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642" w:rsidRDefault="001137B5" w:rsidP="009C0642">
      <w:pPr>
        <w:pStyle w:val="libCenterTitr"/>
      </w:pPr>
      <w:r>
        <w:t>Tooba</w:t>
      </w:r>
      <w:r w:rsidR="009C0642">
        <w:t>:</w:t>
      </w:r>
    </w:p>
    <w:p w:rsidR="001137B5" w:rsidRPr="00F76646" w:rsidRDefault="001137B5" w:rsidP="009C0642">
      <w:pPr>
        <w:pStyle w:val="libCenterTitr"/>
      </w:pPr>
      <w:r w:rsidRPr="00F76646">
        <w:t>The Need of Every Momin Home</w:t>
      </w:r>
    </w:p>
    <w:p w:rsidR="001137B5" w:rsidRDefault="001137B5" w:rsidP="009C0642">
      <w:pPr>
        <w:pStyle w:val="libCenterBold1"/>
      </w:pPr>
      <w:r w:rsidRPr="00F76646">
        <w:t>Authentic Ahadees explaining Shia Beliefs</w:t>
      </w:r>
    </w:p>
    <w:p w:rsidR="001137B5" w:rsidRPr="00F76646" w:rsidRDefault="001137B5" w:rsidP="001137B5">
      <w:pPr>
        <w:pStyle w:val="libCenterBold1"/>
      </w:pPr>
      <w:r w:rsidRPr="00F76646">
        <w:t>Compiled by:</w:t>
      </w:r>
    </w:p>
    <w:p w:rsidR="001137B5" w:rsidRPr="00F76646" w:rsidRDefault="001137B5" w:rsidP="001137B5">
      <w:pPr>
        <w:pStyle w:val="libCenterBold1"/>
      </w:pPr>
      <w:r>
        <w:t>Al</w:t>
      </w:r>
      <w:r w:rsidR="009C0642">
        <w:rPr>
          <w:rFonts w:hint="cs"/>
          <w:rtl/>
        </w:rPr>
        <w:t xml:space="preserve"> </w:t>
      </w:r>
      <w:r>
        <w:t xml:space="preserve">syyed Abu Mohammad </w:t>
      </w:r>
      <w:r w:rsidRPr="00F76646">
        <w:t>Naqvi</w:t>
      </w:r>
    </w:p>
    <w:p w:rsidR="001137B5" w:rsidRDefault="001137B5" w:rsidP="001137B5">
      <w:pPr>
        <w:pStyle w:val="libCenterBold1"/>
      </w:pPr>
      <w:r w:rsidRPr="00F76646">
        <w:t>All Rights Reserved</w:t>
      </w:r>
    </w:p>
    <w:p w:rsidR="001137B5" w:rsidRDefault="001137B5" w:rsidP="009C0642">
      <w:pPr>
        <w:pStyle w:val="libItalic"/>
      </w:pPr>
      <w:r w:rsidRPr="00F76646">
        <w:t>This book is compiled according to the Shia Beliefs only for the Momineen of Mohammad-e-Aal-e-Mohammad (s.a.w.a.w.)</w:t>
      </w:r>
    </w:p>
    <w:p w:rsidR="004921E7" w:rsidRDefault="004921E7" w:rsidP="004921E7">
      <w:pPr>
        <w:pStyle w:val="libItalic"/>
      </w:pPr>
      <w:r w:rsidRPr="004921E7">
        <w:t>Address: www.shiamawaddatbooks.com</w:t>
      </w:r>
    </w:p>
    <w:p w:rsidR="00170DEF" w:rsidRDefault="00170DEF" w:rsidP="00410B0B">
      <w:pPr>
        <w:pStyle w:val="libNormal"/>
      </w:pPr>
      <w:r>
        <w:br w:type="page"/>
      </w:r>
    </w:p>
    <w:sdt>
      <w:sdtPr>
        <w:rPr>
          <w:rStyle w:val="libNormalChar"/>
          <w:b w:val="0"/>
          <w:bCs w:val="0"/>
        </w:rPr>
        <w:id w:val="21677166"/>
        <w:docPartObj>
          <w:docPartGallery w:val="Table of Contents"/>
          <w:docPartUnique/>
        </w:docPartObj>
      </w:sdtPr>
      <w:sdtEndPr>
        <w:rPr>
          <w:rStyle w:val="DefaultParagraphFont"/>
        </w:rPr>
      </w:sdtEndPr>
      <w:sdtContent>
        <w:p w:rsidR="00391B35" w:rsidRDefault="00391B35" w:rsidP="0051129F">
          <w:pPr>
            <w:pStyle w:val="libCenterBold1"/>
          </w:pPr>
          <w:r>
            <w:t>Table of Contents</w:t>
          </w:r>
        </w:p>
        <w:p w:rsidR="0051129F" w:rsidRDefault="00DF1673" w:rsidP="0051129F">
          <w:pPr>
            <w:pStyle w:val="TOC1"/>
            <w:rPr>
              <w:rFonts w:asciiTheme="minorHAnsi" w:eastAsiaTheme="minorEastAsia" w:hAnsiTheme="minorHAnsi" w:cstheme="minorBidi"/>
              <w:b w:val="0"/>
              <w:bCs w:val="0"/>
              <w:color w:val="auto"/>
              <w:sz w:val="22"/>
              <w:szCs w:val="22"/>
              <w:rtl/>
            </w:rPr>
          </w:pPr>
          <w:r w:rsidRPr="00DF1673">
            <w:fldChar w:fldCharType="begin"/>
          </w:r>
          <w:r w:rsidR="00391B35">
            <w:instrText xml:space="preserve"> TOC \o "1-3" \h \z \u </w:instrText>
          </w:r>
          <w:r w:rsidRPr="00DF1673">
            <w:fldChar w:fldCharType="separate"/>
          </w:r>
          <w:hyperlink w:anchor="_Toc412032186" w:history="1">
            <w:r w:rsidR="0051129F" w:rsidRPr="006D70BD">
              <w:rPr>
                <w:rStyle w:val="Hyperlink"/>
              </w:rPr>
              <w:t>[Introduction]</w:t>
            </w:r>
            <w:r w:rsidR="0051129F">
              <w:rPr>
                <w:webHidden/>
                <w:rtl/>
              </w:rPr>
              <w:tab/>
            </w:r>
            <w:r>
              <w:rPr>
                <w:webHidden/>
                <w:rtl/>
              </w:rPr>
              <w:fldChar w:fldCharType="begin"/>
            </w:r>
            <w:r w:rsidR="0051129F">
              <w:rPr>
                <w:webHidden/>
                <w:rtl/>
              </w:rPr>
              <w:instrText xml:space="preserve"> </w:instrText>
            </w:r>
            <w:r w:rsidR="0051129F">
              <w:rPr>
                <w:webHidden/>
              </w:rPr>
              <w:instrText>PAGEREF</w:instrText>
            </w:r>
            <w:r w:rsidR="0051129F">
              <w:rPr>
                <w:webHidden/>
                <w:rtl/>
              </w:rPr>
              <w:instrText xml:space="preserve"> _</w:instrText>
            </w:r>
            <w:r w:rsidR="0051129F">
              <w:rPr>
                <w:webHidden/>
              </w:rPr>
              <w:instrText>Toc412032186 \h</w:instrText>
            </w:r>
            <w:r w:rsidR="0051129F">
              <w:rPr>
                <w:webHidden/>
                <w:rtl/>
              </w:rPr>
              <w:instrText xml:space="preserve"> </w:instrText>
            </w:r>
            <w:r>
              <w:rPr>
                <w:webHidden/>
                <w:rtl/>
              </w:rPr>
            </w:r>
            <w:r>
              <w:rPr>
                <w:webHidden/>
                <w:rtl/>
              </w:rPr>
              <w:fldChar w:fldCharType="separate"/>
            </w:r>
            <w:r w:rsidR="002417F3">
              <w:rPr>
                <w:webHidden/>
              </w:rPr>
              <w:t>3</w:t>
            </w:r>
            <w:r>
              <w:rPr>
                <w:webHidden/>
                <w:rtl/>
              </w:rPr>
              <w:fldChar w:fldCharType="end"/>
            </w:r>
          </w:hyperlink>
        </w:p>
        <w:p w:rsidR="0051129F" w:rsidRDefault="00DF1673" w:rsidP="0051129F">
          <w:pPr>
            <w:pStyle w:val="TOC1"/>
            <w:rPr>
              <w:rFonts w:asciiTheme="minorHAnsi" w:eastAsiaTheme="minorEastAsia" w:hAnsiTheme="minorHAnsi" w:cstheme="minorBidi"/>
              <w:b w:val="0"/>
              <w:bCs w:val="0"/>
              <w:color w:val="auto"/>
              <w:sz w:val="22"/>
              <w:szCs w:val="22"/>
              <w:rtl/>
            </w:rPr>
          </w:pPr>
          <w:hyperlink w:anchor="_Toc412032187" w:history="1">
            <w:r w:rsidR="0051129F" w:rsidRPr="006D70BD">
              <w:rPr>
                <w:rStyle w:val="Hyperlink"/>
              </w:rPr>
              <w:t>[The Main Text of Book]</w:t>
            </w:r>
            <w:r w:rsidR="0051129F">
              <w:rPr>
                <w:webHidden/>
                <w:rtl/>
              </w:rPr>
              <w:tab/>
            </w:r>
            <w:r>
              <w:rPr>
                <w:webHidden/>
                <w:rtl/>
              </w:rPr>
              <w:fldChar w:fldCharType="begin"/>
            </w:r>
            <w:r w:rsidR="0051129F">
              <w:rPr>
                <w:webHidden/>
                <w:rtl/>
              </w:rPr>
              <w:instrText xml:space="preserve"> </w:instrText>
            </w:r>
            <w:r w:rsidR="0051129F">
              <w:rPr>
                <w:webHidden/>
              </w:rPr>
              <w:instrText>PAGEREF</w:instrText>
            </w:r>
            <w:r w:rsidR="0051129F">
              <w:rPr>
                <w:webHidden/>
                <w:rtl/>
              </w:rPr>
              <w:instrText xml:space="preserve"> _</w:instrText>
            </w:r>
            <w:r w:rsidR="0051129F">
              <w:rPr>
                <w:webHidden/>
              </w:rPr>
              <w:instrText>Toc412032187 \h</w:instrText>
            </w:r>
            <w:r w:rsidR="0051129F">
              <w:rPr>
                <w:webHidden/>
                <w:rtl/>
              </w:rPr>
              <w:instrText xml:space="preserve"> </w:instrText>
            </w:r>
            <w:r>
              <w:rPr>
                <w:webHidden/>
                <w:rtl/>
              </w:rPr>
            </w:r>
            <w:r>
              <w:rPr>
                <w:webHidden/>
                <w:rtl/>
              </w:rPr>
              <w:fldChar w:fldCharType="separate"/>
            </w:r>
            <w:r w:rsidR="002417F3">
              <w:rPr>
                <w:webHidden/>
              </w:rPr>
              <w:t>4</w:t>
            </w:r>
            <w:r>
              <w:rPr>
                <w:webHidden/>
                <w:rtl/>
              </w:rPr>
              <w:fldChar w:fldCharType="end"/>
            </w:r>
          </w:hyperlink>
        </w:p>
        <w:p w:rsidR="0051129F" w:rsidRDefault="00DF1673" w:rsidP="0051129F">
          <w:pPr>
            <w:pStyle w:val="TOC1"/>
            <w:rPr>
              <w:rFonts w:asciiTheme="minorHAnsi" w:eastAsiaTheme="minorEastAsia" w:hAnsiTheme="minorHAnsi" w:cstheme="minorBidi"/>
              <w:b w:val="0"/>
              <w:bCs w:val="0"/>
              <w:color w:val="auto"/>
              <w:sz w:val="22"/>
              <w:szCs w:val="22"/>
              <w:rtl/>
            </w:rPr>
          </w:pPr>
          <w:hyperlink w:anchor="_Toc412032188" w:history="1">
            <w:r w:rsidR="0051129F" w:rsidRPr="006D70BD">
              <w:rPr>
                <w:rStyle w:val="Hyperlink"/>
              </w:rPr>
              <w:t>[Bibliography]</w:t>
            </w:r>
            <w:r w:rsidR="0051129F">
              <w:rPr>
                <w:webHidden/>
                <w:rtl/>
              </w:rPr>
              <w:tab/>
            </w:r>
            <w:r>
              <w:rPr>
                <w:webHidden/>
                <w:rtl/>
              </w:rPr>
              <w:fldChar w:fldCharType="begin"/>
            </w:r>
            <w:r w:rsidR="0051129F">
              <w:rPr>
                <w:webHidden/>
                <w:rtl/>
              </w:rPr>
              <w:instrText xml:space="preserve"> </w:instrText>
            </w:r>
            <w:r w:rsidR="0051129F">
              <w:rPr>
                <w:webHidden/>
              </w:rPr>
              <w:instrText>PAGEREF</w:instrText>
            </w:r>
            <w:r w:rsidR="0051129F">
              <w:rPr>
                <w:webHidden/>
                <w:rtl/>
              </w:rPr>
              <w:instrText xml:space="preserve"> _</w:instrText>
            </w:r>
            <w:r w:rsidR="0051129F">
              <w:rPr>
                <w:webHidden/>
              </w:rPr>
              <w:instrText>Toc412032188 \h</w:instrText>
            </w:r>
            <w:r w:rsidR="0051129F">
              <w:rPr>
                <w:webHidden/>
                <w:rtl/>
              </w:rPr>
              <w:instrText xml:space="preserve"> </w:instrText>
            </w:r>
            <w:r>
              <w:rPr>
                <w:webHidden/>
                <w:rtl/>
              </w:rPr>
            </w:r>
            <w:r>
              <w:rPr>
                <w:webHidden/>
                <w:rtl/>
              </w:rPr>
              <w:fldChar w:fldCharType="separate"/>
            </w:r>
            <w:r w:rsidR="002417F3">
              <w:rPr>
                <w:webHidden/>
              </w:rPr>
              <w:t>76</w:t>
            </w:r>
            <w:r>
              <w:rPr>
                <w:webHidden/>
                <w:rtl/>
              </w:rPr>
              <w:fldChar w:fldCharType="end"/>
            </w:r>
          </w:hyperlink>
        </w:p>
        <w:p w:rsidR="00391B35" w:rsidRDefault="00DF1673" w:rsidP="0051129F">
          <w:pPr>
            <w:pStyle w:val="libNormal"/>
          </w:pPr>
          <w:r>
            <w:fldChar w:fldCharType="end"/>
          </w:r>
        </w:p>
      </w:sdtContent>
    </w:sdt>
    <w:p w:rsidR="009C0642" w:rsidRPr="00170DEF" w:rsidRDefault="004921E7" w:rsidP="00170DEF">
      <w:pPr>
        <w:pStyle w:val="libNormal"/>
      </w:pPr>
      <w:r w:rsidRPr="00170DEF">
        <w:br w:type="page"/>
      </w:r>
    </w:p>
    <w:p w:rsidR="001137B5" w:rsidRDefault="001137B5" w:rsidP="001137B5">
      <w:pPr>
        <w:pStyle w:val="Heading1Center"/>
      </w:pPr>
      <w:bookmarkStart w:id="0" w:name="_Toc412032186"/>
      <w:r w:rsidRPr="001137B5">
        <w:lastRenderedPageBreak/>
        <w:t>[Introduction]</w:t>
      </w:r>
      <w:bookmarkEnd w:id="0"/>
    </w:p>
    <w:p w:rsidR="001137B5" w:rsidRPr="00F76646" w:rsidRDefault="001137B5" w:rsidP="001137B5">
      <w:pPr>
        <w:pStyle w:val="Heading4Center"/>
      </w:pPr>
      <w:r w:rsidRPr="00F76646">
        <w:t>Tooba</w:t>
      </w:r>
    </w:p>
    <w:p w:rsidR="001137B5" w:rsidRPr="001137B5" w:rsidRDefault="001137B5" w:rsidP="00AD7866">
      <w:pPr>
        <w:pStyle w:val="libNormal"/>
        <w:rPr>
          <w:rStyle w:val="libItalicChar"/>
        </w:rPr>
      </w:pPr>
      <w:r w:rsidRPr="00F76646">
        <w:t xml:space="preserve">When Allah Ta’ala did Aqd (Marriage) of Maola of the Universe Ali (s.a.) and Syyedatun Nisa al-Aalameen Fatima Zahra (s.a.) on Arsh e Mo’alla, then Rasool Allah (s.a.w.a.w.) said: Today I got good news from Allah Ta’ala concerning my brother, son of my uncle and my daughter, and that is Allah Ta’ala has married Ali (s.a.) with Fatima (s.a.), and ordered the treasurer of Jannat Rizwan to shake Tooba Tree, so they shook it, due to shaking leaves fell down equal to the number of friends of Ahlul Bait (s.a.a.). </w:t>
      </w:r>
      <w:smartTag w:uri="urn:schemas:contacts" w:element="GivenName">
        <w:r w:rsidRPr="00F76646">
          <w:t>Noori</w:t>
        </w:r>
      </w:smartTag>
      <w:r w:rsidRPr="00F76646">
        <w:t xml:space="preserve"> </w:t>
      </w:r>
      <w:smartTag w:uri="urn:schemas:contacts" w:element="Sn">
        <w:r w:rsidRPr="00F76646">
          <w:t>Angels</w:t>
        </w:r>
      </w:smartTag>
      <w:r w:rsidRPr="00F76646">
        <w:t xml:space="preserve"> (a.s.) picked up those leaves. When it will the day of Qiyamah, then they will hand over these leaves to them, and these leaves will be certificates of immunity to the Fire of Hell, whichever man or lady will get this certificate, he/she will be saved from Jahannam for the sake of my brother and my daughter. On these leaves it is written: </w:t>
      </w:r>
      <w:r w:rsidRPr="001137B5">
        <w:rPr>
          <w:rStyle w:val="libItalicChar"/>
        </w:rPr>
        <w:t>From Ali-al-Jabbaar (Allah) for the Shias of Ali (s.a.) &amp; Fatima (s.a.): Immunity from Fire.</w:t>
      </w:r>
    </w:p>
    <w:p w:rsidR="001137B5" w:rsidRPr="001137B5" w:rsidRDefault="001137B5" w:rsidP="00AD7866">
      <w:pPr>
        <w:pStyle w:val="libNormal"/>
      </w:pPr>
      <w:r>
        <w:br w:type="page"/>
      </w:r>
    </w:p>
    <w:p w:rsidR="001137B5" w:rsidRDefault="001137B5" w:rsidP="001137B5">
      <w:pPr>
        <w:pStyle w:val="Heading1Center"/>
      </w:pPr>
      <w:bookmarkStart w:id="1" w:name="_Toc412032187"/>
      <w:r w:rsidRPr="001137B5">
        <w:lastRenderedPageBreak/>
        <w:t>[The Main Text of Book]</w:t>
      </w:r>
      <w:bookmarkEnd w:id="1"/>
    </w:p>
    <w:p w:rsidR="001137B5" w:rsidRDefault="001137B5" w:rsidP="001137B5">
      <w:pPr>
        <w:pStyle w:val="Heading4Center"/>
      </w:pPr>
      <w:r w:rsidRPr="00F76646">
        <w:t>1-Kalima of Maola Ali (s.a.)</w:t>
      </w:r>
    </w:p>
    <w:p w:rsidR="001137B5" w:rsidRPr="00F76646" w:rsidRDefault="001137B5" w:rsidP="001137B5">
      <w:pPr>
        <w:pStyle w:val="libItalic"/>
      </w:pPr>
      <w:r w:rsidRPr="00F76646">
        <w:t>When Amirul Momineen (s.a.) appeared in Ka’ba, went into Sajdah first, then raised his holy head, said Azaan &amp; Aqamat, and said: “There is none worthy of worship except Allah, He is One there is no partner for Him, and I testify that Mohammad (s.a.w.a.w.) is His Abd and His Rasool, and I testify that I am Wali of Allah, Wasi of Rasool Allah (s.a.w.a.w.).”</w:t>
      </w:r>
    </w:p>
    <w:p w:rsidR="001137B5" w:rsidRDefault="001137B5" w:rsidP="00AD7866">
      <w:pPr>
        <w:pStyle w:val="libNormal"/>
      </w:pPr>
      <w:r w:rsidRPr="00F76646">
        <w:t>(Asbat ul Huda, V 2, P 465, print:Ilmi, Qum)</w:t>
      </w:r>
    </w:p>
    <w:p w:rsidR="001137B5" w:rsidRPr="00F76646" w:rsidRDefault="001137B5" w:rsidP="001137B5">
      <w:pPr>
        <w:pStyle w:val="Heading4Center"/>
      </w:pPr>
      <w:r w:rsidRPr="00F76646">
        <w:t xml:space="preserve">2-Kalima of </w:t>
      </w:r>
      <w:smartTag w:uri="urn:schemas-microsoft-com:office:smarttags" w:element="PersonName">
        <w:smartTag w:uri="urn:schemas:contacts" w:element="GivenName">
          <w:r w:rsidRPr="00F76646">
            <w:t>Syyeda</w:t>
          </w:r>
        </w:smartTag>
        <w:r w:rsidRPr="00F76646">
          <w:t xml:space="preserve"> </w:t>
        </w:r>
        <w:smartTag w:uri="urn:schemas:contacts" w:element="middlename">
          <w:r w:rsidRPr="00F76646">
            <w:t>Fatima</w:t>
          </w:r>
        </w:smartTag>
        <w:r w:rsidRPr="00F76646">
          <w:t xml:space="preserve"> </w:t>
        </w:r>
        <w:smartTag w:uri="urn:schemas:contacts" w:element="Sn">
          <w:r w:rsidRPr="00F76646">
            <w:t>Zahra</w:t>
          </w:r>
        </w:smartTag>
      </w:smartTag>
      <w:r w:rsidRPr="00F76646">
        <w:t xml:space="preserve"> (s.a.)</w:t>
      </w:r>
    </w:p>
    <w:p w:rsidR="001137B5" w:rsidRDefault="001137B5" w:rsidP="001137B5">
      <w:pPr>
        <w:pStyle w:val="libItalic"/>
      </w:pPr>
      <w:r w:rsidRPr="00F76646">
        <w:t xml:space="preserve">When </w:t>
      </w:r>
      <w:smartTag w:uri="urn:schemas-microsoft-com:office:smarttags" w:element="PersonName">
        <w:smartTag w:uri="urn:schemas:contacts" w:element="GivenName">
          <w:r w:rsidRPr="00F76646">
            <w:t>Syyeda</w:t>
          </w:r>
        </w:smartTag>
        <w:r w:rsidRPr="00F76646">
          <w:t xml:space="preserve"> </w:t>
        </w:r>
        <w:smartTag w:uri="urn:schemas:contacts" w:element="middlename">
          <w:r w:rsidRPr="00F76646">
            <w:t>Fatima</w:t>
          </w:r>
        </w:smartTag>
        <w:r w:rsidRPr="00F76646">
          <w:t xml:space="preserve"> </w:t>
        </w:r>
        <w:smartTag w:uri="urn:schemas:contacts" w:element="Sn">
          <w:r w:rsidRPr="00F76646">
            <w:t>Zahra</w:t>
          </w:r>
        </w:smartTag>
      </w:smartTag>
      <w:r w:rsidRPr="00F76646">
        <w:t xml:space="preserve"> (s.a.) appeared in this world, she </w:t>
      </w:r>
    </w:p>
    <w:p w:rsidR="001137B5" w:rsidRDefault="001137B5" w:rsidP="001137B5">
      <w:pPr>
        <w:pStyle w:val="libItalic"/>
      </w:pPr>
      <w:r w:rsidRPr="00F76646">
        <w:t>said: “I testify that there is none worthy of worship except</w:t>
      </w:r>
    </w:p>
    <w:p w:rsidR="001137B5" w:rsidRPr="00F76646" w:rsidRDefault="001137B5" w:rsidP="001137B5">
      <w:pPr>
        <w:pStyle w:val="libItalic"/>
      </w:pPr>
      <w:r w:rsidRPr="00F76646">
        <w:t xml:space="preserve">Allah, and that my father is Rasool Allah (s.a.w.a.w.) </w:t>
      </w:r>
      <w:smartTag w:uri="urn:schemas:contacts" w:element="GivenName">
        <w:r w:rsidRPr="00F76646">
          <w:t>Syyedul</w:t>
        </w:r>
      </w:smartTag>
      <w:r w:rsidRPr="00F76646">
        <w:t xml:space="preserve"> </w:t>
      </w:r>
      <w:smartTag w:uri="urn:schemas:contacts" w:element="Sn">
        <w:r w:rsidRPr="00F76646">
          <w:t>Anbiya</w:t>
        </w:r>
      </w:smartTag>
      <w:r w:rsidRPr="00F76646">
        <w:t xml:space="preserve">, and that my husband is </w:t>
      </w:r>
      <w:smartTag w:uri="urn:schemas-microsoft-com:office:smarttags" w:element="PersonName">
        <w:smartTag w:uri="urn:schemas:contacts" w:element="GivenName">
          <w:r w:rsidRPr="00F76646">
            <w:t>Syyedul</w:t>
          </w:r>
        </w:smartTag>
        <w:r w:rsidRPr="00F76646">
          <w:t xml:space="preserve"> </w:t>
        </w:r>
        <w:smartTag w:uri="urn:schemas:contacts" w:element="Sn">
          <w:r w:rsidRPr="00F76646">
            <w:t>Aosiya</w:t>
          </w:r>
        </w:smartTag>
      </w:smartTag>
      <w:r w:rsidRPr="00F76646">
        <w:t xml:space="preserve"> (s.a.) and my sons (s.a.) are Heads of my grandsons.”</w:t>
      </w:r>
    </w:p>
    <w:p w:rsidR="001137B5" w:rsidRDefault="001137B5" w:rsidP="00AD7866">
      <w:pPr>
        <w:pStyle w:val="libNormal"/>
      </w:pPr>
      <w:r w:rsidRPr="00F76646">
        <w:t xml:space="preserve">(Biharul Anwaar, V 3, P 9) </w:t>
      </w:r>
    </w:p>
    <w:p w:rsidR="001137B5" w:rsidRDefault="001137B5" w:rsidP="001137B5">
      <w:pPr>
        <w:pStyle w:val="Heading4Center"/>
      </w:pPr>
      <w:r w:rsidRPr="00F76646">
        <w:t>3-Kalima on the door of Paradise</w:t>
      </w:r>
    </w:p>
    <w:p w:rsidR="001137B5" w:rsidRPr="00F76646" w:rsidRDefault="001137B5" w:rsidP="001137B5">
      <w:pPr>
        <w:pStyle w:val="libItalic"/>
      </w:pPr>
      <w:r w:rsidRPr="00F76646">
        <w:t>Rasool Allah said: “When I went to the skies at night of Mai’raj, then I saw written on the door of Jannat: ‘There is non worthy of worship except Allah, Mohammad (s.a.w.a.w.) is Rasool of Allah, Ali (s.a.) is Habibullah, Hassan (s.a.) &amp; Hussain (s.a.) are Safwatillah, Fatima (s.a.) is Amatillah, who is angry with them Allah’s Curse on them.”</w:t>
      </w:r>
    </w:p>
    <w:p w:rsidR="001137B5" w:rsidRDefault="001137B5" w:rsidP="00AD7866">
      <w:pPr>
        <w:pStyle w:val="libNormal"/>
      </w:pPr>
      <w:r w:rsidRPr="00F76646">
        <w:t>(Biharul Anwaar, V 10, P 125)</w:t>
      </w:r>
    </w:p>
    <w:p w:rsidR="001137B5" w:rsidRDefault="001137B5" w:rsidP="001137B5">
      <w:pPr>
        <w:pStyle w:val="Heading4Center"/>
      </w:pPr>
      <w:r w:rsidRPr="00F76646">
        <w:t>4-The Fort of Allah: Walayat</w:t>
      </w:r>
    </w:p>
    <w:p w:rsidR="001137B5" w:rsidRPr="00F76646" w:rsidRDefault="001137B5" w:rsidP="001137B5">
      <w:pPr>
        <w:pStyle w:val="libItalic"/>
      </w:pPr>
      <w:r w:rsidRPr="00F76646">
        <w:t xml:space="preserve">Imam </w:t>
      </w:r>
      <w:smartTag w:uri="urn:schemas:contacts" w:element="Sn">
        <w:r w:rsidRPr="00F76646">
          <w:t>Raza</w:t>
        </w:r>
      </w:smartTag>
      <w:r w:rsidRPr="00F76646">
        <w:t xml:space="preserve"> (s.a.) said: “Allah </w:t>
      </w:r>
      <w:smartTag w:uri="urn:schemas:contacts" w:element="Sn">
        <w:r w:rsidRPr="00F76646">
          <w:t>Ta’ala</w:t>
        </w:r>
      </w:smartTag>
      <w:r w:rsidRPr="00F76646">
        <w:t xml:space="preserve"> said: La </w:t>
      </w:r>
      <w:smartTag w:uri="urn:schemas-microsoft-com:office:smarttags" w:element="PersonName">
        <w:smartTag w:uri="urn:schemas:contacts" w:element="GivenName">
          <w:r w:rsidRPr="00F76646">
            <w:t>Ilaha</w:t>
          </w:r>
        </w:smartTag>
        <w:r w:rsidRPr="00F76646">
          <w:t xml:space="preserve"> </w:t>
        </w:r>
        <w:smartTag w:uri="urn:schemas:contacts" w:element="Sn">
          <w:r w:rsidRPr="00F76646">
            <w:t>Illallah</w:t>
          </w:r>
        </w:smartTag>
      </w:smartTag>
      <w:r w:rsidRPr="00F76646">
        <w:t xml:space="preserve"> is My Fort, who enters My Fort he will be saved from My Punishment.” When camel started walking, he said: “But with conditions and I am among the conditions.”</w:t>
      </w:r>
    </w:p>
    <w:p w:rsidR="001137B5" w:rsidRPr="00F76646" w:rsidRDefault="001137B5" w:rsidP="001137B5">
      <w:pPr>
        <w:pStyle w:val="libItalic"/>
      </w:pPr>
      <w:r w:rsidRPr="00F76646">
        <w:t xml:space="preserve">Imam </w:t>
      </w:r>
      <w:smartTag w:uri="urn:schemas:contacts" w:element="GivenName">
        <w:r w:rsidRPr="00F76646">
          <w:t>Ali</w:t>
        </w:r>
      </w:smartTag>
      <w:r w:rsidRPr="00F76646">
        <w:t xml:space="preserve"> </w:t>
      </w:r>
      <w:smartTag w:uri="urn:schemas:contacts" w:element="Sn">
        <w:r w:rsidRPr="00F76646">
          <w:t>Raza</w:t>
        </w:r>
      </w:smartTag>
      <w:r w:rsidRPr="00F76646">
        <w:t xml:space="preserve"> (s.a.) said: “Allah </w:t>
      </w:r>
      <w:smartTag w:uri="urn:schemas:contacts" w:element="Sn">
        <w:r w:rsidRPr="00F76646">
          <w:t>Ta’ala</w:t>
        </w:r>
      </w:smartTag>
      <w:r w:rsidRPr="00F76646">
        <w:t xml:space="preserve"> said: Walayat e </w:t>
      </w:r>
      <w:smartTag w:uri="urn:schemas:contacts" w:element="GivenName">
        <w:r w:rsidRPr="00F76646">
          <w:t>Ali</w:t>
        </w:r>
      </w:smartTag>
      <w:r w:rsidRPr="00F76646">
        <w:t xml:space="preserve"> ibne </w:t>
      </w:r>
      <w:smartTag w:uri="urn:schemas-microsoft-com:office:smarttags" w:element="PersonName">
        <w:smartTag w:uri="urn:schemas:contacts" w:element="GivenName">
          <w:r w:rsidRPr="00F76646">
            <w:t>Abi</w:t>
          </w:r>
        </w:smartTag>
        <w:r w:rsidRPr="00F76646">
          <w:t xml:space="preserve"> </w:t>
        </w:r>
        <w:smartTag w:uri="urn:schemas:contacts" w:element="Sn">
          <w:r w:rsidRPr="00F76646">
            <w:t>Talib</w:t>
          </w:r>
        </w:smartTag>
      </w:smartTag>
      <w:r w:rsidRPr="00F76646">
        <w:t xml:space="preserve"> (s.a.) is My Fort, who enters My Fort, he will be saved from Fire.”</w:t>
      </w:r>
    </w:p>
    <w:p w:rsidR="001137B5" w:rsidRDefault="001137B5" w:rsidP="00AD7866">
      <w:pPr>
        <w:pStyle w:val="libNormal"/>
      </w:pPr>
      <w:r w:rsidRPr="00F76646">
        <w:t>(Amali Sheikh Sudooq, V 1, P 471)</w:t>
      </w:r>
    </w:p>
    <w:p w:rsidR="001137B5" w:rsidRDefault="001137B5" w:rsidP="00AD7866">
      <w:pPr>
        <w:pStyle w:val="libNormal"/>
      </w:pPr>
      <w:r w:rsidRPr="00F76646">
        <w:t xml:space="preserve">It is obvious that any Deed can not be accepted without its Conditions. The Fort of Tauheed e Ilahi is Walayat e </w:t>
      </w:r>
      <w:smartTag w:uri="urn:schemas:contacts" w:element="GivenName">
        <w:r w:rsidRPr="00F76646">
          <w:t>Mohammad</w:t>
        </w:r>
      </w:smartTag>
      <w:r w:rsidRPr="00F76646">
        <w:t xml:space="preserve"> o Aal e </w:t>
      </w:r>
      <w:smartTag w:uri="urn:schemas:contacts" w:element="GivenName">
        <w:r w:rsidRPr="00F76646">
          <w:t>Mohammad</w:t>
        </w:r>
      </w:smartTag>
      <w:r w:rsidRPr="00F76646">
        <w:t xml:space="preserve"> (s.a.a.).</w:t>
      </w:r>
    </w:p>
    <w:p w:rsidR="001137B5" w:rsidRDefault="001137B5" w:rsidP="001137B5">
      <w:pPr>
        <w:pStyle w:val="Heading4Center"/>
      </w:pPr>
      <w:r w:rsidRPr="00F76646">
        <w:t>5-Kalima of Imam e Qaim (a.f.s.)</w:t>
      </w:r>
    </w:p>
    <w:p w:rsidR="001137B5" w:rsidRDefault="001137B5" w:rsidP="001137B5">
      <w:pPr>
        <w:pStyle w:val="libItalic"/>
      </w:pPr>
      <w:r w:rsidRPr="00F76646">
        <w:t xml:space="preserve">When Imam e Qaim (a.f.s.) appeared in this world, he said: “I testify that there is none worthy of worship except Allah, and </w:t>
      </w:r>
    </w:p>
    <w:p w:rsidR="001137B5" w:rsidRPr="00F76646" w:rsidRDefault="001137B5" w:rsidP="001137B5">
      <w:pPr>
        <w:pStyle w:val="libItalic"/>
      </w:pPr>
      <w:r w:rsidRPr="00F76646">
        <w:t xml:space="preserve">that </w:t>
      </w:r>
      <w:smartTag w:uri="urn:schemas:contacts" w:element="GivenName">
        <w:r w:rsidRPr="00F76646">
          <w:t>Mohammad</w:t>
        </w:r>
      </w:smartTag>
      <w:r w:rsidRPr="00F76646">
        <w:t xml:space="preserve"> (s.a.w.a.w.) is Rasool of Allah, and that </w:t>
      </w:r>
      <w:smartTag w:uri="urn:schemas:contacts" w:element="GivenName">
        <w:r w:rsidRPr="00F76646">
          <w:t>Ali</w:t>
        </w:r>
      </w:smartTag>
      <w:r w:rsidRPr="00F76646">
        <w:t xml:space="preserve"> (s.a.) is </w:t>
      </w:r>
      <w:smartTag w:uri="urn:schemas-microsoft-com:office:smarttags" w:element="PersonName">
        <w:smartTag w:uri="urn:schemas:contacts" w:element="GivenName">
          <w:r w:rsidRPr="00F76646">
            <w:t>Haqq</w:t>
          </w:r>
        </w:smartTag>
        <w:r w:rsidRPr="00F76646">
          <w:t xml:space="preserve"> </w:t>
        </w:r>
        <w:smartTag w:uri="urn:schemas:contacts" w:element="middlename">
          <w:r w:rsidRPr="00F76646">
            <w:t>Amirul</w:t>
          </w:r>
        </w:smartTag>
        <w:r w:rsidRPr="00F76646">
          <w:t xml:space="preserve"> </w:t>
        </w:r>
        <w:smartTag w:uri="urn:schemas:contacts" w:element="Sn">
          <w:r w:rsidRPr="00F76646">
            <w:t>Momineen</w:t>
          </w:r>
        </w:smartTag>
      </w:smartTag>
      <w:r w:rsidRPr="00F76646">
        <w:t>.”</w:t>
      </w:r>
    </w:p>
    <w:p w:rsidR="00BE2EC5" w:rsidRDefault="001137B5" w:rsidP="00AD7866">
      <w:pPr>
        <w:pStyle w:val="libNormal"/>
      </w:pPr>
      <w:r w:rsidRPr="00F76646">
        <w:t>(Biharul Anwaar, V 11, P 48)</w:t>
      </w:r>
    </w:p>
    <w:p w:rsidR="001137B5" w:rsidRDefault="001137B5" w:rsidP="00AD7866">
      <w:pPr>
        <w:pStyle w:val="libNormal"/>
      </w:pPr>
      <w:r w:rsidRPr="00F76646">
        <w:t xml:space="preserve">Then Imam </w:t>
      </w:r>
      <w:r>
        <w:t>(a.f.s.) testified all Imams &amp; Ao</w:t>
      </w:r>
      <w:r w:rsidRPr="00F76646">
        <w:t>liya (s.a.a.) one by one until his own name, and said Allah will bring Ampleness through him.</w:t>
      </w:r>
    </w:p>
    <w:p w:rsidR="001137B5" w:rsidRDefault="001137B5" w:rsidP="001137B5">
      <w:pPr>
        <w:pStyle w:val="Heading4Center"/>
      </w:pPr>
      <w:r w:rsidRPr="00F76646">
        <w:t xml:space="preserve">6-Maola </w:t>
      </w:r>
      <w:smartTag w:uri="urn:schemas:contacts" w:element="GivenName">
        <w:r w:rsidRPr="00F76646">
          <w:t>Ali</w:t>
        </w:r>
      </w:smartTag>
      <w:r w:rsidRPr="00F76646">
        <w:t xml:space="preserve"> (s.a.): </w:t>
      </w:r>
      <w:smartTag w:uri="urn:schemas:contacts" w:element="GivenName">
        <w:r w:rsidRPr="00F76646">
          <w:t>Kalimatat</w:t>
        </w:r>
      </w:smartTag>
      <w:r w:rsidRPr="00F76646">
        <w:t xml:space="preserve"> Taqwa</w:t>
      </w:r>
    </w:p>
    <w:p w:rsidR="001137B5" w:rsidRPr="00F76646" w:rsidRDefault="001137B5" w:rsidP="001137B5">
      <w:pPr>
        <w:pStyle w:val="libItalic"/>
      </w:pPr>
      <w:r w:rsidRPr="00F76646">
        <w:lastRenderedPageBreak/>
        <w:t xml:space="preserve">Allah </w:t>
      </w:r>
      <w:smartTag w:uri="urn:schemas:contacts" w:element="Sn">
        <w:r w:rsidRPr="00F76646">
          <w:t>Ta’ala</w:t>
        </w:r>
      </w:smartTag>
      <w:r w:rsidRPr="00F76646">
        <w:t xml:space="preserve"> said during </w:t>
      </w:r>
      <w:smartTag w:uri="urn:schemas:contacts" w:element="Sn">
        <w:r w:rsidRPr="00F76646">
          <w:t>Mai’raj</w:t>
        </w:r>
      </w:smartTag>
      <w:r w:rsidRPr="00F76646">
        <w:t xml:space="preserve">: “No doubt, </w:t>
      </w:r>
      <w:smartTag w:uri="urn:schemas:contacts" w:element="GivenName">
        <w:r w:rsidRPr="00F76646">
          <w:t>Ali</w:t>
        </w:r>
      </w:smartTag>
      <w:r w:rsidRPr="00F76646">
        <w:t xml:space="preserve"> (s.a.) is Imam of my friends, and Noor for those who obey Me, and he is that Kalima which I have made inevitably obligatory for Muttaqeen, who obeys him he obeyed Me, who disobeys him he disobeyed Me.”</w:t>
      </w:r>
    </w:p>
    <w:p w:rsidR="001137B5" w:rsidRDefault="001137B5" w:rsidP="00AD7866">
      <w:pPr>
        <w:pStyle w:val="libNormal"/>
      </w:pPr>
      <w:r w:rsidRPr="00F76646">
        <w:t xml:space="preserve">(Amali Sheikh Sudooq, V 1, P 609) </w:t>
      </w:r>
    </w:p>
    <w:p w:rsidR="001137B5" w:rsidRDefault="001137B5" w:rsidP="00AD7866">
      <w:pPr>
        <w:pStyle w:val="libNormal"/>
      </w:pPr>
      <w:r w:rsidRPr="00F76646">
        <w:t xml:space="preserve">Namaaz is offered to become Muttaqi. Therefore by doing Zikr of Kalimatut Taqwa of Allah in Namaaz, Taqwa is confirmed. </w:t>
      </w:r>
      <w:smartTag w:uri="urn:schemas-microsoft-com:office:smarttags" w:element="PersonName">
        <w:smartTag w:uri="urn:schemas:contacts" w:element="GivenName">
          <w:r w:rsidRPr="00F76646">
            <w:t>Kalimatut</w:t>
          </w:r>
        </w:smartTag>
        <w:r w:rsidRPr="00F76646">
          <w:t xml:space="preserve"> </w:t>
        </w:r>
        <w:smartTag w:uri="urn:schemas:contacts" w:element="Sn">
          <w:r w:rsidRPr="00F76646">
            <w:t>Taqwa</w:t>
          </w:r>
        </w:smartTag>
      </w:smartTag>
      <w:r w:rsidRPr="00F76646">
        <w:t xml:space="preserve"> is mentioned in verse 26 of Sura Fat’ha.</w:t>
      </w:r>
    </w:p>
    <w:p w:rsidR="001137B5" w:rsidRDefault="001137B5" w:rsidP="001137B5">
      <w:pPr>
        <w:pStyle w:val="Heading4Center"/>
      </w:pPr>
      <w:r w:rsidRPr="00F76646">
        <w:t xml:space="preserve">7-Written Certificate of Walayat e </w:t>
      </w:r>
      <w:smartTag w:uri="urn:schemas:contacts" w:element="GivenName">
        <w:r w:rsidRPr="00F76646">
          <w:t>Ali</w:t>
        </w:r>
      </w:smartTag>
      <w:r w:rsidRPr="00F76646">
        <w:t xml:space="preserve"> (s.a.)</w:t>
      </w:r>
    </w:p>
    <w:p w:rsidR="001137B5" w:rsidRDefault="001137B5" w:rsidP="001137B5">
      <w:pPr>
        <w:pStyle w:val="libItalic"/>
      </w:pPr>
      <w:r w:rsidRPr="00F76646">
        <w:t xml:space="preserve">The servant of Rasool Allah (s.a.w.a.w.), </w:t>
      </w:r>
      <w:smartTag w:uri="urn:schemas:contacts" w:element="GivenName">
        <w:r w:rsidRPr="00F76646">
          <w:t>Abu</w:t>
        </w:r>
      </w:smartTag>
      <w:r w:rsidRPr="00F76646">
        <w:t xml:space="preserve"> </w:t>
      </w:r>
      <w:smartTag w:uri="urn:schemas:contacts" w:element="Sn">
        <w:r w:rsidRPr="00F76646">
          <w:t>Hamra</w:t>
        </w:r>
      </w:smartTag>
      <w:r w:rsidRPr="00F76646">
        <w:t xml:space="preserve"> narrated: Rasool Allah (s.a.w.a.w.) said to me: “O </w:t>
      </w:r>
      <w:smartTag w:uri="urn:schemas-microsoft-com:office:smarttags" w:element="PersonName">
        <w:smartTag w:uri="urn:schemas:contacts" w:element="GivenName">
          <w:r w:rsidRPr="00F76646">
            <w:t>Abu</w:t>
          </w:r>
        </w:smartTag>
        <w:r w:rsidRPr="00F76646">
          <w:t xml:space="preserve"> </w:t>
        </w:r>
        <w:smartTag w:uri="urn:schemas:contacts" w:element="Sn">
          <w:r w:rsidRPr="00F76646">
            <w:t>Hamra</w:t>
          </w:r>
        </w:smartTag>
      </w:smartTag>
      <w:r w:rsidRPr="00F76646">
        <w:t xml:space="preserve">! Go and call one hundred men from Arab, fifty from Ajam, thirty from Qabtis, and twenty from Habashis.” I brought them. Rasool Allah (s.a.w.a.w.) said: “Stand Arabs in a line, then Ajmis should line up behind Arabs, then Qabtis should line up behind Ajmis, then Habashis should line up behind Qabtis.” Then he stood up, and did Hamd-o-Sana of Allah and explained such Purity of Allah that creations would not have heard it before, and then said: O people of Arab, and Ajam, and Qabat, and Habash! Do you testify that there is </w:t>
      </w:r>
    </w:p>
    <w:p w:rsidR="001137B5" w:rsidRPr="00F76646" w:rsidRDefault="001137B5" w:rsidP="001137B5">
      <w:pPr>
        <w:pStyle w:val="libItalic"/>
      </w:pPr>
      <w:r w:rsidRPr="00F76646">
        <w:t xml:space="preserve">none worthy of worship except Allah, He is One there is no partner for Him, and </w:t>
      </w:r>
      <w:smartTag w:uri="urn:schemas:contacts" w:element="GivenName">
        <w:r w:rsidRPr="00F76646">
          <w:t>Mohammad</w:t>
        </w:r>
      </w:smartTag>
      <w:r w:rsidRPr="00F76646">
        <w:t xml:space="preserve"> (s.a.w.a.w.) is Abd and Rasool. The said: Yes. Then he said: O Allah! Be witness. Until he repeated it three times. Then he said three times: Do you testify that there is none worthy of worship except Allah, and I, </w:t>
      </w:r>
      <w:smartTag w:uri="urn:schemas:contacts" w:element="GivenName">
        <w:r w:rsidRPr="00F76646">
          <w:t>Mohammad</w:t>
        </w:r>
      </w:smartTag>
      <w:r w:rsidRPr="00F76646">
        <w:t xml:space="preserve"> (s.a.w.a.w.) am His Abd and Rasool, and that </w:t>
      </w:r>
      <w:smartTag w:uri="urn:schemas:contacts" w:element="GivenName">
        <w:r w:rsidRPr="00F76646">
          <w:t>Ali</w:t>
        </w:r>
      </w:smartTag>
      <w:r w:rsidRPr="00F76646">
        <w:t xml:space="preserve"> ibne </w:t>
      </w:r>
      <w:smartTag w:uri="urn:schemas:contacts" w:element="GivenName">
        <w:r w:rsidRPr="00F76646">
          <w:t>Abi</w:t>
        </w:r>
      </w:smartTag>
      <w:r w:rsidRPr="00F76646">
        <w:t xml:space="preserve"> </w:t>
      </w:r>
      <w:smartTag w:uri="urn:schemas:contacts" w:element="Sn">
        <w:r w:rsidRPr="00F76646">
          <w:t>Talib</w:t>
        </w:r>
      </w:smartTag>
      <w:r w:rsidRPr="00F76646">
        <w:t xml:space="preserve"> (s.a.) is </w:t>
      </w:r>
      <w:smartTag w:uri="urn:schemas-microsoft-com:office:smarttags" w:element="PersonName">
        <w:smartTag w:uri="urn:schemas:contacts" w:element="GivenName">
          <w:r w:rsidRPr="00F76646">
            <w:t>Amirul</w:t>
          </w:r>
        </w:smartTag>
        <w:r w:rsidRPr="00F76646">
          <w:t xml:space="preserve"> </w:t>
        </w:r>
        <w:smartTag w:uri="urn:schemas:contacts" w:element="Sn">
          <w:r w:rsidRPr="00F76646">
            <w:t>Momineen</w:t>
          </w:r>
        </w:smartTag>
      </w:smartTag>
      <w:r w:rsidRPr="00F76646">
        <w:t xml:space="preserve"> and Wali-e-Amr after me. They said: Yes. Then he said: O Allah! Be witness. Until he repeated it three times. Then he said to </w:t>
      </w:r>
      <w:smartTag w:uri="urn:schemas:contacts" w:element="GivenName">
        <w:r w:rsidRPr="00F76646">
          <w:t>Ali</w:t>
        </w:r>
      </w:smartTag>
      <w:r w:rsidRPr="00F76646">
        <w:t xml:space="preserve"> (s.a.): Ya </w:t>
      </w:r>
      <w:smartTag w:uri="urn:schemas-microsoft-com:office:smarttags" w:element="PersonName">
        <w:smartTag w:uri="urn:schemas:contacts" w:element="GivenName">
          <w:r w:rsidRPr="00F76646">
            <w:t>Abul</w:t>
          </w:r>
        </w:smartTag>
        <w:r w:rsidRPr="00F76646">
          <w:t xml:space="preserve"> </w:t>
        </w:r>
        <w:smartTag w:uri="urn:schemas:contacts" w:element="Sn">
          <w:r w:rsidRPr="00F76646">
            <w:t>Hassan</w:t>
          </w:r>
        </w:smartTag>
      </w:smartTag>
      <w:r w:rsidRPr="00F76646">
        <w:t xml:space="preserve"> (s.a.)! Go and bring me a paper and ink. Then he gave it to </w:t>
      </w:r>
      <w:smartTag w:uri="urn:schemas:contacts" w:element="GivenName">
        <w:r w:rsidRPr="00F76646">
          <w:t>Ali</w:t>
        </w:r>
      </w:smartTag>
      <w:r w:rsidRPr="00F76646">
        <w:t xml:space="preserve"> (s.a.) and said: Write. He replied: What I should write? He said: Write, With the Name of Allah, the Beneficent, the Merciful, that Arab, and Ajam, and Qabti, and Habshi testify the Testification that there is none worthy of worship except Allah, and that Mohammad (s.a.w.a.w.) is His Abd and Rasool, and Ali ibne Abi Talib (s.a.) is Amirul Momineen, and Wali e Amr after me. Then stamped that document and gave it to </w:t>
      </w:r>
      <w:smartTag w:uri="urn:schemas-microsoft-com:office:smarttags" w:element="PersonName">
        <w:r w:rsidRPr="00F76646">
          <w:t xml:space="preserve">Imam </w:t>
        </w:r>
        <w:smartTag w:uri="urn:schemas:contacts" w:element="Sn">
          <w:r w:rsidRPr="00F76646">
            <w:t>Ali</w:t>
          </w:r>
        </w:smartTag>
      </w:smartTag>
      <w:r w:rsidRPr="00F76646">
        <w:t xml:space="preserve"> (s.a.).</w:t>
      </w:r>
    </w:p>
    <w:p w:rsidR="001137B5" w:rsidRDefault="001137B5" w:rsidP="00AD7866">
      <w:pPr>
        <w:pStyle w:val="libNormal"/>
      </w:pPr>
      <w:r w:rsidRPr="00F76646">
        <w:t>(Amali Sheikh Sudooq, V 2, P 129)</w:t>
      </w:r>
    </w:p>
    <w:p w:rsidR="001137B5" w:rsidRDefault="001137B5" w:rsidP="00AD7866">
      <w:pPr>
        <w:pStyle w:val="libNormal"/>
      </w:pPr>
      <w:r w:rsidRPr="00F76646">
        <w:t xml:space="preserve">Rasool Allah (s.a.w.a.w.) called the Representatives of all the Races and took testification three times, then made Allah Witness and gave a written Certificate. Now if anyone doubts or argues that what is the real text of </w:t>
      </w:r>
      <w:smartTag w:uri="urn:schemas-microsoft-com:office:smarttags" w:element="PersonName">
        <w:smartTag w:uri="urn:schemas:contacts" w:element="GivenName">
          <w:r w:rsidRPr="00F76646">
            <w:t>Kalima</w:t>
          </w:r>
        </w:smartTag>
        <w:r w:rsidRPr="00F76646">
          <w:t xml:space="preserve"> </w:t>
        </w:r>
        <w:smartTag w:uri="urn:schemas:contacts" w:element="Sn">
          <w:r w:rsidRPr="00F76646">
            <w:t>Tayyiba</w:t>
          </w:r>
        </w:smartTag>
      </w:smartTag>
      <w:r w:rsidRPr="00F76646">
        <w:t>, then actually he doubts Risalat.</w:t>
      </w:r>
    </w:p>
    <w:p w:rsidR="001137B5" w:rsidRDefault="001137B5" w:rsidP="001137B5">
      <w:pPr>
        <w:pStyle w:val="Heading4Center"/>
      </w:pPr>
      <w:r w:rsidRPr="00F76646">
        <w:t>8-Kalima on the Shoulders of the Angels</w:t>
      </w:r>
    </w:p>
    <w:p w:rsidR="001137B5" w:rsidRPr="00F76646" w:rsidRDefault="001137B5" w:rsidP="00AD7866">
      <w:pPr>
        <w:pStyle w:val="libNormal"/>
      </w:pPr>
      <w:r w:rsidRPr="00F76646">
        <w:t xml:space="preserve">The </w:t>
      </w:r>
      <w:smartTag w:uri="urn:schemas:contacts" w:element="Sn">
        <w:r w:rsidRPr="00F76646">
          <w:t>Angels</w:t>
        </w:r>
      </w:smartTag>
      <w:r w:rsidRPr="00F76646">
        <w:t xml:space="preserve"> (Mahmood &amp; Sersaeel) who brought the good news of the marriage of </w:t>
      </w:r>
      <w:smartTag w:uri="urn:schemas:contacts" w:element="GivenName">
        <w:r w:rsidRPr="00F76646">
          <w:t>Maola</w:t>
        </w:r>
      </w:smartTag>
      <w:r w:rsidRPr="00F76646">
        <w:t xml:space="preserve"> </w:t>
      </w:r>
      <w:smartTag w:uri="urn:schemas:contacts" w:element="Sn">
        <w:r w:rsidRPr="00F76646">
          <w:t>Ali</w:t>
        </w:r>
      </w:smartTag>
      <w:r w:rsidRPr="00F76646">
        <w:t xml:space="preserve"> (s.a.) and </w:t>
      </w:r>
      <w:smartTag w:uri="urn:schemas-microsoft-com:office:smarttags" w:element="PersonName">
        <w:smartTag w:uri="urn:schemas:contacts" w:element="GivenName">
          <w:r w:rsidRPr="00F76646">
            <w:t>Syyeda</w:t>
          </w:r>
        </w:smartTag>
        <w:r w:rsidRPr="00F76646">
          <w:t xml:space="preserve"> </w:t>
        </w:r>
        <w:smartTag w:uri="urn:schemas:contacts" w:element="Sn">
          <w:r w:rsidRPr="00F76646">
            <w:t>Fatima</w:t>
          </w:r>
        </w:smartTag>
      </w:smartTag>
      <w:r w:rsidRPr="00F76646">
        <w:t xml:space="preserve"> (s.a.), it was written on their shoulders:</w:t>
      </w:r>
    </w:p>
    <w:p w:rsidR="001137B5" w:rsidRPr="00F76646" w:rsidRDefault="001137B5" w:rsidP="001137B5">
      <w:pPr>
        <w:pStyle w:val="libItalic"/>
      </w:pPr>
      <w:r w:rsidRPr="00F76646">
        <w:t>“</w:t>
      </w:r>
      <w:smartTag w:uri="urn:schemas:contacts" w:element="GivenName">
        <w:r w:rsidRPr="00F76646">
          <w:t>Mohammad</w:t>
        </w:r>
      </w:smartTag>
      <w:r w:rsidRPr="00F76646">
        <w:t xml:space="preserve"> (s.a.w.a.w.) Rasool Allah, </w:t>
      </w:r>
      <w:smartTag w:uri="urn:schemas:contacts" w:element="GivenName">
        <w:r w:rsidRPr="00F76646">
          <w:t>Ali</w:t>
        </w:r>
      </w:smartTag>
      <w:r w:rsidRPr="00F76646">
        <w:t xml:space="preserve"> (s.a.) is his Wasi.”</w:t>
      </w:r>
    </w:p>
    <w:p w:rsidR="001137B5" w:rsidRDefault="001137B5" w:rsidP="00AD7866">
      <w:pPr>
        <w:pStyle w:val="libNormal"/>
      </w:pPr>
      <w:r w:rsidRPr="00F76646">
        <w:t>(Amali Sheikh Sudooq, V 2, P 530)</w:t>
      </w:r>
    </w:p>
    <w:p w:rsidR="001137B5" w:rsidRPr="00F76646" w:rsidRDefault="001137B5" w:rsidP="001137B5">
      <w:pPr>
        <w:pStyle w:val="libItalic"/>
      </w:pPr>
      <w:r w:rsidRPr="00F76646">
        <w:t xml:space="preserve">“There is none worthy of worship except Allah, </w:t>
      </w:r>
      <w:smartTag w:uri="urn:schemas:contacts" w:element="GivenName">
        <w:r w:rsidRPr="00F76646">
          <w:t>Mohammad</w:t>
        </w:r>
      </w:smartTag>
      <w:r w:rsidRPr="00F76646">
        <w:t xml:space="preserve"> (s.a.w.a.w.) is His Rasool, </w:t>
      </w:r>
      <w:smartTag w:uri="urn:schemas:contacts" w:element="GivenName">
        <w:r w:rsidRPr="00F76646">
          <w:t>Ali</w:t>
        </w:r>
      </w:smartTag>
      <w:r w:rsidRPr="00F76646">
        <w:t xml:space="preserve"> ibne </w:t>
      </w:r>
      <w:smartTag w:uri="urn:schemas:contacts" w:element="GivenName">
        <w:r w:rsidRPr="00F76646">
          <w:t>Abi</w:t>
        </w:r>
      </w:smartTag>
      <w:r w:rsidRPr="00F76646">
        <w:t xml:space="preserve"> </w:t>
      </w:r>
      <w:smartTag w:uri="urn:schemas:contacts" w:element="Sn">
        <w:r w:rsidRPr="00F76646">
          <w:t>Talib</w:t>
        </w:r>
      </w:smartTag>
      <w:r w:rsidRPr="00F76646">
        <w:t xml:space="preserve"> (s.a.) is </w:t>
      </w:r>
      <w:smartTag w:uri="urn:schemas-microsoft-com:office:smarttags" w:element="PersonName">
        <w:smartTag w:uri="urn:schemas:contacts" w:element="GivenName">
          <w:r w:rsidRPr="00F76646">
            <w:t>Moqeemul</w:t>
          </w:r>
        </w:smartTag>
        <w:r w:rsidRPr="00F76646">
          <w:t xml:space="preserve"> </w:t>
        </w:r>
        <w:smartTag w:uri="urn:schemas:contacts" w:element="Sn">
          <w:r w:rsidRPr="00F76646">
            <w:t>Hujjat</w:t>
          </w:r>
        </w:smartTag>
      </w:smartTag>
      <w:r w:rsidRPr="00F76646">
        <w:t>.”</w:t>
      </w:r>
    </w:p>
    <w:p w:rsidR="001137B5" w:rsidRDefault="001137B5" w:rsidP="00AD7866">
      <w:pPr>
        <w:pStyle w:val="libNormal"/>
      </w:pPr>
      <w:r w:rsidRPr="00F76646">
        <w:lastRenderedPageBreak/>
        <w:t>(Biharul Anwaar, V 3, P 135)</w:t>
      </w:r>
    </w:p>
    <w:p w:rsidR="001137B5" w:rsidRPr="00F76646" w:rsidRDefault="001137B5" w:rsidP="00AD7866">
      <w:pPr>
        <w:pStyle w:val="libNormal"/>
      </w:pPr>
      <w:r w:rsidRPr="00F76646">
        <w:t xml:space="preserve">This Kalima was written on the shoulders of the </w:t>
      </w:r>
      <w:smartTag w:uri="urn:schemas:contacts" w:element="Sn">
        <w:r w:rsidRPr="00F76646">
          <w:t>Angels</w:t>
        </w:r>
      </w:smartTag>
      <w:r w:rsidRPr="00F76646">
        <w:t xml:space="preserve"> thousands of years (light years) before the creation of </w:t>
      </w:r>
      <w:smartTag w:uri="urn:schemas:contacts" w:element="GivenName">
        <w:r w:rsidRPr="00F76646">
          <w:t>Adam</w:t>
        </w:r>
      </w:smartTag>
      <w:r w:rsidRPr="00F76646">
        <w:t xml:space="preserve"> and the world.</w:t>
      </w:r>
    </w:p>
    <w:p w:rsidR="001137B5" w:rsidRDefault="001137B5" w:rsidP="00AD7866">
      <w:pPr>
        <w:pStyle w:val="libNormal"/>
      </w:pPr>
      <w:r w:rsidRPr="00F76646">
        <w:t xml:space="preserve">Allah beautified the </w:t>
      </w:r>
      <w:smartTag w:uri="urn:schemas:contacts" w:element="Sn">
        <w:r w:rsidRPr="00F76646">
          <w:t>Angels</w:t>
        </w:r>
      </w:smartTag>
      <w:r w:rsidRPr="00F76646">
        <w:t xml:space="preserve"> not only with the names of </w:t>
      </w:r>
      <w:smartTag w:uri="urn:schemas:contacts" w:element="GivenName">
        <w:r w:rsidRPr="00F76646">
          <w:t>Mohammad</w:t>
        </w:r>
      </w:smartTag>
      <w:r w:rsidRPr="00F76646">
        <w:t xml:space="preserve"> (s.a.w.a.w.) and </w:t>
      </w:r>
      <w:smartTag w:uri="urn:schemas:contacts" w:element="GivenName">
        <w:r w:rsidRPr="00F76646">
          <w:t>Ali</w:t>
        </w:r>
      </w:smartTag>
      <w:r w:rsidRPr="00F76646">
        <w:t xml:space="preserve"> (s.a.), but the great name of </w:t>
      </w:r>
      <w:smartTag w:uri="urn:schemas-microsoft-com:office:smarttags" w:element="PersonName">
        <w:smartTag w:uri="urn:schemas:contacts" w:element="GivenName">
          <w:r w:rsidRPr="00F76646">
            <w:t>Hazrat</w:t>
          </w:r>
        </w:smartTag>
        <w:r w:rsidRPr="00F76646">
          <w:t xml:space="preserve"> </w:t>
        </w:r>
        <w:smartTag w:uri="urn:schemas:contacts" w:element="middlename">
          <w:r w:rsidRPr="00F76646">
            <w:t>Abu</w:t>
          </w:r>
        </w:smartTag>
        <w:r w:rsidRPr="00F76646">
          <w:t xml:space="preserve"> </w:t>
        </w:r>
        <w:smartTag w:uri="urn:schemas:contacts" w:element="Sn">
          <w:r w:rsidRPr="00F76646">
            <w:t>Talib</w:t>
          </w:r>
        </w:smartTag>
      </w:smartTag>
      <w:r w:rsidRPr="00F76646">
        <w:t xml:space="preserve"> is also written.</w:t>
      </w:r>
    </w:p>
    <w:p w:rsidR="001137B5" w:rsidRDefault="001137B5" w:rsidP="001137B5">
      <w:pPr>
        <w:pStyle w:val="Heading4Center"/>
      </w:pPr>
      <w:r w:rsidRPr="00F76646">
        <w:t>9-The First Azaan of the Universe</w:t>
      </w:r>
    </w:p>
    <w:p w:rsidR="001137B5" w:rsidRPr="00F76646" w:rsidRDefault="001137B5" w:rsidP="001137B5">
      <w:pPr>
        <w:pStyle w:val="libItalic"/>
      </w:pPr>
      <w:r w:rsidRPr="00F76646">
        <w:t xml:space="preserve">Imam </w:t>
      </w:r>
      <w:smartTag w:uri="urn:schemas:contacts" w:element="GivenName">
        <w:r w:rsidRPr="00F76646">
          <w:t>Jafar</w:t>
        </w:r>
      </w:smartTag>
      <w:r w:rsidRPr="00F76646">
        <w:t xml:space="preserve"> </w:t>
      </w:r>
      <w:smartTag w:uri="urn:schemas:contacts" w:element="Sn">
        <w:r w:rsidRPr="00F76646">
          <w:t>Sadiq</w:t>
        </w:r>
      </w:smartTag>
      <w:r w:rsidRPr="00F76646">
        <w:t xml:space="preserve"> (s.a.) said: “Our family is the first family, whose name is elevated by Allah. When Allah created Skies and Earth, He ordered the announcer and he announced: I testify that there is none worthy of worship except Allah (Three Times), I testify that Mohammad (s.a.w.a.w.) is Rasool of Allah (Three Times), I testify that Ali (s.a.) is Haqq Amirul Momineen (Three Times).</w:t>
      </w:r>
    </w:p>
    <w:p w:rsidR="001137B5" w:rsidRDefault="001137B5" w:rsidP="00AD7866">
      <w:pPr>
        <w:pStyle w:val="libNormal"/>
      </w:pPr>
      <w:r w:rsidRPr="00F76646">
        <w:t>(Amali Sheikh Sudooq, V 2, P 550)</w:t>
      </w:r>
    </w:p>
    <w:p w:rsidR="001137B5" w:rsidRDefault="001137B5" w:rsidP="00AD7866">
      <w:pPr>
        <w:pStyle w:val="libNormal"/>
      </w:pPr>
      <w:r w:rsidRPr="00F76646">
        <w:t>Muqassireen with dead-heart</w:t>
      </w:r>
      <w:r>
        <w:t xml:space="preserve"> </w:t>
      </w:r>
      <w:r w:rsidRPr="00F76646">
        <w:t xml:space="preserve">who say ‘Ali un Wali Ullah s.a.’ in Azaan </w:t>
      </w:r>
      <w:r>
        <w:t>just thinking it as a Shia Ha</w:t>
      </w:r>
      <w:r w:rsidRPr="00F76646">
        <w:t>bit (S</w:t>
      </w:r>
      <w:r>
        <w:t>hu’ar), should come into senses</w:t>
      </w:r>
      <w:r w:rsidRPr="00F76646">
        <w:t xml:space="preserve"> and repent. This is being announced in Azaan thousands of years before the creation of our father </w:t>
      </w:r>
      <w:smartTag w:uri="urn:schemas:contacts" w:element="GivenName">
        <w:r w:rsidRPr="00F76646">
          <w:t>Adam</w:t>
        </w:r>
      </w:smartTag>
      <w:r w:rsidRPr="00F76646">
        <w:t xml:space="preserve"> (a.s.).</w:t>
      </w:r>
    </w:p>
    <w:p w:rsidR="001137B5" w:rsidRDefault="001137B5" w:rsidP="001137B5">
      <w:pPr>
        <w:pStyle w:val="Heading4Center"/>
      </w:pPr>
      <w:r w:rsidRPr="00F76646">
        <w:t xml:space="preserve">10-Kalima on the Crown of </w:t>
      </w:r>
      <w:smartTag w:uri="urn:schemas:contacts" w:element="GivenName">
        <w:r w:rsidRPr="00F76646">
          <w:t>Ali</w:t>
        </w:r>
      </w:smartTag>
      <w:r w:rsidRPr="00F76646">
        <w:t xml:space="preserve"> (s.a.)</w:t>
      </w:r>
    </w:p>
    <w:p w:rsidR="001137B5" w:rsidRDefault="001137B5" w:rsidP="001137B5">
      <w:pPr>
        <w:pStyle w:val="libItalic"/>
      </w:pPr>
      <w:r w:rsidRPr="00F76646">
        <w:t xml:space="preserve">Rasool Allah (s.a.w.a.w.) said: “Ya </w:t>
      </w:r>
      <w:smartTag w:uri="urn:schemas:contacts" w:element="GivenName">
        <w:r w:rsidRPr="00F76646">
          <w:t>Ali</w:t>
        </w:r>
      </w:smartTag>
      <w:r w:rsidRPr="00F76646">
        <w:t xml:space="preserve">! On the day of Qiyamah, you will be riding on a Norani-camel, and you will have a crown on your head, it will have four corners, and on every corner three lines will be written: “There is none worthy of worship except Allah – </w:t>
      </w:r>
      <w:smartTag w:uri="urn:schemas:contacts" w:element="GivenName">
        <w:r w:rsidRPr="00F76646">
          <w:t>Mohammad</w:t>
        </w:r>
      </w:smartTag>
      <w:r w:rsidRPr="00F76646">
        <w:t xml:space="preserve"> (s.a.w.a.w.) is </w:t>
      </w:r>
    </w:p>
    <w:p w:rsidR="001137B5" w:rsidRPr="00F76646" w:rsidRDefault="001137B5" w:rsidP="001137B5">
      <w:pPr>
        <w:pStyle w:val="libItalic"/>
      </w:pPr>
      <w:r w:rsidRPr="00F76646">
        <w:t xml:space="preserve">Rasool of Allah – </w:t>
      </w:r>
      <w:smartTag w:uri="urn:schemas:contacts" w:element="GivenName">
        <w:r w:rsidRPr="00F76646">
          <w:t>Ali</w:t>
        </w:r>
      </w:smartTag>
      <w:r w:rsidRPr="00F76646">
        <w:t xml:space="preserve"> (s.a.) is Wali of Allah.” And keys of the </w:t>
      </w:r>
      <w:smartTag w:uri="urn:schemas-microsoft-com:office:smarttags" w:element="place">
        <w:r w:rsidRPr="00F76646">
          <w:t>Paradise</w:t>
        </w:r>
      </w:smartTag>
      <w:r w:rsidRPr="00F76646">
        <w:t xml:space="preserve"> will be given to you,</w:t>
      </w:r>
      <w:r>
        <w:t xml:space="preserve"> and</w:t>
      </w:r>
      <w:r w:rsidRPr="00F76646">
        <w:t xml:space="preserve"> then a chair will be put for you, which is Chair of Honour, on it you will sit. Then all the creations, from the first to the last, will be gathered in front of you, and then you will command your Shias to go to the Paradise, and your enemies to the Hell, because you are the divider (allocator) of </w:t>
      </w:r>
      <w:smartTag w:uri="urn:schemas-microsoft-com:office:smarttags" w:element="place">
        <w:r w:rsidRPr="00F76646">
          <w:t>Paradise</w:t>
        </w:r>
      </w:smartTag>
      <w:r w:rsidRPr="00F76646">
        <w:t>, and divider of Hell. And definitely he is successful who loves you, and he lost who keeps animosity to you. Thus you are Trustee of Allah on that day, and you are Clear Hujjat of Allah.”</w:t>
      </w:r>
    </w:p>
    <w:p w:rsidR="001137B5" w:rsidRDefault="001137B5" w:rsidP="00AD7866">
      <w:pPr>
        <w:pStyle w:val="libNormal"/>
      </w:pPr>
      <w:r w:rsidRPr="00F76646">
        <w:t>(Amali Sheikh Sudooq, V 2, P 669)</w:t>
      </w:r>
    </w:p>
    <w:p w:rsidR="001137B5" w:rsidRDefault="001137B5" w:rsidP="001137B5">
      <w:pPr>
        <w:pStyle w:val="Heading4Center"/>
      </w:pPr>
      <w:r w:rsidRPr="00F76646">
        <w:t>11-Remind Kalima to the Dead body</w:t>
      </w:r>
    </w:p>
    <w:p w:rsidR="001137B5" w:rsidRPr="00F76646" w:rsidRDefault="001137B5" w:rsidP="00AD7866">
      <w:pPr>
        <w:pStyle w:val="libNormal"/>
      </w:pPr>
      <w:r w:rsidRPr="00F76646">
        <w:t xml:space="preserve">Imam Jafar Sadiq (s.a.) said: “After lowering down the dead body in the grave, shake his shoulders and say: “O </w:t>
      </w:r>
      <w:r w:rsidRPr="001137B5">
        <w:rPr>
          <w:rStyle w:val="libItalicChar"/>
        </w:rPr>
        <w:t>that</w:t>
      </w:r>
      <w:r w:rsidRPr="00F76646">
        <w:t xml:space="preserve"> son of </w:t>
      </w:r>
      <w:r w:rsidRPr="001137B5">
        <w:rPr>
          <w:rStyle w:val="libItalicChar"/>
        </w:rPr>
        <w:t>that,</w:t>
      </w:r>
      <w:r>
        <w:t xml:space="preserve"> </w:t>
      </w:r>
      <w:r w:rsidRPr="00D01E69">
        <w:t>Allah</w:t>
      </w:r>
      <w:r w:rsidRPr="00F76646">
        <w:t xml:space="preserve"> is your Rabb, and Mohammad (s.a.w.a.w.) is your Nabi, and Islam is your Deen, and Ali (s.a.) is your Wali and your Imam. Then mention Holy Imams (s.a.a.) one by on</w:t>
      </w:r>
      <w:r>
        <w:t>e until the Last, and say, your</w:t>
      </w:r>
      <w:r w:rsidRPr="00F76646">
        <w:t xml:space="preserve"> Imams (s.a.a.) are the Good Guiding Imams.”</w:t>
      </w:r>
    </w:p>
    <w:p w:rsidR="001137B5" w:rsidRDefault="001137B5" w:rsidP="00AD7866">
      <w:pPr>
        <w:pStyle w:val="libNormal"/>
      </w:pPr>
      <w:r w:rsidRPr="00F76646">
        <w:t xml:space="preserve">(Mun La Yahzorul Faqeh, V 1, P 125) </w:t>
      </w:r>
    </w:p>
    <w:p w:rsidR="001137B5" w:rsidRDefault="001137B5" w:rsidP="00AD7866">
      <w:pPr>
        <w:pStyle w:val="libNormal"/>
      </w:pPr>
      <w:r w:rsidRPr="00F76646">
        <w:t>If it is dead body of any Muqassir, he will definitely think that how hypocrite is this Mulla, whole life he was prohibiting ‘</w:t>
      </w:r>
      <w:smartTag w:uri="urn:schemas:contacts" w:element="GivenName">
        <w:r w:rsidRPr="00F76646">
          <w:t>Ali</w:t>
        </w:r>
      </w:smartTag>
      <w:r w:rsidRPr="00F76646">
        <w:t xml:space="preserve"> un Wali Ullah s.a.’, and now he is shaking me to remind it forcefully.</w:t>
      </w:r>
    </w:p>
    <w:p w:rsidR="001137B5" w:rsidRDefault="001137B5" w:rsidP="001137B5">
      <w:pPr>
        <w:pStyle w:val="Heading4Center"/>
      </w:pPr>
      <w:r w:rsidRPr="00F76646">
        <w:t>12-Kalima on Arsh e Ilahi</w:t>
      </w:r>
    </w:p>
    <w:p w:rsidR="001137B5" w:rsidRDefault="001137B5" w:rsidP="001137B5">
      <w:pPr>
        <w:pStyle w:val="libItalic"/>
      </w:pPr>
      <w:r w:rsidRPr="00F76646">
        <w:lastRenderedPageBreak/>
        <w:t xml:space="preserve">When </w:t>
      </w:r>
      <w:smartTag w:uri="urn:schemas:contacts" w:element="GivenName">
        <w:r w:rsidRPr="00F76646">
          <w:t>Hazrat</w:t>
        </w:r>
      </w:smartTag>
      <w:r w:rsidRPr="00F76646">
        <w:t xml:space="preserve"> </w:t>
      </w:r>
      <w:smartTag w:uri="urn:schemas:contacts" w:element="Sn">
        <w:r w:rsidRPr="00F76646">
          <w:t>Adam</w:t>
        </w:r>
      </w:smartTag>
      <w:r w:rsidRPr="00F76646">
        <w:t xml:space="preserve"> (a.s.) looked towards Arsh, he saw these Kalimaat written there: “There is none worthy of worship except Allah, </w:t>
      </w:r>
      <w:smartTag w:uri="urn:schemas:contacts" w:element="GivenName">
        <w:r w:rsidRPr="00F76646">
          <w:t>Mohammad</w:t>
        </w:r>
      </w:smartTag>
      <w:r w:rsidRPr="00F76646">
        <w:t xml:space="preserve"> (s.a.w.a.w.) is Rasool of Allah, </w:t>
      </w:r>
      <w:smartTag w:uri="urn:schemas:contacts" w:element="GivenName">
        <w:r w:rsidRPr="00F76646">
          <w:t>Ali</w:t>
        </w:r>
      </w:smartTag>
      <w:r w:rsidRPr="00F76646">
        <w:t xml:space="preserve"> (s.a.) ibne </w:t>
      </w:r>
      <w:smartTag w:uri="urn:schemas:contacts" w:element="GivenName">
        <w:r w:rsidRPr="00F76646">
          <w:t>Abi</w:t>
        </w:r>
      </w:smartTag>
      <w:r w:rsidRPr="00F76646">
        <w:t xml:space="preserve"> </w:t>
      </w:r>
      <w:smartTag w:uri="urn:schemas:contacts" w:element="Sn">
        <w:r w:rsidRPr="00F76646">
          <w:t>Talib</w:t>
        </w:r>
      </w:smartTag>
      <w:r w:rsidRPr="00F76646">
        <w:t xml:space="preserve"> (s.a.) is </w:t>
      </w:r>
      <w:smartTag w:uri="urn:schemas:contacts" w:element="GivenName">
        <w:r w:rsidRPr="00F76646">
          <w:t>Amirul</w:t>
        </w:r>
      </w:smartTag>
      <w:r w:rsidRPr="00F76646">
        <w:t xml:space="preserve"> </w:t>
      </w:r>
      <w:smartTag w:uri="urn:schemas:contacts" w:element="Sn">
        <w:r w:rsidRPr="00F76646">
          <w:t>Momineen</w:t>
        </w:r>
      </w:smartTag>
      <w:r w:rsidRPr="00F76646">
        <w:t xml:space="preserve">, and his wife </w:t>
      </w:r>
      <w:smartTag w:uri="urn:schemas-microsoft-com:office:smarttags" w:element="place">
        <w:smartTag w:uri="urn:schemas:contacts" w:element="GivenName">
          <w:r w:rsidRPr="00F76646">
            <w:t>Fatima</w:t>
          </w:r>
        </w:smartTag>
      </w:smartTag>
      <w:r w:rsidRPr="00F76646">
        <w:t xml:space="preserve"> (s.a.) is Syyeda tun </w:t>
      </w:r>
      <w:smartTag w:uri="urn:schemas-microsoft-com:office:smarttags" w:element="PersonName">
        <w:smartTag w:uri="urn:schemas:contacts" w:element="GivenName">
          <w:r w:rsidRPr="00F76646">
            <w:t>Nisa</w:t>
          </w:r>
        </w:smartTag>
        <w:r w:rsidRPr="00F76646">
          <w:t xml:space="preserve"> </w:t>
        </w:r>
        <w:smartTag w:uri="urn:schemas:contacts" w:element="Sn">
          <w:r w:rsidRPr="00F76646">
            <w:t>al Aalameen</w:t>
          </w:r>
        </w:smartTag>
      </w:smartTag>
      <w:r w:rsidRPr="00F76646">
        <w:t xml:space="preserve">, and al-Hassan </w:t>
      </w:r>
    </w:p>
    <w:p w:rsidR="001137B5" w:rsidRPr="00F76646" w:rsidRDefault="001137B5" w:rsidP="001137B5">
      <w:pPr>
        <w:pStyle w:val="libItalic"/>
      </w:pPr>
      <w:r w:rsidRPr="00F76646">
        <w:t xml:space="preserve">(s.a.) &amp; al-Hussain (s.a.) are the Head of the Youth of the </w:t>
      </w:r>
      <w:smartTag w:uri="urn:schemas-microsoft-com:office:smarttags" w:element="place">
        <w:r w:rsidRPr="00F76646">
          <w:t>Paradise</w:t>
        </w:r>
      </w:smartTag>
      <w:r w:rsidRPr="00F76646">
        <w:t>.”</w:t>
      </w:r>
    </w:p>
    <w:p w:rsidR="001137B5" w:rsidRDefault="001137B5" w:rsidP="00AD7866">
      <w:pPr>
        <w:pStyle w:val="libNormal"/>
      </w:pPr>
      <w:r>
        <w:t>(Uyoon e Akhb</w:t>
      </w:r>
      <w:r w:rsidRPr="00F76646">
        <w:t>ar e Raza (s.a.), V 1, P 536)</w:t>
      </w:r>
    </w:p>
    <w:p w:rsidR="001137B5" w:rsidRDefault="001137B5" w:rsidP="00AD7866">
      <w:pPr>
        <w:pStyle w:val="libNormal"/>
      </w:pPr>
      <w:r>
        <w:t>Muqassir is shattered into</w:t>
      </w:r>
      <w:r w:rsidRPr="00F76646">
        <w:t xml:space="preserve"> pieces! On Arsh e Mo’alla of Allah, not only the holy names of Anwaar e Khamsa are written, but the great name of </w:t>
      </w:r>
      <w:smartTag w:uri="urn:schemas-microsoft-com:office:smarttags" w:element="PersonName">
        <w:smartTag w:uri="urn:schemas:contacts" w:element="GivenName">
          <w:r w:rsidRPr="00F76646">
            <w:t>Hazrat</w:t>
          </w:r>
        </w:smartTag>
        <w:r w:rsidRPr="00F76646">
          <w:t xml:space="preserve"> </w:t>
        </w:r>
        <w:smartTag w:uri="urn:schemas:contacts" w:element="middlename">
          <w:r w:rsidRPr="00F76646">
            <w:t>Abu</w:t>
          </w:r>
        </w:smartTag>
        <w:r w:rsidRPr="00F76646">
          <w:t xml:space="preserve"> </w:t>
        </w:r>
        <w:smartTag w:uri="urn:schemas:contacts" w:element="Sn">
          <w:r w:rsidRPr="00F76646">
            <w:t>Talib</w:t>
          </w:r>
        </w:smartTag>
      </w:smartTag>
      <w:r w:rsidRPr="00F76646">
        <w:t xml:space="preserve"> (s.a.) is also written.</w:t>
      </w:r>
    </w:p>
    <w:p w:rsidR="001137B5" w:rsidRDefault="001137B5" w:rsidP="001137B5">
      <w:pPr>
        <w:pStyle w:val="Heading4Center"/>
      </w:pPr>
      <w:r w:rsidRPr="00F76646">
        <w:t xml:space="preserve">13-Rukn of Tauheed: Walayat e </w:t>
      </w:r>
      <w:smartTag w:uri="urn:schemas:contacts" w:element="GivenName">
        <w:r w:rsidRPr="00F76646">
          <w:t>Ali</w:t>
        </w:r>
      </w:smartTag>
      <w:r w:rsidRPr="00F76646">
        <w:t xml:space="preserve"> (s.a.)</w:t>
      </w:r>
    </w:p>
    <w:p w:rsidR="001137B5" w:rsidRPr="00F76646" w:rsidRDefault="001137B5" w:rsidP="001137B5">
      <w:pPr>
        <w:pStyle w:val="libItalic"/>
      </w:pPr>
      <w:r w:rsidRPr="00F76646">
        <w:t>Imam Zainul Abideen (s.a.) said: “There is no curtain between Allah Jalla Shanohu and His Hujjat, thus it is not for Allah that He has to be behind a veil for His Hujjat, we are the door of Allah, we are the Straight Path, we are the treasure of His Knowledge, we are the Translator of His Wahi, we are the Arkaan (pillars) of His Tauheed, and we are the Place of His Secrets.”</w:t>
      </w:r>
    </w:p>
    <w:p w:rsidR="001137B5" w:rsidRDefault="001137B5" w:rsidP="00AD7866">
      <w:pPr>
        <w:pStyle w:val="libNormal"/>
      </w:pPr>
      <w:r w:rsidRPr="00FC1280">
        <w:t>(Ma’ani al Akhbar, V 1, P 73)</w:t>
      </w:r>
    </w:p>
    <w:p w:rsidR="001137B5" w:rsidRDefault="001137B5" w:rsidP="00AD7866">
      <w:pPr>
        <w:pStyle w:val="libNormal"/>
      </w:pPr>
      <w:r w:rsidRPr="00F76646">
        <w:t>Fourteen Infallibles (s.a.a.) are the Pillars of Tauheed. If these pillars are removed the building of Tauheed will collapse. Muqassir Mulla! Leave alone Kalima, Azaan, and Na</w:t>
      </w:r>
      <w:r>
        <w:t>maaz; those great Anwaar who have</w:t>
      </w:r>
      <w:r w:rsidRPr="00F76646">
        <w:t xml:space="preserve"> no veil for Allah, you are trying to separate them from Tauheed, with your evil tricks.</w:t>
      </w:r>
    </w:p>
    <w:p w:rsidR="001137B5" w:rsidRDefault="001137B5" w:rsidP="001137B5">
      <w:pPr>
        <w:pStyle w:val="Heading4Center"/>
      </w:pPr>
      <w:r w:rsidRPr="00F76646">
        <w:t>14-Kalimut Tayyab</w:t>
      </w:r>
    </w:p>
    <w:p w:rsidR="001137B5" w:rsidRDefault="001137B5" w:rsidP="001137B5">
      <w:pPr>
        <w:pStyle w:val="libItalic"/>
      </w:pPr>
      <w:r w:rsidRPr="00F76646">
        <w:t xml:space="preserve">Imam Jafar Sadiq (s.a.) said about the saying of Allah, ‘Pure Kalima rises towards Allah, and good deed elevates it’ (Fatir 10): ‘Kalima Tayyiba (Pure)’ means the saying of Momin: ‘There is none worthy of worship except Allah, Mohammad (s.a.w.a.w.) is Rasool of Allah, Ali (s.a.) is Wali of Allah, and Khalifa of Rasool Allah.’ And said: Good Deed (Amal e Saleh) </w:t>
      </w:r>
    </w:p>
    <w:p w:rsidR="001137B5" w:rsidRPr="00F76646" w:rsidRDefault="001137B5" w:rsidP="001137B5">
      <w:pPr>
        <w:pStyle w:val="libItalic"/>
      </w:pPr>
      <w:r w:rsidRPr="00F76646">
        <w:t>means faith with heart that it is Haqq from Allah and there is no doubt about it that it is from the Rabb of Aalameen.</w:t>
      </w:r>
    </w:p>
    <w:p w:rsidR="001137B5" w:rsidRDefault="001137B5" w:rsidP="00AD7866">
      <w:pPr>
        <w:pStyle w:val="libNormal"/>
      </w:pPr>
      <w:r w:rsidRPr="00F76646">
        <w:t>(</w:t>
      </w:r>
      <w:smartTag w:uri="urn:schemas-microsoft-com:office:smarttags" w:element="PersonName">
        <w:smartTag w:uri="urn:schemas:contacts" w:element="GivenName">
          <w:r w:rsidRPr="00F76646">
            <w:t>Tafseer</w:t>
          </w:r>
        </w:smartTag>
        <w:r w:rsidRPr="00F76646">
          <w:t xml:space="preserve"> </w:t>
        </w:r>
        <w:smartTag w:uri="urn:schemas:contacts" w:element="Sn">
          <w:r w:rsidRPr="00F76646">
            <w:t>Ali</w:t>
          </w:r>
        </w:smartTag>
      </w:smartTag>
      <w:r w:rsidRPr="00F76646">
        <w:t xml:space="preserve"> bin Ibraheem)</w:t>
      </w:r>
    </w:p>
    <w:p w:rsidR="001137B5" w:rsidRDefault="001137B5" w:rsidP="001137B5">
      <w:pPr>
        <w:pStyle w:val="Heading4Center"/>
      </w:pPr>
      <w:r w:rsidRPr="00F76646">
        <w:t>15-Encompassing Universe: Imam e Mubeen (s.a.)</w:t>
      </w:r>
    </w:p>
    <w:p w:rsidR="001137B5" w:rsidRDefault="001137B5" w:rsidP="001137B5">
      <w:pPr>
        <w:pStyle w:val="libItalic"/>
      </w:pPr>
      <w:r w:rsidRPr="00F76646">
        <w:t xml:space="preserve">Imam Jafar Sadiq (s.a.) said: “No doubt when Allah Ta’ala created Arsh, then wrote on it, ‘There is none worthy of worship except Allah, Mohammad (s.a.w.a.w.) is Rasool of Allah, Ali (s.a.) is Amirul Momineen’, and when Allah created water, then wrote on its starting ‘There is none worthy of worship except Allah, Mohammad (s.a.w.a.w.) is Rasool of Allah, Ali (s.a.) is Amirul Momineen’, and when Allah created Kursi, then wrote on its stands ‘There is none worthy of worship except Allah, Mohammad (s.a.w.a.w.) is Rasool of Allah, Ali (s.a.) is Amirul Momineen’, and when Allah created Loh, then wrote on it ‘There is none worthy of worship except Allah, Mohammad (s.a.w.a.w.) is Rasool of Allah, Ali (s.a.) is Amirul Momineen’, and when Allah created Israfeel (a.s.), then wrote on his forehead ‘There is none worthy of worship except Allah, Mohammad (s.a.w.a.w.) is Rasool of Allah, Ali (s.a.) is Amirul Momineen’, and when </w:t>
      </w:r>
      <w:r w:rsidRPr="00F76646">
        <w:lastRenderedPageBreak/>
        <w:t xml:space="preserve">Allah created Jibraeel (a.s.), then wrote on his wings ‘There is none worthy of worship except Allah, Mohammad (s.a.w.a.w.) is Rasool of Allah, Ali (s.a.) is Amirul Momineen’, and when Allah created the Skies, then wrote on their edges ‘There is none worthy of worship except Allah, Mohammad (s.a.w.a.w.) is Rasool of Allah, Ali (s.a.) is Amirul Momineen’, and when Allah created the Earth, then wrote on its strata ‘There is none worthy of worship except Allah, Mohammad (s.a.w.a.w.) is Rasool of Allah, Ali (s.a.) is Amirul Momineen’, and when Allah created the hills, then wrote on its tops ‘There is none worthy of worship except Allah, Mohammad (s.a.w.a.w.) is Rasool of </w:t>
      </w:r>
    </w:p>
    <w:p w:rsidR="001137B5" w:rsidRPr="00F76646" w:rsidRDefault="001137B5" w:rsidP="001137B5">
      <w:pPr>
        <w:pStyle w:val="libItalic"/>
      </w:pPr>
      <w:r w:rsidRPr="00F76646">
        <w:t>Allah, Ali (s.a.) is Amirul Momineen’, and when Allah created the Sun, then wrote on it ‘There is none worthy of worship except Allah, Mohammad (s.a.w.a.w.) is Rasool of Allah, Ali (s.a.) is Amirul Momineen’, and when Allah created the Moon, then wrote on it ‘There is none worthy of worship except Allah, Mohammad (s.a.w.a.w.) is Rasool of Allah, Ali (s.a.) is Amirul Momineen’, and that black mark which you see on the Moon, that is it. Thus whenever anyone among you says ‘There is none worthy of worship except Allah’, it is must he should say ‘</w:t>
      </w:r>
      <w:smartTag w:uri="urn:schemas:contacts" w:element="GivenName">
        <w:r w:rsidRPr="00F76646">
          <w:t>Ali</w:t>
        </w:r>
      </w:smartTag>
      <w:r w:rsidRPr="00F76646">
        <w:t xml:space="preserve"> (s.a.) is </w:t>
      </w:r>
      <w:smartTag w:uri="urn:schemas-microsoft-com:office:smarttags" w:element="PersonName">
        <w:smartTag w:uri="urn:schemas:contacts" w:element="GivenName">
          <w:r w:rsidRPr="00F76646">
            <w:t>Amirul</w:t>
          </w:r>
        </w:smartTag>
        <w:r w:rsidRPr="00F76646">
          <w:t xml:space="preserve"> </w:t>
        </w:r>
        <w:smartTag w:uri="urn:schemas:contacts" w:element="Sn">
          <w:r w:rsidRPr="00F76646">
            <w:t>Momineen</w:t>
          </w:r>
        </w:smartTag>
      </w:smartTag>
      <w:r w:rsidRPr="00F76646">
        <w:t xml:space="preserve">, Wali of Allah.’ </w:t>
      </w:r>
    </w:p>
    <w:p w:rsidR="001137B5" w:rsidRDefault="001137B5" w:rsidP="00AD7866">
      <w:pPr>
        <w:pStyle w:val="libNormal"/>
      </w:pPr>
      <w:r w:rsidRPr="00F76646">
        <w:t>(</w:t>
      </w:r>
      <w:smartTag w:uri="urn:schemas:contacts" w:element="Sn">
        <w:r w:rsidRPr="00F76646">
          <w:t>al Ehtijaj</w:t>
        </w:r>
      </w:smartTag>
      <w:r w:rsidRPr="00F76646">
        <w:t>, V 1, P 365)</w:t>
      </w:r>
    </w:p>
    <w:p w:rsidR="001137B5" w:rsidRDefault="001137B5" w:rsidP="001137B5">
      <w:pPr>
        <w:pStyle w:val="Heading4Center"/>
      </w:pPr>
      <w:r w:rsidRPr="00F76646">
        <w:t>16-Testification of Humans in Aalam e Zarr</w:t>
      </w:r>
    </w:p>
    <w:p w:rsidR="001137B5" w:rsidRPr="00F76646" w:rsidRDefault="001137B5" w:rsidP="001137B5">
      <w:pPr>
        <w:pStyle w:val="libItalic"/>
      </w:pPr>
      <w:r w:rsidRPr="00F76646">
        <w:t xml:space="preserve">Imam </w:t>
      </w:r>
      <w:smartTag w:uri="urn:schemas:contacts" w:element="GivenName">
        <w:r w:rsidRPr="00F76646">
          <w:t>Jafar</w:t>
        </w:r>
      </w:smartTag>
      <w:r w:rsidRPr="00F76646">
        <w:t xml:space="preserve"> </w:t>
      </w:r>
      <w:smartTag w:uri="urn:schemas:contacts" w:element="Sn">
        <w:r w:rsidRPr="00F76646">
          <w:t>Sadiq</w:t>
        </w:r>
      </w:smartTag>
      <w:r w:rsidRPr="00F76646">
        <w:t xml:space="preserve"> (s.a.) said about the saying of Allah ‘And when your Rabb took out from Bani </w:t>
      </w:r>
      <w:smartTag w:uri="urn:schemas:contacts" w:element="GivenName">
        <w:r w:rsidRPr="00F76646">
          <w:t>Adam</w:t>
        </w:r>
      </w:smartTag>
      <w:r w:rsidRPr="00F76646">
        <w:t xml:space="preserve"> (a.s.) their children from their backs.....’ (</w:t>
      </w:r>
      <w:smartTag w:uri="urn:schemas:contacts" w:element="Sn">
        <w:r w:rsidRPr="00F76646">
          <w:t>A’raf</w:t>
        </w:r>
      </w:smartTag>
      <w:r w:rsidRPr="00F76646">
        <w:t xml:space="preserve"> 172): Allah </w:t>
      </w:r>
      <w:smartTag w:uri="urn:schemas:contacts" w:element="Sn">
        <w:r w:rsidRPr="00F76646">
          <w:t>Ta’ala</w:t>
        </w:r>
      </w:smartTag>
      <w:r w:rsidRPr="00F76646">
        <w:t xml:space="preserve"> took out the humans who have to come until Qiyamah from the back of </w:t>
      </w:r>
      <w:smartTag w:uri="urn:schemas:contacts" w:element="GivenName">
        <w:r w:rsidRPr="00F76646">
          <w:t>Adam</w:t>
        </w:r>
      </w:smartTag>
      <w:r w:rsidRPr="00F76646">
        <w:t xml:space="preserve"> (a.s.), and all of them were like particles, then Allah introduced Himself, and if this introduction was not there, no person would have known his Rabb. Then He asked: Am I not Rabb of all of you? Then they all replied: Why not? And He said: No doubt, this </w:t>
      </w:r>
      <w:smartTag w:uri="urn:schemas:contacts" w:element="GivenName">
        <w:r w:rsidRPr="00F76646">
          <w:t>Mohammad</w:t>
        </w:r>
      </w:smartTag>
      <w:r w:rsidRPr="00F76646">
        <w:t xml:space="preserve"> (s.a.w.a.w.) is My Rasool, and </w:t>
      </w:r>
      <w:smartTag w:uri="urn:schemas:contacts" w:element="GivenName">
        <w:r w:rsidRPr="00F76646">
          <w:t>Ali</w:t>
        </w:r>
      </w:smartTag>
      <w:r w:rsidRPr="00F76646">
        <w:t xml:space="preserve"> (s.a.) is </w:t>
      </w:r>
      <w:smartTag w:uri="urn:schemas-microsoft-com:office:smarttags" w:element="PersonName">
        <w:smartTag w:uri="urn:schemas:contacts" w:element="GivenName">
          <w:r w:rsidRPr="00F76646">
            <w:t>Amirul</w:t>
          </w:r>
        </w:smartTag>
        <w:r w:rsidRPr="00F76646">
          <w:t xml:space="preserve"> </w:t>
        </w:r>
        <w:smartTag w:uri="urn:schemas:contacts" w:element="Sn">
          <w:r w:rsidRPr="00F76646">
            <w:t>Momineen</w:t>
          </w:r>
        </w:smartTag>
      </w:smartTag>
      <w:r w:rsidRPr="00F76646">
        <w:t>, and he is My Khalifa and Trustee.</w:t>
      </w:r>
    </w:p>
    <w:p w:rsidR="001137B5" w:rsidRDefault="001137B5" w:rsidP="00AD7866">
      <w:pPr>
        <w:pStyle w:val="libNormal"/>
      </w:pPr>
      <w:r w:rsidRPr="00F76646">
        <w:t>(Basair al Darajat, V 1, P 157)</w:t>
      </w:r>
    </w:p>
    <w:p w:rsidR="001137B5" w:rsidRDefault="001137B5" w:rsidP="00AD7866">
      <w:pPr>
        <w:pStyle w:val="libNormal"/>
      </w:pPr>
      <w:r w:rsidRPr="00F76646">
        <w:t>Who divide the Covenant of Allah into pieces, they are worse than animals.</w:t>
      </w:r>
    </w:p>
    <w:p w:rsidR="001137B5" w:rsidRDefault="001137B5" w:rsidP="001137B5">
      <w:pPr>
        <w:pStyle w:val="Heading4Center"/>
      </w:pPr>
      <w:r w:rsidRPr="00F76646">
        <w:t>17-Prophets get Prophet</w:t>
      </w:r>
      <w:r>
        <w:t>-</w:t>
      </w:r>
      <w:r w:rsidRPr="00F76646">
        <w:t>hood by Testifying Walayat</w:t>
      </w:r>
    </w:p>
    <w:p w:rsidR="001137B5" w:rsidRPr="00F76646" w:rsidRDefault="001137B5" w:rsidP="001137B5">
      <w:pPr>
        <w:pStyle w:val="libItalic"/>
      </w:pPr>
      <w:r w:rsidRPr="00F76646">
        <w:t xml:space="preserve">Imam </w:t>
      </w:r>
      <w:smartTag w:uri="urn:schemas:contacts" w:element="GivenName">
        <w:r w:rsidRPr="00F76646">
          <w:t>Mohammad</w:t>
        </w:r>
      </w:smartTag>
      <w:r w:rsidRPr="00F76646">
        <w:t xml:space="preserve"> </w:t>
      </w:r>
      <w:smartTag w:uri="urn:schemas:contacts" w:element="Sn">
        <w:r w:rsidRPr="00F76646">
          <w:t>Baqir</w:t>
        </w:r>
      </w:smartTag>
      <w:r w:rsidRPr="00F76646">
        <w:t xml:space="preserve"> (s.a.) said: “Allah </w:t>
      </w:r>
      <w:smartTag w:uri="urn:schemas:contacts" w:element="Sn">
        <w:r w:rsidRPr="00F76646">
          <w:t>Ta’ala</w:t>
        </w:r>
      </w:smartTag>
      <w:r w:rsidRPr="00F76646">
        <w:t xml:space="preserve"> took Covenant from the Prophets (a.s.): Am I not your Rabb? Then He said: And certainly this </w:t>
      </w:r>
      <w:smartTag w:uri="urn:schemas:contacts" w:element="GivenName">
        <w:r w:rsidRPr="00F76646">
          <w:t>Mohammad</w:t>
        </w:r>
      </w:smartTag>
      <w:r w:rsidRPr="00F76646">
        <w:t xml:space="preserve"> (s.a.w.a.w.) is Rasool Allah, and certainly this </w:t>
      </w:r>
      <w:smartTag w:uri="urn:schemas:contacts" w:element="GivenName">
        <w:r w:rsidRPr="00F76646">
          <w:t>Ali</w:t>
        </w:r>
      </w:smartTag>
      <w:r w:rsidRPr="00F76646">
        <w:t xml:space="preserve"> (s.a.) is </w:t>
      </w:r>
      <w:smartTag w:uri="urn:schemas-microsoft-com:office:smarttags" w:element="PersonName">
        <w:smartTag w:uri="urn:schemas:contacts" w:element="GivenName">
          <w:r w:rsidRPr="00F76646">
            <w:t>Amirul</w:t>
          </w:r>
        </w:smartTag>
        <w:r w:rsidRPr="00F76646">
          <w:t xml:space="preserve"> </w:t>
        </w:r>
        <w:smartTag w:uri="urn:schemas:contacts" w:element="Sn">
          <w:r w:rsidRPr="00F76646">
            <w:t>Momineen</w:t>
          </w:r>
        </w:smartTag>
      </w:smartTag>
      <w:r w:rsidRPr="00F76646">
        <w:t>. Then they all replied: Why not. Thus they were bestowed Prophet-hood.</w:t>
      </w:r>
    </w:p>
    <w:p w:rsidR="001137B5" w:rsidRPr="00F76646" w:rsidRDefault="001137B5" w:rsidP="00AD7866">
      <w:pPr>
        <w:pStyle w:val="libNormal"/>
      </w:pPr>
      <w:r w:rsidRPr="00F76646">
        <w:t xml:space="preserve">And then He took Covenant from the </w:t>
      </w:r>
      <w:smartTag w:uri="urn:schemas-microsoft-com:office:smarttags" w:element="PersonName">
        <w:smartTag w:uri="urn:schemas:contacts" w:element="GivenName">
          <w:r w:rsidRPr="00F76646">
            <w:t>Olil</w:t>
          </w:r>
        </w:smartTag>
        <w:r w:rsidRPr="00F76646">
          <w:t xml:space="preserve"> </w:t>
        </w:r>
        <w:smartTag w:uri="urn:schemas:contacts" w:element="Sn">
          <w:r w:rsidRPr="00F76646">
            <w:t>Azm</w:t>
          </w:r>
        </w:smartTag>
      </w:smartTag>
      <w:r w:rsidRPr="00F76646">
        <w:t>: Beware! Only I am your Rabb, and Mohammad (s.a.w.a.w.) is My Rasool, and Ali (s.a.) is Amirul Momineen, and Aoliya (s.a.a.) after him are Wali of My Amr, and Treasurer of My Knowledge, and I will help My Deen through Mahdi (a.f.s.), and prevail My Government, and will take revenge from My enemies.</w:t>
      </w:r>
    </w:p>
    <w:p w:rsidR="001137B5" w:rsidRDefault="001137B5" w:rsidP="00AD7866">
      <w:pPr>
        <w:pStyle w:val="libNormal"/>
      </w:pPr>
      <w:r w:rsidRPr="00F76646">
        <w:t>(</w:t>
      </w:r>
      <w:smartTag w:uri="urn:schemas-microsoft-com:office:smarttags" w:element="PersonName">
        <w:smartTag w:uri="urn:schemas:contacts" w:element="GivenName">
          <w:r w:rsidRPr="00F76646">
            <w:t>Basair</w:t>
          </w:r>
        </w:smartTag>
        <w:r w:rsidRPr="00F76646">
          <w:t xml:space="preserve"> </w:t>
        </w:r>
        <w:smartTag w:uri="urn:schemas:contacts" w:element="Sn">
          <w:r w:rsidRPr="00F76646">
            <w:t>al Darajat</w:t>
          </w:r>
        </w:smartTag>
      </w:smartTag>
      <w:r w:rsidRPr="00F76646">
        <w:t>)</w:t>
      </w:r>
    </w:p>
    <w:p w:rsidR="001137B5" w:rsidRDefault="001137B5" w:rsidP="00AD7866">
      <w:pPr>
        <w:pStyle w:val="libNormal"/>
      </w:pPr>
      <w:r w:rsidRPr="00F76646">
        <w:lastRenderedPageBreak/>
        <w:t>By testifying Walayat Allah bestows Prophet-hoods; and Harisi Mulla wants to get near to Allah by rejecting it.</w:t>
      </w:r>
    </w:p>
    <w:p w:rsidR="001137B5" w:rsidRDefault="001137B5" w:rsidP="001137B5">
      <w:pPr>
        <w:pStyle w:val="Heading4Center"/>
      </w:pPr>
      <w:r w:rsidRPr="00F76646">
        <w:t xml:space="preserve">18-Stamp of </w:t>
      </w:r>
      <w:smartTag w:uri="urn:schemas-microsoft-com:office:smarttags" w:element="PersonName">
        <w:smartTag w:uri="urn:schemas:contacts" w:element="GivenName">
          <w:r w:rsidRPr="00F76646">
            <w:t>Hazrat</w:t>
          </w:r>
        </w:smartTag>
        <w:r w:rsidRPr="00F76646">
          <w:t xml:space="preserve"> </w:t>
        </w:r>
        <w:smartTag w:uri="urn:schemas:contacts" w:element="Sn">
          <w:r w:rsidRPr="00F76646">
            <w:t>Adam</w:t>
          </w:r>
        </w:smartTag>
      </w:smartTag>
      <w:r w:rsidRPr="00F76646">
        <w:t xml:space="preserve"> (a.s.)</w:t>
      </w:r>
    </w:p>
    <w:p w:rsidR="001137B5" w:rsidRPr="00F76646" w:rsidRDefault="001137B5" w:rsidP="001137B5">
      <w:pPr>
        <w:pStyle w:val="libItalic"/>
      </w:pPr>
      <w:r w:rsidRPr="00F76646">
        <w:t xml:space="preserve">Imam </w:t>
      </w:r>
      <w:smartTag w:uri="urn:schemas:contacts" w:element="Sn">
        <w:r w:rsidRPr="00F76646">
          <w:t>Hadi</w:t>
        </w:r>
      </w:smartTag>
      <w:r w:rsidRPr="00F76646">
        <w:t xml:space="preserve"> (s.a.) said: “It was engraved on the ring of </w:t>
      </w:r>
      <w:smartTag w:uri="urn:schemas:contacts" w:element="GivenName">
        <w:r w:rsidRPr="00F76646">
          <w:t>Adam</w:t>
        </w:r>
      </w:smartTag>
      <w:r w:rsidRPr="00F76646">
        <w:t xml:space="preserve"> (a.s.): There is none worthy of worship except Allah, </w:t>
      </w:r>
      <w:smartTag w:uri="urn:schemas:contacts" w:element="GivenName">
        <w:r w:rsidRPr="00F76646">
          <w:t>Mohammad</w:t>
        </w:r>
      </w:smartTag>
      <w:r w:rsidRPr="00F76646">
        <w:t xml:space="preserve"> (s.a.w.a.w.) is Rasool of Allah, </w:t>
      </w:r>
      <w:smartTag w:uri="urn:schemas:contacts" w:element="GivenName">
        <w:r w:rsidRPr="00F76646">
          <w:t>Ali</w:t>
        </w:r>
      </w:smartTag>
      <w:r w:rsidRPr="00F76646">
        <w:t xml:space="preserve"> (s.a.) is Wali of Allah.”</w:t>
      </w:r>
    </w:p>
    <w:p w:rsidR="001137B5" w:rsidRDefault="001137B5" w:rsidP="00AD7866">
      <w:pPr>
        <w:pStyle w:val="libNormal"/>
      </w:pPr>
      <w:r>
        <w:t>(Makaram e A</w:t>
      </w:r>
      <w:r w:rsidRPr="00F76646">
        <w:t>khlaq)</w:t>
      </w:r>
    </w:p>
    <w:p w:rsidR="001137B5" w:rsidRDefault="001137B5" w:rsidP="00AD7866">
      <w:pPr>
        <w:pStyle w:val="libNormal"/>
      </w:pPr>
      <w:r w:rsidRPr="00F76646">
        <w:t xml:space="preserve">Who is offspring of his father </w:t>
      </w:r>
      <w:smartTag w:uri="urn:schemas:contacts" w:element="GivenName">
        <w:r w:rsidRPr="00F76646">
          <w:t>Adam</w:t>
        </w:r>
      </w:smartTag>
      <w:r w:rsidRPr="00F76646">
        <w:t xml:space="preserve"> (a.s.), and living on the earth of </w:t>
      </w:r>
      <w:smartTag w:uri="urn:schemas-microsoft-com:office:smarttags" w:element="PersonName">
        <w:smartTag w:uri="urn:schemas:contacts" w:element="GivenName">
          <w:r w:rsidRPr="00F76646">
            <w:t>Abu</w:t>
          </w:r>
        </w:smartTag>
        <w:r w:rsidRPr="00F76646">
          <w:t xml:space="preserve"> </w:t>
        </w:r>
        <w:smartTag w:uri="urn:schemas:contacts" w:element="Sn">
          <w:r w:rsidRPr="00F76646">
            <w:t>Turaab</w:t>
          </w:r>
        </w:smartTag>
      </w:smartTag>
      <w:r w:rsidRPr="00F76646">
        <w:t xml:space="preserve"> (s.a.) and eating from it, he can not forget the</w:t>
      </w:r>
      <w:r>
        <w:t xml:space="preserve"> con</w:t>
      </w:r>
      <w:r w:rsidRPr="00F76646">
        <w:t>firmed Promise of Walayat with Allah.</w:t>
      </w:r>
    </w:p>
    <w:p w:rsidR="001137B5" w:rsidRDefault="001137B5" w:rsidP="001137B5">
      <w:pPr>
        <w:pStyle w:val="Heading4Center"/>
      </w:pPr>
      <w:r w:rsidRPr="00F76646">
        <w:t>19-S</w:t>
      </w:r>
      <w:r>
        <w:t>ign</w:t>
      </w:r>
      <w:r w:rsidRPr="00F76646">
        <w:t xml:space="preserve"> board of </w:t>
      </w:r>
      <w:smartTag w:uri="urn:schemas-microsoft-com:office:smarttags" w:element="PersonName">
        <w:smartTag w:uri="urn:schemas:contacts" w:element="GivenName">
          <w:r w:rsidRPr="00F76646">
            <w:t>Hazrat</w:t>
          </w:r>
        </w:smartTag>
        <w:r w:rsidRPr="00F76646">
          <w:t xml:space="preserve"> </w:t>
        </w:r>
        <w:smartTag w:uri="urn:schemas:contacts" w:element="Sn">
          <w:r w:rsidRPr="00F76646">
            <w:t>Musa</w:t>
          </w:r>
        </w:smartTag>
      </w:smartTag>
      <w:r w:rsidRPr="00F76646">
        <w:t xml:space="preserve"> (a.s.)</w:t>
      </w:r>
    </w:p>
    <w:p w:rsidR="001137B5" w:rsidRPr="00F76646" w:rsidRDefault="001137B5" w:rsidP="001137B5">
      <w:pPr>
        <w:pStyle w:val="libItalic"/>
      </w:pPr>
      <w:r w:rsidRPr="00F76646">
        <w:t>Moammer narrated that during a travel to Syria, on the land of Balaqa (Jordan), he saw on a mountain written in Hebrew by Hazrat Musa’s (a.s.) hand: ‘With the Name of Allah, Haqq has come from your Rabb in the clear Arabic language, there is none worthy of worship except Allah, Mohammad (s.a.w.a.w.) is Rasool of Allah, and Ali (s.a.) is Wali of Allah, and this is written by Musa bin Imran (a.s.) with his hand.”</w:t>
      </w:r>
    </w:p>
    <w:p w:rsidR="001137B5" w:rsidRDefault="001137B5" w:rsidP="00AD7866">
      <w:pPr>
        <w:pStyle w:val="libNormal"/>
      </w:pPr>
      <w:r w:rsidRPr="00F76646">
        <w:t>(</w:t>
      </w:r>
      <w:smartTag w:uri="urn:schemas-microsoft-com:office:smarttags" w:element="PersonName">
        <w:smartTag w:uri="urn:schemas:contacts" w:element="GivenName">
          <w:r w:rsidRPr="00F76646">
            <w:t>Biharul</w:t>
          </w:r>
        </w:smartTag>
        <w:r w:rsidRPr="00F76646">
          <w:t xml:space="preserve"> </w:t>
        </w:r>
        <w:smartTag w:uri="urn:schemas:contacts" w:element="Sn">
          <w:r w:rsidRPr="00F76646">
            <w:t>Anwaar</w:t>
          </w:r>
        </w:smartTag>
      </w:smartTag>
      <w:r w:rsidRPr="00F76646">
        <w:t>)</w:t>
      </w:r>
    </w:p>
    <w:p w:rsidR="001137B5" w:rsidRDefault="001137B5" w:rsidP="001137B5">
      <w:pPr>
        <w:pStyle w:val="Heading4Center"/>
      </w:pPr>
      <w:r w:rsidRPr="00F76646">
        <w:t xml:space="preserve">20-Ring-stamp of </w:t>
      </w:r>
      <w:smartTag w:uri="urn:schemas-microsoft-com:office:smarttags" w:element="PersonName">
        <w:smartTag w:uri="urn:schemas:contacts" w:element="GivenName">
          <w:r w:rsidRPr="00F76646">
            <w:t>Hazrat</w:t>
          </w:r>
        </w:smartTag>
        <w:r w:rsidRPr="00F76646">
          <w:t xml:space="preserve"> </w:t>
        </w:r>
        <w:smartTag w:uri="urn:schemas:contacts" w:element="middlename">
          <w:r w:rsidRPr="00F76646">
            <w:t>Abu</w:t>
          </w:r>
        </w:smartTag>
        <w:r w:rsidRPr="00F76646">
          <w:t xml:space="preserve"> </w:t>
        </w:r>
        <w:smartTag w:uri="urn:schemas:contacts" w:element="Sn">
          <w:r w:rsidRPr="00F76646">
            <w:t>Talib</w:t>
          </w:r>
        </w:smartTag>
      </w:smartTag>
      <w:r w:rsidRPr="00F76646">
        <w:t xml:space="preserve"> (s.a.)</w:t>
      </w:r>
    </w:p>
    <w:p w:rsidR="001137B5" w:rsidRPr="00F76646" w:rsidRDefault="001137B5" w:rsidP="001137B5">
      <w:pPr>
        <w:pStyle w:val="libItalic"/>
      </w:pPr>
      <w:r w:rsidRPr="00F76646">
        <w:t xml:space="preserve">Imam </w:t>
      </w:r>
      <w:smartTag w:uri="urn:schemas:contacts" w:element="GivenName">
        <w:r w:rsidRPr="00F76646">
          <w:t>Ali</w:t>
        </w:r>
      </w:smartTag>
      <w:r w:rsidRPr="00F76646">
        <w:t xml:space="preserve"> </w:t>
      </w:r>
      <w:smartTag w:uri="urn:schemas:contacts" w:element="Sn">
        <w:r w:rsidRPr="00F76646">
          <w:t>Raza</w:t>
        </w:r>
      </w:smartTag>
      <w:r w:rsidRPr="00F76646">
        <w:t xml:space="preserve"> (s.a.) said: “It was engraved on the ring of our grand father </w:t>
      </w:r>
      <w:smartTag w:uri="urn:schemas-microsoft-com:office:smarttags" w:element="PersonName">
        <w:smartTag w:uri="urn:schemas:contacts" w:element="GivenName">
          <w:r w:rsidRPr="00F76646">
            <w:t>Hazrat</w:t>
          </w:r>
        </w:smartTag>
        <w:r w:rsidRPr="00F76646">
          <w:t xml:space="preserve"> </w:t>
        </w:r>
        <w:smartTag w:uri="urn:schemas:contacts" w:element="middlename">
          <w:r w:rsidRPr="00F76646">
            <w:t>Abu</w:t>
          </w:r>
        </w:smartTag>
        <w:r w:rsidRPr="00F76646">
          <w:t xml:space="preserve"> </w:t>
        </w:r>
        <w:smartTag w:uri="urn:schemas:contacts" w:element="Sn">
          <w:r w:rsidRPr="00F76646">
            <w:t>Talib</w:t>
          </w:r>
        </w:smartTag>
      </w:smartTag>
      <w:r w:rsidRPr="00F76646">
        <w:t xml:space="preserve"> (s.a.): I am happy with the Lordship of Allah, and with the Prophet-hood of the son of my brother, </w:t>
      </w:r>
      <w:smartTag w:uri="urn:schemas:contacts" w:element="GivenName">
        <w:r w:rsidRPr="00F76646">
          <w:t>Mohammad</w:t>
        </w:r>
      </w:smartTag>
      <w:r w:rsidRPr="00F76646">
        <w:t xml:space="preserve"> (s.a.w.a.w.), and with the Vicegerency of my son, </w:t>
      </w:r>
      <w:smartTag w:uri="urn:schemas:contacts" w:element="GivenName">
        <w:r w:rsidRPr="00F76646">
          <w:t>Ali</w:t>
        </w:r>
      </w:smartTag>
      <w:r w:rsidRPr="00F76646">
        <w:t xml:space="preserve"> (s.a.).”</w:t>
      </w:r>
    </w:p>
    <w:p w:rsidR="001137B5" w:rsidRDefault="001137B5" w:rsidP="00AD7866">
      <w:pPr>
        <w:pStyle w:val="libNormal"/>
      </w:pPr>
      <w:r w:rsidRPr="00F76646">
        <w:t>(Majalis al Momineen, V 1, P 163, print Islamia)</w:t>
      </w:r>
    </w:p>
    <w:p w:rsidR="00BE2EC5" w:rsidRDefault="001137B5" w:rsidP="00AD7866">
      <w:pPr>
        <w:pStyle w:val="libNormal"/>
      </w:pPr>
      <w:r w:rsidRPr="00F76646">
        <w:t xml:space="preserve">Someone must have asked: O Abu Talib (s.a.)! I have made your lap mine of Prophet-hood &amp; Walayat, are you happy with it? Then </w:t>
      </w:r>
      <w:smartTag w:uri="urn:schemas-microsoft-com:office:smarttags" w:element="PersonName">
        <w:smartTag w:uri="urn:schemas:contacts" w:element="GivenName">
          <w:r w:rsidRPr="00F76646">
            <w:t>Hazrat</w:t>
          </w:r>
        </w:smartTag>
        <w:r w:rsidRPr="00F76646">
          <w:t xml:space="preserve"> </w:t>
        </w:r>
        <w:smartTag w:uri="urn:schemas:contacts" w:element="middlename">
          <w:r w:rsidRPr="00F76646">
            <w:t>Abu</w:t>
          </w:r>
        </w:smartTag>
        <w:r w:rsidRPr="00F76646">
          <w:t xml:space="preserve"> </w:t>
        </w:r>
        <w:smartTag w:uri="urn:schemas:contacts" w:element="Sn">
          <w:r w:rsidRPr="00F76646">
            <w:t>Talib</w:t>
          </w:r>
        </w:smartTag>
      </w:smartTag>
      <w:r w:rsidRPr="00F76646">
        <w:t xml:space="preserve"> (s.a.) must have stamped the firm answer with his stamp: Ya Allah I am happy with your bestowal, and my whole holy progeny (s.a.a.) will sacrifice on Your Tauheed.</w:t>
      </w:r>
    </w:p>
    <w:p w:rsidR="001137B5" w:rsidRDefault="001137B5" w:rsidP="001137B5">
      <w:pPr>
        <w:pStyle w:val="Heading4Center"/>
      </w:pPr>
      <w:r w:rsidRPr="00F76646">
        <w:t xml:space="preserve">21-Kalima unacceptable without </w:t>
      </w:r>
      <w:smartTag w:uri="urn:schemas:contacts" w:element="GivenName">
        <w:r w:rsidRPr="00F76646">
          <w:t>Ali</w:t>
        </w:r>
      </w:smartTag>
      <w:r w:rsidRPr="00F76646">
        <w:t xml:space="preserve"> un Waliullah (s.a.)</w:t>
      </w:r>
    </w:p>
    <w:p w:rsidR="001137B5" w:rsidRDefault="001137B5" w:rsidP="001137B5">
      <w:pPr>
        <w:pStyle w:val="libItalic"/>
      </w:pPr>
      <w:r w:rsidRPr="00F76646">
        <w:t xml:space="preserve">Imam </w:t>
      </w:r>
      <w:smartTag w:uri="urn:schemas:contacts" w:element="GivenName">
        <w:r w:rsidRPr="00F76646">
          <w:t>Mohammad</w:t>
        </w:r>
      </w:smartTag>
      <w:r w:rsidRPr="00F76646">
        <w:t xml:space="preserve"> </w:t>
      </w:r>
      <w:smartTag w:uri="urn:schemas:contacts" w:element="Sn">
        <w:r w:rsidRPr="00F76646">
          <w:t>Baqir</w:t>
        </w:r>
      </w:smartTag>
      <w:r w:rsidRPr="00F76646">
        <w:t xml:space="preserve"> (s.a.) said: “When it will be the day of Qiyamah, and Allah </w:t>
      </w:r>
      <w:smartTag w:uri="urn:schemas:contacts" w:element="Sn">
        <w:r w:rsidRPr="00F76646">
          <w:t>Ta’ala</w:t>
        </w:r>
      </w:smartTag>
      <w:r w:rsidRPr="00F76646">
        <w:t xml:space="preserve"> will gather all the creations from the first to the last on one place, will separate Kalima </w:t>
      </w:r>
    </w:p>
    <w:p w:rsidR="001137B5" w:rsidRPr="00F76646" w:rsidRDefault="001137B5" w:rsidP="001137B5">
      <w:pPr>
        <w:pStyle w:val="libItalic"/>
      </w:pPr>
      <w:r w:rsidRPr="00F76646">
        <w:t>‘There is none worthy of worship except Allah’ from all the creations (i.e. this testification will be deleted from their deed-book) except him who testified the Walayat of Ali ibne Abi Talib (s.a.), and this is the saying of Allah Ta’ala, ‘That day Rooh and Angels will be standing in a row, no one will speak except him whom Rahman will give permission, and he will speak the truth. (Sura Naba)</w:t>
      </w:r>
    </w:p>
    <w:p w:rsidR="001137B5" w:rsidRDefault="001137B5" w:rsidP="00AD7866">
      <w:pPr>
        <w:pStyle w:val="libNormal"/>
      </w:pPr>
      <w:r w:rsidRPr="00F76646">
        <w:t>(</w:t>
      </w:r>
      <w:smartTag w:uri="urn:schemas:contacts" w:element="Sn">
        <w:r w:rsidRPr="00F76646">
          <w:t>al Burhan</w:t>
        </w:r>
      </w:smartTag>
      <w:r w:rsidRPr="00F76646">
        <w:t>)</w:t>
      </w:r>
    </w:p>
    <w:p w:rsidR="001137B5" w:rsidRDefault="001137B5" w:rsidP="00AD7866">
      <w:pPr>
        <w:pStyle w:val="libNormal"/>
      </w:pPr>
      <w:r w:rsidRPr="00F76646">
        <w:t>On the day of Qiyamah this excuse will not be accepted: Ya Allah I swear by Your Honour! “</w:t>
      </w:r>
      <w:smartTag w:uri="urn:schemas:contacts" w:element="GivenName">
        <w:r w:rsidRPr="00F76646">
          <w:t>Ali</w:t>
        </w:r>
      </w:smartTag>
      <w:r w:rsidRPr="00F76646">
        <w:t xml:space="preserve"> un Wali Ullah s.</w:t>
      </w:r>
      <w:r>
        <w:t xml:space="preserve">a.” was not written in any </w:t>
      </w:r>
      <w:smartTag w:uri="urn:schemas-microsoft-com:office:smarttags" w:element="PersonName">
        <w:smartTag w:uri="urn:schemas:contacts" w:element="GivenName">
          <w:r>
            <w:t>Tauzi</w:t>
          </w:r>
          <w:r w:rsidRPr="00F76646">
            <w:t>hul</w:t>
          </w:r>
        </w:smartTag>
        <w:r w:rsidRPr="00F76646">
          <w:t xml:space="preserve"> </w:t>
        </w:r>
        <w:smartTag w:uri="urn:schemas:contacts" w:element="Sn">
          <w:r w:rsidRPr="00F76646">
            <w:t>Masail</w:t>
          </w:r>
        </w:smartTag>
      </w:smartTag>
      <w:r w:rsidRPr="00F76646">
        <w:t>.</w:t>
      </w:r>
    </w:p>
    <w:p w:rsidR="001137B5" w:rsidRDefault="001137B5" w:rsidP="001137B5">
      <w:pPr>
        <w:pStyle w:val="Heading4Center"/>
      </w:pPr>
      <w:r w:rsidRPr="00F76646">
        <w:lastRenderedPageBreak/>
        <w:t>22-Human Nature</w:t>
      </w:r>
    </w:p>
    <w:p w:rsidR="001137B5" w:rsidRPr="00F76646" w:rsidRDefault="001137B5" w:rsidP="001137B5">
      <w:pPr>
        <w:pStyle w:val="libItalic"/>
      </w:pPr>
      <w:r w:rsidRPr="00F76646">
        <w:t>Imam Mohammad bin Ali (s.a.) said about the saying of Allah, ‘The Nature of Allah is that on which He created the humans’: “That Nature is ‘There is none worthy of worship except Allah, Mohammad (s.a.w.a.w.) is Rasool of Allah, Ali (s.a.) Amirul Momineen is Wali of Allah.”</w:t>
      </w:r>
    </w:p>
    <w:p w:rsidR="001137B5" w:rsidRDefault="001137B5" w:rsidP="00AD7866">
      <w:pPr>
        <w:pStyle w:val="libNormal"/>
      </w:pPr>
      <w:r w:rsidRPr="00F76646">
        <w:t>(</w:t>
      </w:r>
      <w:smartTag w:uri="urn:schemas:contacts" w:element="Sn">
        <w:r w:rsidRPr="00F76646">
          <w:t>al Burhan</w:t>
        </w:r>
      </w:smartTag>
      <w:r w:rsidRPr="00F76646">
        <w:t>)</w:t>
      </w:r>
    </w:p>
    <w:p w:rsidR="001137B5" w:rsidRDefault="001137B5" w:rsidP="00AD7866">
      <w:pPr>
        <w:pStyle w:val="libNormal"/>
      </w:pPr>
      <w:r w:rsidRPr="00F76646">
        <w:t>Now whoever thinks that he is a human, then he can not do any deed against Human Nature. Namaaz is not against Human Nature as well!</w:t>
      </w:r>
    </w:p>
    <w:p w:rsidR="001137B5" w:rsidRDefault="001137B5" w:rsidP="001137B5">
      <w:pPr>
        <w:pStyle w:val="Heading4Center"/>
      </w:pPr>
      <w:r w:rsidRPr="00F76646">
        <w:t>23-Azaan Certified by Rasool Allah (s.a.w.a.w.)</w:t>
      </w:r>
    </w:p>
    <w:p w:rsidR="001137B5" w:rsidRDefault="001137B5" w:rsidP="001137B5">
      <w:pPr>
        <w:pStyle w:val="libItalic"/>
      </w:pPr>
      <w:r w:rsidRPr="00F76646">
        <w:t xml:space="preserve">One person came to Rasool Allah (s.a.w.a.w.) and said: ‘Ya Rasool Allah (s.a.w.a.w.)! </w:t>
      </w:r>
      <w:smartTag w:uri="urn:schemas-microsoft-com:office:smarttags" w:element="PersonName">
        <w:smartTag w:uri="urn:schemas:contacts" w:element="GivenName">
          <w:r w:rsidRPr="00F76646">
            <w:t>Abu</w:t>
          </w:r>
        </w:smartTag>
        <w:r w:rsidRPr="00F76646">
          <w:t xml:space="preserve"> </w:t>
        </w:r>
        <w:smartTag w:uri="urn:schemas:contacts" w:element="Sn">
          <w:r w:rsidRPr="00F76646">
            <w:t>Zarr</w:t>
          </w:r>
        </w:smartTag>
      </w:smartTag>
      <w:r w:rsidRPr="00F76646">
        <w:t xml:space="preserve"> recites Testification of Walayat of </w:t>
      </w:r>
      <w:smartTag w:uri="urn:schemas:contacts" w:element="GivenName">
        <w:r w:rsidRPr="00F76646">
          <w:t>Ali</w:t>
        </w:r>
      </w:smartTag>
      <w:r w:rsidRPr="00F76646">
        <w:t xml:space="preserve"> (s.a.) in Azaan after the Testification of Prophet-hood, and he says: I testify that </w:t>
      </w:r>
      <w:smartTag w:uri="urn:schemas:contacts" w:element="GivenName">
        <w:r w:rsidRPr="00F76646">
          <w:t>Ali</w:t>
        </w:r>
      </w:smartTag>
      <w:r w:rsidRPr="00F76646">
        <w:t xml:space="preserve"> (s.a.) is</w:t>
      </w:r>
    </w:p>
    <w:p w:rsidR="001137B5" w:rsidRPr="00F76646" w:rsidRDefault="001137B5" w:rsidP="001137B5">
      <w:pPr>
        <w:pStyle w:val="libItalic"/>
      </w:pPr>
      <w:r w:rsidRPr="00F76646">
        <w:t xml:space="preserve"> Waliullah.’ Rasool Allah (s.a.w.a.w.) said: “It is like that, or have you forgotten my declaration at Ghadeer e Khum: Whom I am Maola, thus Ali (s.a.) is his Maola, then who will break this promise, he will only cause his own loss.”</w:t>
      </w:r>
    </w:p>
    <w:p w:rsidR="001137B5" w:rsidRDefault="001137B5" w:rsidP="00AD7866">
      <w:pPr>
        <w:pStyle w:val="libNormal"/>
      </w:pPr>
      <w:r w:rsidRPr="00F76646">
        <w:t>(Kitabul Hadaya, P 45, print Hikmat)</w:t>
      </w:r>
    </w:p>
    <w:p w:rsidR="001137B5" w:rsidRDefault="001137B5" w:rsidP="00AD7866">
      <w:pPr>
        <w:pStyle w:val="libNormal"/>
      </w:pPr>
      <w:r w:rsidRPr="00F76646">
        <w:t xml:space="preserve">Rasool Allah (s.a.w.a.w.) said: Azaan is like that as </w:t>
      </w:r>
      <w:smartTag w:uri="urn:schemas-microsoft-com:office:smarttags" w:element="PersonName">
        <w:smartTag w:uri="urn:schemas:contacts" w:element="GivenName">
          <w:r w:rsidRPr="00F76646">
            <w:t>Abu</w:t>
          </w:r>
        </w:smartTag>
        <w:r w:rsidRPr="00F76646">
          <w:t xml:space="preserve"> </w:t>
        </w:r>
        <w:smartTag w:uri="urn:schemas:contacts" w:element="Sn">
          <w:r w:rsidRPr="00F76646">
            <w:t>Zarr</w:t>
          </w:r>
        </w:smartTag>
      </w:smartTag>
      <w:r w:rsidRPr="00F76646">
        <w:t xml:space="preserve"> says. He did not say: Call Abu Zarr and ask him, if he says ‘Ali un Waliullah s.a.’ considering it Shu’ar &amp; Mustahib then it is alright, and if he thinks it part of Azaan, then Azaan is Batil, say it again!</w:t>
      </w:r>
    </w:p>
    <w:p w:rsidR="001137B5" w:rsidRDefault="001137B5" w:rsidP="001137B5">
      <w:pPr>
        <w:pStyle w:val="Heading4Center"/>
      </w:pPr>
      <w:r w:rsidRPr="00F76646">
        <w:t xml:space="preserve">24-Azaan &amp; </w:t>
      </w:r>
      <w:smartTag w:uri="urn:schemas:contacts" w:element="Sn">
        <w:r w:rsidRPr="00F76646">
          <w:t>Mo’azzin</w:t>
        </w:r>
      </w:smartTag>
      <w:r w:rsidRPr="00F76646">
        <w:t xml:space="preserve"> of Rasool Allah (s.a.w.a.w.): </w:t>
      </w:r>
      <w:smartTag w:uri="urn:schemas-microsoft-com:office:smarttags" w:element="PersonName">
        <w:smartTag w:uri="urn:schemas:contacts" w:element="GivenName">
          <w:r w:rsidRPr="00F76646">
            <w:t>Maola</w:t>
          </w:r>
        </w:smartTag>
        <w:r w:rsidRPr="00F76646">
          <w:t xml:space="preserve"> </w:t>
        </w:r>
        <w:smartTag w:uri="urn:schemas:contacts" w:element="Sn">
          <w:r w:rsidRPr="00F76646">
            <w:t>Ali</w:t>
          </w:r>
        </w:smartTag>
      </w:smartTag>
      <w:r w:rsidRPr="00F76646">
        <w:t xml:space="preserve"> (s.a.)</w:t>
      </w:r>
    </w:p>
    <w:p w:rsidR="001137B5" w:rsidRPr="00F76646" w:rsidRDefault="001137B5" w:rsidP="001137B5">
      <w:pPr>
        <w:pStyle w:val="libItalic"/>
      </w:pPr>
      <w:r w:rsidRPr="00F76646">
        <w:t>About the saying of Allah, ‘On the day of Hajj e Akbar, Azaan is from Allah, and His Rasool (s.a.w.a.w.) for the people, that Allah and His Rasool (s.a.w.a.w.) are immune to Mushrikeen’ Imam (s.a.) said that Azaan is the name of Imam Ali (s.a.), which Allah revealed for him from the skies.</w:t>
      </w:r>
    </w:p>
    <w:p w:rsidR="001137B5" w:rsidRDefault="001137B5" w:rsidP="00AD7866">
      <w:pPr>
        <w:pStyle w:val="libNormal"/>
      </w:pPr>
      <w:r w:rsidRPr="00F76646">
        <w:t>(Ma’ani al Akhbar, V 2, P 344) (</w:t>
      </w:r>
      <w:smartTag w:uri="urn:schemas:contacts" w:element="Sn">
        <w:r w:rsidRPr="00F76646">
          <w:t>al Lawameh</w:t>
        </w:r>
      </w:smartTag>
      <w:r w:rsidRPr="00F76646">
        <w:t xml:space="preserve"> al Noraniya, </w:t>
      </w:r>
      <w:smartTag w:uri="urn:schemas:contacts" w:element="Sn">
        <w:r w:rsidRPr="00F76646">
          <w:t>al Burhan</w:t>
        </w:r>
      </w:smartTag>
      <w:r w:rsidRPr="00F76646">
        <w:t>)</w:t>
      </w:r>
    </w:p>
    <w:p w:rsidR="001137B5" w:rsidRPr="002B6BC3" w:rsidRDefault="001137B5" w:rsidP="001137B5">
      <w:pPr>
        <w:pStyle w:val="libItalic"/>
      </w:pPr>
      <w:r w:rsidRPr="002B6BC3">
        <w:t xml:space="preserve">Amirul </w:t>
      </w:r>
      <w:smartTag w:uri="urn:schemas:contacts" w:element="Sn">
        <w:r w:rsidRPr="002B6BC3">
          <w:t>Momineen</w:t>
        </w:r>
      </w:smartTag>
      <w:r w:rsidRPr="002B6BC3">
        <w:t xml:space="preserve"> (s.a.) said: “</w:t>
      </w:r>
      <w:r>
        <w:t>I am Azaan of Allah in the World</w:t>
      </w:r>
      <w:r w:rsidRPr="002B6BC3">
        <w:t xml:space="preserve"> and His </w:t>
      </w:r>
      <w:smartTag w:uri="urn:schemas:contacts" w:element="Sn">
        <w:r w:rsidRPr="002B6BC3">
          <w:t>Mo’azzin</w:t>
        </w:r>
      </w:smartTag>
      <w:r w:rsidRPr="002B6BC3">
        <w:t xml:space="preserve"> in the Hereafter.”</w:t>
      </w:r>
    </w:p>
    <w:p w:rsidR="001137B5" w:rsidRDefault="001137B5" w:rsidP="00AD7866">
      <w:pPr>
        <w:pStyle w:val="libNormal"/>
      </w:pPr>
      <w:r w:rsidRPr="002B6BC3">
        <w:t xml:space="preserve">(al Lawameh al Noraniya, Nehjul Israr)  </w:t>
      </w:r>
    </w:p>
    <w:p w:rsidR="001137B5" w:rsidRPr="002B6BC3" w:rsidRDefault="001137B5" w:rsidP="001137B5">
      <w:pPr>
        <w:pStyle w:val="libItalic"/>
      </w:pPr>
      <w:r w:rsidRPr="002B6BC3">
        <w:t xml:space="preserve">On the day of Qiyamah, </w:t>
      </w:r>
      <w:smartTag w:uri="urn:schemas-microsoft-com:office:smarttags" w:element="PersonName">
        <w:smartTag w:uri="urn:schemas:contacts" w:element="GivenName">
          <w:r w:rsidRPr="002B6BC3">
            <w:t>Amirul</w:t>
          </w:r>
        </w:smartTag>
        <w:r w:rsidRPr="002B6BC3">
          <w:t xml:space="preserve"> </w:t>
        </w:r>
        <w:smartTag w:uri="urn:schemas:contacts" w:element="Sn">
          <w:r w:rsidRPr="002B6BC3">
            <w:t>Momineen</w:t>
          </w:r>
        </w:smartTag>
      </w:smartTag>
      <w:r w:rsidRPr="002B6BC3">
        <w:t xml:space="preserve"> (s.a.) will say Azaan: “Beware! Curse of Allah on those who belied my Walayat, and hid my Haqq (Right).”</w:t>
      </w:r>
    </w:p>
    <w:p w:rsidR="001137B5" w:rsidRDefault="001137B5" w:rsidP="00AD7866">
      <w:pPr>
        <w:pStyle w:val="libNormal"/>
      </w:pPr>
      <w:r w:rsidRPr="002B6BC3">
        <w:t>(al Lawameh al Noraniya, Biharul Anwaar)</w:t>
      </w:r>
    </w:p>
    <w:p w:rsidR="001137B5" w:rsidRDefault="001137B5" w:rsidP="001137B5">
      <w:pPr>
        <w:pStyle w:val="Heading4Center"/>
      </w:pPr>
      <w:r w:rsidRPr="00F76646">
        <w:t xml:space="preserve">25-Azaan of the </w:t>
      </w:r>
      <w:smartTag w:uri="urn:schemas:contacts" w:element="Sn">
        <w:r w:rsidRPr="00F76646">
          <w:t>Angels</w:t>
        </w:r>
      </w:smartTag>
      <w:r w:rsidRPr="00F76646">
        <w:t xml:space="preserve"> and Allah’s Order</w:t>
      </w:r>
      <w:r>
        <w:t xml:space="preserve"> for the Ummah</w:t>
      </w:r>
    </w:p>
    <w:p w:rsidR="001137B5" w:rsidRPr="00184D90" w:rsidRDefault="001137B5" w:rsidP="00AD7866">
      <w:pPr>
        <w:pStyle w:val="libNormal"/>
      </w:pPr>
      <w:r w:rsidRPr="00184D90">
        <w:t xml:space="preserve">Rasool Allah (s.a.w.a.w.) said: “When I went to </w:t>
      </w:r>
      <w:smartTag w:uri="urn:schemas:contacts" w:element="Sn">
        <w:r w:rsidRPr="00184D90">
          <w:t>Mai’raj</w:t>
        </w:r>
      </w:smartTag>
      <w:r w:rsidRPr="00184D90">
        <w:t xml:space="preserve">, reached above the sky then all the Prophets (a.s.) offered Namaaz behind me, because I am Imam of the Prophets (a.s.). There is one </w:t>
      </w:r>
      <w:smartTag w:uri="urn:schemas:contacts" w:element="GivenName">
        <w:r w:rsidRPr="00184D90">
          <w:t>Angel</w:t>
        </w:r>
      </w:smartTag>
      <w:r w:rsidRPr="00184D90">
        <w:t xml:space="preserve"> in the 7</w:t>
      </w:r>
      <w:r w:rsidRPr="001137B5">
        <w:t>th</w:t>
      </w:r>
      <w:r w:rsidRPr="00184D90">
        <w:t xml:space="preserve"> sky whose name is Kalkaeel, he said Azaan, in which he recited twice ‘I testify that </w:t>
      </w:r>
      <w:smartTag w:uri="urn:schemas:contacts" w:element="GivenName">
        <w:r w:rsidRPr="00184D90">
          <w:t>Ali</w:t>
        </w:r>
      </w:smartTag>
      <w:r w:rsidRPr="00184D90">
        <w:t xml:space="preserve"> (s.a.) is Waliullah’. When Azaan finished, I asked: Who told you to testify Walayat of </w:t>
      </w:r>
      <w:smartTag w:uri="urn:schemas:contacts" w:element="GivenName">
        <w:r w:rsidRPr="00184D90">
          <w:t>Ali</w:t>
        </w:r>
      </w:smartTag>
      <w:r w:rsidRPr="00184D90">
        <w:t xml:space="preserve"> (s.a.) in Azaan? Kalkaeel (a.s.) replied: Allah has commanded me, and He said, ‘When you will say Azaan, then My Habeeb (s.a.w.a.w.) will ask you, and you should say: The One Allah has commanded me to say in Azaan ‘I testify that </w:t>
      </w:r>
      <w:smartTag w:uri="urn:schemas-microsoft-com:office:smarttags" w:element="PersonName">
        <w:smartTag w:uri="urn:schemas:contacts" w:element="GivenName">
          <w:r w:rsidRPr="00184D90">
            <w:t>Amirul</w:t>
          </w:r>
        </w:smartTag>
        <w:r w:rsidRPr="00184D90">
          <w:t xml:space="preserve"> </w:t>
        </w:r>
        <w:smartTag w:uri="urn:schemas:contacts" w:element="middlename">
          <w:r w:rsidRPr="00184D90">
            <w:t>Momineen</w:t>
          </w:r>
        </w:smartTag>
        <w:r w:rsidRPr="00184D90">
          <w:t xml:space="preserve"> </w:t>
        </w:r>
        <w:smartTag w:uri="urn:schemas:contacts" w:element="Sn">
          <w:r w:rsidRPr="00184D90">
            <w:t>Ali</w:t>
          </w:r>
        </w:smartTag>
      </w:smartTag>
      <w:r w:rsidRPr="00184D90">
        <w:t xml:space="preserve"> (s.a.) is Wali of Allah.’ And He said in addition that when you go back, then teach </w:t>
      </w:r>
      <w:r w:rsidRPr="00184D90">
        <w:lastRenderedPageBreak/>
        <w:t>this Azaan to your Ummah, and tell them (Ummah) that Ali (s.a.) the Wali of Allah is medium between Me and you (people), do not be negligent to him, and remember: Neither your Azaan, and nor your Aqamah, and nor your Namaaz, and nor your Fast, and nor your Hajj, and nor your Zakaat, and nor your birth, and nor your death is complete but with the Zikr of Ali ibne Abi Talib (s.a.).”</w:t>
      </w:r>
    </w:p>
    <w:p w:rsidR="001137B5" w:rsidRDefault="001137B5" w:rsidP="00AD7866">
      <w:pPr>
        <w:pStyle w:val="libNormal"/>
      </w:pPr>
      <w:r>
        <w:t>(</w:t>
      </w:r>
      <w:smartTag w:uri="urn:schemas-microsoft-com:office:smarttags" w:element="PersonName">
        <w:smartTag w:uri="urn:schemas:contacts" w:element="GivenName">
          <w:r>
            <w:t>Tanweer</w:t>
          </w:r>
        </w:smartTag>
        <w:r>
          <w:t xml:space="preserve"> </w:t>
        </w:r>
        <w:smartTag w:uri="urn:schemas:contacts" w:element="Sn">
          <w:r>
            <w:t>al Emaan</w:t>
          </w:r>
        </w:smartTag>
      </w:smartTag>
      <w:r>
        <w:t>)</w:t>
      </w:r>
    </w:p>
    <w:p w:rsidR="001137B5" w:rsidRDefault="001137B5" w:rsidP="001137B5">
      <w:pPr>
        <w:pStyle w:val="Heading4Center"/>
      </w:pPr>
      <w:r w:rsidRPr="00F76646">
        <w:t xml:space="preserve">26-Azaan of </w:t>
      </w:r>
      <w:smartTag w:uri="urn:schemas-microsoft-com:office:smarttags" w:element="PersonName">
        <w:r w:rsidRPr="00F76646">
          <w:t xml:space="preserve">Imam </w:t>
        </w:r>
        <w:smartTag w:uri="urn:schemas:contacts" w:element="Sn">
          <w:r w:rsidRPr="00F76646">
            <w:t>Hussain</w:t>
          </w:r>
        </w:smartTag>
      </w:smartTag>
      <w:r w:rsidRPr="00F76646">
        <w:t xml:space="preserve"> (s.a.) in </w:t>
      </w:r>
      <w:smartTag w:uri="urn:schemas-microsoft-com:office:smarttags" w:element="City">
        <w:smartTag w:uri="urn:schemas-microsoft-com:office:smarttags" w:element="place">
          <w:r w:rsidRPr="00F76646">
            <w:t>Karbala</w:t>
          </w:r>
        </w:smartTag>
      </w:smartTag>
      <w:r>
        <w:t>: Jihad e Walayat</w:t>
      </w:r>
    </w:p>
    <w:p w:rsidR="001137B5" w:rsidRDefault="001137B5" w:rsidP="00AD7866">
      <w:pPr>
        <w:pStyle w:val="libNormal"/>
      </w:pPr>
      <w:r w:rsidRPr="00527DD8">
        <w:t>On 11</w:t>
      </w:r>
      <w:r w:rsidRPr="001137B5">
        <w:t>th</w:t>
      </w:r>
      <w:r w:rsidRPr="00527DD8">
        <w:t xml:space="preserve"> Moharram, when the army of </w:t>
      </w:r>
      <w:smartTag w:uri="urn:schemas-microsoft-com:office:smarttags" w:element="PersonName">
        <w:smartTag w:uri="urn:schemas:contacts" w:element="GivenName">
          <w:r w:rsidRPr="00527DD8">
            <w:t>Yazeed</w:t>
          </w:r>
        </w:smartTag>
        <w:r w:rsidRPr="00527DD8">
          <w:t xml:space="preserve"> </w:t>
        </w:r>
        <w:smartTag w:uri="urn:schemas:contacts" w:element="Sn">
          <w:r w:rsidRPr="00527DD8">
            <w:t>Maloon</w:t>
          </w:r>
        </w:smartTag>
      </w:smartTag>
      <w:r w:rsidRPr="00527DD8">
        <w:t xml:space="preserve"> (l.u.) left with the holy prisoners, one person from the army left behind. In the evening, one headless holy body said Azaan, in which he testified ‘I testify that </w:t>
      </w:r>
      <w:smartTag w:uri="urn:schemas-microsoft-com:office:smarttags" w:element="PersonName">
        <w:smartTag w:uri="urn:schemas:contacts" w:element="GivenName">
          <w:r w:rsidRPr="00527DD8">
            <w:t>Ali</w:t>
          </w:r>
        </w:smartTag>
        <w:r w:rsidRPr="00527DD8">
          <w:t xml:space="preserve"> </w:t>
        </w:r>
        <w:smartTag w:uri="urn:schemas:contacts" w:element="middlename">
          <w:r w:rsidRPr="00527DD8">
            <w:t>Amirul</w:t>
          </w:r>
        </w:smartTag>
        <w:r w:rsidRPr="00527DD8">
          <w:t xml:space="preserve"> </w:t>
        </w:r>
        <w:smartTag w:uri="urn:schemas:contacts" w:element="Sn">
          <w:r w:rsidRPr="00527DD8">
            <w:t>Momineen</w:t>
          </w:r>
        </w:smartTag>
      </w:smartTag>
      <w:r w:rsidRPr="00527DD8">
        <w:t xml:space="preserve"> (s.a.) is Wali of Allah’. That person went near and saw that the holy </w:t>
      </w:r>
    </w:p>
    <w:p w:rsidR="001137B5" w:rsidRPr="00527DD8" w:rsidRDefault="001137B5" w:rsidP="001137B5">
      <w:pPr>
        <w:pStyle w:val="libItalic"/>
      </w:pPr>
      <w:r w:rsidRPr="00527DD8">
        <w:t xml:space="preserve">body was of </w:t>
      </w:r>
      <w:smartTag w:uri="urn:schemas-microsoft-com:office:smarttags" w:element="PersonName">
        <w:r w:rsidRPr="00527DD8">
          <w:t xml:space="preserve">Imam </w:t>
        </w:r>
        <w:smartTag w:uri="urn:schemas:contacts" w:element="Sn">
          <w:r w:rsidRPr="00527DD8">
            <w:t>Hussain</w:t>
          </w:r>
        </w:smartTag>
      </w:smartTag>
      <w:r w:rsidRPr="00527DD8">
        <w:t xml:space="preserve"> (s.a.). He was surprised that the battle of </w:t>
      </w:r>
      <w:smartTag w:uri="urn:schemas-microsoft-com:office:smarttags" w:element="City">
        <w:smartTag w:uri="urn:schemas-microsoft-com:office:smarttags" w:element="place">
          <w:r w:rsidRPr="00527DD8">
            <w:t>Karbala</w:t>
          </w:r>
        </w:smartTag>
      </w:smartTag>
      <w:r w:rsidRPr="00527DD8">
        <w:t xml:space="preserve"> was to finish this Testification.</w:t>
      </w:r>
    </w:p>
    <w:p w:rsidR="001137B5" w:rsidRDefault="001137B5" w:rsidP="00AD7866">
      <w:pPr>
        <w:pStyle w:val="libNormal"/>
      </w:pPr>
      <w:r>
        <w:t>(</w:t>
      </w:r>
      <w:smartTag w:uri="urn:schemas-microsoft-com:office:smarttags" w:element="PersonName">
        <w:smartTag w:uri="urn:schemas:contacts" w:element="GivenName">
          <w:r>
            <w:t>Bahrul</w:t>
          </w:r>
        </w:smartTag>
        <w:r>
          <w:t xml:space="preserve"> </w:t>
        </w:r>
        <w:smartTag w:uri="urn:schemas:contacts" w:element="Sn">
          <w:r>
            <w:t>Masa’ib</w:t>
          </w:r>
        </w:smartTag>
      </w:smartTag>
      <w:r>
        <w:t>)</w:t>
      </w:r>
    </w:p>
    <w:p w:rsidR="00BE2EC5" w:rsidRDefault="001137B5" w:rsidP="00AD7866">
      <w:pPr>
        <w:pStyle w:val="libNormal"/>
      </w:pPr>
      <w:r>
        <w:t xml:space="preserve">The Object and Aim of the holy sacrifices of </w:t>
      </w:r>
      <w:smartTag w:uri="urn:schemas-microsoft-com:office:smarttags" w:element="City">
        <w:smartTag w:uri="urn:schemas-microsoft-com:office:smarttags" w:element="place">
          <w:r>
            <w:t>Karbala</w:t>
          </w:r>
        </w:smartTag>
      </w:smartTag>
      <w:r>
        <w:t xml:space="preserve"> was to revive Walayat e </w:t>
      </w:r>
      <w:smartTag w:uri="urn:schemas:contacts" w:element="GivenName">
        <w:r>
          <w:t>Ali</w:t>
        </w:r>
      </w:smartTag>
      <w:r>
        <w:t xml:space="preserve"> (s.a.). The sacrifice for Walayat e </w:t>
      </w:r>
      <w:smartTag w:uri="urn:schemas:contacts" w:element="GivenName">
        <w:r>
          <w:t>Ali</w:t>
        </w:r>
      </w:smartTag>
      <w:r>
        <w:t xml:space="preserve"> (s.a.) started with the martyrdom of Rasool Allah (s.a.w.a.w.), then </w:t>
      </w:r>
      <w:smartTag w:uri="urn:schemas:contacts" w:element="GivenName">
        <w:r>
          <w:t>Syyeda</w:t>
        </w:r>
      </w:smartTag>
      <w:r>
        <w:t xml:space="preserve"> </w:t>
      </w:r>
      <w:smartTag w:uri="urn:schemas:contacts" w:element="middlename">
        <w:r>
          <w:t>Fatima</w:t>
        </w:r>
      </w:smartTag>
      <w:r>
        <w:t xml:space="preserve"> </w:t>
      </w:r>
      <w:smartTag w:uri="urn:schemas:contacts" w:element="Sn">
        <w:r>
          <w:t>Zahra</w:t>
        </w:r>
      </w:smartTag>
      <w:r>
        <w:t xml:space="preserve"> (s.a.), </w:t>
      </w:r>
      <w:smartTag w:uri="urn:schemas:contacts" w:element="GivenName">
        <w:r>
          <w:t>Hazrat</w:t>
        </w:r>
      </w:smartTag>
      <w:r>
        <w:t xml:space="preserve"> </w:t>
      </w:r>
      <w:smartTag w:uri="urn:schemas:contacts" w:element="Sn">
        <w:r>
          <w:t>Mohsin</w:t>
        </w:r>
      </w:smartTag>
      <w:r>
        <w:t xml:space="preserve"> (s.a.), Imam </w:t>
      </w:r>
      <w:smartTag w:uri="urn:schemas:contacts" w:element="Sn">
        <w:r>
          <w:t>Hassan</w:t>
        </w:r>
      </w:smartTag>
      <w:r>
        <w:t xml:space="preserve"> (s.a.), and so on, and the peak of sacrifice (</w:t>
      </w:r>
      <w:smartTag w:uri="urn:schemas:contacts" w:element="GivenName">
        <w:r>
          <w:t>Zibhe</w:t>
        </w:r>
      </w:smartTag>
      <w:r>
        <w:t xml:space="preserve"> </w:t>
      </w:r>
      <w:smartTag w:uri="urn:schemas:contacts" w:element="Sn">
        <w:r>
          <w:t>Azeem</w:t>
        </w:r>
      </w:smartTag>
      <w:r>
        <w:t xml:space="preserve">) is martyrdom of </w:t>
      </w:r>
      <w:smartTag w:uri="urn:schemas-microsoft-com:office:smarttags" w:element="PersonName">
        <w:smartTag w:uri="urn:schemas:contacts" w:element="GivenName">
          <w:r>
            <w:t>Hazrat</w:t>
          </w:r>
        </w:smartTag>
        <w:r>
          <w:t xml:space="preserve"> </w:t>
        </w:r>
        <w:smartTag w:uri="urn:schemas:contacts" w:element="middlename">
          <w:r>
            <w:t>Ali</w:t>
          </w:r>
        </w:smartTag>
        <w:r>
          <w:t xml:space="preserve"> </w:t>
        </w:r>
        <w:smartTag w:uri="urn:schemas:contacts" w:element="Sn">
          <w:r>
            <w:t>Asghar</w:t>
          </w:r>
        </w:smartTag>
      </w:smartTag>
      <w:r>
        <w:t xml:space="preserve"> (s.a.).</w:t>
      </w:r>
    </w:p>
    <w:p w:rsidR="001137B5" w:rsidRDefault="001137B5" w:rsidP="001137B5">
      <w:pPr>
        <w:pStyle w:val="Heading4Center"/>
      </w:pPr>
      <w:r w:rsidRPr="00F76646">
        <w:t>27-Conspiracy to delete Zikr e Rasool (s.a.w.a.w.)</w:t>
      </w:r>
      <w:r>
        <w:t xml:space="preserve"> </w:t>
      </w:r>
      <w:r w:rsidRPr="00F76646">
        <w:t>from Azaan</w:t>
      </w:r>
    </w:p>
    <w:p w:rsidR="001137B5" w:rsidRPr="007A546F" w:rsidRDefault="001137B5" w:rsidP="001137B5">
      <w:pPr>
        <w:pStyle w:val="libItalic"/>
      </w:pPr>
      <w:r w:rsidRPr="007A546F">
        <w:t xml:space="preserve">Imam </w:t>
      </w:r>
      <w:smartTag w:uri="urn:schemas:contacts" w:element="GivenName">
        <w:r w:rsidRPr="007A546F">
          <w:t>Jafar</w:t>
        </w:r>
      </w:smartTag>
      <w:r w:rsidRPr="007A546F">
        <w:t xml:space="preserve"> </w:t>
      </w:r>
      <w:smartTag w:uri="urn:schemas:contacts" w:element="Sn">
        <w:r w:rsidRPr="007A546F">
          <w:t>Sadiq</w:t>
        </w:r>
      </w:smartTag>
      <w:r w:rsidRPr="007A546F">
        <w:t xml:space="preserve"> (s.a.) said: “The name of Rasool Allah (s.a.w.a.w.) is called repeatedly in Azaan; </w:t>
      </w:r>
      <w:smartTag w:uri="urn:schemas-microsoft-com:office:smarttags" w:element="PersonName">
        <w:smartTag w:uri="urn:schemas:contacts" w:element="GivenName">
          <w:r w:rsidRPr="007A546F">
            <w:t>Ibne</w:t>
          </w:r>
        </w:smartTag>
        <w:r w:rsidRPr="007A546F">
          <w:t xml:space="preserve"> </w:t>
        </w:r>
        <w:smartTag w:uri="urn:schemas:contacts" w:element="Sn">
          <w:r w:rsidRPr="007A546F">
            <w:t>Arwi</w:t>
          </w:r>
        </w:smartTag>
      </w:smartTag>
      <w:r w:rsidRPr="007A546F">
        <w:t xml:space="preserve"> is the first who deleted it.”</w:t>
      </w:r>
    </w:p>
    <w:p w:rsidR="001137B5" w:rsidRDefault="001137B5" w:rsidP="00AD7866">
      <w:pPr>
        <w:pStyle w:val="libNormal"/>
      </w:pPr>
      <w:r>
        <w:t xml:space="preserve">(Mun La Yahzorul Faqeh, V 1, P 198) </w:t>
      </w:r>
    </w:p>
    <w:p w:rsidR="001137B5" w:rsidRDefault="001137B5" w:rsidP="00AD7866">
      <w:pPr>
        <w:pStyle w:val="libNormal"/>
      </w:pPr>
      <w:r>
        <w:t>After the martyrdom of Rasool Allah (s.a.w.a.w.), ‘</w:t>
      </w:r>
      <w:smartTag w:uri="urn:schemas:contacts" w:element="GivenName">
        <w:r>
          <w:t>Ali</w:t>
        </w:r>
      </w:smartTag>
      <w:r>
        <w:t xml:space="preserve"> un Waliullah s.a.’ was deleted from the Azaan by forced order of the government. Then conspiracy was done to delete the Zikr of Mohammad Rasool Allah (s.a.w.a.w.) as well. The illegal occupant of Shaam also mentioned this evil conspiracy as his unsuccessful wish.</w:t>
      </w:r>
    </w:p>
    <w:p w:rsidR="001137B5" w:rsidRDefault="001137B5" w:rsidP="001137B5">
      <w:pPr>
        <w:pStyle w:val="Heading4Center"/>
      </w:pPr>
      <w:r w:rsidRPr="00F76646">
        <w:t>28-Greater than Obligations: Walayat</w:t>
      </w:r>
      <w:r>
        <w:t xml:space="preserve"> e </w:t>
      </w:r>
      <w:smartTag w:uri="urn:schemas:contacts" w:element="GivenName">
        <w:r>
          <w:t>Ali</w:t>
        </w:r>
      </w:smartTag>
      <w:r>
        <w:t xml:space="preserve"> (s.a.)</w:t>
      </w:r>
    </w:p>
    <w:p w:rsidR="001137B5" w:rsidRDefault="001137B5" w:rsidP="001137B5">
      <w:pPr>
        <w:pStyle w:val="libItalic"/>
      </w:pPr>
      <w:r w:rsidRPr="00E9431D">
        <w:t xml:space="preserve">Imam </w:t>
      </w:r>
      <w:smartTag w:uri="urn:schemas:contacts" w:element="GivenName">
        <w:r w:rsidRPr="00E9431D">
          <w:t>Jafar</w:t>
        </w:r>
      </w:smartTag>
      <w:r w:rsidRPr="00E9431D">
        <w:t xml:space="preserve"> </w:t>
      </w:r>
      <w:smartTag w:uri="urn:schemas:contacts" w:element="Sn">
        <w:r w:rsidRPr="00E9431D">
          <w:t>Sadiq</w:t>
        </w:r>
      </w:smartTag>
      <w:r w:rsidRPr="00E9431D">
        <w:t xml:space="preserve"> (s.a.) said: “Nabi (s.a.w.a.w.) went on </w:t>
      </w:r>
      <w:smartTag w:uri="urn:schemas:contacts" w:element="Sn">
        <w:r w:rsidRPr="00E9431D">
          <w:t>Mai’raj</w:t>
        </w:r>
      </w:smartTag>
      <w:r w:rsidRPr="00E9431D">
        <w:t xml:space="preserve"> for one hundred and twenty times, and there was not a single time that Allah did not advise Nabi (s.a.w.a.w.) about </w:t>
      </w:r>
    </w:p>
    <w:p w:rsidR="001137B5" w:rsidRPr="00E9431D" w:rsidRDefault="001137B5" w:rsidP="001137B5">
      <w:pPr>
        <w:pStyle w:val="libItalic"/>
      </w:pPr>
      <w:r w:rsidRPr="00E9431D">
        <w:t xml:space="preserve">the Walayat of </w:t>
      </w:r>
      <w:smartTag w:uri="urn:schemas:contacts" w:element="GivenName">
        <w:r w:rsidRPr="00E9431D">
          <w:t>Ali</w:t>
        </w:r>
      </w:smartTag>
      <w:r w:rsidRPr="00E9431D">
        <w:t xml:space="preserve"> (s.a.) and Imams (s.a.a.), more than what He advised about </w:t>
      </w:r>
      <w:smartTag w:uri="urn:schemas:contacts" w:element="Sn">
        <w:r w:rsidRPr="00E9431D">
          <w:t>Fara’iz</w:t>
        </w:r>
      </w:smartTag>
      <w:r w:rsidRPr="00E9431D">
        <w:t xml:space="preserve"> (Obligations).</w:t>
      </w:r>
    </w:p>
    <w:p w:rsidR="001137B5" w:rsidRDefault="001137B5" w:rsidP="00AD7866">
      <w:pPr>
        <w:pStyle w:val="libNormal"/>
      </w:pPr>
      <w:r>
        <w:t>(</w:t>
      </w:r>
      <w:smartTag w:uri="urn:schemas:contacts" w:element="Sn">
        <w:r>
          <w:t>Khasa’il</w:t>
        </w:r>
      </w:smartTag>
      <w:r>
        <w:t>)</w:t>
      </w:r>
    </w:p>
    <w:p w:rsidR="001137B5" w:rsidRDefault="001137B5" w:rsidP="00AD7866">
      <w:pPr>
        <w:pStyle w:val="libNormal"/>
      </w:pPr>
      <w:r>
        <w:t xml:space="preserve">No doubt that Walayat is more superior to Obligations, and saying of Allah that </w:t>
      </w:r>
      <w:smartTag w:uri="urn:schemas-microsoft-com:office:smarttags" w:element="PersonName">
        <w:smartTag w:uri="urn:schemas:contacts" w:element="GivenName">
          <w:r>
            <w:t>Kalima</w:t>
          </w:r>
        </w:smartTag>
        <w:r>
          <w:t xml:space="preserve"> </w:t>
        </w:r>
        <w:smartTag w:uri="urn:schemas:contacts" w:element="Sn">
          <w:r>
            <w:t>al Taqwa</w:t>
          </w:r>
        </w:smartTag>
      </w:smartTag>
      <w:r>
        <w:t xml:space="preserve"> (Testification of Walayat) is Inevitably Obligatory for the Muttaqeen, confirms it.</w:t>
      </w:r>
    </w:p>
    <w:p w:rsidR="001137B5" w:rsidRDefault="001137B5" w:rsidP="001137B5">
      <w:pPr>
        <w:pStyle w:val="Heading4Center"/>
      </w:pPr>
      <w:r w:rsidRPr="00F76646">
        <w:t xml:space="preserve">29-Allah </w:t>
      </w:r>
      <w:smartTag w:uri="urn:schemas-microsoft-com:office:smarttags" w:element="PersonName">
        <w:smartTag w:uri="urn:schemas:contacts" w:element="GivenName">
          <w:r>
            <w:t>Jalla</w:t>
          </w:r>
        </w:smartTag>
        <w:r>
          <w:t xml:space="preserve"> </w:t>
        </w:r>
        <w:smartTag w:uri="urn:schemas:contacts" w:element="Sn">
          <w:r>
            <w:t>Jalalohu</w:t>
          </w:r>
        </w:smartTag>
      </w:smartTag>
      <w:r>
        <w:t xml:space="preserve"> </w:t>
      </w:r>
      <w:r w:rsidRPr="00F76646">
        <w:t xml:space="preserve">Loves severely the Lover of </w:t>
      </w:r>
      <w:smartTag w:uri="urn:schemas:contacts" w:element="GivenName">
        <w:r w:rsidRPr="00F76646">
          <w:t>Ali</w:t>
        </w:r>
      </w:smartTag>
      <w:r w:rsidRPr="00F76646">
        <w:t xml:space="preserve"> (s.a.)</w:t>
      </w:r>
    </w:p>
    <w:p w:rsidR="001137B5" w:rsidRDefault="001137B5" w:rsidP="001137B5">
      <w:pPr>
        <w:pStyle w:val="libItalic"/>
      </w:pPr>
      <w:r w:rsidRPr="000A7341">
        <w:t xml:space="preserve">Rasool Allah (s.a.w.a.w.) said that Allah said: “That person who knows that ‘There is none worthy of worship except Allah, I am One, and that Mohammad (s.a.w.a.w.) is My Abd and My Rasool, and that Ali bin Abi </w:t>
      </w:r>
      <w:r w:rsidRPr="000A7341">
        <w:lastRenderedPageBreak/>
        <w:t>Talib (s.a.) is My Khalifa, and that Imams (s.a.a.) from his progeny are my Hujjat’ , I will enter him in Paradise with My Blessing, and will rescue him from Jahannam with My Forgiveness, and I will let him to be Near Me, and I will do give him honour, and will complete My Ne’mat on him, and will declare him among My special and pure servants, if he will call Me then I will answer him, and if he will supplicate to Me then I will accept his prayer, and if he will ask Me then I will bestow, and if he will keep quiet then I will start Myself (bestowing Favour), and if he will be despaired then</w:t>
      </w:r>
      <w:r>
        <w:t xml:space="preserve"> I will bless him, if he will ru</w:t>
      </w:r>
      <w:r w:rsidRPr="000A7341">
        <w:t xml:space="preserve">n away from Me then I will call him, and if he will return to Me then I will accept his repentance, and if he will knock My Door then I will open it. And if any person does not testify that ‘There is none worthy of worship except Me’, or he testifies this but does not testify that ‘Mohammad (s.a.w.a.w.) is My Abd and Rasool’, or he testifies this but does not testify that ‘Ali ibne Abi Talib (s.a.) is My Khalifa’, or he testifies this but does not testify that ‘His progeny Imams (s.a.a.) are My Hujjat’, then he denied My Ne’mat, and considered My </w:t>
      </w:r>
    </w:p>
    <w:p w:rsidR="001137B5" w:rsidRDefault="001137B5" w:rsidP="001137B5">
      <w:pPr>
        <w:pStyle w:val="libItalic"/>
      </w:pPr>
      <w:r w:rsidRPr="000A7341">
        <w:t>Splendour inferior, and denied My Ayaat and Kutub, so if he will intend to come to Me then I will put veil, if he will request something then I will deprive him, if he will call</w:t>
      </w:r>
      <w:r>
        <w:t xml:space="preserve"> Me then I will</w:t>
      </w:r>
      <w:r w:rsidRPr="000A7341">
        <w:t xml:space="preserve"> not listen, if he will supplicate then I will not accept, and if he will keep hope from Me then I will cut it, and this is the reward for him from My side, and I do not do injustice to servants.”</w:t>
      </w:r>
    </w:p>
    <w:p w:rsidR="001137B5" w:rsidRDefault="001137B5" w:rsidP="00AD7866">
      <w:pPr>
        <w:pStyle w:val="libNormal"/>
      </w:pPr>
      <w:r>
        <w:t>(Kamalud Din, V 1, P 278)</w:t>
      </w:r>
    </w:p>
    <w:p w:rsidR="001137B5" w:rsidRDefault="001137B5" w:rsidP="00AD7866">
      <w:pPr>
        <w:pStyle w:val="libNormal"/>
      </w:pPr>
      <w:r>
        <w:t>O you afraid of one testification! Allah Azza wa Jalla loves that person too much who testifies Walayat of all Imams (s.a.a.)</w:t>
      </w:r>
    </w:p>
    <w:p w:rsidR="001137B5" w:rsidRDefault="001137B5" w:rsidP="001137B5">
      <w:pPr>
        <w:pStyle w:val="Heading4Center"/>
      </w:pPr>
      <w:r w:rsidRPr="00F76646">
        <w:t>30-The Last Will of Hazrat Amir Muslim (s.a.)</w:t>
      </w:r>
    </w:p>
    <w:p w:rsidR="001137B5" w:rsidRPr="009A7750" w:rsidRDefault="001137B5" w:rsidP="001137B5">
      <w:pPr>
        <w:pStyle w:val="libItalic"/>
      </w:pPr>
      <w:r w:rsidRPr="009A7750">
        <w:t xml:space="preserve">After arresting Hazrat Muslim (s.a.), </w:t>
      </w:r>
      <w:smartTag w:uri="urn:schemas-microsoft-com:office:smarttags" w:element="PersonName">
        <w:smartTag w:uri="urn:schemas:contacts" w:element="GivenName">
          <w:r w:rsidRPr="009A7750">
            <w:t>Ibne</w:t>
          </w:r>
        </w:smartTag>
        <w:r w:rsidRPr="009A7750">
          <w:t xml:space="preserve"> </w:t>
        </w:r>
        <w:smartTag w:uri="urn:schemas:contacts" w:element="Sn">
          <w:r w:rsidRPr="009A7750">
            <w:t>Ziyaad</w:t>
          </w:r>
        </w:smartTag>
      </w:smartTag>
      <w:r w:rsidRPr="009A7750">
        <w:t xml:space="preserve"> (l.u.) said to him: ‘You will be definitely martyred.’ Hazrat Muslim (s.a.) said: “I want to convey my last will to any person of Quraish.” Umar bin Saad (l.u.) stood up and said: ‘What is your last will?’ He said: “My first will is that I testify that there is none worthy of worship except Allah, and that </w:t>
      </w:r>
      <w:smartTag w:uri="urn:schemas:contacts" w:element="GivenName">
        <w:r w:rsidRPr="009A7750">
          <w:t>Mohammad</w:t>
        </w:r>
      </w:smartTag>
      <w:r w:rsidRPr="009A7750">
        <w:t xml:space="preserve"> (s.a.w.a.w.) is  Rasool of Allah, and that </w:t>
      </w:r>
      <w:smartTag w:uri="urn:schemas:contacts" w:element="GivenName">
        <w:r w:rsidRPr="009A7750">
          <w:t>Ali</w:t>
        </w:r>
      </w:smartTag>
      <w:r w:rsidRPr="009A7750">
        <w:t xml:space="preserve"> (s.a.) is Wali of Allah and Wasi of His Rasool and Khalifa in Ummah.”</w:t>
      </w:r>
    </w:p>
    <w:p w:rsidR="001137B5" w:rsidRDefault="001137B5" w:rsidP="00AD7866">
      <w:pPr>
        <w:pStyle w:val="libNormal"/>
      </w:pPr>
      <w:r>
        <w:t xml:space="preserve">(Yanabeh al Mawaddat, P 539) </w:t>
      </w:r>
    </w:p>
    <w:p w:rsidR="001137B5" w:rsidRDefault="001137B5" w:rsidP="001137B5">
      <w:pPr>
        <w:pStyle w:val="Heading4Center"/>
      </w:pPr>
      <w:r w:rsidRPr="00F76646">
        <w:t xml:space="preserve">31-Kalima of </w:t>
      </w:r>
      <w:smartTag w:uri="urn:schemas-microsoft-com:office:smarttags" w:element="PersonName">
        <w:r w:rsidRPr="00F76646">
          <w:t xml:space="preserve">Imam </w:t>
        </w:r>
        <w:smartTag w:uri="urn:schemas:contacts" w:element="Sn">
          <w:r w:rsidRPr="00F76646">
            <w:t>Hassan</w:t>
          </w:r>
        </w:smartTag>
      </w:smartTag>
      <w:r w:rsidRPr="00F76646">
        <w:t xml:space="preserve"> (s.a.)</w:t>
      </w:r>
    </w:p>
    <w:p w:rsidR="001137B5" w:rsidRPr="009A7750" w:rsidRDefault="001137B5" w:rsidP="001137B5">
      <w:pPr>
        <w:pStyle w:val="libItalic"/>
      </w:pPr>
      <w:r w:rsidRPr="009A7750">
        <w:t xml:space="preserve">Imam </w:t>
      </w:r>
      <w:smartTag w:uri="urn:schemas:contacts" w:element="GivenName">
        <w:r w:rsidRPr="009A7750">
          <w:t>Hassan</w:t>
        </w:r>
      </w:smartTag>
      <w:r w:rsidRPr="009A7750">
        <w:t xml:space="preserve"> </w:t>
      </w:r>
      <w:smartTag w:uri="urn:schemas:contacts" w:element="Sn">
        <w:r w:rsidRPr="009A7750">
          <w:t>Mujtaba</w:t>
        </w:r>
      </w:smartTag>
      <w:r w:rsidRPr="009A7750">
        <w:t xml:space="preserve"> (s.a.) said at the time of his martyrdom: “There is none worthy of worship except Allah, </w:t>
      </w:r>
      <w:smartTag w:uri="urn:schemas:contacts" w:element="GivenName">
        <w:r w:rsidRPr="009A7750">
          <w:t>Mohammad</w:t>
        </w:r>
      </w:smartTag>
      <w:r w:rsidRPr="009A7750">
        <w:t xml:space="preserve"> (s.a.w.a.w.) is Rasool of Allah, </w:t>
      </w:r>
      <w:smartTag w:uri="urn:schemas:contacts" w:element="GivenName">
        <w:r w:rsidRPr="009A7750">
          <w:t>Ali</w:t>
        </w:r>
      </w:smartTag>
      <w:r w:rsidRPr="009A7750">
        <w:t xml:space="preserve"> (s.a.) is Wali of Allah.”</w:t>
      </w:r>
    </w:p>
    <w:p w:rsidR="001137B5" w:rsidRDefault="001137B5" w:rsidP="00AD7866">
      <w:pPr>
        <w:pStyle w:val="libNormal"/>
      </w:pPr>
      <w:r>
        <w:t>(</w:t>
      </w:r>
      <w:smartTag w:uri="urn:schemas-microsoft-com:office:smarttags" w:element="PersonName">
        <w:smartTag w:uri="urn:schemas:contacts" w:element="GivenName">
          <w:r>
            <w:t>Riyazul</w:t>
          </w:r>
        </w:smartTag>
        <w:r>
          <w:t xml:space="preserve"> </w:t>
        </w:r>
        <w:smartTag w:uri="urn:schemas:contacts" w:element="Sn">
          <w:r>
            <w:t>Quds</w:t>
          </w:r>
        </w:smartTag>
      </w:smartTag>
      <w:r>
        <w:t>)</w:t>
      </w:r>
    </w:p>
    <w:p w:rsidR="001137B5" w:rsidRDefault="001137B5" w:rsidP="001137B5">
      <w:pPr>
        <w:pStyle w:val="Heading4Center"/>
      </w:pPr>
      <w:r w:rsidRPr="00F76646">
        <w:t xml:space="preserve">32-Kalima of </w:t>
      </w:r>
      <w:smartTag w:uri="urn:schemas-microsoft-com:office:smarttags" w:element="PersonName">
        <w:r w:rsidRPr="00F76646">
          <w:t xml:space="preserve">Imam </w:t>
        </w:r>
        <w:smartTag w:uri="urn:schemas:contacts" w:element="Sn">
          <w:r w:rsidRPr="00F76646">
            <w:t>Hussain</w:t>
          </w:r>
        </w:smartTag>
      </w:smartTag>
      <w:r w:rsidRPr="00F76646">
        <w:t xml:space="preserve"> (s.a.)</w:t>
      </w:r>
    </w:p>
    <w:p w:rsidR="001137B5" w:rsidRPr="008417F9" w:rsidRDefault="001137B5" w:rsidP="001137B5">
      <w:pPr>
        <w:pStyle w:val="libItalic"/>
      </w:pPr>
      <w:r w:rsidRPr="008417F9">
        <w:t>When Imam Hussain (s.a.) appeared in this world, then he testified: “I testify that there is none worthy of worship except Allah, the One, there is no partner for Him, and I testify that my grandfather Mohammad (s.a.w.a.w.) is Rasool of Allah, and I testify that my father Ali is Wali of Aoliya, and I testify that my mother is the Head of the ladies of the Paradise.”</w:t>
      </w:r>
    </w:p>
    <w:p w:rsidR="001137B5" w:rsidRDefault="001137B5" w:rsidP="00AD7866">
      <w:pPr>
        <w:pStyle w:val="libNormal"/>
      </w:pPr>
      <w:r>
        <w:lastRenderedPageBreak/>
        <w:t>(</w:t>
      </w:r>
      <w:smartTag w:uri="urn:schemas:contacts" w:element="Sn">
        <w:r>
          <w:t>Dam’at</w:t>
        </w:r>
      </w:smartTag>
      <w:r>
        <w:t xml:space="preserve"> al Sakiba)</w:t>
      </w:r>
    </w:p>
    <w:p w:rsidR="001137B5" w:rsidRDefault="001137B5" w:rsidP="001137B5">
      <w:pPr>
        <w:pStyle w:val="Heading4Center"/>
      </w:pPr>
      <w:r w:rsidRPr="00F76646">
        <w:t>33-Kalima on Liva al-Hamd</w:t>
      </w:r>
    </w:p>
    <w:p w:rsidR="001137B5" w:rsidRPr="008417F9" w:rsidRDefault="001137B5" w:rsidP="001137B5">
      <w:pPr>
        <w:pStyle w:val="libItalic"/>
      </w:pPr>
      <w:r w:rsidRPr="008417F9">
        <w:t xml:space="preserve">On the day of Qiyamah, Liva al-Hamd will be in the hand of </w:t>
      </w:r>
      <w:smartTag w:uri="urn:schemas-microsoft-com:office:smarttags" w:element="PersonName">
        <w:smartTag w:uri="urn:schemas:contacts" w:element="GivenName">
          <w:r w:rsidRPr="008417F9">
            <w:t>Amirul</w:t>
          </w:r>
        </w:smartTag>
        <w:r w:rsidRPr="008417F9">
          <w:t xml:space="preserve"> </w:t>
        </w:r>
        <w:smartTag w:uri="urn:schemas:contacts" w:element="Sn">
          <w:r w:rsidRPr="008417F9">
            <w:t>Momineen</w:t>
          </w:r>
        </w:smartTag>
      </w:smartTag>
      <w:r w:rsidRPr="008417F9">
        <w:t xml:space="preserve"> (s.a.). Momineen will be under its shadow. On its banners three lines will be written: There is none worthy of worship except Allah – </w:t>
      </w:r>
      <w:smartTag w:uri="urn:schemas:contacts" w:element="GivenName">
        <w:r w:rsidRPr="008417F9">
          <w:t>Mohammad</w:t>
        </w:r>
      </w:smartTag>
      <w:r w:rsidRPr="008417F9">
        <w:t xml:space="preserve"> (s.a.w.a.w.) is Rasool of Allah – </w:t>
      </w:r>
      <w:smartTag w:uri="urn:schemas:contacts" w:element="GivenName">
        <w:r w:rsidRPr="008417F9">
          <w:t>Ali</w:t>
        </w:r>
      </w:smartTag>
      <w:r w:rsidRPr="008417F9">
        <w:t xml:space="preserve"> (s.a.) is Wali of Allah.</w:t>
      </w:r>
    </w:p>
    <w:p w:rsidR="001137B5" w:rsidRPr="008417F9" w:rsidRDefault="001137B5" w:rsidP="00AD7866">
      <w:pPr>
        <w:pStyle w:val="libNormal"/>
      </w:pPr>
      <w:r>
        <w:t>(</w:t>
      </w:r>
      <w:smartTag w:uri="urn:schemas-microsoft-com:office:smarttags" w:element="PersonName">
        <w:smartTag w:uri="urn:schemas:contacts" w:element="GivenName">
          <w:r>
            <w:t>Yanabeh</w:t>
          </w:r>
        </w:smartTag>
        <w:r>
          <w:t xml:space="preserve"> </w:t>
        </w:r>
        <w:smartTag w:uri="urn:schemas:contacts" w:element="Sn">
          <w:r>
            <w:t>al Mawaddat</w:t>
          </w:r>
        </w:smartTag>
      </w:smartTag>
      <w:r>
        <w:t xml:space="preserve"> )</w:t>
      </w:r>
    </w:p>
    <w:p w:rsidR="001137B5" w:rsidRDefault="001137B5" w:rsidP="001137B5">
      <w:pPr>
        <w:pStyle w:val="Heading4Center"/>
      </w:pPr>
      <w:r w:rsidRPr="00F76646">
        <w:t>34-Prayer of Rasool Allah (s.a.w.a.w.): Mawaddat</w:t>
      </w:r>
      <w:r>
        <w:t xml:space="preserve"> </w:t>
      </w:r>
      <w:r w:rsidRPr="00F76646">
        <w:t>of Imam Hassan (s.a.)</w:t>
      </w:r>
    </w:p>
    <w:p w:rsidR="001137B5" w:rsidRDefault="001137B5" w:rsidP="001137B5">
      <w:pPr>
        <w:pStyle w:val="libItalic"/>
      </w:pPr>
      <w:r w:rsidRPr="00646E98">
        <w:t xml:space="preserve">Abu </w:t>
      </w:r>
      <w:smartTag w:uri="urn:schemas:contacts" w:element="Sn">
        <w:r w:rsidRPr="00646E98">
          <w:t>Qatadah</w:t>
        </w:r>
      </w:smartTag>
      <w:r w:rsidRPr="00646E98">
        <w:t xml:space="preserve"> narrated: Once Rasool Allah (s.a.w.a.w.) was offering Namaaz, and gave a kiss to </w:t>
      </w:r>
      <w:smartTag w:uri="urn:schemas-microsoft-com:office:smarttags" w:element="PersonName">
        <w:r w:rsidRPr="00646E98">
          <w:t xml:space="preserve">Imam </w:t>
        </w:r>
        <w:smartTag w:uri="urn:schemas:contacts" w:element="Sn">
          <w:r w:rsidRPr="00646E98">
            <w:t>Hassan</w:t>
          </w:r>
        </w:smartTag>
      </w:smartTag>
      <w:r w:rsidRPr="00646E98">
        <w:t xml:space="preserve"> (s.a.) in the same condition.</w:t>
      </w:r>
    </w:p>
    <w:p w:rsidR="001137B5" w:rsidRPr="00646E98" w:rsidRDefault="001137B5" w:rsidP="001137B5">
      <w:pPr>
        <w:pStyle w:val="libItalic"/>
      </w:pPr>
      <w:r w:rsidRPr="00646E98">
        <w:t xml:space="preserve">Khudri narrated: Once </w:t>
      </w:r>
      <w:smartTag w:uri="urn:schemas:contacts" w:element="GivenName">
        <w:r w:rsidRPr="00646E98">
          <w:t>Nabi</w:t>
        </w:r>
      </w:smartTag>
      <w:r w:rsidRPr="00646E98">
        <w:t xml:space="preserve"> </w:t>
      </w:r>
      <w:smartTag w:uri="urn:schemas:contacts" w:element="Sn">
        <w:r w:rsidRPr="00646E98">
          <w:t>Akram</w:t>
        </w:r>
      </w:smartTag>
      <w:r w:rsidRPr="00646E98">
        <w:t xml:space="preserve"> (s.a.w.a.w.) was saying Namaaz, in the meanwhile </w:t>
      </w:r>
      <w:smartTag w:uri="urn:schemas-microsoft-com:office:smarttags" w:element="PersonName">
        <w:r w:rsidRPr="00646E98">
          <w:t xml:space="preserve">Imam </w:t>
        </w:r>
        <w:smartTag w:uri="urn:schemas:contacts" w:element="Sn">
          <w:r w:rsidRPr="00646E98">
            <w:t>Hassan</w:t>
          </w:r>
        </w:smartTag>
      </w:smartTag>
      <w:r w:rsidRPr="00646E98">
        <w:t xml:space="preserve"> (s.a.) came, and he (s.a.w.a.w.) was in Qaood, and he (s.a.) put his arms around his (s.a.w.a.w.) neck, then Nabi (s.a.w.a.w.) stood up holding him with hands, and did Rakooh in the same condition.</w:t>
      </w:r>
    </w:p>
    <w:p w:rsidR="001137B5" w:rsidRDefault="001137B5" w:rsidP="00AD7866">
      <w:pPr>
        <w:pStyle w:val="libNormal"/>
      </w:pPr>
      <w:r>
        <w:t>(Biharul Anwaar, V 10, P 110)</w:t>
      </w:r>
    </w:p>
    <w:p w:rsidR="001137B5" w:rsidRPr="00D7524B" w:rsidRDefault="001137B5" w:rsidP="001137B5">
      <w:pPr>
        <w:pStyle w:val="libItalic"/>
      </w:pPr>
      <w:r w:rsidRPr="00D7524B">
        <w:t xml:space="preserve">Amirul Momineen (s.a.) said about Imam Hassan (s.a.): “Hassan (s.a.) used to enter the mosque during congregational prayer, and used to reach Mehrab e Masjid through the lines of Namazis, and that time Rasool Allah (s.a.w.a.w.) used to be in Sajdah, and he used to sit on his back, and he used to raise his head from Sajdah in such a way that his one hand was on back of Hassan (s.a.) and other hand on his thigh. In this way he used to complete his Namaaz. In addition, when Rasool Allah (s.a.w.a.w.) used to deliver sermon, </w:t>
      </w:r>
      <w:smartTag w:uri="urn:schemas:contacts" w:element="GivenName">
        <w:r w:rsidRPr="00D7524B">
          <w:t>Hassan</w:t>
        </w:r>
      </w:smartTag>
      <w:r w:rsidRPr="00D7524B">
        <w:t xml:space="preserve"> (s.a.) was on his shoulders until he finished his sermon.”</w:t>
      </w:r>
    </w:p>
    <w:p w:rsidR="001137B5" w:rsidRDefault="001137B5" w:rsidP="00AD7866">
      <w:pPr>
        <w:pStyle w:val="libNormal"/>
      </w:pPr>
      <w:r>
        <w:t>(</w:t>
      </w:r>
      <w:smartTag w:uri="urn:schemas-microsoft-com:office:smarttags" w:element="PersonName">
        <w:smartTag w:uri="urn:schemas:contacts" w:element="GivenName">
          <w:r>
            <w:t>Biharul</w:t>
          </w:r>
        </w:smartTag>
        <w:r>
          <w:t xml:space="preserve"> </w:t>
        </w:r>
        <w:smartTag w:uri="urn:schemas:contacts" w:element="Sn">
          <w:r>
            <w:t>Anwaar</w:t>
          </w:r>
        </w:smartTag>
      </w:smartTag>
      <w:r>
        <w:t>)</w:t>
      </w:r>
    </w:p>
    <w:p w:rsidR="001137B5" w:rsidRDefault="001137B5" w:rsidP="001137B5">
      <w:pPr>
        <w:pStyle w:val="Heading4Center"/>
      </w:pPr>
      <w:r w:rsidRPr="00F76646">
        <w:t>35-Prayer of Rasool Allah (s.a.w.a.w.): Obedient</w:t>
      </w:r>
      <w:r>
        <w:t xml:space="preserve"> </w:t>
      </w:r>
      <w:r w:rsidRPr="00F76646">
        <w:t>to Walayat</w:t>
      </w:r>
    </w:p>
    <w:p w:rsidR="001137B5" w:rsidRDefault="001137B5" w:rsidP="001137B5">
      <w:pPr>
        <w:pStyle w:val="libItalic"/>
      </w:pPr>
      <w:r w:rsidRPr="00EE7575">
        <w:t xml:space="preserve">One companion narrated: I swear by my father and say that I saw Rasool Allah (s.a.w.a.w.) that he was reading prayer in the mosque, and he was in Sajdah, in the meantime Imam </w:t>
      </w:r>
      <w:smartTag w:uri="urn:schemas:contacts" w:element="Sn">
        <w:r w:rsidRPr="00EE7575">
          <w:t>Hassan</w:t>
        </w:r>
      </w:smartTag>
      <w:r w:rsidRPr="00EE7575">
        <w:t xml:space="preserve"> (s.a.) came and sat on his back, then </w:t>
      </w:r>
      <w:smartTag w:uri="urn:schemas-microsoft-com:office:smarttags" w:element="PersonName">
        <w:r w:rsidRPr="00EE7575">
          <w:t xml:space="preserve">Imam </w:t>
        </w:r>
        <w:smartTag w:uri="urn:schemas:contacts" w:element="Sn">
          <w:r w:rsidRPr="00EE7575">
            <w:t>Hussain</w:t>
          </w:r>
        </w:smartTag>
      </w:smartTag>
      <w:r w:rsidRPr="00EE7575">
        <w:t xml:space="preserve"> (s.a.) came and he also sat on his back with his brother. When people prohibited both of them not to do so, then Rasool Allah (s.a.w.a.w.) used to indicate with hand to the people to leave them alone. When he completed Namaaz, took both of them in lap, and said who keeps me friend, he should keep these two friends.</w:t>
      </w:r>
    </w:p>
    <w:p w:rsidR="001137B5" w:rsidRDefault="001137B5" w:rsidP="001137B5">
      <w:pPr>
        <w:pStyle w:val="libItalic"/>
      </w:pPr>
      <w:r w:rsidRPr="00EE7575">
        <w:t xml:space="preserve">Another companion narrated that they were praying behind Rasool Allah (s.a.w.a.w.), and Rasool Allah (s.a.w.a.w.) made Sajdah lengthy. Companion raised his head and saw that </w:t>
      </w:r>
      <w:smartTag w:uri="urn:schemas-microsoft-com:office:smarttags" w:element="PersonName">
        <w:r w:rsidRPr="00EE7575">
          <w:t xml:space="preserve">Imam </w:t>
        </w:r>
        <w:smartTag w:uri="urn:schemas:contacts" w:element="Sn">
          <w:r w:rsidRPr="00EE7575">
            <w:t>Hussain</w:t>
          </w:r>
        </w:smartTag>
      </w:smartTag>
      <w:r w:rsidRPr="00EE7575">
        <w:t xml:space="preserve"> (s.a.) is sitting on his back, companions went into Sajdah again. People thought that either some accident happened or revelation started on Rasool Allah (s.a.w.a.w.). When he completed prayer, then said: Nothing happened from these things (accident/revelation), but my son was sitting </w:t>
      </w:r>
    </w:p>
    <w:p w:rsidR="001137B5" w:rsidRDefault="001137B5" w:rsidP="00AD7866">
      <w:pPr>
        <w:pStyle w:val="libNormal"/>
      </w:pPr>
      <w:r w:rsidRPr="00EE7575">
        <w:t>on me, and thought it Makrooh to let him go down quickly, until his wish is fulfilled</w:t>
      </w:r>
      <w:r>
        <w:t>.</w:t>
      </w:r>
    </w:p>
    <w:p w:rsidR="001137B5" w:rsidRDefault="001137B5" w:rsidP="00AD7866">
      <w:pPr>
        <w:pStyle w:val="libNormal"/>
      </w:pPr>
      <w:r>
        <w:lastRenderedPageBreak/>
        <w:t>(Yanabeh ul Mawaddat, P 267-268)</w:t>
      </w:r>
    </w:p>
    <w:p w:rsidR="001137B5" w:rsidRDefault="001137B5" w:rsidP="00AD7866">
      <w:pPr>
        <w:pStyle w:val="libNormal"/>
      </w:pPr>
      <w:r>
        <w:t>Namaaz is Farooh e Deen. Imamat &amp; Walayat is Usool e Deen, which is the Base of Farooh. Imams (s.a.a.) are the Reality of Namaaz.</w:t>
      </w:r>
    </w:p>
    <w:p w:rsidR="001137B5" w:rsidRDefault="001137B5" w:rsidP="001137B5">
      <w:pPr>
        <w:pStyle w:val="Heading4Center"/>
      </w:pPr>
      <w:r w:rsidRPr="00F76646">
        <w:t>36-Actions of Imam (s.a.) in childhood become</w:t>
      </w:r>
      <w:r>
        <w:t xml:space="preserve"> </w:t>
      </w:r>
      <w:r w:rsidRPr="00F76646">
        <w:t>Deen e Ilahi and Sunnah</w:t>
      </w:r>
    </w:p>
    <w:p w:rsidR="001137B5" w:rsidRPr="00CD1F67" w:rsidRDefault="001137B5" w:rsidP="001137B5">
      <w:pPr>
        <w:pStyle w:val="libItalic"/>
      </w:pPr>
      <w:r w:rsidRPr="00CD1F67">
        <w:t xml:space="preserve">Once Rasool Allah (s.a.w.a.w.) went to lead Eid prayer, and </w:t>
      </w:r>
      <w:smartTag w:uri="urn:schemas-microsoft-com:office:smarttags" w:element="PersonName">
        <w:r w:rsidRPr="00CD1F67">
          <w:t xml:space="preserve">Imam </w:t>
        </w:r>
        <w:smartTag w:uri="urn:schemas:contacts" w:element="Sn">
          <w:r w:rsidRPr="00CD1F67">
            <w:t>Hassan</w:t>
          </w:r>
        </w:smartTag>
      </w:smartTag>
      <w:r w:rsidRPr="00CD1F67">
        <w:t xml:space="preserve"> (s.a.) was with him. Nabi Akram (s.a.w.a.w.) started prayer with ‘Allaho Akbar’, Imam Hassan (s.a.) also said ‘Allaho Akbar’, and he (s.a.w.a.w.) became very happy, and kept saying Takbeers, and with him Imam Hassan (s.a.) also kept saying Takbeers, until he said Takbeer seven times and Imam Hassan (s.a.) also kept saying Takbeer, on seventh Takbeer Imam Hassan (s.a.) stopped, then Nabi Akram (s.a.w.a.w.) also stopped. When Rasool Allah (s.a.w.a.w.) got up for the second Rakat, and said Takbeer then Imam Hassan (s.a.) also said Takbeer, thus Rasool Allah (s.a.w.a.w.) said Takbeer five times, and Imam Hassan (s.a.) also kept saying Takbeer with him, on fifth Takbeer Imam Hassan (s.a.) stopped then Rasool Allah (s.a.w.a.w.) also stopped. On this base so many Takbeers are Sunnah of Rasool (s.a.w.a.w.) in both Eid prayers. </w:t>
      </w:r>
    </w:p>
    <w:p w:rsidR="001137B5" w:rsidRDefault="001137B5" w:rsidP="00AD7866">
      <w:pPr>
        <w:pStyle w:val="libNormal"/>
      </w:pPr>
      <w:r>
        <w:t>(Biharul Anwaar, V 10, P 220)</w:t>
      </w:r>
    </w:p>
    <w:p w:rsidR="001137B5" w:rsidRDefault="001137B5" w:rsidP="00AD7866">
      <w:pPr>
        <w:pStyle w:val="libNormal"/>
      </w:pPr>
      <w:r>
        <w:t xml:space="preserve">Sheikh </w:t>
      </w:r>
      <w:smartTag w:uri="urn:schemas:contacts" w:element="Sn">
        <w:r>
          <w:t>Sudooq</w:t>
        </w:r>
      </w:smartTag>
      <w:r>
        <w:t xml:space="preserve"> (r.a.) wrote a similar narration concerning </w:t>
      </w:r>
      <w:smartTag w:uri="urn:schemas-microsoft-com:office:smarttags" w:element="PersonName">
        <w:r>
          <w:t xml:space="preserve">Imam </w:t>
        </w:r>
        <w:smartTag w:uri="urn:schemas:contacts" w:element="Sn">
          <w:r>
            <w:t>Hussain</w:t>
          </w:r>
        </w:smartTag>
      </w:smartTag>
      <w:r>
        <w:t xml:space="preserve"> (s.a.) as well.</w:t>
      </w:r>
    </w:p>
    <w:p w:rsidR="001137B5" w:rsidRDefault="001137B5" w:rsidP="00AD7866">
      <w:pPr>
        <w:pStyle w:val="libNormal"/>
      </w:pPr>
      <w:r>
        <w:t>(Mun La Yahzorul Faqeh)</w:t>
      </w:r>
    </w:p>
    <w:p w:rsidR="001137B5" w:rsidRDefault="001137B5" w:rsidP="00AD7866">
      <w:pPr>
        <w:pStyle w:val="libNormal"/>
      </w:pPr>
      <w:r>
        <w:t>Wali Allah (s.a.) is not under Namaaz, but Namaaz &amp; Deen are under Wali e Mutliq (s.a.).</w:t>
      </w:r>
    </w:p>
    <w:p w:rsidR="001137B5" w:rsidRDefault="001137B5" w:rsidP="001137B5">
      <w:pPr>
        <w:pStyle w:val="Heading4Center"/>
      </w:pPr>
      <w:r w:rsidRPr="00F76646">
        <w:t>37-Punishment on hiding Testification of Walayat</w:t>
      </w:r>
    </w:p>
    <w:p w:rsidR="001137B5" w:rsidRPr="0056282F" w:rsidRDefault="001137B5" w:rsidP="001137B5">
      <w:pPr>
        <w:pStyle w:val="libItalic"/>
      </w:pPr>
      <w:r w:rsidRPr="0056282F">
        <w:t xml:space="preserve">Four old companions who were present at Ghadeer e Khum, they avoided the Testification of Walayat on demand of </w:t>
      </w:r>
      <w:smartTag w:uri="urn:schemas-microsoft-com:office:smarttags" w:element="PersonName">
        <w:smartTag w:uri="urn:schemas:contacts" w:element="GivenName">
          <w:r w:rsidRPr="0056282F">
            <w:t>Amirul</w:t>
          </w:r>
        </w:smartTag>
        <w:r w:rsidRPr="0056282F">
          <w:t xml:space="preserve"> </w:t>
        </w:r>
        <w:smartTag w:uri="urn:schemas:contacts" w:element="Sn">
          <w:r w:rsidRPr="0056282F">
            <w:t>Momineen</w:t>
          </w:r>
        </w:smartTag>
      </w:smartTag>
      <w:r w:rsidRPr="0056282F">
        <w:t xml:space="preserve"> (s.a.), and presented some lame excuses. Then Imam (s.a.) cursed them. A big vitiligo mark appeared on the forehead of Ans bin Malik, which could not be hidden with turban. </w:t>
      </w:r>
      <w:smartTag w:uri="urn:schemas:contacts" w:element="Sn">
        <w:r w:rsidRPr="0056282F">
          <w:t>Ash’us</w:t>
        </w:r>
      </w:smartTag>
      <w:r w:rsidRPr="0056282F">
        <w:t xml:space="preserve"> bin Qais became blind in both eyes. </w:t>
      </w:r>
      <w:smartTag w:uri="urn:schemas:contacts" w:element="Sn">
        <w:r w:rsidRPr="0056282F">
          <w:t>Khalid</w:t>
        </w:r>
      </w:smartTag>
      <w:r w:rsidRPr="0056282F">
        <w:t xml:space="preserve"> bin Yazeed was buried according to the traditions of ignorance. And Braa bin Azib went back from where he migrated, and died there in </w:t>
      </w:r>
      <w:smartTag w:uri="urn:schemas-microsoft-com:office:smarttags" w:element="country-region">
        <w:smartTag w:uri="urn:schemas-microsoft-com:office:smarttags" w:element="place">
          <w:r w:rsidRPr="0056282F">
            <w:t>Yemen</w:t>
          </w:r>
        </w:smartTag>
      </w:smartTag>
      <w:r w:rsidRPr="0056282F">
        <w:t>. It happened exactly as Imam (s.a.) cursed.</w:t>
      </w:r>
    </w:p>
    <w:p w:rsidR="001137B5" w:rsidRDefault="001137B5" w:rsidP="00AD7866">
      <w:pPr>
        <w:pStyle w:val="libNormal"/>
      </w:pPr>
      <w:r>
        <w:t xml:space="preserve">(Amali Sheikh Sudooq, V 1, P 303)  </w:t>
      </w:r>
    </w:p>
    <w:p w:rsidR="001137B5" w:rsidRDefault="001137B5" w:rsidP="001137B5">
      <w:pPr>
        <w:pStyle w:val="Heading4Center"/>
      </w:pPr>
      <w:r w:rsidRPr="00F76646">
        <w:t>38-No Deed is Acceptable without Testification of</w:t>
      </w:r>
      <w:r>
        <w:t xml:space="preserve"> </w:t>
      </w:r>
      <w:r w:rsidRPr="00F76646">
        <w:t>Walayat</w:t>
      </w:r>
    </w:p>
    <w:p w:rsidR="001137B5" w:rsidRPr="0056282F" w:rsidRDefault="001137B5" w:rsidP="001137B5">
      <w:pPr>
        <w:pStyle w:val="libItalic"/>
      </w:pPr>
      <w:r w:rsidRPr="0056282F">
        <w:t xml:space="preserve">Allah </w:t>
      </w:r>
      <w:smartTag w:uri="urn:schemas:contacts" w:element="Sn">
        <w:r w:rsidRPr="0056282F">
          <w:t>Ta’ala</w:t>
        </w:r>
      </w:smartTag>
      <w:r w:rsidRPr="0056282F">
        <w:t xml:space="preserve"> said: “I do not accept any deed from its doer except with the Testification of Walayat e </w:t>
      </w:r>
      <w:smartTag w:uri="urn:schemas:contacts" w:element="GivenName">
        <w:r w:rsidRPr="0056282F">
          <w:t>Ali</w:t>
        </w:r>
      </w:smartTag>
      <w:r w:rsidRPr="0056282F">
        <w:t xml:space="preserve"> (s.a.) along with the Prophet-hood of My </w:t>
      </w:r>
      <w:smartTag w:uri="urn:schemas-microsoft-com:office:smarttags" w:element="PersonName">
        <w:smartTag w:uri="urn:schemas:contacts" w:element="GivenName">
          <w:r w:rsidRPr="0056282F">
            <w:t>Rasool</w:t>
          </w:r>
        </w:smartTag>
        <w:r w:rsidRPr="0056282F">
          <w:t xml:space="preserve"> </w:t>
        </w:r>
        <w:smartTag w:uri="urn:schemas:contacts" w:element="Sn">
          <w:r w:rsidRPr="0056282F">
            <w:t>Ahmad</w:t>
          </w:r>
        </w:smartTag>
      </w:smartTag>
      <w:r w:rsidRPr="0056282F">
        <w:t xml:space="preserve"> (s.a.w.a.w.).”</w:t>
      </w:r>
    </w:p>
    <w:p w:rsidR="001137B5" w:rsidRDefault="001137B5" w:rsidP="00AD7866">
      <w:pPr>
        <w:pStyle w:val="libNormal"/>
      </w:pPr>
      <w:r>
        <w:t>(Amali Sheikh Sudooq, V 1, P 443)</w:t>
      </w:r>
    </w:p>
    <w:p w:rsidR="001137B5" w:rsidRDefault="001137B5" w:rsidP="00AD7866">
      <w:pPr>
        <w:pStyle w:val="libNormal"/>
      </w:pPr>
      <w:r>
        <w:t>If any deed Allah does not accept without ‘</w:t>
      </w:r>
      <w:smartTag w:uri="urn:schemas:contacts" w:element="GivenName">
        <w:r>
          <w:t>Ali</w:t>
        </w:r>
      </w:smartTag>
      <w:r>
        <w:t xml:space="preserve"> un Wali Ullah s.a.’, then isn’t Namaaz a deed? Or Mulla thinks it an exercise?</w:t>
      </w:r>
    </w:p>
    <w:p w:rsidR="001137B5" w:rsidRDefault="001137B5" w:rsidP="001137B5">
      <w:pPr>
        <w:pStyle w:val="Heading4Center"/>
      </w:pPr>
      <w:r w:rsidRPr="00F76646">
        <w:t>39-Zikr of Imams (s.a.a.) in Qanoot, &amp; to recite</w:t>
      </w:r>
      <w:r>
        <w:t xml:space="preserve"> </w:t>
      </w:r>
      <w:r w:rsidRPr="00F76646">
        <w:t>Bismillah loud</w:t>
      </w:r>
    </w:p>
    <w:p w:rsidR="001137B5" w:rsidRDefault="001137B5" w:rsidP="00AD7866">
      <w:pPr>
        <w:pStyle w:val="libNormal"/>
      </w:pPr>
      <w:r w:rsidRPr="00AA73BF">
        <w:t xml:space="preserve">If a person performing Namaaz wants then he can mention names of Guiding Imams (s.a.a.) in Qanoot, and recite Salawaat on them. Takbeeratul Ahram is once, but to say seven times is Afzal. Bismillah should be recited </w:t>
      </w:r>
      <w:r w:rsidRPr="00AA73BF">
        <w:lastRenderedPageBreak/>
        <w:t>loud before Alhamd and Sura, because it is verse of Quran, and Ism-e-Azam, which is as near Allah as the black of</w:t>
      </w:r>
      <w:r>
        <w:t xml:space="preserve"> the eye with its white, rather</w:t>
      </w:r>
      <w:r w:rsidRPr="00AA73BF">
        <w:t xml:space="preserve"> nearer</w:t>
      </w:r>
      <w:r>
        <w:t xml:space="preserve"> than that.</w:t>
      </w:r>
    </w:p>
    <w:p w:rsidR="001137B5" w:rsidRDefault="001137B5" w:rsidP="00AD7866">
      <w:pPr>
        <w:pStyle w:val="libNormal"/>
      </w:pPr>
      <w:r>
        <w:t>(Amali Sheikh Sudooq, V 2, P 628)</w:t>
      </w:r>
    </w:p>
    <w:p w:rsidR="001137B5" w:rsidRDefault="001137B5" w:rsidP="00AD7866">
      <w:pPr>
        <w:pStyle w:val="libNormal"/>
      </w:pPr>
      <w:r>
        <w:t>Qanoot is part of Namaaz, in which Momineen mention Imams (s.a.a.) and supplicate to Allah to reappear our Imam (a.f.s.) as soon as possible.</w:t>
      </w:r>
    </w:p>
    <w:p w:rsidR="001137B5" w:rsidRDefault="001137B5" w:rsidP="00AD7866">
      <w:pPr>
        <w:pStyle w:val="libNormal"/>
      </w:pPr>
      <w:r>
        <w:t xml:space="preserve">On Sunnah of Hasnain (s.a.) to say Takbeer seven times is Afzal. No doubt Bismillah is the holy name of Imam </w:t>
      </w:r>
      <w:smartTag w:uri="urn:schemas:contacts" w:element="Sn">
        <w:r>
          <w:t>Ali</w:t>
        </w:r>
      </w:smartTag>
      <w:r>
        <w:t xml:space="preserve"> (s.a.), that is why it is Ism-e-Azam, and it is commanded to recite it loud, so that every one willingly or unwillingly should say the name of </w:t>
      </w:r>
      <w:smartTag w:uri="urn:schemas-microsoft-com:office:smarttags" w:element="PersonName">
        <w:r>
          <w:t xml:space="preserve">Imam </w:t>
        </w:r>
        <w:smartTag w:uri="urn:schemas:contacts" w:element="Sn">
          <w:r>
            <w:t>Ali</w:t>
          </w:r>
        </w:smartTag>
      </w:smartTag>
      <w:r>
        <w:t xml:space="preserve"> (s.a.) in loud voice. I do not know whether Mulla knows or not, but the illegal occupant of Shaam knew that Bismillah is the name of Maola Ali (s.a.), that is why he did not read it in Namaaz, and people said that he stole ‘Bismillah’ from Namaaz.</w:t>
      </w:r>
    </w:p>
    <w:p w:rsidR="001137B5" w:rsidRPr="00F76646" w:rsidRDefault="001137B5" w:rsidP="001137B5">
      <w:pPr>
        <w:pStyle w:val="Heading4Center"/>
      </w:pPr>
      <w:r w:rsidRPr="00F76646">
        <w:t>40-Reward on doing Wazu according to the</w:t>
      </w:r>
    </w:p>
    <w:p w:rsidR="001137B5" w:rsidRDefault="001137B5" w:rsidP="001137B5">
      <w:pPr>
        <w:pStyle w:val="Heading4Center"/>
      </w:pPr>
      <w:r>
        <w:t>Sunnah</w:t>
      </w:r>
      <w:r w:rsidRPr="00F76646">
        <w:t xml:space="preserve"> of </w:t>
      </w:r>
      <w:smartTag w:uri="urn:schemas-microsoft-com:office:smarttags" w:element="PersonName">
        <w:r w:rsidRPr="00F76646">
          <w:t xml:space="preserve">Imam </w:t>
        </w:r>
        <w:smartTag w:uri="urn:schemas:contacts" w:element="Sn">
          <w:r w:rsidRPr="00F76646">
            <w:t>Ali</w:t>
          </w:r>
        </w:smartTag>
      </w:smartTag>
      <w:r w:rsidRPr="00F76646">
        <w:t xml:space="preserve"> (s.a.)</w:t>
      </w:r>
    </w:p>
    <w:p w:rsidR="001137B5" w:rsidRDefault="001137B5" w:rsidP="001137B5">
      <w:pPr>
        <w:pStyle w:val="libItalic"/>
      </w:pPr>
      <w:r w:rsidRPr="00AC5A14">
        <w:t xml:space="preserve">One day </w:t>
      </w:r>
      <w:smartTag w:uri="urn:schemas:contacts" w:element="GivenName">
        <w:r w:rsidRPr="00AC5A14">
          <w:t>Amirul</w:t>
        </w:r>
      </w:smartTag>
      <w:r w:rsidRPr="00AC5A14">
        <w:t xml:space="preserve"> </w:t>
      </w:r>
      <w:smartTag w:uri="urn:schemas:contacts" w:element="Sn">
        <w:r w:rsidRPr="00AC5A14">
          <w:t>Momineen</w:t>
        </w:r>
      </w:smartTag>
      <w:r w:rsidRPr="00AC5A14">
        <w:t xml:space="preserve"> (s.a.) said to his son </w:t>
      </w:r>
      <w:smartTag w:uri="urn:schemas-microsoft-com:office:smarttags" w:element="PersonName">
        <w:smartTag w:uri="urn:schemas:contacts" w:element="GivenName">
          <w:r w:rsidRPr="00AC5A14">
            <w:t>Mohammad</w:t>
          </w:r>
        </w:smartTag>
        <w:r w:rsidRPr="00AC5A14">
          <w:t xml:space="preserve"> </w:t>
        </w:r>
        <w:smartTag w:uri="urn:schemas:contacts" w:element="Sn">
          <w:r w:rsidRPr="00AC5A14">
            <w:t>Hanafiya</w:t>
          </w:r>
        </w:smartTag>
      </w:smartTag>
      <w:r w:rsidRPr="00AC5A14">
        <w:t xml:space="preserve"> (s.a.) after doing Wazu: O </w:t>
      </w:r>
      <w:smartTag w:uri="urn:schemas:contacts" w:element="GivenName">
        <w:r w:rsidRPr="00AC5A14">
          <w:t>Mohammad</w:t>
        </w:r>
      </w:smartTag>
      <w:r w:rsidRPr="00AC5A14">
        <w:t xml:space="preserve">! Who does Wazu like me, and read Duas like me which Duas I read, then Allah Ta’ala will create one Angel from every drop of water (of Wazu), who will keep doing Taqdees, Tasbeeh, and </w:t>
      </w:r>
    </w:p>
    <w:p w:rsidR="001137B5" w:rsidRPr="00AC5A14" w:rsidRDefault="001137B5" w:rsidP="001137B5">
      <w:pPr>
        <w:pStyle w:val="libItalic"/>
      </w:pPr>
      <w:r w:rsidRPr="00AC5A14">
        <w:t>Takbeer of Allah, and Allah will keep writing its reward in the deed book of that person until Qiyamah.</w:t>
      </w:r>
    </w:p>
    <w:p w:rsidR="001137B5" w:rsidRDefault="001137B5" w:rsidP="00AD7866">
      <w:pPr>
        <w:pStyle w:val="libNormal"/>
      </w:pPr>
      <w:r>
        <w:t>(Mun La Yahzorul Faqeh, V 1, P 52)</w:t>
      </w:r>
    </w:p>
    <w:p w:rsidR="00BE2EC5" w:rsidRDefault="001137B5" w:rsidP="00AD7866">
      <w:pPr>
        <w:pStyle w:val="libNormal"/>
      </w:pPr>
      <w:r>
        <w:t xml:space="preserve">If a sinful Momin does Wazu according to the Sunnah of Imam Ali (s.a.), then Allah creates </w:t>
      </w:r>
      <w:smartTag w:uri="urn:schemas:contacts" w:element="Sn">
        <w:r>
          <w:t>Angels</w:t>
        </w:r>
      </w:smartTag>
      <w:r>
        <w:t xml:space="preserve"> from the drops of Wazu-water. Then how high will be that Namaaz and other deeds in which Zikr e </w:t>
      </w:r>
      <w:smartTag w:uri="urn:schemas:contacts" w:element="GivenName">
        <w:r>
          <w:t>Ali</w:t>
        </w:r>
      </w:smartTag>
      <w:r>
        <w:t xml:space="preserve"> (s.a.) is done.</w:t>
      </w:r>
    </w:p>
    <w:p w:rsidR="001137B5" w:rsidRDefault="001137B5" w:rsidP="001137B5">
      <w:pPr>
        <w:pStyle w:val="Heading4Center"/>
      </w:pPr>
      <w:r w:rsidRPr="00F76646">
        <w:t xml:space="preserve">41-Beginning of Namaaz: Walayat e </w:t>
      </w:r>
      <w:smartTag w:uri="urn:schemas:contacts" w:element="GivenName">
        <w:r w:rsidRPr="00F76646">
          <w:t>Ali</w:t>
        </w:r>
      </w:smartTag>
      <w:r w:rsidRPr="00F76646">
        <w:t xml:space="preserve"> (s.a.)</w:t>
      </w:r>
    </w:p>
    <w:p w:rsidR="001137B5" w:rsidRPr="00D02AA6" w:rsidRDefault="001137B5" w:rsidP="001137B5">
      <w:pPr>
        <w:pStyle w:val="libItalic"/>
      </w:pPr>
      <w:r w:rsidRPr="00D02AA6">
        <w:t>After Takbeer in the beginning of Namaaz say: I turned my face to Him Who created the skies and the earth, Knower of unseen and seen, on the method of Ibraheem (a.s.), and Deen of Mohammad (s.a.w.a.w.), and Sunnah of Ali (s.a.), straight Muslim, and I am not from among the Mushrikeen, my Namaaz, and my Ibadat, and my life, and my death is for Allah the Rabb of Aalameen, there is no partner for Him, and the same is commanded to me, and I am from among the Muslims; I seek refuge with Allah, all Hearing, al Knower, from Shaitan the rejected one; with the Name of Allah, Rahman, Raheem.”</w:t>
      </w:r>
    </w:p>
    <w:p w:rsidR="001137B5" w:rsidRDefault="001137B5" w:rsidP="00AD7866">
      <w:pPr>
        <w:pStyle w:val="libNormal"/>
      </w:pPr>
      <w:r>
        <w:t>(Mun La Yahzorul Faqeh, V 1, P 202)</w:t>
      </w:r>
    </w:p>
    <w:p w:rsidR="001137B5" w:rsidRDefault="001137B5" w:rsidP="00AD7866">
      <w:pPr>
        <w:pStyle w:val="libNormal"/>
      </w:pPr>
      <w:r>
        <w:t xml:space="preserve">In the beginning of Namaaz to declare that I am on the Deen of Ibraheem (s.a.), </w:t>
      </w:r>
      <w:smartTag w:uri="urn:schemas:contacts" w:element="GivenName">
        <w:r>
          <w:t>Mohammad</w:t>
        </w:r>
      </w:smartTag>
      <w:r>
        <w:t xml:space="preserve"> (s.a.w.a.w.), and </w:t>
      </w:r>
      <w:smartTag w:uri="urn:schemas:contacts" w:element="GivenName">
        <w:r>
          <w:t>Ali</w:t>
        </w:r>
      </w:smartTag>
      <w:r>
        <w:t xml:space="preserve"> (s.a.), then at the end in Tashahud why to hesitate to Testify Shahadaat? What is the reason of this hypocritical attitude? Although seeking refuge, but one mentions the name of Shaitan in Namaaz, then why Muqassir Mulla feels choking &amp; death by mentioning the name of Wali of the Universe (s.a.)? Then definitely guardian of Mulla is Shaitan.</w:t>
      </w:r>
    </w:p>
    <w:p w:rsidR="001137B5" w:rsidRDefault="001137B5" w:rsidP="001137B5">
      <w:pPr>
        <w:pStyle w:val="Heading4Center"/>
      </w:pPr>
      <w:r w:rsidRPr="00F76646">
        <w:lastRenderedPageBreak/>
        <w:t>42-Recite Sura with Faza’il of Imams (s.a.a.) in</w:t>
      </w:r>
      <w:r>
        <w:t xml:space="preserve"> </w:t>
      </w:r>
      <w:r w:rsidRPr="00F76646">
        <w:t>Namaaz</w:t>
      </w:r>
    </w:p>
    <w:p w:rsidR="001137B5" w:rsidRPr="00BD0ED3" w:rsidRDefault="001137B5" w:rsidP="001137B5">
      <w:pPr>
        <w:pStyle w:val="libItalic"/>
      </w:pPr>
      <w:r w:rsidRPr="00BD0ED3">
        <w:t xml:space="preserve">In first Rakat, recite Sura </w:t>
      </w:r>
      <w:smartTag w:uri="urn:schemas:contacts" w:element="GivenName">
        <w:r w:rsidRPr="00BD0ED3">
          <w:t>Inna</w:t>
        </w:r>
      </w:smartTag>
      <w:r w:rsidRPr="00BD0ED3">
        <w:t xml:space="preserve"> </w:t>
      </w:r>
      <w:smartTag w:uri="urn:schemas:contacts" w:element="Sn">
        <w:r w:rsidRPr="00BD0ED3">
          <w:t>Anzalna</w:t>
        </w:r>
      </w:smartTag>
      <w:r w:rsidRPr="00BD0ED3">
        <w:t xml:space="preserve"> after Sura al-Hamd, because </w:t>
      </w:r>
      <w:smartTag w:uri="urn:schemas:contacts" w:element="GivenName">
        <w:r w:rsidRPr="00BD0ED3">
          <w:t>Inna</w:t>
        </w:r>
      </w:smartTag>
      <w:r w:rsidRPr="00BD0ED3">
        <w:t xml:space="preserve"> </w:t>
      </w:r>
      <w:smartTag w:uri="urn:schemas:contacts" w:element="Sn">
        <w:r w:rsidRPr="00BD0ED3">
          <w:t>Anzalna</w:t>
        </w:r>
      </w:smartTag>
      <w:r w:rsidRPr="00BD0ED3">
        <w:t xml:space="preserve"> is Sura of </w:t>
      </w:r>
      <w:smartTag w:uri="urn:schemas-microsoft-com:office:smarttags" w:element="PersonName">
        <w:smartTag w:uri="urn:schemas:contacts" w:element="GivenName">
          <w:r w:rsidRPr="00BD0ED3">
            <w:t>Nabi</w:t>
          </w:r>
        </w:smartTag>
        <w:r w:rsidRPr="00BD0ED3">
          <w:t xml:space="preserve"> </w:t>
        </w:r>
        <w:smartTag w:uri="urn:schemas:contacts" w:element="Sn">
          <w:r w:rsidRPr="00BD0ED3">
            <w:t>Akram</w:t>
          </w:r>
        </w:smartTag>
      </w:smartTag>
      <w:r w:rsidRPr="00BD0ED3">
        <w:t xml:space="preserve"> (s.a.w.a.w.) and his Ahlul Bait (s.a.a.). So Namazi should make these personalities (s.a.a.) his Waseela towards Allah, because due to the same Masomeen (s.a.a.) he got Marifat of Allah. And recite Sura Tauheed in the second Rakat, because Dua is accepted after reciting it, then when he will read Qanoot, then Qanoot will be accepted.</w:t>
      </w:r>
    </w:p>
    <w:p w:rsidR="001137B5" w:rsidRDefault="001137B5" w:rsidP="00AD7866">
      <w:pPr>
        <w:pStyle w:val="libNormal"/>
      </w:pPr>
      <w:r>
        <w:t>(Mun La Yahzorul Faqeh, V 1, P 210)</w:t>
      </w:r>
    </w:p>
    <w:p w:rsidR="00BE2EC5" w:rsidRDefault="001137B5" w:rsidP="00AD7866">
      <w:pPr>
        <w:pStyle w:val="libNormal"/>
      </w:pPr>
      <w:r>
        <w:t xml:space="preserve">Angels come down to Masomeen (s.a.a.) in the Night of Qadr, then circumambulate them, then present all the affairs of the next year for signature, which is mentioned in Sura Qadr. It is Hadees that </w:t>
      </w:r>
      <w:smartTag w:uri="urn:schemas-microsoft-com:office:smarttags" w:element="PersonName">
        <w:r>
          <w:t xml:space="preserve">Imam </w:t>
        </w:r>
        <w:smartTag w:uri="urn:schemas:contacts" w:element="Sn">
          <w:r>
            <w:t>Ali</w:t>
          </w:r>
        </w:smartTag>
      </w:smartTag>
      <w:r>
        <w:t xml:space="preserve"> (s.a.) is like Sura Tauheed (Ikhlaas). And in Sura Al-Hamd we say that Ya Allah keep us on the Path of Ali (s.a.), the Straight Path. So in Namaaz even recite those Suras in which there are Faza’il of Maola Ali (s.a.). Poet </w:t>
      </w:r>
      <w:smartTag w:uri="urn:schemas-microsoft-com:office:smarttags" w:element="PersonName">
        <w:smartTag w:uri="urn:schemas:contacts" w:element="GivenName">
          <w:r>
            <w:t>Allama</w:t>
          </w:r>
        </w:smartTag>
        <w:r>
          <w:t xml:space="preserve"> </w:t>
        </w:r>
        <w:smartTag w:uri="urn:schemas:contacts" w:element="Sn">
          <w:r>
            <w:t>Iqbal</w:t>
          </w:r>
        </w:smartTag>
      </w:smartTag>
      <w:r>
        <w:t xml:space="preserve"> (r.a.) said right that there is nothing in Deen except the Hit (strike) of Yadullah (s.a.) and Sajdah of Shabbeer (s.a.). Nowadays the agents of the army of Shaitan are barking: is there nothing left in Deen other than Walayat e </w:t>
      </w:r>
      <w:smartTag w:uri="urn:schemas:contacts" w:element="GivenName">
        <w:r>
          <w:t>Ali</w:t>
        </w:r>
      </w:smartTag>
      <w:r>
        <w:t xml:space="preserve"> (s.a.)?</w:t>
      </w:r>
    </w:p>
    <w:p w:rsidR="001137B5" w:rsidRDefault="001137B5" w:rsidP="001137B5">
      <w:pPr>
        <w:pStyle w:val="Heading4Center"/>
      </w:pPr>
      <w:r w:rsidRPr="00F76646">
        <w:t>43-Do Zikr of Imams (s.a.a.) in Beautiful way</w:t>
      </w:r>
    </w:p>
    <w:p w:rsidR="001137B5" w:rsidRPr="0001549E" w:rsidRDefault="001137B5" w:rsidP="001137B5">
      <w:pPr>
        <w:pStyle w:val="libItalic"/>
      </w:pPr>
      <w:r w:rsidRPr="0001549E">
        <w:t xml:space="preserve">Halabi asked </w:t>
      </w:r>
      <w:smartTag w:uri="urn:schemas-microsoft-com:office:smarttags" w:element="PersonName">
        <w:r w:rsidRPr="0001549E">
          <w:t xml:space="preserve">Imam </w:t>
        </w:r>
        <w:smartTag w:uri="urn:schemas:contacts" w:element="GivenName">
          <w:r w:rsidRPr="0001549E">
            <w:t>Jafar</w:t>
          </w:r>
        </w:smartTag>
        <w:r w:rsidRPr="0001549E">
          <w:t xml:space="preserve"> </w:t>
        </w:r>
        <w:smartTag w:uri="urn:schemas:contacts" w:element="Sn">
          <w:r w:rsidRPr="0001549E">
            <w:t>Sadiq</w:t>
          </w:r>
        </w:smartTag>
      </w:smartTag>
      <w:r w:rsidRPr="0001549E">
        <w:t xml:space="preserve"> (s.a.): Can we mention names of Imams (s.a.) in Namaaz? Imam (s.a.) said: “Mention them in a beautiful way (Ajmali manner).”</w:t>
      </w:r>
    </w:p>
    <w:p w:rsidR="001137B5" w:rsidRDefault="001137B5" w:rsidP="00AD7866">
      <w:pPr>
        <w:pStyle w:val="libNormal"/>
      </w:pPr>
      <w:r>
        <w:t>(Mun La Yahzorul Faqeh, V 1, P 211)</w:t>
      </w:r>
    </w:p>
    <w:p w:rsidR="001137B5" w:rsidRDefault="001137B5" w:rsidP="001137B5">
      <w:pPr>
        <w:pStyle w:val="Heading4Center"/>
      </w:pPr>
      <w:r w:rsidRPr="00F76646">
        <w:t>44-Tashahud according to Sunnah of Rasool (s.a.)</w:t>
      </w:r>
    </w:p>
    <w:p w:rsidR="001137B5" w:rsidRDefault="001137B5" w:rsidP="00AD7866">
      <w:pPr>
        <w:pStyle w:val="libNormal"/>
      </w:pPr>
      <w:r>
        <w:t xml:space="preserve">Imam </w:t>
      </w:r>
      <w:smartTag w:uri="urn:schemas:contacts" w:element="GivenName">
        <w:r>
          <w:t>Jafar</w:t>
        </w:r>
      </w:smartTag>
      <w:r>
        <w:t xml:space="preserve"> </w:t>
      </w:r>
      <w:smartTag w:uri="urn:schemas:contacts" w:element="Sn">
        <w:r>
          <w:t>Sadiq</w:t>
        </w:r>
      </w:smartTag>
      <w:r>
        <w:t xml:space="preserve"> (s.a.) said: It is Sunnah to say:</w:t>
      </w:r>
    </w:p>
    <w:p w:rsidR="001137B5" w:rsidRDefault="001137B5" w:rsidP="001137B5">
      <w:pPr>
        <w:pStyle w:val="libAie"/>
      </w:pPr>
      <w:r>
        <w:rPr>
          <w:rtl/>
        </w:rPr>
        <w:t>الاسماء</w:t>
      </w:r>
      <w:r>
        <w:t xml:space="preserve"> </w:t>
      </w:r>
      <w:r>
        <w:rPr>
          <w:rtl/>
        </w:rPr>
        <w:t>وخير</w:t>
      </w:r>
      <w:r>
        <w:t xml:space="preserve"> </w:t>
      </w:r>
      <w:r>
        <w:rPr>
          <w:rtl/>
        </w:rPr>
        <w:t>لله</w:t>
      </w:r>
      <w:r>
        <w:t xml:space="preserve"> </w:t>
      </w:r>
      <w:r>
        <w:rPr>
          <w:rtl/>
        </w:rPr>
        <w:t>والحمد</w:t>
      </w:r>
      <w:r>
        <w:t xml:space="preserve"> </w:t>
      </w:r>
      <w:r>
        <w:rPr>
          <w:rtl/>
        </w:rPr>
        <w:t>بالله</w:t>
      </w:r>
      <w:r>
        <w:t xml:space="preserve"> </w:t>
      </w:r>
      <w:r>
        <w:rPr>
          <w:rtl/>
        </w:rPr>
        <w:t>و</w:t>
      </w:r>
      <w:r>
        <w:t xml:space="preserve"> </w:t>
      </w:r>
      <w:r>
        <w:rPr>
          <w:rtl/>
        </w:rPr>
        <w:t>الله</w:t>
      </w:r>
      <w:r>
        <w:t xml:space="preserve"> </w:t>
      </w:r>
      <w:r>
        <w:rPr>
          <w:rtl/>
        </w:rPr>
        <w:t>بسم</w:t>
      </w:r>
    </w:p>
    <w:p w:rsidR="001137B5" w:rsidRDefault="001137B5" w:rsidP="001137B5">
      <w:pPr>
        <w:pStyle w:val="libAie"/>
      </w:pPr>
      <w:r>
        <w:rPr>
          <w:rtl/>
        </w:rPr>
        <w:t>عبده</w:t>
      </w:r>
      <w:r>
        <w:t xml:space="preserve"> </w:t>
      </w:r>
      <w:r>
        <w:rPr>
          <w:rtl/>
        </w:rPr>
        <w:t>محمدا</w:t>
      </w:r>
      <w:r>
        <w:t xml:space="preserve"> </w:t>
      </w:r>
      <w:r>
        <w:rPr>
          <w:rtl/>
        </w:rPr>
        <w:t>ان</w:t>
      </w:r>
      <w:r>
        <w:t xml:space="preserve"> </w:t>
      </w:r>
      <w:r>
        <w:rPr>
          <w:rtl/>
        </w:rPr>
        <w:t>واشهد</w:t>
      </w:r>
      <w:r>
        <w:t xml:space="preserve"> </w:t>
      </w:r>
      <w:r>
        <w:rPr>
          <w:rtl/>
        </w:rPr>
        <w:t>له</w:t>
      </w:r>
      <w:r>
        <w:t xml:space="preserve"> </w:t>
      </w:r>
      <w:r>
        <w:rPr>
          <w:rtl/>
        </w:rPr>
        <w:t>لاشريك</w:t>
      </w:r>
      <w:r>
        <w:t xml:space="preserve"> </w:t>
      </w:r>
      <w:r>
        <w:rPr>
          <w:rtl/>
        </w:rPr>
        <w:t>وحده</w:t>
      </w:r>
      <w:r>
        <w:t xml:space="preserve"> </w:t>
      </w:r>
      <w:r>
        <w:rPr>
          <w:rtl/>
        </w:rPr>
        <w:t>الله</w:t>
      </w:r>
      <w:r>
        <w:t xml:space="preserve"> </w:t>
      </w:r>
      <w:r>
        <w:rPr>
          <w:rtl/>
        </w:rPr>
        <w:t>الا</w:t>
      </w:r>
      <w:r>
        <w:t xml:space="preserve"> </w:t>
      </w:r>
      <w:r>
        <w:rPr>
          <w:rtl/>
        </w:rPr>
        <w:t>اله</w:t>
      </w:r>
      <w:r>
        <w:t xml:space="preserve"> </w:t>
      </w:r>
      <w:r>
        <w:rPr>
          <w:rtl/>
        </w:rPr>
        <w:t>لا</w:t>
      </w:r>
      <w:r>
        <w:t xml:space="preserve"> </w:t>
      </w:r>
      <w:r>
        <w:rPr>
          <w:rtl/>
        </w:rPr>
        <w:t>ان</w:t>
      </w:r>
      <w:r>
        <w:t xml:space="preserve"> </w:t>
      </w:r>
      <w:r>
        <w:rPr>
          <w:rtl/>
        </w:rPr>
        <w:t>اشهد</w:t>
      </w:r>
      <w:r>
        <w:t xml:space="preserve"> </w:t>
      </w:r>
      <w:r>
        <w:rPr>
          <w:rtl/>
        </w:rPr>
        <w:t>لله</w:t>
      </w:r>
      <w:r>
        <w:t xml:space="preserve"> </w:t>
      </w:r>
      <w:r>
        <w:rPr>
          <w:rtl/>
        </w:rPr>
        <w:t>كلها</w:t>
      </w:r>
    </w:p>
    <w:p w:rsidR="001137B5" w:rsidRDefault="001137B5" w:rsidP="001137B5">
      <w:pPr>
        <w:pStyle w:val="libAie"/>
      </w:pPr>
      <w:r>
        <w:rPr>
          <w:rtl/>
        </w:rPr>
        <w:t>نعم</w:t>
      </w:r>
      <w:r>
        <w:t xml:space="preserve"> </w:t>
      </w:r>
      <w:r>
        <w:rPr>
          <w:rtl/>
        </w:rPr>
        <w:t>ربى</w:t>
      </w:r>
      <w:r>
        <w:t xml:space="preserve"> </w:t>
      </w:r>
      <w:r>
        <w:rPr>
          <w:rtl/>
        </w:rPr>
        <w:t>ان</w:t>
      </w:r>
      <w:r>
        <w:t xml:space="preserve"> </w:t>
      </w:r>
      <w:r>
        <w:rPr>
          <w:rtl/>
        </w:rPr>
        <w:t>واشهد</w:t>
      </w:r>
      <w:r>
        <w:t xml:space="preserve"> </w:t>
      </w:r>
      <w:r>
        <w:rPr>
          <w:rtl/>
        </w:rPr>
        <w:t>الساعته</w:t>
      </w:r>
      <w:r>
        <w:t xml:space="preserve"> </w:t>
      </w:r>
      <w:r>
        <w:rPr>
          <w:rtl/>
        </w:rPr>
        <w:t>يدى</w:t>
      </w:r>
      <w:r>
        <w:t xml:space="preserve"> </w:t>
      </w:r>
      <w:r>
        <w:rPr>
          <w:rtl/>
        </w:rPr>
        <w:t>بين</w:t>
      </w:r>
      <w:r>
        <w:t xml:space="preserve"> </w:t>
      </w:r>
      <w:r>
        <w:rPr>
          <w:rtl/>
        </w:rPr>
        <w:t>نذيرا</w:t>
      </w:r>
      <w:r>
        <w:t xml:space="preserve"> </w:t>
      </w:r>
      <w:r>
        <w:rPr>
          <w:rtl/>
        </w:rPr>
        <w:t>بشيراو</w:t>
      </w:r>
      <w:r>
        <w:t xml:space="preserve"> </w:t>
      </w:r>
      <w:r>
        <w:rPr>
          <w:rtl/>
        </w:rPr>
        <w:t>بالحق</w:t>
      </w:r>
      <w:r>
        <w:t xml:space="preserve"> </w:t>
      </w:r>
      <w:r>
        <w:rPr>
          <w:rtl/>
        </w:rPr>
        <w:t>ارسله</w:t>
      </w:r>
      <w:r>
        <w:t xml:space="preserve"> </w:t>
      </w:r>
      <w:r>
        <w:rPr>
          <w:rtl/>
        </w:rPr>
        <w:t>رسوله</w:t>
      </w:r>
      <w:r>
        <w:t xml:space="preserve"> </w:t>
      </w:r>
      <w:r>
        <w:rPr>
          <w:rtl/>
        </w:rPr>
        <w:t>و</w:t>
      </w:r>
    </w:p>
    <w:p w:rsidR="001137B5" w:rsidRPr="005A00E3" w:rsidRDefault="001137B5" w:rsidP="001137B5">
      <w:pPr>
        <w:pStyle w:val="libAie"/>
      </w:pPr>
      <w:r>
        <w:rPr>
          <w:rtl/>
        </w:rPr>
        <w:t>صل</w:t>
      </w:r>
      <w:r>
        <w:t xml:space="preserve"> </w:t>
      </w:r>
      <w:r>
        <w:rPr>
          <w:rtl/>
        </w:rPr>
        <w:t>اللهم</w:t>
      </w:r>
      <w:r>
        <w:t xml:space="preserve"> </w:t>
      </w:r>
      <w:r>
        <w:rPr>
          <w:rtl/>
        </w:rPr>
        <w:t>الامام</w:t>
      </w:r>
      <w:r>
        <w:t xml:space="preserve"> </w:t>
      </w:r>
      <w:r>
        <w:rPr>
          <w:rtl/>
        </w:rPr>
        <w:t>ونعم</w:t>
      </w:r>
      <w:r>
        <w:t xml:space="preserve"> </w:t>
      </w:r>
      <w:r>
        <w:rPr>
          <w:rtl/>
        </w:rPr>
        <w:t>الوصى</w:t>
      </w:r>
      <w:r>
        <w:t xml:space="preserve"> </w:t>
      </w:r>
      <w:r>
        <w:rPr>
          <w:rtl/>
        </w:rPr>
        <w:t>نعم</w:t>
      </w:r>
      <w:r>
        <w:t xml:space="preserve"> </w:t>
      </w:r>
      <w:r>
        <w:rPr>
          <w:rtl/>
        </w:rPr>
        <w:t>علياً</w:t>
      </w:r>
      <w:r>
        <w:t xml:space="preserve"> </w:t>
      </w:r>
      <w:r>
        <w:rPr>
          <w:rtl/>
        </w:rPr>
        <w:t>وان</w:t>
      </w:r>
      <w:r>
        <w:t xml:space="preserve"> </w:t>
      </w:r>
      <w:r>
        <w:rPr>
          <w:rtl/>
        </w:rPr>
        <w:t>الرسول</w:t>
      </w:r>
      <w:r>
        <w:t xml:space="preserve"> </w:t>
      </w:r>
      <w:r>
        <w:rPr>
          <w:rtl/>
        </w:rPr>
        <w:t>نعم</w:t>
      </w:r>
      <w:r>
        <w:t xml:space="preserve"> </w:t>
      </w:r>
      <w:r>
        <w:rPr>
          <w:rtl/>
        </w:rPr>
        <w:t>محمدا</w:t>
      </w:r>
      <w:r>
        <w:t xml:space="preserve"> </w:t>
      </w:r>
      <w:r>
        <w:rPr>
          <w:rtl/>
        </w:rPr>
        <w:t>وان</w:t>
      </w:r>
      <w:r>
        <w:t xml:space="preserve"> </w:t>
      </w:r>
      <w:r>
        <w:rPr>
          <w:rtl/>
        </w:rPr>
        <w:t>الرب</w:t>
      </w:r>
      <w:r>
        <w:t xml:space="preserve"> </w:t>
      </w:r>
    </w:p>
    <w:p w:rsidR="001137B5" w:rsidRDefault="001137B5" w:rsidP="001137B5">
      <w:pPr>
        <w:pStyle w:val="libAie"/>
      </w:pPr>
      <w:r>
        <w:rPr>
          <w:rtl/>
        </w:rPr>
        <w:t>العالمين</w:t>
      </w:r>
      <w:r>
        <w:t xml:space="preserve"> </w:t>
      </w:r>
      <w:r>
        <w:rPr>
          <w:rtl/>
        </w:rPr>
        <w:t>رب</w:t>
      </w:r>
      <w:r>
        <w:t xml:space="preserve"> </w:t>
      </w:r>
      <w:r>
        <w:rPr>
          <w:rtl/>
        </w:rPr>
        <w:t>لله</w:t>
      </w:r>
      <w:r>
        <w:t xml:space="preserve"> </w:t>
      </w:r>
      <w:r>
        <w:rPr>
          <w:rtl/>
        </w:rPr>
        <w:t>الحمد</w:t>
      </w:r>
      <w:r>
        <w:t xml:space="preserve"> </w:t>
      </w:r>
      <w:r>
        <w:rPr>
          <w:rtl/>
        </w:rPr>
        <w:t>درجته</w:t>
      </w:r>
      <w:r>
        <w:t xml:space="preserve"> </w:t>
      </w:r>
      <w:r>
        <w:rPr>
          <w:rtl/>
        </w:rPr>
        <w:t>وارفع</w:t>
      </w:r>
      <w:r>
        <w:t xml:space="preserve"> </w:t>
      </w:r>
      <w:r>
        <w:rPr>
          <w:rtl/>
        </w:rPr>
        <w:t>امته</w:t>
      </w:r>
      <w:r>
        <w:t xml:space="preserve"> </w:t>
      </w:r>
      <w:r>
        <w:rPr>
          <w:rtl/>
        </w:rPr>
        <w:t>فى</w:t>
      </w:r>
      <w:r>
        <w:t xml:space="preserve"> </w:t>
      </w:r>
      <w:r>
        <w:rPr>
          <w:rtl/>
        </w:rPr>
        <w:t>شفاعته</w:t>
      </w:r>
      <w:r>
        <w:t xml:space="preserve"> </w:t>
      </w:r>
      <w:r>
        <w:rPr>
          <w:rtl/>
        </w:rPr>
        <w:t>تقبل</w:t>
      </w:r>
      <w:r>
        <w:t xml:space="preserve"> </w:t>
      </w:r>
      <w:r>
        <w:rPr>
          <w:rtl/>
        </w:rPr>
        <w:t>محمد</w:t>
      </w:r>
      <w:r>
        <w:t xml:space="preserve"> </w:t>
      </w:r>
      <w:r>
        <w:rPr>
          <w:rtl/>
        </w:rPr>
        <w:t>وآل</w:t>
      </w:r>
      <w:r>
        <w:t xml:space="preserve"> </w:t>
      </w:r>
      <w:r>
        <w:rPr>
          <w:rtl/>
        </w:rPr>
        <w:t>محمد</w:t>
      </w:r>
      <w:r>
        <w:t xml:space="preserve"> </w:t>
      </w:r>
    </w:p>
    <w:p w:rsidR="001137B5" w:rsidRDefault="001137B5" w:rsidP="00AD7866">
      <w:pPr>
        <w:pStyle w:val="libNormal"/>
      </w:pPr>
      <w:r>
        <w:t>(Fiqh e Kamil, P 31)</w:t>
      </w:r>
    </w:p>
    <w:p w:rsidR="001137B5" w:rsidRDefault="001137B5" w:rsidP="001137B5">
      <w:pPr>
        <w:pStyle w:val="Heading4Center"/>
      </w:pPr>
      <w:r w:rsidRPr="00F76646">
        <w:t>45-Brief Tashahud</w:t>
      </w:r>
    </w:p>
    <w:p w:rsidR="001137B5" w:rsidRDefault="001137B5" w:rsidP="001137B5">
      <w:pPr>
        <w:pStyle w:val="libAie"/>
      </w:pPr>
      <w:r>
        <w:rPr>
          <w:rtl/>
        </w:rPr>
        <w:t>واشهد</w:t>
      </w:r>
      <w:r>
        <w:t xml:space="preserve"> </w:t>
      </w:r>
      <w:r>
        <w:rPr>
          <w:rtl/>
        </w:rPr>
        <w:t>له</w:t>
      </w:r>
      <w:r>
        <w:t xml:space="preserve"> </w:t>
      </w:r>
      <w:r>
        <w:rPr>
          <w:rtl/>
        </w:rPr>
        <w:t>لاشريك</w:t>
      </w:r>
      <w:r>
        <w:t xml:space="preserve"> </w:t>
      </w:r>
      <w:r>
        <w:rPr>
          <w:rtl/>
        </w:rPr>
        <w:t>وحده</w:t>
      </w:r>
      <w:r>
        <w:t xml:space="preserve"> </w:t>
      </w:r>
      <w:r>
        <w:rPr>
          <w:rtl/>
        </w:rPr>
        <w:t>الله</w:t>
      </w:r>
      <w:r>
        <w:t xml:space="preserve"> </w:t>
      </w:r>
      <w:r>
        <w:rPr>
          <w:rtl/>
        </w:rPr>
        <w:t>الا</w:t>
      </w:r>
      <w:r>
        <w:t xml:space="preserve"> </w:t>
      </w:r>
      <w:r>
        <w:rPr>
          <w:rtl/>
        </w:rPr>
        <w:t>اله</w:t>
      </w:r>
      <w:r>
        <w:t xml:space="preserve"> </w:t>
      </w:r>
      <w:r>
        <w:rPr>
          <w:rtl/>
        </w:rPr>
        <w:t>لا</w:t>
      </w:r>
      <w:r>
        <w:t xml:space="preserve"> </w:t>
      </w:r>
      <w:r>
        <w:rPr>
          <w:rtl/>
        </w:rPr>
        <w:t>ان</w:t>
      </w:r>
      <w:r>
        <w:t xml:space="preserve"> </w:t>
      </w:r>
      <w:r>
        <w:rPr>
          <w:rtl/>
        </w:rPr>
        <w:t>اشهد</w:t>
      </w:r>
      <w:r>
        <w:rPr>
          <w:lang w:bidi="he-IL"/>
        </w:rPr>
        <w:t xml:space="preserve"> </w:t>
      </w:r>
      <w:r>
        <w:rPr>
          <w:rtl/>
        </w:rPr>
        <w:t>لله</w:t>
      </w:r>
      <w:r>
        <w:t xml:space="preserve"> </w:t>
      </w:r>
      <w:r>
        <w:rPr>
          <w:rtl/>
        </w:rPr>
        <w:t>الحمد</w:t>
      </w:r>
    </w:p>
    <w:p w:rsidR="001137B5" w:rsidRDefault="001137B5" w:rsidP="001137B5">
      <w:pPr>
        <w:pStyle w:val="libAie"/>
      </w:pPr>
      <w:r>
        <w:rPr>
          <w:rtl/>
        </w:rPr>
        <w:t>واولاده</w:t>
      </w:r>
      <w:r>
        <w:t xml:space="preserve"> </w:t>
      </w:r>
      <w:r>
        <w:rPr>
          <w:rtl/>
        </w:rPr>
        <w:t>الله</w:t>
      </w:r>
      <w:r>
        <w:t xml:space="preserve"> </w:t>
      </w:r>
      <w:r>
        <w:rPr>
          <w:rtl/>
        </w:rPr>
        <w:t>ولى</w:t>
      </w:r>
      <w:r>
        <w:t xml:space="preserve"> </w:t>
      </w:r>
      <w:r>
        <w:rPr>
          <w:rtl/>
        </w:rPr>
        <w:t>علياً</w:t>
      </w:r>
      <w:r>
        <w:t xml:space="preserve"> </w:t>
      </w:r>
      <w:r>
        <w:rPr>
          <w:rtl/>
        </w:rPr>
        <w:t>المؤمنين</w:t>
      </w:r>
      <w:r>
        <w:t xml:space="preserve"> </w:t>
      </w:r>
      <w:r>
        <w:rPr>
          <w:rtl/>
        </w:rPr>
        <w:t>امير</w:t>
      </w:r>
      <w:r>
        <w:t xml:space="preserve"> </w:t>
      </w:r>
      <w:r>
        <w:rPr>
          <w:rtl/>
        </w:rPr>
        <w:t>ان</w:t>
      </w:r>
      <w:r>
        <w:t xml:space="preserve"> </w:t>
      </w:r>
      <w:r>
        <w:rPr>
          <w:rtl/>
        </w:rPr>
        <w:t>واشهد</w:t>
      </w:r>
      <w:r>
        <w:t xml:space="preserve"> </w:t>
      </w:r>
      <w:r>
        <w:rPr>
          <w:rtl/>
        </w:rPr>
        <w:t>ورسوله</w:t>
      </w:r>
      <w:r>
        <w:t xml:space="preserve"> </w:t>
      </w:r>
      <w:r>
        <w:rPr>
          <w:rtl/>
        </w:rPr>
        <w:t>عبده</w:t>
      </w:r>
      <w:r>
        <w:t xml:space="preserve"> </w:t>
      </w:r>
      <w:r>
        <w:rPr>
          <w:rtl/>
        </w:rPr>
        <w:t>محمدا</w:t>
      </w:r>
      <w:r>
        <w:t xml:space="preserve"> </w:t>
      </w:r>
      <w:r>
        <w:rPr>
          <w:rtl/>
        </w:rPr>
        <w:t>ان</w:t>
      </w:r>
    </w:p>
    <w:p w:rsidR="001137B5" w:rsidRDefault="001137B5" w:rsidP="001137B5">
      <w:pPr>
        <w:pStyle w:val="libAie"/>
      </w:pPr>
      <w:r>
        <w:rPr>
          <w:rtl/>
        </w:rPr>
        <w:t>على</w:t>
      </w:r>
      <w:r>
        <w:t xml:space="preserve"> </w:t>
      </w:r>
      <w:r>
        <w:rPr>
          <w:rtl/>
        </w:rPr>
        <w:t>صلى</w:t>
      </w:r>
      <w:r>
        <w:t xml:space="preserve"> </w:t>
      </w:r>
      <w:r>
        <w:rPr>
          <w:rtl/>
        </w:rPr>
        <w:t>اللهم</w:t>
      </w:r>
      <w:r>
        <w:t xml:space="preserve"> </w:t>
      </w:r>
      <w:r>
        <w:rPr>
          <w:rtl/>
        </w:rPr>
        <w:t>اجمعين</w:t>
      </w:r>
      <w:r>
        <w:t xml:space="preserve"> </w:t>
      </w:r>
      <w:r>
        <w:rPr>
          <w:rtl/>
        </w:rPr>
        <w:t>عليهم</w:t>
      </w:r>
      <w:r>
        <w:t xml:space="preserve"> </w:t>
      </w:r>
      <w:r>
        <w:rPr>
          <w:rtl/>
        </w:rPr>
        <w:t>الله</w:t>
      </w:r>
      <w:r>
        <w:t xml:space="preserve"> </w:t>
      </w:r>
      <w:r>
        <w:rPr>
          <w:rtl/>
        </w:rPr>
        <w:t>صلوات</w:t>
      </w:r>
      <w:r>
        <w:t xml:space="preserve"> </w:t>
      </w:r>
      <w:r>
        <w:rPr>
          <w:rtl/>
        </w:rPr>
        <w:t>الله</w:t>
      </w:r>
      <w:r>
        <w:t xml:space="preserve"> </w:t>
      </w:r>
      <w:r>
        <w:rPr>
          <w:rtl/>
        </w:rPr>
        <w:t>حجج</w:t>
      </w:r>
      <w:r>
        <w:t xml:space="preserve"> </w:t>
      </w:r>
      <w:r>
        <w:rPr>
          <w:rtl/>
        </w:rPr>
        <w:t>المعصومين</w:t>
      </w:r>
    </w:p>
    <w:p w:rsidR="001137B5" w:rsidRDefault="001137B5" w:rsidP="001137B5">
      <w:pPr>
        <w:pStyle w:val="libAie"/>
      </w:pPr>
      <w:r>
        <w:rPr>
          <w:rtl/>
        </w:rPr>
        <w:t>مجيد</w:t>
      </w:r>
      <w:r>
        <w:t xml:space="preserve"> </w:t>
      </w:r>
      <w:r>
        <w:rPr>
          <w:rtl/>
        </w:rPr>
        <w:t>حميد</w:t>
      </w:r>
      <w:r>
        <w:t xml:space="preserve"> </w:t>
      </w:r>
      <w:r>
        <w:rPr>
          <w:rtl/>
        </w:rPr>
        <w:t>انك</w:t>
      </w:r>
      <w:r>
        <w:t xml:space="preserve"> </w:t>
      </w:r>
      <w:r>
        <w:rPr>
          <w:rtl/>
        </w:rPr>
        <w:t>ابراهيم</w:t>
      </w:r>
      <w:r>
        <w:t xml:space="preserve"> </w:t>
      </w:r>
      <w:r>
        <w:rPr>
          <w:rtl/>
        </w:rPr>
        <w:t>آل</w:t>
      </w:r>
      <w:r>
        <w:t xml:space="preserve"> </w:t>
      </w:r>
      <w:r>
        <w:rPr>
          <w:rtl/>
        </w:rPr>
        <w:t>وعلى</w:t>
      </w:r>
      <w:r>
        <w:t xml:space="preserve"> </w:t>
      </w:r>
      <w:r>
        <w:rPr>
          <w:rtl/>
        </w:rPr>
        <w:t>ابراهيم</w:t>
      </w:r>
      <w:r>
        <w:t xml:space="preserve"> </w:t>
      </w:r>
      <w:r>
        <w:rPr>
          <w:rtl/>
        </w:rPr>
        <w:t>على</w:t>
      </w:r>
      <w:r>
        <w:t xml:space="preserve"> </w:t>
      </w:r>
      <w:r>
        <w:rPr>
          <w:rtl/>
        </w:rPr>
        <w:t>صليت</w:t>
      </w:r>
      <w:r>
        <w:t xml:space="preserve"> </w:t>
      </w:r>
      <w:r>
        <w:rPr>
          <w:rtl/>
        </w:rPr>
        <w:t>كما</w:t>
      </w:r>
      <w:r>
        <w:t xml:space="preserve"> </w:t>
      </w:r>
      <w:r>
        <w:rPr>
          <w:rtl/>
        </w:rPr>
        <w:t>محمد</w:t>
      </w:r>
      <w:r>
        <w:t xml:space="preserve"> </w:t>
      </w:r>
      <w:r>
        <w:rPr>
          <w:rtl/>
        </w:rPr>
        <w:t>وآل</w:t>
      </w:r>
      <w:r>
        <w:t xml:space="preserve"> </w:t>
      </w:r>
      <w:r>
        <w:rPr>
          <w:rtl/>
        </w:rPr>
        <w:t>محمد</w:t>
      </w:r>
    </w:p>
    <w:p w:rsidR="001137B5" w:rsidRDefault="001137B5" w:rsidP="001137B5">
      <w:pPr>
        <w:pStyle w:val="Heading4Center"/>
      </w:pPr>
      <w:r w:rsidRPr="00F76646">
        <w:t>46-Beautiful Tashahud</w:t>
      </w:r>
      <w:r>
        <w:t xml:space="preserve"> </w:t>
      </w:r>
    </w:p>
    <w:p w:rsidR="001137B5" w:rsidRDefault="001137B5" w:rsidP="001137B5">
      <w:pPr>
        <w:pStyle w:val="libAie"/>
      </w:pPr>
      <w:r>
        <w:rPr>
          <w:rtl/>
        </w:rPr>
        <w:t>لا</w:t>
      </w:r>
      <w:r>
        <w:t xml:space="preserve"> </w:t>
      </w:r>
      <w:r>
        <w:rPr>
          <w:rtl/>
        </w:rPr>
        <w:t>ان</w:t>
      </w:r>
      <w:r>
        <w:t xml:space="preserve"> </w:t>
      </w:r>
      <w:r>
        <w:rPr>
          <w:rtl/>
        </w:rPr>
        <w:t>اشهد</w:t>
      </w:r>
    </w:p>
    <w:p w:rsidR="001137B5" w:rsidRDefault="001137B5" w:rsidP="001137B5">
      <w:pPr>
        <w:pStyle w:val="libAie"/>
      </w:pPr>
      <w:r>
        <w:rPr>
          <w:rtl/>
        </w:rPr>
        <w:lastRenderedPageBreak/>
        <w:t>امير</w:t>
      </w:r>
      <w:r>
        <w:t xml:space="preserve"> </w:t>
      </w:r>
      <w:r>
        <w:rPr>
          <w:rtl/>
        </w:rPr>
        <w:t>ان</w:t>
      </w:r>
      <w:r>
        <w:t xml:space="preserve"> </w:t>
      </w:r>
      <w:r>
        <w:rPr>
          <w:rtl/>
        </w:rPr>
        <w:t>واشهد</w:t>
      </w:r>
      <w:r>
        <w:t xml:space="preserve"> </w:t>
      </w:r>
      <w:r>
        <w:rPr>
          <w:rtl/>
        </w:rPr>
        <w:t>ورسوله</w:t>
      </w:r>
      <w:r>
        <w:t xml:space="preserve"> </w:t>
      </w:r>
      <w:r>
        <w:rPr>
          <w:rtl/>
        </w:rPr>
        <w:t>عبده</w:t>
      </w:r>
      <w:r>
        <w:t xml:space="preserve"> </w:t>
      </w:r>
      <w:r>
        <w:rPr>
          <w:rtl/>
        </w:rPr>
        <w:t>محمدا</w:t>
      </w:r>
      <w:r>
        <w:t xml:space="preserve"> </w:t>
      </w:r>
      <w:r>
        <w:rPr>
          <w:rtl/>
        </w:rPr>
        <w:t>ان</w:t>
      </w:r>
      <w:r>
        <w:t xml:space="preserve"> </w:t>
      </w:r>
      <w:r>
        <w:rPr>
          <w:rtl/>
        </w:rPr>
        <w:t>واشهد</w:t>
      </w:r>
      <w:r>
        <w:t xml:space="preserve"> </w:t>
      </w:r>
      <w:r>
        <w:rPr>
          <w:rtl/>
        </w:rPr>
        <w:t>له</w:t>
      </w:r>
      <w:r>
        <w:t xml:space="preserve"> </w:t>
      </w:r>
      <w:r>
        <w:rPr>
          <w:rtl/>
        </w:rPr>
        <w:t>لاشريك</w:t>
      </w:r>
      <w:r>
        <w:t xml:space="preserve"> </w:t>
      </w:r>
      <w:r>
        <w:rPr>
          <w:rtl/>
        </w:rPr>
        <w:t>وحده</w:t>
      </w:r>
      <w:r>
        <w:t xml:space="preserve"> </w:t>
      </w:r>
      <w:r>
        <w:rPr>
          <w:rtl/>
        </w:rPr>
        <w:t>الله</w:t>
      </w:r>
      <w:r>
        <w:t xml:space="preserve"> </w:t>
      </w:r>
      <w:r>
        <w:rPr>
          <w:rtl/>
        </w:rPr>
        <w:t>الا</w:t>
      </w:r>
      <w:r>
        <w:t xml:space="preserve"> </w:t>
      </w:r>
      <w:r>
        <w:rPr>
          <w:rtl/>
        </w:rPr>
        <w:t>اله</w:t>
      </w:r>
    </w:p>
    <w:p w:rsidR="001137B5" w:rsidRDefault="001137B5" w:rsidP="001137B5">
      <w:pPr>
        <w:pStyle w:val="libAie"/>
      </w:pPr>
      <w:r>
        <w:rPr>
          <w:rtl/>
        </w:rPr>
        <w:t>حجته</w:t>
      </w:r>
      <w:r>
        <w:t xml:space="preserve"> </w:t>
      </w:r>
      <w:r>
        <w:rPr>
          <w:rtl/>
        </w:rPr>
        <w:t>الحسين</w:t>
      </w:r>
      <w:r>
        <w:t xml:space="preserve"> </w:t>
      </w:r>
      <w:r>
        <w:rPr>
          <w:rtl/>
        </w:rPr>
        <w:t>بن</w:t>
      </w:r>
      <w:r>
        <w:t xml:space="preserve"> </w:t>
      </w:r>
      <w:r>
        <w:rPr>
          <w:rtl/>
        </w:rPr>
        <w:t>وعلى</w:t>
      </w:r>
      <w:r>
        <w:t xml:space="preserve"> </w:t>
      </w:r>
      <w:r>
        <w:rPr>
          <w:rtl/>
        </w:rPr>
        <w:t>حجته</w:t>
      </w:r>
      <w:r>
        <w:t xml:space="preserve"> </w:t>
      </w:r>
      <w:r>
        <w:rPr>
          <w:rtl/>
        </w:rPr>
        <w:t>والحسين</w:t>
      </w:r>
      <w:r>
        <w:t xml:space="preserve"> </w:t>
      </w:r>
      <w:r>
        <w:rPr>
          <w:rtl/>
        </w:rPr>
        <w:t>حجته</w:t>
      </w:r>
      <w:r>
        <w:t xml:space="preserve"> </w:t>
      </w:r>
      <w:r>
        <w:rPr>
          <w:rtl/>
        </w:rPr>
        <w:t>والحسن</w:t>
      </w:r>
      <w:r>
        <w:t xml:space="preserve"> </w:t>
      </w:r>
      <w:r>
        <w:rPr>
          <w:rtl/>
        </w:rPr>
        <w:t>حجته</w:t>
      </w:r>
      <w:r>
        <w:t xml:space="preserve"> </w:t>
      </w:r>
      <w:r>
        <w:rPr>
          <w:rtl/>
        </w:rPr>
        <w:t>المؤمنين</w:t>
      </w:r>
    </w:p>
    <w:p w:rsidR="001137B5" w:rsidRDefault="001137B5" w:rsidP="001137B5">
      <w:pPr>
        <w:pStyle w:val="libAie"/>
      </w:pPr>
      <w:r>
        <w:rPr>
          <w:rtl/>
        </w:rPr>
        <w:t>حجته</w:t>
      </w:r>
      <w:r>
        <w:t xml:space="preserve"> </w:t>
      </w:r>
      <w:r>
        <w:rPr>
          <w:rtl/>
        </w:rPr>
        <w:t>جعفر</w:t>
      </w:r>
      <w:r>
        <w:t xml:space="preserve"> </w:t>
      </w:r>
      <w:r>
        <w:rPr>
          <w:rtl/>
        </w:rPr>
        <w:t>بن</w:t>
      </w:r>
      <w:r>
        <w:t xml:space="preserve"> </w:t>
      </w:r>
      <w:r>
        <w:rPr>
          <w:rtl/>
        </w:rPr>
        <w:t>وموسىٰ</w:t>
      </w:r>
      <w:r>
        <w:t xml:space="preserve"> </w:t>
      </w:r>
      <w:r>
        <w:rPr>
          <w:rtl/>
        </w:rPr>
        <w:t>حجته</w:t>
      </w:r>
      <w:r>
        <w:t xml:space="preserve"> </w:t>
      </w:r>
      <w:r>
        <w:rPr>
          <w:rtl/>
        </w:rPr>
        <w:t>محمد</w:t>
      </w:r>
      <w:r>
        <w:t xml:space="preserve"> </w:t>
      </w:r>
      <w:r>
        <w:rPr>
          <w:rtl/>
        </w:rPr>
        <w:t>بن</w:t>
      </w:r>
      <w:r>
        <w:t xml:space="preserve"> </w:t>
      </w:r>
      <w:r>
        <w:rPr>
          <w:rtl/>
        </w:rPr>
        <w:t>وجعفر</w:t>
      </w:r>
      <w:r>
        <w:t xml:space="preserve"> </w:t>
      </w:r>
      <w:r>
        <w:rPr>
          <w:rtl/>
        </w:rPr>
        <w:t>حجته</w:t>
      </w:r>
      <w:r>
        <w:t xml:space="preserve"> </w:t>
      </w:r>
      <w:r>
        <w:rPr>
          <w:rtl/>
        </w:rPr>
        <w:t>على</w:t>
      </w:r>
      <w:r>
        <w:t xml:space="preserve"> </w:t>
      </w:r>
      <w:r>
        <w:rPr>
          <w:rtl/>
        </w:rPr>
        <w:t>بن</w:t>
      </w:r>
      <w:r>
        <w:t xml:space="preserve"> </w:t>
      </w:r>
      <w:r>
        <w:rPr>
          <w:rtl/>
        </w:rPr>
        <w:t>ومحمد</w:t>
      </w:r>
    </w:p>
    <w:p w:rsidR="001137B5" w:rsidRDefault="001137B5" w:rsidP="001137B5">
      <w:pPr>
        <w:pStyle w:val="libAie"/>
      </w:pPr>
      <w:r>
        <w:rPr>
          <w:rtl/>
        </w:rPr>
        <w:t>حجته</w:t>
      </w:r>
      <w:r>
        <w:t xml:space="preserve"> </w:t>
      </w:r>
      <w:r>
        <w:rPr>
          <w:rtl/>
        </w:rPr>
        <w:t>محمد</w:t>
      </w:r>
      <w:r>
        <w:t xml:space="preserve"> </w:t>
      </w:r>
      <w:r>
        <w:rPr>
          <w:rtl/>
        </w:rPr>
        <w:t>بن</w:t>
      </w:r>
      <w:r>
        <w:t xml:space="preserve"> </w:t>
      </w:r>
      <w:r>
        <w:rPr>
          <w:rtl/>
        </w:rPr>
        <w:t>على</w:t>
      </w:r>
      <w:r>
        <w:t xml:space="preserve"> </w:t>
      </w:r>
      <w:r>
        <w:rPr>
          <w:rtl/>
        </w:rPr>
        <w:t>و</w:t>
      </w:r>
      <w:r>
        <w:t xml:space="preserve"> </w:t>
      </w:r>
      <w:r>
        <w:rPr>
          <w:rtl/>
        </w:rPr>
        <w:t>حجته</w:t>
      </w:r>
      <w:r>
        <w:t xml:space="preserve"> </w:t>
      </w:r>
      <w:r>
        <w:rPr>
          <w:rtl/>
        </w:rPr>
        <w:t>على</w:t>
      </w:r>
      <w:r>
        <w:t xml:space="preserve"> </w:t>
      </w:r>
      <w:r>
        <w:rPr>
          <w:rtl/>
        </w:rPr>
        <w:t>بن</w:t>
      </w:r>
      <w:r>
        <w:t xml:space="preserve"> </w:t>
      </w:r>
      <w:r>
        <w:rPr>
          <w:rtl/>
        </w:rPr>
        <w:t>ومحمد</w:t>
      </w:r>
      <w:r>
        <w:t xml:space="preserve"> </w:t>
      </w:r>
      <w:r>
        <w:rPr>
          <w:rtl/>
        </w:rPr>
        <w:t>حجته</w:t>
      </w:r>
      <w:r>
        <w:t xml:space="preserve"> </w:t>
      </w:r>
      <w:r>
        <w:rPr>
          <w:rtl/>
        </w:rPr>
        <w:t>موسىٰ</w:t>
      </w:r>
      <w:r>
        <w:t xml:space="preserve"> </w:t>
      </w:r>
      <w:r>
        <w:rPr>
          <w:rtl/>
        </w:rPr>
        <w:t>بن</w:t>
      </w:r>
      <w:r>
        <w:t xml:space="preserve"> </w:t>
      </w:r>
      <w:r>
        <w:rPr>
          <w:rtl/>
        </w:rPr>
        <w:t>على</w:t>
      </w:r>
      <w:r>
        <w:t xml:space="preserve"> </w:t>
      </w:r>
      <w:r>
        <w:rPr>
          <w:rtl/>
        </w:rPr>
        <w:t>و</w:t>
      </w:r>
    </w:p>
    <w:p w:rsidR="001137B5" w:rsidRPr="00253D5B" w:rsidRDefault="001137B5" w:rsidP="001137B5">
      <w:pPr>
        <w:pStyle w:val="libAie"/>
      </w:pPr>
      <w:r>
        <w:rPr>
          <w:rtl/>
        </w:rPr>
        <w:t>على</w:t>
      </w:r>
      <w:r>
        <w:t xml:space="preserve"> </w:t>
      </w:r>
      <w:r>
        <w:rPr>
          <w:rtl/>
        </w:rPr>
        <w:t>صلى</w:t>
      </w:r>
      <w:r>
        <w:t xml:space="preserve"> </w:t>
      </w:r>
      <w:r>
        <w:rPr>
          <w:rtl/>
        </w:rPr>
        <w:t>اللهم</w:t>
      </w:r>
      <w:r>
        <w:rPr>
          <w:lang w:bidi="he-IL"/>
        </w:rPr>
        <w:t xml:space="preserve"> </w:t>
      </w:r>
      <w:r>
        <w:rPr>
          <w:rtl/>
        </w:rPr>
        <w:t>حجته</w:t>
      </w:r>
      <w:r>
        <w:t xml:space="preserve"> </w:t>
      </w:r>
      <w:r>
        <w:rPr>
          <w:rtl/>
        </w:rPr>
        <w:t>الحسن</w:t>
      </w:r>
      <w:r>
        <w:t xml:space="preserve"> </w:t>
      </w:r>
      <w:r>
        <w:rPr>
          <w:rtl/>
        </w:rPr>
        <w:t>بن</w:t>
      </w:r>
      <w:r>
        <w:t xml:space="preserve"> </w:t>
      </w:r>
      <w:r>
        <w:rPr>
          <w:rtl/>
        </w:rPr>
        <w:t>ومحمد</w:t>
      </w:r>
      <w:r>
        <w:t xml:space="preserve"> </w:t>
      </w:r>
      <w:r>
        <w:rPr>
          <w:rtl/>
        </w:rPr>
        <w:t>حجته</w:t>
      </w:r>
      <w:r>
        <w:t xml:space="preserve"> </w:t>
      </w:r>
      <w:r>
        <w:rPr>
          <w:rtl/>
        </w:rPr>
        <w:t>على</w:t>
      </w:r>
      <w:r>
        <w:t xml:space="preserve"> </w:t>
      </w:r>
      <w:r>
        <w:rPr>
          <w:rtl/>
        </w:rPr>
        <w:t>بن</w:t>
      </w:r>
      <w:r>
        <w:t xml:space="preserve"> </w:t>
      </w:r>
      <w:r>
        <w:rPr>
          <w:rtl/>
        </w:rPr>
        <w:t>والحسن</w:t>
      </w:r>
      <w:r>
        <w:t xml:space="preserve"> </w:t>
      </w:r>
    </w:p>
    <w:p w:rsidR="001137B5" w:rsidRDefault="001137B5" w:rsidP="001137B5">
      <w:pPr>
        <w:pStyle w:val="libAie"/>
      </w:pPr>
      <w:r>
        <w:rPr>
          <w:rtl/>
        </w:rPr>
        <w:t>مجيد</w:t>
      </w:r>
      <w:r>
        <w:t xml:space="preserve"> </w:t>
      </w:r>
      <w:r>
        <w:rPr>
          <w:rtl/>
        </w:rPr>
        <w:t>حميد</w:t>
      </w:r>
      <w:r>
        <w:t xml:space="preserve"> </w:t>
      </w:r>
      <w:r>
        <w:rPr>
          <w:rtl/>
        </w:rPr>
        <w:t>انك</w:t>
      </w:r>
      <w:r>
        <w:t xml:space="preserve"> </w:t>
      </w:r>
      <w:r>
        <w:rPr>
          <w:rtl/>
        </w:rPr>
        <w:t>ابراهيم</w:t>
      </w:r>
      <w:r>
        <w:t xml:space="preserve"> </w:t>
      </w:r>
      <w:r>
        <w:rPr>
          <w:rtl/>
        </w:rPr>
        <w:t>آل</w:t>
      </w:r>
      <w:r>
        <w:t xml:space="preserve"> </w:t>
      </w:r>
      <w:r>
        <w:rPr>
          <w:rtl/>
        </w:rPr>
        <w:t>وعلى</w:t>
      </w:r>
      <w:r>
        <w:t xml:space="preserve"> </w:t>
      </w:r>
      <w:r>
        <w:rPr>
          <w:rtl/>
        </w:rPr>
        <w:t>ابراهيم</w:t>
      </w:r>
      <w:r>
        <w:t xml:space="preserve"> </w:t>
      </w:r>
      <w:r>
        <w:rPr>
          <w:rtl/>
        </w:rPr>
        <w:t>على</w:t>
      </w:r>
      <w:r>
        <w:t xml:space="preserve"> </w:t>
      </w:r>
      <w:r>
        <w:rPr>
          <w:rtl/>
        </w:rPr>
        <w:t>صليت</w:t>
      </w:r>
      <w:r>
        <w:t xml:space="preserve"> </w:t>
      </w:r>
      <w:r>
        <w:rPr>
          <w:rtl/>
        </w:rPr>
        <w:t>كما</w:t>
      </w:r>
      <w:r>
        <w:t xml:space="preserve"> </w:t>
      </w:r>
      <w:r>
        <w:rPr>
          <w:rtl/>
        </w:rPr>
        <w:t>محمد</w:t>
      </w:r>
      <w:r>
        <w:t xml:space="preserve"> </w:t>
      </w:r>
      <w:r>
        <w:rPr>
          <w:rtl/>
        </w:rPr>
        <w:t>وآل</w:t>
      </w:r>
      <w:r>
        <w:t xml:space="preserve"> </w:t>
      </w:r>
      <w:r>
        <w:rPr>
          <w:rtl/>
        </w:rPr>
        <w:t>محمد</w:t>
      </w:r>
    </w:p>
    <w:p w:rsidR="001137B5" w:rsidRDefault="001137B5" w:rsidP="001137B5">
      <w:pPr>
        <w:pStyle w:val="Heading4Center"/>
      </w:pPr>
      <w:r w:rsidRPr="00F76646">
        <w:t>47-Zikr of Imams (s.a.a.) in Sajdah e Shukr</w:t>
      </w:r>
    </w:p>
    <w:p w:rsidR="001137B5" w:rsidRDefault="001137B5" w:rsidP="00AD7866">
      <w:pPr>
        <w:pStyle w:val="libNormal"/>
      </w:pPr>
      <w:r>
        <w:t xml:space="preserve">Imam </w:t>
      </w:r>
      <w:smartTag w:uri="urn:schemas:contacts" w:element="GivenName">
        <w:r>
          <w:t>Musa</w:t>
        </w:r>
      </w:smartTag>
      <w:r>
        <w:t xml:space="preserve"> </w:t>
      </w:r>
      <w:smartTag w:uri="urn:schemas:contacts" w:element="Sn">
        <w:r>
          <w:t>Kazim</w:t>
        </w:r>
      </w:smartTag>
      <w:r>
        <w:t xml:space="preserve"> (s.a.) used to recite in Sajdah e Shukr:</w:t>
      </w:r>
    </w:p>
    <w:p w:rsidR="001137B5" w:rsidRDefault="001137B5" w:rsidP="001137B5">
      <w:pPr>
        <w:pStyle w:val="libAie"/>
      </w:pPr>
      <w:r>
        <w:rPr>
          <w:rtl/>
        </w:rPr>
        <w:t>ورسلك</w:t>
      </w:r>
      <w:r>
        <w:t xml:space="preserve"> </w:t>
      </w:r>
      <w:r>
        <w:rPr>
          <w:rtl/>
        </w:rPr>
        <w:t>وانبي</w:t>
      </w:r>
      <w:r>
        <w:rPr>
          <w:rFonts w:hint="cs"/>
          <w:rtl/>
        </w:rPr>
        <w:t>ائ</w:t>
      </w:r>
      <w:r w:rsidRPr="001137B5">
        <w:rPr>
          <w:rtl/>
        </w:rPr>
        <w:t>ك</w:t>
      </w:r>
      <w:r>
        <w:t xml:space="preserve"> </w:t>
      </w:r>
      <w:r>
        <w:rPr>
          <w:rtl/>
        </w:rPr>
        <w:t>مل</w:t>
      </w:r>
      <w:r>
        <w:rPr>
          <w:rFonts w:hint="cs"/>
          <w:rtl/>
        </w:rPr>
        <w:t>ائ</w:t>
      </w:r>
      <w:r w:rsidRPr="001137B5">
        <w:rPr>
          <w:rtl/>
        </w:rPr>
        <w:t>كتك</w:t>
      </w:r>
      <w:r>
        <w:t xml:space="preserve"> </w:t>
      </w:r>
      <w:r>
        <w:rPr>
          <w:rtl/>
        </w:rPr>
        <w:t>واشهد</w:t>
      </w:r>
      <w:r>
        <w:t xml:space="preserve"> </w:t>
      </w:r>
      <w:r>
        <w:rPr>
          <w:rtl/>
        </w:rPr>
        <w:t>اشهدك</w:t>
      </w:r>
      <w:r>
        <w:t xml:space="preserve"> </w:t>
      </w:r>
      <w:r>
        <w:rPr>
          <w:rtl/>
        </w:rPr>
        <w:t>انى</w:t>
      </w:r>
      <w:r>
        <w:t xml:space="preserve"> </w:t>
      </w:r>
      <w:r>
        <w:rPr>
          <w:rtl/>
        </w:rPr>
        <w:t>اللهم</w:t>
      </w:r>
    </w:p>
    <w:p w:rsidR="001137B5" w:rsidRDefault="001137B5" w:rsidP="001137B5">
      <w:pPr>
        <w:pStyle w:val="libAie"/>
      </w:pPr>
      <w:r>
        <w:rPr>
          <w:rtl/>
        </w:rPr>
        <w:t>والحسن</w:t>
      </w:r>
      <w:r>
        <w:t xml:space="preserve"> </w:t>
      </w:r>
      <w:r>
        <w:rPr>
          <w:rtl/>
        </w:rPr>
        <w:t>وعلياً</w:t>
      </w:r>
      <w:r>
        <w:t xml:space="preserve"> </w:t>
      </w:r>
      <w:r>
        <w:rPr>
          <w:rtl/>
        </w:rPr>
        <w:t>ومحمدنبي</w:t>
      </w:r>
      <w:r>
        <w:t xml:space="preserve"> </w:t>
      </w:r>
      <w:r>
        <w:rPr>
          <w:rtl/>
        </w:rPr>
        <w:t>دينى</w:t>
      </w:r>
      <w:r>
        <w:t xml:space="preserve"> </w:t>
      </w:r>
      <w:r>
        <w:rPr>
          <w:rtl/>
        </w:rPr>
        <w:t>والاسلام</w:t>
      </w:r>
      <w:r>
        <w:t xml:space="preserve"> </w:t>
      </w:r>
      <w:r>
        <w:rPr>
          <w:rtl/>
        </w:rPr>
        <w:t>ربى</w:t>
      </w:r>
      <w:r>
        <w:t xml:space="preserve"> </w:t>
      </w:r>
      <w:r>
        <w:rPr>
          <w:rtl/>
        </w:rPr>
        <w:t>الله</w:t>
      </w:r>
      <w:r>
        <w:t xml:space="preserve"> </w:t>
      </w:r>
      <w:r>
        <w:rPr>
          <w:rtl/>
        </w:rPr>
        <w:t>انك</w:t>
      </w:r>
      <w:r>
        <w:t xml:space="preserve"> </w:t>
      </w:r>
      <w:r>
        <w:rPr>
          <w:rtl/>
        </w:rPr>
        <w:t>خلقك</w:t>
      </w:r>
      <w:r>
        <w:t xml:space="preserve"> </w:t>
      </w:r>
      <w:r>
        <w:rPr>
          <w:rtl/>
        </w:rPr>
        <w:t>وجميع</w:t>
      </w:r>
    </w:p>
    <w:p w:rsidR="001137B5" w:rsidRDefault="001137B5" w:rsidP="001137B5">
      <w:pPr>
        <w:pStyle w:val="libAie"/>
      </w:pPr>
      <w:r>
        <w:rPr>
          <w:rtl/>
        </w:rPr>
        <w:t>وموسىٰ</w:t>
      </w:r>
      <w:r>
        <w:t xml:space="preserve"> </w:t>
      </w:r>
      <w:r>
        <w:rPr>
          <w:rtl/>
        </w:rPr>
        <w:t>محمد</w:t>
      </w:r>
      <w:r>
        <w:t xml:space="preserve"> </w:t>
      </w:r>
      <w:r>
        <w:rPr>
          <w:rtl/>
        </w:rPr>
        <w:t>بن</w:t>
      </w:r>
      <w:r>
        <w:t xml:space="preserve"> </w:t>
      </w:r>
      <w:r>
        <w:rPr>
          <w:rtl/>
        </w:rPr>
        <w:t>وجعفر</w:t>
      </w:r>
      <w:r>
        <w:t xml:space="preserve"> </w:t>
      </w:r>
      <w:r>
        <w:rPr>
          <w:rtl/>
        </w:rPr>
        <w:t>على</w:t>
      </w:r>
      <w:r>
        <w:t xml:space="preserve"> </w:t>
      </w:r>
      <w:r>
        <w:rPr>
          <w:rtl/>
        </w:rPr>
        <w:t>بن</w:t>
      </w:r>
      <w:r>
        <w:t xml:space="preserve"> </w:t>
      </w:r>
      <w:r>
        <w:rPr>
          <w:rtl/>
        </w:rPr>
        <w:t>ومحمد</w:t>
      </w:r>
      <w:r>
        <w:t xml:space="preserve"> </w:t>
      </w:r>
      <w:r>
        <w:rPr>
          <w:rtl/>
        </w:rPr>
        <w:t>الحسين</w:t>
      </w:r>
      <w:r>
        <w:t xml:space="preserve"> </w:t>
      </w:r>
      <w:r>
        <w:rPr>
          <w:rtl/>
        </w:rPr>
        <w:t>بن</w:t>
      </w:r>
      <w:r>
        <w:t xml:space="preserve"> </w:t>
      </w:r>
      <w:r>
        <w:rPr>
          <w:rtl/>
        </w:rPr>
        <w:t>وعلى</w:t>
      </w:r>
      <w:r>
        <w:t xml:space="preserve"> </w:t>
      </w:r>
      <w:r>
        <w:rPr>
          <w:rtl/>
        </w:rPr>
        <w:t>والحسين</w:t>
      </w:r>
    </w:p>
    <w:p w:rsidR="001137B5" w:rsidRDefault="001137B5" w:rsidP="001137B5">
      <w:pPr>
        <w:pStyle w:val="libAie"/>
      </w:pPr>
      <w:r>
        <w:rPr>
          <w:rtl/>
        </w:rPr>
        <w:t>الحسن</w:t>
      </w:r>
      <w:r>
        <w:t xml:space="preserve"> </w:t>
      </w:r>
      <w:r>
        <w:rPr>
          <w:rtl/>
        </w:rPr>
        <w:t>محمدو</w:t>
      </w:r>
      <w:r>
        <w:t xml:space="preserve"> </w:t>
      </w:r>
      <w:r>
        <w:rPr>
          <w:rtl/>
        </w:rPr>
        <w:t>بن</w:t>
      </w:r>
      <w:r>
        <w:t xml:space="preserve"> </w:t>
      </w:r>
      <w:r>
        <w:rPr>
          <w:rtl/>
        </w:rPr>
        <w:t>وعلى</w:t>
      </w:r>
      <w:r>
        <w:t xml:space="preserve"> </w:t>
      </w:r>
      <w:r>
        <w:rPr>
          <w:rtl/>
        </w:rPr>
        <w:t>على</w:t>
      </w:r>
      <w:r>
        <w:t xml:space="preserve"> </w:t>
      </w:r>
      <w:r>
        <w:rPr>
          <w:rtl/>
        </w:rPr>
        <w:t>بن</w:t>
      </w:r>
      <w:r>
        <w:t xml:space="preserve"> </w:t>
      </w:r>
      <w:r>
        <w:rPr>
          <w:rtl/>
        </w:rPr>
        <w:t>ومحمد</w:t>
      </w:r>
      <w:r>
        <w:t xml:space="preserve"> </w:t>
      </w:r>
      <w:r>
        <w:rPr>
          <w:rtl/>
        </w:rPr>
        <w:t>موسىٰ</w:t>
      </w:r>
      <w:r>
        <w:t xml:space="preserve"> </w:t>
      </w:r>
      <w:r>
        <w:rPr>
          <w:rtl/>
        </w:rPr>
        <w:t>بن</w:t>
      </w:r>
      <w:r>
        <w:t xml:space="preserve"> </w:t>
      </w:r>
      <w:r>
        <w:rPr>
          <w:rtl/>
        </w:rPr>
        <w:t>وعلى</w:t>
      </w:r>
      <w:r>
        <w:t xml:space="preserve"> </w:t>
      </w:r>
      <w:r>
        <w:rPr>
          <w:rtl/>
        </w:rPr>
        <w:t>جعفر</w:t>
      </w:r>
      <w:r>
        <w:t xml:space="preserve"> </w:t>
      </w:r>
      <w:r>
        <w:rPr>
          <w:rtl/>
        </w:rPr>
        <w:t>بن</w:t>
      </w:r>
    </w:p>
    <w:p w:rsidR="001137B5" w:rsidRDefault="001137B5" w:rsidP="001137B5">
      <w:pPr>
        <w:pStyle w:val="libAie"/>
      </w:pPr>
      <w:r>
        <w:rPr>
          <w:rtl/>
        </w:rPr>
        <w:t>أتبراء</w:t>
      </w:r>
      <w:r>
        <w:t xml:space="preserve"> </w:t>
      </w:r>
      <w:r>
        <w:rPr>
          <w:rtl/>
        </w:rPr>
        <w:t>اعد</w:t>
      </w:r>
      <w:r>
        <w:rPr>
          <w:rFonts w:hint="cs"/>
          <w:rtl/>
        </w:rPr>
        <w:t>ائ</w:t>
      </w:r>
      <w:r w:rsidRPr="001137B5">
        <w:rPr>
          <w:rtl/>
        </w:rPr>
        <w:t>هم</w:t>
      </w:r>
      <w:r>
        <w:t xml:space="preserve"> </w:t>
      </w:r>
      <w:r>
        <w:rPr>
          <w:rtl/>
        </w:rPr>
        <w:t>ومن</w:t>
      </w:r>
      <w:r>
        <w:t xml:space="preserve"> </w:t>
      </w:r>
      <w:r>
        <w:rPr>
          <w:rtl/>
        </w:rPr>
        <w:t>أتونى</w:t>
      </w:r>
      <w:r>
        <w:t xml:space="preserve"> </w:t>
      </w:r>
      <w:r>
        <w:rPr>
          <w:rtl/>
        </w:rPr>
        <w:t>بهم</w:t>
      </w:r>
      <w:r>
        <w:t xml:space="preserve"> </w:t>
      </w:r>
      <w:r>
        <w:rPr>
          <w:rFonts w:hint="cs"/>
          <w:rtl/>
        </w:rPr>
        <w:t>أئ</w:t>
      </w:r>
      <w:r w:rsidRPr="001137B5">
        <w:rPr>
          <w:rtl/>
        </w:rPr>
        <w:t>متى</w:t>
      </w:r>
      <w:r>
        <w:t xml:space="preserve"> </w:t>
      </w:r>
      <w:r>
        <w:rPr>
          <w:rtl/>
        </w:rPr>
        <w:t>على</w:t>
      </w:r>
      <w:r>
        <w:t xml:space="preserve"> </w:t>
      </w:r>
      <w:r>
        <w:rPr>
          <w:rtl/>
        </w:rPr>
        <w:t>بن</w:t>
      </w:r>
      <w:r>
        <w:t xml:space="preserve"> </w:t>
      </w:r>
      <w:r>
        <w:rPr>
          <w:rtl/>
        </w:rPr>
        <w:t>الحسن</w:t>
      </w:r>
      <w:r>
        <w:t xml:space="preserve"> </w:t>
      </w:r>
      <w:r>
        <w:rPr>
          <w:rtl/>
        </w:rPr>
        <w:t>بن</w:t>
      </w:r>
      <w:r>
        <w:t xml:space="preserve"> </w:t>
      </w:r>
      <w:r>
        <w:rPr>
          <w:rtl/>
        </w:rPr>
        <w:t>والحجة</w:t>
      </w:r>
      <w:r>
        <w:t xml:space="preserve"> </w:t>
      </w:r>
      <w:r>
        <w:rPr>
          <w:rtl/>
        </w:rPr>
        <w:t>على</w:t>
      </w:r>
      <w:r>
        <w:t xml:space="preserve"> </w:t>
      </w:r>
      <w:r>
        <w:rPr>
          <w:rtl/>
        </w:rPr>
        <w:t>بن</w:t>
      </w:r>
      <w:r>
        <w:t xml:space="preserve"> </w:t>
      </w:r>
    </w:p>
    <w:p w:rsidR="001137B5" w:rsidRDefault="001137B5" w:rsidP="00AD7866">
      <w:pPr>
        <w:pStyle w:val="libNormal"/>
      </w:pPr>
      <w:r>
        <w:t>(Mun La Yahzorul Faqeh, V 1, P 221)</w:t>
      </w:r>
    </w:p>
    <w:p w:rsidR="001137B5" w:rsidRDefault="001137B5" w:rsidP="001137B5">
      <w:pPr>
        <w:pStyle w:val="Heading4Center"/>
      </w:pPr>
      <w:r w:rsidRPr="00F76646">
        <w:t>48-Ziyarat of Masoom (s.a.) is Ziyarat of Allah</w:t>
      </w:r>
    </w:p>
    <w:p w:rsidR="001137B5" w:rsidRPr="0083184C" w:rsidRDefault="001137B5" w:rsidP="001137B5">
      <w:pPr>
        <w:pStyle w:val="libItalic"/>
      </w:pPr>
      <w:r w:rsidRPr="0083184C">
        <w:t xml:space="preserve">Sheikh </w:t>
      </w:r>
      <w:smartTag w:uri="urn:schemas:contacts" w:element="Sn">
        <w:r w:rsidRPr="0083184C">
          <w:t>Sudooq</w:t>
        </w:r>
      </w:smartTag>
      <w:r w:rsidRPr="0083184C">
        <w:t xml:space="preserve"> (r.a.) said (according to Quran &amp; Sunnah): Meeting Allah means Ziyarat of His Prophets (a.s.) and His Hujjats (s.a.a.). Who did Ziyarat of these personalities (a.s.) he did Ziyarat of Allah </w:t>
      </w:r>
      <w:smartTag w:uri="urn:schemas-microsoft-com:office:smarttags" w:element="PersonName">
        <w:smartTag w:uri="urn:schemas:contacts" w:element="GivenName">
          <w:r w:rsidRPr="0083184C">
            <w:t>Jalla</w:t>
          </w:r>
        </w:smartTag>
        <w:r w:rsidRPr="0083184C">
          <w:t xml:space="preserve"> </w:t>
        </w:r>
        <w:smartTag w:uri="urn:schemas:contacts" w:element="Sn">
          <w:r w:rsidRPr="0083184C">
            <w:t>Shanohu</w:t>
          </w:r>
        </w:smartTag>
      </w:smartTag>
      <w:r w:rsidRPr="0083184C">
        <w:t xml:space="preserve">. And it is similar as who obeyed them (s.a.) he obeyed Allah </w:t>
      </w:r>
      <w:smartTag w:uri="urn:schemas:contacts" w:element="GivenName">
        <w:r w:rsidRPr="0083184C">
          <w:t>Jalla</w:t>
        </w:r>
      </w:smartTag>
      <w:r w:rsidRPr="0083184C">
        <w:t xml:space="preserve"> </w:t>
      </w:r>
      <w:smartTag w:uri="urn:schemas:contacts" w:element="Sn">
        <w:r w:rsidRPr="0083184C">
          <w:t>Shanohu</w:t>
        </w:r>
      </w:smartTag>
      <w:r w:rsidRPr="0083184C">
        <w:t xml:space="preserve">, and who disobeyed them (a.s.) he disobeyed Allah </w:t>
      </w:r>
      <w:smartTag w:uri="urn:schemas-microsoft-com:office:smarttags" w:element="PersonName">
        <w:smartTag w:uri="urn:schemas:contacts" w:element="GivenName">
          <w:r w:rsidRPr="0083184C">
            <w:t>Jalla</w:t>
          </w:r>
        </w:smartTag>
        <w:r w:rsidRPr="0083184C">
          <w:t xml:space="preserve"> </w:t>
        </w:r>
        <w:smartTag w:uri="urn:schemas:contacts" w:element="Sn">
          <w:r w:rsidRPr="0083184C">
            <w:t>Shanohu</w:t>
          </w:r>
        </w:smartTag>
      </w:smartTag>
      <w:r w:rsidRPr="0083184C">
        <w:t>, who followed them (a.s.) he followed Allah.</w:t>
      </w:r>
    </w:p>
    <w:p w:rsidR="001137B5" w:rsidRDefault="001137B5" w:rsidP="00AD7866">
      <w:pPr>
        <w:pStyle w:val="libNormal"/>
      </w:pPr>
      <w:r>
        <w:t>(Mun La Yahzorul Faqeh, V 2, P 68)</w:t>
      </w:r>
    </w:p>
    <w:p w:rsidR="001137B5" w:rsidRDefault="001137B5" w:rsidP="00AD7866">
      <w:pPr>
        <w:pStyle w:val="libNormal"/>
      </w:pPr>
      <w:r>
        <w:t>So who prohibits Zikr of Imams (s.a.a.) in Ibadat, in fact he prohibits from the Zikr of Allah.</w:t>
      </w:r>
    </w:p>
    <w:p w:rsidR="001137B5" w:rsidRDefault="001137B5" w:rsidP="001137B5">
      <w:pPr>
        <w:pStyle w:val="Heading4Center"/>
      </w:pPr>
      <w:r w:rsidRPr="00F76646">
        <w:t>49-To Martyr with Tongue: What is the Meaning?</w:t>
      </w:r>
    </w:p>
    <w:p w:rsidR="001137B5" w:rsidRPr="00E1661E" w:rsidRDefault="001137B5" w:rsidP="001137B5">
      <w:pPr>
        <w:pStyle w:val="libItalic"/>
      </w:pPr>
      <w:r w:rsidRPr="00E1661E">
        <w:t>One sentence in the Ziyarat of Imam (s.a.) is: “May Allah kill him who martyrs you (s.a.) with his hands or tongue.”</w:t>
      </w:r>
    </w:p>
    <w:p w:rsidR="00BE2EC5" w:rsidRDefault="001137B5" w:rsidP="00AD7866">
      <w:pPr>
        <w:pStyle w:val="libNormal"/>
      </w:pPr>
      <w:r>
        <w:t>(Mun La Yahzorul Faqeh, V 2, P 380)</w:t>
      </w:r>
    </w:p>
    <w:p w:rsidR="001137B5" w:rsidRDefault="001137B5" w:rsidP="00AD7866">
      <w:pPr>
        <w:pStyle w:val="libNormal"/>
      </w:pPr>
      <w:r>
        <w:t>To martyr Imam (s.a.) with hand is clear i.e. they used sword and poison. Sub-o-Shitam (calling bad names) is another injustice. And to martyr with tongue means to deny Testification of Walayat.</w:t>
      </w:r>
    </w:p>
    <w:p w:rsidR="001137B5" w:rsidRDefault="001137B5" w:rsidP="001137B5">
      <w:pPr>
        <w:pStyle w:val="Heading4Center"/>
      </w:pPr>
      <w:r w:rsidRPr="00F76646">
        <w:t xml:space="preserve">50-Namaaz with Bughz e </w:t>
      </w:r>
      <w:smartTag w:uri="urn:schemas:contacts" w:element="GivenName">
        <w:r w:rsidRPr="00F76646">
          <w:t>Ali</w:t>
        </w:r>
      </w:smartTag>
      <w:r w:rsidRPr="00F76646">
        <w:t xml:space="preserve"> (s.a.): Great Sin</w:t>
      </w:r>
    </w:p>
    <w:p w:rsidR="001137B5" w:rsidRPr="002B4A0D" w:rsidRDefault="001137B5" w:rsidP="001137B5">
      <w:pPr>
        <w:pStyle w:val="libAie"/>
      </w:pPr>
      <w:r>
        <w:rPr>
          <w:rtl/>
        </w:rPr>
        <w:t>الزنا</w:t>
      </w:r>
      <w:r>
        <w:t xml:space="preserve"> </w:t>
      </w:r>
      <w:r>
        <w:rPr>
          <w:rtl/>
        </w:rPr>
        <w:t>اولاد</w:t>
      </w:r>
      <w:r>
        <w:t xml:space="preserve"> </w:t>
      </w:r>
      <w:r>
        <w:rPr>
          <w:rtl/>
        </w:rPr>
        <w:t>جبهات</w:t>
      </w:r>
      <w:r>
        <w:t xml:space="preserve"> </w:t>
      </w:r>
      <w:r>
        <w:rPr>
          <w:rtl/>
        </w:rPr>
        <w:t>على</w:t>
      </w:r>
      <w:r>
        <w:t xml:space="preserve"> </w:t>
      </w:r>
      <w:r>
        <w:rPr>
          <w:rtl/>
        </w:rPr>
        <w:t>كتبت</w:t>
      </w:r>
      <w:r>
        <w:t xml:space="preserve">  </w:t>
      </w:r>
      <w:r>
        <w:tab/>
      </w:r>
      <w:r>
        <w:tab/>
      </w:r>
      <w:r>
        <w:rPr>
          <w:rtl/>
        </w:rPr>
        <w:t>معروفة</w:t>
      </w:r>
      <w:r>
        <w:t xml:space="preserve"> </w:t>
      </w:r>
      <w:r>
        <w:rPr>
          <w:rtl/>
        </w:rPr>
        <w:t>علامة</w:t>
      </w:r>
      <w:r>
        <w:t xml:space="preserve"> </w:t>
      </w:r>
      <w:r>
        <w:rPr>
          <w:rtl/>
        </w:rPr>
        <w:t>الوصى</w:t>
      </w:r>
      <w:r>
        <w:t xml:space="preserve"> </w:t>
      </w:r>
      <w:r>
        <w:rPr>
          <w:rtl/>
        </w:rPr>
        <w:t>بغض</w:t>
      </w:r>
      <w:r>
        <w:t xml:space="preserve"> </w:t>
      </w:r>
    </w:p>
    <w:p w:rsidR="001137B5" w:rsidRDefault="001137B5" w:rsidP="001137B5">
      <w:pPr>
        <w:pStyle w:val="libAie"/>
      </w:pPr>
      <w:r>
        <w:rPr>
          <w:rtl/>
        </w:rPr>
        <w:t>زنا</w:t>
      </w:r>
      <w:r>
        <w:t xml:space="preserve"> </w:t>
      </w:r>
      <w:r>
        <w:rPr>
          <w:rtl/>
        </w:rPr>
        <w:t>ام</w:t>
      </w:r>
      <w:r>
        <w:t xml:space="preserve"> </w:t>
      </w:r>
      <w:r>
        <w:rPr>
          <w:rtl/>
        </w:rPr>
        <w:t>صلى</w:t>
      </w:r>
      <w:r>
        <w:t xml:space="preserve"> </w:t>
      </w:r>
      <w:r>
        <w:rPr>
          <w:rtl/>
        </w:rPr>
        <w:t>الله</w:t>
      </w:r>
      <w:r>
        <w:t xml:space="preserve"> </w:t>
      </w:r>
      <w:r>
        <w:rPr>
          <w:rtl/>
        </w:rPr>
        <w:t>عند</w:t>
      </w:r>
      <w:r>
        <w:t xml:space="preserve"> </w:t>
      </w:r>
      <w:r>
        <w:rPr>
          <w:rtl/>
        </w:rPr>
        <w:t>سيان</w:t>
      </w:r>
      <w:r>
        <w:t xml:space="preserve"> </w:t>
      </w:r>
      <w:r>
        <w:tab/>
      </w:r>
      <w:r>
        <w:tab/>
      </w:r>
      <w:r>
        <w:rPr>
          <w:rtl/>
        </w:rPr>
        <w:t>وليه</w:t>
      </w:r>
      <w:r>
        <w:t xml:space="preserve"> </w:t>
      </w:r>
      <w:r>
        <w:rPr>
          <w:rtl/>
        </w:rPr>
        <w:t>الانام</w:t>
      </w:r>
      <w:r>
        <w:t xml:space="preserve"> </w:t>
      </w:r>
      <w:r>
        <w:rPr>
          <w:rtl/>
        </w:rPr>
        <w:t>من</w:t>
      </w:r>
      <w:r>
        <w:t xml:space="preserve"> </w:t>
      </w:r>
      <w:r>
        <w:rPr>
          <w:rtl/>
        </w:rPr>
        <w:t>يوال</w:t>
      </w:r>
      <w:r>
        <w:t xml:space="preserve"> </w:t>
      </w:r>
      <w:r>
        <w:rPr>
          <w:rtl/>
        </w:rPr>
        <w:t>لم</w:t>
      </w:r>
      <w:r>
        <w:t xml:space="preserve"> </w:t>
      </w:r>
      <w:r>
        <w:rPr>
          <w:rtl/>
        </w:rPr>
        <w:t>من</w:t>
      </w:r>
      <w:r>
        <w:t xml:space="preserve"> </w:t>
      </w:r>
    </w:p>
    <w:p w:rsidR="001137B5" w:rsidRDefault="001137B5" w:rsidP="00AD7866">
      <w:pPr>
        <w:pStyle w:val="libNormal"/>
      </w:pPr>
      <w:r>
        <w:t>(</w:t>
      </w:r>
      <w:smartTag w:uri="urn:schemas:contacts" w:element="Sn">
        <w:r>
          <w:t>al Manaqab</w:t>
        </w:r>
      </w:smartTag>
      <w:r>
        <w:t xml:space="preserve"> ibne </w:t>
      </w:r>
      <w:smartTag w:uri="urn:schemas-microsoft-com:office:smarttags" w:element="PersonName">
        <w:smartTag w:uri="urn:schemas:contacts" w:element="GivenName">
          <w:r>
            <w:t>Shahr</w:t>
          </w:r>
        </w:smartTag>
        <w:r>
          <w:t xml:space="preserve"> </w:t>
        </w:r>
        <w:smartTag w:uri="urn:schemas:contacts" w:element="Sn">
          <w:r>
            <w:t>Ashoob</w:t>
          </w:r>
        </w:smartTag>
      </w:smartTag>
      <w:r>
        <w:t>, V 3, P 208)</w:t>
      </w:r>
    </w:p>
    <w:p w:rsidR="001137B5" w:rsidRDefault="001137B5" w:rsidP="00AD7866">
      <w:pPr>
        <w:pStyle w:val="libNormal"/>
      </w:pPr>
      <w:r>
        <w:lastRenderedPageBreak/>
        <w:t>It means that Bughz of Wasi (s.a.) is a well known sign; written on the forehead of illegitimate children; who does not love Wali (s.a.) from the creations; it is same near Allah whether he prays or does adultery.</w:t>
      </w:r>
    </w:p>
    <w:p w:rsidR="001137B5" w:rsidRDefault="001137B5" w:rsidP="00AD7866">
      <w:pPr>
        <w:pStyle w:val="libNormal"/>
      </w:pPr>
      <w:r>
        <w:t>Actually it is the translation of one Hadees which I have mentioned in chapter 8.22 in ‘Flowers of Devotion’</w:t>
      </w:r>
    </w:p>
    <w:p w:rsidR="001137B5" w:rsidRDefault="001137B5" w:rsidP="00AD7866">
      <w:pPr>
        <w:pStyle w:val="libNormal"/>
      </w:pPr>
      <w:r>
        <w:t>‘</w:t>
      </w:r>
      <w:smartTag w:uri="urn:schemas:contacts" w:element="Sn">
        <w:r>
          <w:t>al Manaqab</w:t>
        </w:r>
      </w:smartTag>
      <w:r>
        <w:t>’ is a ten centuries old famous Shia book. If someone objects how Namaaz can become a Great Sin? It is similar as ‘Ahsan e Taqweem’ human becomes ‘</w:t>
      </w:r>
      <w:smartTag w:uri="urn:schemas-microsoft-com:office:smarttags" w:element="PersonName">
        <w:smartTag w:uri="urn:schemas:contacts" w:element="GivenName">
          <w:r>
            <w:t>Asfala</w:t>
          </w:r>
        </w:smartTag>
        <w:r>
          <w:t xml:space="preserve"> </w:t>
        </w:r>
        <w:smartTag w:uri="urn:schemas:contacts" w:element="Sn">
          <w:r>
            <w:t>Safileen</w:t>
          </w:r>
        </w:smartTag>
      </w:smartTag>
      <w:r>
        <w:t xml:space="preserve">’ by keeping Bughz e </w:t>
      </w:r>
      <w:smartTag w:uri="urn:schemas:contacts" w:element="GivenName">
        <w:r>
          <w:t>Ali</w:t>
        </w:r>
      </w:smartTag>
      <w:r>
        <w:t xml:space="preserve"> (s.a.), or becomes worse than animals.</w:t>
      </w:r>
    </w:p>
    <w:p w:rsidR="001137B5" w:rsidRDefault="001137B5" w:rsidP="00AD7866">
      <w:pPr>
        <w:pStyle w:val="libNormal"/>
      </w:pPr>
      <w:r>
        <w:t xml:space="preserve">Secondly it is not ordinary poetry. </w:t>
      </w:r>
    </w:p>
    <w:p w:rsidR="001137B5" w:rsidRPr="00976966" w:rsidRDefault="001137B5" w:rsidP="001137B5">
      <w:pPr>
        <w:pStyle w:val="libItalic"/>
      </w:pPr>
      <w:smartTag w:uri="urn:schemas-microsoft-com:office:smarttags" w:element="PersonName">
        <w:r w:rsidRPr="00976966">
          <w:t xml:space="preserve">Imam </w:t>
        </w:r>
        <w:smartTag w:uri="urn:schemas:contacts" w:element="GivenName">
          <w:r w:rsidRPr="00976966">
            <w:t>Jafar</w:t>
          </w:r>
        </w:smartTag>
        <w:r w:rsidRPr="00976966">
          <w:t xml:space="preserve"> </w:t>
        </w:r>
        <w:smartTag w:uri="urn:schemas:contacts" w:element="Sn">
          <w:r w:rsidRPr="00976966">
            <w:t>Sadiq</w:t>
          </w:r>
        </w:smartTag>
      </w:smartTag>
      <w:r w:rsidRPr="00976966">
        <w:t xml:space="preserve"> (s.a.) said: “Who said one verse of poetry in our favour, then Allah builds one house for him in Jannat”.</w:t>
      </w:r>
    </w:p>
    <w:p w:rsidR="001137B5" w:rsidRDefault="001137B5" w:rsidP="00AD7866">
      <w:pPr>
        <w:pStyle w:val="libNormal"/>
      </w:pPr>
      <w:r>
        <w:t>(Uyoon e Akhbar e Raza s.a., V 1, P 51)</w:t>
      </w:r>
    </w:p>
    <w:p w:rsidR="001137B5" w:rsidRDefault="001137B5" w:rsidP="001137B5">
      <w:pPr>
        <w:pStyle w:val="Heading4Center"/>
      </w:pPr>
      <w:r w:rsidRPr="00F76646">
        <w:t>51-Explanation of Emaan</w:t>
      </w:r>
    </w:p>
    <w:p w:rsidR="001137B5" w:rsidRPr="008D58DF" w:rsidRDefault="001137B5" w:rsidP="001137B5">
      <w:pPr>
        <w:pStyle w:val="libItalic"/>
      </w:pPr>
      <w:r w:rsidRPr="008D58DF">
        <w:t>Rasool Allah (s.a.w.a.w.) said: “Emaan is the name of Marifat with heart, Testification with tongue, and Practical with limbs.”</w:t>
      </w:r>
    </w:p>
    <w:p w:rsidR="001137B5" w:rsidRDefault="001137B5" w:rsidP="00AD7866">
      <w:pPr>
        <w:pStyle w:val="libNormal"/>
      </w:pPr>
      <w:r>
        <w:t>(Uyoon e Akhbar e Raza s.a., V 1, P 397, Nehjul Balagha, P 709)</w:t>
      </w:r>
    </w:p>
    <w:p w:rsidR="001137B5" w:rsidRDefault="001137B5" w:rsidP="00AD7866">
      <w:pPr>
        <w:pStyle w:val="libNormal"/>
      </w:pPr>
      <w:r>
        <w:t>It means Momin is he whose heart has Marifat of Tauheed, Risalat, and Walayat; then with Marifat testifies with his tongue while doing deeds. Namaaz is also one of the deeds. Namaaz is the Practical Proof of Testification of Walayat of Ali (s.a.), about which question will be asked on the day of Qiyamah.</w:t>
      </w:r>
    </w:p>
    <w:p w:rsidR="001137B5" w:rsidRDefault="001137B5" w:rsidP="001137B5">
      <w:pPr>
        <w:pStyle w:val="Heading4Center"/>
      </w:pPr>
      <w:r w:rsidRPr="00F76646">
        <w:t>52-Usool e Deen or Farooh e Deen</w:t>
      </w:r>
    </w:p>
    <w:p w:rsidR="001137B5" w:rsidRPr="00713359" w:rsidRDefault="001137B5" w:rsidP="001137B5">
      <w:pPr>
        <w:pStyle w:val="libItalic"/>
      </w:pPr>
      <w:r w:rsidRPr="00713359">
        <w:t xml:space="preserve">Amirul </w:t>
      </w:r>
      <w:smartTag w:uri="urn:schemas:contacts" w:element="Sn">
        <w:r w:rsidRPr="00713359">
          <w:t>Momineen</w:t>
        </w:r>
      </w:smartTag>
      <w:r w:rsidRPr="00713359">
        <w:t xml:space="preserve"> (s.a.) said: “Four things indicate Decline:</w:t>
      </w:r>
    </w:p>
    <w:p w:rsidR="001137B5" w:rsidRPr="00713359" w:rsidRDefault="001137B5" w:rsidP="001137B5">
      <w:pPr>
        <w:pStyle w:val="libItalic"/>
      </w:pPr>
      <w:r w:rsidRPr="00713359">
        <w:t>1- To loose Usool e Deen</w:t>
      </w:r>
    </w:p>
    <w:p w:rsidR="001137B5" w:rsidRPr="00713359" w:rsidRDefault="001137B5" w:rsidP="001137B5">
      <w:pPr>
        <w:pStyle w:val="libItalic"/>
      </w:pPr>
      <w:r w:rsidRPr="00713359">
        <w:t xml:space="preserve">2- To keep in touch with Farooh e Deen, and giving it </w:t>
      </w:r>
      <w:r>
        <w:t xml:space="preserve">    </w:t>
      </w:r>
      <w:r>
        <w:tab/>
      </w:r>
      <w:r w:rsidRPr="00713359">
        <w:t>preference</w:t>
      </w:r>
    </w:p>
    <w:p w:rsidR="001137B5" w:rsidRPr="00713359" w:rsidRDefault="001137B5" w:rsidP="001137B5">
      <w:pPr>
        <w:pStyle w:val="libItalic"/>
      </w:pPr>
      <w:r w:rsidRPr="00713359">
        <w:t>3- To give preference to the Mean</w:t>
      </w:r>
    </w:p>
    <w:p w:rsidR="001137B5" w:rsidRPr="00713359" w:rsidRDefault="001137B5" w:rsidP="001137B5">
      <w:pPr>
        <w:pStyle w:val="libItalic"/>
      </w:pPr>
      <w:r w:rsidRPr="00713359">
        <w:t>4- To leave behind the Honoured ones”</w:t>
      </w:r>
    </w:p>
    <w:p w:rsidR="001137B5" w:rsidRDefault="001137B5" w:rsidP="00AD7866">
      <w:pPr>
        <w:pStyle w:val="libNormal"/>
      </w:pPr>
      <w:r>
        <w:t>(Nehjul Israr, V 1, P 73)</w:t>
      </w:r>
    </w:p>
    <w:p w:rsidR="001137B5" w:rsidRDefault="001137B5" w:rsidP="00AD7866">
      <w:pPr>
        <w:pStyle w:val="libNormal"/>
      </w:pPr>
      <w:r>
        <w:t xml:space="preserve">We seek refuge with Allah, and supplicate that our Imam (a.f.s.) should appear as soon as possible. All these signs which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told are present in the Snakes of our sleeves. Mulla is stressing on Namaaz (Farooh e Deen) without Walayat e </w:t>
      </w:r>
      <w:smartTag w:uri="urn:schemas:contacts" w:element="GivenName">
        <w:r>
          <w:t>Ali</w:t>
        </w:r>
      </w:smartTag>
      <w:r>
        <w:t xml:space="preserve"> (s.a.) (Usool e Deen). So-called scholars with Bughz e </w:t>
      </w:r>
      <w:smartTag w:uri="urn:schemas:contacts" w:element="GivenName">
        <w:r>
          <w:t>Ali</w:t>
        </w:r>
      </w:smartTag>
      <w:r>
        <w:t xml:space="preserve"> (s.a.), self made stories of their miracles are being narrated. It is being stressed that Marifat of Highness and Faza’il of Masomeen (s.a.a.) is not necessary, just keep doing good deeds. They are trying their best to contact Allah directly on the base of their good deeds without Waseela.</w:t>
      </w:r>
    </w:p>
    <w:p w:rsidR="001137B5" w:rsidRDefault="001137B5" w:rsidP="001137B5">
      <w:pPr>
        <w:pStyle w:val="Heading4Center"/>
      </w:pPr>
      <w:r w:rsidRPr="00F76646">
        <w:t xml:space="preserve">53-Munkir e Walayat e </w:t>
      </w:r>
      <w:smartTag w:uri="urn:schemas:contacts" w:element="GivenName">
        <w:r w:rsidRPr="00F76646">
          <w:t>Ali</w:t>
        </w:r>
      </w:smartTag>
      <w:r w:rsidRPr="00F76646">
        <w:t xml:space="preserve"> (s.a.): Munkir e Tauheed</w:t>
      </w:r>
    </w:p>
    <w:p w:rsidR="001137B5" w:rsidRDefault="001137B5" w:rsidP="001137B5">
      <w:pPr>
        <w:pStyle w:val="libItalic"/>
      </w:pPr>
      <w:r w:rsidRPr="00A870CC">
        <w:t xml:space="preserve">Amirul </w:t>
      </w:r>
      <w:smartTag w:uri="urn:schemas:contacts" w:element="Sn">
        <w:r w:rsidRPr="00A870CC">
          <w:t>Momineen</w:t>
        </w:r>
      </w:smartTag>
      <w:r w:rsidRPr="00A870CC">
        <w:t xml:space="preserve"> (s.a.) said: “Kufr is to deny our</w:t>
      </w:r>
      <w:r>
        <w:t xml:space="preserve"> Walayat, and Munkir of our Faz</w:t>
      </w:r>
      <w:r w:rsidRPr="00A870CC">
        <w:t xml:space="preserve">ilat is Kafir. Its reason is obvious because there is no difference between Munkir of Walayat, </w:t>
      </w:r>
    </w:p>
    <w:p w:rsidR="001137B5" w:rsidRPr="00A870CC" w:rsidRDefault="001137B5" w:rsidP="001137B5">
      <w:pPr>
        <w:pStyle w:val="libItalic"/>
      </w:pPr>
      <w:r w:rsidRPr="00A870CC">
        <w:t>Munkir of Fazilat, Munkir of Nabuwat, and Munkir of Lordship.”</w:t>
      </w:r>
    </w:p>
    <w:p w:rsidR="001137B5" w:rsidRDefault="001137B5" w:rsidP="00AD7866">
      <w:pPr>
        <w:pStyle w:val="libNormal"/>
      </w:pPr>
      <w:r>
        <w:t>(Nehjul Israr, V 1, P 74)</w:t>
      </w:r>
    </w:p>
    <w:p w:rsidR="001137B5" w:rsidRDefault="001137B5" w:rsidP="00AD7866">
      <w:pPr>
        <w:pStyle w:val="libNormal"/>
      </w:pPr>
      <w:r>
        <w:lastRenderedPageBreak/>
        <w:t xml:space="preserve">So Munkir of Fazilat (Superiority) is Munkir of Tauheed, e.g. To consider Walayat e </w:t>
      </w:r>
      <w:smartTag w:uri="urn:schemas:contacts" w:element="GivenName">
        <w:r>
          <w:t>Ali</w:t>
        </w:r>
      </w:smartTag>
      <w:r>
        <w:t xml:space="preserve"> (s.a.) Mafzool (inferior) than Namaaz.</w:t>
      </w:r>
    </w:p>
    <w:p w:rsidR="001137B5" w:rsidRDefault="001137B5" w:rsidP="001137B5">
      <w:pPr>
        <w:pStyle w:val="Heading4Center"/>
      </w:pPr>
      <w:r w:rsidRPr="00F76646">
        <w:t xml:space="preserve">54-Haqq is with </w:t>
      </w:r>
      <w:smartTag w:uri="urn:schemas-microsoft-com:office:smarttags" w:element="PersonName">
        <w:smartTag w:uri="urn:schemas:contacts" w:element="GivenName">
          <w:r w:rsidRPr="00F76646">
            <w:t>Maola</w:t>
          </w:r>
        </w:smartTag>
        <w:r w:rsidRPr="00F76646">
          <w:t xml:space="preserve"> </w:t>
        </w:r>
        <w:smartTag w:uri="urn:schemas:contacts" w:element="Sn">
          <w:r w:rsidRPr="00F76646">
            <w:t>Ali</w:t>
          </w:r>
        </w:smartTag>
      </w:smartTag>
      <w:r w:rsidRPr="00F76646">
        <w:t xml:space="preserve"> (s.a.) always</w:t>
      </w:r>
    </w:p>
    <w:p w:rsidR="001137B5" w:rsidRPr="00C20326" w:rsidRDefault="001137B5" w:rsidP="001137B5">
      <w:pPr>
        <w:pStyle w:val="libItalic"/>
      </w:pPr>
      <w:r w:rsidRPr="00C20326">
        <w:t xml:space="preserve">Amirul </w:t>
      </w:r>
      <w:smartTag w:uri="urn:schemas:contacts" w:element="Sn">
        <w:r w:rsidRPr="00C20326">
          <w:t>Momineen</w:t>
        </w:r>
      </w:smartTag>
      <w:r w:rsidRPr="00C20326">
        <w:t xml:space="preserve"> (s.a.) said: “Swear by Allah should I remind you that Rasool Allah (s.a.w.a.w.) said: Haqq is with </w:t>
      </w:r>
      <w:smartTag w:uri="urn:schemas:contacts" w:element="GivenName">
        <w:r w:rsidRPr="00C20326">
          <w:t>Ali</w:t>
        </w:r>
      </w:smartTag>
      <w:r w:rsidRPr="00C20326">
        <w:t xml:space="preserve"> (s.a.), and </w:t>
      </w:r>
      <w:smartTag w:uri="urn:schemas:contacts" w:element="GivenName">
        <w:r w:rsidRPr="00C20326">
          <w:t>Ali</w:t>
        </w:r>
      </w:smartTag>
      <w:r w:rsidRPr="00C20326">
        <w:t xml:space="preserve"> (s.a.) is with Haqq, </w:t>
      </w:r>
      <w:r>
        <w:t>Haqq revolves with</w:t>
      </w:r>
      <w:r w:rsidRPr="00C20326">
        <w:t xml:space="preserve"> </w:t>
      </w:r>
      <w:smartTag w:uri="urn:schemas:contacts" w:element="GivenName">
        <w:r w:rsidRPr="00C20326">
          <w:t>Ali</w:t>
        </w:r>
      </w:smartTag>
      <w:r w:rsidRPr="00C20326">
        <w:t xml:space="preserve"> (s.a.) wherever he goes.”</w:t>
      </w:r>
    </w:p>
    <w:p w:rsidR="001137B5" w:rsidRDefault="001137B5" w:rsidP="00AD7866">
      <w:pPr>
        <w:pStyle w:val="libNormal"/>
      </w:pPr>
      <w:r>
        <w:t>(Nehjul Israr, V 2, P 338)</w:t>
      </w:r>
    </w:p>
    <w:p w:rsidR="001137B5" w:rsidRDefault="001137B5" w:rsidP="00AD7866">
      <w:pPr>
        <w:pStyle w:val="libNormal"/>
      </w:pPr>
      <w:r>
        <w:t xml:space="preserve">Haqq is obedient to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wherever </w:t>
      </w:r>
      <w:smartTag w:uri="urn:schemas:contacts" w:element="GivenName">
        <w:r>
          <w:t>Ali</w:t>
        </w:r>
      </w:smartTag>
      <w:r>
        <w:t xml:space="preserve"> (s.a.) goes Haqq is behind him. Is our Namaaz not Haqq? Haqq is only there where </w:t>
      </w:r>
      <w:smartTag w:uri="urn:schemas:contacts" w:element="GivenName">
        <w:r>
          <w:t>Ali</w:t>
        </w:r>
      </w:smartTag>
      <w:r>
        <w:t xml:space="preserve"> (s.a.) is, otherwise Namaaz is same which Rashidud Din Mohammad ibne </w:t>
      </w:r>
      <w:smartTag w:uri="urn:schemas-microsoft-com:office:smarttags" w:element="PersonName">
        <w:smartTag w:uri="urn:schemas:contacts" w:element="GivenName">
          <w:r>
            <w:t>Shahr</w:t>
          </w:r>
        </w:smartTag>
        <w:r>
          <w:t xml:space="preserve"> </w:t>
        </w:r>
        <w:smartTag w:uri="urn:schemas:contacts" w:element="middlename">
          <w:r>
            <w:t>Ashoob</w:t>
          </w:r>
        </w:smartTag>
        <w:r>
          <w:t xml:space="preserve"> </w:t>
        </w:r>
        <w:smartTag w:uri="urn:schemas:contacts" w:element="Sn">
          <w:r>
            <w:t>Mazandrani</w:t>
          </w:r>
        </w:smartTag>
      </w:smartTag>
      <w:r>
        <w:t xml:space="preserve"> explained in topic no: 50.</w:t>
      </w:r>
    </w:p>
    <w:p w:rsidR="001137B5" w:rsidRDefault="001137B5" w:rsidP="001137B5">
      <w:pPr>
        <w:pStyle w:val="Heading4Center"/>
      </w:pPr>
      <w:r w:rsidRPr="00F76646">
        <w:t xml:space="preserve">55-Imam </w:t>
      </w:r>
      <w:smartTag w:uri="urn:schemas:contacts" w:element="GivenName">
        <w:r w:rsidRPr="00F76646">
          <w:t>Ali</w:t>
        </w:r>
      </w:smartTag>
      <w:r w:rsidRPr="00F76646">
        <w:t xml:space="preserve"> (s.a.) in</w:t>
      </w:r>
      <w:r>
        <w:t xml:space="preserve"> Verbal</w:t>
      </w:r>
      <w:r w:rsidRPr="00F76646">
        <w:t xml:space="preserve"> &amp; Practical declaration</w:t>
      </w:r>
    </w:p>
    <w:p w:rsidR="001137B5" w:rsidRPr="008B21AA" w:rsidRDefault="001137B5" w:rsidP="001137B5">
      <w:pPr>
        <w:pStyle w:val="libItalic"/>
      </w:pPr>
      <w:r w:rsidRPr="008B21AA">
        <w:t xml:space="preserve">Rasool Allah (s.a.w.a.w.) said: “O people! Who rejected </w:t>
      </w:r>
      <w:smartTag w:uri="urn:schemas:contacts" w:element="GivenName">
        <w:r w:rsidRPr="008B21AA">
          <w:t>Ali</w:t>
        </w:r>
      </w:smartTag>
      <w:r w:rsidRPr="008B21AA">
        <w:t xml:space="preserve"> (s.a.) verbally or practically, then certainly he rejected me, and who rejected me, then certainly he rejected Allah on High Arsh.”</w:t>
      </w:r>
    </w:p>
    <w:p w:rsidR="001137B5" w:rsidRDefault="001137B5" w:rsidP="00AD7866">
      <w:pPr>
        <w:pStyle w:val="libNormal"/>
      </w:pPr>
      <w:r w:rsidRPr="00C20326">
        <w:t>(Ma’ani al Akhbar, V 2, P 422)</w:t>
      </w:r>
    </w:p>
    <w:p w:rsidR="001137B5" w:rsidRDefault="001137B5" w:rsidP="00AD7866">
      <w:pPr>
        <w:pStyle w:val="libNormal"/>
      </w:pPr>
      <w:r w:rsidRPr="008B21AA">
        <w:t>Everybody knows that Verbal means to Testify with tongue, and Practical means to perform deed with limbs.</w:t>
      </w:r>
    </w:p>
    <w:p w:rsidR="001137B5" w:rsidRDefault="001137B5" w:rsidP="001137B5">
      <w:pPr>
        <w:pStyle w:val="Heading4Center"/>
      </w:pPr>
      <w:r w:rsidRPr="00F76646">
        <w:t>56-Sajdah on Earth</w:t>
      </w:r>
    </w:p>
    <w:p w:rsidR="001137B5" w:rsidRPr="008B21AA" w:rsidRDefault="001137B5" w:rsidP="001137B5">
      <w:pPr>
        <w:pStyle w:val="libItalic"/>
      </w:pPr>
      <w:r w:rsidRPr="008B21AA">
        <w:t xml:space="preserve">Imam </w:t>
      </w:r>
      <w:smartTag w:uri="urn:schemas:contacts" w:element="GivenName">
        <w:r w:rsidRPr="008B21AA">
          <w:t>Jafar</w:t>
        </w:r>
      </w:smartTag>
      <w:r w:rsidRPr="008B21AA">
        <w:t xml:space="preserve"> </w:t>
      </w:r>
      <w:smartTag w:uri="urn:schemas:contacts" w:element="Sn">
        <w:r w:rsidRPr="008B21AA">
          <w:t>Sadiq</w:t>
        </w:r>
      </w:smartTag>
      <w:r w:rsidRPr="008B21AA">
        <w:t xml:space="preserve"> (s.a.) said: “Sajdah on earth is the most superior.”</w:t>
      </w:r>
    </w:p>
    <w:p w:rsidR="001137B5" w:rsidRDefault="001137B5" w:rsidP="00AD7866">
      <w:pPr>
        <w:pStyle w:val="libNormal"/>
      </w:pPr>
      <w:r>
        <w:t>(Alul al-Shrai, V 2, P 401)</w:t>
      </w:r>
    </w:p>
    <w:p w:rsidR="001137B5" w:rsidRDefault="001137B5" w:rsidP="00AD7866">
      <w:pPr>
        <w:pStyle w:val="libNormal"/>
      </w:pPr>
      <w:r>
        <w:t xml:space="preserve">From this Earth our father </w:t>
      </w:r>
      <w:smartTag w:uri="urn:schemas:contacts" w:element="GivenName">
        <w:r>
          <w:t>Adam</w:t>
        </w:r>
      </w:smartTag>
      <w:r>
        <w:t xml:space="preserve"> (a.s.) was created, from the same earth we get food for the sake of the foot-wear of </w:t>
      </w:r>
      <w:smartTag w:uri="urn:schemas:contacts" w:element="GivenName">
        <w:r>
          <w:t>Mohammad</w:t>
        </w:r>
      </w:smartTag>
      <w:r>
        <w:t xml:space="preserve"> o Aal e </w:t>
      </w:r>
      <w:smartTag w:uri="urn:schemas:contacts" w:element="GivenName">
        <w:r>
          <w:t>Mohammad</w:t>
        </w:r>
      </w:smartTag>
      <w:r>
        <w:t xml:space="preserve"> (s.a.a.), we live on this earth, we will be buried in this earth, and we will be resurrected from the same earth. And this Earth is property of </w:t>
      </w:r>
      <w:smartTag w:uri="urn:schemas-microsoft-com:office:smarttags" w:element="PersonName">
        <w:smartTag w:uri="urn:schemas:contacts" w:element="GivenName">
          <w:r>
            <w:t>Abu</w:t>
          </w:r>
        </w:smartTag>
        <w:r>
          <w:t xml:space="preserve"> </w:t>
        </w:r>
        <w:smartTag w:uri="urn:schemas:contacts" w:element="Sn">
          <w:r>
            <w:t>Turab</w:t>
          </w:r>
        </w:smartTag>
      </w:smartTag>
      <w:r>
        <w:t xml:space="preserve"> (s.a.), so Sajdah on earth is superior. Imam e Mubeen (s.a.) encompasses everything. Then who barks to the Lord, curse of Allah, </w:t>
      </w:r>
      <w:smartTag w:uri="urn:schemas:contacts" w:element="Sn">
        <w:r>
          <w:t>Angels</w:t>
        </w:r>
      </w:smartTag>
      <w:r>
        <w:t>, and Momineen on him.</w:t>
      </w:r>
    </w:p>
    <w:p w:rsidR="001137B5" w:rsidRDefault="001137B5" w:rsidP="001137B5">
      <w:pPr>
        <w:pStyle w:val="Heading4Center"/>
      </w:pPr>
      <w:r w:rsidRPr="00F76646">
        <w:t xml:space="preserve">57-Hyya </w:t>
      </w:r>
      <w:smartTag w:uri="urn:schemas-microsoft-com:office:smarttags" w:element="place">
        <w:smartTag w:uri="urn:schemas-microsoft-com:office:smarttags" w:element="State">
          <w:r w:rsidRPr="00F76646">
            <w:t>Ala</w:t>
          </w:r>
        </w:smartTag>
      </w:smartTag>
      <w:r w:rsidRPr="00F76646">
        <w:t xml:space="preserve"> Khairil Amal</w:t>
      </w:r>
    </w:p>
    <w:p w:rsidR="001137B5" w:rsidRPr="002C2789" w:rsidRDefault="001137B5" w:rsidP="001137B5">
      <w:pPr>
        <w:pStyle w:val="libItalic"/>
      </w:pPr>
      <w:r w:rsidRPr="002C2789">
        <w:t xml:space="preserve">Imam </w:t>
      </w:r>
      <w:smartTag w:uri="urn:schemas:contacts" w:element="GivenName">
        <w:r w:rsidRPr="002C2789">
          <w:t>Abul</w:t>
        </w:r>
      </w:smartTag>
      <w:r w:rsidRPr="002C2789">
        <w:t xml:space="preserve"> </w:t>
      </w:r>
      <w:smartTag w:uri="urn:schemas:contacts" w:element="Sn">
        <w:r w:rsidRPr="002C2789">
          <w:t>Hassan</w:t>
        </w:r>
      </w:smartTag>
      <w:r w:rsidRPr="002C2789">
        <w:t xml:space="preserve"> (s.a.) said: “Khairil Amal means Walayat. The aim of the order to stop saying ‘</w:t>
      </w:r>
      <w:smartTag w:uri="urn:schemas-microsoft-com:office:smarttags" w:element="place">
        <w:smartTag w:uri="urn:schemas-microsoft-com:office:smarttags" w:element="City">
          <w:r w:rsidRPr="002C2789">
            <w:t>Hyya</w:t>
          </w:r>
        </w:smartTag>
        <w:r w:rsidRPr="002C2789">
          <w:t xml:space="preserve"> </w:t>
        </w:r>
        <w:smartTag w:uri="urn:schemas-microsoft-com:office:smarttags" w:element="State">
          <w:r w:rsidRPr="002C2789">
            <w:t>Ala</w:t>
          </w:r>
        </w:smartTag>
      </w:smartTag>
      <w:r w:rsidRPr="002C2789">
        <w:t xml:space="preserve"> Khairil Amal’ was that people should not get together on it, and start inviting (preaching) towards it.”</w:t>
      </w:r>
    </w:p>
    <w:p w:rsidR="001137B5" w:rsidRDefault="001137B5" w:rsidP="00AD7866">
      <w:pPr>
        <w:pStyle w:val="libNormal"/>
      </w:pPr>
      <w:r>
        <w:t>(Alul al-Shrai, V 2, P 435)</w:t>
      </w:r>
    </w:p>
    <w:p w:rsidR="001137B5" w:rsidRDefault="001137B5" w:rsidP="00AD7866">
      <w:pPr>
        <w:pStyle w:val="libNormal"/>
      </w:pPr>
      <w:r>
        <w:t xml:space="preserve">To invite in Azaan towards ‘Khairil Amal’ i.e. Deed with Walayat e </w:t>
      </w:r>
      <w:smartTag w:uri="urn:schemas:contacts" w:element="GivenName">
        <w:r>
          <w:t>Ali</w:t>
        </w:r>
      </w:smartTag>
      <w:r>
        <w:t xml:space="preserve"> (s.a.), and then to short-cut Namaaz without Walayat is just like what Kufis did: Kufis called </w:t>
      </w:r>
      <w:smartTag w:uri="urn:schemas-microsoft-com:office:smarttags" w:element="PersonName">
        <w:r>
          <w:t xml:space="preserve">Imam </w:t>
        </w:r>
        <w:smartTag w:uri="urn:schemas:contacts" w:element="Sn">
          <w:r>
            <w:t>Hussain</w:t>
          </w:r>
        </w:smartTag>
      </w:smartTag>
      <w:r>
        <w:t xml:space="preserve"> (s.a.) by writing letters, and when Imam (s.a.) came then they refused help. Some martyred Imam (s.a.) with hand, some are martyring with their tongues.</w:t>
      </w:r>
    </w:p>
    <w:p w:rsidR="001137B5" w:rsidRDefault="001137B5" w:rsidP="001137B5">
      <w:pPr>
        <w:pStyle w:val="Heading4Center"/>
      </w:pPr>
      <w:r w:rsidRPr="00F76646">
        <w:t>58-Understand the Reality of Namaaz</w:t>
      </w:r>
    </w:p>
    <w:p w:rsidR="001137B5" w:rsidRDefault="001137B5" w:rsidP="001137B5">
      <w:pPr>
        <w:pStyle w:val="libItalic"/>
      </w:pPr>
      <w:r w:rsidRPr="00AE28A6">
        <w:t xml:space="preserve">One day </w:t>
      </w:r>
      <w:smartTag w:uri="urn:schemas-microsoft-com:office:smarttags" w:element="PersonName">
        <w:smartTag w:uri="urn:schemas:contacts" w:element="GivenName">
          <w:r w:rsidRPr="00AE28A6">
            <w:t>Amirul</w:t>
          </w:r>
        </w:smartTag>
        <w:r w:rsidRPr="00AE28A6">
          <w:t xml:space="preserve"> </w:t>
        </w:r>
        <w:smartTag w:uri="urn:schemas:contacts" w:element="Sn">
          <w:r w:rsidRPr="00AE28A6">
            <w:t>Momineen</w:t>
          </w:r>
        </w:smartTag>
      </w:smartTag>
      <w:r w:rsidRPr="00AE28A6">
        <w:t xml:space="preserve"> (s.a.) was passing through the yard of Bait al-Haraam, and saw a person offering Namaaz, </w:t>
      </w:r>
    </w:p>
    <w:p w:rsidR="001137B5" w:rsidRPr="00AE28A6" w:rsidRDefault="001137B5" w:rsidP="001137B5">
      <w:pPr>
        <w:pStyle w:val="libItalic"/>
      </w:pPr>
      <w:r w:rsidRPr="00AE28A6">
        <w:t xml:space="preserve">and he praised his Namaaz, then asked: O man! Do you know Taweel and real meaning of your Namaaz? He replied: O son of the uncle of the </w:t>
      </w:r>
      <w:r w:rsidRPr="00AE28A6">
        <w:lastRenderedPageBreak/>
        <w:t xml:space="preserve">Best Creation (s.a.w.a.w.) of Allah! Is there any other meaning of Namaaz other than Order and Service? </w:t>
      </w:r>
      <w:smartTag w:uri="urn:schemas-microsoft-com:office:smarttags" w:element="PersonName">
        <w:smartTag w:uri="urn:schemas:contacts" w:element="GivenName">
          <w:r w:rsidRPr="00AE28A6">
            <w:t>Maola</w:t>
          </w:r>
        </w:smartTag>
        <w:r w:rsidRPr="00AE28A6">
          <w:t xml:space="preserve"> </w:t>
        </w:r>
        <w:smartTag w:uri="urn:schemas:contacts" w:element="Sn">
          <w:r w:rsidRPr="00AE28A6">
            <w:t>Ali</w:t>
          </w:r>
        </w:smartTag>
      </w:smartTag>
      <w:r w:rsidRPr="00AE28A6">
        <w:t xml:space="preserve"> (s.a.) said: O man! Know that whichever Nabi (a.s.) Allah sent down with order, for that order there are similarities, and its Taweel and Tanzeel as well. And this is based on Service. Thus who does not understand Taweel of his Namaaz and its real meaning, his Namaaz is totally deceit, faulty, and incomplete.</w:t>
      </w:r>
    </w:p>
    <w:p w:rsidR="001137B5" w:rsidRDefault="001137B5" w:rsidP="00AD7866">
      <w:pPr>
        <w:pStyle w:val="libNormal"/>
      </w:pPr>
      <w:r>
        <w:t>(Alul al-Shrai, V 2, P 723)</w:t>
      </w:r>
    </w:p>
    <w:p w:rsidR="001137B5" w:rsidRPr="00AE28A6" w:rsidRDefault="001137B5" w:rsidP="001137B5">
      <w:pPr>
        <w:pStyle w:val="libItalic"/>
      </w:pPr>
      <w:r w:rsidRPr="00AE28A6">
        <w:t xml:space="preserve">Maola </w:t>
      </w:r>
      <w:smartTag w:uri="urn:schemas:contacts" w:element="middlename">
        <w:r w:rsidRPr="00AE28A6">
          <w:t>Abul</w:t>
        </w:r>
      </w:smartTag>
      <w:r w:rsidRPr="00AE28A6">
        <w:t xml:space="preserve"> </w:t>
      </w:r>
      <w:smartTag w:uri="urn:schemas:contacts" w:element="Sn">
        <w:r w:rsidRPr="00AE28A6">
          <w:t>Hassan</w:t>
        </w:r>
      </w:smartTag>
      <w:r w:rsidRPr="00AE28A6">
        <w:t xml:space="preserve"> (s.a.) said: “Whenever these people (Munkir e Walayat) say Namaaz, then at the time of every Namaaz Allah </w:t>
      </w:r>
      <w:smartTag w:uri="urn:schemas:contacts" w:element="Sn">
        <w:r w:rsidRPr="00AE28A6">
          <w:t>Ta’ala</w:t>
        </w:r>
      </w:smartTag>
      <w:r w:rsidRPr="00AE28A6">
        <w:t xml:space="preserve"> curses on them, because these people deny our Haqq, and belie us.”</w:t>
      </w:r>
    </w:p>
    <w:p w:rsidR="001137B5" w:rsidRDefault="001137B5" w:rsidP="00AD7866">
      <w:pPr>
        <w:pStyle w:val="libNormal"/>
      </w:pPr>
      <w:r>
        <w:t>(Alul al-Shrai, V 2, P 727)</w:t>
      </w:r>
    </w:p>
    <w:p w:rsidR="001137B5" w:rsidRDefault="001137B5" w:rsidP="00AD7866">
      <w:pPr>
        <w:pStyle w:val="libNormal"/>
      </w:pPr>
      <w:r>
        <w:t xml:space="preserve">The real meaning of Namaaz is explained by the saying of </w:t>
      </w:r>
      <w:smartTag w:uri="urn:schemas-microsoft-com:office:smarttags" w:element="PersonName">
        <w:smartTag w:uri="urn:schemas:contacts" w:element="GivenName">
          <w:r>
            <w:t>Amirul</w:t>
          </w:r>
        </w:smartTag>
        <w:r>
          <w:t xml:space="preserve"> </w:t>
        </w:r>
        <w:smartTag w:uri="urn:schemas:contacts" w:element="Sn">
          <w:r>
            <w:t>Momineen</w:t>
          </w:r>
        </w:smartTag>
      </w:smartTag>
      <w:r>
        <w:t xml:space="preserve"> (s.a.): </w:t>
      </w:r>
      <w:r w:rsidRPr="001137B5">
        <w:rPr>
          <w:rStyle w:val="libItalicChar"/>
        </w:rPr>
        <w:t>“I am Namaaz of Momineen, and their Zakaat, and their Hajj, and their Jihaad.”</w:t>
      </w:r>
    </w:p>
    <w:p w:rsidR="001137B5" w:rsidRDefault="001137B5" w:rsidP="00AD7866">
      <w:pPr>
        <w:pStyle w:val="libNormal"/>
      </w:pPr>
      <w:r>
        <w:t>(Nehjul Israr, V 1, P 75)</w:t>
      </w:r>
    </w:p>
    <w:p w:rsidR="001137B5" w:rsidRDefault="001137B5" w:rsidP="001137B5">
      <w:pPr>
        <w:pStyle w:val="Heading4Center"/>
      </w:pPr>
      <w:r w:rsidRPr="00F76646">
        <w:t>59-Mashiyat e Ilahi</w:t>
      </w:r>
    </w:p>
    <w:p w:rsidR="001137B5" w:rsidRPr="00AE28A6" w:rsidRDefault="001137B5" w:rsidP="001137B5">
      <w:pPr>
        <w:pStyle w:val="libItalic"/>
      </w:pPr>
      <w:r w:rsidRPr="00AE28A6">
        <w:t xml:space="preserve">Imam </w:t>
      </w:r>
      <w:smartTag w:uri="urn:schemas:contacts" w:element="GivenName">
        <w:r w:rsidRPr="00AE28A6">
          <w:t>Jafar</w:t>
        </w:r>
      </w:smartTag>
      <w:r w:rsidRPr="00AE28A6">
        <w:t xml:space="preserve"> </w:t>
      </w:r>
      <w:smartTag w:uri="urn:schemas:contacts" w:element="Sn">
        <w:r w:rsidRPr="00AE28A6">
          <w:t>Sadiq</w:t>
        </w:r>
      </w:smartTag>
      <w:r w:rsidRPr="00AE28A6">
        <w:t xml:space="preserve"> (s.a.) said: “Allah created Mashiyat before things, then created things through Mashiyat.”</w:t>
      </w:r>
    </w:p>
    <w:p w:rsidR="001137B5" w:rsidRDefault="001137B5" w:rsidP="00AD7866">
      <w:pPr>
        <w:pStyle w:val="libNormal"/>
      </w:pPr>
      <w:r>
        <w:t>(</w:t>
      </w:r>
      <w:smartTag w:uri="urn:schemas:contacts" w:element="Sn">
        <w:r>
          <w:t>al Tauheed</w:t>
        </w:r>
      </w:smartTag>
      <w:r>
        <w:t>, P 279)</w:t>
      </w:r>
    </w:p>
    <w:p w:rsidR="001137B5" w:rsidRDefault="001137B5" w:rsidP="00AD7866">
      <w:pPr>
        <w:pStyle w:val="libNormal"/>
      </w:pPr>
      <w:r>
        <w:t>Imam (s.a.) also said: “We are Mashiyat of Allah.” Now who will do any deed without Mashiyat (</w:t>
      </w:r>
      <w:smartTag w:uri="urn:schemas:contacts" w:element="GivenName">
        <w:r>
          <w:t>Will</w:t>
        </w:r>
      </w:smartTag>
      <w:r>
        <w:t>, Pleasure) of Allah, whether it is Namaaz, then what will happen to that deed and its doer?</w:t>
      </w:r>
    </w:p>
    <w:p w:rsidR="001137B5" w:rsidRDefault="001137B5" w:rsidP="001137B5">
      <w:pPr>
        <w:pStyle w:val="Heading4Center"/>
      </w:pPr>
      <w:r w:rsidRPr="00F76646">
        <w:t>60-The Result of Separating Kitaab &amp; Itrat (s.a.a.)</w:t>
      </w:r>
    </w:p>
    <w:p w:rsidR="001137B5" w:rsidRPr="00306065" w:rsidRDefault="001137B5" w:rsidP="001137B5">
      <w:pPr>
        <w:pStyle w:val="libItalic"/>
      </w:pPr>
      <w:r w:rsidRPr="00306065">
        <w:t>Rasool Allah (s.a.w.a.w.) said: “Among my Ummah, that person will exit from Deen like arrow exits from the bow, who separates Kitaab and Itrat (s.a.a.).”</w:t>
      </w:r>
    </w:p>
    <w:p w:rsidR="001137B5" w:rsidRDefault="001137B5" w:rsidP="00AD7866">
      <w:pPr>
        <w:pStyle w:val="libNormal"/>
      </w:pPr>
      <w:r>
        <w:t>(Kamalud Din, V 2, P 626)</w:t>
      </w:r>
    </w:p>
    <w:p w:rsidR="001137B5" w:rsidRDefault="001137B5" w:rsidP="00AD7866">
      <w:pPr>
        <w:pStyle w:val="libNormal"/>
      </w:pPr>
      <w:r>
        <w:t>Now if anyone during any deed recites Quran but expels Itrat of Rasool (s.a.a.), then he exits from Deen like an Arrow.</w:t>
      </w:r>
    </w:p>
    <w:p w:rsidR="001137B5" w:rsidRDefault="001137B5" w:rsidP="001137B5">
      <w:pPr>
        <w:pStyle w:val="Heading4Center"/>
      </w:pPr>
      <w:r w:rsidRPr="00F76646">
        <w:t>61-Hadees e Saqalain</w:t>
      </w:r>
    </w:p>
    <w:p w:rsidR="001137B5" w:rsidRPr="00B240CB" w:rsidRDefault="001137B5" w:rsidP="001137B5">
      <w:pPr>
        <w:pStyle w:val="libItalic"/>
      </w:pPr>
      <w:r w:rsidRPr="00B240CB">
        <w:t xml:space="preserve">Nabi </w:t>
      </w:r>
      <w:smartTag w:uri="urn:schemas:contacts" w:element="Sn">
        <w:r w:rsidRPr="00B240CB">
          <w:t>Akram</w:t>
        </w:r>
      </w:smartTag>
      <w:r w:rsidRPr="00B240CB">
        <w:t xml:space="preserve"> (s.a.w.a.w.) said: “Certainly it is near that I will be called, and I will say ‘Labbaik’ to it. Thus I am leaving among you Two Weighty Things (Saqalain): Book of Allah, and my Itrat (s.a.a.). Book of Allah is that Rope which is stretching from Sky to Earth, and my Itrat is my Ahlul Bait (s.a.a.). And no doubt </w:t>
      </w:r>
      <w:smartTag w:uri="urn:schemas-microsoft-com:office:smarttags" w:element="PersonName">
        <w:smartTag w:uri="urn:schemas:contacts" w:element="GivenName">
          <w:r w:rsidRPr="00B240CB">
            <w:t>Lateef</w:t>
          </w:r>
        </w:smartTag>
        <w:r w:rsidRPr="00B240CB">
          <w:t xml:space="preserve"> </w:t>
        </w:r>
        <w:smartTag w:uri="urn:schemas:contacts" w:element="Sn">
          <w:r w:rsidRPr="00B240CB">
            <w:t>Khabeer</w:t>
          </w:r>
        </w:smartTag>
      </w:smartTag>
      <w:r w:rsidRPr="00B240CB">
        <w:t xml:space="preserve"> has informed me that they both will never separate until they will come to me on the Pond of Kausar. So ponder that whom you make my Khalifa.”</w:t>
      </w:r>
    </w:p>
    <w:p w:rsidR="001137B5" w:rsidRDefault="001137B5" w:rsidP="00AD7866">
      <w:pPr>
        <w:pStyle w:val="libNormal"/>
      </w:pPr>
      <w:r>
        <w:t>(Ma’ani al Akhbar, V 1, P 132)</w:t>
      </w:r>
    </w:p>
    <w:p w:rsidR="001137B5" w:rsidRDefault="001137B5" w:rsidP="00AD7866">
      <w:pPr>
        <w:pStyle w:val="libNormal"/>
      </w:pPr>
      <w:r>
        <w:t>Now anyone who separates Quran and Itrat (s.a.a.), he belies the Haqq Words of Allah and His Rasool (s.a.w.a.w.), he is battling with Qadir e Mutliq. Everyone knows that Quran is Samit (Silent), Quran needs it's Translator, the Masomeen (s.a.a.); and Itrat (s.a.a.) is Quran e Natiq (Speaking Quran).</w:t>
      </w:r>
    </w:p>
    <w:p w:rsidR="001137B5" w:rsidRDefault="001137B5" w:rsidP="001137B5">
      <w:pPr>
        <w:pStyle w:val="Heading4Center"/>
      </w:pPr>
      <w:r w:rsidRPr="00F76646">
        <w:lastRenderedPageBreak/>
        <w:t>62-To think Traditions &amp; Verses about Walayat e</w:t>
      </w:r>
      <w:r>
        <w:t xml:space="preserve"> </w:t>
      </w:r>
      <w:smartTag w:uri="urn:schemas:contacts" w:element="GivenName">
        <w:r w:rsidRPr="00F76646">
          <w:t>Ali</w:t>
        </w:r>
      </w:smartTag>
      <w:r w:rsidRPr="00F76646">
        <w:t xml:space="preserve"> (s.a.) as Unreliable</w:t>
      </w:r>
    </w:p>
    <w:p w:rsidR="001137B5" w:rsidRDefault="001137B5" w:rsidP="001137B5">
      <w:pPr>
        <w:pStyle w:val="libItalic"/>
      </w:pPr>
      <w:r w:rsidRPr="008D51EF">
        <w:t>Imam Jafar Sadiq (s.a.) said: “More than this will be grieved (regretting) that person who collected wealth with many difficulties by putting him in dangers, and then spent it in charity and good works, spent his youth and power in Ibadaat and Namaaz, but did not believe in the Haqq of Ali ibne Abi Talib (s.a.), did not recognise his status and degree in Islam, and considered those people better who do not possess even tenth of tenth of Fazilat of Maola. When proofs of Righteousness of Maol</w:t>
      </w:r>
      <w:r>
        <w:t>a</w:t>
      </w:r>
      <w:r w:rsidRPr="008D51EF">
        <w:t xml:space="preserve"> are presented to him, he hesitates. When proofs are presented in front of him from the Traditions and Quranic Verses, it rather increases his arrogance and ignorance. The grief and regret of such person will be more than all the people on the day of Qiyamah. He will be resurrected in such a condition that his charity will be chasing him in the form of snakes, pythons, and </w:t>
      </w:r>
      <w:smartTag w:uri="urn:schemas:contacts" w:element="Sn">
        <w:r w:rsidRPr="008D51EF">
          <w:t>Angels</w:t>
        </w:r>
      </w:smartTag>
      <w:r w:rsidRPr="008D51EF">
        <w:t xml:space="preserve"> of punishment, and hi</w:t>
      </w:r>
      <w:r>
        <w:t>s Namaaz and Ibadaat will convert in</w:t>
      </w:r>
      <w:r w:rsidRPr="008D51EF">
        <w:t xml:space="preserve">to the </w:t>
      </w:r>
      <w:smartTag w:uri="urn:schemas:contacts" w:element="Sn">
        <w:r w:rsidRPr="008D51EF">
          <w:t>Angels</w:t>
        </w:r>
      </w:smartTag>
      <w:r w:rsidRPr="008D51EF">
        <w:t xml:space="preserve"> of Azaab (Punishment), until they will cast him in Hell and beat him. He will say: “Curse on me, was I not from among those who offer Namaaz? Was I not among those who give Zakaat? Was I not pious about wealth and ladies? For what reason I am caught in so much hardships and punishments?” He will be told: ‘</w:t>
      </w:r>
      <w:smartTag w:uri="urn:schemas-microsoft-com:office:smarttags" w:element="State">
        <w:smartTag w:uri="urn:schemas-microsoft-com:office:smarttags" w:element="place">
          <w:r w:rsidRPr="008D51EF">
            <w:t>Ill</w:t>
          </w:r>
        </w:smartTag>
      </w:smartTag>
      <w:r w:rsidRPr="008D51EF">
        <w:t xml:space="preserve"> fated! Which deeds you did they are of no use to you, because you left the Great Obligation after believing in Tauheed of Allah and Nabuwat of </w:t>
      </w:r>
      <w:smartTag w:uri="urn:schemas:contacts" w:element="GivenName">
        <w:r w:rsidRPr="008D51EF">
          <w:t>Mohammad</w:t>
        </w:r>
      </w:smartTag>
      <w:r w:rsidRPr="008D51EF">
        <w:t xml:space="preserve"> (s.a.w.a.w.); and that Inevitable Obligation is Marifat of Haqq of </w:t>
      </w:r>
      <w:smartTag w:uri="urn:schemas:contacts" w:element="GivenName">
        <w:r w:rsidRPr="008D51EF">
          <w:t>Ali</w:t>
        </w:r>
      </w:smartTag>
      <w:r w:rsidRPr="008D51EF">
        <w:t xml:space="preserve"> ibne </w:t>
      </w:r>
      <w:smartTag w:uri="urn:schemas-microsoft-com:office:smarttags" w:element="PersonName">
        <w:smartTag w:uri="urn:schemas:contacts" w:element="GivenName">
          <w:r w:rsidRPr="008D51EF">
            <w:t>Abi</w:t>
          </w:r>
        </w:smartTag>
        <w:r w:rsidRPr="008D51EF">
          <w:t xml:space="preserve"> </w:t>
        </w:r>
        <w:smartTag w:uri="urn:schemas:contacts" w:element="Sn">
          <w:r w:rsidRPr="008D51EF">
            <w:t>Talib</w:t>
          </w:r>
        </w:smartTag>
      </w:smartTag>
      <w:r w:rsidRPr="008D51EF">
        <w:t xml:space="preserve"> (s.a.). Along with it you made obligatory on you such thing which Allah declared Haraam, and that is to follow the enemies of Allah. In such a situation, you can not get anything except distance from Rahmat of Allah, and nearness to wrath &amp; anger of Allah, even if instead of your these deeds Ibadaat of all the world, </w:t>
      </w:r>
    </w:p>
    <w:p w:rsidR="001137B5" w:rsidRPr="008D51EF" w:rsidRDefault="001137B5" w:rsidP="001137B5">
      <w:pPr>
        <w:pStyle w:val="libItalic"/>
      </w:pPr>
      <w:r w:rsidRPr="008D51EF">
        <w:t>and instead of your charities the wealth of all the world, rather more deeds than those mentioned, and gold equal to planet Earth is given in the way of Allah.”</w:t>
      </w:r>
    </w:p>
    <w:p w:rsidR="001137B5" w:rsidRDefault="001137B5" w:rsidP="00AD7866">
      <w:pPr>
        <w:pStyle w:val="libNormal"/>
      </w:pPr>
      <w:r w:rsidRPr="008D51EF">
        <w:t>(Tafseer Imam Hassan Askari s.a.)</w:t>
      </w:r>
    </w:p>
    <w:p w:rsidR="001137B5" w:rsidRDefault="001137B5" w:rsidP="00AD7866">
      <w:pPr>
        <w:pStyle w:val="libNormal"/>
      </w:pPr>
      <w:r w:rsidRPr="001C276C">
        <w:t xml:space="preserve">Mulla is declaring Ahadees, Narrations, and Quranic verses about Faza’il of Mohammad o Aal e </w:t>
      </w:r>
      <w:smartTag w:uri="urn:schemas:contacts" w:element="GivenName">
        <w:r w:rsidRPr="001C276C">
          <w:t>Mohammad</w:t>
        </w:r>
      </w:smartTag>
      <w:r w:rsidRPr="001C276C">
        <w:t xml:space="preserve"> (s.a.a.) </w:t>
      </w:r>
      <w:r>
        <w:t>weak and unreliable; and those books are also unreliable which mention Faza’il. And it is stressed nowadays that Taqleed of fallible Mulla is obligatory, who is secretly denier of Faza’il of Ahlul Bait (s.a.a.).</w:t>
      </w:r>
    </w:p>
    <w:p w:rsidR="001137B5" w:rsidRDefault="001137B5" w:rsidP="001137B5">
      <w:pPr>
        <w:pStyle w:val="Heading4Center"/>
      </w:pPr>
      <w:r w:rsidRPr="00F76646">
        <w:t>63-Fourteen Infallibles (s.a.a.) in Juma Sermon</w:t>
      </w:r>
    </w:p>
    <w:p w:rsidR="001137B5" w:rsidRPr="002B4D27" w:rsidRDefault="001137B5" w:rsidP="001137B5">
      <w:pPr>
        <w:pStyle w:val="libItalic"/>
      </w:pPr>
      <w:r w:rsidRPr="002B4D27">
        <w:t xml:space="preserve">Amirul </w:t>
      </w:r>
      <w:smartTag w:uri="urn:schemas:contacts" w:element="Sn">
        <w:r w:rsidRPr="002B4D27">
          <w:t>Momineen</w:t>
        </w:r>
      </w:smartTag>
      <w:r w:rsidRPr="002B4D27">
        <w:t xml:space="preserve"> (s.a.) said: “Do not talk when Imam is delivering Sermon of Juma, and pay attention to Sermon like in Namaaz. And </w:t>
      </w:r>
      <w:smartTag w:uri="urn:schemas-microsoft-com:office:smarttags" w:element="PersonName">
        <w:smartTag w:uri="urn:schemas:contacts" w:element="GivenName">
          <w:r w:rsidRPr="002B4D27">
            <w:t>Juma</w:t>
          </w:r>
        </w:smartTag>
        <w:r w:rsidRPr="002B4D27">
          <w:t xml:space="preserve"> </w:t>
        </w:r>
        <w:smartTag w:uri="urn:schemas:contacts" w:element="Sn">
          <w:r w:rsidRPr="002B4D27">
            <w:t>Namaaz</w:t>
          </w:r>
        </w:smartTag>
      </w:smartTag>
      <w:r w:rsidRPr="002B4D27">
        <w:t xml:space="preserve"> is declared two Rakat due to two Sermons, and these two Sermons are in place of the last two Rakats. Therefore these two Sermons are Namaaz as well until Imam comes down from the pulpit.”</w:t>
      </w:r>
    </w:p>
    <w:p w:rsidR="001137B5" w:rsidRDefault="001137B5" w:rsidP="00AD7866">
      <w:pPr>
        <w:pStyle w:val="libNormal"/>
      </w:pPr>
      <w:r>
        <w:t>(Mun La Yahzorul Faqeh, V 1. P 269)</w:t>
      </w:r>
    </w:p>
    <w:p w:rsidR="001137B5" w:rsidRDefault="001137B5" w:rsidP="00AD7866">
      <w:pPr>
        <w:pStyle w:val="libNormal"/>
      </w:pPr>
      <w:r>
        <w:t xml:space="preserve">There is Zikr e Masomeen (s.a.a.) in the Sermon of Juma, which is equal to two </w:t>
      </w:r>
      <w:smartTag w:uri="urn:schemas-microsoft-com:office:smarttags" w:element="PersonName">
        <w:smartTag w:uri="urn:schemas:contacts" w:element="GivenName">
          <w:r>
            <w:t>Rakat</w:t>
          </w:r>
        </w:smartTag>
        <w:r>
          <w:t xml:space="preserve"> </w:t>
        </w:r>
        <w:smartTag w:uri="urn:schemas:contacts" w:element="Sn">
          <w:r>
            <w:t>Namaaz</w:t>
          </w:r>
        </w:smartTag>
      </w:smartTag>
      <w:r>
        <w:t>, and replaces it.</w:t>
      </w:r>
    </w:p>
    <w:p w:rsidR="001137B5" w:rsidRDefault="001137B5" w:rsidP="001137B5">
      <w:pPr>
        <w:pStyle w:val="Heading4Center"/>
      </w:pPr>
      <w:r w:rsidRPr="00F76646">
        <w:lastRenderedPageBreak/>
        <w:t xml:space="preserve">64-Ya </w:t>
      </w:r>
      <w:smartTag w:uri="urn:schemas:contacts" w:element="GivenName">
        <w:r w:rsidRPr="00F76646">
          <w:t>Ali</w:t>
        </w:r>
      </w:smartTag>
      <w:r w:rsidRPr="00F76646">
        <w:t xml:space="preserve"> (s.a.) Maddad at Arsh</w:t>
      </w:r>
    </w:p>
    <w:p w:rsidR="001137B5" w:rsidRDefault="001137B5" w:rsidP="001137B5">
      <w:pPr>
        <w:pStyle w:val="libItalic"/>
      </w:pPr>
      <w:r w:rsidRPr="00747C76">
        <w:t xml:space="preserve">Rasool Allah (s.a.w.a.w.) said: “It is written on Arsh, ‘I am Allah, there is none worthy of worship except Me, I am One, I do not have partner, Mohammad (s.a.w.a.w.) is My Abd and Rasool, I Helped him through Ali (s.a.).” Then said: “Allah revealed this verse, ‘He is Him Who helped you with His Help and Momineen’ (Anfaal), in this verse ‘Be Nasr’ means </w:t>
      </w:r>
      <w:smartTag w:uri="urn:schemas:contacts" w:element="GivenName">
        <w:r w:rsidRPr="00747C76">
          <w:t>Ali</w:t>
        </w:r>
      </w:smartTag>
      <w:r w:rsidRPr="00747C76">
        <w:t xml:space="preserve"> </w:t>
      </w:r>
    </w:p>
    <w:p w:rsidR="001137B5" w:rsidRPr="00747C76" w:rsidRDefault="001137B5" w:rsidP="001137B5">
      <w:pPr>
        <w:pStyle w:val="libItalic"/>
      </w:pPr>
      <w:r w:rsidRPr="00747C76">
        <w:t xml:space="preserve">(s.a.), and he is included in Momineen as well, so in both forms </w:t>
      </w:r>
      <w:smartTag w:uri="urn:schemas:contacts" w:element="GivenName">
        <w:r w:rsidRPr="00747C76">
          <w:t>Ali</w:t>
        </w:r>
      </w:smartTag>
      <w:r w:rsidRPr="00747C76">
        <w:t xml:space="preserve"> (s.a.) is totally included.”</w:t>
      </w:r>
    </w:p>
    <w:p w:rsidR="001137B5" w:rsidRDefault="001137B5" w:rsidP="00AD7866">
      <w:pPr>
        <w:pStyle w:val="libNormal"/>
      </w:pPr>
      <w:r>
        <w:t>(Amali Sheikh Sudooq, V 1, P 426)</w:t>
      </w:r>
    </w:p>
    <w:p w:rsidR="001137B5" w:rsidRDefault="001137B5" w:rsidP="00AD7866">
      <w:pPr>
        <w:pStyle w:val="libNormal"/>
      </w:pPr>
      <w:r>
        <w:t xml:space="preserve">Ali (s.a.) is name of HELP of Allah Jalla Shanohu, even on Arsh Sultan e Naseer is </w:t>
      </w:r>
      <w:smartTag w:uri="urn:schemas:contacts" w:element="GivenName">
        <w:r>
          <w:t>Ali</w:t>
        </w:r>
      </w:smartTag>
      <w:r>
        <w:t xml:space="preserve"> (s.a.), for everyone everywhere in the Universe Helper is only </w:t>
      </w:r>
      <w:smartTag w:uri="urn:schemas:contacts" w:element="GivenName">
        <w:r>
          <w:t>Ali</w:t>
        </w:r>
      </w:smartTag>
      <w:r>
        <w:t xml:space="preserve"> (s.a.). Muqassir Mulla should now complain to Allah Qadir e Mutliq that at least on Arsh You should help Yourself, or at least remove the signboard of ‘Ya Ali Maddad’ from the Arsh.</w:t>
      </w:r>
    </w:p>
    <w:p w:rsidR="001137B5" w:rsidRDefault="001137B5" w:rsidP="001137B5">
      <w:pPr>
        <w:pStyle w:val="Heading4Center"/>
      </w:pPr>
      <w:r w:rsidRPr="00F76646">
        <w:t xml:space="preserve">65-Walayat e </w:t>
      </w:r>
      <w:smartTag w:uri="urn:schemas:contacts" w:element="GivenName">
        <w:r w:rsidRPr="00F76646">
          <w:t>Ali</w:t>
        </w:r>
      </w:smartTag>
      <w:r w:rsidRPr="00F76646">
        <w:t xml:space="preserve"> (s.a.) or Abundant Deeds?</w:t>
      </w:r>
    </w:p>
    <w:p w:rsidR="001137B5" w:rsidRPr="00D60B98" w:rsidRDefault="001137B5" w:rsidP="001137B5">
      <w:pPr>
        <w:pStyle w:val="libItalic"/>
      </w:pPr>
      <w:r w:rsidRPr="00D60B98">
        <w:t xml:space="preserve">Hazrat </w:t>
      </w:r>
      <w:smartTag w:uri="urn:schemas:contacts" w:element="Sn">
        <w:r w:rsidRPr="00D60B98">
          <w:t>Jabir</w:t>
        </w:r>
      </w:smartTag>
      <w:r w:rsidRPr="00D60B98">
        <w:t xml:space="preserve"> bin Abdullah narrated: I was sitting on one side of </w:t>
      </w:r>
      <w:smartTag w:uri="urn:schemas:contacts" w:element="GivenName">
        <w:r w:rsidRPr="00D60B98">
          <w:t>Nabi</w:t>
        </w:r>
      </w:smartTag>
      <w:r w:rsidRPr="00D60B98">
        <w:t xml:space="preserve"> </w:t>
      </w:r>
      <w:smartTag w:uri="urn:schemas:contacts" w:element="Sn">
        <w:r w:rsidRPr="00D60B98">
          <w:t>Akram</w:t>
        </w:r>
      </w:smartTag>
      <w:r w:rsidRPr="00D60B98">
        <w:t xml:space="preserve"> (s.a.w.a.w.) and </w:t>
      </w:r>
      <w:smartTag w:uri="urn:schemas-microsoft-com:office:smarttags" w:element="PersonName">
        <w:smartTag w:uri="urn:schemas:contacts" w:element="GivenName">
          <w:r w:rsidRPr="00D60B98">
            <w:t>Maola</w:t>
          </w:r>
        </w:smartTag>
        <w:r w:rsidRPr="00D60B98">
          <w:t xml:space="preserve"> </w:t>
        </w:r>
        <w:smartTag w:uri="urn:schemas:contacts" w:element="middlename">
          <w:r w:rsidRPr="00D60B98">
            <w:t>Ali</w:t>
          </w:r>
        </w:smartTag>
        <w:r w:rsidRPr="00D60B98">
          <w:t xml:space="preserve"> </w:t>
        </w:r>
        <w:smartTag w:uri="urn:schemas:contacts" w:element="middlename">
          <w:r w:rsidRPr="00D60B98">
            <w:t>Amirul</w:t>
          </w:r>
        </w:smartTag>
        <w:r w:rsidRPr="00D60B98">
          <w:t xml:space="preserve"> </w:t>
        </w:r>
        <w:smartTag w:uri="urn:schemas:contacts" w:element="Sn">
          <w:r w:rsidRPr="00D60B98">
            <w:t>Momineen</w:t>
          </w:r>
        </w:smartTag>
      </w:smartTag>
      <w:r w:rsidRPr="00D60B98">
        <w:t xml:space="preserve"> (s.a.) on the other side. Umar bin Khattab brought a person dragging by his neck. He (s.a.w.a.w.) asked: ‘What is his fault?’ He answered: ‘Ya Rasool Allah (s.a.w.a.w.)! He narrates from you that you have said: ‘Who says La </w:t>
      </w:r>
      <w:smartTag w:uri="urn:schemas-microsoft-com:office:smarttags" w:element="PersonName">
        <w:smartTag w:uri="urn:schemas:contacts" w:element="GivenName">
          <w:r w:rsidRPr="00D60B98">
            <w:t>Ilaha</w:t>
          </w:r>
        </w:smartTag>
        <w:r w:rsidRPr="00D60B98">
          <w:t xml:space="preserve"> </w:t>
        </w:r>
        <w:smartTag w:uri="urn:schemas:contacts" w:element="middlename">
          <w:r w:rsidRPr="00D60B98">
            <w:t>Illallaho</w:t>
          </w:r>
        </w:smartTag>
        <w:r w:rsidRPr="00D60B98">
          <w:t xml:space="preserve"> </w:t>
        </w:r>
        <w:smartTag w:uri="urn:schemas:contacts" w:element="middlename">
          <w:r w:rsidRPr="00D60B98">
            <w:t>Mohammadur</w:t>
          </w:r>
        </w:smartTag>
        <w:r w:rsidRPr="00D60B98">
          <w:t xml:space="preserve"> </w:t>
        </w:r>
        <w:smartTag w:uri="urn:schemas:contacts" w:element="Sn">
          <w:r w:rsidRPr="00D60B98">
            <w:t>Rasool</w:t>
          </w:r>
        </w:smartTag>
      </w:smartTag>
      <w:r w:rsidRPr="00D60B98">
        <w:t xml:space="preserve"> Allah, he will enter paradise’ and if people will hear this, then they will fall short in deeds. Ya Rasool Allah (s.a.w.a.w.) did you say it?’ Looking towards </w:t>
      </w:r>
      <w:smartTag w:uri="urn:schemas-microsoft-com:office:smarttags" w:element="PersonName">
        <w:smartTag w:uri="urn:schemas:contacts" w:element="GivenName">
          <w:r w:rsidRPr="00D60B98">
            <w:t>Maola</w:t>
          </w:r>
        </w:smartTag>
        <w:r w:rsidRPr="00D60B98">
          <w:t xml:space="preserve"> </w:t>
        </w:r>
        <w:smartTag w:uri="urn:schemas:contacts" w:element="Sn">
          <w:r w:rsidRPr="00D60B98">
            <w:t>Ali</w:t>
          </w:r>
        </w:smartTag>
      </w:smartTag>
      <w:r w:rsidRPr="00D60B98">
        <w:t xml:space="preserve"> (s.a.) Rasool Allah (s.a.w.a.w.) said: “Yes, but who will keep in touch with his (s.a.) love and Walayat.”</w:t>
      </w:r>
    </w:p>
    <w:p w:rsidR="001137B5" w:rsidRDefault="001137B5" w:rsidP="00AD7866">
      <w:pPr>
        <w:pStyle w:val="libNormal"/>
      </w:pPr>
      <w:r>
        <w:t>(</w:t>
      </w:r>
      <w:smartTag w:uri="urn:schemas-microsoft-com:office:smarttags" w:element="PersonName">
        <w:smartTag w:uri="urn:schemas:contacts" w:element="GivenName">
          <w:r>
            <w:t>Basharat</w:t>
          </w:r>
        </w:smartTag>
        <w:r>
          <w:t xml:space="preserve"> </w:t>
        </w:r>
        <w:smartTag w:uri="urn:schemas:contacts" w:element="Sn">
          <w:r>
            <w:t>al Mustafa</w:t>
          </w:r>
        </w:smartTag>
      </w:smartTag>
      <w:r>
        <w:t xml:space="preserve"> s.a.w.a.w., P 212) </w:t>
      </w:r>
    </w:p>
    <w:p w:rsidR="001137B5" w:rsidRDefault="001137B5" w:rsidP="00AD7866">
      <w:pPr>
        <w:pStyle w:val="libNormal"/>
      </w:pPr>
      <w:r>
        <w:t xml:space="preserve">Nowadays Nasibi Mulla is saying as well that people are running away from ‘Amal’ by telling </w:t>
      </w:r>
      <w:smartTag w:uri="urn:schemas:contacts" w:element="Sn">
        <w:r>
          <w:t>Faza’il</w:t>
        </w:r>
      </w:smartTag>
      <w:r>
        <w:t xml:space="preserve"> in Majalis, we should stress on Amaal.</w:t>
      </w:r>
    </w:p>
    <w:p w:rsidR="001137B5" w:rsidRDefault="001137B5" w:rsidP="001137B5">
      <w:pPr>
        <w:pStyle w:val="Heading4Center"/>
      </w:pPr>
      <w:r w:rsidRPr="00F76646">
        <w:t>66-Majlis e Mazloom (s.a.) in the Middle of Ibadat</w:t>
      </w:r>
    </w:p>
    <w:p w:rsidR="001137B5" w:rsidRDefault="001137B5" w:rsidP="00AD7866">
      <w:pPr>
        <w:pStyle w:val="libNormal"/>
      </w:pPr>
      <w:r w:rsidRPr="00067863">
        <w:t xml:space="preserve">Imam </w:t>
      </w:r>
      <w:smartTag w:uri="urn:schemas:contacts" w:element="GivenName">
        <w:r w:rsidRPr="00067863">
          <w:t>Mohammad</w:t>
        </w:r>
      </w:smartTag>
      <w:r w:rsidRPr="00067863">
        <w:t xml:space="preserve"> </w:t>
      </w:r>
      <w:smartTag w:uri="urn:schemas:contacts" w:element="Sn">
        <w:r w:rsidRPr="00067863">
          <w:t>Baqir</w:t>
        </w:r>
      </w:smartTag>
      <w:r w:rsidRPr="00067863">
        <w:t xml:space="preserve"> (s.a.) advised (will) to spend eight hundred Dirhams to arrange Matam gathering on his martyrdom. In addition he advised to arrange Matam gathering for ten years during Hajj</w:t>
      </w:r>
      <w:r>
        <w:t>.</w:t>
      </w:r>
    </w:p>
    <w:p w:rsidR="001137B5" w:rsidRDefault="001137B5" w:rsidP="00AD7866">
      <w:pPr>
        <w:pStyle w:val="libNormal"/>
      </w:pPr>
      <w:r>
        <w:t>(Mun La Yahzorul Faqeh, V 1, P 131)</w:t>
      </w:r>
    </w:p>
    <w:p w:rsidR="001137B5" w:rsidRDefault="001137B5" w:rsidP="00AD7866">
      <w:pPr>
        <w:pStyle w:val="libNormal"/>
      </w:pPr>
      <w:r>
        <w:t xml:space="preserve">Hajj is that international congregational Ibadat which is the secret of splendour of Islam. If someone does not go for Hajj purposely but spends countless money in the way of Allah, it will be useless. Exactly in the middle of such great Ibadat, it is advised to mention Faza’il &amp; Masa’ib of </w:t>
      </w:r>
      <w:smartTag w:uri="urn:schemas:contacts" w:element="GivenName">
        <w:r>
          <w:t>Mohammad</w:t>
        </w:r>
      </w:smartTag>
      <w:r>
        <w:t xml:space="preserve"> o Aal e </w:t>
      </w:r>
      <w:smartTag w:uri="urn:schemas:contacts" w:element="GivenName">
        <w:r>
          <w:t>Mohammad</w:t>
        </w:r>
      </w:smartTag>
      <w:r>
        <w:t xml:space="preserve"> (s.a.a.) at </w:t>
      </w:r>
      <w:smartTag w:uri="urn:schemas:contacts" w:element="Sn">
        <w:r>
          <w:t>Arafat</w:t>
        </w:r>
      </w:smartTag>
      <w:r>
        <w:t>. Hajj is an international Ibadat, by placing Majlis &amp; Matam in it, it is made clear that Majlis &amp; Matam is not a local tradition of any country or culture, or it has nothing to do with the basics of Islam. It also proves that any Ibadat, big or small, is accepted only with Zikr of Masomeen (s.a.a.).</w:t>
      </w:r>
    </w:p>
    <w:p w:rsidR="001137B5" w:rsidRDefault="001137B5" w:rsidP="001137B5">
      <w:pPr>
        <w:pStyle w:val="Heading4Center"/>
      </w:pPr>
      <w:r w:rsidRPr="00F76646">
        <w:t>67-Who is Masjood e Malaika?</w:t>
      </w:r>
    </w:p>
    <w:p w:rsidR="001137B5" w:rsidRDefault="001137B5" w:rsidP="001137B5">
      <w:pPr>
        <w:pStyle w:val="libItalic"/>
      </w:pPr>
      <w:r w:rsidRPr="00A66F70">
        <w:t xml:space="preserve">Rasool Allah (s.a.w.a.w.) said: “Allah </w:t>
      </w:r>
      <w:smartTag w:uri="urn:schemas:contacts" w:element="Sn">
        <w:r w:rsidRPr="00A66F70">
          <w:t>Ta’ala</w:t>
        </w:r>
      </w:smartTag>
      <w:r w:rsidRPr="00A66F70">
        <w:t xml:space="preserve"> first of all separated us from His Noor, and we used to do His Tamjeed. [Someone asked Masoom (s.a.): </w:t>
      </w:r>
      <w:r>
        <w:t>What is your relation with Allah</w:t>
      </w:r>
      <w:r w:rsidRPr="00A66F70">
        <w:t xml:space="preserve"> </w:t>
      </w:r>
      <w:smartTag w:uri="urn:schemas:contacts" w:element="Sn">
        <w:r w:rsidRPr="00A66F70">
          <w:t>Ta’ala</w:t>
        </w:r>
      </w:smartTag>
      <w:r w:rsidRPr="00A66F70">
        <w:t xml:space="preserve">? He said: Like relation of </w:t>
      </w:r>
      <w:r w:rsidRPr="00A66F70">
        <w:lastRenderedPageBreak/>
        <w:t xml:space="preserve">Sun to its </w:t>
      </w:r>
      <w:smartTag w:uri="urn:schemas:contacts" w:element="GivenName">
        <w:r w:rsidRPr="00A66F70">
          <w:t>Ray</w:t>
        </w:r>
      </w:smartTag>
      <w:r w:rsidRPr="00A66F70">
        <w:t xml:space="preserve">.] Then Allah </w:t>
      </w:r>
      <w:smartTag w:uri="urn:schemas-microsoft-com:office:smarttags" w:element="PersonName">
        <w:smartTag w:uri="urn:schemas:contacts" w:element="GivenName">
          <w:r w:rsidRPr="00A66F70">
            <w:t>Jalla</w:t>
          </w:r>
        </w:smartTag>
        <w:r w:rsidRPr="00A66F70">
          <w:t xml:space="preserve"> </w:t>
        </w:r>
        <w:smartTag w:uri="urn:schemas:contacts" w:element="Sn">
          <w:r w:rsidRPr="00A66F70">
            <w:t>Shanohu</w:t>
          </w:r>
        </w:smartTag>
      </w:smartTag>
      <w:r w:rsidRPr="00A66F70">
        <w:t xml:space="preserve"> created the </w:t>
      </w:r>
      <w:smartTag w:uri="urn:schemas:contacts" w:element="Sn">
        <w:r w:rsidRPr="00A66F70">
          <w:t>Angels</w:t>
        </w:r>
      </w:smartTag>
      <w:r w:rsidRPr="00A66F70">
        <w:t xml:space="preserve">. When </w:t>
      </w:r>
      <w:smartTag w:uri="urn:schemas:contacts" w:element="Sn">
        <w:r w:rsidRPr="00A66F70">
          <w:t>Angels</w:t>
        </w:r>
      </w:smartTag>
      <w:r w:rsidRPr="00A66F70">
        <w:t xml:space="preserve"> saw our spirits in the form of Noor, they thought us the Greatest of all, then we said ‘Subhan Allah’, so by listening our </w:t>
      </w:r>
      <w:smartTag w:uri="urn:schemas-microsoft-com:office:smarttags" w:element="PersonName">
        <w:smartTag w:uri="urn:schemas:contacts" w:element="GivenName">
          <w:r w:rsidRPr="00A66F70">
            <w:t>Tasbeeh</w:t>
          </w:r>
        </w:smartTag>
        <w:r w:rsidRPr="00A66F70">
          <w:t xml:space="preserve"> </w:t>
        </w:r>
        <w:smartTag w:uri="urn:schemas:contacts" w:element="Sn">
          <w:r w:rsidRPr="00A66F70">
            <w:t>Angels</w:t>
          </w:r>
        </w:smartTag>
      </w:smartTag>
      <w:r w:rsidRPr="00A66F70">
        <w:t xml:space="preserve"> started Tasbeeh. Similarly again when </w:t>
      </w:r>
      <w:smartTag w:uri="urn:schemas:contacts" w:element="Sn">
        <w:r w:rsidRPr="00A66F70">
          <w:t>Angels</w:t>
        </w:r>
      </w:smartTag>
      <w:r w:rsidRPr="00A66F70">
        <w:t xml:space="preserve"> saw our highness and splendour, we said ‘La Ilaha illa Allah’, on hearing this </w:t>
      </w:r>
      <w:smartTag w:uri="urn:schemas:contacts" w:element="Sn">
        <w:r w:rsidRPr="00A66F70">
          <w:t>Angels</w:t>
        </w:r>
      </w:smartTag>
      <w:r w:rsidRPr="00A66F70">
        <w:t xml:space="preserve"> started Tehleel. Then </w:t>
      </w:r>
      <w:smartTag w:uri="urn:schemas:contacts" w:element="Sn">
        <w:r w:rsidRPr="00A66F70">
          <w:t>Angels</w:t>
        </w:r>
      </w:smartTag>
      <w:r w:rsidRPr="00A66F70">
        <w:t xml:space="preserve"> saw our high status, then we said ‘</w:t>
      </w:r>
      <w:smartTag w:uri="urn:schemas-microsoft-com:office:smarttags" w:element="PersonName">
        <w:smartTag w:uri="urn:schemas:contacts" w:element="GivenName">
          <w:r w:rsidRPr="00A66F70">
            <w:t>Allaho</w:t>
          </w:r>
        </w:smartTag>
        <w:r w:rsidRPr="00A66F70">
          <w:t xml:space="preserve"> </w:t>
        </w:r>
        <w:smartTag w:uri="urn:schemas:contacts" w:element="Sn">
          <w:r w:rsidRPr="00A66F70">
            <w:t>Akbar</w:t>
          </w:r>
        </w:smartTag>
      </w:smartTag>
      <w:r w:rsidRPr="00A66F70">
        <w:t xml:space="preserve">’, on hearing this </w:t>
      </w:r>
      <w:smartTag w:uri="urn:schemas:contacts" w:element="Sn">
        <w:r w:rsidRPr="00A66F70">
          <w:t>Angels</w:t>
        </w:r>
      </w:smartTag>
      <w:r w:rsidRPr="00A66F70">
        <w:t xml:space="preserve"> started saying Takbeer. Then </w:t>
      </w:r>
      <w:smartTag w:uri="urn:schemas:contacts" w:element="Sn">
        <w:r w:rsidRPr="00A66F70">
          <w:t>Angels</w:t>
        </w:r>
      </w:smartTag>
      <w:r w:rsidRPr="00A66F70">
        <w:t xml:space="preserve"> saw our honour </w:t>
      </w:r>
    </w:p>
    <w:p w:rsidR="001137B5" w:rsidRPr="00A66F70" w:rsidRDefault="001137B5" w:rsidP="001137B5">
      <w:pPr>
        <w:pStyle w:val="libItalic"/>
      </w:pPr>
      <w:r w:rsidRPr="00A66F70">
        <w:t xml:space="preserve">and power, then we said ‘La howla wa la quwata illa Billah hil </w:t>
      </w:r>
      <w:smartTag w:uri="urn:schemas-microsoft-com:office:smarttags" w:element="PersonName">
        <w:smartTag w:uri="urn:schemas:contacts" w:element="GivenName">
          <w:r w:rsidRPr="00A66F70">
            <w:t>Aliul</w:t>
          </w:r>
        </w:smartTag>
        <w:r w:rsidRPr="00A66F70">
          <w:t xml:space="preserve"> </w:t>
        </w:r>
        <w:smartTag w:uri="urn:schemas:contacts" w:element="Sn">
          <w:r w:rsidRPr="00A66F70">
            <w:t>Azeem</w:t>
          </w:r>
        </w:smartTag>
      </w:smartTag>
      <w:r w:rsidRPr="00A66F70">
        <w:t xml:space="preserve">’. Again when </w:t>
      </w:r>
      <w:smartTag w:uri="urn:schemas:contacts" w:element="Sn">
        <w:r w:rsidRPr="00A66F70">
          <w:t>Angels</w:t>
        </w:r>
      </w:smartTag>
      <w:r w:rsidRPr="00A66F70">
        <w:t xml:space="preserve"> observed the Favours of Allah on us, and Obligation of our obedience then we said ‘</w:t>
      </w:r>
      <w:smartTag w:uri="urn:schemas-microsoft-com:office:smarttags" w:element="PersonName">
        <w:smartTag w:uri="urn:schemas:contacts" w:element="GivenName">
          <w:r w:rsidRPr="00A66F70">
            <w:t>Al</w:t>
          </w:r>
        </w:smartTag>
        <w:r w:rsidRPr="00A66F70">
          <w:t xml:space="preserve"> </w:t>
        </w:r>
        <w:smartTag w:uri="urn:schemas:contacts" w:element="middlename">
          <w:r w:rsidRPr="00A66F70">
            <w:t>Hamdo</w:t>
          </w:r>
        </w:smartTag>
        <w:r w:rsidRPr="00A66F70">
          <w:t xml:space="preserve"> </w:t>
        </w:r>
        <w:smartTag w:uri="urn:schemas:contacts" w:element="Sn">
          <w:r w:rsidRPr="00A66F70">
            <w:t>Lillah</w:t>
          </w:r>
        </w:smartTag>
      </w:smartTag>
      <w:r w:rsidRPr="00A66F70">
        <w:t xml:space="preserve">’. Only due to us </w:t>
      </w:r>
      <w:smartTag w:uri="urn:schemas:contacts" w:element="Sn">
        <w:r w:rsidRPr="00A66F70">
          <w:t>Angels</w:t>
        </w:r>
      </w:smartTag>
      <w:r w:rsidRPr="00A66F70">
        <w:t xml:space="preserve"> got Marifat of Tauheed e Ilahi, and through us they came to know Tasbeeh, Tehleel, Tehmeed, and Tamjeed. Then Allah created </w:t>
      </w:r>
      <w:smartTag w:uri="urn:schemas:contacts" w:element="GivenName">
        <w:r w:rsidRPr="00A66F70">
          <w:t>Adam</w:t>
        </w:r>
      </w:smartTag>
      <w:r w:rsidRPr="00A66F70">
        <w:t xml:space="preserve"> (a.s.), and we honoured the Sulb of </w:t>
      </w:r>
      <w:smartTag w:uri="urn:schemas:contacts" w:element="GivenName">
        <w:r w:rsidRPr="00A66F70">
          <w:t>Adam</w:t>
        </w:r>
      </w:smartTag>
      <w:r w:rsidRPr="00A66F70">
        <w:t xml:space="preserve"> (a.s.). And only for the sake of our respect &amp; honour </w:t>
      </w:r>
      <w:smartTag w:uri="urn:schemas:contacts" w:element="Sn">
        <w:r w:rsidRPr="00A66F70">
          <w:t>Angels</w:t>
        </w:r>
      </w:smartTag>
      <w:r w:rsidRPr="00A66F70">
        <w:t xml:space="preserve"> were commanded to do Sajdah to </w:t>
      </w:r>
      <w:smartTag w:uri="urn:schemas:contacts" w:element="GivenName">
        <w:r w:rsidRPr="00A66F70">
          <w:t>Adam</w:t>
        </w:r>
      </w:smartTag>
      <w:r w:rsidRPr="00A66F70">
        <w:t xml:space="preserve"> (a.s.). And this Sajdah of </w:t>
      </w:r>
      <w:smartTag w:uri="urn:schemas:contacts" w:element="Sn">
        <w:r w:rsidRPr="00A66F70">
          <w:t>Angels</w:t>
        </w:r>
      </w:smartTag>
      <w:r w:rsidRPr="00A66F70">
        <w:t xml:space="preserve"> was for the worship of Allah </w:t>
      </w:r>
      <w:smartTag w:uri="urn:schemas-microsoft-com:office:smarttags" w:element="PersonName">
        <w:smartTag w:uri="urn:schemas:contacts" w:element="GivenName">
          <w:r w:rsidRPr="00A66F70">
            <w:t>Jalla</w:t>
          </w:r>
        </w:smartTag>
        <w:r w:rsidRPr="00A66F70">
          <w:t xml:space="preserve"> </w:t>
        </w:r>
        <w:smartTag w:uri="urn:schemas:contacts" w:element="Sn">
          <w:r w:rsidRPr="00A66F70">
            <w:t>Shanohu</w:t>
          </w:r>
        </w:smartTag>
      </w:smartTag>
      <w:r w:rsidRPr="00A66F70">
        <w:t xml:space="preserve"> and to honour &amp; respect </w:t>
      </w:r>
      <w:smartTag w:uri="urn:schemas:contacts" w:element="GivenName">
        <w:r w:rsidRPr="00A66F70">
          <w:t>Adam</w:t>
        </w:r>
      </w:smartTag>
      <w:r w:rsidRPr="00A66F70">
        <w:t xml:space="preserve"> (a.s.), because we were in his Sulb.”</w:t>
      </w:r>
    </w:p>
    <w:p w:rsidR="001137B5" w:rsidRDefault="001137B5" w:rsidP="00AD7866">
      <w:pPr>
        <w:pStyle w:val="libNormal"/>
      </w:pPr>
      <w:r>
        <w:t>(Alul al-Shrai, V 1, P 6, Uyoon e Akhbar e Raza s.a., V 1, P 458)</w:t>
      </w:r>
    </w:p>
    <w:p w:rsidR="001137B5" w:rsidRDefault="001137B5" w:rsidP="00AD7866">
      <w:pPr>
        <w:pStyle w:val="libNormal"/>
      </w:pPr>
      <w:r>
        <w:t xml:space="preserve">Mohammad o Aal e </w:t>
      </w:r>
      <w:smartTag w:uri="urn:schemas:contacts" w:element="GivenName">
        <w:r>
          <w:t>Mohammad</w:t>
        </w:r>
      </w:smartTag>
      <w:r>
        <w:t xml:space="preserve"> (s.a.a.) gave lesson of Tauheed to all Aalameen. When their Noor came in the forehead of </w:t>
      </w:r>
      <w:smartTag w:uri="urn:schemas:contacts" w:element="GivenName">
        <w:r>
          <w:t>Adam</w:t>
        </w:r>
      </w:smartTag>
      <w:r>
        <w:t xml:space="preserve"> (a.s.), </w:t>
      </w:r>
      <w:smartTag w:uri="urn:schemas:contacts" w:element="GivenName">
        <w:r>
          <w:t>Adam</w:t>
        </w:r>
      </w:smartTag>
      <w:r>
        <w:t xml:space="preserve"> (a.s.) became Masjood-e-Malaika. Then Allah sent down Noor of His Beloved Ali (s.a.) in </w:t>
      </w:r>
      <w:smartTag w:uri="urn:schemas:contacts" w:element="Sn">
        <w:r>
          <w:t>Ka’ba</w:t>
        </w:r>
      </w:smartTag>
      <w:r>
        <w:t xml:space="preserve"> and made it Masjood-e-Khalaiq.</w:t>
      </w:r>
    </w:p>
    <w:p w:rsidR="00BE2EC5" w:rsidRDefault="001137B5" w:rsidP="00AD7866">
      <w:pPr>
        <w:pStyle w:val="libNormal"/>
      </w:pPr>
      <w:r>
        <w:t xml:space="preserve">No one can get real Marifat of </w:t>
      </w:r>
      <w:smartTag w:uri="urn:schemas:contacts" w:element="GivenName">
        <w:r>
          <w:t>Mohammad</w:t>
        </w:r>
      </w:smartTag>
      <w:r>
        <w:t xml:space="preserve"> o Aal e </w:t>
      </w:r>
      <w:smartTag w:uri="urn:schemas:contacts" w:element="GivenName">
        <w:r>
          <w:t>Mohammad</w:t>
        </w:r>
      </w:smartTag>
      <w:r>
        <w:t xml:space="preserve"> (s.a.a.) except Allah. </w:t>
      </w:r>
      <w:smartTag w:uri="urn:schemas:contacts" w:element="Sn">
        <w:r>
          <w:t>Angels</w:t>
        </w:r>
      </w:smartTag>
      <w:r>
        <w:t xml:space="preserve"> learned Tauheed and Ibadaat from them. When after long time, Rasool Allah (s.a.w.a.w.) went to </w:t>
      </w:r>
      <w:smartTag w:uri="urn:schemas:contacts" w:element="Sn">
        <w:r>
          <w:t>Mai’raj</w:t>
        </w:r>
      </w:smartTag>
      <w:r>
        <w:t xml:space="preserve">, then these infallible Angels of Allah fell in Sajdah on every Sky thinking that he (s.a.w.a.w.) was Noor of Allah, and Jibraeel (a.s.) had to introduce him (s.a.w.a.w.). If infallible </w:t>
      </w:r>
      <w:smartTag w:uri="urn:schemas:contacts" w:element="Sn">
        <w:r>
          <w:t>Angels</w:t>
        </w:r>
      </w:smartTag>
      <w:r>
        <w:t xml:space="preserve"> doubt about Masomeen (s.a.a.), they doubt them Allah. Or </w:t>
      </w:r>
      <w:smartTag w:uri="urn:schemas:contacts" w:element="Sn">
        <w:r>
          <w:t>Angels</w:t>
        </w:r>
      </w:smartTag>
      <w:r>
        <w:t xml:space="preserve"> might have recognised that it is the same Noor which was in the forehead of </w:t>
      </w:r>
      <w:smartTag w:uri="urn:schemas:contacts" w:element="GivenName">
        <w:r>
          <w:t>Adam</w:t>
        </w:r>
      </w:smartTag>
      <w:r>
        <w:t xml:space="preserve"> (a.s.) and Allah commanded them to do Sajdah. But definitely Najis Muqassir Mulla can not even understand the status of the animals kept by Aal e </w:t>
      </w:r>
      <w:smartTag w:uri="urn:schemas:contacts" w:element="GivenName">
        <w:r>
          <w:t>Mohammad</w:t>
        </w:r>
      </w:smartTag>
      <w:r>
        <w:t xml:space="preserve"> (s.a.a.).</w:t>
      </w:r>
    </w:p>
    <w:p w:rsidR="001137B5" w:rsidRDefault="001137B5" w:rsidP="001137B5">
      <w:pPr>
        <w:pStyle w:val="Heading4Center"/>
      </w:pPr>
      <w:r w:rsidRPr="00F76646">
        <w:t>68-Ziyarat e Imam (s.a.) equal to Lakh Hajj</w:t>
      </w:r>
    </w:p>
    <w:p w:rsidR="001137B5" w:rsidRPr="006D6015" w:rsidRDefault="001137B5" w:rsidP="001137B5">
      <w:pPr>
        <w:pStyle w:val="libItalic"/>
      </w:pPr>
      <w:r w:rsidRPr="006D6015">
        <w:t xml:space="preserve">Ahmad bin </w:t>
      </w:r>
      <w:smartTag w:uri="urn:schemas:contacts" w:element="GivenName">
        <w:r w:rsidRPr="006D6015">
          <w:t>Abi</w:t>
        </w:r>
      </w:smartTag>
      <w:r w:rsidRPr="006D6015">
        <w:t xml:space="preserve"> </w:t>
      </w:r>
      <w:smartTag w:uri="urn:schemas:contacts" w:element="Sn">
        <w:r w:rsidRPr="006D6015">
          <w:t>Nasr</w:t>
        </w:r>
      </w:smartTag>
      <w:r w:rsidRPr="006D6015">
        <w:t xml:space="preserve"> read one sentence from a letter of </w:t>
      </w:r>
      <w:smartTag w:uri="urn:schemas-microsoft-com:office:smarttags" w:element="PersonName">
        <w:r w:rsidRPr="006D6015">
          <w:t xml:space="preserve">Imam </w:t>
        </w:r>
        <w:smartTag w:uri="urn:schemas:contacts" w:element="GivenName">
          <w:r w:rsidRPr="006D6015">
            <w:t>Ali</w:t>
          </w:r>
        </w:smartTag>
        <w:r w:rsidRPr="006D6015">
          <w:t xml:space="preserve"> </w:t>
        </w:r>
        <w:smartTag w:uri="urn:schemas:contacts" w:element="Sn">
          <w:r w:rsidRPr="006D6015">
            <w:t>Raza</w:t>
          </w:r>
        </w:smartTag>
      </w:smartTag>
      <w:r w:rsidRPr="006D6015">
        <w:t xml:space="preserve"> (s.a.): “Convey this message to our Shias that my Ziyarat is equal to one thousand Hajj near Allah.”</w:t>
      </w:r>
    </w:p>
    <w:p w:rsidR="001137B5" w:rsidRDefault="001137B5" w:rsidP="00AD7866">
      <w:pPr>
        <w:pStyle w:val="libNormal"/>
      </w:pPr>
      <w:smartTag w:uri="urn:schemas:contacts" w:element="GivenName">
        <w:r w:rsidRPr="006D6015">
          <w:t>Ahmad</w:t>
        </w:r>
      </w:smartTag>
      <w:r w:rsidRPr="006D6015">
        <w:t xml:space="preserve"> bin </w:t>
      </w:r>
      <w:smartTag w:uri="urn:schemas:contacts" w:element="GivenName">
        <w:r w:rsidRPr="006D6015">
          <w:t>Abi</w:t>
        </w:r>
      </w:smartTag>
      <w:r w:rsidRPr="006D6015">
        <w:t xml:space="preserve"> </w:t>
      </w:r>
      <w:smartTag w:uri="urn:schemas:contacts" w:element="Sn">
        <w:r w:rsidRPr="006D6015">
          <w:t>Nasr</w:t>
        </w:r>
      </w:smartTag>
      <w:r w:rsidRPr="006D6015">
        <w:t xml:space="preserve"> asked </w:t>
      </w:r>
      <w:smartTag w:uri="urn:schemas-microsoft-com:office:smarttags" w:element="PersonName">
        <w:r w:rsidRPr="006D6015">
          <w:t xml:space="preserve">Imam </w:t>
        </w:r>
        <w:smartTag w:uri="urn:schemas:contacts" w:element="GivenName">
          <w:r w:rsidRPr="006D6015">
            <w:t>Mohammad</w:t>
          </w:r>
        </w:smartTag>
        <w:r w:rsidRPr="006D6015">
          <w:t xml:space="preserve"> </w:t>
        </w:r>
        <w:smartTag w:uri="urn:schemas:contacts" w:element="Sn">
          <w:r w:rsidRPr="006D6015">
            <w:t>Taqi</w:t>
          </w:r>
        </w:smartTag>
      </w:smartTag>
      <w:r w:rsidRPr="006D6015">
        <w:t xml:space="preserve"> (s.a.): ‘Maola! One thousand Hajj?’ Imam (s.a.) said: “I swear by Allah, if one does Ziyarat with the Marifat of his Haqq, then there is reward of one hundred thousand Hajj for him.”</w:t>
      </w:r>
    </w:p>
    <w:p w:rsidR="001137B5" w:rsidRDefault="001137B5" w:rsidP="00AD7866">
      <w:pPr>
        <w:pStyle w:val="libNormal"/>
      </w:pPr>
      <w:r>
        <w:t xml:space="preserve">(Uyoon e Akhbar e Raza s.a., V 2, P 553) </w:t>
      </w:r>
    </w:p>
    <w:p w:rsidR="00BE2EC5" w:rsidRDefault="001137B5" w:rsidP="00AD7866">
      <w:pPr>
        <w:pStyle w:val="libNormal"/>
      </w:pPr>
      <w:r>
        <w:t>Ziyarat of Masoom (s.a.) is equal to hundreds of thousands of Hajj. Similarly that Namaaz in which Zikr of Masoom (s.a.) is done, is superior to hundred thousand Namaaz.</w:t>
      </w:r>
    </w:p>
    <w:p w:rsidR="001137B5" w:rsidRDefault="001137B5" w:rsidP="001137B5">
      <w:pPr>
        <w:pStyle w:val="Heading4Center"/>
      </w:pPr>
      <w:r w:rsidRPr="00F76646">
        <w:t>69-Marifat e Imam (s.a.)</w:t>
      </w:r>
    </w:p>
    <w:p w:rsidR="001137B5" w:rsidRDefault="001137B5" w:rsidP="001137B5">
      <w:pPr>
        <w:pStyle w:val="libItalic"/>
      </w:pPr>
      <w:r w:rsidRPr="00741843">
        <w:t xml:space="preserve">Few sentences from the sermon of Wali e Mutliq, Amirul Momineen (s.a.): “My Marifat e Norani is Marifat of Allah, and Marifat of Allah is my </w:t>
      </w:r>
      <w:r w:rsidRPr="00741843">
        <w:lastRenderedPageBreak/>
        <w:t>Marifat, and this is the Pure Deen...........The saying of Allah ‘Establish Namaaz’ means my Walayat............Momin is that before anything from our Amr comes to him, Allah e</w:t>
      </w:r>
      <w:r>
        <w:t>xpands his chest to accept that</w:t>
      </w:r>
      <w:r w:rsidRPr="00741843">
        <w:t xml:space="preserve">, and he does not doubt in it. And who said ‘Why and How’, he became Kafir. Thus just accept Amr of Allah that we are Amr of Allah............Saying of Allah ‘Ask help from Sabr and Salaat’, so Sabr (Patience) is Mohammad (s.a.w.a.w.) and Salaat (Namaaz) means my Walayat............Our birth and progeny is not by abdomens, and nothing can be thought like people for us............In fact we are that Noor of Allah, which does not decline or change. Every one who was sent down (Prophets) got honour due to us. You do not say ‘Allah’ to us, then say whatever you want about us............Destruction is for him who denies what I said............In spite of all these Faza’il, </w:t>
      </w:r>
    </w:p>
    <w:p w:rsidR="001137B5" w:rsidRPr="00741843" w:rsidRDefault="001137B5" w:rsidP="001137B5">
      <w:pPr>
        <w:pStyle w:val="libItalic"/>
      </w:pPr>
      <w:r w:rsidRPr="00741843">
        <w:t xml:space="preserve">we eat and drink, walk in Bazaars, this all we do due to order of our Rabb............ I am that who has the keys of Ghaib............I am that Book in which there is no doubt al all (i.e. Quran e Natiq), I am that Asma al-Husna of Allah, about which Allah has ordered to supplicate with that............I am Namaaz, Fast, Zakaat, Hajj, and Jihad of Momineen............I am Ism e Azam, there is no similitude for that............I am that whose Walayat was denied by one thousand nations, and I will reappear in the last era............I am Mohammad Mustafa (s.a.w.a.w.) and I am Ali Murtaza (s.a.), as Rasool Allah (s.a.w.a.w.) said: Ali (s.a.) appeared from me, I am </w:t>
      </w:r>
      <w:r>
        <w:t>praise by Roohul Quds, I am on whom</w:t>
      </w:r>
      <w:r w:rsidRPr="00741843">
        <w:t xml:space="preserve"> no na</w:t>
      </w:r>
      <w:r>
        <w:t xml:space="preserve">me or similitude can apply </w:t>
      </w:r>
      <w:r w:rsidRPr="00741843">
        <w:t xml:space="preserve">............I am Malik of Namaaz............Tooba (good news) is for the people of my Walayat who accept these Faza’il for me............I am that Kalimatullah with which all the affairs are completed............I see hypocrites who say that Ali (s.a.) has declared proof for his Lordship. Beware! Only testify that which can be asked when needed. Certainly Ali (s.a.) is a Noor Creation, and is an Abd getting sustenance (from Allah), who will </w:t>
      </w:r>
      <w:r>
        <w:t xml:space="preserve">say </w:t>
      </w:r>
      <w:r w:rsidRPr="00741843">
        <w:t>contrary to it, then curse of Allah and curse of cursing ones on him............Jabir asked: Ya Amirul Momineen (s.a.), are you alone like this? Maola (s.a.) said: ‘Add thirteen names in it and include me in them.’</w:t>
      </w:r>
    </w:p>
    <w:p w:rsidR="001137B5" w:rsidRDefault="001137B5" w:rsidP="00AD7866">
      <w:pPr>
        <w:pStyle w:val="libNormal"/>
      </w:pPr>
      <w:r>
        <w:t xml:space="preserve">(Nehjul Israr, V 1, P 82, Bahrul Ma’arif) </w:t>
      </w:r>
    </w:p>
    <w:p w:rsidR="001137B5" w:rsidRDefault="001137B5" w:rsidP="001137B5">
      <w:pPr>
        <w:pStyle w:val="Heading4Center"/>
      </w:pPr>
      <w:r w:rsidRPr="00F76646">
        <w:t xml:space="preserve">70-Tauheed e Ilahi: </w:t>
      </w:r>
      <w:smartTag w:uri="urn:schemas:contacts" w:element="GivenName">
        <w:r w:rsidRPr="00F76646">
          <w:t>Ali</w:t>
        </w:r>
      </w:smartTag>
      <w:r w:rsidRPr="00F76646">
        <w:t xml:space="preserve"> (s.a.)</w:t>
      </w:r>
    </w:p>
    <w:p w:rsidR="001137B5" w:rsidRDefault="001137B5" w:rsidP="001137B5">
      <w:pPr>
        <w:pStyle w:val="libItalic"/>
      </w:pPr>
      <w:r w:rsidRPr="0056630A">
        <w:t xml:space="preserve">Rasool Allah (s.a.w.a.w.) said: “Ya </w:t>
      </w:r>
      <w:smartTag w:uri="urn:schemas:contacts" w:element="GivenName">
        <w:r w:rsidRPr="0056630A">
          <w:t>Ali</w:t>
        </w:r>
      </w:smartTag>
      <w:r w:rsidRPr="0056630A">
        <w:t xml:space="preserve"> (s.a.)! Your similitude is Sura ‘</w:t>
      </w:r>
      <w:smartTag w:uri="urn:schemas-microsoft-com:office:smarttags" w:element="PersonName">
        <w:smartTag w:uri="urn:schemas:contacts" w:element="GivenName">
          <w:r w:rsidRPr="0056630A">
            <w:t>Qul</w:t>
          </w:r>
        </w:smartTag>
        <w:r w:rsidRPr="0056630A">
          <w:t xml:space="preserve"> </w:t>
        </w:r>
        <w:smartTag w:uri="urn:schemas:contacts" w:element="Sn">
          <w:r w:rsidRPr="0056630A">
            <w:t>Howa</w:t>
          </w:r>
        </w:smartTag>
      </w:smartTag>
      <w:r w:rsidRPr="0056630A">
        <w:t xml:space="preserve"> Allah’ in my Ummah. So who loved you with heart, it is as he read one third Quran, who loved you with heart and helped you with tongue, it is as he read two third Quran, and who loved you with heart and helped you with tongue and helped you with hand, it is as he read full Quran.</w:t>
      </w:r>
    </w:p>
    <w:p w:rsidR="001137B5" w:rsidRPr="0056630A" w:rsidRDefault="001137B5" w:rsidP="001137B5">
      <w:pPr>
        <w:pStyle w:val="libItalic"/>
      </w:pPr>
      <w:r w:rsidRPr="0056630A">
        <w:t xml:space="preserve">Rasool Allah (s.a.w.a.w.) said: On the day of Khandaq one stroke (Zarbat) of </w:t>
      </w:r>
      <w:smartTag w:uri="urn:schemas:contacts" w:element="GivenName">
        <w:r w:rsidRPr="0056630A">
          <w:t>Ali</w:t>
        </w:r>
      </w:smartTag>
      <w:r w:rsidRPr="0056630A">
        <w:t xml:space="preserve"> is superior to Ibadaat of all Jinns and Humans. And said: Whole (Complete) Emaan is going to compete with Whole Kufr.</w:t>
      </w:r>
    </w:p>
    <w:p w:rsidR="001137B5" w:rsidRDefault="001137B5" w:rsidP="00AD7866">
      <w:pPr>
        <w:pStyle w:val="libNormal"/>
      </w:pPr>
      <w:r>
        <w:t>(Nehjul Israr, V 2, P 400)</w:t>
      </w:r>
    </w:p>
    <w:p w:rsidR="001137B5" w:rsidRDefault="001137B5" w:rsidP="00AD7866">
      <w:pPr>
        <w:pStyle w:val="libNormal"/>
      </w:pPr>
      <w:r>
        <w:t xml:space="preserve">Ali (s.a.) is Sura Tauheed, Whole Emaan, Complete Islam, All Deen near Allah Ta’ala. Who argues about </w:t>
      </w:r>
      <w:smartTag w:uri="urn:schemas:contacts" w:element="Sn">
        <w:r>
          <w:t>Faza’il</w:t>
        </w:r>
      </w:smartTag>
      <w:r>
        <w:t xml:space="preserve"> e </w:t>
      </w:r>
      <w:smartTag w:uri="urn:schemas:contacts" w:element="GivenName">
        <w:r>
          <w:t>Ali</w:t>
        </w:r>
      </w:smartTag>
      <w:r>
        <w:t xml:space="preserve"> (s.a.), he is like Whole Kufr.</w:t>
      </w:r>
    </w:p>
    <w:p w:rsidR="001137B5" w:rsidRDefault="001137B5" w:rsidP="001137B5">
      <w:pPr>
        <w:pStyle w:val="Heading4Center"/>
      </w:pPr>
      <w:r w:rsidRPr="00F76646">
        <w:t>71-Action of Hujjatullah (s.a.) becomes Deen</w:t>
      </w:r>
    </w:p>
    <w:p w:rsidR="001137B5" w:rsidRPr="00976C72" w:rsidRDefault="001137B5" w:rsidP="001137B5">
      <w:pPr>
        <w:pStyle w:val="libItalic"/>
      </w:pPr>
      <w:r w:rsidRPr="00976C72">
        <w:lastRenderedPageBreak/>
        <w:t>Imam Ali Raza (s.a.) said: “Hazrat Abdul Muttalib (s.a.) started five Sunnah, which Allah Jalla Shanohu kept as it is in Islam: He declared wife of father Haraam for son, he declared blood-money for murder as one hundred camels</w:t>
      </w:r>
      <w:r>
        <w:t>, he counted one Tawaf after cir</w:t>
      </w:r>
      <w:r w:rsidRPr="00976C72">
        <w:t>cumambulating seven times around Baitullah, he found treasure and he gave Khums from it, he dug the well of Zam Zam again and named it ‘Saqayatul Haaj</w:t>
      </w:r>
      <w:r>
        <w:t>’</w:t>
      </w:r>
      <w:r w:rsidRPr="00976C72">
        <w:t>.</w:t>
      </w:r>
    </w:p>
    <w:p w:rsidR="001137B5" w:rsidRPr="00976C72" w:rsidRDefault="001137B5" w:rsidP="001137B5">
      <w:pPr>
        <w:pStyle w:val="libItalic"/>
      </w:pPr>
      <w:r w:rsidRPr="00976C72">
        <w:t>If Hazrat Abdul Muttalib (s.a.) was not Hujjat of Allah, then he would not have intended to sacrifice his son Abdullah (s.a.) acting on the Sunnah of Ibraheem (a.s.), and Rasool Allah (s.a.w.a.w.) would not have said proudly about his action: ‘I am son of two slaughtered (sacrificed) ones.’</w:t>
      </w:r>
    </w:p>
    <w:p w:rsidR="001137B5" w:rsidRDefault="001137B5" w:rsidP="001137B5">
      <w:pPr>
        <w:pStyle w:val="libItalic"/>
      </w:pPr>
      <w:r w:rsidRPr="00976C72">
        <w:t xml:space="preserve">Due to which reason Allah </w:t>
      </w:r>
      <w:smartTag w:uri="urn:schemas:contacts" w:element="Sn">
        <w:r w:rsidRPr="00976C72">
          <w:t>Ta’ala</w:t>
        </w:r>
      </w:smartTag>
      <w:r w:rsidRPr="00976C72">
        <w:t xml:space="preserve"> saved Ismaeel (a.s.) from being slaughtered, for the same reason </w:t>
      </w:r>
      <w:r>
        <w:t xml:space="preserve">He </w:t>
      </w:r>
      <w:r w:rsidRPr="00976C72">
        <w:t xml:space="preserve">saved </w:t>
      </w:r>
      <w:smartTag w:uri="urn:schemas-microsoft-com:office:smarttags" w:element="PersonName">
        <w:smartTag w:uri="urn:schemas:contacts" w:element="GivenName">
          <w:r w:rsidRPr="00976C72">
            <w:t>Hazrat</w:t>
          </w:r>
        </w:smartTag>
        <w:r w:rsidRPr="00976C72">
          <w:t xml:space="preserve"> </w:t>
        </w:r>
        <w:smartTag w:uri="urn:schemas:contacts" w:element="Sn">
          <w:r w:rsidRPr="00976C72">
            <w:t>Abdullah</w:t>
          </w:r>
        </w:smartTag>
      </w:smartTag>
      <w:r w:rsidRPr="00976C72">
        <w:t xml:space="preserve"> (s.a.) from being slaughtered. And the reason of safety of both personalities was that Rasool Allah (s.a.w.a.w.) and Masomeen (s.a.a.) were in their Sulb. Due to the blessing of Rasool Allah (s.a.w.a.w.) and Masomeen (s.a.a.) both were saved from being slaughtered, and it did not become tradition to sacrifice children for the people. If </w:t>
      </w:r>
      <w:smartTag w:uri="urn:schemas-microsoft-com:office:smarttags" w:element="PersonName">
        <w:smartTag w:uri="urn:schemas:contacts" w:element="GivenName">
          <w:r w:rsidRPr="00976C72">
            <w:t>Hazrat</w:t>
          </w:r>
        </w:smartTag>
        <w:r w:rsidRPr="00976C72">
          <w:t xml:space="preserve"> </w:t>
        </w:r>
        <w:smartTag w:uri="urn:schemas:contacts" w:element="Sn">
          <w:r w:rsidRPr="00976C72">
            <w:t>Ismaeel</w:t>
          </w:r>
        </w:smartTag>
      </w:smartTag>
      <w:r w:rsidRPr="00976C72">
        <w:t xml:space="preserve"> (a.s.) </w:t>
      </w:r>
    </w:p>
    <w:p w:rsidR="001137B5" w:rsidRPr="00976C72" w:rsidRDefault="001137B5" w:rsidP="001137B5">
      <w:pPr>
        <w:pStyle w:val="libItalic"/>
      </w:pPr>
      <w:r w:rsidRPr="00976C72">
        <w:t xml:space="preserve">and </w:t>
      </w:r>
      <w:smartTag w:uri="urn:schemas-microsoft-com:office:smarttags" w:element="PersonName">
        <w:smartTag w:uri="urn:schemas:contacts" w:element="GivenName">
          <w:r w:rsidRPr="00976C72">
            <w:t>Hazrat</w:t>
          </w:r>
        </w:smartTag>
        <w:r w:rsidRPr="00976C72">
          <w:t xml:space="preserve"> </w:t>
        </w:r>
        <w:smartTag w:uri="urn:schemas:contacts" w:element="Sn">
          <w:r w:rsidRPr="00976C72">
            <w:t>Abdullah</w:t>
          </w:r>
        </w:smartTag>
      </w:smartTag>
      <w:r w:rsidRPr="00976C72">
        <w:t xml:space="preserve"> (s.a.) were slaughtered, then it would have become obligatory for the people to sacrifice their children.”</w:t>
      </w:r>
    </w:p>
    <w:p w:rsidR="001137B5" w:rsidRDefault="001137B5" w:rsidP="00AD7866">
      <w:pPr>
        <w:pStyle w:val="libNormal"/>
      </w:pPr>
      <w:r>
        <w:t>(Uyoon e Akhbar e Raza s.a., V 1, P 372)</w:t>
      </w:r>
    </w:p>
    <w:p w:rsidR="001137B5" w:rsidRDefault="001137B5" w:rsidP="001137B5">
      <w:pPr>
        <w:pStyle w:val="Heading4Center"/>
      </w:pPr>
      <w:r w:rsidRPr="00F76646">
        <w:t xml:space="preserve">72-Ali (s.a.) </w:t>
      </w:r>
      <w:smartTag w:uri="urn:schemas-microsoft-com:office:smarttags" w:element="PersonName">
        <w:smartTag w:uri="urn:schemas:contacts" w:element="GivenName">
          <w:r w:rsidRPr="00F76646">
            <w:t>Masalul</w:t>
          </w:r>
        </w:smartTag>
        <w:r w:rsidRPr="00F76646">
          <w:t xml:space="preserve"> </w:t>
        </w:r>
        <w:smartTag w:uri="urn:schemas:contacts" w:element="Sn">
          <w:r w:rsidRPr="00F76646">
            <w:t>A’la</w:t>
          </w:r>
        </w:smartTag>
      </w:smartTag>
      <w:r w:rsidRPr="00F76646">
        <w:t xml:space="preserve"> is Matchless</w:t>
      </w:r>
    </w:p>
    <w:p w:rsidR="001137B5" w:rsidRPr="00976C72" w:rsidRDefault="001137B5" w:rsidP="001137B5">
      <w:pPr>
        <w:pStyle w:val="libItalic"/>
      </w:pPr>
      <w:r w:rsidRPr="00976C72">
        <w:t xml:space="preserve">Allah </w:t>
      </w:r>
      <w:smartTag w:uri="urn:schemas:contacts" w:element="Sn">
        <w:r w:rsidRPr="00976C72">
          <w:t>Ta’ala</w:t>
        </w:r>
      </w:smartTag>
      <w:r w:rsidRPr="00976C72">
        <w:t xml:space="preserve"> said: “If </w:t>
      </w:r>
      <w:smartTag w:uri="urn:schemas:contacts" w:element="GivenName">
        <w:r w:rsidRPr="00976C72">
          <w:t>Ali</w:t>
        </w:r>
      </w:smartTag>
      <w:r w:rsidRPr="00976C72">
        <w:t xml:space="preserve"> (s.a.) was not there, then there was no match of </w:t>
      </w:r>
      <w:smartTag w:uri="urn:schemas-microsoft-com:office:smarttags" w:element="PersonName">
        <w:smartTag w:uri="urn:schemas:contacts" w:element="GivenName">
          <w:r w:rsidRPr="00976C72">
            <w:t>Syyeda</w:t>
          </w:r>
        </w:smartTag>
        <w:r w:rsidRPr="00976C72">
          <w:t xml:space="preserve"> </w:t>
        </w:r>
        <w:smartTag w:uri="urn:schemas:contacts" w:element="Sn">
          <w:r w:rsidRPr="00976C72">
            <w:t>Fatima</w:t>
          </w:r>
        </w:smartTag>
      </w:smartTag>
      <w:r w:rsidRPr="00976C72">
        <w:t xml:space="preserve"> (s.a.), neither </w:t>
      </w:r>
      <w:smartTag w:uri="urn:schemas:contacts" w:element="GivenName">
        <w:r w:rsidRPr="00976C72">
          <w:t>Adam</w:t>
        </w:r>
      </w:smartTag>
      <w:r w:rsidRPr="00976C72">
        <w:t xml:space="preserve"> (a.s.) nor someone else.”</w:t>
      </w:r>
    </w:p>
    <w:p w:rsidR="001137B5" w:rsidRDefault="001137B5" w:rsidP="00AD7866">
      <w:pPr>
        <w:pStyle w:val="libNormal"/>
      </w:pPr>
      <w:r>
        <w:t>(Uyoon e Akhbar e Raza s.a., V 1, P 396)</w:t>
      </w:r>
    </w:p>
    <w:p w:rsidR="001137B5" w:rsidRDefault="001137B5" w:rsidP="00AD7866">
      <w:pPr>
        <w:pStyle w:val="libNormal"/>
      </w:pPr>
      <w:r>
        <w:t xml:space="preserve">The saying of Allah is Haqq, but apparently </w:t>
      </w:r>
      <w:smartTag w:uri="urn:schemas:contacts" w:element="GivenName">
        <w:r>
          <w:t>Adam</w:t>
        </w:r>
      </w:smartTag>
      <w:r>
        <w:t xml:space="preserve"> (a.s.) is grand father of </w:t>
      </w:r>
      <w:smartTag w:uri="urn:schemas-microsoft-com:office:smarttags" w:element="PersonName">
        <w:smartTag w:uri="urn:schemas:contacts" w:element="GivenName">
          <w:r>
            <w:t>Syyeda</w:t>
          </w:r>
        </w:smartTag>
        <w:r>
          <w:t xml:space="preserve"> </w:t>
        </w:r>
        <w:smartTag w:uri="urn:schemas:contacts" w:element="Sn">
          <w:r>
            <w:t>Fatima</w:t>
          </w:r>
        </w:smartTag>
      </w:smartTag>
      <w:r>
        <w:t xml:space="preserve"> (s.a.), if he was alive then marriage was not permissible. So it becomes clear that the Reality of Mohammad o Aal e </w:t>
      </w:r>
      <w:smartTag w:uri="urn:schemas:contacts" w:element="GivenName">
        <w:r>
          <w:t>Mohammad</w:t>
        </w:r>
      </w:smartTag>
      <w:r>
        <w:t xml:space="preserve"> (s.a.a.) is different than </w:t>
      </w:r>
      <w:smartTag w:uri="urn:schemas:contacts" w:element="GivenName">
        <w:r>
          <w:t>Adam</w:t>
        </w:r>
      </w:smartTag>
      <w:r>
        <w:t xml:space="preserve"> (a.s.). </w:t>
      </w:r>
      <w:smartTag w:uri="urn:schemas:contacts" w:element="GivenName">
        <w:r>
          <w:t>Adam</w:t>
        </w:r>
      </w:smartTag>
      <w:r>
        <w:t xml:space="preserve"> (a.s.) and his progeny are created from earth. </w:t>
      </w:r>
      <w:smartTag w:uri="urn:schemas:contacts" w:element="GivenName">
        <w:r>
          <w:t>Mohammad</w:t>
        </w:r>
      </w:smartTag>
      <w:r>
        <w:t xml:space="preserve"> o Aal e </w:t>
      </w:r>
      <w:smartTag w:uri="urn:schemas:contacts" w:element="GivenName">
        <w:r>
          <w:t>Mohammad</w:t>
        </w:r>
      </w:smartTag>
      <w:r>
        <w:t xml:space="preserve"> (s.a.a.) are Mashiyat e Ilahi, they are not created from any thing.</w:t>
      </w:r>
    </w:p>
    <w:p w:rsidR="001137B5" w:rsidRDefault="001137B5" w:rsidP="001137B5">
      <w:pPr>
        <w:pStyle w:val="Heading4Center"/>
      </w:pPr>
      <w:r w:rsidRPr="00F76646">
        <w:t xml:space="preserve">73-Grief of </w:t>
      </w:r>
      <w:smartTag w:uri="urn:schemas-microsoft-com:office:smarttags" w:element="PersonName">
        <w:r w:rsidRPr="00F76646">
          <w:t xml:space="preserve">Imam </w:t>
        </w:r>
        <w:smartTag w:uri="urn:schemas:contacts" w:element="Sn">
          <w:r w:rsidRPr="00F76646">
            <w:t>Hussain</w:t>
          </w:r>
        </w:smartTag>
      </w:smartTag>
      <w:r w:rsidRPr="00F76646">
        <w:t xml:space="preserve"> (s.a.) is Great</w:t>
      </w:r>
    </w:p>
    <w:p w:rsidR="001137B5" w:rsidRDefault="001137B5" w:rsidP="00AD7866">
      <w:pPr>
        <w:pStyle w:val="libNormal"/>
      </w:pPr>
      <w:r w:rsidRPr="00081F99">
        <w:t xml:space="preserve">Nabi </w:t>
      </w:r>
      <w:smartTag w:uri="urn:schemas:contacts" w:element="Sn">
        <w:r w:rsidRPr="00081F99">
          <w:t>Akram</w:t>
        </w:r>
      </w:smartTag>
      <w:r w:rsidRPr="00081F99">
        <w:t xml:space="preserve"> (s.a.w.a.w.) was delivering sermon, in the meanwhile </w:t>
      </w:r>
      <w:smartTag w:uri="urn:schemas-microsoft-com:office:smarttags" w:element="PersonName">
        <w:r w:rsidRPr="00081F99">
          <w:t xml:space="preserve">Imam </w:t>
        </w:r>
        <w:smartTag w:uri="urn:schemas:contacts" w:element="Sn">
          <w:r w:rsidRPr="00081F99">
            <w:t>Hussain</w:t>
          </w:r>
        </w:smartTag>
      </w:smartTag>
      <w:r w:rsidRPr="00081F99">
        <w:t xml:space="preserve"> (s.a.) came out from the holy house, and apparently tripped. On seeing it, Rasool Allah (s.a.w.a.w.) immediately came down from the pulpit and picked him up and embraced</w:t>
      </w:r>
      <w:r>
        <w:t xml:space="preserve"> him</w:t>
      </w:r>
      <w:r w:rsidRPr="00081F99">
        <w:t>.</w:t>
      </w:r>
      <w:r>
        <w:t xml:space="preserve"> (Imam Hussain s.a. did not fall, but it was just to show people the high status of Imam)</w:t>
      </w:r>
    </w:p>
    <w:p w:rsidR="001137B5" w:rsidRDefault="001137B5" w:rsidP="00AD7866">
      <w:pPr>
        <w:pStyle w:val="libNormal"/>
      </w:pPr>
      <w:r>
        <w:t>(Biharul Anwaar, V 10, P 111)</w:t>
      </w:r>
    </w:p>
    <w:p w:rsidR="001137B5" w:rsidRDefault="001137B5" w:rsidP="00AD7866">
      <w:pPr>
        <w:pStyle w:val="libNormal"/>
      </w:pPr>
      <w:r>
        <w:t xml:space="preserve">Sermon is Ibadat e Ilahi. In the love of Imam </w:t>
      </w:r>
      <w:smartTag w:uri="urn:schemas:contacts" w:element="Sn">
        <w:r>
          <w:t>Hussain</w:t>
        </w:r>
      </w:smartTag>
      <w:r>
        <w:t xml:space="preserve"> (s.a.) </w:t>
      </w:r>
      <w:smartTag w:uri="urn:schemas-microsoft-com:office:smarttags" w:element="PersonName">
        <w:smartTag w:uri="urn:schemas:contacts" w:element="GivenName">
          <w:r>
            <w:t>Syyedul</w:t>
          </w:r>
        </w:smartTag>
        <w:r>
          <w:t xml:space="preserve"> </w:t>
        </w:r>
        <w:smartTag w:uri="urn:schemas:contacts" w:element="Sn">
          <w:r>
            <w:t>Anbiya</w:t>
          </w:r>
        </w:smartTag>
      </w:smartTag>
      <w:r>
        <w:t xml:space="preserve"> (s.a.w.a.w.) left the sermon. </w:t>
      </w:r>
      <w:smartTag w:uri="urn:schemas-microsoft-com:office:smarttags" w:element="PersonName">
        <w:smartTag w:uri="urn:schemas:contacts" w:element="GivenName">
          <w:r>
            <w:t>Maola</w:t>
          </w:r>
        </w:smartTag>
        <w:r>
          <w:t xml:space="preserve"> </w:t>
        </w:r>
        <w:smartTag w:uri="urn:schemas:contacts" w:element="Sn">
          <w:r>
            <w:t>Hussain</w:t>
          </w:r>
        </w:smartTag>
      </w:smartTag>
      <w:r>
        <w:t xml:space="preserve"> (s.a.) is the Base of Deen of Allah, and Ibadaat are branches of Deen.</w:t>
      </w:r>
    </w:p>
    <w:p w:rsidR="001137B5" w:rsidRDefault="001137B5" w:rsidP="001137B5">
      <w:pPr>
        <w:pStyle w:val="Heading4Center"/>
      </w:pPr>
      <w:r w:rsidRPr="00F76646">
        <w:t xml:space="preserve">74-Hazrat Zakariya (a.s.): Azadaar e </w:t>
      </w:r>
      <w:smartTag w:uri="urn:schemas-microsoft-com:office:smarttags" w:element="PersonName">
        <w:r>
          <w:t xml:space="preserve">Imam </w:t>
        </w:r>
        <w:smartTag w:uri="urn:schemas:contacts" w:element="Sn">
          <w:r w:rsidRPr="00F76646">
            <w:t>Hussain</w:t>
          </w:r>
        </w:smartTag>
      </w:smartTag>
      <w:r w:rsidRPr="00F76646">
        <w:t xml:space="preserve"> (s.a.)</w:t>
      </w:r>
    </w:p>
    <w:p w:rsidR="001137B5" w:rsidRPr="00047D74" w:rsidRDefault="001137B5" w:rsidP="001137B5">
      <w:pPr>
        <w:pStyle w:val="libItalic"/>
      </w:pPr>
      <w:r w:rsidRPr="00047D74">
        <w:t xml:space="preserve">Summary of a saying of Imam </w:t>
      </w:r>
      <w:smartTag w:uri="urn:schemas:contacts" w:element="Sn">
        <w:r w:rsidRPr="00047D74">
          <w:t>Qaim</w:t>
        </w:r>
      </w:smartTag>
      <w:r w:rsidRPr="00047D74">
        <w:t xml:space="preserve"> (a.f.s.): </w:t>
      </w:r>
      <w:smartTag w:uri="urn:schemas-microsoft-com:office:smarttags" w:element="PersonName">
        <w:smartTag w:uri="urn:schemas:contacts" w:element="GivenName">
          <w:r w:rsidRPr="00047D74">
            <w:t>Hazrat</w:t>
          </w:r>
        </w:smartTag>
        <w:r w:rsidRPr="00047D74">
          <w:t xml:space="preserve"> </w:t>
        </w:r>
        <w:smartTag w:uri="urn:schemas:contacts" w:element="Sn">
          <w:r w:rsidRPr="00047D74">
            <w:t>Zakariya</w:t>
          </w:r>
        </w:smartTag>
      </w:smartTag>
      <w:r w:rsidRPr="00047D74">
        <w:t xml:space="preserve"> (a.s.) asked Allah </w:t>
      </w:r>
      <w:smartTag w:uri="urn:schemas:contacts" w:element="Sn">
        <w:r w:rsidRPr="00047D74">
          <w:t>Ta’ala</w:t>
        </w:r>
      </w:smartTag>
      <w:r w:rsidRPr="00047D74">
        <w:t xml:space="preserve">: Teach me the names of Aal e </w:t>
      </w:r>
      <w:smartTag w:uri="urn:schemas-microsoft-com:office:smarttags" w:element="place">
        <w:smartTag w:uri="urn:schemas-microsoft-com:office:smarttags" w:element="City">
          <w:r w:rsidRPr="00047D74">
            <w:t>Aba</w:t>
          </w:r>
        </w:smartTag>
      </w:smartTag>
      <w:r w:rsidRPr="00047D74">
        <w:t xml:space="preserve"> (s.a.a.), so that I can seek refuge for their sake in every hardship &amp; difficulty. </w:t>
      </w:r>
      <w:smartTag w:uri="urn:schemas:contacts" w:element="GivenName">
        <w:r w:rsidRPr="00047D74">
          <w:t>Hazrat</w:t>
        </w:r>
      </w:smartTag>
      <w:r w:rsidRPr="00047D74">
        <w:t xml:space="preserve"> </w:t>
      </w:r>
      <w:smartTag w:uri="urn:schemas:contacts" w:element="Sn">
        <w:r w:rsidRPr="00047D74">
          <w:t>Jibraeel</w:t>
        </w:r>
      </w:smartTag>
      <w:r w:rsidRPr="00047D74">
        <w:t xml:space="preserve"> (a.s.) told him the names of </w:t>
      </w:r>
      <w:smartTag w:uri="urn:schemas:contacts" w:element="GivenName">
        <w:r w:rsidRPr="00047D74">
          <w:t>Hazrat</w:t>
        </w:r>
      </w:smartTag>
      <w:r w:rsidRPr="00047D74">
        <w:t xml:space="preserve"> </w:t>
      </w:r>
      <w:smartTag w:uri="urn:schemas:contacts" w:element="middlename">
        <w:r w:rsidRPr="00047D74">
          <w:t>Mohammad</w:t>
        </w:r>
      </w:smartTag>
      <w:r w:rsidRPr="00047D74">
        <w:t xml:space="preserve"> </w:t>
      </w:r>
      <w:smartTag w:uri="urn:schemas:contacts" w:element="Sn">
        <w:r w:rsidRPr="00047D74">
          <w:t>Mustafa</w:t>
        </w:r>
      </w:smartTag>
      <w:r w:rsidRPr="00047D74">
        <w:t xml:space="preserve"> (s.a.w.a.w.), </w:t>
      </w:r>
      <w:smartTag w:uri="urn:schemas:contacts" w:element="GivenName">
        <w:r w:rsidRPr="00047D74">
          <w:t>Maola</w:t>
        </w:r>
      </w:smartTag>
      <w:r w:rsidRPr="00047D74">
        <w:t xml:space="preserve"> </w:t>
      </w:r>
      <w:smartTag w:uri="urn:schemas:contacts" w:element="middlename">
        <w:r w:rsidRPr="00047D74">
          <w:t>Ali</w:t>
        </w:r>
      </w:smartTag>
      <w:r w:rsidRPr="00047D74">
        <w:t xml:space="preserve"> </w:t>
      </w:r>
      <w:smartTag w:uri="urn:schemas:contacts" w:element="Sn">
        <w:r w:rsidRPr="00047D74">
          <w:lastRenderedPageBreak/>
          <w:t>Murtaza</w:t>
        </w:r>
      </w:smartTag>
      <w:r w:rsidRPr="00047D74">
        <w:t xml:space="preserve"> (s.a.), </w:t>
      </w:r>
      <w:smartTag w:uri="urn:schemas:contacts" w:element="GivenName">
        <w:r w:rsidRPr="00047D74">
          <w:t>Syyeda</w:t>
        </w:r>
      </w:smartTag>
      <w:r w:rsidRPr="00047D74">
        <w:t xml:space="preserve"> </w:t>
      </w:r>
      <w:smartTag w:uri="urn:schemas:contacts" w:element="middlename">
        <w:r w:rsidRPr="00047D74">
          <w:t>Fatima</w:t>
        </w:r>
      </w:smartTag>
      <w:r w:rsidRPr="00047D74">
        <w:t xml:space="preserve"> </w:t>
      </w:r>
      <w:smartTag w:uri="urn:schemas:contacts" w:element="Sn">
        <w:r w:rsidRPr="00047D74">
          <w:t>Zahra</w:t>
        </w:r>
      </w:smartTag>
      <w:r w:rsidRPr="00047D74">
        <w:t xml:space="preserve"> (s.a.), </w:t>
      </w:r>
      <w:smartTag w:uri="urn:schemas:contacts" w:element="GivenName">
        <w:r w:rsidRPr="00047D74">
          <w:t>Maola</w:t>
        </w:r>
      </w:smartTag>
      <w:r w:rsidRPr="00047D74">
        <w:t xml:space="preserve"> </w:t>
      </w:r>
      <w:smartTag w:uri="urn:schemas:contacts" w:element="Sn">
        <w:r w:rsidRPr="00047D74">
          <w:t>Hassan</w:t>
        </w:r>
      </w:smartTag>
      <w:r w:rsidRPr="00047D74">
        <w:t xml:space="preserve"> (s.a.) and </w:t>
      </w:r>
      <w:smartTag w:uri="urn:schemas-microsoft-com:office:smarttags" w:element="PersonName">
        <w:smartTag w:uri="urn:schemas:contacts" w:element="GivenName">
          <w:r w:rsidRPr="00047D74">
            <w:t>Maola</w:t>
          </w:r>
        </w:smartTag>
        <w:r w:rsidRPr="00047D74">
          <w:t xml:space="preserve"> </w:t>
        </w:r>
        <w:smartTag w:uri="urn:schemas:contacts" w:element="Sn">
          <w:r w:rsidRPr="00047D74">
            <w:t>Hussain</w:t>
          </w:r>
        </w:smartTag>
      </w:smartTag>
      <w:r w:rsidRPr="00047D74">
        <w:t xml:space="preserve"> (s.a.). When </w:t>
      </w:r>
      <w:smartTag w:uri="urn:schemas:contacts" w:element="GivenName">
        <w:r w:rsidRPr="00047D74">
          <w:t>Hazrat</w:t>
        </w:r>
      </w:smartTag>
      <w:r w:rsidRPr="00047D74">
        <w:t xml:space="preserve"> </w:t>
      </w:r>
      <w:smartTag w:uri="urn:schemas:contacts" w:element="Sn">
        <w:r w:rsidRPr="00047D74">
          <w:t>Zakariya</w:t>
        </w:r>
      </w:smartTag>
      <w:r w:rsidRPr="00047D74">
        <w:t xml:space="preserve"> (a.s.) was saying the name of </w:t>
      </w:r>
      <w:smartTag w:uri="urn:schemas-microsoft-com:office:smarttags" w:element="PersonName">
        <w:r w:rsidRPr="00047D74">
          <w:t xml:space="preserve">Imam </w:t>
        </w:r>
        <w:smartTag w:uri="urn:schemas:contacts" w:element="Sn">
          <w:r w:rsidRPr="00047D74">
            <w:t>Hussain</w:t>
          </w:r>
        </w:smartTag>
      </w:smartTag>
      <w:r w:rsidRPr="00047D74">
        <w:t xml:space="preserve"> (s.a.) he was weeping bitterly and could not control. </w:t>
      </w:r>
      <w:smartTag w:uri="urn:schemas:contacts" w:element="GivenName">
        <w:r w:rsidRPr="00047D74">
          <w:t>Hazrat</w:t>
        </w:r>
      </w:smartTag>
      <w:r w:rsidRPr="00047D74">
        <w:t xml:space="preserve"> </w:t>
      </w:r>
      <w:smartTag w:uri="urn:schemas:contacts" w:element="Sn">
        <w:r w:rsidRPr="00047D74">
          <w:t>Zakariya</w:t>
        </w:r>
      </w:smartTag>
      <w:r w:rsidRPr="00047D74">
        <w:t xml:space="preserve"> (a.s.) asked, then Allah </w:t>
      </w:r>
      <w:smartTag w:uri="urn:schemas:contacts" w:element="Sn">
        <w:r w:rsidRPr="00047D74">
          <w:t>Ta’ala</w:t>
        </w:r>
      </w:smartTag>
      <w:r w:rsidRPr="00047D74">
        <w:t xml:space="preserve"> told about the martyrdom of Imam </w:t>
      </w:r>
      <w:smartTag w:uri="urn:schemas:contacts" w:element="Sn">
        <w:r w:rsidRPr="00047D74">
          <w:t>Hussain</w:t>
        </w:r>
      </w:smartTag>
      <w:r w:rsidRPr="00047D74">
        <w:t xml:space="preserve"> (s.a.): Kaaf Ha Ya </w:t>
      </w:r>
      <w:smartTag w:uri="urn:schemas:contacts" w:element="GivenName">
        <w:r w:rsidRPr="00047D74">
          <w:t>Ain</w:t>
        </w:r>
      </w:smartTag>
      <w:r w:rsidRPr="00047D74">
        <w:t xml:space="preserve"> </w:t>
      </w:r>
      <w:smartTag w:uri="urn:schemas:contacts" w:element="Sn">
        <w:r w:rsidRPr="00047D74">
          <w:t>Saad</w:t>
        </w:r>
      </w:smartTag>
      <w:r w:rsidRPr="00047D74">
        <w:t xml:space="preserve">, Kaaf: </w:t>
      </w:r>
      <w:smartTag w:uri="urn:schemas-microsoft-com:office:smarttags" w:element="place">
        <w:smartTag w:uri="urn:schemas-microsoft-com:office:smarttags" w:element="City">
          <w:r w:rsidRPr="00047D74">
            <w:t>Karbala</w:t>
          </w:r>
        </w:smartTag>
      </w:smartTag>
      <w:r w:rsidRPr="00047D74">
        <w:t xml:space="preserve">, Ha: Halakat of Yazidiyat, Ya: </w:t>
      </w:r>
      <w:smartTag w:uri="urn:schemas-microsoft-com:office:smarttags" w:element="PersonName">
        <w:smartTag w:uri="urn:schemas:contacts" w:element="GivenName">
          <w:r w:rsidRPr="00047D74">
            <w:t>Yazeed</w:t>
          </w:r>
        </w:smartTag>
        <w:r w:rsidRPr="00047D74">
          <w:t xml:space="preserve"> </w:t>
        </w:r>
        <w:smartTag w:uri="urn:schemas:contacts" w:element="Sn">
          <w:r w:rsidRPr="00047D74">
            <w:t>Laeen</w:t>
          </w:r>
        </w:smartTag>
      </w:smartTag>
      <w:r w:rsidRPr="00047D74">
        <w:t xml:space="preserve"> (l.u.) who martyred Itrat (s.a.a.), Ain: Atash, thirst of Itrat (s.a.a.), Saad: Sabr o Raza. When Zakariya (a.s.) heard it, then </w:t>
      </w:r>
      <w:r>
        <w:t xml:space="preserve">he </w:t>
      </w:r>
      <w:r w:rsidRPr="00047D74">
        <w:t xml:space="preserve">did not come out of the mosque for three days, and did not let anyone to come to him, and kept weeping bitterly, and said Nauha: Ya Allah, he will be in </w:t>
      </w:r>
      <w:r>
        <w:t xml:space="preserve">the </w:t>
      </w:r>
      <w:r w:rsidRPr="00047D74">
        <w:t>grief of son, who is the Best of a</w:t>
      </w:r>
      <w:r>
        <w:t xml:space="preserve">ll the Creations (s.a.w.a.w.), </w:t>
      </w:r>
      <w:r w:rsidRPr="00047D74">
        <w:t>will Ali (s.a.) &amp; Fatima (s.a.) dress in grief, he will be in pain, suffering and hardship. Then</w:t>
      </w:r>
      <w:r>
        <w:t xml:space="preserve"> he made</w:t>
      </w:r>
      <w:r w:rsidRPr="00047D74">
        <w:t xml:space="preserve"> Dua to Allah: Ya Allah Jalla Shanohu, bestow me a son, who should be light of my eyes in this old age, and when you give me the son, then drown me in his love, then make me sad like your Beloved Mohammad (s.a.w.a.w.).</w:t>
      </w:r>
    </w:p>
    <w:p w:rsidR="001137B5" w:rsidRDefault="001137B5" w:rsidP="00AD7866">
      <w:pPr>
        <w:pStyle w:val="libNormal"/>
      </w:pPr>
      <w:r>
        <w:t xml:space="preserve">(Biharul Anwaar, V 1, P 62) </w:t>
      </w:r>
    </w:p>
    <w:p w:rsidR="001137B5" w:rsidRDefault="001137B5" w:rsidP="00AD7866">
      <w:pPr>
        <w:pStyle w:val="libNormal"/>
      </w:pPr>
      <w:r>
        <w:t xml:space="preserve">Hazrat </w:t>
      </w:r>
      <w:smartTag w:uri="urn:schemas:contacts" w:element="Sn">
        <w:r>
          <w:t>Zakariya</w:t>
        </w:r>
      </w:smartTag>
      <w:r>
        <w:t xml:space="preserve"> (a.s.) requested Allah in old age to bestow a Prophet son Yahya (a.s.), just to make him a model (Shabeh) of Imam </w:t>
      </w:r>
      <w:smartTag w:uri="urn:schemas:contacts" w:element="Sn">
        <w:r>
          <w:t>Hussain</w:t>
        </w:r>
      </w:smartTag>
      <w:r>
        <w:t xml:space="preserve"> (s.a.), that he should be martyred in the way of Allah like </w:t>
      </w:r>
      <w:smartTag w:uri="urn:schemas-microsoft-com:office:smarttags" w:element="PersonName">
        <w:r>
          <w:t xml:space="preserve">Imam </w:t>
        </w:r>
        <w:smartTag w:uri="urn:schemas:contacts" w:element="Sn">
          <w:r>
            <w:t>Hussain</w:t>
          </w:r>
        </w:smartTag>
      </w:smartTag>
      <w:r>
        <w:t xml:space="preserve"> (s.a.). The Court of Yazeed Laeen (l.u.) is the same place where the head of </w:t>
      </w:r>
      <w:smartTag w:uri="urn:schemas-microsoft-com:office:smarttags" w:element="PersonName">
        <w:smartTag w:uri="urn:schemas:contacts" w:element="GivenName">
          <w:r>
            <w:t>Hazrat</w:t>
          </w:r>
        </w:smartTag>
        <w:r>
          <w:t xml:space="preserve"> </w:t>
        </w:r>
        <w:smartTag w:uri="urn:schemas:contacts" w:element="Sn">
          <w:r>
            <w:t>Yahya</w:t>
          </w:r>
        </w:smartTag>
      </w:smartTag>
      <w:r>
        <w:t xml:space="preserve"> (a.s.) was placed as well. </w:t>
      </w:r>
      <w:smartTag w:uri="urn:schemas-microsoft-com:office:smarttags" w:element="PersonName">
        <w:smartTag w:uri="urn:schemas:contacts" w:element="GivenName">
          <w:r>
            <w:t>Hazrat</w:t>
          </w:r>
        </w:smartTag>
        <w:r>
          <w:t xml:space="preserve"> </w:t>
        </w:r>
        <w:smartTag w:uri="urn:schemas:contacts" w:element="Sn">
          <w:r>
            <w:t>Zakariya</w:t>
          </w:r>
        </w:smartTag>
      </w:smartTag>
      <w:r>
        <w:t xml:space="preserve"> (a.s.) wept and said Nauha of </w:t>
      </w:r>
    </w:p>
    <w:p w:rsidR="001137B5" w:rsidRDefault="001137B5" w:rsidP="00AD7866">
      <w:pPr>
        <w:pStyle w:val="libNormal"/>
      </w:pPr>
      <w:r>
        <w:t xml:space="preserve">Imam </w:t>
      </w:r>
      <w:smartTag w:uri="urn:schemas:contacts" w:element="Sn">
        <w:r>
          <w:t>Hussain</w:t>
        </w:r>
      </w:smartTag>
      <w:r>
        <w:t xml:space="preserve"> (s.a.) in the Masjid. Similarly </w:t>
      </w:r>
      <w:smartTag w:uri="urn:schemas:contacts" w:element="GivenName">
        <w:r>
          <w:t>Hazrat</w:t>
        </w:r>
      </w:smartTag>
      <w:r>
        <w:t xml:space="preserve"> </w:t>
      </w:r>
      <w:smartTag w:uri="urn:schemas:contacts" w:element="Sn">
        <w:r>
          <w:t>Ibraheem</w:t>
        </w:r>
      </w:smartTag>
      <w:r>
        <w:t xml:space="preserve"> (a.s.) presented his son for sacrifice in the grief of </w:t>
      </w:r>
      <w:smartTag w:uri="urn:schemas-microsoft-com:office:smarttags" w:element="PersonName">
        <w:r>
          <w:t xml:space="preserve">Imam </w:t>
        </w:r>
        <w:smartTag w:uri="urn:schemas:contacts" w:element="Sn">
          <w:r>
            <w:t>Hussain</w:t>
          </w:r>
        </w:smartTag>
      </w:smartTag>
      <w:r>
        <w:t xml:space="preserve"> (s.a.).</w:t>
      </w:r>
    </w:p>
    <w:p w:rsidR="001137B5" w:rsidRDefault="001137B5" w:rsidP="001137B5">
      <w:pPr>
        <w:pStyle w:val="Heading4Center"/>
      </w:pPr>
      <w:r w:rsidRPr="00F76646">
        <w:t>75-Allah wants Homage by Shedding Blood in the</w:t>
      </w:r>
      <w:r>
        <w:t xml:space="preserve"> </w:t>
      </w:r>
      <w:r w:rsidRPr="00F76646">
        <w:t>Grief of Imam Hussain (s.a.)</w:t>
      </w:r>
    </w:p>
    <w:p w:rsidR="001137B5" w:rsidRPr="009D2C78" w:rsidRDefault="001137B5" w:rsidP="001137B5">
      <w:pPr>
        <w:pStyle w:val="libItalic"/>
      </w:pPr>
      <w:r w:rsidRPr="009D2C78">
        <w:t xml:space="preserve">When </w:t>
      </w:r>
      <w:smartTag w:uri="urn:schemas-microsoft-com:office:smarttags" w:element="PersonName">
        <w:smartTag w:uri="urn:schemas:contacts" w:element="GivenName">
          <w:r w:rsidRPr="009D2C78">
            <w:t>Hazrat</w:t>
          </w:r>
        </w:smartTag>
        <w:r w:rsidRPr="009D2C78">
          <w:t xml:space="preserve"> </w:t>
        </w:r>
        <w:smartTag w:uri="urn:schemas:contacts" w:element="Sn">
          <w:r w:rsidRPr="009D2C78">
            <w:t>Adam</w:t>
          </w:r>
        </w:smartTag>
      </w:smartTag>
      <w:r w:rsidRPr="009D2C78">
        <w:t xml:space="preserve"> (a.s.) reached the </w:t>
      </w:r>
      <w:smartTag w:uri="urn:schemas-microsoft-com:office:smarttags" w:element="place">
        <w:smartTag w:uri="urn:schemas-microsoft-com:office:smarttags" w:element="PlaceType">
          <w:r w:rsidRPr="009D2C78">
            <w:t>desert</w:t>
          </w:r>
        </w:smartTag>
        <w:r w:rsidRPr="009D2C78">
          <w:t xml:space="preserve"> of </w:t>
        </w:r>
        <w:smartTag w:uri="urn:schemas-microsoft-com:office:smarttags" w:element="PlaceName">
          <w:r w:rsidRPr="009D2C78">
            <w:t>Karbala</w:t>
          </w:r>
        </w:smartTag>
      </w:smartTag>
      <w:r w:rsidRPr="009D2C78">
        <w:t xml:space="preserve">, grief and sadness captured him, his heart was restless. When he came on </w:t>
      </w:r>
      <w:r>
        <w:t xml:space="preserve">the </w:t>
      </w:r>
      <w:r w:rsidRPr="009D2C78">
        <w:t xml:space="preserve">place of martyrdom of </w:t>
      </w:r>
      <w:smartTag w:uri="urn:schemas-microsoft-com:office:smarttags" w:element="PersonName">
        <w:r w:rsidRPr="009D2C78">
          <w:t xml:space="preserve">Imam </w:t>
        </w:r>
        <w:smartTag w:uri="urn:schemas:contacts" w:element="Sn">
          <w:r w:rsidRPr="009D2C78">
            <w:t>Hussain</w:t>
          </w:r>
        </w:smartTag>
      </w:smartTag>
      <w:r w:rsidRPr="009D2C78">
        <w:t xml:space="preserve"> (s.a.), he hit one stone and his foot started bleeding. Allah </w:t>
      </w:r>
      <w:smartTag w:uri="urn:schemas:contacts" w:element="Sn">
        <w:r w:rsidRPr="009D2C78">
          <w:t>Ta’ala</w:t>
        </w:r>
      </w:smartTag>
      <w:r w:rsidRPr="009D2C78">
        <w:t xml:space="preserve"> revealed: On this land my </w:t>
      </w:r>
      <w:smartTag w:uri="urn:schemas-microsoft-com:office:smarttags" w:element="place">
        <w:r w:rsidRPr="009D2C78">
          <w:t>Chosen</w:t>
        </w:r>
      </w:smartTag>
      <w:r w:rsidRPr="009D2C78">
        <w:t xml:space="preserve"> one Hussain (a.s.) will be martyred, I wished that you should also share his grief, and your blood should be shed on this land as well, like his blood will be shed. </w:t>
      </w:r>
      <w:smartTag w:uri="urn:schemas:contacts" w:element="GivenName">
        <w:r w:rsidRPr="009D2C78">
          <w:t>Hazrat</w:t>
        </w:r>
      </w:smartTag>
      <w:r w:rsidRPr="009D2C78">
        <w:t xml:space="preserve"> </w:t>
      </w:r>
      <w:smartTag w:uri="urn:schemas:contacts" w:element="Sn">
        <w:r w:rsidRPr="009D2C78">
          <w:t>Adam</w:t>
        </w:r>
      </w:smartTag>
      <w:r w:rsidRPr="009D2C78">
        <w:t xml:space="preserve"> (a.s.) cursed on </w:t>
      </w:r>
      <w:smartTag w:uri="urn:schemas-microsoft-com:office:smarttags" w:element="PersonName">
        <w:smartTag w:uri="urn:schemas:contacts" w:element="GivenName">
          <w:r w:rsidRPr="009D2C78">
            <w:t>Yazeed</w:t>
          </w:r>
        </w:smartTag>
        <w:r w:rsidRPr="009D2C78">
          <w:t xml:space="preserve"> </w:t>
        </w:r>
        <w:smartTag w:uri="urn:schemas:contacts" w:element="Sn">
          <w:r w:rsidRPr="009D2C78">
            <w:t>Laeen</w:t>
          </w:r>
        </w:smartTag>
      </w:smartTag>
      <w:r w:rsidRPr="009D2C78">
        <w:t xml:space="preserve"> (l.u.).</w:t>
      </w:r>
    </w:p>
    <w:p w:rsidR="001137B5" w:rsidRPr="009D2C78" w:rsidRDefault="001137B5" w:rsidP="001137B5">
      <w:pPr>
        <w:pStyle w:val="libItalic"/>
      </w:pPr>
      <w:smartTag w:uri="urn:schemas-microsoft-com:office:smarttags" w:element="PersonName">
        <w:smartTag w:uri="urn:schemas:contacts" w:element="GivenName">
          <w:r w:rsidRPr="009D2C78">
            <w:t>Hazrat</w:t>
          </w:r>
        </w:smartTag>
        <w:r w:rsidRPr="009D2C78">
          <w:t xml:space="preserve"> </w:t>
        </w:r>
        <w:smartTag w:uri="urn:schemas:contacts" w:element="Sn">
          <w:r w:rsidRPr="009D2C78">
            <w:t>Ibraheem</w:t>
          </w:r>
        </w:smartTag>
      </w:smartTag>
      <w:r w:rsidRPr="009D2C78">
        <w:t xml:space="preserve"> (a.s.) was passing through the </w:t>
      </w:r>
      <w:smartTag w:uri="urn:schemas-microsoft-com:office:smarttags" w:element="place">
        <w:smartTag w:uri="urn:schemas-microsoft-com:office:smarttags" w:element="PlaceType">
          <w:r w:rsidRPr="009D2C78">
            <w:t>desert</w:t>
          </w:r>
        </w:smartTag>
        <w:r w:rsidRPr="009D2C78">
          <w:t xml:space="preserve"> of </w:t>
        </w:r>
        <w:smartTag w:uri="urn:schemas-microsoft-com:office:smarttags" w:element="PlaceName">
          <w:r w:rsidRPr="009D2C78">
            <w:t>Karbala</w:t>
          </w:r>
        </w:smartTag>
      </w:smartTag>
      <w:r w:rsidRPr="009D2C78">
        <w:t xml:space="preserve"> riding on </w:t>
      </w:r>
      <w:r>
        <w:t xml:space="preserve">his </w:t>
      </w:r>
      <w:r w:rsidRPr="009D2C78">
        <w:t>horse,</w:t>
      </w:r>
      <w:r>
        <w:t xml:space="preserve"> the horse fell on its head. The h</w:t>
      </w:r>
      <w:r w:rsidRPr="009D2C78">
        <w:t xml:space="preserve">ead of </w:t>
      </w:r>
      <w:smartTag w:uri="urn:schemas-microsoft-com:office:smarttags" w:element="PersonName">
        <w:smartTag w:uri="urn:schemas:contacts" w:element="GivenName">
          <w:r w:rsidRPr="009D2C78">
            <w:t>Hazrat</w:t>
          </w:r>
        </w:smartTag>
        <w:r w:rsidRPr="009D2C78">
          <w:t xml:space="preserve"> </w:t>
        </w:r>
        <w:smartTag w:uri="urn:schemas:contacts" w:element="Sn">
          <w:r w:rsidRPr="009D2C78">
            <w:t>Ibraheem</w:t>
          </w:r>
        </w:smartTag>
      </w:smartTag>
      <w:r w:rsidRPr="009D2C78">
        <w:t xml:space="preserve"> (a.s.) hit a stone, and started bleeding. Allah </w:t>
      </w:r>
      <w:smartTag w:uri="urn:schemas:contacts" w:element="Sn">
        <w:r w:rsidRPr="009D2C78">
          <w:t>Ta’ala</w:t>
        </w:r>
      </w:smartTag>
      <w:r w:rsidRPr="009D2C78">
        <w:t xml:space="preserve"> said: This is that land on which the Noor of Eyes of </w:t>
      </w:r>
      <w:smartTag w:uri="urn:schemas:contacts" w:element="GivenName">
        <w:r w:rsidRPr="009D2C78">
          <w:t>Mohammad</w:t>
        </w:r>
      </w:smartTag>
      <w:r w:rsidRPr="009D2C78">
        <w:t xml:space="preserve"> (s.a.w.a.w.) and </w:t>
      </w:r>
      <w:smartTag w:uri="urn:schemas:contacts" w:element="GivenName">
        <w:r w:rsidRPr="009D2C78">
          <w:t>Ali</w:t>
        </w:r>
      </w:smartTag>
      <w:r w:rsidRPr="009D2C78">
        <w:t xml:space="preserve"> (s.a.) will be martyred, I wished that you should also share his hardship, your blood should also be shed on this land, on which land his blood will be shed. </w:t>
      </w:r>
      <w:smartTag w:uri="urn:schemas:contacts" w:element="GivenName">
        <w:r w:rsidRPr="009D2C78">
          <w:t>Hazrat</w:t>
        </w:r>
      </w:smartTag>
      <w:r w:rsidRPr="009D2C78">
        <w:t xml:space="preserve"> </w:t>
      </w:r>
      <w:smartTag w:uri="urn:schemas:contacts" w:element="Sn">
        <w:r w:rsidRPr="009D2C78">
          <w:t>Ibraheem</w:t>
        </w:r>
      </w:smartTag>
      <w:r w:rsidRPr="009D2C78">
        <w:t xml:space="preserve"> (a.s.) cursed on </w:t>
      </w:r>
      <w:smartTag w:uri="urn:schemas-microsoft-com:office:smarttags" w:element="PersonName">
        <w:smartTag w:uri="urn:schemas:contacts" w:element="GivenName">
          <w:r w:rsidRPr="009D2C78">
            <w:t>Yazeed</w:t>
          </w:r>
        </w:smartTag>
        <w:r w:rsidRPr="009D2C78">
          <w:t xml:space="preserve"> </w:t>
        </w:r>
        <w:smartTag w:uri="urn:schemas:contacts" w:element="Sn">
          <w:r w:rsidRPr="009D2C78">
            <w:t>Laeen</w:t>
          </w:r>
        </w:smartTag>
      </w:smartTag>
      <w:r w:rsidRPr="009D2C78">
        <w:t xml:space="preserve"> (l.u.) and his horse was saying ‘</w:t>
      </w:r>
      <w:smartTag w:uri="urn:schemas:contacts" w:element="Sn">
        <w:r w:rsidRPr="009D2C78">
          <w:t>Amen</w:t>
        </w:r>
      </w:smartTag>
      <w:r w:rsidRPr="009D2C78">
        <w:t>’</w:t>
      </w:r>
    </w:p>
    <w:p w:rsidR="001137B5" w:rsidRPr="009D2C78" w:rsidRDefault="001137B5" w:rsidP="001137B5">
      <w:pPr>
        <w:pStyle w:val="libItalic"/>
      </w:pPr>
      <w:r w:rsidRPr="009D2C78">
        <w:t xml:space="preserve">When </w:t>
      </w:r>
      <w:smartTag w:uri="urn:schemas-microsoft-com:office:smarttags" w:element="PersonName">
        <w:smartTag w:uri="urn:schemas:contacts" w:element="GivenName">
          <w:r w:rsidRPr="009D2C78">
            <w:t>Hazrat</w:t>
          </w:r>
        </w:smartTag>
        <w:r w:rsidRPr="009D2C78">
          <w:t xml:space="preserve"> </w:t>
        </w:r>
        <w:smartTag w:uri="urn:schemas:contacts" w:element="Sn">
          <w:r w:rsidRPr="009D2C78">
            <w:t>Musa</w:t>
          </w:r>
        </w:smartTag>
      </w:smartTag>
      <w:r w:rsidRPr="009D2C78">
        <w:t xml:space="preserve"> came to </w:t>
      </w:r>
      <w:smartTag w:uri="urn:schemas-microsoft-com:office:smarttags" w:element="City">
        <w:smartTag w:uri="urn:schemas-microsoft-com:office:smarttags" w:element="place">
          <w:r w:rsidRPr="009D2C78">
            <w:t>Karbala</w:t>
          </w:r>
        </w:smartTag>
      </w:smartTag>
      <w:r w:rsidRPr="009D2C78">
        <w:t>, the strap of his foot-wear broke,</w:t>
      </w:r>
      <w:r>
        <w:t xml:space="preserve"> his</w:t>
      </w:r>
      <w:r w:rsidRPr="009D2C78">
        <w:t xml:space="preserve"> feet were injured. Allah </w:t>
      </w:r>
      <w:smartTag w:uri="urn:schemas:contacts" w:element="Sn">
        <w:r w:rsidRPr="009D2C78">
          <w:t>Ta’ala</w:t>
        </w:r>
      </w:smartTag>
      <w:r w:rsidRPr="009D2C78">
        <w:t xml:space="preserve"> revealed: On this land</w:t>
      </w:r>
      <w:r>
        <w:t xml:space="preserve"> the</w:t>
      </w:r>
      <w:r w:rsidRPr="009D2C78">
        <w:t xml:space="preserve"> blood of Hussain (s.a.) will be shed, I wished your blood should be also shed on this land. </w:t>
      </w:r>
      <w:smartTag w:uri="urn:schemas-microsoft-com:office:smarttags" w:element="PersonName">
        <w:smartTag w:uri="urn:schemas:contacts" w:element="GivenName">
          <w:r w:rsidRPr="009D2C78">
            <w:t>Hazrat</w:t>
          </w:r>
        </w:smartTag>
        <w:r w:rsidRPr="009D2C78">
          <w:t xml:space="preserve"> </w:t>
        </w:r>
        <w:smartTag w:uri="urn:schemas:contacts" w:element="Sn">
          <w:r w:rsidRPr="009D2C78">
            <w:t>Musa</w:t>
          </w:r>
        </w:smartTag>
      </w:smartTag>
      <w:r w:rsidRPr="009D2C78">
        <w:t xml:space="preserve"> (a.s.) cursed on Yazeed (l.u.) and Yousha bin </w:t>
      </w:r>
      <w:smartTag w:uri="urn:schemas-microsoft-com:office:smarttags" w:element="time">
        <w:smartTagPr>
          <w:attr w:name="Hour" w:val="12"/>
          <w:attr w:name="Minute" w:val="00"/>
        </w:smartTagPr>
        <w:r w:rsidRPr="009D2C78">
          <w:t>Noon</w:t>
        </w:r>
      </w:smartTag>
      <w:r w:rsidRPr="009D2C78">
        <w:t xml:space="preserve"> (a.s.) said ‘</w:t>
      </w:r>
      <w:smartTag w:uri="urn:schemas:contacts" w:element="Sn">
        <w:r w:rsidRPr="009D2C78">
          <w:t>Amen</w:t>
        </w:r>
      </w:smartTag>
      <w:r w:rsidRPr="009D2C78">
        <w:t>’</w:t>
      </w:r>
    </w:p>
    <w:p w:rsidR="001137B5" w:rsidRDefault="001137B5" w:rsidP="00AD7866">
      <w:pPr>
        <w:pStyle w:val="libNormal"/>
      </w:pPr>
      <w:r>
        <w:t>(Biharul Anwaar, V 1, P 82-84)</w:t>
      </w:r>
    </w:p>
    <w:p w:rsidR="001137B5" w:rsidRDefault="001137B5" w:rsidP="00AD7866">
      <w:pPr>
        <w:pStyle w:val="libNormal"/>
      </w:pPr>
      <w:r>
        <w:lastRenderedPageBreak/>
        <w:t xml:space="preserve">It is Sunnah of Olil Azm Prophets (a.s.) to pay homage to </w:t>
      </w:r>
      <w:smartTag w:uri="urn:schemas-microsoft-com:office:smarttags" w:element="PersonName">
        <w:r>
          <w:t xml:space="preserve">Imam </w:t>
        </w:r>
        <w:smartTag w:uri="urn:schemas:contacts" w:element="Sn">
          <w:r>
            <w:t>Hussain</w:t>
          </w:r>
        </w:smartTag>
      </w:smartTag>
      <w:r>
        <w:t xml:space="preserve"> (s.a.) by shedding blood, and Allah’s Pleasure is also in it.</w:t>
      </w:r>
    </w:p>
    <w:p w:rsidR="001137B5" w:rsidRDefault="001137B5" w:rsidP="001137B5">
      <w:pPr>
        <w:pStyle w:val="Heading4Center"/>
      </w:pPr>
      <w:r w:rsidRPr="00F76646">
        <w:t>76-Sha’air Allah: the cause of Piety of Hearts</w:t>
      </w:r>
    </w:p>
    <w:p w:rsidR="001137B5" w:rsidRPr="002E203E" w:rsidRDefault="001137B5" w:rsidP="001137B5">
      <w:pPr>
        <w:pStyle w:val="libItalic"/>
      </w:pPr>
      <w:r w:rsidRPr="002E203E">
        <w:t xml:space="preserve">Ibne </w:t>
      </w:r>
      <w:smartTag w:uri="urn:schemas:contacts" w:element="Sn">
        <w:r w:rsidRPr="002E203E">
          <w:t>Abbas</w:t>
        </w:r>
      </w:smartTag>
      <w:r w:rsidRPr="002E203E">
        <w:t xml:space="preserve"> (r.a.) narrated: Going for battle of Siffeen, when we reached </w:t>
      </w:r>
      <w:smartTag w:uri="urn:schemas-microsoft-com:office:smarttags" w:element="PlaceType">
        <w:r w:rsidRPr="002E203E">
          <w:t>land</w:t>
        </w:r>
      </w:smartTag>
      <w:r w:rsidRPr="002E203E">
        <w:t xml:space="preserve"> of </w:t>
      </w:r>
      <w:smartTag w:uri="urn:schemas-microsoft-com:office:smarttags" w:element="PlaceName">
        <w:r w:rsidRPr="002E203E">
          <w:t>Nainwa</w:t>
        </w:r>
      </w:smartTag>
      <w:r w:rsidRPr="002E203E">
        <w:t xml:space="preserve">, </w:t>
      </w:r>
      <w:smartTag w:uri="urn:schemas-microsoft-com:office:smarttags" w:element="PersonName">
        <w:smartTag w:uri="urn:schemas:contacts" w:element="GivenName">
          <w:r w:rsidRPr="002E203E">
            <w:t>Maola</w:t>
          </w:r>
        </w:smartTag>
        <w:r w:rsidRPr="002E203E">
          <w:t xml:space="preserve"> </w:t>
        </w:r>
        <w:smartTag w:uri="urn:schemas:contacts" w:element="Sn">
          <w:r w:rsidRPr="002E203E">
            <w:t>Ali</w:t>
          </w:r>
        </w:smartTag>
      </w:smartTag>
      <w:r w:rsidRPr="002E203E">
        <w:t xml:space="preserve"> (s.a.) wept bitterly, and told the incidents of </w:t>
      </w:r>
      <w:smartTag w:uri="urn:schemas-microsoft-com:office:smarttags" w:element="place">
        <w:smartTag w:uri="urn:schemas-microsoft-com:office:smarttags" w:element="City">
          <w:r w:rsidRPr="002E203E">
            <w:t>Karbala</w:t>
          </w:r>
        </w:smartTag>
      </w:smartTag>
      <w:r w:rsidRPr="002E203E">
        <w:t xml:space="preserve">. Then told that Rasool Allah (s.a.w.a.w.) said that we will find dung of dears here whose colour will be yellow like saffron. </w:t>
      </w:r>
      <w:smartTag w:uri="urn:schemas-microsoft-com:office:smarttags" w:element="PersonName">
        <w:smartTag w:uri="urn:schemas:contacts" w:element="GivenName">
          <w:r w:rsidRPr="002E203E">
            <w:t>Ibne</w:t>
          </w:r>
        </w:smartTag>
        <w:r w:rsidRPr="002E203E">
          <w:t xml:space="preserve"> </w:t>
        </w:r>
        <w:smartTag w:uri="urn:schemas:contacts" w:element="Sn">
          <w:r w:rsidRPr="002E203E">
            <w:t>Abbas</w:t>
          </w:r>
        </w:smartTag>
      </w:smartTag>
      <w:r w:rsidRPr="002E203E">
        <w:t xml:space="preserve"> found that dung. </w:t>
      </w:r>
      <w:smartTag w:uri="urn:schemas:contacts" w:element="GivenName">
        <w:r w:rsidRPr="002E203E">
          <w:t>Maola</w:t>
        </w:r>
      </w:smartTag>
      <w:r w:rsidRPr="002E203E">
        <w:t xml:space="preserve"> </w:t>
      </w:r>
      <w:smartTag w:uri="urn:schemas:contacts" w:element="Sn">
        <w:r w:rsidRPr="002E203E">
          <w:t>Ali</w:t>
        </w:r>
      </w:smartTag>
      <w:r w:rsidRPr="002E203E">
        <w:t xml:space="preserve"> (s.a.) told: </w:t>
      </w:r>
      <w:smartTag w:uri="urn:schemas:contacts" w:element="GivenName">
        <w:r w:rsidRPr="002E203E">
          <w:t>Hazrat</w:t>
        </w:r>
      </w:smartTag>
      <w:r w:rsidRPr="002E203E">
        <w:t xml:space="preserve"> </w:t>
      </w:r>
      <w:smartTag w:uri="urn:schemas:contacts" w:element="Sn">
        <w:r w:rsidRPr="002E203E">
          <w:t>Esa</w:t>
        </w:r>
      </w:smartTag>
      <w:r w:rsidRPr="002E203E">
        <w:t xml:space="preserve"> (a.s.) passed through here with his companions, and saw some dears were weeping, </w:t>
      </w:r>
      <w:smartTag w:uri="urn:schemas:contacts" w:element="GivenName">
        <w:r w:rsidRPr="002E203E">
          <w:t>Hazrat</w:t>
        </w:r>
      </w:smartTag>
      <w:r w:rsidRPr="002E203E">
        <w:t xml:space="preserve"> </w:t>
      </w:r>
      <w:smartTag w:uri="urn:schemas:contacts" w:element="Sn">
        <w:r w:rsidRPr="002E203E">
          <w:t>Esa</w:t>
        </w:r>
      </w:smartTag>
      <w:r w:rsidRPr="002E203E">
        <w:t xml:space="preserve"> (a.s.) also wept in the grief of </w:t>
      </w:r>
      <w:smartTag w:uri="urn:schemas-microsoft-com:office:smarttags" w:element="PersonName">
        <w:r w:rsidRPr="002E203E">
          <w:t xml:space="preserve">Imam </w:t>
        </w:r>
        <w:smartTag w:uri="urn:schemas:contacts" w:element="Sn">
          <w:r w:rsidRPr="002E203E">
            <w:t>Hussain</w:t>
          </w:r>
        </w:smartTag>
      </w:smartTag>
      <w:r w:rsidRPr="002E203E">
        <w:t xml:space="preserve"> (s.a.). Dears said to </w:t>
      </w:r>
      <w:smartTag w:uri="urn:schemas:contacts" w:element="GivenName">
        <w:r w:rsidRPr="002E203E">
          <w:t>Hazrat</w:t>
        </w:r>
      </w:smartTag>
      <w:r w:rsidRPr="002E203E">
        <w:t xml:space="preserve"> </w:t>
      </w:r>
      <w:smartTag w:uri="urn:schemas:contacts" w:element="Sn">
        <w:r w:rsidRPr="002E203E">
          <w:t>Esa</w:t>
        </w:r>
      </w:smartTag>
      <w:r w:rsidRPr="002E203E">
        <w:t xml:space="preserve"> (a.s.): They graze the grass of this holy land in the love of </w:t>
      </w:r>
      <w:smartTag w:uri="urn:schemas-microsoft-com:office:smarttags" w:element="PersonName">
        <w:r w:rsidRPr="002E203E">
          <w:t xml:space="preserve">Imam </w:t>
        </w:r>
        <w:smartTag w:uri="urn:schemas:contacts" w:element="Sn">
          <w:r w:rsidRPr="002E203E">
            <w:t>Hussain</w:t>
          </w:r>
        </w:smartTag>
      </w:smartTag>
      <w:r w:rsidRPr="002E203E">
        <w:t xml:space="preserve"> (s.a.). Its smell was more than Musk, or anything else. So </w:t>
      </w:r>
      <w:r>
        <w:t xml:space="preserve">the </w:t>
      </w:r>
      <w:r w:rsidRPr="002E203E">
        <w:t xml:space="preserve">dung also smelt nice. </w:t>
      </w:r>
      <w:smartTag w:uri="urn:schemas-microsoft-com:office:smarttags" w:element="PersonName">
        <w:smartTag w:uri="urn:schemas:contacts" w:element="GivenName">
          <w:r w:rsidRPr="002E203E">
            <w:t>Ibne</w:t>
          </w:r>
        </w:smartTag>
        <w:r w:rsidRPr="002E203E">
          <w:t xml:space="preserve"> </w:t>
        </w:r>
        <w:smartTag w:uri="urn:schemas:contacts" w:element="Sn">
          <w:r w:rsidRPr="002E203E">
            <w:t>Abbas</w:t>
          </w:r>
        </w:smartTag>
      </w:smartTag>
      <w:r w:rsidRPr="002E203E">
        <w:t xml:space="preserve"> tied the dung in his Chador. </w:t>
      </w:r>
      <w:smartTag w:uri="urn:schemas-microsoft-com:office:smarttags" w:element="PersonName">
        <w:smartTag w:uri="urn:schemas:contacts" w:element="GivenName">
          <w:r w:rsidRPr="002E203E">
            <w:t>Hazrat</w:t>
          </w:r>
        </w:smartTag>
        <w:r w:rsidRPr="002E203E">
          <w:t xml:space="preserve"> </w:t>
        </w:r>
        <w:smartTag w:uri="urn:schemas:contacts" w:element="Sn">
          <w:r w:rsidRPr="002E203E">
            <w:t>Esa</w:t>
          </w:r>
        </w:smartTag>
      </w:smartTag>
      <w:r w:rsidRPr="002E203E">
        <w:t xml:space="preserve"> (a.s.) supplicated at that time: Ya Allah, keep this dung like this, so that</w:t>
      </w:r>
      <w:r>
        <w:t xml:space="preserve"> the</w:t>
      </w:r>
      <w:r w:rsidRPr="002E203E">
        <w:t xml:space="preserve"> father of Hussain (s.a.) will see it. </w:t>
      </w:r>
      <w:smartTag w:uri="urn:schemas:contacts" w:element="GivenName">
        <w:r w:rsidRPr="002E203E">
          <w:t>Maola</w:t>
        </w:r>
      </w:smartTag>
      <w:r w:rsidRPr="002E203E">
        <w:t xml:space="preserve"> </w:t>
      </w:r>
      <w:smartTag w:uri="urn:schemas:contacts" w:element="Sn">
        <w:r w:rsidRPr="002E203E">
          <w:t>Ali</w:t>
        </w:r>
      </w:smartTag>
      <w:r w:rsidRPr="002E203E">
        <w:t xml:space="preserve"> (s.a.) said: </w:t>
      </w:r>
      <w:smartTag w:uri="urn:schemas-microsoft-com:office:smarttags" w:element="PersonName">
        <w:smartTag w:uri="urn:schemas:contacts" w:element="GivenName">
          <w:r w:rsidRPr="002E203E">
            <w:t>Ibne</w:t>
          </w:r>
        </w:smartTag>
        <w:r w:rsidRPr="002E203E">
          <w:t xml:space="preserve"> </w:t>
        </w:r>
        <w:smartTag w:uri="urn:schemas:contacts" w:element="Sn">
          <w:r w:rsidRPr="002E203E">
            <w:t>Abbas</w:t>
          </w:r>
        </w:smartTag>
      </w:smartTag>
      <w:r w:rsidRPr="002E203E">
        <w:t>! when you see that fresh blood is oozing from it, then know that definitely my Mazloom son (s.a.) is martyred. Ibne Abbas said: I protected that dung more than my obligatory prayers, and always kept</w:t>
      </w:r>
      <w:r>
        <w:t xml:space="preserve"> it</w:t>
      </w:r>
      <w:r w:rsidRPr="002E203E">
        <w:t xml:space="preserve"> tied with my arm. One day I was asleep, suddenly I woke up, my arm was full of blood, and blood was coming out from that dung, I started lamenting. Then saw outside that there </w:t>
      </w:r>
      <w:r>
        <w:t>wa</w:t>
      </w:r>
      <w:r w:rsidRPr="002E203E">
        <w:t>s</w:t>
      </w:r>
      <w:r>
        <w:t xml:space="preserve"> a</w:t>
      </w:r>
      <w:r w:rsidRPr="002E203E">
        <w:t xml:space="preserve"> dust storm, </w:t>
      </w:r>
      <w:r>
        <w:t>the walls wer</w:t>
      </w:r>
      <w:r w:rsidRPr="002E203E">
        <w:t xml:space="preserve">e red, and </w:t>
      </w:r>
      <w:smartTag w:uri="urn:schemas:contacts" w:element="Sn">
        <w:r w:rsidRPr="002E203E">
          <w:t>Angels</w:t>
        </w:r>
      </w:smartTag>
      <w:r>
        <w:t xml:space="preserve"> we</w:t>
      </w:r>
      <w:r w:rsidRPr="002E203E">
        <w:t xml:space="preserve">re giving news of martyrdom of </w:t>
      </w:r>
      <w:smartTag w:uri="urn:schemas-microsoft-com:office:smarttags" w:element="PersonName">
        <w:r w:rsidRPr="002E203E">
          <w:t xml:space="preserve">Imam </w:t>
        </w:r>
        <w:smartTag w:uri="urn:schemas:contacts" w:element="Sn">
          <w:r w:rsidRPr="002E203E">
            <w:t>Hussain</w:t>
          </w:r>
        </w:smartTag>
      </w:smartTag>
      <w:r w:rsidRPr="002E203E">
        <w:t xml:space="preserve"> (s.a.).</w:t>
      </w:r>
    </w:p>
    <w:p w:rsidR="001137B5" w:rsidRDefault="001137B5" w:rsidP="00AD7866">
      <w:pPr>
        <w:pStyle w:val="libNormal"/>
      </w:pPr>
      <w:r>
        <w:t>(Biharul Anwaar, V 1, P 92)</w:t>
      </w:r>
    </w:p>
    <w:p w:rsidR="001137B5" w:rsidRDefault="001137B5" w:rsidP="00AD7866">
      <w:pPr>
        <w:pStyle w:val="libNormal"/>
      </w:pPr>
      <w:r>
        <w:t xml:space="preserve">A well known scholar like </w:t>
      </w:r>
      <w:smartTag w:uri="urn:schemas-microsoft-com:office:smarttags" w:element="PersonName">
        <w:smartTag w:uri="urn:schemas:contacts" w:element="GivenName">
          <w:r>
            <w:t>Ibne</w:t>
          </w:r>
        </w:smartTag>
        <w:r>
          <w:t xml:space="preserve"> </w:t>
        </w:r>
        <w:smartTag w:uri="urn:schemas:contacts" w:element="Sn">
          <w:r>
            <w:t>Abbas</w:t>
          </w:r>
        </w:smartTag>
      </w:smartTag>
      <w:r>
        <w:t xml:space="preserve"> (r.a.) was guarding the dung more than his obligatory Namaaz, because that dung was </w:t>
      </w:r>
    </w:p>
    <w:p w:rsidR="001137B5" w:rsidRDefault="001137B5" w:rsidP="00AD7866">
      <w:pPr>
        <w:pStyle w:val="libNormal"/>
      </w:pPr>
      <w:r>
        <w:t xml:space="preserve">related with the grief of </w:t>
      </w:r>
      <w:smartTag w:uri="urn:schemas-microsoft-com:office:smarttags" w:element="PersonName">
        <w:r>
          <w:t xml:space="preserve">Imam </w:t>
        </w:r>
        <w:smartTag w:uri="urn:schemas:contacts" w:element="Sn">
          <w:r>
            <w:t>Hussain</w:t>
          </w:r>
        </w:smartTag>
      </w:smartTag>
      <w:r>
        <w:t xml:space="preserve"> (s.a.). O you the snakes of the sleeve! who are secretly opposing Zuljanah, Alam, Taboot, Mehndi, and Cradle, still there is time for you to repent before the strike of Zulfiqaar of Imam e Qaim (a.f.s.).</w:t>
      </w:r>
    </w:p>
    <w:p w:rsidR="001137B5" w:rsidRDefault="001137B5" w:rsidP="001137B5">
      <w:pPr>
        <w:pStyle w:val="Heading4Center"/>
      </w:pPr>
      <w:r w:rsidRPr="00F76646">
        <w:t xml:space="preserve">77-Earth &amp; Sky wept Blood in the Grief of </w:t>
      </w:r>
      <w:smartTag w:uri="urn:schemas-microsoft-com:office:smarttags" w:element="PersonName">
        <w:r w:rsidRPr="00F76646">
          <w:t>Imam</w:t>
        </w:r>
        <w:r>
          <w:t xml:space="preserve"> </w:t>
        </w:r>
        <w:smartTag w:uri="urn:schemas:contacts" w:element="Sn">
          <w:r w:rsidRPr="00F76646">
            <w:t>Hussain</w:t>
          </w:r>
        </w:smartTag>
      </w:smartTag>
      <w:r w:rsidRPr="00F76646">
        <w:t xml:space="preserve"> (s.a.)</w:t>
      </w:r>
    </w:p>
    <w:p w:rsidR="001137B5" w:rsidRPr="00DD3C0D" w:rsidRDefault="001137B5" w:rsidP="001137B5">
      <w:pPr>
        <w:pStyle w:val="libItalic"/>
      </w:pPr>
      <w:r w:rsidRPr="00DD3C0D">
        <w:t xml:space="preserve">According to </w:t>
      </w:r>
      <w:r>
        <w:t xml:space="preserve">a </w:t>
      </w:r>
      <w:r w:rsidRPr="00DD3C0D">
        <w:t xml:space="preserve">Hadees of Imam </w:t>
      </w:r>
      <w:smartTag w:uri="urn:schemas:contacts" w:element="Sn">
        <w:r w:rsidRPr="00DD3C0D">
          <w:t>Baqir</w:t>
        </w:r>
      </w:smartTag>
      <w:r w:rsidRPr="00DD3C0D">
        <w:t xml:space="preserve"> (s.a.), after the martyrdom of </w:t>
      </w:r>
      <w:smartTag w:uri="urn:schemas-microsoft-com:office:smarttags" w:element="PersonName">
        <w:r w:rsidRPr="00DD3C0D">
          <w:t xml:space="preserve">Imam </w:t>
        </w:r>
        <w:smartTag w:uri="urn:schemas:contacts" w:element="Sn">
          <w:r w:rsidRPr="00DD3C0D">
            <w:t>Hussain</w:t>
          </w:r>
        </w:smartTag>
      </w:smartTag>
      <w:r w:rsidRPr="00DD3C0D">
        <w:t xml:space="preserve"> (s.a.) blood came out from the Earth, if a stone or lump was moved fresh blood was springing, for three days blood rained from the Sky. </w:t>
      </w:r>
      <w:r>
        <w:t>The s</w:t>
      </w:r>
      <w:r w:rsidRPr="00DD3C0D">
        <w:t xml:space="preserve">ame happened on the martyrdom of </w:t>
      </w:r>
      <w:smartTag w:uri="urn:schemas-microsoft-com:office:smarttags" w:element="PersonName">
        <w:smartTag w:uri="urn:schemas:contacts" w:element="GivenName">
          <w:r w:rsidRPr="00DD3C0D">
            <w:t>Maola</w:t>
          </w:r>
        </w:smartTag>
        <w:r w:rsidRPr="00DD3C0D">
          <w:t xml:space="preserve"> </w:t>
        </w:r>
        <w:smartTag w:uri="urn:schemas:contacts" w:element="Sn">
          <w:r w:rsidRPr="00DD3C0D">
            <w:t>Ali</w:t>
          </w:r>
        </w:smartTag>
      </w:smartTag>
      <w:r w:rsidRPr="00DD3C0D">
        <w:t xml:space="preserve"> (s.a.). Sun, Moon, Atmosphere, Angels, and everything mourned in the grief of </w:t>
      </w:r>
      <w:smartTag w:uri="urn:schemas-microsoft-com:office:smarttags" w:element="PersonName">
        <w:r w:rsidRPr="00DD3C0D">
          <w:t xml:space="preserve">Imam </w:t>
        </w:r>
        <w:smartTag w:uri="urn:schemas:contacts" w:element="Sn">
          <w:r w:rsidRPr="00DD3C0D">
            <w:t>Hussain</w:t>
          </w:r>
        </w:smartTag>
      </w:smartTag>
      <w:r w:rsidRPr="00DD3C0D">
        <w:t xml:space="preserve"> (s.a.).</w:t>
      </w:r>
    </w:p>
    <w:p w:rsidR="001137B5" w:rsidRDefault="001137B5" w:rsidP="00AD7866">
      <w:pPr>
        <w:pStyle w:val="libNormal"/>
      </w:pPr>
      <w:r w:rsidRPr="00DD3C0D">
        <w:t>(Biharul Anwaar, V 2, P 381-382, V 1, P 121)</w:t>
      </w:r>
    </w:p>
    <w:p w:rsidR="001137B5" w:rsidRDefault="001137B5" w:rsidP="00AD7866">
      <w:pPr>
        <w:pStyle w:val="libNormal"/>
      </w:pPr>
      <w:r w:rsidRPr="00DD3C0D">
        <w:t>Every thing that has Marifat of its Creator</w:t>
      </w:r>
      <w:r>
        <w:t>, and understands the Wish</w:t>
      </w:r>
      <w:r w:rsidRPr="00DD3C0D">
        <w:t xml:space="preserve"> of Allah</w:t>
      </w:r>
      <w:r>
        <w:t xml:space="preserve">, pays homage by shedding blood in the grief of </w:t>
      </w:r>
      <w:smartTag w:uri="urn:schemas-microsoft-com:office:smarttags" w:element="PersonName">
        <w:r>
          <w:t xml:space="preserve">Imam </w:t>
        </w:r>
        <w:smartTag w:uri="urn:schemas:contacts" w:element="Sn">
          <w:r>
            <w:t>Hussain</w:t>
          </w:r>
        </w:smartTag>
      </w:smartTag>
      <w:r>
        <w:t xml:space="preserve"> (s.a.).</w:t>
      </w:r>
    </w:p>
    <w:p w:rsidR="001137B5" w:rsidRDefault="001137B5" w:rsidP="001137B5">
      <w:pPr>
        <w:pStyle w:val="Heading4Center"/>
      </w:pPr>
      <w:r>
        <w:t>78-One Tear-</w:t>
      </w:r>
      <w:r w:rsidRPr="00F76646">
        <w:t>drop in the Grief of Hussain (s.a.)</w:t>
      </w:r>
    </w:p>
    <w:p w:rsidR="001137B5" w:rsidRPr="00DD3C0D" w:rsidRDefault="001137B5" w:rsidP="001137B5">
      <w:pPr>
        <w:pStyle w:val="libItalic"/>
      </w:pPr>
      <w:r w:rsidRPr="00DD3C0D">
        <w:t xml:space="preserve">According to the saying of </w:t>
      </w:r>
      <w:smartTag w:uri="urn:schemas-microsoft-com:office:smarttags" w:element="PersonName">
        <w:r w:rsidRPr="00DD3C0D">
          <w:t xml:space="preserve">Imam </w:t>
        </w:r>
        <w:smartTag w:uri="urn:schemas:contacts" w:element="GivenName">
          <w:r w:rsidRPr="00DD3C0D">
            <w:t>Jafar</w:t>
          </w:r>
        </w:smartTag>
        <w:r w:rsidRPr="00DD3C0D">
          <w:t xml:space="preserve"> </w:t>
        </w:r>
        <w:smartTag w:uri="urn:schemas:contacts" w:element="Sn">
          <w:r w:rsidRPr="00DD3C0D">
            <w:t>Sadiq</w:t>
          </w:r>
        </w:smartTag>
      </w:smartTag>
      <w:r w:rsidRPr="00DD3C0D">
        <w:t xml:space="preserve"> (s.a.), if one drop of tears of the mourner of Mazloom-e-Karbala (s.a.) is put in Hell, its all heat will be finished.</w:t>
      </w:r>
    </w:p>
    <w:p w:rsidR="001137B5" w:rsidRDefault="001137B5" w:rsidP="00AD7866">
      <w:pPr>
        <w:pStyle w:val="libNormal"/>
      </w:pPr>
      <w:r>
        <w:t>(Biharul Anwaar, V 1, P 124)</w:t>
      </w:r>
    </w:p>
    <w:p w:rsidR="001137B5" w:rsidRDefault="001137B5" w:rsidP="00AD7866">
      <w:pPr>
        <w:pStyle w:val="libNormal"/>
      </w:pPr>
      <w:r>
        <w:lastRenderedPageBreak/>
        <w:t xml:space="preserve">If one Tear-drop of the mourner of </w:t>
      </w:r>
      <w:smartTag w:uri="urn:schemas-microsoft-com:office:smarttags" w:element="PersonName">
        <w:r>
          <w:t xml:space="preserve">Imam </w:t>
        </w:r>
        <w:smartTag w:uri="urn:schemas:contacts" w:element="Sn">
          <w:r>
            <w:t>Hussain</w:t>
          </w:r>
        </w:smartTag>
      </w:smartTag>
      <w:r>
        <w:t xml:space="preserve"> (s.a.) can cool down completely the whole Jahannam, then how much will be the value of shedding blood near Allah! Every one knows that Imam </w:t>
      </w:r>
    </w:p>
    <w:p w:rsidR="001137B5" w:rsidRDefault="001137B5" w:rsidP="00AD7866">
      <w:pPr>
        <w:pStyle w:val="libNormal"/>
      </w:pPr>
      <w:r>
        <w:t xml:space="preserve">Zainul </w:t>
      </w:r>
      <w:smartTag w:uri="urn:schemas:contacts" w:element="Sn">
        <w:r>
          <w:t>Abideen</w:t>
        </w:r>
      </w:smartTag>
      <w:r>
        <w:t xml:space="preserve"> (s.a.) and </w:t>
      </w:r>
      <w:smartTag w:uri="urn:schemas-microsoft-com:office:smarttags" w:element="PersonName">
        <w:r>
          <w:t xml:space="preserve">Imam </w:t>
        </w:r>
        <w:smartTag w:uri="urn:schemas:contacts" w:element="Sn">
          <w:r>
            <w:t>Qaim</w:t>
          </w:r>
        </w:smartTag>
      </w:smartTag>
      <w:r>
        <w:t xml:space="preserve"> (a.f.s.) are weeping blood. Why hypocrite Muqassir Mulla is afraid of shedding blood?</w:t>
      </w:r>
    </w:p>
    <w:p w:rsidR="001137B5" w:rsidRDefault="001137B5" w:rsidP="001137B5">
      <w:pPr>
        <w:pStyle w:val="Heading4Center"/>
      </w:pPr>
      <w:r w:rsidRPr="00F76646">
        <w:t>79-Syyeda Zain</w:t>
      </w:r>
      <w:r>
        <w:t xml:space="preserve">ab (s.a.) and Shedding </w:t>
      </w:r>
      <w:r w:rsidRPr="00F76646">
        <w:t>Blood</w:t>
      </w:r>
    </w:p>
    <w:p w:rsidR="001137B5" w:rsidRPr="00A718CA" w:rsidRDefault="001137B5" w:rsidP="001137B5">
      <w:pPr>
        <w:pStyle w:val="libItalic"/>
      </w:pPr>
      <w:r w:rsidRPr="00A718CA">
        <w:t xml:space="preserve">When </w:t>
      </w:r>
      <w:smartTag w:uri="urn:schemas:contacts" w:element="GivenName">
        <w:r w:rsidRPr="00A718CA">
          <w:t>Syyeda</w:t>
        </w:r>
      </w:smartTag>
      <w:r w:rsidRPr="00A718CA">
        <w:t xml:space="preserve"> </w:t>
      </w:r>
      <w:smartTag w:uri="urn:schemas:contacts" w:element="middlename">
        <w:r w:rsidRPr="00A718CA">
          <w:t>Masooma</w:t>
        </w:r>
      </w:smartTag>
      <w:r w:rsidRPr="00A718CA">
        <w:t xml:space="preserve"> </w:t>
      </w:r>
      <w:smartTag w:uri="urn:schemas:contacts" w:element="Sn">
        <w:r w:rsidRPr="00A718CA">
          <w:t>Zainab</w:t>
        </w:r>
      </w:smartTag>
      <w:r w:rsidRPr="00A718CA">
        <w:t xml:space="preserve"> al-Kubra (s.a.) saw the holy head of </w:t>
      </w:r>
      <w:smartTag w:uri="urn:schemas-microsoft-com:office:smarttags" w:element="PersonName">
        <w:smartTag w:uri="urn:schemas:contacts" w:element="GivenName">
          <w:r w:rsidRPr="00A718CA">
            <w:t>Maola</w:t>
          </w:r>
        </w:smartTag>
        <w:r w:rsidRPr="00A718CA">
          <w:t xml:space="preserve"> </w:t>
        </w:r>
        <w:smartTag w:uri="urn:schemas:contacts" w:element="Sn">
          <w:r w:rsidRPr="00A718CA">
            <w:t>Hussain</w:t>
          </w:r>
        </w:smartTag>
      </w:smartTag>
      <w:r w:rsidRPr="00A718CA">
        <w:t xml:space="preserve"> (s.a.), she hit her head with the pole of Mahmal (litter, saddle), and her holy forehead was bleeding. She was weeping and saying Nauha, and in her Nauha she was addressing Imam </w:t>
      </w:r>
      <w:smartTag w:uri="urn:schemas:contacts" w:element="Sn">
        <w:r w:rsidRPr="00A718CA">
          <w:t>Hussain</w:t>
        </w:r>
      </w:smartTag>
      <w:r w:rsidRPr="00A718CA">
        <w:t xml:space="preserve"> (s.a.) and narrating the hardships on </w:t>
      </w:r>
      <w:smartTag w:uri="urn:schemas:contacts" w:element="GivenName">
        <w:r w:rsidRPr="00A718CA">
          <w:t>Syyeda</w:t>
        </w:r>
      </w:smartTag>
      <w:r w:rsidRPr="00A718CA">
        <w:t xml:space="preserve"> </w:t>
      </w:r>
      <w:smartTag w:uri="urn:schemas:contacts" w:element="Sn">
        <w:r w:rsidRPr="00A718CA">
          <w:t>Sakina</w:t>
        </w:r>
      </w:smartTag>
      <w:r w:rsidRPr="00A718CA">
        <w:t xml:space="preserve"> (s.a.) and </w:t>
      </w:r>
      <w:smartTag w:uri="urn:schemas-microsoft-com:office:smarttags" w:element="PersonName">
        <w:r w:rsidRPr="00A718CA">
          <w:t xml:space="preserve">Imam </w:t>
        </w:r>
        <w:smartTag w:uri="urn:schemas:contacts" w:element="GivenName">
          <w:r w:rsidRPr="00A718CA">
            <w:t>Zainul</w:t>
          </w:r>
        </w:smartTag>
        <w:r w:rsidRPr="00A718CA">
          <w:t xml:space="preserve"> </w:t>
        </w:r>
        <w:smartTag w:uri="urn:schemas:contacts" w:element="Sn">
          <w:r w:rsidRPr="00A718CA">
            <w:t>Abideen</w:t>
          </w:r>
        </w:smartTag>
      </w:smartTag>
      <w:r w:rsidRPr="00A718CA">
        <w:t xml:space="preserve"> (s.a.).</w:t>
      </w:r>
    </w:p>
    <w:p w:rsidR="00BE2EC5" w:rsidRDefault="001137B5" w:rsidP="00AD7866">
      <w:pPr>
        <w:pStyle w:val="libNormal"/>
      </w:pPr>
      <w:r w:rsidRPr="00A718CA">
        <w:t>(Biharul Anwaar, V 2, P 314, Yanabeh al-Mawaddat, P 568)</w:t>
      </w:r>
    </w:p>
    <w:p w:rsidR="001137B5" w:rsidRDefault="001137B5" w:rsidP="001137B5">
      <w:pPr>
        <w:pStyle w:val="Heading4Center"/>
      </w:pPr>
      <w:r w:rsidRPr="00F76646">
        <w:t>80-Angels (s.a.) leave Ibadat and weep</w:t>
      </w:r>
    </w:p>
    <w:p w:rsidR="001137B5" w:rsidRPr="000E06D0" w:rsidRDefault="001137B5" w:rsidP="00AD7866">
      <w:pPr>
        <w:pStyle w:val="libNormal"/>
      </w:pPr>
      <w:r w:rsidRPr="000E06D0">
        <w:t>Infallible Imam (s.a.) said: When Syyeda Fatima Zahra (s.a.) weeps in the grief of Imam Hussain (s.a.), then Prophets (a.s.), Siddeeqs, Shuhada, and Angels start weeping with her, until Rasool Allah (s.a.w.a.w.) comes, and says: O my daughter (s.a.)! You made the inhabitants of the skies weep</w:t>
      </w:r>
      <w:r w:rsidRPr="00F07E35">
        <w:t xml:space="preserve"> </w:t>
      </w:r>
      <w:r w:rsidRPr="000E06D0">
        <w:t xml:space="preserve">so much that </w:t>
      </w:r>
      <w:smartTag w:uri="urn:schemas:contacts" w:element="Sn">
        <w:r w:rsidRPr="000E06D0">
          <w:t>Angels</w:t>
        </w:r>
      </w:smartTag>
      <w:r w:rsidRPr="000E06D0">
        <w:t xml:space="preserve"> have left Ibadat. Four thousand Angels whom Imam Hussain (s.a.) did not give permission for Jihad on 10</w:t>
      </w:r>
      <w:r w:rsidRPr="001137B5">
        <w:t>th</w:t>
      </w:r>
      <w:r w:rsidRPr="000E06D0">
        <w:t xml:space="preserve"> Moharram, will keep weeping, </w:t>
      </w:r>
      <w:r>
        <w:t xml:space="preserve">with </w:t>
      </w:r>
      <w:r w:rsidRPr="000E06D0">
        <w:t xml:space="preserve">dust in their hair, they welcome the Zaireen (visitors) of Imam Hussain (s.a.) but they can not say Salaam due to their weeping &amp; lamenting. They will be included in the army of Imam </w:t>
      </w:r>
      <w:smartTag w:uri="urn:schemas:contacts" w:element="Sn">
        <w:r w:rsidRPr="000E06D0">
          <w:t>Qaim</w:t>
        </w:r>
      </w:smartTag>
      <w:r w:rsidRPr="000E06D0">
        <w:t xml:space="preserve"> (a.f.s.) after Zahoor, and will take revenge for the blood of </w:t>
      </w:r>
      <w:smartTag w:uri="urn:schemas-microsoft-com:office:smarttags" w:element="PersonName">
        <w:r w:rsidRPr="000E06D0">
          <w:t xml:space="preserve">Imam </w:t>
        </w:r>
        <w:smartTag w:uri="urn:schemas:contacts" w:element="Sn">
          <w:r w:rsidRPr="000E06D0">
            <w:t>Hussain</w:t>
          </w:r>
        </w:smartTag>
      </w:smartTag>
      <w:r w:rsidRPr="000E06D0">
        <w:t xml:space="preserve"> (s.a.). If people come to know the reward of Ziyarat of </w:t>
      </w:r>
      <w:smartTag w:uri="urn:schemas-microsoft-com:office:smarttags" w:element="PersonName">
        <w:r w:rsidRPr="000E06D0">
          <w:t xml:space="preserve">Imam </w:t>
        </w:r>
        <w:smartTag w:uri="urn:schemas:contacts" w:element="Sn">
          <w:r w:rsidRPr="000E06D0">
            <w:t>Hussain</w:t>
          </w:r>
        </w:smartTag>
      </w:smartTag>
      <w:r w:rsidRPr="000E06D0">
        <w:t xml:space="preserve"> (s.a.), they will kill each other for that. </w:t>
      </w:r>
    </w:p>
    <w:p w:rsidR="001137B5" w:rsidRDefault="001137B5" w:rsidP="00AD7866">
      <w:pPr>
        <w:pStyle w:val="libNormal"/>
      </w:pPr>
      <w:r>
        <w:t>(Biharul Anwaar, V 2, P 393)</w:t>
      </w:r>
    </w:p>
    <w:p w:rsidR="001137B5" w:rsidRDefault="001137B5" w:rsidP="00AD7866">
      <w:pPr>
        <w:pStyle w:val="libNormal"/>
      </w:pPr>
      <w:r>
        <w:t xml:space="preserve">Muqassir Mulla should go to Mansoor, who is the head of 4000 </w:t>
      </w:r>
      <w:smartTag w:uri="urn:schemas:contacts" w:element="Sn">
        <w:r>
          <w:t>Angels</w:t>
        </w:r>
      </w:smartTag>
      <w:r>
        <w:t xml:space="preserve"> weeping &amp; lamenting continuously day and night since 61 </w:t>
      </w:r>
    </w:p>
    <w:p w:rsidR="001137B5" w:rsidRDefault="001137B5" w:rsidP="00AD7866">
      <w:pPr>
        <w:pStyle w:val="libNormal"/>
      </w:pPr>
      <w:r>
        <w:t>Hijri at the Shrine of Imam Hussain (s.a.), and ask: You are infallible Angels, and you weep so much that you can not even answer Salaam, for centuries you are soiled in dust &amp; blood from Karbala, at least stop for a while, do Wazu to wash dust &amp; blood to worship Allah as well.</w:t>
      </w:r>
    </w:p>
    <w:p w:rsidR="001137B5" w:rsidRDefault="001137B5" w:rsidP="001137B5">
      <w:pPr>
        <w:pStyle w:val="Heading4Center"/>
      </w:pPr>
      <w:r w:rsidRPr="00F76646">
        <w:t>81-Imam (s.a.) tears shirt in the Grief of Imam (s.a.)</w:t>
      </w:r>
    </w:p>
    <w:p w:rsidR="001137B5" w:rsidRPr="00EA2D09" w:rsidRDefault="001137B5" w:rsidP="001137B5">
      <w:pPr>
        <w:pStyle w:val="libItalic"/>
      </w:pPr>
      <w:r w:rsidRPr="00EA2D09">
        <w:t xml:space="preserve">When Imam </w:t>
      </w:r>
      <w:smartTag w:uri="urn:schemas:contacts" w:element="GivenName">
        <w:r w:rsidRPr="00EA2D09">
          <w:t>Ali</w:t>
        </w:r>
      </w:smartTag>
      <w:r w:rsidRPr="00EA2D09">
        <w:t xml:space="preserve"> </w:t>
      </w:r>
      <w:smartTag w:uri="urn:schemas:contacts" w:element="Sn">
        <w:r w:rsidRPr="00EA2D09">
          <w:t>Naqi</w:t>
        </w:r>
      </w:smartTag>
      <w:r w:rsidRPr="00EA2D09">
        <w:t xml:space="preserve"> (s.a.) was martyred, </w:t>
      </w:r>
      <w:smartTag w:uri="urn:schemas-microsoft-com:office:smarttags" w:element="PersonName">
        <w:r w:rsidRPr="00EA2D09">
          <w:t xml:space="preserve">Imam </w:t>
        </w:r>
        <w:smartTag w:uri="urn:schemas:contacts" w:element="GivenName">
          <w:r w:rsidRPr="00EA2D09">
            <w:t>Hassan</w:t>
          </w:r>
        </w:smartTag>
        <w:r w:rsidRPr="00EA2D09">
          <w:t xml:space="preserve"> </w:t>
        </w:r>
        <w:smartTag w:uri="urn:schemas:contacts" w:element="Sn">
          <w:r w:rsidRPr="00EA2D09">
            <w:t>Askari</w:t>
          </w:r>
        </w:smartTag>
      </w:smartTag>
      <w:r w:rsidRPr="00EA2D09">
        <w:t xml:space="preserve"> (s.a.) came out of his holy house and his shirt was torn in front and back as well.</w:t>
      </w:r>
    </w:p>
    <w:p w:rsidR="001137B5" w:rsidRDefault="001137B5" w:rsidP="00AD7866">
      <w:pPr>
        <w:pStyle w:val="libNormal"/>
      </w:pPr>
      <w:r>
        <w:t>(Mun La Yahzorul Faqeh, V 1, P 127)</w:t>
      </w:r>
    </w:p>
    <w:p w:rsidR="001137B5" w:rsidRDefault="001137B5" w:rsidP="001137B5">
      <w:pPr>
        <w:pStyle w:val="Heading4Center"/>
      </w:pPr>
      <w:r w:rsidRPr="00F76646">
        <w:t>82-To get skin-cuts is Sunnah</w:t>
      </w:r>
    </w:p>
    <w:p w:rsidR="001137B5" w:rsidRPr="00013372" w:rsidRDefault="001137B5" w:rsidP="001137B5">
      <w:pPr>
        <w:pStyle w:val="libItalic"/>
      </w:pPr>
      <w:r w:rsidRPr="00013372">
        <w:t xml:space="preserve">Imam </w:t>
      </w:r>
      <w:smartTag w:uri="urn:schemas:contacts" w:element="Sn">
        <w:r w:rsidRPr="00013372">
          <w:t>Baqir</w:t>
        </w:r>
      </w:smartTag>
      <w:r w:rsidRPr="00013372">
        <w:t xml:space="preserve"> (s.a.) said: </w:t>
      </w:r>
      <w:smartTag w:uri="urn:schemas-microsoft-com:office:smarttags" w:element="PersonName">
        <w:smartTag w:uri="urn:schemas:contacts" w:element="GivenName">
          <w:r w:rsidRPr="00013372">
            <w:t>Nabi</w:t>
          </w:r>
        </w:smartTag>
        <w:r w:rsidRPr="00013372">
          <w:t xml:space="preserve"> </w:t>
        </w:r>
        <w:smartTag w:uri="urn:schemas:contacts" w:element="Sn">
          <w:r w:rsidRPr="00013372">
            <w:t>Akram</w:t>
          </w:r>
        </w:smartTag>
      </w:smartTag>
      <w:r w:rsidRPr="00013372">
        <w:t xml:space="preserve"> (s.a.w.a.w.) let the barber make skin cuts on his head, between his shoulders, and back three times, and said it is benefic</w:t>
      </w:r>
      <w:r>
        <w:t>ial, helping</w:t>
      </w:r>
      <w:r w:rsidRPr="00013372">
        <w:t>, and rescuing.</w:t>
      </w:r>
    </w:p>
    <w:p w:rsidR="001137B5" w:rsidRDefault="001137B5" w:rsidP="00AD7866">
      <w:pPr>
        <w:pStyle w:val="libNormal"/>
      </w:pPr>
      <w:r w:rsidRPr="00013372">
        <w:t>(Ma’ani al Akhbar, V 2, P 296)</w:t>
      </w:r>
    </w:p>
    <w:p w:rsidR="001137B5" w:rsidRPr="00013372" w:rsidRDefault="001137B5" w:rsidP="001137B5">
      <w:pPr>
        <w:pStyle w:val="libItalic"/>
      </w:pPr>
      <w:r w:rsidRPr="00013372">
        <w:t>If a person has a cut and it is bleeding, and its blood is soaking his clothes, it does not matter if he does not wash it until it heals or blood stops.</w:t>
      </w:r>
    </w:p>
    <w:p w:rsidR="001137B5" w:rsidRDefault="001137B5" w:rsidP="00AD7866">
      <w:pPr>
        <w:pStyle w:val="libNormal"/>
      </w:pPr>
      <w:r>
        <w:lastRenderedPageBreak/>
        <w:t>(Mun La Yahzorul Faqeh, V 1, P 67)</w:t>
      </w:r>
    </w:p>
    <w:p w:rsidR="001137B5" w:rsidRDefault="001137B5" w:rsidP="00AD7866">
      <w:pPr>
        <w:pStyle w:val="libNormal"/>
      </w:pPr>
      <w:r>
        <w:t xml:space="preserve">O you, who declare Matam with sword &amp; knife Haraam! Come into senses. Which blood is shed in the grief of </w:t>
      </w:r>
      <w:smartTag w:uri="urn:schemas-microsoft-com:office:smarttags" w:element="PersonName">
        <w:r>
          <w:t xml:space="preserve">Imam </w:t>
        </w:r>
        <w:smartTag w:uri="urn:schemas:contacts" w:element="Sn">
          <w:r>
            <w:t>Hussain</w:t>
          </w:r>
        </w:smartTag>
      </w:smartTag>
      <w:r>
        <w:t xml:space="preserve"> (s.a.) neither it is Najis itself, nor it makes clothes Najis. Prophets (a.s.) shed blood in the grief of Imam </w:t>
      </w:r>
      <w:smartTag w:uri="urn:schemas:contacts" w:element="Sn">
        <w:r>
          <w:t>Hussain</w:t>
        </w:r>
      </w:smartTag>
      <w:r>
        <w:t xml:space="preserve"> (s.a.), if you do not understand why </w:t>
      </w:r>
      <w:smartTag w:uri="urn:schemas-microsoft-com:office:smarttags" w:element="PersonName">
        <w:smartTag w:uri="urn:schemas:contacts" w:element="GivenName">
          <w:r>
            <w:t>Nabi</w:t>
          </w:r>
        </w:smartTag>
        <w:r>
          <w:t xml:space="preserve"> </w:t>
        </w:r>
        <w:smartTag w:uri="urn:schemas:contacts" w:element="Sn">
          <w:r>
            <w:t>Akram</w:t>
          </w:r>
        </w:smartTag>
      </w:smartTag>
      <w:r>
        <w:t xml:space="preserve"> (s.a.w.a.w.) made cuts on his holy head, neck, and back; then curse your mother. Rather that person is Najis al-Ain who declares Fatawa against Azadari and Walayat.</w:t>
      </w:r>
    </w:p>
    <w:p w:rsidR="001137B5" w:rsidRDefault="001137B5" w:rsidP="001137B5">
      <w:pPr>
        <w:pStyle w:val="Heading4Center"/>
      </w:pPr>
      <w:r w:rsidRPr="00F76646">
        <w:t xml:space="preserve">83-Value of Visitor of </w:t>
      </w:r>
      <w:smartTag w:uri="urn:schemas-microsoft-com:office:smarttags" w:element="PersonName">
        <w:r w:rsidRPr="00F76646">
          <w:t xml:space="preserve">Imam </w:t>
        </w:r>
        <w:smartTag w:uri="urn:schemas:contacts" w:element="Sn">
          <w:r w:rsidRPr="00F76646">
            <w:t>Hussain</w:t>
          </w:r>
        </w:smartTag>
      </w:smartTag>
      <w:r w:rsidRPr="00F76646">
        <w:t xml:space="preserve"> (s.a.)</w:t>
      </w:r>
    </w:p>
    <w:p w:rsidR="001137B5" w:rsidRPr="00944735" w:rsidRDefault="001137B5" w:rsidP="001137B5">
      <w:pPr>
        <w:pStyle w:val="libItalic"/>
      </w:pPr>
      <w:r w:rsidRPr="00944735">
        <w:t xml:space="preserve">Imam </w:t>
      </w:r>
      <w:smartTag w:uri="urn:schemas:contacts" w:element="GivenName">
        <w:r w:rsidRPr="00944735">
          <w:t>Jafar</w:t>
        </w:r>
      </w:smartTag>
      <w:r w:rsidRPr="00944735">
        <w:t xml:space="preserve"> </w:t>
      </w:r>
      <w:smartTag w:uri="urn:schemas:contacts" w:element="Sn">
        <w:r w:rsidRPr="00944735">
          <w:t>Sadiq</w:t>
        </w:r>
      </w:smartTag>
      <w:r w:rsidRPr="00944735">
        <w:t xml:space="preserve"> (s.a.) said: “Certainly Allah </w:t>
      </w:r>
      <w:smartTag w:uri="urn:schemas:contacts" w:element="Sn">
        <w:r w:rsidRPr="00944735">
          <w:t>Ta’ala</w:t>
        </w:r>
      </w:smartTag>
      <w:r w:rsidRPr="00944735">
        <w:t xml:space="preserve"> looks for Blessing towards Zawaar of the Shrine of </w:t>
      </w:r>
      <w:smartTag w:uri="urn:schemas-microsoft-com:office:smarttags" w:element="PersonName">
        <w:r w:rsidRPr="00944735">
          <w:t xml:space="preserve">Imam </w:t>
        </w:r>
        <w:smartTag w:uri="urn:schemas:contacts" w:element="Sn">
          <w:r w:rsidRPr="00944735">
            <w:t>Hussain</w:t>
          </w:r>
        </w:smartTag>
      </w:smartTag>
      <w:r w:rsidRPr="00944735">
        <w:t xml:space="preserve"> (s.a.) during the first part of </w:t>
      </w:r>
      <w:r>
        <w:t xml:space="preserve">the </w:t>
      </w:r>
      <w:r w:rsidRPr="00944735">
        <w:t xml:space="preserve">Night of Arfa.” </w:t>
      </w:r>
      <w:smartTag w:uri="urn:schemas:contacts" w:element="GivenName">
        <w:r w:rsidRPr="00944735">
          <w:t>Ali</w:t>
        </w:r>
      </w:smartTag>
      <w:r w:rsidRPr="00944735">
        <w:t xml:space="preserve"> bin Asbat asked: ‘Even before looking towards those staying in the Plane of </w:t>
      </w:r>
      <w:smartTag w:uri="urn:schemas:contacts" w:element="Sn">
        <w:r w:rsidRPr="00944735">
          <w:t>Arafat</w:t>
        </w:r>
      </w:smartTag>
      <w:r w:rsidRPr="00944735">
        <w:t>?’ He said: “Yes. Because among them (</w:t>
      </w:r>
      <w:smartTag w:uri="urn:schemas:contacts" w:element="Sn">
        <w:r w:rsidRPr="00944735">
          <w:t>Arafat</w:t>
        </w:r>
      </w:smartTag>
      <w:r w:rsidRPr="00944735">
        <w:t xml:space="preserve"> people) there are illegitimates as well, but there isn’t any illegitimate among the others.”</w:t>
      </w:r>
    </w:p>
    <w:p w:rsidR="001137B5" w:rsidRDefault="001137B5" w:rsidP="00AD7866">
      <w:pPr>
        <w:pStyle w:val="libNormal"/>
      </w:pPr>
      <w:r w:rsidRPr="00944735">
        <w:t>(Ma’ani al Akhbar, V 2, P 440)</w:t>
      </w:r>
    </w:p>
    <w:p w:rsidR="001137B5" w:rsidRDefault="001137B5" w:rsidP="00AD7866">
      <w:pPr>
        <w:pStyle w:val="libNormal"/>
      </w:pPr>
      <w:r w:rsidRPr="00944735">
        <w:t xml:space="preserve">To accept Walayat e </w:t>
      </w:r>
      <w:smartTag w:uri="urn:schemas:contacts" w:element="GivenName">
        <w:r w:rsidRPr="00944735">
          <w:t>Ali</w:t>
        </w:r>
      </w:smartTag>
      <w:r w:rsidRPr="00944735">
        <w:t xml:space="preserve"> (s.a.) </w:t>
      </w:r>
      <w:r>
        <w:t>without any doubt &amp; hesitation is the proof of purity of birth.</w:t>
      </w:r>
    </w:p>
    <w:p w:rsidR="001137B5" w:rsidRDefault="001137B5" w:rsidP="001137B5">
      <w:pPr>
        <w:pStyle w:val="Heading4Center"/>
      </w:pPr>
      <w:r w:rsidRPr="00F76646">
        <w:t>84-Abundant Ibadat &amp; Munkir e Walayat</w:t>
      </w:r>
    </w:p>
    <w:p w:rsidR="001137B5" w:rsidRPr="00F52917" w:rsidRDefault="001137B5" w:rsidP="001137B5">
      <w:pPr>
        <w:pStyle w:val="libItalic"/>
      </w:pPr>
      <w:r w:rsidRPr="00F52917">
        <w:t>Allah said: I have created the seven skies and whatever is in them, and seven earths and whatever is in them, no place is superior to Rukn &amp; Maqam. If a person does Ibadat on this place since the time I have created the skies and the earth, and then meet</w:t>
      </w:r>
      <w:r>
        <w:t>s</w:t>
      </w:r>
      <w:r w:rsidRPr="00F52917">
        <w:t xml:space="preserve"> Me in such a condition that he is denier of Walayat e Ali (s.a.), then I will do cast him in Hell.</w:t>
      </w:r>
    </w:p>
    <w:p w:rsidR="001137B5" w:rsidRDefault="001137B5" w:rsidP="00AD7866">
      <w:pPr>
        <w:pStyle w:val="libNormal"/>
      </w:pPr>
      <w:r>
        <w:t>(Amali Sheikh Sudooq, V 2, P 323)</w:t>
      </w:r>
    </w:p>
    <w:p w:rsidR="001137B5" w:rsidRDefault="001137B5" w:rsidP="001137B5">
      <w:pPr>
        <w:pStyle w:val="Heading4Center"/>
      </w:pPr>
      <w:r w:rsidRPr="00F76646">
        <w:t xml:space="preserve">85-Emaan on </w:t>
      </w:r>
      <w:smartTag w:uri="urn:schemas:contacts" w:element="Sn">
        <w:r w:rsidRPr="00F76646">
          <w:t>Faza’il</w:t>
        </w:r>
      </w:smartTag>
      <w:r w:rsidRPr="00F76646">
        <w:t xml:space="preserve"> e </w:t>
      </w:r>
      <w:smartTag w:uri="urn:schemas:contacts" w:element="GivenName">
        <w:r w:rsidRPr="00F76646">
          <w:t>Ali</w:t>
        </w:r>
      </w:smartTag>
      <w:r w:rsidRPr="00F76646">
        <w:t xml:space="preserve"> (s.a.) &amp; Abundant Deeds</w:t>
      </w:r>
    </w:p>
    <w:p w:rsidR="001137B5" w:rsidRDefault="001137B5" w:rsidP="001137B5">
      <w:pPr>
        <w:pStyle w:val="libItalic"/>
      </w:pPr>
      <w:r w:rsidRPr="00717D91">
        <w:t xml:space="preserve">Imam Jafar Sadiq (s.a.) said: One day Rasool Allah (s.a.w.a.w.) asked companions: Who is among you who keeps fast his whole life? Salman (a.s.) said: I, Ya Rasool Allah (s.a.w.a.w.). He (s.a.w.a.w.) asked again: Who is among you who keeps awake (for Ibadat) whole night? Salman (a.s.) said: I, Ya Rasool Allah (s.a.w.a.w.). He (s.a.w.a.w.) asked: Who is </w:t>
      </w:r>
    </w:p>
    <w:p w:rsidR="001137B5" w:rsidRPr="00717D91" w:rsidRDefault="001137B5" w:rsidP="001137B5">
      <w:pPr>
        <w:pStyle w:val="libItalic"/>
      </w:pPr>
      <w:r w:rsidRPr="00717D91">
        <w:t>among you who finishes Quran daily? Salman (a.s.) said: I, Ya Rasool Allah (s.a.w.a.w.). Thus some people became angry, and said: Ya Rasool Allah (s.a.w.a.w.)! Salman is a Persian, he is proud, most of the days he spends eating and drinking, most of the night he spends sleeping, and most of the day spends being quiet. Rasool Allah (s.a.w.a.w.) said: Be quiet. What is your status in front of him who is like Luqman Hakeem, ask him, he will explain to you. They asked Salman (a.s.), and Salman (a.s.) said: Certainly I keep fast three days in every month, and Allah says ‘Who brings one good-deed, for him there are ten like that’ (Sura An’am), and I join Shaban with Ram</w:t>
      </w:r>
      <w:r>
        <w:t>a</w:t>
      </w:r>
      <w:r w:rsidRPr="00717D91">
        <w:t xml:space="preserve">zan, in this way it is like keeping fasts whole life; and Rasool Allah (s.a.w.a.w.) said ‘Who sleeps with Taharat (Wazu), then it is like he was awake (in Ibadat) whole night’, so I sleep at night with Taharat; and Rasool Allah (s.a.w.a.w.) said to Maola Ali (s.a.) ‘Ya Aba al-Hassan (s.a.)! Your similitude is ‘Qul Howa Allah’ in my Ummah, who recites it, certainly he </w:t>
      </w:r>
      <w:r w:rsidRPr="00717D91">
        <w:lastRenderedPageBreak/>
        <w:t>recited 1/3 Quran, and who recites it twice, then certainly he recited 2/3 Quran, and who recites it thrice, then certainly he recited the whole Quran, who loves you with tongue, certainly his 1/3 Emaan is complete, and who loves you with tongue and heart, then his 2/3 Emaan is complete, and who loves you with tongue and heart, and helps you with hand, certainly his Emaan is perfect, and I swear by Him Who sent me with Haqq, O Ali (s.a.)! If the inhabitants of the Earth would have loved you like the inhabitants of the Skies love you, then no one would have</w:t>
      </w:r>
      <w:r>
        <w:t xml:space="preserve"> the</w:t>
      </w:r>
      <w:r w:rsidRPr="00717D91">
        <w:t xml:space="preserve"> punishment of Fire. And I daily recite </w:t>
      </w:r>
      <w:smartTag w:uri="urn:schemas-microsoft-com:office:smarttags" w:element="PersonName">
        <w:smartTag w:uri="urn:schemas:contacts" w:element="GivenName">
          <w:r w:rsidRPr="00717D91">
            <w:t>Qul</w:t>
          </w:r>
        </w:smartTag>
        <w:r w:rsidRPr="00717D91">
          <w:t xml:space="preserve"> </w:t>
        </w:r>
        <w:smartTag w:uri="urn:schemas:contacts" w:element="Sn">
          <w:r w:rsidRPr="00717D91">
            <w:t>Howa</w:t>
          </w:r>
        </w:smartTag>
      </w:smartTag>
      <w:r w:rsidRPr="00717D91">
        <w:t xml:space="preserve"> Allah three times.</w:t>
      </w:r>
    </w:p>
    <w:p w:rsidR="001137B5" w:rsidRDefault="001137B5" w:rsidP="00AD7866">
      <w:pPr>
        <w:pStyle w:val="libNormal"/>
      </w:pPr>
      <w:r>
        <w:t>(Ma’ani al Akhbar, V 2, P 282, Amali V 1, P 110)</w:t>
      </w:r>
    </w:p>
    <w:p w:rsidR="001137B5" w:rsidRDefault="001137B5" w:rsidP="00AD7866">
      <w:pPr>
        <w:pStyle w:val="libNormal"/>
      </w:pPr>
      <w:r>
        <w:t>The reason that Salman (a.s.) is on a high degree of Emaan is only that he did not doubt in any saying of Allah and His Rasool (s.a.w.a.w.), he did not classify Ahadees, which one to accept or which one to reject, and he did not separate Walayat e Ali (s.a.) and Tauheed e Ilahi.</w:t>
      </w:r>
    </w:p>
    <w:p w:rsidR="001137B5" w:rsidRDefault="001137B5" w:rsidP="001137B5">
      <w:pPr>
        <w:pStyle w:val="Heading4Center"/>
      </w:pPr>
      <w:r w:rsidRPr="00F76646">
        <w:t xml:space="preserve">86-Walayat e </w:t>
      </w:r>
      <w:smartTag w:uri="urn:schemas:contacts" w:element="GivenName">
        <w:r w:rsidRPr="00F76646">
          <w:t>Ali</w:t>
        </w:r>
      </w:smartTag>
      <w:r w:rsidRPr="00F76646">
        <w:t xml:space="preserve"> (s.a.) is Walayat of Allah</w:t>
      </w:r>
    </w:p>
    <w:p w:rsidR="001137B5" w:rsidRPr="0008240A" w:rsidRDefault="001137B5" w:rsidP="001137B5">
      <w:pPr>
        <w:pStyle w:val="libItalic"/>
      </w:pPr>
      <w:r w:rsidRPr="0008240A">
        <w:t>Rasool Allah (s.a.w.a.w.) said: Walayat of Ali ibne Abi Talib (s.a.) is Walayat of Allah Jalla Shanohu, his love is Ibadat of Allah Jalla Shanohu, his obedience is obligation of Allah Jalla Shanohu, and his friends are friends of Allah Jalla Shanohu, and his enemies are enemies of Allah Jalla Shanohu, and battle with him is battle with Allah Jalla Shanohu, and peace with him is peace with Allah Jalla Shanohu.</w:t>
      </w:r>
    </w:p>
    <w:p w:rsidR="001137B5" w:rsidRDefault="001137B5" w:rsidP="00AD7866">
      <w:pPr>
        <w:pStyle w:val="libNormal"/>
      </w:pPr>
      <w:r>
        <w:t>(Amali Sheikh Sudooq, V 1, P 107)</w:t>
      </w:r>
    </w:p>
    <w:p w:rsidR="001137B5" w:rsidRDefault="001137B5" w:rsidP="00AD7866">
      <w:pPr>
        <w:pStyle w:val="libNormal"/>
      </w:pPr>
      <w:r>
        <w:t xml:space="preserve">One can not separate </w:t>
      </w:r>
      <w:smartTag w:uri="urn:schemas:contacts" w:element="GivenName">
        <w:r>
          <w:t>Ray</w:t>
        </w:r>
      </w:smartTag>
      <w:r>
        <w:t xml:space="preserve"> from the Sun, similarly Expresser of the Attributes of Allah (s.a.) can not be separated from Tauheed.</w:t>
      </w:r>
    </w:p>
    <w:p w:rsidR="001137B5" w:rsidRDefault="001137B5" w:rsidP="001137B5">
      <w:pPr>
        <w:pStyle w:val="Heading4Center"/>
      </w:pPr>
      <w:r w:rsidRPr="00F76646">
        <w:t xml:space="preserve">87-Reality of </w:t>
      </w:r>
      <w:smartTag w:uri="urn:schemas:contacts" w:element="GivenName">
        <w:r w:rsidRPr="00F76646">
          <w:t>Ali</w:t>
        </w:r>
      </w:smartTag>
      <w:r w:rsidRPr="00F76646">
        <w:t xml:space="preserve"> (s.a.) only Allah &amp; His Rasool</w:t>
      </w:r>
      <w:r>
        <w:t xml:space="preserve"> </w:t>
      </w:r>
      <w:r w:rsidRPr="00F76646">
        <w:t>(s.a.w.a.w.) know</w:t>
      </w:r>
    </w:p>
    <w:p w:rsidR="001137B5" w:rsidRPr="0023087D" w:rsidRDefault="001137B5" w:rsidP="001137B5">
      <w:pPr>
        <w:pStyle w:val="libItalic"/>
      </w:pPr>
      <w:r w:rsidRPr="0023087D">
        <w:t>Rasool Allah (s.a.w.a.w.) said to Maola Ali (s.a.): If I was not afraid from a group of my Ummah that they will say such things which Ummah of Esa (a.s.) said about Esa (a.s.), then I would have narrated so many Faza’il of you, and I would have told such a thing about you that after this if you would pass by any nation, then they would have taken dust under your feet to put in their eyes, and they would have taken the left over water of your Wazu for cure, but it is enough for you that you are from me, and I am from you, and I am your heir and you are my heir, and your relation with me is as Haroon (a.s.) to Musa (a.s.), but there is no Nabi after me.</w:t>
      </w:r>
    </w:p>
    <w:p w:rsidR="001137B5" w:rsidRDefault="001137B5" w:rsidP="00AD7866">
      <w:pPr>
        <w:pStyle w:val="libNormal"/>
      </w:pPr>
      <w:r>
        <w:t>(Amali Sheikh Sudooq, V 1, P 246)</w:t>
      </w:r>
    </w:p>
    <w:p w:rsidR="001137B5" w:rsidRDefault="001137B5" w:rsidP="00AD7866">
      <w:pPr>
        <w:pStyle w:val="libNormal"/>
      </w:pPr>
      <w:r>
        <w:t xml:space="preserve">It is clear from the saying of Rasool Allah (s.a.w.a.w.) that Faza’il of Maola Ali (s.a.) are such that those are attributes of Allah according to a less intelligent man. Although human intelligence and wisdom can not encompass even one Fazilat of Mohammad o </w:t>
      </w:r>
    </w:p>
    <w:p w:rsidR="00BE2EC5" w:rsidRDefault="001137B5" w:rsidP="00AD7866">
      <w:pPr>
        <w:pStyle w:val="libNormal"/>
      </w:pPr>
      <w:r w:rsidRPr="00253D5B">
        <w:rPr>
          <w:lang w:val="nl-BE"/>
        </w:rPr>
        <w:t xml:space="preserve">Aal e Mohammad (s.a.a.). </w:t>
      </w:r>
      <w:r>
        <w:t xml:space="preserve">As far as Marifat e Ilahi is concerned, what wisdom can perceive that is not Allah. We only know Allah is that Rahman Who sent </w:t>
      </w:r>
      <w:smartTag w:uri="urn:schemas:contacts" w:element="GivenName">
        <w:r>
          <w:t>Mohammad</w:t>
        </w:r>
      </w:smartTag>
      <w:r>
        <w:t xml:space="preserve"> o Aal e </w:t>
      </w:r>
      <w:smartTag w:uri="urn:schemas:contacts" w:element="GivenName">
        <w:r>
          <w:t>Mohammad</w:t>
        </w:r>
      </w:smartTag>
      <w:r>
        <w:t xml:space="preserve"> for the Guidance of Aalameen.</w:t>
      </w:r>
    </w:p>
    <w:p w:rsidR="001137B5" w:rsidRDefault="001137B5" w:rsidP="001137B5">
      <w:pPr>
        <w:pStyle w:val="Heading4Center"/>
      </w:pPr>
      <w:r w:rsidRPr="00F76646">
        <w:t>88-Eid of Mom</w:t>
      </w:r>
      <w:r>
        <w:t xml:space="preserve">in and Obligations of </w:t>
      </w:r>
      <w:r w:rsidRPr="00F76646">
        <w:t>Angels</w:t>
      </w:r>
    </w:p>
    <w:p w:rsidR="001137B5" w:rsidRPr="00BE0F8D" w:rsidRDefault="001137B5" w:rsidP="001137B5">
      <w:pPr>
        <w:pStyle w:val="libItalic"/>
      </w:pPr>
      <w:r w:rsidRPr="00BE0F8D">
        <w:t xml:space="preserve">Rasool Allah (s.a.w.a.w.) said: The day of Ghadeer e Khum is the most superior Eid for my Ummah, and it is that day on which Allah commanded </w:t>
      </w:r>
      <w:r w:rsidRPr="00BE0F8D">
        <w:lastRenderedPageBreak/>
        <w:t>to announce Walayat of my brother Ali ibne Abi Talib (s.a.), so that Ummah can get guidance after me, and it is that day when Allah completed Deen, and it is that day when</w:t>
      </w:r>
      <w:r>
        <w:t xml:space="preserve"> Allah completed His Favours (Ne</w:t>
      </w:r>
      <w:r w:rsidRPr="00BE0F8D">
        <w:t>’mat) on my Ummah, and chose Islam as Deen for them. Then said: O people! I swear by Him Who sent me Nabi with Haqq, and chose me above all the creations, I did not appoint Ali (s.a.) Khalifa on the Earth, even Allah elevated his name in the skies and made his Walayat Obligatory on the Angels (a.s.).</w:t>
      </w:r>
    </w:p>
    <w:p w:rsidR="001137B5" w:rsidRDefault="001137B5" w:rsidP="00AD7866">
      <w:pPr>
        <w:pStyle w:val="libNormal"/>
      </w:pPr>
      <w:r>
        <w:t>(Amali Sheikh Sudooq, V 1, P 311)</w:t>
      </w:r>
    </w:p>
    <w:p w:rsidR="001137B5" w:rsidRPr="00BE0F8D" w:rsidRDefault="001137B5" w:rsidP="001137B5">
      <w:pPr>
        <w:pStyle w:val="libItalic"/>
      </w:pPr>
      <w:r w:rsidRPr="00BE0F8D">
        <w:t xml:space="preserve">Imam </w:t>
      </w:r>
      <w:smartTag w:uri="urn:schemas:contacts" w:element="GivenName">
        <w:r w:rsidRPr="00BE0F8D">
          <w:t>Mohammad</w:t>
        </w:r>
      </w:smartTag>
      <w:r w:rsidRPr="00BE0F8D">
        <w:t xml:space="preserve"> </w:t>
      </w:r>
      <w:smartTag w:uri="urn:schemas:contacts" w:element="Sn">
        <w:r w:rsidRPr="00BE0F8D">
          <w:t>Baqir</w:t>
        </w:r>
      </w:smartTag>
      <w:r w:rsidRPr="00BE0F8D">
        <w:t xml:space="preserve"> (s.a.) said: Whichever Eid comes, whether </w:t>
      </w:r>
      <w:smartTag w:uri="urn:schemas:contacts" w:element="GivenName">
        <w:r w:rsidRPr="00BE0F8D">
          <w:t>Eidul</w:t>
        </w:r>
      </w:smartTag>
      <w:r w:rsidRPr="00BE0F8D">
        <w:t xml:space="preserve"> </w:t>
      </w:r>
      <w:smartTag w:uri="urn:schemas:contacts" w:element="Sn">
        <w:r w:rsidRPr="00BE0F8D">
          <w:t>Fitr</w:t>
        </w:r>
      </w:smartTag>
      <w:r w:rsidRPr="00BE0F8D">
        <w:t xml:space="preserve"> or </w:t>
      </w:r>
      <w:smartTag w:uri="urn:schemas-microsoft-com:office:smarttags" w:element="PersonName">
        <w:smartTag w:uri="urn:schemas:contacts" w:element="GivenName">
          <w:r w:rsidRPr="00BE0F8D">
            <w:t>Eidul</w:t>
          </w:r>
        </w:smartTag>
        <w:r w:rsidRPr="00BE0F8D">
          <w:t xml:space="preserve"> </w:t>
        </w:r>
        <w:smartTag w:uri="urn:schemas:contacts" w:element="Sn">
          <w:r w:rsidRPr="00BE0F8D">
            <w:t>Azha</w:t>
          </w:r>
        </w:smartTag>
      </w:smartTag>
      <w:r w:rsidRPr="00BE0F8D">
        <w:t xml:space="preserve">, the grief of Aal e </w:t>
      </w:r>
      <w:smartTag w:uri="urn:schemas:contacts" w:element="GivenName">
        <w:r w:rsidRPr="00BE0F8D">
          <w:t>Mohammad</w:t>
        </w:r>
      </w:smartTag>
      <w:r w:rsidRPr="00BE0F8D">
        <w:t xml:space="preserve"> (s.a.a.) is freshened, when they (s.a.a.) see that their Haqq is occupied by the others.</w:t>
      </w:r>
    </w:p>
    <w:p w:rsidR="001137B5" w:rsidRDefault="001137B5" w:rsidP="00AD7866">
      <w:pPr>
        <w:pStyle w:val="libNormal"/>
      </w:pPr>
      <w:r>
        <w:t>(Mun La Yahzorul Faqeh, V 1, P 322)</w:t>
      </w:r>
    </w:p>
    <w:p w:rsidR="001137B5" w:rsidRDefault="001137B5" w:rsidP="00AD7866">
      <w:pPr>
        <w:pStyle w:val="libNormal"/>
      </w:pPr>
      <w:r>
        <w:t xml:space="preserve">Momin is grieved for the martyrdom of </w:t>
      </w:r>
      <w:smartTag w:uri="urn:schemas:contacts" w:element="GivenName">
        <w:r>
          <w:t>Amirul</w:t>
        </w:r>
      </w:smartTag>
      <w:r>
        <w:t xml:space="preserve"> </w:t>
      </w:r>
      <w:smartTag w:uri="urn:schemas:contacts" w:element="Sn">
        <w:r>
          <w:t>Momineen</w:t>
        </w:r>
      </w:smartTag>
      <w:r>
        <w:t xml:space="preserve"> (s.a.) on </w:t>
      </w:r>
      <w:smartTag w:uri="urn:schemas:contacts" w:element="GivenName">
        <w:r>
          <w:t>Eidul</w:t>
        </w:r>
      </w:smartTag>
      <w:r>
        <w:t xml:space="preserve"> </w:t>
      </w:r>
      <w:smartTag w:uri="urn:schemas:contacts" w:element="Sn">
        <w:r>
          <w:t>Fitr</w:t>
        </w:r>
      </w:smartTag>
      <w:r>
        <w:t xml:space="preserve">, and for Amir Muslim (s.a.) on </w:t>
      </w:r>
      <w:smartTag w:uri="urn:schemas-microsoft-com:office:smarttags" w:element="PersonName">
        <w:smartTag w:uri="urn:schemas:contacts" w:element="GivenName">
          <w:r>
            <w:t>Eidul</w:t>
          </w:r>
        </w:smartTag>
        <w:r>
          <w:t xml:space="preserve"> </w:t>
        </w:r>
        <w:smartTag w:uri="urn:schemas:contacts" w:element="Sn">
          <w:r>
            <w:t>Azha</w:t>
          </w:r>
        </w:smartTag>
      </w:smartTag>
      <w:r>
        <w:t>.</w:t>
      </w:r>
    </w:p>
    <w:p w:rsidR="001137B5" w:rsidRDefault="001137B5" w:rsidP="001137B5">
      <w:pPr>
        <w:pStyle w:val="Heading4Center"/>
      </w:pPr>
      <w:r w:rsidRPr="00F76646">
        <w:t>89-Survival of Universe is due to Hujjatullah (s.a.)</w:t>
      </w:r>
    </w:p>
    <w:p w:rsidR="001137B5" w:rsidRPr="00934E8C" w:rsidRDefault="001137B5" w:rsidP="001137B5">
      <w:pPr>
        <w:pStyle w:val="libItalic"/>
      </w:pPr>
      <w:r w:rsidRPr="00934E8C">
        <w:t xml:space="preserve">Imam Zainul Abideen (s.a.) said: We are Imam of all Muslims, and we are Hujjat of Allah over all Aalameen, and we are Head of Momineen, and Leaders of the people with Bright faces, and Wali of Momineen, we are the Cause of peace &amp; shelter for the inhabitants of the Earth as stars are the cause of peace for the inhabitants of the skies, and due to us Allah has stopped </w:t>
      </w:r>
      <w:r>
        <w:t xml:space="preserve">the </w:t>
      </w:r>
      <w:r w:rsidRPr="00934E8C">
        <w:t xml:space="preserve">sky to fall on </w:t>
      </w:r>
      <w:r>
        <w:t xml:space="preserve">the </w:t>
      </w:r>
      <w:r w:rsidRPr="00934E8C">
        <w:t xml:space="preserve">earth, and due to us Allah has stopped </w:t>
      </w:r>
      <w:r>
        <w:t xml:space="preserve">the </w:t>
      </w:r>
      <w:r w:rsidRPr="00934E8C">
        <w:t xml:space="preserve">earth not to drown its inhabitants, and due to us rain falls, and due to us Rahmat is distributed, and due to us blessings come out of </w:t>
      </w:r>
      <w:r>
        <w:t xml:space="preserve">the </w:t>
      </w:r>
      <w:r w:rsidRPr="00934E8C">
        <w:t>earth, and if none of us is present on this Earth, then Earth will engulf its inhabitants.</w:t>
      </w:r>
    </w:p>
    <w:p w:rsidR="001137B5" w:rsidRPr="00934E8C" w:rsidRDefault="001137B5" w:rsidP="001137B5">
      <w:pPr>
        <w:pStyle w:val="libItalic"/>
      </w:pPr>
      <w:r w:rsidRPr="00934E8C">
        <w:t>Earth is never vacant from Hujjatullah since the creation of Adam (a.s.), whether that (Hujjat) is Apparent, Famous or Ghaib, Unknown (to people), and Earth can not be vacant from Hujjatullah until Qiyamah is established, and if it was not like that then there would not have been Ibadat of Allah.</w:t>
      </w:r>
    </w:p>
    <w:p w:rsidR="001137B5" w:rsidRDefault="001137B5" w:rsidP="00AD7866">
      <w:pPr>
        <w:pStyle w:val="libNormal"/>
      </w:pPr>
      <w:smartTag w:uri="urn:schemas-microsoft-com:office:smarttags" w:element="PersonName">
        <w:r w:rsidRPr="00934E8C">
          <w:t xml:space="preserve">Imam </w:t>
        </w:r>
        <w:smartTag w:uri="urn:schemas:contacts" w:element="Sn">
          <w:r w:rsidRPr="00934E8C">
            <w:t>Sadiq</w:t>
          </w:r>
        </w:smartTag>
      </w:smartTag>
      <w:r w:rsidRPr="00934E8C">
        <w:t xml:space="preserve"> (s.a.) was asked: That Hujjat who is Ghaib in veil, how people can benefit from him? He (s.a.) said: Like Sun is behind the clouds, even then people benefit from it.</w:t>
      </w:r>
    </w:p>
    <w:p w:rsidR="001137B5" w:rsidRDefault="001137B5" w:rsidP="00AD7866">
      <w:pPr>
        <w:pStyle w:val="libNormal"/>
      </w:pPr>
      <w:r>
        <w:t xml:space="preserve">(Amali Sheikh Sudooq, V 1, P 363)  </w:t>
      </w:r>
    </w:p>
    <w:p w:rsidR="001137B5" w:rsidRDefault="001137B5" w:rsidP="00AD7866">
      <w:pPr>
        <w:pStyle w:val="libNormal"/>
      </w:pPr>
      <w:r>
        <w:t xml:space="preserve">The forefathers of Rasool Allah (s.a.w.a.w.), from </w:t>
      </w:r>
      <w:smartTag w:uri="urn:schemas:contacts" w:element="GivenName">
        <w:r>
          <w:t>Hazrat</w:t>
        </w:r>
      </w:smartTag>
      <w:r>
        <w:t xml:space="preserve"> </w:t>
      </w:r>
      <w:smartTag w:uri="urn:schemas:contacts" w:element="Sn">
        <w:r>
          <w:t>Abdullah</w:t>
        </w:r>
      </w:smartTag>
      <w:r>
        <w:t xml:space="preserve"> (s.a.), </w:t>
      </w:r>
      <w:smartTag w:uri="urn:schemas-microsoft-com:office:smarttags" w:element="PersonName">
        <w:smartTag w:uri="urn:schemas:contacts" w:element="GivenName">
          <w:r>
            <w:t>Hazrat</w:t>
          </w:r>
        </w:smartTag>
        <w:r>
          <w:t xml:space="preserve"> </w:t>
        </w:r>
        <w:smartTag w:uri="urn:schemas:contacts" w:element="middlename">
          <w:r>
            <w:t>Abu</w:t>
          </w:r>
        </w:smartTag>
        <w:r>
          <w:t xml:space="preserve"> </w:t>
        </w:r>
        <w:smartTag w:uri="urn:schemas:contacts" w:element="Sn">
          <w:r>
            <w:t>Talib</w:t>
          </w:r>
        </w:smartTag>
      </w:smartTag>
      <w:r>
        <w:t xml:space="preserve"> (s.a.), Hazrat Abdul Muttalib (s.a.), Hazrat Hashim (s.a.) to Hazrat Ismaeel (a.s.) all are infallible Hujjatullah, through whom Anwaar (s.a.a.) were transferred, and due to them Universe was perpetuating. The entire Universe is getting sustenance for the sake of the foot-wear of </w:t>
      </w:r>
      <w:smartTag w:uri="urn:schemas:contacts" w:element="GivenName">
        <w:r>
          <w:t>Mohammad</w:t>
        </w:r>
      </w:smartTag>
      <w:r>
        <w:t xml:space="preserve"> o Aal e </w:t>
      </w:r>
      <w:smartTag w:uri="urn:schemas:contacts" w:element="GivenName">
        <w:r>
          <w:t>Mohammad</w:t>
        </w:r>
      </w:smartTag>
      <w:r>
        <w:t xml:space="preserve"> (s.a.a.).</w:t>
      </w:r>
    </w:p>
    <w:p w:rsidR="001137B5" w:rsidRDefault="001137B5" w:rsidP="001137B5">
      <w:pPr>
        <w:pStyle w:val="Heading4Center"/>
      </w:pPr>
      <w:r w:rsidRPr="00F76646">
        <w:t xml:space="preserve">90-Shirk with </w:t>
      </w:r>
      <w:smartTag w:uri="urn:schemas:contacts" w:element="GivenName">
        <w:r w:rsidRPr="00F76646">
          <w:t>Ali</w:t>
        </w:r>
      </w:smartTag>
      <w:r w:rsidRPr="00F76646">
        <w:t xml:space="preserve"> (s.a.) is Shirk with Allah</w:t>
      </w:r>
    </w:p>
    <w:p w:rsidR="001137B5" w:rsidRPr="00CE3AC5" w:rsidRDefault="001137B5" w:rsidP="001137B5">
      <w:pPr>
        <w:pStyle w:val="libItalic"/>
      </w:pPr>
      <w:r w:rsidRPr="00CE3AC5">
        <w:t xml:space="preserve">Rasool Allah (s.a.w.a.w.) said: After me Ali ibne Abi Talib (s.a.) is Hujjat of Allah for you people, his Kufr is Kufr of Allah, and Shirk with him is Shirk with Allah, doubt about him is doubting Allah, denying him is denying Allah, to turn away from his Testification is turning away from Testification of Allah, believing him is believing Allah, because he is </w:t>
      </w:r>
      <w:r>
        <w:t xml:space="preserve">the </w:t>
      </w:r>
      <w:r w:rsidRPr="00CE3AC5">
        <w:t xml:space="preserve">brother of Rasool Allah (s.a.w.a.w.), he is his Wasi, and Imam of his Ummah, he is their Maola, and strong Rope of Allah, and strong Support which will never </w:t>
      </w:r>
      <w:r w:rsidRPr="00CE3AC5">
        <w:lastRenderedPageBreak/>
        <w:t>break, two types of people will be destroyed without doing any sin: first Ghali lover, and second Muqassir.</w:t>
      </w:r>
    </w:p>
    <w:p w:rsidR="001137B5" w:rsidRDefault="001137B5" w:rsidP="00AD7866">
      <w:pPr>
        <w:pStyle w:val="libNormal"/>
      </w:pPr>
      <w:r>
        <w:t>(Amali Sheikh Sudooq, V 1, P 387)</w:t>
      </w:r>
    </w:p>
    <w:p w:rsidR="001137B5" w:rsidRDefault="001137B5" w:rsidP="00AD7866">
      <w:pPr>
        <w:pStyle w:val="libNormal"/>
      </w:pPr>
      <w:r>
        <w:t xml:space="preserve">Walayat e </w:t>
      </w:r>
      <w:smartTag w:uri="urn:schemas:contacts" w:element="GivenName">
        <w:r>
          <w:t>Ali</w:t>
        </w:r>
      </w:smartTag>
      <w:r>
        <w:t xml:space="preserve"> (s.a.) is not separate from Tauheed e Ilahi, because </w:t>
      </w:r>
      <w:smartTag w:uri="urn:schemas:contacts" w:element="GivenName">
        <w:r>
          <w:t>Ali</w:t>
        </w:r>
      </w:smartTag>
      <w:r>
        <w:t xml:space="preserve"> (s.a.) is Janbullah. What is Shirk with </w:t>
      </w:r>
      <w:smartTag w:uri="urn:schemas:contacts" w:element="GivenName">
        <w:r>
          <w:t>Ali</w:t>
        </w:r>
      </w:smartTag>
      <w:r>
        <w:t xml:space="preserve"> (s.a.)? If anyone says that his name is Allah, then he is doing Shirk.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is Ayat al-Kubra (in Quran), and Ayatullah al-Uzma (in Mafatihul Jinan); Allah, His Rasool (s.a.w.a.w.), Quran, and </w:t>
      </w:r>
      <w:smartTag w:uri="urn:schemas:contacts" w:element="Sn">
        <w:r>
          <w:t>Mai’raj</w:t>
        </w:r>
      </w:smartTag>
      <w:r>
        <w:t xml:space="preserve"> are its witnesses. Now if any person is happy to be called ‘Ayatullah al-Uzma’, then he and who are saying it, are doing Shirk. The lame excuse is ‘Although this is Title of Ali (s.a.) but after him we can also use it!’. Then be patient when someone else uses other Titles of Maola Ali (s.a.) e.g. Siddeeq e </w:t>
      </w:r>
      <w:smartTag w:uri="urn:schemas:contacts" w:element="Sn">
        <w:r>
          <w:t>Akbar</w:t>
        </w:r>
      </w:smartTag>
      <w:r>
        <w:t>, Farooq e Azam, etc.</w:t>
      </w:r>
    </w:p>
    <w:p w:rsidR="001137B5" w:rsidRDefault="001137B5" w:rsidP="00AD7866">
      <w:pPr>
        <w:pStyle w:val="libNormal"/>
      </w:pPr>
      <w:r>
        <w:t xml:space="preserve">Ilhaad (concealing Testification) with </w:t>
      </w:r>
      <w:smartTag w:uri="urn:schemas:contacts" w:element="GivenName">
        <w:r>
          <w:t>Ali</w:t>
        </w:r>
      </w:smartTag>
      <w:r>
        <w:t xml:space="preserve"> (s.a.) is Ilhaad with Allah: it is self explanatory i.e. concealing Testification of Walayat in Namaaz.</w:t>
      </w:r>
    </w:p>
    <w:p w:rsidR="001137B5" w:rsidRDefault="001137B5" w:rsidP="00AD7866">
      <w:pPr>
        <w:pStyle w:val="libNormal"/>
      </w:pPr>
      <w:r>
        <w:t xml:space="preserve">Now two groups who are not even sinful but will be destroyed due to </w:t>
      </w:r>
      <w:smartTag w:uri="urn:schemas:contacts" w:element="GivenName">
        <w:r>
          <w:t>Ali</w:t>
        </w:r>
      </w:smartTag>
      <w:r>
        <w:t xml:space="preserve"> (s.a.): First, those low intelligence lovers who say ‘Allah’ to </w:t>
      </w:r>
      <w:smartTag w:uri="urn:schemas:contacts" w:element="GivenName">
        <w:r>
          <w:t>Ali</w:t>
        </w:r>
      </w:smartTag>
      <w:r>
        <w:t xml:space="preserve"> (s.a.) by seeing his </w:t>
      </w:r>
      <w:smartTag w:uri="urn:schemas:contacts" w:element="Sn">
        <w:r>
          <w:t>Faza’il</w:t>
        </w:r>
      </w:smartTag>
      <w:r>
        <w:t xml:space="preserve">. No doubt </w:t>
      </w:r>
      <w:smartTag w:uri="urn:schemas:contacts" w:element="Sn">
        <w:r>
          <w:t>Angels</w:t>
        </w:r>
      </w:smartTag>
      <w:r>
        <w:t xml:space="preserve"> also doubted Masomeen (s.a.a.) as Allah but did not slip. That is why Rasool Allah (s.a.w.a.w.) narrated only a few Faza’il of Maola Ali (s.a.). In fact, whoever thinks, understands, or says </w:t>
      </w:r>
      <w:smartTag w:uri="urn:schemas:contacts" w:element="GivenName">
        <w:r>
          <w:t>Ali</w:t>
        </w:r>
      </w:smartTag>
      <w:r>
        <w:t xml:space="preserve"> (s.a.) is </w:t>
      </w:r>
    </w:p>
    <w:p w:rsidR="001137B5" w:rsidRDefault="001137B5" w:rsidP="00AD7866">
      <w:pPr>
        <w:pStyle w:val="libNormal"/>
      </w:pPr>
      <w:r>
        <w:t xml:space="preserve">Allah, he is Mushrik. Second group is Muqassireen, who are proud about their Ibadaat (Farooh), but doubt about Masomeen (s.a.a.) being Hazir Nazir, their infallibility, their knowledge of Ghaib, their Authority over the Universe, their Help, their Highness, etc. Doubting any Fazilat of Mohammad o Aal e </w:t>
      </w:r>
      <w:smartTag w:uri="urn:schemas:contacts" w:element="GivenName">
        <w:r>
          <w:t>Mohammad</w:t>
        </w:r>
      </w:smartTag>
      <w:r>
        <w:t xml:space="preserve"> (s.a.a.) makes one Muqassir. Our intelligence and senses are limited, if any Hadees of Masoom (s.a.) is not understood, it should be referred back to Masoom, it means that do not argue or deny it, and wait for </w:t>
      </w:r>
      <w:smartTag w:uri="urn:schemas-microsoft-com:office:smarttags" w:element="PersonName">
        <w:r>
          <w:t xml:space="preserve">Imam </w:t>
        </w:r>
        <w:smartTag w:uri="urn:schemas:contacts" w:element="Sn">
          <w:r>
            <w:t>Qaim</w:t>
          </w:r>
        </w:smartTag>
      </w:smartTag>
      <w:r>
        <w:t xml:space="preserve"> (a.f.s.) he will explain you. It is out of human ability to praise Masomeen (s.a.a.), which is confirmed in Quran &amp; Sunnah.</w:t>
      </w:r>
    </w:p>
    <w:p w:rsidR="001137B5" w:rsidRDefault="001137B5" w:rsidP="001137B5">
      <w:pPr>
        <w:pStyle w:val="Heading4Center"/>
      </w:pPr>
      <w:r w:rsidRPr="00F76646">
        <w:t>91-Medium of Acceptance of Prayers of Prophets</w:t>
      </w:r>
      <w:r>
        <w:t xml:space="preserve"> (a.s.)</w:t>
      </w:r>
    </w:p>
    <w:p w:rsidR="001137B5" w:rsidRDefault="001137B5" w:rsidP="001137B5">
      <w:pPr>
        <w:pStyle w:val="libItalic"/>
      </w:pPr>
      <w:r w:rsidRPr="00A61F2B">
        <w:t>One Jew asked Ras</w:t>
      </w:r>
      <w:r>
        <w:t>ool Allah (s.a.w.a.w.): ‘Are you</w:t>
      </w:r>
      <w:r w:rsidRPr="00A61F2B">
        <w:t xml:space="preserve"> superior or Musa bin Imran (a.s.) who was Kalimatullah, and Torah and staff was given to him, and sea parted for him, and cloud was above him for shadow?’ He (s.a.w.a.w.) said: ‘Certainly it is not appropriate for Abd to do his own praise but I say: When </w:t>
      </w:r>
      <w:smartTag w:uri="urn:schemas:contacts" w:element="GivenName">
        <w:r w:rsidRPr="00A61F2B">
          <w:t>Adam</w:t>
        </w:r>
      </w:smartTag>
      <w:r w:rsidRPr="00A61F2B">
        <w:t xml:space="preserve"> (a.s.) did Tark e Aola, his repentance was accepted when he said: O Allah! I beg You for the sake of the Right of </w:t>
      </w:r>
      <w:smartTag w:uri="urn:schemas:contacts" w:element="GivenName">
        <w:r w:rsidRPr="00A61F2B">
          <w:t>Mohammad</w:t>
        </w:r>
      </w:smartTag>
      <w:r w:rsidRPr="00A61F2B">
        <w:t xml:space="preserve"> o Aal e </w:t>
      </w:r>
      <w:smartTag w:uri="urn:schemas:contacts" w:element="GivenName">
        <w:r w:rsidRPr="00A61F2B">
          <w:t>Mohammad</w:t>
        </w:r>
      </w:smartTag>
      <w:r w:rsidRPr="00A61F2B">
        <w:t xml:space="preserve"> (s.a.a.) that You forgive me, so Allah forgave him. And when Nuh (a.s.) was in the boat and got fear of drowning, then he said: ‘O Allah I beg you for the sake of the Right of </w:t>
      </w:r>
      <w:smartTag w:uri="urn:schemas:contacts" w:element="GivenName">
        <w:r w:rsidRPr="00A61F2B">
          <w:t>Mohammad</w:t>
        </w:r>
      </w:smartTag>
      <w:r w:rsidRPr="00A61F2B">
        <w:t xml:space="preserve"> o Aal e </w:t>
      </w:r>
      <w:smartTag w:uri="urn:schemas:contacts" w:element="GivenName">
        <w:r w:rsidRPr="00A61F2B">
          <w:t>Mohammad</w:t>
        </w:r>
      </w:smartTag>
      <w:r w:rsidRPr="00A61F2B">
        <w:t xml:space="preserve"> (s.a.a.) that save us from drowning’, then Allah salvaged them. And when Ibraheem (a.s.) was thrown in the fire, then he said: O Allah I beg you for the sake of the Right of Mohammad o Aal e Mohammad (s.a.a.) that save me from it, then Allah made it cool and peaceful. And when Musa (a.s.) threw his staff, then felt fear in his heart and said: O Allah I beg you for the sake of the Right of Mohammad o Aal e Mohammad (s.a.a.) that give me peace, then Allah said: ‘Do </w:t>
      </w:r>
    </w:p>
    <w:p w:rsidR="001137B5" w:rsidRPr="00A61F2B" w:rsidRDefault="001137B5" w:rsidP="001137B5">
      <w:pPr>
        <w:pStyle w:val="libItalic"/>
      </w:pPr>
      <w:r w:rsidRPr="00A61F2B">
        <w:lastRenderedPageBreak/>
        <w:t>not be afraid, certainly you will be prevailing’ (Ta Ha 68). O Jew! If Musa (a.s.) finds me (i.e. he comes in this time) and does not believe in me and in my prophet-hood, then neither his Eman can benefit him nor his prophet-hood can benefit him. O Jew! When from my Progeny (s.a.a.) Mahdi (a.f.s.) will reappear then Esa ibne Mariyam (a.s.) will come down to help him, and he will request him (a.f.s.) to come in front and will pray behind him (a.f.s.), and if Musa (a.s.) is made alive again, he also does not have any solution other than following.”</w:t>
      </w:r>
    </w:p>
    <w:p w:rsidR="001137B5" w:rsidRDefault="001137B5" w:rsidP="00AD7866">
      <w:pPr>
        <w:pStyle w:val="libNormal"/>
      </w:pPr>
      <w:r>
        <w:t>(Amali Sheikh Sudooq, V 1, P 432)</w:t>
      </w:r>
    </w:p>
    <w:p w:rsidR="001137B5" w:rsidRDefault="001137B5" w:rsidP="00AD7866">
      <w:pPr>
        <w:pStyle w:val="libNormal"/>
      </w:pPr>
      <w:r>
        <w:t xml:space="preserve">Allah only accepts Dua for the sake of </w:t>
      </w:r>
      <w:smartTag w:uri="urn:schemas:contacts" w:element="GivenName">
        <w:r>
          <w:t>Mohammad</w:t>
        </w:r>
      </w:smartTag>
      <w:r>
        <w:t xml:space="preserve"> o Aal e </w:t>
      </w:r>
      <w:smartTag w:uri="urn:schemas:contacts" w:element="GivenName">
        <w:r>
          <w:t>Mohammad</w:t>
        </w:r>
      </w:smartTag>
      <w:r>
        <w:t xml:space="preserve"> (s.a.a.), even Dua of Olil Azm Prophets (a.s.). But nowadays Muqassir Mulla is preaching verse no 186 of Sura Baqarah, and misguiding people that Allah hears His servants without any Medium, He is very close, and this poison is being injected in a very sweet manner.</w:t>
      </w:r>
    </w:p>
    <w:p w:rsidR="00BE2EC5" w:rsidRDefault="001137B5" w:rsidP="00AD7866">
      <w:pPr>
        <w:pStyle w:val="libNormal"/>
      </w:pPr>
      <w:r>
        <w:t xml:space="preserve">Esa (a.s.) being a Prophet, can not stand in front of the son Qaim (a.f.s.)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otherwise his Emaan and Prophet-hood is lost. Then what Namaaz Muqassir Mulla is saying by leaving </w:t>
      </w:r>
      <w:smartTag w:uri="urn:schemas:contacts" w:element="GivenName">
        <w:r>
          <w:t>Ali</w:t>
        </w:r>
      </w:smartTag>
      <w:r>
        <w:t xml:space="preserve"> (s.a.) behind.</w:t>
      </w:r>
    </w:p>
    <w:p w:rsidR="001137B5" w:rsidRDefault="001137B5" w:rsidP="001137B5">
      <w:pPr>
        <w:pStyle w:val="Heading4Center"/>
      </w:pPr>
      <w:r w:rsidRPr="00F76646">
        <w:t xml:space="preserve">92-Voice of </w:t>
      </w:r>
      <w:smartTag w:uri="urn:schemas-microsoft-com:office:smarttags" w:element="place">
        <w:r w:rsidRPr="00F76646">
          <w:t>Paradise</w:t>
        </w:r>
      </w:smartTag>
      <w:r w:rsidRPr="00F76646">
        <w:t xml:space="preserve">: </w:t>
      </w:r>
      <w:smartTag w:uri="urn:schemas-microsoft-com:office:smarttags" w:element="PersonName">
        <w:smartTag w:uri="urn:schemas:contacts" w:element="GivenName">
          <w:r w:rsidRPr="00F76646">
            <w:t>Ali</w:t>
          </w:r>
        </w:smartTag>
        <w:r w:rsidRPr="00F76646">
          <w:t xml:space="preserve"> </w:t>
        </w:r>
        <w:smartTag w:uri="urn:schemas:contacts" w:element="Sn">
          <w:r w:rsidRPr="00F76646">
            <w:t>Ali</w:t>
          </w:r>
        </w:smartTag>
      </w:smartTag>
      <w:r w:rsidRPr="00F76646">
        <w:t xml:space="preserve"> (s.a.)</w:t>
      </w:r>
    </w:p>
    <w:p w:rsidR="001137B5" w:rsidRPr="00F507E7" w:rsidRDefault="001137B5" w:rsidP="001137B5">
      <w:pPr>
        <w:pStyle w:val="libItalic"/>
      </w:pPr>
      <w:r w:rsidRPr="00F507E7">
        <w:t xml:space="preserve">Rasool Allah (s.a.w.a.w.) said: No doubt there is a ring of red Ruby on a plate of gold on the door of </w:t>
      </w:r>
      <w:smartTag w:uri="urn:schemas-microsoft-com:office:smarttags" w:element="place">
        <w:r w:rsidRPr="00F507E7">
          <w:t>Paradise</w:t>
        </w:r>
      </w:smartTag>
      <w:r w:rsidRPr="00F507E7">
        <w:t xml:space="preserve">. When that ring is knocked, it rings and gives a sound “Ya </w:t>
      </w:r>
      <w:smartTag w:uri="urn:schemas:contacts" w:element="GivenName">
        <w:r w:rsidRPr="00F507E7">
          <w:t>Ali</w:t>
        </w:r>
      </w:smartTag>
      <w:r w:rsidRPr="00F507E7">
        <w:t xml:space="preserve">, Ya </w:t>
      </w:r>
      <w:smartTag w:uri="urn:schemas:contacts" w:element="GivenName">
        <w:r w:rsidRPr="00F507E7">
          <w:t>Ali</w:t>
        </w:r>
      </w:smartTag>
      <w:r w:rsidRPr="00F507E7">
        <w:t>” (s.a.).</w:t>
      </w:r>
    </w:p>
    <w:p w:rsidR="001137B5" w:rsidRDefault="001137B5" w:rsidP="00AD7866">
      <w:pPr>
        <w:pStyle w:val="libNormal"/>
      </w:pPr>
      <w:r w:rsidRPr="00F507E7">
        <w:t>(Amali Sheikh Sudooq, V 2, P 522, Alul al-Shrai)</w:t>
      </w:r>
    </w:p>
    <w:p w:rsidR="001137B5" w:rsidRDefault="001137B5" w:rsidP="00AD7866">
      <w:pPr>
        <w:pStyle w:val="libNormal"/>
      </w:pPr>
      <w:r w:rsidRPr="00F507E7">
        <w:t xml:space="preserve">Who becomes breathless by hearing the slogan of ‘Ya Ali s.a.’, then it is easy solution for him: “If you want to escape </w:t>
      </w:r>
      <w:smartTag w:uri="urn:schemas:contacts" w:element="GivenName">
        <w:r w:rsidRPr="00F507E7">
          <w:t>Ali</w:t>
        </w:r>
      </w:smartTag>
      <w:r w:rsidRPr="00F507E7">
        <w:t xml:space="preserve"> (s.a.),</w:t>
      </w:r>
      <w:r>
        <w:t xml:space="preserve"> go to Hell”.</w:t>
      </w:r>
    </w:p>
    <w:p w:rsidR="001137B5" w:rsidRDefault="001137B5" w:rsidP="001137B5">
      <w:pPr>
        <w:pStyle w:val="Heading4Center"/>
      </w:pPr>
      <w:r w:rsidRPr="00F76646">
        <w:t>93-The Cause of Creation of Jahannam: Muqassir</w:t>
      </w:r>
      <w:r>
        <w:t xml:space="preserve"> </w:t>
      </w:r>
      <w:r w:rsidRPr="00F76646">
        <w:t>and Munkir</w:t>
      </w:r>
    </w:p>
    <w:p w:rsidR="001137B5" w:rsidRPr="00F507E7" w:rsidRDefault="001137B5" w:rsidP="001137B5">
      <w:pPr>
        <w:pStyle w:val="libItalic"/>
      </w:pPr>
      <w:r w:rsidRPr="00F507E7">
        <w:t xml:space="preserve">Allah </w:t>
      </w:r>
      <w:smartTag w:uri="urn:schemas:contacts" w:element="Sn">
        <w:r w:rsidRPr="00F507E7">
          <w:t>Ta’ala</w:t>
        </w:r>
      </w:smartTag>
      <w:r w:rsidRPr="00F507E7">
        <w:t xml:space="preserve"> said: If all the humans would have gathered on Walayat e </w:t>
      </w:r>
      <w:smartTag w:uri="urn:schemas:contacts" w:element="GivenName">
        <w:r w:rsidRPr="00F507E7">
          <w:t>Ali</w:t>
        </w:r>
      </w:smartTag>
      <w:r w:rsidRPr="00F507E7">
        <w:t xml:space="preserve"> (s.a.), then I would not have created the Fire (of Hell).</w:t>
      </w:r>
    </w:p>
    <w:p w:rsidR="001137B5" w:rsidRDefault="001137B5" w:rsidP="00AD7866">
      <w:pPr>
        <w:pStyle w:val="libNormal"/>
      </w:pPr>
      <w:r>
        <w:t>(Amali Sheikh Sudooq, V 2, P 645)</w:t>
      </w:r>
    </w:p>
    <w:p w:rsidR="001137B5" w:rsidRDefault="001137B5" w:rsidP="00AD7866">
      <w:pPr>
        <w:pStyle w:val="libNormal"/>
      </w:pPr>
      <w:r>
        <w:t xml:space="preserve">Mulla with lack of Wisdom says that one should eat sparrows as well; otherwise they will complain on the day of Qiyamah that Ya Allah, you made us Halaal but no human ate us. Muqassir also thought that Hell will complain: ‘all went to </w:t>
      </w:r>
      <w:smartTag w:uri="urn:schemas-microsoft-com:office:smarttags" w:element="place">
        <w:r>
          <w:t>Paradise</w:t>
        </w:r>
      </w:smartTag>
      <w:r>
        <w:t xml:space="preserve"> by gathering on Walayat e </w:t>
      </w:r>
      <w:smartTag w:uri="urn:schemas:contacts" w:element="GivenName">
        <w:r>
          <w:t>Ali</w:t>
        </w:r>
      </w:smartTag>
      <w:r>
        <w:t xml:space="preserve"> (s.a.)’, so let us go to Hell not to leave it vacant, Allah must have made it with a purpose.</w:t>
      </w:r>
    </w:p>
    <w:p w:rsidR="001137B5" w:rsidRDefault="001137B5" w:rsidP="001137B5">
      <w:pPr>
        <w:pStyle w:val="Heading4Center"/>
      </w:pPr>
      <w:r w:rsidRPr="00F76646">
        <w:t xml:space="preserve">94-Obedient but with Bughz e </w:t>
      </w:r>
      <w:smartTag w:uri="urn:schemas:contacts" w:element="GivenName">
        <w:r w:rsidRPr="00F76646">
          <w:t>Ali</w:t>
        </w:r>
      </w:smartTag>
      <w:r w:rsidRPr="00F76646">
        <w:t xml:space="preserve"> (s.a.)</w:t>
      </w:r>
    </w:p>
    <w:p w:rsidR="001137B5" w:rsidRPr="00EA7266" w:rsidRDefault="001137B5" w:rsidP="001137B5">
      <w:pPr>
        <w:pStyle w:val="libItalic"/>
      </w:pPr>
      <w:r w:rsidRPr="00EA7266">
        <w:t xml:space="preserve">Rasool Allah (s.a.w.a.w.) said: Once Jibraeel (a.s.) came to me very happy. I asked: My lovely Jibraeel (a.s.) what is the reason of your happiness? and what is the status of my brother and son of my uncle </w:t>
      </w:r>
      <w:smartTag w:uri="urn:schemas:contacts" w:element="GivenName">
        <w:r w:rsidRPr="00EA7266">
          <w:t>Ali</w:t>
        </w:r>
      </w:smartTag>
      <w:r w:rsidRPr="00EA7266">
        <w:t xml:space="preserve"> ibne </w:t>
      </w:r>
      <w:smartTag w:uri="urn:schemas-microsoft-com:office:smarttags" w:element="PersonName">
        <w:smartTag w:uri="urn:schemas:contacts" w:element="GivenName">
          <w:r w:rsidRPr="00EA7266">
            <w:t>Abi</w:t>
          </w:r>
        </w:smartTag>
        <w:r w:rsidRPr="00EA7266">
          <w:t xml:space="preserve"> </w:t>
        </w:r>
        <w:smartTag w:uri="urn:schemas:contacts" w:element="Sn">
          <w:r w:rsidRPr="00EA7266">
            <w:t>Talib</w:t>
          </w:r>
        </w:smartTag>
      </w:smartTag>
      <w:r w:rsidRPr="00EA7266">
        <w:t xml:space="preserve"> (s.a.) near Allah? Jibraeel (a.s.) said: Ya </w:t>
      </w:r>
      <w:smartTag w:uri="urn:schemas:contacts" w:element="GivenName">
        <w:r w:rsidRPr="00EA7266">
          <w:t>Mohammad</w:t>
        </w:r>
      </w:smartTag>
      <w:r w:rsidRPr="00EA7266">
        <w:t xml:space="preserve"> (s.a.w.a.w.)! I swear by Him Who bestowed you prophet-hood, and chose your Risalat, I only came to you at this time to say that Ali-ul-A’la (Allah) is saying Salaam to you, and says that Mohammad (s.a.w.a.w.) is My Nabi e Rahmat, and Ali (s.a.) is who established My Hujjat (Proof). I will not punish their friends, even if they are disobedient to Me, and I will not be Merciful to their enemies even if they are My obedient.</w:t>
      </w:r>
    </w:p>
    <w:p w:rsidR="00BE2EC5" w:rsidRDefault="001137B5" w:rsidP="00AD7866">
      <w:pPr>
        <w:pStyle w:val="libNormal"/>
      </w:pPr>
      <w:r>
        <w:t>(Amali Sheikh Sudooq, V 2, P 647)</w:t>
      </w:r>
    </w:p>
    <w:p w:rsidR="001137B5" w:rsidRDefault="001137B5" w:rsidP="00AD7866">
      <w:pPr>
        <w:pStyle w:val="libNormal"/>
      </w:pPr>
      <w:r>
        <w:lastRenderedPageBreak/>
        <w:t xml:space="preserve">The duty of </w:t>
      </w:r>
      <w:smartTag w:uri="urn:schemas-microsoft-com:office:smarttags" w:element="PersonName">
        <w:smartTag w:uri="urn:schemas:contacts" w:element="GivenName">
          <w:r>
            <w:t>Hazrat</w:t>
          </w:r>
        </w:smartTag>
        <w:r>
          <w:t xml:space="preserve"> </w:t>
        </w:r>
        <w:smartTag w:uri="urn:schemas:contacts" w:element="Sn">
          <w:r>
            <w:t>Jibraeel</w:t>
          </w:r>
        </w:smartTag>
      </w:smartTag>
      <w:r>
        <w:t xml:space="preserve"> (a.s.) was only to bring the Verses or Ahadees e Qudsi about </w:t>
      </w:r>
      <w:smartTag w:uri="urn:schemas:contacts" w:element="Sn">
        <w:r>
          <w:t>Faza’il</w:t>
        </w:r>
      </w:smartTag>
      <w:r>
        <w:t xml:space="preserve"> e </w:t>
      </w:r>
      <w:smartTag w:uri="urn:schemas:contacts" w:element="GivenName">
        <w:r>
          <w:t>Ali</w:t>
        </w:r>
      </w:smartTag>
      <w:r>
        <w:t xml:space="preserve"> (s.a.). The happiness &amp; </w:t>
      </w:r>
    </w:p>
    <w:p w:rsidR="001137B5" w:rsidRDefault="001137B5" w:rsidP="00AD7866">
      <w:pPr>
        <w:pStyle w:val="libNormal"/>
      </w:pPr>
      <w:r>
        <w:t>eagerness on the face of Jibraeel (a.s.) was indicating without asking that he came to narrate Faza’il of Maola Ali (s.a.).</w:t>
      </w:r>
    </w:p>
    <w:p w:rsidR="00BE2EC5" w:rsidRDefault="001137B5" w:rsidP="00AD7866">
      <w:pPr>
        <w:pStyle w:val="libNormal"/>
      </w:pPr>
      <w:r>
        <w:t xml:space="preserve">The Words of Allah are Haqq that sins of lovers of </w:t>
      </w:r>
      <w:smartTag w:uri="urn:schemas:contacts" w:element="GivenName">
        <w:r>
          <w:t>Ali</w:t>
        </w:r>
      </w:smartTag>
      <w:r>
        <w:t xml:space="preserve"> (s.a.) will be forgiven. Who is true lover of </w:t>
      </w:r>
      <w:smartTag w:uri="urn:schemas:contacts" w:element="GivenName">
        <w:r>
          <w:t>Maola</w:t>
        </w:r>
      </w:smartTag>
      <w:r>
        <w:t xml:space="preserve"> </w:t>
      </w:r>
      <w:smartTag w:uri="urn:schemas:contacts" w:element="Sn">
        <w:r>
          <w:t>Ali</w:t>
        </w:r>
      </w:smartTag>
      <w:r>
        <w:t xml:space="preserve"> (s.a.), his every breath is ‘</w:t>
      </w:r>
      <w:smartTag w:uri="urn:schemas-microsoft-com:office:smarttags" w:element="PersonName">
        <w:smartTag w:uri="urn:schemas:contacts" w:element="GivenName">
          <w:r>
            <w:t>Ali</w:t>
          </w:r>
        </w:smartTag>
        <w:r>
          <w:t xml:space="preserve"> </w:t>
        </w:r>
        <w:smartTag w:uri="urn:schemas:contacts" w:element="Sn">
          <w:r>
            <w:t>Ali</w:t>
          </w:r>
        </w:smartTag>
      </w:smartTag>
      <w:r>
        <w:t xml:space="preserve">’ (s.a.), sin can not come near him. In fact all Ibadaat (Farooh e Deen) are only for the lovers of </w:t>
      </w:r>
      <w:smartTag w:uri="urn:schemas:contacts" w:element="GivenName">
        <w:r>
          <w:t>Ali</w:t>
        </w:r>
      </w:smartTag>
      <w:r>
        <w:t xml:space="preserve"> (s.a.).</w:t>
      </w:r>
    </w:p>
    <w:p w:rsidR="001137B5" w:rsidRDefault="001137B5" w:rsidP="001137B5">
      <w:pPr>
        <w:pStyle w:val="Heading4Center"/>
      </w:pPr>
      <w:r w:rsidRPr="00F76646">
        <w:t xml:space="preserve">95-Saying of </w:t>
      </w:r>
      <w:smartTag w:uri="urn:schemas-microsoft-com:office:smarttags" w:element="PersonName">
        <w:smartTag w:uri="urn:schemas:contacts" w:element="GivenName">
          <w:r w:rsidRPr="00F76646">
            <w:t>Lisaan</w:t>
          </w:r>
        </w:smartTag>
        <w:r w:rsidRPr="00F76646">
          <w:t xml:space="preserve"> </w:t>
        </w:r>
        <w:smartTag w:uri="urn:schemas:contacts" w:element="Sn">
          <w:r w:rsidRPr="00F76646">
            <w:t>Ullah</w:t>
          </w:r>
        </w:smartTag>
      </w:smartTag>
      <w:r w:rsidRPr="00F76646">
        <w:t xml:space="preserve"> (s.a.)</w:t>
      </w:r>
    </w:p>
    <w:p w:rsidR="001137B5" w:rsidRPr="00635020" w:rsidRDefault="001137B5" w:rsidP="001137B5">
      <w:pPr>
        <w:pStyle w:val="libItalic"/>
      </w:pPr>
      <w:r w:rsidRPr="00635020">
        <w:t>Amirul Momineen (s.a.) said: Keep us away from Lordship, and keep us higher than human attributes, it means all those qualities which are applicable to you, so one can not think to be human for anyone of us, because we are</w:t>
      </w:r>
      <w:r>
        <w:t xml:space="preserve"> the</w:t>
      </w:r>
      <w:r w:rsidRPr="00635020">
        <w:t xml:space="preserve"> Secret of Allah, who are sent down in the form of human, we are the Speaking Words of Allah, then whatever is your ability narrate (our Fazilat), there is no doubt </w:t>
      </w:r>
      <w:r>
        <w:t xml:space="preserve">the </w:t>
      </w:r>
      <w:r w:rsidRPr="00635020">
        <w:t>sea can not dry, and Marifat of the Secrets of Ghaib can not be gained, and Kalimatullah’s praise can not be done.</w:t>
      </w:r>
    </w:p>
    <w:p w:rsidR="001137B5" w:rsidRDefault="001137B5" w:rsidP="00AD7866">
      <w:pPr>
        <w:pStyle w:val="libNormal"/>
      </w:pPr>
      <w:r>
        <w:t>(Nehjul Israr, V 1, P 47)</w:t>
      </w:r>
    </w:p>
    <w:p w:rsidR="001137B5" w:rsidRDefault="001137B5" w:rsidP="00AD7866">
      <w:pPr>
        <w:pStyle w:val="libNormal"/>
      </w:pPr>
      <w:r w:rsidRPr="00635020">
        <w:t>Amirul Momineen (s.a.) said: You ought to say first in ‘G</w:t>
      </w:r>
      <w:r>
        <w:t>h</w:t>
      </w:r>
      <w:r w:rsidRPr="00635020">
        <w:t>alow’ about us that we are Abd who get sustenance from Allah, then say whatever you want to say in our Fazilat</w:t>
      </w:r>
      <w:r>
        <w:t>.</w:t>
      </w:r>
    </w:p>
    <w:p w:rsidR="001137B5" w:rsidRDefault="001137B5" w:rsidP="00AD7866">
      <w:pPr>
        <w:pStyle w:val="libNormal"/>
      </w:pPr>
      <w:r>
        <w:t xml:space="preserve">(Nehjul Israr, V 2, P 29)  </w:t>
      </w:r>
    </w:p>
    <w:p w:rsidR="001137B5" w:rsidRDefault="001137B5" w:rsidP="001137B5">
      <w:pPr>
        <w:pStyle w:val="Heading4Center"/>
      </w:pPr>
      <w:r w:rsidRPr="00F76646">
        <w:t>96-The meaning of “Allah”</w:t>
      </w:r>
    </w:p>
    <w:p w:rsidR="001137B5" w:rsidRPr="00591FA0" w:rsidRDefault="001137B5" w:rsidP="001137B5">
      <w:pPr>
        <w:pStyle w:val="libItalic"/>
      </w:pPr>
      <w:r w:rsidRPr="00591FA0">
        <w:t xml:space="preserve">Imam </w:t>
      </w:r>
      <w:smartTag w:uri="urn:schemas:contacts" w:element="GivenName">
        <w:r w:rsidRPr="00591FA0">
          <w:t>Jafar</w:t>
        </w:r>
      </w:smartTag>
      <w:r w:rsidRPr="00591FA0">
        <w:t xml:space="preserve"> </w:t>
      </w:r>
      <w:smartTag w:uri="urn:schemas:contacts" w:element="Sn">
        <w:r w:rsidRPr="00591FA0">
          <w:t>Sadiq</w:t>
        </w:r>
      </w:smartTag>
      <w:r w:rsidRPr="00591FA0">
        <w:t xml:space="preserve"> (s.a.) said: ‘Alif’ means ‘</w:t>
      </w:r>
      <w:smartTag w:uri="urn:schemas:contacts" w:element="Sn">
        <w:r w:rsidRPr="00591FA0">
          <w:t>Aa’la</w:t>
        </w:r>
      </w:smartTag>
      <w:r w:rsidRPr="00591FA0">
        <w:t xml:space="preserve">’ (Favours) which Allah sends down on creations for the sake of our Walayat. ‘Laam’ means ‘Lazim’ (Inevitable) is our Walayat on the creations from Allah. And ‘Ha’ means ‘Hawan’ lowness and rejection for them who oppose </w:t>
      </w:r>
      <w:smartTag w:uri="urn:schemas:contacts" w:element="GivenName">
        <w:r w:rsidRPr="00591FA0">
          <w:t>Mohammad</w:t>
        </w:r>
      </w:smartTag>
      <w:r w:rsidRPr="00591FA0">
        <w:t xml:space="preserve"> o Aal e </w:t>
      </w:r>
      <w:smartTag w:uri="urn:schemas:contacts" w:element="GivenName">
        <w:r w:rsidRPr="00591FA0">
          <w:t>Mohammad</w:t>
        </w:r>
      </w:smartTag>
      <w:r w:rsidRPr="00591FA0">
        <w:t xml:space="preserve"> (s.a.a.)</w:t>
      </w:r>
      <w:r>
        <w:t>.</w:t>
      </w:r>
    </w:p>
    <w:p w:rsidR="001137B5" w:rsidRDefault="001137B5" w:rsidP="00AD7866">
      <w:pPr>
        <w:pStyle w:val="libNormal"/>
      </w:pPr>
      <w:r w:rsidRPr="00591FA0">
        <w:t>(al Tauheed, P 190, Ma’ani al Akhbar, V 1, P 43)</w:t>
      </w:r>
    </w:p>
    <w:p w:rsidR="001137B5" w:rsidRDefault="001137B5" w:rsidP="00AD7866">
      <w:pPr>
        <w:pStyle w:val="libNormal"/>
      </w:pPr>
      <w:r w:rsidRPr="00591FA0">
        <w:t>The Foundation, Meaning, and Aim of Tauheed is Walayat.</w:t>
      </w:r>
      <w:r>
        <w:t xml:space="preserve"> </w:t>
      </w:r>
      <w:smartTag w:uri="urn:schemas-microsoft-com:office:smarttags" w:element="PersonName">
        <w:smartTag w:uri="urn:schemas:contacts" w:element="GivenName">
          <w:r w:rsidRPr="00CA75DD">
            <w:t>Amirul</w:t>
          </w:r>
        </w:smartTag>
        <w:r w:rsidRPr="00CA75DD">
          <w:t xml:space="preserve"> </w:t>
        </w:r>
        <w:smartTag w:uri="urn:schemas:contacts" w:element="Sn">
          <w:r w:rsidRPr="00CA75DD">
            <w:t>Momineen</w:t>
          </w:r>
        </w:smartTag>
      </w:smartTag>
      <w:r w:rsidRPr="00CA75DD">
        <w:t xml:space="preserve"> (s.a.) said: “Due to our worship Allah is worshiped, if we were not there then worship of Allah would not have been there.”</w:t>
      </w:r>
    </w:p>
    <w:p w:rsidR="001137B5" w:rsidRDefault="001137B5" w:rsidP="00AD7866">
      <w:pPr>
        <w:pStyle w:val="libNormal"/>
      </w:pPr>
      <w:r>
        <w:t xml:space="preserve">O you Muqassir, running away from the slogan ‘Ya </w:t>
      </w:r>
      <w:smartTag w:uri="urn:schemas:contacts" w:element="GivenName">
        <w:r>
          <w:t>Ali</w:t>
        </w:r>
      </w:smartTag>
      <w:r>
        <w:t xml:space="preserve"> s.a.’! Now you stop saying ‘Ya Allah’ as well, because its meaning is the same as well. The fact is that the Foundation of ‘La Ilaha’ is Hussain (s.a.).</w:t>
      </w:r>
    </w:p>
    <w:p w:rsidR="001137B5" w:rsidRDefault="001137B5" w:rsidP="001137B5">
      <w:pPr>
        <w:pStyle w:val="Heading4Center"/>
      </w:pPr>
      <w:r w:rsidRPr="00F76646">
        <w:t>97-Why Sultan e Naseer (s.a.)</w:t>
      </w:r>
    </w:p>
    <w:p w:rsidR="001137B5" w:rsidRDefault="001137B5" w:rsidP="00AD7866">
      <w:pPr>
        <w:pStyle w:val="libNormal"/>
      </w:pPr>
      <w:r>
        <w:t xml:space="preserve">Mohammad </w:t>
      </w:r>
      <w:smartTag w:uri="urn:schemas:contacts" w:element="Sn">
        <w:r>
          <w:t>Mustafa</w:t>
        </w:r>
      </w:smartTag>
      <w:r>
        <w:t xml:space="preserve"> (s.a.w.a.w.) is the Beloved of Allah Ta’ala, and Allah Ta’ala is the Lover of Mohammad (s.a.w.a.w.). The principle of love is that the lover should not leave his beloved alone for a single moment, and every wish of the beloved is the wish of the lover, and the lover should protect his beloved even if he has to loose his life. Allah Qadir e Mutliq chose a personality who is the Heart-beat of Allah and His Beloved (s.a.w.a.w.) as well, and made him the expresser of all of His Attributes, and he became the exact Picture of the Creator (Ainullah, Lisanullah, Uznullah, Yadullah, Wajhullah, Janbullah, Qalbullah, Nafsullah), then Allah made </w:t>
      </w:r>
      <w:r>
        <w:lastRenderedPageBreak/>
        <w:t>him the Helper &amp; Protector (Sultan e Naseer) of His Beloved (s.a.w.a.w.). So no one can object that Allah loves His Beloved (s.a.w.a.w.) but in difficult times other people helped.</w:t>
      </w:r>
    </w:p>
    <w:p w:rsidR="001137B5" w:rsidRDefault="001137B5" w:rsidP="00AD7866">
      <w:pPr>
        <w:pStyle w:val="libNormal"/>
      </w:pPr>
      <w:smartTag w:uri="urn:schemas:contacts" w:element="GivenName">
        <w:r>
          <w:t>Syyeda</w:t>
        </w:r>
      </w:smartTag>
      <w:r>
        <w:t xml:space="preserve"> </w:t>
      </w:r>
      <w:smartTag w:uri="urn:schemas:contacts" w:element="middlename">
        <w:r>
          <w:t>Fatima</w:t>
        </w:r>
      </w:smartTag>
      <w:r>
        <w:t xml:space="preserve"> </w:t>
      </w:r>
      <w:smartTag w:uri="urn:schemas:contacts" w:element="Sn">
        <w:r>
          <w:t>Zahra</w:t>
        </w:r>
      </w:smartTag>
      <w:r>
        <w:t xml:space="preserve"> (s.a.) saw the sacrifice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for her beloved father Mustafa (s.a.w.a.w.), she sacrificed her life and her holy children’s (s.a.a.) life on Walayat e </w:t>
      </w:r>
      <w:smartTag w:uri="urn:schemas:contacts" w:element="GivenName">
        <w:r>
          <w:t>Ali</w:t>
        </w:r>
      </w:smartTag>
      <w:r>
        <w:t xml:space="preserve"> (s.a.).</w:t>
      </w:r>
    </w:p>
    <w:p w:rsidR="001137B5" w:rsidRDefault="001137B5" w:rsidP="001137B5">
      <w:pPr>
        <w:pStyle w:val="Heading4Center"/>
      </w:pPr>
      <w:r w:rsidRPr="00F76646">
        <w:t xml:space="preserve">98-Sermon of </w:t>
      </w:r>
      <w:smartTag w:uri="urn:schemas-microsoft-com:office:smarttags" w:element="PersonName">
        <w:r w:rsidRPr="00F76646">
          <w:t xml:space="preserve">Imam </w:t>
        </w:r>
        <w:smartTag w:uri="urn:schemas:contacts" w:element="Sn">
          <w:r w:rsidRPr="00F76646">
            <w:t>Hussain</w:t>
          </w:r>
        </w:smartTag>
      </w:smartTag>
      <w:r w:rsidRPr="00F76646">
        <w:t xml:space="preserve"> (s.a.)</w:t>
      </w:r>
    </w:p>
    <w:p w:rsidR="001137B5" w:rsidRDefault="001137B5" w:rsidP="001137B5">
      <w:pPr>
        <w:pStyle w:val="libItalic"/>
      </w:pPr>
      <w:r w:rsidRPr="003E6F4B">
        <w:t xml:space="preserve">When </w:t>
      </w:r>
      <w:r>
        <w:t xml:space="preserve">the </w:t>
      </w:r>
      <w:r w:rsidRPr="003E6F4B">
        <w:t xml:space="preserve">illegitimate army of Yazeed (l.u.) surrounded </w:t>
      </w:r>
      <w:smartTag w:uri="urn:schemas-microsoft-com:office:smarttags" w:element="PersonName">
        <w:r w:rsidRPr="003E6F4B">
          <w:t xml:space="preserve">Imam </w:t>
        </w:r>
        <w:smartTag w:uri="urn:schemas:contacts" w:element="Sn">
          <w:r w:rsidRPr="003E6F4B">
            <w:t>Hussain</w:t>
          </w:r>
        </w:smartTag>
      </w:smartTag>
      <w:r w:rsidRPr="003E6F4B">
        <w:t xml:space="preserve"> (s.a.), he delivered a sermon, </w:t>
      </w:r>
      <w:r>
        <w:t xml:space="preserve">a </w:t>
      </w:r>
      <w:r w:rsidRPr="003E6F4B">
        <w:t xml:space="preserve">few sentences from the sermon: He is successful who obeys me, destruction for him </w:t>
      </w:r>
    </w:p>
    <w:p w:rsidR="001137B5" w:rsidRPr="003E6F4B" w:rsidRDefault="001137B5" w:rsidP="001137B5">
      <w:pPr>
        <w:pStyle w:val="libItalic"/>
      </w:pPr>
      <w:r w:rsidRPr="003E6F4B">
        <w:t>who disobeys me. You all are acting against my commandment, and you do not listen</w:t>
      </w:r>
      <w:r>
        <w:t xml:space="preserve"> to</w:t>
      </w:r>
      <w:r w:rsidRPr="003E6F4B">
        <w:t xml:space="preserve"> my words, because your stomachs are full of Haraam, and your hearts are stamped. Curse on you that you even do not listen to me. Then said: O rebellions, unfaithful, cruel! You called me in your difficult time to help you, and I came on your invitation to guide and help you, and accepted your invitation. Now you have taken out </w:t>
      </w:r>
      <w:r>
        <w:t xml:space="preserve">the </w:t>
      </w:r>
      <w:r w:rsidRPr="003E6F4B">
        <w:t xml:space="preserve">sword of malice &amp; animosity on me, and lit the fire of mutiny &amp; rebellion for me. Only some Haraam wealth is given to you for a reason at this moment, you have been made hopeful by Batil governorships and false promises. O misguided ones! Rejecters of Kitaab and Sunnah of Rasool Allah (s.a.w.a.w.)! O you who burnt Quran! O murderers of the Progeny (s.a.a.) of Batool (s.a.)! O illegitimate offspring! Destruction on you, you are turning away from the Progeny (s.a.a.) of </w:t>
      </w:r>
      <w:smartTag w:uri="urn:schemas:contacts" w:element="GivenName">
        <w:r w:rsidRPr="003E6F4B">
          <w:t>Syyedul</w:t>
        </w:r>
      </w:smartTag>
      <w:r w:rsidRPr="003E6F4B">
        <w:t xml:space="preserve"> </w:t>
      </w:r>
      <w:smartTag w:uri="urn:schemas:contacts" w:element="Sn">
        <w:r w:rsidRPr="003E6F4B">
          <w:t>Anbiya</w:t>
        </w:r>
      </w:smartTag>
      <w:r w:rsidRPr="003E6F4B">
        <w:t xml:space="preserve"> (s.a.w.a.w.) and helping the offspring of </w:t>
      </w:r>
      <w:smartTag w:uri="urn:schemas-microsoft-com:office:smarttags" w:element="PersonName">
        <w:smartTag w:uri="urn:schemas:contacts" w:element="GivenName">
          <w:r w:rsidRPr="003E6F4B">
            <w:t>Abu</w:t>
          </w:r>
        </w:smartTag>
        <w:r w:rsidRPr="003E6F4B">
          <w:t xml:space="preserve"> </w:t>
        </w:r>
        <w:smartTag w:uri="urn:schemas:contacts" w:element="Sn">
          <w:r w:rsidRPr="003E6F4B">
            <w:t>Sufyaan</w:t>
          </w:r>
        </w:smartTag>
      </w:smartTag>
      <w:r w:rsidRPr="003E6F4B">
        <w:t xml:space="preserve"> (l.u.).</w:t>
      </w:r>
    </w:p>
    <w:p w:rsidR="001137B5" w:rsidRDefault="001137B5" w:rsidP="00AD7866">
      <w:pPr>
        <w:pStyle w:val="libNormal"/>
      </w:pPr>
      <w:r>
        <w:t xml:space="preserve">(Biharul Anwaar, V 1, P 225) </w:t>
      </w:r>
    </w:p>
    <w:p w:rsidR="001137B5" w:rsidRDefault="001137B5" w:rsidP="00AD7866">
      <w:pPr>
        <w:pStyle w:val="libNormal"/>
      </w:pPr>
      <w:r>
        <w:t xml:space="preserve"> </w:t>
      </w:r>
      <w:smartTag w:uri="urn:schemas-microsoft-com:office:smarttags" w:element="PersonName">
        <w:r>
          <w:t xml:space="preserve">Imam </w:t>
        </w:r>
        <w:smartTag w:uri="urn:schemas:contacts" w:element="Sn">
          <w:r>
            <w:t>Hussain</w:t>
          </w:r>
        </w:smartTag>
      </w:smartTag>
      <w:r>
        <w:t xml:space="preserve"> (s.a.) revealed that who earns &amp; eats Haraam, he can’t listen to any thing about Walayat, and they first called Imam (s.a.) then rebelled. In Azaan how many times invitation towards Walayat is announced: 1) I testify that </w:t>
      </w:r>
      <w:smartTag w:uri="urn:schemas:contacts" w:element="GivenName">
        <w:r>
          <w:t>Ali</w:t>
        </w:r>
      </w:smartTag>
      <w:r>
        <w:t xml:space="preserve"> (s.a.) is Wali of Allah, 2) Hyya alus Salaah (Salaah of Momin is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3) Hyya alul Falaah (Falaah is Walayat e </w:t>
      </w:r>
      <w:smartTag w:uri="urn:schemas:contacts" w:element="GivenName">
        <w:r>
          <w:t>Ali</w:t>
        </w:r>
      </w:smartTag>
      <w:r>
        <w:t xml:space="preserve"> s.a.), 4) Hyya ala Khairil Amal (Khairil Amal is Walayat e </w:t>
      </w:r>
      <w:smartTag w:uri="urn:schemas:contacts" w:element="GivenName">
        <w:r>
          <w:t>Ali</w:t>
        </w:r>
      </w:smartTag>
      <w:r>
        <w:t xml:space="preserve"> s.a.). At least in Azaan eight times open invitation is given towards Walayat e </w:t>
      </w:r>
      <w:smartTag w:uri="urn:schemas:contacts" w:element="GivenName">
        <w:r>
          <w:t>Ali</w:t>
        </w:r>
      </w:smartTag>
      <w:r>
        <w:t xml:space="preserve"> (s.a.), and when people gather for Namaaz then Walayat is murdered with tongues like in Karbala.</w:t>
      </w:r>
    </w:p>
    <w:p w:rsidR="001137B5" w:rsidRDefault="001137B5" w:rsidP="00AD7866">
      <w:pPr>
        <w:pStyle w:val="libNormal"/>
      </w:pPr>
      <w:r>
        <w:t xml:space="preserve">The illegitimate army of Yazeed (l.u.) was saying that Yazeed (l.u.) was their </w:t>
      </w:r>
      <w:smartTag w:uri="urn:schemas-microsoft-com:office:smarttags" w:element="PersonName">
        <w:smartTag w:uri="urn:schemas:contacts" w:element="GivenName">
          <w:r>
            <w:t>Olil</w:t>
          </w:r>
        </w:smartTag>
        <w:r>
          <w:t xml:space="preserve"> </w:t>
        </w:r>
        <w:smartTag w:uri="urn:schemas:contacts" w:element="Sn">
          <w:r>
            <w:t>Amr</w:t>
          </w:r>
        </w:smartTag>
      </w:smartTag>
      <w:r>
        <w:t xml:space="preserve">, and his command was to martyr Hussain (s.a.), so they would not listen to Quran &amp; Sunnah. The so-called Shia of today is also of the same opinion that Fatwa is superior to Quran &amp; Hadees. So called Shias say: Tafseer and Hadees are weak and unreliable, our Mulla has issued Fatwa to murder </w:t>
      </w:r>
      <w:smartTag w:uri="urn:schemas:contacts" w:element="GivenName">
        <w:r>
          <w:t>Ali</w:t>
        </w:r>
      </w:smartTag>
      <w:r>
        <w:t xml:space="preserve"> </w:t>
      </w:r>
    </w:p>
    <w:p w:rsidR="001137B5" w:rsidRDefault="001137B5" w:rsidP="00AD7866">
      <w:pPr>
        <w:pStyle w:val="libNormal"/>
      </w:pPr>
      <w:r>
        <w:t>(s.a.) with tongues in Namaaz. Muqassir Mulla is also hopeful for a share in governorship and wealth.</w:t>
      </w:r>
    </w:p>
    <w:p w:rsidR="001137B5" w:rsidRDefault="001137B5" w:rsidP="001137B5">
      <w:pPr>
        <w:pStyle w:val="Heading4Center"/>
      </w:pPr>
      <w:r w:rsidRPr="00F76646">
        <w:t xml:space="preserve">99-Religion of Nafeh ibne </w:t>
      </w:r>
      <w:smartTag w:uri="urn:schemas-microsoft-com:office:smarttags" w:element="PersonName">
        <w:smartTag w:uri="urn:schemas:contacts" w:element="GivenName">
          <w:r w:rsidRPr="00F76646">
            <w:t>Hilal</w:t>
          </w:r>
        </w:smartTag>
        <w:r w:rsidRPr="00F76646">
          <w:t xml:space="preserve"> </w:t>
        </w:r>
        <w:smartTag w:uri="urn:schemas:contacts" w:element="Sn">
          <w:r w:rsidRPr="00F76646">
            <w:t>Bajli</w:t>
          </w:r>
        </w:smartTag>
      </w:smartTag>
      <w:r w:rsidRPr="00F76646">
        <w:t xml:space="preserve"> (a.s.)</w:t>
      </w:r>
    </w:p>
    <w:p w:rsidR="001137B5" w:rsidRPr="00DE2D80" w:rsidRDefault="001137B5" w:rsidP="001137B5">
      <w:pPr>
        <w:pStyle w:val="libItalic"/>
      </w:pPr>
      <w:r>
        <w:t>When Naf</w:t>
      </w:r>
      <w:r w:rsidRPr="00DE2D80">
        <w:t xml:space="preserve">eh ibne </w:t>
      </w:r>
      <w:smartTag w:uri="urn:schemas:contacts" w:element="GivenName">
        <w:r w:rsidRPr="00DE2D80">
          <w:t>Hilal</w:t>
        </w:r>
      </w:smartTag>
      <w:r w:rsidRPr="00DE2D80">
        <w:t xml:space="preserve"> </w:t>
      </w:r>
      <w:smartTag w:uri="urn:schemas:contacts" w:element="Sn">
        <w:r w:rsidRPr="00DE2D80">
          <w:t>Bajli</w:t>
        </w:r>
      </w:smartTag>
      <w:r w:rsidRPr="00DE2D80">
        <w:t xml:space="preserve"> (a.s.) came out for Jihad in </w:t>
      </w:r>
      <w:smartTag w:uri="urn:schemas-microsoft-com:office:smarttags" w:element="place">
        <w:smartTag w:uri="urn:schemas-microsoft-com:office:smarttags" w:element="City">
          <w:r w:rsidRPr="00DE2D80">
            <w:t>Karbala</w:t>
          </w:r>
        </w:smartTag>
      </w:smartTag>
      <w:r w:rsidRPr="00DE2D80">
        <w:t>, he said loud</w:t>
      </w:r>
      <w:r>
        <w:t xml:space="preserve"> his Rijz</w:t>
      </w:r>
      <w:r w:rsidRPr="00DE2D80">
        <w:t xml:space="preserve">: “I am Ibne </w:t>
      </w:r>
      <w:smartTag w:uri="urn:schemas-microsoft-com:office:smarttags" w:element="PersonName">
        <w:smartTag w:uri="urn:schemas:contacts" w:element="GivenName">
          <w:r w:rsidRPr="00DE2D80">
            <w:t>Hilal</w:t>
          </w:r>
        </w:smartTag>
        <w:r w:rsidRPr="00DE2D80">
          <w:t xml:space="preserve"> </w:t>
        </w:r>
        <w:smartTag w:uri="urn:schemas:contacts" w:element="Sn">
          <w:r w:rsidRPr="00DE2D80">
            <w:t>Bajli</w:t>
          </w:r>
        </w:smartTag>
      </w:smartTag>
      <w:r w:rsidRPr="00DE2D80">
        <w:t xml:space="preserve">-----I am on Deen of </w:t>
      </w:r>
      <w:smartTag w:uri="urn:schemas:contacts" w:element="GivenName">
        <w:r w:rsidRPr="00DE2D80">
          <w:t>Ali</w:t>
        </w:r>
      </w:smartTag>
      <w:r w:rsidRPr="00DE2D80">
        <w:t xml:space="preserve"> (s.a.)-----and his Deen is Deen of </w:t>
      </w:r>
      <w:smartTag w:uri="urn:schemas:contacts" w:element="GivenName">
        <w:r w:rsidRPr="00DE2D80">
          <w:t>Mohammad</w:t>
        </w:r>
      </w:smartTag>
      <w:r w:rsidRPr="00DE2D80">
        <w:t xml:space="preserve"> (s.a.w.a.w.).”</w:t>
      </w:r>
    </w:p>
    <w:p w:rsidR="001137B5" w:rsidRPr="00DE2D80" w:rsidRDefault="001137B5" w:rsidP="001137B5">
      <w:pPr>
        <w:pStyle w:val="libItalic"/>
      </w:pPr>
      <w:r w:rsidRPr="00DE2D80">
        <w:lastRenderedPageBreak/>
        <w:t>Mazaham ibne Harees Maloon came out and said: “I am on Deen of the Third.” Nafeh bin Hilal (a.s.) replied: “O Maloon, you are on Deen of Shaitan.”</w:t>
      </w:r>
    </w:p>
    <w:p w:rsidR="001137B5" w:rsidRDefault="001137B5" w:rsidP="00AD7866">
      <w:pPr>
        <w:pStyle w:val="libNormal"/>
      </w:pPr>
      <w:r>
        <w:t>(</w:t>
      </w:r>
      <w:smartTag w:uri="urn:schemas-microsoft-com:office:smarttags" w:element="PersonName">
        <w:smartTag w:uri="urn:schemas:contacts" w:element="GivenName">
          <w:r>
            <w:t>Biharul</w:t>
          </w:r>
        </w:smartTag>
        <w:r>
          <w:t xml:space="preserve"> </w:t>
        </w:r>
        <w:smartTag w:uri="urn:schemas:contacts" w:element="Sn">
          <w:r>
            <w:t>Anwaar</w:t>
          </w:r>
        </w:smartTag>
      </w:smartTag>
      <w:r>
        <w:t>, V 1, P238)</w:t>
      </w:r>
    </w:p>
    <w:p w:rsidR="001137B5" w:rsidRDefault="001137B5" w:rsidP="00AD7866">
      <w:pPr>
        <w:pStyle w:val="libNormal"/>
      </w:pPr>
      <w:r>
        <w:t xml:space="preserve">All the martyrs (a.s.) of </w:t>
      </w:r>
      <w:smartTag w:uri="urn:schemas-microsoft-com:office:smarttags" w:element="place">
        <w:smartTag w:uri="urn:schemas-microsoft-com:office:smarttags" w:element="City">
          <w:r>
            <w:t>Karbala</w:t>
          </w:r>
        </w:smartTag>
      </w:smartTag>
      <w:r>
        <w:t xml:space="preserve"> announced Walayat of Ali (s.a.) and Hussain (s.a.) in their Rijz, and made it clear that the Battle of Karbala is for the sake of Walayat e </w:t>
      </w:r>
      <w:smartTag w:uri="urn:schemas:contacts" w:element="GivenName">
        <w:r>
          <w:t>Ali</w:t>
        </w:r>
      </w:smartTag>
      <w:r>
        <w:t xml:space="preserve"> (s.a.). </w:t>
      </w:r>
    </w:p>
    <w:p w:rsidR="001137B5" w:rsidRDefault="001137B5" w:rsidP="001137B5">
      <w:pPr>
        <w:pStyle w:val="Heading4Center"/>
      </w:pPr>
      <w:r w:rsidRPr="00F76646">
        <w:t xml:space="preserve">100-Poetry of </w:t>
      </w:r>
      <w:smartTag w:uri="urn:schemas-microsoft-com:office:smarttags" w:element="PersonName">
        <w:smartTag w:uri="urn:schemas:contacts" w:element="GivenName">
          <w:r w:rsidRPr="00F76646">
            <w:t>Yazeed</w:t>
          </w:r>
        </w:smartTag>
        <w:r w:rsidRPr="00F76646">
          <w:t xml:space="preserve"> </w:t>
        </w:r>
        <w:smartTag w:uri="urn:schemas:contacts" w:element="Sn">
          <w:r w:rsidRPr="00F76646">
            <w:t>Laeen</w:t>
          </w:r>
        </w:smartTag>
      </w:smartTag>
      <w:r w:rsidRPr="00F76646">
        <w:t xml:space="preserve"> (l.u.)</w:t>
      </w:r>
    </w:p>
    <w:p w:rsidR="001137B5" w:rsidRPr="004F2B37" w:rsidRDefault="001137B5" w:rsidP="001137B5">
      <w:pPr>
        <w:pStyle w:val="libItalic"/>
      </w:pPr>
      <w:r w:rsidRPr="004F2B37">
        <w:t>Yazeed (l.u.) was</w:t>
      </w:r>
      <w:r>
        <w:t xml:space="preserve"> reading poetry when he was dis</w:t>
      </w:r>
      <w:r w:rsidRPr="004F2B37">
        <w:t>respectful to the holy head of Imam (s.a.), he was saying:</w:t>
      </w:r>
    </w:p>
    <w:p w:rsidR="001137B5" w:rsidRPr="004F2B37" w:rsidRDefault="001137B5" w:rsidP="001137B5">
      <w:pPr>
        <w:pStyle w:val="libItalic"/>
      </w:pPr>
      <w:r w:rsidRPr="004F2B37">
        <w:t>Would that my forefathers who were killed in Badr, would have been present today to see----that how the tribe of Khazraj is tossing with pain by the strokes of swords----certainly they would say loud with joy----and say: O Yazeed (l.u.)! your hands should keep working like this----I am not from Khunduf, if I do</w:t>
      </w:r>
      <w:r>
        <w:t xml:space="preserve"> not</w:t>
      </w:r>
      <w:r w:rsidRPr="004F2B37">
        <w:t xml:space="preserve"> take revenge----from the progeny (s.a.a.) of </w:t>
      </w:r>
      <w:smartTag w:uri="urn:schemas:contacts" w:element="GivenName">
        <w:r w:rsidRPr="004F2B37">
          <w:t>Ahmad</w:t>
        </w:r>
      </w:smartTag>
      <w:r w:rsidRPr="004F2B37">
        <w:t xml:space="preserve"> (s.a.w.a.w.) for his (s.a.w.a.w.) works (of Risalat).</w:t>
      </w:r>
    </w:p>
    <w:p w:rsidR="001137B5" w:rsidRDefault="001137B5" w:rsidP="00AD7866">
      <w:pPr>
        <w:pStyle w:val="libNormal"/>
      </w:pPr>
      <w:r>
        <w:t>(Biharul Anwaar, V 2, P 330)</w:t>
      </w:r>
    </w:p>
    <w:p w:rsidR="001137B5" w:rsidRDefault="001137B5" w:rsidP="00AD7866">
      <w:pPr>
        <w:pStyle w:val="libNormal"/>
      </w:pPr>
      <w:r>
        <w:t xml:space="preserve">Maola </w:t>
      </w:r>
      <w:smartTag w:uri="urn:schemas:contacts" w:element="Sn">
        <w:r>
          <w:t>Ali</w:t>
        </w:r>
      </w:smartTag>
      <w:r>
        <w:t xml:space="preserve"> (s.a.) cast the forefathers of Yazeed (l.u.) in Hell in the battle of Badr. Yazeed (l.u.) took the revenge of Walayat e </w:t>
      </w:r>
      <w:smartTag w:uri="urn:schemas:contacts" w:element="GivenName">
        <w:r>
          <w:t>Ali</w:t>
        </w:r>
      </w:smartTag>
      <w:r>
        <w:t xml:space="preserve"> </w:t>
      </w:r>
    </w:p>
    <w:p w:rsidR="001137B5" w:rsidRDefault="001137B5" w:rsidP="00AD7866">
      <w:pPr>
        <w:pStyle w:val="libNormal"/>
      </w:pPr>
      <w:r>
        <w:t xml:space="preserve">(s.a.) in </w:t>
      </w:r>
      <w:smartTag w:uri="urn:schemas-microsoft-com:office:smarttags" w:element="place">
        <w:smartTag w:uri="urn:schemas-microsoft-com:office:smarttags" w:element="City">
          <w:r>
            <w:t>Karbala</w:t>
          </w:r>
        </w:smartTag>
      </w:smartTag>
      <w:r>
        <w:t xml:space="preserve">. People like Yazeed (l.u.) with impure blood, they disguise as Muslims, and then they become the snake of the sleeve and take revenge from </w:t>
      </w:r>
      <w:smartTag w:uri="urn:schemas:contacts" w:element="Sn">
        <w:r>
          <w:t>Faza’il</w:t>
        </w:r>
      </w:smartTag>
      <w:r>
        <w:t xml:space="preserve"> e </w:t>
      </w:r>
      <w:smartTag w:uri="urn:schemas:contacts" w:element="GivenName">
        <w:r>
          <w:t>Ali</w:t>
        </w:r>
      </w:smartTag>
      <w:r>
        <w:t xml:space="preserve"> (s.a.).</w:t>
      </w:r>
    </w:p>
    <w:p w:rsidR="001137B5" w:rsidRDefault="001137B5" w:rsidP="001137B5">
      <w:pPr>
        <w:pStyle w:val="Heading4Center"/>
      </w:pPr>
      <w:r w:rsidRPr="00F76646">
        <w:t>101-Shabeh in Skies and Zaireen</w:t>
      </w:r>
    </w:p>
    <w:p w:rsidR="001137B5" w:rsidRPr="005C3654" w:rsidRDefault="001137B5" w:rsidP="001137B5">
      <w:pPr>
        <w:pStyle w:val="libItalic"/>
      </w:pPr>
      <w:r w:rsidRPr="005C3654">
        <w:t xml:space="preserve">Rasool Allah (s.a.w.a.w.) said: When I ascended to </w:t>
      </w:r>
      <w:r>
        <w:t xml:space="preserve">the </w:t>
      </w:r>
      <w:r w:rsidRPr="005C3654">
        <w:t xml:space="preserve">skies during the night of </w:t>
      </w:r>
      <w:smartTag w:uri="urn:schemas:contacts" w:element="Sn">
        <w:r w:rsidRPr="005C3654">
          <w:t>Mai’raj</w:t>
        </w:r>
      </w:smartTag>
      <w:r w:rsidRPr="005C3654">
        <w:t xml:space="preserve">, then on the fifth sky I saw a model of </w:t>
      </w:r>
      <w:smartTag w:uri="urn:schemas:contacts" w:element="GivenName">
        <w:r w:rsidRPr="005C3654">
          <w:t>Ali</w:t>
        </w:r>
      </w:smartTag>
      <w:r w:rsidRPr="005C3654">
        <w:t xml:space="preserve"> ibne </w:t>
      </w:r>
      <w:smartTag w:uri="urn:schemas-microsoft-com:office:smarttags" w:element="PersonName">
        <w:smartTag w:uri="urn:schemas:contacts" w:element="GivenName">
          <w:r w:rsidRPr="005C3654">
            <w:t>Abi</w:t>
          </w:r>
        </w:smartTag>
        <w:r w:rsidRPr="005C3654">
          <w:t xml:space="preserve"> </w:t>
        </w:r>
        <w:smartTag w:uri="urn:schemas:contacts" w:element="Sn">
          <w:r w:rsidRPr="005C3654">
            <w:t>Talib</w:t>
          </w:r>
        </w:smartTag>
      </w:smartTag>
      <w:r w:rsidRPr="005C3654">
        <w:t xml:space="preserve"> (s.a.). When </w:t>
      </w:r>
      <w:smartTag w:uri="urn:schemas:contacts" w:element="Sn">
        <w:r w:rsidRPr="005C3654">
          <w:t>Angels</w:t>
        </w:r>
      </w:smartTag>
      <w:r w:rsidRPr="005C3654">
        <w:t xml:space="preserve"> (a.s.) were eager to see </w:t>
      </w:r>
      <w:smartTag w:uri="urn:schemas:contacts" w:element="GivenName">
        <w:r w:rsidRPr="005C3654">
          <w:t>Ali</w:t>
        </w:r>
      </w:smartTag>
      <w:r w:rsidRPr="005C3654">
        <w:t xml:space="preserve"> (s.a.), they requested Allah: The children of </w:t>
      </w:r>
      <w:smartTag w:uri="urn:schemas:contacts" w:element="GivenName">
        <w:r w:rsidRPr="005C3654">
          <w:t>Adam</w:t>
        </w:r>
      </w:smartTag>
      <w:r w:rsidRPr="005C3654">
        <w:t xml:space="preserve"> (a.s.) are having the honour to do Ziyarat of </w:t>
      </w:r>
      <w:smartTag w:uri="urn:schemas:contacts" w:element="GivenName">
        <w:r w:rsidRPr="005C3654">
          <w:t>Ali</w:t>
        </w:r>
      </w:smartTag>
      <w:r w:rsidRPr="005C3654">
        <w:t xml:space="preserve"> (s.a.) on the Earth, and we are deprived now, give us the honour of Ziyarat of Imam (s.a.) as well. Then Allah the One, made a model of </w:t>
      </w:r>
      <w:smartTag w:uri="urn:schemas:contacts" w:element="GivenName">
        <w:r w:rsidRPr="005C3654">
          <w:t>Ali</w:t>
        </w:r>
      </w:smartTag>
      <w:r w:rsidRPr="005C3654">
        <w:t xml:space="preserve"> (s.a.) with His Noor. So it is just like </w:t>
      </w:r>
      <w:smartTag w:uri="urn:schemas:contacts" w:element="GivenName">
        <w:r w:rsidRPr="005C3654">
          <w:t>Ali</w:t>
        </w:r>
      </w:smartTag>
      <w:r w:rsidRPr="005C3654">
        <w:t xml:space="preserve"> (s.a.) is in front of them day and night, and </w:t>
      </w:r>
      <w:smartTag w:uri="urn:schemas:contacts" w:element="Sn">
        <w:r w:rsidRPr="005C3654">
          <w:t>Angels</w:t>
        </w:r>
      </w:smartTag>
      <w:r w:rsidRPr="005C3654">
        <w:t xml:space="preserve"> (a.s.) do his Ziyarat day and night. When </w:t>
      </w:r>
      <w:smartTag w:uri="urn:schemas-microsoft-com:office:smarttags" w:element="PersonName">
        <w:smartTag w:uri="urn:schemas:contacts" w:element="GivenName">
          <w:r w:rsidRPr="005C3654">
            <w:t>Ibne</w:t>
          </w:r>
        </w:smartTag>
        <w:r w:rsidRPr="005C3654">
          <w:t xml:space="preserve"> </w:t>
        </w:r>
        <w:smartTag w:uri="urn:schemas:contacts" w:element="middlename">
          <w:r w:rsidRPr="005C3654">
            <w:t>Muljam</w:t>
          </w:r>
        </w:smartTag>
        <w:r w:rsidRPr="005C3654">
          <w:t xml:space="preserve"> </w:t>
        </w:r>
        <w:smartTag w:uri="urn:schemas:contacts" w:element="Sn">
          <w:r w:rsidRPr="005C3654">
            <w:t>Maloon</w:t>
          </w:r>
        </w:smartTag>
      </w:smartTag>
      <w:r w:rsidRPr="005C3654">
        <w:t xml:space="preserve"> (l.u.) stroke his holy head, a similar wound appeared on the head of that model in the skies. When </w:t>
      </w:r>
      <w:smartTag w:uri="urn:schemas:contacts" w:element="Sn">
        <w:r w:rsidRPr="005C3654">
          <w:t>Angels</w:t>
        </w:r>
      </w:smartTag>
      <w:r w:rsidRPr="005C3654">
        <w:t xml:space="preserve"> (a.s.) see that model of Noor day and night, they curse on the cruel murderer. When Imam </w:t>
      </w:r>
      <w:smartTag w:uri="urn:schemas:contacts" w:element="Sn">
        <w:r w:rsidRPr="005C3654">
          <w:t>Hussain</w:t>
        </w:r>
      </w:smartTag>
      <w:r w:rsidRPr="005C3654">
        <w:t xml:space="preserve"> (s.a.) was martyred, then </w:t>
      </w:r>
      <w:smartTag w:uri="urn:schemas:contacts" w:element="Sn">
        <w:r w:rsidRPr="005C3654">
          <w:t>Angels</w:t>
        </w:r>
      </w:smartTag>
      <w:r w:rsidRPr="005C3654">
        <w:t xml:space="preserve"> placed his model of Noor in front of the model of Noor of </w:t>
      </w:r>
      <w:smartTag w:uri="urn:schemas-microsoft-com:office:smarttags" w:element="PersonName">
        <w:smartTag w:uri="urn:schemas:contacts" w:element="GivenName">
          <w:r w:rsidRPr="005C3654">
            <w:t>Maola</w:t>
          </w:r>
        </w:smartTag>
        <w:r w:rsidRPr="005C3654">
          <w:t xml:space="preserve"> </w:t>
        </w:r>
        <w:smartTag w:uri="urn:schemas:contacts" w:element="Sn">
          <w:r w:rsidRPr="005C3654">
            <w:t>Ali</w:t>
          </w:r>
        </w:smartTag>
      </w:smartTag>
      <w:r w:rsidRPr="005C3654">
        <w:t xml:space="preserve"> (s.a.) on the fifth sky as well. </w:t>
      </w:r>
      <w:smartTag w:uri="urn:schemas:contacts" w:element="Sn">
        <w:r w:rsidRPr="005C3654">
          <w:t>Angels</w:t>
        </w:r>
      </w:smartTag>
      <w:r w:rsidRPr="005C3654">
        <w:t xml:space="preserve"> (a.s.) do Ziyarat of </w:t>
      </w:r>
      <w:smartTag w:uri="urn:schemas:contacts" w:element="GivenName">
        <w:r w:rsidRPr="005C3654">
          <w:t>Ali</w:t>
        </w:r>
      </w:smartTag>
      <w:r w:rsidRPr="005C3654">
        <w:t xml:space="preserve"> (s.a.) and Hussain (s.a.) while going up and down through </w:t>
      </w:r>
      <w:r>
        <w:t xml:space="preserve">the </w:t>
      </w:r>
      <w:r w:rsidRPr="005C3654">
        <w:t>fifth sky, and will keep cursing on the murderers of Masomeen (s.a.a.) until Qiyamah.</w:t>
      </w:r>
    </w:p>
    <w:p w:rsidR="001137B5" w:rsidRDefault="001137B5" w:rsidP="00AD7866">
      <w:pPr>
        <w:pStyle w:val="libNormal"/>
      </w:pPr>
      <w:r>
        <w:t xml:space="preserve">(Biharul Anwaar, V 2, P 397) </w:t>
      </w:r>
    </w:p>
    <w:p w:rsidR="001137B5" w:rsidRDefault="001137B5" w:rsidP="00AD7866">
      <w:pPr>
        <w:pStyle w:val="libNormal"/>
      </w:pPr>
      <w:r>
        <w:t>If any Harisi Mulla was on the sky, then he would have issued a Fatwa: Living in Qurb-e-Ilahi, and being infallible Angels, you are starting Bid’ah (innovations), because to make a model (Shabeh) is Bid’ah, why you are busy day and night doing Ziyarat of models, and leaving Zikr &amp; Ibadat of Allah, and cursing on their murderers like Malangs do.</w:t>
      </w:r>
    </w:p>
    <w:p w:rsidR="001137B5" w:rsidRDefault="001137B5" w:rsidP="00AD7866">
      <w:pPr>
        <w:pStyle w:val="libNormal"/>
      </w:pPr>
      <w:r>
        <w:t xml:space="preserve">Model (Shabeh) is always inferior to the Real. </w:t>
      </w:r>
      <w:smartTag w:uri="urn:schemas:contacts" w:element="GivenName">
        <w:r>
          <w:t>Adam</w:t>
        </w:r>
      </w:smartTag>
      <w:r>
        <w:t xml:space="preserve"> (a.s.) was created from the Earth. And Allah makes Shabeh of Ali (s.a.) &amp; </w:t>
      </w:r>
    </w:p>
    <w:p w:rsidR="00BE2EC5" w:rsidRDefault="001137B5" w:rsidP="00AD7866">
      <w:pPr>
        <w:pStyle w:val="libNormal"/>
      </w:pPr>
      <w:r>
        <w:lastRenderedPageBreak/>
        <w:t>Hussain (s.a.) with Noor, it means that if Allah wants to make a picture of Masomeen (s.a.a.), He makes it with Noor. Then definitely the Reality of Masomeen (s.a.a.) is superior to Noor, and that Reality only Allah knows.</w:t>
      </w:r>
    </w:p>
    <w:p w:rsidR="001137B5" w:rsidRDefault="001137B5" w:rsidP="001137B5">
      <w:pPr>
        <w:pStyle w:val="Heading4Center"/>
      </w:pPr>
      <w:r w:rsidRPr="00F76646">
        <w:t xml:space="preserve">102-Who can bear </w:t>
      </w:r>
      <w:smartTag w:uri="urn:schemas:contacts" w:element="Sn">
        <w:r w:rsidRPr="00F76646">
          <w:t>Faza’il</w:t>
        </w:r>
      </w:smartTag>
      <w:r w:rsidRPr="00F76646">
        <w:t>?</w:t>
      </w:r>
    </w:p>
    <w:p w:rsidR="001137B5" w:rsidRPr="00C51C07" w:rsidRDefault="001137B5" w:rsidP="001137B5">
      <w:pPr>
        <w:pStyle w:val="libItalic"/>
      </w:pPr>
      <w:r w:rsidRPr="00C51C07">
        <w:t xml:space="preserve">Imam </w:t>
      </w:r>
      <w:smartTag w:uri="urn:schemas:contacts" w:element="GivenName">
        <w:r w:rsidRPr="00C51C07">
          <w:t>Jafar</w:t>
        </w:r>
      </w:smartTag>
      <w:r w:rsidRPr="00C51C07">
        <w:t xml:space="preserve"> </w:t>
      </w:r>
      <w:smartTag w:uri="urn:schemas:contacts" w:element="Sn">
        <w:r w:rsidRPr="00C51C07">
          <w:t>Sadiq</w:t>
        </w:r>
      </w:smartTag>
      <w:r w:rsidRPr="00C51C07">
        <w:t xml:space="preserve"> (s.a.) said: “Our Ahadees are very difficult and hard, no one can bear them except </w:t>
      </w:r>
      <w:smartTag w:uri="urn:schemas-microsoft-com:office:smarttags" w:element="PersonName">
        <w:smartTag w:uri="urn:schemas:contacts" w:element="GivenName">
          <w:r w:rsidRPr="00C51C07">
            <w:t>Muqarrab</w:t>
          </w:r>
        </w:smartTag>
        <w:r w:rsidRPr="00C51C07">
          <w:t xml:space="preserve"> </w:t>
        </w:r>
        <w:smartTag w:uri="urn:schemas:contacts" w:element="Sn">
          <w:r w:rsidRPr="00C51C07">
            <w:t>Angel</w:t>
          </w:r>
        </w:smartTag>
      </w:smartTag>
      <w:r w:rsidRPr="00C51C07">
        <w:t xml:space="preserve"> of Allah or Mursal Nabi, or that servant whose heart Allah has examined with Emaan, or a walled city can tolerate them. Walled city is that heart which does not loose its senses.” Then Imam (s.a.) said: “No one can bear our </w:t>
      </w:r>
      <w:smartTag w:uri="urn:schemas:contacts" w:element="Sn">
        <w:r w:rsidRPr="00C51C07">
          <w:t>Faza’il</w:t>
        </w:r>
      </w:smartTag>
      <w:r w:rsidRPr="00C51C07">
        <w:t xml:space="preserve"> except for whom we wish.”</w:t>
      </w:r>
    </w:p>
    <w:p w:rsidR="001137B5" w:rsidRDefault="001137B5" w:rsidP="00AD7866">
      <w:pPr>
        <w:pStyle w:val="libNormal"/>
      </w:pPr>
      <w:r>
        <w:t>(Amali Sheikh Sudooq, V 1, P 39)</w:t>
      </w:r>
    </w:p>
    <w:p w:rsidR="001137B5" w:rsidRDefault="001137B5" w:rsidP="00AD7866">
      <w:pPr>
        <w:pStyle w:val="libNormal"/>
      </w:pPr>
      <w:r>
        <w:t>Muqassir Mulla and his Yazedi army, how they can tolerated Faza’il of Maola Ali (s.a.), who call ‘father’ with respect to all men in their residential locality.</w:t>
      </w:r>
    </w:p>
    <w:p w:rsidR="001137B5" w:rsidRDefault="001137B5" w:rsidP="00AD7866">
      <w:pPr>
        <w:pStyle w:val="libNormal"/>
      </w:pPr>
      <w:r>
        <w:t xml:space="preserve">Not even all the </w:t>
      </w:r>
      <w:smartTag w:uri="urn:schemas:contacts" w:element="Sn">
        <w:r>
          <w:t>Angels</w:t>
        </w:r>
      </w:smartTag>
      <w:r>
        <w:t xml:space="preserve"> (a.s.) and Prophets (a.s.), but only Muqarrab and Mursal can bear, whose love for Walayat e </w:t>
      </w:r>
      <w:smartTag w:uri="urn:schemas:contacts" w:element="GivenName">
        <w:r>
          <w:t>Ali</w:t>
        </w:r>
      </w:smartTag>
      <w:r>
        <w:t xml:space="preserve"> (s.a.) reaches its peak, then Allah makes that </w:t>
      </w:r>
      <w:smartTag w:uri="urn:schemas:contacts" w:element="GivenName">
        <w:r>
          <w:t>Angel</w:t>
        </w:r>
      </w:smartTag>
      <w:r>
        <w:t xml:space="preserve"> as Muqarrab and that Nabi as Mursal.</w:t>
      </w:r>
    </w:p>
    <w:p w:rsidR="001137B5" w:rsidRDefault="001137B5" w:rsidP="00AD7866">
      <w:pPr>
        <w:pStyle w:val="libNormal"/>
      </w:pPr>
      <w:r>
        <w:t xml:space="preserve">Congratulations to the Momineen whose hearts are successful in Examination by Allah, and those hearts are stronger than Toor, which do not shatter into pieces by revelation of </w:t>
      </w:r>
      <w:smartTag w:uri="urn:schemas:contacts" w:element="Sn">
        <w:r>
          <w:t>Faza’il</w:t>
        </w:r>
      </w:smartTag>
      <w:r>
        <w:t xml:space="preserve"> e </w:t>
      </w:r>
      <w:smartTag w:uri="urn:schemas:contacts" w:element="GivenName">
        <w:r>
          <w:t>Ali</w:t>
        </w:r>
      </w:smartTag>
      <w:r>
        <w:t xml:space="preserve"> (s.a.).</w:t>
      </w:r>
    </w:p>
    <w:p w:rsidR="001137B5" w:rsidRDefault="001137B5" w:rsidP="001137B5">
      <w:pPr>
        <w:pStyle w:val="Heading4Center"/>
      </w:pPr>
      <w:r w:rsidRPr="00F76646">
        <w:t xml:space="preserve">103-Zakir of </w:t>
      </w:r>
      <w:smartTag w:uri="urn:schemas:contacts" w:element="GivenName">
        <w:r w:rsidRPr="00F76646">
          <w:t>Ali</w:t>
        </w:r>
      </w:smartTag>
      <w:r w:rsidRPr="00F76646">
        <w:t xml:space="preserve"> (s.a.): </w:t>
      </w:r>
      <w:smartTag w:uri="urn:schemas-microsoft-com:office:smarttags" w:element="PersonName">
        <w:smartTag w:uri="urn:schemas:contacts" w:element="GivenName">
          <w:r w:rsidRPr="00F76646">
            <w:t>Mohammad</w:t>
          </w:r>
        </w:smartTag>
        <w:r w:rsidRPr="00F76646">
          <w:t xml:space="preserve"> </w:t>
        </w:r>
        <w:smartTag w:uri="urn:schemas:contacts" w:element="Sn">
          <w:r w:rsidRPr="00F76646">
            <w:t>Mustafa</w:t>
          </w:r>
        </w:smartTag>
      </w:smartTag>
      <w:r w:rsidRPr="00F76646">
        <w:t xml:space="preserve"> (s.a.)</w:t>
      </w:r>
    </w:p>
    <w:p w:rsidR="001137B5" w:rsidRDefault="001137B5" w:rsidP="001137B5">
      <w:pPr>
        <w:pStyle w:val="libItalic"/>
      </w:pPr>
      <w:r w:rsidRPr="00600688">
        <w:t xml:space="preserve">Rasool Allah (s.a.w.a.w.) narrated </w:t>
      </w:r>
      <w:smartTag w:uri="urn:schemas:contacts" w:element="Sn">
        <w:r w:rsidRPr="00600688">
          <w:t>Faza’il</w:t>
        </w:r>
      </w:smartTag>
      <w:r w:rsidRPr="00600688">
        <w:t xml:space="preserve"> of </w:t>
      </w:r>
      <w:smartTag w:uri="urn:schemas:contacts" w:element="GivenName">
        <w:r w:rsidRPr="00600688">
          <w:t>Ali</w:t>
        </w:r>
      </w:smartTag>
      <w:r w:rsidRPr="00600688">
        <w:t xml:space="preserve"> </w:t>
      </w:r>
      <w:smartTag w:uri="urn:schemas:contacts" w:element="Sn">
        <w:r w:rsidRPr="00600688">
          <w:t>Murtaza</w:t>
        </w:r>
      </w:smartTag>
      <w:r w:rsidRPr="00600688">
        <w:t xml:space="preserve"> (s.a.), in which he told that if someone wants to see the qualities of all the Prophets (a.s.) he can see </w:t>
      </w:r>
      <w:smartTag w:uri="urn:schemas-microsoft-com:office:smarttags" w:element="PersonName">
        <w:smartTag w:uri="urn:schemas:contacts" w:element="GivenName">
          <w:r w:rsidRPr="00600688">
            <w:t>Maola</w:t>
          </w:r>
        </w:smartTag>
        <w:r w:rsidRPr="00600688">
          <w:t xml:space="preserve"> </w:t>
        </w:r>
        <w:smartTag w:uri="urn:schemas:contacts" w:element="Sn">
          <w:r w:rsidRPr="00600688">
            <w:t>Ali</w:t>
          </w:r>
        </w:smartTag>
      </w:smartTag>
      <w:r w:rsidRPr="00600688">
        <w:t xml:space="preserve"> (s.a.). </w:t>
      </w:r>
    </w:p>
    <w:p w:rsidR="001137B5" w:rsidRPr="00600688" w:rsidRDefault="001137B5" w:rsidP="00AD7866">
      <w:pPr>
        <w:pStyle w:val="libNormal"/>
      </w:pPr>
      <w:r w:rsidRPr="00600688">
        <w:t>Here are</w:t>
      </w:r>
      <w:r>
        <w:t xml:space="preserve"> a</w:t>
      </w:r>
      <w:r w:rsidRPr="00600688">
        <w:t xml:space="preserve"> few sentences from that sermon: “</w:t>
      </w:r>
      <w:smartTag w:uri="urn:schemas:contacts" w:element="GivenName">
        <w:r w:rsidRPr="00600688">
          <w:t>Ali</w:t>
        </w:r>
      </w:smartTag>
      <w:r w:rsidRPr="00600688">
        <w:t xml:space="preserve"> (s.a.) is the shining Star in the 7</w:t>
      </w:r>
      <w:r w:rsidRPr="001137B5">
        <w:t>th</w:t>
      </w:r>
      <w:r w:rsidRPr="00600688">
        <w:t xml:space="preserve"> Sky. Allah </w:t>
      </w:r>
      <w:smartTag w:uri="urn:schemas:contacts" w:element="Sn">
        <w:r w:rsidRPr="00600688">
          <w:t>Ta’ala</w:t>
        </w:r>
      </w:smartTag>
      <w:r w:rsidRPr="00600688">
        <w:t xml:space="preserve"> has bestowed so much Fazl to </w:t>
      </w:r>
      <w:smartTag w:uri="urn:schemas:contacts" w:element="GivenName">
        <w:r w:rsidRPr="00600688">
          <w:t>Ali</w:t>
        </w:r>
      </w:smartTag>
      <w:r w:rsidRPr="00600688">
        <w:t xml:space="preserve"> (s.a.), if that Fazl is distributed among all the inhabitants of the Earth, it will surround all the inhabitants of the Earth. Every curtain of </w:t>
      </w:r>
      <w:smartTag w:uri="urn:schemas-microsoft-com:office:smarttags" w:element="place">
        <w:r w:rsidRPr="00600688">
          <w:t>Paradise</w:t>
        </w:r>
      </w:smartTag>
      <w:r w:rsidRPr="00600688">
        <w:t xml:space="preserve"> is decorated with the name of </w:t>
      </w:r>
      <w:smartTag w:uri="urn:schemas:contacts" w:element="GivenName">
        <w:r w:rsidRPr="00600688">
          <w:t>Ali</w:t>
        </w:r>
      </w:smartTag>
      <w:r w:rsidRPr="00600688">
        <w:t xml:space="preserve"> (s.a.). </w:t>
      </w:r>
      <w:smartTag w:uri="urn:schemas:contacts" w:element="GivenName">
        <w:r w:rsidRPr="00600688">
          <w:t>Ali</w:t>
        </w:r>
      </w:smartTag>
      <w:r w:rsidRPr="00600688">
        <w:t xml:space="preserve"> (s.a.) is Mahmood near Allah. </w:t>
      </w:r>
      <w:smartTag w:uri="urn:schemas:contacts" w:element="GivenName">
        <w:r w:rsidRPr="00600688">
          <w:t>Ali</w:t>
        </w:r>
      </w:smartTag>
      <w:r w:rsidRPr="00600688">
        <w:t xml:space="preserve"> (s.a.) is my Zahir, </w:t>
      </w:r>
      <w:smartTag w:uri="urn:schemas:contacts" w:element="GivenName">
        <w:r w:rsidRPr="00600688">
          <w:t>Ali</w:t>
        </w:r>
      </w:smartTag>
      <w:r w:rsidRPr="00600688">
        <w:t xml:space="preserve"> (s.a.) is my </w:t>
      </w:r>
      <w:smartTag w:uri="urn:schemas-microsoft-com:office:smarttags" w:element="place">
        <w:r w:rsidRPr="00600688">
          <w:t>Paradise</w:t>
        </w:r>
      </w:smartTag>
      <w:r w:rsidRPr="00600688">
        <w:t xml:space="preserve">, my companion and helper. His similitude is </w:t>
      </w:r>
      <w:smartTag w:uri="urn:schemas:contacts" w:element="Sn">
        <w:r w:rsidRPr="00600688">
          <w:t>Ka’ba</w:t>
        </w:r>
      </w:smartTag>
      <w:r>
        <w:t>, for which the whole world goes for</w:t>
      </w:r>
      <w:r w:rsidRPr="00600688">
        <w:t xml:space="preserve"> Ziyarat, but </w:t>
      </w:r>
      <w:smartTag w:uri="urn:schemas:contacts" w:element="Sn">
        <w:r w:rsidRPr="00600688">
          <w:t>Ka’ba</w:t>
        </w:r>
      </w:smartTag>
      <w:r w:rsidRPr="00600688">
        <w:t xml:space="preserve"> does not go for anyone’s Ziyarat. Allah has praised him in His Book, praised him with His Ayaat (verses), and appreciated his foot-steps.</w:t>
      </w:r>
      <w:r>
        <w:t xml:space="preserve"> His degrees (of </w:t>
      </w:r>
      <w:smartTag w:uri="urn:schemas:contacts" w:element="Sn">
        <w:r>
          <w:t>Faza’il</w:t>
        </w:r>
      </w:smartTag>
      <w:r>
        <w:t>) are continuous.</w:t>
      </w:r>
      <w:r w:rsidRPr="00600688">
        <w:t xml:space="preserve"> He is Kareem in this world and will go as Shaheed.”</w:t>
      </w:r>
    </w:p>
    <w:p w:rsidR="001137B5" w:rsidRDefault="001137B5" w:rsidP="00AD7866">
      <w:pPr>
        <w:pStyle w:val="libNormal"/>
      </w:pPr>
      <w:r>
        <w:t>(Amali Sheikh Sudooq, V 1, P 50)</w:t>
      </w:r>
    </w:p>
    <w:p w:rsidR="001137B5" w:rsidRDefault="001137B5" w:rsidP="00AD7866">
      <w:pPr>
        <w:pStyle w:val="libNormal"/>
      </w:pPr>
      <w:r>
        <w:t xml:space="preserve">Abul </w:t>
      </w:r>
      <w:smartTag w:uri="urn:schemas:contacts" w:element="middlename">
        <w:r>
          <w:t>Fazl</w:t>
        </w:r>
      </w:smartTag>
      <w:r>
        <w:t xml:space="preserve"> </w:t>
      </w:r>
      <w:smartTag w:uri="urn:schemas:contacts" w:element="Sn">
        <w:r>
          <w:t>Abbas</w:t>
        </w:r>
      </w:smartTag>
      <w:r>
        <w:t xml:space="preserve"> (s.a.) is the owner of Fazl of Maola Ali (s.a.). Who needs Fazl-e-Ilahi, he should hold the Flag of Maola Abbas (s.a.), who can encompass the whole world in his Fazl. </w:t>
      </w:r>
      <w:smartTag w:uri="urn:schemas-microsoft-com:office:smarttags" w:element="PersonName">
        <w:r>
          <w:t xml:space="preserve">Imam </w:t>
        </w:r>
        <w:smartTag w:uri="urn:schemas:contacts" w:element="GivenName">
          <w:r>
            <w:t>Zainul</w:t>
          </w:r>
        </w:smartTag>
        <w:r>
          <w:t xml:space="preserve"> </w:t>
        </w:r>
        <w:smartTag w:uri="urn:schemas:contacts" w:element="Sn">
          <w:r>
            <w:t>Abideen</w:t>
          </w:r>
        </w:smartTag>
      </w:smartTag>
      <w:r>
        <w:t xml:space="preserve"> (s.a.) was standing up for respect whenever someone was mentioning the name of Faithful Abbas (s.a.).</w:t>
      </w:r>
    </w:p>
    <w:p w:rsidR="001137B5" w:rsidRDefault="001137B5" w:rsidP="00AD7866">
      <w:pPr>
        <w:pStyle w:val="libNormal"/>
      </w:pP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is Mahmood near Allah. Rasool Allah (s.a.w.a.w.) will be on Maqam-e-Mahmood on the day of Qiyamah and will intercede for Momineen.</w:t>
      </w:r>
    </w:p>
    <w:p w:rsidR="001137B5" w:rsidRDefault="001137B5" w:rsidP="00AD7866">
      <w:pPr>
        <w:pStyle w:val="libNormal"/>
      </w:pPr>
      <w:smartTag w:uri="urn:schemas:contacts" w:element="GivenName">
        <w:r>
          <w:t>Ali</w:t>
        </w:r>
      </w:smartTag>
      <w:r>
        <w:t xml:space="preserve"> (s.a.) is Paradise of Mohammad Mustafa (s.a.w.a.w.). O people in the trap of Shaitan! Why you are earning Hell instead of </w:t>
      </w:r>
      <w:smartTag w:uri="urn:schemas-microsoft-com:office:smarttags" w:element="place">
        <w:r>
          <w:t>Paradise</w:t>
        </w:r>
      </w:smartTag>
      <w:r>
        <w:t xml:space="preserve"> by leaving </w:t>
      </w:r>
      <w:smartTag w:uri="urn:schemas:contacts" w:element="GivenName">
        <w:r>
          <w:t>Ali</w:t>
        </w:r>
      </w:smartTag>
      <w:r>
        <w:t xml:space="preserve"> (s.a.) in Ibadat.</w:t>
      </w:r>
    </w:p>
    <w:p w:rsidR="001137B5" w:rsidRDefault="001137B5" w:rsidP="00AD7866">
      <w:pPr>
        <w:pStyle w:val="libNormal"/>
      </w:pPr>
      <w:smartTag w:uri="urn:schemas:contacts" w:element="Sn">
        <w:r>
          <w:lastRenderedPageBreak/>
          <w:t>Ka’ba</w:t>
        </w:r>
      </w:smartTag>
      <w:r>
        <w:t xml:space="preserve"> is Needless. You have to go to </w:t>
      </w:r>
      <w:smartTag w:uri="urn:schemas:contacts" w:element="Sn">
        <w:r>
          <w:t>Ka’ba</w:t>
        </w:r>
      </w:smartTag>
      <w:r>
        <w:t xml:space="preserve"> for prayers (Namaaz), Hajj, Umra. </w:t>
      </w:r>
      <w:smartTag w:uri="urn:schemas:contacts" w:element="GivenName">
        <w:r>
          <w:t>Ali</w:t>
        </w:r>
      </w:smartTag>
      <w:r>
        <w:t xml:space="preserve"> (s.a.) will not come in your Namaaz, you have to take your Namaaz in his presence for Acceptance. The Words &amp; Ayaat of Allah praise him and his progeny (s.a.a.), his forefathers and progeny is also Kareem, his whole family is Kareem. There is no limit of degrees of his </w:t>
      </w:r>
      <w:smartTag w:uri="urn:schemas:contacts" w:element="Sn">
        <w:r>
          <w:t>Faza’il</w:t>
        </w:r>
      </w:smartTag>
      <w:r>
        <w:t>.</w:t>
      </w:r>
    </w:p>
    <w:p w:rsidR="001137B5" w:rsidRDefault="001137B5" w:rsidP="001137B5">
      <w:pPr>
        <w:pStyle w:val="Heading4Center"/>
      </w:pPr>
      <w:r w:rsidRPr="00F76646">
        <w:t xml:space="preserve">104-Ali’s (s.a.) Kalima is </w:t>
      </w:r>
      <w:smartTag w:uri="urn:schemas:contacts" w:element="GivenName">
        <w:r w:rsidRPr="00F76646">
          <w:t>Ali</w:t>
        </w:r>
      </w:smartTag>
      <w:r w:rsidRPr="00F76646">
        <w:t xml:space="preserve"> as well</w:t>
      </w:r>
    </w:p>
    <w:p w:rsidR="001137B5" w:rsidRPr="00760A7A" w:rsidRDefault="001137B5" w:rsidP="001137B5">
      <w:pPr>
        <w:pStyle w:val="libItalic"/>
      </w:pPr>
      <w:r w:rsidRPr="00760A7A">
        <w:t xml:space="preserve">Rasool Allah (s.a.w.a.w.) said about </w:t>
      </w:r>
      <w:smartTag w:uri="urn:schemas-microsoft-com:office:smarttags" w:element="PersonName">
        <w:smartTag w:uri="urn:schemas:contacts" w:element="GivenName">
          <w:r w:rsidRPr="00760A7A">
            <w:t>M</w:t>
          </w:r>
          <w:r>
            <w:t>ao</w:t>
          </w:r>
          <w:r w:rsidRPr="00760A7A">
            <w:t>l</w:t>
          </w:r>
          <w:r>
            <w:t>a</w:t>
          </w:r>
        </w:smartTag>
        <w:r w:rsidRPr="00760A7A">
          <w:t xml:space="preserve"> </w:t>
        </w:r>
        <w:smartTag w:uri="urn:schemas:contacts" w:element="Sn">
          <w:r w:rsidRPr="00760A7A">
            <w:t>Ali</w:t>
          </w:r>
        </w:smartTag>
      </w:smartTag>
      <w:r w:rsidRPr="00760A7A">
        <w:t xml:space="preserve"> (s.a.): After me who will oppose </w:t>
      </w:r>
      <w:smartTag w:uri="urn:schemas:contacts" w:element="GivenName">
        <w:r w:rsidRPr="00760A7A">
          <w:t>Ali</w:t>
        </w:r>
      </w:smartTag>
      <w:r w:rsidRPr="00760A7A">
        <w:t xml:space="preserve"> (s.a.), he is Kafir. And who does Shirk with </w:t>
      </w:r>
      <w:smartTag w:uri="urn:schemas:contacts" w:element="GivenName">
        <w:r w:rsidRPr="00760A7A">
          <w:t>Ali</w:t>
        </w:r>
      </w:smartTag>
      <w:r w:rsidRPr="00760A7A">
        <w:t xml:space="preserve"> (s.a.) he is Mushrik. </w:t>
      </w:r>
      <w:smartTag w:uri="urn:schemas:contacts" w:element="GivenName">
        <w:r w:rsidRPr="00760A7A">
          <w:t>Ali</w:t>
        </w:r>
      </w:smartTag>
      <w:r w:rsidRPr="00760A7A">
        <w:t xml:space="preserve"> (s.a.) is Allah’s </w:t>
      </w:r>
      <w:smartTag w:uri="urn:schemas:contacts" w:element="GivenName">
        <w:r w:rsidRPr="00760A7A">
          <w:t>Ali</w:t>
        </w:r>
      </w:smartTag>
      <w:r w:rsidRPr="00760A7A">
        <w:t xml:space="preserve"> (Highest) Kalima; and kalima of his enemies is very low (mean). Allah does not accept anyone’s Emaan, except with the Walayat and obedience of </w:t>
      </w:r>
      <w:smartTag w:uri="urn:schemas:contacts" w:element="GivenName">
        <w:r w:rsidRPr="00760A7A">
          <w:t>Ali</w:t>
        </w:r>
      </w:smartTag>
      <w:r w:rsidRPr="00760A7A">
        <w:t xml:space="preserve"> (s.a.).</w:t>
      </w:r>
    </w:p>
    <w:p w:rsidR="001137B5" w:rsidRDefault="001137B5" w:rsidP="00AD7866">
      <w:pPr>
        <w:pStyle w:val="libNormal"/>
      </w:pPr>
      <w:r>
        <w:t>(Amali Sheikh Sudooq, V 1, P 55)</w:t>
      </w:r>
    </w:p>
    <w:p w:rsidR="001137B5" w:rsidRDefault="001137B5" w:rsidP="00AD7866">
      <w:pPr>
        <w:pStyle w:val="libNormal"/>
      </w:pPr>
      <w:r>
        <w:t xml:space="preserve">Any type of Shirk with </w:t>
      </w:r>
      <w:smartTag w:uri="urn:schemas:contacts" w:element="GivenName">
        <w:r>
          <w:t>Ali</w:t>
        </w:r>
      </w:smartTag>
      <w:r>
        <w:t xml:space="preserve"> (s.a.) makes Mushrik, e.g. to say </w:t>
      </w:r>
      <w:smartTag w:uri="urn:schemas:contacts" w:element="GivenName">
        <w:r>
          <w:t>Ali</w:t>
        </w:r>
      </w:smartTag>
      <w:r>
        <w:t xml:space="preserve"> (s.a.) was human, got injured and martyred; now ask Allah for help, or to make his Titles common that any Mulla can use them.</w:t>
      </w:r>
      <w:r w:rsidRPr="005D015F">
        <w:t xml:space="preserve"> </w:t>
      </w:r>
      <w:r>
        <w:t>(</w:t>
      </w:r>
      <w:smartTag w:uri="urn:schemas-microsoft-com:office:smarttags" w:element="PersonName">
        <w:smartTag w:uri="urn:schemas:contacts" w:element="GivenName">
          <w:r>
            <w:t>Naoozo</w:t>
          </w:r>
        </w:smartTag>
        <w:r>
          <w:t xml:space="preserve"> </w:t>
        </w:r>
        <w:smartTag w:uri="urn:schemas:contacts" w:element="Sn">
          <w:r>
            <w:t>Billah</w:t>
          </w:r>
        </w:smartTag>
      </w:smartTag>
      <w:r>
        <w:t>)</w:t>
      </w:r>
    </w:p>
    <w:p w:rsidR="001137B5" w:rsidRDefault="001137B5" w:rsidP="00AD7866">
      <w:pPr>
        <w:pStyle w:val="libNormal"/>
      </w:pPr>
      <w:r>
        <w:t xml:space="preserve">Kalima with </w:t>
      </w:r>
      <w:smartTag w:uri="urn:schemas:contacts" w:element="GivenName">
        <w:r>
          <w:t>Ali</w:t>
        </w:r>
      </w:smartTag>
      <w:r>
        <w:t xml:space="preserve"> (s.a.) is the Highest Kalima, Allah says that it is His Kalima. The Kalima of the enemies of Walayat is the lowest Kalima, whether they read six instead of one. Without Walayat e </w:t>
      </w:r>
      <w:smartTag w:uri="urn:schemas:contacts" w:element="GivenName">
        <w:r>
          <w:t>Ali</w:t>
        </w:r>
      </w:smartTag>
      <w:r>
        <w:t xml:space="preserve"> (s.a.) they are disbelievers.</w:t>
      </w:r>
    </w:p>
    <w:p w:rsidR="001137B5" w:rsidRDefault="001137B5" w:rsidP="001137B5">
      <w:pPr>
        <w:pStyle w:val="Heading4Center"/>
      </w:pPr>
      <w:r w:rsidRPr="00F76646">
        <w:t>105-Salawaat &amp; Shahadat</w:t>
      </w:r>
    </w:p>
    <w:p w:rsidR="001137B5" w:rsidRPr="004C1765" w:rsidRDefault="001137B5" w:rsidP="001137B5">
      <w:pPr>
        <w:pStyle w:val="libItalic"/>
      </w:pPr>
      <w:r w:rsidRPr="004C1765">
        <w:t xml:space="preserve">Rasool Allah (s.a.w.a.w.) said: When anyone sends Salawaat on me but does not send Salawaat on my Ahlul Bait (s.a.a.), then seventy curtains are stretched between him and the skies. And Allah </w:t>
      </w:r>
      <w:smartTag w:uri="urn:schemas-microsoft-com:office:smarttags" w:element="PersonName">
        <w:smartTag w:uri="urn:schemas:contacts" w:element="GivenName">
          <w:r w:rsidRPr="004C1765">
            <w:t>Jalla</w:t>
          </w:r>
        </w:smartTag>
        <w:r w:rsidRPr="004C1765">
          <w:t xml:space="preserve"> </w:t>
        </w:r>
        <w:smartTag w:uri="urn:schemas:contacts" w:element="Sn">
          <w:r w:rsidRPr="004C1765">
            <w:t>Jalalohu</w:t>
          </w:r>
        </w:smartTag>
      </w:smartTag>
      <w:r w:rsidRPr="004C1765">
        <w:t xml:space="preserve"> says: No reply, no good-luck, O My </w:t>
      </w:r>
      <w:smartTag w:uri="urn:schemas:contacts" w:element="Sn">
        <w:r w:rsidRPr="004C1765">
          <w:t>Angels</w:t>
        </w:r>
      </w:smartTag>
      <w:r w:rsidRPr="004C1765">
        <w:t>, do not let his Dua go towards acceptance, unless he includes with Nabi (s.a.w.a.w.) his Itrat (s.a.a.). Then Rasool Allah (s.a.w.a.w.) said: No one can be my friend unless he includes with me my Ahlul Bait (s.a.a.).</w:t>
      </w:r>
    </w:p>
    <w:p w:rsidR="00BE2EC5" w:rsidRDefault="001137B5" w:rsidP="00AD7866">
      <w:pPr>
        <w:pStyle w:val="libNormal"/>
      </w:pPr>
      <w:r>
        <w:t>(Amali Sheikh Sudooq, V 2, P 507)</w:t>
      </w:r>
    </w:p>
    <w:p w:rsidR="001137B5" w:rsidRDefault="001137B5" w:rsidP="001137B5">
      <w:pPr>
        <w:pStyle w:val="libItalic"/>
      </w:pPr>
      <w:r w:rsidRPr="004C1765">
        <w:t xml:space="preserve">Rasool Allah (s.a.w.a.w.) said: If a person recites Salawaat on me but does not recite Salawaat on my Aal (s.a.a.), then he would not be able to even smell the good-smell of </w:t>
      </w:r>
      <w:smartTag w:uri="urn:schemas-microsoft-com:office:smarttags" w:element="place">
        <w:r w:rsidRPr="004C1765">
          <w:t>Paradise</w:t>
        </w:r>
      </w:smartTag>
      <w:r w:rsidRPr="004C1765">
        <w:t xml:space="preserve">; </w:t>
      </w:r>
    </w:p>
    <w:p w:rsidR="001137B5" w:rsidRPr="004C1765" w:rsidRDefault="001137B5" w:rsidP="001137B5">
      <w:pPr>
        <w:pStyle w:val="libItalic"/>
      </w:pPr>
      <w:r w:rsidRPr="004C1765">
        <w:t xml:space="preserve">although the good-smell of </w:t>
      </w:r>
      <w:smartTag w:uri="urn:schemas-microsoft-com:office:smarttags" w:element="place">
        <w:r w:rsidRPr="004C1765">
          <w:t>Paradise</w:t>
        </w:r>
      </w:smartTag>
      <w:r w:rsidRPr="004C1765">
        <w:t xml:space="preserve"> can be smelled from a distance of five hundred years travel.</w:t>
      </w:r>
    </w:p>
    <w:p w:rsidR="001137B5" w:rsidRDefault="001137B5" w:rsidP="00AD7866">
      <w:pPr>
        <w:pStyle w:val="libNormal"/>
      </w:pPr>
      <w:r>
        <w:t>(Amali Sheikh Sudooq, V 1, P 392)</w:t>
      </w:r>
    </w:p>
    <w:p w:rsidR="001137B5" w:rsidRDefault="001137B5" w:rsidP="00AD7866">
      <w:pPr>
        <w:pStyle w:val="libNormal"/>
      </w:pPr>
      <w:r>
        <w:t>It does not need any explanation that Salawaat (Darood o Salaam) is one thing, and to Testify (Shahadat) someone’s status is an other thing.</w:t>
      </w:r>
    </w:p>
    <w:p w:rsidR="001137B5" w:rsidRDefault="001137B5" w:rsidP="00AD7866">
      <w:pPr>
        <w:pStyle w:val="libNormal"/>
      </w:pPr>
      <w:r>
        <w:t xml:space="preserve">Allah, His </w:t>
      </w:r>
      <w:smartTag w:uri="urn:schemas:contacts" w:element="Sn">
        <w:r>
          <w:t>Angels</w:t>
        </w:r>
      </w:smartTag>
      <w:r>
        <w:t xml:space="preserve"> (a.s.), and His Habeeb (s.a.w.a.w.) do not accept Abtar (Incomplete) Salawaat without Aal-e-Mohammad (s.a.a.), and rather the doors of Rahmat are closed, and the smell of </w:t>
      </w:r>
      <w:smartTag w:uri="urn:schemas-microsoft-com:office:smarttags" w:element="place">
        <w:r>
          <w:t>Paradise</w:t>
        </w:r>
      </w:smartTag>
      <w:r>
        <w:t xml:space="preserve"> is even prohibited. Then it is not surprising that if someone does not include Aal-e-Mohammad (s.a.a.) in Testification (Shahadat), then Allah gives him place in the Kitchen of Hell, where Fire is Cooked, and it is the source of offensive monsters of Hell.</w:t>
      </w:r>
    </w:p>
    <w:p w:rsidR="001137B5" w:rsidRDefault="001137B5" w:rsidP="001137B5">
      <w:pPr>
        <w:pStyle w:val="Heading4Center"/>
      </w:pPr>
      <w:r w:rsidRPr="00F76646">
        <w:t xml:space="preserve">106-Disfigured by Bughz e </w:t>
      </w:r>
      <w:smartTag w:uri="urn:schemas:contacts" w:element="GivenName">
        <w:r w:rsidRPr="00F76646">
          <w:t>Ali</w:t>
        </w:r>
      </w:smartTag>
      <w:r w:rsidRPr="00F76646">
        <w:t xml:space="preserve"> (s.a.)</w:t>
      </w:r>
    </w:p>
    <w:p w:rsidR="001137B5" w:rsidRPr="001A349E" w:rsidRDefault="001137B5" w:rsidP="001137B5">
      <w:pPr>
        <w:pStyle w:val="libItalic"/>
      </w:pPr>
      <w:r w:rsidRPr="001A349E">
        <w:lastRenderedPageBreak/>
        <w:t xml:space="preserve">One person asked: Ya Rasool Allah (s.a.w.a.w.)! A person who says ‘La Ilaha illa Allah’, is he Momin? He (s.a.w.a.w.) said: Our animosity will make you Jews &amp; Christians, certainly you can not enter </w:t>
      </w:r>
      <w:smartTag w:uri="urn:schemas-microsoft-com:office:smarttags" w:element="place">
        <w:r w:rsidRPr="001A349E">
          <w:t>Paradise</w:t>
        </w:r>
      </w:smartTag>
      <w:r w:rsidRPr="001A349E">
        <w:t xml:space="preserve">, unless you love me, and that person is a liar who thinks that he loves me but keeps Bughz (Malice) to </w:t>
      </w:r>
      <w:smartTag w:uri="urn:schemas:contacts" w:element="GivenName">
        <w:r w:rsidRPr="001A349E">
          <w:t>Ali</w:t>
        </w:r>
      </w:smartTag>
      <w:r w:rsidRPr="001A349E">
        <w:t xml:space="preserve"> (s.a.).</w:t>
      </w:r>
    </w:p>
    <w:p w:rsidR="001137B5" w:rsidRDefault="001137B5" w:rsidP="00AD7866">
      <w:pPr>
        <w:pStyle w:val="libNormal"/>
      </w:pPr>
      <w:r>
        <w:t>(Amali Sheikh Sudooq, V 1, P 543)</w:t>
      </w:r>
    </w:p>
    <w:p w:rsidR="001137B5" w:rsidRPr="001A349E" w:rsidRDefault="001137B5" w:rsidP="001137B5">
      <w:pPr>
        <w:pStyle w:val="libItalic"/>
      </w:pPr>
      <w:r w:rsidRPr="001A349E">
        <w:t>Rasool Allah (s.a.w.a.w.) said: Everything has a base, and</w:t>
      </w:r>
      <w:r>
        <w:t xml:space="preserve"> the</w:t>
      </w:r>
      <w:r w:rsidRPr="001A349E">
        <w:t xml:space="preserve"> Base of Islam is love of my Ahlul Bait (s.a.a.).</w:t>
      </w:r>
    </w:p>
    <w:p w:rsidR="001137B5" w:rsidRDefault="001137B5" w:rsidP="00AD7866">
      <w:pPr>
        <w:pStyle w:val="libNormal"/>
      </w:pPr>
      <w:r>
        <w:t>(Amali Sheikh Sudooq, V 1, P 542)</w:t>
      </w:r>
    </w:p>
    <w:p w:rsidR="001137B5" w:rsidRDefault="001137B5" w:rsidP="00AD7866">
      <w:pPr>
        <w:pStyle w:val="libNormal"/>
      </w:pPr>
      <w:r>
        <w:t xml:space="preserve">O you Muqassireen! Looking the mirage of Kausar in the desert of sand, and making hundred story buildings without Base in the desert; on the day of Qiyamah everything will blow away like ash, and you will find yourself standing in line with Jews and </w:t>
      </w:r>
    </w:p>
    <w:p w:rsidR="001137B5" w:rsidRDefault="001137B5" w:rsidP="00AD7866">
      <w:pPr>
        <w:pStyle w:val="libNormal"/>
      </w:pPr>
      <w:r>
        <w:t xml:space="preserve">Christians. Do not start any deed without the Base of Walayat e </w:t>
      </w:r>
      <w:smartTag w:uri="urn:schemas:contacts" w:element="GivenName">
        <w:r>
          <w:t>Ali</w:t>
        </w:r>
      </w:smartTag>
      <w:r>
        <w:t xml:space="preserve"> (s.a.).</w:t>
      </w:r>
    </w:p>
    <w:p w:rsidR="001137B5" w:rsidRDefault="001137B5" w:rsidP="001137B5">
      <w:pPr>
        <w:pStyle w:val="Heading4Center"/>
      </w:pPr>
      <w:r w:rsidRPr="00F76646">
        <w:t>107-Destiny of Ibadaat</w:t>
      </w:r>
    </w:p>
    <w:p w:rsidR="001137B5" w:rsidRDefault="001137B5" w:rsidP="001137B5">
      <w:pPr>
        <w:pStyle w:val="libItalic"/>
      </w:pPr>
      <w:r w:rsidRPr="00A647AC">
        <w:t>Rasool Allah (s.a.w.a.w.) said: “Who wants to be happy that he has passport to pass Siraat like fast wind, and enters Paradise for ever without Hisaab, then he should love my Wali, and my Wasi, and my Companion, and Khalifa of my Ahl (s.a.a.) and Ummah Ali ibne Abi Talib (s.a.); and who wants to be happy that he should go to Fire</w:t>
      </w:r>
      <w:r>
        <w:t xml:space="preserve"> without Hisaab</w:t>
      </w:r>
      <w:r w:rsidRPr="00A647AC">
        <w:t>,</w:t>
      </w:r>
      <w:r>
        <w:t xml:space="preserve"> then he should reject his Walayat</w:t>
      </w:r>
      <w:r w:rsidRPr="00A647AC">
        <w:t>. So I swear by the Honour &amp; Splendour of my Rabb that only he (Ali s.a.) is the Door of Allah, no one can come towards Allah except through him, and only he is Siraat e Mustaqeem (the Str</w:t>
      </w:r>
      <w:r>
        <w:t>aight Path), and about his Wala</w:t>
      </w:r>
      <w:r w:rsidRPr="00A647AC">
        <w:t>yat Allah Azza wa Jalla will question on the day of Qiyamah.”</w:t>
      </w:r>
    </w:p>
    <w:p w:rsidR="001137B5" w:rsidRDefault="001137B5" w:rsidP="00AD7866">
      <w:pPr>
        <w:pStyle w:val="libNormal"/>
      </w:pPr>
      <w:r>
        <w:t>(Amali Sheikh Sudooq, V 1, P 584)</w:t>
      </w:r>
    </w:p>
    <w:p w:rsidR="001137B5" w:rsidRDefault="001137B5" w:rsidP="00AD7866">
      <w:pPr>
        <w:pStyle w:val="libNormal"/>
      </w:pPr>
      <w:r>
        <w:t xml:space="preserve">Easy formula to go to Hot, Noisy Jahannam Club with Disco-fire lights: just leave Walayat e </w:t>
      </w:r>
      <w:smartTag w:uri="urn:schemas:contacts" w:element="GivenName">
        <w:r>
          <w:t>Ali</w:t>
        </w:r>
      </w:smartTag>
      <w:r>
        <w:t xml:space="preserve"> (s.a.)</w:t>
      </w:r>
    </w:p>
    <w:p w:rsidR="001137B5" w:rsidRDefault="001137B5" w:rsidP="00AD7866">
      <w:pPr>
        <w:pStyle w:val="libNormal"/>
      </w:pPr>
      <w:r>
        <w:t>Where Ibadat without Walayat will go? They will become snakes and pythons and via the court of Shaitan, will go to Jahannam Club to welcome Munkir.</w:t>
      </w:r>
    </w:p>
    <w:p w:rsidR="001137B5" w:rsidRDefault="001137B5" w:rsidP="00AD7866">
      <w:pPr>
        <w:pStyle w:val="libNormal"/>
      </w:pPr>
      <w:r>
        <w:t xml:space="preserve">Qurbat-e- Ilahi is impossible without Walayat e </w:t>
      </w:r>
      <w:smartTag w:uri="urn:schemas:contacts" w:element="GivenName">
        <w:r>
          <w:t>Ali</w:t>
        </w:r>
      </w:smartTag>
      <w:r>
        <w:t xml:space="preserve"> (s.a.).</w:t>
      </w:r>
    </w:p>
    <w:p w:rsidR="001137B5" w:rsidRDefault="001137B5" w:rsidP="001137B5">
      <w:pPr>
        <w:pStyle w:val="Heading4Center"/>
      </w:pPr>
      <w:r w:rsidRPr="00F76646">
        <w:t xml:space="preserve">108-Jealousy to </w:t>
      </w:r>
      <w:smartTag w:uri="urn:schemas:contacts" w:element="GivenName">
        <w:r w:rsidRPr="00F76646">
          <w:t>Ali</w:t>
        </w:r>
      </w:smartTag>
      <w:r w:rsidRPr="00F76646">
        <w:t xml:space="preserve"> (s.a.): Dark Night</w:t>
      </w:r>
    </w:p>
    <w:p w:rsidR="001137B5" w:rsidRPr="0033714B" w:rsidRDefault="001137B5" w:rsidP="001137B5">
      <w:pPr>
        <w:pStyle w:val="libItalic"/>
      </w:pPr>
      <w:r w:rsidRPr="0033714B">
        <w:t xml:space="preserve">Rasool Allah (s.a.w.a.w.) said: It is near that jealousy will excel fate. Ya </w:t>
      </w:r>
      <w:smartTag w:uri="urn:schemas:contacts" w:element="GivenName">
        <w:r w:rsidRPr="0033714B">
          <w:t>Ali</w:t>
        </w:r>
      </w:smartTag>
      <w:r w:rsidRPr="0033714B">
        <w:t xml:space="preserve"> (s.a.)! Only those will consider my sayings about you who are pious, pure, good, and chosen ones; and they will be so prominent in my Ummah like white hair on the back of a black bull in dark night.</w:t>
      </w:r>
    </w:p>
    <w:p w:rsidR="001137B5" w:rsidRDefault="001137B5" w:rsidP="00AD7866">
      <w:pPr>
        <w:pStyle w:val="libNormal"/>
      </w:pPr>
      <w:r>
        <w:t>(Uyoon e Akhbar e Raza s.a., V 2, P 278)</w:t>
      </w:r>
    </w:p>
    <w:p w:rsidR="001137B5" w:rsidRDefault="001137B5" w:rsidP="00AD7866">
      <w:pPr>
        <w:pStyle w:val="libNormal"/>
      </w:pPr>
      <w:r>
        <w:t xml:space="preserve">Those who are jealous about Walayat &amp; Faza’il of </w:t>
      </w:r>
      <w:smartTag w:uri="urn:schemas:contacts" w:element="GivenName">
        <w:r>
          <w:t>Ali</w:t>
        </w:r>
      </w:smartTag>
      <w:r>
        <w:t xml:space="preserve"> (s.a.), they have made this world a dark night of injustice. A few with bright hearts due to Walayat are visible shining from the skies.</w:t>
      </w:r>
    </w:p>
    <w:p w:rsidR="001137B5" w:rsidRDefault="001137B5" w:rsidP="001137B5">
      <w:pPr>
        <w:pStyle w:val="Heading4Center"/>
      </w:pPr>
      <w:r w:rsidRPr="00F76646">
        <w:t>109-Recognition of Friend and Foe</w:t>
      </w:r>
    </w:p>
    <w:p w:rsidR="001137B5" w:rsidRPr="00927783" w:rsidRDefault="001137B5" w:rsidP="001137B5">
      <w:pPr>
        <w:pStyle w:val="libItalic"/>
      </w:pPr>
      <w:r w:rsidRPr="00927783">
        <w:t xml:space="preserve">Imam </w:t>
      </w:r>
      <w:smartTag w:uri="urn:schemas:contacts" w:element="Sn">
        <w:r w:rsidRPr="00927783">
          <w:t>Ali</w:t>
        </w:r>
      </w:smartTag>
      <w:r w:rsidRPr="00927783">
        <w:t xml:space="preserve"> (s.a.) said: If I injure </w:t>
      </w:r>
      <w:r>
        <w:t xml:space="preserve">the </w:t>
      </w:r>
      <w:r w:rsidRPr="00927783">
        <w:t xml:space="preserve">nose of a Momin with my sword that he will start animosity to me, but he will never do it. And if I shower all the favours of the world on Munafiq that he will start loving me, but he will </w:t>
      </w:r>
      <w:r w:rsidRPr="00927783">
        <w:lastRenderedPageBreak/>
        <w:t xml:space="preserve">never do it. Because it has been decided by the tongue of </w:t>
      </w:r>
      <w:smartTag w:uri="urn:schemas-microsoft-com:office:smarttags" w:element="PersonName">
        <w:smartTag w:uri="urn:schemas:contacts" w:element="GivenName">
          <w:r w:rsidRPr="00927783">
            <w:t>Nabi</w:t>
          </w:r>
        </w:smartTag>
        <w:r w:rsidRPr="00927783">
          <w:t xml:space="preserve"> </w:t>
        </w:r>
        <w:smartTag w:uri="urn:schemas:contacts" w:element="Sn">
          <w:r w:rsidRPr="00927783">
            <w:t>Sadiq</w:t>
          </w:r>
        </w:smartTag>
      </w:smartTag>
      <w:r w:rsidRPr="00927783">
        <w:t xml:space="preserve"> (s.a.w.a.w.): “Ya </w:t>
      </w:r>
      <w:smartTag w:uri="urn:schemas:contacts" w:element="GivenName">
        <w:r w:rsidRPr="00927783">
          <w:t>Ali</w:t>
        </w:r>
      </w:smartTag>
      <w:r w:rsidRPr="00927783">
        <w:t xml:space="preserve"> (s.a.)! No Momin can keep animosity with you, and no Munafiq can love you.”</w:t>
      </w:r>
    </w:p>
    <w:p w:rsidR="001137B5" w:rsidRDefault="001137B5" w:rsidP="00AD7866">
      <w:pPr>
        <w:pStyle w:val="libNormal"/>
      </w:pPr>
      <w:r>
        <w:t>(Nehjul Balagha, P 645)</w:t>
      </w:r>
    </w:p>
    <w:p w:rsidR="001137B5" w:rsidRPr="00927783" w:rsidRDefault="001137B5" w:rsidP="001137B5">
      <w:pPr>
        <w:pStyle w:val="libItalic"/>
      </w:pPr>
      <w:r w:rsidRPr="00927783">
        <w:t xml:space="preserve">Maola </w:t>
      </w:r>
      <w:smartTag w:uri="urn:schemas:contacts" w:element="Sn">
        <w:r w:rsidRPr="00927783">
          <w:t>Ali</w:t>
        </w:r>
      </w:smartTag>
      <w:r w:rsidRPr="00927783">
        <w:t xml:space="preserve"> (s.a.) heard one Khariji was saying Tahajjud and reciting Quran, then he (s.a.) said: To sleep with Yaqeen (firm faith) is better than saying prayer with Shakk (doubt).</w:t>
      </w:r>
    </w:p>
    <w:p w:rsidR="001137B5" w:rsidRDefault="001137B5" w:rsidP="00AD7866">
      <w:pPr>
        <w:pStyle w:val="libNormal"/>
      </w:pPr>
      <w:r>
        <w:t>(Nehjul Balagha, P 661)</w:t>
      </w:r>
    </w:p>
    <w:p w:rsidR="001137B5" w:rsidRDefault="001137B5" w:rsidP="00AD7866">
      <w:pPr>
        <w:pStyle w:val="libNormal"/>
      </w:pPr>
      <w:r>
        <w:t xml:space="preserve">O you who doubt in La Raib Ali (s.a.)! Ibadaat become superior with Zikr e </w:t>
      </w:r>
      <w:smartTag w:uri="urn:schemas:contacts" w:element="GivenName">
        <w:r>
          <w:t>Ali</w:t>
        </w:r>
      </w:smartTag>
      <w:r>
        <w:t xml:space="preserve">. Zulfiqaar of Imam Qaim (a.f.s.) is waiting for Tahajjud-reader </w:t>
      </w:r>
      <w:smartTag w:uri="urn:schemas-microsoft-com:office:smarttags" w:element="PersonName">
        <w:smartTag w:uri="urn:schemas:contacts" w:element="GivenName">
          <w:r>
            <w:t>Muqassir</w:t>
          </w:r>
        </w:smartTag>
        <w:r>
          <w:t xml:space="preserve"> </w:t>
        </w:r>
        <w:smartTag w:uri="urn:schemas:contacts" w:element="Sn">
          <w:r>
            <w:t>Qari</w:t>
          </w:r>
        </w:smartTag>
      </w:smartTag>
      <w:r>
        <w:t xml:space="preserve"> of this time.</w:t>
      </w:r>
    </w:p>
    <w:p w:rsidR="001137B5" w:rsidRDefault="001137B5" w:rsidP="001137B5">
      <w:pPr>
        <w:pStyle w:val="Heading4Center"/>
      </w:pPr>
      <w:r w:rsidRPr="00F76646">
        <w:t>110-Knowing Habibullah (s.a.w.a.w.)</w:t>
      </w:r>
    </w:p>
    <w:p w:rsidR="001137B5" w:rsidRDefault="001137B5" w:rsidP="00AD7866">
      <w:pPr>
        <w:pStyle w:val="libNormal"/>
      </w:pPr>
      <w:r w:rsidRPr="00246D16">
        <w:t>Summary of Hadees of Imam Jafar Sadiq (s.a.): When Rasool Allah (s.a.w.a.w.) reached</w:t>
      </w:r>
      <w:r>
        <w:t xml:space="preserve"> the</w:t>
      </w:r>
      <w:r w:rsidRPr="00246D16">
        <w:t xml:space="preserve"> 1</w:t>
      </w:r>
      <w:r w:rsidRPr="001137B5">
        <w:t>st</w:t>
      </w:r>
      <w:r w:rsidRPr="00246D16">
        <w:t xml:space="preserve"> sky during the night of Mai’raj, Angels (a.s.) went into Sajdah thinking that he is Noor of Rabb and said ‘Subbuhun Quddosun our Rabb and Rabb of Angels &amp; Rooh’. Then Jibraeel (a.s.) said loud ‘</w:t>
      </w:r>
      <w:smartTag w:uri="urn:schemas:contacts" w:element="GivenName">
        <w:r w:rsidRPr="00246D16">
          <w:t>Allaho</w:t>
        </w:r>
      </w:smartTag>
      <w:r w:rsidRPr="00246D16">
        <w:t xml:space="preserve"> </w:t>
      </w:r>
      <w:smartTag w:uri="urn:schemas:contacts" w:element="Sn">
        <w:r w:rsidRPr="00246D16">
          <w:t>Akbar</w:t>
        </w:r>
      </w:smartTag>
      <w:r w:rsidRPr="00246D16">
        <w:t xml:space="preserve">’, then </w:t>
      </w:r>
      <w:smartTag w:uri="urn:schemas:contacts" w:element="Sn">
        <w:r w:rsidRPr="00246D16">
          <w:t>Angels</w:t>
        </w:r>
      </w:smartTag>
      <w:r w:rsidRPr="00246D16">
        <w:t xml:space="preserve"> understood and came near to say Salaam and asked about </w:t>
      </w:r>
      <w:smartTag w:uri="urn:schemas-microsoft-com:office:smarttags" w:element="PersonName">
        <w:smartTag w:uri="urn:schemas:contacts" w:element="GivenName">
          <w:r w:rsidRPr="00246D16">
            <w:t>Maola</w:t>
          </w:r>
        </w:smartTag>
        <w:r w:rsidRPr="00246D16">
          <w:t xml:space="preserve"> </w:t>
        </w:r>
        <w:smartTag w:uri="urn:schemas:contacts" w:element="Sn">
          <w:r w:rsidRPr="00246D16">
            <w:t>Ali</w:t>
          </w:r>
        </w:smartTag>
      </w:smartTag>
      <w:r w:rsidRPr="00246D16">
        <w:t xml:space="preserve"> (s.a.) as well. When Rasool Allah (s.a.w.a.w.) reached</w:t>
      </w:r>
      <w:r>
        <w:t xml:space="preserve"> the</w:t>
      </w:r>
      <w:r w:rsidRPr="00246D16">
        <w:t xml:space="preserve"> 2</w:t>
      </w:r>
      <w:r w:rsidRPr="001137B5">
        <w:t>nd</w:t>
      </w:r>
      <w:r w:rsidRPr="00246D16">
        <w:t xml:space="preserve"> sky, there also </w:t>
      </w:r>
      <w:smartTag w:uri="urn:schemas:contacts" w:element="Sn">
        <w:r w:rsidRPr="00246D16">
          <w:t>Angels</w:t>
        </w:r>
      </w:smartTag>
      <w:r w:rsidRPr="00246D16">
        <w:t xml:space="preserve"> ran to go in Sajdah, and said ‘</w:t>
      </w:r>
      <w:smartTag w:uri="urn:schemas-microsoft-com:office:smarttags" w:element="PersonName">
        <w:smartTag w:uri="urn:schemas:contacts" w:element="GivenName">
          <w:r w:rsidRPr="00246D16">
            <w:t>Subbuhun</w:t>
          </w:r>
        </w:smartTag>
        <w:r w:rsidRPr="00246D16">
          <w:t xml:space="preserve"> </w:t>
        </w:r>
        <w:smartTag w:uri="urn:schemas:contacts" w:element="Sn">
          <w:r w:rsidRPr="00246D16">
            <w:t>Quddosun</w:t>
          </w:r>
        </w:smartTag>
      </w:smartTag>
      <w:r w:rsidRPr="00246D16">
        <w:t xml:space="preserve"> our Rabb and </w:t>
      </w:r>
    </w:p>
    <w:p w:rsidR="001137B5" w:rsidRPr="00246D16" w:rsidRDefault="001137B5" w:rsidP="00AD7866">
      <w:pPr>
        <w:pStyle w:val="libNormal"/>
      </w:pPr>
      <w:r w:rsidRPr="00246D16">
        <w:t xml:space="preserve">Rabb of </w:t>
      </w:r>
      <w:smartTag w:uri="urn:schemas:contacts" w:element="Sn">
        <w:r w:rsidRPr="00246D16">
          <w:t>Angels</w:t>
        </w:r>
      </w:smartTag>
      <w:r w:rsidRPr="00246D16">
        <w:t xml:space="preserve"> &amp; Rooh’, and thought him Noor of Rabb. Jibraeel (a.s.) again said ‘I testify that there is none worthy of worship except Allah’, then Angels understood and came to say Salaam to him and asked about Imam Ali (s.a.) and his Shias as well, that how are they. When he reached </w:t>
      </w:r>
      <w:r>
        <w:t xml:space="preserve">the </w:t>
      </w:r>
      <w:r w:rsidRPr="00246D16">
        <w:t>3</w:t>
      </w:r>
      <w:r w:rsidRPr="001137B5">
        <w:t>rd</w:t>
      </w:r>
      <w:r w:rsidRPr="00246D16">
        <w:t xml:space="preserve"> sky, there also Angels went into Sajdah in a hurry and said the same Tasbeeh, then Jibraeel (a.s.) said ‘I testify that Mohammad (s.a.w.a.w.) is Rasool of Allah’, then Angels understood, and came and said Salaam to him and narrated Faza’il and Blessings of Maola Ali (s.a.). On the 4</w:t>
      </w:r>
      <w:r w:rsidRPr="001137B5">
        <w:t>th</w:t>
      </w:r>
      <w:r w:rsidRPr="00246D16">
        <w:t xml:space="preserve"> sky </w:t>
      </w:r>
      <w:smartTag w:uri="urn:schemas:contacts" w:element="Sn">
        <w:r w:rsidRPr="00246D16">
          <w:t>Angels</w:t>
        </w:r>
      </w:smartTag>
      <w:r w:rsidRPr="00246D16">
        <w:t xml:space="preserve"> offered Namaaz behind him, and said this Namaaz is for Shias, they will keep reading it until Qiyamah. On hearing ‘Hyya alul Falaah’ in Azaan, </w:t>
      </w:r>
      <w:smartTag w:uri="urn:schemas:contacts" w:element="Sn">
        <w:r w:rsidRPr="00246D16">
          <w:t>Angels</w:t>
        </w:r>
      </w:smartTag>
      <w:r w:rsidRPr="00246D16">
        <w:t xml:space="preserve"> said ‘this Falaah will be established in the World due to </w:t>
      </w:r>
      <w:smartTag w:uri="urn:schemas:contacts" w:element="GivenName">
        <w:r w:rsidRPr="00246D16">
          <w:t>Ali</w:t>
        </w:r>
      </w:smartTag>
      <w:r w:rsidRPr="00246D16">
        <w:t xml:space="preserve"> (s.a.)’.</w:t>
      </w:r>
    </w:p>
    <w:p w:rsidR="001137B5" w:rsidRDefault="001137B5" w:rsidP="00AD7866">
      <w:pPr>
        <w:pStyle w:val="libNormal"/>
      </w:pPr>
      <w:r>
        <w:t xml:space="preserve">(Alul al Shrai, V 2, P 367) </w:t>
      </w:r>
    </w:p>
    <w:p w:rsidR="001137B5" w:rsidRDefault="001137B5" w:rsidP="00AD7866">
      <w:pPr>
        <w:pStyle w:val="libNormal"/>
      </w:pPr>
      <w:r>
        <w:t xml:space="preserve">When </w:t>
      </w:r>
      <w:smartTag w:uri="urn:schemas:contacts" w:element="Sn">
        <w:r>
          <w:t>Angels</w:t>
        </w:r>
      </w:smartTag>
      <w:r>
        <w:t xml:space="preserve"> (a.s.) were created, they thought </w:t>
      </w:r>
      <w:smartTag w:uri="urn:schemas:contacts" w:element="GivenName">
        <w:r>
          <w:t>Mohammad</w:t>
        </w:r>
      </w:smartTag>
      <w:r>
        <w:t xml:space="preserve"> o Aal e </w:t>
      </w:r>
      <w:smartTag w:uri="urn:schemas:contacts" w:element="GivenName">
        <w:r>
          <w:t>Mohammad</w:t>
        </w:r>
      </w:smartTag>
      <w:r>
        <w:t xml:space="preserve"> (s.a.a.) as Allah. Then </w:t>
      </w:r>
      <w:smartTag w:uri="urn:schemas:contacts" w:element="GivenName">
        <w:r>
          <w:t>Mohammad</w:t>
        </w:r>
      </w:smartTag>
      <w:r>
        <w:t xml:space="preserve"> o Aal e </w:t>
      </w:r>
      <w:smartTag w:uri="urn:schemas:contacts" w:element="GivenName">
        <w:r>
          <w:t>Mohammad</w:t>
        </w:r>
      </w:smartTag>
      <w:r>
        <w:t xml:space="preserve"> (s.a.a.) taught them Ibadat e Ilahi and Marifat e Tauheed. Then after thousands of years, </w:t>
      </w:r>
      <w:smartTag w:uri="urn:schemas-microsoft-com:office:smarttags" w:element="PersonName">
        <w:smartTag w:uri="urn:schemas:contacts" w:element="GivenName">
          <w:r>
            <w:t>Hazrat</w:t>
          </w:r>
        </w:smartTag>
        <w:r>
          <w:t xml:space="preserve"> </w:t>
        </w:r>
        <w:smartTag w:uri="urn:schemas:contacts" w:element="Sn">
          <w:r>
            <w:t>Adam</w:t>
          </w:r>
        </w:smartTag>
      </w:smartTag>
      <w:r>
        <w:t xml:space="preserve"> (a.s.) was created, then </w:t>
      </w:r>
      <w:smartTag w:uri="urn:schemas:contacts" w:element="Sn">
        <w:r>
          <w:t>Angels</w:t>
        </w:r>
      </w:smartTag>
      <w:r>
        <w:t xml:space="preserve"> could not recognise </w:t>
      </w:r>
      <w:smartTag w:uri="urn:schemas:contacts" w:element="GivenName">
        <w:r>
          <w:t>Mohammad</w:t>
        </w:r>
      </w:smartTag>
      <w:r>
        <w:t xml:space="preserve"> o Aal e </w:t>
      </w:r>
      <w:smartTag w:uri="urn:schemas:contacts" w:element="GivenName">
        <w:r>
          <w:t>Mohammad</w:t>
        </w:r>
      </w:smartTag>
      <w:r>
        <w:t xml:space="preserve"> (s.a.a.) in test. Then after thousands of years, when Rasool Allah (s.a.w.a.w.) went to </w:t>
      </w:r>
      <w:smartTag w:uri="urn:schemas:contacts" w:element="Sn">
        <w:r>
          <w:t>Mai’raj</w:t>
        </w:r>
      </w:smartTag>
      <w:r>
        <w:t xml:space="preserve">, then </w:t>
      </w:r>
      <w:smartTag w:uri="urn:schemas:contacts" w:element="Sn">
        <w:r>
          <w:t>Angels</w:t>
        </w:r>
      </w:smartTag>
      <w:r>
        <w:t xml:space="preserve"> went into Sajdah considering him Allah, and could not recognise him.</w:t>
      </w:r>
    </w:p>
    <w:p w:rsidR="001137B5" w:rsidRDefault="001137B5" w:rsidP="00AD7866">
      <w:pPr>
        <w:pStyle w:val="libNormal"/>
      </w:pPr>
      <w:r>
        <w:t xml:space="preserve">Infallible </w:t>
      </w:r>
      <w:smartTag w:uri="urn:schemas:contacts" w:element="Sn">
        <w:r>
          <w:t>Angels</w:t>
        </w:r>
      </w:smartTag>
      <w:r>
        <w:t xml:space="preserve"> living in Qurbat of Allah can not recognise </w:t>
      </w:r>
      <w:smartTag w:uri="urn:schemas:contacts" w:element="GivenName">
        <w:r>
          <w:t>Mohammad</w:t>
        </w:r>
      </w:smartTag>
      <w:r>
        <w:t xml:space="preserve"> o Aal e </w:t>
      </w:r>
      <w:smartTag w:uri="urn:schemas:contacts" w:element="GivenName">
        <w:r>
          <w:t>Mohammad</w:t>
        </w:r>
      </w:smartTag>
      <w:r>
        <w:t xml:space="preserve"> (s.a.a.). We do not have an idea about the age of </w:t>
      </w:r>
      <w:smartTag w:uri="urn:schemas:contacts" w:element="Sn">
        <w:r>
          <w:t>Angels</w:t>
        </w:r>
      </w:smartTag>
      <w:r>
        <w:t>, who do not get tired in Ibadat.</w:t>
      </w:r>
    </w:p>
    <w:p w:rsidR="001137B5" w:rsidRDefault="001137B5" w:rsidP="00AD7866">
      <w:pPr>
        <w:pStyle w:val="libNormal"/>
      </w:pPr>
      <w:r>
        <w:t>Muqassir Mulla who is Friday to Friday, eight days old, after two hits (thinking Sajdah) is devising the standards of limits of Infallibility, Highness, and Authority of Masomeen (s.a.a.).</w:t>
      </w:r>
    </w:p>
    <w:p w:rsidR="00BE2EC5" w:rsidRDefault="001137B5" w:rsidP="00AD7866">
      <w:pPr>
        <w:pStyle w:val="libNormal"/>
      </w:pPr>
      <w:r>
        <w:lastRenderedPageBreak/>
        <w:t>O Muqassir Mulla! You should make use of that standard first which Allah has devised for you to judge whether you are legitimate or illegitimate?</w:t>
      </w:r>
    </w:p>
    <w:p w:rsidR="001137B5" w:rsidRDefault="001137B5" w:rsidP="001137B5">
      <w:pPr>
        <w:pStyle w:val="Heading4Center"/>
      </w:pPr>
      <w:r w:rsidRPr="00F76646">
        <w:t>111-Great Sins</w:t>
      </w:r>
    </w:p>
    <w:p w:rsidR="001137B5" w:rsidRPr="00B71CDF" w:rsidRDefault="001137B5" w:rsidP="001137B5">
      <w:pPr>
        <w:pStyle w:val="libItalic"/>
      </w:pPr>
      <w:r w:rsidRPr="00B71CDF">
        <w:t xml:space="preserve">Summary of a Hadees of </w:t>
      </w:r>
      <w:smartTag w:uri="urn:schemas-microsoft-com:office:smarttags" w:element="PersonName">
        <w:r w:rsidRPr="00B71CDF">
          <w:t xml:space="preserve">Imam </w:t>
        </w:r>
        <w:smartTag w:uri="urn:schemas:contacts" w:element="GivenName">
          <w:r w:rsidRPr="00B71CDF">
            <w:t>Jafar</w:t>
          </w:r>
        </w:smartTag>
        <w:r w:rsidRPr="00B71CDF">
          <w:t xml:space="preserve"> </w:t>
        </w:r>
        <w:smartTag w:uri="urn:schemas:contacts" w:element="Sn">
          <w:r w:rsidRPr="00B71CDF">
            <w:t>Sadiq</w:t>
          </w:r>
        </w:smartTag>
      </w:smartTag>
      <w:r w:rsidRPr="00B71CDF">
        <w:t xml:space="preserve"> (s.a.): Great sins are seven, which are related to </w:t>
      </w:r>
      <w:smartTag w:uri="urn:schemas:contacts" w:element="GivenName">
        <w:r w:rsidRPr="00B71CDF">
          <w:t>Mohammad</w:t>
        </w:r>
      </w:smartTag>
      <w:r w:rsidRPr="00B71CDF">
        <w:t xml:space="preserve"> o Aal e </w:t>
      </w:r>
      <w:smartTag w:uri="urn:schemas:contacts" w:element="GivenName">
        <w:r w:rsidRPr="00B71CDF">
          <w:t>Mohammad</w:t>
        </w:r>
      </w:smartTag>
      <w:r w:rsidRPr="00B71CDF">
        <w:t xml:space="preserve"> (s.a.a.):</w:t>
      </w:r>
    </w:p>
    <w:p w:rsidR="001137B5" w:rsidRPr="00B71CDF" w:rsidRDefault="001137B5" w:rsidP="001137B5">
      <w:pPr>
        <w:pStyle w:val="libItalic"/>
      </w:pPr>
      <w:r w:rsidRPr="00B71CDF">
        <w:t>1)</w:t>
      </w:r>
      <w:r w:rsidRPr="00B71CDF">
        <w:tab/>
        <w:t>To make someone partner of Allah.....There are verses about Mushrik. Then whatever Rasool Allah (s.a.w.a.w.) said about Ahlul Bait (s.a.a.), but people belied Allah and His Rasool (s.a.w.a.w.), in this way they did Shirk.</w:t>
      </w:r>
    </w:p>
    <w:p w:rsidR="001137B5" w:rsidRPr="00B71CDF" w:rsidRDefault="001137B5" w:rsidP="001137B5">
      <w:pPr>
        <w:pStyle w:val="libItalic"/>
      </w:pPr>
      <w:r w:rsidRPr="00B71CDF">
        <w:t>2)</w:t>
      </w:r>
      <w:r w:rsidRPr="00B71CDF">
        <w:tab/>
        <w:t xml:space="preserve">To murder someone, whose murder Allah has declared Haraam.....People Martyred </w:t>
      </w:r>
      <w:smartTag w:uri="urn:schemas-microsoft-com:office:smarttags" w:element="PersonName">
        <w:r w:rsidRPr="00B71CDF">
          <w:t xml:space="preserve">Imam </w:t>
        </w:r>
        <w:smartTag w:uri="urn:schemas:contacts" w:element="Sn">
          <w:r w:rsidRPr="00B71CDF">
            <w:t>Hussain</w:t>
          </w:r>
        </w:smartTag>
      </w:smartTag>
      <w:r w:rsidRPr="00B71CDF">
        <w:t xml:space="preserve"> (s.a.) and his companions (a.s.).</w:t>
      </w:r>
    </w:p>
    <w:p w:rsidR="001137B5" w:rsidRPr="00B71CDF" w:rsidRDefault="001137B5" w:rsidP="001137B5">
      <w:pPr>
        <w:pStyle w:val="libItalic"/>
      </w:pPr>
      <w:r w:rsidRPr="00B71CDF">
        <w:t>3)</w:t>
      </w:r>
      <w:r w:rsidRPr="00B71CDF">
        <w:tab/>
        <w:t>To take wealth of orphans.....To snatch the part of Ahlul Bait (s.a.a.) from the Booty, and to give it to someone else.</w:t>
      </w:r>
    </w:p>
    <w:p w:rsidR="001137B5" w:rsidRPr="00B71CDF" w:rsidRDefault="001137B5" w:rsidP="001137B5">
      <w:pPr>
        <w:pStyle w:val="libItalic"/>
      </w:pPr>
      <w:r w:rsidRPr="00B71CDF">
        <w:t>4)</w:t>
      </w:r>
      <w:r w:rsidRPr="00B71CDF">
        <w:tab/>
        <w:t xml:space="preserve">Disobedience of parents.....Allah said: “Nabi (s.a.w.a.w.) has more authority over the lives of Momineen than themselves, and his wives are their (Momineen’s) mothers.” Disobedience of Rasool Allah (s.a.w.a.w.) and </w:t>
      </w:r>
      <w:smartTag w:uri="urn:schemas-microsoft-com:office:smarttags" w:element="PersonName">
        <w:smartTag w:uri="urn:schemas:contacts" w:element="GivenName">
          <w:r w:rsidRPr="00B71CDF">
            <w:t>Hazrat</w:t>
          </w:r>
        </w:smartTag>
        <w:r w:rsidRPr="00B71CDF">
          <w:t xml:space="preserve"> </w:t>
        </w:r>
        <w:smartTag w:uri="urn:schemas:contacts" w:element="Sn">
          <w:r w:rsidRPr="00B71CDF">
            <w:t>Khadija</w:t>
          </w:r>
        </w:smartTag>
      </w:smartTag>
      <w:r w:rsidRPr="00B71CDF">
        <w:t xml:space="preserve"> (s.a.), concerning their holy progeny (s.a.a.).</w:t>
      </w:r>
    </w:p>
    <w:p w:rsidR="001137B5" w:rsidRPr="00C9324F" w:rsidRDefault="001137B5" w:rsidP="00AD7866">
      <w:pPr>
        <w:pStyle w:val="libNormal"/>
      </w:pPr>
      <w:r w:rsidRPr="00B71CDF">
        <w:t>5)</w:t>
      </w:r>
      <w:r w:rsidRPr="00B71CDF">
        <w:tab/>
        <w:t>To accuse</w:t>
      </w:r>
      <w:r>
        <w:t xml:space="preserve"> a</w:t>
      </w:r>
      <w:r w:rsidRPr="00B71CDF">
        <w:t xml:space="preserve"> modest lady.....Testification of Infallible </w:t>
      </w:r>
      <w:smartTag w:uri="urn:schemas-microsoft-com:office:smarttags" w:element="PersonName">
        <w:smartTag w:uri="urn:schemas:contacts" w:element="GivenName">
          <w:r w:rsidRPr="00B71CDF">
            <w:t>Syyeda</w:t>
          </w:r>
        </w:smartTag>
        <w:r w:rsidRPr="00B71CDF">
          <w:t xml:space="preserve"> </w:t>
        </w:r>
        <w:smartTag w:uri="urn:schemas:contacts" w:element="middlename">
          <w:r w:rsidRPr="00B71CDF">
            <w:t>Fatima</w:t>
          </w:r>
        </w:smartTag>
        <w:r w:rsidRPr="00B71CDF">
          <w:t xml:space="preserve"> </w:t>
        </w:r>
        <w:smartTag w:uri="urn:schemas:contacts" w:element="Sn">
          <w:r w:rsidRPr="00B71CDF">
            <w:t>Zahra</w:t>
          </w:r>
        </w:smartTag>
      </w:smartTag>
      <w:r w:rsidRPr="00B71CDF">
        <w:t xml:space="preserve"> (s.a.) was rejected. </w:t>
      </w:r>
      <w:r w:rsidRPr="00C9324F">
        <w:t>(and they took away her right)</w:t>
      </w:r>
    </w:p>
    <w:p w:rsidR="001137B5" w:rsidRPr="00B71CDF" w:rsidRDefault="001137B5" w:rsidP="001137B5">
      <w:pPr>
        <w:pStyle w:val="libItalic"/>
      </w:pPr>
      <w:r w:rsidRPr="00B71CDF">
        <w:t>6)</w:t>
      </w:r>
      <w:r w:rsidRPr="00B71CDF">
        <w:tab/>
        <w:t xml:space="preserve">To run away from the battle.....Paid allegiance to </w:t>
      </w:r>
      <w:smartTag w:uri="urn:schemas-microsoft-com:office:smarttags" w:element="PersonName">
        <w:smartTag w:uri="urn:schemas:contacts" w:element="GivenName">
          <w:r w:rsidRPr="00B71CDF">
            <w:t>Amirul</w:t>
          </w:r>
        </w:smartTag>
        <w:r w:rsidRPr="00B71CDF">
          <w:t xml:space="preserve"> </w:t>
        </w:r>
        <w:smartTag w:uri="urn:schemas:contacts" w:element="Sn">
          <w:r w:rsidRPr="00B71CDF">
            <w:t>Momineen</w:t>
          </w:r>
        </w:smartTag>
      </w:smartTag>
      <w:r w:rsidRPr="00B71CDF">
        <w:t xml:space="preserve"> (s.a.), then ran away, and refused to help.</w:t>
      </w:r>
    </w:p>
    <w:p w:rsidR="001137B5" w:rsidRPr="00B71CDF" w:rsidRDefault="001137B5" w:rsidP="001137B5">
      <w:pPr>
        <w:pStyle w:val="libItalic"/>
      </w:pPr>
      <w:r w:rsidRPr="00B71CDF">
        <w:t>7)</w:t>
      </w:r>
      <w:r w:rsidRPr="00B71CDF">
        <w:tab/>
        <w:t>To deny the Haqq (Right) of Ahlul Bait (s.a.a.).....To deny the Haqq of Walayat.</w:t>
      </w:r>
    </w:p>
    <w:p w:rsidR="001137B5" w:rsidRDefault="001137B5" w:rsidP="00AD7866">
      <w:pPr>
        <w:pStyle w:val="libNormal"/>
      </w:pPr>
      <w:r>
        <w:t xml:space="preserve">(Alul al Shrai, V 2, P 570) </w:t>
      </w:r>
    </w:p>
    <w:p w:rsidR="001137B5" w:rsidRDefault="001137B5" w:rsidP="00AD7866">
      <w:pPr>
        <w:pStyle w:val="libNormal"/>
      </w:pPr>
      <w:r>
        <w:t xml:space="preserve">These great sins were not only for the people of the past. Beware and avoid them nowadays as well: 1) It is Shirk to declare Tafseer of Verses weak and unauthentic which are related to Faza’il e Ali (s.a.); 2) to murder by tongue by not testifying Walayat e Ali (s.a.); 3) not to pay Khums or to give it to a Muqassir Mulla; 4) Ahadees of Rasool Allah (s.a.w.a.w.) which are related to Faza’il </w:t>
      </w:r>
    </w:p>
    <w:p w:rsidR="001137B5" w:rsidRDefault="001137B5" w:rsidP="00AD7866">
      <w:pPr>
        <w:pStyle w:val="libNormal"/>
      </w:pPr>
      <w:r>
        <w:t>e Ali (s.a.), to declare them weak and unreliable by using tricks of Ilmur Rijal and other lame excuses; 5) to declare that Fadak was not the right of Syyeda Siddiqa Fatima (s.a.); 6) to unite under Batil, and to prevent from preaching Walayat e Ali (s.a.) by using shield of lame excuse of unity and preventing differences, and to run away from helping Imam (s.a.) in this way; 7) to exclude Testification of Walayat e Mutliqa from Ibadaat, so denying practically their Haqq e Walayat.</w:t>
      </w:r>
    </w:p>
    <w:p w:rsidR="001137B5" w:rsidRDefault="001137B5" w:rsidP="001137B5">
      <w:pPr>
        <w:pStyle w:val="Heading4Center"/>
      </w:pPr>
      <w:r w:rsidRPr="00F76646">
        <w:t>112-Self-made Contractors of Deen</w:t>
      </w:r>
    </w:p>
    <w:p w:rsidR="001137B5" w:rsidRDefault="001137B5" w:rsidP="00AD7866">
      <w:pPr>
        <w:pStyle w:val="libNormal"/>
      </w:pPr>
      <w:r>
        <w:t xml:space="preserve">There is different Fatwa of every self-made contractor of Deen, everyone’s Aeen-e-Akbari is separate, separate mosque of 1 ½ brick, every one is self-appointed vicegerent of Imam, Wali-e-Faqeh, and claim miracles like Masomeen (s.a.a.) and rather superior to the Infallible Prophets (a.s.) of Bani Israeel. But those Mullas do not know what is happening on their English websites. From their offices colourful and strange Fatawa are being issued with their stamps. Those contractor Mullas do not know any </w:t>
      </w:r>
      <w:r>
        <w:lastRenderedPageBreak/>
        <w:t>language except their mother tongue. Although only he is worthy of wearing the dress of a scholar who is at home in Arabic, so that he can read the real Kutub e Haqqa himself, and does not have a piece of paper as certificate by only reading wrong translations and hear say. At least Mulla should learn an international language, and language of the majority of Momineen, so that he does not need a translator.</w:t>
      </w:r>
    </w:p>
    <w:p w:rsidR="001137B5" w:rsidRDefault="001137B5" w:rsidP="00AD7866">
      <w:pPr>
        <w:pStyle w:val="libNormal"/>
      </w:pPr>
      <w:r>
        <w:t xml:space="preserve">Everyone knows there are many incidents, indicating that Masomeen (s.a.a.) know all the languages, e.g. </w:t>
      </w:r>
      <w:r w:rsidRPr="002A1E1D">
        <w:t>Abu Ismaeel Sindhi came to know that there is one Hujjat of Allah in Arab, and came to Imam Ali Raza (s.a.). And Imam (s.a.) spoke Sindhi in whole conversation. That wise ma</w:t>
      </w:r>
      <w:r>
        <w:t>n requested Imam (s.a.) that he wants to learn</w:t>
      </w:r>
      <w:r w:rsidRPr="002A1E1D">
        <w:t xml:space="preserve"> Arabic, and Imam (s.a.) touched his lips with his holy hand, and he became Alim of Arabic immediately and started speaking Arabic.</w:t>
      </w:r>
      <w:r>
        <w:t xml:space="preserve"> </w:t>
      </w:r>
    </w:p>
    <w:p w:rsidR="001137B5" w:rsidRDefault="001137B5" w:rsidP="00AD7866">
      <w:pPr>
        <w:pStyle w:val="libNormal"/>
      </w:pPr>
      <w:r>
        <w:t>(Biharul Anwaar, V 5, P 43)</w:t>
      </w:r>
    </w:p>
    <w:p w:rsidR="001137B5" w:rsidRPr="002A1E1D" w:rsidRDefault="001137B5" w:rsidP="001137B5">
      <w:pPr>
        <w:pStyle w:val="libItalic"/>
      </w:pPr>
      <w:r w:rsidRPr="002A1E1D">
        <w:t xml:space="preserve">Amirul </w:t>
      </w:r>
      <w:smartTag w:uri="urn:schemas:contacts" w:element="Sn">
        <w:r w:rsidRPr="002A1E1D">
          <w:t>Momineen</w:t>
        </w:r>
      </w:smartTag>
      <w:r w:rsidRPr="002A1E1D">
        <w:t xml:space="preserve"> (s.a.) said: “Ask me what is above the Arsh, and ask me what is below the Arsh, ask me before you can not find me.”</w:t>
      </w:r>
    </w:p>
    <w:p w:rsidR="001137B5" w:rsidRDefault="001137B5" w:rsidP="00AD7866">
      <w:pPr>
        <w:pStyle w:val="libNormal"/>
      </w:pPr>
      <w:r>
        <w:t xml:space="preserve">(Biharul Anwaar, V 6, P 152) </w:t>
      </w:r>
    </w:p>
    <w:p w:rsidR="001137B5" w:rsidRDefault="001137B5" w:rsidP="001137B5">
      <w:pPr>
        <w:pStyle w:val="Heading4Center"/>
      </w:pPr>
      <w:r w:rsidRPr="00F76646">
        <w:t>113-Don’t hurt Rasool Allah (s.a.w.a.w.) Daily</w:t>
      </w:r>
    </w:p>
    <w:p w:rsidR="001137B5" w:rsidRPr="000763C6" w:rsidRDefault="001137B5" w:rsidP="001137B5">
      <w:pPr>
        <w:pStyle w:val="libItalic"/>
      </w:pPr>
      <w:r w:rsidRPr="000763C6">
        <w:t>O My Habeeb (s.a.w.a.w.) say: You (people) do deeds, Allah and His Rasool (s.a.w.a.w.) and Momineen (Imams s.a.a.) see your deeds. (Sura Tauba). Every body’s deeds are presented daily in front of Rasool Allah (s.a.w.a.w.) and Imams (s.a.a.).</w:t>
      </w:r>
    </w:p>
    <w:p w:rsidR="001137B5" w:rsidRDefault="001137B5" w:rsidP="00AD7866">
      <w:pPr>
        <w:pStyle w:val="libNormal"/>
      </w:pPr>
      <w:r>
        <w:t>(Ma’ani al Akhbar, V 2, P 441, Mun La Yahzorul Faqeh, V 1, P 137)</w:t>
      </w:r>
    </w:p>
    <w:p w:rsidR="001137B5" w:rsidRDefault="001137B5" w:rsidP="00AD7866">
      <w:pPr>
        <w:pStyle w:val="libNormal"/>
      </w:pPr>
      <w:r>
        <w:t xml:space="preserve">When someone claims in front of people to be lover and Shia of Mohammad o Aal e </w:t>
      </w:r>
      <w:smartTag w:uri="urn:schemas:contacts" w:element="GivenName">
        <w:r>
          <w:t>Mohammad</w:t>
        </w:r>
      </w:smartTag>
      <w:r>
        <w:t xml:space="preserve"> (s.a.a.), but denies practically at the stage of deeds, then he commits great sin, then how much Rasool Allah (s.a.w.a.w.) is hurt by his hypocritical attitude, when everyday his deeds are presented.</w:t>
      </w:r>
    </w:p>
    <w:p w:rsidR="001137B5" w:rsidRDefault="001137B5" w:rsidP="00AD7866">
      <w:pPr>
        <w:pStyle w:val="libNormal"/>
      </w:pPr>
      <w:r>
        <w:t xml:space="preserve">It is useless to do Ibadat while doubting </w:t>
      </w:r>
      <w:smartTag w:uri="urn:schemas:contacts" w:element="Sn">
        <w:r>
          <w:t>Faza’il</w:t>
        </w:r>
      </w:smartTag>
      <w:r>
        <w:t xml:space="preserve"> of Aal-e-Mohammad (s.a.a.). To sleep with firm faith in Walayat e Masomeen (s.a.a.)</w:t>
      </w:r>
      <w:r w:rsidRPr="00D44809">
        <w:t xml:space="preserve"> </w:t>
      </w:r>
      <w:r>
        <w:t>is better than that.</w:t>
      </w:r>
    </w:p>
    <w:p w:rsidR="001137B5" w:rsidRPr="008075EC" w:rsidRDefault="001137B5" w:rsidP="001137B5">
      <w:pPr>
        <w:pStyle w:val="libItalic"/>
      </w:pPr>
      <w:r w:rsidRPr="008075EC">
        <w:t xml:space="preserve">Some companions’ doors were opening towards Masjid-e-Nabwi. Rasool Allah (s.a.w.a.w.) ordered to close all the doors except the door of </w:t>
      </w:r>
      <w:smartTag w:uri="urn:schemas-microsoft-com:office:smarttags" w:element="PersonName">
        <w:smartTag w:uri="urn:schemas:contacts" w:element="GivenName">
          <w:r w:rsidRPr="008075EC">
            <w:t>Maola</w:t>
          </w:r>
        </w:smartTag>
        <w:r w:rsidRPr="008075EC">
          <w:t xml:space="preserve"> </w:t>
        </w:r>
        <w:smartTag w:uri="urn:schemas:contacts" w:element="Sn">
          <w:r w:rsidRPr="008075EC">
            <w:t>Ali</w:t>
          </w:r>
        </w:smartTag>
      </w:smartTag>
      <w:r w:rsidRPr="008075EC">
        <w:t xml:space="preserve"> (s.a.). People started talking. Rasool Allah (s.a.w.a.w.) stood up and delivered a sermon, after Hamd o </w:t>
      </w:r>
      <w:smartTag w:uri="urn:schemas-microsoft-com:office:smarttags" w:element="City">
        <w:smartTag w:uri="urn:schemas-microsoft-com:office:smarttags" w:element="place">
          <w:r w:rsidRPr="008075EC">
            <w:t>Sana</w:t>
          </w:r>
        </w:smartTag>
      </w:smartTag>
      <w:r w:rsidRPr="008075EC">
        <w:t xml:space="preserve"> of Allah, said: I ordered to close all the doors except the door of </w:t>
      </w:r>
      <w:smartTag w:uri="urn:schemas:contacts" w:element="GivenName">
        <w:r w:rsidRPr="008075EC">
          <w:t>Ali</w:t>
        </w:r>
      </w:smartTag>
      <w:r w:rsidRPr="008075EC">
        <w:t xml:space="preserve"> (s.a.), and you people started talking about it. I swear by Allah, I neither closed any thing myself, nor I opened myself, but I was commanded to do this, so I just obeyed that command.</w:t>
      </w:r>
    </w:p>
    <w:p w:rsidR="001137B5" w:rsidRDefault="001137B5" w:rsidP="00AD7866">
      <w:pPr>
        <w:pStyle w:val="libNormal"/>
      </w:pPr>
      <w:r>
        <w:t xml:space="preserve">(Amali Sheikh Sudooq, V 2, P 39) </w:t>
      </w:r>
    </w:p>
    <w:p w:rsidR="001137B5" w:rsidRDefault="001137B5" w:rsidP="00AD7866">
      <w:pPr>
        <w:pStyle w:val="libNormal"/>
      </w:pPr>
      <w:r>
        <w:t xml:space="preserve">Any human nature or quality can not be applied to Masoom (s.a.). Masoom (s.a.) appears in this world next to their infallible mother (s.a.), and do Sajdah first, and testify Tauheed, Risalat, and Walayat, so that people should not think/say them Allah. Whatever Masoom (s.a.) does according to Shariah e.g. Wazu, Ghusl, Ablution, etc, it is only to teach the Ummah. Who doubts about the Infallibility &amp; Purity of </w:t>
      </w:r>
      <w:smartTag w:uri="urn:schemas:contacts" w:element="GivenName">
        <w:r>
          <w:t>Mohammad</w:t>
        </w:r>
      </w:smartTag>
      <w:r>
        <w:t xml:space="preserve"> o Aal e </w:t>
      </w:r>
      <w:smartTag w:uri="urn:schemas:contacts" w:element="GivenName">
        <w:r>
          <w:t>Mohammad</w:t>
        </w:r>
      </w:smartTag>
      <w:r>
        <w:t xml:space="preserve"> (s.a.a.) he actually doubts the Words (Ayat e </w:t>
      </w:r>
      <w:smartTag w:uri="urn:schemas:contacts" w:element="Sn">
        <w:r>
          <w:t>Tat’heer</w:t>
        </w:r>
      </w:smartTag>
      <w:r>
        <w:t>) of Allah, the Qadir-e-Mutliq.</w:t>
      </w:r>
    </w:p>
    <w:p w:rsidR="001137B5" w:rsidRDefault="001137B5" w:rsidP="001137B5">
      <w:pPr>
        <w:pStyle w:val="Heading4Center"/>
      </w:pPr>
      <w:r w:rsidRPr="00F76646">
        <w:lastRenderedPageBreak/>
        <w:t xml:space="preserve">114-Faza’il &amp; </w:t>
      </w:r>
      <w:smartTag w:uri="urn:schemas:contacts" w:element="Sn">
        <w:r w:rsidRPr="00F76646">
          <w:t>Masa’ib</w:t>
        </w:r>
      </w:smartTag>
      <w:r w:rsidRPr="00F76646">
        <w:t xml:space="preserve"> of Infallibles (s.a.a.)</w:t>
      </w:r>
    </w:p>
    <w:p w:rsidR="001137B5" w:rsidRPr="00921FA7" w:rsidRDefault="001137B5" w:rsidP="001137B5">
      <w:pPr>
        <w:pStyle w:val="libItalic"/>
      </w:pPr>
      <w:r>
        <w:t>A f</w:t>
      </w:r>
      <w:r w:rsidRPr="00921FA7">
        <w:t xml:space="preserve">ew sentences from Hadees of </w:t>
      </w:r>
      <w:smartTag w:uri="urn:schemas-microsoft-com:office:smarttags" w:element="PersonName">
        <w:r w:rsidRPr="00921FA7">
          <w:t xml:space="preserve">Imam </w:t>
        </w:r>
        <w:smartTag w:uri="urn:schemas:contacts" w:element="GivenName">
          <w:r w:rsidRPr="00921FA7">
            <w:t>Ali</w:t>
          </w:r>
        </w:smartTag>
        <w:r w:rsidRPr="00921FA7">
          <w:t xml:space="preserve"> </w:t>
        </w:r>
        <w:smartTag w:uri="urn:schemas:contacts" w:element="Sn">
          <w:r w:rsidRPr="00921FA7">
            <w:t>Raza</w:t>
          </w:r>
        </w:smartTag>
      </w:smartTag>
      <w:r w:rsidRPr="00921FA7">
        <w:t xml:space="preserve"> (s.a.): There is neither substitute, nor similitude, nor example of Imam (s.a.). All </w:t>
      </w:r>
      <w:smartTag w:uri="urn:schemas:contacts" w:element="Sn">
        <w:r w:rsidRPr="00921FA7">
          <w:t>Faza’il</w:t>
        </w:r>
      </w:smartTag>
      <w:r w:rsidRPr="00921FA7">
        <w:t xml:space="preserve"> are specific for him, which are bestowed on him without Asking or Earning, rather they are from too much Favouring and Bestowing Allah. Then who can reach the Marifat of Imam (s.a.)! To praise one splendour from the splendours of Imam (s.a.), and to narrate one Fazilat (virtue) from the Faza’il of Imam (s.a.), wisdoms went astray (loose path), intelligence went wrong, wise became astonished, eyes were confounded, the high became low, scholars wondered, knowledgeable became small, speakers &amp; orators became limited, poets got tired, intelligent became speechless, writers became helpless, preachers became dumb; thus all accepted their helplessness and shortfall that how praise of Imam (s.a.) can be done, or reality of Imam (s.a.) can be narrated, or anything can be understood from the Amr of Imam (s.a.), or how someone can understand their status, or how someone can be needless from Imam (s.a.)!</w:t>
      </w:r>
    </w:p>
    <w:p w:rsidR="001137B5" w:rsidRDefault="001137B5" w:rsidP="00AD7866">
      <w:pPr>
        <w:pStyle w:val="libNormal"/>
      </w:pPr>
      <w:r w:rsidRPr="00921FA7">
        <w:t>(Ma’ani al Akhbar, V 1, P 140)</w:t>
      </w:r>
    </w:p>
    <w:p w:rsidR="001137B5" w:rsidRDefault="001137B5" w:rsidP="00AD7866">
      <w:pPr>
        <w:pStyle w:val="libNormal"/>
      </w:pPr>
      <w:r w:rsidRPr="00921FA7">
        <w:t>Muqassir Mulla is trying his best to weaken the Base of Beli</w:t>
      </w:r>
      <w:r>
        <w:t xml:space="preserve">efs, and preaches: Imams (s.a.a.) did so much Ibadat that Allah raised </w:t>
      </w:r>
    </w:p>
    <w:p w:rsidR="001137B5" w:rsidRDefault="001137B5" w:rsidP="00AD7866">
      <w:pPr>
        <w:pStyle w:val="libNormal"/>
      </w:pPr>
      <w:r>
        <w:t>their status, and after success in examinations got more increments in their degrees (</w:t>
      </w:r>
      <w:smartTag w:uri="urn:schemas-microsoft-com:office:smarttags" w:element="PersonName">
        <w:smartTag w:uri="urn:schemas:contacts" w:element="GivenName">
          <w:r>
            <w:t>Naoozo</w:t>
          </w:r>
        </w:smartTag>
        <w:r>
          <w:t xml:space="preserve"> </w:t>
        </w:r>
        <w:smartTag w:uri="urn:schemas:contacts" w:element="Sn">
          <w:r>
            <w:t>Billah</w:t>
          </w:r>
        </w:smartTag>
      </w:smartTag>
      <w:r>
        <w:t>)</w:t>
      </w:r>
    </w:p>
    <w:p w:rsidR="001137B5" w:rsidRDefault="001137B5" w:rsidP="00AD7866">
      <w:pPr>
        <w:pStyle w:val="libNormal"/>
      </w:pPr>
      <w:r>
        <w:t xml:space="preserve">Allah created </w:t>
      </w:r>
      <w:smartTag w:uri="urn:schemas:contacts" w:element="GivenName">
        <w:r>
          <w:t>Mohammad</w:t>
        </w:r>
      </w:smartTag>
      <w:r>
        <w:t xml:space="preserve"> o Aal e </w:t>
      </w:r>
      <w:smartTag w:uri="urn:schemas:contacts" w:element="GivenName">
        <w:r>
          <w:t>Mohammad</w:t>
        </w:r>
      </w:smartTag>
      <w:r>
        <w:t xml:space="preserve"> (s.a.a.) for Himself only. In the skies they did Ibadat to teach </w:t>
      </w:r>
      <w:smartTag w:uri="urn:schemas:contacts" w:element="Sn">
        <w:r>
          <w:t>Angels</w:t>
        </w:r>
      </w:smartTag>
      <w:r>
        <w:t xml:space="preserve"> and the inhabitants of the skies. And when they came down on the Earth then they did Ibadat to teach the inhabitants of the Earth. </w:t>
      </w:r>
      <w:smartTag w:uri="urn:schemas:contacts" w:element="GivenName">
        <w:r>
          <w:t>Mohammad</w:t>
        </w:r>
      </w:smartTag>
      <w:r>
        <w:t xml:space="preserve"> o Aal e </w:t>
      </w:r>
      <w:smartTag w:uri="urn:schemas:contacts" w:element="GivenName">
        <w:r>
          <w:t>Mohammad</w:t>
        </w:r>
      </w:smartTag>
      <w:r>
        <w:t xml:space="preserve"> (s.a.a.) have Everything because they are Mashiyat e Ilahi. What Allah has bestowed on them, those are </w:t>
      </w:r>
      <w:smartTag w:uri="urn:schemas:contacts" w:element="Sn">
        <w:r>
          <w:t>Faza’il</w:t>
        </w:r>
      </w:smartTag>
      <w:r>
        <w:t xml:space="preserve">; and what the Ummah has given them those are </w:t>
      </w:r>
      <w:smartTag w:uri="urn:schemas:contacts" w:element="Sn">
        <w:r>
          <w:t>Masa’ib</w:t>
        </w:r>
      </w:smartTag>
      <w:r>
        <w:t xml:space="preserve">. </w:t>
      </w:r>
      <w:smartTag w:uri="urn:schemas:contacts" w:element="Sn">
        <w:r>
          <w:t>Masa’ib</w:t>
        </w:r>
      </w:smartTag>
      <w:r>
        <w:t xml:space="preserve"> are not their examinations. </w:t>
      </w:r>
      <w:smartTag w:uri="urn:schemas-microsoft-com:office:smarttags" w:element="City">
        <w:smartTag w:uri="urn:schemas-microsoft-com:office:smarttags" w:element="place">
          <w:r>
            <w:t>Karbala</w:t>
          </w:r>
        </w:smartTag>
      </w:smartTag>
      <w:r>
        <w:t xml:space="preserve"> is the Sacrifice to save Islam for the sake of Allah. It is impossible to encompass one Fazilat of Imam (s.a.), or to understand any Amr of Imam (s.a.) in its real sense, then how any human can do Ghalow (exceed the limit).</w:t>
      </w:r>
    </w:p>
    <w:p w:rsidR="001137B5" w:rsidRDefault="001137B5" w:rsidP="001137B5">
      <w:pPr>
        <w:pStyle w:val="Heading4Center"/>
      </w:pPr>
      <w:r w:rsidRPr="00F76646">
        <w:t>115-Zahoor e Imam (a.f.s.)</w:t>
      </w:r>
    </w:p>
    <w:p w:rsidR="001137B5" w:rsidRPr="004B5897" w:rsidRDefault="001137B5" w:rsidP="001137B5">
      <w:pPr>
        <w:pStyle w:val="libItalic"/>
      </w:pPr>
      <w:r w:rsidRPr="004B5897">
        <w:t xml:space="preserve">Imam </w:t>
      </w:r>
      <w:smartTag w:uri="urn:schemas:contacts" w:element="Sn">
        <w:r w:rsidRPr="004B5897">
          <w:t>Hassan</w:t>
        </w:r>
      </w:smartTag>
      <w:r w:rsidRPr="004B5897">
        <w:t xml:space="preserve"> (s.a.) and Imam </w:t>
      </w:r>
      <w:smartTag w:uri="urn:schemas:contacts" w:element="Sn">
        <w:r w:rsidRPr="004B5897">
          <w:t>Hussain</w:t>
        </w:r>
      </w:smartTag>
      <w:r w:rsidRPr="004B5897">
        <w:t xml:space="preserve"> (s.a.) appeared (Zahoor) next to </w:t>
      </w:r>
      <w:smartTag w:uri="urn:schemas-microsoft-com:office:smarttags" w:element="PersonName">
        <w:smartTag w:uri="urn:schemas:contacts" w:element="GivenName">
          <w:r w:rsidRPr="004B5897">
            <w:t>Syyeda</w:t>
          </w:r>
        </w:smartTag>
        <w:r w:rsidRPr="004B5897">
          <w:t xml:space="preserve"> </w:t>
        </w:r>
        <w:smartTag w:uri="urn:schemas:contacts" w:element="middlename">
          <w:r w:rsidRPr="004B5897">
            <w:t>Fatima</w:t>
          </w:r>
        </w:smartTag>
        <w:r w:rsidRPr="004B5897">
          <w:t xml:space="preserve"> </w:t>
        </w:r>
        <w:smartTag w:uri="urn:schemas:contacts" w:element="Sn">
          <w:r w:rsidRPr="004B5897">
            <w:t>Zahra</w:t>
          </w:r>
        </w:smartTag>
      </w:smartTag>
      <w:r w:rsidRPr="004B5897">
        <w:t xml:space="preserve"> (s.a.).</w:t>
      </w:r>
    </w:p>
    <w:p w:rsidR="001137B5" w:rsidRPr="004B5897" w:rsidRDefault="001137B5" w:rsidP="001137B5">
      <w:pPr>
        <w:pStyle w:val="libItalic"/>
      </w:pPr>
      <w:r w:rsidRPr="004B5897">
        <w:t xml:space="preserve">Rasool Allah (s.a.w.a.w.) said to </w:t>
      </w:r>
      <w:smartTag w:uri="urn:schemas:contacts" w:element="GivenName">
        <w:r w:rsidRPr="004B5897">
          <w:t>Hazrat</w:t>
        </w:r>
      </w:smartTag>
      <w:r w:rsidRPr="004B5897">
        <w:t xml:space="preserve"> </w:t>
      </w:r>
      <w:smartTag w:uri="urn:schemas:contacts" w:element="Sn">
        <w:r w:rsidRPr="004B5897">
          <w:t>Safia</w:t>
        </w:r>
      </w:smartTag>
      <w:r w:rsidRPr="004B5897">
        <w:t xml:space="preserve"> binte </w:t>
      </w:r>
      <w:smartTag w:uri="urn:schemas-microsoft-com:office:smarttags" w:element="PersonName">
        <w:smartTag w:uri="urn:schemas:contacts" w:element="GivenName">
          <w:r w:rsidRPr="004B5897">
            <w:t>Abdul</w:t>
          </w:r>
        </w:smartTag>
        <w:r w:rsidRPr="004B5897">
          <w:t xml:space="preserve"> </w:t>
        </w:r>
        <w:smartTag w:uri="urn:schemas:contacts" w:element="Sn">
          <w:r w:rsidRPr="004B5897">
            <w:t>Muttalib</w:t>
          </w:r>
        </w:smartTag>
      </w:smartTag>
      <w:r w:rsidRPr="004B5897">
        <w:t xml:space="preserve"> (s.a.): Bring my son to me. She said: I have not given bath to the child yet. He (s.a.w.a.w.) said: Will you clean him, whom Allah has sent Clean &amp; Pure.</w:t>
      </w:r>
    </w:p>
    <w:p w:rsidR="001137B5" w:rsidRDefault="001137B5" w:rsidP="00AD7866">
      <w:pPr>
        <w:pStyle w:val="libNormal"/>
      </w:pPr>
      <w:r w:rsidRPr="004B5897">
        <w:t>(Biharul Anwaar, V 10, P 27, Amali, etc.)</w:t>
      </w:r>
    </w:p>
    <w:p w:rsidR="001137B5" w:rsidRDefault="001137B5" w:rsidP="001137B5">
      <w:pPr>
        <w:pStyle w:val="Heading4Center"/>
      </w:pPr>
      <w:r w:rsidRPr="00F76646">
        <w:t>116-Kizb and Shirk</w:t>
      </w:r>
    </w:p>
    <w:p w:rsidR="001137B5" w:rsidRPr="004B5897" w:rsidRDefault="001137B5" w:rsidP="001137B5">
      <w:pPr>
        <w:pStyle w:val="libItalic"/>
      </w:pPr>
      <w:r w:rsidRPr="004B5897">
        <w:t xml:space="preserve">Rasool Allah (s.a.w.a.w.) said: Ya </w:t>
      </w:r>
      <w:smartTag w:uri="urn:schemas:contacts" w:element="GivenName">
        <w:r w:rsidRPr="004B5897">
          <w:t>Ali</w:t>
        </w:r>
      </w:smartTag>
      <w:r w:rsidRPr="004B5897">
        <w:t xml:space="preserve"> (s.a.)! No one knows you except Allah and I, and no one knows me except Allah and you, and no one knows Allah except I and you, then how people claim of Marifat?</w:t>
      </w:r>
    </w:p>
    <w:p w:rsidR="001137B5" w:rsidRDefault="001137B5" w:rsidP="00AD7866">
      <w:pPr>
        <w:pStyle w:val="libNormal"/>
      </w:pPr>
      <w:r>
        <w:t>(Nehjul Israr, V 1, P 40)</w:t>
      </w:r>
    </w:p>
    <w:p w:rsidR="001137B5" w:rsidRDefault="001137B5" w:rsidP="00AD7866">
      <w:pPr>
        <w:pStyle w:val="libNormal"/>
      </w:pPr>
      <w:r>
        <w:t xml:space="preserve">Only Allah and His Rasool (s.a.w.a.w.) have Marifat of Maola Ali (s.a.), Muqassir Mulla is not in any account at all. If any human thinks that he </w:t>
      </w:r>
      <w:r>
        <w:lastRenderedPageBreak/>
        <w:t xml:space="preserve">knows </w:t>
      </w:r>
      <w:smartTag w:uri="urn:schemas-microsoft-com:office:smarttags" w:element="PersonName">
        <w:r>
          <w:t xml:space="preserve">Imam </w:t>
        </w:r>
        <w:smartTag w:uri="urn:schemas:contacts" w:element="Sn">
          <w:r>
            <w:t>Ali</w:t>
          </w:r>
        </w:smartTag>
      </w:smartTag>
      <w:r>
        <w:t xml:space="preserve"> (s.a.), then he belied (Kizb) the words of Rasool Allah (s.a.w.a.w.), and did Shirk by thinking himself partner of Allah’s Knowledge.</w:t>
      </w:r>
    </w:p>
    <w:p w:rsidR="001137B5" w:rsidRDefault="001137B5" w:rsidP="001137B5">
      <w:pPr>
        <w:pStyle w:val="Heading4Center"/>
      </w:pPr>
      <w:r w:rsidRPr="00F76646">
        <w:t>117-Protector of Namaaz</w:t>
      </w:r>
    </w:p>
    <w:p w:rsidR="001137B5" w:rsidRPr="00B87D45" w:rsidRDefault="001137B5" w:rsidP="001137B5">
      <w:pPr>
        <w:pStyle w:val="libItalic"/>
      </w:pPr>
      <w:r w:rsidRPr="00B87D45">
        <w:t xml:space="preserve">Imam </w:t>
      </w:r>
      <w:smartTag w:uri="urn:schemas:contacts" w:element="GivenName">
        <w:r w:rsidRPr="00B87D45">
          <w:t>Jafar</w:t>
        </w:r>
      </w:smartTag>
      <w:r w:rsidRPr="00B87D45">
        <w:t xml:space="preserve"> </w:t>
      </w:r>
      <w:smartTag w:uri="urn:schemas:contacts" w:element="Sn">
        <w:r w:rsidRPr="00B87D45">
          <w:t>Sadiq</w:t>
        </w:r>
      </w:smartTag>
      <w:r w:rsidRPr="00B87D45">
        <w:t xml:space="preserve"> (s.a.) said: When Rasool Allah (s.a.w.a.w.) led </w:t>
      </w:r>
      <w:r>
        <w:t xml:space="preserve">the </w:t>
      </w:r>
      <w:r w:rsidRPr="00B87D45">
        <w:t>first congregational prayer,</w:t>
      </w:r>
      <w:r>
        <w:t xml:space="preserve"> it was</w:t>
      </w:r>
      <w:r w:rsidRPr="00B87D45">
        <w:t xml:space="preserve"> </w:t>
      </w:r>
      <w:smartTag w:uri="urn:schemas:contacts" w:element="GivenName">
        <w:r w:rsidRPr="00B87D45">
          <w:t>Amirul</w:t>
        </w:r>
      </w:smartTag>
      <w:r w:rsidRPr="00B87D45">
        <w:t xml:space="preserve"> </w:t>
      </w:r>
      <w:smartTag w:uri="urn:schemas:contacts" w:element="middlename">
        <w:r w:rsidRPr="00B87D45">
          <w:t>Momineen</w:t>
        </w:r>
      </w:smartTag>
      <w:r w:rsidRPr="00B87D45">
        <w:t xml:space="preserve"> </w:t>
      </w:r>
      <w:smartTag w:uri="urn:schemas:contacts" w:element="Sn">
        <w:r w:rsidRPr="00B87D45">
          <w:t>Ali</w:t>
        </w:r>
      </w:smartTag>
      <w:r w:rsidRPr="00B87D45">
        <w:t xml:space="preserve"> ibne </w:t>
      </w:r>
      <w:smartTag w:uri="urn:schemas-microsoft-com:office:smarttags" w:element="PersonName">
        <w:smartTag w:uri="urn:schemas:contacts" w:element="GivenName">
          <w:r w:rsidRPr="00B87D45">
            <w:t>Abi</w:t>
          </w:r>
        </w:smartTag>
        <w:r w:rsidRPr="00B87D45">
          <w:t xml:space="preserve"> </w:t>
        </w:r>
        <w:smartTag w:uri="urn:schemas:contacts" w:element="Sn">
          <w:r w:rsidRPr="00B87D45">
            <w:t>Talib</w:t>
          </w:r>
        </w:smartTag>
      </w:smartTag>
      <w:r>
        <w:t xml:space="preserve"> (s.a.)</w:t>
      </w:r>
      <w:r w:rsidRPr="00B87D45">
        <w:t xml:space="preserve"> who said prayer with him. </w:t>
      </w:r>
      <w:smartTag w:uri="urn:schemas:contacts" w:element="GivenName">
        <w:r w:rsidRPr="00B87D45">
          <w:t>Hazrat</w:t>
        </w:r>
      </w:smartTag>
      <w:r w:rsidRPr="00B87D45">
        <w:t xml:space="preserve"> </w:t>
      </w:r>
      <w:smartTag w:uri="urn:schemas:contacts" w:element="middlename">
        <w:r w:rsidRPr="00B87D45">
          <w:t>Abu</w:t>
        </w:r>
      </w:smartTag>
      <w:r w:rsidRPr="00B87D45">
        <w:t xml:space="preserve"> </w:t>
      </w:r>
      <w:smartTag w:uri="urn:schemas:contacts" w:element="Sn">
        <w:r w:rsidRPr="00B87D45">
          <w:t>Talib</w:t>
        </w:r>
      </w:smartTag>
      <w:r w:rsidRPr="00B87D45">
        <w:t xml:space="preserve"> (s.a.) passed by and </w:t>
      </w:r>
      <w:smartTag w:uri="urn:schemas-microsoft-com:office:smarttags" w:element="PersonName">
        <w:smartTag w:uri="urn:schemas:contacts" w:element="GivenName">
          <w:r w:rsidRPr="00B87D45">
            <w:t>Hazrat</w:t>
          </w:r>
        </w:smartTag>
        <w:r w:rsidRPr="00B87D45">
          <w:t xml:space="preserve"> </w:t>
        </w:r>
        <w:smartTag w:uri="urn:schemas:contacts" w:element="Sn">
          <w:r w:rsidRPr="00B87D45">
            <w:t>Jafar</w:t>
          </w:r>
        </w:smartTag>
      </w:smartTag>
      <w:r w:rsidRPr="00B87D45">
        <w:t xml:space="preserve"> (s.a.) was with him, so he said: O my </w:t>
      </w:r>
      <w:r>
        <w:t>son! You also stand next to the</w:t>
      </w:r>
      <w:r w:rsidRPr="00B87D45">
        <w:t xml:space="preserve"> son of</w:t>
      </w:r>
      <w:r>
        <w:t xml:space="preserve"> your</w:t>
      </w:r>
      <w:r w:rsidRPr="00B87D45">
        <w:t xml:space="preserve"> uncle and say prayer. Rasool Allah (s.a.w.a.w.) knew his participation in Namaaz. Hazrat Abu Talib (s.a.) was smiling and said: No doubt, my Ali (s.a.) and Jafar (s.a.) are the best helpers during hardships and difficulties of the time; I swear by Allah, neither I will let my Nabi (s.a.w.a.w.) be disgraced, nor my progeny (s.a.a.) who has high status will let Nabi (s.a.w.a.w.) be disgraced; and you both keep helping Mohammad (s.a.w.a.w.) who is </w:t>
      </w:r>
      <w:r>
        <w:t xml:space="preserve">the </w:t>
      </w:r>
      <w:r w:rsidRPr="00B87D45">
        <w:t>son of your uncle.</w:t>
      </w:r>
    </w:p>
    <w:p w:rsidR="001137B5" w:rsidRDefault="001137B5" w:rsidP="00AD7866">
      <w:pPr>
        <w:pStyle w:val="libNormal"/>
      </w:pPr>
      <w:r>
        <w:t>(Amali Sheikh Sudooq, V 2, P 270)</w:t>
      </w:r>
    </w:p>
    <w:p w:rsidR="001137B5" w:rsidRPr="00F61E96" w:rsidRDefault="001137B5" w:rsidP="00AD7866">
      <w:pPr>
        <w:pStyle w:val="libNormal"/>
      </w:pPr>
      <w:r w:rsidRPr="00F61E96">
        <w:t xml:space="preserve">This is the incident of </w:t>
      </w:r>
      <w:r>
        <w:t xml:space="preserve">the </w:t>
      </w:r>
      <w:r w:rsidRPr="00F61E96">
        <w:t xml:space="preserve">first congregational Namaaz, since then </w:t>
      </w:r>
      <w:smartTag w:uri="urn:schemas-microsoft-com:office:smarttags" w:element="PersonName">
        <w:smartTag w:uri="urn:schemas:contacts" w:element="GivenName">
          <w:r w:rsidRPr="00F61E96">
            <w:t>Hazrat</w:t>
          </w:r>
        </w:smartTag>
        <w:r w:rsidRPr="00F61E96">
          <w:t xml:space="preserve"> </w:t>
        </w:r>
        <w:smartTag w:uri="urn:schemas:contacts" w:element="middlename">
          <w:r w:rsidRPr="00F61E96">
            <w:t>Abu</w:t>
          </w:r>
        </w:smartTag>
        <w:r w:rsidRPr="00F61E96">
          <w:t xml:space="preserve"> </w:t>
        </w:r>
        <w:smartTag w:uri="urn:schemas:contacts" w:element="Sn">
          <w:r w:rsidRPr="00F61E96">
            <w:t>Talib</w:t>
          </w:r>
        </w:smartTag>
      </w:smartTag>
      <w:r w:rsidRPr="00F61E96">
        <w:t xml:space="preserve"> (s.a.) was protecting Namaaz, and his sons (s.a.) were praying behind Rasool Allah (s.a.w.a.w.). At that time Namaaz was not obligatory. </w:t>
      </w:r>
      <w:smartTag w:uri="urn:schemas-microsoft-com:office:smarttags" w:element="PersonName">
        <w:smartTag w:uri="urn:schemas:contacts" w:element="GivenName">
          <w:r w:rsidRPr="00F61E96">
            <w:t>Hazrat</w:t>
          </w:r>
        </w:smartTag>
        <w:r w:rsidRPr="00F61E96">
          <w:t xml:space="preserve"> </w:t>
        </w:r>
        <w:smartTag w:uri="urn:schemas:contacts" w:element="middlename">
          <w:r w:rsidRPr="00F61E96">
            <w:t>Abu</w:t>
          </w:r>
        </w:smartTag>
        <w:r w:rsidRPr="00F61E96">
          <w:t xml:space="preserve"> </w:t>
        </w:r>
        <w:smartTag w:uri="urn:schemas:contacts" w:element="Sn">
          <w:r w:rsidRPr="00F61E96">
            <w:t>Talib</w:t>
          </w:r>
        </w:smartTag>
      </w:smartTag>
      <w:r w:rsidRPr="00F61E96">
        <w:t xml:space="preserve"> (s.a.) is </w:t>
      </w:r>
      <w:r>
        <w:t xml:space="preserve">the  </w:t>
      </w:r>
      <w:r w:rsidRPr="00F61E96">
        <w:t>Protector of Namaaz. Therefore we recite Salawaat according to the order of Rasool Allah (s.a.w.a.w.):</w:t>
      </w:r>
      <w:r w:rsidRPr="00F61E96">
        <w:tab/>
      </w:r>
      <w:r w:rsidRPr="001137B5">
        <w:rPr>
          <w:rtl/>
        </w:rPr>
        <w:t>محمد</w:t>
      </w:r>
      <w:r w:rsidRPr="001137B5">
        <w:t xml:space="preserve"> </w:t>
      </w:r>
      <w:r w:rsidRPr="001137B5">
        <w:rPr>
          <w:rtl/>
        </w:rPr>
        <w:t>على</w:t>
      </w:r>
      <w:r w:rsidRPr="001137B5">
        <w:t xml:space="preserve"> </w:t>
      </w:r>
      <w:r w:rsidRPr="001137B5">
        <w:rPr>
          <w:rtl/>
        </w:rPr>
        <w:t>صلى</w:t>
      </w:r>
      <w:r w:rsidRPr="001137B5">
        <w:t xml:space="preserve"> </w:t>
      </w:r>
      <w:r w:rsidRPr="001137B5">
        <w:rPr>
          <w:rtl/>
        </w:rPr>
        <w:t>اللهم</w:t>
      </w:r>
    </w:p>
    <w:p w:rsidR="001137B5" w:rsidRPr="00F61E96" w:rsidRDefault="001137B5" w:rsidP="001137B5">
      <w:pPr>
        <w:pStyle w:val="libAie"/>
      </w:pPr>
      <w:r w:rsidRPr="00F61E96">
        <w:rPr>
          <w:rtl/>
        </w:rPr>
        <w:t>مجيد</w:t>
      </w:r>
      <w:r w:rsidRPr="00F61E96">
        <w:t xml:space="preserve"> </w:t>
      </w:r>
      <w:r w:rsidRPr="00F61E96">
        <w:rPr>
          <w:rtl/>
        </w:rPr>
        <w:t>حميد</w:t>
      </w:r>
      <w:r w:rsidRPr="00F61E96">
        <w:t xml:space="preserve"> </w:t>
      </w:r>
      <w:r w:rsidRPr="00F61E96">
        <w:rPr>
          <w:rtl/>
        </w:rPr>
        <w:t>انك</w:t>
      </w:r>
      <w:r w:rsidRPr="00F61E96">
        <w:t xml:space="preserve"> </w:t>
      </w:r>
      <w:r w:rsidRPr="00F61E96">
        <w:rPr>
          <w:rtl/>
        </w:rPr>
        <w:t>ابراهيم</w:t>
      </w:r>
      <w:r w:rsidRPr="00F61E96">
        <w:t xml:space="preserve"> </w:t>
      </w:r>
      <w:r w:rsidRPr="00F61E96">
        <w:rPr>
          <w:rtl/>
        </w:rPr>
        <w:t>آل</w:t>
      </w:r>
      <w:r w:rsidRPr="00F61E96">
        <w:t xml:space="preserve"> </w:t>
      </w:r>
      <w:r w:rsidRPr="00F61E96">
        <w:rPr>
          <w:rtl/>
        </w:rPr>
        <w:t>على</w:t>
      </w:r>
      <w:r w:rsidRPr="00F61E96">
        <w:t xml:space="preserve"> </w:t>
      </w:r>
      <w:r w:rsidRPr="00F61E96">
        <w:rPr>
          <w:rtl/>
        </w:rPr>
        <w:t>و</w:t>
      </w:r>
      <w:r w:rsidRPr="00F61E96">
        <w:t xml:space="preserve"> </w:t>
      </w:r>
      <w:r w:rsidRPr="00F61E96">
        <w:rPr>
          <w:rtl/>
        </w:rPr>
        <w:t>ابراهيم</w:t>
      </w:r>
      <w:r w:rsidRPr="00F61E96">
        <w:t xml:space="preserve"> </w:t>
      </w:r>
      <w:r w:rsidRPr="00F61E96">
        <w:rPr>
          <w:rtl/>
        </w:rPr>
        <w:t>على</w:t>
      </w:r>
      <w:r w:rsidRPr="00F61E96">
        <w:t xml:space="preserve"> </w:t>
      </w:r>
      <w:r w:rsidRPr="00F61E96">
        <w:rPr>
          <w:rtl/>
        </w:rPr>
        <w:t>صليت</w:t>
      </w:r>
      <w:r w:rsidRPr="00F61E96">
        <w:t xml:space="preserve"> </w:t>
      </w:r>
      <w:r w:rsidRPr="00F61E96">
        <w:rPr>
          <w:rtl/>
        </w:rPr>
        <w:t>كما</w:t>
      </w:r>
      <w:r w:rsidRPr="00F61E96">
        <w:t xml:space="preserve"> </w:t>
      </w:r>
      <w:r w:rsidRPr="00F61E96">
        <w:rPr>
          <w:rtl/>
        </w:rPr>
        <w:t>محمد</w:t>
      </w:r>
      <w:r w:rsidRPr="00F61E96">
        <w:t xml:space="preserve"> </w:t>
      </w:r>
      <w:r w:rsidRPr="00F61E96">
        <w:rPr>
          <w:rtl/>
        </w:rPr>
        <w:t>وآل</w:t>
      </w:r>
      <w:r w:rsidRPr="00F61E96">
        <w:t xml:space="preserve"> </w:t>
      </w:r>
    </w:p>
    <w:p w:rsidR="001137B5" w:rsidRPr="00F61E96" w:rsidRDefault="001137B5" w:rsidP="00AD7866">
      <w:pPr>
        <w:pStyle w:val="libNormal"/>
      </w:pPr>
      <w:r w:rsidRPr="00F61E96">
        <w:t>(Amali Sheikh Sudooq, V 2, P 138)</w:t>
      </w:r>
    </w:p>
    <w:p w:rsidR="001137B5" w:rsidRDefault="001137B5" w:rsidP="00AD7866">
      <w:pPr>
        <w:pStyle w:val="libNormal"/>
      </w:pPr>
      <w:r w:rsidRPr="00F61E96">
        <w:t xml:space="preserve">Salawaat on </w:t>
      </w:r>
      <w:r>
        <w:t>Aal-e-Ibraheem (a.s.) means</w:t>
      </w:r>
      <w:r w:rsidRPr="00F61E96">
        <w:t xml:space="preserve"> from </w:t>
      </w:r>
      <w:smartTag w:uri="urn:schemas:contacts" w:element="GivenName">
        <w:r w:rsidRPr="00F61E96">
          <w:t>Hazrat</w:t>
        </w:r>
      </w:smartTag>
      <w:r w:rsidRPr="00F61E96">
        <w:t xml:space="preserve"> </w:t>
      </w:r>
      <w:smartTag w:uri="urn:schemas:contacts" w:element="Sn">
        <w:r w:rsidRPr="00F61E96">
          <w:t>Abdullah</w:t>
        </w:r>
      </w:smartTag>
      <w:r w:rsidRPr="00F61E96">
        <w:t xml:space="preserve"> (s.a.), </w:t>
      </w:r>
      <w:smartTag w:uri="urn:schemas:contacts" w:element="GivenName">
        <w:r w:rsidRPr="00F61E96">
          <w:t>Hazrat</w:t>
        </w:r>
      </w:smartTag>
      <w:r w:rsidRPr="00F61E96">
        <w:t xml:space="preserve"> </w:t>
      </w:r>
      <w:smartTag w:uri="urn:schemas:contacts" w:element="middlename">
        <w:r w:rsidRPr="00F61E96">
          <w:t>Abu</w:t>
        </w:r>
      </w:smartTag>
      <w:r w:rsidRPr="00F61E96">
        <w:t xml:space="preserve"> </w:t>
      </w:r>
      <w:smartTag w:uri="urn:schemas:contacts" w:element="Sn">
        <w:r w:rsidRPr="00F61E96">
          <w:t>Talib</w:t>
        </w:r>
      </w:smartTag>
      <w:r w:rsidRPr="00F61E96">
        <w:t xml:space="preserve"> (s.a.), </w:t>
      </w:r>
      <w:smartTag w:uri="urn:schemas:contacts" w:element="GivenName">
        <w:r w:rsidRPr="00F61E96">
          <w:t>Hazrat</w:t>
        </w:r>
      </w:smartTag>
      <w:r w:rsidRPr="00F61E96">
        <w:t xml:space="preserve"> </w:t>
      </w:r>
      <w:smartTag w:uri="urn:schemas:contacts" w:element="middlename">
        <w:r w:rsidRPr="00F61E96">
          <w:t>Abdul</w:t>
        </w:r>
      </w:smartTag>
      <w:r w:rsidRPr="00F61E96">
        <w:t xml:space="preserve"> </w:t>
      </w:r>
      <w:smartTag w:uri="urn:schemas:contacts" w:element="Sn">
        <w:r w:rsidRPr="00F61E96">
          <w:t>Muttalib</w:t>
        </w:r>
      </w:smartTag>
      <w:r w:rsidRPr="00F61E96">
        <w:t xml:space="preserve"> (s.a.), </w:t>
      </w:r>
      <w:smartTag w:uri="urn:schemas:contacts" w:element="GivenName">
        <w:r w:rsidRPr="00F61E96">
          <w:t>Hazrat</w:t>
        </w:r>
      </w:smartTag>
      <w:r w:rsidRPr="00F61E96">
        <w:t xml:space="preserve"> </w:t>
      </w:r>
      <w:smartTag w:uri="urn:schemas:contacts" w:element="Sn">
        <w:r w:rsidRPr="00F61E96">
          <w:t>Hashim</w:t>
        </w:r>
      </w:smartTag>
      <w:r w:rsidRPr="00F61E96">
        <w:t xml:space="preserve"> (s.a.) until </w:t>
      </w:r>
      <w:smartTag w:uri="urn:schemas-microsoft-com:office:smarttags" w:element="PersonName">
        <w:smartTag w:uri="urn:schemas:contacts" w:element="GivenName">
          <w:r w:rsidRPr="00F61E96">
            <w:t>Hazrat</w:t>
          </w:r>
        </w:smartTag>
        <w:r w:rsidRPr="00F61E96">
          <w:t xml:space="preserve"> </w:t>
        </w:r>
        <w:smartTag w:uri="urn:schemas:contacts" w:element="Sn">
          <w:r w:rsidRPr="00F61E96">
            <w:t>Ismaeel</w:t>
          </w:r>
        </w:smartTag>
      </w:smartTag>
      <w:r w:rsidRPr="00F61E96">
        <w:t xml:space="preserve"> (a.s.).</w:t>
      </w:r>
    </w:p>
    <w:p w:rsidR="001137B5" w:rsidRDefault="001137B5" w:rsidP="00AD7866">
      <w:pPr>
        <w:pStyle w:val="libNormal"/>
      </w:pPr>
      <w:r w:rsidRPr="00F61E96">
        <w:t xml:space="preserve">Acting on the Sunnah of Hazrat Abu Talib (s.a.), in Karbala Zuhair bin Qain (a.s.) and Saeed bin Abdullah (a.s.) protected Namaaz, and stopped all arrows &amp; spears by their bodies, and made a shield for the Real Namaaz </w:t>
      </w:r>
      <w:r>
        <w:t>Hussain (s.a.). At that time the a</w:t>
      </w:r>
      <w:r w:rsidRPr="00F61E96">
        <w:t xml:space="preserve">rmy of Maloon (l.u.) did not give time to </w:t>
      </w:r>
      <w:smartTag w:uri="urn:schemas-microsoft-com:office:smarttags" w:element="PersonName">
        <w:r w:rsidRPr="00F61E96">
          <w:t xml:space="preserve">Imam </w:t>
        </w:r>
        <w:smartTag w:uri="urn:schemas:contacts" w:element="Sn">
          <w:r w:rsidRPr="00F61E96">
            <w:t>Hussain</w:t>
          </w:r>
        </w:smartTag>
      </w:smartTag>
      <w:r w:rsidRPr="00F61E96">
        <w:t xml:space="preserve"> (s.a.) for Namaaz, and Haseen bin Nameer (l.u.) barked: your Namaaz is not acceptable. Habeeb ibne Mazahir (a.s.) attacked him, but </w:t>
      </w:r>
      <w:r>
        <w:t xml:space="preserve">the </w:t>
      </w:r>
      <w:r w:rsidRPr="00F61E96">
        <w:t>army of Yazeed (l.u.) saved him.</w:t>
      </w:r>
      <w:r>
        <w:t xml:space="preserve"> The a</w:t>
      </w:r>
      <w:r w:rsidRPr="00F61E96">
        <w:t xml:space="preserve">rmy of Yazeed (l.u.) also believed that Namaaz of people with Walayat e </w:t>
      </w:r>
      <w:smartTag w:uri="urn:schemas:contacts" w:element="GivenName">
        <w:r w:rsidRPr="00F61E96">
          <w:t>Ali</w:t>
        </w:r>
      </w:smartTag>
      <w:r w:rsidRPr="00F61E96">
        <w:t xml:space="preserve"> (s.a.) is Batil.</w:t>
      </w:r>
    </w:p>
    <w:p w:rsidR="001137B5" w:rsidRDefault="001137B5" w:rsidP="001137B5">
      <w:pPr>
        <w:pStyle w:val="Heading4Center"/>
      </w:pPr>
      <w:r w:rsidRPr="00F61E96">
        <w:t>118-Who brought up Rasool Allah (s.a.w.a.w.)?</w:t>
      </w:r>
    </w:p>
    <w:p w:rsidR="001137B5" w:rsidRPr="00F61E96" w:rsidRDefault="001137B5" w:rsidP="001137B5">
      <w:pPr>
        <w:pStyle w:val="libItalic"/>
      </w:pPr>
      <w:r w:rsidRPr="00F61E96">
        <w:t xml:space="preserve">Imam Jafar Sadiq (s.a.) said: Jibraeel (a.s.) said to Rasool Allah (s.a.w.a.w.): Ya </w:t>
      </w:r>
      <w:smartTag w:uri="urn:schemas:contacts" w:element="GivenName">
        <w:r w:rsidRPr="00F61E96">
          <w:t>Mohammad</w:t>
        </w:r>
      </w:smartTag>
      <w:r w:rsidRPr="00F61E96">
        <w:t xml:space="preserve"> (s.a.w.a.w.)! Allah </w:t>
      </w:r>
      <w:smartTag w:uri="urn:schemas:contacts" w:element="Sn">
        <w:r w:rsidRPr="00F61E96">
          <w:t>Ta’ala</w:t>
        </w:r>
      </w:smartTag>
      <w:r w:rsidRPr="00F61E96">
        <w:t xml:space="preserve"> is saying Salaam to you and says: I have made Fire of Hell Haraam on that Sulb from which you were revealed, on that Rahm (receiving person) who kept you, and that lap who brought you up. He (s.a.w.a.w.) said: O Jibraeel (a.s.), explain. He replied: That Sulb from where you revealed is Abdullah (a.s.) bin Abdul Muttalib (a.s.), and that Rahm which kept you is Aamina Binte Wahab (s.a.), </w:t>
      </w:r>
      <w:r w:rsidRPr="00F61E96">
        <w:lastRenderedPageBreak/>
        <w:t>and that Lap which kept you are Abu Talib (s.a.) bin Abdul Muttalib (s.a.) and Fatima binte Asad (s.a.).</w:t>
      </w:r>
    </w:p>
    <w:p w:rsidR="001137B5" w:rsidRDefault="001137B5" w:rsidP="00AD7866">
      <w:pPr>
        <w:pStyle w:val="libNormal"/>
      </w:pPr>
      <w:r w:rsidRPr="00F61E96">
        <w:t>(Ma’ani al Akhbar, P 180, Amali V 2, P 555)</w:t>
      </w:r>
    </w:p>
    <w:p w:rsidR="001137B5" w:rsidRDefault="001137B5" w:rsidP="00AD7866">
      <w:pPr>
        <w:pStyle w:val="libNormal"/>
      </w:pPr>
      <w:r w:rsidRPr="00F61E96">
        <w:t xml:space="preserve">This explanation was done because </w:t>
      </w:r>
      <w:r>
        <w:t>hypocrites can not prove their forefathers as Muslims, then they started putting allegation on forefathers (s.a.a.) of Rasool Allah (s.a.w.a.w.), and confabulated false narrations.</w:t>
      </w:r>
    </w:p>
    <w:p w:rsidR="001137B5" w:rsidRDefault="001137B5" w:rsidP="001137B5">
      <w:pPr>
        <w:pStyle w:val="Heading4Center"/>
      </w:pPr>
      <w:r w:rsidRPr="00F76646">
        <w:t xml:space="preserve">119-Highness of </w:t>
      </w:r>
      <w:smartTag w:uri="urn:schemas-microsoft-com:office:smarttags" w:element="PersonName">
        <w:smartTag w:uri="urn:schemas:contacts" w:element="GivenName">
          <w:r w:rsidRPr="00F76646">
            <w:t>Hazrat</w:t>
          </w:r>
        </w:smartTag>
        <w:r w:rsidRPr="00F76646">
          <w:t xml:space="preserve"> </w:t>
        </w:r>
        <w:smartTag w:uri="urn:schemas:contacts" w:element="middlename">
          <w:r w:rsidRPr="00F76646">
            <w:t>Abu</w:t>
          </w:r>
        </w:smartTag>
        <w:r w:rsidRPr="00F76646">
          <w:t xml:space="preserve"> </w:t>
        </w:r>
        <w:smartTag w:uri="urn:schemas:contacts" w:element="Sn">
          <w:r w:rsidRPr="00F76646">
            <w:t>Talib</w:t>
          </w:r>
        </w:smartTag>
      </w:smartTag>
      <w:r w:rsidRPr="00F76646">
        <w:t xml:space="preserve"> (s.a.)</w:t>
      </w:r>
    </w:p>
    <w:p w:rsidR="001137B5" w:rsidRPr="00A16D5E" w:rsidRDefault="001137B5" w:rsidP="00AD7866">
      <w:pPr>
        <w:pStyle w:val="libNormal"/>
      </w:pPr>
      <w:r>
        <w:t xml:space="preserve">Doomed people started accusing Emaan of the father of Kul-e-Emaan, Kafeel-e-Risalat Abu Talib (s.a.). </w:t>
      </w:r>
      <w:r w:rsidRPr="00A16D5E">
        <w:t xml:space="preserve">One person said to Imam </w:t>
      </w:r>
      <w:smartTag w:uri="urn:schemas:contacts" w:element="Sn">
        <w:r w:rsidRPr="00A16D5E">
          <w:t>Ali</w:t>
        </w:r>
      </w:smartTag>
      <w:r w:rsidRPr="00A16D5E">
        <w:t xml:space="preserve"> (s.a.): Ya </w:t>
      </w:r>
      <w:smartTag w:uri="urn:schemas-microsoft-com:office:smarttags" w:element="PersonName">
        <w:smartTag w:uri="urn:schemas:contacts" w:element="GivenName">
          <w:r w:rsidRPr="00A16D5E">
            <w:t>Amirul</w:t>
          </w:r>
        </w:smartTag>
        <w:r w:rsidRPr="00A16D5E">
          <w:t xml:space="preserve"> </w:t>
        </w:r>
        <w:smartTag w:uri="urn:schemas:contacts" w:element="Sn">
          <w:r w:rsidRPr="00A16D5E">
            <w:t>Momineen</w:t>
          </w:r>
        </w:smartTag>
      </w:smartTag>
      <w:r w:rsidRPr="00A16D5E">
        <w:t xml:space="preserve"> (s.a.)! You are on this status which Allah has bestowed you but your father is getting punishment in fire (</w:t>
      </w:r>
      <w:smartTag w:uri="urn:schemas-microsoft-com:office:smarttags" w:element="PersonName">
        <w:smartTag w:uri="urn:schemas:contacts" w:element="GivenName">
          <w:r w:rsidRPr="00A16D5E">
            <w:t>Naoozo</w:t>
          </w:r>
        </w:smartTag>
        <w:r w:rsidRPr="00A16D5E">
          <w:t xml:space="preserve"> </w:t>
        </w:r>
        <w:smartTag w:uri="urn:schemas:contacts" w:element="Sn">
          <w:r w:rsidRPr="00A16D5E">
            <w:t>Billah</w:t>
          </w:r>
        </w:smartTag>
      </w:smartTag>
      <w:r w:rsidRPr="00A16D5E">
        <w:t xml:space="preserve">)? </w:t>
      </w:r>
      <w:smartTag w:uri="urn:schemas-microsoft-com:office:smarttags" w:element="PersonName">
        <w:smartTag w:uri="urn:schemas:contacts" w:element="GivenName">
          <w:r w:rsidRPr="00A16D5E">
            <w:t>Maola</w:t>
          </w:r>
        </w:smartTag>
        <w:r w:rsidRPr="00A16D5E">
          <w:t xml:space="preserve"> </w:t>
        </w:r>
        <w:smartTag w:uri="urn:schemas:contacts" w:element="Sn">
          <w:r w:rsidRPr="00A16D5E">
            <w:t>Ali</w:t>
          </w:r>
        </w:smartTag>
      </w:smartTag>
      <w:r w:rsidRPr="00A16D5E">
        <w:t xml:space="preserve"> (s.a.) replied: Stop! Allah destroys your face! I swear by Him Who sent </w:t>
      </w:r>
      <w:smartTag w:uri="urn:schemas:contacts" w:element="GivenName">
        <w:r w:rsidRPr="00A16D5E">
          <w:t>Mohammad</w:t>
        </w:r>
      </w:smartTag>
      <w:r w:rsidRPr="00A16D5E">
        <w:t xml:space="preserve"> (s.a.w.a.w.) with Haqq, if my father intercedes for all the inhabitants of the earth, then Allah will accept his intercession. Will my father get punishment in fire (</w:t>
      </w:r>
      <w:smartTag w:uri="urn:schemas-microsoft-com:office:smarttags" w:element="PersonName">
        <w:smartTag w:uri="urn:schemas:contacts" w:element="GivenName">
          <w:r w:rsidRPr="00A16D5E">
            <w:t>Naoozo</w:t>
          </w:r>
        </w:smartTag>
        <w:r w:rsidRPr="00A16D5E">
          <w:t xml:space="preserve"> </w:t>
        </w:r>
        <w:smartTag w:uri="urn:schemas:contacts" w:element="Sn">
          <w:r w:rsidRPr="00A16D5E">
            <w:t>Billah</w:t>
          </w:r>
        </w:smartTag>
      </w:smartTag>
      <w:r w:rsidRPr="00A16D5E">
        <w:t xml:space="preserve">) when his son is divider of </w:t>
      </w:r>
      <w:smartTag w:uri="urn:schemas-microsoft-com:office:smarttags" w:element="place">
        <w:r w:rsidRPr="00A16D5E">
          <w:t>Paradise</w:t>
        </w:r>
      </w:smartTag>
      <w:r w:rsidRPr="00A16D5E">
        <w:t xml:space="preserve"> and Hell. I swear by Him Who sent Mohammad (s.a.w.a.w.) with Haqq, Noor of all the creations will fade in front of my father’s Noor on the day of Qiyamah, except Anwaar-e-Khamsa, it means Noor e Mohammad (s.a.w.a.w.), my Noor (s.a.), Noor e Fatima (s.a.), Noor e Hassan (s.a.), Noor e Hussain (s.a.), because his Noor and our Noor is one which Allah Ta’ala revealed two thousand years before the creation of Adam (a.s.).</w:t>
      </w:r>
    </w:p>
    <w:p w:rsidR="001137B5" w:rsidRDefault="001137B5" w:rsidP="00AD7866">
      <w:pPr>
        <w:pStyle w:val="libNormal"/>
      </w:pPr>
      <w:r>
        <w:t>(Nehjul Israr, V 1, P 359)</w:t>
      </w:r>
    </w:p>
    <w:p w:rsidR="001137B5" w:rsidRDefault="001137B5" w:rsidP="001137B5">
      <w:pPr>
        <w:pStyle w:val="Heading4Center"/>
      </w:pPr>
      <w:r w:rsidRPr="00F76646">
        <w:t>120-News of Unseen</w:t>
      </w:r>
    </w:p>
    <w:p w:rsidR="001137B5" w:rsidRPr="008F5C1C" w:rsidRDefault="001137B5" w:rsidP="001137B5">
      <w:pPr>
        <w:pStyle w:val="libItalic"/>
      </w:pPr>
      <w:r w:rsidRPr="008F5C1C">
        <w:t xml:space="preserve">Imam </w:t>
      </w:r>
      <w:smartTag w:uri="urn:schemas:contacts" w:element="GivenName">
        <w:r w:rsidRPr="008F5C1C">
          <w:t>Jafar</w:t>
        </w:r>
      </w:smartTag>
      <w:r w:rsidRPr="008F5C1C">
        <w:t xml:space="preserve"> </w:t>
      </w:r>
      <w:smartTag w:uri="urn:schemas:contacts" w:element="Sn">
        <w:r w:rsidRPr="008F5C1C">
          <w:t>Sadiq</w:t>
        </w:r>
      </w:smartTag>
      <w:r w:rsidRPr="008F5C1C">
        <w:t xml:space="preserve"> (s.a.) said: No doubt </w:t>
      </w:r>
      <w:smartTag w:uri="urn:schemas:contacts" w:element="GivenName">
        <w:smartTag w:uri="urn:schemas-microsoft-com:office:smarttags" w:element="place">
          <w:r w:rsidRPr="008F5C1C">
            <w:t>Fatima</w:t>
          </w:r>
        </w:smartTag>
      </w:smartTag>
      <w:r w:rsidRPr="008F5C1C">
        <w:t xml:space="preserve"> binte Asad (s.a.) came to </w:t>
      </w:r>
      <w:smartTag w:uri="urn:schemas:contacts" w:element="GivenName">
        <w:r w:rsidRPr="008F5C1C">
          <w:t>Hazrat</w:t>
        </w:r>
      </w:smartTag>
      <w:r w:rsidRPr="008F5C1C">
        <w:t xml:space="preserve"> </w:t>
      </w:r>
      <w:smartTag w:uri="urn:schemas:contacts" w:element="middlename">
        <w:r w:rsidRPr="008F5C1C">
          <w:t>Abu</w:t>
        </w:r>
      </w:smartTag>
      <w:r w:rsidRPr="008F5C1C">
        <w:t xml:space="preserve"> </w:t>
      </w:r>
      <w:smartTag w:uri="urn:schemas:contacts" w:element="Sn">
        <w:r w:rsidRPr="008F5C1C">
          <w:t>Talib</w:t>
        </w:r>
      </w:smartTag>
      <w:r w:rsidRPr="008F5C1C">
        <w:t xml:space="preserve"> (s.a.) and gave the good-news of Zahoor of </w:t>
      </w:r>
      <w:smartTag w:uri="urn:schemas-microsoft-com:office:smarttags" w:element="PersonName">
        <w:smartTag w:uri="urn:schemas:contacts" w:element="GivenName">
          <w:r w:rsidRPr="008F5C1C">
            <w:t>Nabi</w:t>
          </w:r>
        </w:smartTag>
        <w:r w:rsidRPr="008F5C1C">
          <w:t xml:space="preserve"> </w:t>
        </w:r>
        <w:smartTag w:uri="urn:schemas:contacts" w:element="Sn">
          <w:r w:rsidRPr="008F5C1C">
            <w:t>Akram</w:t>
          </w:r>
        </w:smartTag>
      </w:smartTag>
      <w:r w:rsidRPr="008F5C1C">
        <w:t xml:space="preserve"> (s.a.w.a.w.). Then </w:t>
      </w:r>
      <w:smartTag w:uri="urn:schemas-microsoft-com:office:smarttags" w:element="PersonName">
        <w:smartTag w:uri="urn:schemas:contacts" w:element="GivenName">
          <w:r w:rsidRPr="008F5C1C">
            <w:t>Abu</w:t>
          </w:r>
        </w:smartTag>
        <w:r w:rsidRPr="008F5C1C">
          <w:t xml:space="preserve"> </w:t>
        </w:r>
        <w:smartTag w:uri="urn:schemas:contacts" w:element="Sn">
          <w:r w:rsidRPr="008F5C1C">
            <w:t>Talib</w:t>
          </w:r>
        </w:smartTag>
      </w:smartTag>
      <w:r w:rsidRPr="008F5C1C">
        <w:t xml:space="preserve"> (s.a.) said: Be patient until ‘Sabat’, I will give you exactly like him except Nabuwat. Then Imam (s.a.) said: ‘Sabat’ is thirty years, and the time period between the Zahoor of Rasool Allah (s.a.w.a.w.) and </w:t>
      </w:r>
      <w:smartTag w:uri="urn:schemas-microsoft-com:office:smarttags" w:element="PersonName">
        <w:smartTag w:uri="urn:schemas:contacts" w:element="GivenName">
          <w:r w:rsidRPr="008F5C1C">
            <w:t>Amirul</w:t>
          </w:r>
        </w:smartTag>
        <w:r w:rsidRPr="008F5C1C">
          <w:t xml:space="preserve"> </w:t>
        </w:r>
        <w:smartTag w:uri="urn:schemas:contacts" w:element="Sn">
          <w:r w:rsidRPr="008F5C1C">
            <w:t>Momineen</w:t>
          </w:r>
        </w:smartTag>
      </w:smartTag>
      <w:r w:rsidRPr="008F5C1C">
        <w:t xml:space="preserve"> (s.a.) is thirty years.</w:t>
      </w:r>
    </w:p>
    <w:p w:rsidR="001137B5" w:rsidRDefault="001137B5" w:rsidP="00AD7866">
      <w:pPr>
        <w:pStyle w:val="libNormal"/>
      </w:pPr>
      <w:r w:rsidRPr="008F5C1C">
        <w:t>(Ma’ani al Akhbar, V 2, P 450)</w:t>
      </w:r>
    </w:p>
    <w:p w:rsidR="001137B5" w:rsidRDefault="001137B5" w:rsidP="00AD7866">
      <w:pPr>
        <w:pStyle w:val="libNormal"/>
      </w:pPr>
      <w:r w:rsidRPr="00A72969">
        <w:t xml:space="preserve">Hazrat </w:t>
      </w:r>
      <w:smartTag w:uri="urn:schemas:contacts" w:element="middlename">
        <w:r w:rsidRPr="00A72969">
          <w:t>Abu</w:t>
        </w:r>
      </w:smartTag>
      <w:r w:rsidRPr="00A72969">
        <w:t xml:space="preserve"> </w:t>
      </w:r>
      <w:smartTag w:uri="urn:schemas:contacts" w:element="Sn">
        <w:r w:rsidRPr="00A72969">
          <w:t>Talib</w:t>
        </w:r>
      </w:smartTag>
      <w:r w:rsidRPr="00A72969">
        <w:t xml:space="preserve"> (s.a.) </w:t>
      </w:r>
      <w:r>
        <w:t xml:space="preserve">is Kafeel &amp; Wakeel of Risalat, his Noor is the brightest of all the creations, his intercession will be accepted </w:t>
      </w:r>
    </w:p>
    <w:p w:rsidR="001137B5" w:rsidRDefault="001137B5" w:rsidP="00AD7866">
      <w:pPr>
        <w:pStyle w:val="libNormal"/>
      </w:pPr>
      <w:r>
        <w:t xml:space="preserve">even if he intercedes for all the sinful on the Earth, he bestows son like </w:t>
      </w:r>
      <w:smartTag w:uri="urn:schemas:contacts" w:element="GivenName">
        <w:r>
          <w:t>Ali</w:t>
        </w:r>
      </w:smartTag>
      <w:r>
        <w:t xml:space="preserve"> (s.a.) similitude of </w:t>
      </w:r>
      <w:smartTag w:uri="urn:schemas:contacts" w:element="GivenName">
        <w:r>
          <w:t>Mohammad</w:t>
        </w:r>
      </w:smartTag>
      <w:r>
        <w:t xml:space="preserve"> (s.a.w.a.w.), his name is written on the Arsh with the name of his son </w:t>
      </w:r>
      <w:smartTag w:uri="urn:schemas:contacts" w:element="GivenName">
        <w:r>
          <w:t>Ali</w:t>
        </w:r>
      </w:smartTag>
      <w:r>
        <w:t xml:space="preserve"> (s.a.).</w:t>
      </w:r>
    </w:p>
    <w:p w:rsidR="001137B5" w:rsidRDefault="001137B5" w:rsidP="001137B5">
      <w:pPr>
        <w:pStyle w:val="Heading4Center"/>
      </w:pPr>
      <w:r>
        <w:t xml:space="preserve">121-The </w:t>
      </w:r>
      <w:r w:rsidRPr="00F76646">
        <w:t>Forefathers of Rasool Allah (s.a.w.a.w.)</w:t>
      </w:r>
    </w:p>
    <w:p w:rsidR="001137B5" w:rsidRPr="009067C7" w:rsidRDefault="001137B5" w:rsidP="001137B5">
      <w:pPr>
        <w:pStyle w:val="libItalic"/>
      </w:pPr>
      <w:r w:rsidRPr="009067C7">
        <w:t xml:space="preserve">Hazrat </w:t>
      </w:r>
      <w:smartTag w:uri="urn:schemas:contacts" w:element="middlename">
        <w:r w:rsidRPr="009067C7">
          <w:t>Abdul</w:t>
        </w:r>
      </w:smartTag>
      <w:r w:rsidRPr="009067C7">
        <w:t xml:space="preserve"> </w:t>
      </w:r>
      <w:smartTag w:uri="urn:schemas:contacts" w:element="Sn">
        <w:r w:rsidRPr="009067C7">
          <w:t>Muttalib</w:t>
        </w:r>
      </w:smartTag>
      <w:r w:rsidRPr="009067C7">
        <w:t xml:space="preserve"> (s.a.) used to sit under the shadow of </w:t>
      </w:r>
      <w:smartTag w:uri="urn:schemas:contacts" w:element="Sn">
        <w:r w:rsidRPr="009067C7">
          <w:t>Ka’ba</w:t>
        </w:r>
      </w:smartTag>
      <w:r w:rsidRPr="009067C7">
        <w:t xml:space="preserve"> on a rug, no one else could sit on it. He used to make Rasool Allah (s.a.w.a.w.) sit on it with him. Then making him sit on his shoulders, he was circumambulating seven times. When </w:t>
      </w:r>
      <w:smartTag w:uri="urn:schemas-microsoft-com:office:smarttags" w:element="PersonName">
        <w:smartTag w:uri="urn:schemas:contacts" w:element="GivenName">
          <w:r w:rsidRPr="009067C7">
            <w:t>Abdul</w:t>
          </w:r>
        </w:smartTag>
        <w:r w:rsidRPr="009067C7">
          <w:t xml:space="preserve"> </w:t>
        </w:r>
        <w:smartTag w:uri="urn:schemas:contacts" w:element="Sn">
          <w:r w:rsidRPr="009067C7">
            <w:t>Muttalib</w:t>
          </w:r>
        </w:smartTag>
      </w:smartTag>
      <w:r w:rsidRPr="009067C7">
        <w:t xml:space="preserve"> (s.a.) wanted to go from this world, Rasool Allah (s.a.w.a.w.) was on his chest. And he advised </w:t>
      </w:r>
      <w:smartTag w:uri="urn:schemas-microsoft-com:office:smarttags" w:element="PersonName">
        <w:smartTag w:uri="urn:schemas:contacts" w:element="GivenName">
          <w:r w:rsidRPr="009067C7">
            <w:t>Hazrat</w:t>
          </w:r>
        </w:smartTag>
        <w:r w:rsidRPr="009067C7">
          <w:t xml:space="preserve"> </w:t>
        </w:r>
        <w:smartTag w:uri="urn:schemas:contacts" w:element="middlename">
          <w:r w:rsidRPr="009067C7">
            <w:t>Abu</w:t>
          </w:r>
        </w:smartTag>
        <w:r w:rsidRPr="009067C7">
          <w:t xml:space="preserve"> </w:t>
        </w:r>
        <w:smartTag w:uri="urn:schemas:contacts" w:element="Sn">
          <w:r w:rsidRPr="009067C7">
            <w:t>Talib</w:t>
          </w:r>
        </w:smartTag>
      </w:smartTag>
      <w:r w:rsidRPr="009067C7">
        <w:t xml:space="preserve"> (s.a.) to protect and help him. Then he kept kissing Rasool Allah (s.a.w.a.w.) until he met Allah.</w:t>
      </w:r>
    </w:p>
    <w:p w:rsidR="001137B5" w:rsidRDefault="001137B5" w:rsidP="00AD7866">
      <w:pPr>
        <w:pStyle w:val="libNormal"/>
      </w:pPr>
      <w:r>
        <w:t>(Kamalud Din, V 1, P 204)</w:t>
      </w:r>
    </w:p>
    <w:p w:rsidR="001137B5" w:rsidRPr="009067C7" w:rsidRDefault="001137B5" w:rsidP="001137B5">
      <w:pPr>
        <w:pStyle w:val="libItalic"/>
      </w:pPr>
      <w:r w:rsidRPr="009067C7">
        <w:lastRenderedPageBreak/>
        <w:t xml:space="preserve">Amirul </w:t>
      </w:r>
      <w:smartTag w:uri="urn:schemas:contacts" w:element="Sn">
        <w:r w:rsidRPr="009067C7">
          <w:t>Momineen</w:t>
        </w:r>
      </w:smartTag>
      <w:r w:rsidRPr="009067C7">
        <w:t xml:space="preserve"> (s.a.) said: I swear by Allah, my father (s.a.), and my grand father </w:t>
      </w:r>
      <w:smartTag w:uri="urn:schemas-microsoft-com:office:smarttags" w:element="PersonName">
        <w:smartTag w:uri="urn:schemas:contacts" w:element="GivenName">
          <w:r w:rsidRPr="009067C7">
            <w:t>Abdul</w:t>
          </w:r>
        </w:smartTag>
        <w:r w:rsidRPr="009067C7">
          <w:t xml:space="preserve"> </w:t>
        </w:r>
        <w:smartTag w:uri="urn:schemas:contacts" w:element="Sn">
          <w:r w:rsidRPr="009067C7">
            <w:t>Muttalib</w:t>
          </w:r>
        </w:smartTag>
      </w:smartTag>
      <w:r w:rsidRPr="009067C7">
        <w:t xml:space="preserve"> (s.a.) and Hashim (s.a.) and Abd e Manaf (s.a.) were steadfast on Deen of Ibraheem (a.s.). They were praying according to the Deen of Ibraheem (s.a.) facing towards Baitullah, and they kept practicing it.</w:t>
      </w:r>
    </w:p>
    <w:p w:rsidR="001137B5" w:rsidRDefault="001137B5" w:rsidP="00AD7866">
      <w:pPr>
        <w:pStyle w:val="libNormal"/>
      </w:pPr>
      <w:r>
        <w:t>(Kamalud Din, V 1, P 207)</w:t>
      </w:r>
    </w:p>
    <w:p w:rsidR="001137B5" w:rsidRDefault="001137B5" w:rsidP="001137B5">
      <w:pPr>
        <w:pStyle w:val="Heading4Center"/>
      </w:pPr>
      <w:r w:rsidRPr="00F76646">
        <w:t xml:space="preserve">122-Mufti or </w:t>
      </w:r>
      <w:smartTag w:uri="urn:schemas-microsoft-com:office:smarttags" w:element="place">
        <w:r w:rsidRPr="00F76646">
          <w:t>Ravi</w:t>
        </w:r>
      </w:smartTag>
      <w:r w:rsidRPr="00F76646">
        <w:t>?</w:t>
      </w:r>
    </w:p>
    <w:p w:rsidR="001137B5" w:rsidRDefault="001137B5" w:rsidP="001137B5">
      <w:pPr>
        <w:pStyle w:val="libItalic"/>
      </w:pPr>
      <w:r w:rsidRPr="00C9785C">
        <w:t xml:space="preserve">Imam </w:t>
      </w:r>
      <w:smartTag w:uri="urn:schemas:contacts" w:element="GivenName">
        <w:r w:rsidRPr="00C9785C">
          <w:t>Ali</w:t>
        </w:r>
      </w:smartTag>
      <w:r w:rsidRPr="00C9785C">
        <w:t xml:space="preserve"> </w:t>
      </w:r>
      <w:smartTag w:uri="urn:schemas:contacts" w:element="Sn">
        <w:r w:rsidRPr="00C9785C">
          <w:t>Raza</w:t>
        </w:r>
      </w:smartTag>
      <w:r w:rsidRPr="00C9785C">
        <w:t xml:space="preserve"> (s.a.) said: People are kept ignorant, and they are caught in fraud concerning their Deen. No doubt Allah </w:t>
      </w:r>
      <w:smartTag w:uri="urn:schemas:contacts" w:element="Sn">
        <w:r w:rsidRPr="00C9785C">
          <w:t>Ta’ala</w:t>
        </w:r>
      </w:smartTag>
      <w:r w:rsidRPr="00C9785C">
        <w:t xml:space="preserve"> did not call His Nabi (s.a.w.a.w.) back from this world until He completed Deen for the people. And He revealed Quran on him (s.a.w.a.w.) in which there is detail of everything, Allah has narrated completely in it Halaal, and Haraam, Hadood, and Ahkaam, and every thing which people </w:t>
      </w:r>
    </w:p>
    <w:p w:rsidR="001137B5" w:rsidRPr="00C9785C" w:rsidRDefault="001137B5" w:rsidP="001137B5">
      <w:pPr>
        <w:pStyle w:val="libItalic"/>
      </w:pPr>
      <w:r w:rsidRPr="00C9785C">
        <w:t xml:space="preserve">need, thus Allah said: ‘We did not leave anything short in the Book’ (Sura </w:t>
      </w:r>
      <w:smartTag w:uri="urn:schemas:contacts" w:element="Sn">
        <w:r w:rsidRPr="00C9785C">
          <w:t>An’am</w:t>
        </w:r>
      </w:smartTag>
      <w:r w:rsidRPr="00C9785C">
        <w:t xml:space="preserve">). Thus Allah revealed during the Last Hajj which was the last part of </w:t>
      </w:r>
      <w:r>
        <w:t xml:space="preserve">the </w:t>
      </w:r>
      <w:r w:rsidRPr="00C9785C">
        <w:t xml:space="preserve">apparent life of Rasool Allah (s.a.w.a.w.): I have completed My Ne’mat on you, and chose Islam as Deen for you, (Sura Ma’ida) Thus he (s.a.w.a.w.) did not go from the world until he (s.a.w.a.w.) explained the constitution of Deen, made clear the path of Haqq for them, brought them on the Right Path, and appointed Ali (s.a.) as the flag of Guidance and Imam, and did not leave anything which </w:t>
      </w:r>
      <w:r>
        <w:t xml:space="preserve">the </w:t>
      </w:r>
      <w:r w:rsidRPr="00C9785C">
        <w:t>Ummah would need, but he explained it. Thus who made his belief that Allah did not complete his Deen, then he rejected the Book of Allah, who rejected the Book of Allah he is Kafir.</w:t>
      </w:r>
    </w:p>
    <w:p w:rsidR="001137B5" w:rsidRDefault="001137B5" w:rsidP="00AD7866">
      <w:pPr>
        <w:pStyle w:val="libNormal"/>
      </w:pPr>
      <w:r>
        <w:t xml:space="preserve">(Ma’ani al Akhbar V 1, P 138, Amali V 2, P 681, Uyoon e Akhbar e Raza s.a., V 1, P 380) </w:t>
      </w:r>
    </w:p>
    <w:p w:rsidR="001137B5" w:rsidRDefault="001137B5" w:rsidP="00AD7866">
      <w:pPr>
        <w:pStyle w:val="libNormal"/>
      </w:pPr>
      <w:r>
        <w:t>Public is being misguided that there are new problems of the modern time, therefore only Fatwa of Mulla can work! Masomeen (s.a.a.) gave the solution of all the problems which could arise until Qiyamah. But the real problem is that Mulla should read books or keep an account of currency of Khums. To hide this weakness, another Trick was devised that public should accept Fatwa of Mulla without asking Proof (Daleel).</w:t>
      </w:r>
    </w:p>
    <w:p w:rsidR="001137B5" w:rsidRDefault="001137B5" w:rsidP="00AD7866">
      <w:pPr>
        <w:pStyle w:val="libNormal"/>
      </w:pPr>
      <w:r>
        <w:t xml:space="preserve">Imam (s.a.) said that in the time of difficulty consult </w:t>
      </w:r>
      <w:smartTag w:uri="urn:schemas-microsoft-com:office:smarttags" w:element="place">
        <w:r>
          <w:t>Ravi</w:t>
        </w:r>
      </w:smartTag>
      <w:r>
        <w:t xml:space="preserve"> of our Ahadees. </w:t>
      </w:r>
      <w:smartTag w:uri="urn:schemas-microsoft-com:office:smarttags" w:element="place">
        <w:r>
          <w:t>Ravi</w:t>
        </w:r>
      </w:smartTag>
      <w:r>
        <w:t xml:space="preserve"> will tell that the solution of this problem is like this according to the saying of Imam (s.a.) written in this book, in which case there is no doubt left. Fatawa of Mulla makes doubtful Deen, and Shakk has nothing to do with Deen. Mulla says ‘Bina ber Ehtiyat’ or ‘Ahwat’ or etc., he does not know anything with firm belief.</w:t>
      </w:r>
    </w:p>
    <w:p w:rsidR="001137B5" w:rsidRDefault="001137B5" w:rsidP="001137B5">
      <w:pPr>
        <w:pStyle w:val="Heading4Center"/>
      </w:pPr>
      <w:r w:rsidRPr="00F76646">
        <w:t xml:space="preserve">123-Mun La </w:t>
      </w:r>
      <w:smartTag w:uri="urn:schemas:contacts" w:element="GivenName">
        <w:r w:rsidRPr="00F76646">
          <w:t>Yahzorul</w:t>
        </w:r>
      </w:smartTag>
      <w:r w:rsidRPr="00F76646">
        <w:t xml:space="preserve"> Faqeh</w:t>
      </w:r>
    </w:p>
    <w:p w:rsidR="001137B5" w:rsidRDefault="001137B5" w:rsidP="00AD7866">
      <w:pPr>
        <w:pStyle w:val="libNormal"/>
      </w:pPr>
      <w:r>
        <w:t xml:space="preserve">‘Mun La Yahzorul Faqeh’ is the book compiled by </w:t>
      </w:r>
      <w:smartTag w:uri="urn:schemas-microsoft-com:office:smarttags" w:element="PersonName">
        <w:r>
          <w:t xml:space="preserve">Sheikh </w:t>
        </w:r>
        <w:smartTag w:uri="urn:schemas:contacts" w:element="Sn">
          <w:r>
            <w:t>Sudooq</w:t>
          </w:r>
        </w:smartTag>
      </w:smartTag>
      <w:r>
        <w:t xml:space="preserve"> (r.a.). </w:t>
      </w:r>
      <w:r w:rsidRPr="00B65C8F">
        <w:t xml:space="preserve">It means that ‘Who does not have Faqeh (Religious </w:t>
      </w:r>
    </w:p>
    <w:p w:rsidR="001137B5" w:rsidRPr="00B65C8F" w:rsidRDefault="001137B5" w:rsidP="00AD7866">
      <w:pPr>
        <w:pStyle w:val="libNormal"/>
      </w:pPr>
      <w:r w:rsidRPr="00B65C8F">
        <w:t>Scholar)’, it is obvious who is not a sch</w:t>
      </w:r>
      <w:r>
        <w:t xml:space="preserve">olar, he should use this book. In this book </w:t>
      </w:r>
      <w:smartTag w:uri="urn:schemas-microsoft-com:office:smarttags" w:element="PersonName">
        <w:r>
          <w:t xml:space="preserve">Sheikh </w:t>
        </w:r>
        <w:smartTag w:uri="urn:schemas:contacts" w:element="Sn">
          <w:r>
            <w:t>Sudooq</w:t>
          </w:r>
        </w:smartTag>
      </w:smartTag>
      <w:r>
        <w:t xml:space="preserve"> (r.a.) compiled the s</w:t>
      </w:r>
      <w:r w:rsidRPr="00B65C8F">
        <w:t xml:space="preserve">olutions of the problems according to the Ahadees of Masomeen (s.a.a.). Now note the conspiracy of Mulla: if this book was translated in different languages for the Momineen, then who would consult Mulla? And where Khums money would have </w:t>
      </w:r>
      <w:r w:rsidRPr="00B65C8F">
        <w:lastRenderedPageBreak/>
        <w:t xml:space="preserve">gone? So big Mullas opened their Fatwa-shops, and printed their own </w:t>
      </w:r>
      <w:r>
        <w:t>Aeen-e-Akbari or Fatawa-e-Alamg</w:t>
      </w:r>
      <w:r w:rsidRPr="00B65C8F">
        <w:t>eri that this is my Fatwa, this is my Fatwa, and excluded holy names of Imams (s.a.a.).</w:t>
      </w:r>
    </w:p>
    <w:p w:rsidR="001137B5" w:rsidRDefault="001137B5" w:rsidP="00AD7866">
      <w:pPr>
        <w:pStyle w:val="libNormal"/>
      </w:pPr>
      <w:r w:rsidRPr="00B65C8F">
        <w:t xml:space="preserve">All Farooh e Deen (Namaaz, Fast, Hajj, Jihad, etc) Muqallid should do himself except </w:t>
      </w:r>
      <w:r>
        <w:t xml:space="preserve">the </w:t>
      </w:r>
      <w:r w:rsidRPr="00B65C8F">
        <w:t>one which is Khums (Money), that he can not handle, that should go to Mulla! Why? He can sacrifice Life in the way of Allah, but does not know who to spend money in the way of Allah!</w:t>
      </w:r>
    </w:p>
    <w:p w:rsidR="001137B5" w:rsidRDefault="001137B5" w:rsidP="001137B5">
      <w:pPr>
        <w:pStyle w:val="Heading4Center"/>
      </w:pPr>
      <w:r w:rsidRPr="00B65C8F">
        <w:t>124-Congregation or Alone? Mohaddis or Moqallid?</w:t>
      </w:r>
    </w:p>
    <w:p w:rsidR="001137B5" w:rsidRPr="00B65C8F" w:rsidRDefault="001137B5" w:rsidP="001137B5">
      <w:pPr>
        <w:pStyle w:val="libItalic"/>
      </w:pPr>
      <w:r w:rsidRPr="00B65C8F">
        <w:t xml:space="preserve">Requirements for the leader of the prayer: He should be Faqeh, good Qari, elder, handsome, pious, founder of a mosque, best of all. He should not be stupid, Fasiq, punished one, ignorant, illegitimate, without circumcision, denier of Walayat. He should be cursing on the enemies of Aal e </w:t>
      </w:r>
      <w:smartTag w:uri="urn:schemas:contacts" w:element="GivenName">
        <w:r w:rsidRPr="00B65C8F">
          <w:t>Mohammad</w:t>
        </w:r>
      </w:smartTag>
      <w:r w:rsidRPr="00B65C8F">
        <w:t xml:space="preserve"> (s.a.a.).</w:t>
      </w:r>
    </w:p>
    <w:p w:rsidR="001137B5" w:rsidRDefault="001137B5" w:rsidP="00AD7866">
      <w:pPr>
        <w:pStyle w:val="libNormal"/>
      </w:pPr>
      <w:r w:rsidRPr="00B65C8F">
        <w:t>(Mun La Yahzorul Faqeh, V 1, P 249)</w:t>
      </w:r>
    </w:p>
    <w:p w:rsidR="001137B5" w:rsidRDefault="001137B5" w:rsidP="001137B5">
      <w:pPr>
        <w:pStyle w:val="libItalic"/>
      </w:pPr>
      <w:r w:rsidRPr="00B65C8F">
        <w:t>Imam (s.a.) said: If there are two people then it is Congregation. And said about the least number for Congregation: One man and one lady, and if no one comes to</w:t>
      </w:r>
      <w:r>
        <w:t xml:space="preserve"> the</w:t>
      </w:r>
      <w:r w:rsidRPr="00B65C8F">
        <w:t xml:space="preserve"> mosque, then a Momin alone is Congregation, because if he starts prayer with Azaan &amp; Aqamat, then two lines of Angels (a.s.) pray behind him, and if he only says Aqamat and does not say Azaan, then there is one line of Angels (a.s.) behind him.</w:t>
      </w:r>
    </w:p>
    <w:p w:rsidR="001137B5" w:rsidRDefault="001137B5" w:rsidP="00AD7866">
      <w:pPr>
        <w:pStyle w:val="libNormal"/>
      </w:pPr>
      <w:r w:rsidRPr="00B65C8F">
        <w:t>(Mun La Yahzorul Faqeh, V 1, P 248)</w:t>
      </w:r>
    </w:p>
    <w:p w:rsidR="001137B5" w:rsidRPr="00B65C8F" w:rsidRDefault="001137B5" w:rsidP="001137B5">
      <w:pPr>
        <w:pStyle w:val="libItalic"/>
      </w:pPr>
      <w:r w:rsidRPr="00B65C8F">
        <w:t xml:space="preserve">Salim asked Imam (s.a.): When </w:t>
      </w:r>
      <w:r>
        <w:t xml:space="preserve">the </w:t>
      </w:r>
      <w:r w:rsidRPr="00B65C8F">
        <w:t>Moazzin says ‘</w:t>
      </w:r>
      <w:smartTag w:uri="urn:schemas-microsoft-com:office:smarttags" w:element="PersonName">
        <w:smartTag w:uri="urn:schemas:contacts" w:element="GivenName">
          <w:r w:rsidRPr="00B65C8F">
            <w:t>Qad</w:t>
          </w:r>
        </w:smartTag>
        <w:r w:rsidRPr="00B65C8F">
          <w:t xml:space="preserve"> </w:t>
        </w:r>
        <w:smartTag w:uri="urn:schemas:contacts" w:element="middlename">
          <w:r w:rsidRPr="00B65C8F">
            <w:t>Qamatis</w:t>
          </w:r>
        </w:smartTag>
        <w:r w:rsidRPr="00B65C8F">
          <w:t xml:space="preserve"> </w:t>
        </w:r>
        <w:smartTag w:uri="urn:schemas:contacts" w:element="Sn">
          <w:r w:rsidRPr="00B65C8F">
            <w:t>Salaat</w:t>
          </w:r>
        </w:smartTag>
      </w:smartTag>
      <w:r w:rsidRPr="00B65C8F">
        <w:t>’ then people should stand or should keep sitting until</w:t>
      </w:r>
      <w:r>
        <w:t xml:space="preserve"> the</w:t>
      </w:r>
      <w:r w:rsidRPr="00B65C8F">
        <w:t xml:space="preserve"> leader of the prayer comes? He (s.a.) said: No. People should stand, if the leader of the prayer comes, it is right, otherwise they should hold hand of one of them to make him stand in front (to lead prayer).</w:t>
      </w:r>
    </w:p>
    <w:p w:rsidR="001137B5" w:rsidRDefault="001137B5" w:rsidP="00AD7866">
      <w:pPr>
        <w:pStyle w:val="libNormal"/>
      </w:pPr>
      <w:r w:rsidRPr="00B65C8F">
        <w:t>(Mun La Yahzorul Faqeh, V 1, P 254)</w:t>
      </w:r>
    </w:p>
    <w:p w:rsidR="001137B5" w:rsidRPr="00B65C8F" w:rsidRDefault="001137B5" w:rsidP="00AD7866">
      <w:pPr>
        <w:pStyle w:val="libNormal"/>
      </w:pPr>
      <w:r w:rsidRPr="00B65C8F">
        <w:t xml:space="preserve">Did you realize the tricks of Mulla? If Mulla is not present in the mosque or he is sick, then after Azaan people start saying ‘Brothers! Read your </w:t>
      </w:r>
      <w:smartTag w:uri="urn:schemas-microsoft-com:office:smarttags" w:element="PersonName">
        <w:smartTag w:uri="urn:schemas:contacts" w:element="GivenName">
          <w:r w:rsidRPr="00B65C8F">
            <w:t>Namaaz</w:t>
          </w:r>
        </w:smartTag>
        <w:r w:rsidRPr="00B65C8F">
          <w:t xml:space="preserve"> </w:t>
        </w:r>
        <w:smartTag w:uri="urn:schemas:contacts" w:element="Sn">
          <w:r w:rsidRPr="00B65C8F">
            <w:t>Furada</w:t>
          </w:r>
        </w:smartTag>
      </w:smartTag>
      <w:r w:rsidRPr="00B65C8F">
        <w:t>’, so that dictatorship of Mulla can persist. Are Momineen so illiterate that even one of them can not lead prayer? Or is it a co</w:t>
      </w:r>
      <w:r>
        <w:t>nspiracy to deprive Momineen fro</w:t>
      </w:r>
      <w:r w:rsidRPr="00B65C8F">
        <w:t xml:space="preserve">m </w:t>
      </w:r>
      <w:r>
        <w:t xml:space="preserve">the </w:t>
      </w:r>
      <w:r w:rsidRPr="00B65C8F">
        <w:t xml:space="preserve">reward of Congregational prayer? </w:t>
      </w:r>
    </w:p>
    <w:p w:rsidR="001137B5" w:rsidRDefault="001137B5" w:rsidP="00AD7866">
      <w:pPr>
        <w:pStyle w:val="libNormal"/>
      </w:pPr>
      <w:smartTag w:uri="urn:schemas-microsoft-com:office:smarttags" w:element="PersonName">
        <w:r w:rsidRPr="00B65C8F">
          <w:t xml:space="preserve">Imam </w:t>
        </w:r>
        <w:smartTag w:uri="urn:schemas:contacts" w:element="Sn">
          <w:r w:rsidRPr="00B65C8F">
            <w:t>Raza</w:t>
          </w:r>
        </w:smartTag>
      </w:smartTag>
      <w:r w:rsidRPr="00B65C8F">
        <w:t xml:space="preserve"> (s.a.) said: I wish that every Momin is Mohaddis, it means wise and intelligent’ (Uyoon). And Mulla wants to see all Momineen having strap in neck Muqallid!</w:t>
      </w:r>
    </w:p>
    <w:p w:rsidR="001137B5" w:rsidRDefault="001137B5" w:rsidP="001137B5">
      <w:pPr>
        <w:pStyle w:val="Heading4Center"/>
      </w:pPr>
      <w:r w:rsidRPr="00B65C8F">
        <w:t>125-Who is Marjah?</w:t>
      </w:r>
    </w:p>
    <w:p w:rsidR="001137B5" w:rsidRPr="00B65C8F" w:rsidRDefault="001137B5" w:rsidP="001137B5">
      <w:pPr>
        <w:pStyle w:val="libItalic"/>
      </w:pPr>
      <w:r w:rsidRPr="00B65C8F">
        <w:t xml:space="preserve">Imam </w:t>
      </w:r>
      <w:smartTag w:uri="urn:schemas:contacts" w:element="GivenName">
        <w:r w:rsidRPr="00B65C8F">
          <w:t>Jafar</w:t>
        </w:r>
      </w:smartTag>
      <w:r w:rsidRPr="00B65C8F">
        <w:t xml:space="preserve"> </w:t>
      </w:r>
      <w:smartTag w:uri="urn:schemas:contacts" w:element="Sn">
        <w:r w:rsidRPr="00B65C8F">
          <w:t>Sadiq</w:t>
        </w:r>
      </w:smartTag>
      <w:r w:rsidRPr="00B65C8F">
        <w:t xml:space="preserve"> (s.a.) said: People are commanded to get our Marifat, accept us their Wali, and refer (consult, Rajoh) to us in all their affairs. Then said: If they say prayers, keep fasts, testify that there is none worthy of worship except Allah, but decide in their heart that they will not refer to us, then they are Mushrik.</w:t>
      </w:r>
    </w:p>
    <w:p w:rsidR="001137B5" w:rsidRDefault="001137B5" w:rsidP="00AD7866">
      <w:pPr>
        <w:pStyle w:val="libNormal"/>
      </w:pPr>
      <w:r w:rsidRPr="00B65C8F">
        <w:t>(Usool e Kafi, V 2, P 222)</w:t>
      </w:r>
    </w:p>
    <w:p w:rsidR="001137B5" w:rsidRPr="00E1273D" w:rsidRDefault="001137B5" w:rsidP="001137B5">
      <w:pPr>
        <w:pStyle w:val="libItalic"/>
      </w:pPr>
      <w:r w:rsidRPr="00E1273D">
        <w:t>Imam (s.a.) said: If problems occur, then consult (refer, Rajoh) the Narrator of our Ahadees, because he is our Hujjat on you, and I am Hujjat of Allah on them.</w:t>
      </w:r>
    </w:p>
    <w:p w:rsidR="001137B5" w:rsidRDefault="001137B5" w:rsidP="00AD7866">
      <w:pPr>
        <w:pStyle w:val="libNormal"/>
      </w:pPr>
      <w:r>
        <w:t>(Ehtijaj e Tabrasi)</w:t>
      </w:r>
      <w:r w:rsidRPr="00B65C8F">
        <w:t xml:space="preserve"> </w:t>
      </w:r>
    </w:p>
    <w:p w:rsidR="001137B5" w:rsidRDefault="001137B5" w:rsidP="00AD7866">
      <w:pPr>
        <w:pStyle w:val="libNormal"/>
      </w:pPr>
      <w:r>
        <w:lastRenderedPageBreak/>
        <w:t>When Imam (s.a.) is present, then it is commanded to consult him otherwise one is Mushrik. And when apparently one can not reach Imam (s.a.) then he should consult such a scholar who is Narrator of Ahadees of Masomeen (s.a.a.), who can tell this is the solution/decision of your problem according to this Verse of Quran or Hadees of Masoom (s.a.). But he can not issue Fatwa by his own name. In both cases the meaning of Rajoh (reference, consultation) is the same: Marjah is Infallible Imam (s.a.) or his Hadees. Faqeh/Narrator is only to find and tell commandment of Imam (s.a.), and due to this Trust (Ahadees of Masomeen s.a.a.) he is respectable and Hujjat on the people.</w:t>
      </w:r>
    </w:p>
    <w:p w:rsidR="001137B5" w:rsidRDefault="001137B5" w:rsidP="001137B5">
      <w:pPr>
        <w:pStyle w:val="Heading4Center"/>
      </w:pPr>
      <w:r w:rsidRPr="00B65C8F">
        <w:t>126-Commandment of Imam (s.a.) about Differing Fatawa</w:t>
      </w:r>
    </w:p>
    <w:p w:rsidR="001137B5" w:rsidRDefault="001137B5" w:rsidP="001137B5">
      <w:pPr>
        <w:pStyle w:val="libItalic"/>
      </w:pPr>
      <w:r w:rsidRPr="000519C2">
        <w:t xml:space="preserve">Amirul </w:t>
      </w:r>
      <w:smartTag w:uri="urn:schemas:contacts" w:element="middlename">
        <w:r w:rsidRPr="000519C2">
          <w:t>Momineen</w:t>
        </w:r>
      </w:smartTag>
      <w:r w:rsidRPr="000519C2">
        <w:t xml:space="preserve"> </w:t>
      </w:r>
      <w:smartTag w:uri="urn:schemas:contacts" w:element="middlename">
        <w:r w:rsidRPr="000519C2">
          <w:t>Maola</w:t>
        </w:r>
      </w:smartTag>
      <w:r w:rsidRPr="000519C2">
        <w:t xml:space="preserve"> </w:t>
      </w:r>
      <w:smartTag w:uri="urn:schemas:contacts" w:element="Sn">
        <w:r w:rsidRPr="000519C2">
          <w:t>Ali</w:t>
        </w:r>
      </w:smartTag>
      <w:r w:rsidRPr="000519C2">
        <w:t xml:space="preserve"> (s.a.) said: This </w:t>
      </w:r>
      <w:r>
        <w:t xml:space="preserve">is the condition of the people </w:t>
      </w:r>
      <w:r w:rsidRPr="000519C2">
        <w:t xml:space="preserve">that if a dispute is brought for decision to a person, he gives decision according to his personal opinion; and then the same dispute is brought to another person, he gives an opposite decision. After that all the judges get together in the presence of the governor who appointed them as judges, and he (governor) declares the (different) opinion (decision) of all of them as right. But everyone’s Allah is One, Nabi (s.a.w.a.w.) is one, Book is one. Did Allah order them to differ and they are obeying Him? Or they are forbidden to differ but still they are opposing Him? Or Allah sent down the Deen incomplete and He is asking them for help for its completion? Or they all are partners in His Kingdom and they are given the right to speak and then Allah has promised to be happy about it? Or Allah sent down the Deen perfect but Rasool e Akram (s.a.w.a.w.) fell short in its preaching and performance (Na’oozo Billah)? Allah Subhanahu said (in Quran): We did not leave anything short in the Book; and He said: Every thing is described in it. And told that this Book’s </w:t>
      </w:r>
    </w:p>
    <w:p w:rsidR="001137B5" w:rsidRPr="000519C2" w:rsidRDefault="001137B5" w:rsidP="001137B5">
      <w:pPr>
        <w:pStyle w:val="libItalic"/>
      </w:pPr>
      <w:r w:rsidRPr="000519C2">
        <w:t>one part testifies the other part, and there are no differences in it. Then Allah Subhanahu said: And if this (Quran) was from other than Allah then there would be too many differences in it. And no doubt Quran’s Zahir is beautiful and Batin is very deep, its Ajaib are not mortal and its Gharaib are never finishing, and Zolomat (Igno</w:t>
      </w:r>
      <w:r>
        <w:t>rance) can not be finished with</w:t>
      </w:r>
      <w:r w:rsidRPr="000519C2">
        <w:t>out it.</w:t>
      </w:r>
    </w:p>
    <w:p w:rsidR="001137B5" w:rsidRDefault="001137B5" w:rsidP="00AD7866">
      <w:pPr>
        <w:pStyle w:val="libNormal"/>
      </w:pPr>
      <w:r w:rsidRPr="000519C2">
        <w:t>(Nehjul Balagha, Sermon 18, P 58; Al-Ehtijaj Al-Tabrasi</w:t>
      </w:r>
      <w:r>
        <w:t>, V 1, P 620</w:t>
      </w:r>
      <w:r w:rsidRPr="000519C2">
        <w:t>)</w:t>
      </w:r>
    </w:p>
    <w:p w:rsidR="001137B5" w:rsidRDefault="001137B5" w:rsidP="00AD7866">
      <w:pPr>
        <w:pStyle w:val="libNormal"/>
      </w:pPr>
      <w:r w:rsidRPr="004913AA">
        <w:t xml:space="preserve">If anyone understands this Hadees and Order of Amirul Momineen (s.a.) </w:t>
      </w:r>
      <w:r>
        <w:t xml:space="preserve">without prejudice, all problems are solved. One problem has only one solution. The public is misguided that differing Fatawa are Rahmat, and if Mulla issues wrong Fatwa still he will get a single Reward! If Mulla’s study was comprehensive, then difference can not arise. People with weak faith are being told that there are problems which are not in Quran &amp; Sunnah, for those problems Mujtahid is necessary. In fact everything was completed, and there isn’t any problem left until Qiyamah which has not been told by Masoom (s.a.). It is another issue that who will study books in Arabic, secondly if one has insight of Walayat only he can get guidance from Kutub e Haqqa, blind of wisdom Mulla can not know anything even if he reads hundred times. </w:t>
      </w:r>
    </w:p>
    <w:p w:rsidR="001137B5" w:rsidRDefault="001137B5" w:rsidP="001137B5">
      <w:pPr>
        <w:pStyle w:val="Heading4Center"/>
      </w:pPr>
      <w:r w:rsidRPr="00B65C8F">
        <w:t>127-Blind Taqleed</w:t>
      </w:r>
    </w:p>
    <w:p w:rsidR="001137B5" w:rsidRPr="00271DAB" w:rsidRDefault="001137B5" w:rsidP="001137B5">
      <w:pPr>
        <w:pStyle w:val="libItalic"/>
      </w:pPr>
      <w:r w:rsidRPr="00271DAB">
        <w:lastRenderedPageBreak/>
        <w:t>Imam Jafar Sadiq (s.a.) said: You s</w:t>
      </w:r>
      <w:r>
        <w:t>hould avoid State and Statesman</w:t>
      </w:r>
      <w:r w:rsidRPr="00271DAB">
        <w:t>ship, and do not ride behind men, it means that avoid appointing (leader) any man without Hujjat &amp; Daleel, and then you keep testifying (accepting, confirming) every thing he says.</w:t>
      </w:r>
    </w:p>
    <w:p w:rsidR="001137B5" w:rsidRDefault="001137B5" w:rsidP="00AD7866">
      <w:pPr>
        <w:pStyle w:val="libNormal"/>
      </w:pPr>
      <w:r w:rsidRPr="00271DAB">
        <w:t>(Ma’ani al Akahbar, V 1, P 214)</w:t>
      </w:r>
    </w:p>
    <w:p w:rsidR="00BE2EC5" w:rsidRDefault="001137B5" w:rsidP="00AD7866">
      <w:pPr>
        <w:pStyle w:val="libNormal"/>
      </w:pPr>
      <w:r w:rsidRPr="00271DAB">
        <w:t xml:space="preserve">Nowadays people are going opposite to the Hadees of Imam (s.a.). </w:t>
      </w:r>
      <w:r>
        <w:t>Who has a state and statesmanship, or whose Fatawa are soft, colourful, and modern, or who has a backing, or whose propaganda is powerful, his Muqallideen are more. Scholars who are pious and knowledgeable they are under house arrest. And it is especially stressed to accept &amp; practice Fatwa without asking Daleel. Although who issues a decree, should tell it is according to this Verse of Quran or this Hadees of that Masoom (s.a.), if it happens then no one will be left to object.</w:t>
      </w:r>
    </w:p>
    <w:p w:rsidR="001137B5" w:rsidRDefault="001137B5" w:rsidP="001137B5">
      <w:pPr>
        <w:pStyle w:val="Heading4Center"/>
      </w:pPr>
      <w:r w:rsidRPr="00F76646">
        <w:t>128-Are all Ayatullah?</w:t>
      </w:r>
    </w:p>
    <w:p w:rsidR="001137B5" w:rsidRPr="00BC77F5" w:rsidRDefault="001137B5" w:rsidP="001137B5">
      <w:pPr>
        <w:pStyle w:val="libItalic"/>
      </w:pPr>
      <w:r w:rsidRPr="00BC77F5">
        <w:t xml:space="preserve">Imam </w:t>
      </w:r>
      <w:smartTag w:uri="urn:schemas:contacts" w:element="GivenName">
        <w:r w:rsidRPr="00BC77F5">
          <w:t>Jafar</w:t>
        </w:r>
      </w:smartTag>
      <w:r w:rsidRPr="00BC77F5">
        <w:t xml:space="preserve"> </w:t>
      </w:r>
      <w:smartTag w:uri="urn:schemas:contacts" w:element="Sn">
        <w:r w:rsidRPr="00BC77F5">
          <w:t>Sadiq</w:t>
        </w:r>
      </w:smartTag>
      <w:r w:rsidRPr="00BC77F5">
        <w:t xml:space="preserve"> (s.a.) said: Certainly Firaoun accepted advice and became afraid but after seeing Azaab, believing</w:t>
      </w:r>
      <w:r>
        <w:t xml:space="preserve"> at</w:t>
      </w:r>
      <w:r w:rsidRPr="00BC77F5">
        <w:t xml:space="preserve"> that time does not benefit. Allah says: ‘Until when drowning overtook him, he said: I believe that there is none worthy of worship except Him in Whom Bani Israeel believe and I am among</w:t>
      </w:r>
      <w:r>
        <w:t xml:space="preserve"> the</w:t>
      </w:r>
      <w:r w:rsidRPr="00BC77F5">
        <w:t xml:space="preserve"> obeying ones.’ But Allah did not accept his Emaan, and said: ‘What now! and indeed you disobeyed before and you were of the mischief-makers. But today We will save your Body that you may be a sign (Ayat) for those after you.’ (Younus 91-92). Allah said that We will put your body on a mound so that you will be a Sign (Ayat) and Lesson for the coming people.</w:t>
      </w:r>
    </w:p>
    <w:p w:rsidR="001137B5" w:rsidRDefault="001137B5" w:rsidP="00AD7866">
      <w:pPr>
        <w:pStyle w:val="libNormal"/>
      </w:pPr>
      <w:r w:rsidRPr="00BC77F5">
        <w:t>(Ma’ani al Akhbar, V 2, P 435)</w:t>
      </w:r>
    </w:p>
    <w:p w:rsidR="001137B5" w:rsidRDefault="001137B5" w:rsidP="00AD7866">
      <w:pPr>
        <w:pStyle w:val="libNormal"/>
      </w:pPr>
      <w:r w:rsidRPr="00BC77F5">
        <w:t xml:space="preserve">It tells </w:t>
      </w:r>
      <w:r>
        <w:t>that there are two types of Sign</w:t>
      </w:r>
      <w:r w:rsidRPr="00BC77F5">
        <w:t>s of Allah, Good</w:t>
      </w:r>
      <w:r>
        <w:t>,</w:t>
      </w:r>
      <w:r w:rsidRPr="00BC77F5">
        <w:t xml:space="preserve"> and Bad. </w:t>
      </w:r>
      <w:r>
        <w:t xml:space="preserve">Now a Mulla who calls himself Shia, but secretly and sometimes openly opposes Faza’il of Mohammad o Aal e </w:t>
      </w:r>
      <w:smartTag w:uri="urn:schemas:contacts" w:element="GivenName">
        <w:r>
          <w:t>Mohammad</w:t>
        </w:r>
      </w:smartTag>
      <w:r>
        <w:t xml:space="preserve"> (s.a.a.), and changes Halaal &amp; Haraam of Deen by different tricks, should we still call him Ayat of Allah, but which Ayat?</w:t>
      </w:r>
    </w:p>
    <w:p w:rsidR="001137B5" w:rsidRDefault="001137B5" w:rsidP="001137B5">
      <w:pPr>
        <w:pStyle w:val="Heading4Center"/>
      </w:pPr>
      <w:r w:rsidRPr="00F76646">
        <w:t>129-Namaaz was made Obligatory only for Zikr e</w:t>
      </w:r>
      <w:r>
        <w:t xml:space="preserve"> </w:t>
      </w:r>
      <w:smartTag w:uri="urn:schemas:contacts" w:element="GivenName">
        <w:r w:rsidRPr="00F76646">
          <w:t>Mohammad</w:t>
        </w:r>
      </w:smartTag>
      <w:r w:rsidRPr="00F76646">
        <w:t xml:space="preserve"> o Aal e </w:t>
      </w:r>
      <w:smartTag w:uri="urn:schemas:contacts" w:element="GivenName">
        <w:r w:rsidRPr="00F76646">
          <w:t>Mohammad</w:t>
        </w:r>
      </w:smartTag>
      <w:r w:rsidRPr="00F76646">
        <w:t xml:space="preserve"> (s.a.w.a.w.)</w:t>
      </w:r>
    </w:p>
    <w:p w:rsidR="001137B5" w:rsidRPr="00F05704" w:rsidRDefault="001137B5" w:rsidP="00AD7866">
      <w:pPr>
        <w:pStyle w:val="libNormal"/>
      </w:pPr>
      <w:r w:rsidRPr="00F05704">
        <w:t xml:space="preserve">Imam </w:t>
      </w:r>
      <w:smartTag w:uri="urn:schemas:contacts" w:element="GivenName">
        <w:r w:rsidRPr="00F05704">
          <w:t>Jafar</w:t>
        </w:r>
      </w:smartTag>
      <w:r w:rsidRPr="00F05704">
        <w:t xml:space="preserve"> </w:t>
      </w:r>
      <w:smartTag w:uri="urn:schemas:contacts" w:element="Sn">
        <w:r w:rsidRPr="00F05704">
          <w:t>Sadiq</w:t>
        </w:r>
      </w:smartTag>
      <w:r w:rsidRPr="00F05704">
        <w:t xml:space="preserve"> (s.a.) was asked the reason of Namaaz that in those timings people are busy in their work for their needs, and then bodily they are tired as well. Imam (s.a.) said: It has reasons, and that is if people were left alone without warning and Zikr-e-Nabi (s.a.w.a.w.) which is more than</w:t>
      </w:r>
      <w:r>
        <w:t xml:space="preserve"> the news of the past, and only </w:t>
      </w:r>
      <w:r w:rsidRPr="00F05704">
        <w:t>Book was given in their hands, then their End would have been the same as of the previous nations. They took the Deen, and books were Devised</w:t>
      </w:r>
      <w:r>
        <w:t xml:space="preserve"> </w:t>
      </w:r>
      <w:r w:rsidRPr="00F05704">
        <w:t>(</w:t>
      </w:r>
      <w:r w:rsidRPr="001137B5">
        <w:rPr>
          <w:rtl/>
        </w:rPr>
        <w:t>كتبا</w:t>
      </w:r>
      <w:r w:rsidRPr="00F05704">
        <w:t xml:space="preserve"> </w:t>
      </w:r>
      <w:r w:rsidRPr="001137B5">
        <w:rPr>
          <w:rtl/>
        </w:rPr>
        <w:t>وضعوا</w:t>
      </w:r>
      <w:r w:rsidRPr="00F05704">
        <w:t xml:space="preserve">) for them, on which they acted and </w:t>
      </w:r>
      <w:r>
        <w:t xml:space="preserve">were </w:t>
      </w:r>
      <w:r w:rsidRPr="00F05704">
        <w:t>invited to that, and killed people for that, so their Order finished, and they went away. When they went away then Allah wanted that people should not forget Amr of Mohammad (s.a.w.a.w.), so Namaaz was made obligatory on them, everyday they announce five times his name and do his Zikr, and do His Ibadat in Namaaz and do Zikr of Allah, so they do not become negligent and should not forget and his Zikr should not stop.</w:t>
      </w:r>
    </w:p>
    <w:p w:rsidR="001137B5" w:rsidRDefault="001137B5" w:rsidP="00AD7866">
      <w:pPr>
        <w:pStyle w:val="libNormal"/>
      </w:pPr>
      <w:r>
        <w:lastRenderedPageBreak/>
        <w:t>(Alul al Shrai, V 2, P 371)</w:t>
      </w:r>
    </w:p>
    <w:p w:rsidR="001137B5" w:rsidRDefault="001137B5" w:rsidP="00AD7866">
      <w:pPr>
        <w:pStyle w:val="libNormal"/>
      </w:pPr>
      <w:r>
        <w:t xml:space="preserve">Zikr of Mohammad o Aal e </w:t>
      </w:r>
      <w:smartTag w:uri="urn:schemas:contacts" w:element="GivenName">
        <w:r>
          <w:t>Mohammad</w:t>
        </w:r>
      </w:smartTag>
      <w:r>
        <w:t xml:space="preserve"> (s.a.a.) can not be erased from Namaaz &amp; Azaan five times a day by blows of mouths, tongues, and Fatawa. Because it is Allah’s Decision, for the same reason He made Namaaz obligatory. The saying of Imam (s.a.) is Haqq that previous nations who were destroyed, they took Deen (Farooh e Deen) but left Zikr of Mohammad o Aal e </w:t>
      </w:r>
      <w:smartTag w:uri="urn:schemas:contacts" w:element="GivenName">
        <w:r>
          <w:t>Mohammad</w:t>
        </w:r>
      </w:smartTag>
      <w:r>
        <w:t xml:space="preserve"> (s.a.a.) which is Usool-e-Deen, the Real Base. And their scholars Devised Books (Tauzihul Masa’il) for them, in those books there was no Zikr of Mohammad o Aal e Mohammad (s.a.a.); just like nowadays if you see any Tauzihul Masa’il even with microscope you will not find Kalima Tayyiba in it. Similarly you will see that in Kutub e Arba the name of Imam (s.a.) is written as reference </w:t>
      </w:r>
    </w:p>
    <w:p w:rsidR="001137B5" w:rsidRDefault="001137B5" w:rsidP="00AD7866">
      <w:pPr>
        <w:pStyle w:val="libNormal"/>
      </w:pPr>
      <w:r>
        <w:t xml:space="preserve">with every solution of a problem, but you will not find name of any Imam (s.a.) in </w:t>
      </w:r>
      <w:smartTag w:uri="urn:schemas-microsoft-com:office:smarttags" w:element="PersonName">
        <w:smartTag w:uri="urn:schemas:contacts" w:element="GivenName">
          <w:r>
            <w:t>Tauzihul</w:t>
          </w:r>
        </w:smartTag>
        <w:r>
          <w:t xml:space="preserve"> </w:t>
        </w:r>
        <w:smartTag w:uri="urn:schemas:contacts" w:element="Sn">
          <w:r>
            <w:t>Masa’il</w:t>
          </w:r>
        </w:smartTag>
      </w:smartTag>
      <w:r>
        <w:t>.</w:t>
      </w:r>
    </w:p>
    <w:p w:rsidR="001137B5" w:rsidRDefault="001137B5" w:rsidP="00AD7866">
      <w:pPr>
        <w:pStyle w:val="libNormal"/>
      </w:pPr>
      <w:r>
        <w:t xml:space="preserve">If one reads Ahadees of Masomeen (s.a.a.) again and again with concentration, devotion, and firm faith for guidance, then every time you read a new secret opens; just like Quran. </w:t>
      </w:r>
    </w:p>
    <w:p w:rsidR="001137B5" w:rsidRDefault="001137B5" w:rsidP="001137B5">
      <w:pPr>
        <w:pStyle w:val="Heading4Center"/>
      </w:pPr>
      <w:r w:rsidRPr="00F76646">
        <w:t xml:space="preserve">130-The Holy Land of Qum and </w:t>
      </w:r>
      <w:smartTag w:uri="urn:schemas-microsoft-com:office:smarttags" w:element="PersonName">
        <w:smartTag w:uri="urn:schemas:contacts" w:element="GivenName">
          <w:r w:rsidRPr="00F76646">
            <w:t>Iblees</w:t>
          </w:r>
        </w:smartTag>
        <w:r w:rsidRPr="00F76646">
          <w:t xml:space="preserve"> </w:t>
        </w:r>
        <w:smartTag w:uri="urn:schemas:contacts" w:element="Sn">
          <w:r w:rsidRPr="00F76646">
            <w:t>Laeen</w:t>
          </w:r>
        </w:smartTag>
      </w:smartTag>
      <w:r w:rsidRPr="00F76646">
        <w:t xml:space="preserve"> (l.u.)</w:t>
      </w:r>
    </w:p>
    <w:p w:rsidR="001137B5" w:rsidRPr="00DB23D4" w:rsidRDefault="001137B5" w:rsidP="001137B5">
      <w:pPr>
        <w:pStyle w:val="libItalic"/>
      </w:pPr>
      <w:r w:rsidRPr="00DB23D4">
        <w:t>A summary of</w:t>
      </w:r>
      <w:r>
        <w:t xml:space="preserve"> a</w:t>
      </w:r>
      <w:r w:rsidRPr="00DB23D4">
        <w:t xml:space="preserve"> Hadees of Rasool Allah (s.a.w.a.w.): During the night of </w:t>
      </w:r>
      <w:smartTag w:uri="urn:schemas:contacts" w:element="Sn">
        <w:r w:rsidRPr="00DB23D4">
          <w:t>Mai’raj</w:t>
        </w:r>
      </w:smartTag>
      <w:r w:rsidRPr="00DB23D4">
        <w:t xml:space="preserve"> I saw towards the Earth from the Skies, then I saw a land in between the hills, its colour was nicer than Saffron, and smell better than Musk, suddenly I saw an old man with cap in it. Jibraeel (s.a.) said: This is the land of your Shias and Shias of your </w:t>
      </w:r>
      <w:smartTag w:uri="urn:schemas:contacts" w:element="GivenName">
        <w:r w:rsidRPr="00DB23D4">
          <w:t>Wasi</w:t>
        </w:r>
      </w:smartTag>
      <w:r w:rsidRPr="00DB23D4">
        <w:t xml:space="preserve"> </w:t>
      </w:r>
      <w:smartTag w:uri="urn:schemas:contacts" w:element="Sn">
        <w:r w:rsidRPr="00DB23D4">
          <w:t>Ali</w:t>
        </w:r>
      </w:smartTag>
      <w:r w:rsidRPr="00DB23D4">
        <w:t xml:space="preserve"> ibne </w:t>
      </w:r>
      <w:smartTag w:uri="urn:schemas:contacts" w:element="GivenName">
        <w:r w:rsidRPr="00DB23D4">
          <w:t>Abi</w:t>
        </w:r>
      </w:smartTag>
      <w:r w:rsidRPr="00DB23D4">
        <w:t xml:space="preserve"> </w:t>
      </w:r>
      <w:smartTag w:uri="urn:schemas:contacts" w:element="Sn">
        <w:r w:rsidRPr="00DB23D4">
          <w:t>Talib</w:t>
        </w:r>
      </w:smartTag>
      <w:r w:rsidRPr="00DB23D4">
        <w:t xml:space="preserve"> (s.a.), and that old man is Iblees (l.u.) who is trying to prohibit them from Walayat of </w:t>
      </w:r>
      <w:smartTag w:uri="urn:schemas-microsoft-com:office:smarttags" w:element="PersonName">
        <w:smartTag w:uri="urn:schemas:contacts" w:element="GivenName">
          <w:r w:rsidRPr="00DB23D4">
            <w:t>Amirul</w:t>
          </w:r>
        </w:smartTag>
        <w:r w:rsidRPr="00DB23D4">
          <w:t xml:space="preserve"> </w:t>
        </w:r>
        <w:smartTag w:uri="urn:schemas:contacts" w:element="Sn">
          <w:r w:rsidRPr="00DB23D4">
            <w:t>Momineen</w:t>
          </w:r>
        </w:smartTag>
      </w:smartTag>
      <w:r w:rsidRPr="00DB23D4">
        <w:t xml:space="preserve"> (s.a.), and will invite them towards corruption and sins. So I came down on that land faster than electricity, and said to Iblees (l.u.): </w:t>
      </w:r>
      <w:smartTag w:uri="urn:schemas-microsoft-com:office:smarttags" w:element="place">
        <w:r w:rsidRPr="00DB23D4">
          <w:t>Qum</w:t>
        </w:r>
      </w:smartTag>
      <w:r w:rsidRPr="00DB23D4">
        <w:t xml:space="preserve"> Ya Maloon (Get up from here O cursed one)! And be a partner in the wealth and children and women of their enemies, because you do not have authority and control over my Shias.</w:t>
      </w:r>
    </w:p>
    <w:p w:rsidR="001137B5" w:rsidRDefault="001137B5" w:rsidP="00AD7866">
      <w:pPr>
        <w:pStyle w:val="libNormal"/>
      </w:pPr>
      <w:r>
        <w:t xml:space="preserve">(Alul al Shrai, V 2, P 693) </w:t>
      </w:r>
    </w:p>
    <w:p w:rsidR="001137B5" w:rsidRDefault="001137B5" w:rsidP="00AD7866">
      <w:pPr>
        <w:pStyle w:val="libNormal"/>
      </w:pPr>
      <w:r>
        <w:t xml:space="preserve">Shias and especially scholars should be very careful, because Shaitan is only after them, so that he can make them slip from Walayat e </w:t>
      </w:r>
      <w:smartTag w:uri="urn:schemas:contacts" w:element="GivenName">
        <w:r>
          <w:t>Ali</w:t>
        </w:r>
      </w:smartTag>
      <w:r>
        <w:t xml:space="preserve"> (s.a.) by any trick. If the leader of any nation becomes Muqassir, then the whole nation will definitely drown automatically. To prohibit from Walayat e </w:t>
      </w:r>
      <w:smartTag w:uri="urn:schemas:contacts" w:element="GivenName">
        <w:r>
          <w:t>Ali</w:t>
        </w:r>
      </w:smartTag>
      <w:r>
        <w:t xml:space="preserve"> (s.a.) in any way is Fisq-o-Fajoor, and who prohibits it is Fasiq and Fajir like Yazeed (l.u.)</w:t>
      </w:r>
    </w:p>
    <w:p w:rsidR="001137B5" w:rsidRDefault="001137B5" w:rsidP="001137B5">
      <w:pPr>
        <w:pStyle w:val="Heading4Center"/>
      </w:pPr>
      <w:r w:rsidRPr="00F76646">
        <w:t>131-The Language of the Inhabitants of Jannat</w:t>
      </w:r>
    </w:p>
    <w:p w:rsidR="001137B5" w:rsidRPr="00B040D0" w:rsidRDefault="001137B5" w:rsidP="001137B5">
      <w:pPr>
        <w:pStyle w:val="libItalic"/>
      </w:pPr>
      <w:r w:rsidRPr="00B040D0">
        <w:t xml:space="preserve">One person asked </w:t>
      </w:r>
      <w:smartTag w:uri="urn:schemas-microsoft-com:office:smarttags" w:element="PersonName">
        <w:smartTag w:uri="urn:schemas:contacts" w:element="GivenName">
          <w:r w:rsidRPr="00B040D0">
            <w:t>Amirul</w:t>
          </w:r>
        </w:smartTag>
        <w:r w:rsidRPr="00B040D0">
          <w:t xml:space="preserve"> </w:t>
        </w:r>
        <w:smartTag w:uri="urn:schemas:contacts" w:element="Sn">
          <w:r w:rsidRPr="00B040D0">
            <w:t>Momineen</w:t>
          </w:r>
        </w:smartTag>
      </w:smartTag>
      <w:r w:rsidRPr="00B040D0">
        <w:t xml:space="preserve"> (s.a.): In which language people of the </w:t>
      </w:r>
      <w:smartTag w:uri="urn:schemas-microsoft-com:office:smarttags" w:element="place">
        <w:r w:rsidRPr="00B040D0">
          <w:t>Paradise</w:t>
        </w:r>
      </w:smartTag>
      <w:r w:rsidRPr="00B040D0">
        <w:t xml:space="preserve"> and in which language people of the Hell will speak? Imam (s.a.) said: Arabic is the language of the people of the </w:t>
      </w:r>
      <w:smartTag w:uri="urn:schemas-microsoft-com:office:smarttags" w:element="place">
        <w:r w:rsidRPr="00B040D0">
          <w:t>Paradise</w:t>
        </w:r>
      </w:smartTag>
      <w:r w:rsidRPr="00B040D0">
        <w:t>, and the language of Majoosi is the language of the people of the Hell.</w:t>
      </w:r>
    </w:p>
    <w:p w:rsidR="001137B5" w:rsidRDefault="001137B5" w:rsidP="00AD7866">
      <w:pPr>
        <w:pStyle w:val="libNormal"/>
      </w:pPr>
      <w:r>
        <w:t>(Uyoon e Akhbar e Raza s.a., V 1, P 437)</w:t>
      </w:r>
    </w:p>
    <w:p w:rsidR="001137B5" w:rsidRPr="00B040D0" w:rsidRDefault="001137B5" w:rsidP="001137B5">
      <w:pPr>
        <w:pStyle w:val="libItalic"/>
      </w:pPr>
      <w:r w:rsidRPr="00B040D0">
        <w:t xml:space="preserve">According to one Hadees of </w:t>
      </w:r>
      <w:smartTag w:uri="urn:schemas-microsoft-com:office:smarttags" w:element="PersonName">
        <w:r w:rsidRPr="00B040D0">
          <w:t xml:space="preserve">Imam </w:t>
        </w:r>
        <w:smartTag w:uri="urn:schemas:contacts" w:element="GivenName">
          <w:r w:rsidRPr="00B040D0">
            <w:t>Ali</w:t>
          </w:r>
        </w:smartTag>
        <w:r w:rsidRPr="00B040D0">
          <w:t xml:space="preserve"> </w:t>
        </w:r>
        <w:smartTag w:uri="urn:schemas:contacts" w:element="Sn">
          <w:r w:rsidRPr="00B040D0">
            <w:t>Naqi</w:t>
          </w:r>
        </w:smartTag>
      </w:smartTag>
      <w:r w:rsidRPr="00B040D0">
        <w:t xml:space="preserve"> (s.a.) it does not matter if a man supplicates in any language he wishes during obligatory prayer.</w:t>
      </w:r>
    </w:p>
    <w:p w:rsidR="001137B5" w:rsidRPr="00B040D0" w:rsidRDefault="001137B5" w:rsidP="001137B5">
      <w:pPr>
        <w:pStyle w:val="libItalic"/>
      </w:pPr>
      <w:r w:rsidRPr="00B040D0">
        <w:t>Saeed bin Abdullah narrated that supplication in Persian language is not permitted in Qunoot.</w:t>
      </w:r>
    </w:p>
    <w:p w:rsidR="001137B5" w:rsidRDefault="001137B5" w:rsidP="00AD7866">
      <w:pPr>
        <w:pStyle w:val="libNormal"/>
      </w:pPr>
      <w:r>
        <w:lastRenderedPageBreak/>
        <w:t>(Mun La Yahzorul Faqeh, V 1, P 210)</w:t>
      </w:r>
    </w:p>
    <w:p w:rsidR="001137B5" w:rsidRPr="00B040D0" w:rsidRDefault="001137B5" w:rsidP="001137B5">
      <w:pPr>
        <w:pStyle w:val="libItalic"/>
      </w:pPr>
      <w:r w:rsidRPr="00B040D0">
        <w:t>Rasool Allah (s.a.w.a.w.) said: A person who believes in Allah and day of Qiyamah, he does not send his wife to Saloon (Hamam).</w:t>
      </w:r>
    </w:p>
    <w:p w:rsidR="001137B5" w:rsidRDefault="001137B5" w:rsidP="00AD7866">
      <w:pPr>
        <w:pStyle w:val="libNormal"/>
      </w:pPr>
      <w:r>
        <w:t>(Mun La Yahzorul Faqeh, V 1, P 86)</w:t>
      </w:r>
    </w:p>
    <w:p w:rsidR="001137B5" w:rsidRDefault="001137B5" w:rsidP="00AD7866">
      <w:pPr>
        <w:pStyle w:val="libNormal"/>
      </w:pPr>
      <w:r>
        <w:t>Ya Allah! We seek refuge from such a nation, whose language is the language of Majoosi, and they send their wives to Hamam, because we can not even supplicate in that language, because it is language of the people of the Hell.</w:t>
      </w:r>
    </w:p>
    <w:p w:rsidR="001137B5" w:rsidRDefault="001137B5" w:rsidP="001137B5">
      <w:pPr>
        <w:pStyle w:val="Heading4Center"/>
      </w:pPr>
      <w:r w:rsidRPr="00F76646">
        <w:t>132-Halaal and Haraam</w:t>
      </w:r>
    </w:p>
    <w:p w:rsidR="001137B5" w:rsidRDefault="001137B5" w:rsidP="001137B5">
      <w:pPr>
        <w:pStyle w:val="libItalic"/>
      </w:pPr>
      <w:r w:rsidRPr="00FF3F3F">
        <w:t xml:space="preserve">Imam </w:t>
      </w:r>
      <w:smartTag w:uri="urn:schemas:contacts" w:element="GivenName">
        <w:r w:rsidRPr="00FF3F3F">
          <w:t>Jafar</w:t>
        </w:r>
      </w:smartTag>
      <w:r w:rsidRPr="00FF3F3F">
        <w:t xml:space="preserve"> </w:t>
      </w:r>
      <w:smartTag w:uri="urn:schemas:contacts" w:element="Sn">
        <w:r w:rsidRPr="00FF3F3F">
          <w:t>Sadiq</w:t>
        </w:r>
      </w:smartTag>
      <w:r w:rsidRPr="00FF3F3F">
        <w:t xml:space="preserve"> (s.a.) said: If a person says about Halaal that it is Haraam, and to Haraam that it is Halaal, and makes it Deen, then he will exit from Emaan and Islam at that time, and will go towards Kufr. And he will be like that person who enters Haram, and then </w:t>
      </w:r>
      <w:smartTag w:uri="urn:schemas:contacts" w:element="Sn">
        <w:r w:rsidRPr="00FF3F3F">
          <w:t>Ka’ba</w:t>
        </w:r>
      </w:smartTag>
      <w:r w:rsidRPr="00FF3F3F">
        <w:t xml:space="preserve"> to defecate, then he will be </w:t>
      </w:r>
    </w:p>
    <w:p w:rsidR="001137B5" w:rsidRPr="00FF3F3F" w:rsidRDefault="001137B5" w:rsidP="001137B5">
      <w:pPr>
        <w:pStyle w:val="libItalic"/>
      </w:pPr>
      <w:r w:rsidRPr="00FF3F3F">
        <w:t xml:space="preserve">expelled from </w:t>
      </w:r>
      <w:smartTag w:uri="urn:schemas:contacts" w:element="Sn">
        <w:r w:rsidRPr="00FF3F3F">
          <w:t>Ka’ba</w:t>
        </w:r>
      </w:smartTag>
      <w:r w:rsidRPr="00FF3F3F">
        <w:t xml:space="preserve"> and Haram, then he will be beheaded, and he will enter Hell.</w:t>
      </w:r>
    </w:p>
    <w:p w:rsidR="001137B5" w:rsidRDefault="001137B5" w:rsidP="00AD7866">
      <w:pPr>
        <w:pStyle w:val="libNormal"/>
      </w:pPr>
      <w:r>
        <w:t>(</w:t>
      </w:r>
      <w:smartTag w:uri="urn:schemas:contacts" w:element="Sn">
        <w:r>
          <w:t>al Tauheed</w:t>
        </w:r>
      </w:smartTag>
      <w:r>
        <w:t>, P 189)</w:t>
      </w:r>
    </w:p>
    <w:p w:rsidR="001137B5" w:rsidRPr="00FF3F3F" w:rsidRDefault="001137B5" w:rsidP="001137B5">
      <w:pPr>
        <w:pStyle w:val="libItalic"/>
      </w:pPr>
      <w:r w:rsidRPr="00FF3F3F">
        <w:t>Rasool Allah (s.a.w.a.w.) said: Every sedative is Haraam, and which thing is sedative in big quantity, its one sip is also Haraam.</w:t>
      </w:r>
    </w:p>
    <w:p w:rsidR="001137B5" w:rsidRDefault="001137B5" w:rsidP="00AD7866">
      <w:pPr>
        <w:pStyle w:val="libNormal"/>
      </w:pPr>
      <w:r>
        <w:t>(Mun La Yahzorul Faqeh, V 4, P 275)</w:t>
      </w:r>
    </w:p>
    <w:p w:rsidR="001137B5" w:rsidRPr="006B5895" w:rsidRDefault="001137B5" w:rsidP="001137B5">
      <w:pPr>
        <w:pStyle w:val="libItalic"/>
      </w:pPr>
      <w:r w:rsidRPr="006B5895">
        <w:t xml:space="preserve">Amirul </w:t>
      </w:r>
      <w:smartTag w:uri="urn:schemas:contacts" w:element="Sn">
        <w:r w:rsidRPr="006B5895">
          <w:t>Momineen</w:t>
        </w:r>
      </w:smartTag>
      <w:r w:rsidRPr="006B5895">
        <w:t xml:space="preserve"> (s.a.) was returning after battling with Khawarij, he passed the </w:t>
      </w:r>
      <w:smartTag w:uri="urn:schemas-microsoft-com:office:smarttags" w:element="place">
        <w:smartTag w:uri="urn:schemas-microsoft-com:office:smarttags" w:element="PlaceType">
          <w:r w:rsidRPr="006B5895">
            <w:t>land</w:t>
          </w:r>
        </w:smartTag>
        <w:r w:rsidRPr="006B5895">
          <w:t xml:space="preserve"> of </w:t>
        </w:r>
        <w:smartTag w:uri="urn:schemas-microsoft-com:office:smarttags" w:element="PlaceName">
          <w:r w:rsidRPr="006B5895">
            <w:t>Babal</w:t>
          </w:r>
        </w:smartTag>
      </w:smartTag>
      <w:r w:rsidRPr="006B5895">
        <w:t xml:space="preserve">, there is one area Madain where Azaab came down on </w:t>
      </w:r>
      <w:r>
        <w:t xml:space="preserve">the </w:t>
      </w:r>
      <w:r w:rsidRPr="006B5895">
        <w:t xml:space="preserve">nation of Hazrat Loot (s.a.), Imam (s.a.) did not say Namaaz on that place, and told the detail to </w:t>
      </w:r>
      <w:r>
        <w:t xml:space="preserve">the </w:t>
      </w:r>
      <w:r w:rsidRPr="006B5895">
        <w:t>companions about it, and went further. Firs</w:t>
      </w:r>
      <w:r>
        <w:t>t</w:t>
      </w:r>
      <w:r w:rsidRPr="006B5895">
        <w:t xml:space="preserve"> Idol-worshiping was done on that place as well. On such place it is not permissible for any Nabi (a.s.) or Wasi (a.s.) to say Namaaz. After coming out of the boundary of that area, </w:t>
      </w:r>
      <w:smartTag w:uri="urn:schemas:contacts" w:element="GivenName">
        <w:r w:rsidRPr="006B5895">
          <w:t>Amirul</w:t>
        </w:r>
      </w:smartTag>
      <w:r w:rsidRPr="006B5895">
        <w:t xml:space="preserve"> </w:t>
      </w:r>
      <w:smartTag w:uri="urn:schemas:contacts" w:element="Sn">
        <w:r w:rsidRPr="006B5895">
          <w:t>Momineen</w:t>
        </w:r>
      </w:smartTag>
      <w:r w:rsidRPr="006B5895">
        <w:t xml:space="preserve"> (s.a.) performed </w:t>
      </w:r>
      <w:smartTag w:uri="urn:schemas-microsoft-com:office:smarttags" w:element="PersonName">
        <w:smartTag w:uri="urn:schemas:contacts" w:element="GivenName">
          <w:r w:rsidRPr="006B5895">
            <w:t>Asr</w:t>
          </w:r>
        </w:smartTag>
        <w:r w:rsidRPr="006B5895">
          <w:t xml:space="preserve"> </w:t>
        </w:r>
        <w:smartTag w:uri="urn:schemas:contacts" w:element="Sn">
          <w:r w:rsidRPr="006B5895">
            <w:t>Namaaz</w:t>
          </w:r>
        </w:smartTag>
      </w:smartTag>
      <w:r w:rsidRPr="006B5895">
        <w:t xml:space="preserve"> after returning the set Sun.</w:t>
      </w:r>
    </w:p>
    <w:p w:rsidR="001137B5" w:rsidRDefault="001137B5" w:rsidP="00AD7866">
      <w:pPr>
        <w:pStyle w:val="libNormal"/>
      </w:pPr>
      <w:r>
        <w:t>(Mun La Yahzorul Faqeh, V 1, P 145)</w:t>
      </w:r>
    </w:p>
    <w:p w:rsidR="001137B5" w:rsidRDefault="001137B5" w:rsidP="00AD7866">
      <w:pPr>
        <w:pStyle w:val="libNormal"/>
      </w:pPr>
      <w:r>
        <w:t>Halaal e Mohammadi is Halaal, and Haraam e Mohammadi is Haraam until Qiyamah. Due to which sin the nation of Loot (a.s.) was destroyed, Muqassir Mulla is making it Halaal in the wrapping of Makrooh. Although in all Tafaseer, it is prohibited in the commentary of Verse no 222-223 of Sura Baqarah, e.g. its detail is present in Tafseer al-Mezan. Similarly Mulla is discussing the benefits of Alcohol and to what extent it is Haraam, although there are clear orders about it in Quran. Some big Mullas are proud about changing their Fatawa, because they did not have exact knowledge before.</w:t>
      </w:r>
    </w:p>
    <w:p w:rsidR="001137B5" w:rsidRDefault="001137B5" w:rsidP="00AD7866">
      <w:pPr>
        <w:pStyle w:val="libNormal"/>
      </w:pPr>
      <w:r>
        <w:t xml:space="preserve">Leave alone Halaal Haraam changing, Mulla is more cruel to tell the public that Masomeen (s.a.a.) are not fully Infallible, and Fadak was not the right of Syyeda Siddiqa Fatima (s.a.), it means </w:t>
      </w:r>
    </w:p>
    <w:p w:rsidR="001137B5" w:rsidRDefault="001137B5" w:rsidP="00AD7866">
      <w:pPr>
        <w:pStyle w:val="libNormal"/>
      </w:pPr>
      <w:r>
        <w:t xml:space="preserve">that Mujtahid of that time was right who occupied the </w:t>
      </w:r>
      <w:smartTag w:uri="urn:schemas-microsoft-com:office:smarttags" w:element="place">
        <w:smartTag w:uri="urn:schemas-microsoft-com:office:smarttags" w:element="PlaceType">
          <w:r>
            <w:t>land</w:t>
          </w:r>
        </w:smartTag>
        <w:r>
          <w:t xml:space="preserve"> of </w:t>
        </w:r>
        <w:smartTag w:uri="urn:schemas-microsoft-com:office:smarttags" w:element="PlaceName">
          <w:r>
            <w:t>Fadak</w:t>
          </w:r>
        </w:smartTag>
      </w:smartTag>
      <w:r>
        <w:t>. Definitely Zulfiqaar is waiting for such Mulla.</w:t>
      </w:r>
    </w:p>
    <w:p w:rsidR="001137B5" w:rsidRDefault="001137B5" w:rsidP="001137B5">
      <w:pPr>
        <w:pStyle w:val="Heading4Center"/>
      </w:pPr>
      <w:r w:rsidRPr="00F76646">
        <w:t>133-Difference of my Ummah is Rahmat</w:t>
      </w:r>
    </w:p>
    <w:p w:rsidR="001137B5" w:rsidRPr="00021429" w:rsidRDefault="001137B5" w:rsidP="001137B5">
      <w:pPr>
        <w:pStyle w:val="libItalic"/>
      </w:pPr>
      <w:r w:rsidRPr="00021429">
        <w:t xml:space="preserve">It was asked from </w:t>
      </w:r>
      <w:smartTag w:uri="urn:schemas-microsoft-com:office:smarttags" w:element="PersonName">
        <w:r w:rsidRPr="00021429">
          <w:t xml:space="preserve">Imam </w:t>
        </w:r>
        <w:smartTag w:uri="urn:schemas:contacts" w:element="GivenName">
          <w:r w:rsidRPr="00021429">
            <w:t>Jafar</w:t>
          </w:r>
        </w:smartTag>
        <w:r w:rsidRPr="00021429">
          <w:t xml:space="preserve"> </w:t>
        </w:r>
        <w:smartTag w:uri="urn:schemas:contacts" w:element="Sn">
          <w:r w:rsidRPr="00021429">
            <w:t>Sadiq</w:t>
          </w:r>
        </w:smartTag>
      </w:smartTag>
      <w:r w:rsidRPr="00021429">
        <w:t xml:space="preserve"> (s.a.): It is </w:t>
      </w:r>
      <w:r>
        <w:t xml:space="preserve">a </w:t>
      </w:r>
      <w:r w:rsidRPr="00021429">
        <w:t xml:space="preserve">saying of Rasool Allah (s.a.w.a.w.): ‘No doubt, difference among my Ummah is Rahmat’, if </w:t>
      </w:r>
      <w:r w:rsidRPr="00021429">
        <w:lastRenderedPageBreak/>
        <w:t>Difference is Rahmat, then is Unity Azaab? Imam (s.a.) said: Not what you thought, only Rasool Allah (s.a.w.a.w.) indicated towards the saying of Allah ‘Why from every habitat one group does not come out to gain knowledge of Deen, and when he returns to his nation, then warns them, may be they will fear (Allah)’, it means that Allah Ta’ala commanded people to come to Rasool Allah (s.a.w.a.w.), that they should come for education from different areas, then return to their nation to educate them. Rasool Allah (s.a.w.a.w.) meant difference, the difference of cities, and not difference in the Deen of Allah, Deen is only one.</w:t>
      </w:r>
    </w:p>
    <w:p w:rsidR="001137B5" w:rsidRDefault="001137B5" w:rsidP="00AD7866">
      <w:pPr>
        <w:pStyle w:val="libNormal"/>
      </w:pPr>
      <w:r w:rsidRPr="00021429">
        <w:t>(Ma’ani al Akhbar, V 1, P 202)</w:t>
      </w:r>
    </w:p>
    <w:p w:rsidR="001137B5" w:rsidRDefault="001137B5" w:rsidP="00AD7866">
      <w:pPr>
        <w:pStyle w:val="libNormal"/>
      </w:pPr>
      <w:r w:rsidRPr="00021429">
        <w:t>To come from differ</w:t>
      </w:r>
      <w:r>
        <w:t>e</w:t>
      </w:r>
      <w:r w:rsidRPr="00021429">
        <w:t xml:space="preserve">nt </w:t>
      </w:r>
      <w:r>
        <w:t>cities and countries to gain knowledge of Deen is Rahmat. Propaganda of Mulla that differing Fatawa is Rahmat is to misguide public. Deen is only One and there is no Doubt or Difference in it.</w:t>
      </w:r>
    </w:p>
    <w:p w:rsidR="001137B5" w:rsidRDefault="001137B5" w:rsidP="001137B5">
      <w:pPr>
        <w:pStyle w:val="Heading4Center"/>
      </w:pPr>
      <w:r w:rsidRPr="00021429">
        <w:t>134-Afzal Ibadat</w:t>
      </w:r>
    </w:p>
    <w:p w:rsidR="001137B5" w:rsidRPr="00E437A0" w:rsidRDefault="001137B5" w:rsidP="001137B5">
      <w:pPr>
        <w:pStyle w:val="libItalic"/>
      </w:pPr>
      <w:r w:rsidRPr="00E437A0">
        <w:t xml:space="preserve">Rasool Allah (s.a.w.a.w.) said: </w:t>
      </w:r>
      <w:smartTag w:uri="urn:schemas-microsoft-com:office:smarttags" w:element="PersonName">
        <w:smartTag w:uri="urn:schemas:contacts" w:element="GivenName">
          <w:r w:rsidRPr="00E437A0">
            <w:t>Afzal</w:t>
          </w:r>
        </w:smartTag>
        <w:r w:rsidRPr="00E437A0">
          <w:t xml:space="preserve"> </w:t>
        </w:r>
        <w:smartTag w:uri="urn:schemas:contacts" w:element="Sn">
          <w:r w:rsidRPr="00E437A0">
            <w:t>Ibadat</w:t>
          </w:r>
        </w:smartTag>
      </w:smartTag>
      <w:r w:rsidRPr="00E437A0">
        <w:t xml:space="preserve"> is to wait for Zahoor (of Qaim a.f.s.).</w:t>
      </w:r>
    </w:p>
    <w:p w:rsidR="001137B5" w:rsidRDefault="001137B5" w:rsidP="00AD7866">
      <w:pPr>
        <w:pStyle w:val="libNormal"/>
      </w:pPr>
      <w:r>
        <w:t>(Kamalud Din, V 1, P 287)</w:t>
      </w:r>
    </w:p>
    <w:p w:rsidR="001137B5" w:rsidRDefault="001137B5" w:rsidP="00AD7866">
      <w:pPr>
        <w:pStyle w:val="libNormal"/>
      </w:pPr>
      <w:r>
        <w:t xml:space="preserve">Certainly waiting for Zahoor e Qaim (a.f.s.) is superior Ibadat, and the base of Taqwa (Piety). After migration Rasool Allah </w:t>
      </w:r>
    </w:p>
    <w:p w:rsidR="001137B5" w:rsidRDefault="001137B5" w:rsidP="00AD7866">
      <w:pPr>
        <w:pStyle w:val="libNormal"/>
      </w:pPr>
      <w:r>
        <w:t xml:space="preserve">(s.a.w.a.w.) waited for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outside Madina, and Quba Mosque was built there, and Allah said that the Base of this mosque is Taqwa.</w:t>
      </w:r>
    </w:p>
    <w:p w:rsidR="001137B5" w:rsidRDefault="001137B5" w:rsidP="001137B5">
      <w:pPr>
        <w:pStyle w:val="Heading4Center"/>
      </w:pPr>
      <w:r w:rsidRPr="00021429">
        <w:t>135-A Dialogue on the day of Qiyamah</w:t>
      </w:r>
    </w:p>
    <w:p w:rsidR="001137B5" w:rsidRDefault="001137B5" w:rsidP="00AD7866">
      <w:pPr>
        <w:pStyle w:val="libNormal"/>
      </w:pPr>
      <w:r>
        <w:t>I saw in the world of thought &amp; imagination that Qiyamah is established, and people are going towards Jannat. On seeing those people, a group of people standing in the scorching sun started requesting Allah:</w:t>
      </w:r>
    </w:p>
    <w:p w:rsidR="001137B5" w:rsidRDefault="001137B5" w:rsidP="00AD7866">
      <w:pPr>
        <w:pStyle w:val="libNormal"/>
      </w:pPr>
      <w:r>
        <w:t>Ya Allah! We are feeling very hot, quickly send us to Jannat, because we believe in Your Azmat more than Iblees. For the sake of Your Highness and Nearness what we have not done in the world. We were saying ‘La Ilaha illa Allah’ in loud voice, and ‘</w:t>
      </w:r>
      <w:smartTag w:uri="urn:schemas:contacts" w:element="GivenName">
        <w:r>
          <w:t>Mohammad</w:t>
        </w:r>
      </w:smartTag>
      <w:r>
        <w:t xml:space="preserve"> </w:t>
      </w:r>
      <w:smartTag w:uri="urn:schemas:contacts" w:element="middlename">
        <w:r>
          <w:t>Rasool</w:t>
        </w:r>
      </w:smartTag>
      <w:r>
        <w:t xml:space="preserve"> </w:t>
      </w:r>
      <w:smartTag w:uri="urn:schemas:contacts" w:element="Sn">
        <w:r>
          <w:t>Allah</w:t>
        </w:r>
      </w:smartTag>
      <w:r>
        <w:t>’ in soft voice, and ‘</w:t>
      </w:r>
      <w:smartTag w:uri="urn:schemas:contacts" w:element="GivenName">
        <w:r>
          <w:t>Ali</w:t>
        </w:r>
      </w:smartTag>
      <w:r>
        <w:t xml:space="preserve"> un </w:t>
      </w:r>
      <w:smartTag w:uri="urn:schemas-microsoft-com:office:smarttags" w:element="PersonName">
        <w:smartTag w:uri="urn:schemas:contacts" w:element="GivenName">
          <w:r>
            <w:t>Wali</w:t>
          </w:r>
        </w:smartTag>
        <w:r>
          <w:t xml:space="preserve"> </w:t>
        </w:r>
        <w:smartTag w:uri="urn:schemas:contacts" w:element="Sn">
          <w:r>
            <w:t>Ullah</w:t>
          </w:r>
        </w:smartTag>
      </w:smartTag>
      <w:r>
        <w:t xml:space="preserve">’ we did not consider at all. Although illiterate Matmi people were saying that this is Kul-e-Emaan and Islam, but we were not considering it even part of Kalima. Our Namaaz was Khalis for You, we were not letting even the thought of </w:t>
      </w:r>
      <w:smartTag w:uri="urn:schemas:contacts" w:element="GivenName">
        <w:r>
          <w:t>Ali</w:t>
        </w:r>
      </w:smartTag>
      <w:r>
        <w:t xml:space="preserve"> (s.a.) to come in our hearts while praying. We did not allow anyone to raise the slogan ‘Na’ra Haideri – Ya Ali (s.a.)’ in the mosque, although illiterate people were saying that Rasool Allah (s.a.w.a.w.) made a pulpit in Masjid e Nabwi for </w:t>
      </w:r>
      <w:smartTag w:uri="urn:schemas-microsoft-com:office:smarttags" w:element="PersonName">
        <w:smartTag w:uri="urn:schemas:contacts" w:element="GivenName">
          <w:r>
            <w:t>Hazrat</w:t>
          </w:r>
        </w:smartTag>
        <w:r>
          <w:t xml:space="preserve"> </w:t>
        </w:r>
        <w:smartTag w:uri="urn:schemas:contacts" w:element="Sn">
          <w:r>
            <w:t>Hisaan</w:t>
          </w:r>
        </w:smartTag>
      </w:smartTag>
      <w:r>
        <w:t xml:space="preserve"> (r.a.) to narrate Faza’il of Imam Ali (s.a.) in poetry, therefore the pulpit is only to narrate Faza’il e Masomeen (s.a.a.). Ya Allah! You know Yourself that in </w:t>
      </w:r>
      <w:smartTag w:uri="urn:schemas:contacts" w:element="GivenName">
        <w:r>
          <w:t>Tauzihul</w:t>
        </w:r>
      </w:smartTag>
      <w:r>
        <w:t xml:space="preserve"> </w:t>
      </w:r>
      <w:smartTag w:uri="urn:schemas:contacts" w:element="Sn">
        <w:r>
          <w:t>Masa’il</w:t>
        </w:r>
      </w:smartTag>
      <w:r>
        <w:t xml:space="preserve"> of our right scholars, there was not any Kalima, Azaan, or Namaaz with the words ‘</w:t>
      </w:r>
      <w:smartTag w:uri="urn:schemas:contacts" w:element="GivenName">
        <w:r>
          <w:t>Ali</w:t>
        </w:r>
      </w:smartTag>
      <w:r>
        <w:t xml:space="preserve"> un </w:t>
      </w:r>
      <w:smartTag w:uri="urn:schemas-microsoft-com:office:smarttags" w:element="PersonName">
        <w:smartTag w:uri="urn:schemas:contacts" w:element="GivenName">
          <w:r>
            <w:t>Wali</w:t>
          </w:r>
        </w:smartTag>
        <w:r>
          <w:t xml:space="preserve"> </w:t>
        </w:r>
        <w:smartTag w:uri="urn:schemas:contacts" w:element="Sn">
          <w:r>
            <w:t>Ullah</w:t>
          </w:r>
        </w:smartTag>
      </w:smartTag>
      <w:r>
        <w:t xml:space="preserve">’. We knew that </w:t>
      </w:r>
      <w:smartTag w:uri="urn:schemas:contacts" w:element="GivenName">
        <w:r>
          <w:t>Ali</w:t>
        </w:r>
      </w:smartTag>
      <w:r>
        <w:t xml:space="preserve"> (s.a.) was Your servant, after Wafaat of Hazrat Fatima (s.a.) he paid allegiance under pressure, although Matmi people were saying that according to Quran (Sura Mominoon, verse 71) Imam (s.a.) can not pay allegiance to any human. Ya Allah! You remember we were asking your direct help, although the opposite party was saying that it is written on Arsh that Allah helped His </w:t>
      </w:r>
      <w:r>
        <w:lastRenderedPageBreak/>
        <w:t xml:space="preserve">Rasool (s.a.w.a.w.) with his </w:t>
      </w:r>
      <w:smartTag w:uri="urn:schemas-microsoft-com:office:smarttags" w:element="PersonName">
        <w:smartTag w:uri="urn:schemas:contacts" w:element="GivenName">
          <w:r>
            <w:t>Wasi</w:t>
          </w:r>
        </w:smartTag>
        <w:r>
          <w:t xml:space="preserve"> </w:t>
        </w:r>
        <w:smartTag w:uri="urn:schemas:contacts" w:element="Sn">
          <w:r>
            <w:t>Ali</w:t>
          </w:r>
        </w:smartTag>
      </w:smartTag>
      <w:r>
        <w:t xml:space="preserve"> (s.a.). But we believed in Your Nearness, our Maolana was giving </w:t>
      </w:r>
    </w:p>
    <w:p w:rsidR="001137B5" w:rsidRDefault="001137B5" w:rsidP="00AD7866">
      <w:pPr>
        <w:pStyle w:val="libNormal"/>
      </w:pPr>
      <w:r>
        <w:t xml:space="preserve">us lectures on verse 186 of Sura Baqarah that You listen to us directly without Waseela. We want to go to </w:t>
      </w:r>
      <w:smartTag w:uri="urn:schemas-microsoft-com:office:smarttags" w:element="place">
        <w:r>
          <w:t>Paradise</w:t>
        </w:r>
      </w:smartTag>
      <w:r>
        <w:t xml:space="preserve"> on the base of our good deeds, we were avoiding Hadees e Kisa, but we were weeping and reading </w:t>
      </w:r>
      <w:smartTag w:uri="urn:schemas-microsoft-com:office:smarttags" w:element="PersonName">
        <w:smartTag w:uri="urn:schemas:contacts" w:element="GivenName">
          <w:r>
            <w:t>Dua</w:t>
          </w:r>
        </w:smartTag>
        <w:r>
          <w:t xml:space="preserve"> </w:t>
        </w:r>
        <w:smartTag w:uri="urn:schemas:contacts" w:element="Sn">
          <w:r>
            <w:t>Kumail</w:t>
          </w:r>
        </w:smartTag>
      </w:smartTag>
      <w:r>
        <w:t xml:space="preserve"> in Congregation. During Majlis of Hussain (s.a.) if time of Namaaz came, we left Majlis in front of every one and went for prayer for Your nearness. Some of our big Mujtahids believed in small mistakes and forgetfulness of Masomeen (s.a.a.), we also believed in partial infallibility of Masomeen (s.a.a.), although illiterate people believed in complete Infallibility of Masomeen (s.a.a.) according to Ayat-e-Tat’heer. Our highly educated scholars who got education from the centre of excellence, they believed and respected other daughters of Rasool Allah (s.a.w.a.w.) as well, other than </w:t>
      </w:r>
      <w:smartTag w:uri="urn:schemas-microsoft-com:office:smarttags" w:element="PersonName">
        <w:smartTag w:uri="urn:schemas:contacts" w:element="GivenName">
          <w:r>
            <w:t>Hazrat</w:t>
          </w:r>
        </w:smartTag>
        <w:r>
          <w:t xml:space="preserve"> </w:t>
        </w:r>
        <w:smartTag w:uri="urn:schemas:contacts" w:element="Sn">
          <w:r>
            <w:t>Fatima</w:t>
          </w:r>
        </w:smartTag>
      </w:smartTag>
      <w:r>
        <w:t xml:space="preserve"> (s.a.). You know we are educated people, we can not reject history. Other people were saying to us: ‘Do not martyr </w:t>
      </w:r>
      <w:smartTag w:uri="urn:schemas-microsoft-com:office:smarttags" w:element="PersonName">
        <w:r>
          <w:t xml:space="preserve">Imam </w:t>
        </w:r>
        <w:smartTag w:uri="urn:schemas:contacts" w:element="Sn">
          <w:r>
            <w:t>Ali</w:t>
          </w:r>
        </w:smartTag>
      </w:smartTag>
      <w:r>
        <w:t xml:space="preserve"> (s.a.) with tongues by not Testifying his Walayat in Namaaz’, but we did not take care of it; because our Mujtahid said Zikr e Ali (s.a.) makes Namaaz of Allah Batil. In the grief of </w:t>
      </w:r>
      <w:smartTag w:uri="urn:schemas-microsoft-com:office:smarttags" w:element="PersonName">
        <w:r>
          <w:t xml:space="preserve">Imam </w:t>
        </w:r>
        <w:smartTag w:uri="urn:schemas:contacts" w:element="Sn">
          <w:r>
            <w:t>Hussain</w:t>
          </w:r>
        </w:smartTag>
      </w:smartTag>
      <w:r>
        <w:t xml:space="preserve"> (s.a.) we were putting our handkerchief on our eyes as well, we did not want to harm our healthy body which You bestowed us, therefore we were neither doing hard Matam nor shedding blood, because it was declared Haraam by our Mujtahid. Matmi people were teasing us that Rasool Allah (s.a.w.a.w.) made cuts on his head, neck, and back; Imam </w:t>
      </w:r>
      <w:smartTag w:uri="urn:schemas:contacts" w:element="Sn">
        <w:r>
          <w:t>Sajjad</w:t>
        </w:r>
      </w:smartTag>
      <w:r>
        <w:t xml:space="preserve"> (s.a.) was weeping blood, Imam </w:t>
      </w:r>
      <w:smartTag w:uri="urn:schemas:contacts" w:element="Sn">
        <w:r>
          <w:t>Qaim</w:t>
        </w:r>
      </w:smartTag>
      <w:r>
        <w:t xml:space="preserve"> (a.f.s.) is weeping blood, </w:t>
      </w:r>
      <w:smartTag w:uri="urn:schemas-microsoft-com:office:smarttags" w:element="PersonName">
        <w:smartTag w:uri="urn:schemas:contacts" w:element="GivenName">
          <w:r>
            <w:t>Hazrat</w:t>
          </w:r>
        </w:smartTag>
        <w:r>
          <w:t xml:space="preserve"> </w:t>
        </w:r>
        <w:smartTag w:uri="urn:schemas:contacts" w:element="Sn">
          <w:r>
            <w:t>Zainab</w:t>
          </w:r>
        </w:smartTag>
      </w:smartTag>
      <w:r>
        <w:t xml:space="preserve"> (s.a.) hit her head and it was bleeding, Olil Azm Prophets (s.a.) shed blood in Karbala in the grief of Imam Hussain (s.a.) even long before 61 Hijri. But you know we are educated, we considered it appropriate to donate blood to Aids Patients, and we arranged Blood Donation Camps as well to divert attention of people, rather than shedding blood in Moharram, Safar, and Ramazan. Ya Allah You also know that our fallible Mujtahids were very pious and we believed that they are superior to Prophets (a.s.) of Bani Israeel, we were accepting their Fatawa without asking any Proof or saying anything. Although illiterate people were saying: ‘Do </w:t>
      </w:r>
    </w:p>
    <w:p w:rsidR="001137B5" w:rsidRDefault="001137B5" w:rsidP="00AD7866">
      <w:pPr>
        <w:pStyle w:val="libNormal"/>
      </w:pPr>
      <w:r>
        <w:t xml:space="preserve">not accept any Fatwa which is against Quran &amp; Sunnah’, but we knew every thing is not present in Quran and Sunnah. But as You know we were not accepting any Hadees without investigating first. And our Mujtahid took our responsibility if we would act on his </w:t>
      </w:r>
      <w:smartTag w:uri="urn:schemas-microsoft-com:office:smarttags" w:element="PersonName">
        <w:smartTag w:uri="urn:schemas:contacts" w:element="GivenName">
          <w:r>
            <w:t>Tauzihul</w:t>
          </w:r>
        </w:smartTag>
        <w:r>
          <w:t xml:space="preserve"> </w:t>
        </w:r>
        <w:smartTag w:uri="urn:schemas:contacts" w:element="Sn">
          <w:r>
            <w:t>Masa’il</w:t>
          </w:r>
        </w:smartTag>
      </w:smartTag>
      <w:r>
        <w:t xml:space="preserve">, this guarantee was written on the first page with the stamp and signature of our Mujtahid. Although ignorant people said that every one is responsible for his own deeds, only Masomeen (s.a.a.) can intercede. Ya Allah, You know we believed in respecting all Mujtahids, if they were saying something about Infallibility of Masomeen (s.a.a.), or Testification of Walayat, or Haqq e </w:t>
      </w:r>
      <w:smartTag w:uri="urn:schemas:contacts" w:element="GivenName">
        <w:smartTag w:uri="urn:schemas-microsoft-com:office:smarttags" w:element="place">
          <w:r>
            <w:t>Fatima</w:t>
          </w:r>
        </w:smartTag>
      </w:smartTag>
      <w:r>
        <w:t xml:space="preserve"> (s.a.), it did not bother us, because it is research discussion by the knowledgeable people. We did not spend Khums ourselves without permission of our Mujtahids.</w:t>
      </w:r>
    </w:p>
    <w:p w:rsidR="001137B5" w:rsidRDefault="001137B5" w:rsidP="00AD7866">
      <w:pPr>
        <w:pStyle w:val="libNormal"/>
      </w:pPr>
      <w:r>
        <w:t xml:space="preserve">Illiterate people were saying that if Deen is One, then there can’t be many differing Fatawa of only one problem. But we knew that different Fatawa of different Mujtahids is Rahmat. Illiterate people tried to be clever </w:t>
      </w:r>
      <w:r>
        <w:lastRenderedPageBreak/>
        <w:t>and said to us: Why you do not read the full Hadees e Taqleed, why you only know only three lines from it, you should read the signs and qualities of the Nasibi</w:t>
      </w:r>
      <w:r w:rsidRPr="004354B8">
        <w:t xml:space="preserve"> </w:t>
      </w:r>
      <w:r>
        <w:t>scholars who are enemies of Ahlul Bait (s.a.a.), and do not use Titles of Imam (s.a.). Ya Allah we did not need to go into so fine details, we just respected all of them, and who was more bid and famous, we gave him Title of Ayatullah al Uzma as well.</w:t>
      </w:r>
    </w:p>
    <w:p w:rsidR="001137B5" w:rsidRDefault="001137B5" w:rsidP="00AD7866">
      <w:pPr>
        <w:pStyle w:val="libNormal"/>
      </w:pPr>
      <w:r>
        <w:t xml:space="preserve">Ya Allah when the day of Qiyamah started, what was that Azaan, in which Curse was being done on the enemies of </w:t>
      </w:r>
      <w:smartTag w:uri="urn:schemas-microsoft-com:office:smarttags" w:element="PersonName">
        <w:r>
          <w:t xml:space="preserve">Imam </w:t>
        </w:r>
        <w:smartTag w:uri="urn:schemas:contacts" w:element="Sn">
          <w:r>
            <w:t>Ali</w:t>
          </w:r>
        </w:smartTag>
      </w:smartTag>
      <w:r>
        <w:t xml:space="preserve"> (s.a.)? Qiyamah is the day of Your Justice, and it started with Cursing (</w:t>
      </w:r>
      <w:smartTag w:uri="urn:schemas-microsoft-com:office:smarttags" w:element="PersonName">
        <w:smartTag w:uri="urn:schemas:contacts" w:element="GivenName">
          <w:r>
            <w:t>Taberra</w:t>
          </w:r>
        </w:smartTag>
        <w:r>
          <w:t xml:space="preserve"> </w:t>
        </w:r>
        <w:smartTag w:uri="urn:schemas:contacts" w:element="Sn">
          <w:r>
            <w:t>Bazi</w:t>
          </w:r>
        </w:smartTag>
      </w:smartTag>
      <w:r>
        <w:t xml:space="preserve">)! And why the name of </w:t>
      </w:r>
      <w:smartTag w:uri="urn:schemas:contacts" w:element="GivenName">
        <w:r>
          <w:t>Ali</w:t>
        </w:r>
      </w:smartTag>
      <w:r>
        <w:t xml:space="preserve"> (s.a.) is written on the foreheads and wings of the </w:t>
      </w:r>
      <w:smartTag w:uri="urn:schemas:contacts" w:element="Sn">
        <w:r>
          <w:t>Angels</w:t>
        </w:r>
      </w:smartTag>
      <w:r>
        <w:t xml:space="preserve"> (a.s.)? Even on Arsh the name of </w:t>
      </w:r>
      <w:smartTag w:uri="urn:schemas:contacts" w:element="GivenName">
        <w:r>
          <w:t>Ali</w:t>
        </w:r>
      </w:smartTag>
      <w:r>
        <w:t xml:space="preserve"> (s.a.) is written! We can see </w:t>
      </w:r>
      <w:smartTag w:uri="urn:schemas:contacts" w:element="GivenName">
        <w:r>
          <w:t>Ali</w:t>
        </w:r>
      </w:smartTag>
      <w:r>
        <w:t xml:space="preserve"> (s.a.) on Maqam e Mahmood, and he is occupying Siraat as well, and on Kausar he is present, and he is casting his enemies in Jahannam as well! Ya Allah how many </w:t>
      </w:r>
      <w:smartTag w:uri="urn:schemas:contacts" w:element="GivenName">
        <w:r>
          <w:t>Ali</w:t>
        </w:r>
      </w:smartTag>
      <w:r>
        <w:t xml:space="preserve">’s are there? We thought that the Hadees about </w:t>
      </w:r>
      <w:smartTag w:uri="urn:schemas:contacts" w:element="GivenName">
        <w:r>
          <w:t>Ali</w:t>
        </w:r>
      </w:smartTag>
      <w:r>
        <w:t xml:space="preserve"> (s.a.) being present in forty houses on invitation was merely a story.</w:t>
      </w:r>
    </w:p>
    <w:p w:rsidR="001137B5" w:rsidRDefault="001137B5" w:rsidP="00AD7866">
      <w:pPr>
        <w:pStyle w:val="libNormal"/>
      </w:pPr>
      <w:r>
        <w:t xml:space="preserve">Ya Allah save us from this type of atmosphere quickly, and send us to your </w:t>
      </w:r>
      <w:smartTag w:uri="urn:schemas-microsoft-com:office:smarttags" w:element="place">
        <w:r>
          <w:t>Paradise</w:t>
        </w:r>
      </w:smartTag>
      <w:r>
        <w:t>. Ya Allah give us those Hoors on whose face ‘</w:t>
      </w:r>
      <w:smartTag w:uri="urn:schemas:contacts" w:element="GivenName">
        <w:r>
          <w:t>Ali</w:t>
        </w:r>
      </w:smartTag>
      <w:r>
        <w:t>’ is not written. For sake of Your Deen we sacrificed every thing, our Maolana gave permission to spend ‘Powder’ money, and other Black money to build Your mosques, with the condition that we should give Khums from that money to them first. Although the opposite party was telling us that You have forbidden spending Haraam money in the Way of Allah according to Quran, but You know those Backward people did not know the needs of the modern time.</w:t>
      </w:r>
    </w:p>
    <w:p w:rsidR="001137B5" w:rsidRDefault="001137B5" w:rsidP="00AD7866">
      <w:pPr>
        <w:pStyle w:val="libNormal"/>
      </w:pPr>
      <w:r>
        <w:t xml:space="preserve">Ya Allah You know that we only did Zikr of Allah in our Namaaz, although silly people were saying to Testify Walayat of Ali (s.a.) and even all Imams (s.a.), and Rasool Allah (s.a.w.a.w.) were testifying Walayat in Tashahud, and even by having Hasnain (s.a.) on his back in Namaaz, he gave practical proof of Azmat of Masomeen (s.a.a.). But we kept doing purely Your Ibadat being Khalisi, and trusting the knowledge and order of our Mujtahids. We did whatever they said, we preferred their Fatwa over Hadees. But we do not know what happened to our Maolana after my death, may be he was hypocrite, after putting me in grave he was shaking me with sticks and reminding me the names of all Imams (s.a.a.) but during my life he prohibited us to take their name in Ibadat. Although illiterate people were saying that </w:t>
      </w:r>
      <w:smartTag w:uri="urn:schemas:contacts" w:element="GivenName">
        <w:r>
          <w:t>Mohammad</w:t>
        </w:r>
      </w:smartTag>
      <w:r>
        <w:t xml:space="preserve"> o Aal e </w:t>
      </w:r>
      <w:smartTag w:uri="urn:schemas:contacts" w:element="GivenName">
        <w:r>
          <w:t>Mohammad</w:t>
        </w:r>
      </w:smartTag>
      <w:r>
        <w:t xml:space="preserve"> (s.a.a.) are Rooh of every Ibadat, and Allah likes their Zikr with Tauheed. Why we should listen to illiterates, we believed in the knowledge of Maolana educated from proper Howza. </w:t>
      </w:r>
    </w:p>
    <w:p w:rsidR="001137B5" w:rsidRDefault="001137B5" w:rsidP="00AD7866">
      <w:pPr>
        <w:pStyle w:val="libNormal"/>
      </w:pPr>
      <w:r>
        <w:t xml:space="preserve">Ya Allah we swear by Your Azmat, at least sit us under a shadow, or send us in Paradise with our scholars whom we were following and doing Taqleed, we will drink water in </w:t>
      </w:r>
      <w:smartTag w:uri="urn:schemas-microsoft-com:office:smarttags" w:element="place">
        <w:r>
          <w:t>Paradise</w:t>
        </w:r>
      </w:smartTag>
      <w:r>
        <w:t xml:space="preserve">. We do not like to drink water from Kausar, and we do not want to sit under the shadow of Liva e Hamd as well, because we were avoiding ‘Sabeel e Ali Asghar s.a.’ to drink in the world, rather in fact we did not join the Matmi Jaloos at all, and we considered the flag of </w:t>
      </w:r>
    </w:p>
    <w:p w:rsidR="001137B5" w:rsidRDefault="001137B5" w:rsidP="00AD7866">
      <w:pPr>
        <w:pStyle w:val="libNormal"/>
      </w:pPr>
      <w:r>
        <w:t>Abbas (s.a.) innovation as well, but we never refused Niaz of money.</w:t>
      </w:r>
    </w:p>
    <w:p w:rsidR="001137B5" w:rsidRDefault="001137B5" w:rsidP="00AD7866">
      <w:pPr>
        <w:pStyle w:val="libNormal"/>
      </w:pPr>
      <w:r>
        <w:lastRenderedPageBreak/>
        <w:t xml:space="preserve">Ya Allah, send us in Purely Your Paradise where we do not have to wear Silver Bracelets like Malangs wear, and not such a </w:t>
      </w:r>
      <w:smartTag w:uri="urn:schemas-microsoft-com:office:smarttags" w:element="place">
        <w:r>
          <w:t>Paradise</w:t>
        </w:r>
      </w:smartTag>
      <w:r>
        <w:t xml:space="preserve"> when its door is knocked it sounds ‘Ali Ali s.a.’, because with this slogan our hearts get arrested. We are very delicate soft hearted people. We do not want curtains with the name of </w:t>
      </w:r>
      <w:smartTag w:uri="urn:schemas:contacts" w:element="GivenName">
        <w:r>
          <w:t>Ali</w:t>
        </w:r>
      </w:smartTag>
      <w:r>
        <w:t xml:space="preserve"> (s.a.) written on them, in our Palace in </w:t>
      </w:r>
      <w:smartTag w:uri="urn:schemas-microsoft-com:office:smarttags" w:element="place">
        <w:r>
          <w:t>Paradise</w:t>
        </w:r>
      </w:smartTag>
      <w:r>
        <w:t xml:space="preserve">. We want to go to such </w:t>
      </w:r>
      <w:smartTag w:uri="urn:schemas-microsoft-com:office:smarttags" w:element="place">
        <w:r>
          <w:t>Paradise</w:t>
        </w:r>
      </w:smartTag>
      <w:r>
        <w:t xml:space="preserve"> where we can only say ‘Allah hu, Allah hu’ all the time, and doing long Sajdahs like Haris.</w:t>
      </w:r>
    </w:p>
    <w:p w:rsidR="001137B5" w:rsidRDefault="001137B5" w:rsidP="00AD7866">
      <w:pPr>
        <w:pStyle w:val="libNormal"/>
      </w:pPr>
      <w:r>
        <w:t xml:space="preserve"> Suddenly I saw in the world of Imagination: After that dialogue those people were taken to a Triangular Shadow (Sura Mursalat, verse 30) along with their leaders whose Taqleed they were doing, then the leaders &amp; their followers were reading Quranic verses (Baqarah 166-167, Ibraheem 21) but it was looking that they are fighting. Then they complained to Allah: Ya Allah we did not tell you due to shame what happened to us in the graves, perhaps this happened to us by mistake, because we are Haqq worshiper Khalisi. In the grave </w:t>
      </w:r>
      <w:smartTag w:uri="urn:schemas:contacts" w:element="GivenName">
        <w:r>
          <w:t>Munkar</w:t>
        </w:r>
      </w:smartTag>
      <w:r>
        <w:t xml:space="preserve"> </w:t>
      </w:r>
      <w:smartTag w:uri="urn:schemas:contacts" w:element="Sn">
        <w:r>
          <w:t>Nakeer</w:t>
        </w:r>
      </w:smartTag>
      <w:r>
        <w:t xml:space="preserve"> came instead of </w:t>
      </w:r>
      <w:smartTag w:uri="urn:schemas-microsoft-com:office:smarttags" w:element="PersonName">
        <w:smartTag w:uri="urn:schemas:contacts" w:element="GivenName">
          <w:r>
            <w:t>Mubashir</w:t>
          </w:r>
        </w:smartTag>
        <w:r>
          <w:t xml:space="preserve"> </w:t>
        </w:r>
        <w:smartTag w:uri="urn:schemas:contacts" w:element="Sn">
          <w:r>
            <w:t>Basheer</w:t>
          </w:r>
        </w:smartTag>
      </w:smartTag>
      <w:r>
        <w:t>, and our condition was very bad. We had heard the destruction of the nation of Loot (a.s.) due to sins, but our Maolana told us that Shariah keeps changing, so we behaved unnaturally with our wives, and sometimes we came across prostitutes as well, but it was as we were told by our Scholars. Ya Allah why we are being pushed towards Hell, why we are being forced to drink dirty pus. Ya Allah for the sake of Your Azmat, save us.</w:t>
      </w:r>
    </w:p>
    <w:p w:rsidR="001137B5" w:rsidRDefault="001137B5" w:rsidP="001137B5">
      <w:pPr>
        <w:pStyle w:val="Heading4Center"/>
      </w:pPr>
      <w:r w:rsidRPr="00021429">
        <w:t>136-Hadees e Taqleed</w:t>
      </w:r>
      <w:r>
        <w:t>?</w:t>
      </w:r>
    </w:p>
    <w:p w:rsidR="001137B5" w:rsidRDefault="001137B5" w:rsidP="001137B5">
      <w:pPr>
        <w:pStyle w:val="libItalic"/>
      </w:pPr>
      <w:r w:rsidRPr="00FA3619">
        <w:t>Imam Hassan Askar</w:t>
      </w:r>
      <w:r>
        <w:t>i</w:t>
      </w:r>
      <w:r w:rsidRPr="00FA3619">
        <w:t xml:space="preserve"> (s.a.) said about the saying of Allah “Wa Minhum Ummiyona La Yalamonal Kitaba illa Amaniya.....” that “Ummi” is related to him that as he is born from his mother, not able to read or write; “La Yalamonal Kitaba” this is revealed</w:t>
      </w:r>
      <w:r>
        <w:t xml:space="preserve"> from the skies and there is no</w:t>
      </w:r>
      <w:r w:rsidRPr="00FA3619">
        <w:t xml:space="preserve"> lie in it, and they </w:t>
      </w:r>
    </w:p>
    <w:p w:rsidR="001137B5" w:rsidRPr="00FA3619" w:rsidRDefault="001137B5" w:rsidP="001137B5">
      <w:pPr>
        <w:pStyle w:val="libItalic"/>
      </w:pPr>
      <w:r w:rsidRPr="00FA3619">
        <w:t>can not differentiate; “Illa Amaniya” except that when it is read to them, and it is said: ‘No doubt it is Kitab of Allah and His Words’ they do not understand that what is read to them from the book, it is contrary to what is in it; “Wa Ina Hum illa Yazunoon” i.e. what is read to them, their leaders belie the Prophet-hood of Rasool Allah (s.a.w.a.w.) and Imamat of Imam Ali (s.a.) who is Head &amp; Lord of his Progeny (s.a.a.); and they (people) do their (leaders) Taqleed, although with them “Moharramun Alaihim” it is Haraam on them to do their Taqleed, “Thus destruction is for those who write book with their hand, then they say this is from Allah.....”</w:t>
      </w:r>
    </w:p>
    <w:p w:rsidR="001137B5" w:rsidRPr="00FA3619" w:rsidRDefault="001137B5" w:rsidP="001137B5">
      <w:pPr>
        <w:pStyle w:val="libItalic"/>
      </w:pPr>
      <w:r w:rsidRPr="00FA3619">
        <w:t xml:space="preserve">Imam (s.a.) said: This is Jew nation, they wrote qualities, and thought that these are qualities of </w:t>
      </w:r>
      <w:smartTag w:uri="urn:schemas:contacts" w:element="GivenName">
        <w:r w:rsidRPr="00FA3619">
          <w:t>Mohammad</w:t>
        </w:r>
      </w:smartTag>
      <w:r w:rsidRPr="00FA3619">
        <w:t xml:space="preserve"> (s.a.w.a.w.), and in fact it was opposite to his qualities. And they said to their weak ones (in faith): These are qualities of the Nabi (s.a.w.a.w.) who will be sent in the last era, that ‘he will be tall in height with</w:t>
      </w:r>
      <w:r>
        <w:t xml:space="preserve"> a</w:t>
      </w:r>
      <w:r w:rsidRPr="00FA3619">
        <w:t xml:space="preserve"> big body and abdomen, strong, long hair’; but Mohammad (s.a.w.a.w.) is opposite to it, and (they say) ‘he will come after five hundred years from now’ and from this they only intend to govern their weak ones and to apply their order on them, and to prevent themselves from serving Rasool Allah (s.a.w.a.w.) and from service of Imam Ali (s.a.) and Ahlul Bait (s.a.a.) and their chosen ones. Allah Ta’ala said: ‘Thus destruction for them for what they wrote with their hands, and destruction </w:t>
      </w:r>
      <w:r w:rsidRPr="00FA3619">
        <w:lastRenderedPageBreak/>
        <w:t>for them for what they earned’, these altered qualities of Hazrat Mohammad (s.a.w.a.w.) and Imam Ali (s.a) which are opposite to their qualities, for this they have severe punishment in the worst place of Hell, ‘And destruction for them’, that is an other additional punishment above the first, ‘for what they earned’, what they got by making their public to deny Hazrat Mohammad (s.a.w.a.w.), and by denying his Wasi and brother Ali ibne Abi Talib (s.a.), who is Wali of Allah.</w:t>
      </w:r>
    </w:p>
    <w:p w:rsidR="001137B5" w:rsidRDefault="001137B5" w:rsidP="001137B5">
      <w:pPr>
        <w:pStyle w:val="libItalic"/>
      </w:pPr>
      <w:r w:rsidRPr="00FA3619">
        <w:t xml:space="preserve">Then Imam </w:t>
      </w:r>
      <w:smartTag w:uri="urn:schemas:contacts" w:element="GivenName">
        <w:r w:rsidRPr="00FA3619">
          <w:t>Hassan</w:t>
        </w:r>
      </w:smartTag>
      <w:r w:rsidRPr="00FA3619">
        <w:t xml:space="preserve"> </w:t>
      </w:r>
      <w:smartTag w:uri="urn:schemas:contacts" w:element="Sn">
        <w:r w:rsidRPr="00FA3619">
          <w:t>Askari</w:t>
        </w:r>
      </w:smartTag>
      <w:r w:rsidRPr="00FA3619">
        <w:t xml:space="preserve"> (s.a.) said: </w:t>
      </w:r>
      <w:smartTag w:uri="urn:schemas-microsoft-com:office:smarttags" w:element="PersonName">
        <w:r w:rsidRPr="00FA3619">
          <w:t xml:space="preserve">Imam </w:t>
        </w:r>
        <w:smartTag w:uri="urn:schemas:contacts" w:element="GivenName">
          <w:r w:rsidRPr="00FA3619">
            <w:t>Jafar</w:t>
          </w:r>
        </w:smartTag>
        <w:r w:rsidRPr="00FA3619">
          <w:t xml:space="preserve"> </w:t>
        </w:r>
        <w:smartTag w:uri="urn:schemas:contacts" w:element="Sn">
          <w:r w:rsidRPr="00FA3619">
            <w:t>Sadiq</w:t>
          </w:r>
        </w:smartTag>
      </w:smartTag>
      <w:r w:rsidRPr="00FA3619">
        <w:t xml:space="preserve"> (s.a.) said: Thus this was Jew Nation, did not know the book except </w:t>
      </w:r>
    </w:p>
    <w:p w:rsidR="001137B5" w:rsidRPr="00FA3619" w:rsidRDefault="001137B5" w:rsidP="001137B5">
      <w:pPr>
        <w:pStyle w:val="libItalic"/>
      </w:pPr>
      <w:r w:rsidRPr="00FA3619">
        <w:t>what they heard from their scholars, there was not any way left for them, then how to declare them responsible for doing their Taqleed, and to accept from their scholars. Is Jew Nation like our Nation, who does Taqleed of scholars?</w:t>
      </w:r>
    </w:p>
    <w:p w:rsidR="001137B5" w:rsidRPr="00FA3619" w:rsidRDefault="001137B5" w:rsidP="001137B5">
      <w:pPr>
        <w:pStyle w:val="libItalic"/>
      </w:pPr>
      <w:r w:rsidRPr="00FA3619">
        <w:t>Then said: There is difference from one aspect between our public &amp; scholars and Jew public &amp; scholars, and equality from other aspect. From the aspect of Equality with them: No doubt Allah declared our public responsible (culprit) for doing Taqleed of their scholars (Ulma), as He declared their (Jew) public culprit; and similar is for the aspect of difference.</w:t>
      </w:r>
    </w:p>
    <w:p w:rsidR="001137B5" w:rsidRPr="00FA3619" w:rsidRDefault="001137B5" w:rsidP="001137B5">
      <w:pPr>
        <w:pStyle w:val="libItalic"/>
      </w:pPr>
      <w:r w:rsidRPr="00FA3619">
        <w:t xml:space="preserve">It was asked: Ya </w:t>
      </w:r>
      <w:smartTag w:uri="urn:schemas-microsoft-com:office:smarttags" w:element="PersonName">
        <w:smartTag w:uri="urn:schemas:contacts" w:element="GivenName">
          <w:r w:rsidRPr="00FA3619">
            <w:t>Ibne</w:t>
          </w:r>
        </w:smartTag>
        <w:r w:rsidRPr="00FA3619">
          <w:t xml:space="preserve"> </w:t>
        </w:r>
        <w:smartTag w:uri="urn:schemas:contacts" w:element="Sn">
          <w:r w:rsidRPr="00FA3619">
            <w:t>Rasool</w:t>
          </w:r>
        </w:smartTag>
      </w:smartTag>
      <w:r w:rsidRPr="00FA3619">
        <w:t xml:space="preserve"> Allah (s.a.w.a.w.) please explain for us.</w:t>
      </w:r>
    </w:p>
    <w:p w:rsidR="001137B5" w:rsidRDefault="001137B5" w:rsidP="001137B5">
      <w:pPr>
        <w:pStyle w:val="libItalic"/>
      </w:pPr>
      <w:r w:rsidRPr="00FA3619">
        <w:t xml:space="preserve">Imam (s.a.) said: Certainly Jew public knew that their scholars are firm to tell lies, and take Haraam and bribery, and change obligatory orders due to recommendations and worldly things. And they know their prejudice (bigotry, bias) which separates them from Deen. And when they practice bigotry then they occupy the rights of one to whom they are bias; and due to whom they were bias (to the other) they give him the </w:t>
      </w:r>
      <w:r>
        <w:t>wealth of others,</w:t>
      </w:r>
      <w:r w:rsidRPr="00FA3619">
        <w:t xml:space="preserve"> which he was not deserving, and due to him they do injustice to others. And they know that they are committing Haraam, and they know in heart that who does this what they are doing, then he is corrupt (Fasiq), and there is no proof that it is right near Allah, and they (Ulma) are not Medium between </w:t>
      </w:r>
      <w:r>
        <w:t xml:space="preserve">the </w:t>
      </w:r>
      <w:r w:rsidRPr="00FA3619">
        <w:t xml:space="preserve">creations and Allah. Therefore who do Taqleed, they are responsible themselves because they know them, that neither any news from them is acceptable, and nor any story is capable of testifying, and nor any deed which they do from them for which they are not witness. And it is obligatory on them that they should think in their hearts about the Amr of Rasool Allah (s.a.w.a.w.), and his (s.a.w.a.w.) proofs are so clear, those can not be hidden by hiding, and </w:t>
      </w:r>
      <w:r>
        <w:t xml:space="preserve">those </w:t>
      </w:r>
      <w:r w:rsidRPr="00FA3619">
        <w:t>are so famous that there is no need to reveal them more.</w:t>
      </w:r>
    </w:p>
    <w:p w:rsidR="001137B5" w:rsidRDefault="001137B5" w:rsidP="001137B5">
      <w:pPr>
        <w:pStyle w:val="libItalic"/>
      </w:pPr>
      <w:r w:rsidRPr="00FA3619">
        <w:t xml:space="preserve">And similarly if </w:t>
      </w:r>
      <w:r>
        <w:t xml:space="preserve">the </w:t>
      </w:r>
      <w:r w:rsidRPr="00FA3619">
        <w:t>public of our Ummah knows that some from the scholars (Fuqaha) are openly Fasiq (corrupt), are bias, and incline towards worldly things and Haraam, and destroy him with whom they are bias; and due to whom they are prejudice</w:t>
      </w:r>
      <w:r>
        <w:t>d</w:t>
      </w:r>
      <w:r w:rsidRPr="00FA3619">
        <w:t xml:space="preserve"> they make his affairs right, try for his wellbeing, do good and favour him. If they disgrace and humiliate the deserving; thus who do their Taqleed from our public, they are similar to those scholars who are similar to Jews, whom Allah declared responsible (culprit) due to doing Taqleed of Fasiq Fuqaha. But among Fuqaha who guards his self, is guardian of his Deen, is opposer of his selfish wishes, is obedient to the commandment of his Maola (s.a.), thus public ought to do </w:t>
      </w:r>
      <w:r w:rsidRPr="00FA3619">
        <w:lastRenderedPageBreak/>
        <w:t xml:space="preserve">his Taqleed. But these (qualities) are not found in all except a few Shia Fuqaha, and who commits ugly and vulgar deeds like </w:t>
      </w:r>
      <w:r>
        <w:t xml:space="preserve">the </w:t>
      </w:r>
      <w:r w:rsidRPr="00FA3619">
        <w:t xml:space="preserve">general scholars commit corruption, do not accept anything from them, and do not respect them. And most of the time only they mix up what they take from Ahlul Bait (s.a.a.), it is like that because what Fasiq takes from us, he does complete alteration in it, due to his ignorance, and does not keep things on their proper place due to lack of Marifat, and some others belie us purposely in greed of worldly things, for them there is only addition of Fire of Hell. And among them there are some Nasibi people, who can not oppose openly, they learn some of our real knowledge, and become attractable among our Shias, and they start decreasing us (decreasing Faza’il), and then go further in that, and keep adding and adding lies about us, from which we are immune. Some followers among our Shias accept their words, because they have some of our knowledge, they are astray themselves, and misguide others as well. And they are more dangerous for our weak Shias than the army of Yazeed (l.u.) who opposed </w:t>
      </w:r>
      <w:smartTag w:uri="urn:schemas-microsoft-com:office:smarttags" w:element="PersonName">
        <w:r w:rsidRPr="00FA3619">
          <w:t xml:space="preserve">Imam </w:t>
        </w:r>
        <w:smartTag w:uri="urn:schemas:contacts" w:element="Sn">
          <w:r w:rsidRPr="00FA3619">
            <w:t>Hussain</w:t>
          </w:r>
        </w:smartTag>
      </w:smartTag>
      <w:r w:rsidRPr="00FA3619">
        <w:t xml:space="preserve"> bin </w:t>
      </w:r>
      <w:smartTag w:uri="urn:schemas:contacts" w:element="GivenName">
        <w:r w:rsidRPr="00FA3619">
          <w:t>Ali</w:t>
        </w:r>
      </w:smartTag>
      <w:r w:rsidRPr="00FA3619">
        <w:t xml:space="preserve"> (s.a.) and his companions (a.s.), because they looted our lives and belongings. And those Nasibi evil Ulma disguise as our lovers, but help our enemies, and put our weak Shias in doubts, so </w:t>
      </w:r>
    </w:p>
    <w:p w:rsidR="001137B5" w:rsidRPr="00FA3619" w:rsidRDefault="001137B5" w:rsidP="001137B5">
      <w:pPr>
        <w:pStyle w:val="libItalic"/>
      </w:pPr>
      <w:r w:rsidRPr="00FA3619">
        <w:t>that they can misguide and prohibit them from the destination of Haqq.</w:t>
      </w:r>
    </w:p>
    <w:p w:rsidR="001137B5" w:rsidRPr="00FA3619" w:rsidRDefault="001137B5" w:rsidP="001137B5">
      <w:pPr>
        <w:pStyle w:val="libItalic"/>
      </w:pPr>
      <w:r w:rsidRPr="00FA3619">
        <w:t xml:space="preserve">He is not </w:t>
      </w:r>
      <w:r>
        <w:t xml:space="preserve">a </w:t>
      </w:r>
      <w:r w:rsidRPr="00FA3619">
        <w:t>culprit among the public, for whom Allah knows that what is in his hear</w:t>
      </w:r>
      <w:r>
        <w:t>t</w:t>
      </w:r>
      <w:r w:rsidRPr="00FA3619">
        <w:t>, and he does not intend anything except to guard his Deen, and to respect his Wal</w:t>
      </w:r>
      <w:r>
        <w:t>i (s.a.), and does not give any</w:t>
      </w:r>
      <w:r w:rsidRPr="00FA3619">
        <w:t xml:space="preserve">thing in the hands of that Kafir-dressed (disguised as Shia scholar), </w:t>
      </w:r>
      <w:r>
        <w:t>but leaves  in the hands</w:t>
      </w:r>
      <w:r w:rsidRPr="00FA3619">
        <w:t xml:space="preserve"> of a Momin, then it is up to Allah that He accepts from him, and Allah gathers for him all good of the world and hereafter; and who misguides for him gathers curse of the world and hereafter.</w:t>
      </w:r>
    </w:p>
    <w:p w:rsidR="001137B5" w:rsidRPr="00FA3619" w:rsidRDefault="001137B5" w:rsidP="001137B5">
      <w:pPr>
        <w:pStyle w:val="libItalic"/>
      </w:pPr>
      <w:r w:rsidRPr="00FA3619">
        <w:t>Then Imam (s.a.) said: Rasool Allah (s.a.w.a.w.) said: Mischievous sch</w:t>
      </w:r>
      <w:r>
        <w:t>olars of my Ummah, who misguide</w:t>
      </w:r>
      <w:r w:rsidRPr="00FA3619">
        <w:t xml:space="preserve"> from us, and cut</w:t>
      </w:r>
      <w:r>
        <w:t xml:space="preserve"> off the</w:t>
      </w:r>
      <w:r w:rsidRPr="00FA3619">
        <w:t xml:space="preserve"> way which comes to us, and call our enemies with our names, give</w:t>
      </w:r>
      <w:r>
        <w:t xml:space="preserve"> our</w:t>
      </w:r>
      <w:r w:rsidRPr="00FA3619">
        <w:t xml:space="preserve"> Titles to our opposers, then salute to them, they are worthy of curse, they call bad names to us, and we are Honour of Allah, and Allah sends Salawaat on us, and His Moqarrab Angels send Salawaat on us, we are satisfied with their Salawaat.</w:t>
      </w:r>
    </w:p>
    <w:p w:rsidR="001137B5" w:rsidRPr="00FA3619" w:rsidRDefault="001137B5" w:rsidP="001137B5">
      <w:pPr>
        <w:pStyle w:val="libItalic"/>
      </w:pPr>
      <w:r w:rsidRPr="00FA3619">
        <w:t xml:space="preserve">Then said: It was asked from </w:t>
      </w:r>
      <w:smartTag w:uri="urn:schemas:contacts" w:element="GivenName">
        <w:r w:rsidRPr="00FA3619">
          <w:t>Amirul</w:t>
        </w:r>
      </w:smartTag>
      <w:r w:rsidRPr="00FA3619">
        <w:t xml:space="preserve"> </w:t>
      </w:r>
      <w:smartTag w:uri="urn:schemas:contacts" w:element="Sn">
        <w:r w:rsidRPr="00FA3619">
          <w:t>Momineen</w:t>
        </w:r>
      </w:smartTag>
      <w:r w:rsidRPr="00FA3619">
        <w:t xml:space="preserve"> (s.a.): Who is better in the creations after </w:t>
      </w:r>
      <w:smartTag w:uri="urn:schemas:contacts" w:element="GivenName">
        <w:r w:rsidRPr="00FA3619">
          <w:t>Aimatul</w:t>
        </w:r>
      </w:smartTag>
      <w:r w:rsidRPr="00FA3619">
        <w:t xml:space="preserve"> </w:t>
      </w:r>
      <w:smartTag w:uri="urn:schemas:contacts" w:element="Sn">
        <w:r w:rsidRPr="00FA3619">
          <w:t>Huda</w:t>
        </w:r>
      </w:smartTag>
      <w:r w:rsidRPr="00FA3619">
        <w:t xml:space="preserve"> &amp; </w:t>
      </w:r>
      <w:smartTag w:uri="urn:schemas-microsoft-com:office:smarttags" w:element="PersonName">
        <w:smartTag w:uri="urn:schemas:contacts" w:element="GivenName">
          <w:r w:rsidRPr="00FA3619">
            <w:t>Misbahud</w:t>
          </w:r>
        </w:smartTag>
        <w:r w:rsidRPr="00FA3619">
          <w:t xml:space="preserve"> </w:t>
        </w:r>
        <w:smartTag w:uri="urn:schemas:contacts" w:element="Sn">
          <w:r w:rsidRPr="00FA3619">
            <w:t>Duja</w:t>
          </w:r>
        </w:smartTag>
      </w:smartTag>
      <w:r w:rsidRPr="00FA3619">
        <w:t xml:space="preserve"> (s.a.)? Imam (s.a.) said: Ulma who are Saleh. Then it was asked: Who is worse after Iblees, and Firaoun, and Namrood, who uses your names and your titles, and took away your Right, and occupied your property? Imam (s.a.) said: Ulma who does mischief, who reveal Batil, conceal the Facts, and Allah </w:t>
      </w:r>
      <w:smartTag w:uri="urn:schemas:contacts" w:element="Sn">
        <w:r w:rsidRPr="00FA3619">
          <w:t>Ta’ala</w:t>
        </w:r>
      </w:smartTag>
      <w:r w:rsidRPr="00FA3619">
        <w:t xml:space="preserve"> says about them, “Those are on whom Allah curses and cursing ones curse on them, except those who repented.....” (Baqarah 159-160).</w:t>
      </w:r>
    </w:p>
    <w:p w:rsidR="001137B5" w:rsidRDefault="001137B5" w:rsidP="00AD7866">
      <w:pPr>
        <w:pStyle w:val="libNormal"/>
      </w:pPr>
      <w:r>
        <w:t xml:space="preserve">(al </w:t>
      </w:r>
      <w:smartTag w:uri="urn:schemas-microsoft-com:office:smarttags" w:element="PersonName">
        <w:smartTag w:uri="urn:schemas:contacts" w:element="GivenName">
          <w:r>
            <w:t>Ehtijaj</w:t>
          </w:r>
        </w:smartTag>
        <w:r>
          <w:t xml:space="preserve"> </w:t>
        </w:r>
        <w:smartTag w:uri="urn:schemas:contacts" w:element="Sn">
          <w:r>
            <w:t>al Tabrasi</w:t>
          </w:r>
        </w:smartTag>
      </w:smartTag>
      <w:r>
        <w:t>, V 2, P 508)</w:t>
      </w:r>
    </w:p>
    <w:p w:rsidR="001137B5" w:rsidRDefault="001137B5" w:rsidP="00AD7866">
      <w:pPr>
        <w:pStyle w:val="libNormal"/>
      </w:pPr>
      <w:r>
        <w:t xml:space="preserve">From this Haqq Hadees it becomes clear: A scholar who opposes Walayat in any way, he can not be followed-----Who does not read and understand Quran himself and just does Blind Taqleed, he is like a Jew-----Muqallid is responsible for his own deeds, </w:t>
      </w:r>
    </w:p>
    <w:p w:rsidR="00BE2EC5" w:rsidRDefault="001137B5" w:rsidP="00AD7866">
      <w:pPr>
        <w:pStyle w:val="libNormal"/>
      </w:pPr>
      <w:r>
        <w:t xml:space="preserve">why he did Taqleed and what he did-----To gain Marifat of Mohammad o Aal e Mohammad (s.a.a.) is obligatory on every person himself; their Amr is </w:t>
      </w:r>
      <w:r>
        <w:lastRenderedPageBreak/>
        <w:t xml:space="preserve">so clear that it does not need to be asked from Mulla-----You can follow that scholar who is obedient to Amr (orders) of Maola (s.a.), who is Narrator of Ahadees-----You can not follow a corrupt &amp; vulgar scholar (who opposes Walayat e Ali s.a.), do not respect him and do not accept anything from him-----Such hypocrites are not outsiders, they study in Shia Howza &amp; Madaris, then with Aba Qaba &amp; Amama they are Wolf in Sheep’s clothing, who attack weak Shias, and they are worse than the army of Yazeed (l.u.), they put doubts in the hearts of Shias about Masomeen (s.a.a.) concerning their Faza’il; Do not leave any matter of Deen in their hands e.g. leading Namaaz, Dars, Majlis, Nikah, Janazah Namaaz, advice, etc.-----Curse on him who uses Names &amp; Titles of Masomeen (s.a.a.), and curse on their followers who are happy with them-----Such scholars who try to decrease Faza’il with their dirty tongues, spread doubts about Masomeen (s.a.a.), and adopt specific Titles of Maola (s.a.) for themselves, they will be in line with Iblees, Firaoun, and Namrood-----They hide the Haqq of Imam (s.a.) i.e. do not tell the Verses and Traditions about Faza’il of Masomeen (s.a.a.), and spread Mutiny by issuing Fatawa to quit Testification of Walayat e Ali (s.a.) in Ibadat. Curse of Allah, His </w:t>
      </w:r>
      <w:smartTag w:uri="urn:schemas:contacts" w:element="Sn">
        <w:r>
          <w:t>Angels</w:t>
        </w:r>
      </w:smartTag>
      <w:r>
        <w:t xml:space="preserve"> (a.s.) and Momineen on them.</w:t>
      </w:r>
    </w:p>
    <w:p w:rsidR="001137B5" w:rsidRDefault="001137B5" w:rsidP="001137B5">
      <w:pPr>
        <w:pStyle w:val="Heading4Center"/>
      </w:pPr>
      <w:r w:rsidRPr="00021429">
        <w:t>137-Musawaat</w:t>
      </w:r>
    </w:p>
    <w:p w:rsidR="001137B5" w:rsidRDefault="001137B5" w:rsidP="00AD7866">
      <w:pPr>
        <w:pStyle w:val="libNormal"/>
      </w:pPr>
      <w:r>
        <w:t xml:space="preserve">It is being preached that all Mujtahideen are respectable without discrimination, it does not matter what is their belief! Then we should respect those Companions as well who put allegations on Rasool Allah (s.a.w.a.w.) and were teasing him as well. Then we also should not object if someone says ‘wa </w:t>
      </w:r>
      <w:smartTag w:uri="urn:schemas:contacts" w:element="Sn">
        <w:r>
          <w:t>As’habihe</w:t>
        </w:r>
      </w:smartTag>
      <w:r>
        <w:t xml:space="preserve"> wa </w:t>
      </w:r>
      <w:smartTag w:uri="urn:schemas-microsoft-com:office:smarttags" w:element="PersonName">
        <w:smartTag w:uri="urn:schemas:contacts" w:element="GivenName">
          <w:r>
            <w:t>Azwajihe</w:t>
          </w:r>
        </w:smartTag>
        <w:r>
          <w:t xml:space="preserve"> </w:t>
        </w:r>
        <w:smartTag w:uri="urn:schemas:contacts" w:element="Sn">
          <w:r>
            <w:t>Ajmaeen</w:t>
          </w:r>
        </w:smartTag>
      </w:smartTag>
      <w:r>
        <w:t>’ in Salawaat.</w:t>
      </w:r>
    </w:p>
    <w:p w:rsidR="001137B5" w:rsidRDefault="001137B5" w:rsidP="00AD7866">
      <w:pPr>
        <w:pStyle w:val="libNormal"/>
      </w:pPr>
      <w:smartTag w:uri="urn:schemas-microsoft-com:office:smarttags" w:element="PersonName">
        <w:smartTag w:uri="urn:schemas:contacts" w:element="GivenName">
          <w:r>
            <w:t>Banu</w:t>
          </w:r>
        </w:smartTag>
        <w:r>
          <w:t xml:space="preserve"> </w:t>
        </w:r>
        <w:smartTag w:uri="urn:schemas:contacts" w:element="Sn">
          <w:r>
            <w:t>Abbas</w:t>
          </w:r>
        </w:smartTag>
      </w:smartTag>
      <w:r>
        <w:t xml:space="preserve"> snatched the Government from Bani Umayya in the name of Ahlul Bait (s.a.a.), and when they got the Government, </w:t>
      </w:r>
    </w:p>
    <w:p w:rsidR="001137B5" w:rsidRDefault="001137B5" w:rsidP="00AD7866">
      <w:pPr>
        <w:pStyle w:val="libNormal"/>
      </w:pPr>
      <w:r>
        <w:t>they were crueller to Ahlul Bait (s.a.a.) than them. Similarly nowadays some people get the knowledge of Ahlul Bait (s.a.a.), and after getting status and honour, they start jealousy from Faza’il of Masomeen (s.a.a.). Then they open their dirty evil tongue against the Reality, Highness, Infallibility, and Authority of Masomeen (s.a.a.). In this way actually they disclose their impure birth, and family tree.</w:t>
      </w:r>
    </w:p>
    <w:p w:rsidR="001137B5" w:rsidRDefault="001137B5" w:rsidP="001137B5">
      <w:pPr>
        <w:pStyle w:val="Heading4Center"/>
      </w:pPr>
      <w:r w:rsidRPr="00021429">
        <w:t>138-Bashr and Noor</w:t>
      </w:r>
    </w:p>
    <w:p w:rsidR="001137B5" w:rsidRDefault="001137B5" w:rsidP="00AD7866">
      <w:pPr>
        <w:pStyle w:val="libNormal"/>
      </w:pPr>
      <w:r>
        <w:t xml:space="preserve">The Misguided Mulla thinks that Masomeen (s.a.a.) are earthy humans like him, and barks: How Noor can come in a Human family? When it is said that Mulla will marry Hoor (Noor creation) in the </w:t>
      </w:r>
      <w:smartTag w:uri="urn:schemas-microsoft-com:office:smarttags" w:element="place">
        <w:r>
          <w:t>Paradise</w:t>
        </w:r>
      </w:smartTag>
      <w:r>
        <w:t xml:space="preserve">, and will not go to toilet in spite of eating, then he believes it completely! But still he doubts about the Purity and Infallibility of the Family of Noor (s.a.a.). Mulla does not know that Jannat is made from the shadow of </w:t>
      </w:r>
      <w:smartTag w:uri="urn:schemas-microsoft-com:office:smarttags" w:element="PersonName">
        <w:smartTag w:uri="urn:schemas:contacts" w:element="GivenName">
          <w:r>
            <w:t>Maola</w:t>
          </w:r>
        </w:smartTag>
        <w:r>
          <w:t xml:space="preserve"> </w:t>
        </w:r>
        <w:smartTag w:uri="urn:schemas:contacts" w:element="Sn">
          <w:r>
            <w:t>Hussain</w:t>
          </w:r>
        </w:smartTag>
      </w:smartTag>
      <w:r>
        <w:t xml:space="preserve"> (s.a.), but there was not any shadow of him. In that </w:t>
      </w:r>
      <w:smartTag w:uri="urn:schemas-microsoft-com:office:smarttags" w:element="place">
        <w:r>
          <w:t>Paradise</w:t>
        </w:r>
      </w:smartTag>
      <w:r>
        <w:t xml:space="preserve"> earthy Human will marry </w:t>
      </w:r>
      <w:smartTag w:uri="urn:schemas-microsoft-com:office:smarttags" w:element="PersonName">
        <w:smartTag w:uri="urn:schemas:contacts" w:element="GivenName">
          <w:r>
            <w:t>Norani</w:t>
          </w:r>
        </w:smartTag>
        <w:r>
          <w:t xml:space="preserve"> </w:t>
        </w:r>
        <w:smartTag w:uri="urn:schemas:contacts" w:element="Sn">
          <w:r>
            <w:t>Hoors</w:t>
          </w:r>
        </w:smartTag>
      </w:smartTag>
      <w:r>
        <w:t xml:space="preserve"> and will keep pure and clean all the time.</w:t>
      </w:r>
    </w:p>
    <w:p w:rsidR="001137B5" w:rsidRDefault="001137B5" w:rsidP="001137B5">
      <w:pPr>
        <w:pStyle w:val="Heading4Center"/>
      </w:pPr>
      <w:r w:rsidRPr="00021429">
        <w:t>139-Namaaz is Reminder of Anwaar e Khamsa (s.a)</w:t>
      </w:r>
    </w:p>
    <w:p w:rsidR="001137B5" w:rsidRDefault="001137B5" w:rsidP="00AD7866">
      <w:pPr>
        <w:pStyle w:val="libNormal"/>
      </w:pPr>
      <w:r>
        <w:t xml:space="preserve">Allah Ta’ala made five times Namaaz obligatory to remember Anwaar e Khamsa (s.a.a.). Niyyah is related to </w:t>
      </w:r>
      <w:smartTag w:uri="urn:schemas:contacts" w:element="GivenName">
        <w:r>
          <w:t>Syyeda</w:t>
        </w:r>
      </w:smartTag>
      <w:r>
        <w:t xml:space="preserve"> </w:t>
      </w:r>
      <w:smartTag w:uri="urn:schemas:contacts" w:element="middlename">
        <w:r>
          <w:t>Fatima</w:t>
        </w:r>
      </w:smartTag>
      <w:r>
        <w:t xml:space="preserve"> </w:t>
      </w:r>
      <w:smartTag w:uri="urn:schemas:contacts" w:element="Sn">
        <w:r>
          <w:t>Zahra</w:t>
        </w:r>
      </w:smartTag>
      <w:r>
        <w:t xml:space="preserve"> (s.a.), Qiyaam is related to </w:t>
      </w:r>
      <w:smartTag w:uri="urn:schemas:contacts" w:element="GivenName">
        <w:r>
          <w:t>Hazrat</w:t>
        </w:r>
      </w:smartTag>
      <w:r>
        <w:t xml:space="preserve"> </w:t>
      </w:r>
      <w:smartTag w:uri="urn:schemas:contacts" w:element="Sn">
        <w:r>
          <w:t>Mohammad</w:t>
        </w:r>
      </w:smartTag>
      <w:r>
        <w:t xml:space="preserve"> (s.a.w.a.w.), Rakooh is related to </w:t>
      </w:r>
      <w:smartTag w:uri="urn:schemas:contacts" w:element="GivenName">
        <w:r>
          <w:t>Maola</w:t>
        </w:r>
      </w:smartTag>
      <w:r>
        <w:t xml:space="preserve"> </w:t>
      </w:r>
      <w:smartTag w:uri="urn:schemas:contacts" w:element="Sn">
        <w:r>
          <w:t>Ali</w:t>
        </w:r>
      </w:smartTag>
      <w:r>
        <w:t xml:space="preserve"> </w:t>
      </w:r>
      <w:r>
        <w:lastRenderedPageBreak/>
        <w:t xml:space="preserve">(s.a.), Sajdah is related to Imam </w:t>
      </w:r>
      <w:smartTag w:uri="urn:schemas:contacts" w:element="Sn">
        <w:r>
          <w:t>Hussain</w:t>
        </w:r>
      </w:smartTag>
      <w:r>
        <w:t xml:space="preserve"> (s.a.), </w:t>
      </w:r>
      <w:smartTag w:uri="urn:schemas:contacts" w:element="Sn">
        <w:r>
          <w:t>Qa’dah</w:t>
        </w:r>
      </w:smartTag>
      <w:r>
        <w:t xml:space="preserve"> is related to </w:t>
      </w:r>
      <w:smartTag w:uri="urn:schemas-microsoft-com:office:smarttags" w:element="PersonName">
        <w:r>
          <w:t xml:space="preserve">Imam </w:t>
        </w:r>
        <w:smartTag w:uri="urn:schemas:contacts" w:element="Sn">
          <w:r>
            <w:t>Hassan</w:t>
          </w:r>
        </w:smartTag>
      </w:smartTag>
      <w:r>
        <w:t xml:space="preserve"> (s.a.), and Tashahud is related to Testification of all of them until Qaim (a.f.s.).</w:t>
      </w:r>
    </w:p>
    <w:p w:rsidR="001137B5" w:rsidRDefault="001137B5" w:rsidP="00AD7866">
      <w:pPr>
        <w:pStyle w:val="libNormal"/>
      </w:pPr>
      <w:r>
        <w:t>And the form of Namaaz is according to the name ‘</w:t>
      </w:r>
      <w:smartTag w:uri="urn:schemas:contacts" w:element="GivenName">
        <w:r>
          <w:t>Ahmad</w:t>
        </w:r>
      </w:smartTag>
      <w:r>
        <w:t xml:space="preserve">’ of Holy Prophet (s.a.w.a.w.) i.e. ‘Alif’ = Qiyaam, ‘Ha’ = Rakooh, ‘Meem’ = Sajdah, ‘Dal’ = </w:t>
      </w:r>
      <w:smartTag w:uri="urn:schemas:contacts" w:element="Sn">
        <w:r>
          <w:t>Qa’da</w:t>
        </w:r>
      </w:smartTag>
      <w:r>
        <w:t>.</w:t>
      </w:r>
    </w:p>
    <w:p w:rsidR="001137B5" w:rsidRDefault="001137B5" w:rsidP="00AD7866">
      <w:pPr>
        <w:pStyle w:val="libNormal"/>
      </w:pPr>
      <w:r>
        <w:t xml:space="preserve">Namaaz gives us the lesson: Qiyaam = Stand steadfast on Walayat like </w:t>
      </w:r>
      <w:smartTag w:uri="urn:schemas-microsoft-com:office:smarttags" w:element="PersonName">
        <w:smartTag w:uri="urn:schemas:contacts" w:element="GivenName">
          <w:r>
            <w:t>Hazrat</w:t>
          </w:r>
        </w:smartTag>
        <w:r>
          <w:t xml:space="preserve"> </w:t>
        </w:r>
        <w:smartTag w:uri="urn:schemas:contacts" w:element="Sn">
          <w:r>
            <w:t>Mohammad</w:t>
          </w:r>
        </w:smartTag>
      </w:smartTag>
      <w:r>
        <w:t xml:space="preserve"> (s.a.w.a.w.), keep preaching Walayat until the last breath. Rakooh = Spend your wealth on Walayat e </w:t>
      </w:r>
      <w:smartTag w:uri="urn:schemas:contacts" w:element="GivenName">
        <w:r>
          <w:t>Ali</w:t>
        </w:r>
      </w:smartTag>
      <w:r>
        <w:t xml:space="preserve"> (s.a.), and keep ready to be beheaded if needed. </w:t>
      </w:r>
      <w:smartTag w:uri="urn:schemas:contacts" w:element="Sn">
        <w:r>
          <w:t>Qa’da</w:t>
        </w:r>
      </w:smartTag>
      <w:r>
        <w:t xml:space="preserve"> = Keep sitting on the Straight Path of Ali (s.a.). Sajdah = Sacrifice your head for Walayat e </w:t>
      </w:r>
      <w:smartTag w:uri="urn:schemas:contacts" w:element="GivenName">
        <w:r>
          <w:t>Ali</w:t>
        </w:r>
      </w:smartTag>
      <w:r>
        <w:t xml:space="preserve"> (s.a.), but do not pay allegiance to Batil. Niyyah = Our ladies and children are also ready for sacrifice on Walayat e </w:t>
      </w:r>
      <w:smartTag w:uri="urn:schemas:contacts" w:element="GivenName">
        <w:r>
          <w:t>Ali</w:t>
        </w:r>
      </w:smartTag>
      <w:r>
        <w:t xml:space="preserve"> (s.a.).</w:t>
      </w:r>
    </w:p>
    <w:p w:rsidR="001137B5" w:rsidRDefault="001137B5" w:rsidP="001137B5">
      <w:pPr>
        <w:pStyle w:val="Heading4Center"/>
      </w:pPr>
      <w:r w:rsidRPr="00021429">
        <w:t>140-Evolution in Ibadaat</w:t>
      </w:r>
    </w:p>
    <w:p w:rsidR="001137B5" w:rsidRDefault="001137B5" w:rsidP="00AD7866">
      <w:pPr>
        <w:pStyle w:val="libNormal"/>
      </w:pPr>
      <w:r>
        <w:t xml:space="preserve">Educated but ignorant people are being trapped by the Nasibi scholars, who say: Donate blood for patients instead of shedding blood for </w:t>
      </w:r>
      <w:smartTag w:uri="urn:schemas-microsoft-com:office:smarttags" w:element="PersonName">
        <w:r>
          <w:t xml:space="preserve">Imam </w:t>
        </w:r>
        <w:smartTag w:uri="urn:schemas:contacts" w:element="Sn">
          <w:r>
            <w:t>Hussain</w:t>
          </w:r>
        </w:smartTag>
      </w:smartTag>
      <w:r>
        <w:t xml:space="preserve"> (s.a.)! These people have forgotten the real object &amp; aim of Khair al Amal, they see Ibadaat superficially. Then all Ibadaat of Islam have to be modified according to the needs of the modern time:</w:t>
      </w:r>
    </w:p>
    <w:p w:rsidR="001137B5" w:rsidRDefault="001137B5" w:rsidP="00AD7866">
      <w:pPr>
        <w:pStyle w:val="libNormal"/>
      </w:pPr>
      <w:r>
        <w:t>Instead of Namaaz in mosque, open Health Gyms, then even non-Muslims can benefit an exercise like Namaaz, there can be recording of Quran on loud-speaker with exercise in Gym. Due to Fasting, now we know how the poor feel hunger, so it is not necessary nowadays to keep Fasts, just give money to the poor according to your ability. The Tax which government deducts it is used in welfare of the people, so there is no need of Zakaat. Muslims spend more than fifteen billion dollars every year on Hajj. By stopping Hajj (</w:t>
      </w:r>
      <w:smartTag w:uri="urn:schemas-microsoft-com:office:smarttags" w:element="PersonName">
        <w:smartTag w:uri="urn:schemas:contacts" w:element="GivenName">
          <w:r>
            <w:t>Naoozo</w:t>
          </w:r>
        </w:smartTag>
        <w:r>
          <w:t xml:space="preserve"> </w:t>
        </w:r>
        <w:smartTag w:uri="urn:schemas:contacts" w:element="Sn">
          <w:r>
            <w:t>Billah</w:t>
          </w:r>
        </w:smartTag>
      </w:smartTag>
      <w:r>
        <w:t>) for a few years, this money can solve all the problems of the poor Muslims of the whole world. According to the saying of Masoom (s.a.), if a person spends too much wealth in the way of Allah but does not go for Hajj, it is all useless. Also instead of fighting bravely in Jihad, one should use long range missiles with atomic heads, it does not matter if innocent children and women are also killed. Similarly leave ‘Amr bil Maroof, Nahi anil Munkir, Tawalla, and Taberra’ as well, because we should not hurt and interfere others, and it is also against the Human Rights.</w:t>
      </w:r>
    </w:p>
    <w:p w:rsidR="001137B5" w:rsidRDefault="001137B5" w:rsidP="00AD7866">
      <w:pPr>
        <w:pStyle w:val="libNormal"/>
      </w:pPr>
      <w:r>
        <w:t xml:space="preserve">In fact Mulla did not understand the Rooh of Ibadaat. Five times Namaaz is to establish the Zikr of Mohammad o Aal e </w:t>
      </w:r>
      <w:smartTag w:uri="urn:schemas:contacts" w:element="GivenName">
        <w:r>
          <w:t>Mohammad</w:t>
        </w:r>
      </w:smartTag>
      <w:r>
        <w:t xml:space="preserve"> (s.a.a.), in which we testify Walayat e Mutliqa. Azadari is the life of Humanity, it is Life of our life. Hajj is to do Ziyarat of the place of Zahoor of Maola Ali (s.a.), and Ziyarat of Rasool Allah (s.a.w.a.w.) and Jannat ul Baqeh &amp; Jannat ul Moalla. Fasting is Sunnah of thirst and hunger of </w:t>
      </w:r>
      <w:smartTag w:uri="urn:schemas-microsoft-com:office:smarttags" w:element="City">
        <w:smartTag w:uri="urn:schemas-microsoft-com:office:smarttags" w:element="place">
          <w:r>
            <w:t>Karbala</w:t>
          </w:r>
        </w:smartTag>
      </w:smartTag>
      <w:r>
        <w:t xml:space="preserve">. Zakaat and Khums is the practical testification of Walayat of Wajhullah (s.a.). Jihaad is to preach Walayat e </w:t>
      </w:r>
      <w:smartTag w:uri="urn:schemas:contacts" w:element="GivenName">
        <w:r>
          <w:t>Ali</w:t>
        </w:r>
      </w:smartTag>
      <w:r>
        <w:t xml:space="preserve"> (s.a.), and to prevail Tauheed. Amr bil Maroof is to invite towards Walayat e </w:t>
      </w:r>
      <w:smartTag w:uri="urn:schemas:contacts" w:element="GivenName">
        <w:r>
          <w:t>Ali</w:t>
        </w:r>
      </w:smartTag>
      <w:r>
        <w:t xml:space="preserve"> (s.a.). Nahi anil Munkir is to save people from Muqassireen. Tawalla is to announce Mawaddat of Ahlul Bait (s.a.a.). Taberra is Sunnah of Allah and His Angels (a.s.) to curse on people with Bughz e </w:t>
      </w:r>
      <w:smartTag w:uri="urn:schemas:contacts" w:element="GivenName">
        <w:r>
          <w:t>Ali</w:t>
        </w:r>
      </w:smartTag>
      <w:r>
        <w:t xml:space="preserve"> (s.a.).</w:t>
      </w:r>
    </w:p>
    <w:p w:rsidR="001137B5" w:rsidRDefault="001137B5" w:rsidP="001137B5">
      <w:pPr>
        <w:pStyle w:val="Heading4Center"/>
      </w:pPr>
      <w:r w:rsidRPr="00021429">
        <w:lastRenderedPageBreak/>
        <w:t>141-Safeena e Nijaat</w:t>
      </w:r>
    </w:p>
    <w:p w:rsidR="001137B5" w:rsidRDefault="001137B5" w:rsidP="00AD7866">
      <w:pPr>
        <w:pStyle w:val="libNormal"/>
      </w:pPr>
      <w:r>
        <w:t xml:space="preserve">Kinaan thought that he will be rescued by his practical endeavour by climbing on the high hill, but will not ride on the boat (Safeena) of his father </w:t>
      </w:r>
      <w:smartTag w:uri="urn:schemas-microsoft-com:office:smarttags" w:element="PersonName">
        <w:smartTag w:uri="urn:schemas:contacts" w:element="GivenName">
          <w:r>
            <w:t>Nabi</w:t>
          </w:r>
        </w:smartTag>
        <w:r>
          <w:t xml:space="preserve"> </w:t>
        </w:r>
        <w:smartTag w:uri="urn:schemas:contacts" w:element="Sn">
          <w:r>
            <w:t>Nuh</w:t>
          </w:r>
        </w:smartTag>
      </w:smartTag>
      <w:r>
        <w:t xml:space="preserve"> (a.s.). Similarly Kinaani Mulla of today thinks that the hill of his Khalisi Prayers is very high, and he will not get into the Safeena e Nijaat of Walayat e Ahlul Bait (s.a.a.).</w:t>
      </w:r>
    </w:p>
    <w:p w:rsidR="001137B5" w:rsidRDefault="001137B5" w:rsidP="001137B5">
      <w:pPr>
        <w:pStyle w:val="Heading4Center"/>
      </w:pPr>
      <w:r w:rsidRPr="00021429">
        <w:t>142-Everywhere Wajhullah</w:t>
      </w:r>
    </w:p>
    <w:p w:rsidR="001137B5" w:rsidRDefault="001137B5" w:rsidP="00AD7866">
      <w:pPr>
        <w:pStyle w:val="libNormal"/>
      </w:pPr>
      <w:r>
        <w:t>It is common practice of the world that on all big and high quality things the name of its maker is engraved. Momineen are too much delighted: On Arsh, on Kursi, on Skies, on strata of Earth, on Hill tops, on Water, on forehead &amp; wings of Angels, on faces of Hoors, on the door &amp; curtains of Jannat, on the front page of Momin’s Deed-book, and every where Ism e Azam of Ali ibne Abi Talib (s.a.) is written. And this is the claim of Quran: Where ever you look, you will find Wajhullah.</w:t>
      </w:r>
    </w:p>
    <w:p w:rsidR="001137B5" w:rsidRDefault="001137B5" w:rsidP="001137B5">
      <w:pPr>
        <w:pStyle w:val="Heading4Center"/>
      </w:pPr>
      <w:r w:rsidRPr="00021429">
        <w:t>143-Islam favoured Mulla or Mulla favoured Islam?</w:t>
      </w:r>
    </w:p>
    <w:p w:rsidR="001137B5" w:rsidRDefault="001137B5" w:rsidP="00AD7866">
      <w:pPr>
        <w:pStyle w:val="libNormal"/>
      </w:pPr>
      <w:r>
        <w:t>If one curses on Muqassir Mulla, then it is said: Do not create differences and mutiny; all Ulma are the Recognition of Islam and Shiaism, do not be rude to them. In fact this reasoning is totally wrong. By becoming Muslim no one favours Islam (Hujrat 17). Rather Ulma get this status and honour due to Islam and guidance by the knowledge of Masomeen (s.a.a.). Then if any one of them follows Shaitan and is rude to Masomeen (s.a.a.), thus becomes Murtad, then how a Momin can respect him, and keeps quiet not cursing him.</w:t>
      </w:r>
    </w:p>
    <w:p w:rsidR="001137B5" w:rsidRDefault="001137B5" w:rsidP="001137B5">
      <w:pPr>
        <w:pStyle w:val="Heading4Center"/>
      </w:pPr>
      <w:r w:rsidRPr="00021429">
        <w:t>144-Be helpers of Allah</w:t>
      </w:r>
    </w:p>
    <w:p w:rsidR="001137B5" w:rsidRDefault="001137B5" w:rsidP="00AD7866">
      <w:pPr>
        <w:pStyle w:val="libNormal"/>
      </w:pPr>
      <w:r>
        <w:t xml:space="preserve">When someone asks for help, it means that he needs a helping hand for work he is doing. If Allah asks Momineen to help, it means that He wants us to do what He is doing: Allah and His Angels are sending Salawaat on </w:t>
      </w:r>
      <w:smartTag w:uri="urn:schemas:contacts" w:element="GivenName">
        <w:r>
          <w:t>Mohammad</w:t>
        </w:r>
      </w:smartTag>
      <w:r>
        <w:t xml:space="preserve"> o Aal e </w:t>
      </w:r>
      <w:smartTag w:uri="urn:schemas:contacts" w:element="GivenName">
        <w:r>
          <w:t>Mohammad</w:t>
        </w:r>
      </w:smartTag>
      <w:r>
        <w:t xml:space="preserve"> (s.a.a.), and curse on their enemies. The job of Momin is the same: He obeys Allah by obeying </w:t>
      </w:r>
      <w:smartTag w:uri="urn:schemas:contacts" w:element="GivenName">
        <w:r>
          <w:t>Mohammad</w:t>
        </w:r>
      </w:smartTag>
      <w:r>
        <w:t xml:space="preserve"> o Aal e </w:t>
      </w:r>
      <w:smartTag w:uri="urn:schemas:contacts" w:element="GivenName">
        <w:r>
          <w:t>Mohammad</w:t>
        </w:r>
      </w:smartTag>
      <w:r>
        <w:t xml:space="preserve"> (s.a.a.), narrates their </w:t>
      </w:r>
      <w:smartTag w:uri="urn:schemas:contacts" w:element="Sn">
        <w:r>
          <w:t>Faza’il</w:t>
        </w:r>
      </w:smartTag>
      <w:r>
        <w:t xml:space="preserve">, Testifies their Walayat in Prayers five times a day, and sends Complete Salawaat on them. Unlike Munafiq, neither sends incomplete Salawaat, nor testifies with incomplete (without Walayat) Testification. And curses on Muqassireen and Munafiqeen who keep malice &amp; jealousy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and supplicates: Ya Allah! on the day of Qiyamah, wherever Mulla goes, his </w:t>
      </w:r>
      <w:smartTag w:uri="urn:schemas-microsoft-com:office:smarttags" w:element="PersonName">
        <w:smartTag w:uri="urn:schemas:contacts" w:element="GivenName">
          <w:r>
            <w:t>Khalisi</w:t>
          </w:r>
        </w:smartTag>
        <w:r>
          <w:t xml:space="preserve"> </w:t>
        </w:r>
        <w:smartTag w:uri="urn:schemas:contacts" w:element="Sn">
          <w:r>
            <w:t>Muqallideen</w:t>
          </w:r>
        </w:smartTag>
      </w:smartTag>
      <w:r>
        <w:t xml:space="preserve"> should go behind him without asking Daleel.</w:t>
      </w:r>
    </w:p>
    <w:p w:rsidR="001137B5" w:rsidRDefault="001137B5" w:rsidP="001137B5">
      <w:pPr>
        <w:pStyle w:val="Heading4Center"/>
      </w:pPr>
      <w:r w:rsidRPr="00021429">
        <w:t>145-Triple Compound Sect</w:t>
      </w:r>
    </w:p>
    <w:p w:rsidR="001137B5" w:rsidRDefault="001137B5" w:rsidP="00AD7866">
      <w:pPr>
        <w:pStyle w:val="libNormal"/>
      </w:pPr>
      <w:r>
        <w:t xml:space="preserve">Batil forces introduced new sects in Islam to weaken it. They appointed Mulla Ghulam Ahmed as Nabi, so </w:t>
      </w:r>
      <w:smartTag w:uri="urn:schemas-microsoft-com:office:smarttags" w:element="PersonName">
        <w:smartTag w:uri="urn:schemas:contacts" w:element="GivenName">
          <w:r>
            <w:t>Mirzai</w:t>
          </w:r>
        </w:smartTag>
        <w:r>
          <w:t xml:space="preserve"> </w:t>
        </w:r>
        <w:smartTag w:uri="urn:schemas:contacts" w:element="Sn">
          <w:r>
            <w:t>Qadiani</w:t>
          </w:r>
        </w:smartTag>
      </w:smartTag>
      <w:r>
        <w:t xml:space="preserve"> came into existence. Similarly they backed Mulla Abdul Wahab, so Wahabi came into existence. In this way they broke Sunni religion into pieces, and the real Sunni sect was almost extinct, but </w:t>
      </w:r>
      <w:smartTag w:uri="urn:schemas-microsoft-com:office:smarttags" w:element="PersonName">
        <w:smartTag w:uri="urn:schemas:contacts" w:element="title">
          <w:r>
            <w:t>Dr.</w:t>
          </w:r>
        </w:smartTag>
        <w:r>
          <w:t xml:space="preserve"> </w:t>
        </w:r>
        <w:smartTag w:uri="urn:schemas:contacts" w:element="Sn">
          <w:r>
            <w:t>Tahir</w:t>
          </w:r>
        </w:smartTag>
      </w:smartTag>
      <w:r>
        <w:t xml:space="preserve"> ul Qadri is working for its revival.</w:t>
      </w:r>
    </w:p>
    <w:p w:rsidR="001137B5" w:rsidRDefault="001137B5" w:rsidP="00AD7866">
      <w:pPr>
        <w:pStyle w:val="libNormal"/>
      </w:pPr>
      <w:r>
        <w:t xml:space="preserve">Now any wise person is forced to think: Are Batil forces friends of Shias that they did not attack them? Not at all! Jews did this work quietly because </w:t>
      </w:r>
      <w:r>
        <w:lastRenderedPageBreak/>
        <w:t xml:space="preserve">Shia people are more intelligent. The effects of that conspiracy are revealing now, but the poison has been diffused in the whole Shia Nation. Jews added another theory in the ideology of </w:t>
      </w:r>
      <w:smartTag w:uri="urn:schemas:contacts" w:element="GivenName">
        <w:r>
          <w:t>Ghulam</w:t>
        </w:r>
      </w:smartTag>
      <w:r>
        <w:t xml:space="preserve"> </w:t>
      </w:r>
      <w:smartTag w:uri="urn:schemas:contacts" w:element="Sn">
        <w:r>
          <w:t>Ahmed</w:t>
        </w:r>
      </w:smartTag>
      <w:r>
        <w:t xml:space="preserve"> and </w:t>
      </w:r>
      <w:smartTag w:uri="urn:schemas-microsoft-com:office:smarttags" w:element="PersonName">
        <w:smartTag w:uri="urn:schemas:contacts" w:element="GivenName">
          <w:r>
            <w:t>Abdul</w:t>
          </w:r>
        </w:smartTag>
        <w:r>
          <w:t xml:space="preserve"> </w:t>
        </w:r>
        <w:smartTag w:uri="urn:schemas:contacts" w:element="Sn">
          <w:r>
            <w:t>Wahab</w:t>
          </w:r>
        </w:smartTag>
      </w:smartTag>
      <w:r>
        <w:t>, and introduced a Trinity Religion, Khalisi Triple Compound, i.e.</w:t>
      </w:r>
    </w:p>
    <w:p w:rsidR="001137B5" w:rsidRDefault="001137B5" w:rsidP="00AD7866">
      <w:pPr>
        <w:pStyle w:val="libNormal"/>
      </w:pPr>
      <w:r>
        <w:t>1-</w:t>
      </w:r>
      <w:r>
        <w:tab/>
      </w:r>
      <w:smartTag w:uri="urn:schemas-microsoft-com:office:smarttags" w:element="PersonName">
        <w:smartTag w:uri="urn:schemas:contacts" w:element="GivenName">
          <w:r>
            <w:t>Ghulam</w:t>
          </w:r>
        </w:smartTag>
        <w:r>
          <w:t xml:space="preserve"> </w:t>
        </w:r>
        <w:smartTag w:uri="urn:schemas:contacts" w:element="Sn">
          <w:r>
            <w:t>Ahmad</w:t>
          </w:r>
        </w:smartTag>
      </w:smartTag>
      <w:r>
        <w:t xml:space="preserve"> claimed Prophet-hood. Mulla of this religion declares himself superior to Prophets of Bani Israeel.</w:t>
      </w:r>
    </w:p>
    <w:p w:rsidR="001137B5" w:rsidRDefault="001137B5" w:rsidP="00AD7866">
      <w:pPr>
        <w:pStyle w:val="libNormal"/>
      </w:pPr>
      <w:r>
        <w:t>2-</w:t>
      </w:r>
      <w:r>
        <w:tab/>
      </w:r>
      <w:smartTag w:uri="urn:schemas-microsoft-com:office:smarttags" w:element="PersonName">
        <w:smartTag w:uri="urn:schemas:contacts" w:element="GivenName">
          <w:r>
            <w:t>Abdul</w:t>
          </w:r>
        </w:smartTag>
        <w:r>
          <w:t xml:space="preserve"> </w:t>
        </w:r>
        <w:smartTag w:uri="urn:schemas:contacts" w:element="Sn">
          <w:r>
            <w:t>Wahab</w:t>
          </w:r>
        </w:smartTag>
      </w:smartTag>
      <w:r>
        <w:t xml:space="preserve"> started direct contact with Allah without Waseela. Mulla of this religion became Waseela himself. Instead of Hadees of Masoom (s.a.), he issues Fatawa by his name. And takes responsibility of deeds of those who act on his Rasala e Amlia.</w:t>
      </w:r>
    </w:p>
    <w:p w:rsidR="001137B5" w:rsidRDefault="001137B5" w:rsidP="00AD7866">
      <w:pPr>
        <w:pStyle w:val="libNormal"/>
      </w:pPr>
      <w:r>
        <w:t>3-</w:t>
      </w:r>
      <w:r>
        <w:tab/>
        <w:t xml:space="preserve">Shaitan denied Khilafat &amp; Walayat practically, when Allah ordered to do Sajdah to </w:t>
      </w:r>
      <w:smartTag w:uri="urn:schemas:contacts" w:element="GivenName">
        <w:r>
          <w:t>Adam</w:t>
        </w:r>
      </w:smartTag>
      <w:r>
        <w:t xml:space="preserve"> (a.s.) after transferring Noor of Mohammad o Aal e </w:t>
      </w:r>
      <w:smartTag w:uri="urn:schemas:contacts" w:element="GivenName">
        <w:r>
          <w:t>Mohammad</w:t>
        </w:r>
      </w:smartTag>
      <w:r>
        <w:t xml:space="preserve"> (s.a.a.) in him. Sajdah is part of prayer. Mulla has already got certificate of hypocrisy by denying practically to testify Walayat in prayer.</w:t>
      </w:r>
    </w:p>
    <w:p w:rsidR="001137B5" w:rsidRDefault="001137B5" w:rsidP="001137B5">
      <w:pPr>
        <w:pStyle w:val="Heading4Center"/>
      </w:pPr>
      <w:r w:rsidRPr="00021429">
        <w:t xml:space="preserve">146-To </w:t>
      </w:r>
      <w:r>
        <w:t>kill two birds with one</w:t>
      </w:r>
      <w:r w:rsidRPr="00021429">
        <w:t xml:space="preserve"> shot</w:t>
      </w:r>
    </w:p>
    <w:p w:rsidR="001137B5" w:rsidRDefault="001137B5" w:rsidP="00AD7866">
      <w:pPr>
        <w:pStyle w:val="libNormal"/>
      </w:pPr>
      <w:r>
        <w:t xml:space="preserve">Look at the mastermind Shaitan, what lesson he taught to Mulla. The follower of Shaitan who are gay (sodomite), what they must do after marriage. Shaitan asked his brother Mulla to issue a Fatwa: It is permissible to do sodomy with his wife with her </w:t>
      </w:r>
    </w:p>
    <w:p w:rsidR="001137B5" w:rsidRDefault="001137B5" w:rsidP="00AD7866">
      <w:pPr>
        <w:pStyle w:val="libNormal"/>
      </w:pPr>
      <w:r>
        <w:t>permission, but it is Makrooh. So Shaitan can also have place and obviously then their children will be Ibleesi and Najis, then automatically they will be far from Marifat of Masomeen (s.a.a.) due to Najasat of their birth.</w:t>
      </w:r>
    </w:p>
    <w:p w:rsidR="001137B5" w:rsidRDefault="001137B5" w:rsidP="001137B5">
      <w:pPr>
        <w:pStyle w:val="Heading4Center"/>
      </w:pPr>
      <w:r w:rsidRPr="00021429">
        <w:t>147-360 Idols and Oneness</w:t>
      </w:r>
    </w:p>
    <w:p w:rsidR="001137B5" w:rsidRDefault="001137B5" w:rsidP="00AD7866">
      <w:pPr>
        <w:pStyle w:val="libNormal"/>
      </w:pPr>
      <w:r>
        <w:t xml:space="preserve">It is mentioned in Sura Kafiroon that Kafirs want a religion of mixture according to their wishes, so that they can worship their 360 idols along with one Allah, but Allah and His Rasool (s.a.w.a.w.) refused. Jews also made their Ulma their Rabb i.e. whatever Ulma were saying they were accepting without asking Daleel, they changed Halaal and Haraam, which is mentioned in Sura Tauba v31, and Sura Baqarah v78-79. Similarly Mulla of today who is secretly enemy of Faza’il of Mohammad o Aal e </w:t>
      </w:r>
      <w:smartTag w:uri="urn:schemas:contacts" w:element="GivenName">
        <w:r>
          <w:t>Mohammad</w:t>
        </w:r>
      </w:smartTag>
      <w:r>
        <w:t xml:space="preserve"> (s.a.a.), has printed his own Fatwa Book (Aeen e Akbari) in which he does not mention Masomeen (s.a.a.), and forces his Muqallideen to accept it without asking Daleel, only then they can be Salvaged!</w:t>
      </w:r>
    </w:p>
    <w:p w:rsidR="001137B5" w:rsidRDefault="001137B5" w:rsidP="00AD7866">
      <w:pPr>
        <w:pStyle w:val="libNormal"/>
      </w:pPr>
      <w:r>
        <w:t>If Mulla was sincere, he would have translated Kutub e Arba in many languages for Momineen, in these books all commandments are with the names of Masomeen (s.a.a.), which every Momin likes. If it was so, then the Shia nation would have been saved from destruction.</w:t>
      </w:r>
    </w:p>
    <w:p w:rsidR="001137B5" w:rsidRDefault="001137B5" w:rsidP="001137B5">
      <w:pPr>
        <w:pStyle w:val="Heading4Center"/>
      </w:pPr>
      <w:r w:rsidRPr="00021429">
        <w:t>148-In Search of the Truth</w:t>
      </w:r>
    </w:p>
    <w:p w:rsidR="001137B5" w:rsidRDefault="001137B5" w:rsidP="00AD7866">
      <w:pPr>
        <w:pStyle w:val="libNormal"/>
      </w:pPr>
      <w:r>
        <w:t xml:space="preserve">If anyone has any doubt or hesitation about </w:t>
      </w:r>
      <w:smartTag w:uri="urn:schemas:contacts" w:element="Sn">
        <w:r>
          <w:t>Faza’il</w:t>
        </w:r>
      </w:smartTag>
      <w:r>
        <w:t xml:space="preserve"> and Walayat e Mutliqa of Maola Ali (s.a.), and he thinks Farooh (e.g. Namaaz) is superior to Usool (e.g. Walayat o Imamat), then he should find its reason......First he should think: how he earns, whether he earns Haraam? If it is Halaal way of earning, then he should look at the atmosphere of his home, whether the </w:t>
      </w:r>
      <w:r>
        <w:lastRenderedPageBreak/>
        <w:t xml:space="preserve">atmosphere is against Shariah? And if that is also according to Shariah all twelve </w:t>
      </w:r>
    </w:p>
    <w:p w:rsidR="001137B5" w:rsidRDefault="001137B5" w:rsidP="00AD7866">
      <w:pPr>
        <w:pStyle w:val="libNormal"/>
      </w:pPr>
      <w:r>
        <w:t>months in a year, then he should pay attention to his mother, and if she is not present in the world, then he should go to the suburb or village where he was born, and look around in the neighbourhood whether he looks like some neighbour or not? If it is not like that then he should read the translation &amp; commentary of verse 64 of Sura Bani Israeel, whether it is not a mischief of Shaitan? And then repent to Allah for the sake of Masomeen (s.a.a.), certainly Allah is Forgiving.</w:t>
      </w:r>
    </w:p>
    <w:p w:rsidR="001137B5" w:rsidRDefault="001137B5" w:rsidP="001137B5">
      <w:pPr>
        <w:pStyle w:val="Heading4Center"/>
      </w:pPr>
      <w:r w:rsidRPr="00021429">
        <w:t>149-The Answer of Complain</w:t>
      </w:r>
    </w:p>
    <w:p w:rsidR="001137B5" w:rsidRDefault="001137B5" w:rsidP="00AD7866">
      <w:pPr>
        <w:pStyle w:val="libNormal"/>
      </w:pPr>
      <w:r>
        <w:t>It is not fair only to complain without suggesting rectification. Shia scholars and public should think and start practical steps, e.g.:</w:t>
      </w:r>
    </w:p>
    <w:p w:rsidR="001137B5" w:rsidRDefault="001137B5" w:rsidP="00AD7866">
      <w:pPr>
        <w:pStyle w:val="libNormal"/>
      </w:pPr>
      <w:r>
        <w:t>1-</w:t>
      </w:r>
      <w:r>
        <w:tab/>
      </w:r>
      <w:smartTag w:uri="urn:schemas-microsoft-com:office:smarttags" w:element="PersonName">
        <w:smartTag w:uri="urn:schemas:contacts" w:element="GivenName">
          <w:r>
            <w:t>Wifaq</w:t>
          </w:r>
        </w:smartTag>
        <w:r>
          <w:t xml:space="preserve"> </w:t>
        </w:r>
        <w:smartTag w:uri="urn:schemas:contacts" w:element="Sn">
          <w:r>
            <w:t>Ulma</w:t>
          </w:r>
        </w:smartTag>
      </w:smartTag>
      <w:r>
        <w:t xml:space="preserve"> e Walayat should be established in the whole country, with its branch in every city.</w:t>
      </w:r>
    </w:p>
    <w:p w:rsidR="001137B5" w:rsidRDefault="001137B5" w:rsidP="00AD7866">
      <w:pPr>
        <w:pStyle w:val="libNormal"/>
      </w:pPr>
      <w:r>
        <w:t>2-</w:t>
      </w:r>
      <w:r>
        <w:tab/>
        <w:t>Momineen should be told how to spend Khums and Zakaat themselves, like they perform other Ibadaat themselves.</w:t>
      </w:r>
    </w:p>
    <w:p w:rsidR="001137B5" w:rsidRDefault="001137B5" w:rsidP="00AD7866">
      <w:pPr>
        <w:pStyle w:val="libNormal"/>
      </w:pPr>
      <w:r>
        <w:t>3-</w:t>
      </w:r>
      <w:r>
        <w:tab/>
        <w:t>Titles of Masomeen (s.a.a.) should not be used for Religious Scholars and Speakers.</w:t>
      </w:r>
    </w:p>
    <w:p w:rsidR="001137B5" w:rsidRDefault="001137B5" w:rsidP="00AD7866">
      <w:pPr>
        <w:pStyle w:val="libNormal"/>
      </w:pPr>
      <w:r>
        <w:t>4-</w:t>
      </w:r>
      <w:r>
        <w:tab/>
        <w:t xml:space="preserve">Kutub e Arba should be translated in all major languages. And one brief book should be prepared as well from Kutub e Arba, in which all commandments are written with the name of Masoom (s.a.) (e.g. Kash ul Ahkaam, compiled by </w:t>
      </w:r>
      <w:smartTag w:uri="urn:schemas-microsoft-com:office:smarttags" w:element="PersonName">
        <w:smartTag w:uri="urn:schemas:contacts" w:element="GivenName">
          <w:r>
            <w:t>Syyed</w:t>
          </w:r>
        </w:smartTag>
        <w:r>
          <w:t xml:space="preserve"> </w:t>
        </w:r>
        <w:smartTag w:uri="urn:schemas:contacts" w:element="middlename">
          <w:r>
            <w:t>Baqir</w:t>
          </w:r>
        </w:smartTag>
        <w:r>
          <w:t xml:space="preserve"> </w:t>
        </w:r>
        <w:smartTag w:uri="urn:schemas:contacts" w:element="middlename">
          <w:r>
            <w:t>Nisar</w:t>
          </w:r>
        </w:smartTag>
        <w:r>
          <w:t xml:space="preserve"> </w:t>
        </w:r>
        <w:smartTag w:uri="urn:schemas:contacts" w:element="Sn">
          <w:r>
            <w:t>Zaidi</w:t>
          </w:r>
        </w:smartTag>
      </w:smartTag>
      <w:r>
        <w:t>)</w:t>
      </w:r>
    </w:p>
    <w:p w:rsidR="001137B5" w:rsidRDefault="001137B5" w:rsidP="00AD7866">
      <w:pPr>
        <w:pStyle w:val="libNormal"/>
      </w:pPr>
      <w:r>
        <w:t>5-</w:t>
      </w:r>
      <w:r>
        <w:tab/>
        <w:t xml:space="preserve">All </w:t>
      </w:r>
      <w:smartTag w:uri="urn:schemas-microsoft-com:office:smarttags" w:element="PersonName">
        <w:smartTag w:uri="urn:schemas:contacts" w:element="GivenName">
          <w:r>
            <w:t>Tauzihul</w:t>
          </w:r>
        </w:smartTag>
        <w:r>
          <w:t xml:space="preserve"> </w:t>
        </w:r>
        <w:smartTag w:uri="urn:schemas:contacts" w:element="Sn">
          <w:r>
            <w:t>Masail</w:t>
          </w:r>
        </w:smartTag>
      </w:smartTag>
      <w:r>
        <w:t>, in which Fatawa are without reference of any Masoom (s.a.) should be destroyed, such books should be condemned.</w:t>
      </w:r>
    </w:p>
    <w:p w:rsidR="001137B5" w:rsidRDefault="001137B5" w:rsidP="00AD7866">
      <w:pPr>
        <w:pStyle w:val="libNormal"/>
      </w:pPr>
      <w:r>
        <w:t>6-</w:t>
      </w:r>
      <w:r>
        <w:tab/>
        <w:t>Allah is Just. Allah has given the same intelligence to all races of all the countries. Racial prejudice should be condemned openly. According to Islam a nation is not due to a country, it is due to common faith.</w:t>
      </w:r>
    </w:p>
    <w:p w:rsidR="001137B5" w:rsidRDefault="001137B5" w:rsidP="00AD7866">
      <w:pPr>
        <w:pStyle w:val="libNormal"/>
      </w:pPr>
      <w:r>
        <w:t>7-</w:t>
      </w:r>
      <w:r>
        <w:tab/>
        <w:t xml:space="preserve">If any scholar on any stage speaks against Faza’il of Masomeen (s.a.a.), he should be openly condemned and declared </w:t>
      </w:r>
    </w:p>
    <w:p w:rsidR="001137B5" w:rsidRDefault="001137B5" w:rsidP="00AD7866">
      <w:pPr>
        <w:pStyle w:val="libNormal"/>
      </w:pPr>
      <w:r>
        <w:t xml:space="preserve">non-Shia. All Shias should disown him in newspaper. If he repents, then </w:t>
      </w:r>
      <w:smartTag w:uri="urn:schemas-microsoft-com:office:smarttags" w:element="PersonName">
        <w:r>
          <w:t xml:space="preserve">Imam </w:t>
        </w:r>
        <w:smartTag w:uri="urn:schemas:contacts" w:element="Sn">
          <w:r>
            <w:t>Qaim</w:t>
          </w:r>
        </w:smartTag>
      </w:smartTag>
      <w:r>
        <w:t xml:space="preserve"> (a.f.s.) will decide about him.</w:t>
      </w:r>
    </w:p>
    <w:p w:rsidR="001137B5" w:rsidRDefault="001137B5" w:rsidP="00AD7866">
      <w:pPr>
        <w:pStyle w:val="libNormal"/>
      </w:pPr>
      <w:r>
        <w:t>8-</w:t>
      </w:r>
      <w:r>
        <w:tab/>
        <w:t xml:space="preserve">An </w:t>
      </w:r>
      <w:smartTag w:uri="urn:schemas-microsoft-com:office:smarttags" w:element="place">
        <w:smartTag w:uri="urn:schemas-microsoft-com:office:smarttags" w:element="PlaceName">
          <w:r>
            <w:t>Open</w:t>
          </w:r>
        </w:smartTag>
        <w:r>
          <w:t xml:space="preserve"> </w:t>
        </w:r>
        <w:smartTag w:uri="urn:schemas-microsoft-com:office:smarttags" w:element="PlaceName">
          <w:r>
            <w:t>Shia</w:t>
          </w:r>
        </w:smartTag>
        <w:r>
          <w:t xml:space="preserve"> </w:t>
        </w:r>
        <w:smartTag w:uri="urn:schemas-microsoft-com:office:smarttags" w:element="PlaceType">
          <w:r>
            <w:t>University</w:t>
          </w:r>
        </w:smartTag>
      </w:smartTag>
      <w:r>
        <w:t xml:space="preserve"> should be established in every country, with education by post or internet, so every Shia should be Mohaddis.</w:t>
      </w:r>
    </w:p>
    <w:p w:rsidR="001137B5" w:rsidRDefault="001137B5" w:rsidP="00AD7866">
      <w:pPr>
        <w:pStyle w:val="libNormal"/>
      </w:pPr>
      <w:r>
        <w:t>9-</w:t>
      </w:r>
      <w:r>
        <w:tab/>
        <w:t>In Shia Madaris only Arabic should be the medium of education! Also they should be taught major international languages e.g. English, Urdu.</w:t>
      </w:r>
    </w:p>
    <w:p w:rsidR="001137B5" w:rsidRDefault="001137B5" w:rsidP="00AD7866">
      <w:pPr>
        <w:pStyle w:val="libNormal"/>
      </w:pPr>
      <w:r>
        <w:t>10-</w:t>
      </w:r>
      <w:r>
        <w:tab/>
        <w:t>Scholars should prepare a set of 10 books for children to learn Arabic, which every Shia should teach his children at home from the age of 5 to 15. So that children should love Arabic and can read original books later on.</w:t>
      </w:r>
    </w:p>
    <w:p w:rsidR="001137B5" w:rsidRDefault="001137B5" w:rsidP="00AD7866">
      <w:pPr>
        <w:pStyle w:val="libNormal"/>
      </w:pPr>
      <w:r>
        <w:t>11-</w:t>
      </w:r>
      <w:r>
        <w:tab/>
        <w:t>Spread the lesson of Love for Ahlul Bait (s.a.a.). Aggressive discussions should be stopped. Convey the message in a nice way as commanded by Allah.</w:t>
      </w:r>
    </w:p>
    <w:p w:rsidR="001137B5" w:rsidRDefault="001137B5" w:rsidP="00AD7866">
      <w:pPr>
        <w:pStyle w:val="libNormal"/>
      </w:pPr>
      <w:r>
        <w:t>12-</w:t>
      </w:r>
      <w:r>
        <w:tab/>
        <w:t xml:space="preserve">Preach Walayat e </w:t>
      </w:r>
      <w:smartTag w:uri="urn:schemas:contacts" w:element="GivenName">
        <w:r>
          <w:t>Ali</w:t>
        </w:r>
      </w:smartTag>
      <w:r>
        <w:t xml:space="preserve"> (s.a.), narrate </w:t>
      </w:r>
      <w:smartTag w:uri="urn:schemas:contacts" w:element="Sn">
        <w:r>
          <w:t>Faza’il</w:t>
        </w:r>
      </w:smartTag>
      <w:r>
        <w:t xml:space="preserve"> e Masomeen (s.a.a.), tell children the reality of Farooh e Deen, so that they can practice Islam with eagerness.</w:t>
      </w:r>
    </w:p>
    <w:p w:rsidR="001137B5" w:rsidRDefault="001137B5" w:rsidP="00AD7866">
      <w:pPr>
        <w:pStyle w:val="libNormal"/>
      </w:pPr>
      <w:r>
        <w:t>13-</w:t>
      </w:r>
      <w:r>
        <w:tab/>
        <w:t>When any scholar tells the solution of a problem, he must give reference of the Quranic Verse or Hadees e Masoom (s.a.).</w:t>
      </w:r>
    </w:p>
    <w:p w:rsidR="001137B5" w:rsidRDefault="001137B5" w:rsidP="00AD7866">
      <w:pPr>
        <w:pStyle w:val="libNormal"/>
      </w:pPr>
      <w:r>
        <w:lastRenderedPageBreak/>
        <w:t>14-</w:t>
      </w:r>
      <w:r>
        <w:tab/>
        <w:t>There should be a monthly Shia magazine, its object should be preaching, contact, problem solving, and all positive aspects.</w:t>
      </w:r>
    </w:p>
    <w:p w:rsidR="001137B5" w:rsidRDefault="001137B5" w:rsidP="00AD7866">
      <w:pPr>
        <w:pStyle w:val="libNormal"/>
      </w:pPr>
      <w:r>
        <w:t>15-</w:t>
      </w:r>
      <w:r>
        <w:tab/>
        <w:t>Majalis and Jaloos should be more graceful, and promote them more. Azadari is our Life and Salvation.</w:t>
      </w:r>
    </w:p>
    <w:p w:rsidR="001137B5" w:rsidRDefault="001137B5" w:rsidP="00AD7866">
      <w:pPr>
        <w:pStyle w:val="libNormal"/>
      </w:pPr>
      <w:r>
        <w:t>16-</w:t>
      </w:r>
      <w:r>
        <w:tab/>
        <w:t>The standard of Shia Madaris should be high, so that people do not need to go to another country for education. Syllabus should be reviewed strictly: what is more necessary to become a real Shia scholar. The Syllabus should be of international standard. Not just like that if any student spends 5 years sleeping in hostels can wear Amama &amp; Aba Qaba. At least Matric should be the entry requirement, English, Urdu, Arabic languages, and computer sciences should be included in the studies.</w:t>
      </w:r>
    </w:p>
    <w:p w:rsidR="001137B5" w:rsidRDefault="001137B5" w:rsidP="00AD7866">
      <w:pPr>
        <w:pStyle w:val="libNormal"/>
      </w:pPr>
      <w:r>
        <w:t>Often if a child is very naughty, or he is out of control of parents, or he is very dull minded, runs away from school, that child is sent to Madrisa; then after becoming Mulla he takes revenge of his ignorance from the Faza’il of Masomeen (s.a.a.). This trend should be discouraged. Intelligent and Honourable family members should go in this line. Religious education is the most difficult, comprehensive and high grade knowledge.</w:t>
      </w:r>
    </w:p>
    <w:p w:rsidR="00BE2EC5" w:rsidRDefault="001137B5" w:rsidP="00AD7866">
      <w:pPr>
        <w:pStyle w:val="libNormal"/>
      </w:pPr>
      <w:r>
        <w:t>17-</w:t>
      </w:r>
      <w:r>
        <w:tab/>
        <w:t>All Ulma e Haqq and honourable Shias should sit together to think how they have to prepare practically for the Zahoor of Imam Qaim (a.f.s.), or just to wait with Muqassireen for Zulfiqaar.</w:t>
      </w:r>
    </w:p>
    <w:p w:rsidR="001137B5" w:rsidRDefault="001137B5" w:rsidP="001137B5">
      <w:pPr>
        <w:pStyle w:val="Heading4Center"/>
      </w:pPr>
      <w:r w:rsidRPr="00021429">
        <w:t>150-Bismillah</w:t>
      </w:r>
    </w:p>
    <w:p w:rsidR="001137B5" w:rsidRDefault="001137B5" w:rsidP="00AD7866">
      <w:pPr>
        <w:pStyle w:val="libNormal"/>
      </w:pPr>
      <w:r>
        <w:t xml:space="preserve">Bismillah is the Great Name of Imam Ali (s.a.). It is commanded to start everything with it. Quran (Words of Allah), Namaaz, all Ibadaat, and all personal affairs start with the holy name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O Doomed Muqassir! Otherwise delete ‘Bismillah’ from Quran and Namaaz like Firaoun-e-Sham, and make Haris your partner.</w:t>
      </w:r>
    </w:p>
    <w:p w:rsidR="001137B5" w:rsidRDefault="001137B5" w:rsidP="001137B5">
      <w:pPr>
        <w:pStyle w:val="Heading4Center"/>
      </w:pPr>
      <w:r w:rsidRPr="00021429">
        <w:t>151-The Straight Path</w:t>
      </w:r>
    </w:p>
    <w:p w:rsidR="001137B5" w:rsidRPr="007A372E" w:rsidRDefault="001137B5" w:rsidP="00AD7866">
      <w:pPr>
        <w:pStyle w:val="libNormal"/>
      </w:pPr>
      <w:r w:rsidRPr="007A372E">
        <w:t>“Keep us on the Right Path” (</w:t>
      </w:r>
      <w:smartTag w:uri="urn:schemas:contacts" w:element="Sn">
        <w:r w:rsidRPr="007A372E">
          <w:t>al Fateha</w:t>
        </w:r>
      </w:smartTag>
      <w:r w:rsidRPr="007A372E">
        <w:t>).</w:t>
      </w:r>
    </w:p>
    <w:p w:rsidR="001137B5" w:rsidRDefault="001137B5" w:rsidP="001137B5">
      <w:pPr>
        <w:pStyle w:val="libItalic"/>
      </w:pPr>
      <w:r w:rsidRPr="000042B1">
        <w:t xml:space="preserve">Imam </w:t>
      </w:r>
      <w:smartTag w:uri="urn:schemas:contacts" w:element="GivenName">
        <w:r w:rsidRPr="000042B1">
          <w:t>Jafar</w:t>
        </w:r>
      </w:smartTag>
      <w:r w:rsidRPr="000042B1">
        <w:t xml:space="preserve"> </w:t>
      </w:r>
      <w:smartTag w:uri="urn:schemas:contacts" w:element="Sn">
        <w:r w:rsidRPr="000042B1">
          <w:t>Sadiq</w:t>
        </w:r>
      </w:smartTag>
      <w:r w:rsidRPr="000042B1">
        <w:t xml:space="preserve"> (s.a.) said: Right Path (Sirat e Mustaqeem) is </w:t>
      </w:r>
      <w:smartTag w:uri="urn:schemas-microsoft-com:office:smarttags" w:element="PersonName">
        <w:smartTag w:uri="urn:schemas:contacts" w:element="GivenName">
          <w:r w:rsidRPr="000042B1">
            <w:t>Amirul</w:t>
          </w:r>
        </w:smartTag>
        <w:r w:rsidRPr="000042B1">
          <w:t xml:space="preserve"> </w:t>
        </w:r>
        <w:smartTag w:uri="urn:schemas:contacts" w:element="middlename">
          <w:r w:rsidRPr="000042B1">
            <w:t>Momineen</w:t>
          </w:r>
        </w:smartTag>
        <w:r w:rsidRPr="000042B1">
          <w:t xml:space="preserve"> </w:t>
        </w:r>
        <w:smartTag w:uri="urn:schemas:contacts" w:element="Sn">
          <w:r w:rsidRPr="000042B1">
            <w:t>Ali</w:t>
          </w:r>
        </w:smartTag>
      </w:smartTag>
      <w:r w:rsidRPr="000042B1">
        <w:t xml:space="preserve"> (s.a.). </w:t>
      </w:r>
    </w:p>
    <w:p w:rsidR="001137B5" w:rsidRDefault="001137B5" w:rsidP="00AD7866">
      <w:pPr>
        <w:pStyle w:val="libNormal"/>
      </w:pPr>
      <w:r>
        <w:t>Namaaz can not be performed without Sura Fateha at all. You make Dua to Allah in Sura Fateha to keep on the Path of Ali (s.a.),and then in Tashahud why you choke to death to Testify his Walayat?</w:t>
      </w:r>
    </w:p>
    <w:p w:rsidR="001137B5" w:rsidRDefault="001137B5" w:rsidP="001137B5">
      <w:pPr>
        <w:pStyle w:val="Heading4Center"/>
      </w:pPr>
      <w:r w:rsidRPr="00021429">
        <w:t>152-Sabr and Salaat</w:t>
      </w:r>
    </w:p>
    <w:p w:rsidR="001137B5" w:rsidRDefault="001137B5" w:rsidP="00AD7866">
      <w:pPr>
        <w:pStyle w:val="libNormal"/>
      </w:pPr>
      <w:r w:rsidRPr="007A372E">
        <w:t>“And take help from Sabr and Salaat, and no doubt it (Salaat) is very heavy except who fear Allah”</w:t>
      </w:r>
      <w:r>
        <w:t xml:space="preserve"> (Baqarah 45)</w:t>
      </w:r>
    </w:p>
    <w:p w:rsidR="001137B5" w:rsidRDefault="001137B5" w:rsidP="00AD7866">
      <w:pPr>
        <w:pStyle w:val="libNormal"/>
      </w:pPr>
      <w:r>
        <w:t xml:space="preserve">Sabr (Patience) is Rasool Allah, and Salaat (Namaaz) is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from whom Muttaqeen seek help. No doubt Walayat e </w:t>
      </w:r>
      <w:smartTag w:uri="urn:schemas:contacts" w:element="GivenName">
        <w:r>
          <w:t>Ali</w:t>
        </w:r>
      </w:smartTag>
      <w:r>
        <w:t xml:space="preserve"> (s.a.) is that heavy thing which does not go down the throat of people i.e. it is difficult. But who fear Allah, they say “Ya Ali (s.a.) Maddad” all the time. And Allah declared </w:t>
      </w:r>
      <w:smartTag w:uri="urn:schemas:contacts" w:element="GivenName">
        <w:r>
          <w:t>Ali</w:t>
        </w:r>
      </w:smartTag>
      <w:r>
        <w:t xml:space="preserve"> (s.a.) in Quran as Salaat only to make clear the relationship of </w:t>
      </w:r>
      <w:smartTag w:uri="urn:schemas:contacts" w:element="GivenName">
        <w:r>
          <w:t>Ali</w:t>
        </w:r>
      </w:smartTag>
      <w:r>
        <w:t xml:space="preserve"> (s.a.) and Namaaz.</w:t>
      </w:r>
    </w:p>
    <w:p w:rsidR="001137B5" w:rsidRDefault="001137B5" w:rsidP="001137B5">
      <w:pPr>
        <w:pStyle w:val="Heading4Center"/>
      </w:pPr>
      <w:r w:rsidRPr="00021429">
        <w:t>153-Wajhullah – Asma e Husna</w:t>
      </w:r>
    </w:p>
    <w:p w:rsidR="001137B5" w:rsidRPr="003B6F0C" w:rsidRDefault="001137B5" w:rsidP="001137B5">
      <w:pPr>
        <w:pStyle w:val="libItalic"/>
      </w:pPr>
      <w:r w:rsidRPr="003B6F0C">
        <w:lastRenderedPageBreak/>
        <w:t xml:space="preserve">“And who is more unjust than he who prevents from the mosques of Allah that Zikr of His Name should be done in them, and strives to ruin them. For them, it is not proper that they should enter them except in fear. Disgrace is for them in this world and great punishment is for them in the hereafter. And for Allah is the East and the West, therefore whichever side you turn, there is Wajhullah, surely Allah is Amplegiving, Knowing.” </w:t>
      </w:r>
    </w:p>
    <w:p w:rsidR="001137B5" w:rsidRDefault="001137B5" w:rsidP="00AD7866">
      <w:pPr>
        <w:pStyle w:val="libNormal"/>
      </w:pPr>
      <w:r>
        <w:t xml:space="preserve">(Baqarah 114-115) </w:t>
      </w:r>
    </w:p>
    <w:p w:rsidR="001137B5" w:rsidRDefault="001137B5" w:rsidP="00AD7866">
      <w:pPr>
        <w:pStyle w:val="libNormal"/>
      </w:pPr>
      <w:r>
        <w:t xml:space="preserve">Allah’s chosen Ism is </w:t>
      </w:r>
      <w:smartTag w:uri="urn:schemas:contacts" w:element="GivenName">
        <w:r>
          <w:t>Ali</w:t>
        </w:r>
      </w:smartTag>
      <w:r>
        <w:t xml:space="preserve"> (s.a.). Allah bestowed His name to </w:t>
      </w:r>
      <w:smartTag w:uri="urn:schemas-microsoft-com:office:smarttags" w:element="PersonName">
        <w:r>
          <w:t xml:space="preserve">Imam </w:t>
        </w:r>
        <w:smartTag w:uri="urn:schemas:contacts" w:element="Sn">
          <w:r>
            <w:t>Ali</w:t>
          </w:r>
        </w:smartTag>
      </w:smartTag>
      <w:r>
        <w:t xml:space="preserve"> (s.a.). Allah declared His Name ‘</w:t>
      </w:r>
      <w:smartTag w:uri="urn:schemas-microsoft-com:office:smarttags" w:element="PersonName">
        <w:smartTag w:uri="urn:schemas:contacts" w:element="GivenName">
          <w:r>
            <w:t>Ali</w:t>
          </w:r>
        </w:smartTag>
        <w:r>
          <w:t xml:space="preserve"> </w:t>
        </w:r>
        <w:smartTag w:uri="urn:schemas:contacts" w:element="Sn">
          <w:r>
            <w:t>Al-Azeem</w:t>
          </w:r>
        </w:smartTag>
      </w:smartTag>
      <w:r>
        <w:t xml:space="preserve">’. Asma al-Husna of Allah are Masomeen (s.a.a.). Wajhullah is also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w:t>
      </w:r>
    </w:p>
    <w:p w:rsidR="001137B5" w:rsidRDefault="001137B5" w:rsidP="00AD7866">
      <w:pPr>
        <w:pStyle w:val="libNormal"/>
      </w:pPr>
      <w:r>
        <w:t xml:space="preserve">Now if anyone prohibits from the slogan or Zikr of Ali (s.a.) in the mosque, he actually wants to ruin the mosque. The Masjid is only and only for the lovers &amp; devotees of Walayat e </w:t>
      </w:r>
      <w:smartTag w:uri="urn:schemas:contacts" w:element="GivenName">
        <w:r>
          <w:t>Ali</w:t>
        </w:r>
      </w:smartTag>
      <w:r>
        <w:t xml:space="preserve"> (s.a.). Muqassir should be afraid to enter the mosque, lest he will be treated like Haris bin Numan. In fact when the opposer of </w:t>
      </w:r>
    </w:p>
    <w:p w:rsidR="001137B5" w:rsidRDefault="001137B5" w:rsidP="00AD7866">
      <w:pPr>
        <w:pStyle w:val="libNormal"/>
      </w:pPr>
      <w:r>
        <w:t xml:space="preserve">Walayat says prayer Allah curses on him. Allah has written the name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on every thing of the Universe, wherever you will see you will find Wajhullah.</w:t>
      </w:r>
    </w:p>
    <w:p w:rsidR="001137B5" w:rsidRDefault="001137B5" w:rsidP="001137B5">
      <w:pPr>
        <w:pStyle w:val="Heading4Center"/>
      </w:pPr>
      <w:r w:rsidRPr="00021429">
        <w:t>154-The Cause of Changing Qibla</w:t>
      </w:r>
    </w:p>
    <w:p w:rsidR="001137B5" w:rsidRPr="00265F83" w:rsidRDefault="001137B5" w:rsidP="001137B5">
      <w:pPr>
        <w:pStyle w:val="libItalic"/>
      </w:pPr>
      <w:r w:rsidRPr="00265F83">
        <w:t>“The fools among the people will say: What has turned them from their Qibla which they had? Say: The East and the West belong only to Allah; He guides whom He likes to the right path. And</w:t>
      </w:r>
      <w:r>
        <w:t xml:space="preserve"> thus We have made you ‘Ummah ta</w:t>
      </w:r>
      <w:r w:rsidRPr="00265F83">
        <w:t>nw Wasatan’ (Middle Nation) that you are witness over the people, and Rasool (s.a.w.a.w.) is witness over you; and We did not make Qibla which you had except that We might know who follows the Rasool (s.a.w.a.w.)</w:t>
      </w:r>
      <w:r>
        <w:t xml:space="preserve"> from them who turn</w:t>
      </w:r>
      <w:r w:rsidRPr="00265F83">
        <w:t xml:space="preserve"> back upon their heels; and this was certainly heavy except for those whom Allah has guided; and Allah does not make your faith fruitless; Allah is Affectionate, Merciful to the people. Indeed</w:t>
      </w:r>
      <w:r>
        <w:t xml:space="preserve"> We see the turning of your face</w:t>
      </w:r>
      <w:r w:rsidRPr="00265F83">
        <w:t xml:space="preserve"> to sky, so We shall surely turn you to a Qibla which you like, turn then your face towards the Sacred Mosque, and wherever you are, turn your face towards it; and those who have been given the book certainly know that it (Qibla) is Haqq from their Rabb; and Allah is not unaware of what they do.” </w:t>
      </w:r>
    </w:p>
    <w:p w:rsidR="00BE2EC5" w:rsidRDefault="001137B5" w:rsidP="00AD7866">
      <w:pPr>
        <w:pStyle w:val="libNormal"/>
      </w:pPr>
      <w:r>
        <w:t>(Baqarah 142-144)</w:t>
      </w:r>
    </w:p>
    <w:p w:rsidR="001137B5" w:rsidRDefault="001137B5" w:rsidP="00AD7866">
      <w:pPr>
        <w:pStyle w:val="libNormal"/>
      </w:pPr>
      <w:r>
        <w:t xml:space="preserve">“Ummah tanw Wasatan” mean Masomeen (s.a.a.). </w:t>
      </w:r>
      <w:smartTag w:uri="urn:schemas:contacts" w:element="Sn">
        <w:r>
          <w:t>Ka’ba</w:t>
        </w:r>
      </w:smartTag>
      <w:r>
        <w:t xml:space="preserve"> is House (Bait) of Allah where </w:t>
      </w:r>
      <w:smartTag w:uri="urn:schemas-microsoft-com:office:smarttags" w:element="PersonName">
        <w:r>
          <w:t xml:space="preserve">Imam </w:t>
        </w:r>
        <w:smartTag w:uri="urn:schemas:contacts" w:element="Sn">
          <w:r>
            <w:t>Ali</w:t>
          </w:r>
        </w:smartTag>
      </w:smartTag>
      <w:r>
        <w:t xml:space="preserve"> (s.a.) did Zahoor. And Rasool Allah (s.a.w.a.w.) said that </w:t>
      </w:r>
      <w:smartTag w:uri="urn:schemas:contacts" w:element="Sn">
        <w:r>
          <w:t>Ka’ba</w:t>
        </w:r>
      </w:smartTag>
      <w:r>
        <w:t xml:space="preserve"> is the similitude of </w:t>
      </w:r>
      <w:smartTag w:uri="urn:schemas:contacts" w:element="GivenName">
        <w:r>
          <w:t>Ali</w:t>
        </w:r>
      </w:smartTag>
      <w:r>
        <w:t xml:space="preserve"> (s.a.), </w:t>
      </w:r>
      <w:smartTag w:uri="urn:schemas:contacts" w:element="Sn">
        <w:r>
          <w:t>Ka’ba</w:t>
        </w:r>
      </w:smartTag>
      <w:r>
        <w:t xml:space="preserve"> does not go to anyone, but people have to come for guidance.</w:t>
      </w:r>
    </w:p>
    <w:p w:rsidR="001137B5" w:rsidRDefault="001137B5" w:rsidP="00AD7866">
      <w:pPr>
        <w:pStyle w:val="libNormal"/>
      </w:pPr>
      <w:r>
        <w:t xml:space="preserve">It is indicated in this verse of changing Qibla that Allah wanted to see who obeys Rasool Allah (s.a.w.a.w.) concerning Faza’il of Maola Ali (s.a.). And secondly Rasool Allah (s.a.w.a.w.) wished that </w:t>
      </w:r>
      <w:smartTag w:uri="urn:schemas:contacts" w:element="Sn">
        <w:r>
          <w:t>Ka’ba</w:t>
        </w:r>
      </w:smartTag>
      <w:r>
        <w:t xml:space="preserve"> should be Qibla, because </w:t>
      </w:r>
      <w:smartTag w:uri="urn:schemas:contacts" w:element="GivenName">
        <w:r>
          <w:t>Ali</w:t>
        </w:r>
      </w:smartTag>
      <w:r>
        <w:t xml:space="preserve"> (s.a.) came in it, and Momineen are sure that </w:t>
      </w:r>
      <w:smartTag w:uri="urn:schemas:contacts" w:element="Sn">
        <w:r>
          <w:t>Ka’ba</w:t>
        </w:r>
      </w:smartTag>
      <w:r>
        <w:t xml:space="preserve"> is Haqq,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is Haqq.</w:t>
      </w:r>
    </w:p>
    <w:p w:rsidR="001137B5" w:rsidRDefault="001137B5" w:rsidP="00AD7866">
      <w:pPr>
        <w:pStyle w:val="libNormal"/>
      </w:pPr>
      <w:r>
        <w:t xml:space="preserve">Muqassireen should not go for Hajj as well, and they should not say Namaaz facing towards </w:t>
      </w:r>
      <w:smartTag w:uri="urn:schemas:contacts" w:element="Sn">
        <w:r>
          <w:t>Ka’ba</w:t>
        </w:r>
      </w:smartTag>
      <w:r>
        <w:t>, rather they should lie flat like a dead body looking towards the sky and say Namaaz. In fact the denier of Walayat is a walking dead body.</w:t>
      </w:r>
    </w:p>
    <w:p w:rsidR="001137B5" w:rsidRDefault="001137B5" w:rsidP="001137B5">
      <w:pPr>
        <w:pStyle w:val="Heading4Center"/>
      </w:pPr>
      <w:r w:rsidRPr="00021429">
        <w:lastRenderedPageBreak/>
        <w:t>155-Haraam Earning</w:t>
      </w:r>
    </w:p>
    <w:p w:rsidR="001137B5" w:rsidRPr="0031307C" w:rsidRDefault="001137B5" w:rsidP="001137B5">
      <w:pPr>
        <w:pStyle w:val="libItalic"/>
      </w:pPr>
      <w:r w:rsidRPr="0031307C">
        <w:t>“Surely those who conceal any part of the Book that Allah has revealed and sell it for a small price, they eat nothing but fire into their bellies, and Allah will not speak to them on the day of Qiyamah, and nor He will purify them, and painful punishment is for them.”</w:t>
      </w:r>
    </w:p>
    <w:p w:rsidR="001137B5" w:rsidRDefault="001137B5" w:rsidP="00AD7866">
      <w:pPr>
        <w:pStyle w:val="libNormal"/>
      </w:pPr>
      <w:r>
        <w:t>(Baqarah 174)</w:t>
      </w:r>
    </w:p>
    <w:p w:rsidR="001137B5" w:rsidRDefault="001137B5" w:rsidP="00AD7866">
      <w:pPr>
        <w:pStyle w:val="libNormal"/>
      </w:pPr>
      <w:r>
        <w:t xml:space="preserve"> While addressing the army of Yazeed (l.u.), </w:t>
      </w:r>
      <w:smartTag w:uri="urn:schemas-microsoft-com:office:smarttags" w:element="PersonName">
        <w:r>
          <w:t xml:space="preserve">Imam </w:t>
        </w:r>
        <w:smartTag w:uri="urn:schemas:contacts" w:element="Sn">
          <w:r>
            <w:t>Hussain</w:t>
          </w:r>
        </w:smartTag>
      </w:smartTag>
      <w:r>
        <w:t xml:space="preserve"> (s.a.) said: You do not listen to me because your bellies are filled with Haraam.</w:t>
      </w:r>
    </w:p>
    <w:p w:rsidR="00BE2EC5" w:rsidRDefault="001137B5" w:rsidP="00AD7866">
      <w:pPr>
        <w:pStyle w:val="libNormal"/>
      </w:pPr>
      <w:r>
        <w:t xml:space="preserve">Speakers who deliver attracting speeches but try to avoid and conceal Verses and Traditions about </w:t>
      </w:r>
      <w:smartTag w:uri="urn:schemas:contacts" w:element="GivenName">
        <w:r>
          <w:t>Mohammad</w:t>
        </w:r>
      </w:smartTag>
      <w:r>
        <w:t xml:space="preserve"> o Aal e </w:t>
      </w:r>
      <w:smartTag w:uri="urn:schemas:contacts" w:element="GivenName">
        <w:r>
          <w:t>Mohammad</w:t>
        </w:r>
      </w:smartTag>
      <w:r>
        <w:t xml:space="preserve"> (s.a.a.), whatever gift they get it is like filling their bellies with fire. And any Zakir or Speaker or Scholar who openly speaks about Faza’il &amp; Walayat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without hiding anything, if the wealth of the entire world is given to him, it is less.</w:t>
      </w:r>
    </w:p>
    <w:p w:rsidR="001137B5" w:rsidRDefault="001137B5" w:rsidP="001137B5">
      <w:pPr>
        <w:pStyle w:val="Heading4Center"/>
      </w:pPr>
      <w:r w:rsidRPr="00021429">
        <w:t>156-Angels carry Taboot</w:t>
      </w:r>
    </w:p>
    <w:p w:rsidR="001137B5" w:rsidRPr="0031307C" w:rsidRDefault="001137B5" w:rsidP="001137B5">
      <w:pPr>
        <w:pStyle w:val="libItalic"/>
      </w:pPr>
      <w:r w:rsidRPr="0031307C">
        <w:t xml:space="preserve">“And their Prophet (a.s.) said to them: Surely the sign of his kingdom is that </w:t>
      </w:r>
      <w:r>
        <w:t xml:space="preserve">the </w:t>
      </w:r>
      <w:r w:rsidRPr="0031307C">
        <w:t>Taboot (chest) will come to you, in which there is tranquillity from your Rabb and residue of the relics of what Aal e Musa and Aal e Haroon have left, and the Angels (a.s.) are carrying it; certainly there is Ayat (sign) in this for those who believe.”</w:t>
      </w:r>
    </w:p>
    <w:p w:rsidR="00BE2EC5" w:rsidRDefault="001137B5" w:rsidP="00AD7866">
      <w:pPr>
        <w:pStyle w:val="libNormal"/>
      </w:pPr>
      <w:r>
        <w:t>(Baqarah 248)</w:t>
      </w:r>
    </w:p>
    <w:p w:rsidR="001137B5" w:rsidRDefault="001137B5" w:rsidP="00AD7866">
      <w:pPr>
        <w:pStyle w:val="libNormal"/>
      </w:pPr>
      <w:r>
        <w:t xml:space="preserve">Taboot e Sakina is that chest which Allah sent down to the holy mother of </w:t>
      </w:r>
      <w:smartTag w:uri="urn:schemas-microsoft-com:office:smarttags" w:element="PersonName">
        <w:smartTag w:uri="urn:schemas:contacts" w:element="GivenName">
          <w:r>
            <w:t>Hazrat</w:t>
          </w:r>
        </w:smartTag>
        <w:r>
          <w:t xml:space="preserve"> </w:t>
        </w:r>
        <w:smartTag w:uri="urn:schemas:contacts" w:element="Sn">
          <w:r>
            <w:t>Musa</w:t>
          </w:r>
        </w:smartTag>
      </w:smartTag>
      <w:r>
        <w:t xml:space="preserve"> (a.s.), in which she put Musa (a.s.) and put it in the river </w:t>
      </w:r>
      <w:smartTag w:uri="urn:schemas-microsoft-com:office:smarttags" w:element="place">
        <w:r>
          <w:t>Nile</w:t>
        </w:r>
      </w:smartTag>
      <w:r>
        <w:t xml:space="preserve">. When </w:t>
      </w:r>
      <w:smartTag w:uri="urn:schemas-microsoft-com:office:smarttags" w:element="PersonName">
        <w:smartTag w:uri="urn:schemas:contacts" w:element="GivenName">
          <w:r>
            <w:t>Hazrat</w:t>
          </w:r>
        </w:smartTag>
        <w:r>
          <w:t xml:space="preserve"> </w:t>
        </w:r>
        <w:smartTag w:uri="urn:schemas:contacts" w:element="Sn">
          <w:r>
            <w:t>Musa</w:t>
          </w:r>
        </w:smartTag>
      </w:smartTag>
      <w:r>
        <w:t xml:space="preserve"> (a.s.) was about to go from this world, he put the tablets of Taurat, his armour, and other things which were proofs &amp; signs of Nabuwat in it and gave it to Hazrat Yousha (a.s.). Bani Israeel did not respect that Taboot, then Allah took it away. Then </w:t>
      </w:r>
      <w:smartTag w:uri="urn:schemas:contacts" w:element="Sn">
        <w:smartTag w:uri="urn:schemas:contacts" w:element="GivenName">
          <w:r>
            <w:t>Angels</w:t>
          </w:r>
        </w:smartTag>
      </w:smartTag>
      <w:r>
        <w:t xml:space="preserve"> (a.s.) brought it carrying to </w:t>
      </w:r>
      <w:smartTag w:uri="urn:schemas-microsoft-com:office:smarttags" w:element="PersonName">
        <w:smartTag w:uri="urn:schemas:contacts" w:element="GivenName">
          <w:r>
            <w:t>Hazrat</w:t>
          </w:r>
        </w:smartTag>
        <w:r>
          <w:t xml:space="preserve"> </w:t>
        </w:r>
        <w:smartTag w:uri="urn:schemas:contacts" w:element="Sn">
          <w:r>
            <w:t>Taloot</w:t>
          </w:r>
        </w:smartTag>
      </w:smartTag>
      <w:r>
        <w:t xml:space="preserve"> (a.s.) with the command of Allah. </w:t>
      </w:r>
      <w:smartTag w:uri="urn:schemas:contacts" w:element="Sn">
        <w:r>
          <w:t>Angels</w:t>
        </w:r>
      </w:smartTag>
      <w:r>
        <w:t xml:space="preserve"> are proud to carry the Signs of Prophets (Sha’air Allah, Ayaat of Allah). Allah commanded </w:t>
      </w:r>
      <w:smartTag w:uri="urn:schemas:contacts" w:element="Sn">
        <w:r>
          <w:t>Angels</w:t>
        </w:r>
      </w:smartTag>
      <w:r>
        <w:t xml:space="preserve"> to carry Taboot; He did not forbid them, saying: You are infallible </w:t>
      </w:r>
      <w:smartTag w:uri="urn:schemas:contacts" w:element="Sn">
        <w:r>
          <w:t>Angels</w:t>
        </w:r>
      </w:smartTag>
      <w:r>
        <w:t xml:space="preserve"> just to worship me, Nabi’s task was to convey My message, which he did, there is no value of his belongings, do not carry them.</w:t>
      </w:r>
    </w:p>
    <w:p w:rsidR="00BE2EC5" w:rsidRDefault="001137B5" w:rsidP="00AD7866">
      <w:pPr>
        <w:pStyle w:val="libNormal"/>
      </w:pPr>
      <w:r>
        <w:t>We carry Sha’air Allah of the Pride of the Prophets ‘Imam Hussain s.a.’ which are Ayaatullah as well: Shabeh e Taboot, Flag of Abbas (s.a.), Cradle of Ali Asghar (s.a.), Mehndi of Qasim (s.a.), Zuljanah.</w:t>
      </w:r>
    </w:p>
    <w:p w:rsidR="001137B5" w:rsidRDefault="001137B5" w:rsidP="001137B5">
      <w:pPr>
        <w:pStyle w:val="Heading4Center"/>
      </w:pPr>
      <w:r w:rsidRPr="00021429">
        <w:t>157-Aal-e-Imran (s.a.a.): Mustafa over Aalameen</w:t>
      </w:r>
    </w:p>
    <w:p w:rsidR="001137B5" w:rsidRPr="00CC4254" w:rsidRDefault="001137B5" w:rsidP="001137B5">
      <w:pPr>
        <w:pStyle w:val="libItalic"/>
      </w:pPr>
      <w:r w:rsidRPr="00CC4254">
        <w:t xml:space="preserve">“Certainly Allah chose (made Mustafa) </w:t>
      </w:r>
      <w:smartTag w:uri="urn:schemas:contacts" w:element="GivenName">
        <w:r w:rsidRPr="00CC4254">
          <w:t>Adam</w:t>
        </w:r>
      </w:smartTag>
      <w:r w:rsidRPr="00CC4254">
        <w:t xml:space="preserve"> (a.s.) and Nuh (a.s.) and Aal e Ibraheem (a.s.) and Aal e Imran (a.s.) above Aalameen (worlds).”</w:t>
      </w:r>
    </w:p>
    <w:p w:rsidR="001137B5" w:rsidRDefault="001137B5" w:rsidP="00AD7866">
      <w:pPr>
        <w:pStyle w:val="libNormal"/>
      </w:pPr>
      <w:r>
        <w:t>(Aal e Imran 33)</w:t>
      </w:r>
    </w:p>
    <w:p w:rsidR="001137B5" w:rsidRDefault="001137B5" w:rsidP="00AD7866">
      <w:pPr>
        <w:pStyle w:val="libNormal"/>
      </w:pPr>
      <w:r>
        <w:t xml:space="preserve">One day </w:t>
      </w:r>
      <w:smartTag w:uri="urn:schemas:contacts" w:element="GivenName">
        <w:r>
          <w:t>Mamoonur</w:t>
        </w:r>
      </w:smartTag>
      <w:r>
        <w:t xml:space="preserve"> </w:t>
      </w:r>
      <w:smartTag w:uri="urn:schemas:contacts" w:element="Sn">
        <w:r>
          <w:t>Rasheed</w:t>
        </w:r>
      </w:smartTag>
      <w:r>
        <w:t xml:space="preserve"> said to </w:t>
      </w:r>
      <w:smartTag w:uri="urn:schemas-microsoft-com:office:smarttags" w:element="PersonName">
        <w:r>
          <w:t xml:space="preserve">Imam </w:t>
        </w:r>
        <w:smartTag w:uri="urn:schemas:contacts" w:element="GivenName">
          <w:r>
            <w:t>Ali</w:t>
          </w:r>
        </w:smartTag>
        <w:r>
          <w:t xml:space="preserve"> </w:t>
        </w:r>
        <w:smartTag w:uri="urn:schemas:contacts" w:element="Sn">
          <w:r>
            <w:t>Raza</w:t>
          </w:r>
        </w:smartTag>
      </w:smartTag>
      <w:r>
        <w:t xml:space="preserve"> (s.a.): Has Allah given Fazilat to Itrat (s.a.a.) of Rasool (s.a.w.a.w.)? Imam (s.a.) said: No doubt, Allah has given Fazilat to Itrat e Rasool (s.a.a.) over Aalameen in the decisive part of the Book Mamoon asked: Where in the Kitaab of Allah? He (s.a.) said: Words of Allah: “Certainly Allah chose.....”</w:t>
      </w:r>
    </w:p>
    <w:p w:rsidR="001137B5" w:rsidRDefault="001137B5" w:rsidP="00AD7866">
      <w:pPr>
        <w:pStyle w:val="libNormal"/>
      </w:pPr>
      <w:r>
        <w:lastRenderedPageBreak/>
        <w:t xml:space="preserve">Allah chose </w:t>
      </w:r>
      <w:smartTag w:uri="urn:schemas:contacts" w:element="GivenName">
        <w:r>
          <w:t>Adam</w:t>
        </w:r>
      </w:smartTag>
      <w:r>
        <w:t xml:space="preserve"> (a.s.) and Nuh (a.s.) but not their Aal (progeny); and chose Ibraheem (a.s.) and </w:t>
      </w:r>
      <w:smartTag w:uri="urn:schemas-microsoft-com:office:smarttags" w:element="PersonName">
        <w:smartTag w:uri="urn:schemas:contacts" w:element="GivenName">
          <w:r>
            <w:t>Abu</w:t>
          </w:r>
        </w:smartTag>
        <w:r>
          <w:t xml:space="preserve"> </w:t>
        </w:r>
        <w:smartTag w:uri="urn:schemas:contacts" w:element="Sn">
          <w:r>
            <w:t>Talib</w:t>
          </w:r>
        </w:smartTag>
      </w:smartTag>
      <w:r>
        <w:t xml:space="preserve"> (Imran s.a.) with their Aal. Aal-e-Ibraheem (a.s.) means the forefathers of Rasool Allah (s.a.w.a.w.): Abdullah (s.a.), </w:t>
      </w:r>
      <w:smartTag w:uri="urn:schemas:contacts" w:element="GivenName">
        <w:r>
          <w:t>Abu</w:t>
        </w:r>
      </w:smartTag>
      <w:r>
        <w:t xml:space="preserve"> </w:t>
      </w:r>
      <w:smartTag w:uri="urn:schemas:contacts" w:element="Sn">
        <w:r>
          <w:t>Talib</w:t>
        </w:r>
      </w:smartTag>
      <w:r>
        <w:t xml:space="preserve"> (s.a.), </w:t>
      </w:r>
      <w:smartTag w:uri="urn:schemas-microsoft-com:office:smarttags" w:element="PersonName">
        <w:smartTag w:uri="urn:schemas:contacts" w:element="GivenName">
          <w:r>
            <w:t>Abdul</w:t>
          </w:r>
        </w:smartTag>
        <w:r>
          <w:t xml:space="preserve"> </w:t>
        </w:r>
        <w:smartTag w:uri="urn:schemas:contacts" w:element="Sn">
          <w:r>
            <w:t>Muttalib</w:t>
          </w:r>
        </w:smartTag>
      </w:smartTag>
      <w:r>
        <w:t xml:space="preserve"> (s.a.), Hashim (s.a.) until Ismaeel (s.a.). Aal-e-Imran (s.a.) means the children of </w:t>
      </w:r>
      <w:smartTag w:uri="urn:schemas-microsoft-com:office:smarttags" w:element="PersonName">
        <w:smartTag w:uri="urn:schemas:contacts" w:element="GivenName">
          <w:r>
            <w:t>Hazrat</w:t>
          </w:r>
        </w:smartTag>
        <w:r>
          <w:t xml:space="preserve"> </w:t>
        </w:r>
        <w:smartTag w:uri="urn:schemas:contacts" w:element="middlename">
          <w:r>
            <w:t>Abu</w:t>
          </w:r>
        </w:smartTag>
        <w:r>
          <w:t xml:space="preserve"> </w:t>
        </w:r>
        <w:smartTag w:uri="urn:schemas:contacts" w:element="Sn">
          <w:r>
            <w:t>Talib</w:t>
          </w:r>
        </w:smartTag>
      </w:smartTag>
      <w:r>
        <w:t xml:space="preserve"> (s.a.): Twelve Imams (s.a.a.) and other holy progeny (s.a.a.), this whole family is Mustafa (chosen ones).</w:t>
      </w:r>
    </w:p>
    <w:p w:rsidR="001137B5" w:rsidRPr="00021429" w:rsidRDefault="001137B5" w:rsidP="001137B5">
      <w:pPr>
        <w:pStyle w:val="Heading4Center"/>
      </w:pPr>
      <w:r w:rsidRPr="00021429">
        <w:t>158-Don’t be Afraid of Muqassir, Carry on</w:t>
      </w:r>
    </w:p>
    <w:p w:rsidR="001137B5" w:rsidRDefault="001137B5" w:rsidP="001137B5">
      <w:pPr>
        <w:pStyle w:val="Heading4Center"/>
      </w:pPr>
      <w:r w:rsidRPr="00021429">
        <w:t>Tableegh e Walayat</w:t>
      </w:r>
    </w:p>
    <w:p w:rsidR="001137B5" w:rsidRPr="00E44F30" w:rsidRDefault="001137B5" w:rsidP="001137B5">
      <w:pPr>
        <w:pStyle w:val="libItalic"/>
      </w:pPr>
      <w:r w:rsidRPr="00E44F30">
        <w:t>“This day those people who did Kufr, are despaired from your Deen, so do not be afraid of them, and fear Me; this day I have perfected for you your Deen and completed my Ne’mat on you and chose for you Islam as Deen;”</w:t>
      </w:r>
    </w:p>
    <w:p w:rsidR="001137B5" w:rsidRDefault="001137B5" w:rsidP="00AD7866">
      <w:pPr>
        <w:pStyle w:val="libNormal"/>
      </w:pPr>
      <w:r>
        <w:t>(</w:t>
      </w:r>
      <w:smartTag w:uri="urn:schemas:contacts" w:element="Sn">
        <w:r>
          <w:t>Ma’ida</w:t>
        </w:r>
      </w:smartTag>
      <w:r>
        <w:t xml:space="preserve"> 3)</w:t>
      </w:r>
    </w:p>
    <w:p w:rsidR="001137B5" w:rsidRDefault="001137B5" w:rsidP="00AD7866">
      <w:pPr>
        <w:pStyle w:val="libNormal"/>
      </w:pPr>
      <w:r>
        <w:t>In this verse Allah says Kafir to Munafiq, who says with his tongue ‘Congratulations Ya Ali s.a.’ but decides to oppose Imam (s.a.) in his heart. Nowadays Muqassir also says ‘</w:t>
      </w:r>
      <w:smartTag w:uri="urn:schemas:contacts" w:element="GivenName">
        <w:r>
          <w:t>Ali</w:t>
        </w:r>
      </w:smartTag>
      <w:r>
        <w:t xml:space="preserve"> un Wali Ullah s.a.’ half-heartedly in Kalima not considering it a part, and practically separates this Kalima while praying.</w:t>
      </w:r>
    </w:p>
    <w:p w:rsidR="001137B5" w:rsidRDefault="001137B5" w:rsidP="00AD7866">
      <w:pPr>
        <w:pStyle w:val="libNormal"/>
      </w:pPr>
      <w:r>
        <w:t xml:space="preserve">Allah perfected His Deen by announcing this Kalima and made it chosen one due to this Kalima, it is the guarantee of acceptance of deeds. Allah is commanding: do not be afraid of Muqassireen, rather be afraid of the punishment of Allah, and keep preaching Walayat e </w:t>
      </w:r>
      <w:smartTag w:uri="urn:schemas:contacts" w:element="GivenName">
        <w:r>
          <w:t>Ali</w:t>
        </w:r>
      </w:smartTag>
      <w:r>
        <w:t xml:space="preserve"> (s.a.).</w:t>
      </w:r>
    </w:p>
    <w:p w:rsidR="001137B5" w:rsidRDefault="001137B5" w:rsidP="001137B5">
      <w:pPr>
        <w:pStyle w:val="Heading4Center"/>
      </w:pPr>
      <w:r w:rsidRPr="00021429">
        <w:t xml:space="preserve">159-Ilhaad to </w:t>
      </w:r>
      <w:smartTag w:uri="urn:schemas:contacts" w:element="GivenName">
        <w:r w:rsidRPr="00021429">
          <w:t>Asma</w:t>
        </w:r>
      </w:smartTag>
      <w:r w:rsidRPr="00021429">
        <w:t xml:space="preserve"> al Husna</w:t>
      </w:r>
    </w:p>
    <w:p w:rsidR="001137B5" w:rsidRDefault="001137B5" w:rsidP="00AD7866">
      <w:pPr>
        <w:pStyle w:val="libNormal"/>
      </w:pPr>
      <w:r w:rsidRPr="0028176C">
        <w:t xml:space="preserve">“And best names are for Allah, therefore call Him with them, and leave alone those who do Ilhaad in His names; soon they shall get </w:t>
      </w:r>
      <w:r>
        <w:t xml:space="preserve">the </w:t>
      </w:r>
      <w:r w:rsidRPr="0028176C">
        <w:t>punishment for what they are doing.”</w:t>
      </w:r>
      <w:r w:rsidRPr="00F316BF">
        <w:t xml:space="preserve"> </w:t>
      </w:r>
      <w:r>
        <w:t>(</w:t>
      </w:r>
      <w:smartTag w:uri="urn:schemas:contacts" w:element="Sn">
        <w:r>
          <w:t>A’raf</w:t>
        </w:r>
      </w:smartTag>
      <w:r>
        <w:t xml:space="preserve"> 180)</w:t>
      </w:r>
    </w:p>
    <w:p w:rsidR="001137B5" w:rsidRDefault="001137B5" w:rsidP="00AD7866">
      <w:pPr>
        <w:pStyle w:val="libNormal"/>
      </w:pPr>
      <w:r>
        <w:t>‘Ilhaad’ means to doubt, to turn away from testimony, to deny, or to turn away from Deen.</w:t>
      </w:r>
    </w:p>
    <w:p w:rsidR="001137B5" w:rsidRPr="000042B1" w:rsidRDefault="001137B5" w:rsidP="001137B5">
      <w:pPr>
        <w:pStyle w:val="libItalic"/>
      </w:pPr>
      <w:r w:rsidRPr="000042B1">
        <w:t xml:space="preserve">Imam </w:t>
      </w:r>
      <w:smartTag w:uri="urn:schemas:contacts" w:element="Sn">
        <w:r w:rsidRPr="000042B1">
          <w:t>Raza</w:t>
        </w:r>
      </w:smartTag>
      <w:r w:rsidRPr="000042B1">
        <w:t xml:space="preserve"> (s.a.) said: “When you are caught in difficulty and hard time, then supplicate to us, this is according to this saying of Allah: And best names are for Allah, therefore call Him with them.”</w:t>
      </w:r>
    </w:p>
    <w:p w:rsidR="001137B5" w:rsidRDefault="001137B5" w:rsidP="00AD7866">
      <w:pPr>
        <w:pStyle w:val="libNormal"/>
      </w:pPr>
      <w:smartTag w:uri="urn:schemas-microsoft-com:office:smarttags" w:element="PersonName">
        <w:r w:rsidRPr="000042B1">
          <w:t xml:space="preserve">Imam </w:t>
        </w:r>
        <w:smartTag w:uri="urn:schemas:contacts" w:element="Sn">
          <w:r w:rsidRPr="000042B1">
            <w:t>Sadiq</w:t>
          </w:r>
        </w:smartTag>
      </w:smartTag>
      <w:r w:rsidRPr="000042B1">
        <w:t xml:space="preserve"> (s.a.) said: “We are Asma ul Husna.”</w:t>
      </w:r>
    </w:p>
    <w:p w:rsidR="001137B5" w:rsidRDefault="001137B5" w:rsidP="00AD7866">
      <w:pPr>
        <w:pStyle w:val="libNormal"/>
      </w:pPr>
      <w:r>
        <w:t xml:space="preserve">So Allah commands that when you call Allah then mention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and do not turn away from his testimony, and do not doubt about him at all, otherwise there is no chance of getting reward for good deeds. </w:t>
      </w:r>
    </w:p>
    <w:p w:rsidR="001137B5" w:rsidRDefault="001137B5" w:rsidP="001137B5">
      <w:pPr>
        <w:pStyle w:val="Heading4Center"/>
      </w:pPr>
      <w:r w:rsidRPr="00021429">
        <w:t xml:space="preserve">160-For Allah </w:t>
      </w:r>
      <w:smartTag w:uri="urn:schemas:contacts" w:element="GivenName">
        <w:r w:rsidRPr="00021429">
          <w:t>Ali</w:t>
        </w:r>
      </w:smartTag>
      <w:r w:rsidRPr="00021429">
        <w:t xml:space="preserve"> </w:t>
      </w:r>
      <w:r>
        <w:t>(s.a.) is Sufficient</w:t>
      </w:r>
      <w:r w:rsidRPr="00021429">
        <w:t xml:space="preserve"> to Testify</w:t>
      </w:r>
    </w:p>
    <w:p w:rsidR="001137B5" w:rsidRPr="00F81EEF" w:rsidRDefault="001137B5" w:rsidP="001137B5">
      <w:pPr>
        <w:pStyle w:val="libItalic"/>
      </w:pPr>
      <w:r w:rsidRPr="00F81EEF">
        <w:t>“And those who disbelieved say: You are not a Rasool. Say: Allah is sufficient as a witness between me and you and who has the knowledge of the Book.”</w:t>
      </w:r>
    </w:p>
    <w:p w:rsidR="001137B5" w:rsidRDefault="001137B5" w:rsidP="00AD7866">
      <w:pPr>
        <w:pStyle w:val="libNormal"/>
      </w:pPr>
      <w:r>
        <w:t>(Ra’d 43)</w:t>
      </w:r>
    </w:p>
    <w:p w:rsidR="001137B5" w:rsidRDefault="001137B5" w:rsidP="00AD7866">
      <w:pPr>
        <w:pStyle w:val="libNormal"/>
      </w:pPr>
      <w:r>
        <w:t xml:space="preserve">Amirul </w:t>
      </w:r>
      <w:smartTag w:uri="urn:schemas:contacts" w:element="Sn">
        <w:r>
          <w:t>Momineen</w:t>
        </w:r>
      </w:smartTag>
      <w:r>
        <w:t xml:space="preserve"> (s.a.) was asked: What is your great praise? Imam (s.a.) recited this verse and said: Allah means us from “who has the knowledge of the Book”. Rasool Allah (s.a.w.a.w.) and </w:t>
      </w:r>
      <w:smartTag w:uri="urn:schemas-microsoft-com:office:smarttags" w:element="PersonName">
        <w:r>
          <w:t xml:space="preserve">Imam </w:t>
        </w:r>
        <w:smartTag w:uri="urn:schemas:contacts" w:element="Sn">
          <w:r>
            <w:t>Baqir</w:t>
          </w:r>
        </w:smartTag>
      </w:smartTag>
      <w:r>
        <w:t xml:space="preserve"> (s.a.) also said same about this verse.</w:t>
      </w:r>
    </w:p>
    <w:p w:rsidR="001137B5" w:rsidRDefault="001137B5" w:rsidP="00AD7866">
      <w:pPr>
        <w:pStyle w:val="libNormal"/>
      </w:pPr>
      <w:r>
        <w:lastRenderedPageBreak/>
        <w:t xml:space="preserve">If the entire Universe denies Risalat, Allah is Needless of all the creations; if only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testifies it is sufficient for Allah. For Allah the words of </w:t>
      </w:r>
      <w:smartTag w:uri="urn:schemas:contacts" w:element="GivenName">
        <w:r>
          <w:t>Mohammad</w:t>
        </w:r>
      </w:smartTag>
      <w:r>
        <w:t xml:space="preserve"> (s.a.w.a.w.) and </w:t>
      </w:r>
      <w:smartTag w:uri="urn:schemas:contacts" w:element="GivenName">
        <w:r>
          <w:t>Ali</w:t>
        </w:r>
      </w:smartTag>
      <w:r>
        <w:t xml:space="preserve"> (s.a.) are sufficient and great. Now who denies testifying Walayat e </w:t>
      </w:r>
      <w:smartTag w:uri="urn:schemas:contacts" w:element="GivenName">
        <w:r>
          <w:t>Ali</w:t>
        </w:r>
      </w:smartTag>
      <w:r>
        <w:t xml:space="preserve"> (s.a.), in fact he should bark on his mother for being dishonest.</w:t>
      </w:r>
    </w:p>
    <w:p w:rsidR="001137B5" w:rsidRDefault="001137B5" w:rsidP="001137B5">
      <w:pPr>
        <w:pStyle w:val="Heading4Center"/>
      </w:pPr>
      <w:r w:rsidRPr="00021429">
        <w:t>161-Kalima Tayyiba</w:t>
      </w:r>
    </w:p>
    <w:p w:rsidR="001137B5" w:rsidRPr="00A86B0D" w:rsidRDefault="001137B5" w:rsidP="001137B5">
      <w:pPr>
        <w:pStyle w:val="libItalic"/>
      </w:pPr>
      <w:r w:rsidRPr="00A86B0D">
        <w:t xml:space="preserve">“Have you not seen how Allah gives example of </w:t>
      </w:r>
      <w:smartTag w:uri="urn:schemas-microsoft-com:office:smarttags" w:element="PersonName">
        <w:smartTag w:uri="urn:schemas:contacts" w:element="GivenName">
          <w:r w:rsidRPr="00A86B0D">
            <w:t>Kalima</w:t>
          </w:r>
        </w:smartTag>
        <w:r w:rsidRPr="00A86B0D">
          <w:t xml:space="preserve"> </w:t>
        </w:r>
        <w:smartTag w:uri="urn:schemas:contacts" w:element="Sn">
          <w:r w:rsidRPr="00A86B0D">
            <w:t>Tayyiba</w:t>
          </w:r>
        </w:smartTag>
      </w:smartTag>
      <w:r w:rsidRPr="00A86B0D">
        <w:t xml:space="preserve"> like a Tayyiba Tree whose root is firm and whose branches are in the sky. Yielding its fruit every moment by the permission of it’s Rabb; and Allah gives examples for the people so that they keep doing Zikr.”</w:t>
      </w:r>
    </w:p>
    <w:p w:rsidR="001137B5" w:rsidRDefault="001137B5" w:rsidP="00AD7866">
      <w:pPr>
        <w:pStyle w:val="libNormal"/>
      </w:pPr>
      <w:r>
        <w:t>(Ibraheem 24-25)</w:t>
      </w:r>
    </w:p>
    <w:p w:rsidR="001137B5" w:rsidRDefault="001137B5" w:rsidP="00AD7866">
      <w:pPr>
        <w:pStyle w:val="libNormal"/>
      </w:pPr>
      <w:r w:rsidRPr="00A86B0D">
        <w:t xml:space="preserve">Imam </w:t>
      </w:r>
      <w:smartTag w:uri="urn:schemas:contacts" w:element="Sn">
        <w:r w:rsidRPr="00A86B0D">
          <w:t>Sadiq</w:t>
        </w:r>
      </w:smartTag>
      <w:r w:rsidRPr="00A86B0D">
        <w:t xml:space="preserve"> (s.a.) said:</w:t>
      </w:r>
      <w:r>
        <w:t xml:space="preserve"> </w:t>
      </w:r>
      <w:r w:rsidRPr="00A86B0D">
        <w:t xml:space="preserve">Holy Tree is that tree, its root is Rasool Allah (s.a.w.a.w.), stem is </w:t>
      </w:r>
      <w:smartTag w:uri="urn:schemas-microsoft-com:office:smarttags" w:element="PersonName">
        <w:smartTag w:uri="urn:schemas:contacts" w:element="GivenName">
          <w:r w:rsidRPr="00A86B0D">
            <w:t>Amirul</w:t>
          </w:r>
        </w:smartTag>
        <w:r w:rsidRPr="00A86B0D">
          <w:t xml:space="preserve"> </w:t>
        </w:r>
        <w:smartTag w:uri="urn:schemas:contacts" w:element="Sn">
          <w:r w:rsidRPr="00A86B0D">
            <w:t>Momineen</w:t>
          </w:r>
        </w:smartTag>
      </w:smartTag>
      <w:r w:rsidRPr="00A86B0D">
        <w:t xml:space="preserve"> (s.a.), and Masomeen (s.a.a.) who are Aal of both of them, are its branches, and </w:t>
      </w:r>
      <w:r>
        <w:t xml:space="preserve">the </w:t>
      </w:r>
      <w:r w:rsidRPr="00A86B0D">
        <w:t>knowledge of Imams (s.a.a.) is its fruit.</w:t>
      </w:r>
    </w:p>
    <w:p w:rsidR="001137B5" w:rsidRDefault="001137B5" w:rsidP="00AD7866">
      <w:pPr>
        <w:pStyle w:val="libNormal"/>
      </w:pPr>
      <w:r>
        <w:t>So according to the saying of Allah, ‘</w:t>
      </w:r>
      <w:smartTag w:uri="urn:schemas:contacts" w:element="GivenName">
        <w:r>
          <w:t>Kalima</w:t>
        </w:r>
      </w:smartTag>
      <w:r>
        <w:t xml:space="preserve"> </w:t>
      </w:r>
      <w:smartTag w:uri="urn:schemas:contacts" w:element="Sn">
        <w:r>
          <w:t>Tayyiba</w:t>
        </w:r>
      </w:smartTag>
      <w:r>
        <w:t>’ is exactly like ‘</w:t>
      </w:r>
      <w:smartTag w:uri="urn:schemas-microsoft-com:office:smarttags" w:element="PersonName">
        <w:smartTag w:uri="urn:schemas:contacts" w:element="GivenName">
          <w:r>
            <w:t>Shajarah</w:t>
          </w:r>
        </w:smartTag>
        <w:r>
          <w:t xml:space="preserve"> </w:t>
        </w:r>
        <w:smartTag w:uri="urn:schemas:contacts" w:element="Sn">
          <w:r>
            <w:t>Tayyiba</w:t>
          </w:r>
        </w:smartTag>
      </w:smartTag>
      <w:r>
        <w:t xml:space="preserve">’ (Holy Tree): ‘There is none worthy of worship except Allah’ is the </w:t>
      </w:r>
      <w:smartTag w:uri="urn:schemas-microsoft-com:office:smarttags" w:element="place">
        <w:smartTag w:uri="urn:schemas-microsoft-com:office:smarttags" w:element="PlaceType">
          <w:r>
            <w:t>Land</w:t>
          </w:r>
        </w:smartTag>
        <w:r>
          <w:t xml:space="preserve"> of </w:t>
        </w:r>
        <w:smartTag w:uri="urn:schemas-microsoft-com:office:smarttags" w:element="PlaceName">
          <w:r>
            <w:t>Tauheed</w:t>
          </w:r>
        </w:smartTag>
      </w:smartTag>
      <w:r>
        <w:t>; ‘</w:t>
      </w:r>
      <w:smartTag w:uri="urn:schemas:contacts" w:element="GivenName">
        <w:r>
          <w:t>Mohammad</w:t>
        </w:r>
      </w:smartTag>
      <w:r>
        <w:t xml:space="preserve"> s.a.w.a.w. is Rasool of Allah’ is the Root; ‘Ali un Wali Ullah s.a.’ is the Stem; ‘Wa Aoladahul Masomeena Hujjajullah’ are the branches.</w:t>
      </w:r>
    </w:p>
    <w:p w:rsidR="001137B5" w:rsidRDefault="001137B5" w:rsidP="00AD7866">
      <w:pPr>
        <w:pStyle w:val="libNormal"/>
      </w:pPr>
      <w:r>
        <w:t xml:space="preserve">All Masomeen (s.a.a.) recited </w:t>
      </w:r>
      <w:smartTag w:uri="urn:schemas-microsoft-com:office:smarttags" w:element="PersonName">
        <w:smartTag w:uri="urn:schemas:contacts" w:element="GivenName">
          <w:r>
            <w:t>Kalima</w:t>
          </w:r>
        </w:smartTag>
        <w:r>
          <w:t xml:space="preserve"> </w:t>
        </w:r>
        <w:smartTag w:uri="urn:schemas:contacts" w:element="Sn">
          <w:r>
            <w:t>Tayyiba</w:t>
          </w:r>
        </w:smartTag>
      </w:smartTag>
      <w:r>
        <w:t xml:space="preserve"> after Zahoor, in which they testified Tauheed, Risalat, and their Walayat.</w:t>
      </w:r>
    </w:p>
    <w:p w:rsidR="001137B5" w:rsidRDefault="001137B5" w:rsidP="00AD7866">
      <w:pPr>
        <w:pStyle w:val="libNormal"/>
      </w:pPr>
      <w:r>
        <w:t xml:space="preserve">Now if any ‘production of dark land’ shows a Root only and claims that it is a complete Tree, and stem and branches are not part of a tree, then he is: </w:t>
      </w:r>
    </w:p>
    <w:p w:rsidR="001137B5" w:rsidRDefault="001137B5" w:rsidP="00AD7866">
      <w:pPr>
        <w:pStyle w:val="libNormal"/>
      </w:pPr>
      <w:r w:rsidRPr="00A86B0D">
        <w:t>“Surely the worst of animals near Allah are the Deaf and Dumb who do not understand.”</w:t>
      </w:r>
      <w:r>
        <w:t xml:space="preserve"> (Anfaal 22)</w:t>
      </w:r>
    </w:p>
    <w:p w:rsidR="001137B5" w:rsidRDefault="001137B5" w:rsidP="001137B5">
      <w:pPr>
        <w:pStyle w:val="Heading4Center"/>
      </w:pPr>
      <w:r w:rsidRPr="00021429">
        <w:t xml:space="preserve">162-Who Prohibits from Walayat e </w:t>
      </w:r>
      <w:smartTag w:uri="urn:schemas:contacts" w:element="GivenName">
        <w:r w:rsidRPr="00021429">
          <w:t>Ali</w:t>
        </w:r>
      </w:smartTag>
      <w:r w:rsidRPr="00021429">
        <w:t xml:space="preserve"> (s.a.), is Rebellious</w:t>
      </w:r>
    </w:p>
    <w:p w:rsidR="001137B5" w:rsidRDefault="001137B5" w:rsidP="00AD7866">
      <w:pPr>
        <w:pStyle w:val="libNormal"/>
      </w:pPr>
      <w:r w:rsidRPr="00FE68FF">
        <w:t>“Those who d</w:t>
      </w:r>
      <w:r>
        <w:t>isbelieve and hinder</w:t>
      </w:r>
      <w:r w:rsidRPr="00FE68FF">
        <w:t xml:space="preserve"> from the Sabeel of Allah, we will add punishment over punishment for them because they made mischief.”</w:t>
      </w:r>
      <w:r w:rsidRPr="00F316BF">
        <w:t xml:space="preserve"> </w:t>
      </w:r>
      <w:r>
        <w:t>(Nahl 88)</w:t>
      </w:r>
    </w:p>
    <w:p w:rsidR="001137B5" w:rsidRDefault="001137B5" w:rsidP="00AD7866">
      <w:pPr>
        <w:pStyle w:val="libNormal"/>
      </w:pPr>
      <w:r>
        <w:t xml:space="preserve">Sabeel of Allah is Walayat of Amirul Momineen (s.a.), who prohibits from it in any way, by any trick, there is punishment over punishment for him, and he is mischievous. </w:t>
      </w:r>
    </w:p>
    <w:p w:rsidR="001137B5" w:rsidRDefault="001137B5" w:rsidP="001137B5">
      <w:pPr>
        <w:pStyle w:val="Heading4Center"/>
      </w:pPr>
      <w:r w:rsidRPr="00021429">
        <w:t>163-Sunnah of Rasool Allah (s.a.w.a.w.)</w:t>
      </w:r>
    </w:p>
    <w:p w:rsidR="001137B5" w:rsidRPr="00682182" w:rsidRDefault="001137B5" w:rsidP="001137B5">
      <w:pPr>
        <w:pStyle w:val="libItalic"/>
      </w:pPr>
      <w:r w:rsidRPr="00682182">
        <w:t>“Say: Call Allah or call Rahman, whichever you call, the Best Names are for Him; and do not recite your Namaaz with a very loud voice and nor with a very low voice, and take a way in between them.”</w:t>
      </w:r>
    </w:p>
    <w:p w:rsidR="001137B5" w:rsidRDefault="001137B5" w:rsidP="00AD7866">
      <w:pPr>
        <w:pStyle w:val="libNormal"/>
      </w:pPr>
      <w:r>
        <w:t>(Bani Israeel 110)</w:t>
      </w:r>
    </w:p>
    <w:p w:rsidR="001137B5" w:rsidRDefault="001137B5" w:rsidP="00AD7866">
      <w:pPr>
        <w:pStyle w:val="libNormal"/>
      </w:pPr>
      <w:r>
        <w:t xml:space="preserve">Imam </w:t>
      </w:r>
      <w:smartTag w:uri="urn:schemas:contacts" w:element="Sn">
        <w:r>
          <w:t>Baqir</w:t>
        </w:r>
      </w:smartTag>
      <w:r>
        <w:t xml:space="preserve"> (s.a.) said about this verse: ‘Do not recite your Namaaz in loud voice’ means that do not express completely Walayat of Ali Murtaza (s.a.) and whatever I have bestowed on him, until I command you about it. And ‘And nor with a low voice’ means that do not conceal it from </w:t>
      </w:r>
      <w:smartTag w:uri="urn:schemas:contacts" w:element="GivenName">
        <w:r>
          <w:t>Ali</w:t>
        </w:r>
      </w:smartTag>
      <w:r>
        <w:t xml:space="preserve"> (s.a.), rather tell him what is his high status. And ‘take a way in between them’ means that keep asking me to permit you announcement of Amr-e-Walayat-e-Ali (s.a.), so he (s.a.w.a.w.) kept asking about it and on the day of </w:t>
      </w:r>
      <w:r>
        <w:lastRenderedPageBreak/>
        <w:t>Ghadeer e Khum it was permitted to announce it, it means “Thus what is commanded to you, announce it openly and turn away from Mushrikeen” (Hajar 94) cancelled this verse “And do not recite......between them” (Bani Israeel 110)</w:t>
      </w:r>
    </w:p>
    <w:p w:rsidR="001137B5" w:rsidRDefault="001137B5" w:rsidP="00AD7866">
      <w:pPr>
        <w:pStyle w:val="libNormal"/>
      </w:pPr>
      <w:r>
        <w:t xml:space="preserve">So this Hadees proves that Rasool Allah (s.a.w.a.w.) was testifying Walayat e </w:t>
      </w:r>
      <w:smartTag w:uri="urn:schemas:contacts" w:element="GivenName">
        <w:r>
          <w:t>Ali</w:t>
        </w:r>
      </w:smartTag>
      <w:r>
        <w:t xml:space="preserve"> (s.a.) in Namaaz from beginning but in low voice that only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could hear him behind, and it was openly announced at Ghadeer e Khum. This Sunnah i.e. what Rasool Allah (s.a.w.a.w.) was reciting in Tashahud is completely mentioned in book ‘Fiqh e Kamil’ of great </w:t>
      </w:r>
      <w:smartTag w:uri="urn:schemas:contacts" w:element="GivenName">
        <w:r>
          <w:t>Allama</w:t>
        </w:r>
      </w:smartTag>
      <w:r>
        <w:t xml:space="preserve"> </w:t>
      </w:r>
      <w:smartTag w:uri="urn:schemas:contacts" w:element="Sn">
        <w:r>
          <w:t>Majlisi</w:t>
        </w:r>
      </w:smartTag>
      <w:r>
        <w:t xml:space="preserve"> (r.a.) in chapter ‘</w:t>
      </w:r>
      <w:smartTag w:uri="urn:schemas-microsoft-com:office:smarttags" w:element="PersonName">
        <w:smartTag w:uri="urn:schemas:contacts" w:element="GivenName">
          <w:r>
            <w:t>Kitabus</w:t>
          </w:r>
        </w:smartTag>
        <w:r>
          <w:t xml:space="preserve"> </w:t>
        </w:r>
        <w:smartTag w:uri="urn:schemas:contacts" w:element="Sn">
          <w:r>
            <w:t>Salaat</w:t>
          </w:r>
        </w:smartTag>
      </w:smartTag>
      <w:r>
        <w:t>’.</w:t>
      </w:r>
    </w:p>
    <w:p w:rsidR="001137B5" w:rsidRDefault="001137B5" w:rsidP="001137B5">
      <w:pPr>
        <w:pStyle w:val="Heading4Center"/>
      </w:pPr>
      <w:r w:rsidRPr="00021429">
        <w:t xml:space="preserve">164-Respect of </w:t>
      </w:r>
      <w:smartTag w:uri="urn:schemas:contacts" w:element="Sn">
        <w:r w:rsidRPr="00021429">
          <w:t>Sha’air</w:t>
        </w:r>
      </w:smartTag>
      <w:r w:rsidRPr="00021429">
        <w:t xml:space="preserve"> Allah</w:t>
      </w:r>
    </w:p>
    <w:p w:rsidR="001137B5" w:rsidRPr="00684DED" w:rsidRDefault="001137B5" w:rsidP="001137B5">
      <w:pPr>
        <w:pStyle w:val="libItalic"/>
      </w:pPr>
      <w:r w:rsidRPr="00684DED">
        <w:t xml:space="preserve">“That (is the real thing), and whoever respects </w:t>
      </w:r>
      <w:smartTag w:uri="urn:schemas:contacts" w:element="Sn">
        <w:r w:rsidRPr="00684DED">
          <w:t>Sha’air</w:t>
        </w:r>
      </w:smartTag>
      <w:r w:rsidRPr="00684DED">
        <w:t xml:space="preserve"> Allah, this is surely due to the piety (Taqwa) of the hearts.”</w:t>
      </w:r>
    </w:p>
    <w:p w:rsidR="001137B5" w:rsidRDefault="001137B5" w:rsidP="00AD7866">
      <w:pPr>
        <w:pStyle w:val="libNormal"/>
      </w:pPr>
      <w:r>
        <w:t>(Hajj 32)</w:t>
      </w:r>
    </w:p>
    <w:p w:rsidR="001137B5" w:rsidRDefault="001137B5" w:rsidP="00AD7866">
      <w:pPr>
        <w:pStyle w:val="libNormal"/>
      </w:pPr>
      <w:r>
        <w:t>“Sha’air Allah” means those signs by seeing them Allah is remembered, and their respect makes the hearts pious, e.g. Safa, Marwa, animal of sacrifice: by seeing that animal we remember the sacrifice of Ibraheem (s.a.) and Ismaeel (s.a.) which they did to obey the order of Allah, so we remember Azmat of Allah in this way.</w:t>
      </w:r>
    </w:p>
    <w:p w:rsidR="00BE2EC5" w:rsidRDefault="001137B5" w:rsidP="00AD7866">
      <w:pPr>
        <w:pStyle w:val="libNormal"/>
      </w:pPr>
      <w:r>
        <w:t>And who is “Pride of Ismaeel”, there is no similitude of his sacrifice, things related to him are definitely superior Sha’air Allah. Model of Taboot, Flag, Zuljanah, Cradle, and Mehndi all are Sha’air Allah. Definitely he is enemy of Allah who objects Sha’air al Hussaini.</w:t>
      </w:r>
    </w:p>
    <w:p w:rsidR="001137B5" w:rsidRDefault="001137B5" w:rsidP="001137B5">
      <w:pPr>
        <w:pStyle w:val="Heading4Center"/>
      </w:pPr>
      <w:r w:rsidRPr="00021429">
        <w:t>165-Amanat – Covenant – Namaaz</w:t>
      </w:r>
    </w:p>
    <w:p w:rsidR="001137B5" w:rsidRPr="00150F91" w:rsidRDefault="001137B5" w:rsidP="001137B5">
      <w:pPr>
        <w:pStyle w:val="libItalic"/>
      </w:pPr>
      <w:r w:rsidRPr="00150F91">
        <w:t xml:space="preserve">“And those who are keepers of their Amanaat (Trusts) and their Covenant, and those who protect their Namaaz (Prayers), these are they who are the heirs, who shall inherit the </w:t>
      </w:r>
      <w:smartTag w:uri="urn:schemas-microsoft-com:office:smarttags" w:element="place">
        <w:r w:rsidRPr="00150F91">
          <w:t>Paradise</w:t>
        </w:r>
      </w:smartTag>
      <w:r w:rsidRPr="00150F91">
        <w:t>, they shall live in it for ever.”</w:t>
      </w:r>
    </w:p>
    <w:p w:rsidR="001137B5" w:rsidRDefault="001137B5" w:rsidP="00AD7866">
      <w:pPr>
        <w:pStyle w:val="libNormal"/>
      </w:pPr>
      <w:r>
        <w:t>(Mominoon 8-11)</w:t>
      </w:r>
    </w:p>
    <w:p w:rsidR="001137B5" w:rsidRDefault="001137B5" w:rsidP="00AD7866">
      <w:pPr>
        <w:pStyle w:val="libNormal"/>
      </w:pPr>
      <w:r>
        <w:t xml:space="preserve">The greatest Trust among the trusts of the Universe is Walayat. Allah presented Walayat e </w:t>
      </w:r>
      <w:smartTag w:uri="urn:schemas:contacts" w:element="GivenName">
        <w:r>
          <w:t>Ali</w:t>
        </w:r>
      </w:smartTag>
      <w:r>
        <w:t xml:space="preserve"> (s.a.) to every thing, all of them accepted but without the condition of reward and punishment; it means that reward if he would keep steadfast on Walayat e </w:t>
      </w:r>
      <w:smartTag w:uri="urn:schemas:contacts" w:element="GivenName">
        <w:r>
          <w:t>Ali</w:t>
        </w:r>
      </w:smartTag>
      <w:r>
        <w:t xml:space="preserve"> (s.a.), and punishment if he denies.</w:t>
      </w:r>
    </w:p>
    <w:p w:rsidR="001137B5" w:rsidRDefault="001137B5" w:rsidP="00AD7866">
      <w:pPr>
        <w:pStyle w:val="libNormal"/>
      </w:pPr>
      <w:r>
        <w:t xml:space="preserve">The most important Covenant which was taken by Allah from the humans in Alam-e-Zarr is about Tauheed, Risalat, and Walayat. So guard your Namaaz from the enemies of Walayat e </w:t>
      </w:r>
      <w:smartTag w:uri="urn:schemas:contacts" w:element="GivenName">
        <w:r>
          <w:t>Ali</w:t>
        </w:r>
      </w:smartTag>
      <w:r>
        <w:t xml:space="preserve"> (s.a.).</w:t>
      </w:r>
    </w:p>
    <w:p w:rsidR="001137B5" w:rsidRDefault="001137B5" w:rsidP="00AD7866">
      <w:pPr>
        <w:pStyle w:val="libNormal"/>
      </w:pPr>
      <w:r>
        <w:t>He who keeps the Trust of Walayat e Ali (s.a.) firm and safe in his heart, and protects his Namaaz from Muqassir Mulla by testifying his Covenant with Allah in Tashahud, which was done in Alam-e-Zarr, only he will inherit Paradise.</w:t>
      </w:r>
    </w:p>
    <w:p w:rsidR="001137B5" w:rsidRDefault="001137B5" w:rsidP="001137B5">
      <w:pPr>
        <w:pStyle w:val="Heading4Center"/>
      </w:pPr>
      <w:r w:rsidRPr="00021429">
        <w:t>166-Ghamam – Sabeel – Zikr – Quran</w:t>
      </w:r>
    </w:p>
    <w:p w:rsidR="001137B5" w:rsidRPr="0001183E" w:rsidRDefault="001137B5" w:rsidP="001137B5">
      <w:pPr>
        <w:pStyle w:val="libItalic"/>
      </w:pPr>
      <w:r w:rsidRPr="0001183E">
        <w:t xml:space="preserve">“And on the day when the sky will burst apart with Ghamam (Cloud), and the </w:t>
      </w:r>
      <w:smartTag w:uri="urn:schemas:contacts" w:element="Sn">
        <w:r w:rsidRPr="0001183E">
          <w:t>Angels</w:t>
        </w:r>
      </w:smartTag>
      <w:r w:rsidRPr="0001183E">
        <w:t xml:space="preserve"> will be sent down a sending. On that day the </w:t>
      </w:r>
      <w:smartTag w:uri="urn:schemas-microsoft-com:office:smarttags" w:element="place">
        <w:smartTag w:uri="urn:schemas-microsoft-com:office:smarttags" w:element="PlaceName">
          <w:r w:rsidRPr="0001183E">
            <w:t>Haqq</w:t>
          </w:r>
        </w:smartTag>
        <w:r w:rsidRPr="0001183E">
          <w:t xml:space="preserve"> </w:t>
        </w:r>
        <w:smartTag w:uri="urn:schemas-microsoft-com:office:smarttags" w:element="PlaceType">
          <w:r w:rsidRPr="0001183E">
            <w:t>Kingdom</w:t>
          </w:r>
        </w:smartTag>
      </w:smartTag>
      <w:r w:rsidRPr="0001183E">
        <w:t xml:space="preserve"> shall belong to Rahman, and that day shall be very hard on disbelievers. And that day </w:t>
      </w:r>
      <w:r>
        <w:t xml:space="preserve">the </w:t>
      </w:r>
      <w:r w:rsidRPr="0001183E">
        <w:t xml:space="preserve">unjust one shall bite his hands, saying: Would that I had </w:t>
      </w:r>
      <w:r w:rsidRPr="0001183E">
        <w:lastRenderedPageBreak/>
        <w:t>caught Sabeel with Rasool (s.a.w.a.w.). O woe to me! Would that I had not made Fulana (that person) my friend. Certainly he led me astray from the Zikr, a</w:t>
      </w:r>
      <w:r>
        <w:t>fter he had come to me; and Shai</w:t>
      </w:r>
      <w:r w:rsidRPr="0001183E">
        <w:t>tan disgraces man. And Rasool (s.a.w.a.w.) will say: Ya Rabb! Certainly my nation made This Quran forsaken (Mahjoor, left behind, mocked).”</w:t>
      </w:r>
    </w:p>
    <w:p w:rsidR="001137B5" w:rsidRDefault="001137B5" w:rsidP="00AD7866">
      <w:pPr>
        <w:pStyle w:val="libNormal"/>
      </w:pPr>
      <w:r>
        <w:t>(Furqan 25-30)</w:t>
      </w:r>
    </w:p>
    <w:p w:rsidR="001137B5" w:rsidRDefault="001137B5" w:rsidP="001137B5">
      <w:pPr>
        <w:pStyle w:val="libItalic"/>
      </w:pPr>
      <w:r w:rsidRPr="00723BB8">
        <w:t xml:space="preserve">Imam </w:t>
      </w:r>
      <w:smartTag w:uri="urn:schemas:contacts" w:element="Sn">
        <w:r w:rsidRPr="00723BB8">
          <w:t>Sadiq</w:t>
        </w:r>
      </w:smartTag>
      <w:r w:rsidRPr="00723BB8">
        <w:t xml:space="preserve"> (s.a.) said: ‘Ghamam’ means </w:t>
      </w:r>
      <w:smartTag w:uri="urn:schemas:contacts" w:element="GivenName">
        <w:r w:rsidRPr="00723BB8">
          <w:t>Amirul</w:t>
        </w:r>
      </w:smartTag>
      <w:r w:rsidRPr="00723BB8">
        <w:t xml:space="preserve"> </w:t>
      </w:r>
      <w:smartTag w:uri="urn:schemas:contacts" w:element="middlename">
        <w:r w:rsidRPr="00723BB8">
          <w:t>Momineen</w:t>
        </w:r>
      </w:smartTag>
      <w:r w:rsidRPr="00723BB8">
        <w:t xml:space="preserve"> </w:t>
      </w:r>
      <w:smartTag w:uri="urn:schemas:contacts" w:element="Sn">
        <w:r w:rsidRPr="00723BB8">
          <w:t>Ali</w:t>
        </w:r>
      </w:smartTag>
      <w:r w:rsidRPr="00723BB8">
        <w:t xml:space="preserve"> ibne </w:t>
      </w:r>
      <w:smartTag w:uri="urn:schemas-microsoft-com:office:smarttags" w:element="PersonName">
        <w:smartTag w:uri="urn:schemas:contacts" w:element="GivenName">
          <w:r w:rsidRPr="00723BB8">
            <w:t>Abi</w:t>
          </w:r>
        </w:smartTag>
        <w:r w:rsidRPr="00723BB8">
          <w:t xml:space="preserve"> </w:t>
        </w:r>
        <w:smartTag w:uri="urn:schemas:contacts" w:element="Sn">
          <w:r w:rsidRPr="00723BB8">
            <w:t>Talib</w:t>
          </w:r>
        </w:smartTag>
      </w:smartTag>
      <w:r w:rsidRPr="00723BB8">
        <w:t xml:space="preserve"> (s.a.).</w:t>
      </w:r>
    </w:p>
    <w:p w:rsidR="001137B5" w:rsidRDefault="001137B5" w:rsidP="001137B5">
      <w:pPr>
        <w:pStyle w:val="libItalic"/>
      </w:pPr>
      <w:r w:rsidRPr="00723BB8">
        <w:t xml:space="preserve">According to the saying of </w:t>
      </w:r>
      <w:smartTag w:uri="urn:schemas-microsoft-com:office:smarttags" w:element="PersonName">
        <w:r w:rsidRPr="00723BB8">
          <w:t xml:space="preserve">Imam </w:t>
        </w:r>
        <w:smartTag w:uri="urn:schemas:contacts" w:element="Sn">
          <w:r w:rsidRPr="00723BB8">
            <w:t>Baqir</w:t>
          </w:r>
        </w:smartTag>
      </w:smartTag>
      <w:r w:rsidRPr="00723BB8">
        <w:t xml:space="preserve"> (s.a.), </w:t>
      </w:r>
      <w:r>
        <w:t xml:space="preserve">the </w:t>
      </w:r>
      <w:r w:rsidRPr="00723BB8">
        <w:t xml:space="preserve">unjust one will say: Would that I had made </w:t>
      </w:r>
      <w:smartTag w:uri="urn:schemas:contacts" w:element="GivenName">
        <w:r w:rsidRPr="00723BB8">
          <w:t>Ali</w:t>
        </w:r>
      </w:smartTag>
      <w:r w:rsidRPr="00723BB8">
        <w:t xml:space="preserve"> (Sabeel s.a.) my Wali as well along with Rasool Allah (s.a.w.a.w.), and would not have listened to that (Fulana) friend. And Zikr means Walayat e </w:t>
      </w:r>
      <w:smartTag w:uri="urn:schemas:contacts" w:element="GivenName">
        <w:r w:rsidRPr="00723BB8">
          <w:t>Ali</w:t>
        </w:r>
      </w:smartTag>
      <w:r w:rsidRPr="00723BB8">
        <w:t xml:space="preserve"> (s.a.).</w:t>
      </w:r>
    </w:p>
    <w:p w:rsidR="001137B5" w:rsidRDefault="001137B5" w:rsidP="001137B5">
      <w:pPr>
        <w:pStyle w:val="libItalic"/>
      </w:pPr>
      <w:r w:rsidRPr="00723BB8">
        <w:t xml:space="preserve">Imam Ali (s.a.) said: “Thus I am that Zikr from whom they (unjust ones) turned away, and I am that Sabeel from which they went </w:t>
      </w:r>
      <w:r>
        <w:t>astray, and I am that Emaan</w:t>
      </w:r>
      <w:r w:rsidRPr="00723BB8">
        <w:t xml:space="preserve"> which they denied, and I am that Quran which they left behind, and I am that Deen which they belied, and I am that Siraat from which they went astray.”</w:t>
      </w:r>
    </w:p>
    <w:p w:rsidR="001137B5" w:rsidRDefault="001137B5" w:rsidP="00AD7866">
      <w:pPr>
        <w:pStyle w:val="libNormal"/>
      </w:pPr>
      <w:r>
        <w:t xml:space="preserve">Mulla is misguiding the public by saying: You can not recite Testimony of Walayat e </w:t>
      </w:r>
      <w:smartTag w:uri="urn:schemas:contacts" w:element="GivenName">
        <w:r>
          <w:t>Ali</w:t>
        </w:r>
      </w:smartTag>
      <w:r>
        <w:t xml:space="preserve"> (s.a.) in Namaaz because during Namaaz only Zikrullah &amp; Quran can be read. O blind of wisdom Mulla! Ponder about this verse, you will bite your hands on the day of Qiyamah saying: would that I had testified </w:t>
      </w:r>
      <w:smartTag w:uri="urn:schemas-microsoft-com:office:smarttags" w:element="PersonName">
        <w:smartTag w:uri="urn:schemas:contacts" w:element="GivenName">
          <w:r>
            <w:t>Sabeel</w:t>
          </w:r>
        </w:smartTag>
        <w:r>
          <w:t xml:space="preserve"> </w:t>
        </w:r>
        <w:smartTag w:uri="urn:schemas:contacts" w:element="Sn">
          <w:r>
            <w:t>Ali</w:t>
          </w:r>
        </w:smartTag>
      </w:smartTag>
      <w:r>
        <w:t xml:space="preserve"> (s.a.) with Rasool Allah (s.a.w.a.w.), and would not have turned away from Zikr (Walayat). Then that day you will know when Rasool Allah (s.a.w.a.w.) will complain to Allah: Mulla and his followers left this Quran-e-Natiq </w:t>
      </w:r>
      <w:smartTag w:uri="urn:schemas:contacts" w:element="GivenName">
        <w:r>
          <w:t>Ali</w:t>
        </w:r>
      </w:smartTag>
      <w:r>
        <w:t xml:space="preserve"> (s.a.) behind. Quran and Zikr of Allah is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w:t>
      </w:r>
    </w:p>
    <w:p w:rsidR="001137B5" w:rsidRDefault="001137B5" w:rsidP="001137B5">
      <w:pPr>
        <w:pStyle w:val="Heading4Center"/>
      </w:pPr>
      <w:r w:rsidRPr="00021429">
        <w:t>167-Deen – Fitrat</w:t>
      </w:r>
    </w:p>
    <w:p w:rsidR="001137B5" w:rsidRPr="001965D4" w:rsidRDefault="001137B5" w:rsidP="001137B5">
      <w:pPr>
        <w:pStyle w:val="libItalic"/>
      </w:pPr>
      <w:r w:rsidRPr="001965D4">
        <w:t>“(Ya Nabi s.a.w.a.w.) Then keep your face upright for Deen in the right state: the Fitrat (Nature) made by Allah on which He made people; the</w:t>
      </w:r>
      <w:r>
        <w:t>re</w:t>
      </w:r>
      <w:r w:rsidRPr="001965D4">
        <w:t xml:space="preserve"> is no alteration in the creation of Allah; that is the right Deen; but most people do not know.”</w:t>
      </w:r>
    </w:p>
    <w:p w:rsidR="001137B5" w:rsidRDefault="001137B5" w:rsidP="00AD7866">
      <w:pPr>
        <w:pStyle w:val="libNormal"/>
      </w:pPr>
      <w:r>
        <w:t>(Rum 30)</w:t>
      </w:r>
    </w:p>
    <w:p w:rsidR="001137B5" w:rsidRDefault="001137B5" w:rsidP="001137B5">
      <w:pPr>
        <w:pStyle w:val="libItalic"/>
      </w:pPr>
      <w:r w:rsidRPr="00723BB8">
        <w:t>Imam Baqir (s.a.) said: ‘Deen’ means Walayat of Ali (s.a.) and Infallible Imams (s.a.a.), and ‘Fitrat of Allah’ means ‘There is none worthy of worship except Allah, Mohammad (s.a.w.a.w.) is Rasool of Allah, Ali (s.a.) is Wali of Allah, Amirul Momineen.’</w:t>
      </w:r>
    </w:p>
    <w:p w:rsidR="001137B5" w:rsidRDefault="001137B5" w:rsidP="00AD7866">
      <w:pPr>
        <w:pStyle w:val="libNormal"/>
      </w:pPr>
      <w:r>
        <w:t xml:space="preserve">It means that who has firm faith in </w:t>
      </w:r>
      <w:smartTag w:uri="urn:schemas-microsoft-com:office:smarttags" w:element="PersonName">
        <w:smartTag w:uri="urn:schemas:contacts" w:element="GivenName">
          <w:r>
            <w:t>Kalima</w:t>
          </w:r>
        </w:smartTag>
        <w:r>
          <w:t xml:space="preserve"> </w:t>
        </w:r>
        <w:smartTag w:uri="urn:schemas:contacts" w:element="Sn">
          <w:r>
            <w:t>Tayyiba</w:t>
          </w:r>
        </w:smartTag>
      </w:smartTag>
      <w:r>
        <w:t>, then he is born on the chosen Fitrat of Allah, and it is proof of purity of his birth. And who doubt in it, then for him this verse applies:</w:t>
      </w:r>
    </w:p>
    <w:p w:rsidR="001137B5" w:rsidRDefault="001137B5" w:rsidP="001137B5">
      <w:pPr>
        <w:pStyle w:val="libAie"/>
      </w:pPr>
      <w:r>
        <w:rPr>
          <w:rtl/>
        </w:rPr>
        <w:t>والاولد</w:t>
      </w:r>
      <w:r>
        <w:t xml:space="preserve"> </w:t>
      </w:r>
      <w:r>
        <w:rPr>
          <w:rtl/>
        </w:rPr>
        <w:t>الاموال</w:t>
      </w:r>
      <w:r>
        <w:t xml:space="preserve"> </w:t>
      </w:r>
      <w:r>
        <w:rPr>
          <w:rtl/>
        </w:rPr>
        <w:t>فى</w:t>
      </w:r>
      <w:r>
        <w:t xml:space="preserve"> </w:t>
      </w:r>
      <w:r>
        <w:rPr>
          <w:rtl/>
        </w:rPr>
        <w:t>وشاركهم</w:t>
      </w:r>
      <w:r>
        <w:t xml:space="preserve"> </w:t>
      </w:r>
    </w:p>
    <w:p w:rsidR="001137B5" w:rsidRDefault="001137B5" w:rsidP="00AD7866">
      <w:pPr>
        <w:pStyle w:val="libNormal"/>
      </w:pPr>
      <w:r>
        <w:t>There can’t be any changing in Fitrat of Allah with anyone’s advice, that Mulla can divide Kalima into pieces using his tricks, and thinks these are different parts and this part is part of Islam and last part is not its part.</w:t>
      </w:r>
    </w:p>
    <w:p w:rsidR="001137B5" w:rsidRDefault="001137B5" w:rsidP="00AD7866">
      <w:pPr>
        <w:pStyle w:val="libNormal"/>
      </w:pPr>
      <w:r>
        <w:t xml:space="preserve">It is obligatory on Momineen to teach Faza’il of Amirul Momineen (s.a.) to their children, so that children can keep on the chosen Fitrat of Allah, and be an honour for the parents. </w:t>
      </w:r>
    </w:p>
    <w:p w:rsidR="001137B5" w:rsidRDefault="001137B5" w:rsidP="001137B5">
      <w:pPr>
        <w:pStyle w:val="Heading4Center"/>
      </w:pPr>
      <w:r w:rsidRPr="00021429">
        <w:lastRenderedPageBreak/>
        <w:t>168-Janbullah (s.a.)</w:t>
      </w:r>
    </w:p>
    <w:p w:rsidR="001137B5" w:rsidRPr="00663E7A" w:rsidRDefault="001137B5" w:rsidP="001137B5">
      <w:pPr>
        <w:pStyle w:val="libItalic"/>
      </w:pPr>
      <w:r w:rsidRPr="00663E7A">
        <w:t>“One soul will say: Woe to me for that I fell short of my duty to Janbullah, and certainly I was among those who laughed at (him).”</w:t>
      </w:r>
    </w:p>
    <w:p w:rsidR="001137B5" w:rsidRDefault="001137B5" w:rsidP="00AD7866">
      <w:pPr>
        <w:pStyle w:val="libNormal"/>
      </w:pPr>
      <w:r>
        <w:t>(Zumar 56)</w:t>
      </w:r>
    </w:p>
    <w:p w:rsidR="001137B5" w:rsidRDefault="001137B5" w:rsidP="00AD7866">
      <w:pPr>
        <w:pStyle w:val="libNormal"/>
      </w:pPr>
      <w:r>
        <w:t xml:space="preserve">On the day of </w:t>
      </w:r>
      <w:smartTag w:uri="urn:schemas-microsoft-com:office:smarttags" w:element="PersonName">
        <w:smartTag w:uri="urn:schemas:contacts" w:element="GivenName">
          <w:r>
            <w:t>Qiyamah</w:t>
          </w:r>
        </w:smartTag>
        <w:r>
          <w:t xml:space="preserve"> </w:t>
        </w:r>
        <w:smartTag w:uri="urn:schemas:contacts" w:element="Sn">
          <w:r>
            <w:t>Muqassir</w:t>
          </w:r>
        </w:smartTag>
      </w:smartTag>
      <w:r>
        <w:t xml:space="preserve"> will regret too much: Woe, why I did not testify Walayat of Ali (s.a.), I thought he was human and did not mention his name in Namaaz, but alas I did mention myself in Sajdah and used to say:</w:t>
      </w:r>
    </w:p>
    <w:p w:rsidR="001137B5" w:rsidRDefault="001137B5" w:rsidP="001137B5">
      <w:pPr>
        <w:pStyle w:val="libAie"/>
      </w:pPr>
      <w:r>
        <w:rPr>
          <w:rtl/>
        </w:rPr>
        <w:t>المسكين</w:t>
      </w:r>
      <w:r>
        <w:t xml:space="preserve"> </w:t>
      </w:r>
      <w:r>
        <w:rPr>
          <w:rtl/>
        </w:rPr>
        <w:t>الحقير</w:t>
      </w:r>
      <w:r>
        <w:t xml:space="preserve"> </w:t>
      </w:r>
      <w:r>
        <w:rPr>
          <w:rtl/>
        </w:rPr>
        <w:t>الذليل</w:t>
      </w:r>
      <w:r>
        <w:t xml:space="preserve"> </w:t>
      </w:r>
      <w:r>
        <w:rPr>
          <w:rtl/>
        </w:rPr>
        <w:t>ضعيف</w:t>
      </w:r>
      <w:r>
        <w:t xml:space="preserve"> </w:t>
      </w:r>
      <w:r>
        <w:rPr>
          <w:rtl/>
        </w:rPr>
        <w:t>عبدك</w:t>
      </w:r>
      <w:r>
        <w:t xml:space="preserve"> </w:t>
      </w:r>
      <w:r>
        <w:rPr>
          <w:rtl/>
        </w:rPr>
        <w:t>ارحم</w:t>
      </w:r>
      <w:r>
        <w:t xml:space="preserve"> </w:t>
      </w:r>
      <w:r>
        <w:rPr>
          <w:rtl/>
        </w:rPr>
        <w:t>يارب</w:t>
      </w:r>
      <w:r>
        <w:t xml:space="preserve"> </w:t>
      </w:r>
    </w:p>
    <w:p w:rsidR="001137B5" w:rsidRDefault="001137B5" w:rsidP="00AD7866">
      <w:pPr>
        <w:pStyle w:val="libNormal"/>
      </w:pPr>
      <w:r>
        <w:t>Woe to me, now I realize that I considered my own zikr in Namaaz better than Zikr of Imam Ali (s.a.).</w:t>
      </w:r>
    </w:p>
    <w:p w:rsidR="001137B5" w:rsidRDefault="001137B5" w:rsidP="001137B5">
      <w:pPr>
        <w:pStyle w:val="Heading4Center"/>
      </w:pPr>
      <w:r w:rsidRPr="00021429">
        <w:t>169-Mawaddat al-Qurba</w:t>
      </w:r>
    </w:p>
    <w:p w:rsidR="001137B5" w:rsidRPr="00F36B24" w:rsidRDefault="001137B5" w:rsidP="001137B5">
      <w:pPr>
        <w:pStyle w:val="libItalic"/>
      </w:pPr>
      <w:r w:rsidRPr="00F36B24">
        <w:t>“That is of which Allah gives the good news to His servants, those who believe and do good deeds. Say: I do not ask you any reward for it (preaching prophet-hood) but Mawaddat (devotion) of my Qurba (Syyeda Fatima Zahra s.a., nearest relative); and whoever earns good, We give him more of good therein; surely Allah is Forgiving, Grateful.”</w:t>
      </w:r>
    </w:p>
    <w:p w:rsidR="001137B5" w:rsidRDefault="001137B5" w:rsidP="00AD7866">
      <w:pPr>
        <w:pStyle w:val="libNormal"/>
      </w:pPr>
      <w:r>
        <w:t>(Shura 23)</w:t>
      </w:r>
    </w:p>
    <w:p w:rsidR="001137B5" w:rsidRDefault="001137B5" w:rsidP="00AD7866">
      <w:pPr>
        <w:pStyle w:val="libNormal"/>
      </w:pPr>
      <w:r>
        <w:t xml:space="preserve">Allah gave Guidance to all the creations through </w:t>
      </w:r>
      <w:smartTag w:uri="urn:schemas:contacts" w:element="GivenName">
        <w:r>
          <w:t>Hazrat</w:t>
        </w:r>
      </w:smartTag>
      <w:r>
        <w:t xml:space="preserve"> </w:t>
      </w:r>
      <w:smartTag w:uri="urn:schemas:contacts" w:element="Sn">
        <w:r>
          <w:t>Mohammad</w:t>
        </w:r>
      </w:smartTag>
      <w:r>
        <w:t xml:space="preserve"> (s.a.w.a.w.) and declared the Reward of Prophet-hood as Devotion (Mawaddat) to </w:t>
      </w:r>
      <w:smartTag w:uri="urn:schemas-microsoft-com:office:smarttags" w:element="PersonName">
        <w:smartTag w:uri="urn:schemas:contacts" w:element="GivenName">
          <w:r>
            <w:t>Syyeda</w:t>
          </w:r>
        </w:smartTag>
        <w:r>
          <w:t xml:space="preserve"> </w:t>
        </w:r>
        <w:smartTag w:uri="urn:schemas:contacts" w:element="middlename">
          <w:r>
            <w:t>Fatima</w:t>
          </w:r>
        </w:smartTag>
        <w:r>
          <w:t xml:space="preserve"> </w:t>
        </w:r>
        <w:smartTag w:uri="urn:schemas:contacts" w:element="Sn">
          <w:r>
            <w:t>Zahra</w:t>
          </w:r>
        </w:smartTag>
      </w:smartTag>
      <w:r>
        <w:t xml:space="preserve"> (s.a.).</w:t>
      </w:r>
    </w:p>
    <w:p w:rsidR="001137B5" w:rsidRDefault="001137B5" w:rsidP="00AD7866">
      <w:pPr>
        <w:pStyle w:val="libNormal"/>
      </w:pPr>
      <w:r>
        <w:t xml:space="preserve">Rasool Allah (s.a.w.a.w.) himself paid this Reward of Risalat: He (s.a.w.a.w.) used to stand up to welcome </w:t>
      </w:r>
      <w:smartTag w:uri="urn:schemas-microsoft-com:office:smarttags" w:element="PersonName">
        <w:smartTag w:uri="urn:schemas:contacts" w:element="GivenName">
          <w:r>
            <w:t>Syyeda</w:t>
          </w:r>
        </w:smartTag>
        <w:r>
          <w:t xml:space="preserve"> </w:t>
        </w:r>
        <w:smartTag w:uri="urn:schemas-microsoft-com:office:smarttags" w:element="place">
          <w:smartTag w:uri="urn:schemas:contacts" w:element="GivenName">
            <w:smartTag w:uri="urn:schemas:contacts" w:element="Sn">
              <w:r>
                <w:t>Fatima</w:t>
              </w:r>
            </w:smartTag>
          </w:smartTag>
        </w:smartTag>
      </w:smartTag>
      <w:r>
        <w:t xml:space="preserve"> (s.a.) and</w:t>
      </w:r>
    </w:p>
    <w:p w:rsidR="001137B5" w:rsidRDefault="001137B5" w:rsidP="00AD7866">
      <w:pPr>
        <w:pStyle w:val="libNormal"/>
      </w:pPr>
      <w:r>
        <w:t xml:space="preserve"> make her sit on his place, he (s.a.w.a.w.) used to recite Ayat-e-Tat’heer when coming on the holy door of Syyeda Fatima (s.a.), her sons Hasnain (s.a.) used to sit on his (s.a.w.a.w.) shoulders on the Stamp of Risalat strolling in Madina, sitting on his holy back while he was in prayer, waited for her husband Maola Ali (s.a.) during Rakooh in prayer.</w:t>
      </w:r>
    </w:p>
    <w:p w:rsidR="001137B5" w:rsidRDefault="001137B5" w:rsidP="00AD7866">
      <w:pPr>
        <w:pStyle w:val="libNormal"/>
      </w:pPr>
      <w:r>
        <w:t xml:space="preserve">That </w:t>
      </w:r>
      <w:smartTag w:uri="urn:schemas:contacts" w:element="GivenName">
        <w:r>
          <w:t>Ali</w:t>
        </w:r>
      </w:smartTag>
      <w:r>
        <w:t xml:space="preserve"> (s.a.) for whom </w:t>
      </w:r>
      <w:smartTag w:uri="urn:schemas-microsoft-com:office:smarttags" w:element="PersonName">
        <w:smartTag w:uri="urn:schemas:contacts" w:element="GivenName">
          <w:r>
            <w:t>Syyedul</w:t>
          </w:r>
        </w:smartTag>
        <w:r>
          <w:t xml:space="preserve"> </w:t>
        </w:r>
        <w:smartTag w:uri="urn:schemas:contacts" w:element="Sn">
          <w:r>
            <w:t>Anbiya</w:t>
          </w:r>
        </w:smartTag>
      </w:smartTag>
      <w:r>
        <w:t xml:space="preserve"> (s.a.w.a.w.) waits in Rakooh, Mulla has deleted his chance of Salvation by deleting that </w:t>
      </w:r>
      <w:smartTag w:uri="urn:schemas:contacts" w:element="GivenName">
        <w:r>
          <w:t>Ali</w:t>
        </w:r>
      </w:smartTag>
      <w:r>
        <w:t>’s (s.a.) Zikr from Namaaz.</w:t>
      </w:r>
    </w:p>
    <w:p w:rsidR="001137B5" w:rsidRDefault="001137B5" w:rsidP="00AD7866">
      <w:pPr>
        <w:pStyle w:val="libNormal"/>
      </w:pPr>
      <w:r>
        <w:t xml:space="preserve">We are sinful, our backs are not capable that Hasnain (s.a.) can sit on, but we write the story of our devotion to Hasnain (s.a.) by </w:t>
      </w:r>
      <w:smartTag w:uri="urn:schemas-microsoft-com:office:smarttags" w:element="PersonName">
        <w:smartTag w:uri="urn:schemas:contacts" w:element="GivenName">
          <w:r>
            <w:t>Zanjeer</w:t>
          </w:r>
        </w:smartTag>
        <w:r>
          <w:t xml:space="preserve"> </w:t>
        </w:r>
        <w:smartTag w:uri="urn:schemas:contacts" w:element="Sn">
          <w:r>
            <w:t>Matam</w:t>
          </w:r>
        </w:smartTag>
      </w:smartTag>
      <w:r>
        <w:t>.</w:t>
      </w:r>
    </w:p>
    <w:p w:rsidR="001137B5" w:rsidRDefault="001137B5" w:rsidP="001137B5">
      <w:pPr>
        <w:pStyle w:val="Heading4Center"/>
      </w:pPr>
      <w:r w:rsidRPr="00021429">
        <w:t xml:space="preserve">170-Faza’il e </w:t>
      </w:r>
      <w:smartTag w:uri="urn:schemas:contacts" w:element="GivenName">
        <w:r w:rsidRPr="00021429">
          <w:t>Ali</w:t>
        </w:r>
      </w:smartTag>
      <w:r w:rsidRPr="00021429">
        <w:t xml:space="preserve"> (s.a.) &amp; Munafiq</w:t>
      </w:r>
    </w:p>
    <w:p w:rsidR="001137B5" w:rsidRPr="009727F8" w:rsidRDefault="001137B5" w:rsidP="001137B5">
      <w:pPr>
        <w:pStyle w:val="libItalic"/>
      </w:pPr>
      <w:r w:rsidRPr="009727F8">
        <w:t>“And when a similitude of the son of Mariyam (a.s.) was given, then your people clamoured at it. And they said: Are our gods (idols) better or he? They did not give example but to dispute; rather they are contentious</w:t>
      </w:r>
      <w:r>
        <w:t xml:space="preserve"> (quarrelsome)</w:t>
      </w:r>
      <w:r w:rsidRPr="009727F8">
        <w:t xml:space="preserve"> people.”</w:t>
      </w:r>
    </w:p>
    <w:p w:rsidR="001137B5" w:rsidRDefault="001137B5" w:rsidP="00AD7866">
      <w:pPr>
        <w:pStyle w:val="libNormal"/>
      </w:pPr>
      <w:r>
        <w:t>(Zukhruf 57-58)</w:t>
      </w:r>
    </w:p>
    <w:p w:rsidR="001137B5" w:rsidRDefault="001137B5" w:rsidP="001137B5">
      <w:pPr>
        <w:pStyle w:val="libItalic"/>
      </w:pPr>
      <w:r w:rsidRPr="006629A3">
        <w:t xml:space="preserve">Hazrat </w:t>
      </w:r>
      <w:smartTag w:uri="urn:schemas:contacts" w:element="middlename">
        <w:r w:rsidRPr="006629A3">
          <w:t>Salman</w:t>
        </w:r>
      </w:smartTag>
      <w:r w:rsidRPr="006629A3">
        <w:t xml:space="preserve"> </w:t>
      </w:r>
      <w:smartTag w:uri="urn:schemas:contacts" w:element="Sn">
        <w:r w:rsidRPr="006629A3">
          <w:t>Mohammadi</w:t>
        </w:r>
      </w:smartTag>
      <w:r w:rsidRPr="006629A3">
        <w:t xml:space="preserve"> (a.s.) narrated: Once Rasool Allah (s.a.w.a.w.) was sitting among the companions and said: After sometime a person will come to you who is similitude of Esa (a.s.). In the meanwhile Imam Ali (s.a.) came and one person said: Mohammad (s.a.w.a.w.) is never tired of narrating Faza’il of Ali (s.a.), until he made him similitude of Esa </w:t>
      </w:r>
      <w:r w:rsidRPr="006629A3">
        <w:lastRenderedPageBreak/>
        <w:t xml:space="preserve">(a.s.) as well, our idols </w:t>
      </w:r>
      <w:r>
        <w:t>which we worshiped during the time of ignorance</w:t>
      </w:r>
      <w:r w:rsidRPr="00984EB7">
        <w:t xml:space="preserve"> </w:t>
      </w:r>
      <w:r w:rsidRPr="006629A3">
        <w:t>were better</w:t>
      </w:r>
      <w:r>
        <w:t xml:space="preserve"> than this</w:t>
      </w:r>
      <w:r w:rsidRPr="006629A3">
        <w:t>. At that time this verse was revealed.</w:t>
      </w:r>
    </w:p>
    <w:p w:rsidR="001137B5" w:rsidRDefault="001137B5" w:rsidP="00AD7866">
      <w:pPr>
        <w:pStyle w:val="libNormal"/>
      </w:pPr>
      <w:r>
        <w:t xml:space="preserve">Munafiq was fed up by listening Faza’il of Ali (s.a.) from Rasool Allah (s.a.w.a.w.) all the time, but his love for the worship of idols never faded in heart. Muqassir Mulla of today similarly says: Why all the time in </w:t>
      </w:r>
      <w:smartTag w:uri="urn:schemas-microsoft-com:office:smarttags" w:element="PersonName">
        <w:smartTag w:uri="urn:schemas:contacts" w:element="GivenName">
          <w:r>
            <w:t>Majalis</w:t>
          </w:r>
        </w:smartTag>
        <w:r>
          <w:t xml:space="preserve"> </w:t>
        </w:r>
        <w:smartTag w:uri="urn:schemas:contacts" w:element="Sn">
          <w:r>
            <w:t>Faza’il</w:t>
          </w:r>
        </w:smartTag>
      </w:smartTag>
      <w:r>
        <w:t xml:space="preserve"> of </w:t>
      </w:r>
      <w:smartTag w:uri="urn:schemas:contacts" w:element="GivenName">
        <w:r>
          <w:t>Ali</w:t>
        </w:r>
      </w:smartTag>
      <w:r>
        <w:t xml:space="preserve"> (s.a.), Testimony </w:t>
      </w:r>
    </w:p>
    <w:p w:rsidR="001137B5" w:rsidRDefault="001137B5" w:rsidP="00AD7866">
      <w:pPr>
        <w:pStyle w:val="libNormal"/>
      </w:pPr>
      <w:r>
        <w:t xml:space="preserve">of Walayat of </w:t>
      </w:r>
      <w:smartTag w:uri="urn:schemas:contacts" w:element="GivenName">
        <w:r>
          <w:t>Ali</w:t>
        </w:r>
      </w:smartTag>
      <w:r>
        <w:t xml:space="preserve"> (s.a.)? Is there nothing left in Deen other than “</w:t>
      </w:r>
      <w:smartTag w:uri="urn:schemas:contacts" w:element="GivenName">
        <w:r>
          <w:t>Ali</w:t>
        </w:r>
      </w:smartTag>
      <w:r>
        <w:t xml:space="preserve"> un </w:t>
      </w:r>
      <w:smartTag w:uri="urn:schemas-microsoft-com:office:smarttags" w:element="PersonName">
        <w:smartTag w:uri="urn:schemas:contacts" w:element="GivenName">
          <w:r>
            <w:t>Wali</w:t>
          </w:r>
        </w:smartTag>
        <w:r>
          <w:t xml:space="preserve"> </w:t>
        </w:r>
        <w:smartTag w:uri="urn:schemas:contacts" w:element="Sn">
          <w:r>
            <w:t>Ullah</w:t>
          </w:r>
        </w:smartTag>
      </w:smartTag>
      <w:r>
        <w:t xml:space="preserve"> s.a.”? One should mention Farooh e Deen in Majalis as well.</w:t>
      </w:r>
    </w:p>
    <w:p w:rsidR="001137B5" w:rsidRDefault="001137B5" w:rsidP="00AD7866">
      <w:pPr>
        <w:pStyle w:val="libNormal"/>
      </w:pPr>
      <w:r>
        <w:t xml:space="preserve">But without Walayat of </w:t>
      </w:r>
      <w:smartTag w:uri="urn:schemas:contacts" w:element="GivenName">
        <w:r>
          <w:t>Ali</w:t>
        </w:r>
      </w:smartTag>
      <w:r>
        <w:t xml:space="preserve"> (s.a.), Farooh e Deen is just like </w:t>
      </w:r>
      <w:smartTag w:uri="urn:schemas-microsoft-com:office:smarttags" w:element="PersonName">
        <w:smartTag w:uri="urn:schemas:contacts" w:element="GivenName">
          <w:r>
            <w:t>Pooja</w:t>
          </w:r>
        </w:smartTag>
        <w:r>
          <w:t xml:space="preserve"> </w:t>
        </w:r>
        <w:smartTag w:uri="urn:schemas:contacts" w:element="Sn">
          <w:r>
            <w:t>Paat</w:t>
          </w:r>
        </w:smartTag>
      </w:smartTag>
      <w:r>
        <w:t>, idol worshiping, and Shirk.</w:t>
      </w:r>
    </w:p>
    <w:p w:rsidR="001137B5" w:rsidRDefault="001137B5" w:rsidP="00AD7866">
      <w:pPr>
        <w:pStyle w:val="libNormal"/>
      </w:pPr>
      <w:r>
        <w:t>Ali-ul-Ala, Ali-ul-Azeem, Ali-al-Jabbar, becomes happy by Zikr of Faza’il of Ali-al-Murtaza (s.a.), and Kafir (Munkir, Munafiq) burns, which Allah mentioned in Surah Fat’ha verse 29.</w:t>
      </w:r>
    </w:p>
    <w:p w:rsidR="001137B5" w:rsidRDefault="001137B5" w:rsidP="001137B5">
      <w:pPr>
        <w:pStyle w:val="Heading4Center"/>
      </w:pPr>
      <w:r>
        <w:t>171-Drowning Mulla will let you drown as well</w:t>
      </w:r>
    </w:p>
    <w:p w:rsidR="001137B5" w:rsidRPr="000872DD" w:rsidRDefault="001137B5" w:rsidP="001137B5">
      <w:pPr>
        <w:pStyle w:val="libItalic"/>
      </w:pPr>
      <w:r w:rsidRPr="000872DD">
        <w:t>“Cast, you both, into Hell every Denier Rebellious one, forbidder of Khair (good), exceeder of limits, doubter, who sets up another god with Allah, so you both cast him into severe punishment.”</w:t>
      </w:r>
    </w:p>
    <w:p w:rsidR="001137B5" w:rsidRDefault="001137B5" w:rsidP="00AD7866">
      <w:pPr>
        <w:pStyle w:val="libNormal"/>
      </w:pPr>
      <w:r>
        <w:t>(Qaaf 24-26)</w:t>
      </w:r>
    </w:p>
    <w:p w:rsidR="001137B5" w:rsidRDefault="001137B5" w:rsidP="001137B5">
      <w:pPr>
        <w:pStyle w:val="libItalic"/>
      </w:pPr>
      <w:r w:rsidRPr="000872DD">
        <w:t xml:space="preserve">Rasool Allah (s.a.w.a.w.) said: Ya </w:t>
      </w:r>
      <w:smartTag w:uri="urn:schemas:contacts" w:element="GivenName">
        <w:r w:rsidRPr="000872DD">
          <w:t>Ali</w:t>
        </w:r>
      </w:smartTag>
      <w:r w:rsidRPr="000872DD">
        <w:t xml:space="preserve"> (s.a.)! On the day of Qiyamah Allah will gather all the humans, that day I and you will be on the right side of the Arsh. Then Allah will say to me and you: You both get up, and whoever kept Bughz with you, and whoever belied you, you cast them in Hell; and whoever loved you enter them in Paradise.</w:t>
      </w:r>
    </w:p>
    <w:p w:rsidR="001137B5" w:rsidRDefault="001137B5" w:rsidP="00AD7866">
      <w:pPr>
        <w:pStyle w:val="libNormal"/>
      </w:pPr>
      <w:r>
        <w:t xml:space="preserve">Now whoever doubts Walayat e </w:t>
      </w:r>
      <w:smartTag w:uri="urn:schemas:contacts" w:element="GivenName">
        <w:r>
          <w:t>Ali</w:t>
        </w:r>
      </w:smartTag>
      <w:r>
        <w:t xml:space="preserve"> (s.a.), and prevents others as well from this “Khairil Amal” by issuing Fatawa, and thus exceeds his limits, he is doing Shirk by rejecting the Choice of Allah. Doomed ones consider Walayat e </w:t>
      </w:r>
      <w:smartTag w:uri="urn:schemas:contacts" w:element="GivenName">
        <w:r>
          <w:t>Ali</w:t>
        </w:r>
      </w:smartTag>
      <w:r>
        <w:t xml:space="preserve"> (s.a.) which is Inevitable Usool e Deen inferior to Farooh e Deen.</w:t>
      </w:r>
    </w:p>
    <w:p w:rsidR="001137B5" w:rsidRDefault="001137B5" w:rsidP="001137B5">
      <w:pPr>
        <w:pStyle w:val="Heading4Center"/>
      </w:pPr>
      <w:r w:rsidRPr="00021429">
        <w:t>172-Marajal Bahrain</w:t>
      </w:r>
    </w:p>
    <w:p w:rsidR="001137B5" w:rsidRPr="005F1670" w:rsidRDefault="001137B5" w:rsidP="001137B5">
      <w:pPr>
        <w:pStyle w:val="libItalic"/>
      </w:pPr>
      <w:r w:rsidRPr="005F1670">
        <w:t>“He has made the two seas to flow, they meet together, between them is a curtain (Barzakh, barrier) they do not excel each other; then which of the bounties of your Rabb you both will deny? From both pearls (</w:t>
      </w:r>
      <w:smartTag w:uri="urn:schemas:contacts" w:element="Sn">
        <w:r w:rsidRPr="005F1670">
          <w:t>Lo’lu</w:t>
        </w:r>
      </w:smartTag>
      <w:r w:rsidRPr="005F1670">
        <w:t>) and corals (Marjan) come out.”</w:t>
      </w:r>
    </w:p>
    <w:p w:rsidR="001137B5" w:rsidRDefault="001137B5" w:rsidP="00AD7866">
      <w:pPr>
        <w:pStyle w:val="libNormal"/>
      </w:pPr>
      <w:r>
        <w:t>(Rahman 19-22)</w:t>
      </w:r>
    </w:p>
    <w:p w:rsidR="001137B5" w:rsidRDefault="001137B5" w:rsidP="001137B5">
      <w:pPr>
        <w:pStyle w:val="libItalic"/>
      </w:pPr>
      <w:r w:rsidRPr="005F1670">
        <w:t xml:space="preserve">Imam </w:t>
      </w:r>
      <w:smartTag w:uri="urn:schemas:contacts" w:element="Sn">
        <w:r w:rsidRPr="005F1670">
          <w:t>Sadiq</w:t>
        </w:r>
      </w:smartTag>
      <w:r w:rsidRPr="005F1670">
        <w:t xml:space="preserve"> (s.a.) said: </w:t>
      </w:r>
      <w:smartTag w:uri="urn:schemas:contacts" w:element="GivenName">
        <w:r w:rsidRPr="005F1670">
          <w:t>Ali</w:t>
        </w:r>
      </w:smartTag>
      <w:r w:rsidRPr="005F1670">
        <w:t xml:space="preserve"> (s.a.) and </w:t>
      </w:r>
      <w:smartTag w:uri="urn:schemas:contacts" w:element="GivenName">
        <w:r w:rsidRPr="005F1670">
          <w:t>Fatima</w:t>
        </w:r>
      </w:smartTag>
      <w:r w:rsidRPr="005F1670">
        <w:t xml:space="preserve"> (s.a.) are two deep seas, none of them excels the partner (i.e. their status is equal), and </w:t>
      </w:r>
      <w:smartTag w:uri="urn:schemas:contacts" w:element="Sn">
        <w:r w:rsidRPr="005F1670">
          <w:t>Lo’lu</w:t>
        </w:r>
      </w:smartTag>
      <w:r w:rsidRPr="005F1670">
        <w:t xml:space="preserve"> and Marjan means Imam </w:t>
      </w:r>
      <w:smartTag w:uri="urn:schemas:contacts" w:element="Sn">
        <w:r w:rsidRPr="005F1670">
          <w:t>Hassan</w:t>
        </w:r>
      </w:smartTag>
      <w:r w:rsidRPr="005F1670">
        <w:t xml:space="preserve"> (s.a.) and </w:t>
      </w:r>
      <w:smartTag w:uri="urn:schemas-microsoft-com:office:smarttags" w:element="PersonName">
        <w:r w:rsidRPr="005F1670">
          <w:t xml:space="preserve">Imam </w:t>
        </w:r>
        <w:smartTag w:uri="urn:schemas:contacts" w:element="Sn">
          <w:r w:rsidRPr="005F1670">
            <w:t>Hussain</w:t>
          </w:r>
        </w:smartTag>
      </w:smartTag>
      <w:r w:rsidRPr="005F1670">
        <w:t xml:space="preserve"> (s.a.). In Traditions Barzakh means Rasool Allah (s.a.w.a.w.).</w:t>
      </w:r>
    </w:p>
    <w:p w:rsidR="001137B5" w:rsidRDefault="001137B5" w:rsidP="00AD7866">
      <w:pPr>
        <w:pStyle w:val="libNormal"/>
      </w:pPr>
      <w:r>
        <w:t xml:space="preserve">The Progeny (s.a.a.) of Risalat started with the two seas of Noor: From the son of </w:t>
      </w:r>
      <w:smartTag w:uri="urn:schemas:contacts" w:element="GivenName">
        <w:r>
          <w:t>Abu</w:t>
        </w:r>
      </w:smartTag>
      <w:r>
        <w:t xml:space="preserve"> </w:t>
      </w:r>
      <w:smartTag w:uri="urn:schemas:contacts" w:element="Sn">
        <w:r>
          <w:t>Talib</w:t>
        </w:r>
      </w:smartTag>
      <w:r>
        <w:t xml:space="preserve"> (s.a.) </w:t>
      </w:r>
      <w:smartTag w:uri="urn:schemas-microsoft-com:office:smarttags" w:element="PersonName">
        <w:r>
          <w:t xml:space="preserve">Imam </w:t>
        </w:r>
        <w:smartTag w:uri="urn:schemas:contacts" w:element="Sn">
          <w:r>
            <w:t>Ali</w:t>
          </w:r>
        </w:smartTag>
      </w:smartTag>
      <w:r>
        <w:t xml:space="preserve"> (s.a.) and the daughter of Rasool Allah (s.a.w.a.w.) Syyeda Fatima (s.a.). Similarly again the Progeny of Imamat started with the two seas of Noor: From the son of Imam Hussain (s.a.) Imam </w:t>
      </w:r>
      <w:smartTag w:uri="urn:schemas:contacts" w:element="GivenName">
        <w:r>
          <w:t>Zainul</w:t>
        </w:r>
      </w:smartTag>
      <w:r>
        <w:t xml:space="preserve"> </w:t>
      </w:r>
      <w:smartTag w:uri="urn:schemas:contacts" w:element="Sn">
        <w:r>
          <w:t>Abideen</w:t>
        </w:r>
      </w:smartTag>
      <w:r>
        <w:t xml:space="preserve"> (s.a.) and the daughter of Imam Hassan (s.a.) Syyeda Fatima (Umm e Abdullah s.a.).</w:t>
      </w:r>
    </w:p>
    <w:p w:rsidR="001137B5" w:rsidRDefault="001137B5" w:rsidP="001137B5">
      <w:pPr>
        <w:pStyle w:val="Heading4Center"/>
      </w:pPr>
      <w:r w:rsidRPr="00021429">
        <w:t>173-Aamul Huzn</w:t>
      </w:r>
    </w:p>
    <w:p w:rsidR="001137B5" w:rsidRDefault="001137B5" w:rsidP="00AD7866">
      <w:pPr>
        <w:pStyle w:val="libNormal"/>
      </w:pPr>
      <w:r>
        <w:lastRenderedPageBreak/>
        <w:t xml:space="preserve">Rasool Allah (s.a.w.a.w.) did not mourn for three or ten or forty days on the martyrdom of </w:t>
      </w:r>
      <w:smartTag w:uri="urn:schemas:contacts" w:element="GivenName">
        <w:r>
          <w:t>Hazrat</w:t>
        </w:r>
      </w:smartTag>
      <w:r>
        <w:t xml:space="preserve"> </w:t>
      </w:r>
      <w:smartTag w:uri="urn:schemas:contacts" w:element="Sn">
        <w:r>
          <w:t>Khadija</w:t>
        </w:r>
      </w:smartTag>
      <w:r>
        <w:t xml:space="preserve"> ul Kubra (s.a.) and </w:t>
      </w:r>
      <w:smartTag w:uri="urn:schemas:contacts" w:element="GivenName">
        <w:r>
          <w:t>Hazrat</w:t>
        </w:r>
      </w:smartTag>
      <w:r>
        <w:t xml:space="preserve"> </w:t>
      </w:r>
      <w:smartTag w:uri="urn:schemas:contacts" w:element="middlename">
        <w:r>
          <w:t>Abu</w:t>
        </w:r>
      </w:smartTag>
      <w:r>
        <w:t xml:space="preserve"> </w:t>
      </w:r>
      <w:smartTag w:uri="urn:schemas:contacts" w:element="Sn">
        <w:r>
          <w:t>Talib</w:t>
        </w:r>
      </w:smartTag>
      <w:r>
        <w:t xml:space="preserve"> (s.a.), but he declared the whole year </w:t>
      </w:r>
      <w:smartTag w:uri="urn:schemas-microsoft-com:office:smarttags" w:element="PersonName">
        <w:smartTag w:uri="urn:schemas:contacts" w:element="GivenName">
          <w:r>
            <w:t>Aamul</w:t>
          </w:r>
        </w:smartTag>
        <w:r>
          <w:t xml:space="preserve"> </w:t>
        </w:r>
        <w:smartTag w:uri="urn:schemas:contacts" w:element="Sn">
          <w:r>
            <w:t>Huzn</w:t>
          </w:r>
        </w:smartTag>
      </w:smartTag>
      <w:r>
        <w:t xml:space="preserve"> (the year of mourning).</w:t>
      </w:r>
    </w:p>
    <w:p w:rsidR="001137B5" w:rsidRDefault="001137B5" w:rsidP="001137B5">
      <w:pPr>
        <w:pStyle w:val="libItalic"/>
      </w:pPr>
      <w:r w:rsidRPr="0087799B">
        <w:t xml:space="preserve">Rasool Allah (s.a.w.a.w.) said on the martyrdom of </w:t>
      </w:r>
      <w:smartTag w:uri="urn:schemas:contacts" w:element="GivenName">
        <w:r w:rsidRPr="0087799B">
          <w:t>Hazrat</w:t>
        </w:r>
      </w:smartTag>
      <w:r w:rsidRPr="0087799B">
        <w:t xml:space="preserve"> </w:t>
      </w:r>
      <w:smartTag w:uri="urn:schemas:contacts" w:element="middlename">
        <w:r w:rsidRPr="0087799B">
          <w:t>Abu</w:t>
        </w:r>
      </w:smartTag>
      <w:r w:rsidRPr="0087799B">
        <w:t xml:space="preserve"> </w:t>
      </w:r>
      <w:smartTag w:uri="urn:schemas:contacts" w:element="Sn">
        <w:r w:rsidRPr="0087799B">
          <w:t>Tablib</w:t>
        </w:r>
      </w:smartTag>
      <w:r w:rsidRPr="0087799B">
        <w:t xml:space="preserve"> (s.a.): O my father, O </w:t>
      </w:r>
      <w:smartTag w:uri="urn:schemas-microsoft-com:office:smarttags" w:element="PersonName">
        <w:smartTag w:uri="urn:schemas:contacts" w:element="GivenName">
          <w:r w:rsidRPr="0087799B">
            <w:t>Abu</w:t>
          </w:r>
        </w:smartTag>
        <w:r w:rsidRPr="0087799B">
          <w:t xml:space="preserve"> </w:t>
        </w:r>
        <w:smartTag w:uri="urn:schemas:contacts" w:element="Sn">
          <w:r w:rsidRPr="0087799B">
            <w:t>Talib</w:t>
          </w:r>
        </w:smartTag>
      </w:smartTag>
      <w:r w:rsidRPr="0087799B">
        <w:t xml:space="preserve"> (s.a.), I am too much grieved on your departure, h</w:t>
      </w:r>
      <w:r>
        <w:t>ow can I forget you. You</w:t>
      </w:r>
      <w:r w:rsidRPr="0087799B">
        <w:t xml:space="preserve"> brought me up during childhood, and accepted my invitation </w:t>
      </w:r>
    </w:p>
    <w:p w:rsidR="001137B5" w:rsidRDefault="001137B5" w:rsidP="001137B5">
      <w:pPr>
        <w:pStyle w:val="libItalic"/>
      </w:pPr>
      <w:r w:rsidRPr="0087799B">
        <w:t>when I was big, my similitude with you is like an Eye in the Orbit, and Rooh in the Body.</w:t>
      </w:r>
    </w:p>
    <w:p w:rsidR="001137B5" w:rsidRDefault="001137B5" w:rsidP="00AD7866">
      <w:pPr>
        <w:pStyle w:val="libNormal"/>
      </w:pPr>
      <w:r>
        <w:t xml:space="preserve">According to the Hadees of Rasool Allah (s.a.w.a.w.) the Eyes and Rooh of Abu Talib (s.a.) are </w:t>
      </w:r>
      <w:smartTag w:uri="urn:schemas-microsoft-com:office:smarttags" w:element="PersonName">
        <w:smartTag w:uri="urn:schemas:contacts" w:element="GivenName">
          <w:r>
            <w:t>Mohammad</w:t>
          </w:r>
        </w:smartTag>
        <w:r>
          <w:t xml:space="preserve"> </w:t>
        </w:r>
        <w:smartTag w:uri="urn:schemas:contacts" w:element="Sn">
          <w:r>
            <w:t>Mustafa</w:t>
          </w:r>
        </w:smartTag>
      </w:smartTag>
      <w:r>
        <w:t xml:space="preserve"> (s.a.w.a.w.).</w:t>
      </w:r>
    </w:p>
    <w:p w:rsidR="001137B5" w:rsidRDefault="001137B5" w:rsidP="001137B5">
      <w:pPr>
        <w:pStyle w:val="Heading4Center"/>
      </w:pPr>
      <w:r w:rsidRPr="00021429">
        <w:t>174-Buying &amp; Selling</w:t>
      </w:r>
    </w:p>
    <w:p w:rsidR="001137B5" w:rsidRPr="0087799B" w:rsidRDefault="001137B5" w:rsidP="001137B5">
      <w:pPr>
        <w:pStyle w:val="libItalic"/>
      </w:pPr>
      <w:r w:rsidRPr="0087799B">
        <w:t>“O you who believe! When the call is made for Salaat on Friday, then hasten towards Zikr of Allah and leave the trading; that is better for you if you know.”</w:t>
      </w:r>
    </w:p>
    <w:p w:rsidR="001137B5" w:rsidRDefault="001137B5" w:rsidP="00AD7866">
      <w:pPr>
        <w:pStyle w:val="libNormal"/>
      </w:pPr>
      <w:r>
        <w:t>(</w:t>
      </w:r>
      <w:smartTag w:uri="urn:schemas:contacts" w:element="Sn">
        <w:r>
          <w:t>Jum’ah</w:t>
        </w:r>
      </w:smartTag>
      <w:r>
        <w:t xml:space="preserve"> 9)</w:t>
      </w:r>
    </w:p>
    <w:p w:rsidR="001137B5" w:rsidRDefault="001137B5" w:rsidP="00AD7866">
      <w:pPr>
        <w:pStyle w:val="libNormal"/>
      </w:pPr>
      <w:r>
        <w:t xml:space="preserve">‘Friday’ means that day when Allah gathered all the humans in Alam-e-Zarr and took the Covenant of Walayat. Salaat and Zikrullah means </w:t>
      </w:r>
      <w:smartTag w:uri="urn:schemas-microsoft-com:office:smarttags" w:element="PersonName">
        <w:smartTag w:uri="urn:schemas:contacts" w:element="GivenName">
          <w:r>
            <w:t>Amirul</w:t>
          </w:r>
        </w:smartTag>
        <w:r>
          <w:t xml:space="preserve"> </w:t>
        </w:r>
        <w:smartTag w:uri="urn:schemas:contacts" w:element="Sn">
          <w:r>
            <w:t>Momineen</w:t>
          </w:r>
        </w:smartTag>
      </w:smartTag>
      <w:r>
        <w:t xml:space="preserve"> (s.a.).</w:t>
      </w:r>
    </w:p>
    <w:p w:rsidR="00BE2EC5" w:rsidRDefault="001137B5" w:rsidP="00AD7866">
      <w:pPr>
        <w:pStyle w:val="libNormal"/>
      </w:pPr>
      <w:r>
        <w:t xml:space="preserve">Thus O Shia nation! When you are called to Namaaz by saying “Hyya Ala Khairil Amal”, then remember the Covenant of Walayat of Alam-e-Zarr and go to Zikrullah (Ali s.a.), and shut down the trading of Fatawa against Walayat e </w:t>
      </w:r>
      <w:smartTag w:uri="urn:schemas:contacts" w:element="GivenName">
        <w:r>
          <w:t>Ali</w:t>
        </w:r>
      </w:smartTag>
      <w:r>
        <w:t xml:space="preserve"> (s.a.), it is better for you, otherwise and anyway the holy son of </w:t>
      </w:r>
      <w:smartTag w:uri="urn:schemas:contacts" w:element="GivenName">
        <w:r>
          <w:t>Ali</w:t>
        </w:r>
      </w:smartTag>
      <w:r>
        <w:t xml:space="preserve"> (s.a.) is coming with Zulfiqaar.</w:t>
      </w:r>
    </w:p>
    <w:p w:rsidR="001137B5" w:rsidRDefault="001137B5" w:rsidP="001137B5">
      <w:pPr>
        <w:pStyle w:val="Heading4Center"/>
      </w:pPr>
      <w:r w:rsidRPr="00021429">
        <w:t>175-Keep Steadfast on Shahadaat</w:t>
      </w:r>
    </w:p>
    <w:p w:rsidR="001137B5" w:rsidRPr="00524563" w:rsidRDefault="001137B5" w:rsidP="001137B5">
      <w:pPr>
        <w:pStyle w:val="libItalic"/>
      </w:pPr>
      <w:r>
        <w:t>“</w:t>
      </w:r>
      <w:r w:rsidRPr="00524563">
        <w:t>And those who are faithful to their Trusts and their Covenant, and those who are steadfast on their Testimonies, and those who keep guard on their Namaaz, those shall be in Paradise, with honour.”</w:t>
      </w:r>
    </w:p>
    <w:p w:rsidR="001137B5" w:rsidRDefault="001137B5" w:rsidP="00AD7866">
      <w:pPr>
        <w:pStyle w:val="libNormal"/>
      </w:pPr>
      <w:r>
        <w:t>(</w:t>
      </w:r>
      <w:smartTag w:uri="urn:schemas:contacts" w:element="Sn">
        <w:r>
          <w:t>Ma’arij</w:t>
        </w:r>
      </w:smartTag>
      <w:r>
        <w:t xml:space="preserve"> 32-35)</w:t>
      </w:r>
    </w:p>
    <w:p w:rsidR="001137B5" w:rsidRDefault="001137B5" w:rsidP="00AD7866">
      <w:pPr>
        <w:pStyle w:val="libNormal"/>
      </w:pPr>
      <w:r>
        <w:t xml:space="preserve">The greatest Trust (Amanat) of the Universe is Walayat of Ali (s.a.) which Allah presented, and humans accepted it. And the </w:t>
      </w:r>
    </w:p>
    <w:p w:rsidR="001137B5" w:rsidRDefault="001137B5" w:rsidP="00AD7866">
      <w:pPr>
        <w:pStyle w:val="libNormal"/>
      </w:pPr>
      <w:r>
        <w:t>greatest Covenant which was done in Alam-e-Zarr is also the same i.e. Tauheed, Risalat, and Walayat. Therefore Allah used the Plural sense “Shahadaat” (Testimonies) i.e. Testimonies of Tauheed, Risalat, and Walayat. Note that word “Shahadatain” (Two Testimonies) is not used in Quran!</w:t>
      </w:r>
    </w:p>
    <w:p w:rsidR="001137B5" w:rsidRDefault="001137B5" w:rsidP="00AD7866">
      <w:pPr>
        <w:pStyle w:val="libNormal"/>
      </w:pPr>
      <w:r>
        <w:t xml:space="preserve">Therefore those who keep Trust of Walayat in heart, recite Testimonies of Tauheed, Risalat, and Walayat with true heart, offer Guarded Namaaz (such Namaaz which is not lost), those people will stay in </w:t>
      </w:r>
      <w:smartTag w:uri="urn:schemas-microsoft-com:office:smarttags" w:element="place">
        <w:r>
          <w:t>Paradise</w:t>
        </w:r>
      </w:smartTag>
      <w:r>
        <w:t xml:space="preserve"> for ever with honour.</w:t>
      </w:r>
    </w:p>
    <w:p w:rsidR="001137B5" w:rsidRDefault="001137B5" w:rsidP="00AD7866">
      <w:pPr>
        <w:pStyle w:val="libNormal"/>
      </w:pPr>
      <w:r>
        <w:t xml:space="preserve">Namaaz or any Ibadat without Walayat e </w:t>
      </w:r>
      <w:smartTag w:uri="urn:schemas:contacts" w:element="GivenName">
        <w:r>
          <w:t>Ali</w:t>
        </w:r>
      </w:smartTag>
      <w:r>
        <w:t xml:space="preserve"> (s.a.) will be lost, will be thrown back on face, will blow away like ash, will convert into snakes to welcome in Hell.</w:t>
      </w:r>
    </w:p>
    <w:p w:rsidR="001137B5" w:rsidRDefault="001137B5" w:rsidP="001137B5">
      <w:pPr>
        <w:pStyle w:val="Heading4Center"/>
      </w:pPr>
      <w:r w:rsidRPr="00021429">
        <w:t>176-Zikr of Rabb</w:t>
      </w:r>
    </w:p>
    <w:p w:rsidR="001137B5" w:rsidRPr="00BD036D" w:rsidRDefault="001137B5" w:rsidP="001137B5">
      <w:pPr>
        <w:pStyle w:val="libItalic"/>
      </w:pPr>
      <w:r w:rsidRPr="00BD036D">
        <w:lastRenderedPageBreak/>
        <w:t>“So that We might try them with it; and whoever turns away from the Zikr of his Rabb, He will enter him into afflicting punishment.”</w:t>
      </w:r>
    </w:p>
    <w:p w:rsidR="001137B5" w:rsidRDefault="001137B5" w:rsidP="00AD7866">
      <w:pPr>
        <w:pStyle w:val="libNormal"/>
      </w:pPr>
      <w:r>
        <w:t>(Jinn 17)</w:t>
      </w:r>
    </w:p>
    <w:p w:rsidR="001137B5" w:rsidRPr="00BD036D" w:rsidRDefault="001137B5" w:rsidP="001137B5">
      <w:pPr>
        <w:pStyle w:val="libItalic"/>
      </w:pPr>
      <w:r w:rsidRPr="00BD036D">
        <w:t>“And do Zikr of Ism of your Rabb, and devote yourself to him with (exclusive) devotion.”</w:t>
      </w:r>
    </w:p>
    <w:p w:rsidR="001137B5" w:rsidRDefault="001137B5" w:rsidP="00AD7866">
      <w:pPr>
        <w:pStyle w:val="libNormal"/>
      </w:pPr>
      <w:r>
        <w:t>(Muzzammil 8)</w:t>
      </w:r>
    </w:p>
    <w:p w:rsidR="001137B5" w:rsidRDefault="001137B5" w:rsidP="001137B5">
      <w:pPr>
        <w:pStyle w:val="libItalic"/>
      </w:pPr>
      <w:r w:rsidRPr="00BD036D">
        <w:t xml:space="preserve">Abdullah ibne Abbas (r.a.) said that it means Zikr of Walayat of </w:t>
      </w:r>
      <w:smartTag w:uri="urn:schemas-microsoft-com:office:smarttags" w:element="PersonName">
        <w:smartTag w:uri="urn:schemas:contacts" w:element="GivenName">
          <w:r w:rsidRPr="00BD036D">
            <w:t>Ali</w:t>
          </w:r>
        </w:smartTag>
        <w:r w:rsidRPr="00BD036D">
          <w:t xml:space="preserve"> </w:t>
        </w:r>
        <w:smartTag w:uri="urn:schemas:contacts" w:element="middlename">
          <w:r w:rsidRPr="00BD036D">
            <w:t>Amirul</w:t>
          </w:r>
        </w:smartTag>
        <w:r w:rsidRPr="00BD036D">
          <w:t xml:space="preserve"> </w:t>
        </w:r>
        <w:smartTag w:uri="urn:schemas:contacts" w:element="Sn">
          <w:r w:rsidRPr="00BD036D">
            <w:t>Momineen</w:t>
          </w:r>
        </w:smartTag>
      </w:smartTag>
      <w:r w:rsidRPr="00BD036D">
        <w:t xml:space="preserve"> (s.a.)</w:t>
      </w:r>
      <w:r>
        <w:t>.</w:t>
      </w:r>
    </w:p>
    <w:p w:rsidR="001137B5" w:rsidRDefault="001137B5" w:rsidP="00AD7866">
      <w:pPr>
        <w:pStyle w:val="libNormal"/>
      </w:pPr>
      <w:r>
        <w:t xml:space="preserve">It means that who does not consider Zikr of Ali (s.a.) as Zikr of Allah, punishment is for him. And Allah says to His Rasool (s.a.w.a.w.) to do “Ali Ali s.a.” and not care anyone else. Rasool Allah (s.a.w.a.w.) announced Walayat e </w:t>
      </w:r>
      <w:smartTag w:uri="urn:schemas:contacts" w:element="GivenName">
        <w:r>
          <w:t>Ali</w:t>
        </w:r>
      </w:smartTag>
      <w:r>
        <w:t xml:space="preserve"> (s.a.) in the very first invitation of Islam i.e. Dawat e </w:t>
      </w:r>
      <w:smartTag w:uri="urn:schemas-microsoft-com:office:smarttags" w:element="PersonName">
        <w:smartTag w:uri="urn:schemas:contacts" w:element="GivenName">
          <w:r>
            <w:t>Zul</w:t>
          </w:r>
        </w:smartTag>
        <w:r>
          <w:t xml:space="preserve"> </w:t>
        </w:r>
        <w:smartTag w:uri="urn:schemas:contacts" w:element="Sn">
          <w:r>
            <w:t>Ashera</w:t>
          </w:r>
        </w:smartTag>
      </w:smartTag>
      <w:r>
        <w:t xml:space="preserve">. Then whole life he (s.a.w.a.w.) narrated Faza’il &amp; Walayat of </w:t>
      </w:r>
      <w:smartTag w:uri="urn:schemas:contacts" w:element="GivenName">
        <w:r>
          <w:t>Ali</w:t>
        </w:r>
      </w:smartTag>
      <w:r>
        <w:t xml:space="preserve"> (s.a.), and the Last Announcement in Ghadeer e Khum was also Walayat e </w:t>
      </w:r>
      <w:smartTag w:uri="urn:schemas:contacts" w:element="GivenName">
        <w:r>
          <w:t>Ali</w:t>
        </w:r>
      </w:smartTag>
      <w:r>
        <w:t xml:space="preserve"> (s.a.).</w:t>
      </w:r>
    </w:p>
    <w:p w:rsidR="001137B5" w:rsidRDefault="001137B5" w:rsidP="001137B5">
      <w:pPr>
        <w:pStyle w:val="Heading4Center"/>
      </w:pPr>
      <w:r w:rsidRPr="00021429">
        <w:t>177-Says Prayers but not Namazi!</w:t>
      </w:r>
    </w:p>
    <w:p w:rsidR="001137B5" w:rsidRPr="009348FC" w:rsidRDefault="001137B5" w:rsidP="001137B5">
      <w:pPr>
        <w:pStyle w:val="libItalic"/>
      </w:pPr>
      <w:r w:rsidRPr="009348FC">
        <w:t>“Except the people of the right hand, they will be in Jannat, they will ask from the guilty ones: What brought you into Hell? They shall say: We were not among those who used to pray, and we did not feed the poor, and we used to criticise with the criticisers, and we used to belie the day of judgement.”</w:t>
      </w:r>
    </w:p>
    <w:p w:rsidR="001137B5" w:rsidRDefault="001137B5" w:rsidP="00AD7866">
      <w:pPr>
        <w:pStyle w:val="libNormal"/>
      </w:pPr>
      <w:r>
        <w:t>(Muddassir 39-46)</w:t>
      </w:r>
    </w:p>
    <w:p w:rsidR="001137B5" w:rsidRPr="00BC20F3" w:rsidRDefault="001137B5" w:rsidP="00AD7866">
      <w:pPr>
        <w:pStyle w:val="libNormal"/>
      </w:pPr>
      <w:r w:rsidRPr="00BC20F3">
        <w:t xml:space="preserve">Rasool Allah (s.a.w.a.w.) said: It means that they were not followers of Imams (s.a.a.), about whom Allah says: </w:t>
      </w:r>
    </w:p>
    <w:p w:rsidR="001137B5" w:rsidRPr="00BC20F3" w:rsidRDefault="001137B5" w:rsidP="001137B5">
      <w:pPr>
        <w:pStyle w:val="libAie"/>
      </w:pPr>
      <w:r w:rsidRPr="00BC20F3">
        <w:rPr>
          <w:rtl/>
        </w:rPr>
        <w:t>المقربون</w:t>
      </w:r>
      <w:r w:rsidRPr="00BC20F3">
        <w:t xml:space="preserve"> </w:t>
      </w:r>
      <w:r>
        <w:rPr>
          <w:rtl/>
        </w:rPr>
        <w:t>او</w:t>
      </w:r>
      <w:r>
        <w:rPr>
          <w:rFonts w:hint="cs"/>
          <w:rtl/>
        </w:rPr>
        <w:t>لئ</w:t>
      </w:r>
      <w:r w:rsidRPr="001137B5">
        <w:rPr>
          <w:rtl/>
        </w:rPr>
        <w:t>ك</w:t>
      </w:r>
      <w:r w:rsidRPr="00BC20F3">
        <w:t xml:space="preserve"> </w:t>
      </w:r>
      <w:r w:rsidRPr="00BC20F3">
        <w:rPr>
          <w:rtl/>
        </w:rPr>
        <w:t>السبقون</w:t>
      </w:r>
      <w:r w:rsidRPr="00BC20F3">
        <w:t xml:space="preserve"> </w:t>
      </w:r>
      <w:r w:rsidRPr="00BC20F3">
        <w:rPr>
          <w:rtl/>
        </w:rPr>
        <w:t>والسبقون</w:t>
      </w:r>
      <w:r w:rsidRPr="00BC20F3">
        <w:t xml:space="preserve"> </w:t>
      </w:r>
    </w:p>
    <w:p w:rsidR="001137B5" w:rsidRDefault="001137B5" w:rsidP="00AD7866">
      <w:pPr>
        <w:pStyle w:val="libNormal"/>
      </w:pPr>
      <w:r w:rsidRPr="00BC20F3">
        <w:t xml:space="preserve">Don’t you see that a horse which is on Second position in a horse race is called </w:t>
      </w:r>
      <w:r w:rsidRPr="001137B5">
        <w:rPr>
          <w:rtl/>
        </w:rPr>
        <w:t>مصلى</w:t>
      </w:r>
      <w:r w:rsidRPr="001137B5">
        <w:t xml:space="preserve"> </w:t>
      </w:r>
      <w:r w:rsidRPr="00BC20F3">
        <w:t xml:space="preserve">, so those people will say </w:t>
      </w:r>
      <w:r w:rsidRPr="001137B5">
        <w:rPr>
          <w:rtl/>
        </w:rPr>
        <w:t>المصلين</w:t>
      </w:r>
      <w:r w:rsidRPr="001137B5">
        <w:t xml:space="preserve"> </w:t>
      </w:r>
      <w:r w:rsidRPr="001137B5">
        <w:rPr>
          <w:rtl/>
        </w:rPr>
        <w:t>من</w:t>
      </w:r>
      <w:r w:rsidRPr="001137B5">
        <w:t xml:space="preserve"> </w:t>
      </w:r>
      <w:r w:rsidRPr="001137B5">
        <w:rPr>
          <w:rtl/>
        </w:rPr>
        <w:t>نك</w:t>
      </w:r>
      <w:r w:rsidRPr="001137B5">
        <w:t xml:space="preserve"> </w:t>
      </w:r>
      <w:r w:rsidRPr="001137B5">
        <w:rPr>
          <w:rtl/>
        </w:rPr>
        <w:t>لم</w:t>
      </w:r>
      <w:r w:rsidRPr="001137B5">
        <w:t xml:space="preserve"> </w:t>
      </w:r>
      <w:r w:rsidRPr="00BC20F3">
        <w:t>, so it means that they will say we were not followers of “Sabiqeen” (s.a.a.).</w:t>
      </w:r>
    </w:p>
    <w:p w:rsidR="001137B5" w:rsidRDefault="001137B5" w:rsidP="00AD7866">
      <w:pPr>
        <w:pStyle w:val="libNormal"/>
      </w:pPr>
      <w:r w:rsidRPr="00BC20F3">
        <w:t xml:space="preserve">Shias (As’habul Yameen) of </w:t>
      </w:r>
      <w:smartTag w:uri="urn:schemas-microsoft-com:office:smarttags" w:element="PersonName">
        <w:r w:rsidRPr="00BC20F3">
          <w:t xml:space="preserve">Imam </w:t>
        </w:r>
        <w:smartTag w:uri="urn:schemas:contacts" w:element="Sn">
          <w:r w:rsidRPr="00BC20F3">
            <w:t>Ali</w:t>
          </w:r>
        </w:smartTag>
      </w:smartTag>
      <w:r w:rsidRPr="00BC20F3">
        <w:t xml:space="preserve"> (s.a.) from </w:t>
      </w:r>
      <w:smartTag w:uri="urn:schemas-microsoft-com:office:smarttags" w:element="place">
        <w:r w:rsidRPr="00BC20F3">
          <w:t>Paradise</w:t>
        </w:r>
      </w:smartTag>
      <w:r w:rsidRPr="00BC20F3">
        <w:t xml:space="preserve"> will ask the Culprits (Deniers of Walayat) who will be in Hell and they will reply: We were not real Namaazi, it means that we were saying Namaaz but without its Rooh. Therefore </w:t>
      </w:r>
      <w:smartTag w:uri="urn:schemas-microsoft-com:office:smarttags" w:element="PersonName">
        <w:smartTag w:uri="urn:schemas:contacts" w:element="GivenName">
          <w:r w:rsidRPr="00BC20F3">
            <w:t>Maola</w:t>
          </w:r>
        </w:smartTag>
        <w:r w:rsidRPr="00BC20F3">
          <w:t xml:space="preserve"> </w:t>
        </w:r>
        <w:smartTag w:uri="urn:schemas:contacts" w:element="Sn">
          <w:r w:rsidRPr="00BC20F3">
            <w:t>Ali</w:t>
          </w:r>
        </w:smartTag>
      </w:smartTag>
      <w:r w:rsidRPr="00BC20F3">
        <w:t xml:space="preserve"> (s.a.) said: I am Namaaz, Zakaat, Fast, Hajj, and Jihad of Momin. So who criticizes the Haqq (Walayat e Ali s.a.) or he is happy with the criticizers, and gets Fatawa against Walayat as well, he actually belies Day of Judgement</w:t>
      </w:r>
      <w:r>
        <w:t>.</w:t>
      </w:r>
    </w:p>
    <w:p w:rsidR="001137B5" w:rsidRDefault="001137B5" w:rsidP="001137B5">
      <w:pPr>
        <w:pStyle w:val="libItalic"/>
      </w:pPr>
      <w:r w:rsidRPr="009547EA">
        <w:t xml:space="preserve">Imam </w:t>
      </w:r>
      <w:smartTag w:uri="urn:schemas:contacts" w:element="Sn">
        <w:r w:rsidRPr="009547EA">
          <w:t>Baqir</w:t>
        </w:r>
      </w:smartTag>
      <w:r w:rsidRPr="009547EA">
        <w:t xml:space="preserve"> (s.a.) said: We and our Shias are </w:t>
      </w:r>
      <w:smartTag w:uri="urn:schemas:contacts" w:element="Sn">
        <w:r w:rsidRPr="009547EA">
          <w:t>As’habul</w:t>
        </w:r>
      </w:smartTag>
      <w:r>
        <w:t xml:space="preserve"> Yameen. And every</w:t>
      </w:r>
      <w:r w:rsidRPr="009547EA">
        <w:t xml:space="preserve"> </w:t>
      </w:r>
      <w:r>
        <w:t xml:space="preserve">that </w:t>
      </w:r>
      <w:r w:rsidRPr="009547EA">
        <w:t>person who keeps Bughz with Ahlul Bait (s.a.a.) is in the prison of his deeds.</w:t>
      </w:r>
    </w:p>
    <w:p w:rsidR="001137B5" w:rsidRDefault="001137B5" w:rsidP="00AD7866">
      <w:pPr>
        <w:pStyle w:val="libNormal"/>
      </w:pPr>
      <w:r>
        <w:t>It means that Ibadat of Denier of Walayat is Imprisonment with Hard Labour, which has no Reward, after finishing the time of imprisonment then Death Sentence.</w:t>
      </w:r>
    </w:p>
    <w:p w:rsidR="001137B5" w:rsidRDefault="001137B5" w:rsidP="001137B5">
      <w:pPr>
        <w:pStyle w:val="Heading4Center"/>
      </w:pPr>
      <w:r w:rsidRPr="00021429">
        <w:t>178-Munkir e Walayat: Donkey</w:t>
      </w:r>
    </w:p>
    <w:p w:rsidR="001137B5" w:rsidRPr="009547EA" w:rsidRDefault="001137B5" w:rsidP="001137B5">
      <w:pPr>
        <w:pStyle w:val="libItalic"/>
      </w:pPr>
      <w:r w:rsidRPr="009547EA">
        <w:t>“Then what is the matter with them that they are turning away from Tazkirah (advice, mentioning), as if they were wild donkeys, that fled from a lion.”</w:t>
      </w:r>
    </w:p>
    <w:p w:rsidR="001137B5" w:rsidRDefault="001137B5" w:rsidP="00AD7866">
      <w:pPr>
        <w:pStyle w:val="libNormal"/>
      </w:pPr>
      <w:r>
        <w:lastRenderedPageBreak/>
        <w:t>(Muddassir 49-51)</w:t>
      </w:r>
    </w:p>
    <w:p w:rsidR="001137B5" w:rsidRPr="009547EA" w:rsidRDefault="001137B5" w:rsidP="001137B5">
      <w:pPr>
        <w:pStyle w:val="libItalic"/>
      </w:pPr>
      <w:r w:rsidRPr="009547EA">
        <w:t>“The example of those people who were charged with Taurat, then they could not bear it, they are like donkey carrying books. Evil is the likeness of those people who belied Ayaat of Allah, and Allah does not guide the unjust people.”</w:t>
      </w:r>
    </w:p>
    <w:p w:rsidR="001137B5" w:rsidRDefault="001137B5" w:rsidP="00AD7866">
      <w:pPr>
        <w:pStyle w:val="libNormal"/>
      </w:pPr>
      <w:r>
        <w:t>(</w:t>
      </w:r>
      <w:smartTag w:uri="urn:schemas:contacts" w:element="Sn">
        <w:r>
          <w:t>Jum’ah</w:t>
        </w:r>
      </w:smartTag>
      <w:r>
        <w:t xml:space="preserve"> 5)</w:t>
      </w:r>
    </w:p>
    <w:p w:rsidR="001137B5" w:rsidRDefault="001137B5" w:rsidP="001137B5">
      <w:pPr>
        <w:pStyle w:val="libItalic"/>
      </w:pPr>
      <w:r w:rsidRPr="00BF7D56">
        <w:t xml:space="preserve">Imam </w:t>
      </w:r>
      <w:smartTag w:uri="urn:schemas:contacts" w:element="GivenName">
        <w:r w:rsidRPr="00BF7D56">
          <w:t>Musa</w:t>
        </w:r>
      </w:smartTag>
      <w:r w:rsidRPr="00BF7D56">
        <w:t xml:space="preserve"> </w:t>
      </w:r>
      <w:smartTag w:uri="urn:schemas:contacts" w:element="Sn">
        <w:r w:rsidRPr="00BF7D56">
          <w:t>Kazim</w:t>
        </w:r>
      </w:smartTag>
      <w:r w:rsidRPr="00BF7D56">
        <w:t xml:space="preserve"> (s.a.) said: “Tazkirah” means Walayat of </w:t>
      </w:r>
      <w:smartTag w:uri="urn:schemas-microsoft-com:office:smarttags" w:element="PersonName">
        <w:smartTag w:uri="urn:schemas:contacts" w:element="GivenName">
          <w:r w:rsidRPr="00BF7D56">
            <w:t>Amirul</w:t>
          </w:r>
        </w:smartTag>
        <w:r w:rsidRPr="00BF7D56">
          <w:t xml:space="preserve"> </w:t>
        </w:r>
        <w:smartTag w:uri="urn:schemas:contacts" w:element="Sn">
          <w:r w:rsidRPr="00BF7D56">
            <w:t>Momineen</w:t>
          </w:r>
        </w:smartTag>
      </w:smartTag>
      <w:r w:rsidRPr="00BF7D56">
        <w:t xml:space="preserve"> (s.a.).</w:t>
      </w:r>
    </w:p>
    <w:p w:rsidR="001137B5" w:rsidRDefault="001137B5" w:rsidP="00AD7866">
      <w:pPr>
        <w:pStyle w:val="libNormal"/>
      </w:pPr>
      <w:r>
        <w:t xml:space="preserve">So Allah calls Wild Donkey to Denier of Walayat e </w:t>
      </w:r>
      <w:smartTag w:uri="urn:schemas:contacts" w:element="GivenName">
        <w:r>
          <w:t>Ali</w:t>
        </w:r>
      </w:smartTag>
      <w:r>
        <w:t xml:space="preserve"> (s.a.), who runs away from Asadullah. And this Munkir e Walayat is uncultured (Wild) and foolish (Donkey), but sometimes he carries books i.e. considers himself an Alim after spending sometime in Madrisa, but in fact he is just bearing the load of books, he does not have Marifat what is written in them. Whoever denies Ayat-al-Kubra </w:t>
      </w:r>
      <w:smartTag w:uri="urn:schemas:contacts" w:element="GivenName">
        <w:r>
          <w:t>Ali</w:t>
        </w:r>
      </w:smartTag>
      <w:r>
        <w:t xml:space="preserve"> (s.a.) with heart or tongue or practically, he is unjust, astray, wild donkey.</w:t>
      </w:r>
    </w:p>
    <w:p w:rsidR="001137B5" w:rsidRDefault="001137B5" w:rsidP="001137B5">
      <w:pPr>
        <w:pStyle w:val="Heading4Center"/>
      </w:pPr>
      <w:r w:rsidRPr="00021429">
        <w:t>179-Namaaz of the Successful Ones</w:t>
      </w:r>
    </w:p>
    <w:p w:rsidR="001137B5" w:rsidRPr="00C06F20" w:rsidRDefault="001137B5" w:rsidP="001137B5">
      <w:pPr>
        <w:pStyle w:val="libItalic"/>
      </w:pPr>
      <w:r w:rsidRPr="00C06F20">
        <w:t>“Indeed he is successful who purified himself, and does Zikr of Ism of his Rabb and prays (say Namaaz).”</w:t>
      </w:r>
    </w:p>
    <w:p w:rsidR="001137B5" w:rsidRDefault="001137B5" w:rsidP="00AD7866">
      <w:pPr>
        <w:pStyle w:val="libNormal"/>
      </w:pPr>
      <w:r>
        <w:t>(</w:t>
      </w:r>
      <w:smartTag w:uri="urn:schemas-microsoft-com:office:smarttags" w:element="place">
        <w:smartTag w:uri="urn:schemas-microsoft-com:office:smarttags" w:element="State">
          <w:r>
            <w:t>Ala</w:t>
          </w:r>
        </w:smartTag>
      </w:smartTag>
      <w:r>
        <w:t xml:space="preserve"> 14-15)</w:t>
      </w:r>
    </w:p>
    <w:p w:rsidR="001137B5" w:rsidRDefault="001137B5" w:rsidP="00AD7866">
      <w:pPr>
        <w:pStyle w:val="libNormal"/>
      </w:pPr>
      <w:r>
        <w:t xml:space="preserve">The chosen Ism of Rabb is </w:t>
      </w:r>
      <w:smartTag w:uri="urn:schemas-microsoft-com:office:smarttags" w:element="PersonName">
        <w:smartTag w:uri="urn:schemas:contacts" w:element="GivenName">
          <w:r>
            <w:t>Ali</w:t>
          </w:r>
        </w:smartTag>
        <w:r>
          <w:t xml:space="preserve"> </w:t>
        </w:r>
        <w:smartTag w:uri="urn:schemas:contacts" w:element="Sn">
          <w:r>
            <w:t>Murtaza</w:t>
          </w:r>
        </w:smartTag>
      </w:smartTag>
      <w:r>
        <w:t xml:space="preserve"> (s.a.), who offered prayer while mentioning his name is successful.</w:t>
      </w:r>
    </w:p>
    <w:p w:rsidR="001137B5" w:rsidRDefault="001137B5" w:rsidP="001137B5">
      <w:pPr>
        <w:pStyle w:val="libItalic"/>
      </w:pPr>
      <w:r w:rsidRPr="00C06F20">
        <w:t xml:space="preserve">Imam </w:t>
      </w:r>
      <w:smartTag w:uri="urn:schemas:contacts" w:element="Sn">
        <w:r w:rsidRPr="00C06F20">
          <w:t>Raza</w:t>
        </w:r>
      </w:smartTag>
      <w:r w:rsidRPr="00C06F20">
        <w:t xml:space="preserve"> (s.a.) said: When you remember you Rabb, then send Salawaat on </w:t>
      </w:r>
      <w:smartTag w:uri="urn:schemas:contacts" w:element="GivenName">
        <w:r w:rsidRPr="00C06F20">
          <w:t>Mohammad</w:t>
        </w:r>
      </w:smartTag>
      <w:r w:rsidRPr="00C06F20">
        <w:t xml:space="preserve"> o Aal e </w:t>
      </w:r>
      <w:smartTag w:uri="urn:schemas:contacts" w:element="GivenName">
        <w:r w:rsidRPr="00C06F20">
          <w:t>Mohammad</w:t>
        </w:r>
      </w:smartTag>
      <w:r w:rsidRPr="00C06F20">
        <w:t xml:space="preserve"> (s.a.a.).</w:t>
      </w:r>
    </w:p>
    <w:p w:rsidR="001137B5" w:rsidRDefault="001137B5" w:rsidP="00AD7866">
      <w:pPr>
        <w:pStyle w:val="libNormal"/>
      </w:pPr>
      <w:r>
        <w:t>It means that Tauheed, Risalat, and Walayat have intimate relationship, they can not be separated.</w:t>
      </w:r>
    </w:p>
    <w:p w:rsidR="001137B5" w:rsidRDefault="001137B5" w:rsidP="001137B5">
      <w:pPr>
        <w:pStyle w:val="Heading4Center"/>
      </w:pPr>
      <w:r w:rsidRPr="00021429">
        <w:t>180-Hisaab Kitaab</w:t>
      </w:r>
    </w:p>
    <w:p w:rsidR="001137B5" w:rsidRPr="00A16018" w:rsidRDefault="001137B5" w:rsidP="001137B5">
      <w:pPr>
        <w:pStyle w:val="libItalic"/>
      </w:pPr>
      <w:r w:rsidRPr="00A16018">
        <w:t>“Surely to Us is their return, then certainly upon Us is</w:t>
      </w:r>
      <w:r>
        <w:t xml:space="preserve"> the</w:t>
      </w:r>
      <w:r w:rsidRPr="00A16018">
        <w:t xml:space="preserve"> taking of their account.”</w:t>
      </w:r>
    </w:p>
    <w:p w:rsidR="001137B5" w:rsidRDefault="001137B5" w:rsidP="00AD7866">
      <w:pPr>
        <w:pStyle w:val="libNormal"/>
      </w:pPr>
      <w:r>
        <w:t>(Ghashiya 25-26)</w:t>
      </w:r>
    </w:p>
    <w:p w:rsidR="001137B5" w:rsidRPr="00A16018" w:rsidRDefault="001137B5" w:rsidP="001137B5">
      <w:pPr>
        <w:pStyle w:val="libItalic"/>
      </w:pPr>
      <w:r w:rsidRPr="00A16018">
        <w:t xml:space="preserve">Rasool Allah (s.a.w.a.w.) said: When it will be </w:t>
      </w:r>
      <w:r>
        <w:t xml:space="preserve">the </w:t>
      </w:r>
      <w:r w:rsidRPr="00A16018">
        <w:t>day of Qiyamah, we will take care of the account of our Shias. Who will have short fall in the obligations of Allah, then we will decide about it and Allah will keep our decision valid. And who will have short fall in the rights of the people, we will recommend the affected party to forgive the mistake, and his mistake will be forgiven for our sake. And who will have short fall concerning our right, then we have the right to overlook and forgive.</w:t>
      </w:r>
    </w:p>
    <w:p w:rsidR="001137B5" w:rsidRDefault="001137B5" w:rsidP="00AD7866">
      <w:pPr>
        <w:pStyle w:val="libNormal"/>
      </w:pPr>
      <w:r>
        <w:t>(Uyoon V2, P 137)</w:t>
      </w:r>
    </w:p>
    <w:p w:rsidR="001137B5" w:rsidRDefault="001137B5" w:rsidP="00AD7866">
      <w:pPr>
        <w:pStyle w:val="libNormal"/>
      </w:pPr>
      <w:r>
        <w:t xml:space="preserve">There is not a single human who can enter </w:t>
      </w:r>
      <w:smartTag w:uri="urn:schemas-microsoft-com:office:smarttags" w:element="place">
        <w:r>
          <w:t>Paradise</w:t>
        </w:r>
      </w:smartTag>
      <w:r>
        <w:t xml:space="preserve"> on the basis of his good deeds without Intercession of Mohammad o Aal e </w:t>
      </w:r>
      <w:smartTag w:uri="urn:schemas:contacts" w:element="GivenName">
        <w:r>
          <w:t>Mohammad</w:t>
        </w:r>
      </w:smartTag>
      <w:r>
        <w:t xml:space="preserve"> (s.a.a.).</w:t>
      </w:r>
    </w:p>
    <w:p w:rsidR="001137B5" w:rsidRDefault="001137B5" w:rsidP="001137B5">
      <w:pPr>
        <w:pStyle w:val="Heading4Center"/>
      </w:pPr>
      <w:r w:rsidRPr="00021429">
        <w:t>181-Swear by the holy Father of Maola Ali (s.a.)</w:t>
      </w:r>
    </w:p>
    <w:p w:rsidR="001137B5" w:rsidRPr="00A16018" w:rsidRDefault="001137B5" w:rsidP="001137B5">
      <w:pPr>
        <w:pStyle w:val="libItalic"/>
      </w:pPr>
      <w:r w:rsidRPr="00A16018">
        <w:t>“Nay, I swear by this city; and you live in this city, and swear by the father and his children.”</w:t>
      </w:r>
    </w:p>
    <w:p w:rsidR="001137B5" w:rsidRDefault="001137B5" w:rsidP="00AD7866">
      <w:pPr>
        <w:pStyle w:val="libNormal"/>
      </w:pPr>
      <w:r>
        <w:t>(Balad 1-3)</w:t>
      </w:r>
    </w:p>
    <w:p w:rsidR="001137B5" w:rsidRPr="000D448C" w:rsidRDefault="001137B5" w:rsidP="00AD7866">
      <w:pPr>
        <w:pStyle w:val="libNormal"/>
      </w:pPr>
      <w:r>
        <w:t xml:space="preserve">Allah swears by Makkah city because </w:t>
      </w:r>
      <w:smartTag w:uri="urn:schemas-microsoft-com:office:smarttags" w:element="PersonName">
        <w:smartTag w:uri="urn:schemas:contacts" w:element="GivenName">
          <w:r>
            <w:t>Habeeb</w:t>
          </w:r>
        </w:smartTag>
        <w:r>
          <w:t xml:space="preserve"> </w:t>
        </w:r>
        <w:smartTag w:uri="urn:schemas:contacts" w:element="Sn">
          <w:r>
            <w:t>Ullah</w:t>
          </w:r>
        </w:smartTag>
      </w:smartTag>
      <w:r>
        <w:t xml:space="preserve"> (s.a.w.a.w.) lives in it. And Allah swears by </w:t>
      </w:r>
      <w:smartTag w:uri="urn:schemas-microsoft-com:office:smarttags" w:element="PersonName">
        <w:smartTag w:uri="urn:schemas:contacts" w:element="GivenName">
          <w:r>
            <w:t>Abu</w:t>
          </w:r>
        </w:smartTag>
        <w:r>
          <w:t xml:space="preserve"> </w:t>
        </w:r>
        <w:smartTag w:uri="urn:schemas:contacts" w:element="Sn">
          <w:r>
            <w:t>Talib</w:t>
          </w:r>
        </w:smartTag>
      </w:smartTag>
      <w:r>
        <w:t xml:space="preserve"> (s.a.) and his Aal (s.a.a.). Some people </w:t>
      </w:r>
      <w:r>
        <w:lastRenderedPageBreak/>
        <w:t xml:space="preserve">just say in ignorance it means </w:t>
      </w:r>
      <w:smartTag w:uri="urn:schemas:contacts" w:element="GivenName">
        <w:r>
          <w:t>Adam</w:t>
        </w:r>
      </w:smartTag>
      <w:r>
        <w:t xml:space="preserve"> (a.s.) and children of </w:t>
      </w:r>
      <w:smartTag w:uri="urn:schemas:contacts" w:element="GivenName">
        <w:r>
          <w:t>Adam</w:t>
        </w:r>
      </w:smartTag>
      <w:r>
        <w:t>. Then Firaoun, Namrood, and Yazeed Maloon is also among his children, how Allah can swear by them!</w:t>
      </w:r>
    </w:p>
    <w:p w:rsidR="001137B5" w:rsidRDefault="001137B5" w:rsidP="001137B5">
      <w:pPr>
        <w:pStyle w:val="Heading4Center"/>
      </w:pPr>
      <w:r w:rsidRPr="00021429">
        <w:t xml:space="preserve">182-Swear by the horse of </w:t>
      </w:r>
      <w:smartTag w:uri="urn:schemas-microsoft-com:office:smarttags" w:element="PersonName">
        <w:smartTag w:uri="urn:schemas:contacts" w:element="GivenName">
          <w:r w:rsidRPr="00021429">
            <w:t>Maola</w:t>
          </w:r>
        </w:smartTag>
        <w:r w:rsidRPr="00021429">
          <w:t xml:space="preserve"> </w:t>
        </w:r>
        <w:smartTag w:uri="urn:schemas:contacts" w:element="Sn">
          <w:r w:rsidRPr="00021429">
            <w:t>Ali</w:t>
          </w:r>
        </w:smartTag>
      </w:smartTag>
      <w:r w:rsidRPr="00021429">
        <w:t xml:space="preserve"> (s.a.)</w:t>
      </w:r>
    </w:p>
    <w:p w:rsidR="001137B5" w:rsidRPr="00D056CB" w:rsidRDefault="001137B5" w:rsidP="001137B5">
      <w:pPr>
        <w:pStyle w:val="libItalic"/>
      </w:pPr>
      <w:r w:rsidRPr="00D056CB">
        <w:t>“I swear by the running horses</w:t>
      </w:r>
      <w:r>
        <w:t>,</w:t>
      </w:r>
      <w:r w:rsidRPr="006502D3">
        <w:t xml:space="preserve"> </w:t>
      </w:r>
      <w:r w:rsidRPr="00D056CB">
        <w:t>panting breathing</w:t>
      </w:r>
      <w:r>
        <w:t>, then making</w:t>
      </w:r>
      <w:r w:rsidRPr="00D056CB">
        <w:t xml:space="preserve"> sparks of fire with their hoofs, then they raid early morning, then raise dust due to that, then they rush</w:t>
      </w:r>
      <w:r>
        <w:t xml:space="preserve"> (penetrate)</w:t>
      </w:r>
      <w:r w:rsidRPr="00D056CB">
        <w:t xml:space="preserve"> into the assembly (of enemies).”</w:t>
      </w:r>
    </w:p>
    <w:p w:rsidR="001137B5" w:rsidRDefault="001137B5" w:rsidP="00AD7866">
      <w:pPr>
        <w:pStyle w:val="libNormal"/>
      </w:pPr>
      <w:r>
        <w:t>(Adiyat 1-5)</w:t>
      </w:r>
    </w:p>
    <w:p w:rsidR="001137B5" w:rsidRDefault="001137B5" w:rsidP="00AD7866">
      <w:pPr>
        <w:pStyle w:val="libNormal"/>
      </w:pPr>
      <w:r>
        <w:t xml:space="preserve">This Sura was revealed in 8 Hijri at the time of </w:t>
      </w:r>
      <w:smartTag w:uri="urn:schemas-microsoft-com:office:smarttags" w:element="City">
        <w:smartTag w:uri="urn:schemas-microsoft-com:office:smarttags" w:element="place">
          <w:r>
            <w:t>Battle</w:t>
          </w:r>
        </w:smartTag>
      </w:smartTag>
      <w:r>
        <w:t xml:space="preserve"> of Zat-tus-Salasal. The enemies of Islam gathered with an army of twelve thousand soldiers at the </w:t>
      </w:r>
      <w:smartTag w:uri="urn:schemas-microsoft-com:office:smarttags" w:element="place">
        <w:smartTag w:uri="urn:schemas-microsoft-com:office:smarttags" w:element="PlaceType">
          <w:r>
            <w:t>land</w:t>
          </w:r>
        </w:smartTag>
        <w:r>
          <w:t xml:space="preserve"> of </w:t>
        </w:r>
        <w:smartTag w:uri="urn:schemas-microsoft-com:office:smarttags" w:element="PlaceName">
          <w:r>
            <w:t>Yalees</w:t>
          </w:r>
        </w:smartTag>
      </w:smartTag>
      <w:r>
        <w:t xml:space="preserve">, and made a pact that they will do murder </w:t>
      </w:r>
      <w:smartTag w:uri="urn:schemas:contacts" w:element="GivenName">
        <w:r>
          <w:t>Mohammad</w:t>
        </w:r>
      </w:smartTag>
      <w:r>
        <w:t xml:space="preserve"> (s.a.w.a.w.) and </w:t>
      </w:r>
      <w:smartTag w:uri="urn:schemas:contacts" w:element="GivenName">
        <w:r>
          <w:t>Ali</w:t>
        </w:r>
      </w:smartTag>
      <w:r>
        <w:t xml:space="preserve"> (s.a.) (</w:t>
      </w:r>
      <w:smartTag w:uri="urn:schemas-microsoft-com:office:smarttags" w:element="PersonName">
        <w:smartTag w:uri="urn:schemas:contacts" w:element="GivenName">
          <w:r>
            <w:t>Naoozo</w:t>
          </w:r>
        </w:smartTag>
        <w:r>
          <w:t xml:space="preserve"> </w:t>
        </w:r>
        <w:smartTag w:uri="urn:schemas:contacts" w:element="Sn">
          <w:r>
            <w:t>Billah</w:t>
          </w:r>
        </w:smartTag>
      </w:smartTag>
      <w:r>
        <w:t xml:space="preserve">). First Rasool Allah (s.a.w.a.w.) sent a big army of companions but they returned unsuccessful. Then he sent an army under the leadership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He (s.a.) reached there early morning by travelling very fast at night according to the instructions of Rasool Allah (s.a.w.a.w.), and surrounded them and presented Islam, but they did not accept. Then Imam (s.a.) attacked at dawn when still it was dark atmosphere, and conquered. Here in Masjid-e-Nabwi Rasool Allah (s.a.w.a.w.) was telling the companions all the movements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and recited this Sura in Fajr prayer.</w:t>
      </w:r>
    </w:p>
    <w:p w:rsidR="001137B5" w:rsidRDefault="001137B5" w:rsidP="00AD7866">
      <w:pPr>
        <w:pStyle w:val="libNormal"/>
      </w:pPr>
      <w:r>
        <w:t xml:space="preserve">Allah swears by the horse of </w:t>
      </w:r>
      <w:smartTag w:uri="urn:schemas-microsoft-com:office:smarttags" w:element="PersonName">
        <w:smartTag w:uri="urn:schemas:contacts" w:element="GivenName">
          <w:r>
            <w:t>Maola</w:t>
          </w:r>
        </w:smartTag>
        <w:r>
          <w:t xml:space="preserve"> </w:t>
        </w:r>
        <w:smartTag w:uri="urn:schemas:contacts" w:element="Sn">
          <w:r>
            <w:t>Ali</w:t>
          </w:r>
        </w:smartTag>
      </w:smartTag>
      <w:r>
        <w:t xml:space="preserve"> (s.a.), then swears by different conditions of that horse, and makes them Verses of Quran, so that you should recite Quran willingly or unwillingly, then you mention horse of Ali (s.a.) as well. </w:t>
      </w:r>
    </w:p>
    <w:p w:rsidR="001137B5" w:rsidRDefault="001137B5" w:rsidP="001137B5">
      <w:pPr>
        <w:pStyle w:val="Heading4Center"/>
      </w:pPr>
      <w:r w:rsidRPr="00021429">
        <w:t>183-Namaaz of Munafiq</w:t>
      </w:r>
    </w:p>
    <w:p w:rsidR="001137B5" w:rsidRPr="00BE7D5B" w:rsidRDefault="001137B5" w:rsidP="001137B5">
      <w:pPr>
        <w:pStyle w:val="libItalic"/>
      </w:pPr>
      <w:r w:rsidRPr="00BE7D5B">
        <w:t>“So woe to the praying ones (Namazi), who are unmindful of their prayers, who do (good) to be seen.”</w:t>
      </w:r>
    </w:p>
    <w:p w:rsidR="001137B5" w:rsidRDefault="001137B5" w:rsidP="00AD7866">
      <w:pPr>
        <w:pStyle w:val="libNormal"/>
      </w:pPr>
      <w:r>
        <w:t>(Maoon 4-6)</w:t>
      </w:r>
    </w:p>
    <w:p w:rsidR="001137B5" w:rsidRDefault="001137B5" w:rsidP="00AD7866">
      <w:pPr>
        <w:pStyle w:val="libNormal"/>
      </w:pPr>
      <w:r>
        <w:t xml:space="preserve">Imam (s.a.) said: ‘Riya’ (show off) means Namaaz of Munafiq. </w:t>
      </w:r>
      <w:smartTag w:uri="urn:schemas-microsoft-com:office:smarttags" w:element="PersonName">
        <w:r>
          <w:t xml:space="preserve">Imam </w:t>
        </w:r>
        <w:smartTag w:uri="urn:schemas:contacts" w:element="Sn">
          <w:r>
            <w:t>Ali</w:t>
          </w:r>
        </w:smartTag>
      </w:smartTag>
      <w:r>
        <w:t xml:space="preserve"> (s.a.) said: I am Namaaz of Momin.</w:t>
      </w:r>
    </w:p>
    <w:p w:rsidR="001137B5" w:rsidRDefault="001137B5" w:rsidP="00AD7866">
      <w:pPr>
        <w:pStyle w:val="libNormal"/>
      </w:pPr>
      <w:r>
        <w:t xml:space="preserve">It means that who testifies Walayat e </w:t>
      </w:r>
      <w:smartTag w:uri="urn:schemas:contacts" w:element="GivenName">
        <w:r>
          <w:t>Ali</w:t>
        </w:r>
      </w:smartTag>
      <w:r>
        <w:t xml:space="preserve"> (s.a.) with tongue among the people like Munafiq, but ignores (unmindful) Walayat like Munafiq in Namaaz, destruction is for him. Some scholars say that “Sahoon” means to consider ‘light’. This meaning is also right, because two heavy things (Saqalain) are Quran and Itrat (s.a.a.), so who leaves Itrat (s.a.a.) from these two weighty things, he made his Namaaz imbalanced and light. Anyway it is strongly forbidden to separate Quran and Itrat (s.a.a.), the Saqalain.</w:t>
      </w:r>
    </w:p>
    <w:p w:rsidR="001137B5" w:rsidRDefault="001137B5" w:rsidP="00AD7866">
      <w:pPr>
        <w:pStyle w:val="libNormal"/>
      </w:pPr>
      <w:r>
        <w:br w:type="page"/>
      </w:r>
    </w:p>
    <w:p w:rsidR="001137B5" w:rsidRDefault="001137B5" w:rsidP="001137B5">
      <w:pPr>
        <w:pStyle w:val="Heading1Center"/>
      </w:pPr>
      <w:bookmarkStart w:id="2" w:name="_Toc412032188"/>
      <w:r w:rsidRPr="001137B5">
        <w:lastRenderedPageBreak/>
        <w:t>[Bibliography]</w:t>
      </w:r>
      <w:bookmarkEnd w:id="2"/>
    </w:p>
    <w:p w:rsidR="001137B5" w:rsidRDefault="001137B5" w:rsidP="001137B5">
      <w:pPr>
        <w:pStyle w:val="Heading4Center"/>
      </w:pPr>
      <w:r w:rsidRPr="00F316BF">
        <w:t>184-Masadir</w:t>
      </w:r>
    </w:p>
    <w:p w:rsidR="00BE2EC5" w:rsidRDefault="00BE2EC5" w:rsidP="00AD7866">
      <w:pPr>
        <w:pStyle w:val="libNormal"/>
      </w:pPr>
      <w:r>
        <w:t>1- Al-Quran al-Kareem, Kalam Ullah</w:t>
      </w:r>
    </w:p>
    <w:p w:rsidR="00BE2EC5" w:rsidRDefault="00BE2EC5" w:rsidP="00AD7866">
      <w:pPr>
        <w:pStyle w:val="libNormal"/>
      </w:pPr>
      <w:r>
        <w:t>2- Mun La Yahzorul Faqeh, Sheikh Abi Jafar Mohammad bin Ali Sudooq (r.a.), Alkisa Publications, Karachi, Pakistan</w:t>
      </w:r>
    </w:p>
    <w:p w:rsidR="00BE2EC5" w:rsidRDefault="00BE2EC5" w:rsidP="00AD7866">
      <w:pPr>
        <w:pStyle w:val="libNormal"/>
      </w:pPr>
      <w:r>
        <w:t>3- Amali, Sheikh Abi Jafar Mohammad bin Ali Sudooq (r.a.), Idara Minhajus Saliheen, Lahore, Pakistan</w:t>
      </w:r>
    </w:p>
    <w:p w:rsidR="00BE2EC5" w:rsidRDefault="00BE2EC5" w:rsidP="00AD7866">
      <w:pPr>
        <w:pStyle w:val="libNormal"/>
      </w:pPr>
      <w:r>
        <w:t>4- Uyoon e Akhbar e Raza (s.a.), Sheikh Abi Jafar Mohammad bin Ali Sudooq (r.a.), Akbar Hussain Jewani Trust, Karachi, Pakistan</w:t>
      </w:r>
    </w:p>
    <w:p w:rsidR="00BE2EC5" w:rsidRDefault="00BE2EC5" w:rsidP="00AD7866">
      <w:pPr>
        <w:pStyle w:val="libNormal"/>
      </w:pPr>
      <w:r>
        <w:t>5-Al Tauheed, Sheikh Abi Jafar Mohammad bin Ali Sudooq (r.a.), Alkisa Publications, Karachi, Pakistan</w:t>
      </w:r>
    </w:p>
    <w:p w:rsidR="00BE2EC5" w:rsidRDefault="00BE2EC5" w:rsidP="00AD7866">
      <w:pPr>
        <w:pStyle w:val="libNormal"/>
      </w:pPr>
      <w:r>
        <w:t>6-Kamalud Din, Sheikh Abi Jafar Mohammad bin Ali Sudooq (r.a.), Alkisa Publications, Karachi, Pakistan</w:t>
      </w:r>
    </w:p>
    <w:p w:rsidR="00BE2EC5" w:rsidRDefault="00BE2EC5" w:rsidP="00AD7866">
      <w:pPr>
        <w:pStyle w:val="libNormal"/>
      </w:pPr>
      <w:r>
        <w:t>7- Alul Shrai, Sheikh Abi Jafar Mohammad bin Ali Sudooq (r.a.), Alkisa Publications, Karachi, Pakistan</w:t>
      </w:r>
    </w:p>
    <w:p w:rsidR="00BE2EC5" w:rsidRDefault="00BE2EC5" w:rsidP="00AD7866">
      <w:pPr>
        <w:pStyle w:val="libNormal"/>
      </w:pPr>
      <w:r>
        <w:t>8- Ma’ani al Akhbar, Sheikh Abi Jafar Mohammad bin Ali Sudooq (r.a.), Alkisa Publications, Karachi, Pakistan</w:t>
      </w:r>
    </w:p>
    <w:p w:rsidR="00BE2EC5" w:rsidRDefault="00BE2EC5" w:rsidP="00AD7866">
      <w:pPr>
        <w:pStyle w:val="libNormal"/>
      </w:pPr>
      <w:r>
        <w:t>9- Al Ehtijaj, Abu Mansoor Ahmad bin Ali al Tabrasi (r.a.), Intisharat e Uswah, Iran</w:t>
      </w:r>
    </w:p>
    <w:p w:rsidR="00BE2EC5" w:rsidRDefault="00BE2EC5" w:rsidP="00AD7866">
      <w:pPr>
        <w:pStyle w:val="libNormal"/>
      </w:pPr>
      <w:r>
        <w:t>10- Al Burhan, Allama Alsyyed Hashim Bahrani (r.a.), Moassasatul Alami, Beirut, Lebanon</w:t>
      </w:r>
    </w:p>
    <w:p w:rsidR="00BE2EC5" w:rsidRDefault="00BE2EC5" w:rsidP="00AD7866">
      <w:pPr>
        <w:pStyle w:val="libNormal"/>
      </w:pPr>
      <w:r>
        <w:t>11- Al Lawameh al Noraniya, Allama Alsyyed Hashim Bahrani (r.a.), Darul Azwa, Beirut, Lebanon</w:t>
      </w:r>
    </w:p>
    <w:p w:rsidR="00BE2EC5" w:rsidRDefault="00BE2EC5" w:rsidP="00AD7866">
      <w:pPr>
        <w:pStyle w:val="libNormal"/>
      </w:pPr>
      <w:r>
        <w:t>12- Mafatihul Jinan, Sheikh Abbas Qummi (r.a.), Ansariyan Publications, Qum, Iran</w:t>
      </w:r>
    </w:p>
    <w:p w:rsidR="00BE2EC5" w:rsidRDefault="00BE2EC5" w:rsidP="00AD7866">
      <w:pPr>
        <w:pStyle w:val="libNormal"/>
      </w:pPr>
      <w:r>
        <w:t>13- Nehjul Balagha, Allama Alsyyed Shareef Razi (r.a.), Tanzemul Makatib, Lakhnow, India</w:t>
      </w:r>
    </w:p>
    <w:p w:rsidR="00BE2EC5" w:rsidRDefault="00BE2EC5" w:rsidP="00AD7866">
      <w:pPr>
        <w:pStyle w:val="libNormal"/>
      </w:pPr>
      <w:r>
        <w:t>14- Nehjul Israr, Allama Syyed Ghulam Hussain Raza (r.a.), Ramatullah Book Agency, Karachi, Pakistan</w:t>
      </w:r>
    </w:p>
    <w:p w:rsidR="00BE2EC5" w:rsidRDefault="00BE2EC5" w:rsidP="00AD7866">
      <w:pPr>
        <w:pStyle w:val="libNormal"/>
      </w:pPr>
      <w:r>
        <w:t>15- Biharul Anwaar, Allama Mohammad Baqir Majlisi (r.a.), Mahfooz Book Agency, Karachi, Pakistan</w:t>
      </w:r>
    </w:p>
    <w:p w:rsidR="00BE2EC5" w:rsidRDefault="00BE2EC5" w:rsidP="00AD7866">
      <w:pPr>
        <w:pStyle w:val="libNormal"/>
      </w:pPr>
      <w:r>
        <w:t>16- Fiqh e Kamil, Allama Taqi Majlisi (r.a.)</w:t>
      </w:r>
    </w:p>
    <w:p w:rsidR="00BE2EC5" w:rsidRDefault="00BE2EC5" w:rsidP="00AD7866">
      <w:pPr>
        <w:pStyle w:val="libNormal"/>
      </w:pPr>
      <w:r>
        <w:t>17- Yanabeh al Mawaddat, Sheikh Sulaiman Qundozi (r.a.), Hamayat e Ahl e Bait (s.a.a.) Trust, Lahore, Pakistan</w:t>
      </w:r>
    </w:p>
    <w:p w:rsidR="00BE2EC5" w:rsidRDefault="00BE2EC5" w:rsidP="00AD7866">
      <w:pPr>
        <w:pStyle w:val="libNormal"/>
      </w:pPr>
      <w:r>
        <w:t>18- Al Mezaan, Allama Syyed Mohammad Hussain Tabatabai (r.a.), Intisharat e Islami, Qum, Iran</w:t>
      </w:r>
    </w:p>
    <w:p w:rsidR="00BE2EC5" w:rsidRDefault="00BE2EC5" w:rsidP="00AD7866">
      <w:pPr>
        <w:pStyle w:val="libNormal"/>
      </w:pPr>
      <w:r>
        <w:t>19- Tafseer e Namona, Aqai Nasir Makaram Shirazi and other Ulma, Misbahul Quran Trust, Lahore, Pakistan</w:t>
      </w:r>
    </w:p>
    <w:p w:rsidR="00BE2EC5" w:rsidRDefault="00BE2EC5" w:rsidP="00AD7866">
      <w:pPr>
        <w:pStyle w:val="libNormal"/>
      </w:pPr>
      <w:r>
        <w:t>20- Tafseer e Quran, Allama Syyed Maqbool Ahmad (r.a.), India</w:t>
      </w:r>
    </w:p>
    <w:p w:rsidR="00BE2EC5" w:rsidRDefault="00BE2EC5" w:rsidP="00AD7866">
      <w:pPr>
        <w:pStyle w:val="libNormal"/>
      </w:pPr>
      <w:r>
        <w:t>21- Al Manaqab Aal e Abi Talib (s.a.a.), Rashidud Din Mohammad ibne Shahr Ashoob Mazandrani</w:t>
      </w:r>
    </w:p>
    <w:p w:rsidR="00BE2EC5" w:rsidRDefault="00BE2EC5" w:rsidP="00AD7866">
      <w:pPr>
        <w:pStyle w:val="libNormal"/>
      </w:pPr>
      <w:r>
        <w:t>22- Basair al Darajat, Abu Jafar Mohammad bin al Hassan al Suffaar (r.a.), Maktabah Haideria, Qum, Iran</w:t>
      </w:r>
    </w:p>
    <w:p w:rsidR="00BE2EC5" w:rsidRDefault="00BE2EC5" w:rsidP="00AD7866">
      <w:pPr>
        <w:pStyle w:val="libNormal"/>
      </w:pPr>
      <w:r>
        <w:t>23- Basharat al Mustafa (s.w.a.w.a.), Imadud Din Abu Jafar Tabri (r.a.), Darul Hora, Beirut, Lebanon</w:t>
      </w:r>
    </w:p>
    <w:p w:rsidR="00BE2EC5" w:rsidRDefault="00BE2EC5" w:rsidP="00AD7866">
      <w:pPr>
        <w:pStyle w:val="libNormal"/>
      </w:pPr>
      <w:r>
        <w:t>24- And other books</w:t>
      </w:r>
    </w:p>
    <w:p w:rsidR="00BE2EC5" w:rsidRDefault="00BE2EC5" w:rsidP="00AD7866">
      <w:pPr>
        <w:pStyle w:val="libNormal"/>
      </w:pPr>
      <w:r>
        <w:t>* * * * * * * * * * * * * *</w:t>
      </w:r>
    </w:p>
    <w:p w:rsidR="00BE2EC5" w:rsidRDefault="00BE2EC5" w:rsidP="00AD7866">
      <w:pPr>
        <w:pStyle w:val="libNormal"/>
      </w:pPr>
      <w:r>
        <w:lastRenderedPageBreak/>
        <w:t>This book is completed with the blessings of Syyeda Masooma Zainab al-Kubra (s.a.). Zul Hijjah 1430 Hijri</w:t>
      </w:r>
    </w:p>
    <w:p w:rsidR="00BE2EC5" w:rsidRDefault="00BE2EC5" w:rsidP="00AD7866">
      <w:pPr>
        <w:pStyle w:val="libNormal"/>
      </w:pPr>
      <w:r>
        <w:t>Sagg e Aal-e-Mohammad (s.a.a.):</w:t>
      </w:r>
    </w:p>
    <w:p w:rsidR="00BE2EC5" w:rsidRDefault="00BE2EC5" w:rsidP="00AD7866">
      <w:pPr>
        <w:pStyle w:val="libNormal"/>
      </w:pPr>
      <w:r>
        <w:t>Alsyyed Abu Mohammad Abrar al-Hasnain Fatimi al-Naqvi</w:t>
      </w:r>
    </w:p>
    <w:p w:rsidR="00413479" w:rsidRPr="001137B5" w:rsidRDefault="00BE2EC5" w:rsidP="00AD7866">
      <w:pPr>
        <w:pStyle w:val="libNormal"/>
      </w:pPr>
      <w:r>
        <w:t>December 2009</w:t>
      </w:r>
    </w:p>
    <w:sectPr w:rsidR="00413479" w:rsidRPr="001137B5"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512" w:rsidRDefault="00486512" w:rsidP="00113C59">
      <w:r>
        <w:separator/>
      </w:r>
    </w:p>
  </w:endnote>
  <w:endnote w:type="continuationSeparator" w:id="1">
    <w:p w:rsidR="00486512" w:rsidRDefault="0048651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B5" w:rsidRDefault="00DF1673" w:rsidP="00745C1D">
    <w:pPr>
      <w:pStyle w:val="Footer"/>
      <w:tabs>
        <w:tab w:val="clear" w:pos="4153"/>
        <w:tab w:val="clear" w:pos="8306"/>
      </w:tabs>
    </w:pPr>
    <w:fldSimple w:instr=" PAGE   \* MERGEFORMAT ">
      <w:r w:rsidR="002417F3">
        <w:rPr>
          <w:noProof/>
        </w:rPr>
        <w:t>76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B5" w:rsidRDefault="00DF1673" w:rsidP="001137B5">
    <w:pPr>
      <w:pStyle w:val="Footer"/>
    </w:pPr>
    <w:fldSimple w:instr=" PAGE   \* MERGEFORMAT ">
      <w:r w:rsidR="002417F3">
        <w:rPr>
          <w:noProof/>
        </w:rPr>
        <w:t>77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B5" w:rsidRDefault="00DF1673" w:rsidP="00745C1D">
    <w:pPr>
      <w:pStyle w:val="Footer"/>
      <w:tabs>
        <w:tab w:val="clear" w:pos="4153"/>
        <w:tab w:val="clear" w:pos="8306"/>
      </w:tabs>
    </w:pPr>
    <w:fldSimple w:instr=" PAGE   \* MERGEFORMAT ">
      <w:r w:rsidR="002417F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512" w:rsidRDefault="00486512" w:rsidP="00113C59">
      <w:r>
        <w:separator/>
      </w:r>
    </w:p>
  </w:footnote>
  <w:footnote w:type="continuationSeparator" w:id="1">
    <w:p w:rsidR="00486512" w:rsidRDefault="0048651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B5" w:rsidRDefault="001137B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B5" w:rsidRDefault="001137B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C0642"/>
    <w:rsid w:val="00005A19"/>
    <w:rsid w:val="000267FE"/>
    <w:rsid w:val="00040798"/>
    <w:rsid w:val="00043023"/>
    <w:rsid w:val="00046329"/>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7B5"/>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0DEF"/>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7F3"/>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394"/>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1B35"/>
    <w:rsid w:val="003963F3"/>
    <w:rsid w:val="0039787F"/>
    <w:rsid w:val="003A1475"/>
    <w:rsid w:val="003A2528"/>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5AD6"/>
    <w:rsid w:val="00407D56"/>
    <w:rsid w:val="00410B0B"/>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6512"/>
    <w:rsid w:val="004919C3"/>
    <w:rsid w:val="004921E7"/>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129F"/>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189C"/>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0642"/>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7866"/>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2EC5"/>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1673"/>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4F7"/>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6281"/>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time"/>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ersonName"/>
  <w:smartTagType w:namespaceuri="urn:schemas:contacts" w:name="middlename"/>
  <w:smartTagType w:namespaceuri="urn:schemas:contacts" w:name="Sn"/>
  <w:smartTagType w:namespaceuri="urn:schemas:contacts" w:name="GivenNam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7B5"/>
    <w:rPr>
      <w:sz w:val="24"/>
      <w:szCs w:val="24"/>
      <w:lang w:val="en-GB" w:bidi="ar-DZ"/>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lang w:val="en-US"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lang w:val="en-US" w:bidi="ar-SA"/>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137B5"/>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lang w:val="en-US"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lang w:val="en-US"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lang w:val="en-US"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137B5"/>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lang w:val="en-US"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lang w:val="en-US"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6CBC-C827-4476-9356-B76E6FFCB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38</TotalTime>
  <Pages>1</Pages>
  <Words>30617</Words>
  <Characters>174517</Characters>
  <Application>Microsoft Office Word</Application>
  <DocSecurity>0</DocSecurity>
  <Lines>1454</Lines>
  <Paragraphs>409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2015-02-18T10:45:00Z</cp:lastPrinted>
  <dcterms:created xsi:type="dcterms:W3CDTF">2015-02-18T10:07:00Z</dcterms:created>
  <dcterms:modified xsi:type="dcterms:W3CDTF">2015-02-18T10:47:00Z</dcterms:modified>
</cp:coreProperties>
</file>