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BC8" w:rsidRDefault="00252BC8" w:rsidP="00252BC8">
      <w:pPr>
        <w:pStyle w:val="libCenterBold1"/>
      </w:pPr>
    </w:p>
    <w:p w:rsidR="00252BC8" w:rsidRDefault="001E2E48" w:rsidP="00252BC8">
      <w:pPr>
        <w:pStyle w:val="libCenterBold1"/>
      </w:pPr>
      <w:r>
        <w:rPr>
          <w:noProof/>
        </w:rPr>
        <w:drawing>
          <wp:inline distT="0" distB="0" distL="0" distR="0">
            <wp:extent cx="4680585" cy="6630829"/>
            <wp:effectExtent l="19050" t="0" r="5715" b="0"/>
            <wp:docPr id="1" name="Picture 1" descr="D:\barkatullah\books\new books\jamadi_ula_1438\islamic_answer\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ic_answer\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52BC8" w:rsidRDefault="00252BC8" w:rsidP="00252BC8">
      <w:pPr>
        <w:pStyle w:val="libCenterBold1"/>
      </w:pPr>
    </w:p>
    <w:p w:rsidR="00252BC8" w:rsidRDefault="00252BC8" w:rsidP="00252BC8">
      <w:pPr>
        <w:pStyle w:val="libCenterBold1"/>
      </w:pPr>
      <w:hyperlink r:id="rId9" w:history="1">
        <w:r w:rsidRPr="00C449B7">
          <w:rPr>
            <w:rStyle w:val="Hyperlink"/>
          </w:rPr>
          <w:t>www.alhassanain.org/english</w:t>
        </w:r>
      </w:hyperlink>
    </w:p>
    <w:p w:rsidR="00A01D69" w:rsidRDefault="00A01D69" w:rsidP="00D33510">
      <w:pPr>
        <w:pStyle w:val="libNormal"/>
      </w:pPr>
      <w:r>
        <w:br w:type="page"/>
      </w:r>
    </w:p>
    <w:p w:rsidR="00252BC8" w:rsidRDefault="00252BC8" w:rsidP="001E1339">
      <w:pPr>
        <w:pStyle w:val="libCenterTitr"/>
      </w:pPr>
    </w:p>
    <w:p w:rsidR="00252BC8" w:rsidRDefault="00252BC8" w:rsidP="001E1339">
      <w:pPr>
        <w:pStyle w:val="libCenterTitr"/>
      </w:pPr>
    </w:p>
    <w:p w:rsidR="00252BC8" w:rsidRDefault="00252BC8" w:rsidP="001E1339">
      <w:pPr>
        <w:pStyle w:val="libCenterTitr"/>
      </w:pPr>
    </w:p>
    <w:p w:rsidR="00A01D69" w:rsidRDefault="00A01D69" w:rsidP="001E1339">
      <w:pPr>
        <w:pStyle w:val="libCenterTitr"/>
      </w:pPr>
      <w:r>
        <w:t>Islamic Answer</w:t>
      </w:r>
    </w:p>
    <w:p w:rsidR="00252BC8" w:rsidRDefault="00252BC8" w:rsidP="001E1339">
      <w:pPr>
        <w:pStyle w:val="libCenterTitr"/>
      </w:pPr>
    </w:p>
    <w:p w:rsidR="00A01D69" w:rsidRDefault="00A01D69" w:rsidP="001E1339">
      <w:pPr>
        <w:pStyle w:val="libCenterBold1"/>
      </w:pPr>
      <w:r>
        <w:t>Author: Sayyid Muhammad Hussein Jalali</w:t>
      </w:r>
    </w:p>
    <w:p w:rsidR="00252BC8" w:rsidRDefault="00252BC8" w:rsidP="001E1339">
      <w:pPr>
        <w:pStyle w:val="libCenterBold1"/>
      </w:pPr>
    </w:p>
    <w:p w:rsidR="00252BC8" w:rsidRDefault="00252BC8" w:rsidP="001E1339">
      <w:pPr>
        <w:pStyle w:val="libCenterBold1"/>
      </w:pPr>
    </w:p>
    <w:p w:rsidR="00252BC8" w:rsidRDefault="00252BC8" w:rsidP="001E1339">
      <w:pPr>
        <w:pStyle w:val="libCenterBold1"/>
      </w:pPr>
    </w:p>
    <w:p w:rsidR="00252BC8" w:rsidRDefault="00252BC8" w:rsidP="001E1339">
      <w:pPr>
        <w:pStyle w:val="libCenterBold1"/>
      </w:pPr>
    </w:p>
    <w:p w:rsidR="00252BC8" w:rsidRDefault="00252BC8" w:rsidP="001E1339">
      <w:pPr>
        <w:pStyle w:val="libCenterBold1"/>
      </w:pPr>
    </w:p>
    <w:p w:rsidR="00252BC8" w:rsidRDefault="00252BC8" w:rsidP="001E1339">
      <w:pPr>
        <w:pStyle w:val="libCenterBold1"/>
      </w:pPr>
    </w:p>
    <w:p w:rsidR="00252BC8" w:rsidRDefault="00252BC8" w:rsidP="001E1339">
      <w:pPr>
        <w:pStyle w:val="libCenterBold1"/>
      </w:pPr>
      <w:hyperlink r:id="rId10" w:history="1">
        <w:r w:rsidRPr="00C449B7">
          <w:rPr>
            <w:rStyle w:val="Hyperlink"/>
          </w:rPr>
          <w:t>www.alhassanain.org/english</w:t>
        </w:r>
      </w:hyperlink>
    </w:p>
    <w:p w:rsidR="00A01D69" w:rsidRDefault="00A01D69" w:rsidP="00D33510">
      <w:pPr>
        <w:pStyle w:val="libNormal"/>
      </w:pPr>
      <w:r>
        <w:br w:type="page"/>
      </w:r>
    </w:p>
    <w:p w:rsidR="000538F5" w:rsidRDefault="000538F5" w:rsidP="000538F5">
      <w:pPr>
        <w:pStyle w:val="libCenterBold1"/>
      </w:pPr>
    </w:p>
    <w:p w:rsidR="000538F5" w:rsidRDefault="000538F5" w:rsidP="000538F5">
      <w:pPr>
        <w:pStyle w:val="libCenterBold1"/>
      </w:pPr>
    </w:p>
    <w:p w:rsidR="000538F5" w:rsidRDefault="000538F5" w:rsidP="000538F5">
      <w:pPr>
        <w:pStyle w:val="libCenterBold1"/>
      </w:pPr>
      <w:r>
        <w:t>Notice:</w:t>
      </w:r>
    </w:p>
    <w:p w:rsidR="000538F5" w:rsidRDefault="000538F5" w:rsidP="000538F5">
      <w:pPr>
        <w:pStyle w:val="libCenterBold2"/>
      </w:pPr>
      <w:r>
        <w:t xml:space="preserve">This version is published on behalf of </w:t>
      </w:r>
      <w:hyperlink r:id="rId11" w:history="1">
        <w:r w:rsidRPr="00C449B7">
          <w:rPr>
            <w:rStyle w:val="Hyperlink"/>
          </w:rPr>
          <w:t>www.alhassanain.org/english</w:t>
        </w:r>
      </w:hyperlink>
    </w:p>
    <w:p w:rsidR="000538F5" w:rsidRDefault="000538F5" w:rsidP="000538F5">
      <w:pPr>
        <w:pStyle w:val="libCenterBold2"/>
      </w:pPr>
      <w:r>
        <w:t>The composing errors are not corrected.</w:t>
      </w:r>
    </w:p>
    <w:p w:rsidR="0054199E" w:rsidRDefault="0054199E" w:rsidP="000538F5">
      <w:pPr>
        <w:pStyle w:val="libCenterBold2"/>
      </w:pPr>
    </w:p>
    <w:p w:rsidR="0054199E" w:rsidRDefault="0054199E" w:rsidP="000538F5">
      <w:pPr>
        <w:pStyle w:val="libCenterBold2"/>
      </w:pPr>
    </w:p>
    <w:p w:rsidR="009F27E3" w:rsidRDefault="009F27E3" w:rsidP="000538F5">
      <w:pPr>
        <w:pStyle w:val="libCenterBold2"/>
      </w:pPr>
    </w:p>
    <w:p w:rsidR="00A01D69" w:rsidRDefault="00A01D69" w:rsidP="00D33510">
      <w:pPr>
        <w:pStyle w:val="libNormal"/>
      </w:pPr>
      <w:r>
        <w:br w:type="page"/>
      </w:r>
    </w:p>
    <w:sdt>
      <w:sdtPr>
        <w:id w:val="353402540"/>
        <w:docPartObj>
          <w:docPartGallery w:val="Table of Contents"/>
          <w:docPartUnique/>
        </w:docPartObj>
      </w:sdtPr>
      <w:sdtEndPr>
        <w:rPr>
          <w:rFonts w:ascii="Times New Roman" w:hAnsi="Times New Roman" w:cs="Traditional Arabic"/>
          <w:b w:val="0"/>
          <w:bCs w:val="0"/>
          <w:color w:val="000000"/>
          <w:sz w:val="24"/>
          <w:szCs w:val="32"/>
        </w:rPr>
      </w:sdtEndPr>
      <w:sdtContent>
        <w:p w:rsidR="00C056A4" w:rsidRDefault="00C056A4" w:rsidP="00C056A4">
          <w:pPr>
            <w:pStyle w:val="TOCHeading"/>
          </w:pPr>
          <w:r>
            <w:t>Contents</w:t>
          </w:r>
        </w:p>
        <w:p w:rsidR="00C056A4" w:rsidRDefault="00C056A4" w:rsidP="00C056A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953167" w:history="1">
            <w:r w:rsidRPr="00C50B1D">
              <w:rPr>
                <w:rStyle w:val="Hyperlink"/>
              </w:rPr>
              <w:t>Freedom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Toc491953167 \h</w:instrText>
            </w:r>
            <w:r>
              <w:rPr>
                <w:webHidden/>
                <w:rtl/>
              </w:rPr>
              <w:instrText xml:space="preserve"> </w:instrText>
            </w:r>
            <w:r>
              <w:rPr>
                <w:webHidden/>
                <w:rtl/>
              </w:rPr>
            </w:r>
            <w:r>
              <w:rPr>
                <w:webHidden/>
                <w:rtl/>
              </w:rPr>
              <w:fldChar w:fldCharType="separate"/>
            </w:r>
            <w:r w:rsidR="00BB0090">
              <w:rPr>
                <w:webHidden/>
              </w:rPr>
              <w:t>6</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68" w:history="1">
            <w:r w:rsidRPr="00C50B1D">
              <w:rPr>
                <w:rStyle w:val="Hyperlink"/>
              </w:rPr>
              <w:t>A brief history of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Toc491953168 \h</w:instrText>
            </w:r>
            <w:r>
              <w:rPr>
                <w:webHidden/>
                <w:rtl/>
              </w:rPr>
              <w:instrText xml:space="preserve"> </w:instrText>
            </w:r>
            <w:r>
              <w:rPr>
                <w:webHidden/>
                <w:rtl/>
              </w:rPr>
            </w:r>
            <w:r>
              <w:rPr>
                <w:webHidden/>
                <w:rtl/>
              </w:rPr>
              <w:fldChar w:fldCharType="separate"/>
            </w:r>
            <w:r w:rsidR="00BB0090">
              <w:rPr>
                <w:webHidden/>
              </w:rPr>
              <w:t>8</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69" w:history="1">
            <w:r w:rsidRPr="00C50B1D">
              <w:rPr>
                <w:rStyle w:val="Hyperlink"/>
              </w:rPr>
              <w:t>The qur'an's message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Toc491953169 \h</w:instrText>
            </w:r>
            <w:r>
              <w:rPr>
                <w:webHidden/>
                <w:rtl/>
              </w:rPr>
              <w:instrText xml:space="preserve"> </w:instrText>
            </w:r>
            <w:r>
              <w:rPr>
                <w:webHidden/>
                <w:rtl/>
              </w:rPr>
            </w:r>
            <w:r>
              <w:rPr>
                <w:webHidden/>
                <w:rtl/>
              </w:rPr>
              <w:fldChar w:fldCharType="separate"/>
            </w:r>
            <w:r w:rsidR="00BB0090">
              <w:rPr>
                <w:webHidden/>
              </w:rPr>
              <w:t>8</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0" w:history="1">
            <w:r w:rsidRPr="00C50B1D">
              <w:rPr>
                <w:rStyle w:val="Hyperlink"/>
              </w:rPr>
              <w:t>Translation of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Toc491953170 \h</w:instrText>
            </w:r>
            <w:r>
              <w:rPr>
                <w:webHidden/>
                <w:rtl/>
              </w:rPr>
              <w:instrText xml:space="preserve"> </w:instrText>
            </w:r>
            <w:r>
              <w:rPr>
                <w:webHidden/>
                <w:rtl/>
              </w:rPr>
            </w:r>
            <w:r>
              <w:rPr>
                <w:webHidden/>
                <w:rtl/>
              </w:rPr>
              <w:fldChar w:fldCharType="separate"/>
            </w:r>
            <w:r w:rsidR="00BB0090">
              <w:rPr>
                <w:webHidden/>
              </w:rPr>
              <w:t>9</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71" w:history="1">
            <w:r w:rsidRPr="00C50B1D">
              <w:rPr>
                <w:rStyle w:val="Hyperlink"/>
              </w:rPr>
              <w:t>Ramadan : The historical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Toc491953171 \h</w:instrText>
            </w:r>
            <w:r>
              <w:rPr>
                <w:webHidden/>
                <w:rtl/>
              </w:rPr>
              <w:instrText xml:space="preserve"> </w:instrText>
            </w:r>
            <w:r>
              <w:rPr>
                <w:webHidden/>
                <w:rtl/>
              </w:rPr>
            </w:r>
            <w:r>
              <w:rPr>
                <w:webHidden/>
                <w:rtl/>
              </w:rPr>
              <w:fldChar w:fldCharType="separate"/>
            </w:r>
            <w:r w:rsidR="00BB0090">
              <w:rPr>
                <w:webHidden/>
              </w:rPr>
              <w:t>11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2" w:history="1">
            <w:r w:rsidRPr="00C50B1D">
              <w:rPr>
                <w:rStyle w:val="Hyperlink"/>
              </w:rPr>
              <w:t>Ramadan throughout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Toc491953172 \h</w:instrText>
            </w:r>
            <w:r>
              <w:rPr>
                <w:webHidden/>
                <w:rtl/>
              </w:rPr>
              <w:instrText xml:space="preserve"> </w:instrText>
            </w:r>
            <w:r>
              <w:rPr>
                <w:webHidden/>
                <w:rtl/>
              </w:rPr>
            </w:r>
            <w:r>
              <w:rPr>
                <w:webHidden/>
                <w:rtl/>
              </w:rPr>
              <w:fldChar w:fldCharType="separate"/>
            </w:r>
            <w:r w:rsidR="00BB0090">
              <w:rPr>
                <w:webHidden/>
              </w:rPr>
              <w:t>11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3" w:history="1">
            <w:r w:rsidRPr="00C50B1D">
              <w:rPr>
                <w:rStyle w:val="Hyperlink"/>
              </w:rPr>
              <w:t>Revelation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Toc491953173 \h</w:instrText>
            </w:r>
            <w:r>
              <w:rPr>
                <w:webHidden/>
                <w:rtl/>
              </w:rPr>
              <w:instrText xml:space="preserve"> </w:instrText>
            </w:r>
            <w:r>
              <w:rPr>
                <w:webHidden/>
                <w:rtl/>
              </w:rPr>
            </w:r>
            <w:r>
              <w:rPr>
                <w:webHidden/>
                <w:rtl/>
              </w:rPr>
              <w:fldChar w:fldCharType="separate"/>
            </w:r>
            <w:r w:rsidR="00BB0090">
              <w:rPr>
                <w:webHidden/>
              </w:rPr>
              <w:t>11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4" w:history="1">
            <w:r w:rsidRPr="00C50B1D">
              <w:rPr>
                <w:rStyle w:val="Hyperlink"/>
              </w:rPr>
              <w:t>Islam and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Toc491953174 \h</w:instrText>
            </w:r>
            <w:r>
              <w:rPr>
                <w:webHidden/>
                <w:rtl/>
              </w:rPr>
              <w:instrText xml:space="preserve"> </w:instrText>
            </w:r>
            <w:r>
              <w:rPr>
                <w:webHidden/>
                <w:rtl/>
              </w:rPr>
            </w:r>
            <w:r>
              <w:rPr>
                <w:webHidden/>
                <w:rtl/>
              </w:rPr>
              <w:fldChar w:fldCharType="separate"/>
            </w:r>
            <w:r w:rsidR="00BB0090">
              <w:rPr>
                <w:webHidden/>
              </w:rPr>
              <w:t>12</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5" w:history="1">
            <w:r w:rsidRPr="00C50B1D">
              <w:rPr>
                <w:rStyle w:val="Hyperlink"/>
              </w:rPr>
              <w:t>The events of ramadan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Toc491953175 \h</w:instrText>
            </w:r>
            <w:r>
              <w:rPr>
                <w:webHidden/>
                <w:rtl/>
              </w:rPr>
              <w:instrText xml:space="preserve"> </w:instrText>
            </w:r>
            <w:r>
              <w:rPr>
                <w:webHidden/>
                <w:rtl/>
              </w:rPr>
            </w:r>
            <w:r>
              <w:rPr>
                <w:webHidden/>
                <w:rtl/>
              </w:rPr>
              <w:fldChar w:fldCharType="separate"/>
            </w:r>
            <w:r w:rsidR="00BB0090">
              <w:rPr>
                <w:webHidden/>
              </w:rPr>
              <w:t>12</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6" w:history="1">
            <w:r w:rsidRPr="00C50B1D">
              <w:rPr>
                <w:rStyle w:val="Hyperlink"/>
              </w:rPr>
              <w:t>Id-ul-fitr breaking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Toc491953176 \h</w:instrText>
            </w:r>
            <w:r>
              <w:rPr>
                <w:webHidden/>
                <w:rtl/>
              </w:rPr>
              <w:instrText xml:space="preserve"> </w:instrText>
            </w:r>
            <w:r>
              <w:rPr>
                <w:webHidden/>
                <w:rtl/>
              </w:rPr>
            </w:r>
            <w:r>
              <w:rPr>
                <w:webHidden/>
                <w:rtl/>
              </w:rPr>
              <w:fldChar w:fldCharType="separate"/>
            </w:r>
            <w:r w:rsidR="00BB0090">
              <w:rPr>
                <w:webHidden/>
              </w:rPr>
              <w:t>13</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7" w:history="1">
            <w:r w:rsidRPr="00C50B1D">
              <w:rPr>
                <w:rStyle w:val="Hyperlink"/>
              </w:rPr>
              <w:t>Zakat ul-fitr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Toc491953177 \h</w:instrText>
            </w:r>
            <w:r>
              <w:rPr>
                <w:webHidden/>
                <w:rtl/>
              </w:rPr>
              <w:instrText xml:space="preserve"> </w:instrText>
            </w:r>
            <w:r>
              <w:rPr>
                <w:webHidden/>
                <w:rtl/>
              </w:rPr>
            </w:r>
            <w:r>
              <w:rPr>
                <w:webHidden/>
                <w:rtl/>
              </w:rPr>
              <w:fldChar w:fldCharType="separate"/>
            </w:r>
            <w:r w:rsidR="00BB0090">
              <w:rPr>
                <w:webHidden/>
              </w:rPr>
              <w:t>13</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78" w:history="1">
            <w:r w:rsidRPr="00C50B1D">
              <w:rPr>
                <w:rStyle w:val="Hyperlink"/>
              </w:rPr>
              <w:t>Jerusalem and three main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Toc491953178 \h</w:instrText>
            </w:r>
            <w:r>
              <w:rPr>
                <w:webHidden/>
                <w:rtl/>
              </w:rPr>
              <w:instrText xml:space="preserve"> </w:instrText>
            </w:r>
            <w:r>
              <w:rPr>
                <w:webHidden/>
                <w:rtl/>
              </w:rPr>
            </w:r>
            <w:r>
              <w:rPr>
                <w:webHidden/>
                <w:rtl/>
              </w:rPr>
              <w:fldChar w:fldCharType="separate"/>
            </w:r>
            <w:r w:rsidR="00BB0090">
              <w:rPr>
                <w:webHidden/>
              </w:rPr>
              <w:t>14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79" w:history="1">
            <w:r w:rsidRPr="00C50B1D">
              <w:rPr>
                <w:rStyle w:val="Hyperlink"/>
              </w:rPr>
              <w:t>Islam, Christianity, and Judaism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Toc491953179 \h</w:instrText>
            </w:r>
            <w:r>
              <w:rPr>
                <w:webHidden/>
                <w:rtl/>
              </w:rPr>
              <w:instrText xml:space="preserve"> </w:instrText>
            </w:r>
            <w:r>
              <w:rPr>
                <w:webHidden/>
                <w:rtl/>
              </w:rPr>
            </w:r>
            <w:r>
              <w:rPr>
                <w:webHidden/>
                <w:rtl/>
              </w:rPr>
              <w:fldChar w:fldCharType="separate"/>
            </w:r>
            <w:r w:rsidR="00BB0090">
              <w:rPr>
                <w:webHidden/>
              </w:rPr>
              <w:t>14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0" w:history="1">
            <w:r w:rsidRPr="00C50B1D">
              <w:rPr>
                <w:rStyle w:val="Hyperlink"/>
              </w:rPr>
              <w:t>Judaism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Toc491953180 \h</w:instrText>
            </w:r>
            <w:r>
              <w:rPr>
                <w:webHidden/>
                <w:rtl/>
              </w:rPr>
              <w:instrText xml:space="preserve"> </w:instrText>
            </w:r>
            <w:r>
              <w:rPr>
                <w:webHidden/>
                <w:rtl/>
              </w:rPr>
            </w:r>
            <w:r>
              <w:rPr>
                <w:webHidden/>
                <w:rtl/>
              </w:rPr>
              <w:fldChar w:fldCharType="separate"/>
            </w:r>
            <w:r w:rsidR="00BB0090">
              <w:rPr>
                <w:webHidden/>
              </w:rPr>
              <w:t>14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1" w:history="1">
            <w:r w:rsidRPr="00C50B1D">
              <w:rPr>
                <w:rStyle w:val="Hyperlink"/>
              </w:rPr>
              <w:t>Christianity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Toc491953181 \h</w:instrText>
            </w:r>
            <w:r>
              <w:rPr>
                <w:webHidden/>
                <w:rtl/>
              </w:rPr>
              <w:instrText xml:space="preserve"> </w:instrText>
            </w:r>
            <w:r>
              <w:rPr>
                <w:webHidden/>
                <w:rtl/>
              </w:rPr>
            </w:r>
            <w:r>
              <w:rPr>
                <w:webHidden/>
                <w:rtl/>
              </w:rPr>
              <w:fldChar w:fldCharType="separate"/>
            </w:r>
            <w:r w:rsidR="00BB0090">
              <w:rPr>
                <w:webHidden/>
              </w:rPr>
              <w:t>14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2" w:history="1">
            <w:r w:rsidRPr="00C50B1D">
              <w:rPr>
                <w:rStyle w:val="Hyperlink"/>
              </w:rPr>
              <w:t>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Toc491953182 \h</w:instrText>
            </w:r>
            <w:r>
              <w:rPr>
                <w:webHidden/>
                <w:rtl/>
              </w:rPr>
              <w:instrText xml:space="preserve"> </w:instrText>
            </w:r>
            <w:r>
              <w:rPr>
                <w:webHidden/>
                <w:rtl/>
              </w:rPr>
            </w:r>
            <w:r>
              <w:rPr>
                <w:webHidden/>
                <w:rtl/>
              </w:rPr>
              <w:fldChar w:fldCharType="separate"/>
            </w:r>
            <w:r w:rsidR="00BB0090">
              <w:rPr>
                <w:webHidden/>
              </w:rPr>
              <w:t>14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3" w:history="1">
            <w:r w:rsidRPr="00C50B1D">
              <w:rPr>
                <w:rStyle w:val="Hyperlink"/>
              </w:rPr>
              <w:t>History of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Toc491953183 \h</w:instrText>
            </w:r>
            <w:r>
              <w:rPr>
                <w:webHidden/>
                <w:rtl/>
              </w:rPr>
              <w:instrText xml:space="preserve"> </w:instrText>
            </w:r>
            <w:r>
              <w:rPr>
                <w:webHidden/>
                <w:rtl/>
              </w:rPr>
            </w:r>
            <w:r>
              <w:rPr>
                <w:webHidden/>
                <w:rtl/>
              </w:rPr>
              <w:fldChar w:fldCharType="separate"/>
            </w:r>
            <w:r w:rsidR="00BB0090">
              <w:rPr>
                <w:webHidden/>
              </w:rPr>
              <w:t>14</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84" w:history="1">
            <w:r w:rsidRPr="00C50B1D">
              <w:rPr>
                <w:rStyle w:val="Hyperlink"/>
              </w:rPr>
              <w:t>Muharram.... What is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Toc491953184 \h</w:instrText>
            </w:r>
            <w:r>
              <w:rPr>
                <w:webHidden/>
                <w:rtl/>
              </w:rPr>
              <w:instrText xml:space="preserve"> </w:instrText>
            </w:r>
            <w:r>
              <w:rPr>
                <w:webHidden/>
                <w:rtl/>
              </w:rPr>
            </w:r>
            <w:r>
              <w:rPr>
                <w:webHidden/>
                <w:rtl/>
              </w:rPr>
              <w:fldChar w:fldCharType="separate"/>
            </w:r>
            <w:r w:rsidR="00BB0090">
              <w:rPr>
                <w:webHidden/>
              </w:rPr>
              <w:t>15</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5" w:history="1">
            <w:r w:rsidRPr="00C50B1D">
              <w:rPr>
                <w:rStyle w:val="Hyperlink"/>
              </w:rPr>
              <w:t>Imam and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Toc491953185 \h</w:instrText>
            </w:r>
            <w:r>
              <w:rPr>
                <w:webHidden/>
                <w:rtl/>
              </w:rPr>
              <w:instrText xml:space="preserve"> </w:instrText>
            </w:r>
            <w:r>
              <w:rPr>
                <w:webHidden/>
                <w:rtl/>
              </w:rPr>
            </w:r>
            <w:r>
              <w:rPr>
                <w:webHidden/>
                <w:rtl/>
              </w:rPr>
              <w:fldChar w:fldCharType="separate"/>
            </w:r>
            <w:r w:rsidR="00BB0090">
              <w:rPr>
                <w:webHidden/>
              </w:rPr>
              <w:t>15</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6" w:history="1">
            <w:r w:rsidRPr="00C50B1D">
              <w:rPr>
                <w:rStyle w:val="Hyperlink"/>
              </w:rPr>
              <w:t>Imam Husayn's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Toc491953186 \h</w:instrText>
            </w:r>
            <w:r>
              <w:rPr>
                <w:webHidden/>
                <w:rtl/>
              </w:rPr>
              <w:instrText xml:space="preserve"> </w:instrText>
            </w:r>
            <w:r>
              <w:rPr>
                <w:webHidden/>
                <w:rtl/>
              </w:rPr>
            </w:r>
            <w:r>
              <w:rPr>
                <w:webHidden/>
                <w:rtl/>
              </w:rPr>
              <w:fldChar w:fldCharType="separate"/>
            </w:r>
            <w:r w:rsidR="00BB0090">
              <w:rPr>
                <w:webHidden/>
              </w:rPr>
              <w:t>15</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7" w:history="1">
            <w:r w:rsidRPr="00C50B1D">
              <w:rPr>
                <w:rStyle w:val="Hyperlink"/>
              </w:rPr>
              <w:t>The just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Toc491953187 \h</w:instrText>
            </w:r>
            <w:r>
              <w:rPr>
                <w:webHidden/>
                <w:rtl/>
              </w:rPr>
              <w:instrText xml:space="preserve"> </w:instrText>
            </w:r>
            <w:r>
              <w:rPr>
                <w:webHidden/>
                <w:rtl/>
              </w:rPr>
            </w:r>
            <w:r>
              <w:rPr>
                <w:webHidden/>
                <w:rtl/>
              </w:rPr>
              <w:fldChar w:fldCharType="separate"/>
            </w:r>
            <w:r w:rsidR="00BB0090">
              <w:rPr>
                <w:webHidden/>
              </w:rPr>
              <w:t>16</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8" w:history="1">
            <w:r w:rsidRPr="00C50B1D">
              <w:rPr>
                <w:rStyle w:val="Hyperlink"/>
              </w:rPr>
              <w:t>The catastrophe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Toc491953188 \h</w:instrText>
            </w:r>
            <w:r>
              <w:rPr>
                <w:webHidden/>
                <w:rtl/>
              </w:rPr>
              <w:instrText xml:space="preserve"> </w:instrText>
            </w:r>
            <w:r>
              <w:rPr>
                <w:webHidden/>
                <w:rtl/>
              </w:rPr>
            </w:r>
            <w:r>
              <w:rPr>
                <w:webHidden/>
                <w:rtl/>
              </w:rPr>
              <w:fldChar w:fldCharType="separate"/>
            </w:r>
            <w:r w:rsidR="00BB0090">
              <w:rPr>
                <w:webHidden/>
              </w:rPr>
              <w:t>16</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89" w:history="1">
            <w:r w:rsidRPr="00C50B1D">
              <w:rPr>
                <w:rStyle w:val="Hyperlink"/>
              </w:rPr>
              <w:t>The holy shrine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Toc491953189 \h</w:instrText>
            </w:r>
            <w:r>
              <w:rPr>
                <w:webHidden/>
                <w:rtl/>
              </w:rPr>
              <w:instrText xml:space="preserve"> </w:instrText>
            </w:r>
            <w:r>
              <w:rPr>
                <w:webHidden/>
                <w:rtl/>
              </w:rPr>
            </w:r>
            <w:r>
              <w:rPr>
                <w:webHidden/>
                <w:rtl/>
              </w:rPr>
              <w:fldChar w:fldCharType="separate"/>
            </w:r>
            <w:r w:rsidR="00BB0090">
              <w:rPr>
                <w:webHidden/>
              </w:rPr>
              <w:t>16</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0" w:history="1">
            <w:r w:rsidRPr="00C50B1D">
              <w:rPr>
                <w:rStyle w:val="Hyperlink"/>
              </w:rPr>
              <w:t>The Spirit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Toc491953190 \h</w:instrText>
            </w:r>
            <w:r>
              <w:rPr>
                <w:webHidden/>
                <w:rtl/>
              </w:rPr>
              <w:instrText xml:space="preserve"> </w:instrText>
            </w:r>
            <w:r>
              <w:rPr>
                <w:webHidden/>
                <w:rtl/>
              </w:rPr>
            </w:r>
            <w:r>
              <w:rPr>
                <w:webHidden/>
                <w:rtl/>
              </w:rPr>
              <w:fldChar w:fldCharType="separate"/>
            </w:r>
            <w:r w:rsidR="00BB0090">
              <w:rPr>
                <w:webHidden/>
              </w:rPr>
              <w:t>17</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1" w:history="1">
            <w:r w:rsidRPr="00C50B1D">
              <w:rPr>
                <w:rStyle w:val="Hyperlink"/>
              </w:rPr>
              <w:t>The islamic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Toc491953191 \h</w:instrText>
            </w:r>
            <w:r>
              <w:rPr>
                <w:webHidden/>
                <w:rtl/>
              </w:rPr>
              <w:instrText xml:space="preserve"> </w:instrText>
            </w:r>
            <w:r>
              <w:rPr>
                <w:webHidden/>
                <w:rtl/>
              </w:rPr>
            </w:r>
            <w:r>
              <w:rPr>
                <w:webHidden/>
                <w:rtl/>
              </w:rPr>
              <w:fldChar w:fldCharType="separate"/>
            </w:r>
            <w:r w:rsidR="00BB0090">
              <w:rPr>
                <w:webHidden/>
              </w:rPr>
              <w:t>18</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2" w:history="1">
            <w:r w:rsidRPr="00C50B1D">
              <w:rPr>
                <w:rStyle w:val="Hyperlink"/>
              </w:rPr>
              <w:t>The first muslim refugees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Toc491953192 \h</w:instrText>
            </w:r>
            <w:r>
              <w:rPr>
                <w:webHidden/>
                <w:rtl/>
              </w:rPr>
              <w:instrText xml:space="preserve"> </w:instrText>
            </w:r>
            <w:r>
              <w:rPr>
                <w:webHidden/>
                <w:rtl/>
              </w:rPr>
            </w:r>
            <w:r>
              <w:rPr>
                <w:webHidden/>
                <w:rtl/>
              </w:rPr>
              <w:fldChar w:fldCharType="separate"/>
            </w:r>
            <w:r w:rsidR="00BB0090">
              <w:rPr>
                <w:webHidden/>
              </w:rPr>
              <w:t>19</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3" w:history="1">
            <w:r w:rsidRPr="00C50B1D">
              <w:rPr>
                <w:rStyle w:val="Hyperlink"/>
              </w:rPr>
              <w:t>The beautiful names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Toc491953193 \h</w:instrText>
            </w:r>
            <w:r>
              <w:rPr>
                <w:webHidden/>
                <w:rtl/>
              </w:rPr>
              <w:instrText xml:space="preserve"> </w:instrText>
            </w:r>
            <w:r>
              <w:rPr>
                <w:webHidden/>
                <w:rtl/>
              </w:rPr>
            </w:r>
            <w:r>
              <w:rPr>
                <w:webHidden/>
                <w:rtl/>
              </w:rPr>
              <w:fldChar w:fldCharType="separate"/>
            </w:r>
            <w:r w:rsidR="00BB0090">
              <w:rPr>
                <w:webHidden/>
              </w:rPr>
              <w:t>22</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4" w:history="1">
            <w:r w:rsidRPr="00C50B1D">
              <w:rPr>
                <w:rStyle w:val="Hyperlink"/>
              </w:rPr>
              <w:t>The meaning of " ummi"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Toc491953194 \h</w:instrText>
            </w:r>
            <w:r>
              <w:rPr>
                <w:webHidden/>
                <w:rtl/>
              </w:rPr>
              <w:instrText xml:space="preserve"> </w:instrText>
            </w:r>
            <w:r>
              <w:rPr>
                <w:webHidden/>
                <w:rtl/>
              </w:rPr>
            </w:r>
            <w:r>
              <w:rPr>
                <w:webHidden/>
                <w:rtl/>
              </w:rPr>
              <w:fldChar w:fldCharType="separate"/>
            </w:r>
            <w:r w:rsidR="00BB0090">
              <w:rPr>
                <w:webHidden/>
              </w:rPr>
              <w:t>25</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95" w:history="1">
            <w:r w:rsidRPr="00C50B1D">
              <w:rPr>
                <w:rStyle w:val="Hyperlink"/>
              </w:rPr>
              <w:t>The commentators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Toc491953195 \h</w:instrText>
            </w:r>
            <w:r>
              <w:rPr>
                <w:webHidden/>
                <w:rtl/>
              </w:rPr>
              <w:instrText xml:space="preserve"> </w:instrText>
            </w:r>
            <w:r>
              <w:rPr>
                <w:webHidden/>
                <w:rtl/>
              </w:rPr>
            </w:r>
            <w:r>
              <w:rPr>
                <w:webHidden/>
                <w:rtl/>
              </w:rPr>
              <w:fldChar w:fldCharType="separate"/>
            </w:r>
            <w:r w:rsidR="00BB0090">
              <w:rPr>
                <w:webHidden/>
              </w:rPr>
              <w:t>26</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196" w:history="1">
            <w:r w:rsidRPr="00C50B1D">
              <w:rPr>
                <w:rStyle w:val="Hyperlink"/>
              </w:rPr>
              <w:t>The miracle of ummi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Toc491953196 \h</w:instrText>
            </w:r>
            <w:r>
              <w:rPr>
                <w:webHidden/>
                <w:rtl/>
              </w:rPr>
              <w:instrText xml:space="preserve"> </w:instrText>
            </w:r>
            <w:r>
              <w:rPr>
                <w:webHidden/>
                <w:rtl/>
              </w:rPr>
            </w:r>
            <w:r>
              <w:rPr>
                <w:webHidden/>
                <w:rtl/>
              </w:rPr>
              <w:fldChar w:fldCharType="separate"/>
            </w:r>
            <w:r w:rsidR="00BB0090">
              <w:rPr>
                <w:webHidden/>
              </w:rPr>
              <w:t>27</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7" w:history="1">
            <w:r w:rsidRPr="00C50B1D">
              <w:rPr>
                <w:rStyle w:val="Hyperlink"/>
              </w:rPr>
              <w:t>Al-Afghani's Nationality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Toc491953197 \h</w:instrText>
            </w:r>
            <w:r>
              <w:rPr>
                <w:webHidden/>
                <w:rtl/>
              </w:rPr>
              <w:instrText xml:space="preserve"> </w:instrText>
            </w:r>
            <w:r>
              <w:rPr>
                <w:webHidden/>
                <w:rtl/>
              </w:rPr>
            </w:r>
            <w:r>
              <w:rPr>
                <w:webHidden/>
                <w:rtl/>
              </w:rPr>
              <w:fldChar w:fldCharType="separate"/>
            </w:r>
            <w:r w:rsidR="00BB0090">
              <w:rPr>
                <w:webHidden/>
              </w:rPr>
              <w:t>28</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8" w:history="1">
            <w:r w:rsidRPr="00C50B1D">
              <w:rPr>
                <w:rStyle w:val="Hyperlink"/>
              </w:rPr>
              <w:t>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Toc491953198 \h</w:instrText>
            </w:r>
            <w:r>
              <w:rPr>
                <w:webHidden/>
                <w:rtl/>
              </w:rPr>
              <w:instrText xml:space="preserve"> </w:instrText>
            </w:r>
            <w:r>
              <w:rPr>
                <w:webHidden/>
                <w:rtl/>
              </w:rPr>
            </w:r>
            <w:r>
              <w:rPr>
                <w:webHidden/>
                <w:rtl/>
              </w:rPr>
              <w:fldChar w:fldCharType="separate"/>
            </w:r>
            <w:r w:rsidR="00BB0090">
              <w:rPr>
                <w:webHidden/>
              </w:rPr>
              <w:t>29</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199" w:history="1">
            <w:r w:rsidRPr="00C50B1D">
              <w:rPr>
                <w:rStyle w:val="Hyperlink"/>
              </w:rPr>
              <w:t>Islamic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Toc491953199 \h</w:instrText>
            </w:r>
            <w:r>
              <w:rPr>
                <w:webHidden/>
                <w:rtl/>
              </w:rPr>
              <w:instrText xml:space="preserve"> </w:instrText>
            </w:r>
            <w:r>
              <w:rPr>
                <w:webHidden/>
                <w:rtl/>
              </w:rPr>
            </w:r>
            <w:r>
              <w:rPr>
                <w:webHidden/>
                <w:rtl/>
              </w:rPr>
              <w:fldChar w:fldCharType="separate"/>
            </w:r>
            <w:r w:rsidR="00BB0090">
              <w:rPr>
                <w:webHidden/>
              </w:rPr>
              <w:t>31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0" w:history="1">
            <w:r w:rsidRPr="00C50B1D">
              <w:rPr>
                <w:rStyle w:val="Hyperlink"/>
              </w:rPr>
              <w:t>Unity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Toc491953200 \h</w:instrText>
            </w:r>
            <w:r>
              <w:rPr>
                <w:webHidden/>
                <w:rtl/>
              </w:rPr>
              <w:instrText xml:space="preserve"> </w:instrText>
            </w:r>
            <w:r>
              <w:rPr>
                <w:webHidden/>
                <w:rtl/>
              </w:rPr>
            </w:r>
            <w:r>
              <w:rPr>
                <w:webHidden/>
                <w:rtl/>
              </w:rPr>
              <w:fldChar w:fldCharType="separate"/>
            </w:r>
            <w:r w:rsidR="00BB0090">
              <w:rPr>
                <w:webHidden/>
              </w:rPr>
              <w:t>31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1" w:history="1">
            <w:r w:rsidRPr="00C50B1D">
              <w:rPr>
                <w:rStyle w:val="Hyperlink"/>
              </w:rPr>
              <w:t>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Toc491953201 \h</w:instrText>
            </w:r>
            <w:r>
              <w:rPr>
                <w:webHidden/>
                <w:rtl/>
              </w:rPr>
              <w:instrText xml:space="preserve"> </w:instrText>
            </w:r>
            <w:r>
              <w:rPr>
                <w:webHidden/>
                <w:rtl/>
              </w:rPr>
            </w:r>
            <w:r>
              <w:rPr>
                <w:webHidden/>
                <w:rtl/>
              </w:rPr>
              <w:fldChar w:fldCharType="separate"/>
            </w:r>
            <w:r w:rsidR="00BB0090">
              <w:rPr>
                <w:webHidden/>
              </w:rPr>
              <w:t>31</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02" w:history="1">
            <w:r w:rsidRPr="00C50B1D">
              <w:rPr>
                <w:rStyle w:val="Hyperlink"/>
              </w:rPr>
              <w:t>Time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Toc491953202 \h</w:instrText>
            </w:r>
            <w:r>
              <w:rPr>
                <w:webHidden/>
                <w:rtl/>
              </w:rPr>
              <w:instrText xml:space="preserve"> </w:instrText>
            </w:r>
            <w:r>
              <w:rPr>
                <w:webHidden/>
                <w:rtl/>
              </w:rPr>
            </w:r>
            <w:r>
              <w:rPr>
                <w:webHidden/>
                <w:rtl/>
              </w:rPr>
              <w:fldChar w:fldCharType="separate"/>
            </w:r>
            <w:r w:rsidR="00BB0090">
              <w:rPr>
                <w:webHidden/>
              </w:rPr>
              <w:t>32</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3" w:history="1">
            <w:r w:rsidRPr="00C50B1D">
              <w:rPr>
                <w:rStyle w:val="Hyperlink"/>
              </w:rPr>
              <w:t>Joining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Toc491953203 \h</w:instrText>
            </w:r>
            <w:r>
              <w:rPr>
                <w:webHidden/>
                <w:rtl/>
              </w:rPr>
              <w:instrText xml:space="preserve"> </w:instrText>
            </w:r>
            <w:r>
              <w:rPr>
                <w:webHidden/>
                <w:rtl/>
              </w:rPr>
            </w:r>
            <w:r>
              <w:rPr>
                <w:webHidden/>
                <w:rtl/>
              </w:rPr>
              <w:fldChar w:fldCharType="separate"/>
            </w:r>
            <w:r w:rsidR="00BB0090">
              <w:rPr>
                <w:webHidden/>
              </w:rPr>
              <w:t>33</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4" w:history="1">
            <w:r w:rsidRPr="00C50B1D">
              <w:rPr>
                <w:rStyle w:val="Hyperlink"/>
              </w:rPr>
              <w:t>Postponed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Toc491953204 \h</w:instrText>
            </w:r>
            <w:r>
              <w:rPr>
                <w:webHidden/>
                <w:rtl/>
              </w:rPr>
              <w:instrText xml:space="preserve"> </w:instrText>
            </w:r>
            <w:r>
              <w:rPr>
                <w:webHidden/>
                <w:rtl/>
              </w:rPr>
            </w:r>
            <w:r>
              <w:rPr>
                <w:webHidden/>
                <w:rtl/>
              </w:rPr>
              <w:fldChar w:fldCharType="separate"/>
            </w:r>
            <w:r w:rsidR="00BB0090">
              <w:rPr>
                <w:webHidden/>
              </w:rPr>
              <w:t>33</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5" w:history="1">
            <w:r w:rsidRPr="00C50B1D">
              <w:rPr>
                <w:rStyle w:val="Hyperlink"/>
              </w:rPr>
              <w:t>Direction of Prayers Qibla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Toc491953205 \h</w:instrText>
            </w:r>
            <w:r>
              <w:rPr>
                <w:webHidden/>
                <w:rtl/>
              </w:rPr>
              <w:instrText xml:space="preserve"> </w:instrText>
            </w:r>
            <w:r>
              <w:rPr>
                <w:webHidden/>
                <w:rtl/>
              </w:rPr>
            </w:r>
            <w:r>
              <w:rPr>
                <w:webHidden/>
                <w:rtl/>
              </w:rPr>
              <w:fldChar w:fldCharType="separate"/>
            </w:r>
            <w:r w:rsidR="00BB0090">
              <w:rPr>
                <w:webHidden/>
              </w:rPr>
              <w:t>33</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6" w:history="1">
            <w:r w:rsidRPr="00C50B1D">
              <w:rPr>
                <w:rStyle w:val="Hyperlink"/>
              </w:rPr>
              <w:t>Declaration of qibla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Toc491953206 \h</w:instrText>
            </w:r>
            <w:r>
              <w:rPr>
                <w:webHidden/>
                <w:rtl/>
              </w:rPr>
              <w:instrText xml:space="preserve"> </w:instrText>
            </w:r>
            <w:r>
              <w:rPr>
                <w:webHidden/>
                <w:rtl/>
              </w:rPr>
            </w:r>
            <w:r>
              <w:rPr>
                <w:webHidden/>
                <w:rtl/>
              </w:rPr>
              <w:fldChar w:fldCharType="separate"/>
            </w:r>
            <w:r w:rsidR="00BB0090">
              <w:rPr>
                <w:webHidden/>
              </w:rPr>
              <w:t>34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7" w:history="1">
            <w:r w:rsidRPr="00C50B1D">
              <w:rPr>
                <w:rStyle w:val="Hyperlink"/>
              </w:rPr>
              <w:t>Finding qibla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Toc491953207 \h</w:instrText>
            </w:r>
            <w:r>
              <w:rPr>
                <w:webHidden/>
                <w:rtl/>
              </w:rPr>
              <w:instrText xml:space="preserve"> </w:instrText>
            </w:r>
            <w:r>
              <w:rPr>
                <w:webHidden/>
                <w:rtl/>
              </w:rPr>
            </w:r>
            <w:r>
              <w:rPr>
                <w:webHidden/>
                <w:rtl/>
              </w:rPr>
              <w:fldChar w:fldCharType="separate"/>
            </w:r>
            <w:r w:rsidR="00BB0090">
              <w:rPr>
                <w:webHidden/>
              </w:rPr>
              <w:t>34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08" w:history="1">
            <w:r w:rsidRPr="00C50B1D">
              <w:rPr>
                <w:rStyle w:val="Hyperlink"/>
              </w:rPr>
              <w:t>The qibla in north america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Toc491953208 \h</w:instrText>
            </w:r>
            <w:r>
              <w:rPr>
                <w:webHidden/>
                <w:rtl/>
              </w:rPr>
              <w:instrText xml:space="preserve"> </w:instrText>
            </w:r>
            <w:r>
              <w:rPr>
                <w:webHidden/>
                <w:rtl/>
              </w:rPr>
            </w:r>
            <w:r>
              <w:rPr>
                <w:webHidden/>
                <w:rtl/>
              </w:rPr>
              <w:fldChar w:fldCharType="separate"/>
            </w:r>
            <w:r w:rsidR="00BB0090">
              <w:rPr>
                <w:webHidden/>
              </w:rPr>
              <w:t>34</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09" w:history="1">
            <w:r w:rsidRPr="00C50B1D">
              <w:rPr>
                <w:rStyle w:val="Hyperlink"/>
              </w:rPr>
              <w:t>The Islamic Tax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Toc491953209 \h</w:instrText>
            </w:r>
            <w:r>
              <w:rPr>
                <w:webHidden/>
                <w:rtl/>
              </w:rPr>
              <w:instrText xml:space="preserve"> </w:instrText>
            </w:r>
            <w:r>
              <w:rPr>
                <w:webHidden/>
                <w:rtl/>
              </w:rPr>
            </w:r>
            <w:r>
              <w:rPr>
                <w:webHidden/>
                <w:rtl/>
              </w:rPr>
              <w:fldChar w:fldCharType="separate"/>
            </w:r>
            <w:r w:rsidR="00BB0090">
              <w:rPr>
                <w:webHidden/>
              </w:rPr>
              <w:t>36</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0" w:history="1">
            <w:r w:rsidRPr="00C50B1D">
              <w:rPr>
                <w:rStyle w:val="Hyperlink"/>
              </w:rPr>
              <w:t>Net Income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Toc491953210 \h</w:instrText>
            </w:r>
            <w:r>
              <w:rPr>
                <w:webHidden/>
                <w:rtl/>
              </w:rPr>
              <w:instrText xml:space="preserve"> </w:instrText>
            </w:r>
            <w:r>
              <w:rPr>
                <w:webHidden/>
                <w:rtl/>
              </w:rPr>
            </w:r>
            <w:r>
              <w:rPr>
                <w:webHidden/>
                <w:rtl/>
              </w:rPr>
              <w:fldChar w:fldCharType="separate"/>
            </w:r>
            <w:r w:rsidR="00BB0090">
              <w:rPr>
                <w:webHidden/>
              </w:rPr>
              <w:t>36</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1" w:history="1">
            <w:r w:rsidRPr="00C50B1D">
              <w:rPr>
                <w:rStyle w:val="Hyperlink"/>
              </w:rPr>
              <w:t>Distribution for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Toc491953211 \h</w:instrText>
            </w:r>
            <w:r>
              <w:rPr>
                <w:webHidden/>
                <w:rtl/>
              </w:rPr>
              <w:instrText xml:space="preserve"> </w:instrText>
            </w:r>
            <w:r>
              <w:rPr>
                <w:webHidden/>
                <w:rtl/>
              </w:rPr>
            </w:r>
            <w:r>
              <w:rPr>
                <w:webHidden/>
                <w:rtl/>
              </w:rPr>
              <w:fldChar w:fldCharType="separate"/>
            </w:r>
            <w:r w:rsidR="00BB0090">
              <w:rPr>
                <w:webHidden/>
              </w:rPr>
              <w:t>37</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2" w:history="1">
            <w:r w:rsidRPr="00C50B1D">
              <w:rPr>
                <w:rStyle w:val="Hyperlink"/>
              </w:rPr>
              <w:t>Example-khums tax schedule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Toc491953212 \h</w:instrText>
            </w:r>
            <w:r>
              <w:rPr>
                <w:webHidden/>
                <w:rtl/>
              </w:rPr>
              <w:instrText xml:space="preserve"> </w:instrText>
            </w:r>
            <w:r>
              <w:rPr>
                <w:webHidden/>
                <w:rtl/>
              </w:rPr>
            </w:r>
            <w:r>
              <w:rPr>
                <w:webHidden/>
                <w:rtl/>
              </w:rPr>
              <w:fldChar w:fldCharType="separate"/>
            </w:r>
            <w:r w:rsidR="00BB0090">
              <w:rPr>
                <w:webHidden/>
              </w:rPr>
              <w:t>37</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13" w:history="1">
            <w:r w:rsidRPr="00C50B1D">
              <w:rPr>
                <w:rStyle w:val="Hyperlink"/>
              </w:rPr>
              <w:t>The Islamic Calendar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Toc491953213 \h</w:instrText>
            </w:r>
            <w:r>
              <w:rPr>
                <w:webHidden/>
                <w:rtl/>
              </w:rPr>
              <w:instrText xml:space="preserve"> </w:instrText>
            </w:r>
            <w:r>
              <w:rPr>
                <w:webHidden/>
                <w:rtl/>
              </w:rPr>
            </w:r>
            <w:r>
              <w:rPr>
                <w:webHidden/>
                <w:rtl/>
              </w:rPr>
              <w:fldChar w:fldCharType="separate"/>
            </w:r>
            <w:r w:rsidR="00BB0090">
              <w:rPr>
                <w:webHidden/>
              </w:rPr>
              <w:t>38</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14" w:history="1">
            <w:r w:rsidRPr="00C50B1D">
              <w:rPr>
                <w:rStyle w:val="Hyperlink"/>
              </w:rPr>
              <w:t>Funeral Regulations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Toc491953214 \h</w:instrText>
            </w:r>
            <w:r>
              <w:rPr>
                <w:webHidden/>
                <w:rtl/>
              </w:rPr>
              <w:instrText xml:space="preserve"> </w:instrText>
            </w:r>
            <w:r>
              <w:rPr>
                <w:webHidden/>
                <w:rtl/>
              </w:rPr>
            </w:r>
            <w:r>
              <w:rPr>
                <w:webHidden/>
                <w:rtl/>
              </w:rPr>
              <w:fldChar w:fldCharType="separate"/>
            </w:r>
            <w:r w:rsidR="00BB0090">
              <w:rPr>
                <w:webHidden/>
              </w:rPr>
              <w:t>40</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5" w:history="1">
            <w:r w:rsidRPr="00C50B1D">
              <w:rPr>
                <w:rStyle w:val="Hyperlink"/>
              </w:rPr>
              <w:t>I. Washing (ghusl-al-mayyit)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Toc491953215 \h</w:instrText>
            </w:r>
            <w:r>
              <w:rPr>
                <w:webHidden/>
                <w:rtl/>
              </w:rPr>
              <w:instrText xml:space="preserve"> </w:instrText>
            </w:r>
            <w:r>
              <w:rPr>
                <w:webHidden/>
                <w:rtl/>
              </w:rPr>
            </w:r>
            <w:r>
              <w:rPr>
                <w:webHidden/>
                <w:rtl/>
              </w:rPr>
              <w:fldChar w:fldCharType="separate"/>
            </w:r>
            <w:r w:rsidR="00BB0090">
              <w:rPr>
                <w:webHidden/>
              </w:rPr>
              <w:t>40</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6" w:history="1">
            <w:r w:rsidRPr="00C50B1D">
              <w:rPr>
                <w:rStyle w:val="Hyperlink"/>
              </w:rPr>
              <w:t>II. The shroud (kafan)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Toc491953216 \h</w:instrText>
            </w:r>
            <w:r>
              <w:rPr>
                <w:webHidden/>
                <w:rtl/>
              </w:rPr>
              <w:instrText xml:space="preserve"> </w:instrText>
            </w:r>
            <w:r>
              <w:rPr>
                <w:webHidden/>
                <w:rtl/>
              </w:rPr>
            </w:r>
            <w:r>
              <w:rPr>
                <w:webHidden/>
                <w:rtl/>
              </w:rPr>
              <w:fldChar w:fldCharType="separate"/>
            </w:r>
            <w:r w:rsidR="00BB0090">
              <w:rPr>
                <w:webHidden/>
              </w:rPr>
              <w:t>41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7" w:history="1">
            <w:r w:rsidRPr="00C50B1D">
              <w:rPr>
                <w:rStyle w:val="Hyperlink"/>
              </w:rPr>
              <w:t>III.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Toc491953217 \h</w:instrText>
            </w:r>
            <w:r>
              <w:rPr>
                <w:webHidden/>
                <w:rtl/>
              </w:rPr>
              <w:instrText xml:space="preserve"> </w:instrText>
            </w:r>
            <w:r>
              <w:rPr>
                <w:webHidden/>
                <w:rtl/>
              </w:rPr>
            </w:r>
            <w:r>
              <w:rPr>
                <w:webHidden/>
                <w:rtl/>
              </w:rPr>
              <w:fldChar w:fldCharType="separate"/>
            </w:r>
            <w:r w:rsidR="00BB0090">
              <w:rPr>
                <w:webHidden/>
              </w:rPr>
              <w:t>41</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8" w:history="1">
            <w:r w:rsidRPr="00C50B1D">
              <w:rPr>
                <w:rStyle w:val="Hyperlink"/>
              </w:rPr>
              <w:t>IV. Burial procedure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Toc491953218 \h</w:instrText>
            </w:r>
            <w:r>
              <w:rPr>
                <w:webHidden/>
                <w:rtl/>
              </w:rPr>
              <w:instrText xml:space="preserve"> </w:instrText>
            </w:r>
            <w:r>
              <w:rPr>
                <w:webHidden/>
                <w:rtl/>
              </w:rPr>
            </w:r>
            <w:r>
              <w:rPr>
                <w:webHidden/>
                <w:rtl/>
              </w:rPr>
              <w:fldChar w:fldCharType="separate"/>
            </w:r>
            <w:r w:rsidR="00BB0090">
              <w:rPr>
                <w:webHidden/>
              </w:rPr>
              <w:t>42</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19" w:history="1">
            <w:r w:rsidRPr="00C50B1D">
              <w:rPr>
                <w:rStyle w:val="Hyperlink"/>
              </w:rPr>
              <w:t>V. Final call (talqin)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Toc491953219 \h</w:instrText>
            </w:r>
            <w:r>
              <w:rPr>
                <w:webHidden/>
                <w:rtl/>
              </w:rPr>
              <w:instrText xml:space="preserve"> </w:instrText>
            </w:r>
            <w:r>
              <w:rPr>
                <w:webHidden/>
                <w:rtl/>
              </w:rPr>
            </w:r>
            <w:r>
              <w:rPr>
                <w:webHidden/>
                <w:rtl/>
              </w:rPr>
              <w:fldChar w:fldCharType="separate"/>
            </w:r>
            <w:r w:rsidR="00BB0090">
              <w:rPr>
                <w:webHidden/>
              </w:rPr>
              <w:t>42</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20" w:history="1">
            <w:r w:rsidRPr="00C50B1D">
              <w:rPr>
                <w:rStyle w:val="Hyperlink"/>
              </w:rPr>
              <w:t>The open school of Islamic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Toc491953220 \h</w:instrText>
            </w:r>
            <w:r>
              <w:rPr>
                <w:webHidden/>
                <w:rtl/>
              </w:rPr>
              <w:instrText xml:space="preserve"> </w:instrText>
            </w:r>
            <w:r>
              <w:rPr>
                <w:webHidden/>
                <w:rtl/>
              </w:rPr>
            </w:r>
            <w:r>
              <w:rPr>
                <w:webHidden/>
                <w:rtl/>
              </w:rPr>
              <w:fldChar w:fldCharType="separate"/>
            </w:r>
            <w:r w:rsidR="00BB0090">
              <w:rPr>
                <w:webHidden/>
              </w:rPr>
              <w:t>44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21" w:history="1">
            <w:r w:rsidRPr="00C50B1D">
              <w:rPr>
                <w:rStyle w:val="Hyperlink"/>
              </w:rPr>
              <w:t>Procedures and regulations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Toc491953221 \h</w:instrText>
            </w:r>
            <w:r>
              <w:rPr>
                <w:webHidden/>
                <w:rtl/>
              </w:rPr>
              <w:instrText xml:space="preserve"> </w:instrText>
            </w:r>
            <w:r>
              <w:rPr>
                <w:webHidden/>
                <w:rtl/>
              </w:rPr>
            </w:r>
            <w:r>
              <w:rPr>
                <w:webHidden/>
                <w:rtl/>
              </w:rPr>
              <w:fldChar w:fldCharType="separate"/>
            </w:r>
            <w:r w:rsidR="00BB0090">
              <w:rPr>
                <w:webHidden/>
              </w:rPr>
              <w:t>44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22" w:history="1">
            <w:r w:rsidRPr="00C50B1D">
              <w:rPr>
                <w:rStyle w:val="Hyperlink"/>
              </w:rPr>
              <w:t>Grading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Toc491953222 \h</w:instrText>
            </w:r>
            <w:r>
              <w:rPr>
                <w:webHidden/>
                <w:rtl/>
              </w:rPr>
              <w:instrText xml:space="preserve"> </w:instrText>
            </w:r>
            <w:r>
              <w:rPr>
                <w:webHidden/>
                <w:rtl/>
              </w:rPr>
            </w:r>
            <w:r>
              <w:rPr>
                <w:webHidden/>
                <w:rtl/>
              </w:rPr>
              <w:fldChar w:fldCharType="separate"/>
            </w:r>
            <w:r w:rsidR="00BB0090">
              <w:rPr>
                <w:webHidden/>
              </w:rPr>
              <w:t>44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23" w:history="1">
            <w:r w:rsidRPr="00C50B1D">
              <w:rPr>
                <w:rStyle w:val="Hyperlink"/>
              </w:rPr>
              <w:t>Examination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Toc491953223 \h</w:instrText>
            </w:r>
            <w:r>
              <w:rPr>
                <w:webHidden/>
                <w:rtl/>
              </w:rPr>
              <w:instrText xml:space="preserve"> </w:instrText>
            </w:r>
            <w:r>
              <w:rPr>
                <w:webHidden/>
                <w:rtl/>
              </w:rPr>
            </w:r>
            <w:r>
              <w:rPr>
                <w:webHidden/>
                <w:rtl/>
              </w:rPr>
              <w:fldChar w:fldCharType="separate"/>
            </w:r>
            <w:r w:rsidR="00BB0090">
              <w:rPr>
                <w:webHidden/>
              </w:rPr>
              <w:t>44</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24" w:history="1">
            <w:r w:rsidRPr="00C50B1D">
              <w:rPr>
                <w:rStyle w:val="Hyperlink"/>
              </w:rPr>
              <w:t>Details of subjects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Toc491953224 \h</w:instrText>
            </w:r>
            <w:r>
              <w:rPr>
                <w:webHidden/>
                <w:rtl/>
              </w:rPr>
              <w:instrText xml:space="preserve"> </w:instrText>
            </w:r>
            <w:r>
              <w:rPr>
                <w:webHidden/>
                <w:rtl/>
              </w:rPr>
            </w:r>
            <w:r>
              <w:rPr>
                <w:webHidden/>
                <w:rtl/>
              </w:rPr>
              <w:fldChar w:fldCharType="separate"/>
            </w:r>
            <w:r w:rsidR="00BB0090">
              <w:rPr>
                <w:webHidden/>
              </w:rPr>
              <w:t>45</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25" w:history="1">
            <w:r w:rsidRPr="00C50B1D">
              <w:rPr>
                <w:rStyle w:val="Hyperlink"/>
              </w:rPr>
              <w:t>Unity of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Toc491953225 \h</w:instrText>
            </w:r>
            <w:r>
              <w:rPr>
                <w:webHidden/>
                <w:rtl/>
              </w:rPr>
              <w:instrText xml:space="preserve"> </w:instrText>
            </w:r>
            <w:r>
              <w:rPr>
                <w:webHidden/>
                <w:rtl/>
              </w:rPr>
            </w:r>
            <w:r>
              <w:rPr>
                <w:webHidden/>
                <w:rtl/>
              </w:rPr>
              <w:fldChar w:fldCharType="separate"/>
            </w:r>
            <w:r w:rsidR="00BB0090">
              <w:rPr>
                <w:webHidden/>
              </w:rPr>
              <w:t>50</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26" w:history="1">
            <w:r w:rsidRPr="00C50B1D">
              <w:rPr>
                <w:rStyle w:val="Hyperlink"/>
              </w:rPr>
              <w:t>Meaning of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Toc491953226 \h</w:instrText>
            </w:r>
            <w:r>
              <w:rPr>
                <w:webHidden/>
                <w:rtl/>
              </w:rPr>
              <w:instrText xml:space="preserve"> </w:instrText>
            </w:r>
            <w:r>
              <w:rPr>
                <w:webHidden/>
                <w:rtl/>
              </w:rPr>
            </w:r>
            <w:r>
              <w:rPr>
                <w:webHidden/>
                <w:rtl/>
              </w:rPr>
              <w:fldChar w:fldCharType="separate"/>
            </w:r>
            <w:r w:rsidR="00BB0090">
              <w:rPr>
                <w:webHidden/>
              </w:rPr>
              <w:t>52</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27" w:history="1">
            <w:r w:rsidRPr="00C50B1D">
              <w:rPr>
                <w:rStyle w:val="Hyperlink"/>
              </w:rPr>
              <w:t>Shi'a basic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Toc491953227 \h</w:instrText>
            </w:r>
            <w:r>
              <w:rPr>
                <w:webHidden/>
                <w:rtl/>
              </w:rPr>
              <w:instrText xml:space="preserve"> </w:instrText>
            </w:r>
            <w:r>
              <w:rPr>
                <w:webHidden/>
                <w:rtl/>
              </w:rPr>
            </w:r>
            <w:r>
              <w:rPr>
                <w:webHidden/>
                <w:rtl/>
              </w:rPr>
              <w:fldChar w:fldCharType="separate"/>
            </w:r>
            <w:r w:rsidR="00BB0090">
              <w:rPr>
                <w:webHidden/>
              </w:rPr>
              <w:t>53</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28" w:history="1">
            <w:r w:rsidRPr="00C50B1D">
              <w:rPr>
                <w:rStyle w:val="Hyperlink"/>
              </w:rPr>
              <w:t>Qualification of leadership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Toc491953228 \h</w:instrText>
            </w:r>
            <w:r>
              <w:rPr>
                <w:webHidden/>
                <w:rtl/>
              </w:rPr>
              <w:instrText xml:space="preserve"> </w:instrText>
            </w:r>
            <w:r>
              <w:rPr>
                <w:webHidden/>
                <w:rtl/>
              </w:rPr>
            </w:r>
            <w:r>
              <w:rPr>
                <w:webHidden/>
                <w:rtl/>
              </w:rPr>
              <w:fldChar w:fldCharType="separate"/>
            </w:r>
            <w:r w:rsidR="00BB0090">
              <w:rPr>
                <w:webHidden/>
              </w:rPr>
              <w:t>55</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29" w:history="1">
            <w:r w:rsidRPr="00C50B1D">
              <w:rPr>
                <w:rStyle w:val="Hyperlink"/>
              </w:rPr>
              <w:t>Substitution for interest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Toc491953229 \h</w:instrText>
            </w:r>
            <w:r>
              <w:rPr>
                <w:webHidden/>
                <w:rtl/>
              </w:rPr>
              <w:instrText xml:space="preserve"> </w:instrText>
            </w:r>
            <w:r>
              <w:rPr>
                <w:webHidden/>
                <w:rtl/>
              </w:rPr>
            </w:r>
            <w:r>
              <w:rPr>
                <w:webHidden/>
                <w:rtl/>
              </w:rPr>
              <w:fldChar w:fldCharType="separate"/>
            </w:r>
            <w:r w:rsidR="00BB0090">
              <w:rPr>
                <w:webHidden/>
              </w:rPr>
              <w:t>57</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0" w:history="1">
            <w:r w:rsidRPr="00C50B1D">
              <w:rPr>
                <w:rStyle w:val="Hyperlink"/>
              </w:rPr>
              <w:t>Al-sahifa al-kamilah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Toc491953230 \h</w:instrText>
            </w:r>
            <w:r>
              <w:rPr>
                <w:webHidden/>
                <w:rtl/>
              </w:rPr>
              <w:instrText xml:space="preserve"> </w:instrText>
            </w:r>
            <w:r>
              <w:rPr>
                <w:webHidden/>
                <w:rtl/>
              </w:rPr>
            </w:r>
            <w:r>
              <w:rPr>
                <w:webHidden/>
                <w:rtl/>
              </w:rPr>
              <w:fldChar w:fldCharType="separate"/>
            </w:r>
            <w:r w:rsidR="00BB0090">
              <w:rPr>
                <w:webHidden/>
              </w:rPr>
              <w:t>58</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1" w:history="1">
            <w:r w:rsidRPr="00C50B1D">
              <w:rPr>
                <w:rStyle w:val="Hyperlink"/>
              </w:rPr>
              <w:t>Temporary Marriage, Mutah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Toc491953231 \h</w:instrText>
            </w:r>
            <w:r>
              <w:rPr>
                <w:webHidden/>
                <w:rtl/>
              </w:rPr>
              <w:instrText xml:space="preserve"> </w:instrText>
            </w:r>
            <w:r>
              <w:rPr>
                <w:webHidden/>
                <w:rtl/>
              </w:rPr>
            </w:r>
            <w:r>
              <w:rPr>
                <w:webHidden/>
                <w:rtl/>
              </w:rPr>
              <w:fldChar w:fldCharType="separate"/>
            </w:r>
            <w:r w:rsidR="00BB0090">
              <w:rPr>
                <w:webHidden/>
              </w:rPr>
              <w:t>60</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32" w:history="1">
            <w:r w:rsidRPr="00C50B1D">
              <w:rPr>
                <w:rStyle w:val="Hyperlink"/>
              </w:rPr>
              <w:t>Witnesses in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Toc491953232 \h</w:instrText>
            </w:r>
            <w:r>
              <w:rPr>
                <w:webHidden/>
                <w:rtl/>
              </w:rPr>
              <w:instrText xml:space="preserve"> </w:instrText>
            </w:r>
            <w:r>
              <w:rPr>
                <w:webHidden/>
                <w:rtl/>
              </w:rPr>
            </w:r>
            <w:r>
              <w:rPr>
                <w:webHidden/>
                <w:rtl/>
              </w:rPr>
              <w:fldChar w:fldCharType="separate"/>
            </w:r>
            <w:r w:rsidR="00BB0090">
              <w:rPr>
                <w:webHidden/>
              </w:rPr>
              <w:t>62</w:t>
            </w:r>
            <w:r>
              <w:rPr>
                <w:webHidden/>
                <w:rtl/>
              </w:rPr>
              <w:fldChar w:fldCharType="end"/>
            </w:r>
          </w:hyperlink>
        </w:p>
        <w:p w:rsidR="00C056A4" w:rsidRDefault="00C056A4" w:rsidP="00C056A4">
          <w:pPr>
            <w:pStyle w:val="TOC2"/>
            <w:rPr>
              <w:rFonts w:asciiTheme="minorHAnsi" w:eastAsiaTheme="minorEastAsia" w:hAnsiTheme="minorHAnsi" w:cstheme="minorBidi"/>
              <w:color w:val="auto"/>
              <w:sz w:val="22"/>
              <w:szCs w:val="22"/>
              <w:rtl/>
            </w:rPr>
          </w:pPr>
          <w:hyperlink w:anchor="_Toc491953233" w:history="1">
            <w:r w:rsidRPr="00C50B1D">
              <w:rPr>
                <w:rStyle w:val="Hyperlink"/>
              </w:rPr>
              <w:t>On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Toc491953233 \h</w:instrText>
            </w:r>
            <w:r>
              <w:rPr>
                <w:webHidden/>
                <w:rtl/>
              </w:rPr>
              <w:instrText xml:space="preserve"> </w:instrText>
            </w:r>
            <w:r>
              <w:rPr>
                <w:webHidden/>
                <w:rtl/>
              </w:rPr>
            </w:r>
            <w:r>
              <w:rPr>
                <w:webHidden/>
                <w:rtl/>
              </w:rPr>
              <w:fldChar w:fldCharType="separate"/>
            </w:r>
            <w:r w:rsidR="00BB0090">
              <w:rPr>
                <w:webHidden/>
              </w:rPr>
              <w:t>62</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4" w:history="1">
            <w:r w:rsidRPr="00C50B1D">
              <w:rPr>
                <w:rStyle w:val="Hyperlink"/>
              </w:rPr>
              <w:t>Death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Toc491953234 \h</w:instrText>
            </w:r>
            <w:r>
              <w:rPr>
                <w:webHidden/>
                <w:rtl/>
              </w:rPr>
              <w:instrText xml:space="preserve"> </w:instrText>
            </w:r>
            <w:r>
              <w:rPr>
                <w:webHidden/>
                <w:rtl/>
              </w:rPr>
            </w:r>
            <w:r>
              <w:rPr>
                <w:webHidden/>
                <w:rtl/>
              </w:rPr>
              <w:fldChar w:fldCharType="separate"/>
            </w:r>
            <w:r w:rsidR="00BB0090">
              <w:rPr>
                <w:webHidden/>
              </w:rPr>
              <w:t>64</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5" w:history="1">
            <w:r w:rsidRPr="00C50B1D">
              <w:rPr>
                <w:rStyle w:val="Hyperlink"/>
              </w:rPr>
              <w:t>Islamic names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Toc491953235 \h</w:instrText>
            </w:r>
            <w:r>
              <w:rPr>
                <w:webHidden/>
                <w:rtl/>
              </w:rPr>
              <w:instrText xml:space="preserve"> </w:instrText>
            </w:r>
            <w:r>
              <w:rPr>
                <w:webHidden/>
                <w:rtl/>
              </w:rPr>
            </w:r>
            <w:r>
              <w:rPr>
                <w:webHidden/>
                <w:rtl/>
              </w:rPr>
              <w:fldChar w:fldCharType="separate"/>
            </w:r>
            <w:r w:rsidR="00BB0090">
              <w:rPr>
                <w:webHidden/>
              </w:rPr>
              <w:t>65</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6" w:history="1">
            <w:r w:rsidRPr="00C50B1D">
              <w:rPr>
                <w:rStyle w:val="Hyperlink"/>
              </w:rPr>
              <w:t>Male female meaning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Toc491953236 \h</w:instrText>
            </w:r>
            <w:r>
              <w:rPr>
                <w:webHidden/>
                <w:rtl/>
              </w:rPr>
              <w:instrText xml:space="preserve"> </w:instrText>
            </w:r>
            <w:r>
              <w:rPr>
                <w:webHidden/>
                <w:rtl/>
              </w:rPr>
            </w:r>
            <w:r>
              <w:rPr>
                <w:webHidden/>
                <w:rtl/>
              </w:rPr>
              <w:fldChar w:fldCharType="separate"/>
            </w:r>
            <w:r w:rsidR="00BB0090">
              <w:rPr>
                <w:webHidden/>
              </w:rPr>
              <w:t>67</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7" w:history="1">
            <w:r w:rsidRPr="00C50B1D">
              <w:rPr>
                <w:rStyle w:val="Hyperlink"/>
              </w:rPr>
              <w:t>Free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Toc491953237 \h</w:instrText>
            </w:r>
            <w:r>
              <w:rPr>
                <w:webHidden/>
                <w:rtl/>
              </w:rPr>
              <w:instrText xml:space="preserve"> </w:instrText>
            </w:r>
            <w:r>
              <w:rPr>
                <w:webHidden/>
                <w:rtl/>
              </w:rPr>
            </w:r>
            <w:r>
              <w:rPr>
                <w:webHidden/>
                <w:rtl/>
              </w:rPr>
              <w:fldChar w:fldCharType="separate"/>
            </w:r>
            <w:r w:rsidR="00BB0090">
              <w:rPr>
                <w:webHidden/>
              </w:rPr>
              <w:t>71</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8" w:history="1">
            <w:r w:rsidRPr="00C50B1D">
              <w:rPr>
                <w:rStyle w:val="Hyperlink"/>
              </w:rPr>
              <w:t>Adoption: the islamic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Toc491953238 \h</w:instrText>
            </w:r>
            <w:r>
              <w:rPr>
                <w:webHidden/>
                <w:rtl/>
              </w:rPr>
              <w:instrText xml:space="preserve"> </w:instrText>
            </w:r>
            <w:r>
              <w:rPr>
                <w:webHidden/>
                <w:rtl/>
              </w:rPr>
            </w:r>
            <w:r>
              <w:rPr>
                <w:webHidden/>
                <w:rtl/>
              </w:rPr>
              <w:fldChar w:fldCharType="separate"/>
            </w:r>
            <w:r w:rsidR="00BB0090">
              <w:rPr>
                <w:webHidden/>
              </w:rPr>
              <w:t>73</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39" w:history="1">
            <w:r w:rsidRPr="00C50B1D">
              <w:rPr>
                <w:rStyle w:val="Hyperlink"/>
              </w:rPr>
              <w:t>How to repent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Toc491953239 \h</w:instrText>
            </w:r>
            <w:r>
              <w:rPr>
                <w:webHidden/>
                <w:rtl/>
              </w:rPr>
              <w:instrText xml:space="preserve"> </w:instrText>
            </w:r>
            <w:r>
              <w:rPr>
                <w:webHidden/>
                <w:rtl/>
              </w:rPr>
            </w:r>
            <w:r>
              <w:rPr>
                <w:webHidden/>
                <w:rtl/>
              </w:rPr>
              <w:fldChar w:fldCharType="separate"/>
            </w:r>
            <w:r w:rsidR="00BB0090">
              <w:rPr>
                <w:webHidden/>
              </w:rPr>
              <w:t>74</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40" w:history="1">
            <w:r w:rsidRPr="00C50B1D">
              <w:rPr>
                <w:rStyle w:val="Hyperlink"/>
              </w:rPr>
              <w:t>Performance of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Toc491953240 \h</w:instrText>
            </w:r>
            <w:r>
              <w:rPr>
                <w:webHidden/>
                <w:rtl/>
              </w:rPr>
              <w:instrText xml:space="preserve"> </w:instrText>
            </w:r>
            <w:r>
              <w:rPr>
                <w:webHidden/>
                <w:rtl/>
              </w:rPr>
            </w:r>
            <w:r>
              <w:rPr>
                <w:webHidden/>
                <w:rtl/>
              </w:rPr>
              <w:fldChar w:fldCharType="separate"/>
            </w:r>
            <w:r w:rsidR="00BB0090">
              <w:rPr>
                <w:webHidden/>
              </w:rPr>
              <w:t>79</w:t>
            </w:r>
            <w:r>
              <w:rPr>
                <w:webHidden/>
                <w:rtl/>
              </w:rPr>
              <w:fldChar w:fldCharType="end"/>
            </w:r>
          </w:hyperlink>
        </w:p>
        <w:p w:rsidR="00C056A4" w:rsidRDefault="00C056A4" w:rsidP="00C056A4">
          <w:pPr>
            <w:pStyle w:val="TOC1"/>
            <w:rPr>
              <w:rFonts w:asciiTheme="minorHAnsi" w:eastAsiaTheme="minorEastAsia" w:hAnsiTheme="minorHAnsi" w:cstheme="minorBidi"/>
              <w:b w:val="0"/>
              <w:bCs w:val="0"/>
              <w:color w:val="auto"/>
              <w:sz w:val="22"/>
              <w:szCs w:val="22"/>
              <w:rtl/>
            </w:rPr>
          </w:pPr>
          <w:hyperlink w:anchor="_Toc491953241" w:history="1">
            <w:r w:rsidRPr="00C50B1D">
              <w:rPr>
                <w:rStyle w:val="Hyperlink"/>
              </w:rPr>
              <w:t>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Toc491953241 \h</w:instrText>
            </w:r>
            <w:r>
              <w:rPr>
                <w:webHidden/>
                <w:rtl/>
              </w:rPr>
              <w:instrText xml:space="preserve"> </w:instrText>
            </w:r>
            <w:r>
              <w:rPr>
                <w:webHidden/>
                <w:rtl/>
              </w:rPr>
            </w:r>
            <w:r>
              <w:rPr>
                <w:webHidden/>
                <w:rtl/>
              </w:rPr>
              <w:fldChar w:fldCharType="separate"/>
            </w:r>
            <w:r w:rsidR="00BB0090">
              <w:rPr>
                <w:webHidden/>
              </w:rPr>
              <w:t>80</w:t>
            </w:r>
            <w:r>
              <w:rPr>
                <w:webHidden/>
                <w:rtl/>
              </w:rPr>
              <w:fldChar w:fldCharType="end"/>
            </w:r>
          </w:hyperlink>
        </w:p>
        <w:p w:rsidR="00C056A4" w:rsidRDefault="00C056A4" w:rsidP="00C056A4">
          <w:pPr>
            <w:pStyle w:val="libNormal"/>
          </w:pPr>
          <w:r>
            <w:fldChar w:fldCharType="end"/>
          </w:r>
        </w:p>
      </w:sdtContent>
    </w:sdt>
    <w:p w:rsidR="00A01D69" w:rsidRDefault="00A01D69" w:rsidP="00D33510">
      <w:pPr>
        <w:pStyle w:val="libNormal"/>
      </w:pPr>
      <w:r>
        <w:br w:type="page"/>
      </w:r>
    </w:p>
    <w:p w:rsidR="00A01D69" w:rsidRDefault="00A01D69" w:rsidP="00D33510">
      <w:pPr>
        <w:pStyle w:val="Heading1Center"/>
      </w:pPr>
      <w:bookmarkStart w:id="0" w:name="_Toc491953167"/>
      <w:r>
        <w:lastRenderedPageBreak/>
        <w:t>Freedom in Islam</w:t>
      </w:r>
      <w:bookmarkEnd w:id="0"/>
    </w:p>
    <w:p w:rsidR="00A01D69" w:rsidRDefault="00A01D69" w:rsidP="00CE26A0">
      <w:pPr>
        <w:pStyle w:val="libNormal"/>
      </w:pPr>
      <w:r>
        <w:t xml:space="preserve">Freedom in islam is considered one of the most important elements taught and exemplified by the life of prophet </w:t>
      </w:r>
      <w:r w:rsidR="004A0F55">
        <w:t>Muhammad (</w:t>
      </w:r>
      <w:r>
        <w:t>p.) in his manners and teachings.</w:t>
      </w:r>
    </w:p>
    <w:p w:rsidR="00A01D69" w:rsidRDefault="00A01D69" w:rsidP="00CE26A0">
      <w:pPr>
        <w:pStyle w:val="libNormal"/>
      </w:pPr>
      <w:r>
        <w:t>From the beginning of the civilization, freedom has been sought and studied by philosophers and religious thinkers</w:t>
      </w:r>
      <w:r w:rsidR="00E33FEE">
        <w:t>. H</w:t>
      </w:r>
      <w:r>
        <w:t>istory has proven that freedom has been used and abused by the rulers of the world when they reached the peak of their power at the expense of the weak and oppressed people, regardless of the nature of the government (monarchy, democratic, socialist, etc.,)</w:t>
      </w:r>
      <w:r w:rsidR="00E33FEE">
        <w:t>. A</w:t>
      </w:r>
      <w:r>
        <w:t>ll have used the principle of divide and conquer.</w:t>
      </w:r>
    </w:p>
    <w:p w:rsidR="00A01D69" w:rsidRDefault="00A01D69" w:rsidP="00CE26A0">
      <w:pPr>
        <w:pStyle w:val="libNormal"/>
      </w:pPr>
      <w:r>
        <w:t xml:space="preserve">On the contrary, islam has promised and fulfilled the true freedom </w:t>
      </w:r>
      <w:r w:rsidR="00E33FEE">
        <w:t>. G</w:t>
      </w:r>
      <w:r>
        <w:t>od almighty says, "there is no compulsion in the religion [of islam] when the right has been distinguished from the wrong. (the qur'an, 2:256)".</w:t>
      </w:r>
    </w:p>
    <w:p w:rsidR="00E33FEE" w:rsidRDefault="00A01D69" w:rsidP="00CE26A0">
      <w:pPr>
        <w:pStyle w:val="libNormal"/>
      </w:pPr>
      <w:r>
        <w:t xml:space="preserve">Also, prophet </w:t>
      </w:r>
      <w:r w:rsidR="004A0F55">
        <w:t>Muhammad (</w:t>
      </w:r>
      <w:r>
        <w:t>p.) says that the best of you in the sight of god is the most righteous person.</w:t>
      </w:r>
    </w:p>
    <w:p w:rsidR="00E33FEE" w:rsidRDefault="00E33FEE" w:rsidP="00CE26A0">
      <w:pPr>
        <w:pStyle w:val="libNormal"/>
      </w:pPr>
      <w:r>
        <w:t>T</w:t>
      </w:r>
      <w:r w:rsidR="00A01D69">
        <w:t>he goal is to distinguish right from wrong</w:t>
      </w:r>
      <w:r>
        <w:t>. I</w:t>
      </w:r>
      <w:r w:rsidR="00A01D69">
        <w:t>f a person realizes the righteousness and elects this path, then, he is in the sight of god the most righteous person.</w:t>
      </w:r>
    </w:p>
    <w:p w:rsidR="00E33FEE" w:rsidRDefault="00E33FEE" w:rsidP="00CE26A0">
      <w:pPr>
        <w:pStyle w:val="libNormal"/>
      </w:pPr>
      <w:r>
        <w:t>P</w:t>
      </w:r>
      <w:r w:rsidR="00A01D69">
        <w:t>eople of different origin such as turks, persians, and indians accepted islam, and today when they have the freedom to choose, but they do not go back to worship idols</w:t>
      </w:r>
      <w:r>
        <w:t>. W</w:t>
      </w:r>
      <w:r w:rsidR="00A01D69">
        <w:t>hen arabs rulers left these people and their countries, people have chosen islam as their only religion.</w:t>
      </w:r>
    </w:p>
    <w:p w:rsidR="00E33FEE" w:rsidRDefault="00E33FEE" w:rsidP="00CE26A0">
      <w:pPr>
        <w:pStyle w:val="libNormal"/>
      </w:pPr>
      <w:r>
        <w:t>T</w:t>
      </w:r>
      <w:r w:rsidR="00A01D69">
        <w:t>his is mainly because islam is the practical way of life for people of different nationalities and races.</w:t>
      </w:r>
    </w:p>
    <w:p w:rsidR="00A01D69" w:rsidRDefault="00E33FEE" w:rsidP="00CE26A0">
      <w:pPr>
        <w:pStyle w:val="libNormal"/>
      </w:pPr>
      <w:r>
        <w:t>F</w:t>
      </w:r>
      <w:r w:rsidR="00A01D69">
        <w:t>reedom in islam, basically has two facids: freedom of thought and freedom of action</w:t>
      </w:r>
      <w:r>
        <w:t>. T</w:t>
      </w:r>
      <w:r w:rsidR="00A01D69">
        <w:t>awhid, the unity of god, is an example of former</w:t>
      </w:r>
      <w:r>
        <w:t>. C</w:t>
      </w:r>
      <w:r w:rsidR="00A01D69">
        <w:t>hapter 109 kaferoon of the holy qur'an explains this principle:</w:t>
      </w:r>
    </w:p>
    <w:p w:rsidR="00E33FEE" w:rsidRDefault="00A01D69" w:rsidP="00CE26A0">
      <w:pPr>
        <w:pStyle w:val="libNormal"/>
      </w:pPr>
      <w:r>
        <w:t xml:space="preserve">". . . </w:t>
      </w:r>
      <w:r w:rsidR="00E33FEE">
        <w:t>. Y</w:t>
      </w:r>
      <w:r>
        <w:t>ou have your religion, and [ i have ] my religion." the qur'an 109:6.</w:t>
      </w:r>
    </w:p>
    <w:p w:rsidR="00A01D69" w:rsidRDefault="00E33FEE" w:rsidP="00CE26A0">
      <w:pPr>
        <w:pStyle w:val="libNormal"/>
      </w:pPr>
      <w:r>
        <w:t>F</w:t>
      </w:r>
      <w:r w:rsidR="00A01D69">
        <w:t>urther, throughout the qur'an one finds many verses that encourage freedom of thought</w:t>
      </w:r>
      <w:r>
        <w:t>. T</w:t>
      </w:r>
      <w:r w:rsidR="00A01D69">
        <w:t>hus qur'an reads:</w:t>
      </w:r>
    </w:p>
    <w:p w:rsidR="00E33FEE" w:rsidRDefault="00A01D69" w:rsidP="00CE26A0">
      <w:pPr>
        <w:pStyle w:val="libNormal"/>
      </w:pPr>
      <w:r>
        <w:t>"</w:t>
      </w:r>
      <w:r w:rsidR="00244B79">
        <w:t>I</w:t>
      </w:r>
      <w:r>
        <w:t xml:space="preserve"> preach you only one thing, that is to rise up for the sake of god, jointly and singly, then think"</w:t>
      </w:r>
      <w:r w:rsidR="00E33FEE">
        <w:t>. T</w:t>
      </w:r>
      <w:r>
        <w:t>he qur'an 34 : 46 the second facid of freedom in islam is the purification of self</w:t>
      </w:r>
      <w:r w:rsidR="00E33FEE">
        <w:t>. T</w:t>
      </w:r>
      <w:r>
        <w:t xml:space="preserve">he life of the prophet </w:t>
      </w:r>
      <w:r w:rsidR="004A0F55">
        <w:t>Muhammad (</w:t>
      </w:r>
      <w:r>
        <w:t>p.</w:t>
      </w:r>
      <w:r w:rsidR="004A0F55">
        <w:t xml:space="preserve">) </w:t>
      </w:r>
      <w:r>
        <w:t>explains this second principle</w:t>
      </w:r>
      <w:r w:rsidR="00E33FEE">
        <w:t>. T</w:t>
      </w:r>
      <w:r>
        <w:t>his principle applies to all regardless of race, gender or age</w:t>
      </w:r>
      <w:r w:rsidR="00E33FEE">
        <w:t>. H</w:t>
      </w:r>
      <w:r>
        <w:t>is life is an example for all nationalities with all different background such as black, white, young, old, short, tall, male or female because islam knows no discrimination.</w:t>
      </w:r>
    </w:p>
    <w:p w:rsidR="00E33FEE" w:rsidRDefault="00E33FEE" w:rsidP="00CE26A0">
      <w:pPr>
        <w:pStyle w:val="libNormal"/>
      </w:pPr>
      <w:r>
        <w:t>H</w:t>
      </w:r>
      <w:r w:rsidR="00A01D69">
        <w:t>uman reaps what he sows</w:t>
      </w:r>
      <w:r>
        <w:t>. R</w:t>
      </w:r>
      <w:r w:rsidR="00A01D69">
        <w:t>ighteousness in islam means doing good deed as a muslim for the sake of god</w:t>
      </w:r>
      <w:r>
        <w:t>. I</w:t>
      </w:r>
      <w:r w:rsidR="00A01D69">
        <w:t>slam opens its wide door for every person from all walks of life because, as prophet (p.) says, "all of you are from adam and adam is from dust. " thus we all are equal in the sight of god</w:t>
      </w:r>
      <w:r>
        <w:t>. I</w:t>
      </w:r>
      <w:r w:rsidR="00A01D69">
        <w:t>slam shows no discrimination against any one.</w:t>
      </w:r>
    </w:p>
    <w:p w:rsidR="00E33FEE" w:rsidRDefault="00E33FEE" w:rsidP="00CE26A0">
      <w:pPr>
        <w:pStyle w:val="libNormal"/>
      </w:pPr>
      <w:r>
        <w:t>W</w:t>
      </w:r>
      <w:r w:rsidR="00A01D69">
        <w:t xml:space="preserve">e were taught by prophet </w:t>
      </w:r>
      <w:r w:rsidR="004A0F55">
        <w:t>Muhammad (</w:t>
      </w:r>
      <w:r w:rsidR="00A01D69">
        <w:t>p.</w:t>
      </w:r>
      <w:r w:rsidR="004A0F55">
        <w:t xml:space="preserve">) </w:t>
      </w:r>
      <w:r w:rsidR="00A01D69">
        <w:t>, who declared freedom, equality, and liberty for all mankind</w:t>
      </w:r>
      <w:r>
        <w:t>. W</w:t>
      </w:r>
      <w:r w:rsidR="00A01D69">
        <w:t>ith this principle of islam, the faith has become the perfect solution to the spiritual needsof human being</w:t>
      </w:r>
      <w:r>
        <w:t>. T</w:t>
      </w:r>
      <w:r w:rsidR="00A01D69">
        <w:t xml:space="preserve">he prophet (p.) recited in the last sermon of his life the verse of the holy qur'an: </w:t>
      </w:r>
      <w:r w:rsidR="00A01D69">
        <w:lastRenderedPageBreak/>
        <w:t>5:3 "today, i have completed your faith for you and bestowed upon you my blessings and chose islam as the religion"</w:t>
      </w:r>
      <w:r>
        <w:t>. T</w:t>
      </w:r>
      <w:r w:rsidR="00A01D69">
        <w:t>he qur'an, 5:3.</w:t>
      </w:r>
    </w:p>
    <w:p w:rsidR="00A01D69" w:rsidRDefault="00E33FEE" w:rsidP="00CE26A0">
      <w:pPr>
        <w:pStyle w:val="libNormal"/>
      </w:pPr>
      <w:r>
        <w:t>W</w:t>
      </w:r>
      <w:r w:rsidR="00A01D69">
        <w:t>a assalam alaykum.</w:t>
      </w:r>
    </w:p>
    <w:p w:rsidR="00A01D69" w:rsidRDefault="00A01D69" w:rsidP="00D33510">
      <w:pPr>
        <w:pStyle w:val="libNormal"/>
      </w:pPr>
      <w:r>
        <w:br w:type="page"/>
      </w:r>
    </w:p>
    <w:p w:rsidR="00E33FEE" w:rsidRDefault="00A01D69" w:rsidP="00D33510">
      <w:pPr>
        <w:pStyle w:val="Heading1Center"/>
      </w:pPr>
      <w:bookmarkStart w:id="1" w:name="_Toc491953168"/>
      <w:r>
        <w:lastRenderedPageBreak/>
        <w:t>A brief history of qur'an</w:t>
      </w:r>
      <w:bookmarkEnd w:id="1"/>
    </w:p>
    <w:p w:rsidR="00E33FEE" w:rsidRDefault="00E33FEE" w:rsidP="00CE26A0">
      <w:pPr>
        <w:pStyle w:val="libNormal"/>
      </w:pPr>
      <w:r>
        <w:t>T</w:t>
      </w:r>
      <w:r w:rsidR="00A01D69">
        <w:t>he month of ramadan marks the revelation anniversary of the holy qur'an</w:t>
      </w:r>
      <w:r>
        <w:t>. Q</w:t>
      </w:r>
      <w:r w:rsidR="00A01D69">
        <w:t xml:space="preserve">ur'an is the revelation of the god almighty to the holy prophet </w:t>
      </w:r>
      <w:r w:rsidR="004A0F55">
        <w:t>Muhammad (</w:t>
      </w:r>
      <w:r w:rsidR="00A01D69">
        <w:t>p.), which took place from the year 609 to 633 c.e</w:t>
      </w:r>
      <w:r>
        <w:t>. A</w:t>
      </w:r>
      <w:r w:rsidR="00A01D69">
        <w:t>nnually, during each month of ramadan, the ninth month of the islamic calendar, all of the revelation that prophet (p.) had received in the past years was revealed again during the laylat al-qadr, a special month of ramadan, in 609 c.e.</w:t>
      </w:r>
    </w:p>
    <w:p w:rsidR="00E33FEE" w:rsidRDefault="00E33FEE" w:rsidP="00CE26A0">
      <w:pPr>
        <w:pStyle w:val="libNormal"/>
      </w:pPr>
      <w:r>
        <w:t>T</w:t>
      </w:r>
      <w:r w:rsidR="00A01D69">
        <w:t>he qur'an was revealed within two periods, the meccian from 609 to 622 c.e.,</w:t>
      </w:r>
    </w:p>
    <w:p w:rsidR="00E33FEE" w:rsidRDefault="00E33FEE" w:rsidP="00CE26A0">
      <w:pPr>
        <w:pStyle w:val="libNormal"/>
      </w:pPr>
      <w:r>
        <w:t>W</w:t>
      </w:r>
      <w:r w:rsidR="00A01D69">
        <w:t xml:space="preserve">hen prophet </w:t>
      </w:r>
      <w:r w:rsidR="004A0F55">
        <w:t>Muhammad (</w:t>
      </w:r>
      <w:r w:rsidR="00A01D69">
        <w:t>p .</w:t>
      </w:r>
      <w:r w:rsidR="004A0F55">
        <w:t xml:space="preserve">) </w:t>
      </w:r>
      <w:r w:rsidR="00A01D69">
        <w:t>was in mecca and the median, from 622 to 633 c.e., when he migrated to madina</w:t>
      </w:r>
      <w:r>
        <w:t>. I</w:t>
      </w:r>
      <w:r w:rsidR="00A01D69">
        <w:t>n general, the first session deals with the islamic doctrines and faith, and the second period mainly is concerned with the islamic practical law.</w:t>
      </w:r>
    </w:p>
    <w:p w:rsidR="00E33FEE" w:rsidRDefault="00E33FEE" w:rsidP="00CE26A0">
      <w:pPr>
        <w:pStyle w:val="libNormal"/>
      </w:pPr>
      <w:r>
        <w:t>T</w:t>
      </w:r>
      <w:r w:rsidR="00A01D69">
        <w:t>here are 114 chapters in the qur'an, each deals with a variety of subjects</w:t>
      </w:r>
      <w:r>
        <w:t>. T</w:t>
      </w:r>
      <w:r w:rsidR="00A01D69">
        <w:t>he qur'an was written down under prophet's (p.) supervision by the companions.</w:t>
      </w:r>
    </w:p>
    <w:p w:rsidR="00E33FEE" w:rsidRPr="001E1339" w:rsidRDefault="00E33FEE" w:rsidP="001E1339">
      <w:pPr>
        <w:pStyle w:val="Heading2"/>
      </w:pPr>
      <w:bookmarkStart w:id="2" w:name="_Toc491953169"/>
      <w:r>
        <w:t>T</w:t>
      </w:r>
      <w:r w:rsidR="00A01D69">
        <w:t>he qur'an's messag</w:t>
      </w:r>
      <w:r w:rsidR="00A01D69" w:rsidRPr="001E1339">
        <w:t>e</w:t>
      </w:r>
      <w:bookmarkEnd w:id="2"/>
    </w:p>
    <w:p w:rsidR="00A01D69" w:rsidRDefault="00E33FEE" w:rsidP="00CE26A0">
      <w:pPr>
        <w:pStyle w:val="libNormal"/>
      </w:pPr>
      <w:r>
        <w:t>O</w:t>
      </w:r>
      <w:r w:rsidR="00A01D69">
        <w:t>ne of the main qur'anic goal is to establish equality and justice among all mankind</w:t>
      </w:r>
      <w:r>
        <w:t>. T</w:t>
      </w:r>
      <w:r w:rsidR="00A01D69">
        <w:t>he qur'an says:</w:t>
      </w:r>
    </w:p>
    <w:p w:rsidR="00E33FEE" w:rsidRDefault="002107C3" w:rsidP="00CE26A0">
      <w:pPr>
        <w:pStyle w:val="libNormal"/>
      </w:pPr>
      <w:r>
        <w:t>"W</w:t>
      </w:r>
      <w:r w:rsidR="00A01D69">
        <w:t>e have sent you (</w:t>
      </w:r>
      <w:r w:rsidR="004A0F55" w:rsidRPr="002F749E">
        <w:t>Muhammad (</w:t>
      </w:r>
      <w:r w:rsidR="00A01D69">
        <w:t>p.) for all mankind " (34:28).</w:t>
      </w:r>
    </w:p>
    <w:p w:rsidR="00E33FEE" w:rsidRDefault="00E33FEE" w:rsidP="00CE26A0">
      <w:pPr>
        <w:pStyle w:val="libNormal"/>
      </w:pPr>
      <w:r>
        <w:t>T</w:t>
      </w:r>
      <w:r w:rsidR="00A01D69">
        <w:t>he qur'an liberate the human mind from ignorance and prejudice, and encourage to observe the greatness of god's creation.</w:t>
      </w:r>
    </w:p>
    <w:p w:rsidR="00E33FEE" w:rsidRDefault="00E33FEE" w:rsidP="00CE26A0">
      <w:pPr>
        <w:pStyle w:val="libNormal"/>
      </w:pPr>
      <w:r>
        <w:t>T</w:t>
      </w:r>
      <w:r w:rsidR="00A01D69">
        <w:t>he qur'an also encourages to obtain knowledge for the sake of betterment of humanity and be active throughout the life.</w:t>
      </w:r>
    </w:p>
    <w:p w:rsidR="00E33FEE" w:rsidRDefault="00E33FEE" w:rsidP="00CE26A0">
      <w:pPr>
        <w:pStyle w:val="libNormal"/>
      </w:pPr>
      <w:r>
        <w:t>T</w:t>
      </w:r>
      <w:r w:rsidR="00A01D69">
        <w:t>herefore, imam ali (a.) states that those who read qur'an would increase their knowledge and decrease their ignorance.</w:t>
      </w:r>
    </w:p>
    <w:p w:rsidR="00E33FEE" w:rsidRDefault="00E33FEE" w:rsidP="00CE26A0">
      <w:pPr>
        <w:pStyle w:val="libNormal"/>
      </w:pPr>
      <w:r>
        <w:t>T</w:t>
      </w:r>
      <w:r w:rsidR="00A01D69">
        <w:t>he qur'an reads:</w:t>
      </w:r>
    </w:p>
    <w:p w:rsidR="00A01D69" w:rsidRDefault="00E33FEE" w:rsidP="00CE26A0">
      <w:pPr>
        <w:pStyle w:val="libNormal"/>
      </w:pPr>
      <w:r>
        <w:t>O</w:t>
      </w:r>
      <w:r w:rsidR="00A01D69">
        <w:t xml:space="preserve"> mankind, worship your lord, who has created you and those before you, so that you may ward off evil"</w:t>
      </w:r>
      <w:r>
        <w:t>. Q</w:t>
      </w:r>
      <w:r w:rsidR="00A01D69">
        <w:t>ur'an 2:21 the qur'an reads:</w:t>
      </w:r>
    </w:p>
    <w:p w:rsidR="00E33FEE" w:rsidRPr="002F749E" w:rsidRDefault="00A01D69" w:rsidP="002F749E">
      <w:pPr>
        <w:pStyle w:val="libNormal"/>
      </w:pPr>
      <w:r w:rsidRPr="002F749E">
        <w:t>"</w:t>
      </w:r>
      <w:r w:rsidR="002F749E" w:rsidRPr="002F749E">
        <w:t>S</w:t>
      </w:r>
      <w:r w:rsidRPr="002F749E">
        <w:t>urely, in the creation of the heavens and the earth, and the difference of the night and day, and the ships which run on the sea with that which is of use to men, and the water which god sends down from the heaven reviving the earth after its death, and dispersing all kinds of beasts therein, and (in) the ordinance of winds, and the clouds obedient between heaven and earth, are signs for the people who reason" (2 :164).</w:t>
      </w:r>
    </w:p>
    <w:p w:rsidR="00E33FEE" w:rsidRDefault="00E33FEE" w:rsidP="00CE26A0">
      <w:pPr>
        <w:pStyle w:val="libNormal"/>
      </w:pPr>
      <w:r>
        <w:t>T</w:t>
      </w:r>
      <w:r w:rsidR="00A01D69">
        <w:t>he qur'an says :</w:t>
      </w:r>
    </w:p>
    <w:p w:rsidR="00E33FEE" w:rsidRDefault="00E33FEE" w:rsidP="00CE26A0">
      <w:pPr>
        <w:pStyle w:val="libNormal"/>
      </w:pPr>
      <w:r>
        <w:t>A</w:t>
      </w:r>
      <w:r w:rsidR="00A01D69">
        <w:t>nd when it is said to them, " follow that which god has revealed, they say, we follow that wherein we found our fathers. [what!] even though if their fathers were unintelligent and were not guided ! (2 : 170).</w:t>
      </w:r>
    </w:p>
    <w:p w:rsidR="00A01D69" w:rsidRDefault="00E33FEE" w:rsidP="00CE26A0">
      <w:pPr>
        <w:pStyle w:val="libNormal"/>
      </w:pPr>
      <w:r>
        <w:t>T</w:t>
      </w:r>
      <w:r w:rsidR="00A01D69">
        <w:t>he qur'an says :</w:t>
      </w:r>
    </w:p>
    <w:p w:rsidR="00E33FEE" w:rsidRDefault="00A01D69" w:rsidP="00CE26A0">
      <w:pPr>
        <w:pStyle w:val="libNormal"/>
      </w:pPr>
      <w:r>
        <w:t>"he is who appointed the sun a splendor and the moon a light, and measured her stages, that you might know the number of the years, and the reckoning</w:t>
      </w:r>
      <w:r w:rsidR="00E33FEE">
        <w:t>. G</w:t>
      </w:r>
      <w:r>
        <w:t>od created not (all) that save in truth</w:t>
      </w:r>
      <w:r w:rsidR="00E33FEE">
        <w:t>. H</w:t>
      </w:r>
      <w:r>
        <w:t>e details the revelation for the people who have knowledge." (10:5)</w:t>
      </w:r>
    </w:p>
    <w:p w:rsidR="00E33FEE" w:rsidRPr="001E1339" w:rsidRDefault="00E33FEE" w:rsidP="001E1339">
      <w:pPr>
        <w:pStyle w:val="Heading2"/>
      </w:pPr>
      <w:bookmarkStart w:id="3" w:name="_Toc491953170"/>
      <w:r>
        <w:lastRenderedPageBreak/>
        <w:t>T</w:t>
      </w:r>
      <w:r w:rsidR="00A01D69">
        <w:t>ranslation of qur'a</w:t>
      </w:r>
      <w:r w:rsidR="00A01D69" w:rsidRPr="001E1339">
        <w:t>n</w:t>
      </w:r>
      <w:bookmarkEnd w:id="3"/>
    </w:p>
    <w:p w:rsidR="00A01D69" w:rsidRDefault="00E33FEE" w:rsidP="00CE26A0">
      <w:pPr>
        <w:pStyle w:val="libNormal"/>
      </w:pPr>
      <w:r>
        <w:t>T</w:t>
      </w:r>
      <w:r w:rsidR="00A01D69">
        <w:t>he first and the oldest translation of the qur'an into another language was reported by al sarkhshi in his work titled "al mabsoot ".v.1:37</w:t>
      </w:r>
      <w:r>
        <w:t>. A</w:t>
      </w:r>
      <w:r w:rsidR="00A01D69">
        <w:t xml:space="preserve">l sarkhshi mentions that the persians wrote to salman </w:t>
      </w:r>
      <w:r w:rsidR="004A0F55">
        <w:t>(</w:t>
      </w:r>
      <w:r w:rsidR="00A01D69">
        <w:t xml:space="preserve">the companion of prophet </w:t>
      </w:r>
      <w:r w:rsidR="004A0F55">
        <w:t>Muhammad (</w:t>
      </w:r>
      <w:r w:rsidR="00A01D69">
        <w:t>p.)), asking him to translate the first chapter of the qur'an</w:t>
      </w:r>
      <w:r>
        <w:t>. T</w:t>
      </w:r>
      <w:r w:rsidR="00A01D69">
        <w:t>his chapter is called the " fatiha ", the opening</w:t>
      </w:r>
      <w:r>
        <w:t>. T</w:t>
      </w:r>
      <w:r w:rsidR="00A01D69">
        <w:t>oday the qur'an has been translated into many languages including english.</w:t>
      </w:r>
    </w:p>
    <w:p w:rsidR="00A01D69" w:rsidRDefault="00A01D69" w:rsidP="00CE26A0">
      <w:pPr>
        <w:pStyle w:val="libNormal"/>
      </w:pPr>
      <w:r>
        <w:t>Among the english translation available in the market are:</w:t>
      </w:r>
    </w:p>
    <w:p w:rsidR="00A01D69" w:rsidRDefault="00A01D69" w:rsidP="00CE26A0">
      <w:pPr>
        <w:pStyle w:val="libNormal"/>
      </w:pPr>
      <w:r>
        <w:t>1</w:t>
      </w:r>
      <w:r w:rsidR="00E33FEE">
        <w:t>. A</w:t>
      </w:r>
      <w:r>
        <w:t>hmed ali, mir s.v</w:t>
      </w:r>
      <w:r w:rsidR="00E33FEE">
        <w:t>. T</w:t>
      </w:r>
      <w:r>
        <w:t>he qur'an</w:t>
      </w:r>
      <w:r w:rsidR="00E33FEE">
        <w:t>. K</w:t>
      </w:r>
      <w:r>
        <w:t>arachi: sterling printing and publishing, 1964.</w:t>
      </w:r>
    </w:p>
    <w:p w:rsidR="00A01D69" w:rsidRDefault="00A01D69" w:rsidP="00CE26A0">
      <w:pPr>
        <w:pStyle w:val="libNormal"/>
      </w:pPr>
      <w:r>
        <w:t>2</w:t>
      </w:r>
      <w:r w:rsidR="00E33FEE">
        <w:t>. A</w:t>
      </w:r>
      <w:r>
        <w:t>li, ahmed</w:t>
      </w:r>
      <w:r w:rsidR="00E33FEE">
        <w:t>. T</w:t>
      </w:r>
      <w:r>
        <w:t>he qur'an</w:t>
      </w:r>
      <w:r w:rsidR="00E33FEE">
        <w:t>. K</w:t>
      </w:r>
      <w:r>
        <w:t>arachi: akrash publishing,1948.</w:t>
      </w:r>
    </w:p>
    <w:p w:rsidR="00A01D69" w:rsidRDefault="00A01D69" w:rsidP="00CE26A0">
      <w:pPr>
        <w:pStyle w:val="libNormal"/>
      </w:pPr>
      <w:r>
        <w:t>3</w:t>
      </w:r>
      <w:r w:rsidR="00E33FEE">
        <w:t>. A</w:t>
      </w:r>
      <w:r>
        <w:t>mir ali, hashim</w:t>
      </w:r>
      <w:r w:rsidR="00E33FEE">
        <w:t>. T</w:t>
      </w:r>
      <w:r>
        <w:t>he qur'an</w:t>
      </w:r>
      <w:r w:rsidR="00E33FEE">
        <w:t>. T</w:t>
      </w:r>
      <w:r>
        <w:t>okyo: charles e</w:t>
      </w:r>
      <w:r w:rsidR="00E33FEE">
        <w:t>. T</w:t>
      </w:r>
      <w:r>
        <w:t>uttle co.inc,1974.</w:t>
      </w:r>
    </w:p>
    <w:p w:rsidR="00A01D69" w:rsidRDefault="00A01D69" w:rsidP="00CE26A0">
      <w:pPr>
        <w:pStyle w:val="libNormal"/>
      </w:pPr>
      <w:r>
        <w:t>4</w:t>
      </w:r>
      <w:r w:rsidR="00E33FEE">
        <w:t>. A</w:t>
      </w:r>
      <w:r>
        <w:t>rberry, arthur j</w:t>
      </w:r>
      <w:r w:rsidR="00E33FEE">
        <w:t>. T</w:t>
      </w:r>
      <w:r>
        <w:t>he qur'an</w:t>
      </w:r>
      <w:r w:rsidR="00E33FEE">
        <w:t>. O</w:t>
      </w:r>
      <w:r>
        <w:t>xford: oxford university press., 1964.</w:t>
      </w:r>
    </w:p>
    <w:p w:rsidR="00A01D69" w:rsidRDefault="00A01D69" w:rsidP="00CE26A0">
      <w:pPr>
        <w:pStyle w:val="libNormal"/>
      </w:pPr>
      <w:r>
        <w:t>5</w:t>
      </w:r>
      <w:r w:rsidR="00E33FEE">
        <w:t>. A</w:t>
      </w:r>
      <w:r>
        <w:t xml:space="preserve">sad, </w:t>
      </w:r>
      <w:r w:rsidR="00757208">
        <w:t>Muhammad</w:t>
      </w:r>
      <w:r w:rsidR="00E33FEE">
        <w:t>. T</w:t>
      </w:r>
      <w:r>
        <w:t>he qur'an</w:t>
      </w:r>
      <w:r w:rsidR="00E33FEE">
        <w:t>. G</w:t>
      </w:r>
      <w:r>
        <w:t>ibralter: daral andalus ltd., 1980.</w:t>
      </w:r>
    </w:p>
    <w:p w:rsidR="00A01D69" w:rsidRDefault="00A01D69" w:rsidP="00CE26A0">
      <w:pPr>
        <w:pStyle w:val="libNormal"/>
      </w:pPr>
      <w:r>
        <w:t>6</w:t>
      </w:r>
      <w:r w:rsidR="00E33FEE">
        <w:t>. B</w:t>
      </w:r>
      <w:r>
        <w:t>ell, richard</w:t>
      </w:r>
      <w:r w:rsidR="00E33FEE">
        <w:t>. T</w:t>
      </w:r>
      <w:r>
        <w:t>he qur'an</w:t>
      </w:r>
      <w:r w:rsidR="00E33FEE">
        <w:t>. G</w:t>
      </w:r>
      <w:r>
        <w:t>reat britain: morrison gibb ltd., 1960.</w:t>
      </w:r>
    </w:p>
    <w:p w:rsidR="00A01D69" w:rsidRDefault="00A01D69" w:rsidP="00CE26A0">
      <w:pPr>
        <w:pStyle w:val="libNormal"/>
      </w:pPr>
      <w:r>
        <w:t>7</w:t>
      </w:r>
      <w:r w:rsidR="00E33FEE">
        <w:t>. D</w:t>
      </w:r>
      <w:r>
        <w:t>awood,n.j</w:t>
      </w:r>
      <w:r w:rsidR="00E33FEE">
        <w:t>. T</w:t>
      </w:r>
      <w:r>
        <w:t>he qur'an</w:t>
      </w:r>
      <w:r w:rsidR="00E33FEE">
        <w:t>. M</w:t>
      </w:r>
      <w:r>
        <w:t>iddlesex: penguin books, 1972.</w:t>
      </w:r>
    </w:p>
    <w:p w:rsidR="00A01D69" w:rsidRDefault="00A01D69" w:rsidP="00CE26A0">
      <w:pPr>
        <w:pStyle w:val="libNormal"/>
      </w:pPr>
      <w:r>
        <w:t>8</w:t>
      </w:r>
      <w:r w:rsidR="00E33FEE">
        <w:t>. I</w:t>
      </w:r>
      <w:r>
        <w:t>rving, t.b</w:t>
      </w:r>
      <w:r w:rsidR="00E33FEE">
        <w:t>. T</w:t>
      </w:r>
      <w:r>
        <w:t>he qur'an</w:t>
      </w:r>
      <w:r w:rsidR="00E33FEE">
        <w:t>. B</w:t>
      </w:r>
      <w:r>
        <w:t>attlebaro:amano books,1985.</w:t>
      </w:r>
    </w:p>
    <w:p w:rsidR="00A01D69" w:rsidRDefault="00A01D69" w:rsidP="00CE26A0">
      <w:pPr>
        <w:pStyle w:val="libNormal"/>
      </w:pPr>
      <w:r>
        <w:t>9</w:t>
      </w:r>
      <w:r w:rsidR="00E33FEE">
        <w:t>. K</w:t>
      </w:r>
      <w:r>
        <w:t>halifa, rashad</w:t>
      </w:r>
      <w:r w:rsidR="00E33FEE">
        <w:t>. T</w:t>
      </w:r>
      <w:r>
        <w:t>he qur'an</w:t>
      </w:r>
      <w:r w:rsidR="00E33FEE">
        <w:t>. T</w:t>
      </w:r>
      <w:r>
        <w:t>uscon: islamic productions, 1981.</w:t>
      </w:r>
    </w:p>
    <w:p w:rsidR="00A01D69" w:rsidRDefault="00A01D69" w:rsidP="00CE26A0">
      <w:pPr>
        <w:pStyle w:val="libNormal"/>
      </w:pPr>
      <w:r>
        <w:t>10</w:t>
      </w:r>
      <w:r w:rsidR="00E33FEE">
        <w:t>. M</w:t>
      </w:r>
      <w:r>
        <w:t>uhammad ali maulana</w:t>
      </w:r>
      <w:r w:rsidR="00E33FEE">
        <w:t>. T</w:t>
      </w:r>
      <w:r>
        <w:t>he qur'an</w:t>
      </w:r>
      <w:r w:rsidR="00E33FEE">
        <w:t>. C</w:t>
      </w:r>
      <w:r>
        <w:t>hicago: spaciality promotes co</w:t>
      </w:r>
      <w:r w:rsidR="00E33FEE">
        <w:t>. I</w:t>
      </w:r>
      <w:r>
        <w:t>nc, 1973.</w:t>
      </w:r>
    </w:p>
    <w:p w:rsidR="00A01D69" w:rsidRDefault="00A01D69" w:rsidP="00CE26A0">
      <w:pPr>
        <w:pStyle w:val="libNormal"/>
      </w:pPr>
      <w:r>
        <w:t>11</w:t>
      </w:r>
      <w:r w:rsidR="00E33FEE">
        <w:t>. M</w:t>
      </w:r>
      <w:r>
        <w:t>aududi, abdul s.a</w:t>
      </w:r>
      <w:r w:rsidR="00E33FEE">
        <w:t>. T</w:t>
      </w:r>
      <w:r>
        <w:t>he qur'an</w:t>
      </w:r>
      <w:r w:rsidR="00E33FEE">
        <w:t>. L</w:t>
      </w:r>
      <w:r>
        <w:t>ahore: islamic publication, 1978.</w:t>
      </w:r>
    </w:p>
    <w:p w:rsidR="00A01D69" w:rsidRDefault="00A01D69" w:rsidP="00CE26A0">
      <w:pPr>
        <w:pStyle w:val="libNormal"/>
      </w:pPr>
      <w:r>
        <w:t>12</w:t>
      </w:r>
      <w:r w:rsidR="00E33FEE">
        <w:t>. P</w:t>
      </w:r>
      <w:r>
        <w:t xml:space="preserve">ickthall, </w:t>
      </w:r>
      <w:r w:rsidR="00757208">
        <w:t>Muhammad</w:t>
      </w:r>
      <w:r>
        <w:t xml:space="preserve"> m</w:t>
      </w:r>
      <w:r w:rsidR="00E33FEE">
        <w:t>. T</w:t>
      </w:r>
      <w:r>
        <w:t>he qur'an</w:t>
      </w:r>
      <w:r w:rsidR="00E33FEE">
        <w:t>. N</w:t>
      </w:r>
      <w:r>
        <w:t>ew york: muslim world league, 1977.</w:t>
      </w:r>
    </w:p>
    <w:p w:rsidR="00A01D69" w:rsidRDefault="00A01D69" w:rsidP="00CE26A0">
      <w:pPr>
        <w:pStyle w:val="libNormal"/>
      </w:pPr>
      <w:r>
        <w:t>13</w:t>
      </w:r>
      <w:r w:rsidR="00E33FEE">
        <w:t>. R</w:t>
      </w:r>
      <w:r>
        <w:t>izvi, m</w:t>
      </w:r>
      <w:r w:rsidR="00E33FEE">
        <w:t>. S</w:t>
      </w:r>
      <w:r>
        <w:t>ayyed</w:t>
      </w:r>
      <w:r w:rsidR="00E33FEE">
        <w:t>. T</w:t>
      </w:r>
      <w:r>
        <w:t>he qur'an</w:t>
      </w:r>
      <w:r w:rsidR="00E33FEE">
        <w:t>. R</w:t>
      </w:r>
      <w:r>
        <w:t>ichmond : 1985.</w:t>
      </w:r>
    </w:p>
    <w:p w:rsidR="00A01D69" w:rsidRDefault="00A01D69" w:rsidP="00CE26A0">
      <w:pPr>
        <w:pStyle w:val="libNormal"/>
      </w:pPr>
      <w:r>
        <w:t>14</w:t>
      </w:r>
      <w:r w:rsidR="00E33FEE">
        <w:t>. R</w:t>
      </w:r>
      <w:r>
        <w:t>odwell, m.j</w:t>
      </w:r>
      <w:r w:rsidR="00E33FEE">
        <w:t>. T</w:t>
      </w:r>
      <w:r>
        <w:t>he qur'an</w:t>
      </w:r>
      <w:r w:rsidR="00E33FEE">
        <w:t>. L</w:t>
      </w:r>
      <w:r>
        <w:t>ondon: j</w:t>
      </w:r>
      <w:r w:rsidR="00E33FEE">
        <w:t>. M. D</w:t>
      </w:r>
      <w:r>
        <w:t>ent and sons ltd,1974</w:t>
      </w:r>
    </w:p>
    <w:p w:rsidR="00A01D69" w:rsidRDefault="00A01D69" w:rsidP="00CE26A0">
      <w:pPr>
        <w:pStyle w:val="libNormal"/>
      </w:pPr>
      <w:r>
        <w:t>15</w:t>
      </w:r>
      <w:r w:rsidR="00E33FEE">
        <w:t>. S</w:t>
      </w:r>
      <w:r>
        <w:t xml:space="preserve">ale, george </w:t>
      </w:r>
      <w:r w:rsidR="00E33FEE">
        <w:t>. T</w:t>
      </w:r>
      <w:r>
        <w:t xml:space="preserve">he qur'an </w:t>
      </w:r>
      <w:r w:rsidR="00E33FEE">
        <w:t>. E</w:t>
      </w:r>
      <w:r>
        <w:t>ngland : federick warner publishers, ltd.</w:t>
      </w:r>
    </w:p>
    <w:p w:rsidR="00A01D69" w:rsidRDefault="00A01D69" w:rsidP="00CE26A0">
      <w:pPr>
        <w:pStyle w:val="libNormal"/>
      </w:pPr>
      <w:r>
        <w:t>16</w:t>
      </w:r>
      <w:r w:rsidR="00E33FEE">
        <w:t>. S</w:t>
      </w:r>
      <w:r>
        <w:t>hakir, m.h</w:t>
      </w:r>
      <w:r w:rsidR="00E33FEE">
        <w:t>. T</w:t>
      </w:r>
      <w:r>
        <w:t>he qur'an</w:t>
      </w:r>
      <w:r w:rsidR="00E33FEE">
        <w:t>. N</w:t>
      </w:r>
      <w:r>
        <w:t>ew york : mihrab publishers and book distributors, 1986.</w:t>
      </w:r>
    </w:p>
    <w:p w:rsidR="00A01D69" w:rsidRDefault="00A01D69" w:rsidP="00CE26A0">
      <w:pPr>
        <w:pStyle w:val="libNormal"/>
      </w:pPr>
      <w:r>
        <w:t>17</w:t>
      </w:r>
      <w:r w:rsidR="00E33FEE">
        <w:t>. S</w:t>
      </w:r>
      <w:r>
        <w:t>her ali, maulwi</w:t>
      </w:r>
      <w:r w:rsidR="00E33FEE">
        <w:t>. T</w:t>
      </w:r>
      <w:r>
        <w:t>he qur'an</w:t>
      </w:r>
      <w:r w:rsidR="00E33FEE">
        <w:t>. R</w:t>
      </w:r>
      <w:r>
        <w:t>abwah : qur'an publications, 1974</w:t>
      </w:r>
    </w:p>
    <w:p w:rsidR="00A01D69" w:rsidRDefault="00A01D69" w:rsidP="00CE26A0">
      <w:pPr>
        <w:pStyle w:val="libNormal"/>
      </w:pPr>
      <w:r>
        <w:t>18</w:t>
      </w:r>
      <w:r w:rsidR="00E33FEE">
        <w:t>. Y</w:t>
      </w:r>
      <w:r>
        <w:t>ousuf ali, a</w:t>
      </w:r>
      <w:r w:rsidR="00E33FEE">
        <w:t>. T</w:t>
      </w:r>
      <w:r>
        <w:t>he qur'an</w:t>
      </w:r>
      <w:r w:rsidR="00E33FEE">
        <w:t>. N</w:t>
      </w:r>
      <w:r>
        <w:t>ew york : tahrike tarsile qur'an, inc,1987.</w:t>
      </w:r>
    </w:p>
    <w:p w:rsidR="00E33FEE" w:rsidRDefault="00A01D69" w:rsidP="00CE26A0">
      <w:pPr>
        <w:pStyle w:val="libNormal"/>
      </w:pPr>
      <w:r>
        <w:t>19</w:t>
      </w:r>
      <w:r w:rsidR="00E33FEE">
        <w:t>. Z</w:t>
      </w:r>
      <w:r>
        <w:t xml:space="preserve">afrulla khan, </w:t>
      </w:r>
      <w:r w:rsidR="00757208">
        <w:t>Muhammad</w:t>
      </w:r>
      <w:r w:rsidR="00E33FEE">
        <w:t>. T</w:t>
      </w:r>
      <w:r>
        <w:t>he qur'an</w:t>
      </w:r>
      <w:r w:rsidR="00E33FEE">
        <w:t>. C</w:t>
      </w:r>
      <w:r>
        <w:t>hichester : r.j</w:t>
      </w:r>
      <w:r w:rsidR="00E33FEE">
        <w:t>. A</w:t>
      </w:r>
      <w:r>
        <w:t>cford ltd, 1985.</w:t>
      </w:r>
    </w:p>
    <w:p w:rsidR="00E33FEE" w:rsidRDefault="00E33FEE" w:rsidP="00CE26A0">
      <w:pPr>
        <w:pStyle w:val="libNormal"/>
      </w:pPr>
      <w:r>
        <w:t>O</w:t>
      </w:r>
      <w:r w:rsidR="00A01D69">
        <w:t>ne of the most recent translation is the noble reading, by dr</w:t>
      </w:r>
      <w:r>
        <w:t>. T</w:t>
      </w:r>
      <w:r w:rsidR="00A01D69">
        <w:t>homas ballantine irving, whose muslim name is tasleem ali</w:t>
      </w:r>
      <w:r>
        <w:t>. I</w:t>
      </w:r>
      <w:r w:rsidR="00A01D69">
        <w:t>t took dr</w:t>
      </w:r>
      <w:r>
        <w:t>. I</w:t>
      </w:r>
      <w:r w:rsidR="00A01D69">
        <w:t>rving, as he told me, 23 years to accomplish his translations, while working in baghdad, iraq.</w:t>
      </w:r>
    </w:p>
    <w:p w:rsidR="00E33FEE" w:rsidRDefault="00E33FEE" w:rsidP="00CE26A0">
      <w:pPr>
        <w:pStyle w:val="libNormal"/>
      </w:pPr>
      <w:r>
        <w:t>H</w:t>
      </w:r>
      <w:r w:rsidR="00A01D69">
        <w:t>owever, none of the translations present the linguistic meaning of the original qur'an</w:t>
      </w:r>
      <w:r>
        <w:t>. T</w:t>
      </w:r>
      <w:r w:rsidR="00A01D69">
        <w:t>herefore muslim scholars insist on writing the original arabic script side by side with any translation.</w:t>
      </w:r>
    </w:p>
    <w:p w:rsidR="00E33FEE" w:rsidRDefault="00E33FEE" w:rsidP="00CE26A0">
      <w:pPr>
        <w:pStyle w:val="libNormal"/>
      </w:pPr>
      <w:r>
        <w:t>Q</w:t>
      </w:r>
      <w:r w:rsidR="00A01D69">
        <w:t>ur'anic manuscripts :</w:t>
      </w:r>
    </w:p>
    <w:p w:rsidR="00E33FEE" w:rsidRDefault="00E33FEE" w:rsidP="00CE26A0">
      <w:pPr>
        <w:pStyle w:val="libNormal"/>
      </w:pPr>
      <w:r>
        <w:t>T</w:t>
      </w:r>
      <w:r w:rsidR="00A01D69">
        <w:t>he early muslims were very concerned towards reciting, writing and preserving the qur'an in fine caligraph</w:t>
      </w:r>
      <w:r>
        <w:t>. S</w:t>
      </w:r>
      <w:r w:rsidR="00A01D69">
        <w:t>ome oldest copies that i was able to see are the following : at the radawi museum, in iran; the british museum, in london; the mosque of al hussain, in cairo; and the holy najaf, in iraq.</w:t>
      </w:r>
    </w:p>
    <w:p w:rsidR="00A01D69" w:rsidRDefault="00E33FEE" w:rsidP="00CE26A0">
      <w:pPr>
        <w:pStyle w:val="libNormal"/>
      </w:pPr>
      <w:r>
        <w:t>I</w:t>
      </w:r>
      <w:r w:rsidR="00A01D69">
        <w:t>n the united states at the toledo museum of art, the following are preserved:</w:t>
      </w:r>
    </w:p>
    <w:p w:rsidR="00A01D69" w:rsidRDefault="00A01D69" w:rsidP="00CE26A0">
      <w:pPr>
        <w:pStyle w:val="libNormal"/>
      </w:pPr>
      <w:r>
        <w:t>1</w:t>
      </w:r>
      <w:r w:rsidR="00E33FEE">
        <w:t>. K</w:t>
      </w:r>
      <w:r>
        <w:t>ufic manuscripts: a page of the ninth century from persia, written in kufic, a style of writing which was used from the sixth century c.e</w:t>
      </w:r>
      <w:r w:rsidR="00E33FEE">
        <w:t>. T</w:t>
      </w:r>
      <w:r>
        <w:t xml:space="preserve">o the </w:t>
      </w:r>
      <w:r>
        <w:lastRenderedPageBreak/>
        <w:t>eleventh century</w:t>
      </w:r>
      <w:r w:rsidR="00E33FEE">
        <w:t>. T</w:t>
      </w:r>
      <w:r>
        <w:t>he name of kufic comes from kufa, a town in iraq. (this is been kept in the george w</w:t>
      </w:r>
      <w:r w:rsidR="00E33FEE">
        <w:t>. S</w:t>
      </w:r>
      <w:r>
        <w:t>tevens gallery #4).</w:t>
      </w:r>
    </w:p>
    <w:p w:rsidR="00A01D69" w:rsidRDefault="00A01D69" w:rsidP="00CE26A0">
      <w:pPr>
        <w:pStyle w:val="libNormal"/>
      </w:pPr>
      <w:r>
        <w:t>2</w:t>
      </w:r>
      <w:r w:rsidR="00E33FEE">
        <w:t>. A</w:t>
      </w:r>
      <w:r>
        <w:t xml:space="preserve"> leaf of manuscripts written on paper dating to the tenth or eleventh century</w:t>
      </w:r>
      <w:r w:rsidR="00E33FEE">
        <w:t>. T</w:t>
      </w:r>
      <w:r>
        <w:t>he manuscripts is from persia and it is decorated in the red and gold. (the george w</w:t>
      </w:r>
      <w:r w:rsidR="00E33FEE">
        <w:t>. S</w:t>
      </w:r>
      <w:r>
        <w:t>tevens gallery #7)</w:t>
      </w:r>
    </w:p>
    <w:p w:rsidR="00E33FEE" w:rsidRDefault="00A01D69" w:rsidP="00CE26A0">
      <w:pPr>
        <w:pStyle w:val="libNormal"/>
      </w:pPr>
      <w:r>
        <w:t>3</w:t>
      </w:r>
      <w:r w:rsidR="00E33FEE">
        <w:t>. A</w:t>
      </w:r>
      <w:r>
        <w:t xml:space="preserve"> page in the kufic manuscript from the ninth century c.e</w:t>
      </w:r>
      <w:r w:rsidR="00E33FEE">
        <w:t>. E</w:t>
      </w:r>
      <w:r>
        <w:t>xcol (anthens uphom pope, greek roman art # 41,41).</w:t>
      </w:r>
    </w:p>
    <w:p w:rsidR="00E33FEE" w:rsidRDefault="00E33FEE" w:rsidP="00CE26A0">
      <w:pPr>
        <w:pStyle w:val="libNormal"/>
      </w:pPr>
      <w:r>
        <w:t>I</w:t>
      </w:r>
      <w:r w:rsidR="00A01D69">
        <w:t xml:space="preserve"> hope that qualified scholars research more for the manuscripts available in their areas.</w:t>
      </w:r>
    </w:p>
    <w:p w:rsidR="00E33FEE" w:rsidRDefault="00E33FEE" w:rsidP="00CE26A0">
      <w:pPr>
        <w:pStyle w:val="libNormal"/>
      </w:pPr>
      <w:r>
        <w:t>M</w:t>
      </w:r>
      <w:r w:rsidR="00A01D69">
        <w:t>ay god's mercy and peace be upon all.</w:t>
      </w:r>
    </w:p>
    <w:p w:rsidR="00A01D69" w:rsidRDefault="00E33FEE" w:rsidP="00CE26A0">
      <w:pPr>
        <w:pStyle w:val="libNormal"/>
      </w:pPr>
      <w:r>
        <w:t>W</w:t>
      </w:r>
      <w:r w:rsidR="00A01D69">
        <w:t>a assalam alaykum.</w:t>
      </w:r>
    </w:p>
    <w:p w:rsidR="00FF1E71" w:rsidRPr="00A032B3" w:rsidRDefault="00FF1E71" w:rsidP="00A032B3">
      <w:pPr>
        <w:pStyle w:val="libNormal"/>
      </w:pPr>
      <w:r>
        <w:br w:type="page"/>
      </w:r>
    </w:p>
    <w:p w:rsidR="00E33FEE" w:rsidRPr="001E1339" w:rsidRDefault="00A01D69" w:rsidP="00FF1E71">
      <w:pPr>
        <w:pStyle w:val="Heading1Center"/>
      </w:pPr>
      <w:bookmarkStart w:id="4" w:name="_Toc491953171"/>
      <w:r>
        <w:lastRenderedPageBreak/>
        <w:t>Ramadan : The historical backgroun</w:t>
      </w:r>
      <w:r w:rsidRPr="001E1339">
        <w:t>d</w:t>
      </w:r>
      <w:bookmarkEnd w:id="4"/>
    </w:p>
    <w:p w:rsidR="00E33FEE" w:rsidRDefault="00E33FEE" w:rsidP="00CE26A0">
      <w:pPr>
        <w:pStyle w:val="libNormal"/>
      </w:pPr>
      <w:r>
        <w:t>M</w:t>
      </w:r>
      <w:r w:rsidR="00A01D69">
        <w:t>uslim all over the world annually commemorate this month by worship and rituals even though customs may differ from one country to another</w:t>
      </w:r>
      <w:r>
        <w:t>. I</w:t>
      </w:r>
      <w:r w:rsidR="00A01D69">
        <w:t xml:space="preserve">n some islamic countries, the governments signify to the people the approaching of ramadan by firing guns </w:t>
      </w:r>
      <w:r>
        <w:t>. T</w:t>
      </w:r>
      <w:r w:rsidR="00A01D69">
        <w:t>his custom continues twice everyday of ramadan to indicate the 'suhur' the meal before fasting and the 'futur' the time of breaking the fast.</w:t>
      </w:r>
    </w:p>
    <w:p w:rsidR="00A01D69" w:rsidRDefault="00E33FEE" w:rsidP="00CE26A0">
      <w:pPr>
        <w:pStyle w:val="libNormal"/>
      </w:pPr>
      <w:r>
        <w:t>D</w:t>
      </w:r>
      <w:r w:rsidR="00A01D69">
        <w:t>uring ramadan, community members visit each other almost every night to have religious discussion and recite special invocations of ramadan.</w:t>
      </w:r>
    </w:p>
    <w:p w:rsidR="00E33FEE" w:rsidRPr="001E1339" w:rsidRDefault="00A01D69" w:rsidP="001E1339">
      <w:pPr>
        <w:pStyle w:val="Heading2"/>
      </w:pPr>
      <w:bookmarkStart w:id="5" w:name="_Toc491953172"/>
      <w:r>
        <w:t>Ramadan throughout histor</w:t>
      </w:r>
      <w:r w:rsidRPr="001E1339">
        <w:t>y</w:t>
      </w:r>
      <w:bookmarkEnd w:id="5"/>
    </w:p>
    <w:p w:rsidR="00A01D69" w:rsidRDefault="00E33FEE" w:rsidP="00CE26A0">
      <w:pPr>
        <w:pStyle w:val="libNormal"/>
      </w:pPr>
      <w:r>
        <w:t>R</w:t>
      </w:r>
      <w:r w:rsidR="00A01D69">
        <w:t>amadan is the ninth month in the muslim lunar calendar</w:t>
      </w:r>
      <w:r>
        <w:t>. T</w:t>
      </w:r>
      <w:r w:rsidR="00A01D69">
        <w:t>he lunar calendar has 29 days in some months and 30 days in others</w:t>
      </w:r>
      <w:r>
        <w:t>. T</w:t>
      </w:r>
      <w:r w:rsidR="00A01D69">
        <w:t>he word 'ramadan', and its linguistic meaning goes back to the arab naming of months for the conditions in which they occurred</w:t>
      </w:r>
      <w:r>
        <w:t>. F</w:t>
      </w:r>
      <w:r w:rsidR="00A01D69">
        <w:t>or instance, the month of 'muharram' was called as such because it was sanctified as a month when no one may enter into war</w:t>
      </w:r>
      <w:r>
        <w:t>. A</w:t>
      </w:r>
      <w:r w:rsidR="00A01D69">
        <w:t>t that period of time, fighting was common among arabs as their means of survival except in month such as muharram.</w:t>
      </w:r>
    </w:p>
    <w:p w:rsidR="00E33FEE" w:rsidRDefault="00A01D69" w:rsidP="00CE26A0">
      <w:pPr>
        <w:pStyle w:val="libNormal"/>
      </w:pPr>
      <w:r>
        <w:t>Another month, 'safar', meaning empty, indicates that the arabs used to leave their dwellings, consecutively, their homes were empty, therefore the month was named accordingly. 'jamada', a colder month means 'freezing', which was common during this time.</w:t>
      </w:r>
    </w:p>
    <w:p w:rsidR="00E33FEE" w:rsidRDefault="00E33FEE" w:rsidP="00CE26A0">
      <w:pPr>
        <w:pStyle w:val="libNormal"/>
      </w:pPr>
      <w:r>
        <w:t>T</w:t>
      </w:r>
      <w:r w:rsidR="00A01D69">
        <w:t>he arabic word 'ramada', means 'severe heat', which describes the weather during this time</w:t>
      </w:r>
      <w:r>
        <w:t>. T</w:t>
      </w:r>
      <w:r w:rsidR="00A01D69">
        <w:t>herefore the month was named 'ramadan' or the month of severe h</w:t>
      </w:r>
      <w:r>
        <w:t>. D</w:t>
      </w:r>
      <w:r w:rsidR="00A01D69">
        <w:t>uring the month of ramadan, a person prevents himself from any evil acts in order to purify self from accumulated sins in the past years.</w:t>
      </w:r>
    </w:p>
    <w:p w:rsidR="00E33FEE" w:rsidRPr="001E1339" w:rsidRDefault="00E33FEE" w:rsidP="001E1339">
      <w:pPr>
        <w:pStyle w:val="Heading2"/>
      </w:pPr>
      <w:bookmarkStart w:id="6" w:name="_Toc491953173"/>
      <w:r>
        <w:t>R</w:t>
      </w:r>
      <w:r w:rsidR="00A01D69">
        <w:t>evelation of the qur'a</w:t>
      </w:r>
      <w:r w:rsidR="00A01D69" w:rsidRPr="001E1339">
        <w:t>n</w:t>
      </w:r>
      <w:bookmarkEnd w:id="6"/>
    </w:p>
    <w:p w:rsidR="00E33FEE" w:rsidRDefault="00E33FEE" w:rsidP="00CE26A0">
      <w:pPr>
        <w:pStyle w:val="libNormal"/>
      </w:pPr>
      <w:r>
        <w:t>I</w:t>
      </w:r>
      <w:r w:rsidR="00A01D69">
        <w:t xml:space="preserve">n 609 c.e., when prophet </w:t>
      </w:r>
      <w:r w:rsidR="004A0F55">
        <w:t>Muhammad (</w:t>
      </w:r>
      <w:r w:rsidR="00A01D69">
        <w:t>p.</w:t>
      </w:r>
      <w:r w:rsidR="004A0F55">
        <w:t xml:space="preserve">) </w:t>
      </w:r>
      <w:r w:rsidR="00A01D69">
        <w:t>reached forty years of his age, he was in the practice of going to the cave of hira to contemplate on the way of life of the people who were lost in their own lust and ignorance</w:t>
      </w:r>
      <w:r>
        <w:t>. D</w:t>
      </w:r>
      <w:r w:rsidR="00A01D69">
        <w:t xml:space="preserve">uring one period of meditation in the month of ramadan, the angel gabriel came to prophet </w:t>
      </w:r>
      <w:r w:rsidR="00757208">
        <w:t>Muhammad</w:t>
      </w:r>
      <w:r w:rsidR="00A01D69">
        <w:t xml:space="preserve"> and gave him a revelation of the events to come</w:t>
      </w:r>
      <w:r>
        <w:t>. T</w:t>
      </w:r>
      <w:r w:rsidR="00A01D69">
        <w:t>hen, the prophet (p.) continuously received revelation on different occasions</w:t>
      </w:r>
      <w:r>
        <w:t>. H</w:t>
      </w:r>
      <w:r w:rsidR="00A01D69">
        <w:t xml:space="preserve">owever, every year in the month of ramadan, until the prophet's death in 633 c.e., prophet </w:t>
      </w:r>
      <w:r w:rsidR="004A0F55">
        <w:t>Muhammad (</w:t>
      </w:r>
      <w:r w:rsidR="00A01D69">
        <w:t>p.) received revelations from god for the whole past year</w:t>
      </w:r>
      <w:r>
        <w:t>. T</w:t>
      </w:r>
      <w:r w:rsidR="00A01D69">
        <w:t>hese revelations constitute the qur'an which was revealed in two periods called the macceian and the madinian.</w:t>
      </w:r>
    </w:p>
    <w:p w:rsidR="00E33FEE" w:rsidRDefault="00E33FEE" w:rsidP="00CE26A0">
      <w:pPr>
        <w:pStyle w:val="libNormal"/>
      </w:pPr>
      <w:r>
        <w:t>T</w:t>
      </w:r>
      <w:r w:rsidR="00A01D69">
        <w:t>he macceian revelations generally were before the prophet's migration to madina (609-622 c.e.), and the madinian verses were revealed after his migration to madina in 622 c.e</w:t>
      </w:r>
      <w:r>
        <w:t>. T</w:t>
      </w:r>
      <w:r w:rsidR="00A01D69">
        <w:t>he macceian mostly speak on islamic faith, while madinian mostly concern with the details of the islamic law, emphasizing the practical aspect of the qur'an and god's plan for mankind.</w:t>
      </w:r>
    </w:p>
    <w:p w:rsidR="00E33FEE" w:rsidRDefault="00E33FEE" w:rsidP="00CE26A0">
      <w:pPr>
        <w:pStyle w:val="libNormal"/>
      </w:pPr>
      <w:r>
        <w:t>T</w:t>
      </w:r>
      <w:r w:rsidR="00A01D69">
        <w:t>he total number of chapters in the qur'an is 114, beginning with 'al-fatiha' the opening chapter</w:t>
      </w:r>
      <w:r>
        <w:t>. T</w:t>
      </w:r>
      <w:r w:rsidR="00A01D69">
        <w:t xml:space="preserve">he name of this chapter proves that the holy qur'an was written and divided into chapters during the time of prophet </w:t>
      </w:r>
      <w:r w:rsidR="004A0F55">
        <w:t>Muhammad (</w:t>
      </w:r>
      <w:r w:rsidR="00A01D69">
        <w:t>p.)</w:t>
      </w:r>
      <w:r>
        <w:t>. E</w:t>
      </w:r>
      <w:r w:rsidR="00A01D69">
        <w:t xml:space="preserve">ver since muslims have maintained the same text in its </w:t>
      </w:r>
      <w:r w:rsidR="00A01D69">
        <w:lastRenderedPageBreak/>
        <w:t>original arabic language, stressing the importance of leaving the qur'an unaltered.</w:t>
      </w:r>
    </w:p>
    <w:p w:rsidR="00E33FEE" w:rsidRDefault="00E33FEE" w:rsidP="00CE26A0">
      <w:pPr>
        <w:pStyle w:val="libNormal"/>
      </w:pPr>
      <w:r>
        <w:t>N</w:t>
      </w:r>
      <w:r w:rsidR="00A01D69">
        <w:t>umerous qur'anic manuscripts are preserved at: the radawi museum in iran; the british museum in london, england; the mosque of al hussain in cairo, egypt; and the holy najaf in iraq</w:t>
      </w:r>
      <w:r>
        <w:t>. S</w:t>
      </w:r>
      <w:r w:rsidR="00A01D69">
        <w:t>ome copies are dating back to the second and third islamic century.</w:t>
      </w:r>
    </w:p>
    <w:p w:rsidR="00E33FEE" w:rsidRPr="001E1339" w:rsidRDefault="00E33FEE" w:rsidP="001E1339">
      <w:pPr>
        <w:pStyle w:val="Heading2"/>
      </w:pPr>
      <w:bookmarkStart w:id="7" w:name="_Toc491953174"/>
      <w:r>
        <w:t>I</w:t>
      </w:r>
      <w:r w:rsidR="00A01D69">
        <w:t>slam and fastin</w:t>
      </w:r>
      <w:r w:rsidR="00A01D69" w:rsidRPr="001E1339">
        <w:t>g</w:t>
      </w:r>
      <w:bookmarkEnd w:id="7"/>
    </w:p>
    <w:p w:rsidR="00E33FEE" w:rsidRDefault="00E33FEE" w:rsidP="00CE26A0">
      <w:pPr>
        <w:pStyle w:val="libNormal"/>
      </w:pPr>
      <w:r>
        <w:t>I</w:t>
      </w:r>
      <w:r w:rsidR="00A01D69">
        <w:t>n the second year of the 'hijrah', migration to madina in 623 c.e., god had commanded the muslims to fast.</w:t>
      </w:r>
    </w:p>
    <w:p w:rsidR="00A01D69" w:rsidRDefault="00E33FEE" w:rsidP="00CE26A0">
      <w:pPr>
        <w:pStyle w:val="libNormal"/>
      </w:pPr>
      <w:r>
        <w:t>T</w:t>
      </w:r>
      <w:r w:rsidR="00A01D69">
        <w:t>he qur'an says :</w:t>
      </w:r>
    </w:p>
    <w:p w:rsidR="00E33FEE" w:rsidRDefault="00A01D69" w:rsidP="00CE26A0">
      <w:pPr>
        <w:pStyle w:val="libNormal"/>
      </w:pPr>
      <w:r>
        <w:t>"o you who believe! fasting is prescribed to you as it was prescribed to those who were before you</w:t>
      </w:r>
      <w:r w:rsidR="00E33FEE">
        <w:t>. S</w:t>
      </w:r>
      <w:r>
        <w:t>o that you may become cautious (2 :183) these verses indicate three facts :</w:t>
      </w:r>
    </w:p>
    <w:p w:rsidR="00E33FEE" w:rsidRDefault="00E33FEE" w:rsidP="00CE26A0">
      <w:pPr>
        <w:pStyle w:val="libNormal"/>
      </w:pPr>
      <w:r>
        <w:t>F</w:t>
      </w:r>
      <w:r w:rsidR="00A01D69">
        <w:t>irst, that the fasting has been established in all religions.</w:t>
      </w:r>
    </w:p>
    <w:p w:rsidR="00E33FEE" w:rsidRDefault="00E33FEE" w:rsidP="00CE26A0">
      <w:pPr>
        <w:pStyle w:val="libNormal"/>
      </w:pPr>
      <w:r>
        <w:t>S</w:t>
      </w:r>
      <w:r w:rsidR="00A01D69">
        <w:t>econd, that fasting in islam differs in the intensity of its goals from other religions</w:t>
      </w:r>
      <w:r>
        <w:t>. T</w:t>
      </w:r>
      <w:r w:rsidR="00A01D69">
        <w:t>hird, that in fasting, muslims accomplish 'taqwa', which leads to a complete dedication to god.</w:t>
      </w:r>
    </w:p>
    <w:p w:rsidR="00A01D69" w:rsidRDefault="00E33FEE" w:rsidP="00CE26A0">
      <w:pPr>
        <w:pStyle w:val="libNormal"/>
      </w:pPr>
      <w:r>
        <w:t>M</w:t>
      </w:r>
      <w:r w:rsidR="00A01D69">
        <w:t>any religions encourage fasting because through it, god's grace becomes apparent and a person's faith becomes more meaningful</w:t>
      </w:r>
      <w:r>
        <w:t>. F</w:t>
      </w:r>
      <w:r w:rsidR="00A01D69">
        <w:t>asting is a direct aid to strengthen humans faith and train oneself to control his wimps</w:t>
      </w:r>
      <w:r>
        <w:t>. F</w:t>
      </w:r>
      <w:r w:rsidR="00A01D69">
        <w:t>asting is a way to teach one how to keep his body and soul in balance.</w:t>
      </w:r>
    </w:p>
    <w:p w:rsidR="00E33FEE" w:rsidRPr="001E1339" w:rsidRDefault="00A01D69" w:rsidP="001E1339">
      <w:pPr>
        <w:pStyle w:val="Heading2"/>
      </w:pPr>
      <w:bookmarkStart w:id="8" w:name="_Toc491953175"/>
      <w:r>
        <w:t>The events of ramada</w:t>
      </w:r>
      <w:r w:rsidRPr="001E1339">
        <w:t>n</w:t>
      </w:r>
      <w:bookmarkEnd w:id="8"/>
    </w:p>
    <w:p w:rsidR="00E33FEE" w:rsidRDefault="00E33FEE" w:rsidP="00CE26A0">
      <w:pPr>
        <w:pStyle w:val="libNormal"/>
      </w:pPr>
      <w:r>
        <w:t>T</w:t>
      </w:r>
      <w:r w:rsidR="00A01D69">
        <w:t>o abstain from food, drink, and any foul language or action is the main practice of fasting</w:t>
      </w:r>
      <w:r>
        <w:t>. T</w:t>
      </w:r>
      <w:r w:rsidR="00A01D69">
        <w:t>here are several ways fasting can be broken such as by eating or drinking during the day of ramadan.</w:t>
      </w:r>
    </w:p>
    <w:p w:rsidR="00E33FEE" w:rsidRDefault="00E33FEE" w:rsidP="00CE26A0">
      <w:pPr>
        <w:pStyle w:val="libNormal"/>
      </w:pPr>
      <w:r>
        <w:t>F</w:t>
      </w:r>
      <w:r w:rsidR="00A01D69">
        <w:t>irst, ramadan begins with 'suhar', that is to eat and drink before dawn, enabling a muslim to sustain his fast throughout the day, as it was the prophet's (p.) practice.</w:t>
      </w:r>
    </w:p>
    <w:p w:rsidR="00E33FEE" w:rsidRDefault="00E33FEE" w:rsidP="00CE26A0">
      <w:pPr>
        <w:pStyle w:val="libNormal"/>
      </w:pPr>
      <w:r>
        <w:t>S</w:t>
      </w:r>
      <w:r w:rsidR="00A01D69">
        <w:t>econd, reciting the qur'an, the word of god during the days of ramadan</w:t>
      </w:r>
      <w:r>
        <w:t>. T</w:t>
      </w:r>
      <w:r w:rsidR="00A01D69">
        <w:t>his helps a person to dedicate some time of his to worship, to give charity, and after each prayer recite the following invocation:</w:t>
      </w:r>
    </w:p>
    <w:p w:rsidR="00E33FEE" w:rsidRDefault="00E33FEE" w:rsidP="00CE26A0">
      <w:pPr>
        <w:pStyle w:val="libNormal"/>
      </w:pPr>
      <w:r>
        <w:t>O</w:t>
      </w:r>
      <w:r w:rsidR="00A01D69">
        <w:t>h god almighty, let those who have preceded us in this life have your grace and mercy.</w:t>
      </w:r>
    </w:p>
    <w:p w:rsidR="00E33FEE" w:rsidRDefault="00E33FEE" w:rsidP="00CE26A0">
      <w:pPr>
        <w:pStyle w:val="libNormal"/>
      </w:pPr>
      <w:r>
        <w:t>O</w:t>
      </w:r>
      <w:r w:rsidR="00A01D69">
        <w:t>h lord, help every poor person and make every hungry person full, and clothe those who are naked.</w:t>
      </w:r>
    </w:p>
    <w:p w:rsidR="00E33FEE" w:rsidRDefault="00E33FEE" w:rsidP="00CE26A0">
      <w:pPr>
        <w:pStyle w:val="libNormal"/>
      </w:pPr>
      <w:r>
        <w:t>O</w:t>
      </w:r>
      <w:r w:rsidR="00A01D69">
        <w:t>h god, help every indebted person pay his debts, and let every traveler be united with his loved ones.</w:t>
      </w:r>
    </w:p>
    <w:p w:rsidR="00E33FEE" w:rsidRDefault="00E33FEE" w:rsidP="00CE26A0">
      <w:pPr>
        <w:pStyle w:val="libNormal"/>
      </w:pPr>
      <w:r>
        <w:t>O</w:t>
      </w:r>
      <w:r w:rsidR="00A01D69">
        <w:t>h god, let every prisoner of war be liberated, and help dishonest one become pure in heart, by your grace.</w:t>
      </w:r>
    </w:p>
    <w:p w:rsidR="00E33FEE" w:rsidRDefault="00E33FEE" w:rsidP="00CE26A0">
      <w:pPr>
        <w:pStyle w:val="libNormal"/>
      </w:pPr>
      <w:r>
        <w:t>O</w:t>
      </w:r>
      <w:r w:rsidR="00A01D69">
        <w:t>h lord, cure every illness and fill our poverty with your fullness</w:t>
      </w:r>
      <w:r>
        <w:t>. H</w:t>
      </w:r>
      <w:r w:rsidR="00A01D69">
        <w:t>elp us to change our faults and give us the beauty of your perfection.</w:t>
      </w:r>
    </w:p>
    <w:p w:rsidR="00E33FEE" w:rsidRDefault="00E33FEE" w:rsidP="00CE26A0">
      <w:pPr>
        <w:pStyle w:val="libNormal"/>
      </w:pPr>
      <w:r>
        <w:t>T</w:t>
      </w:r>
      <w:r w:rsidR="00A01D69">
        <w:t>hird, 'iftar' which means breaking the fast after sunset</w:t>
      </w:r>
      <w:r>
        <w:t>. T</w:t>
      </w:r>
      <w:r w:rsidR="00A01D69">
        <w:t>he prophet (p.) says: "whoever of you feeds a hungry person, or a fasting person in this month, shall receive his reward from god and will have his sins forgiven, and shall be rewarded in the hereafter."</w:t>
      </w:r>
    </w:p>
    <w:p w:rsidR="00E33FEE" w:rsidRDefault="00E33FEE" w:rsidP="00CE26A0">
      <w:pPr>
        <w:pStyle w:val="libNormal"/>
      </w:pPr>
      <w:r>
        <w:lastRenderedPageBreak/>
        <w:t>M</w:t>
      </w:r>
      <w:r w:rsidR="00A01D69">
        <w:t>uslims, at the time of breaking fast, recite the following short invocation: " oh lord almighty, only for you we fast, by your bounty we break our fast, and only upon you we rely."</w:t>
      </w:r>
    </w:p>
    <w:p w:rsidR="00E33FEE" w:rsidRDefault="00E33FEE" w:rsidP="00CE26A0">
      <w:pPr>
        <w:pStyle w:val="libNormal"/>
      </w:pPr>
      <w:r>
        <w:t>F</w:t>
      </w:r>
      <w:r w:rsidR="00A01D69">
        <w:t>ourth, the 'lailat-ul-qadr' " the night of planning, during this night, god has planned the course of humanity</w:t>
      </w:r>
      <w:r>
        <w:t>. I</w:t>
      </w:r>
      <w:r w:rsidR="00A01D69">
        <w:t>t is recommended for muslims to worship and be especially close to god during this night</w:t>
      </w:r>
      <w:r>
        <w:t>. T</w:t>
      </w:r>
      <w:r w:rsidR="00A01D69">
        <w:t>he qur'an devotes to this night the whole chapter number 97</w:t>
      </w:r>
      <w:r>
        <w:t>. A</w:t>
      </w:r>
      <w:r w:rsidR="00A01D69">
        <w:t>mong the nights of ramadan</w:t>
      </w:r>
      <w:r>
        <w:t>. T</w:t>
      </w:r>
      <w:r w:rsidR="00A01D69">
        <w:t>he 19th, 21st and 23rd, are considered the most holy nights</w:t>
      </w:r>
      <w:r>
        <w:t>. T</w:t>
      </w:r>
      <w:r w:rsidR="00A01D69">
        <w:t>herefore, many invocations and rituals are described in the books of worship.</w:t>
      </w:r>
    </w:p>
    <w:p w:rsidR="00E33FEE" w:rsidRPr="001E1339" w:rsidRDefault="00E33FEE" w:rsidP="001E1339">
      <w:pPr>
        <w:pStyle w:val="Heading2"/>
      </w:pPr>
      <w:bookmarkStart w:id="9" w:name="_Toc491953176"/>
      <w:r>
        <w:t>I</w:t>
      </w:r>
      <w:r w:rsidR="00A01D69">
        <w:t>d-ul-fitr breaking the fas</w:t>
      </w:r>
      <w:r w:rsidR="00A01D69" w:rsidRPr="001E1339">
        <w:t>t</w:t>
      </w:r>
      <w:bookmarkEnd w:id="9"/>
    </w:p>
    <w:p w:rsidR="00E33FEE" w:rsidRDefault="00E33FEE" w:rsidP="00CE26A0">
      <w:pPr>
        <w:pStyle w:val="libNormal"/>
      </w:pPr>
      <w:r>
        <w:t>O</w:t>
      </w:r>
      <w:r w:rsidR="00A01D69">
        <w:t>n the first day after the month of ramadan, muslims throughout the world celebrate after breaking the fast</w:t>
      </w:r>
      <w:r>
        <w:t>. I</w:t>
      </w:r>
      <w:r w:rsidR="00A01D69">
        <w:t>t is an international muslim celebration</w:t>
      </w:r>
      <w:r>
        <w:t>. M</w:t>
      </w:r>
      <w:r w:rsidR="00A01D69">
        <w:t>embers of each family gather to praise god almighty and visit each other, exchanging gifts</w:t>
      </w:r>
      <w:r>
        <w:t>. T</w:t>
      </w:r>
      <w:r w:rsidR="00A01D69">
        <w:t>his day gives muslims a chance to plan their future and review their obligations</w:t>
      </w:r>
      <w:r>
        <w:t>. I</w:t>
      </w:r>
      <w:r w:rsidR="00A01D69">
        <w:t>mam ali (a) says, " it is a celebration for those who have obeyed god through fasting; and any day that a person obeys god, is a day of celebration."</w:t>
      </w:r>
    </w:p>
    <w:p w:rsidR="00E33FEE" w:rsidRPr="001E1339" w:rsidRDefault="00E33FEE" w:rsidP="001E1339">
      <w:pPr>
        <w:pStyle w:val="Heading2"/>
      </w:pPr>
      <w:bookmarkStart w:id="10" w:name="_Toc491953177"/>
      <w:r>
        <w:t>Z</w:t>
      </w:r>
      <w:r w:rsidR="00A01D69">
        <w:t>akat ul-fit</w:t>
      </w:r>
      <w:r w:rsidR="00A01D69" w:rsidRPr="001E1339">
        <w:t>r</w:t>
      </w:r>
      <w:bookmarkEnd w:id="10"/>
    </w:p>
    <w:p w:rsidR="00E33FEE" w:rsidRDefault="00E33FEE" w:rsidP="00CE26A0">
      <w:pPr>
        <w:pStyle w:val="libNormal"/>
      </w:pPr>
      <w:r>
        <w:t>T</w:t>
      </w:r>
      <w:r w:rsidR="00A01D69">
        <w:t>o fully understand the needs of the poor, every muslim, whether he or she fasts or not, is obligated to give approximately six pounds of food to a needy person</w:t>
      </w:r>
      <w:r>
        <w:t>. I</w:t>
      </w:r>
      <w:r w:rsidR="00A01D69">
        <w:t>n this way, muslims share god's blessing with others who are in need.</w:t>
      </w:r>
    </w:p>
    <w:p w:rsidR="00A01D69" w:rsidRDefault="00E33FEE" w:rsidP="00CE26A0">
      <w:pPr>
        <w:pStyle w:val="libNormal"/>
      </w:pPr>
      <w:r>
        <w:t>I</w:t>
      </w:r>
      <w:r w:rsidR="00A01D69">
        <w:t>n short, fasting and the rituals of ramadan are the ways of purification</w:t>
      </w:r>
      <w:r>
        <w:t>. T</w:t>
      </w:r>
      <w:r w:rsidR="00A01D69">
        <w:t>hrough self denial, charity and self control, a person would be able to come closer to perfection.</w:t>
      </w:r>
    </w:p>
    <w:p w:rsidR="00D33510" w:rsidRDefault="00D33510" w:rsidP="00D33510">
      <w:pPr>
        <w:pStyle w:val="libNormal"/>
      </w:pPr>
      <w:r>
        <w:br w:type="page"/>
      </w:r>
    </w:p>
    <w:p w:rsidR="00A01D69" w:rsidRDefault="00A01D69" w:rsidP="00D33510">
      <w:pPr>
        <w:pStyle w:val="Heading1Center"/>
      </w:pPr>
      <w:bookmarkStart w:id="11" w:name="_Toc491953178"/>
      <w:r>
        <w:lastRenderedPageBreak/>
        <w:t>Jerusalem and three main religion</w:t>
      </w:r>
      <w:bookmarkEnd w:id="11"/>
    </w:p>
    <w:p w:rsidR="00E33FEE" w:rsidRPr="001E1339" w:rsidRDefault="00A01D69" w:rsidP="001E1339">
      <w:pPr>
        <w:pStyle w:val="Heading2"/>
      </w:pPr>
      <w:bookmarkStart w:id="12" w:name="_Toc491953179"/>
      <w:r>
        <w:t>Islam, Christianity, and Judais</w:t>
      </w:r>
      <w:r w:rsidRPr="001E1339">
        <w:t>m</w:t>
      </w:r>
      <w:bookmarkEnd w:id="12"/>
    </w:p>
    <w:p w:rsidR="00E33FEE" w:rsidRDefault="00E33FEE" w:rsidP="00CE26A0">
      <w:pPr>
        <w:pStyle w:val="libNormal"/>
      </w:pPr>
      <w:r>
        <w:t>J</w:t>
      </w:r>
      <w:r w:rsidR="00A01D69">
        <w:t>erusalem is considered one of the sacred holy land in the history of the mankind and respected by the three main religions.</w:t>
      </w:r>
    </w:p>
    <w:p w:rsidR="00E33FEE" w:rsidRPr="001E1339" w:rsidRDefault="00E33FEE" w:rsidP="001E1339">
      <w:pPr>
        <w:pStyle w:val="Heading2"/>
      </w:pPr>
      <w:bookmarkStart w:id="13" w:name="_Toc491953180"/>
      <w:r>
        <w:t>J</w:t>
      </w:r>
      <w:r w:rsidR="00A01D69">
        <w:t>udais</w:t>
      </w:r>
      <w:r w:rsidR="00A01D69" w:rsidRPr="001E1339">
        <w:t>m</w:t>
      </w:r>
      <w:bookmarkEnd w:id="13"/>
    </w:p>
    <w:p w:rsidR="00E33FEE" w:rsidRDefault="00E33FEE" w:rsidP="00CE26A0">
      <w:pPr>
        <w:pStyle w:val="libNormal"/>
      </w:pPr>
      <w:r>
        <w:t>T</w:t>
      </w:r>
      <w:r w:rsidR="00A01D69">
        <w:t>he jewish consider jerusalem an old historical city</w:t>
      </w:r>
      <w:r>
        <w:t>. S</w:t>
      </w:r>
      <w:r w:rsidR="00A01D69">
        <w:t>ince babylonian captivity upto the destruction of the temple, the events of the sinai, spending forty years after their deliberation from the pharaoh are examples of jewish history.</w:t>
      </w:r>
    </w:p>
    <w:p w:rsidR="00E33FEE" w:rsidRPr="001E1339" w:rsidRDefault="00E33FEE" w:rsidP="001E1339">
      <w:pPr>
        <w:pStyle w:val="Heading2"/>
      </w:pPr>
      <w:bookmarkStart w:id="14" w:name="_Toc491953181"/>
      <w:r>
        <w:t>C</w:t>
      </w:r>
      <w:r w:rsidR="00A01D69">
        <w:t>hristianit</w:t>
      </w:r>
      <w:r w:rsidR="00A01D69" w:rsidRPr="001E1339">
        <w:t>y</w:t>
      </w:r>
      <w:bookmarkEnd w:id="14"/>
    </w:p>
    <w:p w:rsidR="00A01D69" w:rsidRDefault="00E33FEE" w:rsidP="00CE26A0">
      <w:pPr>
        <w:pStyle w:val="libNormal"/>
      </w:pPr>
      <w:r>
        <w:t>J</w:t>
      </w:r>
      <w:r w:rsidR="00A01D69">
        <w:t>esus was and is the focal point of the christians nation because jesus and his disciples brought the message of god to that part of the world from ramallah, town of khalil, and bethlehem</w:t>
      </w:r>
      <w:r>
        <w:t>. J</w:t>
      </w:r>
      <w:r w:rsidR="00A01D69">
        <w:t>esus and his followers lived up to their principles in jerusalem</w:t>
      </w:r>
      <w:r>
        <w:t>. C</w:t>
      </w:r>
      <w:r w:rsidR="00A01D69">
        <w:t>hristianity regards jerusalem as the center of their faith.</w:t>
      </w:r>
    </w:p>
    <w:p w:rsidR="00E33FEE" w:rsidRPr="001E1339" w:rsidRDefault="00A01D69" w:rsidP="001E1339">
      <w:pPr>
        <w:pStyle w:val="Heading2"/>
      </w:pPr>
      <w:bookmarkStart w:id="15" w:name="_Toc491953182"/>
      <w:r>
        <w:t>Isla</w:t>
      </w:r>
      <w:r w:rsidRPr="001E1339">
        <w:t>m</w:t>
      </w:r>
      <w:bookmarkEnd w:id="15"/>
    </w:p>
    <w:p w:rsidR="00E33FEE" w:rsidRDefault="00E33FEE" w:rsidP="00CE26A0">
      <w:pPr>
        <w:pStyle w:val="libNormal"/>
      </w:pPr>
      <w:r>
        <w:t>I</w:t>
      </w:r>
      <w:r w:rsidR="00A01D69">
        <w:t>slamic faith and history have strong ties to jerusalem</w:t>
      </w:r>
      <w:r>
        <w:t>. F</w:t>
      </w:r>
      <w:r w:rsidR="00A01D69">
        <w:t xml:space="preserve">irst, it was the direction of prayers of muslims for a period of time as commonly believed and it was the ascension point when prophet </w:t>
      </w:r>
      <w:r w:rsidR="004A0F55">
        <w:t>Muhammad (</w:t>
      </w:r>
      <w:r w:rsidR="00A01D69">
        <w:t>p.</w:t>
      </w:r>
      <w:r w:rsidR="004A0F55">
        <w:t xml:space="preserve">) </w:t>
      </w:r>
      <w:r w:rsidR="00A01D69">
        <w:t>ascended to heaven</w:t>
      </w:r>
      <w:r>
        <w:t>. T</w:t>
      </w:r>
      <w:r w:rsidR="00A01D69">
        <w:t>his event is known as mi'raj.</w:t>
      </w:r>
    </w:p>
    <w:p w:rsidR="00A01D69" w:rsidRDefault="00E33FEE" w:rsidP="00CE26A0">
      <w:pPr>
        <w:pStyle w:val="libNormal"/>
      </w:pPr>
      <w:r>
        <w:t>G</w:t>
      </w:r>
      <w:r w:rsidR="00A01D69">
        <w:t xml:space="preserve">od says," glory to god who did took his servant </w:t>
      </w:r>
      <w:r w:rsidR="00757208">
        <w:t>Muhammad</w:t>
      </w:r>
      <w:r w:rsidR="00A01D69">
        <w:t xml:space="preserve"> for a journey during night from sacred house mecca to the farthest mosque (jerusalem) whose precincts we did bless, in order that we might show him (</w:t>
      </w:r>
      <w:r w:rsidR="00757208">
        <w:t>Muhammad</w:t>
      </w:r>
      <w:r w:rsidR="00A01D69">
        <w:t>) some of ours signs for he is the one who hears and sees. " the qur'an 17:1.</w:t>
      </w:r>
    </w:p>
    <w:p w:rsidR="00A01D69" w:rsidRDefault="00A01D69" w:rsidP="00CE26A0">
      <w:pPr>
        <w:pStyle w:val="libNormal"/>
      </w:pPr>
      <w:r>
        <w:t>Also, the prophet (p.) said, " pilgrimage should not be made except to three mosques : mecca, mesjid of aksa, (jerusalem), and mosque of (madina)."</w:t>
      </w:r>
    </w:p>
    <w:p w:rsidR="00E33FEE" w:rsidRPr="001E1339" w:rsidRDefault="00A01D69" w:rsidP="001E1339">
      <w:pPr>
        <w:pStyle w:val="Heading2"/>
      </w:pPr>
      <w:bookmarkStart w:id="16" w:name="_Toc491953183"/>
      <w:r>
        <w:t>History of Governmen</w:t>
      </w:r>
      <w:r w:rsidRPr="001E1339">
        <w:t>t</w:t>
      </w:r>
      <w:bookmarkEnd w:id="16"/>
    </w:p>
    <w:p w:rsidR="00E33FEE" w:rsidRDefault="00E33FEE" w:rsidP="00CE26A0">
      <w:pPr>
        <w:pStyle w:val="libNormal"/>
      </w:pPr>
      <w:r>
        <w:t>M</w:t>
      </w:r>
      <w:r w:rsidR="00A01D69">
        <w:t>ost of the government that ruled jerusalem, build their rules on the distraction of previous cultures without any respect for the other religions</w:t>
      </w:r>
      <w:r>
        <w:t>. D</w:t>
      </w:r>
      <w:r w:rsidR="00A01D69">
        <w:t>uring the islamic rule in jerusalem, however, all three religions in jerusalem were respected</w:t>
      </w:r>
      <w:r>
        <w:t>. T</w:t>
      </w:r>
      <w:r w:rsidR="00A01D69">
        <w:t>hroughout the islamic period, philosophers, doctors of medicine, and poets (non arabs) enjoyed the protection provided for them by islamic rulers</w:t>
      </w:r>
      <w:r>
        <w:t>. I</w:t>
      </w:r>
      <w:r w:rsidR="00A01D69">
        <w:t>n short, islam considers jerusalem as the cradle of all prophets.</w:t>
      </w:r>
    </w:p>
    <w:p w:rsidR="00FF1E71" w:rsidRPr="00A032B3" w:rsidRDefault="00FF1E71" w:rsidP="00A032B3">
      <w:pPr>
        <w:pStyle w:val="libNormal"/>
      </w:pPr>
      <w:r>
        <w:br w:type="page"/>
      </w:r>
    </w:p>
    <w:p w:rsidR="00A01D69" w:rsidRDefault="00E33FEE" w:rsidP="00FF1E71">
      <w:pPr>
        <w:pStyle w:val="Heading1Center"/>
      </w:pPr>
      <w:bookmarkStart w:id="17" w:name="_Toc491953184"/>
      <w:r>
        <w:lastRenderedPageBreak/>
        <w:t>M</w:t>
      </w:r>
      <w:r w:rsidR="00A01D69">
        <w:t>uharram...</w:t>
      </w:r>
      <w:r>
        <w:t>. W</w:t>
      </w:r>
      <w:r w:rsidR="00A01D69">
        <w:t>hat is it?</w:t>
      </w:r>
      <w:bookmarkEnd w:id="17"/>
    </w:p>
    <w:p w:rsidR="00A01D69" w:rsidRDefault="00A01D69" w:rsidP="00CE26A0">
      <w:pPr>
        <w:pStyle w:val="libNormal"/>
      </w:pPr>
      <w:r>
        <w:t>"do you not see that righteousness has been abandoned and evil goes unforbidden</w:t>
      </w:r>
      <w:r w:rsidR="00E33FEE">
        <w:t>. I</w:t>
      </w:r>
      <w:r>
        <w:t>n such condition, the true believeraspires to hasten into the presence of god.</w:t>
      </w:r>
    </w:p>
    <w:p w:rsidR="00E33FEE" w:rsidRDefault="00A01D69" w:rsidP="00CE26A0">
      <w:pPr>
        <w:pStyle w:val="libNormal"/>
      </w:pPr>
      <w:r>
        <w:t>" indeed i do not see death in such a condition but happiness, and life under shadow of tyrants but grief "</w:t>
      </w:r>
    </w:p>
    <w:p w:rsidR="00E33FEE" w:rsidRDefault="00E33FEE" w:rsidP="00CE26A0">
      <w:pPr>
        <w:pStyle w:val="libNormal"/>
      </w:pPr>
      <w:r>
        <w:t>I</w:t>
      </w:r>
      <w:r w:rsidR="00A01D69">
        <w:t xml:space="preserve">mam </w:t>
      </w:r>
      <w:r w:rsidR="004A0F55">
        <w:t>Husayn</w:t>
      </w:r>
      <w:r w:rsidR="00A01D69">
        <w:t xml:space="preserve"> (a.) (625-680 c.e.)</w:t>
      </w:r>
    </w:p>
    <w:p w:rsidR="00E33FEE" w:rsidRDefault="00E33FEE" w:rsidP="00CE26A0">
      <w:pPr>
        <w:pStyle w:val="libNormal"/>
      </w:pPr>
      <w:r>
        <w:t>T</w:t>
      </w:r>
      <w:r w:rsidR="00A01D69">
        <w:t>he memory of muharram is alive in the hearts of every muslim</w:t>
      </w:r>
      <w:r>
        <w:t>. I</w:t>
      </w:r>
      <w:r w:rsidR="00A01D69">
        <w:t>t is a source of inspiration, and courage to stand against evil</w:t>
      </w:r>
      <w:r>
        <w:t>. M</w:t>
      </w:r>
      <w:r w:rsidR="00A01D69">
        <w:t xml:space="preserve">uharram is the first month of the islamic calendar during which shi'ite muslims commemorate the martyrdom of imam </w:t>
      </w:r>
      <w:r w:rsidR="004A0F55">
        <w:t>Husayn</w:t>
      </w:r>
      <w:r w:rsidR="00A01D69">
        <w:t xml:space="preserve"> (a.), the grandson of prophet </w:t>
      </w:r>
      <w:r w:rsidR="00757208">
        <w:t>Muhammad</w:t>
      </w:r>
      <w:r w:rsidR="00A01D69">
        <w:t>(p.) from his daughter fatima al zahra (a.)</w:t>
      </w:r>
    </w:p>
    <w:p w:rsidR="00E33FEE" w:rsidRDefault="00E33FEE" w:rsidP="00CE26A0">
      <w:pPr>
        <w:pStyle w:val="libNormal"/>
      </w:pPr>
      <w:r>
        <w:t>I</w:t>
      </w:r>
      <w:r w:rsidR="00A01D69">
        <w:t xml:space="preserve">mam </w:t>
      </w:r>
      <w:r w:rsidR="004A0F55">
        <w:t>Husayn</w:t>
      </w:r>
      <w:r w:rsidR="00A01D69">
        <w:t xml:space="preserve"> (a.)</w:t>
      </w:r>
    </w:p>
    <w:p w:rsidR="00A01D69" w:rsidRDefault="00E33FEE" w:rsidP="00CE26A0">
      <w:pPr>
        <w:pStyle w:val="libNormal"/>
      </w:pPr>
      <w:r>
        <w:t>I</w:t>
      </w:r>
      <w:r w:rsidR="00A01D69">
        <w:t xml:space="preserve">mam </w:t>
      </w:r>
      <w:r w:rsidR="004A0F55">
        <w:t>Husayn</w:t>
      </w:r>
      <w:r w:rsidR="00A01D69">
        <w:t xml:space="preserve"> (a.) was born on 3rd of sha'ban in the 4th year of the islamic calendar, 625 c.e</w:t>
      </w:r>
      <w:r>
        <w:t>. I</w:t>
      </w:r>
      <w:r w:rsidR="00A01D69">
        <w:t>n the holy city of madina, arabia</w:t>
      </w:r>
      <w:r>
        <w:t>. H</w:t>
      </w:r>
      <w:r w:rsidR="00A01D69">
        <w:t xml:space="preserve">is grandfather named him </w:t>
      </w:r>
      <w:r w:rsidR="004A0F55">
        <w:t>Husayn</w:t>
      </w:r>
      <w:r w:rsidR="00A01D69">
        <w:t>, a diminutive word indicating his physical attraction and suggesting his beautiful character</w:t>
      </w:r>
      <w:r>
        <w:t>. T</w:t>
      </w:r>
      <w:r w:rsidR="00A01D69">
        <w:t>he holy qur'an refers to him and some other members of prophet's family, saying:</w:t>
      </w:r>
    </w:p>
    <w:p w:rsidR="00A01D69" w:rsidRDefault="00A01D69" w:rsidP="00CE26A0">
      <w:pPr>
        <w:pStyle w:val="libNormal"/>
      </w:pPr>
      <w:r>
        <w:t xml:space="preserve">" indeed god desires to purify you; oh! the people of the house" the qur'an 33:33 thus, on many occasions, the prophet (p.) indicated that his grandson al </w:t>
      </w:r>
      <w:r w:rsidR="004A0F55">
        <w:t>Husayn</w:t>
      </w:r>
      <w:r>
        <w:t xml:space="preserve"> is the most qualified imam</w:t>
      </w:r>
      <w:r w:rsidR="00E33FEE">
        <w:t>. O</w:t>
      </w:r>
      <w:r>
        <w:t>nce he said of him and his brother al hasan " these two are my sons; they are two imams".</w:t>
      </w:r>
    </w:p>
    <w:p w:rsidR="00E33FEE" w:rsidRPr="001E1339" w:rsidRDefault="00A01D69" w:rsidP="001E1339">
      <w:pPr>
        <w:pStyle w:val="Heading2"/>
      </w:pPr>
      <w:bookmarkStart w:id="18" w:name="_Toc491953185"/>
      <w:r>
        <w:t>Imam and Caliphat</w:t>
      </w:r>
      <w:r w:rsidRPr="001E1339">
        <w:t>e</w:t>
      </w:r>
      <w:bookmarkEnd w:id="18"/>
    </w:p>
    <w:p w:rsidR="00A01D69" w:rsidRDefault="00E33FEE" w:rsidP="00CE26A0">
      <w:pPr>
        <w:pStyle w:val="libNormal"/>
      </w:pPr>
      <w:r>
        <w:t>O</w:t>
      </w:r>
      <w:r w:rsidR="00A01D69">
        <w:t>n the other hand, contrary to the teachings of the prophet (p.), for the first time in the islamic history, mu'awiyah, the governor of damascus claimed the caliphate and changed it to a monarchy and hereditary kingship, opposing the previous system of ruling which was in practice</w:t>
      </w:r>
      <w:r>
        <w:t>. H</w:t>
      </w:r>
      <w:r w:rsidR="00A01D69">
        <w:t>e thereby appointed his son yazid as his successor, who was not fit for this position according to principle of shura.</w:t>
      </w:r>
    </w:p>
    <w:p w:rsidR="00E33FEE" w:rsidRDefault="00A01D69" w:rsidP="00CE26A0">
      <w:pPr>
        <w:pStyle w:val="libNormal"/>
      </w:pPr>
      <w:r>
        <w:t>At this point, most muslims scholars of the time refused to accept the legitimacy of the shift to monarchy</w:t>
      </w:r>
      <w:r w:rsidR="00E33FEE">
        <w:t>. A</w:t>
      </w:r>
      <w:r>
        <w:t xml:space="preserve">mong them were abdul rahman, son of the first caliph, and abdullah, son of zubayr, but no one stood against yazid as imam </w:t>
      </w:r>
      <w:r w:rsidR="004A0F55">
        <w:t>Husayn</w:t>
      </w:r>
      <w:r>
        <w:t xml:space="preserve"> (a.) did.</w:t>
      </w:r>
    </w:p>
    <w:p w:rsidR="00A01D69" w:rsidRDefault="00E33FEE" w:rsidP="00CE26A0">
      <w:pPr>
        <w:pStyle w:val="libNormal"/>
      </w:pPr>
      <w:r>
        <w:t>I</w:t>
      </w:r>
      <w:r w:rsidR="00A01D69">
        <w:t xml:space="preserve">mam </w:t>
      </w:r>
      <w:r w:rsidR="004A0F55">
        <w:t>Husayn</w:t>
      </w:r>
      <w:r w:rsidR="00A01D69">
        <w:t>(a.) declared the false foundation of such a change</w:t>
      </w:r>
      <w:r>
        <w:t>. C</w:t>
      </w:r>
      <w:r w:rsidR="00A01D69">
        <w:t xml:space="preserve">onsequently, after the death of mu'awiyah in 60/679 c.e., most of the muslims looked toward imam </w:t>
      </w:r>
      <w:r w:rsidR="004A0F55">
        <w:t>Husayn</w:t>
      </w:r>
      <w:r w:rsidR="00A01D69">
        <w:t xml:space="preserve"> (a.) as their true religious leader</w:t>
      </w:r>
      <w:r>
        <w:t>. T</w:t>
      </w:r>
      <w:r w:rsidR="00A01D69">
        <w:t xml:space="preserve">hus, creating resentment on the part of yazid, who demanded relinquishment of imam </w:t>
      </w:r>
      <w:r w:rsidR="004A0F55">
        <w:t>Husayn</w:t>
      </w:r>
      <w:r w:rsidR="00A01D69">
        <w:t>'s (a.) leadership.</w:t>
      </w:r>
    </w:p>
    <w:p w:rsidR="00E33FEE" w:rsidRPr="001E1339" w:rsidRDefault="00A01D69" w:rsidP="001E1339">
      <w:pPr>
        <w:pStyle w:val="Heading2"/>
      </w:pPr>
      <w:bookmarkStart w:id="19" w:name="_Toc491953186"/>
      <w:r>
        <w:t>Imam Husayn's missio</w:t>
      </w:r>
      <w:r w:rsidRPr="001E1339">
        <w:t>n</w:t>
      </w:r>
      <w:bookmarkEnd w:id="19"/>
    </w:p>
    <w:p w:rsidR="00E33FEE" w:rsidRDefault="00E33FEE" w:rsidP="00CE26A0">
      <w:pPr>
        <w:pStyle w:val="libNormal"/>
      </w:pPr>
      <w:r>
        <w:t>F</w:t>
      </w:r>
      <w:r w:rsidR="00A01D69">
        <w:t xml:space="preserve">urther, imam </w:t>
      </w:r>
      <w:r w:rsidR="004A0F55">
        <w:t>Husayn</w:t>
      </w:r>
      <w:r w:rsidR="00A01D69">
        <w:t xml:space="preserve"> (a.) declared that, " we are family of the prophet (p.), and have the true message of god</w:t>
      </w:r>
      <w:r>
        <w:t>. Y</w:t>
      </w:r>
      <w:r w:rsidR="00A01D69">
        <w:t>azid is a corrupt person, and i cannot support him ".</w:t>
      </w:r>
    </w:p>
    <w:p w:rsidR="00E33FEE" w:rsidRDefault="00E33FEE" w:rsidP="00CE26A0">
      <w:pPr>
        <w:pStyle w:val="libNormal"/>
      </w:pPr>
      <w:r>
        <w:t>M</w:t>
      </w:r>
      <w:r w:rsidR="00A01D69">
        <w:t>eanwhile, most of residents of the city of kufa, iraq, sent over 10,000 letters of support to imam inviting him to their city which was one of the largest city of that time</w:t>
      </w:r>
      <w:r>
        <w:t>. T</w:t>
      </w:r>
      <w:r w:rsidR="00A01D69">
        <w:t>herefore, imam sent hid cousin muslim, son of aqeel to review the circumstances concerning the invitation</w:t>
      </w:r>
      <w:r>
        <w:t>. A</w:t>
      </w:r>
      <w:r w:rsidR="00A01D69">
        <w:t xml:space="preserve">t first, the </w:t>
      </w:r>
      <w:r w:rsidR="00A01D69">
        <w:lastRenderedPageBreak/>
        <w:t>people overwhelmingly welcomed him, but the propaganda of omayyads was able to crush the mission.</w:t>
      </w:r>
    </w:p>
    <w:p w:rsidR="00A01D69" w:rsidRDefault="00E33FEE" w:rsidP="00CE26A0">
      <w:pPr>
        <w:pStyle w:val="libNormal"/>
      </w:pPr>
      <w:r>
        <w:t>F</w:t>
      </w:r>
      <w:r w:rsidR="00A01D69">
        <w:t xml:space="preserve">urthermore, imam </w:t>
      </w:r>
      <w:r w:rsidR="004A0F55">
        <w:t>Husayn</w:t>
      </w:r>
      <w:r w:rsidR="00A01D69">
        <w:t xml:space="preserve"> (a.) said, " i was not born an evil nor a cruel man</w:t>
      </w:r>
      <w:r>
        <w:t>. I</w:t>
      </w:r>
      <w:r w:rsidR="00A01D69">
        <w:t xml:space="preserve"> am not a corrupt person</w:t>
      </w:r>
      <w:r>
        <w:t>. M</w:t>
      </w:r>
      <w:r w:rsidR="00A01D69">
        <w:t>y mission is to lead the muslims nation to the right path and to correct that which is wrong</w:t>
      </w:r>
      <w:r>
        <w:t>. I</w:t>
      </w:r>
      <w:r w:rsidR="00A01D69">
        <w:t xml:space="preserve"> must follow god's order to commend kindness and stop evil"</w:t>
      </w:r>
    </w:p>
    <w:p w:rsidR="00E33FEE" w:rsidRPr="001E1339" w:rsidRDefault="00A01D69" w:rsidP="001E1339">
      <w:pPr>
        <w:pStyle w:val="Heading2"/>
      </w:pPr>
      <w:bookmarkStart w:id="20" w:name="_Toc491953187"/>
      <w:r>
        <w:t>The just caus</w:t>
      </w:r>
      <w:r w:rsidRPr="001E1339">
        <w:t>e</w:t>
      </w:r>
      <w:bookmarkEnd w:id="20"/>
    </w:p>
    <w:p w:rsidR="00A01D69" w:rsidRDefault="00E33FEE" w:rsidP="00CE26A0">
      <w:pPr>
        <w:pStyle w:val="libNormal"/>
      </w:pPr>
      <w:r>
        <w:t>H</w:t>
      </w:r>
      <w:r w:rsidR="00A01D69">
        <w:t xml:space="preserve">owever, imam was fully aware that yazid would never allow him to live because the life of imam </w:t>
      </w:r>
      <w:r w:rsidR="004A0F55">
        <w:t>Husayn</w:t>
      </w:r>
      <w:r w:rsidR="00A01D69">
        <w:t xml:space="preserve"> (a.) was a threat to yazid's throne, which had foundation of cruelty, injustice and hypocrisy</w:t>
      </w:r>
      <w:r>
        <w:t>. I</w:t>
      </w:r>
      <w:r w:rsidR="00A01D69">
        <w:t>n contrast to the true muslim leadership which was establish to protect muslim nation</w:t>
      </w:r>
      <w:r>
        <w:t>. I</w:t>
      </w:r>
      <w:r w:rsidR="00A01D69">
        <w:t>mam carried his mission as the holy qur'an says, " fight for the cause of god, those who fight against you, but do not exceed the limit. " the qur'an 2:190.</w:t>
      </w:r>
    </w:p>
    <w:p w:rsidR="00A01D69" w:rsidRDefault="00A01D69" w:rsidP="00CE26A0">
      <w:pPr>
        <w:pStyle w:val="libNormal"/>
      </w:pPr>
      <w:r>
        <w:t xml:space="preserve">Accordingly, as imam had predicted, the army of yazid attacked imam </w:t>
      </w:r>
      <w:r w:rsidR="004A0F55">
        <w:t>Husayn</w:t>
      </w:r>
      <w:r>
        <w:t>'s (a.) small party totaled 72 persons, fighting against the yazid's army of 10,000 men as it is documented</w:t>
      </w:r>
      <w:r w:rsidR="00E33FEE">
        <w:t>. F</w:t>
      </w:r>
      <w:r>
        <w:t>inally, imam and his companions courageously gave their lives to very just cause and his martyrdom became the symbol of courage and bravery in the islamic history.</w:t>
      </w:r>
    </w:p>
    <w:p w:rsidR="00E33FEE" w:rsidRPr="001E1339" w:rsidRDefault="00A01D69" w:rsidP="001E1339">
      <w:pPr>
        <w:pStyle w:val="Heading2"/>
      </w:pPr>
      <w:bookmarkStart w:id="21" w:name="_Toc491953188"/>
      <w:r>
        <w:t>The catastroph</w:t>
      </w:r>
      <w:r w:rsidRPr="001E1339">
        <w:t>e</w:t>
      </w:r>
      <w:bookmarkEnd w:id="21"/>
    </w:p>
    <w:p w:rsidR="00A01D69" w:rsidRDefault="00E33FEE" w:rsidP="00CE26A0">
      <w:pPr>
        <w:pStyle w:val="libNormal"/>
      </w:pPr>
      <w:r>
        <w:t>T</w:t>
      </w:r>
      <w:r w:rsidR="00A01D69">
        <w:t>he martyrdom of imam unveiled the true picture of yazid and awakened the muslim nation</w:t>
      </w:r>
      <w:r>
        <w:t>. M</w:t>
      </w:r>
      <w:r w:rsidR="00A01D69">
        <w:t>ost muslim historians consider it a catastrophe in islamic history</w:t>
      </w:r>
      <w:r>
        <w:t>. A</w:t>
      </w:r>
      <w:r w:rsidR="00A01D69">
        <w:t xml:space="preserve">fter the martyrdom, there were 33 strokes of lance and 34 blows of swords on the body of imam </w:t>
      </w:r>
      <w:r w:rsidR="004A0F55">
        <w:t>Husayn</w:t>
      </w:r>
      <w:r w:rsidR="00A01D69">
        <w:t xml:space="preserve"> (a.) moreover, the head of yazid's army, 'umar son of sa'd ordered his horsemen to run over the bodies, and trample them underneath the horses hoofs</w:t>
      </w:r>
      <w:r>
        <w:t>. A</w:t>
      </w:r>
      <w:r w:rsidR="00A01D69">
        <w:t>fterwards, imam's head and others martyr's heads were carried to yazid to damascus, syria</w:t>
      </w:r>
      <w:r>
        <w:t>. H</w:t>
      </w:r>
      <w:r w:rsidR="00A01D69">
        <w:t>owever, later the places where the head was temporarily placed, became the holy shrine</w:t>
      </w:r>
      <w:r>
        <w:t>. T</w:t>
      </w:r>
      <w:r w:rsidR="00A01D69">
        <w:t xml:space="preserve">hey are honored by all muslims in order to honor the mission of imam </w:t>
      </w:r>
      <w:r w:rsidR="004A0F55">
        <w:t>Husayn</w:t>
      </w:r>
      <w:r w:rsidR="00A01D69">
        <w:t xml:space="preserve"> (a.).</w:t>
      </w:r>
    </w:p>
    <w:p w:rsidR="00E33FEE" w:rsidRPr="001E1339" w:rsidRDefault="00A01D69" w:rsidP="001E1339">
      <w:pPr>
        <w:pStyle w:val="Heading2"/>
      </w:pPr>
      <w:bookmarkStart w:id="22" w:name="_Toc491953189"/>
      <w:r>
        <w:t>The holy shrin</w:t>
      </w:r>
      <w:r w:rsidRPr="001E1339">
        <w:t>e</w:t>
      </w:r>
      <w:bookmarkEnd w:id="22"/>
    </w:p>
    <w:p w:rsidR="00E33FEE" w:rsidRDefault="00E33FEE" w:rsidP="00CE26A0">
      <w:pPr>
        <w:pStyle w:val="libNormal"/>
      </w:pPr>
      <w:r>
        <w:t>A</w:t>
      </w:r>
      <w:r w:rsidR="00A01D69">
        <w:t xml:space="preserve">fter three days, the bodies of imam </w:t>
      </w:r>
      <w:r w:rsidR="004A0F55">
        <w:t>Husayn</w:t>
      </w:r>
      <w:r w:rsidR="00A01D69">
        <w:t xml:space="preserve"> (a.) and his companions were buried by the loyal followers</w:t>
      </w:r>
      <w:r>
        <w:t>. T</w:t>
      </w:r>
      <w:r w:rsidR="00A01D69">
        <w:t>oday, it stands in the center of the holy city of karbala, iraq.</w:t>
      </w:r>
    </w:p>
    <w:p w:rsidR="00A01D69" w:rsidRDefault="00E33FEE" w:rsidP="00CE26A0">
      <w:pPr>
        <w:pStyle w:val="libNormal"/>
      </w:pPr>
      <w:r>
        <w:t>T</w:t>
      </w:r>
      <w:r w:rsidR="00A01D69">
        <w:t xml:space="preserve">he 27 meter high golden dome is centered on the actual grave of imam </w:t>
      </w:r>
      <w:r w:rsidR="004A0F55">
        <w:t>Husayn</w:t>
      </w:r>
      <w:r w:rsidR="00A01D69">
        <w:t xml:space="preserve"> (a.)</w:t>
      </w:r>
      <w:r>
        <w:t>. I</w:t>
      </w:r>
      <w:r w:rsidR="00A01D69">
        <w:t>n the interior part, one can view the precious box placed on the actual grave and covered by gold and precious stones</w:t>
      </w:r>
      <w:r>
        <w:t>. T</w:t>
      </w:r>
      <w:r w:rsidR="00A01D69">
        <w:t>his box is with six angels to signify the grave of imam and his son ali al akbar</w:t>
      </w:r>
      <w:r>
        <w:t>. O</w:t>
      </w:r>
      <w:r w:rsidR="00A01D69">
        <w:t>ther places of inside the tomb are covered by thousands of small mirrors, mosaic, precious stones, silver and gold.</w:t>
      </w:r>
    </w:p>
    <w:p w:rsidR="00D33510" w:rsidRDefault="00D33510" w:rsidP="00D33510">
      <w:pPr>
        <w:pStyle w:val="libNormal"/>
      </w:pPr>
      <w:r>
        <w:br w:type="page"/>
      </w:r>
    </w:p>
    <w:p w:rsidR="00E33FEE" w:rsidRDefault="00A01D69" w:rsidP="00D33510">
      <w:pPr>
        <w:pStyle w:val="Heading1Center"/>
      </w:pPr>
      <w:bookmarkStart w:id="23" w:name="_Toc491953190"/>
      <w:r>
        <w:lastRenderedPageBreak/>
        <w:t>The Spirit of Karbala</w:t>
      </w:r>
      <w:bookmarkEnd w:id="23"/>
    </w:p>
    <w:p w:rsidR="00E33FEE" w:rsidRDefault="00E33FEE" w:rsidP="00CE26A0">
      <w:pPr>
        <w:pStyle w:val="libNormal"/>
      </w:pPr>
      <w:r>
        <w:t>A</w:t>
      </w:r>
      <w:r w:rsidR="00A01D69">
        <w:t>nnually, on ashura, the tenth of muharram, the first month of islamic calendar, shi'ite muslims commemorate this martyrdom</w:t>
      </w:r>
      <w:r>
        <w:t>. B</w:t>
      </w:r>
      <w:r w:rsidR="00A01D69">
        <w:t>eginning with the first until the tenth of muharram, majlis, memorial gatherings are held in almost every residence to recite the events which had taken place during these ten days in the desert of karbala, iraq</w:t>
      </w:r>
      <w:r>
        <w:t>. F</w:t>
      </w:r>
      <w:r w:rsidR="00A01D69">
        <w:t>urthermore, on this anniversary, shi'ites from all over the world go to karbala to hold or attend these gatherings in the holy city of karbala where the actual events had happened.</w:t>
      </w:r>
    </w:p>
    <w:p w:rsidR="00A01D69" w:rsidRDefault="00E33FEE" w:rsidP="00CE26A0">
      <w:pPr>
        <w:pStyle w:val="libNormal"/>
      </w:pPr>
      <w:r>
        <w:t>I</w:t>
      </w:r>
      <w:r w:rsidR="00A01D69">
        <w:t>n short, the catastrophe of karbala cannot be described adequately with words</w:t>
      </w:r>
      <w:r>
        <w:t>. I</w:t>
      </w:r>
      <w:r w:rsidR="00A01D69">
        <w:t>t changed the islamic history, and whatever course history may take, the spirit of karbala remains as a symbol of absolute loyalty to truth</w:t>
      </w:r>
      <w:r>
        <w:t>. W</w:t>
      </w:r>
      <w:r w:rsidR="00A01D69">
        <w:t>a assalam alaykum.</w:t>
      </w:r>
    </w:p>
    <w:p w:rsidR="00FF1E71" w:rsidRPr="00A032B3" w:rsidRDefault="00FF1E71" w:rsidP="00A032B3">
      <w:pPr>
        <w:pStyle w:val="libNormal"/>
      </w:pPr>
      <w:r>
        <w:br w:type="page"/>
      </w:r>
    </w:p>
    <w:p w:rsidR="00E33FEE" w:rsidRPr="001E1339" w:rsidRDefault="00A01D69" w:rsidP="00FF1E71">
      <w:pPr>
        <w:pStyle w:val="Heading1Center"/>
      </w:pPr>
      <w:bookmarkStart w:id="24" w:name="_Toc491953191"/>
      <w:r>
        <w:lastRenderedPageBreak/>
        <w:t>The islamic wil</w:t>
      </w:r>
      <w:r w:rsidRPr="001E1339">
        <w:t>l</w:t>
      </w:r>
      <w:bookmarkEnd w:id="24"/>
    </w:p>
    <w:p w:rsidR="00A01D69" w:rsidRDefault="00E33FEE" w:rsidP="001E1339">
      <w:pPr>
        <w:pStyle w:val="libBoldItalic"/>
      </w:pPr>
      <w:r>
        <w:t>I</w:t>
      </w:r>
      <w:r w:rsidR="00A01D69">
        <w:t>n the name of god, the compassionate, the merciful</w:t>
      </w:r>
    </w:p>
    <w:p w:rsidR="00E33FEE" w:rsidRDefault="00A01D69" w:rsidP="00CE26A0">
      <w:pPr>
        <w:pStyle w:val="libNormal"/>
      </w:pPr>
      <w:r>
        <w:t>" will is prescribed for you when death approaches one of you. . . " the qur'an, 2:180 every soul shall taste death</w:t>
      </w:r>
      <w:r w:rsidR="00E33FEE">
        <w:t>. T</w:t>
      </w:r>
      <w:r>
        <w:t>he qur'an, 3:184</w:t>
      </w:r>
    </w:p>
    <w:p w:rsidR="00E33FEE" w:rsidRDefault="00E33FEE" w:rsidP="00CE26A0">
      <w:pPr>
        <w:pStyle w:val="libNormal"/>
      </w:pPr>
      <w:r>
        <w:t>W</w:t>
      </w:r>
      <w:r w:rsidR="00A01D69">
        <w:t>hoever dies without will, he would die as non muslim</w:t>
      </w:r>
      <w:r>
        <w:t>. T</w:t>
      </w:r>
      <w:r w:rsidR="00A01D69">
        <w:t>he prophet (p.</w:t>
      </w:r>
      <w:r w:rsidR="004A0F55">
        <w:t xml:space="preserve">) </w:t>
      </w:r>
      <w:r w:rsidR="00A01D69">
        <w:t>declaration of faith:</w:t>
      </w:r>
    </w:p>
    <w:p w:rsidR="00E33FEE" w:rsidRDefault="00E33FEE" w:rsidP="00CE26A0">
      <w:pPr>
        <w:pStyle w:val="libNormal"/>
      </w:pPr>
      <w:r>
        <w:t>I</w:t>
      </w:r>
      <w:r w:rsidR="00A01D69">
        <w:t>t is recommended to recite the following invocation before any will:</w:t>
      </w:r>
    </w:p>
    <w:p w:rsidR="00E33FEE" w:rsidRDefault="00E33FEE" w:rsidP="00CE26A0">
      <w:pPr>
        <w:pStyle w:val="libNormal"/>
      </w:pPr>
      <w:r>
        <w:t>O</w:t>
      </w:r>
      <w:r w:rsidR="00A01D69">
        <w:t>, lord! the creator of heaven and earth, who knows the invisible and the visible, the compassionate, the merciful.</w:t>
      </w:r>
    </w:p>
    <w:p w:rsidR="00E33FEE" w:rsidRDefault="00E33FEE" w:rsidP="00CE26A0">
      <w:pPr>
        <w:pStyle w:val="libNormal"/>
      </w:pPr>
      <w:r>
        <w:t>O</w:t>
      </w:r>
      <w:r w:rsidR="00A01D69">
        <w:t>, lord! i declare my faith in this world and bear witness that there is no god but you alone, without any associate.</w:t>
      </w:r>
    </w:p>
    <w:p w:rsidR="00E33FEE" w:rsidRDefault="00E33FEE" w:rsidP="00CE26A0">
      <w:pPr>
        <w:pStyle w:val="libNormal"/>
      </w:pPr>
      <w:r>
        <w:t>T</w:t>
      </w:r>
      <w:r w:rsidR="00A01D69">
        <w:t xml:space="preserve">hat </w:t>
      </w:r>
      <w:r w:rsidR="004A0F55">
        <w:t>Muhammad (</w:t>
      </w:r>
      <w:r w:rsidR="00A01D69">
        <w:t>peace be upon him and his house</w:t>
      </w:r>
      <w:r w:rsidR="004A0F55">
        <w:t xml:space="preserve">) </w:t>
      </w:r>
      <w:r w:rsidR="00A01D69">
        <w:t>is your servant and your messenger.</w:t>
      </w:r>
    </w:p>
    <w:p w:rsidR="00E33FEE" w:rsidRDefault="00E33FEE" w:rsidP="00CE26A0">
      <w:pPr>
        <w:pStyle w:val="libNormal"/>
      </w:pPr>
      <w:r>
        <w:t>T</w:t>
      </w:r>
      <w:r w:rsidR="00A01D69">
        <w:t>hat the paradise is a verity, the hell is a verity, the resurrection is a verity, the questioning is a verity, the divine decree is a verity, the justice is a verity, the qur'an is the same as you have revealed, and that indeed you are the self evident truth.</w:t>
      </w:r>
    </w:p>
    <w:p w:rsidR="00E33FEE" w:rsidRDefault="00E33FEE" w:rsidP="00CE26A0">
      <w:pPr>
        <w:pStyle w:val="libNormal"/>
      </w:pPr>
      <w:r>
        <w:t>M</w:t>
      </w:r>
      <w:r w:rsidR="00A01D69">
        <w:t xml:space="preserve">ay almighty reward </w:t>
      </w:r>
      <w:r w:rsidR="004A0F55">
        <w:t>Muhammad (</w:t>
      </w:r>
      <w:r w:rsidR="00A01D69">
        <w:t>peace be upon him and his house</w:t>
      </w:r>
      <w:r w:rsidR="004A0F55">
        <w:t xml:space="preserve">) </w:t>
      </w:r>
      <w:r w:rsidR="00A01D69">
        <w:t xml:space="preserve">the best reward, and may he keep in peace </w:t>
      </w:r>
      <w:r w:rsidR="00757208">
        <w:t>Muhammad</w:t>
      </w:r>
      <w:r w:rsidR="00A01D69">
        <w:t xml:space="preserve"> and his house.</w:t>
      </w:r>
    </w:p>
    <w:p w:rsidR="00E33FEE" w:rsidRDefault="00E33FEE" w:rsidP="00CE26A0">
      <w:pPr>
        <w:pStyle w:val="libNormal"/>
      </w:pPr>
      <w:r>
        <w:t>O</w:t>
      </w:r>
      <w:r w:rsidR="00A01D69">
        <w:t>, lord! the helper at the time of trouble, the sympathizer at the time of difficulty, the supporter at the time of comfort, my lord and the lord of my ancestors, do not leave me to my self, even for a moment.</w:t>
      </w:r>
    </w:p>
    <w:p w:rsidR="00A01D69" w:rsidRDefault="00E33FEE" w:rsidP="00CE26A0">
      <w:pPr>
        <w:pStyle w:val="libNormal"/>
      </w:pPr>
      <w:r>
        <w:t>I</w:t>
      </w:r>
      <w:r w:rsidR="00A01D69">
        <w:t>ndeed, if you leave me to myself, i will be near to evil and far from virtue</w:t>
      </w:r>
      <w:r>
        <w:t>. P</w:t>
      </w:r>
      <w:r w:rsidR="00A01D69">
        <w:t>ut at ease my loneliness in grave, keep for me a promise when i meet you when i am resurrected at the day of judgment.</w:t>
      </w:r>
    </w:p>
    <w:p w:rsidR="00FF1E71" w:rsidRPr="00A032B3" w:rsidRDefault="00FF1E71" w:rsidP="00A032B3">
      <w:pPr>
        <w:pStyle w:val="libNormal"/>
      </w:pPr>
      <w:r>
        <w:br w:type="page"/>
      </w:r>
    </w:p>
    <w:p w:rsidR="00E33FEE" w:rsidRPr="001E1339" w:rsidRDefault="00A01D69" w:rsidP="00FF1E71">
      <w:pPr>
        <w:pStyle w:val="Heading1Center"/>
      </w:pPr>
      <w:bookmarkStart w:id="25" w:name="_Toc491953192"/>
      <w:r>
        <w:lastRenderedPageBreak/>
        <w:t>The first muslim refugee</w:t>
      </w:r>
      <w:r w:rsidRPr="001E1339">
        <w:t>s</w:t>
      </w:r>
      <w:bookmarkEnd w:id="25"/>
    </w:p>
    <w:p w:rsidR="00E33FEE" w:rsidRDefault="00E33FEE" w:rsidP="00CE26A0">
      <w:pPr>
        <w:pStyle w:val="libNormal"/>
      </w:pPr>
      <w:r>
        <w:t>O</w:t>
      </w:r>
      <w:r w:rsidR="00A01D69">
        <w:t xml:space="preserve">ne of the important problems that prophet </w:t>
      </w:r>
      <w:r w:rsidR="004A0F55">
        <w:t>Muhammad (</w:t>
      </w:r>
      <w:r w:rsidR="00A01D69">
        <w:t>p.) and the first muslim community had faced was opposition of powerful people in mecca</w:t>
      </w:r>
      <w:r>
        <w:t>. T</w:t>
      </w:r>
      <w:r w:rsidR="00A01D69">
        <w:t>he opposition produced many difficulties</w:t>
      </w:r>
      <w:r>
        <w:t>. O</w:t>
      </w:r>
      <w:r w:rsidR="00A01D69">
        <w:t>ne of which was the persecution of the early muslims</w:t>
      </w:r>
      <w:r>
        <w:t>. T</w:t>
      </w:r>
      <w:r w:rsidR="00A01D69">
        <w:t>his persecution led muslims to choose a new life as refugees.</w:t>
      </w:r>
    </w:p>
    <w:p w:rsidR="00A01D69" w:rsidRDefault="00E33FEE" w:rsidP="00CE26A0">
      <w:pPr>
        <w:pStyle w:val="libNormal"/>
      </w:pPr>
      <w:r>
        <w:t>I</w:t>
      </w:r>
      <w:r w:rsidR="00A01D69">
        <w:t xml:space="preserve">n the fifth year of the prophet's call </w:t>
      </w:r>
      <w:r w:rsidR="004A0F55">
        <w:t>(</w:t>
      </w:r>
      <w:r w:rsidR="00A01D69">
        <w:t>615 c.e.), when his followers were persecuted by the quraish, the prophet (p.) suggested to them to go abyssinia, ethiopia, in order to protect themselves</w:t>
      </w:r>
      <w:r>
        <w:t>. A</w:t>
      </w:r>
      <w:r w:rsidR="00A01D69">
        <w:t>ccording to ibn hisham, who mentions them all by names, 83 men took up the prophet's(p.) suggestion and left for abyssina</w:t>
      </w:r>
      <w:r>
        <w:t>. A</w:t>
      </w:r>
      <w:r w:rsidR="00A01D69">
        <w:t xml:space="preserve"> number of them accompanied by their wives and children</w:t>
      </w:r>
      <w:r>
        <w:t>. T</w:t>
      </w:r>
      <w:r w:rsidR="00A01D69">
        <w:t>his event is known in the islamic history as the first hijrah</w:t>
      </w:r>
      <w:r>
        <w:t>. T</w:t>
      </w:r>
      <w:r w:rsidR="00A01D69">
        <w:t>he first muslim group which reached abyssinia was led by jaffer ibn abi talib (the prophet's(p.) cousin).</w:t>
      </w:r>
    </w:p>
    <w:p w:rsidR="00E33FEE" w:rsidRDefault="00A01D69" w:rsidP="00CE26A0">
      <w:pPr>
        <w:pStyle w:val="libNormal"/>
      </w:pPr>
      <w:r>
        <w:t xml:space="preserve">After they had reached abyssinia, the leaders of quraish realized that the large proportion of prophet </w:t>
      </w:r>
      <w:r w:rsidR="00757208">
        <w:t>Muhammad</w:t>
      </w:r>
      <w:r>
        <w:t>'s (p.) followers have their freedom in abyssinia, they sent some deputies to the negus, the king of abyssina, to ask for their extradition</w:t>
      </w:r>
      <w:r w:rsidR="00E33FEE">
        <w:t>. T</w:t>
      </w:r>
      <w:r>
        <w:t>he two delegates sent were men of outstanding capability and intelligence,</w:t>
      </w:r>
    </w:p>
    <w:p w:rsidR="00E33FEE" w:rsidRDefault="00E33FEE" w:rsidP="00CE26A0">
      <w:pPr>
        <w:pStyle w:val="libNormal"/>
      </w:pPr>
      <w:r>
        <w:t>T</w:t>
      </w:r>
      <w:r w:rsidR="00A01D69">
        <w:t>hey were abdullah ibn rabia and amr ibn al 'aasi, who later became one of the most famous muslim conquerors</w:t>
      </w:r>
      <w:r>
        <w:t>. T</w:t>
      </w:r>
      <w:r w:rsidR="00A01D69">
        <w:t>hey were instructed on their arrival in the court to bribe the abyssinian leaders in order to persuade them to use their influence with the negus on their behalf</w:t>
      </w:r>
      <w:r>
        <w:t>. T</w:t>
      </w:r>
      <w:r w:rsidR="00A01D69">
        <w:t>he delegation met with the king and accused the muslims saying, " they have forsaken our religion and not accepted yours but have introduced a new religion which they have invented</w:t>
      </w:r>
      <w:r>
        <w:t>. T</w:t>
      </w:r>
      <w:r w:rsidR="00A01D69">
        <w:t>hey begged negus to send them back to mecca.</w:t>
      </w:r>
    </w:p>
    <w:p w:rsidR="00E33FEE" w:rsidRDefault="00E33FEE" w:rsidP="00CE26A0">
      <w:pPr>
        <w:pStyle w:val="libNormal"/>
      </w:pPr>
      <w:r>
        <w:t>T</w:t>
      </w:r>
      <w:r w:rsidR="00A01D69">
        <w:t>he negus, however, refused to expel them until they would have an opportunity to state their case</w:t>
      </w:r>
      <w:r>
        <w:t>. T</w:t>
      </w:r>
      <w:r w:rsidR="00A01D69">
        <w:t>he king summoned the muslims to the royal presence, the refugees chose jaffar ibn abi talib as their spokesman.</w:t>
      </w:r>
    </w:p>
    <w:p w:rsidR="00E33FEE" w:rsidRDefault="00E33FEE" w:rsidP="00CE26A0">
      <w:pPr>
        <w:pStyle w:val="libNormal"/>
      </w:pPr>
      <w:r>
        <w:t>H</w:t>
      </w:r>
      <w:r w:rsidR="00A01D69">
        <w:t>e commenced the difference by saying, " o king! we were a barbarous nation, worshipping idols, eating carrion, commshameful acts, killing our blood related kins, forgetting our duty towards our neighbors, the strong amongst us devouring the weak.</w:t>
      </w:r>
    </w:p>
    <w:p w:rsidR="00E33FEE" w:rsidRDefault="00E33FEE" w:rsidP="00CE26A0">
      <w:pPr>
        <w:pStyle w:val="libNormal"/>
      </w:pPr>
      <w:r>
        <w:t>S</w:t>
      </w:r>
      <w:r w:rsidR="00A01D69">
        <w:t>uch was our state until god sent to us an apostle from ourselves, with lineage, integrity, trustworthiness and purity of life we were acquainted</w:t>
      </w:r>
      <w:r>
        <w:t>. H</w:t>
      </w:r>
      <w:r w:rsidR="00A01D69">
        <w:t>e called us to god, to believe in his unity, to worship him and abandon the stones and idols which we and our fathers used to worship instead</w:t>
      </w:r>
      <w:r>
        <w:t>. H</w:t>
      </w:r>
      <w:r w:rsidR="00A01D69">
        <w:t>e commanded us to speak the truth, to be faithful in our trusts, to observe our duties to our kinsfolk and neighbors, to refrain from forbidden things and bloodshed,</w:t>
      </w:r>
    </w:p>
    <w:p w:rsidR="00A01D69" w:rsidRDefault="00E33FEE" w:rsidP="00CE26A0">
      <w:pPr>
        <w:pStyle w:val="libNormal"/>
      </w:pPr>
      <w:r>
        <w:t>F</w:t>
      </w:r>
      <w:r w:rsidR="00A01D69">
        <w:t>rom committing immoralities and deceits, from consuming the property of orphans and from slandering virtuous women</w:t>
      </w:r>
      <w:r>
        <w:t>. H</w:t>
      </w:r>
      <w:r w:rsidR="00A01D69">
        <w:t>e ordered prayers, give alms and fast</w:t>
      </w:r>
      <w:r>
        <w:t>. S</w:t>
      </w:r>
      <w:r w:rsidR="00A01D69">
        <w:t>o we trusted in his word and followed the teachings he brought us from god</w:t>
      </w:r>
      <w:r>
        <w:t>. W</w:t>
      </w:r>
      <w:r w:rsidR="00A01D69">
        <w:t>herefore our countrymen turned against us and persecuted us and tried to seduce us from our faith, that we might abandon the worship of god and return to the worship of idols"</w:t>
      </w:r>
      <w:r>
        <w:t>. W</w:t>
      </w:r>
      <w:r w:rsidR="00A01D69">
        <w:t>hen negus asked about jesus, jaffer, quoted appropriate verses from the holy qur'an to support his claim</w:t>
      </w:r>
      <w:r>
        <w:t>. T</w:t>
      </w:r>
      <w:r w:rsidR="00A01D69">
        <w:t>he qur'an says,</w:t>
      </w:r>
    </w:p>
    <w:p w:rsidR="00E33FEE" w:rsidRDefault="00A01D69" w:rsidP="00CE26A0">
      <w:pPr>
        <w:pStyle w:val="libNormal"/>
      </w:pPr>
      <w:r>
        <w:lastRenderedPageBreak/>
        <w:t>" mention in the book about mary when she placed a screen from them then we sent to her our angel and he appeared before her as a man in all respects</w:t>
      </w:r>
      <w:r w:rsidR="00E33FEE">
        <w:t>. S</w:t>
      </w:r>
      <w:r>
        <w:t>he said, " i seek refuge from you to god, most gracious if you do fear god " the qur'an 19: 16,17 &amp; 18.</w:t>
      </w:r>
    </w:p>
    <w:p w:rsidR="00E33FEE" w:rsidRDefault="00E33FEE" w:rsidP="00CE26A0">
      <w:pPr>
        <w:pStyle w:val="libNormal"/>
      </w:pPr>
      <w:r>
        <w:t>F</w:t>
      </w:r>
      <w:r w:rsidR="00A01D69">
        <w:t>inally, negus refused to hand over the refugees to the delegation of quraysh.</w:t>
      </w:r>
    </w:p>
    <w:p w:rsidR="00A01D69" w:rsidRDefault="00E33FEE" w:rsidP="00CE26A0">
      <w:pPr>
        <w:pStyle w:val="libNormal"/>
      </w:pPr>
      <w:r>
        <w:t>I</w:t>
      </w:r>
      <w:r w:rsidR="00A01D69">
        <w:t>n short, the period during which the refugees remained in abyssinia extended from about 615 to 628 c.e.</w:t>
      </w:r>
      <w:r>
        <w:t>. T</w:t>
      </w:r>
      <w:r w:rsidR="00A01D69">
        <w:t>he most logical explanation of the sequence of events which occurred during those years might be that there refugees status probably represented a threat to quraysh and meccans</w:t>
      </w:r>
      <w:r>
        <w:t>. R</w:t>
      </w:r>
      <w:r w:rsidR="00A01D69">
        <w:t>ather, the fear of the growing political activities of muslims against quraysh from a safe base in abyssinia was the main course for such a delegation</w:t>
      </w:r>
      <w:r>
        <w:t>. A</w:t>
      </w:r>
      <w:r w:rsidR="00A01D69">
        <w:t>fter muslims had been establish themselves in abyssinia, the attempt to extradite the refugees make no sense unless that the fear of their growing political activity caused the meccan's to desire some control over the muslim refugees.</w:t>
      </w:r>
    </w:p>
    <w:p w:rsidR="00E33FEE" w:rsidRDefault="00A01D69" w:rsidP="00CE26A0">
      <w:pPr>
        <w:pStyle w:val="libNormal"/>
      </w:pPr>
      <w:r>
        <w:t>Are capsules forbidden?</w:t>
      </w:r>
    </w:p>
    <w:p w:rsidR="00A01D69" w:rsidRDefault="00E33FEE" w:rsidP="00CE26A0">
      <w:pPr>
        <w:pStyle w:val="libNormal"/>
      </w:pPr>
      <w:r>
        <w:t>I</w:t>
      </w:r>
      <w:r w:rsidR="00A01D69">
        <w:t>t seems the question concerns the hard gelatin, which is technically referred to as the dry filled capsule (dfc)</w:t>
      </w:r>
      <w:r>
        <w:t>. T</w:t>
      </w:r>
      <w:r w:rsidR="00A01D69">
        <w:t>hese capsule consist of two section, one slipping over the other, thus completely surrounding the formulation, filled with powdered material or globules into the longer end of the capsules and then slipping on the cap</w:t>
      </w:r>
      <w:r>
        <w:t>. T</w:t>
      </w:r>
      <w:r w:rsidR="00A01D69">
        <w:t>hese capsules are available in the different sizes</w:t>
      </w:r>
      <w:r>
        <w:t>. T</w:t>
      </w:r>
      <w:r w:rsidR="00A01D69">
        <w:t>he reason for prohibition is based on the fact that, in our time , capsule is made of unlawful substance.</w:t>
      </w:r>
    </w:p>
    <w:p w:rsidR="00E33FEE" w:rsidRDefault="00A01D69" w:rsidP="00CE26A0">
      <w:pPr>
        <w:pStyle w:val="libNormal"/>
      </w:pPr>
      <w:r>
        <w:t>According to the pharmacists, it is made of " gelatin." " there are two types of gelatin</w:t>
      </w:r>
      <w:r w:rsidR="00E33FEE">
        <w:t>. T</w:t>
      </w:r>
      <w:r>
        <w:t>ype a, derived mainly from pork skin by processing, and type b, obtained from bone and animal skin by alkaline processing... " (see remington's pharmaceutical sciences, p 1576, chapter 89, 16th edition (1980), mack publishing co., easton, pennsylvania</w:t>
      </w:r>
      <w:r w:rsidR="00E33FEE">
        <w:t>. E</w:t>
      </w:r>
      <w:r>
        <w:t>ditor and chairman, arthur osol.)</w:t>
      </w:r>
    </w:p>
    <w:p w:rsidR="00A01D69" w:rsidRDefault="00E33FEE" w:rsidP="00CE26A0">
      <w:pPr>
        <w:pStyle w:val="libNormal"/>
      </w:pPr>
      <w:r>
        <w:t>O</w:t>
      </w:r>
      <w:r w:rsidR="00A01D69">
        <w:t>n the basis of this information, one can not eat capsules unless science invents gelatin made of different substance</w:t>
      </w:r>
      <w:r>
        <w:t>. O</w:t>
      </w:r>
      <w:r w:rsidR="00A01D69">
        <w:t>ne can also empty the capsule and use drug only or ask the doctor for tablets instead of capsules of the prescribed drugs.</w:t>
      </w:r>
    </w:p>
    <w:p w:rsidR="00E33FEE" w:rsidRDefault="00A01D69" w:rsidP="00CE26A0">
      <w:pPr>
        <w:pStyle w:val="libNormal"/>
      </w:pPr>
      <w:r>
        <w:t>Doctrine of " Mahdi "</w:t>
      </w:r>
    </w:p>
    <w:p w:rsidR="00E33FEE" w:rsidRDefault="00E33FEE" w:rsidP="00CE26A0">
      <w:pPr>
        <w:pStyle w:val="libNormal"/>
      </w:pPr>
      <w:r>
        <w:t>T</w:t>
      </w:r>
      <w:r w:rsidR="00A01D69">
        <w:t>he doctrine of mahdi is commonly held by muslim scholars</w:t>
      </w:r>
      <w:r>
        <w:t>. B</w:t>
      </w:r>
      <w:r w:rsidR="00A01D69">
        <w:t>asically there is not much difference between sunni and shia faith about this doctrine</w:t>
      </w:r>
      <w:r>
        <w:t>. B</w:t>
      </w:r>
      <w:r w:rsidR="00A01D69">
        <w:t xml:space="preserve">oth sects believe that there is a hadith from holy prophet </w:t>
      </w:r>
      <w:r w:rsidR="004A0F55">
        <w:t>Muhammad (</w:t>
      </w:r>
      <w:r w:rsidR="00A01D69">
        <w:t>p.) that the "mahdi," who is the descendant of fatima al-zahra (a.), will appear to spread justice throughout the world</w:t>
      </w:r>
      <w:r>
        <w:t>. T</w:t>
      </w:r>
      <w:r w:rsidR="00A01D69">
        <w:t>he only difference is whether he is already born or will be born</w:t>
      </w:r>
      <w:r>
        <w:t>. T</w:t>
      </w:r>
      <w:r w:rsidR="00A01D69">
        <w:t>he denial of this doctrine is based on the fact that it is an unusual event.</w:t>
      </w:r>
    </w:p>
    <w:p w:rsidR="00E33FEE" w:rsidRDefault="00E33FEE" w:rsidP="00CE26A0">
      <w:pPr>
        <w:pStyle w:val="libNormal"/>
      </w:pPr>
      <w:r>
        <w:t>B</w:t>
      </w:r>
      <w:r w:rsidR="00A01D69">
        <w:t>ut one thing is grossly misunderstood</w:t>
      </w:r>
      <w:r>
        <w:t>. O</w:t>
      </w:r>
      <w:r w:rsidR="00A01D69">
        <w:t>ne cannot deny the religious believe on this basis</w:t>
      </w:r>
      <w:r>
        <w:t>. T</w:t>
      </w:r>
      <w:r w:rsidR="00A01D69">
        <w:t>here are other unusual doctrines held commonly by muslims, such as the belief that prophet jesus is alive</w:t>
      </w:r>
      <w:r>
        <w:t>. H</w:t>
      </w:r>
      <w:r w:rsidR="00A01D69">
        <w:t>e was not killed nor he was crucified, and even though he has been alive all this time, we do not see him</w:t>
      </w:r>
      <w:r>
        <w:t>. A</w:t>
      </w:r>
      <w:r w:rsidR="00A01D69">
        <w:t>s khadr and elyas are also alive for longer period of time than jesus</w:t>
      </w:r>
      <w:r>
        <w:t>. T</w:t>
      </w:r>
      <w:r w:rsidR="00A01D69">
        <w:t xml:space="preserve">he fact about prophet noah, as the holy qur'an says, he lived for 950 </w:t>
      </w:r>
      <w:r w:rsidR="00A01D69">
        <w:lastRenderedPageBreak/>
        <w:t>years, which sounds unusual</w:t>
      </w:r>
      <w:r>
        <w:t>. G</w:t>
      </w:r>
      <w:r w:rsidR="00A01D69">
        <w:t>od says: " we have sent noah to his nation</w:t>
      </w:r>
      <w:r>
        <w:t>. H</w:t>
      </w:r>
      <w:r w:rsidR="00A01D69">
        <w:t>e lived amongst them one thousand minus fifty years." 29:14.</w:t>
      </w:r>
    </w:p>
    <w:p w:rsidR="00E33FEE" w:rsidRDefault="00E33FEE" w:rsidP="00CE26A0">
      <w:pPr>
        <w:pStyle w:val="libNormal"/>
      </w:pPr>
      <w:r>
        <w:t>I</w:t>
      </w:r>
      <w:r w:rsidR="00A01D69">
        <w:t>n regard to people of cave, the holy qur'an says:" they lived in their cave three hundred and nine years"</w:t>
      </w:r>
      <w:r>
        <w:t>. T</w:t>
      </w:r>
      <w:r w:rsidR="00A01D69">
        <w:t>he qur'an 18:25</w:t>
      </w:r>
      <w:r>
        <w:t>. T</w:t>
      </w:r>
      <w:r w:rsidR="00A01D69">
        <w:t>hese are some of the unusual doctrines which muslims believe because the islamic sources mention them.</w:t>
      </w:r>
    </w:p>
    <w:p w:rsidR="00E33FEE" w:rsidRDefault="00E33FEE" w:rsidP="00CE26A0">
      <w:pPr>
        <w:pStyle w:val="libNormal"/>
      </w:pPr>
      <w:r>
        <w:t>T</w:t>
      </w:r>
      <w:r w:rsidR="00A01D69">
        <w:t>he doctrine of mahdi did not appear in the qur'an but it is mentioned in the hadith of the holy prophet</w:t>
      </w:r>
      <w:r>
        <w:t>. A</w:t>
      </w:r>
      <w:r w:rsidR="00A01D69">
        <w:t>ll muslims basically consider the saying of god or his messenger as the second islamic source.</w:t>
      </w:r>
    </w:p>
    <w:p w:rsidR="00A01D69" w:rsidRDefault="00E33FEE" w:rsidP="00CE26A0">
      <w:pPr>
        <w:pStyle w:val="libNormal"/>
      </w:pPr>
      <w:r>
        <w:t>T</w:t>
      </w:r>
      <w:r w:rsidR="00A01D69">
        <w:t>he reason is that the holy qur'an says:</w:t>
      </w:r>
    </w:p>
    <w:p w:rsidR="00E33FEE" w:rsidRDefault="00A01D69" w:rsidP="00CE26A0">
      <w:pPr>
        <w:pStyle w:val="libNormal"/>
      </w:pPr>
      <w:r>
        <w:t>" the messenger does not speak from himself, but the things revealed to him</w:t>
      </w:r>
      <w:r w:rsidR="00E33FEE">
        <w:t>. T</w:t>
      </w:r>
      <w:r>
        <w:t>he qur'an 53:3</w:t>
      </w:r>
      <w:r w:rsidR="00E33FEE">
        <w:t>. O</w:t>
      </w:r>
      <w:r>
        <w:t>n this basis the doctrine of mahdi is held by majority of muslims.</w:t>
      </w:r>
    </w:p>
    <w:p w:rsidR="00A01D69" w:rsidRDefault="00E33FEE" w:rsidP="00CE26A0">
      <w:pPr>
        <w:pStyle w:val="libNormal"/>
      </w:pPr>
      <w:r>
        <w:t>O</w:t>
      </w:r>
      <w:r w:rsidR="00A01D69">
        <w:t>n this subject, many hadiths are narrated from the prophet, and many books have been written by muslim scholars</w:t>
      </w:r>
      <w:r>
        <w:t>. I</w:t>
      </w:r>
      <w:r w:rsidR="00A01D69">
        <w:t>bn hajar says," hadiths regarding mahdi are numerously reported and many eminent scholars, like abu nuaim and suyuti, have written on the subject</w:t>
      </w:r>
      <w:r>
        <w:t>. S</w:t>
      </w:r>
      <w:r w:rsidR="00A01D69">
        <w:t>ee al sawaiq, page 160, cairo ed. 1375 h.</w:t>
      </w:r>
    </w:p>
    <w:p w:rsidR="00FF1E71" w:rsidRPr="00A032B3" w:rsidRDefault="00FF1E71" w:rsidP="00A032B3">
      <w:pPr>
        <w:pStyle w:val="libNormal"/>
      </w:pPr>
      <w:r>
        <w:br w:type="page"/>
      </w:r>
    </w:p>
    <w:p w:rsidR="00E33FEE" w:rsidRPr="001E1339" w:rsidRDefault="00A01D69" w:rsidP="00FF1E71">
      <w:pPr>
        <w:pStyle w:val="Heading1Center"/>
      </w:pPr>
      <w:bookmarkStart w:id="26" w:name="_Toc491953193"/>
      <w:r>
        <w:lastRenderedPageBreak/>
        <w:t>The beautiful names of go</w:t>
      </w:r>
      <w:r w:rsidRPr="001E1339">
        <w:t>d</w:t>
      </w:r>
      <w:bookmarkEnd w:id="26"/>
    </w:p>
    <w:p w:rsidR="00E33FEE" w:rsidRDefault="00E33FEE" w:rsidP="001E1339">
      <w:pPr>
        <w:pStyle w:val="libNormal"/>
      </w:pPr>
      <w:r>
        <w:t>T</w:t>
      </w:r>
      <w:r w:rsidR="00A01D69">
        <w:t>he holy qur'an says: " to god belongs the most beautiful names, so call on him</w:t>
      </w:r>
      <w:r w:rsidR="001E1339">
        <w:t xml:space="preserve"> t</w:t>
      </w:r>
      <w:r w:rsidR="00A01D69">
        <w:t>hereby," 7:180.</w:t>
      </w:r>
    </w:p>
    <w:p w:rsidR="00E33FEE" w:rsidRDefault="00E33FEE" w:rsidP="00CE26A0">
      <w:pPr>
        <w:pStyle w:val="libNormal"/>
      </w:pPr>
      <w:r>
        <w:t>S</w:t>
      </w:r>
      <w:r w:rsidR="00A01D69">
        <w:t>ince god is the creator of the universe, the lord of the worlds, therefore, his attributes, and names are unique as he is.</w:t>
      </w:r>
    </w:p>
    <w:p w:rsidR="00E33FEE" w:rsidRDefault="00E33FEE" w:rsidP="00CE26A0">
      <w:pPr>
        <w:pStyle w:val="libNormal"/>
      </w:pPr>
      <w:r>
        <w:t>T</w:t>
      </w:r>
      <w:r w:rsidR="00A01D69">
        <w:t>he fact that god is not limited by anything leads us to the fact that his names and attributes are unlimited</w:t>
      </w:r>
      <w:r>
        <w:t>. B</w:t>
      </w:r>
      <w:r w:rsidR="00A01D69">
        <w:t>ut according to our understanding , as humans, we can use some of his attributes of god</w:t>
      </w:r>
      <w:r>
        <w:t>. T</w:t>
      </w:r>
      <w:r w:rsidR="00A01D69">
        <w:t xml:space="preserve">his explains what has been narrated that prophet </w:t>
      </w:r>
      <w:r w:rsidR="00757208">
        <w:t>Muhammad</w:t>
      </w:r>
      <w:r w:rsidR="00A01D69">
        <w:t>(p.) said, " god has four thousand names " (see bihar,v.4 p.211</w:t>
      </w:r>
      <w:r w:rsidR="004A0F55">
        <w:t xml:space="preserve">) </w:t>
      </w:r>
      <w:r>
        <w:t>. T</w:t>
      </w:r>
      <w:r w:rsidR="00A01D69">
        <w:t>hat is to say that the human mind could not reach more than four thousand attributes of god.</w:t>
      </w:r>
    </w:p>
    <w:p w:rsidR="00E33FEE" w:rsidRDefault="00E33FEE" w:rsidP="00CE26A0">
      <w:pPr>
        <w:pStyle w:val="libNormal"/>
      </w:pPr>
      <w:r>
        <w:t>T</w:t>
      </w:r>
      <w:r w:rsidR="00A01D69">
        <w:t>here are many hadith that numbers are up to 90 attributes of god, even though they differ on the naming</w:t>
      </w:r>
      <w:r>
        <w:t>. B</w:t>
      </w:r>
      <w:r w:rsidR="00A01D69">
        <w:t>ut they do not reach beyond 99</w:t>
      </w:r>
      <w:r>
        <w:t>. I</w:t>
      </w:r>
      <w:r w:rsidR="00A01D69">
        <w:t>t is said that since god is unique in his existence, therefore, his name should be odd number and not in even number</w:t>
      </w:r>
      <w:r>
        <w:t>. T</w:t>
      </w:r>
      <w:r w:rsidR="00A01D69">
        <w:t>he most likely reason is that these 99 names or similar in meaning appeared in the holy qur'an</w:t>
      </w:r>
      <w:r>
        <w:t>. T</w:t>
      </w:r>
      <w:r w:rsidR="00A01D69">
        <w:t>he comparison between these names and the text of the holy qur'an makes this point clear.</w:t>
      </w:r>
    </w:p>
    <w:p w:rsidR="00E33FEE" w:rsidRDefault="00E33FEE" w:rsidP="00CE26A0">
      <w:pPr>
        <w:pStyle w:val="libNormal"/>
      </w:pPr>
      <w:r>
        <w:t>I</w:t>
      </w:r>
      <w:r w:rsidR="00A01D69">
        <w:t>n the islamic tradition, the names are studied and memorized</w:t>
      </w:r>
      <w:r>
        <w:t>. I</w:t>
      </w:r>
      <w:r w:rsidR="00A01D69">
        <w:t xml:space="preserve">mam al- rida(a.) narrates via his father from prophet </w:t>
      </w:r>
      <w:r w:rsidR="00757208">
        <w:t>Muhammad</w:t>
      </w:r>
      <w:r w:rsidR="00A01D69">
        <w:t>(p.) that he said: " almighty god has 99 names, whomever calls upon him by them, he will answer his prayer</w:t>
      </w:r>
      <w:r>
        <w:t>. A</w:t>
      </w:r>
      <w:r w:rsidR="00A01D69">
        <w:t>nd whomever counts them, he will enter the paradise."</w:t>
      </w:r>
    </w:p>
    <w:p w:rsidR="00E33FEE" w:rsidRDefault="00E33FEE" w:rsidP="00CE26A0">
      <w:pPr>
        <w:pStyle w:val="libNormal"/>
      </w:pPr>
      <w:r>
        <w:t>S</w:t>
      </w:r>
      <w:r w:rsidR="00A01D69">
        <w:t>haikh al-suduq in his commentary of the hadith says that the prophet (p.) means by counting the 99 names is to comprehend the names and understand their meaning</w:t>
      </w:r>
      <w:r>
        <w:t>. I</w:t>
      </w:r>
      <w:r w:rsidR="00A01D69">
        <w:t>t does not mean simply counting them.</w:t>
      </w:r>
    </w:p>
    <w:p w:rsidR="00E33FEE" w:rsidRDefault="00E33FEE" w:rsidP="00CE26A0">
      <w:pPr>
        <w:pStyle w:val="libNormal"/>
      </w:pPr>
      <w:r>
        <w:t>I</w:t>
      </w:r>
      <w:r w:rsidR="00A01D69">
        <w:t xml:space="preserve">mam al-sadiq (a.) narrates via his father the prophet </w:t>
      </w:r>
      <w:r w:rsidR="00757208">
        <w:t>Muhammad</w:t>
      </w:r>
      <w:r w:rsidR="00A01D69">
        <w:t>(p.) all of these 99 names</w:t>
      </w:r>
      <w:r>
        <w:t>. I</w:t>
      </w:r>
      <w:r w:rsidR="00A01D69">
        <w:t xml:space="preserve">n addition, he mentions the first name </w:t>
      </w:r>
      <w:r w:rsidR="004A0F55">
        <w:t>(</w:t>
      </w:r>
      <w:r w:rsidR="00A01D69">
        <w:t>allah</w:t>
      </w:r>
      <w:r w:rsidR="004A0F55">
        <w:t xml:space="preserve">) </w:t>
      </w:r>
      <w:r w:rsidR="00A01D69">
        <w:t xml:space="preserve">because it is the only proper name of almighty god </w:t>
      </w:r>
      <w:r w:rsidR="004A0F55">
        <w:t>(</w:t>
      </w:r>
      <w:r w:rsidR="00A01D69">
        <w:t>be exalted</w:t>
      </w:r>
      <w:r w:rsidR="004A0F55">
        <w:t xml:space="preserve">) </w:t>
      </w:r>
      <w:r w:rsidR="00A01D69">
        <w:t>.</w:t>
      </w:r>
    </w:p>
    <w:p w:rsidR="00E33FEE" w:rsidRDefault="00E33FEE" w:rsidP="00CE26A0">
      <w:pPr>
        <w:pStyle w:val="libNormal"/>
      </w:pPr>
      <w:r>
        <w:t>T</w:t>
      </w:r>
      <w:r w:rsidR="00A01D69">
        <w:t>he names in arabic and their meaning according to the mentioned hadith are as follows:</w:t>
      </w:r>
    </w:p>
    <w:p w:rsidR="00A01D69" w:rsidRDefault="00E33FEE" w:rsidP="00CE26A0">
      <w:pPr>
        <w:pStyle w:val="libNormal"/>
      </w:pPr>
      <w:r>
        <w:t>N</w:t>
      </w:r>
      <w:r w:rsidR="00A01D69">
        <w:t>ames: meaning:</w:t>
      </w:r>
    </w:p>
    <w:p w:rsidR="00A01D69" w:rsidRDefault="00A01D69" w:rsidP="00CE26A0">
      <w:pPr>
        <w:pStyle w:val="libNormal"/>
      </w:pPr>
      <w:r>
        <w:t>1</w:t>
      </w:r>
      <w:r w:rsidR="00E33FEE">
        <w:t>. A</w:t>
      </w:r>
      <w:r>
        <w:t>llah the only one who deserves to be worshipped.</w:t>
      </w:r>
    </w:p>
    <w:p w:rsidR="00A01D69" w:rsidRDefault="00A01D69" w:rsidP="00CE26A0">
      <w:pPr>
        <w:pStyle w:val="libNormal"/>
      </w:pPr>
      <w:r>
        <w:t>2</w:t>
      </w:r>
      <w:r w:rsidR="00E33FEE">
        <w:t>. A</w:t>
      </w:r>
      <w:r>
        <w:t>l-wahid the one</w:t>
      </w:r>
    </w:p>
    <w:p w:rsidR="00A01D69" w:rsidRDefault="00A01D69" w:rsidP="00CE26A0">
      <w:pPr>
        <w:pStyle w:val="libNormal"/>
      </w:pPr>
      <w:r>
        <w:t>3</w:t>
      </w:r>
      <w:r w:rsidR="00E33FEE">
        <w:t>. A</w:t>
      </w:r>
      <w:r>
        <w:t>l-ahad the unique</w:t>
      </w:r>
    </w:p>
    <w:p w:rsidR="00A01D69" w:rsidRDefault="00A01D69" w:rsidP="00CE26A0">
      <w:pPr>
        <w:pStyle w:val="libNormal"/>
      </w:pPr>
      <w:r>
        <w:t>4</w:t>
      </w:r>
      <w:r w:rsidR="00E33FEE">
        <w:t>. A</w:t>
      </w:r>
      <w:r>
        <w:t>l-samad the perfect</w:t>
      </w:r>
    </w:p>
    <w:p w:rsidR="00A01D69" w:rsidRDefault="00A01D69" w:rsidP="00CE26A0">
      <w:pPr>
        <w:pStyle w:val="libNormal"/>
      </w:pPr>
      <w:r>
        <w:t>5</w:t>
      </w:r>
      <w:r w:rsidR="00E33FEE">
        <w:t>. A</w:t>
      </w:r>
      <w:r>
        <w:t>l-awwal the first</w:t>
      </w:r>
    </w:p>
    <w:p w:rsidR="00A01D69" w:rsidRDefault="00A01D69" w:rsidP="00CE26A0">
      <w:pPr>
        <w:pStyle w:val="libNormal"/>
      </w:pPr>
      <w:r>
        <w:t>6</w:t>
      </w:r>
      <w:r w:rsidR="00E33FEE">
        <w:t>. A</w:t>
      </w:r>
      <w:r>
        <w:t>l-akhir the last</w:t>
      </w:r>
    </w:p>
    <w:p w:rsidR="00A01D69" w:rsidRDefault="00A01D69" w:rsidP="00CE26A0">
      <w:pPr>
        <w:pStyle w:val="libNormal"/>
      </w:pPr>
      <w:r>
        <w:t>7</w:t>
      </w:r>
      <w:r w:rsidR="00E33FEE">
        <w:t>. A</w:t>
      </w:r>
      <w:r>
        <w:t>l-sami the all hearing</w:t>
      </w:r>
    </w:p>
    <w:p w:rsidR="00A01D69" w:rsidRDefault="00A01D69" w:rsidP="00CE26A0">
      <w:pPr>
        <w:pStyle w:val="libNormal"/>
      </w:pPr>
      <w:r>
        <w:t>8</w:t>
      </w:r>
      <w:r w:rsidR="00E33FEE">
        <w:t>. A</w:t>
      </w:r>
      <w:r>
        <w:t>l-basir the all seeing</w:t>
      </w:r>
    </w:p>
    <w:p w:rsidR="00A01D69" w:rsidRDefault="00A01D69" w:rsidP="00CE26A0">
      <w:pPr>
        <w:pStyle w:val="libNormal"/>
      </w:pPr>
      <w:r>
        <w:t>9</w:t>
      </w:r>
      <w:r w:rsidR="00E33FEE">
        <w:t>. A</w:t>
      </w:r>
      <w:r>
        <w:t>l-qadir the powerful</w:t>
      </w:r>
    </w:p>
    <w:p w:rsidR="00A01D69" w:rsidRDefault="00A01D69" w:rsidP="00CE26A0">
      <w:pPr>
        <w:pStyle w:val="libNormal"/>
      </w:pPr>
      <w:r>
        <w:t>10</w:t>
      </w:r>
      <w:r w:rsidR="00E33FEE">
        <w:t>. A</w:t>
      </w:r>
      <w:r>
        <w:t>l-qahir the subduer</w:t>
      </w:r>
    </w:p>
    <w:p w:rsidR="00A01D69" w:rsidRDefault="00A01D69" w:rsidP="00CE26A0">
      <w:pPr>
        <w:pStyle w:val="libNormal"/>
      </w:pPr>
      <w:r>
        <w:t>11</w:t>
      </w:r>
      <w:r w:rsidR="00E33FEE">
        <w:t>. A</w:t>
      </w:r>
      <w:r>
        <w:t>l-'ali the high</w:t>
      </w:r>
    </w:p>
    <w:p w:rsidR="00A01D69" w:rsidRDefault="00A01D69" w:rsidP="00CE26A0">
      <w:pPr>
        <w:pStyle w:val="libNormal"/>
      </w:pPr>
      <w:r>
        <w:t>12</w:t>
      </w:r>
      <w:r w:rsidR="00E33FEE">
        <w:t>. A</w:t>
      </w:r>
      <w:r>
        <w:t>l-a'ala the victor</w:t>
      </w:r>
    </w:p>
    <w:p w:rsidR="00A01D69" w:rsidRDefault="00A01D69" w:rsidP="00CE26A0">
      <w:pPr>
        <w:pStyle w:val="libNormal"/>
      </w:pPr>
      <w:r>
        <w:t>13</w:t>
      </w:r>
      <w:r w:rsidR="00E33FEE">
        <w:t>. A</w:t>
      </w:r>
      <w:r>
        <w:t>l-baqi the one who remains</w:t>
      </w:r>
    </w:p>
    <w:p w:rsidR="00A01D69" w:rsidRDefault="00A01D69" w:rsidP="00CE26A0">
      <w:pPr>
        <w:pStyle w:val="libNormal"/>
      </w:pPr>
      <w:r>
        <w:t>14</w:t>
      </w:r>
      <w:r w:rsidR="00E33FEE">
        <w:t>. A</w:t>
      </w:r>
      <w:r>
        <w:t>l-badi the wonderful</w:t>
      </w:r>
    </w:p>
    <w:p w:rsidR="00A01D69" w:rsidRDefault="00A01D69" w:rsidP="00CE26A0">
      <w:pPr>
        <w:pStyle w:val="libNormal"/>
      </w:pPr>
      <w:r>
        <w:t>15</w:t>
      </w:r>
      <w:r w:rsidR="00E33FEE">
        <w:t>. A</w:t>
      </w:r>
      <w:r>
        <w:t>l-bari the producer</w:t>
      </w:r>
    </w:p>
    <w:p w:rsidR="00A01D69" w:rsidRDefault="00A01D69" w:rsidP="00CE26A0">
      <w:pPr>
        <w:pStyle w:val="libNormal"/>
      </w:pPr>
      <w:r>
        <w:t>16</w:t>
      </w:r>
      <w:r w:rsidR="00E33FEE">
        <w:t>. A</w:t>
      </w:r>
      <w:r>
        <w:t>l-akram the most generous</w:t>
      </w:r>
    </w:p>
    <w:p w:rsidR="00A01D69" w:rsidRDefault="00A01D69" w:rsidP="00CE26A0">
      <w:pPr>
        <w:pStyle w:val="libNormal"/>
      </w:pPr>
      <w:r>
        <w:t>17</w:t>
      </w:r>
      <w:r w:rsidR="00E33FEE">
        <w:t>. A</w:t>
      </w:r>
      <w:r>
        <w:t>l-dhahir the apparent</w:t>
      </w:r>
    </w:p>
    <w:p w:rsidR="00A01D69" w:rsidRDefault="00A01D69" w:rsidP="00CE26A0">
      <w:pPr>
        <w:pStyle w:val="libNormal"/>
      </w:pPr>
      <w:r>
        <w:t>18</w:t>
      </w:r>
      <w:r w:rsidR="00E33FEE">
        <w:t>. A</w:t>
      </w:r>
      <w:r>
        <w:t>l-batin the hidden</w:t>
      </w:r>
    </w:p>
    <w:p w:rsidR="00A01D69" w:rsidRDefault="00A01D69" w:rsidP="00CE26A0">
      <w:pPr>
        <w:pStyle w:val="libNormal"/>
      </w:pPr>
      <w:r>
        <w:lastRenderedPageBreak/>
        <w:t>19</w:t>
      </w:r>
      <w:r w:rsidR="00E33FEE">
        <w:t>. A</w:t>
      </w:r>
      <w:r>
        <w:t>l-hayy the alive</w:t>
      </w:r>
    </w:p>
    <w:p w:rsidR="00A01D69" w:rsidRDefault="00A01D69" w:rsidP="00CE26A0">
      <w:pPr>
        <w:pStyle w:val="libNormal"/>
      </w:pPr>
      <w:r>
        <w:t>20</w:t>
      </w:r>
      <w:r w:rsidR="00E33FEE">
        <w:t>. A</w:t>
      </w:r>
      <w:r>
        <w:t>l-hakim the wise</w:t>
      </w:r>
    </w:p>
    <w:p w:rsidR="00A01D69" w:rsidRDefault="00A01D69" w:rsidP="00CE26A0">
      <w:pPr>
        <w:pStyle w:val="libNormal"/>
      </w:pPr>
      <w:r>
        <w:t>21</w:t>
      </w:r>
      <w:r w:rsidR="00E33FEE">
        <w:t>. A</w:t>
      </w:r>
      <w:r>
        <w:t>l-alim the all knowing</w:t>
      </w:r>
    </w:p>
    <w:p w:rsidR="00A01D69" w:rsidRDefault="00A01D69" w:rsidP="00CE26A0">
      <w:pPr>
        <w:pStyle w:val="libNormal"/>
      </w:pPr>
      <w:r>
        <w:t>22</w:t>
      </w:r>
      <w:r w:rsidR="00E33FEE">
        <w:t>. A</w:t>
      </w:r>
      <w:r>
        <w:t>l-halim the patient</w:t>
      </w:r>
    </w:p>
    <w:p w:rsidR="00A01D69" w:rsidRDefault="00A01D69" w:rsidP="00CE26A0">
      <w:pPr>
        <w:pStyle w:val="libNormal"/>
      </w:pPr>
      <w:r>
        <w:t>23</w:t>
      </w:r>
      <w:r w:rsidR="00E33FEE">
        <w:t>. A</w:t>
      </w:r>
      <w:r>
        <w:t>l-hafidh the guardian</w:t>
      </w:r>
    </w:p>
    <w:p w:rsidR="00A01D69" w:rsidRDefault="00A01D69" w:rsidP="00CE26A0">
      <w:pPr>
        <w:pStyle w:val="libNormal"/>
      </w:pPr>
      <w:r>
        <w:t>24</w:t>
      </w:r>
      <w:r w:rsidR="00E33FEE">
        <w:t>. A</w:t>
      </w:r>
      <w:r>
        <w:t>l-haqq the truth</w:t>
      </w:r>
    </w:p>
    <w:p w:rsidR="00A01D69" w:rsidRDefault="00A01D69" w:rsidP="00CE26A0">
      <w:pPr>
        <w:pStyle w:val="libNormal"/>
      </w:pPr>
      <w:r>
        <w:t>25</w:t>
      </w:r>
      <w:r w:rsidR="00E33FEE">
        <w:t>. A</w:t>
      </w:r>
      <w:r>
        <w:t>l-hasib the reckoner</w:t>
      </w:r>
    </w:p>
    <w:p w:rsidR="00A01D69" w:rsidRDefault="00A01D69" w:rsidP="00CE26A0">
      <w:pPr>
        <w:pStyle w:val="libNormal"/>
      </w:pPr>
      <w:r>
        <w:t>26</w:t>
      </w:r>
      <w:r w:rsidR="00E33FEE">
        <w:t>. A</w:t>
      </w:r>
      <w:r>
        <w:t>l-hamid the praised one</w:t>
      </w:r>
    </w:p>
    <w:p w:rsidR="00A01D69" w:rsidRDefault="00A01D69" w:rsidP="00CE26A0">
      <w:pPr>
        <w:pStyle w:val="libNormal"/>
      </w:pPr>
      <w:r>
        <w:t>27</w:t>
      </w:r>
      <w:r w:rsidR="00E33FEE">
        <w:t>. A</w:t>
      </w:r>
      <w:r>
        <w:t>l-haff the kind</w:t>
      </w:r>
    </w:p>
    <w:p w:rsidR="00A01D69" w:rsidRDefault="00A01D69" w:rsidP="00CE26A0">
      <w:pPr>
        <w:pStyle w:val="libNormal"/>
      </w:pPr>
      <w:r>
        <w:t>28 ar-rab the lord</w:t>
      </w:r>
    </w:p>
    <w:p w:rsidR="00A01D69" w:rsidRDefault="00A01D69" w:rsidP="00CE26A0">
      <w:pPr>
        <w:pStyle w:val="libNormal"/>
      </w:pPr>
      <w:r>
        <w:t>29</w:t>
      </w:r>
      <w:r w:rsidR="00E33FEE">
        <w:t>. A</w:t>
      </w:r>
      <w:r>
        <w:t>r-rahman the merciful</w:t>
      </w:r>
    </w:p>
    <w:p w:rsidR="00A01D69" w:rsidRDefault="00A01D69" w:rsidP="00CE26A0">
      <w:pPr>
        <w:pStyle w:val="libNormal"/>
      </w:pPr>
      <w:r>
        <w:t>30</w:t>
      </w:r>
      <w:r w:rsidR="00E33FEE">
        <w:t>. A</w:t>
      </w:r>
      <w:r>
        <w:t>r-rahim the compassionate</w:t>
      </w:r>
    </w:p>
    <w:p w:rsidR="00A01D69" w:rsidRDefault="00A01D69" w:rsidP="00CE26A0">
      <w:pPr>
        <w:pStyle w:val="libNormal"/>
      </w:pPr>
      <w:r>
        <w:t>31</w:t>
      </w:r>
      <w:r w:rsidR="00E33FEE">
        <w:t>. A</w:t>
      </w:r>
      <w:r>
        <w:t>l-dhar the increaser</w:t>
      </w:r>
    </w:p>
    <w:p w:rsidR="00A01D69" w:rsidRDefault="00A01D69" w:rsidP="00CE26A0">
      <w:pPr>
        <w:pStyle w:val="libNormal"/>
      </w:pPr>
      <w:r>
        <w:t>32</w:t>
      </w:r>
      <w:r w:rsidR="00E33FEE">
        <w:t>. A</w:t>
      </w:r>
      <w:r>
        <w:t>l-raziq the provider</w:t>
      </w:r>
    </w:p>
    <w:p w:rsidR="00A01D69" w:rsidRDefault="00A01D69" w:rsidP="00CE26A0">
      <w:pPr>
        <w:pStyle w:val="libNormal"/>
      </w:pPr>
      <w:r>
        <w:t>33</w:t>
      </w:r>
      <w:r w:rsidR="00E33FEE">
        <w:t>. A</w:t>
      </w:r>
      <w:r>
        <w:t>l-raqib the watchful</w:t>
      </w:r>
    </w:p>
    <w:p w:rsidR="00A01D69" w:rsidRDefault="00A01D69" w:rsidP="00CE26A0">
      <w:pPr>
        <w:pStyle w:val="libNormal"/>
      </w:pPr>
      <w:r>
        <w:t>34</w:t>
      </w:r>
      <w:r w:rsidR="00E33FEE">
        <w:t>. A</w:t>
      </w:r>
      <w:r>
        <w:t>l-raufq the benevolent</w:t>
      </w:r>
    </w:p>
    <w:p w:rsidR="00A01D69" w:rsidRDefault="00A01D69" w:rsidP="00CE26A0">
      <w:pPr>
        <w:pStyle w:val="libNormal"/>
      </w:pPr>
      <w:r>
        <w:t>35</w:t>
      </w:r>
      <w:r w:rsidR="00E33FEE">
        <w:t>. A</w:t>
      </w:r>
      <w:r>
        <w:t>l-ra'i the seeker</w:t>
      </w:r>
    </w:p>
    <w:p w:rsidR="00A01D69" w:rsidRDefault="00A01D69" w:rsidP="00CE26A0">
      <w:pPr>
        <w:pStyle w:val="libNormal"/>
      </w:pPr>
      <w:r>
        <w:t>36</w:t>
      </w:r>
      <w:r w:rsidR="00E33FEE">
        <w:t>. A</w:t>
      </w:r>
      <w:r>
        <w:t>l-salam the peace</w:t>
      </w:r>
    </w:p>
    <w:p w:rsidR="00A01D69" w:rsidRDefault="00A01D69" w:rsidP="00CE26A0">
      <w:pPr>
        <w:pStyle w:val="libNormal"/>
      </w:pPr>
      <w:r>
        <w:t>37</w:t>
      </w:r>
      <w:r w:rsidR="00E33FEE">
        <w:t>. A</w:t>
      </w:r>
      <w:r>
        <w:t>l-mumin the faithful</w:t>
      </w:r>
    </w:p>
    <w:p w:rsidR="00A01D69" w:rsidRDefault="00A01D69" w:rsidP="00CE26A0">
      <w:pPr>
        <w:pStyle w:val="libNormal"/>
      </w:pPr>
      <w:r>
        <w:t>38</w:t>
      </w:r>
      <w:r w:rsidR="00E33FEE">
        <w:t>. A</w:t>
      </w:r>
      <w:r>
        <w:t>l-muhaimin the protector</w:t>
      </w:r>
    </w:p>
    <w:p w:rsidR="00A01D69" w:rsidRDefault="00A01D69" w:rsidP="00CE26A0">
      <w:pPr>
        <w:pStyle w:val="libNormal"/>
      </w:pPr>
      <w:r>
        <w:t>39</w:t>
      </w:r>
      <w:r w:rsidR="00E33FEE">
        <w:t>. A</w:t>
      </w:r>
      <w:r>
        <w:t>l-aziz the mighty</w:t>
      </w:r>
    </w:p>
    <w:p w:rsidR="00A01D69" w:rsidRDefault="00A01D69" w:rsidP="00CE26A0">
      <w:pPr>
        <w:pStyle w:val="libNormal"/>
      </w:pPr>
      <w:r>
        <w:t>40</w:t>
      </w:r>
      <w:r w:rsidR="00E33FEE">
        <w:t>. A</w:t>
      </w:r>
      <w:r>
        <w:t>l-jabbar the almighty</w:t>
      </w:r>
    </w:p>
    <w:p w:rsidR="00A01D69" w:rsidRDefault="00A01D69" w:rsidP="00CE26A0">
      <w:pPr>
        <w:pStyle w:val="libNormal"/>
      </w:pPr>
      <w:r>
        <w:t>41</w:t>
      </w:r>
      <w:r w:rsidR="00E33FEE">
        <w:t>. A</w:t>
      </w:r>
      <w:r>
        <w:t>l-mutakabbir the high handed</w:t>
      </w:r>
    </w:p>
    <w:p w:rsidR="00A01D69" w:rsidRDefault="00A01D69" w:rsidP="00CE26A0">
      <w:pPr>
        <w:pStyle w:val="libNormal"/>
      </w:pPr>
      <w:r>
        <w:t>42</w:t>
      </w:r>
      <w:r w:rsidR="00E33FEE">
        <w:t>. A</w:t>
      </w:r>
      <w:r>
        <w:t>l-sayyid the master</w:t>
      </w:r>
    </w:p>
    <w:p w:rsidR="00A01D69" w:rsidRDefault="00A01D69" w:rsidP="00CE26A0">
      <w:pPr>
        <w:pStyle w:val="libNormal"/>
      </w:pPr>
      <w:r>
        <w:t>43</w:t>
      </w:r>
      <w:r w:rsidR="00E33FEE">
        <w:t>. A</w:t>
      </w:r>
      <w:r>
        <w:t>l-subbuha the glorified</w:t>
      </w:r>
    </w:p>
    <w:p w:rsidR="00A01D69" w:rsidRDefault="00A01D69" w:rsidP="00CE26A0">
      <w:pPr>
        <w:pStyle w:val="libNormal"/>
      </w:pPr>
      <w:r>
        <w:t>44</w:t>
      </w:r>
      <w:r w:rsidR="00E33FEE">
        <w:t>. A</w:t>
      </w:r>
      <w:r>
        <w:t>l-shahid the witness</w:t>
      </w:r>
    </w:p>
    <w:p w:rsidR="00A01D69" w:rsidRDefault="00A01D69" w:rsidP="00CE26A0">
      <w:pPr>
        <w:pStyle w:val="libNormal"/>
      </w:pPr>
      <w:r>
        <w:t>45.al-sadiqrid the truthful</w:t>
      </w:r>
    </w:p>
    <w:p w:rsidR="00A01D69" w:rsidRDefault="00A01D69" w:rsidP="00CE26A0">
      <w:pPr>
        <w:pStyle w:val="libNormal"/>
      </w:pPr>
      <w:r>
        <w:t>46</w:t>
      </w:r>
      <w:r w:rsidR="00E33FEE">
        <w:t>. A</w:t>
      </w:r>
      <w:r>
        <w:t>l-sani the builder</w:t>
      </w:r>
    </w:p>
    <w:p w:rsidR="00A01D69" w:rsidRDefault="00A01D69" w:rsidP="00CE26A0">
      <w:pPr>
        <w:pStyle w:val="libNormal"/>
      </w:pPr>
      <w:r>
        <w:t>47</w:t>
      </w:r>
      <w:r w:rsidR="00E33FEE">
        <w:t>. A</w:t>
      </w:r>
      <w:r>
        <w:t>l-tahir the clean</w:t>
      </w:r>
    </w:p>
    <w:p w:rsidR="00A01D69" w:rsidRDefault="00A01D69" w:rsidP="00CE26A0">
      <w:pPr>
        <w:pStyle w:val="libNormal"/>
      </w:pPr>
      <w:r>
        <w:t>48</w:t>
      </w:r>
      <w:r w:rsidR="00E33FEE">
        <w:t>. A</w:t>
      </w:r>
      <w:r>
        <w:t>l-adl the just</w:t>
      </w:r>
    </w:p>
    <w:p w:rsidR="00A01D69" w:rsidRDefault="00A01D69" w:rsidP="00CE26A0">
      <w:pPr>
        <w:pStyle w:val="libNormal"/>
      </w:pPr>
      <w:r>
        <w:t>49</w:t>
      </w:r>
      <w:r w:rsidR="00E33FEE">
        <w:t>. A</w:t>
      </w:r>
      <w:r>
        <w:t>l-afuw the pardoner</w:t>
      </w:r>
    </w:p>
    <w:p w:rsidR="00A01D69" w:rsidRDefault="00A01D69" w:rsidP="00CE26A0">
      <w:pPr>
        <w:pStyle w:val="libNormal"/>
      </w:pPr>
      <w:r>
        <w:t>50</w:t>
      </w:r>
      <w:r w:rsidR="00E33FEE">
        <w:t>. A</w:t>
      </w:r>
      <w:r>
        <w:t>l-ghafur the forgiver</w:t>
      </w:r>
    </w:p>
    <w:p w:rsidR="00A01D69" w:rsidRDefault="00A01D69" w:rsidP="00CE26A0">
      <w:pPr>
        <w:pStyle w:val="libNormal"/>
      </w:pPr>
      <w:r>
        <w:t>51</w:t>
      </w:r>
      <w:r w:rsidR="00E33FEE">
        <w:t>. A</w:t>
      </w:r>
      <w:r>
        <w:t>l-ghani the rich</w:t>
      </w:r>
    </w:p>
    <w:p w:rsidR="00A01D69" w:rsidRDefault="00A01D69" w:rsidP="00CE26A0">
      <w:pPr>
        <w:pStyle w:val="libNormal"/>
      </w:pPr>
      <w:r>
        <w:t>52</w:t>
      </w:r>
      <w:r w:rsidR="00E33FEE">
        <w:t>. A</w:t>
      </w:r>
      <w:r>
        <w:t>l-ghayath the aid</w:t>
      </w:r>
    </w:p>
    <w:p w:rsidR="00A01D69" w:rsidRDefault="00A01D69" w:rsidP="00CE26A0">
      <w:pPr>
        <w:pStyle w:val="libNormal"/>
      </w:pPr>
      <w:r>
        <w:t>53</w:t>
      </w:r>
      <w:r w:rsidR="00E33FEE">
        <w:t>. A</w:t>
      </w:r>
      <w:r>
        <w:t>l-fatir the broker</w:t>
      </w:r>
    </w:p>
    <w:p w:rsidR="00A01D69" w:rsidRDefault="00A01D69" w:rsidP="00CE26A0">
      <w:pPr>
        <w:pStyle w:val="libNormal"/>
      </w:pPr>
      <w:r>
        <w:t>54</w:t>
      </w:r>
      <w:r w:rsidR="00E33FEE">
        <w:t>. A</w:t>
      </w:r>
      <w:r>
        <w:t>l-fardd the single</w:t>
      </w:r>
    </w:p>
    <w:p w:rsidR="00A01D69" w:rsidRDefault="00A01D69" w:rsidP="00CE26A0">
      <w:pPr>
        <w:pStyle w:val="libNormal"/>
      </w:pPr>
      <w:r>
        <w:t>55</w:t>
      </w:r>
      <w:r w:rsidR="00E33FEE">
        <w:t>. A</w:t>
      </w:r>
      <w:r>
        <w:t>l-fattah the opener</w:t>
      </w:r>
    </w:p>
    <w:p w:rsidR="00A01D69" w:rsidRDefault="00A01D69" w:rsidP="00CE26A0">
      <w:pPr>
        <w:pStyle w:val="libNormal"/>
      </w:pPr>
      <w:r>
        <w:t>56</w:t>
      </w:r>
      <w:r w:rsidR="00E33FEE">
        <w:t>. A</w:t>
      </w:r>
      <w:r>
        <w:t>l-faliq the divider</w:t>
      </w:r>
    </w:p>
    <w:p w:rsidR="00A01D69" w:rsidRDefault="00A01D69" w:rsidP="00CE26A0">
      <w:pPr>
        <w:pStyle w:val="libNormal"/>
      </w:pPr>
      <w:r>
        <w:t>57</w:t>
      </w:r>
      <w:r w:rsidR="00E33FEE">
        <w:t>. A</w:t>
      </w:r>
      <w:r>
        <w:t>l-qadim the eternal</w:t>
      </w:r>
    </w:p>
    <w:p w:rsidR="00A01D69" w:rsidRDefault="00A01D69" w:rsidP="00CE26A0">
      <w:pPr>
        <w:pStyle w:val="libNormal"/>
      </w:pPr>
      <w:r>
        <w:t>58</w:t>
      </w:r>
      <w:r w:rsidR="00E33FEE">
        <w:t>. A</w:t>
      </w:r>
      <w:r>
        <w:t>l-malik the authority</w:t>
      </w:r>
    </w:p>
    <w:p w:rsidR="00A01D69" w:rsidRDefault="00A01D69" w:rsidP="00CE26A0">
      <w:pPr>
        <w:pStyle w:val="libNormal"/>
      </w:pPr>
      <w:r>
        <w:t>59</w:t>
      </w:r>
      <w:r w:rsidR="00E33FEE">
        <w:t>. A</w:t>
      </w:r>
      <w:r>
        <w:t>l-quddus the holy</w:t>
      </w:r>
    </w:p>
    <w:p w:rsidR="00A01D69" w:rsidRDefault="00A01D69" w:rsidP="00CE26A0">
      <w:pPr>
        <w:pStyle w:val="libNormal"/>
      </w:pPr>
      <w:r>
        <w:t>60</w:t>
      </w:r>
      <w:r w:rsidR="00E33FEE">
        <w:t>. A</w:t>
      </w:r>
      <w:r>
        <w:t>l-qawi the strong</w:t>
      </w:r>
    </w:p>
    <w:p w:rsidR="00A01D69" w:rsidRDefault="00A01D69" w:rsidP="00CE26A0">
      <w:pPr>
        <w:pStyle w:val="libNormal"/>
      </w:pPr>
      <w:r>
        <w:t>61</w:t>
      </w:r>
      <w:r w:rsidR="00E33FEE">
        <w:t>. A</w:t>
      </w:r>
      <w:r>
        <w:t>l-qarib the near</w:t>
      </w:r>
    </w:p>
    <w:p w:rsidR="00A01D69" w:rsidRDefault="00A01D69" w:rsidP="00CE26A0">
      <w:pPr>
        <w:pStyle w:val="libNormal"/>
      </w:pPr>
      <w:r>
        <w:t>62</w:t>
      </w:r>
      <w:r w:rsidR="00E33FEE">
        <w:t>. A</w:t>
      </w:r>
      <w:r>
        <w:t>l-qayyum the everlasting</w:t>
      </w:r>
    </w:p>
    <w:p w:rsidR="00A01D69" w:rsidRDefault="00A01D69" w:rsidP="00CE26A0">
      <w:pPr>
        <w:pStyle w:val="libNormal"/>
      </w:pPr>
      <w:r>
        <w:t>63</w:t>
      </w:r>
      <w:r w:rsidR="00E33FEE">
        <w:t>. A</w:t>
      </w:r>
      <w:r>
        <w:t>l-qabidh the holder</w:t>
      </w:r>
    </w:p>
    <w:p w:rsidR="00A01D69" w:rsidRDefault="00A01D69" w:rsidP="00CE26A0">
      <w:pPr>
        <w:pStyle w:val="libNormal"/>
      </w:pPr>
      <w:r>
        <w:t>64</w:t>
      </w:r>
      <w:r w:rsidR="00E33FEE">
        <w:t>. A</w:t>
      </w:r>
      <w:r>
        <w:t>l-basit the giver</w:t>
      </w:r>
    </w:p>
    <w:p w:rsidR="00A01D69" w:rsidRDefault="00A01D69" w:rsidP="00CE26A0">
      <w:pPr>
        <w:pStyle w:val="libNormal"/>
      </w:pPr>
      <w:r>
        <w:t>65</w:t>
      </w:r>
      <w:r w:rsidR="00E33FEE">
        <w:t>. A</w:t>
      </w:r>
      <w:r>
        <w:t>l-qadi al-hajjat the one who fulfills the needs</w:t>
      </w:r>
    </w:p>
    <w:p w:rsidR="00A01D69" w:rsidRDefault="00A01D69" w:rsidP="00CE26A0">
      <w:pPr>
        <w:pStyle w:val="libNormal"/>
      </w:pPr>
      <w:r>
        <w:t>66</w:t>
      </w:r>
      <w:r w:rsidR="00E33FEE">
        <w:t>. A</w:t>
      </w:r>
      <w:r>
        <w:t>l-majid the glorious</w:t>
      </w:r>
    </w:p>
    <w:p w:rsidR="00A01D69" w:rsidRDefault="00A01D69" w:rsidP="00CE26A0">
      <w:pPr>
        <w:pStyle w:val="libNormal"/>
      </w:pPr>
      <w:r>
        <w:lastRenderedPageBreak/>
        <w:t>67</w:t>
      </w:r>
      <w:r w:rsidR="00E33FEE">
        <w:t>. A</w:t>
      </w:r>
      <w:r>
        <w:t>l-mawla the patron</w:t>
      </w:r>
    </w:p>
    <w:p w:rsidR="00A01D69" w:rsidRDefault="00A01D69" w:rsidP="00CE26A0">
      <w:pPr>
        <w:pStyle w:val="libNormal"/>
      </w:pPr>
      <w:r>
        <w:t>68</w:t>
      </w:r>
      <w:r w:rsidR="00E33FEE">
        <w:t>. A</w:t>
      </w:r>
      <w:r>
        <w:t>l-mannan the gracious</w:t>
      </w:r>
    </w:p>
    <w:p w:rsidR="00A01D69" w:rsidRDefault="00A01D69" w:rsidP="00CE26A0">
      <w:pPr>
        <w:pStyle w:val="libNormal"/>
      </w:pPr>
      <w:r>
        <w:t>69</w:t>
      </w:r>
      <w:r w:rsidR="00E33FEE">
        <w:t>. A</w:t>
      </w:r>
      <w:r>
        <w:t>l-muhit the surrounder</w:t>
      </w:r>
    </w:p>
    <w:p w:rsidR="00A01D69" w:rsidRDefault="00A01D69" w:rsidP="00CE26A0">
      <w:pPr>
        <w:pStyle w:val="libNormal"/>
      </w:pPr>
      <w:r>
        <w:t>70</w:t>
      </w:r>
      <w:r w:rsidR="00E33FEE">
        <w:t>. A</w:t>
      </w:r>
      <w:r>
        <w:t>l-mubin the evident</w:t>
      </w:r>
    </w:p>
    <w:p w:rsidR="00A01D69" w:rsidRDefault="00A01D69" w:rsidP="00CE26A0">
      <w:pPr>
        <w:pStyle w:val="libNormal"/>
      </w:pPr>
      <w:r>
        <w:t>71</w:t>
      </w:r>
      <w:r w:rsidR="00E33FEE">
        <w:t>. A</w:t>
      </w:r>
      <w:r>
        <w:t>l-muqith the saver</w:t>
      </w:r>
    </w:p>
    <w:p w:rsidR="00A01D69" w:rsidRDefault="00A01D69" w:rsidP="00CE26A0">
      <w:pPr>
        <w:pStyle w:val="libNormal"/>
      </w:pPr>
      <w:r>
        <w:t>72</w:t>
      </w:r>
      <w:r w:rsidR="00E33FEE">
        <w:t>. A</w:t>
      </w:r>
      <w:r>
        <w:t>l-mussawir the designer</w:t>
      </w:r>
    </w:p>
    <w:p w:rsidR="00A01D69" w:rsidRDefault="00A01D69" w:rsidP="00CE26A0">
      <w:pPr>
        <w:pStyle w:val="libNormal"/>
      </w:pPr>
      <w:r>
        <w:t>73</w:t>
      </w:r>
      <w:r w:rsidR="00E33FEE">
        <w:t>. A</w:t>
      </w:r>
      <w:r>
        <w:t>l-karim the generous</w:t>
      </w:r>
    </w:p>
    <w:p w:rsidR="00A01D69" w:rsidRDefault="00A01D69" w:rsidP="00CE26A0">
      <w:pPr>
        <w:pStyle w:val="libNormal"/>
      </w:pPr>
      <w:r>
        <w:t>74</w:t>
      </w:r>
      <w:r w:rsidR="00E33FEE">
        <w:t>. A</w:t>
      </w:r>
      <w:r>
        <w:t>l-kabir the magnificient</w:t>
      </w:r>
    </w:p>
    <w:p w:rsidR="00A01D69" w:rsidRDefault="00A01D69" w:rsidP="00CE26A0">
      <w:pPr>
        <w:pStyle w:val="libNormal"/>
      </w:pPr>
      <w:r>
        <w:t>75</w:t>
      </w:r>
      <w:r w:rsidR="00E33FEE">
        <w:t>. A</w:t>
      </w:r>
      <w:r>
        <w:t>l-kafi the sufficient</w:t>
      </w:r>
    </w:p>
    <w:p w:rsidR="00A01D69" w:rsidRDefault="00A01D69" w:rsidP="00CE26A0">
      <w:pPr>
        <w:pStyle w:val="libNormal"/>
      </w:pPr>
      <w:r>
        <w:t>76</w:t>
      </w:r>
      <w:r w:rsidR="00E33FEE">
        <w:t>. A</w:t>
      </w:r>
      <w:r>
        <w:t>l-kashif al-dhur the one who removes harm</w:t>
      </w:r>
    </w:p>
    <w:p w:rsidR="00A01D69" w:rsidRDefault="00A01D69" w:rsidP="00CE26A0">
      <w:pPr>
        <w:pStyle w:val="libNormal"/>
      </w:pPr>
      <w:r>
        <w:t>77</w:t>
      </w:r>
      <w:r w:rsidR="00E33FEE">
        <w:t>. A</w:t>
      </w:r>
      <w:r>
        <w:t>l-witr the odd in number</w:t>
      </w:r>
    </w:p>
    <w:p w:rsidR="00A01D69" w:rsidRDefault="00A01D69" w:rsidP="00CE26A0">
      <w:pPr>
        <w:pStyle w:val="libNormal"/>
      </w:pPr>
      <w:r>
        <w:t>78</w:t>
      </w:r>
      <w:r w:rsidR="00E33FEE">
        <w:t>. A</w:t>
      </w:r>
      <w:r>
        <w:t>l-nur the light</w:t>
      </w:r>
    </w:p>
    <w:p w:rsidR="00A01D69" w:rsidRDefault="00A01D69" w:rsidP="00CE26A0">
      <w:pPr>
        <w:pStyle w:val="libNormal"/>
      </w:pPr>
      <w:r>
        <w:t>79</w:t>
      </w:r>
      <w:r w:rsidR="00E33FEE">
        <w:t>. A</w:t>
      </w:r>
      <w:r>
        <w:t>l-wahhab the grantor</w:t>
      </w:r>
    </w:p>
    <w:p w:rsidR="00A01D69" w:rsidRDefault="00A01D69" w:rsidP="00CE26A0">
      <w:pPr>
        <w:pStyle w:val="libNormal"/>
      </w:pPr>
      <w:r>
        <w:t>80</w:t>
      </w:r>
      <w:r w:rsidR="00E33FEE">
        <w:t>. A</w:t>
      </w:r>
      <w:r>
        <w:t>l-nasir the helper</w:t>
      </w:r>
    </w:p>
    <w:p w:rsidR="00A01D69" w:rsidRDefault="00A01D69" w:rsidP="00CE26A0">
      <w:pPr>
        <w:pStyle w:val="libNormal"/>
      </w:pPr>
      <w:r>
        <w:t>81</w:t>
      </w:r>
      <w:r w:rsidR="00E33FEE">
        <w:t>. A</w:t>
      </w:r>
      <w:r>
        <w:t>l-wasi the extent</w:t>
      </w:r>
    </w:p>
    <w:p w:rsidR="00A01D69" w:rsidRDefault="00A01D69" w:rsidP="00CE26A0">
      <w:pPr>
        <w:pStyle w:val="libNormal"/>
      </w:pPr>
      <w:r>
        <w:t>82</w:t>
      </w:r>
      <w:r w:rsidR="00E33FEE">
        <w:t>. A</w:t>
      </w:r>
      <w:r>
        <w:t>l-wadu the devoted</w:t>
      </w:r>
    </w:p>
    <w:p w:rsidR="00A01D69" w:rsidRDefault="00A01D69" w:rsidP="00CE26A0">
      <w:pPr>
        <w:pStyle w:val="libNormal"/>
      </w:pPr>
      <w:r>
        <w:t>83</w:t>
      </w:r>
      <w:r w:rsidR="00E33FEE">
        <w:t>. A</w:t>
      </w:r>
      <w:r>
        <w:t>l-hadi the guide</w:t>
      </w:r>
    </w:p>
    <w:p w:rsidR="00A01D69" w:rsidRDefault="00A01D69" w:rsidP="00CE26A0">
      <w:pPr>
        <w:pStyle w:val="libNormal"/>
      </w:pPr>
      <w:r>
        <w:t>84</w:t>
      </w:r>
      <w:r w:rsidR="00E33FEE">
        <w:t>. A</w:t>
      </w:r>
      <w:r>
        <w:t>l-waffi the one who fulfills his promise</w:t>
      </w:r>
    </w:p>
    <w:p w:rsidR="00A01D69" w:rsidRDefault="00A01D69" w:rsidP="00CE26A0">
      <w:pPr>
        <w:pStyle w:val="libNormal"/>
      </w:pPr>
      <w:r>
        <w:t>85</w:t>
      </w:r>
      <w:r w:rsidR="00E33FEE">
        <w:t>. A</w:t>
      </w:r>
      <w:r>
        <w:t>l-wakil the entrust</w:t>
      </w:r>
    </w:p>
    <w:p w:rsidR="00A01D69" w:rsidRDefault="00A01D69" w:rsidP="00CE26A0">
      <w:pPr>
        <w:pStyle w:val="libNormal"/>
      </w:pPr>
      <w:r>
        <w:t>86</w:t>
      </w:r>
      <w:r w:rsidR="00E33FEE">
        <w:t>. A</w:t>
      </w:r>
      <w:r>
        <w:t>l-warith the inheriting</w:t>
      </w:r>
    </w:p>
    <w:p w:rsidR="00A01D69" w:rsidRDefault="00A01D69" w:rsidP="00CE26A0">
      <w:pPr>
        <w:pStyle w:val="libNormal"/>
      </w:pPr>
      <w:r>
        <w:t>87</w:t>
      </w:r>
      <w:r w:rsidR="00E33FEE">
        <w:t>. A</w:t>
      </w:r>
      <w:r>
        <w:t>l-barr the charitable</w:t>
      </w:r>
    </w:p>
    <w:p w:rsidR="00A01D69" w:rsidRDefault="00A01D69" w:rsidP="00CE26A0">
      <w:pPr>
        <w:pStyle w:val="libNormal"/>
      </w:pPr>
      <w:r>
        <w:t>88</w:t>
      </w:r>
      <w:r w:rsidR="00E33FEE">
        <w:t>. A</w:t>
      </w:r>
      <w:r>
        <w:t>l-ba'ith the resurrector</w:t>
      </w:r>
    </w:p>
    <w:p w:rsidR="00A01D69" w:rsidRDefault="00A01D69" w:rsidP="00CE26A0">
      <w:pPr>
        <w:pStyle w:val="libNormal"/>
      </w:pPr>
      <w:r>
        <w:t>89</w:t>
      </w:r>
      <w:r w:rsidR="00E33FEE">
        <w:t>. A</w:t>
      </w:r>
      <w:r>
        <w:t>l-tawwab the one who accepts repentence</w:t>
      </w:r>
    </w:p>
    <w:p w:rsidR="00A01D69" w:rsidRDefault="00A01D69" w:rsidP="00CE26A0">
      <w:pPr>
        <w:pStyle w:val="libNormal"/>
      </w:pPr>
      <w:r>
        <w:t>90</w:t>
      </w:r>
      <w:r w:rsidR="00E33FEE">
        <w:t>. A</w:t>
      </w:r>
      <w:r>
        <w:t>l-jalil the significant</w:t>
      </w:r>
    </w:p>
    <w:p w:rsidR="00A01D69" w:rsidRDefault="00A01D69" w:rsidP="00CE26A0">
      <w:pPr>
        <w:pStyle w:val="libNormal"/>
      </w:pPr>
      <w:r>
        <w:t>91</w:t>
      </w:r>
      <w:r w:rsidR="00E33FEE">
        <w:t>. A</w:t>
      </w:r>
      <w:r>
        <w:t>l-jawwad the open handed</w:t>
      </w:r>
    </w:p>
    <w:p w:rsidR="00A01D69" w:rsidRDefault="00A01D69" w:rsidP="00CE26A0">
      <w:pPr>
        <w:pStyle w:val="libNormal"/>
      </w:pPr>
      <w:r>
        <w:t>92</w:t>
      </w:r>
      <w:r w:rsidR="00E33FEE">
        <w:t>. A</w:t>
      </w:r>
      <w:r>
        <w:t>l-khabir the chief</w:t>
      </w:r>
    </w:p>
    <w:p w:rsidR="00A01D69" w:rsidRDefault="00A01D69" w:rsidP="00CE26A0">
      <w:pPr>
        <w:pStyle w:val="libNormal"/>
      </w:pPr>
      <w:r>
        <w:t>93</w:t>
      </w:r>
      <w:r w:rsidR="00E33FEE">
        <w:t>. A</w:t>
      </w:r>
      <w:r>
        <w:t>l-khaliq the creator</w:t>
      </w:r>
    </w:p>
    <w:p w:rsidR="00A01D69" w:rsidRDefault="00A01D69" w:rsidP="00CE26A0">
      <w:pPr>
        <w:pStyle w:val="libNormal"/>
      </w:pPr>
      <w:r>
        <w:t>94</w:t>
      </w:r>
      <w:r w:rsidR="00E33FEE">
        <w:t>. A</w:t>
      </w:r>
      <w:r>
        <w:t>l-khayru nasirin the best helper</w:t>
      </w:r>
    </w:p>
    <w:p w:rsidR="00A01D69" w:rsidRDefault="00A01D69" w:rsidP="00CE26A0">
      <w:pPr>
        <w:pStyle w:val="libNormal"/>
      </w:pPr>
      <w:r>
        <w:t>95</w:t>
      </w:r>
      <w:r w:rsidR="00E33FEE">
        <w:t>. A</w:t>
      </w:r>
      <w:r>
        <w:t>l-dayyan the one who gives judgement</w:t>
      </w:r>
    </w:p>
    <w:p w:rsidR="00A01D69" w:rsidRDefault="00A01D69" w:rsidP="00CE26A0">
      <w:pPr>
        <w:pStyle w:val="libNormal"/>
      </w:pPr>
      <w:r>
        <w:t>96</w:t>
      </w:r>
      <w:r w:rsidR="00E33FEE">
        <w:t>. A</w:t>
      </w:r>
      <w:r>
        <w:t>l-shakur the thankful</w:t>
      </w:r>
    </w:p>
    <w:p w:rsidR="00A01D69" w:rsidRDefault="00A01D69" w:rsidP="00CE26A0">
      <w:pPr>
        <w:pStyle w:val="libNormal"/>
      </w:pPr>
      <w:r>
        <w:t>97</w:t>
      </w:r>
      <w:r w:rsidR="00E33FEE">
        <w:t>. A</w:t>
      </w:r>
      <w:r>
        <w:t>l-adhim the great</w:t>
      </w:r>
    </w:p>
    <w:p w:rsidR="00A01D69" w:rsidRDefault="00A01D69" w:rsidP="00CE26A0">
      <w:pPr>
        <w:pStyle w:val="libNormal"/>
      </w:pPr>
      <w:r>
        <w:t>98</w:t>
      </w:r>
      <w:r w:rsidR="00E33FEE">
        <w:t>. A</w:t>
      </w:r>
      <w:r>
        <w:t>l-latif the graceful</w:t>
      </w:r>
    </w:p>
    <w:p w:rsidR="00A01D69" w:rsidRDefault="00A01D69" w:rsidP="00CE26A0">
      <w:pPr>
        <w:pStyle w:val="libNormal"/>
      </w:pPr>
      <w:r>
        <w:t>99</w:t>
      </w:r>
      <w:r w:rsidR="00E33FEE">
        <w:t>. A</w:t>
      </w:r>
      <w:r>
        <w:t>l-shafi the heeler</w:t>
      </w:r>
    </w:p>
    <w:p w:rsidR="00FF1E71" w:rsidRPr="00A032B3" w:rsidRDefault="00FF1E71" w:rsidP="00A032B3">
      <w:pPr>
        <w:pStyle w:val="libNormal"/>
      </w:pPr>
      <w:r>
        <w:br w:type="page"/>
      </w:r>
    </w:p>
    <w:p w:rsidR="00E33FEE" w:rsidRDefault="00A01D69" w:rsidP="00FF1E71">
      <w:pPr>
        <w:pStyle w:val="Heading1Center"/>
      </w:pPr>
      <w:bookmarkStart w:id="27" w:name="_Toc491953194"/>
      <w:r>
        <w:lastRenderedPageBreak/>
        <w:t>The meaning of " ummi"</w:t>
      </w:r>
      <w:bookmarkEnd w:id="27"/>
    </w:p>
    <w:p w:rsidR="00E33FEE" w:rsidRDefault="00E33FEE" w:rsidP="00CE26A0">
      <w:pPr>
        <w:pStyle w:val="libNormal"/>
      </w:pPr>
      <w:r>
        <w:t>T</w:t>
      </w:r>
      <w:r w:rsidR="00A01D69">
        <w:t>he term ummi and its derivation occur six times in the qur'an; four times as plural and twice as singular</w:t>
      </w:r>
      <w:r>
        <w:t>. T</w:t>
      </w:r>
      <w:r w:rsidR="00A01D69">
        <w:t>he english translations of the holy qur'an vary.</w:t>
      </w:r>
    </w:p>
    <w:p w:rsidR="00A01D69" w:rsidRDefault="00E33FEE" w:rsidP="00CE26A0">
      <w:pPr>
        <w:pStyle w:val="libNormal"/>
      </w:pPr>
      <w:r>
        <w:t>T</w:t>
      </w:r>
      <w:r w:rsidR="00A01D69">
        <w:t>he commentators of the qur'an hold different views on the actual meaning of the term in each verse</w:t>
      </w:r>
      <w:r>
        <w:t>. I</w:t>
      </w:r>
      <w:r w:rsidR="00A01D69">
        <w:t>n order to find the basic meaning to this word as used in the qur'an, one must look at the context of each verse</w:t>
      </w:r>
      <w:r>
        <w:t>. B</w:t>
      </w:r>
      <w:r w:rsidR="00A01D69">
        <w:t>riefly, i shall examine each of them.</w:t>
      </w:r>
    </w:p>
    <w:p w:rsidR="00E33FEE" w:rsidRDefault="00A01D69" w:rsidP="00CE26A0">
      <w:pPr>
        <w:pStyle w:val="libNormal"/>
      </w:pPr>
      <w:r>
        <w:t>1. " and there are among them ummiyyun who understand the book only as they desire</w:t>
      </w:r>
      <w:r w:rsidR="00E33FEE">
        <w:t>. T</w:t>
      </w:r>
      <w:r>
        <w:t>he qur'an 2:78</w:t>
      </w:r>
    </w:p>
    <w:p w:rsidR="00A01D69" w:rsidRDefault="00E33FEE" w:rsidP="00CE26A0">
      <w:pPr>
        <w:pStyle w:val="libNormal"/>
      </w:pPr>
      <w:r>
        <w:t>V</w:t>
      </w:r>
      <w:r w:rsidR="00A01D69">
        <w:t>arious english translators give the meaning as "illiterate", "common folk", or "unlettered folk"</w:t>
      </w:r>
      <w:r>
        <w:t>. T</w:t>
      </w:r>
      <w:r w:rsidR="00A01D69">
        <w:t>he context of the verse shows that if it refers to the people of moses</w:t>
      </w:r>
      <w:r>
        <w:t>. T</w:t>
      </w:r>
      <w:r w:rsidR="00A01D69">
        <w:t>heir names was mentioned in the previous verse no. 67</w:t>
      </w:r>
      <w:r>
        <w:t>. I</w:t>
      </w:r>
      <w:r w:rsidR="00A01D69">
        <w:t>t seems most likely that the verse therefore means:</w:t>
      </w:r>
    </w:p>
    <w:p w:rsidR="00A01D69" w:rsidRDefault="00A01D69" w:rsidP="00CE26A0">
      <w:pPr>
        <w:pStyle w:val="libNormal"/>
      </w:pPr>
      <w:r>
        <w:t>"among the jews are ummiyyun jews who do not understand their book except what they desire to know." i.e., they do not recall the appropriate sense of the context</w:t>
      </w:r>
      <w:r w:rsidR="00E33FEE">
        <w:t>. I</w:t>
      </w:r>
      <w:r>
        <w:t>n other words the most likely meaning here of ummiyyun is one who does not follow the holy book.</w:t>
      </w:r>
    </w:p>
    <w:p w:rsidR="00E33FEE" w:rsidRDefault="00A01D69" w:rsidP="00CE26A0">
      <w:pPr>
        <w:pStyle w:val="libNormal"/>
      </w:pPr>
      <w:r>
        <w:t>2. " so if they dispute with you, say, " i have submitted my self to god and so have done those who follow me. " and say to the people of the book and those who are ummiyyun, are you [ willing] to submit yourselves [to god ]. [ if they do, then,] they are rightly guided." the qur'an, 3:19.</w:t>
      </w:r>
    </w:p>
    <w:p w:rsidR="00A01D69" w:rsidRDefault="00E33FEE" w:rsidP="00CE26A0">
      <w:pPr>
        <w:pStyle w:val="libNormal"/>
      </w:pPr>
      <w:r>
        <w:t>T</w:t>
      </w:r>
      <w:r w:rsidR="00A01D69">
        <w:t xml:space="preserve">he first pronoun </w:t>
      </w:r>
      <w:r w:rsidR="004A0F55">
        <w:t>(</w:t>
      </w:r>
      <w:r w:rsidR="00A01D69">
        <w:t>they</w:t>
      </w:r>
      <w:r w:rsidR="004A0F55">
        <w:t xml:space="preserve">) </w:t>
      </w:r>
      <w:r w:rsidR="00A01D69">
        <w:t xml:space="preserve">refers to </w:t>
      </w:r>
      <w:r w:rsidR="004A0F55">
        <w:t>(</w:t>
      </w:r>
      <w:r w:rsidR="00A01D69">
        <w:t>people of the book</w:t>
      </w:r>
      <w:r w:rsidR="004A0F55">
        <w:t xml:space="preserve">) </w:t>
      </w:r>
      <w:r w:rsidR="00A01D69">
        <w:t>which was mentioned in the previous verse, no.19</w:t>
      </w:r>
      <w:r>
        <w:t>. T</w:t>
      </w:r>
      <w:r w:rsidR="00A01D69">
        <w:t>herefore, it is most likely that the term in this verse means "one who has no book" because of the contrast with the previous verse which refers to the people of the book.</w:t>
      </w:r>
    </w:p>
    <w:p w:rsidR="00E33FEE" w:rsidRDefault="00A01D69" w:rsidP="00CE26A0">
      <w:pPr>
        <w:pStyle w:val="libNormal"/>
      </w:pPr>
      <w:r>
        <w:t>3. " among the people of the book are some who if entrusted with a heart of gold will pay it back, and others who are entrusted with a single coin will not repay it unless you constantly stand demanding because they say, " there is no obligation on us [ to keep faith] with those ummiyyun</w:t>
      </w:r>
      <w:r w:rsidR="00E33FEE">
        <w:t>. B</w:t>
      </w:r>
      <w:r>
        <w:t>ut they tell a lie against god while they know. " the qur'an, 3:74.</w:t>
      </w:r>
    </w:p>
    <w:p w:rsidR="00A01D69" w:rsidRDefault="00E33FEE" w:rsidP="00CE26A0">
      <w:pPr>
        <w:pStyle w:val="libNormal"/>
      </w:pPr>
      <w:r>
        <w:t>I</w:t>
      </w:r>
      <w:r w:rsidR="00A01D69">
        <w:t>n this verse, the contrast between the people of the book and ummiyyun are those who have no book</w:t>
      </w:r>
      <w:r>
        <w:t>. T</w:t>
      </w:r>
      <w:r w:rsidR="00A01D69">
        <w:t>hus, all of meaning mentioned in arabic lexicons are applicable.</w:t>
      </w:r>
    </w:p>
    <w:p w:rsidR="00E33FEE" w:rsidRDefault="00A01D69" w:rsidP="00CE26A0">
      <w:pPr>
        <w:pStyle w:val="libNormal"/>
      </w:pPr>
      <w:r>
        <w:t>4. "it is he who has sent among the ummiyyun an apostle from among themselves to rehearse to them his sign to sanctify them and to instruct them in scripture and wisdom for they had been before, in manifest error." the qur'an, 62:2.</w:t>
      </w:r>
    </w:p>
    <w:p w:rsidR="00E33FEE" w:rsidRDefault="00E33FEE" w:rsidP="00CE26A0">
      <w:pPr>
        <w:pStyle w:val="libNormal"/>
      </w:pPr>
      <w:r>
        <w:t>T</w:t>
      </w:r>
      <w:r w:rsidR="00A01D69">
        <w:t xml:space="preserve">his verse obviously refers to prophet </w:t>
      </w:r>
      <w:r w:rsidR="004A0F55">
        <w:t>Muhammad (</w:t>
      </w:r>
      <w:r w:rsidR="00A01D69">
        <w:t>p.) and his people</w:t>
      </w:r>
      <w:r>
        <w:t>. T</w:t>
      </w:r>
      <w:r w:rsidR="00A01D69">
        <w:t xml:space="preserve">he description and responsibilities of prophet </w:t>
      </w:r>
      <w:r w:rsidR="004A0F55">
        <w:t>Muhammad (</w:t>
      </w:r>
      <w:r w:rsidR="00A01D69">
        <w:t>p.) are mentioned</w:t>
      </w:r>
      <w:r>
        <w:t>. T</w:t>
      </w:r>
      <w:r w:rsidR="00A01D69">
        <w:t>he people were in need of an instructor who would give them wisdom and understanding in scripture</w:t>
      </w:r>
      <w:r>
        <w:t>. P</w:t>
      </w:r>
      <w:r w:rsidR="00A01D69">
        <w:t xml:space="preserve">rophet </w:t>
      </w:r>
      <w:r w:rsidR="004A0F55">
        <w:t>Muhammad (</w:t>
      </w:r>
      <w:r w:rsidR="00A01D69">
        <w:t>p.) was chosen from his folk to take responsibility for teaching and instructing them in scripture</w:t>
      </w:r>
      <w:r>
        <w:t>. T</w:t>
      </w:r>
      <w:r w:rsidR="00A01D69">
        <w:t>herefore, the ummiyyun in this context obviously refers to those who have no book for guidance</w:t>
      </w:r>
      <w:r>
        <w:t>. S</w:t>
      </w:r>
      <w:r w:rsidR="00A01D69">
        <w:t>ingular usage of the term ummi occurs twice in the following verses</w:t>
      </w:r>
      <w:r>
        <w:t>. I</w:t>
      </w:r>
      <w:r w:rsidR="00A01D69">
        <w:t xml:space="preserve">n both verses it refers to prophet </w:t>
      </w:r>
      <w:r w:rsidR="004A0F55">
        <w:t>Muhammad (</w:t>
      </w:r>
      <w:r w:rsidR="00A01D69">
        <w:t>p.) and describes him as an ummi prophet.</w:t>
      </w:r>
    </w:p>
    <w:p w:rsidR="00E33FEE" w:rsidRDefault="00E33FEE" w:rsidP="00CE26A0">
      <w:pPr>
        <w:pStyle w:val="libNormal"/>
      </w:pPr>
      <w:r>
        <w:lastRenderedPageBreak/>
        <w:t>F</w:t>
      </w:r>
      <w:r w:rsidR="00A01D69">
        <w:t>irst: " my mercy extends to all things</w:t>
      </w:r>
      <w:r>
        <w:t>. T</w:t>
      </w:r>
      <w:r w:rsidR="00A01D69">
        <w:t>hat i shall ordain for those who do right thing, and practice regular charity, and those who believe in our signs</w:t>
      </w:r>
      <w:r>
        <w:t>. T</w:t>
      </w:r>
      <w:r w:rsidR="00A01D69">
        <w:t>hose who follow the apostle, the ummi prophet whom they find mentioned in their scriptures, the torah and gospel. " the qur'an, 7:157.</w:t>
      </w:r>
    </w:p>
    <w:p w:rsidR="00E33FEE" w:rsidRDefault="00E33FEE" w:rsidP="00CE26A0">
      <w:pPr>
        <w:pStyle w:val="libNormal"/>
      </w:pPr>
      <w:r>
        <w:t>T</w:t>
      </w:r>
      <w:r w:rsidR="00A01D69">
        <w:t>he relative pronouns " those who " in this verse refers to the people of the book even though their name is not mentioned here</w:t>
      </w:r>
      <w:r>
        <w:t>. A</w:t>
      </w:r>
      <w:r w:rsidR="00A01D69">
        <w:t>t the end of the verse, we find that their books are the torah and the gospel.</w:t>
      </w:r>
    </w:p>
    <w:p w:rsidR="00E33FEE" w:rsidRDefault="00E33FEE" w:rsidP="00CE26A0">
      <w:pPr>
        <w:pStyle w:val="libNormal"/>
      </w:pPr>
      <w:r>
        <w:t>M</w:t>
      </w:r>
      <w:r w:rsidR="00A01D69">
        <w:t>aintaining these two books, the only popular holy book in arabia during that time, show that the word ummi is used in reference to the jews and the christians</w:t>
      </w:r>
      <w:r>
        <w:t>. T</w:t>
      </w:r>
      <w:r w:rsidR="00A01D69">
        <w:t>herefore, the verse seems most likely to mean a prophet among those who have no book.</w:t>
      </w:r>
    </w:p>
    <w:p w:rsidR="00E33FEE" w:rsidRDefault="00E33FEE" w:rsidP="00CE26A0">
      <w:pPr>
        <w:pStyle w:val="libNormal"/>
      </w:pPr>
      <w:r>
        <w:t>S</w:t>
      </w:r>
      <w:r w:rsidR="00A01D69">
        <w:t>econd: " say, o, mankind! i am sent to you all as an apostle of god to whom belongs the dominion of the heavens and the earth</w:t>
      </w:r>
      <w:r>
        <w:t>. T</w:t>
      </w:r>
      <w:r w:rsidR="00A01D69">
        <w:t>herefore, there is no god but he</w:t>
      </w:r>
      <w:r>
        <w:t>. I</w:t>
      </w:r>
      <w:r w:rsidR="00A01D69">
        <w:t>t is he who gives both life and death</w:t>
      </w:r>
      <w:r>
        <w:t>. S</w:t>
      </w:r>
      <w:r w:rsidR="00A01D69">
        <w:t>o believe in god and his apostle, the ummi prophet. " the qur'an, 7:158.</w:t>
      </w:r>
    </w:p>
    <w:p w:rsidR="00A01D69" w:rsidRDefault="00E33FEE" w:rsidP="00CE26A0">
      <w:pPr>
        <w:pStyle w:val="libNormal"/>
      </w:pPr>
      <w:r>
        <w:t>T</w:t>
      </w:r>
      <w:r w:rsidR="00A01D69">
        <w:t>he context in this verse does not help to determine any specific meaning</w:t>
      </w:r>
      <w:r>
        <w:t>. A</w:t>
      </w:r>
      <w:r w:rsidR="00A01D69">
        <w:t>ll meanings mentioned in the arabic lexicons could apply here including the meaning of illiteracy</w:t>
      </w:r>
      <w:r>
        <w:t>. T</w:t>
      </w:r>
      <w:r w:rsidR="00A01D69">
        <w:t>hough most likely, it would mean the same as other verses, the one who has no book.</w:t>
      </w:r>
    </w:p>
    <w:p w:rsidR="00E33FEE" w:rsidRPr="001E1339" w:rsidRDefault="00A01D69" w:rsidP="001E1339">
      <w:pPr>
        <w:pStyle w:val="Heading2"/>
      </w:pPr>
      <w:bookmarkStart w:id="28" w:name="_Toc491953195"/>
      <w:r>
        <w:t>The commentator</w:t>
      </w:r>
      <w:r w:rsidRPr="001E1339">
        <w:t>s</w:t>
      </w:r>
      <w:bookmarkEnd w:id="28"/>
    </w:p>
    <w:p w:rsidR="00E33FEE" w:rsidRDefault="00E33FEE" w:rsidP="00CE26A0">
      <w:pPr>
        <w:pStyle w:val="libNormal"/>
      </w:pPr>
      <w:r>
        <w:t>T</w:t>
      </w:r>
      <w:r w:rsidR="00A01D69">
        <w:t>he commentators of the qur'an hold various views regarding these verses, usually based on the hadith and their own personal opinions</w:t>
      </w:r>
      <w:r>
        <w:t>. T</w:t>
      </w:r>
      <w:r w:rsidR="00A01D69">
        <w:t>hey usually give the meaning of the term at its first occurrence the qur'an, surah 2:78.</w:t>
      </w:r>
    </w:p>
    <w:p w:rsidR="00A01D69" w:rsidRDefault="00E33FEE" w:rsidP="00CE26A0">
      <w:pPr>
        <w:pStyle w:val="libNormal"/>
      </w:pPr>
      <w:r>
        <w:t>T</w:t>
      </w:r>
      <w:r w:rsidR="00A01D69">
        <w:t>he following are the commentators views, chronologically arranged based on the available sources :</w:t>
      </w:r>
    </w:p>
    <w:p w:rsidR="00A01D69" w:rsidRDefault="00A01D69" w:rsidP="00CE26A0">
      <w:pPr>
        <w:pStyle w:val="libNormal"/>
      </w:pPr>
      <w:r>
        <w:t>1</w:t>
      </w:r>
      <w:r w:rsidR="00E33FEE">
        <w:t>. I</w:t>
      </w:r>
      <w:r>
        <w:t>bn abbas</w:t>
      </w:r>
      <w:r w:rsidR="00E33FEE">
        <w:t>. P</w:t>
      </w:r>
      <w:r>
        <w:t>eople who do not believe in messengers, nor in any books</w:t>
      </w:r>
    </w:p>
    <w:p w:rsidR="00A01D69" w:rsidRDefault="00A01D69" w:rsidP="00CE26A0">
      <w:pPr>
        <w:pStyle w:val="libNormal"/>
      </w:pPr>
      <w:r>
        <w:t>(d.68/690)</w:t>
      </w:r>
    </w:p>
    <w:p w:rsidR="00A01D69" w:rsidRDefault="00A01D69" w:rsidP="00CE26A0">
      <w:pPr>
        <w:pStyle w:val="libNormal"/>
      </w:pPr>
      <w:r>
        <w:t>2</w:t>
      </w:r>
      <w:r w:rsidR="00E33FEE">
        <w:t>. I</w:t>
      </w:r>
      <w:r>
        <w:t>brahim nakhai: one who does not write well.</w:t>
      </w:r>
    </w:p>
    <w:p w:rsidR="00A01D69" w:rsidRDefault="00A01D69" w:rsidP="00CE26A0">
      <w:pPr>
        <w:pStyle w:val="libNormal"/>
      </w:pPr>
      <w:r>
        <w:t xml:space="preserve">(d. 96/718) </w:t>
      </w:r>
      <w:r w:rsidR="004A0F55">
        <w:t>(</w:t>
      </w:r>
      <w:r>
        <w:t>tabari 2/259</w:t>
      </w:r>
      <w:r w:rsidR="004A0F55">
        <w:t xml:space="preserve">) </w:t>
      </w:r>
    </w:p>
    <w:p w:rsidR="00A01D69" w:rsidRDefault="00A01D69" w:rsidP="00CE26A0">
      <w:pPr>
        <w:pStyle w:val="libNormal"/>
      </w:pPr>
      <w:r>
        <w:t>3</w:t>
      </w:r>
      <w:r w:rsidR="00E33FEE">
        <w:t>. A</w:t>
      </w:r>
      <w:r>
        <w:t>l mujahid: some people among the jews.</w:t>
      </w:r>
    </w:p>
    <w:p w:rsidR="00A01D69" w:rsidRDefault="00A01D69" w:rsidP="00CE26A0">
      <w:pPr>
        <w:pStyle w:val="libNormal"/>
      </w:pPr>
      <w:r>
        <w:t xml:space="preserve">(d. 104/726) </w:t>
      </w:r>
      <w:r w:rsidR="004A0F55">
        <w:t>(</w:t>
      </w:r>
      <w:r>
        <w:t>tabari 2/257</w:t>
      </w:r>
      <w:r w:rsidR="004A0F55">
        <w:t xml:space="preserve">) </w:t>
      </w:r>
    </w:p>
    <w:p w:rsidR="00A01D69" w:rsidRDefault="00A01D69" w:rsidP="00CE26A0">
      <w:pPr>
        <w:pStyle w:val="libNormal"/>
      </w:pPr>
      <w:r>
        <w:t>4</w:t>
      </w:r>
      <w:r w:rsidR="00E33FEE">
        <w:t>. A</w:t>
      </w:r>
      <w:r>
        <w:t>l outadah al basri: the arabs.</w:t>
      </w:r>
    </w:p>
    <w:p w:rsidR="00A01D69" w:rsidRDefault="00A01D69" w:rsidP="00CE26A0">
      <w:pPr>
        <w:pStyle w:val="libNormal"/>
      </w:pPr>
      <w:r>
        <w:t>(d. 117/739</w:t>
      </w:r>
      <w:r w:rsidR="004A0F55">
        <w:t>) (</w:t>
      </w:r>
      <w:r>
        <w:t>tabari 6/522)</w:t>
      </w:r>
    </w:p>
    <w:p w:rsidR="00A01D69" w:rsidRDefault="00A01D69" w:rsidP="00CE26A0">
      <w:pPr>
        <w:pStyle w:val="libNormal"/>
      </w:pPr>
      <w:r>
        <w:t>5</w:t>
      </w:r>
      <w:r w:rsidR="00E33FEE">
        <w:t>. A</w:t>
      </w:r>
      <w:r>
        <w:t>l sudday: the arabs.</w:t>
      </w:r>
    </w:p>
    <w:p w:rsidR="00A01D69" w:rsidRDefault="00A01D69" w:rsidP="00CE26A0">
      <w:pPr>
        <w:pStyle w:val="libNormal"/>
      </w:pPr>
      <w:r>
        <w:t xml:space="preserve">(d 127/749) </w:t>
      </w:r>
      <w:r w:rsidR="004A0F55">
        <w:t>(</w:t>
      </w:r>
      <w:r>
        <w:t>tabari 6/525)</w:t>
      </w:r>
    </w:p>
    <w:p w:rsidR="00A01D69" w:rsidRDefault="00A01D69" w:rsidP="00CE26A0">
      <w:pPr>
        <w:pStyle w:val="libNormal"/>
      </w:pPr>
      <w:r>
        <w:t>6</w:t>
      </w:r>
      <w:r w:rsidR="00E33FEE">
        <w:t>. I</w:t>
      </w:r>
      <w:r>
        <w:t>bn jareeh; some muslims during jahiliyya</w:t>
      </w:r>
    </w:p>
    <w:p w:rsidR="00A01D69" w:rsidRDefault="00A01D69" w:rsidP="00CE26A0">
      <w:pPr>
        <w:pStyle w:val="libNormal"/>
      </w:pPr>
      <w:r>
        <w:t xml:space="preserve">(d.150/772) pre islamic period </w:t>
      </w:r>
      <w:r w:rsidR="004A0F55">
        <w:t>(</w:t>
      </w:r>
      <w:r>
        <w:t>tabari6/525)</w:t>
      </w:r>
    </w:p>
    <w:p w:rsidR="00A01D69" w:rsidRDefault="00A01D69" w:rsidP="00CE26A0">
      <w:pPr>
        <w:pStyle w:val="libNormal"/>
      </w:pPr>
      <w:r>
        <w:t>7</w:t>
      </w:r>
      <w:r w:rsidR="00E33FEE">
        <w:t>. A</w:t>
      </w:r>
      <w:r>
        <w:t xml:space="preserve">l qummi ali: * jews. </w:t>
      </w:r>
      <w:r w:rsidR="004A0F55">
        <w:t>(</w:t>
      </w:r>
      <w:r>
        <w:t>tafsir 1/106)</w:t>
      </w:r>
    </w:p>
    <w:p w:rsidR="00A01D69" w:rsidRDefault="00A01D69" w:rsidP="00CE26A0">
      <w:pPr>
        <w:pStyle w:val="libNormal"/>
      </w:pPr>
      <w:r>
        <w:t>(d. 3rd/9th c.</w:t>
      </w:r>
      <w:r w:rsidR="004A0F55">
        <w:t xml:space="preserve">) </w:t>
      </w:r>
      <w:r>
        <w:t>one who has no book</w:t>
      </w:r>
    </w:p>
    <w:p w:rsidR="00A01D69" w:rsidRDefault="00A01D69" w:rsidP="00CE26A0">
      <w:pPr>
        <w:pStyle w:val="libNormal"/>
      </w:pPr>
      <w:r>
        <w:t>(tafsir 1/106)</w:t>
      </w:r>
    </w:p>
    <w:p w:rsidR="00A01D69" w:rsidRDefault="00A01D69" w:rsidP="00CE26A0">
      <w:pPr>
        <w:pStyle w:val="libNormal"/>
      </w:pPr>
      <w:r>
        <w:t>8</w:t>
      </w:r>
      <w:r w:rsidR="00E33FEE">
        <w:t>. A</w:t>
      </w:r>
      <w:r>
        <w:t>l maturidi: one who does not write or read from a book.</w:t>
      </w:r>
    </w:p>
    <w:p w:rsidR="00A01D69" w:rsidRDefault="00A01D69" w:rsidP="00CE26A0">
      <w:pPr>
        <w:pStyle w:val="libNormal"/>
      </w:pPr>
      <w:r>
        <w:t>(d. 232/854)</w:t>
      </w:r>
    </w:p>
    <w:p w:rsidR="00A01D69" w:rsidRDefault="00A01D69" w:rsidP="00CE26A0">
      <w:pPr>
        <w:pStyle w:val="libNormal"/>
      </w:pPr>
      <w:r>
        <w:t>9</w:t>
      </w:r>
      <w:r w:rsidR="00E33FEE">
        <w:t>. A</w:t>
      </w:r>
      <w:r>
        <w:t>l tabari: those who do not write nor read</w:t>
      </w:r>
    </w:p>
    <w:p w:rsidR="00A01D69" w:rsidRDefault="00A01D69" w:rsidP="00CE26A0">
      <w:pPr>
        <w:pStyle w:val="libNormal"/>
      </w:pPr>
      <w:r>
        <w:t xml:space="preserve">(d. 311/933) </w:t>
      </w:r>
      <w:r w:rsidR="004A0F55">
        <w:t>(</w:t>
      </w:r>
      <w:r>
        <w:t>2/257</w:t>
      </w:r>
      <w:r w:rsidR="004A0F55">
        <w:t xml:space="preserve">) </w:t>
      </w:r>
    </w:p>
    <w:p w:rsidR="00A01D69" w:rsidRDefault="00A01D69" w:rsidP="00CE26A0">
      <w:pPr>
        <w:pStyle w:val="libNormal"/>
      </w:pPr>
      <w:r>
        <w:t>10</w:t>
      </w:r>
      <w:r w:rsidR="00E33FEE">
        <w:t>. A</w:t>
      </w:r>
      <w:r>
        <w:t>l tabarsi: * one who does not write well.</w:t>
      </w:r>
    </w:p>
    <w:p w:rsidR="00A01D69" w:rsidRDefault="00A01D69" w:rsidP="00CE26A0">
      <w:pPr>
        <w:pStyle w:val="libNormal"/>
      </w:pPr>
      <w:r>
        <w:t>" majmaal bayan " (6th/12th century.)</w:t>
      </w:r>
    </w:p>
    <w:p w:rsidR="00A01D69" w:rsidRDefault="00A01D69" w:rsidP="00CE26A0">
      <w:pPr>
        <w:pStyle w:val="libNormal"/>
      </w:pPr>
      <w:r>
        <w:t>11</w:t>
      </w:r>
      <w:r w:rsidR="00E33FEE">
        <w:t>. A</w:t>
      </w:r>
      <w:r>
        <w:t>l razi: one who does not write or read well.</w:t>
      </w:r>
    </w:p>
    <w:p w:rsidR="00A01D69" w:rsidRDefault="00A01D69" w:rsidP="00CE26A0">
      <w:pPr>
        <w:pStyle w:val="libNormal"/>
      </w:pPr>
      <w:r>
        <w:lastRenderedPageBreak/>
        <w:t>(d. 606/1228)</w:t>
      </w:r>
    </w:p>
    <w:p w:rsidR="00A01D69" w:rsidRDefault="00A01D69" w:rsidP="00CE26A0">
      <w:pPr>
        <w:pStyle w:val="libNormal"/>
      </w:pPr>
      <w:r>
        <w:t>12</w:t>
      </w:r>
      <w:r w:rsidR="00E33FEE">
        <w:t>. A</w:t>
      </w:r>
      <w:r>
        <w:t>l qurtubi: one who does not write or read well.</w:t>
      </w:r>
    </w:p>
    <w:p w:rsidR="00A01D69" w:rsidRDefault="00A01D69" w:rsidP="00CE26A0">
      <w:pPr>
        <w:pStyle w:val="libNormal"/>
      </w:pPr>
      <w:r>
        <w:t>(d. 671/1293)</w:t>
      </w:r>
    </w:p>
    <w:p w:rsidR="00A01D69" w:rsidRDefault="00A01D69" w:rsidP="00CE26A0">
      <w:pPr>
        <w:pStyle w:val="libNormal"/>
      </w:pPr>
      <w:r>
        <w:t>13.al kashani fayd:* one who does not write.</w:t>
      </w:r>
    </w:p>
    <w:p w:rsidR="00A01D69" w:rsidRDefault="00A01D69" w:rsidP="00CE26A0">
      <w:pPr>
        <w:pStyle w:val="libNormal"/>
      </w:pPr>
      <w:r>
        <w:t>(d. 1090/1712)</w:t>
      </w:r>
    </w:p>
    <w:p w:rsidR="00A01D69" w:rsidRDefault="00A01D69" w:rsidP="00CE26A0">
      <w:pPr>
        <w:pStyle w:val="libNormal"/>
      </w:pPr>
      <w:r>
        <w:t>14</w:t>
      </w:r>
      <w:r w:rsidR="00E33FEE">
        <w:t>. A</w:t>
      </w:r>
      <w:r>
        <w:t>l qasimi: those who do write well</w:t>
      </w:r>
    </w:p>
    <w:p w:rsidR="00A01D69" w:rsidRDefault="00A01D69" w:rsidP="00CE26A0">
      <w:pPr>
        <w:pStyle w:val="libNormal"/>
      </w:pPr>
      <w:r>
        <w:t>(d.1292/1914)</w:t>
      </w:r>
    </w:p>
    <w:p w:rsidR="00A01D69" w:rsidRDefault="00A01D69" w:rsidP="00CE26A0">
      <w:pPr>
        <w:pStyle w:val="libNormal"/>
      </w:pPr>
      <w:r>
        <w:t>15</w:t>
      </w:r>
      <w:r w:rsidR="00E33FEE">
        <w:t>. A</w:t>
      </w:r>
      <w:r>
        <w:t>l shubbar: * those who do not write or read.</w:t>
      </w:r>
    </w:p>
    <w:p w:rsidR="00A01D69" w:rsidRDefault="00A01D69" w:rsidP="00CE26A0">
      <w:pPr>
        <w:pStyle w:val="libNormal"/>
      </w:pPr>
      <w:r>
        <w:t>16</w:t>
      </w:r>
      <w:r w:rsidR="00E33FEE">
        <w:t>. A</w:t>
      </w:r>
      <w:r>
        <w:t xml:space="preserve">bdu </w:t>
      </w:r>
      <w:r w:rsidR="00757208">
        <w:t>Muhammad</w:t>
      </w:r>
      <w:r>
        <w:t>: one who does not read</w:t>
      </w:r>
    </w:p>
    <w:p w:rsidR="00A01D69" w:rsidRDefault="00A01D69" w:rsidP="00CE26A0">
      <w:pPr>
        <w:pStyle w:val="libNormal"/>
      </w:pPr>
      <w:r>
        <w:t>(d. 1283/1905)</w:t>
      </w:r>
    </w:p>
    <w:p w:rsidR="00A01D69" w:rsidRDefault="00A01D69" w:rsidP="00CE26A0">
      <w:pPr>
        <w:pStyle w:val="libNormal"/>
      </w:pPr>
      <w:r>
        <w:t>* it refers to sh'iah tafsirs</w:t>
      </w:r>
    </w:p>
    <w:p w:rsidR="00E33FEE" w:rsidRPr="001E1339" w:rsidRDefault="00A01D69" w:rsidP="001E1339">
      <w:pPr>
        <w:pStyle w:val="Heading2"/>
      </w:pPr>
      <w:bookmarkStart w:id="29" w:name="_Toc491953196"/>
      <w:r>
        <w:t>The miracle of umm</w:t>
      </w:r>
      <w:r w:rsidRPr="001E1339">
        <w:t>i</w:t>
      </w:r>
      <w:bookmarkEnd w:id="29"/>
    </w:p>
    <w:p w:rsidR="00E33FEE" w:rsidRDefault="00E33FEE" w:rsidP="00CE26A0">
      <w:pPr>
        <w:pStyle w:val="libNormal"/>
      </w:pPr>
      <w:r>
        <w:t>I</w:t>
      </w:r>
      <w:r w:rsidR="00A01D69">
        <w:t xml:space="preserve">n islamic culture, the term ummi , in the sense of " illiterate " is one of the favorite epithets for prophet </w:t>
      </w:r>
      <w:r w:rsidR="004A0F55">
        <w:t>Muhammad (</w:t>
      </w:r>
      <w:r w:rsidR="00A01D69">
        <w:t>p.)</w:t>
      </w:r>
      <w:r>
        <w:t>. I</w:t>
      </w:r>
      <w:r w:rsidR="00A01D69">
        <w:t>t is commonly held views of many muslims that this was a miraculous sign, an illiterate prophet coming to mankind.</w:t>
      </w:r>
    </w:p>
    <w:p w:rsidR="00E33FEE" w:rsidRDefault="00E33FEE" w:rsidP="00CE26A0">
      <w:pPr>
        <w:pStyle w:val="libNormal"/>
      </w:pPr>
      <w:r>
        <w:t>M</w:t>
      </w:r>
      <w:r w:rsidR="00A01D69">
        <w:t>uslims scholars emphasize that his status as an illiterate validates his claim to be a true prophet</w:t>
      </w:r>
      <w:r>
        <w:t>. T</w:t>
      </w:r>
      <w:r w:rsidR="00A01D69">
        <w:t>hat is it would be impossible for an illiterate man to bring a book like the qur'an unless he truly is a prophet.</w:t>
      </w:r>
    </w:p>
    <w:p w:rsidR="00A01D69" w:rsidRDefault="00E33FEE" w:rsidP="00CE26A0">
      <w:pPr>
        <w:pStyle w:val="libNormal"/>
      </w:pPr>
      <w:r>
        <w:t>I</w:t>
      </w:r>
      <w:r w:rsidR="00A01D69">
        <w:t>n all likelihood, the first one who held this interpretation was al mawardi, abu al hasan ali b</w:t>
      </w:r>
      <w:r>
        <w:t>. M</w:t>
      </w:r>
      <w:r w:rsidR="00A01D69">
        <w:t>uhammad al shofi (d. 450/1072)</w:t>
      </w:r>
      <w:r>
        <w:t>. H</w:t>
      </w:r>
      <w:r w:rsidR="00A01D69">
        <w:t xml:space="preserve">e say that the illiteracy of prophet </w:t>
      </w:r>
      <w:r w:rsidR="004A0F55">
        <w:t>Muhammad (</w:t>
      </w:r>
      <w:r w:rsidR="00A01D69">
        <w:t>p.) is one of his explicit miracles and the most important one.</w:t>
      </w:r>
    </w:p>
    <w:p w:rsidR="00A01D69" w:rsidRDefault="00A01D69" w:rsidP="00CE26A0">
      <w:pPr>
        <w:pStyle w:val="libNormal"/>
      </w:pPr>
      <w:r>
        <w:t xml:space="preserve">Al-baydawi (d.685/1307) says that prophet </w:t>
      </w:r>
      <w:r w:rsidR="00757208">
        <w:t>Muhammad</w:t>
      </w:r>
      <w:r>
        <w:t>'s (p.) perfect knowledge coupled with his illiteracy was one of his miracles.</w:t>
      </w:r>
    </w:p>
    <w:p w:rsidR="00E33FEE" w:rsidRDefault="00A01D69" w:rsidP="00CE26A0">
      <w:pPr>
        <w:pStyle w:val="libNormal"/>
      </w:pPr>
      <w:r>
        <w:t xml:space="preserve">Al-busyri, </w:t>
      </w:r>
      <w:r w:rsidR="00757208">
        <w:t>Muhammad</w:t>
      </w:r>
      <w:r>
        <w:t xml:space="preserve"> b</w:t>
      </w:r>
      <w:r w:rsidR="00E33FEE">
        <w:t>. S</w:t>
      </w:r>
      <w:r>
        <w:t>uid (d. 685/1307</w:t>
      </w:r>
      <w:r w:rsidR="004A0F55">
        <w:t xml:space="preserve">) </w:t>
      </w:r>
      <w:r>
        <w:t xml:space="preserve">in his poem about prophet </w:t>
      </w:r>
      <w:r w:rsidR="004A0F55">
        <w:t>Muhammad (</w:t>
      </w:r>
      <w:r>
        <w:t>p) says: it is sufficient for you to have knowledge in your state of ummi miracle</w:t>
      </w:r>
      <w:r w:rsidR="00E33FEE">
        <w:t>. I</w:t>
      </w:r>
      <w:r>
        <w:t>bn mandur (d.711/1337) says that this characteristics [ i.e</w:t>
      </w:r>
      <w:r w:rsidR="00E33FEE">
        <w:t>. I</w:t>
      </w:r>
      <w:r>
        <w:t xml:space="preserve">lliteracy] is one of the miraculous signs of prophet </w:t>
      </w:r>
      <w:r w:rsidR="004A0F55">
        <w:t>Muhammad (</w:t>
      </w:r>
      <w:r>
        <w:t>p.)</w:t>
      </w:r>
    </w:p>
    <w:p w:rsidR="00A01D69" w:rsidRDefault="00E33FEE" w:rsidP="00CE26A0">
      <w:pPr>
        <w:pStyle w:val="libNormal"/>
      </w:pPr>
      <w:r>
        <w:t>D</w:t>
      </w:r>
      <w:r w:rsidR="00A01D69">
        <w:t xml:space="preserve">uring the 14th/19th century almost all muslims scholars agreed on the illiteracy of prophet </w:t>
      </w:r>
      <w:r w:rsidR="004A0F55">
        <w:t>Muhammad (</w:t>
      </w:r>
      <w:r w:rsidR="00A01D69">
        <w:t>p.)</w:t>
      </w:r>
      <w:r>
        <w:t>. S</w:t>
      </w:r>
      <w:r w:rsidR="00A01D69">
        <w:t>haik abdu says that the illiteracy is one of the most important signs of his prophecy since he had brought after his prophecy the most valuable knowledge, and this is the common belief among muslims today.</w:t>
      </w:r>
    </w:p>
    <w:p w:rsidR="00D33510" w:rsidRDefault="00D33510" w:rsidP="00D33510">
      <w:pPr>
        <w:pStyle w:val="libNormal"/>
      </w:pPr>
      <w:r>
        <w:br w:type="page"/>
      </w:r>
    </w:p>
    <w:p w:rsidR="00E33FEE" w:rsidRDefault="00A01D69" w:rsidP="00D33510">
      <w:pPr>
        <w:pStyle w:val="Heading1Center"/>
      </w:pPr>
      <w:bookmarkStart w:id="30" w:name="_Toc491953197"/>
      <w:r>
        <w:lastRenderedPageBreak/>
        <w:t>Al-Afghani's Nationality</w:t>
      </w:r>
      <w:bookmarkEnd w:id="30"/>
    </w:p>
    <w:p w:rsidR="00E33FEE" w:rsidRDefault="00E33FEE" w:rsidP="00CE26A0">
      <w:pPr>
        <w:pStyle w:val="libNormal"/>
      </w:pPr>
      <w:r>
        <w:t>T</w:t>
      </w:r>
      <w:r w:rsidR="00A01D69">
        <w:t xml:space="preserve">he nationality of sayyid-jamal al-din al-husaini al- afghani </w:t>
      </w:r>
      <w:r w:rsidR="004A0F55">
        <w:t>(</w:t>
      </w:r>
      <w:r w:rsidR="00A01D69">
        <w:t>1838-1897) is a matter of debate among scholars, whether he was actually an iranian or an afghani</w:t>
      </w:r>
      <w:r>
        <w:t>. A</w:t>
      </w:r>
      <w:r w:rsidR="00A01D69">
        <w:t>s one scholar says, "this disagreement over al-afghani's connection to afghan is one of the strangest things, inspite of the fact that he lived in our era and in our areas and his works are before eyes."</w:t>
      </w:r>
    </w:p>
    <w:p w:rsidR="00E33FEE" w:rsidRDefault="00E33FEE" w:rsidP="00CE26A0">
      <w:pPr>
        <w:pStyle w:val="libNormal"/>
      </w:pPr>
      <w:r>
        <w:t>N</w:t>
      </w:r>
      <w:r w:rsidR="00A01D69">
        <w:t>one of these scholars, muslims or non-muslims, discuss the question of afghani's nationality in relation to his ideology (the pan islamic policy</w:t>
      </w:r>
      <w:r w:rsidR="004A0F55">
        <w:t xml:space="preserve">) </w:t>
      </w:r>
      <w:r w:rsidR="00A01D69">
        <w:t>which he spent all of his life for as once he said: " i have no aim except to grant every assistance to reform muslim's life</w:t>
      </w:r>
      <w:r>
        <w:t>. I</w:t>
      </w:r>
      <w:r w:rsidR="00A01D69">
        <w:t xml:space="preserve"> hope that my blood, like the blood of any other martyr, will serve in this way." that is why he related himself to different regions</w:t>
      </w:r>
      <w:r>
        <w:t>. H</w:t>
      </w:r>
      <w:r w:rsidR="00A01D69">
        <w:t xml:space="preserve">is signature appeared in connection of his documents more often as </w:t>
      </w:r>
      <w:r w:rsidR="004A0F55">
        <w:t>(</w:t>
      </w:r>
      <w:r w:rsidR="00A01D69">
        <w:t>jamal al-din al- hussaini</w:t>
      </w:r>
      <w:r w:rsidR="004A0F55">
        <w:t xml:space="preserve">) </w:t>
      </w:r>
      <w:r w:rsidR="00A01D69">
        <w:t xml:space="preserve">indicating his lineage to imam al-hussain , the grandson of prophet </w:t>
      </w:r>
      <w:r w:rsidR="004A0F55">
        <w:t>Muhammad (</w:t>
      </w:r>
      <w:r w:rsidR="00A01D69">
        <w:t>p.)</w:t>
      </w:r>
      <w:r>
        <w:t>. A</w:t>
      </w:r>
      <w:r w:rsidR="00A01D69">
        <w:t xml:space="preserve">lso his signature appears as follows " al-istanbuli, al-asad , al-afghani , al-kabuli, al-rummi, and al-tusi ". </w:t>
      </w:r>
      <w:r w:rsidR="004A0F55">
        <w:t>(</w:t>
      </w:r>
      <w:r w:rsidR="00A01D69">
        <w:t>see : asnad sayyid jamal al-din by afshar, tehran).</w:t>
      </w:r>
    </w:p>
    <w:p w:rsidR="00A01D69" w:rsidRDefault="00E33FEE" w:rsidP="00CE26A0">
      <w:pPr>
        <w:pStyle w:val="libNormal"/>
      </w:pPr>
      <w:r>
        <w:t>I</w:t>
      </w:r>
      <w:r w:rsidR="00A01D69">
        <w:t>n order to answer the question about al-afghani's nationality affiliation, we must first answer the following questions:</w:t>
      </w:r>
    </w:p>
    <w:p w:rsidR="00A01D69" w:rsidRDefault="00A01D69" w:rsidP="00CE26A0">
      <w:pPr>
        <w:pStyle w:val="libNormal"/>
      </w:pPr>
      <w:r>
        <w:t>1</w:t>
      </w:r>
      <w:r w:rsidR="00E33FEE">
        <w:t>. W</w:t>
      </w:r>
      <w:r>
        <w:t>hy did he present himself with nicknamed relating himself to different nations?</w:t>
      </w:r>
    </w:p>
    <w:p w:rsidR="00A01D69" w:rsidRDefault="00A01D69" w:rsidP="00CE26A0">
      <w:pPr>
        <w:pStyle w:val="libNormal"/>
      </w:pPr>
      <w:r>
        <w:t>2</w:t>
      </w:r>
      <w:r w:rsidR="00E33FEE">
        <w:t>. W</w:t>
      </w:r>
      <w:r>
        <w:t>hy he did not present himself as an iranian at all?</w:t>
      </w:r>
    </w:p>
    <w:p w:rsidR="00E33FEE" w:rsidRDefault="00A01D69" w:rsidP="00CE26A0">
      <w:pPr>
        <w:pStyle w:val="libNormal"/>
      </w:pPr>
      <w:r>
        <w:t>3</w:t>
      </w:r>
      <w:r w:rsidR="00E33FEE">
        <w:t>. W</w:t>
      </w:r>
      <w:r>
        <w:t>hy did he more often present himself as al-afghani when referred to nationality?</w:t>
      </w:r>
    </w:p>
    <w:p w:rsidR="00E33FEE" w:rsidRDefault="00E33FEE" w:rsidP="00CE26A0">
      <w:pPr>
        <w:pStyle w:val="libNormal"/>
      </w:pPr>
      <w:r>
        <w:t>I. T</w:t>
      </w:r>
      <w:r w:rsidR="00A01D69">
        <w:t>here are several factors which show that al-afghani's intentionally related himself to several nations</w:t>
      </w:r>
      <w:r>
        <w:t>. T</w:t>
      </w:r>
      <w:r w:rsidR="00A01D69">
        <w:t>his fact was not an accident</w:t>
      </w:r>
      <w:r>
        <w:t>. I</w:t>
      </w:r>
      <w:r w:rsidR="00A01D69">
        <w:t>t was most likely that he wanted to display his ideology of muslim's unity and pan islamic policy</w:t>
      </w:r>
      <w:r>
        <w:t>. T</w:t>
      </w:r>
      <w:r w:rsidR="00A01D69">
        <w:t>herefore he claimed nationality in several islamic countries but not, at all, to any non islamic lands.</w:t>
      </w:r>
    </w:p>
    <w:p w:rsidR="00A01D69" w:rsidRDefault="00E33FEE" w:rsidP="00CE26A0">
      <w:pPr>
        <w:pStyle w:val="libNormal"/>
      </w:pPr>
      <w:r>
        <w:t>I</w:t>
      </w:r>
      <w:r w:rsidR="00A01D69">
        <w:t>nspite of the fact that he lived in europe for a long tome, he did not claim to be a citizen of any european country such as england or france, the two european countries in which he lived for a long time.</w:t>
      </w:r>
    </w:p>
    <w:p w:rsidR="00A01D69" w:rsidRDefault="00A01D69" w:rsidP="00CE26A0">
      <w:pPr>
        <w:pStyle w:val="libNormal"/>
      </w:pPr>
      <w:r>
        <w:t>2</w:t>
      </w:r>
      <w:r w:rsidR="00E33FEE">
        <w:t>. I</w:t>
      </w:r>
      <w:r>
        <w:t>nspite of the fact that he had a great effect on iranian policy, he did not present himself as an iranian</w:t>
      </w:r>
      <w:r w:rsidR="00E33FEE">
        <w:t>. I</w:t>
      </w:r>
      <w:r>
        <w:t>t is legitimate to believe that because of his political activities, he wanted to avoid any authorities of the iranian government which could have lead to his extradition as an iranian citizen through the local government wherever al-afghani went.</w:t>
      </w:r>
    </w:p>
    <w:p w:rsidR="00A01D69" w:rsidRDefault="00A01D69" w:rsidP="00CE26A0">
      <w:pPr>
        <w:pStyle w:val="libNormal"/>
      </w:pPr>
      <w:r>
        <w:t>3</w:t>
      </w:r>
      <w:r w:rsidR="00E33FEE">
        <w:t>. A</w:t>
      </w:r>
      <w:r>
        <w:t>l-afghani presented himself as an afghani</w:t>
      </w:r>
      <w:r w:rsidR="00E33FEE">
        <w:t>. T</w:t>
      </w:r>
      <w:r>
        <w:t>here is no doubt that he was satisfied with the title of al-afghani, perhaps because he lived in afghanistan for a long time and because he admired the afghan type of life as his book tarikh of al-afghan shows.</w:t>
      </w:r>
    </w:p>
    <w:p w:rsidR="00FF1E71" w:rsidRPr="00A032B3" w:rsidRDefault="00FF1E71" w:rsidP="00A032B3">
      <w:pPr>
        <w:pStyle w:val="libNormal"/>
      </w:pPr>
      <w:r>
        <w:br w:type="page"/>
      </w:r>
    </w:p>
    <w:p w:rsidR="00E33FEE" w:rsidRPr="001E1339" w:rsidRDefault="00A01D69" w:rsidP="00FF1E71">
      <w:pPr>
        <w:pStyle w:val="Heading1Center"/>
      </w:pPr>
      <w:bookmarkStart w:id="31" w:name="_Toc491953198"/>
      <w:r>
        <w:lastRenderedPageBreak/>
        <w:t>The Caliphat</w:t>
      </w:r>
      <w:r w:rsidRPr="001E1339">
        <w:t>e</w:t>
      </w:r>
      <w:bookmarkEnd w:id="31"/>
    </w:p>
    <w:p w:rsidR="00E33FEE" w:rsidRDefault="00E33FEE" w:rsidP="00CE26A0">
      <w:pPr>
        <w:pStyle w:val="libNormal"/>
      </w:pPr>
      <w:r>
        <w:t>T</w:t>
      </w:r>
      <w:r w:rsidR="00A01D69">
        <w:t>he title " caliphah" is an islamic title for the universal muslim authority</w:t>
      </w:r>
      <w:r>
        <w:t>. T</w:t>
      </w:r>
      <w:r w:rsidR="00A01D69">
        <w:t xml:space="preserve">he term "caliphah" and "caliphate" are derived from the word </w:t>
      </w:r>
      <w:r w:rsidR="004A0F55">
        <w:t>(</w:t>
      </w:r>
      <w:r w:rsidR="00A01D69">
        <w:t xml:space="preserve">khalfah) which means successor, even though it is a subject of debate whether it is used in the sense of a successor of prophet </w:t>
      </w:r>
      <w:r w:rsidR="004A0F55">
        <w:t>Muhammad (</w:t>
      </w:r>
      <w:r w:rsidR="00A01D69">
        <w:t>p.) or the high authority who represents god on earth</w:t>
      </w:r>
      <w:r>
        <w:t>. I</w:t>
      </w:r>
      <w:r w:rsidR="00A01D69">
        <w:t>n other words, there is no sure answer to the question whether the title is given by god as uthman, the third caliphah, claimed or it is given by the people as the majority of muslims scholars believe</w:t>
      </w:r>
      <w:r>
        <w:t>. T</w:t>
      </w:r>
      <w:r w:rsidR="00A01D69">
        <w:t>he title "caliph" used to imply both religious and political authority in the beginning of islamic history but later, it applied only to the political authority.</w:t>
      </w:r>
    </w:p>
    <w:p w:rsidR="00E33FEE" w:rsidRDefault="00E33FEE" w:rsidP="00CE26A0">
      <w:pPr>
        <w:pStyle w:val="libNormal"/>
      </w:pPr>
      <w:r>
        <w:t>H</w:t>
      </w:r>
      <w:r w:rsidR="00A01D69">
        <w:t>owever, the caliphate played a great role on unifying the muslim nation</w:t>
      </w:r>
      <w:r>
        <w:t>. I</w:t>
      </w:r>
      <w:r w:rsidR="00A01D69">
        <w:t xml:space="preserve">t was the symbol of unity especially during the serious crisis of islamic history, such as the civil war between imam ali </w:t>
      </w:r>
      <w:r w:rsidR="004A0F55">
        <w:t>(</w:t>
      </w:r>
      <w:r w:rsidR="00A01D69">
        <w:t>a.</w:t>
      </w:r>
      <w:r w:rsidR="004A0F55">
        <w:t xml:space="preserve">) </w:t>
      </w:r>
      <w:r w:rsidR="00A01D69">
        <w:t>and governor mu'awiyyaah and the other crisis which followed it</w:t>
      </w:r>
      <w:r>
        <w:t>. T</w:t>
      </w:r>
      <w:r w:rsidR="00A01D69">
        <w:t>he common belief was that the title "caliphah" was suitable only for one person as the universal authority</w:t>
      </w:r>
      <w:r>
        <w:t>. T</w:t>
      </w:r>
      <w:r w:rsidR="00A01D69">
        <w:t>herefore, two persons cannot assume the same title at the same time.</w:t>
      </w:r>
    </w:p>
    <w:p w:rsidR="00A01D69" w:rsidRDefault="00E33FEE" w:rsidP="00CE26A0">
      <w:pPr>
        <w:pStyle w:val="libNormal"/>
      </w:pPr>
      <w:r>
        <w:t>T</w:t>
      </w:r>
      <w:r w:rsidR="00A01D69">
        <w:t>he origin of the ideal caliphate goes back to the shari'ah institute which is totally based on the islamic thought</w:t>
      </w:r>
      <w:r>
        <w:t>. P</w:t>
      </w:r>
      <w:r w:rsidR="00A01D69">
        <w:t xml:space="preserve">erhaps, the first one who gave more details on the subject was al- mawardi </w:t>
      </w:r>
      <w:r w:rsidR="004A0F55">
        <w:t>(</w:t>
      </w:r>
      <w:r w:rsidR="00A01D69">
        <w:t>d.1058</w:t>
      </w:r>
      <w:r w:rsidR="004A0F55">
        <w:t xml:space="preserve">) </w:t>
      </w:r>
      <w:r>
        <w:t>. H</w:t>
      </w:r>
      <w:r w:rsidR="00A01D69">
        <w:t>e outlines the ideal caliphate, paying particular attention to the authority who it should be regulated</w:t>
      </w:r>
      <w:r>
        <w:t>. H</w:t>
      </w:r>
      <w:r w:rsidR="00A01D69">
        <w:t>e illustrates ten duties incumbent on caliphah in the interest of the islamic community:</w:t>
      </w:r>
    </w:p>
    <w:p w:rsidR="00A01D69" w:rsidRDefault="00A01D69" w:rsidP="00CE26A0">
      <w:pPr>
        <w:pStyle w:val="libNormal"/>
      </w:pPr>
      <w:r>
        <w:t>1</w:t>
      </w:r>
      <w:r w:rsidR="00E33FEE">
        <w:t>. T</w:t>
      </w:r>
      <w:r>
        <w:t>o preserve islam.</w:t>
      </w:r>
    </w:p>
    <w:p w:rsidR="00A01D69" w:rsidRDefault="00A01D69" w:rsidP="00CE26A0">
      <w:pPr>
        <w:pStyle w:val="libNormal"/>
      </w:pPr>
      <w:r>
        <w:t>2</w:t>
      </w:r>
      <w:r w:rsidR="00E33FEE">
        <w:t>. T</w:t>
      </w:r>
      <w:r>
        <w:t>o enforce judgments between disputants.</w:t>
      </w:r>
    </w:p>
    <w:p w:rsidR="00A01D69" w:rsidRDefault="00A01D69" w:rsidP="00CE26A0">
      <w:pPr>
        <w:pStyle w:val="libNormal"/>
      </w:pPr>
      <w:r>
        <w:t>3</w:t>
      </w:r>
      <w:r w:rsidR="00E33FEE">
        <w:t>. T</w:t>
      </w:r>
      <w:r>
        <w:t>o protect the lands.</w:t>
      </w:r>
    </w:p>
    <w:p w:rsidR="00A01D69" w:rsidRDefault="00A01D69" w:rsidP="00CE26A0">
      <w:pPr>
        <w:pStyle w:val="libNormal"/>
      </w:pPr>
      <w:r>
        <w:t>4</w:t>
      </w:r>
      <w:r w:rsidR="00E33FEE">
        <w:t>. T</w:t>
      </w:r>
      <w:r>
        <w:t>o apply penalties keeping god's prohibition from violation.</w:t>
      </w:r>
    </w:p>
    <w:p w:rsidR="00A01D69" w:rsidRDefault="00A01D69" w:rsidP="00CE26A0">
      <w:pPr>
        <w:pStyle w:val="libNormal"/>
      </w:pPr>
      <w:r>
        <w:t>5</w:t>
      </w:r>
      <w:r w:rsidR="00E33FEE">
        <w:t>. T</w:t>
      </w:r>
      <w:r>
        <w:t>o defend the frontiers against enemy attack.</w:t>
      </w:r>
    </w:p>
    <w:p w:rsidR="00A01D69" w:rsidRDefault="00A01D69" w:rsidP="00CE26A0">
      <w:pPr>
        <w:pStyle w:val="libNormal"/>
      </w:pPr>
      <w:r>
        <w:t>6</w:t>
      </w:r>
      <w:r w:rsidR="00E33FEE">
        <w:t>. T</w:t>
      </w:r>
      <w:r>
        <w:t>o carry out the holy war.</w:t>
      </w:r>
    </w:p>
    <w:p w:rsidR="00A01D69" w:rsidRDefault="00A01D69" w:rsidP="00CE26A0">
      <w:pPr>
        <w:pStyle w:val="libNormal"/>
      </w:pPr>
      <w:r>
        <w:t>7</w:t>
      </w:r>
      <w:r w:rsidR="00E33FEE">
        <w:t>. T</w:t>
      </w:r>
      <w:r>
        <w:t>o collect the community's portion of war booty, tribute and alms tax.</w:t>
      </w:r>
    </w:p>
    <w:p w:rsidR="00A01D69" w:rsidRDefault="00A01D69" w:rsidP="00CE26A0">
      <w:pPr>
        <w:pStyle w:val="libNormal"/>
      </w:pPr>
      <w:r>
        <w:t>8</w:t>
      </w:r>
      <w:r w:rsidR="00E33FEE">
        <w:t>. T</w:t>
      </w:r>
      <w:r>
        <w:t>o assess what is due the treasury and make disbursements on time.</w:t>
      </w:r>
    </w:p>
    <w:p w:rsidR="00A01D69" w:rsidRDefault="00A01D69" w:rsidP="00CE26A0">
      <w:pPr>
        <w:pStyle w:val="libNormal"/>
      </w:pPr>
      <w:r>
        <w:t>9</w:t>
      </w:r>
      <w:r w:rsidR="00E33FEE">
        <w:t>. T</w:t>
      </w:r>
      <w:r>
        <w:t>o choose competent advisors for appointments and financial matters.</w:t>
      </w:r>
    </w:p>
    <w:p w:rsidR="00E33FEE" w:rsidRDefault="00A01D69" w:rsidP="00CE26A0">
      <w:pPr>
        <w:pStyle w:val="libNormal"/>
      </w:pPr>
      <w:r>
        <w:t>10</w:t>
      </w:r>
      <w:r w:rsidR="00E33FEE">
        <w:t>. T</w:t>
      </w:r>
      <w:r>
        <w:t>o carry out for himself the supervision of affairs.</w:t>
      </w:r>
    </w:p>
    <w:p w:rsidR="00E33FEE" w:rsidRDefault="00E33FEE" w:rsidP="00CE26A0">
      <w:pPr>
        <w:pStyle w:val="libNormal"/>
      </w:pPr>
      <w:r>
        <w:t>T</w:t>
      </w:r>
      <w:r w:rsidR="00A01D69">
        <w:t>he qualification of calipha for the caliphate always, was a matter of debate throughout islamic historyand its eventual failure.</w:t>
      </w:r>
    </w:p>
    <w:p w:rsidR="00E33FEE" w:rsidRDefault="00E33FEE" w:rsidP="00CE26A0">
      <w:pPr>
        <w:pStyle w:val="libNormal"/>
      </w:pPr>
      <w:r>
        <w:t>T</w:t>
      </w:r>
      <w:r w:rsidR="00A01D69">
        <w:t>he emphasis outlining the duties of the authority by al- mawardi shows the weakness of the calipha during his term.</w:t>
      </w:r>
    </w:p>
    <w:p w:rsidR="00A01D69" w:rsidRDefault="00E33FEE" w:rsidP="00CE26A0">
      <w:pPr>
        <w:pStyle w:val="libNormal"/>
      </w:pPr>
      <w:r>
        <w:t>T</w:t>
      </w:r>
      <w:r w:rsidR="00A01D69">
        <w:t>he title "caliph" gradually changed its original sense signifying the dual religious and political power</w:t>
      </w:r>
      <w:r>
        <w:t>. T</w:t>
      </w:r>
      <w:r w:rsidR="00A01D69">
        <w:t>here was then a subsequent significant loss of the actual political power of the caliph when he no longer ruled all of the regions under the caliphate name</w:t>
      </w:r>
      <w:r>
        <w:t>. M</w:t>
      </w:r>
      <w:r w:rsidR="00A01D69">
        <w:t>any regions, locally, established power or raised their local ameers as independents not following the central government of the caliphate</w:t>
      </w:r>
      <w:r>
        <w:t>. T</w:t>
      </w:r>
      <w:r w:rsidR="00A01D69">
        <w:t>he caliphate became so weak that its power was usurped by other tribes such as saljuqi turks.</w:t>
      </w:r>
    </w:p>
    <w:p w:rsidR="00A01D69" w:rsidRDefault="00A01D69" w:rsidP="00CE26A0">
      <w:pPr>
        <w:pStyle w:val="libNormal"/>
      </w:pPr>
      <w:r>
        <w:t>As a result of lack of islamic practice among the authority, the abbassid caliphate began to break down</w:t>
      </w:r>
      <w:r w:rsidR="00E33FEE">
        <w:t>. M</w:t>
      </w:r>
      <w:r>
        <w:t xml:space="preserve">any independent governments emerged </w:t>
      </w:r>
      <w:r>
        <w:lastRenderedPageBreak/>
        <w:t>mostly the shi'a independent governments as buyids in iraq and iran, and the fatimids in egypt.</w:t>
      </w:r>
    </w:p>
    <w:p w:rsidR="00FF1E71" w:rsidRPr="00A032B3" w:rsidRDefault="00FF1E71" w:rsidP="00A032B3">
      <w:pPr>
        <w:pStyle w:val="libNormal"/>
      </w:pPr>
      <w:r>
        <w:br w:type="page"/>
      </w:r>
    </w:p>
    <w:p w:rsidR="00A01D69" w:rsidRPr="001E1339" w:rsidRDefault="00A01D69" w:rsidP="00FF1E71">
      <w:pPr>
        <w:pStyle w:val="Heading1Center"/>
      </w:pPr>
      <w:bookmarkStart w:id="32" w:name="_Toc491953199"/>
      <w:r>
        <w:lastRenderedPageBreak/>
        <w:t>Islamic Fait</w:t>
      </w:r>
      <w:r w:rsidRPr="001E1339">
        <w:t>h</w:t>
      </w:r>
      <w:bookmarkEnd w:id="32"/>
    </w:p>
    <w:p w:rsidR="00E33FEE" w:rsidRDefault="00A01D69" w:rsidP="00FF1E71">
      <w:pPr>
        <w:pStyle w:val="libNormal"/>
      </w:pPr>
      <w:r>
        <w:t>"</w:t>
      </w:r>
      <w:r w:rsidR="00FF1E71">
        <w:t>I</w:t>
      </w:r>
      <w:r>
        <w:t xml:space="preserve">slam" is the name of the religion of god revealed to prophet </w:t>
      </w:r>
      <w:r w:rsidR="00757208">
        <w:t>Muhammad</w:t>
      </w:r>
      <w:r>
        <w:t>(p.)</w:t>
      </w:r>
      <w:r w:rsidR="00E33FEE">
        <w:t>. T</w:t>
      </w:r>
      <w:r>
        <w:t>he word "islam" is derived from "salam" which literally means peace</w:t>
      </w:r>
      <w:r w:rsidR="00E33FEE">
        <w:t>. I</w:t>
      </w:r>
      <w:r>
        <w:t>t is called islam because it teaches everyone to think, act and live peacefully</w:t>
      </w:r>
      <w:r w:rsidR="00E33FEE">
        <w:t>. F</w:t>
      </w:r>
      <w:r>
        <w:t>urthermore, it has chosen the phrase "assalam alaikum" (peace be upon you) as the regular greeting for muslims to signify this goal.</w:t>
      </w:r>
    </w:p>
    <w:p w:rsidR="00A01D69" w:rsidRDefault="00E33FEE" w:rsidP="00CE26A0">
      <w:pPr>
        <w:pStyle w:val="libNormal"/>
      </w:pPr>
      <w:r>
        <w:t>W</w:t>
      </w:r>
      <w:r w:rsidR="00A01D69">
        <w:t>hen islam is properly understood and implemented, one will live in a peaceful mind, a happy family and in harmonious community</w:t>
      </w:r>
      <w:r>
        <w:t>. A</w:t>
      </w:r>
      <w:r w:rsidR="00A01D69">
        <w:t xml:space="preserve"> community that looks upon all human as equal</w:t>
      </w:r>
      <w:r>
        <w:t>. T</w:t>
      </w:r>
      <w:r w:rsidR="00A01D69">
        <w:t>he only difference among them would be their deeds and behavior</w:t>
      </w:r>
      <w:r>
        <w:t>. T</w:t>
      </w:r>
      <w:r w:rsidR="00A01D69">
        <w:t>he qur'an says,</w:t>
      </w:r>
    </w:p>
    <w:p w:rsidR="00E33FEE" w:rsidRDefault="00A01D69" w:rsidP="00CE26A0">
      <w:pPr>
        <w:pStyle w:val="libNormal"/>
      </w:pPr>
      <w:r>
        <w:t xml:space="preserve">" . . </w:t>
      </w:r>
      <w:r w:rsidR="00E33FEE">
        <w:t>. I</w:t>
      </w:r>
      <w:r>
        <w:t>n the sight of god, the most righteous is the one who is the best in conduct." the qur'an, 49:13</w:t>
      </w:r>
    </w:p>
    <w:p w:rsidR="00A01D69" w:rsidRDefault="00E33FEE" w:rsidP="00CE26A0">
      <w:pPr>
        <w:pStyle w:val="libNormal"/>
      </w:pPr>
      <w:r>
        <w:t>F</w:t>
      </w:r>
      <w:r w:rsidR="00A01D69">
        <w:t>aith in islam is not a blind obedience rather, it is based on reasoning and thinking</w:t>
      </w:r>
      <w:r>
        <w:t>. T</w:t>
      </w:r>
      <w:r w:rsidR="00A01D69">
        <w:t>he qur'an says,</w:t>
      </w:r>
    </w:p>
    <w:p w:rsidR="00E33FEE" w:rsidRDefault="00A01D69" w:rsidP="00CE26A0">
      <w:pPr>
        <w:pStyle w:val="libNormal"/>
      </w:pPr>
      <w:r>
        <w:t>" i preach you one thing that you rise up for the sake of god jointly and singly, then think." the qur'an, 34:46</w:t>
      </w:r>
    </w:p>
    <w:p w:rsidR="00A01D69" w:rsidRDefault="00E33FEE" w:rsidP="00CE26A0">
      <w:pPr>
        <w:pStyle w:val="libNormal"/>
      </w:pPr>
      <w:r>
        <w:t>T</w:t>
      </w:r>
      <w:r w:rsidR="00A01D69">
        <w:t>herefore, in islam there is no force to accept the islamic faith without understanding</w:t>
      </w:r>
      <w:r>
        <w:t>. T</w:t>
      </w:r>
      <w:r w:rsidR="00A01D69">
        <w:t>he qur'an says,</w:t>
      </w:r>
    </w:p>
    <w:p w:rsidR="00A01D69" w:rsidRDefault="00A01D69" w:rsidP="00CE26A0">
      <w:pPr>
        <w:pStyle w:val="libNormal"/>
      </w:pPr>
      <w:r>
        <w:t>" there is no compulsion in religion." the qur'an, 2: 256</w:t>
      </w:r>
    </w:p>
    <w:p w:rsidR="00E33FEE" w:rsidRPr="001E1339" w:rsidRDefault="00A01D69" w:rsidP="001E1339">
      <w:pPr>
        <w:pStyle w:val="Heading2"/>
      </w:pPr>
      <w:bookmarkStart w:id="33" w:name="_Toc491953200"/>
      <w:r>
        <w:t>Unity of go</w:t>
      </w:r>
      <w:r w:rsidRPr="001E1339">
        <w:t>d</w:t>
      </w:r>
      <w:bookmarkEnd w:id="33"/>
    </w:p>
    <w:p w:rsidR="00A01D69" w:rsidRDefault="00E33FEE" w:rsidP="00CE26A0">
      <w:pPr>
        <w:pStyle w:val="libNormal"/>
      </w:pPr>
      <w:r>
        <w:t>T</w:t>
      </w:r>
      <w:r w:rsidR="00A01D69">
        <w:t>he first doctrine in islam is the unity of god, and it is the source of other doctrines</w:t>
      </w:r>
      <w:r>
        <w:t>. T</w:t>
      </w:r>
      <w:r w:rsidR="00A01D69">
        <w:t>he qur'an says, "there is none worthy of worship but one only one almighty god, the creator of the earth and heaven</w:t>
      </w:r>
      <w:r>
        <w:t>. H</w:t>
      </w:r>
      <w:r w:rsidR="00A01D69">
        <w:t xml:space="preserve">e is free from all defects, i.e., holy </w:t>
      </w:r>
      <w:r>
        <w:t>. H</w:t>
      </w:r>
      <w:r w:rsidR="00A01D69">
        <w:t>e is all mercy and all power</w:t>
      </w:r>
      <w:r>
        <w:t>. H</w:t>
      </w:r>
      <w:r w:rsidR="00A01D69">
        <w:t>e has no partner</w:t>
      </w:r>
      <w:r>
        <w:t>. H</w:t>
      </w:r>
      <w:r w:rsidR="00A01D69">
        <w:t>e neither begets nor is he begotten and none is like him</w:t>
      </w:r>
      <w:r>
        <w:t>. T</w:t>
      </w:r>
      <w:r w:rsidR="00A01D69">
        <w:t>he qur'an 112:1-4</w:t>
      </w:r>
    </w:p>
    <w:p w:rsidR="00E33FEE" w:rsidRPr="001E1339" w:rsidRDefault="00A01D69" w:rsidP="001E1339">
      <w:pPr>
        <w:pStyle w:val="Heading2"/>
      </w:pPr>
      <w:bookmarkStart w:id="34" w:name="_Toc491953201"/>
      <w:r>
        <w:t>Prophethoo</w:t>
      </w:r>
      <w:r w:rsidRPr="001E1339">
        <w:t>d</w:t>
      </w:r>
      <w:bookmarkEnd w:id="34"/>
    </w:p>
    <w:p w:rsidR="00E33FEE" w:rsidRDefault="00E33FEE" w:rsidP="00CE26A0">
      <w:pPr>
        <w:pStyle w:val="libNormal"/>
      </w:pPr>
      <w:r>
        <w:t>T</w:t>
      </w:r>
      <w:r w:rsidR="00A01D69">
        <w:t xml:space="preserve">he second doctrine is the continuity of prophethood upto prophet </w:t>
      </w:r>
      <w:r w:rsidR="004A0F55">
        <w:t>Muhammad (</w:t>
      </w:r>
      <w:r w:rsidR="00A01D69">
        <w:t>p.)</w:t>
      </w:r>
      <w:r>
        <w:t>. A</w:t>
      </w:r>
      <w:r w:rsidR="00A01D69">
        <w:t>s human mind had developed since the creation, god taught humanity various religions</w:t>
      </w:r>
      <w:r>
        <w:t>. H</w:t>
      </w:r>
      <w:r w:rsidR="00A01D69">
        <w:t xml:space="preserve">e sent prophets at different times such as ismael, issac, moses, john, jesus, and finally </w:t>
      </w:r>
      <w:r w:rsidR="004A0F55">
        <w:t>Muhammad (</w:t>
      </w:r>
      <w:r w:rsidR="00A01D69">
        <w:t>p.).</w:t>
      </w:r>
    </w:p>
    <w:p w:rsidR="00A01D69" w:rsidRDefault="00E33FEE" w:rsidP="00CE26A0">
      <w:pPr>
        <w:pStyle w:val="libNormal"/>
      </w:pPr>
      <w:r>
        <w:t>T</w:t>
      </w:r>
      <w:r w:rsidR="00A01D69">
        <w:t>he qur'an says,</w:t>
      </w:r>
    </w:p>
    <w:p w:rsidR="00A01D69" w:rsidRDefault="00A01D69" w:rsidP="00CE26A0">
      <w:pPr>
        <w:pStyle w:val="libNormal"/>
      </w:pPr>
      <w:r>
        <w:t xml:space="preserve">". . </w:t>
      </w:r>
      <w:r w:rsidR="00E33FEE">
        <w:t>. W</w:t>
      </w:r>
      <w:r>
        <w:t>e believe in god, and the revelation given to us and to abraham, ismael, issac, jacob and the tribes, and that given to moses and jesus, and given to prophets from their lord</w:t>
      </w:r>
      <w:r w:rsidR="00E33FEE">
        <w:t>. W</w:t>
      </w:r>
      <w:r>
        <w:t>e make no difference between any of them...."</w:t>
      </w:r>
      <w:r w:rsidR="00E33FEE">
        <w:t>. T</w:t>
      </w:r>
      <w:r>
        <w:t>he qur'an, 3:83.</w:t>
      </w:r>
    </w:p>
    <w:p w:rsidR="00E33FEE" w:rsidRDefault="00A01D69" w:rsidP="00CE26A0">
      <w:pPr>
        <w:pStyle w:val="libNormal"/>
      </w:pPr>
      <w:r>
        <w:t>All religions have their origin in truth</w:t>
      </w:r>
      <w:r w:rsidR="00E33FEE">
        <w:t>. W</w:t>
      </w:r>
      <w:r>
        <w:t>ith the passing of time the truth was either forgotten or became overlapped with the interest of human interventions.</w:t>
      </w:r>
    </w:p>
    <w:p w:rsidR="00E33FEE" w:rsidRDefault="00E33FEE" w:rsidP="00CE26A0">
      <w:pPr>
        <w:pStyle w:val="libNormal"/>
      </w:pPr>
      <w:r>
        <w:t>W</w:t>
      </w:r>
      <w:r w:rsidR="00A01D69">
        <w:t xml:space="preserve">hen the world reached that stage of understanding, when it was ready for final lesson, god has sent the last prophet </w:t>
      </w:r>
      <w:r w:rsidR="004A0F55">
        <w:t>Muhammad (</w:t>
      </w:r>
      <w:r w:rsidR="00A01D69">
        <w:t>p.) with the holy qur'an to correct the errors which had found their way into various religions.</w:t>
      </w:r>
    </w:p>
    <w:p w:rsidR="00A01D69" w:rsidRDefault="00E33FEE" w:rsidP="00CE26A0">
      <w:pPr>
        <w:pStyle w:val="libNormal"/>
      </w:pPr>
      <w:r>
        <w:t>T</w:t>
      </w:r>
      <w:r w:rsidR="00A01D69">
        <w:t xml:space="preserve">hese two doctrines, the unity of god and prophethood of </w:t>
      </w:r>
      <w:r w:rsidR="004A0F55">
        <w:t>Muhammad (</w:t>
      </w:r>
      <w:r w:rsidR="00A01D69">
        <w:t>p.) are the first step for any one who wants to become a member of islamic community.</w:t>
      </w:r>
    </w:p>
    <w:p w:rsidR="00FF1E71" w:rsidRPr="00A032B3" w:rsidRDefault="00FF1E71" w:rsidP="00A032B3">
      <w:pPr>
        <w:pStyle w:val="libNormal"/>
      </w:pPr>
      <w:r>
        <w:br w:type="page"/>
      </w:r>
    </w:p>
    <w:p w:rsidR="00E33FEE" w:rsidRPr="001E1339" w:rsidRDefault="00A01D69" w:rsidP="00FF1E71">
      <w:pPr>
        <w:pStyle w:val="Heading1Center"/>
      </w:pPr>
      <w:bookmarkStart w:id="35" w:name="_Toc491953202"/>
      <w:r>
        <w:lastRenderedPageBreak/>
        <w:t>Time of Prayer</w:t>
      </w:r>
      <w:r w:rsidRPr="001E1339">
        <w:t>s</w:t>
      </w:r>
      <w:bookmarkEnd w:id="35"/>
    </w:p>
    <w:p w:rsidR="00A01D69" w:rsidRDefault="00E33FEE" w:rsidP="001E1339">
      <w:pPr>
        <w:pStyle w:val="libBoldItalic"/>
      </w:pPr>
      <w:r>
        <w:t>I</w:t>
      </w:r>
      <w:r w:rsidR="00A01D69">
        <w:t>n the name of god, the merciful, the compassionate</w:t>
      </w:r>
    </w:p>
    <w:p w:rsidR="00E33FEE" w:rsidRDefault="00A01D69" w:rsidP="00CE26A0">
      <w:pPr>
        <w:pStyle w:val="libNormal"/>
      </w:pPr>
      <w:r>
        <w:t>"...</w:t>
      </w:r>
      <w:r w:rsidR="00E33FEE">
        <w:t>. I</w:t>
      </w:r>
      <w:r>
        <w:t>ndeed prayer is a timed duty for believers." the qur'an, 4:103 as general principle of prayer's time, qur'an says, " perform prayers at sunset until the darkness of night and recital of dawn</w:t>
      </w:r>
      <w:r w:rsidR="00E33FEE">
        <w:t>. I</w:t>
      </w:r>
      <w:r>
        <w:t>ndeed , the recital of dawn is witnessed</w:t>
      </w:r>
      <w:r w:rsidR="00E33FEE">
        <w:t>. T</w:t>
      </w:r>
      <w:r>
        <w:t>he qur'an, 17:78</w:t>
      </w:r>
    </w:p>
    <w:p w:rsidR="00A01D69" w:rsidRDefault="00E33FEE" w:rsidP="00CE26A0">
      <w:pPr>
        <w:pStyle w:val="libNormal"/>
      </w:pPr>
      <w:r>
        <w:t>T</w:t>
      </w:r>
      <w:r w:rsidR="00A01D69">
        <w:t>he exact time of daily prayer was explained by the prophet (p.)</w:t>
      </w:r>
    </w:p>
    <w:p w:rsidR="00A01D69" w:rsidRDefault="00A01D69" w:rsidP="00CE26A0">
      <w:pPr>
        <w:pStyle w:val="libNormal"/>
      </w:pPr>
      <w:r>
        <w:t>1</w:t>
      </w:r>
      <w:r w:rsidR="00E33FEE">
        <w:t>. M</w:t>
      </w:r>
      <w:r>
        <w:t>orning prayer at dawn.</w:t>
      </w:r>
    </w:p>
    <w:p w:rsidR="00A01D69" w:rsidRDefault="00A01D69" w:rsidP="00CE26A0">
      <w:pPr>
        <w:pStyle w:val="libNormal"/>
      </w:pPr>
      <w:r>
        <w:t>2</w:t>
      </w:r>
      <w:r w:rsidR="00E33FEE">
        <w:t>. N</w:t>
      </w:r>
      <w:r>
        <w:t>oon prayer.</w:t>
      </w:r>
    </w:p>
    <w:p w:rsidR="00A01D69" w:rsidRDefault="00A01D69" w:rsidP="00CE26A0">
      <w:pPr>
        <w:pStyle w:val="libNormal"/>
      </w:pPr>
      <w:r>
        <w:t>3</w:t>
      </w:r>
      <w:r w:rsidR="00E33FEE">
        <w:t>. A</w:t>
      </w:r>
      <w:r>
        <w:t>fternoon prayer.</w:t>
      </w:r>
    </w:p>
    <w:p w:rsidR="00A01D69" w:rsidRDefault="00A01D69" w:rsidP="00CE26A0">
      <w:pPr>
        <w:pStyle w:val="libNormal"/>
      </w:pPr>
      <w:r>
        <w:t>4</w:t>
      </w:r>
      <w:r w:rsidR="00E33FEE">
        <w:t>. S</w:t>
      </w:r>
      <w:r>
        <w:t>unset prayer, immediately after sunset.</w:t>
      </w:r>
    </w:p>
    <w:p w:rsidR="00E33FEE" w:rsidRDefault="00A01D69" w:rsidP="00CE26A0">
      <w:pPr>
        <w:pStyle w:val="libNormal"/>
      </w:pPr>
      <w:r>
        <w:t>5</w:t>
      </w:r>
      <w:r w:rsidR="00E33FEE">
        <w:t>. E</w:t>
      </w:r>
      <w:r>
        <w:t>vening prayer.</w:t>
      </w:r>
    </w:p>
    <w:p w:rsidR="00E33FEE" w:rsidRDefault="00E33FEE" w:rsidP="00CE26A0">
      <w:pPr>
        <w:pStyle w:val="libNormal"/>
      </w:pPr>
      <w:r>
        <w:t>T</w:t>
      </w:r>
      <w:r w:rsidR="00A01D69">
        <w:t>eaching of islam insists to pray on time</w:t>
      </w:r>
      <w:r>
        <w:t>. Q</w:t>
      </w:r>
      <w:r w:rsidR="00A01D69">
        <w:t>ur'an reads: " observe prayers and the middle prayer and stand obedient to god." the qur'an 2-238 this middle prayer, according to the teaching of ahl-ul-bayt is the noon prayer</w:t>
      </w:r>
      <w:r>
        <w:t>. T</w:t>
      </w:r>
      <w:r w:rsidR="00A01D69">
        <w:t>he emphasis on this prayer at noon time indicates the balance between the nutritional need and spiritual need of body.</w:t>
      </w:r>
    </w:p>
    <w:p w:rsidR="00E33FEE" w:rsidRDefault="00E33FEE" w:rsidP="00CE26A0">
      <w:pPr>
        <w:pStyle w:val="libNormal"/>
      </w:pPr>
      <w:r>
        <w:t>E</w:t>
      </w:r>
      <w:r w:rsidR="00A01D69">
        <w:t>very individual muslim should be sure of prayer's time before starting prayer</w:t>
      </w:r>
      <w:r>
        <w:t>. T</w:t>
      </w:r>
      <w:r w:rsidR="00A01D69">
        <w:t>he times of five daily prayers are as follows:</w:t>
      </w:r>
    </w:p>
    <w:p w:rsidR="00E33FEE" w:rsidRDefault="00E33FEE" w:rsidP="00CE26A0">
      <w:pPr>
        <w:pStyle w:val="libNormal"/>
      </w:pPr>
      <w:r>
        <w:t>F</w:t>
      </w:r>
      <w:r w:rsidR="00A01D69">
        <w:t xml:space="preserve">irst : morning prayer </w:t>
      </w:r>
      <w:r w:rsidR="004A0F55">
        <w:t>(</w:t>
      </w:r>
      <w:r w:rsidR="00A01D69">
        <w:t>fajr</w:t>
      </w:r>
      <w:r w:rsidR="004A0F55">
        <w:t xml:space="preserve">) </w:t>
      </w:r>
    </w:p>
    <w:p w:rsidR="00E33FEE" w:rsidRDefault="00E33FEE" w:rsidP="00CE26A0">
      <w:pPr>
        <w:pStyle w:val="libNormal"/>
      </w:pPr>
      <w:r>
        <w:t>M</w:t>
      </w:r>
      <w:r w:rsidR="00A01D69">
        <w:t xml:space="preserve">orning prayer </w:t>
      </w:r>
      <w:r w:rsidR="004A0F55">
        <w:t>(</w:t>
      </w:r>
      <w:r w:rsidR="00A01D69">
        <w:t>subh-fajr</w:t>
      </w:r>
      <w:r w:rsidR="004A0F55">
        <w:t xml:space="preserve">) </w:t>
      </w:r>
      <w:r w:rsidR="00A01D69">
        <w:t>consists of two units offered in audible voice</w:t>
      </w:r>
      <w:r>
        <w:t>. T</w:t>
      </w:r>
      <w:r w:rsidR="00A01D69">
        <w:t>he time of this prayer begins from dawn and ends before sunrise</w:t>
      </w:r>
      <w:r>
        <w:t>. T</w:t>
      </w:r>
      <w:r w:rsidR="00A01D69">
        <w:t xml:space="preserve">o determine its time one should distinguish between " twilight " </w:t>
      </w:r>
      <w:r w:rsidR="004A0F55">
        <w:t>(</w:t>
      </w:r>
      <w:r w:rsidR="00A01D69">
        <w:t>subh- kadhib</w:t>
      </w:r>
      <w:r w:rsidR="004A0F55">
        <w:t xml:space="preserve">) </w:t>
      </w:r>
      <w:r w:rsidR="00A01D69">
        <w:t>and " dawn" (subh-sadiq</w:t>
      </w:r>
      <w:r w:rsidR="004A0F55">
        <w:t xml:space="preserve">) </w:t>
      </w:r>
      <w:r w:rsidR="00A01D69">
        <w:t>.</w:t>
      </w:r>
    </w:p>
    <w:p w:rsidR="00E33FEE" w:rsidRDefault="00E33FEE" w:rsidP="00CE26A0">
      <w:pPr>
        <w:pStyle w:val="libNormal"/>
      </w:pPr>
      <w:r>
        <w:t>T</w:t>
      </w:r>
      <w:r w:rsidR="00A01D69">
        <w:t>wilight is the faint darkish light in the sky during the time when night is about to become a day</w:t>
      </w:r>
      <w:r>
        <w:t>. T</w:t>
      </w:r>
      <w:r w:rsidR="00A01D69">
        <w:t>his appears when sun is 18 degrees below the horizon</w:t>
      </w:r>
      <w:r>
        <w:t>. S</w:t>
      </w:r>
      <w:r w:rsidR="00A01D69">
        <w:t>ince each degree is four minutes, the twilight appears approximately 72 minutes before sunrise</w:t>
      </w:r>
      <w:r>
        <w:t>. I</w:t>
      </w:r>
      <w:r w:rsidR="00A01D69">
        <w:t>mmediately after twilight another light occurs and extends with the sunrise</w:t>
      </w:r>
      <w:r>
        <w:t>. T</w:t>
      </w:r>
      <w:r w:rsidR="00A01D69">
        <w:t>he later is called dawn.</w:t>
      </w:r>
    </w:p>
    <w:p w:rsidR="00E33FEE" w:rsidRDefault="00E33FEE" w:rsidP="00CE26A0">
      <w:pPr>
        <w:pStyle w:val="libNormal"/>
      </w:pPr>
      <w:r>
        <w:t>S</w:t>
      </w:r>
      <w:r w:rsidR="00A01D69">
        <w:t xml:space="preserve">econd : noon prayer </w:t>
      </w:r>
      <w:r w:rsidR="004A0F55">
        <w:t>(</w:t>
      </w:r>
      <w:r w:rsidR="00A01D69">
        <w:t>zuhr</w:t>
      </w:r>
      <w:r w:rsidR="004A0F55">
        <w:t xml:space="preserve">) </w:t>
      </w:r>
    </w:p>
    <w:p w:rsidR="00E33FEE" w:rsidRDefault="00E33FEE" w:rsidP="00CE26A0">
      <w:pPr>
        <w:pStyle w:val="libNormal"/>
      </w:pPr>
      <w:r>
        <w:t>I</w:t>
      </w:r>
      <w:r w:rsidR="00A01D69">
        <w:t>t consists of four units offered silently</w:t>
      </w:r>
      <w:r>
        <w:t>. T</w:t>
      </w:r>
      <w:r w:rsidR="00A01D69">
        <w:t>he time of noon prayer starts after the sun reaches its highest point in the sky</w:t>
      </w:r>
      <w:r>
        <w:t>. T</w:t>
      </w:r>
      <w:r w:rsidR="00A01D69">
        <w:t>his is also known as "zawal".</w:t>
      </w:r>
    </w:p>
    <w:p w:rsidR="00E33FEE" w:rsidRDefault="00E33FEE" w:rsidP="00CE26A0">
      <w:pPr>
        <w:pStyle w:val="libNormal"/>
      </w:pPr>
      <w:r>
        <w:t>T</w:t>
      </w:r>
      <w:r w:rsidR="00A01D69">
        <w:t>o determine this, one can consider the time of the sunrise and sunset and divide them into two; the middle is the midway which is called noon or zuhr.</w:t>
      </w:r>
    </w:p>
    <w:p w:rsidR="00E33FEE" w:rsidRDefault="00E33FEE" w:rsidP="00CE26A0">
      <w:pPr>
        <w:pStyle w:val="libNormal"/>
      </w:pPr>
      <w:r>
        <w:t>T</w:t>
      </w:r>
      <w:r w:rsidR="00A01D69">
        <w:t>hird: afternoon prayer ('asr)</w:t>
      </w:r>
    </w:p>
    <w:p w:rsidR="00E33FEE" w:rsidRDefault="00E33FEE" w:rsidP="00CE26A0">
      <w:pPr>
        <w:pStyle w:val="libNormal"/>
      </w:pPr>
      <w:r>
        <w:t>I</w:t>
      </w:r>
      <w:r w:rsidR="00A01D69">
        <w:t>t consist of four parts offered silently</w:t>
      </w:r>
      <w:r>
        <w:t>. I</w:t>
      </w:r>
      <w:r w:rsidR="00A01D69">
        <w:t>ts time is when the shadow of an object becomes equal to its own length</w:t>
      </w:r>
      <w:r>
        <w:t>. I</w:t>
      </w:r>
      <w:r w:rsidR="00A01D69">
        <w:t xml:space="preserve">ts time extends to sunset. </w:t>
      </w:r>
      <w:r w:rsidR="004A0F55">
        <w:t>(</w:t>
      </w:r>
      <w:r w:rsidR="00A01D69">
        <w:t>note: these two prayers -- noon and afternoon prayers-- may be performed together, that is , when the zuhr prayer is finished, one may start the 'asr prayer, or delay the 'asr prayers to its proper time, this is according to the practice of the prophet (p.), as it is reported by ahl-ul-bayt (a.).</w:t>
      </w:r>
    </w:p>
    <w:p w:rsidR="00E33FEE" w:rsidRDefault="00E33FEE" w:rsidP="00CE26A0">
      <w:pPr>
        <w:pStyle w:val="libNormal"/>
      </w:pPr>
      <w:r>
        <w:t>F</w:t>
      </w:r>
      <w:r w:rsidR="00A01D69">
        <w:t xml:space="preserve">ourth: sunset prayers </w:t>
      </w:r>
      <w:r w:rsidR="004A0F55">
        <w:t>(</w:t>
      </w:r>
      <w:r w:rsidR="00A01D69">
        <w:t>maghrib</w:t>
      </w:r>
      <w:r w:rsidR="004A0F55">
        <w:t xml:space="preserve">) </w:t>
      </w:r>
    </w:p>
    <w:p w:rsidR="00E33FEE" w:rsidRDefault="00E33FEE" w:rsidP="00CE26A0">
      <w:pPr>
        <w:pStyle w:val="libNormal"/>
      </w:pPr>
      <w:r>
        <w:t>I</w:t>
      </w:r>
      <w:r w:rsidR="00A01D69">
        <w:t>t consists of three units</w:t>
      </w:r>
      <w:r>
        <w:t>. T</w:t>
      </w:r>
      <w:r w:rsidR="00A01D69">
        <w:t>he time of this prayers is immediately after sunset until the end of twilight-- the redness which remains on the horizon after sunset.</w:t>
      </w:r>
    </w:p>
    <w:p w:rsidR="00E33FEE" w:rsidRDefault="00E33FEE" w:rsidP="00CE26A0">
      <w:pPr>
        <w:pStyle w:val="libNormal"/>
      </w:pPr>
      <w:r>
        <w:t>F</w:t>
      </w:r>
      <w:r w:rsidR="00A01D69">
        <w:t xml:space="preserve">ifth: evening prayers </w:t>
      </w:r>
      <w:r w:rsidR="004A0F55">
        <w:t>(</w:t>
      </w:r>
      <w:r w:rsidR="00A01D69">
        <w:t>isha</w:t>
      </w:r>
      <w:r w:rsidR="004A0F55">
        <w:t xml:space="preserve">) </w:t>
      </w:r>
    </w:p>
    <w:p w:rsidR="00E33FEE" w:rsidRDefault="00E33FEE" w:rsidP="00CE26A0">
      <w:pPr>
        <w:pStyle w:val="libNormal"/>
      </w:pPr>
      <w:r>
        <w:lastRenderedPageBreak/>
        <w:t>I</w:t>
      </w:r>
      <w:r w:rsidR="00A01D69">
        <w:t>t consists of four units</w:t>
      </w:r>
      <w:r>
        <w:t>. T</w:t>
      </w:r>
      <w:r w:rsidR="00A01D69">
        <w:t xml:space="preserve">he time of this prayers begins after the sun fully sets, and extends until midnight. </w:t>
      </w:r>
      <w:r w:rsidR="004A0F55">
        <w:t>(</w:t>
      </w:r>
      <w:r w:rsidR="00A01D69">
        <w:t xml:space="preserve">note: these two prayers--sunset prayers and evening prayers--may be joined together, that is when maghrib is finished, one may start the isha prayer or delay it to its proper time </w:t>
      </w:r>
      <w:r>
        <w:t>. T</w:t>
      </w:r>
      <w:r w:rsidR="00A01D69">
        <w:t>his is according to practice of the prophet (p.), as it is reported by the ahl ul-bayt.)</w:t>
      </w:r>
    </w:p>
    <w:p w:rsidR="00E33FEE" w:rsidRPr="001E1339" w:rsidRDefault="00E33FEE" w:rsidP="001E1339">
      <w:pPr>
        <w:pStyle w:val="Heading2"/>
      </w:pPr>
      <w:bookmarkStart w:id="36" w:name="_Toc491953203"/>
      <w:r>
        <w:t>J</w:t>
      </w:r>
      <w:r w:rsidR="00A01D69">
        <w:t>oining prayer</w:t>
      </w:r>
      <w:r w:rsidR="00A01D69" w:rsidRPr="001E1339">
        <w:t>s</w:t>
      </w:r>
      <w:bookmarkEnd w:id="36"/>
    </w:p>
    <w:p w:rsidR="00E33FEE" w:rsidRDefault="00E33FEE" w:rsidP="00CE26A0">
      <w:pPr>
        <w:pStyle w:val="libNormal"/>
      </w:pPr>
      <w:r>
        <w:t>I</w:t>
      </w:r>
      <w:r w:rsidR="00A01D69">
        <w:t>t is recommended to perform each prayer on its time</w:t>
      </w:r>
      <w:r>
        <w:t>. O</w:t>
      </w:r>
      <w:r w:rsidR="00A01D69">
        <w:t>ne, however may join two of them together</w:t>
      </w:r>
      <w:r>
        <w:t>. T</w:t>
      </w:r>
      <w:r w:rsidR="00A01D69">
        <w:t>hat is to pray, for instance, noon and afternoon prayers at one time or to delay the noon prayer and pray both later</w:t>
      </w:r>
      <w:r>
        <w:t>. A</w:t>
      </w:r>
      <w:r w:rsidR="00A01D69">
        <w:t>ccording to the teachings of ahl ul-bayt, it is allowed during travel as well as at residence</w:t>
      </w:r>
      <w:r>
        <w:t>. A</w:t>
      </w:r>
      <w:r w:rsidR="00A01D69">
        <w:t>lso, there are hadith, narrated from the prophet, which allows to do so</w:t>
      </w:r>
      <w:r>
        <w:t>. B</w:t>
      </w:r>
      <w:r w:rsidR="00A01D69">
        <w:t>ukhari narrates that the prophet prayed in madina seven and eight , zuhr and asr, and maghrib and isha prayers together</w:t>
      </w:r>
      <w:r>
        <w:t>. S</w:t>
      </w:r>
      <w:r w:rsidR="00A01D69">
        <w:t>ee bukhari, v.1,p.136, cairo</w:t>
      </w:r>
      <w:r>
        <w:t>. L</w:t>
      </w:r>
      <w:r w:rsidR="00A01D69">
        <w:t xml:space="preserve">ikewise muslim narrates that " the prophet prayed zuhr and asr together in madina without any (reason) </w:t>
      </w:r>
      <w:r>
        <w:t>. T</w:t>
      </w:r>
      <w:r w:rsidR="00A01D69">
        <w:t xml:space="preserve">he narrator asked the reason of combining two prayers and ibn abbas replied that " [prophet (p.)] did not want to make it difficult for his followers." </w:t>
      </w:r>
      <w:r w:rsidR="004A0F55">
        <w:t>(</w:t>
      </w:r>
      <w:r w:rsidR="00A01D69">
        <w:t>see muslim, v.2.p.151,cario</w:t>
      </w:r>
      <w:r w:rsidR="004A0F55">
        <w:t xml:space="preserve">) </w:t>
      </w:r>
      <w:r w:rsidR="00A01D69">
        <w:t>.</w:t>
      </w:r>
    </w:p>
    <w:p w:rsidR="00E33FEE" w:rsidRPr="001E1339" w:rsidRDefault="00E33FEE" w:rsidP="001E1339">
      <w:pPr>
        <w:pStyle w:val="Heading2"/>
      </w:pPr>
      <w:bookmarkStart w:id="37" w:name="_Toc491953204"/>
      <w:r>
        <w:t>P</w:t>
      </w:r>
      <w:r w:rsidR="00A01D69">
        <w:t>ostponed praye</w:t>
      </w:r>
      <w:r w:rsidR="00A01D69" w:rsidRPr="001E1339">
        <w:t>r</w:t>
      </w:r>
      <w:bookmarkEnd w:id="37"/>
    </w:p>
    <w:p w:rsidR="00E33FEE" w:rsidRDefault="00E33FEE" w:rsidP="00CE26A0">
      <w:pPr>
        <w:pStyle w:val="libNormal"/>
      </w:pPr>
      <w:r>
        <w:t>W</w:t>
      </w:r>
      <w:r w:rsidR="00A01D69">
        <w:t>hen one misses any of the five daily prayer at anytime, he or she has to perform it later as soon as possible.</w:t>
      </w:r>
    </w:p>
    <w:p w:rsidR="00E33FEE" w:rsidRDefault="00E33FEE" w:rsidP="001E1339">
      <w:pPr>
        <w:pStyle w:val="libBold1"/>
      </w:pPr>
      <w:r>
        <w:t>W</w:t>
      </w:r>
      <w:r w:rsidR="00A01D69">
        <w:t>hen we pray</w:t>
      </w:r>
    </w:p>
    <w:p w:rsidR="00A01D69" w:rsidRDefault="00E33FEE" w:rsidP="00CE26A0">
      <w:pPr>
        <w:pStyle w:val="libNormal"/>
      </w:pPr>
      <w:r>
        <w:t>W</w:t>
      </w:r>
      <w:r w:rsidR="00A01D69">
        <w:t>hen you determine the time of sunrise and sunset, you can determine the time of all prayers.</w:t>
      </w:r>
    </w:p>
    <w:p w:rsidR="00A01D69" w:rsidRDefault="00A01D69" w:rsidP="00CE26A0">
      <w:pPr>
        <w:pStyle w:val="libNormal"/>
      </w:pPr>
      <w:r>
        <w:t>1</w:t>
      </w:r>
      <w:r w:rsidR="00E33FEE">
        <w:t>. A</w:t>
      </w:r>
      <w:r>
        <w:t>pproximately 72 minutes before sunrise is dawn prayer.</w:t>
      </w:r>
    </w:p>
    <w:p w:rsidR="00A01D69" w:rsidRDefault="00A01D69" w:rsidP="00CE26A0">
      <w:pPr>
        <w:pStyle w:val="libNormal"/>
      </w:pPr>
      <w:r>
        <w:t>2</w:t>
      </w:r>
      <w:r w:rsidR="00E33FEE">
        <w:t>. T</w:t>
      </w:r>
      <w:r>
        <w:t>he point which divides sunrise and sunset equally is the time for noon praye.</w:t>
      </w:r>
    </w:p>
    <w:p w:rsidR="00A01D69" w:rsidRDefault="00A01D69" w:rsidP="00CE26A0">
      <w:pPr>
        <w:pStyle w:val="libNormal"/>
      </w:pPr>
      <w:r>
        <w:t>3</w:t>
      </w:r>
      <w:r w:rsidR="00E33FEE">
        <w:t>. S</w:t>
      </w:r>
      <w:r>
        <w:t>ubsequent to noon prayers is the time of afternoon prayer until sunset.</w:t>
      </w:r>
    </w:p>
    <w:p w:rsidR="00A01D69" w:rsidRDefault="00A01D69" w:rsidP="00CE26A0">
      <w:pPr>
        <w:pStyle w:val="libNormal"/>
      </w:pPr>
      <w:r>
        <w:t>4</w:t>
      </w:r>
      <w:r w:rsidR="00E33FEE">
        <w:t>. S</w:t>
      </w:r>
      <w:r>
        <w:t>unset is the time for sunset prayer.</w:t>
      </w:r>
    </w:p>
    <w:p w:rsidR="00A01D69" w:rsidRDefault="00A01D69" w:rsidP="00CE26A0">
      <w:pPr>
        <w:pStyle w:val="libNormal"/>
      </w:pPr>
      <w:r>
        <w:t xml:space="preserve">5 </w:t>
      </w:r>
      <w:r w:rsidR="00E33FEE">
        <w:t>. A</w:t>
      </w:r>
      <w:r>
        <w:t>fter sunset is the time for isha prayer until midnight.</w:t>
      </w:r>
    </w:p>
    <w:p w:rsidR="00E33FEE" w:rsidRPr="001E1339" w:rsidRDefault="00A01D69" w:rsidP="001E1339">
      <w:pPr>
        <w:pStyle w:val="Heading2"/>
      </w:pPr>
      <w:bookmarkStart w:id="38" w:name="_Toc491953205"/>
      <w:r>
        <w:t>Direction of Prayers Qibl</w:t>
      </w:r>
      <w:r w:rsidRPr="001E1339">
        <w:t>a</w:t>
      </w:r>
      <w:bookmarkEnd w:id="38"/>
    </w:p>
    <w:p w:rsidR="00A01D69" w:rsidRDefault="00E33FEE" w:rsidP="00FF1E71">
      <w:pPr>
        <w:pStyle w:val="libBoldItalic"/>
      </w:pPr>
      <w:r>
        <w:t>I</w:t>
      </w:r>
      <w:r w:rsidR="00A01D69">
        <w:t>n the name of god, the compassionate, the merciful</w:t>
      </w:r>
    </w:p>
    <w:p w:rsidR="00E33FEE" w:rsidRDefault="00A01D69" w:rsidP="00CE26A0">
      <w:pPr>
        <w:pStyle w:val="libNormal"/>
      </w:pPr>
      <w:r>
        <w:t xml:space="preserve">". . . </w:t>
      </w:r>
      <w:r w:rsidR="00E33FEE">
        <w:t>. T</w:t>
      </w:r>
      <w:r>
        <w:t>urn your face [ in prayer ] toward sacred mosque." the qur'an 2:144 "ka'ba", the cubical house is mecca , is honored since it was built by prophet abraham and his son ismael as the house of worship of god</w:t>
      </w:r>
      <w:r w:rsidR="00E33FEE">
        <w:t>. Q</w:t>
      </w:r>
      <w:r>
        <w:t xml:space="preserve">ur'an describes ka'ba as al-bayt </w:t>
      </w:r>
      <w:r w:rsidR="004A0F55">
        <w:t>(</w:t>
      </w:r>
      <w:r>
        <w:t xml:space="preserve">the house[of worship]),3-97; al bayt al atique (the ancient house), 22:29; al- bayt-haram </w:t>
      </w:r>
      <w:r w:rsidR="004A0F55">
        <w:t>(</w:t>
      </w:r>
      <w:r>
        <w:t>the sacred house</w:t>
      </w:r>
      <w:r w:rsidR="004A0F55">
        <w:t xml:space="preserve">) </w:t>
      </w:r>
      <w:r>
        <w:t>,5-97; and as the first house of worship ever dedicated to almighty god.</w:t>
      </w:r>
    </w:p>
    <w:p w:rsidR="00A01D69" w:rsidRDefault="00E33FEE" w:rsidP="00CE26A0">
      <w:pPr>
        <w:pStyle w:val="libNormal"/>
      </w:pPr>
      <w:r>
        <w:t>T</w:t>
      </w:r>
      <w:r w:rsidR="00A01D69">
        <w:t>he qur'an reads:</w:t>
      </w:r>
    </w:p>
    <w:p w:rsidR="00E33FEE" w:rsidRDefault="00A01D69" w:rsidP="00CE26A0">
      <w:pPr>
        <w:pStyle w:val="libNormal"/>
      </w:pPr>
      <w:r>
        <w:t>" indeed, the first house [of worship] ever set up for mankind was that which is at bakka [ mecca ] blessed and [source of] guidance for all the worlds</w:t>
      </w:r>
      <w:r w:rsidR="00E33FEE">
        <w:t>. I</w:t>
      </w:r>
      <w:r>
        <w:t>t has the clear signs, the place whereupon abraham stood up and whoever enters it is in peace</w:t>
      </w:r>
      <w:r w:rsidR="00E33FEE">
        <w:t>. T</w:t>
      </w:r>
      <w:r>
        <w:t xml:space="preserve">he qur'an, 3:96 &amp; 97 this verse clearly indicates the reason that islam considers ka'ba </w:t>
      </w:r>
      <w:r w:rsidR="004A0F55">
        <w:t>(</w:t>
      </w:r>
      <w:r>
        <w:t xml:space="preserve">in mecca) the symbol of </w:t>
      </w:r>
      <w:r>
        <w:lastRenderedPageBreak/>
        <w:t>abraham's message; the oneness of god and continuation of this symbol of islam.</w:t>
      </w:r>
    </w:p>
    <w:p w:rsidR="00A01D69" w:rsidRDefault="00E33FEE" w:rsidP="00CE26A0">
      <w:pPr>
        <w:pStyle w:val="libNormal"/>
      </w:pPr>
      <w:r>
        <w:t>T</w:t>
      </w:r>
      <w:r w:rsidR="00A01D69">
        <w:t>he qur'an reads :</w:t>
      </w:r>
    </w:p>
    <w:p w:rsidR="00E33FEE" w:rsidRDefault="00A01D69" w:rsidP="00CE26A0">
      <w:pPr>
        <w:pStyle w:val="libNormal"/>
      </w:pPr>
      <w:r>
        <w:t>" we made the house [ of worship ] the destination of people and sanctuary</w:t>
      </w:r>
      <w:r w:rsidR="00E33FEE">
        <w:t>. T</w:t>
      </w:r>
      <w:r>
        <w:t>reat the place abraham stood upon as place of prayer." the qur'an, 2-125</w:t>
      </w:r>
    </w:p>
    <w:p w:rsidR="00E33FEE" w:rsidRPr="001E1339" w:rsidRDefault="00E33FEE" w:rsidP="001E1339">
      <w:pPr>
        <w:pStyle w:val="Heading2"/>
      </w:pPr>
      <w:bookmarkStart w:id="39" w:name="_Toc491953206"/>
      <w:r>
        <w:t>D</w:t>
      </w:r>
      <w:r w:rsidR="00A01D69">
        <w:t>eclaration of qibl</w:t>
      </w:r>
      <w:r w:rsidR="00A01D69" w:rsidRPr="001E1339">
        <w:t>a</w:t>
      </w:r>
      <w:bookmarkEnd w:id="39"/>
    </w:p>
    <w:p w:rsidR="00E33FEE" w:rsidRDefault="00E33FEE" w:rsidP="00CE26A0">
      <w:pPr>
        <w:pStyle w:val="libNormal"/>
      </w:pPr>
      <w:r>
        <w:t>J</w:t>
      </w:r>
      <w:r w:rsidR="00A01D69">
        <w:t xml:space="preserve">ews and christians used pray toward jerusalem some reports state that prophet </w:t>
      </w:r>
      <w:r w:rsidR="004A0F55">
        <w:t>Muhammad (</w:t>
      </w:r>
      <w:r w:rsidR="00A01D69">
        <w:t xml:space="preserve">p.) used to pray toward the ka'ba as qibla-as direction of prayer </w:t>
      </w:r>
      <w:r w:rsidR="004A0F55">
        <w:t>(</w:t>
      </w:r>
      <w:r w:rsidR="00A01D69">
        <w:t>see tafsir-al-tabari,d.310, vol 2.p.4,ed</w:t>
      </w:r>
      <w:r>
        <w:t>. C</w:t>
      </w:r>
      <w:r w:rsidR="00A01D69">
        <w:t>airo, 1323)</w:t>
      </w:r>
      <w:r>
        <w:t>. T</w:t>
      </w:r>
      <w:r w:rsidR="00A01D69">
        <w:t>he prophet, however, announced the ka'ba, instead of jerusalem, as qibla on 17th rajab, second year of hijra.</w:t>
      </w:r>
    </w:p>
    <w:p w:rsidR="00E33FEE" w:rsidRDefault="00E33FEE" w:rsidP="00CE26A0">
      <w:pPr>
        <w:pStyle w:val="libNormal"/>
      </w:pPr>
      <w:r>
        <w:t>M</w:t>
      </w:r>
      <w:r w:rsidR="00A01D69">
        <w:t>ost mosques in islamic countries have niche or recess, inner place to indicate the direction of qibla called "mihrab"</w:t>
      </w:r>
      <w:r>
        <w:t>. M</w:t>
      </w:r>
      <w:r w:rsidR="00A01D69">
        <w:t>uslims ever since are united by one direction of prayer-qibla.</w:t>
      </w:r>
    </w:p>
    <w:p w:rsidR="00E33FEE" w:rsidRPr="001E1339" w:rsidRDefault="00E33FEE" w:rsidP="001E1339">
      <w:pPr>
        <w:pStyle w:val="Heading2"/>
      </w:pPr>
      <w:bookmarkStart w:id="40" w:name="_Toc491953207"/>
      <w:r>
        <w:t>F</w:t>
      </w:r>
      <w:r w:rsidR="00A01D69">
        <w:t>inding qibl</w:t>
      </w:r>
      <w:r w:rsidR="00A01D69" w:rsidRPr="001E1339">
        <w:t>a</w:t>
      </w:r>
      <w:bookmarkEnd w:id="40"/>
    </w:p>
    <w:p w:rsidR="00E33FEE" w:rsidRDefault="00E33FEE" w:rsidP="00CE26A0">
      <w:pPr>
        <w:pStyle w:val="libNormal"/>
      </w:pPr>
      <w:r>
        <w:t>A</w:t>
      </w:r>
      <w:r w:rsidR="00A01D69">
        <w:t>t distance places from mecca, qibla can be determined in many ways</w:t>
      </w:r>
      <w:r>
        <w:t>. P</w:t>
      </w:r>
      <w:r w:rsidR="00A01D69">
        <w:t>robably the easiest is to use a compass</w:t>
      </w:r>
      <w:r>
        <w:t>. I</w:t>
      </w:r>
      <w:r w:rsidR="00A01D69">
        <w:t xml:space="preserve">n using the compass, however, it is important to distinguish between the true north pole and magnet pole. " the distance between the two is more than 1,000 miles south of geographical north pole, i.e., 73 degrees latitude and 100 degrees longitude of greenwich." </w:t>
      </w:r>
      <w:r w:rsidR="004A0F55">
        <w:t>(</w:t>
      </w:r>
      <w:r w:rsidR="00A01D69">
        <w:t xml:space="preserve">see qibla nama by h </w:t>
      </w:r>
      <w:r>
        <w:t>. R</w:t>
      </w:r>
      <w:r w:rsidR="00A01D69">
        <w:t>azmara, p.5, tehran, 1332 sh=1953</w:t>
      </w:r>
      <w:r w:rsidR="004A0F55">
        <w:t xml:space="preserve">) </w:t>
      </w:r>
      <w:r w:rsidR="00A01D69">
        <w:t>.</w:t>
      </w:r>
    </w:p>
    <w:p w:rsidR="00E33FEE" w:rsidRDefault="00E33FEE" w:rsidP="00CE26A0">
      <w:pPr>
        <w:pStyle w:val="libNormal"/>
      </w:pPr>
      <w:r>
        <w:t>L</w:t>
      </w:r>
      <w:r w:rsidR="00A01D69">
        <w:t>ikewise, it is important to avoid using the flat maps to determine the qibla</w:t>
      </w:r>
      <w:r>
        <w:t>. O</w:t>
      </w:r>
      <w:r w:rsidR="00A01D69">
        <w:t>ne should consider the global earth</w:t>
      </w:r>
      <w:r>
        <w:t>. T</w:t>
      </w:r>
      <w:r w:rsidR="00A01D69">
        <w:t>he oval shape of the earth and the flatness of the map makes a difference in degrees.</w:t>
      </w:r>
    </w:p>
    <w:p w:rsidR="00E33FEE" w:rsidRDefault="00E33FEE" w:rsidP="00CE26A0">
      <w:pPr>
        <w:pStyle w:val="libNormal"/>
      </w:pPr>
      <w:r>
        <w:t>I</w:t>
      </w:r>
      <w:r w:rsidR="00A01D69">
        <w:t>n 1372h=1952, mr</w:t>
      </w:r>
      <w:r>
        <w:t>. H. R</w:t>
      </w:r>
      <w:r w:rsidR="00A01D69">
        <w:t>azmara invented a new compass to determine the qibla and ever since it has been accepted by religious scholars of the different islamic thoughts and countries</w:t>
      </w:r>
      <w:r>
        <w:t>. T</w:t>
      </w:r>
      <w:r w:rsidR="00A01D69">
        <w:t>hough it disregards the annual change of magnetic compass which is not more than a few seconds a year</w:t>
      </w:r>
      <w:r>
        <w:t>. T</w:t>
      </w:r>
      <w:r w:rsidR="00A01D69">
        <w:t>his compass, however , shows the qibla as most accurate as possible.</w:t>
      </w:r>
    </w:p>
    <w:p w:rsidR="00E33FEE" w:rsidRPr="001E1339" w:rsidRDefault="00E33FEE" w:rsidP="001E1339">
      <w:pPr>
        <w:pStyle w:val="Heading2"/>
      </w:pPr>
      <w:bookmarkStart w:id="41" w:name="_Toc491953208"/>
      <w:r>
        <w:t>T</w:t>
      </w:r>
      <w:r w:rsidR="00A01D69">
        <w:t>he qibla in north americ</w:t>
      </w:r>
      <w:r w:rsidR="00A01D69" w:rsidRPr="001E1339">
        <w:t>a</w:t>
      </w:r>
      <w:bookmarkEnd w:id="41"/>
    </w:p>
    <w:p w:rsidR="00A01D69" w:rsidRDefault="00E33FEE" w:rsidP="00CE26A0">
      <w:pPr>
        <w:pStyle w:val="libNormal"/>
      </w:pPr>
      <w:r>
        <w:t>I</w:t>
      </w:r>
      <w:r w:rsidR="00A01D69">
        <w:t>n north america, compasses differ on the direction of qibla; the difference are due to the following:</w:t>
      </w:r>
    </w:p>
    <w:p w:rsidR="00A01D69" w:rsidRDefault="00A01D69" w:rsidP="00CE26A0">
      <w:pPr>
        <w:pStyle w:val="libNormal"/>
      </w:pPr>
      <w:r>
        <w:t>1</w:t>
      </w:r>
      <w:r w:rsidR="00E33FEE">
        <w:t>. T</w:t>
      </w:r>
      <w:r>
        <w:t>he global earth should be considered and not a flat map.</w:t>
      </w:r>
    </w:p>
    <w:p w:rsidR="00E33FEE" w:rsidRDefault="00A01D69" w:rsidP="00CE26A0">
      <w:pPr>
        <w:pStyle w:val="libNormal"/>
      </w:pPr>
      <w:r>
        <w:t>2</w:t>
      </w:r>
      <w:r w:rsidR="00E33FEE">
        <w:t>. T</w:t>
      </w:r>
      <w:r>
        <w:t>he calculation of any compass should be based on the true north pole and not on the magnetic pole</w:t>
      </w:r>
      <w:r w:rsidR="00E33FEE">
        <w:t>. T</w:t>
      </w:r>
      <w:r>
        <w:t>he deviation between the two varies in degrees.</w:t>
      </w:r>
    </w:p>
    <w:p w:rsidR="00E33FEE" w:rsidRDefault="00E33FEE" w:rsidP="00CE26A0">
      <w:pPr>
        <w:pStyle w:val="libNormal"/>
      </w:pPr>
      <w:r>
        <w:t>C</w:t>
      </w:r>
      <w:r w:rsidR="00A01D69">
        <w:t xml:space="preserve">onsidering the above- mentioned facts, the qibla in north america would be northeast </w:t>
      </w:r>
      <w:r w:rsidR="004A0F55">
        <w:t>(</w:t>
      </w:r>
      <w:r w:rsidR="00A01D69">
        <w:t>or in some places, the north</w:t>
      </w:r>
      <w:r w:rsidR="004A0F55">
        <w:t xml:space="preserve">) </w:t>
      </w:r>
      <w:r>
        <w:t>. H</w:t>
      </w:r>
      <w:r w:rsidR="00A01D69">
        <w:t>owever, if these two points are neglected, the compass would show the southeast as the direction of qibla</w:t>
      </w:r>
      <w:r>
        <w:t>. I</w:t>
      </w:r>
      <w:r w:rsidR="00A01D69">
        <w:t>n 1952, mr</w:t>
      </w:r>
      <w:r>
        <w:t>. H</w:t>
      </w:r>
      <w:r w:rsidR="00A01D69">
        <w:t>ossein ali razmara invented a compass based on the mentioned facts</w:t>
      </w:r>
      <w:r>
        <w:t>. S</w:t>
      </w:r>
      <w:r w:rsidR="00A01D69">
        <w:t>ince the hadith says " ta'ammad al qibla jahdak," which means try hard to find the qibla as much as possible, the razmara compass offers this service and should be followed unless it proves wrong</w:t>
      </w:r>
      <w:r>
        <w:t>. F</w:t>
      </w:r>
      <w:r w:rsidR="00A01D69">
        <w:t>or details see : ghebleg nama by hossein ali razmara, tehran : dar al- kutub al islamiyyah, 1344, pp.3-5.</w:t>
      </w:r>
    </w:p>
    <w:p w:rsidR="00A01D69" w:rsidRDefault="00E33FEE" w:rsidP="00CE26A0">
      <w:pPr>
        <w:pStyle w:val="libNormal"/>
      </w:pPr>
      <w:r>
        <w:lastRenderedPageBreak/>
        <w:t>D</w:t>
      </w:r>
      <w:r w:rsidR="00A01D69">
        <w:t xml:space="preserve">irection of prayer </w:t>
      </w:r>
      <w:r w:rsidR="004A0F55">
        <w:t>(</w:t>
      </w:r>
      <w:r w:rsidR="00A01D69">
        <w:t>qibla</w:t>
      </w:r>
      <w:r w:rsidR="004A0F55">
        <w:t xml:space="preserve">) </w:t>
      </w:r>
      <w:r w:rsidR="00A01D69">
        <w:t>:</w:t>
      </w:r>
    </w:p>
    <w:p w:rsidR="00A01D69" w:rsidRDefault="00A01D69" w:rsidP="00CE26A0">
      <w:pPr>
        <w:pStyle w:val="libNormal"/>
      </w:pPr>
      <w:r>
        <w:t>1</w:t>
      </w:r>
      <w:r w:rsidR="00E33FEE">
        <w:t>. F</w:t>
      </w:r>
      <w:r>
        <w:t xml:space="preserve">ind the north pole on any map </w:t>
      </w:r>
      <w:r w:rsidR="004A0F55">
        <w:t>(</w:t>
      </w:r>
      <w:r>
        <w:t>the top side usually pointed as north);</w:t>
      </w:r>
    </w:p>
    <w:p w:rsidR="00A01D69" w:rsidRDefault="00A01D69" w:rsidP="00CE26A0">
      <w:pPr>
        <w:pStyle w:val="libNormal"/>
      </w:pPr>
      <w:r>
        <w:t>2</w:t>
      </w:r>
      <w:r w:rsidR="00E33FEE">
        <w:t>. A</w:t>
      </w:r>
      <w:r>
        <w:t>djust the compass with the arrow pointing to the north;</w:t>
      </w:r>
    </w:p>
    <w:p w:rsidR="00A01D69" w:rsidRDefault="00A01D69" w:rsidP="00CE26A0">
      <w:pPr>
        <w:pStyle w:val="libNormal"/>
      </w:pPr>
      <w:r>
        <w:t>3</w:t>
      </w:r>
      <w:r w:rsidR="00E33FEE">
        <w:t>. T</w:t>
      </w:r>
      <w:r>
        <w:t xml:space="preserve">he line parallel to the name of the city on this compass points the qibla </w:t>
      </w:r>
      <w:r w:rsidR="004A0F55">
        <w:t>(</w:t>
      </w:r>
      <w:r>
        <w:t>the center of the compass).</w:t>
      </w:r>
    </w:p>
    <w:p w:rsidR="00D33510" w:rsidRDefault="00D33510" w:rsidP="00D33510">
      <w:pPr>
        <w:pStyle w:val="libNormal"/>
      </w:pPr>
      <w:r>
        <w:br w:type="page"/>
      </w:r>
    </w:p>
    <w:p w:rsidR="00E33FEE" w:rsidRDefault="00A01D69" w:rsidP="00D33510">
      <w:pPr>
        <w:pStyle w:val="Heading1Center"/>
      </w:pPr>
      <w:bookmarkStart w:id="42" w:name="_Toc491953209"/>
      <w:r>
        <w:lastRenderedPageBreak/>
        <w:t xml:space="preserve">The Islamic Tax </w:t>
      </w:r>
      <w:r w:rsidR="004A0F55">
        <w:t>(</w:t>
      </w:r>
      <w:r>
        <w:t>Khums</w:t>
      </w:r>
      <w:r w:rsidR="004A0F55">
        <w:t>)</w:t>
      </w:r>
      <w:bookmarkEnd w:id="42"/>
      <w:r w:rsidR="004A0F55">
        <w:t xml:space="preserve"> </w:t>
      </w:r>
    </w:p>
    <w:p w:rsidR="00A01D69" w:rsidRDefault="00E33FEE" w:rsidP="001E1339">
      <w:pPr>
        <w:pStyle w:val="libBoldItalic"/>
      </w:pPr>
      <w:r>
        <w:t>I</w:t>
      </w:r>
      <w:r w:rsidR="00A01D69">
        <w:t>n the name of allah, the merciful, the compassionate</w:t>
      </w:r>
    </w:p>
    <w:p w:rsidR="00A01D69" w:rsidRDefault="00A01D69" w:rsidP="00CE26A0">
      <w:pPr>
        <w:pStyle w:val="libNormal"/>
      </w:pPr>
      <w:r>
        <w:t>" and know that of whatever you acquire, one-fifth of it belongs to god, his messenger, the near of kin, the orphans, the needy and the wayfarer." the qur'an, 8:41</w:t>
      </w:r>
    </w:p>
    <w:p w:rsidR="00E33FEE" w:rsidRDefault="00A01D69" w:rsidP="00CE26A0">
      <w:pPr>
        <w:pStyle w:val="libNormal"/>
      </w:pPr>
      <w:r>
        <w:t>" khums ", literally means in arabic, one fifth is an islamic tax revenue for certain income in order to fulfil the needs of islamic community</w:t>
      </w:r>
      <w:r w:rsidR="00E33FEE">
        <w:t>. P</w:t>
      </w:r>
      <w:r>
        <w:t xml:space="preserve">rophet </w:t>
      </w:r>
      <w:r w:rsidR="004A0F55">
        <w:t>Muhammad (</w:t>
      </w:r>
      <w:r>
        <w:t>p.) placed khums in the third place of islamic beliefs</w:t>
      </w:r>
      <w:r w:rsidR="00E33FEE">
        <w:t>. B</w:t>
      </w:r>
      <w:r>
        <w:t xml:space="preserve">ukhari reports that prophet </w:t>
      </w:r>
      <w:r w:rsidR="004A0F55">
        <w:t>Muhammad (</w:t>
      </w:r>
      <w:r>
        <w:t xml:space="preserve">p.) said, " i command you four things- first to belief in god, bear witness that there is no god but allah; second to perform prayers; third to pay zakat; and fourth to pay khums of whatever you gain. </w:t>
      </w:r>
      <w:r w:rsidR="004A0F55">
        <w:t>(</w:t>
      </w:r>
      <w:r>
        <w:t>bukhari, v. 4</w:t>
      </w:r>
      <w:r w:rsidR="00E33FEE">
        <w:t>. P</w:t>
      </w:r>
      <w:r>
        <w:t>.99</w:t>
      </w:r>
      <w:r w:rsidR="00E33FEE">
        <w:t>. C</w:t>
      </w:r>
      <w:r>
        <w:t>airo)</w:t>
      </w:r>
    </w:p>
    <w:p w:rsidR="00E33FEE" w:rsidRDefault="00E33FEE" w:rsidP="00CE26A0">
      <w:pPr>
        <w:pStyle w:val="libNormal"/>
      </w:pPr>
      <w:r>
        <w:t>A</w:t>
      </w:r>
      <w:r w:rsidR="00A01D69">
        <w:t>hl-ul-bayt hadith says : khums is an obligation on whoever benefits-in small or large amounts</w:t>
      </w:r>
      <w:r>
        <w:t>. T</w:t>
      </w:r>
      <w:r w:rsidR="00A01D69">
        <w:t>he reason for the emphasis of qur'an and hadith on khums obviously lies behind the need of the community for an assured tax revenue</w:t>
      </w:r>
      <w:r>
        <w:t>. B</w:t>
      </w:r>
      <w:r w:rsidR="00A01D69">
        <w:t>asically, all muslims jurists agree that khums is an obligatory islamic tax, but they differ in conditions of this tax.</w:t>
      </w:r>
    </w:p>
    <w:p w:rsidR="00E33FEE" w:rsidRDefault="00E33FEE" w:rsidP="00CE26A0">
      <w:pPr>
        <w:pStyle w:val="libNormal"/>
      </w:pPr>
      <w:r>
        <w:t>T</w:t>
      </w:r>
      <w:r w:rsidR="00A01D69">
        <w:t>he different views are based on the meaning of "ghanama" in the mentioned qur'anic verse</w:t>
      </w:r>
      <w:r>
        <w:t>. T</w:t>
      </w:r>
      <w:r w:rsidR="00A01D69">
        <w:t>he arabic lexicons gave the meaning of the word " ghanama" as to gain booty of the war, to obtain something, to gain something, to bestow, to grant, and to seize</w:t>
      </w:r>
      <w:r>
        <w:t>. T</w:t>
      </w:r>
      <w:r w:rsidR="00A01D69">
        <w:t>he word "ghanama" was used in all these meanings</w:t>
      </w:r>
      <w:r>
        <w:t>. I</w:t>
      </w:r>
      <w:r w:rsidR="00A01D69">
        <w:t>t is even used in abstract meaning, such as proverbs, e.g.,ightunimu al -furas (take opportunities, do not loose them)</w:t>
      </w:r>
    </w:p>
    <w:p w:rsidR="00E33FEE" w:rsidRDefault="00E33FEE" w:rsidP="00CE26A0">
      <w:pPr>
        <w:pStyle w:val="libNormal"/>
      </w:pPr>
      <w:r>
        <w:t>O</w:t>
      </w:r>
      <w:r w:rsidR="00A01D69">
        <w:t>n these basis , ahl-ul-bayt school of thoughts believes that " ghanama" means whatever an individual gains, whether as booty of war or as source of income, it applies to this islamic tax.</w:t>
      </w:r>
    </w:p>
    <w:p w:rsidR="00A01D69" w:rsidRDefault="00E33FEE" w:rsidP="00CE26A0">
      <w:pPr>
        <w:pStyle w:val="libNormal"/>
      </w:pPr>
      <w:r>
        <w:t>T</w:t>
      </w:r>
      <w:r w:rsidR="00A01D69">
        <w:t>herefore khums applies to any of the following categories: booty of war, mineral, khol, oil, treasure hidden in earth or net income, these all would be considered as " gained profit".</w:t>
      </w:r>
    </w:p>
    <w:p w:rsidR="00E33FEE" w:rsidRPr="001E1339" w:rsidRDefault="00A01D69" w:rsidP="001E1339">
      <w:pPr>
        <w:pStyle w:val="Heading2"/>
      </w:pPr>
      <w:bookmarkStart w:id="43" w:name="_Toc491953210"/>
      <w:r>
        <w:t>Net Incom</w:t>
      </w:r>
      <w:r w:rsidRPr="001E1339">
        <w:t>e</w:t>
      </w:r>
      <w:bookmarkEnd w:id="43"/>
    </w:p>
    <w:p w:rsidR="00A01D69" w:rsidRDefault="00E33FEE" w:rsidP="00CE26A0">
      <w:pPr>
        <w:pStyle w:val="libNormal"/>
      </w:pPr>
      <w:r>
        <w:t>A</w:t>
      </w:r>
      <w:r w:rsidR="00A01D69">
        <w:t>mong these categories the most common is the net income gained by the lawful means, such as trade, professional incomes, or any other work related incomes</w:t>
      </w:r>
      <w:r>
        <w:t>. A</w:t>
      </w:r>
      <w:r w:rsidR="00A01D69">
        <w:t>fter deducting expenses, the net income is subject to khums</w:t>
      </w:r>
      <w:r>
        <w:t>. A</w:t>
      </w:r>
      <w:r w:rsidR="00A01D69">
        <w:t>ll of the expenses are tax-exempted from khums tax</w:t>
      </w:r>
      <w:r>
        <w:t>. T</w:t>
      </w:r>
      <w:r w:rsidR="00A01D69">
        <w:t>he khums applies only if the net income remained one year without any use</w:t>
      </w:r>
      <w:r>
        <w:t>. T</w:t>
      </w:r>
      <w:r w:rsidR="00A01D69">
        <w:t>hus if it is used within a year after the date if profit or income, the khums does not apply.</w:t>
      </w:r>
    </w:p>
    <w:p w:rsidR="00E33FEE" w:rsidRDefault="00A01D69" w:rsidP="00CE26A0">
      <w:pPr>
        <w:pStyle w:val="libNormal"/>
      </w:pPr>
      <w:r>
        <w:t>Also if the khums of the particular object has been paid, the object would be tax exempted as long as it remains</w:t>
      </w:r>
      <w:r w:rsidR="00E33FEE">
        <w:t>. B</w:t>
      </w:r>
      <w:r>
        <w:t>ut if it is used in business and some profits are made in it, then the khums tax applies only on the profit</w:t>
      </w:r>
      <w:r w:rsidR="00E33FEE">
        <w:t>. O</w:t>
      </w:r>
      <w:r>
        <w:t>ne can pay the khums tax immediately after gaining the profit</w:t>
      </w:r>
      <w:r w:rsidR="00E33FEE">
        <w:t>. I</w:t>
      </w:r>
      <w:r>
        <w:t>t does not become obligatory before passing one year without use</w:t>
      </w:r>
      <w:r w:rsidR="00E33FEE">
        <w:t>. O</w:t>
      </w:r>
      <w:r>
        <w:t>ne the basis, one is always on safe side to record the daily income and expenses.</w:t>
      </w:r>
    </w:p>
    <w:p w:rsidR="00A01D69" w:rsidRDefault="00E33FEE" w:rsidP="00CE26A0">
      <w:pPr>
        <w:pStyle w:val="libNormal"/>
      </w:pPr>
      <w:r>
        <w:t>T</w:t>
      </w:r>
      <w:r w:rsidR="00A01D69">
        <w:t>his could be managed by an annual schedule showing the capital, the expenses, the net income, the khums paid and the khums due, etc.</w:t>
      </w:r>
    </w:p>
    <w:p w:rsidR="00E33FEE" w:rsidRPr="001E1339" w:rsidRDefault="00A01D69" w:rsidP="001E1339">
      <w:pPr>
        <w:pStyle w:val="Heading2"/>
      </w:pPr>
      <w:bookmarkStart w:id="44" w:name="_Toc491953211"/>
      <w:r>
        <w:lastRenderedPageBreak/>
        <w:t>Distribution for Khum</w:t>
      </w:r>
      <w:r w:rsidRPr="001E1339">
        <w:t>s</w:t>
      </w:r>
      <w:bookmarkEnd w:id="44"/>
    </w:p>
    <w:p w:rsidR="00E33FEE" w:rsidRDefault="00E33FEE" w:rsidP="00CE26A0">
      <w:pPr>
        <w:pStyle w:val="libNormal"/>
      </w:pPr>
      <w:r>
        <w:t>T</w:t>
      </w:r>
      <w:r w:rsidR="00A01D69">
        <w:t xml:space="preserve">he khums is divided as follows: the first 10 percent of khums is called </w:t>
      </w:r>
      <w:r w:rsidR="004A0F55">
        <w:t>(</w:t>
      </w:r>
      <w:r w:rsidR="00A01D69">
        <w:t>sahm-al- imam</w:t>
      </w:r>
      <w:r w:rsidR="004A0F55">
        <w:t xml:space="preserve">) </w:t>
      </w:r>
      <w:r w:rsidR="00A01D69">
        <w:t>used to serve the needs of islamic faith which fulfills the need of the islamic community worldwide</w:t>
      </w:r>
      <w:r>
        <w:t>. S</w:t>
      </w:r>
      <w:r w:rsidR="00A01D69">
        <w:t>ince imam recognizes this need more than any one else, it should be given to him or his representative, the highest authority-mujtahid or ask his view in this regard.</w:t>
      </w:r>
    </w:p>
    <w:p w:rsidR="00E33FEE" w:rsidRDefault="00E33FEE" w:rsidP="00CE26A0">
      <w:pPr>
        <w:pStyle w:val="libNormal"/>
      </w:pPr>
      <w:r>
        <w:t>T</w:t>
      </w:r>
      <w:r w:rsidR="00A01D69">
        <w:t>he second 10 percent should be given to a poor sayyid who can not earn his living for a year, but he should not use it in any unlawful ways.</w:t>
      </w:r>
    </w:p>
    <w:p w:rsidR="00A01D69" w:rsidRPr="001E1339" w:rsidRDefault="00E33FEE" w:rsidP="001E1339">
      <w:pPr>
        <w:pStyle w:val="Heading2"/>
      </w:pPr>
      <w:bookmarkStart w:id="45" w:name="_Toc491953212"/>
      <w:r>
        <w:t>E</w:t>
      </w:r>
      <w:r w:rsidR="00A01D69">
        <w:t>xample-khums tax schedul</w:t>
      </w:r>
      <w:r w:rsidR="00A01D69" w:rsidRPr="001E1339">
        <w:t>e</w:t>
      </w:r>
      <w:bookmarkEnd w:id="45"/>
    </w:p>
    <w:p w:rsidR="00E33FEE" w:rsidRDefault="00A01D69" w:rsidP="00CE26A0">
      <w:pPr>
        <w:pStyle w:val="libNormal"/>
      </w:pPr>
      <w:r>
        <w:t>________________________________________</w:t>
      </w:r>
    </w:p>
    <w:p w:rsidR="00A01D69" w:rsidRDefault="00E33FEE" w:rsidP="00CE26A0">
      <w:pPr>
        <w:pStyle w:val="libNormal"/>
      </w:pPr>
      <w:r>
        <w:t>M</w:t>
      </w:r>
      <w:r w:rsidR="00A01D69">
        <w:t>onth capital net income khums paid</w:t>
      </w:r>
    </w:p>
    <w:p w:rsidR="00E33FEE" w:rsidRDefault="00A01D69" w:rsidP="00CE26A0">
      <w:pPr>
        <w:pStyle w:val="libNormal"/>
      </w:pPr>
      <w:r>
        <w:t>________________________________________</w:t>
      </w:r>
    </w:p>
    <w:p w:rsidR="00A01D69" w:rsidRDefault="00E33FEE" w:rsidP="00CE26A0">
      <w:pPr>
        <w:pStyle w:val="libNormal"/>
      </w:pPr>
      <w:r>
        <w:t>S</w:t>
      </w:r>
      <w:r w:rsidR="00A01D69">
        <w:t>ayyid / sahm-i-imam</w:t>
      </w:r>
    </w:p>
    <w:p w:rsidR="00A01D69" w:rsidRDefault="00A01D69" w:rsidP="00CE26A0">
      <w:pPr>
        <w:pStyle w:val="libNormal"/>
      </w:pPr>
      <w:r>
        <w:t>________________________________________</w:t>
      </w:r>
    </w:p>
    <w:p w:rsidR="00A01D69" w:rsidRDefault="00A01D69" w:rsidP="00CE26A0">
      <w:pPr>
        <w:pStyle w:val="libNormal"/>
      </w:pPr>
      <w:r>
        <w:t>1 1,000 15.00 2.50</w:t>
      </w:r>
    </w:p>
    <w:p w:rsidR="00A01D69" w:rsidRDefault="00A01D69" w:rsidP="00CE26A0">
      <w:pPr>
        <w:pStyle w:val="libNormal"/>
      </w:pPr>
      <w:r>
        <w:t>________________________________________</w:t>
      </w:r>
    </w:p>
    <w:p w:rsidR="00A01D69" w:rsidRDefault="00A01D69" w:rsidP="00CE26A0">
      <w:pPr>
        <w:pStyle w:val="libNormal"/>
      </w:pPr>
      <w:r>
        <w:t>2 100.00 10.00</w:t>
      </w:r>
    </w:p>
    <w:p w:rsidR="00A01D69" w:rsidRDefault="00A01D69" w:rsidP="00CE26A0">
      <w:pPr>
        <w:pStyle w:val="libNormal"/>
      </w:pPr>
      <w:r>
        <w:t>________________________________________</w:t>
      </w:r>
    </w:p>
    <w:p w:rsidR="00A01D69" w:rsidRDefault="00A01D69" w:rsidP="00CE26A0">
      <w:pPr>
        <w:pStyle w:val="libNormal"/>
      </w:pPr>
      <w:r>
        <w:t>3 50.00</w:t>
      </w:r>
    </w:p>
    <w:p w:rsidR="00A01D69" w:rsidRDefault="00A01D69" w:rsidP="00CE26A0">
      <w:pPr>
        <w:pStyle w:val="libNormal"/>
      </w:pPr>
      <w:r>
        <w:t>________________________________________</w:t>
      </w:r>
    </w:p>
    <w:p w:rsidR="00A01D69" w:rsidRDefault="00A01D69" w:rsidP="00CE26A0">
      <w:pPr>
        <w:pStyle w:val="libNormal"/>
      </w:pPr>
      <w:r>
        <w:t>4</w:t>
      </w:r>
    </w:p>
    <w:p w:rsidR="00A01D69" w:rsidRDefault="00A01D69" w:rsidP="00CE26A0">
      <w:pPr>
        <w:pStyle w:val="libNormal"/>
      </w:pPr>
      <w:r>
        <w:t>________________________________________</w:t>
      </w:r>
    </w:p>
    <w:p w:rsidR="00A01D69" w:rsidRDefault="00A01D69" w:rsidP="00CE26A0">
      <w:pPr>
        <w:pStyle w:val="libNormal"/>
      </w:pPr>
      <w:r>
        <w:t>5 100.00 10.00</w:t>
      </w:r>
    </w:p>
    <w:p w:rsidR="00A01D69" w:rsidRDefault="00A01D69" w:rsidP="00CE26A0">
      <w:pPr>
        <w:pStyle w:val="libNormal"/>
      </w:pPr>
      <w:r>
        <w:t>________________________________________</w:t>
      </w:r>
    </w:p>
    <w:p w:rsidR="00A01D69" w:rsidRDefault="00A01D69" w:rsidP="00CE26A0">
      <w:pPr>
        <w:pStyle w:val="libNormal"/>
      </w:pPr>
      <w:r>
        <w:t>6</w:t>
      </w:r>
    </w:p>
    <w:p w:rsidR="00A01D69" w:rsidRDefault="00A01D69" w:rsidP="00CE26A0">
      <w:pPr>
        <w:pStyle w:val="libNormal"/>
      </w:pPr>
      <w:r>
        <w:t>________________________________________</w:t>
      </w:r>
    </w:p>
    <w:p w:rsidR="00A01D69" w:rsidRDefault="00A01D69" w:rsidP="00CE26A0">
      <w:pPr>
        <w:pStyle w:val="libNormal"/>
      </w:pPr>
      <w:r>
        <w:t>7 50.00 15.00</w:t>
      </w:r>
    </w:p>
    <w:p w:rsidR="00A01D69" w:rsidRDefault="00A01D69" w:rsidP="00CE26A0">
      <w:pPr>
        <w:pStyle w:val="libNormal"/>
      </w:pPr>
      <w:r>
        <w:t>________________________________________</w:t>
      </w:r>
    </w:p>
    <w:p w:rsidR="00A01D69" w:rsidRDefault="00A01D69" w:rsidP="00CE26A0">
      <w:pPr>
        <w:pStyle w:val="libNormal"/>
      </w:pPr>
      <w:r>
        <w:t>8 100.00</w:t>
      </w:r>
    </w:p>
    <w:p w:rsidR="00A01D69" w:rsidRDefault="00A01D69" w:rsidP="00CE26A0">
      <w:pPr>
        <w:pStyle w:val="libNormal"/>
      </w:pPr>
      <w:r>
        <w:t>_______________________________________</w:t>
      </w:r>
    </w:p>
    <w:p w:rsidR="00A01D69" w:rsidRDefault="00A01D69" w:rsidP="00CE26A0">
      <w:pPr>
        <w:pStyle w:val="libNormal"/>
      </w:pPr>
      <w:r>
        <w:t>9 50.00 10.00</w:t>
      </w:r>
    </w:p>
    <w:p w:rsidR="00A01D69" w:rsidRDefault="00A01D69" w:rsidP="00CE26A0">
      <w:pPr>
        <w:pStyle w:val="libNormal"/>
      </w:pPr>
      <w:r>
        <w:t>________________________________________</w:t>
      </w:r>
    </w:p>
    <w:p w:rsidR="00A01D69" w:rsidRDefault="00A01D69" w:rsidP="00CE26A0">
      <w:pPr>
        <w:pStyle w:val="libNormal"/>
      </w:pPr>
      <w:r>
        <w:t>10 50.00 10.00</w:t>
      </w:r>
    </w:p>
    <w:p w:rsidR="00A01D69" w:rsidRDefault="00A01D69" w:rsidP="00CE26A0">
      <w:pPr>
        <w:pStyle w:val="libNormal"/>
      </w:pPr>
      <w:r>
        <w:t>________________________________________</w:t>
      </w:r>
    </w:p>
    <w:p w:rsidR="00A01D69" w:rsidRDefault="00A01D69" w:rsidP="00CE26A0">
      <w:pPr>
        <w:pStyle w:val="libNormal"/>
      </w:pPr>
      <w:r>
        <w:t>11 2.50</w:t>
      </w:r>
    </w:p>
    <w:p w:rsidR="00A01D69" w:rsidRDefault="00A01D69" w:rsidP="00CE26A0">
      <w:pPr>
        <w:pStyle w:val="libNormal"/>
      </w:pPr>
      <w:r>
        <w:t>________________________________________</w:t>
      </w:r>
    </w:p>
    <w:p w:rsidR="00A01D69" w:rsidRDefault="00A01D69" w:rsidP="00CE26A0">
      <w:pPr>
        <w:pStyle w:val="libNormal"/>
      </w:pPr>
      <w:r>
        <w:t>12</w:t>
      </w:r>
    </w:p>
    <w:p w:rsidR="00E33FEE" w:rsidRDefault="00A01D69" w:rsidP="00CE26A0">
      <w:pPr>
        <w:pStyle w:val="libNormal"/>
      </w:pPr>
      <w:r>
        <w:t>________________________________________</w:t>
      </w:r>
    </w:p>
    <w:p w:rsidR="00A01D69" w:rsidRDefault="00E33FEE" w:rsidP="00CE26A0">
      <w:pPr>
        <w:pStyle w:val="libNormal"/>
      </w:pPr>
      <w:r>
        <w:t>T</w:t>
      </w:r>
      <w:r w:rsidR="00A01D69">
        <w:t>otal 1,000 500.00 37.50 37.50</w:t>
      </w:r>
    </w:p>
    <w:p w:rsidR="00A01D69" w:rsidRDefault="00A01D69" w:rsidP="00CE26A0">
      <w:pPr>
        <w:pStyle w:val="libNormal"/>
      </w:pPr>
      <w:r>
        <w:t>________________________________________</w:t>
      </w:r>
    </w:p>
    <w:p w:rsidR="00FF1E71" w:rsidRPr="00A032B3" w:rsidRDefault="00FF1E71" w:rsidP="00A032B3">
      <w:pPr>
        <w:pStyle w:val="libNormal"/>
      </w:pPr>
      <w:r>
        <w:br w:type="page"/>
      </w:r>
    </w:p>
    <w:p w:rsidR="00E33FEE" w:rsidRPr="001E1339" w:rsidRDefault="00A01D69" w:rsidP="00FF1E71">
      <w:pPr>
        <w:pStyle w:val="Heading1Center"/>
      </w:pPr>
      <w:bookmarkStart w:id="46" w:name="_Toc491953213"/>
      <w:r>
        <w:lastRenderedPageBreak/>
        <w:t>The Islamic Calenda</w:t>
      </w:r>
      <w:r w:rsidRPr="001E1339">
        <w:t>r</w:t>
      </w:r>
      <w:bookmarkEnd w:id="46"/>
    </w:p>
    <w:p w:rsidR="00A01D69" w:rsidRDefault="00E33FEE" w:rsidP="001E1339">
      <w:pPr>
        <w:pStyle w:val="libBoldItalic"/>
      </w:pPr>
      <w:r>
        <w:t>I</w:t>
      </w:r>
      <w:r w:rsidR="00A01D69">
        <w:t>n the name of god, most gracious, most merciful</w:t>
      </w:r>
    </w:p>
    <w:p w:rsidR="00E33FEE" w:rsidRDefault="00A01D69" w:rsidP="00CE26A0">
      <w:pPr>
        <w:pStyle w:val="libNormal"/>
      </w:pPr>
      <w:r>
        <w:t>" indeed god desires to put away from you people of the house[of prophet(p.). [all] filth and purify you..." the qur'an, 33 :33</w:t>
      </w:r>
    </w:p>
    <w:p w:rsidR="00A01D69" w:rsidRDefault="00E33FEE" w:rsidP="00CE26A0">
      <w:pPr>
        <w:pStyle w:val="libNormal"/>
      </w:pPr>
      <w:r>
        <w:t>R</w:t>
      </w:r>
      <w:r w:rsidR="00A01D69">
        <w:t>abi 'al awwal:</w:t>
      </w:r>
    </w:p>
    <w:p w:rsidR="00A01D69" w:rsidRDefault="00A01D69" w:rsidP="00CE26A0">
      <w:pPr>
        <w:pStyle w:val="libNormal"/>
      </w:pPr>
      <w:r>
        <w:t xml:space="preserve">1st </w:t>
      </w:r>
      <w:r w:rsidR="004A0F55">
        <w:t>(</w:t>
      </w:r>
      <w:r>
        <w:t>hijra *) the migration of the prophet (p.) from mecca to madina.</w:t>
      </w:r>
    </w:p>
    <w:p w:rsidR="00A01D69" w:rsidRDefault="00A01D69" w:rsidP="00CE26A0">
      <w:pPr>
        <w:pStyle w:val="libNormal"/>
      </w:pPr>
      <w:r>
        <w:t>12th(260 a.h.): martyrdom of imam hassan al-askari (a.)</w:t>
      </w:r>
    </w:p>
    <w:p w:rsidR="00A01D69" w:rsidRDefault="00A01D69" w:rsidP="00CE26A0">
      <w:pPr>
        <w:pStyle w:val="libNormal"/>
      </w:pPr>
      <w:r>
        <w:t xml:space="preserve">17th (52 b.h.) : birthday of prophet </w:t>
      </w:r>
      <w:r w:rsidR="004A0F55">
        <w:t>Muhammad (</w:t>
      </w:r>
      <w:r>
        <w:t>p.)</w:t>
      </w:r>
    </w:p>
    <w:p w:rsidR="00E33FEE" w:rsidRDefault="00A01D69" w:rsidP="00CE26A0">
      <w:pPr>
        <w:pStyle w:val="libNormal"/>
      </w:pPr>
      <w:r>
        <w:t>17th (83 a.h.) : birthday of imam jaf'ar al-sidaq (a.)</w:t>
      </w:r>
    </w:p>
    <w:p w:rsidR="00A01D69" w:rsidRDefault="00E33FEE" w:rsidP="00CE26A0">
      <w:pPr>
        <w:pStyle w:val="libNormal"/>
      </w:pPr>
      <w:r>
        <w:t>R</w:t>
      </w:r>
      <w:r w:rsidR="00A01D69">
        <w:t>abi 'al-thani:</w:t>
      </w:r>
    </w:p>
    <w:p w:rsidR="00E33FEE" w:rsidRDefault="00A01D69" w:rsidP="00CE26A0">
      <w:pPr>
        <w:pStyle w:val="libNormal"/>
      </w:pPr>
      <w:r>
        <w:t>8th (232 a.h.) : birthday of imam hassan al-askari (a.)</w:t>
      </w:r>
    </w:p>
    <w:p w:rsidR="00A01D69" w:rsidRDefault="00E33FEE" w:rsidP="00CE26A0">
      <w:pPr>
        <w:pStyle w:val="libNormal"/>
      </w:pPr>
      <w:r>
        <w:t>J</w:t>
      </w:r>
      <w:r w:rsidR="00A01D69">
        <w:t>amada al-ula:</w:t>
      </w:r>
    </w:p>
    <w:p w:rsidR="00A01D69" w:rsidRDefault="00A01D69" w:rsidP="00CE26A0">
      <w:pPr>
        <w:pStyle w:val="libNormal"/>
      </w:pPr>
      <w:r>
        <w:t xml:space="preserve">5th </w:t>
      </w:r>
      <w:r w:rsidR="004A0F55">
        <w:t>(</w:t>
      </w:r>
      <w:r>
        <w:t>5 a.h.) : birthday of zainab al-kubra (a.)</w:t>
      </w:r>
    </w:p>
    <w:p w:rsidR="00E33FEE" w:rsidRDefault="00A01D69" w:rsidP="00CE26A0">
      <w:pPr>
        <w:pStyle w:val="libNormal"/>
      </w:pPr>
      <w:r>
        <w:t>13th (11th a.h.) : martyrdom of fatima al-zahra (a.)</w:t>
      </w:r>
    </w:p>
    <w:p w:rsidR="00A01D69" w:rsidRDefault="00E33FEE" w:rsidP="00CE26A0">
      <w:pPr>
        <w:pStyle w:val="libNormal"/>
      </w:pPr>
      <w:r>
        <w:t>J</w:t>
      </w:r>
      <w:r w:rsidR="00A01D69">
        <w:t>amada al-thaniyyha:</w:t>
      </w:r>
    </w:p>
    <w:p w:rsidR="00E33FEE" w:rsidRDefault="00A01D69" w:rsidP="00CE26A0">
      <w:pPr>
        <w:pStyle w:val="libNormal"/>
      </w:pPr>
      <w:r>
        <w:t>20th (8 b.h.) : birthday of fatima al zahra (a.)</w:t>
      </w:r>
    </w:p>
    <w:p w:rsidR="00A01D69" w:rsidRDefault="00E33FEE" w:rsidP="00CE26A0">
      <w:pPr>
        <w:pStyle w:val="libNormal"/>
      </w:pPr>
      <w:r>
        <w:t>R</w:t>
      </w:r>
      <w:r w:rsidR="00A01D69">
        <w:t>ajab:</w:t>
      </w:r>
    </w:p>
    <w:p w:rsidR="00A01D69" w:rsidRDefault="00A01D69" w:rsidP="00CE26A0">
      <w:pPr>
        <w:pStyle w:val="libNormal"/>
      </w:pPr>
      <w:r>
        <w:t xml:space="preserve">1st (57 a.h.): birthday of imam </w:t>
      </w:r>
      <w:r w:rsidR="00757208">
        <w:t>Muhammad</w:t>
      </w:r>
      <w:r>
        <w:t xml:space="preserve"> al-baqir (a.)</w:t>
      </w:r>
    </w:p>
    <w:p w:rsidR="00A01D69" w:rsidRDefault="00A01D69" w:rsidP="00CE26A0">
      <w:pPr>
        <w:pStyle w:val="libNormal"/>
      </w:pPr>
      <w:r>
        <w:t>3rd (254 a.h.) : martyrdom of imam ali al-hadi al-naqi (a.)</w:t>
      </w:r>
    </w:p>
    <w:p w:rsidR="00A01D69" w:rsidRDefault="00A01D69" w:rsidP="00CE26A0">
      <w:pPr>
        <w:pStyle w:val="libNormal"/>
      </w:pPr>
      <w:r>
        <w:t xml:space="preserve">10th (195 a.h): birthday of imam </w:t>
      </w:r>
      <w:r w:rsidR="00757208">
        <w:t>Muhammad</w:t>
      </w:r>
      <w:r>
        <w:t xml:space="preserve"> al-jawad (a.)</w:t>
      </w:r>
    </w:p>
    <w:p w:rsidR="00A01D69" w:rsidRDefault="00A01D69" w:rsidP="00CE26A0">
      <w:pPr>
        <w:pStyle w:val="libNormal"/>
      </w:pPr>
      <w:r>
        <w:t>13th (23 b.h.): birthday of imam ali ibn ali talib (a.)</w:t>
      </w:r>
    </w:p>
    <w:p w:rsidR="00A01D69" w:rsidRDefault="00A01D69" w:rsidP="00CE26A0">
      <w:pPr>
        <w:pStyle w:val="libNormal"/>
      </w:pPr>
      <w:r>
        <w:t>14th (62 a.h.): death of zainab al kubra (a.)</w:t>
      </w:r>
    </w:p>
    <w:p w:rsidR="00E33FEE" w:rsidRDefault="00A01D69" w:rsidP="00CE26A0">
      <w:pPr>
        <w:pStyle w:val="libNormal"/>
      </w:pPr>
      <w:r>
        <w:t xml:space="preserve">27th (62 a.h.):mi'raj, the midnight ascension of prophet </w:t>
      </w:r>
      <w:r w:rsidR="004A0F55">
        <w:t>Muhammad (</w:t>
      </w:r>
      <w:r>
        <w:t>p.) to heaven.</w:t>
      </w:r>
    </w:p>
    <w:p w:rsidR="00A01D69" w:rsidRDefault="00E33FEE" w:rsidP="00CE26A0">
      <w:pPr>
        <w:pStyle w:val="libNormal"/>
      </w:pPr>
      <w:r>
        <w:t>S</w:t>
      </w:r>
      <w:r w:rsidR="00A01D69">
        <w:t>haban:</w:t>
      </w:r>
    </w:p>
    <w:p w:rsidR="00A01D69" w:rsidRDefault="00A01D69" w:rsidP="00CE26A0">
      <w:pPr>
        <w:pStyle w:val="libNormal"/>
      </w:pPr>
      <w:r>
        <w:t>3rd (4 a.h.) : birthday of imam al-hussain (a.)</w:t>
      </w:r>
    </w:p>
    <w:p w:rsidR="00A01D69" w:rsidRDefault="00A01D69" w:rsidP="00CE26A0">
      <w:pPr>
        <w:pStyle w:val="libNormal"/>
      </w:pPr>
      <w:r>
        <w:t>5th (38 a.h.): birthday of imam zayn al-abidin (a.)</w:t>
      </w:r>
    </w:p>
    <w:p w:rsidR="00E33FEE" w:rsidRDefault="00A01D69" w:rsidP="00CE26A0">
      <w:pPr>
        <w:pStyle w:val="libNormal"/>
      </w:pPr>
      <w:r>
        <w:t>15th (225 a.h.): birthday of imam al-medhi (a.)</w:t>
      </w:r>
    </w:p>
    <w:p w:rsidR="00A01D69" w:rsidRDefault="00E33FEE" w:rsidP="00CE26A0">
      <w:pPr>
        <w:pStyle w:val="libNormal"/>
      </w:pPr>
      <w:r>
        <w:t>R</w:t>
      </w:r>
      <w:r w:rsidR="00A01D69">
        <w:t>amadan:</w:t>
      </w:r>
    </w:p>
    <w:p w:rsidR="00A01D69" w:rsidRDefault="00A01D69" w:rsidP="00CE26A0">
      <w:pPr>
        <w:pStyle w:val="libNormal"/>
      </w:pPr>
      <w:r>
        <w:t>15th(3 a.h.): birthday of imam hassan al-mujtaba (a.)</w:t>
      </w:r>
    </w:p>
    <w:p w:rsidR="00A01D69" w:rsidRDefault="00A01D69" w:rsidP="00CE26A0">
      <w:pPr>
        <w:pStyle w:val="libNormal"/>
      </w:pPr>
      <w:r>
        <w:t xml:space="preserve">21st </w:t>
      </w:r>
      <w:r w:rsidR="004A0F55">
        <w:t>(</w:t>
      </w:r>
      <w:r>
        <w:t>40 a.h.): martyrdom of imam ali (a.)</w:t>
      </w:r>
    </w:p>
    <w:p w:rsidR="00E33FEE" w:rsidRDefault="00A01D69" w:rsidP="00CE26A0">
      <w:pPr>
        <w:pStyle w:val="libNormal"/>
      </w:pPr>
      <w:r>
        <w:t>19, 21 &amp; 23 : the nights of qadr</w:t>
      </w:r>
    </w:p>
    <w:p w:rsidR="00E33FEE" w:rsidRDefault="00E33FEE" w:rsidP="00CE26A0">
      <w:pPr>
        <w:pStyle w:val="libNormal"/>
      </w:pPr>
      <w:r>
        <w:t>S</w:t>
      </w:r>
      <w:r w:rsidR="00A01D69">
        <w:t>hawwal:</w:t>
      </w:r>
    </w:p>
    <w:p w:rsidR="00E33FEE" w:rsidRDefault="00E33FEE" w:rsidP="00CE26A0">
      <w:pPr>
        <w:pStyle w:val="libNormal"/>
      </w:pPr>
      <w:r>
        <w:t>I</w:t>
      </w:r>
      <w:r w:rsidR="00A01D69">
        <w:t>d al-fitr, celebration of the first day after ramadan 25th (148 a.h.) :death of imam jafar al-sadiq (a.)</w:t>
      </w:r>
    </w:p>
    <w:p w:rsidR="00A01D69" w:rsidRDefault="00E33FEE" w:rsidP="00CE26A0">
      <w:pPr>
        <w:pStyle w:val="libNormal"/>
      </w:pPr>
      <w:r>
        <w:t>D</w:t>
      </w:r>
      <w:r w:rsidR="00A01D69">
        <w:t>hul qidah :</w:t>
      </w:r>
    </w:p>
    <w:p w:rsidR="00A01D69" w:rsidRDefault="00A01D69" w:rsidP="00CE26A0">
      <w:pPr>
        <w:pStyle w:val="libNormal"/>
      </w:pPr>
      <w:r>
        <w:t>11th (148 a.h.): birthday of imam al-rida (a.)</w:t>
      </w:r>
    </w:p>
    <w:p w:rsidR="00E33FEE" w:rsidRDefault="00A01D69" w:rsidP="00CE26A0">
      <w:pPr>
        <w:pStyle w:val="libNormal"/>
      </w:pPr>
      <w:r>
        <w:t xml:space="preserve">29(216a.h.): martyrdom of imam </w:t>
      </w:r>
      <w:r w:rsidR="00757208">
        <w:t>Muhammad</w:t>
      </w:r>
      <w:r>
        <w:t>al-jawad(a.)</w:t>
      </w:r>
    </w:p>
    <w:p w:rsidR="00A01D69" w:rsidRDefault="00E33FEE" w:rsidP="00CE26A0">
      <w:pPr>
        <w:pStyle w:val="libNormal"/>
      </w:pPr>
      <w:r>
        <w:t>D</w:t>
      </w:r>
      <w:r w:rsidR="00A01D69">
        <w:t>hul-hijjah:</w:t>
      </w:r>
    </w:p>
    <w:p w:rsidR="00A01D69" w:rsidRDefault="00A01D69" w:rsidP="00CE26A0">
      <w:pPr>
        <w:pStyle w:val="libNormal"/>
      </w:pPr>
      <w:r>
        <w:t>7th (114 a.h.): martyrdom of imam mohammad al-baqir(a.)</w:t>
      </w:r>
    </w:p>
    <w:p w:rsidR="00A01D69" w:rsidRDefault="00A01D69" w:rsidP="00CE26A0">
      <w:pPr>
        <w:pStyle w:val="libNormal"/>
      </w:pPr>
      <w:r>
        <w:t>10th: id al-adah, the day of sacrifice on the occasion of haj (piligrimage)</w:t>
      </w:r>
    </w:p>
    <w:p w:rsidR="00A01D69" w:rsidRDefault="00A01D69" w:rsidP="00CE26A0">
      <w:pPr>
        <w:pStyle w:val="libNormal"/>
      </w:pPr>
      <w:r>
        <w:t xml:space="preserve">15th: </w:t>
      </w:r>
      <w:r w:rsidR="004A0F55">
        <w:t>(</w:t>
      </w:r>
      <w:r>
        <w:t>212 a.h.): birthday of imam al-hadi al-naqi(a.)</w:t>
      </w:r>
    </w:p>
    <w:p w:rsidR="00E33FEE" w:rsidRDefault="00A01D69" w:rsidP="00CE26A0">
      <w:pPr>
        <w:pStyle w:val="libNormal"/>
      </w:pPr>
      <w:r>
        <w:t>18th: id gahdir khum, celebration of imam ali (a.) succession day.</w:t>
      </w:r>
    </w:p>
    <w:p w:rsidR="00A01D69" w:rsidRDefault="00E33FEE" w:rsidP="00CE26A0">
      <w:pPr>
        <w:pStyle w:val="libNormal"/>
      </w:pPr>
      <w:r>
        <w:t>M</w:t>
      </w:r>
      <w:r w:rsidR="00A01D69">
        <w:t>uharram:</w:t>
      </w:r>
    </w:p>
    <w:p w:rsidR="00A01D69" w:rsidRDefault="00A01D69" w:rsidP="00CE26A0">
      <w:pPr>
        <w:pStyle w:val="libNormal"/>
      </w:pPr>
      <w:r>
        <w:t>9th : tasu'a, ninth of muharram.</w:t>
      </w:r>
    </w:p>
    <w:p w:rsidR="00A01D69" w:rsidRDefault="00A01D69" w:rsidP="00CE26A0">
      <w:pPr>
        <w:pStyle w:val="libNormal"/>
      </w:pPr>
      <w:r>
        <w:t xml:space="preserve">10th </w:t>
      </w:r>
      <w:r w:rsidR="004A0F55">
        <w:t>(</w:t>
      </w:r>
      <w:r>
        <w:t>61 a.h.): ashura-martyrdom of imam al hussain (a.)</w:t>
      </w:r>
    </w:p>
    <w:p w:rsidR="00E33FEE" w:rsidRDefault="00A01D69" w:rsidP="00CE26A0">
      <w:pPr>
        <w:pStyle w:val="libNormal"/>
      </w:pPr>
      <w:r>
        <w:t>25th (94 a.h.) : martyrdom of imam zayn al-abidin al-sajjad (a.)</w:t>
      </w:r>
    </w:p>
    <w:p w:rsidR="00A01D69" w:rsidRDefault="00E33FEE" w:rsidP="00CE26A0">
      <w:pPr>
        <w:pStyle w:val="libNormal"/>
      </w:pPr>
      <w:r>
        <w:t>S</w:t>
      </w:r>
      <w:r w:rsidR="00A01D69">
        <w:t>afar:</w:t>
      </w:r>
    </w:p>
    <w:p w:rsidR="00A01D69" w:rsidRDefault="00A01D69" w:rsidP="00CE26A0">
      <w:pPr>
        <w:pStyle w:val="libNormal"/>
      </w:pPr>
      <w:r>
        <w:lastRenderedPageBreak/>
        <w:t>7th (128 a.h.): birthday of imam musa al-kadim(a.)</w:t>
      </w:r>
    </w:p>
    <w:p w:rsidR="00A01D69" w:rsidRDefault="00A01D69" w:rsidP="00CE26A0">
      <w:pPr>
        <w:pStyle w:val="libNormal"/>
      </w:pPr>
      <w:r>
        <w:t xml:space="preserve">20th : day arba'in, 40th day after imam </w:t>
      </w:r>
      <w:r w:rsidR="004A0F55">
        <w:t>Husayn</w:t>
      </w:r>
      <w:r>
        <w:t>'s (a.) martrydom at kerbala, iraq.</w:t>
      </w:r>
    </w:p>
    <w:p w:rsidR="00A01D69" w:rsidRDefault="00A01D69" w:rsidP="004A0F55">
      <w:pPr>
        <w:pStyle w:val="libNormal"/>
      </w:pPr>
      <w:r>
        <w:t xml:space="preserve">28th </w:t>
      </w:r>
      <w:r w:rsidR="004A0F55">
        <w:t>(</w:t>
      </w:r>
      <w:r>
        <w:t xml:space="preserve">11 a.h.): death of the prophet </w:t>
      </w:r>
      <w:r w:rsidR="004A0F55">
        <w:t>M</w:t>
      </w:r>
      <w:r>
        <w:t>uhammad</w:t>
      </w:r>
      <w:r w:rsidR="004A0F55">
        <w:t xml:space="preserve"> </w:t>
      </w:r>
      <w:r>
        <w:t>(p.)</w:t>
      </w:r>
    </w:p>
    <w:p w:rsidR="00A01D69" w:rsidRDefault="00A01D69" w:rsidP="00CE26A0">
      <w:pPr>
        <w:pStyle w:val="libNormal"/>
      </w:pPr>
      <w:r>
        <w:t>29th : martyrdom of imam al-rida (a.)</w:t>
      </w:r>
    </w:p>
    <w:p w:rsidR="00FF1E71" w:rsidRPr="00A032B3" w:rsidRDefault="00FF1E71" w:rsidP="00A032B3">
      <w:pPr>
        <w:pStyle w:val="libNormal"/>
      </w:pPr>
      <w:r>
        <w:br w:type="page"/>
      </w:r>
    </w:p>
    <w:p w:rsidR="00E33FEE" w:rsidRPr="001E1339" w:rsidRDefault="00A01D69" w:rsidP="00FF1E71">
      <w:pPr>
        <w:pStyle w:val="Heading1Center"/>
      </w:pPr>
      <w:bookmarkStart w:id="47" w:name="_Toc491953214"/>
      <w:r>
        <w:lastRenderedPageBreak/>
        <w:t>Funeral Regulation</w:t>
      </w:r>
      <w:r w:rsidRPr="001E1339">
        <w:t>s</w:t>
      </w:r>
      <w:bookmarkEnd w:id="47"/>
    </w:p>
    <w:p w:rsidR="00A01D69" w:rsidRDefault="00E33FEE" w:rsidP="001E1339">
      <w:pPr>
        <w:pStyle w:val="libBoldItalic"/>
      </w:pPr>
      <w:r>
        <w:t>I</w:t>
      </w:r>
      <w:r w:rsidR="00A01D69">
        <w:t>n the name of god, most gracious, most merciful</w:t>
      </w:r>
    </w:p>
    <w:p w:rsidR="00A01D69" w:rsidRDefault="00A01D69" w:rsidP="00CE26A0">
      <w:pPr>
        <w:pStyle w:val="libNormal"/>
      </w:pPr>
      <w:r>
        <w:t>" every soul shall taste death "</w:t>
      </w:r>
      <w:r w:rsidR="00E33FEE">
        <w:t>. T</w:t>
      </w:r>
      <w:r>
        <w:t>he qur'an, 3:184 islam as a way of life, has legislated many rules in order to honor humans from birth to death</w:t>
      </w:r>
      <w:r w:rsidR="00E33FEE">
        <w:t>. A</w:t>
      </w:r>
      <w:r>
        <w:t>mong these rules are funeral regulations</w:t>
      </w:r>
      <w:r w:rsidR="00E33FEE">
        <w:t>. T</w:t>
      </w:r>
      <w:r>
        <w:t>he holy qur'an reads:</w:t>
      </w:r>
    </w:p>
    <w:p w:rsidR="00E33FEE" w:rsidRDefault="00A01D69" w:rsidP="00CE26A0">
      <w:pPr>
        <w:pStyle w:val="libNormal"/>
      </w:pPr>
      <w:r>
        <w:t>" every soul shall taste death, at the end, to us shall be you be returned back</w:t>
      </w:r>
      <w:r w:rsidR="00E33FEE">
        <w:t>. B</w:t>
      </w:r>
      <w:r>
        <w:t>ut those who believe and work deeds of righteousness, to them shall we give chambers of paradise underneath which, rivers flow, therein dwelling forever</w:t>
      </w:r>
      <w:r w:rsidR="00E33FEE">
        <w:t>. A</w:t>
      </w:r>
      <w:r>
        <w:t xml:space="preserve">n excellent is the wage of those who </w:t>
      </w:r>
      <w:r w:rsidR="004A0F55">
        <w:t>(</w:t>
      </w:r>
      <w:r>
        <w:t>do goods deeds)"</w:t>
      </w:r>
      <w:r w:rsidR="00E33FEE">
        <w:t>. T</w:t>
      </w:r>
      <w:r>
        <w:t>he qur'an 29:57&amp;58.</w:t>
      </w:r>
    </w:p>
    <w:p w:rsidR="00A01D69" w:rsidRDefault="00E33FEE" w:rsidP="00CE26A0">
      <w:pPr>
        <w:pStyle w:val="libNormal"/>
      </w:pPr>
      <w:r>
        <w:t>T</w:t>
      </w:r>
      <w:r w:rsidR="00A01D69">
        <w:t>hese regulations start from death bed until burial</w:t>
      </w:r>
      <w:r>
        <w:t>. T</w:t>
      </w:r>
      <w:r w:rsidR="00A01D69">
        <w:t>he three main obligatory (wajib) regulations are as follows:</w:t>
      </w:r>
    </w:p>
    <w:p w:rsidR="00A01D69" w:rsidRDefault="00A01D69" w:rsidP="00CE26A0">
      <w:pPr>
        <w:pStyle w:val="libNormal"/>
      </w:pPr>
      <w:r>
        <w:t>1</w:t>
      </w:r>
      <w:r w:rsidR="00E33FEE">
        <w:t>. W</w:t>
      </w:r>
      <w:r>
        <w:t xml:space="preserve">ashing </w:t>
      </w:r>
      <w:r w:rsidR="004A0F55">
        <w:t>(</w:t>
      </w:r>
      <w:r>
        <w:t>ghusl)</w:t>
      </w:r>
      <w:r w:rsidR="00E33FEE">
        <w:t>. T</w:t>
      </w:r>
      <w:r>
        <w:t>o wash the body of the deceased.</w:t>
      </w:r>
    </w:p>
    <w:p w:rsidR="00A01D69" w:rsidRDefault="00A01D69" w:rsidP="00CE26A0">
      <w:pPr>
        <w:pStyle w:val="libNormal"/>
      </w:pPr>
      <w:r>
        <w:t>2</w:t>
      </w:r>
      <w:r w:rsidR="00E33FEE">
        <w:t>. S</w:t>
      </w:r>
      <w:r>
        <w:t xml:space="preserve">hrouded </w:t>
      </w:r>
      <w:r w:rsidR="004A0F55">
        <w:t>(</w:t>
      </w:r>
      <w:r>
        <w:t>kafan)</w:t>
      </w:r>
      <w:r w:rsidR="00E33FEE">
        <w:t>. T</w:t>
      </w:r>
      <w:r>
        <w:t>he deceased should be wrapped in three simple sheets of cloth.</w:t>
      </w:r>
    </w:p>
    <w:p w:rsidR="00A01D69" w:rsidRDefault="00A01D69" w:rsidP="00CE26A0">
      <w:pPr>
        <w:pStyle w:val="libNormal"/>
      </w:pPr>
      <w:r>
        <w:t>3</w:t>
      </w:r>
      <w:r w:rsidR="00E33FEE">
        <w:t>. S</w:t>
      </w:r>
      <w:r>
        <w:t>pecial prayer (salat-al-mayyit)</w:t>
      </w:r>
      <w:r w:rsidR="00E33FEE">
        <w:t>. T</w:t>
      </w:r>
      <w:r>
        <w:t>his prayer is part of funeral service</w:t>
      </w:r>
      <w:r w:rsidR="00E33FEE">
        <w:t>. T</w:t>
      </w:r>
      <w:r>
        <w:t>hen the deceased is buried in a grave which is dug parallel to face kaa'ba, mecca</w:t>
      </w:r>
      <w:r w:rsidR="00E33FEE">
        <w:t>. I</w:t>
      </w:r>
      <w:r>
        <w:t>n addition, there are many recommendations (mustahab), which are recommended but are not obligatory</w:t>
      </w:r>
      <w:r w:rsidR="00E33FEE">
        <w:t>. T</w:t>
      </w:r>
      <w:r>
        <w:t xml:space="preserve">his, in brief, presents the main obligatory </w:t>
      </w:r>
      <w:r w:rsidR="004A0F55">
        <w:t>(</w:t>
      </w:r>
      <w:r>
        <w:t>wajib) rules of islamic funeral regulations.</w:t>
      </w:r>
    </w:p>
    <w:p w:rsidR="00E33FEE" w:rsidRDefault="00A01D69" w:rsidP="00CE26A0">
      <w:pPr>
        <w:pStyle w:val="libNormal"/>
      </w:pPr>
      <w:r>
        <w:t>At death bed: when it becomes obvious to whomever is present at the death bed of a muslim, it is obligatory to turn him/her towards qiblah (mecca).this can be done by being laid down on back while the feet stretched towards qiblah</w:t>
      </w:r>
      <w:r w:rsidR="00E33FEE">
        <w:t>. I</w:t>
      </w:r>
      <w:r>
        <w:t>t is recommend to recite the holy qur'an at his/her presence, especially chapter 2, verse 254; chapter 33,36 and 37</w:t>
      </w:r>
      <w:r w:rsidR="00E33FEE">
        <w:t>. T</w:t>
      </w:r>
      <w:r>
        <w:t>he recitation should not be done in a loud voice in order to avoid disturbance to person on the death bed</w:t>
      </w:r>
      <w:r w:rsidR="00E33FEE">
        <w:t>. H</w:t>
      </w:r>
      <w:r>
        <w:t>owever , he/she should not be left unattended</w:t>
      </w:r>
      <w:r w:rsidR="00E33FEE">
        <w:t>. A</w:t>
      </w:r>
      <w:r>
        <w:t>fter death: it is recommended to bury the deceased person as soon as possible</w:t>
      </w:r>
      <w:r w:rsidR="00E33FEE">
        <w:t>. P</w:t>
      </w:r>
      <w:r>
        <w:t xml:space="preserve">rophet </w:t>
      </w:r>
      <w:r w:rsidR="004A0F55">
        <w:t>Muhammad (</w:t>
      </w:r>
      <w:r>
        <w:t>p.) said, "honor the deceased person by hurrying the burial procedure".</w:t>
      </w:r>
    </w:p>
    <w:p w:rsidR="00E33FEE" w:rsidRDefault="00E33FEE" w:rsidP="00CE26A0">
      <w:pPr>
        <w:pStyle w:val="libNormal"/>
      </w:pPr>
      <w:r>
        <w:t>I</w:t>
      </w:r>
      <w:r w:rsidR="00A01D69">
        <w:t>t is forbidden to embalm the body</w:t>
      </w:r>
      <w:r>
        <w:t>. N</w:t>
      </w:r>
      <w:r w:rsidR="00A01D69">
        <w:t>ote: there is no legal requirement to embalm if the body is buried within 24 hours.</w:t>
      </w:r>
    </w:p>
    <w:p w:rsidR="00E33FEE" w:rsidRDefault="00E33FEE" w:rsidP="001E1339">
      <w:pPr>
        <w:pStyle w:val="Heading2"/>
      </w:pPr>
      <w:bookmarkStart w:id="48" w:name="_Toc491953215"/>
      <w:r>
        <w:t>I. W</w:t>
      </w:r>
      <w:r w:rsidR="00A01D69">
        <w:t xml:space="preserve">ashing </w:t>
      </w:r>
      <w:r w:rsidR="004A0F55">
        <w:t>(</w:t>
      </w:r>
      <w:r w:rsidR="00A01D69">
        <w:t>ghusl-al-mayyit)</w:t>
      </w:r>
      <w:bookmarkEnd w:id="48"/>
    </w:p>
    <w:p w:rsidR="00E33FEE" w:rsidRDefault="00E33FEE" w:rsidP="00CE26A0">
      <w:pPr>
        <w:pStyle w:val="libNormal"/>
      </w:pPr>
      <w:r>
        <w:t>I</w:t>
      </w:r>
      <w:r w:rsidR="00A01D69">
        <w:t>t is obligatory to wash the deceased after the cloth have been removed</w:t>
      </w:r>
      <w:r>
        <w:t>. T</w:t>
      </w:r>
      <w:r w:rsidR="00A01D69">
        <w:t>he private parts of the body of the deceased shall never be viewed</w:t>
      </w:r>
      <w:r>
        <w:t>. B</w:t>
      </w:r>
      <w:r w:rsidR="00A01D69">
        <w:t xml:space="preserve">efore washing </w:t>
      </w:r>
      <w:r w:rsidR="004A0F55">
        <w:t>(</w:t>
      </w:r>
      <w:r w:rsidR="00A01D69">
        <w:t>ghusl), the body should be clean from impure objects, such as blood etc</w:t>
      </w:r>
      <w:r>
        <w:t>. T</w:t>
      </w:r>
      <w:r w:rsidR="00A01D69">
        <w:t xml:space="preserve">he washing </w:t>
      </w:r>
      <w:r w:rsidR="004A0F55">
        <w:t>(</w:t>
      </w:r>
      <w:r w:rsidR="00A01D69">
        <w:t>ghusl-al-mayyit) begins with intention (niyat), then you may begin washing</w:t>
      </w:r>
      <w:r>
        <w:t>. F</w:t>
      </w:r>
      <w:r w:rsidR="00A01D69">
        <w:t>irst, wash the head and neck</w:t>
      </w:r>
      <w:r>
        <w:t>. S</w:t>
      </w:r>
      <w:r w:rsidR="00A01D69">
        <w:t xml:space="preserve">econd, wash the right side of body </w:t>
      </w:r>
      <w:r w:rsidR="004A0F55">
        <w:t>(</w:t>
      </w:r>
      <w:r w:rsidR="00A01D69">
        <w:t>shoulder to toes</w:t>
      </w:r>
      <w:r w:rsidR="004A0F55">
        <w:t xml:space="preserve">) </w:t>
      </w:r>
      <w:r>
        <w:t>. T</w:t>
      </w:r>
      <w:r w:rsidR="00A01D69">
        <w:t xml:space="preserve">hird, wash the left side of the body </w:t>
      </w:r>
      <w:r w:rsidR="004A0F55">
        <w:t>(</w:t>
      </w:r>
      <w:r w:rsidR="00A01D69">
        <w:t>shoulder to toes</w:t>
      </w:r>
      <w:r w:rsidR="004A0F55">
        <w:t xml:space="preserve">) </w:t>
      </w:r>
      <w:r>
        <w:t>. T</w:t>
      </w:r>
      <w:r w:rsidR="00A01D69">
        <w:t>his ghusl-al-mayyit should be performed on the deceased three times.</w:t>
      </w:r>
    </w:p>
    <w:p w:rsidR="00E33FEE" w:rsidRDefault="00E33FEE" w:rsidP="00CE26A0">
      <w:pPr>
        <w:pStyle w:val="libNormal"/>
      </w:pPr>
      <w:r>
        <w:t>F</w:t>
      </w:r>
      <w:r w:rsidR="00A01D69">
        <w:t>irst, with water mixed some powder of lotus leaves.</w:t>
      </w:r>
    </w:p>
    <w:p w:rsidR="00E33FEE" w:rsidRDefault="00E33FEE" w:rsidP="00CE26A0">
      <w:pPr>
        <w:pStyle w:val="libNormal"/>
      </w:pPr>
      <w:r>
        <w:t>S</w:t>
      </w:r>
      <w:r w:rsidR="00A01D69">
        <w:t>econd, with water mixed with some camphor.</w:t>
      </w:r>
    </w:p>
    <w:p w:rsidR="00E33FEE" w:rsidRDefault="00E33FEE" w:rsidP="00CE26A0">
      <w:pPr>
        <w:pStyle w:val="libNormal"/>
      </w:pPr>
      <w:r>
        <w:t>T</w:t>
      </w:r>
      <w:r w:rsidR="00A01D69">
        <w:t>hird, with pure clean water only</w:t>
      </w:r>
      <w:r>
        <w:t>. I</w:t>
      </w:r>
      <w:r w:rsidR="00A01D69">
        <w:t>f lotus leaves or camphor are not available, then pure water can be used as substitution, and in addition it is also necessary to perform tayammum on the deceased.</w:t>
      </w:r>
    </w:p>
    <w:p w:rsidR="00A01D69" w:rsidRDefault="00E33FEE" w:rsidP="001E1339">
      <w:pPr>
        <w:pStyle w:val="libBold1"/>
      </w:pPr>
      <w:r>
        <w:t>N</w:t>
      </w:r>
      <w:r w:rsidR="00A01D69">
        <w:t>ote:</w:t>
      </w:r>
    </w:p>
    <w:p w:rsidR="00A01D69" w:rsidRDefault="00A01D69" w:rsidP="00CE26A0">
      <w:pPr>
        <w:pStyle w:val="libNormal"/>
      </w:pPr>
      <w:r>
        <w:lastRenderedPageBreak/>
        <w:t>1</w:t>
      </w:r>
      <w:r w:rsidR="00E33FEE">
        <w:t>. A</w:t>
      </w:r>
      <w:r>
        <w:t>nyone who washes the deceased must do ghusl-al-mass for himself; that is to take shower for touching the corpse</w:t>
      </w:r>
      <w:r w:rsidR="00E33FEE">
        <w:t>. T</w:t>
      </w:r>
      <w:r>
        <w:t>his ghusl-al-mass is obligatory for touching the dead body after the body becoming cold and before being washed.</w:t>
      </w:r>
    </w:p>
    <w:p w:rsidR="00A01D69" w:rsidRDefault="00A01D69" w:rsidP="00CE26A0">
      <w:pPr>
        <w:pStyle w:val="libNormal"/>
      </w:pPr>
      <w:r>
        <w:t>2</w:t>
      </w:r>
      <w:r w:rsidR="00E33FEE">
        <w:t>. I</w:t>
      </w:r>
      <w:r>
        <w:t>f the deceased is less than three years old, either man or woman can wash the body.</w:t>
      </w:r>
    </w:p>
    <w:p w:rsidR="00E33FEE" w:rsidRDefault="00A01D69" w:rsidP="00CE26A0">
      <w:pPr>
        <w:pStyle w:val="libNormal"/>
      </w:pPr>
      <w:r>
        <w:t>3</w:t>
      </w:r>
      <w:r w:rsidR="00E33FEE">
        <w:t>. H</w:t>
      </w:r>
      <w:r>
        <w:t>unut is obligatory, that is, to rub with camphor seven parts of the body which are placed on the ground during daily prayers. (1-forehead, 2-3 palms, 4-5 knees, and 6-7 toes.)</w:t>
      </w:r>
    </w:p>
    <w:p w:rsidR="00E33FEE" w:rsidRDefault="00E33FEE" w:rsidP="001E1339">
      <w:pPr>
        <w:pStyle w:val="Heading2"/>
      </w:pPr>
      <w:bookmarkStart w:id="49" w:name="_Toc491953216"/>
      <w:r>
        <w:t>I</w:t>
      </w:r>
      <w:r w:rsidR="001E1339">
        <w:t>I</w:t>
      </w:r>
      <w:r>
        <w:t>. T</w:t>
      </w:r>
      <w:r w:rsidR="00A01D69">
        <w:t xml:space="preserve">he shroud </w:t>
      </w:r>
      <w:r w:rsidR="004A0F55">
        <w:t>(</w:t>
      </w:r>
      <w:r w:rsidR="00A01D69">
        <w:t>kafan</w:t>
      </w:r>
      <w:r w:rsidR="004A0F55">
        <w:t>)</w:t>
      </w:r>
      <w:bookmarkEnd w:id="49"/>
      <w:r w:rsidR="004A0F55">
        <w:t xml:space="preserve"> </w:t>
      </w:r>
    </w:p>
    <w:p w:rsidR="00E33FEE" w:rsidRDefault="00E33FEE" w:rsidP="00CE26A0">
      <w:pPr>
        <w:pStyle w:val="libNormal"/>
      </w:pPr>
      <w:r>
        <w:t>A</w:t>
      </w:r>
      <w:r w:rsidR="00A01D69">
        <w:t xml:space="preserve">fter washing </w:t>
      </w:r>
      <w:r w:rsidR="004A0F55">
        <w:t>(</w:t>
      </w:r>
      <w:r w:rsidR="00A01D69">
        <w:t>ghusl) has been completed it is obligatory to shroud the deceased in three separate sheets.</w:t>
      </w:r>
    </w:p>
    <w:p w:rsidR="00E33FEE" w:rsidRDefault="00E33FEE" w:rsidP="00CE26A0">
      <w:pPr>
        <w:pStyle w:val="libNormal"/>
      </w:pPr>
      <w:r>
        <w:t>T</w:t>
      </w:r>
      <w:r w:rsidR="00A01D69">
        <w:t>he first sheet should, atleast, cover the area navel to the knees.</w:t>
      </w:r>
    </w:p>
    <w:p w:rsidR="00E33FEE" w:rsidRDefault="00E33FEE" w:rsidP="00CE26A0">
      <w:pPr>
        <w:pStyle w:val="libNormal"/>
      </w:pPr>
      <w:r>
        <w:t>T</w:t>
      </w:r>
      <w:r w:rsidR="00A01D69">
        <w:t>he second sheet should cover, atleast, part of upper body from shoulder to the upper body, from shoulders to the upper half of legs</w:t>
      </w:r>
      <w:r>
        <w:t>. T</w:t>
      </w:r>
      <w:r w:rsidR="00A01D69">
        <w:t>he third sheet should cover the whole body</w:t>
      </w:r>
      <w:r>
        <w:t>. T</w:t>
      </w:r>
      <w:r w:rsidR="00A01D69">
        <w:t>he deceased should be completely wrapped in it.</w:t>
      </w:r>
    </w:p>
    <w:p w:rsidR="00E33FEE" w:rsidRDefault="00E33FEE" w:rsidP="00CE26A0">
      <w:pPr>
        <w:pStyle w:val="libNormal"/>
      </w:pPr>
      <w:r>
        <w:t>P</w:t>
      </w:r>
      <w:r w:rsidR="00A01D69">
        <w:t>lease note, it is forbidden to use unclean sheets or anything made of silk</w:t>
      </w:r>
      <w:r>
        <w:t>. I</w:t>
      </w:r>
      <w:r w:rsidR="00A01D69">
        <w:t xml:space="preserve">t is recommended that, (1) the garment be made of cotton and be white; (2) to have turban for men and hair cover for a women; (3) covering the private parts areas with cotton; and (4) to write some especial prayer </w:t>
      </w:r>
      <w:r w:rsidR="004A0F55">
        <w:t>(</w:t>
      </w:r>
      <w:r w:rsidR="00A01D69">
        <w:t>du'a</w:t>
      </w:r>
      <w:r w:rsidR="004A0F55">
        <w:t xml:space="preserve">) </w:t>
      </w:r>
      <w:r w:rsidR="00A01D69">
        <w:t>on the shroud.</w:t>
      </w:r>
    </w:p>
    <w:p w:rsidR="00E33FEE" w:rsidRDefault="00E33FEE" w:rsidP="001E1339">
      <w:pPr>
        <w:pStyle w:val="Heading2"/>
      </w:pPr>
      <w:bookmarkStart w:id="50" w:name="_Toc491953217"/>
      <w:r>
        <w:t>I</w:t>
      </w:r>
      <w:r w:rsidR="001E1339">
        <w:t>II</w:t>
      </w:r>
      <w:r>
        <w:t>. T</w:t>
      </w:r>
      <w:r w:rsidR="00A01D69">
        <w:t>he prayer</w:t>
      </w:r>
      <w:bookmarkEnd w:id="50"/>
    </w:p>
    <w:p w:rsidR="00E33FEE" w:rsidRDefault="00E33FEE" w:rsidP="00CE26A0">
      <w:pPr>
        <w:pStyle w:val="libNormal"/>
      </w:pPr>
      <w:r>
        <w:t>T</w:t>
      </w:r>
      <w:r w:rsidR="00A01D69">
        <w:t>he prayer of funeral service differs from the regular daily prayers</w:t>
      </w:r>
      <w:r>
        <w:t>. T</w:t>
      </w:r>
      <w:r w:rsidR="00A01D69">
        <w:t>his prayer should be offered for any deceased muslim who is six years of age and older</w:t>
      </w:r>
      <w:r>
        <w:t>. D</w:t>
      </w:r>
      <w:r w:rsidR="00A01D69">
        <w:t>uring the time of prayer, the deceased must be laid on his/her back, and the head should be to the right of the person(s) who is offering the prayers</w:t>
      </w:r>
      <w:r>
        <w:t>. T</w:t>
      </w:r>
      <w:r w:rsidR="00A01D69">
        <w:t xml:space="preserve">he person(s) offering this prayer must face qibla </w:t>
      </w:r>
      <w:r w:rsidR="004A0F55">
        <w:t>(</w:t>
      </w:r>
      <w:r w:rsidR="00A01D69">
        <w:t>mecca).</w:t>
      </w:r>
    </w:p>
    <w:p w:rsidR="00A01D69" w:rsidRDefault="00E33FEE" w:rsidP="00CE26A0">
      <w:pPr>
        <w:pStyle w:val="libNormal"/>
      </w:pPr>
      <w:r>
        <w:t>H</w:t>
      </w:r>
      <w:r w:rsidR="00A01D69">
        <w:t>ow to pray? this prayer should be offered in a standing position close enough t the deceased body</w:t>
      </w:r>
      <w:r>
        <w:t>. T</w:t>
      </w:r>
      <w:r w:rsidR="00A01D69">
        <w:t xml:space="preserve">he person(s) who is offering this prayer must face qibla (mecca), raises his hands to ears saying "allah-u-akber" </w:t>
      </w:r>
      <w:r w:rsidR="004A0F55">
        <w:t>(</w:t>
      </w:r>
      <w:r w:rsidR="00A01D69">
        <w:t>god is great) and recite the following prayers in between:</w:t>
      </w:r>
    </w:p>
    <w:p w:rsidR="00A01D69" w:rsidRDefault="00A01D69" w:rsidP="00CE26A0">
      <w:pPr>
        <w:pStyle w:val="libNormal"/>
      </w:pPr>
      <w:r>
        <w:t>(allah-u-akber</w:t>
      </w:r>
      <w:r w:rsidR="00E33FEE">
        <w:t>. A</w:t>
      </w:r>
      <w:r>
        <w:t>shhad-un-la ilaha illallah wahdhu la shrika lah</w:t>
      </w:r>
      <w:r w:rsidR="00E33FEE">
        <w:t>. W</w:t>
      </w:r>
      <w:r>
        <w:t xml:space="preserve">a ashhaddu anna </w:t>
      </w:r>
      <w:r w:rsidR="00757208">
        <w:t>Muhammad</w:t>
      </w:r>
      <w:r>
        <w:t>an abdduhu wa rasuluh</w:t>
      </w:r>
      <w:r w:rsidR="00E33FEE">
        <w:t>. A</w:t>
      </w:r>
      <w:r>
        <w:t>rsallahu bil haqqi bashir an wa nadiran bayn-a-yaday assa'a.)</w:t>
      </w:r>
    </w:p>
    <w:p w:rsidR="00A01D69" w:rsidRDefault="00A01D69" w:rsidP="00CE26A0">
      <w:pPr>
        <w:pStyle w:val="libNormal"/>
      </w:pPr>
      <w:r>
        <w:t>1</w:t>
      </w:r>
      <w:r w:rsidR="00E33FEE">
        <w:t>. T</w:t>
      </w:r>
      <w:r>
        <w:t>ranslation: god is great - i bear witness that there is no god but god</w:t>
      </w:r>
      <w:r w:rsidR="00E33FEE">
        <w:t>. H</w:t>
      </w:r>
      <w:r>
        <w:t xml:space="preserve">e has no associate, and that </w:t>
      </w:r>
      <w:r w:rsidR="00757208">
        <w:t>Muhammad</w:t>
      </w:r>
      <w:r>
        <w:t xml:space="preserve"> is his servant and messenger</w:t>
      </w:r>
      <w:r w:rsidR="00E33FEE">
        <w:t>. H</w:t>
      </w:r>
      <w:r>
        <w:t>e sent him with true warning and good news until the day of judgement.</w:t>
      </w:r>
    </w:p>
    <w:p w:rsidR="00A01D69" w:rsidRDefault="004A0F55" w:rsidP="00CE26A0">
      <w:pPr>
        <w:pStyle w:val="libNormal"/>
      </w:pPr>
      <w:r>
        <w:t>(</w:t>
      </w:r>
      <w:r w:rsidR="00A01D69">
        <w:t>allah-u-akber</w:t>
      </w:r>
      <w:r w:rsidR="00E33FEE">
        <w:t>. A</w:t>
      </w:r>
      <w:r w:rsidR="00A01D69">
        <w:t xml:space="preserve">llahummal! salle ala' </w:t>
      </w:r>
      <w:r w:rsidR="00757208">
        <w:t>Muhammad</w:t>
      </w:r>
      <w:r w:rsidR="00E33FEE">
        <w:t>. W</w:t>
      </w:r>
      <w:r w:rsidR="00A01D69">
        <w:t xml:space="preserve">arham </w:t>
      </w:r>
      <w:r w:rsidR="00757208">
        <w:t>Muhammad</w:t>
      </w:r>
      <w:r w:rsidR="00A01D69">
        <w:t xml:space="preserve">an wa ale </w:t>
      </w:r>
      <w:r w:rsidR="00757208">
        <w:t>Muhammad</w:t>
      </w:r>
      <w:r w:rsidR="00E33FEE">
        <w:t>. K</w:t>
      </w:r>
      <w:r w:rsidR="00A01D69">
        <w:t>a afdale ma salliyta wa barkata wa tarahhamta ala ibrahim wa ale ibrahim</w:t>
      </w:r>
      <w:r w:rsidR="00E33FEE">
        <w:t>. I</w:t>
      </w:r>
      <w:r w:rsidR="00A01D69">
        <w:t>nnaka hamidun majid</w:t>
      </w:r>
      <w:r w:rsidR="00E33FEE">
        <w:t>. W</w:t>
      </w:r>
      <w:r w:rsidR="00A01D69">
        <w:t>a salle ala jamie ibadallah al salehin</w:t>
      </w:r>
      <w:r>
        <w:t xml:space="preserve">) </w:t>
      </w:r>
      <w:r w:rsidR="00A01D69">
        <w:t>.</w:t>
      </w:r>
    </w:p>
    <w:p w:rsidR="00A01D69" w:rsidRDefault="00A01D69" w:rsidP="00CE26A0">
      <w:pPr>
        <w:pStyle w:val="libNormal"/>
      </w:pPr>
      <w:r>
        <w:t>2</w:t>
      </w:r>
      <w:r w:rsidR="00E33FEE">
        <w:t>. T</w:t>
      </w:r>
      <w:r>
        <w:t xml:space="preserve">ranslation : god is great.- oh lord, bless </w:t>
      </w:r>
      <w:r w:rsidR="00757208">
        <w:t>Muhammad</w:t>
      </w:r>
      <w:r>
        <w:t xml:space="preserve"> and the house of m </w:t>
      </w:r>
      <w:r w:rsidR="00757208">
        <w:t>Muhammad</w:t>
      </w:r>
      <w:r>
        <w:t xml:space="preserve"> and grant your blessings for </w:t>
      </w:r>
      <w:r w:rsidR="00757208">
        <w:t>Muhammad</w:t>
      </w:r>
      <w:r>
        <w:t xml:space="preserve"> and the house of </w:t>
      </w:r>
      <w:r w:rsidR="00757208">
        <w:t>Muhammad</w:t>
      </w:r>
      <w:r>
        <w:t>, just as you granted you blessing for abraham and the house of abraham</w:t>
      </w:r>
      <w:r w:rsidR="00E33FEE">
        <w:t>. Y</w:t>
      </w:r>
      <w:r>
        <w:t>ou are the praised, the glorious bless all prophets, messengers, martyrs, righteous and all good servants of you.</w:t>
      </w:r>
    </w:p>
    <w:p w:rsidR="00A01D69" w:rsidRDefault="004A0F55" w:rsidP="00CE26A0">
      <w:pPr>
        <w:pStyle w:val="libNormal"/>
      </w:pPr>
      <w:r>
        <w:lastRenderedPageBreak/>
        <w:t>(</w:t>
      </w:r>
      <w:r w:rsidR="00A01D69">
        <w:t>allah-u-akber</w:t>
      </w:r>
      <w:r w:rsidR="00E33FEE">
        <w:t>. A</w:t>
      </w:r>
      <w:r w:rsidR="00A01D69">
        <w:t>llahumma! ighfirlil mumineena wal muminat, wal muslamina wal muslimat, al ahyae</w:t>
      </w:r>
      <w:r w:rsidR="00E33FEE">
        <w:t>. M</w:t>
      </w:r>
      <w:r w:rsidR="00A01D69">
        <w:t>unhum wal amwat</w:t>
      </w:r>
      <w:r w:rsidR="00E33FEE">
        <w:t>. T</w:t>
      </w:r>
      <w:r w:rsidR="00A01D69">
        <w:t>abi allahumma baynana wa bayanahum bil khayrat</w:t>
      </w:r>
      <w:r w:rsidR="00E33FEE">
        <w:t>. I</w:t>
      </w:r>
      <w:r w:rsidR="00A01D69">
        <w:t>nnaka mujib ul daawat</w:t>
      </w:r>
      <w:r w:rsidR="00E33FEE">
        <w:t>. I</w:t>
      </w:r>
      <w:r w:rsidR="00A01D69">
        <w:t>nnaka ala kulle shain qadir).</w:t>
      </w:r>
    </w:p>
    <w:p w:rsidR="00A01D69" w:rsidRDefault="00A01D69" w:rsidP="00CE26A0">
      <w:pPr>
        <w:pStyle w:val="libNormal"/>
      </w:pPr>
      <w:r>
        <w:t>3</w:t>
      </w:r>
      <w:r w:rsidR="00E33FEE">
        <w:t>. T</w:t>
      </w:r>
      <w:r>
        <w:t>ranslation: god is great - oh lord! forgive all believers, male and female, all muslems male and female</w:t>
      </w:r>
      <w:r w:rsidR="00E33FEE">
        <w:t>. T</w:t>
      </w:r>
      <w:r>
        <w:t>hose who are among us and those who passed away</w:t>
      </w:r>
      <w:r w:rsidR="00E33FEE">
        <w:t>. O</w:t>
      </w:r>
      <w:r>
        <w:t>h lord ! continue your blessings on them and us</w:t>
      </w:r>
      <w:r w:rsidR="00E33FEE">
        <w:t>. S</w:t>
      </w:r>
      <w:r>
        <w:t>urely, you respond to prayers and you have power over everything.</w:t>
      </w:r>
    </w:p>
    <w:p w:rsidR="00A01D69" w:rsidRDefault="004A0F55" w:rsidP="00CE26A0">
      <w:pPr>
        <w:pStyle w:val="libNormal"/>
      </w:pPr>
      <w:r>
        <w:t>(</w:t>
      </w:r>
      <w:r w:rsidR="00A01D69">
        <w:t>allah-u-akber</w:t>
      </w:r>
      <w:r w:rsidR="00E33FEE">
        <w:t>. A</w:t>
      </w:r>
      <w:r w:rsidR="00A01D69">
        <w:t>llahumma! ina hada al mussajja qudamna abduka wa ibnu abdika wabna amatik</w:t>
      </w:r>
      <w:r w:rsidR="00E33FEE">
        <w:t>. N</w:t>
      </w:r>
      <w:r w:rsidR="00A01D69">
        <w:t>azala bik wa anta khairu manzulen beh</w:t>
      </w:r>
      <w:r w:rsidR="00E33FEE">
        <w:t>. A</w:t>
      </w:r>
      <w:r w:rsidR="00A01D69">
        <w:t>llahumma inna laa naalamu minhu illa khaira, wa anta aalamu behi minna</w:t>
      </w:r>
      <w:r w:rsidR="00E33FEE">
        <w:t>. A</w:t>
      </w:r>
      <w:r w:rsidR="00A01D69">
        <w:t>llahumma ! in kana muhsinan fazid fi-ihsanih, wa in kana maseyan fa tajawaz an saiyatih</w:t>
      </w:r>
      <w:r w:rsidR="00E33FEE">
        <w:t>. W</w:t>
      </w:r>
      <w:r w:rsidR="00A01D69">
        <w:t>a aghfirlah allahumma ! ijalhu indaka fi aala 'illyyin wa akhlaf ala ahlihi fi alghabirin wa arhamhu bermateka ya arham ar rahim).</w:t>
      </w:r>
    </w:p>
    <w:p w:rsidR="00A01D69" w:rsidRDefault="00A01D69" w:rsidP="00CE26A0">
      <w:pPr>
        <w:pStyle w:val="libNormal"/>
      </w:pPr>
      <w:r>
        <w:t>4</w:t>
      </w:r>
      <w:r w:rsidR="00E33FEE">
        <w:t>. T</w:t>
      </w:r>
      <w:r>
        <w:t>ranslation: god is great- oh lord! this deceased in front of us is your servant and son of your servant and your maid</w:t>
      </w:r>
      <w:r w:rsidR="00E33FEE">
        <w:t>. H</w:t>
      </w:r>
      <w:r>
        <w:t>e comes to you and you are the best host</w:t>
      </w:r>
      <w:r w:rsidR="00E33FEE">
        <w:t>. O</w:t>
      </w:r>
      <w:r>
        <w:t>h lord! we dont know about him but good, and you know him better than us</w:t>
      </w:r>
      <w:r w:rsidR="00E33FEE">
        <w:t>. O</w:t>
      </w:r>
      <w:r>
        <w:t>h lord! if he was a good doer increase his deeds and if was a bad doer forgive him</w:t>
      </w:r>
      <w:r w:rsidR="00E33FEE">
        <w:t>. O</w:t>
      </w:r>
      <w:r>
        <w:t>h lord! place him among the good doers and bless his soul and grant patience to his family</w:t>
      </w:r>
      <w:r w:rsidR="00E33FEE">
        <w:t>. Y</w:t>
      </w:r>
      <w:r>
        <w:t>ou are the most beneficient, the merciful.</w:t>
      </w:r>
    </w:p>
    <w:p w:rsidR="00A01D69" w:rsidRDefault="00A01D69" w:rsidP="00CE26A0">
      <w:pPr>
        <w:pStyle w:val="libNormal"/>
      </w:pPr>
      <w:r>
        <w:t>5</w:t>
      </w:r>
      <w:r w:rsidR="00E33FEE">
        <w:t>. A</w:t>
      </w:r>
      <w:r>
        <w:t>llah-u-akber</w:t>
      </w:r>
      <w:r w:rsidR="00E33FEE">
        <w:t>. T</w:t>
      </w:r>
      <w:r>
        <w:t>ranslation : god is great.</w:t>
      </w:r>
    </w:p>
    <w:p w:rsidR="00E33FEE" w:rsidRDefault="004A0F55" w:rsidP="00CE26A0">
      <w:pPr>
        <w:pStyle w:val="libNormal"/>
      </w:pPr>
      <w:r>
        <w:t>(</w:t>
      </w:r>
      <w:r w:rsidR="00A01D69">
        <w:t>this is the end of the prayer</w:t>
      </w:r>
      <w:r w:rsidR="00E33FEE">
        <w:t>. N</w:t>
      </w:r>
      <w:r w:rsidR="00A01D69">
        <w:t>ote: one who offers this prayer however, should change the pronouns for female deceased.)</w:t>
      </w:r>
    </w:p>
    <w:p w:rsidR="00E33FEE" w:rsidRDefault="00E33FEE" w:rsidP="00CE26A0">
      <w:pPr>
        <w:pStyle w:val="libNormal"/>
      </w:pPr>
      <w:r>
        <w:t>O</w:t>
      </w:r>
      <w:r w:rsidR="00A01D69">
        <w:t>ne can recite ' fateha' for the deceased or any part of the qur'an if he/she wishes.</w:t>
      </w:r>
    </w:p>
    <w:p w:rsidR="00E33FEE" w:rsidRDefault="00E33FEE" w:rsidP="001E1339">
      <w:pPr>
        <w:pStyle w:val="Heading2"/>
      </w:pPr>
      <w:bookmarkStart w:id="51" w:name="_Toc491953218"/>
      <w:r>
        <w:t>I</w:t>
      </w:r>
      <w:r w:rsidR="001E1339">
        <w:t>V</w:t>
      </w:r>
      <w:r>
        <w:t>. B</w:t>
      </w:r>
      <w:r w:rsidR="00A01D69">
        <w:t>urial procedure</w:t>
      </w:r>
      <w:bookmarkEnd w:id="51"/>
    </w:p>
    <w:p w:rsidR="00E33FEE" w:rsidRDefault="00E33FEE" w:rsidP="00CE26A0">
      <w:pPr>
        <w:pStyle w:val="libNormal"/>
      </w:pPr>
      <w:r>
        <w:t>T</w:t>
      </w:r>
      <w:r w:rsidR="00A01D69">
        <w:t>he deceased must be buried in an islamic graveyard arranged for muslims only</w:t>
      </w:r>
      <w:r>
        <w:t>. I</w:t>
      </w:r>
      <w:r w:rsidR="00A01D69">
        <w:t>n the grave, the deceased must be placed laying on his right side of the body facing qibla (mecca).</w:t>
      </w:r>
    </w:p>
    <w:p w:rsidR="00E33FEE" w:rsidRDefault="00E33FEE" w:rsidP="00CE26A0">
      <w:pPr>
        <w:pStyle w:val="libNormal"/>
      </w:pPr>
      <w:r>
        <w:t>I</w:t>
      </w:r>
      <w:r w:rsidR="00A01D69">
        <w:t>t is recommended for those who participates in the burial procession to pour some sand on the grave and say : " we are from god and to him shall return."</w:t>
      </w:r>
    </w:p>
    <w:p w:rsidR="00E33FEE" w:rsidRDefault="00E33FEE" w:rsidP="00CE26A0">
      <w:pPr>
        <w:pStyle w:val="libNormal"/>
      </w:pPr>
      <w:r>
        <w:t>N</w:t>
      </w:r>
      <w:r w:rsidR="00A01D69">
        <w:t xml:space="preserve">ote: since the local law does not permit to bury deceased without a case or cement liner </w:t>
      </w:r>
      <w:r w:rsidR="004A0F55">
        <w:t>(</w:t>
      </w:r>
      <w:r w:rsidR="00A01D69">
        <w:t>infant is an exception), the same procedure must be used</w:t>
      </w:r>
      <w:r>
        <w:t>. T</w:t>
      </w:r>
      <w:r w:rsidR="00A01D69">
        <w:t>hat is to pour some sand inside the cement case</w:t>
      </w:r>
      <w:r>
        <w:t>. S</w:t>
      </w:r>
      <w:r w:rsidR="00A01D69">
        <w:t>and must be poured inside the case as well as on the dead body itself; making sure the body is laid on its right side facing mecca.</w:t>
      </w:r>
    </w:p>
    <w:p w:rsidR="00E33FEE" w:rsidRDefault="00E33FEE" w:rsidP="001E1339">
      <w:pPr>
        <w:pStyle w:val="Heading2"/>
      </w:pPr>
      <w:bookmarkStart w:id="52" w:name="_Toc491953219"/>
      <w:r>
        <w:t>V. F</w:t>
      </w:r>
      <w:r w:rsidR="00A01D69">
        <w:t xml:space="preserve">inal call </w:t>
      </w:r>
      <w:r w:rsidR="004A0F55">
        <w:t>(</w:t>
      </w:r>
      <w:r w:rsidR="00A01D69">
        <w:t>talqin</w:t>
      </w:r>
      <w:r w:rsidR="004A0F55">
        <w:t>)</w:t>
      </w:r>
      <w:bookmarkEnd w:id="52"/>
      <w:r w:rsidR="004A0F55">
        <w:t xml:space="preserve"> </w:t>
      </w:r>
    </w:p>
    <w:p w:rsidR="00E33FEE" w:rsidRDefault="00E33FEE" w:rsidP="00CE26A0">
      <w:pPr>
        <w:pStyle w:val="libNormal"/>
      </w:pPr>
      <w:r>
        <w:t>I</w:t>
      </w:r>
      <w:r w:rsidR="00A01D69">
        <w:t>t is reported that after deceased is buried, he/she is visited by two angels, who ask certain questions about faith</w:t>
      </w:r>
      <w:r>
        <w:t>. T</w:t>
      </w:r>
      <w:r w:rsidR="00A01D69">
        <w:t>herefore, it is recommended to pronounce talqin at the last moment of the burial</w:t>
      </w:r>
      <w:r>
        <w:t>. T</w:t>
      </w:r>
      <w:r w:rsidR="00A01D69">
        <w:t>he text of talqin address the soul of the deceased and reads in part :</w:t>
      </w:r>
    </w:p>
    <w:p w:rsidR="00A01D69" w:rsidRDefault="00E33FEE" w:rsidP="00CE26A0">
      <w:pPr>
        <w:pStyle w:val="libNormal"/>
      </w:pPr>
      <w:r>
        <w:t>O</w:t>
      </w:r>
      <w:r w:rsidR="00A01D69">
        <w:t>h servant of almighty god ! when the two angels come to you and ask questions regarding your faith, say in reply, that</w:t>
      </w:r>
      <w:r>
        <w:t>. I</w:t>
      </w:r>
      <w:r w:rsidR="00A01D69">
        <w:t xml:space="preserve"> have accepted god as my lord, and islam as my religion, and prophet </w:t>
      </w:r>
      <w:r w:rsidR="00757208">
        <w:t>Muhammad</w:t>
      </w:r>
      <w:r w:rsidR="00A01D69">
        <w:t xml:space="preserve"> as my prophet and </w:t>
      </w:r>
      <w:r w:rsidR="00A01D69">
        <w:lastRenderedPageBreak/>
        <w:t>the qur'an as my book of guidance, and ka'aba as the direction of my worship, and the following imams as my leaders :</w:t>
      </w:r>
    </w:p>
    <w:p w:rsidR="00A01D69" w:rsidRDefault="00A01D69" w:rsidP="00CE26A0">
      <w:pPr>
        <w:pStyle w:val="libNormal"/>
      </w:pPr>
      <w:r>
        <w:t>1</w:t>
      </w:r>
      <w:r w:rsidR="00E33FEE">
        <w:t>. A</w:t>
      </w:r>
      <w:r>
        <w:t>li, the imam (leader of the faithfuls);</w:t>
      </w:r>
    </w:p>
    <w:p w:rsidR="00A01D69" w:rsidRDefault="00A01D69" w:rsidP="00CE26A0">
      <w:pPr>
        <w:pStyle w:val="libNormal"/>
      </w:pPr>
      <w:r>
        <w:t>2</w:t>
      </w:r>
      <w:r w:rsidR="00E33FEE">
        <w:t>. H</w:t>
      </w:r>
      <w:r>
        <w:t xml:space="preserve">asan </w:t>
      </w:r>
      <w:r w:rsidR="004A0F55">
        <w:t>(</w:t>
      </w:r>
      <w:r>
        <w:t>son of imam ali, whose nickname is mujtaba</w:t>
      </w:r>
      <w:r w:rsidR="004A0F55">
        <w:t xml:space="preserve">) </w:t>
      </w:r>
      <w:r>
        <w:t>;</w:t>
      </w:r>
    </w:p>
    <w:p w:rsidR="00A01D69" w:rsidRDefault="00A01D69" w:rsidP="00CE26A0">
      <w:pPr>
        <w:pStyle w:val="libNormal"/>
      </w:pPr>
      <w:r>
        <w:t>3</w:t>
      </w:r>
      <w:r w:rsidR="00E33FEE">
        <w:t>. H</w:t>
      </w:r>
      <w:r>
        <w:t xml:space="preserve">usayn </w:t>
      </w:r>
      <w:r w:rsidR="004A0F55">
        <w:t>(</w:t>
      </w:r>
      <w:r>
        <w:t>the martyr of karbala, iraq</w:t>
      </w:r>
      <w:r w:rsidR="004A0F55">
        <w:t xml:space="preserve">) </w:t>
      </w:r>
      <w:r>
        <w:t>;</w:t>
      </w:r>
    </w:p>
    <w:p w:rsidR="00A01D69" w:rsidRDefault="00A01D69" w:rsidP="00CE26A0">
      <w:pPr>
        <w:pStyle w:val="libNormal"/>
      </w:pPr>
      <w:r>
        <w:t>4</w:t>
      </w:r>
      <w:r w:rsidR="00E33FEE">
        <w:t>. A</w:t>
      </w:r>
      <w:r>
        <w:t xml:space="preserve">li, son of hussain </w:t>
      </w:r>
      <w:r w:rsidR="004A0F55">
        <w:t>(</w:t>
      </w:r>
      <w:r>
        <w:t>al-sajjad, zainul abidin, the worshipper);</w:t>
      </w:r>
    </w:p>
    <w:p w:rsidR="00A01D69" w:rsidRDefault="00A01D69" w:rsidP="00CE26A0">
      <w:pPr>
        <w:pStyle w:val="libNormal"/>
      </w:pPr>
      <w:r>
        <w:t>5</w:t>
      </w:r>
      <w:r w:rsidR="00E33FEE">
        <w:t>. M</w:t>
      </w:r>
      <w:r>
        <w:t xml:space="preserve">ohammad, son of ali </w:t>
      </w:r>
      <w:r w:rsidR="004A0F55">
        <w:t>(</w:t>
      </w:r>
      <w:r>
        <w:t>al- baqir, who splits knowledge);</w:t>
      </w:r>
    </w:p>
    <w:p w:rsidR="00A01D69" w:rsidRDefault="00A01D69" w:rsidP="00CE26A0">
      <w:pPr>
        <w:pStyle w:val="libNormal"/>
      </w:pPr>
      <w:r>
        <w:t>6</w:t>
      </w:r>
      <w:r w:rsidR="00E33FEE">
        <w:t>. J</w:t>
      </w:r>
      <w:r>
        <w:t>a'far, son of mohammad (al-sadiq, the truthful);</w:t>
      </w:r>
    </w:p>
    <w:p w:rsidR="00A01D69" w:rsidRDefault="00A01D69" w:rsidP="00CE26A0">
      <w:pPr>
        <w:pStyle w:val="libNormal"/>
      </w:pPr>
      <w:r>
        <w:t>7</w:t>
      </w:r>
      <w:r w:rsidR="00E33FEE">
        <w:t>. M</w:t>
      </w:r>
      <w:r>
        <w:t>usa, son of ja'far (al-kadim, who keeps silence);</w:t>
      </w:r>
    </w:p>
    <w:p w:rsidR="00A01D69" w:rsidRDefault="00A01D69" w:rsidP="00CE26A0">
      <w:pPr>
        <w:pStyle w:val="libNormal"/>
      </w:pPr>
      <w:r>
        <w:t>8</w:t>
      </w:r>
      <w:r w:rsidR="00E33FEE">
        <w:t>. A</w:t>
      </w:r>
      <w:r>
        <w:t>li, son of musa (al-ridha, on whom all islamic communities agreed upon</w:t>
      </w:r>
      <w:r w:rsidR="004A0F55">
        <w:t xml:space="preserve">) </w:t>
      </w:r>
      <w:r>
        <w:t>;</w:t>
      </w:r>
    </w:p>
    <w:p w:rsidR="00A01D69" w:rsidRDefault="00A01D69" w:rsidP="00CE26A0">
      <w:pPr>
        <w:pStyle w:val="libNormal"/>
      </w:pPr>
      <w:r>
        <w:t>9</w:t>
      </w:r>
      <w:r w:rsidR="00E33FEE">
        <w:t>. M</w:t>
      </w:r>
      <w:r>
        <w:t xml:space="preserve">uhammad, son of ali </w:t>
      </w:r>
      <w:r w:rsidR="004A0F55">
        <w:t>(</w:t>
      </w:r>
      <w:r>
        <w:t>al-jawad, the generous and al-taqi, the pious);</w:t>
      </w:r>
    </w:p>
    <w:p w:rsidR="00A01D69" w:rsidRDefault="00A01D69" w:rsidP="00CE26A0">
      <w:pPr>
        <w:pStyle w:val="libNormal"/>
      </w:pPr>
      <w:r>
        <w:t>10</w:t>
      </w:r>
      <w:r w:rsidR="00E33FEE">
        <w:t>. A</w:t>
      </w:r>
      <w:r>
        <w:t xml:space="preserve">li, son of mohammad </w:t>
      </w:r>
      <w:r w:rsidR="004A0F55">
        <w:t>(</w:t>
      </w:r>
      <w:r>
        <w:t>al-hadi, the guide and al-naqi, the pure);</w:t>
      </w:r>
    </w:p>
    <w:p w:rsidR="00A01D69" w:rsidRDefault="00A01D69" w:rsidP="00CE26A0">
      <w:pPr>
        <w:pStyle w:val="libNormal"/>
      </w:pPr>
      <w:r>
        <w:t>11</w:t>
      </w:r>
      <w:r w:rsidR="00E33FEE">
        <w:t>. H</w:t>
      </w:r>
      <w:r>
        <w:t>assan, son of ali (al-askari, who was forced to lived in the military camp</w:t>
      </w:r>
      <w:r w:rsidR="004A0F55">
        <w:t xml:space="preserve">) </w:t>
      </w:r>
      <w:r>
        <w:t>;</w:t>
      </w:r>
    </w:p>
    <w:p w:rsidR="00E33FEE" w:rsidRDefault="00A01D69" w:rsidP="00CE26A0">
      <w:pPr>
        <w:pStyle w:val="libNormal"/>
      </w:pPr>
      <w:r>
        <w:t>12</w:t>
      </w:r>
      <w:r w:rsidR="00E33FEE">
        <w:t>. M</w:t>
      </w:r>
      <w:r>
        <w:t xml:space="preserve">uhammad, son of hassan </w:t>
      </w:r>
      <w:r w:rsidR="004A0F55">
        <w:t>(</w:t>
      </w:r>
      <w:r>
        <w:t>al-medhi, the rightly guided, the hope of unjustly treated people).</w:t>
      </w:r>
    </w:p>
    <w:p w:rsidR="00E33FEE" w:rsidRDefault="00E33FEE" w:rsidP="00CE26A0">
      <w:pPr>
        <w:pStyle w:val="libNormal"/>
      </w:pPr>
      <w:r>
        <w:t>I</w:t>
      </w:r>
      <w:r w:rsidR="00A01D69">
        <w:t xml:space="preserve"> believe in paradise as verity, that hell is a verity, the question in grave is a verity, that the day of judgment is a verity, and no doubt that god will resurrect people from their graves.</w:t>
      </w:r>
    </w:p>
    <w:p w:rsidR="00A01D69" w:rsidRDefault="00E33FEE" w:rsidP="00CE26A0">
      <w:pPr>
        <w:pStyle w:val="libNormal"/>
      </w:pPr>
      <w:r>
        <w:t>M</w:t>
      </w:r>
      <w:r w:rsidR="00A01D69">
        <w:t>ay almighty god : keep you firm in these trails</w:t>
      </w:r>
      <w:r>
        <w:t>. T</w:t>
      </w:r>
      <w:r w:rsidR="00A01D69">
        <w:t>he holy qur'an says : " god confirms those who believe by a firm saying in the life of this world and in the hereafter." the qur'an 14:27</w:t>
      </w:r>
      <w:r>
        <w:t>. A</w:t>
      </w:r>
      <w:r w:rsidR="00A01D69">
        <w:t>lso almighty god says : " oh soul at peace ! return to you lord, pleasing, pleased; so, enter among my servant and enter my paradise"; the qur'an 89:28-31; oh god ! make his/her affairs light and render what he/she is going to face</w:t>
      </w:r>
      <w:r>
        <w:t>. B</w:t>
      </w:r>
      <w:r w:rsidR="00A01D69">
        <w:t>less him/her with your vision. " fateha.</w:t>
      </w:r>
    </w:p>
    <w:p w:rsidR="00D33510" w:rsidRDefault="00D33510" w:rsidP="00D33510">
      <w:pPr>
        <w:pStyle w:val="libNormal"/>
      </w:pPr>
      <w:r>
        <w:br w:type="page"/>
      </w:r>
    </w:p>
    <w:p w:rsidR="00A01D69" w:rsidRDefault="00A01D69" w:rsidP="00D33510">
      <w:pPr>
        <w:pStyle w:val="Heading1Center"/>
      </w:pPr>
      <w:bookmarkStart w:id="53" w:name="_Toc491953220"/>
      <w:r>
        <w:lastRenderedPageBreak/>
        <w:t>The open school of Islamic studies</w:t>
      </w:r>
      <w:bookmarkEnd w:id="53"/>
    </w:p>
    <w:p w:rsidR="00E33FEE" w:rsidRDefault="00A01D69" w:rsidP="001E1339">
      <w:pPr>
        <w:pStyle w:val="libBold1"/>
      </w:pPr>
      <w:r>
        <w:t>The islamic community</w:t>
      </w:r>
    </w:p>
    <w:p w:rsidR="00E33FEE" w:rsidRDefault="00E33FEE" w:rsidP="001E1339">
      <w:pPr>
        <w:pStyle w:val="libBold1"/>
      </w:pPr>
      <w:r>
        <w:t>P</w:t>
      </w:r>
      <w:r w:rsidR="00A01D69">
        <w:t>.o</w:t>
      </w:r>
      <w:r>
        <w:t>. B</w:t>
      </w:r>
      <w:r w:rsidR="00A01D69">
        <w:t>ox 53398</w:t>
      </w:r>
    </w:p>
    <w:p w:rsidR="00E33FEE" w:rsidRDefault="00E33FEE" w:rsidP="001E1339">
      <w:pPr>
        <w:pStyle w:val="libBold1"/>
      </w:pPr>
      <w:r>
        <w:t>C</w:t>
      </w:r>
      <w:r w:rsidR="00A01D69">
        <w:t>hicago, il 60653 u.s.a.</w:t>
      </w:r>
    </w:p>
    <w:p w:rsidR="00E33FEE" w:rsidRDefault="00E33FEE" w:rsidP="001E1339">
      <w:pPr>
        <w:pStyle w:val="libBoldItalic"/>
      </w:pPr>
      <w:r>
        <w:t>I</w:t>
      </w:r>
      <w:r w:rsidR="00A01D69">
        <w:t>n the name of god, most gracious, most merciful</w:t>
      </w:r>
    </w:p>
    <w:p w:rsidR="00E33FEE" w:rsidRDefault="00E33FEE" w:rsidP="001E1339">
      <w:pPr>
        <w:pStyle w:val="libItalic"/>
      </w:pPr>
      <w:r>
        <w:t>D</w:t>
      </w:r>
      <w:r w:rsidR="00A01D69">
        <w:t>ear reader :</w:t>
      </w:r>
    </w:p>
    <w:p w:rsidR="00E33FEE" w:rsidRDefault="00E33FEE" w:rsidP="001E1339">
      <w:pPr>
        <w:pStyle w:val="libItalic"/>
      </w:pPr>
      <w:r>
        <w:t>A</w:t>
      </w:r>
      <w:r w:rsidR="00A01D69">
        <w:t>ssalamu-alaikum.</w:t>
      </w:r>
    </w:p>
    <w:p w:rsidR="00E33FEE" w:rsidRDefault="00E33FEE" w:rsidP="00CE26A0">
      <w:pPr>
        <w:pStyle w:val="libNormal"/>
      </w:pPr>
      <w:r>
        <w:t>T</w:t>
      </w:r>
      <w:r w:rsidR="00A01D69">
        <w:t>he open school of islamic studies will provide islamic education opportunities to those who cannot attend the school as full-time students</w:t>
      </w:r>
      <w:r>
        <w:t>. T</w:t>
      </w:r>
      <w:r w:rsidR="00A01D69">
        <w:t>he main objective of the the open school is to enrich individuals interested in pursuing islamic studies intellectually, promote their careers, and also fulfill their commitments and contributions toward society.</w:t>
      </w:r>
    </w:p>
    <w:p w:rsidR="00A01D69" w:rsidRDefault="00E33FEE" w:rsidP="00CE26A0">
      <w:pPr>
        <w:pStyle w:val="libNormal"/>
      </w:pPr>
      <w:r>
        <w:t>T</w:t>
      </w:r>
      <w:r w:rsidR="00A01D69">
        <w:t>his program and syllabus of the the open school of islamic studies has been formulated in such a way that it will meet a person's individual needs as well as allow him the flexibility to pursue the program without disturbing his routine schedule.</w:t>
      </w:r>
    </w:p>
    <w:p w:rsidR="00E33FEE" w:rsidRDefault="00A01D69" w:rsidP="00CE26A0">
      <w:pPr>
        <w:pStyle w:val="libNormal"/>
      </w:pPr>
      <w:r>
        <w:t>Admission:</w:t>
      </w:r>
    </w:p>
    <w:p w:rsidR="00E33FEE" w:rsidRDefault="00E33FEE" w:rsidP="00CE26A0">
      <w:pPr>
        <w:pStyle w:val="libNormal"/>
      </w:pPr>
      <w:r>
        <w:t>A</w:t>
      </w:r>
      <w:r w:rsidR="00A01D69">
        <w:t>ll interested students request an application form from the application should be filled out and returned to the the open school</w:t>
      </w:r>
      <w:r>
        <w:t>. T</w:t>
      </w:r>
      <w:r w:rsidR="00A01D69">
        <w:t>he students will receive the first lesson with a question sheet to be returned after completion.</w:t>
      </w:r>
    </w:p>
    <w:p w:rsidR="00A01D69" w:rsidRPr="001E1339" w:rsidRDefault="00E33FEE" w:rsidP="001E1339">
      <w:pPr>
        <w:pStyle w:val="Heading2"/>
      </w:pPr>
      <w:bookmarkStart w:id="54" w:name="_Toc491953221"/>
      <w:r>
        <w:t>P</w:t>
      </w:r>
      <w:r w:rsidR="00A01D69">
        <w:t>rocedures and regulation</w:t>
      </w:r>
      <w:r w:rsidR="00A01D69" w:rsidRPr="001E1339">
        <w:t>s</w:t>
      </w:r>
      <w:bookmarkEnd w:id="54"/>
    </w:p>
    <w:p w:rsidR="00A01D69" w:rsidRDefault="00A01D69" w:rsidP="00CE26A0">
      <w:pPr>
        <w:pStyle w:val="libNormal"/>
      </w:pPr>
      <w:r>
        <w:t>1</w:t>
      </w:r>
      <w:r w:rsidR="00E33FEE">
        <w:t>. T</w:t>
      </w:r>
      <w:r>
        <w:t>he students must meet the same academic standards and are subject to the same regulations regarding honesty in their work on assignments and examinations.</w:t>
      </w:r>
    </w:p>
    <w:p w:rsidR="00A01D69" w:rsidRDefault="00A01D69" w:rsidP="00CE26A0">
      <w:pPr>
        <w:pStyle w:val="libNormal"/>
      </w:pPr>
      <w:r>
        <w:t>2</w:t>
      </w:r>
      <w:r w:rsidR="00E33FEE">
        <w:t>. A</w:t>
      </w:r>
      <w:r>
        <w:t>ll subjects in every level consist of 52 units; will be managed as time of student permits</w:t>
      </w:r>
      <w:r w:rsidR="00E33FEE">
        <w:t>. I</w:t>
      </w:r>
      <w:r>
        <w:t>f an hour is scheduled every week for any subject, then the course will finish in one year</w:t>
      </w:r>
      <w:r w:rsidR="00E33FEE">
        <w:t>. I</w:t>
      </w:r>
      <w:r>
        <w:t>f more time is given every week then the course will finish earlier than a year.</w:t>
      </w:r>
    </w:p>
    <w:p w:rsidR="00E33FEE" w:rsidRDefault="00A01D69" w:rsidP="00CE26A0">
      <w:pPr>
        <w:pStyle w:val="libNormal"/>
      </w:pPr>
      <w:r>
        <w:t>3</w:t>
      </w:r>
      <w:r w:rsidR="00E33FEE">
        <w:t>. E</w:t>
      </w:r>
      <w:r>
        <w:t>very unit has a question sheet to be completed by the student in order to receive the next lesson</w:t>
      </w:r>
      <w:r w:rsidR="00E33FEE">
        <w:t>. W</w:t>
      </w:r>
      <w:r>
        <w:t>hen 52 such question sheets are completed then a certificate for that subject will be issued.</w:t>
      </w:r>
    </w:p>
    <w:p w:rsidR="00E33FEE" w:rsidRPr="001E1339" w:rsidRDefault="00E33FEE" w:rsidP="001E1339">
      <w:pPr>
        <w:pStyle w:val="Heading2"/>
      </w:pPr>
      <w:bookmarkStart w:id="55" w:name="_Toc491953222"/>
      <w:r>
        <w:t>G</w:t>
      </w:r>
      <w:r w:rsidR="00A01D69">
        <w:t>rading syste</w:t>
      </w:r>
      <w:r w:rsidR="00A01D69" w:rsidRPr="001E1339">
        <w:t>m</w:t>
      </w:r>
      <w:bookmarkEnd w:id="55"/>
    </w:p>
    <w:p w:rsidR="00E33FEE" w:rsidRDefault="00E33FEE" w:rsidP="00CE26A0">
      <w:pPr>
        <w:pStyle w:val="libNormal"/>
      </w:pPr>
      <w:r>
        <w:t>T</w:t>
      </w:r>
      <w:r w:rsidR="00A01D69">
        <w:t>he following grading system will be used by the open school to denote the instructor's assessment of the student's academic achievement</w:t>
      </w:r>
    </w:p>
    <w:p w:rsidR="00E33FEE" w:rsidRDefault="00E33FEE" w:rsidP="00CE26A0">
      <w:pPr>
        <w:pStyle w:val="libNormal"/>
      </w:pPr>
      <w:r>
        <w:t>A</w:t>
      </w:r>
      <w:r w:rsidR="00A01D69">
        <w:t xml:space="preserve"> -superior</w:t>
      </w:r>
    </w:p>
    <w:p w:rsidR="00E33FEE" w:rsidRDefault="00E33FEE" w:rsidP="00CE26A0">
      <w:pPr>
        <w:pStyle w:val="libNormal"/>
      </w:pPr>
      <w:r>
        <w:t>B</w:t>
      </w:r>
      <w:r w:rsidR="00A01D69">
        <w:t xml:space="preserve"> -good</w:t>
      </w:r>
    </w:p>
    <w:p w:rsidR="00E33FEE" w:rsidRDefault="00E33FEE" w:rsidP="00CE26A0">
      <w:pPr>
        <w:pStyle w:val="libNormal"/>
      </w:pPr>
      <w:r>
        <w:t>C</w:t>
      </w:r>
      <w:r w:rsidR="00A01D69">
        <w:t xml:space="preserve"> -fair</w:t>
      </w:r>
    </w:p>
    <w:p w:rsidR="00E33FEE" w:rsidRDefault="00E33FEE" w:rsidP="00CE26A0">
      <w:pPr>
        <w:pStyle w:val="libNormal"/>
      </w:pPr>
      <w:r>
        <w:t>D</w:t>
      </w:r>
      <w:r w:rsidR="00A01D69">
        <w:t xml:space="preserve"> -passing</w:t>
      </w:r>
    </w:p>
    <w:p w:rsidR="00E33FEE" w:rsidRDefault="00E33FEE" w:rsidP="00CE26A0">
      <w:pPr>
        <w:pStyle w:val="libNormal"/>
      </w:pPr>
      <w:r>
        <w:t>F</w:t>
      </w:r>
      <w:r w:rsidR="00A01D69">
        <w:t xml:space="preserve"> -failure</w:t>
      </w:r>
    </w:p>
    <w:p w:rsidR="00E33FEE" w:rsidRDefault="00E33FEE" w:rsidP="00CE26A0">
      <w:pPr>
        <w:pStyle w:val="libNormal"/>
      </w:pPr>
      <w:r>
        <w:t>I</w:t>
      </w:r>
      <w:r w:rsidR="00A01D69">
        <w:t xml:space="preserve"> -incomplete</w:t>
      </w:r>
    </w:p>
    <w:p w:rsidR="00E33FEE" w:rsidRDefault="00E33FEE" w:rsidP="00CE26A0">
      <w:pPr>
        <w:pStyle w:val="libNormal"/>
      </w:pPr>
      <w:r>
        <w:t>W</w:t>
      </w:r>
      <w:r w:rsidR="00A01D69">
        <w:t xml:space="preserve"> -withdrawal</w:t>
      </w:r>
    </w:p>
    <w:p w:rsidR="00E33FEE" w:rsidRDefault="00E33FEE" w:rsidP="00CE26A0">
      <w:pPr>
        <w:pStyle w:val="libNormal"/>
      </w:pPr>
      <w:r>
        <w:t>N</w:t>
      </w:r>
      <w:r w:rsidR="00A01D69">
        <w:t>g -no grades given</w:t>
      </w:r>
    </w:p>
    <w:p w:rsidR="00A01D69" w:rsidRPr="001E1339" w:rsidRDefault="00E33FEE" w:rsidP="001E1339">
      <w:pPr>
        <w:pStyle w:val="Heading2"/>
      </w:pPr>
      <w:bookmarkStart w:id="56" w:name="_Toc491953223"/>
      <w:r>
        <w:t>E</w:t>
      </w:r>
      <w:r w:rsidR="00A01D69">
        <w:t>xaminatio</w:t>
      </w:r>
      <w:r w:rsidR="00A01D69" w:rsidRPr="001E1339">
        <w:t>n</w:t>
      </w:r>
      <w:bookmarkEnd w:id="56"/>
    </w:p>
    <w:p w:rsidR="00A01D69" w:rsidRDefault="00A01D69" w:rsidP="00CE26A0">
      <w:pPr>
        <w:pStyle w:val="libNormal"/>
      </w:pPr>
      <w:r>
        <w:t>1</w:t>
      </w:r>
      <w:r w:rsidR="00E33FEE">
        <w:t>. E</w:t>
      </w:r>
      <w:r>
        <w:t>ach lesson has a question card which should be completed by the student in order to receive the next lesson.</w:t>
      </w:r>
    </w:p>
    <w:p w:rsidR="00A01D69" w:rsidRDefault="00A01D69" w:rsidP="00CE26A0">
      <w:pPr>
        <w:pStyle w:val="libNormal"/>
      </w:pPr>
      <w:r>
        <w:lastRenderedPageBreak/>
        <w:t>2</w:t>
      </w:r>
      <w:r w:rsidR="00E33FEE">
        <w:t>. W</w:t>
      </w:r>
      <w:r>
        <w:t>hen student completes 52 units of studied subject, a written examination is required</w:t>
      </w:r>
      <w:r w:rsidR="00E33FEE">
        <w:t>. A</w:t>
      </w:r>
      <w:r>
        <w:t>lso an essay is required on the topic agreed upon by the advisor</w:t>
      </w:r>
      <w:r w:rsidR="00E33FEE">
        <w:t>. T</w:t>
      </w:r>
      <w:r>
        <w:t>he essay should be atleast 750 words (approximately three pages</w:t>
      </w:r>
      <w:r w:rsidR="004A0F55">
        <w:t xml:space="preserve">) </w:t>
      </w:r>
      <w:r>
        <w:t>with grade b average.</w:t>
      </w:r>
    </w:p>
    <w:p w:rsidR="00E33FEE" w:rsidRDefault="00A01D69" w:rsidP="00CE26A0">
      <w:pPr>
        <w:pStyle w:val="libNormal"/>
      </w:pPr>
      <w:r>
        <w:t>3</w:t>
      </w:r>
      <w:r w:rsidR="00E33FEE">
        <w:t>. A</w:t>
      </w:r>
      <w:r>
        <w:t>ll assignments must b received in the open school before the students will be eligible to take the final examination.</w:t>
      </w:r>
    </w:p>
    <w:p w:rsidR="00E33FEE" w:rsidRDefault="00E33FEE" w:rsidP="00CE26A0">
      <w:pPr>
        <w:pStyle w:val="libNormal"/>
      </w:pPr>
      <w:r>
        <w:t>C</w:t>
      </w:r>
      <w:r w:rsidR="00A01D69">
        <w:t>ost and fees:</w:t>
      </w:r>
    </w:p>
    <w:p w:rsidR="00E33FEE" w:rsidRDefault="00E33FEE" w:rsidP="001E1339">
      <w:pPr>
        <w:pStyle w:val="libBold1"/>
      </w:pPr>
      <w:r>
        <w:t>R</w:t>
      </w:r>
      <w:r w:rsidR="00A01D69">
        <w:t>egistration fees</w:t>
      </w:r>
    </w:p>
    <w:p w:rsidR="00E33FEE" w:rsidRDefault="00E33FEE" w:rsidP="00CE26A0">
      <w:pPr>
        <w:pStyle w:val="libNormal"/>
      </w:pPr>
      <w:r>
        <w:t>T</w:t>
      </w:r>
      <w:r w:rsidR="00A01D69">
        <w:t>here is no registration fee</w:t>
      </w:r>
      <w:r>
        <w:t>. Y</w:t>
      </w:r>
      <w:r w:rsidR="00A01D69">
        <w:t>our application is accepted without any obligation.</w:t>
      </w:r>
    </w:p>
    <w:p w:rsidR="00E33FEE" w:rsidRDefault="00E33FEE" w:rsidP="00CE26A0">
      <w:pPr>
        <w:pStyle w:val="libNormal"/>
      </w:pPr>
      <w:r>
        <w:t>T</w:t>
      </w:r>
      <w:r w:rsidR="00A01D69">
        <w:t>exts :</w:t>
      </w:r>
    </w:p>
    <w:p w:rsidR="00E33FEE" w:rsidRDefault="00E33FEE" w:rsidP="00CE26A0">
      <w:pPr>
        <w:pStyle w:val="libNormal"/>
      </w:pPr>
      <w:r>
        <w:t>S</w:t>
      </w:r>
      <w:r w:rsidR="00A01D69">
        <w:t>tudents are responsible for the textbooks and special instructional materials</w:t>
      </w:r>
      <w:r>
        <w:t>. T</w:t>
      </w:r>
      <w:r w:rsidR="00A01D69">
        <w:t>extbooks could be obtained from any bookstore or through the open school</w:t>
      </w:r>
      <w:r>
        <w:t>. T</w:t>
      </w:r>
      <w:r w:rsidR="00A01D69">
        <w:t>he prices of books are subject to change without notice.</w:t>
      </w:r>
    </w:p>
    <w:p w:rsidR="00E33FEE" w:rsidRDefault="00E33FEE" w:rsidP="00CE26A0">
      <w:pPr>
        <w:pStyle w:val="libNormal"/>
      </w:pPr>
      <w:r>
        <w:t>P</w:t>
      </w:r>
      <w:r w:rsidR="00A01D69">
        <w:t>ostage :</w:t>
      </w:r>
    </w:p>
    <w:p w:rsidR="00E33FEE" w:rsidRDefault="00E33FEE" w:rsidP="00CE26A0">
      <w:pPr>
        <w:pStyle w:val="libNormal"/>
      </w:pPr>
      <w:r>
        <w:t>I</w:t>
      </w:r>
      <w:r w:rsidR="00A01D69">
        <w:t>n the u.s.a., and canada each lesson will be mailed by first class mail; books will be mailed by 4th class</w:t>
      </w:r>
      <w:r>
        <w:t>. O</w:t>
      </w:r>
      <w:r w:rsidR="00A01D69">
        <w:t>verseas mail will be sent by surface mail unless requested otherwise.</w:t>
      </w:r>
    </w:p>
    <w:p w:rsidR="00E33FEE" w:rsidRDefault="00E33FEE" w:rsidP="00CE26A0">
      <w:pPr>
        <w:pStyle w:val="libNormal"/>
      </w:pPr>
      <w:r>
        <w:t>S</w:t>
      </w:r>
      <w:r w:rsidR="00A01D69">
        <w:t>ubjects and texts:</w:t>
      </w:r>
    </w:p>
    <w:p w:rsidR="00E33FEE" w:rsidRDefault="00E33FEE" w:rsidP="00CE26A0">
      <w:pPr>
        <w:pStyle w:val="libNormal"/>
      </w:pPr>
      <w:r>
        <w:t>T</w:t>
      </w:r>
      <w:r w:rsidR="00A01D69">
        <w:t>he following is the list of the main subjects and texts suggested by the open school</w:t>
      </w:r>
      <w:r>
        <w:t>. T</w:t>
      </w:r>
      <w:r w:rsidR="00A01D69">
        <w:t>he teacher, however, has to determine the use of any specific text or selection of text in order to fulfill the need of individual students.</w:t>
      </w:r>
    </w:p>
    <w:p w:rsidR="00E33FEE" w:rsidRDefault="00E33FEE" w:rsidP="00CE26A0">
      <w:pPr>
        <w:pStyle w:val="libNormal"/>
      </w:pPr>
      <w:r>
        <w:t>I. B</w:t>
      </w:r>
      <w:r w:rsidR="00A01D69">
        <w:t>asic islamic faith</w:t>
      </w:r>
    </w:p>
    <w:p w:rsidR="00E33FEE" w:rsidRDefault="00E33FEE" w:rsidP="001E1339">
      <w:pPr>
        <w:pStyle w:val="libNormal"/>
      </w:pPr>
      <w:r>
        <w:t>I</w:t>
      </w:r>
      <w:r w:rsidR="001E1339">
        <w:t>I</w:t>
      </w:r>
      <w:r>
        <w:t>. I</w:t>
      </w:r>
      <w:r w:rsidR="00A01D69">
        <w:t>slamic history</w:t>
      </w:r>
    </w:p>
    <w:p w:rsidR="00E33FEE" w:rsidRDefault="00E33FEE" w:rsidP="001E1339">
      <w:pPr>
        <w:pStyle w:val="libNormal"/>
      </w:pPr>
      <w:r>
        <w:t>I</w:t>
      </w:r>
      <w:r w:rsidR="001E1339">
        <w:t>II</w:t>
      </w:r>
      <w:r>
        <w:t>. A</w:t>
      </w:r>
      <w:r w:rsidR="00A01D69">
        <w:t>rabic language</w:t>
      </w:r>
    </w:p>
    <w:p w:rsidR="00E33FEE" w:rsidRDefault="00E33FEE" w:rsidP="001E1339">
      <w:pPr>
        <w:pStyle w:val="libNormal"/>
      </w:pPr>
      <w:r>
        <w:t>I</w:t>
      </w:r>
      <w:r w:rsidR="001E1339">
        <w:t>V</w:t>
      </w:r>
      <w:r w:rsidR="00A01D69">
        <w:t xml:space="preserve"> islamic creed</w:t>
      </w:r>
    </w:p>
    <w:p w:rsidR="00E33FEE" w:rsidRDefault="00E33FEE" w:rsidP="00CE26A0">
      <w:pPr>
        <w:pStyle w:val="libNormal"/>
      </w:pPr>
      <w:r>
        <w:t>V</w:t>
      </w:r>
      <w:r w:rsidR="00A01D69">
        <w:t xml:space="preserve"> qur'an</w:t>
      </w:r>
    </w:p>
    <w:p w:rsidR="00E33FEE" w:rsidRDefault="00E33FEE" w:rsidP="001E1339">
      <w:pPr>
        <w:pStyle w:val="libNormal"/>
      </w:pPr>
      <w:r>
        <w:t>V</w:t>
      </w:r>
      <w:r w:rsidR="001E1339">
        <w:t>I</w:t>
      </w:r>
      <w:r w:rsidR="00A01D69">
        <w:t xml:space="preserve"> hadith</w:t>
      </w:r>
    </w:p>
    <w:p w:rsidR="00E33FEE" w:rsidRDefault="00E33FEE" w:rsidP="001E1339">
      <w:pPr>
        <w:pStyle w:val="libNormal"/>
      </w:pPr>
      <w:r>
        <w:t>V</w:t>
      </w:r>
      <w:r w:rsidR="001E1339">
        <w:t>II</w:t>
      </w:r>
      <w:r w:rsidR="00A01D69">
        <w:t xml:space="preserve"> ethics</w:t>
      </w:r>
    </w:p>
    <w:p w:rsidR="00E33FEE" w:rsidRDefault="00E33FEE" w:rsidP="001E1339">
      <w:pPr>
        <w:pStyle w:val="libNormal"/>
      </w:pPr>
      <w:r>
        <w:t>V</w:t>
      </w:r>
      <w:r w:rsidR="001E1339">
        <w:t>III</w:t>
      </w:r>
      <w:r w:rsidR="00A01D69">
        <w:t xml:space="preserve"> islamic law</w:t>
      </w:r>
    </w:p>
    <w:p w:rsidR="00E33FEE" w:rsidRDefault="00E33FEE" w:rsidP="001E1339">
      <w:pPr>
        <w:pStyle w:val="libNormal"/>
      </w:pPr>
      <w:r>
        <w:t>I</w:t>
      </w:r>
      <w:r w:rsidR="001E1339">
        <w:t>X</w:t>
      </w:r>
      <w:r w:rsidR="00A01D69">
        <w:t xml:space="preserve"> usul al-fiqah</w:t>
      </w:r>
    </w:p>
    <w:p w:rsidR="00E33FEE" w:rsidRDefault="00E33FEE" w:rsidP="00CE26A0">
      <w:pPr>
        <w:pStyle w:val="libNormal"/>
      </w:pPr>
      <w:r>
        <w:t>X</w:t>
      </w:r>
      <w:r w:rsidR="00A01D69">
        <w:t xml:space="preserve"> arabic logic</w:t>
      </w:r>
    </w:p>
    <w:p w:rsidR="00E33FEE" w:rsidRDefault="00E33FEE" w:rsidP="001E1339">
      <w:pPr>
        <w:pStyle w:val="libNormal"/>
      </w:pPr>
      <w:r>
        <w:t>X</w:t>
      </w:r>
      <w:r w:rsidR="001E1339">
        <w:t>I</w:t>
      </w:r>
      <w:r w:rsidR="00A01D69">
        <w:t xml:space="preserve"> islamic philosophy</w:t>
      </w:r>
    </w:p>
    <w:p w:rsidR="00A01D69" w:rsidRDefault="00E33FEE" w:rsidP="001E1339">
      <w:pPr>
        <w:pStyle w:val="Heading2"/>
      </w:pPr>
      <w:bookmarkStart w:id="57" w:name="_Toc491953224"/>
      <w:r>
        <w:t>D</w:t>
      </w:r>
      <w:r w:rsidR="00A01D69">
        <w:t>etails of subjects</w:t>
      </w:r>
      <w:bookmarkEnd w:id="57"/>
    </w:p>
    <w:p w:rsidR="00E33FEE" w:rsidRDefault="00A01D69" w:rsidP="00CE26A0">
      <w:pPr>
        <w:pStyle w:val="libNormal"/>
      </w:pPr>
      <w:r>
        <w:t>1</w:t>
      </w:r>
      <w:r w:rsidR="00E33FEE">
        <w:t>. B</w:t>
      </w:r>
      <w:r>
        <w:t>asic islamic faith :</w:t>
      </w:r>
    </w:p>
    <w:p w:rsidR="00E33FEE" w:rsidRDefault="00E33FEE" w:rsidP="00CE26A0">
      <w:pPr>
        <w:pStyle w:val="libNormal"/>
      </w:pPr>
      <w:r>
        <w:t>F</w:t>
      </w:r>
      <w:r w:rsidR="00A01D69">
        <w:t>undamentals of faith* (usul al-din)</w:t>
      </w:r>
    </w:p>
    <w:p w:rsidR="00E33FEE" w:rsidRDefault="00E33FEE" w:rsidP="00CE26A0">
      <w:pPr>
        <w:pStyle w:val="libNormal"/>
      </w:pPr>
      <w:r>
        <w:t>B</w:t>
      </w:r>
      <w:r w:rsidR="00A01D69">
        <w:t xml:space="preserve"> 101 - introduction to islamic faith*</w:t>
      </w:r>
    </w:p>
    <w:p w:rsidR="00E33FEE" w:rsidRDefault="00E33FEE" w:rsidP="00CE26A0">
      <w:pPr>
        <w:pStyle w:val="libNormal"/>
      </w:pPr>
      <w:r>
        <w:t>B</w:t>
      </w:r>
      <w:r w:rsidR="00A01D69">
        <w:t xml:space="preserve"> 102 - unity of god </w:t>
      </w:r>
      <w:r w:rsidR="004A0F55">
        <w:t>(</w:t>
      </w:r>
      <w:r w:rsidR="00A01D69">
        <w:t>tawhid)</w:t>
      </w:r>
    </w:p>
    <w:p w:rsidR="00E33FEE" w:rsidRDefault="00E33FEE" w:rsidP="00CE26A0">
      <w:pPr>
        <w:pStyle w:val="libNormal"/>
      </w:pPr>
      <w:r>
        <w:t>B</w:t>
      </w:r>
      <w:r w:rsidR="00A01D69">
        <w:t xml:space="preserve"> 103 - justice of god ('adl)</w:t>
      </w:r>
    </w:p>
    <w:p w:rsidR="00E33FEE" w:rsidRDefault="00E33FEE" w:rsidP="00CE26A0">
      <w:pPr>
        <w:pStyle w:val="libNormal"/>
      </w:pPr>
      <w:r>
        <w:t>B</w:t>
      </w:r>
      <w:r w:rsidR="00A01D69">
        <w:t xml:space="preserve"> 104 - prophethood </w:t>
      </w:r>
      <w:r w:rsidR="004A0F55">
        <w:t>(</w:t>
      </w:r>
      <w:r w:rsidR="00A01D69">
        <w:t>nabbawwat)</w:t>
      </w:r>
    </w:p>
    <w:p w:rsidR="00E33FEE" w:rsidRDefault="00E33FEE" w:rsidP="00CE26A0">
      <w:pPr>
        <w:pStyle w:val="libNormal"/>
      </w:pPr>
      <w:r>
        <w:t>B</w:t>
      </w:r>
      <w:r w:rsidR="00A01D69">
        <w:t xml:space="preserve"> 105 - leadership </w:t>
      </w:r>
      <w:r w:rsidR="004A0F55">
        <w:t>(</w:t>
      </w:r>
      <w:r w:rsidR="00A01D69">
        <w:t>immamat)</w:t>
      </w:r>
    </w:p>
    <w:p w:rsidR="00E33FEE" w:rsidRDefault="00E33FEE" w:rsidP="00CE26A0">
      <w:pPr>
        <w:pStyle w:val="libNormal"/>
      </w:pPr>
      <w:r>
        <w:t>B</w:t>
      </w:r>
      <w:r w:rsidR="00A01D69">
        <w:t xml:space="preserve"> 106 - resurrection </w:t>
      </w:r>
      <w:r w:rsidR="004A0F55">
        <w:t>(</w:t>
      </w:r>
      <w:r w:rsidR="00A01D69">
        <w:t>qiyamat)</w:t>
      </w:r>
    </w:p>
    <w:p w:rsidR="00A01D69" w:rsidRDefault="00E33FEE" w:rsidP="00CE26A0">
      <w:pPr>
        <w:pStyle w:val="libNormal"/>
      </w:pPr>
      <w:r>
        <w:t>B</w:t>
      </w:r>
      <w:r w:rsidR="00A01D69">
        <w:t xml:space="preserve"> 107 - islamic duties </w:t>
      </w:r>
      <w:r w:rsidR="004A0F55">
        <w:t>(</w:t>
      </w:r>
      <w:r w:rsidR="00A01D69">
        <w:t>furu al-din)</w:t>
      </w:r>
    </w:p>
    <w:p w:rsidR="00A01D69" w:rsidRDefault="00A01D69" w:rsidP="00CE26A0">
      <w:pPr>
        <w:pStyle w:val="libNormal"/>
      </w:pPr>
      <w:r>
        <w:t>1</w:t>
      </w:r>
      <w:r w:rsidR="00E33FEE">
        <w:t>. D</w:t>
      </w:r>
      <w:r>
        <w:t>aily prayers (salat)</w:t>
      </w:r>
    </w:p>
    <w:p w:rsidR="00A01D69" w:rsidRDefault="00A01D69" w:rsidP="00CE26A0">
      <w:pPr>
        <w:pStyle w:val="libNormal"/>
      </w:pPr>
      <w:r>
        <w:t>2</w:t>
      </w:r>
      <w:r w:rsidR="00E33FEE">
        <w:t>. F</w:t>
      </w:r>
      <w:r>
        <w:t xml:space="preserve">asting </w:t>
      </w:r>
      <w:r w:rsidR="004A0F55">
        <w:t>(</w:t>
      </w:r>
      <w:r>
        <w:t>saum</w:t>
      </w:r>
      <w:r w:rsidR="004A0F55">
        <w:t xml:space="preserve">) </w:t>
      </w:r>
    </w:p>
    <w:p w:rsidR="00A01D69" w:rsidRDefault="00A01D69" w:rsidP="00CE26A0">
      <w:pPr>
        <w:pStyle w:val="libNormal"/>
      </w:pPr>
      <w:r>
        <w:t>3</w:t>
      </w:r>
      <w:r w:rsidR="00E33FEE">
        <w:t>. I</w:t>
      </w:r>
      <w:r>
        <w:t xml:space="preserve">slamic tax </w:t>
      </w:r>
      <w:r w:rsidR="004A0F55">
        <w:t>(</w:t>
      </w:r>
      <w:r>
        <w:t>zakat</w:t>
      </w:r>
      <w:r w:rsidR="004A0F55">
        <w:t xml:space="preserve">) </w:t>
      </w:r>
    </w:p>
    <w:p w:rsidR="00A01D69" w:rsidRDefault="00A01D69" w:rsidP="00CE26A0">
      <w:pPr>
        <w:pStyle w:val="libNormal"/>
      </w:pPr>
      <w:r>
        <w:t>4</w:t>
      </w:r>
      <w:r w:rsidR="00E33FEE">
        <w:t>. I</w:t>
      </w:r>
      <w:r>
        <w:t xml:space="preserve">slamic tax </w:t>
      </w:r>
      <w:r w:rsidR="004A0F55">
        <w:t>(</w:t>
      </w:r>
      <w:r>
        <w:t>khums</w:t>
      </w:r>
      <w:r w:rsidR="004A0F55">
        <w:t xml:space="preserve">) </w:t>
      </w:r>
    </w:p>
    <w:p w:rsidR="00A01D69" w:rsidRDefault="00A01D69" w:rsidP="00CE26A0">
      <w:pPr>
        <w:pStyle w:val="libNormal"/>
      </w:pPr>
      <w:r>
        <w:t>5</w:t>
      </w:r>
      <w:r w:rsidR="00E33FEE">
        <w:t>. P</w:t>
      </w:r>
      <w:r>
        <w:t xml:space="preserve">iligrimage </w:t>
      </w:r>
      <w:r w:rsidR="004A0F55">
        <w:t>(</w:t>
      </w:r>
      <w:r>
        <w:t>haj</w:t>
      </w:r>
      <w:r w:rsidR="004A0F55">
        <w:t xml:space="preserve">) </w:t>
      </w:r>
    </w:p>
    <w:p w:rsidR="00A01D69" w:rsidRDefault="00A01D69" w:rsidP="00CE26A0">
      <w:pPr>
        <w:pStyle w:val="libNormal"/>
      </w:pPr>
      <w:r>
        <w:lastRenderedPageBreak/>
        <w:t>6</w:t>
      </w:r>
      <w:r w:rsidR="00E33FEE">
        <w:t>. H</w:t>
      </w:r>
      <w:r>
        <w:t xml:space="preserve">oly war </w:t>
      </w:r>
      <w:r w:rsidR="004A0F55">
        <w:t>(</w:t>
      </w:r>
      <w:r>
        <w:t>jihad</w:t>
      </w:r>
      <w:r w:rsidR="004A0F55">
        <w:t xml:space="preserve">) </w:t>
      </w:r>
    </w:p>
    <w:p w:rsidR="00A01D69" w:rsidRDefault="00A01D69" w:rsidP="00CE26A0">
      <w:pPr>
        <w:pStyle w:val="libNormal"/>
      </w:pPr>
      <w:r>
        <w:t>7</w:t>
      </w:r>
      <w:r w:rsidR="00E33FEE">
        <w:t>. E</w:t>
      </w:r>
      <w:r>
        <w:t xml:space="preserve">xhortation </w:t>
      </w:r>
      <w:r w:rsidR="004A0F55">
        <w:t>(</w:t>
      </w:r>
      <w:r>
        <w:t>amr bil-ma'roof)</w:t>
      </w:r>
    </w:p>
    <w:p w:rsidR="00A01D69" w:rsidRDefault="00A01D69" w:rsidP="00CE26A0">
      <w:pPr>
        <w:pStyle w:val="libNormal"/>
      </w:pPr>
      <w:r>
        <w:t>8</w:t>
      </w:r>
      <w:r w:rsidR="00E33FEE">
        <w:t>. F</w:t>
      </w:r>
      <w:r>
        <w:t xml:space="preserve">orbidding the evil </w:t>
      </w:r>
      <w:r w:rsidR="004A0F55">
        <w:t>(</w:t>
      </w:r>
      <w:r>
        <w:t>nahiy anal-munkar)</w:t>
      </w:r>
    </w:p>
    <w:p w:rsidR="00A01D69" w:rsidRDefault="00A01D69" w:rsidP="00CE26A0">
      <w:pPr>
        <w:pStyle w:val="libNormal"/>
      </w:pPr>
      <w:r>
        <w:t>9</w:t>
      </w:r>
      <w:r w:rsidR="00E33FEE">
        <w:t>. F</w:t>
      </w:r>
      <w:r>
        <w:t xml:space="preserve">riendship with believers </w:t>
      </w:r>
      <w:r w:rsidR="004A0F55">
        <w:t>(</w:t>
      </w:r>
      <w:r>
        <w:t>tawalla</w:t>
      </w:r>
      <w:r w:rsidR="004A0F55">
        <w:t xml:space="preserve">) </w:t>
      </w:r>
    </w:p>
    <w:p w:rsidR="00E33FEE" w:rsidRDefault="00A01D69" w:rsidP="00CE26A0">
      <w:pPr>
        <w:pStyle w:val="libNormal"/>
      </w:pPr>
      <w:r>
        <w:t>10</w:t>
      </w:r>
      <w:r w:rsidR="00E33FEE">
        <w:t>. R</w:t>
      </w:r>
      <w:r>
        <w:t xml:space="preserve">ejection of unbelievers </w:t>
      </w:r>
      <w:r w:rsidR="004A0F55">
        <w:t>(</w:t>
      </w:r>
      <w:r>
        <w:t>tabarra</w:t>
      </w:r>
      <w:r w:rsidR="004A0F55">
        <w:t xml:space="preserve">) </w:t>
      </w:r>
    </w:p>
    <w:p w:rsidR="00E33FEE" w:rsidRDefault="00E33FEE" w:rsidP="001E1339">
      <w:pPr>
        <w:pStyle w:val="libNormal"/>
      </w:pPr>
      <w:r>
        <w:t>I</w:t>
      </w:r>
      <w:r w:rsidR="001E1339">
        <w:t>I</w:t>
      </w:r>
      <w:r>
        <w:t>. I</w:t>
      </w:r>
      <w:r w:rsidR="00A01D69">
        <w:t>slamic history :</w:t>
      </w:r>
    </w:p>
    <w:p w:rsidR="00E33FEE" w:rsidRDefault="00E33FEE" w:rsidP="00CE26A0">
      <w:pPr>
        <w:pStyle w:val="libNormal"/>
      </w:pPr>
      <w:r>
        <w:t>I</w:t>
      </w:r>
      <w:r w:rsidR="00A01D69">
        <w:t>ntroduction to islamic history *</w:t>
      </w:r>
    </w:p>
    <w:p w:rsidR="00E33FEE" w:rsidRDefault="00E33FEE" w:rsidP="00CE26A0">
      <w:pPr>
        <w:pStyle w:val="libNormal"/>
      </w:pPr>
      <w:r>
        <w:t>H</w:t>
      </w:r>
      <w:r w:rsidR="00A01D69">
        <w:t xml:space="preserve"> 201- the biography of prophet mohammad (p.)</w:t>
      </w:r>
    </w:p>
    <w:p w:rsidR="00E33FEE" w:rsidRDefault="00E33FEE" w:rsidP="00CE26A0">
      <w:pPr>
        <w:pStyle w:val="libNormal"/>
      </w:pPr>
      <w:r>
        <w:t>H</w:t>
      </w:r>
      <w:r w:rsidR="00A01D69">
        <w:t xml:space="preserve"> 202- divan abu talib </w:t>
      </w:r>
      <w:r w:rsidR="004A0F55">
        <w:t>(</w:t>
      </w:r>
      <w:r w:rsidR="00A01D69">
        <w:t>uncle of the prophet</w:t>
      </w:r>
      <w:r w:rsidR="004A0F55">
        <w:t xml:space="preserve">) </w:t>
      </w:r>
      <w:r w:rsidR="00A01D69">
        <w:t>ed</w:t>
      </w:r>
      <w:r>
        <w:t>. S</w:t>
      </w:r>
      <w:r w:rsidR="00A01D69">
        <w:t>adiq</w:t>
      </w:r>
      <w:r>
        <w:t>. B</w:t>
      </w:r>
      <w:r w:rsidR="00A01D69">
        <w:t>ahr al-ulum, najaf, 1356- 1937</w:t>
      </w:r>
    </w:p>
    <w:p w:rsidR="00E33FEE" w:rsidRDefault="00E33FEE" w:rsidP="00CE26A0">
      <w:pPr>
        <w:pStyle w:val="libNormal"/>
      </w:pPr>
      <w:r>
        <w:t>H</w:t>
      </w:r>
      <w:r w:rsidR="00A01D69">
        <w:t xml:space="preserve"> 203- massar al-shi'ah by m.m</w:t>
      </w:r>
      <w:r>
        <w:t>. A</w:t>
      </w:r>
      <w:r w:rsidR="00A01D69">
        <w:t>l-shaikh al-mufid (d.413/1022) (manuscript)</w:t>
      </w:r>
    </w:p>
    <w:p w:rsidR="00E33FEE" w:rsidRDefault="00E33FEE" w:rsidP="00CE26A0">
      <w:pPr>
        <w:pStyle w:val="libNormal"/>
      </w:pPr>
      <w:r>
        <w:t>H</w:t>
      </w:r>
      <w:r w:rsidR="00A01D69">
        <w:t xml:space="preserve"> 204- ahl al-bayt.*</w:t>
      </w:r>
    </w:p>
    <w:p w:rsidR="00E33FEE" w:rsidRDefault="00E33FEE" w:rsidP="00CE26A0">
      <w:pPr>
        <w:pStyle w:val="libNormal"/>
      </w:pPr>
      <w:r>
        <w:t>H</w:t>
      </w:r>
      <w:r w:rsidR="00A01D69">
        <w:t xml:space="preserve"> 205- al-mazarat.*</w:t>
      </w:r>
    </w:p>
    <w:p w:rsidR="00E33FEE" w:rsidRDefault="00E33FEE" w:rsidP="00CE26A0">
      <w:pPr>
        <w:pStyle w:val="libNormal"/>
      </w:pPr>
      <w:r>
        <w:t>H</w:t>
      </w:r>
      <w:r w:rsidR="00A01D69">
        <w:t xml:space="preserve"> 206- al-irshad by shaikh al-mufid</w:t>
      </w:r>
    </w:p>
    <w:p w:rsidR="00A01D69" w:rsidRDefault="00E33FEE" w:rsidP="00CE26A0">
      <w:pPr>
        <w:pStyle w:val="libNormal"/>
      </w:pPr>
      <w:r>
        <w:t>H</w:t>
      </w:r>
      <w:r w:rsidR="00A01D69">
        <w:t xml:space="preserve"> 207- al-sirah by ibn ishaq </w:t>
      </w:r>
      <w:r w:rsidR="004A0F55">
        <w:t>(</w:t>
      </w:r>
      <w:r w:rsidR="00A01D69">
        <w:t>d.151/768)</w:t>
      </w:r>
    </w:p>
    <w:p w:rsidR="00E33FEE" w:rsidRDefault="004A0F55" w:rsidP="00CE26A0">
      <w:pPr>
        <w:pStyle w:val="libNormal"/>
      </w:pPr>
      <w:r>
        <w:t>(</w:t>
      </w:r>
      <w:r w:rsidR="00A01D69">
        <w:t>manuscript)</w:t>
      </w:r>
    </w:p>
    <w:p w:rsidR="00E33FEE" w:rsidRDefault="00E33FEE" w:rsidP="00CE26A0">
      <w:pPr>
        <w:pStyle w:val="libNormal"/>
      </w:pPr>
      <w:r>
        <w:t>I</w:t>
      </w:r>
      <w:r w:rsidR="00A01D69">
        <w:t>ii</w:t>
      </w:r>
      <w:r>
        <w:t>. A</w:t>
      </w:r>
      <w:r w:rsidR="00A01D69">
        <w:t>rabic language :</w:t>
      </w:r>
    </w:p>
    <w:p w:rsidR="00E33FEE" w:rsidRDefault="00E33FEE" w:rsidP="00CE26A0">
      <w:pPr>
        <w:pStyle w:val="libNormal"/>
      </w:pPr>
      <w:r>
        <w:t>I</w:t>
      </w:r>
      <w:r w:rsidR="00A01D69">
        <w:t>ntroduction to / arabic language *</w:t>
      </w:r>
    </w:p>
    <w:p w:rsidR="00E33FEE" w:rsidRDefault="00E33FEE" w:rsidP="00CE26A0">
      <w:pPr>
        <w:pStyle w:val="libNormal"/>
      </w:pPr>
      <w:r>
        <w:t>A</w:t>
      </w:r>
      <w:r w:rsidR="00A01D69">
        <w:t xml:space="preserve"> 301- arabic alphabets.*</w:t>
      </w:r>
    </w:p>
    <w:p w:rsidR="00E33FEE" w:rsidRDefault="00E33FEE" w:rsidP="00CE26A0">
      <w:pPr>
        <w:pStyle w:val="libNormal"/>
      </w:pPr>
      <w:r>
        <w:t>A</w:t>
      </w:r>
      <w:r w:rsidR="00A01D69">
        <w:t xml:space="preserve"> 302- pattern of arabic verbs.*</w:t>
      </w:r>
    </w:p>
    <w:p w:rsidR="00E33FEE" w:rsidRDefault="00E33FEE" w:rsidP="00CE26A0">
      <w:pPr>
        <w:pStyle w:val="libNormal"/>
      </w:pPr>
      <w:r>
        <w:t>A</w:t>
      </w:r>
      <w:r w:rsidR="00A01D69">
        <w:t xml:space="preserve"> 303- jamia al-muqaddimat </w:t>
      </w:r>
      <w:r w:rsidR="004A0F55">
        <w:t>(</w:t>
      </w:r>
      <w:r w:rsidR="00A01D69">
        <w:t>four books) tehran,1365-194</w:t>
      </w:r>
    </w:p>
    <w:p w:rsidR="00E33FEE" w:rsidRDefault="00E33FEE" w:rsidP="00CE26A0">
      <w:pPr>
        <w:pStyle w:val="libNormal"/>
      </w:pPr>
      <w:r>
        <w:t>A</w:t>
      </w:r>
      <w:r w:rsidR="00A01D69">
        <w:t xml:space="preserve"> 304- al-bidah by shahid m.t</w:t>
      </w:r>
      <w:r>
        <w:t>. J</w:t>
      </w:r>
      <w:r w:rsidR="00A01D69">
        <w:t>alali (d- 1402/1982) najaf, 1392-1972</w:t>
      </w:r>
    </w:p>
    <w:p w:rsidR="00A01D69" w:rsidRDefault="00E33FEE" w:rsidP="00CE26A0">
      <w:pPr>
        <w:pStyle w:val="libNormal"/>
      </w:pPr>
      <w:r>
        <w:t>A</w:t>
      </w:r>
      <w:r w:rsidR="00A01D69">
        <w:t xml:space="preserve"> 305- al-bahjah al-mardiyyah by jalal al-din al-suyuti (d.910/1504).</w:t>
      </w:r>
    </w:p>
    <w:p w:rsidR="00E33FEE" w:rsidRDefault="00A01D69" w:rsidP="00CE26A0">
      <w:pPr>
        <w:pStyle w:val="libNormal"/>
      </w:pPr>
      <w:r>
        <w:t>A 306- al-mkhtasar, istanbul, turkey, 1307/1889 and al-muttau by sad al-din al-taftazani (d.792/1389)</w:t>
      </w:r>
    </w:p>
    <w:p w:rsidR="00E33FEE" w:rsidRDefault="00E33FEE" w:rsidP="00CE26A0">
      <w:pPr>
        <w:pStyle w:val="libNormal"/>
      </w:pPr>
      <w:r>
        <w:t>A</w:t>
      </w:r>
      <w:r w:rsidR="00A01D69">
        <w:t xml:space="preserve"> 307- mughni al-labib bu ibn hisham al-ansari (d.761/1350) iran, 1292/18754</w:t>
      </w:r>
    </w:p>
    <w:p w:rsidR="00E33FEE" w:rsidRDefault="00E33FEE" w:rsidP="00CE26A0">
      <w:pPr>
        <w:pStyle w:val="libNormal"/>
      </w:pPr>
      <w:r>
        <w:t>I</w:t>
      </w:r>
      <w:r w:rsidR="00A01D69">
        <w:t>v</w:t>
      </w:r>
      <w:r>
        <w:t>. I</w:t>
      </w:r>
      <w:r w:rsidR="00A01D69">
        <w:t>slamic creed :</w:t>
      </w:r>
    </w:p>
    <w:p w:rsidR="00E33FEE" w:rsidRDefault="00E33FEE" w:rsidP="00CE26A0">
      <w:pPr>
        <w:pStyle w:val="libNormal"/>
      </w:pPr>
      <w:r>
        <w:t>I</w:t>
      </w:r>
      <w:r w:rsidR="00A01D69">
        <w:t>ntroduction to islamic creed *</w:t>
      </w:r>
    </w:p>
    <w:p w:rsidR="00E33FEE" w:rsidRDefault="00E33FEE" w:rsidP="00CE26A0">
      <w:pPr>
        <w:pStyle w:val="libNormal"/>
      </w:pPr>
      <w:r>
        <w:t>C</w:t>
      </w:r>
      <w:r w:rsidR="00A01D69">
        <w:t xml:space="preserve"> 401- wajib al-iitiqad by al-allamah al-hilli (d.726/1228)</w:t>
      </w:r>
    </w:p>
    <w:p w:rsidR="00E33FEE" w:rsidRDefault="00E33FEE" w:rsidP="00CE26A0">
      <w:pPr>
        <w:pStyle w:val="libNormal"/>
      </w:pPr>
      <w:r>
        <w:t>C</w:t>
      </w:r>
      <w:r w:rsidR="00A01D69">
        <w:t xml:space="preserve"> 402- al-itiqad by al-shaikh al-saduq (d.381/1993)</w:t>
      </w:r>
    </w:p>
    <w:p w:rsidR="00E33FEE" w:rsidRDefault="00E33FEE" w:rsidP="00CE26A0">
      <w:pPr>
        <w:pStyle w:val="libNormal"/>
      </w:pPr>
      <w:r>
        <w:t>C</w:t>
      </w:r>
      <w:r w:rsidR="00A01D69">
        <w:t xml:space="preserve"> 403- aqaid al-imamyyah by m</w:t>
      </w:r>
      <w:r>
        <w:t>. R</w:t>
      </w:r>
      <w:r w:rsidR="00A01D69">
        <w:t>ida mudaffar (d.1384/ 1964) najaf, 1374-1954</w:t>
      </w:r>
    </w:p>
    <w:p w:rsidR="00E33FEE" w:rsidRDefault="00E33FEE" w:rsidP="00CE26A0">
      <w:pPr>
        <w:pStyle w:val="libNormal"/>
      </w:pPr>
      <w:r>
        <w:t>C</w:t>
      </w:r>
      <w:r w:rsidR="00A01D69">
        <w:t xml:space="preserve"> 404- asl al-shaih wa usuliha by m</w:t>
      </w:r>
      <w:r>
        <w:t>. H</w:t>
      </w:r>
      <w:r w:rsidR="00A01D69">
        <w:t>ussain kashif al-ghita (d.1374/1954) cario</w:t>
      </w:r>
    </w:p>
    <w:p w:rsidR="00E33FEE" w:rsidRDefault="00E33FEE" w:rsidP="00CE26A0">
      <w:pPr>
        <w:pStyle w:val="libNormal"/>
      </w:pPr>
      <w:r>
        <w:t>C</w:t>
      </w:r>
      <w:r w:rsidR="00A01D69">
        <w:t xml:space="preserve"> 405- al-murajjat by s.a.h</w:t>
      </w:r>
      <w:r>
        <w:t>. S</w:t>
      </w:r>
      <w:r w:rsidR="00A01D69">
        <w:t>haraf al-din (d.1378/1958) najaf, 1383/1963</w:t>
      </w:r>
    </w:p>
    <w:p w:rsidR="00E33FEE" w:rsidRDefault="00E33FEE" w:rsidP="00CE26A0">
      <w:pPr>
        <w:pStyle w:val="libNormal"/>
      </w:pPr>
      <w:r>
        <w:t>C</w:t>
      </w:r>
      <w:r w:rsidR="00A01D69">
        <w:t xml:space="preserve"> 406- awail al-maqalat by m.m</w:t>
      </w:r>
      <w:r>
        <w:t>. A</w:t>
      </w:r>
      <w:r w:rsidR="00A01D69">
        <w:t>l-shaikh al-mufid (d.413/1022) tabriz, iran</w:t>
      </w:r>
    </w:p>
    <w:p w:rsidR="00E33FEE" w:rsidRDefault="00E33FEE" w:rsidP="00CE26A0">
      <w:pPr>
        <w:pStyle w:val="libNormal"/>
      </w:pPr>
      <w:r>
        <w:t>C</w:t>
      </w:r>
      <w:r w:rsidR="00A01D69">
        <w:t xml:space="preserve"> 407- kahhf al-murad by h.v</w:t>
      </w:r>
      <w:r>
        <w:t>. A</w:t>
      </w:r>
      <w:r w:rsidR="00A01D69">
        <w:t>l-allaamah al-hili (d.726/1228) saida, lebanon, 1353/1934</w:t>
      </w:r>
    </w:p>
    <w:p w:rsidR="00E33FEE" w:rsidRDefault="00E33FEE" w:rsidP="00CE26A0">
      <w:pPr>
        <w:pStyle w:val="libNormal"/>
      </w:pPr>
      <w:r>
        <w:t>V. Q</w:t>
      </w:r>
      <w:r w:rsidR="00A01D69">
        <w:t>ur'an :</w:t>
      </w:r>
    </w:p>
    <w:p w:rsidR="00E33FEE" w:rsidRDefault="00E33FEE" w:rsidP="00CE26A0">
      <w:pPr>
        <w:pStyle w:val="libNormal"/>
      </w:pPr>
      <w:r>
        <w:t>I</w:t>
      </w:r>
      <w:r w:rsidR="00A01D69">
        <w:t>ntroduction to qur'anic studies *</w:t>
      </w:r>
    </w:p>
    <w:p w:rsidR="00E33FEE" w:rsidRDefault="00E33FEE" w:rsidP="00CE26A0">
      <w:pPr>
        <w:pStyle w:val="libNormal"/>
      </w:pPr>
      <w:r>
        <w:t>Q</w:t>
      </w:r>
      <w:r w:rsidR="00A01D69">
        <w:t xml:space="preserve"> 501-- ma al-qur'an by shaikh mahmud al-husari</w:t>
      </w:r>
      <w:r>
        <w:t>. C</w:t>
      </w:r>
      <w:r w:rsidR="00A01D69">
        <w:t>airo</w:t>
      </w:r>
    </w:p>
    <w:p w:rsidR="00E33FEE" w:rsidRDefault="00E33FEE" w:rsidP="00CE26A0">
      <w:pPr>
        <w:pStyle w:val="libNormal"/>
      </w:pPr>
      <w:r>
        <w:t>Q</w:t>
      </w:r>
      <w:r w:rsidR="00A01D69">
        <w:t xml:space="preserve"> 502- awadah al byaan.*</w:t>
      </w:r>
    </w:p>
    <w:p w:rsidR="00E33FEE" w:rsidRDefault="00E33FEE" w:rsidP="00CE26A0">
      <w:pPr>
        <w:pStyle w:val="libNormal"/>
      </w:pPr>
      <w:r>
        <w:t>Q</w:t>
      </w:r>
      <w:r w:rsidR="00A01D69">
        <w:t xml:space="preserve"> 503- tafsir shabbur by al-sayyid abd-al-allah</w:t>
      </w:r>
      <w:r>
        <w:t>. C</w:t>
      </w:r>
      <w:r w:rsidR="00A01D69">
        <w:t>ario, dar al-najah</w:t>
      </w:r>
    </w:p>
    <w:p w:rsidR="00E33FEE" w:rsidRDefault="00E33FEE" w:rsidP="00CE26A0">
      <w:pPr>
        <w:pStyle w:val="libNormal"/>
      </w:pPr>
      <w:r>
        <w:t>Q</w:t>
      </w:r>
      <w:r w:rsidR="00A01D69">
        <w:t xml:space="preserve"> 504- tafsir al-bayan by sayyid al-khui </w:t>
      </w:r>
      <w:r w:rsidR="004A0F55">
        <w:t>(</w:t>
      </w:r>
      <w:r w:rsidR="00A01D69">
        <w:t>the preface), najaf, 1386/1966</w:t>
      </w:r>
    </w:p>
    <w:p w:rsidR="00E33FEE" w:rsidRDefault="00E33FEE" w:rsidP="00CE26A0">
      <w:pPr>
        <w:pStyle w:val="libNormal"/>
      </w:pPr>
      <w:r>
        <w:t>Q</w:t>
      </w:r>
      <w:r w:rsidR="00A01D69">
        <w:t xml:space="preserve"> 505- al-itqan by al-suyyuti (d. 910/1504)</w:t>
      </w:r>
    </w:p>
    <w:p w:rsidR="00E33FEE" w:rsidRDefault="00E33FEE" w:rsidP="00CE26A0">
      <w:pPr>
        <w:pStyle w:val="libNormal"/>
      </w:pPr>
      <w:r>
        <w:lastRenderedPageBreak/>
        <w:t>Q</w:t>
      </w:r>
      <w:r w:rsidR="00A01D69">
        <w:t xml:space="preserve"> 506- al-nashr-fi-al qirat al-ashr by al-jazari, cario.</w:t>
      </w:r>
    </w:p>
    <w:p w:rsidR="00E33FEE" w:rsidRDefault="00E33FEE" w:rsidP="00CE26A0">
      <w:pPr>
        <w:pStyle w:val="libNormal"/>
      </w:pPr>
      <w:r>
        <w:t>Q</w:t>
      </w:r>
      <w:r w:rsidR="00A01D69">
        <w:t xml:space="preserve"> 507- al-mizan by al-tabatabbai or al-tibyan, by al-tusi, najaf, 1371/1383.</w:t>
      </w:r>
    </w:p>
    <w:p w:rsidR="00E33FEE" w:rsidRDefault="00E33FEE" w:rsidP="00CE26A0">
      <w:pPr>
        <w:pStyle w:val="libNormal"/>
      </w:pPr>
      <w:r>
        <w:t>V</w:t>
      </w:r>
      <w:r w:rsidR="00A01D69">
        <w:t>i</w:t>
      </w:r>
      <w:r>
        <w:t>. H</w:t>
      </w:r>
      <w:r w:rsidR="00A01D69">
        <w:t>adith :</w:t>
      </w:r>
    </w:p>
    <w:p w:rsidR="00E33FEE" w:rsidRDefault="00E33FEE" w:rsidP="00CE26A0">
      <w:pPr>
        <w:pStyle w:val="libNormal"/>
      </w:pPr>
      <w:r>
        <w:t>I</w:t>
      </w:r>
      <w:r w:rsidR="00A01D69">
        <w:t>ntroduction to hadith *</w:t>
      </w:r>
    </w:p>
    <w:p w:rsidR="00E33FEE" w:rsidRDefault="00E33FEE" w:rsidP="00CE26A0">
      <w:pPr>
        <w:pStyle w:val="libNormal"/>
      </w:pPr>
      <w:r>
        <w:t>H</w:t>
      </w:r>
      <w:r w:rsidR="00A01D69">
        <w:t>a 601- al-mutalaf wal mukhtalaf.*</w:t>
      </w:r>
    </w:p>
    <w:p w:rsidR="00E33FEE" w:rsidRDefault="00E33FEE" w:rsidP="00CE26A0">
      <w:pPr>
        <w:pStyle w:val="libNormal"/>
      </w:pPr>
      <w:r>
        <w:t>H</w:t>
      </w:r>
      <w:r w:rsidR="00A01D69">
        <w:t xml:space="preserve">a 602- al-wajizah by al baha al-din al amali </w:t>
      </w:r>
      <w:r w:rsidR="004A0F55">
        <w:t>(</w:t>
      </w:r>
      <w:r w:rsidR="00A01D69">
        <w:t>d.1-3-/1620)</w:t>
      </w:r>
    </w:p>
    <w:p w:rsidR="00E33FEE" w:rsidRDefault="00E33FEE" w:rsidP="00CE26A0">
      <w:pPr>
        <w:pStyle w:val="libNormal"/>
      </w:pPr>
      <w:r>
        <w:t>H</w:t>
      </w:r>
      <w:r w:rsidR="00A01D69">
        <w:t>a 603- sharh al-arbain al-nabawiyyah, qum, 1395 -1975 *</w:t>
      </w:r>
    </w:p>
    <w:p w:rsidR="00E33FEE" w:rsidRDefault="00E33FEE" w:rsidP="00CE26A0">
      <w:pPr>
        <w:pStyle w:val="libNormal"/>
      </w:pPr>
      <w:r>
        <w:t>H</w:t>
      </w:r>
      <w:r w:rsidR="00A01D69">
        <w:t>a 604- dhiya al-dirayyah ay allama fani</w:t>
      </w:r>
    </w:p>
    <w:p w:rsidR="00E33FEE" w:rsidRDefault="00E33FEE" w:rsidP="00CE26A0">
      <w:pPr>
        <w:pStyle w:val="libNormal"/>
      </w:pPr>
      <w:r>
        <w:t>H</w:t>
      </w:r>
      <w:r w:rsidR="00A01D69">
        <w:t xml:space="preserve">a 605- mujam rijal al-hadith by sayyid abu al-qassim al-khui </w:t>
      </w:r>
      <w:r w:rsidR="004A0F55">
        <w:t>(</w:t>
      </w:r>
      <w:r w:rsidR="00A01D69">
        <w:t>preface), najaf, 1390/ 1970</w:t>
      </w:r>
    </w:p>
    <w:p w:rsidR="00E33FEE" w:rsidRDefault="00E33FEE" w:rsidP="00CE26A0">
      <w:pPr>
        <w:pStyle w:val="libNormal"/>
      </w:pPr>
      <w:r>
        <w:t>H</w:t>
      </w:r>
      <w:r w:rsidR="00A01D69">
        <w:t>a 606- dirayyat al-shahid al-thani (d. 1351/ 1932)</w:t>
      </w:r>
    </w:p>
    <w:p w:rsidR="00E33FEE" w:rsidRDefault="00E33FEE" w:rsidP="00CE26A0">
      <w:pPr>
        <w:pStyle w:val="libNormal"/>
      </w:pPr>
      <w:r>
        <w:t>H</w:t>
      </w:r>
      <w:r w:rsidR="00A01D69">
        <w:t xml:space="preserve">a 607- miqbas al-hidayyah by mamaqani </w:t>
      </w:r>
      <w:r w:rsidR="004A0F55">
        <w:t>(</w:t>
      </w:r>
      <w:r w:rsidR="00A01D69">
        <w:t>d. 1351/ 1932) najaf, 1345 - 1926.</w:t>
      </w:r>
    </w:p>
    <w:p w:rsidR="00E33FEE" w:rsidRDefault="00E33FEE" w:rsidP="00CE26A0">
      <w:pPr>
        <w:pStyle w:val="libNormal"/>
      </w:pPr>
      <w:r>
        <w:t>V</w:t>
      </w:r>
      <w:r w:rsidR="00A01D69">
        <w:t>ii</w:t>
      </w:r>
      <w:r>
        <w:t>. E</w:t>
      </w:r>
      <w:r w:rsidR="00A01D69">
        <w:t>thics :</w:t>
      </w:r>
    </w:p>
    <w:p w:rsidR="00E33FEE" w:rsidRDefault="00E33FEE" w:rsidP="00CE26A0">
      <w:pPr>
        <w:pStyle w:val="libNormal"/>
      </w:pPr>
      <w:r>
        <w:t>I</w:t>
      </w:r>
      <w:r w:rsidR="00A01D69">
        <w:t>ntroduction to islamic ethic *</w:t>
      </w:r>
    </w:p>
    <w:p w:rsidR="00E33FEE" w:rsidRDefault="00E33FEE" w:rsidP="00CE26A0">
      <w:pPr>
        <w:pStyle w:val="libNormal"/>
      </w:pPr>
      <w:r>
        <w:t>E</w:t>
      </w:r>
      <w:r w:rsidR="00A01D69">
        <w:t xml:space="preserve"> 701- adab al-mutallim by m.m</w:t>
      </w:r>
      <w:r>
        <w:t>. A</w:t>
      </w:r>
      <w:r w:rsidR="00A01D69">
        <w:t>l</w:t>
      </w:r>
      <w:r>
        <w:t>. T</w:t>
      </w:r>
      <w:r w:rsidR="00A01D69">
        <w:t xml:space="preserve">usi </w:t>
      </w:r>
      <w:r w:rsidR="004A0F55">
        <w:t>(</w:t>
      </w:r>
      <w:r w:rsidR="00A01D69">
        <w:t>d. 671 /1274)</w:t>
      </w:r>
    </w:p>
    <w:p w:rsidR="00E33FEE" w:rsidRDefault="00E33FEE" w:rsidP="00CE26A0">
      <w:pPr>
        <w:pStyle w:val="libNormal"/>
      </w:pPr>
      <w:r>
        <w:t>E</w:t>
      </w:r>
      <w:r w:rsidR="00A01D69">
        <w:t xml:space="preserve"> 702- awasaf al-ashraf by al-tusi, najaf, </w:t>
      </w:r>
      <w:r w:rsidR="004A0F55">
        <w:t>(</w:t>
      </w:r>
      <w:r w:rsidR="00A01D69">
        <w:t>1376 -1956</w:t>
      </w:r>
    </w:p>
    <w:p w:rsidR="00E33FEE" w:rsidRDefault="00E33FEE" w:rsidP="00CE26A0">
      <w:pPr>
        <w:pStyle w:val="libNormal"/>
      </w:pPr>
      <w:r>
        <w:t>E</w:t>
      </w:r>
      <w:r w:rsidR="00A01D69">
        <w:t xml:space="preserve"> 703- nur al haqiqa by h.abd al-samad al-harithi (d.985/ 1577) (manuscript</w:t>
      </w:r>
      <w:r w:rsidR="004A0F55">
        <w:t xml:space="preserve">) </w:t>
      </w:r>
      <w:r w:rsidR="00A01D69">
        <w:t>.</w:t>
      </w:r>
    </w:p>
    <w:p w:rsidR="00E33FEE" w:rsidRDefault="00E33FEE" w:rsidP="00CE26A0">
      <w:pPr>
        <w:pStyle w:val="libNormal"/>
      </w:pPr>
      <w:r>
        <w:t>E</w:t>
      </w:r>
      <w:r w:rsidR="00A01D69">
        <w:t xml:space="preserve"> 704- jami al-sa'adat by m.m</w:t>
      </w:r>
      <w:r>
        <w:t>. A</w:t>
      </w:r>
      <w:r w:rsidR="00A01D69">
        <w:t>l-naraqi (d. 1209/ 1794), najaf, 1368/ 1977</w:t>
      </w:r>
    </w:p>
    <w:p w:rsidR="00E33FEE" w:rsidRDefault="00E33FEE" w:rsidP="00CE26A0">
      <w:pPr>
        <w:pStyle w:val="libNormal"/>
      </w:pPr>
      <w:r>
        <w:t>E</w:t>
      </w:r>
      <w:r w:rsidR="00A01D69">
        <w:t xml:space="preserve"> 705- al-sahifa al-sajjadiyyah </w:t>
      </w:r>
      <w:r w:rsidR="004A0F55">
        <w:t>(</w:t>
      </w:r>
      <w:r w:rsidR="00A01D69">
        <w:t>sayings of imam zayn al-abidin (a.)),</w:t>
      </w:r>
    </w:p>
    <w:p w:rsidR="00E33FEE" w:rsidRDefault="00E33FEE" w:rsidP="00CE26A0">
      <w:pPr>
        <w:pStyle w:val="libNormal"/>
      </w:pPr>
      <w:r>
        <w:t>E</w:t>
      </w:r>
      <w:r w:rsidR="00A01D69">
        <w:t xml:space="preserve"> 706- najh al-balagha </w:t>
      </w:r>
      <w:r w:rsidR="004A0F55">
        <w:t>(</w:t>
      </w:r>
      <w:r w:rsidR="00A01D69">
        <w:t>saings of imam ali ibn abi talib), beirut, 1382 - 1964</w:t>
      </w:r>
    </w:p>
    <w:p w:rsidR="00E33FEE" w:rsidRDefault="00E33FEE" w:rsidP="00CE26A0">
      <w:pPr>
        <w:pStyle w:val="libNormal"/>
      </w:pPr>
      <w:r>
        <w:t>V</w:t>
      </w:r>
      <w:r w:rsidR="00A01D69">
        <w:t>ii</w:t>
      </w:r>
      <w:r>
        <w:t>. I</w:t>
      </w:r>
      <w:r w:rsidR="00A01D69">
        <w:t>slamic law :</w:t>
      </w:r>
    </w:p>
    <w:p w:rsidR="00E33FEE" w:rsidRDefault="00E33FEE" w:rsidP="00CE26A0">
      <w:pPr>
        <w:pStyle w:val="libNormal"/>
      </w:pPr>
      <w:r>
        <w:t>I</w:t>
      </w:r>
      <w:r w:rsidR="00A01D69">
        <w:t xml:space="preserve">ntroduction to islamic law </w:t>
      </w:r>
      <w:r w:rsidR="004A0F55">
        <w:t>(</w:t>
      </w:r>
      <w:r w:rsidR="00A01D69">
        <w:t>fiqha)*</w:t>
      </w:r>
    </w:p>
    <w:p w:rsidR="00E33FEE" w:rsidRDefault="00E33FEE" w:rsidP="00CE26A0">
      <w:pPr>
        <w:pStyle w:val="libNormal"/>
      </w:pPr>
      <w:r>
        <w:t>F</w:t>
      </w:r>
      <w:r w:rsidR="00A01D69">
        <w:t xml:space="preserve"> 801- risalah alahkam al shariyyah</w:t>
      </w:r>
    </w:p>
    <w:p w:rsidR="00E33FEE" w:rsidRDefault="00E33FEE" w:rsidP="00CE26A0">
      <w:pPr>
        <w:pStyle w:val="libNormal"/>
      </w:pPr>
      <w:r>
        <w:t>F</w:t>
      </w:r>
      <w:r w:rsidR="00A01D69">
        <w:t xml:space="preserve"> 802- tabsirah al-mutallim by al-allamah hilli (d. 726/1325)</w:t>
      </w:r>
    </w:p>
    <w:p w:rsidR="00E33FEE" w:rsidRDefault="00E33FEE" w:rsidP="00CE26A0">
      <w:pPr>
        <w:pStyle w:val="libNormal"/>
      </w:pPr>
      <w:r>
        <w:t>F</w:t>
      </w:r>
      <w:r w:rsidR="00A01D69">
        <w:t xml:space="preserve"> 803- al-mukhtasar al-nafi by al-muhaqiq al-hilli (d.676/1277)</w:t>
      </w:r>
    </w:p>
    <w:p w:rsidR="00E33FEE" w:rsidRDefault="00E33FEE" w:rsidP="00CE26A0">
      <w:pPr>
        <w:pStyle w:val="libNormal"/>
      </w:pPr>
      <w:r>
        <w:t>F</w:t>
      </w:r>
      <w:r w:rsidR="00A01D69">
        <w:t xml:space="preserve"> 804- shari al islam or sharh al luma</w:t>
      </w:r>
    </w:p>
    <w:p w:rsidR="00E33FEE" w:rsidRDefault="00E33FEE" w:rsidP="00CE26A0">
      <w:pPr>
        <w:pStyle w:val="libNormal"/>
      </w:pPr>
      <w:r>
        <w:t>F</w:t>
      </w:r>
      <w:r w:rsidR="00A01D69">
        <w:t xml:space="preserve"> 805- al-makasib al-muharmah by sayyid al-khumayni, qum, 1381 - 1961</w:t>
      </w:r>
    </w:p>
    <w:p w:rsidR="00E33FEE" w:rsidRDefault="00E33FEE" w:rsidP="00CE26A0">
      <w:pPr>
        <w:pStyle w:val="libNormal"/>
      </w:pPr>
      <w:r>
        <w:t>F</w:t>
      </w:r>
      <w:r w:rsidR="00A01D69">
        <w:t xml:space="preserve"> 806- al-matajir by al-shaikh al-ansari (d. 1281/ 1864)</w:t>
      </w:r>
    </w:p>
    <w:p w:rsidR="00E33FEE" w:rsidRDefault="00E33FEE" w:rsidP="00CE26A0">
      <w:pPr>
        <w:pStyle w:val="libNormal"/>
      </w:pPr>
      <w:r>
        <w:t>F</w:t>
      </w:r>
      <w:r w:rsidR="00A01D69">
        <w:t xml:space="preserve"> 807- al-urwah alwuthqa y tabatabai yazdi (d. 1337/ 1919)</w:t>
      </w:r>
    </w:p>
    <w:p w:rsidR="00E33FEE" w:rsidRDefault="00E33FEE" w:rsidP="00CE26A0">
      <w:pPr>
        <w:pStyle w:val="libNormal"/>
      </w:pPr>
      <w:r>
        <w:t>I</w:t>
      </w:r>
      <w:r w:rsidR="00A01D69">
        <w:t>x</w:t>
      </w:r>
      <w:r>
        <w:t>. U</w:t>
      </w:r>
      <w:r w:rsidR="00A01D69">
        <w:t xml:space="preserve">sul al-fiqha </w:t>
      </w:r>
      <w:r w:rsidR="004A0F55">
        <w:t>(</w:t>
      </w:r>
      <w:r w:rsidR="00A01D69">
        <w:t>islamic jurisprudence):</w:t>
      </w:r>
    </w:p>
    <w:p w:rsidR="00E33FEE" w:rsidRDefault="00E33FEE" w:rsidP="00CE26A0">
      <w:pPr>
        <w:pStyle w:val="libNormal"/>
      </w:pPr>
      <w:r>
        <w:t>I</w:t>
      </w:r>
      <w:r w:rsidR="00A01D69">
        <w:t>ntroduction to islamic jurisprudence *</w:t>
      </w:r>
    </w:p>
    <w:p w:rsidR="00E33FEE" w:rsidRDefault="00E33FEE" w:rsidP="00CE26A0">
      <w:pPr>
        <w:pStyle w:val="libNormal"/>
      </w:pPr>
      <w:r>
        <w:t>U</w:t>
      </w:r>
      <w:r w:rsidR="00A01D69">
        <w:t xml:space="preserve"> 901- al-ma'alim by shaikh h</w:t>
      </w:r>
      <w:r>
        <w:t>. A</w:t>
      </w:r>
      <w:r w:rsidR="00A01D69">
        <w:t xml:space="preserve">l-amili </w:t>
      </w:r>
      <w:r w:rsidR="004A0F55">
        <w:t>(</w:t>
      </w:r>
      <w:r w:rsidR="00A01D69">
        <w:t>d. 1009/1600)</w:t>
      </w:r>
    </w:p>
    <w:p w:rsidR="00E33FEE" w:rsidRDefault="00E33FEE" w:rsidP="00CE26A0">
      <w:pPr>
        <w:pStyle w:val="libNormal"/>
      </w:pPr>
      <w:r>
        <w:t>U</w:t>
      </w:r>
      <w:r w:rsidR="00A01D69">
        <w:t xml:space="preserve"> 902- usul al fiqha by al-mudaffar </w:t>
      </w:r>
      <w:r w:rsidR="004A0F55">
        <w:t>(</w:t>
      </w:r>
      <w:r w:rsidR="00A01D69">
        <w:t>d. 1364/ 1964)</w:t>
      </w:r>
    </w:p>
    <w:p w:rsidR="00E33FEE" w:rsidRDefault="00E33FEE" w:rsidP="00CE26A0">
      <w:pPr>
        <w:pStyle w:val="libNormal"/>
      </w:pPr>
      <w:r>
        <w:t>U</w:t>
      </w:r>
      <w:r w:rsidR="00A01D69">
        <w:t xml:space="preserve"> 903- al-rasail al-jadidah by mishkini, qum, iran, (1390/1971)</w:t>
      </w:r>
    </w:p>
    <w:p w:rsidR="00E33FEE" w:rsidRDefault="00E33FEE" w:rsidP="00CE26A0">
      <w:pPr>
        <w:pStyle w:val="libNormal"/>
      </w:pPr>
      <w:r>
        <w:t>U</w:t>
      </w:r>
      <w:r w:rsidR="00A01D69">
        <w:t xml:space="preserve"> 904- al-qawanin al-muhkamah by al-qummi (d, 1231/ 1815)</w:t>
      </w:r>
    </w:p>
    <w:p w:rsidR="00E33FEE" w:rsidRDefault="00E33FEE" w:rsidP="00CE26A0">
      <w:pPr>
        <w:pStyle w:val="libNormal"/>
      </w:pPr>
      <w:r>
        <w:t>U</w:t>
      </w:r>
      <w:r w:rsidR="00A01D69">
        <w:t xml:space="preserve"> 905- montha al-usul by al-bunjnirdi </w:t>
      </w:r>
      <w:r w:rsidR="004A0F55">
        <w:t>(</w:t>
      </w:r>
      <w:r w:rsidR="00A01D69">
        <w:t>d. 1395/1975)</w:t>
      </w:r>
    </w:p>
    <w:p w:rsidR="00E33FEE" w:rsidRDefault="00E33FEE" w:rsidP="00CE26A0">
      <w:pPr>
        <w:pStyle w:val="libNormal"/>
      </w:pPr>
      <w:r>
        <w:t>U</w:t>
      </w:r>
      <w:r w:rsidR="00A01D69">
        <w:t xml:space="preserve"> 906- al-rasail by al-ansari </w:t>
      </w:r>
      <w:r w:rsidR="004A0F55">
        <w:t>(</w:t>
      </w:r>
      <w:r w:rsidR="00A01D69">
        <w:t>d. 1281/ 1964)</w:t>
      </w:r>
    </w:p>
    <w:p w:rsidR="00E33FEE" w:rsidRDefault="00E33FEE" w:rsidP="00CE26A0">
      <w:pPr>
        <w:pStyle w:val="libNormal"/>
      </w:pPr>
      <w:r>
        <w:t>U</w:t>
      </w:r>
      <w:r w:rsidR="00A01D69">
        <w:t xml:space="preserve"> 907- al-kifayyah by al-khurasani (d. 1329/ 1911)</w:t>
      </w:r>
    </w:p>
    <w:p w:rsidR="00E33FEE" w:rsidRDefault="00E33FEE" w:rsidP="00CE26A0">
      <w:pPr>
        <w:pStyle w:val="libNormal"/>
      </w:pPr>
      <w:r>
        <w:t>X. A</w:t>
      </w:r>
      <w:r w:rsidR="00A01D69">
        <w:t>rabic logic :</w:t>
      </w:r>
    </w:p>
    <w:p w:rsidR="00E33FEE" w:rsidRDefault="00E33FEE" w:rsidP="00CE26A0">
      <w:pPr>
        <w:pStyle w:val="libNormal"/>
      </w:pPr>
      <w:r>
        <w:t>I</w:t>
      </w:r>
      <w:r w:rsidR="00A01D69">
        <w:t>ntroduction to arabic logic</w:t>
      </w:r>
    </w:p>
    <w:p w:rsidR="00E33FEE" w:rsidRDefault="00E33FEE" w:rsidP="00CE26A0">
      <w:pPr>
        <w:pStyle w:val="libNormal"/>
      </w:pPr>
      <w:r>
        <w:t>L</w:t>
      </w:r>
      <w:r w:rsidR="00A01D69">
        <w:t xml:space="preserve"> 1001- al dirka si tarib al kubra by mir sharif (d. 816/1413)*</w:t>
      </w:r>
    </w:p>
    <w:p w:rsidR="00E33FEE" w:rsidRDefault="00E33FEE" w:rsidP="00CE26A0">
      <w:pPr>
        <w:pStyle w:val="libNormal"/>
      </w:pPr>
      <w:r>
        <w:t>L</w:t>
      </w:r>
      <w:r w:rsidR="00A01D69">
        <w:t xml:space="preserve"> 1002- raqrib al-mantiq by shahid jalali, najaf, 1397/1977</w:t>
      </w:r>
    </w:p>
    <w:p w:rsidR="00E33FEE" w:rsidRDefault="00E33FEE" w:rsidP="00CE26A0">
      <w:pPr>
        <w:pStyle w:val="libNormal"/>
      </w:pPr>
      <w:r>
        <w:lastRenderedPageBreak/>
        <w:t>L</w:t>
      </w:r>
      <w:r w:rsidR="00A01D69">
        <w:t xml:space="preserve"> 1003- al-mantiq by m.r</w:t>
      </w:r>
      <w:r>
        <w:t>. A</w:t>
      </w:r>
      <w:r w:rsidR="00A01D69">
        <w:t>l-mudaffar (d. 1364/1964), baghdad, 11377-1957</w:t>
      </w:r>
    </w:p>
    <w:p w:rsidR="00E33FEE" w:rsidRDefault="00E33FEE" w:rsidP="00CE26A0">
      <w:pPr>
        <w:pStyle w:val="libNormal"/>
      </w:pPr>
      <w:r>
        <w:t>L</w:t>
      </w:r>
      <w:r w:rsidR="00A01D69">
        <w:t xml:space="preserve"> 1004- al-hashiiyyah by abd al-allah yazdi (d. 981/1573)</w:t>
      </w:r>
    </w:p>
    <w:p w:rsidR="00E33FEE" w:rsidRDefault="00E33FEE" w:rsidP="00CE26A0">
      <w:pPr>
        <w:pStyle w:val="libNormal"/>
      </w:pPr>
      <w:r>
        <w:t>L</w:t>
      </w:r>
      <w:r w:rsidR="00A01D69">
        <w:t xml:space="preserve"> 1005- sharh al-mandummah by sabzawari (d. 1289/1872)</w:t>
      </w:r>
    </w:p>
    <w:p w:rsidR="00E33FEE" w:rsidRDefault="00E33FEE" w:rsidP="00CE26A0">
      <w:pPr>
        <w:pStyle w:val="libNormal"/>
      </w:pPr>
      <w:r>
        <w:t>L</w:t>
      </w:r>
      <w:r w:rsidR="00A01D69">
        <w:t xml:space="preserve"> 1006- sharh al-shamsiyyah al-tahrir by qutb al-razi(d. 766/1461), cario, 1323/1905</w:t>
      </w:r>
    </w:p>
    <w:p w:rsidR="00E33FEE" w:rsidRDefault="00E33FEE" w:rsidP="00CE26A0">
      <w:pPr>
        <w:pStyle w:val="libNormal"/>
      </w:pPr>
      <w:r>
        <w:t>L</w:t>
      </w:r>
      <w:r w:rsidR="00A01D69">
        <w:t xml:space="preserve"> 1007- al-shifa by a.h</w:t>
      </w:r>
      <w:r>
        <w:t>. S</w:t>
      </w:r>
      <w:r w:rsidR="00A01D69">
        <w:t>ina (d. 428/1037)</w:t>
      </w:r>
    </w:p>
    <w:p w:rsidR="00E33FEE" w:rsidRDefault="00E33FEE" w:rsidP="001E1339">
      <w:pPr>
        <w:pStyle w:val="libNormal"/>
      </w:pPr>
      <w:r>
        <w:t>X</w:t>
      </w:r>
      <w:r w:rsidR="001E1339">
        <w:t>I</w:t>
      </w:r>
      <w:r>
        <w:t>. I</w:t>
      </w:r>
      <w:r w:rsidR="00A01D69">
        <w:t>slamic philosophy :</w:t>
      </w:r>
    </w:p>
    <w:p w:rsidR="00E33FEE" w:rsidRDefault="00E33FEE" w:rsidP="00CE26A0">
      <w:pPr>
        <w:pStyle w:val="libNormal"/>
      </w:pPr>
      <w:r>
        <w:t>I</w:t>
      </w:r>
      <w:r w:rsidR="00A01D69">
        <w:t>ntroduction to islamic philosophy *</w:t>
      </w:r>
    </w:p>
    <w:p w:rsidR="00E33FEE" w:rsidRDefault="00E33FEE" w:rsidP="00CE26A0">
      <w:pPr>
        <w:pStyle w:val="libNormal"/>
      </w:pPr>
      <w:r>
        <w:t>P</w:t>
      </w:r>
      <w:r w:rsidR="00A01D69">
        <w:t>h 1101- durus al-falsafa by a.k</w:t>
      </w:r>
      <w:r>
        <w:t>. A</w:t>
      </w:r>
      <w:r w:rsidR="00A01D69">
        <w:t>l-zanjani (d. 1388/1968), najaf, 1382-1962</w:t>
      </w:r>
    </w:p>
    <w:p w:rsidR="00E33FEE" w:rsidRDefault="00E33FEE" w:rsidP="00CE26A0">
      <w:pPr>
        <w:pStyle w:val="libNormal"/>
      </w:pPr>
      <w:r>
        <w:t>P</w:t>
      </w:r>
      <w:r w:rsidR="00A01D69">
        <w:t>h 1102- falsafatuna by m,baqr al-shahid al-sadr, beirut, lebanon, 1390/1970</w:t>
      </w:r>
    </w:p>
    <w:p w:rsidR="00E33FEE" w:rsidRDefault="00E33FEE" w:rsidP="00CE26A0">
      <w:pPr>
        <w:pStyle w:val="libNormal"/>
      </w:pPr>
      <w:r>
        <w:t>P</w:t>
      </w:r>
      <w:r w:rsidR="00A01D69">
        <w:t>h 1103- usul al-falsafah by m.h</w:t>
      </w:r>
      <w:r>
        <w:t>. T</w:t>
      </w:r>
      <w:r w:rsidR="00A01D69">
        <w:t>abatabai</w:t>
      </w:r>
    </w:p>
    <w:p w:rsidR="00E33FEE" w:rsidRDefault="00E33FEE" w:rsidP="00CE26A0">
      <w:pPr>
        <w:pStyle w:val="libNormal"/>
      </w:pPr>
      <w:r>
        <w:t>P</w:t>
      </w:r>
      <w:r w:rsidR="00A01D69">
        <w:t>h 1104- sharh al-manzumah by sabzaqari (d. 1289/1872)</w:t>
      </w:r>
    </w:p>
    <w:p w:rsidR="00E33FEE" w:rsidRDefault="00E33FEE" w:rsidP="00CE26A0">
      <w:pPr>
        <w:pStyle w:val="libNormal"/>
      </w:pPr>
      <w:r>
        <w:t>P</w:t>
      </w:r>
      <w:r w:rsidR="00A01D69">
        <w:t>h 1105- nihayat al-hikamah by tabatabai</w:t>
      </w:r>
    </w:p>
    <w:p w:rsidR="00E33FEE" w:rsidRDefault="00E33FEE" w:rsidP="00CE26A0">
      <w:pPr>
        <w:pStyle w:val="libNormal"/>
      </w:pPr>
      <w:r>
        <w:t>P</w:t>
      </w:r>
      <w:r w:rsidR="00A01D69">
        <w:t>h 1106- al-asfar al-arbah by mulla sadra (d. 1050/ 1640)</w:t>
      </w:r>
      <w:r>
        <w:t>. T</w:t>
      </w:r>
      <w:r w:rsidR="00A01D69">
        <w:t>ehran, 1378/1958</w:t>
      </w:r>
    </w:p>
    <w:p w:rsidR="00A01D69" w:rsidRDefault="00E33FEE" w:rsidP="00CE26A0">
      <w:pPr>
        <w:pStyle w:val="libNormal"/>
      </w:pPr>
      <w:r>
        <w:t>P</w:t>
      </w:r>
      <w:r w:rsidR="00A01D69">
        <w:t>h 1107- al-ishrat wil tanby ibn sina (d.428/1037), cario, 1380/1960</w:t>
      </w:r>
    </w:p>
    <w:p w:rsidR="00E33FEE" w:rsidRDefault="00A01D69" w:rsidP="00CE26A0">
      <w:pPr>
        <w:pStyle w:val="libNormal"/>
      </w:pPr>
      <w:r>
        <w:t xml:space="preserve">* this mark indicates subjects by sayyid </w:t>
      </w:r>
      <w:r w:rsidR="00757208">
        <w:t>Muhammad</w:t>
      </w:r>
      <w:r>
        <w:t xml:space="preserve"> </w:t>
      </w:r>
      <w:r w:rsidR="004A0F55">
        <w:t>Husayn</w:t>
      </w:r>
      <w:r>
        <w:t xml:space="preserve"> jalali</w:t>
      </w:r>
    </w:p>
    <w:p w:rsidR="00E33FEE" w:rsidRDefault="00E33FEE" w:rsidP="00CE26A0">
      <w:pPr>
        <w:pStyle w:val="libNormal"/>
      </w:pPr>
      <w:r>
        <w:t>T</w:t>
      </w:r>
      <w:r w:rsidR="00A01D69">
        <w:t>exts editing</w:t>
      </w:r>
    </w:p>
    <w:p w:rsidR="00E33FEE" w:rsidRDefault="00E33FEE" w:rsidP="00CE26A0">
      <w:pPr>
        <w:pStyle w:val="libNormal"/>
      </w:pPr>
      <w:r>
        <w:t>T</w:t>
      </w:r>
      <w:r w:rsidR="00A01D69">
        <w:t xml:space="preserve">his course requires personal attendance, at least one month </w:t>
      </w:r>
      <w:r w:rsidR="004A0F55">
        <w:t>(</w:t>
      </w:r>
      <w:r w:rsidR="00A01D69">
        <w:t>20 hours) of workshop</w:t>
      </w:r>
      <w:r>
        <w:t>. T</w:t>
      </w:r>
      <w:r w:rsidR="00A01D69">
        <w:t>he main text book for this class is :</w:t>
      </w:r>
    </w:p>
    <w:p w:rsidR="00E33FEE" w:rsidRDefault="00E33FEE" w:rsidP="00CE26A0">
      <w:pPr>
        <w:pStyle w:val="libNormal"/>
      </w:pPr>
      <w:r>
        <w:t>A</w:t>
      </w:r>
      <w:r w:rsidR="00A01D69">
        <w:t>mali mustafa jawad drasat wa tahqiqat by m</w:t>
      </w:r>
      <w:r>
        <w:t>. A</w:t>
      </w:r>
      <w:r w:rsidR="00A01D69">
        <w:t>li al hussaini, beirut, lebanon, 1972.</w:t>
      </w:r>
    </w:p>
    <w:p w:rsidR="00A01D69" w:rsidRDefault="00E33FEE" w:rsidP="00CE26A0">
      <w:pPr>
        <w:pStyle w:val="libNormal"/>
      </w:pPr>
      <w:r>
        <w:t>T</w:t>
      </w:r>
      <w:r w:rsidR="00A01D69">
        <w:t>he main goal of this course is to teach how to use different sources of the literature and edit an islamic text for publishing.</w:t>
      </w:r>
    </w:p>
    <w:p w:rsidR="00A01D69" w:rsidRDefault="00A01D69" w:rsidP="00CE26A0">
      <w:pPr>
        <w:pStyle w:val="libNormal"/>
      </w:pPr>
      <w:r>
        <w:t>"who are the ahl-ul-bayt according to the holy qur'an and hadith?"</w:t>
      </w:r>
    </w:p>
    <w:p w:rsidR="00E33FEE" w:rsidRDefault="00A01D69" w:rsidP="00CE26A0">
      <w:pPr>
        <w:pStyle w:val="libNormal"/>
      </w:pPr>
      <w:r>
        <w:t>(a</w:t>
      </w:r>
      <w:r w:rsidR="00E33FEE">
        <w:t>. A</w:t>
      </w:r>
      <w:r>
        <w:t>ziz dukuly</w:t>
      </w:r>
      <w:r w:rsidR="00E33FEE">
        <w:t>. M</w:t>
      </w:r>
      <w:r>
        <w:t>onrovia, liberia)</w:t>
      </w:r>
    </w:p>
    <w:p w:rsidR="001E1339" w:rsidRDefault="00E33FEE" w:rsidP="00CE26A0">
      <w:pPr>
        <w:pStyle w:val="libNormal"/>
      </w:pPr>
      <w:r>
        <w:t>T</w:t>
      </w:r>
      <w:r w:rsidR="00A01D69">
        <w:t>he word "ahl-ul-bayt" refers to the verses of the holy qur'an, "we purify you, the people of the house".(33.33)</w:t>
      </w:r>
      <w:r>
        <w:t>. T</w:t>
      </w:r>
      <w:r w:rsidR="00A01D69">
        <w:t>hough commentators differ on the interpretation of this verse, they all agree on hadith interpretation of the holy qur'an, that explicitly mentions the "ahl-ul-bayt", referring to the family of the prophet(a.)</w:t>
      </w:r>
      <w:r>
        <w:t>. A</w:t>
      </w:r>
      <w:r w:rsidR="00A01D69">
        <w:t>ccording to shi'a and many other scholars, it refers only to family of the prophet(p.)</w:t>
      </w:r>
      <w:r>
        <w:t>. I</w:t>
      </w:r>
      <w:r w:rsidR="00A01D69">
        <w:t>t is probably sufficient to mention the hadith in sahih muslim in vol: 7 p.121</w:t>
      </w:r>
      <w:r>
        <w:t>. M</w:t>
      </w:r>
      <w:r w:rsidR="00A01D69">
        <w:t xml:space="preserve">uslim reports from abi vaqas the following, "the prophet(p.) called ali(a.), fatima(a.), hasan(a.), and </w:t>
      </w:r>
      <w:r w:rsidR="004A0F55">
        <w:t>Husayn</w:t>
      </w:r>
      <w:r w:rsidR="00A01D69">
        <w:t>(a.), then he said, "allahumma ha ula ahly", which means, "o lord! these are my family"</w:t>
      </w:r>
      <w:r>
        <w:t>. T</w:t>
      </w:r>
      <w:r w:rsidR="00A01D69">
        <w:t>his is sufficient to show what is meant by the word "ahl-ul-bayt" in the holy qur'an.</w:t>
      </w:r>
    </w:p>
    <w:p w:rsidR="001E1339" w:rsidRDefault="001E1339" w:rsidP="00591584">
      <w:pPr>
        <w:pStyle w:val="libNormal"/>
      </w:pPr>
      <w:r>
        <w:br w:type="page"/>
      </w:r>
    </w:p>
    <w:p w:rsidR="00FF1E71" w:rsidRPr="00A032B3" w:rsidRDefault="00FF1E71" w:rsidP="00A032B3">
      <w:pPr>
        <w:pStyle w:val="libNormal"/>
      </w:pPr>
      <w:r>
        <w:lastRenderedPageBreak/>
        <w:br w:type="page"/>
      </w:r>
    </w:p>
    <w:p w:rsidR="00E33FEE" w:rsidRPr="001E1339" w:rsidRDefault="00E33FEE" w:rsidP="00FF1E71">
      <w:pPr>
        <w:pStyle w:val="Heading1Center"/>
      </w:pPr>
      <w:bookmarkStart w:id="58" w:name="_Toc491953225"/>
      <w:r>
        <w:lastRenderedPageBreak/>
        <w:t>U</w:t>
      </w:r>
      <w:r w:rsidR="00A01D69">
        <w:t>nity of musli</w:t>
      </w:r>
      <w:r w:rsidR="00A01D69" w:rsidRPr="001E1339">
        <w:t>m</w:t>
      </w:r>
      <w:bookmarkEnd w:id="58"/>
    </w:p>
    <w:p w:rsidR="00E33FEE" w:rsidRDefault="00E33FEE" w:rsidP="001E1339">
      <w:pPr>
        <w:pStyle w:val="libBold1"/>
      </w:pPr>
      <w:r>
        <w:t>S</w:t>
      </w:r>
      <w:r w:rsidR="00A01D69">
        <w:t xml:space="preserve">ayyid </w:t>
      </w:r>
      <w:r w:rsidR="00757208">
        <w:t>Muhammad</w:t>
      </w:r>
      <w:r w:rsidR="00A01D69">
        <w:t xml:space="preserve"> </w:t>
      </w:r>
      <w:r w:rsidR="004A0F55">
        <w:t>Husayn</w:t>
      </w:r>
      <w:r w:rsidR="00A01D69">
        <w:t xml:space="preserve"> jalali</w:t>
      </w:r>
    </w:p>
    <w:p w:rsidR="00E33FEE" w:rsidRDefault="00E33FEE" w:rsidP="00CE26A0">
      <w:pPr>
        <w:pStyle w:val="libNormal"/>
      </w:pPr>
      <w:r>
        <w:t>T</w:t>
      </w:r>
      <w:r w:rsidR="00A01D69">
        <w:t>he main objective of every muslim: "unity of the community"</w:t>
      </w:r>
      <w:r>
        <w:t>. H</w:t>
      </w:r>
      <w:r w:rsidR="00A01D69">
        <w:t>ow can it be obtained?</w:t>
      </w:r>
      <w:r>
        <w:t>. P</w:t>
      </w:r>
      <w:r w:rsidR="00A01D69">
        <w:t>lease suggest a way to resolve differences?. (osman baig, chicago, il.)</w:t>
      </w:r>
    </w:p>
    <w:p w:rsidR="00E33FEE" w:rsidRDefault="00E33FEE" w:rsidP="00CE26A0">
      <w:pPr>
        <w:pStyle w:val="libNormal"/>
      </w:pPr>
      <w:r>
        <w:t>M</w:t>
      </w:r>
      <w:r w:rsidR="00A01D69">
        <w:t>uslims should be united because they worship one god, believe in the same last prophet(p.), read the same holy qur'an, and pray towards one direction (qibla), even though they have different interpretations, and belong to different nationalities</w:t>
      </w:r>
      <w:r>
        <w:t>. I</w:t>
      </w:r>
      <w:r w:rsidR="00A01D69">
        <w:t>n fact, muslims follow the prophet(p.) who established a muslim community, in which all muslims were treated equally, the black bilal, the persian salman, the arab ammar, all were preferred by the prophet(p.) over the arab idol worshippers</w:t>
      </w:r>
      <w:r>
        <w:t>. U</w:t>
      </w:r>
      <w:r w:rsidR="00A01D69">
        <w:t>nfortunately, occasionally enemies of islam try by any means to divide muslims who believe in one book, though they differ in its interpretations</w:t>
      </w:r>
      <w:r>
        <w:t>. I</w:t>
      </w:r>
      <w:r w:rsidR="00A01D69">
        <w:t>ntellectual differences have always existed within other communities as well as the four madhabs in muslim community</w:t>
      </w:r>
      <w:r>
        <w:t>. D</w:t>
      </w:r>
      <w:r w:rsidR="00A01D69">
        <w:t>ifferent opinions and interpretations would not bring any harm as long as one truly seeks truth</w:t>
      </w:r>
      <w:r>
        <w:t>. M</w:t>
      </w:r>
      <w:r w:rsidR="00A01D69">
        <w:t>ost likely, the first is to attain sound and accurate knowledge of islamic history</w:t>
      </w:r>
      <w:r>
        <w:t>. S</w:t>
      </w:r>
      <w:r w:rsidR="00A01D69">
        <w:t>econdly, to apply the basic principle of shura(consensus) in our daily life</w:t>
      </w:r>
      <w:r>
        <w:t>. T</w:t>
      </w:r>
      <w:r w:rsidR="00A01D69">
        <w:t>hen, pray to almighty god to guide us to the straight path</w:t>
      </w:r>
      <w:r>
        <w:t>. S</w:t>
      </w:r>
      <w:r w:rsidR="00A01D69">
        <w:t>hi'a school of thought</w:t>
      </w:r>
    </w:p>
    <w:p w:rsidR="00E33FEE" w:rsidRDefault="00E33FEE" w:rsidP="00CE26A0">
      <w:pPr>
        <w:pStyle w:val="libNormal"/>
      </w:pPr>
      <w:r>
        <w:t>P</w:t>
      </w:r>
      <w:r w:rsidR="00A01D69">
        <w:t>rovide me with historical information on shi'aism and perhaps some literature on some of the leading jurists and thinkers from shi'a school. (a</w:t>
      </w:r>
      <w:r>
        <w:t>. K</w:t>
      </w:r>
      <w:r w:rsidR="00A01D69">
        <w:t>eith thompson, angola, la 70712).</w:t>
      </w:r>
    </w:p>
    <w:p w:rsidR="00E33FEE" w:rsidRDefault="00E33FEE" w:rsidP="00CE26A0">
      <w:pPr>
        <w:pStyle w:val="libNormal"/>
      </w:pPr>
      <w:r>
        <w:t>S</w:t>
      </w:r>
      <w:r w:rsidR="00A01D69">
        <w:t xml:space="preserve">ince the question requires a detailed answer to several questions, the following shall answer some which are commonly asked such as meaning of the prophet </w:t>
      </w:r>
      <w:r w:rsidR="004A0F55">
        <w:t>Muhammad (</w:t>
      </w:r>
      <w:r w:rsidR="00A01D69">
        <w:t>p.), qualification of leadership, infallibility, number of leaders and imam mehdi. (a.) these principles are adhered to by shi'a muslims who served islam with their blood and according to the teachings of the holy qur'an since the beginning of the islamic history</w:t>
      </w:r>
      <w:r>
        <w:t>. W</w:t>
      </w:r>
      <w:r w:rsidR="00A01D69">
        <w:t>e hope the following would answer the question asked on this regard.</w:t>
      </w:r>
    </w:p>
    <w:p w:rsidR="00E33FEE" w:rsidRDefault="00E33FEE" w:rsidP="00CE26A0">
      <w:pPr>
        <w:pStyle w:val="libNormal"/>
      </w:pPr>
      <w:r>
        <w:t>S</w:t>
      </w:r>
      <w:r w:rsidR="00A01D69">
        <w:t>hi'a, a school of thought in islam, consists in different regions of the world since the beginning of the islamic history</w:t>
      </w:r>
      <w:r>
        <w:t>. H</w:t>
      </w:r>
      <w:r w:rsidR="00A01D69">
        <w:t>istorians differ in the actual date on which this school appeared</w:t>
      </w:r>
      <w:r>
        <w:t>. S</w:t>
      </w:r>
      <w:r w:rsidR="00A01D69">
        <w:t>ome say it was on 15th shaban 41st a.h</w:t>
      </w:r>
      <w:r>
        <w:t>. W</w:t>
      </w:r>
      <w:r w:rsidR="00A01D69">
        <w:t>hen the grandson of the prophet (p.), imam hasan (a.) had a treaty with mu'awiya, some say it was after the tragedy of karbala 10th muharram 61st a.h</w:t>
      </w:r>
      <w:r>
        <w:t>. A</w:t>
      </w:r>
      <w:r w:rsidR="00A01D69">
        <w:t>nd other say it was on 18th zul hijjah 10 a.h</w:t>
      </w:r>
      <w:r>
        <w:t>. T</w:t>
      </w:r>
      <w:r w:rsidR="00A01D69">
        <w:t>he day called "ghadir"</w:t>
      </w:r>
      <w:r>
        <w:t>. T</w:t>
      </w:r>
      <w:r w:rsidR="00A01D69">
        <w:t>his opinion, in fact, presents the shi'a point of view</w:t>
      </w:r>
      <w:r>
        <w:t>. I</w:t>
      </w:r>
      <w:r w:rsidR="00A01D69">
        <w:t>t is most likely that shi'a school, like any other schools, went through different stages from purely intellectual to social and political stages.</w:t>
      </w:r>
    </w:p>
    <w:p w:rsidR="00A01D69" w:rsidRDefault="00E33FEE" w:rsidP="00CE26A0">
      <w:pPr>
        <w:pStyle w:val="libNormal"/>
      </w:pPr>
      <w:r>
        <w:t>T</w:t>
      </w:r>
      <w:r w:rsidR="00A01D69">
        <w:t>herefore, during the time of the prophet (p.), it seemed natural that whoever had relatives killed by imam ali (a.) before accepting islam did not like him because imam ali (a.) killed their ancestors during the time of the prophet (p.)</w:t>
      </w:r>
      <w:r>
        <w:t>. T</w:t>
      </w:r>
      <w:r w:rsidR="00A01D69">
        <w:t xml:space="preserve">hus, shi'aism was born intellectually during the time of the prophet </w:t>
      </w:r>
      <w:r w:rsidR="004A0F55">
        <w:t xml:space="preserve">Muhammad </w:t>
      </w:r>
      <w:r w:rsidR="00A01D69">
        <w:t>(p.) as well as anti-shi'aisms and hypocrites who without a doubt existed as the holy qur'an has a chapter on hypocrites during that time</w:t>
      </w:r>
      <w:r>
        <w:t>. T</w:t>
      </w:r>
      <w:r w:rsidR="00A01D69">
        <w:t xml:space="preserve">hen, the political stage came when imam ali (a.) stated his opinion on the leadership and the system which should only follow the teaching of the holy qur'an and the traditions of the prophet (p.) and no one </w:t>
      </w:r>
      <w:r w:rsidR="00A01D69">
        <w:lastRenderedPageBreak/>
        <w:t>else</w:t>
      </w:r>
      <w:r>
        <w:t>. F</w:t>
      </w:r>
      <w:r w:rsidR="00A01D69">
        <w:t xml:space="preserve">inally, the political stage reached its climax at the time of imam hasan (a.) who had to agree on treaty and consequently when the treaty was broken, the political stage ended in the martyrdom of imam </w:t>
      </w:r>
      <w:r w:rsidR="004A0F55">
        <w:t>Husayn</w:t>
      </w:r>
      <w:r w:rsidR="00A01D69">
        <w:t xml:space="preserve"> (a.) at karbala iraq, which is annually commemorated on ashura * as the sign of muslim struggle for the teachings of the holy qur'an.</w:t>
      </w:r>
    </w:p>
    <w:p w:rsidR="00D33510" w:rsidRDefault="00D33510" w:rsidP="00D33510">
      <w:pPr>
        <w:pStyle w:val="libNormal"/>
      </w:pPr>
      <w:r>
        <w:br w:type="page"/>
      </w:r>
    </w:p>
    <w:p w:rsidR="00E33FEE" w:rsidRDefault="00A01D69" w:rsidP="00D33510">
      <w:pPr>
        <w:pStyle w:val="Heading1Center"/>
      </w:pPr>
      <w:bookmarkStart w:id="59" w:name="_Toc491953226"/>
      <w:r>
        <w:lastRenderedPageBreak/>
        <w:t>Meaning of Shi'a?</w:t>
      </w:r>
      <w:bookmarkEnd w:id="59"/>
    </w:p>
    <w:p w:rsidR="00E33FEE" w:rsidRDefault="00E33FEE" w:rsidP="00CE26A0">
      <w:pPr>
        <w:pStyle w:val="libNormal"/>
      </w:pPr>
      <w:r>
        <w:t>T</w:t>
      </w:r>
      <w:r w:rsidR="00A01D69">
        <w:t>he word "shia" in arabic means "follower"</w:t>
      </w:r>
      <w:r>
        <w:t>. T</w:t>
      </w:r>
      <w:r w:rsidR="00A01D69">
        <w:t>herefore, the followers of imam ali (a.), as an imam after the prophet (p.), were called "shia"</w:t>
      </w:r>
      <w:r>
        <w:t>. S</w:t>
      </w:r>
      <w:r w:rsidR="00A01D69">
        <w:t>hi'a consider the life of imam ali (a.) in total accordance with islamic teachings; he implemented the holy qur'an in his life</w:t>
      </w:r>
      <w:r>
        <w:t>. H</w:t>
      </w:r>
      <w:r w:rsidR="00A01D69">
        <w:t>e was very close to the prophet (p.)</w:t>
      </w:r>
      <w:r>
        <w:t>. H</w:t>
      </w:r>
      <w:r w:rsidR="00A01D69">
        <w:t>e was fully aware of the holy qur'an and the teachings of the prophet (p.)</w:t>
      </w:r>
      <w:r>
        <w:t>. O</w:t>
      </w:r>
      <w:r w:rsidR="00A01D69">
        <w:t>n one occasion he said, "i used to follow the prophet (p.) as a child who follows the parents".</w:t>
      </w:r>
    </w:p>
    <w:p w:rsidR="00E33FEE" w:rsidRDefault="00E33FEE" w:rsidP="004A0F55">
      <w:pPr>
        <w:pStyle w:val="libNormal"/>
      </w:pPr>
      <w:r>
        <w:t>T</w:t>
      </w:r>
      <w:r w:rsidR="00A01D69">
        <w:t>herefore, all muslims historians report that he was the most knowledgeable person on the holy qur'an and the prophet (p.)</w:t>
      </w:r>
      <w:r>
        <w:t>. W</w:t>
      </w:r>
      <w:r w:rsidR="00A01D69">
        <w:t>hen ata, a companion of the prophet (p.) was asked who was the most knowledgeable person beside ali (a.) among the companions, he said, "i swear by god, i do not know anybody beside ali"</w:t>
      </w:r>
      <w:r>
        <w:t>. S</w:t>
      </w:r>
      <w:r w:rsidR="00A01D69">
        <w:t>ee isabe vol :3 p 1104</w:t>
      </w:r>
      <w:r>
        <w:t>. F</w:t>
      </w:r>
      <w:r w:rsidR="00A01D69">
        <w:t xml:space="preserve">or these and other reasons, shi'a took imam ali (a.) as their leader for interpretation of the holy qur'an and prophet </w:t>
      </w:r>
      <w:r w:rsidR="004A0F55">
        <w:t>M</w:t>
      </w:r>
      <w:r w:rsidR="00A01D69">
        <w:t>uhammad's (p.) tradition.</w:t>
      </w:r>
    </w:p>
    <w:p w:rsidR="00E33FEE" w:rsidRDefault="00E33FEE" w:rsidP="00CE26A0">
      <w:pPr>
        <w:pStyle w:val="libNormal"/>
      </w:pPr>
      <w:r>
        <w:t>W</w:t>
      </w:r>
      <w:r w:rsidR="00A01D69">
        <w:t>a assalam alaykum</w:t>
      </w:r>
    </w:p>
    <w:p w:rsidR="001E1339" w:rsidRDefault="001E1339" w:rsidP="00591584">
      <w:pPr>
        <w:pStyle w:val="libNormal"/>
      </w:pPr>
      <w:r>
        <w:br w:type="page"/>
      </w:r>
    </w:p>
    <w:p w:rsidR="00E33FEE" w:rsidRDefault="00E33FEE" w:rsidP="001E1339">
      <w:pPr>
        <w:pStyle w:val="Heading1Center"/>
      </w:pPr>
      <w:bookmarkStart w:id="60" w:name="_Toc491953227"/>
      <w:r>
        <w:lastRenderedPageBreak/>
        <w:t>S</w:t>
      </w:r>
      <w:r w:rsidR="00A01D69">
        <w:t>hi'a basic beliefs</w:t>
      </w:r>
      <w:bookmarkEnd w:id="60"/>
    </w:p>
    <w:p w:rsidR="00A01D69" w:rsidRDefault="00E33FEE" w:rsidP="00CE26A0">
      <w:pPr>
        <w:pStyle w:val="libNormal"/>
      </w:pPr>
      <w:r>
        <w:t>S</w:t>
      </w:r>
      <w:r w:rsidR="00A01D69">
        <w:t>hi'a believe in five principles :</w:t>
      </w:r>
    </w:p>
    <w:p w:rsidR="00A01D69" w:rsidRDefault="00A01D69" w:rsidP="00CE26A0">
      <w:pPr>
        <w:pStyle w:val="libNormal"/>
      </w:pPr>
      <w:r>
        <w:t>1) tawheed (unity of god): the holy qur'an says,</w:t>
      </w:r>
    </w:p>
    <w:p w:rsidR="00A01D69" w:rsidRDefault="00A01D69" w:rsidP="00CE26A0">
      <w:pPr>
        <w:pStyle w:val="libNormal"/>
      </w:pPr>
      <w:r>
        <w:t>"indeed your lord is one</w:t>
      </w:r>
      <w:r w:rsidR="00E33FEE">
        <w:t>. T</w:t>
      </w:r>
      <w:r>
        <w:t>he lord of heaven and earth and what is in between ". (37:4-5)</w:t>
      </w:r>
    </w:p>
    <w:p w:rsidR="00A01D69" w:rsidRDefault="00A01D69" w:rsidP="00CE26A0">
      <w:pPr>
        <w:pStyle w:val="libNormal"/>
      </w:pPr>
      <w:r>
        <w:t>2) nabuwwa (prophethood) : the god has sent prophets to guide humans to the right path</w:t>
      </w:r>
      <w:r w:rsidR="00E33FEE">
        <w:t>. F</w:t>
      </w:r>
      <w:r>
        <w:t xml:space="preserve">irst of them was adam (a.) and the last one is </w:t>
      </w:r>
      <w:r w:rsidR="004A0F55">
        <w:t>Muhammad (</w:t>
      </w:r>
      <w:r>
        <w:t>p.)</w:t>
      </w:r>
      <w:r w:rsidR="00E33FEE">
        <w:t>. T</w:t>
      </w:r>
      <w:r>
        <w:t>he holy qur'an says, "o' prophet ! we have sent you as a witness who brings good news and warn evil and calls to allah's order". (33 :45)</w:t>
      </w:r>
    </w:p>
    <w:p w:rsidR="00E33FEE" w:rsidRDefault="00A01D69" w:rsidP="00CE26A0">
      <w:pPr>
        <w:pStyle w:val="libNormal"/>
      </w:pPr>
      <w:r>
        <w:t>3) qiyamma (resurrection): the god resurrects people after death and rewards good people and punishes the bad doers</w:t>
      </w:r>
      <w:r w:rsidR="00E33FEE">
        <w:t>. T</w:t>
      </w:r>
      <w:r>
        <w:t>he holy qur'an says, " he is the one who created people and he will resurrect them</w:t>
      </w:r>
      <w:r w:rsidR="00E33FEE">
        <w:t>. I</w:t>
      </w:r>
      <w:r>
        <w:t xml:space="preserve">t is easier for him ". </w:t>
      </w:r>
      <w:r w:rsidR="004A0F55">
        <w:t>(</w:t>
      </w:r>
      <w:r>
        <w:t>30 : 27)</w:t>
      </w:r>
    </w:p>
    <w:p w:rsidR="00A01D69" w:rsidRDefault="00E33FEE" w:rsidP="00CE26A0">
      <w:pPr>
        <w:pStyle w:val="libNormal"/>
      </w:pPr>
      <w:r>
        <w:t>W</w:t>
      </w:r>
      <w:r w:rsidR="00A01D69">
        <w:t>hoever denies one of these principles would not be considered a member of muslim community</w:t>
      </w:r>
      <w:r>
        <w:t>. H</w:t>
      </w:r>
      <w:r w:rsidR="00A01D69">
        <w:t>owever, the following two principles distinguish the shi'a</w:t>
      </w:r>
      <w:r>
        <w:t>. W</w:t>
      </w:r>
      <w:r w:rsidR="00A01D69">
        <w:t>hoever denies them would not be a shi'a, though he is a muslim.</w:t>
      </w:r>
    </w:p>
    <w:p w:rsidR="00A01D69" w:rsidRDefault="00A01D69" w:rsidP="00CE26A0">
      <w:pPr>
        <w:pStyle w:val="libNormal"/>
      </w:pPr>
      <w:r>
        <w:t xml:space="preserve">4)' adl </w:t>
      </w:r>
      <w:r w:rsidR="004A0F55">
        <w:t>(</w:t>
      </w:r>
      <w:r>
        <w:t>justice): the god is not in need of anything</w:t>
      </w:r>
      <w:r w:rsidR="00E33FEE">
        <w:t>. S</w:t>
      </w:r>
      <w:r>
        <w:t>o he does not treat anybody unjustly</w:t>
      </w:r>
      <w:r w:rsidR="00E33FEE">
        <w:t>. O</w:t>
      </w:r>
      <w:r>
        <w:t>nly a needy person can be unjust</w:t>
      </w:r>
      <w:r w:rsidR="00E33FEE">
        <w:t>. T</w:t>
      </w:r>
      <w:r>
        <w:t>he holy qur'an says, "god does not treat people unjustly, but people treat themselves unjustly". (10:44)</w:t>
      </w:r>
    </w:p>
    <w:p w:rsidR="00E33FEE" w:rsidRDefault="00A01D69" w:rsidP="00CE26A0">
      <w:pPr>
        <w:pStyle w:val="libNormal"/>
      </w:pPr>
      <w:r>
        <w:t>5) imama (leadership) : the prophet (p.) always looked after the interest of islam and muslims</w:t>
      </w:r>
      <w:r w:rsidR="00E33FEE">
        <w:t>. H</w:t>
      </w:r>
      <w:r>
        <w:t>e could not leave his people without an appointed successor for leadership of the islamic society</w:t>
      </w:r>
      <w:r w:rsidR="00E33FEE">
        <w:t>. T</w:t>
      </w:r>
      <w:r>
        <w:t>he leader cannot be unjust</w:t>
      </w:r>
      <w:r w:rsidR="00E33FEE">
        <w:t>. T</w:t>
      </w:r>
      <w:r>
        <w:t>he holy qur'an says to prophet ibrahim (a.), " i appoint you a leader", ibrahim said, " what about my descendants"? god said, " an unjust people cannot reach my promise". (2 :124)</w:t>
      </w:r>
    </w:p>
    <w:p w:rsidR="00A01D69" w:rsidRDefault="00E33FEE" w:rsidP="00CE26A0">
      <w:pPr>
        <w:pStyle w:val="libNormal"/>
      </w:pPr>
      <w:r>
        <w:t>T</w:t>
      </w:r>
      <w:r w:rsidR="00A01D69">
        <w:t>hese five principles are called usul-ud-din which means articles of faith.</w:t>
      </w:r>
    </w:p>
    <w:p w:rsidR="00E33FEE" w:rsidRDefault="00A01D69" w:rsidP="00CE26A0">
      <w:pPr>
        <w:pStyle w:val="libNormal"/>
      </w:pPr>
      <w:r>
        <w:t xml:space="preserve">Succession to the prophet </w:t>
      </w:r>
      <w:r w:rsidR="004A0F55">
        <w:t>Muhammad (</w:t>
      </w:r>
      <w:r>
        <w:t>p.)</w:t>
      </w:r>
    </w:p>
    <w:p w:rsidR="00A01D69" w:rsidRDefault="00E33FEE" w:rsidP="00CE26A0">
      <w:pPr>
        <w:pStyle w:val="libNormal"/>
      </w:pPr>
      <w:r>
        <w:t>S</w:t>
      </w:r>
      <w:r w:rsidR="00A01D69">
        <w:t xml:space="preserve">hi'a believe that someone should have been appointed by the prophet </w:t>
      </w:r>
      <w:r w:rsidR="004A0F55">
        <w:t>Muhammad (</w:t>
      </w:r>
      <w:r w:rsidR="00A01D69">
        <w:t>p.) to lead the muslims to the right path</w:t>
      </w:r>
      <w:r>
        <w:t>. T</w:t>
      </w:r>
      <w:r w:rsidR="00A01D69">
        <w:t>herefore, the prophet (p.) did not leave this world without such an appointment</w:t>
      </w:r>
      <w:r>
        <w:t>. N</w:t>
      </w:r>
      <w:r w:rsidR="00A01D69">
        <w:t>o wise leader would do so; every leader has someone to carry his message after him</w:t>
      </w:r>
      <w:r>
        <w:t>. T</w:t>
      </w:r>
      <w:r w:rsidR="00A01D69">
        <w:t>herefore, in the case of the prophet (p.), according to shi'a, he appointed imam ali (a.) as his successor</w:t>
      </w:r>
      <w:r>
        <w:t>. I</w:t>
      </w:r>
      <w:r w:rsidR="00A01D69">
        <w:t>t is impossible to say that the prophet (p.) ignored this important matter</w:t>
      </w:r>
      <w:r>
        <w:t>. I</w:t>
      </w:r>
      <w:r w:rsidR="00A01D69">
        <w:t xml:space="preserve">n addition, it was not possible for muslims to ask the prophet (p.) about minor things but forget such an important matter while they used to read holy qur'an addressing the prophet </w:t>
      </w:r>
      <w:r w:rsidR="004A0F55">
        <w:t>Muhammad (</w:t>
      </w:r>
      <w:r w:rsidR="00A01D69">
        <w:t>p.) explained this</w:t>
      </w:r>
      <w:r>
        <w:t>. A</w:t>
      </w:r>
      <w:r w:rsidR="00A01D69">
        <w:t>mong them are the following reports.</w:t>
      </w:r>
    </w:p>
    <w:p w:rsidR="00E33FEE" w:rsidRDefault="00A01D69" w:rsidP="00CE26A0">
      <w:pPr>
        <w:pStyle w:val="libNormal"/>
      </w:pPr>
      <w:r>
        <w:t>1</w:t>
      </w:r>
      <w:r w:rsidR="00E33FEE">
        <w:t>. H</w:t>
      </w:r>
      <w:r>
        <w:t>adith-ul-manzila : when the prophet (p.) went to tabuk in the 9th year a.h., he left imam ali (a.) in madina and said " wouldn't you like to be to me as haroon (a.) was to moses (a.)?" sahih bukhari vol :5 p. 24, cairo</w:t>
      </w:r>
      <w:r w:rsidR="00E33FEE">
        <w:t>. S</w:t>
      </w:r>
      <w:r>
        <w:t>ahih muslim adds to this report the following phrase, " but there would be no prophet after me "</w:t>
      </w:r>
      <w:r w:rsidR="00E33FEE">
        <w:t>. S</w:t>
      </w:r>
      <w:r>
        <w:t>ahih muslim vol : 7 p. 120, cairo</w:t>
      </w:r>
      <w:r w:rsidR="00E33FEE">
        <w:t>. T</w:t>
      </w:r>
      <w:r>
        <w:t xml:space="preserve">he prophet </w:t>
      </w:r>
      <w:r w:rsidR="004A0F55">
        <w:t>Muhammad (</w:t>
      </w:r>
      <w:r>
        <w:t>p.), in this report, appointed imam ali (a.) as moses (a.) appointed haroon (a.)</w:t>
      </w:r>
      <w:r w:rsidR="00E33FEE">
        <w:t>. T</w:t>
      </w:r>
      <w:r>
        <w:t>he holy qur'an defines the relationship between haroon (a.) and moses (a.) as follows :</w:t>
      </w:r>
    </w:p>
    <w:p w:rsidR="00A01D69" w:rsidRDefault="00E33FEE" w:rsidP="00CE26A0">
      <w:pPr>
        <w:pStyle w:val="libNormal"/>
      </w:pPr>
      <w:r>
        <w:t>A</w:t>
      </w:r>
      <w:r w:rsidR="00A01D69">
        <w:t>)</w:t>
      </w:r>
      <w:r>
        <w:t>. S</w:t>
      </w:r>
      <w:r w:rsidR="00A01D69">
        <w:t>uccession : the holy qur'an says,</w:t>
      </w:r>
    </w:p>
    <w:p w:rsidR="00E33FEE" w:rsidRDefault="00A01D69" w:rsidP="00CE26A0">
      <w:pPr>
        <w:pStyle w:val="libNormal"/>
      </w:pPr>
      <w:r>
        <w:lastRenderedPageBreak/>
        <w:t>" moses says to his brother haroon, succeed me among my people and righteous and do not follow the way or mischievous people". (7 :142).</w:t>
      </w:r>
    </w:p>
    <w:p w:rsidR="00A01D69" w:rsidRDefault="00E33FEE" w:rsidP="00CE26A0">
      <w:pPr>
        <w:pStyle w:val="libNormal"/>
      </w:pPr>
      <w:r>
        <w:t>B</w:t>
      </w:r>
      <w:r w:rsidR="00A01D69">
        <w:t>)</w:t>
      </w:r>
      <w:r>
        <w:t>. H</w:t>
      </w:r>
      <w:r w:rsidR="00A01D69">
        <w:t>elp : the holy qur'an says,</w:t>
      </w:r>
    </w:p>
    <w:p w:rsidR="00E33FEE" w:rsidRDefault="00A01D69" w:rsidP="00CE26A0">
      <w:pPr>
        <w:pStyle w:val="libNormal"/>
      </w:pPr>
      <w:r>
        <w:t>" amid appoint for me a helper from my family, haroon my brother ". (20 :29-30).</w:t>
      </w:r>
    </w:p>
    <w:p w:rsidR="00E33FEE" w:rsidRDefault="00E33FEE" w:rsidP="00CE26A0">
      <w:pPr>
        <w:pStyle w:val="libNormal"/>
      </w:pPr>
      <w:r>
        <w:t>C</w:t>
      </w:r>
      <w:r w:rsidR="00A01D69">
        <w:t>)</w:t>
      </w:r>
      <w:r>
        <w:t>. C</w:t>
      </w:r>
      <w:r w:rsidR="00A01D69">
        <w:t xml:space="preserve">onsultant : the holy qur'an says, " and consult him in my affairs ". </w:t>
      </w:r>
      <w:r w:rsidR="004A0F55">
        <w:t>(</w:t>
      </w:r>
      <w:r w:rsidR="00A01D69">
        <w:t>20-32).</w:t>
      </w:r>
    </w:p>
    <w:p w:rsidR="00A01D69" w:rsidRDefault="00E33FEE" w:rsidP="00CE26A0">
      <w:pPr>
        <w:pStyle w:val="libNormal"/>
      </w:pPr>
      <w:r>
        <w:t>T</w:t>
      </w:r>
      <w:r w:rsidR="00A01D69">
        <w:t>herefore, all of the mentioned in the holy qur'an should be for imam ali (a.) as it was for haroon. 2</w:t>
      </w:r>
      <w:r>
        <w:t>. H</w:t>
      </w:r>
      <w:r w:rsidR="00A01D69">
        <w:t>adith-ul-thaqalain : the prophet (p.) said, " o, people ! i am a human being, i am going to die and i leave two valuable things among you, one is the book of allah, in it you find guidance and light "</w:t>
      </w:r>
      <w:r>
        <w:t>. T</w:t>
      </w:r>
      <w:r w:rsidR="00A01D69">
        <w:t>hen said, " and my family (ahl-ul-bayt), i remind you, the ahl-ul-bayt three times"</w:t>
      </w:r>
      <w:r>
        <w:t>. S</w:t>
      </w:r>
      <w:r w:rsidR="00A01D69">
        <w:t>ee sahih muslim vol :7 p. 121.</w:t>
      </w:r>
    </w:p>
    <w:p w:rsidR="00A01D69" w:rsidRDefault="00A01D69" w:rsidP="00CE26A0">
      <w:pPr>
        <w:pStyle w:val="libNormal"/>
      </w:pPr>
      <w:r>
        <w:t>3</w:t>
      </w:r>
      <w:r w:rsidR="00E33FEE">
        <w:t>. H</w:t>
      </w:r>
      <w:r>
        <w:t>adith-ul-ghadir : it is a place between mecca and madina in which the prophet (p.) gave a ceremony on 18th dhul hijjah 10th a.h</w:t>
      </w:r>
      <w:r w:rsidR="00E33FEE">
        <w:t>. Z</w:t>
      </w:r>
      <w:r>
        <w:t>aid ibn arqam says that we went with the prophet (p.) to the valley called vadi khum *</w:t>
      </w:r>
      <w:r w:rsidR="00E33FEE">
        <w:t>. H</w:t>
      </w:r>
      <w:r>
        <w:t>e asked us to pray, then he gave a speech in which he said, " don't you know, don't you witness that i am the leader of every believer "? they replied, "yes"</w:t>
      </w:r>
      <w:r w:rsidR="00E33FEE">
        <w:t>. T</w:t>
      </w:r>
      <w:r>
        <w:t>hen he said, " whomever i an the leader of , ali (a.) would be his leader</w:t>
      </w:r>
      <w:r w:rsidR="00E33FEE">
        <w:t>. O</w:t>
      </w:r>
      <w:r>
        <w:t>' lord ! be enemy of his enemy and be helper of his followers "</w:t>
      </w:r>
      <w:r w:rsidR="00E33FEE">
        <w:t>. S</w:t>
      </w:r>
      <w:r>
        <w:t>ee musnad ahmed bin hanbal vol : 4 p. 372.</w:t>
      </w:r>
    </w:p>
    <w:p w:rsidR="00FF1E71" w:rsidRPr="00A032B3" w:rsidRDefault="00FF1E71" w:rsidP="00A032B3">
      <w:pPr>
        <w:pStyle w:val="libNormal"/>
      </w:pPr>
      <w:r>
        <w:br w:type="page"/>
      </w:r>
    </w:p>
    <w:p w:rsidR="00E33FEE" w:rsidRPr="001E1339" w:rsidRDefault="00A01D69" w:rsidP="00FF1E71">
      <w:pPr>
        <w:pStyle w:val="Heading1Center"/>
      </w:pPr>
      <w:bookmarkStart w:id="61" w:name="_Toc491953228"/>
      <w:r>
        <w:lastRenderedPageBreak/>
        <w:t>Qualification of leadershi</w:t>
      </w:r>
      <w:r w:rsidRPr="001E1339">
        <w:t>p</w:t>
      </w:r>
      <w:bookmarkEnd w:id="61"/>
    </w:p>
    <w:p w:rsidR="00A01D69" w:rsidRDefault="00E33FEE" w:rsidP="00CE26A0">
      <w:pPr>
        <w:pStyle w:val="libNormal"/>
      </w:pPr>
      <w:r>
        <w:t>Q</w:t>
      </w:r>
      <w:r w:rsidR="00A01D69">
        <w:t>ualification for leadership are as follows :</w:t>
      </w:r>
    </w:p>
    <w:p w:rsidR="00A01D69" w:rsidRDefault="00A01D69" w:rsidP="00CE26A0">
      <w:pPr>
        <w:pStyle w:val="libNormal"/>
      </w:pPr>
      <w:r>
        <w:t xml:space="preserve">1.) the leadership in islam during the prophet </w:t>
      </w:r>
      <w:r w:rsidR="004A0F55">
        <w:t>Muhammad (</w:t>
      </w:r>
      <w:r>
        <w:t>p) was both for religion and daily matters</w:t>
      </w:r>
      <w:r w:rsidR="00E33FEE">
        <w:t>. M</w:t>
      </w:r>
      <w:r>
        <w:t>ost important qualifications were knowledge and justice</w:t>
      </w:r>
      <w:r w:rsidR="00E33FEE">
        <w:t>. T</w:t>
      </w:r>
      <w:r>
        <w:t>here is no value for blood relationship nor age in islam</w:t>
      </w:r>
      <w:r w:rsidR="00E33FEE">
        <w:t>. T</w:t>
      </w:r>
      <w:r>
        <w:t xml:space="preserve">herefore, we see prophet </w:t>
      </w:r>
      <w:r w:rsidR="004A0F55">
        <w:t>Muhammad (</w:t>
      </w:r>
      <w:r>
        <w:t>p.) appointed osama bin zaid who was 20 years old as a leader for the islamic army</w:t>
      </w:r>
      <w:r w:rsidR="00E33FEE">
        <w:t>. T</w:t>
      </w:r>
      <w:r>
        <w:t xml:space="preserve">he prophet (p.) ordered all his older companions to follow osama because prophet </w:t>
      </w:r>
      <w:r w:rsidR="004A0F55">
        <w:t>Muhammad (</w:t>
      </w:r>
      <w:r>
        <w:t>p.) found in him the qualification of knowledge and justice</w:t>
      </w:r>
      <w:r w:rsidR="00E33FEE">
        <w:t>. T</w:t>
      </w:r>
      <w:r>
        <w:t xml:space="preserve">he prophet </w:t>
      </w:r>
      <w:r w:rsidR="004A0F55">
        <w:t>Muhammad (</w:t>
      </w:r>
      <w:r>
        <w:t>p.) did not care about the age</w:t>
      </w:r>
      <w:r w:rsidR="00E33FEE">
        <w:t>. T</w:t>
      </w:r>
      <w:r>
        <w:t>herefore, shi'a believe that the question of age which was brought against imam ali (a.) was not valid at all</w:t>
      </w:r>
      <w:r w:rsidR="00E33FEE">
        <w:t>. F</w:t>
      </w:r>
      <w:r>
        <w:t>urther, during the islamic history until 1339 a.h</w:t>
      </w:r>
      <w:r w:rsidR="00E33FEE">
        <w:t>. M</w:t>
      </w:r>
      <w:r>
        <w:t>ost of a leader as a required qualification for leadership.</w:t>
      </w:r>
    </w:p>
    <w:p w:rsidR="00E33FEE" w:rsidRDefault="00A01D69" w:rsidP="00CE26A0">
      <w:pPr>
        <w:pStyle w:val="libNormal"/>
      </w:pPr>
      <w:r>
        <w:t>2.) infallibility : the other qualification is justice</w:t>
      </w:r>
      <w:r w:rsidR="00E33FEE">
        <w:t>. A</w:t>
      </w:r>
      <w:r>
        <w:t>ccording to shi'a principle, the leader should be just</w:t>
      </w:r>
      <w:r w:rsidR="00E33FEE">
        <w:t>. T</w:t>
      </w:r>
      <w:r>
        <w:t xml:space="preserve">he holy qur'an says to ibrahim (a.), " unjust people cannot reach my promise ". (2 : 124) the holy qur'an says " who does not repent is unjust " </w:t>
      </w:r>
      <w:r w:rsidR="00E33FEE">
        <w:t>. T</w:t>
      </w:r>
      <w:r>
        <w:t>herefore, every wrong doer is unjust</w:t>
      </w:r>
      <w:r w:rsidR="00E33FEE">
        <w:t>. T</w:t>
      </w:r>
      <w:r>
        <w:t xml:space="preserve">he prophet </w:t>
      </w:r>
      <w:r w:rsidR="004A0F55">
        <w:t>Muhammad (</w:t>
      </w:r>
      <w:r>
        <w:t>p.) brought the message of islam completely during his life</w:t>
      </w:r>
      <w:r w:rsidR="00E33FEE">
        <w:t>. T</w:t>
      </w:r>
      <w:r>
        <w:t xml:space="preserve">he holy qur'an says, " today we have completed your religion " </w:t>
      </w:r>
      <w:r w:rsidR="004A0F55">
        <w:t>(</w:t>
      </w:r>
      <w:r>
        <w:t>5: 3).</w:t>
      </w:r>
    </w:p>
    <w:p w:rsidR="00A01D69" w:rsidRDefault="00E33FEE" w:rsidP="00CE26A0">
      <w:pPr>
        <w:pStyle w:val="libNormal"/>
      </w:pPr>
      <w:r>
        <w:t>T</w:t>
      </w:r>
      <w:r w:rsidR="00A01D69">
        <w:t>herefore, no one has the right to add anything to islamic principle</w:t>
      </w:r>
      <w:r>
        <w:t>. R</w:t>
      </w:r>
      <w:r w:rsidR="00A01D69">
        <w:t>ather everyone should apply qur'anic teachings to his life</w:t>
      </w:r>
      <w:r>
        <w:t>. I</w:t>
      </w:r>
      <w:r w:rsidR="00A01D69">
        <w:t>nfallibility of an imam is nothing but to adhere to his duty as leader</w:t>
      </w:r>
      <w:r>
        <w:t>. I</w:t>
      </w:r>
      <w:r w:rsidR="00A01D69">
        <w:t>mam ali (a.) says, " how can i be called a commander of faithfuls and not share with them their difficulties of life"</w:t>
      </w:r>
      <w:r>
        <w:t>. T</w:t>
      </w:r>
      <w:r w:rsidR="00A01D69">
        <w:t>he ahl-ul-bayt followed the prophet (p.) who said, " i am not but a human being like you "</w:t>
      </w:r>
      <w:r>
        <w:t>. I</w:t>
      </w:r>
      <w:r w:rsidR="00A01D69">
        <w:t>n short, infallibility is adhere to the principle of leadership as it is explained by the islamic teachings.</w:t>
      </w:r>
    </w:p>
    <w:p w:rsidR="00E33FEE" w:rsidRDefault="00A01D69" w:rsidP="00CE26A0">
      <w:pPr>
        <w:pStyle w:val="libNormal"/>
      </w:pPr>
      <w:r>
        <w:t>Meaning of Shi'a?</w:t>
      </w:r>
    </w:p>
    <w:p w:rsidR="00A01D69" w:rsidRDefault="00E33FEE" w:rsidP="00CE26A0">
      <w:pPr>
        <w:pStyle w:val="libNormal"/>
      </w:pPr>
      <w:r>
        <w:t>T</w:t>
      </w:r>
      <w:r w:rsidR="00A01D69">
        <w:t>he qualification of a leader can be fully understood but by the previous leader</w:t>
      </w:r>
      <w:r>
        <w:t>. T</w:t>
      </w:r>
      <w:r w:rsidR="00A01D69">
        <w:t xml:space="preserve">herefore, the prophet </w:t>
      </w:r>
      <w:r w:rsidR="004A0F55">
        <w:t>Muhammad (</w:t>
      </w:r>
      <w:r w:rsidR="00A01D69">
        <w:t>p.) appointed imam ali (a.) and each imam appointed the imam after him</w:t>
      </w:r>
      <w:r>
        <w:t>. T</w:t>
      </w:r>
      <w:r w:rsidR="00A01D69">
        <w:t>he first imam is imam ali (a.) and the last imam medhi (a.)</w:t>
      </w:r>
      <w:r>
        <w:t>. T</w:t>
      </w:r>
      <w:r w:rsidR="00A01D69">
        <w:t>he prophet (p.) mentioned twelve leaders to come after him</w:t>
      </w:r>
      <w:r>
        <w:t>. B</w:t>
      </w:r>
      <w:r w:rsidR="00A01D69">
        <w:t>ukhari reports that jabir bin samra said, " i heard the prophet (p.) saying there will be twelve leaders all are from quraish "</w:t>
      </w:r>
      <w:r>
        <w:t>. S</w:t>
      </w:r>
      <w:r w:rsidR="00A01D69">
        <w:t>ahih bukhari vol : 9 p 101, sahih muslim vol : 6 p 3 and this number agrees with the twelve imams (a.)</w:t>
      </w:r>
      <w:r>
        <w:t>. I</w:t>
      </w:r>
      <w:r w:rsidR="00A01D69">
        <w:t>t is obvious that political leadership cannot be justified in numbers because as long as there is life, there would be leadership</w:t>
      </w:r>
      <w:r>
        <w:t>. T</w:t>
      </w:r>
      <w:r w:rsidR="00A01D69">
        <w:t>herefore, the number should be explained in the spiritual leadership</w:t>
      </w:r>
      <w:r>
        <w:t>. T</w:t>
      </w:r>
      <w:r w:rsidR="00A01D69">
        <w:t>he islamic history does not show anyone qualified better then the twelve imams (a.) who implemented islam in their life.</w:t>
      </w:r>
    </w:p>
    <w:p w:rsidR="00E33FEE" w:rsidRDefault="00A01D69" w:rsidP="00CE26A0">
      <w:pPr>
        <w:pStyle w:val="libNormal"/>
      </w:pPr>
      <w:r>
        <w:t>Imam Mahdi (a.)</w:t>
      </w:r>
    </w:p>
    <w:p w:rsidR="00A01D69" w:rsidRDefault="00E33FEE" w:rsidP="00CE26A0">
      <w:pPr>
        <w:pStyle w:val="libNormal"/>
      </w:pPr>
      <w:r>
        <w:t>M</w:t>
      </w:r>
      <w:r w:rsidR="00A01D69">
        <w:t>any reports are reported by scholars that a person from the family of the prophet (p.) will appear to bring justice to the world</w:t>
      </w:r>
      <w:r>
        <w:t>. T</w:t>
      </w:r>
      <w:r w:rsidR="00A01D69">
        <w:t>he word " al-mahdi" means a true guided person</w:t>
      </w:r>
      <w:r>
        <w:t>. I</w:t>
      </w:r>
      <w:r w:rsidR="00A01D69">
        <w:t>bn hajar says, " mahdi is the descendent of fatima (a.)"</w:t>
      </w:r>
      <w:r>
        <w:t>. S</w:t>
      </w:r>
      <w:r w:rsidR="00A01D69">
        <w:t>awaiq p. 165</w:t>
      </w:r>
      <w:r>
        <w:t>. A</w:t>
      </w:r>
      <w:r w:rsidR="00A01D69">
        <w:t>ll muslims agree upon this hadith</w:t>
      </w:r>
      <w:r>
        <w:t>. S</w:t>
      </w:r>
      <w:r w:rsidR="00A01D69">
        <w:t>hi'a say these hadiths refer to the 12th imam who is alive by the will of god and the only reason that other people deny him is his long life</w:t>
      </w:r>
      <w:r>
        <w:t>. B</w:t>
      </w:r>
      <w:r w:rsidR="00A01D69">
        <w:t>ut by will of god, that is possible</w:t>
      </w:r>
      <w:r>
        <w:t>. T</w:t>
      </w:r>
      <w:r w:rsidR="00A01D69">
        <w:t>he holy qur'an says,</w:t>
      </w:r>
    </w:p>
    <w:p w:rsidR="00A01D69" w:rsidRDefault="00A01D69" w:rsidP="00CE26A0">
      <w:pPr>
        <w:pStyle w:val="libNormal"/>
      </w:pPr>
      <w:r>
        <w:lastRenderedPageBreak/>
        <w:t>" for noah (a.), he lived with them for 1000 but 50 years " (29 : 14)</w:t>
      </w:r>
      <w:r w:rsidR="00E33FEE">
        <w:t>. T</w:t>
      </w:r>
      <w:r>
        <w:t>hat is not natural to live that long but the will of god made that happen</w:t>
      </w:r>
      <w:r w:rsidR="00E33FEE">
        <w:t>. A</w:t>
      </w:r>
      <w:r>
        <w:t xml:space="preserve">lso, the holy qur'an says, " regarding the people of cave, they lived in their caves for 309 years ". </w:t>
      </w:r>
      <w:r w:rsidR="004A0F55">
        <w:t>(</w:t>
      </w:r>
      <w:r>
        <w:t>18: 25) also regarding jesus (a.) the holy qur'an says," they did not kill him nor did crucify him " (4 : 157)</w:t>
      </w:r>
      <w:r w:rsidR="00E33FEE">
        <w:t>. T</w:t>
      </w:r>
      <w:r>
        <w:t>herefore, the 12th imam is alive by the will of god as jesus (a.) is alive, all of these have been proven by hadith which confirms the will of god almighty.</w:t>
      </w:r>
    </w:p>
    <w:p w:rsidR="00A01D69" w:rsidRDefault="00A01D69" w:rsidP="00CE26A0">
      <w:pPr>
        <w:pStyle w:val="libNormal"/>
      </w:pPr>
      <w:r>
        <w:t xml:space="preserve">32, 33, 34, &amp; 34 i would like to have you reply regarding the following questions?. </w:t>
      </w:r>
      <w:r w:rsidR="004A0F55">
        <w:t>(</w:t>
      </w:r>
      <w:r>
        <w:t>zamir mohamed</w:t>
      </w:r>
      <w:r w:rsidR="00E33FEE">
        <w:t>. B</w:t>
      </w:r>
      <w:r>
        <w:t>ombay, 400 003 india</w:t>
      </w:r>
      <w:r w:rsidR="004A0F55">
        <w:t xml:space="preserve">) </w:t>
      </w:r>
    </w:p>
    <w:p w:rsidR="00A01D69" w:rsidRDefault="00A01D69" w:rsidP="00CE26A0">
      <w:pPr>
        <w:pStyle w:val="libNormal"/>
      </w:pPr>
      <w:r>
        <w:t>1</w:t>
      </w:r>
      <w:r w:rsidR="00E33FEE">
        <w:t>. I</w:t>
      </w:r>
      <w:r>
        <w:t>s interest forbidden ?.</w:t>
      </w:r>
    </w:p>
    <w:p w:rsidR="00A01D69" w:rsidRDefault="00A01D69" w:rsidP="00CE26A0">
      <w:pPr>
        <w:pStyle w:val="libNormal"/>
      </w:pPr>
      <w:r>
        <w:t>2</w:t>
      </w:r>
      <w:r w:rsidR="00E33FEE">
        <w:t>. W</w:t>
      </w:r>
      <w:r>
        <w:t>hich is the greatest ayat (verse) of the holy qur'an ? is it sura fateha, or ayatul kursi, or any other verse ?.</w:t>
      </w:r>
    </w:p>
    <w:p w:rsidR="00A01D69" w:rsidRDefault="00A01D69" w:rsidP="00CE26A0">
      <w:pPr>
        <w:pStyle w:val="libNormal"/>
      </w:pPr>
      <w:r>
        <w:t>3</w:t>
      </w:r>
      <w:r w:rsidR="00E33FEE">
        <w:t>. W</w:t>
      </w:r>
      <w:r>
        <w:t>hat is the substitution for interest ?.</w:t>
      </w:r>
    </w:p>
    <w:p w:rsidR="00E33FEE" w:rsidRDefault="00A01D69" w:rsidP="00CE26A0">
      <w:pPr>
        <w:pStyle w:val="libNormal"/>
      </w:pPr>
      <w:r>
        <w:t>4</w:t>
      </w:r>
      <w:r w:rsidR="00E33FEE">
        <w:t>. A</w:t>
      </w:r>
      <w:r>
        <w:t>re mujtehids liable and why do they differ on friday prayer ? Interest in Islam</w:t>
      </w:r>
    </w:p>
    <w:p w:rsidR="00E33FEE" w:rsidRDefault="00E33FEE" w:rsidP="00CE26A0">
      <w:pPr>
        <w:pStyle w:val="libNormal"/>
      </w:pPr>
      <w:r>
        <w:t>I</w:t>
      </w:r>
      <w:r w:rsidR="00A01D69">
        <w:t>nterest is totally forbidden in the holy qur'an</w:t>
      </w:r>
      <w:r>
        <w:t>. T</w:t>
      </w:r>
      <w:r w:rsidR="00A01D69">
        <w:t>here are seven verses in the holy qur'an against interest</w:t>
      </w:r>
      <w:r>
        <w:t>. I</w:t>
      </w:r>
      <w:r w:rsidR="00A01D69">
        <w:t>n fact, there is no such severe punishment for any other actions which are forbidden by the holy qur'an as it is against interest</w:t>
      </w:r>
      <w:r>
        <w:t>. T</w:t>
      </w:r>
      <w:r w:rsidR="00A01D69">
        <w:t>he holy qur'an says, " whomever deals with interest let him fight against god"</w:t>
      </w:r>
      <w:r>
        <w:t>. T</w:t>
      </w:r>
      <w:r w:rsidR="00A01D69">
        <w:t>he main reason probably is that muslims should invest their money instead of giving it to someone else to invest</w:t>
      </w:r>
      <w:r>
        <w:t>. H</w:t>
      </w:r>
      <w:r w:rsidR="00A01D69">
        <w:t>owever, according to shari'ah, any earning which does not fluctuate is forbidden</w:t>
      </w:r>
      <w:r>
        <w:t>. T</w:t>
      </w:r>
      <w:r w:rsidR="00A01D69">
        <w:t>hus, if the deal earns dividends, which fluctuate, it is not forbidden</w:t>
      </w:r>
      <w:r>
        <w:t>. O</w:t>
      </w:r>
      <w:r w:rsidR="00A01D69">
        <w:t>ne can use this guideline for any particular transaction.</w:t>
      </w:r>
    </w:p>
    <w:p w:rsidR="00E33FEE" w:rsidRDefault="00E33FEE" w:rsidP="00CE26A0">
      <w:pPr>
        <w:pStyle w:val="libNormal"/>
      </w:pPr>
      <w:r>
        <w:t>G</w:t>
      </w:r>
      <w:r w:rsidR="00A01D69">
        <w:t xml:space="preserve">reatest verse of the holy qur'an which is the greatest ayat </w:t>
      </w:r>
      <w:r w:rsidR="004A0F55">
        <w:t>(</w:t>
      </w:r>
      <w:r w:rsidR="00A01D69">
        <w:t>verse of the holy qur'an</w:t>
      </w:r>
      <w:r w:rsidR="004A0F55">
        <w:t xml:space="preserve">) </w:t>
      </w:r>
      <w:r w:rsidR="00A01D69">
        <w:t>? is it sura fateha or ayat-ul-kursi or any other verse?</w:t>
      </w:r>
    </w:p>
    <w:p w:rsidR="00E33FEE" w:rsidRDefault="00E33FEE" w:rsidP="00CE26A0">
      <w:pPr>
        <w:pStyle w:val="libNormal"/>
      </w:pPr>
      <w:r>
        <w:t>T</w:t>
      </w:r>
      <w:r w:rsidR="00A01D69">
        <w:t>he verses of the holy qur'an are unique at their level of impor</w:t>
      </w:r>
      <w:r>
        <w:t>. T</w:t>
      </w:r>
      <w:r w:rsidR="00A01D69">
        <w:t>herefore, each verse of the holy qur'an is important on different subjects</w:t>
      </w:r>
      <w:r>
        <w:t>. A</w:t>
      </w:r>
      <w:r w:rsidR="00A01D69">
        <w:t>yat-ul-kursi explains the most important a tribute of god, while the surat-ul-hamd explains the relations of man to his lord</w:t>
      </w:r>
      <w:r>
        <w:t>. I</w:t>
      </w:r>
      <w:r w:rsidR="00A01D69">
        <w:t>f we are to look at the arrangement of the holy qur'an in the way it is written and read by all muslims since the time of the prophet (p.), one should consider surat-ul-hamd, the greatest one as it is the opening of the holy qur'an</w:t>
      </w:r>
      <w:r>
        <w:t>. I</w:t>
      </w:r>
      <w:r w:rsidR="00A01D69">
        <w:t>n addition, it is obligatory to recite it in the daily prayers</w:t>
      </w:r>
      <w:r>
        <w:t>. N</w:t>
      </w:r>
      <w:r w:rsidR="00A01D69">
        <w:t>o prayer is accepted without surat-ul-hamd</w:t>
      </w:r>
      <w:r>
        <w:t>. W</w:t>
      </w:r>
      <w:r w:rsidR="00A01D69">
        <w:t>hile one can recite other suras in the place of surat-ul-tawhid, this emphasizes the importance of surat-ul-hamd which has to be recited in the five daily prayers</w:t>
      </w:r>
      <w:r>
        <w:t>. T</w:t>
      </w:r>
      <w:r w:rsidR="00A01D69">
        <w:t>he content of fateha * clearly indicates the importance of the spiritual guidance which one repeats everyday to his lord.</w:t>
      </w:r>
    </w:p>
    <w:p w:rsidR="00FF1E71" w:rsidRPr="00A032B3" w:rsidRDefault="00FF1E71" w:rsidP="00A032B3">
      <w:pPr>
        <w:pStyle w:val="libNormal"/>
      </w:pPr>
      <w:r>
        <w:br w:type="page"/>
      </w:r>
    </w:p>
    <w:p w:rsidR="00E33FEE" w:rsidRPr="001E1339" w:rsidRDefault="00E33FEE" w:rsidP="00FF1E71">
      <w:pPr>
        <w:pStyle w:val="Heading1Center"/>
      </w:pPr>
      <w:bookmarkStart w:id="62" w:name="_Toc491953229"/>
      <w:r>
        <w:lastRenderedPageBreak/>
        <w:t>S</w:t>
      </w:r>
      <w:r w:rsidR="00A01D69">
        <w:t>ubstitution for interes</w:t>
      </w:r>
      <w:r w:rsidR="00A01D69" w:rsidRPr="001E1339">
        <w:t>t</w:t>
      </w:r>
      <w:bookmarkEnd w:id="62"/>
    </w:p>
    <w:p w:rsidR="00E33FEE" w:rsidRDefault="00E33FEE" w:rsidP="00CE26A0">
      <w:pPr>
        <w:pStyle w:val="libNormal"/>
      </w:pPr>
      <w:r>
        <w:t>W</w:t>
      </w:r>
      <w:r w:rsidR="00A01D69">
        <w:t>hat is substitution for interest as interest is prohibited in islam?</w:t>
      </w:r>
    </w:p>
    <w:p w:rsidR="00A01D69" w:rsidRDefault="00E33FEE" w:rsidP="00CE26A0">
      <w:pPr>
        <w:pStyle w:val="libNormal"/>
      </w:pPr>
      <w:r>
        <w:t>I</w:t>
      </w:r>
      <w:r w:rsidR="00A01D69">
        <w:t>nterest is forbidden in the islamic law, while dividend is not</w:t>
      </w:r>
      <w:r>
        <w:t>. T</w:t>
      </w:r>
      <w:r w:rsidR="00A01D69">
        <w:t>he main objective of this legislation seems to be that any profits should be earned justly by working for it</w:t>
      </w:r>
      <w:r>
        <w:t>. O</w:t>
      </w:r>
      <w:r w:rsidR="00A01D69">
        <w:t>n the basis of the islamic law, if someone uses interest, he earns money and benefits without helping the society</w:t>
      </w:r>
      <w:r>
        <w:t>. T</w:t>
      </w:r>
      <w:r w:rsidR="00A01D69">
        <w:t>he interest multiples as a result of time period and not any actual work of an individual in the society</w:t>
      </w:r>
      <w:r>
        <w:t>. B</w:t>
      </w:r>
      <w:r w:rsidR="00A01D69">
        <w:t>ut if one uses that capital in business, that capital would help others who are employed in the society because people would work with that capital for more products</w:t>
      </w:r>
      <w:r>
        <w:t>. O</w:t>
      </w:r>
      <w:r w:rsidR="00A01D69">
        <w:t>n the contrary, by keeping money in a bank for interest, mainly banks would benefit from that money and people of the society have to bear difficulties</w:t>
      </w:r>
      <w:r>
        <w:t>. I</w:t>
      </w:r>
      <w:r w:rsidR="00A01D69">
        <w:t>n the dividend system, money would be used in business which helps the society directly or indirectly</w:t>
      </w:r>
      <w:r>
        <w:t>. T</w:t>
      </w:r>
      <w:r w:rsidR="00A01D69">
        <w:t>hus, the substitution of interest can be in mutual funds and dividends of a lawful transaction not dealing in alcohol or gambling or likewise transactions.</w:t>
      </w:r>
    </w:p>
    <w:p w:rsidR="00E33FEE" w:rsidRDefault="00A01D69" w:rsidP="00CE26A0">
      <w:pPr>
        <w:pStyle w:val="libNormal"/>
      </w:pPr>
      <w:r>
        <w:t>Are mujtahids * liable ? why do they differ on friday prayers ?</w:t>
      </w:r>
    </w:p>
    <w:p w:rsidR="00E33FEE" w:rsidRDefault="00E33FEE" w:rsidP="00CE26A0">
      <w:pPr>
        <w:pStyle w:val="libNormal"/>
      </w:pPr>
      <w:r>
        <w:t>T</w:t>
      </w:r>
      <w:r w:rsidR="00A01D69">
        <w:t>his question has two dimensions :</w:t>
      </w:r>
    </w:p>
    <w:p w:rsidR="00E33FEE" w:rsidRDefault="00E33FEE" w:rsidP="00CE26A0">
      <w:pPr>
        <w:pStyle w:val="libNormal"/>
      </w:pPr>
      <w:r>
        <w:t>A</w:t>
      </w:r>
      <w:r w:rsidR="00A01D69">
        <w:t>.) any decision from anyone either mujtahid or not, that contradicts the holy qur'an or reliable hadith, should be totally rejected, but it equally important to understand that mujtahid is in position to know the most likely interpretation of the holy qur'an and the hadiths</w:t>
      </w:r>
      <w:r>
        <w:t>. T</w:t>
      </w:r>
      <w:r w:rsidR="00A01D69">
        <w:t>herefore, for a mujtahid, it is impossible to contradict the holy qur'an.</w:t>
      </w:r>
    </w:p>
    <w:p w:rsidR="00A01D69" w:rsidRDefault="00E33FEE" w:rsidP="00CE26A0">
      <w:pPr>
        <w:pStyle w:val="libNormal"/>
      </w:pPr>
      <w:r>
        <w:t>B</w:t>
      </w:r>
      <w:r w:rsidR="00A01D69">
        <w:t>.) on the friday prayer, in principle, there is no difference between shi'a and sunni, mujtahids and non mujtahids, that the friday prayer is obligatory</w:t>
      </w:r>
      <w:r>
        <w:t>. T</w:t>
      </w:r>
      <w:r w:rsidR="00A01D69">
        <w:t>he only difference between them is on the conditions on which this prayer would become obligatory</w:t>
      </w:r>
      <w:r>
        <w:t>. B</w:t>
      </w:r>
      <w:r w:rsidR="00A01D69">
        <w:t>oth schools of thought, shi'a and sunni, believe that friday prayer cannot be performed with wudu *</w:t>
      </w:r>
      <w:r>
        <w:t>. I</w:t>
      </w:r>
      <w:r w:rsidR="00A01D69">
        <w:t>n addition, both agree on some conditions e.g</w:t>
      </w:r>
      <w:r>
        <w:t>. T</w:t>
      </w:r>
      <w:r w:rsidR="00A01D69">
        <w:t>hat friday prayer should be performed in congregation (jamat) *</w:t>
      </w:r>
      <w:r>
        <w:t>. A</w:t>
      </w:r>
      <w:r w:rsidR="00A01D69">
        <w:t>lso they basically agree on the condition of minimum numbers participating in the congregation; there should be at least five of three according to different schools of thought</w:t>
      </w:r>
      <w:r>
        <w:t>. D</w:t>
      </w:r>
      <w:r w:rsidR="00A01D69">
        <w:t>istance between the two places where friday prayer is performed is also important</w:t>
      </w:r>
      <w:r>
        <w:t>. T</w:t>
      </w:r>
      <w:r w:rsidR="00A01D69">
        <w:t>he most important difference between the two is that shi'a and some hanfi believe, among the conditions for friday prayers to be the establishment of an islamic government, which practices islam in its totally</w:t>
      </w:r>
      <w:r>
        <w:t>. S</w:t>
      </w:r>
      <w:r w:rsidR="00A01D69">
        <w:t>ince this condition is absent from many muslim communities in which there are muslim rulers by names but not by practice</w:t>
      </w:r>
      <w:r>
        <w:t>. S</w:t>
      </w:r>
      <w:r w:rsidR="00A01D69">
        <w:t>ome shi'a mujtahids believe this condition is not obligatory because the conditions are not met exactly as wudu* or congregation</w:t>
      </w:r>
      <w:r>
        <w:t>. H</w:t>
      </w:r>
      <w:r w:rsidR="00A01D69">
        <w:t>owever, there are some mujtahids who do not consider this as a condition for friday prayer on the basis of different hadiths.</w:t>
      </w:r>
    </w:p>
    <w:p w:rsidR="00FF1E71" w:rsidRPr="00A032B3" w:rsidRDefault="00FF1E71" w:rsidP="00A032B3">
      <w:pPr>
        <w:pStyle w:val="libNormal"/>
      </w:pPr>
      <w:r>
        <w:br w:type="page"/>
      </w:r>
    </w:p>
    <w:p w:rsidR="00E33FEE" w:rsidRPr="001E1339" w:rsidRDefault="00A01D69" w:rsidP="00FF1E71">
      <w:pPr>
        <w:pStyle w:val="Heading1Center"/>
      </w:pPr>
      <w:bookmarkStart w:id="63" w:name="_Toc491953230"/>
      <w:r>
        <w:lastRenderedPageBreak/>
        <w:t>Al-sahifa al-kamila</w:t>
      </w:r>
      <w:r w:rsidRPr="001E1339">
        <w:t>h</w:t>
      </w:r>
      <w:bookmarkEnd w:id="63"/>
    </w:p>
    <w:p w:rsidR="00E33FEE" w:rsidRDefault="00E33FEE" w:rsidP="00CE26A0">
      <w:pPr>
        <w:pStyle w:val="libNormal"/>
      </w:pPr>
      <w:r>
        <w:t>W</w:t>
      </w:r>
      <w:r w:rsidR="00A01D69">
        <w:t>rite to you concerning the sources of the al-sahifa al-sajjadiyya</w:t>
      </w:r>
      <w:r>
        <w:t>. I</w:t>
      </w:r>
      <w:r w:rsidR="00A01D69">
        <w:t>n a few months i will be ready to begin writing the introduction to the text which will include a section on the life of the imams (a.), an analysis of text's importance for islamic spiritually and ethics, and also, i hope a well founded argument for the text's authenticity</w:t>
      </w:r>
      <w:r>
        <w:t>. F</w:t>
      </w:r>
      <w:r w:rsidR="00A01D69">
        <w:t>or the first part it is not difficult to find sources, and for the second part can rely on the text itself</w:t>
      </w:r>
      <w:r>
        <w:t>. B</w:t>
      </w:r>
      <w:r w:rsidR="00A01D69">
        <w:t>ut for the third part i am lost at where to turn, since i have no experience in tracking down the isnad of such work</w:t>
      </w:r>
      <w:r>
        <w:t>. D</w:t>
      </w:r>
      <w:r w:rsidR="00A01D69">
        <w:t>r</w:t>
      </w:r>
      <w:r>
        <w:t>. M</w:t>
      </w:r>
      <w:r w:rsidR="00A01D69">
        <w:t>odaressi suggested that you may be able to give me information concerning books or articles that have written about authenticity of al-sahifa</w:t>
      </w:r>
      <w:r>
        <w:t>. N</w:t>
      </w:r>
      <w:r w:rsidR="00A01D69">
        <w:t>aturally, any help you can give will be fully acknowledged in the introduction.</w:t>
      </w:r>
    </w:p>
    <w:p w:rsidR="00E33FEE" w:rsidRDefault="00E33FEE" w:rsidP="00CE26A0">
      <w:pPr>
        <w:pStyle w:val="libNormal"/>
      </w:pPr>
      <w:r>
        <w:t>T</w:t>
      </w:r>
      <w:r w:rsidR="00A01D69">
        <w:t>hanking you in advance for any assistance you can give, i remain,</w:t>
      </w:r>
    </w:p>
    <w:p w:rsidR="00E33FEE" w:rsidRDefault="00E33FEE" w:rsidP="00CE26A0">
      <w:pPr>
        <w:pStyle w:val="libNormal"/>
      </w:pPr>
      <w:r>
        <w:t>W</w:t>
      </w:r>
      <w:r w:rsidR="00A01D69">
        <w:t>illiam c</w:t>
      </w:r>
      <w:r>
        <w:t>. C</w:t>
      </w:r>
      <w:r w:rsidR="00A01D69">
        <w:t>hittick port jefferson ny 11777</w:t>
      </w:r>
    </w:p>
    <w:p w:rsidR="00E33FEE" w:rsidRDefault="00E33FEE" w:rsidP="00CE26A0">
      <w:pPr>
        <w:pStyle w:val="libNormal"/>
      </w:pPr>
      <w:r>
        <w:t>I</w:t>
      </w:r>
      <w:r w:rsidR="00A01D69">
        <w:t>n response to your question you will find a list of books concerning al-sahifa al-kamilah</w:t>
      </w:r>
      <w:r>
        <w:t>. I</w:t>
      </w:r>
      <w:r w:rsidR="00A01D69">
        <w:t>n the introduction of some of these books, authors have discussed in details on the "isnad", namely, in riyadh al-salihkin by ibn masum d. 1120 a.h., al-sahifa al-sajjadiyyah al-thaltha by al-afandi d. 1130 a.h., al-sahifa al-khamisa by al-amin d. 1371 a.h.</w:t>
      </w:r>
      <w:r>
        <w:t>. T</w:t>
      </w:r>
      <w:r w:rsidR="00A01D69">
        <w:t>he oldest manuscript of the book is copied by yaqut al-mustasinum in 694 a.h</w:t>
      </w:r>
      <w:r>
        <w:t>. A</w:t>
      </w:r>
      <w:r w:rsidR="00A01D69">
        <w:t>s it is described in fihrst-e-kutub-e-din kitakhan-e-saltanati by atabi, tehran, 1352 sh.p.787</w:t>
      </w:r>
      <w:r>
        <w:t>. U</w:t>
      </w:r>
      <w:r w:rsidR="00A01D69">
        <w:t>nfortunately, i was not able to examine this manuscript, which is interesting is copied in 1079 a.h</w:t>
      </w:r>
      <w:r>
        <w:t>. W</w:t>
      </w:r>
      <w:r w:rsidR="00A01D69">
        <w:t>ith some chain of "isnad".</w:t>
      </w:r>
    </w:p>
    <w:p w:rsidR="00E33FEE" w:rsidRDefault="00E33FEE" w:rsidP="00CE26A0">
      <w:pPr>
        <w:pStyle w:val="libNormal"/>
      </w:pPr>
      <w:r>
        <w:t>I</w:t>
      </w:r>
      <w:r w:rsidR="00A01D69">
        <w:t>t is preserved at the tehran university central library no. 73</w:t>
      </w:r>
      <w:r>
        <w:t>. M</w:t>
      </w:r>
      <w:r w:rsidR="00A01D69">
        <w:t>ishkat's collections</w:t>
      </w:r>
      <w:r>
        <w:t>. S</w:t>
      </w:r>
      <w:r w:rsidR="00A01D69">
        <w:t>ome pages of this are attached for your consideration</w:t>
      </w:r>
      <w:r>
        <w:t>. T</w:t>
      </w:r>
      <w:r w:rsidR="00A01D69">
        <w:t>he following is the list of various sources concerning al-sahifa al-kamilah, which are in my possession.</w:t>
      </w:r>
    </w:p>
    <w:p w:rsidR="00A01D69" w:rsidRDefault="00E33FEE" w:rsidP="00CE26A0">
      <w:pPr>
        <w:pStyle w:val="libNormal"/>
      </w:pPr>
      <w:r>
        <w:t>N</w:t>
      </w:r>
      <w:r w:rsidR="00A01D69">
        <w:t>ote: in this list the following abbreviation are used:</w:t>
      </w:r>
    </w:p>
    <w:p w:rsidR="00A01D69" w:rsidRDefault="00A01D69" w:rsidP="00CE26A0">
      <w:pPr>
        <w:pStyle w:val="libNormal"/>
      </w:pPr>
      <w:r>
        <w:t>1 : comment = commentary.</w:t>
      </w:r>
    </w:p>
    <w:p w:rsidR="00A01D69" w:rsidRDefault="00A01D69" w:rsidP="00CE26A0">
      <w:pPr>
        <w:pStyle w:val="libNormal"/>
      </w:pPr>
      <w:r>
        <w:t>2 : photo = photography or xerox.</w:t>
      </w:r>
    </w:p>
    <w:p w:rsidR="00A01D69" w:rsidRDefault="00A01D69" w:rsidP="00CE26A0">
      <w:pPr>
        <w:pStyle w:val="libNormal"/>
      </w:pPr>
      <w:r>
        <w:t>3 : script = manuscript.</w:t>
      </w:r>
    </w:p>
    <w:p w:rsidR="00A01D69" w:rsidRDefault="00A01D69" w:rsidP="00CE26A0">
      <w:pPr>
        <w:pStyle w:val="libNormal"/>
      </w:pPr>
      <w:r>
        <w:t>4 : trans. = translation.</w:t>
      </w:r>
    </w:p>
    <w:p w:rsidR="00A01D69" w:rsidRDefault="00A01D69" w:rsidP="00CE26A0">
      <w:pPr>
        <w:pStyle w:val="libNormal"/>
      </w:pPr>
      <w:r>
        <w:t>1</w:t>
      </w:r>
      <w:r w:rsidR="00E33FEE">
        <w:t>. A</w:t>
      </w:r>
      <w:r>
        <w:t>d`iyyat-ul-ayyam al-sab`a li ahl-il-bayt (a.)</w:t>
      </w:r>
      <w:r w:rsidR="00E33FEE">
        <w:t>. C</w:t>
      </w:r>
      <w:r>
        <w:t>opyist ; yaqut a;-musta`sami d.682 a.h. - photo).</w:t>
      </w:r>
    </w:p>
    <w:p w:rsidR="00A01D69" w:rsidRDefault="00A01D69" w:rsidP="00CE26A0">
      <w:pPr>
        <w:pStyle w:val="libNormal"/>
      </w:pPr>
      <w:r>
        <w:t>2</w:t>
      </w:r>
      <w:r w:rsidR="00E33FEE">
        <w:t>. S</w:t>
      </w:r>
      <w:r>
        <w:t xml:space="preserve">haifa sajjadiyyah, imam zayn al-abidin d.95 a.h. </w:t>
      </w:r>
      <w:r w:rsidR="004A0F55">
        <w:t>(</w:t>
      </w:r>
      <w:r>
        <w:t xml:space="preserve">copyist : ala al-din </w:t>
      </w:r>
      <w:r w:rsidR="00757208">
        <w:t>Muhammad</w:t>
      </w:r>
      <w:r>
        <w:t xml:space="preserve"> hafiz tabrizi in 981 a.h</w:t>
      </w:r>
      <w:r w:rsidR="00E33FEE">
        <w:t>. T</w:t>
      </w:r>
      <w:r>
        <w:t>ehran, husayinyah irahad 1329 a.h.</w:t>
      </w:r>
    </w:p>
    <w:p w:rsidR="00A01D69" w:rsidRDefault="00A01D69" w:rsidP="00CE26A0">
      <w:pPr>
        <w:pStyle w:val="libNormal"/>
      </w:pPr>
      <w:r>
        <w:t>3</w:t>
      </w:r>
      <w:r w:rsidR="00E33FEE">
        <w:t>. I</w:t>
      </w:r>
      <w:r>
        <w:t>bid, with introduction, by m</w:t>
      </w:r>
      <w:r w:rsidR="00E33FEE">
        <w:t>. B</w:t>
      </w:r>
      <w:r>
        <w:t>aqir al-sadr dar al-taruf</w:t>
      </w:r>
      <w:r w:rsidR="00E33FEE">
        <w:t>. L</w:t>
      </w:r>
      <w:r>
        <w:t>ebanon</w:t>
      </w:r>
      <w:r w:rsidR="00E33FEE">
        <w:t>. N</w:t>
      </w:r>
      <w:r>
        <w:t>.d.</w:t>
      </w:r>
    </w:p>
    <w:p w:rsidR="00A01D69" w:rsidRDefault="00A01D69" w:rsidP="00CE26A0">
      <w:pPr>
        <w:pStyle w:val="libNormal"/>
      </w:pPr>
      <w:r>
        <w:t>4.dua' al -sahifa al-kamila</w:t>
      </w:r>
      <w:r w:rsidR="00E33FEE">
        <w:t>. C</w:t>
      </w:r>
      <w:r>
        <w:t>opyist : ghulam ali m.amin in 1079 a.h.-photo).</w:t>
      </w:r>
    </w:p>
    <w:p w:rsidR="00A01D69" w:rsidRDefault="00A01D69" w:rsidP="00CE26A0">
      <w:pPr>
        <w:pStyle w:val="libNormal"/>
      </w:pPr>
      <w:r>
        <w:t>5</w:t>
      </w:r>
      <w:r w:rsidR="00E33FEE">
        <w:t>. A</w:t>
      </w:r>
      <w:r>
        <w:t xml:space="preserve">harh al-sahifa </w:t>
      </w:r>
      <w:r w:rsidR="004A0F55">
        <w:t>(</w:t>
      </w:r>
      <w:r>
        <w:t>comment.) by mir m.baqir al-damad d. 1040 a.h</w:t>
      </w:r>
      <w:r w:rsidR="00E33FEE">
        <w:t>. C</w:t>
      </w:r>
      <w:r>
        <w:t>opyist : m</w:t>
      </w:r>
      <w:r w:rsidR="00E33FEE">
        <w:t>. Z</w:t>
      </w:r>
      <w:r>
        <w:t>aman nafi ' phote-library of mar'shi qum no. 2616.</w:t>
      </w:r>
    </w:p>
    <w:p w:rsidR="00A01D69" w:rsidRDefault="00A01D69" w:rsidP="00CE26A0">
      <w:pPr>
        <w:pStyle w:val="libNormal"/>
      </w:pPr>
      <w:r>
        <w:t>6</w:t>
      </w:r>
      <w:r w:rsidR="00E33FEE">
        <w:t>. A</w:t>
      </w:r>
      <w:r>
        <w:t>l-sahifa al-thaniyyah</w:t>
      </w:r>
      <w:r w:rsidR="00E33FEE">
        <w:t>. B</w:t>
      </w:r>
      <w:r>
        <w:t>y m.b</w:t>
      </w:r>
      <w:r w:rsidR="00E33FEE">
        <w:t>. A</w:t>
      </w:r>
      <w:r>
        <w:t>l-hasan al-hur al-amil d. 1104 a.h.</w:t>
      </w:r>
    </w:p>
    <w:p w:rsidR="00A01D69" w:rsidRDefault="00A01D69" w:rsidP="00CE26A0">
      <w:pPr>
        <w:pStyle w:val="libNormal"/>
      </w:pPr>
      <w:r>
        <w:t>7</w:t>
      </w:r>
      <w:r w:rsidR="00E33FEE">
        <w:t>. R</w:t>
      </w:r>
      <w:r>
        <w:t>iyadh al-salikin (comment)</w:t>
      </w:r>
      <w:r w:rsidR="00E33FEE">
        <w:t>. B</w:t>
      </w:r>
      <w:r>
        <w:t>y sayyid ali khan b</w:t>
      </w:r>
      <w:r w:rsidR="00E33FEE">
        <w:t>. A</w:t>
      </w:r>
      <w:r>
        <w:t>hmed madani (ibn ma'sum) d. 1120 a.h</w:t>
      </w:r>
      <w:r w:rsidR="00E33FEE">
        <w:t>. L</w:t>
      </w:r>
      <w:r>
        <w:t>ithograph 1137 a.h</w:t>
      </w:r>
      <w:r w:rsidR="00E33FEE">
        <w:t>. I</w:t>
      </w:r>
      <w:r>
        <w:t>ran.</w:t>
      </w:r>
    </w:p>
    <w:p w:rsidR="00A01D69" w:rsidRDefault="00A01D69" w:rsidP="00CE26A0">
      <w:pPr>
        <w:pStyle w:val="libNormal"/>
      </w:pPr>
      <w:r>
        <w:t>8</w:t>
      </w:r>
      <w:r w:rsidR="00E33FEE">
        <w:t>. A</w:t>
      </w:r>
      <w:r>
        <w:t>l-sahifa al-thaniyyah, al-durdar al manthura by mirza abdullah afandi d. 1130 a.h. (photo) mar'shi qum no. 1960. 9</w:t>
      </w:r>
      <w:r w:rsidR="00E33FEE">
        <w:t>. S</w:t>
      </w:r>
      <w:r>
        <w:t xml:space="preserve">ahifa kamila </w:t>
      </w:r>
      <w:r w:rsidR="004A0F55">
        <w:t>(</w:t>
      </w:r>
      <w:r>
        <w:t>trans) urdu by sayyid ali qibla</w:t>
      </w:r>
      <w:r w:rsidR="00E33FEE">
        <w:t>. P</w:t>
      </w:r>
      <w:r>
        <w:t xml:space="preserve">akistan </w:t>
      </w:r>
      <w:r w:rsidR="004A0F55">
        <w:t>(</w:t>
      </w:r>
      <w:r>
        <w:t>1128 a.h.).</w:t>
      </w:r>
    </w:p>
    <w:p w:rsidR="00A01D69" w:rsidRDefault="00A01D69" w:rsidP="00CE26A0">
      <w:pPr>
        <w:pStyle w:val="libNormal"/>
      </w:pPr>
      <w:r>
        <w:t xml:space="preserve">10 sahifa kamila </w:t>
      </w:r>
      <w:r w:rsidR="004A0F55">
        <w:t>(</w:t>
      </w:r>
      <w:r>
        <w:t>trans</w:t>
      </w:r>
      <w:r w:rsidR="00E33FEE">
        <w:t>. U</w:t>
      </w:r>
      <w:r>
        <w:t>rdu</w:t>
      </w:r>
      <w:r w:rsidR="004A0F55">
        <w:t xml:space="preserve">) </w:t>
      </w:r>
      <w:r>
        <w:t>by sayyid m</w:t>
      </w:r>
      <w:r w:rsidR="00E33FEE">
        <w:t>. H</w:t>
      </w:r>
      <w:r>
        <w:t>uran qibla, delhi.1333 a.h.</w:t>
      </w:r>
    </w:p>
    <w:p w:rsidR="00A01D69" w:rsidRDefault="00A01D69" w:rsidP="00CE26A0">
      <w:pPr>
        <w:pStyle w:val="libNormal"/>
      </w:pPr>
      <w:r>
        <w:lastRenderedPageBreak/>
        <w:t xml:space="preserve">11 al-sahifa al-rabi'a by mirza </w:t>
      </w:r>
      <w:r w:rsidR="004A0F55">
        <w:t>Husayn</w:t>
      </w:r>
      <w:r>
        <w:t xml:space="preserve"> al-nuri s. 1320 a.h. </w:t>
      </w:r>
      <w:r w:rsidR="004A0F55">
        <w:t>(</w:t>
      </w:r>
      <w:r>
        <w:t>photo</w:t>
      </w:r>
      <w:r w:rsidR="004A0F55">
        <w:t xml:space="preserve">) </w:t>
      </w:r>
      <w:r>
        <w:t>mar'shi no. 167.</w:t>
      </w:r>
    </w:p>
    <w:p w:rsidR="00A01D69" w:rsidRDefault="00A01D69" w:rsidP="00CE26A0">
      <w:pPr>
        <w:pStyle w:val="libNormal"/>
      </w:pPr>
      <w:r>
        <w:t>12</w:t>
      </w:r>
      <w:r w:rsidR="00E33FEE">
        <w:t>. A</w:t>
      </w:r>
      <w:r>
        <w:t>l-sahifa al-kamila with introduction by sayyid m</w:t>
      </w:r>
      <w:r w:rsidR="00E33FEE">
        <w:t>. M</w:t>
      </w:r>
      <w:r>
        <w:t>ishkat and sayyid mar'shi copyist : tahir khunshniwis in 1321 sh</w:t>
      </w:r>
      <w:r w:rsidR="00E33FEE">
        <w:t>. T</w:t>
      </w:r>
      <w:r>
        <w:t>ehran 1321 sh.</w:t>
      </w:r>
      <w:r w:rsidR="004A0F55">
        <w:t xml:space="preserve">) </w:t>
      </w:r>
    </w:p>
    <w:p w:rsidR="00A01D69" w:rsidRDefault="00A01D69" w:rsidP="00CE26A0">
      <w:pPr>
        <w:pStyle w:val="libNormal"/>
      </w:pPr>
      <w:r>
        <w:t>13</w:t>
      </w:r>
      <w:r w:rsidR="00E33FEE">
        <w:t>. S</w:t>
      </w:r>
      <w:r>
        <w:t xml:space="preserve">harh b'ad ad'yyah al-sahifa </w:t>
      </w:r>
      <w:r w:rsidR="004A0F55">
        <w:t>(</w:t>
      </w:r>
      <w:r>
        <w:t>trans farsi</w:t>
      </w:r>
      <w:r w:rsidR="004A0F55">
        <w:t xml:space="preserve">) </w:t>
      </w:r>
      <w:r>
        <w:t>, by wuthuq al-hukama mirza ibrahim sabziwari in 1342 a.h</w:t>
      </w:r>
      <w:r w:rsidR="00E33FEE">
        <w:t>. C</w:t>
      </w:r>
      <w:r>
        <w:t>opyist : ahmed b</w:t>
      </w:r>
      <w:r w:rsidR="00E33FEE">
        <w:t>. M</w:t>
      </w:r>
      <w:r>
        <w:t>.hizarjiriby lethograph tehran 1349</w:t>
      </w:r>
      <w:r w:rsidR="004A0F55">
        <w:t xml:space="preserve">) </w:t>
      </w:r>
      <w:r>
        <w:t>.</w:t>
      </w:r>
    </w:p>
    <w:p w:rsidR="00A01D69" w:rsidRDefault="00A01D69" w:rsidP="00CE26A0">
      <w:pPr>
        <w:pStyle w:val="libNormal"/>
      </w:pPr>
      <w:r>
        <w:t xml:space="preserve">14 tarju'ma sahifa </w:t>
      </w:r>
      <w:r w:rsidR="004A0F55">
        <w:t>(</w:t>
      </w:r>
      <w:r>
        <w:t>trans farsi</w:t>
      </w:r>
      <w:r w:rsidR="004A0F55">
        <w:t xml:space="preserve">) </w:t>
      </w:r>
      <w:r>
        <w:t xml:space="preserve">by </w:t>
      </w:r>
      <w:r w:rsidR="004A0F55">
        <w:t>Husayn</w:t>
      </w:r>
      <w:r>
        <w:t xml:space="preserve"> imad zadeh isfahani, tehran, 1374 a.h.</w:t>
      </w:r>
    </w:p>
    <w:p w:rsidR="00A01D69" w:rsidRDefault="00A01D69" w:rsidP="00CE26A0">
      <w:pPr>
        <w:pStyle w:val="libNormal"/>
      </w:pPr>
      <w:r>
        <w:t>15</w:t>
      </w:r>
      <w:r w:rsidR="00E33FEE">
        <w:t>. A</w:t>
      </w:r>
      <w:r>
        <w:t>l-sahifa al-khamisa, by muhsin al-amin al-amili d. 1371 a.h</w:t>
      </w:r>
      <w:r w:rsidR="00E33FEE">
        <w:t>. D</w:t>
      </w:r>
      <w:r>
        <w:t>amascus 1330 a.h.</w:t>
      </w:r>
    </w:p>
    <w:p w:rsidR="00A01D69" w:rsidRDefault="00A01D69" w:rsidP="00CE26A0">
      <w:pPr>
        <w:pStyle w:val="libNormal"/>
      </w:pPr>
      <w:r>
        <w:t>16</w:t>
      </w:r>
      <w:r w:rsidR="00E33FEE">
        <w:t>. T</w:t>
      </w:r>
      <w:r>
        <w:t xml:space="preserve">arjumai sahifah </w:t>
      </w:r>
      <w:r w:rsidR="004A0F55">
        <w:t>(</w:t>
      </w:r>
      <w:r>
        <w:t>trans farsi</w:t>
      </w:r>
      <w:r w:rsidR="004A0F55">
        <w:t xml:space="preserve">) </w:t>
      </w:r>
      <w:r>
        <w:t>by sayyid ali naqi fayd al-islam copyist : tahir khusniwis in 1376 a.h</w:t>
      </w:r>
      <w:r w:rsidR="00E33FEE">
        <w:t>. T</w:t>
      </w:r>
      <w:r>
        <w:t>ehran 1376.</w:t>
      </w:r>
    </w:p>
    <w:p w:rsidR="00A01D69" w:rsidRDefault="00A01D69" w:rsidP="00CE26A0">
      <w:pPr>
        <w:pStyle w:val="libNormal"/>
      </w:pPr>
      <w:r>
        <w:t xml:space="preserve">17.tarjumai sahifah </w:t>
      </w:r>
      <w:r w:rsidR="004A0F55">
        <w:t>(</w:t>
      </w:r>
      <w:r>
        <w:t>trans : farsi</w:t>
      </w:r>
      <w:r w:rsidR="004A0F55">
        <w:t xml:space="preserve">) </w:t>
      </w:r>
      <w:r>
        <w:t>by jawadi-fazil copyist : tahir khushnivis in 1376 a.h</w:t>
      </w:r>
      <w:r w:rsidR="00E33FEE">
        <w:t>. T</w:t>
      </w:r>
      <w:r>
        <w:t>ehran 2536 sh.</w:t>
      </w:r>
    </w:p>
    <w:p w:rsidR="00A01D69" w:rsidRDefault="00A01D69" w:rsidP="00CE26A0">
      <w:pPr>
        <w:pStyle w:val="libNormal"/>
      </w:pPr>
      <w:r>
        <w:t>18</w:t>
      </w:r>
      <w:r w:rsidR="00E33FEE">
        <w:t>. S</w:t>
      </w:r>
      <w:r>
        <w:t xml:space="preserve">harh al -sahifa </w:t>
      </w:r>
      <w:r w:rsidR="004A0F55">
        <w:t>(</w:t>
      </w:r>
      <w:r>
        <w:t>comment)</w:t>
      </w:r>
      <w:r w:rsidR="00E33FEE">
        <w:t>. B</w:t>
      </w:r>
      <w:r>
        <w:t xml:space="preserve">y sayyid </w:t>
      </w:r>
      <w:r w:rsidR="00757208">
        <w:t>Muhammad</w:t>
      </w:r>
      <w:r>
        <w:t xml:space="preserve"> shirazi</w:t>
      </w:r>
      <w:r w:rsidR="00E33FEE">
        <w:t>. N</w:t>
      </w:r>
      <w:r>
        <w:t>ajaf 1387 a.h.</w:t>
      </w:r>
    </w:p>
    <w:p w:rsidR="00A01D69" w:rsidRDefault="00A01D69" w:rsidP="00CE26A0">
      <w:pPr>
        <w:pStyle w:val="libNormal"/>
      </w:pPr>
      <w:r>
        <w:t>19</w:t>
      </w:r>
      <w:r w:rsidR="00E33FEE">
        <w:t>. T</w:t>
      </w:r>
      <w:r>
        <w:t>uhfat al-talibin fi talkhis riyadh al-salikin</w:t>
      </w:r>
      <w:r w:rsidR="00E33FEE">
        <w:t>. B</w:t>
      </w:r>
      <w:r>
        <w:t>y aby al-fadi al-</w:t>
      </w:r>
      <w:r w:rsidR="004A0F55">
        <w:t>Husayn</w:t>
      </w:r>
      <w:r>
        <w:t>i in 1381 a.h</w:t>
      </w:r>
      <w:r w:rsidR="00E33FEE">
        <w:t>. T</w:t>
      </w:r>
      <w:r>
        <w:t>ehran 1381 a.h.</w:t>
      </w:r>
    </w:p>
    <w:p w:rsidR="00A01D69" w:rsidRDefault="00A01D69" w:rsidP="00CE26A0">
      <w:pPr>
        <w:pStyle w:val="libNormal"/>
      </w:pPr>
      <w:r>
        <w:t>20</w:t>
      </w:r>
      <w:r w:rsidR="00E33FEE">
        <w:t>. T</w:t>
      </w:r>
      <w:r>
        <w:t xml:space="preserve">arjumai al-sahifa </w:t>
      </w:r>
      <w:r w:rsidR="004A0F55">
        <w:t>(</w:t>
      </w:r>
      <w:r>
        <w:t>trans farsi</w:t>
      </w:r>
      <w:r w:rsidR="004A0F55">
        <w:t xml:space="preserve">) </w:t>
      </w:r>
      <w:r w:rsidR="00E33FEE">
        <w:t>. B</w:t>
      </w:r>
      <w:r>
        <w:t>y muhi al-din ilahi qumshi, tehran 1378 a.h.</w:t>
      </w:r>
    </w:p>
    <w:p w:rsidR="00A01D69" w:rsidRDefault="00A01D69" w:rsidP="00CE26A0">
      <w:pPr>
        <w:pStyle w:val="libNormal"/>
      </w:pPr>
      <w:r>
        <w:t>21 al-sahifa al-sajjadiyah by dr</w:t>
      </w:r>
      <w:r w:rsidR="00E33FEE">
        <w:t>. H</w:t>
      </w:r>
      <w:r>
        <w:t>usayn ali mah, an excerpt from al-balagh, baghdad 1967=1387.</w:t>
      </w:r>
    </w:p>
    <w:p w:rsidR="00A01D69" w:rsidRDefault="00A01D69" w:rsidP="00CE26A0">
      <w:pPr>
        <w:pStyle w:val="libNormal"/>
      </w:pPr>
      <w:r>
        <w:t>22</w:t>
      </w:r>
      <w:r w:rsidR="00E33FEE">
        <w:t>. A</w:t>
      </w:r>
      <w:r>
        <w:t>l-mu'jam al-mufahras lil sahifa by ali akbar al-qurashi</w:t>
      </w:r>
      <w:r w:rsidR="00E33FEE">
        <w:t>. D</w:t>
      </w:r>
      <w:r>
        <w:t>ar al-tabligh, qum, 1391 a.h.</w:t>
      </w:r>
    </w:p>
    <w:p w:rsidR="00A01D69" w:rsidRDefault="00A01D69" w:rsidP="00CE26A0">
      <w:pPr>
        <w:pStyle w:val="libNormal"/>
      </w:pPr>
      <w:r>
        <w:t>23</w:t>
      </w:r>
      <w:r w:rsidR="00E33FEE">
        <w:t>. T</w:t>
      </w:r>
      <w:r>
        <w:t xml:space="preserve">arjumat ul-sahifa </w:t>
      </w:r>
      <w:r w:rsidR="004A0F55">
        <w:t>(</w:t>
      </w:r>
      <w:r>
        <w:t>trans farsi</w:t>
      </w:r>
      <w:r w:rsidR="004A0F55">
        <w:t xml:space="preserve">) </w:t>
      </w:r>
      <w:r>
        <w:t>by abu al-hasan sha'rani tehran 1378 a.h.</w:t>
      </w:r>
    </w:p>
    <w:p w:rsidR="00A01D69" w:rsidRDefault="00A01D69" w:rsidP="00CE26A0">
      <w:pPr>
        <w:pStyle w:val="libNormal"/>
      </w:pPr>
      <w:r>
        <w:t>24</w:t>
      </w:r>
      <w:r w:rsidR="00E33FEE">
        <w:t>. F</w:t>
      </w:r>
      <w:r>
        <w:t xml:space="preserve">i zilal al-sahifa </w:t>
      </w:r>
      <w:r w:rsidR="004A0F55">
        <w:t>(</w:t>
      </w:r>
      <w:r>
        <w:t>comment</w:t>
      </w:r>
      <w:r w:rsidR="004A0F55">
        <w:t xml:space="preserve">) </w:t>
      </w:r>
      <w:r>
        <w:t xml:space="preserve">by </w:t>
      </w:r>
      <w:r w:rsidR="00757208">
        <w:t>Muhammad</w:t>
      </w:r>
      <w:r>
        <w:t xml:space="preserve"> jawad mughniyyah, dar ul taaruf lebanon 1399 a.h. =1979.</w:t>
      </w:r>
    </w:p>
    <w:p w:rsidR="00A01D69" w:rsidRDefault="00A01D69" w:rsidP="00CE26A0">
      <w:pPr>
        <w:pStyle w:val="libNormal"/>
      </w:pPr>
      <w:r>
        <w:t>25</w:t>
      </w:r>
      <w:r w:rsidR="00E33FEE">
        <w:t>. S</w:t>
      </w:r>
      <w:r>
        <w:t xml:space="preserve">harh al-sahifa </w:t>
      </w:r>
      <w:r w:rsidR="004A0F55">
        <w:t>(</w:t>
      </w:r>
      <w:r>
        <w:t>comment</w:t>
      </w:r>
      <w:r w:rsidR="004A0F55">
        <w:t xml:space="preserve">) </w:t>
      </w:r>
      <w:r>
        <w:t>by iz al-din al-jaza'ri lebanon 1398 a.h.=1978.</w:t>
      </w:r>
    </w:p>
    <w:p w:rsidR="00A01D69" w:rsidRDefault="00A01D69" w:rsidP="00CE26A0">
      <w:pPr>
        <w:pStyle w:val="libNormal"/>
      </w:pPr>
      <w:r>
        <w:t>26</w:t>
      </w:r>
      <w:r w:rsidR="00E33FEE">
        <w:t>. A</w:t>
      </w:r>
      <w:r>
        <w:t>l-sahifa al-sajjadiyyah copyist : abbas misbah zadeh in 1403 a.h</w:t>
      </w:r>
      <w:r w:rsidR="00E33FEE">
        <w:t>. L</w:t>
      </w:r>
      <w:r>
        <w:t>ondon.</w:t>
      </w:r>
    </w:p>
    <w:p w:rsidR="00A01D69" w:rsidRDefault="00A01D69" w:rsidP="00CE26A0">
      <w:pPr>
        <w:pStyle w:val="libNormal"/>
      </w:pPr>
      <w:r>
        <w:t>27</w:t>
      </w:r>
      <w:r w:rsidR="00E33FEE">
        <w:t>. A</w:t>
      </w:r>
      <w:r>
        <w:t xml:space="preserve">l-dalil ila mawzu'at al-sahifa by </w:t>
      </w:r>
      <w:r w:rsidR="00757208">
        <w:t>Muhammad</w:t>
      </w:r>
      <w:r>
        <w:t xml:space="preserve"> hussayin al-muzaffar, qum, 1403 a.h.</w:t>
      </w:r>
    </w:p>
    <w:p w:rsidR="00A01D69" w:rsidRDefault="00A01D69" w:rsidP="00CE26A0">
      <w:pPr>
        <w:pStyle w:val="libNormal"/>
      </w:pPr>
      <w:r>
        <w:t>28</w:t>
      </w:r>
      <w:r w:rsidR="00E33FEE">
        <w:t>. S</w:t>
      </w:r>
      <w:r>
        <w:t xml:space="preserve">aheefa-e-kamelah </w:t>
      </w:r>
      <w:r w:rsidR="004A0F55">
        <w:t>(</w:t>
      </w:r>
      <w:r>
        <w:t>trans english</w:t>
      </w:r>
      <w:r w:rsidR="004A0F55">
        <w:t xml:space="preserve">) </w:t>
      </w:r>
      <w:r>
        <w:t>(the book of perfection)</w:t>
      </w:r>
      <w:r w:rsidR="00E33FEE">
        <w:t>. B</w:t>
      </w:r>
      <w:r>
        <w:t>y ahmed ali mohani b.a. 2nd edition 1968</w:t>
      </w:r>
      <w:r w:rsidR="00E33FEE">
        <w:t>. P</w:t>
      </w:r>
      <w:r>
        <w:t xml:space="preserve">eer </w:t>
      </w:r>
      <w:r w:rsidR="00757208">
        <w:t>Muhammad</w:t>
      </w:r>
      <w:r>
        <w:t xml:space="preserve"> ebrahim trust pakistan, 1968.</w:t>
      </w:r>
    </w:p>
    <w:p w:rsidR="00A01D69" w:rsidRDefault="00A01D69" w:rsidP="00CE26A0">
      <w:pPr>
        <w:pStyle w:val="libNormal"/>
      </w:pPr>
      <w:r>
        <w:t>29</w:t>
      </w:r>
      <w:r w:rsidR="00E33FEE">
        <w:t>. T</w:t>
      </w:r>
      <w:r>
        <w:t xml:space="preserve">arjuma sahifa </w:t>
      </w:r>
      <w:r w:rsidR="004A0F55">
        <w:t>(</w:t>
      </w:r>
      <w:r>
        <w:t>trans urdu</w:t>
      </w:r>
      <w:r w:rsidR="004A0F55">
        <w:t xml:space="preserve">) </w:t>
      </w:r>
      <w:r>
        <w:t xml:space="preserve">by qasim raza nasin amr dahwi </w:t>
      </w:r>
      <w:r w:rsidR="00E33FEE">
        <w:t>. C</w:t>
      </w:r>
      <w:r>
        <w:t>opyist : m.abbas siqqiqi karachi.</w:t>
      </w:r>
    </w:p>
    <w:p w:rsidR="00E33FEE" w:rsidRDefault="00A01D69" w:rsidP="00CE26A0">
      <w:pPr>
        <w:pStyle w:val="libNormal"/>
      </w:pPr>
      <w:r>
        <w:t>30</w:t>
      </w:r>
      <w:r w:rsidR="00E33FEE">
        <w:t>. A</w:t>
      </w:r>
      <w:r>
        <w:t>l-sahifa al-sajjadiyah with introduction by sh</w:t>
      </w:r>
      <w:r w:rsidR="00E33FEE">
        <w:t>. A</w:t>
      </w:r>
      <w:r>
        <w:t>hmad wa'ili ahl-ul-bayt society cario.</w:t>
      </w:r>
    </w:p>
    <w:p w:rsidR="00A01D69" w:rsidRDefault="00E33FEE" w:rsidP="00CE26A0">
      <w:pPr>
        <w:pStyle w:val="libNormal"/>
      </w:pPr>
      <w:r>
        <w:t>I</w:t>
      </w:r>
      <w:r w:rsidR="00A01D69">
        <w:t xml:space="preserve"> hope most of the sources mentioned above are available at the libraries such as princeton or harvard</w:t>
      </w:r>
      <w:r>
        <w:t>. H</w:t>
      </w:r>
      <w:r w:rsidR="00A01D69">
        <w:t>owever, if you find that inconvenient, please do not hesitate to specify the pages of any book in this list in order to copy them for you.</w:t>
      </w:r>
    </w:p>
    <w:p w:rsidR="00D33510" w:rsidRDefault="00D33510" w:rsidP="00D33510">
      <w:pPr>
        <w:pStyle w:val="libNormal"/>
      </w:pPr>
      <w:r>
        <w:br w:type="page"/>
      </w:r>
    </w:p>
    <w:p w:rsidR="00E33FEE" w:rsidRDefault="00A01D69" w:rsidP="00D33510">
      <w:pPr>
        <w:pStyle w:val="Heading1Center"/>
      </w:pPr>
      <w:bookmarkStart w:id="64" w:name="_Toc491953231"/>
      <w:r>
        <w:lastRenderedPageBreak/>
        <w:t>Temporary Marriage, Mutah</w:t>
      </w:r>
      <w:bookmarkEnd w:id="64"/>
    </w:p>
    <w:p w:rsidR="00E33FEE" w:rsidRDefault="00E33FEE" w:rsidP="00CE26A0">
      <w:pPr>
        <w:pStyle w:val="libNormal"/>
      </w:pPr>
      <w:r>
        <w:t>A. C</w:t>
      </w:r>
      <w:r w:rsidR="00A01D69">
        <w:t>heldown, toledo, oh 43064</w:t>
      </w:r>
    </w:p>
    <w:p w:rsidR="00E33FEE" w:rsidRDefault="00E33FEE" w:rsidP="00CE26A0">
      <w:pPr>
        <w:pStyle w:val="libNormal"/>
      </w:pPr>
      <w:r>
        <w:t>M</w:t>
      </w:r>
      <w:r w:rsidR="00A01D69">
        <w:t>utah or temporary marriage is one of the controversial issues among muslims scholars though this concept was generally attributed to shi'a</w:t>
      </w:r>
      <w:r>
        <w:t>. T</w:t>
      </w:r>
      <w:r w:rsidR="00A01D69">
        <w:t>herefore, many think that it is a shi'i concept</w:t>
      </w:r>
      <w:r>
        <w:t>. I</w:t>
      </w:r>
      <w:r w:rsidR="00A01D69">
        <w:t>n fact</w:t>
      </w:r>
      <w:r>
        <w:t>. I</w:t>
      </w:r>
      <w:r w:rsidR="00A01D69">
        <w:t xml:space="preserve">t is not only a shi'a concept rather it exists in quranic commentaries and many reliable books in which are generally held by sunnis next to the holy quran </w:t>
      </w:r>
      <w:r w:rsidR="004A0F55">
        <w:t>(</w:t>
      </w:r>
      <w:r w:rsidR="00A01D69">
        <w:t>i.e</w:t>
      </w:r>
      <w:r>
        <w:t>. B</w:t>
      </w:r>
      <w:r w:rsidR="00A01D69">
        <w:t>ukhari : muslim)</w:t>
      </w:r>
      <w:r>
        <w:t>. T</w:t>
      </w:r>
      <w:r w:rsidR="00A01D69">
        <w:t xml:space="preserve">he holy quran says, " for what you receive (mutah) from them </w:t>
      </w:r>
      <w:r w:rsidR="004A0F55">
        <w:t>(</w:t>
      </w:r>
      <w:r w:rsidR="00A01D69">
        <w:t>women</w:t>
      </w:r>
      <w:r w:rsidR="004A0F55">
        <w:t xml:space="preserve">) </w:t>
      </w:r>
      <w:r w:rsidR="00A01D69">
        <w:t xml:space="preserve">give them their pay as the religious duty ". </w:t>
      </w:r>
      <w:r w:rsidR="004A0F55">
        <w:t>(</w:t>
      </w:r>
      <w:r w:rsidR="00A01D69">
        <w:t>4:24)</w:t>
      </w:r>
    </w:p>
    <w:p w:rsidR="00E33FEE" w:rsidRDefault="00E33FEE" w:rsidP="00CE26A0">
      <w:pPr>
        <w:pStyle w:val="libNormal"/>
      </w:pPr>
      <w:r>
        <w:t>M</w:t>
      </w:r>
      <w:r w:rsidR="00A01D69">
        <w:t xml:space="preserve">any commentators mention that this verse was revealed in regard of temporary marriage </w:t>
      </w:r>
      <w:r w:rsidR="004A0F55">
        <w:t>(</w:t>
      </w:r>
      <w:r w:rsidR="00A01D69">
        <w:t>mutah</w:t>
      </w:r>
      <w:r w:rsidR="004A0F55">
        <w:t xml:space="preserve">) </w:t>
      </w:r>
      <w:r w:rsidR="00A01D69">
        <w:t xml:space="preserve">such as ibn hurairah, mujahid and ubay ibn kab </w:t>
      </w:r>
      <w:r w:rsidR="004A0F55">
        <w:t>(</w:t>
      </w:r>
      <w:r w:rsidR="00A01D69">
        <w:t>see fadhul qadir, vol. 1 by al-shawakani</w:t>
      </w:r>
      <w:r w:rsidR="004A0F55">
        <w:t xml:space="preserve">) </w:t>
      </w:r>
      <w:r w:rsidR="00A01D69">
        <w:t>.</w:t>
      </w:r>
    </w:p>
    <w:p w:rsidR="00E33FEE" w:rsidRDefault="00E33FEE" w:rsidP="00CE26A0">
      <w:pPr>
        <w:pStyle w:val="libNormal"/>
      </w:pPr>
      <w:r>
        <w:t>S</w:t>
      </w:r>
      <w:r w:rsidR="00A01D69">
        <w:t>ome commentators believe that this verse is related only to the permanent marriage</w:t>
      </w:r>
      <w:r>
        <w:t>. H</w:t>
      </w:r>
      <w:r w:rsidR="00A01D69">
        <w:t>owever those who believe in mutah, consider it a marriage, but a temporary one having many points in common with permanent marriage</w:t>
      </w:r>
      <w:r>
        <w:t>. T</w:t>
      </w:r>
      <w:r w:rsidR="00A01D69">
        <w:t>hus, it is another kink of marriage, which is allowed is islam.</w:t>
      </w:r>
    </w:p>
    <w:p w:rsidR="00E33FEE" w:rsidRDefault="00E33FEE" w:rsidP="00CE26A0">
      <w:pPr>
        <w:pStyle w:val="libNormal"/>
      </w:pPr>
      <w:r>
        <w:t>H</w:t>
      </w:r>
      <w:r w:rsidR="00A01D69">
        <w:t>adith :</w:t>
      </w:r>
    </w:p>
    <w:p w:rsidR="00A01D69" w:rsidRDefault="00E33FEE" w:rsidP="00CE26A0">
      <w:pPr>
        <w:pStyle w:val="libNormal"/>
      </w:pPr>
      <w:r>
        <w:t>T</w:t>
      </w:r>
      <w:r w:rsidR="00A01D69">
        <w:t>here are three groups of hadiths regarding mutah :</w:t>
      </w:r>
    </w:p>
    <w:p w:rsidR="00A01D69" w:rsidRDefault="00A01D69" w:rsidP="00CE26A0">
      <w:pPr>
        <w:pStyle w:val="libNormal"/>
      </w:pPr>
      <w:r>
        <w:t>1</w:t>
      </w:r>
      <w:r w:rsidR="00E33FEE">
        <w:t>. T</w:t>
      </w:r>
      <w:r>
        <w:t xml:space="preserve">hat allows mutah </w:t>
      </w:r>
      <w:r w:rsidR="004A0F55">
        <w:t>(</w:t>
      </w:r>
      <w:r>
        <w:t>without any condition</w:t>
      </w:r>
      <w:r w:rsidR="004A0F55">
        <w:t xml:space="preserve">) </w:t>
      </w:r>
      <w:r>
        <w:t>.</w:t>
      </w:r>
    </w:p>
    <w:p w:rsidR="00A01D69" w:rsidRDefault="00A01D69" w:rsidP="00CE26A0">
      <w:pPr>
        <w:pStyle w:val="libNormal"/>
      </w:pPr>
      <w:r>
        <w:t>2</w:t>
      </w:r>
      <w:r w:rsidR="00E33FEE">
        <w:t>. T</w:t>
      </w:r>
      <w:r>
        <w:t xml:space="preserve">hat forbids mutah </w:t>
      </w:r>
      <w:r w:rsidR="004A0F55">
        <w:t>(</w:t>
      </w:r>
      <w:r>
        <w:t>without any condition).</w:t>
      </w:r>
    </w:p>
    <w:p w:rsidR="00E33FEE" w:rsidRDefault="00A01D69" w:rsidP="00CE26A0">
      <w:pPr>
        <w:pStyle w:val="libNormal"/>
      </w:pPr>
      <w:r>
        <w:t>3</w:t>
      </w:r>
      <w:r w:rsidR="00E33FEE">
        <w:t>. T</w:t>
      </w:r>
      <w:r>
        <w:t xml:space="preserve">hat allows and forbid </w:t>
      </w:r>
      <w:r w:rsidR="004A0F55">
        <w:t>(</w:t>
      </w:r>
      <w:r>
        <w:t xml:space="preserve">this group indicated that it was allowed by the prophet </w:t>
      </w:r>
      <w:r w:rsidR="004A0F55">
        <w:t>(</w:t>
      </w:r>
      <w:r>
        <w:t>p.) then forbidden by the prophet himself (p.).</w:t>
      </w:r>
    </w:p>
    <w:p w:rsidR="00E33FEE" w:rsidRDefault="00E33FEE" w:rsidP="00CE26A0">
      <w:pPr>
        <w:pStyle w:val="libNormal"/>
      </w:pPr>
      <w:r>
        <w:t>T</w:t>
      </w:r>
      <w:r w:rsidR="00A01D69">
        <w:t>he second and third group are well known, so we will mention only the first group, which generally ignored.</w:t>
      </w:r>
    </w:p>
    <w:p w:rsidR="00A01D69" w:rsidRDefault="00E33FEE" w:rsidP="00CE26A0">
      <w:pPr>
        <w:pStyle w:val="libNormal"/>
      </w:pPr>
      <w:r>
        <w:t>B</w:t>
      </w:r>
      <w:r w:rsidR="00A01D69">
        <w:t>ukhari reports vol: 7 p.16 cairo edition.</w:t>
      </w:r>
    </w:p>
    <w:p w:rsidR="00E33FEE" w:rsidRDefault="00A01D69" w:rsidP="00CE26A0">
      <w:pPr>
        <w:pStyle w:val="libNormal"/>
      </w:pPr>
      <w:r>
        <w:t>A) hadith reported from ibn abbas that he was about mutat-ul-nisa and he said it was allowed.</w:t>
      </w:r>
    </w:p>
    <w:p w:rsidR="00E33FEE" w:rsidRDefault="00E33FEE" w:rsidP="00CE26A0">
      <w:pPr>
        <w:pStyle w:val="libNormal"/>
      </w:pPr>
      <w:r>
        <w:t>B</w:t>
      </w:r>
      <w:r w:rsidR="00A01D69">
        <w:t>) jabir ibn abdullah and salama ibn akwa said we were in the army when the messenger of allah (p.) came to us and allowed us to perform mutah.</w:t>
      </w:r>
    </w:p>
    <w:p w:rsidR="00E33FEE" w:rsidRDefault="00E33FEE" w:rsidP="00CE26A0">
      <w:pPr>
        <w:pStyle w:val="libNormal"/>
      </w:pPr>
      <w:r>
        <w:t>S</w:t>
      </w:r>
      <w:r w:rsidR="00A01D69">
        <w:t>ahih muslim vol : 2 p 705</w:t>
      </w:r>
      <w:r>
        <w:t>. E</w:t>
      </w:r>
      <w:r w:rsidR="00A01D69">
        <w:t xml:space="preserve">nglish </w:t>
      </w:r>
      <w:r w:rsidR="004A0F55">
        <w:t>(</w:t>
      </w:r>
      <w:r w:rsidR="00A01D69">
        <w:t>lahore edition</w:t>
      </w:r>
      <w:r w:rsidR="004A0F55">
        <w:t xml:space="preserve">) </w:t>
      </w:r>
      <w:r w:rsidR="00A01D69">
        <w:t>:</w:t>
      </w:r>
    </w:p>
    <w:p w:rsidR="00E33FEE" w:rsidRDefault="00E33FEE" w:rsidP="00CE26A0">
      <w:pPr>
        <w:pStyle w:val="libNormal"/>
      </w:pPr>
      <w:r>
        <w:t>A</w:t>
      </w:r>
      <w:r w:rsidR="00A01D69">
        <w:t xml:space="preserve">.) abdullah </w:t>
      </w:r>
      <w:r w:rsidR="004A0F55">
        <w:t>(</w:t>
      </w:r>
      <w:r w:rsidR="00A01D69">
        <w:t>b masud</w:t>
      </w:r>
      <w:r w:rsidR="004A0F55">
        <w:t xml:space="preserve">) </w:t>
      </w:r>
      <w:r w:rsidR="00A01D69">
        <w:t>reported : we were on an expedition with the messenger of allah (p.) and we had no women with us</w:t>
      </w:r>
      <w:r>
        <w:t>. W</w:t>
      </w:r>
      <w:r w:rsidR="00A01D69">
        <w:t>e said, should we not have ourselves castrated ? the prophet (p.) forbid us to do so</w:t>
      </w:r>
      <w:r>
        <w:t>. H</w:t>
      </w:r>
      <w:r w:rsidR="00A01D69">
        <w:t>e, then granted us permission to contract temporary marriages for a stipulated period giving her a garment</w:t>
      </w:r>
      <w:r>
        <w:t>. A</w:t>
      </w:r>
      <w:r w:rsidR="00A01D69">
        <w:t>bdullah, then recited this verse : o! those who believe, do not forbid what god had made lawful for you and not exceed the limit</w:t>
      </w:r>
      <w:r>
        <w:t>. I</w:t>
      </w:r>
      <w:r w:rsidR="00A01D69">
        <w:t>ndeed god does not like those who exceed the limit ". (5:87)</w:t>
      </w:r>
    </w:p>
    <w:p w:rsidR="00E33FEE" w:rsidRDefault="00E33FEE" w:rsidP="00CE26A0">
      <w:pPr>
        <w:pStyle w:val="libNormal"/>
      </w:pPr>
      <w:r>
        <w:t>B</w:t>
      </w:r>
      <w:r w:rsidR="00A01D69">
        <w:t>.) jabir ibn abdullah and salama ibn akwa said, " there came to us the proclaimer of allah's messenger (p.) and said, " allah's messenger (p.) has granted us the permission to benefit ourselves:i.e</w:t>
      </w:r>
      <w:r>
        <w:t>. T</w:t>
      </w:r>
      <w:r w:rsidR="00A01D69">
        <w:t>o contract temporary marriage with women"</w:t>
      </w:r>
    </w:p>
    <w:p w:rsidR="00E33FEE" w:rsidRDefault="00E33FEE" w:rsidP="00CE26A0">
      <w:pPr>
        <w:pStyle w:val="libNormal"/>
      </w:pPr>
      <w:r>
        <w:t>C</w:t>
      </w:r>
      <w:r w:rsidR="00A01D69">
        <w:t>.) salama ibn akwa and jabir ibn abdullah reported, " the prophet (p.) came to us and permitted us to contract temporary marriage".</w:t>
      </w:r>
    </w:p>
    <w:p w:rsidR="00E33FEE" w:rsidRDefault="00E33FEE" w:rsidP="00CE26A0">
      <w:pPr>
        <w:pStyle w:val="libNormal"/>
      </w:pPr>
      <w:r>
        <w:t>D</w:t>
      </w:r>
      <w:r w:rsidR="00A01D69">
        <w:t xml:space="preserve">.) ibn juraih says that : " ata' reported that jubair ibn abdullah came to perform ' umra and we came to his abode and then people asked him about </w:t>
      </w:r>
      <w:r w:rsidR="00A01D69">
        <w:lastRenderedPageBreak/>
        <w:t>different things</w:t>
      </w:r>
      <w:r>
        <w:t>. T</w:t>
      </w:r>
      <w:r w:rsidR="00A01D69">
        <w:t>hey mentioned temporary marriage during the lifetime of the holy prophet (p.) and during time of abu bakr and ' umar ".</w:t>
      </w:r>
    </w:p>
    <w:p w:rsidR="00E33FEE" w:rsidRDefault="00E33FEE" w:rsidP="00CE26A0">
      <w:pPr>
        <w:pStyle w:val="libNormal"/>
      </w:pPr>
      <w:r>
        <w:t>E</w:t>
      </w:r>
      <w:r w:rsidR="00A01D69">
        <w:t>.) jabir ibn abdullah reported : we contracted temporary marriage giving a handful of dates and flour for some days during the lifetime of prophet (p.) and during the time of abu bakr, until 'umar forbade it in case of 'amr ibn huraith ".</w:t>
      </w:r>
    </w:p>
    <w:p w:rsidR="00E33FEE" w:rsidRDefault="00E33FEE" w:rsidP="00CE26A0">
      <w:pPr>
        <w:pStyle w:val="libNormal"/>
      </w:pPr>
      <w:r>
        <w:t>N</w:t>
      </w:r>
      <w:r w:rsidR="00A01D69">
        <w:t xml:space="preserve">ote : the original arabic publication of muslim reads </w:t>
      </w:r>
      <w:r w:rsidR="004A0F55">
        <w:t>(</w:t>
      </w:r>
      <w:r w:rsidR="00A01D69">
        <w:t>al ayyam) i.e</w:t>
      </w:r>
      <w:r>
        <w:t>. F</w:t>
      </w:r>
      <w:r w:rsidR="00A01D69">
        <w:t>or some, but the translation gives the meaning wrongly as "dower".</w:t>
      </w:r>
    </w:p>
    <w:p w:rsidR="00E33FEE" w:rsidRDefault="00E33FEE" w:rsidP="00CE26A0">
      <w:pPr>
        <w:pStyle w:val="libNormal"/>
      </w:pPr>
      <w:r>
        <w:t>F</w:t>
      </w:r>
      <w:r w:rsidR="00A01D69">
        <w:t>.) abu nadr reported : while i was in the company of jabir ibn abdullah; a person came to him and said that ibn abbas and ibn zubair differed on the two types of mutah (tamatu' of hajj and tamatu' of woman</w:t>
      </w:r>
      <w:r w:rsidR="004A0F55">
        <w:t xml:space="preserve">) </w:t>
      </w:r>
      <w:r w:rsidR="00A01D69">
        <w:t>whereupon the lifetime of allah's messenger (p.) ' umar then forbade us</w:t>
      </w:r>
      <w:r>
        <w:t>. S</w:t>
      </w:r>
      <w:r w:rsidR="00A01D69">
        <w:t>o we did not revert to them.</w:t>
      </w:r>
    </w:p>
    <w:p w:rsidR="00A01D69" w:rsidRDefault="00E33FEE" w:rsidP="00CE26A0">
      <w:pPr>
        <w:pStyle w:val="libNormal"/>
      </w:pPr>
      <w:r>
        <w:t>T</w:t>
      </w:r>
      <w:r w:rsidR="00A01D69">
        <w:t>his group of hadiths clearly allowed mutah, that was practiced by the companions during the time of the prophet (p.) and abu bakr and umar</w:t>
      </w:r>
      <w:r>
        <w:t>. T</w:t>
      </w:r>
      <w:r w:rsidR="00A01D69">
        <w:t>he other two groups of hadiths contradicts the first group</w:t>
      </w:r>
      <w:r>
        <w:t>. H</w:t>
      </w:r>
      <w:r w:rsidR="00A01D69">
        <w:t>owever, we have to consider the following points :</w:t>
      </w:r>
    </w:p>
    <w:p w:rsidR="00A01D69" w:rsidRDefault="00A01D69" w:rsidP="00CE26A0">
      <w:pPr>
        <w:pStyle w:val="libNormal"/>
      </w:pPr>
      <w:r>
        <w:t>1)</w:t>
      </w:r>
      <w:r w:rsidR="00E33FEE">
        <w:t>. I</w:t>
      </w:r>
      <w:r>
        <w:t>f mutah was forbidden by the holy prophet (p.), there would have been no need for anybody to forbid it again.</w:t>
      </w:r>
    </w:p>
    <w:p w:rsidR="00A01D69" w:rsidRDefault="00A01D69" w:rsidP="00CE26A0">
      <w:pPr>
        <w:pStyle w:val="libNormal"/>
      </w:pPr>
      <w:r>
        <w:t>2)</w:t>
      </w:r>
      <w:r w:rsidR="00E33FEE">
        <w:t>. T</w:t>
      </w:r>
      <w:r>
        <w:t>he group which forbids, differs on the date on which the holy prophet (p.) forbade it</w:t>
      </w:r>
      <w:r w:rsidR="00E33FEE">
        <w:t>. S</w:t>
      </w:r>
      <w:r>
        <w:t>ome say it was forbidden in umrat-ul-qada, others say in fath khaiber, hunnain, awatas, tabuk, thanyatul wada and hajjatul wada</w:t>
      </w:r>
      <w:r w:rsidR="00E33FEE">
        <w:t>. T</w:t>
      </w:r>
      <w:r>
        <w:t>herefore, it was said that mutah was abrogated many times. (see al ahinqiti mohammed habib allah, zaid al muslim, vol 5 p 528</w:t>
      </w:r>
      <w:r w:rsidR="004A0F55">
        <w:t xml:space="preserve">) </w:t>
      </w:r>
      <w:r w:rsidR="00E33FEE">
        <w:t>. T</w:t>
      </w:r>
      <w:r>
        <w:t>his leads to the question that if it was abrogated by the holy prophet (p.) once, there would have been no need for another abrogation</w:t>
      </w:r>
      <w:r w:rsidR="00E33FEE">
        <w:t>. N</w:t>
      </w:r>
      <w:r>
        <w:t xml:space="preserve">o muslim would dare to go against the order of the prophet </w:t>
      </w:r>
      <w:r w:rsidR="004A0F55">
        <w:t>Muhammad (</w:t>
      </w:r>
      <w:r>
        <w:t>p.).</w:t>
      </w:r>
    </w:p>
    <w:p w:rsidR="00E33FEE" w:rsidRDefault="00A01D69" w:rsidP="00CE26A0">
      <w:pPr>
        <w:pStyle w:val="libNormal"/>
      </w:pPr>
      <w:r>
        <w:t>3)</w:t>
      </w:r>
      <w:r w:rsidR="00E33FEE">
        <w:t>. T</w:t>
      </w:r>
      <w:r>
        <w:t>here is evidence in the islamic history that mutah was practiced by some muslim jurists after 'umar's reign e.g</w:t>
      </w:r>
      <w:r w:rsidR="00E33FEE">
        <w:t>. A</w:t>
      </w:r>
      <w:r>
        <w:t xml:space="preserve">bdul malik juriah </w:t>
      </w:r>
      <w:r w:rsidR="004A0F55">
        <w:t>(</w:t>
      </w:r>
      <w:r>
        <w:t>jurist of mecca)</w:t>
      </w:r>
      <w:r w:rsidR="00E33FEE">
        <w:t>. H</w:t>
      </w:r>
      <w:r>
        <w:t>e died in 149 a.h</w:t>
      </w:r>
      <w:r w:rsidR="00E33FEE">
        <w:t>. H</w:t>
      </w:r>
      <w:r>
        <w:t xml:space="preserve">e had married 70 women of mutah </w:t>
      </w:r>
      <w:r w:rsidR="004A0F55">
        <w:t>(</w:t>
      </w:r>
      <w:r>
        <w:t>see zahabe in his book mizan vol: 6 p 147)</w:t>
      </w:r>
    </w:p>
    <w:p w:rsidR="00E33FEE" w:rsidRDefault="00E33FEE" w:rsidP="00CE26A0">
      <w:pPr>
        <w:pStyle w:val="libNormal"/>
      </w:pPr>
      <w:r>
        <w:t>T</w:t>
      </w:r>
      <w:r w:rsidR="00A01D69">
        <w:t xml:space="preserve">hese two points show that there was not ijma* of sunni muslim communities to forbid mutah until the third century of the islamic history because it was a controversial issue until the time of mamoon. </w:t>
      </w:r>
      <w:r w:rsidR="004A0F55">
        <w:t>(</w:t>
      </w:r>
      <w:r w:rsidR="00A01D69">
        <w:t>the abbaside caliph, in the 3rd century a.h.)</w:t>
      </w:r>
    </w:p>
    <w:p w:rsidR="00A01D69" w:rsidRDefault="00E33FEE" w:rsidP="00CE26A0">
      <w:pPr>
        <w:pStyle w:val="libNormal"/>
      </w:pPr>
      <w:r>
        <w:t>F</w:t>
      </w:r>
      <w:r w:rsidR="00A01D69">
        <w:t>rom this one can conclude that :</w:t>
      </w:r>
    </w:p>
    <w:p w:rsidR="00A01D69" w:rsidRDefault="00A01D69" w:rsidP="00CE26A0">
      <w:pPr>
        <w:pStyle w:val="libNormal"/>
      </w:pPr>
      <w:r>
        <w:t>1)</w:t>
      </w:r>
      <w:r w:rsidR="00E33FEE">
        <w:t>. T</w:t>
      </w:r>
      <w:r>
        <w:t>he hadith that forbids mutah contradicts itself in date</w:t>
      </w:r>
      <w:r w:rsidR="00E33FEE">
        <w:t>. T</w:t>
      </w:r>
      <w:r>
        <w:t>herefore, they are not certain.</w:t>
      </w:r>
    </w:p>
    <w:p w:rsidR="00A01D69" w:rsidRDefault="00A01D69" w:rsidP="00CE26A0">
      <w:pPr>
        <w:pStyle w:val="libNormal"/>
      </w:pPr>
      <w:r>
        <w:t>2)</w:t>
      </w:r>
      <w:r w:rsidR="00E33FEE">
        <w:t>. T</w:t>
      </w:r>
      <w:r>
        <w:t>here would have been no need for ' umar to forbade it after prophet (p.).</w:t>
      </w:r>
    </w:p>
    <w:p w:rsidR="00E33FEE" w:rsidRDefault="00A01D69" w:rsidP="00CE26A0">
      <w:pPr>
        <w:pStyle w:val="libNormal"/>
      </w:pPr>
      <w:r>
        <w:t>3)</w:t>
      </w:r>
      <w:r w:rsidR="00E33FEE">
        <w:t>. T</w:t>
      </w:r>
      <w:r>
        <w:t>here would have been no room for controversial discussion until the third century if it was forbidden before.</w:t>
      </w:r>
    </w:p>
    <w:p w:rsidR="00E33FEE" w:rsidRDefault="00E33FEE" w:rsidP="00CE26A0">
      <w:pPr>
        <w:pStyle w:val="libNormal"/>
      </w:pPr>
      <w:r>
        <w:t>T</w:t>
      </w:r>
      <w:r w:rsidR="00A01D69">
        <w:t>herefore, it is best to say that 'umar's prohibition was his own personal view and that mutah was not forbidden until his own reign.</w:t>
      </w:r>
    </w:p>
    <w:p w:rsidR="00E33FEE" w:rsidRDefault="00E33FEE" w:rsidP="00CE26A0">
      <w:pPr>
        <w:pStyle w:val="libNormal"/>
      </w:pPr>
      <w:r>
        <w:t>T</w:t>
      </w:r>
      <w:r w:rsidR="00A01D69">
        <w:t>his represents the validity of mutah according to sunni sources, however the sources of shi'a have different reports.</w:t>
      </w:r>
    </w:p>
    <w:p w:rsidR="00E33FEE" w:rsidRPr="001E1339" w:rsidRDefault="00E33FEE" w:rsidP="001E1339">
      <w:pPr>
        <w:pStyle w:val="Heading2"/>
      </w:pPr>
      <w:bookmarkStart w:id="65" w:name="_Toc491953232"/>
      <w:r>
        <w:lastRenderedPageBreak/>
        <w:t>W</w:t>
      </w:r>
      <w:r w:rsidR="00A01D69">
        <w:t>itnesses in marriag</w:t>
      </w:r>
      <w:r w:rsidR="00A01D69" w:rsidRPr="001E1339">
        <w:t>e</w:t>
      </w:r>
      <w:bookmarkEnd w:id="65"/>
    </w:p>
    <w:p w:rsidR="00E33FEE" w:rsidRDefault="00E33FEE" w:rsidP="00CE26A0">
      <w:pPr>
        <w:pStyle w:val="libNormal"/>
      </w:pPr>
      <w:r>
        <w:t>M</w:t>
      </w:r>
      <w:r w:rsidR="00A01D69">
        <w:t>ost sunni schools of law consider two witnesses at the time of marriage why is there a need for witnesses for validity for marriages? (l</w:t>
      </w:r>
      <w:r>
        <w:t>. N</w:t>
      </w:r>
      <w:r w:rsidR="00A01D69">
        <w:t>eeley, palatka, fl 32077)</w:t>
      </w:r>
    </w:p>
    <w:p w:rsidR="00A01D69" w:rsidRDefault="00E33FEE" w:rsidP="00CE26A0">
      <w:pPr>
        <w:pStyle w:val="libNormal"/>
      </w:pPr>
      <w:r>
        <w:t>A</w:t>
      </w:r>
      <w:r w:rsidR="00A01D69">
        <w:t>s a required condition for validity of marriage, they believe that marriage is not valid without witnesses</w:t>
      </w:r>
      <w:r>
        <w:t>. T</w:t>
      </w:r>
      <w:r w:rsidR="00A01D69">
        <w:t>he reasons given are as follows:</w:t>
      </w:r>
    </w:p>
    <w:p w:rsidR="00A01D69" w:rsidRDefault="00A01D69" w:rsidP="00CE26A0">
      <w:pPr>
        <w:pStyle w:val="libNormal"/>
      </w:pPr>
      <w:r>
        <w:t>1</w:t>
      </w:r>
      <w:r w:rsidR="00E33FEE">
        <w:t>. H</w:t>
      </w:r>
      <w:r>
        <w:t>usband would not be able to deny the marriage if two witnesses go against him.</w:t>
      </w:r>
    </w:p>
    <w:p w:rsidR="00E33FEE" w:rsidRDefault="00A01D69" w:rsidP="00CE26A0">
      <w:pPr>
        <w:pStyle w:val="libNormal"/>
      </w:pPr>
      <w:r>
        <w:t>2</w:t>
      </w:r>
      <w:r w:rsidR="00E33FEE">
        <w:t>. H</w:t>
      </w:r>
      <w:r>
        <w:t xml:space="preserve">adith from the prophet </w:t>
      </w:r>
      <w:r w:rsidR="004A0F55">
        <w:t>Muhammad (</w:t>
      </w:r>
      <w:r>
        <w:t>p.) which orders to announce marriages.</w:t>
      </w:r>
    </w:p>
    <w:p w:rsidR="00A01D69" w:rsidRDefault="00E33FEE" w:rsidP="00CE26A0">
      <w:pPr>
        <w:pStyle w:val="libNormal"/>
      </w:pPr>
      <w:r>
        <w:t>T</w:t>
      </w:r>
      <w:r w:rsidR="00A01D69">
        <w:t>he shi'a point of view is contradictory</w:t>
      </w:r>
      <w:r>
        <w:t>. S</w:t>
      </w:r>
      <w:r w:rsidR="00A01D69">
        <w:t>hi'a believe it is recommend to have witnesses, but it is not obligatory</w:t>
      </w:r>
      <w:r>
        <w:t>. T</w:t>
      </w:r>
      <w:r w:rsidR="00A01D69">
        <w:t>hey indicate neither of the above mentioned reasons are valid</w:t>
      </w:r>
      <w:r>
        <w:t>. I</w:t>
      </w:r>
      <w:r w:rsidR="00A01D69">
        <w:t>n the first case, it is possible that a marriage be contracted with two witnesses; then the witnesses be asked to keep it secret</w:t>
      </w:r>
      <w:r>
        <w:t>. I</w:t>
      </w:r>
      <w:r w:rsidR="00A01D69">
        <w:t>n this, case we see the presence of witnesses without any reason; the presence of two witnesses is not going to change the situation</w:t>
      </w:r>
      <w:r>
        <w:t>. T</w:t>
      </w:r>
      <w:r w:rsidR="00A01D69">
        <w:t>he only important fact is the agreement between husband and wife.</w:t>
      </w:r>
    </w:p>
    <w:p w:rsidR="00E33FEE" w:rsidRDefault="00A01D69" w:rsidP="00CE26A0">
      <w:pPr>
        <w:pStyle w:val="libNormal"/>
      </w:pPr>
      <w:r>
        <w:t>As to the second reason, the hadith only encourages to announce tmarriage at the time of marriage contract, so everybody shall know that the couple are married</w:t>
      </w:r>
      <w:r w:rsidR="00E33FEE">
        <w:t>. T</w:t>
      </w:r>
      <w:r>
        <w:t>hus, shi'a strongly recommend to have witnesses, though it is not obligatory.</w:t>
      </w:r>
    </w:p>
    <w:p w:rsidR="00E33FEE" w:rsidRPr="001E1339" w:rsidRDefault="00E33FEE" w:rsidP="001E1339">
      <w:pPr>
        <w:pStyle w:val="Heading2"/>
      </w:pPr>
      <w:bookmarkStart w:id="66" w:name="_Toc491953233"/>
      <w:r>
        <w:t>O</w:t>
      </w:r>
      <w:r w:rsidR="00A01D69">
        <w:t>n prophethoo</w:t>
      </w:r>
      <w:r w:rsidR="00A01D69" w:rsidRPr="001E1339">
        <w:t>d</w:t>
      </w:r>
      <w:bookmarkEnd w:id="66"/>
    </w:p>
    <w:p w:rsidR="00E33FEE" w:rsidRDefault="00E33FEE" w:rsidP="00CE26A0">
      <w:pPr>
        <w:pStyle w:val="libNormal"/>
      </w:pPr>
      <w:r>
        <w:t>W</w:t>
      </w:r>
      <w:r w:rsidR="00A01D69">
        <w:t xml:space="preserve">hat is the status of one who denies the prophethood of the prophet (p.) and believes in imam ali (a.)? imam abu bakr, kalamazoo, mi 49007 it is obvious that that anyone who denies the prophethood of the prophet </w:t>
      </w:r>
      <w:r w:rsidR="004A0F55">
        <w:t>Muhammad (</w:t>
      </w:r>
      <w:r w:rsidR="00A01D69">
        <w:t>p.) is not muslim, i.e.; kafir *</w:t>
      </w:r>
      <w:r>
        <w:t>. A</w:t>
      </w:r>
      <w:r w:rsidR="00A01D69">
        <w:t>lso, anyone who believes that imam ali (a.) was a prophet is also kafir.</w:t>
      </w:r>
    </w:p>
    <w:p w:rsidR="00E33FEE" w:rsidRDefault="00E33FEE" w:rsidP="00CE26A0">
      <w:pPr>
        <w:pStyle w:val="libNormal"/>
      </w:pPr>
      <w:r>
        <w:t>W</w:t>
      </w:r>
      <w:r w:rsidR="00A01D69">
        <w:t>e believe that the best answer to this question is to give some passages from nahjul balagha: (sermons, letters and saying of imam ali(a.))</w:t>
      </w:r>
      <w:r>
        <w:t>. N</w:t>
      </w:r>
      <w:r w:rsidR="00A01D69">
        <w:t xml:space="preserve"> sermon no. 2, imam ali(a.) says: through the prophet </w:t>
      </w:r>
      <w:r w:rsidR="004A0F55">
        <w:t xml:space="preserve">Muhammad </w:t>
      </w:r>
      <w:r w:rsidR="00A01D69">
        <w:t>(p.), god made these people check their ways of thought and worship</w:t>
      </w:r>
      <w:r>
        <w:t>. H</w:t>
      </w:r>
      <w:r w:rsidR="00A01D69">
        <w:t>e wanted to bring them out of ignorance</w:t>
      </w:r>
      <w:r>
        <w:t>. G</w:t>
      </w:r>
      <w:r w:rsidR="00A01D69">
        <w:t xml:space="preserve">od decided to call back the prophet </w:t>
      </w:r>
      <w:r w:rsidR="004A0F55">
        <w:t xml:space="preserve">Muhammad </w:t>
      </w:r>
      <w:r w:rsidR="00A01D69">
        <w:t>(p.) to the sublime vicinity of his glory and selected him to receive his highest favor and blessings".</w:t>
      </w:r>
    </w:p>
    <w:p w:rsidR="00E33FEE" w:rsidRDefault="00E33FEE" w:rsidP="00CE26A0">
      <w:pPr>
        <w:pStyle w:val="libNormal"/>
      </w:pPr>
      <w:r>
        <w:t>I</w:t>
      </w:r>
      <w:r w:rsidR="00A01D69">
        <w:t>n sermon no. 89, imam ali (a.) says, "god has revealed his book for you which explains and describes everything for you</w:t>
      </w:r>
      <w:r>
        <w:t>. H</w:t>
      </w:r>
      <w:r w:rsidR="00A01D69">
        <w:t>e has allowed the holy prophet(p.) to live among you long enough to explain completely his words and deeds, the religion which was revealed to him until he received his teaching and instruction completed and until such a perfection of his chosen religion was achieved by him that satisfied and pleased him".</w:t>
      </w:r>
    </w:p>
    <w:p w:rsidR="00E33FEE" w:rsidRDefault="00E33FEE" w:rsidP="00CE26A0">
      <w:pPr>
        <w:pStyle w:val="libNormal"/>
      </w:pPr>
      <w:r>
        <w:t>I</w:t>
      </w:r>
      <w:r w:rsidR="00A01D69">
        <w:t>n sermon no. 92, imam ali (a.) says, "the almighty god has sent our holy prophet (p.) with his mission at a time when the world was left for long without any prophet or any guide, when nations have passed years without realizing</w:t>
      </w:r>
    </w:p>
    <w:p w:rsidR="00E33FEE" w:rsidRDefault="00E33FEE" w:rsidP="00CE26A0">
      <w:pPr>
        <w:pStyle w:val="libNormal"/>
      </w:pPr>
      <w:r>
        <w:t>T</w:t>
      </w:r>
      <w:r w:rsidR="00A01D69">
        <w:t>he duty of man towards man and god</w:t>
      </w:r>
      <w:r>
        <w:t>. W</w:t>
      </w:r>
      <w:r w:rsidR="00A01D69">
        <w:t xml:space="preserve">hen man had gone through ages of disturbances and discord; when long spells of wars had ravaged human society; and when the world was passing through utter darkness and </w:t>
      </w:r>
      <w:r w:rsidR="00A01D69">
        <w:lastRenderedPageBreak/>
        <w:t>delusions</w:t>
      </w:r>
      <w:r>
        <w:t>. H</w:t>
      </w:r>
      <w:r w:rsidR="00A01D69">
        <w:t>e sent the holy prophet(p.) among human beings when humanity had a very evil past".</w:t>
      </w:r>
    </w:p>
    <w:p w:rsidR="00E33FEE" w:rsidRDefault="00E33FEE" w:rsidP="00CE26A0">
      <w:pPr>
        <w:pStyle w:val="libNormal"/>
      </w:pPr>
      <w:r>
        <w:t>F</w:t>
      </w:r>
      <w:r w:rsidR="00A01D69">
        <w:t>rom the above passages of nahjul balagha, one can conclude that any attribution which contradicts these passages is of true</w:t>
      </w:r>
      <w:r>
        <w:t>. I</w:t>
      </w:r>
      <w:r w:rsidR="00A01D69">
        <w:t>mam ali (a.) said in his well known words, "i am a true follower of prophet (p.)</w:t>
      </w:r>
      <w:r>
        <w:t>. I</w:t>
      </w:r>
      <w:r w:rsidR="00A01D69">
        <w:t xml:space="preserve"> had followed him since my childhood, and i shall fight for his religion until my death".</w:t>
      </w:r>
    </w:p>
    <w:p w:rsidR="00E33FEE" w:rsidRDefault="00E33FEE" w:rsidP="00CE26A0">
      <w:pPr>
        <w:pStyle w:val="libNormal"/>
      </w:pPr>
      <w:r>
        <w:t>W</w:t>
      </w:r>
      <w:r w:rsidR="00A01D69">
        <w:t>e would like to remind you that this kind of accusation is usually spread by the enemies of islam to divide muslims and divert them from unity</w:t>
      </w:r>
      <w:r>
        <w:t>. T</w:t>
      </w:r>
      <w:r w:rsidR="00A01D69">
        <w:t>he main objective of imam ali (a.) during his life time is shown in the history</w:t>
      </w:r>
      <w:r>
        <w:t>. H</w:t>
      </w:r>
      <w:r w:rsidR="00A01D69">
        <w:t xml:space="preserve">e was a true follower of the prophet </w:t>
      </w:r>
      <w:r w:rsidR="004A0F55">
        <w:t>Muhammad (</w:t>
      </w:r>
      <w:r w:rsidR="00A01D69">
        <w:t>p.)</w:t>
      </w:r>
      <w:r>
        <w:t>. H</w:t>
      </w:r>
      <w:r w:rsidR="00A01D69">
        <w:t>e has done whatever islam required him to do whether fighting against enemies in a battle field or being silent from his own right for the sake of the islamic unity</w:t>
      </w:r>
      <w:r>
        <w:t>. W</w:t>
      </w:r>
      <w:r w:rsidR="00A01D69">
        <w:t>e hope this would explain the true concept of prophethood and leadership in islam according to imam ali's (a.) view.</w:t>
      </w:r>
    </w:p>
    <w:p w:rsidR="00FF1E71" w:rsidRPr="00A032B3" w:rsidRDefault="00FF1E71" w:rsidP="00A032B3">
      <w:pPr>
        <w:pStyle w:val="libNormal"/>
      </w:pPr>
      <w:r>
        <w:br w:type="page"/>
      </w:r>
    </w:p>
    <w:p w:rsidR="00E33FEE" w:rsidRPr="001E1339" w:rsidRDefault="00E33FEE" w:rsidP="00FF1E71">
      <w:pPr>
        <w:pStyle w:val="Heading1Center"/>
      </w:pPr>
      <w:bookmarkStart w:id="67" w:name="_Toc491953234"/>
      <w:r>
        <w:lastRenderedPageBreak/>
        <w:t>D</w:t>
      </w:r>
      <w:r w:rsidR="00A01D69">
        <w:t>eath in isla</w:t>
      </w:r>
      <w:r w:rsidR="00A01D69" w:rsidRPr="001E1339">
        <w:t>m</w:t>
      </w:r>
      <w:bookmarkEnd w:id="67"/>
    </w:p>
    <w:p w:rsidR="00E33FEE" w:rsidRDefault="00E33FEE" w:rsidP="00CE26A0">
      <w:pPr>
        <w:pStyle w:val="libNormal"/>
      </w:pPr>
      <w:r>
        <w:t>E</w:t>
      </w:r>
      <w:r w:rsidR="00A01D69">
        <w:t>xplanation of death in the holy qur'an and what is the reason for death? (g</w:t>
      </w:r>
      <w:r>
        <w:t>. D</w:t>
      </w:r>
      <w:r w:rsidR="00A01D69">
        <w:t>obson, socorr, nm 87801)</w:t>
      </w:r>
    </w:p>
    <w:p w:rsidR="00E33FEE" w:rsidRDefault="00E33FEE" w:rsidP="00CE26A0">
      <w:pPr>
        <w:pStyle w:val="libNormal"/>
      </w:pPr>
      <w:r>
        <w:t>T</w:t>
      </w:r>
      <w:r w:rsidR="00A01D69">
        <w:t>he holy qur'an says, "every soul shall taste death". (3:185) and it also says, "wherever you will be, death shall reach you even if you are in high castles" (4:78).</w:t>
      </w:r>
    </w:p>
    <w:p w:rsidR="00E33FEE" w:rsidRDefault="00E33FEE" w:rsidP="00CE26A0">
      <w:pPr>
        <w:pStyle w:val="libNormal"/>
      </w:pPr>
      <w:r>
        <w:t>T</w:t>
      </w:r>
      <w:r w:rsidR="00A01D69">
        <w:t>he holy qur'an also says, "god is the one who has created the death and life in order to see who is the best in his deeds". (67:2)</w:t>
      </w:r>
      <w:r>
        <w:t>. D</w:t>
      </w:r>
      <w:r w:rsidR="00A01D69">
        <w:t>eath according to the islamic faith is the continuation of life</w:t>
      </w:r>
      <w:r>
        <w:t>. I</w:t>
      </w:r>
      <w:r w:rsidR="00A01D69">
        <w:t>n another words, there are two phases of life, the life which a person experiences in this world and the life which shall come after this world</w:t>
      </w:r>
      <w:r>
        <w:t>. A</w:t>
      </w:r>
      <w:r w:rsidR="00A01D69">
        <w:t xml:space="preserve"> human being accordingly is composed of two components, his physical body and his spirit</w:t>
      </w:r>
      <w:r>
        <w:t>. W</w:t>
      </w:r>
      <w:r w:rsidR="00A01D69">
        <w:t>hen the physical body and his spirit together are active, it is referred to as life</w:t>
      </w:r>
      <w:r>
        <w:t>. B</w:t>
      </w:r>
      <w:r w:rsidR="00A01D69">
        <w:t>ut when the spirit is separated from the physical body, it is referred to as death</w:t>
      </w:r>
      <w:r>
        <w:t>. T</w:t>
      </w:r>
      <w:r w:rsidR="00A01D69">
        <w:t>o this fact, the verses of the holy qur'an points out, "god has created death and life". (67:2)</w:t>
      </w:r>
    </w:p>
    <w:p w:rsidR="00A01D69" w:rsidRDefault="00E33FEE" w:rsidP="00CE26A0">
      <w:pPr>
        <w:pStyle w:val="libNormal"/>
      </w:pPr>
      <w:r>
        <w:t>I</w:t>
      </w:r>
      <w:r w:rsidR="00A01D69">
        <w:t>n other words, the separation between these two components is death</w:t>
      </w:r>
      <w:r>
        <w:t>. T</w:t>
      </w:r>
      <w:r w:rsidR="00A01D69">
        <w:t>he soul will remain eternally forever, and the body will be disintegrated like any other material</w:t>
      </w:r>
      <w:r>
        <w:t>. T</w:t>
      </w:r>
      <w:r w:rsidR="00A01D69">
        <w:t>hat is what imam ali(a.) refers saying, "with death, there is the end of the world"</w:t>
      </w:r>
      <w:r>
        <w:t>. N</w:t>
      </w:r>
      <w:r w:rsidR="00A01D69">
        <w:t>ahjul balagha part 1:154</w:t>
      </w:r>
      <w:r>
        <w:t>. A</w:t>
      </w:r>
      <w:r w:rsidR="00A01D69">
        <w:t>nd imam zain-ul-abedin (a.) says, "we have to prepare, for death"</w:t>
      </w:r>
      <w:r>
        <w:t>. S</w:t>
      </w:r>
      <w:r w:rsidR="00A01D69">
        <w:t>ahifa sajjadiyyah prayer no. 4 p.43</w:t>
      </w:r>
      <w:r>
        <w:t>. I</w:t>
      </w:r>
      <w:r w:rsidR="00A01D69">
        <w:t>mam baqir (a.) says, "death is like sleep which one experiences daily at night in his life except that death has longer duration"</w:t>
      </w:r>
      <w:r>
        <w:t>. S</w:t>
      </w:r>
      <w:r w:rsidR="00A01D69">
        <w:t>ince islam sees death as reality of life, it never ignores it in daily life</w:t>
      </w:r>
      <w:r>
        <w:t>. I</w:t>
      </w:r>
      <w:r w:rsidR="00A01D69">
        <w:t>mam sadiq (a.) says, " death is like perfume for a believer"</w:t>
      </w:r>
      <w:r>
        <w:t>. F</w:t>
      </w:r>
      <w:r w:rsidR="00A01D69">
        <w:t>urthermore, islam recommends every muslim to prepare for death and write his will as being prepared for reality</w:t>
      </w:r>
      <w:r>
        <w:t>. T</w:t>
      </w:r>
      <w:r w:rsidR="00A01D69">
        <w:t>here are many hadiths which indicate the moment of separation between soul and body as a great moment for a believer because the soul would be able to see everything in its true nature</w:t>
      </w:r>
      <w:r>
        <w:t>. T</w:t>
      </w:r>
      <w:r w:rsidR="00A01D69">
        <w:t>he privilege which was not granted before the separation of the spirit and the body; in fact, the spirit was imprisoned within the body</w:t>
      </w:r>
      <w:r>
        <w:t>. S</w:t>
      </w:r>
      <w:r w:rsidR="00A01D69">
        <w:t>o, it is reported that at the time of death, the spirit of the believer would be happy looking at the relatives around the body who are unhappy but he is unable to communicate his feeling with the relatives</w:t>
      </w:r>
      <w:r>
        <w:t>. I</w:t>
      </w:r>
      <w:r w:rsidR="00A01D69">
        <w:t>n short, death according to islamic faith , is but a new phase of life.</w:t>
      </w:r>
    </w:p>
    <w:p w:rsidR="00FF1E71" w:rsidRPr="00A032B3" w:rsidRDefault="00FF1E71" w:rsidP="00A032B3">
      <w:pPr>
        <w:pStyle w:val="libNormal"/>
      </w:pPr>
      <w:r>
        <w:br w:type="page"/>
      </w:r>
    </w:p>
    <w:p w:rsidR="00E33FEE" w:rsidRPr="001E1339" w:rsidRDefault="00A01D69" w:rsidP="00FF1E71">
      <w:pPr>
        <w:pStyle w:val="Heading1Center"/>
      </w:pPr>
      <w:bookmarkStart w:id="68" w:name="_Toc491953235"/>
      <w:r>
        <w:lastRenderedPageBreak/>
        <w:t>Islamic name</w:t>
      </w:r>
      <w:r w:rsidRPr="001E1339">
        <w:t>s</w:t>
      </w:r>
      <w:bookmarkEnd w:id="68"/>
    </w:p>
    <w:p w:rsidR="00E33FEE" w:rsidRDefault="00E33FEE" w:rsidP="00CE26A0">
      <w:pPr>
        <w:pStyle w:val="libNormal"/>
      </w:pPr>
      <w:r>
        <w:t>H</w:t>
      </w:r>
      <w:r w:rsidR="00A01D69">
        <w:t>ow to choose islamic names for children? (l</w:t>
      </w:r>
      <w:r>
        <w:t>. N</w:t>
      </w:r>
      <w:r w:rsidR="00A01D69">
        <w:t>eeley, palatka fl 32077)</w:t>
      </w:r>
    </w:p>
    <w:p w:rsidR="00E33FEE" w:rsidRDefault="00E33FEE" w:rsidP="004A0F55">
      <w:pPr>
        <w:pStyle w:val="libNormal"/>
      </w:pPr>
      <w:r>
        <w:t>I</w:t>
      </w:r>
      <w:r w:rsidR="00A01D69">
        <w:t>slam has laid down the basic principle of self-esteem for children by choosing a good name for them in an honest faithful manner</w:t>
      </w:r>
      <w:r>
        <w:t>. I</w:t>
      </w:r>
      <w:r w:rsidR="00A01D69">
        <w:t>n particular, many hadiths are reported to educate them on these principles during their childhood</w:t>
      </w:r>
      <w:r>
        <w:t>. T</w:t>
      </w:r>
      <w:r w:rsidR="00A01D69">
        <w:t>he prophet says, "every child is born naturally as a muslim (the one who submits to god), but parents change his religion either to christianity, judaism or zoroastrian." also the prophet (p.) said, " among the rights of children on parents are to choose a good name , educate him and prepare him for a good life"</w:t>
      </w:r>
      <w:r>
        <w:t>. H</w:t>
      </w:r>
      <w:r w:rsidR="00A01D69">
        <w:t>e also said, "parents have to choose a good name for the child, teach him, how to write and also prepare for his marriage'</w:t>
      </w:r>
      <w:r>
        <w:t>. T</w:t>
      </w:r>
      <w:r w:rsidR="00A01D69">
        <w:t>herefore, prophet (p.) changed the names of some companions after they became muslim, for example, the name "harb" which means "war", was changed to "silm" which means "peace", to indicate the principle of peace</w:t>
      </w:r>
      <w:r>
        <w:t>. I</w:t>
      </w:r>
      <w:r w:rsidR="00A01D69">
        <w:t>mam baqir (a.) said, "the best name is the one which indicates the worship of allah"</w:t>
      </w:r>
      <w:r>
        <w:t>. I</w:t>
      </w:r>
      <w:r w:rsidR="00A01D69">
        <w:t>mam sadiq (a.) says, "we name every child born in our family "</w:t>
      </w:r>
      <w:r w:rsidR="004A0F55">
        <w:t>M</w:t>
      </w:r>
      <w:r w:rsidR="00A01D69">
        <w:t>uhammad" for seven days</w:t>
      </w:r>
      <w:r>
        <w:t>. A</w:t>
      </w:r>
      <w:r w:rsidR="00A01D69">
        <w:t>fterwards, we may change it"</w:t>
      </w:r>
      <w:r>
        <w:t>. I</w:t>
      </w:r>
      <w:r w:rsidR="00A01D69">
        <w:t>mam kadim (a.) says, "the first thing which a father has to do is to choose a good name for his child".</w:t>
      </w:r>
    </w:p>
    <w:p w:rsidR="00A01D69" w:rsidRDefault="00E33FEE" w:rsidP="00CE26A0">
      <w:pPr>
        <w:pStyle w:val="libNormal"/>
      </w:pPr>
      <w:r>
        <w:t>T</w:t>
      </w:r>
      <w:r w:rsidR="00A01D69">
        <w:t>here are three ways to choose an islamic name:</w:t>
      </w:r>
    </w:p>
    <w:p w:rsidR="00A01D69" w:rsidRDefault="00A01D69" w:rsidP="00CE26A0">
      <w:pPr>
        <w:pStyle w:val="libNormal"/>
      </w:pPr>
      <w:r>
        <w:t>1</w:t>
      </w:r>
      <w:r w:rsidR="00E33FEE">
        <w:t>. O</w:t>
      </w:r>
      <w:r>
        <w:t>ne is to choose one of the 99 names of god, adding to it the word 'abd' which means "servant"</w:t>
      </w:r>
      <w:r w:rsidR="00E33FEE">
        <w:t>. F</w:t>
      </w:r>
      <w:r>
        <w:t>or instance, 'karim' to 'abdul karim', 'allah' to 'abdullah', and so on.(for detail see "beautiful names of god" q# 11)</w:t>
      </w:r>
    </w:p>
    <w:p w:rsidR="00E33FEE" w:rsidRDefault="00A01D69" w:rsidP="00CE26A0">
      <w:pPr>
        <w:pStyle w:val="libNormal"/>
      </w:pPr>
      <w:r>
        <w:t>2</w:t>
      </w:r>
      <w:r w:rsidR="00E33FEE">
        <w:t>. A</w:t>
      </w:r>
      <w:r>
        <w:t>lso, one may choose an islamic name by considering the occasions of the birth, if it coincides with the birthday or the death of any prophet (a.), companion, imam or important historical names, of those who have a great significant contribution to the islamic history</w:t>
      </w:r>
      <w:r w:rsidR="00E33FEE">
        <w:t>. F</w:t>
      </w:r>
      <w:r>
        <w:t>or example, one might select either their proper names or their nick names.</w:t>
      </w:r>
    </w:p>
    <w:p w:rsidR="00E33FEE" w:rsidRDefault="00E33FEE" w:rsidP="00CE26A0">
      <w:pPr>
        <w:pStyle w:val="libNormal"/>
      </w:pPr>
      <w:r>
        <w:t>T</w:t>
      </w:r>
      <w:r w:rsidR="00A01D69">
        <w:t>he following list highlights the important islamic occasions :</w:t>
      </w:r>
    </w:p>
    <w:p w:rsidR="00A01D69" w:rsidRDefault="00E33FEE" w:rsidP="00CE26A0">
      <w:pPr>
        <w:pStyle w:val="libNormal"/>
      </w:pPr>
      <w:r>
        <w:t>R</w:t>
      </w:r>
      <w:r w:rsidR="00A01D69">
        <w:t>abi 'al-awwal: 1st of hijra: the migration of the prophet (p.) from mecca to madina</w:t>
      </w:r>
    </w:p>
    <w:p w:rsidR="00A01D69" w:rsidRDefault="00A01D69" w:rsidP="00CE26A0">
      <w:pPr>
        <w:pStyle w:val="libNormal"/>
      </w:pPr>
      <w:r>
        <w:t>12th: martyrdom of imam hassan al-askari</w:t>
      </w:r>
    </w:p>
    <w:p w:rsidR="00A01D69" w:rsidRDefault="00A01D69" w:rsidP="00CE26A0">
      <w:pPr>
        <w:pStyle w:val="libNormal"/>
      </w:pPr>
      <w:r>
        <w:t>17th: (52 b.h.): birthday of prophet mohammad (p.)</w:t>
      </w:r>
    </w:p>
    <w:p w:rsidR="00E33FEE" w:rsidRDefault="00A01D69" w:rsidP="00CE26A0">
      <w:pPr>
        <w:pStyle w:val="libNormal"/>
      </w:pPr>
      <w:r>
        <w:t>17th: (83 a.h.): birthday of imam ja'far al-sadiq(a.)</w:t>
      </w:r>
    </w:p>
    <w:p w:rsidR="00A01D69" w:rsidRDefault="00E33FEE" w:rsidP="00CE26A0">
      <w:pPr>
        <w:pStyle w:val="libNormal"/>
      </w:pPr>
      <w:r>
        <w:t>R</w:t>
      </w:r>
      <w:r w:rsidR="00A01D69">
        <w:t>abi 'al thani:</w:t>
      </w:r>
    </w:p>
    <w:p w:rsidR="00E33FEE" w:rsidRDefault="00A01D69" w:rsidP="00CE26A0">
      <w:pPr>
        <w:pStyle w:val="libNormal"/>
      </w:pPr>
      <w:r>
        <w:t>8th: (232 a.h.): birthday of imam hassan al-askari(a.)</w:t>
      </w:r>
    </w:p>
    <w:p w:rsidR="00A01D69" w:rsidRDefault="00E33FEE" w:rsidP="00CE26A0">
      <w:pPr>
        <w:pStyle w:val="libNormal"/>
      </w:pPr>
      <w:r>
        <w:t>J</w:t>
      </w:r>
      <w:r w:rsidR="00A01D69">
        <w:t>amada i:</w:t>
      </w:r>
    </w:p>
    <w:p w:rsidR="00A01D69" w:rsidRDefault="00A01D69" w:rsidP="00CE26A0">
      <w:pPr>
        <w:pStyle w:val="libNormal"/>
      </w:pPr>
      <w:r>
        <w:t>5th (5 a.h.): birthday of zainab al-kubra (a.)</w:t>
      </w:r>
    </w:p>
    <w:p w:rsidR="00E33FEE" w:rsidRDefault="00A01D69" w:rsidP="00CE26A0">
      <w:pPr>
        <w:pStyle w:val="libNormal"/>
      </w:pPr>
      <w:r>
        <w:t>13th (11 a.h.) martyrdom of fatima al-zahra(a.)</w:t>
      </w:r>
    </w:p>
    <w:p w:rsidR="00A01D69" w:rsidRDefault="00E33FEE" w:rsidP="00CE26A0">
      <w:pPr>
        <w:pStyle w:val="libNormal"/>
      </w:pPr>
      <w:r>
        <w:t>J</w:t>
      </w:r>
      <w:r w:rsidR="00A01D69">
        <w:t>amada ii:</w:t>
      </w:r>
    </w:p>
    <w:p w:rsidR="00E33FEE" w:rsidRDefault="00A01D69" w:rsidP="00CE26A0">
      <w:pPr>
        <w:pStyle w:val="libNormal"/>
      </w:pPr>
      <w:r>
        <w:t>20th (8 b.h.): birthday of fatima al-zahra(a.)</w:t>
      </w:r>
    </w:p>
    <w:p w:rsidR="00A01D69" w:rsidRDefault="00E33FEE" w:rsidP="00CE26A0">
      <w:pPr>
        <w:pStyle w:val="libNormal"/>
      </w:pPr>
      <w:r>
        <w:t>R</w:t>
      </w:r>
      <w:r w:rsidR="00A01D69">
        <w:t>ajab:</w:t>
      </w:r>
    </w:p>
    <w:p w:rsidR="00A01D69" w:rsidRDefault="00A01D69" w:rsidP="00CE26A0">
      <w:pPr>
        <w:pStyle w:val="libNormal"/>
      </w:pPr>
      <w:r>
        <w:t xml:space="preserve">1st (57 a.h.): birthday of imam </w:t>
      </w:r>
      <w:r w:rsidR="00757208">
        <w:t>Muhammad</w:t>
      </w:r>
      <w:r>
        <w:t xml:space="preserve"> al-baqir (a.)</w:t>
      </w:r>
    </w:p>
    <w:p w:rsidR="00A01D69" w:rsidRDefault="00A01D69" w:rsidP="00CE26A0">
      <w:pPr>
        <w:pStyle w:val="libNormal"/>
      </w:pPr>
      <w:r>
        <w:t>3rd (254 a.h.): martyrdom of imam ali al-hadi al-naqi(a.)</w:t>
      </w:r>
    </w:p>
    <w:p w:rsidR="00A01D69" w:rsidRDefault="00A01D69" w:rsidP="00CE26A0">
      <w:pPr>
        <w:pStyle w:val="libNormal"/>
      </w:pPr>
      <w:r>
        <w:t xml:space="preserve">10th (195 a.h.): birthday of imam </w:t>
      </w:r>
      <w:r w:rsidR="00757208">
        <w:t>Muhammad</w:t>
      </w:r>
      <w:r>
        <w:t xml:space="preserve"> al-jawad(a..)</w:t>
      </w:r>
    </w:p>
    <w:p w:rsidR="00A01D69" w:rsidRDefault="00A01D69" w:rsidP="00CE26A0">
      <w:pPr>
        <w:pStyle w:val="libNormal"/>
      </w:pPr>
      <w:r>
        <w:t>14th (62 a.h.): death of zaal-kubra(a.)</w:t>
      </w:r>
    </w:p>
    <w:p w:rsidR="00A01D69" w:rsidRDefault="00A01D69" w:rsidP="00CE26A0">
      <w:pPr>
        <w:pStyle w:val="libNormal"/>
      </w:pPr>
      <w:r>
        <w:t>13th (23 b.h.): birthday of imam ali abn abi talib (a.)</w:t>
      </w:r>
    </w:p>
    <w:p w:rsidR="00E33FEE" w:rsidRDefault="00A01D69" w:rsidP="00CE26A0">
      <w:pPr>
        <w:pStyle w:val="libNormal"/>
      </w:pPr>
      <w:r>
        <w:t>27th (11 b.h.): mi'raj, the journey of the prophet(p.) to heaven.</w:t>
      </w:r>
    </w:p>
    <w:p w:rsidR="00A01D69" w:rsidRDefault="00E33FEE" w:rsidP="00CE26A0">
      <w:pPr>
        <w:pStyle w:val="libNormal"/>
      </w:pPr>
      <w:r>
        <w:lastRenderedPageBreak/>
        <w:t>S</w:t>
      </w:r>
      <w:r w:rsidR="00A01D69">
        <w:t>haban:</w:t>
      </w:r>
    </w:p>
    <w:p w:rsidR="00A01D69" w:rsidRDefault="00A01D69" w:rsidP="00CE26A0">
      <w:pPr>
        <w:pStyle w:val="libNormal"/>
      </w:pPr>
      <w:r>
        <w:t>3rd (4 a.h.): birthday of imam al-hussain (a.)</w:t>
      </w:r>
    </w:p>
    <w:p w:rsidR="00E33FEE" w:rsidRDefault="00A01D69" w:rsidP="00CE26A0">
      <w:pPr>
        <w:pStyle w:val="libNormal"/>
      </w:pPr>
      <w:r>
        <w:t>5th (38 a.h.): birthday of imam al-mehdi</w:t>
      </w:r>
    </w:p>
    <w:p w:rsidR="00A01D69" w:rsidRDefault="00E33FEE" w:rsidP="00CE26A0">
      <w:pPr>
        <w:pStyle w:val="libNormal"/>
      </w:pPr>
      <w:r>
        <w:t>R</w:t>
      </w:r>
      <w:r w:rsidR="00A01D69">
        <w:t>amadan:</w:t>
      </w:r>
    </w:p>
    <w:p w:rsidR="00A01D69" w:rsidRDefault="00A01D69" w:rsidP="00CE26A0">
      <w:pPr>
        <w:pStyle w:val="libNormal"/>
      </w:pPr>
      <w:r>
        <w:t>15th(3 a.h.): birthday of imam hassan al-mujtaba, al-zaki, al-sibt</w:t>
      </w:r>
    </w:p>
    <w:p w:rsidR="00A01D69" w:rsidRDefault="00A01D69" w:rsidP="00CE26A0">
      <w:pPr>
        <w:pStyle w:val="libNormal"/>
      </w:pPr>
      <w:r>
        <w:t>21st (40 a.h.): martyrdom of imam ali (a.)</w:t>
      </w:r>
    </w:p>
    <w:p w:rsidR="00E33FEE" w:rsidRDefault="00A01D69" w:rsidP="00CE26A0">
      <w:pPr>
        <w:pStyle w:val="libNormal"/>
      </w:pPr>
      <w:r>
        <w:t>19th, 21st, and 23rd: the nights of qadr</w:t>
      </w:r>
    </w:p>
    <w:p w:rsidR="00A01D69" w:rsidRDefault="00E33FEE" w:rsidP="00CE26A0">
      <w:pPr>
        <w:pStyle w:val="libNormal"/>
      </w:pPr>
      <w:r>
        <w:t>S</w:t>
      </w:r>
      <w:r w:rsidR="00A01D69">
        <w:t>hawwal:</w:t>
      </w:r>
    </w:p>
    <w:p w:rsidR="00A01D69" w:rsidRDefault="00A01D69" w:rsidP="00CE26A0">
      <w:pPr>
        <w:pStyle w:val="libNormal"/>
      </w:pPr>
      <w:r>
        <w:t>1st: idl al-fitr</w:t>
      </w:r>
    </w:p>
    <w:p w:rsidR="00E33FEE" w:rsidRDefault="00A01D69" w:rsidP="00CE26A0">
      <w:pPr>
        <w:pStyle w:val="libNormal"/>
      </w:pPr>
      <w:r>
        <w:t>25th (148 a.h.): death of imam ja'afar al-sadiq(a.)</w:t>
      </w:r>
    </w:p>
    <w:p w:rsidR="00A01D69" w:rsidRDefault="00E33FEE" w:rsidP="00CE26A0">
      <w:pPr>
        <w:pStyle w:val="libNormal"/>
      </w:pPr>
      <w:r>
        <w:t>D</w:t>
      </w:r>
      <w:r w:rsidR="00A01D69">
        <w:t>hul qidah:</w:t>
      </w:r>
    </w:p>
    <w:p w:rsidR="00A01D69" w:rsidRDefault="00A01D69" w:rsidP="00CE26A0">
      <w:pPr>
        <w:pStyle w:val="libNormal"/>
      </w:pPr>
      <w:r>
        <w:t>11th (148 a.h.): birthday of imam ali al-rida(a.):</w:t>
      </w:r>
    </w:p>
    <w:p w:rsidR="00E33FEE" w:rsidRDefault="00A01D69" w:rsidP="00CE26A0">
      <w:pPr>
        <w:pStyle w:val="libNormal"/>
      </w:pPr>
      <w:r>
        <w:t xml:space="preserve">29th (216 a.h.): martyrdom of imam </w:t>
      </w:r>
      <w:r w:rsidR="00757208">
        <w:t>Muhammad</w:t>
      </w:r>
      <w:r>
        <w:t xml:space="preserve"> al-jawad(a.)</w:t>
      </w:r>
    </w:p>
    <w:p w:rsidR="00A01D69" w:rsidRDefault="00E33FEE" w:rsidP="00CE26A0">
      <w:pPr>
        <w:pStyle w:val="libNormal"/>
      </w:pPr>
      <w:r>
        <w:t>D</w:t>
      </w:r>
      <w:r w:rsidR="00A01D69">
        <w:t>hul hijjah:</w:t>
      </w:r>
    </w:p>
    <w:p w:rsidR="00A01D69" w:rsidRDefault="00A01D69" w:rsidP="00CE26A0">
      <w:pPr>
        <w:pStyle w:val="libNormal"/>
      </w:pPr>
      <w:r>
        <w:t xml:space="preserve">7th (114 a.h.): martyrdom of imam </w:t>
      </w:r>
      <w:r w:rsidR="00757208">
        <w:t>Muhammad</w:t>
      </w:r>
      <w:r>
        <w:t xml:space="preserve"> al-baqir(a.)</w:t>
      </w:r>
    </w:p>
    <w:p w:rsidR="00A01D69" w:rsidRDefault="00A01D69" w:rsidP="00CE26A0">
      <w:pPr>
        <w:pStyle w:val="libNormal"/>
      </w:pPr>
      <w:r>
        <w:t>10th: id-al-adha</w:t>
      </w:r>
    </w:p>
    <w:p w:rsidR="00A01D69" w:rsidRDefault="00A01D69" w:rsidP="00CE26A0">
      <w:pPr>
        <w:pStyle w:val="libNormal"/>
      </w:pPr>
      <w:r>
        <w:t>15th (212 a.h.): birthday of imam al-hadi al-naqi (a.)</w:t>
      </w:r>
    </w:p>
    <w:p w:rsidR="00E33FEE" w:rsidRDefault="00A01D69" w:rsidP="00CE26A0">
      <w:pPr>
        <w:pStyle w:val="libNormal"/>
      </w:pPr>
      <w:r>
        <w:t>18th: id ghadir khum</w:t>
      </w:r>
    </w:p>
    <w:p w:rsidR="00A01D69" w:rsidRDefault="00E33FEE" w:rsidP="00CE26A0">
      <w:pPr>
        <w:pStyle w:val="libNormal"/>
      </w:pPr>
      <w:r>
        <w:t>M</w:t>
      </w:r>
      <w:r w:rsidR="00A01D69">
        <w:t>uharram:</w:t>
      </w:r>
    </w:p>
    <w:p w:rsidR="00A01D69" w:rsidRDefault="00A01D69" w:rsidP="00CE26A0">
      <w:pPr>
        <w:pStyle w:val="libNormal"/>
      </w:pPr>
      <w:r>
        <w:t>9th: tasu'a</w:t>
      </w:r>
    </w:p>
    <w:p w:rsidR="00A01D69" w:rsidRDefault="00A01D69" w:rsidP="00CE26A0">
      <w:pPr>
        <w:pStyle w:val="libNormal"/>
      </w:pPr>
      <w:r>
        <w:t>10th (61 a.h.): ashura-martyrdom of imam al-hussain(a.)</w:t>
      </w:r>
    </w:p>
    <w:p w:rsidR="00E33FEE" w:rsidRDefault="00A01D69" w:rsidP="00CE26A0">
      <w:pPr>
        <w:pStyle w:val="libNormal"/>
      </w:pPr>
      <w:r>
        <w:t>25th (94 a.h.): martyrdom of imam zain al-abidin al-sajjad (a.)</w:t>
      </w:r>
    </w:p>
    <w:p w:rsidR="00A01D69" w:rsidRDefault="00E33FEE" w:rsidP="00CE26A0">
      <w:pPr>
        <w:pStyle w:val="libNormal"/>
      </w:pPr>
      <w:r>
        <w:t>S</w:t>
      </w:r>
      <w:r w:rsidR="00A01D69">
        <w:t>afar:</w:t>
      </w:r>
    </w:p>
    <w:p w:rsidR="00A01D69" w:rsidRDefault="00A01D69" w:rsidP="00CE26A0">
      <w:pPr>
        <w:pStyle w:val="libNormal"/>
      </w:pPr>
      <w:r>
        <w:t>7th (128 a.h.): birthday of imam musa al-kadim(a.)</w:t>
      </w:r>
    </w:p>
    <w:p w:rsidR="00A01D69" w:rsidRDefault="00A01D69" w:rsidP="00CE26A0">
      <w:pPr>
        <w:pStyle w:val="libNormal"/>
      </w:pPr>
      <w:r>
        <w:t xml:space="preserve">20th: 40th day of arba'in 28th (11 a.h.): death of the prophet </w:t>
      </w:r>
      <w:r w:rsidR="004A0F55">
        <w:t>Muhammad (</w:t>
      </w:r>
      <w:r>
        <w:t>p.) 29th: martyrdom of imam al-rida(a.)</w:t>
      </w:r>
    </w:p>
    <w:p w:rsidR="00E33FEE" w:rsidRDefault="00A01D69" w:rsidP="00CE26A0">
      <w:pPr>
        <w:pStyle w:val="libNormal"/>
      </w:pPr>
      <w:r>
        <w:t>3</w:t>
      </w:r>
      <w:r w:rsidR="00E33FEE">
        <w:t>. T</w:t>
      </w:r>
      <w:r>
        <w:t>he third way to choose an islamic name is to select any common name used by muslims</w:t>
      </w:r>
      <w:r w:rsidR="00E33FEE">
        <w:t>. T</w:t>
      </w:r>
      <w:r>
        <w:t xml:space="preserve">he following list of names may be helpful </w:t>
      </w:r>
      <w:r w:rsidR="00E33FEE">
        <w:t>. T</w:t>
      </w:r>
      <w:r>
        <w:t>hese are arranged in three columns: the arabic name of male, female, and each followed by an english meaning and romanization.</w:t>
      </w:r>
    </w:p>
    <w:p w:rsidR="00FF1E71" w:rsidRPr="00A032B3" w:rsidRDefault="00FF1E71" w:rsidP="00A032B3">
      <w:pPr>
        <w:pStyle w:val="libNormal"/>
      </w:pPr>
      <w:r>
        <w:br w:type="page"/>
      </w:r>
    </w:p>
    <w:p w:rsidR="00A01D69" w:rsidRPr="001E1339" w:rsidRDefault="00E33FEE" w:rsidP="00FF1E71">
      <w:pPr>
        <w:pStyle w:val="Heading1Center"/>
      </w:pPr>
      <w:bookmarkStart w:id="69" w:name="_Toc491953236"/>
      <w:r>
        <w:lastRenderedPageBreak/>
        <w:t>M</w:t>
      </w:r>
      <w:r w:rsidR="00A01D69">
        <w:t>ale female meanin</w:t>
      </w:r>
      <w:r w:rsidR="00A01D69" w:rsidRPr="001E1339">
        <w:t>g</w:t>
      </w:r>
      <w:bookmarkEnd w:id="69"/>
    </w:p>
    <w:p w:rsidR="00A01D69" w:rsidRDefault="00A01D69" w:rsidP="00CE26A0">
      <w:pPr>
        <w:pStyle w:val="libNormal"/>
      </w:pPr>
      <w:r>
        <w:t>1</w:t>
      </w:r>
      <w:r w:rsidR="00E33FEE">
        <w:t>. A</w:t>
      </w:r>
      <w:r>
        <w:t>bid worshipper</w:t>
      </w:r>
    </w:p>
    <w:p w:rsidR="00A01D69" w:rsidRDefault="00A01D69" w:rsidP="00CE26A0">
      <w:pPr>
        <w:pStyle w:val="libNormal"/>
      </w:pPr>
      <w:r>
        <w:t>2</w:t>
      </w:r>
      <w:r w:rsidR="00E33FEE">
        <w:t>. A</w:t>
      </w:r>
      <w:r>
        <w:t>min peaceful, trustworthy</w:t>
      </w:r>
    </w:p>
    <w:p w:rsidR="00A01D69" w:rsidRDefault="00A01D69" w:rsidP="00CE26A0">
      <w:pPr>
        <w:pStyle w:val="libNormal"/>
      </w:pPr>
      <w:r>
        <w:t>3</w:t>
      </w:r>
      <w:r w:rsidR="00E33FEE">
        <w:t>. A</w:t>
      </w:r>
      <w:r>
        <w:t>sim masuma protector protected</w:t>
      </w:r>
    </w:p>
    <w:p w:rsidR="00A01D69" w:rsidRDefault="00A01D69" w:rsidP="00CE26A0">
      <w:pPr>
        <w:pStyle w:val="libNormal"/>
      </w:pPr>
      <w:r>
        <w:t>4</w:t>
      </w:r>
      <w:r w:rsidR="00E33FEE">
        <w:t>. A</w:t>
      </w:r>
      <w:r>
        <w:t>mir prosperous</w:t>
      </w:r>
    </w:p>
    <w:p w:rsidR="00A01D69" w:rsidRDefault="00A01D69" w:rsidP="00CE26A0">
      <w:pPr>
        <w:pStyle w:val="libNormal"/>
      </w:pPr>
      <w:r>
        <w:t>5</w:t>
      </w:r>
      <w:r w:rsidR="00E33FEE">
        <w:t>. A</w:t>
      </w:r>
      <w:r>
        <w:t>li aliyyah</w:t>
      </w:r>
    </w:p>
    <w:p w:rsidR="00A01D69" w:rsidRDefault="00A01D69" w:rsidP="00CE26A0">
      <w:pPr>
        <w:pStyle w:val="libNormal"/>
      </w:pPr>
      <w:r>
        <w:t>6</w:t>
      </w:r>
      <w:r w:rsidR="00E33FEE">
        <w:t>. A</w:t>
      </w:r>
      <w:r>
        <w:t>zeez azeezah respected, powerful, rare</w:t>
      </w:r>
    </w:p>
    <w:p w:rsidR="00A01D69" w:rsidRDefault="00A01D69" w:rsidP="00CE26A0">
      <w:pPr>
        <w:pStyle w:val="libNormal"/>
      </w:pPr>
      <w:r>
        <w:t>7</w:t>
      </w:r>
      <w:r w:rsidR="00E33FEE">
        <w:t>. A</w:t>
      </w:r>
      <w:r>
        <w:t>bbas gloomy</w:t>
      </w:r>
    </w:p>
    <w:p w:rsidR="00A01D69" w:rsidRDefault="00A01D69" w:rsidP="00CE26A0">
      <w:pPr>
        <w:pStyle w:val="libNormal"/>
      </w:pPr>
      <w:r>
        <w:t>8</w:t>
      </w:r>
      <w:r w:rsidR="00E33FEE">
        <w:t>. A</w:t>
      </w:r>
      <w:r>
        <w:t>deeb adeebah educated</w:t>
      </w:r>
    </w:p>
    <w:p w:rsidR="00A01D69" w:rsidRDefault="00A01D69" w:rsidP="00CE26A0">
      <w:pPr>
        <w:pStyle w:val="libNormal"/>
      </w:pPr>
      <w:r>
        <w:t>9</w:t>
      </w:r>
      <w:r w:rsidR="00E33FEE">
        <w:t>. A</w:t>
      </w:r>
      <w:r>
        <w:t>feef afeefah virtuous</w:t>
      </w:r>
    </w:p>
    <w:p w:rsidR="00A01D69" w:rsidRDefault="00A01D69" w:rsidP="00CE26A0">
      <w:pPr>
        <w:pStyle w:val="libNormal"/>
      </w:pPr>
      <w:r>
        <w:t>10</w:t>
      </w:r>
      <w:r w:rsidR="00E33FEE">
        <w:t>. A</w:t>
      </w:r>
      <w:r>
        <w:t>hmed praised</w:t>
      </w:r>
    </w:p>
    <w:p w:rsidR="00A01D69" w:rsidRDefault="00A01D69" w:rsidP="00CE26A0">
      <w:pPr>
        <w:pStyle w:val="libNormal"/>
      </w:pPr>
      <w:r>
        <w:t>11</w:t>
      </w:r>
      <w:r w:rsidR="00E33FEE">
        <w:t>. A</w:t>
      </w:r>
      <w:r>
        <w:t>meer ameerah commander, chief, prince</w:t>
      </w:r>
    </w:p>
    <w:p w:rsidR="00A01D69" w:rsidRDefault="00A01D69" w:rsidP="00CE26A0">
      <w:pPr>
        <w:pStyle w:val="libNormal"/>
      </w:pPr>
      <w:r>
        <w:t>12</w:t>
      </w:r>
      <w:r w:rsidR="00E33FEE">
        <w:t>. A</w:t>
      </w:r>
      <w:r>
        <w:t>mjad majeeda glorious</w:t>
      </w:r>
    </w:p>
    <w:p w:rsidR="00A01D69" w:rsidRDefault="00A01D69" w:rsidP="00CE26A0">
      <w:pPr>
        <w:pStyle w:val="libNormal"/>
      </w:pPr>
      <w:r>
        <w:t>13</w:t>
      </w:r>
      <w:r w:rsidR="00E33FEE">
        <w:t>. A</w:t>
      </w:r>
      <w:r>
        <w:t>sad lion, the nick name of imam ali (a.)</w:t>
      </w:r>
    </w:p>
    <w:p w:rsidR="00A01D69" w:rsidRDefault="00A01D69" w:rsidP="00CE26A0">
      <w:pPr>
        <w:pStyle w:val="libNormal"/>
      </w:pPr>
      <w:r>
        <w:t>14</w:t>
      </w:r>
      <w:r w:rsidR="00E33FEE">
        <w:t>. A</w:t>
      </w:r>
      <w:r>
        <w:t>qeel aqeelah intelligent</w:t>
      </w:r>
    </w:p>
    <w:p w:rsidR="00A01D69" w:rsidRDefault="00A01D69" w:rsidP="00CE26A0">
      <w:pPr>
        <w:pStyle w:val="libNormal"/>
      </w:pPr>
      <w:r>
        <w:t>15</w:t>
      </w:r>
      <w:r w:rsidR="00E33FEE">
        <w:t>. A</w:t>
      </w:r>
      <w:r>
        <w:t>skari nick name of 11th imam who was forced to live in 'askar' i.e., a military camp.</w:t>
      </w:r>
    </w:p>
    <w:p w:rsidR="00A01D69" w:rsidRDefault="00A01D69" w:rsidP="00CE26A0">
      <w:pPr>
        <w:pStyle w:val="libNormal"/>
      </w:pPr>
      <w:r>
        <w:t>16</w:t>
      </w:r>
      <w:r w:rsidR="00E33FEE">
        <w:t>. A</w:t>
      </w:r>
      <w:r>
        <w:t>sma wife of the prophet (p.)</w:t>
      </w:r>
    </w:p>
    <w:p w:rsidR="00A01D69" w:rsidRDefault="00A01D69" w:rsidP="00CE26A0">
      <w:pPr>
        <w:pStyle w:val="libNormal"/>
      </w:pPr>
      <w:r>
        <w:t>17</w:t>
      </w:r>
      <w:r w:rsidR="00E33FEE">
        <w:t>. A</w:t>
      </w:r>
      <w:r>
        <w:t>ta atiyyah gift</w:t>
      </w:r>
    </w:p>
    <w:p w:rsidR="00A01D69" w:rsidRDefault="00A01D69" w:rsidP="00CE26A0">
      <w:pPr>
        <w:pStyle w:val="libNormal"/>
      </w:pPr>
      <w:r>
        <w:t>18</w:t>
      </w:r>
      <w:r w:rsidR="00E33FEE">
        <w:t>. A</w:t>
      </w:r>
      <w:r>
        <w:t>yyub prophet job</w:t>
      </w:r>
    </w:p>
    <w:p w:rsidR="00A01D69" w:rsidRDefault="00A01D69" w:rsidP="00CE26A0">
      <w:pPr>
        <w:pStyle w:val="libNormal"/>
      </w:pPr>
      <w:r>
        <w:t>19</w:t>
      </w:r>
      <w:r w:rsidR="00E33FEE">
        <w:t>. A</w:t>
      </w:r>
      <w:r>
        <w:t>zhar azharf bright, flower</w:t>
      </w:r>
    </w:p>
    <w:p w:rsidR="00A01D69" w:rsidRDefault="00A01D69" w:rsidP="00CE26A0">
      <w:pPr>
        <w:pStyle w:val="libNormal"/>
      </w:pPr>
      <w:r>
        <w:t>20</w:t>
      </w:r>
      <w:r w:rsidR="00E33FEE">
        <w:t>. B</w:t>
      </w:r>
      <w:r>
        <w:t>aqir one who splits and spreader of knowledge</w:t>
      </w:r>
      <w:r w:rsidR="00E33FEE">
        <w:t>. N</w:t>
      </w:r>
      <w:r>
        <w:t>ick name of 5th</w:t>
      </w:r>
      <w:r w:rsidR="00E33FEE">
        <w:t>. I</w:t>
      </w:r>
      <w:r>
        <w:t>mam(a.).</w:t>
      </w:r>
    </w:p>
    <w:p w:rsidR="00A01D69" w:rsidRDefault="00A01D69" w:rsidP="00CE26A0">
      <w:pPr>
        <w:pStyle w:val="libNormal"/>
      </w:pPr>
      <w:r>
        <w:t>21</w:t>
      </w:r>
      <w:r w:rsidR="00E33FEE">
        <w:t>. B</w:t>
      </w:r>
      <w:r>
        <w:t>asi basil brave</w:t>
      </w:r>
    </w:p>
    <w:p w:rsidR="00A01D69" w:rsidRDefault="00A01D69" w:rsidP="00CE26A0">
      <w:pPr>
        <w:pStyle w:val="libNormal"/>
      </w:pPr>
      <w:r>
        <w:t>22</w:t>
      </w:r>
      <w:r w:rsidR="00E33FEE">
        <w:t>. B</w:t>
      </w:r>
      <w:r>
        <w:t>ahir bahirah dazzling</w:t>
      </w:r>
    </w:p>
    <w:p w:rsidR="00A01D69" w:rsidRDefault="00A01D69" w:rsidP="00CE26A0">
      <w:pPr>
        <w:pStyle w:val="libNormal"/>
      </w:pPr>
      <w:r>
        <w:t>23</w:t>
      </w:r>
      <w:r w:rsidR="00E33FEE">
        <w:t>. B</w:t>
      </w:r>
      <w:r>
        <w:t>adr badriyyah full moon</w:t>
      </w:r>
    </w:p>
    <w:p w:rsidR="00A01D69" w:rsidRDefault="00A01D69" w:rsidP="00CE26A0">
      <w:pPr>
        <w:pStyle w:val="libNormal"/>
      </w:pPr>
      <w:r>
        <w:t>24</w:t>
      </w:r>
      <w:r w:rsidR="00E33FEE">
        <w:t>. B</w:t>
      </w:r>
      <w:r>
        <w:t>aheej baheejah happy</w:t>
      </w:r>
    </w:p>
    <w:p w:rsidR="00A01D69" w:rsidRDefault="00A01D69" w:rsidP="00CE26A0">
      <w:pPr>
        <w:pStyle w:val="libNormal"/>
      </w:pPr>
      <w:r>
        <w:t>25</w:t>
      </w:r>
      <w:r w:rsidR="00E33FEE">
        <w:t>. B</w:t>
      </w:r>
      <w:r>
        <w:t>ahy bahiyyah brilliant</w:t>
      </w:r>
    </w:p>
    <w:p w:rsidR="00A01D69" w:rsidRDefault="00A01D69" w:rsidP="00CE26A0">
      <w:pPr>
        <w:pStyle w:val="libNormal"/>
      </w:pPr>
      <w:r>
        <w:t>26</w:t>
      </w:r>
      <w:r w:rsidR="00E33FEE">
        <w:t>. B</w:t>
      </w:r>
      <w:r>
        <w:t>ilal companion of the prophet (p.)</w:t>
      </w:r>
    </w:p>
    <w:p w:rsidR="00A01D69" w:rsidRDefault="00A01D69" w:rsidP="00CE26A0">
      <w:pPr>
        <w:pStyle w:val="libNormal"/>
      </w:pPr>
      <w:r>
        <w:t>27</w:t>
      </w:r>
      <w:r w:rsidR="00E33FEE">
        <w:t>. B</w:t>
      </w:r>
      <w:r>
        <w:t>asim basmahµ smile</w:t>
      </w:r>
    </w:p>
    <w:p w:rsidR="00A01D69" w:rsidRDefault="00A01D69" w:rsidP="00CE26A0">
      <w:pPr>
        <w:pStyle w:val="libNormal"/>
      </w:pPr>
      <w:r>
        <w:t>28</w:t>
      </w:r>
      <w:r w:rsidR="00E33FEE">
        <w:t>. B</w:t>
      </w:r>
      <w:r>
        <w:t>ishr bushra joy, glad</w:t>
      </w:r>
    </w:p>
    <w:p w:rsidR="00A01D69" w:rsidRDefault="00A01D69" w:rsidP="00CE26A0">
      <w:pPr>
        <w:pStyle w:val="libNormal"/>
      </w:pPr>
      <w:r>
        <w:t>29</w:t>
      </w:r>
      <w:r w:rsidR="00E33FEE">
        <w:t>. F</w:t>
      </w:r>
      <w:r>
        <w:t>adhil fadhilah virtuous</w:t>
      </w:r>
    </w:p>
    <w:p w:rsidR="00A01D69" w:rsidRDefault="00A01D69" w:rsidP="00CE26A0">
      <w:pPr>
        <w:pStyle w:val="libNormal"/>
      </w:pPr>
      <w:r>
        <w:t>30</w:t>
      </w:r>
      <w:r w:rsidR="00E33FEE">
        <w:t>. F</w:t>
      </w:r>
      <w:r>
        <w:t>aheem faheemah intelligent</w:t>
      </w:r>
    </w:p>
    <w:p w:rsidR="00A01D69" w:rsidRDefault="00A01D69" w:rsidP="00CE26A0">
      <w:pPr>
        <w:pStyle w:val="libNormal"/>
      </w:pPr>
      <w:r>
        <w:t>31</w:t>
      </w:r>
      <w:r w:rsidR="00E33FEE">
        <w:t>. F</w:t>
      </w:r>
      <w:r>
        <w:t>akhry fakhriyya honorable</w:t>
      </w:r>
    </w:p>
    <w:p w:rsidR="00A01D69" w:rsidRDefault="00A01D69" w:rsidP="00CE26A0">
      <w:pPr>
        <w:pStyle w:val="libNormal"/>
      </w:pPr>
      <w:r>
        <w:t>32</w:t>
      </w:r>
      <w:r w:rsidR="00E33FEE">
        <w:t>. F</w:t>
      </w:r>
      <w:r>
        <w:t>areed fareedah precious</w:t>
      </w:r>
    </w:p>
    <w:p w:rsidR="00A01D69" w:rsidRDefault="00A01D69" w:rsidP="00CE26A0">
      <w:pPr>
        <w:pStyle w:val="libNormal"/>
      </w:pPr>
      <w:r>
        <w:t>33</w:t>
      </w:r>
      <w:r w:rsidR="00E33FEE">
        <w:t>. F</w:t>
      </w:r>
      <w:r>
        <w:t>atimah daughter of the prophet (p.)</w:t>
      </w:r>
    </w:p>
    <w:p w:rsidR="00A01D69" w:rsidRDefault="00A01D69" w:rsidP="00CE26A0">
      <w:pPr>
        <w:pStyle w:val="libNormal"/>
      </w:pPr>
      <w:r>
        <w:t>34</w:t>
      </w:r>
      <w:r w:rsidR="00E33FEE">
        <w:t>. F</w:t>
      </w:r>
      <w:r>
        <w:t>atin charming</w:t>
      </w:r>
    </w:p>
    <w:p w:rsidR="00A01D69" w:rsidRDefault="00A01D69" w:rsidP="00CE26A0">
      <w:pPr>
        <w:pStyle w:val="libNormal"/>
      </w:pPr>
      <w:r>
        <w:t>35</w:t>
      </w:r>
      <w:r w:rsidR="00E33FEE">
        <w:t>. F</w:t>
      </w:r>
      <w:r>
        <w:t>awzy fawziyyah victorious</w:t>
      </w:r>
    </w:p>
    <w:p w:rsidR="00A01D69" w:rsidRDefault="00A01D69" w:rsidP="00CE26A0">
      <w:pPr>
        <w:pStyle w:val="libNormal"/>
      </w:pPr>
      <w:r>
        <w:t>36</w:t>
      </w:r>
      <w:r w:rsidR="00E33FEE">
        <w:t>. F</w:t>
      </w:r>
      <w:r>
        <w:t>audd heart</w:t>
      </w:r>
    </w:p>
    <w:p w:rsidR="00A01D69" w:rsidRDefault="00A01D69" w:rsidP="00CE26A0">
      <w:pPr>
        <w:pStyle w:val="libNormal"/>
      </w:pPr>
      <w:r>
        <w:t>38</w:t>
      </w:r>
      <w:r w:rsidR="00E33FEE">
        <w:t>. G</w:t>
      </w:r>
      <w:r>
        <w:t>halib victorious</w:t>
      </w:r>
    </w:p>
    <w:p w:rsidR="00A01D69" w:rsidRDefault="00A01D69" w:rsidP="00CE26A0">
      <w:pPr>
        <w:pStyle w:val="libNormal"/>
      </w:pPr>
      <w:r>
        <w:t>39.ghadah graceful</w:t>
      </w:r>
    </w:p>
    <w:p w:rsidR="00A01D69" w:rsidRDefault="00A01D69" w:rsidP="00CE26A0">
      <w:pPr>
        <w:pStyle w:val="libNormal"/>
      </w:pPr>
      <w:r>
        <w:t>40</w:t>
      </w:r>
      <w:r w:rsidR="00E33FEE">
        <w:t>. H</w:t>
      </w:r>
      <w:r>
        <w:t>aydar nick name of imam ali (a.)</w:t>
      </w:r>
    </w:p>
    <w:p w:rsidR="00A01D69" w:rsidRDefault="00A01D69" w:rsidP="00CE26A0">
      <w:pPr>
        <w:pStyle w:val="libNormal"/>
      </w:pPr>
      <w:r>
        <w:t>41</w:t>
      </w:r>
      <w:r w:rsidR="00E33FEE">
        <w:t>. H</w:t>
      </w:r>
      <w:r>
        <w:t>any hana pleasant</w:t>
      </w:r>
    </w:p>
    <w:p w:rsidR="00A01D69" w:rsidRDefault="00A01D69" w:rsidP="00CE26A0">
      <w:pPr>
        <w:pStyle w:val="libNormal"/>
      </w:pPr>
      <w:r>
        <w:t>42</w:t>
      </w:r>
      <w:r w:rsidR="00E33FEE">
        <w:t>. H</w:t>
      </w:r>
      <w:r>
        <w:t>ameed hameedah gentle</w:t>
      </w:r>
    </w:p>
    <w:p w:rsidR="00A01D69" w:rsidRDefault="00A01D69" w:rsidP="00CE26A0">
      <w:pPr>
        <w:pStyle w:val="libNormal"/>
      </w:pPr>
      <w:r>
        <w:t>43</w:t>
      </w:r>
      <w:r w:rsidR="00E33FEE">
        <w:t>. H</w:t>
      </w:r>
      <w:r>
        <w:t>aleem haleemah gentle</w:t>
      </w:r>
    </w:p>
    <w:p w:rsidR="00A01D69" w:rsidRDefault="00A01D69" w:rsidP="00CE26A0">
      <w:pPr>
        <w:pStyle w:val="libNormal"/>
      </w:pPr>
      <w:r>
        <w:t>44</w:t>
      </w:r>
      <w:r w:rsidR="00E33FEE">
        <w:t>. H</w:t>
      </w:r>
      <w:r>
        <w:t>ady huda guide to the right path.</w:t>
      </w:r>
    </w:p>
    <w:p w:rsidR="00A01D69" w:rsidRDefault="00A01D69" w:rsidP="00CE26A0">
      <w:pPr>
        <w:pStyle w:val="libNormal"/>
      </w:pPr>
      <w:r>
        <w:t>45</w:t>
      </w:r>
      <w:r w:rsidR="00E33FEE">
        <w:t>. H</w:t>
      </w:r>
      <w:r>
        <w:t>ijr companion of the prophet (a.)</w:t>
      </w:r>
    </w:p>
    <w:p w:rsidR="00A01D69" w:rsidRDefault="00A01D69" w:rsidP="00CE26A0">
      <w:pPr>
        <w:pStyle w:val="libNormal"/>
      </w:pPr>
      <w:r>
        <w:t>46</w:t>
      </w:r>
      <w:r w:rsidR="00E33FEE">
        <w:t>. H</w:t>
      </w:r>
      <w:r>
        <w:t>ammam energetic</w:t>
      </w:r>
    </w:p>
    <w:p w:rsidR="00A01D69" w:rsidRDefault="00A01D69" w:rsidP="00CE26A0">
      <w:pPr>
        <w:pStyle w:val="libNormal"/>
      </w:pPr>
      <w:r>
        <w:lastRenderedPageBreak/>
        <w:t>47</w:t>
      </w:r>
      <w:r w:rsidR="00E33FEE">
        <w:t>. H</w:t>
      </w:r>
      <w:r>
        <w:t>ashim grandfather of the prophet (p.)</w:t>
      </w:r>
    </w:p>
    <w:p w:rsidR="00A01D69" w:rsidRDefault="00A01D69" w:rsidP="00CE26A0">
      <w:pPr>
        <w:pStyle w:val="libNormal"/>
      </w:pPr>
      <w:r>
        <w:t>48</w:t>
      </w:r>
      <w:r w:rsidR="00E33FEE">
        <w:t>. H</w:t>
      </w:r>
      <w:r>
        <w:t>asan the 2nd</w:t>
      </w:r>
      <w:r w:rsidR="00E33FEE">
        <w:t>. I</w:t>
      </w:r>
      <w:r>
        <w:t>mam(a.)</w:t>
      </w:r>
    </w:p>
    <w:p w:rsidR="00A01D69" w:rsidRDefault="00A01D69" w:rsidP="00CE26A0">
      <w:pPr>
        <w:pStyle w:val="libNormal"/>
      </w:pPr>
      <w:r>
        <w:t>49</w:t>
      </w:r>
      <w:r w:rsidR="00E33FEE">
        <w:t>. H</w:t>
      </w:r>
      <w:r>
        <w:t>usayn the 3rd</w:t>
      </w:r>
      <w:r w:rsidR="00E33FEE">
        <w:t>. I</w:t>
      </w:r>
      <w:r>
        <w:t>mam(a.)</w:t>
      </w:r>
    </w:p>
    <w:p w:rsidR="00A01D69" w:rsidRDefault="00A01D69" w:rsidP="00CE26A0">
      <w:pPr>
        <w:pStyle w:val="libNormal"/>
      </w:pPr>
      <w:r>
        <w:t>50</w:t>
      </w:r>
      <w:r w:rsidR="00E33FEE">
        <w:t>. H</w:t>
      </w:r>
      <w:r>
        <w:t>akeem hakeemah wise</w:t>
      </w:r>
    </w:p>
    <w:p w:rsidR="00A01D69" w:rsidRDefault="00A01D69" w:rsidP="00CE26A0">
      <w:pPr>
        <w:pStyle w:val="libNormal"/>
      </w:pPr>
      <w:r>
        <w:t>51</w:t>
      </w:r>
      <w:r w:rsidR="00E33FEE">
        <w:t>. H</w:t>
      </w:r>
      <w:r>
        <w:t>amza uncle of the prophet (p.)</w:t>
      </w:r>
    </w:p>
    <w:p w:rsidR="00A01D69" w:rsidRDefault="00A01D69" w:rsidP="00CE26A0">
      <w:pPr>
        <w:pStyle w:val="libNormal"/>
      </w:pPr>
      <w:r>
        <w:t>52</w:t>
      </w:r>
      <w:r w:rsidR="00E33FEE">
        <w:t>. H</w:t>
      </w:r>
      <w:r>
        <w:t>abeeb habeebah beloved</w:t>
      </w:r>
    </w:p>
    <w:p w:rsidR="00A01D69" w:rsidRDefault="00A01D69" w:rsidP="00CE26A0">
      <w:pPr>
        <w:pStyle w:val="libNormal"/>
      </w:pPr>
      <w:r>
        <w:t>53</w:t>
      </w:r>
      <w:r w:rsidR="00E33FEE">
        <w:t>. H</w:t>
      </w:r>
      <w:r>
        <w:t>aroon successor of prophet moses(a.)</w:t>
      </w:r>
    </w:p>
    <w:p w:rsidR="00A01D69" w:rsidRDefault="00A01D69" w:rsidP="00CE26A0">
      <w:pPr>
        <w:pStyle w:val="libNormal"/>
      </w:pPr>
      <w:r>
        <w:t>54</w:t>
      </w:r>
      <w:r w:rsidR="00E33FEE">
        <w:t>. I</w:t>
      </w:r>
      <w:r>
        <w:t>brahim the prophet ibrahim(a.)</w:t>
      </w:r>
    </w:p>
    <w:p w:rsidR="00A01D69" w:rsidRDefault="00A01D69" w:rsidP="00CE26A0">
      <w:pPr>
        <w:pStyle w:val="libNormal"/>
      </w:pPr>
      <w:r>
        <w:t>55</w:t>
      </w:r>
      <w:r w:rsidR="00E33FEE">
        <w:t>. I</w:t>
      </w:r>
      <w:r>
        <w:t>sa the prophet jesus(a.)</w:t>
      </w:r>
    </w:p>
    <w:p w:rsidR="00A01D69" w:rsidRDefault="00A01D69" w:rsidP="00CE26A0">
      <w:pPr>
        <w:pStyle w:val="libNormal"/>
      </w:pPr>
      <w:r>
        <w:t>56</w:t>
      </w:r>
      <w:r w:rsidR="00E33FEE">
        <w:t>. I</w:t>
      </w:r>
      <w:r>
        <w:t>smael the prophet ishmael(a.)</w:t>
      </w:r>
    </w:p>
    <w:p w:rsidR="00A01D69" w:rsidRDefault="00A01D69" w:rsidP="00CE26A0">
      <w:pPr>
        <w:pStyle w:val="libNormal"/>
      </w:pPr>
      <w:r>
        <w:t>57</w:t>
      </w:r>
      <w:r w:rsidR="00E33FEE">
        <w:t>. I</w:t>
      </w:r>
      <w:r>
        <w:t>sam noble</w:t>
      </w:r>
    </w:p>
    <w:p w:rsidR="00A01D69" w:rsidRDefault="00A01D69" w:rsidP="00CE26A0">
      <w:pPr>
        <w:pStyle w:val="libNormal"/>
      </w:pPr>
      <w:r>
        <w:t>58</w:t>
      </w:r>
      <w:r w:rsidR="00E33FEE">
        <w:t>. I</w:t>
      </w:r>
      <w:r>
        <w:t>shaq the prophet issac(a.)</w:t>
      </w:r>
    </w:p>
    <w:p w:rsidR="00A01D69" w:rsidRDefault="00A01D69" w:rsidP="00CE26A0">
      <w:pPr>
        <w:pStyle w:val="libNormal"/>
      </w:pPr>
      <w:r>
        <w:t>59</w:t>
      </w:r>
      <w:r w:rsidR="00E33FEE">
        <w:t>. I</w:t>
      </w:r>
      <w:r>
        <w:t>madd pillar, important</w:t>
      </w:r>
    </w:p>
    <w:p w:rsidR="00A01D69" w:rsidRDefault="00A01D69" w:rsidP="00CE26A0">
      <w:pPr>
        <w:pStyle w:val="libNormal"/>
      </w:pPr>
      <w:r>
        <w:t>60</w:t>
      </w:r>
      <w:r w:rsidR="00E33FEE">
        <w:t>. I</w:t>
      </w:r>
      <w:r>
        <w:t>lyas the prophet elija(a.)</w:t>
      </w:r>
    </w:p>
    <w:p w:rsidR="00A01D69" w:rsidRDefault="00A01D69" w:rsidP="00CE26A0">
      <w:pPr>
        <w:pStyle w:val="libNormal"/>
      </w:pPr>
      <w:r>
        <w:t>61</w:t>
      </w:r>
      <w:r w:rsidR="00E33FEE">
        <w:t>. I</w:t>
      </w:r>
      <w:r>
        <w:t>man faith</w:t>
      </w:r>
    </w:p>
    <w:p w:rsidR="00A01D69" w:rsidRDefault="00A01D69" w:rsidP="00CE26A0">
      <w:pPr>
        <w:pStyle w:val="libNormal"/>
      </w:pPr>
      <w:r>
        <w:t>62</w:t>
      </w:r>
      <w:r w:rsidR="00E33FEE">
        <w:t>. I</w:t>
      </w:r>
      <w:r>
        <w:t>slah peace</w:t>
      </w:r>
    </w:p>
    <w:p w:rsidR="00A01D69" w:rsidRDefault="00A01D69" w:rsidP="00CE26A0">
      <w:pPr>
        <w:pStyle w:val="libNormal"/>
      </w:pPr>
      <w:r>
        <w:t>63</w:t>
      </w:r>
      <w:r w:rsidR="00E33FEE">
        <w:t>. J</w:t>
      </w:r>
      <w:r>
        <w:t>alal great</w:t>
      </w:r>
    </w:p>
    <w:p w:rsidR="00A01D69" w:rsidRDefault="00A01D69" w:rsidP="00CE26A0">
      <w:pPr>
        <w:pStyle w:val="libNormal"/>
      </w:pPr>
      <w:r>
        <w:t>64</w:t>
      </w:r>
      <w:r w:rsidR="00E33FEE">
        <w:t>. J</w:t>
      </w:r>
      <w:r>
        <w:t>amal graceful</w:t>
      </w:r>
    </w:p>
    <w:p w:rsidR="00A01D69" w:rsidRDefault="00A01D69" w:rsidP="00CE26A0">
      <w:pPr>
        <w:pStyle w:val="libNormal"/>
      </w:pPr>
      <w:r>
        <w:t>65</w:t>
      </w:r>
      <w:r w:rsidR="00E33FEE">
        <w:t>. J</w:t>
      </w:r>
      <w:r>
        <w:t>ameel jameelah handsome, beautiful</w:t>
      </w:r>
    </w:p>
    <w:p w:rsidR="00A01D69" w:rsidRDefault="00A01D69" w:rsidP="00CE26A0">
      <w:pPr>
        <w:pStyle w:val="libNormal"/>
      </w:pPr>
      <w:r>
        <w:t>66</w:t>
      </w:r>
      <w:r w:rsidR="00E33FEE">
        <w:t>. J</w:t>
      </w:r>
      <w:r>
        <w:t>awad generous</w:t>
      </w:r>
    </w:p>
    <w:p w:rsidR="00A01D69" w:rsidRDefault="00A01D69" w:rsidP="00CE26A0">
      <w:pPr>
        <w:pStyle w:val="libNormal"/>
      </w:pPr>
      <w:r>
        <w:t>67</w:t>
      </w:r>
      <w:r w:rsidR="00E33FEE">
        <w:t>. J</w:t>
      </w:r>
      <w:r>
        <w:t>a'far name of the 6th imam (a.)</w:t>
      </w:r>
    </w:p>
    <w:p w:rsidR="00A01D69" w:rsidRDefault="00A01D69" w:rsidP="00CE26A0">
      <w:pPr>
        <w:pStyle w:val="libNormal"/>
      </w:pPr>
      <w:r>
        <w:t>68</w:t>
      </w:r>
      <w:r w:rsidR="00E33FEE">
        <w:t>. J</w:t>
      </w:r>
      <w:r>
        <w:t>ubayr companion of the prophet(p.)</w:t>
      </w:r>
    </w:p>
    <w:p w:rsidR="00A01D69" w:rsidRDefault="00A01D69" w:rsidP="00CE26A0">
      <w:pPr>
        <w:pStyle w:val="libNormal"/>
      </w:pPr>
      <w:r>
        <w:t>69</w:t>
      </w:r>
      <w:r w:rsidR="00E33FEE">
        <w:t>. J</w:t>
      </w:r>
      <w:r>
        <w:t>awahir jawharah jewel, jem</w:t>
      </w:r>
    </w:p>
    <w:p w:rsidR="00A01D69" w:rsidRDefault="00A01D69" w:rsidP="00CE26A0">
      <w:pPr>
        <w:pStyle w:val="libNormal"/>
      </w:pPr>
      <w:r>
        <w:t>70</w:t>
      </w:r>
      <w:r w:rsidR="00E33FEE">
        <w:t>. K</w:t>
      </w:r>
      <w:r>
        <w:t>amal perfection</w:t>
      </w:r>
    </w:p>
    <w:p w:rsidR="00A01D69" w:rsidRDefault="00A01D69" w:rsidP="00CE26A0">
      <w:pPr>
        <w:pStyle w:val="libNormal"/>
      </w:pPr>
      <w:r>
        <w:t>71</w:t>
      </w:r>
      <w:r w:rsidR="00E33FEE">
        <w:t>. K</w:t>
      </w:r>
      <w:r>
        <w:t>amil kamilah perfect</w:t>
      </w:r>
    </w:p>
    <w:p w:rsidR="00A01D69" w:rsidRDefault="00A01D69" w:rsidP="00CE26A0">
      <w:pPr>
        <w:pStyle w:val="libNormal"/>
      </w:pPr>
      <w:r>
        <w:t>72</w:t>
      </w:r>
      <w:r w:rsidR="00E33FEE">
        <w:t>. K</w:t>
      </w:r>
      <w:r>
        <w:t>areem kareemah noble</w:t>
      </w:r>
    </w:p>
    <w:p w:rsidR="00A01D69" w:rsidRDefault="00A01D69" w:rsidP="00CE26A0">
      <w:pPr>
        <w:pStyle w:val="libNormal"/>
      </w:pPr>
      <w:r>
        <w:t>73</w:t>
      </w:r>
      <w:r w:rsidR="00E33FEE">
        <w:t>. K</w:t>
      </w:r>
      <w:r>
        <w:t>hadijah wife of the prophet(a.)</w:t>
      </w:r>
    </w:p>
    <w:p w:rsidR="00A01D69" w:rsidRDefault="00A01D69" w:rsidP="00CE26A0">
      <w:pPr>
        <w:pStyle w:val="libNormal"/>
      </w:pPr>
      <w:r>
        <w:t>74</w:t>
      </w:r>
      <w:r w:rsidR="00E33FEE">
        <w:t>. K</w:t>
      </w:r>
      <w:r>
        <w:t>umayl perfection</w:t>
      </w:r>
    </w:p>
    <w:p w:rsidR="00A01D69" w:rsidRDefault="00A01D69" w:rsidP="00CE26A0">
      <w:pPr>
        <w:pStyle w:val="libNormal"/>
      </w:pPr>
      <w:r>
        <w:t>75</w:t>
      </w:r>
      <w:r w:rsidR="00E33FEE">
        <w:t>. K</w:t>
      </w:r>
      <w:r>
        <w:t>adim kadimah patient</w:t>
      </w:r>
    </w:p>
    <w:p w:rsidR="00A01D69" w:rsidRDefault="00A01D69" w:rsidP="00CE26A0">
      <w:pPr>
        <w:pStyle w:val="libNormal"/>
      </w:pPr>
      <w:r>
        <w:t>76</w:t>
      </w:r>
      <w:r w:rsidR="00E33FEE">
        <w:t>. K</w:t>
      </w:r>
      <w:r>
        <w:t>haleel khalelah friend</w:t>
      </w:r>
    </w:p>
    <w:p w:rsidR="00A01D69" w:rsidRDefault="00A01D69" w:rsidP="00CE26A0">
      <w:pPr>
        <w:pStyle w:val="libNormal"/>
      </w:pPr>
      <w:r>
        <w:t>77</w:t>
      </w:r>
      <w:r w:rsidR="00E33FEE">
        <w:t>. L</w:t>
      </w:r>
      <w:r>
        <w:t>uqman name of prophet</w:t>
      </w:r>
    </w:p>
    <w:p w:rsidR="00A01D69" w:rsidRDefault="00A01D69" w:rsidP="00CE26A0">
      <w:pPr>
        <w:pStyle w:val="libNormal"/>
      </w:pPr>
      <w:r>
        <w:t>78</w:t>
      </w:r>
      <w:r w:rsidR="00E33FEE">
        <w:t>. L</w:t>
      </w:r>
      <w:r>
        <w:t>utfi lutfiyah of kindness</w:t>
      </w:r>
    </w:p>
    <w:p w:rsidR="00A01D69" w:rsidRDefault="00A01D69" w:rsidP="00CE26A0">
      <w:pPr>
        <w:pStyle w:val="libNormal"/>
      </w:pPr>
      <w:r>
        <w:t>79</w:t>
      </w:r>
      <w:r w:rsidR="00E33FEE">
        <w:t>. L</w:t>
      </w:r>
      <w:r>
        <w:t>abeeb labeebah intelligent</w:t>
      </w:r>
    </w:p>
    <w:p w:rsidR="00A01D69" w:rsidRDefault="00A01D69" w:rsidP="00CE26A0">
      <w:pPr>
        <w:pStyle w:val="libNormal"/>
      </w:pPr>
      <w:r>
        <w:t>80</w:t>
      </w:r>
      <w:r w:rsidR="00E33FEE">
        <w:t>. M</w:t>
      </w:r>
      <w:r>
        <w:t>ahdi mahdiyyah rightly guided</w:t>
      </w:r>
    </w:p>
    <w:p w:rsidR="00A01D69" w:rsidRDefault="00A01D69" w:rsidP="00CE26A0">
      <w:pPr>
        <w:pStyle w:val="libNormal"/>
      </w:pPr>
      <w:r>
        <w:t>81.maryam mary, mother of prophet jesus(a.)</w:t>
      </w:r>
    </w:p>
    <w:p w:rsidR="00A01D69" w:rsidRDefault="00A01D69" w:rsidP="00CE26A0">
      <w:pPr>
        <w:pStyle w:val="libNormal"/>
      </w:pPr>
      <w:r>
        <w:t>82</w:t>
      </w:r>
      <w:r w:rsidR="00E33FEE">
        <w:t>. M</w:t>
      </w:r>
      <w:r>
        <w:t>usa the prophet moses(a.)</w:t>
      </w:r>
    </w:p>
    <w:p w:rsidR="00A01D69" w:rsidRDefault="00A01D69" w:rsidP="00CE26A0">
      <w:pPr>
        <w:pStyle w:val="libNormal"/>
      </w:pPr>
      <w:r>
        <w:t>83</w:t>
      </w:r>
      <w:r w:rsidR="00E33FEE">
        <w:t>. M</w:t>
      </w:r>
      <w:r>
        <w:t>ustafa saffiyah nick name of the prophet(p.)</w:t>
      </w:r>
    </w:p>
    <w:p w:rsidR="00A01D69" w:rsidRDefault="00A01D69" w:rsidP="00CE26A0">
      <w:pPr>
        <w:pStyle w:val="libNormal"/>
      </w:pPr>
      <w:r>
        <w:t>84</w:t>
      </w:r>
      <w:r w:rsidR="00E33FEE">
        <w:t>. M</w:t>
      </w:r>
      <w:r>
        <w:t>ufeed mufeedah useful</w:t>
      </w:r>
    </w:p>
    <w:p w:rsidR="00A01D69" w:rsidRDefault="00A01D69" w:rsidP="00CE26A0">
      <w:pPr>
        <w:pStyle w:val="libNormal"/>
      </w:pPr>
      <w:r>
        <w:t>85</w:t>
      </w:r>
      <w:r w:rsidR="00E33FEE">
        <w:t>. M</w:t>
      </w:r>
      <w:r>
        <w:t>ajeed majeedah praise worthy</w:t>
      </w:r>
    </w:p>
    <w:p w:rsidR="00A01D69" w:rsidRDefault="00A01D69" w:rsidP="00CE26A0">
      <w:pPr>
        <w:pStyle w:val="libNormal"/>
      </w:pPr>
      <w:r>
        <w:t>86</w:t>
      </w:r>
      <w:r w:rsidR="00E33FEE">
        <w:t>. M</w:t>
      </w:r>
      <w:r>
        <w:t>una wish</w:t>
      </w:r>
    </w:p>
    <w:p w:rsidR="00A01D69" w:rsidRDefault="00A01D69" w:rsidP="00CE26A0">
      <w:pPr>
        <w:pStyle w:val="libNormal"/>
      </w:pPr>
      <w:r>
        <w:t>87</w:t>
      </w:r>
      <w:r w:rsidR="00E33FEE">
        <w:t>. M</w:t>
      </w:r>
      <w:r>
        <w:t>iqdadd companion of the prophet(p.)</w:t>
      </w:r>
    </w:p>
    <w:p w:rsidR="00A01D69" w:rsidRDefault="00A01D69" w:rsidP="00CE26A0">
      <w:pPr>
        <w:pStyle w:val="libNormal"/>
      </w:pPr>
      <w:r>
        <w:t>88</w:t>
      </w:r>
      <w:r w:rsidR="00E33FEE">
        <w:t>. M</w:t>
      </w:r>
      <w:r>
        <w:t>ujtaba chosen one</w:t>
      </w:r>
    </w:p>
    <w:p w:rsidR="00A01D69" w:rsidRDefault="00A01D69" w:rsidP="00CE26A0">
      <w:pPr>
        <w:pStyle w:val="libNormal"/>
      </w:pPr>
      <w:r>
        <w:t>89</w:t>
      </w:r>
      <w:r w:rsidR="00E33FEE">
        <w:t>. M</w:t>
      </w:r>
      <w:r>
        <w:t>urtudha nick name of imam ali(a.)</w:t>
      </w:r>
    </w:p>
    <w:p w:rsidR="00A01D69" w:rsidRDefault="00A01D69" w:rsidP="00CE26A0">
      <w:pPr>
        <w:pStyle w:val="libNormal"/>
      </w:pPr>
      <w:r>
        <w:t>90</w:t>
      </w:r>
      <w:r w:rsidR="00E33FEE">
        <w:t>. M</w:t>
      </w:r>
      <w:r>
        <w:t>uneer muneerah shining</w:t>
      </w:r>
    </w:p>
    <w:p w:rsidR="00A01D69" w:rsidRDefault="00A01D69" w:rsidP="00CE26A0">
      <w:pPr>
        <w:pStyle w:val="libNormal"/>
      </w:pPr>
      <w:r>
        <w:t>91</w:t>
      </w:r>
      <w:r w:rsidR="00E33FEE">
        <w:t>. M</w:t>
      </w:r>
      <w:r>
        <w:t>uhsin mohsinah generous</w:t>
      </w:r>
    </w:p>
    <w:p w:rsidR="00A01D69" w:rsidRDefault="00A01D69" w:rsidP="00CE26A0">
      <w:pPr>
        <w:pStyle w:val="libNormal"/>
      </w:pPr>
      <w:r>
        <w:t>92</w:t>
      </w:r>
      <w:r w:rsidR="00E33FEE">
        <w:t>. M</w:t>
      </w:r>
      <w:r>
        <w:t>asud masudah happy</w:t>
      </w:r>
    </w:p>
    <w:p w:rsidR="00A01D69" w:rsidRDefault="00A01D69" w:rsidP="00CE26A0">
      <w:pPr>
        <w:pStyle w:val="libNormal"/>
      </w:pPr>
      <w:r>
        <w:t>93</w:t>
      </w:r>
      <w:r w:rsidR="00E33FEE">
        <w:t>. M</w:t>
      </w:r>
      <w:r>
        <w:t>isbah light</w:t>
      </w:r>
    </w:p>
    <w:p w:rsidR="00A01D69" w:rsidRDefault="00A01D69" w:rsidP="00CE26A0">
      <w:pPr>
        <w:pStyle w:val="libNormal"/>
      </w:pPr>
      <w:r>
        <w:t>94.nafi beneficent</w:t>
      </w:r>
    </w:p>
    <w:p w:rsidR="00A01D69" w:rsidRDefault="00A01D69" w:rsidP="00CE26A0">
      <w:pPr>
        <w:pStyle w:val="libNormal"/>
      </w:pPr>
      <w:r>
        <w:lastRenderedPageBreak/>
        <w:t>95</w:t>
      </w:r>
      <w:r w:rsidR="00E33FEE">
        <w:t>. N</w:t>
      </w:r>
      <w:r>
        <w:t>abeeh nabeehah outstanding</w:t>
      </w:r>
    </w:p>
    <w:p w:rsidR="00A01D69" w:rsidRDefault="00A01D69" w:rsidP="00CE26A0">
      <w:pPr>
        <w:pStyle w:val="libNormal"/>
      </w:pPr>
      <w:r>
        <w:t>96</w:t>
      </w:r>
      <w:r w:rsidR="00E33FEE">
        <w:t>. N</w:t>
      </w:r>
      <w:r>
        <w:t>asir nusrah helper</w:t>
      </w:r>
    </w:p>
    <w:p w:rsidR="00A01D69" w:rsidRDefault="00A01D69" w:rsidP="00CE26A0">
      <w:pPr>
        <w:pStyle w:val="libNormal"/>
      </w:pPr>
      <w:r>
        <w:t>97</w:t>
      </w:r>
      <w:r w:rsidR="00E33FEE">
        <w:t>. N</w:t>
      </w:r>
      <w:r>
        <w:t>oor noriyyah brightness, light</w:t>
      </w:r>
    </w:p>
    <w:p w:rsidR="00A01D69" w:rsidRDefault="00A01D69" w:rsidP="00CE26A0">
      <w:pPr>
        <w:pStyle w:val="libNormal"/>
      </w:pPr>
      <w:r>
        <w:t>98</w:t>
      </w:r>
      <w:r w:rsidR="00E33FEE">
        <w:t>. N</w:t>
      </w:r>
      <w:r>
        <w:t>aqi naqiyyah pure</w:t>
      </w:r>
    </w:p>
    <w:p w:rsidR="00A01D69" w:rsidRDefault="00A01D69" w:rsidP="00CE26A0">
      <w:pPr>
        <w:pStyle w:val="libNormal"/>
      </w:pPr>
      <w:r>
        <w:t>99</w:t>
      </w:r>
      <w:r w:rsidR="00E33FEE">
        <w:t>. N</w:t>
      </w:r>
      <w:r>
        <w:t>aji najiyyah saved</w:t>
      </w:r>
    </w:p>
    <w:p w:rsidR="00A01D69" w:rsidRDefault="00A01D69" w:rsidP="00CE26A0">
      <w:pPr>
        <w:pStyle w:val="libNormal"/>
      </w:pPr>
      <w:r>
        <w:t>100</w:t>
      </w:r>
      <w:r w:rsidR="00E33FEE">
        <w:t>. N</w:t>
      </w:r>
      <w:r>
        <w:t>ajeeb najeebah excellent</w:t>
      </w:r>
    </w:p>
    <w:p w:rsidR="00A01D69" w:rsidRDefault="00A01D69" w:rsidP="00CE26A0">
      <w:pPr>
        <w:pStyle w:val="libNormal"/>
      </w:pPr>
      <w:r>
        <w:t>101.nazeeh nazeeha pure</w:t>
      </w:r>
    </w:p>
    <w:p w:rsidR="00A01D69" w:rsidRDefault="00A01D69" w:rsidP="00CE26A0">
      <w:pPr>
        <w:pStyle w:val="libNormal"/>
      </w:pPr>
      <w:r>
        <w:t>102</w:t>
      </w:r>
      <w:r w:rsidR="00E33FEE">
        <w:t>. N</w:t>
      </w:r>
      <w:r>
        <w:t>ajm najmah star</w:t>
      </w:r>
    </w:p>
    <w:p w:rsidR="00A01D69" w:rsidRDefault="00A01D69" w:rsidP="00CE26A0">
      <w:pPr>
        <w:pStyle w:val="libNormal"/>
      </w:pPr>
      <w:r>
        <w:t>103</w:t>
      </w:r>
      <w:r w:rsidR="00E33FEE">
        <w:t>. Q</w:t>
      </w:r>
      <w:r>
        <w:t>assim divider</w:t>
      </w:r>
    </w:p>
    <w:p w:rsidR="00A01D69" w:rsidRDefault="00A01D69" w:rsidP="00CE26A0">
      <w:pPr>
        <w:pStyle w:val="libNormal"/>
      </w:pPr>
      <w:r>
        <w:t>104</w:t>
      </w:r>
      <w:r w:rsidR="00E33FEE">
        <w:t>. Q</w:t>
      </w:r>
      <w:r>
        <w:t>a'id qa'idah chief, leader</w:t>
      </w:r>
    </w:p>
    <w:p w:rsidR="00A01D69" w:rsidRDefault="00A01D69" w:rsidP="00CE26A0">
      <w:pPr>
        <w:pStyle w:val="libNormal"/>
      </w:pPr>
      <w:r>
        <w:t>105</w:t>
      </w:r>
      <w:r w:rsidR="00E33FEE">
        <w:t>. Q</w:t>
      </w:r>
      <w:r>
        <w:t>ani qani'ah content</w:t>
      </w:r>
    </w:p>
    <w:p w:rsidR="00A01D69" w:rsidRDefault="00A01D69" w:rsidP="00CE26A0">
      <w:pPr>
        <w:pStyle w:val="libNormal"/>
      </w:pPr>
      <w:r>
        <w:t>106</w:t>
      </w:r>
      <w:r w:rsidR="00E33FEE">
        <w:t>. Q</w:t>
      </w:r>
      <w:r>
        <w:t>ays companion of the prophet(a.)</w:t>
      </w:r>
    </w:p>
    <w:p w:rsidR="00A01D69" w:rsidRDefault="00A01D69" w:rsidP="00CE26A0">
      <w:pPr>
        <w:pStyle w:val="libNormal"/>
      </w:pPr>
      <w:r>
        <w:t>107</w:t>
      </w:r>
      <w:r w:rsidR="00E33FEE">
        <w:t>. R</w:t>
      </w:r>
      <w:r>
        <w:t>asool messenger</w:t>
      </w:r>
    </w:p>
    <w:p w:rsidR="00A01D69" w:rsidRDefault="00A01D69" w:rsidP="00CE26A0">
      <w:pPr>
        <w:pStyle w:val="libNormal"/>
      </w:pPr>
      <w:r>
        <w:t>108</w:t>
      </w:r>
      <w:r w:rsidR="00E33FEE">
        <w:t>. R</w:t>
      </w:r>
      <w:r>
        <w:t>asheed rasheedah rational</w:t>
      </w:r>
    </w:p>
    <w:p w:rsidR="00A01D69" w:rsidRDefault="00A01D69" w:rsidP="00CE26A0">
      <w:pPr>
        <w:pStyle w:val="libNormal"/>
      </w:pPr>
      <w:r>
        <w:t>109</w:t>
      </w:r>
      <w:r w:rsidR="00E33FEE">
        <w:t>. R</w:t>
      </w:r>
      <w:r>
        <w:t>idha radiyyah pleasant, content</w:t>
      </w:r>
    </w:p>
    <w:p w:rsidR="00A01D69" w:rsidRDefault="00A01D69" w:rsidP="00CE26A0">
      <w:pPr>
        <w:pStyle w:val="libNormal"/>
      </w:pPr>
      <w:r>
        <w:t>110</w:t>
      </w:r>
      <w:r w:rsidR="00E33FEE">
        <w:t>. R</w:t>
      </w:r>
      <w:r>
        <w:t>aqey ruqeeyah superior</w:t>
      </w:r>
    </w:p>
    <w:p w:rsidR="00A01D69" w:rsidRDefault="00A01D69" w:rsidP="00CE26A0">
      <w:pPr>
        <w:pStyle w:val="libNormal"/>
      </w:pPr>
      <w:r>
        <w:t>111</w:t>
      </w:r>
      <w:r w:rsidR="00E33FEE">
        <w:t>. R</w:t>
      </w:r>
      <w:r>
        <w:t>afi rafi'ah sublime</w:t>
      </w:r>
    </w:p>
    <w:p w:rsidR="00A01D69" w:rsidRDefault="00A01D69" w:rsidP="00CE26A0">
      <w:pPr>
        <w:pStyle w:val="libNormal"/>
      </w:pPr>
      <w:r>
        <w:t>112</w:t>
      </w:r>
      <w:r w:rsidR="00E33FEE">
        <w:t>. S</w:t>
      </w:r>
      <w:r>
        <w:t>abir sabirah patient</w:t>
      </w:r>
    </w:p>
    <w:p w:rsidR="00A01D69" w:rsidRDefault="00A01D69" w:rsidP="00CE26A0">
      <w:pPr>
        <w:pStyle w:val="libNormal"/>
      </w:pPr>
      <w:r>
        <w:t>113</w:t>
      </w:r>
      <w:r w:rsidR="00E33FEE">
        <w:t>. S</w:t>
      </w:r>
      <w:r>
        <w:t>arah 1st</w:t>
      </w:r>
      <w:r w:rsidR="00E33FEE">
        <w:t>. W</w:t>
      </w:r>
      <w:r>
        <w:t>ife of the prophet ibrahim. (a.)</w:t>
      </w:r>
    </w:p>
    <w:p w:rsidR="00A01D69" w:rsidRDefault="00A01D69" w:rsidP="00CE26A0">
      <w:pPr>
        <w:pStyle w:val="libNormal"/>
      </w:pPr>
      <w:r>
        <w:t>114</w:t>
      </w:r>
      <w:r w:rsidR="00E33FEE">
        <w:t>. S</w:t>
      </w:r>
      <w:r>
        <w:t>abih sahibah friend</w:t>
      </w:r>
    </w:p>
    <w:p w:rsidR="00A01D69" w:rsidRDefault="00A01D69" w:rsidP="00CE26A0">
      <w:pPr>
        <w:pStyle w:val="libNormal"/>
      </w:pPr>
      <w:r>
        <w:t>115</w:t>
      </w:r>
      <w:r w:rsidR="00E33FEE">
        <w:t>. S</w:t>
      </w:r>
      <w:r>
        <w:t>alam peace</w:t>
      </w:r>
    </w:p>
    <w:p w:rsidR="00A01D69" w:rsidRDefault="00A01D69" w:rsidP="00CE26A0">
      <w:pPr>
        <w:pStyle w:val="libNormal"/>
      </w:pPr>
      <w:r>
        <w:t>116</w:t>
      </w:r>
      <w:r w:rsidR="00E33FEE">
        <w:t>. S</w:t>
      </w:r>
      <w:r>
        <w:t>aleem saleemah safe, free</w:t>
      </w:r>
    </w:p>
    <w:p w:rsidR="00A01D69" w:rsidRDefault="00A01D69" w:rsidP="00CE26A0">
      <w:pPr>
        <w:pStyle w:val="libNormal"/>
      </w:pPr>
      <w:r>
        <w:t>117</w:t>
      </w:r>
      <w:r w:rsidR="00E33FEE">
        <w:t>. S</w:t>
      </w:r>
      <w:r>
        <w:t xml:space="preserve">ukaynah daughter of imam </w:t>
      </w:r>
      <w:r w:rsidR="004A0F55">
        <w:t>Husayn</w:t>
      </w:r>
      <w:r>
        <w:t>(a.)</w:t>
      </w:r>
    </w:p>
    <w:p w:rsidR="00A01D69" w:rsidRDefault="00A01D69" w:rsidP="00CE26A0">
      <w:pPr>
        <w:pStyle w:val="libNormal"/>
      </w:pPr>
      <w:r>
        <w:t>118</w:t>
      </w:r>
      <w:r w:rsidR="00E33FEE">
        <w:t>. S</w:t>
      </w:r>
      <w:r>
        <w:t>alih salihah good, pious</w:t>
      </w:r>
    </w:p>
    <w:p w:rsidR="00A01D69" w:rsidRDefault="00A01D69" w:rsidP="00CE26A0">
      <w:pPr>
        <w:pStyle w:val="libNormal"/>
      </w:pPr>
      <w:r>
        <w:t>119</w:t>
      </w:r>
      <w:r w:rsidR="00E33FEE">
        <w:t>. S</w:t>
      </w:r>
      <w:r>
        <w:t>ibt grandson</w:t>
      </w:r>
    </w:p>
    <w:p w:rsidR="00A01D69" w:rsidRDefault="00A01D69" w:rsidP="00CE26A0">
      <w:pPr>
        <w:pStyle w:val="libNormal"/>
      </w:pPr>
      <w:r>
        <w:t>120</w:t>
      </w:r>
      <w:r w:rsidR="00E33FEE">
        <w:t>. S</w:t>
      </w:r>
      <w:r>
        <w:t>ajjad sajidah worshipp</w:t>
      </w:r>
    </w:p>
    <w:p w:rsidR="00A01D69" w:rsidRDefault="00A01D69" w:rsidP="00CE26A0">
      <w:pPr>
        <w:pStyle w:val="libNormal"/>
      </w:pPr>
      <w:r>
        <w:t>121</w:t>
      </w:r>
      <w:r w:rsidR="00E33FEE">
        <w:t>. S</w:t>
      </w:r>
      <w:r>
        <w:t>a'eed sa'eedah happy</w:t>
      </w:r>
    </w:p>
    <w:p w:rsidR="00A01D69" w:rsidRDefault="00A01D69" w:rsidP="00CE26A0">
      <w:pPr>
        <w:pStyle w:val="libNormal"/>
      </w:pPr>
      <w:r>
        <w:t>122</w:t>
      </w:r>
      <w:r w:rsidR="00E33FEE">
        <w:t>. S</w:t>
      </w:r>
      <w:r>
        <w:t>adiq sadiqah truthful</w:t>
      </w:r>
    </w:p>
    <w:p w:rsidR="00A01D69" w:rsidRDefault="00A01D69" w:rsidP="00CE26A0">
      <w:pPr>
        <w:pStyle w:val="libNormal"/>
      </w:pPr>
      <w:r>
        <w:t>123</w:t>
      </w:r>
      <w:r w:rsidR="00E33FEE">
        <w:t>. S</w:t>
      </w:r>
      <w:r>
        <w:t>alman companion of the prophet(p.)</w:t>
      </w:r>
    </w:p>
    <w:p w:rsidR="00A01D69" w:rsidRDefault="00A01D69" w:rsidP="00CE26A0">
      <w:pPr>
        <w:pStyle w:val="libNormal"/>
      </w:pPr>
      <w:r>
        <w:t>124.siddiqah the nick name of fatima zahra(a.)</w:t>
      </w:r>
    </w:p>
    <w:p w:rsidR="00A01D69" w:rsidRDefault="00A01D69" w:rsidP="00CE26A0">
      <w:pPr>
        <w:pStyle w:val="libNormal"/>
      </w:pPr>
      <w:r>
        <w:t>125</w:t>
      </w:r>
      <w:r w:rsidR="00E33FEE">
        <w:t>. S</w:t>
      </w:r>
      <w:r>
        <w:t>hakir shakirah graceful</w:t>
      </w:r>
    </w:p>
    <w:p w:rsidR="00A01D69" w:rsidRDefault="00A01D69" w:rsidP="00CE26A0">
      <w:pPr>
        <w:pStyle w:val="libNormal"/>
      </w:pPr>
      <w:r>
        <w:t>126</w:t>
      </w:r>
      <w:r w:rsidR="00E33FEE">
        <w:t>. S</w:t>
      </w:r>
      <w:r>
        <w:t>hareef shareefah noble, honored</w:t>
      </w:r>
    </w:p>
    <w:p w:rsidR="00A01D69" w:rsidRDefault="00A01D69" w:rsidP="00CE26A0">
      <w:pPr>
        <w:pStyle w:val="libNormal"/>
      </w:pPr>
      <w:r>
        <w:t>127</w:t>
      </w:r>
      <w:r w:rsidR="00E33FEE">
        <w:t>. S</w:t>
      </w:r>
      <w:r>
        <w:t>hahid shahidah witness</w:t>
      </w:r>
    </w:p>
    <w:p w:rsidR="00A01D69" w:rsidRDefault="00A01D69" w:rsidP="00CE26A0">
      <w:pPr>
        <w:pStyle w:val="libNormal"/>
      </w:pPr>
      <w:r>
        <w:t>128</w:t>
      </w:r>
      <w:r w:rsidR="00E33FEE">
        <w:t>. T</w:t>
      </w:r>
      <w:r>
        <w:t>aqi taqiyyah pious</w:t>
      </w:r>
    </w:p>
    <w:p w:rsidR="00A01D69" w:rsidRDefault="00A01D69" w:rsidP="00CE26A0">
      <w:pPr>
        <w:pStyle w:val="libNormal"/>
      </w:pPr>
      <w:r>
        <w:t>129.tawfeeq prosperity</w:t>
      </w:r>
    </w:p>
    <w:p w:rsidR="00A01D69" w:rsidRDefault="00A01D69" w:rsidP="00CE26A0">
      <w:pPr>
        <w:pStyle w:val="libNormal"/>
      </w:pPr>
      <w:r>
        <w:t>130.tayyib tayyibah pleasant</w:t>
      </w:r>
    </w:p>
    <w:p w:rsidR="00A01D69" w:rsidRDefault="00A01D69" w:rsidP="00CE26A0">
      <w:pPr>
        <w:pStyle w:val="libNormal"/>
      </w:pPr>
      <w:r>
        <w:t>131.tali rising</w:t>
      </w:r>
    </w:p>
    <w:p w:rsidR="00A01D69" w:rsidRDefault="00A01D69" w:rsidP="00CE26A0">
      <w:pPr>
        <w:pStyle w:val="libNormal"/>
      </w:pPr>
      <w:r>
        <w:t>132.tahir tahirah pure</w:t>
      </w:r>
    </w:p>
    <w:p w:rsidR="00A01D69" w:rsidRDefault="00A01D69" w:rsidP="00CE26A0">
      <w:pPr>
        <w:pStyle w:val="libNormal"/>
      </w:pPr>
      <w:r>
        <w:t>133.talib talibah pursuer</w:t>
      </w:r>
    </w:p>
    <w:p w:rsidR="00A01D69" w:rsidRDefault="00A01D69" w:rsidP="00CE26A0">
      <w:pPr>
        <w:pStyle w:val="libNormal"/>
      </w:pPr>
      <w:r>
        <w:t>134</w:t>
      </w:r>
      <w:r w:rsidR="00E33FEE">
        <w:t>. W</w:t>
      </w:r>
      <w:r>
        <w:t>aheed waheedah matchless</w:t>
      </w:r>
    </w:p>
    <w:p w:rsidR="00A01D69" w:rsidRDefault="00A01D69" w:rsidP="00CE26A0">
      <w:pPr>
        <w:pStyle w:val="libNormal"/>
      </w:pPr>
      <w:r>
        <w:t>135</w:t>
      </w:r>
      <w:r w:rsidR="00E33FEE">
        <w:t>. W</w:t>
      </w:r>
      <w:r>
        <w:t>aly waliyyah protector</w:t>
      </w:r>
    </w:p>
    <w:p w:rsidR="00A01D69" w:rsidRDefault="00A01D69" w:rsidP="00CE26A0">
      <w:pPr>
        <w:pStyle w:val="libNormal"/>
      </w:pPr>
      <w:r>
        <w:t>136</w:t>
      </w:r>
      <w:r w:rsidR="00E33FEE">
        <w:t>. W</w:t>
      </w:r>
      <w:r>
        <w:t>afy wafiyyah faithful</w:t>
      </w:r>
    </w:p>
    <w:p w:rsidR="00A01D69" w:rsidRDefault="00A01D69" w:rsidP="00CE26A0">
      <w:pPr>
        <w:pStyle w:val="libNormal"/>
      </w:pPr>
      <w:r>
        <w:t>137</w:t>
      </w:r>
      <w:r w:rsidR="00E33FEE">
        <w:t>. W</w:t>
      </w:r>
      <w:r>
        <w:t>ajeeh wajeehah leader</w:t>
      </w:r>
    </w:p>
    <w:p w:rsidR="00A01D69" w:rsidRDefault="00A01D69" w:rsidP="00CE26A0">
      <w:pPr>
        <w:pStyle w:val="libNormal"/>
      </w:pPr>
      <w:r>
        <w:t>138</w:t>
      </w:r>
      <w:r w:rsidR="00E33FEE">
        <w:t>. W</w:t>
      </w:r>
      <w:r>
        <w:t>id widad friend</w:t>
      </w:r>
    </w:p>
    <w:p w:rsidR="00A01D69" w:rsidRDefault="00A01D69" w:rsidP="00CE26A0">
      <w:pPr>
        <w:pStyle w:val="libNormal"/>
      </w:pPr>
      <w:r>
        <w:t>139</w:t>
      </w:r>
      <w:r w:rsidR="00E33FEE">
        <w:t>. W</w:t>
      </w:r>
      <w:r>
        <w:t>aseem waseemah graceful</w:t>
      </w:r>
    </w:p>
    <w:p w:rsidR="00A01D69" w:rsidRDefault="00A01D69" w:rsidP="00CE26A0">
      <w:pPr>
        <w:pStyle w:val="libNormal"/>
      </w:pPr>
      <w:r>
        <w:t>140</w:t>
      </w:r>
      <w:r w:rsidR="00E33FEE">
        <w:t>. Y</w:t>
      </w:r>
      <w:r>
        <w:t>asir companion of the prophet(p.)</w:t>
      </w:r>
    </w:p>
    <w:p w:rsidR="00A01D69" w:rsidRDefault="00A01D69" w:rsidP="00CE26A0">
      <w:pPr>
        <w:pStyle w:val="libNormal"/>
      </w:pPr>
      <w:r>
        <w:t>141</w:t>
      </w:r>
      <w:r w:rsidR="00E33FEE">
        <w:t>. Y</w:t>
      </w:r>
      <w:r>
        <w:t>ahyah the prophet john(a.)</w:t>
      </w:r>
    </w:p>
    <w:p w:rsidR="00A01D69" w:rsidRDefault="00A01D69" w:rsidP="00CE26A0">
      <w:pPr>
        <w:pStyle w:val="libNormal"/>
      </w:pPr>
      <w:r>
        <w:t>142</w:t>
      </w:r>
      <w:r w:rsidR="00E33FEE">
        <w:t>. Y</w:t>
      </w:r>
      <w:r>
        <w:t>usuf the prophet joseph(a.)</w:t>
      </w:r>
    </w:p>
    <w:p w:rsidR="00A01D69" w:rsidRDefault="00A01D69" w:rsidP="00CE26A0">
      <w:pPr>
        <w:pStyle w:val="libNormal"/>
      </w:pPr>
      <w:r>
        <w:lastRenderedPageBreak/>
        <w:t>143</w:t>
      </w:r>
      <w:r w:rsidR="00E33FEE">
        <w:t>. Y</w:t>
      </w:r>
      <w:r>
        <w:t>a'qub the prophet jacob(a.)</w:t>
      </w:r>
    </w:p>
    <w:p w:rsidR="00A01D69" w:rsidRDefault="00A01D69" w:rsidP="00CE26A0">
      <w:pPr>
        <w:pStyle w:val="libNormal"/>
      </w:pPr>
      <w:r>
        <w:t>144</w:t>
      </w:r>
      <w:r w:rsidR="00E33FEE">
        <w:t>. Y</w:t>
      </w:r>
      <w:r>
        <w:t>aseen nick name of the prophet(p.)</w:t>
      </w:r>
    </w:p>
    <w:p w:rsidR="00A01D69" w:rsidRDefault="00A01D69" w:rsidP="00CE26A0">
      <w:pPr>
        <w:pStyle w:val="libNormal"/>
      </w:pPr>
      <w:r>
        <w:t>145</w:t>
      </w:r>
      <w:r w:rsidR="00E33FEE">
        <w:t>. Z</w:t>
      </w:r>
      <w:r>
        <w:t>ayd historical name</w:t>
      </w:r>
    </w:p>
    <w:p w:rsidR="00A01D69" w:rsidRDefault="00A01D69" w:rsidP="00CE26A0">
      <w:pPr>
        <w:pStyle w:val="libNormal"/>
      </w:pPr>
      <w:r>
        <w:t>146</w:t>
      </w:r>
      <w:r w:rsidR="00E33FEE">
        <w:t>. Z</w:t>
      </w:r>
      <w:r>
        <w:t>afar zafirah victorious</w:t>
      </w:r>
    </w:p>
    <w:p w:rsidR="00A01D69" w:rsidRDefault="00A01D69" w:rsidP="00CE26A0">
      <w:pPr>
        <w:pStyle w:val="libNormal"/>
      </w:pPr>
      <w:r>
        <w:t>147.zaynab daughter of imam ali(a.)</w:t>
      </w:r>
    </w:p>
    <w:p w:rsidR="00A01D69" w:rsidRDefault="00A01D69" w:rsidP="00CE26A0">
      <w:pPr>
        <w:pStyle w:val="libNormal"/>
      </w:pPr>
      <w:r>
        <w:t>148</w:t>
      </w:r>
      <w:r w:rsidR="00E33FEE">
        <w:t>. Z</w:t>
      </w:r>
      <w:r>
        <w:t>aky zakiyyah pure</w:t>
      </w:r>
    </w:p>
    <w:p w:rsidR="00A01D69" w:rsidRDefault="00A01D69" w:rsidP="00CE26A0">
      <w:pPr>
        <w:pStyle w:val="libNormal"/>
      </w:pPr>
      <w:r>
        <w:t>149</w:t>
      </w:r>
      <w:r w:rsidR="00E33FEE">
        <w:t>. Z</w:t>
      </w:r>
      <w:r>
        <w:t>ahra bright, nick name of fatima(a.), the daughter of the prophet(p.)</w:t>
      </w:r>
    </w:p>
    <w:p w:rsidR="00A01D69" w:rsidRDefault="00A01D69" w:rsidP="00CE26A0">
      <w:pPr>
        <w:pStyle w:val="libNormal"/>
      </w:pPr>
      <w:r>
        <w:t>150</w:t>
      </w:r>
      <w:r w:rsidR="00E33FEE">
        <w:t>. Z</w:t>
      </w:r>
      <w:r>
        <w:t>ayn zaynah short of zayn ul-abidin(a.) i.e., who adores worship</w:t>
      </w:r>
    </w:p>
    <w:p w:rsidR="00D33510" w:rsidRDefault="00D33510" w:rsidP="00D33510">
      <w:pPr>
        <w:pStyle w:val="libNormal"/>
      </w:pPr>
      <w:r>
        <w:br w:type="page"/>
      </w:r>
    </w:p>
    <w:p w:rsidR="00E33FEE" w:rsidRDefault="00A01D69" w:rsidP="00D33510">
      <w:pPr>
        <w:pStyle w:val="Heading1Center"/>
      </w:pPr>
      <w:bookmarkStart w:id="70" w:name="_Toc491953237"/>
      <w:r>
        <w:lastRenderedPageBreak/>
        <w:t>Free Will</w:t>
      </w:r>
      <w:bookmarkEnd w:id="70"/>
    </w:p>
    <w:p w:rsidR="00E33FEE" w:rsidRDefault="00E33FEE" w:rsidP="00CE26A0">
      <w:pPr>
        <w:pStyle w:val="libNormal"/>
      </w:pPr>
      <w:r>
        <w:t>P</w:t>
      </w:r>
      <w:r w:rsidR="00A01D69">
        <w:t>ath is determined by god alone, disregarding environmental influences</w:t>
      </w:r>
      <w:r>
        <w:t>. I</w:t>
      </w:r>
      <w:r w:rsidR="00A01D69">
        <w:t>f this is unquestionably the truth, then basis for contradiction lies within the holy qur'an itself</w:t>
      </w:r>
      <w:r>
        <w:t>. T</w:t>
      </w:r>
      <w:r w:rsidR="00A01D69">
        <w:t>he following passage is taken from the holy qur'an indicates that man's freedom, "the truth is from your lord, so let whoever believe, and whoever disbelieve".</w:t>
      </w:r>
    </w:p>
    <w:p w:rsidR="00E33FEE" w:rsidRDefault="00E33FEE" w:rsidP="00CE26A0">
      <w:pPr>
        <w:pStyle w:val="libNormal"/>
      </w:pPr>
      <w:r>
        <w:t>W</w:t>
      </w:r>
      <w:r w:rsidR="00A01D69">
        <w:t>hat is the basis of evidence used to support these conclusions? a</w:t>
      </w:r>
      <w:r>
        <w:t>. A</w:t>
      </w:r>
      <w:r w:rsidR="00A01D69">
        <w:t>l massih, canton, mi 48187</w:t>
      </w:r>
    </w:p>
    <w:p w:rsidR="00A01D69" w:rsidRDefault="00E33FEE" w:rsidP="00CE26A0">
      <w:pPr>
        <w:pStyle w:val="libNormal"/>
      </w:pPr>
      <w:r>
        <w:t>T</w:t>
      </w:r>
      <w:r w:rsidR="00A01D69">
        <w:t>he question, whether man is free in his will or not, has occupied the minds of the scholars for centuries</w:t>
      </w:r>
      <w:r>
        <w:t>. I</w:t>
      </w:r>
      <w:r w:rsidR="00A01D69">
        <w:t>n islam, two groups in particular have held an opposite view</w:t>
      </w:r>
      <w:r>
        <w:t>. O</w:t>
      </w:r>
      <w:r w:rsidR="00A01D69">
        <w:t>ne is called "mutazal" and the other "asha'irah"</w:t>
      </w:r>
      <w:r>
        <w:t>. T</w:t>
      </w:r>
      <w:r w:rsidR="00A01D69">
        <w:t>o explain two points of view, one has to consider the age of a person and the stage which he is going through</w:t>
      </w:r>
      <w:r>
        <w:t>. E</w:t>
      </w:r>
      <w:r w:rsidR="00A01D69">
        <w:t>veryone since his/her birth goes through different experiences</w:t>
      </w:r>
      <w:r>
        <w:t>. S</w:t>
      </w:r>
      <w:r w:rsidR="00A01D69">
        <w:t>ome of them are under control and some are not</w:t>
      </w:r>
      <w:r>
        <w:t>. I</w:t>
      </w:r>
      <w:r w:rsidR="00A01D69">
        <w:t>n this regard there are four technical terms to be considered:</w:t>
      </w:r>
    </w:p>
    <w:p w:rsidR="00A01D69" w:rsidRDefault="00A01D69" w:rsidP="00CE26A0">
      <w:pPr>
        <w:pStyle w:val="libNormal"/>
      </w:pPr>
      <w:r>
        <w:t>1</w:t>
      </w:r>
      <w:r w:rsidR="00E33FEE">
        <w:t>. J</w:t>
      </w:r>
      <w:r>
        <w:t>abr: that is the action which is not in our control.</w:t>
      </w:r>
    </w:p>
    <w:p w:rsidR="00A01D69" w:rsidRDefault="00A01D69" w:rsidP="00CE26A0">
      <w:pPr>
        <w:pStyle w:val="libNormal"/>
      </w:pPr>
      <w:r>
        <w:t>2</w:t>
      </w:r>
      <w:r w:rsidR="00E33FEE">
        <w:t>. I</w:t>
      </w:r>
      <w:r>
        <w:t>khtiar: the action which is in our control.</w:t>
      </w:r>
    </w:p>
    <w:p w:rsidR="00A01D69" w:rsidRDefault="00A01D69" w:rsidP="00CE26A0">
      <w:pPr>
        <w:pStyle w:val="libNormal"/>
      </w:pPr>
      <w:r>
        <w:t>3</w:t>
      </w:r>
      <w:r w:rsidR="00E33FEE">
        <w:t>. Q</w:t>
      </w:r>
      <w:r>
        <w:t>adah: the action which is predestined by god.</w:t>
      </w:r>
    </w:p>
    <w:p w:rsidR="00E33FEE" w:rsidRDefault="00A01D69" w:rsidP="00CE26A0">
      <w:pPr>
        <w:pStyle w:val="libNormal"/>
      </w:pPr>
      <w:r>
        <w:t>4</w:t>
      </w:r>
      <w:r w:rsidR="00E33FEE">
        <w:t>. Q</w:t>
      </w:r>
      <w:r>
        <w:t>adar: the action which is the result of some cause.</w:t>
      </w:r>
    </w:p>
    <w:p w:rsidR="00E33FEE" w:rsidRDefault="00E33FEE" w:rsidP="00CE26A0">
      <w:pPr>
        <w:pStyle w:val="libNormal"/>
      </w:pPr>
      <w:r>
        <w:t>T</w:t>
      </w:r>
      <w:r w:rsidR="00A01D69">
        <w:t>he verses of the holy qur'an differs in their reference to these four categories</w:t>
      </w:r>
      <w:r>
        <w:t>. A</w:t>
      </w:r>
      <w:r w:rsidR="00A01D69">
        <w:t>sha'irah hold the view of jabr which means that we do not do anything by our own will, rather almighty god alone does</w:t>
      </w:r>
      <w:r>
        <w:t>. O</w:t>
      </w:r>
      <w:r w:rsidR="00A01D69">
        <w:t>n the contrary, mutazalh say that we have total control of our action and god has no interference with our will</w:t>
      </w:r>
      <w:r>
        <w:t>. T</w:t>
      </w:r>
      <w:r w:rsidR="00A01D69">
        <w:t>he shi'a point of view is that we have some control and almighty god's will can interfere in our will</w:t>
      </w:r>
      <w:r>
        <w:t>. F</w:t>
      </w:r>
      <w:r w:rsidR="00A01D69">
        <w:t>or this purpose we have to study the verses of the holy qur'an and see to which of these categories they refer .</w:t>
      </w:r>
    </w:p>
    <w:p w:rsidR="00E33FEE" w:rsidRDefault="00E33FEE" w:rsidP="00CE26A0">
      <w:pPr>
        <w:pStyle w:val="libNormal"/>
      </w:pPr>
      <w:r>
        <w:t>T</w:t>
      </w:r>
      <w:r w:rsidR="00A01D69">
        <w:t>he holy qur'an says, " indeed god guides whoever he pleases and does not so whoever he pleases". (35:8)</w:t>
      </w:r>
    </w:p>
    <w:p w:rsidR="00E33FEE" w:rsidRDefault="00E33FEE" w:rsidP="00CE26A0">
      <w:pPr>
        <w:pStyle w:val="libNormal"/>
      </w:pPr>
      <w:r>
        <w:t>A</w:t>
      </w:r>
      <w:r w:rsidR="00A01D69">
        <w:t>lso god says, " you do not wish, but god wishes for you".(81:29)</w:t>
      </w:r>
    </w:p>
    <w:p w:rsidR="00E33FEE" w:rsidRDefault="00E33FEE" w:rsidP="00CE26A0">
      <w:pPr>
        <w:pStyle w:val="libNormal"/>
      </w:pPr>
      <w:r>
        <w:t>A</w:t>
      </w:r>
      <w:r w:rsidR="00A01D69">
        <w:t>lso god says, "whoever wishes to become a believer let him do so and whoever wishes to reject faith do likewise". (18:29)</w:t>
      </w:r>
    </w:p>
    <w:p w:rsidR="00E33FEE" w:rsidRDefault="00E33FEE" w:rsidP="00CE26A0">
      <w:pPr>
        <w:pStyle w:val="libNormal"/>
      </w:pPr>
      <w:r>
        <w:t>A</w:t>
      </w:r>
      <w:r w:rsidR="00A01D69">
        <w:t>lso god says, "whoever does good it is for himself, and whoever harms he harm himself</w:t>
      </w:r>
      <w:r>
        <w:t>. Y</w:t>
      </w:r>
      <w:r w:rsidR="00A01D69">
        <w:t>our lord never treats people unjustly". (41:46)</w:t>
      </w:r>
    </w:p>
    <w:p w:rsidR="00E33FEE" w:rsidRDefault="00E33FEE" w:rsidP="00CE26A0">
      <w:pPr>
        <w:pStyle w:val="libNormal"/>
      </w:pPr>
      <w:r>
        <w:t>A</w:t>
      </w:r>
      <w:r w:rsidR="00A01D69">
        <w:t>nd god says, " we have guided mankind the right way, it is upto him to be thankful or not". (76:3)</w:t>
      </w:r>
    </w:p>
    <w:p w:rsidR="00E33FEE" w:rsidRDefault="00E33FEE" w:rsidP="00CE26A0">
      <w:pPr>
        <w:pStyle w:val="libNormal"/>
      </w:pPr>
      <w:r>
        <w:t>F</w:t>
      </w:r>
      <w:r w:rsidR="00A01D69">
        <w:t>rom these verses, we see that almighty god indicates the power of mankind to choose whatever he wishes and act accordingly</w:t>
      </w:r>
      <w:r>
        <w:t>. B</w:t>
      </w:r>
      <w:r w:rsidR="00A01D69">
        <w:t>ut the power of almighty overcomes the power of mankind</w:t>
      </w:r>
      <w:r>
        <w:t>. T</w:t>
      </w:r>
      <w:r w:rsidR="00A01D69">
        <w:t>herefore, he can intervene and change the will of mankind, exactly as different seasons and environments effects on individual's will</w:t>
      </w:r>
      <w:r>
        <w:t>. T</w:t>
      </w:r>
      <w:r w:rsidR="00A01D69">
        <w:t>herefore, we see man is able to enforce his will in particular environment and season while he is not able to do so in another environment or season.</w:t>
      </w:r>
    </w:p>
    <w:p w:rsidR="00E33FEE" w:rsidRDefault="00E33FEE" w:rsidP="00CE26A0">
      <w:pPr>
        <w:pStyle w:val="libNormal"/>
      </w:pPr>
      <w:r>
        <w:t>T</w:t>
      </w:r>
      <w:r w:rsidR="00A01D69">
        <w:t>he word guidance, in arabic "hidayah", has two meanings: one is to show the right path exactly as the sign does on the streets for a driver to locate and reach his destination</w:t>
      </w:r>
      <w:r>
        <w:t>. A</w:t>
      </w:r>
      <w:r w:rsidR="00A01D69">
        <w:t xml:space="preserve">nother meaning is to take a person to the actual final destination exactly like a guide of a tour and or a journey, who </w:t>
      </w:r>
      <w:r w:rsidR="00A01D69">
        <w:lastRenderedPageBreak/>
        <w:t>takes the visitors to different locations explaining the significance of each</w:t>
      </w:r>
      <w:r>
        <w:t>. T</w:t>
      </w:r>
      <w:r w:rsidR="00A01D69">
        <w:t>he word guide in arabic has been used in both meanings in the holy qur'an.</w:t>
      </w:r>
    </w:p>
    <w:p w:rsidR="00E33FEE" w:rsidRDefault="00E33FEE" w:rsidP="00CE26A0">
      <w:pPr>
        <w:pStyle w:val="libNormal"/>
      </w:pPr>
      <w:r>
        <w:t>T</w:t>
      </w:r>
      <w:r w:rsidR="00A01D69">
        <w:t>herefore, there is no contradiction between the two verses: "god guides whoever he wishes and leaves whoever he does not"</w:t>
      </w:r>
      <w:r>
        <w:t>. T</w:t>
      </w:r>
      <w:r w:rsidR="00A01D69">
        <w:t>he qur'an 35:8</w:t>
      </w:r>
    </w:p>
    <w:p w:rsidR="00E33FEE" w:rsidRDefault="00E33FEE" w:rsidP="00CE26A0">
      <w:pPr>
        <w:pStyle w:val="libNormal"/>
      </w:pPr>
      <w:r>
        <w:t>A</w:t>
      </w:r>
      <w:r w:rsidR="00A01D69">
        <w:t>nd the verse, "we have guided mankind to the right path"</w:t>
      </w:r>
      <w:r>
        <w:t>. T</w:t>
      </w:r>
      <w:r w:rsidR="00A01D69">
        <w:t>he qur'an 76:3</w:t>
      </w:r>
    </w:p>
    <w:p w:rsidR="00A01D69" w:rsidRDefault="00E33FEE" w:rsidP="00CE26A0">
      <w:pPr>
        <w:pStyle w:val="libNormal"/>
      </w:pPr>
      <w:r>
        <w:t>T</w:t>
      </w:r>
      <w:r w:rsidR="00A01D69">
        <w:t>he first verse adopts the first meaning of guidance which means to take one to the final destination and the second verse adopts the second meaning which means to indicate and show the right direction.</w:t>
      </w:r>
    </w:p>
    <w:p w:rsidR="00FF1E71" w:rsidRPr="00A032B3" w:rsidRDefault="00FF1E71" w:rsidP="00A032B3">
      <w:pPr>
        <w:pStyle w:val="libNormal"/>
      </w:pPr>
      <w:r>
        <w:br w:type="page"/>
      </w:r>
    </w:p>
    <w:p w:rsidR="00E33FEE" w:rsidRPr="001E1339" w:rsidRDefault="00A01D69" w:rsidP="00FF1E71">
      <w:pPr>
        <w:pStyle w:val="Heading1Center"/>
      </w:pPr>
      <w:bookmarkStart w:id="71" w:name="_Toc491953238"/>
      <w:r>
        <w:lastRenderedPageBreak/>
        <w:t>Adoption: the islamic vie</w:t>
      </w:r>
      <w:r w:rsidRPr="001E1339">
        <w:t>w</w:t>
      </w:r>
      <w:bookmarkEnd w:id="71"/>
    </w:p>
    <w:p w:rsidR="00E33FEE" w:rsidRDefault="00E33FEE" w:rsidP="00CE26A0">
      <w:pPr>
        <w:pStyle w:val="libNormal"/>
      </w:pPr>
      <w:r>
        <w:t>A</w:t>
      </w:r>
      <w:r w:rsidR="00A01D69">
        <w:t>doption means to claim blood relationship with one who has no blood relationship and consequently shall be subject to the rules and regulations based on blood relationship such as marriage and inheritance rights</w:t>
      </w:r>
      <w:r>
        <w:t>. I</w:t>
      </w:r>
      <w:r w:rsidR="00A01D69">
        <w:t>n islam, this kind of pseudo relationship is not allowed because it is a mere lie</w:t>
      </w:r>
      <w:r>
        <w:t>. W</w:t>
      </w:r>
      <w:r w:rsidR="00A01D69">
        <w:t>hile islam encourages to help others and have someone be raised and grow with the family, i.e., it does not allow to call a person as father or son when he is not</w:t>
      </w:r>
      <w:r>
        <w:t>. T</w:t>
      </w:r>
      <w:r w:rsidR="00A01D69">
        <w:t>he holy qur'an says, "the adopted children cannot be called children(of your own) as you say</w:t>
      </w:r>
      <w:r>
        <w:t>. G</w:t>
      </w:r>
      <w:r w:rsidR="00A01D69">
        <w:t>od says the truth</w:t>
      </w:r>
      <w:r>
        <w:t>. C</w:t>
      </w:r>
      <w:r w:rsidR="00A01D69">
        <w:t>all them children of their (own) parents</w:t>
      </w:r>
      <w:r>
        <w:t>. T</w:t>
      </w:r>
      <w:r w:rsidR="00A01D69">
        <w:t>his is the just way to call them</w:t>
      </w:r>
      <w:r>
        <w:t>. I</w:t>
      </w:r>
      <w:r w:rsidR="00A01D69">
        <w:t>f you do not know their parents, then call them brothers in your religion". (the qur'an 33:5).</w:t>
      </w:r>
    </w:p>
    <w:p w:rsidR="00A01D69" w:rsidRDefault="00E33FEE" w:rsidP="00CE26A0">
      <w:pPr>
        <w:pStyle w:val="libNormal"/>
      </w:pPr>
      <w:r>
        <w:t>I</w:t>
      </w:r>
      <w:r w:rsidR="00A01D69">
        <w:t>n other words, almighty god says this is pseudo adoption</w:t>
      </w:r>
      <w:r>
        <w:t>. T</w:t>
      </w:r>
      <w:r w:rsidR="00A01D69">
        <w:t>he child is not yours</w:t>
      </w:r>
      <w:r>
        <w:t>. T</w:t>
      </w:r>
      <w:r w:rsidR="00A01D69">
        <w:t>herefore, you cannot lie either in speaking nor in claiming him your son</w:t>
      </w:r>
      <w:r>
        <w:t>. O</w:t>
      </w:r>
      <w:r w:rsidR="00A01D69">
        <w:t>ne has to call him brother without claiming any blood relationship</w:t>
      </w:r>
      <w:r>
        <w:t>. C</w:t>
      </w:r>
      <w:r w:rsidR="00A01D69">
        <w:t>onsequently, the rules and regulation for marriage and inheritance do not apply to this adopted child as a blood child.</w:t>
      </w:r>
    </w:p>
    <w:p w:rsidR="00FF1E71" w:rsidRPr="00A032B3" w:rsidRDefault="00FF1E71" w:rsidP="00A032B3">
      <w:pPr>
        <w:pStyle w:val="libNormal"/>
      </w:pPr>
      <w:r>
        <w:br w:type="page"/>
      </w:r>
    </w:p>
    <w:p w:rsidR="00E33FEE" w:rsidRPr="001E1339" w:rsidRDefault="00A01D69" w:rsidP="00FF1E71">
      <w:pPr>
        <w:pStyle w:val="Heading1Center"/>
      </w:pPr>
      <w:bookmarkStart w:id="72" w:name="_Toc491953239"/>
      <w:r>
        <w:lastRenderedPageBreak/>
        <w:t>How to repen</w:t>
      </w:r>
      <w:r w:rsidRPr="001E1339">
        <w:t>t</w:t>
      </w:r>
      <w:bookmarkEnd w:id="72"/>
    </w:p>
    <w:p w:rsidR="00A01D69" w:rsidRDefault="00E33FEE" w:rsidP="00CE26A0">
      <w:pPr>
        <w:pStyle w:val="libNormal"/>
      </w:pPr>
      <w:r>
        <w:t>R</w:t>
      </w:r>
      <w:r w:rsidR="00A01D69">
        <w:t>epenting in islam does not need any particular place, any person can repent at any time he thinks he should</w:t>
      </w:r>
      <w:r>
        <w:t>. S</w:t>
      </w:r>
      <w:r w:rsidR="00A01D69">
        <w:t>ins are of three kinds, each has its own way of repentance:</w:t>
      </w:r>
    </w:p>
    <w:p w:rsidR="00A01D69" w:rsidRDefault="00A01D69" w:rsidP="00CE26A0">
      <w:pPr>
        <w:pStyle w:val="libNormal"/>
      </w:pPr>
      <w:r>
        <w:t>1</w:t>
      </w:r>
      <w:r w:rsidR="00E33FEE">
        <w:t>. W</w:t>
      </w:r>
      <w:r>
        <w:t>hat belongs to people: such as stealing from other's property, whether small or large</w:t>
      </w:r>
      <w:r w:rsidR="00E33FEE">
        <w:t>. I</w:t>
      </w:r>
      <w:r>
        <w:t>ts repentance is to return that to the person, if the owner is known or give it to the poor if the owner is unknown.</w:t>
      </w:r>
    </w:p>
    <w:p w:rsidR="00A01D69" w:rsidRDefault="00A01D69" w:rsidP="00CE26A0">
      <w:pPr>
        <w:pStyle w:val="libNormal"/>
      </w:pPr>
      <w:r>
        <w:t>2</w:t>
      </w:r>
      <w:r w:rsidR="00E33FEE">
        <w:t>. W</w:t>
      </w:r>
      <w:r>
        <w:t>hat belongs to god: such as prayers and fasting</w:t>
      </w:r>
      <w:r w:rsidR="00E33FEE">
        <w:t>. I</w:t>
      </w:r>
      <w:r>
        <w:t>f they were missed, the repentance is to make up that prayer and fasting</w:t>
      </w:r>
      <w:r w:rsidR="00E33FEE">
        <w:t>. I</w:t>
      </w:r>
      <w:r>
        <w:t>n the case of fasting, it may apply some kaffara i.e., if one missed intentionally, he has to fast sixty days for each missed day or to feed 60 persons for each missed day of fasting.</w:t>
      </w:r>
    </w:p>
    <w:p w:rsidR="00E33FEE" w:rsidRDefault="00A01D69" w:rsidP="00CE26A0">
      <w:pPr>
        <w:pStyle w:val="libNormal"/>
      </w:pPr>
      <w:r>
        <w:t>3</w:t>
      </w:r>
      <w:r w:rsidR="00E33FEE">
        <w:t>. F</w:t>
      </w:r>
      <w:r>
        <w:t>or forbidden actions and the grave sins: it differs from one to another such as to lie, drinking, etc</w:t>
      </w:r>
      <w:r w:rsidR="00E33FEE">
        <w:t>. I</w:t>
      </w:r>
      <w:r>
        <w:t>n general the repentance is to decide firmly not to go back to these actions.</w:t>
      </w:r>
    </w:p>
    <w:p w:rsidR="00E33FEE" w:rsidRDefault="00E33FEE" w:rsidP="00CE26A0">
      <w:pPr>
        <w:pStyle w:val="libNormal"/>
      </w:pPr>
      <w:r>
        <w:t>C</w:t>
      </w:r>
      <w:r w:rsidR="00A01D69">
        <w:t>ertainly almighty god has laid down the rules as he says in the holy qur'an, "he accepts repentance from his servants and forgives their faults"</w:t>
      </w:r>
      <w:r>
        <w:t>. T</w:t>
      </w:r>
      <w:r w:rsidR="00A01D69">
        <w:t>he qur'an 42:25</w:t>
      </w:r>
    </w:p>
    <w:p w:rsidR="00E33FEE" w:rsidRDefault="00E33FEE" w:rsidP="00CE26A0">
      <w:pPr>
        <w:pStyle w:val="libNormal"/>
      </w:pPr>
      <w:r>
        <w:t>C</w:t>
      </w:r>
      <w:r w:rsidR="00A01D69">
        <w:t>an one join two prayers?</w:t>
      </w:r>
    </w:p>
    <w:p w:rsidR="00E33FEE" w:rsidRDefault="00E33FEE" w:rsidP="00CE26A0">
      <w:pPr>
        <w:pStyle w:val="libNormal"/>
      </w:pPr>
      <w:r>
        <w:t>I</w:t>
      </w:r>
      <w:r w:rsidR="00A01D69">
        <w:t>t is highly recommended to pray exactly on time</w:t>
      </w:r>
      <w:r>
        <w:t>. H</w:t>
      </w:r>
      <w:r w:rsidR="00A01D69">
        <w:t>owever, it is permitted to join two prayers at one time</w:t>
      </w:r>
      <w:r>
        <w:t>. F</w:t>
      </w:r>
      <w:r w:rsidR="00A01D69">
        <w:t xml:space="preserve">or example, to perform the asr prayer immediately after the noon </w:t>
      </w:r>
      <w:r>
        <w:t>. O</w:t>
      </w:r>
      <w:r w:rsidR="00A01D69">
        <w:t>r to delay the noon prayer to the later time before sunset</w:t>
      </w:r>
      <w:r>
        <w:t>. T</w:t>
      </w:r>
      <w:r w:rsidR="00A01D69">
        <w:t>his also applies to the sunset and evening prayers.</w:t>
      </w:r>
    </w:p>
    <w:p w:rsidR="00E33FEE" w:rsidRDefault="00E33FEE" w:rsidP="00CE26A0">
      <w:pPr>
        <w:pStyle w:val="libNormal"/>
      </w:pPr>
      <w:r>
        <w:t>T</w:t>
      </w:r>
      <w:r w:rsidR="00A01D69">
        <w:t>he validity of such an opinion is based on many hadiths</w:t>
      </w:r>
      <w:r>
        <w:t>. A</w:t>
      </w:r>
      <w:r w:rsidR="00A01D69">
        <w:t xml:space="preserve">mong them is what is reported by al-bukhari that ibn abbas said ; "indeed the prophet did pray in madina seven and eight </w:t>
      </w:r>
      <w:r>
        <w:t>. T</w:t>
      </w:r>
      <w:r w:rsidR="00A01D69">
        <w:t xml:space="preserve">he </w:t>
      </w:r>
      <w:r w:rsidR="004A0F55">
        <w:t>(</w:t>
      </w:r>
      <w:r w:rsidR="00A01D69">
        <w:t>prayers of) noon, afternoon, sunset, and evening ." see bukhari, v 1, page 136, cairo.</w:t>
      </w:r>
    </w:p>
    <w:p w:rsidR="00E33FEE" w:rsidRDefault="00E33FEE" w:rsidP="00CE26A0">
      <w:pPr>
        <w:pStyle w:val="libNormal"/>
      </w:pPr>
      <w:r>
        <w:t>M</w:t>
      </w:r>
      <w:r w:rsidR="00A01D69">
        <w:t>uslim, in his work, reports that ibn abbas said that the messenger of allah joined (prayers) in madina without having any fear or being on a journey</w:t>
      </w:r>
      <w:r>
        <w:t>. W</w:t>
      </w:r>
      <w:r w:rsidR="00A01D69">
        <w:t>hen ibn abbas was asked about the reason, he said; "[the prophet] did not want to make it difficult for his nation ." see muslim, v. 2, page 151</w:t>
      </w:r>
      <w:r>
        <w:t>. C</w:t>
      </w:r>
      <w:r w:rsidR="00A01D69">
        <w:t>airo</w:t>
      </w:r>
      <w:r>
        <w:t>. S</w:t>
      </w:r>
      <w:r w:rsidR="00A01D69">
        <w:t>hould we prostrate on earth?</w:t>
      </w:r>
    </w:p>
    <w:p w:rsidR="00A01D69" w:rsidRDefault="00E33FEE" w:rsidP="00CE26A0">
      <w:pPr>
        <w:pStyle w:val="libNormal"/>
      </w:pPr>
      <w:r>
        <w:t>I</w:t>
      </w:r>
      <w:r w:rsidR="00A01D69">
        <w:t xml:space="preserve">t is an obligatory to prostrate (do sajdah) on a pure surface of the ground or on whatever grows from the earth which is used neither for food nor for clothing </w:t>
      </w:r>
      <w:r>
        <w:t>. T</w:t>
      </w:r>
      <w:r w:rsidR="00A01D69">
        <w:t>he prophet says ;</w:t>
      </w:r>
    </w:p>
    <w:p w:rsidR="00E33FEE" w:rsidRDefault="00A01D69" w:rsidP="00CE26A0">
      <w:pPr>
        <w:pStyle w:val="libNormal"/>
      </w:pPr>
      <w:r>
        <w:t>"the earth has been created to be used as place for prostration and as detergent, "i.e., for both sajdah and tayammum</w:t>
      </w:r>
      <w:r w:rsidR="00E33FEE">
        <w:t>. S</w:t>
      </w:r>
      <w:r>
        <w:t>ee al-bukhari, v. 1 page 112, cairo.</w:t>
      </w:r>
    </w:p>
    <w:p w:rsidR="00E33FEE" w:rsidRDefault="00E33FEE" w:rsidP="00CE26A0">
      <w:pPr>
        <w:pStyle w:val="libNormal"/>
      </w:pPr>
      <w:r>
        <w:t>N</w:t>
      </w:r>
      <w:r w:rsidR="00A01D69">
        <w:t>owadays, since the grounds of most of the mosques and residences are covered by carpets, it is necessary to have some pure soils or a pure rock to use it for sajdah</w:t>
      </w:r>
      <w:r>
        <w:t>. I</w:t>
      </w:r>
      <w:r w:rsidR="00A01D69">
        <w:t>t behooves to have it from places which carry a religious memory such as soil of karbala which keeps alive the struggle against evil, injustice, and tyranny</w:t>
      </w:r>
      <w:r>
        <w:t>. F</w:t>
      </w:r>
      <w:r w:rsidR="00A01D69">
        <w:t>or this reason, it is honored as for the similar reason muslims consider zamzam, a holy water because it carries the message of prophet ibrahim, the journey of his wife hager, and the struggle of their son ismail in their search for truth and justice.</w:t>
      </w:r>
    </w:p>
    <w:p w:rsidR="00E33FEE" w:rsidRDefault="00E33FEE" w:rsidP="00CE26A0">
      <w:pPr>
        <w:pStyle w:val="libNormal"/>
      </w:pPr>
      <w:r>
        <w:t>C</w:t>
      </w:r>
      <w:r w:rsidR="00A01D69">
        <w:t>an we join hands during prayer?</w:t>
      </w:r>
    </w:p>
    <w:p w:rsidR="00E33FEE" w:rsidRDefault="00E33FEE" w:rsidP="00CE26A0">
      <w:pPr>
        <w:pStyle w:val="libNormal"/>
      </w:pPr>
      <w:r>
        <w:lastRenderedPageBreak/>
        <w:t>A</w:t>
      </w:r>
      <w:r w:rsidR="00A01D69">
        <w:t>ny additional element to the islamic prayer, if it is added by full intention to change the sunna, would invalidate the prayer</w:t>
      </w:r>
      <w:r>
        <w:t>. A</w:t>
      </w:r>
      <w:r w:rsidR="00A01D69">
        <w:t>mong them is considered "takfir." that is to put one hand on another because this was not reported in the teaching of the prophet when he taught an arab how he should pray; muslim reports via abu hurayra that the prophet said; "when you stand for prayer say "allahu akber" then recite whatever you can recite from the qur'an then perform "ruku" until you become calm, then continue in the same manner all of your prayers</w:t>
      </w:r>
      <w:r>
        <w:t>. S</w:t>
      </w:r>
      <w:r w:rsidR="00A01D69">
        <w:t>ee muslim, v. 2, p. 11, cairo</w:t>
      </w:r>
      <w:r>
        <w:t>. A</w:t>
      </w:r>
      <w:r w:rsidR="00A01D69">
        <w:t>lso, ibn maja, v.1, p. 326, cairo 1312</w:t>
      </w:r>
      <w:r>
        <w:t>. N</w:t>
      </w:r>
      <w:r w:rsidR="00A01D69">
        <w:t>either of this hadith nor the hadiths of ahlal byat have any indication to join hands during prayer.</w:t>
      </w:r>
    </w:p>
    <w:p w:rsidR="00E33FEE" w:rsidRDefault="00E33FEE" w:rsidP="00CE26A0">
      <w:pPr>
        <w:pStyle w:val="libNormal"/>
      </w:pPr>
      <w:r>
        <w:t>H</w:t>
      </w:r>
      <w:r w:rsidR="00A01D69">
        <w:t>ow to perform ablution?</w:t>
      </w:r>
    </w:p>
    <w:p w:rsidR="00A01D69" w:rsidRDefault="00E33FEE" w:rsidP="00CE26A0">
      <w:pPr>
        <w:pStyle w:val="libNormal"/>
      </w:pPr>
      <w:r>
        <w:t>T</w:t>
      </w:r>
      <w:r w:rsidR="00A01D69">
        <w:t>he holly qur'an reads:</w:t>
      </w:r>
    </w:p>
    <w:p w:rsidR="00A01D69" w:rsidRDefault="00A01D69" w:rsidP="00CE26A0">
      <w:pPr>
        <w:pStyle w:val="libNormal"/>
      </w:pPr>
      <w:r>
        <w:t>"o you who believe, when you stand up for prayer, wash your faces and your hands to the elbows and wipe your heads and your feet to the ankles," surah maida, v.6,ch. 5.</w:t>
      </w:r>
    </w:p>
    <w:p w:rsidR="00E33FEE" w:rsidRDefault="00A01D69" w:rsidP="00CE26A0">
      <w:pPr>
        <w:pStyle w:val="libNormal"/>
      </w:pPr>
      <w:r>
        <w:t>According to the school of ahl al-bayt, the verse refers to the area which should be washed</w:t>
      </w:r>
      <w:r w:rsidR="00E33FEE">
        <w:t>. W</w:t>
      </w:r>
      <w:r>
        <w:t>hen one says wash your hands up to the wrists before eating, certainly he does not mean to start washing from the top of fingers and end up with wrists</w:t>
      </w:r>
      <w:r w:rsidR="00E33FEE">
        <w:t>. R</w:t>
      </w:r>
      <w:r>
        <w:t>ather he means to clean up all the area of palm, however it could be</w:t>
      </w:r>
      <w:r w:rsidR="00E33FEE">
        <w:t>. T</w:t>
      </w:r>
      <w:r>
        <w:t>he word "yad" in arabic usually means palm as it is used in the qur'an, chapter 5, v. 28</w:t>
      </w:r>
      <w:r w:rsidR="00E33FEE">
        <w:t>. H</w:t>
      </w:r>
      <w:r>
        <w:t>owever, when the word "yad" is used to mean other than palm, it should accompany a clear evidence for the new meaning</w:t>
      </w:r>
      <w:r w:rsidR="00E33FEE">
        <w:t>. T</w:t>
      </w:r>
      <w:r>
        <w:t>his applies to the verses of ablution.</w:t>
      </w:r>
    </w:p>
    <w:p w:rsidR="00E33FEE" w:rsidRDefault="00E33FEE" w:rsidP="00CE26A0">
      <w:pPr>
        <w:pStyle w:val="libNormal"/>
      </w:pPr>
      <w:r>
        <w:t>T</w:t>
      </w:r>
      <w:r w:rsidR="00A01D69">
        <w:t>he preposition "to" is used to indicate the limit in which one should wash his hands</w:t>
      </w:r>
      <w:r>
        <w:t>. F</w:t>
      </w:r>
      <w:r w:rsidR="00A01D69">
        <w:t>or example, if one says "wash the room to the door" he certainly means to wash the area without any difference between starting from door to the wall or vice versa</w:t>
      </w:r>
      <w:r>
        <w:t>. H</w:t>
      </w:r>
      <w:r w:rsidR="00A01D69">
        <w:t>adith of ahl al-bayt school of thought indicates that one should start with elbow and end up with fingers and it is the normal way of washing arms</w:t>
      </w:r>
      <w:r>
        <w:t>. S</w:t>
      </w:r>
      <w:r w:rsidR="00A01D69">
        <w:t>ee wassa'il by amili, v. 1, page 1271, beirut 1391</w:t>
      </w:r>
      <w:r>
        <w:t>. I</w:t>
      </w:r>
      <w:r w:rsidR="00A01D69">
        <w:t>n addition, the arabic grammar requires that the conjunction particulars such as "wa," i.e., "and" should connect a word to the nearest word</w:t>
      </w:r>
      <w:r>
        <w:t>. N</w:t>
      </w:r>
      <w:r w:rsidR="00A01D69">
        <w:t>o doubt, in the ablution verse, the latter immediately in the qur'an.</w:t>
      </w:r>
    </w:p>
    <w:p w:rsidR="00E33FEE" w:rsidRDefault="00E33FEE" w:rsidP="00CE26A0">
      <w:pPr>
        <w:pStyle w:val="libNormal"/>
      </w:pPr>
      <w:r>
        <w:t>F</w:t>
      </w:r>
      <w:r w:rsidR="00A01D69">
        <w:t>akhr al-razi says; "ibn kathir, hamza, abu amr, and asim (as abu bakr reports) all have recited the word "feet" in genitive case</w:t>
      </w:r>
      <w:r>
        <w:t>. B</w:t>
      </w:r>
      <w:r w:rsidR="00A01D69">
        <w:t>ut, nafi ibn amir, and asim (as hafs reports) have recited it in accusative case</w:t>
      </w:r>
      <w:r>
        <w:t>. T</w:t>
      </w:r>
      <w:r w:rsidR="00A01D69">
        <w:t>hus, we say that the in genitive case requires that the word "feet" should be related to the word "head." therefore, as it is obligatory to wipe the head, it would be the case for feet." see al-tafsir by razi, v. 11, page 161, cairo.</w:t>
      </w:r>
    </w:p>
    <w:p w:rsidR="00E33FEE" w:rsidRDefault="00E33FEE" w:rsidP="00CE26A0">
      <w:pPr>
        <w:pStyle w:val="libNormal"/>
      </w:pPr>
      <w:r>
        <w:t>S</w:t>
      </w:r>
      <w:r w:rsidR="00A01D69">
        <w:t>haikh al-tusi explains that on the basis of both recitations, the verse would means to wipe instead of wash</w:t>
      </w:r>
      <w:r>
        <w:t>. S</w:t>
      </w:r>
      <w:r w:rsidR="00A01D69">
        <w:t>ee al-tibyan by al-tusi, v. 3, page 452, najaf 1376.</w:t>
      </w:r>
    </w:p>
    <w:p w:rsidR="00A01D69" w:rsidRDefault="00E33FEE" w:rsidP="00CE26A0">
      <w:pPr>
        <w:pStyle w:val="libNormal"/>
      </w:pPr>
      <w:r>
        <w:t>W</w:t>
      </w:r>
      <w:r w:rsidR="00A01D69">
        <w:t>hen adhan was announced?</w:t>
      </w:r>
    </w:p>
    <w:p w:rsidR="00E33FEE" w:rsidRDefault="00A01D69" w:rsidP="00CE26A0">
      <w:pPr>
        <w:pStyle w:val="libNormal"/>
      </w:pPr>
      <w:r>
        <w:t>"adhan" in islam is an announcement and call for prayer by reciting certain sentences which indicate the crucial points of the islamic creed and shariah law</w:t>
      </w:r>
      <w:r w:rsidR="00E33FEE">
        <w:t>. T</w:t>
      </w:r>
      <w:r>
        <w:t>herefore, many hadiths emphasize on the importance of adhan, the prophet (p) said: "reward of a mu'idhin (one who announces the prayer's time) is equal to the reward of a martyr who is far as away (from his family) in his blood for the sake of allah."</w:t>
      </w:r>
    </w:p>
    <w:p w:rsidR="00A01D69" w:rsidRDefault="00E33FEE" w:rsidP="00CE26A0">
      <w:pPr>
        <w:pStyle w:val="libNormal"/>
      </w:pPr>
      <w:r>
        <w:lastRenderedPageBreak/>
        <w:t>I</w:t>
      </w:r>
      <w:r w:rsidR="00A01D69">
        <w:t>n another hadith, the prophet said:</w:t>
      </w:r>
    </w:p>
    <w:p w:rsidR="00A01D69" w:rsidRDefault="00A01D69" w:rsidP="00CE26A0">
      <w:pPr>
        <w:pStyle w:val="libNormal"/>
      </w:pPr>
      <w:r>
        <w:t>"the mu'idhin will be forgiven as far as his voice and his sight reaches; everything will agree with him</w:t>
      </w:r>
      <w:r w:rsidR="00E33FEE">
        <w:t>. F</w:t>
      </w:r>
      <w:r>
        <w:t>or any prayer by which people pray because of the adhan, he will have a reward</w:t>
      </w:r>
      <w:r w:rsidR="00E33FEE">
        <w:t>. O</w:t>
      </w:r>
      <w:r>
        <w:t>bviously, this emphasis is based on the fact that the main goal of mu'idhin is the same</w:t>
      </w:r>
      <w:r w:rsidR="00E33FEE">
        <w:t>. T</w:t>
      </w:r>
      <w:r>
        <w:t>hat is to carry the message of islam</w:t>
      </w:r>
      <w:r w:rsidR="00E33FEE">
        <w:t>. T</w:t>
      </w:r>
      <w:r>
        <w:t>here are two reports about the history of adhan:</w:t>
      </w:r>
    </w:p>
    <w:p w:rsidR="00E33FEE" w:rsidRDefault="00A01D69" w:rsidP="00CE26A0">
      <w:pPr>
        <w:pStyle w:val="libNormal"/>
      </w:pPr>
      <w:r>
        <w:t>(first) that it was introduced in madina in the first year of hijra</w:t>
      </w:r>
      <w:r w:rsidR="00E33FEE">
        <w:t>. T</w:t>
      </w:r>
      <w:r>
        <w:t>he reason, according to this report, was that abdul alah ibn zaid ibn abd rabbah had a dream of a man holding a church bell</w:t>
      </w:r>
      <w:r w:rsidR="00E33FEE">
        <w:t>. A</w:t>
      </w:r>
      <w:r>
        <w:t>bdul allah wanted to buy the bell in order to announce prayer's time</w:t>
      </w:r>
      <w:r w:rsidR="00E33FEE">
        <w:t>. T</w:t>
      </w:r>
      <w:r>
        <w:t>hen the man taught him in the dream how to perform adhan</w:t>
      </w:r>
      <w:r w:rsidR="00E33FEE">
        <w:t>. W</w:t>
      </w:r>
      <w:r>
        <w:t>hen abdul allah woke up, he went to the prophet and the prophet agreed with what was ordered by the unknown man</w:t>
      </w:r>
      <w:r w:rsidR="00E33FEE">
        <w:t>. S</w:t>
      </w:r>
      <w:r>
        <w:t>ee sharh al-mughni by ibn quddamma, d. 682, v. 1, p. 389, cairo 1347.</w:t>
      </w:r>
    </w:p>
    <w:p w:rsidR="00A01D69" w:rsidRDefault="00E33FEE" w:rsidP="00CE26A0">
      <w:pPr>
        <w:pStyle w:val="libNormal"/>
      </w:pPr>
      <w:r>
        <w:t>T</w:t>
      </w:r>
      <w:r w:rsidR="00A01D69">
        <w:t>his report, however, indicates that the prophet used to pray before that dream without adhan. (second) report is that adhan and iqamah, cannot be based on a dream, rather that the messenger of allah had received it by revelation during the mi'raj (the ascension) from jerusalem after the prophet's journey from mecca which took place in mecca, 27th of rajab, after the third year of his prophethood, i.e., 613 c.e</w:t>
      </w:r>
      <w:r>
        <w:t>. T</w:t>
      </w:r>
      <w:r w:rsidR="00A01D69">
        <w:t>his is the common report of ahl al-bayt</w:t>
      </w:r>
      <w:r>
        <w:t>. S</w:t>
      </w:r>
      <w:r w:rsidR="00A01D69">
        <w:t>ee wasil al-shi'a by al-hurr al-amili, v. 4, page 679</w:t>
      </w:r>
      <w:r>
        <w:t>. A</w:t>
      </w:r>
      <w:r w:rsidR="00A01D69">
        <w:t>l shaikh al-tusi said:</w:t>
      </w:r>
    </w:p>
    <w:p w:rsidR="00E33FEE" w:rsidRDefault="00A01D69" w:rsidP="00CE26A0">
      <w:pPr>
        <w:pStyle w:val="libNormal"/>
      </w:pPr>
      <w:r>
        <w:t>"adhan is based on revelation to the prophet not on a dream." see al-mabsut, v. 1, page 95</w:t>
      </w:r>
      <w:r w:rsidR="00E33FEE">
        <w:t>. F</w:t>
      </w:r>
      <w:r>
        <w:t>or details also see tafsir al-ayyashi, v. 1, page 157.</w:t>
      </w:r>
    </w:p>
    <w:p w:rsidR="00E33FEE" w:rsidRDefault="00E33FEE" w:rsidP="00CE26A0">
      <w:pPr>
        <w:pStyle w:val="libNormal"/>
      </w:pPr>
      <w:r>
        <w:t>W</w:t>
      </w:r>
      <w:r w:rsidR="00A01D69">
        <w:t>hat is tathweeb?</w:t>
      </w:r>
    </w:p>
    <w:p w:rsidR="00A01D69" w:rsidRDefault="00E33FEE" w:rsidP="00CE26A0">
      <w:pPr>
        <w:pStyle w:val="libNormal"/>
      </w:pPr>
      <w:r>
        <w:t>A</w:t>
      </w:r>
      <w:r w:rsidR="00A01D69">
        <w:t>ll four islamic schools of thought agree that "tathweeb" is recommended in adhan</w:t>
      </w:r>
      <w:r>
        <w:t>. T</w:t>
      </w:r>
      <w:r w:rsidR="00A01D69">
        <w:t>hat is to add to adhan the following sentences: "prayer is better than sleep." ibn quddama says: "then say in the morning prayer two times "prayer is better than sleep." this is recommended in the morning prayer only after saying "come to success." this is called tathweeb</w:t>
      </w:r>
      <w:r>
        <w:t>. I</w:t>
      </w:r>
      <w:r w:rsidR="00A01D69">
        <w:t>t is agreed upon by ibn umar, malik, thawri, ishaq and shafi</w:t>
      </w:r>
      <w:r>
        <w:t>. I</w:t>
      </w:r>
      <w:r w:rsidR="00A01D69">
        <w:t>shaq said that this has been added by people</w:t>
      </w:r>
      <w:r>
        <w:t>. A</w:t>
      </w:r>
      <w:r w:rsidR="00A01D69">
        <w:t>l-tarmidhi said "this is the tathweeb that knowledgeable people dislike." see sarh al-mughni by ibn quddama, cairo 1347</w:t>
      </w:r>
      <w:r>
        <w:t>. A</w:t>
      </w:r>
      <w:r w:rsidR="00A01D69">
        <w:t>l shawkani d. 1255 says:</w:t>
      </w:r>
    </w:p>
    <w:p w:rsidR="00E33FEE" w:rsidRDefault="00A01D69" w:rsidP="00CE26A0">
      <w:pPr>
        <w:pStyle w:val="libNormal"/>
      </w:pPr>
      <w:r>
        <w:t>"itrat ahl al-bayt and al-shaffi in one of his view say that tathweeb is an innovation in islam</w:t>
      </w:r>
      <w:r w:rsidR="00E33FEE">
        <w:t>. I</w:t>
      </w:r>
      <w:r>
        <w:t>t is reported that when imam' ali heard it, he said: "do not add to adhan what does not belong to it." see nayl ul awtar, v.2, page 18, beirut 1973.</w:t>
      </w:r>
    </w:p>
    <w:p w:rsidR="00E33FEE" w:rsidRDefault="00E33FEE" w:rsidP="00CE26A0">
      <w:pPr>
        <w:pStyle w:val="libNormal"/>
      </w:pPr>
      <w:r>
        <w:t>W</w:t>
      </w:r>
      <w:r w:rsidR="00A01D69">
        <w:t>hat is the "best deed"?</w:t>
      </w:r>
    </w:p>
    <w:p w:rsidR="00E33FEE" w:rsidRDefault="00E33FEE" w:rsidP="00CE26A0">
      <w:pPr>
        <w:pStyle w:val="libNormal"/>
      </w:pPr>
      <w:r>
        <w:t>A</w:t>
      </w:r>
      <w:r w:rsidR="00A01D69">
        <w:t>l shawkani says: "in al-ahkam that it is the fact that the sentence "haya ala khayr il amal", i.e., come to the best deed, is used to be pronounced during the life of the prophet</w:t>
      </w:r>
      <w:r>
        <w:t>. I</w:t>
      </w:r>
      <w:r w:rsidR="00A01D69">
        <w:t>t was occasionally used until the time of umar</w:t>
      </w:r>
      <w:r>
        <w:t>. A</w:t>
      </w:r>
      <w:r w:rsidR="00A01D69">
        <w:t>l-bahaqqi in his sunan reports by another chain that abdallah ibn umar occasionally used to say in his prayer the following sentence "come to the best deed." see nayl ul awair, beirut 1973, v.2, p. 19</w:t>
      </w:r>
      <w:r>
        <w:t>. I</w:t>
      </w:r>
      <w:r w:rsidR="00A01D69">
        <w:t>bn majah says in his work that the prophet said: "be strong and know that prayer is the best of your deeds and no one can keep up ablution but a believer." see al-sunan by ibn majah, v. 1, page 1001, cairo 1372.</w:t>
      </w:r>
    </w:p>
    <w:p w:rsidR="00A01D69" w:rsidRDefault="00E33FEE" w:rsidP="00CE26A0">
      <w:pPr>
        <w:pStyle w:val="libNormal"/>
      </w:pPr>
      <w:r>
        <w:lastRenderedPageBreak/>
        <w:t>Z</w:t>
      </w:r>
      <w:r w:rsidR="00A01D69">
        <w:t>aid ibn ali reports that his father used to say in his adhan "come to the best deed." see musnad zaid, page 93, beirut.</w:t>
      </w:r>
    </w:p>
    <w:p w:rsidR="00E33FEE" w:rsidRDefault="00A01D69" w:rsidP="00CE26A0">
      <w:pPr>
        <w:pStyle w:val="libNormal"/>
      </w:pPr>
      <w:r>
        <w:t>Is the third testimony as obligatory?</w:t>
      </w:r>
    </w:p>
    <w:p w:rsidR="00E33FEE" w:rsidRDefault="00E33FEE" w:rsidP="00CE26A0">
      <w:pPr>
        <w:pStyle w:val="libNormal"/>
      </w:pPr>
      <w:r>
        <w:t>T</w:t>
      </w:r>
      <w:r w:rsidR="00A01D69">
        <w:t>o say "i bear witness that ali is the commander of faithfuls," is like other invocations during adhan such as blessing the prophet whenever his name is mentioned.</w:t>
      </w:r>
    </w:p>
    <w:p w:rsidR="00E33FEE" w:rsidRDefault="00E33FEE" w:rsidP="00CE26A0">
      <w:pPr>
        <w:pStyle w:val="libNormal"/>
      </w:pPr>
      <w:r>
        <w:t>S</w:t>
      </w:r>
      <w:r w:rsidR="00A01D69">
        <w:t xml:space="preserve">hiites adhere to this in the adhan on the basis of hadith of imam al-sadiq that whoever says there is no god but god and </w:t>
      </w:r>
      <w:r w:rsidR="00757208">
        <w:t>Muhammad</w:t>
      </w:r>
      <w:r w:rsidR="00A01D69">
        <w:t xml:space="preserve"> is the messenger of god, he should also say: "ali is the commander of the faithfuls." this hadith covers every situation including adhan</w:t>
      </w:r>
      <w:r>
        <w:t>. H</w:t>
      </w:r>
      <w:r w:rsidR="00A01D69">
        <w:t>owever, the shi'te jurists agree that this is not part of adhan rather it is a recommended one</w:t>
      </w:r>
      <w:r>
        <w:t>. T</w:t>
      </w:r>
      <w:r w:rsidR="00A01D69">
        <w:t>hus one can omit it from adhan." al sayyid in al-urwah said: "the testimony of leadership for imam ali as the commander of the faithfuls is not part of adhan." al sayyid al-hakim in mustamsak says: "nowadays this testimony is considered a sign of faith and a motto of shi'ism</w:t>
      </w:r>
      <w:r>
        <w:t>. T</w:t>
      </w:r>
      <w:r w:rsidR="00A01D69">
        <w:t>hus, it is acceptable even it might be an obligatory but not as part of adhan.</w:t>
      </w:r>
    </w:p>
    <w:p w:rsidR="00E33FEE" w:rsidRDefault="00E33FEE" w:rsidP="00CE26A0">
      <w:pPr>
        <w:pStyle w:val="libNormal"/>
      </w:pPr>
      <w:r>
        <w:t>I</w:t>
      </w:r>
      <w:r w:rsidR="00A01D69">
        <w:t>n short, shi'ah look to this testimony as sunnis look to the sentence "prayer is better than sleep" which was added to adhan after the prophet's life</w:t>
      </w:r>
      <w:r>
        <w:t>. T</w:t>
      </w:r>
      <w:r w:rsidR="00A01D69">
        <w:t>hus both shi's and sunni agree that both sentences are not obligatory, rather they are recommended for the followers of each school.</w:t>
      </w:r>
    </w:p>
    <w:p w:rsidR="00E33FEE" w:rsidRDefault="00E33FEE" w:rsidP="00CE26A0">
      <w:pPr>
        <w:pStyle w:val="libNormal"/>
      </w:pPr>
      <w:r>
        <w:t>F</w:t>
      </w:r>
      <w:r w:rsidR="00A01D69">
        <w:t>urthermore, one can describe imam ali by whatever phrases he was described in hadith such as leader, commander of faithfuls, the authority</w:t>
      </w:r>
      <w:r>
        <w:t>. T</w:t>
      </w:r>
      <w:r w:rsidR="00A01D69">
        <w:t>he prophet says on ali "he is the leader of every believer after me." see tarmadhi, v. 2, page 297</w:t>
      </w:r>
      <w:r>
        <w:t>. B</w:t>
      </w:r>
      <w:r w:rsidR="00A01D69">
        <w:t>ulaq 1290, musnad ibn hanbal, v. 4, 37, cairo 1313, tayalisi, v. 3, page 111</w:t>
      </w:r>
      <w:r>
        <w:t>. H</w:t>
      </w:r>
      <w:r w:rsidR="00A01D69">
        <w:t>ayder abad 1321.</w:t>
      </w:r>
    </w:p>
    <w:p w:rsidR="00E33FEE" w:rsidRDefault="00E33FEE" w:rsidP="00CE26A0">
      <w:pPr>
        <w:pStyle w:val="libNormal"/>
      </w:pPr>
      <w:r>
        <w:t>T</w:t>
      </w:r>
      <w:r w:rsidR="00A01D69">
        <w:t>he prophet also described ali as commander of faithfuls and last successor</w:t>
      </w:r>
      <w:r>
        <w:t>. S</w:t>
      </w:r>
      <w:r w:rsidR="00A01D69">
        <w:t>ee hilyatul awliya, v. 1, page 63, cairo 1351</w:t>
      </w:r>
      <w:r>
        <w:t>. A</w:t>
      </w:r>
      <w:r w:rsidR="00A01D69">
        <w:t>nd as the authority: "i and this [ali] are the authority." see tarikh al-khatib, v. 2, page 88, cairo 1349.</w:t>
      </w:r>
    </w:p>
    <w:p w:rsidR="00E33FEE" w:rsidRDefault="00E33FEE" w:rsidP="00CE26A0">
      <w:pPr>
        <w:pStyle w:val="libNormal"/>
      </w:pPr>
      <w:r>
        <w:t>I</w:t>
      </w:r>
      <w:r w:rsidR="00A01D69">
        <w:t>n conclusion, the report of both schools of shi'a and sunni indicates that ali was the commander of faithfuls, the authority and the leader</w:t>
      </w:r>
      <w:r>
        <w:t>. T</w:t>
      </w:r>
      <w:r w:rsidR="00A01D69">
        <w:t>herefore, one can consider the third testimony a recommended one according to teachings of ahl al-bayt as it is the case of sentence "prayer is better than sleep" which is added to adhan and considered recommended according to the teachings of four sunni schools.</w:t>
      </w:r>
    </w:p>
    <w:p w:rsidR="00E33FEE" w:rsidRDefault="00E33FEE" w:rsidP="00CE26A0">
      <w:pPr>
        <w:pStyle w:val="libNormal"/>
      </w:pPr>
      <w:r>
        <w:t>W</w:t>
      </w:r>
      <w:r w:rsidR="00A01D69">
        <w:t>hat are the conditions of the friday prayer?</w:t>
      </w:r>
    </w:p>
    <w:p w:rsidR="00E33FEE" w:rsidRDefault="00E33FEE" w:rsidP="00CE26A0">
      <w:pPr>
        <w:pStyle w:val="libNormal"/>
      </w:pPr>
      <w:r>
        <w:t>I</w:t>
      </w:r>
      <w:r w:rsidR="00A01D69">
        <w:t>t is an obligatory prayer, when all its condition meets</w:t>
      </w:r>
      <w:r>
        <w:t>. T</w:t>
      </w:r>
      <w:r w:rsidR="00A01D69">
        <w:t>he holy qur'an says: "o those who believe when there is a call to prayer at friday, move toward remembrance of god leave your business</w:t>
      </w:r>
      <w:r>
        <w:t>. T</w:t>
      </w:r>
      <w:r w:rsidR="00A01D69">
        <w:t>hat is better for you if you realize." ch</w:t>
      </w:r>
      <w:r>
        <w:t>. J</w:t>
      </w:r>
      <w:r w:rsidR="00A01D69">
        <w:t>um'a, v.9</w:t>
      </w:r>
      <w:r>
        <w:t>. R</w:t>
      </w:r>
      <w:r w:rsidR="00A01D69">
        <w:t xml:space="preserve"> muslim jurists have different opinions about the terms and conditions on which friday prayer becomes obligatory</w:t>
      </w:r>
      <w:r>
        <w:t>. H</w:t>
      </w:r>
      <w:r w:rsidR="00A01D69">
        <w:t>anafids necessary to perform this prayer</w:t>
      </w:r>
      <w:r>
        <w:t>. S</w:t>
      </w:r>
      <w:r w:rsidR="00A01D69">
        <w:t>ee al-figha ala al-madhahip, v.1, page 379.</w:t>
      </w:r>
    </w:p>
    <w:p w:rsidR="00E33FEE" w:rsidRDefault="00E33FEE" w:rsidP="00CE26A0">
      <w:pPr>
        <w:pStyle w:val="libNormal"/>
      </w:pPr>
      <w:r>
        <w:t>I</w:t>
      </w:r>
      <w:r w:rsidR="00A01D69">
        <w:t>bn rushd says: "some jurists believe that this prayer is an obligatory only on some people not on all</w:t>
      </w:r>
      <w:r>
        <w:t>. M</w:t>
      </w:r>
      <w:r w:rsidR="00A01D69">
        <w:t>alik believes, according to an old report that it is recommended-not obligatory</w:t>
      </w:r>
      <w:r>
        <w:t>. T</w:t>
      </w:r>
      <w:r w:rsidR="00A01D69">
        <w:t xml:space="preserve">he reason for this difference lies behind the saying of the prophet: "this day [friday] is the day which has been made an "id." abu hanifa considers both residency and ruler, two conditions on </w:t>
      </w:r>
      <w:r w:rsidR="00A01D69">
        <w:lastRenderedPageBreak/>
        <w:t>which this prayer becomes "an obligatory." see bidayat al-mujtahid, v. 1, page 159, 162, cairo 1389.</w:t>
      </w:r>
    </w:p>
    <w:p w:rsidR="00E33FEE" w:rsidRDefault="00E33FEE" w:rsidP="00CE26A0">
      <w:pPr>
        <w:pStyle w:val="libNormal"/>
      </w:pPr>
      <w:r>
        <w:t>I</w:t>
      </w:r>
      <w:r w:rsidR="00A01D69">
        <w:t>n addition to both conditions that hanafi holds, shi's add that the leader of the prayer should be a just person</w:t>
      </w:r>
      <w:r>
        <w:t>. T</w:t>
      </w:r>
      <w:r w:rsidR="00A01D69">
        <w:t>herefore, anyone cannot lead prayer</w:t>
      </w:r>
      <w:r>
        <w:t>. H</w:t>
      </w:r>
      <w:r w:rsidR="00A01D69">
        <w:t>owever, at the absence of the muslim ruler who rules all muslims, jum'a prayer is not obligatory according to hanafi's and majority of shi'a, though some shi'a jurists hold that it is an obligatory because there is no restriction on independent opinion in shi's school.</w:t>
      </w:r>
    </w:p>
    <w:p w:rsidR="00FF1E71" w:rsidRPr="00A032B3" w:rsidRDefault="00FF1E71" w:rsidP="00A032B3">
      <w:pPr>
        <w:pStyle w:val="libNormal"/>
      </w:pPr>
      <w:r>
        <w:br w:type="page"/>
      </w:r>
    </w:p>
    <w:p w:rsidR="00E33FEE" w:rsidRPr="001E1339" w:rsidRDefault="00E33FEE" w:rsidP="00FF1E71">
      <w:pPr>
        <w:pStyle w:val="Heading1Center"/>
      </w:pPr>
      <w:bookmarkStart w:id="73" w:name="_Toc491953240"/>
      <w:r>
        <w:lastRenderedPageBreak/>
        <w:t>P</w:t>
      </w:r>
      <w:r w:rsidR="00A01D69">
        <w:t>erformance of the praye</w:t>
      </w:r>
      <w:r w:rsidR="00A01D69" w:rsidRPr="001E1339">
        <w:t>r</w:t>
      </w:r>
      <w:bookmarkEnd w:id="73"/>
    </w:p>
    <w:p w:rsidR="00A01D69" w:rsidRDefault="00E33FEE" w:rsidP="00CE26A0">
      <w:pPr>
        <w:pStyle w:val="libNormal"/>
      </w:pPr>
      <w:r>
        <w:t>J</w:t>
      </w:r>
      <w:r w:rsidR="00A01D69">
        <w:t>um'a prayer is performed similarly to the morning prayer, however, it is recommended to recite in the first unit chapter 62 of the holy qur'an, and in the second unit chapter 63</w:t>
      </w:r>
      <w:r>
        <w:t>. I</w:t>
      </w:r>
      <w:r w:rsidR="00A01D69">
        <w:t>t is an imam's duty to deliver two sermons before the prayer in which, he must offer a praise to almighty god, bless the prophet, and his house, and preach according to the need of the islamic community in particular the need of the group which follows him</w:t>
      </w:r>
      <w:r>
        <w:t>. T</w:t>
      </w:r>
      <w:r w:rsidR="00A01D69">
        <w:t>he most important conditions of the friday prayer are:</w:t>
      </w:r>
    </w:p>
    <w:p w:rsidR="00A01D69" w:rsidRDefault="00A01D69" w:rsidP="00CE26A0">
      <w:pPr>
        <w:pStyle w:val="libNormal"/>
      </w:pPr>
      <w:r>
        <w:t>1</w:t>
      </w:r>
      <w:r w:rsidR="00E33FEE">
        <w:t>. C</w:t>
      </w:r>
      <w:r>
        <w:t>onsent of the just ruler.</w:t>
      </w:r>
    </w:p>
    <w:p w:rsidR="00A01D69" w:rsidRDefault="00A01D69" w:rsidP="00CE26A0">
      <w:pPr>
        <w:pStyle w:val="libNormal"/>
      </w:pPr>
      <w:r>
        <w:t>2</w:t>
      </w:r>
      <w:r w:rsidR="00E33FEE">
        <w:t>. T</w:t>
      </w:r>
      <w:r>
        <w:t>he congregation prayer.</w:t>
      </w:r>
    </w:p>
    <w:p w:rsidR="00A01D69" w:rsidRDefault="00A01D69" w:rsidP="00CE26A0">
      <w:pPr>
        <w:pStyle w:val="libNormal"/>
      </w:pPr>
      <w:r>
        <w:t>3</w:t>
      </w:r>
      <w:r w:rsidR="00E33FEE">
        <w:t>. T</w:t>
      </w:r>
      <w:r>
        <w:t>he number of the group should not be less than five.</w:t>
      </w:r>
    </w:p>
    <w:p w:rsidR="00A01D69" w:rsidRDefault="00A01D69" w:rsidP="00CE26A0">
      <w:pPr>
        <w:pStyle w:val="libNormal"/>
      </w:pPr>
      <w:r>
        <w:t>4</w:t>
      </w:r>
      <w:r w:rsidR="00E33FEE">
        <w:t>. T</w:t>
      </w:r>
      <w:r>
        <w:t>he distance between two jum'a prayer should not be less than five kms.</w:t>
      </w:r>
    </w:p>
    <w:p w:rsidR="00E33FEE" w:rsidRDefault="00A01D69" w:rsidP="00CE26A0">
      <w:pPr>
        <w:pStyle w:val="libNormal"/>
      </w:pPr>
      <w:r>
        <w:t>5</w:t>
      </w:r>
      <w:r w:rsidR="00E33FEE">
        <w:t>. T</w:t>
      </w:r>
      <w:r>
        <w:t>he time starts exactly at noon until the shade of everything becomes as itself.</w:t>
      </w:r>
    </w:p>
    <w:p w:rsidR="00E33FEE" w:rsidRDefault="00E33FEE" w:rsidP="00CE26A0">
      <w:pPr>
        <w:pStyle w:val="libNormal"/>
      </w:pPr>
      <w:r>
        <w:t>W</w:t>
      </w:r>
      <w:r w:rsidR="00A01D69">
        <w:t>hen one of these conditions is not met, noon prayer should be performed instead. An incomplete blessing ?</w:t>
      </w:r>
    </w:p>
    <w:p w:rsidR="00A01D69" w:rsidRDefault="00E33FEE" w:rsidP="00CE26A0">
      <w:pPr>
        <w:pStyle w:val="libNormal"/>
      </w:pPr>
      <w:r>
        <w:t>O</w:t>
      </w:r>
      <w:r w:rsidR="00A01D69">
        <w:t>ne of the obligatory rites in the daily prayers is to bless the prophet and his house at the final sit in the prayer</w:t>
      </w:r>
      <w:r>
        <w:t>. T</w:t>
      </w:r>
      <w:r w:rsidR="00A01D69">
        <w:t>o this fact al-shaf'i refers in his poem:</w:t>
      </w:r>
    </w:p>
    <w:p w:rsidR="00E33FEE" w:rsidRDefault="00A01D69" w:rsidP="00CE26A0">
      <w:pPr>
        <w:pStyle w:val="libNormal"/>
      </w:pPr>
      <w:r>
        <w:t>"o the people of the house of the messenger to admire you is an obligatory duty from god in the revealed qur'an</w:t>
      </w:r>
      <w:r w:rsidR="00E33FEE">
        <w:t>. I</w:t>
      </w:r>
      <w:r>
        <w:t>t is sufficient of your great pride that whoever does not bless you in his prayer, his prayer will not be accepted." see al-diwan by imam al-shafi'i, page 723, beirut 1392</w:t>
      </w:r>
      <w:r w:rsidR="00E33FEE">
        <w:t>. I</w:t>
      </w:r>
      <w:r>
        <w:t>bn hajar in al-sawa'iq reports that the prophet said: "do not bless me with an incomplete blessing."</w:t>
      </w:r>
    </w:p>
    <w:p w:rsidR="00E33FEE" w:rsidRDefault="00E33FEE" w:rsidP="00CE26A0">
      <w:pPr>
        <w:pStyle w:val="libNormal"/>
      </w:pPr>
      <w:r>
        <w:t>T</w:t>
      </w:r>
      <w:r w:rsidR="00A01D69">
        <w:t xml:space="preserve">hen, the companions said: "what is the incomplete blessing ?" the prophet said: "it is to say 'god bless </w:t>
      </w:r>
      <w:r w:rsidR="00757208">
        <w:t>Muhammad</w:t>
      </w:r>
      <w:r w:rsidR="00A01D69">
        <w:t xml:space="preserve"> then you stop</w:t>
      </w:r>
      <w:r>
        <w:t>. R</w:t>
      </w:r>
      <w:r w:rsidR="00A01D69">
        <w:t xml:space="preserve">ather, you should say: o god bless </w:t>
      </w:r>
      <w:r w:rsidR="00757208">
        <w:t>Muhammad</w:t>
      </w:r>
      <w:r w:rsidR="00A01D69">
        <w:t xml:space="preserve"> and his house '" see al-sawa'iq by ibn hajar, page 146, egypt 1375</w:t>
      </w:r>
      <w:r>
        <w:t>. F</w:t>
      </w:r>
      <w:r w:rsidR="00A01D69">
        <w:t>inally, we ask almighty that he help us all to perform this islamic duty which is the pillar of religion and the symbol of muslim unity.</w:t>
      </w:r>
    </w:p>
    <w:p w:rsidR="00FF1E71" w:rsidRPr="00A032B3" w:rsidRDefault="00FF1E71" w:rsidP="00A032B3">
      <w:pPr>
        <w:pStyle w:val="libNormal"/>
      </w:pPr>
      <w:r>
        <w:br w:type="page"/>
      </w:r>
    </w:p>
    <w:p w:rsidR="00A01D69" w:rsidRPr="001E1339" w:rsidRDefault="00E33FEE" w:rsidP="00FF1E71">
      <w:pPr>
        <w:pStyle w:val="Heading1Center"/>
      </w:pPr>
      <w:bookmarkStart w:id="74" w:name="_Toc491953241"/>
      <w:r>
        <w:lastRenderedPageBreak/>
        <w:t>G</w:t>
      </w:r>
      <w:r w:rsidR="00A01D69">
        <w:t>lossar</w:t>
      </w:r>
      <w:r w:rsidR="00A01D69" w:rsidRPr="001E1339">
        <w:t>y</w:t>
      </w:r>
      <w:bookmarkEnd w:id="74"/>
    </w:p>
    <w:p w:rsidR="00A01D69" w:rsidRDefault="00A01D69" w:rsidP="00CE26A0">
      <w:pPr>
        <w:pStyle w:val="libNormal"/>
      </w:pPr>
      <w:r>
        <w:t>(a.) = greeting to him or her.</w:t>
      </w:r>
    </w:p>
    <w:p w:rsidR="00E33FEE" w:rsidRDefault="00A01D69" w:rsidP="00CE26A0">
      <w:pPr>
        <w:pStyle w:val="libNormal"/>
      </w:pPr>
      <w:r>
        <w:t>Ashura = 10th of muharram (1st month of islamic calendar.)</w:t>
      </w:r>
    </w:p>
    <w:p w:rsidR="00E33FEE" w:rsidRDefault="00E33FEE" w:rsidP="00CE26A0">
      <w:pPr>
        <w:pStyle w:val="libNormal"/>
      </w:pPr>
      <w:r>
        <w:t>F</w:t>
      </w:r>
      <w:r w:rsidR="00A01D69">
        <w:t>atiha = the opening chapter of the holy qur'an</w:t>
      </w:r>
      <w:r>
        <w:t>. A</w:t>
      </w:r>
      <w:r w:rsidR="00A01D69">
        <w:t>lso known as sura al hamd.</w:t>
      </w:r>
    </w:p>
    <w:p w:rsidR="00E33FEE" w:rsidRDefault="00E33FEE" w:rsidP="00CE26A0">
      <w:pPr>
        <w:pStyle w:val="libNormal"/>
      </w:pPr>
      <w:r>
        <w:t>H</w:t>
      </w:r>
      <w:r w:rsidR="00A01D69">
        <w:t>ijr = the migration of prophet from mecca to madina</w:t>
      </w:r>
      <w:r>
        <w:t>. I</w:t>
      </w:r>
      <w:r w:rsidR="00A01D69">
        <w:t>slam dates its calendar from this event.</w:t>
      </w:r>
    </w:p>
    <w:p w:rsidR="00E33FEE" w:rsidRDefault="00E33FEE" w:rsidP="00CE26A0">
      <w:pPr>
        <w:pStyle w:val="libNormal"/>
      </w:pPr>
      <w:r>
        <w:t>J</w:t>
      </w:r>
      <w:r w:rsidR="00A01D69">
        <w:t>am'at = congregational prayer.</w:t>
      </w:r>
    </w:p>
    <w:p w:rsidR="00A01D69" w:rsidRDefault="00E33FEE" w:rsidP="00CE26A0">
      <w:pPr>
        <w:pStyle w:val="libNormal"/>
      </w:pPr>
      <w:r>
        <w:t>K</w:t>
      </w:r>
      <w:r w:rsidR="00A01D69">
        <w:t>afir = infidel.</w:t>
      </w:r>
    </w:p>
    <w:p w:rsidR="00E33FEE" w:rsidRDefault="00A01D69" w:rsidP="00CE26A0">
      <w:pPr>
        <w:pStyle w:val="libNormal"/>
      </w:pPr>
      <w:r>
        <w:t>(p.) = peace be upon him and his family.</w:t>
      </w:r>
    </w:p>
    <w:p w:rsidR="00E33FEE" w:rsidRDefault="00E33FEE" w:rsidP="00CE26A0">
      <w:pPr>
        <w:pStyle w:val="libNormal"/>
      </w:pPr>
      <w:r>
        <w:t>Q</w:t>
      </w:r>
      <w:r w:rsidR="00A01D69">
        <w:t>ibla = direction of the muslim prayer towards holy ka'aba, mecca, arabia.</w:t>
      </w:r>
    </w:p>
    <w:p w:rsidR="00A01D69" w:rsidRDefault="00E33FEE" w:rsidP="00CE26A0">
      <w:pPr>
        <w:pStyle w:val="libNormal"/>
      </w:pPr>
      <w:r>
        <w:t>W</w:t>
      </w:r>
      <w:r w:rsidR="00A01D69">
        <w:t>adu = ablution required for ritual prayer.</w:t>
      </w:r>
    </w:p>
    <w:p w:rsidR="00A01D69" w:rsidRDefault="00A01D69" w:rsidP="00D33510">
      <w:pPr>
        <w:pStyle w:val="libNormal"/>
      </w:pPr>
      <w:r>
        <w:br w:type="page"/>
      </w:r>
    </w:p>
    <w:p w:rsidR="00413479" w:rsidRDefault="00413479"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p>
    <w:p w:rsidR="00252BC8" w:rsidRDefault="00252BC8" w:rsidP="00252BC8">
      <w:pPr>
        <w:pStyle w:val="libCenterBold1"/>
      </w:pPr>
      <w:hyperlink r:id="rId12" w:history="1">
        <w:r w:rsidRPr="00C449B7">
          <w:rPr>
            <w:rStyle w:val="Hyperlink"/>
          </w:rPr>
          <w:t>www.alhassanain.org/english</w:t>
        </w:r>
      </w:hyperlink>
    </w:p>
    <w:sectPr w:rsidR="00252BC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484" w:rsidRDefault="003E4484" w:rsidP="00113C59">
      <w:r>
        <w:separator/>
      </w:r>
    </w:p>
  </w:endnote>
  <w:endnote w:type="continuationSeparator" w:id="0">
    <w:p w:rsidR="003E4484" w:rsidRDefault="003E448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D69" w:rsidRDefault="00EA3789" w:rsidP="00745C1D">
    <w:pPr>
      <w:pStyle w:val="Footer"/>
      <w:tabs>
        <w:tab w:val="clear" w:pos="4153"/>
        <w:tab w:val="clear" w:pos="8306"/>
      </w:tabs>
    </w:pPr>
    <w:fldSimple w:instr=" PAGE   \* MERGEFORMAT ">
      <w:r w:rsidR="00BB0090">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D69" w:rsidRDefault="00EA3789" w:rsidP="00113C59">
    <w:pPr>
      <w:pStyle w:val="Footer"/>
    </w:pPr>
    <w:fldSimple w:instr=" PAGE   \* MERGEFORMAT ">
      <w:r w:rsidR="00BB0090">
        <w:rPr>
          <w:noProof/>
        </w:rPr>
        <w:t>5</w:t>
      </w:r>
    </w:fldSimple>
  </w:p>
  <w:p w:rsidR="00A01D69" w:rsidRDefault="00A01D6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D69" w:rsidRDefault="00EA3789" w:rsidP="00745C1D">
    <w:pPr>
      <w:pStyle w:val="Footer"/>
      <w:tabs>
        <w:tab w:val="clear" w:pos="4153"/>
        <w:tab w:val="clear" w:pos="8306"/>
      </w:tabs>
    </w:pPr>
    <w:fldSimple w:instr=" PAGE   \* MERGEFORMAT ">
      <w:r w:rsidR="00085EF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484" w:rsidRDefault="003E4484" w:rsidP="00113C59">
      <w:r>
        <w:separator/>
      </w:r>
    </w:p>
  </w:footnote>
  <w:footnote w:type="continuationSeparator" w:id="0">
    <w:p w:rsidR="003E4484" w:rsidRDefault="003E448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D69" w:rsidRDefault="00A01D6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D69" w:rsidRDefault="00A01D6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33FEE"/>
    <w:rsid w:val="00005A19"/>
    <w:rsid w:val="000267FE"/>
    <w:rsid w:val="00040798"/>
    <w:rsid w:val="00043023"/>
    <w:rsid w:val="000538F5"/>
    <w:rsid w:val="00054406"/>
    <w:rsid w:val="0006216A"/>
    <w:rsid w:val="00067F84"/>
    <w:rsid w:val="000717A3"/>
    <w:rsid w:val="00071C97"/>
    <w:rsid w:val="000761F7"/>
    <w:rsid w:val="00076A3A"/>
    <w:rsid w:val="00085EF0"/>
    <w:rsid w:val="00092805"/>
    <w:rsid w:val="00092A0C"/>
    <w:rsid w:val="000966AD"/>
    <w:rsid w:val="000A7750"/>
    <w:rsid w:val="000B3A56"/>
    <w:rsid w:val="000C0A89"/>
    <w:rsid w:val="000C7722"/>
    <w:rsid w:val="000D0932"/>
    <w:rsid w:val="000D1BDF"/>
    <w:rsid w:val="000D71B7"/>
    <w:rsid w:val="000E591F"/>
    <w:rsid w:val="000E6824"/>
    <w:rsid w:val="000E7349"/>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1339"/>
    <w:rsid w:val="001E25DC"/>
    <w:rsid w:val="001E2E48"/>
    <w:rsid w:val="001E3564"/>
    <w:rsid w:val="001E5959"/>
    <w:rsid w:val="001F0713"/>
    <w:rsid w:val="00202C7B"/>
    <w:rsid w:val="002054C5"/>
    <w:rsid w:val="002107C3"/>
    <w:rsid w:val="002139CB"/>
    <w:rsid w:val="00214801"/>
    <w:rsid w:val="00216939"/>
    <w:rsid w:val="002177A1"/>
    <w:rsid w:val="00224964"/>
    <w:rsid w:val="002267C7"/>
    <w:rsid w:val="00227FEE"/>
    <w:rsid w:val="00241F59"/>
    <w:rsid w:val="0024265C"/>
    <w:rsid w:val="002439A9"/>
    <w:rsid w:val="00244B79"/>
    <w:rsid w:val="00244C2E"/>
    <w:rsid w:val="00250E0A"/>
    <w:rsid w:val="00251E02"/>
    <w:rsid w:val="00252BC8"/>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749E"/>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484"/>
    <w:rsid w:val="003E7B65"/>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0F55"/>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199E"/>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1584"/>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208"/>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7E3"/>
    <w:rsid w:val="009F2C77"/>
    <w:rsid w:val="009F4A72"/>
    <w:rsid w:val="009F5327"/>
    <w:rsid w:val="009F6DDF"/>
    <w:rsid w:val="00A00A9C"/>
    <w:rsid w:val="00A01D69"/>
    <w:rsid w:val="00A032B3"/>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0090"/>
    <w:rsid w:val="00BB2090"/>
    <w:rsid w:val="00BB5951"/>
    <w:rsid w:val="00BB5C83"/>
    <w:rsid w:val="00BB643C"/>
    <w:rsid w:val="00BC499A"/>
    <w:rsid w:val="00BC717E"/>
    <w:rsid w:val="00BC7435"/>
    <w:rsid w:val="00BD4DFE"/>
    <w:rsid w:val="00BD593F"/>
    <w:rsid w:val="00BD6706"/>
    <w:rsid w:val="00BE0D08"/>
    <w:rsid w:val="00BE7ED8"/>
    <w:rsid w:val="00C056A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6A91"/>
    <w:rsid w:val="00CD72D4"/>
    <w:rsid w:val="00CE26A0"/>
    <w:rsid w:val="00CE30CD"/>
    <w:rsid w:val="00CF137D"/>
    <w:rsid w:val="00D10971"/>
    <w:rsid w:val="00D20EAE"/>
    <w:rsid w:val="00D212D5"/>
    <w:rsid w:val="00D24B24"/>
    <w:rsid w:val="00D24EB0"/>
    <w:rsid w:val="00D25987"/>
    <w:rsid w:val="00D302F5"/>
    <w:rsid w:val="00D33510"/>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3FEE"/>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789"/>
    <w:rsid w:val="00EA3B1F"/>
    <w:rsid w:val="00EB55D0"/>
    <w:rsid w:val="00EB5646"/>
    <w:rsid w:val="00EB5ADB"/>
    <w:rsid w:val="00EB74A9"/>
    <w:rsid w:val="00EC0F78"/>
    <w:rsid w:val="00EC1A32"/>
    <w:rsid w:val="00EC1A39"/>
    <w:rsid w:val="00EC5C01"/>
    <w:rsid w:val="00ED3C7C"/>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E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E26A0"/>
    <w:rPr>
      <w:rFonts w:ascii="Tahoma" w:hAnsi="Tahoma" w:cs="Tahoma"/>
      <w:sz w:val="16"/>
      <w:szCs w:val="16"/>
    </w:rPr>
  </w:style>
  <w:style w:type="character" w:customStyle="1" w:styleId="DocumentMapChar">
    <w:name w:val="Document Map Char"/>
    <w:basedOn w:val="DefaultParagraphFont"/>
    <w:link w:val="DocumentMap"/>
    <w:rsid w:val="00CE26A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A9F37-3D91-4994-9BF4-F82382AC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117</TotalTime>
  <Pages>81</Pages>
  <Words>23714</Words>
  <Characters>135170</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158567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2017-08-29T08:40:00Z</dcterms:created>
  <dcterms:modified xsi:type="dcterms:W3CDTF">2017-08-31T10:01:00Z</dcterms:modified>
</cp:coreProperties>
</file>