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A98" w:rsidRDefault="00EA5A98" w:rsidP="000D3C43">
      <w:pPr>
        <w:pStyle w:val="libCenterTitr"/>
      </w:pPr>
    </w:p>
    <w:p w:rsidR="00EA5A98" w:rsidRDefault="00EA5A98" w:rsidP="000D3C43">
      <w:pPr>
        <w:pStyle w:val="libCenterTitr"/>
      </w:pPr>
    </w:p>
    <w:p w:rsidR="00EA5A98" w:rsidRDefault="00EA5A98" w:rsidP="000D3C43">
      <w:pPr>
        <w:pStyle w:val="libCenterTitr"/>
      </w:pPr>
    </w:p>
    <w:p w:rsidR="00D442CD" w:rsidRDefault="00D442CD" w:rsidP="000D3C43">
      <w:pPr>
        <w:pStyle w:val="libCenterTitr"/>
      </w:pPr>
      <w:r>
        <w:t>Hadith al</w:t>
      </w:r>
      <w:r w:rsidR="008E1963">
        <w:t>-</w:t>
      </w:r>
      <w:r>
        <w:t>Thaqalayn</w:t>
      </w:r>
    </w:p>
    <w:p w:rsidR="00D442CD" w:rsidRDefault="00D442CD" w:rsidP="000D3C43">
      <w:pPr>
        <w:pStyle w:val="libCenterBold1"/>
      </w:pPr>
      <w:r>
        <w:t>A Study of Its Tawatur</w:t>
      </w:r>
    </w:p>
    <w:p w:rsidR="00EA5A98" w:rsidRDefault="00EA5A98" w:rsidP="000D3C43">
      <w:pPr>
        <w:pStyle w:val="libCenterBold1"/>
      </w:pPr>
    </w:p>
    <w:p w:rsidR="00EA5A98" w:rsidRDefault="00EA5A98" w:rsidP="000D3C43">
      <w:pPr>
        <w:pStyle w:val="libCenterBold1"/>
      </w:pPr>
    </w:p>
    <w:p w:rsidR="00EA5A98" w:rsidRDefault="00EA5A98" w:rsidP="000D3C43">
      <w:pPr>
        <w:pStyle w:val="libCenterBold1"/>
      </w:pPr>
    </w:p>
    <w:p w:rsidR="00EA5A98" w:rsidRDefault="00EA5A98" w:rsidP="000D3C43">
      <w:pPr>
        <w:pStyle w:val="libCenterBold1"/>
      </w:pPr>
    </w:p>
    <w:p w:rsidR="00EA5A98" w:rsidRDefault="00EA5A98" w:rsidP="000D3C43">
      <w:pPr>
        <w:pStyle w:val="libCenterBold1"/>
      </w:pPr>
    </w:p>
    <w:p w:rsidR="00EA5A98" w:rsidRDefault="00EA5A98" w:rsidP="000D3C43">
      <w:pPr>
        <w:pStyle w:val="libCenterBold1"/>
      </w:pPr>
    </w:p>
    <w:p w:rsidR="00EA5A98" w:rsidRDefault="00EA5A98" w:rsidP="000D3C43">
      <w:pPr>
        <w:pStyle w:val="libCenterBold1"/>
      </w:pPr>
    </w:p>
    <w:p w:rsidR="00EA5A98" w:rsidRDefault="00EA5A98" w:rsidP="000D3C43">
      <w:pPr>
        <w:pStyle w:val="libCenterBold1"/>
      </w:pPr>
      <w:hyperlink r:id="rId8" w:history="1">
        <w:r w:rsidRPr="00A93DF3">
          <w:rPr>
            <w:rStyle w:val="Hyperlink"/>
          </w:rPr>
          <w:t>www.alhassanain.org/english</w:t>
        </w:r>
      </w:hyperlink>
    </w:p>
    <w:p w:rsidR="00607C71" w:rsidRDefault="00607C71" w:rsidP="00607C71">
      <w:pPr>
        <w:pStyle w:val="libNormal"/>
      </w:pPr>
      <w:r>
        <w:br w:type="page"/>
      </w:r>
    </w:p>
    <w:p w:rsidR="00DB7B7A" w:rsidRDefault="00DB7B7A" w:rsidP="00DB7B7A">
      <w:pPr>
        <w:pStyle w:val="libCenterBold1"/>
      </w:pPr>
    </w:p>
    <w:p w:rsidR="00DB7B7A" w:rsidRDefault="00DB7B7A" w:rsidP="00DB7B7A">
      <w:pPr>
        <w:pStyle w:val="libCenterBold1"/>
      </w:pPr>
    </w:p>
    <w:p w:rsidR="00DB7B7A" w:rsidRDefault="00DB7B7A" w:rsidP="00DB7B7A">
      <w:pPr>
        <w:pStyle w:val="libCenterBold1"/>
      </w:pPr>
    </w:p>
    <w:p w:rsidR="00DB7B7A" w:rsidRDefault="00DB7B7A" w:rsidP="00DB7B7A">
      <w:pPr>
        <w:pStyle w:val="libCenterBold1"/>
      </w:pPr>
      <w:r>
        <w:t>Notice:</w:t>
      </w:r>
    </w:p>
    <w:p w:rsidR="00DB7B7A" w:rsidRDefault="00DB7B7A" w:rsidP="00DB7B7A">
      <w:pPr>
        <w:pStyle w:val="libCenterBold2"/>
      </w:pPr>
      <w:r>
        <w:t>This work</w:t>
      </w:r>
      <w:r w:rsidR="000F3DEE">
        <w:t xml:space="preserve"> </w:t>
      </w:r>
      <w:r>
        <w:t xml:space="preserve">is published on behalf of </w:t>
      </w:r>
      <w:hyperlink r:id="rId9" w:history="1">
        <w:r w:rsidRPr="00802C95">
          <w:rPr>
            <w:rStyle w:val="Hyperlink"/>
          </w:rPr>
          <w:t>www.alhassanain.org/english</w:t>
        </w:r>
      </w:hyperlink>
    </w:p>
    <w:p w:rsidR="00DB7B7A" w:rsidRDefault="00DB7B7A" w:rsidP="00DB7B7A">
      <w:pPr>
        <w:pStyle w:val="libCenterBold2"/>
      </w:pPr>
      <w:r>
        <w:t>The typing errors are n’t corrected.</w:t>
      </w:r>
    </w:p>
    <w:p w:rsidR="00DB7B7A" w:rsidRDefault="00DB7B7A" w:rsidP="00DB7B7A">
      <w:pPr>
        <w:pStyle w:val="libCenterBold2"/>
      </w:pPr>
    </w:p>
    <w:p w:rsidR="00DB7B7A" w:rsidRDefault="00DB7B7A" w:rsidP="00DB7B7A">
      <w:pPr>
        <w:pStyle w:val="libCenterBold2"/>
      </w:pPr>
    </w:p>
    <w:p w:rsidR="00DB7B7A" w:rsidRDefault="00DB7B7A" w:rsidP="00DB7B7A">
      <w:pPr>
        <w:pStyle w:val="libCenterBold2"/>
      </w:pPr>
    </w:p>
    <w:p w:rsidR="00607C71" w:rsidRDefault="00607C71" w:rsidP="00607C71">
      <w:pPr>
        <w:pStyle w:val="libNormal"/>
      </w:pPr>
      <w:r>
        <w:br w:type="page"/>
      </w:r>
    </w:p>
    <w:sdt>
      <w:sdtPr>
        <w:rPr>
          <w:b w:val="0"/>
          <w:bCs w:val="0"/>
        </w:rPr>
        <w:id w:val="97428242"/>
        <w:docPartObj>
          <w:docPartGallery w:val="Table of Contents"/>
          <w:docPartUnique/>
        </w:docPartObj>
      </w:sdtPr>
      <w:sdtContent>
        <w:p w:rsidR="00904AC9" w:rsidRDefault="00A1209E" w:rsidP="00A1209E">
          <w:pPr>
            <w:pStyle w:val="libCenterBold1"/>
          </w:pPr>
          <w:r>
            <w:t xml:space="preserve">Table of </w:t>
          </w:r>
          <w:r w:rsidR="00904AC9">
            <w:t>Contents</w:t>
          </w:r>
        </w:p>
        <w:p w:rsidR="00904AC9" w:rsidRDefault="004F44A5" w:rsidP="00904AC9">
          <w:pPr>
            <w:pStyle w:val="TOC1"/>
            <w:rPr>
              <w:rFonts w:asciiTheme="minorHAnsi" w:eastAsiaTheme="minorEastAsia" w:hAnsiTheme="minorHAnsi" w:cstheme="minorBidi"/>
              <w:b w:val="0"/>
              <w:bCs w:val="0"/>
              <w:color w:val="auto"/>
              <w:sz w:val="22"/>
              <w:szCs w:val="22"/>
              <w:rtl/>
            </w:rPr>
          </w:pPr>
          <w:r w:rsidRPr="004F44A5">
            <w:fldChar w:fldCharType="begin"/>
          </w:r>
          <w:r w:rsidR="00904AC9">
            <w:instrText xml:space="preserve"> TOC \o "1-3" \h \z \u </w:instrText>
          </w:r>
          <w:r w:rsidRPr="004F44A5">
            <w:fldChar w:fldCharType="separate"/>
          </w:r>
          <w:hyperlink w:anchor="_Toc484431424" w:history="1">
            <w:r w:rsidR="00904AC9" w:rsidRPr="00B0174B">
              <w:rPr>
                <w:rStyle w:val="Hyperlink"/>
              </w:rPr>
              <w:t>Preface</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Toc484431424 \h</w:instrText>
            </w:r>
            <w:r w:rsidR="00904AC9">
              <w:rPr>
                <w:webHidden/>
                <w:rtl/>
              </w:rPr>
              <w:instrText xml:space="preserve"> </w:instrText>
            </w:r>
            <w:r>
              <w:rPr>
                <w:webHidden/>
                <w:rtl/>
              </w:rPr>
            </w:r>
            <w:r>
              <w:rPr>
                <w:webHidden/>
                <w:rtl/>
              </w:rPr>
              <w:fldChar w:fldCharType="separate"/>
            </w:r>
            <w:r w:rsidR="00DF6B08">
              <w:rPr>
                <w:webHidden/>
              </w:rPr>
              <w:t>17</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425" w:history="1">
            <w:r w:rsidR="00904AC9" w:rsidRPr="00B0174B">
              <w:rPr>
                <w:rStyle w:val="Hyperlink"/>
              </w:rPr>
              <w:t>The Meaning of Tawatur</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Toc484431425 \h</w:instrText>
            </w:r>
            <w:r w:rsidR="00904AC9">
              <w:rPr>
                <w:webHidden/>
                <w:rtl/>
              </w:rPr>
              <w:instrText xml:space="preserve"> </w:instrText>
            </w:r>
            <w:r>
              <w:rPr>
                <w:webHidden/>
                <w:rtl/>
              </w:rPr>
            </w:r>
            <w:r>
              <w:rPr>
                <w:webHidden/>
                <w:rtl/>
              </w:rPr>
              <w:fldChar w:fldCharType="separate"/>
            </w:r>
            <w:r w:rsidR="00DF6B08">
              <w:rPr>
                <w:webHidden/>
              </w:rPr>
              <w:t>19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26" w:history="1">
            <w:r w:rsidR="00904AC9" w:rsidRPr="00B0174B">
              <w:rPr>
                <w:rStyle w:val="Hyperlink"/>
              </w:rPr>
              <w:t>Note</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Toc484431426 \h</w:instrText>
            </w:r>
            <w:r w:rsidR="00904AC9">
              <w:rPr>
                <w:webHidden/>
                <w:rtl/>
              </w:rPr>
              <w:instrText xml:space="preserve"> </w:instrText>
            </w:r>
            <w:r>
              <w:rPr>
                <w:webHidden/>
                <w:rtl/>
              </w:rPr>
            </w:r>
            <w:r>
              <w:rPr>
                <w:webHidden/>
                <w:rtl/>
              </w:rPr>
              <w:fldChar w:fldCharType="separate"/>
            </w:r>
            <w:r w:rsidR="00DF6B08">
              <w:rPr>
                <w:webHidden/>
              </w:rPr>
              <w:t>20</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427" w:history="1">
            <w:r w:rsidR="00904AC9" w:rsidRPr="00B0174B">
              <w:rPr>
                <w:rStyle w:val="Hyperlink"/>
              </w:rPr>
              <w:t>Some Sahih Versions of the Hadith</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Toc484431427 \h</w:instrText>
            </w:r>
            <w:r w:rsidR="00904AC9">
              <w:rPr>
                <w:webHidden/>
                <w:rtl/>
              </w:rPr>
              <w:instrText xml:space="preserve"> </w:instrText>
            </w:r>
            <w:r>
              <w:rPr>
                <w:webHidden/>
                <w:rtl/>
              </w:rPr>
            </w:r>
            <w:r>
              <w:rPr>
                <w:webHidden/>
                <w:rtl/>
              </w:rPr>
              <w:fldChar w:fldCharType="separate"/>
            </w:r>
            <w:r w:rsidR="00DF6B08">
              <w:rPr>
                <w:webHidden/>
              </w:rPr>
              <w:t>21</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428" w:history="1">
            <w:r w:rsidR="00904AC9" w:rsidRPr="00B0174B">
              <w:rPr>
                <w:rStyle w:val="Hyperlink"/>
              </w:rPr>
              <w:t>The Various Occasions Related to Hadith al Thaqalayn</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Toc484431428 \h</w:instrText>
            </w:r>
            <w:r w:rsidR="00904AC9">
              <w:rPr>
                <w:webHidden/>
                <w:rtl/>
              </w:rPr>
              <w:instrText xml:space="preserve"> </w:instrText>
            </w:r>
            <w:r>
              <w:rPr>
                <w:webHidden/>
                <w:rtl/>
              </w:rPr>
            </w:r>
            <w:r>
              <w:rPr>
                <w:webHidden/>
                <w:rtl/>
              </w:rPr>
              <w:fldChar w:fldCharType="separate"/>
            </w:r>
            <w:r w:rsidR="00DF6B08">
              <w:rPr>
                <w:webHidden/>
              </w:rPr>
              <w:t>25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29" w:history="1">
            <w:r w:rsidR="00904AC9" w:rsidRPr="00B0174B">
              <w:rPr>
                <w:rStyle w:val="Hyperlink"/>
              </w:rPr>
              <w:t>1. At ‘Arafat</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Toc484431429 \h</w:instrText>
            </w:r>
            <w:r w:rsidR="00904AC9">
              <w:rPr>
                <w:webHidden/>
                <w:rtl/>
              </w:rPr>
              <w:instrText xml:space="preserve"> </w:instrText>
            </w:r>
            <w:r>
              <w:rPr>
                <w:webHidden/>
                <w:rtl/>
              </w:rPr>
            </w:r>
            <w:r>
              <w:rPr>
                <w:webHidden/>
                <w:rtl/>
              </w:rPr>
              <w:fldChar w:fldCharType="separate"/>
            </w:r>
            <w:r w:rsidR="00DF6B08">
              <w:rPr>
                <w:webHidden/>
              </w:rPr>
              <w:t>25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30" w:history="1">
            <w:r w:rsidR="00904AC9" w:rsidRPr="00B0174B">
              <w:rPr>
                <w:rStyle w:val="Hyperlink"/>
              </w:rPr>
              <w:t>2. At Ghadir Khumm</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Toc484431430 \h</w:instrText>
            </w:r>
            <w:r w:rsidR="00904AC9">
              <w:rPr>
                <w:webHidden/>
                <w:rtl/>
              </w:rPr>
              <w:instrText xml:space="preserve"> </w:instrText>
            </w:r>
            <w:r>
              <w:rPr>
                <w:webHidden/>
                <w:rtl/>
              </w:rPr>
            </w:r>
            <w:r>
              <w:rPr>
                <w:webHidden/>
                <w:rtl/>
              </w:rPr>
              <w:fldChar w:fldCharType="separate"/>
            </w:r>
            <w:r w:rsidR="00DF6B08">
              <w:rPr>
                <w:webHidden/>
              </w:rPr>
              <w:t>26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31" w:history="1">
            <w:r w:rsidR="00904AC9" w:rsidRPr="00B0174B">
              <w:rPr>
                <w:rStyle w:val="Hyperlink"/>
              </w:rPr>
              <w:t>3. In the Mosque of Madinah</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Toc484431431 \h</w:instrText>
            </w:r>
            <w:r w:rsidR="00904AC9">
              <w:rPr>
                <w:webHidden/>
                <w:rtl/>
              </w:rPr>
              <w:instrText xml:space="preserve"> </w:instrText>
            </w:r>
            <w:r>
              <w:rPr>
                <w:webHidden/>
                <w:rtl/>
              </w:rPr>
            </w:r>
            <w:r>
              <w:rPr>
                <w:webHidden/>
                <w:rtl/>
              </w:rPr>
              <w:fldChar w:fldCharType="separate"/>
            </w:r>
            <w:r w:rsidR="00DF6B08">
              <w:rPr>
                <w:webHidden/>
              </w:rPr>
              <w:t>28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32" w:history="1">
            <w:r w:rsidR="00904AC9" w:rsidRPr="00B0174B">
              <w:rPr>
                <w:rStyle w:val="Hyperlink"/>
              </w:rPr>
              <w:t>4. In the Prophet's Chamber During His Last Illness</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Toc484431432 \h</w:instrText>
            </w:r>
            <w:r w:rsidR="00904AC9">
              <w:rPr>
                <w:webHidden/>
                <w:rtl/>
              </w:rPr>
              <w:instrText xml:space="preserve"> </w:instrText>
            </w:r>
            <w:r>
              <w:rPr>
                <w:webHidden/>
                <w:rtl/>
              </w:rPr>
            </w:r>
            <w:r>
              <w:rPr>
                <w:webHidden/>
                <w:rtl/>
              </w:rPr>
              <w:fldChar w:fldCharType="separate"/>
            </w:r>
            <w:r w:rsidR="00DF6B08">
              <w:rPr>
                <w:webHidden/>
              </w:rPr>
              <w:t>29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33" w:history="1">
            <w:r w:rsidR="00904AC9" w:rsidRPr="00B0174B">
              <w:rPr>
                <w:rStyle w:val="Hyperlink"/>
              </w:rPr>
              <w:t>Note</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Toc484431433 \h</w:instrText>
            </w:r>
            <w:r w:rsidR="00904AC9">
              <w:rPr>
                <w:webHidden/>
                <w:rtl/>
              </w:rPr>
              <w:instrText xml:space="preserve"> </w:instrText>
            </w:r>
            <w:r>
              <w:rPr>
                <w:webHidden/>
                <w:rtl/>
              </w:rPr>
            </w:r>
            <w:r>
              <w:rPr>
                <w:webHidden/>
                <w:rtl/>
              </w:rPr>
              <w:fldChar w:fldCharType="separate"/>
            </w:r>
            <w:r w:rsidR="00DF6B08">
              <w:rPr>
                <w:webHidden/>
              </w:rPr>
              <w:t>29</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434" w:history="1">
            <w:r w:rsidR="00904AC9" w:rsidRPr="00B0174B">
              <w:rPr>
                <w:rStyle w:val="Hyperlink"/>
              </w:rPr>
              <w:t>‘Abaqat al-Anwar</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Toc484431434 \h</w:instrText>
            </w:r>
            <w:r w:rsidR="00904AC9">
              <w:rPr>
                <w:webHidden/>
                <w:rtl/>
              </w:rPr>
              <w:instrText xml:space="preserve"> </w:instrText>
            </w:r>
            <w:r>
              <w:rPr>
                <w:webHidden/>
                <w:rtl/>
              </w:rPr>
            </w:r>
            <w:r>
              <w:rPr>
                <w:webHidden/>
                <w:rtl/>
              </w:rPr>
              <w:fldChar w:fldCharType="separate"/>
            </w:r>
            <w:r w:rsidR="00DF6B08">
              <w:rPr>
                <w:webHidden/>
              </w:rPr>
              <w:t>30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35" w:history="1">
            <w:r w:rsidR="00904AC9" w:rsidRPr="00B0174B">
              <w:rPr>
                <w:rStyle w:val="Hyperlink"/>
              </w:rPr>
              <w:t>1. Sayyid Dildar ‘Ali al-­Naqawi al-­Nasirabadi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Toc484431435 \h</w:instrText>
            </w:r>
            <w:r w:rsidR="00904AC9">
              <w:rPr>
                <w:webHidden/>
                <w:rtl/>
              </w:rPr>
              <w:instrText xml:space="preserve"> </w:instrText>
            </w:r>
            <w:r>
              <w:rPr>
                <w:webHidden/>
                <w:rtl/>
              </w:rPr>
            </w:r>
            <w:r>
              <w:rPr>
                <w:webHidden/>
                <w:rtl/>
              </w:rPr>
              <w:fldChar w:fldCharType="separate"/>
            </w:r>
            <w:r w:rsidR="00DF6B08">
              <w:rPr>
                <w:webHidden/>
              </w:rPr>
              <w:t>30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36" w:history="1">
            <w:r w:rsidR="00904AC9" w:rsidRPr="00B0174B">
              <w:rPr>
                <w:rStyle w:val="Hyperlink"/>
              </w:rPr>
              <w:t>2. Shaykh Jamal al-­Din Abu Ahmad Mirza Muhammad ibn ‘Abd al-­Nabi Akbarabadi (d. 1232/1816)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Toc484431436 \h</w:instrText>
            </w:r>
            <w:r w:rsidR="00904AC9">
              <w:rPr>
                <w:webHidden/>
                <w:rtl/>
              </w:rPr>
              <w:instrText xml:space="preserve"> </w:instrText>
            </w:r>
            <w:r>
              <w:rPr>
                <w:webHidden/>
                <w:rtl/>
              </w:rPr>
            </w:r>
            <w:r>
              <w:rPr>
                <w:webHidden/>
                <w:rtl/>
              </w:rPr>
              <w:fldChar w:fldCharType="separate"/>
            </w:r>
            <w:r w:rsidR="00DF6B08">
              <w:rPr>
                <w:webHidden/>
              </w:rPr>
              <w:t>30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37" w:history="1">
            <w:r w:rsidR="00904AC9" w:rsidRPr="00B0174B">
              <w:rPr>
                <w:rStyle w:val="Hyperlink"/>
              </w:rPr>
              <w:t>3. ‘Allamah Mirza Muhammad ibn 'Inayat Ahmad Khan Kashmiri Dehlawi (d. 1235/1820)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Toc484431437 \h</w:instrText>
            </w:r>
            <w:r w:rsidR="00904AC9">
              <w:rPr>
                <w:webHidden/>
                <w:rtl/>
              </w:rPr>
              <w:instrText xml:space="preserve"> </w:instrText>
            </w:r>
            <w:r>
              <w:rPr>
                <w:webHidden/>
                <w:rtl/>
              </w:rPr>
            </w:r>
            <w:r>
              <w:rPr>
                <w:webHidden/>
                <w:rtl/>
              </w:rPr>
              <w:fldChar w:fldCharType="separate"/>
            </w:r>
            <w:r w:rsidR="00DF6B08">
              <w:rPr>
                <w:webHidden/>
              </w:rPr>
              <w:t>30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38" w:history="1">
            <w:r w:rsidR="00904AC9" w:rsidRPr="00B0174B">
              <w:rPr>
                <w:rStyle w:val="Hyperlink"/>
              </w:rPr>
              <w:t>4. Mawlawi Hasan ibn Aman Allah Dehlawi ‘Azimabadi (d. c. 1260/ 1844)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Toc484431438 \h</w:instrText>
            </w:r>
            <w:r w:rsidR="00904AC9">
              <w:rPr>
                <w:webHidden/>
                <w:rtl/>
              </w:rPr>
              <w:instrText xml:space="preserve"> </w:instrText>
            </w:r>
            <w:r>
              <w:rPr>
                <w:webHidden/>
                <w:rtl/>
              </w:rPr>
            </w:r>
            <w:r>
              <w:rPr>
                <w:webHidden/>
                <w:rtl/>
              </w:rPr>
              <w:fldChar w:fldCharType="separate"/>
            </w:r>
            <w:r w:rsidR="00DF6B08">
              <w:rPr>
                <w:webHidden/>
              </w:rPr>
              <w:t>31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39" w:history="1">
            <w:r w:rsidR="00904AC9" w:rsidRPr="00B0174B">
              <w:rPr>
                <w:rStyle w:val="Hyperlink"/>
              </w:rPr>
              <w:t>5. ‘Allamah Sayyid Muhammad Quli ibn Sayyid Muhammad Husayn Lackhnowi Kanturi (d. 1260/1844)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Toc484431439 \h</w:instrText>
            </w:r>
            <w:r w:rsidR="00904AC9">
              <w:rPr>
                <w:webHidden/>
                <w:rtl/>
              </w:rPr>
              <w:instrText xml:space="preserve"> </w:instrText>
            </w:r>
            <w:r>
              <w:rPr>
                <w:webHidden/>
                <w:rtl/>
              </w:rPr>
            </w:r>
            <w:r>
              <w:rPr>
                <w:webHidden/>
                <w:rtl/>
              </w:rPr>
              <w:fldChar w:fldCharType="separate"/>
            </w:r>
            <w:r w:rsidR="00DF6B08">
              <w:rPr>
                <w:webHidden/>
              </w:rPr>
              <w:t>31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40" w:history="1">
            <w:r w:rsidR="00904AC9" w:rsidRPr="00B0174B">
              <w:rPr>
                <w:rStyle w:val="Hyperlink"/>
              </w:rPr>
              <w:t>6. Mawlawi Khayr al-­Din Muhammad Allahabadi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Toc484431440 \h</w:instrText>
            </w:r>
            <w:r w:rsidR="00904AC9">
              <w:rPr>
                <w:webHidden/>
                <w:rtl/>
              </w:rPr>
              <w:instrText xml:space="preserve"> </w:instrText>
            </w:r>
            <w:r>
              <w:rPr>
                <w:webHidden/>
                <w:rtl/>
              </w:rPr>
            </w:r>
            <w:r>
              <w:rPr>
                <w:webHidden/>
                <w:rtl/>
              </w:rPr>
              <w:fldChar w:fldCharType="separate"/>
            </w:r>
            <w:r w:rsidR="00DF6B08">
              <w:rPr>
                <w:webHidden/>
              </w:rPr>
              <w:t>31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41" w:history="1">
            <w:r w:rsidR="00904AC9" w:rsidRPr="00B0174B">
              <w:rPr>
                <w:rStyle w:val="Hyperlink"/>
              </w:rPr>
              <w:t>7. ‘Allamah Sayyid Muhammad ibn Sayyid Dildar ‘Ali (d. 1284/ 1867) known as Sultan al-­‘Ulama'</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Toc484431441 \h</w:instrText>
            </w:r>
            <w:r w:rsidR="00904AC9">
              <w:rPr>
                <w:webHidden/>
                <w:rtl/>
              </w:rPr>
              <w:instrText xml:space="preserve"> </w:instrText>
            </w:r>
            <w:r>
              <w:rPr>
                <w:webHidden/>
                <w:rtl/>
              </w:rPr>
            </w:r>
            <w:r>
              <w:rPr>
                <w:webHidden/>
                <w:rtl/>
              </w:rPr>
              <w:fldChar w:fldCharType="separate"/>
            </w:r>
            <w:r w:rsidR="00DF6B08">
              <w:rPr>
                <w:webHidden/>
              </w:rPr>
              <w:t>31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42" w:history="1">
            <w:r w:rsidR="00904AC9" w:rsidRPr="00B0174B">
              <w:rPr>
                <w:rStyle w:val="Hyperlink"/>
              </w:rPr>
              <w:t>8. Sayyid Ja’far Abu ‘Ali Khan ibn Ghulam ‘Ali Musawi Banarasi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Toc484431442 \h</w:instrText>
            </w:r>
            <w:r w:rsidR="00904AC9">
              <w:rPr>
                <w:webHidden/>
                <w:rtl/>
              </w:rPr>
              <w:instrText xml:space="preserve"> </w:instrText>
            </w:r>
            <w:r>
              <w:rPr>
                <w:webHidden/>
                <w:rtl/>
              </w:rPr>
            </w:r>
            <w:r>
              <w:rPr>
                <w:webHidden/>
                <w:rtl/>
              </w:rPr>
              <w:fldChar w:fldCharType="separate"/>
            </w:r>
            <w:r w:rsidR="00DF6B08">
              <w:rPr>
                <w:webHidden/>
              </w:rPr>
              <w:t>31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43" w:history="1">
            <w:r w:rsidR="00904AC9" w:rsidRPr="00B0174B">
              <w:rPr>
                <w:rStyle w:val="Hyperlink"/>
              </w:rPr>
              <w:t>9. ‘Allamah Sayyid Mufti Muhammad ‘Abbas Musawi Tustari Jaza'iri (d. 1306/1888)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Toc484431443 \h</w:instrText>
            </w:r>
            <w:r w:rsidR="00904AC9">
              <w:rPr>
                <w:webHidden/>
                <w:rtl/>
              </w:rPr>
              <w:instrText xml:space="preserve"> </w:instrText>
            </w:r>
            <w:r>
              <w:rPr>
                <w:webHidden/>
                <w:rtl/>
              </w:rPr>
            </w:r>
            <w:r>
              <w:rPr>
                <w:webHidden/>
                <w:rtl/>
              </w:rPr>
              <w:fldChar w:fldCharType="separate"/>
            </w:r>
            <w:r w:rsidR="00DF6B08">
              <w:rPr>
                <w:webHidden/>
              </w:rPr>
              <w:t>31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44" w:history="1">
            <w:r w:rsidR="00904AC9" w:rsidRPr="00B0174B">
              <w:rPr>
                <w:rStyle w:val="Hyperlink"/>
              </w:rPr>
              <w:t>10. Al-­Shaykh Ahmad ibn ‘Ali Kirmanshahi (d. 1235/1819)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Toc484431444 \h</w:instrText>
            </w:r>
            <w:r w:rsidR="00904AC9">
              <w:rPr>
                <w:webHidden/>
                <w:rtl/>
              </w:rPr>
              <w:instrText xml:space="preserve"> </w:instrText>
            </w:r>
            <w:r>
              <w:rPr>
                <w:webHidden/>
                <w:rtl/>
              </w:rPr>
            </w:r>
            <w:r>
              <w:rPr>
                <w:webHidden/>
                <w:rtl/>
              </w:rPr>
              <w:fldChar w:fldCharType="separate"/>
            </w:r>
            <w:r w:rsidR="00DF6B08">
              <w:rPr>
                <w:webHidden/>
              </w:rPr>
              <w:t>31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45" w:history="1">
            <w:r w:rsidR="00904AC9" w:rsidRPr="00B0174B">
              <w:rPr>
                <w:rStyle w:val="Hyperlink"/>
              </w:rPr>
              <w:t>Notes</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Toc484431445 \h</w:instrText>
            </w:r>
            <w:r w:rsidR="00904AC9">
              <w:rPr>
                <w:webHidden/>
                <w:rtl/>
              </w:rPr>
              <w:instrText xml:space="preserve"> </w:instrText>
            </w:r>
            <w:r>
              <w:rPr>
                <w:webHidden/>
                <w:rtl/>
              </w:rPr>
            </w:r>
            <w:r>
              <w:rPr>
                <w:webHidden/>
                <w:rtl/>
              </w:rPr>
              <w:fldChar w:fldCharType="separate"/>
            </w:r>
            <w:r w:rsidR="00DF6B08">
              <w:rPr>
                <w:webHidden/>
              </w:rPr>
              <w:t>34</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446" w:history="1">
            <w:r w:rsidR="00904AC9" w:rsidRPr="00B0174B">
              <w:rPr>
                <w:rStyle w:val="Hyperlink"/>
              </w:rPr>
              <w:t>Narrators of Hadith al Thaqalayn From Among the Sahabah</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Toc484431446 \h</w:instrText>
            </w:r>
            <w:r w:rsidR="00904AC9">
              <w:rPr>
                <w:webHidden/>
                <w:rtl/>
              </w:rPr>
              <w:instrText xml:space="preserve"> </w:instrText>
            </w:r>
            <w:r>
              <w:rPr>
                <w:webHidden/>
                <w:rtl/>
              </w:rPr>
            </w:r>
            <w:r>
              <w:rPr>
                <w:webHidden/>
                <w:rtl/>
              </w:rPr>
              <w:fldChar w:fldCharType="separate"/>
            </w:r>
            <w:r w:rsidR="00DF6B08">
              <w:rPr>
                <w:webHidden/>
              </w:rPr>
              <w:t>40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47" w:history="1">
            <w:r w:rsidR="00904AC9" w:rsidRPr="00B0174B">
              <w:rPr>
                <w:rStyle w:val="Hyperlink"/>
              </w:rPr>
              <w:t>1. Amir al-­Mu'minin ‘Ali ibn Abi Talib (A) (23BH­40H/600­661).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Toc484431447 \h</w:instrText>
            </w:r>
            <w:r w:rsidR="00904AC9">
              <w:rPr>
                <w:webHidden/>
                <w:rtl/>
              </w:rPr>
              <w:instrText xml:space="preserve"> </w:instrText>
            </w:r>
            <w:r>
              <w:rPr>
                <w:webHidden/>
                <w:rtl/>
              </w:rPr>
            </w:r>
            <w:r>
              <w:rPr>
                <w:webHidden/>
                <w:rtl/>
              </w:rPr>
              <w:fldChar w:fldCharType="separate"/>
            </w:r>
            <w:r w:rsidR="00DF6B08">
              <w:rPr>
                <w:webHidden/>
              </w:rPr>
              <w:t>40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48" w:history="1">
            <w:r w:rsidR="00904AC9" w:rsidRPr="00B0174B">
              <w:rPr>
                <w:rStyle w:val="Hyperlink"/>
              </w:rPr>
              <w:t>2. Al-Imam al-Hasan ibn ‘Ali (A) (3­50/624­670).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Toc484431448 \h</w:instrText>
            </w:r>
            <w:r w:rsidR="00904AC9">
              <w:rPr>
                <w:webHidden/>
                <w:rtl/>
              </w:rPr>
              <w:instrText xml:space="preserve"> </w:instrText>
            </w:r>
            <w:r>
              <w:rPr>
                <w:webHidden/>
                <w:rtl/>
              </w:rPr>
            </w:r>
            <w:r>
              <w:rPr>
                <w:webHidden/>
                <w:rtl/>
              </w:rPr>
              <w:fldChar w:fldCharType="separate"/>
            </w:r>
            <w:r w:rsidR="00DF6B08">
              <w:rPr>
                <w:webHidden/>
              </w:rPr>
              <w:t>40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49" w:history="1">
            <w:r w:rsidR="00904AC9" w:rsidRPr="00B0174B">
              <w:rPr>
                <w:rStyle w:val="Hyperlink"/>
              </w:rPr>
              <w:t>3. Salman al-Farsi (d. 36/656).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Toc484431449 \h</w:instrText>
            </w:r>
            <w:r w:rsidR="00904AC9">
              <w:rPr>
                <w:webHidden/>
                <w:rtl/>
              </w:rPr>
              <w:instrText xml:space="preserve"> </w:instrText>
            </w:r>
            <w:r>
              <w:rPr>
                <w:webHidden/>
                <w:rtl/>
              </w:rPr>
            </w:r>
            <w:r>
              <w:rPr>
                <w:webHidden/>
                <w:rtl/>
              </w:rPr>
              <w:fldChar w:fldCharType="separate"/>
            </w:r>
            <w:r w:rsidR="00DF6B08">
              <w:rPr>
                <w:webHidden/>
              </w:rPr>
              <w:t>40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50" w:history="1">
            <w:r w:rsidR="00904AC9" w:rsidRPr="00B0174B">
              <w:rPr>
                <w:rStyle w:val="Hyperlink"/>
              </w:rPr>
              <w:t>4. Jundab ibn Junadah, Abu Dharr al-Ghifari. (d. 32/650).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Toc484431450 \h</w:instrText>
            </w:r>
            <w:r w:rsidR="00904AC9">
              <w:rPr>
                <w:webHidden/>
                <w:rtl/>
              </w:rPr>
              <w:instrText xml:space="preserve"> </w:instrText>
            </w:r>
            <w:r>
              <w:rPr>
                <w:webHidden/>
                <w:rtl/>
              </w:rPr>
            </w:r>
            <w:r>
              <w:rPr>
                <w:webHidden/>
                <w:rtl/>
              </w:rPr>
              <w:fldChar w:fldCharType="separate"/>
            </w:r>
            <w:r w:rsidR="00DF6B08">
              <w:rPr>
                <w:webHidden/>
              </w:rPr>
              <w:t>40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51" w:history="1">
            <w:r w:rsidR="00904AC9" w:rsidRPr="00B0174B">
              <w:rPr>
                <w:rStyle w:val="Hyperlink"/>
              </w:rPr>
              <w:t>5. ‘Abd Allah ibn ‘Abbas (3 BH­68/619­87).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Toc484431451 \h</w:instrText>
            </w:r>
            <w:r w:rsidR="00904AC9">
              <w:rPr>
                <w:webHidden/>
                <w:rtl/>
              </w:rPr>
              <w:instrText xml:space="preserve"> </w:instrText>
            </w:r>
            <w:r>
              <w:rPr>
                <w:webHidden/>
                <w:rtl/>
              </w:rPr>
            </w:r>
            <w:r>
              <w:rPr>
                <w:webHidden/>
                <w:rtl/>
              </w:rPr>
              <w:fldChar w:fldCharType="separate"/>
            </w:r>
            <w:r w:rsidR="00DF6B08">
              <w:rPr>
                <w:webHidden/>
              </w:rPr>
              <w:t>40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52" w:history="1">
            <w:r w:rsidR="00904AC9" w:rsidRPr="00B0174B">
              <w:rPr>
                <w:rStyle w:val="Hyperlink"/>
              </w:rPr>
              <w:t>6. Sa’d ibn Malik, Abu Sa’id al-Khudri (10 BH­74/613­693).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Toc484431452 \h</w:instrText>
            </w:r>
            <w:r w:rsidR="00904AC9">
              <w:rPr>
                <w:webHidden/>
                <w:rtl/>
              </w:rPr>
              <w:instrText xml:space="preserve"> </w:instrText>
            </w:r>
            <w:r>
              <w:rPr>
                <w:webHidden/>
                <w:rtl/>
              </w:rPr>
            </w:r>
            <w:r>
              <w:rPr>
                <w:webHidden/>
                <w:rtl/>
              </w:rPr>
              <w:fldChar w:fldCharType="separate"/>
            </w:r>
            <w:r w:rsidR="00DF6B08">
              <w:rPr>
                <w:webHidden/>
              </w:rPr>
              <w:t>40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53" w:history="1">
            <w:r w:rsidR="00904AC9" w:rsidRPr="00B0174B">
              <w:rPr>
                <w:rStyle w:val="Hyperlink"/>
              </w:rPr>
              <w:t>7. Jabir ibn ‘Abd Allah al­'Ansari (16 BH­78/607­697).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Toc484431453 \h</w:instrText>
            </w:r>
            <w:r w:rsidR="00904AC9">
              <w:rPr>
                <w:webHidden/>
                <w:rtl/>
              </w:rPr>
              <w:instrText xml:space="preserve"> </w:instrText>
            </w:r>
            <w:r>
              <w:rPr>
                <w:webHidden/>
                <w:rtl/>
              </w:rPr>
            </w:r>
            <w:r>
              <w:rPr>
                <w:webHidden/>
                <w:rtl/>
              </w:rPr>
              <w:fldChar w:fldCharType="separate"/>
            </w:r>
            <w:r w:rsidR="00DF6B08">
              <w:rPr>
                <w:webHidden/>
              </w:rPr>
              <w:t>41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54" w:history="1">
            <w:r w:rsidR="00904AC9" w:rsidRPr="00B0174B">
              <w:rPr>
                <w:rStyle w:val="Hyperlink"/>
              </w:rPr>
              <w:t>8. Abu al­-Haytham Malik ibn al­-Tayhan (d. 20/641).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Toc484431454 \h</w:instrText>
            </w:r>
            <w:r w:rsidR="00904AC9">
              <w:rPr>
                <w:webHidden/>
                <w:rtl/>
              </w:rPr>
              <w:instrText xml:space="preserve"> </w:instrText>
            </w:r>
            <w:r>
              <w:rPr>
                <w:webHidden/>
                <w:rtl/>
              </w:rPr>
            </w:r>
            <w:r>
              <w:rPr>
                <w:webHidden/>
                <w:rtl/>
              </w:rPr>
              <w:fldChar w:fldCharType="separate"/>
            </w:r>
            <w:r w:rsidR="00DF6B08">
              <w:rPr>
                <w:webHidden/>
              </w:rPr>
              <w:t>42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55" w:history="1">
            <w:r w:rsidR="00904AC9" w:rsidRPr="00B0174B">
              <w:rPr>
                <w:rStyle w:val="Hyperlink"/>
              </w:rPr>
              <w:t>9. Ibrahim Abu Rafi’, one of the Prophet's mawali (d. after 40/ 661).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Toc484431455 \h</w:instrText>
            </w:r>
            <w:r w:rsidR="00904AC9">
              <w:rPr>
                <w:webHidden/>
                <w:rtl/>
              </w:rPr>
              <w:instrText xml:space="preserve"> </w:instrText>
            </w:r>
            <w:r>
              <w:rPr>
                <w:webHidden/>
                <w:rtl/>
              </w:rPr>
            </w:r>
            <w:r>
              <w:rPr>
                <w:webHidden/>
                <w:rtl/>
              </w:rPr>
              <w:fldChar w:fldCharType="separate"/>
            </w:r>
            <w:r w:rsidR="00DF6B08">
              <w:rPr>
                <w:webHidden/>
              </w:rPr>
              <w:t>42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56" w:history="1">
            <w:r w:rsidR="00904AC9" w:rsidRPr="00B0174B">
              <w:rPr>
                <w:rStyle w:val="Hyperlink"/>
              </w:rPr>
              <w:t>10. Hudhayfah ibn al­-Yaman (d. 36/656).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Toc484431456 \h</w:instrText>
            </w:r>
            <w:r w:rsidR="00904AC9">
              <w:rPr>
                <w:webHidden/>
                <w:rtl/>
              </w:rPr>
              <w:instrText xml:space="preserve"> </w:instrText>
            </w:r>
            <w:r>
              <w:rPr>
                <w:webHidden/>
                <w:rtl/>
              </w:rPr>
            </w:r>
            <w:r>
              <w:rPr>
                <w:webHidden/>
                <w:rtl/>
              </w:rPr>
              <w:fldChar w:fldCharType="separate"/>
            </w:r>
            <w:r w:rsidR="00DF6B08">
              <w:rPr>
                <w:webHidden/>
              </w:rPr>
              <w:t>42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57" w:history="1">
            <w:r w:rsidR="00904AC9" w:rsidRPr="00B0174B">
              <w:rPr>
                <w:rStyle w:val="Hyperlink"/>
              </w:rPr>
              <w:t>11. Hudhayfah ibn Usayd al-Ghifari.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Toc484431457 \h</w:instrText>
            </w:r>
            <w:r w:rsidR="00904AC9">
              <w:rPr>
                <w:webHidden/>
                <w:rtl/>
              </w:rPr>
              <w:instrText xml:space="preserve"> </w:instrText>
            </w:r>
            <w:r>
              <w:rPr>
                <w:webHidden/>
                <w:rtl/>
              </w:rPr>
            </w:r>
            <w:r>
              <w:rPr>
                <w:webHidden/>
                <w:rtl/>
              </w:rPr>
              <w:fldChar w:fldCharType="separate"/>
            </w:r>
            <w:r w:rsidR="00DF6B08">
              <w:rPr>
                <w:webHidden/>
              </w:rPr>
              <w:t>42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58" w:history="1">
            <w:r w:rsidR="00904AC9" w:rsidRPr="00B0174B">
              <w:rPr>
                <w:rStyle w:val="Hyperlink"/>
              </w:rPr>
              <w:t>12. Khuzaymah ibn Thabit Dhu Shahadatayn (d. 37/657).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Toc484431458 \h</w:instrText>
            </w:r>
            <w:r w:rsidR="00904AC9">
              <w:rPr>
                <w:webHidden/>
                <w:rtl/>
              </w:rPr>
              <w:instrText xml:space="preserve"> </w:instrText>
            </w:r>
            <w:r>
              <w:rPr>
                <w:webHidden/>
                <w:rtl/>
              </w:rPr>
            </w:r>
            <w:r>
              <w:rPr>
                <w:webHidden/>
                <w:rtl/>
              </w:rPr>
              <w:fldChar w:fldCharType="separate"/>
            </w:r>
            <w:r w:rsidR="00DF6B08">
              <w:rPr>
                <w:webHidden/>
              </w:rPr>
              <w:t>43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59" w:history="1">
            <w:r w:rsidR="00904AC9" w:rsidRPr="00B0174B">
              <w:rPr>
                <w:rStyle w:val="Hyperlink"/>
              </w:rPr>
              <w:t>13. Zayd ibn Thabit (11 BH­45/611­665).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Toc484431459 \h</w:instrText>
            </w:r>
            <w:r w:rsidR="00904AC9">
              <w:rPr>
                <w:webHidden/>
                <w:rtl/>
              </w:rPr>
              <w:instrText xml:space="preserve"> </w:instrText>
            </w:r>
            <w:r>
              <w:rPr>
                <w:webHidden/>
                <w:rtl/>
              </w:rPr>
            </w:r>
            <w:r>
              <w:rPr>
                <w:webHidden/>
                <w:rtl/>
              </w:rPr>
              <w:fldChar w:fldCharType="separate"/>
            </w:r>
            <w:r w:rsidR="00DF6B08">
              <w:rPr>
                <w:webHidden/>
              </w:rPr>
              <w:t>43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60" w:history="1">
            <w:r w:rsidR="00904AC9" w:rsidRPr="00B0174B">
              <w:rPr>
                <w:rStyle w:val="Hyperlink"/>
              </w:rPr>
              <w:t>14. Abu Hurayrah, ‘Abd al-Rahman ibn Sakhr (d. 59/679).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Toc484431460 \h</w:instrText>
            </w:r>
            <w:r w:rsidR="00904AC9">
              <w:rPr>
                <w:webHidden/>
                <w:rtl/>
              </w:rPr>
              <w:instrText xml:space="preserve"> </w:instrText>
            </w:r>
            <w:r>
              <w:rPr>
                <w:webHidden/>
                <w:rtl/>
              </w:rPr>
            </w:r>
            <w:r>
              <w:rPr>
                <w:webHidden/>
                <w:rtl/>
              </w:rPr>
              <w:fldChar w:fldCharType="separate"/>
            </w:r>
            <w:r w:rsidR="00DF6B08">
              <w:rPr>
                <w:webHidden/>
              </w:rPr>
              <w:t>43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61" w:history="1">
            <w:r w:rsidR="00904AC9" w:rsidRPr="00B0174B">
              <w:rPr>
                <w:rStyle w:val="Hyperlink"/>
              </w:rPr>
              <w:t>15. ‘Abd Allah ibn Hantab.</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Toc484431461 \h</w:instrText>
            </w:r>
            <w:r w:rsidR="00904AC9">
              <w:rPr>
                <w:webHidden/>
                <w:rtl/>
              </w:rPr>
              <w:instrText xml:space="preserve"> </w:instrText>
            </w:r>
            <w:r>
              <w:rPr>
                <w:webHidden/>
                <w:rtl/>
              </w:rPr>
            </w:r>
            <w:r>
              <w:rPr>
                <w:webHidden/>
                <w:rtl/>
              </w:rPr>
              <w:fldChar w:fldCharType="separate"/>
            </w:r>
            <w:r w:rsidR="00DF6B08">
              <w:rPr>
                <w:webHidden/>
              </w:rPr>
              <w:t>44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62" w:history="1">
            <w:r w:rsidR="00904AC9" w:rsidRPr="00B0174B">
              <w:rPr>
                <w:rStyle w:val="Hyperlink"/>
              </w:rPr>
              <w:t>16. Jubayr ibn Mut’im (d. 59/679).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Toc484431462 \h</w:instrText>
            </w:r>
            <w:r w:rsidR="00904AC9">
              <w:rPr>
                <w:webHidden/>
                <w:rtl/>
              </w:rPr>
              <w:instrText xml:space="preserve"> </w:instrText>
            </w:r>
            <w:r>
              <w:rPr>
                <w:webHidden/>
                <w:rtl/>
              </w:rPr>
            </w:r>
            <w:r>
              <w:rPr>
                <w:webHidden/>
                <w:rtl/>
              </w:rPr>
              <w:fldChar w:fldCharType="separate"/>
            </w:r>
            <w:r w:rsidR="00DF6B08">
              <w:rPr>
                <w:webHidden/>
              </w:rPr>
              <w:t>44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63" w:history="1">
            <w:r w:rsidR="00904AC9" w:rsidRPr="00B0174B">
              <w:rPr>
                <w:rStyle w:val="Hyperlink"/>
              </w:rPr>
              <w:t>17. Al­Bara' ibn ‘Azib (d. 71/690).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Toc484431463 \h</w:instrText>
            </w:r>
            <w:r w:rsidR="00904AC9">
              <w:rPr>
                <w:webHidden/>
                <w:rtl/>
              </w:rPr>
              <w:instrText xml:space="preserve"> </w:instrText>
            </w:r>
            <w:r>
              <w:rPr>
                <w:webHidden/>
                <w:rtl/>
              </w:rPr>
            </w:r>
            <w:r>
              <w:rPr>
                <w:webHidden/>
                <w:rtl/>
              </w:rPr>
              <w:fldChar w:fldCharType="separate"/>
            </w:r>
            <w:r w:rsidR="00DF6B08">
              <w:rPr>
                <w:webHidden/>
              </w:rPr>
              <w:t>44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64" w:history="1">
            <w:r w:rsidR="00904AC9" w:rsidRPr="00B0174B">
              <w:rPr>
                <w:rStyle w:val="Hyperlink"/>
              </w:rPr>
              <w:t>18. Anas ibn Malik (10 BH­93/612­712).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Toc484431464 \h</w:instrText>
            </w:r>
            <w:r w:rsidR="00904AC9">
              <w:rPr>
                <w:webHidden/>
                <w:rtl/>
              </w:rPr>
              <w:instrText xml:space="preserve"> </w:instrText>
            </w:r>
            <w:r>
              <w:rPr>
                <w:webHidden/>
                <w:rtl/>
              </w:rPr>
            </w:r>
            <w:r>
              <w:rPr>
                <w:webHidden/>
                <w:rtl/>
              </w:rPr>
              <w:fldChar w:fldCharType="separate"/>
            </w:r>
            <w:r w:rsidR="00DF6B08">
              <w:rPr>
                <w:webHidden/>
              </w:rPr>
              <w:t>44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65" w:history="1">
            <w:r w:rsidR="00904AC9" w:rsidRPr="00B0174B">
              <w:rPr>
                <w:rStyle w:val="Hyperlink"/>
              </w:rPr>
              <w:t>19. Talhah ibn ‘Ubayd Allah al-Taymi (28 BH­36/596­656).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Toc484431465 \h</w:instrText>
            </w:r>
            <w:r w:rsidR="00904AC9">
              <w:rPr>
                <w:webHidden/>
                <w:rtl/>
              </w:rPr>
              <w:instrText xml:space="preserve"> </w:instrText>
            </w:r>
            <w:r>
              <w:rPr>
                <w:webHidden/>
                <w:rtl/>
              </w:rPr>
            </w:r>
            <w:r>
              <w:rPr>
                <w:webHidden/>
                <w:rtl/>
              </w:rPr>
              <w:fldChar w:fldCharType="separate"/>
            </w:r>
            <w:r w:rsidR="00DF6B08">
              <w:rPr>
                <w:webHidden/>
              </w:rPr>
              <w:t>44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66" w:history="1">
            <w:r w:rsidR="00904AC9" w:rsidRPr="00B0174B">
              <w:rPr>
                <w:rStyle w:val="Hyperlink"/>
              </w:rPr>
              <w:t>20. ‘Abd al-Rahman ibn ‘Awf (44 BH­32/580­652).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Toc484431466 \h</w:instrText>
            </w:r>
            <w:r w:rsidR="00904AC9">
              <w:rPr>
                <w:webHidden/>
                <w:rtl/>
              </w:rPr>
              <w:instrText xml:space="preserve"> </w:instrText>
            </w:r>
            <w:r>
              <w:rPr>
                <w:webHidden/>
                <w:rtl/>
              </w:rPr>
            </w:r>
            <w:r>
              <w:rPr>
                <w:webHidden/>
                <w:rtl/>
              </w:rPr>
              <w:fldChar w:fldCharType="separate"/>
            </w:r>
            <w:r w:rsidR="00DF6B08">
              <w:rPr>
                <w:webHidden/>
              </w:rPr>
              <w:t>44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67" w:history="1">
            <w:r w:rsidR="00904AC9" w:rsidRPr="00B0174B">
              <w:rPr>
                <w:rStyle w:val="Hyperlink"/>
              </w:rPr>
              <w:t>21. Sa’d ibn Abi Waqqas (d. 23BH­55/600­675).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Toc484431467 \h</w:instrText>
            </w:r>
            <w:r w:rsidR="00904AC9">
              <w:rPr>
                <w:webHidden/>
                <w:rtl/>
              </w:rPr>
              <w:instrText xml:space="preserve"> </w:instrText>
            </w:r>
            <w:r>
              <w:rPr>
                <w:webHidden/>
                <w:rtl/>
              </w:rPr>
            </w:r>
            <w:r>
              <w:rPr>
                <w:webHidden/>
                <w:rtl/>
              </w:rPr>
              <w:fldChar w:fldCharType="separate"/>
            </w:r>
            <w:r w:rsidR="00DF6B08">
              <w:rPr>
                <w:webHidden/>
              </w:rPr>
              <w:t>44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68" w:history="1">
            <w:r w:rsidR="00904AC9" w:rsidRPr="00B0174B">
              <w:rPr>
                <w:rStyle w:val="Hyperlink"/>
              </w:rPr>
              <w:t>22. ‘Amr ibn al­-As (50 BH­43/574­664).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Toc484431468 \h</w:instrText>
            </w:r>
            <w:r w:rsidR="00904AC9">
              <w:rPr>
                <w:webHidden/>
                <w:rtl/>
              </w:rPr>
              <w:instrText xml:space="preserve"> </w:instrText>
            </w:r>
            <w:r>
              <w:rPr>
                <w:webHidden/>
                <w:rtl/>
              </w:rPr>
            </w:r>
            <w:r>
              <w:rPr>
                <w:webHidden/>
                <w:rtl/>
              </w:rPr>
              <w:fldChar w:fldCharType="separate"/>
            </w:r>
            <w:r w:rsidR="00DF6B08">
              <w:rPr>
                <w:webHidden/>
              </w:rPr>
              <w:t>44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69" w:history="1">
            <w:r w:rsidR="00904AC9" w:rsidRPr="00B0174B">
              <w:rPr>
                <w:rStyle w:val="Hyperlink"/>
              </w:rPr>
              <w:t>23. Sahl ibn Sa’d al­-Ansari (d. 91/710).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Toc484431469 \h</w:instrText>
            </w:r>
            <w:r w:rsidR="00904AC9">
              <w:rPr>
                <w:webHidden/>
                <w:rtl/>
              </w:rPr>
              <w:instrText xml:space="preserve"> </w:instrText>
            </w:r>
            <w:r>
              <w:rPr>
                <w:webHidden/>
                <w:rtl/>
              </w:rPr>
            </w:r>
            <w:r>
              <w:rPr>
                <w:webHidden/>
                <w:rtl/>
              </w:rPr>
              <w:fldChar w:fldCharType="separate"/>
            </w:r>
            <w:r w:rsidR="00DF6B08">
              <w:rPr>
                <w:webHidden/>
              </w:rPr>
              <w:t>44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70" w:history="1">
            <w:r w:rsidR="00904AC9" w:rsidRPr="00B0174B">
              <w:rPr>
                <w:rStyle w:val="Hyperlink"/>
              </w:rPr>
              <w:t>24. ‘Adi ibn Hatim (d. 68/687).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Toc484431470 \h</w:instrText>
            </w:r>
            <w:r w:rsidR="00904AC9">
              <w:rPr>
                <w:webHidden/>
                <w:rtl/>
              </w:rPr>
              <w:instrText xml:space="preserve"> </w:instrText>
            </w:r>
            <w:r>
              <w:rPr>
                <w:webHidden/>
                <w:rtl/>
              </w:rPr>
            </w:r>
            <w:r>
              <w:rPr>
                <w:webHidden/>
                <w:rtl/>
              </w:rPr>
              <w:fldChar w:fldCharType="separate"/>
            </w:r>
            <w:r w:rsidR="00DF6B08">
              <w:rPr>
                <w:webHidden/>
              </w:rPr>
              <w:t>44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71" w:history="1">
            <w:r w:rsidR="00904AC9" w:rsidRPr="00B0174B">
              <w:rPr>
                <w:rStyle w:val="Hyperlink"/>
              </w:rPr>
              <w:t>25. ‘Uqbah ibn ‘Amir (d. 58/678).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Toc484431471 \h</w:instrText>
            </w:r>
            <w:r w:rsidR="00904AC9">
              <w:rPr>
                <w:webHidden/>
                <w:rtl/>
              </w:rPr>
              <w:instrText xml:space="preserve"> </w:instrText>
            </w:r>
            <w:r>
              <w:rPr>
                <w:webHidden/>
                <w:rtl/>
              </w:rPr>
            </w:r>
            <w:r>
              <w:rPr>
                <w:webHidden/>
                <w:rtl/>
              </w:rPr>
              <w:fldChar w:fldCharType="separate"/>
            </w:r>
            <w:r w:rsidR="00DF6B08">
              <w:rPr>
                <w:webHidden/>
              </w:rPr>
              <w:t>44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72" w:history="1">
            <w:r w:rsidR="00904AC9" w:rsidRPr="00B0174B">
              <w:rPr>
                <w:rStyle w:val="Hyperlink"/>
              </w:rPr>
              <w:t>26. Abu Ayyub al­-Ansari, Khalid ibn Zayd (d. 52/672).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Toc484431472 \h</w:instrText>
            </w:r>
            <w:r w:rsidR="00904AC9">
              <w:rPr>
                <w:webHidden/>
                <w:rtl/>
              </w:rPr>
              <w:instrText xml:space="preserve"> </w:instrText>
            </w:r>
            <w:r>
              <w:rPr>
                <w:webHidden/>
                <w:rtl/>
              </w:rPr>
            </w:r>
            <w:r>
              <w:rPr>
                <w:webHidden/>
                <w:rtl/>
              </w:rPr>
              <w:fldChar w:fldCharType="separate"/>
            </w:r>
            <w:r w:rsidR="00DF6B08">
              <w:rPr>
                <w:webHidden/>
              </w:rPr>
              <w:t>45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73" w:history="1">
            <w:r w:rsidR="00904AC9" w:rsidRPr="00B0174B">
              <w:rPr>
                <w:rStyle w:val="Hyperlink"/>
              </w:rPr>
              <w:t>27. Abu Shurayh al­-Khuza’i, Khuwaylid ibn ‘Amr (d. 68/687).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Toc484431473 \h</w:instrText>
            </w:r>
            <w:r w:rsidR="00904AC9">
              <w:rPr>
                <w:webHidden/>
                <w:rtl/>
              </w:rPr>
              <w:instrText xml:space="preserve"> </w:instrText>
            </w:r>
            <w:r>
              <w:rPr>
                <w:webHidden/>
                <w:rtl/>
              </w:rPr>
            </w:r>
            <w:r>
              <w:rPr>
                <w:webHidden/>
                <w:rtl/>
              </w:rPr>
              <w:fldChar w:fldCharType="separate"/>
            </w:r>
            <w:r w:rsidR="00DF6B08">
              <w:rPr>
                <w:webHidden/>
              </w:rPr>
              <w:t>45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74" w:history="1">
            <w:r w:rsidR="00904AC9" w:rsidRPr="00B0174B">
              <w:rPr>
                <w:rStyle w:val="Hyperlink"/>
              </w:rPr>
              <w:t>28. Abu Qudamah, al­-Ansari (martyred 37/657).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Toc484431474 \h</w:instrText>
            </w:r>
            <w:r w:rsidR="00904AC9">
              <w:rPr>
                <w:webHidden/>
                <w:rtl/>
              </w:rPr>
              <w:instrText xml:space="preserve"> </w:instrText>
            </w:r>
            <w:r>
              <w:rPr>
                <w:webHidden/>
                <w:rtl/>
              </w:rPr>
            </w:r>
            <w:r>
              <w:rPr>
                <w:webHidden/>
                <w:rtl/>
              </w:rPr>
              <w:fldChar w:fldCharType="separate"/>
            </w:r>
            <w:r w:rsidR="00DF6B08">
              <w:rPr>
                <w:webHidden/>
              </w:rPr>
              <w:t>45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75" w:history="1">
            <w:r w:rsidR="00904AC9" w:rsidRPr="00B0174B">
              <w:rPr>
                <w:rStyle w:val="Hyperlink"/>
              </w:rPr>
              <w:t>29. Abu Layla al­-Ansari (martyred 37/657).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Toc484431475 \h</w:instrText>
            </w:r>
            <w:r w:rsidR="00904AC9">
              <w:rPr>
                <w:webHidden/>
                <w:rtl/>
              </w:rPr>
              <w:instrText xml:space="preserve"> </w:instrText>
            </w:r>
            <w:r>
              <w:rPr>
                <w:webHidden/>
                <w:rtl/>
              </w:rPr>
            </w:r>
            <w:r>
              <w:rPr>
                <w:webHidden/>
                <w:rtl/>
              </w:rPr>
              <w:fldChar w:fldCharType="separate"/>
            </w:r>
            <w:r w:rsidR="00DF6B08">
              <w:rPr>
                <w:webHidden/>
              </w:rPr>
              <w:t>45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76" w:history="1">
            <w:r w:rsidR="00904AC9" w:rsidRPr="00B0174B">
              <w:rPr>
                <w:rStyle w:val="Hyperlink"/>
              </w:rPr>
              <w:t>30. ‘Umayrah al­-Aslami.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Toc484431476 \h</w:instrText>
            </w:r>
            <w:r w:rsidR="00904AC9">
              <w:rPr>
                <w:webHidden/>
                <w:rtl/>
              </w:rPr>
              <w:instrText xml:space="preserve"> </w:instrText>
            </w:r>
            <w:r>
              <w:rPr>
                <w:webHidden/>
                <w:rtl/>
              </w:rPr>
            </w:r>
            <w:r>
              <w:rPr>
                <w:webHidden/>
                <w:rtl/>
              </w:rPr>
              <w:fldChar w:fldCharType="separate"/>
            </w:r>
            <w:r w:rsidR="00DF6B08">
              <w:rPr>
                <w:webHidden/>
              </w:rPr>
              <w:t>45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77" w:history="1">
            <w:r w:rsidR="00904AC9" w:rsidRPr="00B0174B">
              <w:rPr>
                <w:rStyle w:val="Hyperlink"/>
              </w:rPr>
              <w:t>31. ‘Amir ibn Layla ibn Damrah.</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Toc484431477 \h</w:instrText>
            </w:r>
            <w:r w:rsidR="00904AC9">
              <w:rPr>
                <w:webHidden/>
                <w:rtl/>
              </w:rPr>
              <w:instrText xml:space="preserve"> </w:instrText>
            </w:r>
            <w:r>
              <w:rPr>
                <w:webHidden/>
                <w:rtl/>
              </w:rPr>
            </w:r>
            <w:r>
              <w:rPr>
                <w:webHidden/>
                <w:rtl/>
              </w:rPr>
              <w:fldChar w:fldCharType="separate"/>
            </w:r>
            <w:r w:rsidR="00DF6B08">
              <w:rPr>
                <w:webHidden/>
              </w:rPr>
              <w:t>45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78" w:history="1">
            <w:r w:rsidR="00904AC9" w:rsidRPr="00B0174B">
              <w:rPr>
                <w:rStyle w:val="Hyperlink"/>
              </w:rPr>
              <w:t>32. Zayd ibn Arqam (d.68/687).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Toc484431478 \h</w:instrText>
            </w:r>
            <w:r w:rsidR="00904AC9">
              <w:rPr>
                <w:webHidden/>
                <w:rtl/>
              </w:rPr>
              <w:instrText xml:space="preserve"> </w:instrText>
            </w:r>
            <w:r>
              <w:rPr>
                <w:webHidden/>
                <w:rtl/>
              </w:rPr>
            </w:r>
            <w:r>
              <w:rPr>
                <w:webHidden/>
                <w:rtl/>
              </w:rPr>
              <w:fldChar w:fldCharType="separate"/>
            </w:r>
            <w:r w:rsidR="00DF6B08">
              <w:rPr>
                <w:webHidden/>
              </w:rPr>
              <w:t>45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79" w:history="1">
            <w:r w:rsidR="00904AC9" w:rsidRPr="00B0174B">
              <w:rPr>
                <w:rStyle w:val="Hyperlink"/>
              </w:rPr>
              <w:t>33. ‘Abd Allah ibn ‘Umar (10 BH­73/613­692)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Toc484431479 \h</w:instrText>
            </w:r>
            <w:r w:rsidR="00904AC9">
              <w:rPr>
                <w:webHidden/>
                <w:rtl/>
              </w:rPr>
              <w:instrText xml:space="preserve"> </w:instrText>
            </w:r>
            <w:r>
              <w:rPr>
                <w:webHidden/>
                <w:rtl/>
              </w:rPr>
            </w:r>
            <w:r>
              <w:rPr>
                <w:webHidden/>
                <w:rtl/>
              </w:rPr>
              <w:fldChar w:fldCharType="separate"/>
            </w:r>
            <w:r w:rsidR="00DF6B08">
              <w:rPr>
                <w:webHidden/>
              </w:rPr>
              <w:t>45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80" w:history="1">
            <w:r w:rsidR="00904AC9" w:rsidRPr="00B0174B">
              <w:rPr>
                <w:rStyle w:val="Hyperlink"/>
              </w:rPr>
              <w:t>34. Fatimah al­-Zahra' (A) (18 BH­11/604­632)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Toc484431480 \h</w:instrText>
            </w:r>
            <w:r w:rsidR="00904AC9">
              <w:rPr>
                <w:webHidden/>
                <w:rtl/>
              </w:rPr>
              <w:instrText xml:space="preserve"> </w:instrText>
            </w:r>
            <w:r>
              <w:rPr>
                <w:webHidden/>
                <w:rtl/>
              </w:rPr>
            </w:r>
            <w:r>
              <w:rPr>
                <w:webHidden/>
                <w:rtl/>
              </w:rPr>
              <w:fldChar w:fldCharType="separate"/>
            </w:r>
            <w:r w:rsidR="00DF6B08">
              <w:rPr>
                <w:webHidden/>
              </w:rPr>
              <w:t>45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81" w:history="1">
            <w:r w:rsidR="00904AC9" w:rsidRPr="00B0174B">
              <w:rPr>
                <w:rStyle w:val="Hyperlink"/>
              </w:rPr>
              <w:t>35. Umm Salamah, Hind bint Suhayl (28 BH­62/596­681)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Toc484431481 \h</w:instrText>
            </w:r>
            <w:r w:rsidR="00904AC9">
              <w:rPr>
                <w:webHidden/>
                <w:rtl/>
              </w:rPr>
              <w:instrText xml:space="preserve"> </w:instrText>
            </w:r>
            <w:r>
              <w:rPr>
                <w:webHidden/>
                <w:rtl/>
              </w:rPr>
            </w:r>
            <w:r>
              <w:rPr>
                <w:webHidden/>
                <w:rtl/>
              </w:rPr>
              <w:fldChar w:fldCharType="separate"/>
            </w:r>
            <w:r w:rsidR="00DF6B08">
              <w:rPr>
                <w:webHidden/>
              </w:rPr>
              <w:t>45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82" w:history="1">
            <w:r w:rsidR="00904AC9" w:rsidRPr="00B0174B">
              <w:rPr>
                <w:rStyle w:val="Hyperlink"/>
              </w:rPr>
              <w:t>36. Umm Hani, Fakhtah bint Abi Talib (d.40/661)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Toc484431482 \h</w:instrText>
            </w:r>
            <w:r w:rsidR="00904AC9">
              <w:rPr>
                <w:webHidden/>
                <w:rtl/>
              </w:rPr>
              <w:instrText xml:space="preserve"> </w:instrText>
            </w:r>
            <w:r>
              <w:rPr>
                <w:webHidden/>
                <w:rtl/>
              </w:rPr>
            </w:r>
            <w:r>
              <w:rPr>
                <w:webHidden/>
                <w:rtl/>
              </w:rPr>
              <w:fldChar w:fldCharType="separate"/>
            </w:r>
            <w:r w:rsidR="00DF6B08">
              <w:rPr>
                <w:webHidden/>
              </w:rPr>
              <w:t>46</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483" w:history="1">
            <w:r w:rsidR="00904AC9" w:rsidRPr="00B0174B">
              <w:rPr>
                <w:rStyle w:val="Hyperlink"/>
              </w:rPr>
              <w:t>Narrators of Hadith al-Thaqalayn from Among the Tabi’un</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Toc484431483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84" w:history="1">
            <w:r w:rsidR="00904AC9" w:rsidRPr="00B0174B">
              <w:rPr>
                <w:rStyle w:val="Hyperlink"/>
              </w:rPr>
              <w:t>37. Abu al-Tufayl ‘Amir ibn Wathilah al-Laythi (3­100/625­718)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Toc484431484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85" w:history="1">
            <w:r w:rsidR="00904AC9" w:rsidRPr="00B0174B">
              <w:rPr>
                <w:rStyle w:val="Hyperlink"/>
              </w:rPr>
              <w:t>38. ‘Atiyyah ibn Sa’d al-Awfi.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Toc484431485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86" w:history="1">
            <w:r w:rsidR="00904AC9" w:rsidRPr="00B0174B">
              <w:rPr>
                <w:rStyle w:val="Hyperlink"/>
              </w:rPr>
              <w:t>39. Hanash ibn al-Mu’tamar.</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Toc484431486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87" w:history="1">
            <w:r w:rsidR="00904AC9" w:rsidRPr="00B0174B">
              <w:rPr>
                <w:rStyle w:val="Hyperlink"/>
              </w:rPr>
              <w:t>40. Al-Harith al-Hamdani.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Toc484431487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88" w:history="1">
            <w:r w:rsidR="00904AC9" w:rsidRPr="00B0174B">
              <w:rPr>
                <w:rStyle w:val="Hyperlink"/>
              </w:rPr>
              <w:t>41. Habib ibn Abi Thabit.</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Toc484431488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89" w:history="1">
            <w:r w:rsidR="00904AC9" w:rsidRPr="00B0174B">
              <w:rPr>
                <w:rStyle w:val="Hyperlink"/>
              </w:rPr>
              <w:t>42. ‘Ali ibn Rabi’ah.</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Toc484431489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90" w:history="1">
            <w:r w:rsidR="00904AC9" w:rsidRPr="00B0174B">
              <w:rPr>
                <w:rStyle w:val="Hyperlink"/>
              </w:rPr>
              <w:t>43. Al-Qasim ibn Hassan.</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Toc484431490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91" w:history="1">
            <w:r w:rsidR="00904AC9" w:rsidRPr="00B0174B">
              <w:rPr>
                <w:rStyle w:val="Hyperlink"/>
              </w:rPr>
              <w:t>44. Husayn ibn Sabrah.</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Toc484431491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92" w:history="1">
            <w:r w:rsidR="00904AC9" w:rsidRPr="00B0174B">
              <w:rPr>
                <w:rStyle w:val="Hyperlink"/>
              </w:rPr>
              <w:t>45. ‘Amr ibn Muslim.</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Toc484431492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93" w:history="1">
            <w:r w:rsidR="00904AC9" w:rsidRPr="00B0174B">
              <w:rPr>
                <w:rStyle w:val="Hyperlink"/>
              </w:rPr>
              <w:t>46. Abu al-Duha Muslim ibn Sabih</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Toc484431493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94" w:history="1">
            <w:r w:rsidR="00904AC9" w:rsidRPr="00B0174B">
              <w:rPr>
                <w:rStyle w:val="Hyperlink"/>
              </w:rPr>
              <w:t>47. Yahya ibn Ju’dah.</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Toc484431494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95" w:history="1">
            <w:r w:rsidR="00904AC9" w:rsidRPr="00B0174B">
              <w:rPr>
                <w:rStyle w:val="Hyperlink"/>
              </w:rPr>
              <w:t>48. Al-Asbagh ibn Nubatah.</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Toc484431495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96" w:history="1">
            <w:r w:rsidR="00904AC9" w:rsidRPr="00B0174B">
              <w:rPr>
                <w:rStyle w:val="Hyperlink"/>
              </w:rPr>
              <w:t>49. ‘Abd Allah ibn Abi Rafi’.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Toc484431496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97" w:history="1">
            <w:r w:rsidR="00904AC9" w:rsidRPr="00B0174B">
              <w:rPr>
                <w:rStyle w:val="Hyperlink"/>
              </w:rPr>
              <w:t>50. Al-Muttalib ibn ‘Abd Allah ibn Hantab al­-Makhzumi.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Toc484431497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98" w:history="1">
            <w:r w:rsidR="00904AC9" w:rsidRPr="00B0174B">
              <w:rPr>
                <w:rStyle w:val="Hyperlink"/>
              </w:rPr>
              <w:t>51. ‘Abd al-Rahman ibn Abi Sa’id al-Khudri.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Toc484431498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499" w:history="1">
            <w:r w:rsidR="00904AC9" w:rsidRPr="00B0174B">
              <w:rPr>
                <w:rStyle w:val="Hyperlink"/>
              </w:rPr>
              <w:t>52. ‘Umar ibn ‘Ali ibn Abi Talib.</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Toc484431499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00" w:history="1">
            <w:r w:rsidR="00904AC9" w:rsidRPr="00B0174B">
              <w:rPr>
                <w:rStyle w:val="Hyperlink"/>
              </w:rPr>
              <w:t>53. Fatimah ibnat ‘Ali ibn Abi Talib.</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Toc484431500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01" w:history="1">
            <w:r w:rsidR="00904AC9" w:rsidRPr="00B0174B">
              <w:rPr>
                <w:rStyle w:val="Hyperlink"/>
              </w:rPr>
              <w:t>54. Al-Hasan ibn al-Hasan ibn ‘Ali ibn Abi Talib.</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Toc484431501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02" w:history="1">
            <w:r w:rsidR="00904AC9" w:rsidRPr="00B0174B">
              <w:rPr>
                <w:rStyle w:val="Hyperlink"/>
              </w:rPr>
              <w:t>55. Zayn al­-Abidin ‘Ali ibn al-Husayn (A).</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Toc484431502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03" w:history="1">
            <w:r w:rsidR="00904AC9" w:rsidRPr="00B0174B">
              <w:rPr>
                <w:rStyle w:val="Hyperlink"/>
              </w:rPr>
              <w:t>56. Yazid ibn Hayyan.</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Toc484431503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04" w:history="1">
            <w:r w:rsidR="00904AC9" w:rsidRPr="00B0174B">
              <w:rPr>
                <w:rStyle w:val="Hyperlink"/>
              </w:rPr>
              <w:t>57. Malik ibn Damrah.</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Toc484431504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05" w:history="1">
            <w:r w:rsidR="00904AC9" w:rsidRPr="00B0174B">
              <w:rPr>
                <w:rStyle w:val="Hyperlink"/>
              </w:rPr>
              <w:t>58. Abu Salih.</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Toc484431505 \h</w:instrText>
            </w:r>
            <w:r w:rsidR="00904AC9">
              <w:rPr>
                <w:webHidden/>
                <w:rtl/>
              </w:rPr>
              <w:instrText xml:space="preserve"> </w:instrText>
            </w:r>
            <w:r>
              <w:rPr>
                <w:webHidden/>
                <w:rtl/>
              </w:rPr>
            </w:r>
            <w:r>
              <w:rPr>
                <w:webHidden/>
                <w:rtl/>
              </w:rPr>
              <w:fldChar w:fldCharType="separate"/>
            </w:r>
            <w:r w:rsidR="00DF6B08">
              <w:rPr>
                <w:webHidden/>
              </w:rPr>
              <w:t>47</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506" w:history="1">
            <w:r w:rsidR="00904AC9" w:rsidRPr="00B0174B">
              <w:rPr>
                <w:rStyle w:val="Hyperlink"/>
              </w:rPr>
              <w:t>Narrators of Hadith al-Thaqalayn of Second- Eighth Century</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Toc484431506 \h</w:instrText>
            </w:r>
            <w:r w:rsidR="00904AC9">
              <w:rPr>
                <w:webHidden/>
                <w:rtl/>
              </w:rPr>
              <w:instrText xml:space="preserve"> </w:instrText>
            </w:r>
            <w:r>
              <w:rPr>
                <w:webHidden/>
                <w:rtl/>
              </w:rPr>
            </w:r>
            <w:r>
              <w:rPr>
                <w:webHidden/>
                <w:rtl/>
              </w:rPr>
              <w:fldChar w:fldCharType="separate"/>
            </w:r>
            <w:r w:rsidR="00DF6B08">
              <w:rPr>
                <w:webHidden/>
              </w:rPr>
              <w:t>48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07" w:history="1">
            <w:r w:rsidR="00904AC9" w:rsidRPr="00B0174B">
              <w:rPr>
                <w:rStyle w:val="Hyperlink"/>
              </w:rPr>
              <w:t>59. Sa’id ibn Masruq al­-Thawri (d. 126/743).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Toc484431507 \h</w:instrText>
            </w:r>
            <w:r w:rsidR="00904AC9">
              <w:rPr>
                <w:webHidden/>
                <w:rtl/>
              </w:rPr>
              <w:instrText xml:space="preserve"> </w:instrText>
            </w:r>
            <w:r>
              <w:rPr>
                <w:webHidden/>
                <w:rtl/>
              </w:rPr>
            </w:r>
            <w:r>
              <w:rPr>
                <w:webHidden/>
                <w:rtl/>
              </w:rPr>
              <w:fldChar w:fldCharType="separate"/>
            </w:r>
            <w:r w:rsidR="00DF6B08">
              <w:rPr>
                <w:webHidden/>
              </w:rPr>
              <w:t>48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08" w:history="1">
            <w:r w:rsidR="00904AC9" w:rsidRPr="00B0174B">
              <w:rPr>
                <w:rStyle w:val="Hyperlink"/>
              </w:rPr>
              <w:t>60. Al-Rukayn ibn al-Rabi’ Abu al-Rabi’ al-Fazari al-Kufi (d.131/ 748).</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Toc484431508 \h</w:instrText>
            </w:r>
            <w:r w:rsidR="00904AC9">
              <w:rPr>
                <w:webHidden/>
                <w:rtl/>
              </w:rPr>
              <w:instrText xml:space="preserve"> </w:instrText>
            </w:r>
            <w:r>
              <w:rPr>
                <w:webHidden/>
                <w:rtl/>
              </w:rPr>
            </w:r>
            <w:r>
              <w:rPr>
                <w:webHidden/>
                <w:rtl/>
              </w:rPr>
              <w:fldChar w:fldCharType="separate"/>
            </w:r>
            <w:r w:rsidR="00DF6B08">
              <w:rPr>
                <w:webHidden/>
              </w:rPr>
              <w:t>48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09" w:history="1">
            <w:r w:rsidR="00904AC9" w:rsidRPr="00B0174B">
              <w:rPr>
                <w:rStyle w:val="Hyperlink"/>
              </w:rPr>
              <w:t>61. Yahya ibn Sa’id ibn Hayyan, Abu Hayyan al-­Taymi al-Kufi (d.145/762).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Toc484431509 \h</w:instrText>
            </w:r>
            <w:r w:rsidR="00904AC9">
              <w:rPr>
                <w:webHidden/>
                <w:rtl/>
              </w:rPr>
              <w:instrText xml:space="preserve"> </w:instrText>
            </w:r>
            <w:r>
              <w:rPr>
                <w:webHidden/>
                <w:rtl/>
              </w:rPr>
            </w:r>
            <w:r>
              <w:rPr>
                <w:webHidden/>
                <w:rtl/>
              </w:rPr>
              <w:fldChar w:fldCharType="separate"/>
            </w:r>
            <w:r w:rsidR="00DF6B08">
              <w:rPr>
                <w:webHidden/>
              </w:rPr>
              <w:t>48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10" w:history="1">
            <w:r w:rsidR="00904AC9" w:rsidRPr="00B0174B">
              <w:rPr>
                <w:rStyle w:val="Hyperlink"/>
              </w:rPr>
              <w:t>62. ‘Abd al-Malik ibn Abi Sulayman Maysarah al-Arzami al-Kufi (d.145/762).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Toc484431510 \h</w:instrText>
            </w:r>
            <w:r w:rsidR="00904AC9">
              <w:rPr>
                <w:webHidden/>
                <w:rtl/>
              </w:rPr>
              <w:instrText xml:space="preserve"> </w:instrText>
            </w:r>
            <w:r>
              <w:rPr>
                <w:webHidden/>
                <w:rtl/>
              </w:rPr>
            </w:r>
            <w:r>
              <w:rPr>
                <w:webHidden/>
                <w:rtl/>
              </w:rPr>
              <w:fldChar w:fldCharType="separate"/>
            </w:r>
            <w:r w:rsidR="00DF6B08">
              <w:rPr>
                <w:webHidden/>
              </w:rPr>
              <w:t>48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11" w:history="1">
            <w:r w:rsidR="00904AC9" w:rsidRPr="00B0174B">
              <w:rPr>
                <w:rStyle w:val="Hyperlink"/>
              </w:rPr>
              <w:t>63. Al-A’mash, Sulayman ibn Mihran al-Asadi al-Kufi al-­Kahili (61 ­ 147/680 ­ 764).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Toc484431511 \h</w:instrText>
            </w:r>
            <w:r w:rsidR="00904AC9">
              <w:rPr>
                <w:webHidden/>
                <w:rtl/>
              </w:rPr>
              <w:instrText xml:space="preserve"> </w:instrText>
            </w:r>
            <w:r>
              <w:rPr>
                <w:webHidden/>
                <w:rtl/>
              </w:rPr>
            </w:r>
            <w:r>
              <w:rPr>
                <w:webHidden/>
                <w:rtl/>
              </w:rPr>
              <w:fldChar w:fldCharType="separate"/>
            </w:r>
            <w:r w:rsidR="00DF6B08">
              <w:rPr>
                <w:webHidden/>
              </w:rPr>
              <w:t>48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12" w:history="1">
            <w:r w:rsidR="00904AC9" w:rsidRPr="00B0174B">
              <w:rPr>
                <w:rStyle w:val="Hyperlink"/>
              </w:rPr>
              <w:t>64. Muhammad ibn Ishaq ibn Yasar al-­Thaqafi al-Madani (d.151/ 768).</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Toc484431512 \h</w:instrText>
            </w:r>
            <w:r w:rsidR="00904AC9">
              <w:rPr>
                <w:webHidden/>
                <w:rtl/>
              </w:rPr>
              <w:instrText xml:space="preserve"> </w:instrText>
            </w:r>
            <w:r>
              <w:rPr>
                <w:webHidden/>
                <w:rtl/>
              </w:rPr>
            </w:r>
            <w:r>
              <w:rPr>
                <w:webHidden/>
                <w:rtl/>
              </w:rPr>
              <w:fldChar w:fldCharType="separate"/>
            </w:r>
            <w:r w:rsidR="00DF6B08">
              <w:rPr>
                <w:webHidden/>
              </w:rPr>
              <w:t>48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13" w:history="1">
            <w:r w:rsidR="00904AC9" w:rsidRPr="00B0174B">
              <w:rPr>
                <w:rStyle w:val="Hyperlink"/>
              </w:rPr>
              <w:t>65. Isra'il ibn Yunus al-­Sabi’i, Abu Yusuf al-Kufi (d. 160/776).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Toc484431513 \h</w:instrText>
            </w:r>
            <w:r w:rsidR="00904AC9">
              <w:rPr>
                <w:webHidden/>
                <w:rtl/>
              </w:rPr>
              <w:instrText xml:space="preserve"> </w:instrText>
            </w:r>
            <w:r>
              <w:rPr>
                <w:webHidden/>
                <w:rtl/>
              </w:rPr>
            </w:r>
            <w:r>
              <w:rPr>
                <w:webHidden/>
                <w:rtl/>
              </w:rPr>
              <w:fldChar w:fldCharType="separate"/>
            </w:r>
            <w:r w:rsidR="00DF6B08">
              <w:rPr>
                <w:webHidden/>
              </w:rPr>
              <w:t>48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14" w:history="1">
            <w:r w:rsidR="00904AC9" w:rsidRPr="00B0174B">
              <w:rPr>
                <w:rStyle w:val="Hyperlink"/>
              </w:rPr>
              <w:t>66. ‘Abd al-Rahman ibn ‘Abd Allah ibn ‘Utbah ibn Mas’ud al-Kufi al-Mas’udi (d.160/776).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Toc484431514 \h</w:instrText>
            </w:r>
            <w:r w:rsidR="00904AC9">
              <w:rPr>
                <w:webHidden/>
                <w:rtl/>
              </w:rPr>
              <w:instrText xml:space="preserve"> </w:instrText>
            </w:r>
            <w:r>
              <w:rPr>
                <w:webHidden/>
                <w:rtl/>
              </w:rPr>
            </w:r>
            <w:r>
              <w:rPr>
                <w:webHidden/>
                <w:rtl/>
              </w:rPr>
              <w:fldChar w:fldCharType="separate"/>
            </w:r>
            <w:r w:rsidR="00DF6B08">
              <w:rPr>
                <w:webHidden/>
              </w:rPr>
              <w:t>49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15" w:history="1">
            <w:r w:rsidR="00904AC9" w:rsidRPr="00B0174B">
              <w:rPr>
                <w:rStyle w:val="Hyperlink"/>
              </w:rPr>
              <w:t>67. Muhammad ibn Talhah ibn Musarrif al-Yami al-Kufi (d. 167/ 783).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Toc484431515 \h</w:instrText>
            </w:r>
            <w:r w:rsidR="00904AC9">
              <w:rPr>
                <w:webHidden/>
                <w:rtl/>
              </w:rPr>
              <w:instrText xml:space="preserve"> </w:instrText>
            </w:r>
            <w:r>
              <w:rPr>
                <w:webHidden/>
                <w:rtl/>
              </w:rPr>
            </w:r>
            <w:r>
              <w:rPr>
                <w:webHidden/>
                <w:rtl/>
              </w:rPr>
              <w:fldChar w:fldCharType="separate"/>
            </w:r>
            <w:r w:rsidR="00DF6B08">
              <w:rPr>
                <w:webHidden/>
              </w:rPr>
              <w:t>49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16" w:history="1">
            <w:r w:rsidR="00904AC9" w:rsidRPr="00B0174B">
              <w:rPr>
                <w:rStyle w:val="Hyperlink"/>
              </w:rPr>
              <w:t>68. Abu ‘Awanah al-­Waddah ibn ‘Abd Allah al-­Yashkari al-­Wasiti al-Bazzaz (d. 176/792).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Toc484431516 \h</w:instrText>
            </w:r>
            <w:r w:rsidR="00904AC9">
              <w:rPr>
                <w:webHidden/>
                <w:rtl/>
              </w:rPr>
              <w:instrText xml:space="preserve"> </w:instrText>
            </w:r>
            <w:r>
              <w:rPr>
                <w:webHidden/>
                <w:rtl/>
              </w:rPr>
            </w:r>
            <w:r>
              <w:rPr>
                <w:webHidden/>
                <w:rtl/>
              </w:rPr>
              <w:fldChar w:fldCharType="separate"/>
            </w:r>
            <w:r w:rsidR="00DF6B08">
              <w:rPr>
                <w:webHidden/>
              </w:rPr>
              <w:t>49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17" w:history="1">
            <w:r w:rsidR="00904AC9" w:rsidRPr="00B0174B">
              <w:rPr>
                <w:rStyle w:val="Hyperlink"/>
              </w:rPr>
              <w:t>69. Sharik ibn ‘Abd Allah al-Qadi (d. 177/793).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Toc484431517 \h</w:instrText>
            </w:r>
            <w:r w:rsidR="00904AC9">
              <w:rPr>
                <w:webHidden/>
                <w:rtl/>
              </w:rPr>
              <w:instrText xml:space="preserve"> </w:instrText>
            </w:r>
            <w:r>
              <w:rPr>
                <w:webHidden/>
                <w:rtl/>
              </w:rPr>
            </w:r>
            <w:r>
              <w:rPr>
                <w:webHidden/>
                <w:rtl/>
              </w:rPr>
              <w:fldChar w:fldCharType="separate"/>
            </w:r>
            <w:r w:rsidR="00DF6B08">
              <w:rPr>
                <w:webHidden/>
              </w:rPr>
              <w:t>49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18" w:history="1">
            <w:r w:rsidR="00904AC9" w:rsidRPr="00B0174B">
              <w:rPr>
                <w:rStyle w:val="Hyperlink"/>
              </w:rPr>
              <w:t>70. Hassan ibn Ibrahim ibn ‘Abd Allah al-­Kirmani (d. 176/792).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Toc484431518 \h</w:instrText>
            </w:r>
            <w:r w:rsidR="00904AC9">
              <w:rPr>
                <w:webHidden/>
                <w:rtl/>
              </w:rPr>
              <w:instrText xml:space="preserve"> </w:instrText>
            </w:r>
            <w:r>
              <w:rPr>
                <w:webHidden/>
                <w:rtl/>
              </w:rPr>
            </w:r>
            <w:r>
              <w:rPr>
                <w:webHidden/>
                <w:rtl/>
              </w:rPr>
              <w:fldChar w:fldCharType="separate"/>
            </w:r>
            <w:r w:rsidR="00DF6B08">
              <w:rPr>
                <w:webHidden/>
              </w:rPr>
              <w:t>49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19" w:history="1">
            <w:r w:rsidR="00904AC9" w:rsidRPr="00B0174B">
              <w:rPr>
                <w:rStyle w:val="Hyperlink"/>
              </w:rPr>
              <w:t>71. Jarir ibn ‘Abd al-Hamid al-Dabbi al-Kufi (d. 188/803).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Toc484431519 \h</w:instrText>
            </w:r>
            <w:r w:rsidR="00904AC9">
              <w:rPr>
                <w:webHidden/>
                <w:rtl/>
              </w:rPr>
              <w:instrText xml:space="preserve"> </w:instrText>
            </w:r>
            <w:r>
              <w:rPr>
                <w:webHidden/>
                <w:rtl/>
              </w:rPr>
            </w:r>
            <w:r>
              <w:rPr>
                <w:webHidden/>
                <w:rtl/>
              </w:rPr>
              <w:fldChar w:fldCharType="separate"/>
            </w:r>
            <w:r w:rsidR="00DF6B08">
              <w:rPr>
                <w:webHidden/>
              </w:rPr>
              <w:t>49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20" w:history="1">
            <w:r w:rsidR="00904AC9" w:rsidRPr="00B0174B">
              <w:rPr>
                <w:rStyle w:val="Hyperlink"/>
              </w:rPr>
              <w:t>72. Abu Bishr Isma’il ibn Ibrahim ibn Muqsim al-Asadi al-Basri, known as Ibn ‘Ulayyah (d. 193/808).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Toc484431520 \h</w:instrText>
            </w:r>
            <w:r w:rsidR="00904AC9">
              <w:rPr>
                <w:webHidden/>
                <w:rtl/>
              </w:rPr>
              <w:instrText xml:space="preserve"> </w:instrText>
            </w:r>
            <w:r>
              <w:rPr>
                <w:webHidden/>
                <w:rtl/>
              </w:rPr>
            </w:r>
            <w:r>
              <w:rPr>
                <w:webHidden/>
                <w:rtl/>
              </w:rPr>
              <w:fldChar w:fldCharType="separate"/>
            </w:r>
            <w:r w:rsidR="00DF6B08">
              <w:rPr>
                <w:webHidden/>
              </w:rPr>
              <w:t>49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21" w:history="1">
            <w:r w:rsidR="00904AC9" w:rsidRPr="00B0174B">
              <w:rPr>
                <w:rStyle w:val="Hyperlink"/>
              </w:rPr>
              <w:t>73. Abu ‘Abd al-Rahman Muhammad ibn al-Fudayl al-Dabbi al-Kufi (d. 194/809).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Toc484431521 \h</w:instrText>
            </w:r>
            <w:r w:rsidR="00904AC9">
              <w:rPr>
                <w:webHidden/>
                <w:rtl/>
              </w:rPr>
              <w:instrText xml:space="preserve"> </w:instrText>
            </w:r>
            <w:r>
              <w:rPr>
                <w:webHidden/>
                <w:rtl/>
              </w:rPr>
            </w:r>
            <w:r>
              <w:rPr>
                <w:webHidden/>
                <w:rtl/>
              </w:rPr>
              <w:fldChar w:fldCharType="separate"/>
            </w:r>
            <w:r w:rsidR="00DF6B08">
              <w:rPr>
                <w:webHidden/>
              </w:rPr>
              <w:t>50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22" w:history="1">
            <w:r w:rsidR="00904AC9" w:rsidRPr="00B0174B">
              <w:rPr>
                <w:rStyle w:val="Hyperlink"/>
              </w:rPr>
              <w:t>74. ‘Abd Allah ibn Numayr al-Hamdani (d. 199/814).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Toc484431522 \h</w:instrText>
            </w:r>
            <w:r w:rsidR="00904AC9">
              <w:rPr>
                <w:webHidden/>
                <w:rtl/>
              </w:rPr>
              <w:instrText xml:space="preserve"> </w:instrText>
            </w:r>
            <w:r>
              <w:rPr>
                <w:webHidden/>
                <w:rtl/>
              </w:rPr>
            </w:r>
            <w:r>
              <w:rPr>
                <w:webHidden/>
                <w:rtl/>
              </w:rPr>
              <w:fldChar w:fldCharType="separate"/>
            </w:r>
            <w:r w:rsidR="00DF6B08">
              <w:rPr>
                <w:webHidden/>
              </w:rPr>
              <w:t>50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23" w:history="1">
            <w:r w:rsidR="00904AC9" w:rsidRPr="00B0174B">
              <w:rPr>
                <w:rStyle w:val="Hyperlink"/>
              </w:rPr>
              <w:t>75. Habib ibn Abi Thabit (d. 119/737).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Toc484431523 \h</w:instrText>
            </w:r>
            <w:r w:rsidR="00904AC9">
              <w:rPr>
                <w:webHidden/>
                <w:rtl/>
              </w:rPr>
              <w:instrText xml:space="preserve"> </w:instrText>
            </w:r>
            <w:r>
              <w:rPr>
                <w:webHidden/>
                <w:rtl/>
              </w:rPr>
            </w:r>
            <w:r>
              <w:rPr>
                <w:webHidden/>
                <w:rtl/>
              </w:rPr>
              <w:fldChar w:fldCharType="separate"/>
            </w:r>
            <w:r w:rsidR="00DF6B08">
              <w:rPr>
                <w:webHidden/>
              </w:rPr>
              <w:t>50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24" w:history="1">
            <w:r w:rsidR="00904AC9" w:rsidRPr="00B0174B">
              <w:rPr>
                <w:rStyle w:val="Hyperlink"/>
              </w:rPr>
              <w:t>76. Abu Ishaq ‘Amr ibn ‘Abd Allah al-­Sabi’i (d. 129/746).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Toc484431524 \h</w:instrText>
            </w:r>
            <w:r w:rsidR="00904AC9">
              <w:rPr>
                <w:webHidden/>
                <w:rtl/>
              </w:rPr>
              <w:instrText xml:space="preserve"> </w:instrText>
            </w:r>
            <w:r>
              <w:rPr>
                <w:webHidden/>
                <w:rtl/>
              </w:rPr>
            </w:r>
            <w:r>
              <w:rPr>
                <w:webHidden/>
                <w:rtl/>
              </w:rPr>
              <w:fldChar w:fldCharType="separate"/>
            </w:r>
            <w:r w:rsidR="00DF6B08">
              <w:rPr>
                <w:webHidden/>
              </w:rPr>
              <w:t>50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25" w:history="1">
            <w:r w:rsidR="00904AC9" w:rsidRPr="00B0174B">
              <w:rPr>
                <w:rStyle w:val="Hyperlink"/>
              </w:rPr>
              <w:t>77. Muhammad ibn ‘Umar ibn ‘Ali ibn Abi Talib.</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Toc484431525 \h</w:instrText>
            </w:r>
            <w:r w:rsidR="00904AC9">
              <w:rPr>
                <w:webHidden/>
                <w:rtl/>
              </w:rPr>
              <w:instrText xml:space="preserve"> </w:instrText>
            </w:r>
            <w:r>
              <w:rPr>
                <w:webHidden/>
                <w:rtl/>
              </w:rPr>
            </w:r>
            <w:r>
              <w:rPr>
                <w:webHidden/>
                <w:rtl/>
              </w:rPr>
              <w:fldChar w:fldCharType="separate"/>
            </w:r>
            <w:r w:rsidR="00DF6B08">
              <w:rPr>
                <w:webHidden/>
              </w:rPr>
              <w:t>50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26" w:history="1">
            <w:r w:rsidR="00904AC9" w:rsidRPr="00B0174B">
              <w:rPr>
                <w:rStyle w:val="Hyperlink"/>
              </w:rPr>
              <w:t>78. Hakim ibn Jubayr al-Asadi.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Toc484431526 \h</w:instrText>
            </w:r>
            <w:r w:rsidR="00904AC9">
              <w:rPr>
                <w:webHidden/>
                <w:rtl/>
              </w:rPr>
              <w:instrText xml:space="preserve"> </w:instrText>
            </w:r>
            <w:r>
              <w:rPr>
                <w:webHidden/>
                <w:rtl/>
              </w:rPr>
            </w:r>
            <w:r>
              <w:rPr>
                <w:webHidden/>
                <w:rtl/>
              </w:rPr>
              <w:fldChar w:fldCharType="separate"/>
            </w:r>
            <w:r w:rsidR="00DF6B08">
              <w:rPr>
                <w:webHidden/>
              </w:rPr>
              <w:t>50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27" w:history="1">
            <w:r w:rsidR="00904AC9" w:rsidRPr="00B0174B">
              <w:rPr>
                <w:rStyle w:val="Hyperlink"/>
              </w:rPr>
              <w:t>79. Zakariyya ibn Abi Za'idah (d. 147/764).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Toc484431527 \h</w:instrText>
            </w:r>
            <w:r w:rsidR="00904AC9">
              <w:rPr>
                <w:webHidden/>
                <w:rtl/>
              </w:rPr>
              <w:instrText xml:space="preserve"> </w:instrText>
            </w:r>
            <w:r>
              <w:rPr>
                <w:webHidden/>
                <w:rtl/>
              </w:rPr>
            </w:r>
            <w:r>
              <w:rPr>
                <w:webHidden/>
                <w:rtl/>
              </w:rPr>
              <w:fldChar w:fldCharType="separate"/>
            </w:r>
            <w:r w:rsidR="00DF6B08">
              <w:rPr>
                <w:webHidden/>
              </w:rPr>
              <w:t>50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28" w:history="1">
            <w:r w:rsidR="00904AC9" w:rsidRPr="00B0174B">
              <w:rPr>
                <w:rStyle w:val="Hyperlink"/>
              </w:rPr>
              <w:t>80. Fitr ibn Khalifah al-­Makhzumi (d. 153 or 155/770 or 772).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Toc484431528 \h</w:instrText>
            </w:r>
            <w:r w:rsidR="00904AC9">
              <w:rPr>
                <w:webHidden/>
                <w:rtl/>
              </w:rPr>
              <w:instrText xml:space="preserve"> </w:instrText>
            </w:r>
            <w:r>
              <w:rPr>
                <w:webHidden/>
                <w:rtl/>
              </w:rPr>
            </w:r>
            <w:r>
              <w:rPr>
                <w:webHidden/>
                <w:rtl/>
              </w:rPr>
              <w:fldChar w:fldCharType="separate"/>
            </w:r>
            <w:r w:rsidR="00DF6B08">
              <w:rPr>
                <w:webHidden/>
              </w:rPr>
              <w:t>50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29" w:history="1">
            <w:r w:rsidR="00904AC9" w:rsidRPr="00B0174B">
              <w:rPr>
                <w:rStyle w:val="Hyperlink"/>
              </w:rPr>
              <w:t>81. Kathir ibn Zayd (d. 158/774).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Toc484431529 \h</w:instrText>
            </w:r>
            <w:r w:rsidR="00904AC9">
              <w:rPr>
                <w:webHidden/>
                <w:rtl/>
              </w:rPr>
              <w:instrText xml:space="preserve"> </w:instrText>
            </w:r>
            <w:r>
              <w:rPr>
                <w:webHidden/>
                <w:rtl/>
              </w:rPr>
            </w:r>
            <w:r>
              <w:rPr>
                <w:webHidden/>
                <w:rtl/>
              </w:rPr>
              <w:fldChar w:fldCharType="separate"/>
            </w:r>
            <w:r w:rsidR="00DF6B08">
              <w:rPr>
                <w:webHidden/>
              </w:rPr>
              <w:t>50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30" w:history="1">
            <w:r w:rsidR="00904AC9" w:rsidRPr="00B0174B">
              <w:rPr>
                <w:rStyle w:val="Hyperlink"/>
              </w:rPr>
              <w:t>82. Ma’ruf ibn Kharrabudh al-Makki.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Toc484431530 \h</w:instrText>
            </w:r>
            <w:r w:rsidR="00904AC9">
              <w:rPr>
                <w:webHidden/>
                <w:rtl/>
              </w:rPr>
              <w:instrText xml:space="preserve"> </w:instrText>
            </w:r>
            <w:r>
              <w:rPr>
                <w:webHidden/>
                <w:rtl/>
              </w:rPr>
            </w:r>
            <w:r>
              <w:rPr>
                <w:webHidden/>
                <w:rtl/>
              </w:rPr>
              <w:fldChar w:fldCharType="separate"/>
            </w:r>
            <w:r w:rsidR="00DF6B08">
              <w:rPr>
                <w:webHidden/>
              </w:rPr>
              <w:t>50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31" w:history="1">
            <w:r w:rsidR="00904AC9" w:rsidRPr="00B0174B">
              <w:rPr>
                <w:rStyle w:val="Hyperlink"/>
              </w:rPr>
              <w:t>83. Abu al-Jahhaf Dawud ibn Abi ‘Awf al-Tamimi.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Toc484431531 \h</w:instrText>
            </w:r>
            <w:r w:rsidR="00904AC9">
              <w:rPr>
                <w:webHidden/>
                <w:rtl/>
              </w:rPr>
              <w:instrText xml:space="preserve"> </w:instrText>
            </w:r>
            <w:r>
              <w:rPr>
                <w:webHidden/>
                <w:rtl/>
              </w:rPr>
            </w:r>
            <w:r>
              <w:rPr>
                <w:webHidden/>
                <w:rtl/>
              </w:rPr>
              <w:fldChar w:fldCharType="separate"/>
            </w:r>
            <w:r w:rsidR="00DF6B08">
              <w:rPr>
                <w:webHidden/>
              </w:rPr>
              <w:t>51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32" w:history="1">
            <w:r w:rsidR="00904AC9" w:rsidRPr="00B0174B">
              <w:rPr>
                <w:rStyle w:val="Hyperlink"/>
              </w:rPr>
              <w:t>84. Salih ibn Abi al-Aswad al-Laythi.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Toc484431532 \h</w:instrText>
            </w:r>
            <w:r w:rsidR="00904AC9">
              <w:rPr>
                <w:webHidden/>
                <w:rtl/>
              </w:rPr>
              <w:instrText xml:space="preserve"> </w:instrText>
            </w:r>
            <w:r>
              <w:rPr>
                <w:webHidden/>
                <w:rtl/>
              </w:rPr>
            </w:r>
            <w:r>
              <w:rPr>
                <w:webHidden/>
                <w:rtl/>
              </w:rPr>
              <w:fldChar w:fldCharType="separate"/>
            </w:r>
            <w:r w:rsidR="00DF6B08">
              <w:rPr>
                <w:webHidden/>
              </w:rPr>
              <w:t>51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33" w:history="1">
            <w:r w:rsidR="00904AC9" w:rsidRPr="00B0174B">
              <w:rPr>
                <w:rStyle w:val="Hyperlink"/>
              </w:rPr>
              <w:t>85. Abu al-Jarud Ziyad ibn al-Mundhir al-Abdi.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Toc484431533 \h</w:instrText>
            </w:r>
            <w:r w:rsidR="00904AC9">
              <w:rPr>
                <w:webHidden/>
                <w:rtl/>
              </w:rPr>
              <w:instrText xml:space="preserve"> </w:instrText>
            </w:r>
            <w:r>
              <w:rPr>
                <w:webHidden/>
                <w:rtl/>
              </w:rPr>
            </w:r>
            <w:r>
              <w:rPr>
                <w:webHidden/>
                <w:rtl/>
              </w:rPr>
              <w:fldChar w:fldCharType="separate"/>
            </w:r>
            <w:r w:rsidR="00DF6B08">
              <w:rPr>
                <w:webHidden/>
              </w:rPr>
              <w:t>51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34" w:history="1">
            <w:r w:rsidR="00904AC9" w:rsidRPr="00B0174B">
              <w:rPr>
                <w:rStyle w:val="Hyperlink"/>
              </w:rPr>
              <w:t>86. Hatim ibn Isma’il al-Madani (d. 186/802).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Toc484431534 \h</w:instrText>
            </w:r>
            <w:r w:rsidR="00904AC9">
              <w:rPr>
                <w:webHidden/>
                <w:rtl/>
              </w:rPr>
              <w:instrText xml:space="preserve"> </w:instrText>
            </w:r>
            <w:r>
              <w:rPr>
                <w:webHidden/>
                <w:rtl/>
              </w:rPr>
            </w:r>
            <w:r>
              <w:rPr>
                <w:webHidden/>
                <w:rtl/>
              </w:rPr>
              <w:fldChar w:fldCharType="separate"/>
            </w:r>
            <w:r w:rsidR="00DF6B08">
              <w:rPr>
                <w:webHidden/>
              </w:rPr>
              <w:t>51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35" w:history="1">
            <w:r w:rsidR="00904AC9" w:rsidRPr="00B0174B">
              <w:rPr>
                <w:rStyle w:val="Hyperlink"/>
              </w:rPr>
              <w:t>87. Kathir ibn Isma’il al-Nawa' al-Kufi.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Toc484431535 \h</w:instrText>
            </w:r>
            <w:r w:rsidR="00904AC9">
              <w:rPr>
                <w:webHidden/>
                <w:rtl/>
              </w:rPr>
              <w:instrText xml:space="preserve"> </w:instrText>
            </w:r>
            <w:r>
              <w:rPr>
                <w:webHidden/>
                <w:rtl/>
              </w:rPr>
            </w:r>
            <w:r>
              <w:rPr>
                <w:webHidden/>
                <w:rtl/>
              </w:rPr>
              <w:fldChar w:fldCharType="separate"/>
            </w:r>
            <w:r w:rsidR="00DF6B08">
              <w:rPr>
                <w:webHidden/>
              </w:rPr>
              <w:t>51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36" w:history="1">
            <w:r w:rsidR="00904AC9" w:rsidRPr="00B0174B">
              <w:rPr>
                <w:rStyle w:val="Hyperlink"/>
              </w:rPr>
              <w:t>88. Abu al-Hasan ‘Ali ibn Musahhar al-Qarashi (d. 189/805).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Toc484431536 \h</w:instrText>
            </w:r>
            <w:r w:rsidR="00904AC9">
              <w:rPr>
                <w:webHidden/>
                <w:rtl/>
              </w:rPr>
              <w:instrText xml:space="preserve"> </w:instrText>
            </w:r>
            <w:r>
              <w:rPr>
                <w:webHidden/>
                <w:rtl/>
              </w:rPr>
            </w:r>
            <w:r>
              <w:rPr>
                <w:webHidden/>
                <w:rtl/>
              </w:rPr>
              <w:fldChar w:fldCharType="separate"/>
            </w:r>
            <w:r w:rsidR="00DF6B08">
              <w:rPr>
                <w:webHidden/>
              </w:rPr>
              <w:t>51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37" w:history="1">
            <w:r w:rsidR="00904AC9" w:rsidRPr="00B0174B">
              <w:rPr>
                <w:rStyle w:val="Hyperlink"/>
              </w:rPr>
              <w:t>89. ‘AIi ibn Thabit al-Jazari.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Toc484431537 \h</w:instrText>
            </w:r>
            <w:r w:rsidR="00904AC9">
              <w:rPr>
                <w:webHidden/>
                <w:rtl/>
              </w:rPr>
              <w:instrText xml:space="preserve"> </w:instrText>
            </w:r>
            <w:r>
              <w:rPr>
                <w:webHidden/>
                <w:rtl/>
              </w:rPr>
            </w:r>
            <w:r>
              <w:rPr>
                <w:webHidden/>
                <w:rtl/>
              </w:rPr>
              <w:fldChar w:fldCharType="separate"/>
            </w:r>
            <w:r w:rsidR="00DF6B08">
              <w:rPr>
                <w:webHidden/>
              </w:rPr>
              <w:t>51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38" w:history="1">
            <w:r w:rsidR="00904AC9" w:rsidRPr="00B0174B">
              <w:rPr>
                <w:rStyle w:val="Hyperlink"/>
              </w:rPr>
              <w:t>90. ‘Abd Allah ibn Sinan al-Zuhri.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Toc484431538 \h</w:instrText>
            </w:r>
            <w:r w:rsidR="00904AC9">
              <w:rPr>
                <w:webHidden/>
                <w:rtl/>
              </w:rPr>
              <w:instrText xml:space="preserve"> </w:instrText>
            </w:r>
            <w:r>
              <w:rPr>
                <w:webHidden/>
                <w:rtl/>
              </w:rPr>
            </w:r>
            <w:r>
              <w:rPr>
                <w:webHidden/>
                <w:rtl/>
              </w:rPr>
              <w:fldChar w:fldCharType="separate"/>
            </w:r>
            <w:r w:rsidR="00DF6B08">
              <w:rPr>
                <w:webHidden/>
              </w:rPr>
              <w:t>51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39" w:history="1">
            <w:r w:rsidR="00904AC9" w:rsidRPr="00B0174B">
              <w:rPr>
                <w:rStyle w:val="Hyperlink"/>
              </w:rPr>
              <w:t>91. Harun ibn Sa’d al-’Ijli.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Toc484431539 \h</w:instrText>
            </w:r>
            <w:r w:rsidR="00904AC9">
              <w:rPr>
                <w:webHidden/>
                <w:rtl/>
              </w:rPr>
              <w:instrText xml:space="preserve"> </w:instrText>
            </w:r>
            <w:r>
              <w:rPr>
                <w:webHidden/>
                <w:rtl/>
              </w:rPr>
            </w:r>
            <w:r>
              <w:rPr>
                <w:webHidden/>
                <w:rtl/>
              </w:rPr>
              <w:fldChar w:fldCharType="separate"/>
            </w:r>
            <w:r w:rsidR="00DF6B08">
              <w:rPr>
                <w:webHidden/>
              </w:rPr>
              <w:t>51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40" w:history="1">
            <w:r w:rsidR="00904AC9" w:rsidRPr="00B0174B">
              <w:rPr>
                <w:rStyle w:val="Hyperlink"/>
              </w:rPr>
              <w:t>92. Yunus ibn Arqam.</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Toc484431540 \h</w:instrText>
            </w:r>
            <w:r w:rsidR="00904AC9">
              <w:rPr>
                <w:webHidden/>
                <w:rtl/>
              </w:rPr>
              <w:instrText xml:space="preserve"> </w:instrText>
            </w:r>
            <w:r>
              <w:rPr>
                <w:webHidden/>
                <w:rtl/>
              </w:rPr>
            </w:r>
            <w:r>
              <w:rPr>
                <w:webHidden/>
                <w:rtl/>
              </w:rPr>
              <w:fldChar w:fldCharType="separate"/>
            </w:r>
            <w:r w:rsidR="00DF6B08">
              <w:rPr>
                <w:webHidden/>
              </w:rPr>
              <w:t>52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41" w:history="1">
            <w:r w:rsidR="00904AC9" w:rsidRPr="00B0174B">
              <w:rPr>
                <w:rStyle w:val="Hyperlink"/>
              </w:rPr>
              <w:t>93. ‘Uthman ibn Abi Zur’ah al-Mughirah al-Thaqafi al-Kufi.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Toc484431541 \h</w:instrText>
            </w:r>
            <w:r w:rsidR="00904AC9">
              <w:rPr>
                <w:webHidden/>
                <w:rtl/>
              </w:rPr>
              <w:instrText xml:space="preserve"> </w:instrText>
            </w:r>
            <w:r>
              <w:rPr>
                <w:webHidden/>
                <w:rtl/>
              </w:rPr>
            </w:r>
            <w:r>
              <w:rPr>
                <w:webHidden/>
                <w:rtl/>
              </w:rPr>
              <w:fldChar w:fldCharType="separate"/>
            </w:r>
            <w:r w:rsidR="00DF6B08">
              <w:rPr>
                <w:webHidden/>
              </w:rPr>
              <w:t>52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42" w:history="1">
            <w:r w:rsidR="00904AC9" w:rsidRPr="00B0174B">
              <w:rPr>
                <w:rStyle w:val="Hyperlink"/>
              </w:rPr>
              <w:t>94. Zayd ibn al-Hasan al-Qarashi al-Anmati, Abu al-Husayn al-Kufi.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Toc484431542 \h</w:instrText>
            </w:r>
            <w:r w:rsidR="00904AC9">
              <w:rPr>
                <w:webHidden/>
                <w:rtl/>
              </w:rPr>
              <w:instrText xml:space="preserve"> </w:instrText>
            </w:r>
            <w:r>
              <w:rPr>
                <w:webHidden/>
                <w:rtl/>
              </w:rPr>
            </w:r>
            <w:r>
              <w:rPr>
                <w:webHidden/>
                <w:rtl/>
              </w:rPr>
              <w:fldChar w:fldCharType="separate"/>
            </w:r>
            <w:r w:rsidR="00DF6B08">
              <w:rPr>
                <w:webHidden/>
              </w:rPr>
              <w:t>52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43" w:history="1">
            <w:r w:rsidR="00904AC9" w:rsidRPr="00B0174B">
              <w:rPr>
                <w:rStyle w:val="Hyperlink"/>
              </w:rPr>
              <w:t>Notes</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Toc484431543 \h</w:instrText>
            </w:r>
            <w:r w:rsidR="00904AC9">
              <w:rPr>
                <w:webHidden/>
                <w:rtl/>
              </w:rPr>
              <w:instrText xml:space="preserve"> </w:instrText>
            </w:r>
            <w:r>
              <w:rPr>
                <w:webHidden/>
                <w:rtl/>
              </w:rPr>
            </w:r>
            <w:r>
              <w:rPr>
                <w:webHidden/>
                <w:rtl/>
              </w:rPr>
              <w:fldChar w:fldCharType="separate"/>
            </w:r>
            <w:r w:rsidR="00DF6B08">
              <w:rPr>
                <w:webHidden/>
              </w:rPr>
              <w:t>52</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544" w:history="1">
            <w:r w:rsidR="00904AC9" w:rsidRPr="00B0174B">
              <w:rPr>
                <w:rStyle w:val="Hyperlink"/>
              </w:rPr>
              <w:t>Narrators of Hadith al-Thaqalayn of Third- Ninth Century</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Toc484431544 \h</w:instrText>
            </w:r>
            <w:r w:rsidR="00904AC9">
              <w:rPr>
                <w:webHidden/>
                <w:rtl/>
              </w:rPr>
              <w:instrText xml:space="preserve"> </w:instrText>
            </w:r>
            <w:r>
              <w:rPr>
                <w:webHidden/>
                <w:rtl/>
              </w:rPr>
            </w:r>
            <w:r>
              <w:rPr>
                <w:webHidden/>
                <w:rtl/>
              </w:rPr>
              <w:fldChar w:fldCharType="separate"/>
            </w:r>
            <w:r w:rsidR="00DF6B08">
              <w:rPr>
                <w:webHidden/>
              </w:rPr>
              <w:t>54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45" w:history="1">
            <w:r w:rsidR="00904AC9" w:rsidRPr="00B0174B">
              <w:rPr>
                <w:rStyle w:val="Hyperlink"/>
              </w:rPr>
              <w:t>95. Muhammad ibn ‘Abd Allah Abu Ahmad al-Zubayri al-Habbal al-Kufi (d. 203/818).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Toc484431545 \h</w:instrText>
            </w:r>
            <w:r w:rsidR="00904AC9">
              <w:rPr>
                <w:webHidden/>
                <w:rtl/>
              </w:rPr>
              <w:instrText xml:space="preserve"> </w:instrText>
            </w:r>
            <w:r>
              <w:rPr>
                <w:webHidden/>
                <w:rtl/>
              </w:rPr>
            </w:r>
            <w:r>
              <w:rPr>
                <w:webHidden/>
                <w:rtl/>
              </w:rPr>
              <w:fldChar w:fldCharType="separate"/>
            </w:r>
            <w:r w:rsidR="00DF6B08">
              <w:rPr>
                <w:webHidden/>
              </w:rPr>
              <w:t>54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46" w:history="1">
            <w:r w:rsidR="00904AC9" w:rsidRPr="00B0174B">
              <w:rPr>
                <w:rStyle w:val="Hyperlink"/>
              </w:rPr>
              <w:t>96. Abu ‘Amir ‘Abd al-Malik ibn ‘Amr ibn Qays al-Aqadi al-Basri (d. 204/819).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Toc484431546 \h</w:instrText>
            </w:r>
            <w:r w:rsidR="00904AC9">
              <w:rPr>
                <w:webHidden/>
                <w:rtl/>
              </w:rPr>
              <w:instrText xml:space="preserve"> </w:instrText>
            </w:r>
            <w:r>
              <w:rPr>
                <w:webHidden/>
                <w:rtl/>
              </w:rPr>
            </w:r>
            <w:r>
              <w:rPr>
                <w:webHidden/>
                <w:rtl/>
              </w:rPr>
              <w:fldChar w:fldCharType="separate"/>
            </w:r>
            <w:r w:rsidR="00DF6B08">
              <w:rPr>
                <w:webHidden/>
              </w:rPr>
              <w:t>54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47" w:history="1">
            <w:r w:rsidR="00904AC9" w:rsidRPr="00B0174B">
              <w:rPr>
                <w:rStyle w:val="Hyperlink"/>
              </w:rPr>
              <w:t>97. Ja’far ibn ‘Awn al-Makhzumi al-Kufi (d. 206/821).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Toc484431547 \h</w:instrText>
            </w:r>
            <w:r w:rsidR="00904AC9">
              <w:rPr>
                <w:webHidden/>
                <w:rtl/>
              </w:rPr>
              <w:instrText xml:space="preserve"> </w:instrText>
            </w:r>
            <w:r>
              <w:rPr>
                <w:webHidden/>
                <w:rtl/>
              </w:rPr>
            </w:r>
            <w:r>
              <w:rPr>
                <w:webHidden/>
                <w:rtl/>
              </w:rPr>
              <w:fldChar w:fldCharType="separate"/>
            </w:r>
            <w:r w:rsidR="00DF6B08">
              <w:rPr>
                <w:webHidden/>
              </w:rPr>
              <w:t>54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48" w:history="1">
            <w:r w:rsidR="00904AC9" w:rsidRPr="00B0174B">
              <w:rPr>
                <w:rStyle w:val="Hyperlink"/>
              </w:rPr>
              <w:t>98. Yazid ibn Harun al-Wasiti (d. 206/821).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Toc484431548 \h</w:instrText>
            </w:r>
            <w:r w:rsidR="00904AC9">
              <w:rPr>
                <w:webHidden/>
                <w:rtl/>
              </w:rPr>
              <w:instrText xml:space="preserve"> </w:instrText>
            </w:r>
            <w:r>
              <w:rPr>
                <w:webHidden/>
                <w:rtl/>
              </w:rPr>
            </w:r>
            <w:r>
              <w:rPr>
                <w:webHidden/>
                <w:rtl/>
              </w:rPr>
              <w:fldChar w:fldCharType="separate"/>
            </w:r>
            <w:r w:rsidR="00DF6B08">
              <w:rPr>
                <w:webHidden/>
              </w:rPr>
              <w:t>54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49" w:history="1">
            <w:r w:rsidR="00904AC9" w:rsidRPr="00B0174B">
              <w:rPr>
                <w:rStyle w:val="Hyperlink"/>
              </w:rPr>
              <w:t>99. Al-Aswad ibn ‘Amir Shadhan al-Wasiti (d. 205/820).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Toc484431549 \h</w:instrText>
            </w:r>
            <w:r w:rsidR="00904AC9">
              <w:rPr>
                <w:webHidden/>
                <w:rtl/>
              </w:rPr>
              <w:instrText xml:space="preserve"> </w:instrText>
            </w:r>
            <w:r>
              <w:rPr>
                <w:webHidden/>
                <w:rtl/>
              </w:rPr>
            </w:r>
            <w:r>
              <w:rPr>
                <w:webHidden/>
                <w:rtl/>
              </w:rPr>
              <w:fldChar w:fldCharType="separate"/>
            </w:r>
            <w:r w:rsidR="00DF6B08">
              <w:rPr>
                <w:webHidden/>
              </w:rPr>
              <w:t>54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50" w:history="1">
            <w:r w:rsidR="00904AC9" w:rsidRPr="00B0174B">
              <w:rPr>
                <w:rStyle w:val="Hyperlink"/>
              </w:rPr>
              <w:t>100. Ya’la ibn 'Ubayd al-Tanafisi (d. 209/824).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Toc484431550 \h</w:instrText>
            </w:r>
            <w:r w:rsidR="00904AC9">
              <w:rPr>
                <w:webHidden/>
                <w:rtl/>
              </w:rPr>
              <w:instrText xml:space="preserve"> </w:instrText>
            </w:r>
            <w:r>
              <w:rPr>
                <w:webHidden/>
                <w:rtl/>
              </w:rPr>
            </w:r>
            <w:r>
              <w:rPr>
                <w:webHidden/>
                <w:rtl/>
              </w:rPr>
              <w:fldChar w:fldCharType="separate"/>
            </w:r>
            <w:r w:rsidR="00DF6B08">
              <w:rPr>
                <w:webHidden/>
              </w:rPr>
              <w:t>54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51" w:history="1">
            <w:r w:rsidR="00904AC9" w:rsidRPr="00B0174B">
              <w:rPr>
                <w:rStyle w:val="Hyperlink"/>
              </w:rPr>
              <w:t>101. ‘Ubayd Allah ibn Musa al-Absi al-Kufi (d. 213/828).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Toc484431551 \h</w:instrText>
            </w:r>
            <w:r w:rsidR="00904AC9">
              <w:rPr>
                <w:webHidden/>
                <w:rtl/>
              </w:rPr>
              <w:instrText xml:space="preserve"> </w:instrText>
            </w:r>
            <w:r>
              <w:rPr>
                <w:webHidden/>
                <w:rtl/>
              </w:rPr>
            </w:r>
            <w:r>
              <w:rPr>
                <w:webHidden/>
                <w:rtl/>
              </w:rPr>
              <w:fldChar w:fldCharType="separate"/>
            </w:r>
            <w:r w:rsidR="00DF6B08">
              <w:rPr>
                <w:webHidden/>
              </w:rPr>
              <w:t>54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52" w:history="1">
            <w:r w:rsidR="00904AC9" w:rsidRPr="00B0174B">
              <w:rPr>
                <w:rStyle w:val="Hyperlink"/>
              </w:rPr>
              <w:t>102. Talid ibn Sulayman al-Muharibi al-Kufi.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Toc484431552 \h</w:instrText>
            </w:r>
            <w:r w:rsidR="00904AC9">
              <w:rPr>
                <w:webHidden/>
                <w:rtl/>
              </w:rPr>
              <w:instrText xml:space="preserve"> </w:instrText>
            </w:r>
            <w:r>
              <w:rPr>
                <w:webHidden/>
                <w:rtl/>
              </w:rPr>
            </w:r>
            <w:r>
              <w:rPr>
                <w:webHidden/>
                <w:rtl/>
              </w:rPr>
              <w:fldChar w:fldCharType="separate"/>
            </w:r>
            <w:r w:rsidR="00DF6B08">
              <w:rPr>
                <w:webHidden/>
              </w:rPr>
              <w:t>54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53" w:history="1">
            <w:r w:rsidR="00904AC9" w:rsidRPr="00B0174B">
              <w:rPr>
                <w:rStyle w:val="Hyperlink"/>
              </w:rPr>
              <w:t>103. Hashim ibn al-Qasim Abu al-Nasr (Nadr) al-Kinani al-Baghdadi (d. 207/822).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Toc484431553 \h</w:instrText>
            </w:r>
            <w:r w:rsidR="00904AC9">
              <w:rPr>
                <w:webHidden/>
                <w:rtl/>
              </w:rPr>
              <w:instrText xml:space="preserve"> </w:instrText>
            </w:r>
            <w:r>
              <w:rPr>
                <w:webHidden/>
                <w:rtl/>
              </w:rPr>
            </w:r>
            <w:r>
              <w:rPr>
                <w:webHidden/>
                <w:rtl/>
              </w:rPr>
              <w:fldChar w:fldCharType="separate"/>
            </w:r>
            <w:r w:rsidR="00DF6B08">
              <w:rPr>
                <w:webHidden/>
              </w:rPr>
              <w:t>55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54" w:history="1">
            <w:r w:rsidR="00904AC9" w:rsidRPr="00B0174B">
              <w:rPr>
                <w:rStyle w:val="Hyperlink"/>
              </w:rPr>
              <w:t>104. Yahya ibn Hammad ibn Abi Ziyad al-Shaybani al-Basri (d. 215/830).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Toc484431554 \h</w:instrText>
            </w:r>
            <w:r w:rsidR="00904AC9">
              <w:rPr>
                <w:webHidden/>
                <w:rtl/>
              </w:rPr>
              <w:instrText xml:space="preserve"> </w:instrText>
            </w:r>
            <w:r>
              <w:rPr>
                <w:webHidden/>
                <w:rtl/>
              </w:rPr>
            </w:r>
            <w:r>
              <w:rPr>
                <w:webHidden/>
                <w:rtl/>
              </w:rPr>
              <w:fldChar w:fldCharType="separate"/>
            </w:r>
            <w:r w:rsidR="00DF6B08">
              <w:rPr>
                <w:webHidden/>
              </w:rPr>
              <w:t>55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55" w:history="1">
            <w:r w:rsidR="00904AC9" w:rsidRPr="00B0174B">
              <w:rPr>
                <w:rStyle w:val="Hyperlink"/>
              </w:rPr>
              <w:t>105. Abu Ghassan al-Nahdi Malik ibn Isma’il al-Kufi (d. 219/834).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Toc484431555 \h</w:instrText>
            </w:r>
            <w:r w:rsidR="00904AC9">
              <w:rPr>
                <w:webHidden/>
                <w:rtl/>
              </w:rPr>
              <w:instrText xml:space="preserve"> </w:instrText>
            </w:r>
            <w:r>
              <w:rPr>
                <w:webHidden/>
                <w:rtl/>
              </w:rPr>
            </w:r>
            <w:r>
              <w:rPr>
                <w:webHidden/>
                <w:rtl/>
              </w:rPr>
              <w:fldChar w:fldCharType="separate"/>
            </w:r>
            <w:r w:rsidR="00DF6B08">
              <w:rPr>
                <w:webHidden/>
              </w:rPr>
              <w:t>55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56" w:history="1">
            <w:r w:rsidR="00904AC9" w:rsidRPr="00B0174B">
              <w:rPr>
                <w:rStyle w:val="Hyperlink"/>
              </w:rPr>
              <w:t>106. Muhammad ibn Sa’id ibn Sulayman ibn al-Isfahani (d. 220/835).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Toc484431556 \h</w:instrText>
            </w:r>
            <w:r w:rsidR="00904AC9">
              <w:rPr>
                <w:webHidden/>
                <w:rtl/>
              </w:rPr>
              <w:instrText xml:space="preserve"> </w:instrText>
            </w:r>
            <w:r>
              <w:rPr>
                <w:webHidden/>
                <w:rtl/>
              </w:rPr>
            </w:r>
            <w:r>
              <w:rPr>
                <w:webHidden/>
                <w:rtl/>
              </w:rPr>
              <w:fldChar w:fldCharType="separate"/>
            </w:r>
            <w:r w:rsidR="00DF6B08">
              <w:rPr>
                <w:webHidden/>
              </w:rPr>
              <w:t>55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57" w:history="1">
            <w:r w:rsidR="00904AC9" w:rsidRPr="00B0174B">
              <w:rPr>
                <w:rStyle w:val="Hyperlink"/>
              </w:rPr>
              <w:t>107. Muhammad ibn Kathir al-Abdi al-Basri (d. 223/837)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Toc484431557 \h</w:instrText>
            </w:r>
            <w:r w:rsidR="00904AC9">
              <w:rPr>
                <w:webHidden/>
                <w:rtl/>
              </w:rPr>
              <w:instrText xml:space="preserve"> </w:instrText>
            </w:r>
            <w:r>
              <w:rPr>
                <w:webHidden/>
                <w:rtl/>
              </w:rPr>
            </w:r>
            <w:r>
              <w:rPr>
                <w:webHidden/>
                <w:rtl/>
              </w:rPr>
              <w:fldChar w:fldCharType="separate"/>
            </w:r>
            <w:r w:rsidR="00DF6B08">
              <w:rPr>
                <w:webHidden/>
              </w:rPr>
              <w:t>55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58" w:history="1">
            <w:r w:rsidR="00904AC9" w:rsidRPr="00B0174B">
              <w:rPr>
                <w:rStyle w:val="Hyperlink"/>
              </w:rPr>
              <w:t>108. Sa’id ibn Sulayman al-Wasiti al-Baghdadi (d. 225/839).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Toc484431558 \h</w:instrText>
            </w:r>
            <w:r w:rsidR="00904AC9">
              <w:rPr>
                <w:webHidden/>
                <w:rtl/>
              </w:rPr>
              <w:instrText xml:space="preserve"> </w:instrText>
            </w:r>
            <w:r>
              <w:rPr>
                <w:webHidden/>
                <w:rtl/>
              </w:rPr>
            </w:r>
            <w:r>
              <w:rPr>
                <w:webHidden/>
                <w:rtl/>
              </w:rPr>
              <w:fldChar w:fldCharType="separate"/>
            </w:r>
            <w:r w:rsidR="00DF6B08">
              <w:rPr>
                <w:webHidden/>
              </w:rPr>
              <w:t>55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59" w:history="1">
            <w:r w:rsidR="00904AC9" w:rsidRPr="00B0174B">
              <w:rPr>
                <w:rStyle w:val="Hyperlink"/>
              </w:rPr>
              <w:t>109. ‘Abd Allah ibn Bukayr al-Ghanawi.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Toc484431559 \h</w:instrText>
            </w:r>
            <w:r w:rsidR="00904AC9">
              <w:rPr>
                <w:webHidden/>
                <w:rtl/>
              </w:rPr>
              <w:instrText xml:space="preserve"> </w:instrText>
            </w:r>
            <w:r>
              <w:rPr>
                <w:webHidden/>
                <w:rtl/>
              </w:rPr>
            </w:r>
            <w:r>
              <w:rPr>
                <w:webHidden/>
                <w:rtl/>
              </w:rPr>
              <w:fldChar w:fldCharType="separate"/>
            </w:r>
            <w:r w:rsidR="00DF6B08">
              <w:rPr>
                <w:webHidden/>
              </w:rPr>
              <w:t>55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60" w:history="1">
            <w:r w:rsidR="00904AC9" w:rsidRPr="00B0174B">
              <w:rPr>
                <w:rStyle w:val="Hyperlink"/>
              </w:rPr>
              <w:t>110. Abu Ja’far Muhammad ibn Habib al-Hashimi al-Baghdadi (d. 215/830).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Toc484431560 \h</w:instrText>
            </w:r>
            <w:r w:rsidR="00904AC9">
              <w:rPr>
                <w:webHidden/>
                <w:rtl/>
              </w:rPr>
              <w:instrText xml:space="preserve"> </w:instrText>
            </w:r>
            <w:r>
              <w:rPr>
                <w:webHidden/>
                <w:rtl/>
              </w:rPr>
            </w:r>
            <w:r>
              <w:rPr>
                <w:webHidden/>
                <w:rtl/>
              </w:rPr>
              <w:fldChar w:fldCharType="separate"/>
            </w:r>
            <w:r w:rsidR="00DF6B08">
              <w:rPr>
                <w:webHidden/>
              </w:rPr>
              <w:t>55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61" w:history="1">
            <w:r w:rsidR="00904AC9" w:rsidRPr="00B0174B">
              <w:rPr>
                <w:rStyle w:val="Hyperlink"/>
              </w:rPr>
              <w:t>111. Sa’id ibn Mansur al-Khurasani (d. 227/841).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Toc484431561 \h</w:instrText>
            </w:r>
            <w:r w:rsidR="00904AC9">
              <w:rPr>
                <w:webHidden/>
                <w:rtl/>
              </w:rPr>
              <w:instrText xml:space="preserve"> </w:instrText>
            </w:r>
            <w:r>
              <w:rPr>
                <w:webHidden/>
                <w:rtl/>
              </w:rPr>
            </w:r>
            <w:r>
              <w:rPr>
                <w:webHidden/>
                <w:rtl/>
              </w:rPr>
              <w:fldChar w:fldCharType="separate"/>
            </w:r>
            <w:r w:rsidR="00DF6B08">
              <w:rPr>
                <w:webHidden/>
              </w:rPr>
              <w:t>55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62" w:history="1">
            <w:r w:rsidR="00904AC9" w:rsidRPr="00B0174B">
              <w:rPr>
                <w:rStyle w:val="Hyperlink"/>
              </w:rPr>
              <w:t>112. Dawud ibn ‘Amr al-Dabbi al-Baghdadi (d. 228/842).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Toc484431562 \h</w:instrText>
            </w:r>
            <w:r w:rsidR="00904AC9">
              <w:rPr>
                <w:webHidden/>
                <w:rtl/>
              </w:rPr>
              <w:instrText xml:space="preserve"> </w:instrText>
            </w:r>
            <w:r>
              <w:rPr>
                <w:webHidden/>
                <w:rtl/>
              </w:rPr>
            </w:r>
            <w:r>
              <w:rPr>
                <w:webHidden/>
                <w:rtl/>
              </w:rPr>
              <w:fldChar w:fldCharType="separate"/>
            </w:r>
            <w:r w:rsidR="00DF6B08">
              <w:rPr>
                <w:webHidden/>
              </w:rPr>
              <w:t>56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63" w:history="1">
            <w:r w:rsidR="00904AC9" w:rsidRPr="00B0174B">
              <w:rPr>
                <w:rStyle w:val="Hyperlink"/>
              </w:rPr>
              <w:t>113. ‘Ammar ibn Nasr al-Maruzi al-Baghdadi (d. 229/843).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Toc484431563 \h</w:instrText>
            </w:r>
            <w:r w:rsidR="00904AC9">
              <w:rPr>
                <w:webHidden/>
                <w:rtl/>
              </w:rPr>
              <w:instrText xml:space="preserve"> </w:instrText>
            </w:r>
            <w:r>
              <w:rPr>
                <w:webHidden/>
                <w:rtl/>
              </w:rPr>
            </w:r>
            <w:r>
              <w:rPr>
                <w:webHidden/>
                <w:rtl/>
              </w:rPr>
              <w:fldChar w:fldCharType="separate"/>
            </w:r>
            <w:r w:rsidR="00DF6B08">
              <w:rPr>
                <w:webHidden/>
              </w:rPr>
              <w:t>56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64" w:history="1">
            <w:r w:rsidR="00904AC9" w:rsidRPr="00B0174B">
              <w:rPr>
                <w:rStyle w:val="Hyperlink"/>
              </w:rPr>
              <w:t>114. Abu ‘Abd Allah Muhammad ibn Sa’d al-Zuhri al-Basri (d. 230/844).</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Toc484431564 \h</w:instrText>
            </w:r>
            <w:r w:rsidR="00904AC9">
              <w:rPr>
                <w:webHidden/>
                <w:rtl/>
              </w:rPr>
              <w:instrText xml:space="preserve"> </w:instrText>
            </w:r>
            <w:r>
              <w:rPr>
                <w:webHidden/>
                <w:rtl/>
              </w:rPr>
            </w:r>
            <w:r>
              <w:rPr>
                <w:webHidden/>
                <w:rtl/>
              </w:rPr>
              <w:fldChar w:fldCharType="separate"/>
            </w:r>
            <w:r w:rsidR="00DF6B08">
              <w:rPr>
                <w:webHidden/>
              </w:rPr>
              <w:t>56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65" w:history="1">
            <w:r w:rsidR="00904AC9" w:rsidRPr="00B0174B">
              <w:rPr>
                <w:rStyle w:val="Hyperlink"/>
              </w:rPr>
              <w:t>115. Abu Muhammad Khalaf ibn Salim al-Mukharrimi al-Muhallabi al-Sindi al-Baghdadi (d. 231/845).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Toc484431565 \h</w:instrText>
            </w:r>
            <w:r w:rsidR="00904AC9">
              <w:rPr>
                <w:webHidden/>
                <w:rtl/>
              </w:rPr>
              <w:instrText xml:space="preserve"> </w:instrText>
            </w:r>
            <w:r>
              <w:rPr>
                <w:webHidden/>
                <w:rtl/>
              </w:rPr>
            </w:r>
            <w:r>
              <w:rPr>
                <w:webHidden/>
                <w:rtl/>
              </w:rPr>
              <w:fldChar w:fldCharType="separate"/>
            </w:r>
            <w:r w:rsidR="00DF6B08">
              <w:rPr>
                <w:webHidden/>
              </w:rPr>
              <w:t>56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66" w:history="1">
            <w:r w:rsidR="00904AC9" w:rsidRPr="00B0174B">
              <w:rPr>
                <w:rStyle w:val="Hyperlink"/>
              </w:rPr>
              <w:t>116. Minjab ibn Al-Harith al-Tamimi al-Kufi (d. 231/845).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Toc484431566 \h</w:instrText>
            </w:r>
            <w:r w:rsidR="00904AC9">
              <w:rPr>
                <w:webHidden/>
                <w:rtl/>
              </w:rPr>
              <w:instrText xml:space="preserve"> </w:instrText>
            </w:r>
            <w:r>
              <w:rPr>
                <w:webHidden/>
                <w:rtl/>
              </w:rPr>
            </w:r>
            <w:r>
              <w:rPr>
                <w:webHidden/>
                <w:rtl/>
              </w:rPr>
              <w:fldChar w:fldCharType="separate"/>
            </w:r>
            <w:r w:rsidR="00DF6B08">
              <w:rPr>
                <w:webHidden/>
              </w:rPr>
              <w:t>56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67" w:history="1">
            <w:r w:rsidR="00904AC9" w:rsidRPr="00B0174B">
              <w:rPr>
                <w:rStyle w:val="Hyperlink"/>
              </w:rPr>
              <w:t>117. Zuhayr ibn Harb ibn Shaddad, Abu Khaythamah al-Nasa'i (d. 234/848).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Toc484431567 \h</w:instrText>
            </w:r>
            <w:r w:rsidR="00904AC9">
              <w:rPr>
                <w:webHidden/>
                <w:rtl/>
              </w:rPr>
              <w:instrText xml:space="preserve"> </w:instrText>
            </w:r>
            <w:r>
              <w:rPr>
                <w:webHidden/>
                <w:rtl/>
              </w:rPr>
            </w:r>
            <w:r>
              <w:rPr>
                <w:webHidden/>
                <w:rtl/>
              </w:rPr>
              <w:fldChar w:fldCharType="separate"/>
            </w:r>
            <w:r w:rsidR="00DF6B08">
              <w:rPr>
                <w:webHidden/>
              </w:rPr>
              <w:t>56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68" w:history="1">
            <w:r w:rsidR="00904AC9" w:rsidRPr="00B0174B">
              <w:rPr>
                <w:rStyle w:val="Hyperlink"/>
              </w:rPr>
              <w:t>118. Abu al-Fadl Shuja’ ibn Makhlad al-Fallas al-Baghawi al-Baghdadi (d. 235/849).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Toc484431568 \h</w:instrText>
            </w:r>
            <w:r w:rsidR="00904AC9">
              <w:rPr>
                <w:webHidden/>
                <w:rtl/>
              </w:rPr>
              <w:instrText xml:space="preserve"> </w:instrText>
            </w:r>
            <w:r>
              <w:rPr>
                <w:webHidden/>
                <w:rtl/>
              </w:rPr>
            </w:r>
            <w:r>
              <w:rPr>
                <w:webHidden/>
                <w:rtl/>
              </w:rPr>
              <w:fldChar w:fldCharType="separate"/>
            </w:r>
            <w:r w:rsidR="00DF6B08">
              <w:rPr>
                <w:webHidden/>
              </w:rPr>
              <w:t>56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69" w:history="1">
            <w:r w:rsidR="00904AC9" w:rsidRPr="00B0174B">
              <w:rPr>
                <w:rStyle w:val="Hyperlink"/>
              </w:rPr>
              <w:t>119. Abu Bakr ‘Abd Allah ibn Muhammad, known as Ibn Abi Shaybah al-Kufi (d. 235/849).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Toc484431569 \h</w:instrText>
            </w:r>
            <w:r w:rsidR="00904AC9">
              <w:rPr>
                <w:webHidden/>
                <w:rtl/>
              </w:rPr>
              <w:instrText xml:space="preserve"> </w:instrText>
            </w:r>
            <w:r>
              <w:rPr>
                <w:webHidden/>
                <w:rtl/>
              </w:rPr>
            </w:r>
            <w:r>
              <w:rPr>
                <w:webHidden/>
                <w:rtl/>
              </w:rPr>
              <w:fldChar w:fldCharType="separate"/>
            </w:r>
            <w:r w:rsidR="00DF6B08">
              <w:rPr>
                <w:webHidden/>
              </w:rPr>
              <w:t>57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70" w:history="1">
            <w:r w:rsidR="00904AC9" w:rsidRPr="00B0174B">
              <w:rPr>
                <w:rStyle w:val="Hyperlink"/>
              </w:rPr>
              <w:t>120. ‘Abd al-Rahman ibn Salih al-Azdi al-Kufi (d. 235/849), settled in Baghdad.</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Toc484431570 \h</w:instrText>
            </w:r>
            <w:r w:rsidR="00904AC9">
              <w:rPr>
                <w:webHidden/>
                <w:rtl/>
              </w:rPr>
              <w:instrText xml:space="preserve"> </w:instrText>
            </w:r>
            <w:r>
              <w:rPr>
                <w:webHidden/>
                <w:rtl/>
              </w:rPr>
            </w:r>
            <w:r>
              <w:rPr>
                <w:webHidden/>
                <w:rtl/>
              </w:rPr>
              <w:fldChar w:fldCharType="separate"/>
            </w:r>
            <w:r w:rsidR="00DF6B08">
              <w:rPr>
                <w:webHidden/>
              </w:rPr>
              <w:t>57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71" w:history="1">
            <w:r w:rsidR="00904AC9" w:rsidRPr="00B0174B">
              <w:rPr>
                <w:rStyle w:val="Hyperlink"/>
              </w:rPr>
              <w:t>121. Bishr ibn al-Walid al-Kindi (d. 238/852).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Toc484431571 \h</w:instrText>
            </w:r>
            <w:r w:rsidR="00904AC9">
              <w:rPr>
                <w:webHidden/>
                <w:rtl/>
              </w:rPr>
              <w:instrText xml:space="preserve"> </w:instrText>
            </w:r>
            <w:r>
              <w:rPr>
                <w:webHidden/>
                <w:rtl/>
              </w:rPr>
            </w:r>
            <w:r>
              <w:rPr>
                <w:webHidden/>
                <w:rtl/>
              </w:rPr>
              <w:fldChar w:fldCharType="separate"/>
            </w:r>
            <w:r w:rsidR="00DF6B08">
              <w:rPr>
                <w:webHidden/>
              </w:rPr>
              <w:t>57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72" w:history="1">
            <w:r w:rsidR="00904AC9" w:rsidRPr="00B0174B">
              <w:rPr>
                <w:rStyle w:val="Hyperlink"/>
              </w:rPr>
              <w:t>122. Muhammad ibn Bakkar ibn al-Rayyan al-Hashimi al-Baghdadi (d. 238/852).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Toc484431572 \h</w:instrText>
            </w:r>
            <w:r w:rsidR="00904AC9">
              <w:rPr>
                <w:webHidden/>
                <w:rtl/>
              </w:rPr>
              <w:instrText xml:space="preserve"> </w:instrText>
            </w:r>
            <w:r>
              <w:rPr>
                <w:webHidden/>
                <w:rtl/>
              </w:rPr>
            </w:r>
            <w:r>
              <w:rPr>
                <w:webHidden/>
                <w:rtl/>
              </w:rPr>
              <w:fldChar w:fldCharType="separate"/>
            </w:r>
            <w:r w:rsidR="00DF6B08">
              <w:rPr>
                <w:webHidden/>
              </w:rPr>
              <w:t>57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73" w:history="1">
            <w:r w:rsidR="00904AC9" w:rsidRPr="00B0174B">
              <w:rPr>
                <w:rStyle w:val="Hyperlink"/>
              </w:rPr>
              <w:t>123. Abu Ya’qub Ishaq ibn Ibrahim, known as Ibn Rahwayh (d. 238/852).</w:t>
            </w:r>
            <w:r w:rsidR="00904AC9">
              <w:rPr>
                <w:webHidden/>
                <w:rtl/>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Toc484431573 \h</w:instrText>
            </w:r>
            <w:r w:rsidR="00904AC9">
              <w:rPr>
                <w:webHidden/>
                <w:rtl/>
              </w:rPr>
              <w:instrText xml:space="preserve"> </w:instrText>
            </w:r>
            <w:r>
              <w:rPr>
                <w:webHidden/>
                <w:rtl/>
              </w:rPr>
            </w:r>
            <w:r>
              <w:rPr>
                <w:webHidden/>
                <w:rtl/>
              </w:rPr>
              <w:fldChar w:fldCharType="separate"/>
            </w:r>
            <w:r w:rsidR="00DF6B08">
              <w:rPr>
                <w:webHidden/>
              </w:rPr>
              <w:t>57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74" w:history="1">
            <w:r w:rsidR="00904AC9" w:rsidRPr="00B0174B">
              <w:rPr>
                <w:rStyle w:val="Hyperlink"/>
              </w:rPr>
              <w:t>124. Abu Muhammad Wahban ibn Baqiyyah ibn ‘Uthman al-Wasiti (d. 239/853).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Toc484431574 \h</w:instrText>
            </w:r>
            <w:r w:rsidR="00904AC9">
              <w:rPr>
                <w:webHidden/>
                <w:rtl/>
              </w:rPr>
              <w:instrText xml:space="preserve"> </w:instrText>
            </w:r>
            <w:r>
              <w:rPr>
                <w:webHidden/>
                <w:rtl/>
              </w:rPr>
            </w:r>
            <w:r>
              <w:rPr>
                <w:webHidden/>
                <w:rtl/>
              </w:rPr>
              <w:fldChar w:fldCharType="separate"/>
            </w:r>
            <w:r w:rsidR="00DF6B08">
              <w:rPr>
                <w:webHidden/>
              </w:rPr>
              <w:t>57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75" w:history="1">
            <w:r w:rsidR="00904AC9" w:rsidRPr="00B0174B">
              <w:rPr>
                <w:rStyle w:val="Hyperlink"/>
              </w:rPr>
              <w:t>125. Ahmad ibn Muhammad ibn Hanbal al-Shaybani (d. 241/855).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Toc484431575 \h</w:instrText>
            </w:r>
            <w:r w:rsidR="00904AC9">
              <w:rPr>
                <w:webHidden/>
                <w:rtl/>
              </w:rPr>
              <w:instrText xml:space="preserve"> </w:instrText>
            </w:r>
            <w:r>
              <w:rPr>
                <w:webHidden/>
                <w:rtl/>
              </w:rPr>
            </w:r>
            <w:r>
              <w:rPr>
                <w:webHidden/>
                <w:rtl/>
              </w:rPr>
              <w:fldChar w:fldCharType="separate"/>
            </w:r>
            <w:r w:rsidR="00DF6B08">
              <w:rPr>
                <w:webHidden/>
              </w:rPr>
              <w:t>57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76" w:history="1">
            <w:r w:rsidR="00904AC9" w:rsidRPr="00B0174B">
              <w:rPr>
                <w:rStyle w:val="Hyperlink"/>
              </w:rPr>
              <w:t>126. Ja’far ibn Hamid al-Qarashi al-Kufi (d. 240/854).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Toc484431576 \h</w:instrText>
            </w:r>
            <w:r w:rsidR="00904AC9">
              <w:rPr>
                <w:webHidden/>
                <w:rtl/>
              </w:rPr>
              <w:instrText xml:space="preserve"> </w:instrText>
            </w:r>
            <w:r>
              <w:rPr>
                <w:webHidden/>
                <w:rtl/>
              </w:rPr>
            </w:r>
            <w:r>
              <w:rPr>
                <w:webHidden/>
                <w:rtl/>
              </w:rPr>
              <w:fldChar w:fldCharType="separate"/>
            </w:r>
            <w:r w:rsidR="00DF6B08">
              <w:rPr>
                <w:webHidden/>
              </w:rPr>
              <w:t>58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77" w:history="1">
            <w:r w:rsidR="00904AC9" w:rsidRPr="00B0174B">
              <w:rPr>
                <w:rStyle w:val="Hyperlink"/>
              </w:rPr>
              <w:t>127. Isma’il ibn Musa al-Fazari ibn Bint al-Suddi al-Kufi (d. 245/859).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Toc484431577 \h</w:instrText>
            </w:r>
            <w:r w:rsidR="00904AC9">
              <w:rPr>
                <w:webHidden/>
                <w:rtl/>
              </w:rPr>
              <w:instrText xml:space="preserve"> </w:instrText>
            </w:r>
            <w:r>
              <w:rPr>
                <w:webHidden/>
                <w:rtl/>
              </w:rPr>
            </w:r>
            <w:r>
              <w:rPr>
                <w:webHidden/>
                <w:rtl/>
              </w:rPr>
              <w:fldChar w:fldCharType="separate"/>
            </w:r>
            <w:r w:rsidR="00DF6B08">
              <w:rPr>
                <w:webHidden/>
              </w:rPr>
              <w:t>58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78" w:history="1">
            <w:r w:rsidR="00904AC9" w:rsidRPr="00B0174B">
              <w:rPr>
                <w:rStyle w:val="Hyperlink"/>
              </w:rPr>
              <w:t>128. Sufyan ibn Waki’ ibn al-Jarrah (d. 247/861).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Toc484431578 \h</w:instrText>
            </w:r>
            <w:r w:rsidR="00904AC9">
              <w:rPr>
                <w:webHidden/>
                <w:rtl/>
              </w:rPr>
              <w:instrText xml:space="preserve"> </w:instrText>
            </w:r>
            <w:r>
              <w:rPr>
                <w:webHidden/>
                <w:rtl/>
              </w:rPr>
            </w:r>
            <w:r>
              <w:rPr>
                <w:webHidden/>
                <w:rtl/>
              </w:rPr>
              <w:fldChar w:fldCharType="separate"/>
            </w:r>
            <w:r w:rsidR="00DF6B08">
              <w:rPr>
                <w:webHidden/>
              </w:rPr>
              <w:t>58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79" w:history="1">
            <w:r w:rsidR="00904AC9" w:rsidRPr="00B0174B">
              <w:rPr>
                <w:rStyle w:val="Hyperlink"/>
              </w:rPr>
              <w:t>129. Nasr ibn ‘Abd al-Rahman ibn Bakkar al-Baji al-Kufi al-Washsha' (d. 248/862).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Toc484431579 \h</w:instrText>
            </w:r>
            <w:r w:rsidR="00904AC9">
              <w:rPr>
                <w:webHidden/>
                <w:rtl/>
              </w:rPr>
              <w:instrText xml:space="preserve"> </w:instrText>
            </w:r>
            <w:r>
              <w:rPr>
                <w:webHidden/>
                <w:rtl/>
              </w:rPr>
            </w:r>
            <w:r>
              <w:rPr>
                <w:webHidden/>
                <w:rtl/>
              </w:rPr>
              <w:fldChar w:fldCharType="separate"/>
            </w:r>
            <w:r w:rsidR="00DF6B08">
              <w:rPr>
                <w:webHidden/>
              </w:rPr>
              <w:t>58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80" w:history="1">
            <w:r w:rsidR="00904AC9" w:rsidRPr="00B0174B">
              <w:rPr>
                <w:rStyle w:val="Hyperlink"/>
              </w:rPr>
              <w:t>130. Abu Muhammad ‘Abd ibn Hamid al-Kissi (or al-Kashshi) (d. 249/863).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Toc484431580 \h</w:instrText>
            </w:r>
            <w:r w:rsidR="00904AC9">
              <w:rPr>
                <w:webHidden/>
                <w:rtl/>
              </w:rPr>
              <w:instrText xml:space="preserve"> </w:instrText>
            </w:r>
            <w:r>
              <w:rPr>
                <w:webHidden/>
                <w:rtl/>
              </w:rPr>
            </w:r>
            <w:r>
              <w:rPr>
                <w:webHidden/>
                <w:rtl/>
              </w:rPr>
              <w:fldChar w:fldCharType="separate"/>
            </w:r>
            <w:r w:rsidR="00DF6B08">
              <w:rPr>
                <w:webHidden/>
              </w:rPr>
              <w:t>58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81" w:history="1">
            <w:r w:rsidR="00904AC9" w:rsidRPr="00B0174B">
              <w:rPr>
                <w:rStyle w:val="Hyperlink"/>
              </w:rPr>
              <w:t>131. ‘Abbad ibn Ya’qub al-Rawajini al-Asadi (d.250/864).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Toc484431581 \h</w:instrText>
            </w:r>
            <w:r w:rsidR="00904AC9">
              <w:rPr>
                <w:webHidden/>
                <w:rtl/>
              </w:rPr>
              <w:instrText xml:space="preserve"> </w:instrText>
            </w:r>
            <w:r>
              <w:rPr>
                <w:webHidden/>
                <w:rtl/>
              </w:rPr>
            </w:r>
            <w:r>
              <w:rPr>
                <w:webHidden/>
                <w:rtl/>
              </w:rPr>
              <w:fldChar w:fldCharType="separate"/>
            </w:r>
            <w:r w:rsidR="00DF6B08">
              <w:rPr>
                <w:webHidden/>
              </w:rPr>
              <w:t>58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82" w:history="1">
            <w:r w:rsidR="00904AC9" w:rsidRPr="00B0174B">
              <w:rPr>
                <w:rStyle w:val="Hyperlink"/>
              </w:rPr>
              <w:t>132. Nasr ibn ‘Ali ibn Nasr ibn ‘Ali al-Jahdami al-Basri (d. 250/ 864).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Toc484431582 \h</w:instrText>
            </w:r>
            <w:r w:rsidR="00904AC9">
              <w:rPr>
                <w:webHidden/>
                <w:rtl/>
              </w:rPr>
              <w:instrText xml:space="preserve"> </w:instrText>
            </w:r>
            <w:r>
              <w:rPr>
                <w:webHidden/>
                <w:rtl/>
              </w:rPr>
            </w:r>
            <w:r>
              <w:rPr>
                <w:webHidden/>
                <w:rtl/>
              </w:rPr>
              <w:fldChar w:fldCharType="separate"/>
            </w:r>
            <w:r w:rsidR="00DF6B08">
              <w:rPr>
                <w:webHidden/>
              </w:rPr>
              <w:t>58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83" w:history="1">
            <w:r w:rsidR="00904AC9" w:rsidRPr="00B0174B">
              <w:rPr>
                <w:rStyle w:val="Hyperlink"/>
              </w:rPr>
              <w:t>133. Muhammad ibn al-Muthanna Abu Musa al-Anzi (d. 252/ 866).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Toc484431583 \h</w:instrText>
            </w:r>
            <w:r w:rsidR="00904AC9">
              <w:rPr>
                <w:webHidden/>
                <w:rtl/>
              </w:rPr>
              <w:instrText xml:space="preserve"> </w:instrText>
            </w:r>
            <w:r>
              <w:rPr>
                <w:webHidden/>
                <w:rtl/>
              </w:rPr>
            </w:r>
            <w:r>
              <w:rPr>
                <w:webHidden/>
                <w:rtl/>
              </w:rPr>
              <w:fldChar w:fldCharType="separate"/>
            </w:r>
            <w:r w:rsidR="00DF6B08">
              <w:rPr>
                <w:webHidden/>
              </w:rPr>
              <w:t>58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84" w:history="1">
            <w:r w:rsidR="00904AC9" w:rsidRPr="00B0174B">
              <w:rPr>
                <w:rStyle w:val="Hyperlink"/>
              </w:rPr>
              <w:t>134. Muhammad ibn Yazid, Akhu Karkhwayh al-Wasiti (d. 246/860).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Toc484431584 \h</w:instrText>
            </w:r>
            <w:r w:rsidR="00904AC9">
              <w:rPr>
                <w:webHidden/>
                <w:rtl/>
              </w:rPr>
              <w:instrText xml:space="preserve"> </w:instrText>
            </w:r>
            <w:r>
              <w:rPr>
                <w:webHidden/>
                <w:rtl/>
              </w:rPr>
            </w:r>
            <w:r>
              <w:rPr>
                <w:webHidden/>
                <w:rtl/>
              </w:rPr>
              <w:fldChar w:fldCharType="separate"/>
            </w:r>
            <w:r w:rsidR="00DF6B08">
              <w:rPr>
                <w:webHidden/>
              </w:rPr>
              <w:t>59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85" w:history="1">
            <w:r w:rsidR="00904AC9" w:rsidRPr="00B0174B">
              <w:rPr>
                <w:rStyle w:val="Hyperlink"/>
              </w:rPr>
              <w:t>135. Yusuf ibn Musa al-Qattan (d. 253/867).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Toc484431585 \h</w:instrText>
            </w:r>
            <w:r w:rsidR="00904AC9">
              <w:rPr>
                <w:webHidden/>
                <w:rtl/>
              </w:rPr>
              <w:instrText xml:space="preserve"> </w:instrText>
            </w:r>
            <w:r>
              <w:rPr>
                <w:webHidden/>
                <w:rtl/>
              </w:rPr>
            </w:r>
            <w:r>
              <w:rPr>
                <w:webHidden/>
                <w:rtl/>
              </w:rPr>
              <w:fldChar w:fldCharType="separate"/>
            </w:r>
            <w:r w:rsidR="00DF6B08">
              <w:rPr>
                <w:webHidden/>
              </w:rPr>
              <w:t>59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86" w:history="1">
            <w:r w:rsidR="00904AC9" w:rsidRPr="00B0174B">
              <w:rPr>
                <w:rStyle w:val="Hyperlink"/>
              </w:rPr>
              <w:t>136. Ahmad ibn al-Mansur al-Ramadi (d. 265/878).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Toc484431586 \h</w:instrText>
            </w:r>
            <w:r w:rsidR="00904AC9">
              <w:rPr>
                <w:webHidden/>
                <w:rtl/>
              </w:rPr>
              <w:instrText xml:space="preserve"> </w:instrText>
            </w:r>
            <w:r>
              <w:rPr>
                <w:webHidden/>
                <w:rtl/>
              </w:rPr>
            </w:r>
            <w:r>
              <w:rPr>
                <w:webHidden/>
                <w:rtl/>
              </w:rPr>
              <w:fldChar w:fldCharType="separate"/>
            </w:r>
            <w:r w:rsidR="00DF6B08">
              <w:rPr>
                <w:webHidden/>
              </w:rPr>
              <w:t>59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87" w:history="1">
            <w:r w:rsidR="00904AC9" w:rsidRPr="00B0174B">
              <w:rPr>
                <w:rStyle w:val="Hyperlink"/>
              </w:rPr>
              <w:t>137. Abu Muhammad ‘Abd Allah ibn ‘Abd al-Rahman al-Darimi al-Samarqandi (d. 255/869).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Toc484431587 \h</w:instrText>
            </w:r>
            <w:r w:rsidR="00904AC9">
              <w:rPr>
                <w:webHidden/>
                <w:rtl/>
              </w:rPr>
              <w:instrText xml:space="preserve"> </w:instrText>
            </w:r>
            <w:r>
              <w:rPr>
                <w:webHidden/>
                <w:rtl/>
              </w:rPr>
            </w:r>
            <w:r>
              <w:rPr>
                <w:webHidden/>
                <w:rtl/>
              </w:rPr>
              <w:fldChar w:fldCharType="separate"/>
            </w:r>
            <w:r w:rsidR="00DF6B08">
              <w:rPr>
                <w:webHidden/>
              </w:rPr>
              <w:t>59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88" w:history="1">
            <w:r w:rsidR="00904AC9" w:rsidRPr="00B0174B">
              <w:rPr>
                <w:rStyle w:val="Hyperlink"/>
              </w:rPr>
              <w:t>138. ‘Ali ibn al-Mundhir al-Tariqi al-Kufi (d. 256/870).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Toc484431588 \h</w:instrText>
            </w:r>
            <w:r w:rsidR="00904AC9">
              <w:rPr>
                <w:webHidden/>
                <w:rtl/>
              </w:rPr>
              <w:instrText xml:space="preserve"> </w:instrText>
            </w:r>
            <w:r>
              <w:rPr>
                <w:webHidden/>
                <w:rtl/>
              </w:rPr>
            </w:r>
            <w:r>
              <w:rPr>
                <w:webHidden/>
                <w:rtl/>
              </w:rPr>
              <w:fldChar w:fldCharType="separate"/>
            </w:r>
            <w:r w:rsidR="00DF6B08">
              <w:rPr>
                <w:webHidden/>
              </w:rPr>
              <w:t>59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89" w:history="1">
            <w:r w:rsidR="00904AC9" w:rsidRPr="00B0174B">
              <w:rPr>
                <w:rStyle w:val="Hyperlink"/>
              </w:rPr>
              <w:t>139. Muslim ibn Hajjaj al-Qushayri al-Nishaburi (d. 261/874).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Toc484431589 \h</w:instrText>
            </w:r>
            <w:r w:rsidR="00904AC9">
              <w:rPr>
                <w:webHidden/>
                <w:rtl/>
              </w:rPr>
              <w:instrText xml:space="preserve"> </w:instrText>
            </w:r>
            <w:r>
              <w:rPr>
                <w:webHidden/>
                <w:rtl/>
              </w:rPr>
            </w:r>
            <w:r>
              <w:rPr>
                <w:webHidden/>
                <w:rtl/>
              </w:rPr>
              <w:fldChar w:fldCharType="separate"/>
            </w:r>
            <w:r w:rsidR="00DF6B08">
              <w:rPr>
                <w:webHidden/>
              </w:rPr>
              <w:t>59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90" w:history="1">
            <w:r w:rsidR="00904AC9" w:rsidRPr="00B0174B">
              <w:rPr>
                <w:rStyle w:val="Hyperlink"/>
              </w:rPr>
              <w:t>140. Ahmad ibn Yunus Abu al-Abbas al-Dabbi (d. 268/881)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Toc484431590 \h</w:instrText>
            </w:r>
            <w:r w:rsidR="00904AC9">
              <w:rPr>
                <w:webHidden/>
                <w:rtl/>
              </w:rPr>
              <w:instrText xml:space="preserve"> </w:instrText>
            </w:r>
            <w:r>
              <w:rPr>
                <w:webHidden/>
                <w:rtl/>
              </w:rPr>
            </w:r>
            <w:r>
              <w:rPr>
                <w:webHidden/>
                <w:rtl/>
              </w:rPr>
              <w:fldChar w:fldCharType="separate"/>
            </w:r>
            <w:r w:rsidR="00DF6B08">
              <w:rPr>
                <w:webHidden/>
              </w:rPr>
              <w:t>59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91" w:history="1">
            <w:r w:rsidR="00904AC9" w:rsidRPr="00B0174B">
              <w:rPr>
                <w:rStyle w:val="Hyperlink"/>
              </w:rPr>
              <w:t>141. Ibrahim ibn Marzuq ibn Dinar (d. 270/883).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Toc484431591 \h</w:instrText>
            </w:r>
            <w:r w:rsidR="00904AC9">
              <w:rPr>
                <w:webHidden/>
                <w:rtl/>
              </w:rPr>
              <w:instrText xml:space="preserve"> </w:instrText>
            </w:r>
            <w:r>
              <w:rPr>
                <w:webHidden/>
                <w:rtl/>
              </w:rPr>
            </w:r>
            <w:r>
              <w:rPr>
                <w:webHidden/>
                <w:rtl/>
              </w:rPr>
              <w:fldChar w:fldCharType="separate"/>
            </w:r>
            <w:r w:rsidR="00DF6B08">
              <w:rPr>
                <w:webHidden/>
              </w:rPr>
              <w:t>59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92" w:history="1">
            <w:r w:rsidR="00904AC9" w:rsidRPr="00B0174B">
              <w:rPr>
                <w:rStyle w:val="Hyperlink"/>
              </w:rPr>
              <w:t>142. Al-Husayn ibn ‘Ali ibn Ja’far.</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Toc484431592 \h</w:instrText>
            </w:r>
            <w:r w:rsidR="00904AC9">
              <w:rPr>
                <w:webHidden/>
                <w:rtl/>
              </w:rPr>
              <w:instrText xml:space="preserve"> </w:instrText>
            </w:r>
            <w:r>
              <w:rPr>
                <w:webHidden/>
                <w:rtl/>
              </w:rPr>
            </w:r>
            <w:r>
              <w:rPr>
                <w:webHidden/>
                <w:rtl/>
              </w:rPr>
              <w:fldChar w:fldCharType="separate"/>
            </w:r>
            <w:r w:rsidR="00DF6B08">
              <w:rPr>
                <w:webHidden/>
              </w:rPr>
              <w:t>60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93" w:history="1">
            <w:r w:rsidR="00904AC9" w:rsidRPr="00B0174B">
              <w:rPr>
                <w:rStyle w:val="Hyperlink"/>
              </w:rPr>
              <w:t>143. Muhammad ibn ‘Abd al-Wahhab Abu Ahmad al-Farra' (d. 272/885).</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Toc484431593 \h</w:instrText>
            </w:r>
            <w:r w:rsidR="00904AC9">
              <w:rPr>
                <w:webHidden/>
                <w:rtl/>
              </w:rPr>
              <w:instrText xml:space="preserve"> </w:instrText>
            </w:r>
            <w:r>
              <w:rPr>
                <w:webHidden/>
                <w:rtl/>
              </w:rPr>
            </w:r>
            <w:r>
              <w:rPr>
                <w:webHidden/>
                <w:rtl/>
              </w:rPr>
              <w:fldChar w:fldCharType="separate"/>
            </w:r>
            <w:r w:rsidR="00DF6B08">
              <w:rPr>
                <w:webHidden/>
              </w:rPr>
              <w:t>60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94" w:history="1">
            <w:r w:rsidR="00904AC9" w:rsidRPr="00B0174B">
              <w:rPr>
                <w:rStyle w:val="Hyperlink"/>
              </w:rPr>
              <w:t>144. Abu ‘Abd Allah Muhammad ibn Yazid ibn Majah al-­Qazwini (d. 273/886).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Toc484431594 \h</w:instrText>
            </w:r>
            <w:r w:rsidR="00904AC9">
              <w:rPr>
                <w:webHidden/>
                <w:rtl/>
              </w:rPr>
              <w:instrText xml:space="preserve"> </w:instrText>
            </w:r>
            <w:r>
              <w:rPr>
                <w:webHidden/>
                <w:rtl/>
              </w:rPr>
            </w:r>
            <w:r>
              <w:rPr>
                <w:webHidden/>
                <w:rtl/>
              </w:rPr>
              <w:fldChar w:fldCharType="separate"/>
            </w:r>
            <w:r w:rsidR="00DF6B08">
              <w:rPr>
                <w:webHidden/>
              </w:rPr>
              <w:t>60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95" w:history="1">
            <w:r w:rsidR="00904AC9" w:rsidRPr="00B0174B">
              <w:rPr>
                <w:rStyle w:val="Hyperlink"/>
              </w:rPr>
              <w:t>145. Abu Dawud Sulayman ibn Ash’ath al-Sijistani (d. 275/888).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Toc484431595 \h</w:instrText>
            </w:r>
            <w:r w:rsidR="00904AC9">
              <w:rPr>
                <w:webHidden/>
                <w:rtl/>
              </w:rPr>
              <w:instrText xml:space="preserve"> </w:instrText>
            </w:r>
            <w:r>
              <w:rPr>
                <w:webHidden/>
                <w:rtl/>
              </w:rPr>
            </w:r>
            <w:r>
              <w:rPr>
                <w:webHidden/>
                <w:rtl/>
              </w:rPr>
              <w:fldChar w:fldCharType="separate"/>
            </w:r>
            <w:r w:rsidR="00DF6B08">
              <w:rPr>
                <w:webHidden/>
              </w:rPr>
              <w:t>60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96" w:history="1">
            <w:r w:rsidR="00904AC9" w:rsidRPr="00B0174B">
              <w:rPr>
                <w:rStyle w:val="Hyperlink"/>
              </w:rPr>
              <w:t>146. Abu Qalabah ‘Abd al-Malik ibn Muhammad al-Raqqashi al-Basri (d. 276/889).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Toc484431596 \h</w:instrText>
            </w:r>
            <w:r w:rsidR="00904AC9">
              <w:rPr>
                <w:webHidden/>
                <w:rtl/>
              </w:rPr>
              <w:instrText xml:space="preserve"> </w:instrText>
            </w:r>
            <w:r>
              <w:rPr>
                <w:webHidden/>
                <w:rtl/>
              </w:rPr>
            </w:r>
            <w:r>
              <w:rPr>
                <w:webHidden/>
                <w:rtl/>
              </w:rPr>
              <w:fldChar w:fldCharType="separate"/>
            </w:r>
            <w:r w:rsidR="00DF6B08">
              <w:rPr>
                <w:webHidden/>
              </w:rPr>
              <w:t>60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97" w:history="1">
            <w:r w:rsidR="00904AC9" w:rsidRPr="00B0174B">
              <w:rPr>
                <w:rStyle w:val="Hyperlink"/>
              </w:rPr>
              <w:t>147. Abu Bakr Muhammad ibn Ahmad ibn Abi al-Awwam ibn Yazid ibn Dinar al-Riyahi al-Tamimi (d. 276/889).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Toc484431597 \h</w:instrText>
            </w:r>
            <w:r w:rsidR="00904AC9">
              <w:rPr>
                <w:webHidden/>
                <w:rtl/>
              </w:rPr>
              <w:instrText xml:space="preserve"> </w:instrText>
            </w:r>
            <w:r>
              <w:rPr>
                <w:webHidden/>
                <w:rtl/>
              </w:rPr>
            </w:r>
            <w:r>
              <w:rPr>
                <w:webHidden/>
                <w:rtl/>
              </w:rPr>
              <w:fldChar w:fldCharType="separate"/>
            </w:r>
            <w:r w:rsidR="00DF6B08">
              <w:rPr>
                <w:webHidden/>
              </w:rPr>
              <w:t>60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98" w:history="1">
            <w:r w:rsidR="00904AC9" w:rsidRPr="00B0174B">
              <w:rPr>
                <w:rStyle w:val="Hyperlink"/>
              </w:rPr>
              <w:t>148. Al-Hafiz Ya’qub ibn Sufyan al-Fasawi (d. 277/890).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Toc484431598 \h</w:instrText>
            </w:r>
            <w:r w:rsidR="00904AC9">
              <w:rPr>
                <w:webHidden/>
                <w:rtl/>
              </w:rPr>
              <w:instrText xml:space="preserve"> </w:instrText>
            </w:r>
            <w:r>
              <w:rPr>
                <w:webHidden/>
                <w:rtl/>
              </w:rPr>
            </w:r>
            <w:r>
              <w:rPr>
                <w:webHidden/>
                <w:rtl/>
              </w:rPr>
              <w:fldChar w:fldCharType="separate"/>
            </w:r>
            <w:r w:rsidR="00DF6B08">
              <w:rPr>
                <w:webHidden/>
              </w:rPr>
              <w:t>60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599" w:history="1">
            <w:r w:rsidR="00904AC9" w:rsidRPr="00B0174B">
              <w:rPr>
                <w:rStyle w:val="Hyperlink"/>
              </w:rPr>
              <w:t>149. Ibrahim ibn Ishaq, al-Qadi Abu Ishaq al-Zuhri (d. 277/890).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Toc484431599 \h</w:instrText>
            </w:r>
            <w:r w:rsidR="00904AC9">
              <w:rPr>
                <w:webHidden/>
                <w:rtl/>
              </w:rPr>
              <w:instrText xml:space="preserve"> </w:instrText>
            </w:r>
            <w:r>
              <w:rPr>
                <w:webHidden/>
                <w:rtl/>
              </w:rPr>
            </w:r>
            <w:r>
              <w:rPr>
                <w:webHidden/>
                <w:rtl/>
              </w:rPr>
              <w:fldChar w:fldCharType="separate"/>
            </w:r>
            <w:r w:rsidR="00DF6B08">
              <w:rPr>
                <w:webHidden/>
              </w:rPr>
              <w:t>60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00" w:history="1">
            <w:r w:rsidR="00904AC9" w:rsidRPr="00B0174B">
              <w:rPr>
                <w:rStyle w:val="Hyperlink"/>
              </w:rPr>
              <w:t>150. Abu ‘Isa Muhammad ibn ‘Isa ibn Sawrah al-Tirmidhi (d. 279/ 892).</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Toc484431600 \h</w:instrText>
            </w:r>
            <w:r w:rsidR="00904AC9">
              <w:rPr>
                <w:webHidden/>
                <w:rtl/>
              </w:rPr>
              <w:instrText xml:space="preserve"> </w:instrText>
            </w:r>
            <w:r>
              <w:rPr>
                <w:webHidden/>
                <w:rtl/>
              </w:rPr>
            </w:r>
            <w:r>
              <w:rPr>
                <w:webHidden/>
                <w:rtl/>
              </w:rPr>
              <w:fldChar w:fldCharType="separate"/>
            </w:r>
            <w:r w:rsidR="00DF6B08">
              <w:rPr>
                <w:webHidden/>
              </w:rPr>
              <w:t>61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01" w:history="1">
            <w:r w:rsidR="00904AC9" w:rsidRPr="00B0174B">
              <w:rPr>
                <w:rStyle w:val="Hyperlink"/>
              </w:rPr>
              <w:t>151. Abu Bakr ‘Abd Allah ibn Muhammad ibn ‘Ubayd al-Baghdadi, known as Ibn Abi al­Dunya (d. 281/894).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Toc484431601 \h</w:instrText>
            </w:r>
            <w:r w:rsidR="00904AC9">
              <w:rPr>
                <w:webHidden/>
                <w:rtl/>
              </w:rPr>
              <w:instrText xml:space="preserve"> </w:instrText>
            </w:r>
            <w:r>
              <w:rPr>
                <w:webHidden/>
                <w:rtl/>
              </w:rPr>
            </w:r>
            <w:r>
              <w:rPr>
                <w:webHidden/>
                <w:rtl/>
              </w:rPr>
              <w:fldChar w:fldCharType="separate"/>
            </w:r>
            <w:r w:rsidR="00DF6B08">
              <w:rPr>
                <w:webHidden/>
              </w:rPr>
              <w:t>61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02" w:history="1">
            <w:r w:rsidR="00904AC9" w:rsidRPr="00B0174B">
              <w:rPr>
                <w:rStyle w:val="Hyperlink"/>
              </w:rPr>
              <w:t>152. Abu ‘Abd Allah Muhammad ibn ‘Ali al-Hakim al-Tirmidhi (d. 285/898).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Toc484431602 \h</w:instrText>
            </w:r>
            <w:r w:rsidR="00904AC9">
              <w:rPr>
                <w:webHidden/>
                <w:rtl/>
              </w:rPr>
              <w:instrText xml:space="preserve"> </w:instrText>
            </w:r>
            <w:r>
              <w:rPr>
                <w:webHidden/>
                <w:rtl/>
              </w:rPr>
            </w:r>
            <w:r>
              <w:rPr>
                <w:webHidden/>
                <w:rtl/>
              </w:rPr>
              <w:fldChar w:fldCharType="separate"/>
            </w:r>
            <w:r w:rsidR="00DF6B08">
              <w:rPr>
                <w:webHidden/>
              </w:rPr>
              <w:t>61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03" w:history="1">
            <w:r w:rsidR="00904AC9" w:rsidRPr="00B0174B">
              <w:rPr>
                <w:rStyle w:val="Hyperlink"/>
              </w:rPr>
              <w:t>153. Abu Bakr Ahmad ibn ‘Amr ibn Abi ‘Asim al-Nabil, known as Ibn Abi ‘Asim al-Shaybani (d. 287/900).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Toc484431603 \h</w:instrText>
            </w:r>
            <w:r w:rsidR="00904AC9">
              <w:rPr>
                <w:webHidden/>
                <w:rtl/>
              </w:rPr>
              <w:instrText xml:space="preserve"> </w:instrText>
            </w:r>
            <w:r>
              <w:rPr>
                <w:webHidden/>
                <w:rtl/>
              </w:rPr>
            </w:r>
            <w:r>
              <w:rPr>
                <w:webHidden/>
                <w:rtl/>
              </w:rPr>
              <w:fldChar w:fldCharType="separate"/>
            </w:r>
            <w:r w:rsidR="00DF6B08">
              <w:rPr>
                <w:webHidden/>
              </w:rPr>
              <w:t>61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04" w:history="1">
            <w:r w:rsidR="00904AC9" w:rsidRPr="00B0174B">
              <w:rPr>
                <w:rStyle w:val="Hyperlink"/>
              </w:rPr>
              <w:t>154. Abu ‘Abd al-Rahman ‘Abd Allah ibn Ahmad ibn Hanbal al-Shaybani (d. 290/902).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Toc484431604 \h</w:instrText>
            </w:r>
            <w:r w:rsidR="00904AC9">
              <w:rPr>
                <w:webHidden/>
                <w:rtl/>
              </w:rPr>
              <w:instrText xml:space="preserve"> </w:instrText>
            </w:r>
            <w:r>
              <w:rPr>
                <w:webHidden/>
                <w:rtl/>
              </w:rPr>
            </w:r>
            <w:r>
              <w:rPr>
                <w:webHidden/>
                <w:rtl/>
              </w:rPr>
              <w:fldChar w:fldCharType="separate"/>
            </w:r>
            <w:r w:rsidR="00DF6B08">
              <w:rPr>
                <w:webHidden/>
              </w:rPr>
              <w:t>61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05" w:history="1">
            <w:r w:rsidR="00904AC9" w:rsidRPr="00B0174B">
              <w:rPr>
                <w:rStyle w:val="Hyperlink"/>
              </w:rPr>
              <w:t>155. Muhammad ibn al-Fadl, Abu Ja’far al-Saqati (d. 288/900).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Toc484431605 \h</w:instrText>
            </w:r>
            <w:r w:rsidR="00904AC9">
              <w:rPr>
                <w:webHidden/>
                <w:rtl/>
              </w:rPr>
              <w:instrText xml:space="preserve"> </w:instrText>
            </w:r>
            <w:r>
              <w:rPr>
                <w:webHidden/>
                <w:rtl/>
              </w:rPr>
            </w:r>
            <w:r>
              <w:rPr>
                <w:webHidden/>
                <w:rtl/>
              </w:rPr>
              <w:fldChar w:fldCharType="separate"/>
            </w:r>
            <w:r w:rsidR="00DF6B08">
              <w:rPr>
                <w:webHidden/>
              </w:rPr>
              <w:t>61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06" w:history="1">
            <w:r w:rsidR="00904AC9" w:rsidRPr="00B0174B">
              <w:rPr>
                <w:rStyle w:val="Hyperlink"/>
              </w:rPr>
              <w:t>156. Fahd ibn Sulayman al-Nahhas al-Misri.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Toc484431606 \h</w:instrText>
            </w:r>
            <w:r w:rsidR="00904AC9">
              <w:rPr>
                <w:webHidden/>
                <w:rtl/>
              </w:rPr>
              <w:instrText xml:space="preserve"> </w:instrText>
            </w:r>
            <w:r>
              <w:rPr>
                <w:webHidden/>
                <w:rtl/>
              </w:rPr>
            </w:r>
            <w:r>
              <w:rPr>
                <w:webHidden/>
                <w:rtl/>
              </w:rPr>
              <w:fldChar w:fldCharType="separate"/>
            </w:r>
            <w:r w:rsidR="00DF6B08">
              <w:rPr>
                <w:webHidden/>
              </w:rPr>
              <w:t>61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07" w:history="1">
            <w:r w:rsidR="00904AC9" w:rsidRPr="00B0174B">
              <w:rPr>
                <w:rStyle w:val="Hyperlink"/>
              </w:rPr>
              <w:t>157. Abu al-Abbas Ahmad ibn Yahya al-Shaybani al-Baghdadi, known as Tha’lab (d. 291/904).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Toc484431607 \h</w:instrText>
            </w:r>
            <w:r w:rsidR="00904AC9">
              <w:rPr>
                <w:webHidden/>
                <w:rtl/>
              </w:rPr>
              <w:instrText xml:space="preserve"> </w:instrText>
            </w:r>
            <w:r>
              <w:rPr>
                <w:webHidden/>
                <w:rtl/>
              </w:rPr>
            </w:r>
            <w:r>
              <w:rPr>
                <w:webHidden/>
                <w:rtl/>
              </w:rPr>
              <w:fldChar w:fldCharType="separate"/>
            </w:r>
            <w:r w:rsidR="00DF6B08">
              <w:rPr>
                <w:webHidden/>
              </w:rPr>
              <w:t>61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08" w:history="1">
            <w:r w:rsidR="00904AC9" w:rsidRPr="00B0174B">
              <w:rPr>
                <w:rStyle w:val="Hyperlink"/>
              </w:rPr>
              <w:t>158. Abu Bakr Ahmad ibn ‘Umar ibn ‘Abd al-Khaliq al-Bazzaz (d. 292/905).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Toc484431608 \h</w:instrText>
            </w:r>
            <w:r w:rsidR="00904AC9">
              <w:rPr>
                <w:webHidden/>
                <w:rtl/>
              </w:rPr>
              <w:instrText xml:space="preserve"> </w:instrText>
            </w:r>
            <w:r>
              <w:rPr>
                <w:webHidden/>
                <w:rtl/>
              </w:rPr>
            </w:r>
            <w:r>
              <w:rPr>
                <w:webHidden/>
                <w:rtl/>
              </w:rPr>
              <w:fldChar w:fldCharType="separate"/>
            </w:r>
            <w:r w:rsidR="00DF6B08">
              <w:rPr>
                <w:webHidden/>
              </w:rPr>
              <w:t>62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09" w:history="1">
            <w:r w:rsidR="00904AC9" w:rsidRPr="00B0174B">
              <w:rPr>
                <w:rStyle w:val="Hyperlink"/>
              </w:rPr>
              <w:t>159. Abu Nasr Ahmad ibn Sahl al-Faqih al-Qabbani (d. 292/904).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Toc484431609 \h</w:instrText>
            </w:r>
            <w:r w:rsidR="00904AC9">
              <w:rPr>
                <w:webHidden/>
                <w:rtl/>
              </w:rPr>
              <w:instrText xml:space="preserve"> </w:instrText>
            </w:r>
            <w:r>
              <w:rPr>
                <w:webHidden/>
                <w:rtl/>
              </w:rPr>
            </w:r>
            <w:r>
              <w:rPr>
                <w:webHidden/>
                <w:rtl/>
              </w:rPr>
              <w:fldChar w:fldCharType="separate"/>
            </w:r>
            <w:r w:rsidR="00DF6B08">
              <w:rPr>
                <w:webHidden/>
              </w:rPr>
              <w:t>62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10" w:history="1">
            <w:r w:rsidR="00904AC9" w:rsidRPr="00B0174B">
              <w:rPr>
                <w:rStyle w:val="Hyperlink"/>
              </w:rPr>
              <w:t>160. Ahmad ibn al-Qasim al-Jawhari (d. 293/905).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Toc484431610 \h</w:instrText>
            </w:r>
            <w:r w:rsidR="00904AC9">
              <w:rPr>
                <w:webHidden/>
                <w:rtl/>
              </w:rPr>
              <w:instrText xml:space="preserve"> </w:instrText>
            </w:r>
            <w:r>
              <w:rPr>
                <w:webHidden/>
                <w:rtl/>
              </w:rPr>
            </w:r>
            <w:r>
              <w:rPr>
                <w:webHidden/>
                <w:rtl/>
              </w:rPr>
              <w:fldChar w:fldCharType="separate"/>
            </w:r>
            <w:r w:rsidR="00DF6B08">
              <w:rPr>
                <w:webHidden/>
              </w:rPr>
              <w:t>62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11" w:history="1">
            <w:r w:rsidR="00904AC9" w:rsidRPr="00B0174B">
              <w:rPr>
                <w:rStyle w:val="Hyperlink"/>
              </w:rPr>
              <w:t>161. Al-Hafiz Salih ibn Muhammad Jazarah (d. 294/906).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Toc484431611 \h</w:instrText>
            </w:r>
            <w:r w:rsidR="00904AC9">
              <w:rPr>
                <w:webHidden/>
                <w:rtl/>
              </w:rPr>
              <w:instrText xml:space="preserve"> </w:instrText>
            </w:r>
            <w:r>
              <w:rPr>
                <w:webHidden/>
                <w:rtl/>
              </w:rPr>
            </w:r>
            <w:r>
              <w:rPr>
                <w:webHidden/>
                <w:rtl/>
              </w:rPr>
              <w:fldChar w:fldCharType="separate"/>
            </w:r>
            <w:r w:rsidR="00DF6B08">
              <w:rPr>
                <w:webHidden/>
              </w:rPr>
              <w:t>62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12" w:history="1">
            <w:r w:rsidR="00904AC9" w:rsidRPr="00B0174B">
              <w:rPr>
                <w:rStyle w:val="Hyperlink"/>
              </w:rPr>
              <w:t>162. Ahmad ibn Yahya al-Hulwani (d. 296/908).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Toc484431612 \h</w:instrText>
            </w:r>
            <w:r w:rsidR="00904AC9">
              <w:rPr>
                <w:webHidden/>
                <w:rtl/>
              </w:rPr>
              <w:instrText xml:space="preserve"> </w:instrText>
            </w:r>
            <w:r>
              <w:rPr>
                <w:webHidden/>
                <w:rtl/>
              </w:rPr>
            </w:r>
            <w:r>
              <w:rPr>
                <w:webHidden/>
                <w:rtl/>
              </w:rPr>
              <w:fldChar w:fldCharType="separate"/>
            </w:r>
            <w:r w:rsidR="00DF6B08">
              <w:rPr>
                <w:webHidden/>
              </w:rPr>
              <w:t>62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13" w:history="1">
            <w:r w:rsidR="00904AC9" w:rsidRPr="00B0174B">
              <w:rPr>
                <w:rStyle w:val="Hyperlink"/>
              </w:rPr>
              <w:t>163. Al-Hafiz Abu Ja’far Mutayyan, Muhammad ibn ‘Abd Allah ibn Sulayman (d. 297/909).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Toc484431613 \h</w:instrText>
            </w:r>
            <w:r w:rsidR="00904AC9">
              <w:rPr>
                <w:webHidden/>
                <w:rtl/>
              </w:rPr>
              <w:instrText xml:space="preserve"> </w:instrText>
            </w:r>
            <w:r>
              <w:rPr>
                <w:webHidden/>
                <w:rtl/>
              </w:rPr>
            </w:r>
            <w:r>
              <w:rPr>
                <w:webHidden/>
                <w:rtl/>
              </w:rPr>
              <w:fldChar w:fldCharType="separate"/>
            </w:r>
            <w:r w:rsidR="00DF6B08">
              <w:rPr>
                <w:webHidden/>
              </w:rPr>
              <w:t>62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14" w:history="1">
            <w:r w:rsidR="00904AC9" w:rsidRPr="00B0174B">
              <w:rPr>
                <w:rStyle w:val="Hyperlink"/>
              </w:rPr>
              <w:t>Notes</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Toc484431614 \h</w:instrText>
            </w:r>
            <w:r w:rsidR="00904AC9">
              <w:rPr>
                <w:webHidden/>
                <w:rtl/>
              </w:rPr>
              <w:instrText xml:space="preserve"> </w:instrText>
            </w:r>
            <w:r>
              <w:rPr>
                <w:webHidden/>
                <w:rtl/>
              </w:rPr>
            </w:r>
            <w:r>
              <w:rPr>
                <w:webHidden/>
                <w:rtl/>
              </w:rPr>
              <w:fldChar w:fldCharType="separate"/>
            </w:r>
            <w:r w:rsidR="00DF6B08">
              <w:rPr>
                <w:webHidden/>
              </w:rPr>
              <w:t>62</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615" w:history="1">
            <w:r w:rsidR="00904AC9" w:rsidRPr="00B0174B">
              <w:rPr>
                <w:rStyle w:val="Hyperlink"/>
              </w:rPr>
              <w:t>Narrators of Hadith al-Thaqalayn of Fourth-Tenth Century</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Toc484431615 \h</w:instrText>
            </w:r>
            <w:r w:rsidR="00904AC9">
              <w:rPr>
                <w:webHidden/>
                <w:rtl/>
              </w:rPr>
              <w:instrText xml:space="preserve"> </w:instrText>
            </w:r>
            <w:r>
              <w:rPr>
                <w:webHidden/>
                <w:rtl/>
              </w:rPr>
            </w:r>
            <w:r>
              <w:rPr>
                <w:webHidden/>
                <w:rtl/>
              </w:rPr>
              <w:fldChar w:fldCharType="separate"/>
            </w:r>
            <w:r w:rsidR="00DF6B08">
              <w:rPr>
                <w:webHidden/>
              </w:rPr>
              <w:t>64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16" w:history="1">
            <w:r w:rsidR="00904AC9" w:rsidRPr="00B0174B">
              <w:rPr>
                <w:rStyle w:val="Hyperlink"/>
              </w:rPr>
              <w:t>164. Al-Hafiz, al-Hasan ibn Sufyan al-Nasawi (d. 303/915).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Toc484431616 \h</w:instrText>
            </w:r>
            <w:r w:rsidR="00904AC9">
              <w:rPr>
                <w:webHidden/>
                <w:rtl/>
              </w:rPr>
              <w:instrText xml:space="preserve"> </w:instrText>
            </w:r>
            <w:r>
              <w:rPr>
                <w:webHidden/>
                <w:rtl/>
              </w:rPr>
            </w:r>
            <w:r>
              <w:rPr>
                <w:webHidden/>
                <w:rtl/>
              </w:rPr>
              <w:fldChar w:fldCharType="separate"/>
            </w:r>
            <w:r w:rsidR="00DF6B08">
              <w:rPr>
                <w:webHidden/>
              </w:rPr>
              <w:t>64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17" w:history="1">
            <w:r w:rsidR="00904AC9" w:rsidRPr="00B0174B">
              <w:rPr>
                <w:rStyle w:val="Hyperlink"/>
              </w:rPr>
              <w:t>165. Abu ‘Abd al-Rahman Ahmad ibn Shu’ayb ibn ‘Ali al-Nasa'i (d. 303/915).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Toc484431617 \h</w:instrText>
            </w:r>
            <w:r w:rsidR="00904AC9">
              <w:rPr>
                <w:webHidden/>
                <w:rtl/>
              </w:rPr>
              <w:instrText xml:space="preserve"> </w:instrText>
            </w:r>
            <w:r>
              <w:rPr>
                <w:webHidden/>
                <w:rtl/>
              </w:rPr>
            </w:r>
            <w:r>
              <w:rPr>
                <w:webHidden/>
                <w:rtl/>
              </w:rPr>
              <w:fldChar w:fldCharType="separate"/>
            </w:r>
            <w:r w:rsidR="00DF6B08">
              <w:rPr>
                <w:webHidden/>
              </w:rPr>
              <w:t>64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18" w:history="1">
            <w:r w:rsidR="00904AC9" w:rsidRPr="00B0174B">
              <w:rPr>
                <w:rStyle w:val="Hyperlink"/>
              </w:rPr>
              <w:t>166. Al-Hafiz Abu Yahya Zakariyya ibn Yahya al-Saji (d. 306/919).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Toc484431618 \h</w:instrText>
            </w:r>
            <w:r w:rsidR="00904AC9">
              <w:rPr>
                <w:webHidden/>
                <w:rtl/>
              </w:rPr>
              <w:instrText xml:space="preserve"> </w:instrText>
            </w:r>
            <w:r>
              <w:rPr>
                <w:webHidden/>
                <w:rtl/>
              </w:rPr>
            </w:r>
            <w:r>
              <w:rPr>
                <w:webHidden/>
                <w:rtl/>
              </w:rPr>
              <w:fldChar w:fldCharType="separate"/>
            </w:r>
            <w:r w:rsidR="00DF6B08">
              <w:rPr>
                <w:webHidden/>
              </w:rPr>
              <w:t>64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19" w:history="1">
            <w:r w:rsidR="00904AC9" w:rsidRPr="00B0174B">
              <w:rPr>
                <w:rStyle w:val="Hyperlink"/>
              </w:rPr>
              <w:t>167. Abu Ya’la Ahmad ibn al-Muthanna' ibn Yahya' al-Tamimi al-Musali (d. 307/919).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Toc484431619 \h</w:instrText>
            </w:r>
            <w:r w:rsidR="00904AC9">
              <w:rPr>
                <w:webHidden/>
                <w:rtl/>
              </w:rPr>
              <w:instrText xml:space="preserve"> </w:instrText>
            </w:r>
            <w:r>
              <w:rPr>
                <w:webHidden/>
                <w:rtl/>
              </w:rPr>
            </w:r>
            <w:r>
              <w:rPr>
                <w:webHidden/>
                <w:rtl/>
              </w:rPr>
              <w:fldChar w:fldCharType="separate"/>
            </w:r>
            <w:r w:rsidR="00DF6B08">
              <w:rPr>
                <w:webHidden/>
              </w:rPr>
              <w:t>64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20" w:history="1">
            <w:r w:rsidR="00904AC9" w:rsidRPr="00B0174B">
              <w:rPr>
                <w:rStyle w:val="Hyperlink"/>
              </w:rPr>
              <w:t>168. Abu Khubayb al-Abbas ibn Ahmad al-Birti (d. 308/920).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Toc484431620 \h</w:instrText>
            </w:r>
            <w:r w:rsidR="00904AC9">
              <w:rPr>
                <w:webHidden/>
                <w:rtl/>
              </w:rPr>
              <w:instrText xml:space="preserve"> </w:instrText>
            </w:r>
            <w:r>
              <w:rPr>
                <w:webHidden/>
                <w:rtl/>
              </w:rPr>
            </w:r>
            <w:r>
              <w:rPr>
                <w:webHidden/>
                <w:rtl/>
              </w:rPr>
              <w:fldChar w:fldCharType="separate"/>
            </w:r>
            <w:r w:rsidR="00DF6B08">
              <w:rPr>
                <w:webHidden/>
              </w:rPr>
              <w:t>64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21" w:history="1">
            <w:r w:rsidR="00904AC9" w:rsidRPr="00B0174B">
              <w:rPr>
                <w:rStyle w:val="Hyperlink"/>
              </w:rPr>
              <w:t>169. Abu Ja’far Muhammad ibn Jarir al-Tabari (d. 310/922).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Toc484431621 \h</w:instrText>
            </w:r>
            <w:r w:rsidR="00904AC9">
              <w:rPr>
                <w:webHidden/>
                <w:rtl/>
              </w:rPr>
              <w:instrText xml:space="preserve"> </w:instrText>
            </w:r>
            <w:r>
              <w:rPr>
                <w:webHidden/>
                <w:rtl/>
              </w:rPr>
            </w:r>
            <w:r>
              <w:rPr>
                <w:webHidden/>
                <w:rtl/>
              </w:rPr>
              <w:fldChar w:fldCharType="separate"/>
            </w:r>
            <w:r w:rsidR="00DF6B08">
              <w:rPr>
                <w:webHidden/>
              </w:rPr>
              <w:t>64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22" w:history="1">
            <w:r w:rsidR="00904AC9" w:rsidRPr="00B0174B">
              <w:rPr>
                <w:rStyle w:val="Hyperlink"/>
              </w:rPr>
              <w:t>170. Abu Bishr Muhammad ibn Ahmad al-Dulabi (d. 310/922).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Toc484431622 \h</w:instrText>
            </w:r>
            <w:r w:rsidR="00904AC9">
              <w:rPr>
                <w:webHidden/>
                <w:rtl/>
              </w:rPr>
              <w:instrText xml:space="preserve"> </w:instrText>
            </w:r>
            <w:r>
              <w:rPr>
                <w:webHidden/>
                <w:rtl/>
              </w:rPr>
            </w:r>
            <w:r>
              <w:rPr>
                <w:webHidden/>
                <w:rtl/>
              </w:rPr>
              <w:fldChar w:fldCharType="separate"/>
            </w:r>
            <w:r w:rsidR="00DF6B08">
              <w:rPr>
                <w:webHidden/>
              </w:rPr>
              <w:t>64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23" w:history="1">
            <w:r w:rsidR="00904AC9" w:rsidRPr="00B0174B">
              <w:rPr>
                <w:rStyle w:val="Hyperlink"/>
              </w:rPr>
              <w:t>171. Abu Bakr Muhammad ibn Ishaq ibn Khuzaymah al-Nishaburi (d. 311/923).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Toc484431623 \h</w:instrText>
            </w:r>
            <w:r w:rsidR="00904AC9">
              <w:rPr>
                <w:webHidden/>
                <w:rtl/>
              </w:rPr>
              <w:instrText xml:space="preserve"> </w:instrText>
            </w:r>
            <w:r>
              <w:rPr>
                <w:webHidden/>
                <w:rtl/>
              </w:rPr>
            </w:r>
            <w:r>
              <w:rPr>
                <w:webHidden/>
                <w:rtl/>
              </w:rPr>
              <w:fldChar w:fldCharType="separate"/>
            </w:r>
            <w:r w:rsidR="00DF6B08">
              <w:rPr>
                <w:webHidden/>
              </w:rPr>
              <w:t>64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24" w:history="1">
            <w:r w:rsidR="00904AC9" w:rsidRPr="00B0174B">
              <w:rPr>
                <w:rStyle w:val="Hyperlink"/>
              </w:rPr>
              <w:t>172. Abu Bakr Muhammad ibn Muhammad ibn Sulayman ibn Al-Harith, Ibn al-Baghandi al-Wasiti (d. 312/924).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Toc484431624 \h</w:instrText>
            </w:r>
            <w:r w:rsidR="00904AC9">
              <w:rPr>
                <w:webHidden/>
                <w:rtl/>
              </w:rPr>
              <w:instrText xml:space="preserve"> </w:instrText>
            </w:r>
            <w:r>
              <w:rPr>
                <w:webHidden/>
                <w:rtl/>
              </w:rPr>
            </w:r>
            <w:r>
              <w:rPr>
                <w:webHidden/>
                <w:rtl/>
              </w:rPr>
              <w:fldChar w:fldCharType="separate"/>
            </w:r>
            <w:r w:rsidR="00DF6B08">
              <w:rPr>
                <w:webHidden/>
              </w:rPr>
              <w:t>64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25" w:history="1">
            <w:r w:rsidR="00904AC9" w:rsidRPr="00B0174B">
              <w:rPr>
                <w:rStyle w:val="Hyperlink"/>
              </w:rPr>
              <w:t>173. Abu ‘Awanah Ya’qub ibn Ishaq ibn Ibrahim ibn Zayd al-Nishaburi al-Isfarayini (d. 316/928).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Toc484431625 \h</w:instrText>
            </w:r>
            <w:r w:rsidR="00904AC9">
              <w:rPr>
                <w:webHidden/>
                <w:rtl/>
              </w:rPr>
              <w:instrText xml:space="preserve"> </w:instrText>
            </w:r>
            <w:r>
              <w:rPr>
                <w:webHidden/>
                <w:rtl/>
              </w:rPr>
            </w:r>
            <w:r>
              <w:rPr>
                <w:webHidden/>
                <w:rtl/>
              </w:rPr>
              <w:fldChar w:fldCharType="separate"/>
            </w:r>
            <w:r w:rsidR="00DF6B08">
              <w:rPr>
                <w:webHidden/>
              </w:rPr>
              <w:t>65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26" w:history="1">
            <w:r w:rsidR="00904AC9" w:rsidRPr="00B0174B">
              <w:rPr>
                <w:rStyle w:val="Hyperlink"/>
              </w:rPr>
              <w:t>174. Abu Bakr ibn Abi Dawud ‘Abd Allah ibn Sulayman al-Sijistani (d. 316/928).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Toc484431626 \h</w:instrText>
            </w:r>
            <w:r w:rsidR="00904AC9">
              <w:rPr>
                <w:webHidden/>
                <w:rtl/>
              </w:rPr>
              <w:instrText xml:space="preserve"> </w:instrText>
            </w:r>
            <w:r>
              <w:rPr>
                <w:webHidden/>
                <w:rtl/>
              </w:rPr>
            </w:r>
            <w:r>
              <w:rPr>
                <w:webHidden/>
                <w:rtl/>
              </w:rPr>
              <w:fldChar w:fldCharType="separate"/>
            </w:r>
            <w:r w:rsidR="00DF6B08">
              <w:rPr>
                <w:webHidden/>
              </w:rPr>
              <w:t>65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27" w:history="1">
            <w:r w:rsidR="00904AC9" w:rsidRPr="00B0174B">
              <w:rPr>
                <w:rStyle w:val="Hyperlink"/>
              </w:rPr>
              <w:t>175. Al-Hasan ibn Musallim ibn al-Tabib al-San’ani.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Toc484431627 \h</w:instrText>
            </w:r>
            <w:r w:rsidR="00904AC9">
              <w:rPr>
                <w:webHidden/>
                <w:rtl/>
              </w:rPr>
              <w:instrText xml:space="preserve"> </w:instrText>
            </w:r>
            <w:r>
              <w:rPr>
                <w:webHidden/>
                <w:rtl/>
              </w:rPr>
            </w:r>
            <w:r>
              <w:rPr>
                <w:webHidden/>
                <w:rtl/>
              </w:rPr>
              <w:fldChar w:fldCharType="separate"/>
            </w:r>
            <w:r w:rsidR="00DF6B08">
              <w:rPr>
                <w:webHidden/>
              </w:rPr>
              <w:t>65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28" w:history="1">
            <w:r w:rsidR="00904AC9" w:rsidRPr="00B0174B">
              <w:rPr>
                <w:rStyle w:val="Hyperlink"/>
              </w:rPr>
              <w:t>176. Abu al-Qasim ‘Abd Allah ibn Muhammad ibn ‘Abd al-Aziz al-Baghawi (d. 317/929).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Toc484431628 \h</w:instrText>
            </w:r>
            <w:r w:rsidR="00904AC9">
              <w:rPr>
                <w:webHidden/>
                <w:rtl/>
              </w:rPr>
              <w:instrText xml:space="preserve"> </w:instrText>
            </w:r>
            <w:r>
              <w:rPr>
                <w:webHidden/>
                <w:rtl/>
              </w:rPr>
            </w:r>
            <w:r>
              <w:rPr>
                <w:webHidden/>
                <w:rtl/>
              </w:rPr>
              <w:fldChar w:fldCharType="separate"/>
            </w:r>
            <w:r w:rsidR="00DF6B08">
              <w:rPr>
                <w:webHidden/>
              </w:rPr>
              <w:t>65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29" w:history="1">
            <w:r w:rsidR="00904AC9" w:rsidRPr="00B0174B">
              <w:rPr>
                <w:rStyle w:val="Hyperlink"/>
              </w:rPr>
              <w:t>177. Al-Hafiz al-Tahawi, Abu Ja’far Ahmad ibn Muhammad ibn Salamah (d. 321/933).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Toc484431629 \h</w:instrText>
            </w:r>
            <w:r w:rsidR="00904AC9">
              <w:rPr>
                <w:webHidden/>
                <w:rtl/>
              </w:rPr>
              <w:instrText xml:space="preserve"> </w:instrText>
            </w:r>
            <w:r>
              <w:rPr>
                <w:webHidden/>
                <w:rtl/>
              </w:rPr>
            </w:r>
            <w:r>
              <w:rPr>
                <w:webHidden/>
                <w:rtl/>
              </w:rPr>
              <w:fldChar w:fldCharType="separate"/>
            </w:r>
            <w:r w:rsidR="00DF6B08">
              <w:rPr>
                <w:webHidden/>
              </w:rPr>
              <w:t>65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30" w:history="1">
            <w:r w:rsidR="00904AC9" w:rsidRPr="00B0174B">
              <w:rPr>
                <w:rStyle w:val="Hyperlink"/>
              </w:rPr>
              <w:t>178. Abu Ja’far al-’Uqayli, Muhammad ibn ‘Amr ibn Hammad (d. 322/934).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Toc484431630 \h</w:instrText>
            </w:r>
            <w:r w:rsidR="00904AC9">
              <w:rPr>
                <w:webHidden/>
                <w:rtl/>
              </w:rPr>
              <w:instrText xml:space="preserve"> </w:instrText>
            </w:r>
            <w:r>
              <w:rPr>
                <w:webHidden/>
                <w:rtl/>
              </w:rPr>
            </w:r>
            <w:r>
              <w:rPr>
                <w:webHidden/>
                <w:rtl/>
              </w:rPr>
              <w:fldChar w:fldCharType="separate"/>
            </w:r>
            <w:r w:rsidR="00DF6B08">
              <w:rPr>
                <w:webHidden/>
              </w:rPr>
              <w:t>65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31" w:history="1">
            <w:r w:rsidR="00904AC9" w:rsidRPr="00B0174B">
              <w:rPr>
                <w:rStyle w:val="Hyperlink"/>
              </w:rPr>
              <w:t>179. Abu ‘Umar Ahmad ibn Muhammad ibn ‘Abd Rabbih al-Qurtubi (d. 328/939).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Toc484431631 \h</w:instrText>
            </w:r>
            <w:r w:rsidR="00904AC9">
              <w:rPr>
                <w:webHidden/>
                <w:rtl/>
              </w:rPr>
              <w:instrText xml:space="preserve"> </w:instrText>
            </w:r>
            <w:r>
              <w:rPr>
                <w:webHidden/>
                <w:rtl/>
              </w:rPr>
            </w:r>
            <w:r>
              <w:rPr>
                <w:webHidden/>
                <w:rtl/>
              </w:rPr>
              <w:fldChar w:fldCharType="separate"/>
            </w:r>
            <w:r w:rsidR="00DF6B08">
              <w:rPr>
                <w:webHidden/>
              </w:rPr>
              <w:t>65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32" w:history="1">
            <w:r w:rsidR="00904AC9" w:rsidRPr="00B0174B">
              <w:rPr>
                <w:rStyle w:val="Hyperlink"/>
              </w:rPr>
              <w:t>180. Abu Bakr Muhammad ibn al-Qasim ibn Muhammad ibn Bashshar, known as Ibn al-Anbari (d. 328/939).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Toc484431632 \h</w:instrText>
            </w:r>
            <w:r w:rsidR="00904AC9">
              <w:rPr>
                <w:webHidden/>
                <w:rtl/>
              </w:rPr>
              <w:instrText xml:space="preserve"> </w:instrText>
            </w:r>
            <w:r>
              <w:rPr>
                <w:webHidden/>
                <w:rtl/>
              </w:rPr>
            </w:r>
            <w:r>
              <w:rPr>
                <w:webHidden/>
                <w:rtl/>
              </w:rPr>
              <w:fldChar w:fldCharType="separate"/>
            </w:r>
            <w:r w:rsidR="00DF6B08">
              <w:rPr>
                <w:webHidden/>
              </w:rPr>
              <w:t>65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33" w:history="1">
            <w:r w:rsidR="00904AC9" w:rsidRPr="00B0174B">
              <w:rPr>
                <w:rStyle w:val="Hyperlink"/>
              </w:rPr>
              <w:t>181. Abu ‘Abd Allah Husayn ibn Isma’il ibn al-Dabbi al-Muhamili (d. 330/941).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Toc484431633 \h</w:instrText>
            </w:r>
            <w:r w:rsidR="00904AC9">
              <w:rPr>
                <w:webHidden/>
                <w:rtl/>
              </w:rPr>
              <w:instrText xml:space="preserve"> </w:instrText>
            </w:r>
            <w:r>
              <w:rPr>
                <w:webHidden/>
                <w:rtl/>
              </w:rPr>
            </w:r>
            <w:r>
              <w:rPr>
                <w:webHidden/>
                <w:rtl/>
              </w:rPr>
              <w:fldChar w:fldCharType="separate"/>
            </w:r>
            <w:r w:rsidR="00DF6B08">
              <w:rPr>
                <w:webHidden/>
              </w:rPr>
              <w:t>65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34" w:history="1">
            <w:r w:rsidR="00904AC9" w:rsidRPr="00B0174B">
              <w:rPr>
                <w:rStyle w:val="Hyperlink"/>
              </w:rPr>
              <w:t>182. Abu al-Abbas Ahmad ibn Muhammad ibn Sa’id, known as Ibn ‘Uqdah (d. 332/943).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Toc484431634 \h</w:instrText>
            </w:r>
            <w:r w:rsidR="00904AC9">
              <w:rPr>
                <w:webHidden/>
                <w:rtl/>
              </w:rPr>
              <w:instrText xml:space="preserve"> </w:instrText>
            </w:r>
            <w:r>
              <w:rPr>
                <w:webHidden/>
                <w:rtl/>
              </w:rPr>
            </w:r>
            <w:r>
              <w:rPr>
                <w:webHidden/>
                <w:rtl/>
              </w:rPr>
              <w:fldChar w:fldCharType="separate"/>
            </w:r>
            <w:r w:rsidR="00DF6B08">
              <w:rPr>
                <w:webHidden/>
              </w:rPr>
              <w:t>65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35" w:history="1">
            <w:r w:rsidR="00904AC9" w:rsidRPr="00B0174B">
              <w:rPr>
                <w:rStyle w:val="Hyperlink"/>
              </w:rPr>
              <w:t>183. Al-Hasan ibn Ya’qub, Abu al-Fadl al-Bukhari (d. 342/953).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Toc484431635 \h</w:instrText>
            </w:r>
            <w:r w:rsidR="00904AC9">
              <w:rPr>
                <w:webHidden/>
                <w:rtl/>
              </w:rPr>
              <w:instrText xml:space="preserve"> </w:instrText>
            </w:r>
            <w:r>
              <w:rPr>
                <w:webHidden/>
                <w:rtl/>
              </w:rPr>
            </w:r>
            <w:r>
              <w:rPr>
                <w:webHidden/>
                <w:rtl/>
              </w:rPr>
              <w:fldChar w:fldCharType="separate"/>
            </w:r>
            <w:r w:rsidR="00DF6B08">
              <w:rPr>
                <w:webHidden/>
              </w:rPr>
              <w:t>66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36" w:history="1">
            <w:r w:rsidR="00904AC9" w:rsidRPr="00B0174B">
              <w:rPr>
                <w:rStyle w:val="Hyperlink"/>
              </w:rPr>
              <w:t>184. Abu ‘Abd Allah Muhammad ibn Ya’qub ibn al-Akhram al-Shaybani (d. 344/955).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Toc484431636 \h</w:instrText>
            </w:r>
            <w:r w:rsidR="00904AC9">
              <w:rPr>
                <w:webHidden/>
                <w:rtl/>
              </w:rPr>
              <w:instrText xml:space="preserve"> </w:instrText>
            </w:r>
            <w:r>
              <w:rPr>
                <w:webHidden/>
                <w:rtl/>
              </w:rPr>
            </w:r>
            <w:r>
              <w:rPr>
                <w:webHidden/>
                <w:rtl/>
              </w:rPr>
              <w:fldChar w:fldCharType="separate"/>
            </w:r>
            <w:r w:rsidR="00DF6B08">
              <w:rPr>
                <w:webHidden/>
              </w:rPr>
              <w:t>66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37" w:history="1">
            <w:r w:rsidR="00904AC9" w:rsidRPr="00B0174B">
              <w:rPr>
                <w:rStyle w:val="Hyperlink"/>
              </w:rPr>
              <w:t>185. Abu Muhammad ‘Abd Allah ibn Ja’far al-Isfahani (d. 346/ 957).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Toc484431637 \h</w:instrText>
            </w:r>
            <w:r w:rsidR="00904AC9">
              <w:rPr>
                <w:webHidden/>
                <w:rtl/>
              </w:rPr>
              <w:instrText xml:space="preserve"> </w:instrText>
            </w:r>
            <w:r>
              <w:rPr>
                <w:webHidden/>
                <w:rtl/>
              </w:rPr>
            </w:r>
            <w:r>
              <w:rPr>
                <w:webHidden/>
                <w:rtl/>
              </w:rPr>
              <w:fldChar w:fldCharType="separate"/>
            </w:r>
            <w:r w:rsidR="00DF6B08">
              <w:rPr>
                <w:webHidden/>
              </w:rPr>
              <w:t>66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38" w:history="1">
            <w:r w:rsidR="00904AC9" w:rsidRPr="00B0174B">
              <w:rPr>
                <w:rStyle w:val="Hyperlink"/>
              </w:rPr>
              <w:t>186. Muhammad ibn Ahmad ibn Tamim al-Khayyat al-Qantari (d. 348/959).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Toc484431638 \h</w:instrText>
            </w:r>
            <w:r w:rsidR="00904AC9">
              <w:rPr>
                <w:webHidden/>
                <w:rtl/>
              </w:rPr>
              <w:instrText xml:space="preserve"> </w:instrText>
            </w:r>
            <w:r>
              <w:rPr>
                <w:webHidden/>
                <w:rtl/>
              </w:rPr>
            </w:r>
            <w:r>
              <w:rPr>
                <w:webHidden/>
                <w:rtl/>
              </w:rPr>
              <w:fldChar w:fldCharType="separate"/>
            </w:r>
            <w:r w:rsidR="00DF6B08">
              <w:rPr>
                <w:webHidden/>
              </w:rPr>
              <w:t>66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39" w:history="1">
            <w:r w:rsidR="00904AC9" w:rsidRPr="00B0174B">
              <w:rPr>
                <w:rStyle w:val="Hyperlink"/>
              </w:rPr>
              <w:t>187. Abu Ja’far Muhammad ibn ‘Ali ibn Duhaym al-Shaybani (d. 351/962).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Toc484431639 \h</w:instrText>
            </w:r>
            <w:r w:rsidR="00904AC9">
              <w:rPr>
                <w:webHidden/>
                <w:rtl/>
              </w:rPr>
              <w:instrText xml:space="preserve"> </w:instrText>
            </w:r>
            <w:r>
              <w:rPr>
                <w:webHidden/>
                <w:rtl/>
              </w:rPr>
            </w:r>
            <w:r>
              <w:rPr>
                <w:webHidden/>
                <w:rtl/>
              </w:rPr>
              <w:fldChar w:fldCharType="separate"/>
            </w:r>
            <w:r w:rsidR="00DF6B08">
              <w:rPr>
                <w:webHidden/>
              </w:rPr>
              <w:t>66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40" w:history="1">
            <w:r w:rsidR="00904AC9" w:rsidRPr="00B0174B">
              <w:rPr>
                <w:rStyle w:val="Hyperlink"/>
              </w:rPr>
              <w:t>188. Abu Muhammad Da’laj ibn Ahmad ibn Da’laj al-Sijzi al-Mu’addal (d. 315/962).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Toc484431640 \h</w:instrText>
            </w:r>
            <w:r w:rsidR="00904AC9">
              <w:rPr>
                <w:webHidden/>
                <w:rtl/>
              </w:rPr>
              <w:instrText xml:space="preserve"> </w:instrText>
            </w:r>
            <w:r>
              <w:rPr>
                <w:webHidden/>
                <w:rtl/>
              </w:rPr>
            </w:r>
            <w:r>
              <w:rPr>
                <w:webHidden/>
                <w:rtl/>
              </w:rPr>
              <w:fldChar w:fldCharType="separate"/>
            </w:r>
            <w:r w:rsidR="00DF6B08">
              <w:rPr>
                <w:webHidden/>
              </w:rPr>
              <w:t>66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41" w:history="1">
            <w:r w:rsidR="00904AC9" w:rsidRPr="00B0174B">
              <w:rPr>
                <w:rStyle w:val="Hyperlink"/>
              </w:rPr>
              <w:t>189. Abu Bakr Muhammad ibn ‘Umar ibn Muslim al-Tamimi, known as Ibn al-Ji’abi (d. 355/966).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Toc484431641 \h</w:instrText>
            </w:r>
            <w:r w:rsidR="00904AC9">
              <w:rPr>
                <w:webHidden/>
                <w:rtl/>
              </w:rPr>
              <w:instrText xml:space="preserve"> </w:instrText>
            </w:r>
            <w:r>
              <w:rPr>
                <w:webHidden/>
                <w:rtl/>
              </w:rPr>
            </w:r>
            <w:r>
              <w:rPr>
                <w:webHidden/>
                <w:rtl/>
              </w:rPr>
              <w:fldChar w:fldCharType="separate"/>
            </w:r>
            <w:r w:rsidR="00DF6B08">
              <w:rPr>
                <w:webHidden/>
              </w:rPr>
              <w:t>66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42" w:history="1">
            <w:r w:rsidR="00904AC9" w:rsidRPr="00B0174B">
              <w:rPr>
                <w:rStyle w:val="Hyperlink"/>
              </w:rPr>
              <w:t>190. Abu al-Qasim Sulayman ibn Ahmad al-Tabarani (d. 360/970).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Toc484431642 \h</w:instrText>
            </w:r>
            <w:r w:rsidR="00904AC9">
              <w:rPr>
                <w:webHidden/>
                <w:rtl/>
              </w:rPr>
              <w:instrText xml:space="preserve"> </w:instrText>
            </w:r>
            <w:r>
              <w:rPr>
                <w:webHidden/>
                <w:rtl/>
              </w:rPr>
            </w:r>
            <w:r>
              <w:rPr>
                <w:webHidden/>
                <w:rtl/>
              </w:rPr>
              <w:fldChar w:fldCharType="separate"/>
            </w:r>
            <w:r w:rsidR="00DF6B08">
              <w:rPr>
                <w:webHidden/>
              </w:rPr>
              <w:t>66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43" w:history="1">
            <w:r w:rsidR="00904AC9" w:rsidRPr="00B0174B">
              <w:rPr>
                <w:rStyle w:val="Hyperlink"/>
              </w:rPr>
              <w:t>191. Abu Bakr Ahmad ibn Ja’far ibn Hamdan ibn Malik ibn Shabib al-Qati’i (d. 368/978).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Toc484431643 \h</w:instrText>
            </w:r>
            <w:r w:rsidR="00904AC9">
              <w:rPr>
                <w:webHidden/>
                <w:rtl/>
              </w:rPr>
              <w:instrText xml:space="preserve"> </w:instrText>
            </w:r>
            <w:r>
              <w:rPr>
                <w:webHidden/>
                <w:rtl/>
              </w:rPr>
            </w:r>
            <w:r>
              <w:rPr>
                <w:webHidden/>
                <w:rtl/>
              </w:rPr>
              <w:fldChar w:fldCharType="separate"/>
            </w:r>
            <w:r w:rsidR="00DF6B08">
              <w:rPr>
                <w:webHidden/>
              </w:rPr>
              <w:t>66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44" w:history="1">
            <w:r w:rsidR="00904AC9" w:rsidRPr="00B0174B">
              <w:rPr>
                <w:rStyle w:val="Hyperlink"/>
              </w:rPr>
              <w:t>192. Al-Hafiz Abu al-Shaykh Ibn Hayyan al-Busti al-Isfahani (d. 369/979).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Toc484431644 \h</w:instrText>
            </w:r>
            <w:r w:rsidR="00904AC9">
              <w:rPr>
                <w:webHidden/>
                <w:rtl/>
              </w:rPr>
              <w:instrText xml:space="preserve"> </w:instrText>
            </w:r>
            <w:r>
              <w:rPr>
                <w:webHidden/>
                <w:rtl/>
              </w:rPr>
            </w:r>
            <w:r>
              <w:rPr>
                <w:webHidden/>
                <w:rtl/>
              </w:rPr>
              <w:fldChar w:fldCharType="separate"/>
            </w:r>
            <w:r w:rsidR="00DF6B08">
              <w:rPr>
                <w:webHidden/>
              </w:rPr>
              <w:t>67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45" w:history="1">
            <w:r w:rsidR="00904AC9" w:rsidRPr="00B0174B">
              <w:rPr>
                <w:rStyle w:val="Hyperlink"/>
              </w:rPr>
              <w:t>193. Abu Mansur Muhammad ibn Ahmad ibn Talhah al-Azhari (d. 370/980).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Toc484431645 \h</w:instrText>
            </w:r>
            <w:r w:rsidR="00904AC9">
              <w:rPr>
                <w:webHidden/>
                <w:rtl/>
              </w:rPr>
              <w:instrText xml:space="preserve"> </w:instrText>
            </w:r>
            <w:r>
              <w:rPr>
                <w:webHidden/>
                <w:rtl/>
              </w:rPr>
            </w:r>
            <w:r>
              <w:rPr>
                <w:webHidden/>
                <w:rtl/>
              </w:rPr>
              <w:fldChar w:fldCharType="separate"/>
            </w:r>
            <w:r w:rsidR="00DF6B08">
              <w:rPr>
                <w:webHidden/>
              </w:rPr>
              <w:t>67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46" w:history="1">
            <w:r w:rsidR="00904AC9" w:rsidRPr="00B0174B">
              <w:rPr>
                <w:rStyle w:val="Hyperlink"/>
              </w:rPr>
              <w:t>194. Muhammad ibn Ahmad ibn Balwayh (d. 374/984).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Toc484431646 \h</w:instrText>
            </w:r>
            <w:r w:rsidR="00904AC9">
              <w:rPr>
                <w:webHidden/>
                <w:rtl/>
              </w:rPr>
              <w:instrText xml:space="preserve"> </w:instrText>
            </w:r>
            <w:r>
              <w:rPr>
                <w:webHidden/>
                <w:rtl/>
              </w:rPr>
            </w:r>
            <w:r>
              <w:rPr>
                <w:webHidden/>
                <w:rtl/>
              </w:rPr>
              <w:fldChar w:fldCharType="separate"/>
            </w:r>
            <w:r w:rsidR="00DF6B08">
              <w:rPr>
                <w:webHidden/>
              </w:rPr>
              <w:t>67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47" w:history="1">
            <w:r w:rsidR="00904AC9" w:rsidRPr="00B0174B">
              <w:rPr>
                <w:rStyle w:val="Hyperlink"/>
              </w:rPr>
              <w:t>195. Muhammad ibn Ahmad ibn Hamdan Abu ‘Amr al-Hiri (d. 376/986).</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Toc484431647 \h</w:instrText>
            </w:r>
            <w:r w:rsidR="00904AC9">
              <w:rPr>
                <w:webHidden/>
                <w:rtl/>
              </w:rPr>
              <w:instrText xml:space="preserve"> </w:instrText>
            </w:r>
            <w:r>
              <w:rPr>
                <w:webHidden/>
                <w:rtl/>
              </w:rPr>
            </w:r>
            <w:r>
              <w:rPr>
                <w:webHidden/>
                <w:rtl/>
              </w:rPr>
              <w:fldChar w:fldCharType="separate"/>
            </w:r>
            <w:r w:rsidR="00DF6B08">
              <w:rPr>
                <w:webHidden/>
              </w:rPr>
              <w:t>67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48" w:history="1">
            <w:r w:rsidR="00904AC9" w:rsidRPr="00B0174B">
              <w:rPr>
                <w:rStyle w:val="Hyperlink"/>
              </w:rPr>
              <w:t>196. Abu al-Husayn Muhammad ibn al-Muzaffar ibn Musa ibn ‘Isa al-Baghdadi (d. 379/989).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Toc484431648 \h</w:instrText>
            </w:r>
            <w:r w:rsidR="00904AC9">
              <w:rPr>
                <w:webHidden/>
                <w:rtl/>
              </w:rPr>
              <w:instrText xml:space="preserve"> </w:instrText>
            </w:r>
            <w:r>
              <w:rPr>
                <w:webHidden/>
                <w:rtl/>
              </w:rPr>
            </w:r>
            <w:r>
              <w:rPr>
                <w:webHidden/>
                <w:rtl/>
              </w:rPr>
              <w:fldChar w:fldCharType="separate"/>
            </w:r>
            <w:r w:rsidR="00DF6B08">
              <w:rPr>
                <w:webHidden/>
              </w:rPr>
              <w:t>67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49" w:history="1">
            <w:r w:rsidR="00904AC9" w:rsidRPr="00B0174B">
              <w:rPr>
                <w:rStyle w:val="Hyperlink"/>
              </w:rPr>
              <w:t>197. ‘Abd Allah ibn Ahmad ibn Hammuyah al-Hamawi al-Sarakhsi (d. 381/991).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Toc484431649 \h</w:instrText>
            </w:r>
            <w:r w:rsidR="00904AC9">
              <w:rPr>
                <w:webHidden/>
                <w:rtl/>
              </w:rPr>
              <w:instrText xml:space="preserve"> </w:instrText>
            </w:r>
            <w:r>
              <w:rPr>
                <w:webHidden/>
                <w:rtl/>
              </w:rPr>
            </w:r>
            <w:r>
              <w:rPr>
                <w:webHidden/>
                <w:rtl/>
              </w:rPr>
              <w:fldChar w:fldCharType="separate"/>
            </w:r>
            <w:r w:rsidR="00DF6B08">
              <w:rPr>
                <w:webHidden/>
              </w:rPr>
              <w:t>67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50" w:history="1">
            <w:r w:rsidR="00904AC9" w:rsidRPr="00B0174B">
              <w:rPr>
                <w:rStyle w:val="Hyperlink"/>
              </w:rPr>
              <w:t>198. Abu al-Hasan ‘Ali ibn ‘Umar ibn Ahmad al-Darqutni (d. 385/ 995).</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Toc484431650 \h</w:instrText>
            </w:r>
            <w:r w:rsidR="00904AC9">
              <w:rPr>
                <w:webHidden/>
                <w:rtl/>
              </w:rPr>
              <w:instrText xml:space="preserve"> </w:instrText>
            </w:r>
            <w:r>
              <w:rPr>
                <w:webHidden/>
                <w:rtl/>
              </w:rPr>
            </w:r>
            <w:r>
              <w:rPr>
                <w:webHidden/>
                <w:rtl/>
              </w:rPr>
              <w:fldChar w:fldCharType="separate"/>
            </w:r>
            <w:r w:rsidR="00DF6B08">
              <w:rPr>
                <w:webHidden/>
              </w:rPr>
              <w:t>67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51" w:history="1">
            <w:r w:rsidR="00904AC9" w:rsidRPr="00B0174B">
              <w:rPr>
                <w:rStyle w:val="Hyperlink"/>
              </w:rPr>
              <w:t>199. Al-Hafiz Abu al-Hasan ‘Ali ibn ‘Umar ibn Shadhan al-Sukkari (d. 386/996).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Toc484431651 \h</w:instrText>
            </w:r>
            <w:r w:rsidR="00904AC9">
              <w:rPr>
                <w:webHidden/>
                <w:rtl/>
              </w:rPr>
              <w:instrText xml:space="preserve"> </w:instrText>
            </w:r>
            <w:r>
              <w:rPr>
                <w:webHidden/>
                <w:rtl/>
              </w:rPr>
            </w:r>
            <w:r>
              <w:rPr>
                <w:webHidden/>
                <w:rtl/>
              </w:rPr>
              <w:fldChar w:fldCharType="separate"/>
            </w:r>
            <w:r w:rsidR="00DF6B08">
              <w:rPr>
                <w:webHidden/>
              </w:rPr>
              <w:t>67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52" w:history="1">
            <w:r w:rsidR="00904AC9" w:rsidRPr="00B0174B">
              <w:rPr>
                <w:rStyle w:val="Hyperlink"/>
              </w:rPr>
              <w:t>200. Abu Tahir Muhammad ibn ‘Abd al-Rahman al-Mukhallis al-Dhahabi (d. 393/1002).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Toc484431652 \h</w:instrText>
            </w:r>
            <w:r w:rsidR="00904AC9">
              <w:rPr>
                <w:webHidden/>
                <w:rtl/>
              </w:rPr>
              <w:instrText xml:space="preserve"> </w:instrText>
            </w:r>
            <w:r>
              <w:rPr>
                <w:webHidden/>
                <w:rtl/>
              </w:rPr>
            </w:r>
            <w:r>
              <w:rPr>
                <w:webHidden/>
                <w:rtl/>
              </w:rPr>
              <w:fldChar w:fldCharType="separate"/>
            </w:r>
            <w:r w:rsidR="00DF6B08">
              <w:rPr>
                <w:webHidden/>
              </w:rPr>
              <w:t>68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53" w:history="1">
            <w:r w:rsidR="00904AC9" w:rsidRPr="00B0174B">
              <w:rPr>
                <w:rStyle w:val="Hyperlink"/>
              </w:rPr>
              <w:t>201. Abu Muhammad Sulayman ibn Dawud al-Baghdadi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Toc484431653 \h</w:instrText>
            </w:r>
            <w:r w:rsidR="00904AC9">
              <w:rPr>
                <w:webHidden/>
                <w:rtl/>
              </w:rPr>
              <w:instrText xml:space="preserve"> </w:instrText>
            </w:r>
            <w:r>
              <w:rPr>
                <w:webHidden/>
                <w:rtl/>
              </w:rPr>
            </w:r>
            <w:r>
              <w:rPr>
                <w:webHidden/>
                <w:rtl/>
              </w:rPr>
              <w:fldChar w:fldCharType="separate"/>
            </w:r>
            <w:r w:rsidR="00DF6B08">
              <w:rPr>
                <w:webHidden/>
              </w:rPr>
              <w:t>68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54" w:history="1">
            <w:r w:rsidR="00904AC9" w:rsidRPr="00B0174B">
              <w:rPr>
                <w:rStyle w:val="Hyperlink"/>
              </w:rPr>
              <w:t>Notes</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Toc484431654 \h</w:instrText>
            </w:r>
            <w:r w:rsidR="00904AC9">
              <w:rPr>
                <w:webHidden/>
                <w:rtl/>
              </w:rPr>
              <w:instrText xml:space="preserve"> </w:instrText>
            </w:r>
            <w:r>
              <w:rPr>
                <w:webHidden/>
                <w:rtl/>
              </w:rPr>
            </w:r>
            <w:r>
              <w:rPr>
                <w:webHidden/>
                <w:rtl/>
              </w:rPr>
              <w:fldChar w:fldCharType="separate"/>
            </w:r>
            <w:r w:rsidR="00DF6B08">
              <w:rPr>
                <w:webHidden/>
              </w:rPr>
              <w:t>68</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655" w:history="1">
            <w:r w:rsidR="00904AC9" w:rsidRPr="00B0174B">
              <w:rPr>
                <w:rStyle w:val="Hyperlink"/>
              </w:rPr>
              <w:t>Narrators of Hadith al-Thaqalayn of Fifth-Eleventh Century</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Toc484431655 \h</w:instrText>
            </w:r>
            <w:r w:rsidR="00904AC9">
              <w:rPr>
                <w:webHidden/>
                <w:rtl/>
              </w:rPr>
              <w:instrText xml:space="preserve"> </w:instrText>
            </w:r>
            <w:r>
              <w:rPr>
                <w:webHidden/>
                <w:rtl/>
              </w:rPr>
            </w:r>
            <w:r>
              <w:rPr>
                <w:webHidden/>
                <w:rtl/>
              </w:rPr>
              <w:fldChar w:fldCharType="separate"/>
            </w:r>
            <w:r w:rsidR="00DF6B08">
              <w:rPr>
                <w:webHidden/>
              </w:rPr>
              <w:t>69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56" w:history="1">
            <w:r w:rsidR="00904AC9" w:rsidRPr="00B0174B">
              <w:rPr>
                <w:rStyle w:val="Hyperlink"/>
              </w:rPr>
              <w:t>202. Abu ‘Ubayd Ahmad ibn Muhammad al-Harawi (d. 401/1010).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Toc484431656 \h</w:instrText>
            </w:r>
            <w:r w:rsidR="00904AC9">
              <w:rPr>
                <w:webHidden/>
                <w:rtl/>
              </w:rPr>
              <w:instrText xml:space="preserve"> </w:instrText>
            </w:r>
            <w:r>
              <w:rPr>
                <w:webHidden/>
                <w:rtl/>
              </w:rPr>
            </w:r>
            <w:r>
              <w:rPr>
                <w:webHidden/>
                <w:rtl/>
              </w:rPr>
              <w:fldChar w:fldCharType="separate"/>
            </w:r>
            <w:r w:rsidR="00DF6B08">
              <w:rPr>
                <w:webHidden/>
              </w:rPr>
              <w:t>69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57" w:history="1">
            <w:r w:rsidR="00904AC9" w:rsidRPr="00B0174B">
              <w:rPr>
                <w:rStyle w:val="Hyperlink"/>
              </w:rPr>
              <w:t>203. Abu ‘Abd Allah Muhammad ibn ‘Abd Allah al-Hakim al-Nishaburi (d. 405/1014).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Toc484431657 \h</w:instrText>
            </w:r>
            <w:r w:rsidR="00904AC9">
              <w:rPr>
                <w:webHidden/>
                <w:rtl/>
              </w:rPr>
              <w:instrText xml:space="preserve"> </w:instrText>
            </w:r>
            <w:r>
              <w:rPr>
                <w:webHidden/>
                <w:rtl/>
              </w:rPr>
            </w:r>
            <w:r>
              <w:rPr>
                <w:webHidden/>
                <w:rtl/>
              </w:rPr>
              <w:fldChar w:fldCharType="separate"/>
            </w:r>
            <w:r w:rsidR="00DF6B08">
              <w:rPr>
                <w:webHidden/>
              </w:rPr>
              <w:t>69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58" w:history="1">
            <w:r w:rsidR="00904AC9" w:rsidRPr="00B0174B">
              <w:rPr>
                <w:rStyle w:val="Hyperlink"/>
              </w:rPr>
              <w:t>204. Abu Sa’d al-Malik ibn Muhammad al-Wa’iz al-Nishaburi al-Kharkushi (d. 406/1015).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Toc484431658 \h</w:instrText>
            </w:r>
            <w:r w:rsidR="00904AC9">
              <w:rPr>
                <w:webHidden/>
                <w:rtl/>
              </w:rPr>
              <w:instrText xml:space="preserve"> </w:instrText>
            </w:r>
            <w:r>
              <w:rPr>
                <w:webHidden/>
                <w:rtl/>
              </w:rPr>
            </w:r>
            <w:r>
              <w:rPr>
                <w:webHidden/>
                <w:rtl/>
              </w:rPr>
              <w:fldChar w:fldCharType="separate"/>
            </w:r>
            <w:r w:rsidR="00DF6B08">
              <w:rPr>
                <w:webHidden/>
              </w:rPr>
              <w:t>69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59" w:history="1">
            <w:r w:rsidR="00904AC9" w:rsidRPr="00B0174B">
              <w:rPr>
                <w:rStyle w:val="Hyperlink"/>
              </w:rPr>
              <w:t>205. Yahya ibn Ibrahim Abu Zakariyya al-Muzakki al-Nishabari (d. 414/1023).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Toc484431659 \h</w:instrText>
            </w:r>
            <w:r w:rsidR="00904AC9">
              <w:rPr>
                <w:webHidden/>
                <w:rtl/>
              </w:rPr>
              <w:instrText xml:space="preserve"> </w:instrText>
            </w:r>
            <w:r>
              <w:rPr>
                <w:webHidden/>
                <w:rtl/>
              </w:rPr>
            </w:r>
            <w:r>
              <w:rPr>
                <w:webHidden/>
                <w:rtl/>
              </w:rPr>
              <w:fldChar w:fldCharType="separate"/>
            </w:r>
            <w:r w:rsidR="00DF6B08">
              <w:rPr>
                <w:webHidden/>
              </w:rPr>
              <w:t>69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60" w:history="1">
            <w:r w:rsidR="00904AC9" w:rsidRPr="00B0174B">
              <w:rPr>
                <w:rStyle w:val="Hyperlink"/>
              </w:rPr>
              <w:t>206. Al-Qadi ‘Abd al-Jabbar ibn Ahmad al-Mu’tazili (d. 414/1023).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Toc484431660 \h</w:instrText>
            </w:r>
            <w:r w:rsidR="00904AC9">
              <w:rPr>
                <w:webHidden/>
                <w:rtl/>
              </w:rPr>
              <w:instrText xml:space="preserve"> </w:instrText>
            </w:r>
            <w:r>
              <w:rPr>
                <w:webHidden/>
                <w:rtl/>
              </w:rPr>
            </w:r>
            <w:r>
              <w:rPr>
                <w:webHidden/>
                <w:rtl/>
              </w:rPr>
              <w:fldChar w:fldCharType="separate"/>
            </w:r>
            <w:r w:rsidR="00DF6B08">
              <w:rPr>
                <w:webHidden/>
              </w:rPr>
              <w:t>69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61" w:history="1">
            <w:r w:rsidR="00904AC9" w:rsidRPr="00B0174B">
              <w:rPr>
                <w:rStyle w:val="Hyperlink"/>
              </w:rPr>
              <w:t>207. Abu al-Faraj Muhammad ibn ‘Abd Allah ibn Ahmad ibn Shahriyar al-Isfahani.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Toc484431661 \h</w:instrText>
            </w:r>
            <w:r w:rsidR="00904AC9">
              <w:rPr>
                <w:webHidden/>
                <w:rtl/>
              </w:rPr>
              <w:instrText xml:space="preserve"> </w:instrText>
            </w:r>
            <w:r>
              <w:rPr>
                <w:webHidden/>
                <w:rtl/>
              </w:rPr>
            </w:r>
            <w:r>
              <w:rPr>
                <w:webHidden/>
                <w:rtl/>
              </w:rPr>
              <w:fldChar w:fldCharType="separate"/>
            </w:r>
            <w:r w:rsidR="00DF6B08">
              <w:rPr>
                <w:webHidden/>
              </w:rPr>
              <w:t>69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62" w:history="1">
            <w:r w:rsidR="00904AC9" w:rsidRPr="00B0174B">
              <w:rPr>
                <w:rStyle w:val="Hyperlink"/>
              </w:rPr>
              <w:t>208. Abu Ishaq Ahmad ibn Muhammad ibn Ibrahim al-Tha’labi (d. 427/1036).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Toc484431662 \h</w:instrText>
            </w:r>
            <w:r w:rsidR="00904AC9">
              <w:rPr>
                <w:webHidden/>
                <w:rtl/>
              </w:rPr>
              <w:instrText xml:space="preserve"> </w:instrText>
            </w:r>
            <w:r>
              <w:rPr>
                <w:webHidden/>
                <w:rtl/>
              </w:rPr>
            </w:r>
            <w:r>
              <w:rPr>
                <w:webHidden/>
                <w:rtl/>
              </w:rPr>
              <w:fldChar w:fldCharType="separate"/>
            </w:r>
            <w:r w:rsidR="00DF6B08">
              <w:rPr>
                <w:webHidden/>
              </w:rPr>
              <w:t>69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63" w:history="1">
            <w:r w:rsidR="00904AC9" w:rsidRPr="00B0174B">
              <w:rPr>
                <w:rStyle w:val="Hyperlink"/>
              </w:rPr>
              <w:t>209. Abu Nu’aym Ahmad ibn ‘Abd Allah al-Isfahani (d. 430/ 1038).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Toc484431663 \h</w:instrText>
            </w:r>
            <w:r w:rsidR="00904AC9">
              <w:rPr>
                <w:webHidden/>
                <w:rtl/>
              </w:rPr>
              <w:instrText xml:space="preserve"> </w:instrText>
            </w:r>
            <w:r>
              <w:rPr>
                <w:webHidden/>
                <w:rtl/>
              </w:rPr>
            </w:r>
            <w:r>
              <w:rPr>
                <w:webHidden/>
                <w:rtl/>
              </w:rPr>
              <w:fldChar w:fldCharType="separate"/>
            </w:r>
            <w:r w:rsidR="00DF6B08">
              <w:rPr>
                <w:webHidden/>
              </w:rPr>
              <w:t>69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64" w:history="1">
            <w:r w:rsidR="00904AC9" w:rsidRPr="00B0174B">
              <w:rPr>
                <w:rStyle w:val="Hyperlink"/>
              </w:rPr>
              <w:t>210. Abu Nasr Muhammad ibn ‘Abd al-Jabbar al-’Utbi.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Toc484431664 \h</w:instrText>
            </w:r>
            <w:r w:rsidR="00904AC9">
              <w:rPr>
                <w:webHidden/>
                <w:rtl/>
              </w:rPr>
              <w:instrText xml:space="preserve"> </w:instrText>
            </w:r>
            <w:r>
              <w:rPr>
                <w:webHidden/>
                <w:rtl/>
              </w:rPr>
            </w:r>
            <w:r>
              <w:rPr>
                <w:webHidden/>
                <w:rtl/>
              </w:rPr>
              <w:fldChar w:fldCharType="separate"/>
            </w:r>
            <w:r w:rsidR="00DF6B08">
              <w:rPr>
                <w:webHidden/>
              </w:rPr>
              <w:t>69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65" w:history="1">
            <w:r w:rsidR="00904AC9" w:rsidRPr="00B0174B">
              <w:rPr>
                <w:rStyle w:val="Hyperlink"/>
              </w:rPr>
              <w:t>211. Abu Sa’d Muhammad ibn ‘Abd al-Rahman al-Ganjrudi (d. 453/1061).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Toc484431665 \h</w:instrText>
            </w:r>
            <w:r w:rsidR="00904AC9">
              <w:rPr>
                <w:webHidden/>
                <w:rtl/>
              </w:rPr>
              <w:instrText xml:space="preserve"> </w:instrText>
            </w:r>
            <w:r>
              <w:rPr>
                <w:webHidden/>
                <w:rtl/>
              </w:rPr>
            </w:r>
            <w:r>
              <w:rPr>
                <w:webHidden/>
                <w:rtl/>
              </w:rPr>
              <w:fldChar w:fldCharType="separate"/>
            </w:r>
            <w:r w:rsidR="00DF6B08">
              <w:rPr>
                <w:webHidden/>
              </w:rPr>
              <w:t>70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66" w:history="1">
            <w:r w:rsidR="00904AC9" w:rsidRPr="00B0174B">
              <w:rPr>
                <w:rStyle w:val="Hyperlink"/>
              </w:rPr>
              <w:t>212. Abu Bakr Ahmad ibn ‘Ubayd Allah ibn Khalaf.</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Toc484431666 \h</w:instrText>
            </w:r>
            <w:r w:rsidR="00904AC9">
              <w:rPr>
                <w:webHidden/>
                <w:rtl/>
              </w:rPr>
              <w:instrText xml:space="preserve"> </w:instrText>
            </w:r>
            <w:r>
              <w:rPr>
                <w:webHidden/>
                <w:rtl/>
              </w:rPr>
            </w:r>
            <w:r>
              <w:rPr>
                <w:webHidden/>
                <w:rtl/>
              </w:rPr>
              <w:fldChar w:fldCharType="separate"/>
            </w:r>
            <w:r w:rsidR="00DF6B08">
              <w:rPr>
                <w:webHidden/>
              </w:rPr>
              <w:t>70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67" w:history="1">
            <w:r w:rsidR="00904AC9" w:rsidRPr="00B0174B">
              <w:rPr>
                <w:rStyle w:val="Hyperlink"/>
              </w:rPr>
              <w:t>213. Abu Bakr Ahmad ibn al-Husayn ibn ‘Ali al-Bayhaqi (d. 458/1066).</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Toc484431667 \h</w:instrText>
            </w:r>
            <w:r w:rsidR="00904AC9">
              <w:rPr>
                <w:webHidden/>
                <w:rtl/>
              </w:rPr>
              <w:instrText xml:space="preserve"> </w:instrText>
            </w:r>
            <w:r>
              <w:rPr>
                <w:webHidden/>
                <w:rtl/>
              </w:rPr>
            </w:r>
            <w:r>
              <w:rPr>
                <w:webHidden/>
                <w:rtl/>
              </w:rPr>
              <w:fldChar w:fldCharType="separate"/>
            </w:r>
            <w:r w:rsidR="00DF6B08">
              <w:rPr>
                <w:webHidden/>
              </w:rPr>
              <w:t>70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68" w:history="1">
            <w:r w:rsidR="00904AC9" w:rsidRPr="00B0174B">
              <w:rPr>
                <w:rStyle w:val="Hyperlink"/>
              </w:rPr>
              <w:t>214. Abu Ghalib Muhammad ibn Ahmad ibn Sahl al-Nahwi, known as Ibn Bushran (d. 462/1069).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Toc484431668 \h</w:instrText>
            </w:r>
            <w:r w:rsidR="00904AC9">
              <w:rPr>
                <w:webHidden/>
                <w:rtl/>
              </w:rPr>
              <w:instrText xml:space="preserve"> </w:instrText>
            </w:r>
            <w:r>
              <w:rPr>
                <w:webHidden/>
                <w:rtl/>
              </w:rPr>
            </w:r>
            <w:r>
              <w:rPr>
                <w:webHidden/>
                <w:rtl/>
              </w:rPr>
              <w:fldChar w:fldCharType="separate"/>
            </w:r>
            <w:r w:rsidR="00DF6B08">
              <w:rPr>
                <w:webHidden/>
              </w:rPr>
              <w:t>70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69" w:history="1">
            <w:r w:rsidR="00904AC9" w:rsidRPr="00B0174B">
              <w:rPr>
                <w:rStyle w:val="Hyperlink"/>
              </w:rPr>
              <w:t>215. Abu ‘Umar Yusuf ibn ‘Abd Allah al-Namari al-Qurtubi known as Ibn ‘Abd al-Barr (d. 463/1071).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Toc484431669 \h</w:instrText>
            </w:r>
            <w:r w:rsidR="00904AC9">
              <w:rPr>
                <w:webHidden/>
                <w:rtl/>
              </w:rPr>
              <w:instrText xml:space="preserve"> </w:instrText>
            </w:r>
            <w:r>
              <w:rPr>
                <w:webHidden/>
                <w:rtl/>
              </w:rPr>
            </w:r>
            <w:r>
              <w:rPr>
                <w:webHidden/>
                <w:rtl/>
              </w:rPr>
              <w:fldChar w:fldCharType="separate"/>
            </w:r>
            <w:r w:rsidR="00DF6B08">
              <w:rPr>
                <w:webHidden/>
              </w:rPr>
              <w:t>70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70" w:history="1">
            <w:r w:rsidR="00904AC9" w:rsidRPr="00B0174B">
              <w:rPr>
                <w:rStyle w:val="Hyperlink"/>
              </w:rPr>
              <w:t>216. Abu Bakr Ahmad ibn ‘Ali ibn Thabit al-Khatib al-Baghdadi (d. 463/1071).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Toc484431670 \h</w:instrText>
            </w:r>
            <w:r w:rsidR="00904AC9">
              <w:rPr>
                <w:webHidden/>
                <w:rtl/>
              </w:rPr>
              <w:instrText xml:space="preserve"> </w:instrText>
            </w:r>
            <w:r>
              <w:rPr>
                <w:webHidden/>
                <w:rtl/>
              </w:rPr>
            </w:r>
            <w:r>
              <w:rPr>
                <w:webHidden/>
                <w:rtl/>
              </w:rPr>
              <w:fldChar w:fldCharType="separate"/>
            </w:r>
            <w:r w:rsidR="00DF6B08">
              <w:rPr>
                <w:webHidden/>
              </w:rPr>
              <w:t>70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71" w:history="1">
            <w:r w:rsidR="00904AC9" w:rsidRPr="00B0174B">
              <w:rPr>
                <w:rStyle w:val="Hyperlink"/>
              </w:rPr>
              <w:t>217. Ibn al-Ghariq Abu al-Husayn ibn al-Muhtadi bi Allah (d. 465/1072).</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Toc484431671 \h</w:instrText>
            </w:r>
            <w:r w:rsidR="00904AC9">
              <w:rPr>
                <w:webHidden/>
                <w:rtl/>
              </w:rPr>
              <w:instrText xml:space="preserve"> </w:instrText>
            </w:r>
            <w:r>
              <w:rPr>
                <w:webHidden/>
                <w:rtl/>
              </w:rPr>
            </w:r>
            <w:r>
              <w:rPr>
                <w:webHidden/>
                <w:rtl/>
              </w:rPr>
              <w:fldChar w:fldCharType="separate"/>
            </w:r>
            <w:r w:rsidR="00DF6B08">
              <w:rPr>
                <w:webHidden/>
              </w:rPr>
              <w:t>70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72" w:history="1">
            <w:r w:rsidR="00904AC9" w:rsidRPr="00B0174B">
              <w:rPr>
                <w:rStyle w:val="Hyperlink"/>
              </w:rPr>
              <w:t>218. Abu al-Hasan ‘Abd al-Rahman ibn Muhammad al-Dawudi al-Bushanji (d. 467/1074).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Toc484431672 \h</w:instrText>
            </w:r>
            <w:r w:rsidR="00904AC9">
              <w:rPr>
                <w:webHidden/>
                <w:rtl/>
              </w:rPr>
              <w:instrText xml:space="preserve"> </w:instrText>
            </w:r>
            <w:r>
              <w:rPr>
                <w:webHidden/>
                <w:rtl/>
              </w:rPr>
            </w:r>
            <w:r>
              <w:rPr>
                <w:webHidden/>
                <w:rtl/>
              </w:rPr>
              <w:fldChar w:fldCharType="separate"/>
            </w:r>
            <w:r w:rsidR="00DF6B08">
              <w:rPr>
                <w:webHidden/>
              </w:rPr>
              <w:t>70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73" w:history="1">
            <w:r w:rsidR="00904AC9" w:rsidRPr="00B0174B">
              <w:rPr>
                <w:rStyle w:val="Hyperlink"/>
              </w:rPr>
              <w:t>219. Abu Muhammad Hasan ibn Ahmad ibn Musa al-Ghandajani (d. 467/1074).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Toc484431673 \h</w:instrText>
            </w:r>
            <w:r w:rsidR="00904AC9">
              <w:rPr>
                <w:webHidden/>
                <w:rtl/>
              </w:rPr>
              <w:instrText xml:space="preserve"> </w:instrText>
            </w:r>
            <w:r>
              <w:rPr>
                <w:webHidden/>
                <w:rtl/>
              </w:rPr>
            </w:r>
            <w:r>
              <w:rPr>
                <w:webHidden/>
                <w:rtl/>
              </w:rPr>
              <w:fldChar w:fldCharType="separate"/>
            </w:r>
            <w:r w:rsidR="00DF6B08">
              <w:rPr>
                <w:webHidden/>
              </w:rPr>
              <w:t>70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74" w:history="1">
            <w:r w:rsidR="00904AC9" w:rsidRPr="00B0174B">
              <w:rPr>
                <w:rStyle w:val="Hyperlink"/>
              </w:rPr>
              <w:t>220. Abu al-Hasan ‘Ali ibn Muhammad al-Tayyib al-Jullabi, known as Ibn al-Maghazili (d. 483/1090).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Toc484431674 \h</w:instrText>
            </w:r>
            <w:r w:rsidR="00904AC9">
              <w:rPr>
                <w:webHidden/>
                <w:rtl/>
              </w:rPr>
              <w:instrText xml:space="preserve"> </w:instrText>
            </w:r>
            <w:r>
              <w:rPr>
                <w:webHidden/>
                <w:rtl/>
              </w:rPr>
            </w:r>
            <w:r>
              <w:rPr>
                <w:webHidden/>
                <w:rtl/>
              </w:rPr>
              <w:fldChar w:fldCharType="separate"/>
            </w:r>
            <w:r w:rsidR="00DF6B08">
              <w:rPr>
                <w:webHidden/>
              </w:rPr>
              <w:t>70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75" w:history="1">
            <w:r w:rsidR="00904AC9" w:rsidRPr="00B0174B">
              <w:rPr>
                <w:rStyle w:val="Hyperlink"/>
              </w:rPr>
              <w:t>221. Abu ‘Abd Allah Muhammad ibn Futuh ibn ‘Abd Allah ibn Hamid al-Azdi al-Hamidi (d. 488/1095).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Toc484431675 \h</w:instrText>
            </w:r>
            <w:r w:rsidR="00904AC9">
              <w:rPr>
                <w:webHidden/>
                <w:rtl/>
              </w:rPr>
              <w:instrText xml:space="preserve"> </w:instrText>
            </w:r>
            <w:r>
              <w:rPr>
                <w:webHidden/>
                <w:rtl/>
              </w:rPr>
            </w:r>
            <w:r>
              <w:rPr>
                <w:webHidden/>
                <w:rtl/>
              </w:rPr>
              <w:fldChar w:fldCharType="separate"/>
            </w:r>
            <w:r w:rsidR="00DF6B08">
              <w:rPr>
                <w:webHidden/>
              </w:rPr>
              <w:t>70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76" w:history="1">
            <w:r w:rsidR="00904AC9" w:rsidRPr="00B0174B">
              <w:rPr>
                <w:rStyle w:val="Hyperlink"/>
              </w:rPr>
              <w:t>222. Al-Sayyid Abu aI-Ma’aIi Muhammad ibn Muhammad ibn Zayd al-Samarqandi (d. 488/1095).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Toc484431676 \h</w:instrText>
            </w:r>
            <w:r w:rsidR="00904AC9">
              <w:rPr>
                <w:webHidden/>
                <w:rtl/>
              </w:rPr>
              <w:instrText xml:space="preserve"> </w:instrText>
            </w:r>
            <w:r>
              <w:rPr>
                <w:webHidden/>
                <w:rtl/>
              </w:rPr>
            </w:r>
            <w:r>
              <w:rPr>
                <w:webHidden/>
                <w:rtl/>
              </w:rPr>
              <w:fldChar w:fldCharType="separate"/>
            </w:r>
            <w:r w:rsidR="00DF6B08">
              <w:rPr>
                <w:webHidden/>
              </w:rPr>
              <w:t>71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77" w:history="1">
            <w:r w:rsidR="00904AC9" w:rsidRPr="00B0174B">
              <w:rPr>
                <w:rStyle w:val="Hyperlink"/>
              </w:rPr>
              <w:t>223. Abu al­-Muzaffar Mansur ibn Muhammad al-­Sam’ani (d. 489/1096).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Toc484431677 \h</w:instrText>
            </w:r>
            <w:r w:rsidR="00904AC9">
              <w:rPr>
                <w:webHidden/>
                <w:rtl/>
              </w:rPr>
              <w:instrText xml:space="preserve"> </w:instrText>
            </w:r>
            <w:r>
              <w:rPr>
                <w:webHidden/>
                <w:rtl/>
              </w:rPr>
            </w:r>
            <w:r>
              <w:rPr>
                <w:webHidden/>
                <w:rtl/>
              </w:rPr>
              <w:fldChar w:fldCharType="separate"/>
            </w:r>
            <w:r w:rsidR="00DF6B08">
              <w:rPr>
                <w:webHidden/>
              </w:rPr>
              <w:t>71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78" w:history="1">
            <w:r w:rsidR="00904AC9" w:rsidRPr="00B0174B">
              <w:rPr>
                <w:rStyle w:val="Hyperlink"/>
              </w:rPr>
              <w:t>Notes</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Toc484431678 \h</w:instrText>
            </w:r>
            <w:r w:rsidR="00904AC9">
              <w:rPr>
                <w:webHidden/>
                <w:rtl/>
              </w:rPr>
              <w:instrText xml:space="preserve"> </w:instrText>
            </w:r>
            <w:r>
              <w:rPr>
                <w:webHidden/>
                <w:rtl/>
              </w:rPr>
            </w:r>
            <w:r>
              <w:rPr>
                <w:webHidden/>
                <w:rtl/>
              </w:rPr>
              <w:fldChar w:fldCharType="separate"/>
            </w:r>
            <w:r w:rsidR="00DF6B08">
              <w:rPr>
                <w:webHidden/>
              </w:rPr>
              <w:t>71</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679" w:history="1">
            <w:r w:rsidR="00904AC9" w:rsidRPr="00B0174B">
              <w:rPr>
                <w:rStyle w:val="Hyperlink"/>
              </w:rPr>
              <w:t>Narrators of Hadith al-Thaqalayn of Sixth-Twelfth Century</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Toc484431679 \h</w:instrText>
            </w:r>
            <w:r w:rsidR="00904AC9">
              <w:rPr>
                <w:webHidden/>
                <w:rtl/>
              </w:rPr>
              <w:instrText xml:space="preserve"> </w:instrText>
            </w:r>
            <w:r>
              <w:rPr>
                <w:webHidden/>
                <w:rtl/>
              </w:rPr>
            </w:r>
            <w:r>
              <w:rPr>
                <w:webHidden/>
                <w:rtl/>
              </w:rPr>
              <w:fldChar w:fldCharType="separate"/>
            </w:r>
            <w:r w:rsidR="00DF6B08">
              <w:rPr>
                <w:webHidden/>
              </w:rPr>
              <w:t>72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80" w:history="1">
            <w:r w:rsidR="00904AC9" w:rsidRPr="00B0174B">
              <w:rPr>
                <w:rStyle w:val="Hyperlink"/>
              </w:rPr>
              <w:t>224. Abu ‘Ali lsma’il ibn Ahmad ibn al-Husayn al-Bayhaqi (d. 507/1113).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Toc484431680 \h</w:instrText>
            </w:r>
            <w:r w:rsidR="00904AC9">
              <w:rPr>
                <w:webHidden/>
                <w:rtl/>
              </w:rPr>
              <w:instrText xml:space="preserve"> </w:instrText>
            </w:r>
            <w:r>
              <w:rPr>
                <w:webHidden/>
                <w:rtl/>
              </w:rPr>
            </w:r>
            <w:r>
              <w:rPr>
                <w:webHidden/>
                <w:rtl/>
              </w:rPr>
              <w:fldChar w:fldCharType="separate"/>
            </w:r>
            <w:r w:rsidR="00DF6B08">
              <w:rPr>
                <w:webHidden/>
              </w:rPr>
              <w:t>72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81" w:history="1">
            <w:r w:rsidR="00904AC9" w:rsidRPr="00B0174B">
              <w:rPr>
                <w:rStyle w:val="Hyperlink"/>
              </w:rPr>
              <w:t>225. Abu al-Fadl Muhammad ibn Tahir ibn ‘Ali al-Shaybani al-Maqdisi, known as Ibn al­Qaysarani (d. 507/1113).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Toc484431681 \h</w:instrText>
            </w:r>
            <w:r w:rsidR="00904AC9">
              <w:rPr>
                <w:webHidden/>
                <w:rtl/>
              </w:rPr>
              <w:instrText xml:space="preserve"> </w:instrText>
            </w:r>
            <w:r>
              <w:rPr>
                <w:webHidden/>
                <w:rtl/>
              </w:rPr>
            </w:r>
            <w:r>
              <w:rPr>
                <w:webHidden/>
                <w:rtl/>
              </w:rPr>
              <w:fldChar w:fldCharType="separate"/>
            </w:r>
            <w:r w:rsidR="00DF6B08">
              <w:rPr>
                <w:webHidden/>
              </w:rPr>
              <w:t>72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82" w:history="1">
            <w:r w:rsidR="00904AC9" w:rsidRPr="00B0174B">
              <w:rPr>
                <w:rStyle w:val="Hyperlink"/>
              </w:rPr>
              <w:t>226. Abu Shuja’ Shirwayh ibn Shahrdar ibn Shirwayh al-­Daylami al-Hamadani (d. 509/1115)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Toc484431682 \h</w:instrText>
            </w:r>
            <w:r w:rsidR="00904AC9">
              <w:rPr>
                <w:webHidden/>
                <w:rtl/>
              </w:rPr>
              <w:instrText xml:space="preserve"> </w:instrText>
            </w:r>
            <w:r>
              <w:rPr>
                <w:webHidden/>
                <w:rtl/>
              </w:rPr>
            </w:r>
            <w:r>
              <w:rPr>
                <w:webHidden/>
                <w:rtl/>
              </w:rPr>
              <w:fldChar w:fldCharType="separate"/>
            </w:r>
            <w:r w:rsidR="00DF6B08">
              <w:rPr>
                <w:webHidden/>
              </w:rPr>
              <w:t>72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83" w:history="1">
            <w:r w:rsidR="00904AC9" w:rsidRPr="00B0174B">
              <w:rPr>
                <w:rStyle w:val="Hyperlink"/>
              </w:rPr>
              <w:t>227. Abu Muhammad Husayn ibn Mas’ud al-Farra' al-Baghawi, known as Muhyi al-Sunnah (d. 516/1122).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Toc484431683 \h</w:instrText>
            </w:r>
            <w:r w:rsidR="00904AC9">
              <w:rPr>
                <w:webHidden/>
                <w:rtl/>
              </w:rPr>
              <w:instrText xml:space="preserve"> </w:instrText>
            </w:r>
            <w:r>
              <w:rPr>
                <w:webHidden/>
                <w:rtl/>
              </w:rPr>
            </w:r>
            <w:r>
              <w:rPr>
                <w:webHidden/>
                <w:rtl/>
              </w:rPr>
              <w:fldChar w:fldCharType="separate"/>
            </w:r>
            <w:r w:rsidR="00DF6B08">
              <w:rPr>
                <w:webHidden/>
              </w:rPr>
              <w:t>72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84" w:history="1">
            <w:r w:rsidR="00904AC9" w:rsidRPr="00B0174B">
              <w:rPr>
                <w:rStyle w:val="Hyperlink"/>
              </w:rPr>
              <w:t>228. Abu Bakr al-­Mazrafi, Muhammad ibn al-Husayn al-Shaybani (d. 527/1132).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Toc484431684 \h</w:instrText>
            </w:r>
            <w:r w:rsidR="00904AC9">
              <w:rPr>
                <w:webHidden/>
                <w:rtl/>
              </w:rPr>
              <w:instrText xml:space="preserve"> </w:instrText>
            </w:r>
            <w:r>
              <w:rPr>
                <w:webHidden/>
                <w:rtl/>
              </w:rPr>
            </w:r>
            <w:r>
              <w:rPr>
                <w:webHidden/>
                <w:rtl/>
              </w:rPr>
              <w:fldChar w:fldCharType="separate"/>
            </w:r>
            <w:r w:rsidR="00DF6B08">
              <w:rPr>
                <w:webHidden/>
              </w:rPr>
              <w:t>72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85" w:history="1">
            <w:r w:rsidR="00904AC9" w:rsidRPr="00B0174B">
              <w:rPr>
                <w:rStyle w:val="Hyperlink"/>
              </w:rPr>
              <w:t>229. ‘Abd al-Ghafir al-Farsi (d. 529/1134)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Toc484431685 \h</w:instrText>
            </w:r>
            <w:r w:rsidR="00904AC9">
              <w:rPr>
                <w:webHidden/>
                <w:rtl/>
              </w:rPr>
              <w:instrText xml:space="preserve"> </w:instrText>
            </w:r>
            <w:r>
              <w:rPr>
                <w:webHidden/>
                <w:rtl/>
              </w:rPr>
            </w:r>
            <w:r>
              <w:rPr>
                <w:webHidden/>
                <w:rtl/>
              </w:rPr>
              <w:fldChar w:fldCharType="separate"/>
            </w:r>
            <w:r w:rsidR="00DF6B08">
              <w:rPr>
                <w:webHidden/>
              </w:rPr>
              <w:t>72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86" w:history="1">
            <w:r w:rsidR="00904AC9" w:rsidRPr="00B0174B">
              <w:rPr>
                <w:rStyle w:val="Hyperlink"/>
              </w:rPr>
              <w:t>230. Abu ‘Abd Allah Muhammad ibn al-Amraki al-­Mattuthi al-­Busanji.</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Toc484431686 \h</w:instrText>
            </w:r>
            <w:r w:rsidR="00904AC9">
              <w:rPr>
                <w:webHidden/>
                <w:rtl/>
              </w:rPr>
              <w:instrText xml:space="preserve"> </w:instrText>
            </w:r>
            <w:r>
              <w:rPr>
                <w:webHidden/>
                <w:rtl/>
              </w:rPr>
            </w:r>
            <w:r>
              <w:rPr>
                <w:webHidden/>
                <w:rtl/>
              </w:rPr>
              <w:fldChar w:fldCharType="separate"/>
            </w:r>
            <w:r w:rsidR="00DF6B08">
              <w:rPr>
                <w:webHidden/>
              </w:rPr>
              <w:t>72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87" w:history="1">
            <w:r w:rsidR="00904AC9" w:rsidRPr="00B0174B">
              <w:rPr>
                <w:rStyle w:val="Hyperlink"/>
              </w:rPr>
              <w:t>231. Muhammad ibn Hammuyah al-Juwayni (d. 530/1135).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Toc484431687 \h</w:instrText>
            </w:r>
            <w:r w:rsidR="00904AC9">
              <w:rPr>
                <w:webHidden/>
                <w:rtl/>
              </w:rPr>
              <w:instrText xml:space="preserve"> </w:instrText>
            </w:r>
            <w:r>
              <w:rPr>
                <w:webHidden/>
                <w:rtl/>
              </w:rPr>
            </w:r>
            <w:r>
              <w:rPr>
                <w:webHidden/>
                <w:rtl/>
              </w:rPr>
              <w:fldChar w:fldCharType="separate"/>
            </w:r>
            <w:r w:rsidR="00DF6B08">
              <w:rPr>
                <w:webHidden/>
              </w:rPr>
              <w:t>72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88" w:history="1">
            <w:r w:rsidR="00904AC9" w:rsidRPr="00B0174B">
              <w:rPr>
                <w:rStyle w:val="Hyperlink"/>
              </w:rPr>
              <w:t>232. Abu Nasr Ahmad ibn ‘Ali al-­Tusi, known as Ibn al-’Iraqi.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Toc484431688 \h</w:instrText>
            </w:r>
            <w:r w:rsidR="00904AC9">
              <w:rPr>
                <w:webHidden/>
                <w:rtl/>
              </w:rPr>
              <w:instrText xml:space="preserve"> </w:instrText>
            </w:r>
            <w:r>
              <w:rPr>
                <w:webHidden/>
                <w:rtl/>
              </w:rPr>
            </w:r>
            <w:r>
              <w:rPr>
                <w:webHidden/>
                <w:rtl/>
              </w:rPr>
              <w:fldChar w:fldCharType="separate"/>
            </w:r>
            <w:r w:rsidR="00DF6B08">
              <w:rPr>
                <w:webHidden/>
              </w:rPr>
              <w:t>72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89" w:history="1">
            <w:r w:rsidR="00904AC9" w:rsidRPr="00B0174B">
              <w:rPr>
                <w:rStyle w:val="Hyperlink"/>
              </w:rPr>
              <w:t>233. Zahir ibn Tahir ibn al-Qasim al-­Shahhami al-Mustamli (d. 533/1138).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Toc484431689 \h</w:instrText>
            </w:r>
            <w:r w:rsidR="00904AC9">
              <w:rPr>
                <w:webHidden/>
                <w:rtl/>
              </w:rPr>
              <w:instrText xml:space="preserve"> </w:instrText>
            </w:r>
            <w:r>
              <w:rPr>
                <w:webHidden/>
                <w:rtl/>
              </w:rPr>
            </w:r>
            <w:r>
              <w:rPr>
                <w:webHidden/>
                <w:rtl/>
              </w:rPr>
              <w:fldChar w:fldCharType="separate"/>
            </w:r>
            <w:r w:rsidR="00DF6B08">
              <w:rPr>
                <w:webHidden/>
              </w:rPr>
              <w:t>72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90" w:history="1">
            <w:r w:rsidR="00904AC9" w:rsidRPr="00B0174B">
              <w:rPr>
                <w:rStyle w:val="Hyperlink"/>
              </w:rPr>
              <w:t>234. Abu al-Husayn Razin ibn Mu’awiyah al-Abdari (d. 535/ 1140).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Toc484431690 \h</w:instrText>
            </w:r>
            <w:r w:rsidR="00904AC9">
              <w:rPr>
                <w:webHidden/>
                <w:rtl/>
              </w:rPr>
              <w:instrText xml:space="preserve"> </w:instrText>
            </w:r>
            <w:r>
              <w:rPr>
                <w:webHidden/>
                <w:rtl/>
              </w:rPr>
            </w:r>
            <w:r>
              <w:rPr>
                <w:webHidden/>
                <w:rtl/>
              </w:rPr>
              <w:fldChar w:fldCharType="separate"/>
            </w:r>
            <w:r w:rsidR="00DF6B08">
              <w:rPr>
                <w:webHidden/>
              </w:rPr>
              <w:t>73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91" w:history="1">
            <w:r w:rsidR="00904AC9" w:rsidRPr="00B0174B">
              <w:rPr>
                <w:rStyle w:val="Hyperlink"/>
              </w:rPr>
              <w:t>235. Abu al-Barakat ‘Abd al-Wahhab ibn al-Mubarak al-Anmati al-Baghdadi (d. 538/1143).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Toc484431691 \h</w:instrText>
            </w:r>
            <w:r w:rsidR="00904AC9">
              <w:rPr>
                <w:webHidden/>
                <w:rtl/>
              </w:rPr>
              <w:instrText xml:space="preserve"> </w:instrText>
            </w:r>
            <w:r>
              <w:rPr>
                <w:webHidden/>
                <w:rtl/>
              </w:rPr>
            </w:r>
            <w:r>
              <w:rPr>
                <w:webHidden/>
                <w:rtl/>
              </w:rPr>
              <w:fldChar w:fldCharType="separate"/>
            </w:r>
            <w:r w:rsidR="00DF6B08">
              <w:rPr>
                <w:webHidden/>
              </w:rPr>
              <w:t>73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92" w:history="1">
            <w:r w:rsidR="00904AC9" w:rsidRPr="00B0174B">
              <w:rPr>
                <w:rStyle w:val="Hyperlink"/>
              </w:rPr>
              <w:t>236. Jar Allah al-Zamakhshari (d. 538/1143).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Toc484431692 \h</w:instrText>
            </w:r>
            <w:r w:rsidR="00904AC9">
              <w:rPr>
                <w:webHidden/>
                <w:rtl/>
              </w:rPr>
              <w:instrText xml:space="preserve"> </w:instrText>
            </w:r>
            <w:r>
              <w:rPr>
                <w:webHidden/>
                <w:rtl/>
              </w:rPr>
            </w:r>
            <w:r>
              <w:rPr>
                <w:webHidden/>
                <w:rtl/>
              </w:rPr>
              <w:fldChar w:fldCharType="separate"/>
            </w:r>
            <w:r w:rsidR="00DF6B08">
              <w:rPr>
                <w:webHidden/>
              </w:rPr>
              <w:t>73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93" w:history="1">
            <w:r w:rsidR="00904AC9" w:rsidRPr="00B0174B">
              <w:rPr>
                <w:rStyle w:val="Hyperlink"/>
              </w:rPr>
              <w:t>237. Ibn aI-’Arabi al-Maliki (d. 543/1148).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Toc484431693 \h</w:instrText>
            </w:r>
            <w:r w:rsidR="00904AC9">
              <w:rPr>
                <w:webHidden/>
                <w:rtl/>
              </w:rPr>
              <w:instrText xml:space="preserve"> </w:instrText>
            </w:r>
            <w:r>
              <w:rPr>
                <w:webHidden/>
                <w:rtl/>
              </w:rPr>
            </w:r>
            <w:r>
              <w:rPr>
                <w:webHidden/>
                <w:rtl/>
              </w:rPr>
              <w:fldChar w:fldCharType="separate"/>
            </w:r>
            <w:r w:rsidR="00DF6B08">
              <w:rPr>
                <w:webHidden/>
              </w:rPr>
              <w:t>73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94" w:history="1">
            <w:r w:rsidR="00904AC9" w:rsidRPr="00B0174B">
              <w:rPr>
                <w:rStyle w:val="Hyperlink"/>
              </w:rPr>
              <w:t>238. Al-Qadi Abu al-Fadl ‘lyad ibn Musa al-Yahsabi (d. 544/ 1149).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Toc484431694 \h</w:instrText>
            </w:r>
            <w:r w:rsidR="00904AC9">
              <w:rPr>
                <w:webHidden/>
                <w:rtl/>
              </w:rPr>
              <w:instrText xml:space="preserve"> </w:instrText>
            </w:r>
            <w:r>
              <w:rPr>
                <w:webHidden/>
                <w:rtl/>
              </w:rPr>
            </w:r>
            <w:r>
              <w:rPr>
                <w:webHidden/>
                <w:rtl/>
              </w:rPr>
              <w:fldChar w:fldCharType="separate"/>
            </w:r>
            <w:r w:rsidR="00DF6B08">
              <w:rPr>
                <w:webHidden/>
              </w:rPr>
              <w:t>73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95" w:history="1">
            <w:r w:rsidR="00904AC9" w:rsidRPr="00B0174B">
              <w:rPr>
                <w:rStyle w:val="Hyperlink"/>
              </w:rPr>
              <w:t>239. Abu Muhammad Ahmad ibn Muhammad ibn ‘Ali al-Asimi.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Toc484431695 \h</w:instrText>
            </w:r>
            <w:r w:rsidR="00904AC9">
              <w:rPr>
                <w:webHidden/>
                <w:rtl/>
              </w:rPr>
              <w:instrText xml:space="preserve"> </w:instrText>
            </w:r>
            <w:r>
              <w:rPr>
                <w:webHidden/>
                <w:rtl/>
              </w:rPr>
            </w:r>
            <w:r>
              <w:rPr>
                <w:webHidden/>
                <w:rtl/>
              </w:rPr>
              <w:fldChar w:fldCharType="separate"/>
            </w:r>
            <w:r w:rsidR="00DF6B08">
              <w:rPr>
                <w:webHidden/>
              </w:rPr>
              <w:t>73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96" w:history="1">
            <w:r w:rsidR="00904AC9" w:rsidRPr="00B0174B">
              <w:rPr>
                <w:rStyle w:val="Hyperlink"/>
              </w:rPr>
              <w:t>240. Al-Qadi Abu Muhammad ibn ‘Atiyyah al-Muharibi al-Gharnati (d. 546/1151).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Toc484431696 \h</w:instrText>
            </w:r>
            <w:r w:rsidR="00904AC9">
              <w:rPr>
                <w:webHidden/>
                <w:rtl/>
              </w:rPr>
              <w:instrText xml:space="preserve"> </w:instrText>
            </w:r>
            <w:r>
              <w:rPr>
                <w:webHidden/>
                <w:rtl/>
              </w:rPr>
            </w:r>
            <w:r>
              <w:rPr>
                <w:webHidden/>
                <w:rtl/>
              </w:rPr>
              <w:fldChar w:fldCharType="separate"/>
            </w:r>
            <w:r w:rsidR="00DF6B08">
              <w:rPr>
                <w:webHidden/>
              </w:rPr>
              <w:t>73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97" w:history="1">
            <w:r w:rsidR="00904AC9" w:rsidRPr="00B0174B">
              <w:rPr>
                <w:rStyle w:val="Hyperlink"/>
              </w:rPr>
              <w:t>241. Abu al-Fadl ibn Nasir al-Salami al-Baghdadi (d. 550/1155).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Toc484431697 \h</w:instrText>
            </w:r>
            <w:r w:rsidR="00904AC9">
              <w:rPr>
                <w:webHidden/>
                <w:rtl/>
              </w:rPr>
              <w:instrText xml:space="preserve"> </w:instrText>
            </w:r>
            <w:r>
              <w:rPr>
                <w:webHidden/>
                <w:rtl/>
              </w:rPr>
            </w:r>
            <w:r>
              <w:rPr>
                <w:webHidden/>
                <w:rtl/>
              </w:rPr>
              <w:fldChar w:fldCharType="separate"/>
            </w:r>
            <w:r w:rsidR="00DF6B08">
              <w:rPr>
                <w:webHidden/>
              </w:rPr>
              <w:t>73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98" w:history="1">
            <w:r w:rsidR="00904AC9" w:rsidRPr="00B0174B">
              <w:rPr>
                <w:rStyle w:val="Hyperlink"/>
              </w:rPr>
              <w:t>242. Abu al-Mu'ayyad Muwaffaq ibn Ahmad al-Makki, known as Akhtab Khwarazm (538/1143).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Toc484431698 \h</w:instrText>
            </w:r>
            <w:r w:rsidR="00904AC9">
              <w:rPr>
                <w:webHidden/>
                <w:rtl/>
              </w:rPr>
              <w:instrText xml:space="preserve"> </w:instrText>
            </w:r>
            <w:r>
              <w:rPr>
                <w:webHidden/>
                <w:rtl/>
              </w:rPr>
            </w:r>
            <w:r>
              <w:rPr>
                <w:webHidden/>
                <w:rtl/>
              </w:rPr>
              <w:fldChar w:fldCharType="separate"/>
            </w:r>
            <w:r w:rsidR="00DF6B08">
              <w:rPr>
                <w:webHidden/>
              </w:rPr>
              <w:t>73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699" w:history="1">
            <w:r w:rsidR="00904AC9" w:rsidRPr="00B0174B">
              <w:rPr>
                <w:rStyle w:val="Hyperlink"/>
              </w:rPr>
              <w:t>243. Al-Hafiz Abu al-Ala' al-Hasan ibn Ahmad al-Attar al-Hamadani (d. 569/1173).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Toc484431699 \h</w:instrText>
            </w:r>
            <w:r w:rsidR="00904AC9">
              <w:rPr>
                <w:webHidden/>
                <w:rtl/>
              </w:rPr>
              <w:instrText xml:space="preserve"> </w:instrText>
            </w:r>
            <w:r>
              <w:rPr>
                <w:webHidden/>
                <w:rtl/>
              </w:rPr>
            </w:r>
            <w:r>
              <w:rPr>
                <w:webHidden/>
                <w:rtl/>
              </w:rPr>
              <w:fldChar w:fldCharType="separate"/>
            </w:r>
            <w:r w:rsidR="00DF6B08">
              <w:rPr>
                <w:webHidden/>
              </w:rPr>
              <w:t>73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00" w:history="1">
            <w:r w:rsidR="00904AC9" w:rsidRPr="00B0174B">
              <w:rPr>
                <w:rStyle w:val="Hyperlink"/>
              </w:rPr>
              <w:t>244. ‘Umar ibn ‘Isa al-Khatibi al-Dihlaqi.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Toc484431700 \h</w:instrText>
            </w:r>
            <w:r w:rsidR="00904AC9">
              <w:rPr>
                <w:webHidden/>
                <w:rtl/>
              </w:rPr>
              <w:instrText xml:space="preserve"> </w:instrText>
            </w:r>
            <w:r>
              <w:rPr>
                <w:webHidden/>
                <w:rtl/>
              </w:rPr>
            </w:r>
            <w:r>
              <w:rPr>
                <w:webHidden/>
                <w:rtl/>
              </w:rPr>
              <w:fldChar w:fldCharType="separate"/>
            </w:r>
            <w:r w:rsidR="00DF6B08">
              <w:rPr>
                <w:webHidden/>
              </w:rPr>
              <w:t>73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01" w:history="1">
            <w:r w:rsidR="00904AC9" w:rsidRPr="00B0174B">
              <w:rPr>
                <w:rStyle w:val="Hyperlink"/>
              </w:rPr>
              <w:t>245. Abu al-Qasim ‘Ali ibn al-Husayn ibn Hibat Allah al-Dimashqi, known as Ibn ‘Asakir (d. 571/1175).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Toc484431701 \h</w:instrText>
            </w:r>
            <w:r w:rsidR="00904AC9">
              <w:rPr>
                <w:webHidden/>
                <w:rtl/>
              </w:rPr>
              <w:instrText xml:space="preserve"> </w:instrText>
            </w:r>
            <w:r>
              <w:rPr>
                <w:webHidden/>
                <w:rtl/>
              </w:rPr>
            </w:r>
            <w:r>
              <w:rPr>
                <w:webHidden/>
                <w:rtl/>
              </w:rPr>
              <w:fldChar w:fldCharType="separate"/>
            </w:r>
            <w:r w:rsidR="00DF6B08">
              <w:rPr>
                <w:webHidden/>
              </w:rPr>
              <w:t>74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02" w:history="1">
            <w:r w:rsidR="00904AC9" w:rsidRPr="00B0174B">
              <w:rPr>
                <w:rStyle w:val="Hyperlink"/>
              </w:rPr>
              <w:t>246. Muhammad ibn ‘Umar ibn Ahmad ibn ‘Umar al-Isfahani known as Abu Musa al-Madini (d. 581/1185).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Toc484431702 \h</w:instrText>
            </w:r>
            <w:r w:rsidR="00904AC9">
              <w:rPr>
                <w:webHidden/>
                <w:rtl/>
              </w:rPr>
              <w:instrText xml:space="preserve"> </w:instrText>
            </w:r>
            <w:r>
              <w:rPr>
                <w:webHidden/>
                <w:rtl/>
              </w:rPr>
            </w:r>
            <w:r>
              <w:rPr>
                <w:webHidden/>
                <w:rtl/>
              </w:rPr>
              <w:fldChar w:fldCharType="separate"/>
            </w:r>
            <w:r w:rsidR="00DF6B08">
              <w:rPr>
                <w:webHidden/>
              </w:rPr>
              <w:t>74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03" w:history="1">
            <w:r w:rsidR="00904AC9" w:rsidRPr="00B0174B">
              <w:rPr>
                <w:rStyle w:val="Hyperlink"/>
              </w:rPr>
              <w:t>247. Abu ‘Abd Allah Muhammad ibn Muslim ibn Abi al-Fawaris al-Razi.</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Toc484431703 \h</w:instrText>
            </w:r>
            <w:r w:rsidR="00904AC9">
              <w:rPr>
                <w:webHidden/>
                <w:rtl/>
              </w:rPr>
              <w:instrText xml:space="preserve"> </w:instrText>
            </w:r>
            <w:r>
              <w:rPr>
                <w:webHidden/>
                <w:rtl/>
              </w:rPr>
            </w:r>
            <w:r>
              <w:rPr>
                <w:webHidden/>
                <w:rtl/>
              </w:rPr>
              <w:fldChar w:fldCharType="separate"/>
            </w:r>
            <w:r w:rsidR="00DF6B08">
              <w:rPr>
                <w:webHidden/>
              </w:rPr>
              <w:t>74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04" w:history="1">
            <w:r w:rsidR="00904AC9" w:rsidRPr="00B0174B">
              <w:rPr>
                <w:rStyle w:val="Hyperlink"/>
              </w:rPr>
              <w:t>248. Siraj al-Din Abu Muhammad ‘Ali ibn ‘Uthman ibn Muhammad al-’Ushi al-Farghani al-Hanafi (d. after 569/1174).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Toc484431704 \h</w:instrText>
            </w:r>
            <w:r w:rsidR="00904AC9">
              <w:rPr>
                <w:webHidden/>
                <w:rtl/>
              </w:rPr>
              <w:instrText xml:space="preserve"> </w:instrText>
            </w:r>
            <w:r>
              <w:rPr>
                <w:webHidden/>
                <w:rtl/>
              </w:rPr>
            </w:r>
            <w:r>
              <w:rPr>
                <w:webHidden/>
                <w:rtl/>
              </w:rPr>
              <w:fldChar w:fldCharType="separate"/>
            </w:r>
            <w:r w:rsidR="00DF6B08">
              <w:rPr>
                <w:webHidden/>
              </w:rPr>
              <w:t>74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05" w:history="1">
            <w:r w:rsidR="00904AC9" w:rsidRPr="00B0174B">
              <w:rPr>
                <w:rStyle w:val="Hyperlink"/>
              </w:rPr>
              <w:t>249. Abu al-Faraj ‘Abd al-Rahman ibn ‘Ali ibn Muhammad, known as Ibn al-Jawzi (d. 597/1200).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Toc484431705 \h</w:instrText>
            </w:r>
            <w:r w:rsidR="00904AC9">
              <w:rPr>
                <w:webHidden/>
                <w:rtl/>
              </w:rPr>
              <w:instrText xml:space="preserve"> </w:instrText>
            </w:r>
            <w:r>
              <w:rPr>
                <w:webHidden/>
                <w:rtl/>
              </w:rPr>
            </w:r>
            <w:r>
              <w:rPr>
                <w:webHidden/>
                <w:rtl/>
              </w:rPr>
              <w:fldChar w:fldCharType="separate"/>
            </w:r>
            <w:r w:rsidR="00DF6B08">
              <w:rPr>
                <w:webHidden/>
              </w:rPr>
              <w:t>74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06" w:history="1">
            <w:r w:rsidR="00904AC9" w:rsidRPr="00B0174B">
              <w:rPr>
                <w:rStyle w:val="Hyperlink"/>
              </w:rPr>
              <w:t>Notes</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Toc484431706 \h</w:instrText>
            </w:r>
            <w:r w:rsidR="00904AC9">
              <w:rPr>
                <w:webHidden/>
                <w:rtl/>
              </w:rPr>
              <w:instrText xml:space="preserve"> </w:instrText>
            </w:r>
            <w:r>
              <w:rPr>
                <w:webHidden/>
                <w:rtl/>
              </w:rPr>
            </w:r>
            <w:r>
              <w:rPr>
                <w:webHidden/>
                <w:rtl/>
              </w:rPr>
              <w:fldChar w:fldCharType="separate"/>
            </w:r>
            <w:r w:rsidR="00DF6B08">
              <w:rPr>
                <w:webHidden/>
              </w:rPr>
              <w:t>74</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707" w:history="1">
            <w:r w:rsidR="00904AC9" w:rsidRPr="00B0174B">
              <w:rPr>
                <w:rStyle w:val="Hyperlink"/>
              </w:rPr>
              <w:t>Narrators of Hadith al-Thaqalayn of Seventh-Thirteenth Century</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Toc484431707 \h</w:instrText>
            </w:r>
            <w:r w:rsidR="00904AC9">
              <w:rPr>
                <w:webHidden/>
                <w:rtl/>
              </w:rPr>
              <w:instrText xml:space="preserve"> </w:instrText>
            </w:r>
            <w:r>
              <w:rPr>
                <w:webHidden/>
                <w:rtl/>
              </w:rPr>
            </w:r>
            <w:r>
              <w:rPr>
                <w:webHidden/>
                <w:rtl/>
              </w:rPr>
              <w:fldChar w:fldCharType="separate"/>
            </w:r>
            <w:r w:rsidR="00DF6B08">
              <w:rPr>
                <w:webHidden/>
              </w:rPr>
              <w:t>75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08" w:history="1">
            <w:r w:rsidR="00904AC9" w:rsidRPr="00B0174B">
              <w:rPr>
                <w:rStyle w:val="Hyperlink"/>
              </w:rPr>
              <w:t>250. Abu al-Futuh As’ad ibn Mahmud ibn Khalaf al-’Ijli al-Isfahani (d. 600/1203).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Toc484431708 \h</w:instrText>
            </w:r>
            <w:r w:rsidR="00904AC9">
              <w:rPr>
                <w:webHidden/>
                <w:rtl/>
              </w:rPr>
              <w:instrText xml:space="preserve"> </w:instrText>
            </w:r>
            <w:r>
              <w:rPr>
                <w:webHidden/>
                <w:rtl/>
              </w:rPr>
            </w:r>
            <w:r>
              <w:rPr>
                <w:webHidden/>
                <w:rtl/>
              </w:rPr>
              <w:fldChar w:fldCharType="separate"/>
            </w:r>
            <w:r w:rsidR="00DF6B08">
              <w:rPr>
                <w:webHidden/>
              </w:rPr>
              <w:t>75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09" w:history="1">
            <w:r w:rsidR="00904AC9" w:rsidRPr="00B0174B">
              <w:rPr>
                <w:rStyle w:val="Hyperlink"/>
              </w:rPr>
              <w:t>251. Al-Mubarak ibn Muhammad ibn Muhammad ibn ‘Abd al-­Karim, known as Ibn al-Athir al-Jazari (d. 606/1209).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Toc484431709 \h</w:instrText>
            </w:r>
            <w:r w:rsidR="00904AC9">
              <w:rPr>
                <w:webHidden/>
                <w:rtl/>
              </w:rPr>
              <w:instrText xml:space="preserve"> </w:instrText>
            </w:r>
            <w:r>
              <w:rPr>
                <w:webHidden/>
                <w:rtl/>
              </w:rPr>
            </w:r>
            <w:r>
              <w:rPr>
                <w:webHidden/>
                <w:rtl/>
              </w:rPr>
              <w:fldChar w:fldCharType="separate"/>
            </w:r>
            <w:r w:rsidR="00DF6B08">
              <w:rPr>
                <w:webHidden/>
              </w:rPr>
              <w:t>75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10" w:history="1">
            <w:r w:rsidR="00904AC9" w:rsidRPr="00B0174B">
              <w:rPr>
                <w:rStyle w:val="Hyperlink"/>
              </w:rPr>
              <w:t>252. Fakhr al-Din Muhammad ibn ‘Umar al-Razi (d. 606/1209).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Toc484431710 \h</w:instrText>
            </w:r>
            <w:r w:rsidR="00904AC9">
              <w:rPr>
                <w:webHidden/>
                <w:rtl/>
              </w:rPr>
              <w:instrText xml:space="preserve"> </w:instrText>
            </w:r>
            <w:r>
              <w:rPr>
                <w:webHidden/>
                <w:rtl/>
              </w:rPr>
            </w:r>
            <w:r>
              <w:rPr>
                <w:webHidden/>
                <w:rtl/>
              </w:rPr>
              <w:fldChar w:fldCharType="separate"/>
            </w:r>
            <w:r w:rsidR="00DF6B08">
              <w:rPr>
                <w:webHidden/>
              </w:rPr>
              <w:t>75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11" w:history="1">
            <w:r w:rsidR="00904AC9" w:rsidRPr="00B0174B">
              <w:rPr>
                <w:rStyle w:val="Hyperlink"/>
              </w:rPr>
              <w:t>253. Abu Muhammad ‘Abd al-Aziz ibn al-Akhdar al-Janabadhi al-Baghdadi (d. 611/1214).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Toc484431711 \h</w:instrText>
            </w:r>
            <w:r w:rsidR="00904AC9">
              <w:rPr>
                <w:webHidden/>
                <w:rtl/>
              </w:rPr>
              <w:instrText xml:space="preserve"> </w:instrText>
            </w:r>
            <w:r>
              <w:rPr>
                <w:webHidden/>
                <w:rtl/>
              </w:rPr>
            </w:r>
            <w:r>
              <w:rPr>
                <w:webHidden/>
                <w:rtl/>
              </w:rPr>
              <w:fldChar w:fldCharType="separate"/>
            </w:r>
            <w:r w:rsidR="00DF6B08">
              <w:rPr>
                <w:webHidden/>
              </w:rPr>
              <w:t>75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12" w:history="1">
            <w:r w:rsidR="00904AC9" w:rsidRPr="00B0174B">
              <w:rPr>
                <w:rStyle w:val="Hyperlink"/>
              </w:rPr>
              <w:t>254. Al-Rafi’i (d. 623/1226).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Toc484431712 \h</w:instrText>
            </w:r>
            <w:r w:rsidR="00904AC9">
              <w:rPr>
                <w:webHidden/>
                <w:rtl/>
              </w:rPr>
              <w:instrText xml:space="preserve"> </w:instrText>
            </w:r>
            <w:r>
              <w:rPr>
                <w:webHidden/>
                <w:rtl/>
              </w:rPr>
            </w:r>
            <w:r>
              <w:rPr>
                <w:webHidden/>
                <w:rtl/>
              </w:rPr>
              <w:fldChar w:fldCharType="separate"/>
            </w:r>
            <w:r w:rsidR="00DF6B08">
              <w:rPr>
                <w:webHidden/>
              </w:rPr>
              <w:t>75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13" w:history="1">
            <w:r w:rsidR="00904AC9" w:rsidRPr="00B0174B">
              <w:rPr>
                <w:rStyle w:val="Hyperlink"/>
              </w:rPr>
              <w:t>255. Muwaffaq al-Din ‘Abd al-Latif al-Baghdadi (d. 629/1231).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Toc484431713 \h</w:instrText>
            </w:r>
            <w:r w:rsidR="00904AC9">
              <w:rPr>
                <w:webHidden/>
                <w:rtl/>
              </w:rPr>
              <w:instrText xml:space="preserve"> </w:instrText>
            </w:r>
            <w:r>
              <w:rPr>
                <w:webHidden/>
                <w:rtl/>
              </w:rPr>
            </w:r>
            <w:r>
              <w:rPr>
                <w:webHidden/>
                <w:rtl/>
              </w:rPr>
              <w:fldChar w:fldCharType="separate"/>
            </w:r>
            <w:r w:rsidR="00DF6B08">
              <w:rPr>
                <w:webHidden/>
              </w:rPr>
              <w:t>75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14" w:history="1">
            <w:r w:rsidR="00904AC9" w:rsidRPr="00B0174B">
              <w:rPr>
                <w:rStyle w:val="Hyperlink"/>
              </w:rPr>
              <w:t>256. Abu al-Hasan ‘Izz al-Din Muhammad ibn Muhammad ibn ‘Abd al-Karim, known Ibn al-Athir (d. 630/1232).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Toc484431714 \h</w:instrText>
            </w:r>
            <w:r w:rsidR="00904AC9">
              <w:rPr>
                <w:webHidden/>
                <w:rtl/>
              </w:rPr>
              <w:instrText xml:space="preserve"> </w:instrText>
            </w:r>
            <w:r>
              <w:rPr>
                <w:webHidden/>
                <w:rtl/>
              </w:rPr>
            </w:r>
            <w:r>
              <w:rPr>
                <w:webHidden/>
                <w:rtl/>
              </w:rPr>
              <w:fldChar w:fldCharType="separate"/>
            </w:r>
            <w:r w:rsidR="00DF6B08">
              <w:rPr>
                <w:webHidden/>
              </w:rPr>
              <w:t>75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15" w:history="1">
            <w:r w:rsidR="00904AC9" w:rsidRPr="00B0174B">
              <w:rPr>
                <w:rStyle w:val="Hyperlink"/>
              </w:rPr>
              <w:t>257. Abu ‘Abd Allah Muhammad ibn Mahmud ibn al-Hasan ibn Hibat Allah, known as Ibn al-Najjar (d. 642/1244).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Toc484431715 \h</w:instrText>
            </w:r>
            <w:r w:rsidR="00904AC9">
              <w:rPr>
                <w:webHidden/>
                <w:rtl/>
              </w:rPr>
              <w:instrText xml:space="preserve"> </w:instrText>
            </w:r>
            <w:r>
              <w:rPr>
                <w:webHidden/>
                <w:rtl/>
              </w:rPr>
            </w:r>
            <w:r>
              <w:rPr>
                <w:webHidden/>
                <w:rtl/>
              </w:rPr>
              <w:fldChar w:fldCharType="separate"/>
            </w:r>
            <w:r w:rsidR="00DF6B08">
              <w:rPr>
                <w:webHidden/>
              </w:rPr>
              <w:t>75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16" w:history="1">
            <w:r w:rsidR="00904AC9" w:rsidRPr="00B0174B">
              <w:rPr>
                <w:rStyle w:val="Hyperlink"/>
              </w:rPr>
              <w:t>258. Diya' al-Din Muhammad ibn ‘Abd al-Wahid al-Maqdisi al-­Hanbali (d. 643/1245).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Toc484431716 \h</w:instrText>
            </w:r>
            <w:r w:rsidR="00904AC9">
              <w:rPr>
                <w:webHidden/>
                <w:rtl/>
              </w:rPr>
              <w:instrText xml:space="preserve"> </w:instrText>
            </w:r>
            <w:r>
              <w:rPr>
                <w:webHidden/>
                <w:rtl/>
              </w:rPr>
            </w:r>
            <w:r>
              <w:rPr>
                <w:webHidden/>
                <w:rtl/>
              </w:rPr>
              <w:fldChar w:fldCharType="separate"/>
            </w:r>
            <w:r w:rsidR="00DF6B08">
              <w:rPr>
                <w:webHidden/>
              </w:rPr>
              <w:t>75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17" w:history="1">
            <w:r w:rsidR="00904AC9" w:rsidRPr="00B0174B">
              <w:rPr>
                <w:rStyle w:val="Hyperlink"/>
              </w:rPr>
              <w:t>259. Radi al-Din Hasan ibn Muhammad al-­Saghani (d. 650/1252).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Toc484431717 \h</w:instrText>
            </w:r>
            <w:r w:rsidR="00904AC9">
              <w:rPr>
                <w:webHidden/>
                <w:rtl/>
              </w:rPr>
              <w:instrText xml:space="preserve"> </w:instrText>
            </w:r>
            <w:r>
              <w:rPr>
                <w:webHidden/>
                <w:rtl/>
              </w:rPr>
            </w:r>
            <w:r>
              <w:rPr>
                <w:webHidden/>
                <w:rtl/>
              </w:rPr>
              <w:fldChar w:fldCharType="separate"/>
            </w:r>
            <w:r w:rsidR="00DF6B08">
              <w:rPr>
                <w:webHidden/>
              </w:rPr>
              <w:t>75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18" w:history="1">
            <w:r w:rsidR="00904AC9" w:rsidRPr="00B0174B">
              <w:rPr>
                <w:rStyle w:val="Hyperlink"/>
              </w:rPr>
              <w:t>260. Abu Salim Muhammad ibn Talhah al-Qarashi al-Nasibi al-Shafi’i (d. 652/1254).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Toc484431718 \h</w:instrText>
            </w:r>
            <w:r w:rsidR="00904AC9">
              <w:rPr>
                <w:webHidden/>
                <w:rtl/>
              </w:rPr>
              <w:instrText xml:space="preserve"> </w:instrText>
            </w:r>
            <w:r>
              <w:rPr>
                <w:webHidden/>
                <w:rtl/>
              </w:rPr>
            </w:r>
            <w:r>
              <w:rPr>
                <w:webHidden/>
                <w:rtl/>
              </w:rPr>
              <w:fldChar w:fldCharType="separate"/>
            </w:r>
            <w:r w:rsidR="00DF6B08">
              <w:rPr>
                <w:webHidden/>
              </w:rPr>
              <w:t>76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19" w:history="1">
            <w:r w:rsidR="00904AC9" w:rsidRPr="00B0174B">
              <w:rPr>
                <w:rStyle w:val="Hyperlink"/>
              </w:rPr>
              <w:t>261. Abu al-Muzaffar Shams al-Din Yusuf ibn Qizughli, Sibt ibn al-Jawzi (d. 654/1256).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Toc484431719 \h</w:instrText>
            </w:r>
            <w:r w:rsidR="00904AC9">
              <w:rPr>
                <w:webHidden/>
                <w:rtl/>
              </w:rPr>
              <w:instrText xml:space="preserve"> </w:instrText>
            </w:r>
            <w:r>
              <w:rPr>
                <w:webHidden/>
                <w:rtl/>
              </w:rPr>
            </w:r>
            <w:r>
              <w:rPr>
                <w:webHidden/>
                <w:rtl/>
              </w:rPr>
              <w:fldChar w:fldCharType="separate"/>
            </w:r>
            <w:r w:rsidR="00DF6B08">
              <w:rPr>
                <w:webHidden/>
              </w:rPr>
              <w:t>76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20" w:history="1">
            <w:r w:rsidR="00904AC9" w:rsidRPr="00B0174B">
              <w:rPr>
                <w:rStyle w:val="Hyperlink"/>
              </w:rPr>
              <w:t>262. Abu al-Abbas Ahmad ibn ‘Umar al-Qurtubi al-Ansari (d. 656/1258).</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Toc484431720 \h</w:instrText>
            </w:r>
            <w:r w:rsidR="00904AC9">
              <w:rPr>
                <w:webHidden/>
                <w:rtl/>
              </w:rPr>
              <w:instrText xml:space="preserve"> </w:instrText>
            </w:r>
            <w:r>
              <w:rPr>
                <w:webHidden/>
                <w:rtl/>
              </w:rPr>
            </w:r>
            <w:r>
              <w:rPr>
                <w:webHidden/>
                <w:rtl/>
              </w:rPr>
              <w:fldChar w:fldCharType="separate"/>
            </w:r>
            <w:r w:rsidR="00DF6B08">
              <w:rPr>
                <w:webHidden/>
              </w:rPr>
              <w:t>76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21" w:history="1">
            <w:r w:rsidR="00904AC9" w:rsidRPr="00B0174B">
              <w:rPr>
                <w:rStyle w:val="Hyperlink"/>
              </w:rPr>
              <w:t>263. ‘Izz al-Din ‘Abd al-Hamid ibn Hibat Allah ibn Abi al-Hadid al-Mu’tazili (d. 656/1258).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Toc484431721 \h</w:instrText>
            </w:r>
            <w:r w:rsidR="00904AC9">
              <w:rPr>
                <w:webHidden/>
                <w:rtl/>
              </w:rPr>
              <w:instrText xml:space="preserve"> </w:instrText>
            </w:r>
            <w:r>
              <w:rPr>
                <w:webHidden/>
                <w:rtl/>
              </w:rPr>
            </w:r>
            <w:r>
              <w:rPr>
                <w:webHidden/>
                <w:rtl/>
              </w:rPr>
              <w:fldChar w:fldCharType="separate"/>
            </w:r>
            <w:r w:rsidR="00DF6B08">
              <w:rPr>
                <w:webHidden/>
              </w:rPr>
              <w:t>76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22" w:history="1">
            <w:r w:rsidR="00904AC9" w:rsidRPr="00B0174B">
              <w:rPr>
                <w:rStyle w:val="Hyperlink"/>
              </w:rPr>
              <w:t>264. Abu ‘Abd Allah Muhammad ibn Yusuf ibn Muhammad al-Kanji al-Shafi’i (d. 658/1260).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Toc484431722 \h</w:instrText>
            </w:r>
            <w:r w:rsidR="00904AC9">
              <w:rPr>
                <w:webHidden/>
                <w:rtl/>
              </w:rPr>
              <w:instrText xml:space="preserve"> </w:instrText>
            </w:r>
            <w:r>
              <w:rPr>
                <w:webHidden/>
                <w:rtl/>
              </w:rPr>
            </w:r>
            <w:r>
              <w:rPr>
                <w:webHidden/>
                <w:rtl/>
              </w:rPr>
              <w:fldChar w:fldCharType="separate"/>
            </w:r>
            <w:r w:rsidR="00DF6B08">
              <w:rPr>
                <w:webHidden/>
              </w:rPr>
              <w:t>76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23" w:history="1">
            <w:r w:rsidR="00904AC9" w:rsidRPr="00B0174B">
              <w:rPr>
                <w:rStyle w:val="Hyperlink"/>
              </w:rPr>
              <w:t>265. Abu al-Fath Muhammad ibn Muhammad ibn Abi Bakr al-Abiwardi al-Shafi’i (d. 667/1268).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Toc484431723 \h</w:instrText>
            </w:r>
            <w:r w:rsidR="00904AC9">
              <w:rPr>
                <w:webHidden/>
                <w:rtl/>
              </w:rPr>
              <w:instrText xml:space="preserve"> </w:instrText>
            </w:r>
            <w:r>
              <w:rPr>
                <w:webHidden/>
                <w:rtl/>
              </w:rPr>
            </w:r>
            <w:r>
              <w:rPr>
                <w:webHidden/>
                <w:rtl/>
              </w:rPr>
              <w:fldChar w:fldCharType="separate"/>
            </w:r>
            <w:r w:rsidR="00DF6B08">
              <w:rPr>
                <w:webHidden/>
              </w:rPr>
              <w:t>76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24" w:history="1">
            <w:r w:rsidR="00904AC9" w:rsidRPr="00B0174B">
              <w:rPr>
                <w:rStyle w:val="Hyperlink"/>
              </w:rPr>
              <w:t>266. Abu Zakariyya Muhyi al-Din Yahya ibn Sharaf al-Nawawi (d. 676/1277).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Toc484431724 \h</w:instrText>
            </w:r>
            <w:r w:rsidR="00904AC9">
              <w:rPr>
                <w:webHidden/>
                <w:rtl/>
              </w:rPr>
              <w:instrText xml:space="preserve"> </w:instrText>
            </w:r>
            <w:r>
              <w:rPr>
                <w:webHidden/>
                <w:rtl/>
              </w:rPr>
            </w:r>
            <w:r>
              <w:rPr>
                <w:webHidden/>
                <w:rtl/>
              </w:rPr>
              <w:fldChar w:fldCharType="separate"/>
            </w:r>
            <w:r w:rsidR="00DF6B08">
              <w:rPr>
                <w:webHidden/>
              </w:rPr>
              <w:t>76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25" w:history="1">
            <w:r w:rsidR="00904AC9" w:rsidRPr="00B0174B">
              <w:rPr>
                <w:rStyle w:val="Hyperlink"/>
              </w:rPr>
              <w:t>267. Abu Muhammad Sharaf al-Din ‘Umar ibn Muhammad ibn ‘Abd al-Wahid al-Musili.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Toc484431725 \h</w:instrText>
            </w:r>
            <w:r w:rsidR="00904AC9">
              <w:rPr>
                <w:webHidden/>
                <w:rtl/>
              </w:rPr>
              <w:instrText xml:space="preserve"> </w:instrText>
            </w:r>
            <w:r>
              <w:rPr>
                <w:webHidden/>
                <w:rtl/>
              </w:rPr>
            </w:r>
            <w:r>
              <w:rPr>
                <w:webHidden/>
                <w:rtl/>
              </w:rPr>
              <w:fldChar w:fldCharType="separate"/>
            </w:r>
            <w:r w:rsidR="00DF6B08">
              <w:rPr>
                <w:webHidden/>
              </w:rPr>
              <w:t>76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26" w:history="1">
            <w:r w:rsidR="00904AC9" w:rsidRPr="00B0174B">
              <w:rPr>
                <w:rStyle w:val="Hyperlink"/>
              </w:rPr>
              <w:t>268. Al-Qadi Nasir al-Din al-Baydawi (d. 685/1286).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Toc484431726 \h</w:instrText>
            </w:r>
            <w:r w:rsidR="00904AC9">
              <w:rPr>
                <w:webHidden/>
                <w:rtl/>
              </w:rPr>
              <w:instrText xml:space="preserve"> </w:instrText>
            </w:r>
            <w:r>
              <w:rPr>
                <w:webHidden/>
                <w:rtl/>
              </w:rPr>
            </w:r>
            <w:r>
              <w:rPr>
                <w:webHidden/>
                <w:rtl/>
              </w:rPr>
              <w:fldChar w:fldCharType="separate"/>
            </w:r>
            <w:r w:rsidR="00DF6B08">
              <w:rPr>
                <w:webHidden/>
              </w:rPr>
              <w:t>76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27" w:history="1">
            <w:r w:rsidR="00904AC9" w:rsidRPr="00B0174B">
              <w:rPr>
                <w:rStyle w:val="Hyperlink"/>
              </w:rPr>
              <w:t>269. Abu al-Abbas Muhibb al-Din Ahmad ibn ‘Abd Allah al-Tabari al-Makki al-Shafi’i (d. 694/1294).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Toc484431727 \h</w:instrText>
            </w:r>
            <w:r w:rsidR="00904AC9">
              <w:rPr>
                <w:webHidden/>
                <w:rtl/>
              </w:rPr>
              <w:instrText xml:space="preserve"> </w:instrText>
            </w:r>
            <w:r>
              <w:rPr>
                <w:webHidden/>
                <w:rtl/>
              </w:rPr>
            </w:r>
            <w:r>
              <w:rPr>
                <w:webHidden/>
                <w:rtl/>
              </w:rPr>
              <w:fldChar w:fldCharType="separate"/>
            </w:r>
            <w:r w:rsidR="00DF6B08">
              <w:rPr>
                <w:webHidden/>
              </w:rPr>
              <w:t>77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28" w:history="1">
            <w:r w:rsidR="00904AC9" w:rsidRPr="00B0174B">
              <w:rPr>
                <w:rStyle w:val="Hyperlink"/>
              </w:rPr>
              <w:t>270. Sa’id al-Din Muhammad ibn Ahmad al-Farghani (d. 699/ 1299).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Toc484431728 \h</w:instrText>
            </w:r>
            <w:r w:rsidR="00904AC9">
              <w:rPr>
                <w:webHidden/>
                <w:rtl/>
              </w:rPr>
              <w:instrText xml:space="preserve"> </w:instrText>
            </w:r>
            <w:r>
              <w:rPr>
                <w:webHidden/>
                <w:rtl/>
              </w:rPr>
            </w:r>
            <w:r>
              <w:rPr>
                <w:webHidden/>
                <w:rtl/>
              </w:rPr>
              <w:fldChar w:fldCharType="separate"/>
            </w:r>
            <w:r w:rsidR="00DF6B08">
              <w:rPr>
                <w:webHidden/>
              </w:rPr>
              <w:t>77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29" w:history="1">
            <w:r w:rsidR="00904AC9" w:rsidRPr="00B0174B">
              <w:rPr>
                <w:rStyle w:val="Hyperlink"/>
              </w:rPr>
              <w:t>271. Nizam al-Din Hasan ibn Muhammad ibn al-Husayn al-­Qummi al-Nishaburi, known as al-Nizam al-A’raj.</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Toc484431729 \h</w:instrText>
            </w:r>
            <w:r w:rsidR="00904AC9">
              <w:rPr>
                <w:webHidden/>
                <w:rtl/>
              </w:rPr>
              <w:instrText xml:space="preserve"> </w:instrText>
            </w:r>
            <w:r>
              <w:rPr>
                <w:webHidden/>
                <w:rtl/>
              </w:rPr>
            </w:r>
            <w:r>
              <w:rPr>
                <w:webHidden/>
                <w:rtl/>
              </w:rPr>
              <w:fldChar w:fldCharType="separate"/>
            </w:r>
            <w:r w:rsidR="00DF6B08">
              <w:rPr>
                <w:webHidden/>
              </w:rPr>
              <w:t>77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30" w:history="1">
            <w:r w:rsidR="00904AC9" w:rsidRPr="00B0174B">
              <w:rPr>
                <w:rStyle w:val="Hyperlink"/>
              </w:rPr>
              <w:t>Notes</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Toc484431730 \h</w:instrText>
            </w:r>
            <w:r w:rsidR="00904AC9">
              <w:rPr>
                <w:webHidden/>
                <w:rtl/>
              </w:rPr>
              <w:instrText xml:space="preserve"> </w:instrText>
            </w:r>
            <w:r>
              <w:rPr>
                <w:webHidden/>
                <w:rtl/>
              </w:rPr>
            </w:r>
            <w:r>
              <w:rPr>
                <w:webHidden/>
                <w:rtl/>
              </w:rPr>
              <w:fldChar w:fldCharType="separate"/>
            </w:r>
            <w:r w:rsidR="00DF6B08">
              <w:rPr>
                <w:webHidden/>
              </w:rPr>
              <w:t>77</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731" w:history="1">
            <w:r w:rsidR="00904AC9" w:rsidRPr="00B0174B">
              <w:rPr>
                <w:rStyle w:val="Hyperlink"/>
              </w:rPr>
              <w:t>Narrators of Hadith al-Thaqalayn of Eight-Fourteenth Century</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Toc484431731 \h</w:instrText>
            </w:r>
            <w:r w:rsidR="00904AC9">
              <w:rPr>
                <w:webHidden/>
                <w:rtl/>
              </w:rPr>
              <w:instrText xml:space="preserve"> </w:instrText>
            </w:r>
            <w:r>
              <w:rPr>
                <w:webHidden/>
                <w:rtl/>
              </w:rPr>
            </w:r>
            <w:r>
              <w:rPr>
                <w:webHidden/>
                <w:rtl/>
              </w:rPr>
              <w:fldChar w:fldCharType="separate"/>
            </w:r>
            <w:r w:rsidR="00DF6B08">
              <w:rPr>
                <w:webHidden/>
              </w:rPr>
              <w:t>78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32" w:history="1">
            <w:r w:rsidR="00904AC9" w:rsidRPr="00B0174B">
              <w:rPr>
                <w:rStyle w:val="Hyperlink"/>
              </w:rPr>
              <w:t>272. Zahir al-Din ‘Abd al-Samad al-Fariqi al-Farabi (d. after 707/1307).</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Toc484431732 \h</w:instrText>
            </w:r>
            <w:r w:rsidR="00904AC9">
              <w:rPr>
                <w:webHidden/>
                <w:rtl/>
              </w:rPr>
              <w:instrText xml:space="preserve"> </w:instrText>
            </w:r>
            <w:r>
              <w:rPr>
                <w:webHidden/>
                <w:rtl/>
              </w:rPr>
            </w:r>
            <w:r>
              <w:rPr>
                <w:webHidden/>
                <w:rtl/>
              </w:rPr>
              <w:fldChar w:fldCharType="separate"/>
            </w:r>
            <w:r w:rsidR="00DF6B08">
              <w:rPr>
                <w:webHidden/>
              </w:rPr>
              <w:t>78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33" w:history="1">
            <w:r w:rsidR="00904AC9" w:rsidRPr="00B0174B">
              <w:rPr>
                <w:rStyle w:val="Hyperlink"/>
              </w:rPr>
              <w:t>273. Abu al-Fadl Jamal al-Din Muhammad ibn Mukarram al-Ansari al-Ifriqi al-Misri (d. 711/1311).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Toc484431733 \h</w:instrText>
            </w:r>
            <w:r w:rsidR="00904AC9">
              <w:rPr>
                <w:webHidden/>
                <w:rtl/>
              </w:rPr>
              <w:instrText xml:space="preserve"> </w:instrText>
            </w:r>
            <w:r>
              <w:rPr>
                <w:webHidden/>
                <w:rtl/>
              </w:rPr>
            </w:r>
            <w:r>
              <w:rPr>
                <w:webHidden/>
                <w:rtl/>
              </w:rPr>
              <w:fldChar w:fldCharType="separate"/>
            </w:r>
            <w:r w:rsidR="00DF6B08">
              <w:rPr>
                <w:webHidden/>
              </w:rPr>
              <w:t>78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34" w:history="1">
            <w:r w:rsidR="00904AC9" w:rsidRPr="00B0174B">
              <w:rPr>
                <w:rStyle w:val="Hyperlink"/>
              </w:rPr>
              <w:t>274. Sadr al-Din Abu al-Majami’ Ibrahim ibn Muhammad ibn Muhammad ibn al-Mu’ayyad al-Hamawi (d. 722/1322).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Toc484431734 \h</w:instrText>
            </w:r>
            <w:r w:rsidR="00904AC9">
              <w:rPr>
                <w:webHidden/>
                <w:rtl/>
              </w:rPr>
              <w:instrText xml:space="preserve"> </w:instrText>
            </w:r>
            <w:r>
              <w:rPr>
                <w:webHidden/>
                <w:rtl/>
              </w:rPr>
            </w:r>
            <w:r>
              <w:rPr>
                <w:webHidden/>
                <w:rtl/>
              </w:rPr>
              <w:fldChar w:fldCharType="separate"/>
            </w:r>
            <w:r w:rsidR="00DF6B08">
              <w:rPr>
                <w:webHidden/>
              </w:rPr>
              <w:t>78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35" w:history="1">
            <w:r w:rsidR="00904AC9" w:rsidRPr="00B0174B">
              <w:rPr>
                <w:rStyle w:val="Hyperlink"/>
              </w:rPr>
              <w:t>275. Abu al-Abbas Najm al-Din Ahmad ibn Muhammad ibn Makki ibn Yasin al-Qamuli (d. 727/1327).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Toc484431735 \h</w:instrText>
            </w:r>
            <w:r w:rsidR="00904AC9">
              <w:rPr>
                <w:webHidden/>
                <w:rtl/>
              </w:rPr>
              <w:instrText xml:space="preserve"> </w:instrText>
            </w:r>
            <w:r>
              <w:rPr>
                <w:webHidden/>
                <w:rtl/>
              </w:rPr>
            </w:r>
            <w:r>
              <w:rPr>
                <w:webHidden/>
                <w:rtl/>
              </w:rPr>
              <w:fldChar w:fldCharType="separate"/>
            </w:r>
            <w:r w:rsidR="00DF6B08">
              <w:rPr>
                <w:webHidden/>
              </w:rPr>
              <w:t>78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36" w:history="1">
            <w:r w:rsidR="00904AC9" w:rsidRPr="00B0174B">
              <w:rPr>
                <w:rStyle w:val="Hyperlink"/>
              </w:rPr>
              <w:t>276. Ibn Taymiyyah al-Harrani (d. 728/1328).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Toc484431736 \h</w:instrText>
            </w:r>
            <w:r w:rsidR="00904AC9">
              <w:rPr>
                <w:webHidden/>
                <w:rtl/>
              </w:rPr>
              <w:instrText xml:space="preserve"> </w:instrText>
            </w:r>
            <w:r>
              <w:rPr>
                <w:webHidden/>
                <w:rtl/>
              </w:rPr>
            </w:r>
            <w:r>
              <w:rPr>
                <w:webHidden/>
                <w:rtl/>
              </w:rPr>
              <w:fldChar w:fldCharType="separate"/>
            </w:r>
            <w:r w:rsidR="00DF6B08">
              <w:rPr>
                <w:webHidden/>
              </w:rPr>
              <w:t>78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37" w:history="1">
            <w:r w:rsidR="00904AC9" w:rsidRPr="00B0174B">
              <w:rPr>
                <w:rStyle w:val="Hyperlink"/>
              </w:rPr>
              <w:t>277. ‘Ala' al-Din ‘Ali ibn Muhammad ibn Ibrahim al-Baghdadi, known as al-Khazin (d. 741/1340).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Toc484431737 \h</w:instrText>
            </w:r>
            <w:r w:rsidR="00904AC9">
              <w:rPr>
                <w:webHidden/>
                <w:rtl/>
              </w:rPr>
              <w:instrText xml:space="preserve"> </w:instrText>
            </w:r>
            <w:r>
              <w:rPr>
                <w:webHidden/>
                <w:rtl/>
              </w:rPr>
            </w:r>
            <w:r>
              <w:rPr>
                <w:webHidden/>
                <w:rtl/>
              </w:rPr>
              <w:fldChar w:fldCharType="separate"/>
            </w:r>
            <w:r w:rsidR="00DF6B08">
              <w:rPr>
                <w:webHidden/>
              </w:rPr>
              <w:t>78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38" w:history="1">
            <w:r w:rsidR="00904AC9" w:rsidRPr="00B0174B">
              <w:rPr>
                <w:rStyle w:val="Hyperlink"/>
              </w:rPr>
              <w:t>278. Fakhr al-Din al-Hansawi.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Toc484431738 \h</w:instrText>
            </w:r>
            <w:r w:rsidR="00904AC9">
              <w:rPr>
                <w:webHidden/>
                <w:rtl/>
              </w:rPr>
              <w:instrText xml:space="preserve"> </w:instrText>
            </w:r>
            <w:r>
              <w:rPr>
                <w:webHidden/>
                <w:rtl/>
              </w:rPr>
            </w:r>
            <w:r>
              <w:rPr>
                <w:webHidden/>
                <w:rtl/>
              </w:rPr>
              <w:fldChar w:fldCharType="separate"/>
            </w:r>
            <w:r w:rsidR="00DF6B08">
              <w:rPr>
                <w:webHidden/>
              </w:rPr>
              <w:t>78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39" w:history="1">
            <w:r w:rsidR="00904AC9" w:rsidRPr="00B0174B">
              <w:rPr>
                <w:rStyle w:val="Hyperlink"/>
              </w:rPr>
              <w:t>279. Abu ‘Abd Allah Wali al-Din Muhammad ibn ‘Abd Allah al-Khatib al-Tabrizi.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Toc484431739 \h</w:instrText>
            </w:r>
            <w:r w:rsidR="00904AC9">
              <w:rPr>
                <w:webHidden/>
                <w:rtl/>
              </w:rPr>
              <w:instrText xml:space="preserve"> </w:instrText>
            </w:r>
            <w:r>
              <w:rPr>
                <w:webHidden/>
                <w:rtl/>
              </w:rPr>
            </w:r>
            <w:r>
              <w:rPr>
                <w:webHidden/>
                <w:rtl/>
              </w:rPr>
              <w:fldChar w:fldCharType="separate"/>
            </w:r>
            <w:r w:rsidR="00DF6B08">
              <w:rPr>
                <w:webHidden/>
              </w:rPr>
              <w:t>78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40" w:history="1">
            <w:r w:rsidR="00904AC9" w:rsidRPr="00B0174B">
              <w:rPr>
                <w:rStyle w:val="Hyperlink"/>
              </w:rPr>
              <w:t>280. Abu al-Hajjaj Yusuf ibn ‘Abd al-Rahman ibn Yusuf al-Mizzi (d. 742/1341).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Toc484431740 \h</w:instrText>
            </w:r>
            <w:r w:rsidR="00904AC9">
              <w:rPr>
                <w:webHidden/>
                <w:rtl/>
              </w:rPr>
              <w:instrText xml:space="preserve"> </w:instrText>
            </w:r>
            <w:r>
              <w:rPr>
                <w:webHidden/>
                <w:rtl/>
              </w:rPr>
            </w:r>
            <w:r>
              <w:rPr>
                <w:webHidden/>
                <w:rtl/>
              </w:rPr>
              <w:fldChar w:fldCharType="separate"/>
            </w:r>
            <w:r w:rsidR="00DF6B08">
              <w:rPr>
                <w:webHidden/>
              </w:rPr>
              <w:t>78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41" w:history="1">
            <w:r w:rsidR="00904AC9" w:rsidRPr="00B0174B">
              <w:rPr>
                <w:rStyle w:val="Hyperlink"/>
              </w:rPr>
              <w:t>281. Hasan ibn Muhammad al-Tayyibi (d. 743/1342).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Toc484431741 \h</w:instrText>
            </w:r>
            <w:r w:rsidR="00904AC9">
              <w:rPr>
                <w:webHidden/>
                <w:rtl/>
              </w:rPr>
              <w:instrText xml:space="preserve"> </w:instrText>
            </w:r>
            <w:r>
              <w:rPr>
                <w:webHidden/>
                <w:rtl/>
              </w:rPr>
            </w:r>
            <w:r>
              <w:rPr>
                <w:webHidden/>
                <w:rtl/>
              </w:rPr>
              <w:fldChar w:fldCharType="separate"/>
            </w:r>
            <w:r w:rsidR="00DF6B08">
              <w:rPr>
                <w:webHidden/>
              </w:rPr>
              <w:t>78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42" w:history="1">
            <w:r w:rsidR="00904AC9" w:rsidRPr="00B0174B">
              <w:rPr>
                <w:rStyle w:val="Hyperlink"/>
              </w:rPr>
              <w:t>282. Shams al-Din Muhammad ibn al-Muzaffar al-Shahrudi al-Khalkhali (d. 745/1344).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Toc484431742 \h</w:instrText>
            </w:r>
            <w:r w:rsidR="00904AC9">
              <w:rPr>
                <w:webHidden/>
                <w:rtl/>
              </w:rPr>
              <w:instrText xml:space="preserve"> </w:instrText>
            </w:r>
            <w:r>
              <w:rPr>
                <w:webHidden/>
                <w:rtl/>
              </w:rPr>
            </w:r>
            <w:r>
              <w:rPr>
                <w:webHidden/>
                <w:rtl/>
              </w:rPr>
              <w:fldChar w:fldCharType="separate"/>
            </w:r>
            <w:r w:rsidR="00DF6B08">
              <w:rPr>
                <w:webHidden/>
              </w:rPr>
              <w:t>78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43" w:history="1">
            <w:r w:rsidR="00904AC9" w:rsidRPr="00B0174B">
              <w:rPr>
                <w:rStyle w:val="Hyperlink"/>
              </w:rPr>
              <w:t>283. Athir al-Din Abu Hayyan al-Andalusi (d. 745/1344).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Toc484431743 \h</w:instrText>
            </w:r>
            <w:r w:rsidR="00904AC9">
              <w:rPr>
                <w:webHidden/>
                <w:rtl/>
              </w:rPr>
              <w:instrText xml:space="preserve"> </w:instrText>
            </w:r>
            <w:r>
              <w:rPr>
                <w:webHidden/>
                <w:rtl/>
              </w:rPr>
            </w:r>
            <w:r>
              <w:rPr>
                <w:webHidden/>
                <w:rtl/>
              </w:rPr>
              <w:fldChar w:fldCharType="separate"/>
            </w:r>
            <w:r w:rsidR="00DF6B08">
              <w:rPr>
                <w:webHidden/>
              </w:rPr>
              <w:t>79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44" w:history="1">
            <w:r w:rsidR="00904AC9" w:rsidRPr="00B0174B">
              <w:rPr>
                <w:rStyle w:val="Hyperlink"/>
              </w:rPr>
              <w:t>284. Shams al-Din Abu ‘Abd Allah Muhammad ibn Ahmad al-Dhahabi (d. 748/1347).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Toc484431744 \h</w:instrText>
            </w:r>
            <w:r w:rsidR="00904AC9">
              <w:rPr>
                <w:webHidden/>
                <w:rtl/>
              </w:rPr>
              <w:instrText xml:space="preserve"> </w:instrText>
            </w:r>
            <w:r>
              <w:rPr>
                <w:webHidden/>
                <w:rtl/>
              </w:rPr>
            </w:r>
            <w:r>
              <w:rPr>
                <w:webHidden/>
                <w:rtl/>
              </w:rPr>
              <w:fldChar w:fldCharType="separate"/>
            </w:r>
            <w:r w:rsidR="00DF6B08">
              <w:rPr>
                <w:webHidden/>
              </w:rPr>
              <w:t>79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45" w:history="1">
            <w:r w:rsidR="00904AC9" w:rsidRPr="00B0174B">
              <w:rPr>
                <w:rStyle w:val="Hyperlink"/>
              </w:rPr>
              <w:t>285. ‘Ala' al-Din ibn al-Turkamani al-Hanafi (d. 749/1348).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Toc484431745 \h</w:instrText>
            </w:r>
            <w:r w:rsidR="00904AC9">
              <w:rPr>
                <w:webHidden/>
                <w:rtl/>
              </w:rPr>
              <w:instrText xml:space="preserve"> </w:instrText>
            </w:r>
            <w:r>
              <w:rPr>
                <w:webHidden/>
                <w:rtl/>
              </w:rPr>
            </w:r>
            <w:r>
              <w:rPr>
                <w:webHidden/>
                <w:rtl/>
              </w:rPr>
              <w:fldChar w:fldCharType="separate"/>
            </w:r>
            <w:r w:rsidR="00DF6B08">
              <w:rPr>
                <w:webHidden/>
              </w:rPr>
              <w:t>79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46" w:history="1">
            <w:r w:rsidR="00904AC9" w:rsidRPr="00B0174B">
              <w:rPr>
                <w:rStyle w:val="Hyperlink"/>
              </w:rPr>
              <w:t>286. Jamal al-Din Muhammad ibn Yusuf ibn al-Hasan al-Zarandi al-Madani al-Ansari (d. after 750/1349).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Toc484431746 \h</w:instrText>
            </w:r>
            <w:r w:rsidR="00904AC9">
              <w:rPr>
                <w:webHidden/>
                <w:rtl/>
              </w:rPr>
              <w:instrText xml:space="preserve"> </w:instrText>
            </w:r>
            <w:r>
              <w:rPr>
                <w:webHidden/>
                <w:rtl/>
              </w:rPr>
            </w:r>
            <w:r>
              <w:rPr>
                <w:webHidden/>
                <w:rtl/>
              </w:rPr>
              <w:fldChar w:fldCharType="separate"/>
            </w:r>
            <w:r w:rsidR="00DF6B08">
              <w:rPr>
                <w:webHidden/>
              </w:rPr>
              <w:t>79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47" w:history="1">
            <w:r w:rsidR="00904AC9" w:rsidRPr="00B0174B">
              <w:rPr>
                <w:rStyle w:val="Hyperlink"/>
              </w:rPr>
              <w:t>287. Badr al-Din Abu Muhammad al-Hasan ibn Habib al-Halabi.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Toc484431747 \h</w:instrText>
            </w:r>
            <w:r w:rsidR="00904AC9">
              <w:rPr>
                <w:webHidden/>
                <w:rtl/>
              </w:rPr>
              <w:instrText xml:space="preserve"> </w:instrText>
            </w:r>
            <w:r>
              <w:rPr>
                <w:webHidden/>
                <w:rtl/>
              </w:rPr>
            </w:r>
            <w:r>
              <w:rPr>
                <w:webHidden/>
                <w:rtl/>
              </w:rPr>
              <w:fldChar w:fldCharType="separate"/>
            </w:r>
            <w:r w:rsidR="00DF6B08">
              <w:rPr>
                <w:webHidden/>
              </w:rPr>
              <w:t>79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48" w:history="1">
            <w:r w:rsidR="00904AC9" w:rsidRPr="00B0174B">
              <w:rPr>
                <w:rStyle w:val="Hyperlink"/>
              </w:rPr>
              <w:t>288. Zayn al-Arab ‘Ali ibn ‘Abd Allah ibn Ahmad al-Misri (d. after 751/1350).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Toc484431748 \h</w:instrText>
            </w:r>
            <w:r w:rsidR="00904AC9">
              <w:rPr>
                <w:webHidden/>
                <w:rtl/>
              </w:rPr>
              <w:instrText xml:space="preserve"> </w:instrText>
            </w:r>
            <w:r>
              <w:rPr>
                <w:webHidden/>
                <w:rtl/>
              </w:rPr>
            </w:r>
            <w:r>
              <w:rPr>
                <w:webHidden/>
                <w:rtl/>
              </w:rPr>
              <w:fldChar w:fldCharType="separate"/>
            </w:r>
            <w:r w:rsidR="00DF6B08">
              <w:rPr>
                <w:webHidden/>
              </w:rPr>
              <w:t>79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49" w:history="1">
            <w:r w:rsidR="00904AC9" w:rsidRPr="00B0174B">
              <w:rPr>
                <w:rStyle w:val="Hyperlink"/>
              </w:rPr>
              <w:t>289. Sa’id al-Din Muhammad ibn Mas’ud ibn Muhammad al-­Kazeruni (d. 758/1357).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Toc484431749 \h</w:instrText>
            </w:r>
            <w:r w:rsidR="00904AC9">
              <w:rPr>
                <w:webHidden/>
                <w:rtl/>
              </w:rPr>
              <w:instrText xml:space="preserve"> </w:instrText>
            </w:r>
            <w:r>
              <w:rPr>
                <w:webHidden/>
                <w:rtl/>
              </w:rPr>
            </w:r>
            <w:r>
              <w:rPr>
                <w:webHidden/>
                <w:rtl/>
              </w:rPr>
              <w:fldChar w:fldCharType="separate"/>
            </w:r>
            <w:r w:rsidR="00DF6B08">
              <w:rPr>
                <w:webHidden/>
              </w:rPr>
              <w:t>79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50" w:history="1">
            <w:r w:rsidR="00904AC9" w:rsidRPr="00B0174B">
              <w:rPr>
                <w:rStyle w:val="Hyperlink"/>
              </w:rPr>
              <w:t>290. Isma’il ibn Kathir ibn Daw' al-Qarashi al-Dimashqi (d. 774/1372).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Toc484431750 \h</w:instrText>
            </w:r>
            <w:r w:rsidR="00904AC9">
              <w:rPr>
                <w:webHidden/>
                <w:rtl/>
              </w:rPr>
              <w:instrText xml:space="preserve"> </w:instrText>
            </w:r>
            <w:r>
              <w:rPr>
                <w:webHidden/>
                <w:rtl/>
              </w:rPr>
            </w:r>
            <w:r>
              <w:rPr>
                <w:webHidden/>
                <w:rtl/>
              </w:rPr>
              <w:fldChar w:fldCharType="separate"/>
            </w:r>
            <w:r w:rsidR="00DF6B08">
              <w:rPr>
                <w:webHidden/>
              </w:rPr>
              <w:t>79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51" w:history="1">
            <w:r w:rsidR="00904AC9" w:rsidRPr="00B0174B">
              <w:rPr>
                <w:rStyle w:val="Hyperlink"/>
              </w:rPr>
              <w:t>291. Muhammad ibn Qasim al-Nuwayri al-Iskandarani (d. after 775/1373).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Toc484431751 \h</w:instrText>
            </w:r>
            <w:r w:rsidR="00904AC9">
              <w:rPr>
                <w:webHidden/>
                <w:rtl/>
              </w:rPr>
              <w:instrText xml:space="preserve"> </w:instrText>
            </w:r>
            <w:r>
              <w:rPr>
                <w:webHidden/>
                <w:rtl/>
              </w:rPr>
            </w:r>
            <w:r>
              <w:rPr>
                <w:webHidden/>
                <w:rtl/>
              </w:rPr>
              <w:fldChar w:fldCharType="separate"/>
            </w:r>
            <w:r w:rsidR="00DF6B08">
              <w:rPr>
                <w:webHidden/>
              </w:rPr>
              <w:t>79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52" w:history="1">
            <w:r w:rsidR="00904AC9" w:rsidRPr="00B0174B">
              <w:rPr>
                <w:rStyle w:val="Hyperlink"/>
              </w:rPr>
              <w:t>292. Shams al-Din Muhammad ibn al-Hasan al-Wasiti (d. 776/1374).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Toc484431752 \h</w:instrText>
            </w:r>
            <w:r w:rsidR="00904AC9">
              <w:rPr>
                <w:webHidden/>
                <w:rtl/>
              </w:rPr>
              <w:instrText xml:space="preserve"> </w:instrText>
            </w:r>
            <w:r>
              <w:rPr>
                <w:webHidden/>
                <w:rtl/>
              </w:rPr>
            </w:r>
            <w:r>
              <w:rPr>
                <w:webHidden/>
                <w:rtl/>
              </w:rPr>
              <w:fldChar w:fldCharType="separate"/>
            </w:r>
            <w:r w:rsidR="00DF6B08">
              <w:rPr>
                <w:webHidden/>
              </w:rPr>
              <w:t>79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53" w:history="1">
            <w:r w:rsidR="00904AC9" w:rsidRPr="00B0174B">
              <w:rPr>
                <w:rStyle w:val="Hyperlink"/>
              </w:rPr>
              <w:t>293. Al-Sayyid ‘Ali Shihab al-Din al-Hamadani (d. 786/1384).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Toc484431753 \h</w:instrText>
            </w:r>
            <w:r w:rsidR="00904AC9">
              <w:rPr>
                <w:webHidden/>
                <w:rtl/>
              </w:rPr>
              <w:instrText xml:space="preserve"> </w:instrText>
            </w:r>
            <w:r>
              <w:rPr>
                <w:webHidden/>
                <w:rtl/>
              </w:rPr>
            </w:r>
            <w:r>
              <w:rPr>
                <w:webHidden/>
                <w:rtl/>
              </w:rPr>
              <w:fldChar w:fldCharType="separate"/>
            </w:r>
            <w:r w:rsidR="00DF6B08">
              <w:rPr>
                <w:webHidden/>
              </w:rPr>
              <w:t>79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54" w:history="1">
            <w:r w:rsidR="00904AC9" w:rsidRPr="00B0174B">
              <w:rPr>
                <w:rStyle w:val="Hyperlink"/>
              </w:rPr>
              <w:t>294. Al-Sayyid Muhammad al-Taliqani.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Toc484431754 \h</w:instrText>
            </w:r>
            <w:r w:rsidR="00904AC9">
              <w:rPr>
                <w:webHidden/>
                <w:rtl/>
              </w:rPr>
              <w:instrText xml:space="preserve"> </w:instrText>
            </w:r>
            <w:r>
              <w:rPr>
                <w:webHidden/>
                <w:rtl/>
              </w:rPr>
            </w:r>
            <w:r>
              <w:rPr>
                <w:webHidden/>
                <w:rtl/>
              </w:rPr>
              <w:fldChar w:fldCharType="separate"/>
            </w:r>
            <w:r w:rsidR="00DF6B08">
              <w:rPr>
                <w:webHidden/>
              </w:rPr>
              <w:t>79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55" w:history="1">
            <w:r w:rsidR="00904AC9" w:rsidRPr="00B0174B">
              <w:rPr>
                <w:rStyle w:val="Hyperlink"/>
              </w:rPr>
              <w:t>295. Sa’d al-Din Mas’ud ibn ‘Umar al-Taftazani (d. 791/1389).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Toc484431755 \h</w:instrText>
            </w:r>
            <w:r w:rsidR="00904AC9">
              <w:rPr>
                <w:webHidden/>
                <w:rtl/>
              </w:rPr>
              <w:instrText xml:space="preserve"> </w:instrText>
            </w:r>
            <w:r>
              <w:rPr>
                <w:webHidden/>
                <w:rtl/>
              </w:rPr>
            </w:r>
            <w:r>
              <w:rPr>
                <w:webHidden/>
                <w:rtl/>
              </w:rPr>
              <w:fldChar w:fldCharType="separate"/>
            </w:r>
            <w:r w:rsidR="00DF6B08">
              <w:rPr>
                <w:webHidden/>
              </w:rPr>
              <w:t>80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56" w:history="1">
            <w:r w:rsidR="00904AC9" w:rsidRPr="00B0174B">
              <w:rPr>
                <w:rStyle w:val="Hyperlink"/>
              </w:rPr>
              <w:t>296. Abu ‘Abd Allah Husam al-Din Hamid ibn Ahmad al-Mahalli.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Toc484431756 \h</w:instrText>
            </w:r>
            <w:r w:rsidR="00904AC9">
              <w:rPr>
                <w:webHidden/>
                <w:rtl/>
              </w:rPr>
              <w:instrText xml:space="preserve"> </w:instrText>
            </w:r>
            <w:r>
              <w:rPr>
                <w:webHidden/>
                <w:rtl/>
              </w:rPr>
            </w:r>
            <w:r>
              <w:rPr>
                <w:webHidden/>
                <w:rtl/>
              </w:rPr>
              <w:fldChar w:fldCharType="separate"/>
            </w:r>
            <w:r w:rsidR="00DF6B08">
              <w:rPr>
                <w:webHidden/>
              </w:rPr>
              <w:t>80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57" w:history="1">
            <w:r w:rsidR="00904AC9" w:rsidRPr="00B0174B">
              <w:rPr>
                <w:rStyle w:val="Hyperlink"/>
              </w:rPr>
              <w:t>Notes</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Toc484431757 \h</w:instrText>
            </w:r>
            <w:r w:rsidR="00904AC9">
              <w:rPr>
                <w:webHidden/>
                <w:rtl/>
              </w:rPr>
              <w:instrText xml:space="preserve"> </w:instrText>
            </w:r>
            <w:r>
              <w:rPr>
                <w:webHidden/>
                <w:rtl/>
              </w:rPr>
            </w:r>
            <w:r>
              <w:rPr>
                <w:webHidden/>
                <w:rtl/>
              </w:rPr>
              <w:fldChar w:fldCharType="separate"/>
            </w:r>
            <w:r w:rsidR="00DF6B08">
              <w:rPr>
                <w:webHidden/>
              </w:rPr>
              <w:t>80</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758" w:history="1">
            <w:r w:rsidR="00904AC9" w:rsidRPr="00B0174B">
              <w:rPr>
                <w:rStyle w:val="Hyperlink"/>
              </w:rPr>
              <w:t>Narrators of Hadith al-Thaqalayn of Ninth- Fifteenth Century</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Toc484431758 \h</w:instrText>
            </w:r>
            <w:r w:rsidR="00904AC9">
              <w:rPr>
                <w:webHidden/>
                <w:rtl/>
              </w:rPr>
              <w:instrText xml:space="preserve"> </w:instrText>
            </w:r>
            <w:r>
              <w:rPr>
                <w:webHidden/>
                <w:rtl/>
              </w:rPr>
            </w:r>
            <w:r>
              <w:rPr>
                <w:webHidden/>
                <w:rtl/>
              </w:rPr>
              <w:fldChar w:fldCharType="separate"/>
            </w:r>
            <w:r w:rsidR="00DF6B08">
              <w:rPr>
                <w:webHidden/>
              </w:rPr>
              <w:t>81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59" w:history="1">
            <w:r w:rsidR="00904AC9" w:rsidRPr="00B0174B">
              <w:rPr>
                <w:rStyle w:val="Hyperlink"/>
              </w:rPr>
              <w:t>297. Nur al-Din ‘Ali ibn Abi Bakr ibn Sulayman al-Haythami (d. 807/1404).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Toc484431759 \h</w:instrText>
            </w:r>
            <w:r w:rsidR="00904AC9">
              <w:rPr>
                <w:webHidden/>
                <w:rtl/>
              </w:rPr>
              <w:instrText xml:space="preserve"> </w:instrText>
            </w:r>
            <w:r>
              <w:rPr>
                <w:webHidden/>
                <w:rtl/>
              </w:rPr>
            </w:r>
            <w:r>
              <w:rPr>
                <w:webHidden/>
                <w:rtl/>
              </w:rPr>
              <w:fldChar w:fldCharType="separate"/>
            </w:r>
            <w:r w:rsidR="00DF6B08">
              <w:rPr>
                <w:webHidden/>
              </w:rPr>
              <w:t>81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60" w:history="1">
            <w:r w:rsidR="00904AC9" w:rsidRPr="00B0174B">
              <w:rPr>
                <w:rStyle w:val="Hyperlink"/>
              </w:rPr>
              <w:t>298. Majd al-Din Muhammad ibn Ya’qub al-Firuzabadi al-Shirazi (d. 817/1414).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Toc484431760 \h</w:instrText>
            </w:r>
            <w:r w:rsidR="00904AC9">
              <w:rPr>
                <w:webHidden/>
                <w:rtl/>
              </w:rPr>
              <w:instrText xml:space="preserve"> </w:instrText>
            </w:r>
            <w:r>
              <w:rPr>
                <w:webHidden/>
                <w:rtl/>
              </w:rPr>
            </w:r>
            <w:r>
              <w:rPr>
                <w:webHidden/>
                <w:rtl/>
              </w:rPr>
              <w:fldChar w:fldCharType="separate"/>
            </w:r>
            <w:r w:rsidR="00DF6B08">
              <w:rPr>
                <w:webHidden/>
              </w:rPr>
              <w:t>81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61" w:history="1">
            <w:r w:rsidR="00904AC9" w:rsidRPr="00B0174B">
              <w:rPr>
                <w:rStyle w:val="Hyperlink"/>
              </w:rPr>
              <w:t>299. Muhammad ibn Mahmud al-Hafizi al-Bukhari al-­Naqshbandi, known as Khwajah Parsa (d. 822/1419).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Toc484431761 \h</w:instrText>
            </w:r>
            <w:r w:rsidR="00904AC9">
              <w:rPr>
                <w:webHidden/>
                <w:rtl/>
              </w:rPr>
              <w:instrText xml:space="preserve"> </w:instrText>
            </w:r>
            <w:r>
              <w:rPr>
                <w:webHidden/>
                <w:rtl/>
              </w:rPr>
            </w:r>
            <w:r>
              <w:rPr>
                <w:webHidden/>
                <w:rtl/>
              </w:rPr>
              <w:fldChar w:fldCharType="separate"/>
            </w:r>
            <w:r w:rsidR="00DF6B08">
              <w:rPr>
                <w:webHidden/>
              </w:rPr>
              <w:t>81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62" w:history="1">
            <w:r w:rsidR="00904AC9" w:rsidRPr="00B0174B">
              <w:rPr>
                <w:rStyle w:val="Hyperlink"/>
              </w:rPr>
              <w:t>300. Abu al-Abbas Taqi al-Din Ahmad ibn ‘Ali al-Maqrizi (d. 845/1441).</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Toc484431762 \h</w:instrText>
            </w:r>
            <w:r w:rsidR="00904AC9">
              <w:rPr>
                <w:webHidden/>
                <w:rtl/>
              </w:rPr>
              <w:instrText xml:space="preserve"> </w:instrText>
            </w:r>
            <w:r>
              <w:rPr>
                <w:webHidden/>
                <w:rtl/>
              </w:rPr>
            </w:r>
            <w:r>
              <w:rPr>
                <w:webHidden/>
                <w:rtl/>
              </w:rPr>
              <w:fldChar w:fldCharType="separate"/>
            </w:r>
            <w:r w:rsidR="00DF6B08">
              <w:rPr>
                <w:webHidden/>
              </w:rPr>
              <w:t>81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63" w:history="1">
            <w:r w:rsidR="00904AC9" w:rsidRPr="00B0174B">
              <w:rPr>
                <w:rStyle w:val="Hyperlink"/>
              </w:rPr>
              <w:t>301. ‘Uthman ibn Haji ibn Muhammad al-Harawi.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Toc484431763 \h</w:instrText>
            </w:r>
            <w:r w:rsidR="00904AC9">
              <w:rPr>
                <w:webHidden/>
                <w:rtl/>
              </w:rPr>
              <w:instrText xml:space="preserve"> </w:instrText>
            </w:r>
            <w:r>
              <w:rPr>
                <w:webHidden/>
                <w:rtl/>
              </w:rPr>
            </w:r>
            <w:r>
              <w:rPr>
                <w:webHidden/>
                <w:rtl/>
              </w:rPr>
              <w:fldChar w:fldCharType="separate"/>
            </w:r>
            <w:r w:rsidR="00DF6B08">
              <w:rPr>
                <w:webHidden/>
              </w:rPr>
              <w:t>81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64" w:history="1">
            <w:r w:rsidR="00904AC9" w:rsidRPr="00B0174B">
              <w:rPr>
                <w:rStyle w:val="Hyperlink"/>
              </w:rPr>
              <w:t>302. Malik al-’Ulama' Shihab al-Din ibn Shams al-Din al-­Zawali al-Dawlatabadi (d. 849/1445).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Toc484431764 \h</w:instrText>
            </w:r>
            <w:r w:rsidR="00904AC9">
              <w:rPr>
                <w:webHidden/>
                <w:rtl/>
              </w:rPr>
              <w:instrText xml:space="preserve"> </w:instrText>
            </w:r>
            <w:r>
              <w:rPr>
                <w:webHidden/>
                <w:rtl/>
              </w:rPr>
            </w:r>
            <w:r>
              <w:rPr>
                <w:webHidden/>
                <w:rtl/>
              </w:rPr>
              <w:fldChar w:fldCharType="separate"/>
            </w:r>
            <w:r w:rsidR="00DF6B08">
              <w:rPr>
                <w:webHidden/>
              </w:rPr>
              <w:t>81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65" w:history="1">
            <w:r w:rsidR="00904AC9" w:rsidRPr="00B0174B">
              <w:rPr>
                <w:rStyle w:val="Hyperlink"/>
              </w:rPr>
              <w:t>303. Nur al-Din ‘Ali ibn Muhammad, known as Ibn al-Sabbagh al-Maliki (d. 855/1451).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Toc484431765 \h</w:instrText>
            </w:r>
            <w:r w:rsidR="00904AC9">
              <w:rPr>
                <w:webHidden/>
                <w:rtl/>
              </w:rPr>
              <w:instrText xml:space="preserve"> </w:instrText>
            </w:r>
            <w:r>
              <w:rPr>
                <w:webHidden/>
                <w:rtl/>
              </w:rPr>
            </w:r>
            <w:r>
              <w:rPr>
                <w:webHidden/>
                <w:rtl/>
              </w:rPr>
              <w:fldChar w:fldCharType="separate"/>
            </w:r>
            <w:r w:rsidR="00DF6B08">
              <w:rPr>
                <w:webHidden/>
              </w:rPr>
              <w:t>81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66" w:history="1">
            <w:r w:rsidR="00904AC9" w:rsidRPr="00B0174B">
              <w:rPr>
                <w:rStyle w:val="Hyperlink"/>
              </w:rPr>
              <w:t>304. Al-Hafiz ibn Hajar al-Asqalani (d. 852/1448).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Toc484431766 \h</w:instrText>
            </w:r>
            <w:r w:rsidR="00904AC9">
              <w:rPr>
                <w:webHidden/>
                <w:rtl/>
              </w:rPr>
              <w:instrText xml:space="preserve"> </w:instrText>
            </w:r>
            <w:r>
              <w:rPr>
                <w:webHidden/>
                <w:rtl/>
              </w:rPr>
            </w:r>
            <w:r>
              <w:rPr>
                <w:webHidden/>
                <w:rtl/>
              </w:rPr>
              <w:fldChar w:fldCharType="separate"/>
            </w:r>
            <w:r w:rsidR="00DF6B08">
              <w:rPr>
                <w:webHidden/>
              </w:rPr>
              <w:t>81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67" w:history="1">
            <w:r w:rsidR="00904AC9" w:rsidRPr="00B0174B">
              <w:rPr>
                <w:rStyle w:val="Hyperlink"/>
              </w:rPr>
              <w:t>Notes</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Toc484431767 \h</w:instrText>
            </w:r>
            <w:r w:rsidR="00904AC9">
              <w:rPr>
                <w:webHidden/>
                <w:rtl/>
              </w:rPr>
              <w:instrText xml:space="preserve"> </w:instrText>
            </w:r>
            <w:r>
              <w:rPr>
                <w:webHidden/>
                <w:rtl/>
              </w:rPr>
            </w:r>
            <w:r>
              <w:rPr>
                <w:webHidden/>
                <w:rtl/>
              </w:rPr>
              <w:fldChar w:fldCharType="separate"/>
            </w:r>
            <w:r w:rsidR="00DF6B08">
              <w:rPr>
                <w:webHidden/>
              </w:rPr>
              <w:t>81</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768" w:history="1">
            <w:r w:rsidR="00904AC9" w:rsidRPr="00B0174B">
              <w:rPr>
                <w:rStyle w:val="Hyperlink"/>
              </w:rPr>
              <w:t>Narrators of Hadith al-Thaqalayn of Tenth-Sixteenth Century</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Toc484431768 \h</w:instrText>
            </w:r>
            <w:r w:rsidR="00904AC9">
              <w:rPr>
                <w:webHidden/>
                <w:rtl/>
              </w:rPr>
              <w:instrText xml:space="preserve"> </w:instrText>
            </w:r>
            <w:r>
              <w:rPr>
                <w:webHidden/>
                <w:rtl/>
              </w:rPr>
            </w:r>
            <w:r>
              <w:rPr>
                <w:webHidden/>
                <w:rtl/>
              </w:rPr>
              <w:fldChar w:fldCharType="separate"/>
            </w:r>
            <w:r w:rsidR="00DF6B08">
              <w:rPr>
                <w:webHidden/>
              </w:rPr>
              <w:t>82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69" w:history="1">
            <w:r w:rsidR="00904AC9" w:rsidRPr="00B0174B">
              <w:rPr>
                <w:rStyle w:val="Hyperlink"/>
              </w:rPr>
              <w:t>305. Abu al-Khayr Shams al-Din Muhammad ibn ‘Abd al-Rahman al-Sakhawi (d. 902/1496).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Toc484431769 \h</w:instrText>
            </w:r>
            <w:r w:rsidR="00904AC9">
              <w:rPr>
                <w:webHidden/>
                <w:rtl/>
              </w:rPr>
              <w:instrText xml:space="preserve"> </w:instrText>
            </w:r>
            <w:r>
              <w:rPr>
                <w:webHidden/>
                <w:rtl/>
              </w:rPr>
            </w:r>
            <w:r>
              <w:rPr>
                <w:webHidden/>
                <w:rtl/>
              </w:rPr>
              <w:fldChar w:fldCharType="separate"/>
            </w:r>
            <w:r w:rsidR="00DF6B08">
              <w:rPr>
                <w:webHidden/>
              </w:rPr>
              <w:t>82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70" w:history="1">
            <w:r w:rsidR="00904AC9" w:rsidRPr="00B0174B">
              <w:rPr>
                <w:rStyle w:val="Hyperlink"/>
              </w:rPr>
              <w:t>306. Husayn ibn ‘Ali al-Kashifi (d. 910/1504).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Toc484431770 \h</w:instrText>
            </w:r>
            <w:r w:rsidR="00904AC9">
              <w:rPr>
                <w:webHidden/>
                <w:rtl/>
              </w:rPr>
              <w:instrText xml:space="preserve"> </w:instrText>
            </w:r>
            <w:r>
              <w:rPr>
                <w:webHidden/>
                <w:rtl/>
              </w:rPr>
            </w:r>
            <w:r>
              <w:rPr>
                <w:webHidden/>
                <w:rtl/>
              </w:rPr>
              <w:fldChar w:fldCharType="separate"/>
            </w:r>
            <w:r w:rsidR="00DF6B08">
              <w:rPr>
                <w:webHidden/>
              </w:rPr>
              <w:t>82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71" w:history="1">
            <w:r w:rsidR="00904AC9" w:rsidRPr="00B0174B">
              <w:rPr>
                <w:rStyle w:val="Hyperlink"/>
              </w:rPr>
              <w:t>307. Jalal al-Din ‘Abd al-Rahman ibn Abi Bakr al-Suyuti (d. 911/1505).</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Toc484431771 \h</w:instrText>
            </w:r>
            <w:r w:rsidR="00904AC9">
              <w:rPr>
                <w:webHidden/>
                <w:rtl/>
              </w:rPr>
              <w:instrText xml:space="preserve"> </w:instrText>
            </w:r>
            <w:r>
              <w:rPr>
                <w:webHidden/>
                <w:rtl/>
              </w:rPr>
            </w:r>
            <w:r>
              <w:rPr>
                <w:webHidden/>
                <w:rtl/>
              </w:rPr>
              <w:fldChar w:fldCharType="separate"/>
            </w:r>
            <w:r w:rsidR="00DF6B08">
              <w:rPr>
                <w:webHidden/>
              </w:rPr>
              <w:t>82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72" w:history="1">
            <w:r w:rsidR="00904AC9" w:rsidRPr="00B0174B">
              <w:rPr>
                <w:rStyle w:val="Hyperlink"/>
              </w:rPr>
              <w:t>308. Nur al-Din ‘Ali ibn ‘Abd Allah al-Samhudi (d. 911/1505).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Toc484431772 \h</w:instrText>
            </w:r>
            <w:r w:rsidR="00904AC9">
              <w:rPr>
                <w:webHidden/>
                <w:rtl/>
              </w:rPr>
              <w:instrText xml:space="preserve"> </w:instrText>
            </w:r>
            <w:r>
              <w:rPr>
                <w:webHidden/>
                <w:rtl/>
              </w:rPr>
            </w:r>
            <w:r>
              <w:rPr>
                <w:webHidden/>
                <w:rtl/>
              </w:rPr>
              <w:fldChar w:fldCharType="separate"/>
            </w:r>
            <w:r w:rsidR="00DF6B08">
              <w:rPr>
                <w:webHidden/>
              </w:rPr>
              <w:t>82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73" w:history="1">
            <w:r w:rsidR="00904AC9" w:rsidRPr="00B0174B">
              <w:rPr>
                <w:rStyle w:val="Hyperlink"/>
              </w:rPr>
              <w:t>309. Al-Fadl ibn Ruzbahan al-Khunji al-Shirazi.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Toc484431773 \h</w:instrText>
            </w:r>
            <w:r w:rsidR="00904AC9">
              <w:rPr>
                <w:webHidden/>
                <w:rtl/>
              </w:rPr>
              <w:instrText xml:space="preserve"> </w:instrText>
            </w:r>
            <w:r>
              <w:rPr>
                <w:webHidden/>
                <w:rtl/>
              </w:rPr>
            </w:r>
            <w:r>
              <w:rPr>
                <w:webHidden/>
                <w:rtl/>
              </w:rPr>
              <w:fldChar w:fldCharType="separate"/>
            </w:r>
            <w:r w:rsidR="00DF6B08">
              <w:rPr>
                <w:webHidden/>
              </w:rPr>
              <w:t>82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74" w:history="1">
            <w:r w:rsidR="00904AC9" w:rsidRPr="00B0174B">
              <w:rPr>
                <w:rStyle w:val="Hyperlink"/>
              </w:rPr>
              <w:t>310. Shihab al-Din Ahmad ibn Muhammad al-Qastallani al-Shafi’i (d. 923/1517).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Toc484431774 \h</w:instrText>
            </w:r>
            <w:r w:rsidR="00904AC9">
              <w:rPr>
                <w:webHidden/>
                <w:rtl/>
              </w:rPr>
              <w:instrText xml:space="preserve"> </w:instrText>
            </w:r>
            <w:r>
              <w:rPr>
                <w:webHidden/>
                <w:rtl/>
              </w:rPr>
            </w:r>
            <w:r>
              <w:rPr>
                <w:webHidden/>
                <w:rtl/>
              </w:rPr>
              <w:fldChar w:fldCharType="separate"/>
            </w:r>
            <w:r w:rsidR="00DF6B08">
              <w:rPr>
                <w:webHidden/>
              </w:rPr>
              <w:t>82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75" w:history="1">
            <w:r w:rsidR="00904AC9" w:rsidRPr="00B0174B">
              <w:rPr>
                <w:rStyle w:val="Hyperlink"/>
              </w:rPr>
              <w:t>311. Shams al-Din Muhammad al-Alqami (d. 929/1522).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Toc484431775 \h</w:instrText>
            </w:r>
            <w:r w:rsidR="00904AC9">
              <w:rPr>
                <w:webHidden/>
                <w:rtl/>
              </w:rPr>
              <w:instrText xml:space="preserve"> </w:instrText>
            </w:r>
            <w:r>
              <w:rPr>
                <w:webHidden/>
                <w:rtl/>
              </w:rPr>
            </w:r>
            <w:r>
              <w:rPr>
                <w:webHidden/>
                <w:rtl/>
              </w:rPr>
              <w:fldChar w:fldCharType="separate"/>
            </w:r>
            <w:r w:rsidR="00DF6B08">
              <w:rPr>
                <w:webHidden/>
              </w:rPr>
              <w:t>82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76" w:history="1">
            <w:r w:rsidR="00904AC9" w:rsidRPr="00B0174B">
              <w:rPr>
                <w:rStyle w:val="Hyperlink"/>
              </w:rPr>
              <w:t>312. ‘Abd al-Wahhab ibn Muhammad ibn Rafi’ al-Din al-Bukhari (d. 932/1525).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Toc484431776 \h</w:instrText>
            </w:r>
            <w:r w:rsidR="00904AC9">
              <w:rPr>
                <w:webHidden/>
                <w:rtl/>
              </w:rPr>
              <w:instrText xml:space="preserve"> </w:instrText>
            </w:r>
            <w:r>
              <w:rPr>
                <w:webHidden/>
                <w:rtl/>
              </w:rPr>
            </w:r>
            <w:r>
              <w:rPr>
                <w:webHidden/>
                <w:rtl/>
              </w:rPr>
              <w:fldChar w:fldCharType="separate"/>
            </w:r>
            <w:r w:rsidR="00DF6B08">
              <w:rPr>
                <w:webHidden/>
              </w:rPr>
              <w:t>82</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77" w:history="1">
            <w:r w:rsidR="00904AC9" w:rsidRPr="00B0174B">
              <w:rPr>
                <w:rStyle w:val="Hyperlink"/>
              </w:rPr>
              <w:t>313. Shams al-Din Muhammad ibn Yusuf al-Dimashqi al-Salihi (d. 942/1535).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Toc484431777 \h</w:instrText>
            </w:r>
            <w:r w:rsidR="00904AC9">
              <w:rPr>
                <w:webHidden/>
                <w:rtl/>
              </w:rPr>
              <w:instrText xml:space="preserve"> </w:instrText>
            </w:r>
            <w:r>
              <w:rPr>
                <w:webHidden/>
                <w:rtl/>
              </w:rPr>
            </w:r>
            <w:r>
              <w:rPr>
                <w:webHidden/>
                <w:rtl/>
              </w:rPr>
              <w:fldChar w:fldCharType="separate"/>
            </w:r>
            <w:r w:rsidR="00DF6B08">
              <w:rPr>
                <w:webHidden/>
              </w:rPr>
              <w:t>83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78" w:history="1">
            <w:r w:rsidR="00904AC9" w:rsidRPr="00B0174B">
              <w:rPr>
                <w:rStyle w:val="Hyperlink"/>
              </w:rPr>
              <w:t>314. Al-Hafiz ibn al-Dayba’ al-Shaybani (d. 943/1536).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Toc484431778 \h</w:instrText>
            </w:r>
            <w:r w:rsidR="00904AC9">
              <w:rPr>
                <w:webHidden/>
                <w:rtl/>
              </w:rPr>
              <w:instrText xml:space="preserve"> </w:instrText>
            </w:r>
            <w:r>
              <w:rPr>
                <w:webHidden/>
                <w:rtl/>
              </w:rPr>
            </w:r>
            <w:r>
              <w:rPr>
                <w:webHidden/>
                <w:rtl/>
              </w:rPr>
              <w:fldChar w:fldCharType="separate"/>
            </w:r>
            <w:r w:rsidR="00DF6B08">
              <w:rPr>
                <w:webHidden/>
              </w:rPr>
              <w:t>83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79" w:history="1">
            <w:r w:rsidR="00904AC9" w:rsidRPr="00B0174B">
              <w:rPr>
                <w:rStyle w:val="Hyperlink"/>
              </w:rPr>
              <w:t>315. Shams al-Din Ibn Tulun al-Dimashqi (d. 953/1546).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Toc484431779 \h</w:instrText>
            </w:r>
            <w:r w:rsidR="00904AC9">
              <w:rPr>
                <w:webHidden/>
                <w:rtl/>
              </w:rPr>
              <w:instrText xml:space="preserve"> </w:instrText>
            </w:r>
            <w:r>
              <w:rPr>
                <w:webHidden/>
                <w:rtl/>
              </w:rPr>
            </w:r>
            <w:r>
              <w:rPr>
                <w:webHidden/>
                <w:rtl/>
              </w:rPr>
              <w:fldChar w:fldCharType="separate"/>
            </w:r>
            <w:r w:rsidR="00DF6B08">
              <w:rPr>
                <w:webHidden/>
              </w:rPr>
              <w:t>83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80" w:history="1">
            <w:r w:rsidR="00904AC9" w:rsidRPr="00B0174B">
              <w:rPr>
                <w:rStyle w:val="Hyperlink"/>
              </w:rPr>
              <w:t>316. Muhammad ibn Ahmad al-Sharbini al-Khatib (d. 968/1560).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Toc484431780 \h</w:instrText>
            </w:r>
            <w:r w:rsidR="00904AC9">
              <w:rPr>
                <w:webHidden/>
                <w:rtl/>
              </w:rPr>
              <w:instrText xml:space="preserve"> </w:instrText>
            </w:r>
            <w:r>
              <w:rPr>
                <w:webHidden/>
                <w:rtl/>
              </w:rPr>
            </w:r>
            <w:r>
              <w:rPr>
                <w:webHidden/>
                <w:rtl/>
              </w:rPr>
              <w:fldChar w:fldCharType="separate"/>
            </w:r>
            <w:r w:rsidR="00DF6B08">
              <w:rPr>
                <w:webHidden/>
              </w:rPr>
              <w:t>83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81" w:history="1">
            <w:r w:rsidR="00904AC9" w:rsidRPr="00B0174B">
              <w:rPr>
                <w:rStyle w:val="Hyperlink"/>
              </w:rPr>
              <w:t>317. Shihab al-Din Ahmad ibn Muhammad ibn ‘Ali ibn Hajar al-Haythami al-Makki (d. 973/1565).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Toc484431781 \h</w:instrText>
            </w:r>
            <w:r w:rsidR="00904AC9">
              <w:rPr>
                <w:webHidden/>
                <w:rtl/>
              </w:rPr>
              <w:instrText xml:space="preserve"> </w:instrText>
            </w:r>
            <w:r>
              <w:rPr>
                <w:webHidden/>
                <w:rtl/>
              </w:rPr>
            </w:r>
            <w:r>
              <w:rPr>
                <w:webHidden/>
                <w:rtl/>
              </w:rPr>
              <w:fldChar w:fldCharType="separate"/>
            </w:r>
            <w:r w:rsidR="00DF6B08">
              <w:rPr>
                <w:webHidden/>
              </w:rPr>
              <w:t>83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82" w:history="1">
            <w:r w:rsidR="00904AC9" w:rsidRPr="00B0174B">
              <w:rPr>
                <w:rStyle w:val="Hyperlink"/>
              </w:rPr>
              <w:t>318. Nur al-Din ‘Ali ibn Husam al-Din al-Muttaqi al-Hindi (d.975/1567).</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Toc484431782 \h</w:instrText>
            </w:r>
            <w:r w:rsidR="00904AC9">
              <w:rPr>
                <w:webHidden/>
                <w:rtl/>
              </w:rPr>
              <w:instrText xml:space="preserve"> </w:instrText>
            </w:r>
            <w:r>
              <w:rPr>
                <w:webHidden/>
                <w:rtl/>
              </w:rPr>
            </w:r>
            <w:r>
              <w:rPr>
                <w:webHidden/>
                <w:rtl/>
              </w:rPr>
              <w:fldChar w:fldCharType="separate"/>
            </w:r>
            <w:r w:rsidR="00DF6B08">
              <w:rPr>
                <w:webHidden/>
              </w:rPr>
              <w:t>83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83" w:history="1">
            <w:r w:rsidR="00904AC9" w:rsidRPr="00B0174B">
              <w:rPr>
                <w:rStyle w:val="Hyperlink"/>
              </w:rPr>
              <w:t>319. Muhammad Tahir al-Fitanni al-Gujrati (d. 986/1578).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Toc484431783 \h</w:instrText>
            </w:r>
            <w:r w:rsidR="00904AC9">
              <w:rPr>
                <w:webHidden/>
                <w:rtl/>
              </w:rPr>
              <w:instrText xml:space="preserve"> </w:instrText>
            </w:r>
            <w:r>
              <w:rPr>
                <w:webHidden/>
                <w:rtl/>
              </w:rPr>
            </w:r>
            <w:r>
              <w:rPr>
                <w:webHidden/>
                <w:rtl/>
              </w:rPr>
              <w:fldChar w:fldCharType="separate"/>
            </w:r>
            <w:r w:rsidR="00DF6B08">
              <w:rPr>
                <w:webHidden/>
              </w:rPr>
              <w:t>83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84" w:history="1">
            <w:r w:rsidR="00904AC9" w:rsidRPr="00B0174B">
              <w:rPr>
                <w:rStyle w:val="Hyperlink"/>
              </w:rPr>
              <w:t>320. ‘Abbas ibn Mu’in al-Din, known as Mirza Makhdum al-­Jurjani al-Shirazi (d. 988/1580).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Toc484431784 \h</w:instrText>
            </w:r>
            <w:r w:rsidR="00904AC9">
              <w:rPr>
                <w:webHidden/>
                <w:rtl/>
              </w:rPr>
              <w:instrText xml:space="preserve"> </w:instrText>
            </w:r>
            <w:r>
              <w:rPr>
                <w:webHidden/>
                <w:rtl/>
              </w:rPr>
            </w:r>
            <w:r>
              <w:rPr>
                <w:webHidden/>
                <w:rtl/>
              </w:rPr>
              <w:fldChar w:fldCharType="separate"/>
            </w:r>
            <w:r w:rsidR="00DF6B08">
              <w:rPr>
                <w:webHidden/>
              </w:rPr>
              <w:t>83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85" w:history="1">
            <w:r w:rsidR="00904AC9" w:rsidRPr="00B0174B">
              <w:rPr>
                <w:rStyle w:val="Hyperlink"/>
              </w:rPr>
              <w:t>321. Al-Shaykh Ibn ‘Abd Allah ibn al-Shaykh ‘Abd Allah al-Aydarus al-Yamani (d. 990/1582).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Toc484431785 \h</w:instrText>
            </w:r>
            <w:r w:rsidR="00904AC9">
              <w:rPr>
                <w:webHidden/>
                <w:rtl/>
              </w:rPr>
              <w:instrText xml:space="preserve"> </w:instrText>
            </w:r>
            <w:r>
              <w:rPr>
                <w:webHidden/>
                <w:rtl/>
              </w:rPr>
            </w:r>
            <w:r>
              <w:rPr>
                <w:webHidden/>
                <w:rtl/>
              </w:rPr>
              <w:fldChar w:fldCharType="separate"/>
            </w:r>
            <w:r w:rsidR="00DF6B08">
              <w:rPr>
                <w:webHidden/>
              </w:rPr>
              <w:t>83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86" w:history="1">
            <w:r w:rsidR="00904AC9" w:rsidRPr="00B0174B">
              <w:rPr>
                <w:rStyle w:val="Hyperlink"/>
              </w:rPr>
              <w:t>322. Kamal al-Din ibn Fakhr al-Din al-Jahromi (d. after 994/1586).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Toc484431786 \h</w:instrText>
            </w:r>
            <w:r w:rsidR="00904AC9">
              <w:rPr>
                <w:webHidden/>
                <w:rtl/>
              </w:rPr>
              <w:instrText xml:space="preserve"> </w:instrText>
            </w:r>
            <w:r>
              <w:rPr>
                <w:webHidden/>
                <w:rtl/>
              </w:rPr>
            </w:r>
            <w:r>
              <w:rPr>
                <w:webHidden/>
                <w:rtl/>
              </w:rPr>
              <w:fldChar w:fldCharType="separate"/>
            </w:r>
            <w:r w:rsidR="00DF6B08">
              <w:rPr>
                <w:webHidden/>
              </w:rPr>
              <w:t>83</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87" w:history="1">
            <w:r w:rsidR="00904AC9" w:rsidRPr="00B0174B">
              <w:rPr>
                <w:rStyle w:val="Hyperlink"/>
              </w:rPr>
              <w:t>323. Muhammad ibn Ahmad ibn Mustafa ibn Ibrahim al-Sufi, known as Badr al-Din al-Rumi.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Toc484431787 \h</w:instrText>
            </w:r>
            <w:r w:rsidR="00904AC9">
              <w:rPr>
                <w:webHidden/>
                <w:rtl/>
              </w:rPr>
              <w:instrText xml:space="preserve"> </w:instrText>
            </w:r>
            <w:r>
              <w:rPr>
                <w:webHidden/>
                <w:rtl/>
              </w:rPr>
            </w:r>
            <w:r>
              <w:rPr>
                <w:webHidden/>
                <w:rtl/>
              </w:rPr>
              <w:fldChar w:fldCharType="separate"/>
            </w:r>
            <w:r w:rsidR="00DF6B08">
              <w:rPr>
                <w:webHidden/>
              </w:rPr>
              <w:t>84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88" w:history="1">
            <w:r w:rsidR="00904AC9" w:rsidRPr="00B0174B">
              <w:rPr>
                <w:rStyle w:val="Hyperlink"/>
              </w:rPr>
              <w:t>324. ‘Ata' Allah ibn Fadl Allah al-Shirazi, known as Jamal al-Din al-Muhaddith (d. 1000/1591).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Toc484431788 \h</w:instrText>
            </w:r>
            <w:r w:rsidR="00904AC9">
              <w:rPr>
                <w:webHidden/>
                <w:rtl/>
              </w:rPr>
              <w:instrText xml:space="preserve"> </w:instrText>
            </w:r>
            <w:r>
              <w:rPr>
                <w:webHidden/>
                <w:rtl/>
              </w:rPr>
            </w:r>
            <w:r>
              <w:rPr>
                <w:webHidden/>
                <w:rtl/>
              </w:rPr>
              <w:fldChar w:fldCharType="separate"/>
            </w:r>
            <w:r w:rsidR="00DF6B08">
              <w:rPr>
                <w:webHidden/>
              </w:rPr>
              <w:t>84</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89" w:history="1">
            <w:r w:rsidR="00904AC9" w:rsidRPr="00B0174B">
              <w:rPr>
                <w:rStyle w:val="Hyperlink"/>
              </w:rPr>
              <w:t>Notes</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Toc484431789 \h</w:instrText>
            </w:r>
            <w:r w:rsidR="00904AC9">
              <w:rPr>
                <w:webHidden/>
                <w:rtl/>
              </w:rPr>
              <w:instrText xml:space="preserve"> </w:instrText>
            </w:r>
            <w:r>
              <w:rPr>
                <w:webHidden/>
                <w:rtl/>
              </w:rPr>
            </w:r>
            <w:r>
              <w:rPr>
                <w:webHidden/>
                <w:rtl/>
              </w:rPr>
              <w:fldChar w:fldCharType="separate"/>
            </w:r>
            <w:r w:rsidR="00DF6B08">
              <w:rPr>
                <w:webHidden/>
              </w:rPr>
              <w:t>84</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790" w:history="1">
            <w:r w:rsidR="00904AC9" w:rsidRPr="00B0174B">
              <w:rPr>
                <w:rStyle w:val="Hyperlink"/>
              </w:rPr>
              <w:t>Narrators of Hadith al-Thaqalayn of Eleventh-Seventeenth Century</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Toc484431790 \h</w:instrText>
            </w:r>
            <w:r w:rsidR="00904AC9">
              <w:rPr>
                <w:webHidden/>
                <w:rtl/>
              </w:rPr>
              <w:instrText xml:space="preserve"> </w:instrText>
            </w:r>
            <w:r>
              <w:rPr>
                <w:webHidden/>
                <w:rtl/>
              </w:rPr>
            </w:r>
            <w:r>
              <w:rPr>
                <w:webHidden/>
                <w:rtl/>
              </w:rPr>
              <w:fldChar w:fldCharType="separate"/>
            </w:r>
            <w:r w:rsidR="00DF6B08">
              <w:rPr>
                <w:webHidden/>
              </w:rPr>
              <w:t>85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91" w:history="1">
            <w:r w:rsidR="00904AC9" w:rsidRPr="00B0174B">
              <w:rPr>
                <w:rStyle w:val="Hyperlink"/>
              </w:rPr>
              <w:t>325. ‘Ali ibn al-Sultan Muhammad al-Harawi, known as ‘Ali al-Qari (d. 1013/1604).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Toc484431791 \h</w:instrText>
            </w:r>
            <w:r w:rsidR="00904AC9">
              <w:rPr>
                <w:webHidden/>
                <w:rtl/>
              </w:rPr>
              <w:instrText xml:space="preserve"> </w:instrText>
            </w:r>
            <w:r>
              <w:rPr>
                <w:webHidden/>
                <w:rtl/>
              </w:rPr>
            </w:r>
            <w:r>
              <w:rPr>
                <w:webHidden/>
                <w:rtl/>
              </w:rPr>
              <w:fldChar w:fldCharType="separate"/>
            </w:r>
            <w:r w:rsidR="00DF6B08">
              <w:rPr>
                <w:webHidden/>
              </w:rPr>
              <w:t>85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92" w:history="1">
            <w:r w:rsidR="00904AC9" w:rsidRPr="00B0174B">
              <w:rPr>
                <w:rStyle w:val="Hyperlink"/>
              </w:rPr>
              <w:t>326. ‘Abd al-Ra'uf ibn Taj al-Arifin al-Munawi (d. 1031/1621).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Toc484431792 \h</w:instrText>
            </w:r>
            <w:r w:rsidR="00904AC9">
              <w:rPr>
                <w:webHidden/>
                <w:rtl/>
              </w:rPr>
              <w:instrText xml:space="preserve"> </w:instrText>
            </w:r>
            <w:r>
              <w:rPr>
                <w:webHidden/>
                <w:rtl/>
              </w:rPr>
            </w:r>
            <w:r>
              <w:rPr>
                <w:webHidden/>
                <w:rtl/>
              </w:rPr>
              <w:fldChar w:fldCharType="separate"/>
            </w:r>
            <w:r w:rsidR="00DF6B08">
              <w:rPr>
                <w:webHidden/>
              </w:rPr>
              <w:t>85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93" w:history="1">
            <w:r w:rsidR="00904AC9" w:rsidRPr="00B0174B">
              <w:rPr>
                <w:rStyle w:val="Hyperlink"/>
              </w:rPr>
              <w:t>327. Nur al-Din ‘Ali ibn Ibrahim ibn ‘Ali al-Halabi al-Shafi’i (d. 1033/1623).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Toc484431793 \h</w:instrText>
            </w:r>
            <w:r w:rsidR="00904AC9">
              <w:rPr>
                <w:webHidden/>
                <w:rtl/>
              </w:rPr>
              <w:instrText xml:space="preserve"> </w:instrText>
            </w:r>
            <w:r>
              <w:rPr>
                <w:webHidden/>
                <w:rtl/>
              </w:rPr>
            </w:r>
            <w:r>
              <w:rPr>
                <w:webHidden/>
                <w:rtl/>
              </w:rPr>
              <w:fldChar w:fldCharType="separate"/>
            </w:r>
            <w:r w:rsidR="00DF6B08">
              <w:rPr>
                <w:webHidden/>
              </w:rPr>
              <w:t>85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94" w:history="1">
            <w:r w:rsidR="00904AC9" w:rsidRPr="00B0174B">
              <w:rPr>
                <w:rStyle w:val="Hyperlink"/>
              </w:rPr>
              <w:t>328. Ahmad ibn al-Fadl ibn Muhammad Ba Kathir al-Makki (d. 1037/1627).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Toc484431794 \h</w:instrText>
            </w:r>
            <w:r w:rsidR="00904AC9">
              <w:rPr>
                <w:webHidden/>
                <w:rtl/>
              </w:rPr>
              <w:instrText xml:space="preserve"> </w:instrText>
            </w:r>
            <w:r>
              <w:rPr>
                <w:webHidden/>
                <w:rtl/>
              </w:rPr>
            </w:r>
            <w:r>
              <w:rPr>
                <w:webHidden/>
                <w:rtl/>
              </w:rPr>
              <w:fldChar w:fldCharType="separate"/>
            </w:r>
            <w:r w:rsidR="00DF6B08">
              <w:rPr>
                <w:webHidden/>
              </w:rPr>
              <w:t>85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95" w:history="1">
            <w:r w:rsidR="00904AC9" w:rsidRPr="00B0174B">
              <w:rPr>
                <w:rStyle w:val="Hyperlink"/>
              </w:rPr>
              <w:t>329. Mahmud ibn Muhammad ibn ‘Ali al-­Shaykani al-Qadiri al-Madani.</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Toc484431795 \h</w:instrText>
            </w:r>
            <w:r w:rsidR="00904AC9">
              <w:rPr>
                <w:webHidden/>
                <w:rtl/>
              </w:rPr>
              <w:instrText xml:space="preserve"> </w:instrText>
            </w:r>
            <w:r>
              <w:rPr>
                <w:webHidden/>
                <w:rtl/>
              </w:rPr>
            </w:r>
            <w:r>
              <w:rPr>
                <w:webHidden/>
                <w:rtl/>
              </w:rPr>
              <w:fldChar w:fldCharType="separate"/>
            </w:r>
            <w:r w:rsidR="00DF6B08">
              <w:rPr>
                <w:webHidden/>
              </w:rPr>
              <w:t>85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96" w:history="1">
            <w:r w:rsidR="00904AC9" w:rsidRPr="00B0174B">
              <w:rPr>
                <w:rStyle w:val="Hyperlink"/>
              </w:rPr>
              <w:t>330. Al-Sayyid Muhammad ibn al-Sayyid Jalal Mah ‘Alam al-Bukhari (d. 1045/1635).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Toc484431796 \h</w:instrText>
            </w:r>
            <w:r w:rsidR="00904AC9">
              <w:rPr>
                <w:webHidden/>
                <w:rtl/>
              </w:rPr>
              <w:instrText xml:space="preserve"> </w:instrText>
            </w:r>
            <w:r>
              <w:rPr>
                <w:webHidden/>
                <w:rtl/>
              </w:rPr>
            </w:r>
            <w:r>
              <w:rPr>
                <w:webHidden/>
                <w:rtl/>
              </w:rPr>
              <w:fldChar w:fldCharType="separate"/>
            </w:r>
            <w:r w:rsidR="00DF6B08">
              <w:rPr>
                <w:webHidden/>
              </w:rPr>
              <w:t>85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97" w:history="1">
            <w:r w:rsidR="00904AC9" w:rsidRPr="00B0174B">
              <w:rPr>
                <w:rStyle w:val="Hyperlink"/>
              </w:rPr>
              <w:t>331. Al-Shaykh ‘Abd al-­Haqq al-Dehlawi (d. 1052/1642).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Toc484431797 \h</w:instrText>
            </w:r>
            <w:r w:rsidR="00904AC9">
              <w:rPr>
                <w:webHidden/>
                <w:rtl/>
              </w:rPr>
              <w:instrText xml:space="preserve"> </w:instrText>
            </w:r>
            <w:r>
              <w:rPr>
                <w:webHidden/>
                <w:rtl/>
              </w:rPr>
            </w:r>
            <w:r>
              <w:rPr>
                <w:webHidden/>
                <w:rtl/>
              </w:rPr>
              <w:fldChar w:fldCharType="separate"/>
            </w:r>
            <w:r w:rsidR="00DF6B08">
              <w:rPr>
                <w:webHidden/>
              </w:rPr>
              <w:t>85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98" w:history="1">
            <w:r w:rsidR="00904AC9" w:rsidRPr="00B0174B">
              <w:rPr>
                <w:rStyle w:val="Hyperlink"/>
              </w:rPr>
              <w:t>332. Shihab al-Din Ahmad ibn Muhammad ibn ‘Umar al-Khafaji al-Misri al-Hanafi (d. 1069/1658).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Toc484431798 \h</w:instrText>
            </w:r>
            <w:r w:rsidR="00904AC9">
              <w:rPr>
                <w:webHidden/>
                <w:rtl/>
              </w:rPr>
              <w:instrText xml:space="preserve"> </w:instrText>
            </w:r>
            <w:r>
              <w:rPr>
                <w:webHidden/>
                <w:rtl/>
              </w:rPr>
            </w:r>
            <w:r>
              <w:rPr>
                <w:webHidden/>
                <w:rtl/>
              </w:rPr>
              <w:fldChar w:fldCharType="separate"/>
            </w:r>
            <w:r w:rsidR="00DF6B08">
              <w:rPr>
                <w:webHidden/>
              </w:rPr>
              <w:t>85</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799" w:history="1">
            <w:r w:rsidR="00904AC9" w:rsidRPr="00B0174B">
              <w:rPr>
                <w:rStyle w:val="Hyperlink"/>
              </w:rPr>
              <w:t>333. ‘Ali ibn Ahmad ibn Muhammad ibn Ibrahim al-Azizi al-­Bulaqi al-Shafi’i (d. 1070/1659).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Toc484431799 \h</w:instrText>
            </w:r>
            <w:r w:rsidR="00904AC9">
              <w:rPr>
                <w:webHidden/>
                <w:rtl/>
              </w:rPr>
              <w:instrText xml:space="preserve"> </w:instrText>
            </w:r>
            <w:r>
              <w:rPr>
                <w:webHidden/>
                <w:rtl/>
              </w:rPr>
            </w:r>
            <w:r>
              <w:rPr>
                <w:webHidden/>
                <w:rtl/>
              </w:rPr>
              <w:fldChar w:fldCharType="separate"/>
            </w:r>
            <w:r w:rsidR="00DF6B08">
              <w:rPr>
                <w:webHidden/>
              </w:rPr>
              <w:t>86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00" w:history="1">
            <w:r w:rsidR="00904AC9" w:rsidRPr="00B0174B">
              <w:rPr>
                <w:rStyle w:val="Hyperlink"/>
              </w:rPr>
              <w:t>334. Muhammad ibn Muhammad ibn Sulayman al-Susi al-­Maghribi (d. 1094/1683)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Toc484431800 \h</w:instrText>
            </w:r>
            <w:r w:rsidR="00904AC9">
              <w:rPr>
                <w:webHidden/>
                <w:rtl/>
              </w:rPr>
              <w:instrText xml:space="preserve"> </w:instrText>
            </w:r>
            <w:r>
              <w:rPr>
                <w:webHidden/>
                <w:rtl/>
              </w:rPr>
            </w:r>
            <w:r>
              <w:rPr>
                <w:webHidden/>
                <w:rtl/>
              </w:rPr>
              <w:fldChar w:fldCharType="separate"/>
            </w:r>
            <w:r w:rsidR="00DF6B08">
              <w:rPr>
                <w:webHidden/>
              </w:rPr>
              <w:t>86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01" w:history="1">
            <w:r w:rsidR="00904AC9" w:rsidRPr="00B0174B">
              <w:rPr>
                <w:rStyle w:val="Hyperlink"/>
              </w:rPr>
              <w:t>335. Mulla Ya’qub al-­Banyani al-Lahori (1098/1686).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Toc484431801 \h</w:instrText>
            </w:r>
            <w:r w:rsidR="00904AC9">
              <w:rPr>
                <w:webHidden/>
                <w:rtl/>
              </w:rPr>
              <w:instrText xml:space="preserve"> </w:instrText>
            </w:r>
            <w:r>
              <w:rPr>
                <w:webHidden/>
                <w:rtl/>
              </w:rPr>
            </w:r>
            <w:r>
              <w:rPr>
                <w:webHidden/>
                <w:rtl/>
              </w:rPr>
              <w:fldChar w:fldCharType="separate"/>
            </w:r>
            <w:r w:rsidR="00DF6B08">
              <w:rPr>
                <w:webHidden/>
              </w:rPr>
              <w:t>86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02" w:history="1">
            <w:r w:rsidR="00904AC9" w:rsidRPr="00B0174B">
              <w:rPr>
                <w:rStyle w:val="Hyperlink"/>
              </w:rPr>
              <w:t>Notes</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Toc484431802 \h</w:instrText>
            </w:r>
            <w:r w:rsidR="00904AC9">
              <w:rPr>
                <w:webHidden/>
                <w:rtl/>
              </w:rPr>
              <w:instrText xml:space="preserve"> </w:instrText>
            </w:r>
            <w:r>
              <w:rPr>
                <w:webHidden/>
                <w:rtl/>
              </w:rPr>
            </w:r>
            <w:r>
              <w:rPr>
                <w:webHidden/>
                <w:rtl/>
              </w:rPr>
              <w:fldChar w:fldCharType="separate"/>
            </w:r>
            <w:r w:rsidR="00DF6B08">
              <w:rPr>
                <w:webHidden/>
              </w:rPr>
              <w:t>86</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803" w:history="1">
            <w:r w:rsidR="00904AC9" w:rsidRPr="00B0174B">
              <w:rPr>
                <w:rStyle w:val="Hyperlink"/>
              </w:rPr>
              <w:t>Narrators of Hadith al-Thaqalayn of Twelfth- Eighteenth Century</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Toc484431803 \h</w:instrText>
            </w:r>
            <w:r w:rsidR="00904AC9">
              <w:rPr>
                <w:webHidden/>
                <w:rtl/>
              </w:rPr>
              <w:instrText xml:space="preserve"> </w:instrText>
            </w:r>
            <w:r>
              <w:rPr>
                <w:webHidden/>
                <w:rtl/>
              </w:rPr>
            </w:r>
            <w:r>
              <w:rPr>
                <w:webHidden/>
                <w:rtl/>
              </w:rPr>
              <w:fldChar w:fldCharType="separate"/>
            </w:r>
            <w:r w:rsidR="00DF6B08">
              <w:rPr>
                <w:webHidden/>
              </w:rPr>
              <w:t>87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04" w:history="1">
            <w:r w:rsidR="00904AC9" w:rsidRPr="00B0174B">
              <w:rPr>
                <w:rStyle w:val="Hyperlink"/>
              </w:rPr>
              <w:t>336. Salih ibn Mahdi ibn ‘Ali Muqbili al-­San’ani (d. 1108/1696).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Toc484431804 \h</w:instrText>
            </w:r>
            <w:r w:rsidR="00904AC9">
              <w:rPr>
                <w:webHidden/>
                <w:rtl/>
              </w:rPr>
              <w:instrText xml:space="preserve"> </w:instrText>
            </w:r>
            <w:r>
              <w:rPr>
                <w:webHidden/>
                <w:rtl/>
              </w:rPr>
            </w:r>
            <w:r>
              <w:rPr>
                <w:webHidden/>
                <w:rtl/>
              </w:rPr>
              <w:fldChar w:fldCharType="separate"/>
            </w:r>
            <w:r w:rsidR="00DF6B08">
              <w:rPr>
                <w:webHidden/>
              </w:rPr>
              <w:t>87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05" w:history="1">
            <w:r w:rsidR="00904AC9" w:rsidRPr="00B0174B">
              <w:rPr>
                <w:rStyle w:val="Hyperlink"/>
              </w:rPr>
              <w:t>337. ‘Abd al-Malik al-Isami al-Makki (d. 1111/1699).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Toc484431805 \h</w:instrText>
            </w:r>
            <w:r w:rsidR="00904AC9">
              <w:rPr>
                <w:webHidden/>
                <w:rtl/>
              </w:rPr>
              <w:instrText xml:space="preserve"> </w:instrText>
            </w:r>
            <w:r>
              <w:rPr>
                <w:webHidden/>
                <w:rtl/>
              </w:rPr>
            </w:r>
            <w:r>
              <w:rPr>
                <w:webHidden/>
                <w:rtl/>
              </w:rPr>
              <w:fldChar w:fldCharType="separate"/>
            </w:r>
            <w:r w:rsidR="00DF6B08">
              <w:rPr>
                <w:webHidden/>
              </w:rPr>
              <w:t>87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06" w:history="1">
            <w:r w:rsidR="00904AC9" w:rsidRPr="00B0174B">
              <w:rPr>
                <w:rStyle w:val="Hyperlink"/>
              </w:rPr>
              <w:t>338. Muhammad Amin al-­Muhibbi (d. 1111/1699).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Toc484431806 \h</w:instrText>
            </w:r>
            <w:r w:rsidR="00904AC9">
              <w:rPr>
                <w:webHidden/>
                <w:rtl/>
              </w:rPr>
              <w:instrText xml:space="preserve"> </w:instrText>
            </w:r>
            <w:r>
              <w:rPr>
                <w:webHidden/>
                <w:rtl/>
              </w:rPr>
            </w:r>
            <w:r>
              <w:rPr>
                <w:webHidden/>
                <w:rtl/>
              </w:rPr>
              <w:fldChar w:fldCharType="separate"/>
            </w:r>
            <w:r w:rsidR="00DF6B08">
              <w:rPr>
                <w:webHidden/>
              </w:rPr>
              <w:t>87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07" w:history="1">
            <w:r w:rsidR="00904AC9" w:rsidRPr="00B0174B">
              <w:rPr>
                <w:rStyle w:val="Hyperlink"/>
              </w:rPr>
              <w:t>339. Ahmad Afandi, known as Munajjim Bashi (d. 1113/1701).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Toc484431807 \h</w:instrText>
            </w:r>
            <w:r w:rsidR="00904AC9">
              <w:rPr>
                <w:webHidden/>
                <w:rtl/>
              </w:rPr>
              <w:instrText xml:space="preserve"> </w:instrText>
            </w:r>
            <w:r>
              <w:rPr>
                <w:webHidden/>
                <w:rtl/>
              </w:rPr>
            </w:r>
            <w:r>
              <w:rPr>
                <w:webHidden/>
                <w:rtl/>
              </w:rPr>
              <w:fldChar w:fldCharType="separate"/>
            </w:r>
            <w:r w:rsidR="00DF6B08">
              <w:rPr>
                <w:webHidden/>
              </w:rPr>
              <w:t>87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08" w:history="1">
            <w:r w:rsidR="00904AC9" w:rsidRPr="00B0174B">
              <w:rPr>
                <w:rStyle w:val="Hyperlink"/>
              </w:rPr>
              <w:t>340. Kamal al-Din Ibn Hamzah al-Husayni (d. 1120/1708).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Toc484431808 \h</w:instrText>
            </w:r>
            <w:r w:rsidR="00904AC9">
              <w:rPr>
                <w:webHidden/>
                <w:rtl/>
              </w:rPr>
              <w:instrText xml:space="preserve"> </w:instrText>
            </w:r>
            <w:r>
              <w:rPr>
                <w:webHidden/>
                <w:rtl/>
              </w:rPr>
            </w:r>
            <w:r>
              <w:rPr>
                <w:webHidden/>
                <w:rtl/>
              </w:rPr>
              <w:fldChar w:fldCharType="separate"/>
            </w:r>
            <w:r w:rsidR="00DF6B08">
              <w:rPr>
                <w:webHidden/>
              </w:rPr>
              <w:t>87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09" w:history="1">
            <w:r w:rsidR="00904AC9" w:rsidRPr="00B0174B">
              <w:rPr>
                <w:rStyle w:val="Hyperlink"/>
              </w:rPr>
              <w:t>341. Muhammad ibn ‘Abd al-Baqi ibn Yusuf al-Azhari al-Zarqani al-Maliki (d. 1122/1710).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Toc484431809 \h</w:instrText>
            </w:r>
            <w:r w:rsidR="00904AC9">
              <w:rPr>
                <w:webHidden/>
                <w:rtl/>
              </w:rPr>
              <w:instrText xml:space="preserve"> </w:instrText>
            </w:r>
            <w:r>
              <w:rPr>
                <w:webHidden/>
                <w:rtl/>
              </w:rPr>
            </w:r>
            <w:r>
              <w:rPr>
                <w:webHidden/>
                <w:rtl/>
              </w:rPr>
              <w:fldChar w:fldCharType="separate"/>
            </w:r>
            <w:r w:rsidR="00DF6B08">
              <w:rPr>
                <w:webHidden/>
              </w:rPr>
              <w:t>87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10" w:history="1">
            <w:r w:rsidR="00904AC9" w:rsidRPr="00B0174B">
              <w:rPr>
                <w:rStyle w:val="Hyperlink"/>
              </w:rPr>
              <w:t>342. Husam al-Din ibn Muhammad Ba Yazid ibn Badi’ al-Din al-Saharanpuri.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Toc484431810 \h</w:instrText>
            </w:r>
            <w:r w:rsidR="00904AC9">
              <w:rPr>
                <w:webHidden/>
                <w:rtl/>
              </w:rPr>
              <w:instrText xml:space="preserve"> </w:instrText>
            </w:r>
            <w:r>
              <w:rPr>
                <w:webHidden/>
                <w:rtl/>
              </w:rPr>
            </w:r>
            <w:r>
              <w:rPr>
                <w:webHidden/>
                <w:rtl/>
              </w:rPr>
              <w:fldChar w:fldCharType="separate"/>
            </w:r>
            <w:r w:rsidR="00DF6B08">
              <w:rPr>
                <w:webHidden/>
              </w:rPr>
              <w:t>87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11" w:history="1">
            <w:r w:rsidR="00904AC9" w:rsidRPr="00B0174B">
              <w:rPr>
                <w:rStyle w:val="Hyperlink"/>
              </w:rPr>
              <w:t>343. Mirza Muhammad ibn Mu’tamad Khan al-Harithi al-Badakhshi.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Toc484431811 \h</w:instrText>
            </w:r>
            <w:r w:rsidR="00904AC9">
              <w:rPr>
                <w:webHidden/>
                <w:rtl/>
              </w:rPr>
              <w:instrText xml:space="preserve"> </w:instrText>
            </w:r>
            <w:r>
              <w:rPr>
                <w:webHidden/>
                <w:rtl/>
              </w:rPr>
            </w:r>
            <w:r>
              <w:rPr>
                <w:webHidden/>
                <w:rtl/>
              </w:rPr>
              <w:fldChar w:fldCharType="separate"/>
            </w:r>
            <w:r w:rsidR="00DF6B08">
              <w:rPr>
                <w:webHidden/>
              </w:rPr>
              <w:t>87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12" w:history="1">
            <w:r w:rsidR="00904AC9" w:rsidRPr="00B0174B">
              <w:rPr>
                <w:rStyle w:val="Hyperlink"/>
              </w:rPr>
              <w:t>344. Radi al-Din ibn Muhammad ibn ‘Ali ibn Haydar al-Husayni al-Shami al-Shafi’i (d. 1142/1729).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Toc484431812 \h</w:instrText>
            </w:r>
            <w:r w:rsidR="00904AC9">
              <w:rPr>
                <w:webHidden/>
                <w:rtl/>
              </w:rPr>
              <w:instrText xml:space="preserve"> </w:instrText>
            </w:r>
            <w:r>
              <w:rPr>
                <w:webHidden/>
                <w:rtl/>
              </w:rPr>
            </w:r>
            <w:r>
              <w:rPr>
                <w:webHidden/>
                <w:rtl/>
              </w:rPr>
              <w:fldChar w:fldCharType="separate"/>
            </w:r>
            <w:r w:rsidR="00DF6B08">
              <w:rPr>
                <w:webHidden/>
              </w:rPr>
              <w:t>87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13" w:history="1">
            <w:r w:rsidR="00904AC9" w:rsidRPr="00B0174B">
              <w:rPr>
                <w:rStyle w:val="Hyperlink"/>
              </w:rPr>
              <w:t>345. ‘Abd al-Ghani ibn Isma’il al-Nabulusi al-Hanafi (d. 1143/1730).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Toc484431813 \h</w:instrText>
            </w:r>
            <w:r w:rsidR="00904AC9">
              <w:rPr>
                <w:webHidden/>
                <w:rtl/>
              </w:rPr>
              <w:instrText xml:space="preserve"> </w:instrText>
            </w:r>
            <w:r>
              <w:rPr>
                <w:webHidden/>
                <w:rtl/>
              </w:rPr>
            </w:r>
            <w:r>
              <w:rPr>
                <w:webHidden/>
                <w:rtl/>
              </w:rPr>
              <w:fldChar w:fldCharType="separate"/>
            </w:r>
            <w:r w:rsidR="00DF6B08">
              <w:rPr>
                <w:webHidden/>
              </w:rPr>
              <w:t>87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14" w:history="1">
            <w:r w:rsidR="00904AC9" w:rsidRPr="00B0174B">
              <w:rPr>
                <w:rStyle w:val="Hyperlink"/>
              </w:rPr>
              <w:t>346. Muhammad Sadr al-Alam.</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Toc484431814 \h</w:instrText>
            </w:r>
            <w:r w:rsidR="00904AC9">
              <w:rPr>
                <w:webHidden/>
                <w:rtl/>
              </w:rPr>
              <w:instrText xml:space="preserve"> </w:instrText>
            </w:r>
            <w:r>
              <w:rPr>
                <w:webHidden/>
                <w:rtl/>
              </w:rPr>
            </w:r>
            <w:r>
              <w:rPr>
                <w:webHidden/>
                <w:rtl/>
              </w:rPr>
              <w:fldChar w:fldCharType="separate"/>
            </w:r>
            <w:r w:rsidR="00DF6B08">
              <w:rPr>
                <w:webHidden/>
              </w:rPr>
              <w:t>87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15" w:history="1">
            <w:r w:rsidR="00904AC9" w:rsidRPr="00B0174B">
              <w:rPr>
                <w:rStyle w:val="Hyperlink"/>
              </w:rPr>
              <w:t>347. Ibrahim al-Shabrawi Shaykh al-Azhar (d. 1162/1749).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Toc484431815 \h</w:instrText>
            </w:r>
            <w:r w:rsidR="00904AC9">
              <w:rPr>
                <w:webHidden/>
                <w:rtl/>
              </w:rPr>
              <w:instrText xml:space="preserve"> </w:instrText>
            </w:r>
            <w:r>
              <w:rPr>
                <w:webHidden/>
                <w:rtl/>
              </w:rPr>
            </w:r>
            <w:r>
              <w:rPr>
                <w:webHidden/>
                <w:rtl/>
              </w:rPr>
              <w:fldChar w:fldCharType="separate"/>
            </w:r>
            <w:r w:rsidR="00DF6B08">
              <w:rPr>
                <w:webHidden/>
              </w:rPr>
              <w:t>88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16" w:history="1">
            <w:r w:rsidR="00904AC9" w:rsidRPr="00B0174B">
              <w:rPr>
                <w:rStyle w:val="Hyperlink"/>
              </w:rPr>
              <w:t>348. Shah Wali Allah ibn ‘Abd al-Rahim al-Dehlawi (d. 1176/1762).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Toc484431816 \h</w:instrText>
            </w:r>
            <w:r w:rsidR="00904AC9">
              <w:rPr>
                <w:webHidden/>
                <w:rtl/>
              </w:rPr>
              <w:instrText xml:space="preserve"> </w:instrText>
            </w:r>
            <w:r>
              <w:rPr>
                <w:webHidden/>
                <w:rtl/>
              </w:rPr>
            </w:r>
            <w:r>
              <w:rPr>
                <w:webHidden/>
                <w:rtl/>
              </w:rPr>
              <w:fldChar w:fldCharType="separate"/>
            </w:r>
            <w:r w:rsidR="00DF6B08">
              <w:rPr>
                <w:webHidden/>
              </w:rPr>
              <w:t>88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17" w:history="1">
            <w:r w:rsidR="00904AC9" w:rsidRPr="00B0174B">
              <w:rPr>
                <w:rStyle w:val="Hyperlink"/>
              </w:rPr>
              <w:t>349. Muhammad Mu’in ibn Muhammad Amin al-Sindi.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Toc484431817 \h</w:instrText>
            </w:r>
            <w:r w:rsidR="00904AC9">
              <w:rPr>
                <w:webHidden/>
                <w:rtl/>
              </w:rPr>
              <w:instrText xml:space="preserve"> </w:instrText>
            </w:r>
            <w:r>
              <w:rPr>
                <w:webHidden/>
                <w:rtl/>
              </w:rPr>
            </w:r>
            <w:r>
              <w:rPr>
                <w:webHidden/>
                <w:rtl/>
              </w:rPr>
              <w:fldChar w:fldCharType="separate"/>
            </w:r>
            <w:r w:rsidR="00DF6B08">
              <w:rPr>
                <w:webHidden/>
              </w:rPr>
              <w:t>88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18" w:history="1">
            <w:r w:rsidR="00904AC9" w:rsidRPr="00B0174B">
              <w:rPr>
                <w:rStyle w:val="Hyperlink"/>
              </w:rPr>
              <w:t>350. Muhammad ibn Isma’il al-Amir al-Yamani al-San’ani (d.1182/1768).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Toc484431818 \h</w:instrText>
            </w:r>
            <w:r w:rsidR="00904AC9">
              <w:rPr>
                <w:webHidden/>
                <w:rtl/>
              </w:rPr>
              <w:instrText xml:space="preserve"> </w:instrText>
            </w:r>
            <w:r>
              <w:rPr>
                <w:webHidden/>
                <w:rtl/>
              </w:rPr>
            </w:r>
            <w:r>
              <w:rPr>
                <w:webHidden/>
                <w:rtl/>
              </w:rPr>
              <w:fldChar w:fldCharType="separate"/>
            </w:r>
            <w:r w:rsidR="00DF6B08">
              <w:rPr>
                <w:webHidden/>
              </w:rPr>
              <w:t>88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19" w:history="1">
            <w:r w:rsidR="00904AC9" w:rsidRPr="00B0174B">
              <w:rPr>
                <w:rStyle w:val="Hyperlink"/>
              </w:rPr>
              <w:t>351. Muhammad ibn ‘Ali al-Saban.</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Toc484431819 \h</w:instrText>
            </w:r>
            <w:r w:rsidR="00904AC9">
              <w:rPr>
                <w:webHidden/>
                <w:rtl/>
              </w:rPr>
              <w:instrText xml:space="preserve"> </w:instrText>
            </w:r>
            <w:r>
              <w:rPr>
                <w:webHidden/>
                <w:rtl/>
              </w:rPr>
            </w:r>
            <w:r>
              <w:rPr>
                <w:webHidden/>
                <w:rtl/>
              </w:rPr>
              <w:fldChar w:fldCharType="separate"/>
            </w:r>
            <w:r w:rsidR="00DF6B08">
              <w:rPr>
                <w:webHidden/>
              </w:rPr>
              <w:t>88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20" w:history="1">
            <w:r w:rsidR="00904AC9" w:rsidRPr="00B0174B">
              <w:rPr>
                <w:rStyle w:val="Hyperlink"/>
              </w:rPr>
              <w:t>352. Abu al-Fayd Muhibb al-Din Muhammad Murtada al-Wasiti al-Zubaydi al-Hanafi al-Bilgirami.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Toc484431820 \h</w:instrText>
            </w:r>
            <w:r w:rsidR="00904AC9">
              <w:rPr>
                <w:webHidden/>
                <w:rtl/>
              </w:rPr>
              <w:instrText xml:space="preserve"> </w:instrText>
            </w:r>
            <w:r>
              <w:rPr>
                <w:webHidden/>
                <w:rtl/>
              </w:rPr>
            </w:r>
            <w:r>
              <w:rPr>
                <w:webHidden/>
                <w:rtl/>
              </w:rPr>
              <w:fldChar w:fldCharType="separate"/>
            </w:r>
            <w:r w:rsidR="00DF6B08">
              <w:rPr>
                <w:webHidden/>
              </w:rPr>
              <w:t>88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21" w:history="1">
            <w:r w:rsidR="00904AC9" w:rsidRPr="00B0174B">
              <w:rPr>
                <w:rStyle w:val="Hyperlink"/>
              </w:rPr>
              <w:t>353. Ahmad ibn ‘Abd al-Qadir ibn Bakr al-’Ujayli al-Shafi’i (d.1182/1768).</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Toc484431821 \h</w:instrText>
            </w:r>
            <w:r w:rsidR="00904AC9">
              <w:rPr>
                <w:webHidden/>
                <w:rtl/>
              </w:rPr>
              <w:instrText xml:space="preserve"> </w:instrText>
            </w:r>
            <w:r>
              <w:rPr>
                <w:webHidden/>
                <w:rtl/>
              </w:rPr>
            </w:r>
            <w:r>
              <w:rPr>
                <w:webHidden/>
                <w:rtl/>
              </w:rPr>
              <w:fldChar w:fldCharType="separate"/>
            </w:r>
            <w:r w:rsidR="00DF6B08">
              <w:rPr>
                <w:webHidden/>
              </w:rPr>
              <w:t>88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22" w:history="1">
            <w:r w:rsidR="00904AC9" w:rsidRPr="00B0174B">
              <w:rPr>
                <w:rStyle w:val="Hyperlink"/>
              </w:rPr>
              <w:t>Notes</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Toc484431822 \h</w:instrText>
            </w:r>
            <w:r w:rsidR="00904AC9">
              <w:rPr>
                <w:webHidden/>
                <w:rtl/>
              </w:rPr>
              <w:instrText xml:space="preserve"> </w:instrText>
            </w:r>
            <w:r>
              <w:rPr>
                <w:webHidden/>
                <w:rtl/>
              </w:rPr>
            </w:r>
            <w:r>
              <w:rPr>
                <w:webHidden/>
                <w:rtl/>
              </w:rPr>
              <w:fldChar w:fldCharType="separate"/>
            </w:r>
            <w:r w:rsidR="00DF6B08">
              <w:rPr>
                <w:webHidden/>
              </w:rPr>
              <w:t>88</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823" w:history="1">
            <w:r w:rsidR="00904AC9" w:rsidRPr="00B0174B">
              <w:rPr>
                <w:rStyle w:val="Hyperlink"/>
              </w:rPr>
              <w:t>Narrators of Hadith al-Thaqalayn of Thirteenth- Nineteenth Century</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Toc484431823 \h</w:instrText>
            </w:r>
            <w:r w:rsidR="00904AC9">
              <w:rPr>
                <w:webHidden/>
                <w:rtl/>
              </w:rPr>
              <w:instrText xml:space="preserve"> </w:instrText>
            </w:r>
            <w:r>
              <w:rPr>
                <w:webHidden/>
                <w:rtl/>
              </w:rPr>
            </w:r>
            <w:r>
              <w:rPr>
                <w:webHidden/>
                <w:rtl/>
              </w:rPr>
              <w:fldChar w:fldCharType="separate"/>
            </w:r>
            <w:r w:rsidR="00DF6B08">
              <w:rPr>
                <w:webHidden/>
              </w:rPr>
              <w:t>89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24" w:history="1">
            <w:r w:rsidR="00904AC9" w:rsidRPr="00B0174B">
              <w:rPr>
                <w:rStyle w:val="Hyperlink"/>
              </w:rPr>
              <w:t>354. Mir Ghani al-Husayni (d. 1207/1792).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Toc484431824 \h</w:instrText>
            </w:r>
            <w:r w:rsidR="00904AC9">
              <w:rPr>
                <w:webHidden/>
                <w:rtl/>
              </w:rPr>
              <w:instrText xml:space="preserve"> </w:instrText>
            </w:r>
            <w:r>
              <w:rPr>
                <w:webHidden/>
                <w:rtl/>
              </w:rPr>
            </w:r>
            <w:r>
              <w:rPr>
                <w:webHidden/>
                <w:rtl/>
              </w:rPr>
              <w:fldChar w:fldCharType="separate"/>
            </w:r>
            <w:r w:rsidR="00DF6B08">
              <w:rPr>
                <w:webHidden/>
              </w:rPr>
              <w:t>89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25" w:history="1">
            <w:r w:rsidR="00904AC9" w:rsidRPr="00B0174B">
              <w:rPr>
                <w:rStyle w:val="Hyperlink"/>
              </w:rPr>
              <w:t>355. Muhammad Mubin ibn Muhibb Allah al-Lakhnowi (d. 1220/1805).</w:t>
            </w:r>
            <w:r w:rsidR="00904AC9">
              <w:rPr>
                <w:webHidden/>
                <w:rtl/>
              </w:rPr>
              <w:tab/>
            </w:r>
            <w:r w:rsidR="00EA745B">
              <w:rPr>
                <w:webHidden/>
              </w:rPr>
              <w:tab/>
            </w:r>
            <w:r w:rsidR="00EA745B">
              <w:rPr>
                <w:webHidden/>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Toc484431825 \h</w:instrText>
            </w:r>
            <w:r w:rsidR="00904AC9">
              <w:rPr>
                <w:webHidden/>
                <w:rtl/>
              </w:rPr>
              <w:instrText xml:space="preserve"> </w:instrText>
            </w:r>
            <w:r>
              <w:rPr>
                <w:webHidden/>
                <w:rtl/>
              </w:rPr>
            </w:r>
            <w:r>
              <w:rPr>
                <w:webHidden/>
                <w:rtl/>
              </w:rPr>
              <w:fldChar w:fldCharType="separate"/>
            </w:r>
            <w:r w:rsidR="00DF6B08">
              <w:rPr>
                <w:webHidden/>
              </w:rPr>
              <w:t>89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26" w:history="1">
            <w:r w:rsidR="00904AC9" w:rsidRPr="00B0174B">
              <w:rPr>
                <w:rStyle w:val="Hyperlink"/>
              </w:rPr>
              <w:t>356. Muhammad Ikram al-Din ibn Muhammad Nizam al-Din al-­Dehlawi.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Toc484431826 \h</w:instrText>
            </w:r>
            <w:r w:rsidR="00904AC9">
              <w:rPr>
                <w:webHidden/>
                <w:rtl/>
              </w:rPr>
              <w:instrText xml:space="preserve"> </w:instrText>
            </w:r>
            <w:r>
              <w:rPr>
                <w:webHidden/>
                <w:rtl/>
              </w:rPr>
            </w:r>
            <w:r>
              <w:rPr>
                <w:webHidden/>
                <w:rtl/>
              </w:rPr>
              <w:fldChar w:fldCharType="separate"/>
            </w:r>
            <w:r w:rsidR="00DF6B08">
              <w:rPr>
                <w:webHidden/>
              </w:rPr>
              <w:t>89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27" w:history="1">
            <w:r w:rsidR="00904AC9" w:rsidRPr="00B0174B">
              <w:rPr>
                <w:rStyle w:val="Hyperlink"/>
              </w:rPr>
              <w:t>357. Rashid al-Din Khan al-Dehlawi (d. 1243/1827).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Toc484431827 \h</w:instrText>
            </w:r>
            <w:r w:rsidR="00904AC9">
              <w:rPr>
                <w:webHidden/>
                <w:rtl/>
              </w:rPr>
              <w:instrText xml:space="preserve"> </w:instrText>
            </w:r>
            <w:r>
              <w:rPr>
                <w:webHidden/>
                <w:rtl/>
              </w:rPr>
            </w:r>
            <w:r>
              <w:rPr>
                <w:webHidden/>
                <w:rtl/>
              </w:rPr>
              <w:fldChar w:fldCharType="separate"/>
            </w:r>
            <w:r w:rsidR="00DF6B08">
              <w:rPr>
                <w:webHidden/>
              </w:rPr>
              <w:t>89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28" w:history="1">
            <w:r w:rsidR="00904AC9" w:rsidRPr="00B0174B">
              <w:rPr>
                <w:rStyle w:val="Hyperlink"/>
              </w:rPr>
              <w:t>358. Mirza Hasan ‘Ali Muhaddith al-Lakhnowi (d. 1255/1839).</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Toc484431828 \h</w:instrText>
            </w:r>
            <w:r w:rsidR="00904AC9">
              <w:rPr>
                <w:webHidden/>
                <w:rtl/>
              </w:rPr>
              <w:instrText xml:space="preserve"> </w:instrText>
            </w:r>
            <w:r>
              <w:rPr>
                <w:webHidden/>
                <w:rtl/>
              </w:rPr>
            </w:r>
            <w:r>
              <w:rPr>
                <w:webHidden/>
                <w:rtl/>
              </w:rPr>
              <w:fldChar w:fldCharType="separate"/>
            </w:r>
            <w:r w:rsidR="00DF6B08">
              <w:rPr>
                <w:webHidden/>
              </w:rPr>
              <w:t>89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29" w:history="1">
            <w:r w:rsidR="00904AC9" w:rsidRPr="00B0174B">
              <w:rPr>
                <w:rStyle w:val="Hyperlink"/>
              </w:rPr>
              <w:t>359. ‘Abd al-Rahim ibn ‘Abd al-Karim al-Safipuri (d. 1267/1850).</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Toc484431829 \h</w:instrText>
            </w:r>
            <w:r w:rsidR="00904AC9">
              <w:rPr>
                <w:webHidden/>
                <w:rtl/>
              </w:rPr>
              <w:instrText xml:space="preserve"> </w:instrText>
            </w:r>
            <w:r>
              <w:rPr>
                <w:webHidden/>
                <w:rtl/>
              </w:rPr>
            </w:r>
            <w:r>
              <w:rPr>
                <w:webHidden/>
                <w:rtl/>
              </w:rPr>
              <w:fldChar w:fldCharType="separate"/>
            </w:r>
            <w:r w:rsidR="00DF6B08">
              <w:rPr>
                <w:webHidden/>
              </w:rPr>
              <w:t>89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30" w:history="1">
            <w:r w:rsidR="00904AC9" w:rsidRPr="00B0174B">
              <w:rPr>
                <w:rStyle w:val="Hyperlink"/>
              </w:rPr>
              <w:t>360. Wali Allah ibn Habib Allah al-Lakhnowi (d. 1270/1853).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Toc484431830 \h</w:instrText>
            </w:r>
            <w:r w:rsidR="00904AC9">
              <w:rPr>
                <w:webHidden/>
                <w:rtl/>
              </w:rPr>
              <w:instrText xml:space="preserve"> </w:instrText>
            </w:r>
            <w:r>
              <w:rPr>
                <w:webHidden/>
                <w:rtl/>
              </w:rPr>
            </w:r>
            <w:r>
              <w:rPr>
                <w:webHidden/>
                <w:rtl/>
              </w:rPr>
              <w:fldChar w:fldCharType="separate"/>
            </w:r>
            <w:r w:rsidR="00DF6B08">
              <w:rPr>
                <w:webHidden/>
              </w:rPr>
              <w:t>89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31" w:history="1">
            <w:r w:rsidR="00904AC9" w:rsidRPr="00B0174B">
              <w:rPr>
                <w:rStyle w:val="Hyperlink"/>
              </w:rPr>
              <w:t>361. ‘Ashiq ‘Ali Khan al-Lakhnowi.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Toc484431831 \h</w:instrText>
            </w:r>
            <w:r w:rsidR="00904AC9">
              <w:rPr>
                <w:webHidden/>
                <w:rtl/>
              </w:rPr>
              <w:instrText xml:space="preserve"> </w:instrText>
            </w:r>
            <w:r>
              <w:rPr>
                <w:webHidden/>
                <w:rtl/>
              </w:rPr>
            </w:r>
            <w:r>
              <w:rPr>
                <w:webHidden/>
                <w:rtl/>
              </w:rPr>
              <w:fldChar w:fldCharType="separate"/>
            </w:r>
            <w:r w:rsidR="00DF6B08">
              <w:rPr>
                <w:webHidden/>
              </w:rPr>
              <w:t>89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32" w:history="1">
            <w:r w:rsidR="00904AC9" w:rsidRPr="00B0174B">
              <w:rPr>
                <w:rStyle w:val="Hyperlink"/>
              </w:rPr>
              <w:t>362. Al-Shaykh Hasan al-Adawi al-Hamzawi.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Toc484431832 \h</w:instrText>
            </w:r>
            <w:r w:rsidR="00904AC9">
              <w:rPr>
                <w:webHidden/>
                <w:rtl/>
              </w:rPr>
              <w:instrText xml:space="preserve"> </w:instrText>
            </w:r>
            <w:r>
              <w:rPr>
                <w:webHidden/>
                <w:rtl/>
              </w:rPr>
            </w:r>
            <w:r>
              <w:rPr>
                <w:webHidden/>
                <w:rtl/>
              </w:rPr>
              <w:fldChar w:fldCharType="separate"/>
            </w:r>
            <w:r w:rsidR="00DF6B08">
              <w:rPr>
                <w:webHidden/>
              </w:rPr>
              <w:t>89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33" w:history="1">
            <w:r w:rsidR="00904AC9" w:rsidRPr="00B0174B">
              <w:rPr>
                <w:rStyle w:val="Hyperlink"/>
              </w:rPr>
              <w:t>363. Sulayman ibn Ibrahim, known as Khwajah Kalan al-Husayni al-Balkhi al-Qunduzi.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Toc484431833 \h</w:instrText>
            </w:r>
            <w:r w:rsidR="00904AC9">
              <w:rPr>
                <w:webHidden/>
                <w:rtl/>
              </w:rPr>
              <w:instrText xml:space="preserve"> </w:instrText>
            </w:r>
            <w:r>
              <w:rPr>
                <w:webHidden/>
                <w:rtl/>
              </w:rPr>
            </w:r>
            <w:r>
              <w:rPr>
                <w:webHidden/>
                <w:rtl/>
              </w:rPr>
              <w:fldChar w:fldCharType="separate"/>
            </w:r>
            <w:r w:rsidR="00DF6B08">
              <w:rPr>
                <w:webHidden/>
              </w:rPr>
              <w:t>89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34" w:history="1">
            <w:r w:rsidR="00904AC9" w:rsidRPr="00B0174B">
              <w:rPr>
                <w:rStyle w:val="Hyperlink"/>
              </w:rPr>
              <w:t>364. Mawlawi Siddiq Hasan Khan al-Qannawji.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Toc484431834 \h</w:instrText>
            </w:r>
            <w:r w:rsidR="00904AC9">
              <w:rPr>
                <w:webHidden/>
                <w:rtl/>
              </w:rPr>
              <w:instrText xml:space="preserve"> </w:instrText>
            </w:r>
            <w:r>
              <w:rPr>
                <w:webHidden/>
                <w:rtl/>
              </w:rPr>
            </w:r>
            <w:r>
              <w:rPr>
                <w:webHidden/>
                <w:rtl/>
              </w:rPr>
              <w:fldChar w:fldCharType="separate"/>
            </w:r>
            <w:r w:rsidR="00DF6B08">
              <w:rPr>
                <w:webHidden/>
              </w:rPr>
              <w:t>89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35" w:history="1">
            <w:r w:rsidR="00904AC9" w:rsidRPr="00B0174B">
              <w:rPr>
                <w:rStyle w:val="Hyperlink"/>
              </w:rPr>
              <w:t>365. Mawlawi Hasan al-Zaman.</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Toc484431835 \h</w:instrText>
            </w:r>
            <w:r w:rsidR="00904AC9">
              <w:rPr>
                <w:webHidden/>
                <w:rtl/>
              </w:rPr>
              <w:instrText xml:space="preserve"> </w:instrText>
            </w:r>
            <w:r>
              <w:rPr>
                <w:webHidden/>
                <w:rtl/>
              </w:rPr>
            </w:r>
            <w:r>
              <w:rPr>
                <w:webHidden/>
                <w:rtl/>
              </w:rPr>
              <w:fldChar w:fldCharType="separate"/>
            </w:r>
            <w:r w:rsidR="00DF6B08">
              <w:rPr>
                <w:webHidden/>
              </w:rPr>
              <w:t>90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36" w:history="1">
            <w:r w:rsidR="00904AC9" w:rsidRPr="00B0174B">
              <w:rPr>
                <w:rStyle w:val="Hyperlink"/>
              </w:rPr>
              <w:t>Notes</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Toc484431836 \h</w:instrText>
            </w:r>
            <w:r w:rsidR="00904AC9">
              <w:rPr>
                <w:webHidden/>
                <w:rtl/>
              </w:rPr>
              <w:instrText xml:space="preserve"> </w:instrText>
            </w:r>
            <w:r>
              <w:rPr>
                <w:webHidden/>
                <w:rtl/>
              </w:rPr>
            </w:r>
            <w:r>
              <w:rPr>
                <w:webHidden/>
                <w:rtl/>
              </w:rPr>
              <w:fldChar w:fldCharType="separate"/>
            </w:r>
            <w:r w:rsidR="00DF6B08">
              <w:rPr>
                <w:webHidden/>
              </w:rPr>
              <w:t>90</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837" w:history="1">
            <w:r w:rsidR="00904AC9" w:rsidRPr="00B0174B">
              <w:rPr>
                <w:rStyle w:val="Hyperlink"/>
              </w:rPr>
              <w:t>Narrators of Hadith al-Thaqalayn of Fourteenth- Twentieth Century</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Toc484431837 \h</w:instrText>
            </w:r>
            <w:r w:rsidR="00904AC9">
              <w:rPr>
                <w:webHidden/>
                <w:rtl/>
              </w:rPr>
              <w:instrText xml:space="preserve"> </w:instrText>
            </w:r>
            <w:r>
              <w:rPr>
                <w:webHidden/>
                <w:rtl/>
              </w:rPr>
            </w:r>
            <w:r>
              <w:rPr>
                <w:webHidden/>
                <w:rtl/>
              </w:rPr>
              <w:fldChar w:fldCharType="separate"/>
            </w:r>
            <w:r w:rsidR="00DF6B08">
              <w:rPr>
                <w:webHidden/>
              </w:rPr>
              <w:t>91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38" w:history="1">
            <w:r w:rsidR="00904AC9" w:rsidRPr="00B0174B">
              <w:rPr>
                <w:rStyle w:val="Hyperlink"/>
              </w:rPr>
              <w:t>366. Ahmad Zayni Dahlan.</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Toc484431838 \h</w:instrText>
            </w:r>
            <w:r w:rsidR="00904AC9">
              <w:rPr>
                <w:webHidden/>
                <w:rtl/>
              </w:rPr>
              <w:instrText xml:space="preserve"> </w:instrText>
            </w:r>
            <w:r>
              <w:rPr>
                <w:webHidden/>
                <w:rtl/>
              </w:rPr>
            </w:r>
            <w:r>
              <w:rPr>
                <w:webHidden/>
                <w:rtl/>
              </w:rPr>
              <w:fldChar w:fldCharType="separate"/>
            </w:r>
            <w:r w:rsidR="00DF6B08">
              <w:rPr>
                <w:webHidden/>
              </w:rPr>
              <w:t>91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39" w:history="1">
            <w:r w:rsidR="00904AC9" w:rsidRPr="00B0174B">
              <w:rPr>
                <w:rStyle w:val="Hyperlink"/>
              </w:rPr>
              <w:t>367. Ahmad Diya' al-Din al-Kamushkhanawi.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Toc484431839 \h</w:instrText>
            </w:r>
            <w:r w:rsidR="00904AC9">
              <w:rPr>
                <w:webHidden/>
                <w:rtl/>
              </w:rPr>
              <w:instrText xml:space="preserve"> </w:instrText>
            </w:r>
            <w:r>
              <w:rPr>
                <w:webHidden/>
                <w:rtl/>
              </w:rPr>
            </w:r>
            <w:r>
              <w:rPr>
                <w:webHidden/>
                <w:rtl/>
              </w:rPr>
              <w:fldChar w:fldCharType="separate"/>
            </w:r>
            <w:r w:rsidR="00DF6B08">
              <w:rPr>
                <w:webHidden/>
              </w:rPr>
              <w:t>91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40" w:history="1">
            <w:r w:rsidR="00904AC9" w:rsidRPr="00B0174B">
              <w:rPr>
                <w:rStyle w:val="Hyperlink"/>
              </w:rPr>
              <w:t>368. Mu'min ibn Hasan al-Shablanji.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Toc484431840 \h</w:instrText>
            </w:r>
            <w:r w:rsidR="00904AC9">
              <w:rPr>
                <w:webHidden/>
                <w:rtl/>
              </w:rPr>
              <w:instrText xml:space="preserve"> </w:instrText>
            </w:r>
            <w:r>
              <w:rPr>
                <w:webHidden/>
                <w:rtl/>
              </w:rPr>
            </w:r>
            <w:r>
              <w:rPr>
                <w:webHidden/>
                <w:rtl/>
              </w:rPr>
              <w:fldChar w:fldCharType="separate"/>
            </w:r>
            <w:r w:rsidR="00DF6B08">
              <w:rPr>
                <w:webHidden/>
              </w:rPr>
              <w:t>91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41" w:history="1">
            <w:r w:rsidR="00904AC9" w:rsidRPr="00B0174B">
              <w:rPr>
                <w:rStyle w:val="Hyperlink"/>
              </w:rPr>
              <w:t>369. Behjat Buhlul Afandi.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Toc484431841 \h</w:instrText>
            </w:r>
            <w:r w:rsidR="00904AC9">
              <w:rPr>
                <w:webHidden/>
                <w:rtl/>
              </w:rPr>
              <w:instrText xml:space="preserve"> </w:instrText>
            </w:r>
            <w:r>
              <w:rPr>
                <w:webHidden/>
                <w:rtl/>
              </w:rPr>
            </w:r>
            <w:r>
              <w:rPr>
                <w:webHidden/>
                <w:rtl/>
              </w:rPr>
              <w:fldChar w:fldCharType="separate"/>
            </w:r>
            <w:r w:rsidR="00DF6B08">
              <w:rPr>
                <w:webHidden/>
              </w:rPr>
              <w:t>91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42" w:history="1">
            <w:r w:rsidR="00904AC9" w:rsidRPr="00B0174B">
              <w:rPr>
                <w:rStyle w:val="Hyperlink"/>
              </w:rPr>
              <w:t>370. Al-Shaykh Mansur ‘Ali Nasif al-Misri.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Toc484431842 \h</w:instrText>
            </w:r>
            <w:r w:rsidR="00904AC9">
              <w:rPr>
                <w:webHidden/>
                <w:rtl/>
              </w:rPr>
              <w:instrText xml:space="preserve"> </w:instrText>
            </w:r>
            <w:r>
              <w:rPr>
                <w:webHidden/>
                <w:rtl/>
              </w:rPr>
            </w:r>
            <w:r>
              <w:rPr>
                <w:webHidden/>
                <w:rtl/>
              </w:rPr>
              <w:fldChar w:fldCharType="separate"/>
            </w:r>
            <w:r w:rsidR="00DF6B08">
              <w:rPr>
                <w:webHidden/>
              </w:rPr>
              <w:t>91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43" w:history="1">
            <w:r w:rsidR="00904AC9" w:rsidRPr="00B0174B">
              <w:rPr>
                <w:rStyle w:val="Hyperlink"/>
              </w:rPr>
              <w:t>371. Yusuf ibn Isma’il al-Nabhani.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Toc484431843 \h</w:instrText>
            </w:r>
            <w:r w:rsidR="00904AC9">
              <w:rPr>
                <w:webHidden/>
                <w:rtl/>
              </w:rPr>
              <w:instrText xml:space="preserve"> </w:instrText>
            </w:r>
            <w:r>
              <w:rPr>
                <w:webHidden/>
                <w:rtl/>
              </w:rPr>
            </w:r>
            <w:r>
              <w:rPr>
                <w:webHidden/>
                <w:rtl/>
              </w:rPr>
              <w:fldChar w:fldCharType="separate"/>
            </w:r>
            <w:r w:rsidR="00DF6B08">
              <w:rPr>
                <w:webHidden/>
              </w:rPr>
              <w:t>91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44" w:history="1">
            <w:r w:rsidR="00904AC9" w:rsidRPr="00B0174B">
              <w:rPr>
                <w:rStyle w:val="Hyperlink"/>
              </w:rPr>
              <w:t>372. Al-Abbas ibn Ahmad al-Yamani.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Toc484431844 \h</w:instrText>
            </w:r>
            <w:r w:rsidR="00904AC9">
              <w:rPr>
                <w:webHidden/>
                <w:rtl/>
              </w:rPr>
              <w:instrText xml:space="preserve"> </w:instrText>
            </w:r>
            <w:r>
              <w:rPr>
                <w:webHidden/>
                <w:rtl/>
              </w:rPr>
            </w:r>
            <w:r>
              <w:rPr>
                <w:webHidden/>
                <w:rtl/>
              </w:rPr>
              <w:fldChar w:fldCharType="separate"/>
            </w:r>
            <w:r w:rsidR="00DF6B08">
              <w:rPr>
                <w:webHidden/>
              </w:rPr>
              <w:t>91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45" w:history="1">
            <w:r w:rsidR="00904AC9" w:rsidRPr="00B0174B">
              <w:rPr>
                <w:rStyle w:val="Hyperlink"/>
              </w:rPr>
              <w:t>373. Muhammad ibn ‘Abd al-Rahman al-Mubarakpuri.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Toc484431845 \h</w:instrText>
            </w:r>
            <w:r w:rsidR="00904AC9">
              <w:rPr>
                <w:webHidden/>
                <w:rtl/>
              </w:rPr>
              <w:instrText xml:space="preserve"> </w:instrText>
            </w:r>
            <w:r>
              <w:rPr>
                <w:webHidden/>
                <w:rtl/>
              </w:rPr>
            </w:r>
            <w:r>
              <w:rPr>
                <w:webHidden/>
                <w:rtl/>
              </w:rPr>
              <w:fldChar w:fldCharType="separate"/>
            </w:r>
            <w:r w:rsidR="00DF6B08">
              <w:rPr>
                <w:webHidden/>
              </w:rPr>
              <w:t>91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46" w:history="1">
            <w:r w:rsidR="00904AC9" w:rsidRPr="00B0174B">
              <w:rPr>
                <w:rStyle w:val="Hyperlink"/>
              </w:rPr>
              <w:t>374. Ahmad al-Banna al-Sa’ati.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Toc484431846 \h</w:instrText>
            </w:r>
            <w:r w:rsidR="00904AC9">
              <w:rPr>
                <w:webHidden/>
                <w:rtl/>
              </w:rPr>
              <w:instrText xml:space="preserve"> </w:instrText>
            </w:r>
            <w:r>
              <w:rPr>
                <w:webHidden/>
                <w:rtl/>
              </w:rPr>
            </w:r>
            <w:r>
              <w:rPr>
                <w:webHidden/>
                <w:rtl/>
              </w:rPr>
              <w:fldChar w:fldCharType="separate"/>
            </w:r>
            <w:r w:rsidR="00DF6B08">
              <w:rPr>
                <w:webHidden/>
              </w:rPr>
              <w:t>91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47" w:history="1">
            <w:r w:rsidR="00904AC9" w:rsidRPr="00B0174B">
              <w:rPr>
                <w:rStyle w:val="Hyperlink"/>
              </w:rPr>
              <w:t>375. ‘Abd Allah al-Shafi’i.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Toc484431847 \h</w:instrText>
            </w:r>
            <w:r w:rsidR="00904AC9">
              <w:rPr>
                <w:webHidden/>
                <w:rtl/>
              </w:rPr>
              <w:instrText xml:space="preserve"> </w:instrText>
            </w:r>
            <w:r>
              <w:rPr>
                <w:webHidden/>
                <w:rtl/>
              </w:rPr>
            </w:r>
            <w:r>
              <w:rPr>
                <w:webHidden/>
                <w:rtl/>
              </w:rPr>
              <w:fldChar w:fldCharType="separate"/>
            </w:r>
            <w:r w:rsidR="00DF6B08">
              <w:rPr>
                <w:webHidden/>
              </w:rPr>
              <w:t>91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48" w:history="1">
            <w:r w:rsidR="00904AC9" w:rsidRPr="00B0174B">
              <w:rPr>
                <w:rStyle w:val="Hyperlink"/>
              </w:rPr>
              <w:t>376. Mahmud Abu Rayyah.</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Toc484431848 \h</w:instrText>
            </w:r>
            <w:r w:rsidR="00904AC9">
              <w:rPr>
                <w:webHidden/>
                <w:rtl/>
              </w:rPr>
              <w:instrText xml:space="preserve"> </w:instrText>
            </w:r>
            <w:r>
              <w:rPr>
                <w:webHidden/>
                <w:rtl/>
              </w:rPr>
            </w:r>
            <w:r>
              <w:rPr>
                <w:webHidden/>
                <w:rtl/>
              </w:rPr>
              <w:fldChar w:fldCharType="separate"/>
            </w:r>
            <w:r w:rsidR="00DF6B08">
              <w:rPr>
                <w:webHidden/>
              </w:rPr>
              <w:t>91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49" w:history="1">
            <w:r w:rsidR="00904AC9" w:rsidRPr="00B0174B">
              <w:rPr>
                <w:rStyle w:val="Hyperlink"/>
              </w:rPr>
              <w:t>377. Tawfiq Abu ‘Alam.</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Toc484431849 \h</w:instrText>
            </w:r>
            <w:r w:rsidR="00904AC9">
              <w:rPr>
                <w:webHidden/>
                <w:rtl/>
              </w:rPr>
              <w:instrText xml:space="preserve"> </w:instrText>
            </w:r>
            <w:r>
              <w:rPr>
                <w:webHidden/>
                <w:rtl/>
              </w:rPr>
            </w:r>
            <w:r>
              <w:rPr>
                <w:webHidden/>
                <w:rtl/>
              </w:rPr>
              <w:fldChar w:fldCharType="separate"/>
            </w:r>
            <w:r w:rsidR="00DF6B08">
              <w:rPr>
                <w:webHidden/>
              </w:rPr>
              <w:t>91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50" w:history="1">
            <w:r w:rsidR="00904AC9" w:rsidRPr="00B0174B">
              <w:rPr>
                <w:rStyle w:val="Hyperlink"/>
              </w:rPr>
              <w:t>378. Habib al-Rahman al-A’zami.</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Toc484431850 \h</w:instrText>
            </w:r>
            <w:r w:rsidR="00904AC9">
              <w:rPr>
                <w:webHidden/>
                <w:rtl/>
              </w:rPr>
              <w:instrText xml:space="preserve"> </w:instrText>
            </w:r>
            <w:r>
              <w:rPr>
                <w:webHidden/>
                <w:rtl/>
              </w:rPr>
            </w:r>
            <w:r>
              <w:rPr>
                <w:webHidden/>
                <w:rtl/>
              </w:rPr>
              <w:fldChar w:fldCharType="separate"/>
            </w:r>
            <w:r w:rsidR="00DF6B08">
              <w:rPr>
                <w:webHidden/>
              </w:rPr>
              <w:t>91</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851" w:history="1">
            <w:r w:rsidR="00904AC9" w:rsidRPr="00B0174B">
              <w:rPr>
                <w:rStyle w:val="Hyperlink"/>
              </w:rPr>
              <w:t>The Meaning of Hadith al-Thaqalayn</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Toc484431851 \h</w:instrText>
            </w:r>
            <w:r w:rsidR="00904AC9">
              <w:rPr>
                <w:webHidden/>
                <w:rtl/>
              </w:rPr>
              <w:instrText xml:space="preserve"> </w:instrText>
            </w:r>
            <w:r>
              <w:rPr>
                <w:webHidden/>
                <w:rtl/>
              </w:rPr>
            </w:r>
            <w:r>
              <w:rPr>
                <w:webHidden/>
                <w:rtl/>
              </w:rPr>
              <w:fldChar w:fldCharType="separate"/>
            </w:r>
            <w:r w:rsidR="00DF6B08">
              <w:rPr>
                <w:webHidden/>
              </w:rPr>
              <w:t>92</w:t>
            </w:r>
            <w:r>
              <w:rPr>
                <w:webHidden/>
                <w:rtl/>
              </w:rPr>
              <w:fldChar w:fldCharType="end"/>
            </w:r>
          </w:hyperlink>
        </w:p>
        <w:p w:rsidR="00904AC9" w:rsidRDefault="004F44A5" w:rsidP="00904AC9">
          <w:pPr>
            <w:pStyle w:val="TOC1"/>
            <w:rPr>
              <w:rFonts w:asciiTheme="minorHAnsi" w:eastAsiaTheme="minorEastAsia" w:hAnsiTheme="minorHAnsi" w:cstheme="minorBidi"/>
              <w:b w:val="0"/>
              <w:bCs w:val="0"/>
              <w:color w:val="auto"/>
              <w:sz w:val="22"/>
              <w:szCs w:val="22"/>
              <w:rtl/>
            </w:rPr>
          </w:pPr>
          <w:hyperlink w:anchor="_Toc484431852" w:history="1">
            <w:r w:rsidR="00904AC9" w:rsidRPr="00B0174B">
              <w:rPr>
                <w:rStyle w:val="Hyperlink"/>
              </w:rPr>
              <w:t>Some Traditions that Appear to Conflict with Hadith al-Thaqalayn</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Toc484431852 \h</w:instrText>
            </w:r>
            <w:r w:rsidR="00904AC9">
              <w:rPr>
                <w:webHidden/>
                <w:rtl/>
              </w:rPr>
              <w:instrText xml:space="preserve"> </w:instrText>
            </w:r>
            <w:r>
              <w:rPr>
                <w:webHidden/>
                <w:rtl/>
              </w:rPr>
            </w:r>
            <w:r>
              <w:rPr>
                <w:webHidden/>
                <w:rtl/>
              </w:rPr>
              <w:fldChar w:fldCharType="separate"/>
            </w:r>
            <w:r w:rsidR="00DF6B08">
              <w:rPr>
                <w:webHidden/>
              </w:rPr>
              <w:t>96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53" w:history="1">
            <w:r w:rsidR="00904AC9" w:rsidRPr="00B0174B">
              <w:rPr>
                <w:rStyle w:val="Hyperlink"/>
              </w:rPr>
              <w:t>Tradition n.1</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Toc484431853 \h</w:instrText>
            </w:r>
            <w:r w:rsidR="00904AC9">
              <w:rPr>
                <w:webHidden/>
                <w:rtl/>
              </w:rPr>
              <w:instrText xml:space="preserve"> </w:instrText>
            </w:r>
            <w:r>
              <w:rPr>
                <w:webHidden/>
                <w:rtl/>
              </w:rPr>
            </w:r>
            <w:r>
              <w:rPr>
                <w:webHidden/>
                <w:rtl/>
              </w:rPr>
              <w:fldChar w:fldCharType="separate"/>
            </w:r>
            <w:r w:rsidR="00DF6B08">
              <w:rPr>
                <w:webHidden/>
              </w:rPr>
              <w:t>96</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54" w:history="1">
            <w:r w:rsidR="00904AC9" w:rsidRPr="00B0174B">
              <w:rPr>
                <w:rStyle w:val="Hyperlink"/>
              </w:rPr>
              <w:t>Tradition n.2</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Toc484431854 \h</w:instrText>
            </w:r>
            <w:r w:rsidR="00904AC9">
              <w:rPr>
                <w:webHidden/>
                <w:rtl/>
              </w:rPr>
              <w:instrText xml:space="preserve"> </w:instrText>
            </w:r>
            <w:r>
              <w:rPr>
                <w:webHidden/>
                <w:rtl/>
              </w:rPr>
            </w:r>
            <w:r>
              <w:rPr>
                <w:webHidden/>
                <w:rtl/>
              </w:rPr>
              <w:fldChar w:fldCharType="separate"/>
            </w:r>
            <w:r w:rsidR="00DF6B08">
              <w:rPr>
                <w:webHidden/>
              </w:rPr>
              <w:t>97</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55" w:history="1">
            <w:r w:rsidR="00904AC9" w:rsidRPr="00B0174B">
              <w:rPr>
                <w:rStyle w:val="Hyperlink"/>
              </w:rPr>
              <w:t>Tradition n.3</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Toc484431855 \h</w:instrText>
            </w:r>
            <w:r w:rsidR="00904AC9">
              <w:rPr>
                <w:webHidden/>
                <w:rtl/>
              </w:rPr>
              <w:instrText xml:space="preserve"> </w:instrText>
            </w:r>
            <w:r>
              <w:rPr>
                <w:webHidden/>
                <w:rtl/>
              </w:rPr>
            </w:r>
            <w:r>
              <w:rPr>
                <w:webHidden/>
                <w:rtl/>
              </w:rPr>
              <w:fldChar w:fldCharType="separate"/>
            </w:r>
            <w:r w:rsidR="00DF6B08">
              <w:rPr>
                <w:webHidden/>
              </w:rPr>
              <w:t>98</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56" w:history="1">
            <w:r w:rsidR="00904AC9" w:rsidRPr="00B0174B">
              <w:rPr>
                <w:rStyle w:val="Hyperlink"/>
              </w:rPr>
              <w:t>Tradition n.4</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Toc484431856 \h</w:instrText>
            </w:r>
            <w:r w:rsidR="00904AC9">
              <w:rPr>
                <w:webHidden/>
                <w:rtl/>
              </w:rPr>
              <w:instrText xml:space="preserve"> </w:instrText>
            </w:r>
            <w:r>
              <w:rPr>
                <w:webHidden/>
                <w:rtl/>
              </w:rPr>
            </w:r>
            <w:r>
              <w:rPr>
                <w:webHidden/>
                <w:rtl/>
              </w:rPr>
              <w:fldChar w:fldCharType="separate"/>
            </w:r>
            <w:r w:rsidR="00DF6B08">
              <w:rPr>
                <w:webHidden/>
              </w:rPr>
              <w:t>99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57" w:history="1">
            <w:r w:rsidR="00904AC9" w:rsidRPr="00B0174B">
              <w:rPr>
                <w:rStyle w:val="Hyperlink"/>
              </w:rPr>
              <w:t>Tradition n.5</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Toc484431857 \h</w:instrText>
            </w:r>
            <w:r w:rsidR="00904AC9">
              <w:rPr>
                <w:webHidden/>
                <w:rtl/>
              </w:rPr>
              <w:instrText xml:space="preserve"> </w:instrText>
            </w:r>
            <w:r>
              <w:rPr>
                <w:webHidden/>
                <w:rtl/>
              </w:rPr>
            </w:r>
            <w:r>
              <w:rPr>
                <w:webHidden/>
                <w:rtl/>
              </w:rPr>
              <w:fldChar w:fldCharType="separate"/>
            </w:r>
            <w:r w:rsidR="00DF6B08">
              <w:rPr>
                <w:webHidden/>
              </w:rPr>
              <w:t>99</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58" w:history="1">
            <w:r w:rsidR="00904AC9" w:rsidRPr="00B0174B">
              <w:rPr>
                <w:rStyle w:val="Hyperlink"/>
              </w:rPr>
              <w:t>Tradition n.6</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Toc484431858 \h</w:instrText>
            </w:r>
            <w:r w:rsidR="00904AC9">
              <w:rPr>
                <w:webHidden/>
                <w:rtl/>
              </w:rPr>
              <w:instrText xml:space="preserve"> </w:instrText>
            </w:r>
            <w:r>
              <w:rPr>
                <w:webHidden/>
                <w:rtl/>
              </w:rPr>
            </w:r>
            <w:r>
              <w:rPr>
                <w:webHidden/>
                <w:rtl/>
              </w:rPr>
              <w:fldChar w:fldCharType="separate"/>
            </w:r>
            <w:r w:rsidR="00DF6B08">
              <w:rPr>
                <w:webHidden/>
              </w:rPr>
              <w:t>100</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59" w:history="1">
            <w:r w:rsidR="00904AC9" w:rsidRPr="00B0174B">
              <w:rPr>
                <w:rStyle w:val="Hyperlink"/>
              </w:rPr>
              <w:t>Tradition n.7</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Toc484431859 \h</w:instrText>
            </w:r>
            <w:r w:rsidR="00904AC9">
              <w:rPr>
                <w:webHidden/>
                <w:rtl/>
              </w:rPr>
              <w:instrText xml:space="preserve"> </w:instrText>
            </w:r>
            <w:r>
              <w:rPr>
                <w:webHidden/>
                <w:rtl/>
              </w:rPr>
            </w:r>
            <w:r>
              <w:rPr>
                <w:webHidden/>
                <w:rtl/>
              </w:rPr>
              <w:fldChar w:fldCharType="separate"/>
            </w:r>
            <w:r w:rsidR="00DF6B08">
              <w:rPr>
                <w:webHidden/>
              </w:rPr>
              <w:t>101</w:t>
            </w:r>
            <w:r>
              <w:rPr>
                <w:webHidden/>
                <w:rtl/>
              </w:rPr>
              <w:fldChar w:fldCharType="end"/>
            </w:r>
          </w:hyperlink>
        </w:p>
        <w:p w:rsidR="00904AC9" w:rsidRDefault="004F44A5" w:rsidP="00904AC9">
          <w:pPr>
            <w:pStyle w:val="TOC2"/>
            <w:rPr>
              <w:rFonts w:asciiTheme="minorHAnsi" w:eastAsiaTheme="minorEastAsia" w:hAnsiTheme="minorHAnsi" w:cstheme="minorBidi"/>
              <w:color w:val="auto"/>
              <w:sz w:val="22"/>
              <w:szCs w:val="22"/>
              <w:rtl/>
            </w:rPr>
          </w:pPr>
          <w:hyperlink w:anchor="_Toc484431860" w:history="1">
            <w:r w:rsidR="00904AC9" w:rsidRPr="00B0174B">
              <w:rPr>
                <w:rStyle w:val="Hyperlink"/>
              </w:rPr>
              <w:t>Notes</w:t>
            </w:r>
            <w:r w:rsidR="00904AC9">
              <w:rPr>
                <w:webHidden/>
                <w:rtl/>
              </w:rPr>
              <w:tab/>
            </w:r>
            <w:r>
              <w:rPr>
                <w:webHidden/>
                <w:rtl/>
              </w:rPr>
              <w:fldChar w:fldCharType="begin"/>
            </w:r>
            <w:r w:rsidR="00904AC9">
              <w:rPr>
                <w:webHidden/>
                <w:rtl/>
              </w:rPr>
              <w:instrText xml:space="preserve"> </w:instrText>
            </w:r>
            <w:r w:rsidR="00904AC9">
              <w:rPr>
                <w:webHidden/>
              </w:rPr>
              <w:instrText>PAGEREF</w:instrText>
            </w:r>
            <w:r w:rsidR="00904AC9">
              <w:rPr>
                <w:webHidden/>
                <w:rtl/>
              </w:rPr>
              <w:instrText xml:space="preserve"> _</w:instrText>
            </w:r>
            <w:r w:rsidR="00904AC9">
              <w:rPr>
                <w:webHidden/>
              </w:rPr>
              <w:instrText>Toc484431860 \h</w:instrText>
            </w:r>
            <w:r w:rsidR="00904AC9">
              <w:rPr>
                <w:webHidden/>
                <w:rtl/>
              </w:rPr>
              <w:instrText xml:space="preserve"> </w:instrText>
            </w:r>
            <w:r>
              <w:rPr>
                <w:webHidden/>
                <w:rtl/>
              </w:rPr>
            </w:r>
            <w:r>
              <w:rPr>
                <w:webHidden/>
                <w:rtl/>
              </w:rPr>
              <w:fldChar w:fldCharType="separate"/>
            </w:r>
            <w:r w:rsidR="00DF6B08">
              <w:rPr>
                <w:webHidden/>
              </w:rPr>
              <w:t>103</w:t>
            </w:r>
            <w:r>
              <w:rPr>
                <w:webHidden/>
                <w:rtl/>
              </w:rPr>
              <w:fldChar w:fldCharType="end"/>
            </w:r>
          </w:hyperlink>
        </w:p>
        <w:p w:rsidR="00904AC9" w:rsidRDefault="004F44A5" w:rsidP="00904AC9">
          <w:pPr>
            <w:pStyle w:val="libNormal"/>
          </w:pPr>
          <w:r>
            <w:fldChar w:fldCharType="end"/>
          </w:r>
        </w:p>
      </w:sdtContent>
    </w:sdt>
    <w:p w:rsidR="000D3C43" w:rsidRDefault="000D3C43" w:rsidP="000D3C43">
      <w:pPr>
        <w:pStyle w:val="libNormal"/>
      </w:pPr>
      <w:r>
        <w:br w:type="page"/>
      </w:r>
    </w:p>
    <w:p w:rsidR="00D442CD" w:rsidRDefault="00D442CD" w:rsidP="000D3C43">
      <w:pPr>
        <w:pStyle w:val="libItalic"/>
      </w:pPr>
      <w:r>
        <w:lastRenderedPageBreak/>
        <w:t>A study of the tawatur, or the multiplicity of sources and narrators that verify the authenticity of Hadith al</w:t>
      </w:r>
      <w:r w:rsidR="008E1963">
        <w:t>-</w:t>
      </w:r>
      <w:r>
        <w:t>Thaqalayn, when the Messenger of Allah (s) said: "Verily, I am leaving behind two precious things (thaqalayn) among you: the Book of God and my kindred (`itrah), my household (Ahl al</w:t>
      </w:r>
      <w:r w:rsidR="008E1963">
        <w:t>-</w:t>
      </w:r>
      <w:r>
        <w:t>Bayt), for indeed, the two will never separate until they come back to me by the Pond (of al</w:t>
      </w:r>
      <w:r w:rsidR="008E1963">
        <w:t>-</w:t>
      </w:r>
      <w:r>
        <w:t>­Kawthar on the Day of Judgment)."</w:t>
      </w:r>
    </w:p>
    <w:p w:rsidR="00D442CD" w:rsidRDefault="00D442CD" w:rsidP="000D3C43">
      <w:pPr>
        <w:pStyle w:val="libNormal"/>
      </w:pPr>
      <w:r>
        <w:br w:type="page"/>
      </w:r>
    </w:p>
    <w:p w:rsidR="00D442CD" w:rsidRDefault="00D442CD" w:rsidP="000D3C43">
      <w:pPr>
        <w:pStyle w:val="Heading1Center"/>
      </w:pPr>
      <w:bookmarkStart w:id="0" w:name="_Toc484431424"/>
      <w:r>
        <w:lastRenderedPageBreak/>
        <w:t>Preface</w:t>
      </w:r>
      <w:bookmarkEnd w:id="0"/>
    </w:p>
    <w:p w:rsidR="00D442CD" w:rsidRDefault="00D442CD" w:rsidP="00494A3E">
      <w:pPr>
        <w:pStyle w:val="libAr"/>
      </w:pPr>
      <w:r w:rsidRPr="00494A3E">
        <w:rPr>
          <w:rtl/>
        </w:rPr>
        <w:t>قال رسول الله صلى الله عليه وآله وسلم: إني تارك فيكم الثقلين كتاب الله وعترتي أهل بيتي فإنهما لن يفترقا حتى يردا علي الحوض</w:t>
      </w:r>
      <w:r>
        <w:t>.</w:t>
      </w:r>
    </w:p>
    <w:p w:rsidR="000D3C43" w:rsidRDefault="00D442CD" w:rsidP="00D442CD">
      <w:pPr>
        <w:pStyle w:val="libNormal"/>
      </w:pPr>
      <w:r>
        <w:t xml:space="preserve">The Messenger of Allah </w:t>
      </w:r>
      <w:r w:rsidR="008E1963">
        <w:t>-</w:t>
      </w:r>
      <w:r>
        <w:t xml:space="preserve"> may Allah bestow peace and benedictions upon him and his Progeny </w:t>
      </w:r>
      <w:r w:rsidR="008E1963">
        <w:t>-</w:t>
      </w:r>
      <w:r>
        <w:t xml:space="preserve"> said: "Verily, I am leaving behind two precious things (thaqalayn) among you: the Book of God and my kindred (‘itrah), my household (Ahlul Bayt), for indeed, the two will never separate until they come back to me by the Pond (of al</w:t>
      </w:r>
      <w:r w:rsidR="008E1963">
        <w:t>-</w:t>
      </w:r>
      <w:r>
        <w:t>­Kawthar on the Judgment Day)."</w:t>
      </w:r>
    </w:p>
    <w:p w:rsidR="000D3C43" w:rsidRDefault="00D442CD" w:rsidP="00D442CD">
      <w:pPr>
        <w:pStyle w:val="libNormal"/>
      </w:pPr>
      <w:r>
        <w:t xml:space="preserve">Imam Khumayni </w:t>
      </w:r>
      <w:r w:rsidR="008E1963">
        <w:t>-</w:t>
      </w:r>
      <w:r>
        <w:t xml:space="preserve"> ridwan Allah ‘alayh </w:t>
      </w:r>
      <w:r w:rsidR="008E1963">
        <w:t>-</w:t>
      </w:r>
      <w:r>
        <w:t xml:space="preserve"> began his wasiyyah or will with the mention of this tradition of the Prophet (S), known as Hadith al­</w:t>
      </w:r>
      <w:r w:rsidR="008E1963">
        <w:t>-</w:t>
      </w:r>
      <w:r>
        <w:t>Thaqalayn. In the prologue to his wasiyyah he pointed out that whatever tragedies and disasters befell the Muslim world during the last fourteen centuries have been mainly due to its estrangement from the Thaqalayn, the twofold legacy of the Prophet (S) in the form of the Qur'an and the Ahlul Bayt (A).</w:t>
      </w:r>
    </w:p>
    <w:p w:rsidR="000D3C43" w:rsidRDefault="00D442CD" w:rsidP="00D442CD">
      <w:pPr>
        <w:pStyle w:val="libNormal"/>
      </w:pPr>
      <w:r>
        <w:t>The extent of the estrangement of the Qur'an will be obvious to anyone who closely examines its teachings and contrasts them with the popular religion of the masses and the prevailing religious ethos, even among the scholars and the intelligentsia. There is certainly a wide gulf that lies between the message and spirit of the Glorious Qur'an and the way Islam has come to be practiced in Muslim society, a gulf which has never been as wide as it became in recent centuries under the influence of the West and the tyrannical regimes that have been ruling over Muslims.</w:t>
      </w:r>
    </w:p>
    <w:p w:rsidR="000D3C43" w:rsidRDefault="00D442CD" w:rsidP="00D442CD">
      <w:pPr>
        <w:pStyle w:val="libNormal"/>
      </w:pPr>
      <w:r>
        <w:t xml:space="preserve">The extent of the estrangement suffered by the Prophet's Household will be obvious to anyone who studies the history of the Imams of the Ahlul Bayt (A), who were isolated from the Muslim masses by despots and left without support in their struggle against the tyrannical regimes of Banu Umayyah and Banu ‘Abbas. The result was that the most authentic exponents and defenders of the Qur'an </w:t>
      </w:r>
      <w:r w:rsidR="008E1963">
        <w:t>-</w:t>
      </w:r>
      <w:r>
        <w:t xml:space="preserve"> whom the tides of time will never separate from the Qur'an until the Day of Judgment, as stated by the Noble Prophet (S) </w:t>
      </w:r>
      <w:r w:rsidR="008E1963">
        <w:t>-</w:t>
      </w:r>
      <w:r>
        <w:t xml:space="preserve"> were put under severe surveillance, exiled, imprisoned, poisoned and martyred, and the masses were deprived of their guidance and leadership.</w:t>
      </w:r>
    </w:p>
    <w:p w:rsidR="000D3C43" w:rsidRDefault="00D442CD" w:rsidP="00D442CD">
      <w:pPr>
        <w:pStyle w:val="libNormal"/>
      </w:pPr>
      <w:r>
        <w:t>Having removed the Ahlul Bayt (A) from their way, the road was opened by the self</w:t>
      </w:r>
      <w:r w:rsidR="008E1963">
        <w:t>-</w:t>
      </w:r>
      <w:r>
        <w:t>seeking tyrants for making the Holy Qur'an itself an instrument for the justification of their anti­ Qur'anic rule. "They forced," as Imam Khumayni says, "the true exponents of the Qur'an... off the stage with various ploys and systematic plans. In this way, they in fact, eliminated the Qur'an itself, the Qur'an which was the greatest program for organizing man's material and spiritual life, and rejected its plan of government based on Divine justice, which was and remains one of the ideals of this sacred scripture. Thus they laid the foundations of deviation from the Din and the Book of God, bringing things ultimately to an indescribable extreme."</w:t>
      </w:r>
    </w:p>
    <w:p w:rsidR="000D3C43" w:rsidRDefault="00D442CD" w:rsidP="00D442CD">
      <w:pPr>
        <w:pStyle w:val="libNormal"/>
      </w:pPr>
      <w:r>
        <w:t xml:space="preserve">If today the custodians of American Islam with their petrodollars conspire against the aspirations of the Muslim masses inspired by the genuine Islam, so did once the Umayyad and ‘Abbasid tyrants stand in the </w:t>
      </w:r>
      <w:r>
        <w:lastRenderedPageBreak/>
        <w:t>way of Islam and seek to isolate and destroy its exponents, the Imams of the Ahlul Bayt (A), and promote a counterfeit version of Islam. But no matter how much they tried they could not extirpate the Prophet's exhortations regarding the Ahlul Bayt and conceal the unbreakable link between the Book of God and the Prophet's ‘Itrah, in the form of Hadith al­</w:t>
      </w:r>
      <w:r w:rsidR="008E1963">
        <w:t>-</w:t>
      </w:r>
      <w:r>
        <w:t>­Thaqalayn and scores of other traditions similar to it.</w:t>
      </w:r>
    </w:p>
    <w:p w:rsidR="000D3C43" w:rsidRDefault="00D442CD" w:rsidP="00D442CD">
      <w:pPr>
        <w:pStyle w:val="libNormal"/>
      </w:pPr>
      <w:r>
        <w:t xml:space="preserve">This hadith has continued to be narrated by each generation of authentic Shi’i and Sunni traditionists and scholars throughout the last fourteen centuries. Reliable and trustworthy narrators of each generation, from the days of the Prophet's committed Companions </w:t>
      </w:r>
      <w:r w:rsidR="008E1963">
        <w:t>-</w:t>
      </w:r>
      <w:r>
        <w:t xml:space="preserve"> may God be pleased with them </w:t>
      </w:r>
      <w:r w:rsidR="008E1963">
        <w:t>-</w:t>
      </w:r>
      <w:r>
        <w:t xml:space="preserve"> to the present, including many or rather most of the greatest and leading figures in the history of Islamic scholarship have narrated this hadith. It is in view of this undeniable fact that Imam Khumayni declared in his wasiyyah:</w:t>
      </w:r>
    </w:p>
    <w:p w:rsidR="00D442CD" w:rsidRDefault="00D442CD" w:rsidP="00D442CD">
      <w:pPr>
        <w:pStyle w:val="libNormal"/>
      </w:pPr>
      <w:r>
        <w:t>It is essential to point out that Hadith al­</w:t>
      </w:r>
      <w:r w:rsidR="008E1963">
        <w:t>-</w:t>
      </w:r>
      <w:r>
        <w:t xml:space="preserve">­Thaqalayn is a mutawatir tradition amongst all Muslims. It has been narrated in Sunni sources </w:t>
      </w:r>
      <w:r w:rsidR="008E1963">
        <w:t>-</w:t>
      </w:r>
      <w:r>
        <w:t xml:space="preserve"> including the Six Sihah as well as other books </w:t>
      </w:r>
      <w:r w:rsidR="008E1963">
        <w:t>-</w:t>
      </w:r>
      <w:r>
        <w:t xml:space="preserve"> from the Holy Prophet (S) in different wordings, and as having been spoken by him on repeated occasions. This tradition is a definite proof (hujjah) for all mankind, in particular for the Muslims, regardless of sect. And all Muslims are answerable (before God) concerning it. For it leaves no room for any excuse for any one. And should there be room for an excuse for the ignorant and the uninformed, there isn't any for the scholars of various schools.</w:t>
      </w:r>
    </w:p>
    <w:p w:rsidR="00D442CD" w:rsidRDefault="00D442CD" w:rsidP="000D3C43">
      <w:pPr>
        <w:pStyle w:val="libNormal"/>
      </w:pPr>
      <w:r>
        <w:br w:type="page"/>
      </w:r>
    </w:p>
    <w:p w:rsidR="00D442CD" w:rsidRDefault="00D442CD" w:rsidP="000D3C43">
      <w:pPr>
        <w:pStyle w:val="Heading1Center"/>
      </w:pPr>
      <w:bookmarkStart w:id="1" w:name="_Toc484431425"/>
      <w:r>
        <w:lastRenderedPageBreak/>
        <w:t>The Meaning of Tawatur</w:t>
      </w:r>
      <w:bookmarkEnd w:id="1"/>
    </w:p>
    <w:p w:rsidR="000D3C43" w:rsidRDefault="00D442CD" w:rsidP="00D442CD">
      <w:pPr>
        <w:pStyle w:val="libNormal"/>
      </w:pPr>
      <w:r>
        <w:t>As we know, the tradition or ahadith of the Holy Prophet (S) recorded in the books of Muslim traditionists begin with chains of transmitters on whose authority the traditionist reports the Prophet's acts or statements. Experts of hadith amongst Muslims have developed certain criteria for assessing the reliability of different chains of transmission and ascertaining the authenticity of the contents of traditions. They have developed a terminology with terms denoting various classifications of hadith depending on the character, strength or weakness of narrators and other factors, such as mutawatir, ahad, sahih, hasan, qawi, da’if, etc.</w:t>
      </w:r>
    </w:p>
    <w:p w:rsidR="000D3C43" w:rsidRDefault="00D442CD" w:rsidP="00D442CD">
      <w:pPr>
        <w:pStyle w:val="libNormal"/>
      </w:pPr>
      <w:r>
        <w:t>By tawatur is meant the multiplicity of the sources of a certain report that leads to certitude in the listener that the report is indeed true. One's knowledge of the existence of distant countries and towns and such historical figures as Cyrus or Napoleon may be said to be based on the tawatur of reports that one hears about them. So also is one's knowledge of the contemporary events not witnessed by him.</w:t>
      </w:r>
    </w:p>
    <w:p w:rsidR="000D3C43" w:rsidRDefault="00D442CD" w:rsidP="00D442CD">
      <w:pPr>
        <w:pStyle w:val="libNormal"/>
      </w:pPr>
      <w:r>
        <w:t>A mutawatir hadith is one which has been reported by so many different chains of transmission and such a number of narrators in every generation as normally could not agree to fabricate a tradition without the fact of its fabrication becoming known. Although some jurisprudents have specified a particular minimum for the number of narrators, such as five, seven, ten or even hundred, it is generally held that no particular number can be specified and the number capable of producing certitude depends on the experience of the listener.</w:t>
      </w:r>
    </w:p>
    <w:p w:rsidR="000D3C43" w:rsidRDefault="00D442CD" w:rsidP="00D442CD">
      <w:pPr>
        <w:pStyle w:val="libNormal"/>
      </w:pPr>
      <w:r>
        <w:t>Islamic jurisprudents have set forth certain conditions for a tradition to be mutawatir. Al­</w:t>
      </w:r>
      <w:r w:rsidR="008E1963">
        <w:t>-</w:t>
      </w:r>
      <w:r>
        <w:t>­Ghazali in al­</w:t>
      </w:r>
      <w:r w:rsidR="008E1963">
        <w:t>-</w:t>
      </w:r>
      <w:r>
        <w:t>­Mustasfa min ‘ilm al</w:t>
      </w:r>
      <w:r w:rsidR="008E1963">
        <w:t>-</w:t>
      </w:r>
      <w:r>
        <w:t xml:space="preserve">usul </w:t>
      </w:r>
      <w:r w:rsidRPr="00EB3D61">
        <w:rPr>
          <w:rStyle w:val="libFootnotenumChar"/>
        </w:rPr>
        <w:t>1</w:t>
      </w:r>
      <w:r>
        <w:t xml:space="preserve"> mentions the following conditions.</w:t>
      </w:r>
    </w:p>
    <w:p w:rsidR="000D3C43" w:rsidRDefault="00D442CD" w:rsidP="00D442CD">
      <w:pPr>
        <w:pStyle w:val="libNormal"/>
      </w:pPr>
      <w:r>
        <w:t>(1) That the transmitters should report on the basis of knowledge (‘ilm) and not conjecture (zann).</w:t>
      </w:r>
    </w:p>
    <w:p w:rsidR="000D3C43" w:rsidRDefault="00D442CD" w:rsidP="00D442CD">
      <w:pPr>
        <w:pStyle w:val="libNormal"/>
      </w:pPr>
      <w:r>
        <w:t>(2) Their knowledge should have been acquired through the senses.</w:t>
      </w:r>
    </w:p>
    <w:p w:rsidR="000D3C43" w:rsidRDefault="00D442CD" w:rsidP="00D442CD">
      <w:pPr>
        <w:pStyle w:val="libNormal"/>
      </w:pPr>
      <w:r>
        <w:t>(3) That the number of narrators should be sufficient to produce certitude.</w:t>
      </w:r>
    </w:p>
    <w:p w:rsidR="000D3C43" w:rsidRDefault="00D442CD" w:rsidP="00D442CD">
      <w:pPr>
        <w:pStyle w:val="libNormal"/>
      </w:pPr>
      <w:r>
        <w:t>(4) That all the links in the chains of transmission of a report should fulfill the first two conditions and their number in every stage of transmission must fulfill the third condition.</w:t>
      </w:r>
    </w:p>
    <w:p w:rsidR="000D3C43" w:rsidRDefault="00D442CD" w:rsidP="00D442CD">
      <w:pPr>
        <w:pStyle w:val="libNormal"/>
      </w:pPr>
      <w:r>
        <w:t>Al­</w:t>
      </w:r>
      <w:r w:rsidR="008E1963">
        <w:t>-</w:t>
      </w:r>
      <w:r>
        <w:t>­Shaykh al­</w:t>
      </w:r>
      <w:r w:rsidR="008E1963">
        <w:t>-</w:t>
      </w:r>
      <w:r>
        <w:t>­Hasan ibn Zayn al­</w:t>
      </w:r>
      <w:r w:rsidR="008E1963">
        <w:t>-</w:t>
      </w:r>
      <w:r>
        <w:t>­Din, the Shi’i author of Ma’alim al</w:t>
      </w:r>
      <w:r w:rsidR="008E1963">
        <w:t>-</w:t>
      </w:r>
      <w:r>
        <w:t>usul, mentions similar conditions for a report to be mutawatir. As can be seen, the legal condition of ‘adalah (justice) is not required for the narrators nor are they required to be thiqah when the conditions of tawatur are fulfilled. Rather, al­</w:t>
      </w:r>
      <w:r w:rsidR="008E1963">
        <w:t>-</w:t>
      </w:r>
      <w:r>
        <w:t>­Ghazali states explicitly that in such cases knowledge is attained even if the narrators should be fasiq. The author of Ma’alim states two conditions in order for a mutawatir report to produce knowledge in the listener:</w:t>
      </w:r>
    </w:p>
    <w:p w:rsidR="000D3C43" w:rsidRDefault="00D442CD" w:rsidP="00D442CD">
      <w:pPr>
        <w:pStyle w:val="libNormal"/>
      </w:pPr>
      <w:r>
        <w:t>(1) The listener should not have previous knowledge of the matter, for it is not possible to know something that one already knows.</w:t>
      </w:r>
    </w:p>
    <w:p w:rsidR="000D3C43" w:rsidRDefault="00D442CD" w:rsidP="00D442CD">
      <w:pPr>
        <w:pStyle w:val="libNormal"/>
      </w:pPr>
      <w:r>
        <w:t>(2) The listener should not be inhibited by doubt or imitation (taqlid) in his belief, for then the report will fail to make any impression upon him.</w:t>
      </w:r>
    </w:p>
    <w:p w:rsidR="00D442CD" w:rsidRDefault="00D442CD" w:rsidP="00D442CD">
      <w:pPr>
        <w:pStyle w:val="Heading2Center"/>
      </w:pPr>
      <w:bookmarkStart w:id="2" w:name="_Toc484431426"/>
      <w:r>
        <w:lastRenderedPageBreak/>
        <w:t>Note</w:t>
      </w:r>
      <w:bookmarkEnd w:id="2"/>
    </w:p>
    <w:p w:rsidR="00D442CD" w:rsidRDefault="00D442CD" w:rsidP="00CB2B9A">
      <w:pPr>
        <w:pStyle w:val="libFootnote"/>
      </w:pPr>
      <w:r>
        <w:t>1. Al</w:t>
      </w:r>
      <w:r w:rsidR="008E1963">
        <w:t>-</w:t>
      </w:r>
      <w:r>
        <w:t>­Ghazali, al</w:t>
      </w:r>
      <w:r w:rsidR="008E1963">
        <w:t>-</w:t>
      </w:r>
      <w:r>
        <w:t>­Mustasfa min `ilm al</w:t>
      </w:r>
      <w:r w:rsidR="008E1963">
        <w:t>-</w:t>
      </w:r>
      <w:r>
        <w:t>usul, Dar Sadir, al</w:t>
      </w:r>
      <w:r w:rsidR="008E1963">
        <w:t>-</w:t>
      </w:r>
      <w:r>
        <w:t>­Matba`at al</w:t>
      </w:r>
      <w:r w:rsidR="008E1963">
        <w:t>-</w:t>
      </w:r>
      <w:r>
        <w:t>'Amiriyyah, Bulaq, Egypt, 1322 H.</w:t>
      </w:r>
    </w:p>
    <w:p w:rsidR="00D442CD" w:rsidRDefault="00D442CD" w:rsidP="000D3C43">
      <w:pPr>
        <w:pStyle w:val="libNormal"/>
      </w:pPr>
      <w:r>
        <w:br w:type="page"/>
      </w:r>
    </w:p>
    <w:p w:rsidR="00D442CD" w:rsidRDefault="00D442CD" w:rsidP="000D3C43">
      <w:pPr>
        <w:pStyle w:val="Heading1Center"/>
      </w:pPr>
      <w:bookmarkStart w:id="3" w:name="_Toc484431427"/>
      <w:r>
        <w:lastRenderedPageBreak/>
        <w:t>Some Sahih Versions of the Hadith</w:t>
      </w:r>
      <w:bookmarkEnd w:id="3"/>
    </w:p>
    <w:p w:rsidR="000D3C43" w:rsidRDefault="00D442CD" w:rsidP="00D442CD">
      <w:pPr>
        <w:pStyle w:val="libNormal"/>
      </w:pPr>
      <w:r>
        <w:t>Hadith al­</w:t>
      </w:r>
      <w:r w:rsidR="008E1963">
        <w:t>-</w:t>
      </w:r>
      <w:r>
        <w:t xml:space="preserve">­Thaqalayn is a mutawatir tradition which has been narrated </w:t>
      </w:r>
      <w:r w:rsidR="008E1963">
        <w:t>-</w:t>
      </w:r>
      <w:r>
        <w:t xml:space="preserve"> as we will presently see in our introductory study of ‘Abaqat al</w:t>
      </w:r>
      <w:r w:rsidR="008E1963">
        <w:t>-</w:t>
      </w:r>
      <w:r>
        <w:t xml:space="preserve">anwar, a book written to establish the fact of its tawatur </w:t>
      </w:r>
      <w:r w:rsidR="008E1963">
        <w:t>-</w:t>
      </w:r>
      <w:r>
        <w:t xml:space="preserve"> through scores of different chains of transmission (turuq) only in the Sunni hadith corpus. If we add to these the Shi’i turuq of the tradition, the total number of its narrators becomes considerable.</w:t>
      </w:r>
    </w:p>
    <w:p w:rsidR="000D3C43" w:rsidRDefault="00D442CD" w:rsidP="00D442CD">
      <w:pPr>
        <w:pStyle w:val="libNormal"/>
      </w:pPr>
      <w:r>
        <w:t>Apart from being mutawatir, the hadith has been transmitted through several sahih turuq, that is, through chains in which all the transmitters are regarded as thiqah or as of confirmed trustworthiness and reliability. Following are four of these sahih narrations of the tradition as recorded by Muslim and al</w:t>
      </w:r>
      <w:r w:rsidR="008E1963">
        <w:t>-</w:t>
      </w:r>
      <w:r>
        <w:t>­Hakim al</w:t>
      </w:r>
      <w:r w:rsidR="008E1963">
        <w:t>-</w:t>
      </w:r>
      <w:r>
        <w:t>­Nayshaburi in their compilations:</w:t>
      </w:r>
    </w:p>
    <w:p w:rsidR="00D442CD" w:rsidRDefault="00D442CD" w:rsidP="00494A3E">
      <w:pPr>
        <w:pStyle w:val="libAr"/>
      </w:pPr>
      <w:r w:rsidRPr="00494A3E">
        <w:rPr>
          <w:rtl/>
        </w:rPr>
        <w:t>حدثني زهير بن حرب وشجاع بن مخلد جميعا عن ابن علية قال زهير حدثنا اسماعيل بن ابراهيم حدثني أبو حيان حدثني يزيد بن حيان قال: انطلقت أنا وحصين بن سبرة وعمر بن مسلم إلى زيد بن أرقم فلما جلسنا إليه قال له حصين لقد لقيت يا زيد خيرا كثيرا, حدثنا يا زيد ما سمعت من رسول الله صلى الله عليه وسلم قال:  يا ابن أخي والله لقد كبرت سني وقدم عهدي ونسيت بعض الذي كنت أعي من رسول الله صلى الله عليه وسلم فما حدثتكم فاقبلوه وما لا فلا تكلفونيه ثم قال: قام رسول الله صلى الله عليه وسلم يوما خطيبا فينا بماء يدعى خما بين مكة والمدينة فحمد الله تعالى وأثنى عليه ووعظ وذكر ثم قال: أما بعد ألا أيها الناس فإنما أنا بشر يوشك أن يأتيني رسول ربي عز وجل فأجيب وأنا تارك فيكم ثقلين أولهما كتاب الله عز وجل فيه الهدى والنور فخذوا بكتاب الله تعالى واستمسكوا به فحث على كتاب الله ورغب ثم فيه قال وأهل بيتي أذكركم الله في أهل بيتي أذكركم الله في أهل بيتي أذكركم الله في أهل بيتي</w:t>
      </w:r>
      <w:r>
        <w:t xml:space="preserve"> ...</w:t>
      </w:r>
    </w:p>
    <w:p w:rsidR="000D3C43" w:rsidRDefault="00D442CD" w:rsidP="00D442CD">
      <w:pPr>
        <w:pStyle w:val="libNormal"/>
      </w:pPr>
      <w:r>
        <w:t>(Muslim says:) Zuhayr ibn Harb and Shuja’ ibn Makhlad narrated to me from ‘Ulayyah that he said: Zuhayr said: narrated to us Isma’il ibn Ibrahim, from Abu Hayyan, from Yazid ibn Hayyan, who said: "I, Husayn ibn Sabrah and ‘Umar ibn Muslim went to see Zayd ibn Arqam. When we sat down with him, Husayn said to him, 'O Zayd, you have been greatly fortunate. You have seen the Messenger of Allah, upon whom be Allah's peace and benedictions, heard his speech, fought with him in battles and have prayed behind him. Indeed, O Zayd, you have been enormously fortunate. Narrate to us what you have heard from the Messenger of Allah, may Allah's peace and benedictions be upon him.'</w:t>
      </w:r>
    </w:p>
    <w:p w:rsidR="000D3C43" w:rsidRDefault="00D442CD" w:rsidP="00D442CD">
      <w:pPr>
        <w:pStyle w:val="libNormal"/>
      </w:pPr>
      <w:r>
        <w:t xml:space="preserve">"Zayd said: 'O brother, by God, I have become aged and old and I have forgotten some of what I used to remember from the Messenger of Allah, upon whom be Allah's peace and benedictions. So accept what I narrate to you and as to what I don't, trouble me not regarding it.' Then he said: 'One day the Messenger of Allah, upon whom be Allah's peace and benedictions, addressed us near a pond called Khumm between Makkah and Madinah. He praised God and extolled Him and preached and reminded (us). Then he said, "Lo, O people, I am only a human being and I am about to respond to the messenger of my Lord [i.e. the call of death]. I am leaving behind two </w:t>
      </w:r>
      <w:r>
        <w:lastRenderedPageBreak/>
        <w:t>precious things (thaqalayn) among you. The first of the two is the Book of Allah. In it is guidance and light. So get hold of the Book of Allah and adhere to it." Then he urged and motivated (us) regarding the Book of Allah. Then he said, "And my Ahlul Bayt (family). I urge you to remember God regarding my Ahlul Bayt. I urge you to remember God regarding my Ahlul Bayt. I urge you to remember God regarding my Ahlul Bayt"'" ....</w:t>
      </w:r>
    </w:p>
    <w:p w:rsidR="000D3C43" w:rsidRDefault="00D442CD" w:rsidP="00D442CD">
      <w:pPr>
        <w:pStyle w:val="libNormal"/>
      </w:pPr>
      <w:r>
        <w:t>(Sahih Muslim, part 7, Kitab fada'il al</w:t>
      </w:r>
      <w:r w:rsidR="008E1963">
        <w:t>-</w:t>
      </w:r>
      <w:r>
        <w:t>­Sahabah [Maktabat wa Matba’at Muhammad ‘Ali Subayh wa Awladuhu: Cairo] pp. 122</w:t>
      </w:r>
      <w:r w:rsidR="008E1963">
        <w:t>-</w:t>
      </w:r>
      <w:r>
        <w:t>123.)</w:t>
      </w:r>
    </w:p>
    <w:p w:rsidR="00D442CD" w:rsidRDefault="00D442CD" w:rsidP="00494A3E">
      <w:pPr>
        <w:pStyle w:val="libAr"/>
      </w:pPr>
      <w:r w:rsidRPr="00494A3E">
        <w:rPr>
          <w:rtl/>
        </w:rPr>
        <w:t>حدثنا أبو الحسين محمد بن أحمد بن تميم الحنظلي ببغداد ثنا أبو قلابة عبد الملك بن محمد الرقاشي ثنا يحيى بن حماد (و حدثني) أبو بكر محمد بن بالويه و أبو بكر أحمد بن جعفر البزار قالا : ثنا عبد الله بن أحمد بن حنبل حدثني أبي  ثنا يحيى بن حماد (وثنا) أبو نصر أحمد بن سهل ا لفقيه ببخارى ثنا صالح بن محمد الحافظ البغدادي ثنا خلف بن سالم المخرمي ثنا يحيى بن حماد ثنا أبو عوانة عن سليمان الأعمش قال : ثنا حبيب بن أبي ثابت عن أبي الطفيل عن زيد بن أرقم رضي الله عنه قال : لما رجع رسول الله صلى الله عليه و سلم من حجة الوداع و نزل غدير خم أمر بدوحات فقمن فقال : كأني قد دعيت فأجبت إني قد تركت فيكم الثقلين أحدهما أكبر من الآخر كتاب الله تعالى و عترتي فانظروا كيف تخلفوني فيهما فإنهما لن يتفرقا حتى يردا علي الحوض ثم قال : إن الله عز و جل مولاي و أنا مولى كل مؤمن ثم أخذ بيد علي رضي الله عنه فقال : من كنت مولاه فهذا وليه اللهم وال من والاه و عاد من عاداه و ذكر الحديث بطوله. هذا حديث صحيح على شرط الشيخين و لم يخرجاه بطوله</w:t>
      </w:r>
      <w:r>
        <w:t>.</w:t>
      </w:r>
    </w:p>
    <w:p w:rsidR="000D3C43" w:rsidRDefault="00D442CD" w:rsidP="00D442CD">
      <w:pPr>
        <w:pStyle w:val="libNormal"/>
      </w:pPr>
      <w:r>
        <w:t>(Al</w:t>
      </w:r>
      <w:r w:rsidR="008E1963">
        <w:t>-</w:t>
      </w:r>
      <w:r>
        <w:t>Hakim says:) Narrated to us Abu al</w:t>
      </w:r>
      <w:r w:rsidR="008E1963">
        <w:t>-</w:t>
      </w:r>
      <w:r>
        <w:t>­Husayn Muhammad ibn Ahmad ibn Tamim al</w:t>
      </w:r>
      <w:r w:rsidR="008E1963">
        <w:t>-</w:t>
      </w:r>
      <w:r>
        <w:t>­Hanzali in Baghdad, from Abu Qallabah ‘Abd al</w:t>
      </w:r>
      <w:r w:rsidR="008E1963">
        <w:t>-</w:t>
      </w:r>
      <w:r>
        <w:t>­Malik ibn Muhammad al</w:t>
      </w:r>
      <w:r w:rsidR="008E1963">
        <w:t>-</w:t>
      </w:r>
      <w:r>
        <w:t>­Raqqashi, from Yahya ibn Hammad; also narrated to me Abu Bakr Muhammad ibn Balawayh and Abu Bakr Ahmad ibn Ja’far al</w:t>
      </w:r>
      <w:r w:rsidR="008E1963">
        <w:t>-</w:t>
      </w:r>
      <w:r>
        <w:t>­Bazzaz, both of them from ‘Abd Allah ibn Ahmad ibn Hanbal, from his father, from Yahya ibn Hammad; and also narrated to us Abu Nasr Ahmad ibn Suhayl, the faqih of Bukhara, from Salih ibn Muhammad, the hafiz of Baghdad, from Khalaf ibn Salim al</w:t>
      </w:r>
      <w:r w:rsidR="008E1963">
        <w:t>-</w:t>
      </w:r>
      <w:r>
        <w:t>­Makhrami, from Yahya ibn Hammad; and Yahya ibn Hammad narrated from Abu ‘Uwwanah from Sulayman al</w:t>
      </w:r>
      <w:r w:rsidR="008E1963">
        <w:t>-</w:t>
      </w:r>
      <w:r>
        <w:t>A’mash, from Habib ibn Abi Thabit, from Abu al</w:t>
      </w:r>
      <w:r w:rsidR="008E1963">
        <w:t>-</w:t>
      </w:r>
      <w:r>
        <w:t>­Tufayl, from Zayd ibn Arqam, may God be pleased with him, who said: "The Messenger of Allah , may God's peace and benedictions be upon him and his progeny, while returning from his last hajj (hijjat al</w:t>
      </w:r>
      <w:r w:rsidR="008E1963">
        <w:t>-</w:t>
      </w:r>
      <w:r>
        <w:t>­wada') came down at Ghadir Khumm and ordered (us) towards the big trees, and (the ground) underneath them was swept.</w:t>
      </w:r>
    </w:p>
    <w:p w:rsidR="000D3C43" w:rsidRDefault="00D442CD" w:rsidP="00D442CD">
      <w:pPr>
        <w:pStyle w:val="libNormal"/>
      </w:pPr>
      <w:r>
        <w:t xml:space="preserve">"Then he said, 'I am about to answer the call (of death). Verily, I have left behind two precious things amongst you, one of which is greater than the other. The Book of Allah, the Exalted, and my ‘itrah (kindred). So watch out how you treat these two after me, for verily they will not separate from each other until they come back to me by the side of the Pond.' Then he said 'Verily, Allah, the Almighty and the Glorious, is my master (mawla) and I </w:t>
      </w:r>
      <w:r>
        <w:lastRenderedPageBreak/>
        <w:t>am the master of every believer (mu'min).' Then he took ‘Ali, may God be pleased with him, by the hand and said, 'This (‘Ali) is the master of whomever I am his master. O God, love whoever loves him and be the enemy of his enemy.'"</w:t>
      </w:r>
    </w:p>
    <w:p w:rsidR="000D3C43" w:rsidRDefault="00D442CD" w:rsidP="00D442CD">
      <w:pPr>
        <w:pStyle w:val="libNormal"/>
      </w:pPr>
      <w:r>
        <w:t>(Al</w:t>
      </w:r>
      <w:r w:rsidR="008E1963">
        <w:t>-</w:t>
      </w:r>
      <w:r>
        <w:t>Hakim adds:) "This hadith is sahih in accordance with the conditions of sihhah laid down by the Shaykhayn (al</w:t>
      </w:r>
      <w:r w:rsidR="008E1963">
        <w:t>-</w:t>
      </w:r>
      <w:r>
        <w:t>­Bukhari and Muslim), although they have not recorded it in its full length."</w:t>
      </w:r>
    </w:p>
    <w:p w:rsidR="00D442CD" w:rsidRDefault="00D442CD" w:rsidP="00494A3E">
      <w:pPr>
        <w:pStyle w:val="libAr"/>
      </w:pPr>
      <w:r>
        <w:t xml:space="preserve"> </w:t>
      </w:r>
      <w:r w:rsidRPr="00494A3E">
        <w:rPr>
          <w:rtl/>
        </w:rPr>
        <w:t>شاهده حديث سلمة بن كهيل عن أبي الطفيل أيضا صحيح على شرطهما (حدثنا) أبو بكر بن اسحاق أبو بكر بن إسحاق و دعلج بن أحمد السجزي قالا : أنبأ محمد بن أيوب ثنا الأزرق بن علي ثنا حسان بن إبراهيم الكرماني ثنا محمد بن سلمة بن كهيل عن أبيه عن أبي الطفيل عن ابن واثلة أنه سمع زيد بن أرقم رضي الله عنه يقول: نزل رسول الله صلى الله عليه و سلم بين مكة و المدينة عند شجرات خمس دوحات عظام فكنس الناس ما  تحت الشجرات ثم راح رسول الله صلى الله عليه و سلم عشية فصلى ثم قام خطيبا فحمد الله و أثنى عليه و ذكر و وعظ فقال ما شاء الله أن يقول ثم قال : يا أيها الناس إني تارك فيكم أمرين لن تضلوا إن اتبعتموهما وهما كتاب الله و أهل بيتي عترتي ثم قال : أتعلمون إني أولى بالمؤمنين من أنفسهم ثلاث مرات قالوا : نعم فقال رسول الله صلى الله عليه و سلم : من كنت مولاه فعلي مولاه</w:t>
      </w:r>
      <w:r>
        <w:t>.</w:t>
      </w:r>
    </w:p>
    <w:p w:rsidR="000D3C43" w:rsidRDefault="00D442CD" w:rsidP="00D442CD">
      <w:pPr>
        <w:pStyle w:val="libNormal"/>
      </w:pPr>
      <w:r>
        <w:t>(Al</w:t>
      </w:r>
      <w:r w:rsidR="008E1963">
        <w:t>-</w:t>
      </w:r>
      <w:r>
        <w:t>Hakim says:) The first tradition (mentioned above) is supported by this one narrated by Salamah ibn Kuhayl, from Abu al</w:t>
      </w:r>
      <w:r w:rsidR="008E1963">
        <w:t>-</w:t>
      </w:r>
      <w:r>
        <w:t>­Tufayl, which is also sahih according to the requirements of al­Bukhari and Muslim. Narrated to us Abu Bakr ibn Ishaq and Da’laj ibn Ahmad al</w:t>
      </w:r>
      <w:r w:rsidR="008E1963">
        <w:t>-</w:t>
      </w:r>
      <w:r>
        <w:t>­Sijzi, both of them from Muhammad ibn Ayyub, from al</w:t>
      </w:r>
      <w:r w:rsidR="008E1963">
        <w:t>-</w:t>
      </w:r>
      <w:r>
        <w:t>Azraq ibn ‘Ali, from Hassan ibn Ibrahim al</w:t>
      </w:r>
      <w:r w:rsidR="008E1963">
        <w:t>-</w:t>
      </w:r>
      <w:r>
        <w:t>­Kirmani, from Muhammad ibn Salamah ibn Kuhayl, from his father, from Abu al</w:t>
      </w:r>
      <w:r w:rsidR="008E1963">
        <w:t>-</w:t>
      </w:r>
      <w:r>
        <w:t>Tufayl, from Ibn Wathilah that he heard Zayd ibn Arqam, may God be pleased with him, say: "The Messenger of Allah , may Allah's peace and benedictions be upon him and his progeny, came down at a place between Makkah and Madinah near the trees with five big shades and the people swept the ground under the trees.</w:t>
      </w:r>
    </w:p>
    <w:p w:rsidR="000D3C43" w:rsidRDefault="00D442CD" w:rsidP="00D442CD">
      <w:pPr>
        <w:pStyle w:val="libNormal"/>
      </w:pPr>
      <w:r>
        <w:t>Then the Messenger of Allah, may God's peace and benediction be upon him and his progeny, began to perform the evening prayer. After the prayer he began to address the people. He praised God and extolled Him, preaching and reminding (us), and said what God wanted him to say. Then he said, 'O people! Verily, I am leaving behind two matters (amrayn) among you­ if you follow them (the two) you will never go astray. These two are: the Book of God and my Ahlul Bayt, my ‘itrah.' Then he said thrice: 'Do you know that I have more right over the believers (Inni awla bi al­mu'minin) than they over themselves?' The people said, 'Yes.' Then the Messenger of Allah , may Allah's peace and benedictions be upon him and his progeny said, 'Of whomever I am his master (mawla) ‘Ali also is his master.'"</w:t>
      </w:r>
    </w:p>
    <w:p w:rsidR="000D3C43" w:rsidRDefault="00D442CD" w:rsidP="00D442CD">
      <w:pPr>
        <w:pStyle w:val="libNormal"/>
      </w:pPr>
      <w:r>
        <w:lastRenderedPageBreak/>
        <w:t>(al</w:t>
      </w:r>
      <w:r w:rsidR="008E1963">
        <w:t>-</w:t>
      </w:r>
      <w:r>
        <w:t>Imam al</w:t>
      </w:r>
      <w:r w:rsidR="008E1963">
        <w:t>-</w:t>
      </w:r>
      <w:r>
        <w:t>Hafiz Abu ‘Abd Allah al</w:t>
      </w:r>
      <w:r w:rsidR="008E1963">
        <w:t>-</w:t>
      </w:r>
      <w:r>
        <w:t>­Hakim al</w:t>
      </w:r>
      <w:r w:rsidR="008E1963">
        <w:t>-</w:t>
      </w:r>
      <w:r>
        <w:t>­Naysaburi, al</w:t>
      </w:r>
      <w:r w:rsidR="008E1963">
        <w:t>-</w:t>
      </w:r>
      <w:r>
        <w:t>­Mustadrak ‘ala al</w:t>
      </w:r>
      <w:r w:rsidR="008E1963">
        <w:t>-</w:t>
      </w:r>
      <w:r>
        <w:t>Sahihayn [Dar al</w:t>
      </w:r>
      <w:r w:rsidR="008E1963">
        <w:t>-</w:t>
      </w:r>
      <w:r>
        <w:t>Ma’rifah li al</w:t>
      </w:r>
      <w:r w:rsidR="008E1963">
        <w:t>-</w:t>
      </w:r>
      <w:r>
        <w:t>­Tiba’ah wa al</w:t>
      </w:r>
      <w:r w:rsidR="008E1963">
        <w:t>-</w:t>
      </w:r>
      <w:r>
        <w:t>­Nashr: Beirut), vol. iii, pp. 109</w:t>
      </w:r>
      <w:r w:rsidR="008E1963">
        <w:t>-</w:t>
      </w:r>
      <w:r>
        <w:t>110).</w:t>
      </w:r>
    </w:p>
    <w:p w:rsidR="00D442CD" w:rsidRDefault="00D442CD" w:rsidP="00494A3E">
      <w:pPr>
        <w:pStyle w:val="libAr"/>
      </w:pPr>
      <w:r w:rsidRPr="00494A3E">
        <w:rPr>
          <w:rtl/>
        </w:rPr>
        <w:t>حدثنا أبو بكر محمد بن الحسين بن مصلح الفقيه بالري ثنا محمد بن أيوب يحيى بن المغيرة السعدي ، ثنا : جرير بن عبد الحميد عن الحسن بن عبد الله النخعي عن مسلم بن صبيح عن زيد بن أرقم رضي الله عنه قال : قال رسول الله صلى الله عليه وآله وسلم: إني تارك فيكم الثقلين كتاب الله وأهل بيتي وإنهما لن يتفرقا حتى يردا علي الحوض. هذا حديث صحيح الإسناد على شرط الشيخين ولم يخرجاه</w:t>
      </w:r>
      <w:r>
        <w:t>.</w:t>
      </w:r>
    </w:p>
    <w:p w:rsidR="00D442CD" w:rsidRDefault="00D442CD" w:rsidP="00D442CD">
      <w:pPr>
        <w:pStyle w:val="libNormal"/>
      </w:pPr>
      <w:r>
        <w:t xml:space="preserve"> </w:t>
      </w:r>
    </w:p>
    <w:p w:rsidR="000D3C43" w:rsidRDefault="00D442CD" w:rsidP="00D442CD">
      <w:pPr>
        <w:pStyle w:val="libNormal"/>
      </w:pPr>
      <w:r>
        <w:t>(Al</w:t>
      </w:r>
      <w:r w:rsidR="008E1963">
        <w:t>-</w:t>
      </w:r>
      <w:r>
        <w:t>Hakim says:) Narrated to us Abu Bakr Muhammad ibn al</w:t>
      </w:r>
      <w:r w:rsidR="008E1963">
        <w:t>-</w:t>
      </w:r>
      <w:r>
        <w:t>­Husayn ibn Muslim, the faqih of Ray, from Muhammad ibn Ayyub, from Yahya ibn al</w:t>
      </w:r>
      <w:r w:rsidR="008E1963">
        <w:t>-</w:t>
      </w:r>
      <w:r>
        <w:t>Mughirah al</w:t>
      </w:r>
      <w:r w:rsidR="008E1963">
        <w:t>-</w:t>
      </w:r>
      <w:r>
        <w:t>­Sa’di, from Jarir ibn ‘Abd al</w:t>
      </w:r>
      <w:r w:rsidR="008E1963">
        <w:t>-</w:t>
      </w:r>
      <w:r>
        <w:t>­Hamid, from al</w:t>
      </w:r>
      <w:r w:rsidR="008E1963">
        <w:t>-</w:t>
      </w:r>
      <w:r>
        <w:t>­Hasan ibn ‘Abd Allah al</w:t>
      </w:r>
      <w:r w:rsidR="008E1963">
        <w:t>-</w:t>
      </w:r>
      <w:r>
        <w:t>­Nakha’i, from Muslim ibn Subayh, from Zayd ibn Arqam, may God be pleased with him, who said: "The Messenger of Allah , may Allah's peace and benedictions be upon him and his progeny, said, 'Verily, I leave behind two precious things amongst you: the Book of Allah and my Ahlul Bayt. Verily, the two will never separate until they come back to me by the side of the Pond.'"</w:t>
      </w:r>
    </w:p>
    <w:p w:rsidR="000D3C43" w:rsidRDefault="00D442CD" w:rsidP="00D442CD">
      <w:pPr>
        <w:pStyle w:val="libNormal"/>
      </w:pPr>
      <w:r>
        <w:t>(Al</w:t>
      </w:r>
      <w:r w:rsidR="008E1963">
        <w:t>-</w:t>
      </w:r>
      <w:r>
        <w:t>Hakim says:) This hadith is sahih al</w:t>
      </w:r>
      <w:r w:rsidR="008E1963">
        <w:t>-</w:t>
      </w:r>
      <w:r>
        <w:t>isnad according to the conditions laid down by the Shaykhayn (al</w:t>
      </w:r>
      <w:r w:rsidR="008E1963">
        <w:t>-</w:t>
      </w:r>
      <w:r>
        <w:t>­Bukhari and Muslim), though they did not record it. (al</w:t>
      </w:r>
      <w:r w:rsidR="008E1963">
        <w:t>-</w:t>
      </w:r>
      <w:r>
        <w:t>­Hakim, op. cit., vol. iii, p. 148)</w:t>
      </w:r>
    </w:p>
    <w:p w:rsidR="00D442CD" w:rsidRDefault="00D442CD" w:rsidP="00D442CD">
      <w:pPr>
        <w:pStyle w:val="libNormal"/>
      </w:pPr>
      <w:r>
        <w:t>These are four versions of the tradition narrated on the authority of Zayd ibn Arqam. Their sihhah (authenticity) is confirmed by two of the great Sunni Imams of hadith. In addition, as we will see in our study of ‘Abaqatal</w:t>
      </w:r>
      <w:r w:rsidR="008E1963">
        <w:t>-</w:t>
      </w:r>
      <w:r>
        <w:t>anwar, the tradition has been narrated by more than thirty Companions of the Prophet (S) and a host of narrators and leading traditionists of every generation up to the contemporary era.</w:t>
      </w:r>
    </w:p>
    <w:p w:rsidR="00D442CD" w:rsidRDefault="00D442CD" w:rsidP="000D3C43">
      <w:pPr>
        <w:pStyle w:val="libNormal"/>
      </w:pPr>
      <w:r>
        <w:br w:type="page"/>
      </w:r>
    </w:p>
    <w:p w:rsidR="00D442CD" w:rsidRDefault="00D442CD" w:rsidP="000D3C43">
      <w:pPr>
        <w:pStyle w:val="Heading1Center"/>
      </w:pPr>
      <w:bookmarkStart w:id="4" w:name="_Toc484431428"/>
      <w:r>
        <w:lastRenderedPageBreak/>
        <w:t>The Various Occasions Related to Hadith al Thaqalayn</w:t>
      </w:r>
      <w:bookmarkEnd w:id="4"/>
    </w:p>
    <w:p w:rsidR="000D3C43" w:rsidRDefault="00D442CD" w:rsidP="00D442CD">
      <w:pPr>
        <w:pStyle w:val="libNormal"/>
      </w:pPr>
      <w:r>
        <w:t>The various narrations of Hadith al</w:t>
      </w:r>
      <w:r w:rsidR="008E1963">
        <w:t>-</w:t>
      </w:r>
      <w:r>
        <w:t>­Thaqalayn also indicate the occasion on which the Prophet (S) proclaimed it publicly. ‘Allamah ‘Abd al</w:t>
      </w:r>
      <w:r w:rsidR="008E1963">
        <w:t>-</w:t>
      </w:r>
      <w:r>
        <w:t>Aziz Tabataba'i, who has studied the various narrations of Hadith al</w:t>
      </w:r>
      <w:r w:rsidR="008E1963">
        <w:t>-</w:t>
      </w:r>
      <w:r>
        <w:t>Thaqalayn as recorded by various traditionists mentions four occasions on which the Prophet (S) proclaimed it publicly. First of these is the occasion when the Prophet (S) proclaimed it during his last hajj at ‘Arafat.</w:t>
      </w:r>
    </w:p>
    <w:p w:rsidR="000D3C43" w:rsidRDefault="00D442CD" w:rsidP="00D442CD">
      <w:pPr>
        <w:pStyle w:val="libNormal"/>
      </w:pPr>
      <w:r>
        <w:t>On this occasion, the Prophet (S) was accompanied by more than a hundred thousand Muslims. The second occasion relates to his proclamation at Ghadir Khumm, during the course of his return journey to Madinah. The third occasion relates to his proclamation in the Mosque of Madinah. The fourth one relates to his pronouncement of Hadith al</w:t>
      </w:r>
      <w:r w:rsidR="008E1963">
        <w:t>-</w:t>
      </w:r>
      <w:r>
        <w:t>­Thaqalayn in his chamber during his last illness. All these occasions lie within a period of ninety days and pertain to the Prophet's last days.</w:t>
      </w:r>
    </w:p>
    <w:p w:rsidR="000D3C43" w:rsidRDefault="00D442CD" w:rsidP="00D442CD">
      <w:pPr>
        <w:pStyle w:val="libNormal"/>
      </w:pPr>
      <w:r>
        <w:t xml:space="preserve">There are, however, many narrations of the hadith </w:t>
      </w:r>
      <w:r w:rsidR="008E1963">
        <w:t>-</w:t>
      </w:r>
      <w:r>
        <w:t xml:space="preserve"> in fact, most of them </w:t>
      </w:r>
      <w:r w:rsidR="008E1963">
        <w:t>-</w:t>
      </w:r>
      <w:r>
        <w:t xml:space="preserve"> which do not contain any clue about the time and place of its pronouncement. In the following are given instances of the narrations of Hadith al</w:t>
      </w:r>
      <w:r w:rsidR="008E1963">
        <w:t>-</w:t>
      </w:r>
      <w:r>
        <w:t xml:space="preserve">­Thaqalayn relating to each of these occasions, accompanied by the sources which record them. </w:t>
      </w:r>
      <w:r w:rsidRPr="00EB3D61">
        <w:rPr>
          <w:rStyle w:val="libFootnotenumChar"/>
        </w:rPr>
        <w:t>1</w:t>
      </w:r>
    </w:p>
    <w:p w:rsidR="00D442CD" w:rsidRDefault="00D442CD" w:rsidP="00941CD7">
      <w:pPr>
        <w:pStyle w:val="Heading2Center"/>
      </w:pPr>
      <w:bookmarkStart w:id="5" w:name="_Toc484431429"/>
      <w:r>
        <w:t>1. At ‘Arafat</w:t>
      </w:r>
      <w:bookmarkEnd w:id="5"/>
    </w:p>
    <w:p w:rsidR="000D3C43" w:rsidRDefault="00D442CD" w:rsidP="00D442CD">
      <w:pPr>
        <w:pStyle w:val="libNormal"/>
      </w:pPr>
      <w:r>
        <w:t>Al</w:t>
      </w:r>
      <w:r w:rsidR="008E1963">
        <w:t>-</w:t>
      </w:r>
      <w:r>
        <w:t>­Tirmidhi in his Sunan (v, 662, no. 3786) records the following tradition</w:t>
      </w:r>
    </w:p>
    <w:p w:rsidR="00D442CD" w:rsidRDefault="00D442CD" w:rsidP="00494A3E">
      <w:pPr>
        <w:pStyle w:val="libAr"/>
      </w:pPr>
      <w:r w:rsidRPr="00494A3E">
        <w:rPr>
          <w:rtl/>
        </w:rPr>
        <w:t>عن جابر بن عبدالله قال: رأيت رسول الله صلى الله عليه وسلم في حجته يوم عرفة وهو على ناقته القصواء فسمعته يقول: ((يا أيها الناس, إني تارك فيكم ما إن أخذتم به لن تضلوا: كتاب الله وعترتي أهل بيتي</w:t>
      </w:r>
    </w:p>
    <w:p w:rsidR="000D3C43" w:rsidRDefault="00D442CD" w:rsidP="00D442CD">
      <w:pPr>
        <w:pStyle w:val="libNormal"/>
      </w:pPr>
      <w:r>
        <w:t xml:space="preserve">....Jabir ibn ‘Abd Allah said: "I saw the Messenger of Allah </w:t>
      </w:r>
      <w:r w:rsidR="008E1963">
        <w:t>-</w:t>
      </w:r>
      <w:r>
        <w:t xml:space="preserve"> upon whom be God's peace and benedictions </w:t>
      </w:r>
      <w:r w:rsidR="008E1963">
        <w:t>-</w:t>
      </w:r>
      <w:r>
        <w:t xml:space="preserve"> in the course of his hajj pilgrimage on the day of ‘Arafah. The Prophet (S) was seated on his camel, al</w:t>
      </w:r>
      <w:r w:rsidR="008E1963">
        <w:t>-</w:t>
      </w:r>
      <w:r>
        <w:t>­Qaswa', and was delivering a sermon. I heard him say: 'O people, I am leaving among you that which if you hold on to you shall never go astray: the Book of Allah and my kindred, my household."</w:t>
      </w:r>
    </w:p>
    <w:p w:rsidR="000D3C43" w:rsidRDefault="00D442CD" w:rsidP="00D442CD">
      <w:pPr>
        <w:pStyle w:val="libNormal"/>
      </w:pPr>
      <w:r>
        <w:t>Al</w:t>
      </w:r>
      <w:r w:rsidR="008E1963">
        <w:t>-</w:t>
      </w:r>
      <w:r>
        <w:t>­Tirmidhi states that the same tradition has been narrated by Abu Dharr, Abu Sa’id, Zayd ibn Arqam and Hudhayfah ibn Usayd.</w:t>
      </w:r>
    </w:p>
    <w:p w:rsidR="000D3C43" w:rsidRDefault="00D442CD" w:rsidP="00D442CD">
      <w:pPr>
        <w:pStyle w:val="libNormal"/>
      </w:pPr>
      <w:r>
        <w:t>Among others who have recorded this tradition are:</w:t>
      </w:r>
    </w:p>
    <w:p w:rsidR="000D3C43" w:rsidRDefault="00D442CD" w:rsidP="00D442CD">
      <w:pPr>
        <w:pStyle w:val="libNormal"/>
      </w:pPr>
      <w:r>
        <w:t>1. al</w:t>
      </w:r>
      <w:r w:rsidR="008E1963">
        <w:t>-</w:t>
      </w:r>
      <w:r>
        <w:t>­Hafiz Ibn Abi Shaybah, as in Kanz al</w:t>
      </w:r>
      <w:r w:rsidR="008E1963">
        <w:t>-</w:t>
      </w:r>
      <w:r>
        <w:t>­‘ummal (1st ed.), i, 48;</w:t>
      </w:r>
    </w:p>
    <w:p w:rsidR="000D3C43" w:rsidRDefault="00D442CD" w:rsidP="00D442CD">
      <w:pPr>
        <w:pStyle w:val="libNormal"/>
      </w:pPr>
      <w:r>
        <w:t>2. al</w:t>
      </w:r>
      <w:r w:rsidR="008E1963">
        <w:t>-</w:t>
      </w:r>
      <w:r>
        <w:t>­‘Uqayli in al</w:t>
      </w:r>
      <w:r w:rsidR="008E1963">
        <w:t>-</w:t>
      </w:r>
      <w:r>
        <w:t>­Du’afa' al</w:t>
      </w:r>
      <w:r w:rsidR="008E1963">
        <w:t>-</w:t>
      </w:r>
      <w:r>
        <w:t>­Kabir, ii, 250;</w:t>
      </w:r>
    </w:p>
    <w:p w:rsidR="000D3C43" w:rsidRDefault="00D442CD" w:rsidP="00D442CD">
      <w:pPr>
        <w:pStyle w:val="libNormal"/>
      </w:pPr>
      <w:r>
        <w:t>3. al</w:t>
      </w:r>
      <w:r w:rsidR="008E1963">
        <w:t>-</w:t>
      </w:r>
      <w:r>
        <w:t>­Hakim al</w:t>
      </w:r>
      <w:r w:rsidR="008E1963">
        <w:t>-</w:t>
      </w:r>
      <w:r>
        <w:t>­Tirmidhi, Nawadir al</w:t>
      </w:r>
      <w:r w:rsidR="008E1963">
        <w:t>-</w:t>
      </w:r>
      <w:r>
        <w:t>usul, 68, 50th asl;</w:t>
      </w:r>
    </w:p>
    <w:p w:rsidR="000D3C43" w:rsidRDefault="00D442CD" w:rsidP="00D442CD">
      <w:pPr>
        <w:pStyle w:val="libNormal"/>
      </w:pPr>
      <w:r>
        <w:t>4. al</w:t>
      </w:r>
      <w:r w:rsidR="008E1963">
        <w:t>-</w:t>
      </w:r>
      <w:r>
        <w:t>­Tabarani, al</w:t>
      </w:r>
      <w:r w:rsidR="008E1963">
        <w:t>-</w:t>
      </w:r>
      <w:r>
        <w:t>­Mu’jam al</w:t>
      </w:r>
      <w:r w:rsidR="008E1963">
        <w:t>-</w:t>
      </w:r>
      <w:r>
        <w:t>­kabir, iii, 63, no. 2679;</w:t>
      </w:r>
    </w:p>
    <w:p w:rsidR="000D3C43" w:rsidRDefault="00D442CD" w:rsidP="00D442CD">
      <w:pPr>
        <w:pStyle w:val="libNormal"/>
      </w:pPr>
      <w:r>
        <w:t>5. al</w:t>
      </w:r>
      <w:r w:rsidR="008E1963">
        <w:t>-</w:t>
      </w:r>
      <w:r>
        <w:t>­Khatib, al</w:t>
      </w:r>
      <w:r w:rsidR="008E1963">
        <w:t>-</w:t>
      </w:r>
      <w:r>
        <w:t>­Muttafiq wa al</w:t>
      </w:r>
      <w:r w:rsidR="008E1963">
        <w:t>-</w:t>
      </w:r>
      <w:r>
        <w:t>­muftariq, cf. Kanz al</w:t>
      </w:r>
      <w:r w:rsidR="008E1963">
        <w:t>-</w:t>
      </w:r>
      <w:r>
        <w:t>­‘ummal, i, 48 and Majma' al</w:t>
      </w:r>
      <w:r w:rsidR="008E1963">
        <w:t>-</w:t>
      </w:r>
      <w:r>
        <w:t>­zawa'id, v, 195; ix, 163, x, 363, 268;</w:t>
      </w:r>
    </w:p>
    <w:p w:rsidR="000D3C43" w:rsidRDefault="00D442CD" w:rsidP="00D442CD">
      <w:pPr>
        <w:pStyle w:val="libNormal"/>
      </w:pPr>
      <w:r>
        <w:t>6. al</w:t>
      </w:r>
      <w:r w:rsidR="008E1963">
        <w:t>-</w:t>
      </w:r>
      <w:r>
        <w:t>­Baghawi, al</w:t>
      </w:r>
      <w:r w:rsidR="008E1963">
        <w:t>-</w:t>
      </w:r>
      <w:r>
        <w:t>Masabih, ii, 206;</w:t>
      </w:r>
    </w:p>
    <w:p w:rsidR="000D3C43" w:rsidRDefault="00D442CD" w:rsidP="00D442CD">
      <w:pPr>
        <w:pStyle w:val="libNormal"/>
      </w:pPr>
      <w:r>
        <w:t>7. Ibn al</w:t>
      </w:r>
      <w:r w:rsidR="008E1963">
        <w:t>-</w:t>
      </w:r>
      <w:r>
        <w:t>Athir, Jami’ al</w:t>
      </w:r>
      <w:r w:rsidR="008E1963">
        <w:t>-</w:t>
      </w:r>
      <w:r>
        <w:t>usul, i, 277, no. 65;</w:t>
      </w:r>
    </w:p>
    <w:p w:rsidR="000D3C43" w:rsidRDefault="00D442CD" w:rsidP="00D442CD">
      <w:pPr>
        <w:pStyle w:val="libNormal"/>
      </w:pPr>
      <w:r>
        <w:lastRenderedPageBreak/>
        <w:t>8. al</w:t>
      </w:r>
      <w:r w:rsidR="008E1963">
        <w:t>-</w:t>
      </w:r>
      <w:r>
        <w:t>Rafi’i, al</w:t>
      </w:r>
      <w:r w:rsidR="008E1963">
        <w:t>-</w:t>
      </w:r>
      <w:r>
        <w:t>­Tadwin, ii, 264 (in the biographical account of Ahmad ibn Mihran al</w:t>
      </w:r>
      <w:r w:rsidR="008E1963">
        <w:t>-</w:t>
      </w:r>
      <w:r>
        <w:t>­Qattan; this hadith has been deleted in the Indian print, but is present in the manuscripts of the book ! );</w:t>
      </w:r>
    </w:p>
    <w:p w:rsidR="000D3C43" w:rsidRDefault="00D442CD" w:rsidP="00D442CD">
      <w:pPr>
        <w:pStyle w:val="libNormal"/>
      </w:pPr>
      <w:r>
        <w:t>9. al</w:t>
      </w:r>
      <w:r w:rsidR="008E1963">
        <w:t>-</w:t>
      </w:r>
      <w:r>
        <w:t>­Mizzi, Tahdhib al</w:t>
      </w:r>
      <w:r w:rsidR="008E1963">
        <w:t>-</w:t>
      </w:r>
      <w:r>
        <w:t>­kamal, x, 51, and Tuhfat al</w:t>
      </w:r>
      <w:r w:rsidR="008E1963">
        <w:t>-</w:t>
      </w:r>
      <w:r>
        <w:t>ashraf, ii, 278, no. 2615;</w:t>
      </w:r>
    </w:p>
    <w:p w:rsidR="000D3C43" w:rsidRDefault="00D442CD" w:rsidP="00D442CD">
      <w:pPr>
        <w:pStyle w:val="libNormal"/>
      </w:pPr>
      <w:r>
        <w:t>10. al</w:t>
      </w:r>
      <w:r w:rsidR="008E1963">
        <w:t>-</w:t>
      </w:r>
      <w:r>
        <w:t>­Qadi al</w:t>
      </w:r>
      <w:r w:rsidR="008E1963">
        <w:t>-</w:t>
      </w:r>
      <w:r>
        <w:t>­Baydawi, Tuhfat al</w:t>
      </w:r>
      <w:r w:rsidR="008E1963">
        <w:t>-</w:t>
      </w:r>
      <w:r>
        <w:t>ashraf;</w:t>
      </w:r>
    </w:p>
    <w:p w:rsidR="000D3C43" w:rsidRDefault="00D442CD" w:rsidP="00D442CD">
      <w:pPr>
        <w:pStyle w:val="libNormal"/>
      </w:pPr>
      <w:r>
        <w:t>11. al</w:t>
      </w:r>
      <w:r w:rsidR="008E1963">
        <w:t>-</w:t>
      </w:r>
      <w:r>
        <w:t>­Khwarazmi, Maqtal al</w:t>
      </w:r>
      <w:r w:rsidR="008E1963">
        <w:t>-</w:t>
      </w:r>
      <w:r>
        <w:t>­Husayn (A), i, 144;</w:t>
      </w:r>
    </w:p>
    <w:p w:rsidR="000D3C43" w:rsidRDefault="00D442CD" w:rsidP="00D442CD">
      <w:pPr>
        <w:pStyle w:val="libNormal"/>
      </w:pPr>
      <w:r>
        <w:t>12. al</w:t>
      </w:r>
      <w:r w:rsidR="008E1963">
        <w:t>-</w:t>
      </w:r>
      <w:r>
        <w:t>­Khatib al</w:t>
      </w:r>
      <w:r w:rsidR="008E1963">
        <w:t>-</w:t>
      </w:r>
      <w:r>
        <w:t>­Tabrizi, Mishkat al</w:t>
      </w:r>
      <w:r w:rsidR="008E1963">
        <w:t>-</w:t>
      </w:r>
      <w:r>
        <w:t>­masabih, iii, 258;</w:t>
      </w:r>
    </w:p>
    <w:p w:rsidR="000D3C43" w:rsidRDefault="00D442CD" w:rsidP="00D442CD">
      <w:pPr>
        <w:pStyle w:val="libNormal"/>
      </w:pPr>
      <w:r>
        <w:t>13. Ibn Kathir, Tafsir (Bulaq edition, on the margin of Fath al</w:t>
      </w:r>
      <w:r w:rsidR="008E1963">
        <w:t>-</w:t>
      </w:r>
      <w:r>
        <w:t>­bayan), ix, 115;</w:t>
      </w:r>
    </w:p>
    <w:p w:rsidR="000D3C43" w:rsidRDefault="00D442CD" w:rsidP="00D442CD">
      <w:pPr>
        <w:pStyle w:val="libNormal"/>
      </w:pPr>
      <w:r>
        <w:t>14. al</w:t>
      </w:r>
      <w:r w:rsidR="008E1963">
        <w:t>-</w:t>
      </w:r>
      <w:r>
        <w:t>Zarandi, Nazm al</w:t>
      </w:r>
      <w:r w:rsidR="008E1963">
        <w:t>-</w:t>
      </w:r>
      <w:r>
        <w:t>­durar al</w:t>
      </w:r>
      <w:r w:rsidR="008E1963">
        <w:t>-</w:t>
      </w:r>
      <w:r>
        <w:t>­simtayn, 232;</w:t>
      </w:r>
    </w:p>
    <w:p w:rsidR="000D3C43" w:rsidRDefault="00D442CD" w:rsidP="00D442CD">
      <w:pPr>
        <w:pStyle w:val="libNormal"/>
      </w:pPr>
      <w:r>
        <w:t>15. al</w:t>
      </w:r>
      <w:r w:rsidR="008E1963">
        <w:t>-</w:t>
      </w:r>
      <w:r>
        <w:t>­Maqrizi, Ma’rifat ma yajib li Al al</w:t>
      </w:r>
      <w:r w:rsidR="008E1963">
        <w:t>-</w:t>
      </w:r>
      <w:r>
        <w:t>­Bayt al</w:t>
      </w:r>
      <w:r w:rsidR="008E1963">
        <w:t>-</w:t>
      </w:r>
      <w:r>
        <w:t>­Nabawi, 38.</w:t>
      </w:r>
    </w:p>
    <w:p w:rsidR="00D442CD" w:rsidRDefault="00D442CD" w:rsidP="00941CD7">
      <w:pPr>
        <w:pStyle w:val="Heading2Center"/>
      </w:pPr>
      <w:bookmarkStart w:id="6" w:name="_Toc484431430"/>
      <w:r>
        <w:t>2. At Ghadir Khumm</w:t>
      </w:r>
      <w:bookmarkEnd w:id="6"/>
    </w:p>
    <w:p w:rsidR="000D3C43" w:rsidRDefault="00D442CD" w:rsidP="00D442CD">
      <w:pPr>
        <w:pStyle w:val="libNormal"/>
      </w:pPr>
      <w:r>
        <w:t>Al</w:t>
      </w:r>
      <w:r w:rsidR="008E1963">
        <w:t>-</w:t>
      </w:r>
      <w:r>
        <w:t>­Nasa'i in his al</w:t>
      </w:r>
      <w:r w:rsidR="008E1963">
        <w:t>-</w:t>
      </w:r>
      <w:r>
        <w:t>­Sunan al</w:t>
      </w:r>
      <w:r w:rsidR="008E1963">
        <w:t>-</w:t>
      </w:r>
      <w:r>
        <w:t>­kubra, 96, No. 79, records the following tradition in the chapter "Khasa'is ‘Ali":</w:t>
      </w:r>
    </w:p>
    <w:p w:rsidR="00D442CD" w:rsidRDefault="00D442CD" w:rsidP="00494A3E">
      <w:pPr>
        <w:pStyle w:val="libAr"/>
      </w:pPr>
      <w:r w:rsidRPr="00494A3E">
        <w:rPr>
          <w:rtl/>
        </w:rPr>
        <w:t>أخبرنا محمد بن المنثى, قال: حدثنا يحيي بن حماد, قال: حدثنا أبو عوانة, عن سليمان, قال: حدثنا حبيب بن أبي ثابت, عن أبي الطفيل, عن زيد بن أرقام, قال:  لما رجع رسول الله صلى الله عليه وسلم عن حجة الوداع ونزل غدير خم أمر بدوحات فقممن, فقال : كأني دعيت فأجبت، وإني قد تركت فيكم الثقلين, أحدهما أكبر من الآخر: كتاب الله وعترتي أهل بيتي, فانظروا كيف تخلفوني فيهما؟ فإنهما لن يفترقا حتى يردا علي االحوض، ثم قال: إن الله مولاي وأنا ولي كل مؤمن، ثم أخذ بيد علي فقال: من كنت وليه فهذا وليه، اللهم وال من والاه وعاد من عاداه. فقلت لزيد: سمعته من رسول الله صلى الله عليه وسلم؟! فقال: ما كان في الدوحات أحد إلا راه بعينيه وسمعته بأذنيه</w:t>
      </w:r>
      <w:r>
        <w:t>.</w:t>
      </w:r>
    </w:p>
    <w:p w:rsidR="000D3C43" w:rsidRDefault="00D442CD" w:rsidP="00D442CD">
      <w:pPr>
        <w:pStyle w:val="libNormal"/>
      </w:pPr>
      <w:r>
        <w:t>Al</w:t>
      </w:r>
      <w:r w:rsidR="008E1963">
        <w:t>-</w:t>
      </w:r>
      <w:r>
        <w:t>­Nasa'i narrates from Muhammad ibn al</w:t>
      </w:r>
      <w:r w:rsidR="008E1963">
        <w:t>-</w:t>
      </w:r>
      <w:r>
        <w:t>­Muthanna, he from Yahya ibn Hammad, from Abu 'Uwwanah, from Sulayman, from Habib ibn Abi Thabit, from Abu al</w:t>
      </w:r>
      <w:r w:rsidR="008E1963">
        <w:t>-</w:t>
      </w:r>
      <w:r>
        <w:t>­Tufayl, from Zayd ibn Arqam, who said, "When the Messenger of Allah (S) returned from the last hajj and came down at Ghadir Khumm....</w:t>
      </w:r>
    </w:p>
    <w:p w:rsidR="000D3C43" w:rsidRDefault="00D442CD" w:rsidP="00D442CD">
      <w:pPr>
        <w:pStyle w:val="libNormal"/>
      </w:pPr>
      <w:r>
        <w:t>"Then he declared: 'I am about to answer the call (of death). Verily, I have left two precious things (thaqalayn) among you, one of which is greater than the other: the Book of God and my ‘Itrah, my Ahlul Bayt. So watch out how you treat them after me. For, indeed, they will never separate until they return to me by the side of the Pond.' Then he said, 'Verily, God is my master (mawlaya) and I am the wali of every believer.' Then he took ‘Ali's hand and declared, 'To whomever I am his wali, this one is also his wali. My God, befriend whoever befriends him and be hostile to whoever is hostile to him.'" Abu al</w:t>
      </w:r>
      <w:r w:rsidR="008E1963">
        <w:t>-</w:t>
      </w:r>
      <w:r>
        <w:t>­Tufayl says: "I said to Zayd, 'Did you hear it from the Prophet(S)?' He replied, 'There was no one in the caravan who did not see it with his eyes and hear it with his ears,'"</w:t>
      </w:r>
    </w:p>
    <w:p w:rsidR="000D3C43" w:rsidRDefault="00D442CD" w:rsidP="00D442CD">
      <w:pPr>
        <w:pStyle w:val="libNormal"/>
      </w:pPr>
      <w:r>
        <w:t>Khasa'is ‘Ali is part of al</w:t>
      </w:r>
      <w:r w:rsidR="008E1963">
        <w:t>-</w:t>
      </w:r>
      <w:r>
        <w:t>­Nasa'i's al</w:t>
      </w:r>
      <w:r w:rsidR="008E1963">
        <w:t>-</w:t>
      </w:r>
      <w:r>
        <w:t>­Sunan al</w:t>
      </w:r>
      <w:r w:rsidR="008E1963">
        <w:t>-</w:t>
      </w:r>
      <w:r>
        <w:t>­kubra as shown by the 3rd volume of the MS in the king's collection in Morocco, written in 759/1358 folios 81</w:t>
      </w:r>
      <w:r w:rsidR="008E1963">
        <w:t>-</w:t>
      </w:r>
      <w:r>
        <w:t>117. See also in this regard the introduction of al</w:t>
      </w:r>
      <w:r w:rsidR="008E1963">
        <w:t>-</w:t>
      </w:r>
      <w:r>
        <w:lastRenderedPageBreak/>
        <w:t>­Khasa'is (Kuwait: Maktabat al</w:t>
      </w:r>
      <w:r w:rsidR="008E1963">
        <w:t>-</w:t>
      </w:r>
      <w:r>
        <w:t>Mu’alla, 1406), ed. by Ahmad Mirayn Balushi. The editor states that this tradition is sahih and its transmitters are thiqah.</w:t>
      </w:r>
    </w:p>
    <w:p w:rsidR="000D3C43" w:rsidRDefault="00D442CD" w:rsidP="00D442CD">
      <w:pPr>
        <w:pStyle w:val="libNormal"/>
      </w:pPr>
      <w:r>
        <w:t>Among others who have recorded it in their books are:</w:t>
      </w:r>
    </w:p>
    <w:p w:rsidR="000D3C43" w:rsidRDefault="00D442CD" w:rsidP="00D442CD">
      <w:pPr>
        <w:pStyle w:val="libNormal"/>
      </w:pPr>
      <w:r>
        <w:t>1. Al</w:t>
      </w:r>
      <w:r w:rsidR="008E1963">
        <w:t>-</w:t>
      </w:r>
      <w:r>
        <w:t>Bukhari, al</w:t>
      </w:r>
      <w:r w:rsidR="008E1963">
        <w:t>-</w:t>
      </w:r>
      <w:r>
        <w:t>­Ta'rikh al</w:t>
      </w:r>
      <w:r w:rsidR="008E1963">
        <w:t>-</w:t>
      </w:r>
      <w:r>
        <w:t>­kabir, iii, 96;</w:t>
      </w:r>
    </w:p>
    <w:p w:rsidR="000D3C43" w:rsidRDefault="00D442CD" w:rsidP="00D442CD">
      <w:pPr>
        <w:pStyle w:val="libNormal"/>
      </w:pPr>
      <w:r>
        <w:t>2. Muslim, Sahih, bab fada'il ‘Ali, no. 2408;</w:t>
      </w:r>
    </w:p>
    <w:p w:rsidR="000D3C43" w:rsidRDefault="00D442CD" w:rsidP="00D442CD">
      <w:pPr>
        <w:pStyle w:val="libNormal"/>
      </w:pPr>
      <w:r>
        <w:t>3. Ahmad, Musnad, iii, 17, iv, 366;</w:t>
      </w:r>
    </w:p>
    <w:p w:rsidR="000D3C43" w:rsidRDefault="00D442CD" w:rsidP="00D442CD">
      <w:pPr>
        <w:pStyle w:val="libNormal"/>
      </w:pPr>
      <w:r>
        <w:t>4. ‘Abd ibn Humayd, Musnad, no. 265;</w:t>
      </w:r>
    </w:p>
    <w:p w:rsidR="000D3C43" w:rsidRDefault="00D442CD" w:rsidP="00D442CD">
      <w:pPr>
        <w:pStyle w:val="libNormal"/>
      </w:pPr>
      <w:r>
        <w:t>5. Ibn Sa’d, and</w:t>
      </w:r>
    </w:p>
    <w:p w:rsidR="000D3C43" w:rsidRDefault="00D442CD" w:rsidP="00D442CD">
      <w:pPr>
        <w:pStyle w:val="libNormal"/>
      </w:pPr>
      <w:r>
        <w:t>6. Abu Ya’la from Abu Sa’id, as mentioned in Jam’ al</w:t>
      </w:r>
      <w:r w:rsidR="008E1963">
        <w:t>-</w:t>
      </w:r>
      <w:r>
        <w:t>­jawami’ and Kanz al</w:t>
      </w:r>
      <w:r w:rsidR="008E1963">
        <w:t>-</w:t>
      </w:r>
      <w:r>
        <w:t>­‘ummal;</w:t>
      </w:r>
    </w:p>
    <w:p w:rsidR="000D3C43" w:rsidRDefault="00D442CD" w:rsidP="00D442CD">
      <w:pPr>
        <w:pStyle w:val="libNormal"/>
      </w:pPr>
      <w:r>
        <w:t>7. Ishaq ibn Rahwayh, in his Sahih., as mentioned by Ibn Hajar in al</w:t>
      </w:r>
      <w:r w:rsidR="008E1963">
        <w:t>-</w:t>
      </w:r>
      <w:r>
        <w:t>­Matalib al</w:t>
      </w:r>
      <w:r w:rsidR="008E1963">
        <w:t>-</w:t>
      </w:r>
      <w:r>
        <w:t>Aliyah, iv, 65, no. 1873, where he states that its isnad is sahih, and also by al</w:t>
      </w:r>
      <w:r w:rsidR="008E1963">
        <w:t>-</w:t>
      </w:r>
      <w:r>
        <w:t>Busayri in Ithaf al</w:t>
      </w:r>
      <w:r w:rsidR="008E1963">
        <w:t>-</w:t>
      </w:r>
      <w:r>
        <w:t>­sadah (MS in Topcopi Library, vol. 3, F.55b) who, too, considers the isnad as sahih;</w:t>
      </w:r>
    </w:p>
    <w:p w:rsidR="000D3C43" w:rsidRDefault="00D442CD" w:rsidP="00D442CD">
      <w:pPr>
        <w:pStyle w:val="libNormal"/>
      </w:pPr>
      <w:r>
        <w:t>8. Ibn Khuzaymah, Sahih, MS in Topcopi Library, F.240;</w:t>
      </w:r>
    </w:p>
    <w:p w:rsidR="000D3C43" w:rsidRDefault="00D442CD" w:rsidP="00D442CD">
      <w:pPr>
        <w:pStyle w:val="libNormal"/>
      </w:pPr>
      <w:r>
        <w:t>9. al</w:t>
      </w:r>
      <w:r w:rsidR="008E1963">
        <w:t>-</w:t>
      </w:r>
      <w:r>
        <w:t>­Darimi, Sunan, ii, 310, no. 2319;</w:t>
      </w:r>
    </w:p>
    <w:p w:rsidR="000D3C43" w:rsidRDefault="00D442CD" w:rsidP="00D442CD">
      <w:pPr>
        <w:pStyle w:val="libNormal"/>
      </w:pPr>
      <w:r>
        <w:t>10. Abu Dawud, Sunan, as mentioned in Sibt ibn al</w:t>
      </w:r>
      <w:r w:rsidR="008E1963">
        <w:t>-</w:t>
      </w:r>
      <w:r>
        <w:t>­Jawzi, Tadhkirat khawass al</w:t>
      </w:r>
      <w:r w:rsidR="008E1963">
        <w:t>-</w:t>
      </w:r>
      <w:r>
        <w:t>ummah, 322;</w:t>
      </w:r>
    </w:p>
    <w:p w:rsidR="000D3C43" w:rsidRDefault="00D442CD" w:rsidP="00D442CD">
      <w:pPr>
        <w:pStyle w:val="libNormal"/>
      </w:pPr>
      <w:r>
        <w:t>11. Abu 'Uwwanah, Musnad, as mentioned in al</w:t>
      </w:r>
      <w:r w:rsidR="008E1963">
        <w:t>-</w:t>
      </w:r>
      <w:r>
        <w:t>­Shaykhani, al</w:t>
      </w:r>
      <w:r w:rsidR="008E1963">
        <w:t>-</w:t>
      </w:r>
      <w:r>
        <w:t>­Sirat al</w:t>
      </w:r>
      <w:r w:rsidR="008E1963">
        <w:t>-</w:t>
      </w:r>
      <w:r>
        <w:t>­sawi;</w:t>
      </w:r>
    </w:p>
    <w:p w:rsidR="000D3C43" w:rsidRDefault="00D442CD" w:rsidP="00D442CD">
      <w:pPr>
        <w:pStyle w:val="libNormal"/>
      </w:pPr>
      <w:r>
        <w:t>12. al</w:t>
      </w:r>
      <w:r w:rsidR="008E1963">
        <w:t>-</w:t>
      </w:r>
      <w:r>
        <w:t>­Bazzaz, from Umm Hani, as mentioned in Wasilat al</w:t>
      </w:r>
      <w:r w:rsidR="008E1963">
        <w:t>-</w:t>
      </w:r>
      <w:r>
        <w:t>­ma'al;</w:t>
      </w:r>
    </w:p>
    <w:p w:rsidR="000D3C43" w:rsidRDefault="00D442CD" w:rsidP="00D442CD">
      <w:pPr>
        <w:pStyle w:val="libNormal"/>
      </w:pPr>
      <w:r>
        <w:t>13. Ibn Abi 'Asim, Kitab al</w:t>
      </w:r>
      <w:r w:rsidR="008E1963">
        <w:t>-</w:t>
      </w:r>
      <w:r>
        <w:t>­Sunnah, 629, no. 1551, 630, no. 1555, 629, no. 1551;</w:t>
      </w:r>
    </w:p>
    <w:p w:rsidR="000D3C43" w:rsidRDefault="00D442CD" w:rsidP="00D442CD">
      <w:pPr>
        <w:pStyle w:val="libNormal"/>
      </w:pPr>
      <w:r>
        <w:t>14. al</w:t>
      </w:r>
      <w:r w:rsidR="008E1963">
        <w:t>-</w:t>
      </w:r>
      <w:r>
        <w:t>­Ya’qubi, Ta'rikh, ii, 112;</w:t>
      </w:r>
    </w:p>
    <w:p w:rsidR="000D3C43" w:rsidRDefault="00D442CD" w:rsidP="00D442CD">
      <w:pPr>
        <w:pStyle w:val="libNormal"/>
      </w:pPr>
      <w:r>
        <w:t>15. al</w:t>
      </w:r>
      <w:r w:rsidR="008E1963">
        <w:t>-</w:t>
      </w:r>
      <w:r>
        <w:t>­Baladhuri, Ansab al</w:t>
      </w:r>
      <w:r w:rsidR="008E1963">
        <w:t>-</w:t>
      </w:r>
      <w:r>
        <w:t>ashraf, 110, no. 48, the biographical account of ‘Ali (A);</w:t>
      </w:r>
    </w:p>
    <w:p w:rsidR="000D3C43" w:rsidRDefault="00D442CD" w:rsidP="00D442CD">
      <w:pPr>
        <w:pStyle w:val="libNormal"/>
      </w:pPr>
      <w:r>
        <w:t>16. al</w:t>
      </w:r>
      <w:r w:rsidR="008E1963">
        <w:t>-</w:t>
      </w:r>
      <w:r>
        <w:t>­Hafiz al</w:t>
      </w:r>
      <w:r w:rsidR="008E1963">
        <w:t>-</w:t>
      </w:r>
      <w:r>
        <w:t>­Hasan ibn Sufyan al</w:t>
      </w:r>
      <w:r w:rsidR="008E1963">
        <w:t>-</w:t>
      </w:r>
      <w:r>
        <w:t>­Nasawi, the author of Musnad, from Hudhayfah ibn Usayd, as mentioned by Abu Nu’aym, al</w:t>
      </w:r>
      <w:r w:rsidR="008E1963">
        <w:t>-</w:t>
      </w:r>
      <w:r>
        <w:t>­Hilyah, i, 355,</w:t>
      </w:r>
    </w:p>
    <w:p w:rsidR="000D3C43" w:rsidRDefault="00D442CD" w:rsidP="00D442CD">
      <w:pPr>
        <w:pStyle w:val="libNormal"/>
      </w:pPr>
      <w:r>
        <w:t>17. al</w:t>
      </w:r>
      <w:r w:rsidR="008E1963">
        <w:t>-</w:t>
      </w:r>
      <w:r>
        <w:t>­Fasawi, al</w:t>
      </w:r>
      <w:r w:rsidR="008E1963">
        <w:t>-</w:t>
      </w:r>
      <w:r>
        <w:t>­Ma’rifah wa al</w:t>
      </w:r>
      <w:r w:rsidR="008E1963">
        <w:t>-</w:t>
      </w:r>
      <w:r>
        <w:t>­ta'rikh, i, 536;</w:t>
      </w:r>
    </w:p>
    <w:p w:rsidR="000D3C43" w:rsidRDefault="00D442CD" w:rsidP="00D442CD">
      <w:pPr>
        <w:pStyle w:val="libNormal"/>
      </w:pPr>
      <w:r>
        <w:t>18. Ibn Jarir al</w:t>
      </w:r>
      <w:r w:rsidR="008E1963">
        <w:t>-</w:t>
      </w:r>
      <w:r>
        <w:t>­Tabari, from Hudhayfah ibn Usayd, Zayd ibn Arqam (with al</w:t>
      </w:r>
      <w:r w:rsidR="008E1963">
        <w:t>-</w:t>
      </w:r>
      <w:r>
        <w:t>­Nasa'i's wording as well as with the wording of Muslim), Abu Sa’id al</w:t>
      </w:r>
      <w:r w:rsidR="008E1963">
        <w:t>-</w:t>
      </w:r>
      <w:r>
        <w:t>­Khudri, as cited in Jam’ al</w:t>
      </w:r>
      <w:r w:rsidR="008E1963">
        <w:t>-</w:t>
      </w:r>
      <w:r>
        <w:t>­jawami’, ii, 357, 395, Kanz al</w:t>
      </w:r>
      <w:r w:rsidR="008E1963">
        <w:t>-</w:t>
      </w:r>
      <w:r>
        <w:t>’ummal, 12911, xiii, 36441, 36340, 37620, 37621, 36341, Jami’ al</w:t>
      </w:r>
      <w:r w:rsidR="008E1963">
        <w:t>-</w:t>
      </w:r>
      <w:r>
        <w:t>ahadith, vii, 14523, 15112, 15122, 15113, iv, 7773, 8072, 8073;</w:t>
      </w:r>
    </w:p>
    <w:p w:rsidR="000D3C43" w:rsidRDefault="00D442CD" w:rsidP="00D442CD">
      <w:pPr>
        <w:pStyle w:val="libNormal"/>
      </w:pPr>
      <w:r>
        <w:t>19. al</w:t>
      </w:r>
      <w:r w:rsidR="008E1963">
        <w:t>-</w:t>
      </w:r>
      <w:r>
        <w:t>­Dulabi, al</w:t>
      </w:r>
      <w:r w:rsidR="008E1963">
        <w:t>-</w:t>
      </w:r>
      <w:r>
        <w:t>­Dhurriyyat al</w:t>
      </w:r>
      <w:r w:rsidR="008E1963">
        <w:t>-</w:t>
      </w:r>
      <w:r>
        <w:t>­tahirah, no. 228;</w:t>
      </w:r>
    </w:p>
    <w:p w:rsidR="000D3C43" w:rsidRDefault="00D442CD" w:rsidP="00D442CD">
      <w:pPr>
        <w:pStyle w:val="libNormal"/>
      </w:pPr>
      <w:r>
        <w:t>20. al</w:t>
      </w:r>
      <w:r w:rsidR="008E1963">
        <w:t>-</w:t>
      </w:r>
      <w:r>
        <w:t>­Hafiz al</w:t>
      </w:r>
      <w:r w:rsidR="008E1963">
        <w:t>-</w:t>
      </w:r>
      <w:r>
        <w:t>­Tahawi, Mushkil al</w:t>
      </w:r>
      <w:r w:rsidR="008E1963">
        <w:t>-</w:t>
      </w:r>
      <w:r>
        <w:t xml:space="preserve"> 'athar, ii, 307, iv, 368;</w:t>
      </w:r>
    </w:p>
    <w:p w:rsidR="000D3C43" w:rsidRDefault="00D442CD" w:rsidP="00D442CD">
      <w:pPr>
        <w:pStyle w:val="libNormal"/>
      </w:pPr>
      <w:r>
        <w:t>21. al</w:t>
      </w:r>
      <w:r w:rsidR="008E1963">
        <w:t>-</w:t>
      </w:r>
      <w:r>
        <w:t>­Hakim al</w:t>
      </w:r>
      <w:r w:rsidR="008E1963">
        <w:t>-</w:t>
      </w:r>
      <w:r>
        <w:t>­Tirmidhi, Nawadir al</w:t>
      </w:r>
      <w:r w:rsidR="008E1963">
        <w:t>-</w:t>
      </w:r>
      <w:r>
        <w:t>usul, from Hudhayfah ibn Usayd;</w:t>
      </w:r>
    </w:p>
    <w:p w:rsidR="000D3C43" w:rsidRDefault="00D442CD" w:rsidP="00D442CD">
      <w:pPr>
        <w:pStyle w:val="libNormal"/>
      </w:pPr>
      <w:r>
        <w:t>22. al</w:t>
      </w:r>
      <w:r w:rsidR="008E1963">
        <w:t>-</w:t>
      </w:r>
      <w:r>
        <w:t>­Tabarani, al</w:t>
      </w:r>
      <w:r w:rsidR="008E1963">
        <w:t>-</w:t>
      </w:r>
      <w:r>
        <w:t>­Mu’jam al</w:t>
      </w:r>
      <w:r w:rsidR="008E1963">
        <w:t>-</w:t>
      </w:r>
      <w:r>
        <w:t>­kabir, iii, 2679, 2681, 2683, 3052, v, 4969, 4970, 4971, 4986, 5026, 5028;</w:t>
      </w:r>
    </w:p>
    <w:p w:rsidR="000D3C43" w:rsidRDefault="00D442CD" w:rsidP="00D442CD">
      <w:pPr>
        <w:pStyle w:val="libNormal"/>
      </w:pPr>
      <w:r>
        <w:t>23. al</w:t>
      </w:r>
      <w:r w:rsidR="008E1963">
        <w:t>-</w:t>
      </w:r>
      <w:r>
        <w:t>­Hakim, al</w:t>
      </w:r>
      <w:r w:rsidR="008E1963">
        <w:t>-</w:t>
      </w:r>
      <w:r>
        <w:t>­Mustadrak ‘ala al</w:t>
      </w:r>
      <w:r w:rsidR="008E1963">
        <w:t>-</w:t>
      </w:r>
      <w:r>
        <w:t>­Sahihayn, iii, 109, 110 where he expressly states, as mentioned above, that the tradition is sahih in accordance with the criteria of al</w:t>
      </w:r>
      <w:r w:rsidR="008E1963">
        <w:t>-</w:t>
      </w:r>
      <w:r>
        <w:t>­Bukhari and Muslim; al</w:t>
      </w:r>
      <w:r w:rsidR="008E1963">
        <w:t>-</w:t>
      </w:r>
      <w:r>
        <w:t>­Dhahabi has confirmed his judgment;</w:t>
      </w:r>
    </w:p>
    <w:p w:rsidR="000D3C43" w:rsidRDefault="00D442CD" w:rsidP="00D442CD">
      <w:pPr>
        <w:pStyle w:val="libNormal"/>
      </w:pPr>
      <w:r>
        <w:t>24. Abu Nu’aym, Hilyat al</w:t>
      </w:r>
      <w:r w:rsidR="008E1963">
        <w:t>-</w:t>
      </w:r>
      <w:r>
        <w:t>awliya', i, 355, ix, 64;</w:t>
      </w:r>
    </w:p>
    <w:p w:rsidR="000D3C43" w:rsidRDefault="00D442CD" w:rsidP="00D442CD">
      <w:pPr>
        <w:pStyle w:val="libNormal"/>
      </w:pPr>
      <w:r>
        <w:t>25. al</w:t>
      </w:r>
      <w:r w:rsidR="008E1963">
        <w:t>-</w:t>
      </w:r>
      <w:r>
        <w:t>­Bayhaqi, al</w:t>
      </w:r>
      <w:r w:rsidR="008E1963">
        <w:t>-</w:t>
      </w:r>
      <w:r>
        <w:t>­Sunan al</w:t>
      </w:r>
      <w:r w:rsidR="008E1963">
        <w:t>-</w:t>
      </w:r>
      <w:r>
        <w:t>­kubra, ii, 148, vii, 30, x, 114;</w:t>
      </w:r>
    </w:p>
    <w:p w:rsidR="000D3C43" w:rsidRDefault="00D442CD" w:rsidP="00D442CD">
      <w:pPr>
        <w:pStyle w:val="libNormal"/>
      </w:pPr>
      <w:r>
        <w:t>26. al</w:t>
      </w:r>
      <w:r w:rsidR="008E1963">
        <w:t>-</w:t>
      </w:r>
      <w:r>
        <w:t>­Khatib, Ta'rikh Baghdad, viii, 442;</w:t>
      </w:r>
    </w:p>
    <w:p w:rsidR="000D3C43" w:rsidRDefault="00D442CD" w:rsidP="00D442CD">
      <w:pPr>
        <w:pStyle w:val="libNormal"/>
      </w:pPr>
      <w:r>
        <w:lastRenderedPageBreak/>
        <w:t>27. Ibn al</w:t>
      </w:r>
      <w:r w:rsidR="008E1963">
        <w:t>-</w:t>
      </w:r>
      <w:r>
        <w:t>­Maghazili, Manaqib Amir al</w:t>
      </w:r>
      <w:r w:rsidR="008E1963">
        <w:t>-</w:t>
      </w:r>
      <w:r>
        <w:t>­Mu'minin (A), 23;</w:t>
      </w:r>
    </w:p>
    <w:p w:rsidR="000D3C43" w:rsidRDefault="00D442CD" w:rsidP="00D442CD">
      <w:pPr>
        <w:pStyle w:val="libNormal"/>
      </w:pPr>
      <w:r>
        <w:t>28. Ibn ‘Asakir, Ta'rikh Dimashq, ii, 45, no. 547, the biographical account of ‘Ali (A), and v, 436 of Badran's edition in the biographical account of Zayd ibn Arqam;</w:t>
      </w:r>
    </w:p>
    <w:p w:rsidR="000D3C43" w:rsidRDefault="00D442CD" w:rsidP="00D442CD">
      <w:pPr>
        <w:pStyle w:val="libNormal"/>
      </w:pPr>
      <w:r>
        <w:t>29. al</w:t>
      </w:r>
      <w:r w:rsidR="008E1963">
        <w:t>-</w:t>
      </w:r>
      <w:r>
        <w:t>­Baghawi, Masabih al</w:t>
      </w:r>
      <w:r w:rsidR="008E1963">
        <w:t>-</w:t>
      </w:r>
      <w:r>
        <w:t>­Sunnah, ii, 205 and Sharh al</w:t>
      </w:r>
      <w:r w:rsidR="008E1963">
        <w:t>-</w:t>
      </w:r>
      <w:r>
        <w:t>­Sunnah (MS in Topcopi Library, vol. 2, F. 718), bab Manaqib Ahlul Bayt;</w:t>
      </w:r>
    </w:p>
    <w:p w:rsidR="000D3C43" w:rsidRDefault="00D442CD" w:rsidP="00D442CD">
      <w:pPr>
        <w:pStyle w:val="libNormal"/>
      </w:pPr>
      <w:r>
        <w:t>30. Ibn al</w:t>
      </w:r>
      <w:r w:rsidR="008E1963">
        <w:t>-</w:t>
      </w:r>
      <w:r>
        <w:t>Athir, Usd al</w:t>
      </w:r>
      <w:r w:rsidR="008E1963">
        <w:t>-</w:t>
      </w:r>
      <w:r>
        <w:t>­ghabah, iii, 92 in the biographical account of 'Amir ibn Layla, no. 2727;</w:t>
      </w:r>
    </w:p>
    <w:p w:rsidR="000D3C43" w:rsidRDefault="00D442CD" w:rsidP="00D442CD">
      <w:pPr>
        <w:pStyle w:val="libNormal"/>
      </w:pPr>
      <w:r>
        <w:t>31. Ibn Hajar, al</w:t>
      </w:r>
      <w:r w:rsidR="008E1963">
        <w:t>-</w:t>
      </w:r>
      <w:r>
        <w:t>Isabah in the biographical account of 'Amir;</w:t>
      </w:r>
    </w:p>
    <w:p w:rsidR="000D3C43" w:rsidRDefault="00D442CD" w:rsidP="00D442CD">
      <w:pPr>
        <w:pStyle w:val="libNormal"/>
      </w:pPr>
      <w:r>
        <w:t>32. al</w:t>
      </w:r>
      <w:r w:rsidR="008E1963">
        <w:t>-</w:t>
      </w:r>
      <w:r>
        <w:t>Mizzi, Tuhafat al</w:t>
      </w:r>
      <w:r w:rsidR="008E1963">
        <w:t>-</w:t>
      </w:r>
      <w:r>
        <w:t>ashraf, iii, 203, no. 3688 from Muslim and al</w:t>
      </w:r>
      <w:r w:rsidR="008E1963">
        <w:t>-</w:t>
      </w:r>
      <w:r>
        <w:t>­Nasa'i;</w:t>
      </w:r>
    </w:p>
    <w:p w:rsidR="000D3C43" w:rsidRDefault="00D442CD" w:rsidP="00D442CD">
      <w:pPr>
        <w:pStyle w:val="libNormal"/>
      </w:pPr>
      <w:r>
        <w:t>33. al</w:t>
      </w:r>
      <w:r w:rsidR="008E1963">
        <w:t>-</w:t>
      </w:r>
      <w:r>
        <w:t>­Diya' al</w:t>
      </w:r>
      <w:r w:rsidR="008E1963">
        <w:t>-</w:t>
      </w:r>
      <w:r>
        <w:t>­Muqaddisi, al</w:t>
      </w:r>
      <w:r w:rsidR="008E1963">
        <w:t>-</w:t>
      </w:r>
      <w:r>
        <w:t>­Mukhtarah, as cited by al</w:t>
      </w:r>
      <w:r w:rsidR="008E1963">
        <w:t>-</w:t>
      </w:r>
      <w:r>
        <w:t>­Samhudi and al</w:t>
      </w:r>
      <w:r w:rsidR="008E1963">
        <w:t>-</w:t>
      </w:r>
      <w:r>
        <w:t>­Sakhawi;</w:t>
      </w:r>
    </w:p>
    <w:p w:rsidR="000D3C43" w:rsidRDefault="00D442CD" w:rsidP="00D442CD">
      <w:pPr>
        <w:pStyle w:val="libNormal"/>
      </w:pPr>
      <w:r>
        <w:t>34. Ibn Taymiyyah, Minhaj al</w:t>
      </w:r>
      <w:r w:rsidR="008E1963">
        <w:t>-</w:t>
      </w:r>
      <w:r>
        <w:t>­Sunnah, iv, 85;</w:t>
      </w:r>
    </w:p>
    <w:p w:rsidR="000D3C43" w:rsidRDefault="00D442CD" w:rsidP="00D442CD">
      <w:pPr>
        <w:pStyle w:val="libNormal"/>
      </w:pPr>
      <w:r>
        <w:t>35. al</w:t>
      </w:r>
      <w:r w:rsidR="008E1963">
        <w:t>-</w:t>
      </w:r>
      <w:r>
        <w:t>Dhahabi, Talkhis al</w:t>
      </w:r>
      <w:r w:rsidR="008E1963">
        <w:t>-</w:t>
      </w:r>
      <w:r>
        <w:t>­Mustadrak, iii, 109;</w:t>
      </w:r>
    </w:p>
    <w:p w:rsidR="000D3C43" w:rsidRDefault="00D442CD" w:rsidP="00D442CD">
      <w:pPr>
        <w:pStyle w:val="libNormal"/>
      </w:pPr>
      <w:r>
        <w:t>36. Ibn Kathir, al</w:t>
      </w:r>
      <w:r w:rsidR="008E1963">
        <w:t>-</w:t>
      </w:r>
      <w:r>
        <w:t>­Bidayah wa al</w:t>
      </w:r>
      <w:r w:rsidR="008E1963">
        <w:t>-</w:t>
      </w:r>
      <w:r>
        <w:t>­nihayah, v, 209, vi, 199, from al</w:t>
      </w:r>
      <w:r w:rsidR="008E1963">
        <w:t>-</w:t>
      </w:r>
      <w:r>
        <w:t>­Nasa'i, where he quotes al</w:t>
      </w:r>
      <w:r w:rsidR="008E1963">
        <w:t>-</w:t>
      </w:r>
      <w:r>
        <w:t>Nasa'i's statement that this narration is sahih;</w:t>
      </w:r>
    </w:p>
    <w:p w:rsidR="000D3C43" w:rsidRDefault="00D442CD" w:rsidP="00D442CD">
      <w:pPr>
        <w:pStyle w:val="libNormal"/>
      </w:pPr>
      <w:r>
        <w:t>37. al</w:t>
      </w:r>
      <w:r w:rsidR="008E1963">
        <w:t>-</w:t>
      </w:r>
      <w:r>
        <w:t>­Khazin, Tafsir under verses 42:23 and 3:103;</w:t>
      </w:r>
    </w:p>
    <w:p w:rsidR="000D3C43" w:rsidRDefault="00D442CD" w:rsidP="00D442CD">
      <w:pPr>
        <w:pStyle w:val="libNormal"/>
      </w:pPr>
      <w:r>
        <w:t>38. al</w:t>
      </w:r>
      <w:r w:rsidR="008E1963">
        <w:t>-</w:t>
      </w:r>
      <w:r>
        <w:t>­Mulla, Wasilat al</w:t>
      </w:r>
      <w:r w:rsidR="008E1963">
        <w:t>-</w:t>
      </w:r>
      <w:r>
        <w:t>­muta’abbidin, v, 199;</w:t>
      </w:r>
    </w:p>
    <w:p w:rsidR="000D3C43" w:rsidRDefault="00D442CD" w:rsidP="00D442CD">
      <w:pPr>
        <w:pStyle w:val="libNormal"/>
      </w:pPr>
      <w:r>
        <w:t>39. al</w:t>
      </w:r>
      <w:r w:rsidR="008E1963">
        <w:t>-</w:t>
      </w:r>
      <w:r>
        <w:t>Haythami, Majma’ al</w:t>
      </w:r>
      <w:r w:rsidR="008E1963">
        <w:t>-</w:t>
      </w:r>
      <w:r>
        <w:t>­zawa'id, ix, 163 from Zayd, 164 from Hudhayfah.</w:t>
      </w:r>
    </w:p>
    <w:p w:rsidR="00D442CD" w:rsidRDefault="00D442CD" w:rsidP="00941CD7">
      <w:pPr>
        <w:pStyle w:val="Heading2Center"/>
      </w:pPr>
      <w:bookmarkStart w:id="7" w:name="_Toc484431431"/>
      <w:r>
        <w:t>3. In the Mosque of Madinah</w:t>
      </w:r>
      <w:bookmarkEnd w:id="7"/>
    </w:p>
    <w:p w:rsidR="000D3C43" w:rsidRDefault="00D442CD" w:rsidP="00D442CD">
      <w:pPr>
        <w:pStyle w:val="libNormal"/>
      </w:pPr>
      <w:r>
        <w:t>Ibn ‘Atiyyah in the introduction of his tafsir, al</w:t>
      </w:r>
      <w:r w:rsidR="008E1963">
        <w:t>-</w:t>
      </w:r>
      <w:r>
        <w:t>­Muharrar al</w:t>
      </w:r>
      <w:r w:rsidR="008E1963">
        <w:t>-</w:t>
      </w:r>
      <w:r>
        <w:t>­wajiz, i, 34 records the following narration:</w:t>
      </w:r>
    </w:p>
    <w:p w:rsidR="00D442CD" w:rsidRDefault="00D442CD" w:rsidP="00494A3E">
      <w:pPr>
        <w:pStyle w:val="libAr"/>
      </w:pPr>
      <w:r w:rsidRPr="00494A3E">
        <w:rPr>
          <w:rtl/>
        </w:rPr>
        <w:t>وروي عنه عليه السلام أنه قال في آخر خطبة خطبها وهو مريض: أيها الناس, إني تارك فيكم الثقلين, إنه لن تعمى أبصركم ولن تضل قلوبكم ولن تزل اقدامكم ولن تقصر أيديكم: كتاب الله سبب بينكم وبينه, طرفه بيده وطرفه بأيديكم, فاعلموا بمحكمه وآمنوا بمتشابهه وأحلوا حلاله وحرموا حرامه, ألا وعترتي وأهل بيتي هو الثقل الآخر, فلا تسبقوهم فتهلكوا</w:t>
      </w:r>
      <w:r>
        <w:t>.</w:t>
      </w:r>
    </w:p>
    <w:p w:rsidR="000D3C43" w:rsidRDefault="00D442CD" w:rsidP="00D442CD">
      <w:pPr>
        <w:pStyle w:val="libNormal"/>
      </w:pPr>
      <w:r>
        <w:t xml:space="preserve">...It is narrated that he (i.e. the Prophet) </w:t>
      </w:r>
      <w:r w:rsidR="008E1963">
        <w:t>-</w:t>
      </w:r>
      <w:r>
        <w:t xml:space="preserve"> upon whom be peace </w:t>
      </w:r>
      <w:r w:rsidR="008E1963">
        <w:t>-</w:t>
      </w:r>
      <w:r>
        <w:t xml:space="preserve"> said in the last sermon that he delivered during his illness: "O people, I leave behind two precious things (thaqalayn) amongst you...: the Book of God </w:t>
      </w:r>
      <w:r w:rsidR="008E1963">
        <w:t>-</w:t>
      </w:r>
      <w:r>
        <w:t xml:space="preserve"> which is a rope between Him and you, whose one end is in His hand and whose other end is in your hands ­ so act according to its muhkamat and believe in its mutashabihat; consider as lawful that which it regards as lawful and consider as forbidden that which it regards as unlawful </w:t>
      </w:r>
      <w:r w:rsidR="008E1963">
        <w:t>-</w:t>
      </w:r>
      <w:r>
        <w:t xml:space="preserve"> and my ‘Itrah and my Ahlul Bayt, who are the second thaql. So don't outstrip them (fa la tasbiquhum), for then you shall perish."</w:t>
      </w:r>
    </w:p>
    <w:p w:rsidR="000D3C43" w:rsidRDefault="00D442CD" w:rsidP="00D442CD">
      <w:pPr>
        <w:pStyle w:val="libNormal"/>
      </w:pPr>
      <w:r>
        <w:t>Unfortunately in the printed versions of it fa la tasbiquhum has been altered as fa la tasbi’uhum (a meaningless expression). This tradition has also been narrated by:</w:t>
      </w:r>
    </w:p>
    <w:p w:rsidR="000D3C43" w:rsidRDefault="00D442CD" w:rsidP="00D442CD">
      <w:pPr>
        <w:pStyle w:val="libNormal"/>
      </w:pPr>
      <w:r>
        <w:t>1. Abu Hayyan in his tafsir, al</w:t>
      </w:r>
      <w:r w:rsidR="008E1963">
        <w:t>-</w:t>
      </w:r>
      <w:r>
        <w:t>­Bahr al</w:t>
      </w:r>
      <w:r w:rsidR="008E1963">
        <w:t>-</w:t>
      </w:r>
      <w:r>
        <w:t>­muhit, i, 12 (with identical wording, except that in a published version of it there is fa la tasubbuhum, i.e. so don't curse them, instead of fa la tasbiquhum);</w:t>
      </w:r>
    </w:p>
    <w:p w:rsidR="000D3C43" w:rsidRDefault="00D442CD" w:rsidP="00D442CD">
      <w:pPr>
        <w:pStyle w:val="libNormal"/>
      </w:pPr>
      <w:r>
        <w:t>2. Ibn Hajar, al</w:t>
      </w:r>
      <w:r w:rsidR="008E1963">
        <w:t>-</w:t>
      </w:r>
      <w:r>
        <w:t>­Sawa’iq al</w:t>
      </w:r>
      <w:r w:rsidR="008E1963">
        <w:t>-</w:t>
      </w:r>
      <w:r>
        <w:t>­muhriqah, 75, 136;</w:t>
      </w:r>
    </w:p>
    <w:p w:rsidR="000D3C43" w:rsidRDefault="00D442CD" w:rsidP="00D442CD">
      <w:pPr>
        <w:pStyle w:val="libNormal"/>
      </w:pPr>
      <w:r>
        <w:lastRenderedPageBreak/>
        <w:t>3. Yahya ibn al</w:t>
      </w:r>
      <w:r w:rsidR="008E1963">
        <w:t>-</w:t>
      </w:r>
      <w:r>
        <w:t>­Hasan, Akhbar al</w:t>
      </w:r>
      <w:r w:rsidR="008E1963">
        <w:t>-</w:t>
      </w:r>
      <w:r>
        <w:t>­Madinah with his isnad from Jabir, as cited in Yanabi’ al</w:t>
      </w:r>
      <w:r w:rsidR="008E1963">
        <w:t>-</w:t>
      </w:r>
      <w:r>
        <w:t>mawaddah, 40.</w:t>
      </w:r>
    </w:p>
    <w:p w:rsidR="00D442CD" w:rsidRDefault="00D442CD" w:rsidP="00941CD7">
      <w:pPr>
        <w:pStyle w:val="Heading2Center"/>
      </w:pPr>
      <w:bookmarkStart w:id="8" w:name="_Toc484431432"/>
      <w:r>
        <w:t>4. In the Prophet's Chamber During His Last Illness</w:t>
      </w:r>
      <w:bookmarkEnd w:id="8"/>
    </w:p>
    <w:p w:rsidR="000D3C43" w:rsidRDefault="00D442CD" w:rsidP="00D442CD">
      <w:pPr>
        <w:pStyle w:val="libNormal"/>
      </w:pPr>
      <w:r>
        <w:t>Ibn Abi Shaybah, as cited by Al</w:t>
      </w:r>
      <w:r w:rsidR="008E1963">
        <w:t>-</w:t>
      </w:r>
      <w:r>
        <w:t>­‘Isami in Simt al</w:t>
      </w:r>
      <w:r w:rsidR="008E1963">
        <w:t>-</w:t>
      </w:r>
      <w:r>
        <w:t>­nujum al</w:t>
      </w:r>
      <w:r w:rsidR="008E1963">
        <w:t>-</w:t>
      </w:r>
      <w:r>
        <w:t>awali, ii, 502, no. 136, has narrated the following tradition:</w:t>
      </w:r>
    </w:p>
    <w:p w:rsidR="00D442CD" w:rsidRDefault="00D442CD" w:rsidP="00494A3E">
      <w:pPr>
        <w:pStyle w:val="libAr"/>
      </w:pPr>
      <w:r w:rsidRPr="00494A3E">
        <w:rPr>
          <w:rtl/>
        </w:rPr>
        <w:t>أخرج الحافظ ابن أبي شيبة أن النبي صلى الله عليه وسلم قال في مرض موته, أيها الناس, يوشك أن أقبض قبضا سريعا فينطلق بي، وقد قدّمت إليكم القول معذرةً إليكم، ألا إني مخلّف فيكم الثقلين: كتاب الله عزّ وجل وعترتي. ثم أخذ بيد علي فرفعها فقال: هذا علي مع القرآن والقرآن مع علي، لا يفترقان حتى يردا عليَّ الحوض فأسألهما ما خلفت فيهما</w:t>
      </w:r>
      <w:r>
        <w:t>.</w:t>
      </w:r>
    </w:p>
    <w:p w:rsidR="000D3C43" w:rsidRDefault="00D442CD" w:rsidP="00D442CD">
      <w:pPr>
        <w:pStyle w:val="libNormal"/>
      </w:pPr>
      <w:r>
        <w:t>The Messenger of Allah (S) said during his last illness: "Soon I am going to pass away and I have extended to you my plea of excuse. Lo, verily I leave behind amongst you two precious things: the Book of Allah, the Almighty and the Glorious, and my kindred (‘Itrah)." Then he took ‘Ali's hand and raised it, saying, "This ‘Ali is with the Qur'an and the Qur'an is with ‘Ali. The two will not separate until they return to me by the Pond. Then I will ask the two as to how they were treated after me."</w:t>
      </w:r>
    </w:p>
    <w:p w:rsidR="000D3C43" w:rsidRDefault="00D442CD" w:rsidP="00D442CD">
      <w:pPr>
        <w:pStyle w:val="libNormal"/>
      </w:pPr>
      <w:r>
        <w:t>Among the narrators of this tradition are:</w:t>
      </w:r>
    </w:p>
    <w:p w:rsidR="000D3C43" w:rsidRDefault="00D442CD" w:rsidP="00D442CD">
      <w:pPr>
        <w:pStyle w:val="libNormal"/>
      </w:pPr>
      <w:r>
        <w:t>1. al</w:t>
      </w:r>
      <w:r w:rsidR="008E1963">
        <w:t>-</w:t>
      </w:r>
      <w:r>
        <w:t>­Bazzaz, Musnad, as mentioned in Kashf al</w:t>
      </w:r>
      <w:r w:rsidR="008E1963">
        <w:t>-</w:t>
      </w:r>
      <w:r>
        <w:t>astar, iii, 221, no. 2612;</w:t>
      </w:r>
    </w:p>
    <w:p w:rsidR="000D3C43" w:rsidRDefault="00D442CD" w:rsidP="00D442CD">
      <w:pPr>
        <w:pStyle w:val="libNormal"/>
      </w:pPr>
      <w:r>
        <w:t>2. Muhammad ibn Ja’far al</w:t>
      </w:r>
      <w:r w:rsidR="008E1963">
        <w:t>-</w:t>
      </w:r>
      <w:r>
        <w:t>­Razzaz, from Umm Salamah (where she is explicit that the Prophet [S] made this pronouncement in his chamber which was filled by the Companions), as cited in Wasilat al</w:t>
      </w:r>
      <w:r w:rsidR="008E1963">
        <w:t>-</w:t>
      </w:r>
      <w:r>
        <w:t>­ma'al;</w:t>
      </w:r>
    </w:p>
    <w:p w:rsidR="000D3C43" w:rsidRDefault="00D442CD" w:rsidP="00D442CD">
      <w:pPr>
        <w:pStyle w:val="libNormal"/>
      </w:pPr>
      <w:r>
        <w:t>3. Al</w:t>
      </w:r>
      <w:r w:rsidR="008E1963">
        <w:t>-</w:t>
      </w:r>
      <w:r>
        <w:t>Azhari, Tahdhib al</w:t>
      </w:r>
      <w:r w:rsidR="008E1963">
        <w:t>-</w:t>
      </w:r>
      <w:r>
        <w:t>­lughah, ix, 78;</w:t>
      </w:r>
    </w:p>
    <w:p w:rsidR="000D3C43" w:rsidRDefault="00D442CD" w:rsidP="00D442CD">
      <w:pPr>
        <w:pStyle w:val="libNormal"/>
      </w:pPr>
      <w:r>
        <w:t>4. al</w:t>
      </w:r>
      <w:r w:rsidR="008E1963">
        <w:t>-</w:t>
      </w:r>
      <w:r>
        <w:t>­Khatib al</w:t>
      </w:r>
      <w:r w:rsidR="008E1963">
        <w:t>-</w:t>
      </w:r>
      <w:r>
        <w:t>­Khwarazmi, Maqtal al</w:t>
      </w:r>
      <w:r w:rsidR="008E1963">
        <w:t>-</w:t>
      </w:r>
      <w:r>
        <w:t>­Husayn (A), i, 164, from Ibn ‘Abbas;</w:t>
      </w:r>
    </w:p>
    <w:p w:rsidR="000D3C43" w:rsidRDefault="00D442CD" w:rsidP="00D442CD">
      <w:pPr>
        <w:pStyle w:val="libNormal"/>
      </w:pPr>
      <w:r>
        <w:t>5. Ibn Hajar, al</w:t>
      </w:r>
      <w:r w:rsidR="008E1963">
        <w:t>-</w:t>
      </w:r>
      <w:r>
        <w:t>­Sawa’iq al</w:t>
      </w:r>
      <w:r w:rsidR="008E1963">
        <w:t>-</w:t>
      </w:r>
      <w:r>
        <w:t>­muhriqah, 89, from Umm Salamah.</w:t>
      </w:r>
    </w:p>
    <w:p w:rsidR="00D442CD" w:rsidRDefault="00D442CD" w:rsidP="00D442CD">
      <w:pPr>
        <w:pStyle w:val="Heading2Center"/>
      </w:pPr>
      <w:bookmarkStart w:id="9" w:name="_Toc484431433"/>
      <w:r>
        <w:t>Note</w:t>
      </w:r>
      <w:bookmarkEnd w:id="9"/>
    </w:p>
    <w:p w:rsidR="00D442CD" w:rsidRDefault="00D442CD" w:rsidP="00CB2B9A">
      <w:pPr>
        <w:pStyle w:val="libFootnote"/>
      </w:pPr>
      <w:r>
        <w:t>1. See al</w:t>
      </w:r>
      <w:r w:rsidR="008E1963">
        <w:t>-</w:t>
      </w:r>
      <w:r>
        <w:t>Sayyid `Abd al</w:t>
      </w:r>
      <w:r w:rsidR="008E1963">
        <w:t>-</w:t>
      </w:r>
      <w:r>
        <w:t>Aziz al</w:t>
      </w:r>
      <w:r w:rsidR="008E1963">
        <w:t>-</w:t>
      </w:r>
      <w:r>
        <w:t>­Tabataba'i "Ahlul Bayt (A) fi al</w:t>
      </w:r>
      <w:r w:rsidR="008E1963">
        <w:t>-</w:t>
      </w:r>
      <w:r>
        <w:t>­maktabat al</w:t>
      </w:r>
      <w:r w:rsidR="008E1963">
        <w:t>-</w:t>
      </w:r>
      <w:r>
        <w:t xml:space="preserve">Arabiyyah," Turathuna, No. 15 (4th year, 2nd issue), pp. 84 </w:t>
      </w:r>
      <w:r w:rsidR="008E1963">
        <w:t>-</w:t>
      </w:r>
      <w:r>
        <w:t xml:space="preserve"> 93.</w:t>
      </w:r>
    </w:p>
    <w:p w:rsidR="00D442CD" w:rsidRDefault="00D442CD" w:rsidP="000D3C43">
      <w:pPr>
        <w:pStyle w:val="libNormal"/>
      </w:pPr>
      <w:r>
        <w:br w:type="page"/>
      </w:r>
    </w:p>
    <w:p w:rsidR="00D442CD" w:rsidRDefault="00D442CD" w:rsidP="000D3C43">
      <w:pPr>
        <w:pStyle w:val="Heading1Center"/>
      </w:pPr>
      <w:bookmarkStart w:id="10" w:name="_Toc484431434"/>
      <w:r>
        <w:lastRenderedPageBreak/>
        <w:t>‘Abaqat al</w:t>
      </w:r>
      <w:r w:rsidR="008E1963">
        <w:t>-</w:t>
      </w:r>
      <w:r>
        <w:t>Anwar</w:t>
      </w:r>
      <w:bookmarkEnd w:id="10"/>
    </w:p>
    <w:p w:rsidR="000D3C43" w:rsidRDefault="00D442CD" w:rsidP="00D442CD">
      <w:pPr>
        <w:pStyle w:val="libNormal"/>
      </w:pPr>
      <w:r>
        <w:t>Among Sunni authors one who has written a book on the topic of the chains of transmission (turuq) of this tradition is al</w:t>
      </w:r>
      <w:r w:rsidR="008E1963">
        <w:t>-</w:t>
      </w:r>
      <w:r>
        <w:t>Hafiz Abu al</w:t>
      </w:r>
      <w:r w:rsidR="008E1963">
        <w:t>-</w:t>
      </w:r>
      <w:r>
        <w:t>Fadl Muhammad ibn Tahir al</w:t>
      </w:r>
      <w:r w:rsidR="008E1963">
        <w:t>-</w:t>
      </w:r>
      <w:r>
        <w:t>Maqdisi (448 ­ 507/1056 ­ 1113), known as Ibn al</w:t>
      </w:r>
      <w:r w:rsidR="008E1963">
        <w:t>-</w:t>
      </w:r>
      <w:r>
        <w:t>Qaysarani as mentioned by the biographers (Isma’il Pasha in Hadiyyatal</w:t>
      </w:r>
      <w:r w:rsidR="008E1963">
        <w:t>-</w:t>
      </w:r>
      <w:r>
        <w:t>Arifin (ii, 82), al</w:t>
      </w:r>
      <w:r w:rsidR="008E1963">
        <w:t>-</w:t>
      </w:r>
      <w:r>
        <w:t>Ansab al</w:t>
      </w:r>
      <w:r w:rsidR="008E1963">
        <w:t>-</w:t>
      </w:r>
      <w:r>
        <w:t>­muttafiqah and al</w:t>
      </w:r>
      <w:r w:rsidR="008E1963">
        <w:t>-</w:t>
      </w:r>
      <w:r>
        <w:t>­Jam’ bayn rijal al</w:t>
      </w:r>
      <w:r w:rsidR="008E1963">
        <w:t>-</w:t>
      </w:r>
      <w:r>
        <w:t xml:space="preserve">­Sahihayn [Hyderabad]). </w:t>
      </w:r>
      <w:r w:rsidRPr="00EB3D61">
        <w:rPr>
          <w:rStyle w:val="libFootnotenumChar"/>
        </w:rPr>
        <w:t>1</w:t>
      </w:r>
    </w:p>
    <w:p w:rsidR="000D3C43" w:rsidRDefault="00D442CD" w:rsidP="00D442CD">
      <w:pPr>
        <w:pStyle w:val="libNormal"/>
      </w:pPr>
      <w:r>
        <w:t>However, the most exhaustive study of the subject is the one undertaken by al</w:t>
      </w:r>
      <w:r w:rsidR="008E1963">
        <w:t>-</w:t>
      </w:r>
      <w:r>
        <w:t>Imam Sayyid Hamid Husayn Lakhnowi ­ quddisa sirruh ­ in the twelfth part of his great work ‘Abaqat al</w:t>
      </w:r>
      <w:r w:rsidR="008E1963">
        <w:t>-</w:t>
      </w:r>
      <w:r>
        <w:t>Anwar fi imamat al</w:t>
      </w:r>
      <w:r w:rsidR="008E1963">
        <w:t>-</w:t>
      </w:r>
      <w:r>
        <w:t xml:space="preserve"> 'A'immat al</w:t>
      </w:r>
      <w:r w:rsidR="008E1963">
        <w:t>-</w:t>
      </w:r>
      <w:r>
        <w:t>athar. Sayyid Hamid Husayn (1246 ­ 1306/ 1830 ­ 1888) wrote this work in Persian as a refutation of the seventh chapter of Tuhfeh­ye ithna ‘ashariyyah of Shah ‘Abd al</w:t>
      </w:r>
      <w:r w:rsidR="008E1963">
        <w:t>-</w:t>
      </w:r>
      <w:r>
        <w:t>­Aziz al</w:t>
      </w:r>
      <w:r w:rsidR="008E1963">
        <w:t>-</w:t>
      </w:r>
      <w:r>
        <w:t>­Dehlawi (1159 ­ 1239/1746 ­ 1823). In twelve chapters of this work, which is said to be a plagiary in Persian of al</w:t>
      </w:r>
      <w:r w:rsidR="008E1963">
        <w:t>-</w:t>
      </w:r>
      <w:r>
        <w:t>­Sawa’iq al</w:t>
      </w:r>
      <w:r w:rsidR="008E1963">
        <w:t>-</w:t>
      </w:r>
      <w:r>
        <w:t>­mubiqah by an obscure writer Nasr Allah al</w:t>
      </w:r>
      <w:r w:rsidR="008E1963">
        <w:t>-</w:t>
      </w:r>
      <w:r>
        <w:t>­Kabuli, Shah ‘Abd al</w:t>
      </w:r>
      <w:r w:rsidR="008E1963">
        <w:t>-</w:t>
      </w:r>
      <w:r>
        <w:t>Aziz severely attacked Shi’i doctrines, beliefs and practices. Shah ‘Abd al</w:t>
      </w:r>
      <w:r w:rsidR="008E1963">
        <w:t>-</w:t>
      </w:r>
      <w:r>
        <w:t>Aziz's book was an effort to check the expanding influence of Shi'ism, which had begun to flourish under the patronage of the Shi’i kingdom of Awadh and under the religious leadership of the great Shi’i scholar and mujtahid Sayyid Dildar ‘Ali ibn Muhammad Mu’in al</w:t>
      </w:r>
      <w:r w:rsidR="008E1963">
        <w:t>-</w:t>
      </w:r>
      <w:r>
        <w:t>­Naqawi al</w:t>
      </w:r>
      <w:r w:rsidR="008E1963">
        <w:t>-</w:t>
      </w:r>
      <w:r>
        <w:t>­Nasirabadi (116 ­ 1235/1752 ­ 1819), known as Ghufran Ma'ab.</w:t>
      </w:r>
    </w:p>
    <w:p w:rsidR="000D3C43" w:rsidRDefault="00D442CD" w:rsidP="00D442CD">
      <w:pPr>
        <w:pStyle w:val="libNormal"/>
      </w:pPr>
      <w:r>
        <w:t>Shah ‘Abd al</w:t>
      </w:r>
      <w:r w:rsidR="008E1963">
        <w:t>-</w:t>
      </w:r>
      <w:r>
        <w:t>Aziz's attack and accusations drew a massive response from Shi’i scholars. ‘Allamah ‘Abd al</w:t>
      </w:r>
      <w:r w:rsidR="008E1963">
        <w:t>-</w:t>
      </w:r>
      <w:r>
        <w:t xml:space="preserve">Aziz Tabataba'i mentions the following authors who wrote refutations of Tuhfeh­ye ithna ‘ashariyyah: </w:t>
      </w:r>
      <w:r w:rsidRPr="00EB3D61">
        <w:rPr>
          <w:rStyle w:val="libFootnotenumChar"/>
        </w:rPr>
        <w:t>2</w:t>
      </w:r>
    </w:p>
    <w:p w:rsidR="00D442CD" w:rsidRDefault="00D442CD" w:rsidP="00941CD7">
      <w:pPr>
        <w:pStyle w:val="Heading2Center"/>
      </w:pPr>
      <w:bookmarkStart w:id="11" w:name="_Toc484431435"/>
      <w:r>
        <w:t>1. Sayyid Dildar ‘Ali al</w:t>
      </w:r>
      <w:r w:rsidR="008E1963">
        <w:t>-</w:t>
      </w:r>
      <w:r>
        <w:t>­Naqawi al</w:t>
      </w:r>
      <w:r w:rsidR="008E1963">
        <w:t>-</w:t>
      </w:r>
      <w:r>
        <w:t>­Nasirabadi</w:t>
      </w:r>
      <w:bookmarkEnd w:id="11"/>
    </w:p>
    <w:p w:rsidR="000D3C43" w:rsidRDefault="00D442CD" w:rsidP="00D442CD">
      <w:pPr>
        <w:pStyle w:val="libNormal"/>
      </w:pPr>
      <w:r>
        <w:t>who wrote five books refuting various chapters of the Tuhfah: al</w:t>
      </w:r>
      <w:r w:rsidR="008E1963">
        <w:t>-</w:t>
      </w:r>
      <w:r>
        <w:t>Sawarim al</w:t>
      </w:r>
      <w:r w:rsidR="008E1963">
        <w:t>-</w:t>
      </w:r>
      <w:r>
        <w:t>ilahiyyat fi qat’ shubuhat ‘abid al</w:t>
      </w:r>
      <w:r w:rsidR="008E1963">
        <w:t>-</w:t>
      </w:r>
      <w:r>
        <w:t>Uzza wa al</w:t>
      </w:r>
      <w:r w:rsidR="008E1963">
        <w:t>-</w:t>
      </w:r>
      <w:r>
        <w:t>­Lat (1215/1800), a refutation of the fifth chapter of the Tuhfah regarding theological issues; Khatimat al</w:t>
      </w:r>
      <w:r w:rsidR="008E1963">
        <w:t>-</w:t>
      </w:r>
      <w:r>
        <w:t>Sawarim, a refutation of the seventh chapter concerning the Shi’i doctrine of Imamate; Husam al</w:t>
      </w:r>
      <w:r w:rsidR="008E1963">
        <w:t>-</w:t>
      </w:r>
      <w:r>
        <w:t>Islam wa siham al</w:t>
      </w:r>
      <w:r w:rsidR="008E1963">
        <w:t>-</w:t>
      </w:r>
      <w:r>
        <w:t>­malam (Calcutta, 1215/1800), a refutation of the sixth chapter of the Tuhfah concerning prophet hood; Ihya' al</w:t>
      </w:r>
      <w:r w:rsidR="008E1963">
        <w:t>-</w:t>
      </w:r>
      <w:r>
        <w:t>­Sunnah wa imatat al</w:t>
      </w:r>
      <w:r w:rsidR="008E1963">
        <w:t>-</w:t>
      </w:r>
      <w:r>
        <w:t>­bid’ah bi ta’n al</w:t>
      </w:r>
      <w:r w:rsidR="008E1963">
        <w:t>-</w:t>
      </w:r>
      <w:r>
        <w:t>asinnah (1281/1864), a refutation of the eighth chapter of the Tuhfah; al­Zulfiqar, a refutation of the twelfth chapter.</w:t>
      </w:r>
    </w:p>
    <w:p w:rsidR="00D442CD" w:rsidRDefault="00D442CD" w:rsidP="00941CD7">
      <w:pPr>
        <w:pStyle w:val="Heading2Center"/>
      </w:pPr>
      <w:bookmarkStart w:id="12" w:name="_Toc484431436"/>
      <w:r>
        <w:t>2. Shaykh Jamal al</w:t>
      </w:r>
      <w:r w:rsidR="008E1963">
        <w:t>-</w:t>
      </w:r>
      <w:r>
        <w:t>­Din Abu Ahmad Mirza Muhammad ibn ‘Abd al</w:t>
      </w:r>
      <w:r w:rsidR="008E1963">
        <w:t>-</w:t>
      </w:r>
      <w:r>
        <w:t>­Nabi Akbarabadi (d. 1232/1816)</w:t>
      </w:r>
      <w:bookmarkEnd w:id="12"/>
    </w:p>
    <w:p w:rsidR="000D3C43" w:rsidRDefault="00D442CD" w:rsidP="00D442CD">
      <w:pPr>
        <w:pStyle w:val="libNormal"/>
      </w:pPr>
      <w:r>
        <w:t>who wrote Sayf Allah al</w:t>
      </w:r>
      <w:r w:rsidR="008E1963">
        <w:t>-</w:t>
      </w:r>
      <w:r>
        <w:t>­maslul ‘ala mukharribi Din al</w:t>
      </w:r>
      <w:r w:rsidR="008E1963">
        <w:t>-</w:t>
      </w:r>
      <w:r>
        <w:t>­Rasul, in six big volumes, as refutation of all the chapters of the Tuhfah.</w:t>
      </w:r>
    </w:p>
    <w:p w:rsidR="00D442CD" w:rsidRDefault="00D442CD" w:rsidP="00941CD7">
      <w:pPr>
        <w:pStyle w:val="Heading2Center"/>
      </w:pPr>
      <w:bookmarkStart w:id="13" w:name="_Toc484431437"/>
      <w:r w:rsidRPr="00941CD7">
        <w:t xml:space="preserve">3. </w:t>
      </w:r>
      <w:r>
        <w:t>‘Allamah Mirza Muhammad ibn 'Inayat Ahmad Khan Kashmiri Dehlawi (d. 1235/1820)</w:t>
      </w:r>
      <w:bookmarkEnd w:id="13"/>
    </w:p>
    <w:p w:rsidR="000D3C43" w:rsidRDefault="00D442CD" w:rsidP="00D442CD">
      <w:pPr>
        <w:pStyle w:val="libNormal"/>
      </w:pPr>
      <w:r>
        <w:t>who wrote Nuzhat al</w:t>
      </w:r>
      <w:r w:rsidR="008E1963">
        <w:t>-</w:t>
      </w:r>
      <w:r>
        <w:t>Ithna ‘Ashariyyah fi al</w:t>
      </w:r>
      <w:r w:rsidR="008E1963">
        <w:t>-</w:t>
      </w:r>
      <w:r>
        <w:t>­radd ‘ala al</w:t>
      </w:r>
      <w:r w:rsidR="008E1963">
        <w:t>-</w:t>
      </w:r>
      <w:r>
        <w:t>­Tuhfat al</w:t>
      </w:r>
      <w:r w:rsidR="008E1963">
        <w:t>-</w:t>
      </w:r>
      <w:r>
        <w:t>ithna ‘ashariyyah in twelve volumes, of which the first, third, fourth, fifth and seventh volumes were published (1255/ 1839) and others remained incomplete.</w:t>
      </w:r>
    </w:p>
    <w:p w:rsidR="00D442CD" w:rsidRDefault="00D442CD" w:rsidP="00941CD7">
      <w:pPr>
        <w:pStyle w:val="Heading2Center"/>
      </w:pPr>
      <w:bookmarkStart w:id="14" w:name="_Toc484431438"/>
      <w:r w:rsidRPr="00941CD7">
        <w:lastRenderedPageBreak/>
        <w:t xml:space="preserve">4. </w:t>
      </w:r>
      <w:r>
        <w:t>Mawlawi Hasan ibn Aman Allah Dehlawi ‘Azimabadi (d. c. 1260/ 1844)</w:t>
      </w:r>
      <w:bookmarkEnd w:id="14"/>
    </w:p>
    <w:p w:rsidR="000D3C43" w:rsidRDefault="00D442CD" w:rsidP="00D442CD">
      <w:pPr>
        <w:pStyle w:val="libNormal"/>
      </w:pPr>
      <w:r>
        <w:t>who wrote Tajhiz al</w:t>
      </w:r>
      <w:r w:rsidR="008E1963">
        <w:t>-</w:t>
      </w:r>
      <w:r>
        <w:t>­jaysh li kasr sanamay Quraysh, as a refutation of all the chapters of the Tuhfah.</w:t>
      </w:r>
    </w:p>
    <w:p w:rsidR="00D442CD" w:rsidRDefault="00D442CD" w:rsidP="00941CD7">
      <w:pPr>
        <w:pStyle w:val="Heading2Center"/>
      </w:pPr>
      <w:bookmarkStart w:id="15" w:name="_Toc484431439"/>
      <w:r w:rsidRPr="00941CD7">
        <w:t xml:space="preserve">5. </w:t>
      </w:r>
      <w:r>
        <w:t>‘Allamah Sayyid Muhammad Quli ibn Sayyid Muhammad Husayn Lackhnowi Kanturi (d. 1260/1844)</w:t>
      </w:r>
      <w:bookmarkEnd w:id="15"/>
    </w:p>
    <w:p w:rsidR="000D3C43" w:rsidRDefault="00D442CD" w:rsidP="00D442CD">
      <w:pPr>
        <w:pStyle w:val="libNormal"/>
      </w:pPr>
      <w:r>
        <w:t>father of Sayyid Hamid Husayn, who wrote five books in refutation of different chapters of the Tuhfah: al</w:t>
      </w:r>
      <w:r w:rsidR="008E1963">
        <w:t>-</w:t>
      </w:r>
      <w:r>
        <w:t>Sayf al</w:t>
      </w:r>
      <w:r w:rsidR="008E1963">
        <w:t>-</w:t>
      </w:r>
      <w:r>
        <w:t>­nasiri on the first chapter, Taqlid al</w:t>
      </w:r>
      <w:r w:rsidR="008E1963">
        <w:t>-</w:t>
      </w:r>
      <w:r>
        <w:t>­maka'id (Calcutta, 1262/1846) on the second chapter, Burhan al</w:t>
      </w:r>
      <w:r w:rsidR="008E1963">
        <w:t>-</w:t>
      </w:r>
      <w:r>
        <w:t>­sa’adah on the seventh chapter, Tashyid al</w:t>
      </w:r>
      <w:r w:rsidR="008E1963">
        <w:t>-</w:t>
      </w:r>
      <w:r>
        <w:t>­mata'in li kashf al</w:t>
      </w:r>
      <w:r w:rsidR="008E1963">
        <w:t>-</w:t>
      </w:r>
      <w:r>
        <w:t>­dagha'in in two volumes (1283/1866) on the tenth chapter, and Masari’ al</w:t>
      </w:r>
      <w:r w:rsidR="008E1963">
        <w:t>-</w:t>
      </w:r>
      <w:r>
        <w:t>­afham li qal’ al</w:t>
      </w:r>
      <w:r w:rsidR="008E1963">
        <w:t>-</w:t>
      </w:r>
      <w:r>
        <w:t>awham.</w:t>
      </w:r>
    </w:p>
    <w:p w:rsidR="00D442CD" w:rsidRDefault="00D442CD" w:rsidP="00941CD7">
      <w:pPr>
        <w:pStyle w:val="Heading2Center"/>
      </w:pPr>
      <w:bookmarkStart w:id="16" w:name="_Toc484431440"/>
      <w:r w:rsidRPr="00941CD7">
        <w:t xml:space="preserve">6. </w:t>
      </w:r>
      <w:r>
        <w:t>Mawlawi Khayr al</w:t>
      </w:r>
      <w:r w:rsidR="008E1963">
        <w:t>-</w:t>
      </w:r>
      <w:r>
        <w:t>­Din Muhammad Allahabadi</w:t>
      </w:r>
      <w:bookmarkEnd w:id="16"/>
    </w:p>
    <w:p w:rsidR="000D3C43" w:rsidRDefault="00D442CD" w:rsidP="00D442CD">
      <w:pPr>
        <w:pStyle w:val="libNormal"/>
      </w:pPr>
      <w:r>
        <w:t>who wrote Hidayat al</w:t>
      </w:r>
      <w:r w:rsidR="008E1963">
        <w:t>-</w:t>
      </w:r>
      <w:r>
        <w:t>Aziz (or Hadiyyat al</w:t>
      </w:r>
      <w:r w:rsidR="008E1963">
        <w:t>-</w:t>
      </w:r>
      <w:r>
        <w:t>Aziz) as a refutation of the fourth chapter of the Tuhfah about usul al</w:t>
      </w:r>
      <w:r w:rsidR="008E1963">
        <w:t>-</w:t>
      </w:r>
      <w:r>
        <w:t>hadith and rijal.</w:t>
      </w:r>
    </w:p>
    <w:p w:rsidR="00D442CD" w:rsidRDefault="00D442CD" w:rsidP="00941CD7">
      <w:pPr>
        <w:pStyle w:val="Heading2Center"/>
      </w:pPr>
      <w:bookmarkStart w:id="17" w:name="_Toc484431441"/>
      <w:r w:rsidRPr="00941CD7">
        <w:t xml:space="preserve">7. </w:t>
      </w:r>
      <w:r>
        <w:t>‘Allamah Sayyid Muhammad ibn Sayyid Dildar ‘Ali (d. 1284/ 1867) known as Sultan al</w:t>
      </w:r>
      <w:r w:rsidR="008E1963">
        <w:t>-</w:t>
      </w:r>
      <w:r>
        <w:t>­‘Ulama'</w:t>
      </w:r>
      <w:bookmarkEnd w:id="17"/>
    </w:p>
    <w:p w:rsidR="000D3C43" w:rsidRDefault="00D442CD" w:rsidP="00D442CD">
      <w:pPr>
        <w:pStyle w:val="libNormal"/>
      </w:pPr>
      <w:r>
        <w:t>who wrote two books, one in Persian and the other in Arabic, in refutation of the seventh chapter of the Tuhfah concerning Imamate, of which the former was entitled al</w:t>
      </w:r>
      <w:r w:rsidR="008E1963">
        <w:t>-</w:t>
      </w:r>
      <w:r>
        <w:t>­Bawariq al</w:t>
      </w:r>
      <w:r w:rsidR="008E1963">
        <w:t>-</w:t>
      </w:r>
      <w:r>
        <w:t>­mubiqah. He also wrote Ta’n al</w:t>
      </w:r>
      <w:r w:rsidR="008E1963">
        <w:t>-</w:t>
      </w:r>
      <w:r>
        <w:t>­rimah in refutation of the tenth chapter.</w:t>
      </w:r>
    </w:p>
    <w:p w:rsidR="00D442CD" w:rsidRDefault="00D442CD" w:rsidP="00941CD7">
      <w:pPr>
        <w:pStyle w:val="Heading2Center"/>
      </w:pPr>
      <w:bookmarkStart w:id="18" w:name="_Toc484431442"/>
      <w:r w:rsidRPr="00941CD7">
        <w:t xml:space="preserve">8. </w:t>
      </w:r>
      <w:r>
        <w:t>Sayyid Ja’far Abu ‘Ali Khan ibn Ghulam ‘Ali Musawi Banarasi</w:t>
      </w:r>
      <w:bookmarkEnd w:id="18"/>
    </w:p>
    <w:p w:rsidR="000D3C43" w:rsidRDefault="00D442CD" w:rsidP="00D442CD">
      <w:pPr>
        <w:pStyle w:val="libNormal"/>
      </w:pPr>
      <w:r>
        <w:t>who wrote Burhan al</w:t>
      </w:r>
      <w:r w:rsidR="008E1963">
        <w:t>-</w:t>
      </w:r>
      <w:r>
        <w:t>­sadiqin and Mahajjat al</w:t>
      </w:r>
      <w:r w:rsidR="008E1963">
        <w:t>-</w:t>
      </w:r>
      <w:r>
        <w:t>­Burhan (a condensation of the former) in refutation of the seventh chapter and Taksir al</w:t>
      </w:r>
      <w:r w:rsidR="008E1963">
        <w:t>-</w:t>
      </w:r>
      <w:r>
        <w:t>­sanamayn in refutation of the tenth chapter.</w:t>
      </w:r>
    </w:p>
    <w:p w:rsidR="00D442CD" w:rsidRDefault="00D442CD" w:rsidP="00941CD7">
      <w:pPr>
        <w:pStyle w:val="Heading2Center"/>
      </w:pPr>
      <w:bookmarkStart w:id="19" w:name="_Toc484431443"/>
      <w:r w:rsidRPr="00941CD7">
        <w:t xml:space="preserve">9. </w:t>
      </w:r>
      <w:r>
        <w:t>‘Allamah Sayyid Mufti Muhammad ‘Abbas Musawi Tustari Jaza'iri (d. 1306/1888)</w:t>
      </w:r>
      <w:bookmarkEnd w:id="19"/>
    </w:p>
    <w:p w:rsidR="000D3C43" w:rsidRDefault="00D442CD" w:rsidP="00D442CD">
      <w:pPr>
        <w:pStyle w:val="libNormal"/>
      </w:pPr>
      <w:r>
        <w:t>who wrote al</w:t>
      </w:r>
      <w:r w:rsidR="008E1963">
        <w:t>-</w:t>
      </w:r>
      <w:r>
        <w:t>Jawahir al</w:t>
      </w:r>
      <w:r w:rsidR="008E1963">
        <w:t>-</w:t>
      </w:r>
      <w:r>
        <w:t>Abqariyyah in refutation of the Tuhfah's seventh chapter.</w:t>
      </w:r>
    </w:p>
    <w:p w:rsidR="00D442CD" w:rsidRDefault="00D442CD" w:rsidP="00941CD7">
      <w:pPr>
        <w:pStyle w:val="Heading2Center"/>
      </w:pPr>
      <w:bookmarkStart w:id="20" w:name="_Toc484431444"/>
      <w:r>
        <w:t>1</w:t>
      </w:r>
      <w:r w:rsidRPr="00941CD7">
        <w:t xml:space="preserve">0. </w:t>
      </w:r>
      <w:r>
        <w:t>Al</w:t>
      </w:r>
      <w:r w:rsidR="008E1963">
        <w:t>-</w:t>
      </w:r>
      <w:r>
        <w:t>­Shaykh Ahmad ibn ‘Ali Kirmanshahi (d. 1235/1819)</w:t>
      </w:r>
      <w:bookmarkEnd w:id="20"/>
    </w:p>
    <w:p w:rsidR="000D3C43" w:rsidRDefault="00D442CD" w:rsidP="00D442CD">
      <w:pPr>
        <w:pStyle w:val="libNormal"/>
      </w:pPr>
      <w:r>
        <w:t>who wrote Kashf al</w:t>
      </w:r>
      <w:r w:rsidR="008E1963">
        <w:t>-</w:t>
      </w:r>
      <w:r>
        <w:t>­shubhah ‘an hilyat al</w:t>
      </w:r>
      <w:r w:rsidR="008E1963">
        <w:t>-</w:t>
      </w:r>
      <w:r>
        <w:t>­mut’ah (MS dated 1227 H. in the National Museum, Karachi), in refutation of the ninth chapter.</w:t>
      </w:r>
    </w:p>
    <w:p w:rsidR="000D3C43" w:rsidRDefault="00D442CD" w:rsidP="00D442CD">
      <w:pPr>
        <w:pStyle w:val="libNormal"/>
      </w:pPr>
      <w:r>
        <w:t>However, the most important work that was written as a refutation of the seventh chapter of the Tuhfah concerning the Shi’i doctrine of Imamate was ‘Abaqat al</w:t>
      </w:r>
      <w:r w:rsidR="008E1963">
        <w:t>-</w:t>
      </w:r>
      <w:r>
        <w:t>Anwar, which was destined to take its place not only as the greatest work on Imamate ever written but also perhaps as one of the greatest masterpieces of scholarship ever compiled on a doctrinal issue anywhere in the history of religion.</w:t>
      </w:r>
    </w:p>
    <w:p w:rsidR="000D3C43" w:rsidRDefault="00D442CD" w:rsidP="00D442CD">
      <w:pPr>
        <w:pStyle w:val="libNormal"/>
      </w:pPr>
      <w:r>
        <w:t>In the seventh chapter of the Tuhfah, where Shah ‘Abd al</w:t>
      </w:r>
      <w:r w:rsidR="008E1963">
        <w:t>-</w:t>
      </w:r>
      <w:r>
        <w:t xml:space="preserve">Aziz attacks the Shi’i doctrine of Imamate, he claims that the Shi’i claim is based on only six verses of the Qur'an and twelve traditions of the Prophet (S). Accordingly, Sayyid Hamid Husayn wrote his book in two sections, the first concerning the Qur'anic basis of Imamate and the second concerning its </w:t>
      </w:r>
      <w:r>
        <w:lastRenderedPageBreak/>
        <w:t>basis in the Prophet's hadith. The first section has not been published. The second section consists of 12 parts, each of which deals with the sanad (chains of transmission) and the meaning (dalalah) of one of the twelve traditions of the Prophet (S) concerning ‘Ali ibn Abi Talib (A) or the Ahlul Bayt (A) rejected by Shah ‘Abd al</w:t>
      </w:r>
      <w:r w:rsidR="008E1963">
        <w:t>-</w:t>
      </w:r>
      <w:r>
        <w:t>Aziz as supporting the doctrine of Imamate.</w:t>
      </w:r>
    </w:p>
    <w:p w:rsidR="000D3C43" w:rsidRDefault="00D442CD" w:rsidP="00D442CD">
      <w:pPr>
        <w:pStyle w:val="libNormal"/>
      </w:pPr>
      <w:r>
        <w:t>The first part studies the isnad and dalalah of what is called Hadith al</w:t>
      </w:r>
      <w:r w:rsidR="008E1963">
        <w:t>-</w:t>
      </w:r>
      <w:r>
        <w:t xml:space="preserve">­Ghadir. </w:t>
      </w:r>
      <w:r w:rsidRPr="00EB3D61">
        <w:rPr>
          <w:rStyle w:val="libFootnotenumChar"/>
        </w:rPr>
        <w:t>3</w:t>
      </w:r>
      <w:r>
        <w:t xml:space="preserve"> It is contained in three volumes, of which the first was published in 1293/1876, in 1251 pages and the remaining two, of 609 and 399 pages, in 1294/1877.</w:t>
      </w:r>
    </w:p>
    <w:p w:rsidR="000D3C43" w:rsidRDefault="00D442CD" w:rsidP="00D442CD">
      <w:pPr>
        <w:pStyle w:val="libNormal"/>
      </w:pPr>
      <w:r>
        <w:t>The second part deals with Hadith al</w:t>
      </w:r>
      <w:r w:rsidR="008E1963">
        <w:t>-</w:t>
      </w:r>
      <w:r>
        <w:t>­Manzilah.</w:t>
      </w:r>
      <w:r w:rsidRPr="00EB3D61">
        <w:rPr>
          <w:rStyle w:val="libFootnotenumChar"/>
        </w:rPr>
        <w:t>4</w:t>
      </w:r>
      <w:r w:rsidR="00EB3D61">
        <w:rPr>
          <w:rStyle w:val="libFootnotenumChar"/>
        </w:rPr>
        <w:t xml:space="preserve"> </w:t>
      </w:r>
      <w:r>
        <w:t>It appeared in 1295/1878 in 977 pages.</w:t>
      </w:r>
    </w:p>
    <w:p w:rsidR="000D3C43" w:rsidRDefault="00D442CD" w:rsidP="00D442CD">
      <w:pPr>
        <w:pStyle w:val="libNormal"/>
      </w:pPr>
      <w:r>
        <w:t>The third part deals with Hadith al</w:t>
      </w:r>
      <w:r w:rsidR="008E1963">
        <w:t>-</w:t>
      </w:r>
      <w:r>
        <w:t xml:space="preserve">­Wilayah. </w:t>
      </w:r>
      <w:r w:rsidRPr="00EB3D61">
        <w:rPr>
          <w:rStyle w:val="libFootnotenumChar"/>
        </w:rPr>
        <w:t>5</w:t>
      </w:r>
      <w:r>
        <w:t xml:space="preserve"> It was published in 1303/1885 in 585 pages.</w:t>
      </w:r>
    </w:p>
    <w:p w:rsidR="000D3C43" w:rsidRDefault="00D442CD" w:rsidP="00D442CD">
      <w:pPr>
        <w:pStyle w:val="libNormal"/>
      </w:pPr>
      <w:r>
        <w:t>The fourth part deals with Hadith al</w:t>
      </w:r>
      <w:r w:rsidR="008E1963">
        <w:t>-</w:t>
      </w:r>
      <w:r>
        <w:t xml:space="preserve">­Tayr. </w:t>
      </w:r>
      <w:r w:rsidRPr="00EB3D61">
        <w:rPr>
          <w:rStyle w:val="libFootnotenumChar"/>
        </w:rPr>
        <w:t>6</w:t>
      </w:r>
      <w:r>
        <w:t xml:space="preserve"> It was published in 1306/1888 in two volumes of 512 and 224 pages from Matba’ah­ye Bustan, Lucknow.</w:t>
      </w:r>
    </w:p>
    <w:p w:rsidR="000D3C43" w:rsidRDefault="00D442CD" w:rsidP="00D442CD">
      <w:pPr>
        <w:pStyle w:val="libNormal"/>
      </w:pPr>
      <w:r>
        <w:t>The fifth part deals with Hadith Madinat al</w:t>
      </w:r>
      <w:r w:rsidR="008E1963">
        <w:t>-</w:t>
      </w:r>
      <w:r>
        <w:t xml:space="preserve">­‘ilm. </w:t>
      </w:r>
      <w:r w:rsidRPr="00EB3D61">
        <w:rPr>
          <w:rStyle w:val="libFootnotenumChar"/>
        </w:rPr>
        <w:t>7</w:t>
      </w:r>
      <w:r>
        <w:t xml:space="preserve"> It consists of two volumes, of which the first, in 745 pages, appeared in 1317/1899 and the second, in 600 pages, in 1327/1909.</w:t>
      </w:r>
    </w:p>
    <w:p w:rsidR="000D3C43" w:rsidRDefault="00D442CD" w:rsidP="00D442CD">
      <w:pPr>
        <w:pStyle w:val="libNormal"/>
      </w:pPr>
      <w:r>
        <w:t>The sixth part deals with Hadith al</w:t>
      </w:r>
      <w:r w:rsidR="008E1963">
        <w:t>-</w:t>
      </w:r>
      <w:r>
        <w:t xml:space="preserve">­Tashbih. </w:t>
      </w:r>
      <w:r w:rsidRPr="00EB3D61">
        <w:rPr>
          <w:rStyle w:val="libFootnotenumChar"/>
        </w:rPr>
        <w:t>8</w:t>
      </w:r>
      <w:r>
        <w:t xml:space="preserve"> It was published in 1301/1883 in two volumes of 456 and 248 pages.</w:t>
      </w:r>
    </w:p>
    <w:p w:rsidR="000D3C43" w:rsidRDefault="00D442CD" w:rsidP="00D442CD">
      <w:pPr>
        <w:pStyle w:val="libNormal"/>
      </w:pPr>
      <w:r>
        <w:t>The seventh part, which deals with Hadith al</w:t>
      </w:r>
      <w:r w:rsidR="008E1963">
        <w:t>-</w:t>
      </w:r>
      <w:r>
        <w:t xml:space="preserve">­Munasabah </w:t>
      </w:r>
      <w:r w:rsidRPr="00EB3D61">
        <w:rPr>
          <w:rStyle w:val="libFootnotenumChar"/>
        </w:rPr>
        <w:t>9</w:t>
      </w:r>
      <w:r>
        <w:t xml:space="preserve"> and was completed by Sayyid Muhammad Sa’id ibn Sayyid Nasir Husayn ibn Sayyid Hamid Husayn, has not been published yet.</w:t>
      </w:r>
    </w:p>
    <w:p w:rsidR="000D3C43" w:rsidRDefault="00D442CD" w:rsidP="00D442CD">
      <w:pPr>
        <w:pStyle w:val="libNormal"/>
      </w:pPr>
      <w:r>
        <w:t>The eighth part, dealing with Hadith al</w:t>
      </w:r>
      <w:r w:rsidR="008E1963">
        <w:t>-</w:t>
      </w:r>
      <w:r>
        <w:t xml:space="preserve">­Nur, </w:t>
      </w:r>
      <w:r w:rsidRPr="00EB3D61">
        <w:rPr>
          <w:rStyle w:val="libFootnotenumChar"/>
        </w:rPr>
        <w:t>10</w:t>
      </w:r>
      <w:r>
        <w:t>was published in 1303/1885 in 786 pages by Matba’ah­ye Mashriq al</w:t>
      </w:r>
      <w:r w:rsidR="008E1963">
        <w:t>-</w:t>
      </w:r>
      <w:r>
        <w:t>Anwar, Lucknow.</w:t>
      </w:r>
    </w:p>
    <w:p w:rsidR="000D3C43" w:rsidRDefault="00D442CD" w:rsidP="00D442CD">
      <w:pPr>
        <w:pStyle w:val="libNormal"/>
      </w:pPr>
      <w:r>
        <w:t>The ninth part, dealing with Hadith al</w:t>
      </w:r>
      <w:r w:rsidR="008E1963">
        <w:t>-</w:t>
      </w:r>
      <w:r>
        <w:t xml:space="preserve">­Rayah, </w:t>
      </w:r>
      <w:r w:rsidRPr="00EB3D61">
        <w:rPr>
          <w:rStyle w:val="libFootnotenumChar"/>
        </w:rPr>
        <w:t>11</w:t>
      </w:r>
      <w:r>
        <w:t xml:space="preserve"> has also remained unpublished.</w:t>
      </w:r>
    </w:p>
    <w:p w:rsidR="000D3C43" w:rsidRDefault="00D442CD" w:rsidP="00D442CD">
      <w:pPr>
        <w:pStyle w:val="libNormal"/>
      </w:pPr>
      <w:r>
        <w:t>The tenth part dealing with the hadith... (al</w:t>
      </w:r>
      <w:r w:rsidR="008E1963">
        <w:t>-</w:t>
      </w:r>
      <w:r>
        <w:t>haqqu ma’a ‘Aliyyin wa ‘Aliyyun ma’al</w:t>
      </w:r>
      <w:r w:rsidR="008E1963">
        <w:t>-</w:t>
      </w:r>
      <w:r>
        <w:t xml:space="preserve"> haqq) </w:t>
      </w:r>
      <w:r w:rsidRPr="00EB3D61">
        <w:rPr>
          <w:rStyle w:val="libFootnotenumChar"/>
        </w:rPr>
        <w:t>12</w:t>
      </w:r>
      <w:r>
        <w:t xml:space="preserve"> also remains unpublished.</w:t>
      </w:r>
    </w:p>
    <w:p w:rsidR="00D442CD" w:rsidRDefault="00D442CD" w:rsidP="00494A3E">
      <w:pPr>
        <w:pStyle w:val="libAr"/>
      </w:pPr>
      <w:r w:rsidRPr="00494A3E">
        <w:rPr>
          <w:rtl/>
        </w:rPr>
        <w:t>الحق مع علي وعلي مع الحق</w:t>
      </w:r>
    </w:p>
    <w:p w:rsidR="000D3C43" w:rsidRDefault="00D442CD" w:rsidP="00D442CD">
      <w:pPr>
        <w:pStyle w:val="libNormal"/>
      </w:pPr>
      <w:r>
        <w:t>The eleventh part dealing with Hadith al</w:t>
      </w:r>
      <w:r w:rsidR="008E1963">
        <w:t>-</w:t>
      </w:r>
      <w:r>
        <w:t xml:space="preserve">­Muqatalah </w:t>
      </w:r>
      <w:r w:rsidRPr="00EB3D61">
        <w:rPr>
          <w:rStyle w:val="libFootnotenumChar"/>
        </w:rPr>
        <w:t>13</w:t>
      </w:r>
      <w:r>
        <w:t xml:space="preserve"> also remains unpublished.</w:t>
      </w:r>
    </w:p>
    <w:p w:rsidR="000D3C43" w:rsidRDefault="00D442CD" w:rsidP="00D442CD">
      <w:pPr>
        <w:pStyle w:val="libNormal"/>
      </w:pPr>
      <w:r>
        <w:t>The twelfth part deals with Hadith al</w:t>
      </w:r>
      <w:r w:rsidR="008E1963">
        <w:t>-</w:t>
      </w:r>
      <w:r>
        <w:t>Thaqalayn and Hadith al</w:t>
      </w:r>
      <w:r w:rsidR="008E1963">
        <w:t>-</w:t>
      </w:r>
      <w:r>
        <w:t xml:space="preserve">­Safinah. </w:t>
      </w:r>
      <w:r w:rsidRPr="00EB3D61">
        <w:rPr>
          <w:rStyle w:val="libFootnotenumChar"/>
        </w:rPr>
        <w:t>14</w:t>
      </w:r>
      <w:r>
        <w:t xml:space="preserve"> It was published in two big volumes, the first of which in 664 pages appeared in 1314/1896 and the second in 891 pages in 1351/ 1932.</w:t>
      </w:r>
    </w:p>
    <w:p w:rsidR="000D3C43" w:rsidRDefault="00D442CD" w:rsidP="00D442CD">
      <w:pPr>
        <w:pStyle w:val="libNormal"/>
      </w:pPr>
      <w:r>
        <w:t>Sayyid Hamid Husayn and his work ‘Abaqat have been held in great esteem amongst leading Shi’i scholars and many of them, from Mirza Sayyid Hasan Shirazi, the great marji’ and juristic authority of his days, to contemporary scholars, have extolled the author and his great work. Sayyid ‘Ali Milani, in the first volume of his condensed translation of ‘Abaqat into Arabic, quotes the statements of various scholars. Here we will confine ourselves to the opinion expressed by the great scholar ‘Allamah Aqa Buzurg Tehrani, the author of al</w:t>
      </w:r>
      <w:r w:rsidR="008E1963">
        <w:t>-</w:t>
      </w:r>
      <w:r>
        <w:t>­Dhari’ah ila tasanif al</w:t>
      </w:r>
      <w:r w:rsidR="008E1963">
        <w:t>-</w:t>
      </w:r>
      <w:r>
        <w:t>­Shi’ah, about Sayyid Hamid Husayn and his work. He says about the author:</w:t>
      </w:r>
    </w:p>
    <w:p w:rsidR="00D442CD" w:rsidRDefault="00D442CD" w:rsidP="00494A3E">
      <w:pPr>
        <w:pStyle w:val="libAr"/>
      </w:pPr>
      <w:r w:rsidRPr="00494A3E">
        <w:rPr>
          <w:rtl/>
        </w:rPr>
        <w:lastRenderedPageBreak/>
        <w:t>من أكابر متكلمي الامامية وأعاظم علماء الشيعة المتبحرين في أوليات هذا القرن ، كان كثير التتبع ، واسع الاطلاع والإحاطة بالآثار والاخبار والتراث الإسلامي ، بلغ في ذلك مبلغا لم يبلغه أحد من معاصريه ولا المتأخرين عنه ، بل ولا كثير من أعلام القرون السابقة ، أفنى عمره الشريف في البحث عن اسرار الديانة والذب عن بيضة الإسلام وحوزة الدين الحنيف ، ولا أعهد في القرون المتأخرة من جاهد جهاده وبذل في سبيل الحقائق الراهنة طارفه وتلاده ، ولم تر عين الزمان في جميع الأمصار والاعصار مضاهيا له في تتبعه وكثرة اطلاعه ودقته وذكائه وشدة حفظه وضبطه</w:t>
      </w:r>
      <w:r>
        <w:t>.</w:t>
      </w:r>
    </w:p>
    <w:p w:rsidR="000D3C43" w:rsidRDefault="00D442CD" w:rsidP="00D442CD">
      <w:pPr>
        <w:pStyle w:val="libNormal"/>
      </w:pPr>
      <w:r>
        <w:t>(He is) one of the greatest of Imami theologians (mutakallimun) and one of the greatest and deeply learned of Shi’i scholars who lived in the early part of this century. He was profoundly learned, and had extensive knowledge and mastery over the Islamic traditions and heritage and attained such a station in it that none of his contemporaries or anyone of those who came after him, or even most of the celebrities of the preceding centuries, have been able to attain. He spent his entire noble life in fathoming the mysteries of religiosity and in the defense of Islam and the realm of sincere religion. I don't know of anyone in the latter centuries who waged a jihad like him and sacrificed everything in his possession in the way of everlasting truths. The times, in all ages and periods, will never see a compeer of him in his research, his extensive knowledge, his precision, intelligence, and the immensity of his memory and retention.</w:t>
      </w:r>
    </w:p>
    <w:p w:rsidR="000D3C43" w:rsidRDefault="00D442CD" w:rsidP="00D442CD">
      <w:pPr>
        <w:pStyle w:val="libNormal"/>
      </w:pPr>
      <w:r>
        <w:t xml:space="preserve">Aqa Buzurg Tehrani says about the ‘Abaqat: "It is the greatest of books compiled on the subject (i.e. Imamate) from the outset of the Islamic era to the present." And what he says about the author and his book is perfectly representative of the opinion of leading Shi’i scholars on this matter. </w:t>
      </w:r>
      <w:r w:rsidRPr="00EB3D61">
        <w:rPr>
          <w:rStyle w:val="libFootnotenumChar"/>
        </w:rPr>
        <w:t>15</w:t>
      </w:r>
    </w:p>
    <w:p w:rsidR="00D442CD" w:rsidRDefault="00D442CD" w:rsidP="00D442CD">
      <w:pPr>
        <w:pStyle w:val="libNormal"/>
      </w:pPr>
      <w:r>
        <w:t>The Author's Approach in ‘Abaqat</w:t>
      </w:r>
    </w:p>
    <w:p w:rsidR="000D3C43" w:rsidRDefault="00D442CD" w:rsidP="00D442CD">
      <w:pPr>
        <w:pStyle w:val="libNormal"/>
      </w:pPr>
      <w:r>
        <w:t>‘Abaqat al</w:t>
      </w:r>
      <w:r w:rsidR="008E1963">
        <w:t>-</w:t>
      </w:r>
      <w:r>
        <w:t>Anwar was written in Persian because Shah ‘Abd al</w:t>
      </w:r>
      <w:r w:rsidR="008E1963">
        <w:t>-</w:t>
      </w:r>
      <w:r>
        <w:t>Aziz's Tuhfah, which it refuted, was also in Persian. As mentioned above, Shah ‘Abd al</w:t>
      </w:r>
      <w:r w:rsidR="008E1963">
        <w:t>-</w:t>
      </w:r>
      <w:r>
        <w:t>Aziz had cited five verses of the Qur'an and twelve traditions of the Prophet (S) as constituting the basis of Shi’i argument concerning the Imamate of the Imams of the Ahlul Bayt (A). This was itself a misrepresentation of the Shi’i case, for there are hundreds of verses and traditions, many of which are scattered throughout the Sunni hadith corpus as well as works in tafsir. Even the verses and traditions that he cites are dismissed summarily by him on, as Sayyid Hamid Husayn shows, flimsy and untenable pretexts.</w:t>
      </w:r>
    </w:p>
    <w:p w:rsidR="000D3C43" w:rsidRDefault="00D442CD" w:rsidP="00D442CD">
      <w:pPr>
        <w:pStyle w:val="libNormal"/>
      </w:pPr>
      <w:r>
        <w:t>The published parts of ‘Abaqat deal with eight of these traditions, each part dealing with the sanad and doctrinal import of one of them. Sayyid Hamid Husayn's approach in each of these parts is to show that the hadith is a mutawatir one, having been narrated by Sunni traditionists of every generation from the time of the Companions to the scholars of his own era. He devotes a section to each of the narrators, quotes the tradition as narrated by him, and cites the opinions of biographers and Sunni authorities of ‘ilm al</w:t>
      </w:r>
      <w:r w:rsidR="008E1963">
        <w:t>-</w:t>
      </w:r>
      <w:r>
        <w:t>­rijal regarding his reliability, trustworthiness and his scholarly station.</w:t>
      </w:r>
    </w:p>
    <w:p w:rsidR="000D3C43" w:rsidRDefault="00D442CD" w:rsidP="00D442CD">
      <w:pPr>
        <w:pStyle w:val="libNormal"/>
      </w:pPr>
      <w:r>
        <w:lastRenderedPageBreak/>
        <w:t>After discussing the sanad aspect of the tradition, he goes on to deal with its meaning, dealing one by one with all the various arguments that have been advanced by Sunni scholars to refute what the Shi’ah assert to be its doctrinal implications. His treatment is so logical, meticulous, precise, thorough and exhaustive that one cannot but be struck with wonder at his prodigious, or rather miraculous, learning and his encompassing mastery over the entire Islamic heritage of thirteen centuries before him which lies in front of him like an open book.</w:t>
      </w:r>
    </w:p>
    <w:p w:rsidR="000D3C43" w:rsidRDefault="00D442CD" w:rsidP="00D442CD">
      <w:pPr>
        <w:pStyle w:val="libNormal"/>
      </w:pPr>
      <w:r>
        <w:t>This sketchy study of ‘Abaqat relates to its part concerning the Hadith al</w:t>
      </w:r>
      <w:r w:rsidR="008E1963">
        <w:t>-</w:t>
      </w:r>
      <w:r>
        <w:t>Thaqalayn. At first we will give a list of its narrators belonging to every century of the Hijrah calendar. A brief reference is given under the name of each narrator concerning his standing with Sunni authorities on rijal. We have included the names of other narrators from the appendix (mulhaqat) to ‘Abaqat by Sayyid ‘Abd al</w:t>
      </w:r>
      <w:r w:rsidR="008E1963">
        <w:t>-</w:t>
      </w:r>
      <w:r>
        <w:t>Aziz Tabataba'i, which has been included in the condensed Arabic translation by Sayyid ‘Ali Milani.</w:t>
      </w:r>
    </w:p>
    <w:p w:rsidR="000D3C43" w:rsidRDefault="00D442CD" w:rsidP="00D442CD">
      <w:pPr>
        <w:pStyle w:val="libNormal"/>
      </w:pPr>
      <w:r>
        <w:t>Reprints of most parts of ‘Abaqat al</w:t>
      </w:r>
      <w:r w:rsidR="008E1963">
        <w:t>-</w:t>
      </w:r>
      <w:r>
        <w:t>Anwar have appeared in Iran. The first section of the first part, dealing with the sanad aspect of Hadith al</w:t>
      </w:r>
      <w:r w:rsidR="008E1963">
        <w:t>-</w:t>
      </w:r>
      <w:r>
        <w:t>­Ghadir was published in 1369/1949 in 600 pages from Tehran. The twelfth part, dealing with Hadith al</w:t>
      </w:r>
      <w:r w:rsidR="008E1963">
        <w:t>-</w:t>
      </w:r>
      <w:r>
        <w:t>Thaqalayn and Hadith al</w:t>
      </w:r>
      <w:r w:rsidR="008E1963">
        <w:t>-</w:t>
      </w:r>
      <w:r>
        <w:t>­Safinah, was published in six parts and three volumes (vol. 1 in 1379, vol. 2 in 1378­79, and vol. 3 in 1381 and 1382) by Mu'assaseh­ye Nashr­e Nafa'is­e Makhtutat, Isfahan. Madrasat al</w:t>
      </w:r>
      <w:r w:rsidR="008E1963">
        <w:t>-</w:t>
      </w:r>
      <w:r>
        <w:t>Imam al</w:t>
      </w:r>
      <w:r w:rsidR="008E1963">
        <w:t>-</w:t>
      </w:r>
      <w:r>
        <w:t>­Mahdi, Qumm, has published offset reprints of the first Indian lithographed print on the occasion of the author's first death centenary (vol. 3 on Hadith al</w:t>
      </w:r>
      <w:r w:rsidR="008E1963">
        <w:t>-</w:t>
      </w:r>
      <w:r>
        <w:t>­Wilayah, 1406; vol. 4 on Hadith al</w:t>
      </w:r>
      <w:r w:rsidR="008E1963">
        <w:t>-</w:t>
      </w:r>
      <w:r>
        <w:t>­Tayr, 1405; vol. 5 on Hadith Madinat al</w:t>
      </w:r>
      <w:r w:rsidR="008E1963">
        <w:t>-</w:t>
      </w:r>
      <w:r>
        <w:t>­‘ilm, 1406; vol. 6 on Hadith al</w:t>
      </w:r>
      <w:r w:rsidR="008E1963">
        <w:t>-</w:t>
      </w:r>
      <w:r>
        <w:t>­Tashbih, 1406; vol. 8 on Hadith al</w:t>
      </w:r>
      <w:r w:rsidR="008E1963">
        <w:t>-</w:t>
      </w:r>
      <w:r>
        <w:t>­Nur, 1406). ‘Allamah Shaykh Ghulam Rida Burujerdi has prepared a new edition of the book giving all the necessary references. His edition is under print.</w:t>
      </w:r>
    </w:p>
    <w:p w:rsidR="000D3C43" w:rsidRDefault="00D442CD" w:rsidP="00D442CD">
      <w:pPr>
        <w:pStyle w:val="libNormal"/>
      </w:pPr>
      <w:r>
        <w:t>Sayyid ‘Ali Milani has published ten volumes of Khulasat ‘Abaqat al</w:t>
      </w:r>
      <w:r w:rsidR="008E1963">
        <w:t>-</w:t>
      </w:r>
      <w:r>
        <w:t>Anwar, which is a condensed translation of the book in Arabic. The first two volumes of his translation, which begins with Hadith al</w:t>
      </w:r>
      <w:r w:rsidR="008E1963">
        <w:t>-</w:t>
      </w:r>
      <w:r>
        <w:t>Thaqalayn, were published in 1398. Bunyad­e Bi'that, Tehran, has published a new edition of the Khulasah, of which ten parts, dealing with Hadith al</w:t>
      </w:r>
      <w:r w:rsidR="008E1963">
        <w:t>-</w:t>
      </w:r>
      <w:r>
        <w:t>Thaqalayn, Hadith al</w:t>
      </w:r>
      <w:r w:rsidR="008E1963">
        <w:t>-</w:t>
      </w:r>
      <w:r>
        <w:t>­Safinah, Hadith al</w:t>
      </w:r>
      <w:r w:rsidR="008E1963">
        <w:t>-</w:t>
      </w:r>
      <w:r>
        <w:t>­Nur and Hadith al</w:t>
      </w:r>
      <w:r w:rsidR="008E1963">
        <w:t>-</w:t>
      </w:r>
      <w:r>
        <w:t>Ghadir, have appeared.</w:t>
      </w:r>
    </w:p>
    <w:p w:rsidR="00D442CD" w:rsidRDefault="00D442CD" w:rsidP="00D442CD">
      <w:pPr>
        <w:pStyle w:val="Heading2Center"/>
      </w:pPr>
      <w:bookmarkStart w:id="21" w:name="_Toc484431445"/>
      <w:r>
        <w:t>Notes</w:t>
      </w:r>
      <w:bookmarkEnd w:id="21"/>
    </w:p>
    <w:p w:rsidR="00D442CD" w:rsidRDefault="00D442CD" w:rsidP="00D442CD">
      <w:pPr>
        <w:pStyle w:val="libFootnote"/>
      </w:pPr>
      <w:r>
        <w:t>1. Al</w:t>
      </w:r>
      <w:r w:rsidR="008E1963">
        <w:t>-</w:t>
      </w:r>
      <w:r>
        <w:t>Sayyid `Abd al</w:t>
      </w:r>
      <w:r w:rsidR="008E1963">
        <w:t>-</w:t>
      </w:r>
      <w:r>
        <w:t>Aziz al</w:t>
      </w:r>
      <w:r w:rsidR="008E1963">
        <w:t>-</w:t>
      </w:r>
      <w:r>
        <w:t>­Tabataba'i "Ahlul Bayt (A) fi al</w:t>
      </w:r>
      <w:r w:rsidR="008E1963">
        <w:t>-</w:t>
      </w:r>
      <w:r>
        <w:t>­maktabat al</w:t>
      </w:r>
      <w:r w:rsidR="008E1963">
        <w:t>-</w:t>
      </w:r>
      <w:r>
        <w:t>Arabiyyah", Turathuna, no. 15 (4th year, 2nd issue), pp. 84 ­ 93.</w:t>
      </w:r>
    </w:p>
    <w:p w:rsidR="00D442CD" w:rsidRDefault="00D442CD" w:rsidP="00D442CD">
      <w:pPr>
        <w:pStyle w:val="libFootnote"/>
      </w:pPr>
      <w:r>
        <w:t>2. Idem., "Mawqif al</w:t>
      </w:r>
      <w:r w:rsidR="008E1963">
        <w:t>-</w:t>
      </w:r>
      <w:r>
        <w:t>­Shi`ah min hajamat al</w:t>
      </w:r>
      <w:r w:rsidR="008E1963">
        <w:t>-</w:t>
      </w:r>
      <w:r>
        <w:t>­khusum wa khulasah `an Kitab `Abaqat al</w:t>
      </w:r>
      <w:r w:rsidR="008E1963">
        <w:t>-</w:t>
      </w:r>
      <w:r>
        <w:t>Anwar", Turathuna, no. 6 (2nd year, 1st issue), pp. 41 ­ 52.</w:t>
      </w:r>
    </w:p>
    <w:p w:rsidR="00D442CD" w:rsidRDefault="00D442CD" w:rsidP="00D442CD">
      <w:pPr>
        <w:pStyle w:val="libFootnote"/>
      </w:pPr>
      <w:r>
        <w:t>3. This is the famous tradition, also mentioned in the narration given by al</w:t>
      </w:r>
      <w:r w:rsidR="008E1963">
        <w:t>-</w:t>
      </w:r>
      <w:r>
        <w:t>Hakim in Mustadrak `ala al</w:t>
      </w:r>
      <w:r w:rsidR="008E1963">
        <w:t>-</w:t>
      </w:r>
      <w:r>
        <w:t>­Sahihayn (vol. III, pp. 109­110), quoted in the section "On Some Sahih Versions of the Hadith" in the present article, in which the Prophet (S) while returning from his last pilgrimage stopped the entire caravan at Ghadir Khumm and made the announcement:</w:t>
      </w:r>
    </w:p>
    <w:p w:rsidR="000D3C43" w:rsidRDefault="00D442CD" w:rsidP="00D442CD">
      <w:pPr>
        <w:pStyle w:val="libFootnote"/>
      </w:pPr>
      <w:r>
        <w:rPr>
          <w:rtl/>
        </w:rPr>
        <w:t>من كنت مولاه فعلي مولاه</w:t>
      </w:r>
      <w:r>
        <w:t>.</w:t>
      </w:r>
    </w:p>
    <w:p w:rsidR="000D3C43" w:rsidRDefault="00D442CD" w:rsidP="00D442CD">
      <w:pPr>
        <w:pStyle w:val="libFootnote"/>
      </w:pPr>
      <w:r>
        <w:t>Of whomever I am his master, `Ali also is his master (mawla).</w:t>
      </w:r>
    </w:p>
    <w:p w:rsidR="000D3C43" w:rsidRDefault="00D442CD" w:rsidP="00D442CD">
      <w:pPr>
        <w:pStyle w:val="libFootnote"/>
      </w:pPr>
      <w:r>
        <w:t>This is also a mutawatir tradition about which al­</w:t>
      </w:r>
      <w:r w:rsidR="008E1963">
        <w:t>-</w:t>
      </w:r>
      <w:r>
        <w:t>Allamah al</w:t>
      </w:r>
      <w:r w:rsidR="008E1963">
        <w:t>-</w:t>
      </w:r>
      <w:r>
        <w:t>Amini wrote his great work al</w:t>
      </w:r>
      <w:r w:rsidR="008E1963">
        <w:t>-</w:t>
      </w:r>
      <w:r>
        <w:t>Ghadir fi al</w:t>
      </w:r>
      <w:r w:rsidR="008E1963">
        <w:t>-</w:t>
      </w:r>
      <w:r>
        <w:t>­Kitab wa al</w:t>
      </w:r>
      <w:r w:rsidR="008E1963">
        <w:t>-</w:t>
      </w:r>
      <w:r>
        <w:t>Sunnah wa al</w:t>
      </w:r>
      <w:r w:rsidR="008E1963">
        <w:t>-</w:t>
      </w:r>
      <w:r>
        <w:t>adab. Among the many Sunni traditionists who have recorded this tradition in their works are:</w:t>
      </w:r>
    </w:p>
    <w:p w:rsidR="00D442CD" w:rsidRDefault="00D442CD" w:rsidP="00D442CD">
      <w:pPr>
        <w:pStyle w:val="libFootnote"/>
      </w:pPr>
      <w:r>
        <w:t>Al</w:t>
      </w:r>
      <w:r w:rsidR="008E1963">
        <w:t>-</w:t>
      </w:r>
      <w:r>
        <w:t>Tirmidhi in his Sahih (Bulaq, 1292), ii, 298;</w:t>
      </w:r>
    </w:p>
    <w:p w:rsidR="00D442CD" w:rsidRDefault="00D442CD" w:rsidP="00D442CD">
      <w:pPr>
        <w:pStyle w:val="libFootnote"/>
      </w:pPr>
      <w:r>
        <w:lastRenderedPageBreak/>
        <w:t>Sunan Ibn Majah (Matba`at al</w:t>
      </w:r>
      <w:r w:rsidR="008E1963">
        <w:t>-</w:t>
      </w:r>
      <w:r>
        <w:t>­Faruqi, Delhi), in "bab Fada'il ashab Rasul Allah (S)" from al</w:t>
      </w:r>
      <w:r w:rsidR="008E1963">
        <w:t>-</w:t>
      </w:r>
      <w:r>
        <w:t>­Bara' ibn `Azib and Sa`d ibn Abi Waqqas;</w:t>
      </w:r>
    </w:p>
    <w:p w:rsidR="00D442CD" w:rsidRDefault="00D442CD" w:rsidP="00D442CD">
      <w:pPr>
        <w:pStyle w:val="libFootnote"/>
      </w:pPr>
      <w:r>
        <w:t>Al</w:t>
      </w:r>
      <w:r w:rsidR="008E1963">
        <w:t>-</w:t>
      </w:r>
      <w:r>
        <w:t>Hakim in Mustadrak (Hyderabad, 1313) from Zayd ibn Arqam (iii, 109, 533), Sa`d ibn Malik (iii, 116), from Rifa`ah ibn Ayas al</w:t>
      </w:r>
      <w:r w:rsidR="008E1963">
        <w:t>-</w:t>
      </w:r>
      <w:r>
        <w:t>Dabbi from his father from his grandfather (iii, 371), and from Buraydah al­</w:t>
      </w:r>
      <w:r w:rsidR="008E1963">
        <w:t>-</w:t>
      </w:r>
      <w:r>
        <w:t>Aslami; (iii, 110; ii, 129);</w:t>
      </w:r>
    </w:p>
    <w:p w:rsidR="00D442CD" w:rsidRDefault="00D442CD" w:rsidP="00D442CD">
      <w:pPr>
        <w:pStyle w:val="libFootnote"/>
      </w:pPr>
      <w:r>
        <w:t>Imam Ahmad ibn Hanbal in his Musnad, al</w:t>
      </w:r>
      <w:r w:rsidR="008E1963">
        <w:t>-</w:t>
      </w:r>
      <w:r>
        <w:t>­Matba`at al</w:t>
      </w:r>
      <w:r w:rsidR="008E1963">
        <w:t>-</w:t>
      </w:r>
      <w:r>
        <w:t>­Maymaniyyah, Egypt, 1313, from al</w:t>
      </w:r>
      <w:r w:rsidR="008E1963">
        <w:t>-</w:t>
      </w:r>
      <w:r>
        <w:t>­Bara' ibn `Azib (iv, 281), Buraydah al</w:t>
      </w:r>
      <w:r w:rsidR="008E1963">
        <w:t>-</w:t>
      </w:r>
      <w:r>
        <w:t>Aslami (v, 347, 350, 358), Zayd ibn Arqam (iv, 372, iv, 368, v, 307), Ibn `Abbas (i, 330), Abu al</w:t>
      </w:r>
      <w:r w:rsidR="008E1963">
        <w:t>-</w:t>
      </w:r>
      <w:r>
        <w:t>Tufayl (iv, 270) and `Ali ibn Abi Talib (A) (i, 84, 88, 118, 139, 152, v, 307, 366, 419);</w:t>
      </w:r>
    </w:p>
    <w:p w:rsidR="00D442CD" w:rsidRDefault="00D442CD" w:rsidP="00D442CD">
      <w:pPr>
        <w:pStyle w:val="libFootnote"/>
      </w:pPr>
      <w:r>
        <w:t>Abu Nu`aym al</w:t>
      </w:r>
      <w:r w:rsidR="008E1963">
        <w:t>-</w:t>
      </w:r>
      <w:r>
        <w:t>Isfahani; in Hilyat al</w:t>
      </w:r>
      <w:r w:rsidR="008E1963">
        <w:t>-</w:t>
      </w:r>
      <w:r>
        <w:t>awliya' (Egypt: Matba`at al</w:t>
      </w:r>
      <w:r w:rsidR="008E1963">
        <w:t>-</w:t>
      </w:r>
      <w:r>
        <w:t>­Sa`adah, 1351) iv, 23, v, 26;</w:t>
      </w:r>
    </w:p>
    <w:p w:rsidR="00D442CD" w:rsidRDefault="00D442CD" w:rsidP="00D442CD">
      <w:pPr>
        <w:pStyle w:val="libFootnote"/>
      </w:pPr>
      <w:r>
        <w:t>Fakhr al</w:t>
      </w:r>
      <w:r w:rsidR="008E1963">
        <w:t>-</w:t>
      </w:r>
      <w:r>
        <w:t>Din al</w:t>
      </w:r>
      <w:r w:rsidR="008E1963">
        <w:t>-</w:t>
      </w:r>
      <w:r>
        <w:t>Razi; in al</w:t>
      </w:r>
      <w:r w:rsidR="008E1963">
        <w:t>-</w:t>
      </w:r>
      <w:r>
        <w:t>­Tafsir al</w:t>
      </w:r>
      <w:r w:rsidR="008E1963">
        <w:t>-</w:t>
      </w:r>
      <w:r>
        <w:t>kabir (Dar Tiba`at al</w:t>
      </w:r>
      <w:r w:rsidR="008E1963">
        <w:t>-</w:t>
      </w:r>
      <w:r>
        <w:t>Amirah) under the verse 5:67;</w:t>
      </w:r>
    </w:p>
    <w:p w:rsidR="00D442CD" w:rsidRDefault="00D442CD" w:rsidP="00D442CD">
      <w:pPr>
        <w:pStyle w:val="libFootnote"/>
      </w:pPr>
      <w:r>
        <w:t>Al</w:t>
      </w:r>
      <w:r w:rsidR="008E1963">
        <w:t>-</w:t>
      </w:r>
      <w:r>
        <w:t>Khatib al</w:t>
      </w:r>
      <w:r w:rsidR="008E1963">
        <w:t>-</w:t>
      </w:r>
      <w:r>
        <w:t>Baghdadi, in Ta'rikh Baghdad (Matba`at al</w:t>
      </w:r>
      <w:r w:rsidR="008E1963">
        <w:t>-</w:t>
      </w:r>
      <w:r>
        <w:t>­Sa`adah, 1360), vii, 377, viii, 290, xii, 343, xiv, 236;</w:t>
      </w:r>
    </w:p>
    <w:p w:rsidR="00D442CD" w:rsidRDefault="00D442CD" w:rsidP="00D442CD">
      <w:pPr>
        <w:pStyle w:val="libFootnote"/>
      </w:pPr>
      <w:r>
        <w:t>Al</w:t>
      </w:r>
      <w:r w:rsidR="008E1963">
        <w:t>-</w:t>
      </w:r>
      <w:r>
        <w:t>Nasa'i in Khasa'is (Matba`at al</w:t>
      </w:r>
      <w:r w:rsidR="008E1963">
        <w:t>-</w:t>
      </w:r>
      <w:r>
        <w:t>­Taqaddum al</w:t>
      </w:r>
      <w:r w:rsidR="008E1963">
        <w:t>-</w:t>
      </w:r>
      <w:r>
        <w:t>llmiyyah, Egypt, 1348), pp.4, 21, 22, 23, 25, 26, 40;</w:t>
      </w:r>
    </w:p>
    <w:p w:rsidR="00D442CD" w:rsidRDefault="00D442CD" w:rsidP="00D442CD">
      <w:pPr>
        <w:pStyle w:val="libFootnote"/>
      </w:pPr>
      <w:r>
        <w:t>Al</w:t>
      </w:r>
      <w:r w:rsidR="008E1963">
        <w:t>-</w:t>
      </w:r>
      <w:r>
        <w:t>­Muhibb al</w:t>
      </w:r>
      <w:r w:rsidR="008E1963">
        <w:t>-</w:t>
      </w:r>
      <w:r>
        <w:t>Tabari, in al</w:t>
      </w:r>
      <w:r w:rsidR="008E1963">
        <w:t>-</w:t>
      </w:r>
      <w:r>
        <w:t>­Riyad al</w:t>
      </w:r>
      <w:r w:rsidR="008E1963">
        <w:t>-</w:t>
      </w:r>
      <w:r>
        <w:t>­nadirah (Matba`at al­</w:t>
      </w:r>
      <w:r w:rsidR="008E1963">
        <w:t>-</w:t>
      </w:r>
      <w:r>
        <w:t>Ittihad, Egypt, 1st ed.), ii, 169, 170, 172, 203 and Dhakha'ir al</w:t>
      </w:r>
      <w:r w:rsidR="008E1963">
        <w:t>-</w:t>
      </w:r>
      <w:r>
        <w:t>uqba (Egypt 1356), 86;</w:t>
      </w:r>
    </w:p>
    <w:p w:rsidR="00D442CD" w:rsidRDefault="00D442CD" w:rsidP="00D442CD">
      <w:pPr>
        <w:pStyle w:val="libFootnote"/>
      </w:pPr>
      <w:r>
        <w:t>Ibn Hajar al</w:t>
      </w:r>
      <w:r w:rsidR="008E1963">
        <w:t>-</w:t>
      </w:r>
      <w:r>
        <w:t>Asqalani in al</w:t>
      </w:r>
      <w:r w:rsidR="008E1963">
        <w:t>-</w:t>
      </w:r>
      <w:r>
        <w:t>­Sawa'iq al</w:t>
      </w:r>
      <w:r w:rsidR="008E1963">
        <w:t>-</w:t>
      </w:r>
      <w:r>
        <w:t>­muhriqah (al</w:t>
      </w:r>
      <w:r w:rsidR="008E1963">
        <w:t>-</w:t>
      </w:r>
      <w:r>
        <w:t>­Matba`at al</w:t>
      </w:r>
      <w:r w:rsidR="008E1963">
        <w:t>-</w:t>
      </w:r>
      <w:r>
        <w:t>­Maymaniyyah, Egypt; 1312), pp. 25, 26;</w:t>
      </w:r>
    </w:p>
    <w:p w:rsidR="00D442CD" w:rsidRDefault="00D442CD" w:rsidP="00D442CD">
      <w:pPr>
        <w:pStyle w:val="libFootnote"/>
      </w:pPr>
      <w:r>
        <w:t>`Ali al</w:t>
      </w:r>
      <w:r w:rsidR="008E1963">
        <w:t>-</w:t>
      </w:r>
      <w:r>
        <w:t>Muttaqi al</w:t>
      </w:r>
      <w:r w:rsidR="008E1963">
        <w:t>-</w:t>
      </w:r>
      <w:r>
        <w:t>Hindi in Kanz al</w:t>
      </w:r>
      <w:r w:rsidR="008E1963">
        <w:t>-</w:t>
      </w:r>
      <w:r>
        <w:t>ummal (Hyderabad, 1312), i, 48, vi, 83, 153, 154, 390, 397, 398, 399, 403,405, 406, 407;</w:t>
      </w:r>
    </w:p>
    <w:p w:rsidR="00D442CD" w:rsidRDefault="00D442CD" w:rsidP="00D442CD">
      <w:pPr>
        <w:pStyle w:val="libFootnote"/>
      </w:pPr>
      <w:r>
        <w:t>Ibn Hajar al</w:t>
      </w:r>
      <w:r w:rsidR="008E1963">
        <w:t>-</w:t>
      </w:r>
      <w:r>
        <w:t>Asqalani in al</w:t>
      </w:r>
      <w:r w:rsidR="008E1963">
        <w:t>-</w:t>
      </w:r>
      <w:r>
        <w:t>lsabah (Calcutta, 1853 A.D.), i, part one, 57, 319; iii, part one, 29; iv, part one, 14, 16, 61, 143, 169, 182; vi, 223, vii, part one, 78, 156;</w:t>
      </w:r>
    </w:p>
    <w:p w:rsidR="00D442CD" w:rsidRDefault="00D442CD" w:rsidP="00D442CD">
      <w:pPr>
        <w:pStyle w:val="libFootnote"/>
      </w:pPr>
      <w:r>
        <w:t>Ibn al</w:t>
      </w:r>
      <w:r w:rsidR="008E1963">
        <w:t>-</w:t>
      </w:r>
      <w:r>
        <w:t>Athir in Usd al</w:t>
      </w:r>
      <w:r w:rsidR="008E1963">
        <w:t>-</w:t>
      </w:r>
      <w:r>
        <w:t>ghabah (al</w:t>
      </w:r>
      <w:r w:rsidR="008E1963">
        <w:t>-</w:t>
      </w:r>
      <w:r>
        <w:t>­Matba`at al</w:t>
      </w:r>
      <w:r w:rsidR="008E1963">
        <w:t>-</w:t>
      </w:r>
      <w:r>
        <w:t>­Wahbiyyah, Egypt, 1285), i, 308, 367, 368, ii, 307, 233, iii, 92, 93, 321, 374, iv, 28, v, 205, 276, 383;</w:t>
      </w:r>
    </w:p>
    <w:p w:rsidR="00D442CD" w:rsidRDefault="00D442CD" w:rsidP="00D442CD">
      <w:pPr>
        <w:pStyle w:val="libFootnote"/>
      </w:pPr>
      <w:r>
        <w:t>Ibn Qutaybah in al</w:t>
      </w:r>
      <w:r w:rsidR="008E1963">
        <w:t>-</w:t>
      </w:r>
      <w:r>
        <w:t>Imamah wa al</w:t>
      </w:r>
      <w:r w:rsidR="008E1963">
        <w:t>-</w:t>
      </w:r>
      <w:r>
        <w:t>­siyasah (Matba`at al</w:t>
      </w:r>
      <w:r w:rsidR="008E1963">
        <w:t>-</w:t>
      </w:r>
      <w:r>
        <w:t>Futuh al</w:t>
      </w:r>
      <w:r w:rsidR="008E1963">
        <w:t>-</w:t>
      </w:r>
      <w:r>
        <w:t>Adabiyyah, 1331), 93;</w:t>
      </w:r>
    </w:p>
    <w:p w:rsidR="00D442CD" w:rsidRDefault="00D442CD" w:rsidP="00D442CD">
      <w:pPr>
        <w:pStyle w:val="libFootnote"/>
      </w:pPr>
      <w:r>
        <w:t>Al</w:t>
      </w:r>
      <w:r w:rsidR="008E1963">
        <w:t>-</w:t>
      </w:r>
      <w:r>
        <w:t>Tahawi in Mushkil al</w:t>
      </w:r>
      <w:r w:rsidR="008E1963">
        <w:t>-</w:t>
      </w:r>
      <w:r>
        <w:t>athar (Hyderabad, 1333), ii, 307;</w:t>
      </w:r>
    </w:p>
    <w:p w:rsidR="00D442CD" w:rsidRDefault="00D442CD" w:rsidP="00D442CD">
      <w:pPr>
        <w:pStyle w:val="libFootnote"/>
      </w:pPr>
      <w:r>
        <w:t>Al</w:t>
      </w:r>
      <w:r w:rsidR="008E1963">
        <w:t>-</w:t>
      </w:r>
      <w:r>
        <w:t>­Manawi in Fayd al</w:t>
      </w:r>
      <w:r w:rsidR="008E1963">
        <w:t>-</w:t>
      </w:r>
      <w:r>
        <w:t>Qadir (Egypt, 1356), vi, 218, 358 and Kunuz al</w:t>
      </w:r>
      <w:r w:rsidR="008E1963">
        <w:t>-</w:t>
      </w:r>
      <w:r>
        <w:t>­haqa'iq (Istanbul, 1285), 92;</w:t>
      </w:r>
    </w:p>
    <w:p w:rsidR="00D442CD" w:rsidRDefault="00D442CD" w:rsidP="00D442CD">
      <w:pPr>
        <w:pStyle w:val="libFootnote"/>
      </w:pPr>
      <w:r>
        <w:t>Al</w:t>
      </w:r>
      <w:r w:rsidR="008E1963">
        <w:t>-</w:t>
      </w:r>
      <w:r>
        <w:t>Haythami Majma` al</w:t>
      </w:r>
      <w:r w:rsidR="008E1963">
        <w:t>-</w:t>
      </w:r>
      <w:r>
        <w:t>zawa'id (Egypt, 1352), vii, 17, ix 103, 104, 105, 106,107, 108, 119, 163, 164;</w:t>
      </w:r>
    </w:p>
    <w:p w:rsidR="000D3C43" w:rsidRDefault="00D442CD" w:rsidP="00D442CD">
      <w:pPr>
        <w:pStyle w:val="libFootnote"/>
      </w:pPr>
      <w:r>
        <w:t>`Ali ibn Sultan Muhammad al</w:t>
      </w:r>
      <w:r w:rsidR="008E1963">
        <w:t>-</w:t>
      </w:r>
      <w:r>
        <w:t>Qari in Mirqat al</w:t>
      </w:r>
      <w:r w:rsidR="008E1963">
        <w:t>-</w:t>
      </w:r>
      <w:r>
        <w:t>­mafatih (al</w:t>
      </w:r>
      <w:r w:rsidR="008E1963">
        <w:t>-</w:t>
      </w:r>
      <w:r>
        <w:t>­Matba`at al</w:t>
      </w:r>
      <w:r w:rsidR="008E1963">
        <w:t>-</w:t>
      </w:r>
      <w:r>
        <w:t>­Maymaniyyah, Egypt, 1309), v, 568.</w:t>
      </w:r>
    </w:p>
    <w:p w:rsidR="00D442CD" w:rsidRDefault="00D442CD" w:rsidP="00D442CD">
      <w:pPr>
        <w:pStyle w:val="libFootnote"/>
      </w:pPr>
      <w:r>
        <w:t>4. Al</w:t>
      </w:r>
      <w:r w:rsidR="008E1963">
        <w:t>-</w:t>
      </w:r>
      <w:r>
        <w:t>Bukhari in his Sahih (al</w:t>
      </w:r>
      <w:r w:rsidR="008E1963">
        <w:t>-</w:t>
      </w:r>
      <w:r>
        <w:t>­Matba`at al</w:t>
      </w:r>
      <w:r w:rsidR="008E1963">
        <w:t>-</w:t>
      </w:r>
      <w:r>
        <w:t>­Khayriyyah, Egypt, 1320) in "Kitab bad' al</w:t>
      </w:r>
      <w:r w:rsidR="008E1963">
        <w:t>-</w:t>
      </w:r>
      <w:r>
        <w:t>­khalq", "Bab manaqib `Ali ibn Abi Talib" and "Bab ghazwat Tabuk," in two places, records this tradition in which the Prophet (S) is reported to have said to `Ali (A):</w:t>
      </w:r>
    </w:p>
    <w:p w:rsidR="000D3C43" w:rsidRDefault="00D442CD" w:rsidP="00D442CD">
      <w:pPr>
        <w:pStyle w:val="libFootnote"/>
      </w:pPr>
      <w:r>
        <w:rPr>
          <w:rtl/>
        </w:rPr>
        <w:t>أما ترضى أن تكون مني بمنزلة هارون من موسى؟</w:t>
      </w:r>
    </w:p>
    <w:p w:rsidR="000D3C43" w:rsidRDefault="00D442CD" w:rsidP="00D442CD">
      <w:pPr>
        <w:pStyle w:val="libFootnote"/>
      </w:pPr>
      <w:r>
        <w:t>Are you not pleased to have the position (manzilah) in relation to me as that Aaron had in relation to Moses?</w:t>
      </w:r>
    </w:p>
    <w:p w:rsidR="000D3C43" w:rsidRDefault="00D442CD" w:rsidP="00D442CD">
      <w:pPr>
        <w:pStyle w:val="libFootnote"/>
      </w:pPr>
      <w:r>
        <w:t>Among other traditionists who have recorded this tradition in their works are:</w:t>
      </w:r>
    </w:p>
    <w:p w:rsidR="00D442CD" w:rsidRDefault="00D442CD" w:rsidP="00D442CD">
      <w:pPr>
        <w:pStyle w:val="libFootnote"/>
      </w:pPr>
      <w:r>
        <w:t>Muslim in his Sahih (Matba`at Bulaq, 1290), "Kitab fada'il al</w:t>
      </w:r>
      <w:r w:rsidR="008E1963">
        <w:t>-</w:t>
      </w:r>
      <w:r>
        <w:t>Sahabah," through three chains;</w:t>
      </w:r>
    </w:p>
    <w:p w:rsidR="00D442CD" w:rsidRDefault="00D442CD" w:rsidP="00D442CD">
      <w:pPr>
        <w:pStyle w:val="libFootnote"/>
      </w:pPr>
      <w:r>
        <w:t>al</w:t>
      </w:r>
      <w:r w:rsidR="008E1963">
        <w:t>-</w:t>
      </w:r>
      <w:r>
        <w:t>Tirmidhi, in his Sahih, ii, 301;</w:t>
      </w:r>
    </w:p>
    <w:p w:rsidR="00D442CD" w:rsidRDefault="00D442CD" w:rsidP="00D442CD">
      <w:pPr>
        <w:pStyle w:val="libFootnote"/>
      </w:pPr>
      <w:r>
        <w:t>Ibn Majah in his Sunan, p. 12;</w:t>
      </w:r>
    </w:p>
    <w:p w:rsidR="00D442CD" w:rsidRDefault="00D442CD" w:rsidP="00D442CD">
      <w:pPr>
        <w:pStyle w:val="libFootnote"/>
      </w:pPr>
      <w:r>
        <w:t>al</w:t>
      </w:r>
      <w:r w:rsidR="008E1963">
        <w:t>-</w:t>
      </w:r>
      <w:r>
        <w:t>Hakim in Mustadrak, ii, 337;</w:t>
      </w:r>
    </w:p>
    <w:p w:rsidR="00D442CD" w:rsidRDefault="00D442CD" w:rsidP="00D442CD">
      <w:pPr>
        <w:pStyle w:val="libFootnote"/>
      </w:pPr>
      <w:r>
        <w:t>Imam Ahmad ibn Hanbal in Musnad, i, 29, 170, 173, 174, 175, 177, 179, 182, 184, 185; 230, iii, 338, vi, 369;</w:t>
      </w:r>
    </w:p>
    <w:p w:rsidR="00D442CD" w:rsidRDefault="00D442CD" w:rsidP="00D442CD">
      <w:pPr>
        <w:pStyle w:val="libFootnote"/>
      </w:pPr>
      <w:r>
        <w:t>al</w:t>
      </w:r>
      <w:r w:rsidR="008E1963">
        <w:t>-</w:t>
      </w:r>
      <w:r>
        <w:t>Nasa'i in Khasa'is, 4, 14, 15, 16, 17, 19, 32;</w:t>
      </w:r>
    </w:p>
    <w:p w:rsidR="00D442CD" w:rsidRDefault="00D442CD" w:rsidP="00D442CD">
      <w:pPr>
        <w:pStyle w:val="libFootnote"/>
      </w:pPr>
      <w:r>
        <w:t>Ibn Sa`d in al</w:t>
      </w:r>
      <w:r w:rsidR="008E1963">
        <w:t>-</w:t>
      </w:r>
      <w:r>
        <w:t>Tabaqat (Leiden 1322) iii, part one, 14, 15;</w:t>
      </w:r>
    </w:p>
    <w:p w:rsidR="00D442CD" w:rsidRDefault="00D442CD" w:rsidP="00D442CD">
      <w:pPr>
        <w:pStyle w:val="libFootnote"/>
      </w:pPr>
      <w:r>
        <w:t>Abu Nu`aym in Hilyat al</w:t>
      </w:r>
      <w:r w:rsidR="008E1963">
        <w:t>-</w:t>
      </w:r>
      <w:r>
        <w:t>awliya', vi, 345, vii, 194, 195, 196, viii, 307;</w:t>
      </w:r>
    </w:p>
    <w:p w:rsidR="00D442CD" w:rsidRDefault="00D442CD" w:rsidP="00D442CD">
      <w:pPr>
        <w:pStyle w:val="libFootnote"/>
      </w:pPr>
      <w:r>
        <w:t>al</w:t>
      </w:r>
      <w:r w:rsidR="008E1963">
        <w:t>-</w:t>
      </w:r>
      <w:r>
        <w:t>Khatib in Ta'rikh Baghdad, i, 324, iii, 288, iv, 71, 204, 382, vii, 452, viii, 52, ix, 394, x, 43, xi, 432, xii, 323;</w:t>
      </w:r>
    </w:p>
    <w:p w:rsidR="00D442CD" w:rsidRDefault="00D442CD" w:rsidP="00D442CD">
      <w:pPr>
        <w:pStyle w:val="libFootnote"/>
      </w:pPr>
      <w:r>
        <w:t>al</w:t>
      </w:r>
      <w:r w:rsidR="008E1963">
        <w:t>-</w:t>
      </w:r>
      <w:r>
        <w:t>Tabari in his Ta'rikh al</w:t>
      </w:r>
      <w:r w:rsidR="008E1963">
        <w:t>-</w:t>
      </w:r>
      <w:r>
        <w:t>umam wa al</w:t>
      </w:r>
      <w:r w:rsidR="008E1963">
        <w:t>-</w:t>
      </w:r>
      <w:r>
        <w:t>­muluk (Matba`at al</w:t>
      </w:r>
      <w:r w:rsidR="008E1963">
        <w:t>-</w:t>
      </w:r>
      <w:r>
        <w:t>lstiqamah, Cairo, 1357), ii, 368;</w:t>
      </w:r>
    </w:p>
    <w:p w:rsidR="00D442CD" w:rsidRDefault="00D442CD" w:rsidP="00D442CD">
      <w:pPr>
        <w:pStyle w:val="libFootnote"/>
      </w:pPr>
      <w:r>
        <w:t>Ibn al</w:t>
      </w:r>
      <w:r w:rsidR="008E1963">
        <w:t>-</w:t>
      </w:r>
      <w:r>
        <w:t>Athir, Usd al</w:t>
      </w:r>
      <w:r w:rsidR="008E1963">
        <w:t>-</w:t>
      </w:r>
      <w:r>
        <w:t>ghabah, v, 8;</w:t>
      </w:r>
    </w:p>
    <w:p w:rsidR="00D442CD" w:rsidRDefault="00D442CD" w:rsidP="00D442CD">
      <w:pPr>
        <w:pStyle w:val="libFootnote"/>
      </w:pPr>
      <w:r>
        <w:lastRenderedPageBreak/>
        <w:t>al</w:t>
      </w:r>
      <w:r w:rsidR="008E1963">
        <w:t>-</w:t>
      </w:r>
      <w:r>
        <w:t>Muttaqi al</w:t>
      </w:r>
      <w:r w:rsidR="008E1963">
        <w:t>-</w:t>
      </w:r>
      <w:r>
        <w:t>Hindi, Kanz al</w:t>
      </w:r>
      <w:r w:rsidR="008E1963">
        <w:t>-</w:t>
      </w:r>
      <w:r>
        <w:t>ummal, iii, 154, v, 40, vi, 154, 188, 395, 402, 404, 405, viii, 215;</w:t>
      </w:r>
    </w:p>
    <w:p w:rsidR="00D442CD" w:rsidRDefault="00D442CD" w:rsidP="00D442CD">
      <w:pPr>
        <w:pStyle w:val="libFootnote"/>
      </w:pPr>
      <w:r>
        <w:t>al</w:t>
      </w:r>
      <w:r w:rsidR="008E1963">
        <w:t>-</w:t>
      </w:r>
      <w:r>
        <w:t>Haythami, Majma` al</w:t>
      </w:r>
      <w:r w:rsidR="008E1963">
        <w:t>-</w:t>
      </w:r>
      <w:r>
        <w:t>zawa'id, ix, 109, 110, 111, 119;</w:t>
      </w:r>
    </w:p>
    <w:p w:rsidR="000D3C43" w:rsidRDefault="00D442CD" w:rsidP="00D442CD">
      <w:pPr>
        <w:pStyle w:val="libFootnote"/>
      </w:pPr>
      <w:r>
        <w:t>al</w:t>
      </w:r>
      <w:r w:rsidR="008E1963">
        <w:t>-</w:t>
      </w:r>
      <w:r>
        <w:t>­Muhibb al</w:t>
      </w:r>
      <w:r w:rsidR="008E1963">
        <w:t>-</w:t>
      </w:r>
      <w:r>
        <w:t>Tabari, in al</w:t>
      </w:r>
      <w:r w:rsidR="008E1963">
        <w:t>-</w:t>
      </w:r>
      <w:r>
        <w:t>­Riyad al</w:t>
      </w:r>
      <w:r w:rsidR="008E1963">
        <w:t>-</w:t>
      </w:r>
      <w:r>
        <w:t>­nadirah, i, 13, ii, 162, 163, 164, 175, 195, 203 and Dhakha'ir al</w:t>
      </w:r>
      <w:r w:rsidR="008E1963">
        <w:t>-</w:t>
      </w:r>
      <w:r>
        <w:t>uqba, 120.</w:t>
      </w:r>
    </w:p>
    <w:p w:rsidR="00D442CD" w:rsidRDefault="00D442CD" w:rsidP="00D442CD">
      <w:pPr>
        <w:pStyle w:val="libFootnote"/>
      </w:pPr>
      <w:r>
        <w:t>5. Al</w:t>
      </w:r>
      <w:r w:rsidR="008E1963">
        <w:t>-</w:t>
      </w:r>
      <w:r>
        <w:t>Tirmidhi, in his Sahih, ii, 297, records this tradition of the Prophet (S):</w:t>
      </w:r>
    </w:p>
    <w:p w:rsidR="00D442CD" w:rsidRDefault="00D442CD" w:rsidP="00D442CD">
      <w:pPr>
        <w:pStyle w:val="libFootnote"/>
      </w:pPr>
      <w:r>
        <w:rPr>
          <w:rtl/>
        </w:rPr>
        <w:t>إن عليا مني وأنا منه, وهو ولي كل مؤمن بعدي</w:t>
      </w:r>
      <w:r>
        <w:t>.</w:t>
      </w:r>
    </w:p>
    <w:p w:rsidR="000D3C43" w:rsidRDefault="00D442CD" w:rsidP="00D442CD">
      <w:pPr>
        <w:pStyle w:val="libFootnote"/>
      </w:pPr>
      <w:r>
        <w:t>Verily, `AIi and I are inseparable, and he is the master (wali) of every believer after me.</w:t>
      </w:r>
    </w:p>
    <w:p w:rsidR="000D3C43" w:rsidRDefault="00D442CD" w:rsidP="00D442CD">
      <w:pPr>
        <w:pStyle w:val="libFootnote"/>
      </w:pPr>
      <w:r>
        <w:t>Among other traditionists who have recorded it in their books are:</w:t>
      </w:r>
    </w:p>
    <w:p w:rsidR="00D442CD" w:rsidRDefault="00D442CD" w:rsidP="00D442CD">
      <w:pPr>
        <w:pStyle w:val="libFootnote"/>
      </w:pPr>
      <w:r>
        <w:t>Ahmad ibn Hanbal in his Musnad, iv, 437, v, 356;</w:t>
      </w:r>
    </w:p>
    <w:p w:rsidR="00D442CD" w:rsidRDefault="00D442CD" w:rsidP="00D442CD">
      <w:pPr>
        <w:pStyle w:val="libFootnote"/>
      </w:pPr>
      <w:r>
        <w:t>Abu Dawud al</w:t>
      </w:r>
      <w:r w:rsidR="008E1963">
        <w:t>-</w:t>
      </w:r>
      <w:r>
        <w:t>­Tayalisi in his Musnad, iii, 111, xi, 360;</w:t>
      </w:r>
    </w:p>
    <w:p w:rsidR="00D442CD" w:rsidRDefault="00D442CD" w:rsidP="00D442CD">
      <w:pPr>
        <w:pStyle w:val="libFootnote"/>
      </w:pPr>
      <w:r>
        <w:t>al</w:t>
      </w:r>
      <w:r w:rsidR="008E1963">
        <w:t>-</w:t>
      </w:r>
      <w:r>
        <w:t>Haythami, Majma` al</w:t>
      </w:r>
      <w:r w:rsidR="008E1963">
        <w:t>-</w:t>
      </w:r>
      <w:r>
        <w:t>zawa'id, ix, 109, 127, 128, 199;</w:t>
      </w:r>
    </w:p>
    <w:p w:rsidR="00D442CD" w:rsidRDefault="00D442CD" w:rsidP="00D442CD">
      <w:pPr>
        <w:pStyle w:val="libFootnote"/>
      </w:pPr>
      <w:r>
        <w:t>al</w:t>
      </w:r>
      <w:r w:rsidR="008E1963">
        <w:t>-</w:t>
      </w:r>
      <w:r>
        <w:t>Khatib al</w:t>
      </w:r>
      <w:r w:rsidR="008E1963">
        <w:t>-</w:t>
      </w:r>
      <w:r>
        <w:t>Baghdadi, Ta'rikh Baghdad, iv, 339;</w:t>
      </w:r>
    </w:p>
    <w:p w:rsidR="00D442CD" w:rsidRDefault="00D442CD" w:rsidP="00D442CD">
      <w:pPr>
        <w:pStyle w:val="libFootnote"/>
      </w:pPr>
      <w:r>
        <w:t>al</w:t>
      </w:r>
      <w:r w:rsidR="008E1963">
        <w:t>-</w:t>
      </w:r>
      <w:r>
        <w:t>­Muhibb al</w:t>
      </w:r>
      <w:r w:rsidR="008E1963">
        <w:t>-</w:t>
      </w:r>
      <w:r>
        <w:t>Tabari, al</w:t>
      </w:r>
      <w:r w:rsidR="008E1963">
        <w:t>-</w:t>
      </w:r>
      <w:r>
        <w:t>­Riyad al</w:t>
      </w:r>
      <w:r w:rsidR="008E1963">
        <w:t>-</w:t>
      </w:r>
      <w:r>
        <w:t>­nadirah, ii, 203, 171;</w:t>
      </w:r>
    </w:p>
    <w:p w:rsidR="00D442CD" w:rsidRDefault="00D442CD" w:rsidP="00D442CD">
      <w:pPr>
        <w:pStyle w:val="libFootnote"/>
      </w:pPr>
      <w:r>
        <w:t>al</w:t>
      </w:r>
      <w:r w:rsidR="008E1963">
        <w:t>-</w:t>
      </w:r>
      <w:r>
        <w:t>Muttaqi al</w:t>
      </w:r>
      <w:r w:rsidR="008E1963">
        <w:t>-</w:t>
      </w:r>
      <w:r>
        <w:t>Hindi, Kanz al</w:t>
      </w:r>
      <w:r w:rsidR="008E1963">
        <w:t>-</w:t>
      </w:r>
      <w:r>
        <w:t>ummal, vi, 154, 155, 396, 401;</w:t>
      </w:r>
    </w:p>
    <w:p w:rsidR="00D442CD" w:rsidRDefault="00D442CD" w:rsidP="00D442CD">
      <w:pPr>
        <w:pStyle w:val="libFootnote"/>
      </w:pPr>
      <w:r>
        <w:t>Ibn al</w:t>
      </w:r>
      <w:r w:rsidR="008E1963">
        <w:t>-</w:t>
      </w:r>
      <w:r>
        <w:t>Athir in Usd al</w:t>
      </w:r>
      <w:r w:rsidR="008E1963">
        <w:t>-</w:t>
      </w:r>
      <w:r>
        <w:t>ghabah, v, 94;</w:t>
      </w:r>
    </w:p>
    <w:p w:rsidR="00D442CD" w:rsidRDefault="00D442CD" w:rsidP="00D442CD">
      <w:pPr>
        <w:pStyle w:val="libFootnote"/>
      </w:pPr>
      <w:r>
        <w:t>Abu Nu`aym in Hilyat al</w:t>
      </w:r>
      <w:r w:rsidR="008E1963">
        <w:t>-</w:t>
      </w:r>
      <w:r>
        <w:t>awliya', vi, 294;</w:t>
      </w:r>
    </w:p>
    <w:p w:rsidR="00D442CD" w:rsidRDefault="00D442CD" w:rsidP="00D442CD">
      <w:pPr>
        <w:pStyle w:val="libFootnote"/>
      </w:pPr>
      <w:r>
        <w:t>al</w:t>
      </w:r>
      <w:r w:rsidR="008E1963">
        <w:t>-</w:t>
      </w:r>
      <w:r>
        <w:t>Nasa'i, Khasa'is, 19, 23;</w:t>
      </w:r>
    </w:p>
    <w:p w:rsidR="000D3C43" w:rsidRDefault="00D442CD" w:rsidP="00D442CD">
      <w:pPr>
        <w:pStyle w:val="libFootnote"/>
      </w:pPr>
      <w:r>
        <w:t>as well as Ibn Abi Shaybah, al</w:t>
      </w:r>
      <w:r w:rsidR="008E1963">
        <w:t>-</w:t>
      </w:r>
      <w:r>
        <w:t>Tabari, al</w:t>
      </w:r>
      <w:r w:rsidR="008E1963">
        <w:t>-</w:t>
      </w:r>
      <w:r>
        <w:t>Tabarani, al</w:t>
      </w:r>
      <w:r w:rsidR="008E1963">
        <w:t>-</w:t>
      </w:r>
      <w:r>
        <w:t>­Daylami, Ibn Mardawayh, Ibn al­Jawzi, al</w:t>
      </w:r>
      <w:r w:rsidR="008E1963">
        <w:t>-</w:t>
      </w:r>
      <w:r>
        <w:t>­Rafi`i, and Ibn Hajar.</w:t>
      </w:r>
    </w:p>
    <w:p w:rsidR="00D442CD" w:rsidRDefault="00D442CD" w:rsidP="00D442CD">
      <w:pPr>
        <w:pStyle w:val="libFootnote"/>
      </w:pPr>
      <w:r>
        <w:t>6. Al</w:t>
      </w:r>
      <w:r w:rsidR="008E1963">
        <w:t>-</w:t>
      </w:r>
      <w:r>
        <w:t>Tirmidhi in his Sahih reports that once when the Prophet (S) sat down to eat a fowl that had been prepared for his dinner, he prayed to God:</w:t>
      </w:r>
    </w:p>
    <w:p w:rsidR="000D3C43" w:rsidRDefault="00D442CD" w:rsidP="00D442CD">
      <w:pPr>
        <w:pStyle w:val="libFootnote"/>
      </w:pPr>
      <w:r>
        <w:rPr>
          <w:rtl/>
        </w:rPr>
        <w:t>اللهم إئتني بأحب خلقك إليك يأكل معي هذا الطير فجاء علي عليه السلام فأكل معه</w:t>
      </w:r>
      <w:r>
        <w:t>.</w:t>
      </w:r>
    </w:p>
    <w:p w:rsidR="000D3C43" w:rsidRDefault="00D442CD" w:rsidP="00D442CD">
      <w:pPr>
        <w:pStyle w:val="libFootnote"/>
      </w:pPr>
      <w:r>
        <w:t>"My God, bring the most beloved of Your creatures, that he may eat this fowl with me." Then `Ali (A) came and the Prophet ate with him.</w:t>
      </w:r>
    </w:p>
    <w:p w:rsidR="000D3C43" w:rsidRDefault="00D442CD" w:rsidP="00D442CD">
      <w:pPr>
        <w:pStyle w:val="libFootnote"/>
      </w:pPr>
      <w:r>
        <w:t>Among others who have recorded this tradition in their works are:</w:t>
      </w:r>
    </w:p>
    <w:p w:rsidR="00D442CD" w:rsidRDefault="00D442CD" w:rsidP="00D442CD">
      <w:pPr>
        <w:pStyle w:val="libFootnote"/>
      </w:pPr>
      <w:r>
        <w:t>al</w:t>
      </w:r>
      <w:r w:rsidR="008E1963">
        <w:t>-</w:t>
      </w:r>
      <w:r>
        <w:t>Hakim in Mustadrak, iii, 130, 131;</w:t>
      </w:r>
    </w:p>
    <w:p w:rsidR="00D442CD" w:rsidRDefault="00D442CD" w:rsidP="00D442CD">
      <w:pPr>
        <w:pStyle w:val="libFootnote"/>
      </w:pPr>
      <w:r>
        <w:t>Abu Nu`aym in Hilyah, vi, 339;</w:t>
      </w:r>
    </w:p>
    <w:p w:rsidR="00D442CD" w:rsidRDefault="00D442CD" w:rsidP="00D442CD">
      <w:pPr>
        <w:pStyle w:val="libFootnote"/>
      </w:pPr>
      <w:r>
        <w:t>al</w:t>
      </w:r>
      <w:r w:rsidR="008E1963">
        <w:t>-</w:t>
      </w:r>
      <w:r>
        <w:t>Khatib in Ta'rikh Baghdad, ii, 171;</w:t>
      </w:r>
    </w:p>
    <w:p w:rsidR="00D442CD" w:rsidRDefault="00D442CD" w:rsidP="00D442CD">
      <w:pPr>
        <w:pStyle w:val="libFootnote"/>
      </w:pPr>
      <w:r>
        <w:t>al</w:t>
      </w:r>
      <w:r w:rsidR="008E1963">
        <w:t>-</w:t>
      </w:r>
      <w:r>
        <w:t>­Muhibb al</w:t>
      </w:r>
      <w:r w:rsidR="008E1963">
        <w:t>-</w:t>
      </w:r>
      <w:r>
        <w:t>Tabari in al</w:t>
      </w:r>
      <w:r w:rsidR="008E1963">
        <w:t>-</w:t>
      </w:r>
      <w:r>
        <w:t>­Riyad al</w:t>
      </w:r>
      <w:r w:rsidR="008E1963">
        <w:t>-</w:t>
      </w:r>
      <w:r>
        <w:t>­nadirah, ii, 160, 161, and Dhakha'ir al</w:t>
      </w:r>
      <w:r w:rsidR="008E1963">
        <w:t>-</w:t>
      </w:r>
      <w:r>
        <w:t>uqba, 61;</w:t>
      </w:r>
    </w:p>
    <w:p w:rsidR="00D442CD" w:rsidRDefault="00D442CD" w:rsidP="00D442CD">
      <w:pPr>
        <w:pStyle w:val="libFootnote"/>
      </w:pPr>
      <w:r>
        <w:t>al</w:t>
      </w:r>
      <w:r w:rsidR="008E1963">
        <w:t>-</w:t>
      </w:r>
      <w:r>
        <w:t>Haythami in Majma` al</w:t>
      </w:r>
      <w:r w:rsidR="008E1963">
        <w:t>-</w:t>
      </w:r>
      <w:r>
        <w:t>zawa'id, ix, 125, 126;</w:t>
      </w:r>
    </w:p>
    <w:p w:rsidR="00D442CD" w:rsidRDefault="00D442CD" w:rsidP="00D442CD">
      <w:pPr>
        <w:pStyle w:val="libFootnote"/>
      </w:pPr>
      <w:r>
        <w:t>al</w:t>
      </w:r>
      <w:r w:rsidR="008E1963">
        <w:t>-</w:t>
      </w:r>
      <w:r>
        <w:t>Muttaqi in Kanz al</w:t>
      </w:r>
      <w:r w:rsidR="008E1963">
        <w:t>-</w:t>
      </w:r>
      <w:r>
        <w:t>ummal, iv, 406;</w:t>
      </w:r>
    </w:p>
    <w:p w:rsidR="000D3C43" w:rsidRDefault="00D442CD" w:rsidP="00D442CD">
      <w:pPr>
        <w:pStyle w:val="libFootnote"/>
      </w:pPr>
      <w:r>
        <w:t>Ibn al</w:t>
      </w:r>
      <w:r w:rsidR="008E1963">
        <w:t>-</w:t>
      </w:r>
      <w:r>
        <w:t>Athir in Usd al</w:t>
      </w:r>
      <w:r w:rsidR="008E1963">
        <w:t>-</w:t>
      </w:r>
      <w:r>
        <w:t>ghabah, iv, 30.</w:t>
      </w:r>
    </w:p>
    <w:p w:rsidR="00D442CD" w:rsidRDefault="00D442CD" w:rsidP="00D442CD">
      <w:pPr>
        <w:pStyle w:val="libFootnote"/>
      </w:pPr>
      <w:r>
        <w:t>7. Al</w:t>
      </w:r>
      <w:r w:rsidR="008E1963">
        <w:t>-</w:t>
      </w:r>
      <w:r>
        <w:t>Hakim records this tradition of the Prophet (S) in his Mustadrak, iii, 126, 127:</w:t>
      </w:r>
    </w:p>
    <w:p w:rsidR="000D3C43" w:rsidRDefault="00D442CD" w:rsidP="00D442CD">
      <w:pPr>
        <w:pStyle w:val="libFootnote"/>
      </w:pPr>
      <w:r>
        <w:rPr>
          <w:rtl/>
        </w:rPr>
        <w:t>أنا مدينة العلم وعلي بابها فمن أراد المدينة فليأت الباب</w:t>
      </w:r>
      <w:r>
        <w:t>.</w:t>
      </w:r>
    </w:p>
    <w:p w:rsidR="000D3C43" w:rsidRDefault="00D442CD" w:rsidP="00D442CD">
      <w:pPr>
        <w:pStyle w:val="libFootnote"/>
      </w:pPr>
      <w:r>
        <w:t>I am the city of knowledge and `Ali is its gate; whoever intends to enter the city should come to its gate.</w:t>
      </w:r>
    </w:p>
    <w:p w:rsidR="000D3C43" w:rsidRDefault="00D442CD" w:rsidP="00D442CD">
      <w:pPr>
        <w:pStyle w:val="libFootnote"/>
      </w:pPr>
      <w:r>
        <w:t>Among others who have narrated or recorded it in their works are:</w:t>
      </w:r>
    </w:p>
    <w:p w:rsidR="00D442CD" w:rsidRDefault="00D442CD" w:rsidP="00D442CD">
      <w:pPr>
        <w:pStyle w:val="libFootnote"/>
      </w:pPr>
      <w:r>
        <w:t>al</w:t>
      </w:r>
      <w:r w:rsidR="008E1963">
        <w:t>-</w:t>
      </w:r>
      <w:r>
        <w:t>Khatib in Ta'rikh Baghdad, ii, 348, 377; vii, 172; xi, 48, 49;</w:t>
      </w:r>
    </w:p>
    <w:p w:rsidR="00D442CD" w:rsidRDefault="00D442CD" w:rsidP="00D442CD">
      <w:pPr>
        <w:pStyle w:val="libFootnote"/>
      </w:pPr>
      <w:r>
        <w:t>al</w:t>
      </w:r>
      <w:r w:rsidR="008E1963">
        <w:t>-</w:t>
      </w:r>
      <w:r>
        <w:t>­Muhibb al</w:t>
      </w:r>
      <w:r w:rsidR="008E1963">
        <w:t>-</w:t>
      </w:r>
      <w:r>
        <w:t>Tabari in al</w:t>
      </w:r>
      <w:r w:rsidR="008E1963">
        <w:t>-</w:t>
      </w:r>
      <w:r>
        <w:t>­Riyad al</w:t>
      </w:r>
      <w:r w:rsidR="008E1963">
        <w:t>-</w:t>
      </w:r>
      <w:r>
        <w:t>­nadirah, ii, 193;</w:t>
      </w:r>
    </w:p>
    <w:p w:rsidR="00D442CD" w:rsidRDefault="00D442CD" w:rsidP="00D442CD">
      <w:pPr>
        <w:pStyle w:val="libFootnote"/>
      </w:pPr>
      <w:r>
        <w:t>al</w:t>
      </w:r>
      <w:r w:rsidR="008E1963">
        <w:t>-</w:t>
      </w:r>
      <w:r>
        <w:t>Muttaqi in Kanz al</w:t>
      </w:r>
      <w:r w:rsidR="008E1963">
        <w:t>-</w:t>
      </w:r>
      <w:r>
        <w:t>ummal, vi, 152, 156, 401;</w:t>
      </w:r>
    </w:p>
    <w:p w:rsidR="00D442CD" w:rsidRDefault="00D442CD" w:rsidP="00D442CD">
      <w:pPr>
        <w:pStyle w:val="libFootnote"/>
      </w:pPr>
      <w:r>
        <w:t>Ibn Hajar in al</w:t>
      </w:r>
      <w:r w:rsidR="008E1963">
        <w:t>-</w:t>
      </w:r>
      <w:r>
        <w:t>­Sawa'iq al</w:t>
      </w:r>
      <w:r w:rsidR="008E1963">
        <w:t>-</w:t>
      </w:r>
      <w:r>
        <w:t>­muhriqah, 73;</w:t>
      </w:r>
    </w:p>
    <w:p w:rsidR="00D442CD" w:rsidRDefault="00D442CD" w:rsidP="00D442CD">
      <w:pPr>
        <w:pStyle w:val="libFootnote"/>
      </w:pPr>
      <w:r>
        <w:t>Al</w:t>
      </w:r>
      <w:r w:rsidR="008E1963">
        <w:t>-</w:t>
      </w:r>
      <w:r>
        <w:t>­Manawi in Kunuz al</w:t>
      </w:r>
      <w:r w:rsidR="008E1963">
        <w:t>-</w:t>
      </w:r>
      <w:r>
        <w:t>­haqa'iq, 43 and Fayd al</w:t>
      </w:r>
      <w:r w:rsidR="008E1963">
        <w:t>-</w:t>
      </w:r>
      <w:r>
        <w:t>Qadir, iii, 46;</w:t>
      </w:r>
    </w:p>
    <w:p w:rsidR="00D442CD" w:rsidRDefault="00D442CD" w:rsidP="00D442CD">
      <w:pPr>
        <w:pStyle w:val="libFootnote"/>
      </w:pPr>
      <w:r>
        <w:t>al</w:t>
      </w:r>
      <w:r w:rsidR="008E1963">
        <w:t>-</w:t>
      </w:r>
      <w:r>
        <w:t>Haythami, Majma` al</w:t>
      </w:r>
      <w:r w:rsidR="008E1963">
        <w:t>-</w:t>
      </w:r>
      <w:r>
        <w:t>zawa'id, ix, 114;</w:t>
      </w:r>
    </w:p>
    <w:p w:rsidR="00D442CD" w:rsidRDefault="00D442CD" w:rsidP="00D442CD">
      <w:pPr>
        <w:pStyle w:val="libFootnote"/>
      </w:pPr>
      <w:r>
        <w:t>Ibn al</w:t>
      </w:r>
      <w:r w:rsidR="008E1963">
        <w:t>-</w:t>
      </w:r>
      <w:r>
        <w:t>Athir in Usd al</w:t>
      </w:r>
      <w:r w:rsidR="008E1963">
        <w:t>-</w:t>
      </w:r>
      <w:r>
        <w:t>ghabah, iv, 22 and Tahdhib al</w:t>
      </w:r>
      <w:r w:rsidR="008E1963">
        <w:t>-</w:t>
      </w:r>
      <w:r>
        <w:t>­Tahdhib (Hyderabad, 1325), vi, 152;</w:t>
      </w:r>
    </w:p>
    <w:p w:rsidR="000D3C43" w:rsidRDefault="00D442CD" w:rsidP="00D442CD">
      <w:pPr>
        <w:pStyle w:val="libFootnote"/>
      </w:pPr>
      <w:r>
        <w:t>as well as al</w:t>
      </w:r>
      <w:r w:rsidR="008E1963">
        <w:t>-</w:t>
      </w:r>
      <w:r>
        <w:t>Uqayli, Ibn `Adi and al</w:t>
      </w:r>
      <w:r w:rsidR="008E1963">
        <w:t>-</w:t>
      </w:r>
      <w:r>
        <w:t>Tabarani.</w:t>
      </w:r>
    </w:p>
    <w:p w:rsidR="00D442CD" w:rsidRDefault="00D442CD" w:rsidP="00D442CD">
      <w:pPr>
        <w:pStyle w:val="libFootnote"/>
      </w:pPr>
      <w:r>
        <w:t>8. The following is one of its versions:</w:t>
      </w:r>
    </w:p>
    <w:p w:rsidR="000D3C43" w:rsidRDefault="00D442CD" w:rsidP="00D442CD">
      <w:pPr>
        <w:pStyle w:val="libFootnote"/>
      </w:pPr>
      <w:r>
        <w:rPr>
          <w:rtl/>
        </w:rPr>
        <w:t>من أراد ان ينظر إلى آدم في علمه وإلى نوح في تقواه وإلى ابراهيم في حلمه وإلى موسى في بطشه وإلى عيسى في عبادته فلينظر إلى علي بن أبي طالب</w:t>
      </w:r>
      <w:r>
        <w:t>.</w:t>
      </w:r>
    </w:p>
    <w:p w:rsidR="000D3C43" w:rsidRDefault="00D442CD" w:rsidP="00D442CD">
      <w:pPr>
        <w:pStyle w:val="libFootnote"/>
      </w:pPr>
      <w:r>
        <w:t>Whoever wishes to see Adam in his knowledge, Noah in his piety, Abraham in his forbearance, Moses in his strength, and Jesus in his worship and devotion should look at `Ali ibn Abi Talib.</w:t>
      </w:r>
    </w:p>
    <w:p w:rsidR="000D3C43" w:rsidRDefault="00D442CD" w:rsidP="00D442CD">
      <w:pPr>
        <w:pStyle w:val="libFootnote"/>
      </w:pPr>
      <w:r>
        <w:t>Among the narrators who have recorded similar traditions in their works are:</w:t>
      </w:r>
    </w:p>
    <w:p w:rsidR="00D442CD" w:rsidRDefault="00D442CD" w:rsidP="00D442CD">
      <w:pPr>
        <w:pStyle w:val="libFootnote"/>
      </w:pPr>
      <w:r>
        <w:lastRenderedPageBreak/>
        <w:t>Al</w:t>
      </w:r>
      <w:r w:rsidR="008E1963">
        <w:t>-</w:t>
      </w:r>
      <w:r>
        <w:t>­Muhibb al</w:t>
      </w:r>
      <w:r w:rsidR="008E1963">
        <w:t>-</w:t>
      </w:r>
      <w:r>
        <w:t>Tabari in al</w:t>
      </w:r>
      <w:r w:rsidR="008E1963">
        <w:t>-</w:t>
      </w:r>
      <w:r>
        <w:t>­Riyad al</w:t>
      </w:r>
      <w:r w:rsidR="008E1963">
        <w:t>-</w:t>
      </w:r>
      <w:r>
        <w:t>­nadirah, ii, 218, 208;</w:t>
      </w:r>
    </w:p>
    <w:p w:rsidR="00D442CD" w:rsidRDefault="00D442CD" w:rsidP="00D442CD">
      <w:pPr>
        <w:pStyle w:val="libFootnote"/>
      </w:pPr>
      <w:r>
        <w:t>al</w:t>
      </w:r>
      <w:r w:rsidR="008E1963">
        <w:t>-</w:t>
      </w:r>
      <w:r>
        <w:t>Muttaqi in Kanz al</w:t>
      </w:r>
      <w:r w:rsidR="008E1963">
        <w:t>-</w:t>
      </w:r>
      <w:r>
        <w:t>ummal, i, 226;</w:t>
      </w:r>
    </w:p>
    <w:p w:rsidR="00D442CD" w:rsidRDefault="00D442CD" w:rsidP="00D442CD">
      <w:pPr>
        <w:pStyle w:val="libFootnote"/>
      </w:pPr>
      <w:r>
        <w:t>Ibn Abi al</w:t>
      </w:r>
      <w:r w:rsidR="008E1963">
        <w:t>-</w:t>
      </w:r>
      <w:r>
        <w:t>­Hadid, Sharh Nahj al</w:t>
      </w:r>
      <w:r w:rsidR="008E1963">
        <w:t>-</w:t>
      </w:r>
      <w:r>
        <w:t>­balaghah (Egypt, ed. Muhammad Abu al</w:t>
      </w:r>
      <w:r w:rsidR="008E1963">
        <w:t>-</w:t>
      </w:r>
      <w:r>
        <w:t>Fadl), ix, 168;</w:t>
      </w:r>
    </w:p>
    <w:p w:rsidR="00D442CD" w:rsidRDefault="00D442CD" w:rsidP="00D442CD">
      <w:pPr>
        <w:pStyle w:val="libFootnote"/>
      </w:pPr>
      <w:r>
        <w:t>Al</w:t>
      </w:r>
      <w:r w:rsidR="008E1963">
        <w:t>-</w:t>
      </w:r>
      <w:r>
        <w:t>Qunduzi, Yanabi` al</w:t>
      </w:r>
      <w:r w:rsidR="008E1963">
        <w:t>-</w:t>
      </w:r>
      <w:r>
        <w:t>mawaddah (Istanbul), p. 214, 312;</w:t>
      </w:r>
    </w:p>
    <w:p w:rsidR="00D442CD" w:rsidRDefault="00D442CD" w:rsidP="00D442CD">
      <w:pPr>
        <w:pStyle w:val="libFootnote"/>
      </w:pPr>
      <w:r>
        <w:t>Ibn `Asakir, Ta'rikh Dimashq, "tarjumat al</w:t>
      </w:r>
      <w:r w:rsidR="008E1963">
        <w:t>-</w:t>
      </w:r>
      <w:r>
        <w:t>Imam `Ali ibn Abi Talib," ii, 280;</w:t>
      </w:r>
    </w:p>
    <w:p w:rsidR="00D442CD" w:rsidRDefault="00D442CD" w:rsidP="00D442CD">
      <w:pPr>
        <w:pStyle w:val="libFootnote"/>
      </w:pPr>
      <w:r>
        <w:t>Fakhr al</w:t>
      </w:r>
      <w:r w:rsidR="008E1963">
        <w:t>-</w:t>
      </w:r>
      <w:r>
        <w:t>Razi, Tafsir, ii, 700;</w:t>
      </w:r>
    </w:p>
    <w:p w:rsidR="00D442CD" w:rsidRDefault="00D442CD" w:rsidP="00D442CD">
      <w:pPr>
        <w:pStyle w:val="libFootnote"/>
      </w:pPr>
      <w:r>
        <w:t>Ibn al</w:t>
      </w:r>
      <w:r w:rsidR="008E1963">
        <w:t>-</w:t>
      </w:r>
      <w:r>
        <w:t>Maghazili, Manaqib, 212;</w:t>
      </w:r>
    </w:p>
    <w:p w:rsidR="000D3C43" w:rsidRDefault="00D442CD" w:rsidP="00D442CD">
      <w:pPr>
        <w:pStyle w:val="libFootnote"/>
      </w:pPr>
      <w:r>
        <w:t>Ibn al</w:t>
      </w:r>
      <w:r w:rsidR="008E1963">
        <w:t>-</w:t>
      </w:r>
      <w:r>
        <w:t>­Sabbagh al</w:t>
      </w:r>
      <w:r w:rsidR="008E1963">
        <w:t>-</w:t>
      </w:r>
      <w:r>
        <w:t>Maliki, al</w:t>
      </w:r>
      <w:r w:rsidR="008E1963">
        <w:t>-</w:t>
      </w:r>
      <w:r>
        <w:t>­Fusul al</w:t>
      </w:r>
      <w:r w:rsidR="008E1963">
        <w:t>-</w:t>
      </w:r>
      <w:r>
        <w:t>­muhimmah, 107.</w:t>
      </w:r>
    </w:p>
    <w:p w:rsidR="00D442CD" w:rsidRDefault="00D442CD" w:rsidP="00D442CD">
      <w:pPr>
        <w:pStyle w:val="libFootnote"/>
      </w:pPr>
      <w:r>
        <w:t>9. This is the following tradition:</w:t>
      </w:r>
    </w:p>
    <w:p w:rsidR="00D442CD" w:rsidRDefault="00D442CD" w:rsidP="00D442CD">
      <w:pPr>
        <w:pStyle w:val="libFootnote"/>
      </w:pPr>
      <w:r>
        <w:rPr>
          <w:rtl/>
        </w:rPr>
        <w:t>من ناصب عليا الخلافة فهو كافر</w:t>
      </w:r>
      <w:r>
        <w:t>.</w:t>
      </w:r>
    </w:p>
    <w:p w:rsidR="000D3C43" w:rsidRDefault="00D442CD" w:rsidP="00D442CD">
      <w:pPr>
        <w:pStyle w:val="libFootnote"/>
      </w:pPr>
      <w:r>
        <w:t>Whoever contests `Ali in regard to the khilafah is an unbeliever.</w:t>
      </w:r>
    </w:p>
    <w:p w:rsidR="000D3C43" w:rsidRDefault="00D442CD" w:rsidP="00D442CD">
      <w:pPr>
        <w:pStyle w:val="libFootnote"/>
      </w:pPr>
      <w:r>
        <w:t>Among those who have narrated it in their works are:</w:t>
      </w:r>
    </w:p>
    <w:p w:rsidR="00D442CD" w:rsidRDefault="00D442CD" w:rsidP="00D442CD">
      <w:pPr>
        <w:pStyle w:val="libFootnote"/>
      </w:pPr>
      <w:r>
        <w:t>Ibn al</w:t>
      </w:r>
      <w:r w:rsidR="008E1963">
        <w:t>-</w:t>
      </w:r>
      <w:r>
        <w:t>Maghazili in his Manaqib (Tehran), p.45, from Abu Dharr al</w:t>
      </w:r>
      <w:r w:rsidR="008E1963">
        <w:t>-</w:t>
      </w:r>
      <w:r>
        <w:t>Ghifari, and</w:t>
      </w:r>
    </w:p>
    <w:p w:rsidR="000D3C43" w:rsidRDefault="00D442CD" w:rsidP="00D442CD">
      <w:pPr>
        <w:pStyle w:val="libFootnote"/>
      </w:pPr>
      <w:r>
        <w:t>`Allamah `Ayni Hyderabadi in Manaqib Sayyidina `Ali (A`lam Press, Charminar), p.52, from al</w:t>
      </w:r>
      <w:r w:rsidR="008E1963">
        <w:t>-</w:t>
      </w:r>
      <w:r>
        <w:t>Khatib al</w:t>
      </w:r>
      <w:r w:rsidR="008E1963">
        <w:t>-</w:t>
      </w:r>
      <w:r>
        <w:t>Khwarazmi and Ibn al</w:t>
      </w:r>
      <w:r w:rsidR="008E1963">
        <w:t>-</w:t>
      </w:r>
      <w:r>
        <w:t>Maghazili.</w:t>
      </w:r>
    </w:p>
    <w:p w:rsidR="00D442CD" w:rsidRDefault="00D442CD" w:rsidP="00D442CD">
      <w:pPr>
        <w:pStyle w:val="libFootnote"/>
      </w:pPr>
      <w:r>
        <w:t>10. Al</w:t>
      </w:r>
      <w:r w:rsidR="008E1963">
        <w:t>-</w:t>
      </w:r>
      <w:r>
        <w:t>­Muhibb al</w:t>
      </w:r>
      <w:r w:rsidR="008E1963">
        <w:t>-</w:t>
      </w:r>
      <w:r>
        <w:t>Tabari narrates this tradition on the authority of Salman from the Prophet (S ) in al­Riyad al</w:t>
      </w:r>
      <w:r w:rsidR="008E1963">
        <w:t>-</w:t>
      </w:r>
      <w:r>
        <w:t>­nadirah, ii, 163:</w:t>
      </w:r>
    </w:p>
    <w:p w:rsidR="000D3C43" w:rsidRDefault="00D442CD" w:rsidP="00D442CD">
      <w:pPr>
        <w:pStyle w:val="libFootnote"/>
      </w:pPr>
      <w:r>
        <w:rPr>
          <w:rtl/>
        </w:rPr>
        <w:t>كنت أنا وعلي نورا بين يدي الله تعالى قبل ان يخلق آدم عليه السلام بأربعة عشر ألف عام فلما خلق الله آدم عليه السلام قسم ذلك النور جزئين فجزء أنا وجزء علي</w:t>
      </w:r>
      <w:r>
        <w:t>.</w:t>
      </w:r>
    </w:p>
    <w:p w:rsidR="000D3C43" w:rsidRDefault="00D442CD" w:rsidP="00D442CD">
      <w:pPr>
        <w:pStyle w:val="libFootnote"/>
      </w:pPr>
      <w:r>
        <w:t>Fourteen thousand years before Adam ­ upon whom be peace ­ was created, I and `Ali were a light in the presence of God. When God created Adam ­ upon whom be peace ­ He divided it into two parts. I am one of the parts and `Ali is the other part.</w:t>
      </w:r>
    </w:p>
    <w:p w:rsidR="000D3C43" w:rsidRDefault="00D442CD" w:rsidP="00D442CD">
      <w:pPr>
        <w:pStyle w:val="libFootnote"/>
      </w:pPr>
      <w:r>
        <w:t>Among others to have narrated this tradition are:</w:t>
      </w:r>
    </w:p>
    <w:p w:rsidR="00D442CD" w:rsidRDefault="00D442CD" w:rsidP="00D442CD">
      <w:pPr>
        <w:pStyle w:val="libFootnote"/>
      </w:pPr>
      <w:r>
        <w:t>Ahmad ibn Hanbal in al</w:t>
      </w:r>
      <w:r w:rsidR="008E1963">
        <w:t>-</w:t>
      </w:r>
      <w:r>
        <w:t>Fada'il;</w:t>
      </w:r>
    </w:p>
    <w:p w:rsidR="00D442CD" w:rsidRDefault="00D442CD" w:rsidP="00D442CD">
      <w:pPr>
        <w:pStyle w:val="libFootnote"/>
      </w:pPr>
      <w:r>
        <w:t>Sibt ibn al</w:t>
      </w:r>
      <w:r w:rsidR="008E1963">
        <w:t>-</w:t>
      </w:r>
      <w:r>
        <w:t>­Jawzi in Tadhkirat al</w:t>
      </w:r>
      <w:r w:rsidR="008E1963">
        <w:t>-</w:t>
      </w:r>
      <w:r>
        <w:t>­khawass, 46;</w:t>
      </w:r>
    </w:p>
    <w:p w:rsidR="00D442CD" w:rsidRDefault="00D442CD" w:rsidP="00D442CD">
      <w:pPr>
        <w:pStyle w:val="libFootnote"/>
      </w:pPr>
      <w:r>
        <w:t>Abu Hatim Muhammad ibn Idris al</w:t>
      </w:r>
      <w:r w:rsidR="008E1963">
        <w:t>-</w:t>
      </w:r>
      <w:r>
        <w:t>Razi in Zayn al</w:t>
      </w:r>
      <w:r w:rsidR="008E1963">
        <w:t>-</w:t>
      </w:r>
      <w:r>
        <w:t>­fata fi tafsir Surat Hal ata, MS.;</w:t>
      </w:r>
    </w:p>
    <w:p w:rsidR="00D442CD" w:rsidRDefault="00D442CD" w:rsidP="00D442CD">
      <w:pPr>
        <w:pStyle w:val="libFootnote"/>
      </w:pPr>
      <w:r>
        <w:t>`Abd Allah ibn Ahmad ibn Hanbal in Zawa'id manaqib Amir al</w:t>
      </w:r>
      <w:r w:rsidR="008E1963">
        <w:t>-</w:t>
      </w:r>
      <w:r>
        <w:t>­Mu'minin, MS.,</w:t>
      </w:r>
    </w:p>
    <w:p w:rsidR="00D442CD" w:rsidRDefault="00D442CD" w:rsidP="00D442CD">
      <w:pPr>
        <w:pStyle w:val="libFootnote"/>
      </w:pPr>
      <w:r>
        <w:t>also Ibn Mardawayh, Ibn `Abd al</w:t>
      </w:r>
      <w:r w:rsidR="008E1963">
        <w:t>-</w:t>
      </w:r>
      <w:r>
        <w:t>Barr, al</w:t>
      </w:r>
      <w:r w:rsidR="008E1963">
        <w:t>-</w:t>
      </w:r>
      <w:r>
        <w:t>Khatib al</w:t>
      </w:r>
      <w:r w:rsidR="008E1963">
        <w:t>-</w:t>
      </w:r>
      <w:r>
        <w:t>Baghdadi, Ibn al</w:t>
      </w:r>
      <w:r w:rsidR="008E1963">
        <w:t>-</w:t>
      </w:r>
      <w:r>
        <w:t>Maghazili, al</w:t>
      </w:r>
      <w:r w:rsidR="008E1963">
        <w:t>-</w:t>
      </w:r>
      <w:r>
        <w:t>Asimi, Shiruyah al</w:t>
      </w:r>
      <w:r w:rsidR="008E1963">
        <w:t>-</w:t>
      </w:r>
      <w:r>
        <w:t>­Daylami and others from `Ali (A), Salman, Abu Dharr, Anas ibn Malik, Jabir ibn `Abd Allah and other Companions. See the part of `Abaqat on this tradition, which discusses fifty­five different riwayahs narrated by leading and eminent Sunni and Shi`i traditionists and scholars.</w:t>
      </w:r>
    </w:p>
    <w:p w:rsidR="000D3C43" w:rsidRDefault="00D442CD" w:rsidP="00D442CD">
      <w:pPr>
        <w:pStyle w:val="libFootnote"/>
      </w:pPr>
      <w:r>
        <w:t>Among Shi`i scholars those who have narrated it are:</w:t>
      </w:r>
    </w:p>
    <w:p w:rsidR="00D442CD" w:rsidRDefault="00D442CD" w:rsidP="00D442CD">
      <w:pPr>
        <w:pStyle w:val="libFootnote"/>
      </w:pPr>
      <w:r>
        <w:t>al</w:t>
      </w:r>
      <w:r w:rsidR="008E1963">
        <w:t>-</w:t>
      </w:r>
      <w:r>
        <w:t>­Kulayni in al</w:t>
      </w:r>
      <w:r w:rsidR="008E1963">
        <w:t>-</w:t>
      </w:r>
      <w:r>
        <w:t>­Kafi, from Abu Ja`far al</w:t>
      </w:r>
      <w:r w:rsidR="008E1963">
        <w:t>-</w:t>
      </w:r>
      <w:r>
        <w:t>thani (A) and al</w:t>
      </w:r>
      <w:r w:rsidR="008E1963">
        <w:t>-</w:t>
      </w:r>
      <w:r>
        <w:t>Imam al</w:t>
      </w:r>
      <w:r w:rsidR="008E1963">
        <w:t>-</w:t>
      </w:r>
      <w:r>
        <w:t>Sadiq (A);</w:t>
      </w:r>
    </w:p>
    <w:p w:rsidR="00D442CD" w:rsidRDefault="00D442CD" w:rsidP="00D442CD">
      <w:pPr>
        <w:pStyle w:val="libFootnote"/>
      </w:pPr>
      <w:r>
        <w:t>Muhammad ibn al</w:t>
      </w:r>
      <w:r w:rsidR="008E1963">
        <w:t>-</w:t>
      </w:r>
      <w:r>
        <w:t>Abbas ibn Mahyar in Ma nazala min al</w:t>
      </w:r>
      <w:r w:rsidR="008E1963">
        <w:t>-</w:t>
      </w:r>
      <w:r>
        <w:t>Qur'an fi Ahlul Bayt, cf., Ghayat al</w:t>
      </w:r>
      <w:r w:rsidR="008E1963">
        <w:t>-</w:t>
      </w:r>
      <w:r>
        <w:t>­maram, 12;</w:t>
      </w:r>
    </w:p>
    <w:p w:rsidR="00D442CD" w:rsidRDefault="00D442CD" w:rsidP="00D442CD">
      <w:pPr>
        <w:pStyle w:val="libFootnote"/>
      </w:pPr>
      <w:r>
        <w:t>Furat ibn Ibrahim al</w:t>
      </w:r>
      <w:r w:rsidR="008E1963">
        <w:t>-</w:t>
      </w:r>
      <w:r>
        <w:t>Kufi in his Tafsir from Ibn `Abbas;</w:t>
      </w:r>
    </w:p>
    <w:p w:rsidR="00D442CD" w:rsidRDefault="00D442CD" w:rsidP="00D442CD">
      <w:pPr>
        <w:pStyle w:val="libFootnote"/>
      </w:pPr>
      <w:r>
        <w:t>Al</w:t>
      </w:r>
      <w:r w:rsidR="008E1963">
        <w:t>-</w:t>
      </w:r>
      <w:r>
        <w:t>­Saduq in al</w:t>
      </w:r>
      <w:r w:rsidR="008E1963">
        <w:t>-</w:t>
      </w:r>
      <w:r>
        <w:t>­Khisal and 'Ilal al</w:t>
      </w:r>
      <w:r w:rsidR="008E1963">
        <w:t>-</w:t>
      </w:r>
      <w:r>
        <w:t>­Shara'i` from al</w:t>
      </w:r>
      <w:r w:rsidR="008E1963">
        <w:t>-</w:t>
      </w:r>
      <w:r>
        <w:t>Imam al</w:t>
      </w:r>
      <w:r w:rsidR="008E1963">
        <w:t>-</w:t>
      </w:r>
      <w:r>
        <w:t>­Rida (A), Mu'adh ibn Jabal and al</w:t>
      </w:r>
      <w:r w:rsidR="008E1963">
        <w:t>-</w:t>
      </w:r>
      <w:r>
        <w:t>Imam al</w:t>
      </w:r>
      <w:r w:rsidR="008E1963">
        <w:t>-</w:t>
      </w:r>
      <w:r>
        <w:t>Sadiq (A) and in Kamal al</w:t>
      </w:r>
      <w:r w:rsidR="008E1963">
        <w:t>-</w:t>
      </w:r>
      <w:r>
        <w:t>Din from al</w:t>
      </w:r>
      <w:r w:rsidR="008E1963">
        <w:t>-</w:t>
      </w:r>
      <w:r>
        <w:t>Imam `Ali ibn al</w:t>
      </w:r>
      <w:r w:rsidR="008E1963">
        <w:t>-</w:t>
      </w:r>
      <w:r>
        <w:t>Husayn (A) and al­Imam al</w:t>
      </w:r>
      <w:r w:rsidR="008E1963">
        <w:t>-</w:t>
      </w:r>
      <w:r>
        <w:t>Sadiq (A);</w:t>
      </w:r>
    </w:p>
    <w:p w:rsidR="00D442CD" w:rsidRDefault="00D442CD" w:rsidP="00D442CD">
      <w:pPr>
        <w:pStyle w:val="libFootnote"/>
      </w:pPr>
      <w:r>
        <w:t>al</w:t>
      </w:r>
      <w:r w:rsidR="008E1963">
        <w:t>-</w:t>
      </w:r>
      <w:r>
        <w:t>Sayyid Hashim al</w:t>
      </w:r>
      <w:r w:rsidR="008E1963">
        <w:t>-</w:t>
      </w:r>
      <w:r>
        <w:t>­Bahrani in Ghayat al</w:t>
      </w:r>
      <w:r w:rsidR="008E1963">
        <w:t>-</w:t>
      </w:r>
      <w:r>
        <w:t>­maram, bab 2, pp. 8­13;</w:t>
      </w:r>
    </w:p>
    <w:p w:rsidR="00D442CD" w:rsidRDefault="00D442CD" w:rsidP="00D442CD">
      <w:pPr>
        <w:pStyle w:val="libFootnote"/>
      </w:pPr>
      <w:r>
        <w:t>al</w:t>
      </w:r>
      <w:r w:rsidR="008E1963">
        <w:t>-</w:t>
      </w:r>
      <w:r>
        <w:t>Shaykh al</w:t>
      </w:r>
      <w:r w:rsidR="008E1963">
        <w:t>-</w:t>
      </w:r>
      <w:r>
        <w:t>­Mufid in al</w:t>
      </w:r>
      <w:r w:rsidR="008E1963">
        <w:t>-</w:t>
      </w:r>
      <w:r>
        <w:t>Ikhtisas;</w:t>
      </w:r>
    </w:p>
    <w:p w:rsidR="00D442CD" w:rsidRDefault="00D442CD" w:rsidP="00D442CD">
      <w:pPr>
        <w:pStyle w:val="libFootnote"/>
      </w:pPr>
      <w:r>
        <w:t>al</w:t>
      </w:r>
      <w:r w:rsidR="008E1963">
        <w:t>-</w:t>
      </w:r>
      <w:r>
        <w:t>Shaykh al</w:t>
      </w:r>
      <w:r w:rsidR="008E1963">
        <w:t>-</w:t>
      </w:r>
      <w:r>
        <w:t>­Tusi in al</w:t>
      </w:r>
      <w:r w:rsidR="008E1963">
        <w:t>-</w:t>
      </w:r>
      <w:r>
        <w:t>Amali, i, 186, 300­301, 311­312, 320 from al</w:t>
      </w:r>
      <w:r w:rsidR="008E1963">
        <w:t>-</w:t>
      </w:r>
      <w:r>
        <w:t>Imam al</w:t>
      </w:r>
      <w:r w:rsidR="008E1963">
        <w:t>-</w:t>
      </w:r>
      <w:r>
        <w:t>Hadi (A), al</w:t>
      </w:r>
      <w:r w:rsidR="008E1963">
        <w:t>-</w:t>
      </w:r>
      <w:r>
        <w:t>Imam al</w:t>
      </w:r>
      <w:r w:rsidR="008E1963">
        <w:t>-</w:t>
      </w:r>
      <w:r>
        <w:t>Sadiq (A), al</w:t>
      </w:r>
      <w:r w:rsidR="008E1963">
        <w:t>-</w:t>
      </w:r>
      <w:r>
        <w:t>Imam al</w:t>
      </w:r>
      <w:r w:rsidR="008E1963">
        <w:t>-</w:t>
      </w:r>
      <w:r>
        <w:t>Kazim and Anas ibn Malik from the Prophet (S);</w:t>
      </w:r>
    </w:p>
    <w:p w:rsidR="00D442CD" w:rsidRDefault="00D442CD" w:rsidP="00D442CD">
      <w:pPr>
        <w:pStyle w:val="libFootnote"/>
      </w:pPr>
      <w:r>
        <w:t>Qutb al</w:t>
      </w:r>
      <w:r w:rsidR="008E1963">
        <w:t>-</w:t>
      </w:r>
      <w:r>
        <w:t>Din al</w:t>
      </w:r>
      <w:r w:rsidR="008E1963">
        <w:t>-</w:t>
      </w:r>
      <w:r>
        <w:t>­Rawandi in al</w:t>
      </w:r>
      <w:r w:rsidR="008E1963">
        <w:t>-</w:t>
      </w:r>
      <w:r>
        <w:t>­Khara'ij wa al</w:t>
      </w:r>
      <w:r w:rsidR="008E1963">
        <w:t>-</w:t>
      </w:r>
      <w:r>
        <w:t>­jara'ih from Sa`dan;</w:t>
      </w:r>
    </w:p>
    <w:p w:rsidR="000D3C43" w:rsidRDefault="00D442CD" w:rsidP="00D442CD">
      <w:pPr>
        <w:pStyle w:val="libFootnote"/>
      </w:pPr>
      <w:r>
        <w:t>as well as al</w:t>
      </w:r>
      <w:r w:rsidR="008E1963">
        <w:t>-</w:t>
      </w:r>
      <w:r>
        <w:t>Allamah al</w:t>
      </w:r>
      <w:r w:rsidR="008E1963">
        <w:t>-</w:t>
      </w:r>
      <w:r>
        <w:t>­Hilli, Hasan ibn Muhammad al</w:t>
      </w:r>
      <w:r w:rsidR="008E1963">
        <w:t>-</w:t>
      </w:r>
      <w:r>
        <w:t>­Daylami, Husayn ibn Hamdan al</w:t>
      </w:r>
      <w:r w:rsidR="008E1963">
        <w:t>-</w:t>
      </w:r>
      <w:r>
        <w:t>Hadini, Muhammad ibn `Ali ibn Ahmad al</w:t>
      </w:r>
      <w:r w:rsidR="008E1963">
        <w:t>-</w:t>
      </w:r>
      <w:r>
        <w:t>­Fasi, Sharaf al</w:t>
      </w:r>
      <w:r w:rsidR="008E1963">
        <w:t>-</w:t>
      </w:r>
      <w:r>
        <w:t>Din ibn `Ali al</w:t>
      </w:r>
      <w:r w:rsidR="008E1963">
        <w:t>-</w:t>
      </w:r>
      <w:r>
        <w:t>­Najafi and al­`Allamah al</w:t>
      </w:r>
      <w:r w:rsidR="008E1963">
        <w:t>-</w:t>
      </w:r>
      <w:r>
        <w:t>­Majlisi in their works.</w:t>
      </w:r>
    </w:p>
    <w:p w:rsidR="00D442CD" w:rsidRDefault="00D442CD" w:rsidP="00D442CD">
      <w:pPr>
        <w:pStyle w:val="libFootnote"/>
      </w:pPr>
      <w:r>
        <w:t>11. Al</w:t>
      </w:r>
      <w:r w:rsidR="008E1963">
        <w:t>-</w:t>
      </w:r>
      <w:r>
        <w:t>Bukhari mentions this tradition in his Sahih, "Kitab al</w:t>
      </w:r>
      <w:r w:rsidR="008E1963">
        <w:t>-</w:t>
      </w:r>
      <w:r>
        <w:t>­jihad wa al</w:t>
      </w:r>
      <w:r w:rsidR="008E1963">
        <w:t>-</w:t>
      </w:r>
      <w:r>
        <w:t>­siyar":</w:t>
      </w:r>
    </w:p>
    <w:p w:rsidR="000D3C43" w:rsidRDefault="00D442CD" w:rsidP="00D442CD">
      <w:pPr>
        <w:pStyle w:val="libFootnote"/>
      </w:pPr>
      <w:r>
        <w:rPr>
          <w:rtl/>
        </w:rPr>
        <w:t>عن سهل بن سعد قال: قال النبي صلى الله عليه وسلم يوم خيبر: لأاعطين الراية غدا رجلا يفتح على يديه يحب الله ورسوله ويحبه الله ورسوله يفتح الله على يديه،يحب الله ورسوله ويحبه الله ورسوله, فباتت الناس ليلتهم أيهم يعطي فغدوا كلهم يرجوه فقال: أين علي؟ فقيل يشتكي عينيه فبصق في عينيه ودعا له فبرى كأن لم يكن به وجع، فأعطاه</w:t>
      </w:r>
      <w:r>
        <w:t>...</w:t>
      </w:r>
    </w:p>
    <w:p w:rsidR="000D3C43" w:rsidRDefault="00D442CD" w:rsidP="00D442CD">
      <w:pPr>
        <w:pStyle w:val="libFootnote"/>
      </w:pPr>
      <w:r>
        <w:lastRenderedPageBreak/>
        <w:t>Sahl ibn Sa`d said: "The Prophet (S) said on the day of (the victory of) Khaybar: 'Tomorrow I will give the standard to a man, by whose hand God shall conquer (Khaybar). He loves God and His Messenger, and God and His Messenger love him.' The people passed the night wondering as to who will receive it and everyone was hopeful of getting it. (The next day) the Prophet (S) declared: 'Where is `Ali?' He was told: 'He is suffering with an eye pain.' (When `Ali came) the Prophet applied his saliva to his eyes and prayed for him. `Ali recovered as if he had no pain before. Then the Prophet (S) gave it (the standard) to him....</w:t>
      </w:r>
    </w:p>
    <w:p w:rsidR="000D3C43" w:rsidRDefault="00D442CD" w:rsidP="00D442CD">
      <w:pPr>
        <w:pStyle w:val="libFootnote"/>
      </w:pPr>
      <w:r>
        <w:t>Among others to have recorded this tradition in their books are:</w:t>
      </w:r>
    </w:p>
    <w:p w:rsidR="00D442CD" w:rsidRDefault="00D442CD" w:rsidP="00D442CD">
      <w:pPr>
        <w:pStyle w:val="libFootnote"/>
      </w:pPr>
      <w:r>
        <w:t>Muslim in his Sahih, "Kitab al</w:t>
      </w:r>
      <w:r w:rsidR="008E1963">
        <w:t>-</w:t>
      </w:r>
      <w:r>
        <w:t>jihad wa al</w:t>
      </w:r>
      <w:r w:rsidR="008E1963">
        <w:t>-</w:t>
      </w:r>
      <w:r>
        <w:t>­siyar" and "Kitab fada'il al</w:t>
      </w:r>
      <w:r w:rsidR="008E1963">
        <w:t>-</w:t>
      </w:r>
      <w:r>
        <w:t>Sahabah";</w:t>
      </w:r>
    </w:p>
    <w:p w:rsidR="00D442CD" w:rsidRDefault="00D442CD" w:rsidP="00D442CD">
      <w:pPr>
        <w:pStyle w:val="libFootnote"/>
      </w:pPr>
      <w:r>
        <w:t>al</w:t>
      </w:r>
      <w:r w:rsidR="008E1963">
        <w:t>-</w:t>
      </w:r>
      <w:r>
        <w:t>Tirmidhi in his Sahih, i, 218;</w:t>
      </w:r>
    </w:p>
    <w:p w:rsidR="00D442CD" w:rsidRDefault="00D442CD" w:rsidP="00D442CD">
      <w:pPr>
        <w:pStyle w:val="libFootnote"/>
      </w:pPr>
      <w:r>
        <w:t>Ibn Majah in Sunan (Matba`at al</w:t>
      </w:r>
      <w:r w:rsidR="008E1963">
        <w:t>-</w:t>
      </w:r>
      <w:r>
        <w:t>­Faruqi, Delhi) "bab fada'il ashab Rasul Allah (S)";</w:t>
      </w:r>
    </w:p>
    <w:p w:rsidR="00D442CD" w:rsidRDefault="00D442CD" w:rsidP="00D442CD">
      <w:pPr>
        <w:pStyle w:val="libFootnote"/>
      </w:pPr>
      <w:r>
        <w:t>al</w:t>
      </w:r>
      <w:r w:rsidR="008E1963">
        <w:t>-</w:t>
      </w:r>
      <w:r>
        <w:t>Hakim in Mustadrak, iii, 38, 437;</w:t>
      </w:r>
    </w:p>
    <w:p w:rsidR="00D442CD" w:rsidRDefault="00D442CD" w:rsidP="00D442CD">
      <w:pPr>
        <w:pStyle w:val="libFootnote"/>
      </w:pPr>
      <w:r>
        <w:t>Imam Ahmad ibn Hanbal in Musnad, i, 99, 133, 185, 320, iv, 51, v, 353;</w:t>
      </w:r>
    </w:p>
    <w:p w:rsidR="00D442CD" w:rsidRDefault="00D442CD" w:rsidP="00D442CD">
      <w:pPr>
        <w:pStyle w:val="libFootnote"/>
      </w:pPr>
      <w:r>
        <w:t>Abu Nu`aym in Hilyat al</w:t>
      </w:r>
      <w:r w:rsidR="008E1963">
        <w:t>-</w:t>
      </w:r>
      <w:r>
        <w:t>awliya', i, 26, 62;</w:t>
      </w:r>
    </w:p>
    <w:p w:rsidR="00D442CD" w:rsidRDefault="00D442CD" w:rsidP="00D442CD">
      <w:pPr>
        <w:pStyle w:val="libFootnote"/>
      </w:pPr>
      <w:r>
        <w:t>al</w:t>
      </w:r>
      <w:r w:rsidR="008E1963">
        <w:t>-</w:t>
      </w:r>
      <w:r>
        <w:t>Nasa'i in Khasa'is, 4, 5, 7, 8, 32;</w:t>
      </w:r>
    </w:p>
    <w:p w:rsidR="00D442CD" w:rsidRDefault="00D442CD" w:rsidP="00D442CD">
      <w:pPr>
        <w:pStyle w:val="libFootnote"/>
      </w:pPr>
      <w:r>
        <w:t>al</w:t>
      </w:r>
      <w:r w:rsidR="008E1963">
        <w:t>-</w:t>
      </w:r>
      <w:r>
        <w:t>Muttaqi in Kanz al</w:t>
      </w:r>
      <w:r w:rsidR="008E1963">
        <w:t>-</w:t>
      </w:r>
      <w:r>
        <w:t>ummal, v, 283, 285, vi, 394, 395, 405;</w:t>
      </w:r>
    </w:p>
    <w:p w:rsidR="00D442CD" w:rsidRDefault="00D442CD" w:rsidP="00D442CD">
      <w:pPr>
        <w:pStyle w:val="libFootnote"/>
      </w:pPr>
      <w:r>
        <w:t>al</w:t>
      </w:r>
      <w:r w:rsidR="008E1963">
        <w:t>-</w:t>
      </w:r>
      <w:r>
        <w:t>Haythami in Majma` al</w:t>
      </w:r>
      <w:r w:rsidR="008E1963">
        <w:t>-</w:t>
      </w:r>
      <w:r>
        <w:t>zawa'id, vi, 150, 151, ix, 119, 123, 124;</w:t>
      </w:r>
    </w:p>
    <w:p w:rsidR="00D442CD" w:rsidRDefault="00D442CD" w:rsidP="00D442CD">
      <w:pPr>
        <w:pStyle w:val="libFootnote"/>
      </w:pPr>
      <w:r>
        <w:t>Ibn Hajar, Tahdhib al</w:t>
      </w:r>
      <w:r w:rsidR="008E1963">
        <w:t>-</w:t>
      </w:r>
      <w:r>
        <w:t>­Tahdhib, vii, 337, 339;</w:t>
      </w:r>
    </w:p>
    <w:p w:rsidR="00D442CD" w:rsidRDefault="00D442CD" w:rsidP="00D442CD">
      <w:pPr>
        <w:pStyle w:val="libFootnote"/>
      </w:pPr>
      <w:r>
        <w:t>al</w:t>
      </w:r>
      <w:r w:rsidR="008E1963">
        <w:t>-</w:t>
      </w:r>
      <w:r>
        <w:t>Muhibb al</w:t>
      </w:r>
      <w:r w:rsidR="008E1963">
        <w:t>-</w:t>
      </w:r>
      <w:r>
        <w:t>Tabari, al</w:t>
      </w:r>
      <w:r w:rsidR="008E1963">
        <w:t>-</w:t>
      </w:r>
      <w:r>
        <w:t>­Riyad al</w:t>
      </w:r>
      <w:r w:rsidR="008E1963">
        <w:t>-</w:t>
      </w:r>
      <w:r>
        <w:t>nadirah, ii, 185, 187, 203;</w:t>
      </w:r>
    </w:p>
    <w:p w:rsidR="00D442CD" w:rsidRDefault="00D442CD" w:rsidP="00D442CD">
      <w:pPr>
        <w:pStyle w:val="libFootnote"/>
      </w:pPr>
      <w:r>
        <w:t>al</w:t>
      </w:r>
      <w:r w:rsidR="008E1963">
        <w:t>-</w:t>
      </w:r>
      <w:r>
        <w:t>Tabari, Ta'rikh, ii, 300;</w:t>
      </w:r>
    </w:p>
    <w:p w:rsidR="00D442CD" w:rsidRDefault="00D442CD" w:rsidP="00D442CD">
      <w:pPr>
        <w:pStyle w:val="libFootnote"/>
      </w:pPr>
      <w:r>
        <w:t>Ibn Sa`d, al</w:t>
      </w:r>
      <w:r w:rsidR="008E1963">
        <w:t>-</w:t>
      </w:r>
      <w:r>
        <w:t>Tabaqat, ii, part one, 80;</w:t>
      </w:r>
    </w:p>
    <w:p w:rsidR="00D442CD" w:rsidRDefault="00D442CD" w:rsidP="00D442CD">
      <w:pPr>
        <w:pStyle w:val="libFootnote"/>
      </w:pPr>
      <w:r>
        <w:t>Ibn `Abd al</w:t>
      </w:r>
      <w:r w:rsidR="008E1963">
        <w:t>-</w:t>
      </w:r>
      <w:r>
        <w:t>Barr, al</w:t>
      </w:r>
      <w:r w:rsidR="008E1963">
        <w:t>-</w:t>
      </w:r>
      <w:r>
        <w:t>Isti`ab (Hyderabad, 1336), ii, 450;</w:t>
      </w:r>
    </w:p>
    <w:p w:rsidR="000D3C43" w:rsidRDefault="00D442CD" w:rsidP="00D442CD">
      <w:pPr>
        <w:pStyle w:val="libFootnote"/>
      </w:pPr>
      <w:r>
        <w:t>al</w:t>
      </w:r>
      <w:r w:rsidR="008E1963">
        <w:t>-</w:t>
      </w:r>
      <w:r>
        <w:t>Bayhaqi in Sunan, vi, 362.</w:t>
      </w:r>
    </w:p>
    <w:p w:rsidR="00D442CD" w:rsidRDefault="00D442CD" w:rsidP="00D442CD">
      <w:pPr>
        <w:pStyle w:val="libFootnote"/>
      </w:pPr>
      <w:r>
        <w:t>12. Al</w:t>
      </w:r>
      <w:r w:rsidR="008E1963">
        <w:t>-</w:t>
      </w:r>
      <w:r>
        <w:t>Tirmidhi has recorded this tradition of the Prophet (S) in his Sahih, ii, 298:</w:t>
      </w:r>
    </w:p>
    <w:p w:rsidR="000D3C43" w:rsidRDefault="00D442CD" w:rsidP="00D442CD">
      <w:pPr>
        <w:pStyle w:val="libFootnote"/>
      </w:pPr>
      <w:r>
        <w:rPr>
          <w:rtl/>
        </w:rPr>
        <w:t>رحم الله عليّا, اللهم ادر الحق معه حيث دار</w:t>
      </w:r>
      <w:r>
        <w:t>.</w:t>
      </w:r>
    </w:p>
    <w:p w:rsidR="000D3C43" w:rsidRDefault="00D442CD" w:rsidP="00D442CD">
      <w:pPr>
        <w:pStyle w:val="libFootnote"/>
      </w:pPr>
      <w:r>
        <w:t>May God's mercy be upon `Ali. My God, keep the haqq (truth, righteousness, justice) always with `Ali.</w:t>
      </w:r>
    </w:p>
    <w:p w:rsidR="000D3C43" w:rsidRDefault="00D442CD" w:rsidP="00D442CD">
      <w:pPr>
        <w:pStyle w:val="libFootnote"/>
      </w:pPr>
      <w:r>
        <w:t>Among others who have recorded it in their works are:</w:t>
      </w:r>
    </w:p>
    <w:p w:rsidR="00D442CD" w:rsidRDefault="00D442CD" w:rsidP="00D442CD">
      <w:pPr>
        <w:pStyle w:val="libFootnote"/>
      </w:pPr>
      <w:r>
        <w:t>al</w:t>
      </w:r>
      <w:r w:rsidR="008E1963">
        <w:t>-</w:t>
      </w:r>
      <w:r>
        <w:t>Hakim in Mustadrak, iii, 119, 124;</w:t>
      </w:r>
    </w:p>
    <w:p w:rsidR="00D442CD" w:rsidRDefault="00D442CD" w:rsidP="00D442CD">
      <w:pPr>
        <w:pStyle w:val="libFootnote"/>
      </w:pPr>
      <w:r>
        <w:t>al</w:t>
      </w:r>
      <w:r w:rsidR="008E1963">
        <w:t>-</w:t>
      </w:r>
      <w:r>
        <w:t>Khatib in Ta'rikh Baghdad, xiv, 321;</w:t>
      </w:r>
    </w:p>
    <w:p w:rsidR="00D442CD" w:rsidRDefault="00D442CD" w:rsidP="00D442CD">
      <w:pPr>
        <w:pStyle w:val="libFootnote"/>
      </w:pPr>
      <w:r>
        <w:t>al</w:t>
      </w:r>
      <w:r w:rsidR="008E1963">
        <w:t>-</w:t>
      </w:r>
      <w:r>
        <w:t>Haythami in Majma` al</w:t>
      </w:r>
      <w:r w:rsidR="008E1963">
        <w:t>-</w:t>
      </w:r>
      <w:r>
        <w:t>zawa'id, vii, 134, 235; 243; and</w:t>
      </w:r>
    </w:p>
    <w:p w:rsidR="000D3C43" w:rsidRDefault="00D442CD" w:rsidP="00D442CD">
      <w:pPr>
        <w:pStyle w:val="libFootnote"/>
      </w:pPr>
      <w:r>
        <w:t>al</w:t>
      </w:r>
      <w:r w:rsidR="008E1963">
        <w:t>-</w:t>
      </w:r>
      <w:r>
        <w:t>Muttaqi in Kanz al</w:t>
      </w:r>
      <w:r w:rsidR="008E1963">
        <w:t>-</w:t>
      </w:r>
      <w:r>
        <w:t>ummal, vi, 157.</w:t>
      </w:r>
    </w:p>
    <w:p w:rsidR="00D442CD" w:rsidRDefault="00D442CD" w:rsidP="00D442CD">
      <w:pPr>
        <w:pStyle w:val="libFootnote"/>
      </w:pPr>
      <w:r>
        <w:t>13. Al</w:t>
      </w:r>
      <w:r w:rsidR="008E1963">
        <w:t>-</w:t>
      </w:r>
      <w:r>
        <w:t>Nasa'i in Khasa'is, 40, reports this tradition on the authority of Abu Sa`id al</w:t>
      </w:r>
      <w:r w:rsidR="008E1963">
        <w:t>-</w:t>
      </w:r>
      <w:r>
        <w:t>Khudri:</w:t>
      </w:r>
    </w:p>
    <w:p w:rsidR="000D3C43" w:rsidRDefault="00D442CD" w:rsidP="00D442CD">
      <w:pPr>
        <w:pStyle w:val="libFootnote"/>
      </w:pPr>
      <w:r>
        <w:rPr>
          <w:rtl/>
        </w:rPr>
        <w:t>عن أبي سعيد الخدري قال: كنا جلوسا ننتظر رسول الله صلى الله عليه وسلم فخرج إلينا قد انقطع شسع نعله  فرمى به إلى علي رضي الله عنه ، فقال : إن منكم رجلا يقاتل الناس على تأويل القرآن ، كما قاتلت  على تنزيله, قال أبو بكر: أنا؟ قال: لا, قال عمر: أنا؟ قال: لا, ولكن خا صف النعل</w:t>
      </w:r>
      <w:r>
        <w:t>.</w:t>
      </w:r>
    </w:p>
    <w:p w:rsidR="000D3C43" w:rsidRDefault="00D442CD" w:rsidP="00D442CD">
      <w:pPr>
        <w:pStyle w:val="libFootnote"/>
      </w:pPr>
      <w:r>
        <w:t>Abu Sa`id al</w:t>
      </w:r>
      <w:r w:rsidR="008E1963">
        <w:t>-</w:t>
      </w:r>
      <w:r>
        <w:t>Khudri reports: "We sat waiting for the Messenger of Allah (S) when he came out to meet us. The strap of his sandal was broken and he tossed it to `Ali. Then he (S) said, 'A man amongst you will fight the people over the ta'wil (interpretation) of the Qur'an in the same way as I have fought over its tanzil (revelation).' Thereupon Abu Bakr said, 'Is that I?' The Prophet (S) said, 'No.' Then `Umar asked him, 'Is that I?' 'No.' said the Prophet (S). 'It is the mender of the sandal (i.e. `Ali).'"</w:t>
      </w:r>
    </w:p>
    <w:p w:rsidR="000D3C43" w:rsidRDefault="00D442CD" w:rsidP="00D442CD">
      <w:pPr>
        <w:pStyle w:val="libFootnote"/>
      </w:pPr>
      <w:r>
        <w:t>Among others who have recorded this tradition in their works are:</w:t>
      </w:r>
    </w:p>
    <w:p w:rsidR="00D442CD" w:rsidRDefault="00D442CD" w:rsidP="00D442CD">
      <w:pPr>
        <w:pStyle w:val="libFootnote"/>
      </w:pPr>
      <w:r>
        <w:t>al</w:t>
      </w:r>
      <w:r w:rsidR="008E1963">
        <w:t>-</w:t>
      </w:r>
      <w:r>
        <w:t>Hakim in Mustadrak, iii, 122;</w:t>
      </w:r>
    </w:p>
    <w:p w:rsidR="00D442CD" w:rsidRDefault="00D442CD" w:rsidP="00D442CD">
      <w:pPr>
        <w:pStyle w:val="libFootnote"/>
      </w:pPr>
      <w:r>
        <w:t>Ahmad ibn Hanbal in his Musnad, iii, 33, 82;</w:t>
      </w:r>
    </w:p>
    <w:p w:rsidR="00D442CD" w:rsidRDefault="00D442CD" w:rsidP="00D442CD">
      <w:pPr>
        <w:pStyle w:val="libFootnote"/>
      </w:pPr>
      <w:r>
        <w:t>Abu Nu`aym in Hilyat al</w:t>
      </w:r>
      <w:r w:rsidR="008E1963">
        <w:t>-</w:t>
      </w:r>
      <w:r>
        <w:t>awliya', i, 67;</w:t>
      </w:r>
    </w:p>
    <w:p w:rsidR="00D442CD" w:rsidRDefault="00D442CD" w:rsidP="00D442CD">
      <w:pPr>
        <w:pStyle w:val="libFootnote"/>
      </w:pPr>
      <w:r>
        <w:t>Ibn al</w:t>
      </w:r>
      <w:r w:rsidR="008E1963">
        <w:t>-</w:t>
      </w:r>
      <w:r>
        <w:t>Athir in Usd al</w:t>
      </w:r>
      <w:r w:rsidR="008E1963">
        <w:t>-</w:t>
      </w:r>
      <w:r>
        <w:t>ghabah, iii, 282, iv, 33;</w:t>
      </w:r>
    </w:p>
    <w:p w:rsidR="00D442CD" w:rsidRDefault="00D442CD" w:rsidP="00D442CD">
      <w:pPr>
        <w:pStyle w:val="libFootnote"/>
      </w:pPr>
      <w:r>
        <w:t>Ibn Hajar, al</w:t>
      </w:r>
      <w:r w:rsidR="008E1963">
        <w:t>-</w:t>
      </w:r>
      <w:r>
        <w:t>lsabah, i, 22, iv, 152;</w:t>
      </w:r>
    </w:p>
    <w:p w:rsidR="00D442CD" w:rsidRDefault="00D442CD" w:rsidP="00D442CD">
      <w:pPr>
        <w:pStyle w:val="libFootnote"/>
      </w:pPr>
      <w:r>
        <w:t>Ibn `Abd al</w:t>
      </w:r>
      <w:r w:rsidR="008E1963">
        <w:t>-</w:t>
      </w:r>
      <w:r>
        <w:t>Barr, al</w:t>
      </w:r>
      <w:r w:rsidR="008E1963">
        <w:t>-</w:t>
      </w:r>
      <w:r>
        <w:t>lsti`ab, ii, 423;</w:t>
      </w:r>
    </w:p>
    <w:p w:rsidR="00D442CD" w:rsidRDefault="00D442CD" w:rsidP="00D442CD">
      <w:pPr>
        <w:pStyle w:val="libFootnote"/>
      </w:pPr>
      <w:r>
        <w:t>al</w:t>
      </w:r>
      <w:r w:rsidR="008E1963">
        <w:t>-</w:t>
      </w:r>
      <w:r>
        <w:t>Haythami, Majma` al</w:t>
      </w:r>
      <w:r w:rsidR="008E1963">
        <w:t>-</w:t>
      </w:r>
      <w:r>
        <w:t>zawa'id, v, 186;</w:t>
      </w:r>
    </w:p>
    <w:p w:rsidR="000D3C43" w:rsidRDefault="00D442CD" w:rsidP="00D442CD">
      <w:pPr>
        <w:pStyle w:val="libFootnote"/>
      </w:pPr>
      <w:r>
        <w:t>al</w:t>
      </w:r>
      <w:r w:rsidR="008E1963">
        <w:t>-</w:t>
      </w:r>
      <w:r>
        <w:t>Muttaqi, Kanz al</w:t>
      </w:r>
      <w:r w:rsidR="008E1963">
        <w:t>-</w:t>
      </w:r>
      <w:r>
        <w:t>ummal, vi, 155, 390, 391.</w:t>
      </w:r>
    </w:p>
    <w:p w:rsidR="00D442CD" w:rsidRDefault="00D442CD" w:rsidP="00D442CD">
      <w:pPr>
        <w:pStyle w:val="libFootnote"/>
      </w:pPr>
      <w:r>
        <w:t>14. Al</w:t>
      </w:r>
      <w:r w:rsidR="008E1963">
        <w:t>-</w:t>
      </w:r>
      <w:r>
        <w:t>Hakim records this tradition of the Prophet (S) in his Mustadrak, ii, 343, iii, 150:</w:t>
      </w:r>
    </w:p>
    <w:p w:rsidR="000D3C43" w:rsidRDefault="00D442CD" w:rsidP="00D442CD">
      <w:pPr>
        <w:pStyle w:val="libFootnote"/>
      </w:pPr>
      <w:r>
        <w:rPr>
          <w:rtl/>
        </w:rPr>
        <w:lastRenderedPageBreak/>
        <w:t>مثل أهل بيتي مثل سفينة نوح من ركبها نجا ومن تخلف عنها غرق</w:t>
      </w:r>
    </w:p>
    <w:p w:rsidR="000D3C43" w:rsidRDefault="00D442CD" w:rsidP="00D442CD">
      <w:pPr>
        <w:pStyle w:val="libFootnote"/>
      </w:pPr>
      <w:r>
        <w:t>The parable of my Ahlul Bayt is that of the boat of Noah, whoever gets aboard it is saved and whoever stays away from it is drowned.</w:t>
      </w:r>
    </w:p>
    <w:p w:rsidR="000D3C43" w:rsidRDefault="00D442CD" w:rsidP="00D442CD">
      <w:pPr>
        <w:pStyle w:val="libFootnote"/>
      </w:pPr>
      <w:r>
        <w:t>Among the traditionists who have narrated it are:</w:t>
      </w:r>
    </w:p>
    <w:p w:rsidR="00D442CD" w:rsidRDefault="00D442CD" w:rsidP="00D442CD">
      <w:pPr>
        <w:pStyle w:val="libFootnote"/>
      </w:pPr>
      <w:r>
        <w:t>Abu Nu`aym in Hilyat al</w:t>
      </w:r>
      <w:r w:rsidR="008E1963">
        <w:t>-</w:t>
      </w:r>
      <w:r>
        <w:t>awliya', iv, 306;</w:t>
      </w:r>
    </w:p>
    <w:p w:rsidR="00D442CD" w:rsidRDefault="00D442CD" w:rsidP="00D442CD">
      <w:pPr>
        <w:pStyle w:val="libFootnote"/>
      </w:pPr>
      <w:r>
        <w:t>al</w:t>
      </w:r>
      <w:r w:rsidR="008E1963">
        <w:t>-</w:t>
      </w:r>
      <w:r>
        <w:t>Khatib in Ta'rikh Baghdad, xii, 19;</w:t>
      </w:r>
    </w:p>
    <w:p w:rsidR="00D442CD" w:rsidRDefault="00D442CD" w:rsidP="00D442CD">
      <w:pPr>
        <w:pStyle w:val="libFootnote"/>
      </w:pPr>
      <w:r>
        <w:t>al</w:t>
      </w:r>
      <w:r w:rsidR="008E1963">
        <w:t>-</w:t>
      </w:r>
      <w:r>
        <w:t>Suyuti in al</w:t>
      </w:r>
      <w:r w:rsidR="008E1963">
        <w:t>-</w:t>
      </w:r>
      <w:r>
        <w:t>Durr al</w:t>
      </w:r>
      <w:r w:rsidR="008E1963">
        <w:t>-</w:t>
      </w:r>
      <w:r>
        <w:t>manthur (al</w:t>
      </w:r>
      <w:r w:rsidR="008E1963">
        <w:t>-</w:t>
      </w:r>
      <w:r>
        <w:t>Matba`at al</w:t>
      </w:r>
      <w:r w:rsidR="008E1963">
        <w:t>-</w:t>
      </w:r>
      <w:r>
        <w:t>­Maymaniyyah, Egypt, 1314), under verse 2:58;</w:t>
      </w:r>
    </w:p>
    <w:p w:rsidR="00D442CD" w:rsidRDefault="00D442CD" w:rsidP="00D442CD">
      <w:pPr>
        <w:pStyle w:val="libFootnote"/>
      </w:pPr>
      <w:r>
        <w:t>al</w:t>
      </w:r>
      <w:r w:rsidR="008E1963">
        <w:t>-</w:t>
      </w:r>
      <w:r>
        <w:t>Muttaqi in Kanz al</w:t>
      </w:r>
      <w:r w:rsidR="008E1963">
        <w:t>-</w:t>
      </w:r>
      <w:r>
        <w:t>ummal, i, 250, vi, 216;</w:t>
      </w:r>
    </w:p>
    <w:p w:rsidR="00D442CD" w:rsidRDefault="00D442CD" w:rsidP="00D442CD">
      <w:pPr>
        <w:pStyle w:val="libFootnote"/>
      </w:pPr>
      <w:r>
        <w:t>al</w:t>
      </w:r>
      <w:r w:rsidR="008E1963">
        <w:t>-</w:t>
      </w:r>
      <w:r>
        <w:t>Haythami in Majma` al</w:t>
      </w:r>
      <w:r w:rsidR="008E1963">
        <w:t>-</w:t>
      </w:r>
      <w:r>
        <w:t>zawa'id, ix, 167, 168;</w:t>
      </w:r>
    </w:p>
    <w:p w:rsidR="000D3C43" w:rsidRDefault="00D442CD" w:rsidP="00D442CD">
      <w:pPr>
        <w:pStyle w:val="libFootnote"/>
      </w:pPr>
      <w:r>
        <w:t>al</w:t>
      </w:r>
      <w:r w:rsidR="008E1963">
        <w:t>-</w:t>
      </w:r>
      <w:r>
        <w:t>Muhibb al</w:t>
      </w:r>
      <w:r w:rsidR="008E1963">
        <w:t>-</w:t>
      </w:r>
      <w:r>
        <w:t>Tabari in Dhakha'ir al</w:t>
      </w:r>
      <w:r w:rsidR="008E1963">
        <w:t>-</w:t>
      </w:r>
      <w:r>
        <w:t>uqba, 20; al</w:t>
      </w:r>
      <w:r w:rsidR="008E1963">
        <w:t>-</w:t>
      </w:r>
      <w:r>
        <w:t>­Manawi in Kunuz al</w:t>
      </w:r>
      <w:r w:rsidR="008E1963">
        <w:t>-</w:t>
      </w:r>
      <w:r>
        <w:t>­haqa'iq, 132.</w:t>
      </w:r>
    </w:p>
    <w:p w:rsidR="00D442CD" w:rsidRDefault="00D442CD" w:rsidP="00D442CD">
      <w:pPr>
        <w:pStyle w:val="libFootnote"/>
      </w:pPr>
      <w:r>
        <w:t>15. See al</w:t>
      </w:r>
      <w:r w:rsidR="008E1963">
        <w:t>-</w:t>
      </w:r>
      <w:r>
        <w:t>Sayyid `Ali al</w:t>
      </w:r>
      <w:r w:rsidR="008E1963">
        <w:t>-</w:t>
      </w:r>
      <w:r>
        <w:t>­Milani, "Al</w:t>
      </w:r>
      <w:r w:rsidR="008E1963">
        <w:t>-</w:t>
      </w:r>
      <w:r>
        <w:t>Sayyid Hamid Husayn (r) wa Kitabuhu al­</w:t>
      </w:r>
      <w:r w:rsidR="008E1963">
        <w:t>-</w:t>
      </w:r>
      <w:r>
        <w:t>Abaqat," Turathuna, No. 4 (Rabi` 1406 H.) pp. 144­156.</w:t>
      </w:r>
    </w:p>
    <w:p w:rsidR="00D442CD" w:rsidRDefault="00D442CD" w:rsidP="000D3C43">
      <w:pPr>
        <w:pStyle w:val="libNormal"/>
      </w:pPr>
      <w:r>
        <w:br w:type="page"/>
      </w:r>
    </w:p>
    <w:p w:rsidR="00D442CD" w:rsidRDefault="00D442CD" w:rsidP="000D3C43">
      <w:pPr>
        <w:pStyle w:val="Heading1Center"/>
      </w:pPr>
      <w:bookmarkStart w:id="22" w:name="_Toc484431446"/>
      <w:r>
        <w:lastRenderedPageBreak/>
        <w:t>Narrators of Hadith al Thaqalayn From Among the Sahabah</w:t>
      </w:r>
      <w:bookmarkEnd w:id="22"/>
    </w:p>
    <w:p w:rsidR="000D3C43" w:rsidRDefault="00D442CD" w:rsidP="00D442CD">
      <w:pPr>
        <w:pStyle w:val="libNormal"/>
      </w:pPr>
      <w:r>
        <w:t>More than thirty of the well</w:t>
      </w:r>
      <w:r w:rsidR="008E1963">
        <w:t>-</w:t>
      </w:r>
      <w:r>
        <w:t>known and eminent Companions of the Prophet (S) have narrated Hadith al</w:t>
      </w:r>
      <w:r w:rsidR="008E1963">
        <w:t>-</w:t>
      </w:r>
      <w:r>
        <w:t>Thaqalayn from him. Their names as well as those of some authors, who have narrated their traditions in their books, are given below:</w:t>
      </w:r>
    </w:p>
    <w:p w:rsidR="00D442CD" w:rsidRDefault="00D442CD" w:rsidP="00941CD7">
      <w:pPr>
        <w:pStyle w:val="Heading2Center"/>
      </w:pPr>
      <w:bookmarkStart w:id="23" w:name="_Toc484431447"/>
      <w:r>
        <w:t>1. Amir al</w:t>
      </w:r>
      <w:r w:rsidR="008E1963">
        <w:t>-</w:t>
      </w:r>
      <w:r>
        <w:t>­Mu'minin ‘Ali ibn Abi Talib (A) (23BH­40H/600­661).</w:t>
      </w:r>
      <w:bookmarkEnd w:id="23"/>
    </w:p>
    <w:p w:rsidR="000D3C43" w:rsidRDefault="00D442CD" w:rsidP="00D442CD">
      <w:pPr>
        <w:pStyle w:val="libNormal"/>
      </w:pPr>
      <w:r>
        <w:t>1. Ibn Rahwayh Ishaq ibn Ibrahim al</w:t>
      </w:r>
      <w:r w:rsidR="008E1963">
        <w:t>-</w:t>
      </w:r>
      <w:r>
        <w:t>­Hanzali,</w:t>
      </w:r>
    </w:p>
    <w:p w:rsidR="000D3C43" w:rsidRDefault="00D442CD" w:rsidP="00D442CD">
      <w:pPr>
        <w:pStyle w:val="libNormal"/>
      </w:pPr>
      <w:r>
        <w:t>2. Abu Bakr Ahmad ibn ‘Umar al</w:t>
      </w:r>
      <w:r w:rsidR="008E1963">
        <w:t>-</w:t>
      </w:r>
      <w:r>
        <w:t>­Shaybani,</w:t>
      </w:r>
    </w:p>
    <w:p w:rsidR="000D3C43" w:rsidRDefault="00D442CD" w:rsidP="00D442CD">
      <w:pPr>
        <w:pStyle w:val="libNormal"/>
      </w:pPr>
      <w:r>
        <w:t>3. Abu Bakr Ahmad ibn ‘Abd al</w:t>
      </w:r>
      <w:r w:rsidR="008E1963">
        <w:t>-</w:t>
      </w:r>
      <w:r>
        <w:t>­Khaliq al</w:t>
      </w:r>
      <w:r w:rsidR="008E1963">
        <w:t>-</w:t>
      </w:r>
      <w:r>
        <w:t>­Bazzaz</w:t>
      </w:r>
    </w:p>
    <w:p w:rsidR="000D3C43" w:rsidRDefault="00D442CD" w:rsidP="00D442CD">
      <w:pPr>
        <w:pStyle w:val="libNormal"/>
      </w:pPr>
      <w:r>
        <w:t>4. Abu Ja’far Muhammad ibn Jarir al</w:t>
      </w:r>
      <w:r w:rsidR="008E1963">
        <w:t>-</w:t>
      </w:r>
      <w:r>
        <w:t>­Tabari,</w:t>
      </w:r>
    </w:p>
    <w:p w:rsidR="000D3C43" w:rsidRDefault="00D442CD" w:rsidP="00D442CD">
      <w:pPr>
        <w:pStyle w:val="libNormal"/>
      </w:pPr>
      <w:r>
        <w:t>5. Abu Bishr Muhammad ibn Ahmad al</w:t>
      </w:r>
      <w:r w:rsidR="008E1963">
        <w:t>-</w:t>
      </w:r>
      <w:r>
        <w:t>­Dulabi,</w:t>
      </w:r>
    </w:p>
    <w:p w:rsidR="000D3C43" w:rsidRDefault="00D442CD" w:rsidP="00D442CD">
      <w:pPr>
        <w:pStyle w:val="libNormal"/>
      </w:pPr>
      <w:r>
        <w:t>6. Abu ‘Abd Allah Husayn ibn Isma’il al</w:t>
      </w:r>
      <w:r w:rsidR="008E1963">
        <w:t>-</w:t>
      </w:r>
      <w:r>
        <w:t>­Muhamili,</w:t>
      </w:r>
    </w:p>
    <w:p w:rsidR="000D3C43" w:rsidRDefault="00D442CD" w:rsidP="00D442CD">
      <w:pPr>
        <w:pStyle w:val="libNormal"/>
      </w:pPr>
      <w:r>
        <w:t>7. Abu al</w:t>
      </w:r>
      <w:r w:rsidR="008E1963">
        <w:t>-</w:t>
      </w:r>
      <w:r>
        <w:t>Abbas ibn ‘Uqdah al</w:t>
      </w:r>
      <w:r w:rsidR="008E1963">
        <w:t>-</w:t>
      </w:r>
      <w:r>
        <w:t>Kufi,</w:t>
      </w:r>
    </w:p>
    <w:p w:rsidR="000D3C43" w:rsidRDefault="00D442CD" w:rsidP="00D442CD">
      <w:pPr>
        <w:pStyle w:val="libNormal"/>
      </w:pPr>
      <w:r>
        <w:t>8. Abu Bakr Muhammad ibn ‘Umar ibn al</w:t>
      </w:r>
      <w:r w:rsidR="008E1963">
        <w:t>-</w:t>
      </w:r>
      <w:r>
        <w:t>­Ji’abi,</w:t>
      </w:r>
    </w:p>
    <w:p w:rsidR="000D3C43" w:rsidRDefault="00D442CD" w:rsidP="00D442CD">
      <w:pPr>
        <w:pStyle w:val="libNormal"/>
      </w:pPr>
      <w:r>
        <w:t>9. Shams al</w:t>
      </w:r>
      <w:r w:rsidR="008E1963">
        <w:t>-</w:t>
      </w:r>
      <w:r>
        <w:t>Din al</w:t>
      </w:r>
      <w:r w:rsidR="008E1963">
        <w:t>-</w:t>
      </w:r>
      <w:r>
        <w:t>­Sakhawi,</w:t>
      </w:r>
    </w:p>
    <w:p w:rsidR="000D3C43" w:rsidRDefault="00D442CD" w:rsidP="00D442CD">
      <w:pPr>
        <w:pStyle w:val="libNormal"/>
      </w:pPr>
      <w:r>
        <w:t>10. Jalal al</w:t>
      </w:r>
      <w:r w:rsidR="008E1963">
        <w:t>-</w:t>
      </w:r>
      <w:r>
        <w:t>Din al</w:t>
      </w:r>
      <w:r w:rsidR="008E1963">
        <w:t>-</w:t>
      </w:r>
      <w:r>
        <w:t>­Suyuti,</w:t>
      </w:r>
    </w:p>
    <w:p w:rsidR="000D3C43" w:rsidRDefault="00D442CD" w:rsidP="00D442CD">
      <w:pPr>
        <w:pStyle w:val="libNormal"/>
      </w:pPr>
      <w:r>
        <w:t>11. Nur al</w:t>
      </w:r>
      <w:r w:rsidR="008E1963">
        <w:t>-</w:t>
      </w:r>
      <w:r>
        <w:t>Din al</w:t>
      </w:r>
      <w:r w:rsidR="008E1963">
        <w:t>-</w:t>
      </w:r>
      <w:r>
        <w:t>­Samhudi,</w:t>
      </w:r>
    </w:p>
    <w:p w:rsidR="000D3C43" w:rsidRDefault="00D442CD" w:rsidP="00D442CD">
      <w:pPr>
        <w:pStyle w:val="libNormal"/>
      </w:pPr>
      <w:r>
        <w:t>12. ‘Ali Muttaqi al</w:t>
      </w:r>
      <w:r w:rsidR="008E1963">
        <w:t>-</w:t>
      </w:r>
      <w:r>
        <w:t>­Hindi,</w:t>
      </w:r>
    </w:p>
    <w:p w:rsidR="000D3C43" w:rsidRDefault="00D442CD" w:rsidP="00D442CD">
      <w:pPr>
        <w:pStyle w:val="libNormal"/>
      </w:pPr>
      <w:r>
        <w:t>13. Ahmad ibn al</w:t>
      </w:r>
      <w:r w:rsidR="008E1963">
        <w:t>-</w:t>
      </w:r>
      <w:r>
        <w:t>­Fadl ibn Muhammad Ba Kathir al</w:t>
      </w:r>
      <w:r w:rsidR="008E1963">
        <w:t>-</w:t>
      </w:r>
      <w:r>
        <w:t>­Makki,</w:t>
      </w:r>
    </w:p>
    <w:p w:rsidR="000D3C43" w:rsidRDefault="00D442CD" w:rsidP="00D442CD">
      <w:pPr>
        <w:pStyle w:val="libNormal"/>
      </w:pPr>
      <w:r>
        <w:t>14. Mahmud ibn Muhammad al</w:t>
      </w:r>
      <w:r w:rsidR="008E1963">
        <w:t>-</w:t>
      </w:r>
      <w:r>
        <w:t>­Shaykhani al</w:t>
      </w:r>
      <w:r w:rsidR="008E1963">
        <w:t>-</w:t>
      </w:r>
      <w:r>
        <w:t>­Qadiri,</w:t>
      </w:r>
    </w:p>
    <w:p w:rsidR="000D3C43" w:rsidRDefault="00D442CD" w:rsidP="00D442CD">
      <w:pPr>
        <w:pStyle w:val="libNormal"/>
      </w:pPr>
      <w:r>
        <w:t>15. Sulayman ibn Ibrahim al</w:t>
      </w:r>
      <w:r w:rsidR="008E1963">
        <w:t>-</w:t>
      </w:r>
      <w:r>
        <w:t>­Qunduzi.</w:t>
      </w:r>
    </w:p>
    <w:p w:rsidR="00D442CD" w:rsidRDefault="00D442CD" w:rsidP="00941CD7">
      <w:pPr>
        <w:pStyle w:val="Heading2Center"/>
      </w:pPr>
      <w:bookmarkStart w:id="24" w:name="_Toc484431448"/>
      <w:r>
        <w:t>2. Al</w:t>
      </w:r>
      <w:r w:rsidR="008E1963">
        <w:t>-</w:t>
      </w:r>
      <w:r>
        <w:t>Imam al</w:t>
      </w:r>
      <w:r w:rsidR="008E1963">
        <w:t>-</w:t>
      </w:r>
      <w:r>
        <w:t>Hasan ibn ‘Ali (A) (3­50/624­670).</w:t>
      </w:r>
      <w:bookmarkEnd w:id="24"/>
    </w:p>
    <w:p w:rsidR="000D3C43" w:rsidRDefault="00D442CD" w:rsidP="00D442CD">
      <w:pPr>
        <w:pStyle w:val="libNormal"/>
      </w:pPr>
      <w:r>
        <w:t>1. Al</w:t>
      </w:r>
      <w:r w:rsidR="008E1963">
        <w:t>-</w:t>
      </w:r>
      <w:r>
        <w:t>­Qunduzi.</w:t>
      </w:r>
    </w:p>
    <w:p w:rsidR="00D442CD" w:rsidRDefault="00D442CD" w:rsidP="00941CD7">
      <w:pPr>
        <w:pStyle w:val="Heading2Center"/>
      </w:pPr>
      <w:bookmarkStart w:id="25" w:name="_Toc484431449"/>
      <w:r>
        <w:t>3. Salman al</w:t>
      </w:r>
      <w:r w:rsidR="008E1963">
        <w:t>-</w:t>
      </w:r>
      <w:r>
        <w:t>Farsi (d. 36/656).</w:t>
      </w:r>
      <w:bookmarkEnd w:id="25"/>
    </w:p>
    <w:p w:rsidR="000D3C43" w:rsidRDefault="00D442CD" w:rsidP="00D442CD">
      <w:pPr>
        <w:pStyle w:val="libNormal"/>
      </w:pPr>
      <w:r>
        <w:t>1. Al</w:t>
      </w:r>
      <w:r w:rsidR="008E1963">
        <w:t>-</w:t>
      </w:r>
      <w:r>
        <w:t>Qunduzi.</w:t>
      </w:r>
    </w:p>
    <w:p w:rsidR="00D442CD" w:rsidRDefault="00D442CD" w:rsidP="00941CD7">
      <w:pPr>
        <w:pStyle w:val="Heading2Center"/>
      </w:pPr>
      <w:bookmarkStart w:id="26" w:name="_Toc484431450"/>
      <w:r>
        <w:t>4. Jundab ibn Junadah, Abu Dharr al</w:t>
      </w:r>
      <w:r w:rsidR="008E1963">
        <w:t>-</w:t>
      </w:r>
      <w:r>
        <w:t>Ghifari. (d. 32/650).</w:t>
      </w:r>
      <w:bookmarkEnd w:id="26"/>
    </w:p>
    <w:p w:rsidR="000D3C43" w:rsidRDefault="00D442CD" w:rsidP="00D442CD">
      <w:pPr>
        <w:pStyle w:val="libNormal"/>
      </w:pPr>
      <w:r>
        <w:t>1. Muhammad ibn ‘Isa al</w:t>
      </w:r>
      <w:r w:rsidR="008E1963">
        <w:t>-</w:t>
      </w:r>
      <w:r>
        <w:t>Tirmidhi,</w:t>
      </w:r>
    </w:p>
    <w:p w:rsidR="000D3C43" w:rsidRDefault="00D442CD" w:rsidP="00D442CD">
      <w:pPr>
        <w:pStyle w:val="libNormal"/>
      </w:pPr>
      <w:r>
        <w:t>2. Ibn ‘Uqdah,</w:t>
      </w:r>
    </w:p>
    <w:p w:rsidR="000D3C43" w:rsidRDefault="00D442CD" w:rsidP="00D442CD">
      <w:pPr>
        <w:pStyle w:val="libNormal"/>
      </w:pPr>
      <w:r>
        <w:t>3. Abu Muhammad Ahmad ibn Muhammad al</w:t>
      </w:r>
      <w:r w:rsidR="008E1963">
        <w:t>-</w:t>
      </w:r>
      <w:r>
        <w:t>Asimi,</w:t>
      </w:r>
    </w:p>
    <w:p w:rsidR="000D3C43" w:rsidRDefault="00D442CD" w:rsidP="00D442CD">
      <w:pPr>
        <w:pStyle w:val="libNormal"/>
      </w:pPr>
      <w:r>
        <w:t>4. Ibn Kathir,</w:t>
      </w:r>
    </w:p>
    <w:p w:rsidR="000D3C43" w:rsidRDefault="00D442CD" w:rsidP="00D442CD">
      <w:pPr>
        <w:pStyle w:val="libNormal"/>
      </w:pPr>
      <w:r>
        <w:t>5. al</w:t>
      </w:r>
      <w:r w:rsidR="008E1963">
        <w:t>-</w:t>
      </w:r>
      <w:r>
        <w:t>Sakhawi,</w:t>
      </w:r>
    </w:p>
    <w:p w:rsidR="000D3C43" w:rsidRDefault="00D442CD" w:rsidP="00D442CD">
      <w:pPr>
        <w:pStyle w:val="libNormal"/>
      </w:pPr>
      <w:r>
        <w:t>6. al</w:t>
      </w:r>
      <w:r w:rsidR="008E1963">
        <w:t>-</w:t>
      </w:r>
      <w:r>
        <w:t>Samhudi,</w:t>
      </w:r>
    </w:p>
    <w:p w:rsidR="000D3C43" w:rsidRDefault="00D442CD" w:rsidP="00D442CD">
      <w:pPr>
        <w:pStyle w:val="libNormal"/>
      </w:pPr>
      <w:r>
        <w:t>7. Ahmad ibn al</w:t>
      </w:r>
      <w:r w:rsidR="008E1963">
        <w:t>-</w:t>
      </w:r>
      <w:r>
        <w:t>Fadl ibn Muhammad Ba Kathir.</w:t>
      </w:r>
    </w:p>
    <w:p w:rsidR="00D442CD" w:rsidRDefault="00D442CD" w:rsidP="00941CD7">
      <w:pPr>
        <w:pStyle w:val="Heading2Center"/>
      </w:pPr>
      <w:bookmarkStart w:id="27" w:name="_Toc484431451"/>
      <w:r>
        <w:t>5. ‘Abd Allah ibn ‘Abbas (3 BH­68/619­87).</w:t>
      </w:r>
      <w:bookmarkEnd w:id="27"/>
    </w:p>
    <w:p w:rsidR="000D3C43" w:rsidRDefault="00D442CD" w:rsidP="00D442CD">
      <w:pPr>
        <w:pStyle w:val="libNormal"/>
      </w:pPr>
      <w:r>
        <w:t>1. Sulayman ibn Ibrahim Al</w:t>
      </w:r>
      <w:r w:rsidR="008E1963">
        <w:t>-</w:t>
      </w:r>
      <w:r>
        <w:t>Qunduzi.</w:t>
      </w:r>
    </w:p>
    <w:p w:rsidR="00D442CD" w:rsidRDefault="00D442CD" w:rsidP="00941CD7">
      <w:pPr>
        <w:pStyle w:val="Heading2Center"/>
      </w:pPr>
      <w:bookmarkStart w:id="28" w:name="_Toc484431452"/>
      <w:r>
        <w:t>6. Sa’d ibn Malik, Abu Sa’id al</w:t>
      </w:r>
      <w:r w:rsidR="008E1963">
        <w:t>-</w:t>
      </w:r>
      <w:r>
        <w:t>Khudri (10 BH­74/613­693).</w:t>
      </w:r>
      <w:bookmarkEnd w:id="28"/>
    </w:p>
    <w:p w:rsidR="000D3C43" w:rsidRDefault="00D442CD" w:rsidP="00D442CD">
      <w:pPr>
        <w:pStyle w:val="libNormal"/>
      </w:pPr>
      <w:r>
        <w:t>1. ‘Abd al</w:t>
      </w:r>
      <w:r w:rsidR="008E1963">
        <w:t>-</w:t>
      </w:r>
      <w:r>
        <w:t>Malik al</w:t>
      </w:r>
      <w:r w:rsidR="008E1963">
        <w:t>-</w:t>
      </w:r>
      <w:r>
        <w:t>Arzami,</w:t>
      </w:r>
    </w:p>
    <w:p w:rsidR="000D3C43" w:rsidRDefault="00D442CD" w:rsidP="00D442CD">
      <w:pPr>
        <w:pStyle w:val="libNormal"/>
      </w:pPr>
      <w:r>
        <w:t>2. Sulayman ibn Mihran al</w:t>
      </w:r>
      <w:r w:rsidR="008E1963">
        <w:t>-</w:t>
      </w:r>
      <w:r>
        <w:t>A’mash,</w:t>
      </w:r>
    </w:p>
    <w:p w:rsidR="000D3C43" w:rsidRDefault="00D442CD" w:rsidP="00D442CD">
      <w:pPr>
        <w:pStyle w:val="libNormal"/>
      </w:pPr>
      <w:r>
        <w:t>3. Muhammad ibn Ishaq al</w:t>
      </w:r>
      <w:r w:rsidR="008E1963">
        <w:t>-</w:t>
      </w:r>
      <w:r>
        <w:t>Madani,</w:t>
      </w:r>
    </w:p>
    <w:p w:rsidR="000D3C43" w:rsidRDefault="00D442CD" w:rsidP="00D442CD">
      <w:pPr>
        <w:pStyle w:val="libNormal"/>
      </w:pPr>
      <w:r>
        <w:t>4. ‘Abd al</w:t>
      </w:r>
      <w:r w:rsidR="008E1963">
        <w:t>-</w:t>
      </w:r>
      <w:r>
        <w:t>Rahman al</w:t>
      </w:r>
      <w:r w:rsidR="008E1963">
        <w:t>-</w:t>
      </w:r>
      <w:r>
        <w:t>Mas’udi,</w:t>
      </w:r>
    </w:p>
    <w:p w:rsidR="000D3C43" w:rsidRDefault="00D442CD" w:rsidP="00D442CD">
      <w:pPr>
        <w:pStyle w:val="libNormal"/>
      </w:pPr>
      <w:r>
        <w:t>5. Muhammad ibn Talhah al</w:t>
      </w:r>
      <w:r w:rsidR="008E1963">
        <w:t>-</w:t>
      </w:r>
      <w:r>
        <w:t>Yami,</w:t>
      </w:r>
    </w:p>
    <w:p w:rsidR="000D3C43" w:rsidRDefault="00D442CD" w:rsidP="00D442CD">
      <w:pPr>
        <w:pStyle w:val="libNormal"/>
      </w:pPr>
      <w:r>
        <w:t>6. ‘Abd Allah ibn Numayr al</w:t>
      </w:r>
      <w:r w:rsidR="008E1963">
        <w:t>-</w:t>
      </w:r>
      <w:r>
        <w:t>Hamadani,</w:t>
      </w:r>
    </w:p>
    <w:p w:rsidR="000D3C43" w:rsidRDefault="00D442CD" w:rsidP="00D442CD">
      <w:pPr>
        <w:pStyle w:val="libNormal"/>
      </w:pPr>
      <w:r>
        <w:lastRenderedPageBreak/>
        <w:t>7. ‘Abd al Malik al</w:t>
      </w:r>
      <w:r w:rsidR="008E1963">
        <w:t>-</w:t>
      </w:r>
      <w:r>
        <w:t>’Uqdi,</w:t>
      </w:r>
    </w:p>
    <w:p w:rsidR="000D3C43" w:rsidRDefault="00D442CD" w:rsidP="00D442CD">
      <w:pPr>
        <w:pStyle w:val="libNormal"/>
      </w:pPr>
      <w:r>
        <w:t>8. Ibn Sa’d al</w:t>
      </w:r>
      <w:r w:rsidR="008E1963">
        <w:t>-</w:t>
      </w:r>
      <w:r>
        <w:t>Zuhri,</w:t>
      </w:r>
    </w:p>
    <w:p w:rsidR="000D3C43" w:rsidRDefault="00D442CD" w:rsidP="00D442CD">
      <w:pPr>
        <w:pStyle w:val="libNormal"/>
      </w:pPr>
      <w:r>
        <w:t>9. Ahmad ibn Hanbal,</w:t>
      </w:r>
    </w:p>
    <w:p w:rsidR="000D3C43" w:rsidRDefault="00D442CD" w:rsidP="00D442CD">
      <w:pPr>
        <w:pStyle w:val="libNormal"/>
      </w:pPr>
      <w:r>
        <w:t>10. ‘Abbad ibn Ya’qub al</w:t>
      </w:r>
      <w:r w:rsidR="008E1963">
        <w:t>-</w:t>
      </w:r>
      <w:r>
        <w:t>Rawajini,</w:t>
      </w:r>
    </w:p>
    <w:p w:rsidR="000D3C43" w:rsidRDefault="00D442CD" w:rsidP="00D442CD">
      <w:pPr>
        <w:pStyle w:val="libNormal"/>
      </w:pPr>
      <w:r>
        <w:t>11. Muhammad ibn Ahmad al</w:t>
      </w:r>
      <w:r w:rsidR="008E1963">
        <w:t>-</w:t>
      </w:r>
      <w:r>
        <w:t>Riyahi,</w:t>
      </w:r>
    </w:p>
    <w:p w:rsidR="000D3C43" w:rsidRDefault="00D442CD" w:rsidP="00D442CD">
      <w:pPr>
        <w:pStyle w:val="libNormal"/>
      </w:pPr>
      <w:r>
        <w:t>12. ‘Abd Allah ibn Ahmad ibn Hanbal,</w:t>
      </w:r>
    </w:p>
    <w:p w:rsidR="000D3C43" w:rsidRDefault="00D442CD" w:rsidP="00D442CD">
      <w:pPr>
        <w:pStyle w:val="libNormal"/>
      </w:pPr>
      <w:r>
        <w:t>13. Abu Ya’la al</w:t>
      </w:r>
      <w:r w:rsidR="008E1963">
        <w:t>-</w:t>
      </w:r>
      <w:r>
        <w:t>Tamimi,</w:t>
      </w:r>
    </w:p>
    <w:p w:rsidR="000D3C43" w:rsidRDefault="00D442CD" w:rsidP="00D442CD">
      <w:pPr>
        <w:pStyle w:val="libNormal"/>
      </w:pPr>
      <w:r>
        <w:t>14. Abu Ja’far al</w:t>
      </w:r>
      <w:r w:rsidR="008E1963">
        <w:t>-</w:t>
      </w:r>
      <w:r>
        <w:t>Tabari,</w:t>
      </w:r>
    </w:p>
    <w:p w:rsidR="000D3C43" w:rsidRDefault="00D442CD" w:rsidP="00D442CD">
      <w:pPr>
        <w:pStyle w:val="libNormal"/>
      </w:pPr>
      <w:r>
        <w:t>15. Abu al</w:t>
      </w:r>
      <w:r w:rsidR="008E1963">
        <w:t>-</w:t>
      </w:r>
      <w:r>
        <w:t>Qasim al</w:t>
      </w:r>
      <w:r w:rsidR="008E1963">
        <w:t>-</w:t>
      </w:r>
      <w:r>
        <w:t>Baghawi,</w:t>
      </w:r>
    </w:p>
    <w:p w:rsidR="000D3C43" w:rsidRDefault="00D442CD" w:rsidP="00D442CD">
      <w:pPr>
        <w:pStyle w:val="libNormal"/>
      </w:pPr>
      <w:r>
        <w:t>16. Ibn ‘Uqdah,</w:t>
      </w:r>
    </w:p>
    <w:p w:rsidR="000D3C43" w:rsidRDefault="00D442CD" w:rsidP="00D442CD">
      <w:pPr>
        <w:pStyle w:val="libNormal"/>
      </w:pPr>
      <w:r>
        <w:t>17. Abu al</w:t>
      </w:r>
      <w:r w:rsidR="008E1963">
        <w:t>-</w:t>
      </w:r>
      <w:r>
        <w:t>Qasim al</w:t>
      </w:r>
      <w:r w:rsidR="008E1963">
        <w:t>-</w:t>
      </w:r>
      <w:r>
        <w:t>Tabarani,</w:t>
      </w:r>
    </w:p>
    <w:p w:rsidR="000D3C43" w:rsidRDefault="00D442CD" w:rsidP="00D442CD">
      <w:pPr>
        <w:pStyle w:val="libNormal"/>
      </w:pPr>
      <w:r>
        <w:t>18. Abu Tahir al</w:t>
      </w:r>
      <w:r w:rsidR="008E1963">
        <w:t>-</w:t>
      </w:r>
      <w:r>
        <w:t>Dhahabi,</w:t>
      </w:r>
    </w:p>
    <w:p w:rsidR="000D3C43" w:rsidRDefault="00D442CD" w:rsidP="00D442CD">
      <w:pPr>
        <w:pStyle w:val="libNormal"/>
      </w:pPr>
      <w:r>
        <w:t>19. Abu Ishaq al</w:t>
      </w:r>
      <w:r w:rsidR="008E1963">
        <w:t>-</w:t>
      </w:r>
      <w:r>
        <w:t>Tha’labi,</w:t>
      </w:r>
    </w:p>
    <w:p w:rsidR="000D3C43" w:rsidRDefault="00D442CD" w:rsidP="00D442CD">
      <w:pPr>
        <w:pStyle w:val="libNormal"/>
      </w:pPr>
      <w:r>
        <w:t>20. Abu Nu’aym al</w:t>
      </w:r>
      <w:r w:rsidR="008E1963">
        <w:t>-</w:t>
      </w:r>
      <w:r>
        <w:t>Isfahani,</w:t>
      </w:r>
    </w:p>
    <w:p w:rsidR="000D3C43" w:rsidRDefault="00D442CD" w:rsidP="00D442CD">
      <w:pPr>
        <w:pStyle w:val="libNormal"/>
      </w:pPr>
      <w:r>
        <w:t>21. Abu Ghalib Muhammad ibn Ahmad al</w:t>
      </w:r>
      <w:r w:rsidR="008E1963">
        <w:t>-</w:t>
      </w:r>
      <w:r>
        <w:t>Nahwi,</w:t>
      </w:r>
    </w:p>
    <w:p w:rsidR="000D3C43" w:rsidRDefault="00D442CD" w:rsidP="00D442CD">
      <w:pPr>
        <w:pStyle w:val="libNormal"/>
      </w:pPr>
      <w:r>
        <w:t>22. Ibn ‘Abd al</w:t>
      </w:r>
      <w:r w:rsidR="008E1963">
        <w:t>-</w:t>
      </w:r>
      <w:r>
        <w:t>Barr,</w:t>
      </w:r>
    </w:p>
    <w:p w:rsidR="000D3C43" w:rsidRDefault="00D442CD" w:rsidP="00D442CD">
      <w:pPr>
        <w:pStyle w:val="libNormal"/>
      </w:pPr>
      <w:r>
        <w:t>23. Abu Muhammad al</w:t>
      </w:r>
      <w:r w:rsidR="008E1963">
        <w:t>-</w:t>
      </w:r>
      <w:r>
        <w:t>Ghandajani,</w:t>
      </w:r>
    </w:p>
    <w:p w:rsidR="000D3C43" w:rsidRDefault="00D442CD" w:rsidP="00D442CD">
      <w:pPr>
        <w:pStyle w:val="libNormal"/>
      </w:pPr>
      <w:r>
        <w:t>24. Abu al</w:t>
      </w:r>
      <w:r w:rsidR="008E1963">
        <w:t>-</w:t>
      </w:r>
      <w:r>
        <w:t>Hasan al</w:t>
      </w:r>
      <w:r w:rsidR="008E1963">
        <w:t>-</w:t>
      </w:r>
      <w:r>
        <w:t>Jullabi,</w:t>
      </w:r>
    </w:p>
    <w:p w:rsidR="000D3C43" w:rsidRDefault="00D442CD" w:rsidP="00D442CD">
      <w:pPr>
        <w:pStyle w:val="libNormal"/>
      </w:pPr>
      <w:r>
        <w:t>25. Abu al</w:t>
      </w:r>
      <w:r w:rsidR="008E1963">
        <w:t>-</w:t>
      </w:r>
      <w:r>
        <w:t>Muzaffar al</w:t>
      </w:r>
      <w:r w:rsidR="008E1963">
        <w:t>-</w:t>
      </w:r>
      <w:r>
        <w:t>Sam’ani,</w:t>
      </w:r>
    </w:p>
    <w:p w:rsidR="000D3C43" w:rsidRDefault="00D442CD" w:rsidP="00D442CD">
      <w:pPr>
        <w:pStyle w:val="libNormal"/>
      </w:pPr>
      <w:r>
        <w:t>26. Abu al</w:t>
      </w:r>
      <w:r w:rsidR="008E1963">
        <w:t>-</w:t>
      </w:r>
      <w:r>
        <w:t>Barakat al</w:t>
      </w:r>
      <w:r w:rsidR="008E1963">
        <w:t>-</w:t>
      </w:r>
      <w:r>
        <w:t>Anmati,</w:t>
      </w:r>
    </w:p>
    <w:p w:rsidR="000D3C43" w:rsidRDefault="00D442CD" w:rsidP="00D442CD">
      <w:pPr>
        <w:pStyle w:val="libNormal"/>
      </w:pPr>
      <w:r>
        <w:t>27. Fakhr al</w:t>
      </w:r>
      <w:r w:rsidR="008E1963">
        <w:t>-</w:t>
      </w:r>
      <w:r>
        <w:t>Din al</w:t>
      </w:r>
      <w:r w:rsidR="008E1963">
        <w:t>-</w:t>
      </w:r>
      <w:r>
        <w:t>Razi,</w:t>
      </w:r>
    </w:p>
    <w:p w:rsidR="000D3C43" w:rsidRDefault="00D442CD" w:rsidP="00D442CD">
      <w:pPr>
        <w:pStyle w:val="libNormal"/>
      </w:pPr>
      <w:r>
        <w:t>28. Abu Muhammad ibn al</w:t>
      </w:r>
      <w:r w:rsidR="008E1963">
        <w:t>-</w:t>
      </w:r>
      <w:r>
        <w:t>Akhdar,</w:t>
      </w:r>
    </w:p>
    <w:p w:rsidR="000D3C43" w:rsidRDefault="00D442CD" w:rsidP="00D442CD">
      <w:pPr>
        <w:pStyle w:val="libNormal"/>
      </w:pPr>
      <w:r>
        <w:t>29. Abu al</w:t>
      </w:r>
      <w:r w:rsidR="008E1963">
        <w:t>-</w:t>
      </w:r>
      <w:r>
        <w:t>Fath al</w:t>
      </w:r>
      <w:r w:rsidR="008E1963">
        <w:t>-</w:t>
      </w:r>
      <w:r>
        <w:t>Abiwardi,</w:t>
      </w:r>
    </w:p>
    <w:p w:rsidR="000D3C43" w:rsidRDefault="00D442CD" w:rsidP="00D442CD">
      <w:pPr>
        <w:pStyle w:val="libNormal"/>
      </w:pPr>
      <w:r>
        <w:t>30. Ahmad ibn ‘Abd Allah al</w:t>
      </w:r>
      <w:r w:rsidR="008E1963">
        <w:t>-</w:t>
      </w:r>
      <w:r>
        <w:t>Tabari,</w:t>
      </w:r>
    </w:p>
    <w:p w:rsidR="000D3C43" w:rsidRDefault="00D442CD" w:rsidP="00D442CD">
      <w:pPr>
        <w:pStyle w:val="libNormal"/>
      </w:pPr>
      <w:r>
        <w:t>31. al</w:t>
      </w:r>
      <w:r w:rsidR="008E1963">
        <w:t>-</w:t>
      </w:r>
      <w:r>
        <w:t>Nizam al</w:t>
      </w:r>
      <w:r w:rsidR="008E1963">
        <w:t>-</w:t>
      </w:r>
      <w:r>
        <w:t>A’raj al</w:t>
      </w:r>
      <w:r w:rsidR="008E1963">
        <w:t>-</w:t>
      </w:r>
      <w:r>
        <w:t>Nishaburi,</w:t>
      </w:r>
    </w:p>
    <w:p w:rsidR="000D3C43" w:rsidRDefault="00D442CD" w:rsidP="00D442CD">
      <w:pPr>
        <w:pStyle w:val="libNormal"/>
      </w:pPr>
      <w:r>
        <w:t>32. Ibrahim al</w:t>
      </w:r>
      <w:r w:rsidR="008E1963">
        <w:t>-</w:t>
      </w:r>
      <w:r>
        <w:t>Hamawi,</w:t>
      </w:r>
    </w:p>
    <w:p w:rsidR="000D3C43" w:rsidRDefault="00D442CD" w:rsidP="00D442CD">
      <w:pPr>
        <w:pStyle w:val="libNormal"/>
      </w:pPr>
      <w:r>
        <w:t>33. Abu al</w:t>
      </w:r>
      <w:r w:rsidR="008E1963">
        <w:t>-</w:t>
      </w:r>
      <w:r>
        <w:t>Hajjaj al</w:t>
      </w:r>
      <w:r w:rsidR="008E1963">
        <w:t>-</w:t>
      </w:r>
      <w:r>
        <w:t>Mizzi,</w:t>
      </w:r>
    </w:p>
    <w:p w:rsidR="000D3C43" w:rsidRDefault="00D442CD" w:rsidP="00D442CD">
      <w:pPr>
        <w:pStyle w:val="libNormal"/>
      </w:pPr>
      <w:r>
        <w:t>34. Muhammad ibn Yusuf al</w:t>
      </w:r>
      <w:r w:rsidR="008E1963">
        <w:t>-</w:t>
      </w:r>
      <w:r>
        <w:t>Zarandi,</w:t>
      </w:r>
    </w:p>
    <w:p w:rsidR="000D3C43" w:rsidRDefault="00D442CD" w:rsidP="00D442CD">
      <w:pPr>
        <w:pStyle w:val="libNormal"/>
      </w:pPr>
      <w:r>
        <w:t>35. Ibn Kathir al</w:t>
      </w:r>
      <w:r w:rsidR="008E1963">
        <w:t>-</w:t>
      </w:r>
      <w:r>
        <w:t>Dimashqi,</w:t>
      </w:r>
    </w:p>
    <w:p w:rsidR="000D3C43" w:rsidRDefault="00D442CD" w:rsidP="00D442CD">
      <w:pPr>
        <w:pStyle w:val="libNormal"/>
      </w:pPr>
      <w:r>
        <w:t>36. al</w:t>
      </w:r>
      <w:r w:rsidR="008E1963">
        <w:t>-</w:t>
      </w:r>
      <w:r>
        <w:t>Sayyid ‘Ali al</w:t>
      </w:r>
      <w:r w:rsidR="008E1963">
        <w:t>-</w:t>
      </w:r>
      <w:r>
        <w:t>Hamdani,</w:t>
      </w:r>
    </w:p>
    <w:p w:rsidR="000D3C43" w:rsidRDefault="00D442CD" w:rsidP="00D442CD">
      <w:pPr>
        <w:pStyle w:val="libNormal"/>
      </w:pPr>
      <w:r>
        <w:t>37. Shams al</w:t>
      </w:r>
      <w:r w:rsidR="008E1963">
        <w:t>-</w:t>
      </w:r>
      <w:r>
        <w:t>Din al</w:t>
      </w:r>
      <w:r w:rsidR="008E1963">
        <w:t>-</w:t>
      </w:r>
      <w:r>
        <w:t>Sakhawi,</w:t>
      </w:r>
    </w:p>
    <w:p w:rsidR="000D3C43" w:rsidRDefault="00D442CD" w:rsidP="00D442CD">
      <w:pPr>
        <w:pStyle w:val="libNormal"/>
      </w:pPr>
      <w:r>
        <w:t>38. Jalal al</w:t>
      </w:r>
      <w:r w:rsidR="008E1963">
        <w:t>-</w:t>
      </w:r>
      <w:r>
        <w:t>Din al</w:t>
      </w:r>
      <w:r w:rsidR="008E1963">
        <w:t>-</w:t>
      </w:r>
      <w:r>
        <w:t>Suyuti,</w:t>
      </w:r>
    </w:p>
    <w:p w:rsidR="000D3C43" w:rsidRDefault="00D442CD" w:rsidP="00D442CD">
      <w:pPr>
        <w:pStyle w:val="libNormal"/>
      </w:pPr>
      <w:r>
        <w:t>39. Shihab al</w:t>
      </w:r>
      <w:r w:rsidR="008E1963">
        <w:t>-</w:t>
      </w:r>
      <w:r>
        <w:t>Din al</w:t>
      </w:r>
      <w:r w:rsidR="008E1963">
        <w:t>-</w:t>
      </w:r>
      <w:r>
        <w:t>Qastallani,</w:t>
      </w:r>
    </w:p>
    <w:p w:rsidR="000D3C43" w:rsidRDefault="00D442CD" w:rsidP="00D442CD">
      <w:pPr>
        <w:pStyle w:val="libNormal"/>
      </w:pPr>
      <w:r>
        <w:t>40. ‘Abd al</w:t>
      </w:r>
      <w:r w:rsidR="008E1963">
        <w:t>-</w:t>
      </w:r>
      <w:r>
        <w:t>Wahhab al</w:t>
      </w:r>
      <w:r w:rsidR="008E1963">
        <w:t>-</w:t>
      </w:r>
      <w:r>
        <w:t>Bukhari,</w:t>
      </w:r>
    </w:p>
    <w:p w:rsidR="000D3C43" w:rsidRDefault="00D442CD" w:rsidP="00D442CD">
      <w:pPr>
        <w:pStyle w:val="libNormal"/>
      </w:pPr>
      <w:r>
        <w:t>41. ‘Ali al</w:t>
      </w:r>
      <w:r w:rsidR="008E1963">
        <w:t>-</w:t>
      </w:r>
      <w:r>
        <w:t>Qari al</w:t>
      </w:r>
      <w:r w:rsidR="008E1963">
        <w:t>-</w:t>
      </w:r>
      <w:r>
        <w:t>Hindi,</w:t>
      </w:r>
    </w:p>
    <w:p w:rsidR="000D3C43" w:rsidRDefault="00D442CD" w:rsidP="00D442CD">
      <w:pPr>
        <w:pStyle w:val="libNormal"/>
      </w:pPr>
      <w:r>
        <w:t>42. Ahmad ibn al</w:t>
      </w:r>
      <w:r w:rsidR="008E1963">
        <w:t>-</w:t>
      </w:r>
      <w:r>
        <w:t>Fadl ibn Ba Kathir,</w:t>
      </w:r>
    </w:p>
    <w:p w:rsidR="000D3C43" w:rsidRDefault="00D442CD" w:rsidP="00D442CD">
      <w:pPr>
        <w:pStyle w:val="libNormal"/>
      </w:pPr>
      <w:r>
        <w:t>43. Mahmud al</w:t>
      </w:r>
      <w:r w:rsidR="008E1963">
        <w:t>-</w:t>
      </w:r>
      <w:r>
        <w:t>Qadiri al</w:t>
      </w:r>
      <w:r w:rsidR="008E1963">
        <w:t>-</w:t>
      </w:r>
      <w:r>
        <w:t>Shaykhani,</w:t>
      </w:r>
    </w:p>
    <w:p w:rsidR="000D3C43" w:rsidRDefault="00D442CD" w:rsidP="00D442CD">
      <w:pPr>
        <w:pStyle w:val="libNormal"/>
      </w:pPr>
      <w:r>
        <w:t>44. Muhammad ibn ‘Abd al</w:t>
      </w:r>
      <w:r w:rsidR="008E1963">
        <w:t>-</w:t>
      </w:r>
      <w:r>
        <w:t>Baqi al</w:t>
      </w:r>
      <w:r w:rsidR="008E1963">
        <w:t>-</w:t>
      </w:r>
      <w:r>
        <w:t>Zarqani,</w:t>
      </w:r>
    </w:p>
    <w:p w:rsidR="000D3C43" w:rsidRDefault="00D442CD" w:rsidP="00D442CD">
      <w:pPr>
        <w:pStyle w:val="libNormal"/>
      </w:pPr>
      <w:r>
        <w:t>45. al</w:t>
      </w:r>
      <w:r w:rsidR="008E1963">
        <w:t>-</w:t>
      </w:r>
      <w:r>
        <w:t>Mirza Muhammad al</w:t>
      </w:r>
      <w:r w:rsidR="008E1963">
        <w:t>-</w:t>
      </w:r>
      <w:r>
        <w:t>Badakhshani al</w:t>
      </w:r>
      <w:r w:rsidR="008E1963">
        <w:t>-</w:t>
      </w:r>
      <w:r>
        <w:t>Harithi,</w:t>
      </w:r>
    </w:p>
    <w:p w:rsidR="000D3C43" w:rsidRDefault="00D442CD" w:rsidP="00D442CD">
      <w:pPr>
        <w:pStyle w:val="libNormal"/>
      </w:pPr>
      <w:r>
        <w:t>46. Muhammad ibn Isma’il al</w:t>
      </w:r>
      <w:r w:rsidR="008E1963">
        <w:t>-</w:t>
      </w:r>
      <w:r>
        <w:t>San'ani,</w:t>
      </w:r>
    </w:p>
    <w:p w:rsidR="000D3C43" w:rsidRDefault="00D442CD" w:rsidP="00D442CD">
      <w:pPr>
        <w:pStyle w:val="libNormal"/>
      </w:pPr>
      <w:r>
        <w:t>47. Sulayman ibn Ibrahim Al</w:t>
      </w:r>
      <w:r w:rsidR="008E1963">
        <w:t>-</w:t>
      </w:r>
      <w:r>
        <w:t>Qunduzi, and others.</w:t>
      </w:r>
    </w:p>
    <w:p w:rsidR="00D442CD" w:rsidRDefault="00D442CD" w:rsidP="00941CD7">
      <w:pPr>
        <w:pStyle w:val="Heading2Center"/>
      </w:pPr>
      <w:bookmarkStart w:id="29" w:name="_Toc484431453"/>
      <w:r>
        <w:t>7. Jabir ibn ‘Abd Allah al­'Ansari (16 BH­78/607­697).</w:t>
      </w:r>
      <w:bookmarkEnd w:id="29"/>
    </w:p>
    <w:p w:rsidR="000D3C43" w:rsidRDefault="00D442CD" w:rsidP="00D442CD">
      <w:pPr>
        <w:pStyle w:val="libNormal"/>
      </w:pPr>
      <w:r>
        <w:t>1. Abu Bakr ibn Abi Shaybah al</w:t>
      </w:r>
      <w:r w:rsidR="008E1963">
        <w:t>-</w:t>
      </w:r>
      <w:r>
        <w:t>Absi,</w:t>
      </w:r>
    </w:p>
    <w:p w:rsidR="000D3C43" w:rsidRDefault="00D442CD" w:rsidP="00D442CD">
      <w:pPr>
        <w:pStyle w:val="libNormal"/>
      </w:pPr>
      <w:r>
        <w:t>2. Nasr al</w:t>
      </w:r>
      <w:r w:rsidR="008E1963">
        <w:t>-</w:t>
      </w:r>
      <w:r>
        <w:t>Washsha' al</w:t>
      </w:r>
      <w:r w:rsidR="008E1963">
        <w:t>-</w:t>
      </w:r>
      <w:r>
        <w:t>Kufi</w:t>
      </w:r>
    </w:p>
    <w:p w:rsidR="000D3C43" w:rsidRDefault="00D442CD" w:rsidP="00D442CD">
      <w:pPr>
        <w:pStyle w:val="libNormal"/>
      </w:pPr>
      <w:r>
        <w:t>3. al</w:t>
      </w:r>
      <w:r w:rsidR="008E1963">
        <w:t>-</w:t>
      </w:r>
      <w:r>
        <w:t>Tirmidhi,</w:t>
      </w:r>
    </w:p>
    <w:p w:rsidR="000D3C43" w:rsidRDefault="00D442CD" w:rsidP="00D442CD">
      <w:pPr>
        <w:pStyle w:val="libNormal"/>
      </w:pPr>
      <w:r>
        <w:t>4. Muhammad ibn ‘Ali al</w:t>
      </w:r>
      <w:r w:rsidR="008E1963">
        <w:t>-</w:t>
      </w:r>
      <w:r>
        <w:t>Hakim al</w:t>
      </w:r>
      <w:r w:rsidR="008E1963">
        <w:t>-</w:t>
      </w:r>
      <w:r>
        <w:t>Tirmidhi,</w:t>
      </w:r>
    </w:p>
    <w:p w:rsidR="000D3C43" w:rsidRDefault="00D442CD" w:rsidP="00D442CD">
      <w:pPr>
        <w:pStyle w:val="libNormal"/>
      </w:pPr>
      <w:r>
        <w:t>5. al</w:t>
      </w:r>
      <w:r w:rsidR="008E1963">
        <w:t>-</w:t>
      </w:r>
      <w:r>
        <w:t>Nasa'i,</w:t>
      </w:r>
    </w:p>
    <w:p w:rsidR="000D3C43" w:rsidRDefault="00D442CD" w:rsidP="00D442CD">
      <w:pPr>
        <w:pStyle w:val="libNormal"/>
      </w:pPr>
      <w:r>
        <w:t>6. Abu al</w:t>
      </w:r>
      <w:r w:rsidR="008E1963">
        <w:t>-</w:t>
      </w:r>
      <w:r>
        <w:t>Abbas ibn ‘Uqdah,</w:t>
      </w:r>
    </w:p>
    <w:p w:rsidR="000D3C43" w:rsidRDefault="00D442CD" w:rsidP="00D442CD">
      <w:pPr>
        <w:pStyle w:val="libNormal"/>
      </w:pPr>
      <w:r>
        <w:lastRenderedPageBreak/>
        <w:t>7. Muhammad ibn Sulayman al</w:t>
      </w:r>
      <w:r w:rsidR="008E1963">
        <w:t>-</w:t>
      </w:r>
      <w:r>
        <w:t>Baghdadi,</w:t>
      </w:r>
    </w:p>
    <w:p w:rsidR="000D3C43" w:rsidRDefault="00D442CD" w:rsidP="00D442CD">
      <w:pPr>
        <w:pStyle w:val="libNormal"/>
      </w:pPr>
      <w:r>
        <w:t>8. al</w:t>
      </w:r>
      <w:r w:rsidR="008E1963">
        <w:t>-</w:t>
      </w:r>
      <w:r>
        <w:t>Khatib al</w:t>
      </w:r>
      <w:r w:rsidR="008E1963">
        <w:t>-</w:t>
      </w:r>
      <w:r>
        <w:t>Baghdadi,</w:t>
      </w:r>
    </w:p>
    <w:p w:rsidR="000D3C43" w:rsidRDefault="00D442CD" w:rsidP="00D442CD">
      <w:pPr>
        <w:pStyle w:val="libNormal"/>
      </w:pPr>
      <w:r>
        <w:t>9. Abu Bakr al</w:t>
      </w:r>
      <w:r w:rsidR="008E1963">
        <w:t>-</w:t>
      </w:r>
      <w:r>
        <w:t>Baghawi,</w:t>
      </w:r>
    </w:p>
    <w:p w:rsidR="000D3C43" w:rsidRDefault="00D442CD" w:rsidP="00D442CD">
      <w:pPr>
        <w:pStyle w:val="libNormal"/>
      </w:pPr>
      <w:r>
        <w:t>10. Ibn al</w:t>
      </w:r>
      <w:r w:rsidR="008E1963">
        <w:t>-</w:t>
      </w:r>
      <w:r>
        <w:t>Athir al</w:t>
      </w:r>
      <w:r w:rsidR="008E1963">
        <w:t>-</w:t>
      </w:r>
      <w:r>
        <w:t>Jaza'iri,</w:t>
      </w:r>
    </w:p>
    <w:p w:rsidR="000D3C43" w:rsidRDefault="00D442CD" w:rsidP="00D442CD">
      <w:pPr>
        <w:pStyle w:val="libNormal"/>
      </w:pPr>
      <w:r>
        <w:t>11. al</w:t>
      </w:r>
      <w:r w:rsidR="008E1963">
        <w:t>-</w:t>
      </w:r>
      <w:r>
        <w:t>Khatib al</w:t>
      </w:r>
      <w:r w:rsidR="008E1963">
        <w:t>-</w:t>
      </w:r>
      <w:r>
        <w:t>Tabrizi,</w:t>
      </w:r>
    </w:p>
    <w:p w:rsidR="000D3C43" w:rsidRDefault="00D442CD" w:rsidP="00D442CD">
      <w:pPr>
        <w:pStyle w:val="libNormal"/>
      </w:pPr>
      <w:r>
        <w:t>12. Abu al</w:t>
      </w:r>
      <w:r w:rsidR="008E1963">
        <w:t>-</w:t>
      </w:r>
      <w:r>
        <w:t>Hajjaj al</w:t>
      </w:r>
      <w:r w:rsidR="008E1963">
        <w:t>-</w:t>
      </w:r>
      <w:r>
        <w:t>Mizzi,</w:t>
      </w:r>
    </w:p>
    <w:p w:rsidR="000D3C43" w:rsidRDefault="00D442CD" w:rsidP="00D442CD">
      <w:pPr>
        <w:pStyle w:val="libNormal"/>
      </w:pPr>
      <w:r>
        <w:t>13. al</w:t>
      </w:r>
      <w:r w:rsidR="008E1963">
        <w:t>-</w:t>
      </w:r>
      <w:r>
        <w:t>Hasan ibn Muhammad al</w:t>
      </w:r>
      <w:r w:rsidR="008E1963">
        <w:t>-</w:t>
      </w:r>
      <w:r>
        <w:t>Tayyibi,</w:t>
      </w:r>
    </w:p>
    <w:p w:rsidR="000D3C43" w:rsidRDefault="00D442CD" w:rsidP="00D442CD">
      <w:pPr>
        <w:pStyle w:val="libNormal"/>
      </w:pPr>
      <w:r>
        <w:t>14. Muhammad ibn al</w:t>
      </w:r>
      <w:r w:rsidR="008E1963">
        <w:t>-</w:t>
      </w:r>
      <w:r>
        <w:t>Muzaffar al</w:t>
      </w:r>
      <w:r w:rsidR="008E1963">
        <w:t>-</w:t>
      </w:r>
      <w:r>
        <w:t>Khalkhali,</w:t>
      </w:r>
    </w:p>
    <w:p w:rsidR="000D3C43" w:rsidRDefault="00D442CD" w:rsidP="00D442CD">
      <w:pPr>
        <w:pStyle w:val="libNormal"/>
      </w:pPr>
      <w:r>
        <w:t>15. Muhammad ibn Yusuf al</w:t>
      </w:r>
      <w:r w:rsidR="008E1963">
        <w:t>-</w:t>
      </w:r>
      <w:r>
        <w:t>Zarandi,</w:t>
      </w:r>
    </w:p>
    <w:p w:rsidR="000D3C43" w:rsidRDefault="00D442CD" w:rsidP="00D442CD">
      <w:pPr>
        <w:pStyle w:val="libNormal"/>
      </w:pPr>
      <w:r>
        <w:t>16. Ibn Kathir al</w:t>
      </w:r>
      <w:r w:rsidR="008E1963">
        <w:t>-</w:t>
      </w:r>
      <w:r>
        <w:t>Dimashqi,</w:t>
      </w:r>
    </w:p>
    <w:p w:rsidR="000D3C43" w:rsidRDefault="00D442CD" w:rsidP="00D442CD">
      <w:pPr>
        <w:pStyle w:val="libNormal"/>
      </w:pPr>
      <w:r>
        <w:t>17. Muhammad ibn Muhammad al</w:t>
      </w:r>
      <w:r w:rsidR="008E1963">
        <w:t>-</w:t>
      </w:r>
      <w:r>
        <w:t>Hafizi al</w:t>
      </w:r>
      <w:r w:rsidR="008E1963">
        <w:t>-</w:t>
      </w:r>
      <w:r>
        <w:t>Bukhari,</w:t>
      </w:r>
    </w:p>
    <w:p w:rsidR="000D3C43" w:rsidRDefault="00D442CD" w:rsidP="00D442CD">
      <w:pPr>
        <w:pStyle w:val="libNormal"/>
      </w:pPr>
      <w:r>
        <w:t>18. Shihab al</w:t>
      </w:r>
      <w:r w:rsidR="008E1963">
        <w:t>-</w:t>
      </w:r>
      <w:r>
        <w:t>Din al</w:t>
      </w:r>
      <w:r w:rsidR="008E1963">
        <w:t>-</w:t>
      </w:r>
      <w:r>
        <w:t>Dawlatabadi,</w:t>
      </w:r>
    </w:p>
    <w:p w:rsidR="000D3C43" w:rsidRDefault="00D442CD" w:rsidP="00D442CD">
      <w:pPr>
        <w:pStyle w:val="libNormal"/>
      </w:pPr>
      <w:r>
        <w:t>19. Shams al</w:t>
      </w:r>
      <w:r w:rsidR="008E1963">
        <w:t>-</w:t>
      </w:r>
      <w:r>
        <w:t>Din al</w:t>
      </w:r>
      <w:r w:rsidR="008E1963">
        <w:t>-</w:t>
      </w:r>
      <w:r>
        <w:t>Sakhawi,</w:t>
      </w:r>
    </w:p>
    <w:p w:rsidR="000D3C43" w:rsidRDefault="00D442CD" w:rsidP="00D442CD">
      <w:pPr>
        <w:pStyle w:val="libNormal"/>
      </w:pPr>
      <w:r>
        <w:t>20. Jalal al</w:t>
      </w:r>
      <w:r w:rsidR="008E1963">
        <w:t>-</w:t>
      </w:r>
      <w:r>
        <w:t>Din al</w:t>
      </w:r>
      <w:r w:rsidR="008E1963">
        <w:t>-</w:t>
      </w:r>
      <w:r>
        <w:t>Suyuti,</w:t>
      </w:r>
    </w:p>
    <w:p w:rsidR="000D3C43" w:rsidRDefault="00D442CD" w:rsidP="00D442CD">
      <w:pPr>
        <w:pStyle w:val="libNormal"/>
      </w:pPr>
      <w:r>
        <w:t>21. Nur al</w:t>
      </w:r>
      <w:r w:rsidR="008E1963">
        <w:t>-</w:t>
      </w:r>
      <w:r>
        <w:t>Din al</w:t>
      </w:r>
      <w:r w:rsidR="008E1963">
        <w:t>-</w:t>
      </w:r>
      <w:r>
        <w:t>Samhudi,</w:t>
      </w:r>
    </w:p>
    <w:p w:rsidR="000D3C43" w:rsidRDefault="00D442CD" w:rsidP="00D442CD">
      <w:pPr>
        <w:pStyle w:val="libNormal"/>
      </w:pPr>
      <w:r>
        <w:t>22. ‘Ali al</w:t>
      </w:r>
      <w:r w:rsidR="008E1963">
        <w:t>-</w:t>
      </w:r>
      <w:r>
        <w:t>Qari al</w:t>
      </w:r>
      <w:r w:rsidR="008E1963">
        <w:t>-</w:t>
      </w:r>
      <w:r>
        <w:t>Hindi,</w:t>
      </w:r>
    </w:p>
    <w:p w:rsidR="000D3C43" w:rsidRDefault="00D442CD" w:rsidP="00D442CD">
      <w:pPr>
        <w:pStyle w:val="libNormal"/>
      </w:pPr>
      <w:r>
        <w:t>23. Ahmad ibn Ba Kathir,</w:t>
      </w:r>
    </w:p>
    <w:p w:rsidR="000D3C43" w:rsidRDefault="00D442CD" w:rsidP="00D442CD">
      <w:pPr>
        <w:pStyle w:val="libNormal"/>
      </w:pPr>
      <w:r>
        <w:t>24. Shihab al</w:t>
      </w:r>
      <w:r w:rsidR="008E1963">
        <w:t>-</w:t>
      </w:r>
      <w:r>
        <w:t>Din al</w:t>
      </w:r>
      <w:r w:rsidR="008E1963">
        <w:t>-</w:t>
      </w:r>
      <w:r>
        <w:t>Khafaji,</w:t>
      </w:r>
    </w:p>
    <w:p w:rsidR="000D3C43" w:rsidRDefault="00D442CD" w:rsidP="00D442CD">
      <w:pPr>
        <w:pStyle w:val="libNormal"/>
      </w:pPr>
      <w:r>
        <w:t>25. Husam al</w:t>
      </w:r>
      <w:r w:rsidR="008E1963">
        <w:t>-</w:t>
      </w:r>
      <w:r>
        <w:t>Din al</w:t>
      </w:r>
      <w:r w:rsidR="008E1963">
        <w:t>-</w:t>
      </w:r>
      <w:r>
        <w:t>Saharanpuri,</w:t>
      </w:r>
    </w:p>
    <w:p w:rsidR="000D3C43" w:rsidRDefault="00D442CD" w:rsidP="00D442CD">
      <w:pPr>
        <w:pStyle w:val="libNormal"/>
      </w:pPr>
      <w:r>
        <w:t>26. al</w:t>
      </w:r>
      <w:r w:rsidR="008E1963">
        <w:t>-</w:t>
      </w:r>
      <w:r>
        <w:t>Mirza Muhammad al</w:t>
      </w:r>
      <w:r w:rsidR="008E1963">
        <w:t>-</w:t>
      </w:r>
      <w:r>
        <w:t>Badakhshani,</w:t>
      </w:r>
    </w:p>
    <w:p w:rsidR="000D3C43" w:rsidRDefault="00D442CD" w:rsidP="00D442CD">
      <w:pPr>
        <w:pStyle w:val="libNormal"/>
      </w:pPr>
      <w:r>
        <w:t>27. Muhammad Mubin al</w:t>
      </w:r>
      <w:r w:rsidR="008E1963">
        <w:t>-</w:t>
      </w:r>
      <w:r>
        <w:t>Lakhnowi,</w:t>
      </w:r>
    </w:p>
    <w:p w:rsidR="000D3C43" w:rsidRDefault="00D442CD" w:rsidP="00D442CD">
      <w:pPr>
        <w:pStyle w:val="libNormal"/>
      </w:pPr>
      <w:r>
        <w:t>28. al</w:t>
      </w:r>
      <w:r w:rsidR="008E1963">
        <w:t>-</w:t>
      </w:r>
      <w:r>
        <w:t>Mirzi Hasan ‘Ali Muhaddith al</w:t>
      </w:r>
      <w:r w:rsidR="008E1963">
        <w:t>-</w:t>
      </w:r>
      <w:r>
        <w:t>Lakhnowi,</w:t>
      </w:r>
    </w:p>
    <w:p w:rsidR="000D3C43" w:rsidRDefault="00D442CD" w:rsidP="00D442CD">
      <w:pPr>
        <w:pStyle w:val="libNormal"/>
      </w:pPr>
      <w:r>
        <w:t>29. al</w:t>
      </w:r>
      <w:r w:rsidR="008E1963">
        <w:t>-</w:t>
      </w:r>
      <w:r>
        <w:t>Shaykh Sulayman Al</w:t>
      </w:r>
      <w:r w:rsidR="008E1963">
        <w:t>-</w:t>
      </w:r>
      <w:r>
        <w:t>Qunduzi,</w:t>
      </w:r>
    </w:p>
    <w:p w:rsidR="000D3C43" w:rsidRDefault="00D442CD" w:rsidP="00D442CD">
      <w:pPr>
        <w:pStyle w:val="libNormal"/>
      </w:pPr>
      <w:r>
        <w:t>30. al</w:t>
      </w:r>
      <w:r w:rsidR="008E1963">
        <w:t>-</w:t>
      </w:r>
      <w:r>
        <w:t>Siddiq Hasan Khan al</w:t>
      </w:r>
      <w:r w:rsidR="008E1963">
        <w:t>-</w:t>
      </w:r>
      <w:r>
        <w:t>Qannawji.</w:t>
      </w:r>
    </w:p>
    <w:p w:rsidR="00D442CD" w:rsidRDefault="00D442CD" w:rsidP="00941CD7">
      <w:pPr>
        <w:pStyle w:val="Heading2Center"/>
      </w:pPr>
      <w:bookmarkStart w:id="30" w:name="_Toc484431454"/>
      <w:r>
        <w:t>8. Abu al­</w:t>
      </w:r>
      <w:r w:rsidR="008E1963">
        <w:t>-</w:t>
      </w:r>
      <w:r>
        <w:t>Haytham Malik ibn al­</w:t>
      </w:r>
      <w:r w:rsidR="008E1963">
        <w:t>-</w:t>
      </w:r>
      <w:r>
        <w:t>Tayhan (d. 20/641).</w:t>
      </w:r>
      <w:bookmarkEnd w:id="30"/>
    </w:p>
    <w:p w:rsidR="000D3C43" w:rsidRDefault="00D442CD" w:rsidP="00D442CD">
      <w:pPr>
        <w:pStyle w:val="libNormal"/>
      </w:pPr>
      <w:r>
        <w:t>1. Abu al</w:t>
      </w:r>
      <w:r w:rsidR="008E1963">
        <w:t>-</w:t>
      </w:r>
      <w:r>
        <w:t>Abbas ibn ‘Uqdah,</w:t>
      </w:r>
    </w:p>
    <w:p w:rsidR="000D3C43" w:rsidRDefault="00D442CD" w:rsidP="00D442CD">
      <w:pPr>
        <w:pStyle w:val="libNormal"/>
      </w:pPr>
      <w:r>
        <w:t>2. Shams al</w:t>
      </w:r>
      <w:r w:rsidR="008E1963">
        <w:t>-</w:t>
      </w:r>
      <w:r>
        <w:t>Din al</w:t>
      </w:r>
      <w:r w:rsidR="008E1963">
        <w:t>-</w:t>
      </w:r>
      <w:r>
        <w:t>Sakhawi,</w:t>
      </w:r>
    </w:p>
    <w:p w:rsidR="000D3C43" w:rsidRDefault="00D442CD" w:rsidP="00D442CD">
      <w:pPr>
        <w:pStyle w:val="libNormal"/>
      </w:pPr>
      <w:r>
        <w:t>3. Nur al</w:t>
      </w:r>
      <w:r w:rsidR="008E1963">
        <w:t>-</w:t>
      </w:r>
      <w:r>
        <w:t>Din al</w:t>
      </w:r>
      <w:r w:rsidR="008E1963">
        <w:t>-</w:t>
      </w:r>
      <w:r>
        <w:t>Samhudi,</w:t>
      </w:r>
    </w:p>
    <w:p w:rsidR="000D3C43" w:rsidRDefault="00D442CD" w:rsidP="00D442CD">
      <w:pPr>
        <w:pStyle w:val="libNormal"/>
      </w:pPr>
      <w:r>
        <w:t>4. Ahmad ibn al</w:t>
      </w:r>
      <w:r w:rsidR="008E1963">
        <w:t>-</w:t>
      </w:r>
      <w:r>
        <w:t>Fadl ibn Muhammad Ba Kathir,</w:t>
      </w:r>
    </w:p>
    <w:p w:rsidR="000D3C43" w:rsidRDefault="00D442CD" w:rsidP="00D442CD">
      <w:pPr>
        <w:pStyle w:val="libNormal"/>
      </w:pPr>
      <w:r>
        <w:t>5. al</w:t>
      </w:r>
      <w:r w:rsidR="008E1963">
        <w:t>-</w:t>
      </w:r>
      <w:r>
        <w:t>Shaykh Sulayman Al</w:t>
      </w:r>
      <w:r w:rsidR="008E1963">
        <w:t>-</w:t>
      </w:r>
      <w:r>
        <w:t>Qunduzi.</w:t>
      </w:r>
    </w:p>
    <w:p w:rsidR="00D442CD" w:rsidRDefault="00D442CD" w:rsidP="00941CD7">
      <w:pPr>
        <w:pStyle w:val="Heading2Center"/>
      </w:pPr>
      <w:bookmarkStart w:id="31" w:name="_Toc484431455"/>
      <w:r>
        <w:t>9. Ibrahim Abu Rafi’, one of the Prophet's mawali (d. after 40/ 661).</w:t>
      </w:r>
      <w:bookmarkEnd w:id="31"/>
    </w:p>
    <w:p w:rsidR="000D3C43" w:rsidRDefault="00D442CD" w:rsidP="00D442CD">
      <w:pPr>
        <w:pStyle w:val="libNormal"/>
      </w:pPr>
      <w:r>
        <w:t>1. Ibn ‘Uqdah,</w:t>
      </w:r>
    </w:p>
    <w:p w:rsidR="000D3C43" w:rsidRDefault="00D442CD" w:rsidP="00D442CD">
      <w:pPr>
        <w:pStyle w:val="libNormal"/>
      </w:pPr>
      <w:r>
        <w:t>2. al</w:t>
      </w:r>
      <w:r w:rsidR="008E1963">
        <w:t>-</w:t>
      </w:r>
      <w:r>
        <w:t>Sakhawi,</w:t>
      </w:r>
    </w:p>
    <w:p w:rsidR="000D3C43" w:rsidRDefault="00D442CD" w:rsidP="00D442CD">
      <w:pPr>
        <w:pStyle w:val="libNormal"/>
      </w:pPr>
      <w:r>
        <w:t>3. al</w:t>
      </w:r>
      <w:r w:rsidR="008E1963">
        <w:t>-</w:t>
      </w:r>
      <w:r>
        <w:t>Samhudi,</w:t>
      </w:r>
    </w:p>
    <w:p w:rsidR="000D3C43" w:rsidRDefault="00D442CD" w:rsidP="00D442CD">
      <w:pPr>
        <w:pStyle w:val="libNormal"/>
      </w:pPr>
      <w:r>
        <w:t>4. Ibn Ba Kathir,</w:t>
      </w:r>
    </w:p>
    <w:p w:rsidR="000D3C43" w:rsidRDefault="00D442CD" w:rsidP="00D442CD">
      <w:pPr>
        <w:pStyle w:val="libNormal"/>
      </w:pPr>
      <w:r>
        <w:t>5. Al</w:t>
      </w:r>
      <w:r w:rsidR="008E1963">
        <w:t>-</w:t>
      </w:r>
      <w:r>
        <w:t>Qunduzi.</w:t>
      </w:r>
    </w:p>
    <w:p w:rsidR="00D442CD" w:rsidRDefault="00D442CD" w:rsidP="00941CD7">
      <w:pPr>
        <w:pStyle w:val="Heading2Center"/>
      </w:pPr>
      <w:bookmarkStart w:id="32" w:name="_Toc484431456"/>
      <w:r>
        <w:t>10. Hudhayfah ibn al­</w:t>
      </w:r>
      <w:r w:rsidR="008E1963">
        <w:t>-</w:t>
      </w:r>
      <w:r>
        <w:t>Yaman (d. 36/656).</w:t>
      </w:r>
      <w:bookmarkEnd w:id="32"/>
    </w:p>
    <w:p w:rsidR="000D3C43" w:rsidRDefault="00D442CD" w:rsidP="00D442CD">
      <w:pPr>
        <w:pStyle w:val="libNormal"/>
      </w:pPr>
      <w:r>
        <w:t>1. Al</w:t>
      </w:r>
      <w:r w:rsidR="008E1963">
        <w:t>-</w:t>
      </w:r>
      <w:r>
        <w:t>Shaykh Sulayman ibn Ibrahim Al</w:t>
      </w:r>
      <w:r w:rsidR="008E1963">
        <w:t>-</w:t>
      </w:r>
      <w:r>
        <w:t>Qunduzi.</w:t>
      </w:r>
    </w:p>
    <w:p w:rsidR="00D442CD" w:rsidRDefault="00D442CD" w:rsidP="00941CD7">
      <w:pPr>
        <w:pStyle w:val="Heading2Center"/>
      </w:pPr>
      <w:bookmarkStart w:id="33" w:name="_Toc484431457"/>
      <w:r>
        <w:t>11. Hudhayfah ibn Usayd al</w:t>
      </w:r>
      <w:r w:rsidR="008E1963">
        <w:t>-</w:t>
      </w:r>
      <w:r>
        <w:t>Ghifari.</w:t>
      </w:r>
      <w:bookmarkEnd w:id="33"/>
    </w:p>
    <w:p w:rsidR="000D3C43" w:rsidRDefault="00D442CD" w:rsidP="00D442CD">
      <w:pPr>
        <w:pStyle w:val="libNormal"/>
      </w:pPr>
      <w:r>
        <w:t>1. Nasr ibn ‘Ali al</w:t>
      </w:r>
      <w:r w:rsidR="008E1963">
        <w:t>-</w:t>
      </w:r>
      <w:r>
        <w:t>Jahdami,</w:t>
      </w:r>
    </w:p>
    <w:p w:rsidR="000D3C43" w:rsidRDefault="00D442CD" w:rsidP="00D442CD">
      <w:pPr>
        <w:pStyle w:val="libNormal"/>
      </w:pPr>
      <w:r>
        <w:t>2. Abu ‘Isa al</w:t>
      </w:r>
      <w:r w:rsidR="008E1963">
        <w:t>-</w:t>
      </w:r>
      <w:r>
        <w:t>Tirmidhi,</w:t>
      </w:r>
    </w:p>
    <w:p w:rsidR="000D3C43" w:rsidRDefault="00D442CD" w:rsidP="00D442CD">
      <w:pPr>
        <w:pStyle w:val="libNormal"/>
      </w:pPr>
      <w:r>
        <w:t>3. al</w:t>
      </w:r>
      <w:r w:rsidR="008E1963">
        <w:t>-</w:t>
      </w:r>
      <w:r>
        <w:t>Hakim al</w:t>
      </w:r>
      <w:r w:rsidR="008E1963">
        <w:t>-</w:t>
      </w:r>
      <w:r>
        <w:t>Tirmidhi,</w:t>
      </w:r>
    </w:p>
    <w:p w:rsidR="000D3C43" w:rsidRDefault="00D442CD" w:rsidP="00D442CD">
      <w:pPr>
        <w:pStyle w:val="libNormal"/>
      </w:pPr>
      <w:r>
        <w:t>4. Abu al</w:t>
      </w:r>
      <w:r w:rsidR="008E1963">
        <w:t>-</w:t>
      </w:r>
      <w:r>
        <w:t>Abbas ibn ‘Uqdah,</w:t>
      </w:r>
    </w:p>
    <w:p w:rsidR="000D3C43" w:rsidRDefault="00D442CD" w:rsidP="00D442CD">
      <w:pPr>
        <w:pStyle w:val="libNormal"/>
      </w:pPr>
      <w:r>
        <w:t>5. Abu al</w:t>
      </w:r>
      <w:r w:rsidR="008E1963">
        <w:t>-</w:t>
      </w:r>
      <w:r>
        <w:t>Qasim al</w:t>
      </w:r>
      <w:r w:rsidR="008E1963">
        <w:t>-</w:t>
      </w:r>
      <w:r>
        <w:t>Tabarani,</w:t>
      </w:r>
    </w:p>
    <w:p w:rsidR="000D3C43" w:rsidRDefault="00D442CD" w:rsidP="00D442CD">
      <w:pPr>
        <w:pStyle w:val="libNormal"/>
      </w:pPr>
      <w:r>
        <w:t>6. Abu Nu’aym al</w:t>
      </w:r>
      <w:r w:rsidR="008E1963">
        <w:t>-</w:t>
      </w:r>
      <w:r>
        <w:t>Isfahani,</w:t>
      </w:r>
    </w:p>
    <w:p w:rsidR="000D3C43" w:rsidRDefault="00D442CD" w:rsidP="00D442CD">
      <w:pPr>
        <w:pStyle w:val="libNormal"/>
      </w:pPr>
      <w:r>
        <w:lastRenderedPageBreak/>
        <w:t>7. Abu al</w:t>
      </w:r>
      <w:r w:rsidR="008E1963">
        <w:t>-</w:t>
      </w:r>
      <w:r>
        <w:t>Qasim ibn ‘Asakir,</w:t>
      </w:r>
    </w:p>
    <w:p w:rsidR="000D3C43" w:rsidRDefault="00D442CD" w:rsidP="00D442CD">
      <w:pPr>
        <w:pStyle w:val="libNormal"/>
      </w:pPr>
      <w:r>
        <w:t>8. Abu Musa al</w:t>
      </w:r>
      <w:r w:rsidR="008E1963">
        <w:t>-</w:t>
      </w:r>
      <w:r>
        <w:t>Madini,</w:t>
      </w:r>
    </w:p>
    <w:p w:rsidR="000D3C43" w:rsidRDefault="00D442CD" w:rsidP="00D442CD">
      <w:pPr>
        <w:pStyle w:val="libNormal"/>
      </w:pPr>
      <w:r>
        <w:t>9. Abu al</w:t>
      </w:r>
      <w:r w:rsidR="008E1963">
        <w:t>-</w:t>
      </w:r>
      <w:r>
        <w:t>Futuh al</w:t>
      </w:r>
      <w:r w:rsidR="008E1963">
        <w:t>-</w:t>
      </w:r>
      <w:r>
        <w:t>’Ijli,</w:t>
      </w:r>
    </w:p>
    <w:p w:rsidR="000D3C43" w:rsidRDefault="00D442CD" w:rsidP="00D442CD">
      <w:pPr>
        <w:pStyle w:val="libNormal"/>
      </w:pPr>
      <w:r>
        <w:t>10. ‘Ali ibn Muhammad ibn al</w:t>
      </w:r>
      <w:r w:rsidR="008E1963">
        <w:t>-</w:t>
      </w:r>
      <w:r>
        <w:t>Athir,</w:t>
      </w:r>
    </w:p>
    <w:p w:rsidR="000D3C43" w:rsidRDefault="00D442CD" w:rsidP="00D442CD">
      <w:pPr>
        <w:pStyle w:val="libNormal"/>
      </w:pPr>
      <w:r>
        <w:t>11. al</w:t>
      </w:r>
      <w:r w:rsidR="008E1963">
        <w:t>-</w:t>
      </w:r>
      <w:r>
        <w:t>Diya' al</w:t>
      </w:r>
      <w:r w:rsidR="008E1963">
        <w:t>-</w:t>
      </w:r>
      <w:r>
        <w:t>Maqdisi,</w:t>
      </w:r>
    </w:p>
    <w:p w:rsidR="000D3C43" w:rsidRDefault="00D442CD" w:rsidP="00D442CD">
      <w:pPr>
        <w:pStyle w:val="libNormal"/>
      </w:pPr>
      <w:r>
        <w:t>12. Ibrahim al</w:t>
      </w:r>
      <w:r w:rsidR="008E1963">
        <w:t>-</w:t>
      </w:r>
      <w:r>
        <w:t>Hamawi,</w:t>
      </w:r>
    </w:p>
    <w:p w:rsidR="000D3C43" w:rsidRDefault="00D442CD" w:rsidP="00D442CD">
      <w:pPr>
        <w:pStyle w:val="libNormal"/>
      </w:pPr>
      <w:r>
        <w:t>13. Ibn Kathir al</w:t>
      </w:r>
      <w:r w:rsidR="008E1963">
        <w:t>-</w:t>
      </w:r>
      <w:r>
        <w:t>Dimashqi,</w:t>
      </w:r>
    </w:p>
    <w:p w:rsidR="000D3C43" w:rsidRDefault="00D442CD" w:rsidP="00D442CD">
      <w:pPr>
        <w:pStyle w:val="libNormal"/>
      </w:pPr>
      <w:r>
        <w:t>14. Muhammad ibn Muhammad al</w:t>
      </w:r>
      <w:r w:rsidR="008E1963">
        <w:t>-</w:t>
      </w:r>
      <w:r>
        <w:t>Bukhari,</w:t>
      </w:r>
    </w:p>
    <w:p w:rsidR="000D3C43" w:rsidRDefault="00D442CD" w:rsidP="00D442CD">
      <w:pPr>
        <w:pStyle w:val="libNormal"/>
      </w:pPr>
      <w:r>
        <w:t>15. Shams al</w:t>
      </w:r>
      <w:r w:rsidR="008E1963">
        <w:t>-</w:t>
      </w:r>
      <w:r>
        <w:t>Din al</w:t>
      </w:r>
      <w:r w:rsidR="008E1963">
        <w:t>-</w:t>
      </w:r>
      <w:r>
        <w:t>Sakhawi,</w:t>
      </w:r>
    </w:p>
    <w:p w:rsidR="000D3C43" w:rsidRDefault="00D442CD" w:rsidP="00D442CD">
      <w:pPr>
        <w:pStyle w:val="libNormal"/>
      </w:pPr>
      <w:r>
        <w:t>16. Nur al</w:t>
      </w:r>
      <w:r w:rsidR="008E1963">
        <w:t>-</w:t>
      </w:r>
      <w:r>
        <w:t>Din al</w:t>
      </w:r>
      <w:r w:rsidR="008E1963">
        <w:t>-</w:t>
      </w:r>
      <w:r>
        <w:t>Samhudi,</w:t>
      </w:r>
    </w:p>
    <w:p w:rsidR="000D3C43" w:rsidRDefault="00D442CD" w:rsidP="00D442CD">
      <w:pPr>
        <w:pStyle w:val="libNormal"/>
      </w:pPr>
      <w:r>
        <w:t>17. ‘Ata' Allah al</w:t>
      </w:r>
      <w:r w:rsidR="008E1963">
        <w:t>-</w:t>
      </w:r>
      <w:r>
        <w:t>Shirazi,</w:t>
      </w:r>
    </w:p>
    <w:p w:rsidR="000D3C43" w:rsidRDefault="00D442CD" w:rsidP="00D442CD">
      <w:pPr>
        <w:pStyle w:val="libNormal"/>
      </w:pPr>
      <w:r>
        <w:t>18. Ahmad ibn al</w:t>
      </w:r>
      <w:r w:rsidR="008E1963">
        <w:t>-</w:t>
      </w:r>
      <w:r>
        <w:t>Fadl ibn Ba Kathir,</w:t>
      </w:r>
    </w:p>
    <w:p w:rsidR="000D3C43" w:rsidRDefault="00D442CD" w:rsidP="00D442CD">
      <w:pPr>
        <w:pStyle w:val="libNormal"/>
      </w:pPr>
      <w:r>
        <w:t>19. al</w:t>
      </w:r>
      <w:r w:rsidR="008E1963">
        <w:t>-</w:t>
      </w:r>
      <w:r>
        <w:t>Shaykhani al</w:t>
      </w:r>
      <w:r w:rsidR="008E1963">
        <w:t>-</w:t>
      </w:r>
      <w:r>
        <w:t>Qadiri,</w:t>
      </w:r>
    </w:p>
    <w:p w:rsidR="000D3C43" w:rsidRDefault="00D442CD" w:rsidP="00D442CD">
      <w:pPr>
        <w:pStyle w:val="libNormal"/>
      </w:pPr>
      <w:r>
        <w:t>20. Muhammad Sadr al</w:t>
      </w:r>
      <w:r w:rsidR="008E1963">
        <w:t>-</w:t>
      </w:r>
      <w:r>
        <w:t>Alam.</w:t>
      </w:r>
    </w:p>
    <w:p w:rsidR="00D442CD" w:rsidRDefault="00D442CD" w:rsidP="00941CD7">
      <w:pPr>
        <w:pStyle w:val="Heading2Center"/>
      </w:pPr>
      <w:bookmarkStart w:id="34" w:name="_Toc484431458"/>
      <w:r>
        <w:t>12. Khuzaymah ibn Thabit Dhu Shahadatayn (d. 37/657).</w:t>
      </w:r>
      <w:bookmarkEnd w:id="34"/>
    </w:p>
    <w:p w:rsidR="000D3C43" w:rsidRDefault="00D442CD" w:rsidP="00D442CD">
      <w:pPr>
        <w:pStyle w:val="libNormal"/>
      </w:pPr>
      <w:r>
        <w:t>1. Abu al</w:t>
      </w:r>
      <w:r w:rsidR="008E1963">
        <w:t>-</w:t>
      </w:r>
      <w:r>
        <w:t>Abbas Ibn ‘Uqdah,</w:t>
      </w:r>
    </w:p>
    <w:p w:rsidR="000D3C43" w:rsidRDefault="00D442CD" w:rsidP="00D442CD">
      <w:pPr>
        <w:pStyle w:val="libNormal"/>
      </w:pPr>
      <w:r>
        <w:t>2. Shams al</w:t>
      </w:r>
      <w:r w:rsidR="008E1963">
        <w:t>-</w:t>
      </w:r>
      <w:r>
        <w:t>Din al</w:t>
      </w:r>
      <w:r w:rsidR="008E1963">
        <w:t>-</w:t>
      </w:r>
      <w:r>
        <w:t>Sakhawi,</w:t>
      </w:r>
    </w:p>
    <w:p w:rsidR="000D3C43" w:rsidRDefault="00D442CD" w:rsidP="00D442CD">
      <w:pPr>
        <w:pStyle w:val="libNormal"/>
      </w:pPr>
      <w:r>
        <w:t>3. Nur al</w:t>
      </w:r>
      <w:r w:rsidR="008E1963">
        <w:t>-</w:t>
      </w:r>
      <w:r>
        <w:t>Din al</w:t>
      </w:r>
      <w:r w:rsidR="008E1963">
        <w:t>-</w:t>
      </w:r>
      <w:r>
        <w:t>Samhudi,</w:t>
      </w:r>
    </w:p>
    <w:p w:rsidR="000D3C43" w:rsidRDefault="00D442CD" w:rsidP="00D442CD">
      <w:pPr>
        <w:pStyle w:val="libNormal"/>
      </w:pPr>
      <w:r>
        <w:t>4. Ahmad ibn al</w:t>
      </w:r>
      <w:r w:rsidR="008E1963">
        <w:t>-</w:t>
      </w:r>
      <w:r>
        <w:t>Fadl ibn Ba Kathir,</w:t>
      </w:r>
    </w:p>
    <w:p w:rsidR="000D3C43" w:rsidRDefault="00D442CD" w:rsidP="00D442CD">
      <w:pPr>
        <w:pStyle w:val="libNormal"/>
      </w:pPr>
      <w:r>
        <w:t>5. al</w:t>
      </w:r>
      <w:r w:rsidR="008E1963">
        <w:t>-</w:t>
      </w:r>
      <w:r>
        <w:t>Shaykh Sulayman Al</w:t>
      </w:r>
      <w:r w:rsidR="008E1963">
        <w:t>-</w:t>
      </w:r>
      <w:r>
        <w:t>Qunduzi.</w:t>
      </w:r>
    </w:p>
    <w:p w:rsidR="00D442CD" w:rsidRDefault="00D442CD" w:rsidP="00941CD7">
      <w:pPr>
        <w:pStyle w:val="Heading2Center"/>
      </w:pPr>
      <w:bookmarkStart w:id="35" w:name="_Toc484431459"/>
      <w:r>
        <w:t>13. Zayd ibn Thabit (11 BH­45/611­665).</w:t>
      </w:r>
      <w:bookmarkEnd w:id="35"/>
    </w:p>
    <w:p w:rsidR="000D3C43" w:rsidRDefault="00D442CD" w:rsidP="00D442CD">
      <w:pPr>
        <w:pStyle w:val="libNormal"/>
      </w:pPr>
      <w:r>
        <w:t>1. Al</w:t>
      </w:r>
      <w:r w:rsidR="008E1963">
        <w:t>-</w:t>
      </w:r>
      <w:r>
        <w:t>Rukayn ibn al</w:t>
      </w:r>
      <w:r w:rsidR="008E1963">
        <w:t>-</w:t>
      </w:r>
      <w:r>
        <w:t>Rabi’ al</w:t>
      </w:r>
      <w:r w:rsidR="008E1963">
        <w:t>-</w:t>
      </w:r>
      <w:r>
        <w:t>Fazari,</w:t>
      </w:r>
    </w:p>
    <w:p w:rsidR="000D3C43" w:rsidRDefault="00D442CD" w:rsidP="00D442CD">
      <w:pPr>
        <w:pStyle w:val="libNormal"/>
      </w:pPr>
      <w:r>
        <w:t>2. Muhammad ibn Ishaq,</w:t>
      </w:r>
    </w:p>
    <w:p w:rsidR="000D3C43" w:rsidRDefault="00D442CD" w:rsidP="00D442CD">
      <w:pPr>
        <w:pStyle w:val="libNormal"/>
      </w:pPr>
      <w:r>
        <w:t>3. Sharik al</w:t>
      </w:r>
      <w:r w:rsidR="008E1963">
        <w:t>-</w:t>
      </w:r>
      <w:r>
        <w:t>Qadi,</w:t>
      </w:r>
    </w:p>
    <w:p w:rsidR="000D3C43" w:rsidRDefault="00D442CD" w:rsidP="00D442CD">
      <w:pPr>
        <w:pStyle w:val="libNormal"/>
      </w:pPr>
      <w:r>
        <w:t>4. Abu Ahmad al</w:t>
      </w:r>
      <w:r w:rsidR="008E1963">
        <w:t>-</w:t>
      </w:r>
      <w:r>
        <w:t>Zubayri,</w:t>
      </w:r>
    </w:p>
    <w:p w:rsidR="000D3C43" w:rsidRDefault="00D442CD" w:rsidP="00D442CD">
      <w:pPr>
        <w:pStyle w:val="libNormal"/>
      </w:pPr>
      <w:r>
        <w:t>5. Aswad ibn ‘Amir al</w:t>
      </w:r>
      <w:r w:rsidR="008E1963">
        <w:t>-</w:t>
      </w:r>
      <w:r>
        <w:t>Shami,</w:t>
      </w:r>
    </w:p>
    <w:p w:rsidR="000D3C43" w:rsidRDefault="00D442CD" w:rsidP="00D442CD">
      <w:pPr>
        <w:pStyle w:val="libNormal"/>
      </w:pPr>
      <w:r>
        <w:t>6. Ahmad ibn Hanbal,</w:t>
      </w:r>
    </w:p>
    <w:p w:rsidR="000D3C43" w:rsidRDefault="00D442CD" w:rsidP="00D442CD">
      <w:pPr>
        <w:pStyle w:val="libNormal"/>
      </w:pPr>
      <w:r>
        <w:t>7. ‘Abd ibn Hamid al</w:t>
      </w:r>
      <w:r w:rsidR="008E1963">
        <w:t>-</w:t>
      </w:r>
      <w:r>
        <w:t>Kashshi,</w:t>
      </w:r>
    </w:p>
    <w:p w:rsidR="000D3C43" w:rsidRDefault="00D442CD" w:rsidP="00D442CD">
      <w:pPr>
        <w:pStyle w:val="libNormal"/>
      </w:pPr>
      <w:r>
        <w:t>8. Ahmad ibn ‘Amr al</w:t>
      </w:r>
      <w:r w:rsidR="008E1963">
        <w:t>-</w:t>
      </w:r>
      <w:r>
        <w:t>Shaybani,</w:t>
      </w:r>
    </w:p>
    <w:p w:rsidR="000D3C43" w:rsidRDefault="00D442CD" w:rsidP="00D442CD">
      <w:pPr>
        <w:pStyle w:val="libNormal"/>
      </w:pPr>
      <w:r>
        <w:t>9. ‘Abd Allah ibn Ahmad ibn Hanbal,</w:t>
      </w:r>
    </w:p>
    <w:p w:rsidR="000D3C43" w:rsidRDefault="00D442CD" w:rsidP="00D442CD">
      <w:pPr>
        <w:pStyle w:val="libNormal"/>
      </w:pPr>
      <w:r>
        <w:t>10. Abu Ja’far al</w:t>
      </w:r>
      <w:r w:rsidR="008E1963">
        <w:t>-</w:t>
      </w:r>
      <w:r>
        <w:t>Tabari,</w:t>
      </w:r>
    </w:p>
    <w:p w:rsidR="000D3C43" w:rsidRDefault="00D442CD" w:rsidP="00D442CD">
      <w:pPr>
        <w:pStyle w:val="libNormal"/>
      </w:pPr>
      <w:r>
        <w:t>11. Abu Bakr ibn al</w:t>
      </w:r>
      <w:r w:rsidR="008E1963">
        <w:t>-</w:t>
      </w:r>
      <w:r>
        <w:t>Anbari,</w:t>
      </w:r>
    </w:p>
    <w:p w:rsidR="000D3C43" w:rsidRDefault="00D442CD" w:rsidP="00D442CD">
      <w:pPr>
        <w:pStyle w:val="libNormal"/>
      </w:pPr>
      <w:r>
        <w:t>12. Abu al</w:t>
      </w:r>
      <w:r w:rsidR="008E1963">
        <w:t>-</w:t>
      </w:r>
      <w:r>
        <w:t>Qasim al</w:t>
      </w:r>
      <w:r w:rsidR="008E1963">
        <w:t>-</w:t>
      </w:r>
      <w:r>
        <w:t>Tabarani,</w:t>
      </w:r>
    </w:p>
    <w:p w:rsidR="000D3C43" w:rsidRDefault="00D442CD" w:rsidP="00D442CD">
      <w:pPr>
        <w:pStyle w:val="libNormal"/>
      </w:pPr>
      <w:r>
        <w:t>13. Abu Mansur al</w:t>
      </w:r>
      <w:r w:rsidR="008E1963">
        <w:t>-</w:t>
      </w:r>
      <w:r>
        <w:t>Azhari,</w:t>
      </w:r>
    </w:p>
    <w:p w:rsidR="000D3C43" w:rsidRDefault="00D442CD" w:rsidP="00D442CD">
      <w:pPr>
        <w:pStyle w:val="libNormal"/>
      </w:pPr>
      <w:r>
        <w:t>14. Abu ‘Abd Allah al</w:t>
      </w:r>
      <w:r w:rsidR="008E1963">
        <w:t>-</w:t>
      </w:r>
      <w:r>
        <w:t>Kanji al</w:t>
      </w:r>
      <w:r w:rsidR="008E1963">
        <w:t>-</w:t>
      </w:r>
      <w:r>
        <w:t>Shafi’i,</w:t>
      </w:r>
    </w:p>
    <w:p w:rsidR="000D3C43" w:rsidRDefault="00D442CD" w:rsidP="00D442CD">
      <w:pPr>
        <w:pStyle w:val="libNormal"/>
      </w:pPr>
      <w:r>
        <w:t>15. Nur al</w:t>
      </w:r>
      <w:r w:rsidR="008E1963">
        <w:t>-</w:t>
      </w:r>
      <w:r>
        <w:t>Din ‘Ali al</w:t>
      </w:r>
      <w:r w:rsidR="008E1963">
        <w:t>-</w:t>
      </w:r>
      <w:r>
        <w:t>Haythami,</w:t>
      </w:r>
    </w:p>
    <w:p w:rsidR="000D3C43" w:rsidRDefault="00D442CD" w:rsidP="00D442CD">
      <w:pPr>
        <w:pStyle w:val="libNormal"/>
      </w:pPr>
      <w:r>
        <w:t>16. Shams al</w:t>
      </w:r>
      <w:r w:rsidR="008E1963">
        <w:t>-</w:t>
      </w:r>
      <w:r>
        <w:t>Din al</w:t>
      </w:r>
      <w:r w:rsidR="008E1963">
        <w:t>-</w:t>
      </w:r>
      <w:r>
        <w:t>Sakhawi,</w:t>
      </w:r>
    </w:p>
    <w:p w:rsidR="000D3C43" w:rsidRDefault="00D442CD" w:rsidP="00D442CD">
      <w:pPr>
        <w:pStyle w:val="libNormal"/>
      </w:pPr>
      <w:r>
        <w:t>17. Jalal al</w:t>
      </w:r>
      <w:r w:rsidR="008E1963">
        <w:t>-</w:t>
      </w:r>
      <w:r>
        <w:t>Din al</w:t>
      </w:r>
      <w:r w:rsidR="008E1963">
        <w:t>-</w:t>
      </w:r>
      <w:r>
        <w:t>Suyuti,</w:t>
      </w:r>
    </w:p>
    <w:p w:rsidR="000D3C43" w:rsidRDefault="00D442CD" w:rsidP="00D442CD">
      <w:pPr>
        <w:pStyle w:val="libNormal"/>
      </w:pPr>
      <w:r>
        <w:t>18. ‘Ali al</w:t>
      </w:r>
      <w:r w:rsidR="008E1963">
        <w:t>-</w:t>
      </w:r>
      <w:r>
        <w:t>Qari al</w:t>
      </w:r>
      <w:r w:rsidR="008E1963">
        <w:t>-</w:t>
      </w:r>
      <w:r>
        <w:t>Hindi,</w:t>
      </w:r>
    </w:p>
    <w:p w:rsidR="000D3C43" w:rsidRDefault="00D442CD" w:rsidP="00D442CD">
      <w:pPr>
        <w:pStyle w:val="libNormal"/>
      </w:pPr>
      <w:r>
        <w:t>19. ‘Abd al</w:t>
      </w:r>
      <w:r w:rsidR="008E1963">
        <w:t>-</w:t>
      </w:r>
      <w:r>
        <w:t>Ra'uf al</w:t>
      </w:r>
      <w:r w:rsidR="008E1963">
        <w:t>-</w:t>
      </w:r>
      <w:r>
        <w:t>Munawi,</w:t>
      </w:r>
    </w:p>
    <w:p w:rsidR="000D3C43" w:rsidRDefault="00D442CD" w:rsidP="00D442CD">
      <w:pPr>
        <w:pStyle w:val="libNormal"/>
      </w:pPr>
      <w:r>
        <w:t>20. ‘Ali ibn Ahmad al</w:t>
      </w:r>
      <w:r w:rsidR="008E1963">
        <w:t>-</w:t>
      </w:r>
      <w:r>
        <w:t>Azizi,</w:t>
      </w:r>
    </w:p>
    <w:p w:rsidR="000D3C43" w:rsidRDefault="00D442CD" w:rsidP="00D442CD">
      <w:pPr>
        <w:pStyle w:val="libNormal"/>
      </w:pPr>
      <w:r>
        <w:t>21. al</w:t>
      </w:r>
      <w:r w:rsidR="008E1963">
        <w:t>-</w:t>
      </w:r>
      <w:r>
        <w:t>Mirza Muhammad al</w:t>
      </w:r>
      <w:r w:rsidR="008E1963">
        <w:t>-</w:t>
      </w:r>
      <w:r>
        <w:t>Badakhshi,</w:t>
      </w:r>
    </w:p>
    <w:p w:rsidR="000D3C43" w:rsidRDefault="00D442CD" w:rsidP="00D442CD">
      <w:pPr>
        <w:pStyle w:val="libNormal"/>
      </w:pPr>
      <w:r>
        <w:t>22. Sulayman ibn Ibrahim Al</w:t>
      </w:r>
      <w:r w:rsidR="008E1963">
        <w:t>-</w:t>
      </w:r>
      <w:r>
        <w:t>Qunduzi,</w:t>
      </w:r>
    </w:p>
    <w:p w:rsidR="000D3C43" w:rsidRDefault="00D442CD" w:rsidP="00D442CD">
      <w:pPr>
        <w:pStyle w:val="libNormal"/>
      </w:pPr>
      <w:r>
        <w:t>23. Hasan al</w:t>
      </w:r>
      <w:r w:rsidR="008E1963">
        <w:t>-</w:t>
      </w:r>
      <w:r>
        <w:t>Zaman al</w:t>
      </w:r>
      <w:r w:rsidR="008E1963">
        <w:t>-</w:t>
      </w:r>
      <w:r>
        <w:t>Hindi.</w:t>
      </w:r>
    </w:p>
    <w:p w:rsidR="00D442CD" w:rsidRDefault="00D442CD" w:rsidP="00941CD7">
      <w:pPr>
        <w:pStyle w:val="Heading2Center"/>
      </w:pPr>
      <w:bookmarkStart w:id="36" w:name="_Toc484431460"/>
      <w:r>
        <w:t>14. Abu Hurayrah, ‘Abd al</w:t>
      </w:r>
      <w:r w:rsidR="008E1963">
        <w:t>-</w:t>
      </w:r>
      <w:r>
        <w:t>Rahman ibn Sakhr (d. 59/679).</w:t>
      </w:r>
      <w:bookmarkEnd w:id="36"/>
    </w:p>
    <w:p w:rsidR="000D3C43" w:rsidRDefault="00D442CD" w:rsidP="00D442CD">
      <w:pPr>
        <w:pStyle w:val="libNormal"/>
      </w:pPr>
      <w:r>
        <w:t>1. Abu Bakr al</w:t>
      </w:r>
      <w:r w:rsidR="008E1963">
        <w:t>-</w:t>
      </w:r>
      <w:r>
        <w:t>Bazzaz,</w:t>
      </w:r>
    </w:p>
    <w:p w:rsidR="000D3C43" w:rsidRDefault="00D442CD" w:rsidP="00D442CD">
      <w:pPr>
        <w:pStyle w:val="libNormal"/>
      </w:pPr>
      <w:r>
        <w:lastRenderedPageBreak/>
        <w:t>2. Shams al</w:t>
      </w:r>
      <w:r w:rsidR="008E1963">
        <w:t>-</w:t>
      </w:r>
      <w:r>
        <w:t>Din al</w:t>
      </w:r>
      <w:r w:rsidR="008E1963">
        <w:t>-</w:t>
      </w:r>
      <w:r>
        <w:t>Sakhawi,</w:t>
      </w:r>
    </w:p>
    <w:p w:rsidR="000D3C43" w:rsidRDefault="00D442CD" w:rsidP="00D442CD">
      <w:pPr>
        <w:pStyle w:val="libNormal"/>
      </w:pPr>
      <w:r>
        <w:t>3. Jalal al</w:t>
      </w:r>
      <w:r w:rsidR="008E1963">
        <w:t>-</w:t>
      </w:r>
      <w:r>
        <w:t>Din al</w:t>
      </w:r>
      <w:r w:rsidR="008E1963">
        <w:t>-</w:t>
      </w:r>
      <w:r>
        <w:t>Suyuti,</w:t>
      </w:r>
    </w:p>
    <w:p w:rsidR="000D3C43" w:rsidRDefault="00D442CD" w:rsidP="00D442CD">
      <w:pPr>
        <w:pStyle w:val="libNormal"/>
      </w:pPr>
      <w:r>
        <w:t>4. Ahmad ibn al</w:t>
      </w:r>
      <w:r w:rsidR="008E1963">
        <w:t>-</w:t>
      </w:r>
      <w:r>
        <w:t>Fadl ibn Ba Kathir,</w:t>
      </w:r>
    </w:p>
    <w:p w:rsidR="000D3C43" w:rsidRDefault="00D442CD" w:rsidP="00D442CD">
      <w:pPr>
        <w:pStyle w:val="libNormal"/>
      </w:pPr>
      <w:r>
        <w:t>5. Nur al</w:t>
      </w:r>
      <w:r w:rsidR="008E1963">
        <w:t>-</w:t>
      </w:r>
      <w:r>
        <w:t>Din al</w:t>
      </w:r>
      <w:r w:rsidR="008E1963">
        <w:t>-</w:t>
      </w:r>
      <w:r>
        <w:t>Samhudi,</w:t>
      </w:r>
    </w:p>
    <w:p w:rsidR="000D3C43" w:rsidRDefault="00D442CD" w:rsidP="00D442CD">
      <w:pPr>
        <w:pStyle w:val="libNormal"/>
      </w:pPr>
      <w:r>
        <w:t>6. Mahmud ibn Muhammad al</w:t>
      </w:r>
      <w:r w:rsidR="008E1963">
        <w:t>-</w:t>
      </w:r>
      <w:r>
        <w:t>Shaykhani al</w:t>
      </w:r>
      <w:r w:rsidR="008E1963">
        <w:t>-</w:t>
      </w:r>
      <w:r>
        <w:t>Qadiri.</w:t>
      </w:r>
    </w:p>
    <w:p w:rsidR="00D442CD" w:rsidRDefault="00D442CD" w:rsidP="00941CD7">
      <w:pPr>
        <w:pStyle w:val="Heading2Center"/>
      </w:pPr>
      <w:bookmarkStart w:id="37" w:name="_Toc484431461"/>
      <w:r>
        <w:t>15. ‘Abd Allah ibn Hantab.</w:t>
      </w:r>
      <w:bookmarkEnd w:id="37"/>
    </w:p>
    <w:p w:rsidR="000D3C43" w:rsidRDefault="00D442CD" w:rsidP="00D442CD">
      <w:pPr>
        <w:pStyle w:val="libNormal"/>
      </w:pPr>
      <w:r>
        <w:t>1. Abu al</w:t>
      </w:r>
      <w:r w:rsidR="008E1963">
        <w:t>-</w:t>
      </w:r>
      <w:r>
        <w:t>Qasim al</w:t>
      </w:r>
      <w:r w:rsidR="008E1963">
        <w:t>-</w:t>
      </w:r>
      <w:r>
        <w:t>Tabarani,</w:t>
      </w:r>
    </w:p>
    <w:p w:rsidR="000D3C43" w:rsidRDefault="00D442CD" w:rsidP="00D442CD">
      <w:pPr>
        <w:pStyle w:val="libNormal"/>
      </w:pPr>
      <w:r>
        <w:t>2. ‘Ali ibn Muhammad ibn al</w:t>
      </w:r>
      <w:r w:rsidR="008E1963">
        <w:t>-</w:t>
      </w:r>
      <w:r>
        <w:t>Athir,</w:t>
      </w:r>
    </w:p>
    <w:p w:rsidR="000D3C43" w:rsidRDefault="00D442CD" w:rsidP="00D442CD">
      <w:pPr>
        <w:pStyle w:val="libNormal"/>
      </w:pPr>
      <w:r>
        <w:t>3. Jalal al</w:t>
      </w:r>
      <w:r w:rsidR="008E1963">
        <w:t>-</w:t>
      </w:r>
      <w:r>
        <w:t>Din al</w:t>
      </w:r>
      <w:r w:rsidR="008E1963">
        <w:t>-</w:t>
      </w:r>
      <w:r>
        <w:t>Suyuti.</w:t>
      </w:r>
    </w:p>
    <w:p w:rsidR="00D442CD" w:rsidRDefault="00D442CD" w:rsidP="00941CD7">
      <w:pPr>
        <w:pStyle w:val="Heading2Center"/>
      </w:pPr>
      <w:bookmarkStart w:id="38" w:name="_Toc484431462"/>
      <w:r>
        <w:t>16. Jubayr ibn Mut’im (d. 59/679).</w:t>
      </w:r>
      <w:bookmarkEnd w:id="38"/>
    </w:p>
    <w:p w:rsidR="000D3C43" w:rsidRDefault="00D442CD" w:rsidP="00D442CD">
      <w:pPr>
        <w:pStyle w:val="libNormal"/>
      </w:pPr>
      <w:r>
        <w:t>1. Abu Nu’aym al</w:t>
      </w:r>
      <w:r w:rsidR="008E1963">
        <w:t>-</w:t>
      </w:r>
      <w:r>
        <w:t>Isfahani,</w:t>
      </w:r>
    </w:p>
    <w:p w:rsidR="000D3C43" w:rsidRDefault="00D442CD" w:rsidP="00D442CD">
      <w:pPr>
        <w:pStyle w:val="libNormal"/>
      </w:pPr>
      <w:r>
        <w:t>2. al</w:t>
      </w:r>
      <w:r w:rsidR="008E1963">
        <w:t>-</w:t>
      </w:r>
      <w:r>
        <w:t>Sayyid ‘Ali al</w:t>
      </w:r>
      <w:r w:rsidR="008E1963">
        <w:t>-</w:t>
      </w:r>
      <w:r>
        <w:t>Hamadani,</w:t>
      </w:r>
    </w:p>
    <w:p w:rsidR="000D3C43" w:rsidRDefault="00D442CD" w:rsidP="00D442CD">
      <w:pPr>
        <w:pStyle w:val="libNormal"/>
      </w:pPr>
      <w:r>
        <w:t>3. al</w:t>
      </w:r>
      <w:r w:rsidR="008E1963">
        <w:t>-</w:t>
      </w:r>
      <w:r>
        <w:t>Shaykh Sulayman Al</w:t>
      </w:r>
      <w:r w:rsidR="008E1963">
        <w:t>-</w:t>
      </w:r>
      <w:r>
        <w:t>Qunduzi.</w:t>
      </w:r>
    </w:p>
    <w:p w:rsidR="00D442CD" w:rsidRDefault="00D442CD" w:rsidP="00941CD7">
      <w:pPr>
        <w:pStyle w:val="Heading2Center"/>
      </w:pPr>
      <w:bookmarkStart w:id="39" w:name="_Toc484431463"/>
      <w:r>
        <w:t>17. Al­Bara' ibn ‘Azib (d. 71/690).</w:t>
      </w:r>
      <w:bookmarkEnd w:id="39"/>
    </w:p>
    <w:p w:rsidR="000D3C43" w:rsidRDefault="00D442CD" w:rsidP="00D442CD">
      <w:pPr>
        <w:pStyle w:val="libNormal"/>
      </w:pPr>
      <w:r>
        <w:t>1. Abu Nu’aym al</w:t>
      </w:r>
      <w:r w:rsidR="008E1963">
        <w:t>-</w:t>
      </w:r>
      <w:r>
        <w:t>Isfahani.</w:t>
      </w:r>
    </w:p>
    <w:p w:rsidR="00D442CD" w:rsidRDefault="00D442CD" w:rsidP="00941CD7">
      <w:pPr>
        <w:pStyle w:val="Heading2Center"/>
      </w:pPr>
      <w:bookmarkStart w:id="40" w:name="_Toc484431464"/>
      <w:r>
        <w:t>18. Anas ibn Malik (10 BH­93/612­712).</w:t>
      </w:r>
      <w:bookmarkEnd w:id="40"/>
    </w:p>
    <w:p w:rsidR="000D3C43" w:rsidRDefault="00D442CD" w:rsidP="00D442CD">
      <w:pPr>
        <w:pStyle w:val="libNormal"/>
      </w:pPr>
      <w:r>
        <w:t>1. Abu Nu’aym al</w:t>
      </w:r>
      <w:r w:rsidR="008E1963">
        <w:t>-</w:t>
      </w:r>
      <w:r>
        <w:t>Isfahani.</w:t>
      </w:r>
    </w:p>
    <w:p w:rsidR="00D442CD" w:rsidRDefault="00D442CD" w:rsidP="00941CD7">
      <w:pPr>
        <w:pStyle w:val="Heading2Center"/>
      </w:pPr>
      <w:bookmarkStart w:id="41" w:name="_Toc484431465"/>
      <w:r>
        <w:t>19. Talhah ibn ‘Ubayd Allah al</w:t>
      </w:r>
      <w:r w:rsidR="008E1963">
        <w:t>-</w:t>
      </w:r>
      <w:r>
        <w:t>Taymi (28 BH­36/596­656).</w:t>
      </w:r>
      <w:bookmarkEnd w:id="41"/>
    </w:p>
    <w:p w:rsidR="000D3C43" w:rsidRDefault="00D442CD" w:rsidP="00D442CD">
      <w:pPr>
        <w:pStyle w:val="libNormal"/>
      </w:pPr>
      <w:r>
        <w:t>1. Al</w:t>
      </w:r>
      <w:r w:rsidR="008E1963">
        <w:t>-</w:t>
      </w:r>
      <w:r>
        <w:t>Shaykh Sulayman Al</w:t>
      </w:r>
      <w:r w:rsidR="008E1963">
        <w:t>-</w:t>
      </w:r>
      <w:r>
        <w:t>Qunduzi.</w:t>
      </w:r>
    </w:p>
    <w:p w:rsidR="00D442CD" w:rsidRDefault="00D442CD" w:rsidP="00941CD7">
      <w:pPr>
        <w:pStyle w:val="Heading2Center"/>
      </w:pPr>
      <w:bookmarkStart w:id="42" w:name="_Toc484431466"/>
      <w:r>
        <w:t>20. ‘Abd al</w:t>
      </w:r>
      <w:r w:rsidR="008E1963">
        <w:t>-</w:t>
      </w:r>
      <w:r>
        <w:t>Rahman ibn ‘Awf (44 BH­32/580­652).</w:t>
      </w:r>
      <w:bookmarkEnd w:id="42"/>
    </w:p>
    <w:p w:rsidR="000D3C43" w:rsidRDefault="00D442CD" w:rsidP="00D442CD">
      <w:pPr>
        <w:pStyle w:val="libNormal"/>
      </w:pPr>
      <w:r>
        <w:t>1. Al</w:t>
      </w:r>
      <w:r w:rsidR="008E1963">
        <w:t>-</w:t>
      </w:r>
      <w:r>
        <w:t>Qunduzi.</w:t>
      </w:r>
    </w:p>
    <w:p w:rsidR="00D442CD" w:rsidRDefault="00D442CD" w:rsidP="00941CD7">
      <w:pPr>
        <w:pStyle w:val="Heading2Center"/>
      </w:pPr>
      <w:bookmarkStart w:id="43" w:name="_Toc484431467"/>
      <w:r>
        <w:t>21. Sa’d ibn Abi Waqqas (d. 23BH­55/600­675).</w:t>
      </w:r>
      <w:bookmarkEnd w:id="43"/>
    </w:p>
    <w:p w:rsidR="000D3C43" w:rsidRDefault="00D442CD" w:rsidP="00D442CD">
      <w:pPr>
        <w:pStyle w:val="libNormal"/>
      </w:pPr>
      <w:r>
        <w:t>1. Al</w:t>
      </w:r>
      <w:r w:rsidR="008E1963">
        <w:t>-</w:t>
      </w:r>
      <w:r>
        <w:t>Qunduzi.</w:t>
      </w:r>
    </w:p>
    <w:p w:rsidR="00D442CD" w:rsidRDefault="00D442CD" w:rsidP="00941CD7">
      <w:pPr>
        <w:pStyle w:val="Heading2Center"/>
      </w:pPr>
      <w:bookmarkStart w:id="44" w:name="_Toc484431468"/>
      <w:r>
        <w:t>22. ‘Amr ibn al­</w:t>
      </w:r>
      <w:r w:rsidR="008E1963">
        <w:t>-</w:t>
      </w:r>
      <w:r>
        <w:t>As (50 BH­43/574­664).</w:t>
      </w:r>
      <w:bookmarkEnd w:id="44"/>
    </w:p>
    <w:p w:rsidR="000D3C43" w:rsidRDefault="00D442CD" w:rsidP="00D442CD">
      <w:pPr>
        <w:pStyle w:val="libNormal"/>
      </w:pPr>
      <w:r>
        <w:t>1. Al­</w:t>
      </w:r>
      <w:r w:rsidR="008E1963">
        <w:t>-</w:t>
      </w:r>
      <w:r>
        <w:t>Muwaffaq ibn Ahmad al</w:t>
      </w:r>
      <w:r w:rsidR="008E1963">
        <w:t>-</w:t>
      </w:r>
      <w:r>
        <w:t>Khwarazmi.</w:t>
      </w:r>
    </w:p>
    <w:p w:rsidR="00D442CD" w:rsidRDefault="00D442CD" w:rsidP="00941CD7">
      <w:pPr>
        <w:pStyle w:val="Heading2Center"/>
      </w:pPr>
      <w:bookmarkStart w:id="45" w:name="_Toc484431469"/>
      <w:r>
        <w:t>23. Sahl ibn Sa’d al­</w:t>
      </w:r>
      <w:r w:rsidR="008E1963">
        <w:t>-</w:t>
      </w:r>
      <w:r>
        <w:t>Ansari (d. 91/710).</w:t>
      </w:r>
      <w:bookmarkEnd w:id="45"/>
    </w:p>
    <w:p w:rsidR="000D3C43" w:rsidRDefault="00D442CD" w:rsidP="00D442CD">
      <w:pPr>
        <w:pStyle w:val="libNormal"/>
      </w:pPr>
      <w:r>
        <w:t>1. Ibn ‘Uqdah al</w:t>
      </w:r>
      <w:r w:rsidR="008E1963">
        <w:t>-</w:t>
      </w:r>
      <w:r>
        <w:t>Kufi,</w:t>
      </w:r>
    </w:p>
    <w:p w:rsidR="000D3C43" w:rsidRDefault="00D442CD" w:rsidP="00D442CD">
      <w:pPr>
        <w:pStyle w:val="libNormal"/>
      </w:pPr>
      <w:r>
        <w:t>2. Shams al</w:t>
      </w:r>
      <w:r w:rsidR="008E1963">
        <w:t>-</w:t>
      </w:r>
      <w:r>
        <w:t>Din al</w:t>
      </w:r>
      <w:r w:rsidR="008E1963">
        <w:t>-</w:t>
      </w:r>
      <w:r>
        <w:t>Sakhawi,</w:t>
      </w:r>
    </w:p>
    <w:p w:rsidR="000D3C43" w:rsidRDefault="00D442CD" w:rsidP="00D442CD">
      <w:pPr>
        <w:pStyle w:val="libNormal"/>
      </w:pPr>
      <w:r>
        <w:t>3. Nur al</w:t>
      </w:r>
      <w:r w:rsidR="008E1963">
        <w:t>-</w:t>
      </w:r>
      <w:r>
        <w:t>Din al</w:t>
      </w:r>
      <w:r w:rsidR="008E1963">
        <w:t>-</w:t>
      </w:r>
      <w:r>
        <w:t>Samhudi,</w:t>
      </w:r>
    </w:p>
    <w:p w:rsidR="000D3C43" w:rsidRDefault="00D442CD" w:rsidP="00D442CD">
      <w:pPr>
        <w:pStyle w:val="libNormal"/>
      </w:pPr>
      <w:r>
        <w:t>4. Ahmad ibn al</w:t>
      </w:r>
      <w:r w:rsidR="008E1963">
        <w:t>-</w:t>
      </w:r>
      <w:r>
        <w:t>Fadl ibn Ba Kathir,</w:t>
      </w:r>
    </w:p>
    <w:p w:rsidR="000D3C43" w:rsidRDefault="00D442CD" w:rsidP="00D442CD">
      <w:pPr>
        <w:pStyle w:val="libNormal"/>
      </w:pPr>
      <w:r>
        <w:t>5. Sulayman Al</w:t>
      </w:r>
      <w:r w:rsidR="008E1963">
        <w:t>-</w:t>
      </w:r>
      <w:r>
        <w:t>Qunduzi.</w:t>
      </w:r>
    </w:p>
    <w:p w:rsidR="00D442CD" w:rsidRDefault="00D442CD" w:rsidP="00941CD7">
      <w:pPr>
        <w:pStyle w:val="Heading2Center"/>
      </w:pPr>
      <w:bookmarkStart w:id="46" w:name="_Toc484431470"/>
      <w:r>
        <w:t>24. ‘Adi ibn Hatim (d. 68/687).</w:t>
      </w:r>
      <w:bookmarkEnd w:id="46"/>
    </w:p>
    <w:p w:rsidR="000D3C43" w:rsidRDefault="00D442CD" w:rsidP="00D442CD">
      <w:pPr>
        <w:pStyle w:val="libNormal"/>
      </w:pPr>
      <w:r>
        <w:t>1. Ibn ‘Uqdah,</w:t>
      </w:r>
    </w:p>
    <w:p w:rsidR="000D3C43" w:rsidRDefault="00D442CD" w:rsidP="00D442CD">
      <w:pPr>
        <w:pStyle w:val="libNormal"/>
      </w:pPr>
      <w:r>
        <w:t>2. al</w:t>
      </w:r>
      <w:r w:rsidR="008E1963">
        <w:t>-</w:t>
      </w:r>
      <w:r>
        <w:t>Sakhawi,</w:t>
      </w:r>
    </w:p>
    <w:p w:rsidR="000D3C43" w:rsidRDefault="00D442CD" w:rsidP="00D442CD">
      <w:pPr>
        <w:pStyle w:val="libNormal"/>
      </w:pPr>
      <w:r>
        <w:t>3. al</w:t>
      </w:r>
      <w:r w:rsidR="008E1963">
        <w:t>-</w:t>
      </w:r>
      <w:r>
        <w:t>Samhudi,</w:t>
      </w:r>
    </w:p>
    <w:p w:rsidR="000D3C43" w:rsidRDefault="00D442CD" w:rsidP="00D442CD">
      <w:pPr>
        <w:pStyle w:val="libNormal"/>
      </w:pPr>
      <w:r>
        <w:t>4. Ibn Ba Kathir,</w:t>
      </w:r>
    </w:p>
    <w:p w:rsidR="000D3C43" w:rsidRDefault="00D442CD" w:rsidP="00D442CD">
      <w:pPr>
        <w:pStyle w:val="libNormal"/>
      </w:pPr>
      <w:r>
        <w:t>5. Al</w:t>
      </w:r>
      <w:r w:rsidR="008E1963">
        <w:t>-</w:t>
      </w:r>
      <w:r>
        <w:t>Qunduzi.</w:t>
      </w:r>
    </w:p>
    <w:p w:rsidR="00D442CD" w:rsidRDefault="00D442CD" w:rsidP="00941CD7">
      <w:pPr>
        <w:pStyle w:val="Heading2Center"/>
      </w:pPr>
      <w:bookmarkStart w:id="47" w:name="_Toc484431471"/>
      <w:r>
        <w:t>25. ‘Uqbah ibn ‘Amir (d. 58/678).</w:t>
      </w:r>
      <w:bookmarkEnd w:id="47"/>
    </w:p>
    <w:p w:rsidR="000D3C43" w:rsidRDefault="00D442CD" w:rsidP="00D442CD">
      <w:pPr>
        <w:pStyle w:val="libNormal"/>
      </w:pPr>
      <w:r>
        <w:t>1. Ibn ‘Uqdah,</w:t>
      </w:r>
    </w:p>
    <w:p w:rsidR="000D3C43" w:rsidRDefault="00D442CD" w:rsidP="00D442CD">
      <w:pPr>
        <w:pStyle w:val="libNormal"/>
      </w:pPr>
      <w:r>
        <w:t>2. al</w:t>
      </w:r>
      <w:r w:rsidR="008E1963">
        <w:t>-</w:t>
      </w:r>
      <w:r>
        <w:t>Sakhawi,</w:t>
      </w:r>
    </w:p>
    <w:p w:rsidR="000D3C43" w:rsidRDefault="00D442CD" w:rsidP="00D442CD">
      <w:pPr>
        <w:pStyle w:val="libNormal"/>
      </w:pPr>
      <w:r>
        <w:t>3. al</w:t>
      </w:r>
      <w:r w:rsidR="008E1963">
        <w:t>-</w:t>
      </w:r>
      <w:r>
        <w:t>Samhudi,</w:t>
      </w:r>
    </w:p>
    <w:p w:rsidR="000D3C43" w:rsidRDefault="00D442CD" w:rsidP="00D442CD">
      <w:pPr>
        <w:pStyle w:val="libNormal"/>
      </w:pPr>
      <w:r>
        <w:t>4. Ibn Ba Kathir,</w:t>
      </w:r>
    </w:p>
    <w:p w:rsidR="000D3C43" w:rsidRDefault="00D442CD" w:rsidP="00D442CD">
      <w:pPr>
        <w:pStyle w:val="libNormal"/>
      </w:pPr>
      <w:r>
        <w:lastRenderedPageBreak/>
        <w:t>5. Al</w:t>
      </w:r>
      <w:r w:rsidR="008E1963">
        <w:t>-</w:t>
      </w:r>
      <w:r>
        <w:t>Qunduzi.</w:t>
      </w:r>
    </w:p>
    <w:p w:rsidR="00D442CD" w:rsidRDefault="00D442CD" w:rsidP="00941CD7">
      <w:pPr>
        <w:pStyle w:val="Heading2Center"/>
      </w:pPr>
      <w:bookmarkStart w:id="48" w:name="_Toc484431472"/>
      <w:r>
        <w:t>26. Abu Ayyub al­</w:t>
      </w:r>
      <w:r w:rsidR="008E1963">
        <w:t>-</w:t>
      </w:r>
      <w:r>
        <w:t>Ansari, Khalid ibn Zayd (d. 52/672).</w:t>
      </w:r>
      <w:bookmarkEnd w:id="48"/>
    </w:p>
    <w:p w:rsidR="00D442CD" w:rsidRDefault="00D442CD" w:rsidP="00941CD7">
      <w:pPr>
        <w:pStyle w:val="Heading2Center"/>
      </w:pPr>
      <w:bookmarkStart w:id="49" w:name="_Toc484431473"/>
      <w:r>
        <w:t>27. Abu Shurayh al­</w:t>
      </w:r>
      <w:r w:rsidR="008E1963">
        <w:t>-</w:t>
      </w:r>
      <w:r>
        <w:t>Khuza’i, Khuwaylid ibn ‘Amr (d. 68/687).</w:t>
      </w:r>
      <w:bookmarkEnd w:id="49"/>
    </w:p>
    <w:p w:rsidR="00D442CD" w:rsidRDefault="00D442CD" w:rsidP="00941CD7">
      <w:pPr>
        <w:pStyle w:val="Heading2Center"/>
      </w:pPr>
      <w:bookmarkStart w:id="50" w:name="_Toc484431474"/>
      <w:r>
        <w:t>28. Abu Qudamah, al­</w:t>
      </w:r>
      <w:r w:rsidR="008E1963">
        <w:t>-</w:t>
      </w:r>
      <w:r>
        <w:t>Ansari (martyred 37/657).</w:t>
      </w:r>
      <w:bookmarkEnd w:id="50"/>
    </w:p>
    <w:p w:rsidR="00D442CD" w:rsidRDefault="00D442CD" w:rsidP="00941CD7">
      <w:pPr>
        <w:pStyle w:val="Heading2Center"/>
      </w:pPr>
      <w:bookmarkStart w:id="51" w:name="_Toc484431475"/>
      <w:r>
        <w:t>29. Abu Layla al­</w:t>
      </w:r>
      <w:r w:rsidR="008E1963">
        <w:t>-</w:t>
      </w:r>
      <w:r>
        <w:t>Ansari (martyred 37/657).</w:t>
      </w:r>
      <w:bookmarkEnd w:id="51"/>
    </w:p>
    <w:p w:rsidR="00D442CD" w:rsidRDefault="00D442CD" w:rsidP="00941CD7">
      <w:pPr>
        <w:pStyle w:val="Heading2Center"/>
      </w:pPr>
      <w:bookmarkStart w:id="52" w:name="_Toc484431476"/>
      <w:r>
        <w:t>30. ‘Umayrah al­</w:t>
      </w:r>
      <w:r w:rsidR="008E1963">
        <w:t>-</w:t>
      </w:r>
      <w:r>
        <w:t>Aslami.</w:t>
      </w:r>
      <w:bookmarkEnd w:id="52"/>
    </w:p>
    <w:p w:rsidR="000D3C43" w:rsidRDefault="00D442CD" w:rsidP="00D442CD">
      <w:pPr>
        <w:pStyle w:val="libNormal"/>
      </w:pPr>
      <w:r>
        <w:t>Hadith al</w:t>
      </w:r>
      <w:r w:rsidR="008E1963">
        <w:t>-</w:t>
      </w:r>
      <w:r>
        <w:t>Thaqalayn has been narrated from all the above five (26 ­ 30) by:</w:t>
      </w:r>
    </w:p>
    <w:p w:rsidR="000D3C43" w:rsidRDefault="00D442CD" w:rsidP="00D442CD">
      <w:pPr>
        <w:pStyle w:val="libNormal"/>
      </w:pPr>
      <w:r>
        <w:t>1. Ibn ‘Uqdah,</w:t>
      </w:r>
    </w:p>
    <w:p w:rsidR="000D3C43" w:rsidRDefault="00D442CD" w:rsidP="00D442CD">
      <w:pPr>
        <w:pStyle w:val="libNormal"/>
      </w:pPr>
      <w:r>
        <w:t>2. al</w:t>
      </w:r>
      <w:r w:rsidR="008E1963">
        <w:t>-</w:t>
      </w:r>
      <w:r>
        <w:t>Sakhawi,</w:t>
      </w:r>
    </w:p>
    <w:p w:rsidR="000D3C43" w:rsidRDefault="00D442CD" w:rsidP="00D442CD">
      <w:pPr>
        <w:pStyle w:val="libNormal"/>
      </w:pPr>
      <w:r>
        <w:t>3. Samhudi,</w:t>
      </w:r>
    </w:p>
    <w:p w:rsidR="000D3C43" w:rsidRDefault="00D442CD" w:rsidP="00D442CD">
      <w:pPr>
        <w:pStyle w:val="libNormal"/>
      </w:pPr>
      <w:r>
        <w:t>4. Ibn Ba Kathir,</w:t>
      </w:r>
    </w:p>
    <w:p w:rsidR="000D3C43" w:rsidRDefault="00D442CD" w:rsidP="00D442CD">
      <w:pPr>
        <w:pStyle w:val="libNormal"/>
      </w:pPr>
      <w:r>
        <w:t>5. Al</w:t>
      </w:r>
      <w:r w:rsidR="008E1963">
        <w:t>-</w:t>
      </w:r>
      <w:r>
        <w:t>Qunduzi.</w:t>
      </w:r>
    </w:p>
    <w:p w:rsidR="00D442CD" w:rsidRDefault="00D442CD" w:rsidP="00941CD7">
      <w:pPr>
        <w:pStyle w:val="Heading2Center"/>
      </w:pPr>
      <w:bookmarkStart w:id="53" w:name="_Toc484431477"/>
      <w:r>
        <w:t>31. ‘Amir ibn Layla ibn Damrah.</w:t>
      </w:r>
      <w:bookmarkEnd w:id="53"/>
    </w:p>
    <w:p w:rsidR="000D3C43" w:rsidRDefault="00D442CD" w:rsidP="00D442CD">
      <w:pPr>
        <w:pStyle w:val="libNormal"/>
      </w:pPr>
      <w:r>
        <w:t>1. Ibn ‘Uqdah,</w:t>
      </w:r>
    </w:p>
    <w:p w:rsidR="000D3C43" w:rsidRDefault="00D442CD" w:rsidP="00D442CD">
      <w:pPr>
        <w:pStyle w:val="libNormal"/>
      </w:pPr>
      <w:r>
        <w:t>2. Abu Musa al</w:t>
      </w:r>
      <w:r w:rsidR="008E1963">
        <w:t>-</w:t>
      </w:r>
      <w:r>
        <w:t>Madini,</w:t>
      </w:r>
    </w:p>
    <w:p w:rsidR="000D3C43" w:rsidRDefault="00D442CD" w:rsidP="00D442CD">
      <w:pPr>
        <w:pStyle w:val="libNormal"/>
      </w:pPr>
      <w:r>
        <w:t>3. Abu al</w:t>
      </w:r>
      <w:r w:rsidR="008E1963">
        <w:t>-</w:t>
      </w:r>
      <w:r>
        <w:t>Futuh al</w:t>
      </w:r>
      <w:r w:rsidR="008E1963">
        <w:t>-</w:t>
      </w:r>
      <w:r>
        <w:t>’Ijli,</w:t>
      </w:r>
    </w:p>
    <w:p w:rsidR="000D3C43" w:rsidRDefault="00D442CD" w:rsidP="00D442CD">
      <w:pPr>
        <w:pStyle w:val="libNormal"/>
      </w:pPr>
      <w:r>
        <w:t>4. ‘Ali ibn Muhammad ibn al</w:t>
      </w:r>
      <w:r w:rsidR="008E1963">
        <w:t>-</w:t>
      </w:r>
      <w:r>
        <w:t>Athir,</w:t>
      </w:r>
    </w:p>
    <w:p w:rsidR="000D3C43" w:rsidRDefault="00D442CD" w:rsidP="00D442CD">
      <w:pPr>
        <w:pStyle w:val="libNormal"/>
      </w:pPr>
      <w:r>
        <w:t>5. Ibn Hajar al</w:t>
      </w:r>
      <w:r w:rsidR="008E1963">
        <w:t>-</w:t>
      </w:r>
      <w:r>
        <w:t>Asqalani,</w:t>
      </w:r>
    </w:p>
    <w:p w:rsidR="000D3C43" w:rsidRDefault="00D442CD" w:rsidP="00D442CD">
      <w:pPr>
        <w:pStyle w:val="libNormal"/>
      </w:pPr>
      <w:r>
        <w:t>6. Shams al</w:t>
      </w:r>
      <w:r w:rsidR="008E1963">
        <w:t>-</w:t>
      </w:r>
      <w:r>
        <w:t>Din al</w:t>
      </w:r>
      <w:r w:rsidR="008E1963">
        <w:t>-</w:t>
      </w:r>
      <w:r>
        <w:t>Sakhawi,</w:t>
      </w:r>
    </w:p>
    <w:p w:rsidR="000D3C43" w:rsidRDefault="00D442CD" w:rsidP="00D442CD">
      <w:pPr>
        <w:pStyle w:val="libNormal"/>
      </w:pPr>
      <w:r>
        <w:t>7. Nur al</w:t>
      </w:r>
      <w:r w:rsidR="008E1963">
        <w:t>-</w:t>
      </w:r>
      <w:r>
        <w:t>Din al</w:t>
      </w:r>
      <w:r w:rsidR="008E1963">
        <w:t>-</w:t>
      </w:r>
      <w:r>
        <w:t>Samhudi,</w:t>
      </w:r>
    </w:p>
    <w:p w:rsidR="000D3C43" w:rsidRDefault="00D442CD" w:rsidP="00D442CD">
      <w:pPr>
        <w:pStyle w:val="libNormal"/>
      </w:pPr>
      <w:r>
        <w:t>8. Ahmad ibn al</w:t>
      </w:r>
      <w:r w:rsidR="008E1963">
        <w:t>-</w:t>
      </w:r>
      <w:r>
        <w:t>Fadl ibn Muhammad Ba Kathir,</w:t>
      </w:r>
    </w:p>
    <w:p w:rsidR="000D3C43" w:rsidRDefault="00D442CD" w:rsidP="00D442CD">
      <w:pPr>
        <w:pStyle w:val="libNormal"/>
      </w:pPr>
      <w:r>
        <w:t>9. Al</w:t>
      </w:r>
      <w:r w:rsidR="008E1963">
        <w:t>-</w:t>
      </w:r>
      <w:r>
        <w:t>Qunduzi.</w:t>
      </w:r>
    </w:p>
    <w:p w:rsidR="00D442CD" w:rsidRDefault="00D442CD" w:rsidP="00941CD7">
      <w:pPr>
        <w:pStyle w:val="Heading2Center"/>
      </w:pPr>
      <w:bookmarkStart w:id="54" w:name="_Toc484431478"/>
      <w:r>
        <w:t>32. Zayd ibn Arqam (d.68/687).</w:t>
      </w:r>
      <w:bookmarkEnd w:id="54"/>
    </w:p>
    <w:p w:rsidR="000D3C43" w:rsidRDefault="00D442CD" w:rsidP="00D442CD">
      <w:pPr>
        <w:pStyle w:val="libNormal"/>
      </w:pPr>
      <w:r>
        <w:t>1. Al</w:t>
      </w:r>
      <w:r w:rsidR="008E1963">
        <w:t>-</w:t>
      </w:r>
      <w:r>
        <w:t>Nasa'i,</w:t>
      </w:r>
    </w:p>
    <w:p w:rsidR="000D3C43" w:rsidRDefault="00D442CD" w:rsidP="00D442CD">
      <w:pPr>
        <w:pStyle w:val="libNormal"/>
      </w:pPr>
      <w:r>
        <w:t>2. al</w:t>
      </w:r>
      <w:r w:rsidR="008E1963">
        <w:t>-</w:t>
      </w:r>
      <w:r>
        <w:t>Hakim,</w:t>
      </w:r>
    </w:p>
    <w:p w:rsidR="000D3C43" w:rsidRDefault="00D442CD" w:rsidP="00D442CD">
      <w:pPr>
        <w:pStyle w:val="libNormal"/>
      </w:pPr>
      <w:r>
        <w:t>3. al</w:t>
      </w:r>
      <w:r w:rsidR="008E1963">
        <w:t>-</w:t>
      </w:r>
      <w:r>
        <w:t>Tabarani,</w:t>
      </w:r>
    </w:p>
    <w:p w:rsidR="000D3C43" w:rsidRDefault="00D442CD" w:rsidP="00D442CD">
      <w:pPr>
        <w:pStyle w:val="libNormal"/>
      </w:pPr>
      <w:r>
        <w:t>4. ‘Ali al</w:t>
      </w:r>
      <w:r w:rsidR="008E1963">
        <w:t>-</w:t>
      </w:r>
      <w:r>
        <w:t>Muttaqi al</w:t>
      </w:r>
      <w:r w:rsidR="008E1963">
        <w:t>-</w:t>
      </w:r>
      <w:r>
        <w:t>Hindi</w:t>
      </w:r>
    </w:p>
    <w:p w:rsidR="000D3C43" w:rsidRDefault="00D442CD" w:rsidP="00D442CD">
      <w:pPr>
        <w:pStyle w:val="libNormal"/>
      </w:pPr>
      <w:r>
        <w:t>5. Muhammad Sadr al</w:t>
      </w:r>
      <w:r w:rsidR="008E1963">
        <w:t>-</w:t>
      </w:r>
      <w:r>
        <w:t>Alam,</w:t>
      </w:r>
    </w:p>
    <w:p w:rsidR="000D3C43" w:rsidRDefault="00D442CD" w:rsidP="00D442CD">
      <w:pPr>
        <w:pStyle w:val="libNormal"/>
      </w:pPr>
      <w:r>
        <w:t>6. Muhammad ibn Isma’il al­</w:t>
      </w:r>
      <w:r w:rsidR="008E1963">
        <w:t>-</w:t>
      </w:r>
      <w:r>
        <w:t>San’ani</w:t>
      </w:r>
    </w:p>
    <w:p w:rsidR="000D3C43" w:rsidRDefault="00D442CD" w:rsidP="00D442CD">
      <w:pPr>
        <w:pStyle w:val="libNormal"/>
      </w:pPr>
      <w:r>
        <w:t>7. al</w:t>
      </w:r>
      <w:r w:rsidR="008E1963">
        <w:t>-</w:t>
      </w:r>
      <w:r>
        <w:t>Shaykhani al</w:t>
      </w:r>
      <w:r w:rsidR="008E1963">
        <w:t>-</w:t>
      </w:r>
      <w:r>
        <w:t>Qadiri,</w:t>
      </w:r>
    </w:p>
    <w:p w:rsidR="000D3C43" w:rsidRDefault="00D442CD" w:rsidP="00D442CD">
      <w:pPr>
        <w:pStyle w:val="libNormal"/>
      </w:pPr>
      <w:r>
        <w:t>8. Al</w:t>
      </w:r>
      <w:r w:rsidR="008E1963">
        <w:t>-</w:t>
      </w:r>
      <w:r>
        <w:t>Hafiz al</w:t>
      </w:r>
      <w:r w:rsidR="008E1963">
        <w:t>-</w:t>
      </w:r>
      <w:r>
        <w:t>Zarandi,</w:t>
      </w:r>
    </w:p>
    <w:p w:rsidR="000D3C43" w:rsidRDefault="00D442CD" w:rsidP="00D442CD">
      <w:pPr>
        <w:pStyle w:val="libNormal"/>
      </w:pPr>
      <w:r>
        <w:t>9. al</w:t>
      </w:r>
      <w:r w:rsidR="008E1963">
        <w:t>-</w:t>
      </w:r>
      <w:r>
        <w:t>Samhudi,</w:t>
      </w:r>
    </w:p>
    <w:p w:rsidR="000D3C43" w:rsidRDefault="00D442CD" w:rsidP="00D442CD">
      <w:pPr>
        <w:pStyle w:val="libNormal"/>
      </w:pPr>
      <w:r>
        <w:t>10. Ahmad ibn Ba Kathir, and many others.</w:t>
      </w:r>
    </w:p>
    <w:p w:rsidR="00D442CD" w:rsidRDefault="00D442CD" w:rsidP="00941CD7">
      <w:pPr>
        <w:pStyle w:val="Heading2Center"/>
      </w:pPr>
      <w:bookmarkStart w:id="55" w:name="_Toc484431479"/>
      <w:r>
        <w:t>33. ‘Abd Allah ibn ‘Umar (10 BH­73/613­692)</w:t>
      </w:r>
      <w:bookmarkEnd w:id="55"/>
    </w:p>
    <w:p w:rsidR="00D442CD" w:rsidRDefault="00D442CD" w:rsidP="00941CD7">
      <w:pPr>
        <w:pStyle w:val="Heading2Center"/>
      </w:pPr>
      <w:bookmarkStart w:id="56" w:name="_Toc484431480"/>
      <w:r>
        <w:t>34. Fatimah al­</w:t>
      </w:r>
      <w:r w:rsidR="008E1963">
        <w:t>-</w:t>
      </w:r>
      <w:r>
        <w:t>Zahra' (A) (18 BH­11/604­632)</w:t>
      </w:r>
      <w:bookmarkEnd w:id="56"/>
    </w:p>
    <w:p w:rsidR="000D3C43" w:rsidRDefault="00D442CD" w:rsidP="00D442CD">
      <w:pPr>
        <w:pStyle w:val="libNormal"/>
      </w:pPr>
      <w:r>
        <w:t>1. Al</w:t>
      </w:r>
      <w:r w:rsidR="008E1963">
        <w:t>-</w:t>
      </w:r>
      <w:r>
        <w:t>Shaykh Sulayman Al</w:t>
      </w:r>
      <w:r w:rsidR="008E1963">
        <w:t>-</w:t>
      </w:r>
      <w:r>
        <w:t>Qunduzi.</w:t>
      </w:r>
    </w:p>
    <w:p w:rsidR="00D442CD" w:rsidRDefault="00D442CD" w:rsidP="00941CD7">
      <w:pPr>
        <w:pStyle w:val="Heading2Center"/>
      </w:pPr>
      <w:bookmarkStart w:id="57" w:name="_Toc484431481"/>
      <w:r>
        <w:t>35. Umm Salamah, Hind bint Suhayl (28 BH­62/596­681)</w:t>
      </w:r>
      <w:bookmarkEnd w:id="57"/>
    </w:p>
    <w:p w:rsidR="000D3C43" w:rsidRDefault="00D442CD" w:rsidP="00D442CD">
      <w:pPr>
        <w:pStyle w:val="libNormal"/>
      </w:pPr>
      <w:r>
        <w:t>1. Ibn ‘Uqdah,</w:t>
      </w:r>
    </w:p>
    <w:p w:rsidR="000D3C43" w:rsidRDefault="00D442CD" w:rsidP="00D442CD">
      <w:pPr>
        <w:pStyle w:val="libNormal"/>
      </w:pPr>
      <w:r>
        <w:t>2. Abu al</w:t>
      </w:r>
      <w:r w:rsidR="008E1963">
        <w:t>-</w:t>
      </w:r>
      <w:r>
        <w:t>Hasan ‘Ali ibn ‘Umar al</w:t>
      </w:r>
      <w:r w:rsidR="008E1963">
        <w:t>-</w:t>
      </w:r>
      <w:r>
        <w:t>Darqutni,</w:t>
      </w:r>
    </w:p>
    <w:p w:rsidR="000D3C43" w:rsidRDefault="00D442CD" w:rsidP="00D442CD">
      <w:pPr>
        <w:pStyle w:val="libNormal"/>
      </w:pPr>
      <w:r>
        <w:t>3. al</w:t>
      </w:r>
      <w:r w:rsidR="008E1963">
        <w:t>-</w:t>
      </w:r>
      <w:r>
        <w:t>Sakhawi,</w:t>
      </w:r>
    </w:p>
    <w:p w:rsidR="000D3C43" w:rsidRDefault="00D442CD" w:rsidP="00D442CD">
      <w:pPr>
        <w:pStyle w:val="libNormal"/>
      </w:pPr>
      <w:r>
        <w:lastRenderedPageBreak/>
        <w:t>4. al</w:t>
      </w:r>
      <w:r w:rsidR="008E1963">
        <w:t>-</w:t>
      </w:r>
      <w:r>
        <w:t>Samhudi,</w:t>
      </w:r>
    </w:p>
    <w:p w:rsidR="000D3C43" w:rsidRDefault="00D442CD" w:rsidP="00D442CD">
      <w:pPr>
        <w:pStyle w:val="libNormal"/>
      </w:pPr>
      <w:r>
        <w:t>5. Ahmad ibn Ba Kathir,</w:t>
      </w:r>
    </w:p>
    <w:p w:rsidR="000D3C43" w:rsidRDefault="00D442CD" w:rsidP="00D442CD">
      <w:pPr>
        <w:pStyle w:val="libNormal"/>
      </w:pPr>
      <w:r>
        <w:t>6. al</w:t>
      </w:r>
      <w:r w:rsidR="008E1963">
        <w:t>-</w:t>
      </w:r>
      <w:r>
        <w:t>Shaykhani al</w:t>
      </w:r>
      <w:r w:rsidR="008E1963">
        <w:t>-</w:t>
      </w:r>
      <w:r>
        <w:t>Qadiri,</w:t>
      </w:r>
    </w:p>
    <w:p w:rsidR="000D3C43" w:rsidRDefault="00D442CD" w:rsidP="00D442CD">
      <w:pPr>
        <w:pStyle w:val="libNormal"/>
      </w:pPr>
      <w:r>
        <w:t>7. al­</w:t>
      </w:r>
      <w:r w:rsidR="008E1963">
        <w:t>-</w:t>
      </w:r>
      <w:r>
        <w:t>Razzaz, as in Wasilat al</w:t>
      </w:r>
      <w:r w:rsidR="008E1963">
        <w:t>-</w:t>
      </w:r>
      <w:r>
        <w:t>ma'al.</w:t>
      </w:r>
    </w:p>
    <w:p w:rsidR="00D442CD" w:rsidRDefault="00D442CD" w:rsidP="00941CD7">
      <w:pPr>
        <w:pStyle w:val="Heading2Center"/>
      </w:pPr>
      <w:bookmarkStart w:id="58" w:name="_Toc484431482"/>
      <w:r>
        <w:t>36. Umm Hani, Fakhtah bint Abi Talib (d.40/661)</w:t>
      </w:r>
      <w:bookmarkEnd w:id="58"/>
    </w:p>
    <w:p w:rsidR="000D3C43" w:rsidRDefault="00D442CD" w:rsidP="00D442CD">
      <w:pPr>
        <w:pStyle w:val="libNormal"/>
      </w:pPr>
      <w:r>
        <w:t>1. Ibn ‘Uqdah,</w:t>
      </w:r>
    </w:p>
    <w:p w:rsidR="000D3C43" w:rsidRDefault="00D442CD" w:rsidP="00D442CD">
      <w:pPr>
        <w:pStyle w:val="libNormal"/>
      </w:pPr>
      <w:r>
        <w:t>2. al</w:t>
      </w:r>
      <w:r w:rsidR="008E1963">
        <w:t>-</w:t>
      </w:r>
      <w:r>
        <w:t>Sakhawi,</w:t>
      </w:r>
    </w:p>
    <w:p w:rsidR="000D3C43" w:rsidRDefault="00D442CD" w:rsidP="00D442CD">
      <w:pPr>
        <w:pStyle w:val="libNormal"/>
      </w:pPr>
      <w:r>
        <w:t>3. al</w:t>
      </w:r>
      <w:r w:rsidR="008E1963">
        <w:t>-</w:t>
      </w:r>
      <w:r>
        <w:t>Samhudi,</w:t>
      </w:r>
    </w:p>
    <w:p w:rsidR="00D442CD" w:rsidRDefault="00D442CD" w:rsidP="00D442CD">
      <w:pPr>
        <w:pStyle w:val="libNormal"/>
      </w:pPr>
      <w:r>
        <w:t>4. Ibn Ba Kathir.</w:t>
      </w:r>
    </w:p>
    <w:p w:rsidR="00D442CD" w:rsidRDefault="00D442CD" w:rsidP="000D3C43">
      <w:pPr>
        <w:pStyle w:val="libNormal"/>
      </w:pPr>
      <w:r>
        <w:br w:type="page"/>
      </w:r>
    </w:p>
    <w:p w:rsidR="00D442CD" w:rsidRDefault="00D442CD" w:rsidP="000D3C43">
      <w:pPr>
        <w:pStyle w:val="Heading1Center"/>
      </w:pPr>
      <w:bookmarkStart w:id="59" w:name="_Toc484431483"/>
      <w:r>
        <w:lastRenderedPageBreak/>
        <w:t>Narrators of Hadith al</w:t>
      </w:r>
      <w:r w:rsidR="008E1963">
        <w:t>-</w:t>
      </w:r>
      <w:r>
        <w:t>Thaqalayn from Among the Tabi’un</w:t>
      </w:r>
      <w:bookmarkEnd w:id="59"/>
    </w:p>
    <w:p w:rsidR="000D3C43" w:rsidRDefault="00D442CD" w:rsidP="00D442CD">
      <w:pPr>
        <w:pStyle w:val="libNormal"/>
      </w:pPr>
      <w:r>
        <w:t>A large number of narrators from among the Tabi’un have narrated this tradition from one or more of the Sahabah mentioned above. Some of them are:</w:t>
      </w:r>
    </w:p>
    <w:p w:rsidR="00D442CD" w:rsidRDefault="00D442CD" w:rsidP="00941CD7">
      <w:pPr>
        <w:pStyle w:val="Heading2Center"/>
      </w:pPr>
      <w:bookmarkStart w:id="60" w:name="_Toc484431484"/>
      <w:r>
        <w:t>37. Abu al</w:t>
      </w:r>
      <w:r w:rsidR="008E1963">
        <w:t>-</w:t>
      </w:r>
      <w:r>
        <w:t>Tufayl ‘Amir ibn Wathilah al</w:t>
      </w:r>
      <w:r w:rsidR="008E1963">
        <w:t>-</w:t>
      </w:r>
      <w:r>
        <w:t>Laythi (3­100/625­718)</w:t>
      </w:r>
      <w:bookmarkEnd w:id="60"/>
    </w:p>
    <w:p w:rsidR="00D442CD" w:rsidRDefault="00D442CD" w:rsidP="00941CD7">
      <w:pPr>
        <w:pStyle w:val="Heading2Center"/>
      </w:pPr>
      <w:bookmarkStart w:id="61" w:name="_Toc484431485"/>
      <w:r>
        <w:t>38. ‘Atiyyah ibn Sa’d al</w:t>
      </w:r>
      <w:r w:rsidR="008E1963">
        <w:t>-</w:t>
      </w:r>
      <w:r>
        <w:t>Awfi.</w:t>
      </w:r>
      <w:bookmarkEnd w:id="61"/>
    </w:p>
    <w:p w:rsidR="00D442CD" w:rsidRDefault="00D442CD" w:rsidP="00941CD7">
      <w:pPr>
        <w:pStyle w:val="Heading2Center"/>
      </w:pPr>
      <w:bookmarkStart w:id="62" w:name="_Toc484431486"/>
      <w:r>
        <w:t>39. Hanash ibn al</w:t>
      </w:r>
      <w:r w:rsidR="008E1963">
        <w:t>-</w:t>
      </w:r>
      <w:r>
        <w:t>Mu’tamar.</w:t>
      </w:r>
      <w:bookmarkEnd w:id="62"/>
    </w:p>
    <w:p w:rsidR="00D442CD" w:rsidRDefault="00D442CD" w:rsidP="00941CD7">
      <w:pPr>
        <w:pStyle w:val="Heading2Center"/>
      </w:pPr>
      <w:bookmarkStart w:id="63" w:name="_Toc484431487"/>
      <w:r>
        <w:t>40. Al</w:t>
      </w:r>
      <w:r w:rsidR="008E1963">
        <w:t>-</w:t>
      </w:r>
      <w:r>
        <w:t>Harith al</w:t>
      </w:r>
      <w:r w:rsidR="008E1963">
        <w:t>-</w:t>
      </w:r>
      <w:r>
        <w:t>Hamdani.</w:t>
      </w:r>
      <w:bookmarkEnd w:id="63"/>
    </w:p>
    <w:p w:rsidR="00D442CD" w:rsidRDefault="00D442CD" w:rsidP="00941CD7">
      <w:pPr>
        <w:pStyle w:val="Heading2Center"/>
      </w:pPr>
      <w:bookmarkStart w:id="64" w:name="_Toc484431488"/>
      <w:r>
        <w:t>41. Habib ibn Abi Thabit.</w:t>
      </w:r>
      <w:bookmarkEnd w:id="64"/>
    </w:p>
    <w:p w:rsidR="00D442CD" w:rsidRDefault="00D442CD" w:rsidP="00941CD7">
      <w:pPr>
        <w:pStyle w:val="Heading2Center"/>
      </w:pPr>
      <w:bookmarkStart w:id="65" w:name="_Toc484431489"/>
      <w:r>
        <w:t>42. ‘Ali ibn Rabi’ah.</w:t>
      </w:r>
      <w:bookmarkEnd w:id="65"/>
    </w:p>
    <w:p w:rsidR="00D442CD" w:rsidRDefault="00D442CD" w:rsidP="00941CD7">
      <w:pPr>
        <w:pStyle w:val="Heading2Center"/>
      </w:pPr>
      <w:bookmarkStart w:id="66" w:name="_Toc484431490"/>
      <w:r>
        <w:t>43. Al</w:t>
      </w:r>
      <w:r w:rsidR="008E1963">
        <w:t>-</w:t>
      </w:r>
      <w:r>
        <w:t>Qasim ibn Hassan.</w:t>
      </w:r>
      <w:bookmarkEnd w:id="66"/>
    </w:p>
    <w:p w:rsidR="00D442CD" w:rsidRDefault="00D442CD" w:rsidP="00941CD7">
      <w:pPr>
        <w:pStyle w:val="Heading2Center"/>
      </w:pPr>
      <w:bookmarkStart w:id="67" w:name="_Toc484431491"/>
      <w:r>
        <w:t>44. Husayn ibn Sabrah.</w:t>
      </w:r>
      <w:bookmarkEnd w:id="67"/>
    </w:p>
    <w:p w:rsidR="00D442CD" w:rsidRDefault="00D442CD" w:rsidP="00941CD7">
      <w:pPr>
        <w:pStyle w:val="Heading2Center"/>
      </w:pPr>
      <w:bookmarkStart w:id="68" w:name="_Toc484431492"/>
      <w:r>
        <w:t>45. ‘Amr ibn Muslim.</w:t>
      </w:r>
      <w:bookmarkEnd w:id="68"/>
    </w:p>
    <w:p w:rsidR="00D442CD" w:rsidRDefault="00D442CD" w:rsidP="00941CD7">
      <w:pPr>
        <w:pStyle w:val="Heading2Center"/>
      </w:pPr>
      <w:bookmarkStart w:id="69" w:name="_Toc484431493"/>
      <w:r>
        <w:t>46. Abu al</w:t>
      </w:r>
      <w:r w:rsidR="008E1963">
        <w:t>-</w:t>
      </w:r>
      <w:r>
        <w:t>Duha Muslim ibn Sabih</w:t>
      </w:r>
      <w:bookmarkEnd w:id="69"/>
    </w:p>
    <w:p w:rsidR="00D442CD" w:rsidRDefault="00D442CD" w:rsidP="00941CD7">
      <w:pPr>
        <w:pStyle w:val="Heading2Center"/>
      </w:pPr>
      <w:bookmarkStart w:id="70" w:name="_Toc484431494"/>
      <w:r>
        <w:t>47. Yahya ibn Ju’dah.</w:t>
      </w:r>
      <w:bookmarkEnd w:id="70"/>
    </w:p>
    <w:p w:rsidR="00D442CD" w:rsidRDefault="00D442CD" w:rsidP="00941CD7">
      <w:pPr>
        <w:pStyle w:val="Heading2Center"/>
      </w:pPr>
      <w:bookmarkStart w:id="71" w:name="_Toc484431495"/>
      <w:r>
        <w:t>48. Al</w:t>
      </w:r>
      <w:r w:rsidR="008E1963">
        <w:t>-</w:t>
      </w:r>
      <w:r>
        <w:t>Asbagh ibn Nubatah.</w:t>
      </w:r>
      <w:bookmarkEnd w:id="71"/>
    </w:p>
    <w:p w:rsidR="00D442CD" w:rsidRDefault="00D442CD" w:rsidP="00941CD7">
      <w:pPr>
        <w:pStyle w:val="Heading2Center"/>
      </w:pPr>
      <w:bookmarkStart w:id="72" w:name="_Toc484431496"/>
      <w:r>
        <w:t>49. ‘Abd Allah ibn Abi Rafi’.</w:t>
      </w:r>
      <w:bookmarkEnd w:id="72"/>
    </w:p>
    <w:p w:rsidR="00D442CD" w:rsidRDefault="00D442CD" w:rsidP="00941CD7">
      <w:pPr>
        <w:pStyle w:val="Heading2Center"/>
      </w:pPr>
      <w:bookmarkStart w:id="73" w:name="_Toc484431497"/>
      <w:r>
        <w:t>50. Al</w:t>
      </w:r>
      <w:r w:rsidR="008E1963">
        <w:t>-</w:t>
      </w:r>
      <w:r>
        <w:t>Muttalib ibn ‘Abd Allah ibn Hantab al­</w:t>
      </w:r>
      <w:r w:rsidR="008E1963">
        <w:t>-</w:t>
      </w:r>
      <w:r>
        <w:t>Makhzumi.</w:t>
      </w:r>
      <w:bookmarkEnd w:id="73"/>
    </w:p>
    <w:p w:rsidR="00D442CD" w:rsidRDefault="00D442CD" w:rsidP="00941CD7">
      <w:pPr>
        <w:pStyle w:val="Heading2Center"/>
      </w:pPr>
      <w:bookmarkStart w:id="74" w:name="_Toc484431498"/>
      <w:r>
        <w:t>51. ‘Abd al</w:t>
      </w:r>
      <w:r w:rsidR="008E1963">
        <w:t>-</w:t>
      </w:r>
      <w:r>
        <w:t>Rahman ibn Abi Sa’id al</w:t>
      </w:r>
      <w:r w:rsidR="008E1963">
        <w:t>-</w:t>
      </w:r>
      <w:r>
        <w:t>Khudri.</w:t>
      </w:r>
      <w:bookmarkEnd w:id="74"/>
    </w:p>
    <w:p w:rsidR="00D442CD" w:rsidRDefault="00D442CD" w:rsidP="00941CD7">
      <w:pPr>
        <w:pStyle w:val="Heading2Center"/>
      </w:pPr>
      <w:bookmarkStart w:id="75" w:name="_Toc484431499"/>
      <w:r>
        <w:t>52. ‘Umar ibn ‘Ali ibn Abi Talib.</w:t>
      </w:r>
      <w:bookmarkEnd w:id="75"/>
    </w:p>
    <w:p w:rsidR="00D442CD" w:rsidRDefault="00D442CD" w:rsidP="00941CD7">
      <w:pPr>
        <w:pStyle w:val="Heading2Center"/>
      </w:pPr>
      <w:bookmarkStart w:id="76" w:name="_Toc484431500"/>
      <w:r>
        <w:t>53. Fatimah ibnat ‘Ali ibn Abi Talib.</w:t>
      </w:r>
      <w:bookmarkEnd w:id="76"/>
    </w:p>
    <w:p w:rsidR="00D442CD" w:rsidRDefault="00D442CD" w:rsidP="00941CD7">
      <w:pPr>
        <w:pStyle w:val="Heading2Center"/>
      </w:pPr>
      <w:bookmarkStart w:id="77" w:name="_Toc484431501"/>
      <w:r>
        <w:t>54. Al</w:t>
      </w:r>
      <w:r w:rsidR="008E1963">
        <w:t>-</w:t>
      </w:r>
      <w:r>
        <w:t>Hasan ibn al</w:t>
      </w:r>
      <w:r w:rsidR="008E1963">
        <w:t>-</w:t>
      </w:r>
      <w:r>
        <w:t>Hasan ibn ‘Ali ibn Abi Talib.</w:t>
      </w:r>
      <w:bookmarkEnd w:id="77"/>
    </w:p>
    <w:p w:rsidR="00D442CD" w:rsidRDefault="00D442CD" w:rsidP="00941CD7">
      <w:pPr>
        <w:pStyle w:val="Heading2Center"/>
      </w:pPr>
      <w:bookmarkStart w:id="78" w:name="_Toc484431502"/>
      <w:r>
        <w:t>55. Zayn al­</w:t>
      </w:r>
      <w:r w:rsidR="008E1963">
        <w:t>-</w:t>
      </w:r>
      <w:r>
        <w:t>Abidin ‘Ali ibn al</w:t>
      </w:r>
      <w:r w:rsidR="008E1963">
        <w:t>-</w:t>
      </w:r>
      <w:r>
        <w:t>Husayn (A).</w:t>
      </w:r>
      <w:bookmarkEnd w:id="78"/>
    </w:p>
    <w:p w:rsidR="00D442CD" w:rsidRDefault="00D442CD" w:rsidP="00941CD7">
      <w:pPr>
        <w:pStyle w:val="Heading2Center"/>
      </w:pPr>
      <w:bookmarkStart w:id="79" w:name="_Toc484431503"/>
      <w:r>
        <w:t>56. Yazid ibn Hayyan.</w:t>
      </w:r>
      <w:bookmarkEnd w:id="79"/>
    </w:p>
    <w:p w:rsidR="00D442CD" w:rsidRDefault="00D442CD" w:rsidP="00941CD7">
      <w:pPr>
        <w:pStyle w:val="Heading2Center"/>
      </w:pPr>
      <w:bookmarkStart w:id="80" w:name="_Toc484431504"/>
      <w:r>
        <w:t>57. Malik ibn Damrah.</w:t>
      </w:r>
      <w:bookmarkEnd w:id="80"/>
    </w:p>
    <w:p w:rsidR="00D442CD" w:rsidRDefault="00D442CD" w:rsidP="00941CD7">
      <w:pPr>
        <w:pStyle w:val="Heading2Center"/>
      </w:pPr>
      <w:bookmarkStart w:id="81" w:name="_Toc484431505"/>
      <w:r>
        <w:t>58. Abu Salih.</w:t>
      </w:r>
      <w:bookmarkEnd w:id="81"/>
    </w:p>
    <w:p w:rsidR="00D442CD" w:rsidRDefault="00D442CD" w:rsidP="000D3C43">
      <w:pPr>
        <w:pStyle w:val="libNormal"/>
      </w:pPr>
      <w:r>
        <w:br w:type="page"/>
      </w:r>
    </w:p>
    <w:p w:rsidR="00D442CD" w:rsidRDefault="00D442CD" w:rsidP="000D3C43">
      <w:pPr>
        <w:pStyle w:val="Heading1Center"/>
      </w:pPr>
      <w:bookmarkStart w:id="82" w:name="_Toc484431506"/>
      <w:r>
        <w:lastRenderedPageBreak/>
        <w:t>Narrators of Hadith al</w:t>
      </w:r>
      <w:r w:rsidR="008E1963">
        <w:t>-</w:t>
      </w:r>
      <w:r>
        <w:t>Thaqalayn of Second</w:t>
      </w:r>
      <w:r w:rsidR="008E1963">
        <w:t>-</w:t>
      </w:r>
      <w:r>
        <w:t xml:space="preserve"> Eighth Century</w:t>
      </w:r>
      <w:bookmarkEnd w:id="82"/>
    </w:p>
    <w:p w:rsidR="00D442CD" w:rsidRDefault="00D442CD" w:rsidP="00941CD7">
      <w:pPr>
        <w:pStyle w:val="Heading2Center"/>
      </w:pPr>
      <w:bookmarkStart w:id="83" w:name="_Toc484431507"/>
      <w:r>
        <w:t>59. Sa’id ibn Masruq al­</w:t>
      </w:r>
      <w:r w:rsidR="008E1963">
        <w:t>-</w:t>
      </w:r>
      <w:r>
        <w:t>Thawri (d. 126/743).</w:t>
      </w:r>
      <w:bookmarkEnd w:id="83"/>
    </w:p>
    <w:p w:rsidR="000D3C43" w:rsidRDefault="00D442CD" w:rsidP="00D442CD">
      <w:pPr>
        <w:pStyle w:val="libNormal"/>
      </w:pPr>
      <w:r>
        <w:t>His narration is recorded in Muslim (Sahih, ii, 238) from Muhammad ibn Bakkar, from Hassan ibn Ibrahim, from him, from Yazid ibn Hayyan, from Zayd ibn Arqam. Is considered thiqah by Ibn Hibban, Ibn al</w:t>
      </w:r>
      <w:r w:rsidR="008E1963">
        <w:t>-</w:t>
      </w:r>
      <w:r>
        <w:t>Madini, Ibn Hajar al</w:t>
      </w:r>
      <w:r w:rsidR="008E1963">
        <w:t>-</w:t>
      </w:r>
      <w:r>
        <w:t>Asqalani, and al</w:t>
      </w:r>
      <w:r w:rsidR="008E1963">
        <w:t>-</w:t>
      </w:r>
      <w:r>
        <w:t xml:space="preserve">Dhahabi. </w:t>
      </w:r>
      <w:r w:rsidRPr="00EB3D61">
        <w:rPr>
          <w:rStyle w:val="libFootnotenumChar"/>
        </w:rPr>
        <w:t>1</w:t>
      </w:r>
    </w:p>
    <w:p w:rsidR="00D442CD" w:rsidRDefault="00D442CD" w:rsidP="00941CD7">
      <w:pPr>
        <w:pStyle w:val="Heading2Center"/>
      </w:pPr>
      <w:bookmarkStart w:id="84" w:name="_Toc484431508"/>
      <w:r>
        <w:t>60. Al</w:t>
      </w:r>
      <w:r w:rsidR="008E1963">
        <w:t>-</w:t>
      </w:r>
      <w:r>
        <w:t>Rukayn ibn al</w:t>
      </w:r>
      <w:r w:rsidR="008E1963">
        <w:t>-</w:t>
      </w:r>
      <w:r>
        <w:t>Rabi’ Abu al</w:t>
      </w:r>
      <w:r w:rsidR="008E1963">
        <w:t>-</w:t>
      </w:r>
      <w:r>
        <w:t>Rabi’ al</w:t>
      </w:r>
      <w:r w:rsidR="008E1963">
        <w:t>-</w:t>
      </w:r>
      <w:r>
        <w:t>Fazari al</w:t>
      </w:r>
      <w:r w:rsidR="008E1963">
        <w:t>-</w:t>
      </w:r>
      <w:r>
        <w:t>Kufi (d.131/ 748).</w:t>
      </w:r>
      <w:bookmarkEnd w:id="84"/>
    </w:p>
    <w:p w:rsidR="000D3C43" w:rsidRDefault="00D442CD" w:rsidP="00D442CD">
      <w:pPr>
        <w:pStyle w:val="libNormal"/>
      </w:pPr>
      <w:r>
        <w:t>In Ahmad ibn Hanbal (Musnad, v, 181,182) from al</w:t>
      </w:r>
      <w:r w:rsidR="008E1963">
        <w:t>-</w:t>
      </w:r>
      <w:r>
        <w:t>Aswad ibn ‘Amir, from Sharik, from him, from al</w:t>
      </w:r>
      <w:r w:rsidR="008E1963">
        <w:t>-</w:t>
      </w:r>
      <w:r>
        <w:t>Qasim ibn Hassan, from Zayd ibn Thabit. Is considered thiqah by Ahmad, Ibn Mu’in, al</w:t>
      </w:r>
      <w:r w:rsidR="008E1963">
        <w:t>-</w:t>
      </w:r>
      <w:r>
        <w:t xml:space="preserve">Nasa'i, Ibn Hibban and Ibn Hajar. </w:t>
      </w:r>
      <w:r w:rsidRPr="00EB3D61">
        <w:rPr>
          <w:rStyle w:val="libFootnotenumChar"/>
        </w:rPr>
        <w:t>2</w:t>
      </w:r>
    </w:p>
    <w:p w:rsidR="00D442CD" w:rsidRDefault="00D442CD" w:rsidP="00941CD7">
      <w:pPr>
        <w:pStyle w:val="Heading2Center"/>
      </w:pPr>
      <w:bookmarkStart w:id="85" w:name="_Toc484431509"/>
      <w:r>
        <w:t>61. Yahya ibn Sa’id ibn Hayyan, Abu Hayyan al</w:t>
      </w:r>
      <w:r w:rsidR="008E1963">
        <w:t>-</w:t>
      </w:r>
      <w:r>
        <w:t>­Taymi al</w:t>
      </w:r>
      <w:r w:rsidR="008E1963">
        <w:t>-</w:t>
      </w:r>
      <w:r>
        <w:t>Kufi (d.145/762).</w:t>
      </w:r>
      <w:bookmarkEnd w:id="85"/>
    </w:p>
    <w:p w:rsidR="000D3C43" w:rsidRDefault="00D442CD" w:rsidP="00D442CD">
      <w:pPr>
        <w:pStyle w:val="libNormal"/>
      </w:pPr>
      <w:r>
        <w:t>In Muslim (Sahih, ii, 237 ­ 238) and Ahmad ibn Hanbal (Musnad, iv, 371) from Yazid ibn Hayyan from Zayd ibn Arqam. Is considered thiqah by al</w:t>
      </w:r>
      <w:r w:rsidR="008E1963">
        <w:t>-</w:t>
      </w:r>
      <w:r>
        <w:t>Thawri, Ahmad ibn ‘Abd Allah al</w:t>
      </w:r>
      <w:r w:rsidR="008E1963">
        <w:t>-</w:t>
      </w:r>
      <w:r>
        <w:t>’Ijli, al</w:t>
      </w:r>
      <w:r w:rsidR="008E1963">
        <w:t>-</w:t>
      </w:r>
      <w:r>
        <w:t>Dhahabi, al­</w:t>
      </w:r>
      <w:r w:rsidR="008E1963">
        <w:t>-</w:t>
      </w:r>
      <w:r>
        <w:t>Yafi’i, al</w:t>
      </w:r>
      <w:r w:rsidR="008E1963">
        <w:t>-</w:t>
      </w:r>
      <w:r>
        <w:t xml:space="preserve">Asqalani, and Ibn Hibban. </w:t>
      </w:r>
      <w:r w:rsidRPr="00EB3D61">
        <w:rPr>
          <w:rStyle w:val="libFootnotenumChar"/>
        </w:rPr>
        <w:t>3</w:t>
      </w:r>
    </w:p>
    <w:p w:rsidR="00D442CD" w:rsidRDefault="00D442CD" w:rsidP="00941CD7">
      <w:pPr>
        <w:pStyle w:val="Heading2Center"/>
      </w:pPr>
      <w:bookmarkStart w:id="86" w:name="_Toc484431510"/>
      <w:r>
        <w:t>62. ‘Abd al</w:t>
      </w:r>
      <w:r w:rsidR="008E1963">
        <w:t>-</w:t>
      </w:r>
      <w:r>
        <w:t>Malik ibn Abi Sulayman Maysarah al</w:t>
      </w:r>
      <w:r w:rsidR="008E1963">
        <w:t>-</w:t>
      </w:r>
      <w:r>
        <w:t>Arzami al</w:t>
      </w:r>
      <w:r w:rsidR="008E1963">
        <w:t>-</w:t>
      </w:r>
      <w:r>
        <w:t>Kufi (d.145/762).</w:t>
      </w:r>
      <w:bookmarkEnd w:id="86"/>
    </w:p>
    <w:p w:rsidR="000D3C43" w:rsidRDefault="00D442CD" w:rsidP="00D442CD">
      <w:pPr>
        <w:pStyle w:val="libNormal"/>
      </w:pPr>
      <w:r>
        <w:t>In Ahmad (Musnad, iii, 26) from ‘Atiyyah from Abu Sa’id al</w:t>
      </w:r>
      <w:r w:rsidR="008E1963">
        <w:t>-</w:t>
      </w:r>
      <w:r>
        <w:t>Khudri. Is considered thiqah by Ahmad ibn Hanbal and Yahya ibn Mu’in, and also by ‘Abd Allah ibn Ahmad ibn Hanbal, Sufyan al</w:t>
      </w:r>
      <w:r w:rsidR="008E1963">
        <w:t>-</w:t>
      </w:r>
      <w:r>
        <w:t>Thawri, al</w:t>
      </w:r>
      <w:r w:rsidR="008E1963">
        <w:t>-</w:t>
      </w:r>
      <w:r>
        <w:t>Nasa'i, al</w:t>
      </w:r>
      <w:r w:rsidR="008E1963">
        <w:t>-</w:t>
      </w:r>
      <w:r>
        <w:t>’Ijli and Ibn ‘Ammar al</w:t>
      </w:r>
      <w:r w:rsidR="008E1963">
        <w:t>-</w:t>
      </w:r>
      <w:r>
        <w:t xml:space="preserve">­Musili. </w:t>
      </w:r>
      <w:r w:rsidRPr="00EB3D61">
        <w:rPr>
          <w:rStyle w:val="libFootnotenumChar"/>
        </w:rPr>
        <w:t>4</w:t>
      </w:r>
    </w:p>
    <w:p w:rsidR="00D442CD" w:rsidRDefault="00D442CD" w:rsidP="00941CD7">
      <w:pPr>
        <w:pStyle w:val="Heading2Center"/>
      </w:pPr>
      <w:bookmarkStart w:id="87" w:name="_Toc484431511"/>
      <w:r>
        <w:t>63. Al</w:t>
      </w:r>
      <w:r w:rsidR="008E1963">
        <w:t>-</w:t>
      </w:r>
      <w:r>
        <w:t>A’mash, Sulayman ibn Mihran al</w:t>
      </w:r>
      <w:r w:rsidR="008E1963">
        <w:t>-</w:t>
      </w:r>
      <w:r>
        <w:t>Asadi al</w:t>
      </w:r>
      <w:r w:rsidR="008E1963">
        <w:t>-</w:t>
      </w:r>
      <w:r>
        <w:t>Kufi al</w:t>
      </w:r>
      <w:r w:rsidR="008E1963">
        <w:t>-</w:t>
      </w:r>
      <w:r>
        <w:t>­Kahili (61 ­ 147/680 ­ 764).</w:t>
      </w:r>
      <w:bookmarkEnd w:id="87"/>
    </w:p>
    <w:p w:rsidR="000D3C43" w:rsidRPr="00EB3D61" w:rsidRDefault="00D442CD" w:rsidP="00D442CD">
      <w:pPr>
        <w:pStyle w:val="libNormal"/>
        <w:rPr>
          <w:rStyle w:val="libFootnotenumChar"/>
        </w:rPr>
      </w:pPr>
      <w:r>
        <w:t>In al</w:t>
      </w:r>
      <w:r w:rsidR="008E1963">
        <w:t>-</w:t>
      </w:r>
      <w:r>
        <w:t>Tirmidhi (Sahih, ii, 220) from ‘Ali ibn al</w:t>
      </w:r>
      <w:r w:rsidR="008E1963">
        <w:t>-</w:t>
      </w:r>
      <w:r>
        <w:t>­Mundhir, from Muhammad ibn Fudyal from him from ‘Atiyyah from Abu Sa’id al</w:t>
      </w:r>
      <w:r w:rsidR="008E1963">
        <w:t>-</w:t>
      </w:r>
      <w:r>
        <w:t>Khudri and also from Habib ibn Abi Thabit from Zayd ibn Arqam. Is considered thiqah by al</w:t>
      </w:r>
      <w:r w:rsidR="008E1963">
        <w:t>-</w:t>
      </w:r>
      <w:r>
        <w:t>Dhahabi, al</w:t>
      </w:r>
      <w:r w:rsidR="008E1963">
        <w:t>-</w:t>
      </w:r>
      <w:r>
        <w:t>­Yafi’i, al</w:t>
      </w:r>
      <w:r w:rsidR="008E1963">
        <w:t>-</w:t>
      </w:r>
      <w:r>
        <w:t>’Ijli, Yahya ibn Mu’in and al</w:t>
      </w:r>
      <w:r w:rsidR="008E1963">
        <w:t>-</w:t>
      </w:r>
      <w:r>
        <w:t>Nasa'i. 5</w:t>
      </w:r>
    </w:p>
    <w:p w:rsidR="00D442CD" w:rsidRDefault="00D442CD" w:rsidP="00941CD7">
      <w:pPr>
        <w:pStyle w:val="Heading2Center"/>
      </w:pPr>
      <w:bookmarkStart w:id="88" w:name="_Toc484431512"/>
      <w:r>
        <w:t>64. Muhammad ibn Ishaq ibn Yasar al</w:t>
      </w:r>
      <w:r w:rsidR="008E1963">
        <w:t>-</w:t>
      </w:r>
      <w:r>
        <w:t>­Thaqafi al</w:t>
      </w:r>
      <w:r w:rsidR="008E1963">
        <w:t>-</w:t>
      </w:r>
      <w:r>
        <w:t>Madani (d.151/ 768).</w:t>
      </w:r>
      <w:bookmarkEnd w:id="88"/>
    </w:p>
    <w:p w:rsidR="000D3C43" w:rsidRDefault="00D442CD" w:rsidP="00D442CD">
      <w:pPr>
        <w:pStyle w:val="libNormal"/>
      </w:pPr>
      <w:r>
        <w:t>His marfu’ narrations from Zayd ibn Arqam and Abu Sa’id al</w:t>
      </w:r>
      <w:r w:rsidR="008E1963">
        <w:t>-</w:t>
      </w:r>
      <w:r>
        <w:t>Khudri have been recorded by Ibn Manzur (Lisan al</w:t>
      </w:r>
      <w:r w:rsidR="008E1963">
        <w:t>-</w:t>
      </w:r>
      <w:r>
        <w:t>Arab, iv, 530). Is considered thiqah by Ibn Hibban, Shu’bah, Sufyan, Yahya ibn Mu’in, Ibn al</w:t>
      </w:r>
      <w:r w:rsidR="008E1963">
        <w:t>-</w:t>
      </w:r>
      <w:r>
        <w:t>Madini and al</w:t>
      </w:r>
      <w:r w:rsidR="008E1963">
        <w:t>-</w:t>
      </w:r>
      <w:r>
        <w:t xml:space="preserve">­Subki, and other scholars. </w:t>
      </w:r>
      <w:r w:rsidRPr="00EB3D61">
        <w:rPr>
          <w:rStyle w:val="libFootnotenumChar"/>
        </w:rPr>
        <w:t>6</w:t>
      </w:r>
    </w:p>
    <w:p w:rsidR="00D442CD" w:rsidRDefault="00D442CD" w:rsidP="00941CD7">
      <w:pPr>
        <w:pStyle w:val="Heading2Center"/>
      </w:pPr>
      <w:bookmarkStart w:id="89" w:name="_Toc484431513"/>
      <w:r>
        <w:t>65. Isra'il ibn Yunus al</w:t>
      </w:r>
      <w:r w:rsidR="008E1963">
        <w:t>-</w:t>
      </w:r>
      <w:r>
        <w:t>­Sabi’i, Abu Yusuf al</w:t>
      </w:r>
      <w:r w:rsidR="008E1963">
        <w:t>-</w:t>
      </w:r>
      <w:r>
        <w:t>Kufi (d. 160/776).</w:t>
      </w:r>
      <w:bookmarkEnd w:id="89"/>
    </w:p>
    <w:p w:rsidR="000D3C43" w:rsidRDefault="00D442CD" w:rsidP="00D442CD">
      <w:pPr>
        <w:pStyle w:val="libNormal"/>
      </w:pPr>
      <w:r>
        <w:t>In Ahmad ibn Hanbal (Musnad, iv, 371) from al</w:t>
      </w:r>
      <w:r w:rsidR="008E1963">
        <w:t>-</w:t>
      </w:r>
      <w:r>
        <w:t>Aswad ibn ‘Amir, from him, from ‘Uthman ibn al</w:t>
      </w:r>
      <w:r w:rsidR="008E1963">
        <w:t>-</w:t>
      </w:r>
      <w:r>
        <w:t xml:space="preserve">Mughirah, from ‘Ali ibn Rabi’ah, from Zayd ibn </w:t>
      </w:r>
      <w:r>
        <w:lastRenderedPageBreak/>
        <w:t>Arqam. Considered thiqah by al</w:t>
      </w:r>
      <w:r w:rsidR="008E1963">
        <w:t>-</w:t>
      </w:r>
      <w:r>
        <w:t xml:space="preserve">’Ijli, Abu Hatim, Ahmad ibn Hanbal, Ibn Hibban, </w:t>
      </w:r>
      <w:r w:rsidRPr="00EB3D61">
        <w:rPr>
          <w:rStyle w:val="libFootnotenumChar"/>
        </w:rPr>
        <w:t xml:space="preserve">7 </w:t>
      </w:r>
      <w:r>
        <w:t xml:space="preserve">Ibn Hajar, </w:t>
      </w:r>
      <w:r w:rsidRPr="00EB3D61">
        <w:rPr>
          <w:rStyle w:val="libFootnotenumChar"/>
        </w:rPr>
        <w:t xml:space="preserve">8 </w:t>
      </w:r>
      <w:r>
        <w:t>and others.</w:t>
      </w:r>
    </w:p>
    <w:p w:rsidR="00D442CD" w:rsidRDefault="00D442CD" w:rsidP="00941CD7">
      <w:pPr>
        <w:pStyle w:val="Heading2Center"/>
      </w:pPr>
      <w:bookmarkStart w:id="90" w:name="_Toc484431514"/>
      <w:r>
        <w:t>66. ‘Abd al</w:t>
      </w:r>
      <w:r w:rsidR="008E1963">
        <w:t>-</w:t>
      </w:r>
      <w:r>
        <w:t>Rahman ibn ‘Abd Allah ibn ‘Utbah ibn Mas’ud al</w:t>
      </w:r>
      <w:r w:rsidR="008E1963">
        <w:t>-</w:t>
      </w:r>
      <w:r>
        <w:t>Kufi al</w:t>
      </w:r>
      <w:r w:rsidR="008E1963">
        <w:t>-</w:t>
      </w:r>
      <w:r>
        <w:t>Mas’udi (d.160/776).</w:t>
      </w:r>
      <w:bookmarkEnd w:id="90"/>
    </w:p>
    <w:p w:rsidR="000D3C43" w:rsidRDefault="00D442CD" w:rsidP="00D442CD">
      <w:pPr>
        <w:pStyle w:val="libNormal"/>
      </w:pPr>
      <w:r>
        <w:t>Al</w:t>
      </w:r>
      <w:r w:rsidR="008E1963">
        <w:t>-</w:t>
      </w:r>
      <w:r>
        <w:t>Tabarani (al</w:t>
      </w:r>
      <w:r w:rsidR="008E1963">
        <w:t>-</w:t>
      </w:r>
      <w:r>
        <w:t>­Mu’jam al</w:t>
      </w:r>
      <w:r w:rsidR="008E1963">
        <w:t>-</w:t>
      </w:r>
      <w:r>
        <w:t>­saghir, i, 135) records his narration from Kathir al</w:t>
      </w:r>
      <w:r w:rsidR="008E1963">
        <w:t>-</w:t>
      </w:r>
      <w:r>
        <w:t>­Nawa', from ‘Atiyyah from Abu Sa’id al</w:t>
      </w:r>
      <w:r w:rsidR="008E1963">
        <w:t>-</w:t>
      </w:r>
      <w:r>
        <w:t>Khudri. He is considered thiqah by Yahya ibn Mu’in, Ahmad ibn Hanbal and Ibn al</w:t>
      </w:r>
      <w:r w:rsidR="008E1963">
        <w:t>-</w:t>
      </w:r>
      <w:r>
        <w:t xml:space="preserve">Madini. </w:t>
      </w:r>
      <w:r w:rsidRPr="00EB3D61">
        <w:rPr>
          <w:rStyle w:val="libFootnotenumChar"/>
        </w:rPr>
        <w:t>9</w:t>
      </w:r>
    </w:p>
    <w:p w:rsidR="00D442CD" w:rsidRDefault="00D442CD" w:rsidP="00941CD7">
      <w:pPr>
        <w:pStyle w:val="Heading2Center"/>
      </w:pPr>
      <w:bookmarkStart w:id="91" w:name="_Toc484431515"/>
      <w:r>
        <w:t>67. Muhammad ibn Talhah ibn Musarrif al</w:t>
      </w:r>
      <w:r w:rsidR="008E1963">
        <w:t>-</w:t>
      </w:r>
      <w:r>
        <w:t>Yami al</w:t>
      </w:r>
      <w:r w:rsidR="008E1963">
        <w:t>-</w:t>
      </w:r>
      <w:r>
        <w:t>Kufi (d. 167/ 783).</w:t>
      </w:r>
      <w:bookmarkEnd w:id="91"/>
    </w:p>
    <w:p w:rsidR="000D3C43" w:rsidRDefault="00D442CD" w:rsidP="00D442CD">
      <w:pPr>
        <w:pStyle w:val="libNormal"/>
      </w:pPr>
      <w:r>
        <w:t>Ahmad ibn Hanbal in Musnad, Ibn al</w:t>
      </w:r>
      <w:r w:rsidR="008E1963">
        <w:t>-</w:t>
      </w:r>
      <w:r>
        <w:t>­Maghazili in al</w:t>
      </w:r>
      <w:r w:rsidR="008E1963">
        <w:t>-</w:t>
      </w:r>
      <w:r>
        <w:t>­Manaqib and al</w:t>
      </w:r>
      <w:r w:rsidR="008E1963">
        <w:t>-</w:t>
      </w:r>
      <w:r>
        <w:t>Hamawi in Fara'id al</w:t>
      </w:r>
      <w:r w:rsidR="008E1963">
        <w:t>-</w:t>
      </w:r>
      <w:r>
        <w:t>­simtayn have narrated Hadith al</w:t>
      </w:r>
      <w:r w:rsidR="008E1963">
        <w:t>-</w:t>
      </w:r>
      <w:r>
        <w:t>Thaqalayn from him. He has been considered thiqah by the authors of the six Sihah all of whom have narrated traditions from him.</w:t>
      </w:r>
    </w:p>
    <w:p w:rsidR="00D442CD" w:rsidRDefault="00D442CD" w:rsidP="00941CD7">
      <w:pPr>
        <w:pStyle w:val="Heading2Center"/>
      </w:pPr>
      <w:bookmarkStart w:id="92" w:name="_Toc484431516"/>
      <w:r>
        <w:t>68. Abu ‘Awanah al</w:t>
      </w:r>
      <w:r w:rsidR="008E1963">
        <w:t>-</w:t>
      </w:r>
      <w:r>
        <w:t>­Waddah ibn ‘Abd Allah al</w:t>
      </w:r>
      <w:r w:rsidR="008E1963">
        <w:t>-</w:t>
      </w:r>
      <w:r>
        <w:t>­Yashkari al</w:t>
      </w:r>
      <w:r w:rsidR="008E1963">
        <w:t>-</w:t>
      </w:r>
      <w:r>
        <w:t>­Wasiti al</w:t>
      </w:r>
      <w:r w:rsidR="008E1963">
        <w:t>-</w:t>
      </w:r>
      <w:r>
        <w:t>Bazzaz (d. 176/792).</w:t>
      </w:r>
      <w:bookmarkEnd w:id="92"/>
    </w:p>
    <w:p w:rsidR="000D3C43" w:rsidRDefault="00D442CD" w:rsidP="00D442CD">
      <w:pPr>
        <w:pStyle w:val="libNormal"/>
      </w:pPr>
      <w:r>
        <w:t>Al</w:t>
      </w:r>
      <w:r w:rsidR="008E1963">
        <w:t>-</w:t>
      </w:r>
      <w:r>
        <w:t>Nasa'i in Khasa'is, al</w:t>
      </w:r>
      <w:r w:rsidR="008E1963">
        <w:t>-</w:t>
      </w:r>
      <w:r>
        <w:t>Hakim in al</w:t>
      </w:r>
      <w:r w:rsidR="008E1963">
        <w:t>-</w:t>
      </w:r>
      <w:r>
        <w:t>­Mustadrak and al</w:t>
      </w:r>
      <w:r w:rsidR="008E1963">
        <w:t>-</w:t>
      </w:r>
      <w:r>
        <w:t>­Khwarazmi in al</w:t>
      </w:r>
      <w:r w:rsidR="008E1963">
        <w:t>-</w:t>
      </w:r>
      <w:r>
        <w:t>­Manaqib have narrated Hadith al</w:t>
      </w:r>
      <w:r w:rsidR="008E1963">
        <w:t>-</w:t>
      </w:r>
      <w:r>
        <w:t xml:space="preserve">Thaqalayn from him. He is considered thiqah by Abu Hatim, </w:t>
      </w:r>
      <w:r w:rsidRPr="00EB3D61">
        <w:rPr>
          <w:rStyle w:val="libFootnotenumChar"/>
        </w:rPr>
        <w:t>10</w:t>
      </w:r>
      <w:r>
        <w:t xml:space="preserve"> Abu Zur’ah, Ibn ‘Adi, </w:t>
      </w:r>
      <w:r w:rsidRPr="00EB3D61">
        <w:rPr>
          <w:rStyle w:val="libFootnotenumChar"/>
        </w:rPr>
        <w:t>11</w:t>
      </w:r>
      <w:r>
        <w:t xml:space="preserve"> al</w:t>
      </w:r>
      <w:r w:rsidR="008E1963">
        <w:t>-</w:t>
      </w:r>
      <w:r>
        <w:t xml:space="preserve">Dhahabi, </w:t>
      </w:r>
      <w:r w:rsidRPr="00EB3D61">
        <w:rPr>
          <w:rStyle w:val="libFootnotenumChar"/>
        </w:rPr>
        <w:t>12</w:t>
      </w:r>
      <w:r>
        <w:t xml:space="preserve"> Ibn Hajar </w:t>
      </w:r>
      <w:r w:rsidRPr="00EB3D61">
        <w:rPr>
          <w:rStyle w:val="libFootnotenumChar"/>
        </w:rPr>
        <w:t>13</w:t>
      </w:r>
      <w:r>
        <w:t xml:space="preserve"> and al</w:t>
      </w:r>
      <w:r w:rsidR="008E1963">
        <w:t>-</w:t>
      </w:r>
      <w:r>
        <w:t xml:space="preserve">Suyuti. </w:t>
      </w:r>
      <w:r w:rsidRPr="00EB3D61">
        <w:rPr>
          <w:rStyle w:val="libFootnotenumChar"/>
        </w:rPr>
        <w:t>14</w:t>
      </w:r>
    </w:p>
    <w:p w:rsidR="00D442CD" w:rsidRDefault="00D442CD" w:rsidP="00941CD7">
      <w:pPr>
        <w:pStyle w:val="Heading2Center"/>
      </w:pPr>
      <w:bookmarkStart w:id="93" w:name="_Toc484431517"/>
      <w:r>
        <w:t>69. Sharik ibn ‘Abd Allah al</w:t>
      </w:r>
      <w:r w:rsidR="008E1963">
        <w:t>-</w:t>
      </w:r>
      <w:r>
        <w:t>Qadi (d. 177/793).</w:t>
      </w:r>
      <w:bookmarkEnd w:id="93"/>
    </w:p>
    <w:p w:rsidR="000D3C43" w:rsidRDefault="00D442CD" w:rsidP="00D442CD">
      <w:pPr>
        <w:pStyle w:val="libNormal"/>
      </w:pPr>
      <w:r>
        <w:t>In Musnad Ahmad (v, 181, 182) from al</w:t>
      </w:r>
      <w:r w:rsidR="008E1963">
        <w:t>-</w:t>
      </w:r>
      <w:r>
        <w:t>Rukayn, from al</w:t>
      </w:r>
      <w:r w:rsidR="008E1963">
        <w:t>-</w:t>
      </w:r>
      <w:r>
        <w:t>Qasim ibn Hassan, from Zayd ibn Thabit. Has been considered thiqah by Yahya ibn Mu’in and al</w:t>
      </w:r>
      <w:r w:rsidR="008E1963">
        <w:t>-</w:t>
      </w:r>
      <w:r>
        <w:t xml:space="preserve">’Ijli. </w:t>
      </w:r>
      <w:r w:rsidRPr="00EB3D61">
        <w:rPr>
          <w:rStyle w:val="libFootnotenumChar"/>
        </w:rPr>
        <w:t>15</w:t>
      </w:r>
    </w:p>
    <w:p w:rsidR="00D442CD" w:rsidRDefault="00D442CD" w:rsidP="00941CD7">
      <w:pPr>
        <w:pStyle w:val="Heading2Center"/>
      </w:pPr>
      <w:bookmarkStart w:id="94" w:name="_Toc484431518"/>
      <w:r>
        <w:t>70. Hassan ibn Ibrahim ibn ‘Abd Allah al</w:t>
      </w:r>
      <w:r w:rsidR="008E1963">
        <w:t>-</w:t>
      </w:r>
      <w:r>
        <w:t>­Kirmani (d. 176/792).</w:t>
      </w:r>
      <w:bookmarkEnd w:id="94"/>
    </w:p>
    <w:p w:rsidR="000D3C43" w:rsidRDefault="00D442CD" w:rsidP="00D442CD">
      <w:pPr>
        <w:pStyle w:val="libNormal"/>
      </w:pPr>
      <w:r>
        <w:t>Muslim in his Sahih and al</w:t>
      </w:r>
      <w:r w:rsidR="008E1963">
        <w:t>-</w:t>
      </w:r>
      <w:r>
        <w:t>Hakim in al</w:t>
      </w:r>
      <w:r w:rsidR="008E1963">
        <w:t>-</w:t>
      </w:r>
      <w:r>
        <w:t>Mustadrak. Has been considered thiqah by Ibn Mu’in, Ibn al</w:t>
      </w:r>
      <w:r w:rsidR="008E1963">
        <w:t>-</w:t>
      </w:r>
      <w:r>
        <w:t xml:space="preserve">Madini, Ibn ‘Adi, Ibn Hibban, </w:t>
      </w:r>
      <w:r w:rsidRPr="00EB3D61">
        <w:rPr>
          <w:rStyle w:val="libFootnotenumChar"/>
        </w:rPr>
        <w:t>16</w:t>
      </w:r>
      <w:r>
        <w:t xml:space="preserve"> and al</w:t>
      </w:r>
      <w:r w:rsidR="008E1963">
        <w:t>-</w:t>
      </w:r>
      <w:r>
        <w:t xml:space="preserve">Dhahabi. </w:t>
      </w:r>
      <w:r w:rsidRPr="00EB3D61">
        <w:rPr>
          <w:rStyle w:val="libFootnotenumChar"/>
        </w:rPr>
        <w:t>17</w:t>
      </w:r>
    </w:p>
    <w:p w:rsidR="00D442CD" w:rsidRDefault="00D442CD" w:rsidP="00941CD7">
      <w:pPr>
        <w:pStyle w:val="Heading2Center"/>
      </w:pPr>
      <w:bookmarkStart w:id="95" w:name="_Toc484431519"/>
      <w:r>
        <w:t>71. Jarir ibn ‘Abd al</w:t>
      </w:r>
      <w:r w:rsidR="008E1963">
        <w:t>-</w:t>
      </w:r>
      <w:r>
        <w:t>Hamid al</w:t>
      </w:r>
      <w:r w:rsidR="008E1963">
        <w:t>-</w:t>
      </w:r>
      <w:r>
        <w:t>Dabbi al</w:t>
      </w:r>
      <w:r w:rsidR="008E1963">
        <w:t>-</w:t>
      </w:r>
      <w:r>
        <w:t>Kufi (d. 188/803).</w:t>
      </w:r>
      <w:bookmarkEnd w:id="95"/>
    </w:p>
    <w:p w:rsidR="000D3C43" w:rsidRDefault="00D442CD" w:rsidP="00D442CD">
      <w:pPr>
        <w:pStyle w:val="libNormal"/>
      </w:pPr>
      <w:r>
        <w:t>Muslim in his Sahih mentions his narration of Hadith al</w:t>
      </w:r>
      <w:r w:rsidR="008E1963">
        <w:t>-</w:t>
      </w:r>
      <w:r>
        <w:t>Thaqalayn. He has been considered thiqah by Ibn Sa’d, Muhammad ibn Hammad, Abu Hatim, al</w:t>
      </w:r>
      <w:r w:rsidR="008E1963">
        <w:t>-</w:t>
      </w:r>
      <w:r>
        <w:t xml:space="preserve">’Ijli, </w:t>
      </w:r>
      <w:r w:rsidRPr="00EB3D61">
        <w:rPr>
          <w:rStyle w:val="libFootnotenumChar"/>
        </w:rPr>
        <w:t>18</w:t>
      </w:r>
      <w:r>
        <w:t xml:space="preserve"> Yusuf ibn ‘Ammar al</w:t>
      </w:r>
      <w:r w:rsidR="008E1963">
        <w:t>-</w:t>
      </w:r>
      <w:r>
        <w:t>Musili, al</w:t>
      </w:r>
      <w:r w:rsidR="008E1963">
        <w:t>-</w:t>
      </w:r>
      <w:r>
        <w:t>Nasa'i, Ibn Khirash, Abu al</w:t>
      </w:r>
      <w:r w:rsidR="008E1963">
        <w:t>-</w:t>
      </w:r>
      <w:r>
        <w:t>Qasim al</w:t>
      </w:r>
      <w:r w:rsidR="008E1963">
        <w:t>-</w:t>
      </w:r>
      <w:r>
        <w:t>Lalika'i, al</w:t>
      </w:r>
      <w:r w:rsidR="008E1963">
        <w:t>-</w:t>
      </w:r>
      <w:r>
        <w:t xml:space="preserve">Khalili and Ibn Hajar. </w:t>
      </w:r>
      <w:r w:rsidRPr="00EB3D61">
        <w:rPr>
          <w:rStyle w:val="libFootnotenumChar"/>
        </w:rPr>
        <w:t>19</w:t>
      </w:r>
      <w:r>
        <w:t xml:space="preserve"> According to the latter two there is unanimity on his tawthiq.</w:t>
      </w:r>
    </w:p>
    <w:p w:rsidR="00D442CD" w:rsidRDefault="00D442CD" w:rsidP="00941CD7">
      <w:pPr>
        <w:pStyle w:val="Heading2Center"/>
      </w:pPr>
      <w:bookmarkStart w:id="96" w:name="_Toc484431520"/>
      <w:r>
        <w:t>72. Abu Bishr Isma’il ibn Ibrahim ibn Muqsim al</w:t>
      </w:r>
      <w:r w:rsidR="008E1963">
        <w:t>-</w:t>
      </w:r>
      <w:r>
        <w:t>Asadi al</w:t>
      </w:r>
      <w:r w:rsidR="008E1963">
        <w:t>-</w:t>
      </w:r>
      <w:r>
        <w:t>Basri, known as Ibn ‘Ulayyah (d. 193/808).</w:t>
      </w:r>
      <w:bookmarkEnd w:id="96"/>
    </w:p>
    <w:p w:rsidR="000D3C43" w:rsidRDefault="00D442CD" w:rsidP="00D442CD">
      <w:pPr>
        <w:pStyle w:val="libNormal"/>
      </w:pPr>
      <w:r>
        <w:t>His narration of Hadith al</w:t>
      </w:r>
      <w:r w:rsidR="008E1963">
        <w:t>-</w:t>
      </w:r>
      <w:r>
        <w:t xml:space="preserve">Thaqalayn is recorded by Muslim in his Sahih and Ahmad in his Musnad. One of the leading traditionists and jurists of Basrah, he has been considered thiqah by Ahmad ibn Hanbal, Ibn Mu’in, </w:t>
      </w:r>
      <w:r w:rsidRPr="00EB3D61">
        <w:rPr>
          <w:rStyle w:val="libFootnotenumChar"/>
        </w:rPr>
        <w:t>20</w:t>
      </w:r>
      <w:r>
        <w:t xml:space="preserve"> al</w:t>
      </w:r>
      <w:r w:rsidR="008E1963">
        <w:t>-</w:t>
      </w:r>
      <w:r>
        <w:t xml:space="preserve">Dhahabi, </w:t>
      </w:r>
      <w:r w:rsidRPr="00EB3D61">
        <w:rPr>
          <w:rStyle w:val="libFootnotenumChar"/>
        </w:rPr>
        <w:t>21</w:t>
      </w:r>
      <w:r>
        <w:t xml:space="preserve"> al</w:t>
      </w:r>
      <w:r w:rsidR="008E1963">
        <w:t>-</w:t>
      </w:r>
      <w:r>
        <w:t xml:space="preserve">Nasa'i, Ibn Sa’d, </w:t>
      </w:r>
      <w:r w:rsidRPr="00EB3D61">
        <w:rPr>
          <w:rStyle w:val="libFootnotenumChar"/>
        </w:rPr>
        <w:t>22</w:t>
      </w:r>
      <w:r>
        <w:t xml:space="preserve"> and al</w:t>
      </w:r>
      <w:r w:rsidR="008E1963">
        <w:t>-</w:t>
      </w:r>
      <w:r>
        <w:t xml:space="preserve">Suyuti. </w:t>
      </w:r>
      <w:r w:rsidRPr="00EB3D61">
        <w:rPr>
          <w:rStyle w:val="libFootnotenumChar"/>
        </w:rPr>
        <w:t>23</w:t>
      </w:r>
    </w:p>
    <w:p w:rsidR="00D442CD" w:rsidRDefault="00D442CD" w:rsidP="00941CD7">
      <w:pPr>
        <w:pStyle w:val="Heading2Center"/>
      </w:pPr>
      <w:bookmarkStart w:id="97" w:name="_Toc484431521"/>
      <w:r>
        <w:lastRenderedPageBreak/>
        <w:t>73. Abu ‘Abd al</w:t>
      </w:r>
      <w:r w:rsidR="008E1963">
        <w:t>-</w:t>
      </w:r>
      <w:r>
        <w:t>Rahman Muhammad ibn al</w:t>
      </w:r>
      <w:r w:rsidR="008E1963">
        <w:t>-</w:t>
      </w:r>
      <w:r>
        <w:t>Fudayl al</w:t>
      </w:r>
      <w:r w:rsidR="008E1963">
        <w:t>-</w:t>
      </w:r>
      <w:r>
        <w:t>Dabbi al</w:t>
      </w:r>
      <w:r w:rsidR="008E1963">
        <w:t>-</w:t>
      </w:r>
      <w:r>
        <w:t>Kufi (d. 194/809).</w:t>
      </w:r>
      <w:bookmarkEnd w:id="97"/>
    </w:p>
    <w:p w:rsidR="000D3C43" w:rsidRDefault="00D442CD" w:rsidP="00D442CD">
      <w:pPr>
        <w:pStyle w:val="libNormal"/>
      </w:pPr>
      <w:r>
        <w:t>His narration of Hadith al</w:t>
      </w:r>
      <w:r w:rsidR="008E1963">
        <w:t>-</w:t>
      </w:r>
      <w:r>
        <w:t>Thaqalayn is mentioned by Muslim and al</w:t>
      </w:r>
      <w:r w:rsidR="008E1963">
        <w:t>-</w:t>
      </w:r>
      <w:r>
        <w:t xml:space="preserve">Tirmidhi in their books. He has been considered thiqah by Ibn Mu’in and saduq by Abu Zur’ah. </w:t>
      </w:r>
      <w:r w:rsidRPr="00EB3D61">
        <w:rPr>
          <w:rStyle w:val="libFootnotenumChar"/>
        </w:rPr>
        <w:t>24</w:t>
      </w:r>
    </w:p>
    <w:p w:rsidR="00D442CD" w:rsidRDefault="00D442CD" w:rsidP="00941CD7">
      <w:pPr>
        <w:pStyle w:val="Heading2Center"/>
      </w:pPr>
      <w:bookmarkStart w:id="98" w:name="_Toc484431522"/>
      <w:r>
        <w:t>74. ‘Abd Allah ibn Numayr al</w:t>
      </w:r>
      <w:r w:rsidR="008E1963">
        <w:t>-</w:t>
      </w:r>
      <w:r>
        <w:t>Hamdani (d. 199/814).</w:t>
      </w:r>
      <w:bookmarkEnd w:id="98"/>
    </w:p>
    <w:p w:rsidR="000D3C43" w:rsidRPr="00EB3D61" w:rsidRDefault="00D442CD" w:rsidP="00D442CD">
      <w:pPr>
        <w:pStyle w:val="libNormal"/>
      </w:pPr>
      <w:r>
        <w:t>Ahmad ibn Hanbal in his Musnad and Kitab al</w:t>
      </w:r>
      <w:r w:rsidR="008E1963">
        <w:t>-</w:t>
      </w:r>
      <w:r>
        <w:t>­manaqib. Has been considered thiqah by Yahya ibn Mu’in, al</w:t>
      </w:r>
      <w:r w:rsidR="008E1963">
        <w:t>-</w:t>
      </w:r>
      <w:r>
        <w:t xml:space="preserve">’Ijli and Ibn Sa’d. </w:t>
      </w:r>
      <w:r w:rsidRPr="00EB3D61">
        <w:rPr>
          <w:rStyle w:val="libFootnotenumChar"/>
        </w:rPr>
        <w:t>25</w:t>
      </w:r>
    </w:p>
    <w:p w:rsidR="00D442CD" w:rsidRDefault="00D442CD" w:rsidP="00941CD7">
      <w:pPr>
        <w:pStyle w:val="Heading2Center"/>
      </w:pPr>
      <w:bookmarkStart w:id="99" w:name="_Toc484431523"/>
      <w:r>
        <w:t>75. Habib ibn Abi Thabit (d. 119/737).</w:t>
      </w:r>
      <w:bookmarkEnd w:id="99"/>
    </w:p>
    <w:p w:rsidR="000D3C43" w:rsidRDefault="00D442CD" w:rsidP="00D442CD">
      <w:pPr>
        <w:pStyle w:val="libNormal"/>
      </w:pPr>
      <w:r>
        <w:t>His narration is mentioned by al</w:t>
      </w:r>
      <w:r w:rsidR="008E1963">
        <w:t>-</w:t>
      </w:r>
      <w:r>
        <w:t>Nasa'i (Khasa'is, i, 133) and Ibn Kathir (al</w:t>
      </w:r>
      <w:r w:rsidR="008E1963">
        <w:t>-</w:t>
      </w:r>
      <w:r>
        <w:t>­Bidayah wa al</w:t>
      </w:r>
      <w:r w:rsidR="008E1963">
        <w:t>-</w:t>
      </w:r>
      <w:r>
        <w:t>­nihayah, v, 209) from Ibn al</w:t>
      </w:r>
      <w:r w:rsidR="008E1963">
        <w:t>-</w:t>
      </w:r>
      <w:r>
        <w:t>­Tufayh from Zayd ibn Arqam. Has been considered thiqah by al</w:t>
      </w:r>
      <w:r w:rsidR="008E1963">
        <w:t>-</w:t>
      </w:r>
      <w:r>
        <w:t>’Ijli, Ibn Mu’in, al</w:t>
      </w:r>
      <w:r w:rsidR="008E1963">
        <w:t>-</w:t>
      </w:r>
      <w:r>
        <w:t xml:space="preserve">Nasa'i and Abu Hatim. </w:t>
      </w:r>
      <w:r w:rsidRPr="00EB3D61">
        <w:rPr>
          <w:rStyle w:val="libFootnotenumChar"/>
        </w:rPr>
        <w:t>26</w:t>
      </w:r>
    </w:p>
    <w:p w:rsidR="00D442CD" w:rsidRDefault="00D442CD" w:rsidP="00941CD7">
      <w:pPr>
        <w:pStyle w:val="Heading2Center"/>
      </w:pPr>
      <w:bookmarkStart w:id="100" w:name="_Toc484431524"/>
      <w:r>
        <w:t>76. Abu Ishaq ‘Amr ibn ‘Abd Allah al</w:t>
      </w:r>
      <w:r w:rsidR="008E1963">
        <w:t>-</w:t>
      </w:r>
      <w:r>
        <w:t>­Sabi’i (d. 129/746).</w:t>
      </w:r>
      <w:bookmarkEnd w:id="100"/>
    </w:p>
    <w:p w:rsidR="000D3C43" w:rsidRDefault="00D442CD" w:rsidP="00D442CD">
      <w:pPr>
        <w:pStyle w:val="libNormal"/>
      </w:pPr>
      <w:r>
        <w:t>His narration is mentioned by al</w:t>
      </w:r>
      <w:r w:rsidR="008E1963">
        <w:t>-</w:t>
      </w:r>
      <w:r>
        <w:t>­Darqutni in Kitab al</w:t>
      </w:r>
      <w:r w:rsidR="008E1963">
        <w:t>-</w:t>
      </w:r>
      <w:r>
        <w:t>­‘Ilal (ii, 78) from Hanash ibn al</w:t>
      </w:r>
      <w:r w:rsidR="008E1963">
        <w:t>-</w:t>
      </w:r>
      <w:r>
        <w:t>­Mu’tamir from Abu Dharr. Has been considered thiqah by Ibn Mu’in, al</w:t>
      </w:r>
      <w:r w:rsidR="008E1963">
        <w:t>-</w:t>
      </w:r>
      <w:r>
        <w:t>Nasa'i, al</w:t>
      </w:r>
      <w:r w:rsidR="008E1963">
        <w:t>-</w:t>
      </w:r>
      <w:r>
        <w:t xml:space="preserve">’Ijli and Abu Hatim. </w:t>
      </w:r>
      <w:r w:rsidRPr="00EB3D61">
        <w:rPr>
          <w:rStyle w:val="libFootnotenumChar"/>
        </w:rPr>
        <w:t>27</w:t>
      </w:r>
    </w:p>
    <w:p w:rsidR="00D442CD" w:rsidRDefault="00D442CD" w:rsidP="00941CD7">
      <w:pPr>
        <w:pStyle w:val="Heading2Center"/>
      </w:pPr>
      <w:bookmarkStart w:id="101" w:name="_Toc484431525"/>
      <w:r>
        <w:t>77. Muhammad ibn ‘Umar ibn ‘Ali ibn Abi Talib.</w:t>
      </w:r>
      <w:bookmarkEnd w:id="101"/>
    </w:p>
    <w:p w:rsidR="000D3C43" w:rsidRDefault="00D442CD" w:rsidP="00D442CD">
      <w:pPr>
        <w:pStyle w:val="libNormal"/>
      </w:pPr>
      <w:r>
        <w:t>In al</w:t>
      </w:r>
      <w:r w:rsidR="008E1963">
        <w:t>-</w:t>
      </w:r>
      <w:r>
        <w:t>­Dulabi, al</w:t>
      </w:r>
      <w:r w:rsidR="008E1963">
        <w:t>-</w:t>
      </w:r>
      <w:r>
        <w:t>­Dhurriyyat al</w:t>
      </w:r>
      <w:r w:rsidR="008E1963">
        <w:t>-</w:t>
      </w:r>
      <w:r>
        <w:t>­tahirah, from his father, from his grandfather (A). Regarded thiqah by al</w:t>
      </w:r>
      <w:r w:rsidR="008E1963">
        <w:t>-</w:t>
      </w:r>
      <w:r>
        <w:t xml:space="preserve">Dhahabi </w:t>
      </w:r>
      <w:r w:rsidRPr="00EB3D61">
        <w:rPr>
          <w:rStyle w:val="libFootnotenumChar"/>
        </w:rPr>
        <w:t>28</w:t>
      </w:r>
      <w:r>
        <w:t xml:space="preserve"> and mentioned in al</w:t>
      </w:r>
      <w:r w:rsidR="008E1963">
        <w:t>-</w:t>
      </w:r>
      <w:r>
        <w:t>­Thiqat by Ibn Hibban.</w:t>
      </w:r>
    </w:p>
    <w:p w:rsidR="00D442CD" w:rsidRDefault="00D442CD" w:rsidP="00941CD7">
      <w:pPr>
        <w:pStyle w:val="Heading2Center"/>
      </w:pPr>
      <w:bookmarkStart w:id="102" w:name="_Toc484431526"/>
      <w:r>
        <w:t>78. Hakim ibn Jubayr al</w:t>
      </w:r>
      <w:r w:rsidR="008E1963">
        <w:t>-</w:t>
      </w:r>
      <w:r>
        <w:t>Asadi.</w:t>
      </w:r>
      <w:bookmarkEnd w:id="102"/>
    </w:p>
    <w:p w:rsidR="000D3C43" w:rsidRDefault="00D442CD" w:rsidP="00D442CD">
      <w:pPr>
        <w:pStyle w:val="libNormal"/>
      </w:pPr>
      <w:r>
        <w:t>In al</w:t>
      </w:r>
      <w:r w:rsidR="008E1963">
        <w:t>-</w:t>
      </w:r>
      <w:r>
        <w:t>Tabarani (al</w:t>
      </w:r>
      <w:r w:rsidR="008E1963">
        <w:t>-</w:t>
      </w:r>
      <w:r>
        <w:t>­Mu’jam al</w:t>
      </w:r>
      <w:r w:rsidR="008E1963">
        <w:t>-</w:t>
      </w:r>
      <w:r>
        <w:t>­kabir, iii, No. 2681), from him, from Abu al</w:t>
      </w:r>
      <w:r w:rsidR="008E1963">
        <w:t>-</w:t>
      </w:r>
      <w:r>
        <w:t xml:space="preserve">Tufayl from Zayd ibn Arqam. One of four eminent traditionists of his time. </w:t>
      </w:r>
      <w:r w:rsidRPr="00EB3D61">
        <w:rPr>
          <w:rStyle w:val="libFootnotenumChar"/>
        </w:rPr>
        <w:t>29</w:t>
      </w:r>
    </w:p>
    <w:p w:rsidR="00D442CD" w:rsidRDefault="00D442CD" w:rsidP="00941CD7">
      <w:pPr>
        <w:pStyle w:val="Heading2Center"/>
      </w:pPr>
      <w:bookmarkStart w:id="103" w:name="_Toc484431527"/>
      <w:r>
        <w:t>79. Zakariyya ibn Abi Za'idah (d. 147/764).</w:t>
      </w:r>
      <w:bookmarkEnd w:id="103"/>
    </w:p>
    <w:p w:rsidR="000D3C43" w:rsidRDefault="00D442CD" w:rsidP="00D442CD">
      <w:pPr>
        <w:pStyle w:val="libNormal"/>
      </w:pPr>
      <w:r>
        <w:t>In al</w:t>
      </w:r>
      <w:r w:rsidR="008E1963">
        <w:t>-</w:t>
      </w:r>
      <w:r>
        <w:t>­Muhamili (al</w:t>
      </w:r>
      <w:r w:rsidR="008E1963">
        <w:t>-</w:t>
      </w:r>
      <w:r>
        <w:t>Amali, iii, 38, MS. in Dar al</w:t>
      </w:r>
      <w:r w:rsidR="008E1963">
        <w:t>-</w:t>
      </w:r>
      <w:r>
        <w:t>­Kutub al</w:t>
      </w:r>
      <w:r w:rsidR="008E1963">
        <w:t>-</w:t>
      </w:r>
      <w:r>
        <w:t>­Zahiriyyah, Damascus), from him, from ‘Atiyyah al</w:t>
      </w:r>
      <w:r w:rsidR="008E1963">
        <w:t>-</w:t>
      </w:r>
      <w:r>
        <w:t>Awfi from Abu Sa’id al</w:t>
      </w:r>
      <w:r w:rsidR="008E1963">
        <w:t>-</w:t>
      </w:r>
      <w:r>
        <w:t>Khudri. Tawthiq by Ahmad ibn Hanbal, al</w:t>
      </w:r>
      <w:r w:rsidR="008E1963">
        <w:t>-</w:t>
      </w:r>
      <w:r>
        <w:t>’Ijli, Abu Dawud, al</w:t>
      </w:r>
      <w:r w:rsidR="008E1963">
        <w:t>-</w:t>
      </w:r>
      <w:r>
        <w:t xml:space="preserve">Nasa'i </w:t>
      </w:r>
      <w:r w:rsidRPr="00EB3D61">
        <w:rPr>
          <w:rStyle w:val="libFootnotenumChar"/>
        </w:rPr>
        <w:t>30</w:t>
      </w:r>
      <w:r>
        <w:t xml:space="preserve"> and Ibn Sa’d. </w:t>
      </w:r>
      <w:r w:rsidRPr="00EB3D61">
        <w:rPr>
          <w:rStyle w:val="libFootnotenumChar"/>
        </w:rPr>
        <w:t>31</w:t>
      </w:r>
    </w:p>
    <w:p w:rsidR="00D442CD" w:rsidRDefault="00D442CD" w:rsidP="00941CD7">
      <w:pPr>
        <w:pStyle w:val="Heading2Center"/>
      </w:pPr>
      <w:bookmarkStart w:id="104" w:name="_Toc484431528"/>
      <w:r>
        <w:t>80. Fitr ibn Khalifah al</w:t>
      </w:r>
      <w:r w:rsidR="008E1963">
        <w:t>-</w:t>
      </w:r>
      <w:r>
        <w:t>­Makhzumi (d. 153 or 155/770 or 772).</w:t>
      </w:r>
      <w:bookmarkEnd w:id="104"/>
    </w:p>
    <w:p w:rsidR="000D3C43" w:rsidRDefault="00D442CD" w:rsidP="00D442CD">
      <w:pPr>
        <w:pStyle w:val="libNormal"/>
      </w:pPr>
      <w:r>
        <w:t>In al</w:t>
      </w:r>
      <w:r w:rsidR="008E1963">
        <w:t>-</w:t>
      </w:r>
      <w:r>
        <w:t>Samhudi (Jawahir al</w:t>
      </w:r>
      <w:r w:rsidR="008E1963">
        <w:t>-</w:t>
      </w:r>
      <w:r>
        <w:t>’iqdayn, MS., F. 86) and al</w:t>
      </w:r>
      <w:r w:rsidR="008E1963">
        <w:t>-</w:t>
      </w:r>
      <w:r>
        <w:t>Sakhawi (al</w:t>
      </w:r>
      <w:r w:rsidR="008E1963">
        <w:t>-</w:t>
      </w:r>
      <w:r>
        <w:t>Istijlab, MS., F. 22), from him, from Abu al</w:t>
      </w:r>
      <w:r w:rsidR="008E1963">
        <w:t>-</w:t>
      </w:r>
      <w:r>
        <w:t>Tufayl. Tawthiq by Ahmad ibn Hanbal, Yahya ibn Mu’in, al</w:t>
      </w:r>
      <w:r w:rsidR="008E1963">
        <w:t>-</w:t>
      </w:r>
      <w:r>
        <w:t>’Ijli, al</w:t>
      </w:r>
      <w:r w:rsidR="008E1963">
        <w:t>-</w:t>
      </w:r>
      <w:r>
        <w:t>Nasa'i, Ibn Sa’d, Abu Nu’aym al</w:t>
      </w:r>
      <w:r w:rsidR="008E1963">
        <w:t>-</w:t>
      </w:r>
      <w:r>
        <w:t xml:space="preserve">Fadl ibn Dukayn and Ibn Hibban. </w:t>
      </w:r>
      <w:r w:rsidRPr="00EB3D61">
        <w:rPr>
          <w:rStyle w:val="libFootnotenumChar"/>
        </w:rPr>
        <w:t>32</w:t>
      </w:r>
    </w:p>
    <w:p w:rsidR="00D442CD" w:rsidRDefault="00D442CD" w:rsidP="00941CD7">
      <w:pPr>
        <w:pStyle w:val="Heading2Center"/>
      </w:pPr>
      <w:bookmarkStart w:id="105" w:name="_Toc484431529"/>
      <w:r>
        <w:t>81. Kathir ibn Zayd (d. 158/774).</w:t>
      </w:r>
      <w:bookmarkEnd w:id="105"/>
    </w:p>
    <w:p w:rsidR="000D3C43" w:rsidRDefault="00D442CD" w:rsidP="00D442CD">
      <w:pPr>
        <w:pStyle w:val="libNormal"/>
      </w:pPr>
      <w:r>
        <w:t>In Abu Ja’far al</w:t>
      </w:r>
      <w:r w:rsidR="008E1963">
        <w:t>-</w:t>
      </w:r>
      <w:r>
        <w:t>­Tahawi (Mushkil al</w:t>
      </w:r>
      <w:r w:rsidR="008E1963">
        <w:t>-</w:t>
      </w:r>
      <w:r>
        <w:t>athar, ii, 307) and al</w:t>
      </w:r>
      <w:r w:rsidR="008E1963">
        <w:t>-</w:t>
      </w:r>
      <w:r>
        <w:t>­Dulabi (al</w:t>
      </w:r>
      <w:r w:rsidR="008E1963">
        <w:t>-</w:t>
      </w:r>
      <w:r>
        <w:t>­Dhurriyyat al</w:t>
      </w:r>
      <w:r w:rsidR="008E1963">
        <w:t>-</w:t>
      </w:r>
      <w:r>
        <w:t>­tahirah, 168) from him, from Muhammad ibn ‘Umar ibn ‘Ali, from ‘Ali (A). Tawthiq by Ibn ‘Ammar al</w:t>
      </w:r>
      <w:r w:rsidR="008E1963">
        <w:t>-</w:t>
      </w:r>
      <w:r>
        <w:t xml:space="preserve">Musili and Ibn Hibban. </w:t>
      </w:r>
      <w:r w:rsidRPr="00EB3D61">
        <w:rPr>
          <w:rStyle w:val="libFootnotenumChar"/>
        </w:rPr>
        <w:t>33</w:t>
      </w:r>
    </w:p>
    <w:p w:rsidR="00D442CD" w:rsidRDefault="00D442CD" w:rsidP="00941CD7">
      <w:pPr>
        <w:pStyle w:val="Heading2Center"/>
      </w:pPr>
      <w:bookmarkStart w:id="106" w:name="_Toc484431530"/>
      <w:r>
        <w:t>82. Ma’ruf ibn Kharrabudh al</w:t>
      </w:r>
      <w:r w:rsidR="008E1963">
        <w:t>-</w:t>
      </w:r>
      <w:r>
        <w:t>Makki.</w:t>
      </w:r>
      <w:bookmarkEnd w:id="106"/>
    </w:p>
    <w:p w:rsidR="000D3C43" w:rsidRDefault="00D442CD" w:rsidP="00D442CD">
      <w:pPr>
        <w:pStyle w:val="libNormal"/>
      </w:pPr>
      <w:r>
        <w:lastRenderedPageBreak/>
        <w:t>In Abu al</w:t>
      </w:r>
      <w:r w:rsidR="008E1963">
        <w:t>-</w:t>
      </w:r>
      <w:r>
        <w:t>Abbas al</w:t>
      </w:r>
      <w:r w:rsidR="008E1963">
        <w:t>-</w:t>
      </w:r>
      <w:r>
        <w:t>Hasan ibn Sufyan al</w:t>
      </w:r>
      <w:r w:rsidR="008E1963">
        <w:t>-</w:t>
      </w:r>
      <w:r>
        <w:t>Nasawi (al</w:t>
      </w:r>
      <w:r w:rsidR="008E1963">
        <w:t>-</w:t>
      </w:r>
      <w:r>
        <w:t>Musnad al</w:t>
      </w:r>
      <w:r w:rsidR="008E1963">
        <w:t>-</w:t>
      </w:r>
      <w:r>
        <w:t>kabir), Abu Nu’aym (Hilyat al</w:t>
      </w:r>
      <w:r w:rsidR="008E1963">
        <w:t>-</w:t>
      </w:r>
      <w:r>
        <w:t>awliya', i, 355), Samhudi (Jawahir al</w:t>
      </w:r>
      <w:r w:rsidR="008E1963">
        <w:t>-</w:t>
      </w:r>
      <w:r>
        <w:t>’iqdayn), al</w:t>
      </w:r>
      <w:r w:rsidR="008E1963">
        <w:t>-</w:t>
      </w:r>
      <w:r>
        <w:t>Tabarani (al</w:t>
      </w:r>
      <w:r w:rsidR="008E1963">
        <w:t>-</w:t>
      </w:r>
      <w:r>
        <w:t>Mu’jam al</w:t>
      </w:r>
      <w:r w:rsidR="008E1963">
        <w:t>-</w:t>
      </w:r>
      <w:r>
        <w:t>kabir), Al</w:t>
      </w:r>
      <w:r w:rsidR="008E1963">
        <w:t>-</w:t>
      </w:r>
      <w:r>
        <w:t>Hafiz al</w:t>
      </w:r>
      <w:r w:rsidR="008E1963">
        <w:t>-</w:t>
      </w:r>
      <w:r>
        <w:t>Haythami (Majma’ al</w:t>
      </w:r>
      <w:r w:rsidR="008E1963">
        <w:t>-</w:t>
      </w:r>
      <w:r>
        <w:t>zawa'id), al</w:t>
      </w:r>
      <w:r w:rsidR="008E1963">
        <w:t>-</w:t>
      </w:r>
      <w:r>
        <w:t>Khatib al</w:t>
      </w:r>
      <w:r w:rsidR="008E1963">
        <w:t>-</w:t>
      </w:r>
      <w:r>
        <w:t>Baghdadi, Ibn ‘Asakir, Ibn Hajar and others, from him from Abu Tufayl, from Hudhayfah ibn Asid al</w:t>
      </w:r>
      <w:r w:rsidR="008E1963">
        <w:t>-</w:t>
      </w:r>
      <w:r>
        <w:t>Ghifari. Mentioned by Ibn Hibban in al</w:t>
      </w:r>
      <w:r w:rsidR="008E1963">
        <w:t>-</w:t>
      </w:r>
      <w:r>
        <w:t xml:space="preserve">Thiqat. </w:t>
      </w:r>
      <w:r w:rsidRPr="00EB3D61">
        <w:rPr>
          <w:rStyle w:val="libFootnotenumChar"/>
        </w:rPr>
        <w:t>34</w:t>
      </w:r>
    </w:p>
    <w:p w:rsidR="00D442CD" w:rsidRDefault="00D442CD" w:rsidP="00941CD7">
      <w:pPr>
        <w:pStyle w:val="Heading2Center"/>
      </w:pPr>
      <w:bookmarkStart w:id="107" w:name="_Toc484431531"/>
      <w:r>
        <w:t>83. Abu al</w:t>
      </w:r>
      <w:r w:rsidR="008E1963">
        <w:t>-</w:t>
      </w:r>
      <w:r>
        <w:t>Jahhaf Dawud ibn Abi ‘Awf al</w:t>
      </w:r>
      <w:r w:rsidR="008E1963">
        <w:t>-</w:t>
      </w:r>
      <w:r>
        <w:t>Tamimi.</w:t>
      </w:r>
      <w:bookmarkEnd w:id="107"/>
    </w:p>
    <w:p w:rsidR="000D3C43" w:rsidRDefault="00D442CD" w:rsidP="00D442CD">
      <w:pPr>
        <w:pStyle w:val="libNormal"/>
      </w:pPr>
      <w:r>
        <w:t>In Imam Ahmad's Fada'il ‘Ali, from him, from ‘Atiyyah, from Abu Sa’id al</w:t>
      </w:r>
      <w:r w:rsidR="008E1963">
        <w:t>-</w:t>
      </w:r>
      <w:r>
        <w:t>Khudri. Tawthiq by Ibn Mu’in and Sufyan. Among the rijal of al</w:t>
      </w:r>
      <w:r w:rsidR="008E1963">
        <w:t>-</w:t>
      </w:r>
      <w:r>
        <w:t>Tirmidhi, Ibn Majah, and al</w:t>
      </w:r>
      <w:r w:rsidR="008E1963">
        <w:t>-</w:t>
      </w:r>
      <w:r>
        <w:t>Nasa'i. Mentioned by Ibn Hibban in al</w:t>
      </w:r>
      <w:r w:rsidR="008E1963">
        <w:t>-</w:t>
      </w:r>
      <w:r>
        <w:t xml:space="preserve">Thiqat. </w:t>
      </w:r>
      <w:r w:rsidRPr="00EB3D61">
        <w:rPr>
          <w:rStyle w:val="libFootnotenumChar"/>
        </w:rPr>
        <w:t>35</w:t>
      </w:r>
    </w:p>
    <w:p w:rsidR="00D442CD" w:rsidRDefault="00D442CD" w:rsidP="00941CD7">
      <w:pPr>
        <w:pStyle w:val="Heading2Center"/>
      </w:pPr>
      <w:bookmarkStart w:id="108" w:name="_Toc484431532"/>
      <w:r>
        <w:t>84. Salih ibn Abi al</w:t>
      </w:r>
      <w:r w:rsidR="008E1963">
        <w:t>-</w:t>
      </w:r>
      <w:r>
        <w:t>Aswad al</w:t>
      </w:r>
      <w:r w:rsidR="008E1963">
        <w:t>-</w:t>
      </w:r>
      <w:r>
        <w:t>Laythi.</w:t>
      </w:r>
      <w:bookmarkEnd w:id="108"/>
    </w:p>
    <w:p w:rsidR="000D3C43" w:rsidRDefault="00D442CD" w:rsidP="00D442CD">
      <w:pPr>
        <w:pStyle w:val="libNormal"/>
      </w:pPr>
      <w:r>
        <w:t>In al</w:t>
      </w:r>
      <w:r w:rsidR="008E1963">
        <w:t>-</w:t>
      </w:r>
      <w:r>
        <w:t>Tabarani (al</w:t>
      </w:r>
      <w:r w:rsidR="008E1963">
        <w:t>-</w:t>
      </w:r>
      <w:r>
        <w:t>Mu’jam al</w:t>
      </w:r>
      <w:r w:rsidR="008E1963">
        <w:t>-</w:t>
      </w:r>
      <w:r>
        <w:t>kabir, ii, No. 2679) from al</w:t>
      </w:r>
      <w:r w:rsidR="008E1963">
        <w:t>-</w:t>
      </w:r>
      <w:r>
        <w:t>A’mash from ‘Atiyyah from Abu Sa’id al</w:t>
      </w:r>
      <w:r w:rsidR="008E1963">
        <w:t>-</w:t>
      </w:r>
      <w:r>
        <w:t>Khudri.</w:t>
      </w:r>
    </w:p>
    <w:p w:rsidR="00D442CD" w:rsidRDefault="00D442CD" w:rsidP="00941CD7">
      <w:pPr>
        <w:pStyle w:val="Heading2Center"/>
      </w:pPr>
      <w:bookmarkStart w:id="109" w:name="_Toc484431533"/>
      <w:r>
        <w:t>85. Abu al</w:t>
      </w:r>
      <w:r w:rsidR="008E1963">
        <w:t>-</w:t>
      </w:r>
      <w:r>
        <w:t>Jarud Ziyad ibn al</w:t>
      </w:r>
      <w:r w:rsidR="008E1963">
        <w:t>-</w:t>
      </w:r>
      <w:r>
        <w:t>Mundhir al</w:t>
      </w:r>
      <w:r w:rsidR="008E1963">
        <w:t>-</w:t>
      </w:r>
      <w:r>
        <w:t>Abdi.</w:t>
      </w:r>
      <w:bookmarkEnd w:id="109"/>
    </w:p>
    <w:p w:rsidR="000D3C43" w:rsidRDefault="00D442CD" w:rsidP="00D442CD">
      <w:pPr>
        <w:pStyle w:val="libNormal"/>
      </w:pPr>
      <w:r>
        <w:t>In al</w:t>
      </w:r>
      <w:r w:rsidR="008E1963">
        <w:t>-</w:t>
      </w:r>
      <w:r>
        <w:t>Samhudi (Jawahir al</w:t>
      </w:r>
      <w:r w:rsidR="008E1963">
        <w:t>-</w:t>
      </w:r>
      <w:r>
        <w:t>’iqdayn) and al</w:t>
      </w:r>
      <w:r w:rsidR="008E1963">
        <w:t>-</w:t>
      </w:r>
      <w:r>
        <w:t>Sakhawi (al</w:t>
      </w:r>
      <w:r w:rsidR="008E1963">
        <w:t>-</w:t>
      </w:r>
      <w:r>
        <w:t>Istijlab) from him, from Abu Tufayl.</w:t>
      </w:r>
    </w:p>
    <w:p w:rsidR="00D442CD" w:rsidRDefault="00D442CD" w:rsidP="00941CD7">
      <w:pPr>
        <w:pStyle w:val="Heading2Center"/>
      </w:pPr>
      <w:bookmarkStart w:id="110" w:name="_Toc484431534"/>
      <w:r>
        <w:t>86. Hatim ibn Isma’il al</w:t>
      </w:r>
      <w:r w:rsidR="008E1963">
        <w:t>-</w:t>
      </w:r>
      <w:r>
        <w:t>Madani (d. 186/802).</w:t>
      </w:r>
      <w:bookmarkEnd w:id="110"/>
    </w:p>
    <w:p w:rsidR="000D3C43" w:rsidRDefault="00D442CD" w:rsidP="00D442CD">
      <w:pPr>
        <w:pStyle w:val="libNormal"/>
      </w:pPr>
      <w:r>
        <w:t>In al</w:t>
      </w:r>
      <w:r w:rsidR="008E1963">
        <w:t>-</w:t>
      </w:r>
      <w:r>
        <w:t>’Uqayli (Kitab al</w:t>
      </w:r>
      <w:r w:rsidR="008E1963">
        <w:t>-</w:t>
      </w:r>
      <w:r>
        <w:t>du’afa'), from Ja’far ibn Muhammad ibn ‘Ali (A). Tawthiq by Ibn Sa’d, Ibn Hibban and al</w:t>
      </w:r>
      <w:r w:rsidR="008E1963">
        <w:t>-</w:t>
      </w:r>
      <w:r>
        <w:t xml:space="preserve">’Ijli. </w:t>
      </w:r>
      <w:r w:rsidRPr="00EB3D61">
        <w:rPr>
          <w:rStyle w:val="libFootnotenumChar"/>
        </w:rPr>
        <w:t>36</w:t>
      </w:r>
    </w:p>
    <w:p w:rsidR="00D442CD" w:rsidRDefault="00D442CD" w:rsidP="00941CD7">
      <w:pPr>
        <w:pStyle w:val="Heading2Center"/>
      </w:pPr>
      <w:bookmarkStart w:id="111" w:name="_Toc484431535"/>
      <w:r>
        <w:t>87. Kathir ibn Isma’il al</w:t>
      </w:r>
      <w:r w:rsidR="008E1963">
        <w:t>-</w:t>
      </w:r>
      <w:r>
        <w:t>Nawa' al</w:t>
      </w:r>
      <w:r w:rsidR="008E1963">
        <w:t>-</w:t>
      </w:r>
      <w:r>
        <w:t>Kufi.</w:t>
      </w:r>
      <w:bookmarkEnd w:id="111"/>
    </w:p>
    <w:p w:rsidR="000D3C43" w:rsidRDefault="00D442CD" w:rsidP="00D442CD">
      <w:pPr>
        <w:pStyle w:val="libNormal"/>
      </w:pPr>
      <w:r>
        <w:t>In al</w:t>
      </w:r>
      <w:r w:rsidR="008E1963">
        <w:t>-</w:t>
      </w:r>
      <w:r>
        <w:t>Tabarani (al</w:t>
      </w:r>
      <w:r w:rsidR="008E1963">
        <w:t>-</w:t>
      </w:r>
      <w:r>
        <w:t>Mu’jam al</w:t>
      </w:r>
      <w:r w:rsidR="008E1963">
        <w:t>-</w:t>
      </w:r>
      <w:r>
        <w:t>saghir, i, 131) from him, from ‘Atiyyah. Among the rijal of al</w:t>
      </w:r>
      <w:r w:rsidR="008E1963">
        <w:t>-</w:t>
      </w:r>
      <w:r>
        <w:t>Tirmidhi. Mentioned by Ibn Hibban in al</w:t>
      </w:r>
      <w:r w:rsidR="008E1963">
        <w:t>-</w:t>
      </w:r>
      <w:r>
        <w:t xml:space="preserve">Thiqat. </w:t>
      </w:r>
      <w:r w:rsidRPr="00EB3D61">
        <w:rPr>
          <w:rStyle w:val="libFootnotenumChar"/>
        </w:rPr>
        <w:t>37</w:t>
      </w:r>
    </w:p>
    <w:p w:rsidR="00D442CD" w:rsidRDefault="00D442CD" w:rsidP="00941CD7">
      <w:pPr>
        <w:pStyle w:val="Heading2Center"/>
      </w:pPr>
      <w:bookmarkStart w:id="112" w:name="_Toc484431536"/>
      <w:r>
        <w:t>88. Abu al</w:t>
      </w:r>
      <w:r w:rsidR="008E1963">
        <w:t>-</w:t>
      </w:r>
      <w:r>
        <w:t>Hasan ‘Ali ibn Musahhar al</w:t>
      </w:r>
      <w:r w:rsidR="008E1963">
        <w:t>-</w:t>
      </w:r>
      <w:r>
        <w:t>Qarashi (d. 189/805).</w:t>
      </w:r>
      <w:bookmarkEnd w:id="112"/>
    </w:p>
    <w:p w:rsidR="000D3C43" w:rsidRDefault="00D442CD" w:rsidP="00D442CD">
      <w:pPr>
        <w:pStyle w:val="libNormal"/>
      </w:pPr>
      <w:r>
        <w:t>In al</w:t>
      </w:r>
      <w:r w:rsidR="008E1963">
        <w:t>-</w:t>
      </w:r>
      <w:r>
        <w:t>Tabarani (al</w:t>
      </w:r>
      <w:r w:rsidR="008E1963">
        <w:t>-</w:t>
      </w:r>
      <w:r>
        <w:t>Mu’jam al</w:t>
      </w:r>
      <w:r w:rsidR="008E1963">
        <w:t>-</w:t>
      </w:r>
      <w:r>
        <w:t>kabir, ii, No. 2678), from Muhammad ibn ‘Abd Allah al</w:t>
      </w:r>
      <w:r w:rsidR="008E1963">
        <w:t>-</w:t>
      </w:r>
      <w:r>
        <w:t>Hadrami, from Manjab ibn Al</w:t>
      </w:r>
      <w:r w:rsidR="008E1963">
        <w:t>-</w:t>
      </w:r>
      <w:r>
        <w:t>Harith from him, from ‘Abd al</w:t>
      </w:r>
      <w:r w:rsidR="008E1963">
        <w:t>-</w:t>
      </w:r>
      <w:r>
        <w:t>Malik ibn Abi Sulayman, from ‘Atiyyah from Abu Sa’id al</w:t>
      </w:r>
      <w:r w:rsidR="008E1963">
        <w:t>-</w:t>
      </w:r>
      <w:r>
        <w:t>Khudri. Tawthiq by Ibn Mu’in, al</w:t>
      </w:r>
      <w:r w:rsidR="008E1963">
        <w:t>-</w:t>
      </w:r>
      <w:r>
        <w:t>’Ijli, Abu Zur’ah, al</w:t>
      </w:r>
      <w:r w:rsidR="008E1963">
        <w:t>-</w:t>
      </w:r>
      <w:r>
        <w:t xml:space="preserve">Nasa'i, </w:t>
      </w:r>
      <w:r w:rsidRPr="00EB3D61">
        <w:rPr>
          <w:rStyle w:val="libFootnotenumChar"/>
        </w:rPr>
        <w:t>38</w:t>
      </w:r>
      <w:r>
        <w:t xml:space="preserve"> Ibn Sa’d </w:t>
      </w:r>
      <w:r w:rsidRPr="00EB3D61">
        <w:rPr>
          <w:rStyle w:val="libFootnotenumChar"/>
        </w:rPr>
        <w:t>39</w:t>
      </w:r>
      <w:r>
        <w:t xml:space="preserve"> and Ahmad ibn Hanbal. </w:t>
      </w:r>
      <w:r w:rsidRPr="00EB3D61">
        <w:rPr>
          <w:rStyle w:val="libFootnotenumChar"/>
        </w:rPr>
        <w:t>40</w:t>
      </w:r>
    </w:p>
    <w:p w:rsidR="00D442CD" w:rsidRDefault="00D442CD" w:rsidP="00941CD7">
      <w:pPr>
        <w:pStyle w:val="Heading2Center"/>
      </w:pPr>
      <w:bookmarkStart w:id="113" w:name="_Toc484431537"/>
      <w:r>
        <w:t>89. ‘AIi ibn Thabit al</w:t>
      </w:r>
      <w:r w:rsidR="008E1963">
        <w:t>-</w:t>
      </w:r>
      <w:r>
        <w:t>Jazari.</w:t>
      </w:r>
      <w:bookmarkEnd w:id="113"/>
    </w:p>
    <w:p w:rsidR="000D3C43" w:rsidRDefault="00D442CD" w:rsidP="00D442CD">
      <w:pPr>
        <w:pStyle w:val="libNormal"/>
      </w:pPr>
      <w:r>
        <w:t>In al</w:t>
      </w:r>
      <w:r w:rsidR="008E1963">
        <w:t>-</w:t>
      </w:r>
      <w:r>
        <w:t>Bazzaz (Musnad, see 136), from him, from Sufyan ibn Sulayman, from Abu Ishaq, from Al</w:t>
      </w:r>
      <w:r w:rsidR="008E1963">
        <w:t>-</w:t>
      </w:r>
      <w:r>
        <w:t>Harith, from ‘Ali (A). Tawthiq by Ibn Mu’in, Ibn Hanbal, Muhammad ibn ‘Abd Allah ibn Numayr, Ibn Sa’d, Ibn ‘Ammar, Abu Dawud, 41Abu Zur'ah, al</w:t>
      </w:r>
      <w:r w:rsidR="008E1963">
        <w:t>-</w:t>
      </w:r>
      <w:r>
        <w:t xml:space="preserve">’Ijli and others. </w:t>
      </w:r>
      <w:r w:rsidRPr="00EB3D61">
        <w:rPr>
          <w:rStyle w:val="libFootnotenumChar"/>
        </w:rPr>
        <w:t>42</w:t>
      </w:r>
    </w:p>
    <w:p w:rsidR="00D442CD" w:rsidRDefault="00D442CD" w:rsidP="00941CD7">
      <w:pPr>
        <w:pStyle w:val="Heading2Center"/>
      </w:pPr>
      <w:bookmarkStart w:id="114" w:name="_Toc484431538"/>
      <w:r>
        <w:t>90. ‘Abd Allah ibn Sinan al</w:t>
      </w:r>
      <w:r w:rsidR="008E1963">
        <w:t>-</w:t>
      </w:r>
      <w:r>
        <w:t>Zuhri.</w:t>
      </w:r>
      <w:bookmarkEnd w:id="114"/>
    </w:p>
    <w:p w:rsidR="000D3C43" w:rsidRDefault="00D442CD" w:rsidP="00D442CD">
      <w:pPr>
        <w:pStyle w:val="libNormal"/>
      </w:pPr>
      <w:r>
        <w:t>In Ibn ‘Uqdah (al</w:t>
      </w:r>
      <w:r w:rsidR="008E1963">
        <w:t>-</w:t>
      </w:r>
      <w:r>
        <w:t>Muwalat) Abu Musa al</w:t>
      </w:r>
      <w:r w:rsidR="008E1963">
        <w:t>-</w:t>
      </w:r>
      <w:r>
        <w:t>Madini (Kitab al</w:t>
      </w:r>
      <w:r w:rsidR="008E1963">
        <w:t>-</w:t>
      </w:r>
      <w:r>
        <w:t>Sahabah), Abu al</w:t>
      </w:r>
      <w:r w:rsidR="008E1963">
        <w:t>-</w:t>
      </w:r>
      <w:r>
        <w:t>Futuh al</w:t>
      </w:r>
      <w:r w:rsidR="008E1963">
        <w:t>-</w:t>
      </w:r>
      <w:r>
        <w:t>’Ijli (Kitab al­mu’jiz fi fada'il al</w:t>
      </w:r>
      <w:r w:rsidR="008E1963">
        <w:t>-</w:t>
      </w:r>
      <w:r>
        <w:t>Khulafa'), al</w:t>
      </w:r>
      <w:r w:rsidR="008E1963">
        <w:t>-</w:t>
      </w:r>
      <w:r>
        <w:t>Samhudi (op. cit.), and al</w:t>
      </w:r>
      <w:r w:rsidR="008E1963">
        <w:t>-</w:t>
      </w:r>
      <w:r>
        <w:t>Sakhawi (op. cit.), from him, from Abu al</w:t>
      </w:r>
      <w:r w:rsidR="008E1963">
        <w:t>-</w:t>
      </w:r>
      <w:r>
        <w:t>Tufayl.</w:t>
      </w:r>
    </w:p>
    <w:p w:rsidR="00D442CD" w:rsidRDefault="00D442CD" w:rsidP="00941CD7">
      <w:pPr>
        <w:pStyle w:val="Heading2Center"/>
      </w:pPr>
      <w:bookmarkStart w:id="115" w:name="_Toc484431539"/>
      <w:r>
        <w:t>91. Harun ibn Sa’d al</w:t>
      </w:r>
      <w:r w:rsidR="008E1963">
        <w:t>-</w:t>
      </w:r>
      <w:r>
        <w:t>’Ijli.</w:t>
      </w:r>
      <w:bookmarkEnd w:id="115"/>
    </w:p>
    <w:p w:rsidR="000D3C43" w:rsidRDefault="00D442CD" w:rsidP="00D442CD">
      <w:pPr>
        <w:pStyle w:val="libNormal"/>
      </w:pPr>
      <w:r>
        <w:t>In al</w:t>
      </w:r>
      <w:r w:rsidR="008E1963">
        <w:t>-</w:t>
      </w:r>
      <w:r>
        <w:t>’Uqayli (Kitab al</w:t>
      </w:r>
      <w:r w:rsidR="008E1963">
        <w:t>-</w:t>
      </w:r>
      <w:r>
        <w:t>du’afa', xii, MS. F.288) from Muhammad ibn Abi Hafs al</w:t>
      </w:r>
      <w:r w:rsidR="008E1963">
        <w:t>-</w:t>
      </w:r>
      <w:r>
        <w:t>Attar, from him, from ‘Abd al</w:t>
      </w:r>
      <w:r w:rsidR="008E1963">
        <w:t>-</w:t>
      </w:r>
      <w:r>
        <w:t>Rahman ibn Abi Sa’id al</w:t>
      </w:r>
      <w:r w:rsidR="008E1963">
        <w:t>-</w:t>
      </w:r>
      <w:r>
        <w:t>Khudri. Among the rijal of Muslim. Mentioned by Ibn Hibban in al</w:t>
      </w:r>
      <w:r w:rsidR="008E1963">
        <w:t>-</w:t>
      </w:r>
      <w:r>
        <w:t xml:space="preserve">Thiqat. </w:t>
      </w:r>
      <w:r w:rsidRPr="00EB3D61">
        <w:rPr>
          <w:rStyle w:val="libFootnotenumChar"/>
        </w:rPr>
        <w:t>43</w:t>
      </w:r>
      <w:r>
        <w:t xml:space="preserve"> Tasdiq by al</w:t>
      </w:r>
      <w:r w:rsidR="008E1963">
        <w:t>-</w:t>
      </w:r>
      <w:r>
        <w:t xml:space="preserve">Dhahabi. </w:t>
      </w:r>
      <w:r w:rsidRPr="00EB3D61">
        <w:rPr>
          <w:rStyle w:val="libFootnotenumChar"/>
        </w:rPr>
        <w:t>44</w:t>
      </w:r>
    </w:p>
    <w:p w:rsidR="00D442CD" w:rsidRDefault="00D442CD" w:rsidP="00941CD7">
      <w:pPr>
        <w:pStyle w:val="Heading2Center"/>
      </w:pPr>
      <w:bookmarkStart w:id="116" w:name="_Toc484431540"/>
      <w:r>
        <w:lastRenderedPageBreak/>
        <w:t>92. Yunus ibn Arqam.</w:t>
      </w:r>
      <w:bookmarkEnd w:id="116"/>
    </w:p>
    <w:p w:rsidR="000D3C43" w:rsidRDefault="00D442CD" w:rsidP="00D442CD">
      <w:pPr>
        <w:pStyle w:val="libNormal"/>
      </w:pPr>
      <w:r>
        <w:t>In al</w:t>
      </w:r>
      <w:r w:rsidR="008E1963">
        <w:t>-</w:t>
      </w:r>
      <w:r>
        <w:t>Tabarani (al</w:t>
      </w:r>
      <w:r w:rsidR="008E1963">
        <w:t>-</w:t>
      </w:r>
      <w:r>
        <w:t>Mu’jam al</w:t>
      </w:r>
      <w:r w:rsidR="008E1963">
        <w:t>-</w:t>
      </w:r>
      <w:r>
        <w:t>saghir, i, 135) and al</w:t>
      </w:r>
      <w:r w:rsidR="008E1963">
        <w:t>-</w:t>
      </w:r>
      <w:r>
        <w:t>Khatib (Talkhis al</w:t>
      </w:r>
      <w:r w:rsidR="008E1963">
        <w:t>-</w:t>
      </w:r>
      <w:r>
        <w:t>mutashabih fi al</w:t>
      </w:r>
      <w:r w:rsidR="008E1963">
        <w:t>-</w:t>
      </w:r>
      <w:r>
        <w:t>rasm, MS. F.29), from ‘Abd al</w:t>
      </w:r>
      <w:r w:rsidR="008E1963">
        <w:t>-</w:t>
      </w:r>
      <w:r>
        <w:t>Hamid al</w:t>
      </w:r>
      <w:r w:rsidR="008E1963">
        <w:t>-</w:t>
      </w:r>
      <w:r>
        <w:t>Sabih, from him, from Harun ibn Sa’d, from ‘Atiyyah. Mentioned by Ibn Hibban in al</w:t>
      </w:r>
      <w:r w:rsidR="008E1963">
        <w:t>-</w:t>
      </w:r>
      <w:r>
        <w:t xml:space="preserve">Thiqat. </w:t>
      </w:r>
      <w:r w:rsidRPr="00EB3D61">
        <w:rPr>
          <w:rStyle w:val="libFootnotenumChar"/>
        </w:rPr>
        <w:t>45</w:t>
      </w:r>
    </w:p>
    <w:p w:rsidR="00D442CD" w:rsidRDefault="00D442CD" w:rsidP="00941CD7">
      <w:pPr>
        <w:pStyle w:val="Heading2Center"/>
      </w:pPr>
      <w:bookmarkStart w:id="117" w:name="_Toc484431541"/>
      <w:r>
        <w:t>93. ‘Uthman ibn Abi Zur’ah al</w:t>
      </w:r>
      <w:r w:rsidR="008E1963">
        <w:t>-</w:t>
      </w:r>
      <w:r>
        <w:t>Mughirah al</w:t>
      </w:r>
      <w:r w:rsidR="008E1963">
        <w:t>-</w:t>
      </w:r>
      <w:r>
        <w:t>Thaqafi al</w:t>
      </w:r>
      <w:r w:rsidR="008E1963">
        <w:t>-</w:t>
      </w:r>
      <w:r>
        <w:t>Kufi.</w:t>
      </w:r>
      <w:bookmarkEnd w:id="117"/>
    </w:p>
    <w:p w:rsidR="000D3C43" w:rsidRDefault="00D442CD" w:rsidP="00D442CD">
      <w:pPr>
        <w:pStyle w:val="libNormal"/>
      </w:pPr>
      <w:r>
        <w:t>In al</w:t>
      </w:r>
      <w:r w:rsidR="008E1963">
        <w:t>-</w:t>
      </w:r>
      <w:r>
        <w:t>Tahawi (Mushkil al</w:t>
      </w:r>
      <w:r w:rsidR="008E1963">
        <w:t>-</w:t>
      </w:r>
      <w:r>
        <w:t>athar, iv, 368) and Ahmad (al</w:t>
      </w:r>
      <w:r w:rsidR="008E1963">
        <w:t>-</w:t>
      </w:r>
      <w:r>
        <w:t>Musnad, iv, 37), from Isra'il ibn Yunus al­Sabi’i, from him, from ‘Ali ibn Rabi’ah. Among the rijal of al</w:t>
      </w:r>
      <w:r w:rsidR="008E1963">
        <w:t>-</w:t>
      </w:r>
      <w:r>
        <w:t>Bukhari. Tawthiq by Ibn Hajar, Abu Hatim, al</w:t>
      </w:r>
      <w:r w:rsidR="008E1963">
        <w:t>-</w:t>
      </w:r>
      <w:r>
        <w:t>Nasa'i, ‘Abd al</w:t>
      </w:r>
      <w:r w:rsidR="008E1963">
        <w:t>-</w:t>
      </w:r>
      <w:r>
        <w:t>Ghani ibn Sa’id, al</w:t>
      </w:r>
      <w:r w:rsidR="008E1963">
        <w:t>-</w:t>
      </w:r>
      <w:r>
        <w:t xml:space="preserve">’Ijli and Ibn Numayr. </w:t>
      </w:r>
      <w:r w:rsidRPr="00EB3D61">
        <w:rPr>
          <w:rStyle w:val="libFootnotenumChar"/>
        </w:rPr>
        <w:t>46</w:t>
      </w:r>
    </w:p>
    <w:p w:rsidR="00D442CD" w:rsidRDefault="00D442CD" w:rsidP="00941CD7">
      <w:pPr>
        <w:pStyle w:val="Heading2Center"/>
      </w:pPr>
      <w:bookmarkStart w:id="118" w:name="_Toc484431542"/>
      <w:r>
        <w:t>94. Zayd ibn al</w:t>
      </w:r>
      <w:r w:rsidR="008E1963">
        <w:t>-</w:t>
      </w:r>
      <w:r>
        <w:t>Hasan al</w:t>
      </w:r>
      <w:r w:rsidR="008E1963">
        <w:t>-</w:t>
      </w:r>
      <w:r>
        <w:t>Qarashi al</w:t>
      </w:r>
      <w:r w:rsidR="008E1963">
        <w:t>-</w:t>
      </w:r>
      <w:r>
        <w:t>Anmati, Abu al</w:t>
      </w:r>
      <w:r w:rsidR="008E1963">
        <w:t>-</w:t>
      </w:r>
      <w:r>
        <w:t>Husayn al</w:t>
      </w:r>
      <w:r w:rsidR="008E1963">
        <w:t>-</w:t>
      </w:r>
      <w:r>
        <w:t>Kufi.</w:t>
      </w:r>
      <w:bookmarkEnd w:id="118"/>
    </w:p>
    <w:p w:rsidR="000D3C43" w:rsidRDefault="00D442CD" w:rsidP="00D442CD">
      <w:pPr>
        <w:pStyle w:val="libNormal"/>
      </w:pPr>
      <w:r>
        <w:t>In al</w:t>
      </w:r>
      <w:r w:rsidR="008E1963">
        <w:t>-</w:t>
      </w:r>
      <w:r>
        <w:t>Nasawi (al</w:t>
      </w:r>
      <w:r w:rsidR="008E1963">
        <w:t>-</w:t>
      </w:r>
      <w:r>
        <w:t>Musnad al</w:t>
      </w:r>
      <w:r w:rsidR="008E1963">
        <w:t>-</w:t>
      </w:r>
      <w:r>
        <w:t>kabir), Abu Nu’aym al</w:t>
      </w:r>
      <w:r w:rsidR="008E1963">
        <w:t>-</w:t>
      </w:r>
      <w:r>
        <w:t>Isfahani (Hilyat al</w:t>
      </w:r>
      <w:r w:rsidR="008E1963">
        <w:t>-</w:t>
      </w:r>
      <w:r>
        <w:t>awliya'), al</w:t>
      </w:r>
      <w:r w:rsidR="008E1963">
        <w:t>-</w:t>
      </w:r>
      <w:r>
        <w:t>Samhudi (Jawahir al</w:t>
      </w:r>
      <w:r w:rsidR="008E1963">
        <w:t>-</w:t>
      </w:r>
      <w:r>
        <w:t>’iqdayn), al</w:t>
      </w:r>
      <w:r w:rsidR="008E1963">
        <w:t>-</w:t>
      </w:r>
      <w:r>
        <w:t>Tabarani, (al</w:t>
      </w:r>
      <w:r w:rsidR="008E1963">
        <w:t>-</w:t>
      </w:r>
      <w:r>
        <w:t>Mu’jam al</w:t>
      </w:r>
      <w:r w:rsidR="008E1963">
        <w:t>-</w:t>
      </w:r>
      <w:r>
        <w:t>kabir), al</w:t>
      </w:r>
      <w:r w:rsidR="008E1963">
        <w:t>-</w:t>
      </w:r>
      <w:r>
        <w:t>Haythami (Majma’ al</w:t>
      </w:r>
      <w:r w:rsidR="008E1963">
        <w:t>-</w:t>
      </w:r>
      <w:r>
        <w:t>zawa'id), al</w:t>
      </w:r>
      <w:r w:rsidR="008E1963">
        <w:t>-</w:t>
      </w:r>
      <w:r>
        <w:t>Khatib al</w:t>
      </w:r>
      <w:r w:rsidR="008E1963">
        <w:t>-</w:t>
      </w:r>
      <w:r>
        <w:t>Baghdadi (Ta'rikh Baghdad), Ibn ‘Asakir (Ta'rikh Dimashq), Ibn Kathir (al</w:t>
      </w:r>
      <w:r w:rsidR="008E1963">
        <w:t>-</w:t>
      </w:r>
      <w:r>
        <w:t>Bidayah wa al</w:t>
      </w:r>
      <w:r w:rsidR="008E1963">
        <w:t>-</w:t>
      </w:r>
      <w:r>
        <w:t>nihayah) and others, from him, from Ja’far ibn Muhammad (A) from Jabir; and from him, from Ma’ruf ibn Kharrabudh, from Abu al</w:t>
      </w:r>
      <w:r w:rsidR="008E1963">
        <w:t>-</w:t>
      </w:r>
      <w:r>
        <w:t>Tufayl, from Hudhayfah ibn Usayd. Mentioned by Ibn Hibban in al</w:t>
      </w:r>
      <w:r w:rsidR="008E1963">
        <w:t>-</w:t>
      </w:r>
      <w:r>
        <w:t>Thiqat and al</w:t>
      </w:r>
      <w:r w:rsidR="008E1963">
        <w:t>-</w:t>
      </w:r>
      <w:r>
        <w:t xml:space="preserve">Tirmidhi narrates a tradition from him about hajj. </w:t>
      </w:r>
      <w:r w:rsidRPr="00EB3D61">
        <w:rPr>
          <w:rStyle w:val="libFootnotenumChar"/>
        </w:rPr>
        <w:t>47</w:t>
      </w:r>
    </w:p>
    <w:p w:rsidR="00D442CD" w:rsidRDefault="00D442CD" w:rsidP="00D442CD">
      <w:pPr>
        <w:pStyle w:val="Heading2Center"/>
      </w:pPr>
      <w:bookmarkStart w:id="119" w:name="_Toc484431543"/>
      <w:r>
        <w:t>Notes</w:t>
      </w:r>
      <w:bookmarkEnd w:id="119"/>
    </w:p>
    <w:p w:rsidR="00D442CD" w:rsidRDefault="00D442CD" w:rsidP="00D442CD">
      <w:pPr>
        <w:pStyle w:val="libFootnote"/>
      </w:pPr>
      <w:r>
        <w:t>1. Tahdhib al</w:t>
      </w:r>
      <w:r w:rsidR="008E1963">
        <w:t>-</w:t>
      </w:r>
      <w:r>
        <w:t>­Tahdhib, iv, 82; al</w:t>
      </w:r>
      <w:r w:rsidR="008E1963">
        <w:t>-</w:t>
      </w:r>
      <w:r>
        <w:t>­Kashif, i, 272.</w:t>
      </w:r>
    </w:p>
    <w:p w:rsidR="00D442CD" w:rsidRDefault="00D442CD" w:rsidP="00D442CD">
      <w:pPr>
        <w:pStyle w:val="libFootnote"/>
      </w:pPr>
      <w:r>
        <w:t>2. Al</w:t>
      </w:r>
      <w:r w:rsidR="008E1963">
        <w:t>-</w:t>
      </w:r>
      <w:r>
        <w:t>­Kashif, i, 313; Tahdhib al</w:t>
      </w:r>
      <w:r w:rsidR="008E1963">
        <w:t>-</w:t>
      </w:r>
      <w:r>
        <w:t>Tahdhib, ii, 286; Taqrib al</w:t>
      </w:r>
      <w:r w:rsidR="008E1963">
        <w:t>-</w:t>
      </w:r>
      <w:r>
        <w:t>Tahdhib, i, 252.</w:t>
      </w:r>
    </w:p>
    <w:p w:rsidR="00D442CD" w:rsidRDefault="00D442CD" w:rsidP="00D442CD">
      <w:pPr>
        <w:pStyle w:val="libFootnote"/>
      </w:pPr>
      <w:r>
        <w:t>3. Tahdhib al</w:t>
      </w:r>
      <w:r w:rsidR="008E1963">
        <w:t>-</w:t>
      </w:r>
      <w:r>
        <w:t>Tahdhib, M.S.; al</w:t>
      </w:r>
      <w:r w:rsidR="008E1963">
        <w:t>-</w:t>
      </w:r>
      <w:r>
        <w:t>Kashif, ii, 256; al</w:t>
      </w:r>
      <w:r w:rsidR="008E1963">
        <w:t>-</w:t>
      </w:r>
      <w:r>
        <w:t>lbar, i, 205; Mir`at al</w:t>
      </w:r>
      <w:r w:rsidR="008E1963">
        <w:t>-</w:t>
      </w:r>
      <w:r>
        <w:t>jinan, i, 301; Taqrib al</w:t>
      </w:r>
      <w:r w:rsidR="008E1963">
        <w:t>-</w:t>
      </w:r>
      <w:r>
        <w:t>Tahdhib, ii, 248; al</w:t>
      </w:r>
      <w:r w:rsidR="008E1963">
        <w:t>-</w:t>
      </w:r>
      <w:r>
        <w:t>Shaykh `Abd al</w:t>
      </w:r>
      <w:r w:rsidR="008E1963">
        <w:t>-</w:t>
      </w:r>
      <w:r>
        <w:t>Haqq al</w:t>
      </w:r>
      <w:r w:rsidR="008E1963">
        <w:t>-</w:t>
      </w:r>
      <w:r>
        <w:t>Dehlawi, Asma' rijal al</w:t>
      </w:r>
      <w:r w:rsidR="008E1963">
        <w:t>-</w:t>
      </w:r>
      <w:r>
        <w:t>Mishkat.</w:t>
      </w:r>
    </w:p>
    <w:p w:rsidR="00D442CD" w:rsidRDefault="00D442CD" w:rsidP="00D442CD">
      <w:pPr>
        <w:pStyle w:val="libFootnote"/>
      </w:pPr>
      <w:r>
        <w:t>4. Ibn Hibban, al</w:t>
      </w:r>
      <w:r w:rsidR="008E1963">
        <w:t>-</w:t>
      </w:r>
      <w:r>
        <w:t>Thiqat, MS.; al</w:t>
      </w:r>
      <w:r w:rsidR="008E1963">
        <w:t>-</w:t>
      </w:r>
      <w:r>
        <w:t>Maqdisi, al</w:t>
      </w:r>
      <w:r w:rsidR="008E1963">
        <w:t>-</w:t>
      </w:r>
      <w:r>
        <w:t>Kamal fi asma' al</w:t>
      </w:r>
      <w:r w:rsidR="008E1963">
        <w:t>-</w:t>
      </w:r>
      <w:r>
        <w:t>rijal, MS.; al</w:t>
      </w:r>
      <w:r w:rsidR="008E1963">
        <w:t>-</w:t>
      </w:r>
      <w:r>
        <w:t>Dhahabi, Tadhkirat al</w:t>
      </w:r>
      <w:r w:rsidR="008E1963">
        <w:t>-</w:t>
      </w:r>
      <w:r>
        <w:t>huffaz, i, 155; al</w:t>
      </w:r>
      <w:r w:rsidR="008E1963">
        <w:t>-</w:t>
      </w:r>
      <w:r>
        <w:t>Asqalani, Tahdhib al</w:t>
      </w:r>
      <w:r w:rsidR="008E1963">
        <w:t>-</w:t>
      </w:r>
      <w:r>
        <w:t>Tahdhib, vi, 396.</w:t>
      </w:r>
    </w:p>
    <w:p w:rsidR="00D442CD" w:rsidRDefault="00D442CD" w:rsidP="00D442CD">
      <w:pPr>
        <w:pStyle w:val="libFootnote"/>
      </w:pPr>
      <w:r>
        <w:t>5. al</w:t>
      </w:r>
      <w:r w:rsidR="008E1963">
        <w:t>-</w:t>
      </w:r>
      <w:r>
        <w:t>lbar, i, 209; Mir`at al</w:t>
      </w:r>
      <w:r w:rsidR="008E1963">
        <w:t>-</w:t>
      </w:r>
      <w:r>
        <w:t>jinan, i, 305; Tahdhib al</w:t>
      </w:r>
      <w:r w:rsidR="008E1963">
        <w:t>-</w:t>
      </w:r>
      <w:r>
        <w:t>Tahdhib, iv, 222.</w:t>
      </w:r>
    </w:p>
    <w:p w:rsidR="00D442CD" w:rsidRDefault="00D442CD" w:rsidP="00D442CD">
      <w:pPr>
        <w:pStyle w:val="libFootnote"/>
      </w:pPr>
      <w:r>
        <w:t>6. Ibn Hibban, al</w:t>
      </w:r>
      <w:r w:rsidR="008E1963">
        <w:t>-</w:t>
      </w:r>
      <w:r>
        <w:t>Thiqat; al</w:t>
      </w:r>
      <w:r w:rsidR="008E1963">
        <w:t>-</w:t>
      </w:r>
      <w:r>
        <w:t>Mizzi, Tahdhib al</w:t>
      </w:r>
      <w:r w:rsidR="008E1963">
        <w:t>-</w:t>
      </w:r>
      <w:r>
        <w:t>Kamal, MS., Tabaqat al</w:t>
      </w:r>
      <w:r w:rsidR="008E1963">
        <w:t>-</w:t>
      </w:r>
      <w:r>
        <w:t>Shafi`iyyah, i, 85; al</w:t>
      </w:r>
      <w:r w:rsidR="008E1963">
        <w:t>-</w:t>
      </w:r>
      <w:r>
        <w:t>Dhahabi, al</w:t>
      </w:r>
      <w:r w:rsidR="008E1963">
        <w:t>-</w:t>
      </w:r>
      <w:r>
        <w:t>Kashif, iii, 19; see also Mir`at al</w:t>
      </w:r>
      <w:r w:rsidR="008E1963">
        <w:t>-</w:t>
      </w:r>
      <w:r>
        <w:t>jinan, i, 313.</w:t>
      </w:r>
    </w:p>
    <w:p w:rsidR="00D442CD" w:rsidRDefault="00D442CD" w:rsidP="00D442CD">
      <w:pPr>
        <w:pStyle w:val="libFootnote"/>
      </w:pPr>
      <w:r>
        <w:t>7. Al</w:t>
      </w:r>
      <w:r w:rsidR="008E1963">
        <w:t>-</w:t>
      </w:r>
      <w:r>
        <w:t>Mizzi, Asma' rijal al</w:t>
      </w:r>
      <w:r w:rsidR="008E1963">
        <w:t>-</w:t>
      </w:r>
      <w:r>
        <w:t>­Sahihayn, i, 42; Al</w:t>
      </w:r>
      <w:r w:rsidR="008E1963">
        <w:t>-</w:t>
      </w:r>
      <w:r>
        <w:t>Dhahabi, al</w:t>
      </w:r>
      <w:r w:rsidR="008E1963">
        <w:t>-</w:t>
      </w:r>
      <w:r>
        <w:t>Kashif, i, 116; Tahdhib al</w:t>
      </w:r>
      <w:r w:rsidR="008E1963">
        <w:t>-</w:t>
      </w:r>
      <w:r>
        <w:t>Tahdhib, i, 261.</w:t>
      </w:r>
    </w:p>
    <w:p w:rsidR="00D442CD" w:rsidRDefault="00D442CD" w:rsidP="00D442CD">
      <w:pPr>
        <w:pStyle w:val="libFootnote"/>
      </w:pPr>
      <w:r>
        <w:t>8. Taqrib al</w:t>
      </w:r>
      <w:r w:rsidR="008E1963">
        <w:t>-</w:t>
      </w:r>
      <w:r>
        <w:t>Tahdhib, i, 64.</w:t>
      </w:r>
    </w:p>
    <w:p w:rsidR="00D442CD" w:rsidRDefault="00D442CD" w:rsidP="00D442CD">
      <w:pPr>
        <w:pStyle w:val="libFootnote"/>
      </w:pPr>
      <w:r>
        <w:t>9. Al</w:t>
      </w:r>
      <w:r w:rsidR="008E1963">
        <w:t>-</w:t>
      </w:r>
      <w:r>
        <w:t>Dhahabi, Tadhkirat al</w:t>
      </w:r>
      <w:r w:rsidR="008E1963">
        <w:t>-</w:t>
      </w:r>
      <w:r>
        <w:t>huffaz, i, 197.</w:t>
      </w:r>
    </w:p>
    <w:p w:rsidR="00D442CD" w:rsidRDefault="00D442CD" w:rsidP="00D442CD">
      <w:pPr>
        <w:pStyle w:val="libFootnote"/>
      </w:pPr>
      <w:r>
        <w:t>10. Al</w:t>
      </w:r>
      <w:r w:rsidR="008E1963">
        <w:t>-</w:t>
      </w:r>
      <w:r>
        <w:t>Mizzi, Tahdhib al</w:t>
      </w:r>
      <w:r w:rsidR="008E1963">
        <w:t>-</w:t>
      </w:r>
      <w:r>
        <w:t>Kamal, MS.</w:t>
      </w:r>
    </w:p>
    <w:p w:rsidR="00D442CD" w:rsidRDefault="00D442CD" w:rsidP="00D442CD">
      <w:pPr>
        <w:pStyle w:val="libFootnote"/>
      </w:pPr>
      <w:r>
        <w:t>11. Al</w:t>
      </w:r>
      <w:r w:rsidR="008E1963">
        <w:t>-</w:t>
      </w:r>
      <w:r>
        <w:t>Dhahabi, Tahdhib al</w:t>
      </w:r>
      <w:r w:rsidR="008E1963">
        <w:t>-</w:t>
      </w:r>
      <w:r>
        <w:t>Tahdhib, MS.</w:t>
      </w:r>
    </w:p>
    <w:p w:rsidR="00D442CD" w:rsidRDefault="00D442CD" w:rsidP="00D442CD">
      <w:pPr>
        <w:pStyle w:val="libFootnote"/>
      </w:pPr>
      <w:r>
        <w:t>12. Tadhkirat al</w:t>
      </w:r>
      <w:r w:rsidR="008E1963">
        <w:t>-</w:t>
      </w:r>
      <w:r>
        <w:t>huffaz, i, 236, also al</w:t>
      </w:r>
      <w:r w:rsidR="008E1963">
        <w:t>-</w:t>
      </w:r>
      <w:r>
        <w:t>Kashif, iii, 235.</w:t>
      </w:r>
    </w:p>
    <w:p w:rsidR="00D442CD" w:rsidRDefault="00D442CD" w:rsidP="00D442CD">
      <w:pPr>
        <w:pStyle w:val="libFootnote"/>
      </w:pPr>
      <w:r>
        <w:t>13. Taqrib al</w:t>
      </w:r>
      <w:r w:rsidR="008E1963">
        <w:t>-</w:t>
      </w:r>
      <w:r>
        <w:t>Tahdhib, ii, 231.</w:t>
      </w:r>
    </w:p>
    <w:p w:rsidR="00D442CD" w:rsidRDefault="00D442CD" w:rsidP="00D442CD">
      <w:pPr>
        <w:pStyle w:val="libFootnote"/>
      </w:pPr>
      <w:r>
        <w:t>14. Tabaqat al</w:t>
      </w:r>
      <w:r w:rsidR="008E1963">
        <w:t>-</w:t>
      </w:r>
      <w:r>
        <w:t>huffaz, 100.</w:t>
      </w:r>
    </w:p>
    <w:p w:rsidR="00D442CD" w:rsidRDefault="00D442CD" w:rsidP="00D442CD">
      <w:pPr>
        <w:pStyle w:val="libFootnote"/>
      </w:pPr>
      <w:r>
        <w:t>15. `Abd al</w:t>
      </w:r>
      <w:r w:rsidR="008E1963">
        <w:t>-</w:t>
      </w:r>
      <w:r>
        <w:t>Ghani al</w:t>
      </w:r>
      <w:r w:rsidR="008E1963">
        <w:t>-</w:t>
      </w:r>
      <w:r>
        <w:t>Maqdisi, al</w:t>
      </w:r>
      <w:r w:rsidR="008E1963">
        <w:t>-</w:t>
      </w:r>
      <w:r>
        <w:t>Kamal fi asma' al</w:t>
      </w:r>
      <w:r w:rsidR="008E1963">
        <w:t>-</w:t>
      </w:r>
      <w:r>
        <w:t>rijal, MS.</w:t>
      </w:r>
    </w:p>
    <w:p w:rsidR="00D442CD" w:rsidRDefault="00D442CD" w:rsidP="00D442CD">
      <w:pPr>
        <w:pStyle w:val="libFootnote"/>
      </w:pPr>
      <w:r>
        <w:t>16. Al</w:t>
      </w:r>
      <w:r w:rsidR="008E1963">
        <w:t>-</w:t>
      </w:r>
      <w:r>
        <w:t>Asqalani, Tahdhib al</w:t>
      </w:r>
      <w:r w:rsidR="008E1963">
        <w:t>-</w:t>
      </w:r>
      <w:r>
        <w:t>Tahdhib, iii, 245.</w:t>
      </w:r>
    </w:p>
    <w:p w:rsidR="00D442CD" w:rsidRDefault="00D442CD" w:rsidP="00D442CD">
      <w:pPr>
        <w:pStyle w:val="libFootnote"/>
      </w:pPr>
      <w:r>
        <w:t>17. Al</w:t>
      </w:r>
      <w:r w:rsidR="008E1963">
        <w:t>-</w:t>
      </w:r>
      <w:r>
        <w:t>Kashif, i, 215, and al</w:t>
      </w:r>
      <w:r w:rsidR="008E1963">
        <w:t>-</w:t>
      </w:r>
      <w:r>
        <w:t>lbar, i, 293.</w:t>
      </w:r>
    </w:p>
    <w:p w:rsidR="00D442CD" w:rsidRDefault="00D442CD" w:rsidP="00D442CD">
      <w:pPr>
        <w:pStyle w:val="libFootnote"/>
      </w:pPr>
      <w:r>
        <w:t>18. Al</w:t>
      </w:r>
      <w:r w:rsidR="008E1963">
        <w:t>-</w:t>
      </w:r>
      <w:r>
        <w:t>Mizzi, Tahdhib al</w:t>
      </w:r>
      <w:r w:rsidR="008E1963">
        <w:t>-</w:t>
      </w:r>
      <w:r>
        <w:t>Kamal, MS.</w:t>
      </w:r>
    </w:p>
    <w:p w:rsidR="00D442CD" w:rsidRDefault="00D442CD" w:rsidP="00D442CD">
      <w:pPr>
        <w:pStyle w:val="libFootnote"/>
      </w:pPr>
      <w:r>
        <w:t>19. Ibn Hajar, Tahdhib al</w:t>
      </w:r>
      <w:r w:rsidR="008E1963">
        <w:t>-</w:t>
      </w:r>
      <w:r>
        <w:t>Tahdhib, ii, 75, and Taqrib al</w:t>
      </w:r>
      <w:r w:rsidR="008E1963">
        <w:t>-</w:t>
      </w:r>
      <w:r>
        <w:t>Tahdhib, i, 127.</w:t>
      </w:r>
    </w:p>
    <w:p w:rsidR="00D442CD" w:rsidRDefault="00D442CD" w:rsidP="00D442CD">
      <w:pPr>
        <w:pStyle w:val="libFootnote"/>
      </w:pPr>
      <w:r>
        <w:t>20. Al</w:t>
      </w:r>
      <w:r w:rsidR="008E1963">
        <w:t>-</w:t>
      </w:r>
      <w:r>
        <w:t>Mizzi, Tahdhib al</w:t>
      </w:r>
      <w:r w:rsidR="008E1963">
        <w:t>-</w:t>
      </w:r>
      <w:r>
        <w:t>Kamal, MS.</w:t>
      </w:r>
    </w:p>
    <w:p w:rsidR="00D442CD" w:rsidRDefault="00D442CD" w:rsidP="00D442CD">
      <w:pPr>
        <w:pStyle w:val="libFootnote"/>
      </w:pPr>
      <w:r>
        <w:t>21. Al</w:t>
      </w:r>
      <w:r w:rsidR="008E1963">
        <w:t>-</w:t>
      </w:r>
      <w:r>
        <w:t>Dhahabi, Tadhkirat al</w:t>
      </w:r>
      <w:r w:rsidR="008E1963">
        <w:t>-</w:t>
      </w:r>
      <w:r>
        <w:t>huffaz, i, 323, al</w:t>
      </w:r>
      <w:r w:rsidR="008E1963">
        <w:t>-</w:t>
      </w:r>
      <w:r>
        <w:t>Kashif, i, 118, al</w:t>
      </w:r>
      <w:r w:rsidR="008E1963">
        <w:t>-</w:t>
      </w:r>
      <w:r>
        <w:t>lbar, i, 310.</w:t>
      </w:r>
    </w:p>
    <w:p w:rsidR="00D442CD" w:rsidRDefault="00D442CD" w:rsidP="00D442CD">
      <w:pPr>
        <w:pStyle w:val="libFootnote"/>
      </w:pPr>
      <w:r>
        <w:t>22. Al</w:t>
      </w:r>
      <w:r w:rsidR="008E1963">
        <w:t>-</w:t>
      </w:r>
      <w:r>
        <w:t>Asqalani, Tahdhib al</w:t>
      </w:r>
      <w:r w:rsidR="008E1963">
        <w:t>-</w:t>
      </w:r>
      <w:r>
        <w:t>Tahdhib, i, 275.</w:t>
      </w:r>
    </w:p>
    <w:p w:rsidR="00D442CD" w:rsidRDefault="00D442CD" w:rsidP="00D442CD">
      <w:pPr>
        <w:pStyle w:val="libFootnote"/>
      </w:pPr>
      <w:r>
        <w:t>23. Tabaqat al</w:t>
      </w:r>
      <w:r w:rsidR="008E1963">
        <w:t>-</w:t>
      </w:r>
      <w:r>
        <w:t>huffaz, 133.</w:t>
      </w:r>
    </w:p>
    <w:p w:rsidR="00D442CD" w:rsidRDefault="00D442CD" w:rsidP="00D442CD">
      <w:pPr>
        <w:pStyle w:val="libFootnote"/>
      </w:pPr>
      <w:r>
        <w:t>24. Al</w:t>
      </w:r>
      <w:r w:rsidR="008E1963">
        <w:t>-</w:t>
      </w:r>
      <w:r>
        <w:t>Dhahabi, Tahdhib al</w:t>
      </w:r>
      <w:r w:rsidR="008E1963">
        <w:t>-</w:t>
      </w:r>
      <w:r>
        <w:t>Tahdhib, MS.; Tadhkirat al</w:t>
      </w:r>
      <w:r w:rsidR="008E1963">
        <w:t>-</w:t>
      </w:r>
      <w:r>
        <w:t>huffaz, i, 315.</w:t>
      </w:r>
    </w:p>
    <w:p w:rsidR="00D442CD" w:rsidRDefault="00D442CD" w:rsidP="00D442CD">
      <w:pPr>
        <w:pStyle w:val="libFootnote"/>
      </w:pPr>
      <w:r>
        <w:t>25. Al</w:t>
      </w:r>
      <w:r w:rsidR="008E1963">
        <w:t>-</w:t>
      </w:r>
      <w:r>
        <w:t>Asqalani, Tahdhib al</w:t>
      </w:r>
      <w:r w:rsidR="008E1963">
        <w:t>-</w:t>
      </w:r>
      <w:r>
        <w:t>Tahdhib, vi, 56.</w:t>
      </w:r>
    </w:p>
    <w:p w:rsidR="00D442CD" w:rsidRDefault="00D442CD" w:rsidP="00D442CD">
      <w:pPr>
        <w:pStyle w:val="libFootnote"/>
      </w:pPr>
      <w:r>
        <w:t>26. Ibid., ii, 178.</w:t>
      </w:r>
    </w:p>
    <w:p w:rsidR="00D442CD" w:rsidRDefault="00D442CD" w:rsidP="00D442CD">
      <w:pPr>
        <w:pStyle w:val="libFootnote"/>
      </w:pPr>
      <w:r>
        <w:lastRenderedPageBreak/>
        <w:t>27. Ibid., viii, 63.</w:t>
      </w:r>
    </w:p>
    <w:p w:rsidR="00D442CD" w:rsidRDefault="00D442CD" w:rsidP="00D442CD">
      <w:pPr>
        <w:pStyle w:val="libFootnote"/>
      </w:pPr>
      <w:r>
        <w:t>28. Al</w:t>
      </w:r>
      <w:r w:rsidR="008E1963">
        <w:t>-</w:t>
      </w:r>
      <w:r>
        <w:t>Kashif, iii, 82.</w:t>
      </w:r>
    </w:p>
    <w:p w:rsidR="00D442CD" w:rsidRDefault="00D442CD" w:rsidP="00D442CD">
      <w:pPr>
        <w:pStyle w:val="libFootnote"/>
      </w:pPr>
      <w:r>
        <w:t>29. Tahdhib al</w:t>
      </w:r>
      <w:r w:rsidR="008E1963">
        <w:t>-</w:t>
      </w:r>
      <w:r>
        <w:t>Tahdhib, ii, 445.</w:t>
      </w:r>
    </w:p>
    <w:p w:rsidR="00D442CD" w:rsidRDefault="00D442CD" w:rsidP="00D442CD">
      <w:pPr>
        <w:pStyle w:val="libFootnote"/>
      </w:pPr>
      <w:r>
        <w:t>30. Ibid., iii, 329.</w:t>
      </w:r>
    </w:p>
    <w:p w:rsidR="00D442CD" w:rsidRDefault="00D442CD" w:rsidP="00D442CD">
      <w:pPr>
        <w:pStyle w:val="libFootnote"/>
      </w:pPr>
      <w:r>
        <w:t>31. Al</w:t>
      </w:r>
      <w:r w:rsidR="008E1963">
        <w:t>-</w:t>
      </w:r>
      <w:r>
        <w:t>Tabaqat, vi, 355.</w:t>
      </w:r>
    </w:p>
    <w:p w:rsidR="00D442CD" w:rsidRDefault="00D442CD" w:rsidP="00D442CD">
      <w:pPr>
        <w:pStyle w:val="libFootnote"/>
      </w:pPr>
      <w:r>
        <w:t>32. Tahdhib al</w:t>
      </w:r>
      <w:r w:rsidR="008E1963">
        <w:t>-</w:t>
      </w:r>
      <w:r>
        <w:t>Tahdhib, viii, 300.</w:t>
      </w:r>
    </w:p>
    <w:p w:rsidR="00D442CD" w:rsidRDefault="00D442CD" w:rsidP="00D442CD">
      <w:pPr>
        <w:pStyle w:val="libFootnote"/>
      </w:pPr>
      <w:r>
        <w:t>33. Ibid, vi, 413.</w:t>
      </w:r>
    </w:p>
    <w:p w:rsidR="00D442CD" w:rsidRDefault="00D442CD" w:rsidP="00D442CD">
      <w:pPr>
        <w:pStyle w:val="libFootnote"/>
      </w:pPr>
      <w:r>
        <w:t>34. Ibid., x, 230.</w:t>
      </w:r>
    </w:p>
    <w:p w:rsidR="00D442CD" w:rsidRDefault="00D442CD" w:rsidP="00D442CD">
      <w:pPr>
        <w:pStyle w:val="libFootnote"/>
      </w:pPr>
      <w:r>
        <w:t>35. Ibid., iii, 196.</w:t>
      </w:r>
    </w:p>
    <w:p w:rsidR="00D442CD" w:rsidRDefault="00D442CD" w:rsidP="00D442CD">
      <w:pPr>
        <w:pStyle w:val="libFootnote"/>
      </w:pPr>
      <w:r>
        <w:t>36. Ibid., ii, 128.</w:t>
      </w:r>
    </w:p>
    <w:p w:rsidR="00D442CD" w:rsidRDefault="00D442CD" w:rsidP="00D442CD">
      <w:pPr>
        <w:pStyle w:val="libFootnote"/>
      </w:pPr>
      <w:r>
        <w:t>37. Ibid, viii, 411.</w:t>
      </w:r>
    </w:p>
    <w:p w:rsidR="00D442CD" w:rsidRDefault="00D442CD" w:rsidP="00D442CD">
      <w:pPr>
        <w:pStyle w:val="libFootnote"/>
      </w:pPr>
      <w:r>
        <w:t>38. Ibid, vii, 382.</w:t>
      </w:r>
    </w:p>
    <w:p w:rsidR="00D442CD" w:rsidRDefault="00D442CD" w:rsidP="00D442CD">
      <w:pPr>
        <w:pStyle w:val="libFootnote"/>
      </w:pPr>
      <w:r>
        <w:t>39. Ibn Sa`d, al</w:t>
      </w:r>
      <w:r w:rsidR="008E1963">
        <w:t>-</w:t>
      </w:r>
      <w:r>
        <w:t>Tabaqat, vi, 388.</w:t>
      </w:r>
    </w:p>
    <w:p w:rsidR="00D442CD" w:rsidRDefault="00D442CD" w:rsidP="00D442CD">
      <w:pPr>
        <w:pStyle w:val="libFootnote"/>
      </w:pPr>
      <w:r>
        <w:t>40. Al</w:t>
      </w:r>
      <w:r w:rsidR="008E1963">
        <w:t>-</w:t>
      </w:r>
      <w:r>
        <w:t>Dhahabi, Tadhkirat al</w:t>
      </w:r>
      <w:r w:rsidR="008E1963">
        <w:t>-</w:t>
      </w:r>
      <w:r>
        <w:t>huffaz, 290.</w:t>
      </w:r>
    </w:p>
    <w:p w:rsidR="00D442CD" w:rsidRDefault="00D442CD" w:rsidP="00D442CD">
      <w:pPr>
        <w:pStyle w:val="libFootnote"/>
      </w:pPr>
      <w:r>
        <w:t>41. Al</w:t>
      </w:r>
      <w:r w:rsidR="008E1963">
        <w:t>-</w:t>
      </w:r>
      <w:r>
        <w:t>Khatib al</w:t>
      </w:r>
      <w:r w:rsidR="008E1963">
        <w:t>-</w:t>
      </w:r>
      <w:r>
        <w:t>Baghdadi, Ta'rikh Baghdad, xi, 356.</w:t>
      </w:r>
    </w:p>
    <w:p w:rsidR="00D442CD" w:rsidRDefault="00D442CD" w:rsidP="00D442CD">
      <w:pPr>
        <w:pStyle w:val="libFootnote"/>
      </w:pPr>
      <w:r>
        <w:t>42. Tahdhib al</w:t>
      </w:r>
      <w:r w:rsidR="008E1963">
        <w:t>-</w:t>
      </w:r>
      <w:r>
        <w:t>Tahdhib, vii, 288.</w:t>
      </w:r>
    </w:p>
    <w:p w:rsidR="00D442CD" w:rsidRDefault="00D442CD" w:rsidP="00D442CD">
      <w:pPr>
        <w:pStyle w:val="libFootnote"/>
      </w:pPr>
      <w:r>
        <w:t>43. Ibid., xi, 6.</w:t>
      </w:r>
    </w:p>
    <w:p w:rsidR="00D442CD" w:rsidRDefault="00D442CD" w:rsidP="00D442CD">
      <w:pPr>
        <w:pStyle w:val="libFootnote"/>
      </w:pPr>
      <w:r>
        <w:t>44. Al</w:t>
      </w:r>
      <w:r w:rsidR="008E1963">
        <w:t>-</w:t>
      </w:r>
      <w:r>
        <w:t>Dhahabi, al</w:t>
      </w:r>
      <w:r w:rsidR="008E1963">
        <w:t>-</w:t>
      </w:r>
      <w:r>
        <w:t>Kashif, ii, 214 and Mizan al</w:t>
      </w:r>
      <w:r w:rsidR="008E1963">
        <w:t>-</w:t>
      </w:r>
      <w:r>
        <w:t>I`tidal, iv, 284.</w:t>
      </w:r>
    </w:p>
    <w:p w:rsidR="00D442CD" w:rsidRDefault="00D442CD" w:rsidP="00D442CD">
      <w:pPr>
        <w:pStyle w:val="libFootnote"/>
      </w:pPr>
      <w:r>
        <w:t>45. Ibid., vi, 331; Ibn Hajar, Ta`jil al</w:t>
      </w:r>
      <w:r w:rsidR="008E1963">
        <w:t>-</w:t>
      </w:r>
      <w:r>
        <w:t>­manfa`ah, 301.</w:t>
      </w:r>
    </w:p>
    <w:p w:rsidR="00D442CD" w:rsidRDefault="00D442CD" w:rsidP="00D442CD">
      <w:pPr>
        <w:pStyle w:val="libFootnote"/>
      </w:pPr>
      <w:r>
        <w:t>46. Tahdhib al</w:t>
      </w:r>
      <w:r w:rsidR="008E1963">
        <w:t>-</w:t>
      </w:r>
      <w:r>
        <w:t>Tahdhib, vii, 155.</w:t>
      </w:r>
    </w:p>
    <w:p w:rsidR="00D442CD" w:rsidRDefault="00D442CD" w:rsidP="00D442CD">
      <w:pPr>
        <w:pStyle w:val="libFootnote"/>
      </w:pPr>
      <w:r>
        <w:t>47. Ibid, iii, 406.</w:t>
      </w:r>
    </w:p>
    <w:p w:rsidR="00D442CD" w:rsidRDefault="00D442CD" w:rsidP="000D3C43">
      <w:pPr>
        <w:pStyle w:val="libNormal"/>
      </w:pPr>
      <w:r>
        <w:br w:type="page"/>
      </w:r>
    </w:p>
    <w:p w:rsidR="00D442CD" w:rsidRDefault="00D442CD" w:rsidP="000D3C43">
      <w:pPr>
        <w:pStyle w:val="Heading1Center"/>
      </w:pPr>
      <w:bookmarkStart w:id="120" w:name="_Toc484431544"/>
      <w:r>
        <w:lastRenderedPageBreak/>
        <w:t>Narrators of Hadith al</w:t>
      </w:r>
      <w:r w:rsidR="008E1963">
        <w:t>-</w:t>
      </w:r>
      <w:r>
        <w:t>Thaqalayn of Third</w:t>
      </w:r>
      <w:r w:rsidR="008E1963">
        <w:t>-</w:t>
      </w:r>
      <w:r>
        <w:t xml:space="preserve"> Ninth Century</w:t>
      </w:r>
      <w:bookmarkEnd w:id="120"/>
    </w:p>
    <w:p w:rsidR="00D442CD" w:rsidRDefault="00D442CD" w:rsidP="00941CD7">
      <w:pPr>
        <w:pStyle w:val="Heading2Center"/>
      </w:pPr>
      <w:bookmarkStart w:id="121" w:name="_Toc484431545"/>
      <w:r>
        <w:t>95. Muhammad ibn ‘Abd Allah Abu Ahmad al</w:t>
      </w:r>
      <w:r w:rsidR="008E1963">
        <w:t>-</w:t>
      </w:r>
      <w:r>
        <w:t>Zubayri al</w:t>
      </w:r>
      <w:r w:rsidR="008E1963">
        <w:t>-</w:t>
      </w:r>
      <w:r>
        <w:t>Habbal al</w:t>
      </w:r>
      <w:r w:rsidR="008E1963">
        <w:t>-</w:t>
      </w:r>
      <w:r>
        <w:t>Kufi (d. 203/818).</w:t>
      </w:r>
      <w:bookmarkEnd w:id="121"/>
    </w:p>
    <w:p w:rsidR="000D3C43" w:rsidRDefault="00D442CD" w:rsidP="00D442CD">
      <w:pPr>
        <w:pStyle w:val="libNormal"/>
      </w:pPr>
      <w:r>
        <w:t>In Musnad Ahmad (v, 189) from him, from Sharik, from al</w:t>
      </w:r>
      <w:r w:rsidR="008E1963">
        <w:t>-</w:t>
      </w:r>
      <w:r>
        <w:t>Rukayn, from al</w:t>
      </w:r>
      <w:r w:rsidR="008E1963">
        <w:t>-</w:t>
      </w:r>
      <w:r>
        <w:t>Qasim ibn Hassan from Zayd ibn Thabit. Tawthiq by Ibn Mu’in and al</w:t>
      </w:r>
      <w:r w:rsidR="008E1963">
        <w:t>-</w:t>
      </w:r>
      <w:r>
        <w:t xml:space="preserve">’Ijli. </w:t>
      </w:r>
      <w:r w:rsidRPr="00EB3D61">
        <w:rPr>
          <w:rStyle w:val="libFootnotenumChar"/>
        </w:rPr>
        <w:t>1</w:t>
      </w:r>
    </w:p>
    <w:p w:rsidR="00D442CD" w:rsidRDefault="00D442CD" w:rsidP="00941CD7">
      <w:pPr>
        <w:pStyle w:val="Heading2Center"/>
      </w:pPr>
      <w:bookmarkStart w:id="122" w:name="_Toc484431546"/>
      <w:r>
        <w:t>96. Abu ‘Amir ‘Abd al</w:t>
      </w:r>
      <w:r w:rsidR="008E1963">
        <w:t>-</w:t>
      </w:r>
      <w:r>
        <w:t>Malik ibn ‘Amr ibn Qays al</w:t>
      </w:r>
      <w:r w:rsidR="008E1963">
        <w:t>-</w:t>
      </w:r>
      <w:r>
        <w:t>Aqadi al</w:t>
      </w:r>
      <w:r w:rsidR="008E1963">
        <w:t>-</w:t>
      </w:r>
      <w:r>
        <w:t>Basri (d. 204/819).</w:t>
      </w:r>
      <w:bookmarkEnd w:id="122"/>
    </w:p>
    <w:p w:rsidR="000D3C43" w:rsidRDefault="00D442CD" w:rsidP="00D442CD">
      <w:pPr>
        <w:pStyle w:val="libNormal"/>
      </w:pPr>
      <w:r>
        <w:t>In Ibn al</w:t>
      </w:r>
      <w:r w:rsidR="008E1963">
        <w:t>-</w:t>
      </w:r>
      <w:r>
        <w:t>Maghazili (al</w:t>
      </w:r>
      <w:r w:rsidR="008E1963">
        <w:t>-</w:t>
      </w:r>
      <w:r>
        <w:t>Manaqib), from him, from Muhammad ibn Talhah, from al</w:t>
      </w:r>
      <w:r w:rsidR="008E1963">
        <w:t>-</w:t>
      </w:r>
      <w:r>
        <w:t>A’mash, from ‘Atiyyah, from Abu Sa’id al</w:t>
      </w:r>
      <w:r w:rsidR="008E1963">
        <w:t>-</w:t>
      </w:r>
      <w:r>
        <w:t>Khudri. Tawthiq by Ibn Mu’in, al</w:t>
      </w:r>
      <w:r w:rsidR="008E1963">
        <w:t>-</w:t>
      </w:r>
      <w:r>
        <w:t>Nasa'i, Ibn Sa’d, ‘Uthman al</w:t>
      </w:r>
      <w:r w:rsidR="008E1963">
        <w:t>-</w:t>
      </w:r>
      <w:r>
        <w:t xml:space="preserve">Darimi, Abu Hatim and Ibn Hajar. </w:t>
      </w:r>
      <w:r w:rsidRPr="00EB3D61">
        <w:rPr>
          <w:rStyle w:val="libFootnotenumChar"/>
        </w:rPr>
        <w:t>2</w:t>
      </w:r>
    </w:p>
    <w:p w:rsidR="00D442CD" w:rsidRDefault="00D442CD" w:rsidP="00941CD7">
      <w:pPr>
        <w:pStyle w:val="Heading2Center"/>
      </w:pPr>
      <w:bookmarkStart w:id="123" w:name="_Toc484431547"/>
      <w:r>
        <w:t>97. Ja’far ibn ‘Awn al</w:t>
      </w:r>
      <w:r w:rsidR="008E1963">
        <w:t>-</w:t>
      </w:r>
      <w:r>
        <w:t>Makhzumi al</w:t>
      </w:r>
      <w:r w:rsidR="008E1963">
        <w:t>-</w:t>
      </w:r>
      <w:r>
        <w:t>Kufi (d. 206/821).</w:t>
      </w:r>
      <w:bookmarkEnd w:id="123"/>
    </w:p>
    <w:p w:rsidR="000D3C43" w:rsidRDefault="00D442CD" w:rsidP="00D442CD">
      <w:pPr>
        <w:pStyle w:val="libNormal"/>
      </w:pPr>
      <w:r>
        <w:t>In ‘Abd ibn Hamid al</w:t>
      </w:r>
      <w:r w:rsidR="008E1963">
        <w:t>-</w:t>
      </w:r>
      <w:r>
        <w:t>Kashshi (Musnad, MS. 894, F.40, Ayasofia Library), al</w:t>
      </w:r>
      <w:r w:rsidR="008E1963">
        <w:t>-</w:t>
      </w:r>
      <w:r>
        <w:t>Darimi (Sunan, x, 113), al</w:t>
      </w:r>
      <w:r w:rsidR="008E1963">
        <w:t>-</w:t>
      </w:r>
      <w:r>
        <w:t>Bayhaqi (Sunan, ii, 148, vii, 30) and others, from him, from Abu Hayyan al</w:t>
      </w:r>
      <w:r w:rsidR="008E1963">
        <w:t>-</w:t>
      </w:r>
      <w:r>
        <w:t>Taymi. Tawthiq by Ibn Mu’in, Ibn Sa’d and Ibn Qani’. Mentioned by Ibn Hibban in al</w:t>
      </w:r>
      <w:r w:rsidR="008E1963">
        <w:t>-</w:t>
      </w:r>
      <w:r>
        <w:t xml:space="preserve">Thiqat. </w:t>
      </w:r>
      <w:r w:rsidRPr="00EB3D61">
        <w:rPr>
          <w:rStyle w:val="libFootnotenumChar"/>
        </w:rPr>
        <w:t>3</w:t>
      </w:r>
    </w:p>
    <w:p w:rsidR="00D442CD" w:rsidRDefault="00D442CD" w:rsidP="00941CD7">
      <w:pPr>
        <w:pStyle w:val="Heading2Center"/>
      </w:pPr>
      <w:bookmarkStart w:id="124" w:name="_Toc484431548"/>
      <w:r>
        <w:t>98. Yazid ibn Harun al</w:t>
      </w:r>
      <w:r w:rsidR="008E1963">
        <w:t>-</w:t>
      </w:r>
      <w:r>
        <w:t>Wasiti (d. 206/821).</w:t>
      </w:r>
      <w:bookmarkEnd w:id="124"/>
    </w:p>
    <w:p w:rsidR="000D3C43" w:rsidRDefault="00D442CD" w:rsidP="00D442CD">
      <w:pPr>
        <w:pStyle w:val="libNormal"/>
      </w:pPr>
      <w:r>
        <w:t>In al</w:t>
      </w:r>
      <w:r w:rsidR="008E1963">
        <w:t>-</w:t>
      </w:r>
      <w:r>
        <w:t>Muhamili (al</w:t>
      </w:r>
      <w:r w:rsidR="008E1963">
        <w:t>-</w:t>
      </w:r>
      <w:r>
        <w:t>Amali, MS. F.38), from him, from Zakariyya ibn Abi Za'idah. Tawthiq by Ibn al</w:t>
      </w:r>
      <w:r w:rsidR="008E1963">
        <w:t>-</w:t>
      </w:r>
      <w:r>
        <w:t>Madini, Ibn Mu’in, al</w:t>
      </w:r>
      <w:r w:rsidR="008E1963">
        <w:t>-</w:t>
      </w:r>
      <w:r>
        <w:t xml:space="preserve">’Ijli, Abu Hatim, Ya’qub ibn Shaybah and Ibn Qani’. </w:t>
      </w:r>
      <w:r w:rsidRPr="00EB3D61">
        <w:rPr>
          <w:rStyle w:val="libFootnotenumChar"/>
        </w:rPr>
        <w:t>4</w:t>
      </w:r>
    </w:p>
    <w:p w:rsidR="00D442CD" w:rsidRDefault="00D442CD" w:rsidP="00941CD7">
      <w:pPr>
        <w:pStyle w:val="Heading2Center"/>
      </w:pPr>
      <w:bookmarkStart w:id="125" w:name="_Toc484431549"/>
      <w:r>
        <w:t>99. Al</w:t>
      </w:r>
      <w:r w:rsidR="008E1963">
        <w:t>-</w:t>
      </w:r>
      <w:r>
        <w:t>Aswad ibn ‘Amir Shadhan al</w:t>
      </w:r>
      <w:r w:rsidR="008E1963">
        <w:t>-</w:t>
      </w:r>
      <w:r>
        <w:t>Wasiti (d. 205/820).</w:t>
      </w:r>
      <w:bookmarkEnd w:id="125"/>
    </w:p>
    <w:p w:rsidR="000D3C43" w:rsidRDefault="00D442CD" w:rsidP="00D442CD">
      <w:pPr>
        <w:pStyle w:val="libNormal"/>
      </w:pPr>
      <w:r>
        <w:t>In Musnad Ahmad (iv, 371) from him, from Isra'il ibn ‘Uthman, from ‘Ali ibn Rabi’ah from Zayd ibn Arqam. Tawthiq by Ibn al</w:t>
      </w:r>
      <w:r w:rsidR="008E1963">
        <w:t>-</w:t>
      </w:r>
      <w:r>
        <w:t>Madini, Ibn Hajar and al</w:t>
      </w:r>
      <w:r w:rsidR="008E1963">
        <w:t>-</w:t>
      </w:r>
      <w:r>
        <w:t>Suyuti. Mentioned by Ibn Hibban in al</w:t>
      </w:r>
      <w:r w:rsidR="008E1963">
        <w:t>-</w:t>
      </w:r>
      <w:r>
        <w:t xml:space="preserve">Thiqat. </w:t>
      </w:r>
      <w:r w:rsidRPr="00EB3D61">
        <w:rPr>
          <w:rStyle w:val="libFootnotenumChar"/>
        </w:rPr>
        <w:t>5</w:t>
      </w:r>
    </w:p>
    <w:p w:rsidR="00D442CD" w:rsidRDefault="00D442CD" w:rsidP="00941CD7">
      <w:pPr>
        <w:pStyle w:val="Heading2Center"/>
      </w:pPr>
      <w:bookmarkStart w:id="126" w:name="_Toc484431550"/>
      <w:r>
        <w:t>100. Ya’la ibn 'Ubayd al</w:t>
      </w:r>
      <w:r w:rsidR="008E1963">
        <w:t>-</w:t>
      </w:r>
      <w:r>
        <w:t>Tanafisi (d. 209/824).</w:t>
      </w:r>
      <w:bookmarkEnd w:id="126"/>
    </w:p>
    <w:p w:rsidR="000D3C43" w:rsidRDefault="00D442CD" w:rsidP="00D442CD">
      <w:pPr>
        <w:pStyle w:val="libNormal"/>
      </w:pPr>
      <w:r>
        <w:t>In al</w:t>
      </w:r>
      <w:r w:rsidR="008E1963">
        <w:t>-</w:t>
      </w:r>
      <w:r>
        <w:t>Bayhaqi (Sunan, x, 113), from him, from Abu Hayyan al</w:t>
      </w:r>
      <w:r w:rsidR="008E1963">
        <w:t>-</w:t>
      </w:r>
      <w:r>
        <w:t>Taymi from Zayd ibn Arqam. Tawthiq and tasdiq by Ibn Mu’in and Abu Hatim. Mentioned by Ibn Hibban in al</w:t>
      </w:r>
      <w:r w:rsidR="008E1963">
        <w:t>-</w:t>
      </w:r>
      <w:r>
        <w:t xml:space="preserve">Thiqat. </w:t>
      </w:r>
      <w:r w:rsidRPr="00EB3D61">
        <w:rPr>
          <w:rStyle w:val="libFootnotenumChar"/>
        </w:rPr>
        <w:t>6</w:t>
      </w:r>
    </w:p>
    <w:p w:rsidR="00D442CD" w:rsidRDefault="00D442CD" w:rsidP="00941CD7">
      <w:pPr>
        <w:pStyle w:val="Heading2Center"/>
      </w:pPr>
      <w:bookmarkStart w:id="127" w:name="_Toc484431551"/>
      <w:r>
        <w:t>101. ‘Ubayd Allah ibn Musa al</w:t>
      </w:r>
      <w:r w:rsidR="008E1963">
        <w:t>-</w:t>
      </w:r>
      <w:r>
        <w:t>Absi al</w:t>
      </w:r>
      <w:r w:rsidR="008E1963">
        <w:t>-</w:t>
      </w:r>
      <w:r>
        <w:t>Kufi (d. 213/828).</w:t>
      </w:r>
      <w:bookmarkEnd w:id="127"/>
    </w:p>
    <w:p w:rsidR="000D3C43" w:rsidRDefault="00D442CD" w:rsidP="00D442CD">
      <w:pPr>
        <w:pStyle w:val="libNormal"/>
      </w:pPr>
      <w:r>
        <w:t>In al</w:t>
      </w:r>
      <w:r w:rsidR="008E1963">
        <w:t>-</w:t>
      </w:r>
      <w:r>
        <w:t>Bazzaz, al</w:t>
      </w:r>
      <w:r w:rsidR="008E1963">
        <w:t>-</w:t>
      </w:r>
      <w:r>
        <w:t>Fasawi (al</w:t>
      </w:r>
      <w:r w:rsidR="008E1963">
        <w:t>-</w:t>
      </w:r>
      <w:r>
        <w:t>Ma’rifah wa al</w:t>
      </w:r>
      <w:r w:rsidR="008E1963">
        <w:t>-</w:t>
      </w:r>
      <w:r>
        <w:t>ta'rikh, i, 536), Abu Bakr al</w:t>
      </w:r>
      <w:r w:rsidR="008E1963">
        <w:t>-</w:t>
      </w:r>
      <w:r>
        <w:t>Ji’abi (Kitab al</w:t>
      </w:r>
      <w:r w:rsidR="008E1963">
        <w:t>-</w:t>
      </w:r>
      <w:r>
        <w:t>Talibiyyin), al</w:t>
      </w:r>
      <w:r w:rsidR="008E1963">
        <w:t>-</w:t>
      </w:r>
      <w:r>
        <w:t>Sakhawi (al</w:t>
      </w:r>
      <w:r w:rsidR="008E1963">
        <w:t>-</w:t>
      </w:r>
      <w:r>
        <w:t>Istijlab, MS. F.24), al</w:t>
      </w:r>
      <w:r w:rsidR="008E1963">
        <w:t>-</w:t>
      </w:r>
      <w:r>
        <w:t>Samhudi (Jawahir al</w:t>
      </w:r>
      <w:r w:rsidR="008E1963">
        <w:t>-</w:t>
      </w:r>
      <w:r>
        <w:t>’iqdayn, ii, F.87), from him, from his father, Isra'il ibn Yunus and Sharik ibn ‘Abd Allah from Abu Isra'il and Fudayl ibn Marzuq. Tawthiq by Ibn Sa’d, al</w:t>
      </w:r>
      <w:r w:rsidR="008E1963">
        <w:t>-</w:t>
      </w:r>
      <w:r>
        <w:t>Dhahabi, al</w:t>
      </w:r>
      <w:r w:rsidR="008E1963">
        <w:t>-</w:t>
      </w:r>
      <w:r>
        <w:t>Jazari, Ibn Mu’in, al</w:t>
      </w:r>
      <w:r w:rsidR="008E1963">
        <w:t>-</w:t>
      </w:r>
      <w:r>
        <w:t>Qadi Asad, Abu Hatim, al</w:t>
      </w:r>
      <w:r w:rsidR="008E1963">
        <w:t>-</w:t>
      </w:r>
      <w:r>
        <w:t xml:space="preserve">’Ijli and Ibn ‘Adi. </w:t>
      </w:r>
      <w:r w:rsidRPr="00EB3D61">
        <w:rPr>
          <w:rStyle w:val="libFootnotenumChar"/>
        </w:rPr>
        <w:t>7</w:t>
      </w:r>
    </w:p>
    <w:p w:rsidR="00D442CD" w:rsidRDefault="00D442CD" w:rsidP="00941CD7">
      <w:pPr>
        <w:pStyle w:val="Heading2Center"/>
      </w:pPr>
      <w:bookmarkStart w:id="128" w:name="_Toc484431552"/>
      <w:r>
        <w:t>102. Talid ibn Sulayman al</w:t>
      </w:r>
      <w:r w:rsidR="008E1963">
        <w:t>-</w:t>
      </w:r>
      <w:r>
        <w:t>Muharibi al</w:t>
      </w:r>
      <w:r w:rsidR="008E1963">
        <w:t>-</w:t>
      </w:r>
      <w:r>
        <w:t>Kufi.</w:t>
      </w:r>
      <w:bookmarkEnd w:id="128"/>
    </w:p>
    <w:p w:rsidR="000D3C43" w:rsidRDefault="00D442CD" w:rsidP="00D442CD">
      <w:pPr>
        <w:pStyle w:val="libNormal"/>
      </w:pPr>
      <w:r>
        <w:t>In Ahmad ibn Hanbal's al</w:t>
      </w:r>
      <w:r w:rsidR="008E1963">
        <w:t>-</w:t>
      </w:r>
      <w:r>
        <w:t>Fada'il, ‘Abd Allah ibn Ahmad ibn Hanbal, from Isma’il ibn Musa ibn bint al</w:t>
      </w:r>
      <w:r w:rsidR="008E1963">
        <w:t>-</w:t>
      </w:r>
      <w:r>
        <w:t>Sadi, from him, from Abu al</w:t>
      </w:r>
      <w:r w:rsidR="008E1963">
        <w:t>-</w:t>
      </w:r>
      <w:r>
        <w:t>Jahhaf, from ‘Atiyyah from Abu Sa’id al</w:t>
      </w:r>
      <w:r w:rsidR="008E1963">
        <w:t>-</w:t>
      </w:r>
      <w:r>
        <w:t>Khudri.</w:t>
      </w:r>
    </w:p>
    <w:p w:rsidR="00D442CD" w:rsidRDefault="00D442CD" w:rsidP="00941CD7">
      <w:pPr>
        <w:pStyle w:val="Heading2Center"/>
      </w:pPr>
      <w:bookmarkStart w:id="129" w:name="_Toc484431553"/>
      <w:r>
        <w:lastRenderedPageBreak/>
        <w:t>103. Hashim ibn al</w:t>
      </w:r>
      <w:r w:rsidR="008E1963">
        <w:t>-</w:t>
      </w:r>
      <w:r>
        <w:t>Qasim Abu al</w:t>
      </w:r>
      <w:r w:rsidR="008E1963">
        <w:t>-</w:t>
      </w:r>
      <w:r>
        <w:t>Nasr (Nadr) al</w:t>
      </w:r>
      <w:r w:rsidR="008E1963">
        <w:t>-</w:t>
      </w:r>
      <w:r>
        <w:t>Kinani al</w:t>
      </w:r>
      <w:r w:rsidR="008E1963">
        <w:t>-</w:t>
      </w:r>
      <w:r>
        <w:t>Baghdadi (d. 207/822).</w:t>
      </w:r>
      <w:bookmarkEnd w:id="129"/>
    </w:p>
    <w:p w:rsidR="000D3C43" w:rsidRDefault="00D442CD" w:rsidP="00D442CD">
      <w:pPr>
        <w:pStyle w:val="libNormal"/>
      </w:pPr>
      <w:r>
        <w:t>In Ibn Sa’d (al</w:t>
      </w:r>
      <w:r w:rsidR="008E1963">
        <w:t>-</w:t>
      </w:r>
      <w:r>
        <w:t>Tabaqat, ii,194) from him, from Muhammad ibn Talhah, from al</w:t>
      </w:r>
      <w:r w:rsidR="008E1963">
        <w:t>-</w:t>
      </w:r>
      <w:r>
        <w:t>A’mash, from ‘Atiyyah, from Abu Sa’id. Tawthiq by Ibn Sa’d, Ibn Mu’in and al</w:t>
      </w:r>
      <w:r w:rsidR="008E1963">
        <w:t>-</w:t>
      </w:r>
      <w:r>
        <w:t xml:space="preserve">’Ijli. </w:t>
      </w:r>
      <w:r w:rsidRPr="00EB3D61">
        <w:rPr>
          <w:rStyle w:val="libFootnotenumChar"/>
        </w:rPr>
        <w:t>8</w:t>
      </w:r>
    </w:p>
    <w:p w:rsidR="00D442CD" w:rsidRDefault="00D442CD" w:rsidP="00941CD7">
      <w:pPr>
        <w:pStyle w:val="Heading2Center"/>
      </w:pPr>
      <w:bookmarkStart w:id="130" w:name="_Toc484431554"/>
      <w:r>
        <w:t>104. Yahya ibn Hammad ibn Abi Ziyad al</w:t>
      </w:r>
      <w:r w:rsidR="008E1963">
        <w:t>-</w:t>
      </w:r>
      <w:r>
        <w:t>Shaybani al</w:t>
      </w:r>
      <w:r w:rsidR="008E1963">
        <w:t>-</w:t>
      </w:r>
      <w:r>
        <w:t>Basri (d. 215/830).</w:t>
      </w:r>
      <w:bookmarkEnd w:id="130"/>
    </w:p>
    <w:p w:rsidR="000D3C43" w:rsidRDefault="00D442CD" w:rsidP="00D442CD">
      <w:pPr>
        <w:pStyle w:val="libNormal"/>
      </w:pPr>
      <w:r>
        <w:t>In al</w:t>
      </w:r>
      <w:r w:rsidR="008E1963">
        <w:t>-</w:t>
      </w:r>
      <w:r>
        <w:t>Nasa'i (al</w:t>
      </w:r>
      <w:r w:rsidR="008E1963">
        <w:t>-</w:t>
      </w:r>
      <w:r>
        <w:t>Khasa'is), al</w:t>
      </w:r>
      <w:r w:rsidR="008E1963">
        <w:t>-</w:t>
      </w:r>
      <w:r>
        <w:t>Hakim (al</w:t>
      </w:r>
      <w:r w:rsidR="008E1963">
        <w:t>-</w:t>
      </w:r>
      <w:r>
        <w:t>Mustadrak), and al</w:t>
      </w:r>
      <w:r w:rsidR="008E1963">
        <w:t>-</w:t>
      </w:r>
      <w:r>
        <w:t>Khwarazmi (al</w:t>
      </w:r>
      <w:r w:rsidR="008E1963">
        <w:t>-</w:t>
      </w:r>
      <w:r>
        <w:t>Manaqib), from Muhammad ibn al</w:t>
      </w:r>
      <w:r w:rsidR="008E1963">
        <w:t>-</w:t>
      </w:r>
      <w:r>
        <w:t>Muthanna, from him, Abu ‘Awanah, from Sulayman, from Habib ibn Abi Thabit, from Abu al</w:t>
      </w:r>
      <w:r w:rsidR="008E1963">
        <w:t>-</w:t>
      </w:r>
      <w:r>
        <w:t xml:space="preserve">Tufayl, from Zayd ibn Arqam. Tawthiq by Ibn Sa’d, </w:t>
      </w:r>
      <w:r w:rsidRPr="00EB3D61">
        <w:rPr>
          <w:rStyle w:val="libFootnotenumChar"/>
        </w:rPr>
        <w:t>9</w:t>
      </w:r>
      <w:r>
        <w:t xml:space="preserve"> Abu Hatim, al</w:t>
      </w:r>
      <w:r w:rsidR="008E1963">
        <w:t>-</w:t>
      </w:r>
      <w:r>
        <w:t xml:space="preserve">Dhahabi and Ibn Hajar. </w:t>
      </w:r>
      <w:r w:rsidRPr="00EB3D61">
        <w:rPr>
          <w:rStyle w:val="libFootnotenumChar"/>
        </w:rPr>
        <w:t>10</w:t>
      </w:r>
    </w:p>
    <w:p w:rsidR="00D442CD" w:rsidRDefault="00D442CD" w:rsidP="00941CD7">
      <w:pPr>
        <w:pStyle w:val="Heading2Center"/>
      </w:pPr>
      <w:bookmarkStart w:id="131" w:name="_Toc484431555"/>
      <w:r>
        <w:t>105. Abu Ghassan al</w:t>
      </w:r>
      <w:r w:rsidR="008E1963">
        <w:t>-</w:t>
      </w:r>
      <w:r>
        <w:t>Nahdi Malik ibn Isma’il al</w:t>
      </w:r>
      <w:r w:rsidR="008E1963">
        <w:t>-</w:t>
      </w:r>
      <w:r>
        <w:t>Kufi (d. 219/834).</w:t>
      </w:r>
      <w:bookmarkEnd w:id="131"/>
    </w:p>
    <w:p w:rsidR="000D3C43" w:rsidRDefault="00D442CD" w:rsidP="00D442CD">
      <w:pPr>
        <w:pStyle w:val="libNormal"/>
      </w:pPr>
      <w:r>
        <w:t>In al</w:t>
      </w:r>
      <w:r w:rsidR="008E1963">
        <w:t>-</w:t>
      </w:r>
      <w:r>
        <w:t>Tahtawi (Mushkil al</w:t>
      </w:r>
      <w:r w:rsidR="008E1963">
        <w:t>-</w:t>
      </w:r>
      <w:r>
        <w:t>athar, iv, 268), from Fahd ibn Sulayman, from him, from Israz ibn Yunus al</w:t>
      </w:r>
      <w:r w:rsidR="008E1963">
        <w:t>-</w:t>
      </w:r>
      <w:r>
        <w:t>Sabis. Tawthiq by Ya'qub ibn Shaybah, Ibn Numayr, Abu Hatim and al</w:t>
      </w:r>
      <w:r w:rsidR="008E1963">
        <w:t>-</w:t>
      </w:r>
      <w:r>
        <w:t>Nasa'i. Mentioned in al</w:t>
      </w:r>
      <w:r w:rsidR="008E1963">
        <w:t>-</w:t>
      </w:r>
      <w:r>
        <w:t xml:space="preserve">Thiqat by Ibn Hibban. </w:t>
      </w:r>
      <w:r w:rsidRPr="00EB3D61">
        <w:rPr>
          <w:rStyle w:val="libFootnotenumChar"/>
        </w:rPr>
        <w:t>11</w:t>
      </w:r>
    </w:p>
    <w:p w:rsidR="00D442CD" w:rsidRDefault="00D442CD" w:rsidP="00941CD7">
      <w:pPr>
        <w:pStyle w:val="Heading2Center"/>
      </w:pPr>
      <w:bookmarkStart w:id="132" w:name="_Toc484431556"/>
      <w:r>
        <w:t>106. Muhammad ibn Sa’id ibn Sulayman ibn al</w:t>
      </w:r>
      <w:r w:rsidR="008E1963">
        <w:t>-</w:t>
      </w:r>
      <w:r>
        <w:t>Isfahani (d. 220/835).</w:t>
      </w:r>
      <w:bookmarkEnd w:id="132"/>
    </w:p>
    <w:p w:rsidR="000D3C43" w:rsidRDefault="00D442CD" w:rsidP="00D442CD">
      <w:pPr>
        <w:pStyle w:val="libNormal"/>
      </w:pPr>
      <w:r>
        <w:t>In al</w:t>
      </w:r>
      <w:r w:rsidR="008E1963">
        <w:t>-</w:t>
      </w:r>
      <w:r>
        <w:t>’Uqayli (al</w:t>
      </w:r>
      <w:r w:rsidR="008E1963">
        <w:t>-</w:t>
      </w:r>
      <w:r>
        <w:t>du’afa', vi, MS. F.104) from Muhammad ibn Isma’il, from him, from Hatim ibn Isma’il, from Ja’far ibn Muhammad (A), from his father (A), from Jabir. Tawthiq by al</w:t>
      </w:r>
      <w:r w:rsidR="008E1963">
        <w:t>-</w:t>
      </w:r>
      <w:r>
        <w:t>Nasa'i, mentioned by Ibn Hibban in al</w:t>
      </w:r>
      <w:r w:rsidR="008E1963">
        <w:t>-</w:t>
      </w:r>
      <w:r>
        <w:t xml:space="preserve">Thiqat. </w:t>
      </w:r>
      <w:r w:rsidRPr="00EB3D61">
        <w:rPr>
          <w:rStyle w:val="libFootnotenumChar"/>
        </w:rPr>
        <w:t>12</w:t>
      </w:r>
    </w:p>
    <w:p w:rsidR="00D442CD" w:rsidRDefault="00D442CD" w:rsidP="00941CD7">
      <w:pPr>
        <w:pStyle w:val="Heading2Center"/>
      </w:pPr>
      <w:bookmarkStart w:id="133" w:name="_Toc484431557"/>
      <w:r>
        <w:t>107. Muhammad ibn Kathir al</w:t>
      </w:r>
      <w:r w:rsidR="008E1963">
        <w:t>-</w:t>
      </w:r>
      <w:r>
        <w:t>Abdi al</w:t>
      </w:r>
      <w:r w:rsidR="008E1963">
        <w:t>-</w:t>
      </w:r>
      <w:r>
        <w:t>Basri (d. 223/837)</w:t>
      </w:r>
      <w:bookmarkEnd w:id="133"/>
    </w:p>
    <w:p w:rsidR="000D3C43" w:rsidRDefault="00D442CD" w:rsidP="00D442CD">
      <w:pPr>
        <w:pStyle w:val="libNormal"/>
      </w:pPr>
      <w:r>
        <w:t>In al</w:t>
      </w:r>
      <w:r w:rsidR="008E1963">
        <w:t>-</w:t>
      </w:r>
      <w:r>
        <w:t>Samhudi (Jawahir al</w:t>
      </w:r>
      <w:r w:rsidR="008E1963">
        <w:t>-</w:t>
      </w:r>
      <w:r>
        <w:t>’iqdayn, ii, MS. F.86) and al</w:t>
      </w:r>
      <w:r w:rsidR="008E1963">
        <w:t>-</w:t>
      </w:r>
      <w:r>
        <w:t>Sakhawi (al</w:t>
      </w:r>
      <w:r w:rsidR="008E1963">
        <w:t>-</w:t>
      </w:r>
      <w:r>
        <w:t>Istijlab, MS. F.22), from him, from Fitr ibn Khalifah and Abu al</w:t>
      </w:r>
      <w:r w:rsidR="008E1963">
        <w:t>-</w:t>
      </w:r>
      <w:r>
        <w:t>Jarud, from Abu al</w:t>
      </w:r>
      <w:r w:rsidR="008E1963">
        <w:t>-</w:t>
      </w:r>
      <w:r>
        <w:t>Tufayl. Tawthiq by Ahmad ibn Hanbal and Abu Hatim. Mentioned by Ibn Hibban in al</w:t>
      </w:r>
      <w:r w:rsidR="008E1963">
        <w:t>-</w:t>
      </w:r>
      <w:r>
        <w:t xml:space="preserve">Thiqat. </w:t>
      </w:r>
      <w:r w:rsidRPr="00EB3D61">
        <w:rPr>
          <w:rStyle w:val="libFootnotenumChar"/>
        </w:rPr>
        <w:t>13</w:t>
      </w:r>
    </w:p>
    <w:p w:rsidR="00D442CD" w:rsidRDefault="00D442CD" w:rsidP="00941CD7">
      <w:pPr>
        <w:pStyle w:val="Heading2Center"/>
      </w:pPr>
      <w:bookmarkStart w:id="134" w:name="_Toc484431558"/>
      <w:r>
        <w:t>108. Sa’id ibn Sulayman al</w:t>
      </w:r>
      <w:r w:rsidR="008E1963">
        <w:t>-</w:t>
      </w:r>
      <w:r>
        <w:t>Wasiti al</w:t>
      </w:r>
      <w:r w:rsidR="008E1963">
        <w:t>-</w:t>
      </w:r>
      <w:r>
        <w:t>Baghdadi (d. 225/839).</w:t>
      </w:r>
      <w:bookmarkEnd w:id="134"/>
    </w:p>
    <w:p w:rsidR="000D3C43" w:rsidRDefault="00D442CD" w:rsidP="00D442CD">
      <w:pPr>
        <w:pStyle w:val="libNormal"/>
      </w:pPr>
      <w:r>
        <w:t>In al</w:t>
      </w:r>
      <w:r w:rsidR="008E1963">
        <w:t>-</w:t>
      </w:r>
      <w:r>
        <w:t>Tabarani (al</w:t>
      </w:r>
      <w:r w:rsidR="008E1963">
        <w:t>-</w:t>
      </w:r>
      <w:r>
        <w:t>Mu’jam al</w:t>
      </w:r>
      <w:r w:rsidR="008E1963">
        <w:t>-</w:t>
      </w:r>
      <w:r>
        <w:t>kabir, iii, No. 3052) from Ahmad ibn al</w:t>
      </w:r>
      <w:r w:rsidR="008E1963">
        <w:t>-</w:t>
      </w:r>
      <w:r>
        <w:t>Qasim, from him, from Zayd ibn al</w:t>
      </w:r>
      <w:r w:rsidR="008E1963">
        <w:t>-</w:t>
      </w:r>
      <w:r>
        <w:t>Hasan al</w:t>
      </w:r>
      <w:r w:rsidR="008E1963">
        <w:t>-</w:t>
      </w:r>
      <w:r>
        <w:t>Anmati, from Ma’ruf ibn Kharrabudh, from Abu al</w:t>
      </w:r>
      <w:r w:rsidR="008E1963">
        <w:t>-</w:t>
      </w:r>
      <w:r>
        <w:t>Tufayl; from Hudhayfah ibn Usayd. Tawthiq by Ibn Sa’d, Abu Hatim, al</w:t>
      </w:r>
      <w:r w:rsidR="008E1963">
        <w:t>-</w:t>
      </w:r>
      <w:r>
        <w:t xml:space="preserve">’Ijli and Ibn Hibban. </w:t>
      </w:r>
      <w:r w:rsidRPr="00EB3D61">
        <w:rPr>
          <w:rStyle w:val="libFootnotenumChar"/>
        </w:rPr>
        <w:t>14</w:t>
      </w:r>
    </w:p>
    <w:p w:rsidR="00D442CD" w:rsidRDefault="00D442CD" w:rsidP="00941CD7">
      <w:pPr>
        <w:pStyle w:val="Heading2Center"/>
      </w:pPr>
      <w:bookmarkStart w:id="135" w:name="_Toc484431559"/>
      <w:r>
        <w:t>109. ‘Abd Allah ibn Bukayr al</w:t>
      </w:r>
      <w:r w:rsidR="008E1963">
        <w:t>-</w:t>
      </w:r>
      <w:r>
        <w:t>Ghanawi.</w:t>
      </w:r>
      <w:bookmarkEnd w:id="135"/>
    </w:p>
    <w:p w:rsidR="000D3C43" w:rsidRDefault="00D442CD" w:rsidP="00D442CD">
      <w:pPr>
        <w:pStyle w:val="libNormal"/>
      </w:pPr>
      <w:r>
        <w:t>In al</w:t>
      </w:r>
      <w:r w:rsidR="008E1963">
        <w:t>-</w:t>
      </w:r>
      <w:r>
        <w:t>Tabarani (al</w:t>
      </w:r>
      <w:r w:rsidR="008E1963">
        <w:t>-</w:t>
      </w:r>
      <w:r>
        <w:t>Mu’jam al</w:t>
      </w:r>
      <w:r w:rsidR="008E1963">
        <w:t>-</w:t>
      </w:r>
      <w:r>
        <w:t>kabir, iii, No. 2681) from Mutayyan, from Ja’far ibn Hamid, from him, from Hakim ibn Zubayr; from Abu al</w:t>
      </w:r>
      <w:r w:rsidR="008E1963">
        <w:t>-</w:t>
      </w:r>
      <w:r>
        <w:t>Tufayl from Zayd ibn Arqam. Mentioned by Ibn Hibban in al</w:t>
      </w:r>
      <w:r w:rsidR="008E1963">
        <w:t>-</w:t>
      </w:r>
      <w:r>
        <w:t>Thiqat. Tasdiq by al</w:t>
      </w:r>
      <w:r w:rsidR="008E1963">
        <w:t>-</w:t>
      </w:r>
      <w:r>
        <w:t xml:space="preserve">Saji. </w:t>
      </w:r>
      <w:r w:rsidRPr="00EB3D61">
        <w:rPr>
          <w:rStyle w:val="libFootnotenumChar"/>
        </w:rPr>
        <w:t>15</w:t>
      </w:r>
    </w:p>
    <w:p w:rsidR="00D442CD" w:rsidRDefault="00D442CD" w:rsidP="00941CD7">
      <w:pPr>
        <w:pStyle w:val="Heading2Center"/>
      </w:pPr>
      <w:bookmarkStart w:id="136" w:name="_Toc484431560"/>
      <w:r>
        <w:t>110. Abu Ja’far Muhammad ibn Habib al</w:t>
      </w:r>
      <w:r w:rsidR="008E1963">
        <w:t>-</w:t>
      </w:r>
      <w:r>
        <w:t>Hashimi al</w:t>
      </w:r>
      <w:r w:rsidR="008E1963">
        <w:t>-</w:t>
      </w:r>
      <w:r>
        <w:t>Baghdadi (d. 215/830).</w:t>
      </w:r>
      <w:bookmarkEnd w:id="136"/>
    </w:p>
    <w:p w:rsidR="000D3C43" w:rsidRDefault="00D442CD" w:rsidP="00D442CD">
      <w:pPr>
        <w:pStyle w:val="libNormal"/>
      </w:pPr>
      <w:r>
        <w:t>In his book al</w:t>
      </w:r>
      <w:r w:rsidR="008E1963">
        <w:t>-</w:t>
      </w:r>
      <w:r>
        <w:t>Munammaq, p. 9. An eminent scholar and author of several books; has been considered thiqah by al</w:t>
      </w:r>
      <w:r w:rsidR="008E1963">
        <w:t>-</w:t>
      </w:r>
      <w:r>
        <w:t xml:space="preserve">Suyuti. </w:t>
      </w:r>
      <w:r w:rsidRPr="00EB3D61">
        <w:rPr>
          <w:rStyle w:val="libFootnotenumChar"/>
        </w:rPr>
        <w:t>16</w:t>
      </w:r>
    </w:p>
    <w:p w:rsidR="00D442CD" w:rsidRDefault="00D442CD" w:rsidP="00941CD7">
      <w:pPr>
        <w:pStyle w:val="Heading2Center"/>
      </w:pPr>
      <w:bookmarkStart w:id="137" w:name="_Toc484431561"/>
      <w:r>
        <w:t>111. Sa’id ibn Mansur al</w:t>
      </w:r>
      <w:r w:rsidR="008E1963">
        <w:t>-</w:t>
      </w:r>
      <w:r>
        <w:t>Khurasani (d. 227/841).</w:t>
      </w:r>
      <w:bookmarkEnd w:id="137"/>
    </w:p>
    <w:p w:rsidR="000D3C43" w:rsidRDefault="00D442CD" w:rsidP="00D442CD">
      <w:pPr>
        <w:pStyle w:val="libNormal"/>
      </w:pPr>
      <w:r>
        <w:lastRenderedPageBreak/>
        <w:t>In his Sunan with his isnad from Zayd ibn Thabit, as cited in Kanz al</w:t>
      </w:r>
      <w:r w:rsidR="008E1963">
        <w:t>-</w:t>
      </w:r>
      <w:r>
        <w:t>’ummal, i, 47. Tawthiq by Ibn Numayr, Ibn Khirash, Abu Hatim, Ibn Qani’ and al</w:t>
      </w:r>
      <w:r w:rsidR="008E1963">
        <w:t>-</w:t>
      </w:r>
      <w:r>
        <w:t>Dhahabi; al</w:t>
      </w:r>
      <w:r w:rsidR="008E1963">
        <w:t>-</w:t>
      </w:r>
      <w:r>
        <w:t xml:space="preserve">Khalili considers his tawthiq unanimous. </w:t>
      </w:r>
      <w:r w:rsidRPr="00EB3D61">
        <w:rPr>
          <w:rStyle w:val="libFootnotenumChar"/>
        </w:rPr>
        <w:t>17</w:t>
      </w:r>
      <w:r>
        <w:t xml:space="preserve"> A leading traditionist.</w:t>
      </w:r>
    </w:p>
    <w:p w:rsidR="00D442CD" w:rsidRDefault="00D442CD" w:rsidP="00941CD7">
      <w:pPr>
        <w:pStyle w:val="Heading2Center"/>
      </w:pPr>
      <w:bookmarkStart w:id="138" w:name="_Toc484431562"/>
      <w:r>
        <w:t>112. Dawud ibn ‘Amr al</w:t>
      </w:r>
      <w:r w:rsidR="008E1963">
        <w:t>-</w:t>
      </w:r>
      <w:r>
        <w:t>Dabbi al</w:t>
      </w:r>
      <w:r w:rsidR="008E1963">
        <w:t>-</w:t>
      </w:r>
      <w:r>
        <w:t>Baghdadi (d. 228/842).</w:t>
      </w:r>
      <w:bookmarkEnd w:id="138"/>
    </w:p>
    <w:p w:rsidR="000D3C43" w:rsidRDefault="00D442CD" w:rsidP="00D442CD">
      <w:pPr>
        <w:pStyle w:val="libNormal"/>
      </w:pPr>
      <w:r>
        <w:t>In Abu Bakr al</w:t>
      </w:r>
      <w:r w:rsidR="008E1963">
        <w:t>-</w:t>
      </w:r>
      <w:r>
        <w:t>Bazzaz (Musnad; see 136) and al</w:t>
      </w:r>
      <w:r w:rsidR="008E1963">
        <w:t>-</w:t>
      </w:r>
      <w:r>
        <w:t>Asqalani (Zawa'id Musnad al</w:t>
      </w:r>
      <w:r w:rsidR="008E1963">
        <w:t>-</w:t>
      </w:r>
      <w:r>
        <w:t>Bazzaz, see under Ahmad ibn al</w:t>
      </w:r>
      <w:r w:rsidR="008E1963">
        <w:t>-</w:t>
      </w:r>
      <w:r>
        <w:t>Mansur) from Ahmad ibn al</w:t>
      </w:r>
      <w:r w:rsidR="008E1963">
        <w:t>-</w:t>
      </w:r>
      <w:r>
        <w:t>Mansur al</w:t>
      </w:r>
      <w:r w:rsidR="008E1963">
        <w:t>-</w:t>
      </w:r>
      <w:r>
        <w:t>Ramadi, from him, from Salih ibn Musa ibn ‘Abd Allah, from ‘Abd al</w:t>
      </w:r>
      <w:r w:rsidR="008E1963">
        <w:t>-</w:t>
      </w:r>
      <w:r>
        <w:t>Aziz ibn Rafi’, from Abu Salih from Abu Hurayrah. Tawthiq by Ibn Qani’ and Abu al</w:t>
      </w:r>
      <w:r w:rsidR="008E1963">
        <w:t>-</w:t>
      </w:r>
      <w:r>
        <w:t>Qasim al</w:t>
      </w:r>
      <w:r w:rsidR="008E1963">
        <w:t>-</w:t>
      </w:r>
      <w:r>
        <w:t>Baghawi. Mentioned by Ibn Hibban in al</w:t>
      </w:r>
      <w:r w:rsidR="008E1963">
        <w:t>-</w:t>
      </w:r>
      <w:r>
        <w:t xml:space="preserve">Thiqat. </w:t>
      </w:r>
      <w:r w:rsidRPr="00EB3D61">
        <w:rPr>
          <w:rStyle w:val="libFootnotenumChar"/>
        </w:rPr>
        <w:t>18</w:t>
      </w:r>
    </w:p>
    <w:p w:rsidR="00D442CD" w:rsidRDefault="00D442CD" w:rsidP="00941CD7">
      <w:pPr>
        <w:pStyle w:val="Heading2Center"/>
      </w:pPr>
      <w:bookmarkStart w:id="139" w:name="_Toc484431563"/>
      <w:r>
        <w:t>113. ‘Ammar ibn Nasr al</w:t>
      </w:r>
      <w:r w:rsidR="008E1963">
        <w:t>-</w:t>
      </w:r>
      <w:r>
        <w:t>Maruzi al</w:t>
      </w:r>
      <w:r w:rsidR="008E1963">
        <w:t>-</w:t>
      </w:r>
      <w:r>
        <w:t>Baghdadi (d. 229/843).</w:t>
      </w:r>
      <w:bookmarkEnd w:id="139"/>
    </w:p>
    <w:p w:rsidR="000D3C43" w:rsidRDefault="00D442CD" w:rsidP="00D442CD">
      <w:pPr>
        <w:pStyle w:val="libNormal"/>
      </w:pPr>
      <w:r>
        <w:t>In Abu Nu’aym (Hilyat al</w:t>
      </w:r>
      <w:r w:rsidR="008E1963">
        <w:t>-</w:t>
      </w:r>
      <w:r>
        <w:t>awliya', ix, 64) from ‘Abd Allah ibn Ja’far, from Ahmad ibn Yunus al</w:t>
      </w:r>
      <w:r w:rsidR="008E1963">
        <w:t>-</w:t>
      </w:r>
      <w:r>
        <w:t>Dabbi, from him, from Ibrahim ibn al</w:t>
      </w:r>
      <w:r w:rsidR="008E1963">
        <w:t>-</w:t>
      </w:r>
      <w:r>
        <w:t>Yasa’, from Ja’far ibn Muhammad (A), from his father (A), from his grandfather (A), from ‘Ali (A). Tawthiq and tasdiq by Abu Hatim and Ibn Mu’in. Mentioned by Ibn Hibban in al</w:t>
      </w:r>
      <w:r w:rsidR="008E1963">
        <w:t>-</w:t>
      </w:r>
      <w:r>
        <w:t xml:space="preserve">Thiqat. </w:t>
      </w:r>
      <w:r w:rsidRPr="00EB3D61">
        <w:rPr>
          <w:rStyle w:val="libFootnotenumChar"/>
        </w:rPr>
        <w:t>19</w:t>
      </w:r>
    </w:p>
    <w:p w:rsidR="00D442CD" w:rsidRDefault="00D442CD" w:rsidP="00941CD7">
      <w:pPr>
        <w:pStyle w:val="Heading2Center"/>
      </w:pPr>
      <w:bookmarkStart w:id="140" w:name="_Toc484431564"/>
      <w:r>
        <w:t>114. Abu ‘Abd Allah Muhammad ibn Sa’d al</w:t>
      </w:r>
      <w:r w:rsidR="008E1963">
        <w:t>-</w:t>
      </w:r>
      <w:r>
        <w:t>Zuhri al</w:t>
      </w:r>
      <w:r w:rsidR="008E1963">
        <w:t>-</w:t>
      </w:r>
      <w:r>
        <w:t>Basri (d. 230/844).</w:t>
      </w:r>
      <w:bookmarkEnd w:id="140"/>
    </w:p>
    <w:p w:rsidR="000D3C43" w:rsidRDefault="00D442CD" w:rsidP="00D442CD">
      <w:pPr>
        <w:pStyle w:val="libNormal"/>
      </w:pPr>
      <w:r>
        <w:t>In al</w:t>
      </w:r>
      <w:r w:rsidR="008E1963">
        <w:t>-</w:t>
      </w:r>
      <w:r>
        <w:t>Suyuti (al</w:t>
      </w:r>
      <w:r w:rsidR="008E1963">
        <w:t>-</w:t>
      </w:r>
      <w:r>
        <w:t>Durr al</w:t>
      </w:r>
      <w:r w:rsidR="008E1963">
        <w:t>-</w:t>
      </w:r>
      <w:r>
        <w:t>manthur, ii, 60), from him with his isnad from Abu Sa’id al</w:t>
      </w:r>
      <w:r w:rsidR="008E1963">
        <w:t>-</w:t>
      </w:r>
      <w:r>
        <w:t xml:space="preserve">Khudri. A leading historian and scholar, his tawthiq and tasdiq has been done by Ibn Khallikan, Abu Hatim and Ibn Hajar. </w:t>
      </w:r>
      <w:r w:rsidRPr="00EB3D61">
        <w:rPr>
          <w:rStyle w:val="libFootnotenumChar"/>
        </w:rPr>
        <w:t>20</w:t>
      </w:r>
    </w:p>
    <w:p w:rsidR="00D442CD" w:rsidRDefault="00D442CD" w:rsidP="00941CD7">
      <w:pPr>
        <w:pStyle w:val="Heading2Center"/>
      </w:pPr>
      <w:bookmarkStart w:id="141" w:name="_Toc484431565"/>
      <w:r>
        <w:t>115. Abu Muhammad Khalaf ibn Salim al</w:t>
      </w:r>
      <w:r w:rsidR="008E1963">
        <w:t>-</w:t>
      </w:r>
      <w:r>
        <w:t>Mukharrimi al</w:t>
      </w:r>
      <w:r w:rsidR="008E1963">
        <w:t>-</w:t>
      </w:r>
      <w:r>
        <w:t>Muhallabi al</w:t>
      </w:r>
      <w:r w:rsidR="008E1963">
        <w:t>-</w:t>
      </w:r>
      <w:r>
        <w:t>Sindi al</w:t>
      </w:r>
      <w:r w:rsidR="008E1963">
        <w:t>-</w:t>
      </w:r>
      <w:r>
        <w:t>Baghdadi (d. 231/845).</w:t>
      </w:r>
      <w:bookmarkEnd w:id="141"/>
    </w:p>
    <w:p w:rsidR="000D3C43" w:rsidRDefault="00D442CD" w:rsidP="00D442CD">
      <w:pPr>
        <w:pStyle w:val="libNormal"/>
      </w:pPr>
      <w:r>
        <w:t>In al</w:t>
      </w:r>
      <w:r w:rsidR="008E1963">
        <w:t>-</w:t>
      </w:r>
      <w:r>
        <w:t>Hakim (al</w:t>
      </w:r>
      <w:r w:rsidR="008E1963">
        <w:t>-</w:t>
      </w:r>
      <w:r>
        <w:t>Mustadrak, iii, 109) and al</w:t>
      </w:r>
      <w:r w:rsidR="008E1963">
        <w:t>-</w:t>
      </w:r>
      <w:r>
        <w:t>Khwarazmi (al</w:t>
      </w:r>
      <w:r w:rsidR="008E1963">
        <w:t>-</w:t>
      </w:r>
      <w:r>
        <w:t>Manaqib) from Salih ibn Muhammad Al</w:t>
      </w:r>
      <w:r w:rsidR="008E1963">
        <w:t>-</w:t>
      </w:r>
      <w:r>
        <w:t>Hafiz al</w:t>
      </w:r>
      <w:r w:rsidR="008E1963">
        <w:t>-</w:t>
      </w:r>
      <w:r>
        <w:t>Baghdadi, from him, from Yahya ibn Hammad, from Abu ‘Awanah, from al</w:t>
      </w:r>
      <w:r w:rsidR="008E1963">
        <w:t>-</w:t>
      </w:r>
      <w:r>
        <w:t>A’mash, from Habib ibn Abi Thabit, from Abu al</w:t>
      </w:r>
      <w:r w:rsidR="008E1963">
        <w:t>-</w:t>
      </w:r>
      <w:r>
        <w:t>Tufayl, from Zayd ibn Arqam. Tawthiq and tasdiq by Ibn Hibban, Ibn Mu’in, Ya’qub ibn Shaybah, al</w:t>
      </w:r>
      <w:r w:rsidR="008E1963">
        <w:t>-</w:t>
      </w:r>
      <w:r>
        <w:t>Nasa'i and Hamzah al</w:t>
      </w:r>
      <w:r w:rsidR="008E1963">
        <w:t>-</w:t>
      </w:r>
      <w:r>
        <w:t xml:space="preserve">Kinani. </w:t>
      </w:r>
      <w:r w:rsidRPr="00EB3D61">
        <w:rPr>
          <w:rStyle w:val="libFootnotenumChar"/>
        </w:rPr>
        <w:t>21</w:t>
      </w:r>
    </w:p>
    <w:p w:rsidR="00D442CD" w:rsidRDefault="00D442CD" w:rsidP="00941CD7">
      <w:pPr>
        <w:pStyle w:val="Heading2Center"/>
      </w:pPr>
      <w:bookmarkStart w:id="142" w:name="_Toc484431566"/>
      <w:r>
        <w:t>116. Minjab ibn Al</w:t>
      </w:r>
      <w:r w:rsidR="008E1963">
        <w:t>-</w:t>
      </w:r>
      <w:r>
        <w:t>Harith al</w:t>
      </w:r>
      <w:r w:rsidR="008E1963">
        <w:t>-</w:t>
      </w:r>
      <w:r>
        <w:t>Tamimi al</w:t>
      </w:r>
      <w:r w:rsidR="008E1963">
        <w:t>-</w:t>
      </w:r>
      <w:r>
        <w:t>Kufi (d. 231/845).</w:t>
      </w:r>
      <w:bookmarkEnd w:id="142"/>
    </w:p>
    <w:p w:rsidR="000D3C43" w:rsidRDefault="00D442CD" w:rsidP="00D442CD">
      <w:pPr>
        <w:pStyle w:val="libNormal"/>
      </w:pPr>
      <w:r>
        <w:t>In al</w:t>
      </w:r>
      <w:r w:rsidR="008E1963">
        <w:t>-</w:t>
      </w:r>
      <w:r>
        <w:t>Tabarani (al</w:t>
      </w:r>
      <w:r w:rsidR="008E1963">
        <w:t>-</w:t>
      </w:r>
      <w:r>
        <w:t>Mu’jam al</w:t>
      </w:r>
      <w:r w:rsidR="008E1963">
        <w:t>-</w:t>
      </w:r>
      <w:r>
        <w:t>kabir, iii, No. 2678) from him, from ‘Ali ibn Musahhar (88). Among the rijal of Muslim and Ibn Majah. Mentioned by Ibn Hibban in al</w:t>
      </w:r>
      <w:r w:rsidR="008E1963">
        <w:t>-</w:t>
      </w:r>
      <w:r>
        <w:t xml:space="preserve">Thiqat. </w:t>
      </w:r>
      <w:r w:rsidRPr="00EB3D61">
        <w:rPr>
          <w:rStyle w:val="libFootnotenumChar"/>
        </w:rPr>
        <w:t>22</w:t>
      </w:r>
    </w:p>
    <w:p w:rsidR="00D442CD" w:rsidRDefault="00D442CD" w:rsidP="00941CD7">
      <w:pPr>
        <w:pStyle w:val="Heading2Center"/>
      </w:pPr>
      <w:bookmarkStart w:id="143" w:name="_Toc484431567"/>
      <w:r>
        <w:t>117. Zuhayr ibn Harb ibn Shaddad, Abu Khaythamah al</w:t>
      </w:r>
      <w:r w:rsidR="008E1963">
        <w:t>-</w:t>
      </w:r>
      <w:r>
        <w:t>Nasa'i (d. 234/848).</w:t>
      </w:r>
      <w:bookmarkEnd w:id="143"/>
    </w:p>
    <w:p w:rsidR="000D3C43" w:rsidRDefault="00D442CD" w:rsidP="00D442CD">
      <w:pPr>
        <w:pStyle w:val="libNormal"/>
      </w:pPr>
      <w:r>
        <w:t>In Sahih Muslim (ii, 237­238) from him, and Shuja’ ibn Makhlad from Ibn ‘Ulayyah (72), from Yazid ibn Hayyan (56), from Zayd ibn Arqam. Tawthiq by al</w:t>
      </w:r>
      <w:r w:rsidR="008E1963">
        <w:t>-</w:t>
      </w:r>
      <w:r>
        <w:t>Sam’ani, Ibn Mu’in, al</w:t>
      </w:r>
      <w:r w:rsidR="008E1963">
        <w:t>-</w:t>
      </w:r>
      <w:r>
        <w:t>Husayn ibn Fahm, Abu Bakr al</w:t>
      </w:r>
      <w:r w:rsidR="008E1963">
        <w:t>-</w:t>
      </w:r>
      <w:r>
        <w:t>Khatib, al</w:t>
      </w:r>
      <w:r w:rsidR="008E1963">
        <w:t>-</w:t>
      </w:r>
      <w:r>
        <w:t xml:space="preserve">Nasa'i, Ibn Qani’, Ya’qub ibn Shaybah, Abu Hatim, Ibn Waddah and Ibn Hibban. </w:t>
      </w:r>
      <w:r w:rsidRPr="00EB3D61">
        <w:rPr>
          <w:rStyle w:val="libFootnotenumChar"/>
        </w:rPr>
        <w:t>23</w:t>
      </w:r>
    </w:p>
    <w:p w:rsidR="00D442CD" w:rsidRDefault="00D442CD" w:rsidP="00941CD7">
      <w:pPr>
        <w:pStyle w:val="Heading2Center"/>
      </w:pPr>
      <w:bookmarkStart w:id="144" w:name="_Toc484431568"/>
      <w:r>
        <w:t>118. Abu al</w:t>
      </w:r>
      <w:r w:rsidR="008E1963">
        <w:t>-</w:t>
      </w:r>
      <w:r>
        <w:t>Fadl Shuja’ ibn Makhlad al</w:t>
      </w:r>
      <w:r w:rsidR="008E1963">
        <w:t>-</w:t>
      </w:r>
      <w:r>
        <w:t>Fallas al</w:t>
      </w:r>
      <w:r w:rsidR="008E1963">
        <w:t>-</w:t>
      </w:r>
      <w:r>
        <w:t>Baghawi al</w:t>
      </w:r>
      <w:r w:rsidR="008E1963">
        <w:t>-</w:t>
      </w:r>
      <w:r>
        <w:t>Baghdadi (d. 235/849).</w:t>
      </w:r>
      <w:bookmarkEnd w:id="144"/>
    </w:p>
    <w:p w:rsidR="000D3C43" w:rsidRDefault="00D442CD" w:rsidP="00D442CD">
      <w:pPr>
        <w:pStyle w:val="libNormal"/>
      </w:pPr>
      <w:r>
        <w:lastRenderedPageBreak/>
        <w:t>In Sahih Muslim; see 117 above. Tawthiq by al</w:t>
      </w:r>
      <w:r w:rsidR="008E1963">
        <w:t>-</w:t>
      </w:r>
      <w:r>
        <w:t>Husayn ibn Fahm, Ibn Qani’; Abu Zur’ah, Ahmad, and al</w:t>
      </w:r>
      <w:r w:rsidR="008E1963">
        <w:t>-</w:t>
      </w:r>
      <w:r>
        <w:t>Dhahabi. Mentioned by Ibn Hibban in al</w:t>
      </w:r>
      <w:r w:rsidR="008E1963">
        <w:t>-</w:t>
      </w:r>
      <w:r>
        <w:t xml:space="preserve">Thiqat. </w:t>
      </w:r>
      <w:r w:rsidRPr="00EB3D61">
        <w:rPr>
          <w:rStyle w:val="libFootnotenumChar"/>
        </w:rPr>
        <w:t>24</w:t>
      </w:r>
    </w:p>
    <w:p w:rsidR="00D442CD" w:rsidRDefault="00D442CD" w:rsidP="00941CD7">
      <w:pPr>
        <w:pStyle w:val="Heading2Center"/>
      </w:pPr>
      <w:bookmarkStart w:id="145" w:name="_Toc484431569"/>
      <w:r>
        <w:t>119. Abu Bakr ‘Abd Allah ibn Muhammad, known as Ibn Abi Shaybah al</w:t>
      </w:r>
      <w:r w:rsidR="008E1963">
        <w:t>-</w:t>
      </w:r>
      <w:r>
        <w:t>Kufi (d. 235/849).</w:t>
      </w:r>
      <w:bookmarkEnd w:id="145"/>
    </w:p>
    <w:p w:rsidR="000D3C43" w:rsidRDefault="00D442CD" w:rsidP="00D442CD">
      <w:pPr>
        <w:pStyle w:val="libNormal"/>
      </w:pPr>
      <w:r>
        <w:t>In Sahih Muslim from him, from Muhammad ibn Fudayl (73), from</w:t>
      </w:r>
    </w:p>
    <w:p w:rsidR="000D3C43" w:rsidRDefault="00D442CD" w:rsidP="00D442CD">
      <w:pPr>
        <w:pStyle w:val="libNormal"/>
      </w:pPr>
      <w:r>
        <w:t>Zayd ibn Arqam. Also in his own Musannaf from Jabir. He is one of the great scholars. Tawthiq and tasdiq by al</w:t>
      </w:r>
      <w:r w:rsidR="008E1963">
        <w:t>-</w:t>
      </w:r>
      <w:r>
        <w:t xml:space="preserve">’Ijli, Ahmad ibn Hanbal, Ibn Mu’in, Abu Zur’ah and others. </w:t>
      </w:r>
      <w:r w:rsidRPr="00EB3D61">
        <w:rPr>
          <w:rStyle w:val="libFootnotenumChar"/>
        </w:rPr>
        <w:t>25</w:t>
      </w:r>
    </w:p>
    <w:p w:rsidR="00D442CD" w:rsidRDefault="00D442CD" w:rsidP="00941CD7">
      <w:pPr>
        <w:pStyle w:val="Heading2Center"/>
      </w:pPr>
      <w:bookmarkStart w:id="146" w:name="_Toc484431570"/>
      <w:r>
        <w:t>120. ‘Abd al</w:t>
      </w:r>
      <w:r w:rsidR="008E1963">
        <w:t>-</w:t>
      </w:r>
      <w:r>
        <w:t>Rahman ibn Salih al</w:t>
      </w:r>
      <w:r w:rsidR="008E1963">
        <w:t>-</w:t>
      </w:r>
      <w:r>
        <w:t>Azdi al</w:t>
      </w:r>
      <w:r w:rsidR="008E1963">
        <w:t>-</w:t>
      </w:r>
      <w:r>
        <w:t>Kufi (d. 235/849), settled in Baghdad.</w:t>
      </w:r>
      <w:bookmarkEnd w:id="146"/>
    </w:p>
    <w:p w:rsidR="000D3C43" w:rsidRDefault="00D442CD" w:rsidP="00D442CD">
      <w:pPr>
        <w:pStyle w:val="libNormal"/>
      </w:pPr>
      <w:r>
        <w:t>In al</w:t>
      </w:r>
      <w:r w:rsidR="008E1963">
        <w:t>-</w:t>
      </w:r>
      <w:r>
        <w:t>Tabarani (al</w:t>
      </w:r>
      <w:r w:rsidR="008E1963">
        <w:t>-</w:t>
      </w:r>
      <w:r>
        <w:t>Mu’jam al</w:t>
      </w:r>
      <w:r w:rsidR="008E1963">
        <w:t>-</w:t>
      </w:r>
      <w:r>
        <w:t>kabir, ii, no. 2679) from Mutayyan, from him, from Salih ibn Abi al</w:t>
      </w:r>
      <w:r w:rsidR="008E1963">
        <w:t>-</w:t>
      </w:r>
      <w:r>
        <w:t xml:space="preserve">Aswad (84). Tawthiq by Ahmad ibn Hanbal, Ibn Mu’in and Musa ibn Harun. </w:t>
      </w:r>
      <w:r w:rsidRPr="00EB3D61">
        <w:rPr>
          <w:rStyle w:val="libFootnotenumChar"/>
        </w:rPr>
        <w:t>26</w:t>
      </w:r>
    </w:p>
    <w:p w:rsidR="00D442CD" w:rsidRDefault="00D442CD" w:rsidP="00941CD7">
      <w:pPr>
        <w:pStyle w:val="Heading2Center"/>
      </w:pPr>
      <w:bookmarkStart w:id="147" w:name="_Toc484431571"/>
      <w:r>
        <w:t>121. Bishr ibn al</w:t>
      </w:r>
      <w:r w:rsidR="008E1963">
        <w:t>-</w:t>
      </w:r>
      <w:r>
        <w:t>Walid al</w:t>
      </w:r>
      <w:r w:rsidR="008E1963">
        <w:t>-</w:t>
      </w:r>
      <w:r>
        <w:t>Kindi (d. 238/852).</w:t>
      </w:r>
      <w:bookmarkEnd w:id="147"/>
    </w:p>
    <w:p w:rsidR="000D3C43" w:rsidRDefault="00D442CD" w:rsidP="00D442CD">
      <w:pPr>
        <w:pStyle w:val="libNormal"/>
      </w:pPr>
      <w:r>
        <w:t>In al</w:t>
      </w:r>
      <w:r w:rsidR="008E1963">
        <w:t>-</w:t>
      </w:r>
      <w:r>
        <w:t>Khwarazmi (Maqtal al</w:t>
      </w:r>
      <w:r w:rsidR="008E1963">
        <w:t>-</w:t>
      </w:r>
      <w:r>
        <w:t>Husayn, i, 104) and al</w:t>
      </w:r>
      <w:r w:rsidR="008E1963">
        <w:t>-</w:t>
      </w:r>
      <w:r>
        <w:t>Hamawi (Fara'id al</w:t>
      </w:r>
      <w:r w:rsidR="008E1963">
        <w:t>-</w:t>
      </w:r>
      <w:r>
        <w:t>simtayn, al</w:t>
      </w:r>
      <w:r w:rsidR="008E1963">
        <w:t>-</w:t>
      </w:r>
      <w:r>
        <w:t>simt al</w:t>
      </w:r>
      <w:r w:rsidR="008E1963">
        <w:t>-</w:t>
      </w:r>
      <w:r>
        <w:t>thani, bab 54). The former from Muhammad ibn al</w:t>
      </w:r>
      <w:r w:rsidR="008E1963">
        <w:t>-</w:t>
      </w:r>
      <w:r>
        <w:t>Musili, from him, from Muhammad ibn Talhah (67). The latter from Abu Tahir, from al</w:t>
      </w:r>
      <w:r w:rsidR="008E1963">
        <w:t>-</w:t>
      </w:r>
      <w:r>
        <w:t>Baghawi, from him. Tawthiq by Abu Dawud and al</w:t>
      </w:r>
      <w:r w:rsidR="008E1963">
        <w:t>-</w:t>
      </w:r>
      <w:r>
        <w:t xml:space="preserve">Darqutni. </w:t>
      </w:r>
      <w:r w:rsidRPr="00EB3D61">
        <w:rPr>
          <w:rStyle w:val="libFootnotenumChar"/>
        </w:rPr>
        <w:t>27</w:t>
      </w:r>
    </w:p>
    <w:p w:rsidR="00D442CD" w:rsidRDefault="00D442CD" w:rsidP="00941CD7">
      <w:pPr>
        <w:pStyle w:val="Heading2Center"/>
      </w:pPr>
      <w:bookmarkStart w:id="148" w:name="_Toc484431572"/>
      <w:r>
        <w:t>122. Muhammad ibn Bakkar ibn al</w:t>
      </w:r>
      <w:r w:rsidR="008E1963">
        <w:t>-</w:t>
      </w:r>
      <w:r>
        <w:t>Rayyan al</w:t>
      </w:r>
      <w:r w:rsidR="008E1963">
        <w:t>-</w:t>
      </w:r>
      <w:r>
        <w:t>Hashimi al</w:t>
      </w:r>
      <w:r w:rsidR="008E1963">
        <w:t>-</w:t>
      </w:r>
      <w:r>
        <w:t>Baghdadi (d. 238/852).</w:t>
      </w:r>
      <w:bookmarkEnd w:id="148"/>
    </w:p>
    <w:p w:rsidR="000D3C43" w:rsidRDefault="00D442CD" w:rsidP="00D442CD">
      <w:pPr>
        <w:pStyle w:val="libNormal"/>
      </w:pPr>
      <w:r>
        <w:t>In Sahih Muslim from him. See Sa’id ibn Masruq (59). Tawthiq by Ibn Mu’in, al</w:t>
      </w:r>
      <w:r w:rsidR="008E1963">
        <w:t>-</w:t>
      </w:r>
      <w:r>
        <w:t>Darqutni and al</w:t>
      </w:r>
      <w:r w:rsidR="008E1963">
        <w:t>-</w:t>
      </w:r>
      <w:r>
        <w:t xml:space="preserve">Asqalani. </w:t>
      </w:r>
      <w:r w:rsidRPr="00EB3D61">
        <w:rPr>
          <w:rStyle w:val="libFootnotenumChar"/>
        </w:rPr>
        <w:t>28</w:t>
      </w:r>
    </w:p>
    <w:p w:rsidR="00D442CD" w:rsidRDefault="00D442CD" w:rsidP="00941CD7">
      <w:pPr>
        <w:pStyle w:val="Heading2Center"/>
      </w:pPr>
      <w:bookmarkStart w:id="149" w:name="_Toc484431573"/>
      <w:r>
        <w:t>123. Abu Ya’qub Ishaq ibn Ibrahim, known as Ibn Rahwayh (d. 238/852).</w:t>
      </w:r>
      <w:bookmarkEnd w:id="149"/>
    </w:p>
    <w:p w:rsidR="000D3C43" w:rsidRDefault="00D442CD" w:rsidP="00D442CD">
      <w:pPr>
        <w:pStyle w:val="libNormal"/>
      </w:pPr>
      <w:r>
        <w:t>In al</w:t>
      </w:r>
      <w:r w:rsidR="008E1963">
        <w:t>-</w:t>
      </w:r>
      <w:r>
        <w:t>Sakhawi (al</w:t>
      </w:r>
      <w:r w:rsidR="008E1963">
        <w:t>-</w:t>
      </w:r>
      <w:r>
        <w:t>Istijlab), al</w:t>
      </w:r>
      <w:r w:rsidR="008E1963">
        <w:t>-</w:t>
      </w:r>
      <w:r>
        <w:t>Samhudi (Jawahir al</w:t>
      </w:r>
      <w:r w:rsidR="008E1963">
        <w:t>-</w:t>
      </w:r>
      <w:r>
        <w:t>’iqdayn), Ahmad ibn al</w:t>
      </w:r>
      <w:r w:rsidR="008E1963">
        <w:t>-</w:t>
      </w:r>
      <w:r>
        <w:t>Fadl ibn Muhammad Ba Kathir (Wasilat al</w:t>
      </w:r>
      <w:r w:rsidR="008E1963">
        <w:t>-</w:t>
      </w:r>
      <w:r>
        <w:t>ma'al), Muslim (Sahih) and (al</w:t>
      </w:r>
      <w:r w:rsidR="008E1963">
        <w:t>-</w:t>
      </w:r>
      <w:r>
        <w:t>Dhurriyyat al</w:t>
      </w:r>
      <w:r w:rsidR="008E1963">
        <w:t>-</w:t>
      </w:r>
      <w:r>
        <w:t>tahirah), from him, from him, from ‘Ali (A) and Zayd ibn Arqam. A great scholar, author of a famous Musnad, teacher of al</w:t>
      </w:r>
      <w:r w:rsidR="008E1963">
        <w:t>-</w:t>
      </w:r>
      <w:r>
        <w:t>Bukhari, Muslim and al</w:t>
      </w:r>
      <w:r w:rsidR="008E1963">
        <w:t>-</w:t>
      </w:r>
      <w:r>
        <w:t>Tirmidhi. One of the Imams of hadith and fiqh. It was he who inspired al</w:t>
      </w:r>
      <w:r w:rsidR="008E1963">
        <w:t>-</w:t>
      </w:r>
      <w:r>
        <w:t xml:space="preserve">Bukhari into writing his Sahih. </w:t>
      </w:r>
      <w:r w:rsidRPr="00EB3D61">
        <w:rPr>
          <w:rStyle w:val="libFootnotenumChar"/>
        </w:rPr>
        <w:t>29</w:t>
      </w:r>
    </w:p>
    <w:p w:rsidR="00D442CD" w:rsidRDefault="00D442CD" w:rsidP="00941CD7">
      <w:pPr>
        <w:pStyle w:val="Heading2Center"/>
      </w:pPr>
      <w:bookmarkStart w:id="150" w:name="_Toc484431574"/>
      <w:r>
        <w:t>124. Abu Muhammad Wahban ibn Baqiyyah ibn ‘Uthman al</w:t>
      </w:r>
      <w:r w:rsidR="008E1963">
        <w:t>-</w:t>
      </w:r>
      <w:r>
        <w:t>Wasiti (d. 239/853).</w:t>
      </w:r>
      <w:bookmarkEnd w:id="150"/>
    </w:p>
    <w:p w:rsidR="000D3C43" w:rsidRDefault="00D442CD" w:rsidP="00D442CD">
      <w:pPr>
        <w:pStyle w:val="libNormal"/>
      </w:pPr>
      <w:r>
        <w:t>In Ibn al</w:t>
      </w:r>
      <w:r w:rsidR="008E1963">
        <w:t>-</w:t>
      </w:r>
      <w:r>
        <w:t>Maghazili's al</w:t>
      </w:r>
      <w:r w:rsidR="008E1963">
        <w:t>-</w:t>
      </w:r>
      <w:r>
        <w:t>Manaqib. Tawthiq by Ibn Mu’in, al</w:t>
      </w:r>
      <w:r w:rsidR="008E1963">
        <w:t>-</w:t>
      </w:r>
      <w:r>
        <w:t xml:space="preserve">’Ijli, Abu Zur’ah, Ibn Hajar and others. </w:t>
      </w:r>
      <w:r w:rsidRPr="00EB3D61">
        <w:rPr>
          <w:rStyle w:val="libFootnotenumChar"/>
        </w:rPr>
        <w:t>30</w:t>
      </w:r>
    </w:p>
    <w:p w:rsidR="00D442CD" w:rsidRDefault="00D442CD" w:rsidP="00941CD7">
      <w:pPr>
        <w:pStyle w:val="Heading2Center"/>
      </w:pPr>
      <w:bookmarkStart w:id="151" w:name="_Toc484431575"/>
      <w:r>
        <w:t>125. Ahmad ibn Muhammad ibn Hanbal al</w:t>
      </w:r>
      <w:r w:rsidR="008E1963">
        <w:t>-</w:t>
      </w:r>
      <w:r>
        <w:t>Shaybani (d. 241/855).</w:t>
      </w:r>
      <w:bookmarkEnd w:id="151"/>
    </w:p>
    <w:p w:rsidR="000D3C43" w:rsidRDefault="00D442CD" w:rsidP="00D442CD">
      <w:pPr>
        <w:pStyle w:val="libNormal"/>
      </w:pPr>
      <w:r>
        <w:t>He has narrated Hadith al</w:t>
      </w:r>
      <w:r w:rsidR="008E1963">
        <w:t>-</w:t>
      </w:r>
      <w:r>
        <w:t>Thaqalayn through various chains of transmission, with varying wordings from Abu Sa’id al</w:t>
      </w:r>
      <w:r w:rsidR="008E1963">
        <w:t>-</w:t>
      </w:r>
      <w:r>
        <w:t>Khudri and Zayd ibn Arqam (Musnad Ahmad, iii, 14, 17, 26, 59, 371, 181, 182). He is one of the Imams of Ahl al</w:t>
      </w:r>
      <w:r w:rsidR="008E1963">
        <w:t>-</w:t>
      </w:r>
      <w:r>
        <w:t>Sunnah in hadith and fiqh.</w:t>
      </w:r>
    </w:p>
    <w:p w:rsidR="00D442CD" w:rsidRDefault="00D442CD" w:rsidP="00941CD7">
      <w:pPr>
        <w:pStyle w:val="Heading2Center"/>
      </w:pPr>
      <w:bookmarkStart w:id="152" w:name="_Toc484431576"/>
      <w:r>
        <w:lastRenderedPageBreak/>
        <w:t>126. Ja’far ibn Hamid al</w:t>
      </w:r>
      <w:r w:rsidR="008E1963">
        <w:t>-</w:t>
      </w:r>
      <w:r>
        <w:t>Qarashi al</w:t>
      </w:r>
      <w:r w:rsidR="008E1963">
        <w:t>-</w:t>
      </w:r>
      <w:r>
        <w:t>Kufi (d. 240/854).</w:t>
      </w:r>
      <w:bookmarkEnd w:id="152"/>
    </w:p>
    <w:p w:rsidR="000D3C43" w:rsidRDefault="00D442CD" w:rsidP="00D442CD">
      <w:pPr>
        <w:pStyle w:val="libNormal"/>
      </w:pPr>
      <w:r>
        <w:t>In al</w:t>
      </w:r>
      <w:r w:rsidR="008E1963">
        <w:t>-</w:t>
      </w:r>
      <w:r>
        <w:t>Tabarani (al</w:t>
      </w:r>
      <w:r w:rsidR="008E1963">
        <w:t>-</w:t>
      </w:r>
      <w:r>
        <w:t>Mu’jam al</w:t>
      </w:r>
      <w:r w:rsidR="008E1963">
        <w:t>-</w:t>
      </w:r>
      <w:r>
        <w:t>kabir, iii, No. 2681) from Mutayyan, from him, from ‘Abd 'Allah ibn Bukayr al</w:t>
      </w:r>
      <w:r w:rsidR="008E1963">
        <w:t>-</w:t>
      </w:r>
      <w:r>
        <w:t>Ghanawi, from Hakim ibn Jubayr, from Abu al</w:t>
      </w:r>
      <w:r w:rsidR="008E1963">
        <w:t>-</w:t>
      </w:r>
      <w:r>
        <w:t>Tufayl, from Zayd ibn Arqam. Among the rijal of Muslim. Tawthiq by Ibn Hibban al</w:t>
      </w:r>
      <w:r w:rsidR="008E1963">
        <w:t>-</w:t>
      </w:r>
      <w:r>
        <w:t>Busti, al</w:t>
      </w:r>
      <w:r w:rsidR="008E1963">
        <w:t>-</w:t>
      </w:r>
      <w:r>
        <w:t xml:space="preserve">Dhahabi, and Ibn Hajar. </w:t>
      </w:r>
      <w:r w:rsidRPr="00EB3D61">
        <w:rPr>
          <w:rStyle w:val="libFootnotenumChar"/>
        </w:rPr>
        <w:t>31</w:t>
      </w:r>
    </w:p>
    <w:p w:rsidR="00D442CD" w:rsidRDefault="00D442CD" w:rsidP="00941CD7">
      <w:pPr>
        <w:pStyle w:val="Heading2Center"/>
      </w:pPr>
      <w:bookmarkStart w:id="153" w:name="_Toc484431577"/>
      <w:r>
        <w:t>127. Isma’il ibn Musa al</w:t>
      </w:r>
      <w:r w:rsidR="008E1963">
        <w:t>-</w:t>
      </w:r>
      <w:r>
        <w:t>Fazari ibn Bint al</w:t>
      </w:r>
      <w:r w:rsidR="008E1963">
        <w:t>-</w:t>
      </w:r>
      <w:r>
        <w:t>Suddi al</w:t>
      </w:r>
      <w:r w:rsidR="008E1963">
        <w:t>-</w:t>
      </w:r>
      <w:r>
        <w:t>Kufi (d. 245/859).</w:t>
      </w:r>
      <w:bookmarkEnd w:id="153"/>
    </w:p>
    <w:p w:rsidR="000D3C43" w:rsidRDefault="00D442CD" w:rsidP="00D442CD">
      <w:pPr>
        <w:pStyle w:val="libNormal"/>
      </w:pPr>
      <w:r>
        <w:t>In Ahmad ibn Hanbal's Fada'il ‘Ali; see (102). Tasdiq by Abu Hatim and Abu Dawud. 32</w:t>
      </w:r>
    </w:p>
    <w:p w:rsidR="00D442CD" w:rsidRDefault="00D442CD" w:rsidP="00941CD7">
      <w:pPr>
        <w:pStyle w:val="Heading2Center"/>
      </w:pPr>
      <w:bookmarkStart w:id="154" w:name="_Toc484431578"/>
      <w:r>
        <w:t>128. Sufyan ibn Waki’ ibn al</w:t>
      </w:r>
      <w:r w:rsidR="008E1963">
        <w:t>-</w:t>
      </w:r>
      <w:r>
        <w:t>Jarrah (d. 247/861).</w:t>
      </w:r>
      <w:bookmarkEnd w:id="154"/>
    </w:p>
    <w:p w:rsidR="000D3C43" w:rsidRDefault="00D442CD" w:rsidP="00D442CD">
      <w:pPr>
        <w:pStyle w:val="libNormal"/>
      </w:pPr>
      <w:r>
        <w:t>In Al</w:t>
      </w:r>
      <w:r w:rsidR="008E1963">
        <w:t>-</w:t>
      </w:r>
      <w:r>
        <w:t>Hafiz Abu Ya’la (Musnad), from him, from Muhammad ibn Fudayl, from ‘Abd al</w:t>
      </w:r>
      <w:r w:rsidR="008E1963">
        <w:t>-</w:t>
      </w:r>
      <w:r>
        <w:t>Malik ibn Abi Sulayman, from ‘Atiyyah, from Abu Sa’id al</w:t>
      </w:r>
      <w:r w:rsidR="008E1963">
        <w:t>-</w:t>
      </w:r>
      <w:r>
        <w:t>Khudri. Among the rijal of al</w:t>
      </w:r>
      <w:r w:rsidR="008E1963">
        <w:t>-</w:t>
      </w:r>
      <w:r>
        <w:t xml:space="preserve">Tirmidhi and Ibn Majah. Tasdiq by Ibn Hibban. </w:t>
      </w:r>
      <w:r w:rsidRPr="00EB3D61">
        <w:rPr>
          <w:rStyle w:val="libFootnotenumChar"/>
        </w:rPr>
        <w:t>33</w:t>
      </w:r>
    </w:p>
    <w:p w:rsidR="00D442CD" w:rsidRDefault="00D442CD" w:rsidP="00941CD7">
      <w:pPr>
        <w:pStyle w:val="Heading2Center"/>
      </w:pPr>
      <w:bookmarkStart w:id="155" w:name="_Toc484431579"/>
      <w:r>
        <w:t>129. Nasr ibn ‘Abd al</w:t>
      </w:r>
      <w:r w:rsidR="008E1963">
        <w:t>-</w:t>
      </w:r>
      <w:r>
        <w:t>Rahman ibn Bakkar al</w:t>
      </w:r>
      <w:r w:rsidR="008E1963">
        <w:t>-</w:t>
      </w:r>
      <w:r>
        <w:t>Baji al</w:t>
      </w:r>
      <w:r w:rsidR="008E1963">
        <w:t>-</w:t>
      </w:r>
      <w:r>
        <w:t>Kufi al</w:t>
      </w:r>
      <w:r w:rsidR="008E1963">
        <w:t>-</w:t>
      </w:r>
      <w:r>
        <w:t>Washsha' (d. 248/862).</w:t>
      </w:r>
      <w:bookmarkEnd w:id="155"/>
    </w:p>
    <w:p w:rsidR="000D3C43" w:rsidRDefault="00D442CD" w:rsidP="00D442CD">
      <w:pPr>
        <w:pStyle w:val="libNormal"/>
      </w:pPr>
      <w:r>
        <w:t>In al</w:t>
      </w:r>
      <w:r w:rsidR="008E1963">
        <w:t>-</w:t>
      </w:r>
      <w:r>
        <w:t>Tirmidhi (Sahih), from him, from Zayd ibn al</w:t>
      </w:r>
      <w:r w:rsidR="008E1963">
        <w:t>-</w:t>
      </w:r>
      <w:r>
        <w:t>Hasan, from Ja’far ibn Muhammad (A); from his father (A), from Jabir. Also in al</w:t>
      </w:r>
      <w:r w:rsidR="008E1963">
        <w:t>-</w:t>
      </w:r>
      <w:r>
        <w:t>Hakim al</w:t>
      </w:r>
      <w:r w:rsidR="008E1963">
        <w:t>-</w:t>
      </w:r>
      <w:r>
        <w:t>Tirmidhi (Nawadir al</w:t>
      </w:r>
      <w:r w:rsidR="008E1963">
        <w:t>-</w:t>
      </w:r>
      <w:r>
        <w:t>usul) and al</w:t>
      </w:r>
      <w:r w:rsidR="008E1963">
        <w:t>-</w:t>
      </w:r>
      <w:r>
        <w:t>Tabarani (see 166) from him.</w:t>
      </w:r>
    </w:p>
    <w:p w:rsidR="00D442CD" w:rsidRDefault="00D442CD" w:rsidP="00941CD7">
      <w:pPr>
        <w:pStyle w:val="Heading2Center"/>
      </w:pPr>
      <w:bookmarkStart w:id="156" w:name="_Toc484431580"/>
      <w:r>
        <w:t>130. Abu Muhammad ‘Abd ibn Hamid al</w:t>
      </w:r>
      <w:r w:rsidR="008E1963">
        <w:t>-</w:t>
      </w:r>
      <w:r>
        <w:t>Kissi (or al</w:t>
      </w:r>
      <w:r w:rsidR="008E1963">
        <w:t>-</w:t>
      </w:r>
      <w:r>
        <w:t>Kashshi) (d. 249/863).</w:t>
      </w:r>
      <w:bookmarkEnd w:id="156"/>
    </w:p>
    <w:p w:rsidR="000D3C43" w:rsidRDefault="00D442CD" w:rsidP="00D442CD">
      <w:pPr>
        <w:pStyle w:val="libNormal"/>
      </w:pPr>
      <w:r>
        <w:t>In his Musnad (see 97) from Zayd ibn Thabit; also as mentioned by al</w:t>
      </w:r>
      <w:r w:rsidR="008E1963">
        <w:t>-</w:t>
      </w:r>
      <w:r>
        <w:t>Suyuti (Ihya' al</w:t>
      </w:r>
      <w:r w:rsidR="008E1963">
        <w:t>-</w:t>
      </w:r>
      <w:r>
        <w:t>mayyit bi dhikr fada'il Ahlul Bayt, 12), al</w:t>
      </w:r>
      <w:r w:rsidR="008E1963">
        <w:t>-</w:t>
      </w:r>
      <w:r>
        <w:t>Samhudi (Jawahir al</w:t>
      </w:r>
      <w:r w:rsidR="008E1963">
        <w:t>-</w:t>
      </w:r>
      <w:r>
        <w:t>’iqdayn), al</w:t>
      </w:r>
      <w:r w:rsidR="008E1963">
        <w:t>-</w:t>
      </w:r>
      <w:r>
        <w:t>Shaykhani al</w:t>
      </w:r>
      <w:r w:rsidR="008E1963">
        <w:t>-</w:t>
      </w:r>
      <w:r>
        <w:t>Qadiri (al</w:t>
      </w:r>
      <w:r w:rsidR="008E1963">
        <w:t>-</w:t>
      </w:r>
      <w:r>
        <w:t>Sirat al­sawi), and Mirza Muhammad Khan al</w:t>
      </w:r>
      <w:r w:rsidR="008E1963">
        <w:t>-</w:t>
      </w:r>
      <w:r>
        <w:t>Badakhshi (Miftah al</w:t>
      </w:r>
      <w:r w:rsidR="008E1963">
        <w:t>-</w:t>
      </w:r>
      <w:r>
        <w:t>najah). Also from him from Zayd ibn Arqam in al</w:t>
      </w:r>
      <w:r w:rsidR="008E1963">
        <w:t>-</w:t>
      </w:r>
      <w:r>
        <w:t>Suyuti (al</w:t>
      </w:r>
      <w:r w:rsidR="008E1963">
        <w:t>-</w:t>
      </w:r>
      <w:r>
        <w:t>Jami’ al</w:t>
      </w:r>
      <w:r w:rsidR="008E1963">
        <w:t>-</w:t>
      </w:r>
      <w:r>
        <w:t>saghir; Sharh by al</w:t>
      </w:r>
      <w:r w:rsidR="008E1963">
        <w:t>-</w:t>
      </w:r>
      <w:r>
        <w:t>Munawi, ii, 174­175) and ‘Ali al</w:t>
      </w:r>
      <w:r w:rsidR="008E1963">
        <w:t>-</w:t>
      </w:r>
      <w:r>
        <w:t>Muttaqi (Kanz al</w:t>
      </w:r>
      <w:r w:rsidR="008E1963">
        <w:t>-</w:t>
      </w:r>
      <w:r>
        <w:t>’ummal). Author of Musnad and Tafsir, he is one of the Imams of the Ahl al</w:t>
      </w:r>
      <w:r w:rsidR="008E1963">
        <w:t>-</w:t>
      </w:r>
      <w:r>
        <w:t xml:space="preserve">Sunnah. </w:t>
      </w:r>
      <w:r w:rsidRPr="00EB3D61">
        <w:rPr>
          <w:rStyle w:val="libFootnotenumChar"/>
        </w:rPr>
        <w:t>34</w:t>
      </w:r>
    </w:p>
    <w:p w:rsidR="00D442CD" w:rsidRDefault="00D442CD" w:rsidP="00941CD7">
      <w:pPr>
        <w:pStyle w:val="Heading2Center"/>
      </w:pPr>
      <w:bookmarkStart w:id="157" w:name="_Toc484431581"/>
      <w:r>
        <w:t>131. ‘Abbad ibn Ya’qub al</w:t>
      </w:r>
      <w:r w:rsidR="008E1963">
        <w:t>-</w:t>
      </w:r>
      <w:r>
        <w:t>Rawajini al</w:t>
      </w:r>
      <w:r w:rsidR="008E1963">
        <w:t>-</w:t>
      </w:r>
      <w:r>
        <w:t>Asadi (d.250/864).</w:t>
      </w:r>
      <w:bookmarkEnd w:id="157"/>
    </w:p>
    <w:p w:rsidR="000D3C43" w:rsidRDefault="00D442CD" w:rsidP="00D442CD">
      <w:pPr>
        <w:pStyle w:val="libNormal"/>
      </w:pPr>
      <w:r>
        <w:t>In al</w:t>
      </w:r>
      <w:r w:rsidR="008E1963">
        <w:t>-</w:t>
      </w:r>
      <w:r>
        <w:t>Tabarani (al</w:t>
      </w:r>
      <w:r w:rsidR="008E1963">
        <w:t>-</w:t>
      </w:r>
      <w:r>
        <w:t>Mu’jam al</w:t>
      </w:r>
      <w:r w:rsidR="008E1963">
        <w:t>-</w:t>
      </w:r>
      <w:r>
        <w:t>saghir, i, 131) from al</w:t>
      </w:r>
      <w:r w:rsidR="008E1963">
        <w:t>-</w:t>
      </w:r>
      <w:r>
        <w:t>Hasan ibn Muhammad ibn Mus’ab al</w:t>
      </w:r>
      <w:r w:rsidR="008E1963">
        <w:t>-</w:t>
      </w:r>
      <w:r>
        <w:t>Ushnani al</w:t>
      </w:r>
      <w:r w:rsidR="008E1963">
        <w:t>-</w:t>
      </w:r>
      <w:r>
        <w:t>Kufi, from him, from ‘Abd al</w:t>
      </w:r>
      <w:r w:rsidR="008E1963">
        <w:t>-</w:t>
      </w:r>
      <w:r>
        <w:t>Rahman al</w:t>
      </w:r>
      <w:r w:rsidR="008E1963">
        <w:t>-</w:t>
      </w:r>
      <w:r>
        <w:t>Mas’udi, from Kathir al</w:t>
      </w:r>
      <w:r w:rsidR="008E1963">
        <w:t>-</w:t>
      </w:r>
      <w:r>
        <w:t>Nawa', from ‘Atiyyah, from Abu Sa’id.</w:t>
      </w:r>
    </w:p>
    <w:p w:rsidR="00D442CD" w:rsidRDefault="00D442CD" w:rsidP="00941CD7">
      <w:pPr>
        <w:pStyle w:val="Heading2Center"/>
      </w:pPr>
      <w:bookmarkStart w:id="158" w:name="_Toc484431582"/>
      <w:r>
        <w:t>132. Nasr ibn ‘Ali ibn Nasr ibn ‘Ali al</w:t>
      </w:r>
      <w:r w:rsidR="008E1963">
        <w:t>-</w:t>
      </w:r>
      <w:r>
        <w:t>Jahdami al</w:t>
      </w:r>
      <w:r w:rsidR="008E1963">
        <w:t>-</w:t>
      </w:r>
      <w:r>
        <w:t>Basri (d. 250/ 864).</w:t>
      </w:r>
      <w:bookmarkEnd w:id="158"/>
    </w:p>
    <w:p w:rsidR="000D3C43" w:rsidRDefault="00D442CD" w:rsidP="00D442CD">
      <w:pPr>
        <w:pStyle w:val="libNormal"/>
      </w:pPr>
      <w:r>
        <w:t>In al</w:t>
      </w:r>
      <w:r w:rsidR="008E1963">
        <w:t>-</w:t>
      </w:r>
      <w:r>
        <w:t>Hakim al</w:t>
      </w:r>
      <w:r w:rsidR="008E1963">
        <w:t>-</w:t>
      </w:r>
      <w:r>
        <w:t>Tirmidhi (al</w:t>
      </w:r>
      <w:r w:rsidR="008E1963">
        <w:t>-</w:t>
      </w:r>
      <w:r>
        <w:t>Mu’jam al</w:t>
      </w:r>
      <w:r w:rsidR="008E1963">
        <w:t>-</w:t>
      </w:r>
      <w:r>
        <w:t>saghir, i, 131) from him, from Zayd ibn al</w:t>
      </w:r>
      <w:r w:rsidR="008E1963">
        <w:t>-</w:t>
      </w:r>
      <w:r>
        <w:t>Hassan, from Ma’ruf ibn Kharrabudh al</w:t>
      </w:r>
      <w:r w:rsidR="008E1963">
        <w:t>-</w:t>
      </w:r>
      <w:r>
        <w:t>Makki, from Abu al</w:t>
      </w:r>
      <w:r w:rsidR="008E1963">
        <w:t>-</w:t>
      </w:r>
      <w:r>
        <w:t>Tufayl from Hudhayfah ibn Usayd al</w:t>
      </w:r>
      <w:r w:rsidR="008E1963">
        <w:t>-</w:t>
      </w:r>
      <w:r>
        <w:t>Ghifari. A leading scholar, his tawthiq has been done by al</w:t>
      </w:r>
      <w:r w:rsidR="008E1963">
        <w:t>-</w:t>
      </w:r>
      <w:r>
        <w:t>Sam’ani, Ibn Khirash, al</w:t>
      </w:r>
      <w:r w:rsidR="008E1963">
        <w:t>-</w:t>
      </w:r>
      <w:r>
        <w:t>Nasa'i, al</w:t>
      </w:r>
      <w:r w:rsidR="008E1963">
        <w:t>-</w:t>
      </w:r>
      <w:r>
        <w:t xml:space="preserve">Dhahabi and others. </w:t>
      </w:r>
      <w:r w:rsidRPr="00EB3D61">
        <w:rPr>
          <w:rStyle w:val="libFootnotenumChar"/>
        </w:rPr>
        <w:t>35</w:t>
      </w:r>
    </w:p>
    <w:p w:rsidR="00D442CD" w:rsidRDefault="00D442CD" w:rsidP="00941CD7">
      <w:pPr>
        <w:pStyle w:val="Heading2Center"/>
      </w:pPr>
      <w:bookmarkStart w:id="159" w:name="_Toc484431583"/>
      <w:r>
        <w:t>133. Muhammad ibn al</w:t>
      </w:r>
      <w:r w:rsidR="008E1963">
        <w:t>-</w:t>
      </w:r>
      <w:r>
        <w:t>Muthanna Abu Musa al</w:t>
      </w:r>
      <w:r w:rsidR="008E1963">
        <w:t>-</w:t>
      </w:r>
      <w:r>
        <w:t>Anzi (d. 252/ 866).</w:t>
      </w:r>
      <w:bookmarkEnd w:id="159"/>
    </w:p>
    <w:p w:rsidR="000D3C43" w:rsidRDefault="00D442CD" w:rsidP="00D442CD">
      <w:pPr>
        <w:pStyle w:val="libNormal"/>
      </w:pPr>
      <w:r>
        <w:t>In al</w:t>
      </w:r>
      <w:r w:rsidR="008E1963">
        <w:t>-</w:t>
      </w:r>
      <w:r>
        <w:t>Nasa'i (al</w:t>
      </w:r>
      <w:r w:rsidR="008E1963">
        <w:t>-</w:t>
      </w:r>
      <w:r>
        <w:t>Khasa'is), from him, from Yahya ibn Hammad (see 104). Among the rijal of Bukhari, Muslim, Abu Dawud, Abu ‘Isa and al</w:t>
      </w:r>
      <w:r w:rsidR="008E1963">
        <w:t>-</w:t>
      </w:r>
      <w:r>
        <w:t xml:space="preserve">Nasa'i. </w:t>
      </w:r>
      <w:r>
        <w:lastRenderedPageBreak/>
        <w:t>Tawthiq by al</w:t>
      </w:r>
      <w:r w:rsidR="008E1963">
        <w:t>-</w:t>
      </w:r>
      <w:r>
        <w:t>Sam’ani, Muhammad ibn Yahya al</w:t>
      </w:r>
      <w:r w:rsidR="008E1963">
        <w:t>-</w:t>
      </w:r>
      <w:r>
        <w:t>Nishaburi, Abu Hatim, lbn Hibban, al</w:t>
      </w:r>
      <w:r w:rsidR="008E1963">
        <w:t>-</w:t>
      </w:r>
      <w:r>
        <w:t>Khatib, al</w:t>
      </w:r>
      <w:r w:rsidR="008E1963">
        <w:t>-</w:t>
      </w:r>
      <w:r>
        <w:t xml:space="preserve">Dhahabi and Ibn Hajar. </w:t>
      </w:r>
      <w:r w:rsidRPr="00EB3D61">
        <w:rPr>
          <w:rStyle w:val="libFootnotenumChar"/>
        </w:rPr>
        <w:t>36</w:t>
      </w:r>
    </w:p>
    <w:p w:rsidR="00D442CD" w:rsidRDefault="00D442CD" w:rsidP="00941CD7">
      <w:pPr>
        <w:pStyle w:val="Heading2Center"/>
      </w:pPr>
      <w:bookmarkStart w:id="160" w:name="_Toc484431584"/>
      <w:r>
        <w:t>134. Muhammad ibn Yazid, Akhu Karkhwayh al</w:t>
      </w:r>
      <w:r w:rsidR="008E1963">
        <w:t>-</w:t>
      </w:r>
      <w:r>
        <w:t>Wasiti (d. 246/860).</w:t>
      </w:r>
      <w:bookmarkEnd w:id="160"/>
    </w:p>
    <w:p w:rsidR="000D3C43" w:rsidRDefault="00D442CD" w:rsidP="00D442CD">
      <w:pPr>
        <w:pStyle w:val="libNormal"/>
      </w:pPr>
      <w:r>
        <w:t>In al</w:t>
      </w:r>
      <w:r w:rsidR="008E1963">
        <w:t>-</w:t>
      </w:r>
      <w:r>
        <w:t>Muhamili (al</w:t>
      </w:r>
      <w:r w:rsidR="008E1963">
        <w:t>-</w:t>
      </w:r>
      <w:r>
        <w:t>Amali) from Yazid ibn Harun (98). Tawthiq by al</w:t>
      </w:r>
      <w:r w:rsidR="008E1963">
        <w:t>-</w:t>
      </w:r>
      <w:r>
        <w:t xml:space="preserve">Khatib. </w:t>
      </w:r>
      <w:r w:rsidRPr="00EB3D61">
        <w:rPr>
          <w:rStyle w:val="libFootnotenumChar"/>
        </w:rPr>
        <w:t>37</w:t>
      </w:r>
    </w:p>
    <w:p w:rsidR="00D442CD" w:rsidRDefault="00D442CD" w:rsidP="00941CD7">
      <w:pPr>
        <w:pStyle w:val="Heading2Center"/>
      </w:pPr>
      <w:bookmarkStart w:id="161" w:name="_Toc484431585"/>
      <w:r>
        <w:t>135. Yusuf ibn Musa al</w:t>
      </w:r>
      <w:r w:rsidR="008E1963">
        <w:t>-</w:t>
      </w:r>
      <w:r>
        <w:t>Qattan (d. 253/867).</w:t>
      </w:r>
      <w:bookmarkEnd w:id="161"/>
    </w:p>
    <w:p w:rsidR="000D3C43" w:rsidRDefault="00D442CD" w:rsidP="00D442CD">
      <w:pPr>
        <w:pStyle w:val="libNormal"/>
      </w:pPr>
      <w:r>
        <w:t>In Imam Muhammad ibn Ishaq ibn Khuzaymah's Sahih (MS. 348, Maktabat Sultan Ahmad, Istanbul) from him, from Jarir ibn ‘Abd al</w:t>
      </w:r>
      <w:r w:rsidR="008E1963">
        <w:t>-</w:t>
      </w:r>
      <w:r>
        <w:t>Hamid, from Muhammad ibn Fudayl, from Yahya ibn Sa’id al</w:t>
      </w:r>
      <w:r w:rsidR="008E1963">
        <w:t>-</w:t>
      </w:r>
      <w:r>
        <w:t>Taymi, from Yazid ibn Hayyan, from Zayd ibn Arqam. Among the rijal of al</w:t>
      </w:r>
      <w:r w:rsidR="008E1963">
        <w:t>-</w:t>
      </w:r>
      <w:r>
        <w:t>Bukhari, Abu Dawud, al</w:t>
      </w:r>
      <w:r w:rsidR="008E1963">
        <w:t>-</w:t>
      </w:r>
      <w:r>
        <w:t>Tirmidhi and Ibn Majah. Tawthiq by Ibn Khuzaymah and others. Mentioned by Ibn Hibban in al</w:t>
      </w:r>
      <w:r w:rsidR="008E1963">
        <w:t>-</w:t>
      </w:r>
      <w:r>
        <w:t xml:space="preserve">Thiqat. </w:t>
      </w:r>
      <w:r w:rsidRPr="00EB3D61">
        <w:rPr>
          <w:rStyle w:val="libFootnotenumChar"/>
        </w:rPr>
        <w:t>38</w:t>
      </w:r>
    </w:p>
    <w:p w:rsidR="00D442CD" w:rsidRDefault="00D442CD" w:rsidP="00941CD7">
      <w:pPr>
        <w:pStyle w:val="Heading2Center"/>
      </w:pPr>
      <w:bookmarkStart w:id="162" w:name="_Toc484431586"/>
      <w:r>
        <w:t>136. Ahmad ibn al</w:t>
      </w:r>
      <w:r w:rsidR="008E1963">
        <w:t>-</w:t>
      </w:r>
      <w:r>
        <w:t>Mansur al</w:t>
      </w:r>
      <w:r w:rsidR="008E1963">
        <w:t>-</w:t>
      </w:r>
      <w:r>
        <w:t>Ramadi (d. 265/878).</w:t>
      </w:r>
      <w:bookmarkEnd w:id="162"/>
    </w:p>
    <w:p w:rsidR="000D3C43" w:rsidRDefault="00D442CD" w:rsidP="00D442CD">
      <w:pPr>
        <w:pStyle w:val="libNormal"/>
      </w:pPr>
      <w:r>
        <w:t>In Abu Bakr al</w:t>
      </w:r>
      <w:r w:rsidR="008E1963">
        <w:t>-</w:t>
      </w:r>
      <w:r>
        <w:t>Bazzaz (Musnad, MS. 578, Maktabat Murad, Istanbul), from him, from Dawud ibn ‘Umar, from Salih ibn Musa ibn ‘Abd Allah from ‘Abd al</w:t>
      </w:r>
      <w:r w:rsidR="008E1963">
        <w:t>-</w:t>
      </w:r>
      <w:r>
        <w:t>Aziz ibn Rafi’, from Abu Salih from Abu Hurayra. Tawthiq by Abu Hatim and al</w:t>
      </w:r>
      <w:r w:rsidR="008E1963">
        <w:t>-</w:t>
      </w:r>
      <w:r>
        <w:t xml:space="preserve">Darqutni. </w:t>
      </w:r>
      <w:r w:rsidRPr="00EB3D61">
        <w:rPr>
          <w:rStyle w:val="libFootnotenumChar"/>
        </w:rPr>
        <w:t>39</w:t>
      </w:r>
    </w:p>
    <w:p w:rsidR="00D442CD" w:rsidRDefault="00D442CD" w:rsidP="00941CD7">
      <w:pPr>
        <w:pStyle w:val="Heading2Center"/>
      </w:pPr>
      <w:bookmarkStart w:id="163" w:name="_Toc484431587"/>
      <w:r>
        <w:t>137. Abu Muhammad ‘Abd Allah ibn ‘Abd al</w:t>
      </w:r>
      <w:r w:rsidR="008E1963">
        <w:t>-</w:t>
      </w:r>
      <w:r>
        <w:t>Rahman al</w:t>
      </w:r>
      <w:r w:rsidR="008E1963">
        <w:t>-</w:t>
      </w:r>
      <w:r>
        <w:t>Darimi al</w:t>
      </w:r>
      <w:r w:rsidR="008E1963">
        <w:t>-</w:t>
      </w:r>
      <w:r>
        <w:t>Samarqandi (d. 255/869).</w:t>
      </w:r>
      <w:bookmarkEnd w:id="163"/>
    </w:p>
    <w:p w:rsidR="000D3C43" w:rsidRDefault="00D442CD" w:rsidP="00D442CD">
      <w:pPr>
        <w:pStyle w:val="libNormal"/>
      </w:pPr>
      <w:r>
        <w:t>In his Musnad, as mentioned by al</w:t>
      </w:r>
      <w:r w:rsidR="008E1963">
        <w:t>-</w:t>
      </w:r>
      <w:r>
        <w:t>Sakhawi in al</w:t>
      </w:r>
      <w:r w:rsidR="008E1963">
        <w:t>-</w:t>
      </w:r>
      <w:r>
        <w:t>Istijlab. Author of al</w:t>
      </w:r>
      <w:r w:rsidR="008E1963">
        <w:t>-</w:t>
      </w:r>
      <w:r>
        <w:t>Musnad, Tafsir and al</w:t>
      </w:r>
      <w:r w:rsidR="008E1963">
        <w:t>-</w:t>
      </w:r>
      <w:r>
        <w:t>Jami’. A leading scholar (imam). Tawthiq by al</w:t>
      </w:r>
      <w:r w:rsidR="008E1963">
        <w:t>-</w:t>
      </w:r>
      <w:r>
        <w:t>Sam’ani, al</w:t>
      </w:r>
      <w:r w:rsidR="008E1963">
        <w:t>-</w:t>
      </w:r>
      <w:r>
        <w:t>Dhahabi and al</w:t>
      </w:r>
      <w:r w:rsidR="008E1963">
        <w:t>-</w:t>
      </w:r>
      <w:r>
        <w:t xml:space="preserve">Asqalani. </w:t>
      </w:r>
      <w:r w:rsidRPr="00EB3D61">
        <w:rPr>
          <w:rStyle w:val="libFootnotenumChar"/>
        </w:rPr>
        <w:t>40</w:t>
      </w:r>
    </w:p>
    <w:p w:rsidR="00D442CD" w:rsidRDefault="00D442CD" w:rsidP="00941CD7">
      <w:pPr>
        <w:pStyle w:val="Heading2Center"/>
      </w:pPr>
      <w:bookmarkStart w:id="164" w:name="_Toc484431588"/>
      <w:r>
        <w:t>138. ‘Ali ibn al</w:t>
      </w:r>
      <w:r w:rsidR="008E1963">
        <w:t>-</w:t>
      </w:r>
      <w:r>
        <w:t>Mundhir al</w:t>
      </w:r>
      <w:r w:rsidR="008E1963">
        <w:t>-</w:t>
      </w:r>
      <w:r>
        <w:t>Tariqi al</w:t>
      </w:r>
      <w:r w:rsidR="008E1963">
        <w:t>-</w:t>
      </w:r>
      <w:r>
        <w:t>Kufi (d. 256/870).</w:t>
      </w:r>
      <w:bookmarkEnd w:id="164"/>
    </w:p>
    <w:p w:rsidR="000D3C43" w:rsidRDefault="00D442CD" w:rsidP="00D442CD">
      <w:pPr>
        <w:pStyle w:val="libNormal"/>
      </w:pPr>
      <w:r>
        <w:t>In al</w:t>
      </w:r>
      <w:r w:rsidR="008E1963">
        <w:t>-</w:t>
      </w:r>
      <w:r>
        <w:t>Tirmidhi (Sahih) and Ibn al</w:t>
      </w:r>
      <w:r w:rsidR="008E1963">
        <w:t>-</w:t>
      </w:r>
      <w:r>
        <w:t>Athir (Usd al</w:t>
      </w:r>
      <w:r w:rsidR="008E1963">
        <w:t>-</w:t>
      </w:r>
      <w:r>
        <w:t>ghabah), from him from Abu Sa’id (see 63). Tawthiq by Ibn Abi Hatim, Ibn Numayr an al</w:t>
      </w:r>
      <w:r w:rsidR="008E1963">
        <w:t>-</w:t>
      </w:r>
      <w:r>
        <w:t xml:space="preserve">Dhahabi. </w:t>
      </w:r>
      <w:r w:rsidRPr="00EB3D61">
        <w:rPr>
          <w:rStyle w:val="libFootnotenumChar"/>
        </w:rPr>
        <w:t>41</w:t>
      </w:r>
    </w:p>
    <w:p w:rsidR="00D442CD" w:rsidRDefault="00D442CD" w:rsidP="00941CD7">
      <w:pPr>
        <w:pStyle w:val="Heading2Center"/>
      </w:pPr>
      <w:bookmarkStart w:id="165" w:name="_Toc484431589"/>
      <w:r>
        <w:t>139. Muslim ibn Hajjaj al</w:t>
      </w:r>
      <w:r w:rsidR="008E1963">
        <w:t>-</w:t>
      </w:r>
      <w:r>
        <w:t>Qushayri al</w:t>
      </w:r>
      <w:r w:rsidR="008E1963">
        <w:t>-</w:t>
      </w:r>
      <w:r>
        <w:t>Nishaburi (d. 261/874).</w:t>
      </w:r>
      <w:bookmarkEnd w:id="165"/>
    </w:p>
    <w:p w:rsidR="000D3C43" w:rsidRDefault="00D442CD" w:rsidP="00D442CD">
      <w:pPr>
        <w:pStyle w:val="libNormal"/>
      </w:pPr>
      <w:r>
        <w:t>In his Sahih narrates it through various chains of transmission. He is one of the imams of the Ahl al</w:t>
      </w:r>
      <w:r w:rsidR="008E1963">
        <w:t>-</w:t>
      </w:r>
      <w:r>
        <w:t>Sunnah in hadith, and his Sahih has been preferred to al</w:t>
      </w:r>
      <w:r w:rsidR="008E1963">
        <w:t>-</w:t>
      </w:r>
      <w:r>
        <w:t>Bukhari's by some major scholars, among them Abu ‘Ali al</w:t>
      </w:r>
      <w:r w:rsidR="008E1963">
        <w:t>-</w:t>
      </w:r>
      <w:r>
        <w:t>Nishaburi.</w:t>
      </w:r>
    </w:p>
    <w:p w:rsidR="00D442CD" w:rsidRDefault="00D442CD" w:rsidP="00941CD7">
      <w:pPr>
        <w:pStyle w:val="Heading2Center"/>
      </w:pPr>
      <w:bookmarkStart w:id="166" w:name="_Toc484431590"/>
      <w:r>
        <w:t>140. Ahmad ibn Yunus Abu al</w:t>
      </w:r>
      <w:r w:rsidR="008E1963">
        <w:t>-</w:t>
      </w:r>
      <w:r>
        <w:t>Abbas al</w:t>
      </w:r>
      <w:r w:rsidR="008E1963">
        <w:t>-</w:t>
      </w:r>
      <w:r>
        <w:t>Dabbi (d. 268/881)</w:t>
      </w:r>
      <w:bookmarkEnd w:id="166"/>
    </w:p>
    <w:p w:rsidR="000D3C43" w:rsidRDefault="00D442CD" w:rsidP="00D442CD">
      <w:pPr>
        <w:pStyle w:val="libNormal"/>
      </w:pPr>
      <w:r>
        <w:t>In Abu Nu’aym (Hilyat al</w:t>
      </w:r>
      <w:r w:rsidR="008E1963">
        <w:t>-</w:t>
      </w:r>
      <w:r>
        <w:t>awliya', ix, 64) from ‘Abd Allah ibn Ja'far, from him, from ‘Ammar ibn Nasr (see 113). Tawthiq mentioned by al</w:t>
      </w:r>
      <w:r w:rsidR="008E1963">
        <w:t>-</w:t>
      </w:r>
      <w:r>
        <w:t xml:space="preserve">Khatib and Abu Nu’aym. </w:t>
      </w:r>
      <w:r w:rsidRPr="00EB3D61">
        <w:rPr>
          <w:rStyle w:val="libFootnotenumChar"/>
        </w:rPr>
        <w:t>42</w:t>
      </w:r>
    </w:p>
    <w:p w:rsidR="00D442CD" w:rsidRDefault="00D442CD" w:rsidP="00941CD7">
      <w:pPr>
        <w:pStyle w:val="Heading2Center"/>
      </w:pPr>
      <w:bookmarkStart w:id="167" w:name="_Toc484431591"/>
      <w:r>
        <w:t>141. Ibrahim ibn Marzuq ibn Dinar (d. 270/883).</w:t>
      </w:r>
      <w:bookmarkEnd w:id="167"/>
    </w:p>
    <w:p w:rsidR="000D3C43" w:rsidRDefault="00D442CD" w:rsidP="00D442CD">
      <w:pPr>
        <w:pStyle w:val="libNormal"/>
      </w:pPr>
      <w:r>
        <w:t>In Abu Ja’far al</w:t>
      </w:r>
      <w:r w:rsidR="008E1963">
        <w:t>-</w:t>
      </w:r>
      <w:r>
        <w:t>Tahawi (Mushkil al</w:t>
      </w:r>
      <w:r w:rsidR="008E1963">
        <w:t>-</w:t>
      </w:r>
      <w:r>
        <w:t>athar, ii, 307) and al</w:t>
      </w:r>
      <w:r w:rsidR="008E1963">
        <w:t>-</w:t>
      </w:r>
      <w:r>
        <w:t>Dulabi (al</w:t>
      </w:r>
      <w:r w:rsidR="008E1963">
        <w:t>-</w:t>
      </w:r>
      <w:r>
        <w:t>Dhurriyyat al</w:t>
      </w:r>
      <w:r w:rsidR="008E1963">
        <w:t>-</w:t>
      </w:r>
      <w:r>
        <w:t>tahirah, 186) from him, from Abu ‘Amir al</w:t>
      </w:r>
      <w:r w:rsidR="008E1963">
        <w:t>-</w:t>
      </w:r>
      <w:r>
        <w:t>Aqadi (96) from Kathir ibn Zayd (81), from Muhammad ibn ‘Umar ibn ‘Ali (77), from his father, from ‘Ali (A). Tawthiq by al</w:t>
      </w:r>
      <w:r w:rsidR="008E1963">
        <w:t>-</w:t>
      </w:r>
      <w:r>
        <w:t xml:space="preserve">Darqutni, Ibn Yunus, Ibn Hatim, Ibn Hibban and Sa’id ibn ‘Uthman. </w:t>
      </w:r>
      <w:r w:rsidRPr="00EB3D61">
        <w:rPr>
          <w:rStyle w:val="libFootnotenumChar"/>
        </w:rPr>
        <w:t>43</w:t>
      </w:r>
    </w:p>
    <w:p w:rsidR="00D442CD" w:rsidRDefault="00D442CD" w:rsidP="00941CD7">
      <w:pPr>
        <w:pStyle w:val="Heading2Center"/>
      </w:pPr>
      <w:bookmarkStart w:id="168" w:name="_Toc484431592"/>
      <w:r>
        <w:lastRenderedPageBreak/>
        <w:t>142. Al</w:t>
      </w:r>
      <w:r w:rsidR="008E1963">
        <w:t>-</w:t>
      </w:r>
      <w:r>
        <w:t>Husayn ibn ‘Ali ibn Ja’far.</w:t>
      </w:r>
      <w:bookmarkEnd w:id="168"/>
    </w:p>
    <w:p w:rsidR="000D3C43" w:rsidRPr="00EB3D61" w:rsidRDefault="00D442CD" w:rsidP="00D442CD">
      <w:pPr>
        <w:pStyle w:val="libNormal"/>
        <w:rPr>
          <w:rStyle w:val="libFootnotenumChar"/>
        </w:rPr>
      </w:pPr>
      <w:r>
        <w:t>In al</w:t>
      </w:r>
      <w:r w:rsidR="008E1963">
        <w:t>-</w:t>
      </w:r>
      <w:r>
        <w:t>Bazzaz (Musnad, MS. F.75), from him, from ‘Ali ibn Thabit, from Sufyan ibn Sulayman from Abu Ishaq from Al</w:t>
      </w:r>
      <w:r w:rsidR="008E1963">
        <w:t>-</w:t>
      </w:r>
      <w:r>
        <w:t>Harith from ‘Ali (A). Among the rijal of Abu Dawud, al</w:t>
      </w:r>
      <w:r w:rsidR="008E1963">
        <w:t>-</w:t>
      </w:r>
      <w:r>
        <w:t>Nasa'i and al</w:t>
      </w:r>
      <w:r w:rsidR="008E1963">
        <w:t>-</w:t>
      </w:r>
      <w:r>
        <w:t>Bazzaz.44</w:t>
      </w:r>
    </w:p>
    <w:p w:rsidR="00D442CD" w:rsidRDefault="00D442CD" w:rsidP="00941CD7">
      <w:pPr>
        <w:pStyle w:val="Heading2Center"/>
      </w:pPr>
      <w:bookmarkStart w:id="169" w:name="_Toc484431593"/>
      <w:r>
        <w:t>143. Muhammad ibn ‘Abd al</w:t>
      </w:r>
      <w:r w:rsidR="008E1963">
        <w:t>-</w:t>
      </w:r>
      <w:r>
        <w:t>Wahhab Abu Ahmad al</w:t>
      </w:r>
      <w:r w:rsidR="008E1963">
        <w:t>-</w:t>
      </w:r>
      <w:r>
        <w:t>Farra' (d. 272/885).</w:t>
      </w:r>
      <w:bookmarkEnd w:id="169"/>
    </w:p>
    <w:p w:rsidR="000D3C43" w:rsidRDefault="00D442CD" w:rsidP="00D442CD">
      <w:pPr>
        <w:pStyle w:val="libNormal"/>
      </w:pPr>
      <w:r>
        <w:t>In al</w:t>
      </w:r>
      <w:r w:rsidR="008E1963">
        <w:t>-</w:t>
      </w:r>
      <w:r>
        <w:t>Bayhaqi (Sunan, ii, 148) from al</w:t>
      </w:r>
      <w:r w:rsidR="008E1963">
        <w:t>-</w:t>
      </w:r>
      <w:r>
        <w:t>Hakim, from al</w:t>
      </w:r>
      <w:r w:rsidR="008E1963">
        <w:t>-</w:t>
      </w:r>
      <w:r>
        <w:t>Hasan ibn Ya’qub, from him, from Ja’far ibn ‘Awn, from Yahya ibn Sa’id, from Yazid ibn Hayyan from Zayd ibn Arqam. Again in al</w:t>
      </w:r>
      <w:r w:rsidR="008E1963">
        <w:t>-</w:t>
      </w:r>
      <w:r>
        <w:t>Bayhaqi (op. cit., vii, 30) from Abu Zakariyya Yahya ibn Ibrahim, from Abu ‘Abd Allah Muhammad ibn Ya’qub, from him, from Ja’far ibn ‘Awn. Tawthiq by al</w:t>
      </w:r>
      <w:r w:rsidR="008E1963">
        <w:t>-</w:t>
      </w:r>
      <w:r>
        <w:t>Nasa'i and Ibn Hibban. Among the rijal of Muslim, al</w:t>
      </w:r>
      <w:r w:rsidR="008E1963">
        <w:t>-</w:t>
      </w:r>
      <w:r>
        <w:t xml:space="preserve">Bukhari, Ibrahim, Ibn Abi Talib and Ibn Khuzaymah. </w:t>
      </w:r>
      <w:r w:rsidRPr="00EB3D61">
        <w:rPr>
          <w:rStyle w:val="libFootnotenumChar"/>
        </w:rPr>
        <w:t>45</w:t>
      </w:r>
    </w:p>
    <w:p w:rsidR="00D442CD" w:rsidRDefault="00D442CD" w:rsidP="00941CD7">
      <w:pPr>
        <w:pStyle w:val="Heading2Center"/>
      </w:pPr>
      <w:bookmarkStart w:id="170" w:name="_Toc484431594"/>
      <w:r>
        <w:t>144. Abu ‘Abd Allah Muhammad ibn Yazid ibn Majah al</w:t>
      </w:r>
      <w:r w:rsidR="008E1963">
        <w:t>-</w:t>
      </w:r>
      <w:r>
        <w:t>­Qazwini (d. 273/886).</w:t>
      </w:r>
      <w:bookmarkEnd w:id="170"/>
    </w:p>
    <w:p w:rsidR="000D3C43" w:rsidRDefault="00D442CD" w:rsidP="00D442CD">
      <w:pPr>
        <w:pStyle w:val="libNormal"/>
      </w:pPr>
      <w:r>
        <w:t>Al</w:t>
      </w:r>
      <w:r w:rsidR="008E1963">
        <w:t>-</w:t>
      </w:r>
      <w:r>
        <w:t>Kanji (Kifayat al</w:t>
      </w:r>
      <w:r w:rsidR="008E1963">
        <w:t>-</w:t>
      </w:r>
      <w:r>
        <w:t>talib, 53) mentions his narration of Hadith al</w:t>
      </w:r>
      <w:r w:rsidR="008E1963">
        <w:t>-</w:t>
      </w:r>
      <w:r>
        <w:t>Thaqalayn. He is one of the imams of hadith and his Sunan is counted among the Six Sihah.</w:t>
      </w:r>
    </w:p>
    <w:p w:rsidR="00D442CD" w:rsidRDefault="00D442CD" w:rsidP="00941CD7">
      <w:pPr>
        <w:pStyle w:val="Heading2Center"/>
      </w:pPr>
      <w:bookmarkStart w:id="171" w:name="_Toc484431595"/>
      <w:r>
        <w:t>145. Abu Dawud Sulayman ibn Ash’ath al</w:t>
      </w:r>
      <w:r w:rsidR="008E1963">
        <w:t>-</w:t>
      </w:r>
      <w:r>
        <w:t>Sijistani (d. 275/888).</w:t>
      </w:r>
      <w:bookmarkEnd w:id="171"/>
    </w:p>
    <w:p w:rsidR="000D3C43" w:rsidRDefault="00D442CD" w:rsidP="00D442CD">
      <w:pPr>
        <w:pStyle w:val="libNormal"/>
      </w:pPr>
      <w:r>
        <w:t>Al</w:t>
      </w:r>
      <w:r w:rsidR="008E1963">
        <w:t>-</w:t>
      </w:r>
      <w:r>
        <w:t>Kanji (Kifayat al</w:t>
      </w:r>
      <w:r w:rsidR="008E1963">
        <w:t>-</w:t>
      </w:r>
      <w:r>
        <w:t>talib, 53) mentions his narration of the hadith. He is also one of the imams of hadith and a leading traditionist of his era.</w:t>
      </w:r>
    </w:p>
    <w:p w:rsidR="00D442CD" w:rsidRDefault="00D442CD" w:rsidP="00941CD7">
      <w:pPr>
        <w:pStyle w:val="Heading2Center"/>
      </w:pPr>
      <w:bookmarkStart w:id="172" w:name="_Toc484431596"/>
      <w:r>
        <w:t>146. Abu Qalabah ‘Abd al</w:t>
      </w:r>
      <w:r w:rsidR="008E1963">
        <w:t>-</w:t>
      </w:r>
      <w:r>
        <w:t>Malik ibn Muhammad al</w:t>
      </w:r>
      <w:r w:rsidR="008E1963">
        <w:t>-</w:t>
      </w:r>
      <w:r>
        <w:t>Raqqashi al</w:t>
      </w:r>
      <w:r w:rsidR="008E1963">
        <w:t>-</w:t>
      </w:r>
      <w:r>
        <w:t>Basri (d. 276/889).</w:t>
      </w:r>
      <w:bookmarkEnd w:id="172"/>
    </w:p>
    <w:p w:rsidR="000D3C43" w:rsidRDefault="00D442CD" w:rsidP="00D442CD">
      <w:pPr>
        <w:pStyle w:val="libNormal"/>
      </w:pPr>
      <w:r>
        <w:t>In al</w:t>
      </w:r>
      <w:r w:rsidR="008E1963">
        <w:t>-</w:t>
      </w:r>
      <w:r>
        <w:t>Hakim (al</w:t>
      </w:r>
      <w:r w:rsidR="008E1963">
        <w:t>-</w:t>
      </w:r>
      <w:r>
        <w:t>Mustadrak, ii, 193), from Abu al</w:t>
      </w:r>
      <w:r w:rsidR="008E1963">
        <w:t>-</w:t>
      </w:r>
      <w:r>
        <w:t>Husayn Muhammad ibn Ahmad, from him, from Yahya ibn Hammad, from Abu ‘Awanah, from al</w:t>
      </w:r>
      <w:r w:rsidR="008E1963">
        <w:t>-</w:t>
      </w:r>
      <w:r>
        <w:t>A’mash, from Habib ibn Abi Thabit from Abu al</w:t>
      </w:r>
      <w:r w:rsidR="008E1963">
        <w:t>-</w:t>
      </w:r>
      <w:r>
        <w:t>Tufayl from Zayd ibn Arqam. Tawthiq and tasdiq by Ibn Hibban, al</w:t>
      </w:r>
      <w:r w:rsidR="008E1963">
        <w:t>-</w:t>
      </w:r>
      <w:r>
        <w:t xml:space="preserve">Darqutni, and Abu Dawud. </w:t>
      </w:r>
      <w:r w:rsidRPr="00EB3D61">
        <w:rPr>
          <w:rStyle w:val="libFootnotenumChar"/>
        </w:rPr>
        <w:t>46</w:t>
      </w:r>
    </w:p>
    <w:p w:rsidR="00D442CD" w:rsidRDefault="00D442CD" w:rsidP="00941CD7">
      <w:pPr>
        <w:pStyle w:val="Heading2Center"/>
      </w:pPr>
      <w:bookmarkStart w:id="173" w:name="_Toc484431597"/>
      <w:r>
        <w:t>147. Abu Bakr Muhammad ibn Ahmad ibn Abi al</w:t>
      </w:r>
      <w:r w:rsidR="008E1963">
        <w:t>-</w:t>
      </w:r>
      <w:r>
        <w:t>Awwam ibn Yazid ibn Dinar al</w:t>
      </w:r>
      <w:r w:rsidR="008E1963">
        <w:t>-</w:t>
      </w:r>
      <w:r>
        <w:t>Riyahi al</w:t>
      </w:r>
      <w:r w:rsidR="008E1963">
        <w:t>-</w:t>
      </w:r>
      <w:r>
        <w:t>Tamimi (d. 276/889).</w:t>
      </w:r>
      <w:bookmarkEnd w:id="173"/>
    </w:p>
    <w:p w:rsidR="000D3C43" w:rsidRDefault="00D442CD" w:rsidP="00D442CD">
      <w:pPr>
        <w:pStyle w:val="libNormal"/>
      </w:pPr>
      <w:r>
        <w:t>In Ibn al</w:t>
      </w:r>
      <w:r w:rsidR="008E1963">
        <w:t>-</w:t>
      </w:r>
      <w:r>
        <w:t>Maghazili (al</w:t>
      </w:r>
      <w:r w:rsidR="008E1963">
        <w:t>-</w:t>
      </w:r>
      <w:r>
        <w:t>Manaqib, 234­236). Tasdiq by al</w:t>
      </w:r>
      <w:r w:rsidR="008E1963">
        <w:t>-</w:t>
      </w:r>
      <w:r>
        <w:t xml:space="preserve">Darqutni. </w:t>
      </w:r>
      <w:r w:rsidRPr="00EB3D61">
        <w:rPr>
          <w:rStyle w:val="libFootnotenumChar"/>
        </w:rPr>
        <w:t>47</w:t>
      </w:r>
    </w:p>
    <w:p w:rsidR="00D442CD" w:rsidRDefault="00D442CD" w:rsidP="00941CD7">
      <w:pPr>
        <w:pStyle w:val="Heading2Center"/>
      </w:pPr>
      <w:bookmarkStart w:id="174" w:name="_Toc484431598"/>
      <w:r>
        <w:t>148. Al</w:t>
      </w:r>
      <w:r w:rsidR="008E1963">
        <w:t>-</w:t>
      </w:r>
      <w:r>
        <w:t>Hafiz Ya’qub ibn Sufyan al</w:t>
      </w:r>
      <w:r w:rsidR="008E1963">
        <w:t>-</w:t>
      </w:r>
      <w:r>
        <w:t>Fasawi (d. 277/890).</w:t>
      </w:r>
      <w:bookmarkEnd w:id="174"/>
    </w:p>
    <w:p w:rsidR="000D3C43" w:rsidRDefault="00D442CD" w:rsidP="00D442CD">
      <w:pPr>
        <w:pStyle w:val="libNormal"/>
      </w:pPr>
      <w:r>
        <w:t>In his al</w:t>
      </w:r>
      <w:r w:rsidR="008E1963">
        <w:t>-</w:t>
      </w:r>
      <w:r>
        <w:t>Ma’rifah wa al</w:t>
      </w:r>
      <w:r w:rsidR="008E1963">
        <w:t>-</w:t>
      </w:r>
      <w:r>
        <w:t>ta'rikh, i, 536­538, he narrates the hadith through 8 chains from four Sahabah: Zayd ibn Arqam, Abu Sa’id, Zayd ibn Thabit and Abu Dharr al</w:t>
      </w:r>
      <w:r w:rsidR="008E1963">
        <w:t>-</w:t>
      </w:r>
      <w:r>
        <w:t>Ghifari. An eminent historian and traditionist (imam), al</w:t>
      </w:r>
      <w:r w:rsidR="008E1963">
        <w:t>-</w:t>
      </w:r>
      <w:r>
        <w:t>Tirmidhi, al</w:t>
      </w:r>
      <w:r w:rsidR="008E1963">
        <w:t>-</w:t>
      </w:r>
      <w:r>
        <w:t>Nasa'i, Ibn Khuzaymah, Abu ‘Awanah al</w:t>
      </w:r>
      <w:r w:rsidR="008E1963">
        <w:t>-</w:t>
      </w:r>
      <w:r>
        <w:t>Asfara'ini and Ibn Abi Dawud have narrated from him. Ibn Hibban has mentioned him in al</w:t>
      </w:r>
      <w:r w:rsidR="008E1963">
        <w:t>-</w:t>
      </w:r>
      <w:r>
        <w:t xml:space="preserve">Thiqat. </w:t>
      </w:r>
      <w:r w:rsidRPr="00EB3D61">
        <w:rPr>
          <w:rStyle w:val="libFootnotenumChar"/>
        </w:rPr>
        <w:t>48</w:t>
      </w:r>
    </w:p>
    <w:p w:rsidR="00D442CD" w:rsidRDefault="00D442CD" w:rsidP="00941CD7">
      <w:pPr>
        <w:pStyle w:val="Heading2Center"/>
      </w:pPr>
      <w:bookmarkStart w:id="175" w:name="_Toc484431599"/>
      <w:r>
        <w:t>149. Ibrahim ibn Ishaq, al</w:t>
      </w:r>
      <w:r w:rsidR="008E1963">
        <w:t>-</w:t>
      </w:r>
      <w:r>
        <w:t>Qadi Abu Ishaq al</w:t>
      </w:r>
      <w:r w:rsidR="008E1963">
        <w:t>-</w:t>
      </w:r>
      <w:r>
        <w:t>Zuhri (d. 277/890).</w:t>
      </w:r>
      <w:bookmarkEnd w:id="175"/>
    </w:p>
    <w:p w:rsidR="000D3C43" w:rsidRDefault="00D442CD" w:rsidP="00D442CD">
      <w:pPr>
        <w:pStyle w:val="libNormal"/>
      </w:pPr>
      <w:r>
        <w:t>In al</w:t>
      </w:r>
      <w:r w:rsidR="008E1963">
        <w:t>-</w:t>
      </w:r>
      <w:r>
        <w:t>Bayhaqi (Sunan, x, 113), from Abu Muhammad Janah ibn Nadhir, from Abu Ja’far Muhammad ibn ‘Ali ibn Dahim al</w:t>
      </w:r>
      <w:r w:rsidR="008E1963">
        <w:t>-</w:t>
      </w:r>
      <w:r>
        <w:t xml:space="preserve">Shaybani, from him, </w:t>
      </w:r>
      <w:r>
        <w:lastRenderedPageBreak/>
        <w:t>from Ja’far ibn ‘Awn (97), from Ya’la ibn ‘Ubayd (100). Tawthiq by al</w:t>
      </w:r>
      <w:r w:rsidR="008E1963">
        <w:t>-</w:t>
      </w:r>
      <w:r>
        <w:t xml:space="preserve">Khatib. </w:t>
      </w:r>
      <w:r w:rsidRPr="00EB3D61">
        <w:rPr>
          <w:rStyle w:val="libFootnotenumChar"/>
        </w:rPr>
        <w:t>49</w:t>
      </w:r>
    </w:p>
    <w:p w:rsidR="00D442CD" w:rsidRDefault="00D442CD" w:rsidP="00941CD7">
      <w:pPr>
        <w:pStyle w:val="Heading2Center"/>
      </w:pPr>
      <w:bookmarkStart w:id="176" w:name="_Toc484431600"/>
      <w:r>
        <w:t>150. Abu ‘Isa Muhammad ibn ‘Isa ibn Sawrah al</w:t>
      </w:r>
      <w:r w:rsidR="008E1963">
        <w:t>-</w:t>
      </w:r>
      <w:r>
        <w:t>Tirmidhi (d. 279/ 892).</w:t>
      </w:r>
      <w:bookmarkEnd w:id="176"/>
    </w:p>
    <w:p w:rsidR="000D3C43" w:rsidRDefault="00D442CD" w:rsidP="00D442CD">
      <w:pPr>
        <w:pStyle w:val="libNormal"/>
      </w:pPr>
      <w:r>
        <w:t>In his Sahih (ii, 219, 220) narrates it through several chains of transmitters from Jabir, Abu Dharr, Abu Sa’id, Zayd ibn Arqam and Hudhayfah ibn Usayd. He is one of the imams of hadith and his Sahih one of the Six Sihah.</w:t>
      </w:r>
    </w:p>
    <w:p w:rsidR="00D442CD" w:rsidRDefault="00D442CD" w:rsidP="00941CD7">
      <w:pPr>
        <w:pStyle w:val="Heading2Center"/>
      </w:pPr>
      <w:bookmarkStart w:id="177" w:name="_Toc484431601"/>
      <w:r>
        <w:t>151. Abu Bakr ‘Abd Allah ibn Muhammad ibn ‘Ubayd al</w:t>
      </w:r>
      <w:r w:rsidR="008E1963">
        <w:t>-</w:t>
      </w:r>
      <w:r>
        <w:t>Baghdadi, known as Ibn Abi al­Dunya (d. 281/894).</w:t>
      </w:r>
      <w:bookmarkEnd w:id="177"/>
    </w:p>
    <w:p w:rsidR="000D3C43" w:rsidRDefault="00D442CD" w:rsidP="00D442CD">
      <w:pPr>
        <w:pStyle w:val="libNormal"/>
      </w:pPr>
      <w:r>
        <w:t>In his book Fada'il al</w:t>
      </w:r>
      <w:r w:rsidR="008E1963">
        <w:t>-</w:t>
      </w:r>
      <w:r>
        <w:t>Qur'an, MS. Tawthiq and tasdiq by Ibn Abi Hatim, al</w:t>
      </w:r>
      <w:r w:rsidR="008E1963">
        <w:t>-</w:t>
      </w:r>
      <w:r>
        <w:t>Dhahabi and al</w:t>
      </w:r>
      <w:r w:rsidR="008E1963">
        <w:t>-</w:t>
      </w:r>
      <w:r>
        <w:t xml:space="preserve">Kutubi. </w:t>
      </w:r>
      <w:r w:rsidRPr="00EB3D61">
        <w:rPr>
          <w:rStyle w:val="libFootnotenumChar"/>
        </w:rPr>
        <w:t>50</w:t>
      </w:r>
    </w:p>
    <w:p w:rsidR="00D442CD" w:rsidRDefault="00D442CD" w:rsidP="00941CD7">
      <w:pPr>
        <w:pStyle w:val="Heading2Center"/>
      </w:pPr>
      <w:bookmarkStart w:id="178" w:name="_Toc484431602"/>
      <w:r>
        <w:t>152. Abu ‘Abd Allah Muhammad ibn ‘Ali al</w:t>
      </w:r>
      <w:r w:rsidR="008E1963">
        <w:t>-</w:t>
      </w:r>
      <w:r>
        <w:t>Hakim al</w:t>
      </w:r>
      <w:r w:rsidR="008E1963">
        <w:t>-</w:t>
      </w:r>
      <w:r>
        <w:t>Tirmidhi (d. 285/898).</w:t>
      </w:r>
      <w:bookmarkEnd w:id="178"/>
    </w:p>
    <w:p w:rsidR="000D3C43" w:rsidRDefault="00D442CD" w:rsidP="00D442CD">
      <w:pPr>
        <w:pStyle w:val="libNormal"/>
      </w:pPr>
      <w:r>
        <w:t>In his Nawadir al</w:t>
      </w:r>
      <w:r w:rsidR="008E1963">
        <w:t>-</w:t>
      </w:r>
      <w:r>
        <w:t>usul, 68</w:t>
      </w:r>
      <w:r w:rsidR="008E1963">
        <w:t>-</w:t>
      </w:r>
      <w:r>
        <w:t>69, through 2 asanid from Jabir and Hudhayfah ibn Usayd.</w:t>
      </w:r>
    </w:p>
    <w:p w:rsidR="00D442CD" w:rsidRDefault="00D442CD" w:rsidP="00941CD7">
      <w:pPr>
        <w:pStyle w:val="Heading2Center"/>
      </w:pPr>
      <w:bookmarkStart w:id="179" w:name="_Toc484431603"/>
      <w:r>
        <w:t>153. Abu Bakr Ahmad ibn ‘Amr ibn Abi ‘Asim al</w:t>
      </w:r>
      <w:r w:rsidR="008E1963">
        <w:t>-</w:t>
      </w:r>
      <w:r>
        <w:t>Nabil, known as Ibn Abi ‘Asim al</w:t>
      </w:r>
      <w:r w:rsidR="008E1963">
        <w:t>-</w:t>
      </w:r>
      <w:r>
        <w:t>Shaybani (d. 287/900).</w:t>
      </w:r>
      <w:bookmarkEnd w:id="179"/>
    </w:p>
    <w:p w:rsidR="000D3C43" w:rsidRDefault="00D442CD" w:rsidP="00D442CD">
      <w:pPr>
        <w:pStyle w:val="libNormal"/>
      </w:pPr>
      <w:r>
        <w:t>In his Kitab al</w:t>
      </w:r>
      <w:r w:rsidR="008E1963">
        <w:t>-</w:t>
      </w:r>
      <w:r>
        <w:t>Sunnah, as mentioned by al</w:t>
      </w:r>
      <w:r w:rsidR="008E1963">
        <w:t>-</w:t>
      </w:r>
      <w:r>
        <w:t>Suyuti in al</w:t>
      </w:r>
      <w:r w:rsidR="008E1963">
        <w:t>-</w:t>
      </w:r>
      <w:r>
        <w:t>Budur al</w:t>
      </w:r>
      <w:r w:rsidR="008E1963">
        <w:t>-</w:t>
      </w:r>
      <w:r>
        <w:t>safirah ‘an umur al</w:t>
      </w:r>
      <w:r w:rsidR="008E1963">
        <w:t>-</w:t>
      </w:r>
      <w:r>
        <w:t>akhirah, from Zayd ibn Thabit; and from ‘Ali (A), as mentioned in Kanz al</w:t>
      </w:r>
      <w:r w:rsidR="008E1963">
        <w:t>-</w:t>
      </w:r>
      <w:r>
        <w:t>’ummal, xv, 122.</w:t>
      </w:r>
    </w:p>
    <w:p w:rsidR="00D442CD" w:rsidRDefault="00D442CD" w:rsidP="00941CD7">
      <w:pPr>
        <w:pStyle w:val="Heading2Center"/>
      </w:pPr>
      <w:bookmarkStart w:id="180" w:name="_Toc484431604"/>
      <w:r>
        <w:t>154. Abu ‘Abd al</w:t>
      </w:r>
      <w:r w:rsidR="008E1963">
        <w:t>-</w:t>
      </w:r>
      <w:r>
        <w:t>Rahman ‘Abd Allah ibn Ahmad ibn Hanbal al</w:t>
      </w:r>
      <w:r w:rsidR="008E1963">
        <w:t>-</w:t>
      </w:r>
      <w:r>
        <w:t>Shaybani (d. 290/902).</w:t>
      </w:r>
      <w:bookmarkEnd w:id="180"/>
    </w:p>
    <w:p w:rsidR="000D3C43" w:rsidRDefault="00D442CD" w:rsidP="00D442CD">
      <w:pPr>
        <w:pStyle w:val="libNormal"/>
      </w:pPr>
      <w:r>
        <w:t>In Ziyadat al</w:t>
      </w:r>
      <w:r w:rsidR="008E1963">
        <w:t>-</w:t>
      </w:r>
      <w:r>
        <w:t>Musnad from his father, from Zayd ibn Thabit; in al</w:t>
      </w:r>
      <w:r w:rsidR="008E1963">
        <w:t>-</w:t>
      </w:r>
      <w:r>
        <w:t>Mustadrak (iii, 109) from his father, from Zayd ibn Arqam; in Yanabi’ al</w:t>
      </w:r>
      <w:r w:rsidR="008E1963">
        <w:t>-</w:t>
      </w:r>
      <w:r>
        <w:t>mawaddah, 32, from him, from Abu Sa’id and Zayd ibn Arqam. Son of Imam Ahmad and an eminent scholar of his era; tawthiq by al</w:t>
      </w:r>
      <w:r w:rsidR="008E1963">
        <w:t>-</w:t>
      </w:r>
      <w:r>
        <w:t>Khatib and al</w:t>
      </w:r>
      <w:r w:rsidR="008E1963">
        <w:t>-</w:t>
      </w:r>
      <w:r>
        <w:t>Dhahabi.</w:t>
      </w:r>
      <w:r w:rsidRPr="00EB3D61">
        <w:rPr>
          <w:rStyle w:val="libFootnotenumChar"/>
        </w:rPr>
        <w:t>51</w:t>
      </w:r>
    </w:p>
    <w:p w:rsidR="00D442CD" w:rsidRDefault="00D442CD" w:rsidP="00941CD7">
      <w:pPr>
        <w:pStyle w:val="Heading2Center"/>
      </w:pPr>
      <w:bookmarkStart w:id="181" w:name="_Toc484431605"/>
      <w:r>
        <w:t>155. Muhammad ibn al</w:t>
      </w:r>
      <w:r w:rsidR="008E1963">
        <w:t>-</w:t>
      </w:r>
      <w:r>
        <w:t>Fadl, Abu Ja’far al</w:t>
      </w:r>
      <w:r w:rsidR="008E1963">
        <w:t>-</w:t>
      </w:r>
      <w:r>
        <w:t>Saqati (d. 288/900).</w:t>
      </w:r>
      <w:bookmarkEnd w:id="181"/>
    </w:p>
    <w:p w:rsidR="000D3C43" w:rsidRDefault="00D442CD" w:rsidP="00D442CD">
      <w:pPr>
        <w:pStyle w:val="libNormal"/>
      </w:pPr>
      <w:r>
        <w:t>In al</w:t>
      </w:r>
      <w:r w:rsidR="008E1963">
        <w:t>-</w:t>
      </w:r>
      <w:r>
        <w:t>Tabarani (al</w:t>
      </w:r>
      <w:r w:rsidR="008E1963">
        <w:t>-</w:t>
      </w:r>
      <w:r>
        <w:t>Mu’jam al</w:t>
      </w:r>
      <w:r w:rsidR="008E1963">
        <w:t>-</w:t>
      </w:r>
      <w:r>
        <w:t>kabir, iii, No. 2680), from him, from Sa’id ibn Sulayman, from Zayd ibn al</w:t>
      </w:r>
      <w:r w:rsidR="008E1963">
        <w:t>-</w:t>
      </w:r>
      <w:r>
        <w:t>Hasan al</w:t>
      </w:r>
      <w:r w:rsidR="008E1963">
        <w:t>-</w:t>
      </w:r>
      <w:r>
        <w:t>Anmati (93). Tawthiq and tasdiq by al</w:t>
      </w:r>
      <w:r w:rsidR="008E1963">
        <w:t>-</w:t>
      </w:r>
      <w:r>
        <w:t>Darqutni and al</w:t>
      </w:r>
      <w:r w:rsidR="008E1963">
        <w:t>-</w:t>
      </w:r>
      <w:r>
        <w:t xml:space="preserve">Khatib. </w:t>
      </w:r>
      <w:r w:rsidRPr="00EB3D61">
        <w:rPr>
          <w:rStyle w:val="libFootnotenumChar"/>
        </w:rPr>
        <w:t>52</w:t>
      </w:r>
    </w:p>
    <w:p w:rsidR="00D442CD" w:rsidRDefault="00D442CD" w:rsidP="00941CD7">
      <w:pPr>
        <w:pStyle w:val="Heading2Center"/>
      </w:pPr>
      <w:bookmarkStart w:id="182" w:name="_Toc484431606"/>
      <w:r>
        <w:t>156. Fahd ibn Sulayman al</w:t>
      </w:r>
      <w:r w:rsidR="008E1963">
        <w:t>-</w:t>
      </w:r>
      <w:r>
        <w:t>Nahhas al</w:t>
      </w:r>
      <w:r w:rsidR="008E1963">
        <w:t>-</w:t>
      </w:r>
      <w:r>
        <w:t>Misri.</w:t>
      </w:r>
      <w:bookmarkEnd w:id="182"/>
    </w:p>
    <w:p w:rsidR="000D3C43" w:rsidRDefault="00D442CD" w:rsidP="00D442CD">
      <w:pPr>
        <w:pStyle w:val="libNormal"/>
      </w:pPr>
      <w:r>
        <w:t>In al</w:t>
      </w:r>
      <w:r w:rsidR="008E1963">
        <w:t>-</w:t>
      </w:r>
      <w:r>
        <w:t>Tahawi (Mushkil al</w:t>
      </w:r>
      <w:r w:rsidR="008E1963">
        <w:t>-</w:t>
      </w:r>
      <w:r>
        <w:t>athar, iv, 368) from him, from Abu Ghassan Malik ibn Isma’il al</w:t>
      </w:r>
      <w:r w:rsidR="008E1963">
        <w:t>-</w:t>
      </w:r>
      <w:r>
        <w:t>Nahdi.</w:t>
      </w:r>
    </w:p>
    <w:p w:rsidR="00D442CD" w:rsidRDefault="00D442CD" w:rsidP="00941CD7">
      <w:pPr>
        <w:pStyle w:val="Heading2Center"/>
      </w:pPr>
      <w:bookmarkStart w:id="183" w:name="_Toc484431607"/>
      <w:r>
        <w:t>157. Abu al</w:t>
      </w:r>
      <w:r w:rsidR="008E1963">
        <w:t>-</w:t>
      </w:r>
      <w:r>
        <w:t>Abbas Ahmad ibn Yahya al</w:t>
      </w:r>
      <w:r w:rsidR="008E1963">
        <w:t>-</w:t>
      </w:r>
      <w:r>
        <w:t>Shaybani al</w:t>
      </w:r>
      <w:r w:rsidR="008E1963">
        <w:t>-</w:t>
      </w:r>
      <w:r>
        <w:t>Baghdadi, known as Tha’lab (d. 291/904).</w:t>
      </w:r>
      <w:bookmarkEnd w:id="183"/>
    </w:p>
    <w:p w:rsidR="000D3C43" w:rsidRDefault="00D442CD" w:rsidP="00D442CD">
      <w:pPr>
        <w:pStyle w:val="libNormal"/>
      </w:pPr>
      <w:r>
        <w:t>In al</w:t>
      </w:r>
      <w:r w:rsidR="008E1963">
        <w:t>-</w:t>
      </w:r>
      <w:r>
        <w:t>Azhari (Tahdhib al</w:t>
      </w:r>
      <w:r w:rsidR="008E1963">
        <w:t>-</w:t>
      </w:r>
      <w:r>
        <w:t>lughah, ix, 78). A great traditionist, grammarian and man of letters. Tawthiq by al</w:t>
      </w:r>
      <w:r w:rsidR="008E1963">
        <w:t>-</w:t>
      </w:r>
      <w:r>
        <w:t xml:space="preserve">Khatib. </w:t>
      </w:r>
      <w:r w:rsidRPr="00EB3D61">
        <w:rPr>
          <w:rStyle w:val="libFootnotenumChar"/>
        </w:rPr>
        <w:t>53</w:t>
      </w:r>
    </w:p>
    <w:p w:rsidR="00D442CD" w:rsidRDefault="00D442CD" w:rsidP="00941CD7">
      <w:pPr>
        <w:pStyle w:val="Heading2Center"/>
      </w:pPr>
      <w:bookmarkStart w:id="184" w:name="_Toc484431608"/>
      <w:r>
        <w:lastRenderedPageBreak/>
        <w:t>158. Abu Bakr Ahmad ibn ‘Umar ibn ‘Abd al</w:t>
      </w:r>
      <w:r w:rsidR="008E1963">
        <w:t>-</w:t>
      </w:r>
      <w:r>
        <w:t>Khaliq al</w:t>
      </w:r>
      <w:r w:rsidR="008E1963">
        <w:t>-</w:t>
      </w:r>
      <w:r>
        <w:t>Bazzaz (d. 292/905).</w:t>
      </w:r>
      <w:bookmarkEnd w:id="184"/>
    </w:p>
    <w:p w:rsidR="000D3C43" w:rsidRDefault="00D442CD" w:rsidP="00D442CD">
      <w:pPr>
        <w:pStyle w:val="libNormal"/>
      </w:pPr>
      <w:r>
        <w:t>In his Masnad through two chains from Abu Hurayrah and ‘Ali (A) see 89, 112, 136. One of the leading traditionists.</w:t>
      </w:r>
    </w:p>
    <w:p w:rsidR="00D442CD" w:rsidRDefault="00D442CD" w:rsidP="00941CD7">
      <w:pPr>
        <w:pStyle w:val="Heading2Center"/>
      </w:pPr>
      <w:bookmarkStart w:id="185" w:name="_Toc484431609"/>
      <w:r>
        <w:t>159. Abu Nasr Ahmad ibn Sahl al</w:t>
      </w:r>
      <w:r w:rsidR="008E1963">
        <w:t>-</w:t>
      </w:r>
      <w:r>
        <w:t>Faqih al</w:t>
      </w:r>
      <w:r w:rsidR="008E1963">
        <w:t>-</w:t>
      </w:r>
      <w:r>
        <w:t>Qabbani (d. 292/904).</w:t>
      </w:r>
      <w:bookmarkEnd w:id="185"/>
    </w:p>
    <w:p w:rsidR="000D3C43" w:rsidRDefault="00D442CD" w:rsidP="00D442CD">
      <w:pPr>
        <w:pStyle w:val="libNormal"/>
      </w:pPr>
      <w:r>
        <w:t>In al</w:t>
      </w:r>
      <w:r w:rsidR="008E1963">
        <w:t>-</w:t>
      </w:r>
      <w:r>
        <w:t>Hakim (al</w:t>
      </w:r>
      <w:r w:rsidR="008E1963">
        <w:t>-</w:t>
      </w:r>
      <w:r>
        <w:t>Mustadrak, iii, 109), from him, from Salih ibn Muhammad, from Khalaf ibn Salim al</w:t>
      </w:r>
      <w:r w:rsidR="008E1963">
        <w:t>-</w:t>
      </w:r>
      <w:r>
        <w:t>Mukharrimi from Yahya lbn Hammad, from Abu ‘Awanah, from al</w:t>
      </w:r>
      <w:r w:rsidR="008E1963">
        <w:t>-</w:t>
      </w:r>
      <w:r>
        <w:t>A’mash, from Habib ibn Thabit, from Abu Tufayl, from Zayd ibn Arqam. Al</w:t>
      </w:r>
      <w:r w:rsidR="008E1963">
        <w:t>-</w:t>
      </w:r>
      <w:r>
        <w:t>Hakim has narrated many traditions from him in al</w:t>
      </w:r>
      <w:r w:rsidR="008E1963">
        <w:t>-</w:t>
      </w:r>
      <w:r>
        <w:t>Mustadrak and mentions him with great respect.</w:t>
      </w:r>
    </w:p>
    <w:p w:rsidR="00D442CD" w:rsidRDefault="00D442CD" w:rsidP="00941CD7">
      <w:pPr>
        <w:pStyle w:val="Heading2Center"/>
      </w:pPr>
      <w:bookmarkStart w:id="186" w:name="_Toc484431610"/>
      <w:r>
        <w:t>160. Ahmad ibn al</w:t>
      </w:r>
      <w:r w:rsidR="008E1963">
        <w:t>-</w:t>
      </w:r>
      <w:r>
        <w:t>Qasim al</w:t>
      </w:r>
      <w:r w:rsidR="008E1963">
        <w:t>-</w:t>
      </w:r>
      <w:r>
        <w:t>Jawhari (d. 293/905).</w:t>
      </w:r>
      <w:bookmarkEnd w:id="186"/>
    </w:p>
    <w:p w:rsidR="000D3C43" w:rsidRDefault="00D442CD" w:rsidP="00D442CD">
      <w:pPr>
        <w:pStyle w:val="libNormal"/>
      </w:pPr>
      <w:r>
        <w:t>In al</w:t>
      </w:r>
      <w:r w:rsidR="008E1963">
        <w:t>-</w:t>
      </w:r>
      <w:r>
        <w:t>Tabarani (al</w:t>
      </w:r>
      <w:r w:rsidR="008E1963">
        <w:t>-</w:t>
      </w:r>
      <w:r>
        <w:t>Mu’jam al</w:t>
      </w:r>
      <w:r w:rsidR="008E1963">
        <w:t>-</w:t>
      </w:r>
      <w:r>
        <w:t>kabir, iii, no. 3052), from him, from Sa’id ibn Sulayman al</w:t>
      </w:r>
      <w:r w:rsidR="008E1963">
        <w:t>-</w:t>
      </w:r>
      <w:r>
        <w:t>Wasiti from Zayd ibn al</w:t>
      </w:r>
      <w:r w:rsidR="008E1963">
        <w:t>-</w:t>
      </w:r>
      <w:r>
        <w:t>Hasan al</w:t>
      </w:r>
      <w:r w:rsidR="008E1963">
        <w:t>-</w:t>
      </w:r>
      <w:r>
        <w:t>Anmati, from Ma’ruf ibn Kharrabudh, from Abu Tufayl from Hudhayfah ibn Usayd. Tawthiq by al</w:t>
      </w:r>
      <w:r w:rsidR="008E1963">
        <w:t>-</w:t>
      </w:r>
      <w:r>
        <w:t xml:space="preserve">Khatib. </w:t>
      </w:r>
      <w:r w:rsidRPr="00EB3D61">
        <w:rPr>
          <w:rStyle w:val="libFootnotenumChar"/>
        </w:rPr>
        <w:t>54</w:t>
      </w:r>
    </w:p>
    <w:p w:rsidR="00D442CD" w:rsidRDefault="00D442CD" w:rsidP="00941CD7">
      <w:pPr>
        <w:pStyle w:val="Heading2Center"/>
      </w:pPr>
      <w:bookmarkStart w:id="187" w:name="_Toc484431611"/>
      <w:r>
        <w:t>161. Al</w:t>
      </w:r>
      <w:r w:rsidR="008E1963">
        <w:t>-</w:t>
      </w:r>
      <w:r>
        <w:t>Hafiz Salih ibn Muhammad Jazarah (d. 294/906).</w:t>
      </w:r>
      <w:bookmarkEnd w:id="187"/>
    </w:p>
    <w:p w:rsidR="000D3C43" w:rsidRDefault="00D442CD" w:rsidP="00D442CD">
      <w:pPr>
        <w:pStyle w:val="libNormal"/>
      </w:pPr>
      <w:r>
        <w:t>In al</w:t>
      </w:r>
      <w:r w:rsidR="008E1963">
        <w:t>-</w:t>
      </w:r>
      <w:r>
        <w:t>Hakim (al</w:t>
      </w:r>
      <w:r w:rsidR="008E1963">
        <w:t>-</w:t>
      </w:r>
      <w:r>
        <w:t>Mustadrak, iii, 109) see 159. One of the leading traditionists of his age. Tawthiq by al</w:t>
      </w:r>
      <w:r w:rsidR="008E1963">
        <w:t>-</w:t>
      </w:r>
      <w:r>
        <w:t xml:space="preserve">Khatib. </w:t>
      </w:r>
      <w:r w:rsidRPr="00EB3D61">
        <w:rPr>
          <w:rStyle w:val="libFootnotenumChar"/>
        </w:rPr>
        <w:t>55</w:t>
      </w:r>
    </w:p>
    <w:p w:rsidR="00D442CD" w:rsidRDefault="00D442CD" w:rsidP="00941CD7">
      <w:pPr>
        <w:pStyle w:val="Heading2Center"/>
      </w:pPr>
      <w:bookmarkStart w:id="188" w:name="_Toc484431612"/>
      <w:r>
        <w:t>162. Ahmad ibn Yahya al</w:t>
      </w:r>
      <w:r w:rsidR="008E1963">
        <w:t>-</w:t>
      </w:r>
      <w:r>
        <w:t>Hulwani (d. 296/908).</w:t>
      </w:r>
      <w:bookmarkEnd w:id="188"/>
    </w:p>
    <w:p w:rsidR="000D3C43" w:rsidRDefault="00D442CD" w:rsidP="00D442CD">
      <w:pPr>
        <w:pStyle w:val="libNormal"/>
      </w:pPr>
      <w:r>
        <w:t>In al</w:t>
      </w:r>
      <w:r w:rsidR="008E1963">
        <w:t>-</w:t>
      </w:r>
      <w:r>
        <w:t>’Uqayli (Kitab al</w:t>
      </w:r>
      <w:r w:rsidR="008E1963">
        <w:t>-</w:t>
      </w:r>
      <w:r>
        <w:t>du’afa', MS. 362, Dar al</w:t>
      </w:r>
      <w:r w:rsidR="008E1963">
        <w:t>-</w:t>
      </w:r>
      <w:r>
        <w:t>Kutub al</w:t>
      </w:r>
      <w:r w:rsidR="008E1963">
        <w:t>-</w:t>
      </w:r>
      <w:r>
        <w:t>Zahiriyyah, Damascus, vi, F. 104), from him from ‘Abd Allah ibn Dahir, from ‘Abd Allah ibn ‘Abd al</w:t>
      </w:r>
      <w:r w:rsidR="008E1963">
        <w:t>-</w:t>
      </w:r>
      <w:r>
        <w:t>Quddus, from al</w:t>
      </w:r>
      <w:r w:rsidR="008E1963">
        <w:t>-</w:t>
      </w:r>
      <w:r>
        <w:t>A’mash, from ‘Atiyyah, from Abu Sa’id al</w:t>
      </w:r>
      <w:r w:rsidR="008E1963">
        <w:t>-</w:t>
      </w:r>
      <w:r>
        <w:t>Khudri. Tawthiq by al</w:t>
      </w:r>
      <w:r w:rsidR="008E1963">
        <w:t>-</w:t>
      </w:r>
      <w:r>
        <w:t xml:space="preserve">Dhahabi. </w:t>
      </w:r>
      <w:r w:rsidRPr="00EB3D61">
        <w:rPr>
          <w:rStyle w:val="libFootnotenumChar"/>
        </w:rPr>
        <w:t>56</w:t>
      </w:r>
    </w:p>
    <w:p w:rsidR="00D442CD" w:rsidRDefault="00D442CD" w:rsidP="00941CD7">
      <w:pPr>
        <w:pStyle w:val="Heading2Center"/>
      </w:pPr>
      <w:bookmarkStart w:id="189" w:name="_Toc484431613"/>
      <w:r>
        <w:t>163. Al</w:t>
      </w:r>
      <w:r w:rsidR="008E1963">
        <w:t>-</w:t>
      </w:r>
      <w:r>
        <w:t>Hafiz Abu Ja’far Mutayyan, Muhammad ibn ‘Abd Allah ibn Sulayman (d. 297/909).</w:t>
      </w:r>
      <w:bookmarkEnd w:id="189"/>
    </w:p>
    <w:p w:rsidR="000D3C43" w:rsidRDefault="00D442CD" w:rsidP="00D442CD">
      <w:pPr>
        <w:pStyle w:val="libNormal"/>
      </w:pPr>
      <w:r>
        <w:t>In al</w:t>
      </w:r>
      <w:r w:rsidR="008E1963">
        <w:t>-</w:t>
      </w:r>
      <w:r>
        <w:t>Tabarani (al</w:t>
      </w:r>
      <w:r w:rsidR="008E1963">
        <w:t>-</w:t>
      </w:r>
      <w:r>
        <w:t>Mu’jam al</w:t>
      </w:r>
      <w:r w:rsidR="008E1963">
        <w:t>-</w:t>
      </w:r>
      <w:r>
        <w:t>kabir, Nos. 2680, 2683, 3052) from him. One of the leading traditionists. Tawthiq by al</w:t>
      </w:r>
      <w:r w:rsidR="008E1963">
        <w:t>-</w:t>
      </w:r>
      <w:r>
        <w:t>Darqutni; see al</w:t>
      </w:r>
      <w:r w:rsidR="008E1963">
        <w:t>-</w:t>
      </w:r>
      <w:r>
        <w:t>Dhahabi, Tadhkirat al</w:t>
      </w:r>
      <w:r w:rsidR="008E1963">
        <w:t>-</w:t>
      </w:r>
      <w:r>
        <w:t>huffaz, 662.</w:t>
      </w:r>
    </w:p>
    <w:p w:rsidR="00D442CD" w:rsidRDefault="00D442CD" w:rsidP="00D442CD">
      <w:pPr>
        <w:pStyle w:val="Heading2Center"/>
      </w:pPr>
      <w:bookmarkStart w:id="190" w:name="_Toc484431614"/>
      <w:r>
        <w:t>Notes</w:t>
      </w:r>
      <w:bookmarkEnd w:id="190"/>
    </w:p>
    <w:p w:rsidR="00D442CD" w:rsidRDefault="00D442CD" w:rsidP="00D442CD">
      <w:pPr>
        <w:pStyle w:val="libFootnote"/>
      </w:pPr>
      <w:r>
        <w:t>1. Al</w:t>
      </w:r>
      <w:r w:rsidR="008E1963">
        <w:t>-</w:t>
      </w:r>
      <w:r>
        <w:t>Dhahabi, Tadhhib al</w:t>
      </w:r>
      <w:r w:rsidR="008E1963">
        <w:t>-</w:t>
      </w:r>
      <w:r>
        <w:t>Tahdhib, MS.</w:t>
      </w:r>
    </w:p>
    <w:p w:rsidR="00D442CD" w:rsidRDefault="00D442CD" w:rsidP="00D442CD">
      <w:pPr>
        <w:pStyle w:val="libFootnote"/>
      </w:pPr>
      <w:r>
        <w:t>2. Al</w:t>
      </w:r>
      <w:r w:rsidR="008E1963">
        <w:t>-</w:t>
      </w:r>
      <w:r>
        <w:t>Mizzi, Tahdhib al</w:t>
      </w:r>
      <w:r w:rsidR="008E1963">
        <w:t>-</w:t>
      </w:r>
      <w:r>
        <w:t>Kamal, Ms.; Tahdhib al</w:t>
      </w:r>
      <w:r w:rsidR="008E1963">
        <w:t>-</w:t>
      </w:r>
      <w:r>
        <w:t>Tahdhib, vi, 409; Taqrib al</w:t>
      </w:r>
      <w:r w:rsidR="008E1963">
        <w:t>-</w:t>
      </w:r>
      <w:r>
        <w:t>Tahdhib, i, 521.</w:t>
      </w:r>
    </w:p>
    <w:p w:rsidR="00D442CD" w:rsidRDefault="00D442CD" w:rsidP="00D442CD">
      <w:pPr>
        <w:pStyle w:val="libFootnote"/>
      </w:pPr>
      <w:r>
        <w:t>3. Tahdhib al</w:t>
      </w:r>
      <w:r w:rsidR="008E1963">
        <w:t>-</w:t>
      </w:r>
      <w:r>
        <w:t>Tahdhib, ii, 101; al</w:t>
      </w:r>
      <w:r w:rsidR="008E1963">
        <w:t>-</w:t>
      </w:r>
      <w:r>
        <w:t>Tabaqat, vi, 396.</w:t>
      </w:r>
    </w:p>
    <w:p w:rsidR="00D442CD" w:rsidRDefault="00D442CD" w:rsidP="00D442CD">
      <w:pPr>
        <w:pStyle w:val="libFootnote"/>
      </w:pPr>
      <w:r>
        <w:t>4. Tahdhib al</w:t>
      </w:r>
      <w:r w:rsidR="008E1963">
        <w:t>-</w:t>
      </w:r>
      <w:r>
        <w:t>Tahdhib, xi, 366.</w:t>
      </w:r>
    </w:p>
    <w:p w:rsidR="00D442CD" w:rsidRDefault="00D442CD" w:rsidP="00D442CD">
      <w:pPr>
        <w:pStyle w:val="libFootnote"/>
      </w:pPr>
      <w:r>
        <w:t>5. Ibid., i, 304; Taqrib al</w:t>
      </w:r>
      <w:r w:rsidR="008E1963">
        <w:t>-</w:t>
      </w:r>
      <w:r>
        <w:t>Tahdhib, i, 76; Tabaqat al</w:t>
      </w:r>
      <w:r w:rsidR="008E1963">
        <w:t>-</w:t>
      </w:r>
      <w:r>
        <w:t>huffaz, 155.</w:t>
      </w:r>
    </w:p>
    <w:p w:rsidR="00D442CD" w:rsidRDefault="00D442CD" w:rsidP="00D442CD">
      <w:pPr>
        <w:pStyle w:val="libFootnote"/>
      </w:pPr>
      <w:r>
        <w:t>6. Tahdhib al</w:t>
      </w:r>
      <w:r w:rsidR="008E1963">
        <w:t>-</w:t>
      </w:r>
      <w:r>
        <w:t>Tahdhib, i, 402.</w:t>
      </w:r>
    </w:p>
    <w:p w:rsidR="00D442CD" w:rsidRDefault="00D442CD" w:rsidP="00D442CD">
      <w:pPr>
        <w:pStyle w:val="libFootnote"/>
      </w:pPr>
      <w:r>
        <w:t>7. Al</w:t>
      </w:r>
      <w:r w:rsidR="008E1963">
        <w:t>-</w:t>
      </w:r>
      <w:r>
        <w:t>Tabaqat, vi, 400; al</w:t>
      </w:r>
      <w:r w:rsidR="008E1963">
        <w:t>-</w:t>
      </w:r>
      <w:r>
        <w:t>Kashif, ii, 234; Tahdhib al</w:t>
      </w:r>
      <w:r w:rsidR="008E1963">
        <w:t>-</w:t>
      </w:r>
      <w:r>
        <w:t>Tahdhib, vii, 50.</w:t>
      </w:r>
    </w:p>
    <w:p w:rsidR="00D442CD" w:rsidRDefault="00D442CD" w:rsidP="00D442CD">
      <w:pPr>
        <w:pStyle w:val="libFootnote"/>
      </w:pPr>
      <w:r>
        <w:t>8. Al</w:t>
      </w:r>
      <w:r w:rsidR="008E1963">
        <w:t>-</w:t>
      </w:r>
      <w:r>
        <w:t>Tabaqat, vii, 355; Ta'rikh Baghdad, xiv, 64.</w:t>
      </w:r>
    </w:p>
    <w:p w:rsidR="00D442CD" w:rsidRDefault="00D442CD" w:rsidP="00D442CD">
      <w:pPr>
        <w:pStyle w:val="libFootnote"/>
      </w:pPr>
      <w:r>
        <w:t>9. Al</w:t>
      </w:r>
      <w:r w:rsidR="008E1963">
        <w:t>-</w:t>
      </w:r>
      <w:r>
        <w:t>Mizzi, Tahdhib al</w:t>
      </w:r>
      <w:r w:rsidR="008E1963">
        <w:t>-</w:t>
      </w:r>
      <w:r>
        <w:t>Kamal</w:t>
      </w:r>
    </w:p>
    <w:p w:rsidR="00D442CD" w:rsidRDefault="00D442CD" w:rsidP="00D442CD">
      <w:pPr>
        <w:pStyle w:val="libFootnote"/>
      </w:pPr>
      <w:r>
        <w:t>10. Tahdhib al</w:t>
      </w:r>
      <w:r w:rsidR="008E1963">
        <w:t>-</w:t>
      </w:r>
      <w:r>
        <w:t>Tahdhib; al</w:t>
      </w:r>
      <w:r w:rsidR="008E1963">
        <w:t>-</w:t>
      </w:r>
      <w:r>
        <w:t>Kashif, iii, 253; Taqrib al</w:t>
      </w:r>
      <w:r w:rsidR="008E1963">
        <w:t>-</w:t>
      </w:r>
      <w:r>
        <w:t>Tahdhib, ii, 346.</w:t>
      </w:r>
    </w:p>
    <w:p w:rsidR="00D442CD" w:rsidRDefault="00D442CD" w:rsidP="00D442CD">
      <w:pPr>
        <w:pStyle w:val="libFootnote"/>
      </w:pPr>
      <w:r>
        <w:t>11. Tahdhib al</w:t>
      </w:r>
      <w:r w:rsidR="008E1963">
        <w:t>-</w:t>
      </w:r>
      <w:r>
        <w:t>Tahdhib, x, 3.</w:t>
      </w:r>
    </w:p>
    <w:p w:rsidR="00D442CD" w:rsidRDefault="00D442CD" w:rsidP="00D442CD">
      <w:pPr>
        <w:pStyle w:val="libFootnote"/>
      </w:pPr>
      <w:r>
        <w:t>12. Ibid., ix, 188.</w:t>
      </w:r>
    </w:p>
    <w:p w:rsidR="00D442CD" w:rsidRDefault="00D442CD" w:rsidP="00D442CD">
      <w:pPr>
        <w:pStyle w:val="libFootnote"/>
      </w:pPr>
      <w:r>
        <w:t>13. Ibid., ix, 417.</w:t>
      </w:r>
    </w:p>
    <w:p w:rsidR="00D442CD" w:rsidRDefault="00D442CD" w:rsidP="00D442CD">
      <w:pPr>
        <w:pStyle w:val="libFootnote"/>
      </w:pPr>
      <w:r>
        <w:t>14. Al</w:t>
      </w:r>
      <w:r w:rsidR="008E1963">
        <w:t>-</w:t>
      </w:r>
      <w:r>
        <w:t>Tabaqat, vii, 340; Tahdhib al</w:t>
      </w:r>
      <w:r w:rsidR="008E1963">
        <w:t>-</w:t>
      </w:r>
      <w:r>
        <w:t>Tahdhib, iv, 43.;</w:t>
      </w:r>
    </w:p>
    <w:p w:rsidR="00D442CD" w:rsidRDefault="00D442CD" w:rsidP="00D442CD">
      <w:pPr>
        <w:pStyle w:val="libFootnote"/>
      </w:pPr>
      <w:r>
        <w:t>15. Lisan al</w:t>
      </w:r>
      <w:r w:rsidR="008E1963">
        <w:t>-</w:t>
      </w:r>
      <w:r>
        <w:t>­mizan, iii, 264.</w:t>
      </w:r>
    </w:p>
    <w:p w:rsidR="00D442CD" w:rsidRDefault="00D442CD" w:rsidP="00D442CD">
      <w:pPr>
        <w:pStyle w:val="libFootnote"/>
      </w:pPr>
      <w:r>
        <w:t>16. Baghyat al­wi`a', 29­30.</w:t>
      </w:r>
    </w:p>
    <w:p w:rsidR="00D442CD" w:rsidRDefault="00D442CD" w:rsidP="00D442CD">
      <w:pPr>
        <w:pStyle w:val="libFootnote"/>
      </w:pPr>
      <w:r>
        <w:lastRenderedPageBreak/>
        <w:t>17. Tahdhib al</w:t>
      </w:r>
      <w:r w:rsidR="008E1963">
        <w:t>-</w:t>
      </w:r>
      <w:r>
        <w:t>Tahdhib, iv, 89; Tadhkirat al</w:t>
      </w:r>
      <w:r w:rsidR="008E1963">
        <w:t>-</w:t>
      </w:r>
      <w:r>
        <w:t>huffaz, 416.</w:t>
      </w:r>
    </w:p>
    <w:p w:rsidR="00D442CD" w:rsidRDefault="00D442CD" w:rsidP="00D442CD">
      <w:pPr>
        <w:pStyle w:val="libFootnote"/>
      </w:pPr>
      <w:r>
        <w:t>18. Tahdhib al</w:t>
      </w:r>
      <w:r w:rsidR="008E1963">
        <w:t>-</w:t>
      </w:r>
      <w:r>
        <w:t>Tahdhib, iii, 195.</w:t>
      </w:r>
    </w:p>
    <w:p w:rsidR="00D442CD" w:rsidRDefault="00D442CD" w:rsidP="00D442CD">
      <w:pPr>
        <w:pStyle w:val="libFootnote"/>
      </w:pPr>
      <w:r>
        <w:t>19. Ta'rikh Baghdad, xii, 255; Tahdhib al</w:t>
      </w:r>
      <w:r w:rsidR="008E1963">
        <w:t>-</w:t>
      </w:r>
      <w:r>
        <w:t>Tahdhib, vii, 407.</w:t>
      </w:r>
    </w:p>
    <w:p w:rsidR="00D442CD" w:rsidRDefault="00D442CD" w:rsidP="00D442CD">
      <w:pPr>
        <w:pStyle w:val="libFootnote"/>
      </w:pPr>
      <w:r>
        <w:t>20. Wafayat al</w:t>
      </w:r>
      <w:r w:rsidR="008E1963">
        <w:t>-</w:t>
      </w:r>
      <w:r>
        <w:t>a`yan, iii, 473; al</w:t>
      </w:r>
      <w:r w:rsidR="008E1963">
        <w:t>-</w:t>
      </w:r>
      <w:r>
        <w:t>lbar, i, 407; Tabaqat al</w:t>
      </w:r>
      <w:r w:rsidR="008E1963">
        <w:t>-</w:t>
      </w:r>
      <w:r>
        <w:t>huffaz, 183.</w:t>
      </w:r>
    </w:p>
    <w:p w:rsidR="00D442CD" w:rsidRDefault="00D442CD" w:rsidP="00D442CD">
      <w:pPr>
        <w:pStyle w:val="libFootnote"/>
      </w:pPr>
      <w:r>
        <w:t>21. Tahdhib al</w:t>
      </w:r>
      <w:r w:rsidR="008E1963">
        <w:t>-</w:t>
      </w:r>
      <w:r>
        <w:t>Tahdhib, iii, 152.</w:t>
      </w:r>
    </w:p>
    <w:p w:rsidR="00D442CD" w:rsidRDefault="00D442CD" w:rsidP="00D442CD">
      <w:pPr>
        <w:pStyle w:val="libFootnote"/>
      </w:pPr>
      <w:r>
        <w:t>22. Ibid., ii, 297.</w:t>
      </w:r>
    </w:p>
    <w:p w:rsidR="00D442CD" w:rsidRDefault="00D442CD" w:rsidP="00D442CD">
      <w:pPr>
        <w:pStyle w:val="libFootnote"/>
      </w:pPr>
      <w:r>
        <w:t>23. Ibid., 342; al</w:t>
      </w:r>
      <w:r w:rsidR="008E1963">
        <w:t>-</w:t>
      </w:r>
      <w:r>
        <w:t>Sam`ani, al</w:t>
      </w:r>
      <w:r w:rsidR="008E1963">
        <w:t>-</w:t>
      </w:r>
      <w:r>
        <w:t>Ansab, under 'al</w:t>
      </w:r>
      <w:r w:rsidR="008E1963">
        <w:t>-</w:t>
      </w:r>
      <w:r>
        <w:t>Nasa'i'</w:t>
      </w:r>
    </w:p>
    <w:p w:rsidR="00D442CD" w:rsidRDefault="00D442CD" w:rsidP="00D442CD">
      <w:pPr>
        <w:pStyle w:val="libFootnote"/>
      </w:pPr>
      <w:r>
        <w:t>24. Tahdhib al</w:t>
      </w:r>
      <w:r w:rsidR="008E1963">
        <w:t>-</w:t>
      </w:r>
      <w:r>
        <w:t>Tahdhib, iv, 312; al</w:t>
      </w:r>
      <w:r w:rsidR="008E1963">
        <w:t>-</w:t>
      </w:r>
      <w:r>
        <w:t>Kashif, ii, 5.</w:t>
      </w:r>
    </w:p>
    <w:p w:rsidR="00D442CD" w:rsidRDefault="00D442CD" w:rsidP="00D442CD">
      <w:pPr>
        <w:pStyle w:val="libFootnote"/>
      </w:pPr>
      <w:r>
        <w:t>25. Al</w:t>
      </w:r>
      <w:r w:rsidR="008E1963">
        <w:t>-</w:t>
      </w:r>
      <w:r>
        <w:t>Dhahabi, Siyar a`lam al</w:t>
      </w:r>
      <w:r w:rsidR="008E1963">
        <w:t>-</w:t>
      </w:r>
      <w:r>
        <w:t>­nubala', MS.</w:t>
      </w:r>
    </w:p>
    <w:p w:rsidR="00D442CD" w:rsidRDefault="00D442CD" w:rsidP="00D442CD">
      <w:pPr>
        <w:pStyle w:val="libFootnote"/>
      </w:pPr>
      <w:r>
        <w:t>26. Tahdhib al</w:t>
      </w:r>
      <w:r w:rsidR="008E1963">
        <w:t>-</w:t>
      </w:r>
      <w:r>
        <w:t>Tahdhib, vi, 197.</w:t>
      </w:r>
    </w:p>
    <w:p w:rsidR="00D442CD" w:rsidRDefault="00D442CD" w:rsidP="00D442CD">
      <w:pPr>
        <w:pStyle w:val="libFootnote"/>
      </w:pPr>
      <w:r>
        <w:t>27. Ta'rikh Baghdad, vii, 80­84.</w:t>
      </w:r>
    </w:p>
    <w:p w:rsidR="00D442CD" w:rsidRDefault="00D442CD" w:rsidP="00D442CD">
      <w:pPr>
        <w:pStyle w:val="libFootnote"/>
      </w:pPr>
      <w:r>
        <w:t>28. Tahdhib al</w:t>
      </w:r>
      <w:r w:rsidR="008E1963">
        <w:t>-</w:t>
      </w:r>
      <w:r>
        <w:t>Kamal, MS; Taqrib al</w:t>
      </w:r>
      <w:r w:rsidR="008E1963">
        <w:t>-</w:t>
      </w:r>
      <w:r>
        <w:t>Tahdhib, ii, 147.</w:t>
      </w:r>
    </w:p>
    <w:p w:rsidR="00D442CD" w:rsidRDefault="00D442CD" w:rsidP="00D442CD">
      <w:pPr>
        <w:pStyle w:val="libFootnote"/>
      </w:pPr>
      <w:r>
        <w:t>29. Tabaqat al</w:t>
      </w:r>
      <w:r w:rsidR="008E1963">
        <w:t>-</w:t>
      </w:r>
      <w:r>
        <w:t>Shafi`iyyah, ii, 83; Tahdhib al</w:t>
      </w:r>
      <w:r w:rsidR="008E1963">
        <w:t>-</w:t>
      </w:r>
      <w:r>
        <w:t>Tahdhib, i, 216; Huda al­sari.</w:t>
      </w:r>
    </w:p>
    <w:p w:rsidR="00D442CD" w:rsidRDefault="00D442CD" w:rsidP="00D442CD">
      <w:pPr>
        <w:pStyle w:val="libFootnote"/>
      </w:pPr>
      <w:r>
        <w:t>30. Tahdhib al</w:t>
      </w:r>
      <w:r w:rsidR="008E1963">
        <w:t>-</w:t>
      </w:r>
      <w:r>
        <w:t>Kamal, MS; Tahdhib al</w:t>
      </w:r>
      <w:r w:rsidR="008E1963">
        <w:t>-</w:t>
      </w:r>
      <w:r>
        <w:t>Tahdhib, MS.; Taqrib al</w:t>
      </w:r>
      <w:r w:rsidR="008E1963">
        <w:t>-</w:t>
      </w:r>
      <w:r>
        <w:t>Tahdhib, ii, 337.</w:t>
      </w:r>
    </w:p>
    <w:p w:rsidR="00D442CD" w:rsidRDefault="00D442CD" w:rsidP="00D442CD">
      <w:pPr>
        <w:pStyle w:val="libFootnote"/>
      </w:pPr>
      <w:r>
        <w:t>31. Tahdhib al</w:t>
      </w:r>
      <w:r w:rsidR="008E1963">
        <w:t>-</w:t>
      </w:r>
      <w:r>
        <w:t>Tahdhib, ii, 87; al</w:t>
      </w:r>
      <w:r w:rsidR="008E1963">
        <w:t>-</w:t>
      </w:r>
      <w:r>
        <w:t>Kashif, i, 184; al</w:t>
      </w:r>
      <w:r w:rsidR="008E1963">
        <w:t>-</w:t>
      </w:r>
      <w:r>
        <w:t>­Khazraji, al</w:t>
      </w:r>
      <w:r w:rsidR="008E1963">
        <w:t>-</w:t>
      </w:r>
      <w:r>
        <w:t>­Khulasah, i, 166.</w:t>
      </w:r>
    </w:p>
    <w:p w:rsidR="00D442CD" w:rsidRDefault="00D442CD" w:rsidP="00D442CD">
      <w:pPr>
        <w:pStyle w:val="libFootnote"/>
      </w:pPr>
      <w:r>
        <w:t>32. Tahdhib al</w:t>
      </w:r>
      <w:r w:rsidR="008E1963">
        <w:t>-</w:t>
      </w:r>
      <w:r>
        <w:t>Tahdhib, i, 335.</w:t>
      </w:r>
    </w:p>
    <w:p w:rsidR="00D442CD" w:rsidRDefault="00D442CD" w:rsidP="00D442CD">
      <w:pPr>
        <w:pStyle w:val="libFootnote"/>
      </w:pPr>
      <w:r>
        <w:t>33. Ibid., iv, 123.</w:t>
      </w:r>
    </w:p>
    <w:p w:rsidR="00D442CD" w:rsidRDefault="00D442CD" w:rsidP="00D442CD">
      <w:pPr>
        <w:pStyle w:val="libFootnote"/>
      </w:pPr>
      <w:r>
        <w:t>34. Ibid., vi, 455; Tadhkirat al</w:t>
      </w:r>
      <w:r w:rsidR="008E1963">
        <w:t>-</w:t>
      </w:r>
      <w:r>
        <w:t>huffaz, ii, 534; Mir`at al</w:t>
      </w:r>
      <w:r w:rsidR="008E1963">
        <w:t>-</w:t>
      </w:r>
      <w:r>
        <w:t>jinan, ii, 155; Taqrib al</w:t>
      </w:r>
      <w:r w:rsidR="008E1963">
        <w:t>-</w:t>
      </w:r>
      <w:r>
        <w:t>Tahdhib, i, 529.</w:t>
      </w:r>
    </w:p>
    <w:p w:rsidR="00D442CD" w:rsidRDefault="00D442CD" w:rsidP="00D442CD">
      <w:pPr>
        <w:pStyle w:val="libFootnote"/>
      </w:pPr>
      <w:r>
        <w:t>35. Al</w:t>
      </w:r>
      <w:r w:rsidR="008E1963">
        <w:t>-</w:t>
      </w:r>
      <w:r>
        <w:t>Sam`ani, al</w:t>
      </w:r>
      <w:r w:rsidR="008E1963">
        <w:t>-</w:t>
      </w:r>
      <w:r>
        <w:t>Ansab; al</w:t>
      </w:r>
      <w:r w:rsidR="008E1963">
        <w:t>-</w:t>
      </w:r>
      <w:r>
        <w:t>Dhahabi, Tahdhib al</w:t>
      </w:r>
      <w:r w:rsidR="008E1963">
        <w:t>-</w:t>
      </w:r>
      <w:r>
        <w:t>Tahdhib, MS; Tadhkirat al</w:t>
      </w:r>
      <w:r w:rsidR="008E1963">
        <w:t>-</w:t>
      </w:r>
      <w:r>
        <w:t>huffaz, ii, 519; al</w:t>
      </w:r>
      <w:r w:rsidR="008E1963">
        <w:t>-</w:t>
      </w:r>
      <w:r>
        <w:t>lbar, i, 457.</w:t>
      </w:r>
    </w:p>
    <w:p w:rsidR="00D442CD" w:rsidRDefault="00D442CD" w:rsidP="00D442CD">
      <w:pPr>
        <w:pStyle w:val="libFootnote"/>
      </w:pPr>
      <w:r>
        <w:t>36. Al</w:t>
      </w:r>
      <w:r w:rsidR="008E1963">
        <w:t>-</w:t>
      </w:r>
      <w:r>
        <w:t>Ansab, under al</w:t>
      </w:r>
      <w:r w:rsidR="008E1963">
        <w:t>-</w:t>
      </w:r>
      <w:r>
        <w:t>­Ghanzi, Tahdhib al</w:t>
      </w:r>
      <w:r w:rsidR="008E1963">
        <w:t>-</w:t>
      </w:r>
      <w:r>
        <w:t>Kamal, MS; Tahdhib al</w:t>
      </w:r>
      <w:r w:rsidR="008E1963">
        <w:t>-</w:t>
      </w:r>
      <w:r>
        <w:t>Tahdhib; Tadhkirat al</w:t>
      </w:r>
      <w:r w:rsidR="008E1963">
        <w:t>-</w:t>
      </w:r>
      <w:r>
        <w:t>huffaz, ii, 152; al</w:t>
      </w:r>
      <w:r w:rsidR="008E1963">
        <w:t>-</w:t>
      </w:r>
      <w:r>
        <w:t>Kashif, iii, 93; Taqrib al</w:t>
      </w:r>
      <w:r w:rsidR="008E1963">
        <w:t>-</w:t>
      </w:r>
      <w:r>
        <w:t>Tahdhib, ii, 204.</w:t>
      </w:r>
    </w:p>
    <w:p w:rsidR="00D442CD" w:rsidRDefault="00D442CD" w:rsidP="00D442CD">
      <w:pPr>
        <w:pStyle w:val="libFootnote"/>
      </w:pPr>
      <w:r>
        <w:t>37. Ta'rikh Baghdad, iii, 374.</w:t>
      </w:r>
    </w:p>
    <w:p w:rsidR="00D442CD" w:rsidRDefault="00D442CD" w:rsidP="00D442CD">
      <w:pPr>
        <w:pStyle w:val="libFootnote"/>
      </w:pPr>
      <w:r>
        <w:t>38. Tahdhib al</w:t>
      </w:r>
      <w:r w:rsidR="008E1963">
        <w:t>-</w:t>
      </w:r>
      <w:r>
        <w:t>Tahdhib, xi, 425.</w:t>
      </w:r>
    </w:p>
    <w:p w:rsidR="00D442CD" w:rsidRDefault="00D442CD" w:rsidP="00D442CD">
      <w:pPr>
        <w:pStyle w:val="libFootnote"/>
      </w:pPr>
      <w:r>
        <w:t>39. Ibid., i, 83.</w:t>
      </w:r>
    </w:p>
    <w:p w:rsidR="00D442CD" w:rsidRDefault="00D442CD" w:rsidP="00D442CD">
      <w:pPr>
        <w:pStyle w:val="libFootnote"/>
      </w:pPr>
      <w:r>
        <w:t>40. Al</w:t>
      </w:r>
      <w:r w:rsidR="008E1963">
        <w:t>-</w:t>
      </w:r>
      <w:r>
        <w:t>Ansab; Tadhkirat al</w:t>
      </w:r>
      <w:r w:rsidR="008E1963">
        <w:t>-</w:t>
      </w:r>
      <w:r>
        <w:t>huffaz, ii, 535; al</w:t>
      </w:r>
      <w:r w:rsidR="008E1963">
        <w:t>-</w:t>
      </w:r>
      <w:r>
        <w:t>Kashif, i, 103; Taqrib al</w:t>
      </w:r>
      <w:r w:rsidR="008E1963">
        <w:t>-</w:t>
      </w:r>
      <w:r>
        <w:t>Tahdhib, i, 429.</w:t>
      </w:r>
    </w:p>
    <w:p w:rsidR="00D442CD" w:rsidRDefault="00D442CD" w:rsidP="00D442CD">
      <w:pPr>
        <w:pStyle w:val="libFootnote"/>
      </w:pPr>
      <w:r>
        <w:t>41. Tahdhib al</w:t>
      </w:r>
      <w:r w:rsidR="008E1963">
        <w:t>-</w:t>
      </w:r>
      <w:r>
        <w:t>Kamal, MS; al</w:t>
      </w:r>
      <w:r w:rsidR="008E1963">
        <w:t>-</w:t>
      </w:r>
      <w:r>
        <w:t>Kashif, ii, 296.</w:t>
      </w:r>
    </w:p>
    <w:p w:rsidR="00D442CD" w:rsidRDefault="00D442CD" w:rsidP="00D442CD">
      <w:pPr>
        <w:pStyle w:val="libFootnote"/>
      </w:pPr>
      <w:r>
        <w:t>42. Akhbar Isfahan, i, 81; Ta'rikh Baghdad, v, 223.</w:t>
      </w:r>
    </w:p>
    <w:p w:rsidR="00D442CD" w:rsidRDefault="00D442CD" w:rsidP="00D442CD">
      <w:pPr>
        <w:pStyle w:val="libFootnote"/>
      </w:pPr>
      <w:r>
        <w:t>43. Tahdhib al</w:t>
      </w:r>
      <w:r w:rsidR="008E1963">
        <w:t>-</w:t>
      </w:r>
      <w:r>
        <w:t>Tahdhib, i, 163.</w:t>
      </w:r>
    </w:p>
    <w:p w:rsidR="00D442CD" w:rsidRDefault="00D442CD" w:rsidP="00D442CD">
      <w:pPr>
        <w:pStyle w:val="libFootnote"/>
      </w:pPr>
      <w:r>
        <w:t>44. Ibid., ii, 344.</w:t>
      </w:r>
    </w:p>
    <w:p w:rsidR="00D442CD" w:rsidRDefault="00D442CD" w:rsidP="00D442CD">
      <w:pPr>
        <w:pStyle w:val="libFootnote"/>
      </w:pPr>
      <w:r>
        <w:t>45. Ibid., ix, 319.</w:t>
      </w:r>
    </w:p>
    <w:p w:rsidR="00D442CD" w:rsidRDefault="00D442CD" w:rsidP="00D442CD">
      <w:pPr>
        <w:pStyle w:val="libFootnote"/>
      </w:pPr>
      <w:r>
        <w:t>46. Al</w:t>
      </w:r>
      <w:r w:rsidR="008E1963">
        <w:t>-</w:t>
      </w:r>
      <w:r>
        <w:t>Ansab, under 'al</w:t>
      </w:r>
      <w:r w:rsidR="008E1963">
        <w:t>-</w:t>
      </w:r>
      <w:r>
        <w:t>­Riqashi'; `Abd al</w:t>
      </w:r>
      <w:r w:rsidR="008E1963">
        <w:t>-</w:t>
      </w:r>
      <w:r>
        <w:t>Ghani al</w:t>
      </w:r>
      <w:r w:rsidR="008E1963">
        <w:t>-</w:t>
      </w:r>
      <w:r>
        <w:t>Maqdisi, al</w:t>
      </w:r>
      <w:r w:rsidR="008E1963">
        <w:t>-</w:t>
      </w:r>
      <w:r>
        <w:t>Kamal, MS.</w:t>
      </w:r>
    </w:p>
    <w:p w:rsidR="00D442CD" w:rsidRDefault="00D442CD" w:rsidP="00D442CD">
      <w:pPr>
        <w:pStyle w:val="libFootnote"/>
      </w:pPr>
      <w:r>
        <w:t>47. Al</w:t>
      </w:r>
      <w:r w:rsidR="008E1963">
        <w:t>-</w:t>
      </w:r>
      <w:r>
        <w:t>Ansab, under al</w:t>
      </w:r>
      <w:r w:rsidR="008E1963">
        <w:t>-</w:t>
      </w:r>
      <w:r>
        <w:t>Riyahi.</w:t>
      </w:r>
    </w:p>
    <w:p w:rsidR="00D442CD" w:rsidRDefault="00D442CD" w:rsidP="00D442CD">
      <w:pPr>
        <w:pStyle w:val="libFootnote"/>
      </w:pPr>
      <w:r>
        <w:t>48. Tahdhib al</w:t>
      </w:r>
      <w:r w:rsidR="008E1963">
        <w:t>-</w:t>
      </w:r>
      <w:r>
        <w:t>Tahdhib, xi, 385; Tadhkirat al</w:t>
      </w:r>
      <w:r w:rsidR="008E1963">
        <w:t>-</w:t>
      </w:r>
      <w:r>
        <w:t>huffaz, i, 582; al</w:t>
      </w:r>
      <w:r w:rsidR="008E1963">
        <w:t>-</w:t>
      </w:r>
      <w:r>
        <w:t>lbar, ii, 58.</w:t>
      </w:r>
    </w:p>
    <w:p w:rsidR="00D442CD" w:rsidRDefault="00D442CD" w:rsidP="00D442CD">
      <w:pPr>
        <w:pStyle w:val="libFootnote"/>
      </w:pPr>
      <w:r>
        <w:t>49. Ta'rikh Baghdad, vi, 25.</w:t>
      </w:r>
    </w:p>
    <w:p w:rsidR="00D442CD" w:rsidRDefault="00D442CD" w:rsidP="00D442CD">
      <w:pPr>
        <w:pStyle w:val="libFootnote"/>
      </w:pPr>
      <w:r>
        <w:t>50. Tadhkirat al</w:t>
      </w:r>
      <w:r w:rsidR="008E1963">
        <w:t>-</w:t>
      </w:r>
      <w:r>
        <w:t>huffaz, ii, 677; Tabaqat al</w:t>
      </w:r>
      <w:r w:rsidR="008E1963">
        <w:t>-</w:t>
      </w:r>
      <w:r>
        <w:t>huffaz, 294; Fawat al</w:t>
      </w:r>
      <w:r w:rsidR="008E1963">
        <w:t>-</w:t>
      </w:r>
      <w:r>
        <w:t>­Wafayat, ii, 228.</w:t>
      </w:r>
    </w:p>
    <w:p w:rsidR="00D442CD" w:rsidRDefault="00D442CD" w:rsidP="00D442CD">
      <w:pPr>
        <w:pStyle w:val="libFootnote"/>
      </w:pPr>
      <w:r>
        <w:t>51. Tadhkirat al</w:t>
      </w:r>
      <w:r w:rsidR="008E1963">
        <w:t>-</w:t>
      </w:r>
      <w:r>
        <w:t>huffaz, ii, 665; Tahdhib al</w:t>
      </w:r>
      <w:r w:rsidR="008E1963">
        <w:t>-</w:t>
      </w:r>
      <w:r>
        <w:t>Tahdhib, v, 141; Tabaqat al</w:t>
      </w:r>
      <w:r w:rsidR="008E1963">
        <w:t>-</w:t>
      </w:r>
      <w:r>
        <w:t>huffaz, 288.</w:t>
      </w:r>
    </w:p>
    <w:p w:rsidR="00D442CD" w:rsidRDefault="00D442CD" w:rsidP="00D442CD">
      <w:pPr>
        <w:pStyle w:val="libFootnote"/>
      </w:pPr>
      <w:r>
        <w:t>52. Ta'rikh Baghdad, iii, 153.</w:t>
      </w:r>
    </w:p>
    <w:p w:rsidR="00D442CD" w:rsidRDefault="00D442CD" w:rsidP="00D442CD">
      <w:pPr>
        <w:pStyle w:val="libFootnote"/>
      </w:pPr>
      <w:r>
        <w:t>53. Tabaqat al</w:t>
      </w:r>
      <w:r w:rsidR="008E1963">
        <w:t>-</w:t>
      </w:r>
      <w:r>
        <w:t>huffaz; 290.</w:t>
      </w:r>
    </w:p>
    <w:p w:rsidR="00D442CD" w:rsidRDefault="00D442CD" w:rsidP="00D442CD">
      <w:pPr>
        <w:pStyle w:val="libFootnote"/>
      </w:pPr>
      <w:r>
        <w:t>54. Ta'rikh Baghdad, iv, 349.</w:t>
      </w:r>
    </w:p>
    <w:p w:rsidR="00D442CD" w:rsidRDefault="00D442CD" w:rsidP="00D442CD">
      <w:pPr>
        <w:pStyle w:val="libFootnote"/>
      </w:pPr>
      <w:r>
        <w:t>55. Ibid, ix, 322 ­ 328.</w:t>
      </w:r>
    </w:p>
    <w:p w:rsidR="00D442CD" w:rsidRDefault="00D442CD" w:rsidP="00D442CD">
      <w:pPr>
        <w:pStyle w:val="libFootnote"/>
      </w:pPr>
      <w:r>
        <w:t>56. Al</w:t>
      </w:r>
      <w:r w:rsidR="008E1963">
        <w:t>-</w:t>
      </w:r>
      <w:r>
        <w:t>lbar, ii, 106.</w:t>
      </w:r>
    </w:p>
    <w:p w:rsidR="00D442CD" w:rsidRDefault="00D442CD" w:rsidP="000D3C43">
      <w:pPr>
        <w:pStyle w:val="libNormal"/>
      </w:pPr>
      <w:r>
        <w:br w:type="page"/>
      </w:r>
    </w:p>
    <w:p w:rsidR="00D442CD" w:rsidRDefault="00D442CD" w:rsidP="000D3C43">
      <w:pPr>
        <w:pStyle w:val="Heading1Center"/>
      </w:pPr>
      <w:bookmarkStart w:id="191" w:name="_Toc484431615"/>
      <w:r>
        <w:lastRenderedPageBreak/>
        <w:t>Narrators of Hadith al</w:t>
      </w:r>
      <w:r w:rsidR="008E1963">
        <w:t>-</w:t>
      </w:r>
      <w:r>
        <w:t>Thaqalayn of Fourth</w:t>
      </w:r>
      <w:r w:rsidR="008E1963">
        <w:t>-</w:t>
      </w:r>
      <w:r>
        <w:t>Tenth Century</w:t>
      </w:r>
      <w:bookmarkEnd w:id="191"/>
    </w:p>
    <w:p w:rsidR="00D442CD" w:rsidRDefault="00D442CD" w:rsidP="00941CD7">
      <w:pPr>
        <w:pStyle w:val="Heading2Center"/>
      </w:pPr>
      <w:bookmarkStart w:id="192" w:name="_Toc484431616"/>
      <w:r>
        <w:t>164. Al</w:t>
      </w:r>
      <w:r w:rsidR="008E1963">
        <w:t>-</w:t>
      </w:r>
      <w:r>
        <w:t>Hafiz, al</w:t>
      </w:r>
      <w:r w:rsidR="008E1963">
        <w:t>-</w:t>
      </w:r>
      <w:r>
        <w:t>Hasan ibn Sufyan al</w:t>
      </w:r>
      <w:r w:rsidR="008E1963">
        <w:t>-</w:t>
      </w:r>
      <w:r>
        <w:t>Nasawi (d. 303/915).</w:t>
      </w:r>
      <w:bookmarkEnd w:id="192"/>
    </w:p>
    <w:p w:rsidR="000D3C43" w:rsidRDefault="00D442CD" w:rsidP="00D442CD">
      <w:pPr>
        <w:pStyle w:val="libNormal"/>
      </w:pPr>
      <w:r>
        <w:t>In Abu Nu’aym (Hilyat al</w:t>
      </w:r>
      <w:r w:rsidR="008E1963">
        <w:t>-</w:t>
      </w:r>
      <w:r>
        <w:t>awliya', i, 355). Tawthiq by al</w:t>
      </w:r>
      <w:r w:rsidR="008E1963">
        <w:t>-</w:t>
      </w:r>
      <w:r>
        <w:t xml:space="preserve">Dhahabi. </w:t>
      </w:r>
      <w:r w:rsidRPr="00EB3D61">
        <w:rPr>
          <w:rStyle w:val="libFootnotenumChar"/>
        </w:rPr>
        <w:t>1</w:t>
      </w:r>
    </w:p>
    <w:p w:rsidR="00D442CD" w:rsidRDefault="00D442CD" w:rsidP="00941CD7">
      <w:pPr>
        <w:pStyle w:val="Heading2Center"/>
      </w:pPr>
      <w:bookmarkStart w:id="193" w:name="_Toc484431617"/>
      <w:r>
        <w:t>165. Abu ‘Abd al</w:t>
      </w:r>
      <w:r w:rsidR="008E1963">
        <w:t>-</w:t>
      </w:r>
      <w:r>
        <w:t>Rahman Ahmad ibn Shu’ayb ibn ‘Ali al</w:t>
      </w:r>
      <w:r w:rsidR="008E1963">
        <w:t>-</w:t>
      </w:r>
      <w:r>
        <w:t>Nasa'i (d. 303/915).</w:t>
      </w:r>
      <w:bookmarkEnd w:id="193"/>
    </w:p>
    <w:p w:rsidR="000D3C43" w:rsidRDefault="00D442CD" w:rsidP="00D442CD">
      <w:pPr>
        <w:pStyle w:val="libNormal"/>
      </w:pPr>
      <w:r>
        <w:t>In his al</w:t>
      </w:r>
      <w:r w:rsidR="008E1963">
        <w:t>-</w:t>
      </w:r>
      <w:r>
        <w:t>Khasa'is, p.95, from Muhammad ibn al</w:t>
      </w:r>
      <w:r w:rsidR="008E1963">
        <w:t>-</w:t>
      </w:r>
      <w:r>
        <w:t>Muthanna (see 104). A leading scholar and traditionist.</w:t>
      </w:r>
    </w:p>
    <w:p w:rsidR="00D442CD" w:rsidRDefault="00D442CD" w:rsidP="00941CD7">
      <w:pPr>
        <w:pStyle w:val="Heading2Center"/>
      </w:pPr>
      <w:bookmarkStart w:id="194" w:name="_Toc484431618"/>
      <w:r>
        <w:t>166. Al</w:t>
      </w:r>
      <w:r w:rsidR="008E1963">
        <w:t>-</w:t>
      </w:r>
      <w:r>
        <w:t>Hafiz Abu Yahya Zakariyya ibn Yahya al</w:t>
      </w:r>
      <w:r w:rsidR="008E1963">
        <w:t>-</w:t>
      </w:r>
      <w:r>
        <w:t>Saji (d. 306/919).</w:t>
      </w:r>
      <w:bookmarkEnd w:id="194"/>
    </w:p>
    <w:p w:rsidR="000D3C43" w:rsidRDefault="00D442CD" w:rsidP="00D442CD">
      <w:pPr>
        <w:pStyle w:val="libNormal"/>
      </w:pPr>
      <w:r>
        <w:t>In al</w:t>
      </w:r>
      <w:r w:rsidR="008E1963">
        <w:t>-</w:t>
      </w:r>
      <w:r>
        <w:t>Tabarani (al</w:t>
      </w:r>
      <w:r w:rsidR="008E1963">
        <w:t>-</w:t>
      </w:r>
      <w:r>
        <w:t>Mu’jam al</w:t>
      </w:r>
      <w:r w:rsidR="008E1963">
        <w:t>-</w:t>
      </w:r>
      <w:r>
        <w:t>kabir, iii, Nos. 2680, 3052), from him, from Nasr ibn ‘Abd al</w:t>
      </w:r>
      <w:r w:rsidR="008E1963">
        <w:t>-</w:t>
      </w:r>
      <w:r>
        <w:t>Rahman al</w:t>
      </w:r>
      <w:r w:rsidR="008E1963">
        <w:t>-</w:t>
      </w:r>
      <w:r>
        <w:t xml:space="preserve">Washsha' (see 129). The leading traditionist of Basrah during his days. </w:t>
      </w:r>
      <w:r w:rsidRPr="00EB3D61">
        <w:rPr>
          <w:rStyle w:val="libFootnotenumChar"/>
        </w:rPr>
        <w:t>2</w:t>
      </w:r>
    </w:p>
    <w:p w:rsidR="00D442CD" w:rsidRDefault="00D442CD" w:rsidP="00941CD7">
      <w:pPr>
        <w:pStyle w:val="Heading2Center"/>
      </w:pPr>
      <w:bookmarkStart w:id="195" w:name="_Toc484431619"/>
      <w:r>
        <w:t>167. Abu Ya’la Ahmad ibn al</w:t>
      </w:r>
      <w:r w:rsidR="008E1963">
        <w:t>-</w:t>
      </w:r>
      <w:r>
        <w:t>Muthanna' ibn Yahya' al</w:t>
      </w:r>
      <w:r w:rsidR="008E1963">
        <w:t>-</w:t>
      </w:r>
      <w:r>
        <w:t>Tamimi al</w:t>
      </w:r>
      <w:r w:rsidR="008E1963">
        <w:t>-</w:t>
      </w:r>
      <w:r>
        <w:t>Musali (d. 307/919).</w:t>
      </w:r>
      <w:bookmarkEnd w:id="195"/>
    </w:p>
    <w:p w:rsidR="000D3C43" w:rsidRDefault="00D442CD" w:rsidP="00D442CD">
      <w:pPr>
        <w:pStyle w:val="libNormal"/>
      </w:pPr>
      <w:r>
        <w:t>In al</w:t>
      </w:r>
      <w:r w:rsidR="008E1963">
        <w:t>-</w:t>
      </w:r>
      <w:r>
        <w:t>Suyuti (Ihya' al</w:t>
      </w:r>
      <w:r w:rsidR="008E1963">
        <w:t>-</w:t>
      </w:r>
      <w:r>
        <w:t>mayyit, 12), al</w:t>
      </w:r>
      <w:r w:rsidR="008E1963">
        <w:t>-</w:t>
      </w:r>
      <w:r>
        <w:t>Sakhawi (al</w:t>
      </w:r>
      <w:r w:rsidR="008E1963">
        <w:t>-</w:t>
      </w:r>
      <w:r>
        <w:t>Istijlab), al</w:t>
      </w:r>
      <w:r w:rsidR="008E1963">
        <w:t>-</w:t>
      </w:r>
      <w:r>
        <w:t>Samhudi (Jawahir al</w:t>
      </w:r>
      <w:r w:rsidR="008E1963">
        <w:t>-</w:t>
      </w:r>
      <w:r>
        <w:t>’iqdayn), Ahmad ibn al</w:t>
      </w:r>
      <w:r w:rsidR="008E1963">
        <w:t>-</w:t>
      </w:r>
      <w:r>
        <w:t>Fadl ibn Ba Kathir (Wasilat al</w:t>
      </w:r>
      <w:r w:rsidR="008E1963">
        <w:t>-</w:t>
      </w:r>
      <w:r>
        <w:t>ma’al), and al</w:t>
      </w:r>
      <w:r w:rsidR="008E1963">
        <w:t>-</w:t>
      </w:r>
      <w:r>
        <w:t>Badakhshani (Miftah al</w:t>
      </w:r>
      <w:r w:rsidR="008E1963">
        <w:t>-</w:t>
      </w:r>
      <w:r>
        <w:t xml:space="preserve">naja). A highly respected scholar. </w:t>
      </w:r>
      <w:r w:rsidRPr="00EB3D61">
        <w:rPr>
          <w:rStyle w:val="libFootnotenumChar"/>
        </w:rPr>
        <w:t>3</w:t>
      </w:r>
    </w:p>
    <w:p w:rsidR="00D442CD" w:rsidRDefault="00D442CD" w:rsidP="00941CD7">
      <w:pPr>
        <w:pStyle w:val="Heading2Center"/>
      </w:pPr>
      <w:bookmarkStart w:id="196" w:name="_Toc484431620"/>
      <w:r>
        <w:t>168. Abu Khubayb al</w:t>
      </w:r>
      <w:r w:rsidR="008E1963">
        <w:t>-</w:t>
      </w:r>
      <w:r>
        <w:t>Abbas ibn Ahmad al</w:t>
      </w:r>
      <w:r w:rsidR="008E1963">
        <w:t>-</w:t>
      </w:r>
      <w:r>
        <w:t>Birti (d. 308/920).</w:t>
      </w:r>
      <w:bookmarkEnd w:id="196"/>
    </w:p>
    <w:p w:rsidR="000D3C43" w:rsidRDefault="00D442CD" w:rsidP="00D442CD">
      <w:pPr>
        <w:pStyle w:val="libNormal"/>
      </w:pPr>
      <w:r>
        <w:t>In Ibn ‘Asakir (Ta'rikh, i, 45), from Abu Bakr Muhammad ibn al</w:t>
      </w:r>
      <w:r w:rsidR="008E1963">
        <w:t>-</w:t>
      </w:r>
      <w:r>
        <w:t>Husayn al</w:t>
      </w:r>
      <w:r w:rsidR="008E1963">
        <w:t>-</w:t>
      </w:r>
      <w:r>
        <w:t>Mazrafi, from Abu al</w:t>
      </w:r>
      <w:r w:rsidR="008E1963">
        <w:t>-</w:t>
      </w:r>
      <w:r>
        <w:t>Husayn Muhammad ibn al</w:t>
      </w:r>
      <w:r w:rsidR="008E1963">
        <w:t>-</w:t>
      </w:r>
      <w:r>
        <w:t>Muhtadi, from Abu al</w:t>
      </w:r>
      <w:r w:rsidR="008E1963">
        <w:t>-</w:t>
      </w:r>
      <w:r>
        <w:t>Hasan ‘Ali ibn ‘Umar, from him, from Zayd ibn al</w:t>
      </w:r>
      <w:r w:rsidR="008E1963">
        <w:t>-</w:t>
      </w:r>
      <w:r>
        <w:t>Hasan al</w:t>
      </w:r>
      <w:r w:rsidR="008E1963">
        <w:t>-</w:t>
      </w:r>
      <w:r>
        <w:t>Anmati (193). Tawthiq by al</w:t>
      </w:r>
      <w:r w:rsidR="008E1963">
        <w:t>-</w:t>
      </w:r>
      <w:r>
        <w:t xml:space="preserve">Khatib. </w:t>
      </w:r>
      <w:r w:rsidRPr="00EB3D61">
        <w:rPr>
          <w:rStyle w:val="libFootnotenumChar"/>
        </w:rPr>
        <w:t>4</w:t>
      </w:r>
    </w:p>
    <w:p w:rsidR="00D442CD" w:rsidRDefault="00D442CD" w:rsidP="00941CD7">
      <w:pPr>
        <w:pStyle w:val="Heading2Center"/>
      </w:pPr>
      <w:bookmarkStart w:id="197" w:name="_Toc484431621"/>
      <w:r>
        <w:t>169. Abu Ja’far Muhammad ibn Jarir al</w:t>
      </w:r>
      <w:r w:rsidR="008E1963">
        <w:t>-</w:t>
      </w:r>
      <w:r>
        <w:t>Tabari (d. 310/922).</w:t>
      </w:r>
      <w:bookmarkEnd w:id="197"/>
    </w:p>
    <w:p w:rsidR="000D3C43" w:rsidRDefault="00D442CD" w:rsidP="00D442CD">
      <w:pPr>
        <w:pStyle w:val="libNormal"/>
      </w:pPr>
      <w:r>
        <w:t>In ‘Ali al</w:t>
      </w:r>
      <w:r w:rsidR="008E1963">
        <w:t>-</w:t>
      </w:r>
      <w:r>
        <w:t>Muttaqi al</w:t>
      </w:r>
      <w:r w:rsidR="008E1963">
        <w:t>-</w:t>
      </w:r>
      <w:r>
        <w:t>Hindi (Kanz al</w:t>
      </w:r>
      <w:r w:rsidR="008E1963">
        <w:t>-</w:t>
      </w:r>
      <w:r>
        <w:t>’ummal, xv, 19, xvl, 252, 253) from him, from Zayd ibn Arqam, Abu Sa’id al</w:t>
      </w:r>
      <w:r w:rsidR="008E1963">
        <w:t>-</w:t>
      </w:r>
      <w:r>
        <w:t>Khudri and ‘Ali (A). He is one of the greatest historians, exegetes and legists.</w:t>
      </w:r>
    </w:p>
    <w:p w:rsidR="00D442CD" w:rsidRDefault="00D442CD" w:rsidP="00941CD7">
      <w:pPr>
        <w:pStyle w:val="Heading2Center"/>
      </w:pPr>
      <w:bookmarkStart w:id="198" w:name="_Toc484431622"/>
      <w:r>
        <w:t>170. Abu Bishr Muhammad ibn Ahmad al</w:t>
      </w:r>
      <w:r w:rsidR="008E1963">
        <w:t>-</w:t>
      </w:r>
      <w:r>
        <w:t>Dulabi (d. 310/922).</w:t>
      </w:r>
      <w:bookmarkEnd w:id="198"/>
    </w:p>
    <w:p w:rsidR="000D3C43" w:rsidRDefault="00D442CD" w:rsidP="00D442CD">
      <w:pPr>
        <w:pStyle w:val="libNormal"/>
      </w:pPr>
      <w:r>
        <w:t>In his al</w:t>
      </w:r>
      <w:r w:rsidR="008E1963">
        <w:t>-</w:t>
      </w:r>
      <w:r>
        <w:t>Dhurriyyat al</w:t>
      </w:r>
      <w:r w:rsidR="008E1963">
        <w:t>-</w:t>
      </w:r>
      <w:r>
        <w:t>tahirah, 168 (Qumm, 1407) from Ibrahim ibn Marzuq, from Abu ‘Amir al</w:t>
      </w:r>
      <w:r w:rsidR="008E1963">
        <w:t>-</w:t>
      </w:r>
      <w:r>
        <w:t>Aqadi, from Kathir ibn Zayd, from Muhammad ibn ‘Umar ibn ‘Ali, from ‘Ali (A). One of the leading traditionists and historians of his era.</w:t>
      </w:r>
    </w:p>
    <w:p w:rsidR="00D442CD" w:rsidRDefault="00D442CD" w:rsidP="00941CD7">
      <w:pPr>
        <w:pStyle w:val="Heading2Center"/>
      </w:pPr>
      <w:bookmarkStart w:id="199" w:name="_Toc484431623"/>
      <w:r>
        <w:t>171. Abu Bakr Muhammad ibn Ishaq ibn Khuzaymah al</w:t>
      </w:r>
      <w:r w:rsidR="008E1963">
        <w:t>-</w:t>
      </w:r>
      <w:r>
        <w:t>Nishaburi (d. 311/923).</w:t>
      </w:r>
      <w:bookmarkEnd w:id="199"/>
    </w:p>
    <w:p w:rsidR="000D3C43" w:rsidRDefault="00D442CD" w:rsidP="00D442CD">
      <w:pPr>
        <w:pStyle w:val="libNormal"/>
      </w:pPr>
      <w:r>
        <w:t>In his Sahih, as mentioned by al</w:t>
      </w:r>
      <w:r w:rsidR="008E1963">
        <w:t>-</w:t>
      </w:r>
      <w:r>
        <w:t>Sakhawi, op. cit. One of the imams of hadith.</w:t>
      </w:r>
    </w:p>
    <w:p w:rsidR="00D442CD" w:rsidRDefault="00D442CD" w:rsidP="00941CD7">
      <w:pPr>
        <w:pStyle w:val="Heading2Center"/>
      </w:pPr>
      <w:bookmarkStart w:id="200" w:name="_Toc484431624"/>
      <w:r>
        <w:t>172. Abu Bakr Muhammad ibn Muhammad ibn Sulayman ibn Al</w:t>
      </w:r>
      <w:r w:rsidR="008E1963">
        <w:t>-</w:t>
      </w:r>
      <w:r>
        <w:t>Harith, Ibn al</w:t>
      </w:r>
      <w:r w:rsidR="008E1963">
        <w:t>-</w:t>
      </w:r>
      <w:r>
        <w:t>Baghandi al</w:t>
      </w:r>
      <w:r w:rsidR="008E1963">
        <w:t>-</w:t>
      </w:r>
      <w:r>
        <w:t>Wasiti (d. 312/924).</w:t>
      </w:r>
      <w:bookmarkEnd w:id="200"/>
    </w:p>
    <w:p w:rsidR="000D3C43" w:rsidRDefault="00D442CD" w:rsidP="00D442CD">
      <w:pPr>
        <w:pStyle w:val="libNormal"/>
      </w:pPr>
      <w:r>
        <w:t>In Ibn al</w:t>
      </w:r>
      <w:r w:rsidR="008E1963">
        <w:t>-</w:t>
      </w:r>
      <w:r>
        <w:t>Maghazili (al</w:t>
      </w:r>
      <w:r w:rsidR="008E1963">
        <w:t>-</w:t>
      </w:r>
      <w:r>
        <w:t>Manaqib, 234). Tawthiq by al</w:t>
      </w:r>
      <w:r w:rsidR="008E1963">
        <w:t>-</w:t>
      </w:r>
      <w:r>
        <w:t xml:space="preserve">Khatib. </w:t>
      </w:r>
      <w:r w:rsidRPr="00EB3D61">
        <w:rPr>
          <w:rStyle w:val="libFootnotenumChar"/>
        </w:rPr>
        <w:t>5</w:t>
      </w:r>
    </w:p>
    <w:p w:rsidR="00D442CD" w:rsidRDefault="00D442CD" w:rsidP="00941CD7">
      <w:pPr>
        <w:pStyle w:val="Heading2Center"/>
      </w:pPr>
      <w:bookmarkStart w:id="201" w:name="_Toc484431625"/>
      <w:r>
        <w:lastRenderedPageBreak/>
        <w:t>173. Abu ‘Awanah Ya’qub ibn Ishaq ibn Ibrahim ibn Zayd al</w:t>
      </w:r>
      <w:r w:rsidR="008E1963">
        <w:t>-</w:t>
      </w:r>
      <w:r>
        <w:t>Nishaburi al</w:t>
      </w:r>
      <w:r w:rsidR="008E1963">
        <w:t>-</w:t>
      </w:r>
      <w:r>
        <w:t>Isfarayini (d. 316/928).</w:t>
      </w:r>
      <w:bookmarkEnd w:id="201"/>
    </w:p>
    <w:p w:rsidR="000D3C43" w:rsidRDefault="00D442CD" w:rsidP="00D442CD">
      <w:pPr>
        <w:pStyle w:val="libNormal"/>
      </w:pPr>
      <w:r>
        <w:t>In his book al</w:t>
      </w:r>
      <w:r w:rsidR="008E1963">
        <w:t>-</w:t>
      </w:r>
      <w:r>
        <w:t>Musnad al</w:t>
      </w:r>
      <w:r w:rsidR="008E1963">
        <w:t>-</w:t>
      </w:r>
      <w:r>
        <w:t>sahih, as mentioned by al</w:t>
      </w:r>
      <w:r w:rsidR="008E1963">
        <w:t>-</w:t>
      </w:r>
      <w:r>
        <w:t>Shaykhani al</w:t>
      </w:r>
      <w:r w:rsidR="008E1963">
        <w:t>-</w:t>
      </w:r>
      <w:r>
        <w:t>Qadiri in al</w:t>
      </w:r>
      <w:r w:rsidR="008E1963">
        <w:t>-</w:t>
      </w:r>
      <w:r>
        <w:t>Sirat al</w:t>
      </w:r>
      <w:r w:rsidR="008E1963">
        <w:t>-</w:t>
      </w:r>
      <w:r>
        <w:t xml:space="preserve">sawi. A leading traditionist of his era. </w:t>
      </w:r>
      <w:r w:rsidRPr="00EB3D61">
        <w:rPr>
          <w:rStyle w:val="libFootnotenumChar"/>
        </w:rPr>
        <w:t>6</w:t>
      </w:r>
    </w:p>
    <w:p w:rsidR="00D442CD" w:rsidRDefault="00D442CD" w:rsidP="00941CD7">
      <w:pPr>
        <w:pStyle w:val="Heading2Center"/>
      </w:pPr>
      <w:bookmarkStart w:id="202" w:name="_Toc484431626"/>
      <w:r>
        <w:t>174. Abu Bakr ibn Abi Dawud ‘Abd Allah ibn Sulayman al</w:t>
      </w:r>
      <w:r w:rsidR="008E1963">
        <w:t>-</w:t>
      </w:r>
      <w:r>
        <w:t>Sijistani (d. 316/928).</w:t>
      </w:r>
      <w:bookmarkEnd w:id="202"/>
    </w:p>
    <w:p w:rsidR="000D3C43" w:rsidRDefault="00D442CD" w:rsidP="00D442CD">
      <w:pPr>
        <w:pStyle w:val="libNormal"/>
      </w:pPr>
      <w:r>
        <w:t>In al</w:t>
      </w:r>
      <w:r w:rsidR="008E1963">
        <w:t>-</w:t>
      </w:r>
      <w:r>
        <w:t>Tahawi (Mushkil al</w:t>
      </w:r>
      <w:r w:rsidR="008E1963">
        <w:t>-</w:t>
      </w:r>
      <w:r>
        <w:t xml:space="preserve">athar, iv, 368), from him. A leading scholar of Iraq in his time. </w:t>
      </w:r>
      <w:r w:rsidRPr="00EB3D61">
        <w:rPr>
          <w:rStyle w:val="libFootnotenumChar"/>
        </w:rPr>
        <w:t>7</w:t>
      </w:r>
    </w:p>
    <w:p w:rsidR="00D442CD" w:rsidRDefault="00D442CD" w:rsidP="00941CD7">
      <w:pPr>
        <w:pStyle w:val="Heading2Center"/>
      </w:pPr>
      <w:bookmarkStart w:id="203" w:name="_Toc484431627"/>
      <w:r>
        <w:t>175. Al</w:t>
      </w:r>
      <w:r w:rsidR="008E1963">
        <w:t>-</w:t>
      </w:r>
      <w:r>
        <w:t>Hasan ibn Musallim ibn al</w:t>
      </w:r>
      <w:r w:rsidR="008E1963">
        <w:t>-</w:t>
      </w:r>
      <w:r>
        <w:t>Tabib al</w:t>
      </w:r>
      <w:r w:rsidR="008E1963">
        <w:t>-</w:t>
      </w:r>
      <w:r>
        <w:t>San’ani.</w:t>
      </w:r>
      <w:bookmarkEnd w:id="203"/>
    </w:p>
    <w:p w:rsidR="000D3C43" w:rsidRDefault="00D442CD" w:rsidP="00D442CD">
      <w:pPr>
        <w:pStyle w:val="libNormal"/>
      </w:pPr>
      <w:r>
        <w:t>In al</w:t>
      </w:r>
      <w:r w:rsidR="008E1963">
        <w:t>-</w:t>
      </w:r>
      <w:r>
        <w:t>Tabarani (Mu’jam shuyukhih, i, 135) from him.</w:t>
      </w:r>
    </w:p>
    <w:p w:rsidR="00D442CD" w:rsidRDefault="00D442CD" w:rsidP="00941CD7">
      <w:pPr>
        <w:pStyle w:val="Heading2Center"/>
      </w:pPr>
      <w:bookmarkStart w:id="204" w:name="_Toc484431628"/>
      <w:r>
        <w:t>176. Abu al</w:t>
      </w:r>
      <w:r w:rsidR="008E1963">
        <w:t>-</w:t>
      </w:r>
      <w:r>
        <w:t>Qasim ‘Abd Allah ibn Muhammad ibn ‘Abd al</w:t>
      </w:r>
      <w:r w:rsidR="008E1963">
        <w:t>-</w:t>
      </w:r>
      <w:r>
        <w:t>Aziz al</w:t>
      </w:r>
      <w:r w:rsidR="008E1963">
        <w:t>-</w:t>
      </w:r>
      <w:r>
        <w:t>Baghawi (d. 317/929).</w:t>
      </w:r>
      <w:bookmarkEnd w:id="204"/>
    </w:p>
    <w:p w:rsidR="000D3C43" w:rsidRDefault="00D442CD" w:rsidP="00D442CD">
      <w:pPr>
        <w:pStyle w:val="libNormal"/>
      </w:pPr>
      <w:r>
        <w:t>In al</w:t>
      </w:r>
      <w:r w:rsidR="008E1963">
        <w:t>-</w:t>
      </w:r>
      <w:r>
        <w:t>Hamawi, Fara'id al</w:t>
      </w:r>
      <w:r w:rsidR="008E1963">
        <w:t>-</w:t>
      </w:r>
      <w:r>
        <w:t>simtayn, ii, 272.</w:t>
      </w:r>
    </w:p>
    <w:p w:rsidR="00D442CD" w:rsidRDefault="00D442CD" w:rsidP="00941CD7">
      <w:pPr>
        <w:pStyle w:val="Heading2Center"/>
      </w:pPr>
      <w:bookmarkStart w:id="205" w:name="_Toc484431629"/>
      <w:r>
        <w:t>177. Al</w:t>
      </w:r>
      <w:r w:rsidR="008E1963">
        <w:t>-</w:t>
      </w:r>
      <w:r>
        <w:t>Hafiz al</w:t>
      </w:r>
      <w:r w:rsidR="008E1963">
        <w:t>-</w:t>
      </w:r>
      <w:r>
        <w:t>Tahawi, Abu Ja’far Ahmad ibn Muhammad ibn Salamah (d. 321/933).</w:t>
      </w:r>
      <w:bookmarkEnd w:id="205"/>
    </w:p>
    <w:p w:rsidR="000D3C43" w:rsidRDefault="00D442CD" w:rsidP="00D442CD">
      <w:pPr>
        <w:pStyle w:val="libNormal"/>
      </w:pPr>
      <w:r>
        <w:t>In his Mushkil al</w:t>
      </w:r>
      <w:r w:rsidR="008E1963">
        <w:t>-</w:t>
      </w:r>
      <w:r>
        <w:t xml:space="preserve">athar, iv, 368, with two chains of transmission from Zayd ibn Arqam. A leading writer and scholar of his era. </w:t>
      </w:r>
      <w:r w:rsidRPr="00EB3D61">
        <w:rPr>
          <w:rStyle w:val="libFootnotenumChar"/>
        </w:rPr>
        <w:t>8</w:t>
      </w:r>
    </w:p>
    <w:p w:rsidR="00D442CD" w:rsidRDefault="00D442CD" w:rsidP="00941CD7">
      <w:pPr>
        <w:pStyle w:val="Heading2Center"/>
      </w:pPr>
      <w:bookmarkStart w:id="206" w:name="_Toc484431630"/>
      <w:r>
        <w:t>178. Abu Ja’far al</w:t>
      </w:r>
      <w:r w:rsidR="008E1963">
        <w:t>-</w:t>
      </w:r>
      <w:r>
        <w:t>’Uqayli, Muhammad ibn ‘Amr ibn Hammad (d. 322/934).</w:t>
      </w:r>
      <w:bookmarkEnd w:id="206"/>
    </w:p>
    <w:p w:rsidR="000D3C43" w:rsidRDefault="00D442CD" w:rsidP="00D442CD">
      <w:pPr>
        <w:pStyle w:val="libNormal"/>
      </w:pPr>
      <w:r>
        <w:t>In his Kitab al</w:t>
      </w:r>
      <w:r w:rsidR="008E1963">
        <w:t>-</w:t>
      </w:r>
      <w:r>
        <w:t>du’afa' (MS. 362 in Dar al</w:t>
      </w:r>
      <w:r w:rsidR="008E1963">
        <w:t>-</w:t>
      </w:r>
      <w:r>
        <w:t>Kutub al</w:t>
      </w:r>
      <w:r w:rsidR="008E1963">
        <w:t>-</w:t>
      </w:r>
      <w:r>
        <w:t xml:space="preserve">Zahiriyyah, Damascus, F. 104) through three chains from Abu Sa’id and Jabir. A leading scholar of his age. </w:t>
      </w:r>
      <w:r w:rsidRPr="00EB3D61">
        <w:rPr>
          <w:rStyle w:val="libFootnotenumChar"/>
        </w:rPr>
        <w:t>9</w:t>
      </w:r>
    </w:p>
    <w:p w:rsidR="00D442CD" w:rsidRDefault="00D442CD" w:rsidP="00941CD7">
      <w:pPr>
        <w:pStyle w:val="Heading2Center"/>
      </w:pPr>
      <w:bookmarkStart w:id="207" w:name="_Toc484431631"/>
      <w:r>
        <w:t>179. Abu ‘Umar Ahmad ibn Muhammad ibn ‘Abd Rabbih al</w:t>
      </w:r>
      <w:r w:rsidR="008E1963">
        <w:t>-</w:t>
      </w:r>
      <w:r>
        <w:t>Qurtubi (d. 328/939).</w:t>
      </w:r>
      <w:bookmarkEnd w:id="207"/>
    </w:p>
    <w:p w:rsidR="000D3C43" w:rsidRDefault="00D442CD" w:rsidP="00D442CD">
      <w:pPr>
        <w:pStyle w:val="libNormal"/>
      </w:pPr>
      <w:r>
        <w:t>In his al</w:t>
      </w:r>
      <w:r w:rsidR="008E1963">
        <w:t>-</w:t>
      </w:r>
      <w:r>
        <w:t>’Iqd al</w:t>
      </w:r>
      <w:r w:rsidR="008E1963">
        <w:t>-</w:t>
      </w:r>
      <w:r>
        <w:t>farid. He is a well</w:t>
      </w:r>
      <w:r w:rsidR="008E1963">
        <w:t>-</w:t>
      </w:r>
      <w:r>
        <w:t>known scholar of a high standing.</w:t>
      </w:r>
    </w:p>
    <w:p w:rsidR="00D442CD" w:rsidRDefault="00D442CD" w:rsidP="00941CD7">
      <w:pPr>
        <w:pStyle w:val="Heading2Center"/>
      </w:pPr>
      <w:bookmarkStart w:id="208" w:name="_Toc484431632"/>
      <w:r>
        <w:t>180. Abu Bakr Muhammad ibn al</w:t>
      </w:r>
      <w:r w:rsidR="008E1963">
        <w:t>-</w:t>
      </w:r>
      <w:r>
        <w:t>Qasim ibn Muhammad ibn Bashshar, known as Ibn al</w:t>
      </w:r>
      <w:r w:rsidR="008E1963">
        <w:t>-</w:t>
      </w:r>
      <w:r>
        <w:t>Anbari (d. 328/939).</w:t>
      </w:r>
      <w:bookmarkEnd w:id="208"/>
    </w:p>
    <w:p w:rsidR="000D3C43" w:rsidRDefault="00D442CD" w:rsidP="00D442CD">
      <w:pPr>
        <w:pStyle w:val="libNormal"/>
      </w:pPr>
      <w:r>
        <w:t>In his al</w:t>
      </w:r>
      <w:r w:rsidR="008E1963">
        <w:t>-</w:t>
      </w:r>
      <w:r>
        <w:t>Masahif, from Zayd ibn Arqam and from Zayd ibn Thabit. An eminent scholar. Tawthiq and tasdiq by Ibn Khallikan and al</w:t>
      </w:r>
      <w:r w:rsidR="008E1963">
        <w:t>-</w:t>
      </w:r>
      <w:r>
        <w:t xml:space="preserve">Sam’ani. </w:t>
      </w:r>
      <w:r w:rsidRPr="00EB3D61">
        <w:rPr>
          <w:rStyle w:val="libFootnotenumChar"/>
        </w:rPr>
        <w:t>10</w:t>
      </w:r>
    </w:p>
    <w:p w:rsidR="00D442CD" w:rsidRDefault="00D442CD" w:rsidP="00941CD7">
      <w:pPr>
        <w:pStyle w:val="Heading2Center"/>
      </w:pPr>
      <w:bookmarkStart w:id="209" w:name="_Toc484431633"/>
      <w:r>
        <w:t>181. Abu ‘Abd Allah Husayn ibn Isma’il ibn al</w:t>
      </w:r>
      <w:r w:rsidR="008E1963">
        <w:t>-</w:t>
      </w:r>
      <w:r>
        <w:t>Dabbi al</w:t>
      </w:r>
      <w:r w:rsidR="008E1963">
        <w:t>-</w:t>
      </w:r>
      <w:r>
        <w:t>Muhamili (d. 330/941).</w:t>
      </w:r>
      <w:bookmarkEnd w:id="209"/>
    </w:p>
    <w:p w:rsidR="000D3C43" w:rsidRDefault="00D442CD" w:rsidP="00D442CD">
      <w:pPr>
        <w:pStyle w:val="libNormal"/>
      </w:pPr>
      <w:r>
        <w:t>In his Amali, where he regards it as sahih, as mentioned by ‘Ali al</w:t>
      </w:r>
      <w:r w:rsidR="008E1963">
        <w:t>-</w:t>
      </w:r>
      <w:r>
        <w:t>Muttaqi in Kanz al</w:t>
      </w:r>
      <w:r w:rsidR="008E1963">
        <w:t>-</w:t>
      </w:r>
      <w:r>
        <w:t>’ummal (xv, 122</w:t>
      </w:r>
      <w:r w:rsidR="008E1963">
        <w:t>-</w:t>
      </w:r>
      <w:r>
        <w:t xml:space="preserve">123). A great scholar (imam) of Baghdad. </w:t>
      </w:r>
      <w:r w:rsidRPr="00EB3D61">
        <w:rPr>
          <w:rStyle w:val="libFootnotenumChar"/>
        </w:rPr>
        <w:t>11</w:t>
      </w:r>
    </w:p>
    <w:p w:rsidR="00D442CD" w:rsidRDefault="00D442CD" w:rsidP="00941CD7">
      <w:pPr>
        <w:pStyle w:val="Heading2Center"/>
      </w:pPr>
      <w:bookmarkStart w:id="210" w:name="_Toc484431634"/>
      <w:r>
        <w:t>182. Abu al</w:t>
      </w:r>
      <w:r w:rsidR="008E1963">
        <w:t>-</w:t>
      </w:r>
      <w:r>
        <w:t>Abbas Ahmad ibn Muhammad ibn Sa’id, known as Ibn ‘Uqdah (d. 332/943).</w:t>
      </w:r>
      <w:bookmarkEnd w:id="210"/>
    </w:p>
    <w:p w:rsidR="000D3C43" w:rsidRDefault="00D442CD" w:rsidP="00D442CD">
      <w:pPr>
        <w:pStyle w:val="libNormal"/>
      </w:pPr>
      <w:r>
        <w:t>In his Kitab al</w:t>
      </w:r>
      <w:r w:rsidR="008E1963">
        <w:t>-</w:t>
      </w:r>
      <w:r>
        <w:t>wilayah, known as Kitab al</w:t>
      </w:r>
      <w:r w:rsidR="008E1963">
        <w:t>-</w:t>
      </w:r>
      <w:r>
        <w:t>muwalat, through 8 chains, as mentioned by al</w:t>
      </w:r>
      <w:r w:rsidR="008E1963">
        <w:t>-</w:t>
      </w:r>
      <w:r>
        <w:t>Sakhawi (op. cit.), al</w:t>
      </w:r>
      <w:r w:rsidR="008E1963">
        <w:t>-</w:t>
      </w:r>
      <w:r>
        <w:t>Samhudi (op. cit), Ibn Ba Kathir (op. cit.) and al</w:t>
      </w:r>
      <w:r w:rsidR="008E1963">
        <w:t>-</w:t>
      </w:r>
      <w:r>
        <w:t>Shaykhani a1</w:t>
      </w:r>
      <w:r w:rsidR="008E1963">
        <w:t>-</w:t>
      </w:r>
      <w:r>
        <w:t>Qadiri (op. cit). An eminent scholar of his era.</w:t>
      </w:r>
    </w:p>
    <w:p w:rsidR="00D442CD" w:rsidRDefault="00D442CD" w:rsidP="00941CD7">
      <w:pPr>
        <w:pStyle w:val="Heading2Center"/>
      </w:pPr>
      <w:bookmarkStart w:id="211" w:name="_Toc484431635"/>
      <w:r>
        <w:lastRenderedPageBreak/>
        <w:t>183. Al</w:t>
      </w:r>
      <w:r w:rsidR="008E1963">
        <w:t>-</w:t>
      </w:r>
      <w:r>
        <w:t>Hasan ibn Ya’qub, Abu al</w:t>
      </w:r>
      <w:r w:rsidR="008E1963">
        <w:t>-</w:t>
      </w:r>
      <w:r>
        <w:t>Fadl al</w:t>
      </w:r>
      <w:r w:rsidR="008E1963">
        <w:t>-</w:t>
      </w:r>
      <w:r>
        <w:t>Bukhari (d. 342/953).</w:t>
      </w:r>
      <w:bookmarkEnd w:id="211"/>
    </w:p>
    <w:p w:rsidR="000D3C43" w:rsidRDefault="00D442CD" w:rsidP="00D442CD">
      <w:pPr>
        <w:pStyle w:val="libNormal"/>
      </w:pPr>
      <w:r>
        <w:t>In al</w:t>
      </w:r>
      <w:r w:rsidR="008E1963">
        <w:t>-</w:t>
      </w:r>
      <w:r>
        <w:t>Bayhaqi (Sunan, ii, 148) from al</w:t>
      </w:r>
      <w:r w:rsidR="008E1963">
        <w:t>-</w:t>
      </w:r>
      <w:r>
        <w:t>Hakim, from him, from Muhammad ibn ‘Abd al</w:t>
      </w:r>
      <w:r w:rsidR="008E1963">
        <w:t>-</w:t>
      </w:r>
      <w:r>
        <w:t>Wahhab al</w:t>
      </w:r>
      <w:r w:rsidR="008E1963">
        <w:t>-</w:t>
      </w:r>
      <w:r>
        <w:t>Farra' al</w:t>
      </w:r>
      <w:r w:rsidR="008E1963">
        <w:t>-</w:t>
      </w:r>
      <w:r>
        <w:t>Abdi. Also in Ibn ‘Asakir in Mu’jam shuyukhih (MS. F. 11). Tawthiq by al</w:t>
      </w:r>
      <w:r w:rsidR="008E1963">
        <w:t>-</w:t>
      </w:r>
      <w:r>
        <w:t xml:space="preserve">Dhahabi. </w:t>
      </w:r>
      <w:r w:rsidRPr="00EB3D61">
        <w:rPr>
          <w:rStyle w:val="libFootnotenumChar"/>
        </w:rPr>
        <w:t>12</w:t>
      </w:r>
    </w:p>
    <w:p w:rsidR="00D442CD" w:rsidRDefault="00D442CD" w:rsidP="00941CD7">
      <w:pPr>
        <w:pStyle w:val="Heading2Center"/>
      </w:pPr>
      <w:bookmarkStart w:id="212" w:name="_Toc484431636"/>
      <w:r>
        <w:t>184. Abu ‘Abd Allah Muhammad ibn Ya’qub ibn al</w:t>
      </w:r>
      <w:r w:rsidR="008E1963">
        <w:t>-</w:t>
      </w:r>
      <w:r>
        <w:t>Akhram al</w:t>
      </w:r>
      <w:r w:rsidR="008E1963">
        <w:t>-</w:t>
      </w:r>
      <w:r>
        <w:t>Shaybani (d. 344/955).</w:t>
      </w:r>
      <w:bookmarkEnd w:id="212"/>
    </w:p>
    <w:p w:rsidR="000D3C43" w:rsidRDefault="00D442CD" w:rsidP="00D442CD">
      <w:pPr>
        <w:pStyle w:val="libNormal"/>
      </w:pPr>
      <w:r>
        <w:t>In al</w:t>
      </w:r>
      <w:r w:rsidR="008E1963">
        <w:t>-</w:t>
      </w:r>
      <w:r>
        <w:t>Bayhaqi (Sunan, vii, 30) from him, from Abu Ahmad al</w:t>
      </w:r>
      <w:r w:rsidR="008E1963">
        <w:t>-</w:t>
      </w:r>
      <w:r>
        <w:t>Farra'. Author of a voluminous Musnad. An eminent traditionist from Nishabur.</w:t>
      </w:r>
    </w:p>
    <w:p w:rsidR="00D442CD" w:rsidRDefault="00D442CD" w:rsidP="00941CD7">
      <w:pPr>
        <w:pStyle w:val="Heading2Center"/>
      </w:pPr>
      <w:bookmarkStart w:id="213" w:name="_Toc484431637"/>
      <w:r>
        <w:t>185. Abu Muhammad ‘Abd Allah ibn Ja’far al</w:t>
      </w:r>
      <w:r w:rsidR="008E1963">
        <w:t>-</w:t>
      </w:r>
      <w:r>
        <w:t>Isfahani (d. 346/ 957).</w:t>
      </w:r>
      <w:bookmarkEnd w:id="213"/>
    </w:p>
    <w:p w:rsidR="000D3C43" w:rsidRDefault="00D442CD" w:rsidP="00D442CD">
      <w:pPr>
        <w:pStyle w:val="libNormal"/>
      </w:pPr>
      <w:r>
        <w:t>In Abu Nu’aym (Hilyat al</w:t>
      </w:r>
      <w:r w:rsidR="008E1963">
        <w:t>-</w:t>
      </w:r>
      <w:r>
        <w:t>awliya', ix, 64) from him, from Ahmad ibn Yusuf al</w:t>
      </w:r>
      <w:r w:rsidR="008E1963">
        <w:t>-</w:t>
      </w:r>
      <w:r>
        <w:t>Dabbi. Teacher of Abu Nu’aym, who reports from Abu ‘Umar al</w:t>
      </w:r>
      <w:r w:rsidR="008E1963">
        <w:t>-</w:t>
      </w:r>
      <w:r>
        <w:t xml:space="preserve">Qattan that he saw ‘Abd Allah ibn Ja’far in a dream after his death. When asked, "How did God treat you?" he replied, "He forgave me and put me with the prophets in their station." </w:t>
      </w:r>
      <w:r w:rsidRPr="00EB3D61">
        <w:rPr>
          <w:rStyle w:val="libFootnotenumChar"/>
        </w:rPr>
        <w:t>13</w:t>
      </w:r>
    </w:p>
    <w:p w:rsidR="00D442CD" w:rsidRDefault="00D442CD" w:rsidP="00941CD7">
      <w:pPr>
        <w:pStyle w:val="Heading2Center"/>
      </w:pPr>
      <w:bookmarkStart w:id="214" w:name="_Toc484431638"/>
      <w:r>
        <w:t>186. Muhammad ibn Ahmad ibn Tamim al</w:t>
      </w:r>
      <w:r w:rsidR="008E1963">
        <w:t>-</w:t>
      </w:r>
      <w:r>
        <w:t>Khayyat al</w:t>
      </w:r>
      <w:r w:rsidR="008E1963">
        <w:t>-</w:t>
      </w:r>
      <w:r>
        <w:t>Qantari (d. 348/959).</w:t>
      </w:r>
      <w:bookmarkEnd w:id="214"/>
    </w:p>
    <w:p w:rsidR="000D3C43" w:rsidRDefault="00D442CD" w:rsidP="00D442CD">
      <w:pPr>
        <w:pStyle w:val="libNormal"/>
      </w:pPr>
      <w:r>
        <w:t>In al</w:t>
      </w:r>
      <w:r w:rsidR="008E1963">
        <w:t>-</w:t>
      </w:r>
      <w:r>
        <w:t>Hakim (al</w:t>
      </w:r>
      <w:r w:rsidR="008E1963">
        <w:t>-</w:t>
      </w:r>
      <w:r>
        <w:t>Mustadrak, iii, 90) from him. Al</w:t>
      </w:r>
      <w:r w:rsidR="008E1963">
        <w:t>-</w:t>
      </w:r>
      <w:r>
        <w:t>Hakim considers him thiqah and considers this narration of his as sahih.</w:t>
      </w:r>
    </w:p>
    <w:p w:rsidR="00D442CD" w:rsidRDefault="00D442CD" w:rsidP="00941CD7">
      <w:pPr>
        <w:pStyle w:val="Heading2Center"/>
      </w:pPr>
      <w:bookmarkStart w:id="215" w:name="_Toc484431639"/>
      <w:r>
        <w:t>187. Abu Ja’far Muhammad ibn ‘Ali ibn Duhaym al</w:t>
      </w:r>
      <w:r w:rsidR="008E1963">
        <w:t>-</w:t>
      </w:r>
      <w:r>
        <w:t>Shaybani (d. 351/962).</w:t>
      </w:r>
      <w:bookmarkEnd w:id="215"/>
    </w:p>
    <w:p w:rsidR="000D3C43" w:rsidRDefault="00D442CD" w:rsidP="00D442CD">
      <w:pPr>
        <w:pStyle w:val="libNormal"/>
      </w:pPr>
      <w:r>
        <w:t>In al</w:t>
      </w:r>
      <w:r w:rsidR="008E1963">
        <w:t>-</w:t>
      </w:r>
      <w:r>
        <w:t>Bayhaqi (Sunan, x, 113) from Abu Muhammad Janah ibn Nadhir, from him, from Ibrahim ibn Ishaq al</w:t>
      </w:r>
      <w:r w:rsidR="008E1963">
        <w:t>-</w:t>
      </w:r>
      <w:r>
        <w:t>Zuhri. Also in al</w:t>
      </w:r>
      <w:r w:rsidR="008E1963">
        <w:t>-</w:t>
      </w:r>
      <w:r>
        <w:t>Hakim (al</w:t>
      </w:r>
      <w:r w:rsidR="008E1963">
        <w:t>-</w:t>
      </w:r>
      <w:r>
        <w:t>Mustadrak, iii, 533) from him, where he, and after him al</w:t>
      </w:r>
      <w:r w:rsidR="008E1963">
        <w:t>-</w:t>
      </w:r>
      <w:r>
        <w:t xml:space="preserve">Dhahabi in his Talkhis, has regarded it as sahih. The qadi and traditionist of Kufah. </w:t>
      </w:r>
      <w:r w:rsidRPr="00EB3D61">
        <w:rPr>
          <w:rStyle w:val="libFootnotenumChar"/>
        </w:rPr>
        <w:t>14</w:t>
      </w:r>
    </w:p>
    <w:p w:rsidR="00D442CD" w:rsidRDefault="00D442CD" w:rsidP="00941CD7">
      <w:pPr>
        <w:pStyle w:val="Heading2Center"/>
      </w:pPr>
      <w:bookmarkStart w:id="216" w:name="_Toc484431640"/>
      <w:r>
        <w:t>188. Abu Muhammad Da’laj ibn Ahmad ibn Da’laj al</w:t>
      </w:r>
      <w:r w:rsidR="008E1963">
        <w:t>-</w:t>
      </w:r>
      <w:r>
        <w:t>Sijzi al</w:t>
      </w:r>
      <w:r w:rsidR="008E1963">
        <w:t>-</w:t>
      </w:r>
      <w:r>
        <w:t>Mu’addal (d. 315/962).</w:t>
      </w:r>
      <w:bookmarkEnd w:id="216"/>
    </w:p>
    <w:p w:rsidR="000D3C43" w:rsidRDefault="00D442CD" w:rsidP="00D442CD">
      <w:pPr>
        <w:pStyle w:val="libNormal"/>
      </w:pPr>
      <w:r>
        <w:t>In al</w:t>
      </w:r>
      <w:r w:rsidR="008E1963">
        <w:t>-</w:t>
      </w:r>
      <w:r>
        <w:t>Hakim (al</w:t>
      </w:r>
      <w:r w:rsidR="008E1963">
        <w:t>-</w:t>
      </w:r>
      <w:r>
        <w:t>Mustadrak, iii, 109</w:t>
      </w:r>
      <w:r w:rsidR="008E1963">
        <w:t>-</w:t>
      </w:r>
      <w:r>
        <w:t>110) from him, from Zayd ibn Arqam. A leading traditionist and legist of his era and author of al</w:t>
      </w:r>
      <w:r w:rsidR="008E1963">
        <w:t>-</w:t>
      </w:r>
      <w:r>
        <w:t>Musnad al</w:t>
      </w:r>
      <w:r w:rsidR="008E1963">
        <w:t>-</w:t>
      </w:r>
      <w:r>
        <w:t>kabir.</w:t>
      </w:r>
    </w:p>
    <w:p w:rsidR="00D442CD" w:rsidRDefault="00D442CD" w:rsidP="00941CD7">
      <w:pPr>
        <w:pStyle w:val="Heading2Center"/>
      </w:pPr>
      <w:bookmarkStart w:id="217" w:name="_Toc484431641"/>
      <w:r>
        <w:t>189. Abu Bakr Muhammad ibn ‘Umar ibn Muslim al</w:t>
      </w:r>
      <w:r w:rsidR="008E1963">
        <w:t>-</w:t>
      </w:r>
      <w:r>
        <w:t>Tamimi, known as Ibn al</w:t>
      </w:r>
      <w:r w:rsidR="008E1963">
        <w:t>-</w:t>
      </w:r>
      <w:r>
        <w:t>Ji’abi (d. 355/966).</w:t>
      </w:r>
      <w:bookmarkEnd w:id="217"/>
    </w:p>
    <w:p w:rsidR="000D3C43" w:rsidRDefault="00D442CD" w:rsidP="00D442CD">
      <w:pPr>
        <w:pStyle w:val="libNormal"/>
      </w:pPr>
      <w:r>
        <w:t>In his book al</w:t>
      </w:r>
      <w:r w:rsidR="008E1963">
        <w:t>-</w:t>
      </w:r>
      <w:r>
        <w:t>Talibiyyin, as mentioned by al</w:t>
      </w:r>
      <w:r w:rsidR="008E1963">
        <w:t>-</w:t>
      </w:r>
      <w:r>
        <w:t>Sakhawi (al</w:t>
      </w:r>
      <w:r w:rsidR="008E1963">
        <w:t>-</w:t>
      </w:r>
      <w:r>
        <w:t>Istijlab) and al</w:t>
      </w:r>
      <w:r w:rsidR="008E1963">
        <w:t>-</w:t>
      </w:r>
      <w:r>
        <w:t>Samhudi (Jawahir al</w:t>
      </w:r>
      <w:r w:rsidR="008E1963">
        <w:t>-</w:t>
      </w:r>
      <w:r>
        <w:t>’iqdayn). A leading scholar.</w:t>
      </w:r>
    </w:p>
    <w:p w:rsidR="00D442CD" w:rsidRDefault="00D442CD" w:rsidP="00941CD7">
      <w:pPr>
        <w:pStyle w:val="Heading2Center"/>
      </w:pPr>
      <w:bookmarkStart w:id="218" w:name="_Toc484431642"/>
      <w:r>
        <w:t>190. Abu al</w:t>
      </w:r>
      <w:r w:rsidR="008E1963">
        <w:t>-</w:t>
      </w:r>
      <w:r>
        <w:t>Qasim Sulayman ibn Ahmad al</w:t>
      </w:r>
      <w:r w:rsidR="008E1963">
        <w:t>-</w:t>
      </w:r>
      <w:r>
        <w:t>Tabarani (d. 360/970).</w:t>
      </w:r>
      <w:bookmarkEnd w:id="218"/>
    </w:p>
    <w:p w:rsidR="000D3C43" w:rsidRDefault="00D442CD" w:rsidP="00D442CD">
      <w:pPr>
        <w:pStyle w:val="libNormal"/>
      </w:pPr>
      <w:r>
        <w:t>In his works al</w:t>
      </w:r>
      <w:r w:rsidR="008E1963">
        <w:t>-</w:t>
      </w:r>
      <w:r>
        <w:t>Mu’jam al</w:t>
      </w:r>
      <w:r w:rsidR="008E1963">
        <w:t>-</w:t>
      </w:r>
      <w:r>
        <w:t>saghir, al</w:t>
      </w:r>
      <w:r w:rsidR="008E1963">
        <w:t>-</w:t>
      </w:r>
      <w:r>
        <w:t>Mu’jam al</w:t>
      </w:r>
      <w:r w:rsidR="008E1963">
        <w:t>-</w:t>
      </w:r>
      <w:r>
        <w:t>kabir and al</w:t>
      </w:r>
      <w:r w:rsidR="008E1963">
        <w:t>-</w:t>
      </w:r>
      <w:r>
        <w:t>Mu’jam al</w:t>
      </w:r>
      <w:r w:rsidR="008E1963">
        <w:t>-</w:t>
      </w:r>
      <w:r>
        <w:t>awsat with different chains. One of the imams of hadith.</w:t>
      </w:r>
    </w:p>
    <w:p w:rsidR="00D442CD" w:rsidRDefault="00D442CD" w:rsidP="00941CD7">
      <w:pPr>
        <w:pStyle w:val="Heading2Center"/>
      </w:pPr>
      <w:bookmarkStart w:id="219" w:name="_Toc484431643"/>
      <w:r>
        <w:t>191. Abu Bakr Ahmad ibn Ja’far ibn Hamdan ibn Malik ibn Shabib al</w:t>
      </w:r>
      <w:r w:rsidR="008E1963">
        <w:t>-</w:t>
      </w:r>
      <w:r>
        <w:t>Qati’i (d. 368/978).</w:t>
      </w:r>
      <w:bookmarkEnd w:id="219"/>
    </w:p>
    <w:p w:rsidR="000D3C43" w:rsidRDefault="00D442CD" w:rsidP="00D442CD">
      <w:pPr>
        <w:pStyle w:val="libNormal"/>
      </w:pPr>
      <w:r>
        <w:lastRenderedPageBreak/>
        <w:t>In al</w:t>
      </w:r>
      <w:r w:rsidR="008E1963">
        <w:t>-</w:t>
      </w:r>
      <w:r>
        <w:t>Hakim (al</w:t>
      </w:r>
      <w:r w:rsidR="008E1963">
        <w:t>-</w:t>
      </w:r>
      <w:r>
        <w:t xml:space="preserve">Mustadrak, iii, 109) from him, from Zayd ibn Arqam. A famous traditionist. </w:t>
      </w:r>
      <w:r w:rsidRPr="00EB3D61">
        <w:rPr>
          <w:rStyle w:val="libFootnotenumChar"/>
        </w:rPr>
        <w:t>15</w:t>
      </w:r>
    </w:p>
    <w:p w:rsidR="00D442CD" w:rsidRDefault="00D442CD" w:rsidP="00941CD7">
      <w:pPr>
        <w:pStyle w:val="Heading2Center"/>
      </w:pPr>
      <w:bookmarkStart w:id="220" w:name="_Toc484431644"/>
      <w:r>
        <w:t>192. Al</w:t>
      </w:r>
      <w:r w:rsidR="008E1963">
        <w:t>-</w:t>
      </w:r>
      <w:r>
        <w:t>Hafiz Abu al</w:t>
      </w:r>
      <w:r w:rsidR="008E1963">
        <w:t>-</w:t>
      </w:r>
      <w:r>
        <w:t>Shaykh Ibn Hayyan al</w:t>
      </w:r>
      <w:r w:rsidR="008E1963">
        <w:t>-</w:t>
      </w:r>
      <w:r>
        <w:t>Busti al</w:t>
      </w:r>
      <w:r w:rsidR="008E1963">
        <w:t>-</w:t>
      </w:r>
      <w:r>
        <w:t>Isfahani (d. 369/979).</w:t>
      </w:r>
      <w:bookmarkEnd w:id="220"/>
    </w:p>
    <w:p w:rsidR="000D3C43" w:rsidRDefault="00D442CD" w:rsidP="00D442CD">
      <w:pPr>
        <w:pStyle w:val="libNormal"/>
      </w:pPr>
      <w:r>
        <w:t>In his compilation of traditions (MS. No. 3637, F. 60, in Dar al</w:t>
      </w:r>
      <w:r w:rsidR="008E1963">
        <w:t>-</w:t>
      </w:r>
      <w:r>
        <w:t>Kutub al</w:t>
      </w:r>
      <w:r w:rsidR="008E1963">
        <w:t>-</w:t>
      </w:r>
      <w:r>
        <w:t>Zahiriyyah, Damascus) from Abu Sa’id. Tawthiq by Abu Nu’aym, Ibn al</w:t>
      </w:r>
      <w:r w:rsidR="008E1963">
        <w:t>-</w:t>
      </w:r>
      <w:r>
        <w:t>Athir, Ibn Mardawayh, Ibn al</w:t>
      </w:r>
      <w:r w:rsidR="008E1963">
        <w:t>-</w:t>
      </w:r>
      <w:r>
        <w:t>’Imad and al</w:t>
      </w:r>
      <w:r w:rsidR="008E1963">
        <w:t>-</w:t>
      </w:r>
      <w:r>
        <w:t xml:space="preserve">Dhahabi. </w:t>
      </w:r>
      <w:r w:rsidRPr="00EB3D61">
        <w:rPr>
          <w:rStyle w:val="libFootnotenumChar"/>
        </w:rPr>
        <w:t>16</w:t>
      </w:r>
    </w:p>
    <w:p w:rsidR="00D442CD" w:rsidRDefault="00D442CD" w:rsidP="00941CD7">
      <w:pPr>
        <w:pStyle w:val="Heading2Center"/>
      </w:pPr>
      <w:bookmarkStart w:id="221" w:name="_Toc484431645"/>
      <w:r>
        <w:t>193. Abu Mansur Muhammad ibn Ahmad ibn Talhah al</w:t>
      </w:r>
      <w:r w:rsidR="008E1963">
        <w:t>-</w:t>
      </w:r>
      <w:r>
        <w:t>Azhari (d. 370/980).</w:t>
      </w:r>
      <w:bookmarkEnd w:id="221"/>
    </w:p>
    <w:p w:rsidR="000D3C43" w:rsidRDefault="00D442CD" w:rsidP="00D442CD">
      <w:pPr>
        <w:pStyle w:val="libNormal"/>
      </w:pPr>
      <w:r>
        <w:t>In his Tahdhib al</w:t>
      </w:r>
      <w:r w:rsidR="008E1963">
        <w:t>-</w:t>
      </w:r>
      <w:r>
        <w:t>lughah under ‘itrah, as mentioned in Lisan al</w:t>
      </w:r>
      <w:r w:rsidR="008E1963">
        <w:t>-</w:t>
      </w:r>
      <w:r>
        <w:t>Arab (iv, 538), and also under habl (Lisan al</w:t>
      </w:r>
      <w:r w:rsidR="008E1963">
        <w:t>-</w:t>
      </w:r>
      <w:r>
        <w:t>Arab, xi, 137). A legist and leading philologist and lexicographer (imam fi al</w:t>
      </w:r>
      <w:r w:rsidR="008E1963">
        <w:t>-</w:t>
      </w:r>
      <w:r>
        <w:t xml:space="preserve">lughah). </w:t>
      </w:r>
      <w:r w:rsidRPr="00EB3D61">
        <w:rPr>
          <w:rStyle w:val="libFootnotenumChar"/>
        </w:rPr>
        <w:t>17</w:t>
      </w:r>
    </w:p>
    <w:p w:rsidR="00D442CD" w:rsidRDefault="00D442CD" w:rsidP="00941CD7">
      <w:pPr>
        <w:pStyle w:val="Heading2Center"/>
      </w:pPr>
      <w:bookmarkStart w:id="222" w:name="_Toc484431646"/>
      <w:r>
        <w:t>194. Muhammad ibn Ahmad ibn Balwayh (d. 374/984).</w:t>
      </w:r>
      <w:bookmarkEnd w:id="222"/>
    </w:p>
    <w:p w:rsidR="000D3C43" w:rsidRDefault="00D442CD" w:rsidP="00D442CD">
      <w:pPr>
        <w:pStyle w:val="libNormal"/>
      </w:pPr>
      <w:r>
        <w:t>In al</w:t>
      </w:r>
      <w:r w:rsidR="008E1963">
        <w:t>-</w:t>
      </w:r>
      <w:r>
        <w:t>Hakim (al</w:t>
      </w:r>
      <w:r w:rsidR="008E1963">
        <w:t>-</w:t>
      </w:r>
      <w:r>
        <w:t>Mustadrak, iii, 109) from him, from ‘Abd Allah ibn Ahmad. Al</w:t>
      </w:r>
      <w:r w:rsidR="008E1963">
        <w:t>-</w:t>
      </w:r>
      <w:r>
        <w:t>Hakim has considered his narration as sahih. Tawthiq, also, by Abu Bakr al</w:t>
      </w:r>
      <w:r w:rsidR="008E1963">
        <w:t>-</w:t>
      </w:r>
      <w:r>
        <w:t xml:space="preserve">Barqani. </w:t>
      </w:r>
      <w:r w:rsidRPr="00EB3D61">
        <w:rPr>
          <w:rStyle w:val="libFootnotenumChar"/>
        </w:rPr>
        <w:t>18</w:t>
      </w:r>
    </w:p>
    <w:p w:rsidR="00D442CD" w:rsidRDefault="00D442CD" w:rsidP="00941CD7">
      <w:pPr>
        <w:pStyle w:val="Heading2Center"/>
      </w:pPr>
      <w:bookmarkStart w:id="223" w:name="_Toc484431647"/>
      <w:r>
        <w:t>195. Muhammad ibn Ahmad ibn Hamdan Abu ‘Amr al</w:t>
      </w:r>
      <w:r w:rsidR="008E1963">
        <w:t>-</w:t>
      </w:r>
      <w:r>
        <w:t>Hiri (d. 376/986).</w:t>
      </w:r>
      <w:bookmarkEnd w:id="223"/>
    </w:p>
    <w:p w:rsidR="000D3C43" w:rsidRDefault="00D442CD" w:rsidP="00D442CD">
      <w:pPr>
        <w:pStyle w:val="libNormal"/>
      </w:pPr>
      <w:r>
        <w:t>In Abu Nu’aym (Hilyat al</w:t>
      </w:r>
      <w:r w:rsidR="008E1963">
        <w:t>-</w:t>
      </w:r>
      <w:r>
        <w:t>awliya', i, 355) from him, from al</w:t>
      </w:r>
      <w:r w:rsidR="008E1963">
        <w:t>-</w:t>
      </w:r>
      <w:r>
        <w:t>Hasan ibn Sufyan al</w:t>
      </w:r>
      <w:r w:rsidR="008E1963">
        <w:t>-</w:t>
      </w:r>
      <w:r>
        <w:t>Nasawi. Also in al</w:t>
      </w:r>
      <w:r w:rsidR="008E1963">
        <w:t>-</w:t>
      </w:r>
      <w:r>
        <w:t>Khwarazmi (Maqtal al</w:t>
      </w:r>
      <w:r w:rsidR="008E1963">
        <w:t>-</w:t>
      </w:r>
      <w:r>
        <w:t>Husayn, i, 104) from ‘Abu al</w:t>
      </w:r>
      <w:r w:rsidR="008E1963">
        <w:t>-</w:t>
      </w:r>
      <w:r>
        <w:t>Ala', from Zahir al</w:t>
      </w:r>
      <w:r w:rsidR="008E1963">
        <w:t>-</w:t>
      </w:r>
      <w:r>
        <w:t>Shahhani, from Abu Sa’id al</w:t>
      </w:r>
      <w:r w:rsidR="008E1963">
        <w:t>-</w:t>
      </w:r>
      <w:r>
        <w:t>Ganjrudi, from him. Grammarian, legist and traditionist.</w:t>
      </w:r>
    </w:p>
    <w:p w:rsidR="00D442CD" w:rsidRDefault="00D442CD" w:rsidP="00941CD7">
      <w:pPr>
        <w:pStyle w:val="Heading2Center"/>
      </w:pPr>
      <w:bookmarkStart w:id="224" w:name="_Toc484431648"/>
      <w:r>
        <w:t>196. Abu al</w:t>
      </w:r>
      <w:r w:rsidR="008E1963">
        <w:t>-</w:t>
      </w:r>
      <w:r>
        <w:t>Husayn Muhammad ibn al</w:t>
      </w:r>
      <w:r w:rsidR="008E1963">
        <w:t>-</w:t>
      </w:r>
      <w:r>
        <w:t>Muzaffar ibn Musa ibn ‘Isa al</w:t>
      </w:r>
      <w:r w:rsidR="008E1963">
        <w:t>-</w:t>
      </w:r>
      <w:r>
        <w:t>Baghdadi (d. 379/989).</w:t>
      </w:r>
      <w:bookmarkEnd w:id="224"/>
    </w:p>
    <w:p w:rsidR="000D3C43" w:rsidRDefault="00D442CD" w:rsidP="00D442CD">
      <w:pPr>
        <w:pStyle w:val="libNormal"/>
      </w:pPr>
      <w:r>
        <w:t>In Ibn al</w:t>
      </w:r>
      <w:r w:rsidR="008E1963">
        <w:t>-</w:t>
      </w:r>
      <w:r>
        <w:t>Maghazili (al</w:t>
      </w:r>
      <w:r w:rsidR="008E1963">
        <w:t>-</w:t>
      </w:r>
      <w:r>
        <w:t>Manaqib, 236) from Abu Talib Muhammad ibn Ahmad ibn ‘Uthman, from him, from Zayd ibn Arqam. Tawthiq by al</w:t>
      </w:r>
      <w:r w:rsidR="008E1963">
        <w:t>-</w:t>
      </w:r>
      <w:r>
        <w:t>Dhahabi, who calls him 'al</w:t>
      </w:r>
      <w:r w:rsidR="008E1963">
        <w:t>-</w:t>
      </w:r>
      <w:r>
        <w:t>imam al</w:t>
      </w:r>
      <w:r w:rsidR="008E1963">
        <w:t>-</w:t>
      </w:r>
      <w:r>
        <w:t>thiqah' and al</w:t>
      </w:r>
      <w:r w:rsidR="008E1963">
        <w:t>-</w:t>
      </w:r>
      <w:r>
        <w:t>Darqutni, al</w:t>
      </w:r>
      <w:r w:rsidR="008E1963">
        <w:t>-</w:t>
      </w:r>
      <w:r>
        <w:t>Safadi, and al</w:t>
      </w:r>
      <w:r w:rsidR="008E1963">
        <w:t>-</w:t>
      </w:r>
      <w:r>
        <w:t xml:space="preserve">Suyuti. </w:t>
      </w:r>
      <w:r w:rsidRPr="00EB3D61">
        <w:rPr>
          <w:rStyle w:val="libFootnotenumChar"/>
        </w:rPr>
        <w:t>19</w:t>
      </w:r>
    </w:p>
    <w:p w:rsidR="00D442CD" w:rsidRDefault="00D442CD" w:rsidP="00941CD7">
      <w:pPr>
        <w:pStyle w:val="Heading2Center"/>
      </w:pPr>
      <w:bookmarkStart w:id="225" w:name="_Toc484431649"/>
      <w:r>
        <w:t>197. ‘Abd Allah ibn Ahmad ibn Hammuyah al</w:t>
      </w:r>
      <w:r w:rsidR="008E1963">
        <w:t>-</w:t>
      </w:r>
      <w:r>
        <w:t>Hamawi al</w:t>
      </w:r>
      <w:r w:rsidR="008E1963">
        <w:t>-</w:t>
      </w:r>
      <w:r>
        <w:t>Sarakhsi (d. 381/991).</w:t>
      </w:r>
      <w:bookmarkEnd w:id="225"/>
    </w:p>
    <w:p w:rsidR="000D3C43" w:rsidRDefault="00D442CD" w:rsidP="00D442CD">
      <w:pPr>
        <w:pStyle w:val="libNormal"/>
      </w:pPr>
      <w:r>
        <w:t>In Ibn ‘Asakir, Mu’jam shuyukhih, MS. F. 205.</w:t>
      </w:r>
    </w:p>
    <w:p w:rsidR="00D442CD" w:rsidRDefault="00D442CD" w:rsidP="00941CD7">
      <w:pPr>
        <w:pStyle w:val="Heading2Center"/>
      </w:pPr>
      <w:bookmarkStart w:id="226" w:name="_Toc484431650"/>
      <w:r>
        <w:t>198. Abu al</w:t>
      </w:r>
      <w:r w:rsidR="008E1963">
        <w:t>-</w:t>
      </w:r>
      <w:r>
        <w:t>Hasan ‘Ali ibn ‘Umar ibn Ahmad al</w:t>
      </w:r>
      <w:r w:rsidR="008E1963">
        <w:t>-</w:t>
      </w:r>
      <w:r>
        <w:t>Darqutni (d. 385/ 995).</w:t>
      </w:r>
      <w:bookmarkEnd w:id="226"/>
    </w:p>
    <w:p w:rsidR="000D3C43" w:rsidRDefault="00D442CD" w:rsidP="00D442CD">
      <w:pPr>
        <w:pStyle w:val="libNormal"/>
      </w:pPr>
      <w:r>
        <w:t>In Ibn Ba Kathir al</w:t>
      </w:r>
      <w:r w:rsidR="008E1963">
        <w:t>-</w:t>
      </w:r>
      <w:r>
        <w:t>Makki (wasilat al</w:t>
      </w:r>
      <w:r w:rsidR="008E1963">
        <w:t>-</w:t>
      </w:r>
      <w:r>
        <w:t xml:space="preserve">ma'al, MS.) from him from Umm Salamah. A leading scholar and traditionist (imam) of his era, legist and expert on rijal. </w:t>
      </w:r>
      <w:r w:rsidRPr="00EB3D61">
        <w:rPr>
          <w:rStyle w:val="libFootnotenumChar"/>
        </w:rPr>
        <w:t>20</w:t>
      </w:r>
    </w:p>
    <w:p w:rsidR="00D442CD" w:rsidRDefault="00D442CD" w:rsidP="00941CD7">
      <w:pPr>
        <w:pStyle w:val="Heading2Center"/>
      </w:pPr>
      <w:bookmarkStart w:id="227" w:name="_Toc484431651"/>
      <w:r>
        <w:t>199. Al</w:t>
      </w:r>
      <w:r w:rsidR="008E1963">
        <w:t>-</w:t>
      </w:r>
      <w:r>
        <w:t>Hafiz Abu al</w:t>
      </w:r>
      <w:r w:rsidR="008E1963">
        <w:t>-</w:t>
      </w:r>
      <w:r>
        <w:t>Hasan ‘Ali ibn ‘Umar ibn Shadhan al</w:t>
      </w:r>
      <w:r w:rsidR="008E1963">
        <w:t>-</w:t>
      </w:r>
      <w:r>
        <w:t>Sukkari (d. 386/996).</w:t>
      </w:r>
      <w:bookmarkEnd w:id="227"/>
    </w:p>
    <w:p w:rsidR="000D3C43" w:rsidRDefault="00D442CD" w:rsidP="00D442CD">
      <w:pPr>
        <w:pStyle w:val="libNormal"/>
      </w:pPr>
      <w:r>
        <w:t>In Ibn ‘Asakir (Ta'rikh Dimashq, ii, 45). Tawthiq by al</w:t>
      </w:r>
      <w:r w:rsidR="008E1963">
        <w:t>-</w:t>
      </w:r>
      <w:r>
        <w:t>Atiqi and al</w:t>
      </w:r>
      <w:r w:rsidR="008E1963">
        <w:t>-</w:t>
      </w:r>
      <w:r>
        <w:t xml:space="preserve">Khatib. </w:t>
      </w:r>
      <w:r w:rsidRPr="00EB3D61">
        <w:rPr>
          <w:rStyle w:val="libFootnotenumChar"/>
        </w:rPr>
        <w:t>21</w:t>
      </w:r>
    </w:p>
    <w:p w:rsidR="00D442CD" w:rsidRDefault="00D442CD" w:rsidP="00941CD7">
      <w:pPr>
        <w:pStyle w:val="Heading2Center"/>
      </w:pPr>
      <w:bookmarkStart w:id="228" w:name="_Toc484431652"/>
      <w:r>
        <w:lastRenderedPageBreak/>
        <w:t>200. Abu Tahir Muhammad ibn ‘Abd al</w:t>
      </w:r>
      <w:r w:rsidR="008E1963">
        <w:t>-</w:t>
      </w:r>
      <w:r>
        <w:t>Rahman al</w:t>
      </w:r>
      <w:r w:rsidR="008E1963">
        <w:t>-</w:t>
      </w:r>
      <w:r>
        <w:t>Mukhallis al</w:t>
      </w:r>
      <w:r w:rsidR="008E1963">
        <w:t>-</w:t>
      </w:r>
      <w:r>
        <w:t>Dhahabi (d. 393/1002).</w:t>
      </w:r>
      <w:bookmarkEnd w:id="228"/>
    </w:p>
    <w:p w:rsidR="000D3C43" w:rsidRDefault="00D442CD" w:rsidP="00D442CD">
      <w:pPr>
        <w:pStyle w:val="libNormal"/>
      </w:pPr>
      <w:r>
        <w:t>In al</w:t>
      </w:r>
      <w:r w:rsidR="008E1963">
        <w:t>-</w:t>
      </w:r>
      <w:r>
        <w:t>Hamawi (Fara'id al</w:t>
      </w:r>
      <w:r w:rsidR="008E1963">
        <w:t>-</w:t>
      </w:r>
      <w:r>
        <w:t>simtayn, li, 272) from him, from Abu Sa’id al</w:t>
      </w:r>
      <w:r w:rsidR="008E1963">
        <w:t>-</w:t>
      </w:r>
      <w:r>
        <w:t>Khudri. Tawthiq by al</w:t>
      </w:r>
      <w:r w:rsidR="008E1963">
        <w:t>-</w:t>
      </w:r>
      <w:r>
        <w:t xml:space="preserve">Sam’ani. </w:t>
      </w:r>
      <w:r w:rsidRPr="00EB3D61">
        <w:rPr>
          <w:rStyle w:val="libFootnotenumChar"/>
        </w:rPr>
        <w:t>22</w:t>
      </w:r>
    </w:p>
    <w:p w:rsidR="00D442CD" w:rsidRDefault="00D442CD" w:rsidP="00941CD7">
      <w:pPr>
        <w:pStyle w:val="Heading2Center"/>
      </w:pPr>
      <w:bookmarkStart w:id="229" w:name="_Toc484431653"/>
      <w:r>
        <w:t>201. Abu Muhammad Sulayman ibn Dawud al</w:t>
      </w:r>
      <w:r w:rsidR="008E1963">
        <w:t>-</w:t>
      </w:r>
      <w:r>
        <w:t>Baghdadi</w:t>
      </w:r>
      <w:bookmarkEnd w:id="229"/>
    </w:p>
    <w:p w:rsidR="000D3C43" w:rsidRDefault="00D442CD" w:rsidP="00D442CD">
      <w:pPr>
        <w:pStyle w:val="libNormal"/>
      </w:pPr>
      <w:r>
        <w:t>In Manaqib Ahlul Bayt, MS.</w:t>
      </w:r>
    </w:p>
    <w:p w:rsidR="00D442CD" w:rsidRDefault="00D442CD" w:rsidP="00D442CD">
      <w:pPr>
        <w:pStyle w:val="Heading2Center"/>
      </w:pPr>
      <w:bookmarkStart w:id="230" w:name="_Toc484431654"/>
      <w:r>
        <w:t>Notes</w:t>
      </w:r>
      <w:bookmarkEnd w:id="230"/>
    </w:p>
    <w:p w:rsidR="00D442CD" w:rsidRDefault="00D442CD" w:rsidP="00D442CD">
      <w:pPr>
        <w:pStyle w:val="libFootnote"/>
      </w:pPr>
      <w:r>
        <w:t>1. Al</w:t>
      </w:r>
      <w:r w:rsidR="008E1963">
        <w:t>-</w:t>
      </w:r>
      <w:r>
        <w:t>Ibar, i, 355</w:t>
      </w:r>
    </w:p>
    <w:p w:rsidR="00D442CD" w:rsidRDefault="00D442CD" w:rsidP="00D442CD">
      <w:pPr>
        <w:pStyle w:val="libFootnote"/>
      </w:pPr>
      <w:r>
        <w:t>2. Tadhkirat al</w:t>
      </w:r>
      <w:r w:rsidR="008E1963">
        <w:t>-</w:t>
      </w:r>
      <w:r>
        <w:t>huffaz, 709.</w:t>
      </w:r>
    </w:p>
    <w:p w:rsidR="00D442CD" w:rsidRDefault="00D442CD" w:rsidP="00D442CD">
      <w:pPr>
        <w:pStyle w:val="libFootnote"/>
      </w:pPr>
      <w:r>
        <w:t>3. Ibid, ii, 707; at al</w:t>
      </w:r>
      <w:r w:rsidR="008E1963">
        <w:t>-</w:t>
      </w:r>
      <w:r>
        <w:t>Ibar, ii, 124; Wafayat al</w:t>
      </w:r>
      <w:r w:rsidR="008E1963">
        <w:t>-</w:t>
      </w:r>
      <w:r>
        <w:t>a`yan, vii, 241; Mir'at al</w:t>
      </w:r>
      <w:r w:rsidR="008E1963">
        <w:t>-</w:t>
      </w:r>
      <w:r>
        <w:t>jinan, ii, 243; Tabaqat al</w:t>
      </w:r>
      <w:r w:rsidR="008E1963">
        <w:t>-</w:t>
      </w:r>
      <w:r>
        <w:t>huffaz, 306.</w:t>
      </w:r>
    </w:p>
    <w:p w:rsidR="00D442CD" w:rsidRDefault="00D442CD" w:rsidP="00D442CD">
      <w:pPr>
        <w:pStyle w:val="libFootnote"/>
      </w:pPr>
      <w:r>
        <w:t>4. Ta'rikh Baghdad, xii, 152.</w:t>
      </w:r>
    </w:p>
    <w:p w:rsidR="00D442CD" w:rsidRDefault="00D442CD" w:rsidP="00D442CD">
      <w:pPr>
        <w:pStyle w:val="libFootnote"/>
      </w:pPr>
      <w:r>
        <w:t>5. Tadhkirat al</w:t>
      </w:r>
      <w:r w:rsidR="008E1963">
        <w:t>-</w:t>
      </w:r>
      <w:r>
        <w:t>huffaz, ii, 732.</w:t>
      </w:r>
    </w:p>
    <w:p w:rsidR="00D442CD" w:rsidRDefault="00D442CD" w:rsidP="00D442CD">
      <w:pPr>
        <w:pStyle w:val="libFootnote"/>
      </w:pPr>
      <w:r>
        <w:t>6. Wafayat al</w:t>
      </w:r>
      <w:r w:rsidR="008E1963">
        <w:t>-</w:t>
      </w:r>
      <w:r>
        <w:t>a`yan, v, 436.</w:t>
      </w:r>
    </w:p>
    <w:p w:rsidR="00D442CD" w:rsidRDefault="00D442CD" w:rsidP="00D442CD">
      <w:pPr>
        <w:pStyle w:val="libFootnote"/>
      </w:pPr>
      <w:r>
        <w:t>7. Ta'rikh Baghdad, ix, 464.</w:t>
      </w:r>
    </w:p>
    <w:p w:rsidR="00D442CD" w:rsidRDefault="00D442CD" w:rsidP="00D442CD">
      <w:pPr>
        <w:pStyle w:val="libFootnote"/>
      </w:pPr>
      <w:r>
        <w:t>8. Tadhkirat al</w:t>
      </w:r>
      <w:r w:rsidR="008E1963">
        <w:t>-</w:t>
      </w:r>
      <w:r>
        <w:t>huffaz, 808.</w:t>
      </w:r>
    </w:p>
    <w:p w:rsidR="00D442CD" w:rsidRDefault="00D442CD" w:rsidP="00D442CD">
      <w:pPr>
        <w:pStyle w:val="libFootnote"/>
      </w:pPr>
      <w:r>
        <w:t>9. Ibid., 833.</w:t>
      </w:r>
    </w:p>
    <w:p w:rsidR="00D442CD" w:rsidRDefault="00D442CD" w:rsidP="00D442CD">
      <w:pPr>
        <w:pStyle w:val="libFootnote"/>
      </w:pPr>
      <w:r>
        <w:t>10. Al</w:t>
      </w:r>
      <w:r w:rsidR="008E1963">
        <w:t>-</w:t>
      </w:r>
      <w:r>
        <w:t>Ansab, under 'aI­'Anbari'; Wafayat al</w:t>
      </w:r>
      <w:r w:rsidR="008E1963">
        <w:t>-</w:t>
      </w:r>
      <w:r>
        <w:t>a`yan.</w:t>
      </w:r>
    </w:p>
    <w:p w:rsidR="00D442CD" w:rsidRDefault="00D442CD" w:rsidP="00D442CD">
      <w:pPr>
        <w:pStyle w:val="libFootnote"/>
      </w:pPr>
      <w:r>
        <w:t>11. Tadhkirat al</w:t>
      </w:r>
      <w:r w:rsidR="008E1963">
        <w:t>-</w:t>
      </w:r>
      <w:r>
        <w:t>huffaz, iii, 824.</w:t>
      </w:r>
    </w:p>
    <w:p w:rsidR="00D442CD" w:rsidRDefault="00D442CD" w:rsidP="00D442CD">
      <w:pPr>
        <w:pStyle w:val="libFootnote"/>
      </w:pPr>
      <w:r>
        <w:t>12. Al</w:t>
      </w:r>
      <w:r w:rsidR="008E1963">
        <w:t>-</w:t>
      </w:r>
      <w:r>
        <w:t>`Ibar, iii, 259.</w:t>
      </w:r>
    </w:p>
    <w:p w:rsidR="00D442CD" w:rsidRDefault="00D442CD" w:rsidP="00D442CD">
      <w:pPr>
        <w:pStyle w:val="libFootnote"/>
      </w:pPr>
      <w:r>
        <w:t>13. Akhbar Isfahan, ii, 80.</w:t>
      </w:r>
    </w:p>
    <w:p w:rsidR="00D442CD" w:rsidRDefault="00D442CD" w:rsidP="00D442CD">
      <w:pPr>
        <w:pStyle w:val="libFootnote"/>
      </w:pPr>
      <w:r>
        <w:t>14. Al</w:t>
      </w:r>
      <w:r w:rsidR="008E1963">
        <w:t>-</w:t>
      </w:r>
      <w:r>
        <w:t>`Ibar, ii, 293.</w:t>
      </w:r>
    </w:p>
    <w:p w:rsidR="00D442CD" w:rsidRDefault="00D442CD" w:rsidP="00D442CD">
      <w:pPr>
        <w:pStyle w:val="libFootnote"/>
      </w:pPr>
      <w:r>
        <w:t>15. Al</w:t>
      </w:r>
      <w:r w:rsidR="008E1963">
        <w:t>-</w:t>
      </w:r>
      <w:r>
        <w:t>Ansab, under 'al</w:t>
      </w:r>
      <w:r w:rsidR="008E1963">
        <w:t>-</w:t>
      </w:r>
      <w:r>
        <w:t>­Qati`i'.</w:t>
      </w:r>
    </w:p>
    <w:p w:rsidR="00D442CD" w:rsidRDefault="00D442CD" w:rsidP="00D442CD">
      <w:pPr>
        <w:pStyle w:val="libFootnote"/>
      </w:pPr>
      <w:r>
        <w:t>16. Akhbar Isfahan, ii, 90; al</w:t>
      </w:r>
      <w:r w:rsidR="008E1963">
        <w:t>-</w:t>
      </w:r>
      <w:r>
        <w:t>Lubab, i, 404; Tadhkirat al</w:t>
      </w:r>
      <w:r w:rsidR="008E1963">
        <w:t>-</w:t>
      </w:r>
      <w:r>
        <w:t>huffaz, 945; Shadharat al</w:t>
      </w:r>
      <w:r w:rsidR="008E1963">
        <w:t>-</w:t>
      </w:r>
      <w:r>
        <w:t>dhahab, iii, 69; al</w:t>
      </w:r>
      <w:r w:rsidR="008E1963">
        <w:t>-</w:t>
      </w:r>
      <w:r>
        <w:t>`Ibar, ii, 351.</w:t>
      </w:r>
    </w:p>
    <w:p w:rsidR="00D442CD" w:rsidRDefault="00D442CD" w:rsidP="00D442CD">
      <w:pPr>
        <w:pStyle w:val="libFootnote"/>
      </w:pPr>
      <w:r>
        <w:t>17. Wafayat al</w:t>
      </w:r>
      <w:r w:rsidR="008E1963">
        <w:t>-</w:t>
      </w:r>
      <w:r>
        <w:t>a`yan; iii, 458.</w:t>
      </w:r>
    </w:p>
    <w:p w:rsidR="00D442CD" w:rsidRDefault="00D442CD" w:rsidP="00D442CD">
      <w:pPr>
        <w:pStyle w:val="libFootnote"/>
      </w:pPr>
      <w:r>
        <w:t>18. Ta'rikh Baghdad, i, 282.</w:t>
      </w:r>
    </w:p>
    <w:p w:rsidR="00D442CD" w:rsidRDefault="00D442CD" w:rsidP="00D442CD">
      <w:pPr>
        <w:pStyle w:val="libFootnote"/>
      </w:pPr>
      <w:r>
        <w:t>19. Tadhkirat al</w:t>
      </w:r>
      <w:r w:rsidR="008E1963">
        <w:t>-</w:t>
      </w:r>
      <w:r>
        <w:t>huffaz, iii, 980; al</w:t>
      </w:r>
      <w:r w:rsidR="008E1963">
        <w:t>-</w:t>
      </w:r>
      <w:r>
        <w:t>­Wafi bi al</w:t>
      </w:r>
      <w:r w:rsidR="008E1963">
        <w:t>-</w:t>
      </w:r>
      <w:r>
        <w:t>­Wafayat, v, 34; Tabaqat al</w:t>
      </w:r>
      <w:r w:rsidR="008E1963">
        <w:t>-</w:t>
      </w:r>
      <w:r>
        <w:t>huffaz, 389.</w:t>
      </w:r>
    </w:p>
    <w:p w:rsidR="00D442CD" w:rsidRDefault="00D442CD" w:rsidP="00D442CD">
      <w:pPr>
        <w:pStyle w:val="libFootnote"/>
      </w:pPr>
      <w:r>
        <w:t>20. Al</w:t>
      </w:r>
      <w:r w:rsidR="008E1963">
        <w:t>-</w:t>
      </w:r>
      <w:r>
        <w:t>Ibar, iii, 28; al</w:t>
      </w:r>
      <w:r w:rsidR="008E1963">
        <w:t>-</w:t>
      </w:r>
      <w:r>
        <w:t>Asadi, Tabaqat al</w:t>
      </w:r>
      <w:r w:rsidR="008E1963">
        <w:t>-</w:t>
      </w:r>
      <w:r>
        <w:t>Shafi`iyyah, MS; al</w:t>
      </w:r>
      <w:r w:rsidR="008E1963">
        <w:t>-</w:t>
      </w:r>
      <w:r>
        <w:t>Qannawji, al</w:t>
      </w:r>
      <w:r w:rsidR="008E1963">
        <w:t>-</w:t>
      </w:r>
      <w:r>
        <w:t>­Taj al</w:t>
      </w:r>
      <w:r w:rsidR="008E1963">
        <w:t>-</w:t>
      </w:r>
      <w:r>
        <w:t>mukallal, 82.</w:t>
      </w:r>
    </w:p>
    <w:p w:rsidR="00D442CD" w:rsidRDefault="00D442CD" w:rsidP="00D442CD">
      <w:pPr>
        <w:pStyle w:val="libFootnote"/>
      </w:pPr>
      <w:r>
        <w:t>21. Ta'rikh Baghdad, xii, 40.</w:t>
      </w:r>
    </w:p>
    <w:p w:rsidR="00D442CD" w:rsidRDefault="00D442CD" w:rsidP="00D442CD">
      <w:pPr>
        <w:pStyle w:val="libFootnote"/>
      </w:pPr>
      <w:r>
        <w:t>22. Al</w:t>
      </w:r>
      <w:r w:rsidR="008E1963">
        <w:t>-</w:t>
      </w:r>
      <w:r>
        <w:t>Ansab, under 'al</w:t>
      </w:r>
      <w:r w:rsidR="008E1963">
        <w:t>-</w:t>
      </w:r>
      <w:r>
        <w:t>­Makhallas'.</w:t>
      </w:r>
    </w:p>
    <w:p w:rsidR="00D442CD" w:rsidRDefault="00D442CD" w:rsidP="000D3C43">
      <w:pPr>
        <w:pStyle w:val="libNormal"/>
      </w:pPr>
      <w:r>
        <w:br w:type="page"/>
      </w:r>
    </w:p>
    <w:p w:rsidR="00D442CD" w:rsidRDefault="00D442CD" w:rsidP="000D3C43">
      <w:pPr>
        <w:pStyle w:val="Heading1Center"/>
      </w:pPr>
      <w:bookmarkStart w:id="231" w:name="_Toc484431655"/>
      <w:r>
        <w:lastRenderedPageBreak/>
        <w:t>Narrators of Hadith al</w:t>
      </w:r>
      <w:r w:rsidR="008E1963">
        <w:t>-</w:t>
      </w:r>
      <w:r>
        <w:t>Thaqalayn of Fifth</w:t>
      </w:r>
      <w:r w:rsidR="008E1963">
        <w:t>-</w:t>
      </w:r>
      <w:r>
        <w:t>Eleventh Century</w:t>
      </w:r>
      <w:bookmarkEnd w:id="231"/>
    </w:p>
    <w:p w:rsidR="00D442CD" w:rsidRDefault="00D442CD" w:rsidP="00941CD7">
      <w:pPr>
        <w:pStyle w:val="Heading2Center"/>
      </w:pPr>
      <w:bookmarkStart w:id="232" w:name="_Toc484431656"/>
      <w:r>
        <w:t>202. Abu ‘Ubayd Ahmad ibn Muhammad al</w:t>
      </w:r>
      <w:r w:rsidR="008E1963">
        <w:t>-</w:t>
      </w:r>
      <w:r>
        <w:t>Harawi (d. 401/1010).</w:t>
      </w:r>
      <w:bookmarkEnd w:id="232"/>
    </w:p>
    <w:p w:rsidR="000D3C43" w:rsidRDefault="00D442CD" w:rsidP="00D442CD">
      <w:pPr>
        <w:pStyle w:val="libNormal"/>
      </w:pPr>
      <w:r>
        <w:t>In his Kitab al</w:t>
      </w:r>
      <w:r w:rsidR="008E1963">
        <w:t>-</w:t>
      </w:r>
      <w:r>
        <w:t>gharibayn, under "thaql". A leading scholar and philologist.</w:t>
      </w:r>
    </w:p>
    <w:p w:rsidR="00D442CD" w:rsidRDefault="00D442CD" w:rsidP="00941CD7">
      <w:pPr>
        <w:pStyle w:val="Heading2Center"/>
      </w:pPr>
      <w:bookmarkStart w:id="233" w:name="_Toc484431657"/>
      <w:r>
        <w:t>203. Abu ‘Abd Allah Muhammad ibn ‘Abd Allah al</w:t>
      </w:r>
      <w:r w:rsidR="008E1963">
        <w:t>-</w:t>
      </w:r>
      <w:r>
        <w:t>Hakim al</w:t>
      </w:r>
      <w:r w:rsidR="008E1963">
        <w:t>-</w:t>
      </w:r>
      <w:r>
        <w:t>Nishaburi (d. 405/1014).</w:t>
      </w:r>
      <w:bookmarkEnd w:id="233"/>
    </w:p>
    <w:p w:rsidR="000D3C43" w:rsidRDefault="00D442CD" w:rsidP="00D442CD">
      <w:pPr>
        <w:pStyle w:val="libNormal"/>
      </w:pPr>
      <w:r>
        <w:t xml:space="preserve">In his Mustadrak (iii, 109, 174) through a sahih chain of transmission from Zayd ibn Arqam. There he also narrates it through another chain. He was the leading traditionist of his age (imam al­muhiddithin). </w:t>
      </w:r>
      <w:r w:rsidRPr="007F1F07">
        <w:rPr>
          <w:rStyle w:val="libFootnotenumChar"/>
        </w:rPr>
        <w:t>1</w:t>
      </w:r>
    </w:p>
    <w:p w:rsidR="00D442CD" w:rsidRDefault="00D442CD" w:rsidP="00941CD7">
      <w:pPr>
        <w:pStyle w:val="Heading2Center"/>
      </w:pPr>
      <w:bookmarkStart w:id="234" w:name="_Toc484431658"/>
      <w:r>
        <w:t>204. Abu Sa’d al</w:t>
      </w:r>
      <w:r w:rsidR="008E1963">
        <w:t>-</w:t>
      </w:r>
      <w:r>
        <w:t>Malik ibn Muhammad al</w:t>
      </w:r>
      <w:r w:rsidR="008E1963">
        <w:t>-</w:t>
      </w:r>
      <w:r>
        <w:t>Wa’iz al</w:t>
      </w:r>
      <w:r w:rsidR="008E1963">
        <w:t>-</w:t>
      </w:r>
      <w:r>
        <w:t>Nishaburi al</w:t>
      </w:r>
      <w:r w:rsidR="008E1963">
        <w:t>-</w:t>
      </w:r>
      <w:r>
        <w:t>Kharkushi (d. 406/1015).</w:t>
      </w:r>
      <w:bookmarkEnd w:id="234"/>
    </w:p>
    <w:p w:rsidR="000D3C43" w:rsidRDefault="00D442CD" w:rsidP="00D442CD">
      <w:pPr>
        <w:pStyle w:val="libNormal"/>
      </w:pPr>
      <w:r>
        <w:t>In his book Sharaf al</w:t>
      </w:r>
      <w:r w:rsidR="008E1963">
        <w:t>-</w:t>
      </w:r>
      <w:r>
        <w:t>nubuwwah, as mentioned in Shihab al</w:t>
      </w:r>
      <w:r w:rsidR="008E1963">
        <w:t>-</w:t>
      </w:r>
      <w:r>
        <w:t>Din al</w:t>
      </w:r>
      <w:r w:rsidR="008E1963">
        <w:t>-</w:t>
      </w:r>
      <w:r>
        <w:t>Dawlatabadi (Manaqib al</w:t>
      </w:r>
      <w:r w:rsidR="008E1963">
        <w:t>-</w:t>
      </w:r>
      <w:r>
        <w:t xml:space="preserve">sadat). One of the leading scholars. </w:t>
      </w:r>
      <w:r w:rsidRPr="007F1F07">
        <w:rPr>
          <w:rStyle w:val="libFootnotenumChar"/>
        </w:rPr>
        <w:t>2</w:t>
      </w:r>
    </w:p>
    <w:p w:rsidR="00D442CD" w:rsidRDefault="00D442CD" w:rsidP="00941CD7">
      <w:pPr>
        <w:pStyle w:val="Heading2Center"/>
      </w:pPr>
      <w:bookmarkStart w:id="235" w:name="_Toc484431659"/>
      <w:r>
        <w:t>205. Yahya ibn Ibrahim Abu Zakariyya al</w:t>
      </w:r>
      <w:r w:rsidR="008E1963">
        <w:t>-</w:t>
      </w:r>
      <w:r>
        <w:t>Muzakki al</w:t>
      </w:r>
      <w:r w:rsidR="008E1963">
        <w:t>-</w:t>
      </w:r>
      <w:r>
        <w:t>Nishabari (d. 414/1023).</w:t>
      </w:r>
      <w:bookmarkEnd w:id="235"/>
    </w:p>
    <w:p w:rsidR="000D3C43" w:rsidRDefault="00D442CD" w:rsidP="00D442CD">
      <w:pPr>
        <w:pStyle w:val="libNormal"/>
      </w:pPr>
      <w:r>
        <w:t>In al</w:t>
      </w:r>
      <w:r w:rsidR="008E1963">
        <w:t>-</w:t>
      </w:r>
      <w:r>
        <w:t>Bayhaqi (Sunan, vii, 30) from him, from Zayd ibn Arqam. Ta’dil by al</w:t>
      </w:r>
      <w:r w:rsidR="008E1963">
        <w:t>-</w:t>
      </w:r>
      <w:r>
        <w:t xml:space="preserve">Dhahabi. </w:t>
      </w:r>
      <w:r w:rsidRPr="007F1F07">
        <w:rPr>
          <w:rStyle w:val="libFootnotenumChar"/>
        </w:rPr>
        <w:t>3</w:t>
      </w:r>
    </w:p>
    <w:p w:rsidR="00D442CD" w:rsidRDefault="00D442CD" w:rsidP="00941CD7">
      <w:pPr>
        <w:pStyle w:val="Heading2Center"/>
      </w:pPr>
      <w:bookmarkStart w:id="236" w:name="_Toc484431660"/>
      <w:r>
        <w:t>206. Al</w:t>
      </w:r>
      <w:r w:rsidR="008E1963">
        <w:t>-</w:t>
      </w:r>
      <w:r>
        <w:t>Qadi ‘Abd al</w:t>
      </w:r>
      <w:r w:rsidR="008E1963">
        <w:t>-</w:t>
      </w:r>
      <w:r>
        <w:t>Jabbar ibn Ahmad al</w:t>
      </w:r>
      <w:r w:rsidR="008E1963">
        <w:t>-</w:t>
      </w:r>
      <w:r>
        <w:t>Mu’tazili (d. 414/1023).</w:t>
      </w:r>
      <w:bookmarkEnd w:id="236"/>
    </w:p>
    <w:p w:rsidR="000D3C43" w:rsidRDefault="00D442CD" w:rsidP="00D442CD">
      <w:pPr>
        <w:pStyle w:val="libNormal"/>
      </w:pPr>
      <w:r>
        <w:t>In his al</w:t>
      </w:r>
      <w:r w:rsidR="008E1963">
        <w:t>-</w:t>
      </w:r>
      <w:r>
        <w:t>Mughni (xx, 191, 136). An eminent scholar and Shafi’i legist.</w:t>
      </w:r>
    </w:p>
    <w:p w:rsidR="00D442CD" w:rsidRDefault="00D442CD" w:rsidP="00941CD7">
      <w:pPr>
        <w:pStyle w:val="Heading2Center"/>
      </w:pPr>
      <w:bookmarkStart w:id="237" w:name="_Toc484431661"/>
      <w:r>
        <w:t>207. Abu al</w:t>
      </w:r>
      <w:r w:rsidR="008E1963">
        <w:t>-</w:t>
      </w:r>
      <w:r>
        <w:t>Faraj Muhammad ibn ‘Abd Allah ibn Ahmad ibn Shahriyar al</w:t>
      </w:r>
      <w:r w:rsidR="008E1963">
        <w:t>-</w:t>
      </w:r>
      <w:r>
        <w:t>Isfahani.</w:t>
      </w:r>
      <w:bookmarkEnd w:id="237"/>
    </w:p>
    <w:p w:rsidR="000D3C43" w:rsidRDefault="00D442CD" w:rsidP="00D442CD">
      <w:pPr>
        <w:pStyle w:val="libNormal"/>
      </w:pPr>
      <w:r>
        <w:t>In al</w:t>
      </w:r>
      <w:r w:rsidR="008E1963">
        <w:t>-</w:t>
      </w:r>
      <w:r>
        <w:t>Khatib al</w:t>
      </w:r>
      <w:r w:rsidR="008E1963">
        <w:t>-</w:t>
      </w:r>
      <w:r>
        <w:t>Baghdadi (Talkhis al</w:t>
      </w:r>
      <w:r w:rsidR="008E1963">
        <w:t>-</w:t>
      </w:r>
      <w:r>
        <w:t>mutashabih fi al</w:t>
      </w:r>
      <w:r w:rsidR="008E1963">
        <w:t>-</w:t>
      </w:r>
      <w:r>
        <w:t>rasm, MS. in Dar al</w:t>
      </w:r>
      <w:r w:rsidR="008E1963">
        <w:t>-</w:t>
      </w:r>
      <w:r>
        <w:t>Kutub al</w:t>
      </w:r>
      <w:r w:rsidR="008E1963">
        <w:t>-</w:t>
      </w:r>
      <w:r>
        <w:t>Zahiriyyah, F. 30) from him, from al</w:t>
      </w:r>
      <w:r w:rsidR="008E1963">
        <w:t>-</w:t>
      </w:r>
      <w:r>
        <w:t>Tabarani, from Abu Sa’id al</w:t>
      </w:r>
      <w:r w:rsidR="008E1963">
        <w:t>-</w:t>
      </w:r>
      <w:r>
        <w:t>Khudri. One of the eminent scholars of the 5th/11th century and al</w:t>
      </w:r>
      <w:r w:rsidR="008E1963">
        <w:t>-</w:t>
      </w:r>
      <w:r>
        <w:t>Khatib's teacher.</w:t>
      </w:r>
    </w:p>
    <w:p w:rsidR="00D442CD" w:rsidRDefault="00D442CD" w:rsidP="00941CD7">
      <w:pPr>
        <w:pStyle w:val="Heading2Center"/>
      </w:pPr>
      <w:bookmarkStart w:id="238" w:name="_Toc484431662"/>
      <w:r>
        <w:t>208. Abu Ishaq Ahmad ibn Muhammad ibn Ibrahim al</w:t>
      </w:r>
      <w:r w:rsidR="008E1963">
        <w:t>-</w:t>
      </w:r>
      <w:r>
        <w:t>Tha’labi (d. 427/1036).</w:t>
      </w:r>
      <w:bookmarkEnd w:id="238"/>
    </w:p>
    <w:p w:rsidR="000D3C43" w:rsidRDefault="00D442CD" w:rsidP="00D442CD">
      <w:pPr>
        <w:pStyle w:val="libNormal"/>
      </w:pPr>
      <w:r>
        <w:t>In his tafsir (al</w:t>
      </w:r>
      <w:r w:rsidR="008E1963">
        <w:t>-</w:t>
      </w:r>
      <w:r>
        <w:t>Kashf wa al</w:t>
      </w:r>
      <w:r w:rsidR="008E1963">
        <w:t>-</w:t>
      </w:r>
      <w:r>
        <w:t xml:space="preserve">bayan, MS.). One of the leading scholars of the Qur'an, a legist, grammarian, philologist and writer. </w:t>
      </w:r>
      <w:r w:rsidRPr="007F1F07">
        <w:rPr>
          <w:rStyle w:val="libFootnotenumChar"/>
        </w:rPr>
        <w:t>4</w:t>
      </w:r>
    </w:p>
    <w:p w:rsidR="00D442CD" w:rsidRDefault="00D442CD" w:rsidP="00941CD7">
      <w:pPr>
        <w:pStyle w:val="Heading2Center"/>
      </w:pPr>
      <w:bookmarkStart w:id="239" w:name="_Toc484431663"/>
      <w:r>
        <w:t>209. Abu Nu’aym Ahmad ibn ‘Abd Allah al</w:t>
      </w:r>
      <w:r w:rsidR="008E1963">
        <w:t>-</w:t>
      </w:r>
      <w:r>
        <w:t>Isfahani (d. 430/ 1038).</w:t>
      </w:r>
      <w:bookmarkEnd w:id="239"/>
    </w:p>
    <w:p w:rsidR="000D3C43" w:rsidRDefault="00D442CD" w:rsidP="00D442CD">
      <w:pPr>
        <w:pStyle w:val="libNormal"/>
      </w:pPr>
      <w:r>
        <w:t>In his Manqabat al</w:t>
      </w:r>
      <w:r w:rsidR="008E1963">
        <w:t>-</w:t>
      </w:r>
      <w:r>
        <w:t>Mutahharin, with several chains and in different wordings from Abu Sa’id, Zayd ibn Arqam, Anas ibn Malik, al</w:t>
      </w:r>
      <w:r w:rsidR="008E1963">
        <w:t>-</w:t>
      </w:r>
      <w:r>
        <w:t>Bara' ibn ‘Azib and Jubayr ibn Mut’am. Also in his Hilyat al</w:t>
      </w:r>
      <w:r w:rsidR="008E1963">
        <w:t>-</w:t>
      </w:r>
      <w:r>
        <w:t>awliya', as mentioned by al</w:t>
      </w:r>
      <w:r w:rsidR="008E1963">
        <w:t>-</w:t>
      </w:r>
      <w:r>
        <w:t>Samhudi (Jawahir al</w:t>
      </w:r>
      <w:r w:rsidR="008E1963">
        <w:t>-</w:t>
      </w:r>
      <w:r>
        <w:t xml:space="preserve">’iqdayn) from Hudhayfah ibn Usayd. One of the great traditionists. </w:t>
      </w:r>
      <w:r w:rsidRPr="007F1F07">
        <w:rPr>
          <w:rStyle w:val="libFootnotenumChar"/>
        </w:rPr>
        <w:t>5</w:t>
      </w:r>
    </w:p>
    <w:p w:rsidR="00D442CD" w:rsidRDefault="00D442CD" w:rsidP="00941CD7">
      <w:pPr>
        <w:pStyle w:val="Heading2Center"/>
      </w:pPr>
      <w:bookmarkStart w:id="240" w:name="_Toc484431664"/>
      <w:r>
        <w:t>210. Abu Nasr Muhammad ibn ‘Abd al</w:t>
      </w:r>
      <w:r w:rsidR="008E1963">
        <w:t>-</w:t>
      </w:r>
      <w:r>
        <w:t>Jabbar al</w:t>
      </w:r>
      <w:r w:rsidR="008E1963">
        <w:t>-</w:t>
      </w:r>
      <w:r>
        <w:t>’Utbi.</w:t>
      </w:r>
      <w:bookmarkEnd w:id="240"/>
    </w:p>
    <w:p w:rsidR="000D3C43" w:rsidRDefault="00D442CD" w:rsidP="00D442CD">
      <w:pPr>
        <w:pStyle w:val="libNormal"/>
      </w:pPr>
      <w:r>
        <w:t>In his al</w:t>
      </w:r>
      <w:r w:rsidR="008E1963">
        <w:t>-</w:t>
      </w:r>
      <w:r>
        <w:t>Ta'rikh al</w:t>
      </w:r>
      <w:r w:rsidR="008E1963">
        <w:t>-</w:t>
      </w:r>
      <w:r>
        <w:t>Yamini. An eminent historian and man of letters. 6</w:t>
      </w:r>
    </w:p>
    <w:p w:rsidR="00D442CD" w:rsidRDefault="00D442CD" w:rsidP="00941CD7">
      <w:pPr>
        <w:pStyle w:val="Heading2Center"/>
      </w:pPr>
      <w:bookmarkStart w:id="241" w:name="_Toc484431665"/>
      <w:r>
        <w:lastRenderedPageBreak/>
        <w:t>211. Abu Sa’d Muhammad ibn ‘Abd al</w:t>
      </w:r>
      <w:r w:rsidR="008E1963">
        <w:t>-</w:t>
      </w:r>
      <w:r>
        <w:t>Rahman al</w:t>
      </w:r>
      <w:r w:rsidR="008E1963">
        <w:t>-</w:t>
      </w:r>
      <w:r>
        <w:t>Ganjrudi (d. 453/1061).</w:t>
      </w:r>
      <w:bookmarkEnd w:id="241"/>
    </w:p>
    <w:p w:rsidR="000D3C43" w:rsidRDefault="00D442CD" w:rsidP="00D442CD">
      <w:pPr>
        <w:pStyle w:val="libNormal"/>
      </w:pPr>
      <w:r>
        <w:t>In Akhtab Khwarazm (Maqtal al</w:t>
      </w:r>
      <w:r w:rsidR="008E1963">
        <w:t>-</w:t>
      </w:r>
      <w:r>
        <w:t>Husayn ‘alayhi al</w:t>
      </w:r>
      <w:r w:rsidR="008E1963">
        <w:t>-</w:t>
      </w:r>
      <w:r>
        <w:t>salam, i, 104). Tawthiq by al</w:t>
      </w:r>
      <w:r w:rsidR="008E1963">
        <w:t>-</w:t>
      </w:r>
      <w:r>
        <w:t xml:space="preserve">Sam’ani. </w:t>
      </w:r>
      <w:r w:rsidRPr="007F1F07">
        <w:rPr>
          <w:rStyle w:val="libFootnotenumChar"/>
        </w:rPr>
        <w:t>7</w:t>
      </w:r>
    </w:p>
    <w:p w:rsidR="00D442CD" w:rsidRDefault="00D442CD" w:rsidP="00941CD7">
      <w:pPr>
        <w:pStyle w:val="Heading2Center"/>
      </w:pPr>
      <w:bookmarkStart w:id="242" w:name="_Toc484431666"/>
      <w:r>
        <w:t>212. Abu Bakr Ahmad ibn ‘Ubayd Allah ibn Khalaf.</w:t>
      </w:r>
      <w:bookmarkEnd w:id="242"/>
    </w:p>
    <w:p w:rsidR="000D3C43" w:rsidRDefault="00D442CD" w:rsidP="00D442CD">
      <w:pPr>
        <w:pStyle w:val="libNormal"/>
      </w:pPr>
      <w:r>
        <w:t>In Ibn al</w:t>
      </w:r>
      <w:r w:rsidR="008E1963">
        <w:t>-</w:t>
      </w:r>
      <w:r>
        <w:t>Asakir in the Mu’jam of his shuyukh (F. 11), from Ibn al</w:t>
      </w:r>
      <w:r w:rsidR="008E1963">
        <w:t>-</w:t>
      </w:r>
      <w:r>
        <w:t>’Iraqi, from him, from al</w:t>
      </w:r>
      <w:r w:rsidR="008E1963">
        <w:t>-</w:t>
      </w:r>
      <w:r>
        <w:t>Hakim al</w:t>
      </w:r>
      <w:r w:rsidR="008E1963">
        <w:t>-</w:t>
      </w:r>
      <w:r>
        <w:t>Nishaburi. One of the eminent scholars of 5th century.</w:t>
      </w:r>
    </w:p>
    <w:p w:rsidR="00D442CD" w:rsidRDefault="00D442CD" w:rsidP="00941CD7">
      <w:pPr>
        <w:pStyle w:val="Heading2Center"/>
      </w:pPr>
      <w:bookmarkStart w:id="243" w:name="_Toc484431667"/>
      <w:r>
        <w:t>213. Abu Bakr Ahmad ibn al</w:t>
      </w:r>
      <w:r w:rsidR="008E1963">
        <w:t>-</w:t>
      </w:r>
      <w:r>
        <w:t>Husayn ibn ‘Ali al</w:t>
      </w:r>
      <w:r w:rsidR="008E1963">
        <w:t>-</w:t>
      </w:r>
      <w:r>
        <w:t>Bayhaqi (d. 458/1066).</w:t>
      </w:r>
      <w:bookmarkEnd w:id="243"/>
    </w:p>
    <w:p w:rsidR="000D3C43" w:rsidRDefault="00D442CD" w:rsidP="00D442CD">
      <w:pPr>
        <w:pStyle w:val="libNormal"/>
      </w:pPr>
      <w:r>
        <w:t>In al</w:t>
      </w:r>
      <w:r w:rsidR="008E1963">
        <w:t>-</w:t>
      </w:r>
      <w:r>
        <w:t>Khwarazmi (al</w:t>
      </w:r>
      <w:r w:rsidR="008E1963">
        <w:t>-</w:t>
      </w:r>
      <w:r>
        <w:t xml:space="preserve">Manaqib, 93) from him. A leading traditionist, legist and writer. </w:t>
      </w:r>
      <w:r w:rsidRPr="007F1F07">
        <w:rPr>
          <w:rStyle w:val="libFootnotenumChar"/>
        </w:rPr>
        <w:t>8</w:t>
      </w:r>
    </w:p>
    <w:p w:rsidR="00D442CD" w:rsidRDefault="00D442CD" w:rsidP="00941CD7">
      <w:pPr>
        <w:pStyle w:val="Heading2Center"/>
      </w:pPr>
      <w:bookmarkStart w:id="244" w:name="_Toc484431668"/>
      <w:r>
        <w:t>214. Abu Ghalib Muhammad ibn Ahmad ibn Sahl al</w:t>
      </w:r>
      <w:r w:rsidR="008E1963">
        <w:t>-</w:t>
      </w:r>
      <w:r>
        <w:t>Nahwi, known as Ibn Bushran (d. 462/1069).</w:t>
      </w:r>
      <w:bookmarkEnd w:id="244"/>
    </w:p>
    <w:p w:rsidR="000D3C43" w:rsidRDefault="00D442CD" w:rsidP="00D442CD">
      <w:pPr>
        <w:pStyle w:val="libNormal"/>
      </w:pPr>
      <w:r>
        <w:t>In Ibn al</w:t>
      </w:r>
      <w:r w:rsidR="008E1963">
        <w:t>-</w:t>
      </w:r>
      <w:r>
        <w:t>Maghazili (al</w:t>
      </w:r>
      <w:r w:rsidR="008E1963">
        <w:t>-</w:t>
      </w:r>
      <w:r>
        <w:t>Manaqib) from him. A scholar of known standing.</w:t>
      </w:r>
    </w:p>
    <w:p w:rsidR="00D442CD" w:rsidRDefault="00D442CD" w:rsidP="00941CD7">
      <w:pPr>
        <w:pStyle w:val="Heading2Center"/>
      </w:pPr>
      <w:bookmarkStart w:id="245" w:name="_Toc484431669"/>
      <w:r>
        <w:t>215. Abu ‘Umar Yusuf ibn ‘Abd Allah al</w:t>
      </w:r>
      <w:r w:rsidR="008E1963">
        <w:t>-</w:t>
      </w:r>
      <w:r>
        <w:t>Namari al</w:t>
      </w:r>
      <w:r w:rsidR="008E1963">
        <w:t>-</w:t>
      </w:r>
      <w:r>
        <w:t>Qurtubi known as Ibn ‘Abd al</w:t>
      </w:r>
      <w:r w:rsidR="008E1963">
        <w:t>-</w:t>
      </w:r>
      <w:r>
        <w:t>Barr (d. 463/1071).</w:t>
      </w:r>
      <w:bookmarkEnd w:id="245"/>
    </w:p>
    <w:p w:rsidR="000D3C43" w:rsidRDefault="00D442CD" w:rsidP="00D442CD">
      <w:pPr>
        <w:pStyle w:val="libNormal"/>
      </w:pPr>
      <w:r>
        <w:t>As mentioned by Shah Wali Allah in Izalat al</w:t>
      </w:r>
      <w:r w:rsidR="008E1963">
        <w:t>-</w:t>
      </w:r>
      <w:r>
        <w:t xml:space="preserve">khifa. One of the leading scholars. </w:t>
      </w:r>
      <w:r w:rsidRPr="007F1F07">
        <w:rPr>
          <w:rStyle w:val="libFootnotenumChar"/>
        </w:rPr>
        <w:t>9</w:t>
      </w:r>
    </w:p>
    <w:p w:rsidR="00D442CD" w:rsidRDefault="00D442CD" w:rsidP="00941CD7">
      <w:pPr>
        <w:pStyle w:val="Heading2Center"/>
      </w:pPr>
      <w:bookmarkStart w:id="246" w:name="_Toc484431670"/>
      <w:r>
        <w:t>216. Abu Bakr Ahmad ibn ‘Ali ibn Thabit al</w:t>
      </w:r>
      <w:r w:rsidR="008E1963">
        <w:t>-</w:t>
      </w:r>
      <w:r>
        <w:t>Khatib al</w:t>
      </w:r>
      <w:r w:rsidR="008E1963">
        <w:t>-</w:t>
      </w:r>
      <w:r>
        <w:t>Baghdadi (d. 463/1071).</w:t>
      </w:r>
      <w:bookmarkEnd w:id="246"/>
    </w:p>
    <w:p w:rsidR="000D3C43" w:rsidRDefault="00D442CD" w:rsidP="00D442CD">
      <w:pPr>
        <w:pStyle w:val="libNormal"/>
      </w:pPr>
      <w:r>
        <w:t>In his al</w:t>
      </w:r>
      <w:r w:rsidR="008E1963">
        <w:t>-</w:t>
      </w:r>
      <w:r>
        <w:t>Muttafaq wa al</w:t>
      </w:r>
      <w:r w:rsidR="008E1963">
        <w:t>-</w:t>
      </w:r>
      <w:r>
        <w:t>muftaraq from Jabir, as mentioned by al</w:t>
      </w:r>
      <w:r w:rsidR="008E1963">
        <w:t>-</w:t>
      </w:r>
      <w:r>
        <w:t xml:space="preserve">Badakhshani. One of the great scholars; traditionist and historian. </w:t>
      </w:r>
      <w:r w:rsidRPr="007F1F07">
        <w:rPr>
          <w:rStyle w:val="libFootnotenumChar"/>
        </w:rPr>
        <w:t>10</w:t>
      </w:r>
    </w:p>
    <w:p w:rsidR="00D442CD" w:rsidRDefault="00D442CD" w:rsidP="00941CD7">
      <w:pPr>
        <w:pStyle w:val="Heading2Center"/>
      </w:pPr>
      <w:bookmarkStart w:id="247" w:name="_Toc484431671"/>
      <w:r>
        <w:t>217. Ibn al</w:t>
      </w:r>
      <w:r w:rsidR="008E1963">
        <w:t>-</w:t>
      </w:r>
      <w:r>
        <w:t>Ghariq Abu al</w:t>
      </w:r>
      <w:r w:rsidR="008E1963">
        <w:t>-</w:t>
      </w:r>
      <w:r>
        <w:t>Husayn ibn al</w:t>
      </w:r>
      <w:r w:rsidR="008E1963">
        <w:t>-</w:t>
      </w:r>
      <w:r>
        <w:t>Muhtadi bi Allah (d. 465/1072).</w:t>
      </w:r>
      <w:bookmarkEnd w:id="247"/>
    </w:p>
    <w:p w:rsidR="000D3C43" w:rsidRDefault="00D442CD" w:rsidP="00D442CD">
      <w:pPr>
        <w:pStyle w:val="libNormal"/>
      </w:pPr>
      <w:r>
        <w:t>In Ibn ‘Asakir (Ta'rikh Dimashq, ii, 45). Tawthiq by al</w:t>
      </w:r>
      <w:r w:rsidR="008E1963">
        <w:t>-</w:t>
      </w:r>
      <w:r>
        <w:t>Khatib and Ibn al</w:t>
      </w:r>
      <w:r w:rsidR="008E1963">
        <w:t>-</w:t>
      </w:r>
      <w:r>
        <w:t xml:space="preserve">Jawzi. </w:t>
      </w:r>
      <w:r w:rsidRPr="007F1F07">
        <w:rPr>
          <w:rStyle w:val="libFootnotenumChar"/>
        </w:rPr>
        <w:t>11</w:t>
      </w:r>
    </w:p>
    <w:p w:rsidR="00D442CD" w:rsidRDefault="00D442CD" w:rsidP="00941CD7">
      <w:pPr>
        <w:pStyle w:val="Heading2Center"/>
      </w:pPr>
      <w:bookmarkStart w:id="248" w:name="_Toc484431672"/>
      <w:r>
        <w:t>218. Abu al</w:t>
      </w:r>
      <w:r w:rsidR="008E1963">
        <w:t>-</w:t>
      </w:r>
      <w:r>
        <w:t>Hasan ‘Abd al</w:t>
      </w:r>
      <w:r w:rsidR="008E1963">
        <w:t>-</w:t>
      </w:r>
      <w:r>
        <w:t>Rahman ibn Muhammad al</w:t>
      </w:r>
      <w:r w:rsidR="008E1963">
        <w:t>-</w:t>
      </w:r>
      <w:r>
        <w:t>Dawudi al</w:t>
      </w:r>
      <w:r w:rsidR="008E1963">
        <w:t>-</w:t>
      </w:r>
      <w:r>
        <w:t>Bushanji (d. 467/1074).</w:t>
      </w:r>
      <w:bookmarkEnd w:id="248"/>
    </w:p>
    <w:p w:rsidR="000D3C43" w:rsidRDefault="00D442CD" w:rsidP="00D442CD">
      <w:pPr>
        <w:pStyle w:val="libNormal"/>
      </w:pPr>
      <w:r>
        <w:t xml:space="preserve">Ibn ‘Asakir, Mu’jam shuyukhih. A leading scholar (imam). </w:t>
      </w:r>
      <w:r w:rsidRPr="007F1F07">
        <w:rPr>
          <w:rStyle w:val="libFootnotenumChar"/>
        </w:rPr>
        <w:t>12</w:t>
      </w:r>
    </w:p>
    <w:p w:rsidR="00D442CD" w:rsidRDefault="00D442CD" w:rsidP="00941CD7">
      <w:pPr>
        <w:pStyle w:val="Heading2Center"/>
      </w:pPr>
      <w:bookmarkStart w:id="249" w:name="_Toc484431673"/>
      <w:r>
        <w:t>219. Abu Muhammad Hasan ibn Ahmad ibn Musa al</w:t>
      </w:r>
      <w:r w:rsidR="008E1963">
        <w:t>-</w:t>
      </w:r>
      <w:r>
        <w:t>Ghandajani (d. 467/1074).</w:t>
      </w:r>
      <w:bookmarkEnd w:id="249"/>
    </w:p>
    <w:p w:rsidR="000D3C43" w:rsidRDefault="00D442CD" w:rsidP="00D442CD">
      <w:pPr>
        <w:pStyle w:val="libNormal"/>
      </w:pPr>
      <w:r>
        <w:t>In Ibn al</w:t>
      </w:r>
      <w:r w:rsidR="008E1963">
        <w:t>-</w:t>
      </w:r>
      <w:r>
        <w:t>Maghazili (al</w:t>
      </w:r>
      <w:r w:rsidR="008E1963">
        <w:t>-</w:t>
      </w:r>
      <w:r>
        <w:t>Manaqib, 235) from him, from Abu Sa’id al</w:t>
      </w:r>
      <w:r w:rsidR="008E1963">
        <w:t>-</w:t>
      </w:r>
      <w:r>
        <w:t>Khudri. Tawthiq by al</w:t>
      </w:r>
      <w:r w:rsidR="008E1963">
        <w:t>-</w:t>
      </w:r>
      <w:r>
        <w:t xml:space="preserve">Sam’ani. </w:t>
      </w:r>
      <w:r w:rsidRPr="007F1F07">
        <w:rPr>
          <w:rStyle w:val="libFootnotenumChar"/>
        </w:rPr>
        <w:t>13</w:t>
      </w:r>
    </w:p>
    <w:p w:rsidR="00D442CD" w:rsidRDefault="00D442CD" w:rsidP="00941CD7">
      <w:pPr>
        <w:pStyle w:val="Heading2Center"/>
      </w:pPr>
      <w:bookmarkStart w:id="250" w:name="_Toc484431674"/>
      <w:r>
        <w:t>220. Abu al</w:t>
      </w:r>
      <w:r w:rsidR="008E1963">
        <w:t>-</w:t>
      </w:r>
      <w:r>
        <w:t>Hasan ‘Ali ibn Muhammad al</w:t>
      </w:r>
      <w:r w:rsidR="008E1963">
        <w:t>-</w:t>
      </w:r>
      <w:r>
        <w:t>Tayyib al</w:t>
      </w:r>
      <w:r w:rsidR="008E1963">
        <w:t>-</w:t>
      </w:r>
      <w:r>
        <w:t>Jullabi, known as Ibn al</w:t>
      </w:r>
      <w:r w:rsidR="008E1963">
        <w:t>-</w:t>
      </w:r>
      <w:r>
        <w:t>Maghazili (d. 483/1090).</w:t>
      </w:r>
      <w:bookmarkEnd w:id="250"/>
    </w:p>
    <w:p w:rsidR="000D3C43" w:rsidRDefault="00D442CD" w:rsidP="00D442CD">
      <w:pPr>
        <w:pStyle w:val="libNormal"/>
      </w:pPr>
      <w:r>
        <w:t>In his al</w:t>
      </w:r>
      <w:r w:rsidR="008E1963">
        <w:t>-</w:t>
      </w:r>
      <w:r>
        <w:t>Manaqib through various chains. A leading scholar.</w:t>
      </w:r>
    </w:p>
    <w:p w:rsidR="00D442CD" w:rsidRDefault="00D442CD" w:rsidP="00941CD7">
      <w:pPr>
        <w:pStyle w:val="Heading2Center"/>
      </w:pPr>
      <w:bookmarkStart w:id="251" w:name="_Toc484431675"/>
      <w:r>
        <w:t>221. Abu ‘Abd Allah Muhammad ibn Futuh ibn ‘Abd Allah ibn Hamid al</w:t>
      </w:r>
      <w:r w:rsidR="008E1963">
        <w:t>-</w:t>
      </w:r>
      <w:r>
        <w:t>Azdi al</w:t>
      </w:r>
      <w:r w:rsidR="008E1963">
        <w:t>-</w:t>
      </w:r>
      <w:r>
        <w:t>Hamidi (d. 488/1095).</w:t>
      </w:r>
      <w:bookmarkEnd w:id="251"/>
    </w:p>
    <w:p w:rsidR="000D3C43" w:rsidRDefault="00D442CD" w:rsidP="00D442CD">
      <w:pPr>
        <w:pStyle w:val="libNormal"/>
      </w:pPr>
      <w:r>
        <w:lastRenderedPageBreak/>
        <w:t>In al</w:t>
      </w:r>
      <w:r w:rsidR="008E1963">
        <w:t>-</w:t>
      </w:r>
      <w:r>
        <w:t>Jam’ bayn al</w:t>
      </w:r>
      <w:r w:rsidR="008E1963">
        <w:t>-</w:t>
      </w:r>
      <w:r>
        <w:t>Sahihayn, from Zayd ibn Arqam. Tawthiq by Ibn Khallikan, al</w:t>
      </w:r>
      <w:r w:rsidR="008E1963">
        <w:t>-</w:t>
      </w:r>
      <w:r>
        <w:t>Dhahabi, Ibn Makula, al</w:t>
      </w:r>
      <w:r w:rsidR="008E1963">
        <w:t>-</w:t>
      </w:r>
      <w:r>
        <w:t>Salmasi and al</w:t>
      </w:r>
      <w:r w:rsidR="008E1963">
        <w:t>-</w:t>
      </w:r>
      <w:r>
        <w:t xml:space="preserve">Safadi. </w:t>
      </w:r>
      <w:r w:rsidRPr="007F1F07">
        <w:rPr>
          <w:rStyle w:val="libFootnotenumChar"/>
        </w:rPr>
        <w:t>14</w:t>
      </w:r>
    </w:p>
    <w:p w:rsidR="00D442CD" w:rsidRDefault="00D442CD" w:rsidP="00941CD7">
      <w:pPr>
        <w:pStyle w:val="Heading2Center"/>
      </w:pPr>
      <w:bookmarkStart w:id="252" w:name="_Toc484431676"/>
      <w:r>
        <w:t>222. Al</w:t>
      </w:r>
      <w:r w:rsidR="008E1963">
        <w:t>-</w:t>
      </w:r>
      <w:r>
        <w:t>Sayyid Abu aI</w:t>
      </w:r>
      <w:r w:rsidR="008E1963">
        <w:t>-</w:t>
      </w:r>
      <w:r>
        <w:t>Ma’aIi Muhammad ibn Muhammad ibn Zayd al</w:t>
      </w:r>
      <w:r w:rsidR="008E1963">
        <w:t>-</w:t>
      </w:r>
      <w:r>
        <w:t>Samarqandi (d. 488/1095).</w:t>
      </w:r>
      <w:bookmarkEnd w:id="252"/>
    </w:p>
    <w:p w:rsidR="000D3C43" w:rsidRDefault="00D442CD" w:rsidP="00D442CD">
      <w:pPr>
        <w:pStyle w:val="libNormal"/>
      </w:pPr>
      <w:r>
        <w:t>In ‘Uyun al</w:t>
      </w:r>
      <w:r w:rsidR="008E1963">
        <w:t>-</w:t>
      </w:r>
      <w:r>
        <w:t>akhbar.</w:t>
      </w:r>
    </w:p>
    <w:p w:rsidR="00D442CD" w:rsidRDefault="00D442CD" w:rsidP="00941CD7">
      <w:pPr>
        <w:pStyle w:val="Heading2Center"/>
      </w:pPr>
      <w:bookmarkStart w:id="253" w:name="_Toc484431677"/>
      <w:r>
        <w:t>223. Abu al­</w:t>
      </w:r>
      <w:r w:rsidR="008E1963">
        <w:t>-</w:t>
      </w:r>
      <w:r>
        <w:t>Muzaffar Mansur ibn Muhammad al</w:t>
      </w:r>
      <w:r w:rsidR="008E1963">
        <w:t>-</w:t>
      </w:r>
      <w:r>
        <w:t>­Sam’ani (d. 489/1096).</w:t>
      </w:r>
      <w:bookmarkEnd w:id="253"/>
    </w:p>
    <w:p w:rsidR="000D3C43" w:rsidRDefault="00D442CD" w:rsidP="00D442CD">
      <w:pPr>
        <w:pStyle w:val="libNormal"/>
      </w:pPr>
      <w:r>
        <w:t>In his al</w:t>
      </w:r>
      <w:r w:rsidR="008E1963">
        <w:t>-</w:t>
      </w:r>
      <w:r>
        <w:t>Risalat al</w:t>
      </w:r>
      <w:r w:rsidR="008E1963">
        <w:t>-</w:t>
      </w:r>
      <w:r>
        <w:t>­qawwamiyyah, from Abu Sa’id al</w:t>
      </w:r>
      <w:r w:rsidR="008E1963">
        <w:t>-</w:t>
      </w:r>
      <w:r>
        <w:t xml:space="preserve">Khudri. A leading scholar of his age. </w:t>
      </w:r>
      <w:r w:rsidRPr="007F1F07">
        <w:rPr>
          <w:rStyle w:val="libFootnotenumChar"/>
        </w:rPr>
        <w:t>15</w:t>
      </w:r>
    </w:p>
    <w:p w:rsidR="00D442CD" w:rsidRDefault="00D442CD" w:rsidP="00D442CD">
      <w:pPr>
        <w:pStyle w:val="Heading2Center"/>
      </w:pPr>
      <w:bookmarkStart w:id="254" w:name="_Toc484431678"/>
      <w:r>
        <w:t>Notes</w:t>
      </w:r>
      <w:bookmarkEnd w:id="254"/>
    </w:p>
    <w:p w:rsidR="00D442CD" w:rsidRDefault="00D442CD" w:rsidP="00D442CD">
      <w:pPr>
        <w:pStyle w:val="libFootnote"/>
      </w:pPr>
      <w:r>
        <w:t>1. Tadhkirat al</w:t>
      </w:r>
      <w:r w:rsidR="008E1963">
        <w:t>-</w:t>
      </w:r>
      <w:r>
        <w:t>huffaz, iii, 93; Wafayat al</w:t>
      </w:r>
      <w:r w:rsidR="008E1963">
        <w:t>-</w:t>
      </w:r>
      <w:r>
        <w:t>a`yan, iii, 408; al</w:t>
      </w:r>
      <w:r w:rsidR="008E1963">
        <w:t>-</w:t>
      </w:r>
      <w:r>
        <w:t>­Mukhtasar, ii, 144; Mir'at al</w:t>
      </w:r>
      <w:r w:rsidR="008E1963">
        <w:t>-</w:t>
      </w:r>
      <w:r>
        <w:t>jinan, iii, 14; al</w:t>
      </w:r>
      <w:r w:rsidR="008E1963">
        <w:t>-</w:t>
      </w:r>
      <w:r>
        <w:t>Ibar, iii, 91; al</w:t>
      </w:r>
      <w:r w:rsidR="008E1963">
        <w:t>-</w:t>
      </w:r>
      <w:r>
        <w:t>­Subhi, Tabaqat al</w:t>
      </w:r>
      <w:r w:rsidR="008E1963">
        <w:t>-</w:t>
      </w:r>
      <w:r>
        <w:t>Shafi`iyyah, iv, 155.</w:t>
      </w:r>
    </w:p>
    <w:p w:rsidR="00D442CD" w:rsidRDefault="00D442CD" w:rsidP="00D442CD">
      <w:pPr>
        <w:pStyle w:val="libFootnote"/>
      </w:pPr>
      <w:r>
        <w:t>2. Tabaqat al</w:t>
      </w:r>
      <w:r w:rsidR="008E1963">
        <w:t>-</w:t>
      </w:r>
      <w:r>
        <w:t>Shafi`iyyah, v, 222.</w:t>
      </w:r>
    </w:p>
    <w:p w:rsidR="00D442CD" w:rsidRDefault="00D442CD" w:rsidP="00D442CD">
      <w:pPr>
        <w:pStyle w:val="libFootnote"/>
      </w:pPr>
      <w:r>
        <w:t>3. Al</w:t>
      </w:r>
      <w:r w:rsidR="008E1963">
        <w:t>-</w:t>
      </w:r>
      <w:r>
        <w:t>Ibar, iv, 118.</w:t>
      </w:r>
    </w:p>
    <w:p w:rsidR="00D442CD" w:rsidRDefault="00D442CD" w:rsidP="00D442CD">
      <w:pPr>
        <w:pStyle w:val="libFootnote"/>
      </w:pPr>
      <w:r>
        <w:t>4. Tabaqat al</w:t>
      </w:r>
      <w:r w:rsidR="008E1963">
        <w:t>-</w:t>
      </w:r>
      <w:r>
        <w:t>Shafi`iyyah, i, 429; iv, 58; Wafayat al</w:t>
      </w:r>
      <w:r w:rsidR="008E1963">
        <w:t>-</w:t>
      </w:r>
      <w:r>
        <w:t>a`yan, i, 61; al</w:t>
      </w:r>
      <w:r w:rsidR="008E1963">
        <w:t>-</w:t>
      </w:r>
      <w:r>
        <w:t>Ibar, iii, 161; Mir'at al</w:t>
      </w:r>
      <w:r w:rsidR="008E1963">
        <w:t>-</w:t>
      </w:r>
      <w:r>
        <w:t>jinan, iii, 46; al</w:t>
      </w:r>
      <w:r w:rsidR="008E1963">
        <w:t>-</w:t>
      </w:r>
      <w:r>
        <w:t>­Dawudi, Tabaqat al</w:t>
      </w:r>
      <w:r w:rsidR="008E1963">
        <w:t>-</w:t>
      </w:r>
      <w:r>
        <w:t>­mufassirin, i, 65.</w:t>
      </w:r>
    </w:p>
    <w:p w:rsidR="00D442CD" w:rsidRDefault="00D442CD" w:rsidP="00D442CD">
      <w:pPr>
        <w:pStyle w:val="libFootnote"/>
      </w:pPr>
      <w:r>
        <w:t>5. Tadhkirat al</w:t>
      </w:r>
      <w:r w:rsidR="008E1963">
        <w:t>-</w:t>
      </w:r>
      <w:r>
        <w:t>huffaz, iii, 1091; al</w:t>
      </w:r>
      <w:r w:rsidR="008E1963">
        <w:t>-</w:t>
      </w:r>
      <w:r>
        <w:t>­Wafi bi al</w:t>
      </w:r>
      <w:r w:rsidR="008E1963">
        <w:t>-</w:t>
      </w:r>
      <w:r>
        <w:t>­Wafayat, vii, 81; al</w:t>
      </w:r>
      <w:r w:rsidR="008E1963">
        <w:t>-</w:t>
      </w:r>
      <w:r>
        <w:t>­Taj al</w:t>
      </w:r>
      <w:r w:rsidR="008E1963">
        <w:t>-</w:t>
      </w:r>
      <w:r>
        <w:t>­mukallal, 31.</w:t>
      </w:r>
    </w:p>
    <w:p w:rsidR="00D442CD" w:rsidRDefault="00D442CD" w:rsidP="00D442CD">
      <w:pPr>
        <w:pStyle w:val="libFootnote"/>
      </w:pPr>
      <w:r>
        <w:t>6. Yatimat al</w:t>
      </w:r>
      <w:r w:rsidR="008E1963">
        <w:t>-</w:t>
      </w:r>
      <w:r>
        <w:t>­dahr, iv, 397.</w:t>
      </w:r>
    </w:p>
    <w:p w:rsidR="00D442CD" w:rsidRDefault="00D442CD" w:rsidP="00D442CD">
      <w:pPr>
        <w:pStyle w:val="libFootnote"/>
      </w:pPr>
      <w:r>
        <w:t>7. Al</w:t>
      </w:r>
      <w:r w:rsidR="008E1963">
        <w:t>-</w:t>
      </w:r>
      <w:r>
        <w:t>Ansab under 'al</w:t>
      </w:r>
      <w:r w:rsidR="008E1963">
        <w:t>-</w:t>
      </w:r>
      <w:r>
        <w:t>­Ganjrudi'.</w:t>
      </w:r>
    </w:p>
    <w:p w:rsidR="00D442CD" w:rsidRDefault="00D442CD" w:rsidP="00D442CD">
      <w:pPr>
        <w:pStyle w:val="libFootnote"/>
      </w:pPr>
      <w:r>
        <w:t>8. Tadhkirat al</w:t>
      </w:r>
      <w:r w:rsidR="008E1963">
        <w:t>-</w:t>
      </w:r>
      <w:r>
        <w:t>huffaz, iii, 1132.</w:t>
      </w:r>
    </w:p>
    <w:p w:rsidR="00D442CD" w:rsidRDefault="00D442CD" w:rsidP="00D442CD">
      <w:pPr>
        <w:pStyle w:val="libFootnote"/>
      </w:pPr>
      <w:r>
        <w:t>9. Al</w:t>
      </w:r>
      <w:r w:rsidR="008E1963">
        <w:t>-</w:t>
      </w:r>
      <w:r>
        <w:t>Dhahabi, Siyar a`lam al</w:t>
      </w:r>
      <w:r w:rsidR="008E1963">
        <w:t>-</w:t>
      </w:r>
      <w:r>
        <w:t>­nubala', MS.</w:t>
      </w:r>
    </w:p>
    <w:p w:rsidR="00D442CD" w:rsidRDefault="00D442CD" w:rsidP="00D442CD">
      <w:pPr>
        <w:pStyle w:val="libFootnote"/>
      </w:pPr>
      <w:r>
        <w:t>10. Tadhkirat al</w:t>
      </w:r>
      <w:r w:rsidR="008E1963">
        <w:t>-</w:t>
      </w:r>
      <w:r>
        <w:t>huffaz, iii, 1135.</w:t>
      </w:r>
    </w:p>
    <w:p w:rsidR="00D442CD" w:rsidRDefault="00D442CD" w:rsidP="00D442CD">
      <w:pPr>
        <w:pStyle w:val="libFootnote"/>
      </w:pPr>
      <w:r>
        <w:t>11. Ta'rikh Baghdad, iii, 108; al</w:t>
      </w:r>
      <w:r w:rsidR="008E1963">
        <w:t>-</w:t>
      </w:r>
      <w:r>
        <w:t>­Muntazam, vii, 283.</w:t>
      </w:r>
    </w:p>
    <w:p w:rsidR="00D442CD" w:rsidRDefault="00D442CD" w:rsidP="00D442CD">
      <w:pPr>
        <w:pStyle w:val="libFootnote"/>
      </w:pPr>
      <w:r>
        <w:t>12. Al</w:t>
      </w:r>
      <w:r w:rsidR="008E1963">
        <w:t>-</w:t>
      </w:r>
      <w:r>
        <w:t>Ansab under 'al</w:t>
      </w:r>
      <w:r w:rsidR="008E1963">
        <w:t>-</w:t>
      </w:r>
      <w:r>
        <w:t>Dawudi'.</w:t>
      </w:r>
    </w:p>
    <w:p w:rsidR="00D442CD" w:rsidRDefault="00D442CD" w:rsidP="00D442CD">
      <w:pPr>
        <w:pStyle w:val="libFootnote"/>
      </w:pPr>
      <w:r>
        <w:t>13. Al</w:t>
      </w:r>
      <w:r w:rsidR="008E1963">
        <w:t>-</w:t>
      </w:r>
      <w:r>
        <w:t>Ansab under 'al</w:t>
      </w:r>
      <w:r w:rsidR="008E1963">
        <w:t>-</w:t>
      </w:r>
      <w:r>
        <w:t>Ghandajani'.</w:t>
      </w:r>
    </w:p>
    <w:p w:rsidR="00D442CD" w:rsidRDefault="00D442CD" w:rsidP="00D442CD">
      <w:pPr>
        <w:pStyle w:val="libFootnote"/>
      </w:pPr>
      <w:r>
        <w:t>14. Wafayat al</w:t>
      </w:r>
      <w:r w:rsidR="008E1963">
        <w:t>-</w:t>
      </w:r>
      <w:r>
        <w:t>a`yan, ii, 410; Tadhkirat al</w:t>
      </w:r>
      <w:r w:rsidR="008E1963">
        <w:t>-</w:t>
      </w:r>
      <w:r>
        <w:t>huffaz, iv, 1218; al</w:t>
      </w:r>
      <w:r w:rsidR="008E1963">
        <w:t>-</w:t>
      </w:r>
      <w:r>
        <w:t>­Waffi bi al</w:t>
      </w:r>
      <w:r w:rsidR="008E1963">
        <w:t>-</w:t>
      </w:r>
      <w:r>
        <w:t>­Wafayat, iv, 317.</w:t>
      </w:r>
    </w:p>
    <w:p w:rsidR="00D442CD" w:rsidRDefault="00D442CD" w:rsidP="00D442CD">
      <w:pPr>
        <w:pStyle w:val="libFootnote"/>
      </w:pPr>
      <w:r>
        <w:t>15. Wafayat al</w:t>
      </w:r>
      <w:r w:rsidR="008E1963">
        <w:t>-</w:t>
      </w:r>
      <w:r>
        <w:t>a`yan, ii, 380.</w:t>
      </w:r>
    </w:p>
    <w:p w:rsidR="00D442CD" w:rsidRDefault="00D442CD" w:rsidP="000D3C43">
      <w:pPr>
        <w:pStyle w:val="libNormal"/>
      </w:pPr>
      <w:r>
        <w:br w:type="page"/>
      </w:r>
    </w:p>
    <w:p w:rsidR="00D442CD" w:rsidRDefault="00D442CD" w:rsidP="000D3C43">
      <w:pPr>
        <w:pStyle w:val="Heading1Center"/>
      </w:pPr>
      <w:bookmarkStart w:id="255" w:name="_Toc484431679"/>
      <w:r>
        <w:lastRenderedPageBreak/>
        <w:t>Narrators of Hadith al</w:t>
      </w:r>
      <w:r w:rsidR="008E1963">
        <w:t>-</w:t>
      </w:r>
      <w:r>
        <w:t>Thaqalayn of Sixth</w:t>
      </w:r>
      <w:r w:rsidR="008E1963">
        <w:t>-</w:t>
      </w:r>
      <w:r>
        <w:t>Twelfth Century</w:t>
      </w:r>
      <w:bookmarkEnd w:id="255"/>
    </w:p>
    <w:p w:rsidR="00D442CD" w:rsidRDefault="00D442CD" w:rsidP="00941CD7">
      <w:pPr>
        <w:pStyle w:val="Heading2Center"/>
      </w:pPr>
      <w:bookmarkStart w:id="256" w:name="_Toc484431680"/>
      <w:r>
        <w:t>224. Abu ‘Ali lsma’il ibn Ahmad ibn al</w:t>
      </w:r>
      <w:r w:rsidR="008E1963">
        <w:t>-</w:t>
      </w:r>
      <w:r>
        <w:t>Husayn al</w:t>
      </w:r>
      <w:r w:rsidR="008E1963">
        <w:t>-</w:t>
      </w:r>
      <w:r>
        <w:t>Bayhaqi (d. 507/1113).</w:t>
      </w:r>
      <w:bookmarkEnd w:id="256"/>
    </w:p>
    <w:p w:rsidR="000D3C43" w:rsidRDefault="00D442CD" w:rsidP="00D442CD">
      <w:pPr>
        <w:pStyle w:val="libNormal"/>
      </w:pPr>
      <w:r>
        <w:t>In al</w:t>
      </w:r>
      <w:r w:rsidR="008E1963">
        <w:t>-</w:t>
      </w:r>
      <w:r>
        <w:t>Khwarazmi, al</w:t>
      </w:r>
      <w:r w:rsidR="008E1963">
        <w:t>-</w:t>
      </w:r>
      <w:r>
        <w:t xml:space="preserve">Manaqib. A leading scholar of his era. </w:t>
      </w:r>
      <w:r w:rsidRPr="007F1F07">
        <w:rPr>
          <w:rStyle w:val="libFootnotenumChar"/>
        </w:rPr>
        <w:t>1</w:t>
      </w:r>
    </w:p>
    <w:p w:rsidR="00D442CD" w:rsidRDefault="00D442CD" w:rsidP="00941CD7">
      <w:pPr>
        <w:pStyle w:val="Heading2Center"/>
      </w:pPr>
      <w:bookmarkStart w:id="257" w:name="_Toc484431681"/>
      <w:r>
        <w:t>225. Abu al</w:t>
      </w:r>
      <w:r w:rsidR="008E1963">
        <w:t>-</w:t>
      </w:r>
      <w:r>
        <w:t>Fadl Muhammad ibn Tahir ibn ‘Ali al</w:t>
      </w:r>
      <w:r w:rsidR="008E1963">
        <w:t>-</w:t>
      </w:r>
      <w:r>
        <w:t>Shaybani al</w:t>
      </w:r>
      <w:r w:rsidR="008E1963">
        <w:t>-</w:t>
      </w:r>
      <w:r>
        <w:t>Maqdisi, known as Ibn al­Qaysarani (d. 507/1113).</w:t>
      </w:r>
      <w:bookmarkEnd w:id="257"/>
    </w:p>
    <w:p w:rsidR="000D3C43" w:rsidRDefault="00D442CD" w:rsidP="00D442CD">
      <w:pPr>
        <w:pStyle w:val="libNormal"/>
      </w:pPr>
      <w:r>
        <w:t>In his biographical account in al</w:t>
      </w:r>
      <w:r w:rsidR="008E1963">
        <w:t>-</w:t>
      </w:r>
      <w:r>
        <w:t>Maqrizi's al</w:t>
      </w:r>
      <w:r w:rsidR="008E1963">
        <w:t>-</w:t>
      </w:r>
      <w:r>
        <w:t>Ta’rikh al</w:t>
      </w:r>
      <w:r w:rsidR="008E1963">
        <w:t>-</w:t>
      </w:r>
      <w:r>
        <w:t>muqfa, it is mentioned that he wrote a book Kitab tariq hadith: Inni tarikun fi kum al</w:t>
      </w:r>
      <w:r w:rsidR="008E1963">
        <w:t>-</w:t>
      </w:r>
      <w:r>
        <w:t>thaqalayn. An eminent scholar. Tawthiq by al</w:t>
      </w:r>
      <w:r w:rsidR="008E1963">
        <w:t>-</w:t>
      </w:r>
      <w:r>
        <w:t>­Maqrizi in al</w:t>
      </w:r>
      <w:r w:rsidR="008E1963">
        <w:t>-</w:t>
      </w:r>
      <w:r>
        <w:t>ta'rikh al</w:t>
      </w:r>
      <w:r w:rsidR="008E1963">
        <w:t>-</w:t>
      </w:r>
      <w:r>
        <w:t>­muqfa.</w:t>
      </w:r>
    </w:p>
    <w:p w:rsidR="00D442CD" w:rsidRDefault="00D442CD" w:rsidP="00941CD7">
      <w:pPr>
        <w:pStyle w:val="Heading2Center"/>
      </w:pPr>
      <w:bookmarkStart w:id="258" w:name="_Toc484431682"/>
      <w:r>
        <w:t>226. Abu Shuja’ Shirwayh ibn Shahrdar ibn Shirwayh al</w:t>
      </w:r>
      <w:r w:rsidR="008E1963">
        <w:t>-</w:t>
      </w:r>
      <w:r>
        <w:t>­Daylami al</w:t>
      </w:r>
      <w:r w:rsidR="008E1963">
        <w:t>-</w:t>
      </w:r>
      <w:r>
        <w:t>Hamadani (d. 509/1115)</w:t>
      </w:r>
      <w:bookmarkEnd w:id="258"/>
    </w:p>
    <w:p w:rsidR="000D3C43" w:rsidRDefault="00D442CD" w:rsidP="00D442CD">
      <w:pPr>
        <w:pStyle w:val="libNormal"/>
      </w:pPr>
      <w:r>
        <w:t>In Firdaws al</w:t>
      </w:r>
      <w:r w:rsidR="008E1963">
        <w:t>-</w:t>
      </w:r>
      <w:r>
        <w:t>akhbar (MS). A scholar well</w:t>
      </w:r>
      <w:r w:rsidR="008E1963">
        <w:t>-</w:t>
      </w:r>
      <w:r>
        <w:t>known to biographers.</w:t>
      </w:r>
    </w:p>
    <w:p w:rsidR="00D442CD" w:rsidRDefault="00D442CD" w:rsidP="00941CD7">
      <w:pPr>
        <w:pStyle w:val="Heading2Center"/>
      </w:pPr>
      <w:bookmarkStart w:id="259" w:name="_Toc484431683"/>
      <w:r>
        <w:t>227. Abu Muhammad Husayn ibn Mas’ud al</w:t>
      </w:r>
      <w:r w:rsidR="008E1963">
        <w:t>-</w:t>
      </w:r>
      <w:r>
        <w:t>Farra' al</w:t>
      </w:r>
      <w:r w:rsidR="008E1963">
        <w:t>-</w:t>
      </w:r>
      <w:r>
        <w:t>Baghawi, known as Muhyi al</w:t>
      </w:r>
      <w:r w:rsidR="008E1963">
        <w:t>-</w:t>
      </w:r>
      <w:r>
        <w:t>Sunnah (d. 516/1122).</w:t>
      </w:r>
      <w:bookmarkEnd w:id="259"/>
    </w:p>
    <w:p w:rsidR="000D3C43" w:rsidRDefault="00D442CD" w:rsidP="00D442CD">
      <w:pPr>
        <w:pStyle w:val="libNormal"/>
      </w:pPr>
      <w:r>
        <w:t>In Masabih al</w:t>
      </w:r>
      <w:r w:rsidR="008E1963">
        <w:t>-</w:t>
      </w:r>
      <w:r>
        <w:t>Sunnah (Sharh by al</w:t>
      </w:r>
      <w:r w:rsidR="008E1963">
        <w:t>-</w:t>
      </w:r>
      <w:r>
        <w:t>Qadiri, v, 593, 600) from Zayd ibn Arqam and Jabir; in Ma’alim al</w:t>
      </w:r>
      <w:r w:rsidR="008E1963">
        <w:t>-</w:t>
      </w:r>
      <w:r>
        <w:t>tanzil, vi, 101, vii, 6; and in Sharh al</w:t>
      </w:r>
      <w:r w:rsidR="008E1963">
        <w:t>-</w:t>
      </w:r>
      <w:r>
        <w:t>Sunnah, as mentioned by al</w:t>
      </w:r>
      <w:r w:rsidR="008E1963">
        <w:t>-</w:t>
      </w:r>
      <w:r>
        <w:t>Khalkhali in al</w:t>
      </w:r>
      <w:r w:rsidR="008E1963">
        <w:t>-</w:t>
      </w:r>
      <w:r>
        <w:t>Mafatih. An eminent scholar.</w:t>
      </w:r>
    </w:p>
    <w:p w:rsidR="00D442CD" w:rsidRDefault="00D442CD" w:rsidP="00941CD7">
      <w:pPr>
        <w:pStyle w:val="Heading2Center"/>
      </w:pPr>
      <w:bookmarkStart w:id="260" w:name="_Toc484431684"/>
      <w:r>
        <w:t>228. Abu Bakr al</w:t>
      </w:r>
      <w:r w:rsidR="008E1963">
        <w:t>-</w:t>
      </w:r>
      <w:r>
        <w:t>­Mazrafi, Muhammad ibn al</w:t>
      </w:r>
      <w:r w:rsidR="008E1963">
        <w:t>-</w:t>
      </w:r>
      <w:r>
        <w:t>Husayn al</w:t>
      </w:r>
      <w:r w:rsidR="008E1963">
        <w:t>-</w:t>
      </w:r>
      <w:r>
        <w:t>Shaybani (d. 527/1132).</w:t>
      </w:r>
      <w:bookmarkEnd w:id="260"/>
    </w:p>
    <w:p w:rsidR="000D3C43" w:rsidRDefault="00D442CD" w:rsidP="00D442CD">
      <w:pPr>
        <w:pStyle w:val="libNormal"/>
      </w:pPr>
      <w:r>
        <w:t>In Ibn ‘Asakir (Ta'rikh Dimashq, ii, 45) from him. Tawthiq by al</w:t>
      </w:r>
      <w:r w:rsidR="008E1963">
        <w:t>-</w:t>
      </w:r>
      <w:r>
        <w:t>Sam’ani and al</w:t>
      </w:r>
      <w:r w:rsidR="008E1963">
        <w:t>-</w:t>
      </w:r>
      <w:r>
        <w:t xml:space="preserve">Dhahabi. </w:t>
      </w:r>
      <w:r w:rsidRPr="007F1F07">
        <w:rPr>
          <w:rStyle w:val="libFootnotenumChar"/>
        </w:rPr>
        <w:t>2</w:t>
      </w:r>
    </w:p>
    <w:p w:rsidR="00D442CD" w:rsidRDefault="00D442CD" w:rsidP="00941CD7">
      <w:pPr>
        <w:pStyle w:val="Heading2Center"/>
      </w:pPr>
      <w:bookmarkStart w:id="261" w:name="_Toc484431685"/>
      <w:r>
        <w:t>229. ‘Abd al</w:t>
      </w:r>
      <w:r w:rsidR="008E1963">
        <w:t>-</w:t>
      </w:r>
      <w:r>
        <w:t>Ghafir al</w:t>
      </w:r>
      <w:r w:rsidR="008E1963">
        <w:t>-</w:t>
      </w:r>
      <w:r>
        <w:t>Farsi (d. 529/1134)</w:t>
      </w:r>
      <w:bookmarkEnd w:id="261"/>
    </w:p>
    <w:p w:rsidR="000D3C43" w:rsidRDefault="00D442CD" w:rsidP="00D442CD">
      <w:pPr>
        <w:pStyle w:val="libNormal"/>
      </w:pPr>
      <w:r>
        <w:t>In his Majma’ al</w:t>
      </w:r>
      <w:r w:rsidR="008E1963">
        <w:t>-</w:t>
      </w:r>
      <w:r>
        <w:t>­ghara'ib fi gharib al</w:t>
      </w:r>
      <w:r w:rsidR="008E1963">
        <w:t>-</w:t>
      </w:r>
      <w:r>
        <w:t>hadith.</w:t>
      </w:r>
    </w:p>
    <w:p w:rsidR="00D442CD" w:rsidRDefault="00D442CD" w:rsidP="00941CD7">
      <w:pPr>
        <w:pStyle w:val="Heading2Center"/>
      </w:pPr>
      <w:bookmarkStart w:id="262" w:name="_Toc484431686"/>
      <w:r>
        <w:t>230. Abu ‘Abd Allah Muhammad ibn al</w:t>
      </w:r>
      <w:r w:rsidR="008E1963">
        <w:t>-</w:t>
      </w:r>
      <w:r>
        <w:t>Amraki al</w:t>
      </w:r>
      <w:r w:rsidR="008E1963">
        <w:t>-</w:t>
      </w:r>
      <w:r>
        <w:t>­Mattuthi al</w:t>
      </w:r>
      <w:r w:rsidR="008E1963">
        <w:t>-</w:t>
      </w:r>
      <w:r>
        <w:t>­Busanji.</w:t>
      </w:r>
      <w:bookmarkEnd w:id="262"/>
    </w:p>
    <w:p w:rsidR="000D3C43" w:rsidRDefault="00D442CD" w:rsidP="00D442CD">
      <w:pPr>
        <w:pStyle w:val="libNormal"/>
      </w:pPr>
      <w:r>
        <w:t>In Ibn ‘Asakir Mu’jam shuyukhih (MS., F. 205). He was Ibn ‘Asakir's teacher.</w:t>
      </w:r>
    </w:p>
    <w:p w:rsidR="00D442CD" w:rsidRDefault="00D442CD" w:rsidP="00941CD7">
      <w:pPr>
        <w:pStyle w:val="Heading2Center"/>
      </w:pPr>
      <w:bookmarkStart w:id="263" w:name="_Toc484431687"/>
      <w:r>
        <w:t>231. Muhammad ibn Hammuyah al</w:t>
      </w:r>
      <w:r w:rsidR="008E1963">
        <w:t>-</w:t>
      </w:r>
      <w:r>
        <w:t>Juwayni (d. 530/1135).</w:t>
      </w:r>
      <w:bookmarkEnd w:id="263"/>
    </w:p>
    <w:p w:rsidR="000D3C43" w:rsidRDefault="00D442CD" w:rsidP="00D442CD">
      <w:pPr>
        <w:pStyle w:val="libNormal"/>
      </w:pPr>
      <w:r>
        <w:t>In al</w:t>
      </w:r>
      <w:r w:rsidR="008E1963">
        <w:t>-</w:t>
      </w:r>
      <w:r>
        <w:t>Hamawi (Fara'id al</w:t>
      </w:r>
      <w:r w:rsidR="008E1963">
        <w:t>-</w:t>
      </w:r>
      <w:r>
        <w:t>simtayn, al</w:t>
      </w:r>
      <w:r w:rsidR="008E1963">
        <w:t>-</w:t>
      </w:r>
      <w:r>
        <w:t>simt al</w:t>
      </w:r>
      <w:r w:rsidR="008E1963">
        <w:t>-</w:t>
      </w:r>
      <w:r>
        <w:t>thani, bab 55) from him. A well</w:t>
      </w:r>
      <w:r w:rsidR="008E1963">
        <w:t>-</w:t>
      </w:r>
      <w:r>
        <w:t xml:space="preserve">known scholar of his age. </w:t>
      </w:r>
      <w:r w:rsidRPr="007F1F07">
        <w:rPr>
          <w:rStyle w:val="libFootnotenumChar"/>
        </w:rPr>
        <w:t>3</w:t>
      </w:r>
    </w:p>
    <w:p w:rsidR="00D442CD" w:rsidRDefault="00D442CD" w:rsidP="00941CD7">
      <w:pPr>
        <w:pStyle w:val="Heading2Center"/>
      </w:pPr>
      <w:bookmarkStart w:id="264" w:name="_Toc484431688"/>
      <w:r>
        <w:t>232. Abu Nasr Ahmad ibn ‘Ali al</w:t>
      </w:r>
      <w:r w:rsidR="008E1963">
        <w:t>-</w:t>
      </w:r>
      <w:r>
        <w:t>­Tusi, known as Ibn al</w:t>
      </w:r>
      <w:r w:rsidR="008E1963">
        <w:t>-</w:t>
      </w:r>
      <w:r>
        <w:t>’Iraqi.</w:t>
      </w:r>
      <w:bookmarkEnd w:id="264"/>
    </w:p>
    <w:p w:rsidR="000D3C43" w:rsidRDefault="00D442CD" w:rsidP="00D442CD">
      <w:pPr>
        <w:pStyle w:val="libNormal"/>
      </w:pPr>
      <w:r>
        <w:t>Ibn ‘Asakir in Mu’jam shuyakhih (F. 11).</w:t>
      </w:r>
    </w:p>
    <w:p w:rsidR="00D442CD" w:rsidRDefault="00D442CD" w:rsidP="00941CD7">
      <w:pPr>
        <w:pStyle w:val="Heading2Center"/>
      </w:pPr>
      <w:bookmarkStart w:id="265" w:name="_Toc484431689"/>
      <w:r>
        <w:t>233. Zahir ibn Tahir ibn al</w:t>
      </w:r>
      <w:r w:rsidR="008E1963">
        <w:t>-</w:t>
      </w:r>
      <w:r>
        <w:t>Qasim al</w:t>
      </w:r>
      <w:r w:rsidR="008E1963">
        <w:t>-</w:t>
      </w:r>
      <w:r>
        <w:t>­Shahhami al</w:t>
      </w:r>
      <w:r w:rsidR="008E1963">
        <w:t>-</w:t>
      </w:r>
      <w:r>
        <w:t>Mustamli (d. 533/1138).</w:t>
      </w:r>
      <w:bookmarkEnd w:id="265"/>
    </w:p>
    <w:p w:rsidR="000D3C43" w:rsidRDefault="00D442CD" w:rsidP="00D442CD">
      <w:pPr>
        <w:pStyle w:val="libNormal"/>
      </w:pPr>
      <w:r>
        <w:t>Al</w:t>
      </w:r>
      <w:r w:rsidR="008E1963">
        <w:t>-</w:t>
      </w:r>
      <w:r>
        <w:t>Khwarazmi (Maqtal al</w:t>
      </w:r>
      <w:r w:rsidR="008E1963">
        <w:t>-</w:t>
      </w:r>
      <w:r>
        <w:t>Husayn, i, 104). Tawthiq by Ibn al</w:t>
      </w:r>
      <w:r w:rsidR="008E1963">
        <w:t>-</w:t>
      </w:r>
      <w:r>
        <w:t xml:space="preserve">Jazari. </w:t>
      </w:r>
      <w:r w:rsidRPr="007F1F07">
        <w:rPr>
          <w:rStyle w:val="libFootnotenumChar"/>
        </w:rPr>
        <w:t>4</w:t>
      </w:r>
    </w:p>
    <w:p w:rsidR="00D442CD" w:rsidRDefault="00D442CD" w:rsidP="00941CD7">
      <w:pPr>
        <w:pStyle w:val="Heading2Center"/>
      </w:pPr>
      <w:bookmarkStart w:id="266" w:name="_Toc484431690"/>
      <w:r>
        <w:lastRenderedPageBreak/>
        <w:t>234. Abu al</w:t>
      </w:r>
      <w:r w:rsidR="008E1963">
        <w:t>-</w:t>
      </w:r>
      <w:r>
        <w:t>Husayn Razin ibn Mu’awiyah al</w:t>
      </w:r>
      <w:r w:rsidR="008E1963">
        <w:t>-</w:t>
      </w:r>
      <w:r>
        <w:t>Abdari (d. 535/ 1140).</w:t>
      </w:r>
      <w:bookmarkEnd w:id="266"/>
    </w:p>
    <w:p w:rsidR="000D3C43" w:rsidRDefault="00D442CD" w:rsidP="00D442CD">
      <w:pPr>
        <w:pStyle w:val="libNormal"/>
      </w:pPr>
      <w:r>
        <w:t>In al</w:t>
      </w:r>
      <w:r w:rsidR="008E1963">
        <w:t>-</w:t>
      </w:r>
      <w:r>
        <w:t>Jam’ bayn al</w:t>
      </w:r>
      <w:r w:rsidR="008E1963">
        <w:t>-</w:t>
      </w:r>
      <w:r>
        <w:t>Sihah al</w:t>
      </w:r>
      <w:r w:rsidR="008E1963">
        <w:t>-</w:t>
      </w:r>
      <w:r>
        <w:t>sittah, MS. A leading traditionist.</w:t>
      </w:r>
    </w:p>
    <w:p w:rsidR="00D442CD" w:rsidRDefault="00D442CD" w:rsidP="00941CD7">
      <w:pPr>
        <w:pStyle w:val="Heading2Center"/>
      </w:pPr>
      <w:bookmarkStart w:id="267" w:name="_Toc484431691"/>
      <w:r>
        <w:t>235. Abu al</w:t>
      </w:r>
      <w:r w:rsidR="008E1963">
        <w:t>-</w:t>
      </w:r>
      <w:r>
        <w:t>Barakat ‘Abd al</w:t>
      </w:r>
      <w:r w:rsidR="008E1963">
        <w:t>-</w:t>
      </w:r>
      <w:r>
        <w:t>Wahhab ibn al</w:t>
      </w:r>
      <w:r w:rsidR="008E1963">
        <w:t>-</w:t>
      </w:r>
      <w:r>
        <w:t>Mubarak al</w:t>
      </w:r>
      <w:r w:rsidR="008E1963">
        <w:t>-</w:t>
      </w:r>
      <w:r>
        <w:t>Anmati al</w:t>
      </w:r>
      <w:r w:rsidR="008E1963">
        <w:t>-</w:t>
      </w:r>
      <w:r>
        <w:t>Baghdadi (d. 538/1143).</w:t>
      </w:r>
      <w:bookmarkEnd w:id="267"/>
    </w:p>
    <w:p w:rsidR="000D3C43" w:rsidRDefault="00D442CD" w:rsidP="00D442CD">
      <w:pPr>
        <w:pStyle w:val="libNormal"/>
      </w:pPr>
      <w:r>
        <w:t>In Sibt ibn al</w:t>
      </w:r>
      <w:r w:rsidR="008E1963">
        <w:t>-</w:t>
      </w:r>
      <w:r>
        <w:t>Jawzi, Tadhkirat khawass al</w:t>
      </w:r>
      <w:r w:rsidR="008E1963">
        <w:t>-</w:t>
      </w:r>
      <w:r>
        <w:t>ummah, 322</w:t>
      </w:r>
      <w:r w:rsidR="008E1963">
        <w:t>-</w:t>
      </w:r>
      <w:r>
        <w:t>323. Tawthiq by al</w:t>
      </w:r>
      <w:r w:rsidR="008E1963">
        <w:t>-</w:t>
      </w:r>
      <w:r>
        <w:t>Sam’ani, al</w:t>
      </w:r>
      <w:r w:rsidR="008E1963">
        <w:t>-</w:t>
      </w:r>
      <w:r>
        <w:t xml:space="preserve">­Salafi and Abu Sa’d. </w:t>
      </w:r>
      <w:r w:rsidRPr="007F1F07">
        <w:rPr>
          <w:rStyle w:val="libFootnotenumChar"/>
        </w:rPr>
        <w:t>5</w:t>
      </w:r>
    </w:p>
    <w:p w:rsidR="00D442CD" w:rsidRDefault="00D442CD" w:rsidP="00941CD7">
      <w:pPr>
        <w:pStyle w:val="Heading2Center"/>
      </w:pPr>
      <w:bookmarkStart w:id="268" w:name="_Toc484431692"/>
      <w:r>
        <w:t>236. Jar Allah al</w:t>
      </w:r>
      <w:r w:rsidR="008E1963">
        <w:t>-</w:t>
      </w:r>
      <w:r>
        <w:t>Zamakhshari (d. 538/1143).</w:t>
      </w:r>
      <w:bookmarkEnd w:id="268"/>
    </w:p>
    <w:p w:rsidR="000D3C43" w:rsidRDefault="00D442CD" w:rsidP="00D442CD">
      <w:pPr>
        <w:pStyle w:val="libNormal"/>
      </w:pPr>
      <w:r>
        <w:t>In al</w:t>
      </w:r>
      <w:r w:rsidR="008E1963">
        <w:t>-</w:t>
      </w:r>
      <w:r>
        <w:t>Fa'iq fi gharib al</w:t>
      </w:r>
      <w:r w:rsidR="008E1963">
        <w:t>-</w:t>
      </w:r>
      <w:r>
        <w:t>hadith, i, 170. A great scholar, philologist, grammarian, traditionist, exegete and man of letters.</w:t>
      </w:r>
    </w:p>
    <w:p w:rsidR="00D442CD" w:rsidRDefault="00D442CD" w:rsidP="00941CD7">
      <w:pPr>
        <w:pStyle w:val="Heading2Center"/>
      </w:pPr>
      <w:bookmarkStart w:id="269" w:name="_Toc484431693"/>
      <w:r>
        <w:t>237. Ibn aI</w:t>
      </w:r>
      <w:r w:rsidR="008E1963">
        <w:t>-</w:t>
      </w:r>
      <w:r>
        <w:t>’Arabi al</w:t>
      </w:r>
      <w:r w:rsidR="008E1963">
        <w:t>-</w:t>
      </w:r>
      <w:r>
        <w:t>Maliki (d. 543/1148).</w:t>
      </w:r>
      <w:bookmarkEnd w:id="269"/>
    </w:p>
    <w:p w:rsidR="000D3C43" w:rsidRDefault="00D442CD" w:rsidP="00D442CD">
      <w:pPr>
        <w:pStyle w:val="libNormal"/>
      </w:pPr>
      <w:r>
        <w:t>In ‘Aridat al</w:t>
      </w:r>
      <w:r w:rsidR="008E1963">
        <w:t>-</w:t>
      </w:r>
      <w:r>
        <w:t>ahwadhi, xiii, 73.</w:t>
      </w:r>
    </w:p>
    <w:p w:rsidR="00D442CD" w:rsidRDefault="00D442CD" w:rsidP="00941CD7">
      <w:pPr>
        <w:pStyle w:val="Heading2Center"/>
      </w:pPr>
      <w:bookmarkStart w:id="270" w:name="_Toc484431694"/>
      <w:r>
        <w:t>238. Al</w:t>
      </w:r>
      <w:r w:rsidR="008E1963">
        <w:t>-</w:t>
      </w:r>
      <w:r>
        <w:t>Qadi Abu al</w:t>
      </w:r>
      <w:r w:rsidR="008E1963">
        <w:t>-</w:t>
      </w:r>
      <w:r>
        <w:t>Fadl ‘lyad ibn Musa al</w:t>
      </w:r>
      <w:r w:rsidR="008E1963">
        <w:t>-</w:t>
      </w:r>
      <w:r>
        <w:t>Yahsabi (d. 544/ 1149).</w:t>
      </w:r>
      <w:bookmarkEnd w:id="270"/>
    </w:p>
    <w:p w:rsidR="000D3C43" w:rsidRDefault="00D442CD" w:rsidP="00D442CD">
      <w:pPr>
        <w:pStyle w:val="libNormal"/>
      </w:pPr>
      <w:r>
        <w:t>In al</w:t>
      </w:r>
      <w:r w:rsidR="008E1963">
        <w:t>-</w:t>
      </w:r>
      <w:r>
        <w:t>Shifa' bi ta’rif huquq al</w:t>
      </w:r>
      <w:r w:rsidR="008E1963">
        <w:t>-</w:t>
      </w:r>
      <w:r>
        <w:t>Mustafa (al</w:t>
      </w:r>
      <w:r w:rsidR="008E1963">
        <w:t>-</w:t>
      </w:r>
      <w:r>
        <w:t>Qari's sharh, 485, 657</w:t>
      </w:r>
      <w:r w:rsidR="008E1963">
        <w:t>-</w:t>
      </w:r>
      <w:r>
        <w:t xml:space="preserve">658). A leading scholar, traditionist, grammarian and historian of his era. </w:t>
      </w:r>
      <w:r w:rsidRPr="007F1F07">
        <w:rPr>
          <w:rStyle w:val="libFootnotenumChar"/>
        </w:rPr>
        <w:t>6</w:t>
      </w:r>
    </w:p>
    <w:p w:rsidR="00D442CD" w:rsidRDefault="00D442CD" w:rsidP="00941CD7">
      <w:pPr>
        <w:pStyle w:val="Heading2Center"/>
      </w:pPr>
      <w:bookmarkStart w:id="271" w:name="_Toc484431695"/>
      <w:r>
        <w:t>239. Abu Muhammad Ahmad ibn Muhammad ibn ‘Ali al</w:t>
      </w:r>
      <w:r w:rsidR="008E1963">
        <w:t>-</w:t>
      </w:r>
      <w:r>
        <w:t>Asimi.</w:t>
      </w:r>
      <w:bookmarkEnd w:id="271"/>
    </w:p>
    <w:p w:rsidR="000D3C43" w:rsidRDefault="00D442CD" w:rsidP="00D442CD">
      <w:pPr>
        <w:pStyle w:val="libNormal"/>
      </w:pPr>
      <w:r>
        <w:t>In his book Zayn al­fata fi tafsir Surat Hal Ata, MS. from Abu Dharr and Zayd ibn Arqam.</w:t>
      </w:r>
    </w:p>
    <w:p w:rsidR="00D442CD" w:rsidRDefault="00D442CD" w:rsidP="00941CD7">
      <w:pPr>
        <w:pStyle w:val="Heading2Center"/>
      </w:pPr>
      <w:bookmarkStart w:id="272" w:name="_Toc484431696"/>
      <w:r>
        <w:t>240. Al</w:t>
      </w:r>
      <w:r w:rsidR="008E1963">
        <w:t>-</w:t>
      </w:r>
      <w:r>
        <w:t>Qadi Abu Muhammad ibn ‘Atiyyah al</w:t>
      </w:r>
      <w:r w:rsidR="008E1963">
        <w:t>-</w:t>
      </w:r>
      <w:r>
        <w:t>Muharibi al</w:t>
      </w:r>
      <w:r w:rsidR="008E1963">
        <w:t>-</w:t>
      </w:r>
      <w:r>
        <w:t>Gharnati (d. 546/1151).</w:t>
      </w:r>
      <w:bookmarkEnd w:id="272"/>
    </w:p>
    <w:p w:rsidR="000D3C43" w:rsidRDefault="00D442CD" w:rsidP="00D442CD">
      <w:pPr>
        <w:pStyle w:val="libNormal"/>
      </w:pPr>
      <w:r>
        <w:t>In his exegesis al</w:t>
      </w:r>
      <w:r w:rsidR="008E1963">
        <w:t>-</w:t>
      </w:r>
      <w:r>
        <w:t>Muharraz al</w:t>
      </w:r>
      <w:r w:rsidR="008E1963">
        <w:t>-</w:t>
      </w:r>
      <w:r>
        <w:t>wajiz fi tafsir Kitab Allah al</w:t>
      </w:r>
      <w:r w:rsidR="008E1963">
        <w:t>-</w:t>
      </w:r>
      <w:r>
        <w:t xml:space="preserve">Aziz, i, 34. Scholar, exegete, faqih, grammarian, traditionist and man of letters. </w:t>
      </w:r>
      <w:r w:rsidRPr="007F1F07">
        <w:rPr>
          <w:rStyle w:val="libFootnotenumChar"/>
        </w:rPr>
        <w:t>7</w:t>
      </w:r>
    </w:p>
    <w:p w:rsidR="00D442CD" w:rsidRDefault="00D442CD" w:rsidP="00941CD7">
      <w:pPr>
        <w:pStyle w:val="Heading2Center"/>
      </w:pPr>
      <w:bookmarkStart w:id="273" w:name="_Toc484431697"/>
      <w:r>
        <w:t>241. Abu al</w:t>
      </w:r>
      <w:r w:rsidR="008E1963">
        <w:t>-</w:t>
      </w:r>
      <w:r>
        <w:t>Fadl ibn Nasir al</w:t>
      </w:r>
      <w:r w:rsidR="008E1963">
        <w:t>-</w:t>
      </w:r>
      <w:r>
        <w:t>Salami al</w:t>
      </w:r>
      <w:r w:rsidR="008E1963">
        <w:t>-</w:t>
      </w:r>
      <w:r>
        <w:t>Baghdadi (d. 550/1155).</w:t>
      </w:r>
      <w:bookmarkEnd w:id="273"/>
    </w:p>
    <w:p w:rsidR="000D3C43" w:rsidRDefault="00D442CD" w:rsidP="00D442CD">
      <w:pPr>
        <w:pStyle w:val="libNormal"/>
      </w:pPr>
      <w:r>
        <w:t>In al</w:t>
      </w:r>
      <w:r w:rsidR="008E1963">
        <w:t>-</w:t>
      </w:r>
      <w:r>
        <w:t>Hamawi (Fara'id al</w:t>
      </w:r>
      <w:r w:rsidR="008E1963">
        <w:t>-</w:t>
      </w:r>
      <w:r>
        <w:t>simtayn, simt 2, bab 55). Tawthiq by Ibn al</w:t>
      </w:r>
      <w:r w:rsidR="008E1963">
        <w:t>-</w:t>
      </w:r>
      <w:r>
        <w:t xml:space="preserve">­Jawzi. </w:t>
      </w:r>
      <w:r w:rsidRPr="007F1F07">
        <w:rPr>
          <w:rStyle w:val="libFootnotenumChar"/>
        </w:rPr>
        <w:t>8</w:t>
      </w:r>
    </w:p>
    <w:p w:rsidR="00D442CD" w:rsidRDefault="00D442CD" w:rsidP="00941CD7">
      <w:pPr>
        <w:pStyle w:val="Heading2Center"/>
      </w:pPr>
      <w:bookmarkStart w:id="274" w:name="_Toc484431698"/>
      <w:r>
        <w:t>242. Abu al</w:t>
      </w:r>
      <w:r w:rsidR="008E1963">
        <w:t>-</w:t>
      </w:r>
      <w:r>
        <w:t>Mu'ayyad Muwaffaq ibn Ahmad al</w:t>
      </w:r>
      <w:r w:rsidR="008E1963">
        <w:t>-</w:t>
      </w:r>
      <w:r>
        <w:t>Makki, known as Akhtab Khwarazm (538/1143).</w:t>
      </w:r>
      <w:bookmarkEnd w:id="274"/>
    </w:p>
    <w:p w:rsidR="000D3C43" w:rsidRDefault="00D442CD" w:rsidP="00D442CD">
      <w:pPr>
        <w:pStyle w:val="libNormal"/>
      </w:pPr>
      <w:r>
        <w:t>In his al</w:t>
      </w:r>
      <w:r w:rsidR="008E1963">
        <w:t>-</w:t>
      </w:r>
      <w:r>
        <w:t>Manaqib with his isnad from Zayd ibn Arqam.</w:t>
      </w:r>
    </w:p>
    <w:p w:rsidR="00D442CD" w:rsidRDefault="00D442CD" w:rsidP="00941CD7">
      <w:pPr>
        <w:pStyle w:val="Heading2Center"/>
      </w:pPr>
      <w:bookmarkStart w:id="275" w:name="_Toc484431699"/>
      <w:r>
        <w:t>243. Al</w:t>
      </w:r>
      <w:r w:rsidR="008E1963">
        <w:t>-</w:t>
      </w:r>
      <w:r>
        <w:t>Hafiz Abu al</w:t>
      </w:r>
      <w:r w:rsidR="008E1963">
        <w:t>-</w:t>
      </w:r>
      <w:r>
        <w:t>Ala' al</w:t>
      </w:r>
      <w:r w:rsidR="008E1963">
        <w:t>-</w:t>
      </w:r>
      <w:r>
        <w:t>Hasan ibn Ahmad al</w:t>
      </w:r>
      <w:r w:rsidR="008E1963">
        <w:t>-</w:t>
      </w:r>
      <w:r>
        <w:t>Attar al</w:t>
      </w:r>
      <w:r w:rsidR="008E1963">
        <w:t>-</w:t>
      </w:r>
      <w:r>
        <w:t>Hamadani (d. 569/1173).</w:t>
      </w:r>
      <w:bookmarkEnd w:id="275"/>
    </w:p>
    <w:p w:rsidR="000D3C43" w:rsidRDefault="00D442CD" w:rsidP="00D442CD">
      <w:pPr>
        <w:pStyle w:val="libNormal"/>
      </w:pPr>
      <w:r>
        <w:t>In al</w:t>
      </w:r>
      <w:r w:rsidR="008E1963">
        <w:t>-</w:t>
      </w:r>
      <w:r>
        <w:t>Khwarazmi (Maqtal al</w:t>
      </w:r>
      <w:r w:rsidR="008E1963">
        <w:t>-</w:t>
      </w:r>
      <w:r>
        <w:t>Husayn, i, 104) from him, from Abu al</w:t>
      </w:r>
      <w:r w:rsidR="008E1963">
        <w:t>-</w:t>
      </w:r>
      <w:r>
        <w:t>Qasim Zahir ibn Tahir al</w:t>
      </w:r>
      <w:r w:rsidR="008E1963">
        <w:t>-</w:t>
      </w:r>
      <w:r>
        <w:t>Shahhami al</w:t>
      </w:r>
      <w:r w:rsidR="008E1963">
        <w:t>-</w:t>
      </w:r>
      <w:r>
        <w:t>Mustamli al</w:t>
      </w:r>
      <w:r w:rsidR="008E1963">
        <w:t>-</w:t>
      </w:r>
      <w:r>
        <w:t>Nishaburi. Tawthiq by al</w:t>
      </w:r>
      <w:r w:rsidR="008E1963">
        <w:t>-</w:t>
      </w:r>
      <w:r>
        <w:t xml:space="preserve">Jazari. </w:t>
      </w:r>
      <w:r w:rsidRPr="007F1F07">
        <w:rPr>
          <w:rStyle w:val="libFootnotenumChar"/>
        </w:rPr>
        <w:t>9</w:t>
      </w:r>
    </w:p>
    <w:p w:rsidR="00D442CD" w:rsidRDefault="00D442CD" w:rsidP="00941CD7">
      <w:pPr>
        <w:pStyle w:val="Heading2Center"/>
      </w:pPr>
      <w:bookmarkStart w:id="276" w:name="_Toc484431700"/>
      <w:r>
        <w:t>244. ‘Umar ibn ‘Isa al</w:t>
      </w:r>
      <w:r w:rsidR="008E1963">
        <w:t>-</w:t>
      </w:r>
      <w:r>
        <w:t>Khatibi al</w:t>
      </w:r>
      <w:r w:rsidR="008E1963">
        <w:t>-</w:t>
      </w:r>
      <w:r>
        <w:t>Dihlaqi.</w:t>
      </w:r>
      <w:bookmarkEnd w:id="276"/>
    </w:p>
    <w:p w:rsidR="000D3C43" w:rsidRDefault="00D442CD" w:rsidP="00D442CD">
      <w:pPr>
        <w:pStyle w:val="libNormal"/>
      </w:pPr>
      <w:r>
        <w:t>In his book Lubab al</w:t>
      </w:r>
      <w:r w:rsidR="008E1963">
        <w:t>-</w:t>
      </w:r>
      <w:r>
        <w:t>albab fi fada'iI al</w:t>
      </w:r>
      <w:r w:rsidR="008E1963">
        <w:t>-</w:t>
      </w:r>
      <w:r>
        <w:t>Khulafa' wa al</w:t>
      </w:r>
      <w:r w:rsidR="008E1963">
        <w:t>-</w:t>
      </w:r>
      <w:r>
        <w:t>Ashab, bab 4, F. 147, MS. 3912 in Maktabah Nur ‘Uthmaniyyah and MS. 3343 in al</w:t>
      </w:r>
      <w:r w:rsidR="008E1963">
        <w:t>-</w:t>
      </w:r>
      <w:r>
        <w:t>Maktabah al</w:t>
      </w:r>
      <w:r w:rsidR="008E1963">
        <w:t>-</w:t>
      </w:r>
      <w:r>
        <w:t>­Sulaymaniyyah in Turkey.</w:t>
      </w:r>
    </w:p>
    <w:p w:rsidR="00D442CD" w:rsidRDefault="00D442CD" w:rsidP="00941CD7">
      <w:pPr>
        <w:pStyle w:val="Heading2Center"/>
      </w:pPr>
      <w:bookmarkStart w:id="277" w:name="_Toc484431701"/>
      <w:r>
        <w:lastRenderedPageBreak/>
        <w:t>245. Abu al</w:t>
      </w:r>
      <w:r w:rsidR="008E1963">
        <w:t>-</w:t>
      </w:r>
      <w:r>
        <w:t>Qasim ‘Ali ibn al</w:t>
      </w:r>
      <w:r w:rsidR="008E1963">
        <w:t>-</w:t>
      </w:r>
      <w:r>
        <w:t>Husayn ibn Hibat Allah al</w:t>
      </w:r>
      <w:r w:rsidR="008E1963">
        <w:t>-</w:t>
      </w:r>
      <w:r>
        <w:t>Dimashqi, known as Ibn ‘Asakir (d. 571/1175).</w:t>
      </w:r>
      <w:bookmarkEnd w:id="277"/>
    </w:p>
    <w:p w:rsidR="000D3C43" w:rsidRDefault="00D442CD" w:rsidP="00D442CD">
      <w:pPr>
        <w:pStyle w:val="libNormal"/>
      </w:pPr>
      <w:r>
        <w:t>In Ta'rikh Ibn Kathir (v, 208) and al</w:t>
      </w:r>
      <w:r w:rsidR="008E1963">
        <w:t>-</w:t>
      </w:r>
      <w:r>
        <w:t>Kanji in Kifayat al</w:t>
      </w:r>
      <w:r w:rsidR="008E1963">
        <w:t>-</w:t>
      </w:r>
      <w:r>
        <w:t>talib. One of the great traditionists and historians.</w:t>
      </w:r>
    </w:p>
    <w:p w:rsidR="00D442CD" w:rsidRDefault="00D442CD" w:rsidP="00941CD7">
      <w:pPr>
        <w:pStyle w:val="Heading2Center"/>
      </w:pPr>
      <w:bookmarkStart w:id="278" w:name="_Toc484431702"/>
      <w:r>
        <w:t>246. Muhammad ibn ‘Umar ibn Ahmad ibn ‘Umar al</w:t>
      </w:r>
      <w:r w:rsidR="008E1963">
        <w:t>-</w:t>
      </w:r>
      <w:r>
        <w:t>Isfahani known as Abu Musa al</w:t>
      </w:r>
      <w:r w:rsidR="008E1963">
        <w:t>-</w:t>
      </w:r>
      <w:r>
        <w:t>Madini (d. 581/1185).</w:t>
      </w:r>
      <w:bookmarkEnd w:id="278"/>
    </w:p>
    <w:p w:rsidR="000D3C43" w:rsidRDefault="00D442CD" w:rsidP="00D442CD">
      <w:pPr>
        <w:pStyle w:val="libNormal"/>
      </w:pPr>
      <w:r>
        <w:t>In his Tatimmat Ma’rifat al</w:t>
      </w:r>
      <w:r w:rsidR="008E1963">
        <w:t>-</w:t>
      </w:r>
      <w:r>
        <w:t>Sahabah, appended to Abu Nu’aym's book, and as mentioned by al</w:t>
      </w:r>
      <w:r w:rsidR="008E1963">
        <w:t>-</w:t>
      </w:r>
      <w:r>
        <w:t>Sakhawi; al</w:t>
      </w:r>
      <w:r w:rsidR="008E1963">
        <w:t>-</w:t>
      </w:r>
      <w:r>
        <w:t>Samhudi, Ibn al</w:t>
      </w:r>
      <w:r w:rsidR="008E1963">
        <w:t>-</w:t>
      </w:r>
      <w:r>
        <w:t>Athir (Usd al</w:t>
      </w:r>
      <w:r w:rsidR="008E1963">
        <w:t>-</w:t>
      </w:r>
      <w:r>
        <w:t>ghabah) and Ibn Hajar (al</w:t>
      </w:r>
      <w:r w:rsidR="008E1963">
        <w:t>-</w:t>
      </w:r>
      <w:r>
        <w:t>Isabah). Tawthiq by al</w:t>
      </w:r>
      <w:r w:rsidR="008E1963">
        <w:t>-</w:t>
      </w:r>
      <w:r>
        <w:t>Dhahabi, al</w:t>
      </w:r>
      <w:r w:rsidR="008E1963">
        <w:t>-</w:t>
      </w:r>
      <w:r>
        <w:t>Sam’ani, Ibn al</w:t>
      </w:r>
      <w:r w:rsidR="008E1963">
        <w:t>-</w:t>
      </w:r>
      <w:r>
        <w:t>Najjar, al</w:t>
      </w:r>
      <w:r w:rsidR="008E1963">
        <w:t>-</w:t>
      </w:r>
      <w:r>
        <w:t xml:space="preserve">Tha’alibi and others. </w:t>
      </w:r>
      <w:r w:rsidRPr="007F1F07">
        <w:rPr>
          <w:rStyle w:val="libFootnotenumChar"/>
        </w:rPr>
        <w:t>10</w:t>
      </w:r>
    </w:p>
    <w:p w:rsidR="00D442CD" w:rsidRDefault="00D442CD" w:rsidP="00941CD7">
      <w:pPr>
        <w:pStyle w:val="Heading2Center"/>
      </w:pPr>
      <w:bookmarkStart w:id="279" w:name="_Toc484431703"/>
      <w:r>
        <w:t>247. Abu ‘Abd Allah Muhammad ibn Muslim ibn Abi al</w:t>
      </w:r>
      <w:r w:rsidR="008E1963">
        <w:t>-</w:t>
      </w:r>
      <w:r>
        <w:t>Fawaris al</w:t>
      </w:r>
      <w:r w:rsidR="008E1963">
        <w:t>-</w:t>
      </w:r>
      <w:r>
        <w:t>Razi.</w:t>
      </w:r>
      <w:bookmarkEnd w:id="279"/>
    </w:p>
    <w:p w:rsidR="000D3C43" w:rsidRDefault="00D442CD" w:rsidP="00D442CD">
      <w:pPr>
        <w:pStyle w:val="libNormal"/>
      </w:pPr>
      <w:r>
        <w:t>In his al</w:t>
      </w:r>
      <w:r w:rsidR="008E1963">
        <w:t>-</w:t>
      </w:r>
      <w:r>
        <w:t>Kitab al</w:t>
      </w:r>
      <w:r w:rsidR="008E1963">
        <w:t>-</w:t>
      </w:r>
      <w:r>
        <w:t>mubin fi fada'il al</w:t>
      </w:r>
      <w:r w:rsidR="008E1963">
        <w:t>-</w:t>
      </w:r>
      <w:r>
        <w:t>Imam Amir al</w:t>
      </w:r>
      <w:r w:rsidR="008E1963">
        <w:t>-</w:t>
      </w:r>
      <w:r>
        <w:t>Mu'minin, MS.</w:t>
      </w:r>
    </w:p>
    <w:p w:rsidR="00D442CD" w:rsidRDefault="00D442CD" w:rsidP="00941CD7">
      <w:pPr>
        <w:pStyle w:val="Heading2Center"/>
      </w:pPr>
      <w:bookmarkStart w:id="280" w:name="_Toc484431704"/>
      <w:r>
        <w:t>248. Siraj al</w:t>
      </w:r>
      <w:r w:rsidR="008E1963">
        <w:t>-</w:t>
      </w:r>
      <w:r>
        <w:t>Din Abu Muhammad ‘Ali ibn ‘Uthman ibn Muhammad al</w:t>
      </w:r>
      <w:r w:rsidR="008E1963">
        <w:t>-</w:t>
      </w:r>
      <w:r>
        <w:t>’Ushi al</w:t>
      </w:r>
      <w:r w:rsidR="008E1963">
        <w:t>-</w:t>
      </w:r>
      <w:r>
        <w:t>Farghani al</w:t>
      </w:r>
      <w:r w:rsidR="008E1963">
        <w:t>-</w:t>
      </w:r>
      <w:r>
        <w:t>Hanafi (d. after 569/1174).</w:t>
      </w:r>
      <w:bookmarkEnd w:id="280"/>
    </w:p>
    <w:p w:rsidR="000D3C43" w:rsidRDefault="00D442CD" w:rsidP="00D442CD">
      <w:pPr>
        <w:pStyle w:val="libNormal"/>
      </w:pPr>
      <w:r>
        <w:t>In his Nisab al</w:t>
      </w:r>
      <w:r w:rsidR="008E1963">
        <w:t>-</w:t>
      </w:r>
      <w:r>
        <w:t>akhbar Ii tadhkirat al</w:t>
      </w:r>
      <w:r w:rsidR="008E1963">
        <w:t>-</w:t>
      </w:r>
      <w:r>
        <w:t>akhyar, as mentioned by al</w:t>
      </w:r>
      <w:r w:rsidR="008E1963">
        <w:t>-</w:t>
      </w:r>
      <w:r>
        <w:t>Dawlatabadi in Hidayat al</w:t>
      </w:r>
      <w:r w:rsidR="008E1963">
        <w:t>-</w:t>
      </w:r>
      <w:r>
        <w:t xml:space="preserve">su’ada'. A leading scholar of his age. </w:t>
      </w:r>
      <w:r w:rsidRPr="007F1F07">
        <w:rPr>
          <w:rStyle w:val="libFootnotenumChar"/>
        </w:rPr>
        <w:t>11</w:t>
      </w:r>
    </w:p>
    <w:p w:rsidR="000D3C43" w:rsidRDefault="00D442CD" w:rsidP="00941CD7">
      <w:pPr>
        <w:pStyle w:val="Heading2Center"/>
      </w:pPr>
      <w:bookmarkStart w:id="281" w:name="_Toc484431705"/>
      <w:r>
        <w:t>249. Abu al</w:t>
      </w:r>
      <w:r w:rsidR="008E1963">
        <w:t>-</w:t>
      </w:r>
      <w:r>
        <w:t>Faraj ‘Abd al</w:t>
      </w:r>
      <w:r w:rsidR="008E1963">
        <w:t>-</w:t>
      </w:r>
      <w:r>
        <w:t>Rahman ibn ‘Ali ibn Muhammad, known as Ibn al</w:t>
      </w:r>
      <w:r w:rsidR="008E1963">
        <w:t>-</w:t>
      </w:r>
      <w:r>
        <w:t>Jawzi (d. 597/1200).</w:t>
      </w:r>
      <w:bookmarkEnd w:id="281"/>
    </w:p>
    <w:p w:rsidR="000D3C43" w:rsidRDefault="00D442CD" w:rsidP="00D442CD">
      <w:pPr>
        <w:pStyle w:val="libNormal"/>
      </w:pPr>
      <w:r>
        <w:t>In his al</w:t>
      </w:r>
      <w:r w:rsidR="008E1963">
        <w:t>-</w:t>
      </w:r>
      <w:r>
        <w:t>Musalsalat.</w:t>
      </w:r>
    </w:p>
    <w:p w:rsidR="00D442CD" w:rsidRDefault="00D442CD" w:rsidP="00D442CD">
      <w:pPr>
        <w:pStyle w:val="Heading2Center"/>
      </w:pPr>
      <w:bookmarkStart w:id="282" w:name="_Toc484431706"/>
      <w:r>
        <w:t>Notes</w:t>
      </w:r>
      <w:bookmarkEnd w:id="282"/>
    </w:p>
    <w:p w:rsidR="00D442CD" w:rsidRDefault="00D442CD" w:rsidP="00D442CD">
      <w:pPr>
        <w:pStyle w:val="libFootnote"/>
      </w:pPr>
      <w:r>
        <w:t>1. Ibn al</w:t>
      </w:r>
      <w:r w:rsidR="008E1963">
        <w:t>-</w:t>
      </w:r>
      <w:r>
        <w:t>­Wardi,Tatimmat al</w:t>
      </w:r>
      <w:r w:rsidR="008E1963">
        <w:t>-</w:t>
      </w:r>
      <w:r>
        <w:t>Mukhtasar, ii, 31.</w:t>
      </w:r>
    </w:p>
    <w:p w:rsidR="00D442CD" w:rsidRDefault="00D442CD" w:rsidP="00D442CD">
      <w:pPr>
        <w:pStyle w:val="libFootnote"/>
      </w:pPr>
      <w:r>
        <w:t>2. Al</w:t>
      </w:r>
      <w:r w:rsidR="008E1963">
        <w:t>-</w:t>
      </w:r>
      <w:r>
        <w:t>Ansab, under 'al</w:t>
      </w:r>
      <w:r w:rsidR="008E1963">
        <w:t>-</w:t>
      </w:r>
      <w:r>
        <w:t>­Mazraqi'; al</w:t>
      </w:r>
      <w:r w:rsidR="008E1963">
        <w:t>-</w:t>
      </w:r>
      <w:r>
        <w:t>Dhahabi, Ma`rifat al</w:t>
      </w:r>
      <w:r w:rsidR="008E1963">
        <w:t>-</w:t>
      </w:r>
      <w:r>
        <w:t>­qurra' al</w:t>
      </w:r>
      <w:r w:rsidR="008E1963">
        <w:t>-</w:t>
      </w:r>
      <w:r>
        <w:t>­kibar, i, 391.</w:t>
      </w:r>
    </w:p>
    <w:p w:rsidR="00D442CD" w:rsidRDefault="00D442CD" w:rsidP="00D442CD">
      <w:pPr>
        <w:pStyle w:val="libFootnote"/>
      </w:pPr>
      <w:r>
        <w:t>3. Al</w:t>
      </w:r>
      <w:r w:rsidR="008E1963">
        <w:t>-</w:t>
      </w:r>
      <w:r>
        <w:t>Wafi bi al</w:t>
      </w:r>
      <w:r w:rsidR="008E1963">
        <w:t>-</w:t>
      </w:r>
      <w:r>
        <w:t>Wafayat, iii, 28.</w:t>
      </w:r>
    </w:p>
    <w:p w:rsidR="00D442CD" w:rsidRDefault="00D442CD" w:rsidP="00D442CD">
      <w:pPr>
        <w:pStyle w:val="libFootnote"/>
      </w:pPr>
      <w:r>
        <w:t>4. Tabaqat al</w:t>
      </w:r>
      <w:r w:rsidR="008E1963">
        <w:t>-</w:t>
      </w:r>
      <w:r>
        <w:t>qurra', i, 288.</w:t>
      </w:r>
    </w:p>
    <w:p w:rsidR="00D442CD" w:rsidRDefault="00D442CD" w:rsidP="00D442CD">
      <w:pPr>
        <w:pStyle w:val="libFootnote"/>
      </w:pPr>
      <w:r>
        <w:t>5. Tadhkirat al</w:t>
      </w:r>
      <w:r w:rsidR="008E1963">
        <w:t>-</w:t>
      </w:r>
      <w:r>
        <w:t>huffaz, iv, 1282; Tabaqat al</w:t>
      </w:r>
      <w:r w:rsidR="008E1963">
        <w:t>-</w:t>
      </w:r>
      <w:r>
        <w:t>huffaz, 464.</w:t>
      </w:r>
    </w:p>
    <w:p w:rsidR="00D442CD" w:rsidRDefault="00D442CD" w:rsidP="00D442CD">
      <w:pPr>
        <w:pStyle w:val="libFootnote"/>
      </w:pPr>
      <w:r>
        <w:t>6. Wafayat al</w:t>
      </w:r>
      <w:r w:rsidR="008E1963">
        <w:t>-</w:t>
      </w:r>
      <w:r>
        <w:t>a`yan, iii, 152; Tatimmat al</w:t>
      </w:r>
      <w:r w:rsidR="008E1963">
        <w:t>-</w:t>
      </w:r>
      <w:r>
        <w:t>Mukhtasar, ii, 72; Tabaqat al</w:t>
      </w:r>
      <w:r w:rsidR="008E1963">
        <w:t>-</w:t>
      </w:r>
      <w:r>
        <w:t>huffaz, 468.</w:t>
      </w:r>
    </w:p>
    <w:p w:rsidR="00D442CD" w:rsidRDefault="00D442CD" w:rsidP="00D442CD">
      <w:pPr>
        <w:pStyle w:val="libFootnote"/>
      </w:pPr>
      <w:r>
        <w:t>7. Ibn Farhun, al</w:t>
      </w:r>
      <w:r w:rsidR="008E1963">
        <w:t>-</w:t>
      </w:r>
      <w:r>
        <w:t>Dibaj al</w:t>
      </w:r>
      <w:r w:rsidR="008E1963">
        <w:t>-</w:t>
      </w:r>
      <w:r>
        <w:t>­mudhahhab, ii, 57.</w:t>
      </w:r>
    </w:p>
    <w:p w:rsidR="00D442CD" w:rsidRDefault="00D442CD" w:rsidP="00D442CD">
      <w:pPr>
        <w:pStyle w:val="libFootnote"/>
      </w:pPr>
      <w:r>
        <w:t>8. Al</w:t>
      </w:r>
      <w:r w:rsidR="008E1963">
        <w:t>-</w:t>
      </w:r>
      <w:r>
        <w:t>Muntazam, x, 162; Tadhkirat al</w:t>
      </w:r>
      <w:r w:rsidR="008E1963">
        <w:t>-</w:t>
      </w:r>
      <w:r>
        <w:t>huffaz, 1289.</w:t>
      </w:r>
    </w:p>
    <w:p w:rsidR="00D442CD" w:rsidRDefault="00D442CD" w:rsidP="00D442CD">
      <w:pPr>
        <w:pStyle w:val="libFootnote"/>
      </w:pPr>
      <w:r>
        <w:t>9. Tabaqat al</w:t>
      </w:r>
      <w:r w:rsidR="008E1963">
        <w:t>-</w:t>
      </w:r>
      <w:r>
        <w:t>qurra', i, 204.</w:t>
      </w:r>
    </w:p>
    <w:p w:rsidR="00D442CD" w:rsidRDefault="00D442CD" w:rsidP="00D442CD">
      <w:pPr>
        <w:pStyle w:val="libFootnote"/>
      </w:pPr>
      <w:r>
        <w:t>10. Tadhkirat al</w:t>
      </w:r>
      <w:r w:rsidR="008E1963">
        <w:t>-</w:t>
      </w:r>
      <w:r>
        <w:t>huffaz, iii, 1334; Tabaqat al</w:t>
      </w:r>
      <w:r w:rsidR="008E1963">
        <w:t>-</w:t>
      </w:r>
      <w:r>
        <w:t>Shafi`iyyah, vi, 161; aI</w:t>
      </w:r>
      <w:r w:rsidR="008E1963">
        <w:t>-</w:t>
      </w:r>
      <w:r>
        <w:t>Tha`alibi, Maqalid al</w:t>
      </w:r>
      <w:r w:rsidR="008E1963">
        <w:t>-</w:t>
      </w:r>
      <w:r>
        <w:t>asanid; Wafayat al</w:t>
      </w:r>
      <w:r w:rsidR="008E1963">
        <w:t>-</w:t>
      </w:r>
      <w:r>
        <w:t>a`yan, iii, 414.</w:t>
      </w:r>
    </w:p>
    <w:p w:rsidR="00D442CD" w:rsidRDefault="00D442CD" w:rsidP="00D442CD">
      <w:pPr>
        <w:pStyle w:val="libFootnote"/>
      </w:pPr>
      <w:r>
        <w:t>11. `Abd al</w:t>
      </w:r>
      <w:r w:rsidR="008E1963">
        <w:t>-</w:t>
      </w:r>
      <w:r>
        <w:t>Qadir al</w:t>
      </w:r>
      <w:r w:rsidR="008E1963">
        <w:t>-</w:t>
      </w:r>
      <w:r>
        <w:t>Qarashi, al</w:t>
      </w:r>
      <w:r w:rsidR="008E1963">
        <w:t>-</w:t>
      </w:r>
      <w:r>
        <w:t>Jawahir al</w:t>
      </w:r>
      <w:r w:rsidR="008E1963">
        <w:t>-</w:t>
      </w:r>
      <w:r>
        <w:t>mudi'ah, i, 367.</w:t>
      </w:r>
    </w:p>
    <w:p w:rsidR="00D442CD" w:rsidRDefault="00D442CD" w:rsidP="000D3C43">
      <w:pPr>
        <w:pStyle w:val="libNormal"/>
      </w:pPr>
      <w:r>
        <w:br w:type="page"/>
      </w:r>
    </w:p>
    <w:p w:rsidR="00D442CD" w:rsidRDefault="00D442CD" w:rsidP="000D3C43">
      <w:pPr>
        <w:pStyle w:val="Heading1Center"/>
      </w:pPr>
      <w:bookmarkStart w:id="283" w:name="_Toc484431707"/>
      <w:r>
        <w:lastRenderedPageBreak/>
        <w:t>Narrators of Hadith al</w:t>
      </w:r>
      <w:r w:rsidR="008E1963">
        <w:t>-</w:t>
      </w:r>
      <w:r>
        <w:t>Thaqalayn of Seventh</w:t>
      </w:r>
      <w:r w:rsidR="008E1963">
        <w:t>-</w:t>
      </w:r>
      <w:r>
        <w:t>Thirteenth Century</w:t>
      </w:r>
      <w:bookmarkEnd w:id="283"/>
    </w:p>
    <w:p w:rsidR="00D442CD" w:rsidRDefault="00D442CD" w:rsidP="00941CD7">
      <w:pPr>
        <w:pStyle w:val="Heading2Center"/>
      </w:pPr>
      <w:bookmarkStart w:id="284" w:name="_Toc484431708"/>
      <w:r>
        <w:t>250. Abu al</w:t>
      </w:r>
      <w:r w:rsidR="008E1963">
        <w:t>-</w:t>
      </w:r>
      <w:r>
        <w:t>Futuh As’ad ibn Mahmud ibn Khalaf al</w:t>
      </w:r>
      <w:r w:rsidR="008E1963">
        <w:t>-</w:t>
      </w:r>
      <w:r>
        <w:t>’Ijli al</w:t>
      </w:r>
      <w:r w:rsidR="008E1963">
        <w:t>-</w:t>
      </w:r>
      <w:r>
        <w:t>Isfahani (d. 600/1203).</w:t>
      </w:r>
      <w:bookmarkEnd w:id="284"/>
    </w:p>
    <w:p w:rsidR="000D3C43" w:rsidRDefault="00D442CD" w:rsidP="00D442CD">
      <w:pPr>
        <w:pStyle w:val="libNormal"/>
      </w:pPr>
      <w:r>
        <w:t>In his Fada'iI al</w:t>
      </w:r>
      <w:r w:rsidR="008E1963">
        <w:t>-</w:t>
      </w:r>
      <w:r>
        <w:t>Khulafa', as mentioned by al</w:t>
      </w:r>
      <w:r w:rsidR="008E1963">
        <w:t>-</w:t>
      </w:r>
      <w:r>
        <w:t>Samhudi, op. cit.</w:t>
      </w:r>
    </w:p>
    <w:p w:rsidR="00D442CD" w:rsidRDefault="00D442CD" w:rsidP="00941CD7">
      <w:pPr>
        <w:pStyle w:val="Heading2Center"/>
      </w:pPr>
      <w:bookmarkStart w:id="285" w:name="_Toc484431709"/>
      <w:r>
        <w:t>251. Al</w:t>
      </w:r>
      <w:r w:rsidR="008E1963">
        <w:t>-</w:t>
      </w:r>
      <w:r>
        <w:t>Mubarak ibn Muhammad ibn Muhammad ibn ‘Abd al</w:t>
      </w:r>
      <w:r w:rsidR="008E1963">
        <w:t>-</w:t>
      </w:r>
      <w:r>
        <w:t>­Karim, known as Ibn al</w:t>
      </w:r>
      <w:r w:rsidR="008E1963">
        <w:t>-</w:t>
      </w:r>
      <w:r>
        <w:t>Athir al</w:t>
      </w:r>
      <w:r w:rsidR="008E1963">
        <w:t>-</w:t>
      </w:r>
      <w:r>
        <w:t>Jazari (d. 606/1209).</w:t>
      </w:r>
      <w:bookmarkEnd w:id="285"/>
    </w:p>
    <w:p w:rsidR="000D3C43" w:rsidRDefault="00D442CD" w:rsidP="00D442CD">
      <w:pPr>
        <w:pStyle w:val="libNormal"/>
      </w:pPr>
      <w:r>
        <w:t>In Jami’ al</w:t>
      </w:r>
      <w:r w:rsidR="008E1963">
        <w:t>-</w:t>
      </w:r>
      <w:r>
        <w:t>usul, i, 187; x, 102, 103, from Jabir and Zayd ibn Arqam and also in his al</w:t>
      </w:r>
      <w:r w:rsidR="008E1963">
        <w:t>-</w:t>
      </w:r>
      <w:r>
        <w:t>Nihayah, under 'thaql' and '‘itrah'. A great grammarian, philologist, exegete and legist.</w:t>
      </w:r>
    </w:p>
    <w:p w:rsidR="00D442CD" w:rsidRDefault="00D442CD" w:rsidP="00941CD7">
      <w:pPr>
        <w:pStyle w:val="Heading2Center"/>
      </w:pPr>
      <w:bookmarkStart w:id="286" w:name="_Toc484431710"/>
      <w:r>
        <w:t>252. Fakhr al</w:t>
      </w:r>
      <w:r w:rsidR="008E1963">
        <w:t>-</w:t>
      </w:r>
      <w:r>
        <w:t>Din Muhammad ibn ‘Umar al</w:t>
      </w:r>
      <w:r w:rsidR="008E1963">
        <w:t>-</w:t>
      </w:r>
      <w:r>
        <w:t>Razi (d. 606/1209).</w:t>
      </w:r>
      <w:bookmarkEnd w:id="286"/>
    </w:p>
    <w:p w:rsidR="000D3C43" w:rsidRDefault="00D442CD" w:rsidP="00D442CD">
      <w:pPr>
        <w:pStyle w:val="libNormal"/>
      </w:pPr>
      <w:r>
        <w:t>In his exegesis Mafatih al</w:t>
      </w:r>
      <w:r w:rsidR="008E1963">
        <w:t>-</w:t>
      </w:r>
      <w:r>
        <w:t>ghayb, vii, 173. A great exegete, mutakallim and philosopher.</w:t>
      </w:r>
    </w:p>
    <w:p w:rsidR="00D442CD" w:rsidRDefault="00D442CD" w:rsidP="00941CD7">
      <w:pPr>
        <w:pStyle w:val="Heading2Center"/>
      </w:pPr>
      <w:bookmarkStart w:id="287" w:name="_Toc484431711"/>
      <w:r>
        <w:t>253. Abu Muhammad ‘Abd al</w:t>
      </w:r>
      <w:r w:rsidR="008E1963">
        <w:t>-</w:t>
      </w:r>
      <w:r>
        <w:t>Aziz ibn al</w:t>
      </w:r>
      <w:r w:rsidR="008E1963">
        <w:t>-</w:t>
      </w:r>
      <w:r>
        <w:t>Akhdar al</w:t>
      </w:r>
      <w:r w:rsidR="008E1963">
        <w:t>-</w:t>
      </w:r>
      <w:r>
        <w:t>Janabadhi al</w:t>
      </w:r>
      <w:r w:rsidR="008E1963">
        <w:t>-</w:t>
      </w:r>
      <w:r>
        <w:t>Baghdadi (d. 611/1214).</w:t>
      </w:r>
      <w:bookmarkEnd w:id="287"/>
    </w:p>
    <w:p w:rsidR="000D3C43" w:rsidRDefault="00D442CD" w:rsidP="00D442CD">
      <w:pPr>
        <w:pStyle w:val="libNormal"/>
      </w:pPr>
      <w:r>
        <w:t>In his Ma’alim al</w:t>
      </w:r>
      <w:r w:rsidR="008E1963">
        <w:t>-</w:t>
      </w:r>
      <w:r>
        <w:t>’Itrat al</w:t>
      </w:r>
      <w:r w:rsidR="008E1963">
        <w:t>-</w:t>
      </w:r>
      <w:r>
        <w:t>Nabawiyyah, as mentioned by al</w:t>
      </w:r>
      <w:r w:rsidR="008E1963">
        <w:t>-</w:t>
      </w:r>
      <w:r>
        <w:t>Samhudi, op. cit., and Ibn Ba Kathir al</w:t>
      </w:r>
      <w:r w:rsidR="008E1963">
        <w:t>-</w:t>
      </w:r>
      <w:r>
        <w:t>Makki (Wasilat al</w:t>
      </w:r>
      <w:r w:rsidR="008E1963">
        <w:t>-</w:t>
      </w:r>
      <w:r>
        <w:t>ma'al, MS.). Tawthiq by al</w:t>
      </w:r>
      <w:r w:rsidR="008E1963">
        <w:t>-</w:t>
      </w:r>
      <w:r>
        <w:t xml:space="preserve">Dhahabi. </w:t>
      </w:r>
      <w:r w:rsidRPr="007F1F07">
        <w:rPr>
          <w:rStyle w:val="libFootnotenumChar"/>
        </w:rPr>
        <w:t>1</w:t>
      </w:r>
    </w:p>
    <w:p w:rsidR="00D442CD" w:rsidRDefault="00D442CD" w:rsidP="00941CD7">
      <w:pPr>
        <w:pStyle w:val="Heading2Center"/>
      </w:pPr>
      <w:bookmarkStart w:id="288" w:name="_Toc484431712"/>
      <w:r>
        <w:t>254. Al</w:t>
      </w:r>
      <w:r w:rsidR="008E1963">
        <w:t>-</w:t>
      </w:r>
      <w:r>
        <w:t>Rafi’i (d. 623/1226).</w:t>
      </w:r>
      <w:bookmarkEnd w:id="288"/>
    </w:p>
    <w:p w:rsidR="000D3C43" w:rsidRDefault="00D442CD" w:rsidP="00D442CD">
      <w:pPr>
        <w:pStyle w:val="libNormal"/>
      </w:pPr>
      <w:r>
        <w:t>In al</w:t>
      </w:r>
      <w:r w:rsidR="008E1963">
        <w:t>-</w:t>
      </w:r>
      <w:r>
        <w:t>Tadwin, twice, in the biographical account of Ahmad ibn Mehran Abu Ja’far al</w:t>
      </w:r>
      <w:r w:rsidR="008E1963">
        <w:t>-</w:t>
      </w:r>
      <w:r>
        <w:t>Qattan, from Jabir, and that of ‘Amr ibn Rafi’ ibn al</w:t>
      </w:r>
      <w:r w:rsidR="008E1963">
        <w:t>-</w:t>
      </w:r>
      <w:r>
        <w:t>­Furat al</w:t>
      </w:r>
      <w:r w:rsidR="008E1963">
        <w:t>-</w:t>
      </w:r>
      <w:r>
        <w:t>Bajali, from Zayd ibn Arqam. A leading scholar.</w:t>
      </w:r>
    </w:p>
    <w:p w:rsidR="00D442CD" w:rsidRDefault="00D442CD" w:rsidP="00941CD7">
      <w:pPr>
        <w:pStyle w:val="Heading2Center"/>
      </w:pPr>
      <w:bookmarkStart w:id="289" w:name="_Toc484431713"/>
      <w:r>
        <w:t>255. Muwaffaq al</w:t>
      </w:r>
      <w:r w:rsidR="008E1963">
        <w:t>-</w:t>
      </w:r>
      <w:r>
        <w:t>Din ‘Abd al</w:t>
      </w:r>
      <w:r w:rsidR="008E1963">
        <w:t>-</w:t>
      </w:r>
      <w:r>
        <w:t>Latif al</w:t>
      </w:r>
      <w:r w:rsidR="008E1963">
        <w:t>-</w:t>
      </w:r>
      <w:r>
        <w:t>Baghdadi (d. 629/1231).</w:t>
      </w:r>
      <w:bookmarkEnd w:id="289"/>
    </w:p>
    <w:p w:rsidR="000D3C43" w:rsidRDefault="00D442CD" w:rsidP="00D442CD">
      <w:pPr>
        <w:pStyle w:val="libNormal"/>
      </w:pPr>
      <w:r>
        <w:t>In his al</w:t>
      </w:r>
      <w:r w:rsidR="008E1963">
        <w:t>-</w:t>
      </w:r>
      <w:r>
        <w:t>Mujarrad li lughat al</w:t>
      </w:r>
      <w:r w:rsidR="008E1963">
        <w:t>-</w:t>
      </w:r>
      <w:r>
        <w:t>hadith, I, 253.</w:t>
      </w:r>
    </w:p>
    <w:p w:rsidR="00D442CD" w:rsidRDefault="00D442CD" w:rsidP="00941CD7">
      <w:pPr>
        <w:pStyle w:val="Heading2Center"/>
      </w:pPr>
      <w:bookmarkStart w:id="290" w:name="_Toc484431714"/>
      <w:r>
        <w:t>256. Abu al</w:t>
      </w:r>
      <w:r w:rsidR="008E1963">
        <w:t>-</w:t>
      </w:r>
      <w:r>
        <w:t>Hasan ‘Izz al</w:t>
      </w:r>
      <w:r w:rsidR="008E1963">
        <w:t>-</w:t>
      </w:r>
      <w:r>
        <w:t>Din Muhammad ibn Muhammad ibn ‘Abd al</w:t>
      </w:r>
      <w:r w:rsidR="008E1963">
        <w:t>-</w:t>
      </w:r>
      <w:r>
        <w:t>Karim, known Ibn al</w:t>
      </w:r>
      <w:r w:rsidR="008E1963">
        <w:t>-</w:t>
      </w:r>
      <w:r>
        <w:t>Athir (d. 630/1232).</w:t>
      </w:r>
      <w:bookmarkEnd w:id="290"/>
    </w:p>
    <w:p w:rsidR="000D3C43" w:rsidRDefault="00D442CD" w:rsidP="00D442CD">
      <w:pPr>
        <w:pStyle w:val="libNormal"/>
      </w:pPr>
      <w:r>
        <w:t>In Usd al</w:t>
      </w:r>
      <w:r w:rsidR="008E1963">
        <w:t>-</w:t>
      </w:r>
      <w:r>
        <w:t>ghabah, iii, 147, from ‘Abd Allah ibn Hantab. One of the leading historians.</w:t>
      </w:r>
    </w:p>
    <w:p w:rsidR="00D442CD" w:rsidRDefault="00D442CD" w:rsidP="00941CD7">
      <w:pPr>
        <w:pStyle w:val="Heading2Center"/>
      </w:pPr>
      <w:bookmarkStart w:id="291" w:name="_Toc484431715"/>
      <w:r>
        <w:t>257. Abu ‘Abd Allah Muhammad ibn Mahmud ibn al</w:t>
      </w:r>
      <w:r w:rsidR="008E1963">
        <w:t>-</w:t>
      </w:r>
      <w:r>
        <w:t>Hasan ibn Hibat Allah, known as Ibn al</w:t>
      </w:r>
      <w:r w:rsidR="008E1963">
        <w:t>-</w:t>
      </w:r>
      <w:r>
        <w:t>Najjar (d. 642/1244).</w:t>
      </w:r>
      <w:bookmarkEnd w:id="291"/>
    </w:p>
    <w:p w:rsidR="000D3C43" w:rsidRDefault="00D442CD" w:rsidP="00D442CD">
      <w:pPr>
        <w:pStyle w:val="libNormal"/>
      </w:pPr>
      <w:r>
        <w:t>As mentioned by al</w:t>
      </w:r>
      <w:r w:rsidR="008E1963">
        <w:t>-</w:t>
      </w:r>
      <w:r>
        <w:t>Kanji in his Kifayat al</w:t>
      </w:r>
      <w:r w:rsidR="008E1963">
        <w:t>-</w:t>
      </w:r>
      <w:r>
        <w:t xml:space="preserve">talib. A leading scholar of his era, traditionist, historian and author of several works. </w:t>
      </w:r>
      <w:r w:rsidRPr="007F1F07">
        <w:rPr>
          <w:rStyle w:val="libFootnotenumChar"/>
        </w:rPr>
        <w:t>2</w:t>
      </w:r>
    </w:p>
    <w:p w:rsidR="00D442CD" w:rsidRDefault="00D442CD" w:rsidP="00941CD7">
      <w:pPr>
        <w:pStyle w:val="Heading2Center"/>
      </w:pPr>
      <w:bookmarkStart w:id="292" w:name="_Toc484431716"/>
      <w:r>
        <w:t>258. Diya' al</w:t>
      </w:r>
      <w:r w:rsidR="008E1963">
        <w:t>-</w:t>
      </w:r>
      <w:r>
        <w:t>Din Muhammad ibn ‘Abd al</w:t>
      </w:r>
      <w:r w:rsidR="008E1963">
        <w:t>-</w:t>
      </w:r>
      <w:r>
        <w:t>Wahid al</w:t>
      </w:r>
      <w:r w:rsidR="008E1963">
        <w:t>-</w:t>
      </w:r>
      <w:r>
        <w:t>Maqdisi al</w:t>
      </w:r>
      <w:r w:rsidR="008E1963">
        <w:t>-</w:t>
      </w:r>
      <w:r>
        <w:t>­Hanbali (d. 643/1245).</w:t>
      </w:r>
      <w:bookmarkEnd w:id="292"/>
    </w:p>
    <w:p w:rsidR="000D3C43" w:rsidRDefault="00D442CD" w:rsidP="00D442CD">
      <w:pPr>
        <w:pStyle w:val="libNormal"/>
      </w:pPr>
      <w:r>
        <w:t>In his al</w:t>
      </w:r>
      <w:r w:rsidR="008E1963">
        <w:t>-</w:t>
      </w:r>
      <w:r>
        <w:t>Mukhtarah, as mentioned by Ibn Ba Kathir al</w:t>
      </w:r>
      <w:r w:rsidR="008E1963">
        <w:t>-</w:t>
      </w:r>
      <w:r>
        <w:t>Makki (Wasilat al</w:t>
      </w:r>
      <w:r w:rsidR="008E1963">
        <w:t>-</w:t>
      </w:r>
      <w:r>
        <w:t xml:space="preserve">ma'al). A leading scholar and traditionist. </w:t>
      </w:r>
      <w:r w:rsidRPr="007F1F07">
        <w:rPr>
          <w:rStyle w:val="libFootnotenumChar"/>
        </w:rPr>
        <w:t>3</w:t>
      </w:r>
    </w:p>
    <w:p w:rsidR="00D442CD" w:rsidRDefault="00D442CD" w:rsidP="00941CD7">
      <w:pPr>
        <w:pStyle w:val="Heading2Center"/>
      </w:pPr>
      <w:bookmarkStart w:id="293" w:name="_Toc484431717"/>
      <w:r>
        <w:t>259. Radi al</w:t>
      </w:r>
      <w:r w:rsidR="008E1963">
        <w:t>-</w:t>
      </w:r>
      <w:r>
        <w:t>Din Hasan ibn Muhammad al</w:t>
      </w:r>
      <w:r w:rsidR="008E1963">
        <w:t>-</w:t>
      </w:r>
      <w:r>
        <w:t>­Saghani (d. 650/1252).</w:t>
      </w:r>
      <w:bookmarkEnd w:id="293"/>
    </w:p>
    <w:p w:rsidR="000D3C43" w:rsidRDefault="00D442CD" w:rsidP="00D442CD">
      <w:pPr>
        <w:pStyle w:val="libNormal"/>
      </w:pPr>
      <w:r>
        <w:lastRenderedPageBreak/>
        <w:t>In his Mashariq al</w:t>
      </w:r>
      <w:r w:rsidR="008E1963">
        <w:t>-</w:t>
      </w:r>
      <w:r>
        <w:t>anwar (Ibn al</w:t>
      </w:r>
      <w:r w:rsidR="008E1963">
        <w:t>-</w:t>
      </w:r>
      <w:r>
        <w:t xml:space="preserve">Malik's sharh, iii, 157) from Zayd ibn Arqam. An eminent grammarian, traditionist and legist. </w:t>
      </w:r>
      <w:r w:rsidRPr="007F1F07">
        <w:rPr>
          <w:rStyle w:val="libFootnotenumChar"/>
        </w:rPr>
        <w:t>4</w:t>
      </w:r>
    </w:p>
    <w:p w:rsidR="00D442CD" w:rsidRDefault="00D442CD" w:rsidP="00941CD7">
      <w:pPr>
        <w:pStyle w:val="Heading2Center"/>
      </w:pPr>
      <w:bookmarkStart w:id="294" w:name="_Toc484431718"/>
      <w:r>
        <w:t>260. Abu Salim Muhammad ibn Talhah al</w:t>
      </w:r>
      <w:r w:rsidR="008E1963">
        <w:t>-</w:t>
      </w:r>
      <w:r>
        <w:t>Qarashi al</w:t>
      </w:r>
      <w:r w:rsidR="008E1963">
        <w:t>-</w:t>
      </w:r>
      <w:r>
        <w:t>Nasibi al</w:t>
      </w:r>
      <w:r w:rsidR="008E1963">
        <w:t>-</w:t>
      </w:r>
      <w:r>
        <w:t>Shafi’i (d. 652/1254).</w:t>
      </w:r>
      <w:bookmarkEnd w:id="294"/>
    </w:p>
    <w:p w:rsidR="000D3C43" w:rsidRDefault="00D442CD" w:rsidP="00D442CD">
      <w:pPr>
        <w:pStyle w:val="libNormal"/>
      </w:pPr>
      <w:r>
        <w:t>In his Matalib al</w:t>
      </w:r>
      <w:r w:rsidR="008E1963">
        <w:t>-</w:t>
      </w:r>
      <w:r>
        <w:t xml:space="preserve">sa'ul, 8, from Sahih Muslim. A leading scholar of his era. </w:t>
      </w:r>
      <w:r w:rsidRPr="007F1F07">
        <w:rPr>
          <w:rStyle w:val="libFootnotenumChar"/>
        </w:rPr>
        <w:t>5</w:t>
      </w:r>
    </w:p>
    <w:p w:rsidR="00D442CD" w:rsidRDefault="00D442CD" w:rsidP="00941CD7">
      <w:pPr>
        <w:pStyle w:val="Heading2Center"/>
      </w:pPr>
      <w:bookmarkStart w:id="295" w:name="_Toc484431719"/>
      <w:r>
        <w:t>261. Abu al</w:t>
      </w:r>
      <w:r w:rsidR="008E1963">
        <w:t>-</w:t>
      </w:r>
      <w:r>
        <w:t>Muzaffar Shams al</w:t>
      </w:r>
      <w:r w:rsidR="008E1963">
        <w:t>-</w:t>
      </w:r>
      <w:r>
        <w:t>Din Yusuf ibn Qizughli, Sibt ibn al</w:t>
      </w:r>
      <w:r w:rsidR="008E1963">
        <w:t>-</w:t>
      </w:r>
      <w:r>
        <w:t>Jawzi (d. 654/1256).</w:t>
      </w:r>
      <w:bookmarkEnd w:id="295"/>
    </w:p>
    <w:p w:rsidR="000D3C43" w:rsidRDefault="00D442CD" w:rsidP="00D442CD">
      <w:pPr>
        <w:pStyle w:val="libNormal"/>
      </w:pPr>
      <w:r>
        <w:t>In his Tadhkirat khawass al</w:t>
      </w:r>
      <w:r w:rsidR="008E1963">
        <w:t>-</w:t>
      </w:r>
      <w:r>
        <w:t>ummah, 322</w:t>
      </w:r>
      <w:r w:rsidR="008E1963">
        <w:t>-</w:t>
      </w:r>
      <w:r>
        <w:t>323, where he establishes its authenticity and sihhah. A leading scholar whose biography has been written by all the major biographers.</w:t>
      </w:r>
    </w:p>
    <w:p w:rsidR="00D442CD" w:rsidRDefault="00D442CD" w:rsidP="00941CD7">
      <w:pPr>
        <w:pStyle w:val="Heading2Center"/>
      </w:pPr>
      <w:bookmarkStart w:id="296" w:name="_Toc484431720"/>
      <w:r>
        <w:t>262. Abu al</w:t>
      </w:r>
      <w:r w:rsidR="008E1963">
        <w:t>-</w:t>
      </w:r>
      <w:r>
        <w:t>Abbas Ahmad ibn ‘Umar al</w:t>
      </w:r>
      <w:r w:rsidR="008E1963">
        <w:t>-</w:t>
      </w:r>
      <w:r>
        <w:t>Qurtubi al</w:t>
      </w:r>
      <w:r w:rsidR="008E1963">
        <w:t>-</w:t>
      </w:r>
      <w:r>
        <w:t>Ansari (d. 656/1258).</w:t>
      </w:r>
      <w:bookmarkEnd w:id="296"/>
    </w:p>
    <w:p w:rsidR="000D3C43" w:rsidRDefault="00D442CD" w:rsidP="00D442CD">
      <w:pPr>
        <w:pStyle w:val="libNormal"/>
      </w:pPr>
      <w:r>
        <w:t xml:space="preserve">In his Talkhis Sahih Muslim, ii, F. 100. A leading scholar of his era. </w:t>
      </w:r>
      <w:r w:rsidRPr="007F1F07">
        <w:rPr>
          <w:rStyle w:val="libFootnotenumChar"/>
        </w:rPr>
        <w:t>6</w:t>
      </w:r>
    </w:p>
    <w:p w:rsidR="00D442CD" w:rsidRDefault="00D442CD" w:rsidP="00941CD7">
      <w:pPr>
        <w:pStyle w:val="Heading2Center"/>
      </w:pPr>
      <w:bookmarkStart w:id="297" w:name="_Toc484431721"/>
      <w:r>
        <w:t>263. ‘Izz al</w:t>
      </w:r>
      <w:r w:rsidR="008E1963">
        <w:t>-</w:t>
      </w:r>
      <w:r>
        <w:t>Din ‘Abd al</w:t>
      </w:r>
      <w:r w:rsidR="008E1963">
        <w:t>-</w:t>
      </w:r>
      <w:r>
        <w:t>Hamid ibn Hibat Allah ibn Abi al</w:t>
      </w:r>
      <w:r w:rsidR="008E1963">
        <w:t>-</w:t>
      </w:r>
      <w:r>
        <w:t>Hadid al</w:t>
      </w:r>
      <w:r w:rsidR="008E1963">
        <w:t>-</w:t>
      </w:r>
      <w:r>
        <w:t>Mu’tazili (d. 656/1258).</w:t>
      </w:r>
      <w:bookmarkEnd w:id="297"/>
    </w:p>
    <w:p w:rsidR="000D3C43" w:rsidRDefault="00D442CD" w:rsidP="00D442CD">
      <w:pPr>
        <w:pStyle w:val="libNormal"/>
      </w:pPr>
      <w:r>
        <w:t>In his Sharh Nahj al</w:t>
      </w:r>
      <w:r w:rsidR="008E1963">
        <w:t>-</w:t>
      </w:r>
      <w:r>
        <w:t>balaghah, vi, 375. An eminent Mu’tazili scholar of his era and man of letters.</w:t>
      </w:r>
    </w:p>
    <w:p w:rsidR="00D442CD" w:rsidRDefault="00D442CD" w:rsidP="00941CD7">
      <w:pPr>
        <w:pStyle w:val="Heading2Center"/>
      </w:pPr>
      <w:bookmarkStart w:id="298" w:name="_Toc484431722"/>
      <w:r>
        <w:t>264. Abu ‘Abd Allah Muhammad ibn Yusuf ibn Muhammad al</w:t>
      </w:r>
      <w:r w:rsidR="008E1963">
        <w:t>-</w:t>
      </w:r>
      <w:r>
        <w:t>Kanji al</w:t>
      </w:r>
      <w:r w:rsidR="008E1963">
        <w:t>-</w:t>
      </w:r>
      <w:r>
        <w:t>Shafi’i (d. 658/1260).</w:t>
      </w:r>
      <w:bookmarkEnd w:id="298"/>
    </w:p>
    <w:p w:rsidR="000D3C43" w:rsidRDefault="00D442CD" w:rsidP="00D442CD">
      <w:pPr>
        <w:pStyle w:val="libNormal"/>
      </w:pPr>
      <w:r>
        <w:t>In his Kifayat al</w:t>
      </w:r>
      <w:r w:rsidR="008E1963">
        <w:t>-</w:t>
      </w:r>
      <w:r>
        <w:t>talib, bab fi bayan sihhat khutbatihi bima' yud’a Khumman 259, from al</w:t>
      </w:r>
      <w:r w:rsidR="008E1963">
        <w:t>-</w:t>
      </w:r>
      <w:r>
        <w:t>Laythi, from Abu al</w:t>
      </w:r>
      <w:r w:rsidR="008E1963">
        <w:t>-</w:t>
      </w:r>
      <w:r>
        <w:t>Waqt, from al</w:t>
      </w:r>
      <w:r w:rsidR="008E1963">
        <w:t>-</w:t>
      </w:r>
      <w:r>
        <w:t>­Dawudi. A leading scholar.</w:t>
      </w:r>
    </w:p>
    <w:p w:rsidR="00D442CD" w:rsidRDefault="00D442CD" w:rsidP="00941CD7">
      <w:pPr>
        <w:pStyle w:val="Heading2Center"/>
      </w:pPr>
      <w:bookmarkStart w:id="299" w:name="_Toc484431723"/>
      <w:r>
        <w:t>265. Abu al</w:t>
      </w:r>
      <w:r w:rsidR="008E1963">
        <w:t>-</w:t>
      </w:r>
      <w:r>
        <w:t>Fath Muhammad ibn Muhammad ibn Abi Bakr al</w:t>
      </w:r>
      <w:r w:rsidR="008E1963">
        <w:t>-</w:t>
      </w:r>
      <w:r>
        <w:t>Abiwardi al</w:t>
      </w:r>
      <w:r w:rsidR="008E1963">
        <w:t>-</w:t>
      </w:r>
      <w:r>
        <w:t>Shafi’i (d. 667/1268).</w:t>
      </w:r>
      <w:bookmarkEnd w:id="299"/>
    </w:p>
    <w:p w:rsidR="000D3C43" w:rsidRDefault="00D442CD" w:rsidP="00D442CD">
      <w:pPr>
        <w:pStyle w:val="libNormal"/>
      </w:pPr>
      <w:r>
        <w:t>As mentioned by al</w:t>
      </w:r>
      <w:r w:rsidR="008E1963">
        <w:t>-</w:t>
      </w:r>
      <w:r>
        <w:t>Suyuti in Ihya' al</w:t>
      </w:r>
      <w:r w:rsidR="008E1963">
        <w:t>-</w:t>
      </w:r>
      <w:r>
        <w:t>mayyit, 30, and al</w:t>
      </w:r>
      <w:r w:rsidR="008E1963">
        <w:t>-</w:t>
      </w:r>
      <w:r>
        <w:t>Badakhshi, op. cit., from him, from Abu Sa’id. A leading traditionist (al</w:t>
      </w:r>
      <w:r w:rsidR="008E1963">
        <w:t>-</w:t>
      </w:r>
      <w:r>
        <w:t>imam al</w:t>
      </w:r>
      <w:r w:rsidR="008E1963">
        <w:t>-</w:t>
      </w:r>
      <w:r>
        <w:t xml:space="preserve">­muhaddith). </w:t>
      </w:r>
      <w:r w:rsidRPr="007F1F07">
        <w:rPr>
          <w:rStyle w:val="libFootnotenumChar"/>
        </w:rPr>
        <w:t>7</w:t>
      </w:r>
    </w:p>
    <w:p w:rsidR="00D442CD" w:rsidRDefault="00D442CD" w:rsidP="00941CD7">
      <w:pPr>
        <w:pStyle w:val="Heading2Center"/>
      </w:pPr>
      <w:bookmarkStart w:id="300" w:name="_Toc484431724"/>
      <w:r>
        <w:t>266. Abu Zakariyya Muhyi al</w:t>
      </w:r>
      <w:r w:rsidR="008E1963">
        <w:t>-</w:t>
      </w:r>
      <w:r>
        <w:t>Din Yahya ibn Sharaf al</w:t>
      </w:r>
      <w:r w:rsidR="008E1963">
        <w:t>-</w:t>
      </w:r>
      <w:r>
        <w:t>Nawawi (d. 676/1277).</w:t>
      </w:r>
      <w:bookmarkEnd w:id="300"/>
    </w:p>
    <w:p w:rsidR="000D3C43" w:rsidRDefault="00D442CD" w:rsidP="00D442CD">
      <w:pPr>
        <w:pStyle w:val="libNormal"/>
      </w:pPr>
      <w:r>
        <w:t>In his Tahdhib al</w:t>
      </w:r>
      <w:r w:rsidR="008E1963">
        <w:t>-</w:t>
      </w:r>
      <w:r>
        <w:t>asma' wa al</w:t>
      </w:r>
      <w:r w:rsidR="008E1963">
        <w:t>-</w:t>
      </w:r>
      <w:r>
        <w:t>lughat, i, 347, and al</w:t>
      </w:r>
      <w:r w:rsidR="008E1963">
        <w:t>-</w:t>
      </w:r>
      <w:r>
        <w:t>Minhaj fi sharh Sahih Muslim, xv, 180, from Sahih Muslim. One of the leading scholars (al</w:t>
      </w:r>
      <w:r w:rsidR="008E1963">
        <w:t>-</w:t>
      </w:r>
      <w:r>
        <w:t>imam al</w:t>
      </w:r>
      <w:r w:rsidR="008E1963">
        <w:t>-</w:t>
      </w:r>
      <w:r>
        <w:t>Allamah).</w:t>
      </w:r>
    </w:p>
    <w:p w:rsidR="00D442CD" w:rsidRDefault="00D442CD" w:rsidP="00941CD7">
      <w:pPr>
        <w:pStyle w:val="Heading2Center"/>
      </w:pPr>
      <w:bookmarkStart w:id="301" w:name="_Toc484431725"/>
      <w:r>
        <w:t>267. Abu Muhammad Sharaf al</w:t>
      </w:r>
      <w:r w:rsidR="008E1963">
        <w:t>-</w:t>
      </w:r>
      <w:r>
        <w:t>Din ‘Umar ibn Muhammad ibn ‘Abd al</w:t>
      </w:r>
      <w:r w:rsidR="008E1963">
        <w:t>-</w:t>
      </w:r>
      <w:r>
        <w:t>Wahid al</w:t>
      </w:r>
      <w:r w:rsidR="008E1963">
        <w:t>-</w:t>
      </w:r>
      <w:r>
        <w:t>Musili.</w:t>
      </w:r>
      <w:bookmarkEnd w:id="301"/>
    </w:p>
    <w:p w:rsidR="000D3C43" w:rsidRDefault="00D442CD" w:rsidP="00D442CD">
      <w:pPr>
        <w:pStyle w:val="libNormal"/>
      </w:pPr>
      <w:r>
        <w:t>In his book al</w:t>
      </w:r>
      <w:r w:rsidR="008E1963">
        <w:t>-</w:t>
      </w:r>
      <w:r>
        <w:t>Na’im al</w:t>
      </w:r>
      <w:r w:rsidR="008E1963">
        <w:t>-</w:t>
      </w:r>
      <w:r>
        <w:t>muqim Ii ‘Itrat al</w:t>
      </w:r>
      <w:r w:rsidR="008E1963">
        <w:t>-</w:t>
      </w:r>
      <w:r>
        <w:t>Nabi al</w:t>
      </w:r>
      <w:r w:rsidR="008E1963">
        <w:t>-</w:t>
      </w:r>
      <w:r>
        <w:t>Azim, Maktabat Ayasofiya MS. 3504, F. 64, 69.</w:t>
      </w:r>
    </w:p>
    <w:p w:rsidR="00D442CD" w:rsidRDefault="00D442CD" w:rsidP="00941CD7">
      <w:pPr>
        <w:pStyle w:val="Heading2Center"/>
      </w:pPr>
      <w:bookmarkStart w:id="302" w:name="_Toc484431726"/>
      <w:r>
        <w:t>268. Al</w:t>
      </w:r>
      <w:r w:rsidR="008E1963">
        <w:t>-</w:t>
      </w:r>
      <w:r>
        <w:t>Qadi Nasir al</w:t>
      </w:r>
      <w:r w:rsidR="008E1963">
        <w:t>-</w:t>
      </w:r>
      <w:r>
        <w:t>Din al</w:t>
      </w:r>
      <w:r w:rsidR="008E1963">
        <w:t>-</w:t>
      </w:r>
      <w:r>
        <w:t>Baydawi (d. 685/1286).</w:t>
      </w:r>
      <w:bookmarkEnd w:id="302"/>
    </w:p>
    <w:p w:rsidR="000D3C43" w:rsidRDefault="00D442CD" w:rsidP="00D442CD">
      <w:pPr>
        <w:pStyle w:val="libNormal"/>
      </w:pPr>
      <w:r>
        <w:t>In Tuhfat al</w:t>
      </w:r>
      <w:r w:rsidR="008E1963">
        <w:t>-</w:t>
      </w:r>
      <w:r>
        <w:t>abrar, F. 236, sharh on al</w:t>
      </w:r>
      <w:r w:rsidR="008E1963">
        <w:t>-</w:t>
      </w:r>
      <w:r>
        <w:t>Baghawi's Masabih al</w:t>
      </w:r>
      <w:r w:rsidR="008E1963">
        <w:t>-</w:t>
      </w:r>
      <w:r>
        <w:t>Sunnah, from Jabir. A leading exegete and legist.</w:t>
      </w:r>
    </w:p>
    <w:p w:rsidR="00D442CD" w:rsidRDefault="00D442CD" w:rsidP="00941CD7">
      <w:pPr>
        <w:pStyle w:val="Heading2Center"/>
      </w:pPr>
      <w:bookmarkStart w:id="303" w:name="_Toc484431727"/>
      <w:r>
        <w:lastRenderedPageBreak/>
        <w:t>269. Abu al</w:t>
      </w:r>
      <w:r w:rsidR="008E1963">
        <w:t>-</w:t>
      </w:r>
      <w:r>
        <w:t>Abbas Muhibb al</w:t>
      </w:r>
      <w:r w:rsidR="008E1963">
        <w:t>-</w:t>
      </w:r>
      <w:r>
        <w:t>Din Ahmad ibn ‘Abd Allah al</w:t>
      </w:r>
      <w:r w:rsidR="008E1963">
        <w:t>-</w:t>
      </w:r>
      <w:r>
        <w:t>Tabari al</w:t>
      </w:r>
      <w:r w:rsidR="008E1963">
        <w:t>-</w:t>
      </w:r>
      <w:r>
        <w:t>Makki al</w:t>
      </w:r>
      <w:r w:rsidR="008E1963">
        <w:t>-</w:t>
      </w:r>
      <w:r>
        <w:t>Shafi’i (d. 694/1294).</w:t>
      </w:r>
      <w:bookmarkEnd w:id="303"/>
    </w:p>
    <w:p w:rsidR="000D3C43" w:rsidRDefault="00D442CD" w:rsidP="00D442CD">
      <w:pPr>
        <w:pStyle w:val="libNormal"/>
      </w:pPr>
      <w:r>
        <w:t>In Zakha'ir al</w:t>
      </w:r>
      <w:r w:rsidR="008E1963">
        <w:t>-</w:t>
      </w:r>
      <w:r>
        <w:t>’uqba fi manaqib Dhawi al</w:t>
      </w:r>
      <w:r w:rsidR="008E1963">
        <w:t>-</w:t>
      </w:r>
      <w:r>
        <w:t>Qurba, 16, from Zayd ibn Arqam. A well</w:t>
      </w:r>
      <w:r w:rsidR="008E1963">
        <w:t>-</w:t>
      </w:r>
      <w:r>
        <w:t>known scholar.</w:t>
      </w:r>
    </w:p>
    <w:p w:rsidR="00D442CD" w:rsidRDefault="00D442CD" w:rsidP="00941CD7">
      <w:pPr>
        <w:pStyle w:val="Heading2Center"/>
      </w:pPr>
      <w:bookmarkStart w:id="304" w:name="_Toc484431728"/>
      <w:r>
        <w:t>270. Sa’id al</w:t>
      </w:r>
      <w:r w:rsidR="008E1963">
        <w:t>-</w:t>
      </w:r>
      <w:r>
        <w:t>Din Muhammad ibn Ahmad al</w:t>
      </w:r>
      <w:r w:rsidR="008E1963">
        <w:t>-</w:t>
      </w:r>
      <w:r>
        <w:t>Farghani (d. 699/ 1299).</w:t>
      </w:r>
      <w:bookmarkEnd w:id="304"/>
    </w:p>
    <w:p w:rsidR="000D3C43" w:rsidRDefault="00D442CD" w:rsidP="00D442CD">
      <w:pPr>
        <w:pStyle w:val="libNormal"/>
      </w:pPr>
      <w:r>
        <w:t>In his exposition, in Persian, of Ibn al</w:t>
      </w:r>
      <w:r w:rsidR="008E1963">
        <w:t>-</w:t>
      </w:r>
      <w:r>
        <w:t>Farid's poem, Ta'iyyah, under the couplet:</w:t>
      </w:r>
    </w:p>
    <w:p w:rsidR="000D3C43" w:rsidRDefault="00D442CD" w:rsidP="00D442CD">
      <w:pPr>
        <w:pStyle w:val="libNormal"/>
      </w:pPr>
      <w:r>
        <w:t>" wa awdih bitta'wili ma kana mushkila</w:t>
      </w:r>
    </w:p>
    <w:p w:rsidR="000D3C43" w:rsidRDefault="00D442CD" w:rsidP="00D442CD">
      <w:pPr>
        <w:pStyle w:val="libNormal"/>
      </w:pPr>
      <w:r>
        <w:t>‘alayya bi’ilmin nalahu bil wasiyyah"</w:t>
      </w:r>
    </w:p>
    <w:p w:rsidR="00D442CD" w:rsidRDefault="00D442CD" w:rsidP="00941CD7">
      <w:pPr>
        <w:pStyle w:val="Heading2Center"/>
      </w:pPr>
      <w:bookmarkStart w:id="305" w:name="_Toc484431729"/>
      <w:r>
        <w:t>271. Nizam al</w:t>
      </w:r>
      <w:r w:rsidR="008E1963">
        <w:t>-</w:t>
      </w:r>
      <w:r>
        <w:t>Din Hasan ibn Muhammad ibn al</w:t>
      </w:r>
      <w:r w:rsidR="008E1963">
        <w:t>-</w:t>
      </w:r>
      <w:r>
        <w:t>Husayn al</w:t>
      </w:r>
      <w:r w:rsidR="008E1963">
        <w:t>-</w:t>
      </w:r>
      <w:r>
        <w:t>­Qummi al</w:t>
      </w:r>
      <w:r w:rsidR="008E1963">
        <w:t>-</w:t>
      </w:r>
      <w:r>
        <w:t>Nishaburi, known as al</w:t>
      </w:r>
      <w:r w:rsidR="008E1963">
        <w:t>-</w:t>
      </w:r>
      <w:r>
        <w:t>Nizam al</w:t>
      </w:r>
      <w:r w:rsidR="008E1963">
        <w:t>-</w:t>
      </w:r>
      <w:r>
        <w:t>A’raj.</w:t>
      </w:r>
      <w:bookmarkEnd w:id="305"/>
    </w:p>
    <w:p w:rsidR="000D3C43" w:rsidRDefault="00D442CD" w:rsidP="00D442CD">
      <w:pPr>
        <w:pStyle w:val="libNormal"/>
      </w:pPr>
      <w:r>
        <w:t>In his exegesis Ghara'ib al</w:t>
      </w:r>
      <w:r w:rsidR="008E1963">
        <w:t>-</w:t>
      </w:r>
      <w:r>
        <w:t>Qur'an, i, 349. An outstanding scholar and exegete.</w:t>
      </w:r>
    </w:p>
    <w:p w:rsidR="00D442CD" w:rsidRDefault="00D442CD" w:rsidP="00D442CD">
      <w:pPr>
        <w:pStyle w:val="Heading2Center"/>
      </w:pPr>
      <w:bookmarkStart w:id="306" w:name="_Toc484431730"/>
      <w:r>
        <w:t>Notes</w:t>
      </w:r>
      <w:bookmarkEnd w:id="306"/>
    </w:p>
    <w:p w:rsidR="00D442CD" w:rsidRDefault="00D442CD" w:rsidP="00D442CD">
      <w:pPr>
        <w:pStyle w:val="libFootnote"/>
      </w:pPr>
      <w:r>
        <w:t>1. Tadhkirat al</w:t>
      </w:r>
      <w:r w:rsidR="008E1963">
        <w:t>-</w:t>
      </w:r>
      <w:r>
        <w:t>huffaz, iv, 1383.</w:t>
      </w:r>
    </w:p>
    <w:p w:rsidR="00D442CD" w:rsidRDefault="00D442CD" w:rsidP="00D442CD">
      <w:pPr>
        <w:pStyle w:val="libFootnote"/>
      </w:pPr>
      <w:r>
        <w:t>2. Al</w:t>
      </w:r>
      <w:r w:rsidR="008E1963">
        <w:t>-</w:t>
      </w:r>
      <w:r>
        <w:t>Ibar, v, 179; Tadhkirat al</w:t>
      </w:r>
      <w:r w:rsidR="008E1963">
        <w:t>-</w:t>
      </w:r>
      <w:r>
        <w:t>huffaz, iv, 1405.</w:t>
      </w:r>
    </w:p>
    <w:p w:rsidR="00D442CD" w:rsidRDefault="00D442CD" w:rsidP="00D442CD">
      <w:pPr>
        <w:pStyle w:val="libFootnote"/>
      </w:pPr>
      <w:r>
        <w:t>3. Ibid., iv, 1428.</w:t>
      </w:r>
    </w:p>
    <w:p w:rsidR="00D442CD" w:rsidRDefault="00D442CD" w:rsidP="00D442CD">
      <w:pPr>
        <w:pStyle w:val="libFootnote"/>
      </w:pPr>
      <w:r>
        <w:t>4. Ibn Shakir, Fawat al</w:t>
      </w:r>
      <w:r w:rsidR="008E1963">
        <w:t>-</w:t>
      </w:r>
      <w:r>
        <w:t>Wafayat, i, 358; al</w:t>
      </w:r>
      <w:r w:rsidR="008E1963">
        <w:t>-</w:t>
      </w:r>
      <w:r>
        <w:t>Ibar, v, 205; Mir'at al</w:t>
      </w:r>
      <w:r w:rsidR="008E1963">
        <w:t>-</w:t>
      </w:r>
      <w:r>
        <w:t>jinan, iv, 121.</w:t>
      </w:r>
    </w:p>
    <w:p w:rsidR="00D442CD" w:rsidRDefault="00D442CD" w:rsidP="00D442CD">
      <w:pPr>
        <w:pStyle w:val="libFootnote"/>
      </w:pPr>
      <w:r>
        <w:t>5. Al</w:t>
      </w:r>
      <w:r w:rsidR="008E1963">
        <w:t>-</w:t>
      </w:r>
      <w:r>
        <w:t>Kanji, Kifayat al</w:t>
      </w:r>
      <w:r w:rsidR="008E1963">
        <w:t>-</w:t>
      </w:r>
      <w:r>
        <w:t>talib, 231; al</w:t>
      </w:r>
      <w:r w:rsidR="008E1963">
        <w:t>-</w:t>
      </w:r>
      <w:r>
        <w:t>Badakhshi, Miftah al</w:t>
      </w:r>
      <w:r w:rsidR="008E1963">
        <w:t>-</w:t>
      </w:r>
      <w:r>
        <w:t>naja, MS.</w:t>
      </w:r>
    </w:p>
    <w:p w:rsidR="00D442CD" w:rsidRDefault="00D442CD" w:rsidP="00D442CD">
      <w:pPr>
        <w:pStyle w:val="libFootnote"/>
      </w:pPr>
      <w:r>
        <w:t>6. Ibn Farhun, al</w:t>
      </w:r>
      <w:r w:rsidR="008E1963">
        <w:t>-</w:t>
      </w:r>
      <w:r>
        <w:t>Dibaj al</w:t>
      </w:r>
      <w:r w:rsidR="008E1963">
        <w:t>-</w:t>
      </w:r>
      <w:r>
        <w:t>­mudhahhab, 68.</w:t>
      </w:r>
    </w:p>
    <w:p w:rsidR="00D442CD" w:rsidRDefault="00D442CD" w:rsidP="00D442CD">
      <w:pPr>
        <w:pStyle w:val="libFootnote"/>
      </w:pPr>
      <w:r>
        <w:t>7. Tadhkirat al</w:t>
      </w:r>
      <w:r w:rsidR="008E1963">
        <w:t>-</w:t>
      </w:r>
      <w:r>
        <w:t>huffaz, iv, 1476; Tabaqat al</w:t>
      </w:r>
      <w:r w:rsidR="008E1963">
        <w:t>-</w:t>
      </w:r>
      <w:r>
        <w:t>huffaz, 511.</w:t>
      </w:r>
    </w:p>
    <w:p w:rsidR="00D442CD" w:rsidRDefault="00D442CD" w:rsidP="000D3C43">
      <w:pPr>
        <w:pStyle w:val="libNormal"/>
      </w:pPr>
      <w:r>
        <w:br w:type="page"/>
      </w:r>
    </w:p>
    <w:p w:rsidR="00D442CD" w:rsidRDefault="00D442CD" w:rsidP="000D3C43">
      <w:pPr>
        <w:pStyle w:val="Heading1Center"/>
      </w:pPr>
      <w:bookmarkStart w:id="307" w:name="_Toc484431731"/>
      <w:r>
        <w:lastRenderedPageBreak/>
        <w:t>Narrators of Hadith al</w:t>
      </w:r>
      <w:r w:rsidR="008E1963">
        <w:t>-</w:t>
      </w:r>
      <w:r>
        <w:t>Thaqalayn of Eight</w:t>
      </w:r>
      <w:r w:rsidR="008E1963">
        <w:t>-</w:t>
      </w:r>
      <w:r>
        <w:t>Fourteenth Century</w:t>
      </w:r>
      <w:bookmarkEnd w:id="307"/>
    </w:p>
    <w:p w:rsidR="00D442CD" w:rsidRDefault="00D442CD" w:rsidP="00941CD7">
      <w:pPr>
        <w:pStyle w:val="Heading2Center"/>
      </w:pPr>
      <w:bookmarkStart w:id="308" w:name="_Toc484431732"/>
      <w:r>
        <w:t>272. Zahir al</w:t>
      </w:r>
      <w:r w:rsidR="008E1963">
        <w:t>-</w:t>
      </w:r>
      <w:r>
        <w:t>Din ‘Abd al</w:t>
      </w:r>
      <w:r w:rsidR="008E1963">
        <w:t>-</w:t>
      </w:r>
      <w:r>
        <w:t>Samad al</w:t>
      </w:r>
      <w:r w:rsidR="008E1963">
        <w:t>-</w:t>
      </w:r>
      <w:r>
        <w:t>Fariqi al</w:t>
      </w:r>
      <w:r w:rsidR="008E1963">
        <w:t>-</w:t>
      </w:r>
      <w:r>
        <w:t>Farabi (d. after 707/1307).</w:t>
      </w:r>
      <w:bookmarkEnd w:id="308"/>
    </w:p>
    <w:p w:rsidR="000D3C43" w:rsidRDefault="00D442CD" w:rsidP="00D442CD">
      <w:pPr>
        <w:pStyle w:val="libNormal"/>
      </w:pPr>
      <w:r>
        <w:t>In his sharh of al</w:t>
      </w:r>
      <w:r w:rsidR="008E1963">
        <w:t>-</w:t>
      </w:r>
      <w:r>
        <w:t>Baghawi's Masabih al</w:t>
      </w:r>
      <w:r w:rsidR="008E1963">
        <w:t>-</w:t>
      </w:r>
      <w:r>
        <w:t>Sunnah (MS. 60 in al</w:t>
      </w:r>
      <w:r w:rsidR="008E1963">
        <w:t>-</w:t>
      </w:r>
      <w:r>
        <w:t>­Maktabat al</w:t>
      </w:r>
      <w:r w:rsidR="008E1963">
        <w:t>-</w:t>
      </w:r>
      <w:r>
        <w:t>­Sulaymaniyyah, Istanbul, F. 340 b.)</w:t>
      </w:r>
    </w:p>
    <w:p w:rsidR="00D442CD" w:rsidRDefault="00D442CD" w:rsidP="00941CD7">
      <w:pPr>
        <w:pStyle w:val="Heading2Center"/>
      </w:pPr>
      <w:bookmarkStart w:id="309" w:name="_Toc484431733"/>
      <w:r>
        <w:t>273. Abu al</w:t>
      </w:r>
      <w:r w:rsidR="008E1963">
        <w:t>-</w:t>
      </w:r>
      <w:r>
        <w:t>Fadl Jamal al</w:t>
      </w:r>
      <w:r w:rsidR="008E1963">
        <w:t>-</w:t>
      </w:r>
      <w:r>
        <w:t>Din Muhammad ibn Mukarram al</w:t>
      </w:r>
      <w:r w:rsidR="008E1963">
        <w:t>-</w:t>
      </w:r>
      <w:r>
        <w:t>Ansari al</w:t>
      </w:r>
      <w:r w:rsidR="008E1963">
        <w:t>-</w:t>
      </w:r>
      <w:r>
        <w:t>Ifriqi al</w:t>
      </w:r>
      <w:r w:rsidR="008E1963">
        <w:t>-</w:t>
      </w:r>
      <w:r>
        <w:t>Misri (d. 711/1311).</w:t>
      </w:r>
      <w:bookmarkEnd w:id="309"/>
    </w:p>
    <w:p w:rsidR="000D3C43" w:rsidRDefault="00D442CD" w:rsidP="00D442CD">
      <w:pPr>
        <w:pStyle w:val="libNormal"/>
      </w:pPr>
      <w:r>
        <w:t>In Lisan al</w:t>
      </w:r>
      <w:r w:rsidR="008E1963">
        <w:t>-</w:t>
      </w:r>
      <w:r>
        <w:t>Arab, xi, 137, from Ibn Ishaq al</w:t>
      </w:r>
      <w:r w:rsidR="008E1963">
        <w:t>-</w:t>
      </w:r>
      <w:r>
        <w:t>Azhari. A leading lexicographer and philologist.</w:t>
      </w:r>
    </w:p>
    <w:p w:rsidR="00D442CD" w:rsidRDefault="00D442CD" w:rsidP="00941CD7">
      <w:pPr>
        <w:pStyle w:val="Heading2Center"/>
      </w:pPr>
      <w:bookmarkStart w:id="310" w:name="_Toc484431734"/>
      <w:r>
        <w:t>274. Sadr al</w:t>
      </w:r>
      <w:r w:rsidR="008E1963">
        <w:t>-</w:t>
      </w:r>
      <w:r>
        <w:t>Din Abu al</w:t>
      </w:r>
      <w:r w:rsidR="008E1963">
        <w:t>-</w:t>
      </w:r>
      <w:r>
        <w:t>Majami’ Ibrahim ibn Muhammad ibn Muhammad ibn al</w:t>
      </w:r>
      <w:r w:rsidR="008E1963">
        <w:t>-</w:t>
      </w:r>
      <w:r>
        <w:t>Mu’ayyad al</w:t>
      </w:r>
      <w:r w:rsidR="008E1963">
        <w:t>-</w:t>
      </w:r>
      <w:r>
        <w:t>Hamawi (d. 722/1322).</w:t>
      </w:r>
      <w:bookmarkEnd w:id="310"/>
    </w:p>
    <w:p w:rsidR="000D3C43" w:rsidRDefault="00D442CD" w:rsidP="00D442CD">
      <w:pPr>
        <w:pStyle w:val="libNormal"/>
      </w:pPr>
      <w:r>
        <w:t>In his Fara'id al</w:t>
      </w:r>
      <w:r w:rsidR="008E1963">
        <w:t>-</w:t>
      </w:r>
      <w:r>
        <w:t>simtayn (ii, 250, 268, 272, 274) from Zayd ibn Arqam, Abu Sa’id al</w:t>
      </w:r>
      <w:r w:rsidR="008E1963">
        <w:t>-</w:t>
      </w:r>
      <w:r>
        <w:t>Khudri, and Hudhayfah ibn Usayd. An eminent scholar.</w:t>
      </w:r>
    </w:p>
    <w:p w:rsidR="00D442CD" w:rsidRDefault="00D442CD" w:rsidP="00941CD7">
      <w:pPr>
        <w:pStyle w:val="Heading2Center"/>
      </w:pPr>
      <w:bookmarkStart w:id="311" w:name="_Toc484431735"/>
      <w:r>
        <w:t>275. Abu al</w:t>
      </w:r>
      <w:r w:rsidR="008E1963">
        <w:t>-</w:t>
      </w:r>
      <w:r>
        <w:t>Abbas Najm al</w:t>
      </w:r>
      <w:r w:rsidR="008E1963">
        <w:t>-</w:t>
      </w:r>
      <w:r>
        <w:t>Din Ahmad ibn Muhammad ibn Makki ibn Yasin al</w:t>
      </w:r>
      <w:r w:rsidR="008E1963">
        <w:t>-</w:t>
      </w:r>
      <w:r>
        <w:t>Qamuli (d. 727/1327).</w:t>
      </w:r>
      <w:bookmarkEnd w:id="311"/>
    </w:p>
    <w:p w:rsidR="000D3C43" w:rsidRDefault="00D442CD" w:rsidP="00D442CD">
      <w:pPr>
        <w:pStyle w:val="libNormal"/>
      </w:pPr>
      <w:r>
        <w:t>In Takmilat Tafsir al</w:t>
      </w:r>
      <w:r w:rsidR="008E1963">
        <w:t>-</w:t>
      </w:r>
      <w:r>
        <w:t xml:space="preserve">Razi. A leading jurist of his era. </w:t>
      </w:r>
      <w:r w:rsidRPr="007F1F07">
        <w:rPr>
          <w:rStyle w:val="libFootnotenumChar"/>
        </w:rPr>
        <w:t>1</w:t>
      </w:r>
    </w:p>
    <w:p w:rsidR="00D442CD" w:rsidRDefault="00D442CD" w:rsidP="00941CD7">
      <w:pPr>
        <w:pStyle w:val="Heading2Center"/>
      </w:pPr>
      <w:bookmarkStart w:id="312" w:name="_Toc484431736"/>
      <w:r>
        <w:t>276. Ibn Taymiyyah al</w:t>
      </w:r>
      <w:r w:rsidR="008E1963">
        <w:t>-</w:t>
      </w:r>
      <w:r>
        <w:t>Harrani (d. 728/1328).</w:t>
      </w:r>
      <w:bookmarkEnd w:id="312"/>
    </w:p>
    <w:p w:rsidR="000D3C43" w:rsidRDefault="00D442CD" w:rsidP="00D442CD">
      <w:pPr>
        <w:pStyle w:val="libNormal"/>
      </w:pPr>
      <w:r>
        <w:t>In his Minhaj al</w:t>
      </w:r>
      <w:r w:rsidR="008E1963">
        <w:t>-</w:t>
      </w:r>
      <w:r>
        <w:t>Sunnah, 105, from Sahih Muslim, where he tries to misinterpret its meaning.</w:t>
      </w:r>
    </w:p>
    <w:p w:rsidR="00D442CD" w:rsidRDefault="00D442CD" w:rsidP="00941CD7">
      <w:pPr>
        <w:pStyle w:val="Heading2Center"/>
      </w:pPr>
      <w:bookmarkStart w:id="313" w:name="_Toc484431737"/>
      <w:r>
        <w:t>277. ‘Ala' al</w:t>
      </w:r>
      <w:r w:rsidR="008E1963">
        <w:t>-</w:t>
      </w:r>
      <w:r>
        <w:t>Din ‘Ali ibn Muhammad ibn Ibrahim al</w:t>
      </w:r>
      <w:r w:rsidR="008E1963">
        <w:t>-</w:t>
      </w:r>
      <w:r>
        <w:t>Baghdadi, known as al</w:t>
      </w:r>
      <w:r w:rsidR="008E1963">
        <w:t>-</w:t>
      </w:r>
      <w:r>
        <w:t>Khazin (d. 741/1340).</w:t>
      </w:r>
      <w:bookmarkEnd w:id="313"/>
    </w:p>
    <w:p w:rsidR="000D3C43" w:rsidRDefault="00D442CD" w:rsidP="00D442CD">
      <w:pPr>
        <w:pStyle w:val="libNormal"/>
      </w:pPr>
      <w:r>
        <w:t>In his tafsir, Lubab al</w:t>
      </w:r>
      <w:r w:rsidR="008E1963">
        <w:t>-</w:t>
      </w:r>
      <w:r>
        <w:t xml:space="preserve">ta'wil, i, 328, vi, 102, vii, 6. A leading scholar and exegete. </w:t>
      </w:r>
      <w:r w:rsidRPr="007F1F07">
        <w:rPr>
          <w:rStyle w:val="libFootnotenumChar"/>
        </w:rPr>
        <w:t>2</w:t>
      </w:r>
    </w:p>
    <w:p w:rsidR="00D442CD" w:rsidRDefault="00D442CD" w:rsidP="00941CD7">
      <w:pPr>
        <w:pStyle w:val="Heading2Center"/>
      </w:pPr>
      <w:bookmarkStart w:id="314" w:name="_Toc484431738"/>
      <w:r>
        <w:t>278. Fakhr al</w:t>
      </w:r>
      <w:r w:rsidR="008E1963">
        <w:t>-</w:t>
      </w:r>
      <w:r>
        <w:t>Din al</w:t>
      </w:r>
      <w:r w:rsidR="008E1963">
        <w:t>-</w:t>
      </w:r>
      <w:r>
        <w:t>Hansawi.</w:t>
      </w:r>
      <w:bookmarkEnd w:id="314"/>
    </w:p>
    <w:p w:rsidR="000D3C43" w:rsidRDefault="00D442CD" w:rsidP="00D442CD">
      <w:pPr>
        <w:pStyle w:val="libNormal"/>
      </w:pPr>
      <w:r>
        <w:t>In his Dustur al</w:t>
      </w:r>
      <w:r w:rsidR="008E1963">
        <w:t>-</w:t>
      </w:r>
      <w:r>
        <w:t>haqa'iq from Zayd ibn Arqam, as mentioned by Malik al</w:t>
      </w:r>
      <w:r w:rsidR="008E1963">
        <w:t>-</w:t>
      </w:r>
      <w:r>
        <w:t>’Ulama' al</w:t>
      </w:r>
      <w:r w:rsidR="008E1963">
        <w:t>-</w:t>
      </w:r>
      <w:r>
        <w:t>Dawlatabadi in Hidayat al</w:t>
      </w:r>
      <w:r w:rsidR="008E1963">
        <w:t>-</w:t>
      </w:r>
      <w:r>
        <w:t>su’ada', MS. A leading scholar.</w:t>
      </w:r>
    </w:p>
    <w:p w:rsidR="00D442CD" w:rsidRDefault="00D442CD" w:rsidP="00941CD7">
      <w:pPr>
        <w:pStyle w:val="Heading2Center"/>
      </w:pPr>
      <w:bookmarkStart w:id="315" w:name="_Toc484431739"/>
      <w:r>
        <w:t>279. Abu ‘Abd Allah Wali al</w:t>
      </w:r>
      <w:r w:rsidR="008E1963">
        <w:t>-</w:t>
      </w:r>
      <w:r>
        <w:t>Din Muhammad ibn ‘Abd Allah al</w:t>
      </w:r>
      <w:r w:rsidR="008E1963">
        <w:t>-</w:t>
      </w:r>
      <w:r>
        <w:t>Khatib al</w:t>
      </w:r>
      <w:r w:rsidR="008E1963">
        <w:t>-</w:t>
      </w:r>
      <w:r>
        <w:t>Tabrizi.</w:t>
      </w:r>
      <w:bookmarkEnd w:id="315"/>
    </w:p>
    <w:p w:rsidR="000D3C43" w:rsidRDefault="00D442CD" w:rsidP="00D442CD">
      <w:pPr>
        <w:pStyle w:val="libNormal"/>
      </w:pPr>
      <w:r>
        <w:t>In his Mishkat al</w:t>
      </w:r>
      <w:r w:rsidR="008E1963">
        <w:t>-</w:t>
      </w:r>
      <w:r>
        <w:t>masabih, iii, 255, 258, from Zayd ibn Arqam and Jabir. An eminent scholar.</w:t>
      </w:r>
    </w:p>
    <w:p w:rsidR="00D442CD" w:rsidRDefault="00D442CD" w:rsidP="00941CD7">
      <w:pPr>
        <w:pStyle w:val="Heading2Center"/>
      </w:pPr>
      <w:bookmarkStart w:id="316" w:name="_Toc484431740"/>
      <w:r>
        <w:t>280. Abu al</w:t>
      </w:r>
      <w:r w:rsidR="008E1963">
        <w:t>-</w:t>
      </w:r>
      <w:r>
        <w:t>Hajjaj Yusuf ibn ‘Abd al</w:t>
      </w:r>
      <w:r w:rsidR="008E1963">
        <w:t>-</w:t>
      </w:r>
      <w:r>
        <w:t>Rahman ibn Yusuf al</w:t>
      </w:r>
      <w:r w:rsidR="008E1963">
        <w:t>-</w:t>
      </w:r>
      <w:r>
        <w:t>Mizzi (d. 742/1341).</w:t>
      </w:r>
      <w:bookmarkEnd w:id="316"/>
    </w:p>
    <w:p w:rsidR="000D3C43" w:rsidRDefault="00D442CD" w:rsidP="00D442CD">
      <w:pPr>
        <w:pStyle w:val="libNormal"/>
      </w:pPr>
      <w:r>
        <w:t>In his Tuhfat al</w:t>
      </w:r>
      <w:r w:rsidR="008E1963">
        <w:t>-</w:t>
      </w:r>
      <w:r>
        <w:t>ashraf bi ma’rifat al</w:t>
      </w:r>
      <w:r w:rsidR="008E1963">
        <w:t>-</w:t>
      </w:r>
      <w:r>
        <w:t>atraf from al</w:t>
      </w:r>
      <w:r w:rsidR="008E1963">
        <w:t>-</w:t>
      </w:r>
      <w:r>
        <w:t>Tirmidhi, Muslim and al</w:t>
      </w:r>
      <w:r w:rsidR="008E1963">
        <w:t>-</w:t>
      </w:r>
      <w:r>
        <w:t xml:space="preserve">Nasa'i. A leading scholar and writer. </w:t>
      </w:r>
      <w:r w:rsidRPr="007F1F07">
        <w:rPr>
          <w:rStyle w:val="libFootnotenumChar"/>
        </w:rPr>
        <w:t>3</w:t>
      </w:r>
    </w:p>
    <w:p w:rsidR="00D442CD" w:rsidRDefault="00D442CD" w:rsidP="00941CD7">
      <w:pPr>
        <w:pStyle w:val="Heading2Center"/>
      </w:pPr>
      <w:bookmarkStart w:id="317" w:name="_Toc484431741"/>
      <w:r>
        <w:t>281. Hasan ibn Muhammad al</w:t>
      </w:r>
      <w:r w:rsidR="008E1963">
        <w:t>-</w:t>
      </w:r>
      <w:r>
        <w:t>Tayyibi (d. 743/1342).</w:t>
      </w:r>
      <w:bookmarkEnd w:id="317"/>
    </w:p>
    <w:p w:rsidR="000D3C43" w:rsidRDefault="00D442CD" w:rsidP="00D442CD">
      <w:pPr>
        <w:pStyle w:val="libNormal"/>
      </w:pPr>
      <w:r>
        <w:t>In his Sharh al</w:t>
      </w:r>
      <w:r w:rsidR="008E1963">
        <w:t>-</w:t>
      </w:r>
      <w:r>
        <w:t xml:space="preserve">Mishkat, MS. A leading scholar of his era. </w:t>
      </w:r>
      <w:r w:rsidRPr="007F1F07">
        <w:rPr>
          <w:rStyle w:val="libFootnotenumChar"/>
        </w:rPr>
        <w:t>4</w:t>
      </w:r>
    </w:p>
    <w:p w:rsidR="00D442CD" w:rsidRDefault="00D442CD" w:rsidP="00941CD7">
      <w:pPr>
        <w:pStyle w:val="Heading2Center"/>
      </w:pPr>
      <w:bookmarkStart w:id="318" w:name="_Toc484431742"/>
      <w:r>
        <w:t>282. Shams al</w:t>
      </w:r>
      <w:r w:rsidR="008E1963">
        <w:t>-</w:t>
      </w:r>
      <w:r>
        <w:t>Din Muhammad ibn al</w:t>
      </w:r>
      <w:r w:rsidR="008E1963">
        <w:t>-</w:t>
      </w:r>
      <w:r>
        <w:t>Muzaffar al</w:t>
      </w:r>
      <w:r w:rsidR="008E1963">
        <w:t>-</w:t>
      </w:r>
      <w:r>
        <w:t>Shahrudi al</w:t>
      </w:r>
      <w:r w:rsidR="008E1963">
        <w:t>-</w:t>
      </w:r>
      <w:r>
        <w:t>Khalkhali (d. 745/1344).</w:t>
      </w:r>
      <w:bookmarkEnd w:id="318"/>
    </w:p>
    <w:p w:rsidR="000D3C43" w:rsidRDefault="00D442CD" w:rsidP="00D442CD">
      <w:pPr>
        <w:pStyle w:val="libNormal"/>
      </w:pPr>
      <w:r>
        <w:t>In his al</w:t>
      </w:r>
      <w:r w:rsidR="008E1963">
        <w:t>-</w:t>
      </w:r>
      <w:r>
        <w:t>Mafatih fi sharh al</w:t>
      </w:r>
      <w:r w:rsidR="008E1963">
        <w:t>-</w:t>
      </w:r>
      <w:r>
        <w:t xml:space="preserve">Masabih, MS. A leading scholar. </w:t>
      </w:r>
      <w:r w:rsidRPr="007F1F07">
        <w:rPr>
          <w:rStyle w:val="libFootnotenumChar"/>
        </w:rPr>
        <w:t>5</w:t>
      </w:r>
    </w:p>
    <w:p w:rsidR="00D442CD" w:rsidRDefault="00D442CD" w:rsidP="00941CD7">
      <w:pPr>
        <w:pStyle w:val="Heading2Center"/>
      </w:pPr>
      <w:bookmarkStart w:id="319" w:name="_Toc484431743"/>
      <w:r>
        <w:lastRenderedPageBreak/>
        <w:t>283. Athir al</w:t>
      </w:r>
      <w:r w:rsidR="008E1963">
        <w:t>-</w:t>
      </w:r>
      <w:r>
        <w:t>Din Abu Hayyan al</w:t>
      </w:r>
      <w:r w:rsidR="008E1963">
        <w:t>-</w:t>
      </w:r>
      <w:r>
        <w:t>Andalusi (d. 745/1344).</w:t>
      </w:r>
      <w:bookmarkEnd w:id="319"/>
    </w:p>
    <w:p w:rsidR="000D3C43" w:rsidRDefault="00D442CD" w:rsidP="00D442CD">
      <w:pPr>
        <w:pStyle w:val="libNormal"/>
      </w:pPr>
      <w:r>
        <w:t>In his exegesis al</w:t>
      </w:r>
      <w:r w:rsidR="008E1963">
        <w:t>-</w:t>
      </w:r>
      <w:r>
        <w:t>Bahr al</w:t>
      </w:r>
      <w:r w:rsidR="008E1963">
        <w:t>-</w:t>
      </w:r>
      <w:r>
        <w:t xml:space="preserve">muhit, i, 12. A leading scholar of his era. </w:t>
      </w:r>
      <w:r w:rsidRPr="007F1F07">
        <w:rPr>
          <w:rStyle w:val="libFootnotenumChar"/>
        </w:rPr>
        <w:t>6</w:t>
      </w:r>
    </w:p>
    <w:p w:rsidR="00D442CD" w:rsidRDefault="00D442CD" w:rsidP="00941CD7">
      <w:pPr>
        <w:pStyle w:val="Heading2Center"/>
      </w:pPr>
      <w:bookmarkStart w:id="320" w:name="_Toc484431744"/>
      <w:r>
        <w:t>284. Shams al</w:t>
      </w:r>
      <w:r w:rsidR="008E1963">
        <w:t>-</w:t>
      </w:r>
      <w:r>
        <w:t>Din Abu ‘Abd Allah Muhammad ibn Ahmad al</w:t>
      </w:r>
      <w:r w:rsidR="008E1963">
        <w:t>-</w:t>
      </w:r>
      <w:r>
        <w:t>Dhahabi (d. 748/1347).</w:t>
      </w:r>
      <w:bookmarkEnd w:id="320"/>
    </w:p>
    <w:p w:rsidR="000D3C43" w:rsidRDefault="00D442CD" w:rsidP="00D442CD">
      <w:pPr>
        <w:pStyle w:val="libNormal"/>
      </w:pPr>
      <w:r>
        <w:t>As mentioned by al</w:t>
      </w:r>
      <w:r w:rsidR="008E1963">
        <w:t>-</w:t>
      </w:r>
      <w:r>
        <w:t>Shaykhani al</w:t>
      </w:r>
      <w:r w:rsidR="008E1963">
        <w:t>-</w:t>
      </w:r>
      <w:r>
        <w:t>Qadiri in al</w:t>
      </w:r>
      <w:r w:rsidR="008E1963">
        <w:t>-</w:t>
      </w:r>
      <w:r>
        <w:t>Sirat al</w:t>
      </w:r>
      <w:r w:rsidR="008E1963">
        <w:t>-</w:t>
      </w:r>
      <w:r>
        <w:t>sawi, MS. A leading scholar, historian, biographer, traditionist and an authority on rijal.</w:t>
      </w:r>
    </w:p>
    <w:p w:rsidR="00D442CD" w:rsidRDefault="00D442CD" w:rsidP="00941CD7">
      <w:pPr>
        <w:pStyle w:val="Heading2Center"/>
      </w:pPr>
      <w:bookmarkStart w:id="321" w:name="_Toc484431745"/>
      <w:r>
        <w:t>285. ‘Ala' al</w:t>
      </w:r>
      <w:r w:rsidR="008E1963">
        <w:t>-</w:t>
      </w:r>
      <w:r>
        <w:t>Din ibn al</w:t>
      </w:r>
      <w:r w:rsidR="008E1963">
        <w:t>-</w:t>
      </w:r>
      <w:r>
        <w:t>Turkamani al</w:t>
      </w:r>
      <w:r w:rsidR="008E1963">
        <w:t>-</w:t>
      </w:r>
      <w:r>
        <w:t>Hanafi (d. 749/1348).</w:t>
      </w:r>
      <w:bookmarkEnd w:id="321"/>
    </w:p>
    <w:p w:rsidR="000D3C43" w:rsidRDefault="00D442CD" w:rsidP="00D442CD">
      <w:pPr>
        <w:pStyle w:val="libNormal"/>
      </w:pPr>
      <w:r>
        <w:t>In his al</w:t>
      </w:r>
      <w:r w:rsidR="008E1963">
        <w:t>-</w:t>
      </w:r>
      <w:r>
        <w:t>Jawhar al</w:t>
      </w:r>
      <w:r w:rsidR="008E1963">
        <w:t>-</w:t>
      </w:r>
      <w:r>
        <w:t>naqi ‘ala Sunan al</w:t>
      </w:r>
      <w:r w:rsidR="008E1963">
        <w:t>-</w:t>
      </w:r>
      <w:r>
        <w:t>Bayhaqi, vii, 31 (published with Sunan al</w:t>
      </w:r>
      <w:r w:rsidR="008E1963">
        <w:t>-</w:t>
      </w:r>
      <w:r>
        <w:t>Bayhaqi, Hyderabad, India). An eminent scholar.</w:t>
      </w:r>
    </w:p>
    <w:p w:rsidR="00D442CD" w:rsidRDefault="00D442CD" w:rsidP="00941CD7">
      <w:pPr>
        <w:pStyle w:val="Heading2Center"/>
      </w:pPr>
      <w:bookmarkStart w:id="322" w:name="_Toc484431746"/>
      <w:r>
        <w:t>286. Jamal al</w:t>
      </w:r>
      <w:r w:rsidR="008E1963">
        <w:t>-</w:t>
      </w:r>
      <w:r>
        <w:t>Din Muhammad ibn Yusuf ibn al</w:t>
      </w:r>
      <w:r w:rsidR="008E1963">
        <w:t>-</w:t>
      </w:r>
      <w:r>
        <w:t>Hasan al</w:t>
      </w:r>
      <w:r w:rsidR="008E1963">
        <w:t>-</w:t>
      </w:r>
      <w:r>
        <w:t>Zarandi al</w:t>
      </w:r>
      <w:r w:rsidR="008E1963">
        <w:t>-</w:t>
      </w:r>
      <w:r>
        <w:t>Madani al</w:t>
      </w:r>
      <w:r w:rsidR="008E1963">
        <w:t>-</w:t>
      </w:r>
      <w:r>
        <w:t>Ansari (d. after 750/1349).</w:t>
      </w:r>
      <w:bookmarkEnd w:id="322"/>
    </w:p>
    <w:p w:rsidR="000D3C43" w:rsidRDefault="00D442CD" w:rsidP="00D442CD">
      <w:pPr>
        <w:pStyle w:val="libNormal"/>
      </w:pPr>
      <w:r>
        <w:t>In his Nazm Durar al</w:t>
      </w:r>
      <w:r w:rsidR="008E1963">
        <w:t>-</w:t>
      </w:r>
      <w:r>
        <w:t>simtayn, 231</w:t>
      </w:r>
      <w:r w:rsidR="008E1963">
        <w:t>-</w:t>
      </w:r>
      <w:r>
        <w:t>232, from Zayd ibn Arqam, Abu Sa’id and Jabir. An eminent scholar and writer.</w:t>
      </w:r>
    </w:p>
    <w:p w:rsidR="00D442CD" w:rsidRDefault="00D442CD" w:rsidP="00941CD7">
      <w:pPr>
        <w:pStyle w:val="Heading2Center"/>
      </w:pPr>
      <w:bookmarkStart w:id="323" w:name="_Toc484431747"/>
      <w:r>
        <w:t>287. Badr al</w:t>
      </w:r>
      <w:r w:rsidR="008E1963">
        <w:t>-</w:t>
      </w:r>
      <w:r>
        <w:t>Din Abu Muhammad al</w:t>
      </w:r>
      <w:r w:rsidR="008E1963">
        <w:t>-</w:t>
      </w:r>
      <w:r>
        <w:t>Hasan ibn Habib al</w:t>
      </w:r>
      <w:r w:rsidR="008E1963">
        <w:t>-</w:t>
      </w:r>
      <w:r>
        <w:t>Halabi.</w:t>
      </w:r>
      <w:bookmarkEnd w:id="323"/>
    </w:p>
    <w:p w:rsidR="000D3C43" w:rsidRDefault="00D442CD" w:rsidP="00D442CD">
      <w:pPr>
        <w:pStyle w:val="libNormal"/>
      </w:pPr>
      <w:r>
        <w:t>In al</w:t>
      </w:r>
      <w:r w:rsidR="008E1963">
        <w:t>-</w:t>
      </w:r>
      <w:r>
        <w:t>Najm al</w:t>
      </w:r>
      <w:r w:rsidR="008E1963">
        <w:t>-</w:t>
      </w:r>
      <w:r>
        <w:t>thaqib fi ashraf al</w:t>
      </w:r>
      <w:r w:rsidR="008E1963">
        <w:t>-</w:t>
      </w:r>
      <w:r>
        <w:t>manasib (F. 86, MS. 5883, Dar</w:t>
      </w:r>
    </w:p>
    <w:p w:rsidR="000D3C43" w:rsidRDefault="00D442CD" w:rsidP="00D442CD">
      <w:pPr>
        <w:pStyle w:val="libNormal"/>
      </w:pPr>
      <w:r>
        <w:t>al</w:t>
      </w:r>
      <w:r w:rsidR="008E1963">
        <w:t>-</w:t>
      </w:r>
      <w:r>
        <w:t>Kutub al</w:t>
      </w:r>
      <w:r w:rsidR="008E1963">
        <w:t>-</w:t>
      </w:r>
      <w:r>
        <w:t xml:space="preserve">Zahiriyyah, Damascus). An eminent scholar. </w:t>
      </w:r>
      <w:r w:rsidRPr="007F1F07">
        <w:rPr>
          <w:rStyle w:val="libFootnotenumChar"/>
        </w:rPr>
        <w:t>7</w:t>
      </w:r>
    </w:p>
    <w:p w:rsidR="00D442CD" w:rsidRDefault="00D442CD" w:rsidP="00941CD7">
      <w:pPr>
        <w:pStyle w:val="Heading2Center"/>
      </w:pPr>
      <w:bookmarkStart w:id="324" w:name="_Toc484431748"/>
      <w:r>
        <w:t>288. Zayn al</w:t>
      </w:r>
      <w:r w:rsidR="008E1963">
        <w:t>-</w:t>
      </w:r>
      <w:r>
        <w:t>Arab ‘Ali ibn ‘Abd Allah ibn Ahmad al</w:t>
      </w:r>
      <w:r w:rsidR="008E1963">
        <w:t>-</w:t>
      </w:r>
      <w:r>
        <w:t>Misri (d. after 751/1350).</w:t>
      </w:r>
      <w:bookmarkEnd w:id="324"/>
    </w:p>
    <w:p w:rsidR="000D3C43" w:rsidRDefault="00D442CD" w:rsidP="00D442CD">
      <w:pPr>
        <w:pStyle w:val="libNormal"/>
      </w:pPr>
      <w:r>
        <w:t>In his sharh of al</w:t>
      </w:r>
      <w:r w:rsidR="008E1963">
        <w:t>-</w:t>
      </w:r>
      <w:r>
        <w:t>Baghawi's Masabih al</w:t>
      </w:r>
      <w:r w:rsidR="008E1963">
        <w:t>-</w:t>
      </w:r>
      <w:r>
        <w:t>Sunnah (F. 356, MS. 59, al</w:t>
      </w:r>
      <w:r w:rsidR="008E1963">
        <w:t>-</w:t>
      </w:r>
      <w:r>
        <w:t>­Maktabat al</w:t>
      </w:r>
      <w:r w:rsidR="008E1963">
        <w:t>-</w:t>
      </w:r>
      <w:r>
        <w:t>Sulaymaniyyah, Istanbul).</w:t>
      </w:r>
    </w:p>
    <w:p w:rsidR="00D442CD" w:rsidRDefault="00D442CD" w:rsidP="00941CD7">
      <w:pPr>
        <w:pStyle w:val="Heading2Center"/>
      </w:pPr>
      <w:bookmarkStart w:id="325" w:name="_Toc484431749"/>
      <w:r>
        <w:t>289. Sa’id al</w:t>
      </w:r>
      <w:r w:rsidR="008E1963">
        <w:t>-</w:t>
      </w:r>
      <w:r>
        <w:t>Din Muhammad ibn Mas’ud ibn Muhammad al</w:t>
      </w:r>
      <w:r w:rsidR="008E1963">
        <w:t>-</w:t>
      </w:r>
      <w:r>
        <w:t>­Kazeruni (d. 758/1357).</w:t>
      </w:r>
      <w:bookmarkEnd w:id="325"/>
    </w:p>
    <w:p w:rsidR="000D3C43" w:rsidRDefault="00D442CD" w:rsidP="00D442CD">
      <w:pPr>
        <w:pStyle w:val="libNormal"/>
      </w:pPr>
      <w:r>
        <w:t>In al</w:t>
      </w:r>
      <w:r w:rsidR="008E1963">
        <w:t>-</w:t>
      </w:r>
      <w:r>
        <w:t>Muntaqa fi sirat al</w:t>
      </w:r>
      <w:r w:rsidR="008E1963">
        <w:t>-</w:t>
      </w:r>
      <w:r>
        <w:t>Musttafa. An eminent scholar and traditionist.</w:t>
      </w:r>
    </w:p>
    <w:p w:rsidR="00D442CD" w:rsidRDefault="00D442CD" w:rsidP="00941CD7">
      <w:pPr>
        <w:pStyle w:val="Heading2Center"/>
      </w:pPr>
      <w:bookmarkStart w:id="326" w:name="_Toc484431750"/>
      <w:r>
        <w:t>290. Isma’il ibn Kathir ibn Daw' al</w:t>
      </w:r>
      <w:r w:rsidR="008E1963">
        <w:t>-</w:t>
      </w:r>
      <w:r>
        <w:t>Qarashi al</w:t>
      </w:r>
      <w:r w:rsidR="008E1963">
        <w:t>-</w:t>
      </w:r>
      <w:r>
        <w:t>Dimashqi (d. 774/1372).</w:t>
      </w:r>
      <w:bookmarkEnd w:id="326"/>
    </w:p>
    <w:p w:rsidR="000D3C43" w:rsidRDefault="00D442CD" w:rsidP="00D442CD">
      <w:pPr>
        <w:pStyle w:val="libNormal"/>
      </w:pPr>
      <w:r>
        <w:t>In his exegesis (v, 457; vi, 199, 200) and his work on history. A leading historian, exegete and legist.</w:t>
      </w:r>
    </w:p>
    <w:p w:rsidR="00D442CD" w:rsidRDefault="00D442CD" w:rsidP="00941CD7">
      <w:pPr>
        <w:pStyle w:val="Heading2Center"/>
      </w:pPr>
      <w:bookmarkStart w:id="327" w:name="_Toc484431751"/>
      <w:r>
        <w:t>291. Muhammad ibn Qasim al</w:t>
      </w:r>
      <w:r w:rsidR="008E1963">
        <w:t>-</w:t>
      </w:r>
      <w:r>
        <w:t>Nuwayri al</w:t>
      </w:r>
      <w:r w:rsidR="008E1963">
        <w:t>-</w:t>
      </w:r>
      <w:r>
        <w:t>Iskandarani (d. after 775/1373).</w:t>
      </w:r>
      <w:bookmarkEnd w:id="327"/>
    </w:p>
    <w:p w:rsidR="000D3C43" w:rsidRDefault="00D442CD" w:rsidP="00D442CD">
      <w:pPr>
        <w:pStyle w:val="libNormal"/>
      </w:pPr>
      <w:r>
        <w:t>In Kitab al</w:t>
      </w:r>
      <w:r w:rsidR="008E1963">
        <w:t>-</w:t>
      </w:r>
      <w:r>
        <w:t>ilmam (Hyderabad, 1390), iii, 154.</w:t>
      </w:r>
    </w:p>
    <w:p w:rsidR="00D442CD" w:rsidRDefault="00D442CD" w:rsidP="00941CD7">
      <w:pPr>
        <w:pStyle w:val="Heading2Center"/>
      </w:pPr>
      <w:bookmarkStart w:id="328" w:name="_Toc484431752"/>
      <w:r>
        <w:t>292. Shams al</w:t>
      </w:r>
      <w:r w:rsidR="008E1963">
        <w:t>-</w:t>
      </w:r>
      <w:r>
        <w:t>Din Muhammad ibn al</w:t>
      </w:r>
      <w:r w:rsidR="008E1963">
        <w:t>-</w:t>
      </w:r>
      <w:r>
        <w:t>Hasan al</w:t>
      </w:r>
      <w:r w:rsidR="008E1963">
        <w:t>-</w:t>
      </w:r>
      <w:r>
        <w:t>Wasiti (d. 776/1374).</w:t>
      </w:r>
      <w:bookmarkEnd w:id="328"/>
    </w:p>
    <w:p w:rsidR="000D3C43" w:rsidRDefault="00D442CD" w:rsidP="00D442CD">
      <w:pPr>
        <w:pStyle w:val="libNormal"/>
      </w:pPr>
      <w:r>
        <w:t>In his Majm’ al</w:t>
      </w:r>
      <w:r w:rsidR="008E1963">
        <w:t>-</w:t>
      </w:r>
      <w:r>
        <w:t>ahbab (MS. 2096 in al</w:t>
      </w:r>
      <w:r w:rsidR="008E1963">
        <w:t>-</w:t>
      </w:r>
      <w:r>
        <w:t>Maktabat al</w:t>
      </w:r>
      <w:r w:rsidR="008E1963">
        <w:t>-</w:t>
      </w:r>
      <w:r>
        <w:t>­Sulaymaniyyah, Istanbul, F. 78) from Sahih Muslim. An exegete and legist.</w:t>
      </w:r>
    </w:p>
    <w:p w:rsidR="00D442CD" w:rsidRDefault="00D442CD" w:rsidP="00941CD7">
      <w:pPr>
        <w:pStyle w:val="Heading2Center"/>
      </w:pPr>
      <w:bookmarkStart w:id="329" w:name="_Toc484431753"/>
      <w:r>
        <w:t>293. Al</w:t>
      </w:r>
      <w:r w:rsidR="008E1963">
        <w:t>-</w:t>
      </w:r>
      <w:r>
        <w:t>Sayyid ‘Ali Shihab al</w:t>
      </w:r>
      <w:r w:rsidR="008E1963">
        <w:t>-</w:t>
      </w:r>
      <w:r>
        <w:t>Din al</w:t>
      </w:r>
      <w:r w:rsidR="008E1963">
        <w:t>-</w:t>
      </w:r>
      <w:r>
        <w:t>Hamadani (d. 786/1384).</w:t>
      </w:r>
      <w:bookmarkEnd w:id="329"/>
    </w:p>
    <w:p w:rsidR="000D3C43" w:rsidRDefault="00D442CD" w:rsidP="00D442CD">
      <w:pPr>
        <w:pStyle w:val="libNormal"/>
      </w:pPr>
      <w:r>
        <w:t>In his al</w:t>
      </w:r>
      <w:r w:rsidR="008E1963">
        <w:t>-</w:t>
      </w:r>
      <w:r>
        <w:t>Mawaddah fi al</w:t>
      </w:r>
      <w:r w:rsidR="008E1963">
        <w:t>-</w:t>
      </w:r>
      <w:r>
        <w:t>qurba from Abu Sa’id and Jubayr ibn Mut’im. An eminent scholar.</w:t>
      </w:r>
    </w:p>
    <w:p w:rsidR="00D442CD" w:rsidRDefault="00D442CD" w:rsidP="00941CD7">
      <w:pPr>
        <w:pStyle w:val="Heading2Center"/>
      </w:pPr>
      <w:bookmarkStart w:id="330" w:name="_Toc484431754"/>
      <w:r>
        <w:t>294. Al</w:t>
      </w:r>
      <w:r w:rsidR="008E1963">
        <w:t>-</w:t>
      </w:r>
      <w:r>
        <w:t>Sayyid Muhammad al</w:t>
      </w:r>
      <w:r w:rsidR="008E1963">
        <w:t>-</w:t>
      </w:r>
      <w:r>
        <w:t>Taliqani.</w:t>
      </w:r>
      <w:bookmarkEnd w:id="330"/>
    </w:p>
    <w:p w:rsidR="000D3C43" w:rsidRDefault="00D442CD" w:rsidP="00D442CD">
      <w:pPr>
        <w:pStyle w:val="libNormal"/>
      </w:pPr>
      <w:r>
        <w:lastRenderedPageBreak/>
        <w:t>In Risalah</w:t>
      </w:r>
      <w:r w:rsidR="008E1963">
        <w:t>-</w:t>
      </w:r>
      <w:r>
        <w:t>ye Qiyafeh</w:t>
      </w:r>
      <w:r w:rsidR="008E1963">
        <w:t>-</w:t>
      </w:r>
      <w:r>
        <w:t>nameh, as mentioned by al</w:t>
      </w:r>
      <w:r w:rsidR="008E1963">
        <w:t>-</w:t>
      </w:r>
      <w:r>
        <w:t>Badakhshani in Jami’ al</w:t>
      </w:r>
      <w:r w:rsidR="008E1963">
        <w:t>-</w:t>
      </w:r>
      <w:r>
        <w:t>salasil, MS. in the former's biographical account.</w:t>
      </w:r>
    </w:p>
    <w:p w:rsidR="00D442CD" w:rsidRDefault="00D442CD" w:rsidP="00941CD7">
      <w:pPr>
        <w:pStyle w:val="Heading2Center"/>
      </w:pPr>
      <w:bookmarkStart w:id="331" w:name="_Toc484431755"/>
      <w:r>
        <w:t>295. Sa’d al</w:t>
      </w:r>
      <w:r w:rsidR="008E1963">
        <w:t>-</w:t>
      </w:r>
      <w:r>
        <w:t>Din Mas’ud ibn ‘Umar al</w:t>
      </w:r>
      <w:r w:rsidR="008E1963">
        <w:t>-</w:t>
      </w:r>
      <w:r>
        <w:t>Taftazani (d. 791/1389).</w:t>
      </w:r>
      <w:bookmarkEnd w:id="331"/>
    </w:p>
    <w:p w:rsidR="000D3C43" w:rsidRDefault="00D442CD" w:rsidP="00D442CD">
      <w:pPr>
        <w:pStyle w:val="libNormal"/>
      </w:pPr>
      <w:r>
        <w:t>In Sharh al</w:t>
      </w:r>
      <w:r w:rsidR="008E1963">
        <w:t>-</w:t>
      </w:r>
      <w:r>
        <w:t xml:space="preserve">Maqasid, ii, 221. A great scholar, grammarian, legist, exegete and mutakallim. </w:t>
      </w:r>
      <w:r w:rsidRPr="007F1F07">
        <w:rPr>
          <w:rStyle w:val="libFootnotenumChar"/>
        </w:rPr>
        <w:t>8</w:t>
      </w:r>
    </w:p>
    <w:p w:rsidR="00D442CD" w:rsidRDefault="00D442CD" w:rsidP="00941CD7">
      <w:pPr>
        <w:pStyle w:val="Heading2Center"/>
      </w:pPr>
      <w:bookmarkStart w:id="332" w:name="_Toc484431756"/>
      <w:r>
        <w:t>296. Abu ‘Abd Allah Husam al</w:t>
      </w:r>
      <w:r w:rsidR="008E1963">
        <w:t>-</w:t>
      </w:r>
      <w:r>
        <w:t>Din Hamid ibn Ahmad al</w:t>
      </w:r>
      <w:r w:rsidR="008E1963">
        <w:t>-</w:t>
      </w:r>
      <w:r>
        <w:t>Mahalli.</w:t>
      </w:r>
      <w:bookmarkEnd w:id="332"/>
    </w:p>
    <w:p w:rsidR="000D3C43" w:rsidRDefault="00D442CD" w:rsidP="00D442CD">
      <w:pPr>
        <w:pStyle w:val="libNormal"/>
      </w:pPr>
      <w:r>
        <w:t>In his Mahasin al</w:t>
      </w:r>
      <w:r w:rsidR="008E1963">
        <w:t>-</w:t>
      </w:r>
      <w:r>
        <w:t>azhar fi tafsil manaqib al</w:t>
      </w:r>
      <w:r w:rsidR="008E1963">
        <w:t>-</w:t>
      </w:r>
      <w:r>
        <w:t>’itrat al</w:t>
      </w:r>
      <w:r w:rsidR="008E1963">
        <w:t>-</w:t>
      </w:r>
      <w:r>
        <w:t>akhyar al</w:t>
      </w:r>
      <w:r w:rsidR="008E1963">
        <w:t>-</w:t>
      </w:r>
      <w:r>
        <w:t>athar as mentioned by al</w:t>
      </w:r>
      <w:r w:rsidR="008E1963">
        <w:t>-</w:t>
      </w:r>
      <w:r>
        <w:t>Allamah Muhammad ibn Isma’il al</w:t>
      </w:r>
      <w:r w:rsidR="008E1963">
        <w:t>-</w:t>
      </w:r>
      <w:r>
        <w:t>Amir in al</w:t>
      </w:r>
      <w:r w:rsidR="008E1963">
        <w:t>-</w:t>
      </w:r>
      <w:r>
        <w:t>Rawdat al</w:t>
      </w:r>
      <w:r w:rsidR="008E1963">
        <w:t>-</w:t>
      </w:r>
      <w:r>
        <w:t>nadiyyah. An eminent scholar and legist.</w:t>
      </w:r>
    </w:p>
    <w:p w:rsidR="00D442CD" w:rsidRDefault="00D442CD" w:rsidP="00D442CD">
      <w:pPr>
        <w:pStyle w:val="Heading2Center"/>
      </w:pPr>
      <w:bookmarkStart w:id="333" w:name="_Toc484431757"/>
      <w:r>
        <w:t>Notes</w:t>
      </w:r>
      <w:bookmarkEnd w:id="333"/>
    </w:p>
    <w:p w:rsidR="00D442CD" w:rsidRDefault="00D442CD" w:rsidP="00D442CD">
      <w:pPr>
        <w:pStyle w:val="libFootnote"/>
      </w:pPr>
      <w:r>
        <w:t>1. Al</w:t>
      </w:r>
      <w:r w:rsidR="008E1963">
        <w:t>-</w:t>
      </w:r>
      <w:r>
        <w:t>Asnawi, Tabaqat al</w:t>
      </w:r>
      <w:r w:rsidR="008E1963">
        <w:t>-</w:t>
      </w:r>
      <w:r>
        <w:t>Shafi`iyyah, ii, 332; al</w:t>
      </w:r>
      <w:r w:rsidR="008E1963">
        <w:t>-</w:t>
      </w:r>
      <w:r>
        <w:t>Suyuti, Husn al</w:t>
      </w:r>
      <w:r w:rsidR="008E1963">
        <w:t>-</w:t>
      </w:r>
      <w:r>
        <w:t>muhaddarah, i, 424.</w:t>
      </w:r>
    </w:p>
    <w:p w:rsidR="00D442CD" w:rsidRDefault="00D442CD" w:rsidP="00D442CD">
      <w:pPr>
        <w:pStyle w:val="libFootnote"/>
      </w:pPr>
      <w:r>
        <w:t>2. Ibn Hajar al</w:t>
      </w:r>
      <w:r w:rsidR="008E1963">
        <w:t>-</w:t>
      </w:r>
      <w:r>
        <w:t>Asqalani, al</w:t>
      </w:r>
      <w:r w:rsidR="008E1963">
        <w:t>-</w:t>
      </w:r>
      <w:r>
        <w:t>Durar al</w:t>
      </w:r>
      <w:r w:rsidR="008E1963">
        <w:t>-</w:t>
      </w:r>
      <w:r>
        <w:t>kaminah, ii, 79.</w:t>
      </w:r>
    </w:p>
    <w:p w:rsidR="00D442CD" w:rsidRDefault="00D442CD" w:rsidP="00D442CD">
      <w:pPr>
        <w:pStyle w:val="libFootnote"/>
      </w:pPr>
      <w:r>
        <w:t>3. Al</w:t>
      </w:r>
      <w:r w:rsidR="008E1963">
        <w:t>-</w:t>
      </w:r>
      <w:r>
        <w:t>­Shawkani, al</w:t>
      </w:r>
      <w:r w:rsidR="008E1963">
        <w:t>-</w:t>
      </w:r>
      <w:r>
        <w:t>Badr al</w:t>
      </w:r>
      <w:r w:rsidR="008E1963">
        <w:t>-</w:t>
      </w:r>
      <w:r>
        <w:t>tali` Ii mahasin rnin ba`d al</w:t>
      </w:r>
      <w:r w:rsidR="008E1963">
        <w:t>-</w:t>
      </w:r>
      <w:r>
        <w:t>qarn al</w:t>
      </w:r>
      <w:r w:rsidR="008E1963">
        <w:t>-</w:t>
      </w:r>
      <w:r>
        <w:t>­sabi`, ii, 352.</w:t>
      </w:r>
    </w:p>
    <w:p w:rsidR="00D442CD" w:rsidRDefault="00D442CD" w:rsidP="00D442CD">
      <w:pPr>
        <w:pStyle w:val="libFootnote"/>
      </w:pPr>
      <w:r>
        <w:t>4. Al</w:t>
      </w:r>
      <w:r w:rsidR="008E1963">
        <w:t>-</w:t>
      </w:r>
      <w:r>
        <w:t>Durar al</w:t>
      </w:r>
      <w:r w:rsidR="008E1963">
        <w:t>-</w:t>
      </w:r>
      <w:r>
        <w:t>kaminah, ii, 68; Bughyat al</w:t>
      </w:r>
      <w:r w:rsidR="008E1963">
        <w:t>-</w:t>
      </w:r>
      <w:r>
        <w:t>wi`at, 228; al</w:t>
      </w:r>
      <w:r w:rsidR="008E1963">
        <w:t>-</w:t>
      </w:r>
      <w:r>
        <w:t>Badr al</w:t>
      </w:r>
      <w:r w:rsidR="008E1963">
        <w:t>-</w:t>
      </w:r>
      <w:r>
        <w:t>tali`, i, 229.</w:t>
      </w:r>
    </w:p>
    <w:p w:rsidR="00D442CD" w:rsidRDefault="00D442CD" w:rsidP="00D442CD">
      <w:pPr>
        <w:pStyle w:val="libFootnote"/>
      </w:pPr>
      <w:r>
        <w:t>5. Al</w:t>
      </w:r>
      <w:r w:rsidR="008E1963">
        <w:t>-</w:t>
      </w:r>
      <w:r>
        <w:t>'Asnawi, Tabaqat al</w:t>
      </w:r>
      <w:r w:rsidR="008E1963">
        <w:t>-</w:t>
      </w:r>
      <w:r>
        <w:t>Shafi`iyyah, i, 505.</w:t>
      </w:r>
    </w:p>
    <w:p w:rsidR="00D442CD" w:rsidRDefault="00D442CD" w:rsidP="00D442CD">
      <w:pPr>
        <w:pStyle w:val="libFootnote"/>
      </w:pPr>
      <w:r>
        <w:t>6. Al</w:t>
      </w:r>
      <w:r w:rsidR="008E1963">
        <w:t>-</w:t>
      </w:r>
      <w:r>
        <w:t>Wafi bi al</w:t>
      </w:r>
      <w:r w:rsidR="008E1963">
        <w:t>-</w:t>
      </w:r>
      <w:r>
        <w:t>Wafayat, v, 267</w:t>
      </w:r>
      <w:r w:rsidR="008E1963">
        <w:t>-</w:t>
      </w:r>
      <w:r>
        <w:t>283.</w:t>
      </w:r>
    </w:p>
    <w:p w:rsidR="00D442CD" w:rsidRDefault="00D442CD" w:rsidP="00D442CD">
      <w:pPr>
        <w:pStyle w:val="libFootnote"/>
      </w:pPr>
      <w:r>
        <w:t>7. Al</w:t>
      </w:r>
      <w:r w:rsidR="008E1963">
        <w:t>-</w:t>
      </w:r>
      <w:r>
        <w:t>Durar al</w:t>
      </w:r>
      <w:r w:rsidR="008E1963">
        <w:t>-</w:t>
      </w:r>
      <w:r>
        <w:t>kaminah, ii, 113; Abna' al</w:t>
      </w:r>
      <w:r w:rsidR="008E1963">
        <w:t>-</w:t>
      </w:r>
      <w:r>
        <w:t>ghumar, i, 249.</w:t>
      </w:r>
    </w:p>
    <w:p w:rsidR="00D442CD" w:rsidRDefault="00D442CD" w:rsidP="00D442CD">
      <w:pPr>
        <w:pStyle w:val="libFootnote"/>
      </w:pPr>
      <w:r>
        <w:t>8. Al­Shawkani, al</w:t>
      </w:r>
      <w:r w:rsidR="008E1963">
        <w:t>-</w:t>
      </w:r>
      <w:r>
        <w:t>Badr al</w:t>
      </w:r>
      <w:r w:rsidR="008E1963">
        <w:t>-</w:t>
      </w:r>
      <w:r>
        <w:t>tali`, ii, 303.</w:t>
      </w:r>
    </w:p>
    <w:p w:rsidR="00D442CD" w:rsidRDefault="00D442CD" w:rsidP="000D3C43">
      <w:pPr>
        <w:pStyle w:val="libNormal"/>
      </w:pPr>
      <w:r>
        <w:br w:type="page"/>
      </w:r>
    </w:p>
    <w:p w:rsidR="00D442CD" w:rsidRDefault="00D442CD" w:rsidP="000D3C43">
      <w:pPr>
        <w:pStyle w:val="Heading1Center"/>
      </w:pPr>
      <w:bookmarkStart w:id="334" w:name="_Toc484431758"/>
      <w:r>
        <w:lastRenderedPageBreak/>
        <w:t>Narrators of Hadith al</w:t>
      </w:r>
      <w:r w:rsidR="008E1963">
        <w:t>-</w:t>
      </w:r>
      <w:r>
        <w:t>Thaqalayn of Ninth</w:t>
      </w:r>
      <w:r w:rsidR="008E1963">
        <w:t>-</w:t>
      </w:r>
      <w:r>
        <w:t xml:space="preserve"> Fifteenth Century</w:t>
      </w:r>
      <w:bookmarkEnd w:id="334"/>
    </w:p>
    <w:p w:rsidR="00D442CD" w:rsidRDefault="00D442CD" w:rsidP="00941CD7">
      <w:pPr>
        <w:pStyle w:val="Heading2Center"/>
      </w:pPr>
      <w:bookmarkStart w:id="335" w:name="_Toc484431759"/>
      <w:r>
        <w:t>297. Nur al</w:t>
      </w:r>
      <w:r w:rsidR="008E1963">
        <w:t>-</w:t>
      </w:r>
      <w:r>
        <w:t>Din ‘Ali ibn Abi Bakr ibn Sulayman al</w:t>
      </w:r>
      <w:r w:rsidR="008E1963">
        <w:t>-</w:t>
      </w:r>
      <w:r>
        <w:t>Haythami (d. 807/1404).</w:t>
      </w:r>
      <w:bookmarkEnd w:id="335"/>
    </w:p>
    <w:p w:rsidR="000D3C43" w:rsidRDefault="00D442CD" w:rsidP="00D442CD">
      <w:pPr>
        <w:pStyle w:val="libNormal"/>
      </w:pPr>
      <w:r>
        <w:t>In his Majma’ al</w:t>
      </w:r>
      <w:r w:rsidR="008E1963">
        <w:t>-</w:t>
      </w:r>
      <w:r>
        <w:t>zawa'id wa manba’ al</w:t>
      </w:r>
      <w:r w:rsidR="008E1963">
        <w:t>-</w:t>
      </w:r>
      <w:r>
        <w:t xml:space="preserve">fawa'id, 9. An eminent scholar. </w:t>
      </w:r>
      <w:r w:rsidRPr="007F1F07">
        <w:rPr>
          <w:rStyle w:val="libFootnotenumChar"/>
        </w:rPr>
        <w:t>1</w:t>
      </w:r>
    </w:p>
    <w:p w:rsidR="00D442CD" w:rsidRDefault="00D442CD" w:rsidP="00941CD7">
      <w:pPr>
        <w:pStyle w:val="Heading2Center"/>
      </w:pPr>
      <w:bookmarkStart w:id="336" w:name="_Toc484431760"/>
      <w:r>
        <w:t>298. Majd al</w:t>
      </w:r>
      <w:r w:rsidR="008E1963">
        <w:t>-</w:t>
      </w:r>
      <w:r>
        <w:t>Din Muhammad ibn Ya’qub al</w:t>
      </w:r>
      <w:r w:rsidR="008E1963">
        <w:t>-</w:t>
      </w:r>
      <w:r>
        <w:t>Firuzabadi al</w:t>
      </w:r>
      <w:r w:rsidR="008E1963">
        <w:t>-</w:t>
      </w:r>
      <w:r>
        <w:t>Shirazi (d. 817/1414).</w:t>
      </w:r>
      <w:bookmarkEnd w:id="336"/>
    </w:p>
    <w:p w:rsidR="000D3C43" w:rsidRDefault="00D442CD" w:rsidP="00D442CD">
      <w:pPr>
        <w:pStyle w:val="libNormal"/>
      </w:pPr>
      <w:r>
        <w:t>In his al</w:t>
      </w:r>
      <w:r w:rsidR="008E1963">
        <w:t>-</w:t>
      </w:r>
      <w:r>
        <w:t>Qamus al</w:t>
      </w:r>
      <w:r w:rsidR="008E1963">
        <w:t>-</w:t>
      </w:r>
      <w:r>
        <w:t>muhit, iii, 343. One of the great lexicographers.</w:t>
      </w:r>
    </w:p>
    <w:p w:rsidR="00D442CD" w:rsidRDefault="00D442CD" w:rsidP="00941CD7">
      <w:pPr>
        <w:pStyle w:val="Heading2Center"/>
      </w:pPr>
      <w:bookmarkStart w:id="337" w:name="_Toc484431761"/>
      <w:r>
        <w:t>299. Muhammad ibn Mahmud al</w:t>
      </w:r>
      <w:r w:rsidR="008E1963">
        <w:t>-</w:t>
      </w:r>
      <w:r>
        <w:t>Hafizi al</w:t>
      </w:r>
      <w:r w:rsidR="008E1963">
        <w:t>-</w:t>
      </w:r>
      <w:r>
        <w:t>Bukhari al</w:t>
      </w:r>
      <w:r w:rsidR="008E1963">
        <w:t>-</w:t>
      </w:r>
      <w:r>
        <w:t>­Naqshbandi, known as Khwajah Parsa (d. 822/1419).</w:t>
      </w:r>
      <w:bookmarkEnd w:id="337"/>
    </w:p>
    <w:p w:rsidR="000D3C43" w:rsidRDefault="00D442CD" w:rsidP="00D442CD">
      <w:pPr>
        <w:pStyle w:val="libNormal"/>
      </w:pPr>
      <w:r>
        <w:t>In his Fasl al</w:t>
      </w:r>
      <w:r w:rsidR="008E1963">
        <w:t>-</w:t>
      </w:r>
      <w:r>
        <w:t>khitab from al</w:t>
      </w:r>
      <w:r w:rsidR="008E1963">
        <w:t>-</w:t>
      </w:r>
      <w:r>
        <w:t>Tirmidhi, from Jabir, Hudhayfah ibn Usayd and Zayd ibn Arqam. An eminent scholar and the most eminent of the Khulafa' of Khwajah Baha' al</w:t>
      </w:r>
      <w:r w:rsidR="008E1963">
        <w:t>-</w:t>
      </w:r>
      <w:r>
        <w:t>Din Naqshband.</w:t>
      </w:r>
    </w:p>
    <w:p w:rsidR="00D442CD" w:rsidRDefault="00D442CD" w:rsidP="00941CD7">
      <w:pPr>
        <w:pStyle w:val="Heading2Center"/>
      </w:pPr>
      <w:bookmarkStart w:id="338" w:name="_Toc484431762"/>
      <w:r>
        <w:t>300. Abu al</w:t>
      </w:r>
      <w:r w:rsidR="008E1963">
        <w:t>-</w:t>
      </w:r>
      <w:r>
        <w:t>Abbas Taqi al</w:t>
      </w:r>
      <w:r w:rsidR="008E1963">
        <w:t>-</w:t>
      </w:r>
      <w:r>
        <w:t>Din Ahmad ibn ‘Ali al</w:t>
      </w:r>
      <w:r w:rsidR="008E1963">
        <w:t>-</w:t>
      </w:r>
      <w:r>
        <w:t>Maqrizi (d. 845/1441).</w:t>
      </w:r>
      <w:bookmarkEnd w:id="338"/>
    </w:p>
    <w:p w:rsidR="000D3C43" w:rsidRDefault="00D442CD" w:rsidP="00D442CD">
      <w:pPr>
        <w:pStyle w:val="libNormal"/>
      </w:pPr>
      <w:r>
        <w:t>In his Ma’rifat ma yajib li Al al</w:t>
      </w:r>
      <w:r w:rsidR="008E1963">
        <w:t>-</w:t>
      </w:r>
      <w:r>
        <w:t>Bayt al</w:t>
      </w:r>
      <w:r w:rsidR="008E1963">
        <w:t>-</w:t>
      </w:r>
      <w:r>
        <w:t>Nabawi (Cairo: Dar al</w:t>
      </w:r>
      <w:r w:rsidR="008E1963">
        <w:t>-</w:t>
      </w:r>
      <w:r>
        <w:t>I’tisam, 1392, ed. by Muhammad Ahmad ‘Ashur, p. 38) from al</w:t>
      </w:r>
      <w:r w:rsidR="008E1963">
        <w:t>-</w:t>
      </w:r>
      <w:r>
        <w:t xml:space="preserve">Tirmidhi. A great historian and traditionist. </w:t>
      </w:r>
      <w:r w:rsidRPr="007F1F07">
        <w:rPr>
          <w:rStyle w:val="libFootnotenumChar"/>
        </w:rPr>
        <w:t>2</w:t>
      </w:r>
    </w:p>
    <w:p w:rsidR="00D442CD" w:rsidRDefault="00D442CD" w:rsidP="00941CD7">
      <w:pPr>
        <w:pStyle w:val="Heading2Center"/>
      </w:pPr>
      <w:bookmarkStart w:id="339" w:name="_Toc484431763"/>
      <w:r>
        <w:t>301. ‘Uthman ibn Haji ibn Muhammad al</w:t>
      </w:r>
      <w:r w:rsidR="008E1963">
        <w:t>-</w:t>
      </w:r>
      <w:r>
        <w:t>Harawi.</w:t>
      </w:r>
      <w:bookmarkEnd w:id="339"/>
    </w:p>
    <w:p w:rsidR="000D3C43" w:rsidRDefault="00D442CD" w:rsidP="00D442CD">
      <w:pPr>
        <w:pStyle w:val="libNormal"/>
      </w:pPr>
      <w:r>
        <w:t>In his Sharh on Masabih al</w:t>
      </w:r>
      <w:r w:rsidR="008E1963">
        <w:t>-</w:t>
      </w:r>
      <w:r>
        <w:t>Sunnah (F. 178, MS 288 in al</w:t>
      </w:r>
      <w:r w:rsidR="008E1963">
        <w:t>-</w:t>
      </w:r>
      <w:r>
        <w:t>­Maktabat al</w:t>
      </w:r>
      <w:r w:rsidR="008E1963">
        <w:t>-</w:t>
      </w:r>
      <w:r>
        <w:t>­Sulaymaniyyah).</w:t>
      </w:r>
    </w:p>
    <w:p w:rsidR="00D442CD" w:rsidRDefault="00D442CD" w:rsidP="00941CD7">
      <w:pPr>
        <w:pStyle w:val="Heading2Center"/>
      </w:pPr>
      <w:bookmarkStart w:id="340" w:name="_Toc484431764"/>
      <w:r>
        <w:t>302. Malik al</w:t>
      </w:r>
      <w:r w:rsidR="008E1963">
        <w:t>-</w:t>
      </w:r>
      <w:r>
        <w:t>’Ulama' Shihab al</w:t>
      </w:r>
      <w:r w:rsidR="008E1963">
        <w:t>-</w:t>
      </w:r>
      <w:r>
        <w:t>Din ibn Shams al</w:t>
      </w:r>
      <w:r w:rsidR="008E1963">
        <w:t>-</w:t>
      </w:r>
      <w:r>
        <w:t>Din al</w:t>
      </w:r>
      <w:r w:rsidR="008E1963">
        <w:t>-</w:t>
      </w:r>
      <w:r>
        <w:t>­Zawali al</w:t>
      </w:r>
      <w:r w:rsidR="008E1963">
        <w:t>-</w:t>
      </w:r>
      <w:r>
        <w:t>Dawlatabadi (d. 849/1445).</w:t>
      </w:r>
      <w:bookmarkEnd w:id="340"/>
    </w:p>
    <w:p w:rsidR="000D3C43" w:rsidRDefault="00D442CD" w:rsidP="00D442CD">
      <w:pPr>
        <w:pStyle w:val="libNormal"/>
      </w:pPr>
      <w:r>
        <w:t>In his Hidayat al</w:t>
      </w:r>
      <w:r w:rsidR="008E1963">
        <w:t>-</w:t>
      </w:r>
      <w:r>
        <w:t>su’ada' (MS.) from al</w:t>
      </w:r>
      <w:r w:rsidR="008E1963">
        <w:t>-</w:t>
      </w:r>
      <w:r>
        <w:t>Masabih al</w:t>
      </w:r>
      <w:r w:rsidR="008E1963">
        <w:t>-</w:t>
      </w:r>
      <w:r>
        <w:t>Mashariq, Mishkat al</w:t>
      </w:r>
      <w:r w:rsidR="008E1963">
        <w:t>-</w:t>
      </w:r>
      <w:r>
        <w:t>Anwar, al</w:t>
      </w:r>
      <w:r w:rsidR="008E1963">
        <w:t>-</w:t>
      </w:r>
      <w:r>
        <w:t>’Umdah, al</w:t>
      </w:r>
      <w:r w:rsidR="008E1963">
        <w:t>-</w:t>
      </w:r>
      <w:r>
        <w:t>Durar, Taj al</w:t>
      </w:r>
      <w:r w:rsidR="008E1963">
        <w:t>-</w:t>
      </w:r>
      <w:r>
        <w:t>asami, al</w:t>
      </w:r>
      <w:r w:rsidR="008E1963">
        <w:t>-</w:t>
      </w:r>
      <w:r>
        <w:t>Arba’in ‘an al</w:t>
      </w:r>
      <w:r w:rsidR="008E1963">
        <w:t>-</w:t>
      </w:r>
      <w:r>
        <w:t>arba’in, Kitab al</w:t>
      </w:r>
      <w:r w:rsidR="008E1963">
        <w:t>-</w:t>
      </w:r>
      <w:r>
        <w:t>Shifa', Nisab al</w:t>
      </w:r>
      <w:r w:rsidR="008E1963">
        <w:t>-</w:t>
      </w:r>
      <w:r>
        <w:t>akhbar, etc., and Manaqib al</w:t>
      </w:r>
      <w:r w:rsidR="008E1963">
        <w:t>-</w:t>
      </w:r>
      <w:r>
        <w:t xml:space="preserve">sadat. A leading scholar of his era. </w:t>
      </w:r>
      <w:r w:rsidRPr="007F1F07">
        <w:rPr>
          <w:rStyle w:val="libFootnotenumChar"/>
        </w:rPr>
        <w:t>3</w:t>
      </w:r>
    </w:p>
    <w:p w:rsidR="00D442CD" w:rsidRDefault="00D442CD" w:rsidP="00941CD7">
      <w:pPr>
        <w:pStyle w:val="Heading2Center"/>
      </w:pPr>
      <w:bookmarkStart w:id="341" w:name="_Toc484431765"/>
      <w:r>
        <w:t>303. Nur al</w:t>
      </w:r>
      <w:r w:rsidR="008E1963">
        <w:t>-</w:t>
      </w:r>
      <w:r>
        <w:t>Din ‘Ali ibn Muhammad, known as Ibn al</w:t>
      </w:r>
      <w:r w:rsidR="008E1963">
        <w:t>-</w:t>
      </w:r>
      <w:r>
        <w:t>Sabbagh al</w:t>
      </w:r>
      <w:r w:rsidR="008E1963">
        <w:t>-</w:t>
      </w:r>
      <w:r>
        <w:t>Maliki (d. 855/1451).</w:t>
      </w:r>
      <w:bookmarkEnd w:id="341"/>
    </w:p>
    <w:p w:rsidR="000D3C43" w:rsidRDefault="00D442CD" w:rsidP="00D442CD">
      <w:pPr>
        <w:pStyle w:val="libNormal"/>
      </w:pPr>
      <w:r>
        <w:t>In al</w:t>
      </w:r>
      <w:r w:rsidR="008E1963">
        <w:t>-</w:t>
      </w:r>
      <w:r>
        <w:t>Fusul al</w:t>
      </w:r>
      <w:r w:rsidR="008E1963">
        <w:t>-</w:t>
      </w:r>
      <w:r>
        <w:t>muhimmah, 23. An eminent scholar.</w:t>
      </w:r>
    </w:p>
    <w:p w:rsidR="00D442CD" w:rsidRDefault="00D442CD" w:rsidP="00941CD7">
      <w:pPr>
        <w:pStyle w:val="Heading2Center"/>
      </w:pPr>
      <w:bookmarkStart w:id="342" w:name="_Toc484431766"/>
      <w:r>
        <w:t>304. Al</w:t>
      </w:r>
      <w:r w:rsidR="008E1963">
        <w:t>-</w:t>
      </w:r>
      <w:r>
        <w:t>Hafiz ibn Hajar al</w:t>
      </w:r>
      <w:r w:rsidR="008E1963">
        <w:t>-</w:t>
      </w:r>
      <w:r>
        <w:t>Asqalani (d. 852/1448).</w:t>
      </w:r>
      <w:bookmarkEnd w:id="342"/>
    </w:p>
    <w:p w:rsidR="000D3C43" w:rsidRDefault="00D442CD" w:rsidP="00D442CD">
      <w:pPr>
        <w:pStyle w:val="libNormal"/>
      </w:pPr>
      <w:r>
        <w:t>In al</w:t>
      </w:r>
      <w:r w:rsidR="008E1963">
        <w:t>-</w:t>
      </w:r>
      <w:r>
        <w:t>Matalib al</w:t>
      </w:r>
      <w:r w:rsidR="008E1963">
        <w:t>-</w:t>
      </w:r>
      <w:r>
        <w:t>Aliyah bi zawa'id al</w:t>
      </w:r>
      <w:r w:rsidR="008E1963">
        <w:t>-</w:t>
      </w:r>
      <w:r>
        <w:t>masanid al</w:t>
      </w:r>
      <w:r w:rsidR="008E1963">
        <w:t>-</w:t>
      </w:r>
      <w:r>
        <w:t>thamaniyah, iv, 65 from ‘Ali (A), where he judges its isnad to be sahih. From ‘Ali and Abu Hurayrah in his Zawa'id Musnad al</w:t>
      </w:r>
      <w:r w:rsidR="008E1963">
        <w:t>-</w:t>
      </w:r>
      <w:r>
        <w:t xml:space="preserve">Bazzaz MS., F. 277. One of the leading scholars. </w:t>
      </w:r>
      <w:r w:rsidRPr="007F1F07">
        <w:rPr>
          <w:rStyle w:val="libFootnotenumChar"/>
        </w:rPr>
        <w:t>4</w:t>
      </w:r>
    </w:p>
    <w:p w:rsidR="00D442CD" w:rsidRDefault="00D442CD" w:rsidP="00D442CD">
      <w:pPr>
        <w:pStyle w:val="Heading2Center"/>
      </w:pPr>
      <w:bookmarkStart w:id="343" w:name="_Toc484431767"/>
      <w:r>
        <w:t>Notes</w:t>
      </w:r>
      <w:bookmarkEnd w:id="343"/>
    </w:p>
    <w:p w:rsidR="00D442CD" w:rsidRDefault="00D442CD" w:rsidP="00D442CD">
      <w:pPr>
        <w:pStyle w:val="libFootnote"/>
      </w:pPr>
      <w:r>
        <w:t>1. Al</w:t>
      </w:r>
      <w:r w:rsidR="008E1963">
        <w:t>-</w:t>
      </w:r>
      <w:r>
        <w:t>Sakhawi, al</w:t>
      </w:r>
      <w:r w:rsidR="008E1963">
        <w:t>-</w:t>
      </w:r>
      <w:r>
        <w:t>Daw' al</w:t>
      </w:r>
      <w:r w:rsidR="008E1963">
        <w:t>-</w:t>
      </w:r>
      <w:r>
        <w:t>lami`, v, 200.</w:t>
      </w:r>
    </w:p>
    <w:p w:rsidR="00D442CD" w:rsidRDefault="00D442CD" w:rsidP="00D442CD">
      <w:pPr>
        <w:pStyle w:val="libFootnote"/>
      </w:pPr>
      <w:r>
        <w:t>2. Al</w:t>
      </w:r>
      <w:r w:rsidR="008E1963">
        <w:t>-</w:t>
      </w:r>
      <w:r>
        <w:t>Manhal al</w:t>
      </w:r>
      <w:r w:rsidR="008E1963">
        <w:t>-</w:t>
      </w:r>
      <w:r>
        <w:t xml:space="preserve">Safi, i, 394 </w:t>
      </w:r>
      <w:r w:rsidR="008E1963">
        <w:t>-</w:t>
      </w:r>
      <w:r>
        <w:t xml:space="preserve"> 399; Abna' al</w:t>
      </w:r>
      <w:r w:rsidR="008E1963">
        <w:t>-</w:t>
      </w:r>
      <w:r>
        <w:t>ghumar, ix, 170.</w:t>
      </w:r>
    </w:p>
    <w:p w:rsidR="00D442CD" w:rsidRDefault="00D442CD" w:rsidP="00D442CD">
      <w:pPr>
        <w:pStyle w:val="libFootnote"/>
      </w:pPr>
      <w:r>
        <w:t>3. `Abd al</w:t>
      </w:r>
      <w:r w:rsidR="008E1963">
        <w:t>-</w:t>
      </w:r>
      <w:r>
        <w:t>Haqq al</w:t>
      </w:r>
      <w:r w:rsidR="008E1963">
        <w:t>-</w:t>
      </w:r>
      <w:r>
        <w:t>Dehlawi, Nuzhat al</w:t>
      </w:r>
      <w:r w:rsidR="008E1963">
        <w:t>-</w:t>
      </w:r>
      <w:r>
        <w:t>khawatir, ii, 19.</w:t>
      </w:r>
    </w:p>
    <w:p w:rsidR="00D442CD" w:rsidRDefault="00D442CD" w:rsidP="00D442CD">
      <w:pPr>
        <w:pStyle w:val="libFootnote"/>
      </w:pPr>
      <w:r>
        <w:t>4. Al</w:t>
      </w:r>
      <w:r w:rsidR="008E1963">
        <w:t>-</w:t>
      </w:r>
      <w:r>
        <w:t>Daw' al</w:t>
      </w:r>
      <w:r w:rsidR="008E1963">
        <w:t>-</w:t>
      </w:r>
      <w:r>
        <w:t>lami`, ii, 36</w:t>
      </w:r>
      <w:r w:rsidR="008E1963">
        <w:t>-</w:t>
      </w:r>
      <w:r>
        <w:t>40.</w:t>
      </w:r>
    </w:p>
    <w:p w:rsidR="00D442CD" w:rsidRDefault="00D442CD" w:rsidP="000D3C43">
      <w:pPr>
        <w:pStyle w:val="libNormal"/>
      </w:pPr>
      <w:r>
        <w:br w:type="page"/>
      </w:r>
    </w:p>
    <w:p w:rsidR="00D442CD" w:rsidRDefault="00D442CD" w:rsidP="000D3C43">
      <w:pPr>
        <w:pStyle w:val="Heading1Center"/>
      </w:pPr>
      <w:bookmarkStart w:id="344" w:name="_Toc484431768"/>
      <w:r>
        <w:lastRenderedPageBreak/>
        <w:t>Narrators of Hadith al</w:t>
      </w:r>
      <w:r w:rsidR="008E1963">
        <w:t>-</w:t>
      </w:r>
      <w:r>
        <w:t>Thaqalayn of Tenth</w:t>
      </w:r>
      <w:r w:rsidR="008E1963">
        <w:t>-</w:t>
      </w:r>
      <w:r>
        <w:t>Sixteenth Century</w:t>
      </w:r>
      <w:bookmarkEnd w:id="344"/>
    </w:p>
    <w:p w:rsidR="00D442CD" w:rsidRDefault="00D442CD" w:rsidP="00941CD7">
      <w:pPr>
        <w:pStyle w:val="Heading2Center"/>
      </w:pPr>
      <w:bookmarkStart w:id="345" w:name="_Toc484431769"/>
      <w:r>
        <w:t>305. Abu al</w:t>
      </w:r>
      <w:r w:rsidR="008E1963">
        <w:t>-</w:t>
      </w:r>
      <w:r>
        <w:t>Khayr Shams al</w:t>
      </w:r>
      <w:r w:rsidR="008E1963">
        <w:t>-</w:t>
      </w:r>
      <w:r>
        <w:t>Din Muhammad ibn ‘Abd al</w:t>
      </w:r>
      <w:r w:rsidR="008E1963">
        <w:t>-</w:t>
      </w:r>
      <w:r>
        <w:t>Rahman al</w:t>
      </w:r>
      <w:r w:rsidR="008E1963">
        <w:t>-</w:t>
      </w:r>
      <w:r>
        <w:t>Sakhawi (d. 902/1496).</w:t>
      </w:r>
      <w:bookmarkEnd w:id="345"/>
    </w:p>
    <w:p w:rsidR="000D3C43" w:rsidRDefault="00D442CD" w:rsidP="00D442CD">
      <w:pPr>
        <w:pStyle w:val="libNormal"/>
      </w:pPr>
      <w:r>
        <w:t>In his Istijlab irtiqa' aI­ghuraf, MS. through many different asnad and sources from a number of Sahabah, such as Abu Sa’id, Zayd ibn Arqam, Jabir, Hudhayfah ibn Usayd, Khuzaymah, Sahl ibn Sa’d, Damrah al</w:t>
      </w:r>
      <w:r w:rsidR="008E1963">
        <w:t>-</w:t>
      </w:r>
      <w:r>
        <w:t>Aslami, ‘Abd al</w:t>
      </w:r>
      <w:r w:rsidR="008E1963">
        <w:t>-</w:t>
      </w:r>
      <w:r>
        <w:t xml:space="preserve">Rahman ibn ‘Awf, Ibn ‘Abbas, Ibn ‘Umar, ‘Ali (A), Abu Rafi’, Abu Hurayrah and others. A leading scholar of his era. </w:t>
      </w:r>
      <w:r w:rsidRPr="007F1F07">
        <w:rPr>
          <w:rStyle w:val="libFootnotenumChar"/>
        </w:rPr>
        <w:t>1</w:t>
      </w:r>
    </w:p>
    <w:p w:rsidR="00D442CD" w:rsidRDefault="00D442CD" w:rsidP="00941CD7">
      <w:pPr>
        <w:pStyle w:val="Heading2Center"/>
      </w:pPr>
      <w:bookmarkStart w:id="346" w:name="_Toc484431770"/>
      <w:r>
        <w:t>306. Husayn ibn ‘Ali al</w:t>
      </w:r>
      <w:r w:rsidR="008E1963">
        <w:t>-</w:t>
      </w:r>
      <w:r>
        <w:t>Kashifi (d. 910/1504).</w:t>
      </w:r>
      <w:bookmarkEnd w:id="346"/>
    </w:p>
    <w:p w:rsidR="000D3C43" w:rsidRDefault="00D442CD" w:rsidP="00D442CD">
      <w:pPr>
        <w:pStyle w:val="libNormal"/>
      </w:pPr>
      <w:r>
        <w:t>In his al</w:t>
      </w:r>
      <w:r w:rsidR="008E1963">
        <w:t>-</w:t>
      </w:r>
      <w:r>
        <w:t>Risalah al</w:t>
      </w:r>
      <w:r w:rsidR="008E1963">
        <w:t>-</w:t>
      </w:r>
      <w:r>
        <w:t>Aliyyah fi al</w:t>
      </w:r>
      <w:r w:rsidR="008E1963">
        <w:t>-</w:t>
      </w:r>
      <w:r>
        <w:t>ahadith al</w:t>
      </w:r>
      <w:r w:rsidR="008E1963">
        <w:t>-</w:t>
      </w:r>
      <w:r>
        <w:t>Nabawiyyah, 29, 30 and his exegesis al</w:t>
      </w:r>
      <w:r w:rsidR="008E1963">
        <w:t>-</w:t>
      </w:r>
      <w:r>
        <w:t>Mawahib al</w:t>
      </w:r>
      <w:r w:rsidR="008E1963">
        <w:t>-</w:t>
      </w:r>
      <w:r>
        <w:t>Aliyyah, ii, 367.</w:t>
      </w:r>
    </w:p>
    <w:p w:rsidR="00D442CD" w:rsidRDefault="00D442CD" w:rsidP="00941CD7">
      <w:pPr>
        <w:pStyle w:val="Heading2Center"/>
      </w:pPr>
      <w:bookmarkStart w:id="347" w:name="_Toc484431771"/>
      <w:r>
        <w:t>307. Jalal al</w:t>
      </w:r>
      <w:r w:rsidR="008E1963">
        <w:t>-</w:t>
      </w:r>
      <w:r>
        <w:t>Din ‘Abd al</w:t>
      </w:r>
      <w:r w:rsidR="008E1963">
        <w:t>-</w:t>
      </w:r>
      <w:r>
        <w:t>Rahman ibn Abi Bakr al</w:t>
      </w:r>
      <w:r w:rsidR="008E1963">
        <w:t>-</w:t>
      </w:r>
      <w:r>
        <w:t>Suyuti (d. 911/1505).</w:t>
      </w:r>
      <w:bookmarkEnd w:id="347"/>
    </w:p>
    <w:p w:rsidR="000D3C43" w:rsidRDefault="00D442CD" w:rsidP="00D442CD">
      <w:pPr>
        <w:pStyle w:val="libNormal"/>
      </w:pPr>
      <w:r>
        <w:t>In his Ihya' al</w:t>
      </w:r>
      <w:r w:rsidR="008E1963">
        <w:t>-</w:t>
      </w:r>
      <w:r>
        <w:t>mayyit bi fada'il Ahlul Bayt, 11, 12, 19, 26, 27, 30, Nihayat al</w:t>
      </w:r>
      <w:r w:rsidR="008E1963">
        <w:t>-</w:t>
      </w:r>
      <w:r>
        <w:t>ifdal, MS. al</w:t>
      </w:r>
      <w:r w:rsidR="008E1963">
        <w:t>-</w:t>
      </w:r>
      <w:r>
        <w:t>Asas fi fada'il Bani al</w:t>
      </w:r>
      <w:r w:rsidR="008E1963">
        <w:t>-</w:t>
      </w:r>
      <w:r>
        <w:t>Abbas, MS. Al</w:t>
      </w:r>
      <w:r w:rsidR="008E1963">
        <w:t>-</w:t>
      </w:r>
      <w:r>
        <w:t>Inafah fi rutbat al</w:t>
      </w:r>
      <w:r w:rsidR="008E1963">
        <w:t>-</w:t>
      </w:r>
      <w:r>
        <w:t>Khilafah, al</w:t>
      </w:r>
      <w:r w:rsidR="008E1963">
        <w:t>-</w:t>
      </w:r>
      <w:r>
        <w:t>Budur al</w:t>
      </w:r>
      <w:r w:rsidR="008E1963">
        <w:t>-</w:t>
      </w:r>
      <w:r>
        <w:t>safirah, his exegesis al</w:t>
      </w:r>
      <w:r w:rsidR="008E1963">
        <w:t>-</w:t>
      </w:r>
      <w:r>
        <w:t>Durr al</w:t>
      </w:r>
      <w:r w:rsidR="008E1963">
        <w:t>-</w:t>
      </w:r>
      <w:r>
        <w:t>manthur, 11, 60, vi, 70, al</w:t>
      </w:r>
      <w:r w:rsidR="008E1963">
        <w:t>-</w:t>
      </w:r>
      <w:r>
        <w:t>Jami’ al</w:t>
      </w:r>
      <w:r w:rsidR="008E1963">
        <w:t>-</w:t>
      </w:r>
      <w:r>
        <w:t>saghir, and al</w:t>
      </w:r>
      <w:r w:rsidR="008E1963">
        <w:t>-</w:t>
      </w:r>
      <w:r>
        <w:t>Khasa'is al</w:t>
      </w:r>
      <w:r w:rsidR="008E1963">
        <w:t>-</w:t>
      </w:r>
      <w:r>
        <w:t>kubra, ii, 266 through several chains from Muslim, al</w:t>
      </w:r>
      <w:r w:rsidR="008E1963">
        <w:t>-</w:t>
      </w:r>
      <w:r>
        <w:t>Tirmidhi, al</w:t>
      </w:r>
      <w:r w:rsidR="008E1963">
        <w:t>-</w:t>
      </w:r>
      <w:r>
        <w:t>Nasa'i, al</w:t>
      </w:r>
      <w:r w:rsidR="008E1963">
        <w:t>-</w:t>
      </w:r>
      <w:r>
        <w:t>Hakim, ‘Abd ibn Hamid, Ahmad, Abu Ya’la, al</w:t>
      </w:r>
      <w:r w:rsidR="008E1963">
        <w:t>-</w:t>
      </w:r>
      <w:r>
        <w:t>Bazzaz and al</w:t>
      </w:r>
      <w:r w:rsidR="008E1963">
        <w:t>-</w:t>
      </w:r>
      <w:r>
        <w:t>Tabarani from Zayd ibn Arqam, Zayd ibn Thabit, Abu Sa’id al</w:t>
      </w:r>
      <w:r w:rsidR="008E1963">
        <w:t>-</w:t>
      </w:r>
      <w:r>
        <w:t>Khudri, Abu Hurayrah, ‘Ali (A), Jabir and ‘Abd Allah ibn Hantab. One of the great scholars in the history of Islam.</w:t>
      </w:r>
    </w:p>
    <w:p w:rsidR="00D442CD" w:rsidRDefault="00D442CD" w:rsidP="00941CD7">
      <w:pPr>
        <w:pStyle w:val="Heading2Center"/>
      </w:pPr>
      <w:bookmarkStart w:id="348" w:name="_Toc484431772"/>
      <w:r>
        <w:t>308. Nur al</w:t>
      </w:r>
      <w:r w:rsidR="008E1963">
        <w:t>-</w:t>
      </w:r>
      <w:r>
        <w:t>Din ‘Ali ibn ‘Abd Allah al</w:t>
      </w:r>
      <w:r w:rsidR="008E1963">
        <w:t>-</w:t>
      </w:r>
      <w:r>
        <w:t>Samhudi (d. 911/1505).</w:t>
      </w:r>
      <w:bookmarkEnd w:id="348"/>
    </w:p>
    <w:p w:rsidR="000D3C43" w:rsidRDefault="00D442CD" w:rsidP="00D442CD">
      <w:pPr>
        <w:pStyle w:val="libNormal"/>
      </w:pPr>
      <w:r>
        <w:t>In his Jawahir al</w:t>
      </w:r>
      <w:r w:rsidR="008E1963">
        <w:t>-</w:t>
      </w:r>
      <w:r>
        <w:t>’iqdayn fi fadl al</w:t>
      </w:r>
      <w:r w:rsidR="008E1963">
        <w:t>-</w:t>
      </w:r>
      <w:r>
        <w:t>sharafayn sharaf al</w:t>
      </w:r>
      <w:r w:rsidR="008E1963">
        <w:t>-</w:t>
      </w:r>
      <w:r>
        <w:t>’ilm al</w:t>
      </w:r>
      <w:r w:rsidR="008E1963">
        <w:t>-</w:t>
      </w:r>
      <w:r>
        <w:t>­jali wa al</w:t>
      </w:r>
      <w:r w:rsidR="008E1963">
        <w:t>-</w:t>
      </w:r>
      <w:r>
        <w:t>­nasab al</w:t>
      </w:r>
      <w:r w:rsidR="008E1963">
        <w:t>-</w:t>
      </w:r>
      <w:r>
        <w:t>Ali, MS., from more than twenty Sahabah from various recognized compilations of hadith. An eminent scholar of his era.</w:t>
      </w:r>
    </w:p>
    <w:p w:rsidR="00D442CD" w:rsidRDefault="00D442CD" w:rsidP="00941CD7">
      <w:pPr>
        <w:pStyle w:val="Heading2Center"/>
      </w:pPr>
      <w:bookmarkStart w:id="349" w:name="_Toc484431773"/>
      <w:r>
        <w:t>309. Al</w:t>
      </w:r>
      <w:r w:rsidR="008E1963">
        <w:t>-</w:t>
      </w:r>
      <w:r>
        <w:t>Fadl ibn Ruzbahan al</w:t>
      </w:r>
      <w:r w:rsidR="008E1963">
        <w:t>-</w:t>
      </w:r>
      <w:r>
        <w:t>Khunji al</w:t>
      </w:r>
      <w:r w:rsidR="008E1963">
        <w:t>-</w:t>
      </w:r>
      <w:r>
        <w:t>Shirazi.</w:t>
      </w:r>
      <w:bookmarkEnd w:id="349"/>
    </w:p>
    <w:p w:rsidR="000D3C43" w:rsidRDefault="00D442CD" w:rsidP="00D442CD">
      <w:pPr>
        <w:pStyle w:val="libNormal"/>
      </w:pPr>
      <w:r>
        <w:t>In his Sharh</w:t>
      </w:r>
      <w:r w:rsidR="008E1963">
        <w:t>-</w:t>
      </w:r>
      <w:r>
        <w:t>e ‘aqa'id, in Persian, written at the behest of ‘Abd Allah Khan Uzbek, the ruler of Bukhara.</w:t>
      </w:r>
    </w:p>
    <w:p w:rsidR="00D442CD" w:rsidRDefault="00D442CD" w:rsidP="00941CD7">
      <w:pPr>
        <w:pStyle w:val="Heading2Center"/>
      </w:pPr>
      <w:bookmarkStart w:id="350" w:name="_Toc484431774"/>
      <w:r>
        <w:t>310. Shihab al</w:t>
      </w:r>
      <w:r w:rsidR="008E1963">
        <w:t>-</w:t>
      </w:r>
      <w:r>
        <w:t>Din Ahmad ibn Muhammad al</w:t>
      </w:r>
      <w:r w:rsidR="008E1963">
        <w:t>-</w:t>
      </w:r>
      <w:r>
        <w:t>Qastallani al</w:t>
      </w:r>
      <w:r w:rsidR="008E1963">
        <w:t>-</w:t>
      </w:r>
      <w:r>
        <w:t>Shafi’i (d. 923/1517).</w:t>
      </w:r>
      <w:bookmarkEnd w:id="350"/>
    </w:p>
    <w:p w:rsidR="000D3C43" w:rsidRDefault="00D442CD" w:rsidP="00D442CD">
      <w:pPr>
        <w:pStyle w:val="libNormal"/>
      </w:pPr>
      <w:r>
        <w:t>In his al</w:t>
      </w:r>
      <w:r w:rsidR="008E1963">
        <w:t>-</w:t>
      </w:r>
      <w:r>
        <w:t>Mawahib al</w:t>
      </w:r>
      <w:r w:rsidR="008E1963">
        <w:t>-</w:t>
      </w:r>
      <w:r>
        <w:t>madaniyyah (al</w:t>
      </w:r>
      <w:r w:rsidR="008E1963">
        <w:t>-</w:t>
      </w:r>
      <w:r>
        <w:t>Zarqani's sharh, vii, 4</w:t>
      </w:r>
      <w:r w:rsidR="008E1963">
        <w:t>-</w:t>
      </w:r>
      <w:r>
        <w:t>8). An eminent scholar and author of famous commentaries on Sahih Muslim and Sahih al</w:t>
      </w:r>
      <w:r w:rsidR="008E1963">
        <w:t>-</w:t>
      </w:r>
      <w:r>
        <w:t>Bukhari.</w:t>
      </w:r>
    </w:p>
    <w:p w:rsidR="00D442CD" w:rsidRDefault="00D442CD" w:rsidP="00941CD7">
      <w:pPr>
        <w:pStyle w:val="Heading2Center"/>
      </w:pPr>
      <w:bookmarkStart w:id="351" w:name="_Toc484431775"/>
      <w:r>
        <w:t>311. Shams al</w:t>
      </w:r>
      <w:r w:rsidR="008E1963">
        <w:t>-</w:t>
      </w:r>
      <w:r>
        <w:t>Din Muhammad al</w:t>
      </w:r>
      <w:r w:rsidR="008E1963">
        <w:t>-</w:t>
      </w:r>
      <w:r>
        <w:t>Alqami (d. 929/1522).</w:t>
      </w:r>
      <w:bookmarkEnd w:id="351"/>
    </w:p>
    <w:p w:rsidR="000D3C43" w:rsidRDefault="00D442CD" w:rsidP="00D442CD">
      <w:pPr>
        <w:pStyle w:val="libNormal"/>
      </w:pPr>
      <w:r>
        <w:t>In al</w:t>
      </w:r>
      <w:r w:rsidR="008E1963">
        <w:t>-</w:t>
      </w:r>
      <w:r>
        <w:t>Kawkab al</w:t>
      </w:r>
      <w:r w:rsidR="008E1963">
        <w:t>-</w:t>
      </w:r>
      <w:r>
        <w:t>munir fi sharh al</w:t>
      </w:r>
      <w:r w:rsidR="008E1963">
        <w:t>-</w:t>
      </w:r>
      <w:r>
        <w:t>Jami’ al</w:t>
      </w:r>
      <w:r w:rsidR="008E1963">
        <w:t>-</w:t>
      </w:r>
      <w:r>
        <w:t>saghir, MS. A leading scholar of his era.</w:t>
      </w:r>
    </w:p>
    <w:p w:rsidR="00D442CD" w:rsidRDefault="00D442CD" w:rsidP="00941CD7">
      <w:pPr>
        <w:pStyle w:val="Heading2Center"/>
      </w:pPr>
      <w:bookmarkStart w:id="352" w:name="_Toc484431776"/>
      <w:r>
        <w:t>312. ‘Abd al</w:t>
      </w:r>
      <w:r w:rsidR="008E1963">
        <w:t>-</w:t>
      </w:r>
      <w:r>
        <w:t>Wahhab ibn Muhammad ibn Rafi’ al</w:t>
      </w:r>
      <w:r w:rsidR="008E1963">
        <w:t>-</w:t>
      </w:r>
      <w:r>
        <w:t>Din al</w:t>
      </w:r>
      <w:r w:rsidR="008E1963">
        <w:t>-</w:t>
      </w:r>
      <w:r>
        <w:t>Bukhari (d. 932/1525).</w:t>
      </w:r>
      <w:bookmarkEnd w:id="352"/>
    </w:p>
    <w:p w:rsidR="000D3C43" w:rsidRDefault="00D442CD" w:rsidP="00D442CD">
      <w:pPr>
        <w:pStyle w:val="libNormal"/>
      </w:pPr>
      <w:r>
        <w:lastRenderedPageBreak/>
        <w:t>In his exegesis Tafsir Anwari (MS) from al</w:t>
      </w:r>
      <w:r w:rsidR="008E1963">
        <w:t>-</w:t>
      </w:r>
      <w:r>
        <w:t xml:space="preserve">Tha’labi and Ahmad ibn Hanbal from Abu Sa’id. A leading scholar of his era. </w:t>
      </w:r>
      <w:r w:rsidRPr="007F1F07">
        <w:rPr>
          <w:rStyle w:val="libFootnotenumChar"/>
        </w:rPr>
        <w:t>2</w:t>
      </w:r>
    </w:p>
    <w:p w:rsidR="00D442CD" w:rsidRDefault="00D442CD" w:rsidP="00941CD7">
      <w:pPr>
        <w:pStyle w:val="Heading2Center"/>
      </w:pPr>
      <w:bookmarkStart w:id="353" w:name="_Toc484431777"/>
      <w:r>
        <w:t>313. Shams al</w:t>
      </w:r>
      <w:r w:rsidR="008E1963">
        <w:t>-</w:t>
      </w:r>
      <w:r>
        <w:t>Din Muhammad ibn Yusuf al</w:t>
      </w:r>
      <w:r w:rsidR="008E1963">
        <w:t>-</w:t>
      </w:r>
      <w:r>
        <w:t>Dimashqi al</w:t>
      </w:r>
      <w:r w:rsidR="008E1963">
        <w:t>-</w:t>
      </w:r>
      <w:r>
        <w:t>Salihi (d. 942/1535).</w:t>
      </w:r>
      <w:bookmarkEnd w:id="353"/>
    </w:p>
    <w:p w:rsidR="000D3C43" w:rsidRDefault="00D442CD" w:rsidP="00D442CD">
      <w:pPr>
        <w:pStyle w:val="libNormal"/>
      </w:pPr>
      <w:r>
        <w:t>In his Subul al</w:t>
      </w:r>
      <w:r w:rsidR="008E1963">
        <w:t>-</w:t>
      </w:r>
      <w:r>
        <w:t>huda wa al</w:t>
      </w:r>
      <w:r w:rsidR="008E1963">
        <w:t>-</w:t>
      </w:r>
      <w:r>
        <w:t>rashad fi sirat khayr al</w:t>
      </w:r>
      <w:r w:rsidR="008E1963">
        <w:t>-</w:t>
      </w:r>
      <w:r>
        <w:t>’ibad, known as al</w:t>
      </w:r>
      <w:r w:rsidR="008E1963">
        <w:t>-</w:t>
      </w:r>
      <w:r>
        <w:t>Sirat al</w:t>
      </w:r>
      <w:r w:rsidR="008E1963">
        <w:t>-</w:t>
      </w:r>
      <w:r>
        <w:t>Shamsiyyah, as mentioned by al</w:t>
      </w:r>
      <w:r w:rsidR="008E1963">
        <w:t>-</w:t>
      </w:r>
      <w:r>
        <w:t>Halabi in Insan al­</w:t>
      </w:r>
      <w:r w:rsidR="008E1963">
        <w:t>-</w:t>
      </w:r>
      <w:r>
        <w:t>’uyun. A scholar of eminence.</w:t>
      </w:r>
    </w:p>
    <w:p w:rsidR="00D442CD" w:rsidRDefault="00D442CD" w:rsidP="00941CD7">
      <w:pPr>
        <w:pStyle w:val="Heading2Center"/>
      </w:pPr>
      <w:bookmarkStart w:id="354" w:name="_Toc484431778"/>
      <w:r>
        <w:t>314. Al</w:t>
      </w:r>
      <w:r w:rsidR="008E1963">
        <w:t>-</w:t>
      </w:r>
      <w:r>
        <w:t>Hafiz ibn al</w:t>
      </w:r>
      <w:r w:rsidR="008E1963">
        <w:t>-</w:t>
      </w:r>
      <w:r>
        <w:t>Dayba’ al</w:t>
      </w:r>
      <w:r w:rsidR="008E1963">
        <w:t>-</w:t>
      </w:r>
      <w:r>
        <w:t>Shaybani (d. 943/1536).</w:t>
      </w:r>
      <w:bookmarkEnd w:id="354"/>
    </w:p>
    <w:p w:rsidR="000D3C43" w:rsidRDefault="00D442CD" w:rsidP="00D442CD">
      <w:pPr>
        <w:pStyle w:val="libNormal"/>
      </w:pPr>
      <w:r>
        <w:t>In his Taysir al</w:t>
      </w:r>
      <w:r w:rsidR="008E1963">
        <w:t>-</w:t>
      </w:r>
      <w:r>
        <w:t>usul ila Jami’ al</w:t>
      </w:r>
      <w:r w:rsidR="008E1963">
        <w:t>-</w:t>
      </w:r>
      <w:r>
        <w:t>usul, iii, 297. An eminent scholar and traditionist.</w:t>
      </w:r>
    </w:p>
    <w:p w:rsidR="00D442CD" w:rsidRDefault="00D442CD" w:rsidP="00941CD7">
      <w:pPr>
        <w:pStyle w:val="Heading2Center"/>
      </w:pPr>
      <w:bookmarkStart w:id="355" w:name="_Toc484431779"/>
      <w:r>
        <w:t>315. Shams al</w:t>
      </w:r>
      <w:r w:rsidR="008E1963">
        <w:t>-</w:t>
      </w:r>
      <w:r>
        <w:t>Din Ibn Tulun al</w:t>
      </w:r>
      <w:r w:rsidR="008E1963">
        <w:t>-</w:t>
      </w:r>
      <w:r>
        <w:t>Dimashqi (d. 953/1546).</w:t>
      </w:r>
      <w:bookmarkEnd w:id="355"/>
    </w:p>
    <w:p w:rsidR="000D3C43" w:rsidRDefault="00D442CD" w:rsidP="00D442CD">
      <w:pPr>
        <w:pStyle w:val="libNormal"/>
      </w:pPr>
      <w:r>
        <w:t>In his al</w:t>
      </w:r>
      <w:r w:rsidR="008E1963">
        <w:t>-</w:t>
      </w:r>
      <w:r>
        <w:t>Shadharat al</w:t>
      </w:r>
      <w:r w:rsidR="008E1963">
        <w:t>-</w:t>
      </w:r>
      <w:r>
        <w:t>dhahabiyyah, 66 (published under the title al</w:t>
      </w:r>
      <w:r w:rsidR="008E1963">
        <w:t>-</w:t>
      </w:r>
      <w:r>
        <w:t>A'imat al</w:t>
      </w:r>
      <w:r w:rsidR="008E1963">
        <w:t>-</w:t>
      </w:r>
      <w:r>
        <w:t>Ithna ‘ashar, Beirut, 1377 H.) ed. Dr. Salah al</w:t>
      </w:r>
      <w:r w:rsidR="008E1963">
        <w:t>-</w:t>
      </w:r>
      <w:r>
        <w:t>Din al</w:t>
      </w:r>
      <w:r w:rsidR="008E1963">
        <w:t>-</w:t>
      </w:r>
      <w:r>
        <w:t xml:space="preserve">Munjid, from Sahih Muslim. A leading scholar of his era. </w:t>
      </w:r>
      <w:r w:rsidRPr="007F1F07">
        <w:rPr>
          <w:rStyle w:val="libFootnotenumChar"/>
        </w:rPr>
        <w:t>3</w:t>
      </w:r>
    </w:p>
    <w:p w:rsidR="00D442CD" w:rsidRDefault="00D442CD" w:rsidP="00941CD7">
      <w:pPr>
        <w:pStyle w:val="Heading2Center"/>
      </w:pPr>
      <w:bookmarkStart w:id="356" w:name="_Toc484431780"/>
      <w:r>
        <w:t>316. Muhammad ibn Ahmad al</w:t>
      </w:r>
      <w:r w:rsidR="008E1963">
        <w:t>-</w:t>
      </w:r>
      <w:r>
        <w:t>Sharbini al</w:t>
      </w:r>
      <w:r w:rsidR="008E1963">
        <w:t>-</w:t>
      </w:r>
      <w:r>
        <w:t>Khatib (d. 968/1560).</w:t>
      </w:r>
      <w:bookmarkEnd w:id="356"/>
    </w:p>
    <w:p w:rsidR="000D3C43" w:rsidRDefault="00D442CD" w:rsidP="00D442CD">
      <w:pPr>
        <w:pStyle w:val="libNormal"/>
      </w:pPr>
      <w:r>
        <w:t>In his exegesis al</w:t>
      </w:r>
      <w:r w:rsidR="008E1963">
        <w:t>-</w:t>
      </w:r>
      <w:r>
        <w:t>Siraj al</w:t>
      </w:r>
      <w:r w:rsidR="008E1963">
        <w:t>-</w:t>
      </w:r>
      <w:r>
        <w:t>munir, ii, 528, iv, 167.</w:t>
      </w:r>
    </w:p>
    <w:p w:rsidR="00D442CD" w:rsidRDefault="00D442CD" w:rsidP="00941CD7">
      <w:pPr>
        <w:pStyle w:val="Heading2Center"/>
      </w:pPr>
      <w:bookmarkStart w:id="357" w:name="_Toc484431781"/>
      <w:r>
        <w:t>317. Shihab al</w:t>
      </w:r>
      <w:r w:rsidR="008E1963">
        <w:t>-</w:t>
      </w:r>
      <w:r>
        <w:t>Din Ahmad ibn Muhammad ibn ‘Ali ibn Hajar al</w:t>
      </w:r>
      <w:r w:rsidR="008E1963">
        <w:t>-</w:t>
      </w:r>
      <w:r>
        <w:t>Haythami al</w:t>
      </w:r>
      <w:r w:rsidR="008E1963">
        <w:t>-</w:t>
      </w:r>
      <w:r>
        <w:t>Makki (d. 973/1565).</w:t>
      </w:r>
      <w:bookmarkEnd w:id="357"/>
    </w:p>
    <w:p w:rsidR="000D3C43" w:rsidRDefault="00D442CD" w:rsidP="00D442CD">
      <w:pPr>
        <w:pStyle w:val="libNormal"/>
      </w:pPr>
      <w:r>
        <w:t>In his al</w:t>
      </w:r>
      <w:r w:rsidR="008E1963">
        <w:t>-</w:t>
      </w:r>
      <w:r>
        <w:t>Sawa’iq al</w:t>
      </w:r>
      <w:r w:rsidR="008E1963">
        <w:t>-</w:t>
      </w:r>
      <w:r>
        <w:t xml:space="preserve">muhriqah, 25, 89 </w:t>
      </w:r>
      <w:r w:rsidR="008E1963">
        <w:t>-</w:t>
      </w:r>
      <w:r>
        <w:t xml:space="preserve"> 90, 132 and al</w:t>
      </w:r>
      <w:r w:rsidR="008E1963">
        <w:t>-</w:t>
      </w:r>
      <w:r>
        <w:t>Minah al</w:t>
      </w:r>
      <w:r w:rsidR="008E1963">
        <w:t>-</w:t>
      </w:r>
      <w:r>
        <w:t>Makkiyyah fi sharh al</w:t>
      </w:r>
      <w:r w:rsidR="008E1963">
        <w:t>-</w:t>
      </w:r>
      <w:r>
        <w:t>qasidat al</w:t>
      </w:r>
      <w:r w:rsidR="008E1963">
        <w:t>-</w:t>
      </w:r>
      <w:r>
        <w:t>hamziyyah under the couplet:</w:t>
      </w:r>
    </w:p>
    <w:p w:rsidR="000D3C43" w:rsidRDefault="00D442CD" w:rsidP="00D442CD">
      <w:pPr>
        <w:pStyle w:val="libNormal"/>
      </w:pPr>
      <w:r>
        <w:t>Muhammadun sayyidul kawnayni waththaqalayn</w:t>
      </w:r>
    </w:p>
    <w:p w:rsidR="000D3C43" w:rsidRDefault="00D442CD" w:rsidP="00D442CD">
      <w:pPr>
        <w:pStyle w:val="libNormal"/>
      </w:pPr>
      <w:r>
        <w:t>wa'l fariqayni min ‘urbin wa min ‘ajam</w:t>
      </w:r>
    </w:p>
    <w:p w:rsidR="000D3C43" w:rsidRDefault="00D442CD" w:rsidP="00D442CD">
      <w:pPr>
        <w:pStyle w:val="libNormal"/>
      </w:pPr>
      <w:r>
        <w:t>A leading scholar of his era.</w:t>
      </w:r>
    </w:p>
    <w:p w:rsidR="00D442CD" w:rsidRDefault="00D442CD" w:rsidP="00941CD7">
      <w:pPr>
        <w:pStyle w:val="Heading2Center"/>
      </w:pPr>
      <w:bookmarkStart w:id="358" w:name="_Toc484431782"/>
      <w:r>
        <w:t>318. Nur al</w:t>
      </w:r>
      <w:r w:rsidR="008E1963">
        <w:t>-</w:t>
      </w:r>
      <w:r>
        <w:t>Din ‘Ali ibn Husam al</w:t>
      </w:r>
      <w:r w:rsidR="008E1963">
        <w:t>-</w:t>
      </w:r>
      <w:r>
        <w:t>Din al</w:t>
      </w:r>
      <w:r w:rsidR="008E1963">
        <w:t>-</w:t>
      </w:r>
      <w:r>
        <w:t>Muttaqi al</w:t>
      </w:r>
      <w:r w:rsidR="008E1963">
        <w:t>-</w:t>
      </w:r>
      <w:r>
        <w:t>Hindi (d.975/1567).</w:t>
      </w:r>
      <w:bookmarkEnd w:id="358"/>
    </w:p>
    <w:p w:rsidR="000D3C43" w:rsidRDefault="00D442CD" w:rsidP="00D442CD">
      <w:pPr>
        <w:pStyle w:val="libNormal"/>
      </w:pPr>
      <w:r>
        <w:t>In his Kanz al</w:t>
      </w:r>
      <w:r w:rsidR="008E1963">
        <w:t>-</w:t>
      </w:r>
      <w:r>
        <w:t>’ummal from al</w:t>
      </w:r>
      <w:r w:rsidR="008E1963">
        <w:t>-</w:t>
      </w:r>
      <w:r>
        <w:t>Tabarani from Zayd ibn Arqam. A leading scholar, traditionist, author and legist.</w:t>
      </w:r>
    </w:p>
    <w:p w:rsidR="00D442CD" w:rsidRDefault="00D442CD" w:rsidP="00941CD7">
      <w:pPr>
        <w:pStyle w:val="Heading2Center"/>
      </w:pPr>
      <w:bookmarkStart w:id="359" w:name="_Toc484431783"/>
      <w:r>
        <w:t>319. Muhammad Tahir al</w:t>
      </w:r>
      <w:r w:rsidR="008E1963">
        <w:t>-</w:t>
      </w:r>
      <w:r>
        <w:t>Fitanni al</w:t>
      </w:r>
      <w:r w:rsidR="008E1963">
        <w:t>-</w:t>
      </w:r>
      <w:r>
        <w:t>Gujrati (d. 986/1578).</w:t>
      </w:r>
      <w:bookmarkEnd w:id="359"/>
    </w:p>
    <w:p w:rsidR="000D3C43" w:rsidRDefault="00D442CD" w:rsidP="00D442CD">
      <w:pPr>
        <w:pStyle w:val="libNormal"/>
      </w:pPr>
      <w:r>
        <w:t>In his Majma’ al</w:t>
      </w:r>
      <w:r w:rsidR="008E1963">
        <w:t>-</w:t>
      </w:r>
      <w:r>
        <w:t>bihar fi gharib al</w:t>
      </w:r>
      <w:r w:rsidR="008E1963">
        <w:t>-</w:t>
      </w:r>
      <w:r>
        <w:t>hadith under thaql and ‘itrah, as well as in Takmilat Majma’ al</w:t>
      </w:r>
      <w:r w:rsidR="008E1963">
        <w:t>-</w:t>
      </w:r>
      <w:r>
        <w:t>bihar under thaql. A leading scholar of his age.</w:t>
      </w:r>
    </w:p>
    <w:p w:rsidR="00D442CD" w:rsidRDefault="00D442CD" w:rsidP="00941CD7">
      <w:pPr>
        <w:pStyle w:val="Heading2Center"/>
      </w:pPr>
      <w:bookmarkStart w:id="360" w:name="_Toc484431784"/>
      <w:r>
        <w:t>320. ‘Abbas ibn Mu’in al</w:t>
      </w:r>
      <w:r w:rsidR="008E1963">
        <w:t>-</w:t>
      </w:r>
      <w:r>
        <w:t>Din, known as Mirza Makhdum al</w:t>
      </w:r>
      <w:r w:rsidR="008E1963">
        <w:t>-</w:t>
      </w:r>
      <w:r>
        <w:t>­Jurjani al</w:t>
      </w:r>
      <w:r w:rsidR="008E1963">
        <w:t>-</w:t>
      </w:r>
      <w:r>
        <w:t>Shirazi (d. 988/1580).</w:t>
      </w:r>
      <w:bookmarkEnd w:id="360"/>
    </w:p>
    <w:p w:rsidR="000D3C43" w:rsidRDefault="00D442CD" w:rsidP="00D442CD">
      <w:pPr>
        <w:pStyle w:val="libNormal"/>
      </w:pPr>
      <w:r>
        <w:t>In his al</w:t>
      </w:r>
      <w:r w:rsidR="008E1963">
        <w:t>-</w:t>
      </w:r>
      <w:r>
        <w:t>Nawaqid from Sahih Muslim from Zayd ibn Arqam. An eminent scholar.</w:t>
      </w:r>
    </w:p>
    <w:p w:rsidR="00D442CD" w:rsidRDefault="00D442CD" w:rsidP="00941CD7">
      <w:pPr>
        <w:pStyle w:val="Heading2Center"/>
      </w:pPr>
      <w:bookmarkStart w:id="361" w:name="_Toc484431785"/>
      <w:r>
        <w:t>321. Al</w:t>
      </w:r>
      <w:r w:rsidR="008E1963">
        <w:t>-</w:t>
      </w:r>
      <w:r>
        <w:t>Shaykh Ibn ‘Abd Allah ibn al</w:t>
      </w:r>
      <w:r w:rsidR="008E1963">
        <w:t>-</w:t>
      </w:r>
      <w:r>
        <w:t>Shaykh ‘Abd Allah al</w:t>
      </w:r>
      <w:r w:rsidR="008E1963">
        <w:t>-</w:t>
      </w:r>
      <w:r>
        <w:t>Aydarus al</w:t>
      </w:r>
      <w:r w:rsidR="008E1963">
        <w:t>-</w:t>
      </w:r>
      <w:r>
        <w:t>Yamani (d. 990/1582).</w:t>
      </w:r>
      <w:bookmarkEnd w:id="361"/>
    </w:p>
    <w:p w:rsidR="000D3C43" w:rsidRDefault="00D442CD" w:rsidP="00D442CD">
      <w:pPr>
        <w:pStyle w:val="libNormal"/>
      </w:pPr>
      <w:r>
        <w:t>In al</w:t>
      </w:r>
      <w:r w:rsidR="008E1963">
        <w:t>-</w:t>
      </w:r>
      <w:r>
        <w:t>’Iqd al</w:t>
      </w:r>
      <w:r w:rsidR="008E1963">
        <w:t>-</w:t>
      </w:r>
      <w:r>
        <w:t>Nabawi wa al</w:t>
      </w:r>
      <w:r w:rsidR="008E1963">
        <w:t>-</w:t>
      </w:r>
      <w:r>
        <w:t>sirr al</w:t>
      </w:r>
      <w:r w:rsidR="008E1963">
        <w:t>-</w:t>
      </w:r>
      <w:r>
        <w:t>Mustafawi (MS) from Ibn Abi Shaybah, from ‘Abd al</w:t>
      </w:r>
      <w:r w:rsidR="008E1963">
        <w:t>-</w:t>
      </w:r>
      <w:r>
        <w:t>Rahman ibn ‘Awf. An eminent scholar.</w:t>
      </w:r>
    </w:p>
    <w:p w:rsidR="00D442CD" w:rsidRDefault="00D442CD" w:rsidP="00941CD7">
      <w:pPr>
        <w:pStyle w:val="Heading2Center"/>
      </w:pPr>
      <w:bookmarkStart w:id="362" w:name="_Toc484431786"/>
      <w:r>
        <w:t>322. Kamal al</w:t>
      </w:r>
      <w:r w:rsidR="008E1963">
        <w:t>-</w:t>
      </w:r>
      <w:r>
        <w:t>Din ibn Fakhr al</w:t>
      </w:r>
      <w:r w:rsidR="008E1963">
        <w:t>-</w:t>
      </w:r>
      <w:r>
        <w:t>Din al</w:t>
      </w:r>
      <w:r w:rsidR="008E1963">
        <w:t>-</w:t>
      </w:r>
      <w:r>
        <w:t>Jahromi (d. after 994/1586).</w:t>
      </w:r>
      <w:bookmarkEnd w:id="362"/>
    </w:p>
    <w:p w:rsidR="000D3C43" w:rsidRDefault="00D442CD" w:rsidP="00D442CD">
      <w:pPr>
        <w:pStyle w:val="libNormal"/>
      </w:pPr>
      <w:r>
        <w:lastRenderedPageBreak/>
        <w:t>In his al</w:t>
      </w:r>
      <w:r w:rsidR="008E1963">
        <w:t>-</w:t>
      </w:r>
      <w:r>
        <w:t>Barahin al</w:t>
      </w:r>
      <w:r w:rsidR="008E1963">
        <w:t>-</w:t>
      </w:r>
      <w:r>
        <w:t>qati’ah fi tarjumat al</w:t>
      </w:r>
      <w:r w:rsidR="008E1963">
        <w:t>-</w:t>
      </w:r>
      <w:r>
        <w:t>Sawa’iq al</w:t>
      </w:r>
      <w:r w:rsidR="008E1963">
        <w:t>-</w:t>
      </w:r>
      <w:r>
        <w:t xml:space="preserve">muhriqah, in Persian. An eminent scholar from Bijapur, India. </w:t>
      </w:r>
      <w:r w:rsidRPr="007F1F07">
        <w:rPr>
          <w:rStyle w:val="libFootnotenumChar"/>
        </w:rPr>
        <w:t>4</w:t>
      </w:r>
    </w:p>
    <w:p w:rsidR="00D442CD" w:rsidRDefault="00D442CD" w:rsidP="00941CD7">
      <w:pPr>
        <w:pStyle w:val="Heading2Center"/>
      </w:pPr>
      <w:bookmarkStart w:id="363" w:name="_Toc484431787"/>
      <w:r>
        <w:t>323. Muhammad ibn Ahmad ibn Mustafa ibn Ibrahim al</w:t>
      </w:r>
      <w:r w:rsidR="008E1963">
        <w:t>-</w:t>
      </w:r>
      <w:r>
        <w:t>Sufi, known as Badr al</w:t>
      </w:r>
      <w:r w:rsidR="008E1963">
        <w:t>-</w:t>
      </w:r>
      <w:r>
        <w:t>Din al</w:t>
      </w:r>
      <w:r w:rsidR="008E1963">
        <w:t>-</w:t>
      </w:r>
      <w:r>
        <w:t>Rumi.</w:t>
      </w:r>
      <w:bookmarkEnd w:id="363"/>
    </w:p>
    <w:p w:rsidR="000D3C43" w:rsidRDefault="00D442CD" w:rsidP="00D442CD">
      <w:pPr>
        <w:pStyle w:val="libNormal"/>
      </w:pPr>
      <w:r>
        <w:t>In his Taj al</w:t>
      </w:r>
      <w:r w:rsidR="008E1963">
        <w:t>-</w:t>
      </w:r>
      <w:r>
        <w:t>durrah fi sharh al</w:t>
      </w:r>
      <w:r w:rsidR="008E1963">
        <w:t>-</w:t>
      </w:r>
      <w:r>
        <w:t>burdah under the lines:</w:t>
      </w:r>
    </w:p>
    <w:p w:rsidR="000D3C43" w:rsidRDefault="00D442CD" w:rsidP="00D442CD">
      <w:pPr>
        <w:pStyle w:val="libNormal"/>
      </w:pPr>
      <w:r>
        <w:t>Ala baytin nabiyyi 'inna fu'adi</w:t>
      </w:r>
    </w:p>
    <w:p w:rsidR="000D3C43" w:rsidRDefault="00D442CD" w:rsidP="00D442CD">
      <w:pPr>
        <w:pStyle w:val="libNormal"/>
      </w:pPr>
      <w:r>
        <w:t>laysa yusallayhi ‘alaykumutta'sa'u</w:t>
      </w:r>
    </w:p>
    <w:p w:rsidR="00D442CD" w:rsidRDefault="00D442CD" w:rsidP="00941CD7">
      <w:pPr>
        <w:pStyle w:val="Heading2Center"/>
      </w:pPr>
      <w:bookmarkStart w:id="364" w:name="_Toc484431788"/>
      <w:r>
        <w:t>324. ‘Ata' Allah ibn Fadl Allah al</w:t>
      </w:r>
      <w:r w:rsidR="008E1963">
        <w:t>-</w:t>
      </w:r>
      <w:r>
        <w:t>Shirazi, known as Jamal al</w:t>
      </w:r>
      <w:r w:rsidR="008E1963">
        <w:t>-</w:t>
      </w:r>
      <w:r>
        <w:t>Din al</w:t>
      </w:r>
      <w:r w:rsidR="008E1963">
        <w:t>-</w:t>
      </w:r>
      <w:r>
        <w:t>Muhaddith (d. 1000/1591).</w:t>
      </w:r>
      <w:bookmarkEnd w:id="364"/>
    </w:p>
    <w:p w:rsidR="000D3C43" w:rsidRDefault="00D442CD" w:rsidP="00D442CD">
      <w:pPr>
        <w:pStyle w:val="libNormal"/>
      </w:pPr>
      <w:r>
        <w:t>In his al</w:t>
      </w:r>
      <w:r w:rsidR="008E1963">
        <w:t>-</w:t>
      </w:r>
      <w:r>
        <w:t>Arba’in fi fada'il Amir al</w:t>
      </w:r>
      <w:r w:rsidR="008E1963">
        <w:t>-</w:t>
      </w:r>
      <w:r>
        <w:t>Mu'minin (MS) and Rawdat al</w:t>
      </w:r>
      <w:r w:rsidR="008E1963">
        <w:t>-</w:t>
      </w:r>
      <w:r>
        <w:t>ahbab fi siyar al</w:t>
      </w:r>
      <w:r w:rsidR="008E1963">
        <w:t>-</w:t>
      </w:r>
      <w:r>
        <w:t>Nabi wa al</w:t>
      </w:r>
      <w:r w:rsidR="008E1963">
        <w:t>-</w:t>
      </w:r>
      <w:r>
        <w:t>Al wa al</w:t>
      </w:r>
      <w:r w:rsidR="008E1963">
        <w:t>-</w:t>
      </w:r>
      <w:r>
        <w:t>Ashab, from Hudhayfah ibn Usayd. An eminent scholar.</w:t>
      </w:r>
    </w:p>
    <w:p w:rsidR="00D442CD" w:rsidRDefault="00D442CD" w:rsidP="00D442CD">
      <w:pPr>
        <w:pStyle w:val="Heading2Center"/>
      </w:pPr>
      <w:bookmarkStart w:id="365" w:name="_Toc484431789"/>
      <w:r>
        <w:t>Notes</w:t>
      </w:r>
      <w:bookmarkEnd w:id="365"/>
    </w:p>
    <w:p w:rsidR="00D442CD" w:rsidRDefault="00D442CD" w:rsidP="00D442CD">
      <w:pPr>
        <w:pStyle w:val="libFootnote"/>
      </w:pPr>
      <w:r>
        <w:t>1. Ibid., vii, 1</w:t>
      </w:r>
      <w:r w:rsidR="008E1963">
        <w:t>-</w:t>
      </w:r>
      <w:r>
        <w:t>32.</w:t>
      </w:r>
    </w:p>
    <w:p w:rsidR="00D442CD" w:rsidRDefault="00D442CD" w:rsidP="00D442CD">
      <w:pPr>
        <w:pStyle w:val="libFootnote"/>
      </w:pPr>
      <w:r>
        <w:t>2. Al</w:t>
      </w:r>
      <w:r w:rsidR="008E1963">
        <w:t>-</w:t>
      </w:r>
      <w:r>
        <w:t>Sayyid Muhammad al</w:t>
      </w:r>
      <w:r w:rsidR="008E1963">
        <w:t>-</w:t>
      </w:r>
      <w:r>
        <w:t>Bukhari, Tadhkirat al</w:t>
      </w:r>
      <w:r w:rsidR="008E1963">
        <w:t>-</w:t>
      </w:r>
      <w:r>
        <w:t>abrar, MS; Nuzhat al</w:t>
      </w:r>
      <w:r w:rsidR="008E1963">
        <w:t>-</w:t>
      </w:r>
      <w:r>
        <w:t>khawatir, iv, 223.</w:t>
      </w:r>
    </w:p>
    <w:p w:rsidR="00D442CD" w:rsidRDefault="00D442CD" w:rsidP="00D442CD">
      <w:pPr>
        <w:pStyle w:val="libFootnote"/>
      </w:pPr>
      <w:r>
        <w:t>3. Al</w:t>
      </w:r>
      <w:r w:rsidR="008E1963">
        <w:t>-</w:t>
      </w:r>
      <w:r>
        <w:t>Ghazzi, al</w:t>
      </w:r>
      <w:r w:rsidR="008E1963">
        <w:t>-</w:t>
      </w:r>
      <w:r>
        <w:t>Kawakib al</w:t>
      </w:r>
      <w:r w:rsidR="008E1963">
        <w:t>-</w:t>
      </w:r>
      <w:r>
        <w:t>sa'irah, ii, 52.</w:t>
      </w:r>
    </w:p>
    <w:p w:rsidR="00D442CD" w:rsidRDefault="00D442CD" w:rsidP="00D442CD">
      <w:pPr>
        <w:pStyle w:val="libFootnote"/>
      </w:pPr>
      <w:r>
        <w:t>4. Nuzhat al</w:t>
      </w:r>
      <w:r w:rsidR="008E1963">
        <w:t>-</w:t>
      </w:r>
      <w:r>
        <w:t>khawatir, iv, 274.</w:t>
      </w:r>
    </w:p>
    <w:p w:rsidR="00D442CD" w:rsidRDefault="00D442CD" w:rsidP="000D3C43">
      <w:pPr>
        <w:pStyle w:val="libNormal"/>
      </w:pPr>
      <w:r>
        <w:br w:type="page"/>
      </w:r>
    </w:p>
    <w:p w:rsidR="00D442CD" w:rsidRDefault="00D442CD" w:rsidP="000D3C43">
      <w:pPr>
        <w:pStyle w:val="Heading1Center"/>
      </w:pPr>
      <w:bookmarkStart w:id="366" w:name="_Toc484431790"/>
      <w:r>
        <w:lastRenderedPageBreak/>
        <w:t>Narrators of Hadith al</w:t>
      </w:r>
      <w:r w:rsidR="008E1963">
        <w:t>-</w:t>
      </w:r>
      <w:r>
        <w:t>Thaqalayn of Eleventh</w:t>
      </w:r>
      <w:r w:rsidR="008E1963">
        <w:t>-</w:t>
      </w:r>
      <w:r>
        <w:t>Seventeenth Century</w:t>
      </w:r>
      <w:bookmarkEnd w:id="366"/>
    </w:p>
    <w:p w:rsidR="00D442CD" w:rsidRDefault="00D442CD" w:rsidP="00941CD7">
      <w:pPr>
        <w:pStyle w:val="Heading2Center"/>
      </w:pPr>
      <w:bookmarkStart w:id="367" w:name="_Toc484431791"/>
      <w:r>
        <w:t>325. ‘Ali ibn al</w:t>
      </w:r>
      <w:r w:rsidR="008E1963">
        <w:t>-</w:t>
      </w:r>
      <w:r>
        <w:t>Sultan Muhammad al</w:t>
      </w:r>
      <w:r w:rsidR="008E1963">
        <w:t>-</w:t>
      </w:r>
      <w:r>
        <w:t>Harawi, known as ‘Ali al</w:t>
      </w:r>
      <w:r w:rsidR="008E1963">
        <w:t>-</w:t>
      </w:r>
      <w:r>
        <w:t>Qari (d. 1013/1604).</w:t>
      </w:r>
      <w:bookmarkEnd w:id="367"/>
    </w:p>
    <w:p w:rsidR="000D3C43" w:rsidRDefault="00D442CD" w:rsidP="00D442CD">
      <w:pPr>
        <w:pStyle w:val="libNormal"/>
      </w:pPr>
      <w:r>
        <w:t>In his Sharh al</w:t>
      </w:r>
      <w:r w:rsidR="008E1963">
        <w:t>-</w:t>
      </w:r>
      <w:r>
        <w:t>Shifa', 485, from Muslim and al</w:t>
      </w:r>
      <w:r w:rsidR="008E1963">
        <w:t>-</w:t>
      </w:r>
      <w:r>
        <w:t>Nasa'i, from Zayd ibn Arqam. In his al</w:t>
      </w:r>
      <w:r w:rsidR="008E1963">
        <w:t>-</w:t>
      </w:r>
      <w:r>
        <w:t>Mirqat fi sharh al</w:t>
      </w:r>
      <w:r w:rsidR="008E1963">
        <w:t>-</w:t>
      </w:r>
      <w:r>
        <w:t>Mishat, V, 593</w:t>
      </w:r>
      <w:r w:rsidR="008E1963">
        <w:t>-</w:t>
      </w:r>
      <w:r>
        <w:t>594, 600</w:t>
      </w:r>
      <w:r w:rsidR="008E1963">
        <w:t>-</w:t>
      </w:r>
      <w:r>
        <w:t>601 from Muslim, from Zayd ibn Arqam; from Imam Ahmad from Abu Sa’id al</w:t>
      </w:r>
      <w:r w:rsidR="008E1963">
        <w:t>-</w:t>
      </w:r>
      <w:r>
        <w:t>Khudri; and from al</w:t>
      </w:r>
      <w:r w:rsidR="008E1963">
        <w:t>-</w:t>
      </w:r>
      <w:r>
        <w:t>Tirmidhi from Jabir and Zayd ibn Arqam. An eminent scholar.</w:t>
      </w:r>
    </w:p>
    <w:p w:rsidR="00D442CD" w:rsidRDefault="00D442CD" w:rsidP="00941CD7">
      <w:pPr>
        <w:pStyle w:val="Heading2Center"/>
      </w:pPr>
      <w:bookmarkStart w:id="368" w:name="_Toc484431792"/>
      <w:r>
        <w:t>326. ‘Abd al</w:t>
      </w:r>
      <w:r w:rsidR="008E1963">
        <w:t>-</w:t>
      </w:r>
      <w:r>
        <w:t>Ra'uf ibn Taj al</w:t>
      </w:r>
      <w:r w:rsidR="008E1963">
        <w:t>-</w:t>
      </w:r>
      <w:r>
        <w:t>Arifin al</w:t>
      </w:r>
      <w:r w:rsidR="008E1963">
        <w:t>-</w:t>
      </w:r>
      <w:r>
        <w:t>Munawi (d. 1031/1621).</w:t>
      </w:r>
      <w:bookmarkEnd w:id="368"/>
    </w:p>
    <w:p w:rsidR="000D3C43" w:rsidRDefault="00D442CD" w:rsidP="00D442CD">
      <w:pPr>
        <w:pStyle w:val="libNormal"/>
      </w:pPr>
      <w:r>
        <w:t>In his Fayd al</w:t>
      </w:r>
      <w:r w:rsidR="008E1963">
        <w:t>-</w:t>
      </w:r>
      <w:r>
        <w:t>Qadir fi sharh al</w:t>
      </w:r>
      <w:r w:rsidR="008E1963">
        <w:t>-</w:t>
      </w:r>
      <w:r>
        <w:t>Jami’ al</w:t>
      </w:r>
      <w:r w:rsidR="008E1963">
        <w:t>-</w:t>
      </w:r>
      <w:r>
        <w:t>saghir, ii, 174, 571; iii, 14, 15, a sharh of al</w:t>
      </w:r>
      <w:r w:rsidR="008E1963">
        <w:t>-</w:t>
      </w:r>
      <w:r>
        <w:t>Suyuti's work that expounds it with the help of the riwayat of al</w:t>
      </w:r>
      <w:r w:rsidR="008E1963">
        <w:t>-</w:t>
      </w:r>
      <w:r>
        <w:t>Qurtubi and al</w:t>
      </w:r>
      <w:r w:rsidR="008E1963">
        <w:t>-</w:t>
      </w:r>
      <w:r>
        <w:t>Samhudi. An eminent scholar.</w:t>
      </w:r>
    </w:p>
    <w:p w:rsidR="00D442CD" w:rsidRDefault="00D442CD" w:rsidP="00941CD7">
      <w:pPr>
        <w:pStyle w:val="Heading2Center"/>
      </w:pPr>
      <w:bookmarkStart w:id="369" w:name="_Toc484431793"/>
      <w:r>
        <w:t>327. Nur al</w:t>
      </w:r>
      <w:r w:rsidR="008E1963">
        <w:t>-</w:t>
      </w:r>
      <w:r>
        <w:t>Din ‘Ali ibn Ibrahim ibn ‘Ali al</w:t>
      </w:r>
      <w:r w:rsidR="008E1963">
        <w:t>-</w:t>
      </w:r>
      <w:r>
        <w:t>Halabi al</w:t>
      </w:r>
      <w:r w:rsidR="008E1963">
        <w:t>-</w:t>
      </w:r>
      <w:r>
        <w:t>Shafi’i (d. 1033/1623).</w:t>
      </w:r>
      <w:bookmarkEnd w:id="369"/>
    </w:p>
    <w:p w:rsidR="000D3C43" w:rsidRDefault="00D442CD" w:rsidP="00D442CD">
      <w:pPr>
        <w:pStyle w:val="libNormal"/>
      </w:pPr>
      <w:r>
        <w:t>In his Insan al</w:t>
      </w:r>
      <w:r w:rsidR="008E1963">
        <w:t>-</w:t>
      </w:r>
      <w:r>
        <w:t>­‘uyun fi sirat al</w:t>
      </w:r>
      <w:r w:rsidR="008E1963">
        <w:t>-</w:t>
      </w:r>
      <w:r>
        <w:t>Amir wa al</w:t>
      </w:r>
      <w:r w:rsidR="008E1963">
        <w:t>-</w:t>
      </w:r>
      <w:r>
        <w:t>Ma'mun, iii, 336. An eminent scholar.</w:t>
      </w:r>
    </w:p>
    <w:p w:rsidR="00D442CD" w:rsidRDefault="00D442CD" w:rsidP="00941CD7">
      <w:pPr>
        <w:pStyle w:val="Heading2Center"/>
      </w:pPr>
      <w:bookmarkStart w:id="370" w:name="_Toc484431794"/>
      <w:r>
        <w:t>328. Ahmad ibn al</w:t>
      </w:r>
      <w:r w:rsidR="008E1963">
        <w:t>-</w:t>
      </w:r>
      <w:r>
        <w:t>Fadl ibn Muhammad Ba Kathir al</w:t>
      </w:r>
      <w:r w:rsidR="008E1963">
        <w:t>-</w:t>
      </w:r>
      <w:r>
        <w:t>Makki (d. 1037/1627).</w:t>
      </w:r>
      <w:bookmarkEnd w:id="370"/>
    </w:p>
    <w:p w:rsidR="000D3C43" w:rsidRDefault="00D442CD" w:rsidP="00D442CD">
      <w:pPr>
        <w:pStyle w:val="libNormal"/>
      </w:pPr>
      <w:r>
        <w:t>In his Wasilat al</w:t>
      </w:r>
      <w:r w:rsidR="008E1963">
        <w:t>-</w:t>
      </w:r>
      <w:r>
        <w:t>ma'al fi ‘add manaqib al</w:t>
      </w:r>
      <w:r w:rsidR="008E1963">
        <w:t>-</w:t>
      </w:r>
      <w:r>
        <w:t>Al (MS) from Imam Ahmad, al</w:t>
      </w:r>
      <w:r w:rsidR="008E1963">
        <w:t>-</w:t>
      </w:r>
      <w:r>
        <w:t>Tabarani, Abu Ya’la, al</w:t>
      </w:r>
      <w:r w:rsidR="008E1963">
        <w:t>-</w:t>
      </w:r>
      <w:r>
        <w:t>Hakim, al</w:t>
      </w:r>
      <w:r w:rsidR="008E1963">
        <w:t>-</w:t>
      </w:r>
      <w:r>
        <w:t>Tirmidhi, Ibn ‘Uqdah, al</w:t>
      </w:r>
      <w:r w:rsidR="008E1963">
        <w:t>-</w:t>
      </w:r>
      <w:r>
        <w:t>Diya', al</w:t>
      </w:r>
      <w:r w:rsidR="008E1963">
        <w:t>-</w:t>
      </w:r>
      <w:r>
        <w:t>Zarandi, Abu al</w:t>
      </w:r>
      <w:r w:rsidR="008E1963">
        <w:t>-</w:t>
      </w:r>
      <w:r>
        <w:t>Hasan Yahya ibn al</w:t>
      </w:r>
      <w:r w:rsidR="008E1963">
        <w:t>-</w:t>
      </w:r>
      <w:r>
        <w:t>Hasan, al</w:t>
      </w:r>
      <w:r w:rsidR="008E1963">
        <w:t>-</w:t>
      </w:r>
      <w:r>
        <w:t>Ji’abi, al</w:t>
      </w:r>
      <w:r w:rsidR="008E1963">
        <w:t>-</w:t>
      </w:r>
      <w:r>
        <w:t>Dulabi, al</w:t>
      </w:r>
      <w:r w:rsidR="008E1963">
        <w:t>-</w:t>
      </w:r>
      <w:r>
        <w:t>Bazzaz, Abu Nu’aym, Ibn Hajar and al</w:t>
      </w:r>
      <w:r w:rsidR="008E1963">
        <w:t>-</w:t>
      </w:r>
      <w:r>
        <w:t xml:space="preserve">Darqutni. An eminent scholar. </w:t>
      </w:r>
      <w:r w:rsidRPr="007F1F07">
        <w:rPr>
          <w:rStyle w:val="libFootnotenumChar"/>
        </w:rPr>
        <w:t>1</w:t>
      </w:r>
    </w:p>
    <w:p w:rsidR="00D442CD" w:rsidRDefault="00D442CD" w:rsidP="00941CD7">
      <w:pPr>
        <w:pStyle w:val="Heading2Center"/>
      </w:pPr>
      <w:bookmarkStart w:id="371" w:name="_Toc484431795"/>
      <w:r>
        <w:t>329. Mahmud ibn Muhammad ibn ‘Ali al</w:t>
      </w:r>
      <w:r w:rsidR="008E1963">
        <w:t>-</w:t>
      </w:r>
      <w:r>
        <w:t>­Shaykani al</w:t>
      </w:r>
      <w:r w:rsidR="008E1963">
        <w:t>-</w:t>
      </w:r>
      <w:r>
        <w:t>Qadiri al</w:t>
      </w:r>
      <w:r w:rsidR="008E1963">
        <w:t>-</w:t>
      </w:r>
      <w:r>
        <w:t>Madani.</w:t>
      </w:r>
      <w:bookmarkEnd w:id="371"/>
    </w:p>
    <w:p w:rsidR="000D3C43" w:rsidRDefault="00D442CD" w:rsidP="00D442CD">
      <w:pPr>
        <w:pStyle w:val="libNormal"/>
      </w:pPr>
      <w:r>
        <w:t>In al</w:t>
      </w:r>
      <w:r w:rsidR="008E1963">
        <w:t>-</w:t>
      </w:r>
      <w:r>
        <w:t>Sirat al</w:t>
      </w:r>
      <w:r w:rsidR="008E1963">
        <w:t>-</w:t>
      </w:r>
      <w:r>
        <w:t>sawi fi manaqib Al al</w:t>
      </w:r>
      <w:r w:rsidR="008E1963">
        <w:t>-</w:t>
      </w:r>
      <w:r>
        <w:t>Nabi (MS.), from Muslim, al</w:t>
      </w:r>
      <w:r w:rsidR="008E1963">
        <w:t>-</w:t>
      </w:r>
      <w:r>
        <w:t>Hakim, al</w:t>
      </w:r>
      <w:r w:rsidR="008E1963">
        <w:t>-</w:t>
      </w:r>
      <w:r>
        <w:t>Bazzaz, Ibn ‘Uqdah, al</w:t>
      </w:r>
      <w:r w:rsidR="008E1963">
        <w:t>-</w:t>
      </w:r>
      <w:r>
        <w:t>Tabarani, Ibn Sa’d and al</w:t>
      </w:r>
      <w:r w:rsidR="008E1963">
        <w:t>-</w:t>
      </w:r>
      <w:r>
        <w:t>Zarandi, from Zayd ibn Arqam, Abu Sa’id, Zayd ibn Thabit, ‘Abd al</w:t>
      </w:r>
      <w:r w:rsidR="008E1963">
        <w:t>-</w:t>
      </w:r>
      <w:r>
        <w:t>Rahman ibn ‘Awf, Abu Hurayrah, Jabir, Hudhayfah ibn Usayd and others.</w:t>
      </w:r>
    </w:p>
    <w:p w:rsidR="00D442CD" w:rsidRDefault="00D442CD" w:rsidP="00941CD7">
      <w:pPr>
        <w:pStyle w:val="Heading2Center"/>
      </w:pPr>
      <w:bookmarkStart w:id="372" w:name="_Toc484431796"/>
      <w:r>
        <w:t>330. Al</w:t>
      </w:r>
      <w:r w:rsidR="008E1963">
        <w:t>-</w:t>
      </w:r>
      <w:r>
        <w:t>Sayyid Muhammad ibn al</w:t>
      </w:r>
      <w:r w:rsidR="008E1963">
        <w:t>-</w:t>
      </w:r>
      <w:r>
        <w:t>Sayyid Jalal Mah ‘Alam al</w:t>
      </w:r>
      <w:r w:rsidR="008E1963">
        <w:t>-</w:t>
      </w:r>
      <w:r>
        <w:t>Bukhari (d. 1045/1635).</w:t>
      </w:r>
      <w:bookmarkEnd w:id="372"/>
    </w:p>
    <w:p w:rsidR="000D3C43" w:rsidRDefault="00D442CD" w:rsidP="00D442CD">
      <w:pPr>
        <w:pStyle w:val="libNormal"/>
      </w:pPr>
      <w:r>
        <w:t>In Tadhkirat al</w:t>
      </w:r>
      <w:r w:rsidR="008E1963">
        <w:t>-</w:t>
      </w:r>
      <w:r>
        <w:t xml:space="preserve">abrar (MS.). A respectable scholar. </w:t>
      </w:r>
      <w:r w:rsidRPr="007F1F07">
        <w:rPr>
          <w:rStyle w:val="libFootnotenumChar"/>
        </w:rPr>
        <w:t>2</w:t>
      </w:r>
    </w:p>
    <w:p w:rsidR="00D442CD" w:rsidRDefault="00D442CD" w:rsidP="00941CD7">
      <w:pPr>
        <w:pStyle w:val="Heading2Center"/>
      </w:pPr>
      <w:bookmarkStart w:id="373" w:name="_Toc484431797"/>
      <w:r>
        <w:t>331. Al</w:t>
      </w:r>
      <w:r w:rsidR="008E1963">
        <w:t>-</w:t>
      </w:r>
      <w:r>
        <w:t>Shaykh ‘Abd al</w:t>
      </w:r>
      <w:r w:rsidR="008E1963">
        <w:t>-</w:t>
      </w:r>
      <w:r>
        <w:t>­Haqq al</w:t>
      </w:r>
      <w:r w:rsidR="008E1963">
        <w:t>-</w:t>
      </w:r>
      <w:r>
        <w:t>Dehlawi (d. 1052/1642).</w:t>
      </w:r>
      <w:bookmarkEnd w:id="373"/>
    </w:p>
    <w:p w:rsidR="000D3C43" w:rsidRDefault="00D442CD" w:rsidP="00D442CD">
      <w:pPr>
        <w:pStyle w:val="libNormal"/>
      </w:pPr>
      <w:r>
        <w:t>In his al</w:t>
      </w:r>
      <w:r w:rsidR="008E1963">
        <w:t>-</w:t>
      </w:r>
      <w:r>
        <w:t>Lumu’at fi sharh al</w:t>
      </w:r>
      <w:r w:rsidR="008E1963">
        <w:t>-</w:t>
      </w:r>
      <w:r>
        <w:t>­Mishkat from Muslim and al</w:t>
      </w:r>
      <w:r w:rsidR="008E1963">
        <w:t>-</w:t>
      </w:r>
      <w:r>
        <w:t>Tirmidhi, and also in Madarij al</w:t>
      </w:r>
      <w:r w:rsidR="008E1963">
        <w:t>-</w:t>
      </w:r>
      <w:r>
        <w:t xml:space="preserve">nubuwwah, 520. A leading legist, traditionist and scholar of his era in India. </w:t>
      </w:r>
      <w:r w:rsidRPr="007F1F07">
        <w:rPr>
          <w:rStyle w:val="libFootnotenumChar"/>
        </w:rPr>
        <w:t>3</w:t>
      </w:r>
    </w:p>
    <w:p w:rsidR="00D442CD" w:rsidRDefault="00D442CD" w:rsidP="00941CD7">
      <w:pPr>
        <w:pStyle w:val="Heading2Center"/>
      </w:pPr>
      <w:bookmarkStart w:id="374" w:name="_Toc484431798"/>
      <w:r>
        <w:t>332. Shihab al</w:t>
      </w:r>
      <w:r w:rsidR="008E1963">
        <w:t>-</w:t>
      </w:r>
      <w:r>
        <w:t>Din Ahmad ibn Muhammad ibn ‘Umar al</w:t>
      </w:r>
      <w:r w:rsidR="008E1963">
        <w:t>-</w:t>
      </w:r>
      <w:r>
        <w:t>Khafaji al</w:t>
      </w:r>
      <w:r w:rsidR="008E1963">
        <w:t>-</w:t>
      </w:r>
      <w:r>
        <w:t>Misri al</w:t>
      </w:r>
      <w:r w:rsidR="008E1963">
        <w:t>-</w:t>
      </w:r>
      <w:r>
        <w:t>Hanafi (d. 1069/1658).</w:t>
      </w:r>
      <w:bookmarkEnd w:id="374"/>
    </w:p>
    <w:p w:rsidR="000D3C43" w:rsidRDefault="00D442CD" w:rsidP="00D442CD">
      <w:pPr>
        <w:pStyle w:val="libNormal"/>
      </w:pPr>
      <w:r>
        <w:t>In his Nasim al</w:t>
      </w:r>
      <w:r w:rsidR="008E1963">
        <w:t>-</w:t>
      </w:r>
      <w:r>
        <w:t>riyad fi sharh Shifa' al</w:t>
      </w:r>
      <w:r w:rsidR="008E1963">
        <w:t>-</w:t>
      </w:r>
      <w:r>
        <w:t>Qadi ‘lyad, iii, 409, iv, 283, 324, while expounding the narrations of al</w:t>
      </w:r>
      <w:r w:rsidR="008E1963">
        <w:t>-</w:t>
      </w:r>
      <w:r>
        <w:t xml:space="preserve">Qadi ‘lyad. A leading scholar. </w:t>
      </w:r>
      <w:r w:rsidRPr="007F1F07">
        <w:rPr>
          <w:rStyle w:val="libFootnotenumChar"/>
        </w:rPr>
        <w:t>4</w:t>
      </w:r>
    </w:p>
    <w:p w:rsidR="00D442CD" w:rsidRDefault="00D442CD" w:rsidP="00941CD7">
      <w:pPr>
        <w:pStyle w:val="Heading2Center"/>
      </w:pPr>
      <w:bookmarkStart w:id="375" w:name="_Toc484431799"/>
      <w:r>
        <w:lastRenderedPageBreak/>
        <w:t>333. ‘Ali ibn Ahmad ibn Muhammad ibn Ibrahim al</w:t>
      </w:r>
      <w:r w:rsidR="008E1963">
        <w:t>-</w:t>
      </w:r>
      <w:r>
        <w:t>Azizi al</w:t>
      </w:r>
      <w:r w:rsidR="008E1963">
        <w:t>-</w:t>
      </w:r>
      <w:r>
        <w:t>­Bulaqi al</w:t>
      </w:r>
      <w:r w:rsidR="008E1963">
        <w:t>-</w:t>
      </w:r>
      <w:r>
        <w:t>Shafi’i (d. 1070/1659).</w:t>
      </w:r>
      <w:bookmarkEnd w:id="375"/>
    </w:p>
    <w:p w:rsidR="000D3C43" w:rsidRDefault="00D442CD" w:rsidP="00D442CD">
      <w:pPr>
        <w:pStyle w:val="libNormal"/>
      </w:pPr>
      <w:r>
        <w:t>In his al</w:t>
      </w:r>
      <w:r w:rsidR="008E1963">
        <w:t>-</w:t>
      </w:r>
      <w:r>
        <w:t>Siraj al</w:t>
      </w:r>
      <w:r w:rsidR="008E1963">
        <w:t>-</w:t>
      </w:r>
      <w:r>
        <w:t>munir fi sharh al</w:t>
      </w:r>
      <w:r w:rsidR="008E1963">
        <w:t>-</w:t>
      </w:r>
      <w:r>
        <w:t>Jami’ al</w:t>
      </w:r>
      <w:r w:rsidR="008E1963">
        <w:t>-</w:t>
      </w:r>
      <w:r>
        <w:t xml:space="preserve">saghir, i, 322; ii, 51. A leading traditionist. </w:t>
      </w:r>
      <w:r w:rsidRPr="007F1F07">
        <w:rPr>
          <w:rStyle w:val="libFootnotenumChar"/>
        </w:rPr>
        <w:t>5</w:t>
      </w:r>
    </w:p>
    <w:p w:rsidR="00D442CD" w:rsidRDefault="00D442CD" w:rsidP="00941CD7">
      <w:pPr>
        <w:pStyle w:val="Heading2Center"/>
      </w:pPr>
      <w:bookmarkStart w:id="376" w:name="_Toc484431800"/>
      <w:r>
        <w:t>334. Muhammad ibn Muhammad ibn Sulayman al</w:t>
      </w:r>
      <w:r w:rsidR="008E1963">
        <w:t>-</w:t>
      </w:r>
      <w:r>
        <w:t>Susi al</w:t>
      </w:r>
      <w:r w:rsidR="008E1963">
        <w:t>-</w:t>
      </w:r>
      <w:r>
        <w:t>­Maghribi (d. 1094/1683)</w:t>
      </w:r>
      <w:bookmarkEnd w:id="376"/>
    </w:p>
    <w:p w:rsidR="000D3C43" w:rsidRDefault="00D442CD" w:rsidP="00D442CD">
      <w:pPr>
        <w:pStyle w:val="libNormal"/>
      </w:pPr>
      <w:r>
        <w:t>In his Jam’ al</w:t>
      </w:r>
      <w:r w:rsidR="008E1963">
        <w:t>-</w:t>
      </w:r>
      <w:r>
        <w:t>fawa'id min Jami’ al</w:t>
      </w:r>
      <w:r w:rsidR="008E1963">
        <w:t>-</w:t>
      </w:r>
      <w:r>
        <w:t>usul wa Majma’ al</w:t>
      </w:r>
      <w:r w:rsidR="008E1963">
        <w:t>-</w:t>
      </w:r>
      <w:r>
        <w:t>zawa'id, i, 16, ii, 236 (Meerut 1346H.), from al</w:t>
      </w:r>
      <w:r w:rsidR="008E1963">
        <w:t>-</w:t>
      </w:r>
      <w:r>
        <w:t xml:space="preserve">Tirmidhi and Muslim. A leading traditionist. </w:t>
      </w:r>
      <w:r w:rsidRPr="007F1F07">
        <w:rPr>
          <w:rStyle w:val="libFootnotenumChar"/>
        </w:rPr>
        <w:t>6</w:t>
      </w:r>
    </w:p>
    <w:p w:rsidR="00D442CD" w:rsidRDefault="00D442CD" w:rsidP="00941CD7">
      <w:pPr>
        <w:pStyle w:val="Heading2Center"/>
      </w:pPr>
      <w:bookmarkStart w:id="377" w:name="_Toc484431801"/>
      <w:r>
        <w:t>335. Mulla Ya’qub al</w:t>
      </w:r>
      <w:r w:rsidR="008E1963">
        <w:t>-</w:t>
      </w:r>
      <w:r>
        <w:t>­Banyani al</w:t>
      </w:r>
      <w:r w:rsidR="008E1963">
        <w:t>-</w:t>
      </w:r>
      <w:r>
        <w:t>Lahori (1098/1686).</w:t>
      </w:r>
      <w:bookmarkEnd w:id="377"/>
    </w:p>
    <w:p w:rsidR="000D3C43" w:rsidRDefault="00D442CD" w:rsidP="00D442CD">
      <w:pPr>
        <w:pStyle w:val="libNormal"/>
      </w:pPr>
      <w:r>
        <w:t>In his ‘Aqa'id. A well</w:t>
      </w:r>
      <w:r w:rsidR="008E1963">
        <w:t>-</w:t>
      </w:r>
      <w:r>
        <w:t xml:space="preserve">known scholar of his age. </w:t>
      </w:r>
      <w:r w:rsidRPr="007F1F07">
        <w:rPr>
          <w:rStyle w:val="libFootnotenumChar"/>
        </w:rPr>
        <w:t>7</w:t>
      </w:r>
    </w:p>
    <w:p w:rsidR="00D442CD" w:rsidRDefault="00D442CD" w:rsidP="00D442CD">
      <w:pPr>
        <w:pStyle w:val="Heading2Center"/>
      </w:pPr>
      <w:bookmarkStart w:id="378" w:name="_Toc484431802"/>
      <w:r>
        <w:t>Notes</w:t>
      </w:r>
      <w:bookmarkEnd w:id="378"/>
    </w:p>
    <w:p w:rsidR="00D442CD" w:rsidRDefault="00D442CD" w:rsidP="00D442CD">
      <w:pPr>
        <w:pStyle w:val="libFootnote"/>
      </w:pPr>
      <w:r>
        <w:t>1. Al</w:t>
      </w:r>
      <w:r w:rsidR="008E1963">
        <w:t>-</w:t>
      </w:r>
      <w:r>
        <w:t>Muhibbi, Khulasat al</w:t>
      </w:r>
      <w:r w:rsidR="008E1963">
        <w:t>-</w:t>
      </w:r>
      <w:r>
        <w:t>athar, i, 271; Radi al</w:t>
      </w:r>
      <w:r w:rsidR="008E1963">
        <w:t>-</w:t>
      </w:r>
      <w:r>
        <w:t>Din al</w:t>
      </w:r>
      <w:r w:rsidR="008E1963">
        <w:t>-</w:t>
      </w:r>
      <w:r>
        <w:t>Shami, Tandid al</w:t>
      </w:r>
      <w:r w:rsidR="008E1963">
        <w:t>-</w:t>
      </w:r>
      <w:r>
        <w:t>uqud al</w:t>
      </w:r>
      <w:r w:rsidR="008E1963">
        <w:t>-</w:t>
      </w:r>
      <w:r>
        <w:t>­saniyyah</w:t>
      </w:r>
    </w:p>
    <w:p w:rsidR="00D442CD" w:rsidRDefault="00D442CD" w:rsidP="00D442CD">
      <w:pPr>
        <w:pStyle w:val="libFootnote"/>
      </w:pPr>
      <w:r>
        <w:t>2. Ibid., v, 337.</w:t>
      </w:r>
    </w:p>
    <w:p w:rsidR="00D442CD" w:rsidRDefault="00D442CD" w:rsidP="00D442CD">
      <w:pPr>
        <w:pStyle w:val="libFootnote"/>
      </w:pPr>
      <w:r>
        <w:t>3. Ibid., v, 201.</w:t>
      </w:r>
    </w:p>
    <w:p w:rsidR="00D442CD" w:rsidRDefault="00D442CD" w:rsidP="00D442CD">
      <w:pPr>
        <w:pStyle w:val="libFootnote"/>
      </w:pPr>
      <w:r>
        <w:t>4. Khulasat al</w:t>
      </w:r>
      <w:r w:rsidR="008E1963">
        <w:t>-</w:t>
      </w:r>
      <w:r>
        <w:t>athar, i, 331; al</w:t>
      </w:r>
      <w:r w:rsidR="008E1963">
        <w:t>-</w:t>
      </w:r>
      <w:r>
        <w:t>Taj al</w:t>
      </w:r>
      <w:r w:rsidR="008E1963">
        <w:t>-</w:t>
      </w:r>
      <w:r>
        <w:t>mukallal, 289.</w:t>
      </w:r>
    </w:p>
    <w:p w:rsidR="00D442CD" w:rsidRDefault="00D442CD" w:rsidP="00D442CD">
      <w:pPr>
        <w:pStyle w:val="libFootnote"/>
      </w:pPr>
      <w:r>
        <w:t>5. Khulasat al</w:t>
      </w:r>
      <w:r w:rsidR="008E1963">
        <w:t>-</w:t>
      </w:r>
      <w:r>
        <w:t>athar, iii, 201.</w:t>
      </w:r>
    </w:p>
    <w:p w:rsidR="00D442CD" w:rsidRDefault="00D442CD" w:rsidP="00D442CD">
      <w:pPr>
        <w:pStyle w:val="libFootnote"/>
      </w:pPr>
      <w:r>
        <w:t>6. Ibid., iv, 204.</w:t>
      </w:r>
    </w:p>
    <w:p w:rsidR="00D442CD" w:rsidRDefault="00D442CD" w:rsidP="00D442CD">
      <w:pPr>
        <w:pStyle w:val="libFootnote"/>
      </w:pPr>
      <w:r>
        <w:t>7. Nuzhat al</w:t>
      </w:r>
      <w:r w:rsidR="008E1963">
        <w:t>-</w:t>
      </w:r>
      <w:r>
        <w:t>khawatir, iv, 285.</w:t>
      </w:r>
    </w:p>
    <w:p w:rsidR="00D442CD" w:rsidRDefault="00D442CD" w:rsidP="000D3C43">
      <w:pPr>
        <w:pStyle w:val="libNormal"/>
      </w:pPr>
      <w:r>
        <w:br w:type="page"/>
      </w:r>
    </w:p>
    <w:p w:rsidR="00D442CD" w:rsidRDefault="00D442CD" w:rsidP="000D3C43">
      <w:pPr>
        <w:pStyle w:val="Heading1Center"/>
      </w:pPr>
      <w:bookmarkStart w:id="379" w:name="_Toc484431803"/>
      <w:r>
        <w:lastRenderedPageBreak/>
        <w:t>Narrators of Hadith al</w:t>
      </w:r>
      <w:r w:rsidR="008E1963">
        <w:t>-</w:t>
      </w:r>
      <w:r>
        <w:t>Thaqalayn of Twelfth</w:t>
      </w:r>
      <w:r w:rsidR="008E1963">
        <w:t>-</w:t>
      </w:r>
      <w:r>
        <w:t xml:space="preserve"> Eighteenth Century</w:t>
      </w:r>
      <w:bookmarkEnd w:id="379"/>
    </w:p>
    <w:p w:rsidR="00D442CD" w:rsidRDefault="00D442CD" w:rsidP="00941CD7">
      <w:pPr>
        <w:pStyle w:val="Heading2Center"/>
      </w:pPr>
      <w:bookmarkStart w:id="380" w:name="_Toc484431804"/>
      <w:r>
        <w:t>336. Salih ibn Mahdi ibn ‘Ali Muqbili al</w:t>
      </w:r>
      <w:r w:rsidR="008E1963">
        <w:t>-</w:t>
      </w:r>
      <w:r>
        <w:t>­San’ani (d. 1108/1696).</w:t>
      </w:r>
      <w:bookmarkEnd w:id="380"/>
    </w:p>
    <w:p w:rsidR="000D3C43" w:rsidRDefault="00D442CD" w:rsidP="00D442CD">
      <w:pPr>
        <w:pStyle w:val="libNormal"/>
      </w:pPr>
      <w:r>
        <w:t>In Mulhaqat al</w:t>
      </w:r>
      <w:r w:rsidR="008E1963">
        <w:t>-</w:t>
      </w:r>
      <w:r>
        <w:t>abhath al</w:t>
      </w:r>
      <w:r w:rsidR="008E1963">
        <w:t>-</w:t>
      </w:r>
      <w:r>
        <w:t>­musaddadah as quoted in Khulasat ‘Abaqat al</w:t>
      </w:r>
      <w:r w:rsidR="008E1963">
        <w:t>-</w:t>
      </w:r>
      <w:r>
        <w:t>anwar, i, 312.</w:t>
      </w:r>
    </w:p>
    <w:p w:rsidR="00D442CD" w:rsidRDefault="00D442CD" w:rsidP="00941CD7">
      <w:pPr>
        <w:pStyle w:val="Heading2Center"/>
      </w:pPr>
      <w:bookmarkStart w:id="381" w:name="_Toc484431805"/>
      <w:r>
        <w:t>337. ‘Abd al</w:t>
      </w:r>
      <w:r w:rsidR="008E1963">
        <w:t>-</w:t>
      </w:r>
      <w:r>
        <w:t>Malik al</w:t>
      </w:r>
      <w:r w:rsidR="008E1963">
        <w:t>-</w:t>
      </w:r>
      <w:r>
        <w:t>Isami al</w:t>
      </w:r>
      <w:r w:rsidR="008E1963">
        <w:t>-</w:t>
      </w:r>
      <w:r>
        <w:t>Makki (d. 1111/1699).</w:t>
      </w:r>
      <w:bookmarkEnd w:id="381"/>
    </w:p>
    <w:p w:rsidR="000D3C43" w:rsidRDefault="00D442CD" w:rsidP="00D442CD">
      <w:pPr>
        <w:pStyle w:val="libNormal"/>
      </w:pPr>
      <w:r>
        <w:t>In his Simt al</w:t>
      </w:r>
      <w:r w:rsidR="008E1963">
        <w:t>-</w:t>
      </w:r>
      <w:r>
        <w:t>nujum al</w:t>
      </w:r>
      <w:r w:rsidR="008E1963">
        <w:t>-</w:t>
      </w:r>
      <w:r>
        <w:t>Awali, ii, 502 from Ibn Abi Shaybah.</w:t>
      </w:r>
    </w:p>
    <w:p w:rsidR="00D442CD" w:rsidRDefault="00D442CD" w:rsidP="00941CD7">
      <w:pPr>
        <w:pStyle w:val="Heading2Center"/>
      </w:pPr>
      <w:bookmarkStart w:id="382" w:name="_Toc484431806"/>
      <w:r>
        <w:t>338. Muhammad Amin al</w:t>
      </w:r>
      <w:r w:rsidR="008E1963">
        <w:t>-</w:t>
      </w:r>
      <w:r>
        <w:t>­Muhibbi (d. 1111/1699).</w:t>
      </w:r>
      <w:bookmarkEnd w:id="382"/>
    </w:p>
    <w:p w:rsidR="000D3C43" w:rsidRDefault="00D442CD" w:rsidP="00D442CD">
      <w:pPr>
        <w:pStyle w:val="libNormal"/>
      </w:pPr>
      <w:r>
        <w:t>In his Jana al</w:t>
      </w:r>
      <w:r w:rsidR="008E1963">
        <w:t>-</w:t>
      </w:r>
      <w:r>
        <w:t>jannatayn fi tamyiz naw’ay al</w:t>
      </w:r>
      <w:r w:rsidR="008E1963">
        <w:t>-</w:t>
      </w:r>
      <w:r>
        <w:t>mathnayayn, 31.</w:t>
      </w:r>
    </w:p>
    <w:p w:rsidR="00D442CD" w:rsidRDefault="00D442CD" w:rsidP="00941CD7">
      <w:pPr>
        <w:pStyle w:val="Heading2Center"/>
      </w:pPr>
      <w:bookmarkStart w:id="383" w:name="_Toc484431807"/>
      <w:r>
        <w:t>339. Ahmad Afandi, known as Munajjim Bashi (d. 1113/1701).</w:t>
      </w:r>
      <w:bookmarkEnd w:id="383"/>
    </w:p>
    <w:p w:rsidR="000D3C43" w:rsidRDefault="00D442CD" w:rsidP="00D442CD">
      <w:pPr>
        <w:pStyle w:val="libNormal"/>
      </w:pPr>
      <w:r>
        <w:t>As mentioned in his biographical account in Tandid al</w:t>
      </w:r>
      <w:r w:rsidR="008E1963">
        <w:t>-</w:t>
      </w:r>
      <w:r>
        <w:t>’uqud al</w:t>
      </w:r>
      <w:r w:rsidR="008E1963">
        <w:t>-</w:t>
      </w:r>
      <w:r>
        <w:t>­saniyyah. An eminent scholar, as mentioned in the above account.</w:t>
      </w:r>
    </w:p>
    <w:p w:rsidR="00D442CD" w:rsidRDefault="00D442CD" w:rsidP="00941CD7">
      <w:pPr>
        <w:pStyle w:val="Heading2Center"/>
      </w:pPr>
      <w:bookmarkStart w:id="384" w:name="_Toc484431808"/>
      <w:r>
        <w:t>340. Kamal al</w:t>
      </w:r>
      <w:r w:rsidR="008E1963">
        <w:t>-</w:t>
      </w:r>
      <w:r>
        <w:t>Din Ibn Hamzah al</w:t>
      </w:r>
      <w:r w:rsidR="008E1963">
        <w:t>-</w:t>
      </w:r>
      <w:r>
        <w:t>Husayni (d. 1120/1708).</w:t>
      </w:r>
      <w:bookmarkEnd w:id="384"/>
    </w:p>
    <w:p w:rsidR="000D3C43" w:rsidRDefault="00D442CD" w:rsidP="00D442CD">
      <w:pPr>
        <w:pStyle w:val="libNormal"/>
      </w:pPr>
      <w:r>
        <w:t>In his al</w:t>
      </w:r>
      <w:r w:rsidR="008E1963">
        <w:t>-</w:t>
      </w:r>
      <w:r>
        <w:t>Bayan wa al</w:t>
      </w:r>
      <w:r w:rsidR="008E1963">
        <w:t>-</w:t>
      </w:r>
      <w:r>
        <w:t>ta’rif, i, 164; ii, 136, from Ahmad, Muslim, ‘Abd ibn Hamid, al</w:t>
      </w:r>
      <w:r w:rsidR="008E1963">
        <w:t>-</w:t>
      </w:r>
      <w:r>
        <w:t>Tabarani and al</w:t>
      </w:r>
      <w:r w:rsidR="008E1963">
        <w:t>-</w:t>
      </w:r>
      <w:r>
        <w:t xml:space="preserve">Hakim. A leading scholar, traditionist and grammarian of his era. </w:t>
      </w:r>
      <w:r w:rsidRPr="007F1F07">
        <w:rPr>
          <w:rStyle w:val="libFootnotenumChar"/>
        </w:rPr>
        <w:t>1</w:t>
      </w:r>
    </w:p>
    <w:p w:rsidR="00D442CD" w:rsidRDefault="00D442CD" w:rsidP="00941CD7">
      <w:pPr>
        <w:pStyle w:val="Heading2Center"/>
      </w:pPr>
      <w:bookmarkStart w:id="385" w:name="_Toc484431809"/>
      <w:r>
        <w:t>341. Muhammad ibn ‘Abd al</w:t>
      </w:r>
      <w:r w:rsidR="008E1963">
        <w:t>-</w:t>
      </w:r>
      <w:r>
        <w:t>Baqi ibn Yusuf al</w:t>
      </w:r>
      <w:r w:rsidR="008E1963">
        <w:t>-</w:t>
      </w:r>
      <w:r>
        <w:t>Azhari al</w:t>
      </w:r>
      <w:r w:rsidR="008E1963">
        <w:t>-</w:t>
      </w:r>
      <w:r>
        <w:t>Zarqani al</w:t>
      </w:r>
      <w:r w:rsidR="008E1963">
        <w:t>-</w:t>
      </w:r>
      <w:r>
        <w:t>Maliki (d. 1122/1710).</w:t>
      </w:r>
      <w:bookmarkEnd w:id="385"/>
    </w:p>
    <w:p w:rsidR="000D3C43" w:rsidRDefault="00D442CD" w:rsidP="00D442CD">
      <w:pPr>
        <w:pStyle w:val="libNormal"/>
      </w:pPr>
      <w:r>
        <w:t>In his Sharh al</w:t>
      </w:r>
      <w:r w:rsidR="008E1963">
        <w:t>-</w:t>
      </w:r>
      <w:r>
        <w:t>Mawahib al</w:t>
      </w:r>
      <w:r w:rsidR="008E1963">
        <w:t>-</w:t>
      </w:r>
      <w:r>
        <w:t xml:space="preserve">laduniyyah, vii, 4 </w:t>
      </w:r>
      <w:r w:rsidR="008E1963">
        <w:t>-</w:t>
      </w:r>
      <w:r>
        <w:t xml:space="preserve"> 8, while expounding the traditions narrated by al</w:t>
      </w:r>
      <w:r w:rsidR="008E1963">
        <w:t>-</w:t>
      </w:r>
      <w:r>
        <w:t>Shihab al</w:t>
      </w:r>
      <w:r w:rsidR="008E1963">
        <w:t>-</w:t>
      </w:r>
      <w:r>
        <w:t>Qastallani in al</w:t>
      </w:r>
      <w:r w:rsidR="008E1963">
        <w:t>-</w:t>
      </w:r>
      <w:r>
        <w:t>Mawahib al</w:t>
      </w:r>
      <w:r w:rsidR="008E1963">
        <w:t>-</w:t>
      </w:r>
      <w:r>
        <w:t>laduniyyah.</w:t>
      </w:r>
    </w:p>
    <w:p w:rsidR="00D442CD" w:rsidRDefault="00D442CD" w:rsidP="00941CD7">
      <w:pPr>
        <w:pStyle w:val="Heading2Center"/>
      </w:pPr>
      <w:bookmarkStart w:id="386" w:name="_Toc484431810"/>
      <w:r>
        <w:t>342. Husam al</w:t>
      </w:r>
      <w:r w:rsidR="008E1963">
        <w:t>-</w:t>
      </w:r>
      <w:r>
        <w:t>Din ibn Muhammad Ba Yazid ibn Badi’ al</w:t>
      </w:r>
      <w:r w:rsidR="008E1963">
        <w:t>-</w:t>
      </w:r>
      <w:r>
        <w:t>Din al</w:t>
      </w:r>
      <w:r w:rsidR="008E1963">
        <w:t>-</w:t>
      </w:r>
      <w:r>
        <w:t>Saharanpuri.</w:t>
      </w:r>
      <w:bookmarkEnd w:id="386"/>
    </w:p>
    <w:p w:rsidR="000D3C43" w:rsidRDefault="00D442CD" w:rsidP="00D442CD">
      <w:pPr>
        <w:pStyle w:val="libNormal"/>
      </w:pPr>
      <w:r>
        <w:t>In Marafid al</w:t>
      </w:r>
      <w:r w:rsidR="008E1963">
        <w:t>-</w:t>
      </w:r>
      <w:r>
        <w:t>rawafid from Muslim, al</w:t>
      </w:r>
      <w:r w:rsidR="008E1963">
        <w:t>-</w:t>
      </w:r>
      <w:r>
        <w:t>Tirmidhi and al</w:t>
      </w:r>
      <w:r w:rsidR="008E1963">
        <w:t>-</w:t>
      </w:r>
      <w:r>
        <w:t>Tabarani.</w:t>
      </w:r>
    </w:p>
    <w:p w:rsidR="00D442CD" w:rsidRDefault="00D442CD" w:rsidP="00941CD7">
      <w:pPr>
        <w:pStyle w:val="Heading2Center"/>
      </w:pPr>
      <w:bookmarkStart w:id="387" w:name="_Toc484431811"/>
      <w:r>
        <w:t>343. Mirza Muhammad ibn Mu’tamad Khan al</w:t>
      </w:r>
      <w:r w:rsidR="008E1963">
        <w:t>-</w:t>
      </w:r>
      <w:r>
        <w:t>Harithi al</w:t>
      </w:r>
      <w:r w:rsidR="008E1963">
        <w:t>-</w:t>
      </w:r>
      <w:r>
        <w:t>Badakhshi.</w:t>
      </w:r>
      <w:bookmarkEnd w:id="387"/>
    </w:p>
    <w:p w:rsidR="000D3C43" w:rsidRDefault="00D442CD" w:rsidP="00D442CD">
      <w:pPr>
        <w:pStyle w:val="libNormal"/>
      </w:pPr>
      <w:r>
        <w:t>In Miftah al</w:t>
      </w:r>
      <w:r w:rsidR="008E1963">
        <w:t>-</w:t>
      </w:r>
      <w:r>
        <w:t>naja fi manaqib Al al</w:t>
      </w:r>
      <w:r w:rsidR="008E1963">
        <w:t>-</w:t>
      </w:r>
      <w:r>
        <w:t>Aba (MS.), from Muslim, al</w:t>
      </w:r>
      <w:r w:rsidR="008E1963">
        <w:t>-</w:t>
      </w:r>
      <w:r>
        <w:t>Tirmidhi, al</w:t>
      </w:r>
      <w:r w:rsidR="008E1963">
        <w:t>-</w:t>
      </w:r>
      <w:r>
        <w:t>Tabarani, al</w:t>
      </w:r>
      <w:r w:rsidR="008E1963">
        <w:t>-</w:t>
      </w:r>
      <w:r>
        <w:t>Hakim, ‘Abd ibn Hamid, Ibn al</w:t>
      </w:r>
      <w:r w:rsidR="008E1963">
        <w:t>-</w:t>
      </w:r>
      <w:r>
        <w:t>Anbari, al</w:t>
      </w:r>
      <w:r w:rsidR="008E1963">
        <w:t>-</w:t>
      </w:r>
      <w:r>
        <w:t>Barudi and al</w:t>
      </w:r>
      <w:r w:rsidR="008E1963">
        <w:t>-</w:t>
      </w:r>
      <w:r>
        <w:t>Hakim al</w:t>
      </w:r>
      <w:r w:rsidR="008E1963">
        <w:t>-</w:t>
      </w:r>
      <w:r>
        <w:t>Tirmidhi. Also in Nazl al</w:t>
      </w:r>
      <w:r w:rsidR="008E1963">
        <w:t>-</w:t>
      </w:r>
      <w:r>
        <w:t>abrar bima sahha min manaqib AhI al</w:t>
      </w:r>
      <w:r w:rsidR="008E1963">
        <w:t>-</w:t>
      </w:r>
      <w:r>
        <w:t>Bayt al</w:t>
      </w:r>
      <w:r w:rsidR="008E1963">
        <w:t>-</w:t>
      </w:r>
      <w:r>
        <w:t>Athar, from Muslim, al</w:t>
      </w:r>
      <w:r w:rsidR="008E1963">
        <w:t>-</w:t>
      </w:r>
      <w:r>
        <w:t>Hakim al</w:t>
      </w:r>
      <w:r w:rsidR="008E1963">
        <w:t>-</w:t>
      </w:r>
      <w:r>
        <w:t>Tirmidhi and al</w:t>
      </w:r>
      <w:r w:rsidR="008E1963">
        <w:t>-</w:t>
      </w:r>
      <w:r>
        <w:t xml:space="preserve">Tabarani. An eminent scholar of his era. </w:t>
      </w:r>
      <w:r w:rsidRPr="007F1F07">
        <w:rPr>
          <w:rStyle w:val="libFootnotenumChar"/>
        </w:rPr>
        <w:t>2</w:t>
      </w:r>
    </w:p>
    <w:p w:rsidR="00D442CD" w:rsidRDefault="00D442CD" w:rsidP="00941CD7">
      <w:pPr>
        <w:pStyle w:val="Heading2Center"/>
      </w:pPr>
      <w:bookmarkStart w:id="388" w:name="_Toc484431812"/>
      <w:r>
        <w:t>344. Radi al</w:t>
      </w:r>
      <w:r w:rsidR="008E1963">
        <w:t>-</w:t>
      </w:r>
      <w:r>
        <w:t>Din ibn Muhammad ibn ‘Ali ibn Haydar al</w:t>
      </w:r>
      <w:r w:rsidR="008E1963">
        <w:t>-</w:t>
      </w:r>
      <w:r>
        <w:t>Husayni al</w:t>
      </w:r>
      <w:r w:rsidR="008E1963">
        <w:t>-</w:t>
      </w:r>
      <w:r>
        <w:t>Shami al</w:t>
      </w:r>
      <w:r w:rsidR="008E1963">
        <w:t>-</w:t>
      </w:r>
      <w:r>
        <w:t>Shafi’i (d. 1142/1729).</w:t>
      </w:r>
      <w:bookmarkEnd w:id="388"/>
    </w:p>
    <w:p w:rsidR="000D3C43" w:rsidRDefault="00D442CD" w:rsidP="00D442CD">
      <w:pPr>
        <w:pStyle w:val="libNormal"/>
      </w:pPr>
      <w:r>
        <w:t>In his Tandid al</w:t>
      </w:r>
      <w:r w:rsidR="008E1963">
        <w:t>-</w:t>
      </w:r>
      <w:r>
        <w:t>’uqud al</w:t>
      </w:r>
      <w:r w:rsidR="008E1963">
        <w:t>-</w:t>
      </w:r>
      <w:r>
        <w:t>saniyyah bi tamhid al</w:t>
      </w:r>
      <w:r w:rsidR="008E1963">
        <w:t>-</w:t>
      </w:r>
      <w:r>
        <w:t>dawlat al</w:t>
      </w:r>
      <w:r w:rsidR="008E1963">
        <w:t>-</w:t>
      </w:r>
      <w:r>
        <w:t>Husayniyyah.</w:t>
      </w:r>
    </w:p>
    <w:p w:rsidR="00D442CD" w:rsidRDefault="00D442CD" w:rsidP="00941CD7">
      <w:pPr>
        <w:pStyle w:val="Heading2Center"/>
      </w:pPr>
      <w:bookmarkStart w:id="389" w:name="_Toc484431813"/>
      <w:r>
        <w:t>345. ‘Abd al</w:t>
      </w:r>
      <w:r w:rsidR="008E1963">
        <w:t>-</w:t>
      </w:r>
      <w:r>
        <w:t>Ghani ibn Isma’il al</w:t>
      </w:r>
      <w:r w:rsidR="008E1963">
        <w:t>-</w:t>
      </w:r>
      <w:r>
        <w:t>Nabulusi al</w:t>
      </w:r>
      <w:r w:rsidR="008E1963">
        <w:t>-</w:t>
      </w:r>
      <w:r>
        <w:t>Hanafi (d. 1143/1730).</w:t>
      </w:r>
      <w:bookmarkEnd w:id="389"/>
    </w:p>
    <w:p w:rsidR="000D3C43" w:rsidRDefault="00D442CD" w:rsidP="00D442CD">
      <w:pPr>
        <w:pStyle w:val="libNormal"/>
      </w:pPr>
      <w:r>
        <w:t>In his Dhakha'ir al</w:t>
      </w:r>
      <w:r w:rsidR="008E1963">
        <w:t>-</w:t>
      </w:r>
      <w:r>
        <w:t>mawarith, i, 215. An eminent scholar of his era.</w:t>
      </w:r>
    </w:p>
    <w:p w:rsidR="00D442CD" w:rsidRDefault="00D442CD" w:rsidP="00941CD7">
      <w:pPr>
        <w:pStyle w:val="Heading2Center"/>
      </w:pPr>
      <w:bookmarkStart w:id="390" w:name="_Toc484431814"/>
      <w:r>
        <w:t>346. Muhammad Sadr al</w:t>
      </w:r>
      <w:r w:rsidR="008E1963">
        <w:t>-</w:t>
      </w:r>
      <w:r>
        <w:t>Alam.</w:t>
      </w:r>
      <w:bookmarkEnd w:id="390"/>
    </w:p>
    <w:p w:rsidR="000D3C43" w:rsidRDefault="00D442CD" w:rsidP="00D442CD">
      <w:pPr>
        <w:pStyle w:val="libNormal"/>
      </w:pPr>
      <w:r>
        <w:t>In his Ma’arif al</w:t>
      </w:r>
      <w:r w:rsidR="008E1963">
        <w:t>-</w:t>
      </w:r>
      <w:r>
        <w:t>’ula fi manaqib al</w:t>
      </w:r>
      <w:r w:rsidR="008E1963">
        <w:t>-</w:t>
      </w:r>
      <w:r>
        <w:t xml:space="preserve">Murtada (MS.). An eminent scholar. </w:t>
      </w:r>
      <w:r w:rsidRPr="007F1F07">
        <w:rPr>
          <w:rStyle w:val="libFootnotenumChar"/>
        </w:rPr>
        <w:t>3</w:t>
      </w:r>
    </w:p>
    <w:p w:rsidR="00D442CD" w:rsidRDefault="00D442CD" w:rsidP="00941CD7">
      <w:pPr>
        <w:pStyle w:val="Heading2Center"/>
      </w:pPr>
      <w:bookmarkStart w:id="391" w:name="_Toc484431815"/>
      <w:r>
        <w:lastRenderedPageBreak/>
        <w:t>347. Ibrahim al</w:t>
      </w:r>
      <w:r w:rsidR="008E1963">
        <w:t>-</w:t>
      </w:r>
      <w:r>
        <w:t>Shabrawi Shaykh al</w:t>
      </w:r>
      <w:r w:rsidR="008E1963">
        <w:t>-</w:t>
      </w:r>
      <w:r>
        <w:t>Azhar (d. 1162/1749).</w:t>
      </w:r>
      <w:bookmarkEnd w:id="391"/>
    </w:p>
    <w:p w:rsidR="000D3C43" w:rsidRDefault="00D442CD" w:rsidP="00D442CD">
      <w:pPr>
        <w:pStyle w:val="libNormal"/>
      </w:pPr>
      <w:r>
        <w:t>In his al</w:t>
      </w:r>
      <w:r w:rsidR="008E1963">
        <w:t>-</w:t>
      </w:r>
      <w:r>
        <w:t>Ithaf bi hubb al</w:t>
      </w:r>
      <w:r w:rsidR="008E1963">
        <w:t>-</w:t>
      </w:r>
      <w:r>
        <w:t>ishraf, 6, from Muslim and al</w:t>
      </w:r>
      <w:r w:rsidR="008E1963">
        <w:t>-</w:t>
      </w:r>
      <w:r>
        <w:t>Tirmidhi.</w:t>
      </w:r>
    </w:p>
    <w:p w:rsidR="00D442CD" w:rsidRDefault="00D442CD" w:rsidP="00941CD7">
      <w:pPr>
        <w:pStyle w:val="Heading2Center"/>
      </w:pPr>
      <w:bookmarkStart w:id="392" w:name="_Toc484431816"/>
      <w:r>
        <w:t>348. Shah Wali Allah ibn ‘Abd al</w:t>
      </w:r>
      <w:r w:rsidR="008E1963">
        <w:t>-</w:t>
      </w:r>
      <w:r>
        <w:t>Rahim al</w:t>
      </w:r>
      <w:r w:rsidR="008E1963">
        <w:t>-</w:t>
      </w:r>
      <w:r>
        <w:t>Dehlawi (d. 1176/1762).</w:t>
      </w:r>
      <w:bookmarkEnd w:id="392"/>
    </w:p>
    <w:p w:rsidR="000D3C43" w:rsidRDefault="00D442CD" w:rsidP="00D442CD">
      <w:pPr>
        <w:pStyle w:val="libNormal"/>
      </w:pPr>
      <w:r>
        <w:t>In his Izalat al</w:t>
      </w:r>
      <w:r w:rsidR="008E1963">
        <w:t>-</w:t>
      </w:r>
      <w:r>
        <w:t>khafa' ‘an sirat al</w:t>
      </w:r>
      <w:r w:rsidR="008E1963">
        <w:t>-</w:t>
      </w:r>
      <w:r>
        <w:t>Khulafa', from Muslim, al</w:t>
      </w:r>
      <w:r w:rsidR="008E1963">
        <w:t>-</w:t>
      </w:r>
      <w:r>
        <w:t>Hakim and Abu ‘Amr and in Qurrat al</w:t>
      </w:r>
      <w:r w:rsidR="008E1963">
        <w:t>-</w:t>
      </w:r>
      <w:r>
        <w:t>Aynayn, 119, 168, from Muslim and al</w:t>
      </w:r>
      <w:r w:rsidR="008E1963">
        <w:t>-</w:t>
      </w:r>
      <w:r>
        <w:t>Tirmidhi. An eminent scholar.</w:t>
      </w:r>
    </w:p>
    <w:p w:rsidR="00D442CD" w:rsidRDefault="00D442CD" w:rsidP="00941CD7">
      <w:pPr>
        <w:pStyle w:val="Heading2Center"/>
      </w:pPr>
      <w:bookmarkStart w:id="393" w:name="_Toc484431817"/>
      <w:r>
        <w:t>349. Muhammad Mu’in ibn Muhammad Amin al</w:t>
      </w:r>
      <w:r w:rsidR="008E1963">
        <w:t>-</w:t>
      </w:r>
      <w:r>
        <w:t>Sindi.</w:t>
      </w:r>
      <w:bookmarkEnd w:id="393"/>
    </w:p>
    <w:p w:rsidR="000D3C43" w:rsidRDefault="00D442CD" w:rsidP="00D442CD">
      <w:pPr>
        <w:pStyle w:val="libNormal"/>
      </w:pPr>
      <w:r>
        <w:t>In his Dirasat al</w:t>
      </w:r>
      <w:r w:rsidR="008E1963">
        <w:t>-</w:t>
      </w:r>
      <w:r>
        <w:t>labib fi al</w:t>
      </w:r>
      <w:r w:rsidR="008E1963">
        <w:t>-</w:t>
      </w:r>
      <w:r>
        <w:t>uswat al</w:t>
      </w:r>
      <w:r w:rsidR="008E1963">
        <w:t>-</w:t>
      </w:r>
      <w:r>
        <w:t>hasanah bi al</w:t>
      </w:r>
      <w:r w:rsidR="008E1963">
        <w:t>-</w:t>
      </w:r>
      <w:r>
        <w:t xml:space="preserve">habib. An eminent scholar of hadith, kalam and Arabic literature. </w:t>
      </w:r>
      <w:r w:rsidRPr="007F1F07">
        <w:rPr>
          <w:rStyle w:val="libFootnotenumChar"/>
        </w:rPr>
        <w:t>4</w:t>
      </w:r>
    </w:p>
    <w:p w:rsidR="00D442CD" w:rsidRDefault="00D442CD" w:rsidP="00941CD7">
      <w:pPr>
        <w:pStyle w:val="Heading2Center"/>
      </w:pPr>
      <w:bookmarkStart w:id="394" w:name="_Toc484431818"/>
      <w:r>
        <w:t>350. Muhammad ibn Isma’il al</w:t>
      </w:r>
      <w:r w:rsidR="008E1963">
        <w:t>-</w:t>
      </w:r>
      <w:r>
        <w:t>Amir al</w:t>
      </w:r>
      <w:r w:rsidR="008E1963">
        <w:t>-</w:t>
      </w:r>
      <w:r>
        <w:t>Yamani al</w:t>
      </w:r>
      <w:r w:rsidR="008E1963">
        <w:t>-</w:t>
      </w:r>
      <w:r>
        <w:t>San’ani (d.1182/1768).</w:t>
      </w:r>
      <w:bookmarkEnd w:id="394"/>
    </w:p>
    <w:p w:rsidR="000D3C43" w:rsidRDefault="00D442CD" w:rsidP="00D442CD">
      <w:pPr>
        <w:pStyle w:val="libNormal"/>
      </w:pPr>
      <w:r>
        <w:t>In his al</w:t>
      </w:r>
      <w:r w:rsidR="008E1963">
        <w:t>-</w:t>
      </w:r>
      <w:r>
        <w:t>Rawdat al</w:t>
      </w:r>
      <w:r w:rsidR="008E1963">
        <w:t>-</w:t>
      </w:r>
      <w:r>
        <w:t>nadiyyah fi sharh al</w:t>
      </w:r>
      <w:r w:rsidR="008E1963">
        <w:t>-</w:t>
      </w:r>
      <w:r>
        <w:t>Tuhfat al</w:t>
      </w:r>
      <w:r w:rsidR="008E1963">
        <w:t>-</w:t>
      </w:r>
      <w:r>
        <w:t>Alawiyyah, through several chains and from several sources.</w:t>
      </w:r>
    </w:p>
    <w:p w:rsidR="00D442CD" w:rsidRDefault="00D442CD" w:rsidP="00941CD7">
      <w:pPr>
        <w:pStyle w:val="Heading2Center"/>
      </w:pPr>
      <w:bookmarkStart w:id="395" w:name="_Toc484431819"/>
      <w:r>
        <w:t>351. Muhammad ibn ‘Ali al</w:t>
      </w:r>
      <w:r w:rsidR="008E1963">
        <w:t>-</w:t>
      </w:r>
      <w:r>
        <w:t>Saban.</w:t>
      </w:r>
      <w:bookmarkEnd w:id="395"/>
    </w:p>
    <w:p w:rsidR="000D3C43" w:rsidRDefault="00D442CD" w:rsidP="00D442CD">
      <w:pPr>
        <w:pStyle w:val="libNormal"/>
      </w:pPr>
      <w:r>
        <w:t>In Is’af al</w:t>
      </w:r>
      <w:r w:rsidR="008E1963">
        <w:t>-</w:t>
      </w:r>
      <w:r>
        <w:t>raghibin, 110</w:t>
      </w:r>
      <w:r w:rsidR="008E1963">
        <w:t>-</w:t>
      </w:r>
      <w:r>
        <w:t>111, from Muslim, Ahmad and al</w:t>
      </w:r>
      <w:r w:rsidR="008E1963">
        <w:t>-</w:t>
      </w:r>
      <w:r>
        <w:t>Nasa'i, from Zayd ibn Arqam.</w:t>
      </w:r>
    </w:p>
    <w:p w:rsidR="00D442CD" w:rsidRDefault="00D442CD" w:rsidP="00941CD7">
      <w:pPr>
        <w:pStyle w:val="Heading2Center"/>
      </w:pPr>
      <w:bookmarkStart w:id="396" w:name="_Toc484431820"/>
      <w:r>
        <w:t>352. Abu al</w:t>
      </w:r>
      <w:r w:rsidR="008E1963">
        <w:t>-</w:t>
      </w:r>
      <w:r>
        <w:t>Fayd Muhibb al</w:t>
      </w:r>
      <w:r w:rsidR="008E1963">
        <w:t>-</w:t>
      </w:r>
      <w:r>
        <w:t>Din Muhammad Murtada al</w:t>
      </w:r>
      <w:r w:rsidR="008E1963">
        <w:t>-</w:t>
      </w:r>
      <w:r>
        <w:t>Wasiti al</w:t>
      </w:r>
      <w:r w:rsidR="008E1963">
        <w:t>-</w:t>
      </w:r>
      <w:r>
        <w:t>Zubaydi al</w:t>
      </w:r>
      <w:r w:rsidR="008E1963">
        <w:t>-</w:t>
      </w:r>
      <w:r>
        <w:t>Hanafi al</w:t>
      </w:r>
      <w:r w:rsidR="008E1963">
        <w:t>-</w:t>
      </w:r>
      <w:r>
        <w:t>Bilgirami.</w:t>
      </w:r>
      <w:bookmarkEnd w:id="396"/>
    </w:p>
    <w:p w:rsidR="000D3C43" w:rsidRDefault="00D442CD" w:rsidP="00D442CD">
      <w:pPr>
        <w:pStyle w:val="libNormal"/>
      </w:pPr>
      <w:r>
        <w:t>In his Taj al</w:t>
      </w:r>
      <w:r w:rsidR="008E1963">
        <w:t>-</w:t>
      </w:r>
      <w:r>
        <w:t>Arus min jawahir al</w:t>
      </w:r>
      <w:r w:rsidR="008E1963">
        <w:t>-</w:t>
      </w:r>
      <w:r>
        <w:t xml:space="preserve">qamus, vii, 345 under thaql. A leading philologist and a legist and traditionist. </w:t>
      </w:r>
      <w:r w:rsidRPr="007F1F07">
        <w:rPr>
          <w:rStyle w:val="libFootnotenumChar"/>
        </w:rPr>
        <w:t>5</w:t>
      </w:r>
    </w:p>
    <w:p w:rsidR="00D442CD" w:rsidRDefault="00D442CD" w:rsidP="00941CD7">
      <w:pPr>
        <w:pStyle w:val="Heading2Center"/>
      </w:pPr>
      <w:bookmarkStart w:id="397" w:name="_Toc484431821"/>
      <w:r>
        <w:t>353. Ahmad ibn ‘Abd al</w:t>
      </w:r>
      <w:r w:rsidR="008E1963">
        <w:t>-</w:t>
      </w:r>
      <w:r>
        <w:t>Qadir ibn Bakr al</w:t>
      </w:r>
      <w:r w:rsidR="008E1963">
        <w:t>-</w:t>
      </w:r>
      <w:r>
        <w:t>’Ujayli al</w:t>
      </w:r>
      <w:r w:rsidR="008E1963">
        <w:t>-</w:t>
      </w:r>
      <w:r>
        <w:t>Shafi’i (d.1182/1768).</w:t>
      </w:r>
      <w:bookmarkEnd w:id="397"/>
    </w:p>
    <w:p w:rsidR="000D3C43" w:rsidRDefault="00D442CD" w:rsidP="00D442CD">
      <w:pPr>
        <w:pStyle w:val="libNormal"/>
      </w:pPr>
      <w:r>
        <w:t>In his Dhakhirat al</w:t>
      </w:r>
      <w:r w:rsidR="008E1963">
        <w:t>-</w:t>
      </w:r>
      <w:r>
        <w:t>ma’al fi sharh ‘iqd jawahir al</w:t>
      </w:r>
      <w:r w:rsidR="008E1963">
        <w:t>-</w:t>
      </w:r>
      <w:r>
        <w:t xml:space="preserve">li'al fi manaqib al­Al (MS.). An eminent scholar. </w:t>
      </w:r>
      <w:r w:rsidRPr="007F1F07">
        <w:rPr>
          <w:rStyle w:val="libFootnotenumChar"/>
        </w:rPr>
        <w:t>6</w:t>
      </w:r>
    </w:p>
    <w:p w:rsidR="00C074C2" w:rsidRDefault="00C074C2" w:rsidP="00C074C2">
      <w:pPr>
        <w:pStyle w:val="Heading2Center"/>
      </w:pPr>
      <w:bookmarkStart w:id="398" w:name="_Toc484431822"/>
      <w:r>
        <w:t>Notes</w:t>
      </w:r>
      <w:bookmarkEnd w:id="398"/>
    </w:p>
    <w:p w:rsidR="00D442CD" w:rsidRDefault="00D442CD" w:rsidP="00C074C2">
      <w:pPr>
        <w:pStyle w:val="libFootnote"/>
      </w:pPr>
      <w:r>
        <w:t>1. Al</w:t>
      </w:r>
      <w:r w:rsidR="008E1963">
        <w:t>-</w:t>
      </w:r>
      <w:r>
        <w:t>Muradi, Silk al</w:t>
      </w:r>
      <w:r w:rsidR="008E1963">
        <w:t>-</w:t>
      </w:r>
      <w:r>
        <w:t>durar, i, 22.</w:t>
      </w:r>
    </w:p>
    <w:p w:rsidR="00D442CD" w:rsidRDefault="00D442CD" w:rsidP="00C074C2">
      <w:pPr>
        <w:pStyle w:val="libFootnote"/>
      </w:pPr>
      <w:r>
        <w:t>2. Nuzhat al</w:t>
      </w:r>
      <w:r w:rsidR="008E1963">
        <w:t>-</w:t>
      </w:r>
      <w:r>
        <w:t>khawatir, vi, 259.</w:t>
      </w:r>
    </w:p>
    <w:p w:rsidR="00D442CD" w:rsidRDefault="00D442CD" w:rsidP="00C074C2">
      <w:pPr>
        <w:pStyle w:val="libFootnote"/>
      </w:pPr>
      <w:r>
        <w:t>3. Ibid, vi, 113.</w:t>
      </w:r>
    </w:p>
    <w:p w:rsidR="00D442CD" w:rsidRDefault="00D442CD" w:rsidP="00C074C2">
      <w:pPr>
        <w:pStyle w:val="libFootnote"/>
      </w:pPr>
      <w:r>
        <w:t>4. Ibid., vi, 351</w:t>
      </w:r>
      <w:r w:rsidR="008E1963">
        <w:t>-</w:t>
      </w:r>
      <w:r>
        <w:t>355.</w:t>
      </w:r>
    </w:p>
    <w:p w:rsidR="00D442CD" w:rsidRDefault="00D442CD" w:rsidP="00C074C2">
      <w:pPr>
        <w:pStyle w:val="libFootnote"/>
      </w:pPr>
      <w:r>
        <w:t>5. Al</w:t>
      </w:r>
      <w:r w:rsidR="008E1963">
        <w:t>-</w:t>
      </w:r>
      <w:r>
        <w:t>Qannawji, Abjad al</w:t>
      </w:r>
      <w:r w:rsidR="008E1963">
        <w:t>-</w:t>
      </w:r>
      <w:r>
        <w:t>ulum.</w:t>
      </w:r>
    </w:p>
    <w:p w:rsidR="00D442CD" w:rsidRDefault="00D442CD" w:rsidP="00C074C2">
      <w:pPr>
        <w:pStyle w:val="libFootnote"/>
      </w:pPr>
      <w:r>
        <w:t>6. Idem., al</w:t>
      </w:r>
      <w:r w:rsidR="008E1963">
        <w:t>-</w:t>
      </w:r>
      <w:r>
        <w:t>Taj al</w:t>
      </w:r>
      <w:r w:rsidR="008E1963">
        <w:t>-</w:t>
      </w:r>
      <w:r>
        <w:t>­mukallal, 509.</w:t>
      </w:r>
    </w:p>
    <w:p w:rsidR="00D442CD" w:rsidRDefault="00D442CD" w:rsidP="000D3C43">
      <w:pPr>
        <w:pStyle w:val="libNormal"/>
      </w:pPr>
      <w:r>
        <w:br w:type="page"/>
      </w:r>
    </w:p>
    <w:p w:rsidR="00C074C2" w:rsidRDefault="00C074C2" w:rsidP="000D3C43">
      <w:pPr>
        <w:pStyle w:val="Heading1Center"/>
      </w:pPr>
      <w:bookmarkStart w:id="399" w:name="_Toc484431823"/>
      <w:r>
        <w:lastRenderedPageBreak/>
        <w:t>Narrators of Hadith al</w:t>
      </w:r>
      <w:r w:rsidR="008E1963">
        <w:t>-</w:t>
      </w:r>
      <w:r>
        <w:t>Thaqalayn of Thirteenth</w:t>
      </w:r>
      <w:r w:rsidR="008E1963">
        <w:t>-</w:t>
      </w:r>
      <w:r>
        <w:t xml:space="preserve"> Nineteenth Century</w:t>
      </w:r>
      <w:bookmarkEnd w:id="399"/>
    </w:p>
    <w:p w:rsidR="00C074C2" w:rsidRDefault="00C074C2" w:rsidP="00941CD7">
      <w:pPr>
        <w:pStyle w:val="Heading2Center"/>
      </w:pPr>
      <w:bookmarkStart w:id="400" w:name="_Toc484431824"/>
      <w:r>
        <w:t>354. Mir Ghani al</w:t>
      </w:r>
      <w:r w:rsidR="008E1963">
        <w:t>-</w:t>
      </w:r>
      <w:r>
        <w:t>Husayni (d. 1207/1792).</w:t>
      </w:r>
      <w:bookmarkEnd w:id="400"/>
    </w:p>
    <w:p w:rsidR="000D3C43" w:rsidRDefault="00C074C2" w:rsidP="00C074C2">
      <w:pPr>
        <w:pStyle w:val="libNormal"/>
      </w:pPr>
      <w:r>
        <w:t>In his Durrat al</w:t>
      </w:r>
      <w:r w:rsidR="008E1963">
        <w:t>-</w:t>
      </w:r>
      <w:r>
        <w:t>yatimah fi ba’d fada'il al</w:t>
      </w:r>
      <w:r w:rsidR="008E1963">
        <w:t>-</w:t>
      </w:r>
      <w:r>
        <w:t>Sayyidat al</w:t>
      </w:r>
      <w:r w:rsidR="008E1963">
        <w:t>-</w:t>
      </w:r>
      <w:r>
        <w:t>Azimah (MS. 3671 in al</w:t>
      </w:r>
      <w:r w:rsidR="008E1963">
        <w:t>-</w:t>
      </w:r>
      <w:r>
        <w:t>Maktabat al</w:t>
      </w:r>
      <w:r w:rsidR="008E1963">
        <w:t>-</w:t>
      </w:r>
      <w:r>
        <w:t>Zahiriyyah, F. 71</w:t>
      </w:r>
      <w:r w:rsidR="008E1963">
        <w:t>-</w:t>
      </w:r>
      <w:r>
        <w:t>77). An eminent scholar of his days.</w:t>
      </w:r>
    </w:p>
    <w:p w:rsidR="00C074C2" w:rsidRDefault="00C074C2" w:rsidP="00941CD7">
      <w:pPr>
        <w:pStyle w:val="Heading2Center"/>
      </w:pPr>
      <w:bookmarkStart w:id="401" w:name="_Toc484431825"/>
      <w:r>
        <w:t>355. Muhammad Mubin ibn Muhibb Allah al</w:t>
      </w:r>
      <w:r w:rsidR="008E1963">
        <w:t>-</w:t>
      </w:r>
      <w:r>
        <w:t>Lakhnowi (d. 1220/1805).</w:t>
      </w:r>
      <w:bookmarkEnd w:id="401"/>
    </w:p>
    <w:p w:rsidR="000D3C43" w:rsidRDefault="00C074C2" w:rsidP="00C074C2">
      <w:pPr>
        <w:pStyle w:val="libNormal"/>
      </w:pPr>
      <w:r>
        <w:t>In his Wasilat al</w:t>
      </w:r>
      <w:r w:rsidR="008E1963">
        <w:t>-</w:t>
      </w:r>
      <w:r>
        <w:t>najat fi manaqib al</w:t>
      </w:r>
      <w:r w:rsidR="008E1963">
        <w:t>-</w:t>
      </w:r>
      <w:r>
        <w:t>sadat, from Muslim, al</w:t>
      </w:r>
      <w:r w:rsidR="008E1963">
        <w:t>-</w:t>
      </w:r>
      <w:r>
        <w:t>Tirmidhi and al</w:t>
      </w:r>
      <w:r w:rsidR="008E1963">
        <w:t>-</w:t>
      </w:r>
      <w:r>
        <w:t xml:space="preserve">Hakim. </w:t>
      </w:r>
      <w:r w:rsidRPr="007F1F07">
        <w:rPr>
          <w:rStyle w:val="libFootnotenumChar"/>
        </w:rPr>
        <w:t>1</w:t>
      </w:r>
    </w:p>
    <w:p w:rsidR="00C074C2" w:rsidRDefault="00C074C2" w:rsidP="00941CD7">
      <w:pPr>
        <w:pStyle w:val="Heading2Center"/>
      </w:pPr>
      <w:bookmarkStart w:id="402" w:name="_Toc484431826"/>
      <w:r>
        <w:t>356. Muhammad Ikram al</w:t>
      </w:r>
      <w:r w:rsidR="008E1963">
        <w:t>-</w:t>
      </w:r>
      <w:r>
        <w:t>Din ibn Muhammad Nizam al</w:t>
      </w:r>
      <w:r w:rsidR="008E1963">
        <w:t>-</w:t>
      </w:r>
      <w:r>
        <w:t>Din al</w:t>
      </w:r>
      <w:r w:rsidR="008E1963">
        <w:t>-</w:t>
      </w:r>
      <w:r>
        <w:t>­Dehlawi.</w:t>
      </w:r>
      <w:bookmarkEnd w:id="402"/>
    </w:p>
    <w:p w:rsidR="000D3C43" w:rsidRDefault="00C074C2" w:rsidP="00C074C2">
      <w:pPr>
        <w:pStyle w:val="libNormal"/>
      </w:pPr>
      <w:r>
        <w:t>In his Sa’adat al</w:t>
      </w:r>
      <w:r w:rsidR="008E1963">
        <w:t>-</w:t>
      </w:r>
      <w:r>
        <w:t>Kawnayn fi bayan fada'il al</w:t>
      </w:r>
      <w:r w:rsidR="008E1963">
        <w:t>-</w:t>
      </w:r>
      <w:r>
        <w:t>Hasanayn, from al</w:t>
      </w:r>
      <w:r w:rsidR="008E1963">
        <w:t>-</w:t>
      </w:r>
      <w:r>
        <w:t>­Mashariq, al</w:t>
      </w:r>
      <w:r w:rsidR="008E1963">
        <w:t>-</w:t>
      </w:r>
      <w:r>
        <w:t xml:space="preserve">Masabih and other works. An eminent scholar. </w:t>
      </w:r>
      <w:r w:rsidRPr="007F1F07">
        <w:rPr>
          <w:rStyle w:val="libFootnotenumChar"/>
        </w:rPr>
        <w:t>2</w:t>
      </w:r>
    </w:p>
    <w:p w:rsidR="00C074C2" w:rsidRDefault="00C074C2" w:rsidP="00941CD7">
      <w:pPr>
        <w:pStyle w:val="Heading2Center"/>
      </w:pPr>
      <w:bookmarkStart w:id="403" w:name="_Toc484431827"/>
      <w:r>
        <w:t>357. Rashid al</w:t>
      </w:r>
      <w:r w:rsidR="008E1963">
        <w:t>-</w:t>
      </w:r>
      <w:r>
        <w:t>Din Khan al</w:t>
      </w:r>
      <w:r w:rsidR="008E1963">
        <w:t>-</w:t>
      </w:r>
      <w:r>
        <w:t>Dehlawi (d. 1243/1827).</w:t>
      </w:r>
      <w:bookmarkEnd w:id="403"/>
    </w:p>
    <w:p w:rsidR="000D3C43" w:rsidRDefault="00C074C2" w:rsidP="00C074C2">
      <w:pPr>
        <w:pStyle w:val="libNormal"/>
      </w:pPr>
      <w:r>
        <w:t>In his al</w:t>
      </w:r>
      <w:r w:rsidR="008E1963">
        <w:t>-</w:t>
      </w:r>
      <w:r>
        <w:t>Haqq al</w:t>
      </w:r>
      <w:r w:rsidR="008E1963">
        <w:t>-</w:t>
      </w:r>
      <w:r>
        <w:t>mubin fi fada'il Ahl Bayt Sayyid al</w:t>
      </w:r>
      <w:r w:rsidR="008E1963">
        <w:t>-</w:t>
      </w:r>
      <w:r>
        <w:t>Mursalin from al</w:t>
      </w:r>
      <w:r w:rsidR="008E1963">
        <w:t>-</w:t>
      </w:r>
      <w:r>
        <w:t>­Sawa’iq, al</w:t>
      </w:r>
      <w:r w:rsidR="008E1963">
        <w:t>-</w:t>
      </w:r>
      <w:r>
        <w:t>Shifa', Qurrat al</w:t>
      </w:r>
      <w:r w:rsidR="008E1963">
        <w:t>-</w:t>
      </w:r>
      <w:r>
        <w:t>Aynayn, NazI al</w:t>
      </w:r>
      <w:r w:rsidR="008E1963">
        <w:t>-</w:t>
      </w:r>
      <w:r>
        <w:t>abrar and Sharh al</w:t>
      </w:r>
      <w:r w:rsidR="008E1963">
        <w:t>-</w:t>
      </w:r>
      <w:r>
        <w:t>­Maqasid, and from Ahmad, Ibn Jarir, and al</w:t>
      </w:r>
      <w:r w:rsidR="008E1963">
        <w:t>-</w:t>
      </w:r>
      <w:r>
        <w:t xml:space="preserve">Hakim. </w:t>
      </w:r>
      <w:r w:rsidRPr="007F1F07">
        <w:rPr>
          <w:rStyle w:val="libFootnotenumChar"/>
        </w:rPr>
        <w:t>3</w:t>
      </w:r>
    </w:p>
    <w:p w:rsidR="00C074C2" w:rsidRDefault="00C074C2" w:rsidP="00941CD7">
      <w:pPr>
        <w:pStyle w:val="Heading2Center"/>
      </w:pPr>
      <w:bookmarkStart w:id="404" w:name="_Toc484431828"/>
      <w:r>
        <w:t>358. Mirza Hasan ‘Ali Muhaddith al</w:t>
      </w:r>
      <w:r w:rsidR="008E1963">
        <w:t>-</w:t>
      </w:r>
      <w:r>
        <w:t>Lakhnowi (d. 1255/1839).</w:t>
      </w:r>
      <w:bookmarkEnd w:id="404"/>
    </w:p>
    <w:p w:rsidR="000D3C43" w:rsidRDefault="00C074C2" w:rsidP="00C074C2">
      <w:pPr>
        <w:pStyle w:val="libNormal"/>
      </w:pPr>
      <w:r>
        <w:t>In his Tafrih al</w:t>
      </w:r>
      <w:r w:rsidR="008E1963">
        <w:t>-</w:t>
      </w:r>
      <w:r>
        <w:t>ahbab fi manaqib al</w:t>
      </w:r>
      <w:r w:rsidR="008E1963">
        <w:t>-</w:t>
      </w:r>
      <w:r>
        <w:t>Al wa al</w:t>
      </w:r>
      <w:r w:rsidR="008E1963">
        <w:t>-</w:t>
      </w:r>
      <w:r>
        <w:t>Ashab from Muslim and al</w:t>
      </w:r>
      <w:r w:rsidR="008E1963">
        <w:t>-</w:t>
      </w:r>
      <w:r>
        <w:t xml:space="preserve">Tirmidhi. An eminent scholar. </w:t>
      </w:r>
      <w:r w:rsidRPr="007F1F07">
        <w:rPr>
          <w:rStyle w:val="libFootnotenumChar"/>
        </w:rPr>
        <w:t>4</w:t>
      </w:r>
    </w:p>
    <w:p w:rsidR="00C074C2" w:rsidRDefault="00C074C2" w:rsidP="00941CD7">
      <w:pPr>
        <w:pStyle w:val="Heading2Center"/>
      </w:pPr>
      <w:bookmarkStart w:id="405" w:name="_Toc484431829"/>
      <w:r>
        <w:t>359. ‘Abd al</w:t>
      </w:r>
      <w:r w:rsidR="008E1963">
        <w:t>-</w:t>
      </w:r>
      <w:r>
        <w:t>Rahim ibn ‘Abd al</w:t>
      </w:r>
      <w:r w:rsidR="008E1963">
        <w:t>-</w:t>
      </w:r>
      <w:r>
        <w:t>Karim al</w:t>
      </w:r>
      <w:r w:rsidR="008E1963">
        <w:t>-</w:t>
      </w:r>
      <w:r>
        <w:t>Safipuri (d. 1267/1850).</w:t>
      </w:r>
      <w:bookmarkEnd w:id="405"/>
    </w:p>
    <w:p w:rsidR="000D3C43" w:rsidRDefault="00C074C2" w:rsidP="00C074C2">
      <w:pPr>
        <w:pStyle w:val="libNormal"/>
      </w:pPr>
      <w:r>
        <w:t>In his Muntaha al</w:t>
      </w:r>
      <w:r w:rsidR="008E1963">
        <w:t>-</w:t>
      </w:r>
      <w:r>
        <w:t xml:space="preserve">arab, i, 143, under thaql. An eminent philologist and grammarian. </w:t>
      </w:r>
      <w:r w:rsidRPr="007F1F07">
        <w:rPr>
          <w:rStyle w:val="libFootnotenumChar"/>
        </w:rPr>
        <w:t>5</w:t>
      </w:r>
    </w:p>
    <w:p w:rsidR="00C074C2" w:rsidRDefault="00C074C2" w:rsidP="00941CD7">
      <w:pPr>
        <w:pStyle w:val="Heading2Center"/>
      </w:pPr>
      <w:bookmarkStart w:id="406" w:name="_Toc484431830"/>
      <w:r>
        <w:t>360. Wali Allah ibn Habib Allah al</w:t>
      </w:r>
      <w:r w:rsidR="008E1963">
        <w:t>-</w:t>
      </w:r>
      <w:r>
        <w:t>Lakhnowi (d. 1270/1853).</w:t>
      </w:r>
      <w:bookmarkEnd w:id="406"/>
    </w:p>
    <w:p w:rsidR="000D3C43" w:rsidRDefault="00C074C2" w:rsidP="00C074C2">
      <w:pPr>
        <w:pStyle w:val="libNormal"/>
      </w:pPr>
      <w:r>
        <w:t>In his Mir'at al</w:t>
      </w:r>
      <w:r w:rsidR="008E1963">
        <w:t>-</w:t>
      </w:r>
      <w:r>
        <w:t xml:space="preserve">mu'minin (MS.). An eminent scholar. </w:t>
      </w:r>
      <w:r w:rsidRPr="007F1F07">
        <w:rPr>
          <w:rStyle w:val="libFootnotenumChar"/>
        </w:rPr>
        <w:t>6</w:t>
      </w:r>
    </w:p>
    <w:p w:rsidR="00C074C2" w:rsidRDefault="00C074C2" w:rsidP="00941CD7">
      <w:pPr>
        <w:pStyle w:val="Heading2Center"/>
      </w:pPr>
      <w:bookmarkStart w:id="407" w:name="_Toc484431831"/>
      <w:r>
        <w:t>361. ‘Ashiq ‘Ali Khan al</w:t>
      </w:r>
      <w:r w:rsidR="008E1963">
        <w:t>-</w:t>
      </w:r>
      <w:r>
        <w:t>Lakhnowi.</w:t>
      </w:r>
      <w:bookmarkEnd w:id="407"/>
    </w:p>
    <w:p w:rsidR="000D3C43" w:rsidRDefault="00C074C2" w:rsidP="00C074C2">
      <w:pPr>
        <w:pStyle w:val="libNormal"/>
      </w:pPr>
      <w:r>
        <w:t>In his Dhakhirat al</w:t>
      </w:r>
      <w:r w:rsidR="008E1963">
        <w:t>-</w:t>
      </w:r>
      <w:r>
        <w:t>’uqba fi dhikr fada'il A'immat al</w:t>
      </w:r>
      <w:r w:rsidR="008E1963">
        <w:t>-</w:t>
      </w:r>
      <w:r>
        <w:t>Huda.</w:t>
      </w:r>
    </w:p>
    <w:p w:rsidR="00C074C2" w:rsidRDefault="00C074C2" w:rsidP="00941CD7">
      <w:pPr>
        <w:pStyle w:val="Heading2Center"/>
      </w:pPr>
      <w:bookmarkStart w:id="408" w:name="_Toc484431832"/>
      <w:r>
        <w:t>362. Al</w:t>
      </w:r>
      <w:r w:rsidR="008E1963">
        <w:t>-</w:t>
      </w:r>
      <w:r>
        <w:t>Shaykh Hasan al</w:t>
      </w:r>
      <w:r w:rsidR="008E1963">
        <w:t>-</w:t>
      </w:r>
      <w:r>
        <w:t>Adawi al</w:t>
      </w:r>
      <w:r w:rsidR="008E1963">
        <w:t>-</w:t>
      </w:r>
      <w:r>
        <w:t>Hamzawi.</w:t>
      </w:r>
      <w:bookmarkEnd w:id="408"/>
    </w:p>
    <w:p w:rsidR="000D3C43" w:rsidRDefault="00C074C2" w:rsidP="00C074C2">
      <w:pPr>
        <w:pStyle w:val="libNormal"/>
      </w:pPr>
      <w:r>
        <w:t>In his Mashariq al</w:t>
      </w:r>
      <w:r w:rsidR="008E1963">
        <w:t>-</w:t>
      </w:r>
      <w:r>
        <w:t>anwar fi fawz ahl al</w:t>
      </w:r>
      <w:r w:rsidR="008E1963">
        <w:t>-</w:t>
      </w:r>
      <w:r>
        <w:t>i’tibar, 86, from Ibn Hajar, Ahmad, al</w:t>
      </w:r>
      <w:r w:rsidR="008E1963">
        <w:t>-</w:t>
      </w:r>
      <w:r>
        <w:t>Suyuti, Muslim and al</w:t>
      </w:r>
      <w:r w:rsidR="008E1963">
        <w:t>-</w:t>
      </w:r>
      <w:r>
        <w:t>Nasa'i.</w:t>
      </w:r>
    </w:p>
    <w:p w:rsidR="00C074C2" w:rsidRDefault="00C074C2" w:rsidP="00941CD7">
      <w:pPr>
        <w:pStyle w:val="Heading2Center"/>
      </w:pPr>
      <w:bookmarkStart w:id="409" w:name="_Toc484431833"/>
      <w:r>
        <w:t>363. Sulayman ibn Ibrahim, known as Khwajah Kalan al</w:t>
      </w:r>
      <w:r w:rsidR="008E1963">
        <w:t>-</w:t>
      </w:r>
      <w:r>
        <w:t>Husayni al</w:t>
      </w:r>
      <w:r w:rsidR="008E1963">
        <w:t>-</w:t>
      </w:r>
      <w:r>
        <w:t>Balkhi al</w:t>
      </w:r>
      <w:r w:rsidR="008E1963">
        <w:t>-</w:t>
      </w:r>
      <w:r>
        <w:t>Qunduzi.</w:t>
      </w:r>
      <w:bookmarkEnd w:id="409"/>
    </w:p>
    <w:p w:rsidR="000D3C43" w:rsidRDefault="00C074C2" w:rsidP="00C074C2">
      <w:pPr>
        <w:pStyle w:val="libNormal"/>
      </w:pPr>
      <w:r>
        <w:t>In his Yanabi’ al</w:t>
      </w:r>
      <w:r w:rsidR="008E1963">
        <w:t>-</w:t>
      </w:r>
      <w:r>
        <w:t>mawaddah, 27</w:t>
      </w:r>
      <w:r w:rsidR="008E1963">
        <w:t>-</w:t>
      </w:r>
      <w:r>
        <w:t>41, from many early authorities on tradition, such as Muslim, al</w:t>
      </w:r>
      <w:r w:rsidR="008E1963">
        <w:t>-</w:t>
      </w:r>
      <w:r>
        <w:t>Tirmidhi, aI</w:t>
      </w:r>
      <w:r w:rsidR="008E1963">
        <w:t>-</w:t>
      </w:r>
      <w:r>
        <w:t>Tha’labi, Ahmad, ‘Abd Allah ibn Ahmad, and later scholars such as al</w:t>
      </w:r>
      <w:r w:rsidR="008E1963">
        <w:t>-</w:t>
      </w:r>
      <w:r>
        <w:t>Samhudi, al</w:t>
      </w:r>
      <w:r w:rsidR="008E1963">
        <w:t>-</w:t>
      </w:r>
      <w:r>
        <w:t>Khwarazmi, al</w:t>
      </w:r>
      <w:r w:rsidR="008E1963">
        <w:t>-</w:t>
      </w:r>
      <w:r>
        <w:t>Sayyid ‘Ali al</w:t>
      </w:r>
      <w:r w:rsidR="008E1963">
        <w:t>-</w:t>
      </w:r>
      <w:r>
        <w:t>Hamadani, al</w:t>
      </w:r>
      <w:r w:rsidR="008E1963">
        <w:t>-</w:t>
      </w:r>
      <w:r>
        <w:t>Zarandi and others, from eminent Sahabah.</w:t>
      </w:r>
    </w:p>
    <w:p w:rsidR="00C074C2" w:rsidRDefault="00C074C2" w:rsidP="00941CD7">
      <w:pPr>
        <w:pStyle w:val="Heading2Center"/>
      </w:pPr>
      <w:bookmarkStart w:id="410" w:name="_Toc484431834"/>
      <w:r>
        <w:t>364. Mawlawi Siddiq Hasan Khan al</w:t>
      </w:r>
      <w:r w:rsidR="008E1963">
        <w:t>-</w:t>
      </w:r>
      <w:r>
        <w:t>Qannawji.</w:t>
      </w:r>
      <w:bookmarkEnd w:id="410"/>
    </w:p>
    <w:p w:rsidR="000D3C43" w:rsidRDefault="00C074C2" w:rsidP="00C074C2">
      <w:pPr>
        <w:pStyle w:val="libNormal"/>
      </w:pPr>
      <w:r>
        <w:lastRenderedPageBreak/>
        <w:t>In his al</w:t>
      </w:r>
      <w:r w:rsidR="008E1963">
        <w:t>-</w:t>
      </w:r>
      <w:r>
        <w:t>Siraj al</w:t>
      </w:r>
      <w:r w:rsidR="008E1963">
        <w:t>-</w:t>
      </w:r>
      <w:r>
        <w:t>wahhaj fi sharh Sahih Muslim ibn al</w:t>
      </w:r>
      <w:r w:rsidR="008E1963">
        <w:t>-</w:t>
      </w:r>
      <w:r>
        <w:t>Hajjaj has expounded Muslim's narrations and cited the narrations of al</w:t>
      </w:r>
      <w:r w:rsidR="008E1963">
        <w:t>-</w:t>
      </w:r>
      <w:r>
        <w:t>Tirmidhi and others.</w:t>
      </w:r>
    </w:p>
    <w:p w:rsidR="00C074C2" w:rsidRDefault="00C074C2" w:rsidP="00941CD7">
      <w:pPr>
        <w:pStyle w:val="Heading2Center"/>
      </w:pPr>
      <w:bookmarkStart w:id="411" w:name="_Toc484431835"/>
      <w:r>
        <w:t>365. Mawlawi Hasan al</w:t>
      </w:r>
      <w:r w:rsidR="008E1963">
        <w:t>-</w:t>
      </w:r>
      <w:r>
        <w:t>Zaman.</w:t>
      </w:r>
      <w:bookmarkEnd w:id="411"/>
    </w:p>
    <w:p w:rsidR="000D3C43" w:rsidRDefault="00C074C2" w:rsidP="00C074C2">
      <w:pPr>
        <w:pStyle w:val="libNormal"/>
      </w:pPr>
      <w:r>
        <w:t>In his al</w:t>
      </w:r>
      <w:r w:rsidR="008E1963">
        <w:t>-</w:t>
      </w:r>
      <w:r>
        <w:t>QawI al</w:t>
      </w:r>
      <w:r w:rsidR="008E1963">
        <w:t>-</w:t>
      </w:r>
      <w:r>
        <w:t>mustahsan fi fakhr al</w:t>
      </w:r>
      <w:r w:rsidR="008E1963">
        <w:t>-</w:t>
      </w:r>
      <w:r>
        <w:t>Hasan.</w:t>
      </w:r>
    </w:p>
    <w:p w:rsidR="00C074C2" w:rsidRDefault="00C074C2" w:rsidP="00C074C2">
      <w:pPr>
        <w:pStyle w:val="Heading2Center"/>
      </w:pPr>
      <w:bookmarkStart w:id="412" w:name="_Toc484431836"/>
      <w:r>
        <w:t>Notes</w:t>
      </w:r>
      <w:bookmarkEnd w:id="412"/>
    </w:p>
    <w:p w:rsidR="00C074C2" w:rsidRDefault="00C074C2" w:rsidP="00C074C2">
      <w:pPr>
        <w:pStyle w:val="libFootnote"/>
      </w:pPr>
      <w:r>
        <w:t>1. Nuzhat al</w:t>
      </w:r>
      <w:r w:rsidR="008E1963">
        <w:t>-</w:t>
      </w:r>
      <w:r>
        <w:t>khawatir, vii, 403.</w:t>
      </w:r>
    </w:p>
    <w:p w:rsidR="00C074C2" w:rsidRDefault="00C074C2" w:rsidP="00C074C2">
      <w:pPr>
        <w:pStyle w:val="libFootnote"/>
      </w:pPr>
      <w:r>
        <w:t>2. Haydar `Ali Faydabadi, Izalat al</w:t>
      </w:r>
      <w:r w:rsidR="008E1963">
        <w:t>-</w:t>
      </w:r>
      <w:r>
        <w:t>ghayn; Nuzhat al</w:t>
      </w:r>
      <w:r w:rsidR="008E1963">
        <w:t>-</w:t>
      </w:r>
      <w:r>
        <w:t>­khawatir, vii, 69.</w:t>
      </w:r>
    </w:p>
    <w:p w:rsidR="00C074C2" w:rsidRDefault="00C074C2" w:rsidP="00C074C2">
      <w:pPr>
        <w:pStyle w:val="libFootnote"/>
      </w:pPr>
      <w:r>
        <w:t>3. Ibid.</w:t>
      </w:r>
    </w:p>
    <w:p w:rsidR="00C074C2" w:rsidRDefault="00C074C2" w:rsidP="00C074C2">
      <w:pPr>
        <w:pStyle w:val="libFootnote"/>
      </w:pPr>
      <w:r>
        <w:t>4. Ibid., vii, 136.</w:t>
      </w:r>
    </w:p>
    <w:p w:rsidR="00C074C2" w:rsidRDefault="00C074C2" w:rsidP="00C074C2">
      <w:pPr>
        <w:pStyle w:val="libFootnote"/>
      </w:pPr>
      <w:r>
        <w:t>5. Ibid., vii, 258.</w:t>
      </w:r>
    </w:p>
    <w:p w:rsidR="00C074C2" w:rsidRDefault="00C074C2" w:rsidP="00C074C2">
      <w:pPr>
        <w:pStyle w:val="libFootnote"/>
      </w:pPr>
      <w:r>
        <w:t>6. Ibid., vii, 527.</w:t>
      </w:r>
    </w:p>
    <w:p w:rsidR="00C074C2" w:rsidRDefault="00C074C2" w:rsidP="000D3C43">
      <w:pPr>
        <w:pStyle w:val="libNormal"/>
      </w:pPr>
      <w:r>
        <w:br w:type="page"/>
      </w:r>
    </w:p>
    <w:p w:rsidR="00C074C2" w:rsidRDefault="00C074C2" w:rsidP="000D3C43">
      <w:pPr>
        <w:pStyle w:val="Heading1Center"/>
      </w:pPr>
      <w:bookmarkStart w:id="413" w:name="_Toc484431837"/>
      <w:r>
        <w:lastRenderedPageBreak/>
        <w:t>Narrators of Hadith al</w:t>
      </w:r>
      <w:r w:rsidR="008E1963">
        <w:t>-</w:t>
      </w:r>
      <w:r>
        <w:t>Thaqalayn of Fourteenth</w:t>
      </w:r>
      <w:r w:rsidR="008E1963">
        <w:t>-</w:t>
      </w:r>
      <w:r>
        <w:t xml:space="preserve"> Twentieth Century</w:t>
      </w:r>
      <w:bookmarkEnd w:id="413"/>
    </w:p>
    <w:p w:rsidR="00C074C2" w:rsidRDefault="00C074C2" w:rsidP="00941CD7">
      <w:pPr>
        <w:pStyle w:val="Heading2Center"/>
      </w:pPr>
      <w:bookmarkStart w:id="414" w:name="_Toc484431838"/>
      <w:r>
        <w:t>366. Ahmad Zayni Dahlan.</w:t>
      </w:r>
      <w:bookmarkEnd w:id="414"/>
    </w:p>
    <w:p w:rsidR="000D3C43" w:rsidRDefault="00C074C2" w:rsidP="00C074C2">
      <w:pPr>
        <w:pStyle w:val="libNormal"/>
      </w:pPr>
      <w:r>
        <w:t>In his al</w:t>
      </w:r>
      <w:r w:rsidR="008E1963">
        <w:t>-</w:t>
      </w:r>
      <w:r>
        <w:t>Sirat al</w:t>
      </w:r>
      <w:r w:rsidR="008E1963">
        <w:t>-</w:t>
      </w:r>
      <w:r>
        <w:t>Nabawiyyah, ii, 300.</w:t>
      </w:r>
    </w:p>
    <w:p w:rsidR="00C074C2" w:rsidRDefault="00C074C2" w:rsidP="00941CD7">
      <w:pPr>
        <w:pStyle w:val="Heading2Center"/>
      </w:pPr>
      <w:bookmarkStart w:id="415" w:name="_Toc484431839"/>
      <w:r>
        <w:t>367. Ahmad Diya' al</w:t>
      </w:r>
      <w:r w:rsidR="008E1963">
        <w:t>-</w:t>
      </w:r>
      <w:r>
        <w:t>Din al</w:t>
      </w:r>
      <w:r w:rsidR="008E1963">
        <w:t>-</w:t>
      </w:r>
      <w:r>
        <w:t>Kamushkhanawi.</w:t>
      </w:r>
      <w:bookmarkEnd w:id="415"/>
    </w:p>
    <w:p w:rsidR="000D3C43" w:rsidRDefault="00C074C2" w:rsidP="00C074C2">
      <w:pPr>
        <w:pStyle w:val="libNormal"/>
      </w:pPr>
      <w:r>
        <w:t>In his Ramuz al</w:t>
      </w:r>
      <w:r w:rsidR="008E1963">
        <w:t>-</w:t>
      </w:r>
      <w:r>
        <w:t>ahadith, 144.</w:t>
      </w:r>
    </w:p>
    <w:p w:rsidR="00C074C2" w:rsidRDefault="00C074C2" w:rsidP="00941CD7">
      <w:pPr>
        <w:pStyle w:val="Heading2Center"/>
      </w:pPr>
      <w:bookmarkStart w:id="416" w:name="_Toc484431840"/>
      <w:r>
        <w:t>368. Mu'min ibn Hasan al</w:t>
      </w:r>
      <w:r w:rsidR="008E1963">
        <w:t>-</w:t>
      </w:r>
      <w:r>
        <w:t>Shablanji.</w:t>
      </w:r>
      <w:bookmarkEnd w:id="416"/>
    </w:p>
    <w:p w:rsidR="00C074C2" w:rsidRDefault="00C074C2" w:rsidP="00941CD7">
      <w:pPr>
        <w:pStyle w:val="Heading2Center"/>
      </w:pPr>
      <w:bookmarkStart w:id="417" w:name="_Toc484431841"/>
      <w:r>
        <w:t>369. Behjat Buhlul Afandi.</w:t>
      </w:r>
      <w:bookmarkEnd w:id="417"/>
    </w:p>
    <w:p w:rsidR="000D3C43" w:rsidRDefault="00C074C2" w:rsidP="00C074C2">
      <w:pPr>
        <w:pStyle w:val="libNormal"/>
      </w:pPr>
      <w:r>
        <w:t>In his Ta'rikh Al</w:t>
      </w:r>
      <w:r w:rsidR="008E1963">
        <w:t>-</w:t>
      </w:r>
      <w:r>
        <w:t>e Muhammad, 45.</w:t>
      </w:r>
    </w:p>
    <w:p w:rsidR="00C074C2" w:rsidRDefault="00C074C2" w:rsidP="00941CD7">
      <w:pPr>
        <w:pStyle w:val="Heading2Center"/>
      </w:pPr>
      <w:bookmarkStart w:id="418" w:name="_Toc484431842"/>
      <w:r>
        <w:t>370. Al</w:t>
      </w:r>
      <w:r w:rsidR="008E1963">
        <w:t>-</w:t>
      </w:r>
      <w:r>
        <w:t>Shaykh Mansur ‘Ali Nasif al</w:t>
      </w:r>
      <w:r w:rsidR="008E1963">
        <w:t>-</w:t>
      </w:r>
      <w:r>
        <w:t>Misri.</w:t>
      </w:r>
      <w:bookmarkEnd w:id="418"/>
    </w:p>
    <w:p w:rsidR="000D3C43" w:rsidRDefault="00C074C2" w:rsidP="00C074C2">
      <w:pPr>
        <w:pStyle w:val="libNormal"/>
      </w:pPr>
      <w:r>
        <w:t>In his al</w:t>
      </w:r>
      <w:r w:rsidR="008E1963">
        <w:t>-</w:t>
      </w:r>
      <w:r>
        <w:t>Taj al</w:t>
      </w:r>
      <w:r w:rsidR="008E1963">
        <w:t>-</w:t>
      </w:r>
      <w:r>
        <w:t>jami’ Ii al</w:t>
      </w:r>
      <w:r w:rsidR="008E1963">
        <w:t>-</w:t>
      </w:r>
      <w:r>
        <w:t>usul, iii, 308</w:t>
      </w:r>
      <w:r w:rsidR="008E1963">
        <w:t>-</w:t>
      </w:r>
      <w:r>
        <w:t>309.</w:t>
      </w:r>
    </w:p>
    <w:p w:rsidR="00C074C2" w:rsidRDefault="00C074C2" w:rsidP="00941CD7">
      <w:pPr>
        <w:pStyle w:val="Heading2Center"/>
      </w:pPr>
      <w:bookmarkStart w:id="419" w:name="_Toc484431843"/>
      <w:r>
        <w:t>371. Yusuf ibn Isma’il al</w:t>
      </w:r>
      <w:r w:rsidR="008E1963">
        <w:t>-</w:t>
      </w:r>
      <w:r>
        <w:t>Nabhani.</w:t>
      </w:r>
      <w:bookmarkEnd w:id="419"/>
    </w:p>
    <w:p w:rsidR="000D3C43" w:rsidRDefault="00C074C2" w:rsidP="00C074C2">
      <w:pPr>
        <w:pStyle w:val="libNormal"/>
      </w:pPr>
      <w:r>
        <w:t>In his al</w:t>
      </w:r>
      <w:r w:rsidR="008E1963">
        <w:t>-</w:t>
      </w:r>
      <w:r>
        <w:t>Fath al</w:t>
      </w:r>
      <w:r w:rsidR="008E1963">
        <w:t>-</w:t>
      </w:r>
      <w:r>
        <w:t>kabir, i, 451 and al</w:t>
      </w:r>
      <w:r w:rsidR="008E1963">
        <w:t>-</w:t>
      </w:r>
      <w:r>
        <w:t>Sharaf al</w:t>
      </w:r>
      <w:r w:rsidR="008E1963">
        <w:t>-</w:t>
      </w:r>
      <w:r>
        <w:t>mu'abbad, 18, 24.</w:t>
      </w:r>
    </w:p>
    <w:p w:rsidR="00C074C2" w:rsidRDefault="00C074C2" w:rsidP="00941CD7">
      <w:pPr>
        <w:pStyle w:val="Heading2Center"/>
      </w:pPr>
      <w:bookmarkStart w:id="420" w:name="_Toc484431844"/>
      <w:r>
        <w:t>372. Al</w:t>
      </w:r>
      <w:r w:rsidR="008E1963">
        <w:t>-</w:t>
      </w:r>
      <w:r>
        <w:t>Abbas ibn Ahmad al</w:t>
      </w:r>
      <w:r w:rsidR="008E1963">
        <w:t>-</w:t>
      </w:r>
      <w:r>
        <w:t>Yamani.</w:t>
      </w:r>
      <w:bookmarkEnd w:id="420"/>
    </w:p>
    <w:p w:rsidR="000D3C43" w:rsidRDefault="00C074C2" w:rsidP="00C074C2">
      <w:pPr>
        <w:pStyle w:val="libNormal"/>
      </w:pPr>
      <w:r>
        <w:t>In his al</w:t>
      </w:r>
      <w:r w:rsidR="008E1963">
        <w:t>-</w:t>
      </w:r>
      <w:r>
        <w:t>Rawd al</w:t>
      </w:r>
      <w:r w:rsidR="008E1963">
        <w:t>-</w:t>
      </w:r>
      <w:r>
        <w:t>nadir, v, 343, 466.</w:t>
      </w:r>
    </w:p>
    <w:p w:rsidR="00C074C2" w:rsidRDefault="00C074C2" w:rsidP="00941CD7">
      <w:pPr>
        <w:pStyle w:val="Heading2Center"/>
      </w:pPr>
      <w:bookmarkStart w:id="421" w:name="_Toc484431845"/>
      <w:r>
        <w:t>373. Muhammad ibn ‘Abd al</w:t>
      </w:r>
      <w:r w:rsidR="008E1963">
        <w:t>-</w:t>
      </w:r>
      <w:r>
        <w:t>Rahman al</w:t>
      </w:r>
      <w:r w:rsidR="008E1963">
        <w:t>-</w:t>
      </w:r>
      <w:r>
        <w:t>Mubarakpuri.</w:t>
      </w:r>
      <w:bookmarkEnd w:id="421"/>
    </w:p>
    <w:p w:rsidR="000D3C43" w:rsidRDefault="00C074C2" w:rsidP="00C074C2">
      <w:pPr>
        <w:pStyle w:val="libNormal"/>
      </w:pPr>
      <w:r>
        <w:t>In his Tuhfat al</w:t>
      </w:r>
      <w:r w:rsidR="008E1963">
        <w:t>-</w:t>
      </w:r>
      <w:r>
        <w:t>ahwadhi bi sharh Jami’ al</w:t>
      </w:r>
      <w:r w:rsidR="008E1963">
        <w:t>-</w:t>
      </w:r>
      <w:r>
        <w:t>Tirmidhi, x, 287</w:t>
      </w:r>
      <w:r w:rsidR="008E1963">
        <w:t>-</w:t>
      </w:r>
      <w:r>
        <w:t>291.</w:t>
      </w:r>
    </w:p>
    <w:p w:rsidR="00C074C2" w:rsidRDefault="00C074C2" w:rsidP="00941CD7">
      <w:pPr>
        <w:pStyle w:val="Heading2Center"/>
      </w:pPr>
      <w:bookmarkStart w:id="422" w:name="_Toc484431846"/>
      <w:r>
        <w:t>374. Ahmad al</w:t>
      </w:r>
      <w:r w:rsidR="008E1963">
        <w:t>-</w:t>
      </w:r>
      <w:r>
        <w:t>Banna al</w:t>
      </w:r>
      <w:r w:rsidR="008E1963">
        <w:t>-</w:t>
      </w:r>
      <w:r>
        <w:t>Sa’ati.</w:t>
      </w:r>
      <w:bookmarkEnd w:id="422"/>
    </w:p>
    <w:p w:rsidR="000D3C43" w:rsidRDefault="00C074C2" w:rsidP="00C074C2">
      <w:pPr>
        <w:pStyle w:val="libNormal"/>
      </w:pPr>
      <w:r>
        <w:t>In his al</w:t>
      </w:r>
      <w:r w:rsidR="008E1963">
        <w:t>-</w:t>
      </w:r>
      <w:r>
        <w:t>Fath al</w:t>
      </w:r>
      <w:r w:rsidR="008E1963">
        <w:t>-</w:t>
      </w:r>
      <w:r>
        <w:t>rabbani bi tartib Musnad Ahmad ibn Hanbal al</w:t>
      </w:r>
      <w:r w:rsidR="008E1963">
        <w:t>-</w:t>
      </w:r>
      <w:r>
        <w:t>Shaybani, i, 186 and Bulugh al</w:t>
      </w:r>
      <w:r w:rsidR="008E1963">
        <w:t>-</w:t>
      </w:r>
      <w:r>
        <w:t>amani min asrar al</w:t>
      </w:r>
      <w:r w:rsidR="008E1963">
        <w:t>-</w:t>
      </w:r>
      <w:r>
        <w:t>Fath al</w:t>
      </w:r>
      <w:r w:rsidR="008E1963">
        <w:t>-</w:t>
      </w:r>
      <w:r>
        <w:t>­rabbani, iv, 26.</w:t>
      </w:r>
    </w:p>
    <w:p w:rsidR="00C074C2" w:rsidRDefault="00C074C2" w:rsidP="00941CD7">
      <w:pPr>
        <w:pStyle w:val="Heading2Center"/>
      </w:pPr>
      <w:bookmarkStart w:id="423" w:name="_Toc484431847"/>
      <w:r>
        <w:t>375. ‘Abd Allah al</w:t>
      </w:r>
      <w:r w:rsidR="008E1963">
        <w:t>-</w:t>
      </w:r>
      <w:r>
        <w:t>Shafi’i.</w:t>
      </w:r>
      <w:bookmarkEnd w:id="423"/>
    </w:p>
    <w:p w:rsidR="000D3C43" w:rsidRDefault="00C074C2" w:rsidP="00C074C2">
      <w:pPr>
        <w:pStyle w:val="libNormal"/>
      </w:pPr>
      <w:r>
        <w:t>In his Arjah al</w:t>
      </w:r>
      <w:r w:rsidR="008E1963">
        <w:t>-</w:t>
      </w:r>
      <w:r>
        <w:t>matalib, 335</w:t>
      </w:r>
      <w:r w:rsidR="008E1963">
        <w:t>-</w:t>
      </w:r>
      <w:r>
        <w:t>341, from leading traditionists from</w:t>
      </w:r>
    </w:p>
    <w:p w:rsidR="000D3C43" w:rsidRDefault="00C074C2" w:rsidP="00C074C2">
      <w:pPr>
        <w:pStyle w:val="libNormal"/>
      </w:pPr>
      <w:r>
        <w:t>Zayd ibn Thabit, Zayd ibn Arqam, Abu Sa’id al</w:t>
      </w:r>
      <w:r w:rsidR="008E1963">
        <w:t>-</w:t>
      </w:r>
      <w:r>
        <w:t>Khudri, Jabir ibn ‘Abd Allah, Zayd ibn Aslam, ‘Ali (A), Abu Dharr, Abu Rafi’. Abu Hurayrah, Umm Salamah, Hudhayfah ibn Usayd.</w:t>
      </w:r>
    </w:p>
    <w:p w:rsidR="00C074C2" w:rsidRDefault="00C074C2" w:rsidP="00941CD7">
      <w:pPr>
        <w:pStyle w:val="Heading2Center"/>
      </w:pPr>
      <w:bookmarkStart w:id="424" w:name="_Toc484431848"/>
      <w:r>
        <w:t>376. Mahmud Abu Rayyah.</w:t>
      </w:r>
      <w:bookmarkEnd w:id="424"/>
    </w:p>
    <w:p w:rsidR="000D3C43" w:rsidRDefault="00C074C2" w:rsidP="00C074C2">
      <w:pPr>
        <w:pStyle w:val="libNormal"/>
      </w:pPr>
      <w:r>
        <w:t>In his Adwa' ‘ala al</w:t>
      </w:r>
      <w:r w:rsidR="008E1963">
        <w:t>-</w:t>
      </w:r>
      <w:r>
        <w:t>Sunnat al</w:t>
      </w:r>
      <w:r w:rsidR="008E1963">
        <w:t>-</w:t>
      </w:r>
      <w:r>
        <w:t>Muhammadiyyah, 404.</w:t>
      </w:r>
    </w:p>
    <w:p w:rsidR="00C074C2" w:rsidRDefault="00C074C2" w:rsidP="00941CD7">
      <w:pPr>
        <w:pStyle w:val="Heading2Center"/>
      </w:pPr>
      <w:bookmarkStart w:id="425" w:name="_Toc484431849"/>
      <w:r>
        <w:t>377. Tawfiq Abu ‘Alam.</w:t>
      </w:r>
      <w:bookmarkEnd w:id="425"/>
    </w:p>
    <w:p w:rsidR="000D3C43" w:rsidRDefault="00C074C2" w:rsidP="00C074C2">
      <w:pPr>
        <w:pStyle w:val="libNormal"/>
      </w:pPr>
      <w:r>
        <w:t>In his Ahlul Bayt, 77</w:t>
      </w:r>
      <w:r w:rsidR="008E1963">
        <w:t>-</w:t>
      </w:r>
      <w:r>
        <w:t>80.</w:t>
      </w:r>
    </w:p>
    <w:p w:rsidR="00C074C2" w:rsidRDefault="00C074C2" w:rsidP="00941CD7">
      <w:pPr>
        <w:pStyle w:val="Heading2Center"/>
      </w:pPr>
      <w:bookmarkStart w:id="426" w:name="_Toc484431850"/>
      <w:r>
        <w:t>378. Habib al</w:t>
      </w:r>
      <w:r w:rsidR="008E1963">
        <w:t>-</w:t>
      </w:r>
      <w:r>
        <w:t>Rahman al</w:t>
      </w:r>
      <w:r w:rsidR="008E1963">
        <w:t>-</w:t>
      </w:r>
      <w:r>
        <w:t>A’zami.</w:t>
      </w:r>
      <w:bookmarkEnd w:id="426"/>
    </w:p>
    <w:p w:rsidR="00C074C2" w:rsidRDefault="00C074C2" w:rsidP="00C074C2">
      <w:pPr>
        <w:pStyle w:val="libNormal"/>
      </w:pPr>
      <w:r>
        <w:t>In his hawashi on al</w:t>
      </w:r>
      <w:r w:rsidR="008E1963">
        <w:t>-</w:t>
      </w:r>
      <w:r>
        <w:t>Matalib al</w:t>
      </w:r>
      <w:r w:rsidR="008E1963">
        <w:t>-</w:t>
      </w:r>
      <w:r>
        <w:t>Aliyah bi zawa'id al</w:t>
      </w:r>
      <w:r w:rsidR="008E1963">
        <w:t>-</w:t>
      </w:r>
      <w:r>
        <w:t>masanid al</w:t>
      </w:r>
      <w:r w:rsidR="008E1963">
        <w:t>-</w:t>
      </w:r>
      <w:r>
        <w:t>­thamaniyah, iv, 65.</w:t>
      </w:r>
    </w:p>
    <w:p w:rsidR="00C074C2" w:rsidRDefault="00C074C2" w:rsidP="000D3C43">
      <w:pPr>
        <w:pStyle w:val="libNormal"/>
      </w:pPr>
      <w:r>
        <w:br w:type="page"/>
      </w:r>
    </w:p>
    <w:p w:rsidR="00C074C2" w:rsidRDefault="00C074C2" w:rsidP="000D3C43">
      <w:pPr>
        <w:pStyle w:val="Heading1Center"/>
      </w:pPr>
      <w:bookmarkStart w:id="427" w:name="_Toc484431851"/>
      <w:r>
        <w:lastRenderedPageBreak/>
        <w:t>The Meaning of Hadith al</w:t>
      </w:r>
      <w:r w:rsidR="008E1963">
        <w:t>-</w:t>
      </w:r>
      <w:r>
        <w:t>Thaqalayn</w:t>
      </w:r>
      <w:bookmarkEnd w:id="427"/>
    </w:p>
    <w:p w:rsidR="000D3C43" w:rsidRDefault="00C074C2" w:rsidP="00C074C2">
      <w:pPr>
        <w:pStyle w:val="libNormal"/>
      </w:pPr>
      <w:r>
        <w:t xml:space="preserve">In each of the parts of the ‘Abaqat dealing with a particular hadith, the author, Sayyid Hamid Husayn </w:t>
      </w:r>
      <w:r w:rsidR="008E1963">
        <w:t>-</w:t>
      </w:r>
      <w:r>
        <w:t xml:space="preserve"> quddisa sirruh </w:t>
      </w:r>
      <w:r w:rsidR="008E1963">
        <w:t>-</w:t>
      </w:r>
      <w:r>
        <w:t xml:space="preserve"> after dealing with its tawatur goes on to deal with the meaning and doctrinal import of the hadith. In fact, this is the method which he is forced to follow in order to refute the statements of Shah ‘Abd al</w:t>
      </w:r>
      <w:r w:rsidR="008E1963">
        <w:t>-</w:t>
      </w:r>
      <w:r>
        <w:t>Aziz in the Tuhfah regarding the tawatur of the traditions mentioned by him as well as their doctrinal import.</w:t>
      </w:r>
    </w:p>
    <w:p w:rsidR="000D3C43" w:rsidRDefault="00C074C2" w:rsidP="00C074C2">
      <w:pPr>
        <w:pStyle w:val="libNormal"/>
      </w:pPr>
      <w:r>
        <w:t>In the second section of the part of the ‘Abaqat dealing with Hadith al</w:t>
      </w:r>
      <w:r w:rsidR="008E1963">
        <w:t>-</w:t>
      </w:r>
      <w:r>
        <w:t>Thaqalayn, Sayyid Hamid Husayn deals with Shah ‘Abd al</w:t>
      </w:r>
      <w:r w:rsidR="008E1963">
        <w:t>-</w:t>
      </w:r>
      <w:r>
        <w:t>Aziz's objections, the first of which relates to its transmission and the rest to its doctrinal impact.</w:t>
      </w:r>
    </w:p>
    <w:p w:rsidR="000D3C43" w:rsidRDefault="00C074C2" w:rsidP="00C074C2">
      <w:pPr>
        <w:pStyle w:val="libNormal"/>
      </w:pPr>
      <w:r>
        <w:t>The first objection dealt with is the statement of Shah ‘Abd al</w:t>
      </w:r>
      <w:r w:rsidR="008E1963">
        <w:t>-</w:t>
      </w:r>
      <w:r>
        <w:t>Aziz that only Zayd ibn Arqam from among the Prophet's Companions has narrated the tradition. This objection is met by pointing out that at least thirty</w:t>
      </w:r>
      <w:r w:rsidR="008E1963">
        <w:t>-</w:t>
      </w:r>
      <w:r>
        <w:t xml:space="preserve">four Companions have narrated the tradition. The sources which narrate the tradition from each of them </w:t>
      </w:r>
      <w:r w:rsidR="008E1963">
        <w:t>-</w:t>
      </w:r>
      <w:r>
        <w:t xml:space="preserve"> which were mentioned earlier in this article </w:t>
      </w:r>
      <w:r w:rsidR="008E1963">
        <w:t>-</w:t>
      </w:r>
      <w:r>
        <w:t xml:space="preserve"> are pointed out by him.</w:t>
      </w:r>
    </w:p>
    <w:p w:rsidR="000D3C43" w:rsidRDefault="00C074C2" w:rsidP="00C074C2">
      <w:pPr>
        <w:pStyle w:val="libNormal"/>
      </w:pPr>
      <w:r>
        <w:t>Moreover, he points out, Zayd's narration of the tradition has two lengthier versions as recorded by al</w:t>
      </w:r>
      <w:r w:rsidR="008E1963">
        <w:t>-</w:t>
      </w:r>
      <w:r>
        <w:t>Nasa'i in al</w:t>
      </w:r>
      <w:r w:rsidR="008E1963">
        <w:t>-</w:t>
      </w:r>
      <w:r>
        <w:t>Khasa'is, al</w:t>
      </w:r>
      <w:r w:rsidR="008E1963">
        <w:t>-</w:t>
      </w:r>
      <w:r>
        <w:t>Hakim in al</w:t>
      </w:r>
      <w:r w:rsidR="008E1963">
        <w:t>-</w:t>
      </w:r>
      <w:r>
        <w:t>Mustadrak, al</w:t>
      </w:r>
      <w:r w:rsidR="008E1963">
        <w:t>-</w:t>
      </w:r>
      <w:r>
        <w:t>Tabarani and ‘Ali al</w:t>
      </w:r>
      <w:r w:rsidR="008E1963">
        <w:t>-</w:t>
      </w:r>
      <w:r>
        <w:t>Muttaqi. Moreover, he points that the wording of the tradition as quoted by Shah ‘Abd al</w:t>
      </w:r>
      <w:r w:rsidR="008E1963">
        <w:t>-</w:t>
      </w:r>
      <w:r>
        <w:t>Aziz has not been narrated or recorded by any Sunni authority on tradition.</w:t>
      </w:r>
    </w:p>
    <w:p w:rsidR="000D3C43" w:rsidRDefault="00C074C2" w:rsidP="00C074C2">
      <w:pPr>
        <w:pStyle w:val="libNormal"/>
      </w:pPr>
      <w:r>
        <w:t>The next statement of Shah ‘Abd al</w:t>
      </w:r>
      <w:r w:rsidR="008E1963">
        <w:t>-</w:t>
      </w:r>
      <w:r>
        <w:t>Aziz that is dealt with is his outright denial that Hadith al</w:t>
      </w:r>
      <w:r w:rsidR="008E1963">
        <w:t>-</w:t>
      </w:r>
      <w:r>
        <w:t>Thaqalayn implies the religious leadership of the Ahlul Bayt (A). The author points out that since the Prophet (S) has placed the Ahlul Bayt (A) by the side of the Qur'an, it means that the Ahlul Bayt (A) have to be followed, like the Qur'an, as the living guides of the Ummah in matters of doctrine, ritual and law.</w:t>
      </w:r>
    </w:p>
    <w:p w:rsidR="000D3C43" w:rsidRDefault="00C074C2" w:rsidP="00C074C2">
      <w:pPr>
        <w:pStyle w:val="libNormal"/>
      </w:pPr>
      <w:r>
        <w:t>He cites the statements of numerous leading Sunni authorities in affirmation of this. The author points out that the words 'thaqalayn' and the command to hold on to them (al</w:t>
      </w:r>
      <w:r w:rsidR="008E1963">
        <w:t>-</w:t>
      </w:r>
      <w:r>
        <w:t>i’tisam, al</w:t>
      </w:r>
      <w:r w:rsidR="008E1963">
        <w:t>-</w:t>
      </w:r>
      <w:r>
        <w:t>akhdh or al</w:t>
      </w:r>
      <w:r w:rsidR="008E1963">
        <w:t>-</w:t>
      </w:r>
      <w:r>
        <w:t>ittiba’ in accordance with the different wordings) unambiguously imply that in the same way as it is obligatory to follow the Qur'an, so also it is equally obligatory to follow the Ahlul Bayt (A) in the matters of Islamic teachings.</w:t>
      </w:r>
    </w:p>
    <w:p w:rsidR="000D3C43" w:rsidRDefault="00C074C2" w:rsidP="00C074C2">
      <w:pPr>
        <w:pStyle w:val="libNormal"/>
      </w:pPr>
      <w:r>
        <w:t>Moreover, the inseparability of the Qur'an and the Ahlul Bayt (A), as well as the repeated emphasis on holding on to the two and the specific emphasis on adherence to the Ahlul Bayt (A) and the observance of their rights clearly establish the obligation to follow the Ahlul Bayt (A) as the religious leaders, authorities and guides of the Ummah. The author points out that this interpretation of the Hadith al</w:t>
      </w:r>
      <w:r w:rsidR="008E1963">
        <w:t>-</w:t>
      </w:r>
      <w:r>
        <w:t>Thaqalayn is also confirmed by some verses of the Holy Qur'an such as:</w:t>
      </w:r>
    </w:p>
    <w:p w:rsidR="00C074C2" w:rsidRDefault="00C074C2" w:rsidP="00494A3E">
      <w:pPr>
        <w:pStyle w:val="libAie"/>
      </w:pPr>
      <w:r>
        <w:t>...</w:t>
      </w:r>
      <w:r w:rsidRPr="00494A3E">
        <w:rPr>
          <w:rtl/>
        </w:rPr>
        <w:t>قُل لَّا أَسْأَلُكُمْ عَلَيْهِ أَجْرًا إِلَّا الْمَوَدَّةَ فِي الْقُرْبَىٰ</w:t>
      </w:r>
      <w:r>
        <w:t>...</w:t>
      </w:r>
    </w:p>
    <w:p w:rsidR="000D3C43" w:rsidRDefault="00C074C2" w:rsidP="00494A3E">
      <w:pPr>
        <w:pStyle w:val="libBoldItalic"/>
      </w:pPr>
      <w:r>
        <w:t>Say: 'I do not ask of you a wage for this, except love for the kinsfolk.' (42:23)</w:t>
      </w:r>
    </w:p>
    <w:p w:rsidR="00C074C2" w:rsidRDefault="00494A3E" w:rsidP="00494A3E">
      <w:pPr>
        <w:pStyle w:val="libAie"/>
      </w:pPr>
      <w:r>
        <w:rPr>
          <w:rtl/>
        </w:rPr>
        <w:t>وَقِفُوهُمْ</w:t>
      </w:r>
      <w:r w:rsidR="00C074C2">
        <w:rPr>
          <w:rFonts w:hint="cs"/>
          <w:rtl/>
        </w:rPr>
        <w:t xml:space="preserve"> إِنَّهُم مَّسْئُولُونَ</w:t>
      </w:r>
    </w:p>
    <w:p w:rsidR="000D3C43" w:rsidRDefault="00C074C2" w:rsidP="00494A3E">
      <w:pPr>
        <w:pStyle w:val="libBoldItalic"/>
      </w:pPr>
      <w:r>
        <w:t>And halt them, to be questioned. (37:24)</w:t>
      </w:r>
    </w:p>
    <w:p w:rsidR="000D3C43" w:rsidRDefault="00C074C2" w:rsidP="00C074C2">
      <w:pPr>
        <w:pStyle w:val="libNormal"/>
      </w:pPr>
      <w:r>
        <w:lastRenderedPageBreak/>
        <w:t>The author cites a number of Sunni scholars, such as al</w:t>
      </w:r>
      <w:r w:rsidR="008E1963">
        <w:t>-</w:t>
      </w:r>
      <w:r>
        <w:t>Sakhawi in al</w:t>
      </w:r>
      <w:r w:rsidR="008E1963">
        <w:t>-</w:t>
      </w:r>
      <w:r>
        <w:t>Istijlab, al</w:t>
      </w:r>
      <w:r w:rsidR="008E1963">
        <w:t>-</w:t>
      </w:r>
      <w:r>
        <w:t>Suyuti in al</w:t>
      </w:r>
      <w:r w:rsidR="008E1963">
        <w:t>-</w:t>
      </w:r>
      <w:r>
        <w:t>Durr al</w:t>
      </w:r>
      <w:r w:rsidR="008E1963">
        <w:t>-</w:t>
      </w:r>
      <w:r>
        <w:t>manthur (vi, 7), ‘Abd al</w:t>
      </w:r>
      <w:r w:rsidR="008E1963">
        <w:t>-</w:t>
      </w:r>
      <w:r>
        <w:t>Wahhab al</w:t>
      </w:r>
      <w:r w:rsidR="008E1963">
        <w:t>-</w:t>
      </w:r>
      <w:r>
        <w:t>Bukhari in Tafsir Anwari, al</w:t>
      </w:r>
      <w:r w:rsidR="008E1963">
        <w:t>-</w:t>
      </w:r>
      <w:r>
        <w:t>Khatib al</w:t>
      </w:r>
      <w:r w:rsidR="008E1963">
        <w:t>-</w:t>
      </w:r>
      <w:r>
        <w:t>Sharbini in al</w:t>
      </w:r>
      <w:r w:rsidR="008E1963">
        <w:t>-</w:t>
      </w:r>
      <w:r>
        <w:t>Siraj al</w:t>
      </w:r>
      <w:r w:rsidR="008E1963">
        <w:t>-</w:t>
      </w:r>
      <w:r>
        <w:t>munir (v, 538), al</w:t>
      </w:r>
      <w:r w:rsidR="008E1963">
        <w:t>-</w:t>
      </w:r>
      <w:r>
        <w:t>Tayyibi in al</w:t>
      </w:r>
      <w:r w:rsidR="008E1963">
        <w:t>-</w:t>
      </w:r>
      <w:r>
        <w:t>Miqat (v, 594), al</w:t>
      </w:r>
      <w:r w:rsidR="008E1963">
        <w:t>-</w:t>
      </w:r>
      <w:r>
        <w:t>Munawi in Fayd al</w:t>
      </w:r>
      <w:r w:rsidR="008E1963">
        <w:t>-</w:t>
      </w:r>
      <w:r>
        <w:t>Qadir (iii, 14), al</w:t>
      </w:r>
      <w:r w:rsidR="008E1963">
        <w:t>-</w:t>
      </w:r>
      <w:r>
        <w:t>Zarqani in Sharh al</w:t>
      </w:r>
      <w:r w:rsidR="008E1963">
        <w:t>-</w:t>
      </w:r>
      <w:r>
        <w:t>­Mawahib (vii, 7) and others, regarding the interpretation of the first verse. Others, including al</w:t>
      </w:r>
      <w:r w:rsidR="008E1963">
        <w:t>-</w:t>
      </w:r>
      <w:r>
        <w:t>Samhudi, al</w:t>
      </w:r>
      <w:r w:rsidR="008E1963">
        <w:t>-</w:t>
      </w:r>
      <w:r>
        <w:t>­Wahidi, al</w:t>
      </w:r>
      <w:r w:rsidR="008E1963">
        <w:t>-</w:t>
      </w:r>
      <w:r>
        <w:t>Shaykhani, Mawlawi Wali Allah Lakhnowi, and Mawlawi Muhammad Mubin, have affirmed that the questioning on the Day of Judgment referred to in the second verse refers to the attitude of the individual Muslim vis</w:t>
      </w:r>
      <w:r w:rsidR="008E1963">
        <w:t>-</w:t>
      </w:r>
      <w:r>
        <w:t>a</w:t>
      </w:r>
      <w:r w:rsidR="008E1963">
        <w:t>-</w:t>
      </w:r>
      <w:r>
        <w:t>vis the Prophet's Ahlul Bayt (A).</w:t>
      </w:r>
    </w:p>
    <w:p w:rsidR="000D3C43" w:rsidRDefault="00C074C2" w:rsidP="00C074C2">
      <w:pPr>
        <w:pStyle w:val="libNormal"/>
      </w:pPr>
      <w:r>
        <w:t>Sayyid Hamid Husayn then goes on to point that Hadith al</w:t>
      </w:r>
      <w:r w:rsidR="008E1963">
        <w:t>-</w:t>
      </w:r>
      <w:r>
        <w:t>Thaqalayn also affirms the freedom of the Imams of the Ahlul Bayt (A) from sin and error (‘ismah) because: the hadith commands adherence to them and the Qur'an together and since the Qur'an is free from every trace of falsehood and error, so is the guidance of the Ahlul Bayt (A); adherence to the two of them is considered as a guarantee against misguidance for the Ummah, which is only possible if the Imams of the Ahlul Bayt (A) are free from error and sin. This conclusion is also supported by other traditions of the Holy Prophet (S) in favor of ‘Ali (A) and the Ahlul Bayt (A), some of which were mentioned earlier.</w:t>
      </w:r>
    </w:p>
    <w:p w:rsidR="000D3C43" w:rsidRDefault="00C074C2" w:rsidP="00C074C2">
      <w:pPr>
        <w:pStyle w:val="libNormal"/>
      </w:pPr>
      <w:r>
        <w:t>Furthermore, the author points out, the Hadith al</w:t>
      </w:r>
      <w:r w:rsidR="008E1963">
        <w:t>-</w:t>
      </w:r>
      <w:r>
        <w:t>Thaqalayn implies the preeminence of the Ahlul Bayt (A) within the Ummah from the viewpoint of knowledge (a’lamiyyah) and excellence (afdaliyyah). He cites statements of several non</w:t>
      </w:r>
      <w:r w:rsidR="008E1963">
        <w:t>-</w:t>
      </w:r>
      <w:r>
        <w:t>Shi’i scholars in confirmation of this conclusion.</w:t>
      </w:r>
    </w:p>
    <w:p w:rsidR="000D3C43" w:rsidRDefault="00C074C2" w:rsidP="00C074C2">
      <w:pPr>
        <w:pStyle w:val="libNormal"/>
      </w:pPr>
      <w:r>
        <w:t>Moreover, the author states, there are many traditions which indicate that Hadith al</w:t>
      </w:r>
      <w:r w:rsidR="008E1963">
        <w:t>-</w:t>
      </w:r>
      <w:r>
        <w:t>Thaqalayn and Hadith al</w:t>
      </w:r>
      <w:r w:rsidR="008E1963">
        <w:t>-</w:t>
      </w:r>
      <w:r>
        <w:t>Ghadir were proclaimed by the Prophet (S) in the course of a single sermon at Ghadir Khumm. Some of these traditions have been recorded by al</w:t>
      </w:r>
      <w:r w:rsidR="008E1963">
        <w:t>-</w:t>
      </w:r>
      <w:r>
        <w:t>Muttaqi in Kanz al</w:t>
      </w:r>
      <w:r w:rsidR="008E1963">
        <w:t>-</w:t>
      </w:r>
      <w:r>
        <w:t>’ummal (i, 167), Ibn Kathir in Ta'rikh (v, 209), al</w:t>
      </w:r>
      <w:r w:rsidR="008E1963">
        <w:t>-</w:t>
      </w:r>
      <w:r>
        <w:t>Sakhawi in al</w:t>
      </w:r>
      <w:r w:rsidR="008E1963">
        <w:t>-</w:t>
      </w:r>
      <w:r>
        <w:t>Istijlab (MS), al</w:t>
      </w:r>
      <w:r w:rsidR="008E1963">
        <w:t>-</w:t>
      </w:r>
      <w:r>
        <w:t>Samhudi in Jawahir al</w:t>
      </w:r>
      <w:r w:rsidR="008E1963">
        <w:t>-</w:t>
      </w:r>
      <w:r>
        <w:t>’iqdayn (MS), Ibn Hajar in al</w:t>
      </w:r>
      <w:r w:rsidR="008E1963">
        <w:t>-</w:t>
      </w:r>
      <w:r>
        <w:t>Sawa’iq (25) from al</w:t>
      </w:r>
      <w:r w:rsidR="008E1963">
        <w:t>-</w:t>
      </w:r>
      <w:r>
        <w:t>Tabarani and many others.</w:t>
      </w:r>
    </w:p>
    <w:p w:rsidR="000D3C43" w:rsidRDefault="00C074C2" w:rsidP="00C074C2">
      <w:pPr>
        <w:pStyle w:val="libNormal"/>
      </w:pPr>
      <w:r>
        <w:t>According to still some other versions of the narration, Hadith al</w:t>
      </w:r>
      <w:r w:rsidR="008E1963">
        <w:t>-</w:t>
      </w:r>
      <w:r>
        <w:t>Thaqalayn, Hadith al</w:t>
      </w:r>
      <w:r w:rsidR="008E1963">
        <w:t>-</w:t>
      </w:r>
      <w:r>
        <w:t>Ghadir and Hadith al</w:t>
      </w:r>
      <w:r w:rsidR="008E1963">
        <w:t>-</w:t>
      </w:r>
      <w:r>
        <w:t>Manzilah were mentioned in the course of the same sermon at Ghadir Khumm as mentioned by Ibn Hajar in al</w:t>
      </w:r>
      <w:r w:rsidR="008E1963">
        <w:t>-</w:t>
      </w:r>
      <w:r>
        <w:t>Fatawa al</w:t>
      </w:r>
      <w:r w:rsidR="008E1963">
        <w:t>-</w:t>
      </w:r>
      <w:r>
        <w:t>fiqhiyyat al</w:t>
      </w:r>
      <w:r w:rsidR="008E1963">
        <w:t>-</w:t>
      </w:r>
      <w:r>
        <w:t>kubra, ii, 122.</w:t>
      </w:r>
    </w:p>
    <w:p w:rsidR="000D3C43" w:rsidRDefault="00C074C2" w:rsidP="00C074C2">
      <w:pPr>
        <w:pStyle w:val="libNormal"/>
      </w:pPr>
      <w:r>
        <w:t>In some versions of the tradition, he points out, the word 'khalifatayn' (successors) is mentioned instead of 'thaqalayn', as in the narrations recorded by Ahmad ibn Hanbal in Musnad, v, 181, as well as al</w:t>
      </w:r>
      <w:r w:rsidR="008E1963">
        <w:t>-</w:t>
      </w:r>
      <w:r>
        <w:t>Tabarani, Ibn Abi ‘Asim, Abu Bakr ibn Abi Shaybah, al</w:t>
      </w:r>
      <w:r w:rsidR="008E1963">
        <w:t>-</w:t>
      </w:r>
      <w:r>
        <w:t>Zarqani and others. This word implies rather more explicitly the Imamah and Khilafah of ‘Ali ibn Abi Talib (A) and the Ahlul Bayt (A).</w:t>
      </w:r>
    </w:p>
    <w:p w:rsidR="000D3C43" w:rsidRDefault="00C074C2" w:rsidP="00C074C2">
      <w:pPr>
        <w:pStyle w:val="libNormal"/>
      </w:pPr>
      <w:r>
        <w:t>Some versions of the tradition, such as the one narrated by Al</w:t>
      </w:r>
      <w:r w:rsidR="008E1963">
        <w:t>-</w:t>
      </w:r>
      <w:r>
        <w:t>Qunduzi in Yanabi’ al</w:t>
      </w:r>
      <w:r w:rsidR="008E1963">
        <w:t>-</w:t>
      </w:r>
      <w:r>
        <w:t>mawaddah, 20, from al</w:t>
      </w:r>
      <w:r w:rsidR="008E1963">
        <w:t>-</w:t>
      </w:r>
      <w:r>
        <w:t>Hasan ibn ‘Ali (A), contain the following statement of the Prophet (S) which signifies the perpetuity of the Imamate:</w:t>
      </w:r>
    </w:p>
    <w:p w:rsidR="00C074C2" w:rsidRDefault="00C074C2" w:rsidP="00494A3E">
      <w:pPr>
        <w:pStyle w:val="libAr"/>
      </w:pPr>
      <w:r w:rsidRPr="00494A3E">
        <w:rPr>
          <w:rtl/>
        </w:rPr>
        <w:t xml:space="preserve">اللهم إني أعلم أن العلم لا يبيد ولا ينقطع ، وإنك لا تخلي أرضك من حجة لك على خلقك ، ظاهر ليس بالمطاع ، أو خائف مغمور لكيلا يبطل حجتك ، ولا يضل أولياؤك </w:t>
      </w:r>
      <w:r w:rsidRPr="00494A3E">
        <w:rPr>
          <w:rtl/>
        </w:rPr>
        <w:lastRenderedPageBreak/>
        <w:t>بعد إذ هديتهم ، أولئك الأقلون عددا الأعظمون قدرا عند الله عز وجل, ولقد دعوت الله تبارك وتعالى أن يجعل العلم والحكمة في وعقب عقبي وفي زرعي وزرع زرعي إلى يوم القيامة فاستجيب لي</w:t>
      </w:r>
      <w:r>
        <w:t xml:space="preserve">. </w:t>
      </w:r>
    </w:p>
    <w:p w:rsidR="000D3C43" w:rsidRDefault="00C074C2" w:rsidP="00C074C2">
      <w:pPr>
        <w:pStyle w:val="libNormal"/>
      </w:pPr>
      <w:r>
        <w:t>O God, You don't let the earth remain devoid of Your Proof over Your creation so that Your proofs should not become invalid or that Your friends should go astray after You have guided them. They (the Proofs of God) are few in number but great in worth near God, Almighty and Glorious. Indeed, I had prayed to God, Exalted and Blessed, to place knowledge and wisdom in my descent and the descent of my descendants, and in my seed and the seed of my seed, until the Day of Resurrection, and my prayer was granted.</w:t>
      </w:r>
    </w:p>
    <w:p w:rsidR="000D3C43" w:rsidRDefault="00C074C2" w:rsidP="00C074C2">
      <w:pPr>
        <w:pStyle w:val="libNormal"/>
      </w:pPr>
      <w:r>
        <w:t>This closely resembles the following tradition of Nahj al</w:t>
      </w:r>
      <w:r w:rsidR="008E1963">
        <w:t>-</w:t>
      </w:r>
      <w:r>
        <w:t>­balaghah (Hikam:147) addressed by ‘Ali (A) to his pupil Kumayl ibn Ziyad.</w:t>
      </w:r>
    </w:p>
    <w:p w:rsidR="00C074C2" w:rsidRDefault="00C074C2" w:rsidP="00494A3E">
      <w:pPr>
        <w:pStyle w:val="libAr"/>
      </w:pPr>
      <w:r w:rsidRPr="00494A3E">
        <w:rPr>
          <w:rtl/>
        </w:rPr>
        <w:t xml:space="preserve">لا تخلو الأرض من قائم لله بحجة إما ظاهرا مشهورا أو خائفا مغمورا لئلا تبطل حجج الله وبيناته. وكم ذا وأين أولئك؟ أولئك </w:t>
      </w:r>
      <w:r w:rsidR="008E1963" w:rsidRPr="00494A3E">
        <w:rPr>
          <w:rtl/>
        </w:rPr>
        <w:t>-</w:t>
      </w:r>
      <w:r w:rsidRPr="00494A3E">
        <w:rPr>
          <w:rtl/>
        </w:rPr>
        <w:t xml:space="preserve"> والله </w:t>
      </w:r>
      <w:r w:rsidR="008E1963" w:rsidRPr="00494A3E">
        <w:rPr>
          <w:rtl/>
        </w:rPr>
        <w:t>-</w:t>
      </w:r>
      <w:r w:rsidRPr="00494A3E">
        <w:rPr>
          <w:rtl/>
        </w:rPr>
        <w:t xml:space="preserve"> الاقلون عددا، والاعظمون عند الله قدرا. يحفظ الله بهم حججه وبيناته حتى يودعوها نظراءهم ويزرعوها في قلوب أشباههم. جَم بهم العلم على حقيقة البصيرة ، وباشروا روح اليقين واستلانوا ما استوعره المترفون ، وأنسوا بما أستوحش منه الجاهلون ، وصحبوا الدنيا بأبدان أرواحها متعلقة بالمحل الأعلى ، أولئك خلفاء الله في أرضه والدعاة إلى دينه ، آه آه شوقا إلى رؤيتهم</w:t>
      </w:r>
      <w:r>
        <w:t>!</w:t>
      </w:r>
    </w:p>
    <w:p w:rsidR="000D3C43" w:rsidRDefault="00C074C2" w:rsidP="00C074C2">
      <w:pPr>
        <w:pStyle w:val="libNormal"/>
      </w:pPr>
      <w:r>
        <w:t>...But the earth is never devoid of him who stands for God with a proof (qa'im li'Ilah bi hujjatin). He is either manifest and well</w:t>
      </w:r>
      <w:r w:rsidR="008E1963">
        <w:t>-</w:t>
      </w:r>
      <w:r>
        <w:t>known or afraid and concealed, so that God's proofs and His clear signs should not become invalid. How many are they and where are they? By God, they are few in number, but great in esteem before God. Through them God maintains His proofs and signs till they entrust them to others like themselves and plant them in the hearts of their likes.</w:t>
      </w:r>
    </w:p>
    <w:p w:rsidR="000D3C43" w:rsidRDefault="00C074C2" w:rsidP="00C074C2">
      <w:pPr>
        <w:pStyle w:val="libNormal"/>
      </w:pPr>
      <w:r>
        <w:t>Knowledge has led them to the reality of understanding and they have attained the spirit of certitude. That which is hard upon the seekers of comforts comes easy to them. They endear what the ignorant regard with aversion. They live in the world with their bodies, but their spirits are in a higher realm. They are the vicegerents (khulafa') of God in His earth and His callers to His Din. Oh, how much I yearn to see them! (H: 147)</w:t>
      </w:r>
    </w:p>
    <w:p w:rsidR="000D3C43" w:rsidRDefault="00C074C2" w:rsidP="00C074C2">
      <w:pPr>
        <w:pStyle w:val="libNormal"/>
      </w:pPr>
      <w:r>
        <w:t>This tradition of ‘Ali (A) has been widely reported and recorded by Shi’i and non</w:t>
      </w:r>
      <w:r w:rsidR="008E1963">
        <w:t>-</w:t>
      </w:r>
      <w:r>
        <w:t>Shi’i traditionists and historians, including Ibn ‘Abd Rabbih in al</w:t>
      </w:r>
      <w:r w:rsidR="008E1963">
        <w:t>-</w:t>
      </w:r>
      <w:r>
        <w:t>’Iqd al</w:t>
      </w:r>
      <w:r w:rsidR="008E1963">
        <w:t>-</w:t>
      </w:r>
      <w:r>
        <w:t>farid, i, 265, 293; al</w:t>
      </w:r>
      <w:r w:rsidR="008E1963">
        <w:t>-</w:t>
      </w:r>
      <w:r>
        <w:t>Ya’qubi in Ta’rikh, ii, 400; al</w:t>
      </w:r>
      <w:r w:rsidR="008E1963">
        <w:t>-</w:t>
      </w:r>
      <w:r>
        <w:t>Harrani in Tuhaf al</w:t>
      </w:r>
      <w:r w:rsidR="008E1963">
        <w:t>-</w:t>
      </w:r>
      <w:r>
        <w:t>’uqul, 169; al</w:t>
      </w:r>
      <w:r w:rsidR="008E1963">
        <w:t>-</w:t>
      </w:r>
      <w:r>
        <w:t>Saduq in al</w:t>
      </w:r>
      <w:r w:rsidR="008E1963">
        <w:t>-</w:t>
      </w:r>
      <w:r>
        <w:t>Khisal, i, 85 and Ikmal al</w:t>
      </w:r>
      <w:r w:rsidR="008E1963">
        <w:t>-</w:t>
      </w:r>
      <w:r>
        <w:t>Din, 169; Abu Talib al</w:t>
      </w:r>
      <w:r w:rsidR="008E1963">
        <w:t>-</w:t>
      </w:r>
      <w:r>
        <w:t>Makki in Qut al</w:t>
      </w:r>
      <w:r w:rsidR="008E1963">
        <w:t>-</w:t>
      </w:r>
      <w:r>
        <w:t>qulub, i, 272; al</w:t>
      </w:r>
      <w:r w:rsidR="008E1963">
        <w:t>-</w:t>
      </w:r>
      <w:r>
        <w:t>Khatib al</w:t>
      </w:r>
      <w:r w:rsidR="008E1963">
        <w:t>-</w:t>
      </w:r>
      <w:r>
        <w:t>Baghdadi in Ta'rikh Baghdad, vi, 389; al</w:t>
      </w:r>
      <w:r w:rsidR="008E1963">
        <w:t>-</w:t>
      </w:r>
      <w:r>
        <w:t>Razi in al</w:t>
      </w:r>
      <w:r w:rsidR="008E1963">
        <w:t>-</w:t>
      </w:r>
      <w:r>
        <w:t>Tafsir al</w:t>
      </w:r>
      <w:r w:rsidR="008E1963">
        <w:t>-</w:t>
      </w:r>
      <w:r>
        <w:t>kabir, ii, 192; Ibn ‘Abd al</w:t>
      </w:r>
      <w:r w:rsidR="008E1963">
        <w:t>-</w:t>
      </w:r>
      <w:r>
        <w:t>Barr in al</w:t>
      </w:r>
      <w:r w:rsidR="008E1963">
        <w:t>-</w:t>
      </w:r>
      <w:r>
        <w:t>Mukhtasar, 29 and Jami’ bayan al</w:t>
      </w:r>
      <w:r w:rsidR="008E1963">
        <w:t>-</w:t>
      </w:r>
      <w:r>
        <w:t>’ilm; al</w:t>
      </w:r>
      <w:r w:rsidR="008E1963">
        <w:t>-</w:t>
      </w:r>
      <w:r>
        <w:t>Khwarazmi in al</w:t>
      </w:r>
      <w:r w:rsidR="008E1963">
        <w:t>-</w:t>
      </w:r>
      <w:r>
        <w:t>Manaqib, 390 and al</w:t>
      </w:r>
      <w:r w:rsidR="008E1963">
        <w:t>-</w:t>
      </w:r>
      <w:r>
        <w:t>Azhari in Tahdhib al</w:t>
      </w:r>
      <w:r w:rsidR="008E1963">
        <w:t>-</w:t>
      </w:r>
      <w:r>
        <w:t>lughah, vi, 70.</w:t>
      </w:r>
    </w:p>
    <w:p w:rsidR="000D3C43" w:rsidRDefault="00C074C2" w:rsidP="00C074C2">
      <w:pPr>
        <w:pStyle w:val="libNormal"/>
      </w:pPr>
      <w:r>
        <w:t>To return to the discussion of ‘Abaqat about the doctrinal import of Hadith al</w:t>
      </w:r>
      <w:r w:rsidR="008E1963">
        <w:t>-</w:t>
      </w:r>
      <w:r>
        <w:t>Thaqalayn, the author next points out that ‘Ali (A) referred to it in the course of his debate with the members of the six</w:t>
      </w:r>
      <w:r w:rsidR="008E1963">
        <w:t>-</w:t>
      </w:r>
      <w:r>
        <w:t xml:space="preserve">man council (shura) </w:t>
      </w:r>
      <w:r>
        <w:lastRenderedPageBreak/>
        <w:t>appointed by ‘Umar, the second caliph, to select a successor to him. ‘Ali's arguments (ihtijaj) before the shura are recorded in detail by Ibn al</w:t>
      </w:r>
      <w:r w:rsidR="008E1963">
        <w:t>-</w:t>
      </w:r>
      <w:r>
        <w:t>Maghazili in his al</w:t>
      </w:r>
      <w:r w:rsidR="008E1963">
        <w:t>-</w:t>
      </w:r>
      <w:r>
        <w:t>Manaqib, 112. Al</w:t>
      </w:r>
      <w:r w:rsidR="008E1963">
        <w:t>-</w:t>
      </w:r>
      <w:r>
        <w:t>Qunduzi in Yanabi’ al</w:t>
      </w:r>
      <w:r w:rsidR="008E1963">
        <w:t>-</w:t>
      </w:r>
      <w:r>
        <w:t>mawaddah, 35, also refers to ‘Ali's reference to Hadith al</w:t>
      </w:r>
      <w:r w:rsidR="008E1963">
        <w:t>-</w:t>
      </w:r>
      <w:r>
        <w:t>Thaqalayn in order to establish the incontestability of his claim to successorship of the Prophet (S).</w:t>
      </w:r>
    </w:p>
    <w:p w:rsidR="000D3C43" w:rsidRDefault="00C074C2" w:rsidP="00C074C2">
      <w:pPr>
        <w:pStyle w:val="libNormal"/>
      </w:pPr>
      <w:r>
        <w:t>This tradition was also referred to by al</w:t>
      </w:r>
      <w:r w:rsidR="008E1963">
        <w:t>-</w:t>
      </w:r>
      <w:r>
        <w:t>Hasan ibn ‘Ali (A) in his speech delivered after being elected as caliph following ‘Ali's martyrdom. Al</w:t>
      </w:r>
      <w:r w:rsidR="008E1963">
        <w:t>-</w:t>
      </w:r>
      <w:r>
        <w:t>Qunduzi, op. cit., 21, 48 ­ 483 and Sibt ibn al­</w:t>
      </w:r>
      <w:r w:rsidR="008E1963">
        <w:t>-</w:t>
      </w:r>
      <w:r>
        <w:t>Jawzi in Tadhkirat al­</w:t>
      </w:r>
      <w:r w:rsidR="008E1963">
        <w:t>-</w:t>
      </w:r>
      <w:r>
        <w:t>khawass, 198, have recorded related traditions in their works.</w:t>
      </w:r>
    </w:p>
    <w:p w:rsidR="00C074C2" w:rsidRDefault="00C074C2" w:rsidP="00C074C2">
      <w:pPr>
        <w:pStyle w:val="libNormal"/>
      </w:pPr>
      <w:r>
        <w:t>Besides the large number of Companions who have narrated the tradition, reference to it also occurs in a letter of ‘Amr ibn al</w:t>
      </w:r>
      <w:r w:rsidR="008E1963">
        <w:t>-</w:t>
      </w:r>
      <w:r>
        <w:t>As addressed to Mu’awiyah and recorded in al</w:t>
      </w:r>
      <w:r w:rsidR="008E1963">
        <w:t>-</w:t>
      </w:r>
      <w:r>
        <w:t>Khwarazmi's al</w:t>
      </w:r>
      <w:r w:rsidR="008E1963">
        <w:t>-</w:t>
      </w:r>
      <w:r>
        <w:t xml:space="preserve">Manaqib, 128 </w:t>
      </w:r>
      <w:r w:rsidR="008E1963">
        <w:t>-</w:t>
      </w:r>
      <w:r>
        <w:t xml:space="preserve"> 130, and in a statement of al</w:t>
      </w:r>
      <w:r w:rsidR="008E1963">
        <w:t>-</w:t>
      </w:r>
      <w:r>
        <w:t>Hasan al</w:t>
      </w:r>
      <w:r w:rsidR="008E1963">
        <w:t>-</w:t>
      </w:r>
      <w:r>
        <w:t>Basri, a well</w:t>
      </w:r>
      <w:r w:rsidR="008E1963">
        <w:t>-</w:t>
      </w:r>
      <w:r>
        <w:t>known Tabi’i saint, as recorded by Ibn Abi al</w:t>
      </w:r>
      <w:r w:rsidR="008E1963">
        <w:t>-</w:t>
      </w:r>
      <w:r>
        <w:t>Hadid in Sharh Nahj al</w:t>
      </w:r>
      <w:r w:rsidR="008E1963">
        <w:t>-</w:t>
      </w:r>
      <w:r>
        <w:t>Balaghah, iv, 95. All these references affirm the preeminence of ‘Ali ibn Abi Talib (A) and the Ahlul Bayt (A) in the Ummah and their claim to the comprehensive leadership of the Ummah after the Holy Prophet (S).</w:t>
      </w:r>
    </w:p>
    <w:p w:rsidR="00C074C2" w:rsidRDefault="00C074C2" w:rsidP="000D3C43">
      <w:pPr>
        <w:pStyle w:val="libNormal"/>
      </w:pPr>
      <w:r>
        <w:br w:type="page"/>
      </w:r>
    </w:p>
    <w:p w:rsidR="00C074C2" w:rsidRDefault="00C074C2" w:rsidP="000D3C43">
      <w:pPr>
        <w:pStyle w:val="Heading1Center"/>
      </w:pPr>
      <w:bookmarkStart w:id="428" w:name="_Toc484431852"/>
      <w:r>
        <w:lastRenderedPageBreak/>
        <w:t>Some Traditions that Appear to Conflict with Hadith al</w:t>
      </w:r>
      <w:r w:rsidR="008E1963">
        <w:t>-</w:t>
      </w:r>
      <w:r>
        <w:t>Thaqalayn</w:t>
      </w:r>
      <w:bookmarkEnd w:id="428"/>
    </w:p>
    <w:p w:rsidR="00C074C2" w:rsidRDefault="00C074C2" w:rsidP="00941CD7">
      <w:pPr>
        <w:pStyle w:val="Heading2Center"/>
      </w:pPr>
      <w:bookmarkStart w:id="429" w:name="_Toc484431853"/>
      <w:r>
        <w:t>Tradition n.1</w:t>
      </w:r>
      <w:bookmarkEnd w:id="429"/>
    </w:p>
    <w:p w:rsidR="000D3C43" w:rsidRDefault="00C074C2" w:rsidP="00C074C2">
      <w:pPr>
        <w:pStyle w:val="libNormal"/>
      </w:pPr>
      <w:r>
        <w:t>Shah ‘Abd al</w:t>
      </w:r>
      <w:r w:rsidR="008E1963">
        <w:t>-</w:t>
      </w:r>
      <w:r>
        <w:t>Aziz, in the Tuhfah, states that even if Hadith al</w:t>
      </w:r>
      <w:r w:rsidR="008E1963">
        <w:t>-</w:t>
      </w:r>
      <w:r>
        <w:t>Thaqalayn be accepted as such, it contradicts some traditions of the Prophet (S). One of these traditions, which he claims to be sahih, is as follows:</w:t>
      </w:r>
    </w:p>
    <w:p w:rsidR="00C074C2" w:rsidRDefault="00C074C2" w:rsidP="00494A3E">
      <w:pPr>
        <w:pStyle w:val="libAr"/>
      </w:pPr>
      <w:r w:rsidRPr="00494A3E">
        <w:rPr>
          <w:rtl/>
        </w:rPr>
        <w:t>عليكم بسني وسنة الخلفاء الراشدين المهديين من بعدي تمسكوا بها وعضوا عليها بالنواجد</w:t>
      </w:r>
      <w:r>
        <w:t>.</w:t>
      </w:r>
    </w:p>
    <w:p w:rsidR="000D3C43" w:rsidRDefault="00C074C2" w:rsidP="00C074C2">
      <w:pPr>
        <w:pStyle w:val="libNormal"/>
      </w:pPr>
      <w:r>
        <w:t>Adhere to my sunnah and the sunnah of the rightly</w:t>
      </w:r>
      <w:r w:rsidR="008E1963">
        <w:t>-</w:t>
      </w:r>
      <w:r>
        <w:t>guided successors after me. Hold on to it and cling on to it stubbornly.</w:t>
      </w:r>
    </w:p>
    <w:p w:rsidR="000D3C43" w:rsidRDefault="00C074C2" w:rsidP="00C074C2">
      <w:pPr>
        <w:pStyle w:val="libNormal"/>
      </w:pPr>
      <w:r>
        <w:t>Sayyid Hamid Husayn points out that such a contention is invalid:</w:t>
      </w:r>
    </w:p>
    <w:p w:rsidR="000D3C43" w:rsidRDefault="00C074C2" w:rsidP="00C074C2">
      <w:pPr>
        <w:pStyle w:val="libNormal"/>
      </w:pPr>
      <w:r>
        <w:t>• Firstly, he says, the tradition has been narrated solely by Sunnis, unlike the Hadith al</w:t>
      </w:r>
      <w:r w:rsidR="008E1963">
        <w:t>-</w:t>
      </w:r>
      <w:r>
        <w:t>Thaqalayn which has been narrated widely both by Shi’i and non</w:t>
      </w:r>
      <w:r w:rsidR="008E1963">
        <w:t>-</w:t>
      </w:r>
      <w:r>
        <w:t>Shi’i narrators.</w:t>
      </w:r>
    </w:p>
    <w:p w:rsidR="000D3C43" w:rsidRDefault="00C074C2" w:rsidP="00C074C2">
      <w:pPr>
        <w:pStyle w:val="libNormal"/>
      </w:pPr>
      <w:r>
        <w:t>• Secondly, Shah ‘Abd al</w:t>
      </w:r>
      <w:r w:rsidR="008E1963">
        <w:t>-</w:t>
      </w:r>
      <w:r>
        <w:t>Aziz has here failed to observe his own self</w:t>
      </w:r>
      <w:r w:rsidR="008E1963">
        <w:t>-</w:t>
      </w:r>
      <w:r>
        <w:t>declared principle that his arguments against Shi’i doctrines will be based on material derived from works accepted as reliable by the Shi’ah themselves.</w:t>
      </w:r>
    </w:p>
    <w:p w:rsidR="000D3C43" w:rsidRDefault="00C074C2" w:rsidP="00C074C2">
      <w:pPr>
        <w:pStyle w:val="libNormal"/>
      </w:pPr>
      <w:r>
        <w:t>• Thirdly, he points out, this tradition has been avoided by Muslim and al</w:t>
      </w:r>
      <w:r w:rsidR="008E1963">
        <w:t>-</w:t>
      </w:r>
      <w:r>
        <w:t>Bukhari, whose works are widely accepted by the Ahl al</w:t>
      </w:r>
      <w:r w:rsidR="008E1963">
        <w:t>-</w:t>
      </w:r>
      <w:r>
        <w:t>Sunnah as the most authentic works on hadith.</w:t>
      </w:r>
    </w:p>
    <w:p w:rsidR="000D3C43" w:rsidRDefault="00C074C2" w:rsidP="00C074C2">
      <w:pPr>
        <w:pStyle w:val="libNormal"/>
      </w:pPr>
      <w:r>
        <w:t>• Fourthly, the claim that the above</w:t>
      </w:r>
      <w:r w:rsidR="008E1963">
        <w:t>-</w:t>
      </w:r>
      <w:r>
        <w:t>mentioned narration is sahih is not true, because the veracity of its transmitters has been considered as questionable by Sunni authorities.</w:t>
      </w:r>
    </w:p>
    <w:p w:rsidR="000D3C43" w:rsidRDefault="00C074C2" w:rsidP="00C074C2">
      <w:pPr>
        <w:pStyle w:val="libNormal"/>
      </w:pPr>
      <w:r>
        <w:t>The tradition has been recorded by Abu Dawud, al</w:t>
      </w:r>
      <w:r w:rsidR="008E1963">
        <w:t>-</w:t>
      </w:r>
      <w:r>
        <w:t>Tirmidhi and Ibn Majah in their works. As to al</w:t>
      </w:r>
      <w:r w:rsidR="008E1963">
        <w:t>-</w:t>
      </w:r>
      <w:r>
        <w:t>Irbad ibn Sariyah, the sole narrator from whom the tradition is narrated, he is not reliable because of the untenable statement he makes in his own praise ("I am one</w:t>
      </w:r>
      <w:r w:rsidR="008E1963">
        <w:t>-</w:t>
      </w:r>
      <w:r>
        <w:t>fourth of Islam").</w:t>
      </w:r>
    </w:p>
    <w:p w:rsidR="000D3C43" w:rsidRDefault="00C074C2" w:rsidP="00C074C2">
      <w:pPr>
        <w:pStyle w:val="libNormal"/>
      </w:pPr>
      <w:r>
        <w:t>As to Hajar ibn Hajar al</w:t>
      </w:r>
      <w:r w:rsidR="008E1963">
        <w:t>-</w:t>
      </w:r>
      <w:r>
        <w:t>Kila'i, aside from belonging to Hims, a Syrian town once notorious for its people's enmity of ‘Ali (A), is of unknown standing as mentioned by Ibn Hajar in Tahdhib al</w:t>
      </w:r>
      <w:r w:rsidR="008E1963">
        <w:t>-</w:t>
      </w:r>
      <w:r>
        <w:t>Tahdhib, iii, 118.</w:t>
      </w:r>
    </w:p>
    <w:p w:rsidR="000D3C43" w:rsidRDefault="00C074C2" w:rsidP="00C074C2">
      <w:pPr>
        <w:pStyle w:val="libNormal"/>
      </w:pPr>
      <w:r>
        <w:t>Khalid ibn Ma’dan ibn Abi Karib al</w:t>
      </w:r>
      <w:r w:rsidR="008E1963">
        <w:t>-</w:t>
      </w:r>
      <w:r>
        <w:t>Kitabi, aside from belonging to Hims, was the chief of police of Yazid ibn Mu’awiyah, the most infamous ruler in the history of Islam.</w:t>
      </w:r>
    </w:p>
    <w:p w:rsidR="000D3C43" w:rsidRDefault="00C074C2" w:rsidP="00C074C2">
      <w:pPr>
        <w:pStyle w:val="libNormal"/>
      </w:pPr>
      <w:r>
        <w:t>Thawr ibn Yazid, too, belonged to Hims as mentioned by al</w:t>
      </w:r>
      <w:r w:rsidR="008E1963">
        <w:t>-</w:t>
      </w:r>
      <w:r>
        <w:t>Dhahabi (Mizan al</w:t>
      </w:r>
      <w:r w:rsidR="008E1963">
        <w:t>-</w:t>
      </w:r>
      <w:r>
        <w:t>i’tidal, i, 374). As mentioned by Ibn Hajar (op. cit., ii, 34) he hated ‘Ali (A), who had killed his father in a battle. ‘Abd Allah ibn Mubarak refrained from narrating from him and considered him a heretic (fasid al­madhhab).</w:t>
      </w:r>
    </w:p>
    <w:p w:rsidR="000D3C43" w:rsidRDefault="00C074C2" w:rsidP="00C074C2">
      <w:pPr>
        <w:pStyle w:val="libNormal"/>
      </w:pPr>
      <w:r>
        <w:t>The next transmitter, al</w:t>
      </w:r>
      <w:r w:rsidR="008E1963">
        <w:t>-</w:t>
      </w:r>
      <w:r>
        <w:t>Walid ibn Muslim, has been accused of forgery by Abu Mushar, as mentioned by al</w:t>
      </w:r>
      <w:r w:rsidR="008E1963">
        <w:t>-</w:t>
      </w:r>
      <w:r>
        <w:t>Dhahabi in Mizan al</w:t>
      </w:r>
      <w:r w:rsidR="008E1963">
        <w:t>-</w:t>
      </w:r>
      <w:r>
        <w:t>i’tidal, iv, 347. These were some of Abu Dawud's authorities.</w:t>
      </w:r>
    </w:p>
    <w:p w:rsidR="000D3C43" w:rsidRDefault="00C074C2" w:rsidP="00C074C2">
      <w:pPr>
        <w:pStyle w:val="libNormal"/>
      </w:pPr>
      <w:r>
        <w:t>The author then goes on to show that the transmitters of the narration recorded by al</w:t>
      </w:r>
      <w:r w:rsidR="008E1963">
        <w:t>-</w:t>
      </w:r>
      <w:r>
        <w:t>Tirmidhi and Ibn Majah, namely Abu ‘Asim, Hasan ibn ‘Ali al</w:t>
      </w:r>
      <w:r w:rsidR="008E1963">
        <w:t>-</w:t>
      </w:r>
      <w:r>
        <w:t>Khallal, Buhayr ibn Sa’id, Baqiyyah ibn al</w:t>
      </w:r>
      <w:r w:rsidR="008E1963">
        <w:t>-</w:t>
      </w:r>
      <w:r>
        <w:t>Walid, Yahya ibn Abi al</w:t>
      </w:r>
      <w:r w:rsidR="008E1963">
        <w:t>-</w:t>
      </w:r>
      <w:r>
        <w:lastRenderedPageBreak/>
        <w:t>Muta’, ‘Abd Allah ibn ‘Ala', Mu’awiyah ibn Salih, Isma’il ibn Bishr ibn Mansur, and ‘Abd al</w:t>
      </w:r>
      <w:r w:rsidR="008E1963">
        <w:t>-</w:t>
      </w:r>
      <w:r>
        <w:t>Malik ibn al</w:t>
      </w:r>
      <w:r w:rsidR="008E1963">
        <w:t>-</w:t>
      </w:r>
      <w:r>
        <w:t>­Sabbah, are all weak (da’if) transmitters, as mentioned by Sunni authorities on rijal in their works.</w:t>
      </w:r>
    </w:p>
    <w:p w:rsidR="000D3C43" w:rsidRDefault="00C074C2" w:rsidP="00C074C2">
      <w:pPr>
        <w:pStyle w:val="libNormal"/>
      </w:pPr>
      <w:r>
        <w:t>Moreover, al</w:t>
      </w:r>
      <w:r w:rsidR="008E1963">
        <w:t>-</w:t>
      </w:r>
      <w:r>
        <w:t>Hafiz ibn al</w:t>
      </w:r>
      <w:r w:rsidR="008E1963">
        <w:t>-</w:t>
      </w:r>
      <w:r>
        <w:t>Qattan has expressly rejected the authenticity of this sole narration of ‘Abd al</w:t>
      </w:r>
      <w:r w:rsidR="008E1963">
        <w:t>-</w:t>
      </w:r>
      <w:r>
        <w:t>Rahman al</w:t>
      </w:r>
      <w:r w:rsidR="008E1963">
        <w:t>-</w:t>
      </w:r>
      <w:r>
        <w:t>Salami, as mentioned by Ibn Hajar in Tahdhib al</w:t>
      </w:r>
      <w:r w:rsidR="008E1963">
        <w:t>-</w:t>
      </w:r>
      <w:r>
        <w:t>Tahdhib, vi, 238.</w:t>
      </w:r>
    </w:p>
    <w:p w:rsidR="000D3C43" w:rsidRDefault="00C074C2" w:rsidP="00C074C2">
      <w:pPr>
        <w:pStyle w:val="libNormal"/>
      </w:pPr>
      <w:r>
        <w:t>The author then goes on to point out that even if this narration be presumed to be sahih, it cannot have any weight against Hadith al</w:t>
      </w:r>
      <w:r w:rsidR="008E1963">
        <w:t>-</w:t>
      </w:r>
      <w:r>
        <w:t>Thaqalayn which has been narrated by a great number of Companions and leading Sunni scholars, while this narration has not been recorded in most of their works. Moreover, should this tradition be really authentic, then the words "rightly</w:t>
      </w:r>
      <w:r w:rsidR="008E1963">
        <w:t>-</w:t>
      </w:r>
      <w:r>
        <w:t>guided successors" should be taken to mean the Twelve Imams of the Ahlul Bayt (A), as affirmed by another well</w:t>
      </w:r>
      <w:r w:rsidR="008E1963">
        <w:t>-</w:t>
      </w:r>
      <w:r>
        <w:t>known tradition of the Prophet (S) that there would be twelve khulafa' or a'immah after him.</w:t>
      </w:r>
    </w:p>
    <w:p w:rsidR="000D3C43" w:rsidRDefault="00C074C2" w:rsidP="00C074C2">
      <w:pPr>
        <w:pStyle w:val="libNormal"/>
      </w:pPr>
      <w:r>
        <w:t>Thereafter the author goes on to deal with another doubt cast on this tradition by Shah ‘Abd al</w:t>
      </w:r>
      <w:r w:rsidR="008E1963">
        <w:t>-</w:t>
      </w:r>
      <w:r>
        <w:t>Aziz, that even if it be presumed that Hadith al</w:t>
      </w:r>
      <w:r w:rsidR="008E1963">
        <w:t>-</w:t>
      </w:r>
      <w:r>
        <w:t>Thaqalayn does not conflict with the above</w:t>
      </w:r>
      <w:r w:rsidR="008E1963">
        <w:t>-</w:t>
      </w:r>
      <w:r>
        <w:t>mentioned tradition, the word al</w:t>
      </w:r>
      <w:r w:rsidR="008E1963">
        <w:t>-</w:t>
      </w:r>
      <w:r>
        <w:t>’itrah can be taken to mean all the Prophet's kinsmen (aqarib) belonging to Banu Hashim in general, or all of the descendants of Fatimah (A). Then it would be absurd to say that every individual belonging to them were an imam.</w:t>
      </w:r>
    </w:p>
    <w:p w:rsidR="000D3C43" w:rsidRDefault="00C074C2" w:rsidP="00C074C2">
      <w:pPr>
        <w:pStyle w:val="libNormal"/>
      </w:pPr>
      <w:r>
        <w:t>Sayyid Hamid Husayn clarifies this doubt by quoting various lexicographers, such as al</w:t>
      </w:r>
      <w:r w:rsidR="008E1963">
        <w:t>-</w:t>
      </w:r>
      <w:r>
        <w:t>Jawhari, Ibn al</w:t>
      </w:r>
      <w:r w:rsidR="008E1963">
        <w:t>-</w:t>
      </w:r>
      <w:r>
        <w:t>Athir, Ibn Manzur, al</w:t>
      </w:r>
      <w:r w:rsidR="008E1963">
        <w:t>-</w:t>
      </w:r>
      <w:r>
        <w:t>­Firuzabadi and others to the effect that ‘itrah means one's nearest relations (akhass aqaribih), children (walad) and descendants (dhurriyyah).</w:t>
      </w:r>
    </w:p>
    <w:p w:rsidR="000D3C43" w:rsidRDefault="00C074C2" w:rsidP="00C074C2">
      <w:pPr>
        <w:pStyle w:val="libNormal"/>
      </w:pPr>
      <w:r>
        <w:t>Moreover, he points out, Hadith al</w:t>
      </w:r>
      <w:r w:rsidR="008E1963">
        <w:t>-</w:t>
      </w:r>
      <w:r>
        <w:t>Thaqalayn indicates the supreme knowledge as well as freedom of the ‘itrah mentioned in it from sin and error. Such a description applies solely to the Twelve Imams (A), who in their traditions, from ‘Ali (A) onwards, have introduced themselves as the ‘itrah of the Prophet (S) and as the supreme authorities of the Islamic faith by the side of the Qur'an.</w:t>
      </w:r>
    </w:p>
    <w:p w:rsidR="00C074C2" w:rsidRDefault="00C074C2" w:rsidP="00941CD7">
      <w:pPr>
        <w:pStyle w:val="Heading2Center"/>
      </w:pPr>
      <w:bookmarkStart w:id="430" w:name="_Toc484431854"/>
      <w:r>
        <w:t>Tradition n.2</w:t>
      </w:r>
      <w:bookmarkEnd w:id="430"/>
    </w:p>
    <w:p w:rsidR="000D3C43" w:rsidRDefault="00C074C2" w:rsidP="00C074C2">
      <w:pPr>
        <w:pStyle w:val="libNormal"/>
      </w:pPr>
      <w:r>
        <w:t>Thereafter, the author deals with another tradition ascribed to the Prophet (S) which too Shah ‘Abd al</w:t>
      </w:r>
      <w:r w:rsidR="008E1963">
        <w:t>-</w:t>
      </w:r>
      <w:r>
        <w:t>Aziz claims to be sahih:</w:t>
      </w:r>
    </w:p>
    <w:p w:rsidR="00C074C2" w:rsidRDefault="00C074C2" w:rsidP="00494A3E">
      <w:pPr>
        <w:pStyle w:val="libAr"/>
      </w:pPr>
      <w:r w:rsidRPr="00494A3E">
        <w:rPr>
          <w:rtl/>
        </w:rPr>
        <w:t>خدوا شطر دينكم عن هذه الحميراء</w:t>
      </w:r>
      <w:r>
        <w:t>.</w:t>
      </w:r>
    </w:p>
    <w:p w:rsidR="000D3C43" w:rsidRDefault="00C074C2" w:rsidP="00C074C2">
      <w:pPr>
        <w:pStyle w:val="libNormal"/>
      </w:pPr>
      <w:r>
        <w:t>Take part of your religion from this Humayra' (i.e. ‘A'ishah).</w:t>
      </w:r>
    </w:p>
    <w:p w:rsidR="000D3C43" w:rsidRDefault="00C074C2" w:rsidP="00C074C2">
      <w:pPr>
        <w:pStyle w:val="libNormal"/>
      </w:pPr>
      <w:r>
        <w:t>Sayyid Hamid Husayn points out that many Sunni authorities and scholars have considered it a baseless fabrication and forgery devoid of isnad; among them are:</w:t>
      </w:r>
    </w:p>
    <w:p w:rsidR="000D3C43" w:rsidRDefault="00C074C2" w:rsidP="00C074C2">
      <w:pPr>
        <w:pStyle w:val="libNormal"/>
      </w:pPr>
      <w:r>
        <w:t>• al</w:t>
      </w:r>
      <w:r w:rsidR="008E1963">
        <w:t>-</w:t>
      </w:r>
      <w:r>
        <w:t>Mizzi and al</w:t>
      </w:r>
      <w:r w:rsidR="008E1963">
        <w:t>-</w:t>
      </w:r>
      <w:r>
        <w:t>Dhahabi as mentioned in al</w:t>
      </w:r>
      <w:r w:rsidR="008E1963">
        <w:t>-</w:t>
      </w:r>
      <w:r>
        <w:t>­Taqrir wa al</w:t>
      </w:r>
      <w:r w:rsidR="008E1963">
        <w:t>-</w:t>
      </w:r>
      <w:r>
        <w:t>tahbir fi sharh al</w:t>
      </w:r>
      <w:r w:rsidR="008E1963">
        <w:t>-</w:t>
      </w:r>
      <w:r>
        <w:t>­Tahrir, iii 99;</w:t>
      </w:r>
    </w:p>
    <w:p w:rsidR="000D3C43" w:rsidRDefault="00C074C2" w:rsidP="00C074C2">
      <w:pPr>
        <w:pStyle w:val="libNormal"/>
      </w:pPr>
      <w:r>
        <w:t>• Ibn Qayyim al</w:t>
      </w:r>
      <w:r w:rsidR="008E1963">
        <w:t>-</w:t>
      </w:r>
      <w:r>
        <w:t>­Jawziyyah, who has considered all traditions with the words "ya Humayra" and "al</w:t>
      </w:r>
      <w:r w:rsidR="008E1963">
        <w:t>-</w:t>
      </w:r>
      <w:r>
        <w:t>Humayrah" as fabrications;</w:t>
      </w:r>
    </w:p>
    <w:p w:rsidR="000D3C43" w:rsidRDefault="00C074C2" w:rsidP="00C074C2">
      <w:pPr>
        <w:pStyle w:val="libNormal"/>
      </w:pPr>
      <w:r>
        <w:t>• Ibn Kathir as quoted in al</w:t>
      </w:r>
      <w:r w:rsidR="008E1963">
        <w:t>-</w:t>
      </w:r>
      <w:r>
        <w:t>­Durar al</w:t>
      </w:r>
      <w:r w:rsidR="008E1963">
        <w:t>-</w:t>
      </w:r>
      <w:r>
        <w:t>­muntashirah fi al</w:t>
      </w:r>
      <w:r w:rsidR="008E1963">
        <w:t>-</w:t>
      </w:r>
      <w:r>
        <w:t>ahadith al</w:t>
      </w:r>
      <w:r w:rsidR="008E1963">
        <w:t>-</w:t>
      </w:r>
      <w:r>
        <w:t>­mushtahirah, 79;</w:t>
      </w:r>
    </w:p>
    <w:p w:rsidR="000D3C43" w:rsidRDefault="00C074C2" w:rsidP="00C074C2">
      <w:pPr>
        <w:pStyle w:val="libNormal"/>
      </w:pPr>
      <w:r>
        <w:t>• Ibn Hajar al</w:t>
      </w:r>
      <w:r w:rsidR="008E1963">
        <w:t>-</w:t>
      </w:r>
      <w:r>
        <w:t>Asqalani as quoted in al</w:t>
      </w:r>
      <w:r w:rsidR="008E1963">
        <w:t>-</w:t>
      </w:r>
      <w:r>
        <w:t>Taqrir wa al</w:t>
      </w:r>
      <w:r w:rsidR="008E1963">
        <w:t>-</w:t>
      </w:r>
      <w:r>
        <w:t>­tahbir, iii, 99;</w:t>
      </w:r>
    </w:p>
    <w:p w:rsidR="000D3C43" w:rsidRDefault="00C074C2" w:rsidP="00C074C2">
      <w:pPr>
        <w:pStyle w:val="libNormal"/>
      </w:pPr>
      <w:r>
        <w:lastRenderedPageBreak/>
        <w:t>• as well as Ibn al</w:t>
      </w:r>
      <w:r w:rsidR="008E1963">
        <w:t>-</w:t>
      </w:r>
      <w:r>
        <w:t>­Mulaqqin, al</w:t>
      </w:r>
      <w:r w:rsidR="008E1963">
        <w:t>-</w:t>
      </w:r>
      <w:r>
        <w:t>­Subki, Ibn Amir al</w:t>
      </w:r>
      <w:r w:rsidR="008E1963">
        <w:t>-</w:t>
      </w:r>
      <w:r>
        <w:t>Hajj, al</w:t>
      </w:r>
      <w:r w:rsidR="008E1963">
        <w:t>-</w:t>
      </w:r>
      <w:r>
        <w:t>Sakhawi, al</w:t>
      </w:r>
      <w:r w:rsidR="008E1963">
        <w:t>-</w:t>
      </w:r>
      <w:r>
        <w:t>Suyuti, al</w:t>
      </w:r>
      <w:r w:rsidR="008E1963">
        <w:t>-</w:t>
      </w:r>
      <w:r>
        <w:t>Shaybani, al</w:t>
      </w:r>
      <w:r w:rsidR="008E1963">
        <w:t>-</w:t>
      </w:r>
      <w:r>
        <w:t>Shaykh ‘Ali al</w:t>
      </w:r>
      <w:r w:rsidR="008E1963">
        <w:t>-</w:t>
      </w:r>
      <w:r>
        <w:t>Qari, al</w:t>
      </w:r>
      <w:r w:rsidR="008E1963">
        <w:t>-</w:t>
      </w:r>
      <w:r>
        <w:t>Zarqani, ‘Abd al</w:t>
      </w:r>
      <w:r w:rsidR="008E1963">
        <w:t>-</w:t>
      </w:r>
      <w:r>
        <w:t>Ali al</w:t>
      </w:r>
      <w:r w:rsidR="008E1963">
        <w:t>-</w:t>
      </w:r>
      <w:r>
        <w:t>­Shawkani and others.</w:t>
      </w:r>
    </w:p>
    <w:p w:rsidR="00C074C2" w:rsidRDefault="00C074C2" w:rsidP="00941CD7">
      <w:pPr>
        <w:pStyle w:val="Heading2Center"/>
      </w:pPr>
      <w:bookmarkStart w:id="431" w:name="_Toc484431855"/>
      <w:r>
        <w:t>Tradition n.3</w:t>
      </w:r>
      <w:bookmarkEnd w:id="431"/>
    </w:p>
    <w:p w:rsidR="000D3C43" w:rsidRDefault="00C074C2" w:rsidP="00C074C2">
      <w:pPr>
        <w:pStyle w:val="libNormal"/>
      </w:pPr>
      <w:r>
        <w:t>Another tradition mentioned by Shah ‘Abd al</w:t>
      </w:r>
      <w:r w:rsidR="008E1963">
        <w:t>-</w:t>
      </w:r>
      <w:r>
        <w:t>Aziz to contend the import of Hadith al</w:t>
      </w:r>
      <w:r w:rsidR="008E1963">
        <w:t>-</w:t>
      </w:r>
      <w:r>
        <w:t>Thaqalayn is the following one ascribed to the Prophet (S):</w:t>
      </w:r>
    </w:p>
    <w:p w:rsidR="00C074C2" w:rsidRDefault="00C074C2" w:rsidP="00494A3E">
      <w:pPr>
        <w:pStyle w:val="libAr"/>
      </w:pPr>
      <w:r w:rsidRPr="00494A3E">
        <w:rPr>
          <w:rtl/>
        </w:rPr>
        <w:t>اهتدوا بهدي عمار</w:t>
      </w:r>
      <w:r>
        <w:t>.</w:t>
      </w:r>
    </w:p>
    <w:p w:rsidR="000D3C43" w:rsidRDefault="00C074C2" w:rsidP="00C074C2">
      <w:pPr>
        <w:pStyle w:val="libNormal"/>
      </w:pPr>
      <w:r>
        <w:t>Seek guidance with the guidance of ‘Ammar.</w:t>
      </w:r>
    </w:p>
    <w:p w:rsidR="000D3C43" w:rsidRDefault="00C074C2" w:rsidP="00C074C2">
      <w:pPr>
        <w:pStyle w:val="libNormal"/>
      </w:pPr>
      <w:r>
        <w:t>Sayyid Hamid Husayn points out that such a tradition cannot be put forward to contest the import of Hadith al</w:t>
      </w:r>
      <w:r w:rsidR="008E1963">
        <w:t>-</w:t>
      </w:r>
      <w:r>
        <w:t>Thaqalayn, for ‘Ammar himself was one of the staunch followers (shi’ah) of ‘Ali (A) and had been instructed by the Prophet (S) to obey and follow ‘Ali (A):</w:t>
      </w:r>
    </w:p>
    <w:p w:rsidR="00C074C2" w:rsidRDefault="00C074C2" w:rsidP="00494A3E">
      <w:pPr>
        <w:pStyle w:val="libAr"/>
      </w:pPr>
      <w:r w:rsidRPr="00494A3E">
        <w:rPr>
          <w:rtl/>
        </w:rPr>
        <w:t>يا عمار, إن عليا لا يزيلك عن هدى, يا عمار إن طاعة علي طاعتي وطاعتي من طاعة الله عز وجل</w:t>
      </w:r>
      <w:r>
        <w:t>.</w:t>
      </w:r>
    </w:p>
    <w:p w:rsidR="000D3C43" w:rsidRDefault="00C074C2" w:rsidP="00C074C2">
      <w:pPr>
        <w:pStyle w:val="libNormal"/>
      </w:pPr>
      <w:r>
        <w:t>[The Prophet (S) said to ‘Ammar:] O ‘Ammar, ‘Ali will not divert you from guidance. O ‘Ammar, obedience to ‘Ali is obedience to me, and obedience to me is obedience to God, Almighty and Glorious.</w:t>
      </w:r>
    </w:p>
    <w:p w:rsidR="000D3C43" w:rsidRDefault="00C074C2" w:rsidP="00C074C2">
      <w:pPr>
        <w:pStyle w:val="libNormal"/>
      </w:pPr>
      <w:r>
        <w:t>This tradition has been recorded in various non</w:t>
      </w:r>
      <w:r w:rsidR="008E1963">
        <w:t>-</w:t>
      </w:r>
      <w:r>
        <w:t>Shi’i works, such as:</w:t>
      </w:r>
    </w:p>
    <w:p w:rsidR="000D3C43" w:rsidRDefault="00C074C2" w:rsidP="00C074C2">
      <w:pPr>
        <w:pStyle w:val="libNormal"/>
      </w:pPr>
      <w:r>
        <w:t>• Farai'd al</w:t>
      </w:r>
      <w:r w:rsidR="008E1963">
        <w:t>-</w:t>
      </w:r>
      <w:r>
        <w:t>simtayn, i, 178;</w:t>
      </w:r>
    </w:p>
    <w:p w:rsidR="000D3C43" w:rsidRDefault="00C074C2" w:rsidP="00C074C2">
      <w:pPr>
        <w:pStyle w:val="libNormal"/>
      </w:pPr>
      <w:r>
        <w:t>• al</w:t>
      </w:r>
      <w:r w:rsidR="008E1963">
        <w:t>-</w:t>
      </w:r>
      <w:r>
        <w:t>Mawaddah fi al</w:t>
      </w:r>
      <w:r w:rsidR="008E1963">
        <w:t>-</w:t>
      </w:r>
      <w:r>
        <w:t>qurba;</w:t>
      </w:r>
    </w:p>
    <w:p w:rsidR="000D3C43" w:rsidRDefault="00C074C2" w:rsidP="00C074C2">
      <w:pPr>
        <w:pStyle w:val="libNormal"/>
      </w:pPr>
      <w:r>
        <w:t>• al</w:t>
      </w:r>
      <w:r w:rsidR="008E1963">
        <w:t>-</w:t>
      </w:r>
      <w:r>
        <w:t>Khwarazmi's Manaqib, 57, 124;</w:t>
      </w:r>
    </w:p>
    <w:p w:rsidR="000D3C43" w:rsidRDefault="00C074C2" w:rsidP="00C074C2">
      <w:pPr>
        <w:pStyle w:val="libNormal"/>
      </w:pPr>
      <w:r>
        <w:t>• Yanabi’ al</w:t>
      </w:r>
      <w:r w:rsidR="008E1963">
        <w:t>-</w:t>
      </w:r>
      <w:r>
        <w:t>mawaddah, 128, 250;</w:t>
      </w:r>
    </w:p>
    <w:p w:rsidR="000D3C43" w:rsidRDefault="00C074C2" w:rsidP="00C074C2">
      <w:pPr>
        <w:pStyle w:val="libNormal"/>
      </w:pPr>
      <w:r>
        <w:t>• Miftah al</w:t>
      </w:r>
      <w:r w:rsidR="008E1963">
        <w:t>-</w:t>
      </w:r>
      <w:r>
        <w:t>naja, MS.; and</w:t>
      </w:r>
    </w:p>
    <w:p w:rsidR="000D3C43" w:rsidRDefault="00C074C2" w:rsidP="00C074C2">
      <w:pPr>
        <w:pStyle w:val="libNormal"/>
      </w:pPr>
      <w:r>
        <w:t>• Kanz al</w:t>
      </w:r>
      <w:r w:rsidR="008E1963">
        <w:t>-</w:t>
      </w:r>
      <w:r>
        <w:t>’ummal, xii, 212.</w:t>
      </w:r>
    </w:p>
    <w:p w:rsidR="000D3C43" w:rsidRDefault="00C074C2" w:rsidP="00C074C2">
      <w:pPr>
        <w:pStyle w:val="libNormal"/>
      </w:pPr>
      <w:r>
        <w:t>Moreover, it is strange of Shah ‘Abd al</w:t>
      </w:r>
      <w:r w:rsidR="008E1963">
        <w:t>-</w:t>
      </w:r>
      <w:r>
        <w:t>Aziz to bring this tradition as an evidence against Hadith al</w:t>
      </w:r>
      <w:r w:rsidR="008E1963">
        <w:t>-</w:t>
      </w:r>
      <w:r>
        <w:t>Thaqalayn, for ‘Ammar, as mentioned by al</w:t>
      </w:r>
      <w:r w:rsidR="008E1963">
        <w:t>-</w:t>
      </w:r>
      <w:r>
        <w:t>Ya’qubi in his Ta'rikh, ii, 114 and al</w:t>
      </w:r>
      <w:r w:rsidR="008E1963">
        <w:t>-</w:t>
      </w:r>
      <w:r>
        <w:t>Mas’udi in Muruj al</w:t>
      </w:r>
      <w:r w:rsidR="008E1963">
        <w:t>-</w:t>
      </w:r>
      <w:r>
        <w:t>dhahab, ii, 342, was among those who abstained from giving allegiance to the first caliph. ‘Umar, during his reign, rejected ‘Ammar's guidance and spoke to him in harsh terms when the latter suggested that one should perform tayammum when water could not be found for wudu', instead of abstaining from salat, as ‘Umar had ruled. This episode has been recorded by:</w:t>
      </w:r>
    </w:p>
    <w:p w:rsidR="000D3C43" w:rsidRDefault="00C074C2" w:rsidP="00C074C2">
      <w:pPr>
        <w:pStyle w:val="libNormal"/>
      </w:pPr>
      <w:r>
        <w:t>• Ahmad in his Musnad, iv, 265 and</w:t>
      </w:r>
    </w:p>
    <w:p w:rsidR="000D3C43" w:rsidRDefault="00C074C2" w:rsidP="00C074C2">
      <w:pPr>
        <w:pStyle w:val="libNormal"/>
      </w:pPr>
      <w:r>
        <w:t>• Muslim in his Sahih, i, 110,</w:t>
      </w:r>
    </w:p>
    <w:p w:rsidR="000D3C43" w:rsidRDefault="00C074C2" w:rsidP="00C074C2">
      <w:pPr>
        <w:pStyle w:val="libNormal"/>
      </w:pPr>
      <w:r>
        <w:t>• as well as a host of other writers such as Abu Dawud, al</w:t>
      </w:r>
      <w:r w:rsidR="008E1963">
        <w:t>-</w:t>
      </w:r>
      <w:r>
        <w:t>Nasa'i, al</w:t>
      </w:r>
      <w:r w:rsidR="008E1963">
        <w:t>-</w:t>
      </w:r>
      <w:r>
        <w:t>Tabari, al</w:t>
      </w:r>
      <w:r w:rsidR="008E1963">
        <w:t>-</w:t>
      </w:r>
      <w:r>
        <w:t>Ayni, Ibn al</w:t>
      </w:r>
      <w:r w:rsidR="008E1963">
        <w:t>-</w:t>
      </w:r>
      <w:r>
        <w:t>Athir and al</w:t>
      </w:r>
      <w:r w:rsidR="008E1963">
        <w:t>-</w:t>
      </w:r>
      <w:r>
        <w:t>Shaybani.</w:t>
      </w:r>
    </w:p>
    <w:p w:rsidR="000D3C43" w:rsidRDefault="00C074C2" w:rsidP="00C074C2">
      <w:pPr>
        <w:pStyle w:val="libNormal"/>
      </w:pPr>
      <w:r>
        <w:t>‘Uthman during his reign had ‘Ammar beaten until he fell unconscious and nearly died when the latter handed over a letter of protest written by a group of Muslims against the former's misrule. This episode has been recorded by:</w:t>
      </w:r>
    </w:p>
    <w:p w:rsidR="000D3C43" w:rsidRDefault="00C074C2" w:rsidP="00C074C2">
      <w:pPr>
        <w:pStyle w:val="libNormal"/>
      </w:pPr>
      <w:r>
        <w:t>• Ibn Qutaybah in al</w:t>
      </w:r>
      <w:r w:rsidR="008E1963">
        <w:t>-</w:t>
      </w:r>
      <w:r>
        <w:t>Imamah wa al</w:t>
      </w:r>
      <w:r w:rsidR="008E1963">
        <w:t>-</w:t>
      </w:r>
      <w:r>
        <w:t>siyasah, i, 32;</w:t>
      </w:r>
    </w:p>
    <w:p w:rsidR="000D3C43" w:rsidRDefault="00C074C2" w:rsidP="00C074C2">
      <w:pPr>
        <w:pStyle w:val="libNormal"/>
      </w:pPr>
      <w:r>
        <w:t>• Ibn ‘Abd Rabbih in al</w:t>
      </w:r>
      <w:r w:rsidR="008E1963">
        <w:t>-</w:t>
      </w:r>
      <w:r>
        <w:t>­‘Iqd al</w:t>
      </w:r>
      <w:r w:rsidR="008E1963">
        <w:t>-</w:t>
      </w:r>
      <w:r>
        <w:t>­farid, ii, 192;</w:t>
      </w:r>
    </w:p>
    <w:p w:rsidR="000D3C43" w:rsidRDefault="00C074C2" w:rsidP="00C074C2">
      <w:pPr>
        <w:pStyle w:val="libNormal"/>
      </w:pPr>
      <w:r>
        <w:t>• al</w:t>
      </w:r>
      <w:r w:rsidR="008E1963">
        <w:t>-</w:t>
      </w:r>
      <w:r>
        <w:t>Mas’udi in Muruj al</w:t>
      </w:r>
      <w:r w:rsidR="008E1963">
        <w:t>-</w:t>
      </w:r>
      <w:r>
        <w:t>dhahab, ii, 338;</w:t>
      </w:r>
    </w:p>
    <w:p w:rsidR="000D3C43" w:rsidRDefault="00C074C2" w:rsidP="00C074C2">
      <w:pPr>
        <w:pStyle w:val="libNormal"/>
      </w:pPr>
      <w:r>
        <w:t>• Ibn ‘Abd al</w:t>
      </w:r>
      <w:r w:rsidR="008E1963">
        <w:t>-</w:t>
      </w:r>
      <w:r>
        <w:t>Barr in al</w:t>
      </w:r>
      <w:r w:rsidR="008E1963">
        <w:t>-</w:t>
      </w:r>
      <w:r>
        <w:t>Isti’ab, iii, 136; and</w:t>
      </w:r>
    </w:p>
    <w:p w:rsidR="000D3C43" w:rsidRDefault="00C074C2" w:rsidP="00C074C2">
      <w:pPr>
        <w:pStyle w:val="libNormal"/>
      </w:pPr>
      <w:r>
        <w:t>• al</w:t>
      </w:r>
      <w:r w:rsidR="008E1963">
        <w:t>-</w:t>
      </w:r>
      <w:r>
        <w:t>Ya’qubi in Ta'rikh, ii, 160.</w:t>
      </w:r>
    </w:p>
    <w:p w:rsidR="000D3C43" w:rsidRDefault="00C074C2" w:rsidP="00C074C2">
      <w:pPr>
        <w:pStyle w:val="libNormal"/>
      </w:pPr>
      <w:r>
        <w:lastRenderedPageBreak/>
        <w:t xml:space="preserve">Although the Prophet (S) was known to have made several statements in ‘Ammar's favour </w:t>
      </w:r>
      <w:r w:rsidR="008E1963">
        <w:t>-</w:t>
      </w:r>
      <w:r>
        <w:t xml:space="preserve"> such as "The enemy of ‘Ammar is the enemy of God" </w:t>
      </w:r>
      <w:r w:rsidR="008E1963">
        <w:t>-</w:t>
      </w:r>
      <w:r>
        <w:t xml:space="preserve"> ‘Ammar was either opposed, hated and mistreated by a number of Companions such as ‘Abd al</w:t>
      </w:r>
      <w:r w:rsidR="008E1963">
        <w:t>-</w:t>
      </w:r>
      <w:r>
        <w:t>Rahman ibn ‘Awf, Sa’d ibn Abi Waqqas, al</w:t>
      </w:r>
      <w:r w:rsidR="008E1963">
        <w:t>-</w:t>
      </w:r>
      <w:r>
        <w:t>Mughirah ibn Shu’bah, Abu Musa al</w:t>
      </w:r>
      <w:r w:rsidR="008E1963">
        <w:t>-</w:t>
      </w:r>
      <w:r>
        <w:t>Ash’ari, Abu Mas’ud al</w:t>
      </w:r>
      <w:r w:rsidR="008E1963">
        <w:t>-</w:t>
      </w:r>
      <w:r>
        <w:t>Ansari and others. ‘Ammar stood firmly by ‘Ali's side and fought with him against ‘Ali's opponents, Talhah, al</w:t>
      </w:r>
      <w:r w:rsidR="008E1963">
        <w:t>-</w:t>
      </w:r>
      <w:r>
        <w:t>Zubayr and Mu’awiyah, in the battles of Jamal and Siffin. Ultimately he was killed by Mu’awiyah's men, thus fulfilling the Prophet's well</w:t>
      </w:r>
      <w:r w:rsidR="008E1963">
        <w:t>-</w:t>
      </w:r>
      <w:r>
        <w:t>known prophecy that ‘Ammar would be killed by a rebellious party (al</w:t>
      </w:r>
      <w:r w:rsidR="008E1963">
        <w:t>-</w:t>
      </w:r>
      <w:r>
        <w:t>fi'at al</w:t>
      </w:r>
      <w:r w:rsidR="008E1963">
        <w:t>-</w:t>
      </w:r>
      <w:r>
        <w:t>baghiyah).</w:t>
      </w:r>
    </w:p>
    <w:p w:rsidR="00C074C2" w:rsidRDefault="00C074C2" w:rsidP="00941CD7">
      <w:pPr>
        <w:pStyle w:val="Heading2Center"/>
      </w:pPr>
      <w:bookmarkStart w:id="432" w:name="_Toc484431856"/>
      <w:r>
        <w:t>Tradition n.4</w:t>
      </w:r>
      <w:bookmarkEnd w:id="432"/>
    </w:p>
    <w:p w:rsidR="000D3C43" w:rsidRDefault="00C074C2" w:rsidP="00C074C2">
      <w:pPr>
        <w:pStyle w:val="libNormal"/>
      </w:pPr>
      <w:r>
        <w:t>Sayyid Hamid Husayn then goes on to deal with some other narrations ascribed to the Prophet (S) and cited by Shah ‘Abd al</w:t>
      </w:r>
      <w:r w:rsidR="008E1963">
        <w:t>-</w:t>
      </w:r>
      <w:r>
        <w:t>Aziz, which are:</w:t>
      </w:r>
    </w:p>
    <w:p w:rsidR="00C074C2" w:rsidRDefault="00C074C2" w:rsidP="00494A3E">
      <w:pPr>
        <w:pStyle w:val="libAr"/>
      </w:pPr>
      <w:r w:rsidRPr="00494A3E">
        <w:rPr>
          <w:rtl/>
        </w:rPr>
        <w:t>وتمسكوا بعهد ابن أم عبد</w:t>
      </w:r>
      <w:r>
        <w:t>.</w:t>
      </w:r>
    </w:p>
    <w:p w:rsidR="000D3C43" w:rsidRDefault="00C074C2" w:rsidP="00C074C2">
      <w:pPr>
        <w:pStyle w:val="libNormal"/>
      </w:pPr>
      <w:r>
        <w:t>Hold on to the covenant of Ibn Umm ‘Abd (i.e. ‘Abd Allah ibn Mas’ud).</w:t>
      </w:r>
    </w:p>
    <w:p w:rsidR="00C074C2" w:rsidRDefault="00C074C2" w:rsidP="00494A3E">
      <w:pPr>
        <w:pStyle w:val="libAr"/>
      </w:pPr>
      <w:r w:rsidRPr="00494A3E">
        <w:rPr>
          <w:rtl/>
        </w:rPr>
        <w:t>رضيت لكم ما رضي به ابن أم عبد</w:t>
      </w:r>
      <w:r>
        <w:t>.</w:t>
      </w:r>
    </w:p>
    <w:p w:rsidR="000D3C43" w:rsidRDefault="00C074C2" w:rsidP="00C074C2">
      <w:pPr>
        <w:pStyle w:val="libNormal"/>
      </w:pPr>
      <w:r>
        <w:t>That which Ibn Umm ‘Abd approves of is approved for you by me.</w:t>
      </w:r>
    </w:p>
    <w:p w:rsidR="000D3C43" w:rsidRDefault="00C074C2" w:rsidP="00C074C2">
      <w:pPr>
        <w:pStyle w:val="libNormal"/>
      </w:pPr>
      <w:r>
        <w:t>Both of these are weak (da’if) and isolated (ahad) traditions, while Hadith al</w:t>
      </w:r>
      <w:r w:rsidR="008E1963">
        <w:t>-</w:t>
      </w:r>
      <w:r>
        <w:t>Thaqalayn is a mutawatir one. That both Muslim and al</w:t>
      </w:r>
      <w:r w:rsidR="008E1963">
        <w:t>-</w:t>
      </w:r>
      <w:r>
        <w:t>Bukhari did not record them in their works indicates that they considered their isnad to be weak. Moreover, even if assumed to be authentic they do not contradict Hadith al</w:t>
      </w:r>
      <w:r w:rsidR="008E1963">
        <w:t>-</w:t>
      </w:r>
      <w:r>
        <w:t>Thaqalayn, for while they only show the merit of Ibn Mas’ud, Hadith al</w:t>
      </w:r>
      <w:r w:rsidR="008E1963">
        <w:t>-</w:t>
      </w:r>
      <w:r>
        <w:t>Thaqalayn signifies the preeminence and leadership of the Ahlul Bayt (A).</w:t>
      </w:r>
    </w:p>
    <w:p w:rsidR="000D3C43" w:rsidRDefault="00C074C2" w:rsidP="00C074C2">
      <w:pPr>
        <w:pStyle w:val="libNormal"/>
      </w:pPr>
      <w:r>
        <w:t>Furthermore, it is inconsistent of Shah ‘Abd al</w:t>
      </w:r>
      <w:r w:rsidR="008E1963">
        <w:t>-</w:t>
      </w:r>
      <w:r>
        <w:t>Aziz to advance those traditions, for ‘Umar, instead of approving Ibn Mas’ud's acts, forbade him to give fatwa and narrate the Prophet's hadith and forbade him from leaving Madinah, which Ibn Mas’ud could not leave until the former's death. ‘Uthman went a step further and had Ibn Mas’ud beaten so mercilessly that his ribs were broken.</w:t>
      </w:r>
    </w:p>
    <w:p w:rsidR="00C074C2" w:rsidRDefault="00C074C2" w:rsidP="00941CD7">
      <w:pPr>
        <w:pStyle w:val="Heading2Center"/>
      </w:pPr>
      <w:bookmarkStart w:id="433" w:name="_Toc484431857"/>
      <w:r>
        <w:t>Tradition n.5</w:t>
      </w:r>
      <w:bookmarkEnd w:id="433"/>
    </w:p>
    <w:p w:rsidR="000D3C43" w:rsidRDefault="00C074C2" w:rsidP="00C074C2">
      <w:pPr>
        <w:pStyle w:val="libNormal"/>
      </w:pPr>
      <w:r>
        <w:t>Another tradition advanced in this context by Shah ‘Abd al</w:t>
      </w:r>
      <w:r w:rsidR="008E1963">
        <w:t>-</w:t>
      </w:r>
      <w:r>
        <w:t>Aziz is:</w:t>
      </w:r>
    </w:p>
    <w:p w:rsidR="00C074C2" w:rsidRDefault="00C074C2" w:rsidP="00494A3E">
      <w:pPr>
        <w:pStyle w:val="libAr"/>
      </w:pPr>
      <w:r w:rsidRPr="00494A3E">
        <w:rPr>
          <w:rtl/>
        </w:rPr>
        <w:t>وأعلمكم بالحلال والحرام معاذ بن جبل</w:t>
      </w:r>
      <w:r>
        <w:t>.</w:t>
      </w:r>
    </w:p>
    <w:p w:rsidR="000D3C43" w:rsidRDefault="00C074C2" w:rsidP="00C074C2">
      <w:pPr>
        <w:pStyle w:val="libNormal"/>
      </w:pPr>
      <w:r>
        <w:t>Mu’adh ibn Jabal is the most knowledgeable among you regarding halal and haram.</w:t>
      </w:r>
    </w:p>
    <w:p w:rsidR="000D3C43" w:rsidRDefault="00C074C2" w:rsidP="00C074C2">
      <w:pPr>
        <w:pStyle w:val="libNormal"/>
      </w:pPr>
      <w:r>
        <w:t>Sayyid Hamid Husayn points out that it has exclusively been narrated by the Sunnis. Muslim and al</w:t>
      </w:r>
      <w:r w:rsidR="008E1963">
        <w:t>-</w:t>
      </w:r>
      <w:r>
        <w:t>Bukhari, although their traditions do not constitute any binding evidence for the Shi’ah, have avoided it in their compilations. Among a number of Sunni authorities who have considered it as weak or baseless are:</w:t>
      </w:r>
    </w:p>
    <w:p w:rsidR="000D3C43" w:rsidRDefault="00C074C2" w:rsidP="00C074C2">
      <w:pPr>
        <w:pStyle w:val="libNormal"/>
      </w:pPr>
      <w:r>
        <w:t>• Ibn Taymiyyah,</w:t>
      </w:r>
    </w:p>
    <w:p w:rsidR="000D3C43" w:rsidRDefault="00C074C2" w:rsidP="00C074C2">
      <w:pPr>
        <w:pStyle w:val="libNormal"/>
      </w:pPr>
      <w:r>
        <w:t>• Ibn ‘Abd al</w:t>
      </w:r>
      <w:r w:rsidR="008E1963">
        <w:t>-</w:t>
      </w:r>
      <w:r>
        <w:t>Hadi,</w:t>
      </w:r>
    </w:p>
    <w:p w:rsidR="000D3C43" w:rsidRDefault="00C074C2" w:rsidP="00C074C2">
      <w:pPr>
        <w:pStyle w:val="libNormal"/>
      </w:pPr>
      <w:r>
        <w:t>• al</w:t>
      </w:r>
      <w:r w:rsidR="008E1963">
        <w:t>-</w:t>
      </w:r>
      <w:r>
        <w:t>Dhahabi, and</w:t>
      </w:r>
    </w:p>
    <w:p w:rsidR="000D3C43" w:rsidRDefault="00C074C2" w:rsidP="00C074C2">
      <w:pPr>
        <w:pStyle w:val="libNormal"/>
      </w:pPr>
      <w:r>
        <w:t>• al</w:t>
      </w:r>
      <w:r w:rsidR="008E1963">
        <w:t>-</w:t>
      </w:r>
      <w:r>
        <w:t>Munawi.</w:t>
      </w:r>
    </w:p>
    <w:p w:rsidR="000D3C43" w:rsidRDefault="00C074C2" w:rsidP="00C074C2">
      <w:pPr>
        <w:pStyle w:val="libNormal"/>
      </w:pPr>
      <w:r>
        <w:lastRenderedPageBreak/>
        <w:t>Among its narrators, Muhammad ibn ‘Abd al</w:t>
      </w:r>
      <w:r w:rsidR="008E1963">
        <w:t>-</w:t>
      </w:r>
      <w:r>
        <w:t>Rahman al</w:t>
      </w:r>
      <w:r w:rsidR="008E1963">
        <w:t>-</w:t>
      </w:r>
      <w:r>
        <w:t>­Baylamani, his father, Zayd al</w:t>
      </w:r>
      <w:r w:rsidR="008E1963">
        <w:t>-</w:t>
      </w:r>
      <w:r>
        <w:t>Ammi, Salim ibn Salim have been considered unreliable by several authorities on hadith and rijal, among them:</w:t>
      </w:r>
    </w:p>
    <w:p w:rsidR="000D3C43" w:rsidRDefault="00C074C2" w:rsidP="00C074C2">
      <w:pPr>
        <w:pStyle w:val="libNormal"/>
      </w:pPr>
      <w:r>
        <w:t>• al</w:t>
      </w:r>
      <w:r w:rsidR="008E1963">
        <w:t>-</w:t>
      </w:r>
      <w:r>
        <w:t>Bukhari,</w:t>
      </w:r>
    </w:p>
    <w:p w:rsidR="000D3C43" w:rsidRDefault="00C074C2" w:rsidP="00C074C2">
      <w:pPr>
        <w:pStyle w:val="libNormal"/>
      </w:pPr>
      <w:r>
        <w:t>• al</w:t>
      </w:r>
      <w:r w:rsidR="008E1963">
        <w:t>-</w:t>
      </w:r>
      <w:r>
        <w:t>Nasa'i,</w:t>
      </w:r>
    </w:p>
    <w:p w:rsidR="000D3C43" w:rsidRDefault="00C074C2" w:rsidP="00C074C2">
      <w:pPr>
        <w:pStyle w:val="libNormal"/>
      </w:pPr>
      <w:r>
        <w:t>• al</w:t>
      </w:r>
      <w:r w:rsidR="008E1963">
        <w:t>-</w:t>
      </w:r>
      <w:r>
        <w:t>Muqaddisi,</w:t>
      </w:r>
    </w:p>
    <w:p w:rsidR="000D3C43" w:rsidRDefault="00C074C2" w:rsidP="00C074C2">
      <w:pPr>
        <w:pStyle w:val="libNormal"/>
      </w:pPr>
      <w:r>
        <w:t>• al</w:t>
      </w:r>
      <w:r w:rsidR="008E1963">
        <w:t>-</w:t>
      </w:r>
      <w:r>
        <w:t>Darqutni,</w:t>
      </w:r>
    </w:p>
    <w:p w:rsidR="000D3C43" w:rsidRDefault="00C074C2" w:rsidP="00C074C2">
      <w:pPr>
        <w:pStyle w:val="libNormal"/>
      </w:pPr>
      <w:r>
        <w:t>• Ibn Hajar,</w:t>
      </w:r>
    </w:p>
    <w:p w:rsidR="000D3C43" w:rsidRDefault="00C074C2" w:rsidP="00C074C2">
      <w:pPr>
        <w:pStyle w:val="libNormal"/>
      </w:pPr>
      <w:r>
        <w:t>• al</w:t>
      </w:r>
      <w:r w:rsidR="008E1963">
        <w:t>-</w:t>
      </w:r>
      <w:r>
        <w:t>Dhahabi,</w:t>
      </w:r>
    </w:p>
    <w:p w:rsidR="000D3C43" w:rsidRDefault="00C074C2" w:rsidP="00C074C2">
      <w:pPr>
        <w:pStyle w:val="libNormal"/>
      </w:pPr>
      <w:r>
        <w:t>• Ibn al</w:t>
      </w:r>
      <w:r w:rsidR="008E1963">
        <w:t>-</w:t>
      </w:r>
      <w:r>
        <w:t>Jawzi and others.</w:t>
      </w:r>
    </w:p>
    <w:p w:rsidR="000D3C43" w:rsidRDefault="00C074C2" w:rsidP="00C074C2">
      <w:pPr>
        <w:pStyle w:val="libNormal"/>
      </w:pPr>
      <w:r>
        <w:t>Moreover, there are episodes recorded in Ibn Sa’d's al</w:t>
      </w:r>
      <w:r w:rsidR="008E1963">
        <w:t>-</w:t>
      </w:r>
      <w:r>
        <w:t>Tabaqat, iii, 585 and Ibn ‘Abd al</w:t>
      </w:r>
      <w:r w:rsidR="008E1963">
        <w:t>-</w:t>
      </w:r>
      <w:r>
        <w:t>Barr's al</w:t>
      </w:r>
      <w:r w:rsidR="008E1963">
        <w:t>-</w:t>
      </w:r>
      <w:r>
        <w:t>Isti’ab, iii, 1404 which indicate that Mu’adh did not possess the kind of competence claimed for him in the above tradition.</w:t>
      </w:r>
    </w:p>
    <w:p w:rsidR="00C074C2" w:rsidRDefault="00C074C2" w:rsidP="00941CD7">
      <w:pPr>
        <w:pStyle w:val="Heading2Center"/>
      </w:pPr>
      <w:bookmarkStart w:id="434" w:name="_Toc484431858"/>
      <w:r>
        <w:t>Tradition n.6</w:t>
      </w:r>
      <w:bookmarkEnd w:id="434"/>
    </w:p>
    <w:p w:rsidR="000D3C43" w:rsidRDefault="00C074C2" w:rsidP="00C074C2">
      <w:pPr>
        <w:pStyle w:val="libNormal"/>
      </w:pPr>
      <w:r>
        <w:t>Shah ‘Abd al</w:t>
      </w:r>
      <w:r w:rsidR="008E1963">
        <w:t>-</w:t>
      </w:r>
      <w:r>
        <w:t>Aziz advances another tradition ascribed to the Prophet (S) in this context for which he claims a degree of prevalence (shuhrah) nearing tawatur:</w:t>
      </w:r>
    </w:p>
    <w:p w:rsidR="00C074C2" w:rsidRDefault="00C074C2" w:rsidP="00494A3E">
      <w:pPr>
        <w:pStyle w:val="libAr"/>
      </w:pPr>
      <w:r w:rsidRPr="00494A3E">
        <w:rPr>
          <w:rtl/>
        </w:rPr>
        <w:t>اقتدوا بالذين من بعدي أبي بكر وعمر</w:t>
      </w:r>
      <w:r>
        <w:t>.</w:t>
      </w:r>
    </w:p>
    <w:p w:rsidR="000D3C43" w:rsidRDefault="00C074C2" w:rsidP="00C074C2">
      <w:pPr>
        <w:pStyle w:val="libNormal"/>
      </w:pPr>
      <w:r>
        <w:t>Follow those who will come after me, Abu Bakr and ‘Umar.</w:t>
      </w:r>
    </w:p>
    <w:p w:rsidR="000D3C43" w:rsidRDefault="00C074C2" w:rsidP="00C074C2">
      <w:pPr>
        <w:pStyle w:val="libNormal"/>
      </w:pPr>
      <w:r>
        <w:t>Hamid Husayn points out that the claim of shuhrah is untenable and that a number of Sunni authorities have found fault with it or considered it as baseless, such as:</w:t>
      </w:r>
    </w:p>
    <w:p w:rsidR="000D3C43" w:rsidRDefault="00C074C2" w:rsidP="00C074C2">
      <w:pPr>
        <w:pStyle w:val="libNormal"/>
      </w:pPr>
      <w:r>
        <w:t>• Abu Hatim al</w:t>
      </w:r>
      <w:r w:rsidR="008E1963">
        <w:t>-</w:t>
      </w:r>
      <w:r>
        <w:t>Razi, al</w:t>
      </w:r>
      <w:r w:rsidR="008E1963">
        <w:t>-</w:t>
      </w:r>
      <w:r>
        <w:t>Bazzaz and Ibn Hazm as mentioned in Fath al</w:t>
      </w:r>
      <w:r w:rsidR="008E1963">
        <w:t>-</w:t>
      </w:r>
      <w:r>
        <w:t>Qadir fi sharh al</w:t>
      </w:r>
      <w:r w:rsidR="008E1963">
        <w:t>-</w:t>
      </w:r>
      <w:r>
        <w:t>Jami’ al</w:t>
      </w:r>
      <w:r w:rsidR="008E1963">
        <w:t>-</w:t>
      </w:r>
      <w:r>
        <w:t>saghir, ii, 52;</w:t>
      </w:r>
    </w:p>
    <w:p w:rsidR="000D3C43" w:rsidRDefault="00C074C2" w:rsidP="00C074C2">
      <w:pPr>
        <w:pStyle w:val="libNormal"/>
      </w:pPr>
      <w:r>
        <w:t>• al</w:t>
      </w:r>
      <w:r w:rsidR="008E1963">
        <w:t>-</w:t>
      </w:r>
      <w:r>
        <w:t>Tirmidhi, Sahih, v, 672;</w:t>
      </w:r>
    </w:p>
    <w:p w:rsidR="000D3C43" w:rsidRDefault="00C074C2" w:rsidP="00C074C2">
      <w:pPr>
        <w:pStyle w:val="libNormal"/>
      </w:pPr>
      <w:r>
        <w:t>• al</w:t>
      </w:r>
      <w:r w:rsidR="008E1963">
        <w:t>-</w:t>
      </w:r>
      <w:r>
        <w:t>’Uqayli, al</w:t>
      </w:r>
      <w:r w:rsidR="008E1963">
        <w:t>-</w:t>
      </w:r>
      <w:r>
        <w:t>Du’afa';</w:t>
      </w:r>
    </w:p>
    <w:p w:rsidR="000D3C43" w:rsidRDefault="00C074C2" w:rsidP="00C074C2">
      <w:pPr>
        <w:pStyle w:val="libNormal"/>
      </w:pPr>
      <w:r>
        <w:t>• al</w:t>
      </w:r>
      <w:r w:rsidR="008E1963">
        <w:t>-</w:t>
      </w:r>
      <w:r>
        <w:t>Naqqash, as mentioned in Mizan al</w:t>
      </w:r>
      <w:r w:rsidR="008E1963">
        <w:t>-</w:t>
      </w:r>
      <w:r>
        <w:t>i’tidal, i, 142;</w:t>
      </w:r>
    </w:p>
    <w:p w:rsidR="000D3C43" w:rsidRDefault="00C074C2" w:rsidP="00C074C2">
      <w:pPr>
        <w:pStyle w:val="libNormal"/>
      </w:pPr>
      <w:r>
        <w:t>• al</w:t>
      </w:r>
      <w:r w:rsidR="008E1963">
        <w:t>-</w:t>
      </w:r>
      <w:r>
        <w:t>Darqutni, as mentioned in Lisan al</w:t>
      </w:r>
      <w:r w:rsidR="008E1963">
        <w:t>-</w:t>
      </w:r>
      <w:r>
        <w:t>mizan, v, 237;</w:t>
      </w:r>
    </w:p>
    <w:p w:rsidR="000D3C43" w:rsidRDefault="00C074C2" w:rsidP="00C074C2">
      <w:pPr>
        <w:pStyle w:val="libNormal"/>
      </w:pPr>
      <w:r>
        <w:t>• al</w:t>
      </w:r>
      <w:r w:rsidR="008E1963">
        <w:t>-</w:t>
      </w:r>
      <w:r>
        <w:t>’Ibri al</w:t>
      </w:r>
      <w:r w:rsidR="008E1963">
        <w:t>-</w:t>
      </w:r>
      <w:r>
        <w:t>Farghani in Sharh al</w:t>
      </w:r>
      <w:r w:rsidR="008E1963">
        <w:t>-</w:t>
      </w:r>
      <w:r>
        <w:t>­Minhaj, MS;</w:t>
      </w:r>
    </w:p>
    <w:p w:rsidR="000D3C43" w:rsidRDefault="00C074C2" w:rsidP="00C074C2">
      <w:pPr>
        <w:pStyle w:val="libNormal"/>
      </w:pPr>
      <w:r>
        <w:t>• al</w:t>
      </w:r>
      <w:r w:rsidR="008E1963">
        <w:t>-</w:t>
      </w:r>
      <w:r>
        <w:t>Dhahabi, Mizan al</w:t>
      </w:r>
      <w:r w:rsidR="008E1963">
        <w:t>-</w:t>
      </w:r>
      <w:r>
        <w:t>i’tidal, i, 105;</w:t>
      </w:r>
    </w:p>
    <w:p w:rsidR="000D3C43" w:rsidRDefault="00C074C2" w:rsidP="00C074C2">
      <w:pPr>
        <w:pStyle w:val="libNormal"/>
      </w:pPr>
      <w:r>
        <w:t>• Ibn Hajar al</w:t>
      </w:r>
      <w:r w:rsidR="008E1963">
        <w:t>-</w:t>
      </w:r>
      <w:r>
        <w:t>Asqalani, Lisan al</w:t>
      </w:r>
      <w:r w:rsidR="008E1963">
        <w:t>-</w:t>
      </w:r>
      <w:r>
        <w:t>­mizan, i, 188, 272, v, 237; and</w:t>
      </w:r>
    </w:p>
    <w:p w:rsidR="000D3C43" w:rsidRDefault="00C074C2" w:rsidP="00C074C2">
      <w:pPr>
        <w:pStyle w:val="libNormal"/>
      </w:pPr>
      <w:r>
        <w:t>• Shaykh al</w:t>
      </w:r>
      <w:r w:rsidR="008E1963">
        <w:t>-</w:t>
      </w:r>
      <w:r>
        <w:t>Islam al</w:t>
      </w:r>
      <w:r w:rsidR="008E1963">
        <w:t>-</w:t>
      </w:r>
      <w:r>
        <w:t>Harawi, al</w:t>
      </w:r>
      <w:r w:rsidR="008E1963">
        <w:t>-</w:t>
      </w:r>
      <w:r>
        <w:t>Durr al</w:t>
      </w:r>
      <w:r w:rsidR="008E1963">
        <w:t>-</w:t>
      </w:r>
      <w:r>
        <w:t>­nadid, 97.</w:t>
      </w:r>
    </w:p>
    <w:p w:rsidR="000D3C43" w:rsidRDefault="00C074C2" w:rsidP="00C074C2">
      <w:pPr>
        <w:pStyle w:val="libNormal"/>
      </w:pPr>
      <w:r>
        <w:t>Ibrahim ibn Isma’il, Isma’il ibn Yahya, Yahya ibn Salamah ibn Kuhayl and Abu al</w:t>
      </w:r>
      <w:r w:rsidR="008E1963">
        <w:t>-</w:t>
      </w:r>
      <w:r>
        <w:t>­Za’ra', who have transmitted it have been considered unreliable transmitters by Abu Zur’ah, Abu Hatim, Ibn Numayr, al</w:t>
      </w:r>
      <w:r w:rsidR="008E1963">
        <w:t>-</w:t>
      </w:r>
      <w:r>
        <w:t>Darqutni, al</w:t>
      </w:r>
      <w:r w:rsidR="008E1963">
        <w:t>-</w:t>
      </w:r>
      <w:r>
        <w:t>Bukhari, al</w:t>
      </w:r>
      <w:r w:rsidR="008E1963">
        <w:t>-</w:t>
      </w:r>
      <w:r>
        <w:t>Nasa'i, Ibn Mu’in, Ibn Hibban, al</w:t>
      </w:r>
      <w:r w:rsidR="008E1963">
        <w:t>-</w:t>
      </w:r>
      <w:r>
        <w:t>Tirmidhi and others.</w:t>
      </w:r>
    </w:p>
    <w:p w:rsidR="000D3C43" w:rsidRDefault="00C074C2" w:rsidP="00C074C2">
      <w:pPr>
        <w:pStyle w:val="libNormal"/>
      </w:pPr>
      <w:r>
        <w:t>The narrations cited above are advanced by Shah ‘Abd al</w:t>
      </w:r>
      <w:r w:rsidR="008E1963">
        <w:t>-</w:t>
      </w:r>
      <w:r>
        <w:t>Aziz to make the point that if Hadith al</w:t>
      </w:r>
      <w:r w:rsidR="008E1963">
        <w:t>-</w:t>
      </w:r>
      <w:r>
        <w:t>Thaqalayn be considered as signifying the imamah of the Imams of the Ahlul Bayt (A) then these traditions must also be construed as signifying the imamah of al</w:t>
      </w:r>
      <w:r w:rsidR="008E1963">
        <w:t>-</w:t>
      </w:r>
      <w:r>
        <w:t>Humayra', ‘Ammar, Ibn Mas’ud, Mu’adh ibn Jabal, Abu Bakr and ‘Umar. Sayyid Hamid Husayn points out that such a conclusion would follow if the traditions advanced were authentic.</w:t>
      </w:r>
    </w:p>
    <w:p w:rsidR="000D3C43" w:rsidRDefault="00C074C2" w:rsidP="00C074C2">
      <w:pPr>
        <w:pStyle w:val="libNormal"/>
      </w:pPr>
      <w:r>
        <w:t>But as established, in the ‘Abaqat, all of them are weak and unreliable ahad, which have no weight in comparison with Hadith al</w:t>
      </w:r>
      <w:r w:rsidR="008E1963">
        <w:t>-</w:t>
      </w:r>
      <w:r>
        <w:t>Thaqalayn, which is a mutawatir tradition narrated widely by the leading traditionists and scholars of the Ummah from the Shi’ah and the Ahl al</w:t>
      </w:r>
      <w:r w:rsidR="008E1963">
        <w:t>-</w:t>
      </w:r>
      <w:r>
        <w:t>Sunnah.</w:t>
      </w:r>
    </w:p>
    <w:p w:rsidR="00C074C2" w:rsidRDefault="00C074C2" w:rsidP="00941CD7">
      <w:pPr>
        <w:pStyle w:val="Heading2Center"/>
      </w:pPr>
      <w:bookmarkStart w:id="435" w:name="_Toc484431859"/>
      <w:r>
        <w:lastRenderedPageBreak/>
        <w:t>Tradition n.7</w:t>
      </w:r>
      <w:bookmarkEnd w:id="435"/>
    </w:p>
    <w:p w:rsidR="000D3C43" w:rsidRDefault="00C074C2" w:rsidP="00C074C2">
      <w:pPr>
        <w:pStyle w:val="libNormal"/>
      </w:pPr>
      <w:r>
        <w:t>Shah ‘Abd al</w:t>
      </w:r>
      <w:r w:rsidR="008E1963">
        <w:t>-</w:t>
      </w:r>
      <w:r>
        <w:t>Aziz cites another narration known as Hadith al</w:t>
      </w:r>
      <w:r w:rsidR="008E1963">
        <w:t>-</w:t>
      </w:r>
      <w:r>
        <w:t>­Nujum ascribed to the Prophet (S) in support of his argument:</w:t>
      </w:r>
    </w:p>
    <w:p w:rsidR="00C074C2" w:rsidRDefault="00C074C2" w:rsidP="00494A3E">
      <w:pPr>
        <w:pStyle w:val="libAr"/>
      </w:pPr>
      <w:r w:rsidRPr="00494A3E">
        <w:rPr>
          <w:rtl/>
        </w:rPr>
        <w:t>إن أصحابي بمنزلة النجوم في السماء, فأيها أخذتم به اهتديتم, و اختلاف أصحابي لكم رحمة</w:t>
      </w:r>
      <w:r>
        <w:t>.</w:t>
      </w:r>
    </w:p>
    <w:p w:rsidR="000D3C43" w:rsidRDefault="00C074C2" w:rsidP="00C074C2">
      <w:pPr>
        <w:pStyle w:val="libNormal"/>
      </w:pPr>
      <w:r>
        <w:t>Verily, my Companions are like the stars (nujum) in the sky; whichever of them you follow, you shall be guided rightly. The disagreement of my Companions is a blessing for you.</w:t>
      </w:r>
    </w:p>
    <w:p w:rsidR="000D3C43" w:rsidRDefault="00C074C2" w:rsidP="00C074C2">
      <w:pPr>
        <w:pStyle w:val="libNormal"/>
      </w:pPr>
      <w:r>
        <w:t>Among Sunni authorities those who have considered this tradition as unreliable are:</w:t>
      </w:r>
    </w:p>
    <w:p w:rsidR="000D3C43" w:rsidRDefault="00C074C2" w:rsidP="00C074C2">
      <w:pPr>
        <w:pStyle w:val="libNormal"/>
      </w:pPr>
      <w:r>
        <w:t>• Ahmad ibn Hanbal, as quoted in al</w:t>
      </w:r>
      <w:r w:rsidR="008E1963">
        <w:t>-</w:t>
      </w:r>
      <w:r>
        <w:t>Taqrir wa al</w:t>
      </w:r>
      <w:r w:rsidR="008E1963">
        <w:t>-</w:t>
      </w:r>
      <w:r>
        <w:t>tahbir, iii, 99;</w:t>
      </w:r>
    </w:p>
    <w:p w:rsidR="000D3C43" w:rsidRDefault="00C074C2" w:rsidP="00C074C2">
      <w:pPr>
        <w:pStyle w:val="libNormal"/>
      </w:pPr>
      <w:r>
        <w:t>• al</w:t>
      </w:r>
      <w:r w:rsidR="008E1963">
        <w:t>-</w:t>
      </w:r>
      <w:r>
        <w:t>Mizzi, as quoted in Jami’ bayan al</w:t>
      </w:r>
      <w:r w:rsidR="008E1963">
        <w:t>-</w:t>
      </w:r>
      <w:r>
        <w:t>’ilm, ii, 89</w:t>
      </w:r>
      <w:r w:rsidR="008E1963">
        <w:t>-</w:t>
      </w:r>
      <w:r>
        <w:t>90;</w:t>
      </w:r>
    </w:p>
    <w:p w:rsidR="000D3C43" w:rsidRDefault="00C074C2" w:rsidP="00C074C2">
      <w:pPr>
        <w:pStyle w:val="libNormal"/>
      </w:pPr>
      <w:r>
        <w:t>• al</w:t>
      </w:r>
      <w:r w:rsidR="008E1963">
        <w:t>-</w:t>
      </w:r>
      <w:r>
        <w:t>Bazzaz, as quoted in Jami’ bayan al</w:t>
      </w:r>
      <w:r w:rsidR="008E1963">
        <w:t>-</w:t>
      </w:r>
      <w:r>
        <w:t>’ilm, ii, 90;</w:t>
      </w:r>
    </w:p>
    <w:p w:rsidR="000D3C43" w:rsidRDefault="00C074C2" w:rsidP="00C074C2">
      <w:pPr>
        <w:pStyle w:val="libNormal"/>
      </w:pPr>
      <w:r>
        <w:t>• Ibn al</w:t>
      </w:r>
      <w:r w:rsidR="008E1963">
        <w:t>-</w:t>
      </w:r>
      <w:r>
        <w:t>Qattan, in al</w:t>
      </w:r>
      <w:r w:rsidR="008E1963">
        <w:t>-</w:t>
      </w:r>
      <w:r>
        <w:t>Kamil;</w:t>
      </w:r>
    </w:p>
    <w:p w:rsidR="000D3C43" w:rsidRDefault="00C074C2" w:rsidP="00C074C2">
      <w:pPr>
        <w:pStyle w:val="libNormal"/>
      </w:pPr>
      <w:r>
        <w:t>• al</w:t>
      </w:r>
      <w:r w:rsidR="008E1963">
        <w:t>-</w:t>
      </w:r>
      <w:r>
        <w:t>Darqutni, as quoted in Lisan al</w:t>
      </w:r>
      <w:r w:rsidR="008E1963">
        <w:t>-</w:t>
      </w:r>
      <w:r>
        <w:t>mizan, ii, 137;</w:t>
      </w:r>
    </w:p>
    <w:p w:rsidR="000D3C43" w:rsidRDefault="00C074C2" w:rsidP="00C074C2">
      <w:pPr>
        <w:pStyle w:val="libNormal"/>
      </w:pPr>
      <w:r>
        <w:t>• Ibn Hazm, as quoted in al</w:t>
      </w:r>
      <w:r w:rsidR="008E1963">
        <w:t>-</w:t>
      </w:r>
      <w:r>
        <w:t>Bahr al</w:t>
      </w:r>
      <w:r w:rsidR="008E1963">
        <w:t>-</w:t>
      </w:r>
      <w:r>
        <w:t>muhit, v, 528;</w:t>
      </w:r>
    </w:p>
    <w:p w:rsidR="000D3C43" w:rsidRDefault="00C074C2" w:rsidP="00C074C2">
      <w:pPr>
        <w:pStyle w:val="libNormal"/>
      </w:pPr>
      <w:r>
        <w:t>• al</w:t>
      </w:r>
      <w:r w:rsidR="008E1963">
        <w:t>-</w:t>
      </w:r>
      <w:r>
        <w:t>Bayhaqi, as quoted in al</w:t>
      </w:r>
      <w:r w:rsidR="008E1963">
        <w:t>-</w:t>
      </w:r>
      <w:r>
        <w:t>Hafiz al</w:t>
      </w:r>
      <w:r w:rsidR="008E1963">
        <w:t>-</w:t>
      </w:r>
      <w:r>
        <w:t>’Iraqi, Takhrij ahadith al</w:t>
      </w:r>
      <w:r w:rsidR="008E1963">
        <w:t>-</w:t>
      </w:r>
      <w:r>
        <w:t>­Minhaj, MS.;</w:t>
      </w:r>
    </w:p>
    <w:p w:rsidR="000D3C43" w:rsidRDefault="00C074C2" w:rsidP="00C074C2">
      <w:pPr>
        <w:pStyle w:val="libNormal"/>
      </w:pPr>
      <w:r>
        <w:t>• Ibn ‘Abd al</w:t>
      </w:r>
      <w:r w:rsidR="008E1963">
        <w:t>-</w:t>
      </w:r>
      <w:r>
        <w:t>Barr in Jami’ bayan al</w:t>
      </w:r>
      <w:r w:rsidR="008E1963">
        <w:t>-</w:t>
      </w:r>
      <w:r>
        <w:t>’ilm, ii, 90</w:t>
      </w:r>
      <w:r w:rsidR="008E1963">
        <w:t>-</w:t>
      </w:r>
      <w:r>
        <w:t>91;</w:t>
      </w:r>
    </w:p>
    <w:p w:rsidR="000D3C43" w:rsidRDefault="00C074C2" w:rsidP="00C074C2">
      <w:pPr>
        <w:pStyle w:val="libNormal"/>
      </w:pPr>
      <w:r>
        <w:t>• Ibn ‘Asakir as quoted in Fayd al</w:t>
      </w:r>
      <w:r w:rsidR="008E1963">
        <w:t>-</w:t>
      </w:r>
      <w:r>
        <w:t>Qadir, iv, 76;</w:t>
      </w:r>
    </w:p>
    <w:p w:rsidR="000D3C43" w:rsidRDefault="00C074C2" w:rsidP="00C074C2">
      <w:pPr>
        <w:pStyle w:val="libNormal"/>
      </w:pPr>
      <w:r>
        <w:t>• Ibn al</w:t>
      </w:r>
      <w:r w:rsidR="008E1963">
        <w:t>-</w:t>
      </w:r>
      <w:r>
        <w:t>Jawzi, in al</w:t>
      </w:r>
      <w:r w:rsidR="008E1963">
        <w:t>-</w:t>
      </w:r>
      <w:r>
        <w:t>’Ilal al</w:t>
      </w:r>
      <w:r w:rsidR="008E1963">
        <w:t>-</w:t>
      </w:r>
      <w:r>
        <w:t>mutanahiyah fi al</w:t>
      </w:r>
      <w:r w:rsidR="008E1963">
        <w:t>-</w:t>
      </w:r>
      <w:r>
        <w:t>ahadith al</w:t>
      </w:r>
      <w:r w:rsidR="008E1963">
        <w:t>-</w:t>
      </w:r>
      <w:r>
        <w:t>­wahiyah, MS.;</w:t>
      </w:r>
    </w:p>
    <w:p w:rsidR="000D3C43" w:rsidRDefault="00C074C2" w:rsidP="00C074C2">
      <w:pPr>
        <w:pStyle w:val="libNormal"/>
      </w:pPr>
      <w:r>
        <w:t>• Ibn Dahiyyah as quoted in Ta’liq Takhrij ahadith al</w:t>
      </w:r>
      <w:r w:rsidR="008E1963">
        <w:t>-</w:t>
      </w:r>
      <w:r>
        <w:t>­Minhaj, MS.;</w:t>
      </w:r>
    </w:p>
    <w:p w:rsidR="000D3C43" w:rsidRDefault="00C074C2" w:rsidP="00C074C2">
      <w:pPr>
        <w:pStyle w:val="libNormal"/>
      </w:pPr>
      <w:r>
        <w:t>• Abu Hayyan al</w:t>
      </w:r>
      <w:r w:rsidR="008E1963">
        <w:t>-</w:t>
      </w:r>
      <w:r>
        <w:t>Andlusi, in al</w:t>
      </w:r>
      <w:r w:rsidR="008E1963">
        <w:t>-</w:t>
      </w:r>
      <w:r>
        <w:t>Durr al</w:t>
      </w:r>
      <w:r w:rsidR="008E1963">
        <w:t>-</w:t>
      </w:r>
      <w:r>
        <w:t>laqit min al</w:t>
      </w:r>
      <w:r w:rsidR="008E1963">
        <w:t>-</w:t>
      </w:r>
      <w:r>
        <w:t>Bahr al</w:t>
      </w:r>
      <w:r w:rsidR="008E1963">
        <w:t>-</w:t>
      </w:r>
      <w:r>
        <w:t>­muhit published with al</w:t>
      </w:r>
      <w:r w:rsidR="008E1963">
        <w:t>-</w:t>
      </w:r>
      <w:r>
        <w:t>Bahr al</w:t>
      </w:r>
      <w:r w:rsidR="008E1963">
        <w:t>-</w:t>
      </w:r>
      <w:r>
        <w:t>muhit, v, 527</w:t>
      </w:r>
      <w:r w:rsidR="008E1963">
        <w:t>-</w:t>
      </w:r>
      <w:r>
        <w:t>528;</w:t>
      </w:r>
    </w:p>
    <w:p w:rsidR="000D3C43" w:rsidRDefault="00C074C2" w:rsidP="00C074C2">
      <w:pPr>
        <w:pStyle w:val="libNormal"/>
      </w:pPr>
      <w:r>
        <w:t>• al</w:t>
      </w:r>
      <w:r w:rsidR="008E1963">
        <w:t>-</w:t>
      </w:r>
      <w:r>
        <w:t>Dhahabi in Mizan al</w:t>
      </w:r>
      <w:r w:rsidR="008E1963">
        <w:t>-</w:t>
      </w:r>
      <w:r>
        <w:t>i’tidal, i, 413, ii, 102, ii, 605;</w:t>
      </w:r>
    </w:p>
    <w:p w:rsidR="000D3C43" w:rsidRDefault="00C074C2" w:rsidP="00C074C2">
      <w:pPr>
        <w:pStyle w:val="libNormal"/>
      </w:pPr>
      <w:r>
        <w:t>• Ibn Qayyim al</w:t>
      </w:r>
      <w:r w:rsidR="008E1963">
        <w:t>-</w:t>
      </w:r>
      <w:r>
        <w:t>Jawziyyah in I’lam al</w:t>
      </w:r>
      <w:r w:rsidR="008E1963">
        <w:t>-</w:t>
      </w:r>
      <w:r>
        <w:t>muqi’in, ii, 223;</w:t>
      </w:r>
    </w:p>
    <w:p w:rsidR="000D3C43" w:rsidRDefault="00C074C2" w:rsidP="00C074C2">
      <w:pPr>
        <w:pStyle w:val="libNormal"/>
      </w:pPr>
      <w:r>
        <w:t>• Zayn al</w:t>
      </w:r>
      <w:r w:rsidR="008E1963">
        <w:t>-</w:t>
      </w:r>
      <w:r>
        <w:t>Din al</w:t>
      </w:r>
      <w:r w:rsidR="008E1963">
        <w:t>-</w:t>
      </w:r>
      <w:r>
        <w:t>’Iraqi, in Takhrij ahadith al</w:t>
      </w:r>
      <w:r w:rsidR="008E1963">
        <w:t>-</w:t>
      </w:r>
      <w:r>
        <w:t>Minhaj, MS.;</w:t>
      </w:r>
    </w:p>
    <w:p w:rsidR="000D3C43" w:rsidRDefault="00C074C2" w:rsidP="00C074C2">
      <w:pPr>
        <w:pStyle w:val="libNormal"/>
      </w:pPr>
      <w:r>
        <w:t>• Ibn Hajar al</w:t>
      </w:r>
      <w:r w:rsidR="008E1963">
        <w:t>-</w:t>
      </w:r>
      <w:r>
        <w:t>Asqalani, in Talkhis al</w:t>
      </w:r>
      <w:r w:rsidR="008E1963">
        <w:t>-</w:t>
      </w:r>
      <w:r>
        <w:t>Khabir, iv, 190</w:t>
      </w:r>
      <w:r w:rsidR="008E1963">
        <w:t>-</w:t>
      </w:r>
      <w:r>
        <w:t>191;</w:t>
      </w:r>
    </w:p>
    <w:p w:rsidR="000D3C43" w:rsidRDefault="00C074C2" w:rsidP="00C074C2">
      <w:pPr>
        <w:pStyle w:val="libNormal"/>
      </w:pPr>
      <w:r>
        <w:t>• Ibn al</w:t>
      </w:r>
      <w:r w:rsidR="008E1963">
        <w:t>-</w:t>
      </w:r>
      <w:r>
        <w:t>Humam in al</w:t>
      </w:r>
      <w:r w:rsidR="008E1963">
        <w:t>-</w:t>
      </w:r>
      <w:r>
        <w:t>Tahrir bi Sharh Ibn Amir al</w:t>
      </w:r>
      <w:r w:rsidR="008E1963">
        <w:t>-</w:t>
      </w:r>
      <w:r>
        <w:t>Hajj, iii, 99;</w:t>
      </w:r>
    </w:p>
    <w:p w:rsidR="000D3C43" w:rsidRDefault="00C074C2" w:rsidP="00C074C2">
      <w:pPr>
        <w:pStyle w:val="libNormal"/>
      </w:pPr>
      <w:r>
        <w:t>• Ibn Amir al</w:t>
      </w:r>
      <w:r w:rsidR="008E1963">
        <w:t>-</w:t>
      </w:r>
      <w:r>
        <w:t>Hajj, al</w:t>
      </w:r>
      <w:r w:rsidR="008E1963">
        <w:t>-</w:t>
      </w:r>
      <w:r>
        <w:t>Taqrir wa al</w:t>
      </w:r>
      <w:r w:rsidR="008E1963">
        <w:t>-</w:t>
      </w:r>
      <w:r>
        <w:t>tahrir, iii, 99;</w:t>
      </w:r>
    </w:p>
    <w:p w:rsidR="000D3C43" w:rsidRDefault="00C074C2" w:rsidP="00C074C2">
      <w:pPr>
        <w:pStyle w:val="libNormal"/>
      </w:pPr>
      <w:r>
        <w:t>• al</w:t>
      </w:r>
      <w:r w:rsidR="008E1963">
        <w:t>-</w:t>
      </w:r>
      <w:r>
        <w:t>Sakhawi in al</w:t>
      </w:r>
      <w:r w:rsidR="008E1963">
        <w:t>-</w:t>
      </w:r>
      <w:r>
        <w:t>Maqasid al</w:t>
      </w:r>
      <w:r w:rsidR="008E1963">
        <w:t>-</w:t>
      </w:r>
      <w:r>
        <w:t>hasanah, 26</w:t>
      </w:r>
      <w:r w:rsidR="008E1963">
        <w:t>-</w:t>
      </w:r>
      <w:r>
        <w:t>27;</w:t>
      </w:r>
    </w:p>
    <w:p w:rsidR="000D3C43" w:rsidRDefault="00C074C2" w:rsidP="00C074C2">
      <w:pPr>
        <w:pStyle w:val="libNormal"/>
      </w:pPr>
      <w:r>
        <w:t>• Ibn Abi Sharif, as mentioned in Fayd al</w:t>
      </w:r>
      <w:r w:rsidR="008E1963">
        <w:t>-</w:t>
      </w:r>
      <w:r>
        <w:t>Qadir, iv, 76;</w:t>
      </w:r>
    </w:p>
    <w:p w:rsidR="000D3C43" w:rsidRDefault="00C074C2" w:rsidP="00C074C2">
      <w:pPr>
        <w:pStyle w:val="libNormal"/>
      </w:pPr>
      <w:r>
        <w:t>• al</w:t>
      </w:r>
      <w:r w:rsidR="008E1963">
        <w:t>-</w:t>
      </w:r>
      <w:r>
        <w:t>Suyuti, Itmam al</w:t>
      </w:r>
      <w:r w:rsidR="008E1963">
        <w:t>-</w:t>
      </w:r>
      <w:r>
        <w:t>dirayah and al</w:t>
      </w:r>
      <w:r w:rsidR="008E1963">
        <w:t>-</w:t>
      </w:r>
      <w:r>
        <w:t>Jami’ al</w:t>
      </w:r>
      <w:r w:rsidR="008E1963">
        <w:t>-</w:t>
      </w:r>
      <w:r>
        <w:t>saghir, iv, 76;</w:t>
      </w:r>
    </w:p>
    <w:p w:rsidR="000D3C43" w:rsidRDefault="00C074C2" w:rsidP="00C074C2">
      <w:pPr>
        <w:pStyle w:val="libNormal"/>
      </w:pPr>
      <w:r>
        <w:t>• al</w:t>
      </w:r>
      <w:r w:rsidR="008E1963">
        <w:t>-</w:t>
      </w:r>
      <w:r>
        <w:t>Muttaqi al</w:t>
      </w:r>
      <w:r w:rsidR="008E1963">
        <w:t>-</w:t>
      </w:r>
      <w:r>
        <w:t>Hindi, Kanz al</w:t>
      </w:r>
      <w:r w:rsidR="008E1963">
        <w:t>-</w:t>
      </w:r>
      <w:r>
        <w:t>’ummal, vi, 133;</w:t>
      </w:r>
    </w:p>
    <w:p w:rsidR="000D3C43" w:rsidRDefault="00C074C2" w:rsidP="00C074C2">
      <w:pPr>
        <w:pStyle w:val="libNormal"/>
      </w:pPr>
      <w:r>
        <w:t>• al</w:t>
      </w:r>
      <w:r w:rsidR="008E1963">
        <w:t>-</w:t>
      </w:r>
      <w:r>
        <w:t>Qari, al</w:t>
      </w:r>
      <w:r w:rsidR="008E1963">
        <w:t>-</w:t>
      </w:r>
      <w:r>
        <w:t>Mirqat, v, 523;</w:t>
      </w:r>
    </w:p>
    <w:p w:rsidR="000D3C43" w:rsidRDefault="00C074C2" w:rsidP="00C074C2">
      <w:pPr>
        <w:pStyle w:val="libNormal"/>
      </w:pPr>
      <w:r>
        <w:t>• al</w:t>
      </w:r>
      <w:r w:rsidR="008E1963">
        <w:t>-</w:t>
      </w:r>
      <w:r>
        <w:t>Munawi, al</w:t>
      </w:r>
      <w:r w:rsidR="008E1963">
        <w:t>-</w:t>
      </w:r>
      <w:r>
        <w:t>Taysir fi sharh al</w:t>
      </w:r>
      <w:r w:rsidR="008E1963">
        <w:t>-</w:t>
      </w:r>
      <w:r>
        <w:t>Jami’ al</w:t>
      </w:r>
      <w:r w:rsidR="008E1963">
        <w:t>-</w:t>
      </w:r>
      <w:r>
        <w:t>saghir, ii, 48 and Fayd al</w:t>
      </w:r>
      <w:r w:rsidR="008E1963">
        <w:t>-</w:t>
      </w:r>
      <w:r>
        <w:t>Qadir, iv, 76;</w:t>
      </w:r>
    </w:p>
    <w:p w:rsidR="000D3C43" w:rsidRDefault="00C074C2" w:rsidP="00C074C2">
      <w:pPr>
        <w:pStyle w:val="libNormal"/>
      </w:pPr>
      <w:r>
        <w:t>• al</w:t>
      </w:r>
      <w:r w:rsidR="008E1963">
        <w:t>-</w:t>
      </w:r>
      <w:r>
        <w:t>Khafaji, in Nasim al</w:t>
      </w:r>
      <w:r w:rsidR="008E1963">
        <w:t>-</w:t>
      </w:r>
      <w:r>
        <w:t>riyad (sharh of al</w:t>
      </w:r>
      <w:r w:rsidR="008E1963">
        <w:t>-</w:t>
      </w:r>
      <w:r>
        <w:t>Shifa'), iv, 323</w:t>
      </w:r>
      <w:r w:rsidR="008E1963">
        <w:t>-</w:t>
      </w:r>
      <w:r>
        <w:t>324;</w:t>
      </w:r>
    </w:p>
    <w:p w:rsidR="000D3C43" w:rsidRDefault="00C074C2" w:rsidP="00C074C2">
      <w:pPr>
        <w:pStyle w:val="libNormal"/>
      </w:pPr>
      <w:r>
        <w:t>• al</w:t>
      </w:r>
      <w:r w:rsidR="008E1963">
        <w:t>-</w:t>
      </w:r>
      <w:r>
        <w:t>Sindi, Dirasat al</w:t>
      </w:r>
      <w:r w:rsidR="008E1963">
        <w:t>-</w:t>
      </w:r>
      <w:r>
        <w:t>labib fi al</w:t>
      </w:r>
      <w:r w:rsidR="008E1963">
        <w:t>-</w:t>
      </w:r>
      <w:r>
        <w:t>uswat al</w:t>
      </w:r>
      <w:r w:rsidR="008E1963">
        <w:t>-</w:t>
      </w:r>
      <w:r>
        <w:t>Hasanat al</w:t>
      </w:r>
      <w:r w:rsidR="008E1963">
        <w:t>-</w:t>
      </w:r>
      <w:r>
        <w:t>­Habib, 240;</w:t>
      </w:r>
    </w:p>
    <w:p w:rsidR="000D3C43" w:rsidRDefault="00C074C2" w:rsidP="00C074C2">
      <w:pPr>
        <w:pStyle w:val="libNormal"/>
      </w:pPr>
      <w:r>
        <w:t>• al</w:t>
      </w:r>
      <w:r w:rsidR="008E1963">
        <w:t>-</w:t>
      </w:r>
      <w:r>
        <w:t>Qadi Muhibb Allah al</w:t>
      </w:r>
      <w:r w:rsidR="008E1963">
        <w:t>-</w:t>
      </w:r>
      <w:r>
        <w:t>Bihari, in Musallim al</w:t>
      </w:r>
      <w:r w:rsidR="008E1963">
        <w:t>-</w:t>
      </w:r>
      <w:r>
        <w:t>­thubut bi sharh ‘Abd al</w:t>
      </w:r>
      <w:r w:rsidR="008E1963">
        <w:t>-</w:t>
      </w:r>
      <w:r>
        <w:t>Ali, ii, 510;</w:t>
      </w:r>
    </w:p>
    <w:p w:rsidR="000D3C43" w:rsidRDefault="00C074C2" w:rsidP="00C074C2">
      <w:pPr>
        <w:pStyle w:val="libNormal"/>
      </w:pPr>
      <w:r>
        <w:t>• Nizam al</w:t>
      </w:r>
      <w:r w:rsidR="008E1963">
        <w:t>-</w:t>
      </w:r>
      <w:r>
        <w:t>Din al</w:t>
      </w:r>
      <w:r w:rsidR="008E1963">
        <w:t>-</w:t>
      </w:r>
      <w:r>
        <w:t>Sahalawi, al</w:t>
      </w:r>
      <w:r w:rsidR="008E1963">
        <w:t>-</w:t>
      </w:r>
      <w:r>
        <w:t>­Subh al</w:t>
      </w:r>
      <w:r w:rsidR="008E1963">
        <w:t>-</w:t>
      </w:r>
      <w:r>
        <w:t>Sadiq (sharh al</w:t>
      </w:r>
      <w:r w:rsidR="008E1963">
        <w:t>-</w:t>
      </w:r>
      <w:r>
        <w:t>­Manar);</w:t>
      </w:r>
    </w:p>
    <w:p w:rsidR="000D3C43" w:rsidRDefault="00C074C2" w:rsidP="00C074C2">
      <w:pPr>
        <w:pStyle w:val="libNormal"/>
      </w:pPr>
      <w:r>
        <w:t>• Al</w:t>
      </w:r>
      <w:r w:rsidR="008E1963">
        <w:t>-</w:t>
      </w:r>
      <w:r>
        <w:t>­Mawlawi ‘Abd al</w:t>
      </w:r>
      <w:r w:rsidR="008E1963">
        <w:t>-</w:t>
      </w:r>
      <w:r>
        <w:t>Ali, Fawatih al</w:t>
      </w:r>
      <w:r w:rsidR="008E1963">
        <w:t>-</w:t>
      </w:r>
      <w:r>
        <w:t>­rahmut (sharh Musallim al</w:t>
      </w:r>
      <w:r w:rsidR="008E1963">
        <w:t>-</w:t>
      </w:r>
      <w:r>
        <w:t>­thubut), ii, 510;</w:t>
      </w:r>
    </w:p>
    <w:p w:rsidR="000D3C43" w:rsidRDefault="00C074C2" w:rsidP="00C074C2">
      <w:pPr>
        <w:pStyle w:val="libNormal"/>
      </w:pPr>
      <w:r>
        <w:t>• al</w:t>
      </w:r>
      <w:r w:rsidR="008E1963">
        <w:t>-</w:t>
      </w:r>
      <w:r>
        <w:t>Shawkani, in Irshad al</w:t>
      </w:r>
      <w:r w:rsidR="008E1963">
        <w:t>-</w:t>
      </w:r>
      <w:r>
        <w:t>­fuhul, 83;</w:t>
      </w:r>
    </w:p>
    <w:p w:rsidR="000D3C43" w:rsidRDefault="00C074C2" w:rsidP="00C074C2">
      <w:pPr>
        <w:pStyle w:val="libNormal"/>
      </w:pPr>
      <w:r>
        <w:t>• Wali Allah ibn Habib Allah al</w:t>
      </w:r>
      <w:r w:rsidR="008E1963">
        <w:t>-</w:t>
      </w:r>
      <w:r>
        <w:t>Lakhnowi in Sharh Musallim al</w:t>
      </w:r>
      <w:r w:rsidR="008E1963">
        <w:t>-</w:t>
      </w:r>
      <w:r>
        <w:t>­thubut; and</w:t>
      </w:r>
    </w:p>
    <w:p w:rsidR="000D3C43" w:rsidRDefault="00C074C2" w:rsidP="00C074C2">
      <w:pPr>
        <w:pStyle w:val="libNormal"/>
      </w:pPr>
      <w:r>
        <w:lastRenderedPageBreak/>
        <w:t>• Siddiq Hasan Khan al</w:t>
      </w:r>
      <w:r w:rsidR="008E1963">
        <w:t>-</w:t>
      </w:r>
      <w:r>
        <w:t>Qannawji, in Husul al</w:t>
      </w:r>
      <w:r w:rsidR="008E1963">
        <w:t>-</w:t>
      </w:r>
      <w:r>
        <w:t>­ma'mul, 568.</w:t>
      </w:r>
    </w:p>
    <w:p w:rsidR="000D3C43" w:rsidRDefault="00C074C2" w:rsidP="00C074C2">
      <w:pPr>
        <w:pStyle w:val="libNormal"/>
      </w:pPr>
      <w:r>
        <w:t>The tradition is also unacceptable on the following grounds:</w:t>
      </w:r>
    </w:p>
    <w:p w:rsidR="000D3C43" w:rsidRDefault="00C074C2" w:rsidP="00C074C2">
      <w:pPr>
        <w:pStyle w:val="libNormal"/>
      </w:pPr>
      <w:r>
        <w:t>1. It not only implies that each and every Companion was righteous himself but was a competent leader and guide of the Ummah; such an implication is false according to consensus, for all of them themselves required guidance.</w:t>
      </w:r>
    </w:p>
    <w:p w:rsidR="000D3C43" w:rsidRDefault="00C074C2" w:rsidP="00C074C2">
      <w:pPr>
        <w:pStyle w:val="libNormal"/>
      </w:pPr>
      <w:r>
        <w:t>2. A group of them was guilty of such major sins as adultery, homicide and false witness according to the testimony of history, and it is unreasonable that the Prophet (S) should have appointed such individuals as guides and leaders of the Ummah.</w:t>
      </w:r>
    </w:p>
    <w:p w:rsidR="000D3C43" w:rsidRDefault="00C074C2" w:rsidP="00C074C2">
      <w:pPr>
        <w:pStyle w:val="libNormal"/>
      </w:pPr>
      <w:r>
        <w:t>3. There are many verses in the Qur'an, especially in the surahs of al</w:t>
      </w:r>
      <w:r w:rsidR="008E1963">
        <w:t>-</w:t>
      </w:r>
      <w:r>
        <w:t>Anfal, al</w:t>
      </w:r>
      <w:r w:rsidR="008E1963">
        <w:t>-</w:t>
      </w:r>
      <w:r>
        <w:t>Bara'ah, al</w:t>
      </w:r>
      <w:r w:rsidR="008E1963">
        <w:t>-</w:t>
      </w:r>
      <w:r>
        <w:t>Ahzab, al</w:t>
      </w:r>
      <w:r w:rsidR="008E1963">
        <w:t>-</w:t>
      </w:r>
      <w:r>
        <w:t>Jumu’ah and al</w:t>
      </w:r>
      <w:r w:rsidR="008E1963">
        <w:t>-</w:t>
      </w:r>
      <w:r>
        <w:t>Munafiqun, which throw a bad light on the character of a considerable number of the Companions and it is illogical to hold that the Prophet (S) would make such individuals as the leaders and guides of the Ummah.</w:t>
      </w:r>
    </w:p>
    <w:p w:rsidR="000D3C43" w:rsidRDefault="00C074C2" w:rsidP="00C074C2">
      <w:pPr>
        <w:pStyle w:val="libNormal"/>
      </w:pPr>
      <w:r>
        <w:t>4. There is a large number of the Prophet's traditions, narrated both in authentic Sunni and Shi’i sources, which make the Companions appear suspect as a group. The above</w:t>
      </w:r>
      <w:r w:rsidR="008E1963">
        <w:t>-</w:t>
      </w:r>
      <w:r>
        <w:t xml:space="preserve">mentioned narration conflicts with all such authentic traditions. </w:t>
      </w:r>
      <w:r w:rsidRPr="007F1F07">
        <w:rPr>
          <w:rStyle w:val="libFootnotenumChar"/>
        </w:rPr>
        <w:t>1</w:t>
      </w:r>
    </w:p>
    <w:p w:rsidR="000D3C43" w:rsidRDefault="00C074C2" w:rsidP="00C074C2">
      <w:pPr>
        <w:pStyle w:val="libNormal"/>
      </w:pPr>
      <w:r>
        <w:t>5. There are traditions recorded in Sunni sources which explicitly prohibit the Ummah from following the Companions. According to one recorded by al</w:t>
      </w:r>
      <w:r w:rsidR="008E1963">
        <w:t>-</w:t>
      </w:r>
      <w:r>
        <w:t>Asimi in Zayn al</w:t>
      </w:r>
      <w:r w:rsidR="008E1963">
        <w:t>-</w:t>
      </w:r>
      <w:r>
        <w:t>fata fi tafsir Surat Hal Ata, MS., the Prophet (S) is reported to have said:</w:t>
      </w:r>
    </w:p>
    <w:p w:rsidR="00C074C2" w:rsidRDefault="00C074C2" w:rsidP="00494A3E">
      <w:pPr>
        <w:pStyle w:val="libAr"/>
      </w:pPr>
      <w:r w:rsidRPr="00494A3E">
        <w:rPr>
          <w:rtl/>
        </w:rPr>
        <w:t>يكون من أصحابي أحداث بعدي (يعني الفتنة كانت بينهم), فيغفرها الله لهم لسابقتهم, إن اقتدى بهم قوم من بعدهم كبهم الله في نار جهنم</w:t>
      </w:r>
      <w:r>
        <w:t>.</w:t>
      </w:r>
    </w:p>
    <w:p w:rsidR="000D3C43" w:rsidRDefault="00C074C2" w:rsidP="00C074C2">
      <w:pPr>
        <w:pStyle w:val="libNormal"/>
      </w:pPr>
      <w:r>
        <w:t>There will be innovations perpetrated by my Companions after me (i.e. the fitnah that occurred amongst them). God shall forgive them due to their earlier record (of good deeds), but if a people follow them after them, God shall throw them into Hellfire.</w:t>
      </w:r>
    </w:p>
    <w:p w:rsidR="000D3C43" w:rsidRDefault="00C074C2" w:rsidP="00C074C2">
      <w:pPr>
        <w:pStyle w:val="libNormal"/>
      </w:pPr>
      <w:r>
        <w:t xml:space="preserve">6. Some of the Companions are on record as having made statements that imply the denial that they possessed the competence to be followed as guides and leaders. Abu Bakr and ‘Umar have made numerous statements about themselves which reveal their incompetence as guides who can be followed, like the Quran, without qualms. </w:t>
      </w:r>
      <w:r w:rsidRPr="007F1F07">
        <w:rPr>
          <w:rStyle w:val="libFootnotenumChar"/>
        </w:rPr>
        <w:t>2</w:t>
      </w:r>
    </w:p>
    <w:p w:rsidR="000D3C43" w:rsidRDefault="00C074C2" w:rsidP="00C074C2">
      <w:pPr>
        <w:pStyle w:val="libNormal"/>
      </w:pPr>
      <w:r>
        <w:t>Aware of the difficulty involved in the adoption of the Hadith al</w:t>
      </w:r>
      <w:r w:rsidR="008E1963">
        <w:t>-</w:t>
      </w:r>
      <w:r>
        <w:t>­Nujum, Shah ‘Abd al</w:t>
      </w:r>
      <w:r w:rsidR="008E1963">
        <w:t>-</w:t>
      </w:r>
      <w:r>
        <w:t>Aziz admits that some Companions are known for certain to have erred in their ijtihad because it conflicted with the express commands (nusus) of the Qur'an and the Sunnah. However, he submits, the Companions may be followed in matters when there exist no express commands in the Book and the Sunnah.</w:t>
      </w:r>
    </w:p>
    <w:p w:rsidR="000D3C43" w:rsidRDefault="00C074C2" w:rsidP="00C074C2">
      <w:pPr>
        <w:pStyle w:val="libNormal"/>
      </w:pPr>
      <w:r>
        <w:t>Sayyid Hamid Husayn replies by pointing out that:</w:t>
      </w:r>
    </w:p>
    <w:p w:rsidR="000D3C43" w:rsidRDefault="00C074C2" w:rsidP="00C074C2">
      <w:pPr>
        <w:pStyle w:val="libNormal"/>
      </w:pPr>
      <w:r>
        <w:t>1. one who is known for certain to have erred in his judgements cannot be a legitimate guide.</w:t>
      </w:r>
    </w:p>
    <w:p w:rsidR="000D3C43" w:rsidRDefault="00C074C2" w:rsidP="00C074C2">
      <w:pPr>
        <w:pStyle w:val="libNormal"/>
      </w:pPr>
      <w:r>
        <w:t>2. Secondly, when the Companions are known to have erred in matters where there exist express texts in the Book and the Sunnah, the possibility of error is greater in matters where there are no such express texts.</w:t>
      </w:r>
    </w:p>
    <w:p w:rsidR="000D3C43" w:rsidRDefault="00C074C2" w:rsidP="00C074C2">
      <w:pPr>
        <w:pStyle w:val="libNormal"/>
      </w:pPr>
      <w:r>
        <w:lastRenderedPageBreak/>
        <w:t>3. Thirdly, he points out, it is not permissible to follow one who may err when there exist guides the righteousness of whose guidance and whose freedom from error or sin (‘ismah) has been guaranteed by God. The Verse of al</w:t>
      </w:r>
      <w:r w:rsidR="008E1963">
        <w:t>-</w:t>
      </w:r>
      <w:r>
        <w:t>Tathir (33:33) and Hadith al</w:t>
      </w:r>
      <w:r w:rsidR="008E1963">
        <w:t>-</w:t>
      </w:r>
      <w:r>
        <w:t>Thaqalayn, as well as a great number of other verses and ahadith, introduce the Imams of Ahlul Bayt (A) as possessing the quality of ‘ismah.</w:t>
      </w:r>
    </w:p>
    <w:p w:rsidR="000D3C43" w:rsidRDefault="00C074C2" w:rsidP="00C074C2">
      <w:pPr>
        <w:pStyle w:val="libNormal"/>
      </w:pPr>
      <w:r>
        <w:t>4. Fourthly, the Companions disagreed amongst themselves concerning the laws of the Shari’ah, including those which did not possess express texts. In such a situation it is highly improper to consider them as stars of the firmament of guidance.</w:t>
      </w:r>
    </w:p>
    <w:p w:rsidR="000D3C43" w:rsidRDefault="00C074C2" w:rsidP="00C074C2">
      <w:pPr>
        <w:pStyle w:val="libNormal"/>
      </w:pPr>
      <w:r>
        <w:t>5. Fifthly, the Companions often found fault with one another, sometimes violating all limits of moderation in attributing falsehood, ignorance and even kufr to one another, as recorded in the books of the Ahl al</w:t>
      </w:r>
      <w:r w:rsidR="008E1963">
        <w:t>-</w:t>
      </w:r>
      <w:r>
        <w:t>Sunnah. Obviously, no rational person will accept all of them as the righteous guides of Muslims.</w:t>
      </w:r>
    </w:p>
    <w:p w:rsidR="000D3C43" w:rsidRDefault="00C074C2" w:rsidP="00C074C2">
      <w:pPr>
        <w:pStyle w:val="libNormal"/>
      </w:pPr>
      <w:r>
        <w:t>6. There were individuals amongst the Companions who practiced analogy (qiyas) which has been condemned by a large number of the legists of the Ummah.</w:t>
      </w:r>
    </w:p>
    <w:p w:rsidR="000D3C43" w:rsidRDefault="00C074C2" w:rsidP="00C074C2">
      <w:pPr>
        <w:pStyle w:val="libNormal"/>
      </w:pPr>
      <w:r>
        <w:t>7. There were individuals among them, including the first three caliphs, who turned to others to find out the rule of the Shari’ah concerning an emergent issue. It is illogical to imagine that the Prophet (S) would designate ignorant persons as authorities for the Ummah in doctrinal and legal matters. There were some among them who did not understand the meanings of certain words of the Qur'an, such as ‘Umar, who, for instance, did not know the meaning of 'kalalah'. Al</w:t>
      </w:r>
      <w:r w:rsidR="008E1963">
        <w:t>-</w:t>
      </w:r>
      <w:r>
        <w:t>Tabari in his exegesis, iv, 283</w:t>
      </w:r>
      <w:r w:rsidR="008E1963">
        <w:t>-</w:t>
      </w:r>
      <w:r>
        <w:t>284, has recorded ‘Umar 's own statement in this regard.</w:t>
      </w:r>
    </w:p>
    <w:p w:rsidR="000D3C43" w:rsidRDefault="00C074C2" w:rsidP="00C074C2">
      <w:pPr>
        <w:pStyle w:val="libNormal"/>
      </w:pPr>
      <w:r>
        <w:t>8. Some of them were guilty of usurious transactions,</w:t>
      </w:r>
      <w:r w:rsidRPr="007F1F07">
        <w:rPr>
          <w:rStyle w:val="libFootnotenumChar"/>
        </w:rPr>
        <w:t>3</w:t>
      </w:r>
      <w:r>
        <w:t xml:space="preserve"> sale of wine,</w:t>
      </w:r>
      <w:r w:rsidRPr="007F1F07">
        <w:rPr>
          <w:rStyle w:val="libFootnotenumChar"/>
        </w:rPr>
        <w:t>4</w:t>
      </w:r>
      <w:r>
        <w:t xml:space="preserve"> or of giving fatwa without knowledge,</w:t>
      </w:r>
      <w:r w:rsidRPr="007F1F07">
        <w:rPr>
          <w:rStyle w:val="libFootnotenumChar"/>
        </w:rPr>
        <w:t>5</w:t>
      </w:r>
      <w:r>
        <w:t xml:space="preserve"> and sometimes in opposition to the Prophet's express command.</w:t>
      </w:r>
      <w:r w:rsidRPr="007F1F07">
        <w:rPr>
          <w:rStyle w:val="libFootnotenumChar"/>
        </w:rPr>
        <w:t>6</w:t>
      </w:r>
      <w:r>
        <w:t xml:space="preserve"> Some of them were guilty of instituting innovations contrary to the Prophet's Sunnah.</w:t>
      </w:r>
      <w:r w:rsidRPr="007F1F07">
        <w:rPr>
          <w:rStyle w:val="libFootnotenumChar"/>
        </w:rPr>
        <w:t>7</w:t>
      </w:r>
    </w:p>
    <w:p w:rsidR="00C074C2" w:rsidRDefault="00C074C2" w:rsidP="00C074C2">
      <w:pPr>
        <w:pStyle w:val="Heading2Center"/>
      </w:pPr>
      <w:bookmarkStart w:id="436" w:name="_Toc484431860"/>
      <w:r>
        <w:t>Notes</w:t>
      </w:r>
      <w:bookmarkEnd w:id="436"/>
    </w:p>
    <w:p w:rsidR="00C074C2" w:rsidRDefault="00C074C2" w:rsidP="00C074C2">
      <w:pPr>
        <w:pStyle w:val="libFootnote"/>
      </w:pPr>
      <w:r>
        <w:t>1. AI</w:t>
      </w:r>
      <w:r w:rsidR="008E1963">
        <w:t>-</w:t>
      </w:r>
      <w:r>
        <w:t>Bukhari in his Sahih (Kitab al</w:t>
      </w:r>
      <w:r w:rsidR="008E1963">
        <w:t>-</w:t>
      </w:r>
      <w:r>
        <w:t>ruqaq, hadith no. 1441) narrates the following mutawatir tradition of the Prophet (S) from Anas ibn Malik:</w:t>
      </w:r>
    </w:p>
    <w:p w:rsidR="000D3C43" w:rsidRDefault="00C074C2" w:rsidP="00C074C2">
      <w:pPr>
        <w:pStyle w:val="libFootnote"/>
      </w:pPr>
      <w:r>
        <w:rPr>
          <w:rtl/>
        </w:rPr>
        <w:t>حدثنا مسلم بن إبراهيم, حدثنا وهيب حدثنا عبد العزيز عن انس عن النبي صلى الله عليه وسلم قال: ليردن علي ناس من أصحابي الحوض حتى إذا عرفتهم اختلجوا دوني فأقول أصحابي فيقول لا تدري ما أحدثوا بعدك</w:t>
      </w:r>
      <w:r>
        <w:t>.</w:t>
      </w:r>
    </w:p>
    <w:p w:rsidR="000D3C43" w:rsidRDefault="00C074C2" w:rsidP="00C074C2">
      <w:pPr>
        <w:pStyle w:val="libFootnote"/>
      </w:pPr>
      <w:r>
        <w:t>AI</w:t>
      </w:r>
      <w:r w:rsidR="008E1963">
        <w:t>-</w:t>
      </w:r>
      <w:r>
        <w:t>Bukhari reports from Muslim ibn Ibrahim, from Wuhayb from `Abd al</w:t>
      </w:r>
      <w:r w:rsidR="008E1963">
        <w:t>-</w:t>
      </w:r>
      <w:r>
        <w:t>Aziz, from Anas that the Prophet (S) said: "A group of my Companions will be brought to me on the Pond (of al</w:t>
      </w:r>
      <w:r w:rsidR="008E1963">
        <w:t>-</w:t>
      </w:r>
      <w:r>
        <w:t>­Kawthar) and as soon as I recognize them they shall be dragged away. I would say, ('God! Aren't they) my Companions?' (God) would say, 'You don't know what they did after you.'</w:t>
      </w:r>
    </w:p>
    <w:p w:rsidR="000D3C43" w:rsidRDefault="00C074C2" w:rsidP="00C074C2">
      <w:pPr>
        <w:pStyle w:val="libFootnote"/>
      </w:pPr>
      <w:r>
        <w:t>According to another version of this tradition (no. 1442) the Prophet (S) would be told:</w:t>
      </w:r>
    </w:p>
    <w:p w:rsidR="000D3C43" w:rsidRDefault="00C074C2" w:rsidP="00C074C2">
      <w:pPr>
        <w:pStyle w:val="libFootnote"/>
      </w:pPr>
      <w:r>
        <w:rPr>
          <w:rtl/>
        </w:rPr>
        <w:t>إنك لا علم لك بما أحدثوا بعدك إنهم ارتدوا على أدبارهم القهقرى</w:t>
      </w:r>
      <w:r>
        <w:t>.</w:t>
      </w:r>
    </w:p>
    <w:p w:rsidR="000D3C43" w:rsidRDefault="00C074C2" w:rsidP="00C074C2">
      <w:pPr>
        <w:pStyle w:val="libFootnote"/>
      </w:pPr>
      <w:r>
        <w:t>You have no knowledge of what they did after you. They went back in a retrogressive manner (i.e. apostasized).</w:t>
      </w:r>
    </w:p>
    <w:p w:rsidR="000D3C43" w:rsidRDefault="00C074C2" w:rsidP="00C074C2">
      <w:pPr>
        <w:pStyle w:val="libFootnote"/>
      </w:pPr>
      <w:r>
        <w:t>Al</w:t>
      </w:r>
      <w:r w:rsidR="008E1963">
        <w:t>-</w:t>
      </w:r>
      <w:r>
        <w:t>Bukhari narrates similar traditions on the authority of Hudhayfah (no 1435), `Abd Allah (no.1435), Sahl ibn Sa`d (no. 1442), Abu Sa`id al</w:t>
      </w:r>
      <w:r w:rsidR="008E1963">
        <w:t>-</w:t>
      </w:r>
      <w:r>
        <w:t>Khudri (no 1442), Ibn `Abbas (no.1442), Abu Hurayrah (no 1443), and Asma' bint Abi Bakr (no. 1449) in "Kitab al</w:t>
      </w:r>
      <w:r w:rsidR="008E1963">
        <w:t>-</w:t>
      </w:r>
      <w:r>
        <w:t>ruqaq", as well as elsewhere in "Kitab al</w:t>
      </w:r>
      <w:r w:rsidR="008E1963">
        <w:t>-</w:t>
      </w:r>
      <w:r>
        <w:t>tafsir" and "Kitab bad' al</w:t>
      </w:r>
      <w:r w:rsidR="008E1963">
        <w:t>-</w:t>
      </w:r>
      <w:r>
        <w:t>khalq". The same tradition with various wordings is also recorded by Muslim, Abu Dawud, al</w:t>
      </w:r>
      <w:r w:rsidR="008E1963">
        <w:t>-</w:t>
      </w:r>
      <w:r>
        <w:t>Tirmidhi, al</w:t>
      </w:r>
      <w:r w:rsidR="008E1963">
        <w:t>-</w:t>
      </w:r>
      <w:r>
        <w:lastRenderedPageBreak/>
        <w:t>Nasa'i, Ibn Majah, Imam Ahmad ibn Hanbal in their books (as well as Imam Malik in al</w:t>
      </w:r>
      <w:r w:rsidR="008E1963">
        <w:t>-</w:t>
      </w:r>
      <w:r>
        <w:t>­Muwatta', "Kitab al</w:t>
      </w:r>
      <w:r w:rsidR="008E1963">
        <w:t>-</w:t>
      </w:r>
      <w:r>
        <w:t>­taharah", hadith no.28) from several Companions. Imam Malik reports the following tradition in his al</w:t>
      </w:r>
      <w:r w:rsidR="008E1963">
        <w:t>-</w:t>
      </w:r>
      <w:r>
        <w:t>­Muwatta', "Kitab al</w:t>
      </w:r>
      <w:r w:rsidR="008E1963">
        <w:t>-</w:t>
      </w:r>
      <w:r>
        <w:t>­jihad", hadith no.32:</w:t>
      </w:r>
    </w:p>
    <w:p w:rsidR="000D3C43" w:rsidRDefault="00C074C2" w:rsidP="00C074C2">
      <w:pPr>
        <w:pStyle w:val="libFootnote"/>
      </w:pPr>
      <w:r>
        <w:rPr>
          <w:rtl/>
        </w:rPr>
        <w:t>أن رسول الله صلى الله عليه وسلم قال لشهاداء أحد ((هؤلاء أشهد عليهم)) فقال أبو بكر الصديق: السنا يا رسول الله باخوانهم؟ أسلمنا كما أسلموا, وجاهدنا كما جاهدوا؟ فقال رسول الله صلى الله عليه وسلم ((بلى. ولكن لا أدري ما تحدثون بعدي</w:t>
      </w:r>
      <w:r>
        <w:t>)).</w:t>
      </w:r>
    </w:p>
    <w:p w:rsidR="000D3C43" w:rsidRDefault="00C074C2" w:rsidP="00C074C2">
      <w:pPr>
        <w:pStyle w:val="libFootnote"/>
      </w:pPr>
      <w:r>
        <w:t>"The Prophet (S) said concerning the martyrs of Uhud, "I shall bear witness for them (i.e. their faith)." Thereupon Abu Bakr said, "O Messenger of Allah, aren't we their brethren, who embraced Islam like them and did jihad like them?" The Prophet (S) replied, "Yes, but I don't know what you will do after me ..."</w:t>
      </w:r>
    </w:p>
    <w:p w:rsidR="000D3C43" w:rsidRDefault="00C074C2" w:rsidP="00C074C2">
      <w:pPr>
        <w:pStyle w:val="libFootnote"/>
      </w:pPr>
      <w:r>
        <w:t>See, for instance, Adwa' `ala al</w:t>
      </w:r>
      <w:r w:rsidR="008E1963">
        <w:t>-</w:t>
      </w:r>
      <w:r>
        <w:t>Sunnat al</w:t>
      </w:r>
      <w:r w:rsidR="008E1963">
        <w:t>-</w:t>
      </w:r>
      <w:r>
        <w:t>Muhammadiyyah, pp.339</w:t>
      </w:r>
      <w:r w:rsidR="008E1963">
        <w:t>-</w:t>
      </w:r>
      <w:r>
        <w:t>363, by Mahmud Abu Riyyah, a Sunni scholar, and Nahj al</w:t>
      </w:r>
      <w:r w:rsidR="008E1963">
        <w:t>-</w:t>
      </w:r>
      <w:r>
        <w:t>haqq wa kashf al</w:t>
      </w:r>
      <w:r w:rsidR="008E1963">
        <w:t>-</w:t>
      </w:r>
      <w:r>
        <w:t>sidq, pp.262</w:t>
      </w:r>
      <w:r w:rsidR="008E1963">
        <w:t>-</w:t>
      </w:r>
      <w:r>
        <w:t>375, by al</w:t>
      </w:r>
      <w:r w:rsidR="008E1963">
        <w:t>-</w:t>
      </w:r>
      <w:r>
        <w:t>Allamah al</w:t>
      </w:r>
      <w:r w:rsidR="008E1963">
        <w:t>-</w:t>
      </w:r>
      <w:r>
        <w:t>Hilli concerning the large number of Qur'anic verses and Prophetic traditions which decisively negate the very possibility of considering each and every Companion as a star of the skies of guidance.</w:t>
      </w:r>
    </w:p>
    <w:p w:rsidR="00C074C2" w:rsidRDefault="00C074C2" w:rsidP="00C074C2">
      <w:pPr>
        <w:pStyle w:val="libFootnote"/>
      </w:pPr>
      <w:r>
        <w:t>2. Ibn Sa`d in his al</w:t>
      </w:r>
      <w:r w:rsidR="008E1963">
        <w:t>-</w:t>
      </w:r>
      <w:r>
        <w:t>Tabaqat (Leiden, 1322), iii, part 1, p.129 reports that in a sermon that Abu Bakr delivered after taking charge of the caliphate, he declared, "I am only a man, and I am not better than any of you. So obey me when I go straight and correct me when you see me deviate. You should know that (at times) I am overwhelmed by a devil, so when you see me in a state of rage keep away from me." Similar statements by him have been reported by:</w:t>
      </w:r>
    </w:p>
    <w:p w:rsidR="00C074C2" w:rsidRDefault="00C074C2" w:rsidP="00C074C2">
      <w:pPr>
        <w:pStyle w:val="libFootnote"/>
      </w:pPr>
      <w:r>
        <w:t>al</w:t>
      </w:r>
      <w:r w:rsidR="008E1963">
        <w:t>-</w:t>
      </w:r>
      <w:r>
        <w:t>Tabari in his Ta'rikh (Cairo, 1357), ii, 440;</w:t>
      </w:r>
    </w:p>
    <w:p w:rsidR="00C074C2" w:rsidRDefault="00C074C2" w:rsidP="00C074C2">
      <w:pPr>
        <w:pStyle w:val="libFootnote"/>
      </w:pPr>
      <w:r>
        <w:t>Ibn Qutaybah in al</w:t>
      </w:r>
      <w:r w:rsidR="008E1963">
        <w:t>-</w:t>
      </w:r>
      <w:r>
        <w:t>Imamah wa al</w:t>
      </w:r>
      <w:r w:rsidR="008E1963">
        <w:t>-</w:t>
      </w:r>
      <w:r>
        <w:t>siyasah (Matba`at al</w:t>
      </w:r>
      <w:r w:rsidR="008E1963">
        <w:t>-</w:t>
      </w:r>
      <w:r>
        <w:t>Futuh al</w:t>
      </w:r>
      <w:r w:rsidR="008E1963">
        <w:t>-</w:t>
      </w:r>
      <w:r>
        <w:t>Adabiyyah, 1331), 6;</w:t>
      </w:r>
    </w:p>
    <w:p w:rsidR="00C074C2" w:rsidRDefault="00C074C2" w:rsidP="00C074C2">
      <w:pPr>
        <w:pStyle w:val="libFootnote"/>
      </w:pPr>
      <w:r>
        <w:t>al</w:t>
      </w:r>
      <w:r w:rsidR="008E1963">
        <w:t>-</w:t>
      </w:r>
      <w:r>
        <w:t>Haythami in Majma` al</w:t>
      </w:r>
      <w:r w:rsidR="008E1963">
        <w:t>-</w:t>
      </w:r>
      <w:r>
        <w:t>zawa'id (1352), v, 183;</w:t>
      </w:r>
    </w:p>
    <w:p w:rsidR="00C074C2" w:rsidRDefault="00C074C2" w:rsidP="00C074C2">
      <w:pPr>
        <w:pStyle w:val="libFootnote"/>
      </w:pPr>
      <w:r>
        <w:t>al</w:t>
      </w:r>
      <w:r w:rsidR="008E1963">
        <w:t>-</w:t>
      </w:r>
      <w:r>
        <w:t>Muttaqi in Kanz al</w:t>
      </w:r>
      <w:r w:rsidR="008E1963">
        <w:t>-</w:t>
      </w:r>
      <w:r>
        <w:t>ummal (Hyderabad, 1312), ii, 136;</w:t>
      </w:r>
    </w:p>
    <w:p w:rsidR="00C074C2" w:rsidRDefault="00C074C2" w:rsidP="00C074C2">
      <w:pPr>
        <w:pStyle w:val="libFootnote"/>
      </w:pPr>
      <w:r>
        <w:t>and others.</w:t>
      </w:r>
    </w:p>
    <w:p w:rsidR="000D3C43" w:rsidRDefault="00C074C2" w:rsidP="00C074C2">
      <w:pPr>
        <w:pStyle w:val="libFootnote"/>
      </w:pPr>
      <w:r>
        <w:t>`Umar, the Second Caliph, is on record as often having made such statements as "Everyone has a better knowledge (of the Shari`ah) than `Umar" (kullu ahadin a`lamu min `Umar) and "All the people have better understanding (of the Shari`ah) than `Umar" (kullu ahadin afqahu min `Umar). See:</w:t>
      </w:r>
    </w:p>
    <w:p w:rsidR="00C074C2" w:rsidRDefault="00C074C2" w:rsidP="00C074C2">
      <w:pPr>
        <w:pStyle w:val="libFootnote"/>
      </w:pPr>
      <w:r>
        <w:t>al</w:t>
      </w:r>
      <w:r w:rsidR="008E1963">
        <w:t>-</w:t>
      </w:r>
      <w:r>
        <w:t>Bayhaqi, Sunan (Hyderabad, 1344), vii, 233;</w:t>
      </w:r>
    </w:p>
    <w:p w:rsidR="00C074C2" w:rsidRDefault="00C074C2" w:rsidP="00C074C2">
      <w:pPr>
        <w:pStyle w:val="libFootnote"/>
      </w:pPr>
      <w:r>
        <w:t>al</w:t>
      </w:r>
      <w:r w:rsidR="008E1963">
        <w:t>-</w:t>
      </w:r>
      <w:r>
        <w:t>Suyuti, al</w:t>
      </w:r>
      <w:r w:rsidR="008E1963">
        <w:t>-</w:t>
      </w:r>
      <w:r>
        <w:t>Durr al</w:t>
      </w:r>
      <w:r w:rsidR="008E1963">
        <w:t>-</w:t>
      </w:r>
      <w:r>
        <w:t>manthur (al</w:t>
      </w:r>
      <w:r w:rsidR="008E1963">
        <w:t>-</w:t>
      </w:r>
      <w:r>
        <w:t>Matba`at al</w:t>
      </w:r>
      <w:r w:rsidR="008E1963">
        <w:t>-</w:t>
      </w:r>
      <w:r>
        <w:t>Maymaniyyah, 1314), under verses 4:20 and 34:13;</w:t>
      </w:r>
    </w:p>
    <w:p w:rsidR="00C074C2" w:rsidRDefault="00C074C2" w:rsidP="00C074C2">
      <w:pPr>
        <w:pStyle w:val="libFootnote"/>
      </w:pPr>
      <w:r>
        <w:t>al</w:t>
      </w:r>
      <w:r w:rsidR="008E1963">
        <w:t>-</w:t>
      </w:r>
      <w:r>
        <w:t>Zamakhshari, al</w:t>
      </w:r>
      <w:r w:rsidR="008E1963">
        <w:t>-</w:t>
      </w:r>
      <w:r>
        <w:t>Kashshaf (Egypt, 1354) under verses 4:20 and 34:13;</w:t>
      </w:r>
    </w:p>
    <w:p w:rsidR="00C074C2" w:rsidRDefault="00C074C2" w:rsidP="00C074C2">
      <w:pPr>
        <w:pStyle w:val="libFootnote"/>
      </w:pPr>
      <w:r>
        <w:t>al</w:t>
      </w:r>
      <w:r w:rsidR="008E1963">
        <w:t>-</w:t>
      </w:r>
      <w:r>
        <w:t>Muttaqi, Kanz al</w:t>
      </w:r>
      <w:r w:rsidR="008E1963">
        <w:t>-</w:t>
      </w:r>
      <w:r>
        <w:t>ummal, viii, 298;</w:t>
      </w:r>
    </w:p>
    <w:p w:rsidR="000D3C43" w:rsidRDefault="00C074C2" w:rsidP="00C074C2">
      <w:pPr>
        <w:pStyle w:val="libFootnote"/>
      </w:pPr>
      <w:r>
        <w:t>al</w:t>
      </w:r>
      <w:r w:rsidR="008E1963">
        <w:t>-</w:t>
      </w:r>
      <w:r>
        <w:t>Haythami in Majma` al</w:t>
      </w:r>
      <w:r w:rsidR="008E1963">
        <w:t>-</w:t>
      </w:r>
      <w:r>
        <w:t>zawa'id, iv, 263.</w:t>
      </w:r>
    </w:p>
    <w:p w:rsidR="00C074C2" w:rsidRDefault="00C074C2" w:rsidP="00C074C2">
      <w:pPr>
        <w:pStyle w:val="libFootnote"/>
      </w:pPr>
      <w:r>
        <w:t>3. Here the author of the `Abaqat has cited the tradition of `A'ishah which describes a usurious transaction between Zayd ibn Arqam and a woman. The tradition is mentioned by:</w:t>
      </w:r>
    </w:p>
    <w:p w:rsidR="00C074C2" w:rsidRDefault="00C074C2" w:rsidP="00C074C2">
      <w:pPr>
        <w:pStyle w:val="libFootnote"/>
      </w:pPr>
      <w:r>
        <w:t>`Abd al</w:t>
      </w:r>
      <w:r w:rsidR="008E1963">
        <w:t>-</w:t>
      </w:r>
      <w:r>
        <w:t>­Razzaq in al</w:t>
      </w:r>
      <w:r w:rsidR="008E1963">
        <w:t>-</w:t>
      </w:r>
      <w:r>
        <w:t>Musannaf,</w:t>
      </w:r>
    </w:p>
    <w:p w:rsidR="00C074C2" w:rsidRDefault="00C074C2" w:rsidP="00C074C2">
      <w:pPr>
        <w:pStyle w:val="libFootnote"/>
      </w:pPr>
      <w:r>
        <w:t>Imam Ahmad in his Musnad,</w:t>
      </w:r>
    </w:p>
    <w:p w:rsidR="00C074C2" w:rsidRDefault="00C074C2" w:rsidP="00C074C2">
      <w:pPr>
        <w:pStyle w:val="libFootnote"/>
      </w:pPr>
      <w:r>
        <w:t>al</w:t>
      </w:r>
      <w:r w:rsidR="008E1963">
        <w:t>-</w:t>
      </w:r>
      <w:r>
        <w:t>Jassas in Ahkam al</w:t>
      </w:r>
      <w:r w:rsidR="008E1963">
        <w:t>-</w:t>
      </w:r>
      <w:r>
        <w:t>Qur'an,</w:t>
      </w:r>
    </w:p>
    <w:p w:rsidR="00C074C2" w:rsidRDefault="00C074C2" w:rsidP="00C074C2">
      <w:pPr>
        <w:pStyle w:val="libFootnote"/>
      </w:pPr>
      <w:r>
        <w:t>al</w:t>
      </w:r>
      <w:r w:rsidR="008E1963">
        <w:t>-</w:t>
      </w:r>
      <w:r>
        <w:t>Sarakhsi in al</w:t>
      </w:r>
      <w:r w:rsidR="008E1963">
        <w:t>-</w:t>
      </w:r>
      <w:r>
        <w:t>Mabsut,</w:t>
      </w:r>
    </w:p>
    <w:p w:rsidR="000D3C43" w:rsidRDefault="00C074C2" w:rsidP="00C074C2">
      <w:pPr>
        <w:pStyle w:val="libFootnote"/>
      </w:pPr>
      <w:r>
        <w:t>al</w:t>
      </w:r>
      <w:r w:rsidR="008E1963">
        <w:t>-</w:t>
      </w:r>
      <w:r>
        <w:t>Dabusi in Ta'sis al</w:t>
      </w:r>
      <w:r w:rsidR="008E1963">
        <w:t>-</w:t>
      </w:r>
      <w:r>
        <w:t>nazar, as well as a host of Sunni legists, traditionists and exegetes in their works.</w:t>
      </w:r>
    </w:p>
    <w:p w:rsidR="00C074C2" w:rsidRDefault="00C074C2" w:rsidP="00C074C2">
      <w:pPr>
        <w:pStyle w:val="libFootnote"/>
      </w:pPr>
      <w:r>
        <w:t>4. Here the author cites traditions from the works of al</w:t>
      </w:r>
      <w:r w:rsidR="008E1963">
        <w:t>-</w:t>
      </w:r>
      <w:r>
        <w:t>Bukhari, Muslim, al</w:t>
      </w:r>
      <w:r w:rsidR="008E1963">
        <w:t>-</w:t>
      </w:r>
      <w:r>
        <w:t>Darimi, Ibn Abi Shaybah, al</w:t>
      </w:r>
      <w:r w:rsidR="008E1963">
        <w:t>-</w:t>
      </w:r>
      <w:r>
        <w:t>Nasa'i, Ibn al</w:t>
      </w:r>
      <w:r w:rsidR="008E1963">
        <w:t>-</w:t>
      </w:r>
      <w:r>
        <w:t>Athir, al</w:t>
      </w:r>
      <w:r w:rsidR="008E1963">
        <w:t>-</w:t>
      </w:r>
      <w:r>
        <w:t>­Ghazzali, al</w:t>
      </w:r>
      <w:r w:rsidR="008E1963">
        <w:t>-</w:t>
      </w:r>
      <w:r>
        <w:t>Muttaqi, Ibn Khaldun and Abu Hilal al</w:t>
      </w:r>
      <w:r w:rsidR="008E1963">
        <w:t>-</w:t>
      </w:r>
      <w:r>
        <w:t>Askari concerning the sale of wine by certain Companions.</w:t>
      </w:r>
    </w:p>
    <w:p w:rsidR="00C074C2" w:rsidRDefault="00C074C2" w:rsidP="00C074C2">
      <w:pPr>
        <w:pStyle w:val="libFootnote"/>
      </w:pPr>
      <w:r>
        <w:t>5. Here the author has cited three instances of such baseless fatawa by Abu Musa al</w:t>
      </w:r>
      <w:r w:rsidR="008E1963">
        <w:t>-</w:t>
      </w:r>
      <w:r>
        <w:t>Ash`ari.</w:t>
      </w:r>
    </w:p>
    <w:p w:rsidR="00C074C2" w:rsidRDefault="00C074C2" w:rsidP="00C074C2">
      <w:pPr>
        <w:pStyle w:val="libFootnote"/>
      </w:pPr>
      <w:r>
        <w:t>6. Here the author has cited an episode of `Umar ibn al</w:t>
      </w:r>
      <w:r w:rsidR="008E1963">
        <w:t>-</w:t>
      </w:r>
      <w:r>
        <w:t>Khattab who gave a fatwa contrary to the Prophet's command from al</w:t>
      </w:r>
      <w:r w:rsidR="008E1963">
        <w:t>-</w:t>
      </w:r>
      <w:r>
        <w:t>Suyuti's Miftah al</w:t>
      </w:r>
      <w:r w:rsidR="008E1963">
        <w:t>-</w:t>
      </w:r>
      <w:r>
        <w:t>jannah.</w:t>
      </w:r>
    </w:p>
    <w:p w:rsidR="00C074C2" w:rsidRDefault="00C074C2" w:rsidP="00C074C2">
      <w:pPr>
        <w:pStyle w:val="libFootnote"/>
      </w:pPr>
      <w:r>
        <w:t>7. Here the author has given several instances of violation of the Sunnah by Mu`awiyah ibn Abi Sufyan.</w:t>
      </w:r>
    </w:p>
    <w:p w:rsidR="000D3C43" w:rsidRDefault="00C074C2" w:rsidP="000D3C43">
      <w:pPr>
        <w:pStyle w:val="libNormal"/>
      </w:pPr>
      <w:r>
        <w:br w:type="page"/>
      </w:r>
    </w:p>
    <w:p w:rsidR="00413479" w:rsidRDefault="00413479" w:rsidP="00A87EB9">
      <w:pPr>
        <w:pStyle w:val="libCenterBold1"/>
      </w:pPr>
    </w:p>
    <w:p w:rsidR="0060109D" w:rsidRDefault="0060109D" w:rsidP="00A87EB9">
      <w:pPr>
        <w:pStyle w:val="libCenterBold1"/>
      </w:pPr>
    </w:p>
    <w:p w:rsidR="0060109D" w:rsidRDefault="0060109D" w:rsidP="00A87EB9">
      <w:pPr>
        <w:pStyle w:val="libCenterBold1"/>
      </w:pPr>
    </w:p>
    <w:p w:rsidR="0060109D" w:rsidRDefault="0060109D" w:rsidP="00A87EB9">
      <w:pPr>
        <w:pStyle w:val="libCenterBold1"/>
      </w:pPr>
    </w:p>
    <w:p w:rsidR="0060109D" w:rsidRDefault="0060109D" w:rsidP="00A87EB9">
      <w:pPr>
        <w:pStyle w:val="libCenterBold1"/>
      </w:pPr>
    </w:p>
    <w:p w:rsidR="0060109D" w:rsidRDefault="0060109D" w:rsidP="00A87EB9">
      <w:pPr>
        <w:pStyle w:val="libCenterBold1"/>
      </w:pPr>
    </w:p>
    <w:p w:rsidR="0060109D" w:rsidRDefault="0060109D" w:rsidP="00A87EB9">
      <w:pPr>
        <w:pStyle w:val="libCenterBold1"/>
      </w:pPr>
    </w:p>
    <w:p w:rsidR="0060109D" w:rsidRDefault="0060109D" w:rsidP="00A87EB9">
      <w:pPr>
        <w:pStyle w:val="libCenterBold1"/>
      </w:pPr>
    </w:p>
    <w:p w:rsidR="0060109D" w:rsidRDefault="0060109D" w:rsidP="00A87EB9">
      <w:pPr>
        <w:pStyle w:val="libCenterBold1"/>
      </w:pPr>
    </w:p>
    <w:p w:rsidR="0060109D" w:rsidRDefault="0060109D" w:rsidP="00A87EB9">
      <w:pPr>
        <w:pStyle w:val="libCenterBold1"/>
      </w:pPr>
    </w:p>
    <w:p w:rsidR="0060109D" w:rsidRDefault="0060109D" w:rsidP="00A87EB9">
      <w:pPr>
        <w:pStyle w:val="libCenterBold1"/>
      </w:pPr>
    </w:p>
    <w:p w:rsidR="0060109D" w:rsidRDefault="004F44A5" w:rsidP="00A87EB9">
      <w:pPr>
        <w:pStyle w:val="libCenterBold1"/>
      </w:pPr>
      <w:hyperlink r:id="rId10" w:history="1">
        <w:r w:rsidR="0060109D" w:rsidRPr="00802C95">
          <w:rPr>
            <w:rStyle w:val="Hyperlink"/>
          </w:rPr>
          <w:t>www.alhassanain.org/english</w:t>
        </w:r>
      </w:hyperlink>
    </w:p>
    <w:sectPr w:rsidR="0060109D"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550" w:rsidRDefault="007C4550" w:rsidP="00113C59">
      <w:r>
        <w:separator/>
      </w:r>
    </w:p>
  </w:endnote>
  <w:endnote w:type="continuationSeparator" w:id="0">
    <w:p w:rsidR="007C4550" w:rsidRDefault="007C455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D62" w:rsidRDefault="004F44A5" w:rsidP="00745C1D">
    <w:pPr>
      <w:pStyle w:val="Footer"/>
      <w:tabs>
        <w:tab w:val="clear" w:pos="4153"/>
        <w:tab w:val="clear" w:pos="8306"/>
      </w:tabs>
    </w:pPr>
    <w:fldSimple w:instr=" PAGE   \* MERGEFORMAT ">
      <w:r w:rsidR="00EA5A98">
        <w:rPr>
          <w:noProof/>
        </w:rPr>
        <w:t>104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D62" w:rsidRDefault="004F44A5" w:rsidP="00113C59">
    <w:pPr>
      <w:pStyle w:val="Footer"/>
    </w:pPr>
    <w:fldSimple w:instr=" PAGE   \* MERGEFORMAT ">
      <w:r w:rsidR="00EA5A98">
        <w:rPr>
          <w:noProof/>
        </w:rPr>
        <w:t>105</w:t>
      </w:r>
    </w:fldSimple>
  </w:p>
  <w:p w:rsidR="008C5D62" w:rsidRDefault="008C5D62"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D62" w:rsidRDefault="004F44A5" w:rsidP="00745C1D">
    <w:pPr>
      <w:pStyle w:val="Footer"/>
      <w:tabs>
        <w:tab w:val="clear" w:pos="4153"/>
        <w:tab w:val="clear" w:pos="8306"/>
      </w:tabs>
    </w:pPr>
    <w:fldSimple w:instr=" PAGE   \* MERGEFORMAT ">
      <w:r w:rsidR="00EA5A9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550" w:rsidRDefault="007C4550" w:rsidP="00113C59">
      <w:r>
        <w:separator/>
      </w:r>
    </w:p>
  </w:footnote>
  <w:footnote w:type="continuationSeparator" w:id="0">
    <w:p w:rsidR="007C4550" w:rsidRDefault="007C455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D62" w:rsidRDefault="008C5D6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D62" w:rsidRDefault="008C5D6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074C2"/>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3C43"/>
    <w:rsid w:val="000D71B7"/>
    <w:rsid w:val="000E591F"/>
    <w:rsid w:val="000E6824"/>
    <w:rsid w:val="000F355B"/>
    <w:rsid w:val="000F3DEE"/>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2EC3"/>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36336"/>
    <w:rsid w:val="0034239A"/>
    <w:rsid w:val="003425F3"/>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4A3E"/>
    <w:rsid w:val="004953C3"/>
    <w:rsid w:val="00497042"/>
    <w:rsid w:val="004A0866"/>
    <w:rsid w:val="004A5116"/>
    <w:rsid w:val="004B17F4"/>
    <w:rsid w:val="004B3F28"/>
    <w:rsid w:val="004C3E90"/>
    <w:rsid w:val="004C4336"/>
    <w:rsid w:val="004C77B5"/>
    <w:rsid w:val="004D7678"/>
    <w:rsid w:val="004D7CD7"/>
    <w:rsid w:val="004E2A9A"/>
    <w:rsid w:val="004E6E95"/>
    <w:rsid w:val="004F44A5"/>
    <w:rsid w:val="004F58BA"/>
    <w:rsid w:val="005022E5"/>
    <w:rsid w:val="00512375"/>
    <w:rsid w:val="005254BC"/>
    <w:rsid w:val="00526724"/>
    <w:rsid w:val="00540775"/>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109D"/>
    <w:rsid w:val="00607C71"/>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229F"/>
    <w:rsid w:val="006C3A27"/>
    <w:rsid w:val="006C4B43"/>
    <w:rsid w:val="006D36EC"/>
    <w:rsid w:val="006D41DF"/>
    <w:rsid w:val="006D66B4"/>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4550"/>
    <w:rsid w:val="007D1D2B"/>
    <w:rsid w:val="007D5FD1"/>
    <w:rsid w:val="007E2EBF"/>
    <w:rsid w:val="007E6DD9"/>
    <w:rsid w:val="007F1F07"/>
    <w:rsid w:val="007F4190"/>
    <w:rsid w:val="007F4E53"/>
    <w:rsid w:val="00806335"/>
    <w:rsid w:val="008105E2"/>
    <w:rsid w:val="008128CA"/>
    <w:rsid w:val="00813440"/>
    <w:rsid w:val="00821393"/>
    <w:rsid w:val="00821493"/>
    <w:rsid w:val="008234A1"/>
    <w:rsid w:val="00826B87"/>
    <w:rsid w:val="00831B8F"/>
    <w:rsid w:val="008340ED"/>
    <w:rsid w:val="00835393"/>
    <w:rsid w:val="00837259"/>
    <w:rsid w:val="0084238B"/>
    <w:rsid w:val="0084318E"/>
    <w:rsid w:val="0084496F"/>
    <w:rsid w:val="00850983"/>
    <w:rsid w:val="00851A2E"/>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5D62"/>
    <w:rsid w:val="008D5FE6"/>
    <w:rsid w:val="008D6657"/>
    <w:rsid w:val="008E1963"/>
    <w:rsid w:val="008E1FA7"/>
    <w:rsid w:val="008E4D2E"/>
    <w:rsid w:val="008E625A"/>
    <w:rsid w:val="008F258C"/>
    <w:rsid w:val="008F3BB8"/>
    <w:rsid w:val="008F4513"/>
    <w:rsid w:val="008F5B45"/>
    <w:rsid w:val="009006DA"/>
    <w:rsid w:val="009046DF"/>
    <w:rsid w:val="00904AC9"/>
    <w:rsid w:val="0091682D"/>
    <w:rsid w:val="00922370"/>
    <w:rsid w:val="0092388A"/>
    <w:rsid w:val="00927D62"/>
    <w:rsid w:val="00932192"/>
    <w:rsid w:val="00932E02"/>
    <w:rsid w:val="00941CD7"/>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209E"/>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87EB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4C2"/>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2B9A"/>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42CD"/>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7B7A"/>
    <w:rsid w:val="00DC02A0"/>
    <w:rsid w:val="00DC0B08"/>
    <w:rsid w:val="00DC0E27"/>
    <w:rsid w:val="00DD1BB4"/>
    <w:rsid w:val="00DD6547"/>
    <w:rsid w:val="00DD78A5"/>
    <w:rsid w:val="00DE4448"/>
    <w:rsid w:val="00DE49C9"/>
    <w:rsid w:val="00DF5E1E"/>
    <w:rsid w:val="00DF6442"/>
    <w:rsid w:val="00DF6B08"/>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5A98"/>
    <w:rsid w:val="00EA745B"/>
    <w:rsid w:val="00EB3D61"/>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0000"/>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94A3E"/>
    <w:rPr>
      <w:rFonts w:ascii="Tahoma" w:hAnsi="Tahoma" w:cs="Tahoma"/>
      <w:sz w:val="16"/>
      <w:szCs w:val="16"/>
    </w:rPr>
  </w:style>
  <w:style w:type="character" w:customStyle="1" w:styleId="DocumentMapChar">
    <w:name w:val="Document Map Char"/>
    <w:basedOn w:val="DefaultParagraphFont"/>
    <w:link w:val="DocumentMap"/>
    <w:rsid w:val="00494A3E"/>
    <w:rPr>
      <w:rFonts w:ascii="Tahoma" w:hAnsi="Tahoma" w:cs="Tahoma"/>
      <w:color w:val="000000"/>
      <w:sz w:val="16"/>
      <w:szCs w:val="16"/>
    </w:rPr>
  </w:style>
  <w:style w:type="paragraph" w:styleId="TOC6">
    <w:name w:val="toc 6"/>
    <w:basedOn w:val="Normal"/>
    <w:next w:val="Normal"/>
    <w:autoRedefine/>
    <w:uiPriority w:val="39"/>
    <w:unhideWhenUsed/>
    <w:rsid w:val="00904AC9"/>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04AC9"/>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04AC9"/>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04AC9"/>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1C3B8-64D1-411B-B7B0-EFF179703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Template>
  <TotalTime>75</TotalTime>
  <Pages>105</Pages>
  <Words>35850</Words>
  <Characters>204347</Characters>
  <Application>Microsoft Office Word</Application>
  <DocSecurity>0</DocSecurity>
  <Lines>1702</Lines>
  <Paragraphs>479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239718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25</cp:revision>
  <cp:lastPrinted>1601-01-01T00:00:00Z</cp:lastPrinted>
  <dcterms:created xsi:type="dcterms:W3CDTF">2017-06-05T05:57:00Z</dcterms:created>
  <dcterms:modified xsi:type="dcterms:W3CDTF">2017-06-05T08:48:00Z</dcterms:modified>
</cp:coreProperties>
</file>