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E63" w:rsidRDefault="00716E63" w:rsidP="007C63B8">
      <w:pPr>
        <w:pStyle w:val="libCenterTitr"/>
      </w:pPr>
    </w:p>
    <w:p w:rsidR="00716E63" w:rsidRDefault="00716E63" w:rsidP="007C63B8">
      <w:pPr>
        <w:pStyle w:val="libCenterTitr"/>
      </w:pPr>
    </w:p>
    <w:p w:rsidR="00716E63" w:rsidRDefault="00716E63" w:rsidP="007C63B8">
      <w:pPr>
        <w:pStyle w:val="libCenterTitr"/>
      </w:pPr>
    </w:p>
    <w:p w:rsidR="00256D63" w:rsidRDefault="00256D63" w:rsidP="007C63B8">
      <w:pPr>
        <w:pStyle w:val="libCenterTitr"/>
      </w:pPr>
      <w:r>
        <w:t>A Shi'ite Anthology</w:t>
      </w:r>
    </w:p>
    <w:p w:rsidR="00716E63" w:rsidRDefault="00716E63" w:rsidP="007C63B8">
      <w:pPr>
        <w:pStyle w:val="libCenterTitr"/>
      </w:pPr>
    </w:p>
    <w:p w:rsidR="00256D63" w:rsidRDefault="00256D63" w:rsidP="007C63B8">
      <w:pPr>
        <w:pStyle w:val="libCenterBold1"/>
      </w:pPr>
      <w:r>
        <w:t>Selected and with a Foreword by</w:t>
      </w:r>
      <w:r w:rsidR="007C63B8">
        <w:t xml:space="preserve">: </w:t>
      </w:r>
      <w:r>
        <w:t>'Allamah Sayyid Muhammad Husayn Tabataba'i</w:t>
      </w:r>
    </w:p>
    <w:p w:rsidR="00716E63" w:rsidRDefault="00716E63" w:rsidP="007C63B8">
      <w:pPr>
        <w:pStyle w:val="libCenterBold1"/>
      </w:pPr>
    </w:p>
    <w:p w:rsidR="00256D63" w:rsidRDefault="00256D63" w:rsidP="007C63B8">
      <w:pPr>
        <w:pStyle w:val="libCenterBold1"/>
      </w:pPr>
      <w:r>
        <w:t>Translated with Explanatory Notes by</w:t>
      </w:r>
      <w:r w:rsidR="007C63B8">
        <w:t xml:space="preserve">: </w:t>
      </w:r>
      <w:r>
        <w:t>William C. Chittick</w:t>
      </w:r>
    </w:p>
    <w:p w:rsidR="00716E63" w:rsidRDefault="00716E63" w:rsidP="007C63B8">
      <w:pPr>
        <w:pStyle w:val="libCenterBold1"/>
      </w:pPr>
    </w:p>
    <w:p w:rsidR="00716E63" w:rsidRDefault="00716E63" w:rsidP="007C63B8">
      <w:pPr>
        <w:pStyle w:val="libCenterBold1"/>
      </w:pPr>
    </w:p>
    <w:p w:rsidR="00256D63" w:rsidRDefault="00256D63" w:rsidP="007C63B8">
      <w:pPr>
        <w:pStyle w:val="libCenterBold1"/>
      </w:pPr>
      <w:r>
        <w:t>Under the Direction of and with an Introduction by</w:t>
      </w:r>
      <w:r w:rsidR="007C63B8">
        <w:t xml:space="preserve">: </w:t>
      </w:r>
      <w:r>
        <w:t>Seyyed Hossein Nasr</w:t>
      </w:r>
    </w:p>
    <w:p w:rsidR="00716E63" w:rsidRDefault="00716E63" w:rsidP="007C63B8">
      <w:pPr>
        <w:pStyle w:val="libCenterBold1"/>
      </w:pPr>
    </w:p>
    <w:p w:rsidR="00716E63" w:rsidRDefault="00716E63" w:rsidP="007C63B8">
      <w:pPr>
        <w:pStyle w:val="libCenterBold1"/>
      </w:pPr>
    </w:p>
    <w:p w:rsidR="00716E63" w:rsidRDefault="00716E63" w:rsidP="007C63B8">
      <w:pPr>
        <w:pStyle w:val="libCenterBold1"/>
      </w:pPr>
    </w:p>
    <w:p w:rsidR="00716E63" w:rsidRDefault="00716E63" w:rsidP="007C63B8">
      <w:pPr>
        <w:pStyle w:val="libCenterBold1"/>
      </w:pPr>
    </w:p>
    <w:p w:rsidR="00716E63" w:rsidRDefault="00716E63" w:rsidP="007C63B8">
      <w:pPr>
        <w:pStyle w:val="libCenterBold1"/>
      </w:pPr>
    </w:p>
    <w:p w:rsidR="00716E63" w:rsidRDefault="00716E63" w:rsidP="007C63B8">
      <w:pPr>
        <w:pStyle w:val="libCenterBold1"/>
      </w:pPr>
    </w:p>
    <w:p w:rsidR="00716E63" w:rsidRDefault="001859F8" w:rsidP="007C63B8">
      <w:pPr>
        <w:pStyle w:val="libCenterBold1"/>
      </w:pPr>
      <w:hyperlink r:id="rId8" w:history="1">
        <w:r w:rsidR="00716E63" w:rsidRPr="00D57349">
          <w:rPr>
            <w:rStyle w:val="Hyperlink"/>
          </w:rPr>
          <w:t>www.alhassanain.org/english</w:t>
        </w:r>
      </w:hyperlink>
    </w:p>
    <w:p w:rsidR="00256D63" w:rsidRDefault="00256D63" w:rsidP="00256D63">
      <w:pPr>
        <w:pStyle w:val="libNormal"/>
      </w:pPr>
      <w:r>
        <w:br w:type="page"/>
      </w:r>
    </w:p>
    <w:sdt>
      <w:sdtPr>
        <w:rPr>
          <w:rStyle w:val="libNormalChar"/>
          <w:b w:val="0"/>
          <w:bCs w:val="0"/>
        </w:rPr>
        <w:id w:val="18162479"/>
        <w:docPartObj>
          <w:docPartGallery w:val="Table of Contents"/>
          <w:docPartUnique/>
        </w:docPartObj>
      </w:sdtPr>
      <w:sdtEndPr>
        <w:rPr>
          <w:rStyle w:val="DefaultParagraphFont"/>
        </w:rPr>
      </w:sdtEndPr>
      <w:sdtContent>
        <w:p w:rsidR="00EF3F7D" w:rsidRPr="00963E6E" w:rsidRDefault="00963E6E" w:rsidP="00963E6E">
          <w:pPr>
            <w:pStyle w:val="libCenterBold1"/>
          </w:pPr>
          <w:r>
            <w:t xml:space="preserve">Table of </w:t>
          </w:r>
          <w:r w:rsidR="00EF3F7D">
            <w:t>Contents</w:t>
          </w:r>
        </w:p>
        <w:p w:rsidR="00EF3F7D" w:rsidRDefault="001859F8" w:rsidP="00EF3F7D">
          <w:pPr>
            <w:pStyle w:val="TOC1"/>
            <w:rPr>
              <w:rFonts w:asciiTheme="minorHAnsi" w:eastAsiaTheme="minorEastAsia" w:hAnsiTheme="minorHAnsi" w:cstheme="minorBidi"/>
              <w:b w:val="0"/>
              <w:bCs w:val="0"/>
              <w:color w:val="auto"/>
              <w:sz w:val="22"/>
              <w:szCs w:val="22"/>
              <w:rtl/>
            </w:rPr>
          </w:pPr>
          <w:r w:rsidRPr="001859F8">
            <w:fldChar w:fldCharType="begin"/>
          </w:r>
          <w:r w:rsidR="00EF3F7D">
            <w:instrText xml:space="preserve"> TOC \o "1-3" \h \z \u </w:instrText>
          </w:r>
          <w:r w:rsidRPr="001859F8">
            <w:fldChar w:fldCharType="separate"/>
          </w:r>
          <w:hyperlink w:anchor="_Toc462314902" w:history="1">
            <w:r w:rsidR="00EF3F7D" w:rsidRPr="00E566D6">
              <w:rPr>
                <w:rStyle w:val="Hyperlink"/>
              </w:rPr>
              <w:t>Introduction</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Toc462314902 \h</w:instrText>
            </w:r>
            <w:r w:rsidR="00EF3F7D">
              <w:rPr>
                <w:webHidden/>
                <w:rtl/>
              </w:rPr>
              <w:instrText xml:space="preserve"> </w:instrText>
            </w:r>
            <w:r>
              <w:rPr>
                <w:webHidden/>
                <w:rtl/>
              </w:rPr>
            </w:r>
            <w:r>
              <w:rPr>
                <w:webHidden/>
                <w:rtl/>
              </w:rPr>
              <w:fldChar w:fldCharType="separate"/>
            </w:r>
            <w:r w:rsidR="00EA0906">
              <w:rPr>
                <w:webHidden/>
              </w:rPr>
              <w:t>4</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03" w:history="1">
            <w:r w:rsidR="00EF3F7D" w:rsidRPr="00E566D6">
              <w:rPr>
                <w:rStyle w:val="Hyperlink"/>
              </w:rPr>
              <w:t>Notes: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Toc462314903 \h</w:instrText>
            </w:r>
            <w:r w:rsidR="00EF3F7D">
              <w:rPr>
                <w:webHidden/>
                <w:rtl/>
              </w:rPr>
              <w:instrText xml:space="preserve"> </w:instrText>
            </w:r>
            <w:r>
              <w:rPr>
                <w:webHidden/>
                <w:rtl/>
              </w:rPr>
            </w:r>
            <w:r>
              <w:rPr>
                <w:webHidden/>
                <w:rtl/>
              </w:rPr>
              <w:fldChar w:fldCharType="separate"/>
            </w:r>
            <w:r w:rsidR="00EA0906">
              <w:rPr>
                <w:webHidden/>
              </w:rPr>
              <w:t>8</w:t>
            </w:r>
            <w:r>
              <w:rPr>
                <w:webHidden/>
                <w:rtl/>
              </w:rPr>
              <w:fldChar w:fldCharType="end"/>
            </w:r>
          </w:hyperlink>
        </w:p>
        <w:p w:rsidR="00EF3F7D" w:rsidRDefault="001859F8" w:rsidP="00EF3F7D">
          <w:pPr>
            <w:pStyle w:val="TOC1"/>
            <w:rPr>
              <w:rFonts w:asciiTheme="minorHAnsi" w:eastAsiaTheme="minorEastAsia" w:hAnsiTheme="minorHAnsi" w:cstheme="minorBidi"/>
              <w:b w:val="0"/>
              <w:bCs w:val="0"/>
              <w:color w:val="auto"/>
              <w:sz w:val="22"/>
              <w:szCs w:val="22"/>
              <w:rtl/>
            </w:rPr>
          </w:pPr>
          <w:hyperlink w:anchor="_Toc462314904" w:history="1">
            <w:r w:rsidR="00EF3F7D" w:rsidRPr="00E566D6">
              <w:rPr>
                <w:rStyle w:val="Hyperlink"/>
              </w:rPr>
              <w:t>Translator's Introduction</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Toc462314904 \h</w:instrText>
            </w:r>
            <w:r w:rsidR="00EF3F7D">
              <w:rPr>
                <w:webHidden/>
                <w:rtl/>
              </w:rPr>
              <w:instrText xml:space="preserve"> </w:instrText>
            </w:r>
            <w:r>
              <w:rPr>
                <w:webHidden/>
                <w:rtl/>
              </w:rPr>
            </w:r>
            <w:r>
              <w:rPr>
                <w:webHidden/>
                <w:rtl/>
              </w:rPr>
              <w:fldChar w:fldCharType="separate"/>
            </w:r>
            <w:r w:rsidR="00EA0906">
              <w:rPr>
                <w:webHidden/>
              </w:rPr>
              <w:t>10</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05" w:history="1">
            <w:r w:rsidR="00EF3F7D" w:rsidRPr="00E566D6">
              <w:rPr>
                <w:rStyle w:val="Hyperlink"/>
              </w:rPr>
              <w:t>The Present Collection</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Toc462314905 \h</w:instrText>
            </w:r>
            <w:r w:rsidR="00EF3F7D">
              <w:rPr>
                <w:webHidden/>
                <w:rtl/>
              </w:rPr>
              <w:instrText xml:space="preserve"> </w:instrText>
            </w:r>
            <w:r>
              <w:rPr>
                <w:webHidden/>
                <w:rtl/>
              </w:rPr>
            </w:r>
            <w:r>
              <w:rPr>
                <w:webHidden/>
                <w:rtl/>
              </w:rPr>
              <w:fldChar w:fldCharType="separate"/>
            </w:r>
            <w:r w:rsidR="00EA0906">
              <w:rPr>
                <w:webHidden/>
              </w:rPr>
              <w:t>10</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06" w:history="1">
            <w:r w:rsidR="00EF3F7D" w:rsidRPr="00E566D6">
              <w:rPr>
                <w:rStyle w:val="Hyperlink"/>
              </w:rPr>
              <w:t>The Sources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Toc462314906 \h</w:instrText>
            </w:r>
            <w:r w:rsidR="00EF3F7D">
              <w:rPr>
                <w:webHidden/>
                <w:rtl/>
              </w:rPr>
              <w:instrText xml:space="preserve"> </w:instrText>
            </w:r>
            <w:r>
              <w:rPr>
                <w:webHidden/>
                <w:rtl/>
              </w:rPr>
            </w:r>
            <w:r>
              <w:rPr>
                <w:webHidden/>
                <w:rtl/>
              </w:rPr>
              <w:fldChar w:fldCharType="separate"/>
            </w:r>
            <w:r w:rsidR="00EA0906">
              <w:rPr>
                <w:webHidden/>
              </w:rPr>
              <w:t>11</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07" w:history="1">
            <w:r w:rsidR="00EF3F7D" w:rsidRPr="00E566D6">
              <w:rPr>
                <w:rStyle w:val="Hyperlink"/>
              </w:rPr>
              <w:t>The Translations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Toc462314907 \h</w:instrText>
            </w:r>
            <w:r w:rsidR="00EF3F7D">
              <w:rPr>
                <w:webHidden/>
                <w:rtl/>
              </w:rPr>
              <w:instrText xml:space="preserve"> </w:instrText>
            </w:r>
            <w:r>
              <w:rPr>
                <w:webHidden/>
                <w:rtl/>
              </w:rPr>
            </w:r>
            <w:r>
              <w:rPr>
                <w:webHidden/>
                <w:rtl/>
              </w:rPr>
              <w:fldChar w:fldCharType="separate"/>
            </w:r>
            <w:r w:rsidR="00EA0906">
              <w:rPr>
                <w:webHidden/>
              </w:rPr>
              <w:t>12</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08" w:history="1">
            <w:r w:rsidR="00EF3F7D" w:rsidRPr="00E566D6">
              <w:rPr>
                <w:rStyle w:val="Hyperlink"/>
              </w:rPr>
              <w:t>Notes: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Toc462314908 \h</w:instrText>
            </w:r>
            <w:r w:rsidR="00EF3F7D">
              <w:rPr>
                <w:webHidden/>
                <w:rtl/>
              </w:rPr>
              <w:instrText xml:space="preserve"> </w:instrText>
            </w:r>
            <w:r>
              <w:rPr>
                <w:webHidden/>
                <w:rtl/>
              </w:rPr>
            </w:r>
            <w:r>
              <w:rPr>
                <w:webHidden/>
                <w:rtl/>
              </w:rPr>
              <w:fldChar w:fldCharType="separate"/>
            </w:r>
            <w:r w:rsidR="00EA0906">
              <w:rPr>
                <w:webHidden/>
              </w:rPr>
              <w:t>13</w:t>
            </w:r>
            <w:r>
              <w:rPr>
                <w:webHidden/>
                <w:rtl/>
              </w:rPr>
              <w:fldChar w:fldCharType="end"/>
            </w:r>
          </w:hyperlink>
        </w:p>
        <w:p w:rsidR="00EF3F7D" w:rsidRDefault="001859F8" w:rsidP="00EF3F7D">
          <w:pPr>
            <w:pStyle w:val="TOC1"/>
            <w:rPr>
              <w:rFonts w:asciiTheme="minorHAnsi" w:eastAsiaTheme="minorEastAsia" w:hAnsiTheme="minorHAnsi" w:cstheme="minorBidi"/>
              <w:b w:val="0"/>
              <w:bCs w:val="0"/>
              <w:color w:val="auto"/>
              <w:sz w:val="22"/>
              <w:szCs w:val="22"/>
              <w:rtl/>
            </w:rPr>
          </w:pPr>
          <w:hyperlink w:anchor="_Toc462314909" w:history="1">
            <w:r w:rsidR="00EF3F7D" w:rsidRPr="00E566D6">
              <w:rPr>
                <w:rStyle w:val="Hyperlink"/>
              </w:rPr>
              <w:t>Foreword</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Toc462314909 \h</w:instrText>
            </w:r>
            <w:r w:rsidR="00EF3F7D">
              <w:rPr>
                <w:webHidden/>
                <w:rtl/>
              </w:rPr>
              <w:instrText xml:space="preserve"> </w:instrText>
            </w:r>
            <w:r>
              <w:rPr>
                <w:webHidden/>
                <w:rtl/>
              </w:rPr>
            </w:r>
            <w:r>
              <w:rPr>
                <w:webHidden/>
                <w:rtl/>
              </w:rPr>
              <w:fldChar w:fldCharType="separate"/>
            </w:r>
            <w:r w:rsidR="00EA0906">
              <w:rPr>
                <w:webHidden/>
              </w:rPr>
              <w:t>14</w:t>
            </w:r>
            <w:r>
              <w:rPr>
                <w:webHidden/>
                <w:rtl/>
              </w:rPr>
              <w:fldChar w:fldCharType="end"/>
            </w:r>
          </w:hyperlink>
        </w:p>
        <w:p w:rsidR="00EF3F7D" w:rsidRDefault="001859F8" w:rsidP="00EF3F7D">
          <w:pPr>
            <w:pStyle w:val="TOC1"/>
            <w:rPr>
              <w:rFonts w:asciiTheme="minorHAnsi" w:eastAsiaTheme="minorEastAsia" w:hAnsiTheme="minorHAnsi" w:cstheme="minorBidi"/>
              <w:b w:val="0"/>
              <w:bCs w:val="0"/>
              <w:color w:val="auto"/>
              <w:sz w:val="22"/>
              <w:szCs w:val="22"/>
              <w:rtl/>
            </w:rPr>
          </w:pPr>
          <w:hyperlink w:anchor="_Toc462314910" w:history="1">
            <w:r w:rsidR="00EF3F7D" w:rsidRPr="00E566D6">
              <w:rPr>
                <w:rStyle w:val="Hyperlink"/>
              </w:rPr>
              <w:t>PART 1</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Toc462314910 \h</w:instrText>
            </w:r>
            <w:r w:rsidR="00EF3F7D">
              <w:rPr>
                <w:webHidden/>
                <w:rtl/>
              </w:rPr>
              <w:instrText xml:space="preserve"> </w:instrText>
            </w:r>
            <w:r>
              <w:rPr>
                <w:webHidden/>
                <w:rtl/>
              </w:rPr>
            </w:r>
            <w:r>
              <w:rPr>
                <w:webHidden/>
                <w:rtl/>
              </w:rPr>
              <w:fldChar w:fldCharType="separate"/>
            </w:r>
            <w:r w:rsidR="00EA0906">
              <w:rPr>
                <w:webHidden/>
              </w:rPr>
              <w:t>15</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11" w:history="1">
            <w:r w:rsidR="00EF3F7D" w:rsidRPr="00E566D6">
              <w:rPr>
                <w:rStyle w:val="Hyperlink"/>
              </w:rPr>
              <w:t>On the Unity of God</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Toc462314911 \h</w:instrText>
            </w:r>
            <w:r w:rsidR="00EF3F7D">
              <w:rPr>
                <w:webHidden/>
                <w:rtl/>
              </w:rPr>
              <w:instrText xml:space="preserve"> </w:instrText>
            </w:r>
            <w:r>
              <w:rPr>
                <w:webHidden/>
                <w:rtl/>
              </w:rPr>
            </w:r>
            <w:r>
              <w:rPr>
                <w:webHidden/>
                <w:rtl/>
              </w:rPr>
              <w:fldChar w:fldCharType="separate"/>
            </w:r>
            <w:r w:rsidR="00EA0906">
              <w:rPr>
                <w:webHidden/>
              </w:rPr>
              <w:t>15</w:t>
            </w:r>
            <w:r>
              <w:rPr>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12" w:history="1">
            <w:r w:rsidR="00EF3F7D" w:rsidRPr="00E566D6">
              <w:rPr>
                <w:rStyle w:val="Hyperlink"/>
                <w:noProof/>
              </w:rPr>
              <w:t>A. The Prophet</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Toc462314912 \h</w:instrText>
            </w:r>
            <w:r w:rsidR="00EF3F7D">
              <w:rPr>
                <w:noProof/>
                <w:webHidden/>
                <w:rtl/>
              </w:rPr>
              <w:instrText xml:space="preserve"> </w:instrText>
            </w:r>
            <w:r>
              <w:rPr>
                <w:noProof/>
                <w:webHidden/>
                <w:rtl/>
              </w:rPr>
            </w:r>
            <w:r>
              <w:rPr>
                <w:noProof/>
                <w:webHidden/>
                <w:rtl/>
              </w:rPr>
              <w:fldChar w:fldCharType="separate"/>
            </w:r>
            <w:r w:rsidR="00EA0906">
              <w:rPr>
                <w:noProof/>
                <w:webHidden/>
              </w:rPr>
              <w:t>16</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13" w:history="1">
            <w:r w:rsidR="00EF3F7D" w:rsidRPr="00E566D6">
              <w:rPr>
                <w:rStyle w:val="Hyperlink"/>
                <w:noProof/>
              </w:rPr>
              <w:t>1. Profession of Faith</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Toc462314913 \h</w:instrText>
            </w:r>
            <w:r w:rsidR="00EF3F7D">
              <w:rPr>
                <w:noProof/>
                <w:webHidden/>
                <w:rtl/>
              </w:rPr>
              <w:instrText xml:space="preserve"> </w:instrText>
            </w:r>
            <w:r>
              <w:rPr>
                <w:noProof/>
                <w:webHidden/>
                <w:rtl/>
              </w:rPr>
            </w:r>
            <w:r>
              <w:rPr>
                <w:noProof/>
                <w:webHidden/>
                <w:rtl/>
              </w:rPr>
              <w:fldChar w:fldCharType="separate"/>
            </w:r>
            <w:r w:rsidR="00EA0906">
              <w:rPr>
                <w:noProof/>
                <w:webHidden/>
              </w:rPr>
              <w:t>16</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14" w:history="1">
            <w:r w:rsidR="00EF3F7D" w:rsidRPr="00E566D6">
              <w:rPr>
                <w:rStyle w:val="Hyperlink"/>
                <w:noProof/>
              </w:rPr>
              <w:t>2. God's Attributes</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Toc462314914 \h</w:instrText>
            </w:r>
            <w:r w:rsidR="00EF3F7D">
              <w:rPr>
                <w:noProof/>
                <w:webHidden/>
                <w:rtl/>
              </w:rPr>
              <w:instrText xml:space="preserve"> </w:instrText>
            </w:r>
            <w:r>
              <w:rPr>
                <w:noProof/>
                <w:webHidden/>
                <w:rtl/>
              </w:rPr>
            </w:r>
            <w:r>
              <w:rPr>
                <w:noProof/>
                <w:webHidden/>
                <w:rtl/>
              </w:rPr>
              <w:fldChar w:fldCharType="separate"/>
            </w:r>
            <w:r w:rsidR="00EA0906">
              <w:rPr>
                <w:noProof/>
                <w:webHidden/>
              </w:rPr>
              <w:t>17</w:t>
            </w:r>
            <w:r>
              <w:rPr>
                <w:noProof/>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15" w:history="1">
            <w:r w:rsidR="00EF3F7D" w:rsidRPr="00E566D6">
              <w:rPr>
                <w:rStyle w:val="Hyperlink"/>
              </w:rPr>
              <w:t>B. Ali (as), the First Imam</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Toc462314915 \h</w:instrText>
            </w:r>
            <w:r w:rsidR="00EF3F7D">
              <w:rPr>
                <w:webHidden/>
                <w:rtl/>
              </w:rPr>
              <w:instrText xml:space="preserve"> </w:instrText>
            </w:r>
            <w:r>
              <w:rPr>
                <w:webHidden/>
                <w:rtl/>
              </w:rPr>
            </w:r>
            <w:r>
              <w:rPr>
                <w:webHidden/>
                <w:rtl/>
              </w:rPr>
              <w:fldChar w:fldCharType="separate"/>
            </w:r>
            <w:r w:rsidR="00EA0906">
              <w:rPr>
                <w:webHidden/>
              </w:rPr>
              <w:t>17</w:t>
            </w:r>
            <w:r>
              <w:rPr>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16" w:history="1">
            <w:r w:rsidR="00EF3F7D" w:rsidRPr="00E566D6">
              <w:rPr>
                <w:rStyle w:val="Hyperlink"/>
                <w:noProof/>
              </w:rPr>
              <w:t>1. The Transcendent Lord</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Toc462314916 \h</w:instrText>
            </w:r>
            <w:r w:rsidR="00EF3F7D">
              <w:rPr>
                <w:noProof/>
                <w:webHidden/>
                <w:rtl/>
              </w:rPr>
              <w:instrText xml:space="preserve"> </w:instrText>
            </w:r>
            <w:r>
              <w:rPr>
                <w:noProof/>
                <w:webHidden/>
                <w:rtl/>
              </w:rPr>
            </w:r>
            <w:r>
              <w:rPr>
                <w:noProof/>
                <w:webHidden/>
                <w:rtl/>
              </w:rPr>
              <w:fldChar w:fldCharType="separate"/>
            </w:r>
            <w:r w:rsidR="00EA0906">
              <w:rPr>
                <w:noProof/>
                <w:webHidden/>
              </w:rPr>
              <w:t>17</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17" w:history="1">
            <w:r w:rsidR="00EF3F7D" w:rsidRPr="00E566D6">
              <w:rPr>
                <w:rStyle w:val="Hyperlink"/>
                <w:noProof/>
              </w:rPr>
              <w:t>2. Via negativa</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Toc462314917 \h</w:instrText>
            </w:r>
            <w:r w:rsidR="00EF3F7D">
              <w:rPr>
                <w:noProof/>
                <w:webHidden/>
                <w:rtl/>
              </w:rPr>
              <w:instrText xml:space="preserve"> </w:instrText>
            </w:r>
            <w:r>
              <w:rPr>
                <w:noProof/>
                <w:webHidden/>
                <w:rtl/>
              </w:rPr>
            </w:r>
            <w:r>
              <w:rPr>
                <w:noProof/>
                <w:webHidden/>
                <w:rtl/>
              </w:rPr>
              <w:fldChar w:fldCharType="separate"/>
            </w:r>
            <w:r w:rsidR="00EA0906">
              <w:rPr>
                <w:noProof/>
                <w:webHidden/>
              </w:rPr>
              <w:t>19</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18" w:history="1">
            <w:r w:rsidR="00EF3F7D" w:rsidRPr="00E566D6">
              <w:rPr>
                <w:rStyle w:val="Hyperlink"/>
                <w:noProof/>
              </w:rPr>
              <w:t>3. Firm Rooting in Knowledge</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Toc462314918 \h</w:instrText>
            </w:r>
            <w:r w:rsidR="00EF3F7D">
              <w:rPr>
                <w:noProof/>
                <w:webHidden/>
                <w:rtl/>
              </w:rPr>
              <w:instrText xml:space="preserve"> </w:instrText>
            </w:r>
            <w:r>
              <w:rPr>
                <w:noProof/>
                <w:webHidden/>
                <w:rtl/>
              </w:rPr>
            </w:r>
            <w:r>
              <w:rPr>
                <w:noProof/>
                <w:webHidden/>
                <w:rtl/>
              </w:rPr>
              <w:fldChar w:fldCharType="separate"/>
            </w:r>
            <w:r w:rsidR="00EA0906">
              <w:rPr>
                <w:noProof/>
                <w:webHidden/>
              </w:rPr>
              <w:t>20</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19" w:history="1">
            <w:r w:rsidR="00EF3F7D" w:rsidRPr="00E566D6">
              <w:rPr>
                <w:rStyle w:val="Hyperlink"/>
                <w:noProof/>
              </w:rPr>
              <w:t>4. The Fairest of Creators</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Toc462314919 \h</w:instrText>
            </w:r>
            <w:r w:rsidR="00EF3F7D">
              <w:rPr>
                <w:noProof/>
                <w:webHidden/>
                <w:rtl/>
              </w:rPr>
              <w:instrText xml:space="preserve"> </w:instrText>
            </w:r>
            <w:r>
              <w:rPr>
                <w:noProof/>
                <w:webHidden/>
                <w:rtl/>
              </w:rPr>
            </w:r>
            <w:r>
              <w:rPr>
                <w:noProof/>
                <w:webHidden/>
                <w:rtl/>
              </w:rPr>
              <w:fldChar w:fldCharType="separate"/>
            </w:r>
            <w:r w:rsidR="00EA0906">
              <w:rPr>
                <w:noProof/>
                <w:webHidden/>
              </w:rPr>
              <w:t>23</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20" w:history="1">
            <w:r w:rsidR="00EF3F7D" w:rsidRPr="00E566D6">
              <w:rPr>
                <w:rStyle w:val="Hyperlink"/>
                <w:noProof/>
              </w:rPr>
              <w:t>5. Oneness</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Toc462314920 \h</w:instrText>
            </w:r>
            <w:r w:rsidR="00EF3F7D">
              <w:rPr>
                <w:noProof/>
                <w:webHidden/>
                <w:rtl/>
              </w:rPr>
              <w:instrText xml:space="preserve"> </w:instrText>
            </w:r>
            <w:r>
              <w:rPr>
                <w:noProof/>
                <w:webHidden/>
                <w:rtl/>
              </w:rPr>
            </w:r>
            <w:r>
              <w:rPr>
                <w:noProof/>
                <w:webHidden/>
                <w:rtl/>
              </w:rPr>
              <w:fldChar w:fldCharType="separate"/>
            </w:r>
            <w:r w:rsidR="00EA0906">
              <w:rPr>
                <w:noProof/>
                <w:webHidden/>
              </w:rPr>
              <w:t>25</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21" w:history="1">
            <w:r w:rsidR="00EF3F7D" w:rsidRPr="00E566D6">
              <w:rPr>
                <w:rStyle w:val="Hyperlink"/>
                <w:noProof/>
              </w:rPr>
              <w:t>6. Discernment</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Toc462314921 \h</w:instrText>
            </w:r>
            <w:r w:rsidR="00EF3F7D">
              <w:rPr>
                <w:noProof/>
                <w:webHidden/>
                <w:rtl/>
              </w:rPr>
              <w:instrText xml:space="preserve"> </w:instrText>
            </w:r>
            <w:r>
              <w:rPr>
                <w:noProof/>
                <w:webHidden/>
                <w:rtl/>
              </w:rPr>
            </w:r>
            <w:r>
              <w:rPr>
                <w:noProof/>
                <w:webHidden/>
                <w:rtl/>
              </w:rPr>
              <w:fldChar w:fldCharType="separate"/>
            </w:r>
            <w:r w:rsidR="00EA0906">
              <w:rPr>
                <w:noProof/>
                <w:webHidden/>
              </w:rPr>
              <w:t>25</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22" w:history="1">
            <w:r w:rsidR="00EF3F7D" w:rsidRPr="00E566D6">
              <w:rPr>
                <w:rStyle w:val="Hyperlink"/>
                <w:noProof/>
              </w:rPr>
              <w:t>7. The Vision of the Heart</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Toc462314922 \h</w:instrText>
            </w:r>
            <w:r w:rsidR="00EF3F7D">
              <w:rPr>
                <w:noProof/>
                <w:webHidden/>
                <w:rtl/>
              </w:rPr>
              <w:instrText xml:space="preserve"> </w:instrText>
            </w:r>
            <w:r>
              <w:rPr>
                <w:noProof/>
                <w:webHidden/>
                <w:rtl/>
              </w:rPr>
            </w:r>
            <w:r>
              <w:rPr>
                <w:noProof/>
                <w:webHidden/>
                <w:rtl/>
              </w:rPr>
              <w:fldChar w:fldCharType="separate"/>
            </w:r>
            <w:r w:rsidR="00EA0906">
              <w:rPr>
                <w:noProof/>
                <w:webHidden/>
              </w:rPr>
              <w:t>25</w:t>
            </w:r>
            <w:r>
              <w:rPr>
                <w:noProof/>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23" w:history="1">
            <w:r w:rsidR="00EF3F7D" w:rsidRPr="00E566D6">
              <w:rPr>
                <w:rStyle w:val="Hyperlink"/>
              </w:rPr>
              <w:t>C. al-Baqir, the Fifth Imam</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Toc462314923 \h</w:instrText>
            </w:r>
            <w:r w:rsidR="00EF3F7D">
              <w:rPr>
                <w:webHidden/>
                <w:rtl/>
              </w:rPr>
              <w:instrText xml:space="preserve"> </w:instrText>
            </w:r>
            <w:r>
              <w:rPr>
                <w:webHidden/>
                <w:rtl/>
              </w:rPr>
            </w:r>
            <w:r>
              <w:rPr>
                <w:webHidden/>
                <w:rtl/>
              </w:rPr>
              <w:fldChar w:fldCharType="separate"/>
            </w:r>
            <w:r w:rsidR="00EA0906">
              <w:rPr>
                <w:webHidden/>
              </w:rPr>
              <w:t>27</w:t>
            </w:r>
            <w:r>
              <w:rPr>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24" w:history="1">
            <w:r w:rsidR="00EF3F7D" w:rsidRPr="00E566D6">
              <w:rPr>
                <w:rStyle w:val="Hyperlink"/>
                <w:noProof/>
              </w:rPr>
              <w:t>The Incomparable Lord</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Toc462314924 \h</w:instrText>
            </w:r>
            <w:r w:rsidR="00EF3F7D">
              <w:rPr>
                <w:noProof/>
                <w:webHidden/>
                <w:rtl/>
              </w:rPr>
              <w:instrText xml:space="preserve"> </w:instrText>
            </w:r>
            <w:r>
              <w:rPr>
                <w:noProof/>
                <w:webHidden/>
                <w:rtl/>
              </w:rPr>
            </w:r>
            <w:r>
              <w:rPr>
                <w:noProof/>
                <w:webHidden/>
                <w:rtl/>
              </w:rPr>
              <w:fldChar w:fldCharType="separate"/>
            </w:r>
            <w:r w:rsidR="00EA0906">
              <w:rPr>
                <w:noProof/>
                <w:webHidden/>
              </w:rPr>
              <w:t>27</w:t>
            </w:r>
            <w:r>
              <w:rPr>
                <w:noProof/>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25" w:history="1">
            <w:r w:rsidR="00EF3F7D" w:rsidRPr="00E566D6">
              <w:rPr>
                <w:rStyle w:val="Hyperlink"/>
              </w:rPr>
              <w:t>D. Ja'far al Sadiq, the Sixth Imam</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Toc462314925 \h</w:instrText>
            </w:r>
            <w:r w:rsidR="00EF3F7D">
              <w:rPr>
                <w:webHidden/>
                <w:rtl/>
              </w:rPr>
              <w:instrText xml:space="preserve"> </w:instrText>
            </w:r>
            <w:r>
              <w:rPr>
                <w:webHidden/>
                <w:rtl/>
              </w:rPr>
            </w:r>
            <w:r>
              <w:rPr>
                <w:webHidden/>
                <w:rtl/>
              </w:rPr>
              <w:fldChar w:fldCharType="separate"/>
            </w:r>
            <w:r w:rsidR="00EA0906">
              <w:rPr>
                <w:webHidden/>
              </w:rPr>
              <w:t>28</w:t>
            </w:r>
            <w:r>
              <w:rPr>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26" w:history="1">
            <w:r w:rsidR="00EF3F7D" w:rsidRPr="00E566D6">
              <w:rPr>
                <w:rStyle w:val="Hyperlink"/>
                <w:noProof/>
              </w:rPr>
              <w:t>1. Seeing God</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Toc462314926 \h</w:instrText>
            </w:r>
            <w:r w:rsidR="00EF3F7D">
              <w:rPr>
                <w:noProof/>
                <w:webHidden/>
                <w:rtl/>
              </w:rPr>
              <w:instrText xml:space="preserve"> </w:instrText>
            </w:r>
            <w:r>
              <w:rPr>
                <w:noProof/>
                <w:webHidden/>
                <w:rtl/>
              </w:rPr>
            </w:r>
            <w:r>
              <w:rPr>
                <w:noProof/>
                <w:webHidden/>
                <w:rtl/>
              </w:rPr>
              <w:fldChar w:fldCharType="separate"/>
            </w:r>
            <w:r w:rsidR="00EA0906">
              <w:rPr>
                <w:noProof/>
                <w:webHidden/>
              </w:rPr>
              <w:t>28</w:t>
            </w:r>
            <w:r>
              <w:rPr>
                <w:noProof/>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27" w:history="1">
            <w:r w:rsidR="00EF3F7D" w:rsidRPr="00E566D6">
              <w:rPr>
                <w:rStyle w:val="Hyperlink"/>
              </w:rPr>
              <w:t>E. Musa, the Seventh Imam</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Toc462314927 \h</w:instrText>
            </w:r>
            <w:r w:rsidR="00EF3F7D">
              <w:rPr>
                <w:webHidden/>
                <w:rtl/>
              </w:rPr>
              <w:instrText xml:space="preserve"> </w:instrText>
            </w:r>
            <w:r>
              <w:rPr>
                <w:webHidden/>
                <w:rtl/>
              </w:rPr>
            </w:r>
            <w:r>
              <w:rPr>
                <w:webHidden/>
                <w:rtl/>
              </w:rPr>
              <w:fldChar w:fldCharType="separate"/>
            </w:r>
            <w:r w:rsidR="00EA0906">
              <w:rPr>
                <w:webHidden/>
              </w:rPr>
              <w:t>29</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28" w:history="1">
            <w:r w:rsidR="00EF3F7D" w:rsidRPr="00E566D6">
              <w:rPr>
                <w:rStyle w:val="Hyperlink"/>
              </w:rPr>
              <w:t>God's Might and Majesty</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Toc462314928 \h</w:instrText>
            </w:r>
            <w:r w:rsidR="00EF3F7D">
              <w:rPr>
                <w:webHidden/>
                <w:rtl/>
              </w:rPr>
              <w:instrText xml:space="preserve"> </w:instrText>
            </w:r>
            <w:r>
              <w:rPr>
                <w:webHidden/>
                <w:rtl/>
              </w:rPr>
            </w:r>
            <w:r>
              <w:rPr>
                <w:webHidden/>
                <w:rtl/>
              </w:rPr>
              <w:fldChar w:fldCharType="separate"/>
            </w:r>
            <w:r w:rsidR="00EA0906">
              <w:rPr>
                <w:webHidden/>
              </w:rPr>
              <w:t>29</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29" w:history="1">
            <w:r w:rsidR="00EF3F7D" w:rsidRPr="00E566D6">
              <w:rPr>
                <w:rStyle w:val="Hyperlink"/>
              </w:rPr>
              <w:t>F. Ali al-Rida, the Eighth Imam</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Toc462314929 \h</w:instrText>
            </w:r>
            <w:r w:rsidR="00EF3F7D">
              <w:rPr>
                <w:webHidden/>
                <w:rtl/>
              </w:rPr>
              <w:instrText xml:space="preserve"> </w:instrText>
            </w:r>
            <w:r>
              <w:rPr>
                <w:webHidden/>
                <w:rtl/>
              </w:rPr>
            </w:r>
            <w:r>
              <w:rPr>
                <w:webHidden/>
                <w:rtl/>
              </w:rPr>
              <w:fldChar w:fldCharType="separate"/>
            </w:r>
            <w:r w:rsidR="00EA0906">
              <w:rPr>
                <w:webHidden/>
              </w:rPr>
              <w:t>30</w:t>
            </w:r>
            <w:r>
              <w:rPr>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30" w:history="1">
            <w:r w:rsidR="00EF3F7D" w:rsidRPr="00E566D6">
              <w:rPr>
                <w:rStyle w:val="Hyperlink"/>
                <w:noProof/>
              </w:rPr>
              <w:t>1. Profession of Unity</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Toc462314930 \h</w:instrText>
            </w:r>
            <w:r w:rsidR="00EF3F7D">
              <w:rPr>
                <w:noProof/>
                <w:webHidden/>
                <w:rtl/>
              </w:rPr>
              <w:instrText xml:space="preserve"> </w:instrText>
            </w:r>
            <w:r>
              <w:rPr>
                <w:noProof/>
                <w:webHidden/>
                <w:rtl/>
              </w:rPr>
            </w:r>
            <w:r>
              <w:rPr>
                <w:noProof/>
                <w:webHidden/>
                <w:rtl/>
              </w:rPr>
              <w:fldChar w:fldCharType="separate"/>
            </w:r>
            <w:r w:rsidR="00EA0906">
              <w:rPr>
                <w:noProof/>
                <w:webHidden/>
              </w:rPr>
              <w:t>30</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31" w:history="1">
            <w:r w:rsidR="00EF3F7D" w:rsidRPr="00E566D6">
              <w:rPr>
                <w:rStyle w:val="Hyperlink"/>
                <w:noProof/>
              </w:rPr>
              <w:t>2. The Veil</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Toc462314931 \h</w:instrText>
            </w:r>
            <w:r w:rsidR="00EF3F7D">
              <w:rPr>
                <w:noProof/>
                <w:webHidden/>
                <w:rtl/>
              </w:rPr>
              <w:instrText xml:space="preserve"> </w:instrText>
            </w:r>
            <w:r>
              <w:rPr>
                <w:noProof/>
                <w:webHidden/>
                <w:rtl/>
              </w:rPr>
            </w:r>
            <w:r>
              <w:rPr>
                <w:noProof/>
                <w:webHidden/>
                <w:rtl/>
              </w:rPr>
              <w:fldChar w:fldCharType="separate"/>
            </w:r>
            <w:r w:rsidR="00EA0906">
              <w:rPr>
                <w:noProof/>
                <w:webHidden/>
              </w:rPr>
              <w:t>33</w:t>
            </w:r>
            <w:r>
              <w:rPr>
                <w:noProof/>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32" w:history="1">
            <w:r w:rsidR="00EF3F7D" w:rsidRPr="00E566D6">
              <w:rPr>
                <w:rStyle w:val="Hyperlink"/>
              </w:rPr>
              <w:t>Notes: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Toc462314932 \h</w:instrText>
            </w:r>
            <w:r w:rsidR="00EF3F7D">
              <w:rPr>
                <w:webHidden/>
                <w:rtl/>
              </w:rPr>
              <w:instrText xml:space="preserve"> </w:instrText>
            </w:r>
            <w:r>
              <w:rPr>
                <w:webHidden/>
                <w:rtl/>
              </w:rPr>
            </w:r>
            <w:r>
              <w:rPr>
                <w:webHidden/>
                <w:rtl/>
              </w:rPr>
              <w:fldChar w:fldCharType="separate"/>
            </w:r>
            <w:r w:rsidR="00EA0906">
              <w:rPr>
                <w:webHidden/>
              </w:rPr>
              <w:t>34</w:t>
            </w:r>
            <w:r>
              <w:rPr>
                <w:webHidden/>
                <w:rtl/>
              </w:rPr>
              <w:fldChar w:fldCharType="end"/>
            </w:r>
          </w:hyperlink>
        </w:p>
        <w:p w:rsidR="00EF3F7D" w:rsidRDefault="001859F8" w:rsidP="00EF3F7D">
          <w:pPr>
            <w:pStyle w:val="TOC1"/>
            <w:rPr>
              <w:rFonts w:asciiTheme="minorHAnsi" w:eastAsiaTheme="minorEastAsia" w:hAnsiTheme="minorHAnsi" w:cstheme="minorBidi"/>
              <w:b w:val="0"/>
              <w:bCs w:val="0"/>
              <w:color w:val="auto"/>
              <w:sz w:val="22"/>
              <w:szCs w:val="22"/>
              <w:rtl/>
            </w:rPr>
          </w:pPr>
          <w:hyperlink w:anchor="_Toc462314933" w:history="1">
            <w:r w:rsidR="00EF3F7D" w:rsidRPr="00E566D6">
              <w:rPr>
                <w:rStyle w:val="Hyperlink"/>
              </w:rPr>
              <w:t>PART II</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Toc462314933 \h</w:instrText>
            </w:r>
            <w:r w:rsidR="00EF3F7D">
              <w:rPr>
                <w:webHidden/>
                <w:rtl/>
              </w:rPr>
              <w:instrText xml:space="preserve"> </w:instrText>
            </w:r>
            <w:r>
              <w:rPr>
                <w:webHidden/>
                <w:rtl/>
              </w:rPr>
            </w:r>
            <w:r>
              <w:rPr>
                <w:webHidden/>
                <w:rtl/>
              </w:rPr>
              <w:fldChar w:fldCharType="separate"/>
            </w:r>
            <w:r w:rsidR="00EA0906">
              <w:rPr>
                <w:webHidden/>
              </w:rPr>
              <w:t>46</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34" w:history="1">
            <w:r w:rsidR="00EF3F7D" w:rsidRPr="00E566D6">
              <w:rPr>
                <w:rStyle w:val="Hyperlink"/>
              </w:rPr>
              <w:t>The Ruler and Society</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Toc462314934 \h</w:instrText>
            </w:r>
            <w:r w:rsidR="00EF3F7D">
              <w:rPr>
                <w:webHidden/>
                <w:rtl/>
              </w:rPr>
              <w:instrText xml:space="preserve"> </w:instrText>
            </w:r>
            <w:r>
              <w:rPr>
                <w:webHidden/>
                <w:rtl/>
              </w:rPr>
            </w:r>
            <w:r>
              <w:rPr>
                <w:webHidden/>
                <w:rtl/>
              </w:rPr>
              <w:fldChar w:fldCharType="separate"/>
            </w:r>
            <w:r w:rsidR="00EA0906">
              <w:rPr>
                <w:webHidden/>
              </w:rPr>
              <w:t>46</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35" w:history="1">
            <w:r w:rsidR="00EF3F7D" w:rsidRPr="00E566D6">
              <w:rPr>
                <w:rStyle w:val="Hyperlink"/>
              </w:rPr>
              <w:t>'Ali's Instructions to Malik al-Ashtar</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Toc462314935 \h</w:instrText>
            </w:r>
            <w:r w:rsidR="00EF3F7D">
              <w:rPr>
                <w:webHidden/>
                <w:rtl/>
              </w:rPr>
              <w:instrText xml:space="preserve"> </w:instrText>
            </w:r>
            <w:r>
              <w:rPr>
                <w:webHidden/>
                <w:rtl/>
              </w:rPr>
            </w:r>
            <w:r>
              <w:rPr>
                <w:webHidden/>
                <w:rtl/>
              </w:rPr>
              <w:fldChar w:fldCharType="separate"/>
            </w:r>
            <w:r w:rsidR="00EA0906">
              <w:rPr>
                <w:webHidden/>
              </w:rPr>
              <w:t>46</w:t>
            </w:r>
            <w:r>
              <w:rPr>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36" w:history="1">
            <w:r w:rsidR="00EF3F7D" w:rsidRPr="00E566D6">
              <w:rPr>
                <w:rStyle w:val="Hyperlink"/>
                <w:noProof/>
              </w:rPr>
              <w:t>Part One: Introduction</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Toc462314936 \h</w:instrText>
            </w:r>
            <w:r w:rsidR="00EF3F7D">
              <w:rPr>
                <w:noProof/>
                <w:webHidden/>
                <w:rtl/>
              </w:rPr>
              <w:instrText xml:space="preserve"> </w:instrText>
            </w:r>
            <w:r>
              <w:rPr>
                <w:noProof/>
                <w:webHidden/>
                <w:rtl/>
              </w:rPr>
            </w:r>
            <w:r>
              <w:rPr>
                <w:noProof/>
                <w:webHidden/>
                <w:rtl/>
              </w:rPr>
              <w:fldChar w:fldCharType="separate"/>
            </w:r>
            <w:r w:rsidR="00EA0906">
              <w:rPr>
                <w:noProof/>
                <w:webHidden/>
              </w:rPr>
              <w:t>46</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37" w:history="1">
            <w:r w:rsidR="00EF3F7D" w:rsidRPr="00E566D6">
              <w:rPr>
                <w:rStyle w:val="Hyperlink"/>
                <w:noProof/>
              </w:rPr>
              <w:t>Part Two: Commands and Instructions Concerning Righteous Action in the Affairs of the State</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Toc462314937 \h</w:instrText>
            </w:r>
            <w:r w:rsidR="00EF3F7D">
              <w:rPr>
                <w:noProof/>
                <w:webHidden/>
                <w:rtl/>
              </w:rPr>
              <w:instrText xml:space="preserve"> </w:instrText>
            </w:r>
            <w:r>
              <w:rPr>
                <w:noProof/>
                <w:webHidden/>
                <w:rtl/>
              </w:rPr>
            </w:r>
            <w:r>
              <w:rPr>
                <w:noProof/>
                <w:webHidden/>
                <w:rtl/>
              </w:rPr>
              <w:fldChar w:fldCharType="separate"/>
            </w:r>
            <w:r w:rsidR="00EA0906">
              <w:rPr>
                <w:noProof/>
                <w:webHidden/>
              </w:rPr>
              <w:t>47</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38" w:history="1">
            <w:r w:rsidR="00EF3F7D" w:rsidRPr="00E566D6">
              <w:rPr>
                <w:rStyle w:val="Hyperlink"/>
                <w:noProof/>
              </w:rPr>
              <w:t>Part Three: Concerning the Classes of Men</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Toc462314938 \h</w:instrText>
            </w:r>
            <w:r w:rsidR="00EF3F7D">
              <w:rPr>
                <w:noProof/>
                <w:webHidden/>
                <w:rtl/>
              </w:rPr>
              <w:instrText xml:space="preserve"> </w:instrText>
            </w:r>
            <w:r>
              <w:rPr>
                <w:noProof/>
                <w:webHidden/>
                <w:rtl/>
              </w:rPr>
            </w:r>
            <w:r>
              <w:rPr>
                <w:noProof/>
                <w:webHidden/>
                <w:rtl/>
              </w:rPr>
              <w:fldChar w:fldCharType="separate"/>
            </w:r>
            <w:r w:rsidR="00EA0906">
              <w:rPr>
                <w:noProof/>
                <w:webHidden/>
              </w:rPr>
              <w:t>49</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39" w:history="1">
            <w:r w:rsidR="00EF3F7D" w:rsidRPr="00E566D6">
              <w:rPr>
                <w:rStyle w:val="Hyperlink"/>
                <w:noProof/>
              </w:rPr>
              <w:t>Part Four: Commands and Prohibitions in Malik al-Ashtar's Best Interest</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Toc462314939 \h</w:instrText>
            </w:r>
            <w:r w:rsidR="00EF3F7D">
              <w:rPr>
                <w:noProof/>
                <w:webHidden/>
                <w:rtl/>
              </w:rPr>
              <w:instrText xml:space="preserve"> </w:instrText>
            </w:r>
            <w:r>
              <w:rPr>
                <w:noProof/>
                <w:webHidden/>
                <w:rtl/>
              </w:rPr>
            </w:r>
            <w:r>
              <w:rPr>
                <w:noProof/>
                <w:webHidden/>
                <w:rtl/>
              </w:rPr>
              <w:fldChar w:fldCharType="separate"/>
            </w:r>
            <w:r w:rsidR="00EA0906">
              <w:rPr>
                <w:noProof/>
                <w:webHidden/>
              </w:rPr>
              <w:t>53</w:t>
            </w:r>
            <w:r>
              <w:rPr>
                <w:noProof/>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40" w:history="1">
            <w:r w:rsidR="00EF3F7D" w:rsidRPr="00E566D6">
              <w:rPr>
                <w:rStyle w:val="Hyperlink"/>
              </w:rPr>
              <w:t>Notes: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Toc462314940 \h</w:instrText>
            </w:r>
            <w:r w:rsidR="00EF3F7D">
              <w:rPr>
                <w:webHidden/>
                <w:rtl/>
              </w:rPr>
              <w:instrText xml:space="preserve"> </w:instrText>
            </w:r>
            <w:r>
              <w:rPr>
                <w:webHidden/>
                <w:rtl/>
              </w:rPr>
            </w:r>
            <w:r>
              <w:rPr>
                <w:webHidden/>
                <w:rtl/>
              </w:rPr>
              <w:fldChar w:fldCharType="separate"/>
            </w:r>
            <w:r w:rsidR="00EA0906">
              <w:rPr>
                <w:webHidden/>
              </w:rPr>
              <w:t>57</w:t>
            </w:r>
            <w:r>
              <w:rPr>
                <w:webHidden/>
                <w:rtl/>
              </w:rPr>
              <w:fldChar w:fldCharType="end"/>
            </w:r>
          </w:hyperlink>
        </w:p>
        <w:p w:rsidR="00EF3F7D" w:rsidRDefault="001859F8" w:rsidP="00EF3F7D">
          <w:pPr>
            <w:pStyle w:val="TOC1"/>
            <w:rPr>
              <w:rFonts w:asciiTheme="minorHAnsi" w:eastAsiaTheme="minorEastAsia" w:hAnsiTheme="minorHAnsi" w:cstheme="minorBidi"/>
              <w:b w:val="0"/>
              <w:bCs w:val="0"/>
              <w:color w:val="auto"/>
              <w:sz w:val="22"/>
              <w:szCs w:val="22"/>
              <w:rtl/>
            </w:rPr>
          </w:pPr>
          <w:hyperlink w:anchor="_Toc462314941" w:history="1">
            <w:r w:rsidR="00EF3F7D" w:rsidRPr="00E566D6">
              <w:rPr>
                <w:rStyle w:val="Hyperlink"/>
              </w:rPr>
              <w:t>The Spiritual Life: Prayer and Supplication</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Toc462314941 \h</w:instrText>
            </w:r>
            <w:r w:rsidR="00EF3F7D">
              <w:rPr>
                <w:webHidden/>
                <w:rtl/>
              </w:rPr>
              <w:instrText xml:space="preserve"> </w:instrText>
            </w:r>
            <w:r>
              <w:rPr>
                <w:webHidden/>
                <w:rtl/>
              </w:rPr>
            </w:r>
            <w:r>
              <w:rPr>
                <w:webHidden/>
                <w:rtl/>
              </w:rPr>
              <w:fldChar w:fldCharType="separate"/>
            </w:r>
            <w:r w:rsidR="00EA0906">
              <w:rPr>
                <w:webHidden/>
              </w:rPr>
              <w:t>62</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42" w:history="1">
            <w:r w:rsidR="00EF3F7D" w:rsidRPr="00E566D6">
              <w:rPr>
                <w:rStyle w:val="Hyperlink"/>
              </w:rPr>
              <w:t>A. al-Husayn, the Third Imam</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Toc462314942 \h</w:instrText>
            </w:r>
            <w:r w:rsidR="00EF3F7D">
              <w:rPr>
                <w:webHidden/>
                <w:rtl/>
              </w:rPr>
              <w:instrText xml:space="preserve"> </w:instrText>
            </w:r>
            <w:r>
              <w:rPr>
                <w:webHidden/>
                <w:rtl/>
              </w:rPr>
            </w:r>
            <w:r>
              <w:rPr>
                <w:webHidden/>
                <w:rtl/>
              </w:rPr>
              <w:fldChar w:fldCharType="separate"/>
            </w:r>
            <w:r w:rsidR="00EA0906">
              <w:rPr>
                <w:webHidden/>
              </w:rPr>
              <w:t>63</w:t>
            </w:r>
            <w:r>
              <w:rPr>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43" w:history="1">
            <w:r w:rsidR="00EF3F7D" w:rsidRPr="00E566D6">
              <w:rPr>
                <w:rStyle w:val="Hyperlink"/>
                <w:noProof/>
              </w:rPr>
              <w:t>Prayer for the Day of Arafah</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Toc462314943 \h</w:instrText>
            </w:r>
            <w:r w:rsidR="00EF3F7D">
              <w:rPr>
                <w:noProof/>
                <w:webHidden/>
                <w:rtl/>
              </w:rPr>
              <w:instrText xml:space="preserve"> </w:instrText>
            </w:r>
            <w:r>
              <w:rPr>
                <w:noProof/>
                <w:webHidden/>
                <w:rtl/>
              </w:rPr>
            </w:r>
            <w:r>
              <w:rPr>
                <w:noProof/>
                <w:webHidden/>
                <w:rtl/>
              </w:rPr>
              <w:fldChar w:fldCharType="separate"/>
            </w:r>
            <w:r w:rsidR="00EA0906">
              <w:rPr>
                <w:noProof/>
                <w:webHidden/>
              </w:rPr>
              <w:t>63</w:t>
            </w:r>
            <w:r>
              <w:rPr>
                <w:noProof/>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44" w:history="1">
            <w:r w:rsidR="00EF3F7D" w:rsidRPr="00E566D6">
              <w:rPr>
                <w:rStyle w:val="Hyperlink"/>
              </w:rPr>
              <w:t>B. 'Ali Zayn al-'Abidin, the Fourth Imam</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Toc462314944 \h</w:instrText>
            </w:r>
            <w:r w:rsidR="00EF3F7D">
              <w:rPr>
                <w:webHidden/>
                <w:rtl/>
              </w:rPr>
              <w:instrText xml:space="preserve"> </w:instrText>
            </w:r>
            <w:r>
              <w:rPr>
                <w:webHidden/>
                <w:rtl/>
              </w:rPr>
            </w:r>
            <w:r>
              <w:rPr>
                <w:webHidden/>
                <w:rtl/>
              </w:rPr>
              <w:fldChar w:fldCharType="separate"/>
            </w:r>
            <w:r w:rsidR="00EA0906">
              <w:rPr>
                <w:webHidden/>
              </w:rPr>
              <w:t>74</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45" w:history="1">
            <w:r w:rsidR="00EF3F7D" w:rsidRPr="00E566D6">
              <w:rPr>
                <w:rStyle w:val="Hyperlink"/>
              </w:rPr>
              <w:t>C. Muhammad al-Mahdi, the Twelfth Imam</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Toc462314945 \h</w:instrText>
            </w:r>
            <w:r w:rsidR="00EF3F7D">
              <w:rPr>
                <w:webHidden/>
                <w:rtl/>
              </w:rPr>
              <w:instrText xml:space="preserve"> </w:instrText>
            </w:r>
            <w:r>
              <w:rPr>
                <w:webHidden/>
                <w:rtl/>
              </w:rPr>
            </w:r>
            <w:r>
              <w:rPr>
                <w:webHidden/>
                <w:rtl/>
              </w:rPr>
              <w:fldChar w:fldCharType="separate"/>
            </w:r>
            <w:r w:rsidR="00EA0906">
              <w:rPr>
                <w:webHidden/>
              </w:rPr>
              <w:t>79</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46" w:history="1">
            <w:r w:rsidR="00EF3F7D" w:rsidRPr="00E566D6">
              <w:rPr>
                <w:rStyle w:val="Hyperlink"/>
              </w:rPr>
              <w:t>Notes: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Toc462314946 \h</w:instrText>
            </w:r>
            <w:r w:rsidR="00EF3F7D">
              <w:rPr>
                <w:webHidden/>
                <w:rtl/>
              </w:rPr>
              <w:instrText xml:space="preserve"> </w:instrText>
            </w:r>
            <w:r>
              <w:rPr>
                <w:webHidden/>
                <w:rtl/>
              </w:rPr>
            </w:r>
            <w:r>
              <w:rPr>
                <w:webHidden/>
                <w:rtl/>
              </w:rPr>
              <w:fldChar w:fldCharType="separate"/>
            </w:r>
            <w:r w:rsidR="00EA0906">
              <w:rPr>
                <w:webHidden/>
              </w:rPr>
              <w:t>81</w:t>
            </w:r>
            <w:r>
              <w:rPr>
                <w:webHidden/>
                <w:rtl/>
              </w:rPr>
              <w:fldChar w:fldCharType="end"/>
            </w:r>
          </w:hyperlink>
        </w:p>
        <w:p w:rsidR="00EF3F7D" w:rsidRDefault="001859F8" w:rsidP="00EF3F7D">
          <w:pPr>
            <w:pStyle w:val="TOC1"/>
            <w:rPr>
              <w:rFonts w:asciiTheme="minorHAnsi" w:eastAsiaTheme="minorEastAsia" w:hAnsiTheme="minorHAnsi" w:cstheme="minorBidi"/>
              <w:b w:val="0"/>
              <w:bCs w:val="0"/>
              <w:color w:val="auto"/>
              <w:sz w:val="22"/>
              <w:szCs w:val="22"/>
              <w:rtl/>
            </w:rPr>
          </w:pPr>
          <w:hyperlink w:anchor="_Toc462314947" w:history="1">
            <w:r w:rsidR="00EF3F7D" w:rsidRPr="00E566D6">
              <w:rPr>
                <w:rStyle w:val="Hyperlink"/>
              </w:rPr>
              <w:t>Appendix: The Twelve Imams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Toc462314947 \h</w:instrText>
            </w:r>
            <w:r w:rsidR="00EF3F7D">
              <w:rPr>
                <w:webHidden/>
                <w:rtl/>
              </w:rPr>
              <w:instrText xml:space="preserve"> </w:instrText>
            </w:r>
            <w:r>
              <w:rPr>
                <w:webHidden/>
                <w:rtl/>
              </w:rPr>
            </w:r>
            <w:r>
              <w:rPr>
                <w:webHidden/>
                <w:rtl/>
              </w:rPr>
              <w:fldChar w:fldCharType="separate"/>
            </w:r>
            <w:r w:rsidR="00EA0906">
              <w:rPr>
                <w:webHidden/>
              </w:rPr>
              <w:t>88</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48" w:history="1">
            <w:r w:rsidR="00EF3F7D" w:rsidRPr="00E566D6">
              <w:rPr>
                <w:rStyle w:val="Hyperlink"/>
              </w:rPr>
              <w:t>Fatimah</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Toc462314948 \h</w:instrText>
            </w:r>
            <w:r w:rsidR="00EF3F7D">
              <w:rPr>
                <w:webHidden/>
                <w:rtl/>
              </w:rPr>
              <w:instrText xml:space="preserve"> </w:instrText>
            </w:r>
            <w:r>
              <w:rPr>
                <w:webHidden/>
                <w:rtl/>
              </w:rPr>
            </w:r>
            <w:r>
              <w:rPr>
                <w:webHidden/>
                <w:rtl/>
              </w:rPr>
              <w:fldChar w:fldCharType="separate"/>
            </w:r>
            <w:r w:rsidR="00EA0906">
              <w:rPr>
                <w:webHidden/>
              </w:rPr>
              <w:t>89</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49" w:history="1">
            <w:r w:rsidR="00EF3F7D" w:rsidRPr="00E566D6">
              <w:rPr>
                <w:rStyle w:val="Hyperlink"/>
              </w:rPr>
              <w:t>The Imams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Toc462314949 \h</w:instrText>
            </w:r>
            <w:r w:rsidR="00EF3F7D">
              <w:rPr>
                <w:webHidden/>
                <w:rtl/>
              </w:rPr>
              <w:instrText xml:space="preserve"> </w:instrText>
            </w:r>
            <w:r>
              <w:rPr>
                <w:webHidden/>
                <w:rtl/>
              </w:rPr>
            </w:r>
            <w:r>
              <w:rPr>
                <w:webHidden/>
                <w:rtl/>
              </w:rPr>
              <w:fldChar w:fldCharType="separate"/>
            </w:r>
            <w:r w:rsidR="00EA0906">
              <w:rPr>
                <w:webHidden/>
              </w:rPr>
              <w:t>89</w:t>
            </w:r>
            <w:r>
              <w:rPr>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0" w:history="1">
            <w:r w:rsidR="00EF3F7D" w:rsidRPr="00E566D6">
              <w:rPr>
                <w:rStyle w:val="Hyperlink"/>
                <w:noProof/>
              </w:rPr>
              <w:t>I. The First Imam, 'Ali (b. A.D. 600, d. A.H. 40/A.D. 661)</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Toc462314950 \h</w:instrText>
            </w:r>
            <w:r w:rsidR="00EF3F7D">
              <w:rPr>
                <w:noProof/>
                <w:webHidden/>
                <w:rtl/>
              </w:rPr>
              <w:instrText xml:space="preserve"> </w:instrText>
            </w:r>
            <w:r>
              <w:rPr>
                <w:noProof/>
                <w:webHidden/>
                <w:rtl/>
              </w:rPr>
            </w:r>
            <w:r>
              <w:rPr>
                <w:noProof/>
                <w:webHidden/>
                <w:rtl/>
              </w:rPr>
              <w:fldChar w:fldCharType="separate"/>
            </w:r>
            <w:r w:rsidR="00EA0906">
              <w:rPr>
                <w:noProof/>
                <w:webHidden/>
              </w:rPr>
              <w:t>89</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1" w:history="1">
            <w:r w:rsidR="00EF3F7D" w:rsidRPr="00E566D6">
              <w:rPr>
                <w:rStyle w:val="Hyperlink"/>
                <w:noProof/>
              </w:rPr>
              <w:t>II. The Second Imam, al-Hasan (3/62 -50/670)</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Toc462314951 \h</w:instrText>
            </w:r>
            <w:r w:rsidR="00EF3F7D">
              <w:rPr>
                <w:noProof/>
                <w:webHidden/>
                <w:rtl/>
              </w:rPr>
              <w:instrText xml:space="preserve"> </w:instrText>
            </w:r>
            <w:r>
              <w:rPr>
                <w:noProof/>
                <w:webHidden/>
                <w:rtl/>
              </w:rPr>
            </w:r>
            <w:r>
              <w:rPr>
                <w:noProof/>
                <w:webHidden/>
                <w:rtl/>
              </w:rPr>
              <w:fldChar w:fldCharType="separate"/>
            </w:r>
            <w:r w:rsidR="00EA0906">
              <w:rPr>
                <w:noProof/>
                <w:webHidden/>
              </w:rPr>
              <w:t>89</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2" w:history="1">
            <w:r w:rsidR="00EF3F7D" w:rsidRPr="00E566D6">
              <w:rPr>
                <w:rStyle w:val="Hyperlink"/>
                <w:noProof/>
              </w:rPr>
              <w:t>III. The Third Imam, al-Husayn (4/62 -6I/680)</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Toc462314952 \h</w:instrText>
            </w:r>
            <w:r w:rsidR="00EF3F7D">
              <w:rPr>
                <w:noProof/>
                <w:webHidden/>
                <w:rtl/>
              </w:rPr>
              <w:instrText xml:space="preserve"> </w:instrText>
            </w:r>
            <w:r>
              <w:rPr>
                <w:noProof/>
                <w:webHidden/>
                <w:rtl/>
              </w:rPr>
            </w:r>
            <w:r>
              <w:rPr>
                <w:noProof/>
                <w:webHidden/>
                <w:rtl/>
              </w:rPr>
              <w:fldChar w:fldCharType="separate"/>
            </w:r>
            <w:r w:rsidR="00EA0906">
              <w:rPr>
                <w:noProof/>
                <w:webHidden/>
              </w:rPr>
              <w:t>89</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3" w:history="1">
            <w:r w:rsidR="00EF3F7D" w:rsidRPr="00E566D6">
              <w:rPr>
                <w:rStyle w:val="Hyperlink"/>
                <w:noProof/>
              </w:rPr>
              <w:t>IV. The Fourth Imam, 'Ali, known as Zayn al-'Abidin and al-Sajjad (38/65895/7I2)</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Toc462314953 \h</w:instrText>
            </w:r>
            <w:r w:rsidR="00EF3F7D">
              <w:rPr>
                <w:noProof/>
                <w:webHidden/>
                <w:rtl/>
              </w:rPr>
              <w:instrText xml:space="preserve"> </w:instrText>
            </w:r>
            <w:r>
              <w:rPr>
                <w:noProof/>
                <w:webHidden/>
                <w:rtl/>
              </w:rPr>
            </w:r>
            <w:r>
              <w:rPr>
                <w:noProof/>
                <w:webHidden/>
                <w:rtl/>
              </w:rPr>
              <w:fldChar w:fldCharType="separate"/>
            </w:r>
            <w:r w:rsidR="00EA0906">
              <w:rPr>
                <w:noProof/>
                <w:webHidden/>
              </w:rPr>
              <w:t>90</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4" w:history="1">
            <w:r w:rsidR="00EF3F7D" w:rsidRPr="00E566D6">
              <w:rPr>
                <w:rStyle w:val="Hyperlink"/>
                <w:noProof/>
              </w:rPr>
              <w:t>V. The Fifth Imam, Muhammad, known as al-Baqir (57/675II4/732)</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Toc462314954 \h</w:instrText>
            </w:r>
            <w:r w:rsidR="00EF3F7D">
              <w:rPr>
                <w:noProof/>
                <w:webHidden/>
                <w:rtl/>
              </w:rPr>
              <w:instrText xml:space="preserve"> </w:instrText>
            </w:r>
            <w:r>
              <w:rPr>
                <w:noProof/>
                <w:webHidden/>
                <w:rtl/>
              </w:rPr>
            </w:r>
            <w:r>
              <w:rPr>
                <w:noProof/>
                <w:webHidden/>
                <w:rtl/>
              </w:rPr>
              <w:fldChar w:fldCharType="separate"/>
            </w:r>
            <w:r w:rsidR="00EA0906">
              <w:rPr>
                <w:noProof/>
                <w:webHidden/>
              </w:rPr>
              <w:t>90</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5" w:history="1">
            <w:r w:rsidR="00EF3F7D" w:rsidRPr="00E566D6">
              <w:rPr>
                <w:rStyle w:val="Hyperlink"/>
                <w:noProof/>
              </w:rPr>
              <w:t>VI. The Sixth Imam, Ja'far, known as al-Sadiq (83/702-148/765)</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Toc462314955 \h</w:instrText>
            </w:r>
            <w:r w:rsidR="00EF3F7D">
              <w:rPr>
                <w:noProof/>
                <w:webHidden/>
                <w:rtl/>
              </w:rPr>
              <w:instrText xml:space="preserve"> </w:instrText>
            </w:r>
            <w:r>
              <w:rPr>
                <w:noProof/>
                <w:webHidden/>
                <w:rtl/>
              </w:rPr>
            </w:r>
            <w:r>
              <w:rPr>
                <w:noProof/>
                <w:webHidden/>
                <w:rtl/>
              </w:rPr>
              <w:fldChar w:fldCharType="separate"/>
            </w:r>
            <w:r w:rsidR="00EA0906">
              <w:rPr>
                <w:noProof/>
                <w:webHidden/>
              </w:rPr>
              <w:t>90</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6" w:history="1">
            <w:r w:rsidR="00EF3F7D" w:rsidRPr="00E566D6">
              <w:rPr>
                <w:rStyle w:val="Hyperlink"/>
                <w:noProof/>
              </w:rPr>
              <w:t>VII. The Seventh Imam, Musa, entitled al-Kazim (128/744-183/799)</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Toc462314956 \h</w:instrText>
            </w:r>
            <w:r w:rsidR="00EF3F7D">
              <w:rPr>
                <w:noProof/>
                <w:webHidden/>
                <w:rtl/>
              </w:rPr>
              <w:instrText xml:space="preserve"> </w:instrText>
            </w:r>
            <w:r>
              <w:rPr>
                <w:noProof/>
                <w:webHidden/>
                <w:rtl/>
              </w:rPr>
            </w:r>
            <w:r>
              <w:rPr>
                <w:noProof/>
                <w:webHidden/>
                <w:rtl/>
              </w:rPr>
              <w:fldChar w:fldCharType="separate"/>
            </w:r>
            <w:r w:rsidR="00EA0906">
              <w:rPr>
                <w:noProof/>
                <w:webHidden/>
              </w:rPr>
              <w:t>90</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7" w:history="1">
            <w:r w:rsidR="00EF3F7D" w:rsidRPr="00E566D6">
              <w:rPr>
                <w:rStyle w:val="Hyperlink"/>
                <w:noProof/>
              </w:rPr>
              <w:t>VIII. The Eighth Imam, 'Ali, known as al-Rida (148/765-203/817)</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Toc462314957 \h</w:instrText>
            </w:r>
            <w:r w:rsidR="00EF3F7D">
              <w:rPr>
                <w:noProof/>
                <w:webHidden/>
                <w:rtl/>
              </w:rPr>
              <w:instrText xml:space="preserve"> </w:instrText>
            </w:r>
            <w:r>
              <w:rPr>
                <w:noProof/>
                <w:webHidden/>
                <w:rtl/>
              </w:rPr>
            </w:r>
            <w:r>
              <w:rPr>
                <w:noProof/>
                <w:webHidden/>
                <w:rtl/>
              </w:rPr>
              <w:fldChar w:fldCharType="separate"/>
            </w:r>
            <w:r w:rsidR="00EA0906">
              <w:rPr>
                <w:noProof/>
                <w:webHidden/>
              </w:rPr>
              <w:t>90</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8" w:history="1">
            <w:r w:rsidR="00EF3F7D" w:rsidRPr="00E566D6">
              <w:rPr>
                <w:rStyle w:val="Hyperlink"/>
                <w:noProof/>
              </w:rPr>
              <w:t>IX. The Ninth Imam, Muhammad, known as al-Taqi (195/809-220/835)</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Toc462314958 \h</w:instrText>
            </w:r>
            <w:r w:rsidR="00EF3F7D">
              <w:rPr>
                <w:noProof/>
                <w:webHidden/>
                <w:rtl/>
              </w:rPr>
              <w:instrText xml:space="preserve"> </w:instrText>
            </w:r>
            <w:r>
              <w:rPr>
                <w:noProof/>
                <w:webHidden/>
                <w:rtl/>
              </w:rPr>
            </w:r>
            <w:r>
              <w:rPr>
                <w:noProof/>
                <w:webHidden/>
                <w:rtl/>
              </w:rPr>
              <w:fldChar w:fldCharType="separate"/>
            </w:r>
            <w:r w:rsidR="00EA0906">
              <w:rPr>
                <w:noProof/>
                <w:webHidden/>
              </w:rPr>
              <w:t>90</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59" w:history="1">
            <w:r w:rsidR="00EF3F7D" w:rsidRPr="00E566D6">
              <w:rPr>
                <w:rStyle w:val="Hyperlink"/>
                <w:noProof/>
              </w:rPr>
              <w:t>X. The Tenth Imam, 'Ali, known as al-Naqi (212/827-254/868)</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Toc462314959 \h</w:instrText>
            </w:r>
            <w:r w:rsidR="00EF3F7D">
              <w:rPr>
                <w:noProof/>
                <w:webHidden/>
                <w:rtl/>
              </w:rPr>
              <w:instrText xml:space="preserve"> </w:instrText>
            </w:r>
            <w:r>
              <w:rPr>
                <w:noProof/>
                <w:webHidden/>
                <w:rtl/>
              </w:rPr>
            </w:r>
            <w:r>
              <w:rPr>
                <w:noProof/>
                <w:webHidden/>
                <w:rtl/>
              </w:rPr>
              <w:fldChar w:fldCharType="separate"/>
            </w:r>
            <w:r w:rsidR="00EA0906">
              <w:rPr>
                <w:noProof/>
                <w:webHidden/>
              </w:rPr>
              <w:t>91</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60" w:history="1">
            <w:r w:rsidR="00EF3F7D" w:rsidRPr="00E566D6">
              <w:rPr>
                <w:rStyle w:val="Hyperlink"/>
                <w:noProof/>
              </w:rPr>
              <w:t>XI. The Eleventh Imam, al-Hasan, called al-'Askari (232/845-260/872)</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Toc462314960 \h</w:instrText>
            </w:r>
            <w:r w:rsidR="00EF3F7D">
              <w:rPr>
                <w:noProof/>
                <w:webHidden/>
                <w:rtl/>
              </w:rPr>
              <w:instrText xml:space="preserve"> </w:instrText>
            </w:r>
            <w:r>
              <w:rPr>
                <w:noProof/>
                <w:webHidden/>
                <w:rtl/>
              </w:rPr>
            </w:r>
            <w:r>
              <w:rPr>
                <w:noProof/>
                <w:webHidden/>
                <w:rtl/>
              </w:rPr>
              <w:fldChar w:fldCharType="separate"/>
            </w:r>
            <w:r w:rsidR="00EA0906">
              <w:rPr>
                <w:noProof/>
                <w:webHidden/>
              </w:rPr>
              <w:t>91</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61" w:history="1">
            <w:r w:rsidR="00EF3F7D" w:rsidRPr="00E566D6">
              <w:rPr>
                <w:rStyle w:val="Hyperlink"/>
                <w:noProof/>
              </w:rPr>
              <w:t>XII. The Twelfth Imam, Muhammad, known as al-Mahdi (b. 256/868)</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Toc462314961 \h</w:instrText>
            </w:r>
            <w:r w:rsidR="00EF3F7D">
              <w:rPr>
                <w:noProof/>
                <w:webHidden/>
                <w:rtl/>
              </w:rPr>
              <w:instrText xml:space="preserve"> </w:instrText>
            </w:r>
            <w:r>
              <w:rPr>
                <w:noProof/>
                <w:webHidden/>
                <w:rtl/>
              </w:rPr>
            </w:r>
            <w:r>
              <w:rPr>
                <w:noProof/>
                <w:webHidden/>
                <w:rtl/>
              </w:rPr>
              <w:fldChar w:fldCharType="separate"/>
            </w:r>
            <w:r w:rsidR="00EA0906">
              <w:rPr>
                <w:noProof/>
                <w:webHidden/>
              </w:rPr>
              <w:t>91</w:t>
            </w:r>
            <w:r>
              <w:rPr>
                <w:noProof/>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62" w:history="1">
            <w:r w:rsidR="00EF3F7D" w:rsidRPr="00E566D6">
              <w:rPr>
                <w:rStyle w:val="Hyperlink"/>
              </w:rPr>
              <w:t>Notes: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Toc462314962 \h</w:instrText>
            </w:r>
            <w:r w:rsidR="00EF3F7D">
              <w:rPr>
                <w:webHidden/>
                <w:rtl/>
              </w:rPr>
              <w:instrText xml:space="preserve"> </w:instrText>
            </w:r>
            <w:r>
              <w:rPr>
                <w:webHidden/>
                <w:rtl/>
              </w:rPr>
            </w:r>
            <w:r>
              <w:rPr>
                <w:webHidden/>
                <w:rtl/>
              </w:rPr>
              <w:fldChar w:fldCharType="separate"/>
            </w:r>
            <w:r w:rsidR="00EA0906">
              <w:rPr>
                <w:webHidden/>
              </w:rPr>
              <w:t>91</w:t>
            </w:r>
            <w:r>
              <w:rPr>
                <w:webHidden/>
                <w:rtl/>
              </w:rPr>
              <w:fldChar w:fldCharType="end"/>
            </w:r>
          </w:hyperlink>
        </w:p>
        <w:p w:rsidR="00EF3F7D" w:rsidRDefault="001859F8" w:rsidP="00EF3F7D">
          <w:pPr>
            <w:pStyle w:val="TOC1"/>
            <w:rPr>
              <w:rFonts w:asciiTheme="minorHAnsi" w:eastAsiaTheme="minorEastAsia" w:hAnsiTheme="minorHAnsi" w:cstheme="minorBidi"/>
              <w:b w:val="0"/>
              <w:bCs w:val="0"/>
              <w:color w:val="auto"/>
              <w:sz w:val="22"/>
              <w:szCs w:val="22"/>
              <w:rtl/>
            </w:rPr>
          </w:pPr>
          <w:hyperlink w:anchor="_Toc462314963" w:history="1">
            <w:r w:rsidR="00EF3F7D" w:rsidRPr="00E566D6">
              <w:rPr>
                <w:rStyle w:val="Hyperlink"/>
              </w:rPr>
              <w:t>Bibliography</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Toc462314963 \h</w:instrText>
            </w:r>
            <w:r w:rsidR="00EF3F7D">
              <w:rPr>
                <w:webHidden/>
                <w:rtl/>
              </w:rPr>
              <w:instrText xml:space="preserve"> </w:instrText>
            </w:r>
            <w:r>
              <w:rPr>
                <w:webHidden/>
                <w:rtl/>
              </w:rPr>
            </w:r>
            <w:r>
              <w:rPr>
                <w:webHidden/>
                <w:rtl/>
              </w:rPr>
              <w:fldChar w:fldCharType="separate"/>
            </w:r>
            <w:r w:rsidR="00EA0906">
              <w:rPr>
                <w:webHidden/>
              </w:rPr>
              <w:t>92</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64" w:history="1">
            <w:r w:rsidR="00EF3F7D" w:rsidRPr="00E566D6">
              <w:rPr>
                <w:rStyle w:val="Hyperlink"/>
              </w:rPr>
              <w:t>Sources of the Selections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Toc462314964 \h</w:instrText>
            </w:r>
            <w:r w:rsidR="00EF3F7D">
              <w:rPr>
                <w:webHidden/>
                <w:rtl/>
              </w:rPr>
              <w:instrText xml:space="preserve"> </w:instrText>
            </w:r>
            <w:r>
              <w:rPr>
                <w:webHidden/>
                <w:rtl/>
              </w:rPr>
            </w:r>
            <w:r>
              <w:rPr>
                <w:webHidden/>
                <w:rtl/>
              </w:rPr>
              <w:fldChar w:fldCharType="separate"/>
            </w:r>
            <w:r w:rsidR="00EA0906">
              <w:rPr>
                <w:webHidden/>
              </w:rPr>
              <w:t>92</w:t>
            </w:r>
            <w:r>
              <w:rPr>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65" w:history="1">
            <w:r w:rsidR="00EF3F7D" w:rsidRPr="00E566D6">
              <w:rPr>
                <w:rStyle w:val="Hyperlink"/>
                <w:noProof/>
              </w:rPr>
              <w:t>A. The Prophet</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Toc462314965 \h</w:instrText>
            </w:r>
            <w:r w:rsidR="00EF3F7D">
              <w:rPr>
                <w:noProof/>
                <w:webHidden/>
                <w:rtl/>
              </w:rPr>
              <w:instrText xml:space="preserve"> </w:instrText>
            </w:r>
            <w:r>
              <w:rPr>
                <w:noProof/>
                <w:webHidden/>
                <w:rtl/>
              </w:rPr>
            </w:r>
            <w:r>
              <w:rPr>
                <w:noProof/>
                <w:webHidden/>
                <w:rtl/>
              </w:rPr>
              <w:fldChar w:fldCharType="separate"/>
            </w:r>
            <w:r w:rsidR="00EA0906">
              <w:rPr>
                <w:noProof/>
                <w:webHidden/>
              </w:rPr>
              <w:t>92</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66" w:history="1">
            <w:r w:rsidR="00EF3F7D" w:rsidRPr="00E566D6">
              <w:rPr>
                <w:rStyle w:val="Hyperlink"/>
                <w:noProof/>
              </w:rPr>
              <w:t>B. 'Ali</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Toc462314966 \h</w:instrText>
            </w:r>
            <w:r w:rsidR="00EF3F7D">
              <w:rPr>
                <w:noProof/>
                <w:webHidden/>
                <w:rtl/>
              </w:rPr>
              <w:instrText xml:space="preserve"> </w:instrText>
            </w:r>
            <w:r>
              <w:rPr>
                <w:noProof/>
                <w:webHidden/>
                <w:rtl/>
              </w:rPr>
            </w:r>
            <w:r>
              <w:rPr>
                <w:noProof/>
                <w:webHidden/>
                <w:rtl/>
              </w:rPr>
              <w:fldChar w:fldCharType="separate"/>
            </w:r>
            <w:r w:rsidR="00EA0906">
              <w:rPr>
                <w:noProof/>
                <w:webHidden/>
              </w:rPr>
              <w:t>92</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67" w:history="1">
            <w:r w:rsidR="00EF3F7D" w:rsidRPr="00E566D6">
              <w:rPr>
                <w:rStyle w:val="Hyperlink"/>
                <w:noProof/>
              </w:rPr>
              <w:t>C. al-Baqir: The Incomparable Lord: vol. 4, pp. 299-300.</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Toc462314967 \h</w:instrText>
            </w:r>
            <w:r w:rsidR="00EF3F7D">
              <w:rPr>
                <w:noProof/>
                <w:webHidden/>
                <w:rtl/>
              </w:rPr>
              <w:instrText xml:space="preserve"> </w:instrText>
            </w:r>
            <w:r>
              <w:rPr>
                <w:noProof/>
                <w:webHidden/>
                <w:rtl/>
              </w:rPr>
            </w:r>
            <w:r>
              <w:rPr>
                <w:noProof/>
                <w:webHidden/>
                <w:rtl/>
              </w:rPr>
              <w:fldChar w:fldCharType="separate"/>
            </w:r>
            <w:r w:rsidR="00EA0906">
              <w:rPr>
                <w:noProof/>
                <w:webHidden/>
              </w:rPr>
              <w:t>92</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68" w:history="1">
            <w:r w:rsidR="00EF3F7D" w:rsidRPr="00E566D6">
              <w:rPr>
                <w:rStyle w:val="Hyperlink"/>
                <w:noProof/>
              </w:rPr>
              <w:t>D. Ja'far</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Toc462314968 \h</w:instrText>
            </w:r>
            <w:r w:rsidR="00EF3F7D">
              <w:rPr>
                <w:noProof/>
                <w:webHidden/>
                <w:rtl/>
              </w:rPr>
              <w:instrText xml:space="preserve"> </w:instrText>
            </w:r>
            <w:r>
              <w:rPr>
                <w:noProof/>
                <w:webHidden/>
                <w:rtl/>
              </w:rPr>
            </w:r>
            <w:r>
              <w:rPr>
                <w:noProof/>
                <w:webHidden/>
                <w:rtl/>
              </w:rPr>
              <w:fldChar w:fldCharType="separate"/>
            </w:r>
            <w:r w:rsidR="00EA0906">
              <w:rPr>
                <w:noProof/>
                <w:webHidden/>
              </w:rPr>
              <w:t>92</w:t>
            </w:r>
            <w:r>
              <w:rPr>
                <w:noProof/>
                <w:webHidden/>
                <w:rtl/>
              </w:rPr>
              <w:fldChar w:fldCharType="end"/>
            </w:r>
          </w:hyperlink>
        </w:p>
        <w:p w:rsidR="00EF3F7D" w:rsidRDefault="001859F8" w:rsidP="00EF3F7D">
          <w:pPr>
            <w:pStyle w:val="TOC3"/>
            <w:rPr>
              <w:rFonts w:asciiTheme="minorHAnsi" w:eastAsiaTheme="minorEastAsia" w:hAnsiTheme="minorHAnsi" w:cstheme="minorBidi"/>
              <w:noProof/>
              <w:color w:val="auto"/>
              <w:sz w:val="22"/>
              <w:szCs w:val="22"/>
              <w:rtl/>
            </w:rPr>
          </w:pPr>
          <w:hyperlink w:anchor="_Toc462314969" w:history="1">
            <w:r w:rsidR="00EF3F7D" w:rsidRPr="00E566D6">
              <w:rPr>
                <w:rStyle w:val="Hyperlink"/>
                <w:noProof/>
              </w:rPr>
              <w:t>E. Musa: The Mighty and Majestic: vol. 4, p. 298.</w:t>
            </w:r>
            <w:r w:rsidR="00EF3F7D">
              <w:rPr>
                <w:noProof/>
                <w:webHidden/>
                <w:rtl/>
              </w:rPr>
              <w:tab/>
            </w:r>
            <w:r>
              <w:rPr>
                <w:noProof/>
                <w:webHidden/>
                <w:rtl/>
              </w:rPr>
              <w:fldChar w:fldCharType="begin"/>
            </w:r>
            <w:r w:rsidR="00EF3F7D">
              <w:rPr>
                <w:noProof/>
                <w:webHidden/>
                <w:rtl/>
              </w:rPr>
              <w:instrText xml:space="preserve"> </w:instrText>
            </w:r>
            <w:r w:rsidR="00EF3F7D">
              <w:rPr>
                <w:noProof/>
                <w:webHidden/>
              </w:rPr>
              <w:instrText>PAGEREF</w:instrText>
            </w:r>
            <w:r w:rsidR="00EF3F7D">
              <w:rPr>
                <w:noProof/>
                <w:webHidden/>
                <w:rtl/>
              </w:rPr>
              <w:instrText xml:space="preserve"> _</w:instrText>
            </w:r>
            <w:r w:rsidR="00EF3F7D">
              <w:rPr>
                <w:noProof/>
                <w:webHidden/>
              </w:rPr>
              <w:instrText>Toc462314969 \h</w:instrText>
            </w:r>
            <w:r w:rsidR="00EF3F7D">
              <w:rPr>
                <w:noProof/>
                <w:webHidden/>
                <w:rtl/>
              </w:rPr>
              <w:instrText xml:space="preserve"> </w:instrText>
            </w:r>
            <w:r>
              <w:rPr>
                <w:noProof/>
                <w:webHidden/>
                <w:rtl/>
              </w:rPr>
            </w:r>
            <w:r>
              <w:rPr>
                <w:noProof/>
                <w:webHidden/>
                <w:rtl/>
              </w:rPr>
              <w:fldChar w:fldCharType="separate"/>
            </w:r>
            <w:r w:rsidR="00EA0906">
              <w:rPr>
                <w:noProof/>
                <w:webHidden/>
              </w:rPr>
              <w:t>92</w:t>
            </w:r>
            <w:r>
              <w:rPr>
                <w:noProof/>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70" w:history="1">
            <w:r w:rsidR="00EF3F7D" w:rsidRPr="00E566D6">
              <w:rPr>
                <w:rStyle w:val="Hyperlink"/>
              </w:rPr>
              <w:t>F. Ali al-Rida</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Toc462314970 \h</w:instrText>
            </w:r>
            <w:r w:rsidR="00EF3F7D">
              <w:rPr>
                <w:webHidden/>
                <w:rtl/>
              </w:rPr>
              <w:instrText xml:space="preserve"> </w:instrText>
            </w:r>
            <w:r>
              <w:rPr>
                <w:webHidden/>
                <w:rtl/>
              </w:rPr>
            </w:r>
            <w:r>
              <w:rPr>
                <w:webHidden/>
                <w:rtl/>
              </w:rPr>
              <w:fldChar w:fldCharType="separate"/>
            </w:r>
            <w:r w:rsidR="00EA0906">
              <w:rPr>
                <w:webHidden/>
              </w:rPr>
              <w:t>92</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71" w:history="1">
            <w:r w:rsidR="00EF3F7D" w:rsidRPr="00E566D6">
              <w:rPr>
                <w:rStyle w:val="Hyperlink"/>
              </w:rPr>
              <w:t>Part III: The Spiritual Life</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Toc462314971 \h</w:instrText>
            </w:r>
            <w:r w:rsidR="00EF3F7D">
              <w:rPr>
                <w:webHidden/>
                <w:rtl/>
              </w:rPr>
              <w:instrText xml:space="preserve"> </w:instrText>
            </w:r>
            <w:r>
              <w:rPr>
                <w:webHidden/>
                <w:rtl/>
              </w:rPr>
            </w:r>
            <w:r>
              <w:rPr>
                <w:webHidden/>
                <w:rtl/>
              </w:rPr>
              <w:fldChar w:fldCharType="separate"/>
            </w:r>
            <w:r w:rsidR="00EA0906">
              <w:rPr>
                <w:webHidden/>
              </w:rPr>
              <w:t>92</w:t>
            </w:r>
            <w:r>
              <w:rPr>
                <w:webHidden/>
                <w:rtl/>
              </w:rPr>
              <w:fldChar w:fldCharType="end"/>
            </w:r>
          </w:hyperlink>
        </w:p>
        <w:p w:rsidR="00EF3F7D" w:rsidRDefault="001859F8" w:rsidP="00EF3F7D">
          <w:pPr>
            <w:pStyle w:val="TOC2"/>
            <w:rPr>
              <w:rFonts w:asciiTheme="minorHAnsi" w:eastAsiaTheme="minorEastAsia" w:hAnsiTheme="minorHAnsi" w:cstheme="minorBidi"/>
              <w:color w:val="auto"/>
              <w:sz w:val="22"/>
              <w:szCs w:val="22"/>
              <w:rtl/>
            </w:rPr>
          </w:pPr>
          <w:hyperlink w:anchor="_Toc462314972" w:history="1">
            <w:r w:rsidR="00EF3F7D" w:rsidRPr="00E566D6">
              <w:rPr>
                <w:rStyle w:val="Hyperlink"/>
              </w:rPr>
              <w:t>Other sources</w:t>
            </w:r>
            <w:r w:rsidR="00EF3F7D">
              <w:rPr>
                <w:webHidden/>
                <w:rtl/>
              </w:rPr>
              <w:tab/>
            </w:r>
            <w:r>
              <w:rPr>
                <w:webHidden/>
                <w:rtl/>
              </w:rPr>
              <w:fldChar w:fldCharType="begin"/>
            </w:r>
            <w:r w:rsidR="00EF3F7D">
              <w:rPr>
                <w:webHidden/>
                <w:rtl/>
              </w:rPr>
              <w:instrText xml:space="preserve"> </w:instrText>
            </w:r>
            <w:r w:rsidR="00EF3F7D">
              <w:rPr>
                <w:webHidden/>
              </w:rPr>
              <w:instrText>PAGEREF</w:instrText>
            </w:r>
            <w:r w:rsidR="00EF3F7D">
              <w:rPr>
                <w:webHidden/>
                <w:rtl/>
              </w:rPr>
              <w:instrText xml:space="preserve"> _</w:instrText>
            </w:r>
            <w:r w:rsidR="00EF3F7D">
              <w:rPr>
                <w:webHidden/>
              </w:rPr>
              <w:instrText>Toc462314972 \h</w:instrText>
            </w:r>
            <w:r w:rsidR="00EF3F7D">
              <w:rPr>
                <w:webHidden/>
                <w:rtl/>
              </w:rPr>
              <w:instrText xml:space="preserve"> </w:instrText>
            </w:r>
            <w:r>
              <w:rPr>
                <w:webHidden/>
                <w:rtl/>
              </w:rPr>
            </w:r>
            <w:r>
              <w:rPr>
                <w:webHidden/>
                <w:rtl/>
              </w:rPr>
              <w:fldChar w:fldCharType="separate"/>
            </w:r>
            <w:r w:rsidR="00EA0906">
              <w:rPr>
                <w:webHidden/>
              </w:rPr>
              <w:t>92</w:t>
            </w:r>
            <w:r>
              <w:rPr>
                <w:webHidden/>
                <w:rtl/>
              </w:rPr>
              <w:fldChar w:fldCharType="end"/>
            </w:r>
          </w:hyperlink>
        </w:p>
        <w:p w:rsidR="00EF3F7D" w:rsidRDefault="001859F8" w:rsidP="00EF3F7D">
          <w:pPr>
            <w:pStyle w:val="libNormal"/>
          </w:pPr>
          <w:r>
            <w:fldChar w:fldCharType="end"/>
          </w:r>
        </w:p>
      </w:sdtContent>
    </w:sdt>
    <w:p w:rsidR="00256D63" w:rsidRDefault="00256D63" w:rsidP="00256D63">
      <w:pPr>
        <w:pStyle w:val="libNormal"/>
      </w:pPr>
      <w:r>
        <w:br w:type="page"/>
      </w:r>
    </w:p>
    <w:p w:rsidR="00922ED1" w:rsidRDefault="00256D63" w:rsidP="00256D63">
      <w:pPr>
        <w:pStyle w:val="Heading1Center"/>
      </w:pPr>
      <w:bookmarkStart w:id="0" w:name="_Toc462314902"/>
      <w:r>
        <w:lastRenderedPageBreak/>
        <w:t>Introduction</w:t>
      </w:r>
      <w:bookmarkEnd w:id="0"/>
    </w:p>
    <w:p w:rsidR="00922ED1" w:rsidRDefault="00256D63" w:rsidP="00256D63">
      <w:pPr>
        <w:pStyle w:val="libNormal"/>
      </w:pPr>
      <w:r>
        <w:t xml:space="preserve">Despite the vast amount of scholarship carried out by Western orientalists since the nineteenth century and the analyses and translations made of various Islamic sources, very little attention has been paid thus far to the collection of religious sayings, sermons, prayers, proverbs and didactic expositions which comprises the corpus of Hadith as understood by Twelve Imam Shi'ite Muslims. It is of course true that much of the substance of the Shi'ite hadith collection resembles the Sunni collection, </w:t>
      </w:r>
      <w:r w:rsidRPr="009C2015">
        <w:rPr>
          <w:rStyle w:val="libFootnotenumChar"/>
        </w:rPr>
        <w:t>[1]</w:t>
      </w:r>
      <w:r>
        <w:t xml:space="preserve"> and to the extent that the latter has been studied the former has also been dealt with in an indirect manner. But in as much as Shi'ite hadiths possess a form, style and "perfume" of their own, no indirect treatment of their substance and content can replace the direct translation and analysis of this collection itself.</w:t>
      </w:r>
    </w:p>
    <w:p w:rsidR="00922ED1" w:rsidRDefault="00256D63" w:rsidP="00256D63">
      <w:pPr>
        <w:pStyle w:val="libNormal"/>
      </w:pPr>
      <w:r>
        <w:t>It is in fact rather amazing that despite the extreme importance of Shi'ite Hadith for the development of Shi'ite law and theology as well as many fields of the "intellectual sciences" (al-'ulum al-'aqliyyah), not to speak of its role in piety and the spiritual life, the sayings of the Imams of Shi'ism have not been rendered into English until now. Nor have they been studied as a whole and as a distinct body of religious writings of an inspired nature within the general context of Islam itself. The present volume represents, therefore, a pioneering effort to present a sample of this extensive body of writings to the English speaking world.</w:t>
      </w:r>
    </w:p>
    <w:p w:rsidR="00922ED1" w:rsidRDefault="00256D63" w:rsidP="00256D63">
      <w:pPr>
        <w:pStyle w:val="libNormal"/>
      </w:pPr>
      <w:r>
        <w:t>The Shi'ite hadith literature includes all the sayings of the Prophet of Islam accepted by Shi'ites as well as the traditions of the twelve Imams from 'Ali ibn Abi talib to the Mahdi. This collection is thus considered to be, after the Holy Quran, the most important body of religious texts for Shi'ites. As in Sunni Islam, so in this case: the Hadith forms along with the Revealed Book the basis of all the religious sciences, including of cours</w:t>
      </w:r>
      <w:r w:rsidR="001B6A42">
        <w:t xml:space="preserve">e </w:t>
      </w:r>
      <w:r>
        <w:t>the Shari'ah as well as religious life in both its intellectual and devotional aspects. No aspect of the life and history of the Shi'ite community would be comprehensible without a consideration of this body of inspired writings.</w:t>
      </w:r>
    </w:p>
    <w:p w:rsidR="00922ED1" w:rsidRDefault="00256D63" w:rsidP="00256D63">
      <w:pPr>
        <w:pStyle w:val="libNormal"/>
      </w:pPr>
      <w:r>
        <w:t>What is particular to this collection, however, is that although it is a part of the foundation of Islam as seen by Shi'ism, its "composition" stretches over a period of more than two centuries. In Sunni Islam, Hadith is limited to the sayings of the Blessed Prophet. In fact to use the term "hadith" in Sunnism is to refer to his sayings and not to anyone else's. In the case of Shi'ism, however, although a clear distinction is made between prophetic Hadith (al-hadith al-nabawi) and the sayings of the Imams (al-hadith al-walawi), the two are included in a single collection. This means that from a certain point of view the apostolic age of Islam is seen by Shi'ism to stretch way beyond the relatively short period usually associated with apostles in various religions.</w:t>
      </w:r>
    </w:p>
    <w:p w:rsidR="00922ED1" w:rsidRDefault="00256D63" w:rsidP="00256D63">
      <w:pPr>
        <w:pStyle w:val="libNormal"/>
      </w:pPr>
      <w:r>
        <w:t xml:space="preserve">The reason for this perspective lies of course in the Shi'ite conception of the Imam. </w:t>
      </w:r>
      <w:r w:rsidRPr="009C2015">
        <w:rPr>
          <w:rStyle w:val="libFootnotenumChar"/>
        </w:rPr>
        <w:t>[2]</w:t>
      </w:r>
      <w:r>
        <w:t xml:space="preserve"> The term imam as used in a technical sense in Shi'ism differs from the general usage of the term in Arabic, where it means "leader", or in Sunni political theory where it means the caliph himself. As used technically in Shi'ism the term refers to the person who contains within himself the "Muhammadan Light" (al-nur al-mahammadi) which was </w:t>
      </w:r>
      <w:r>
        <w:lastRenderedPageBreak/>
        <w:t xml:space="preserve">handed down through Fatimah, the daughter of the Blessed Prophet, and 'Ali, the first Imam, to the others, terminating with the Hidden Imam who is to appear again one day as the Mahdi. </w:t>
      </w:r>
      <w:r w:rsidRPr="009C2015">
        <w:rPr>
          <w:rStyle w:val="libFootnotenumChar"/>
        </w:rPr>
        <w:t>[3]</w:t>
      </w:r>
      <w:r>
        <w:t xml:space="preserve"> As a result of the presence of this light, the Imam is considered to be "sinless" (ma'sum) and to possess perfect knowledge of the esoteric as well as the exoteric order.</w:t>
      </w:r>
    </w:p>
    <w:p w:rsidR="00922ED1" w:rsidRDefault="00256D63" w:rsidP="00256D63">
      <w:pPr>
        <w:pStyle w:val="libNormal"/>
      </w:pPr>
      <w:r>
        <w:t>The Imams are like a chain of light issuing forth from the "Sun of Prophecy" which is their origin, and yet they are never separated from that Sun. Whatever is said by them emanates from the same inviolable treasury of inspired wisdom. Since they are an extensio</w:t>
      </w:r>
      <w:r w:rsidR="001B6A42">
        <w:t xml:space="preserve">n </w:t>
      </w:r>
      <w:r>
        <w:t>of the inner reality of the Blessed Prophet, their words really go back to him. That is why their sayings are seen in the Shi'ite perspective as an extension of the prophetic Hadith, just as the light of their being is seen as a continuation of the prophetic light. In Shi'ite eyes, the temporal separation of the Imams from the Blessed Prophet does not at all affect their essential and inner bond with him or the continuity of the "prophetic light" which i</w:t>
      </w:r>
      <w:r w:rsidR="001B6A42">
        <w:t xml:space="preserve">s </w:t>
      </w:r>
      <w:r>
        <w:t>the source of his as well as their inspired knowledge.</w:t>
      </w:r>
    </w:p>
    <w:p w:rsidR="00922ED1" w:rsidRDefault="00256D63" w:rsidP="00256D63">
      <w:pPr>
        <w:pStyle w:val="libNormal"/>
      </w:pPr>
      <w:r>
        <w:t>This metaphysical conception is the reason that Shi'ites incorporate traditions stretching over two centuries into a single whole with those of the Blessed Prophet himself. It also distingiushes the Shi'ite conception of Hadith from that held in Sunnism. Otherwise, the actual content of Hadith in Sunni and Shi'ite collections is very close. After all, both kinds concern the same spiritual reality. Of course the chain of transmission accepted by the two schools is not the same. But despite this difference in the authorities who have handed down the prophetic sayings, the actual hadiths recorded by Sunni and Shi'ite sources have overwhelming similarities. The major difference is the Shi'ites' consideration of the extension of an aspect of the being of the Blessed Prophet in the Imams and therefore their addition of the sayings of the Imams to the strictly "prophetic" Hadith.</w:t>
      </w:r>
    </w:p>
    <w:p w:rsidR="00922ED1" w:rsidRDefault="00256D63" w:rsidP="00256D63">
      <w:pPr>
        <w:pStyle w:val="libNormal"/>
      </w:pPr>
      <w:r>
        <w:t xml:space="preserve">The sayings of the Imams are in many ways not only a continuation but also a kind of commentary and elucidation of the prophetic Hadith, often with the aim of bringing out the esoteric teachings of Islam. Many of these hadiths deal, like those of the Blessed Prophet, with the practical aspects of life and the Shari'ah. Others deal with pure metaphysics, as do certain prophetic hadiths, especially the "sacred hadiths" (hadith qudsi). Still other sayings of the Imams deal with the devotional aspects of life and contain some of the most famous prayers which have been recited over the ages by both Sunnis and Shi'ites. Finally some of the sayings deal with the various esoteric sciences. They thus cover a vast spectrum ranging from the "mundane" problems of daily life to the question of the meaning of truth itself. Because of their innate nature and also the fact that like Sufism they issue from the esoteric dimension of Islam, they have intermingled over the ages with certain types of Sufi writings. </w:t>
      </w:r>
      <w:r w:rsidRPr="009C2015">
        <w:rPr>
          <w:rStyle w:val="libFootnotenumChar"/>
        </w:rPr>
        <w:t>[4]</w:t>
      </w:r>
      <w:r>
        <w:t xml:space="preserve"> They have also been considered as sources of Islamic esotericism by the Sufis, because the Imams of Shi'ism are seen in the Sufi perspective as the spiritual poles of their age. They appear in the spiritual chain (silsilah) of various Sufi orders, even those which have spread almost exclusively among Sunnis. </w:t>
      </w:r>
      <w:r w:rsidRPr="009C2015">
        <w:rPr>
          <w:rStyle w:val="libFootnotenumChar"/>
        </w:rPr>
        <w:t>[5]</w:t>
      </w:r>
    </w:p>
    <w:p w:rsidR="00922ED1" w:rsidRDefault="00256D63" w:rsidP="00256D63">
      <w:pPr>
        <w:pStyle w:val="libNormal"/>
      </w:pPr>
      <w:r>
        <w:t xml:space="preserve">Because of the nature of their contents, these sayings have influenced nearly every branch of Shi'ite learning as well as the daily life of the </w:t>
      </w:r>
      <w:r>
        <w:lastRenderedPageBreak/>
        <w:t>community. Shi'ite jurisprudence (fiqh) bases itself directly upon this corpus in addition to the Holy Quran.</w:t>
      </w:r>
    </w:p>
    <w:p w:rsidR="00922ED1" w:rsidRDefault="00256D63" w:rsidP="00256D63">
      <w:pPr>
        <w:pStyle w:val="libNormal"/>
      </w:pPr>
      <w:r>
        <w:t xml:space="preserve">Shi'ite theology (kalam) would be incomprehensible without a knowledge of these sayings. Shi'ite Quranic commentaries draw heavily upon them. Even sciences of nature such as natural history or alchemy were developed with reference to them. And finally these sayings have surfaced as sources for meditation of the most sublime metaphysical themes over the centuries, and some of the most elaborate metaphysical and philosophical schools of Islam have issued to a large extent from them. Later Islamic philosophy as associated with the name of Sadr al-Din Shirazi, would in fact be inconceivable without recourse to the Shi'ite hadith collection. </w:t>
      </w:r>
      <w:r w:rsidRPr="009C2015">
        <w:rPr>
          <w:rStyle w:val="libFootnotenumChar"/>
        </w:rPr>
        <w:t>[6]</w:t>
      </w:r>
      <w:r>
        <w:t xml:space="preserve"> One of Sadr al-Din's greatest metaphysical works is his unfinished commentary upon a portion of the most important of the four basic Shi'ite collections of Hadith, the al-Kafi of al-Kulayni. </w:t>
      </w:r>
      <w:r w:rsidRPr="009C2015">
        <w:rPr>
          <w:rStyle w:val="libFootnotenumChar"/>
        </w:rPr>
        <w:t>[7]</w:t>
      </w:r>
    </w:p>
    <w:p w:rsidR="00922ED1" w:rsidRDefault="00256D63" w:rsidP="00256D63">
      <w:pPr>
        <w:pStyle w:val="libNormal"/>
      </w:pPr>
      <w:r>
        <w:t xml:space="preserve">Within the collection of Shi'ite hadiths are certain works which need to be mentioned separately. There is first of all the celebrated Nahj al-balaghah (The Path of Eloquence) of 'Ali ibn Abi talib assembled and systematized by the fourth/tenth century Shi'ite scholar Sayyid Sharif al-Radi. Considering the enormous importance of this work in Shi'ite Islam as well as for all lovers of the Arabic language, it is remarkable how little attention has been paid to it in European languages. </w:t>
      </w:r>
      <w:r w:rsidRPr="009C2015">
        <w:rPr>
          <w:rStyle w:val="libFootnotenumChar"/>
        </w:rPr>
        <w:t>[8]</w:t>
      </w:r>
      <w:r>
        <w:t xml:space="preserve"> After all, many of the leading writers of Arabic such as Taha Husayn and Kurd 'Ali claim in their autobiographies to have perfected their style of writing Arabic through the study of the Nahj al-balaghah, while generation after generation of Shi'ite thinkers have meditated and commented upon its meaning. Moreover, the shorter prayers and proverbs of this work have spread very widely among the populace and have entered both the classical and folk literature of not only Arabic but also Persian, and through the influence of Persian, several other languages of the Islamic peoples, such as Urdu.</w:t>
      </w:r>
    </w:p>
    <w:p w:rsidR="00922ED1" w:rsidRDefault="00256D63" w:rsidP="00256D63">
      <w:pPr>
        <w:pStyle w:val="libNormal"/>
      </w:pPr>
      <w:r>
        <w:t>The Nahj al-balaghah contains, besides spiritual advice, moral maxims and political directives, several remarkable discourses on metaphysics, especially concerning the question of Unity (al tawhid). It possesses both its own method of exposition and a very distinct technical vocabulary which distinguish it from the various Islamic schools which have dealt with metaphysics.</w:t>
      </w:r>
    </w:p>
    <w:p w:rsidR="00922ED1" w:rsidRDefault="00256D63" w:rsidP="00256D63">
      <w:pPr>
        <w:pStyle w:val="libNormal"/>
      </w:pPr>
      <w:r>
        <w:t>Western scholars refused for a long time to accept the authenticity of the authorship of this work and attributed it to Sayyi</w:t>
      </w:r>
      <w:r w:rsidR="001B6A42">
        <w:t xml:space="preserve">d </w:t>
      </w:r>
      <w:r>
        <w:t>Sharif al-Radi, although the style of al-Radi's own works is very different from that of the Nahj al-balaghah. In any case as far a</w:t>
      </w:r>
      <w:r w:rsidR="001B6A42">
        <w:t xml:space="preserve">s </w:t>
      </w:r>
      <w:r>
        <w:t>the traditional Shi'ite perspective is concerned, the position of the Nahj al-balaghah and its authorship can best be explained by repeating a conversation which took place some eighteen or nineteen years ago between 'Allamah Tabatabai, the celebrated contemporary Shi'ite scholar who is responsible for the selection of the present anthology, and Henry Corbin, the foremost Western student of Shi'ism. Corbin, who himself was as far removed from "historicism" as possible, once said to 'Allamah Tabataba'i during the regular discussions they had together in Tehran (in which the present writer usually acted as translator), "Western scholars claim that 'Ali is not the author of the Nahj al-</w:t>
      </w:r>
      <w:r>
        <w:lastRenderedPageBreak/>
        <w:t>balaghah. What is your view and whom do you consider to be the author of this work ?" 'Allamah Tabataba'i raised his head and answered in his usual gentle and calm manner, "For us whoever wrote the Nahj al-balaghah is 'Ali, even if he lived a century ago."</w:t>
      </w:r>
    </w:p>
    <w:p w:rsidR="00922ED1" w:rsidRDefault="00256D63" w:rsidP="00256D63">
      <w:pPr>
        <w:pStyle w:val="libNormal"/>
      </w:pPr>
      <w:r>
        <w:t xml:space="preserve">The second notable work in the Shi'ite collection of Hadith is the al-Sahifat al-sajjadiyyah (The Scroll of al-Sajjad of the fourth Imam Zayn al-'Abidin), also called al-Sajjad. A witness to the tragedy of Karbala-which must have left an indelible impression upon his soul-the fourth Imam poured forth his inner life in a symphony of beautiful prayers which have caused the Sahifah to be called the "Psalms of the Family of the Holy Prophet". These prayers form a part of the daily religious life of not only Shi'ites but also Sunnis, who find them in many of the prayer manuals most popular in the Sunni world. </w:t>
      </w:r>
      <w:r w:rsidRPr="009C2015">
        <w:rPr>
          <w:rStyle w:val="libFootnotenumChar"/>
        </w:rPr>
        <w:t>[9]</w:t>
      </w:r>
    </w:p>
    <w:p w:rsidR="00922ED1" w:rsidRDefault="00256D63" w:rsidP="00256D63">
      <w:pPr>
        <w:pStyle w:val="libNormal"/>
      </w:pPr>
      <w:r>
        <w:t>Also notable in the Shi'ite collection of Hadith are the sayings of the fifth, sixth and seventh Imams, from whom the largest number of traditions have been recorded. These Imams lived at the end of the Umayyad and beginning of the Abbasid dynasties when, as a result of the changes in the caliphate, central authority had weakened and the Imams were able to speak more openly and also train more students. The number of students, both Shi'ite and Sunni, trained by the sixth Imam Ja'far al-Sadiq has been estimated at four thousand. He left behind a vast body of sayings which range from the field of law to the esoteric sciences.</w:t>
      </w:r>
    </w:p>
    <w:p w:rsidR="00922ED1" w:rsidRDefault="00256D63" w:rsidP="00256D63">
      <w:pPr>
        <w:pStyle w:val="libNormal"/>
      </w:pPr>
      <w:r>
        <w:t>The sayings of the Holy Prophet and the Imams have been of course a constant source of meditation and discussion by Shi'ite men of learning throughout the ages. But it is especially in the later period of Shi'ite history beginning with Sayyid Haydar Amuli, leading to the great masters of the Safavid period such a</w:t>
      </w:r>
      <w:r w:rsidR="001B6A42">
        <w:t xml:space="preserve">s </w:t>
      </w:r>
      <w:r>
        <w:t xml:space="preserve">Mir Damad and Mulla Sadra and continuing to the present day that these sayings have served as a distinct source for metaphysics and philosophy as well as the juridical and Quranic sciences. The commentaries of Mulla Sadra, Qadi Sa'id al-Qummi and many others on these collections of Shi'ite Hadith are among the great masterpieces of Islamic thought. </w:t>
      </w:r>
      <w:r w:rsidRPr="009C2015">
        <w:rPr>
          <w:rStyle w:val="libFootnotenumChar"/>
        </w:rPr>
        <w:t>[10]</w:t>
      </w:r>
      <w:r>
        <w:t xml:space="preserve"> Later Islamic philosophy and theosophy in fact could not be understood without them. </w:t>
      </w:r>
      <w:r w:rsidRPr="009C2015">
        <w:rPr>
          <w:rStyle w:val="libFootnotenumChar"/>
        </w:rPr>
        <w:t>[11]</w:t>
      </w:r>
    </w:p>
    <w:p w:rsidR="00922ED1" w:rsidRDefault="00256D63" w:rsidP="00256D63">
      <w:pPr>
        <w:pStyle w:val="libNormal"/>
      </w:pPr>
      <w:r>
        <w:t xml:space="preserve">The present volume represents the second in a series of three which was planned many years ago with the help and support of Professor Kenneth Morgan, then of Colgate University, with the aim of presenting Shi'ism to the Western world from the point of view of Shi'ism itself. The first volume in the series appeared in English as Shi'ite Islam by 'Allamah Sayyid Muhammad Husayn Tabatabai edited and translated by the author of these lines. </w:t>
      </w:r>
      <w:r w:rsidRPr="009C2015">
        <w:rPr>
          <w:rStyle w:val="libFootnotenumChar"/>
        </w:rPr>
        <w:t>[12]</w:t>
      </w:r>
      <w:r>
        <w:t xml:space="preserve"> The second volume, called The Quran in Islam (Qur'an dar islam), was also written by 'Allamah Tabataba'i and its Persian version printed in Tehrarn. Most of it was also translated by us into English, but the translation was not completed. The events of the last year in Iran have made the manuscript of what we have already translated inaccessible to us so that there is no possibility at the present moment to produce the English translation as planned.</w:t>
      </w:r>
    </w:p>
    <w:p w:rsidR="00922ED1" w:rsidRDefault="00256D63" w:rsidP="00256D63">
      <w:pPr>
        <w:pStyle w:val="libNormal"/>
      </w:pPr>
      <w:r>
        <w:t xml:space="preserve">The present volume is the third and final one in the series. After a long period of study and deliberation, 'Allamah Tabataba'i made the present </w:t>
      </w:r>
      <w:r>
        <w:lastRenderedPageBreak/>
        <w:t>selection from the vast collection of Hadith, a task which would have been bewildering for anyone not possessing his knowledge of this inspired literature. Once this selection was made, Dr. William Chittick, who was then residing in Tehran and working with us on various scholarly projects, undertook the arduous task of translating the very compact and difficult Arabic texts into English. Because of the lack of precedence for rendering these writings into European languages and the nature of the texts themselves, Dr. Chittick was faced with a formidable task. It was only his intimate knowledge of Arabic, Persian and the subject matter combined with great patience and meticulous scholarship that made it possible for him to succeed in such a laborious and exacting undertaking. He should be congratulated in every way for having successfully concluded this colossal task.</w:t>
      </w:r>
    </w:p>
    <w:p w:rsidR="00922ED1" w:rsidRDefault="00256D63" w:rsidP="00256D63">
      <w:pPr>
        <w:pStyle w:val="libNormal"/>
      </w:pPr>
      <w:r>
        <w:t>It remained for the Muhammadi Trust to bring the project to fruition and to make its publication possible. The credit for this volume and its effect in making Shi'ism better known must b</w:t>
      </w:r>
      <w:r w:rsidR="001B6A42">
        <w:t xml:space="preserve">e </w:t>
      </w:r>
      <w:r>
        <w:t>given to a large extent to the Trust. As one who was responsible for this volume from its inception, I want to thank the Trust especially Wg. Cdr. (ret'd.) Q. Husayn, its very able secretary who with great love and devotion to the true cause of Islam, enabled us to complete this project. Dr. Chittick, also, has earned the gratitude of all students of Islam for his fine scholarship and devotion to the completion of a very difficult project.</w:t>
      </w:r>
    </w:p>
    <w:p w:rsidR="00922ED1" w:rsidRDefault="00256D63" w:rsidP="00256D63">
      <w:pPr>
        <w:pStyle w:val="libNormal"/>
      </w:pPr>
      <w:r>
        <w:t>This volume is particularly pertinent at the present moment, when volcanic eruptions and powerful waves of a political nature associated with the name of Islam in general and Shi'ism in particular have made an authentic knowledge of things Islamic imperative, lest ignorance destroy the very foundations of human society and the relations which make the discourse between various nations and religious communities possible.</w:t>
      </w:r>
    </w:p>
    <w:p w:rsidR="00922ED1" w:rsidRDefault="00256D63" w:rsidP="00256D63">
      <w:pPr>
        <w:pStyle w:val="libNormal"/>
      </w:pPr>
      <w:r>
        <w:t>At the dawn of this fifteenth century of the terrestrial existence of Islam, may this volume be an aid in bringing about an understanding of one of the fundamental sources of inspiration and knowledge for not only Shi'ism but Islam as such.</w:t>
      </w:r>
    </w:p>
    <w:p w:rsidR="00256D63" w:rsidRDefault="00256D63" w:rsidP="00D1636C">
      <w:pPr>
        <w:pStyle w:val="libBold1"/>
      </w:pPr>
      <w:r>
        <w:t>Wa'Llahu a'lam</w:t>
      </w:r>
    </w:p>
    <w:p w:rsidR="00256D63" w:rsidRDefault="00256D63" w:rsidP="00D1636C">
      <w:pPr>
        <w:pStyle w:val="libBold1"/>
      </w:pPr>
      <w:r>
        <w:t>Seyyed Hossein Nasr</w:t>
      </w:r>
    </w:p>
    <w:p w:rsidR="00256D63" w:rsidRDefault="00256D63" w:rsidP="00D1636C">
      <w:pPr>
        <w:pStyle w:val="libBold1"/>
      </w:pPr>
      <w:r>
        <w:t>Cambridge, Massachussetts</w:t>
      </w:r>
    </w:p>
    <w:p w:rsidR="00922ED1" w:rsidRDefault="00256D63" w:rsidP="00D1636C">
      <w:pPr>
        <w:pStyle w:val="libBold1"/>
      </w:pPr>
      <w:r>
        <w:t>Muharram 1400, November 1979</w:t>
      </w:r>
    </w:p>
    <w:p w:rsidR="00256D63" w:rsidRDefault="00256D63" w:rsidP="00922ED1">
      <w:pPr>
        <w:pStyle w:val="Heading2"/>
      </w:pPr>
      <w:bookmarkStart w:id="1" w:name="_Toc462314903"/>
      <w:r>
        <w:t>Notes:</w:t>
      </w:r>
      <w:bookmarkEnd w:id="1"/>
    </w:p>
    <w:p w:rsidR="00922ED1" w:rsidRDefault="00256D63" w:rsidP="00922ED1">
      <w:pPr>
        <w:pStyle w:val="libFootnote"/>
      </w:pPr>
      <w:r>
        <w:t>[1] There are six canonical collections in Sunni Islam which have been accepted by the whole community since they were first compiled in the second and the third Islamic centuries. These collections, referred to al-Sihah al-sittah, the Six Correct Collections, are associated with the names of great scholars of Hadith such as Bukhari, Muslim, etc. Of these, the most famous is that of Bukhari, which has been translated into English (Sahih al-Bukhari: Arabic-English, by Muhammad Muhsin Khan, Islamic University, Madina; second revised edition, Ankara, 1976). The vast concordance of Hadith by Wensinck, Mensing et al. (Leiden, 1936-69) is based on these six collections.</w:t>
      </w:r>
    </w:p>
    <w:p w:rsidR="00922ED1" w:rsidRDefault="00256D63" w:rsidP="00922ED1">
      <w:pPr>
        <w:pStyle w:val="libFootnote"/>
      </w:pPr>
      <w:r>
        <w:t>[2] See 'Allamah Tabatabai, Shi'ite Islam, London-Albany, 1975, pp. 173ff.</w:t>
      </w:r>
    </w:p>
    <w:p w:rsidR="00922ED1" w:rsidRDefault="00256D63" w:rsidP="00922ED1">
      <w:pPr>
        <w:pStyle w:val="libFootnote"/>
      </w:pPr>
      <w:r>
        <w:t>[3] As far as the continuity of the chain is concerned the Isma'ili conception is of course different, since for the Isma'ilis the chain of Imams continues un-interrupted to this day.</w:t>
      </w:r>
    </w:p>
    <w:p w:rsidR="00922ED1" w:rsidRDefault="00256D63" w:rsidP="00922ED1">
      <w:pPr>
        <w:pStyle w:val="libFootnote"/>
      </w:pPr>
      <w:r>
        <w:t>[4] On the relation between Shi'ism and Sufism See S. H. Nasr, Sufi Essays, London, 1972, pp. 104-20</w:t>
      </w:r>
    </w:p>
    <w:p w:rsidR="00922ED1" w:rsidRDefault="00256D63" w:rsidP="00922ED1">
      <w:pPr>
        <w:pStyle w:val="libFootnote"/>
      </w:pPr>
      <w:r>
        <w:lastRenderedPageBreak/>
        <w:t>[5] A most interesting example of such interpenetration is to be seen in part of the famous prayer of the third Shi'ite Imam Husayn, also found in Shadhili prayers manuals. See W. Chittick, "A Shadhili Presence on Shi'ite Islam", Sophia Perennis, vol. I, 1975, pp. 97-100</w:t>
      </w:r>
    </w:p>
    <w:p w:rsidR="00922ED1" w:rsidRDefault="00256D63" w:rsidP="00922ED1">
      <w:pPr>
        <w:pStyle w:val="libFootnote"/>
      </w:pPr>
      <w:r>
        <w:t>[6] On this corpus as a source for the doctrines of Sadr al Din Shirazi see S. H. Nasr, Sadr al Din Shirazi and His Transcendent Theosophy, London-Boulder, 1978, chapter 4.</w:t>
      </w:r>
    </w:p>
    <w:p w:rsidR="00922ED1" w:rsidRDefault="00256D63" w:rsidP="00922ED1">
      <w:pPr>
        <w:pStyle w:val="libFootnote"/>
      </w:pPr>
      <w:r>
        <w:t>[7] This monumental work was translated into French by H. Corbin, who taught it for many years in Paris, but it has never been published. See Corbin, En Islam iranien, Paris, 1971.</w:t>
      </w:r>
    </w:p>
    <w:p w:rsidR="00922ED1" w:rsidRDefault="00256D63" w:rsidP="00922ED1">
      <w:pPr>
        <w:pStyle w:val="libFootnote"/>
      </w:pPr>
      <w:r>
        <w:t>[8] This work has been translated several times in part or wholly in the Indo-Pakistani sub-continent and in Iran, but none of these translations is completely adequate. A new translation as been prepared by S. H. Jafri which is supposed to be published soon and which, we hope, will fulfill the very difficult condition of doing justice to both the meaning and the literary beauty of the text.</w:t>
      </w:r>
    </w:p>
    <w:p w:rsidR="00922ED1" w:rsidRDefault="00256D63" w:rsidP="00922ED1">
      <w:pPr>
        <w:pStyle w:val="libFootnote"/>
      </w:pPr>
      <w:r>
        <w:t>[9] Some of these prayers have been translated by C. Padwick in her Muslim Devotions, London, 1961</w:t>
      </w:r>
    </w:p>
    <w:p w:rsidR="00922ED1" w:rsidRDefault="00256D63" w:rsidP="00922ED1">
      <w:pPr>
        <w:pStyle w:val="libFootnote"/>
      </w:pPr>
      <w:r>
        <w:t>[10] See H. Corbin, En islam iranien.</w:t>
      </w:r>
    </w:p>
    <w:p w:rsidR="00922ED1" w:rsidRDefault="00256D63" w:rsidP="00922ED1">
      <w:pPr>
        <w:pStyle w:val="libFootnote"/>
      </w:pPr>
      <w:r>
        <w:t>[11] Not only Mulla Sadra, but also his students were deeply influenced by this collection. One of Mulla Sadra's most famous students, Mulla Muhsin Fayd Kashani, who was at once theologian, gnostic and philosopher, was als</w:t>
      </w:r>
      <w:r w:rsidR="001B6A42">
        <w:t xml:space="preserve">o </w:t>
      </w:r>
      <w:r>
        <w:t>an outstanding authority on Shi'ite Hadith. His al-Wafi is one of the most studied works on hadiths of the Shi'ite Imams and their lines of transmission.</w:t>
      </w:r>
    </w:p>
    <w:p w:rsidR="00256D63" w:rsidRDefault="00256D63" w:rsidP="00922ED1">
      <w:pPr>
        <w:pStyle w:val="libFootnote"/>
      </w:pPr>
      <w:r>
        <w:t>[12] In our introduction to that work we have dealt with the conditions under which these works were conceived as well as a biography of 'Allammah Tabatabai. Shi'ite Islam, was published by both Allen &amp; Unwin in London and the State University of New York Press in Albany. The work has also just appeared in paperback in America. It is of interest to note that the original Persian version of this work, written specifically for this project and with a Persian Introduction by S. H. Nasr, has become one of the most widely read works on Shi'ism in Iran itself and has been reprinted many times.</w:t>
      </w:r>
    </w:p>
    <w:p w:rsidR="00256D63" w:rsidRDefault="00256D63" w:rsidP="00256D63">
      <w:pPr>
        <w:pStyle w:val="libNormal"/>
      </w:pPr>
      <w:r>
        <w:br w:type="page"/>
      </w:r>
    </w:p>
    <w:p w:rsidR="00922ED1" w:rsidRDefault="00256D63" w:rsidP="00256D63">
      <w:pPr>
        <w:pStyle w:val="Heading1Center"/>
      </w:pPr>
      <w:bookmarkStart w:id="2" w:name="_Toc462314904"/>
      <w:r>
        <w:lastRenderedPageBreak/>
        <w:t>Translator's Introduction</w:t>
      </w:r>
      <w:bookmarkEnd w:id="2"/>
    </w:p>
    <w:p w:rsidR="00922ED1" w:rsidRDefault="00256D63" w:rsidP="00256D63">
      <w:pPr>
        <w:pStyle w:val="libNormal"/>
      </w:pPr>
      <w:r>
        <w:t xml:space="preserve">In works on Islam the word "hadith" usually refers to the sayings or "traditions" which have been transmitted from the Prophet. Muslims hold these to be the most important source of Islamic teachings after the Qur'an. Numerous works have been written in Western languages on the role of the hadith literature in Islam </w:t>
      </w:r>
      <w:r w:rsidRPr="009C2015">
        <w:rPr>
          <w:rStyle w:val="libFootnotenumChar"/>
        </w:rPr>
        <w:t>[1]</w:t>
      </w:r>
      <w:r>
        <w:t xml:space="preserve"> and a number of important translations have been made. </w:t>
      </w:r>
      <w:r w:rsidRPr="009C2015">
        <w:rPr>
          <w:rStyle w:val="libFootnotenumChar"/>
        </w:rPr>
        <w:t>[2]</w:t>
      </w:r>
      <w:r>
        <w:t xml:space="preserve"> But almost all Western studies have been limited to the point of view of Sunni Islam and based on Sunni sources and collections. Practically no one has paid any serious attention to the different nature of the hadith literature in Shi'ism and the different sources from which the hadiths are derived.</w:t>
      </w:r>
    </w:p>
    <w:p w:rsidR="00922ED1" w:rsidRDefault="00256D63" w:rsidP="00256D63">
      <w:pPr>
        <w:pStyle w:val="libNormal"/>
      </w:pPr>
      <w:r>
        <w:t xml:space="preserve">The fundamental distinction to be made between Shi'ite and Sunni hadiths is that in Shi'ism the traditions are not limited to those of the Prophet, but include those of the Imams as well. As important and basic as this point is, it has not been understood even in such standard reference works as the new Encyclopedia of Islam. There the author of the article "Hadith" is aware that there is some difference between Shi'ism and Sunnism on the question of which hadiths are included, but he thinks that it lies in the fact that the Shi'ite collections accept "only traditions traced through 'Ali's family." But this is incorrect, since numerous traditions are also transmitted through other sources. What the author fails to mention is that the hadith literature as understood by Shi'ites is not limited to the sayings of the Prophet, but includes those of the Imams as well. </w:t>
      </w:r>
      <w:r w:rsidRPr="009C2015">
        <w:rPr>
          <w:rStyle w:val="libFootnotenumChar"/>
        </w:rPr>
        <w:t>[3]</w:t>
      </w:r>
    </w:p>
    <w:p w:rsidR="00922ED1" w:rsidRDefault="00256D63" w:rsidP="00256D63">
      <w:pPr>
        <w:pStyle w:val="libNormal"/>
      </w:pPr>
      <w:r>
        <w:t>In short, collections of hadiths in Sunni Islam, such as those of al-Bukhari and Muslim, contain only sayings transmitted from and about the Prophet. But the Shi'ite collections, such as that of al-Kulayni, also contain sayings transmitted from and about the twelve Imams. Naturally the Shi'ites make a distinction amon</w:t>
      </w:r>
      <w:r w:rsidR="001B6A42">
        <w:t xml:space="preserve">g </w:t>
      </w:r>
      <w:r>
        <w:t>the hadiths, so that those transmitted from the Prophet are of greater authority, but nevertheless all traditions are listed together according to subject matter, not according to author.</w:t>
      </w:r>
    </w:p>
    <w:p w:rsidR="00256D63" w:rsidRDefault="00256D63" w:rsidP="00256D63">
      <w:pPr>
        <w:pStyle w:val="libNormal"/>
      </w:pPr>
      <w:r>
        <w:t>The most famous and authoritative collections of Shi'ite hadiths are four works which, in terms of their importance for Shi'ism, correspond to the Six Correct Collections in Sunni Islam. These are al-Kafi fi 'ilm al-din (The Sufficient in the Knowledge of Religion) by Thiqat al-Islam Muhammad ibn Ya'qub al-Kulayni (d. 329/940), Man la yahduruhu al-faqih (For him not in the Presence of Jurisprudent) of Shaykh al-Saduq Muhammad ibn Babuyah al-Qummi (d. 381/991), Tahdhib al-ahkam (Rectification of the Statutes) by Shaykh al-Ta'ifah Muhammad al-Tusi (d. 460/ 1068) and al-Istibsar fi ma ukhtulif fihi min al-akhbar (Reflection upon the Disputed Traditions) also by al-Tusi.</w:t>
      </w:r>
    </w:p>
    <w:p w:rsidR="00922ED1" w:rsidRPr="00D1636C" w:rsidRDefault="00256D63" w:rsidP="00D1636C">
      <w:pPr>
        <w:pStyle w:val="Heading2Center"/>
      </w:pPr>
      <w:bookmarkStart w:id="3" w:name="_Toc462314905"/>
      <w:r>
        <w:t>The Present Collectio</w:t>
      </w:r>
      <w:r w:rsidRPr="00D1636C">
        <w:t>n</w:t>
      </w:r>
      <w:bookmarkEnd w:id="3"/>
    </w:p>
    <w:p w:rsidR="00922ED1" w:rsidRDefault="00256D63" w:rsidP="00256D63">
      <w:pPr>
        <w:pStyle w:val="libNormal"/>
      </w:pPr>
      <w:r>
        <w:t xml:space="preserve">The sermons, sayings, prayers and writings translated here present a cross section of Shi'ite religious thought with an emphasis upon that which is most basic for the religion itself and most universal and hence understandable in the eyes of non-Muslims. As 'Allamah Tabataba'i points out in his foreword, in making these selections his aim was to emphasize the three basic dimensions of the Shi'ite tradition: I. The profession of Unity </w:t>
      </w:r>
      <w:r>
        <w:lastRenderedPageBreak/>
        <w:t>(altawhid), or the metaphysical and theological principles of the faith 2. The political, social and moral teachings. 3. The inward, spiritual and devotional life of the community. Hence the selections stress the principles and fundamentals (usul) of Islam, while they tend to ignore the branches and secondary aspects (furu). In other words, little is said about the concrete ramifications of the principles in terms of the details of the application of the Divine Law (al-Shari'ah) to everyday life. Nevertheless, the secondary aspects are clearly reflected in 'Ali's "Instructions to Malik al-Ashtar" and to a lesser degree in the prayers.</w:t>
      </w:r>
    </w:p>
    <w:p w:rsidR="00256D63" w:rsidRDefault="00256D63" w:rsidP="00256D63">
      <w:pPr>
        <w:pStyle w:val="libNormal"/>
      </w:pPr>
      <w:r>
        <w:t>Although it is well known that the first "pillar of Islam" is the profession of faith, which begins with a statement of the Divine Unity, Western scholars have tended to explain the Islamic belief in God's Oneness as a relativity simple-minded affirmation of the existence of only one God. Perhaps one reason the Nahj al-balaghah and the Shi'ite hadith literature in general have bee</w:t>
      </w:r>
      <w:r w:rsidR="001B6A42">
        <w:t xml:space="preserve">n </w:t>
      </w:r>
      <w:r>
        <w:t>neglected or simply branded as spurious is that their very existence flatly contradicts the commonly accepted idea of a simple bedouin faith with few philosophical or metaphysical overtones. In these writings we see that already in the first centuries of Islam the Divine Unity was affirmed in terms reminiscent of the subtlety of later "theosophical" Sufism, but still completely steeped in the peculiar spiritual aroma of the revelation itself.</w:t>
      </w:r>
    </w:p>
    <w:p w:rsidR="00922ED1" w:rsidRPr="00D1636C" w:rsidRDefault="00256D63" w:rsidP="00D1636C">
      <w:pPr>
        <w:pStyle w:val="Heading2Center"/>
      </w:pPr>
      <w:bookmarkStart w:id="4" w:name="_Toc462314906"/>
      <w:r>
        <w:t>The Source</w:t>
      </w:r>
      <w:r w:rsidRPr="00D1636C">
        <w:t>s</w:t>
      </w:r>
      <w:bookmarkEnd w:id="4"/>
    </w:p>
    <w:p w:rsidR="00922ED1" w:rsidRDefault="00256D63" w:rsidP="00256D63">
      <w:pPr>
        <w:pStyle w:val="libNormal"/>
      </w:pPr>
      <w:r>
        <w:t>In making the selections 'Allamah Tabataba'i utilized four works: the Nahj al-balaghah, al-Sahifat al-sajjadiyyah, Bihar al-anwar and Mafatih al-jinan. The first two works are discussed in Dr. Nasr's introduction. Bihar al-anwar (Oceans of Lights) is a monumental encyclopedia of hadiths which attempts to collect all Shi'ite traditions in a single work and which classifies them by subject matter. It was compiled in the Safavid period by the famous theologian Muhammad Baqir Majlisi (d. 1110/1698-9 or 1111/1699-1700). The importance the work has possessed since its compilation as the standard reference work for all Shi'ite studies can hardly be overemphasized. One indication of its popularity is that, despite its enormous size, it was published twice in lithographed form in the nineteenth century. The modern edition of the work fills 110 volumes of approximately 400 pages each.</w:t>
      </w:r>
    </w:p>
    <w:p w:rsidR="00922ED1" w:rsidRDefault="00256D63" w:rsidP="00256D63">
      <w:pPr>
        <w:pStyle w:val="libNormal"/>
      </w:pPr>
      <w:r>
        <w:t>Majlisi collected his traditions from numerous earlier sources. As examples, we can mention a few of the works from which he derived the hadiths in the present collection, works which have been independently published in modern times. Shaykh al-Saduq, the author of one of the four basic works on Shi'ite hadiths referred to above, compiled dozens of authoritative hadith collections, each of which usually follows a particular theme. His al-Tawhid collects traditions which illustrate the profession of God's Unit. His 'Uyun akhbar al-Rida gathers together everything that has been related about Imam 'Ali al-Rida, the eighth Imam, whose tomb in Mashhad is the holiest site of pilgrimage in Iran. The work contains such things as descriptions of the Imam's mother, explanations of the reason his name was chosen, all the sayings which have been recorded from him, and traditions concerning his death and the miracles which have occurred at his tomb. Shaykh al-Saduq's al-Khisal demonstrates the importanc</w:t>
      </w:r>
      <w:r w:rsidR="001B6A42">
        <w:t xml:space="preserve">e </w:t>
      </w:r>
      <w:r>
        <w:t xml:space="preserve">of numbers in the traditions. In twelve long chapters he records all the hadiths which </w:t>
      </w:r>
      <w:r>
        <w:lastRenderedPageBreak/>
        <w:t>mention the numbers one to twelve. The author of al-Ihtijaj, Abu Mansur Ahmad ibn 'al-Tabarsi (d. 599/1202-3), rejects the views of certain of his contemporaries who had claimed that the Prophet and the Imams never engaged in argumentation. He collects together traditions in which their discussions with opponents have been recorded.</w:t>
      </w:r>
    </w:p>
    <w:p w:rsidR="00256D63" w:rsidRDefault="00256D63" w:rsidP="00256D63">
      <w:pPr>
        <w:pStyle w:val="libNormal"/>
      </w:pPr>
      <w:r>
        <w:t>The fourth work from which 'Allamah Tabataba'i made his selections is Mafatih al-jinan ("Keys to the Gardens of Paradise"), a standard collection of Shi'ite prayers compiled from Bihar al-anwar and other sources by 'Abbas Qummi (d. 1359/1940-1). It includes prayers to be recited daily, prayers for special occasions such as religious holidays and days of mourning, litanies and invocations for different moments in one's life, instructions for making a pilgrimage to the tomb of the Prophet or any one of the Imams and prayers for every other conceivable occasion as well.</w:t>
      </w:r>
    </w:p>
    <w:p w:rsidR="00922ED1" w:rsidRPr="00D1636C" w:rsidRDefault="00256D63" w:rsidP="00D1636C">
      <w:pPr>
        <w:pStyle w:val="Heading2Center"/>
      </w:pPr>
      <w:bookmarkStart w:id="5" w:name="_Toc462314907"/>
      <w:r>
        <w:t>The Translation</w:t>
      </w:r>
      <w:r w:rsidRPr="00D1636C">
        <w:t>s</w:t>
      </w:r>
      <w:bookmarkEnd w:id="5"/>
    </w:p>
    <w:p w:rsidR="00922ED1" w:rsidRDefault="00256D63" w:rsidP="00256D63">
      <w:pPr>
        <w:pStyle w:val="libNormal"/>
      </w:pPr>
      <w:r>
        <w:t>A note needs to be added about the method of translation. Because of the sacred nature of the texts and their fundamental importance as sources for the Shi'ite branch of Islam, I have attempted to translate them in a strictly literal manner so that the least amount of personal interpretation will have been made. There are definite disadvantages to this method, but the necessity for an accurate translation would seem to outweigh them all. After all, the Quran has been translated dozens of times. Others who may feel that the present translation does not do justice to the literary qualities of the text may try their own hand at rendering it into English.</w:t>
      </w:r>
    </w:p>
    <w:p w:rsidR="00922ED1" w:rsidRDefault="00256D63" w:rsidP="00256D63">
      <w:pPr>
        <w:pStyle w:val="libNormal"/>
      </w:pPr>
      <w:r>
        <w:t>The necessity for a literal translation is all the greater because a good deal of the material translated here-in particular those parts which derive from the Nahj al-balaghah-has also been translated elsewhere and on the whole has been misrepresented. Before such interpretive translations are made and held to reflect the thought of the Imams, literal translations are of paramount importance. In order to maintain a faithful translation, I have added notes wherever I deviate from a strictly literal translation or wherever there are questionable readings in the original.</w:t>
      </w:r>
    </w:p>
    <w:p w:rsidR="00922ED1" w:rsidRDefault="00256D63" w:rsidP="00256D63">
      <w:pPr>
        <w:pStyle w:val="libNormal"/>
      </w:pPr>
      <w:r>
        <w:t>Because no standard translations exist for many technical term</w:t>
      </w:r>
      <w:r w:rsidR="001B6A42">
        <w:t xml:space="preserve">s, </w:t>
      </w:r>
      <w:r>
        <w:t>I have felt it necessary to add the Arabic original in brackets for the benefit of scholars and Arabic speakers. This is especially true in the most difficult and metaphysical section of the book, Part I "On the Unity of God." Although the Arabic terms will prove a distraction to most readers, they represent the only practical way of tying the present texts into the reader's knowledge of the Arabic language.</w:t>
      </w:r>
    </w:p>
    <w:p w:rsidR="00922ED1" w:rsidRDefault="00256D63" w:rsidP="00256D63">
      <w:pPr>
        <w:pStyle w:val="libNormal"/>
      </w:pPr>
      <w:r>
        <w:t>Finally I would like to express my sincere gratitude to Seyyed Hossein Nasr, who asked me to undertake this work many years ago and has guided me in every stage of it, although of course I remain completely responsible for any inaccuracies which may remain in the translations and notes. Peter Lamborn Wilson and William Shpall also read the manuscript and made valuable suggestions. And without the kindness and encouragement of Wg. Cdr. (rtd.) Husayn and the Muhammadi Trust, the work may never have been completed and published.</w:t>
      </w:r>
    </w:p>
    <w:p w:rsidR="00256D63" w:rsidRDefault="00256D63" w:rsidP="00922ED1">
      <w:pPr>
        <w:pStyle w:val="Heading2"/>
      </w:pPr>
      <w:bookmarkStart w:id="6" w:name="_Toc462314908"/>
      <w:r>
        <w:lastRenderedPageBreak/>
        <w:t>Notes:</w:t>
      </w:r>
      <w:bookmarkEnd w:id="6"/>
    </w:p>
    <w:p w:rsidR="00922ED1" w:rsidRDefault="00256D63" w:rsidP="00922ED1">
      <w:pPr>
        <w:pStyle w:val="libFootnote"/>
      </w:pPr>
      <w:r>
        <w:t>[1] On the subject of Prophetic Hadith in general see the article "Hadith" in the Encyclopedia of Islam (new edition), where a good bibliography is also provided (vol. III, pp.23-8)</w:t>
      </w:r>
    </w:p>
    <w:p w:rsidR="00922ED1" w:rsidRDefault="00256D63" w:rsidP="00922ED1">
      <w:pPr>
        <w:pStyle w:val="libFootnote"/>
      </w:pPr>
      <w:r>
        <w:t>[2] Perhaps the most important hadith collection yet to be completed into worthy English is the Mishkat al-masabih, trans. By J. Robson, Lahore 4 vols, 1963-5. See also the translation of Bukhari mentioned in note 1 of the introduction, and Sahih Muslim, trans. By A.K Siddiqi, Lahore, 1972 onward.</w:t>
      </w:r>
    </w:p>
    <w:p w:rsidR="00256D63" w:rsidRDefault="00256D63" w:rsidP="00922ED1">
      <w:pPr>
        <w:pStyle w:val="libFootnote"/>
      </w:pPr>
      <w:r>
        <w:t>[3] The Encyclopedia of Islam, vol. III, p.24.</w:t>
      </w:r>
    </w:p>
    <w:p w:rsidR="00256D63" w:rsidRDefault="00256D63" w:rsidP="00256D63">
      <w:pPr>
        <w:pStyle w:val="libNormal"/>
      </w:pPr>
      <w:r>
        <w:br w:type="page"/>
      </w:r>
    </w:p>
    <w:p w:rsidR="00922ED1" w:rsidRDefault="00256D63" w:rsidP="00256D63">
      <w:pPr>
        <w:pStyle w:val="Heading1Center"/>
      </w:pPr>
      <w:bookmarkStart w:id="7" w:name="_Toc462314909"/>
      <w:r>
        <w:lastRenderedPageBreak/>
        <w:t>Foreword</w:t>
      </w:r>
      <w:bookmarkEnd w:id="7"/>
    </w:p>
    <w:p w:rsidR="00922ED1" w:rsidRDefault="00256D63" w:rsidP="00256D63">
      <w:pPr>
        <w:pStyle w:val="libNormal"/>
      </w:pPr>
      <w:r>
        <w:t>If one studies the literature of Islam carefully, one will immediately encounter a vast and varied field of material. First there is the network of laws and regulations which makes up Islamic jurisprudence (fiqh) and which takes into consideration and regulates man's every individual and social "movement and rest", activity and situation, at every moment of time, in every place and under all conditions, as well as every particular and general occurrence related to human life. Second there is a vast range of moral and ethical expositions which weighs every sort of moral activity, whether praiseworthy or blamable, and presents as a model for human society that which befits the perfection of man. Finally on the level of Islam's overall view of Reality there is the general "philosophy" of Islam, that is, its sciences relating to cosmology, spiritual anthropology and finally the knowledge of God, presented in the clearest possible expression and most direct manner.</w:t>
      </w:r>
    </w:p>
    <w:p w:rsidR="00922ED1" w:rsidRDefault="00256D63" w:rsidP="00256D63">
      <w:pPr>
        <w:pStyle w:val="libNormal"/>
      </w:pPr>
      <w:r>
        <w:t>On a more profound level of study and penetration it will become obvious that the various elements of this tradition, with all their astonishing complexity and variety, are governed by a particular kind of interrelationship; that all of these elements are reducible in the final analysis to one truth, the "Profession of God's Unity" (tawhid), which is the ultimate principle of all the Islamic sciences. "A good word is as a good tree—its roots are in heaven, it gives its produce every season by the leave of its Lord" (Quran XIV, 24).</w:t>
      </w:r>
    </w:p>
    <w:p w:rsidR="00922ED1" w:rsidRDefault="00256D63" w:rsidP="00256D63">
      <w:pPr>
        <w:pStyle w:val="libNormal"/>
      </w:pPr>
      <w:r>
        <w:t>The noble sayings and writings presented in the present work were selected and translated from the traditions left by the foremost exponents of Islam. They include expositions elucidating the principle of tawhid and making clear the fundamental basis of all Islamic sciences and pursuits. At the same time they contai</w:t>
      </w:r>
      <w:r w:rsidR="001B6A42">
        <w:t xml:space="preserve">n </w:t>
      </w:r>
      <w:r>
        <w:t>excellent and subtle allusions to the manner in which the important remaining sciences are ordered and organized around tawhid, how the moral virtues are based upon it, and how finally the practical aspects of Islam are founded upon and derived from these virtues. Finally, 'Ali's "Instructions to Malik al-Ashtar" clarify the general situation of Islamic society in relation to the practical application of Islamic government.</w:t>
      </w:r>
    </w:p>
    <w:p w:rsidR="00922ED1" w:rsidRDefault="00256D63" w:rsidP="00256D63">
      <w:pPr>
        <w:pStyle w:val="libNormal"/>
      </w:pPr>
      <w:r>
        <w:t>All the traditions translated in the present work are summarized in the following two sentences: "Islam is the religion of seeing things as they are" and "Islam means to submit to the Truth (al-haqq) and to follow It in one's beliefs and actions."</w:t>
      </w:r>
    </w:p>
    <w:p w:rsidR="00922ED1" w:rsidRDefault="00256D63" w:rsidP="00922ED1">
      <w:pPr>
        <w:pStyle w:val="libBold1"/>
      </w:pPr>
      <w:r>
        <w:t>Allamah Sayyid Muhammad Husayn Tabataba'i</w:t>
      </w:r>
    </w:p>
    <w:p w:rsidR="00256D63" w:rsidRDefault="00256D63" w:rsidP="00256D63">
      <w:pPr>
        <w:pStyle w:val="libNormal"/>
      </w:pPr>
      <w:r>
        <w:br w:type="page"/>
      </w:r>
    </w:p>
    <w:p w:rsidR="00256D63" w:rsidRDefault="00256D63" w:rsidP="00256D63">
      <w:pPr>
        <w:pStyle w:val="Heading1Center"/>
      </w:pPr>
      <w:bookmarkStart w:id="8" w:name="_Toc462314910"/>
      <w:r>
        <w:lastRenderedPageBreak/>
        <w:t>PART 1</w:t>
      </w:r>
      <w:bookmarkEnd w:id="8"/>
    </w:p>
    <w:p w:rsidR="00922ED1" w:rsidRPr="00D1636C" w:rsidRDefault="00256D63" w:rsidP="00D1636C">
      <w:pPr>
        <w:pStyle w:val="Heading2Center"/>
      </w:pPr>
      <w:bookmarkStart w:id="9" w:name="_Toc462314911"/>
      <w:r>
        <w:t>On the Unity of Go</w:t>
      </w:r>
      <w:r w:rsidRPr="00D1636C">
        <w:t>d</w:t>
      </w:r>
      <w:bookmarkEnd w:id="9"/>
    </w:p>
    <w:p w:rsidR="00922ED1" w:rsidRDefault="00256D63" w:rsidP="00256D63">
      <w:pPr>
        <w:pStyle w:val="libNormal"/>
      </w:pPr>
      <w:r>
        <w:t>A follower of the Islamic religion must first accept the testimony of faith: "There is no god but God" (la ilaha illa-llah). This profession of God's Unity is Islam's first pillar (rukn). All else depends upon it and derives from it.</w:t>
      </w:r>
    </w:p>
    <w:p w:rsidR="00922ED1" w:rsidRDefault="00256D63" w:rsidP="00256D63">
      <w:pPr>
        <w:pStyle w:val="libNormal"/>
      </w:pPr>
      <w:r>
        <w:t xml:space="preserve">But what does it mean to say that there is no god but God ? For Islam, the manner in which the believer answers this question displays the depth to which he understands his religion. And, paraphrasing a hadith of the Prophet often quoted in Sufi texts, one might say that there are as many ways of understanding the meaning of this profession as there are believers. </w:t>
      </w:r>
      <w:r w:rsidRPr="009C2015">
        <w:rPr>
          <w:rStyle w:val="libFootnotenumChar"/>
        </w:rPr>
        <w:t>[1]</w:t>
      </w:r>
    </w:p>
    <w:p w:rsidR="00922ED1" w:rsidRDefault="00256D63" w:rsidP="00256D63">
      <w:pPr>
        <w:pStyle w:val="libNormal"/>
      </w:pPr>
      <w:r>
        <w:t>Islamic intellectual history can be understood as a gradual unfolding of the manner in which successive generations of men have understood the meaning and implications of professing God's Unity. Theology, jurisprudence, philosophy, Sufism, even to some degree the natural sciences, all seek to explain at some level the principle of tawhid, "To profess that God is One." Some of the most productive of the intellectual schools which have attempted to explain the meaning of tawhid have flourished among Shi'ites.</w:t>
      </w:r>
    </w:p>
    <w:p w:rsidR="00922ED1" w:rsidRDefault="00256D63" w:rsidP="00256D63">
      <w:pPr>
        <w:pStyle w:val="libNormal"/>
      </w:pPr>
      <w:r>
        <w:t>Many historians have looked outside of Islam to find the inspiration for Islam's philosophical and metaphysical expositions of the nature of God's Unity. Such scholars tend to relegate anything more than what could derive-that is, in their view from a "simple bedouin faith" to outside influence. Invariably they ignore the rich treasuries of wisdom contained in the vast corpus of Shi'ite hadith literature pertaining to Islam's firs</w:t>
      </w:r>
      <w:r w:rsidR="001B6A42">
        <w:t xml:space="preserve">t </w:t>
      </w:r>
      <w:r>
        <w:t>centuries, i.e., the sayings of the Imams who were the acknowledged authorities in the religious sciences not only by the Shi'ites but also by the Sunnis. Even certain sayings of the Prophet which provide inspiration for the Imams have been ignored. In particular, the great watershed of Islamic metaphysical teachings, Ali ibn Abi Talib, the Prophet's cousin and son-in-law and the Shi'ites' first Imam, has been largely overlooked.</w:t>
      </w:r>
    </w:p>
    <w:p w:rsidR="00922ED1" w:rsidRDefault="00256D63" w:rsidP="00256D63">
      <w:pPr>
        <w:pStyle w:val="libNormal"/>
      </w:pPr>
      <w:r>
        <w:t>In the following selections from Bihar al-anwar, fifteen out of hundreds that can be found in Shi'ite sources, the reader will see the seeds for much of later Islamic metaphysical speculation. It will be noticed that the style of the hadiths varies little from the Prophet himself to the eighth Imam, the last from whom large numbers of such sayings have been handed down. The most important sources for such hadiths, i.e., the Prophet, the first, fifth, sixth, seventh and eighth Imams, are all represented.</w:t>
      </w:r>
    </w:p>
    <w:p w:rsidR="00922ED1" w:rsidRDefault="00256D63" w:rsidP="00256D63">
      <w:pPr>
        <w:pStyle w:val="libNormal"/>
      </w:pPr>
      <w:r>
        <w:t xml:space="preserve">The basic themes of the selections remain largely constant.The Prophet and the Imams all emphasize God's transcendence, or His "incomparability" (tanzih) with the creatures. We may speak of God-although only on the authority of His own words, i.e., the Quran-but the expressions we employ are not to be understood as they are when we use the same words to describe the creatures. At the same time, the very fact that words can properly be employed to refer to God show that in some respect He is indeed "comparable" or "similar" (tasbih) to His creation, if only in the sense that His creation is somehow "similar" to Him because created by Him. Otherwise, the words employed to speak about Him would all be </w:t>
      </w:r>
      <w:r>
        <w:lastRenderedPageBreak/>
        <w:t>meaningless, or each one would be equivalent to every other. But this second dimension of God's Reality-one more emphasised in Sufism-is relatively ignored in favor of His incomparability. Another theme of the selections is man's inability to grasp God through such things as the powers of his reason and his senses. The constant emphasis upon this point underlines God's incomparability and illustrates the particular errors to which the polytheistic and anthropomorphic thinking and imagination of the "Age of Ignorance" (al-jahiliyyah) before Islam was prone.</w:t>
      </w:r>
    </w:p>
    <w:p w:rsidR="00256D63" w:rsidRDefault="00256D63" w:rsidP="00256D63">
      <w:pPr>
        <w:pStyle w:val="libNormal"/>
      </w:pPr>
      <w:r>
        <w:t>In order to clarify the meaning of the selections, I have tried to supply a sufficient number of annotations. To comment upon the sayings in detail has been the task of much of Shi'ite speculation throughout the centuries. Every word and every sentence hav</w:t>
      </w:r>
      <w:r w:rsidR="001B6A42">
        <w:t xml:space="preserve">e </w:t>
      </w:r>
      <w:r>
        <w:t>provided numerous scholars with ample opportunity to display their erudition. But for a Western audience, one can only hope to point out the most important references to the Quran and the prophetic hadith literature-references which are largely obvious for the Arabic speaking Muslim. Then I have tried to illustrate the manner in which later commentators have elaborated upon the hadiths by quoting a number of explanatory passages, in Part I mostly from Majlisi, the compiler of the Bihar al-anwar. Some of these commentaries are necessary to understand the bearing of the text, but others may seem to obscure an apparently obvious sentence. In the latter case, this is largely because the commentators usually try to explain the text by referring to theological and philosophical concepts familiar to their readers, but not so to the average Westerner. However that may be, such notes illustrate the manner in which later speculation has expanded and developed an aphoristic mode of expression into a complex metaphysical system.</w:t>
      </w:r>
    </w:p>
    <w:p w:rsidR="00256D63" w:rsidRPr="00D1636C" w:rsidRDefault="00256D63" w:rsidP="00D1636C">
      <w:pPr>
        <w:pStyle w:val="Heading3Center"/>
      </w:pPr>
      <w:bookmarkStart w:id="10" w:name="_Toc462314912"/>
      <w:r>
        <w:t>A. The Prophe</w:t>
      </w:r>
      <w:r w:rsidRPr="00D1636C">
        <w:t>t</w:t>
      </w:r>
      <w:bookmarkEnd w:id="10"/>
    </w:p>
    <w:p w:rsidR="00922ED1" w:rsidRPr="00D1636C" w:rsidRDefault="00256D63" w:rsidP="00D1636C">
      <w:pPr>
        <w:pStyle w:val="Heading3Center"/>
      </w:pPr>
      <w:bookmarkStart w:id="11" w:name="_Toc462314913"/>
      <w:r>
        <w:t>1. Profession of Fait</w:t>
      </w:r>
      <w:r w:rsidRPr="00D1636C">
        <w:t>h</w:t>
      </w:r>
      <w:bookmarkEnd w:id="11"/>
    </w:p>
    <w:p w:rsidR="00922ED1" w:rsidRDefault="00256D63" w:rsidP="00256D63">
      <w:pPr>
        <w:pStyle w:val="libNormal"/>
      </w:pPr>
      <w:r>
        <w:t xml:space="preserve">Abu Abdallah (the sixth Imam) has related from his fathers that the Prophet of God-God bless him and his household </w:t>
      </w:r>
      <w:r w:rsidRPr="009C2015">
        <w:rPr>
          <w:rStyle w:val="libFootnotenumChar"/>
        </w:rPr>
        <w:t>[2]</w:t>
      </w:r>
      <w:r>
        <w:t xml:space="preserve"> said in one of his sermons, "Praise belongs to God, who in His firstness (awwaliyyah) was solitary and in His beginninglessness (azaliyyah) was tremendously exalted through divinity and supremely great through His magnificence and power. </w:t>
      </w:r>
      <w:r w:rsidRPr="009C2015">
        <w:rPr>
          <w:rStyle w:val="libFootnotenumChar"/>
        </w:rPr>
        <w:t>[3]</w:t>
      </w:r>
      <w:r>
        <w:t xml:space="preserve"> He originated that which He produced and brought into being that which He created without a model (mithal) preceding anything that He created. Our Lord, the eternal (al-qadim), unstitched (the heavens and the earth) </w:t>
      </w:r>
      <w:r w:rsidRPr="009C2015">
        <w:rPr>
          <w:rStyle w:val="libFootnotenumChar"/>
        </w:rPr>
        <w:t>[4]</w:t>
      </w:r>
      <w:r>
        <w:t xml:space="preserve"> through the subtlety (lutf) of His lordship and the knowledge within His omniscience, created all that He created through the laws of His power (qudrah), and split (the sky) through the light of dawn. </w:t>
      </w:r>
      <w:r w:rsidRPr="009C2015">
        <w:rPr>
          <w:rStyle w:val="libFootnotenumChar"/>
        </w:rPr>
        <w:t>[5]</w:t>
      </w:r>
      <w:r>
        <w:t xml:space="preserve"> So none changes His creation, none alters His handiwork, 'none repels His law' (XIII, 45), </w:t>
      </w:r>
      <w:r w:rsidRPr="009C2015">
        <w:rPr>
          <w:rStyle w:val="libFootnotenumChar"/>
        </w:rPr>
        <w:t>[6]</w:t>
      </w:r>
      <w:r>
        <w:t xml:space="preserve"> none rejects His command. There is no place of rest away from His call (dawah), </w:t>
      </w:r>
      <w:r w:rsidRPr="009C2015">
        <w:rPr>
          <w:rStyle w:val="libFootnotenumChar"/>
        </w:rPr>
        <w:t>[7]</w:t>
      </w:r>
      <w:r>
        <w:t xml:space="preserve"> no cessation to His dominion and no interruptio</w:t>
      </w:r>
      <w:r w:rsidR="001B6A42">
        <w:t xml:space="preserve">n </w:t>
      </w:r>
      <w:r>
        <w:t xml:space="preserve">of His term. He is the truly existent (al-kaynun) from the first and the truly enduring (al-daymum) forever. He is veiled from His creatures by His light in the high horizon, in the towering might, and in the lofty dominion. He is above all things and below all things. So He manifested Himself (tajalla) to His creation without being seen, and He transcends being gazed upon. He </w:t>
      </w:r>
      <w:r>
        <w:lastRenderedPageBreak/>
        <w:t xml:space="preserve">wanted to be distinguished by the profession of Unity (tawhid) when He withdrew behind the veil of His light, rose high in His exaltation and concealed Himself from His creation." </w:t>
      </w:r>
      <w:r w:rsidRPr="009C2015">
        <w:rPr>
          <w:rStyle w:val="libFootnotenumChar"/>
        </w:rPr>
        <w:t>[8]</w:t>
      </w:r>
    </w:p>
    <w:p w:rsidR="00256D63" w:rsidRDefault="00256D63" w:rsidP="00256D63">
      <w:pPr>
        <w:pStyle w:val="libNormal"/>
      </w:pPr>
      <w:r>
        <w:t xml:space="preserve">"He sent to them messengers so they might be His conclusive argument against His creatures </w:t>
      </w:r>
      <w:r w:rsidRPr="009C2015">
        <w:rPr>
          <w:rStyle w:val="libFootnotenumChar"/>
        </w:rPr>
        <w:t>[9]</w:t>
      </w:r>
      <w:r>
        <w:t xml:space="preserve"> and so His messengers to them might be witnesses against them. </w:t>
      </w:r>
      <w:r w:rsidRPr="009C2015">
        <w:rPr>
          <w:rStyle w:val="libFootnotenumChar"/>
        </w:rPr>
        <w:t>[10]</w:t>
      </w:r>
      <w:r>
        <w:t xml:space="preserve"> He sent among them prophets bearing good tidings and warning, 'that whosoever perished might perish by a clear sign, and by a clear sign he might live who lived' (VIII, 42) and that the servants might understand of their Lord that of which they had been ignorant, recognize Him in His Lordship after they had denied (it) and profess His Unity in His divinity after they had stubbornly resisted."</w:t>
      </w:r>
    </w:p>
    <w:p w:rsidR="00922ED1" w:rsidRPr="00D1636C" w:rsidRDefault="00256D63" w:rsidP="00D1636C">
      <w:pPr>
        <w:pStyle w:val="Heading3Center"/>
      </w:pPr>
      <w:bookmarkStart w:id="12" w:name="_Toc462314914"/>
      <w:r>
        <w:t>2. God's Attribute</w:t>
      </w:r>
      <w:r w:rsidRPr="00D1636C">
        <w:t>s</w:t>
      </w:r>
      <w:bookmarkEnd w:id="12"/>
    </w:p>
    <w:p w:rsidR="00922ED1" w:rsidRDefault="00256D63" w:rsidP="00256D63">
      <w:pPr>
        <w:pStyle w:val="libNormal"/>
      </w:pPr>
      <w:r>
        <w:t>Ibn Abbas related that a Jew, called Na'thal, stood up before the Prophet of God-upon whom be blessings and peace-and said, "O Muhammad, verily I will ask thee about certain thingswhich have been repeating themselves in my breast for some time. If thou answerest them for me I will embrace Islam at thy hand."</w:t>
      </w:r>
    </w:p>
    <w:p w:rsidR="00922ED1" w:rsidRDefault="00256D63" w:rsidP="00256D63">
      <w:pPr>
        <w:pStyle w:val="libNormal"/>
      </w:pPr>
      <w:r>
        <w:t>The Prophet said, "Ask, O Abu Ummarah"</w:t>
      </w:r>
    </w:p>
    <w:p w:rsidR="00922ED1" w:rsidRDefault="00256D63" w:rsidP="00256D63">
      <w:pPr>
        <w:pStyle w:val="libNormal"/>
      </w:pPr>
      <w:r>
        <w:t>Then he said, "O Muhammad, describe for me thy Lord."</w:t>
      </w:r>
    </w:p>
    <w:p w:rsidR="00922ED1" w:rsidRDefault="00256D63" w:rsidP="00256D63">
      <w:pPr>
        <w:pStyle w:val="libNormal"/>
      </w:pPr>
      <w:r>
        <w:t>He answered,"Surely the Creator cannot be described except by that with which He has described Himself-and how should one describe that Creator whom the senses cannot perceive, imaginations cannot attain, thoughts (khatarat) cannot delimit and sight cannot encompass ? Greater is He than what the depicters describe. He is distant in His nearness and near in His distance. He fashions (kayyaf) 'howness' (kayfiyyah), so it is not said of Him, 'How?' (kayf); He determines (ayyan) the 'where' (ayn), so it is not said of Him, 'Where ?' (ayn). He sunders 'howness' (kayfufiyyah) and 'whereness' (aynuniyyah), so He is "One . . . the Everlasting Refuge" (CXII 1-2), as He has described Himself.</w:t>
      </w:r>
    </w:p>
    <w:p w:rsidR="00922ED1" w:rsidRDefault="00256D63" w:rsidP="00256D63">
      <w:pPr>
        <w:pStyle w:val="libNormal"/>
      </w:pPr>
      <w:r>
        <w:t>But depicters do not attain to His description. 'He has not begotten, and has not been begotten, and equal to Him is not any one' (CXII 3-4).</w:t>
      </w:r>
    </w:p>
    <w:p w:rsidR="00922ED1" w:rsidRDefault="00256D63" w:rsidP="00256D63">
      <w:pPr>
        <w:pStyle w:val="libNormal"/>
      </w:pPr>
      <w:r>
        <w:t>Na'thal said, "Thou hast spoken the truth. O Muhammad, tell me about thy saying, 'Surely He is One, there is none like (shabih) Him.' Is not God one and man one? And thus His oneness (wahdaniyyah) resembles the oneness of man."</w:t>
      </w:r>
    </w:p>
    <w:p w:rsidR="00922ED1" w:rsidRDefault="00256D63" w:rsidP="00256D63">
      <w:pPr>
        <w:pStyle w:val="libNormal"/>
      </w:pPr>
      <w:r>
        <w:t xml:space="preserve">He answered, "God is one, but single in meaning (ahadi al-mana), while man is one but dual in meaning (thanawi al-ma'na), corporeal substance (jism) and accidents ('arad), body (badan) and spirit (ruh). Similarity (tashbih) </w:t>
      </w:r>
      <w:r w:rsidRPr="009C2015">
        <w:rPr>
          <w:rStyle w:val="libFootnotenumChar"/>
        </w:rPr>
        <w:t>[11]</w:t>
      </w:r>
      <w:r>
        <w:t xml:space="preserve"> pertains only to the meanings."</w:t>
      </w:r>
    </w:p>
    <w:p w:rsidR="00256D63" w:rsidRDefault="00256D63" w:rsidP="00256D63">
      <w:pPr>
        <w:pStyle w:val="libNormal"/>
      </w:pPr>
      <w:r>
        <w:t>Nathal said, "Thou hast spoken the truth, O Muhammad."</w:t>
      </w:r>
    </w:p>
    <w:p w:rsidR="00256D63" w:rsidRPr="00D1636C" w:rsidRDefault="00256D63" w:rsidP="00D1636C">
      <w:pPr>
        <w:pStyle w:val="Heading2Center"/>
      </w:pPr>
      <w:bookmarkStart w:id="13" w:name="_Toc462314915"/>
      <w:r>
        <w:t>B. Ali (as), the First Ima</w:t>
      </w:r>
      <w:r w:rsidRPr="00D1636C">
        <w:t>m</w:t>
      </w:r>
      <w:bookmarkEnd w:id="13"/>
    </w:p>
    <w:p w:rsidR="00922ED1" w:rsidRPr="00D1636C" w:rsidRDefault="00256D63" w:rsidP="00D1636C">
      <w:pPr>
        <w:pStyle w:val="Heading3Center"/>
      </w:pPr>
      <w:bookmarkStart w:id="14" w:name="_Toc462314916"/>
      <w:r>
        <w:t>1. The Transcendent Lor</w:t>
      </w:r>
      <w:r w:rsidRPr="00D1636C">
        <w:t>d</w:t>
      </w:r>
      <w:bookmarkEnd w:id="14"/>
    </w:p>
    <w:p w:rsidR="00922ED1" w:rsidRDefault="00256D63" w:rsidP="00256D63">
      <w:pPr>
        <w:pStyle w:val="libNormal"/>
      </w:pPr>
      <w:r>
        <w:t>It was related by 'Ali ibn Musa al-Rida (the eighth Imam) from the earlier Imams in succession that al-Husayn ibn 'Ali (the third Imam) spoke as follows: The Commander of the Faithful-upon whom be peace-addressed the people in the mosque at Kufa and said:</w:t>
      </w:r>
    </w:p>
    <w:p w:rsidR="00922ED1" w:rsidRDefault="00256D63" w:rsidP="00256D63">
      <w:pPr>
        <w:pStyle w:val="libNormal"/>
      </w:pPr>
      <w:r>
        <w:lastRenderedPageBreak/>
        <w:t xml:space="preserve">"Praise belongs to God, who did not originate from anything, nor did He bring what exists into being from anything. </w:t>
      </w:r>
      <w:r w:rsidRPr="009C2015">
        <w:rPr>
          <w:rStyle w:val="libFootnotenumChar"/>
        </w:rPr>
        <w:t>[12]</w:t>
      </w:r>
      <w:r>
        <w:t xml:space="preserve"> His beginninglessness is attested to by the temporality (huduth) ofthings, His power by the impotence with which He has branded them, and His everlastingness (dawam) by the annihilation (fana') which He has forced upon them. No place is empty of Him that He might be perceived through localization (ayniyyah), no object (shabah) is like Him that He might be described by quality (kayfiyyah), nor is He absent from anything that He might be known through situation (haythiyyah)." </w:t>
      </w:r>
      <w:r w:rsidRPr="009C2015">
        <w:rPr>
          <w:rStyle w:val="libFootnotenumChar"/>
        </w:rPr>
        <w:t>[13]</w:t>
      </w:r>
    </w:p>
    <w:p w:rsidR="00922ED1" w:rsidRDefault="00256D63" w:rsidP="00256D63">
      <w:pPr>
        <w:pStyle w:val="libNormal"/>
      </w:pPr>
      <w:r>
        <w:t xml:space="preserve">"He is distinct (muba'in) in attributes from all that He has originated, inaccessible to perception because of the changing essences He has created (in things), </w:t>
      </w:r>
      <w:r w:rsidRPr="009C2015">
        <w:rPr>
          <w:rStyle w:val="libFootnotenumChar"/>
        </w:rPr>
        <w:t>[14]</w:t>
      </w:r>
      <w:r>
        <w:t xml:space="preserve"> and outside of all domination (tasarruf) by changing states (halat) because of grandeur and tremendousness. Forbidden is His delimitation (tahdid) to the penetrating acumen of sagacities, His description (takyif) to th</w:t>
      </w:r>
      <w:r w:rsidR="001B6A42">
        <w:t xml:space="preserve">e </w:t>
      </w:r>
      <w:r>
        <w:t>piercing profundities of thought and His representation (taswir) to the searching probes of insight."</w:t>
      </w:r>
    </w:p>
    <w:p w:rsidR="00922ED1" w:rsidRDefault="00256D63" w:rsidP="00256D63">
      <w:pPr>
        <w:pStyle w:val="libNormal"/>
      </w:pPr>
      <w:r>
        <w:t xml:space="preserve">"Because of His tremendousness places encompass Him not, because of His majesty measures guage Him not, and because of His grandeur standards judge Him not. Impossible is it for imaginations (awham) to fathom Him, understandings (afham) to comprehend Him or minds (adhhan) to imagine Him. Powers of reason (uqul) with lofty aspiration despair of contriving to comprehend Him, oceans of knowledge run dry without alluding to Him in depth, </w:t>
      </w:r>
      <w:r w:rsidRPr="009C2015">
        <w:rPr>
          <w:rStyle w:val="libFootnotenumChar"/>
        </w:rPr>
        <w:t>[15]</w:t>
      </w:r>
      <w:r>
        <w:t xml:space="preserve"> and the subtleties of disputants fall from loftiness to pettiness in describing His power."</w:t>
      </w:r>
    </w:p>
    <w:p w:rsidR="00922ED1" w:rsidRDefault="00256D63" w:rsidP="00256D63">
      <w:pPr>
        <w:pStyle w:val="libNormal"/>
      </w:pPr>
      <w:r>
        <w:t xml:space="preserve">"He is One (wahid), not in terms of number (adad); Everlasting (da'im), without duration (amad); Standing (qa'im), without supports (umud). He is not of a kind (jins) that (other) kinds should be on a par with Him, nor an object that objects should be similar to Him, nor like things that attributes should apply to Him. Powers of reason go astray in the waves of the current of perceiving Him, imaginations are bewildered at encompassing the mention of His beginninglessness, understandings are held back from becoming conscious of the description of His power, and minds are drowned in the depths of the heavens of His kingdom (malakut)." </w:t>
      </w:r>
      <w:r w:rsidRPr="009C2015">
        <w:rPr>
          <w:rStyle w:val="libFootnotenumChar"/>
        </w:rPr>
        <w:t>[16]</w:t>
      </w:r>
    </w:p>
    <w:p w:rsidR="00922ED1" w:rsidRDefault="00256D63" w:rsidP="00256D63">
      <w:pPr>
        <w:pStyle w:val="libNormal"/>
      </w:pPr>
      <w:r>
        <w:t xml:space="preserve">"He is Master over (giving) bounties, Inaccessible through Grandeur, and Sovereign over all things. Time (al-dahr) makes Him not old, nor does description encompass Him. Humbled before Him are the firmest of obduracies in the limits of their constancy, and submitted to Him are the most unshakeable of the cords in the extremity of their towering regions." </w:t>
      </w:r>
      <w:r w:rsidRPr="009C2015">
        <w:rPr>
          <w:rStyle w:val="libFootnotenumChar"/>
        </w:rPr>
        <w:t>[17]</w:t>
      </w:r>
    </w:p>
    <w:p w:rsidR="00922ED1" w:rsidRDefault="00256D63" w:rsidP="00256D63">
      <w:pPr>
        <w:pStyle w:val="libNormal"/>
      </w:pPr>
      <w:r>
        <w:t xml:space="preserve">"Witness to His Lordship (rububiyyah) is the totality of kinds (al-ajnas, i.e. kinds of creatures), to His Power their incapacity, to His eternity (qidmah) their createdness (futur), and to His permanence (baqa') their passing into extinction (zawal). So they possess no place of refuge from His grasp (idrak) of them, no exit from His encompassing (ihatah) them, no way of veiling themselves from His enumeration (ihsa') of them and no way of avoiding His power over them. Sufficient is the perfection of His making them </w:t>
      </w:r>
      <w:r w:rsidRPr="009C2015">
        <w:rPr>
          <w:rStyle w:val="libFootnotenumChar"/>
        </w:rPr>
        <w:t>[18]</w:t>
      </w:r>
      <w:r>
        <w:t xml:space="preserve"> as a sign (ayah), His compounding of their (natural) constitutions as a proof, the temporal origin (huduth) of their natures as (a reason for His) </w:t>
      </w:r>
      <w:r>
        <w:lastRenderedPageBreak/>
        <w:t xml:space="preserve">eternity, and the creation's laws governing them as a lesson. </w:t>
      </w:r>
      <w:r w:rsidRPr="009C2015">
        <w:rPr>
          <w:rStyle w:val="libFootnotenumChar"/>
        </w:rPr>
        <w:t>[19]</w:t>
      </w:r>
      <w:r>
        <w:t xml:space="preserve"> No limit is attributed to Him, n</w:t>
      </w:r>
      <w:r w:rsidR="001B6A42">
        <w:t xml:space="preserve">o </w:t>
      </w:r>
      <w:r>
        <w:t>similitude struck for Him and nothing veiled from Him. High indeed is He exalted above the striking of similitudes and above created attributes!"</w:t>
      </w:r>
    </w:p>
    <w:p w:rsidR="00256D63" w:rsidRDefault="00256D63" w:rsidP="00256D63">
      <w:pPr>
        <w:pStyle w:val="libNormal"/>
      </w:pPr>
      <w:r>
        <w:t xml:space="preserve">"And I testify that there is no god but He, having faith in His lordship and opposing whoso denies Him; and I testify that Muhammad is His servant and messenger, residing in the best lodging-place, having passed from the noblest of loins and immaculate wombs, extracted in lineage from the noblest of mines and in origin from the most excellent of plantations, and (derived) from the most inaccessible of summits and the most glorious roots, from the tree from which God fashioned His prophets and chose His trusted ones: </w:t>
      </w:r>
      <w:r w:rsidRPr="009C2015">
        <w:rPr>
          <w:rStyle w:val="libFootnotenumChar"/>
        </w:rPr>
        <w:t>[20]</w:t>
      </w:r>
      <w:r>
        <w:t xml:space="preserve"> (a tree) of excellent wood, harmonious stature, lofty branches, flourishing limbs, ripened fruit, (and) noble interior, implanted in generosity and cultivated in a sacred precinct. There it put forth branches and fruit, became strong and unassailable, and then made him (the prophet Muhammad) tall and eminent, until God, the Mighty and Majestic, honored him with the Faithful Spirit, </w:t>
      </w:r>
      <w:r w:rsidRPr="009C2015">
        <w:rPr>
          <w:rStyle w:val="libFootnotenumChar"/>
        </w:rPr>
        <w:t>[21]</w:t>
      </w:r>
      <w:r>
        <w:t xml:space="preserve"> the Illuminating Light, </w:t>
      </w:r>
      <w:r w:rsidRPr="009C2015">
        <w:rPr>
          <w:rStyle w:val="libFootnotenumChar"/>
        </w:rPr>
        <w:t>[22]</w:t>
      </w:r>
      <w:r>
        <w:t xml:space="preserve"> and the Manifest Book. </w:t>
      </w:r>
      <w:r w:rsidRPr="009C2015">
        <w:rPr>
          <w:rStyle w:val="libFootnotenumChar"/>
        </w:rPr>
        <w:t>[23]</w:t>
      </w:r>
      <w:r>
        <w:t xml:space="preserve"> He subjected to him Buraq </w:t>
      </w:r>
      <w:r w:rsidRPr="009C2015">
        <w:rPr>
          <w:rStyle w:val="libFootnotenumChar"/>
        </w:rPr>
        <w:t>[24]</w:t>
      </w:r>
      <w:r>
        <w:t xml:space="preserve"> and the angels greeted him. </w:t>
      </w:r>
      <w:r w:rsidRPr="009C2015">
        <w:rPr>
          <w:rStyle w:val="libFootnotenumChar"/>
        </w:rPr>
        <w:t>[25]</w:t>
      </w:r>
      <w:r>
        <w:t xml:space="preserve"> By means of him He terrified the devils, overthrew the idols and the gods (who were) worshipped apart from Him. His prophet's Wont (sunnah) is integrity (rushd), his conduct (sirah) is justice and his decision is truth. He proclaimed that which was commanded by his Lord, </w:t>
      </w:r>
      <w:r w:rsidRPr="009C2015">
        <w:rPr>
          <w:rStyle w:val="libFootnotenumChar"/>
        </w:rPr>
        <w:t>[26]</w:t>
      </w:r>
      <w:r>
        <w:t xml:space="preserve"> and he delivered that with which he was charged </w:t>
      </w:r>
      <w:r w:rsidRPr="009C2015">
        <w:rPr>
          <w:rStyle w:val="libFootnotenumChar"/>
        </w:rPr>
        <w:t>[27]</w:t>
      </w:r>
      <w:r>
        <w:t xml:space="preserve"> until he made plain his mission through the profession of Unity and made manifest among the creatures that there is no god but God alone and that He has no associate; until His Oneness became pure and His lordship unmixed. God made manifest his argument through the profession of His Unity and He raised his degree with submission (al-islam). And God, the Mighty and Majestic, chose for His prophet what was with Him of repose, degree and means-upon him and upon his pure household be God's peace."</w:t>
      </w:r>
    </w:p>
    <w:p w:rsidR="00922ED1" w:rsidRPr="00D1636C" w:rsidRDefault="00256D63" w:rsidP="00D1636C">
      <w:pPr>
        <w:pStyle w:val="Heading3Center"/>
      </w:pPr>
      <w:bookmarkStart w:id="15" w:name="_Toc462314917"/>
      <w:r>
        <w:t>2. Via negativ</w:t>
      </w:r>
      <w:r w:rsidRPr="00D1636C">
        <w:t>a</w:t>
      </w:r>
      <w:bookmarkEnd w:id="15"/>
    </w:p>
    <w:p w:rsidR="00922ED1" w:rsidRDefault="00256D63" w:rsidP="00256D63">
      <w:pPr>
        <w:pStyle w:val="libNormal"/>
      </w:pPr>
      <w:r>
        <w:t xml:space="preserve">'Ali said, "Praise belongs to God, whose laudation is not rendered by speakers, </w:t>
      </w:r>
      <w:r w:rsidRPr="009C2015">
        <w:rPr>
          <w:rStyle w:val="libFootnotenumChar"/>
        </w:rPr>
        <w:t>[28]</w:t>
      </w:r>
      <w:r>
        <w:t xml:space="preserve"> whose bounties are not counted by reckoners, </w:t>
      </w:r>
      <w:r w:rsidRPr="009C2015">
        <w:rPr>
          <w:rStyle w:val="libFootnotenumChar"/>
        </w:rPr>
        <w:t>[29]</w:t>
      </w:r>
      <w:r>
        <w:t xml:space="preserve"> and whose rightfully due (haqq) is not discharged by thos</w:t>
      </w:r>
      <w:r w:rsidR="001B6A42">
        <w:t xml:space="preserve">e </w:t>
      </w:r>
      <w:r>
        <w:t xml:space="preserve">who strive. Grand aspirations perceive Him not and deep-diving perspicacities reach Him not. His attributes (sifah) possess no determined limits (hadd mahdud), no existing description (na't mawjud), no fixed time (waqt madud) and no extended term (ajal mamdud). He originates the creatures by His power, </w:t>
      </w:r>
      <w:r w:rsidRPr="009C2015">
        <w:rPr>
          <w:rStyle w:val="libFootnotenumChar"/>
        </w:rPr>
        <w:t>[30]</w:t>
      </w:r>
      <w:r>
        <w:t xml:space="preserve"> looses the winds by His mercy, </w:t>
      </w:r>
      <w:r w:rsidRPr="009C2015">
        <w:rPr>
          <w:rStyle w:val="libFootnotenumChar"/>
        </w:rPr>
        <w:t>[31]</w:t>
      </w:r>
      <w:r>
        <w:t xml:space="preserve"> and fastens the shaking of His earth with boulders." </w:t>
      </w:r>
      <w:r w:rsidRPr="009C2015">
        <w:rPr>
          <w:rStyle w:val="libFootnotenumChar"/>
        </w:rPr>
        <w:t>[32]</w:t>
      </w:r>
    </w:p>
    <w:p w:rsidR="00922ED1" w:rsidRDefault="00256D63" w:rsidP="00256D63">
      <w:pPr>
        <w:pStyle w:val="libNormal"/>
      </w:pPr>
      <w:r>
        <w:t xml:space="preserve">"The first step in religion is knowledge (marifah) of Him. The perfection of knowledge of Him is to confirm Him (tasdiq). The perfection of confirming Him is to profess His unity (tawhid). The perfection of professing His Unity is sincerity (ikhlas) towards Him. </w:t>
      </w:r>
      <w:r w:rsidRPr="009C2015">
        <w:rPr>
          <w:rStyle w:val="libFootnotenumChar"/>
        </w:rPr>
        <w:t>[33]</w:t>
      </w:r>
      <w:r>
        <w:t xml:space="preserve"> And the perfection of sincerity towards Him is to negate attributes (nafy al-sifat) from Him, because of the testimony of every attribute that it is not that which possesses the attribute (al-mawsuf) and the testimony of every thing that possesses attributes that it is not the attribute."</w:t>
      </w:r>
    </w:p>
    <w:p w:rsidR="00922ED1" w:rsidRDefault="00256D63" w:rsidP="00256D63">
      <w:pPr>
        <w:pStyle w:val="libNormal"/>
      </w:pPr>
      <w:r>
        <w:lastRenderedPageBreak/>
        <w:t xml:space="preserve">So whoso describes God-glory be to Him-has given Him a comrade (i.e. the description). Whoso gives Him a comrade has declared Him to be two (tathniyah). Whoso declares Him to be two has divided Him. Whoso divides Him is ignorant of Him. (Whoso is ignorant of Him points to Him). </w:t>
      </w:r>
      <w:r w:rsidRPr="009C2015">
        <w:rPr>
          <w:rStyle w:val="libFootnotenumChar"/>
        </w:rPr>
        <w:t>[34]</w:t>
      </w:r>
      <w:r>
        <w:t xml:space="preserve"> Whoso points to Him has delimited Him. Whoso delimits Him has numbered Him. Whoso says, 'In what is He ?', has enclosed Him. Whoso says, 'On what is He ?', has excluded Him (from certain things)."</w:t>
      </w:r>
    </w:p>
    <w:p w:rsidR="00922ED1" w:rsidRDefault="00256D63" w:rsidP="00256D63">
      <w:pPr>
        <w:pStyle w:val="libNormal"/>
      </w:pPr>
      <w:r>
        <w:t>"He is a being (ka'in) not as the result of temporal origin (hadath), an existent (mawjud) not (having come) from nonexistence (adam). He is with everything, not through association (muqaranah); and He is other than everything, not through separation (muzayalah). He is active (fa'il), not in the sense of possessing movement and instruments. He was seeing when there was none of His creatures to be observed by Him. He was 'alone' (mutawahhid) when there was none with whom to be intimate and at whose loss to feel lonely."</w:t>
      </w:r>
    </w:p>
    <w:p w:rsidR="00922ED1" w:rsidRDefault="00256D63" w:rsidP="00256D63">
      <w:pPr>
        <w:pStyle w:val="libNormal"/>
      </w:pPr>
      <w:r>
        <w:t xml:space="preserve">"He originated creation and gave to it its beginning without employing deliberation, profiting from experience, occasioning movement (harakah, i.e. in Himself), or being disrupted by the cares of the soul (hamamah nafs). He delays things to their times, </w:t>
      </w:r>
      <w:r w:rsidRPr="009C2015">
        <w:rPr>
          <w:rStyle w:val="libFootnotenumChar"/>
        </w:rPr>
        <w:t>[35]</w:t>
      </w:r>
      <w:r>
        <w:t xml:space="preserve"> mends their discrepancies, implants (in them) their natural dispositions, and makes these (dispositions) adhere to their objects.</w:t>
      </w:r>
    </w:p>
    <w:p w:rsidR="00256D63" w:rsidRDefault="00256D63" w:rsidP="00256D63">
      <w:pPr>
        <w:pStyle w:val="libNormal"/>
      </w:pPr>
      <w:r>
        <w:t>He has knowledge of them before their beginning, encompasse</w:t>
      </w:r>
      <w:r w:rsidR="001B6A42">
        <w:t xml:space="preserve">s </w:t>
      </w:r>
      <w:r>
        <w:t>their limits (hudud) and their end (intiha') and knows their relationships (qara'in) and aspects (ahna').</w:t>
      </w:r>
    </w:p>
    <w:p w:rsidR="00922ED1" w:rsidRPr="00D1636C" w:rsidRDefault="00256D63" w:rsidP="00D1636C">
      <w:pPr>
        <w:pStyle w:val="Heading3Center"/>
      </w:pPr>
      <w:bookmarkStart w:id="16" w:name="_Toc462314918"/>
      <w:r>
        <w:t>3. Firm Rooting in Knowledg</w:t>
      </w:r>
      <w:r w:rsidRPr="00D1636C">
        <w:t>e</w:t>
      </w:r>
      <w:bookmarkEnd w:id="16"/>
    </w:p>
    <w:p w:rsidR="00922ED1" w:rsidRDefault="00256D63" w:rsidP="00256D63">
      <w:pPr>
        <w:pStyle w:val="libNormal"/>
      </w:pPr>
      <w:r>
        <w:t>It was related from Abu Abdallah that when the Commander of the Faithful was speaking from the pulpit at Kufa a man stood up and said, "O Commander of the Faithful! Describe for us thy Lord-blessed and transcendent is He-that our love (hubb) for Him and knowledge (marifah) of Him may increase."</w:t>
      </w:r>
    </w:p>
    <w:p w:rsidR="00922ED1" w:rsidRDefault="00256D63" w:rsidP="00256D63">
      <w:pPr>
        <w:pStyle w:val="libNormal"/>
      </w:pPr>
      <w:r>
        <w:t xml:space="preserve">The Commander of the Faithful became angry and cried out, "Assemble for prayer!" The people gathered together until the mosque was choked with them. Then he stood, his color changing, and he said, "Praise belongs to God, who does not gain in plenty by withholding nor become poor through giving, while every other giver than He diminishes. (He is) full of the benefits of blessings and the advantages of superabundance. Through His generosity He ensures the provision of creatures. So He smooths the path of aspiration (talab) for those who make Him their Quest. Nor is He more generous with what is asked of Him than with what is not asked. Time in its march varies not for Him that (His) state should change accordingly. If He should give to some of His servants (all of) the silver metal, ingots of pure gold and sacks of pearls that the mountains' mines breathe </w:t>
      </w:r>
      <w:r w:rsidRPr="009C2015">
        <w:rPr>
          <w:rStyle w:val="libFootnotenumChar"/>
        </w:rPr>
        <w:t>[36]</w:t>
      </w:r>
      <w:r>
        <w:t xml:space="preserve"> and the seas' shells smile, His generosity would in nowise be affected, nor would the expanse of that which is with Him dwindle. With Him are treasuries of bounteous bestowal which are not exhausted by objects of request and which come not to His attention in spite of their abundance, for He is the Generous who is not diminished by gifts nor made niggardly by the </w:t>
      </w:r>
      <w:r>
        <w:lastRenderedPageBreak/>
        <w:t>importunity of the importune. And 'His command, when He desires a thing, is to say to it "Be", and it is' (XXXVI 8I)."</w:t>
      </w:r>
    </w:p>
    <w:p w:rsidR="00922ED1" w:rsidRDefault="00256D63" w:rsidP="00256D63">
      <w:pPr>
        <w:pStyle w:val="libNormal"/>
      </w:pPr>
      <w:r>
        <w:t>"The angels, despite their proximity to the throne of His liberality, the great extent of their burning love (walah) for Him, (their) glorification of the majesty of His might, and their proximity to the unseen of His kingdom (ghayb malakutih), are capable of knowing only what He has taught them of His affair, although they are of the Sacred Kingdom in terms of rank. It is because they possess knowledge of Him only as He created them that the</w:t>
      </w:r>
      <w:r w:rsidR="001B6A42">
        <w:t xml:space="preserve">y </w:t>
      </w:r>
      <w:r>
        <w:t xml:space="preserve">say, 'Glory be to Thee! We know not save what Thou hast taught us' (II 32)." </w:t>
      </w:r>
      <w:r w:rsidRPr="009C2015">
        <w:rPr>
          <w:rStyle w:val="libFootnotenumChar"/>
        </w:rPr>
        <w:t>[37]</w:t>
      </w:r>
    </w:p>
    <w:p w:rsidR="00922ED1" w:rsidRDefault="00256D63" w:rsidP="00256D63">
      <w:pPr>
        <w:pStyle w:val="libNormal"/>
      </w:pPr>
      <w:r>
        <w:t>"So what is thy opinion, O questioner, of Him who is thus ? Glory be to Him, and praise belongs to Him! He has not come into being that change or removal should be possible in Him. He is not affected in His Essence by recurrence of states, and aeons of nights and days differ not for Him. (It is He) who originated creation with no model (mithal) to copy or measure (migdar) to imitate from a deity (mabud) who should have existed before Him. Attributes encompass Him not, lest He be defined by limits (hudud) (resulting) from their having attained Him. He - like Him there is naught' (XLII II)-never ceases to transcend the attributes of creatures."</w:t>
      </w:r>
    </w:p>
    <w:p w:rsidR="00922ED1" w:rsidRDefault="00256D63" w:rsidP="00256D63">
      <w:pPr>
        <w:pStyle w:val="libNormal"/>
      </w:pPr>
      <w:r>
        <w:t>"Eyes are prevented from reaching Him, lest He be described through being plainly seen (bi-l-iyan) and lest He be known among His creatures in the Essence that none knows but He. Through His exaltation (uluww) over things He eludes that upon which falls the conjectures of imaginers (mutawahhimin). The inmost center (kunh) of His tremendousness transcends the embrace of the impotent deliberation of those who meditate. He has no similitude that what is created should resemble Him. For those who have knowledge of Him He is forever above likenesses and opposites."</w:t>
      </w:r>
    </w:p>
    <w:p w:rsidR="00922ED1" w:rsidRDefault="00256D63" w:rsidP="00256D63">
      <w:pPr>
        <w:pStyle w:val="libNormal"/>
      </w:pPr>
      <w:r>
        <w:t xml:space="preserve">"Those who ascribe rivals to God (al-adilun billah) cry lies when they make Him similar to the like of their categories, adorn Him in their imaginations with the adornment of creatures, divide Him with a measure resulting from the notions of their concerns, and measure Him by the talents of their reason's powers </w:t>
      </w:r>
      <w:r w:rsidRPr="009C2015">
        <w:rPr>
          <w:rStyle w:val="libFootnotenumChar"/>
        </w:rPr>
        <w:t>[38]</w:t>
      </w:r>
      <w:r>
        <w:t xml:space="preserve"> in terms of the creatures with their multiple faculties. For how should the deliberations of imaginations assess Him whose measure cannot be determined, when surely the notions of understanding have erred in conceiving of His inmost center ? For He is greater than that the minds of men should delimit Him through thought (tafkir) or angels should encompass Him through estimation, despite their proximity to the kingdom of His might."</w:t>
      </w:r>
    </w:p>
    <w:p w:rsidR="00922ED1" w:rsidRDefault="00256D63" w:rsidP="00256D63">
      <w:pPr>
        <w:pStyle w:val="libNormal"/>
      </w:pPr>
      <w:r>
        <w:t>"High be He exalted above having an equal (kufw) with which to be compared, for He is the Subtle: when imaginations desire to encroach upon Him in the depths of the unseen regions of His dominion, (when) thoughts (fikar) free from insinuating intrusions seek to grasp knowledge of His Essence, (when) hearts are throw</w:t>
      </w:r>
      <w:r w:rsidR="001B6A42">
        <w:t xml:space="preserve">n </w:t>
      </w:r>
      <w:r>
        <w:t xml:space="preserve">into mad confusion over Him in trying to embrace Him through conforming to His attributes, (when) the ways of approach of reason's powers become obscured since no attributes attain to Him by which they might gain the knowledge of His divinity, (then) they (imaginations, thoughts, hearts and ways of approach) are checked in disgrace while traversing the chasms of the dark reaches of the unseen </w:t>
      </w:r>
      <w:r>
        <w:lastRenderedPageBreak/>
        <w:t xml:space="preserve">worlds, rid (of all things) for Him-glory be to Him! They return having been thrown back, admitting that the inmost center of His knowledge is not reached through the deviation of straying (from the path) </w:t>
      </w:r>
      <w:r w:rsidRPr="009C2015">
        <w:rPr>
          <w:rStyle w:val="libFootnotenumChar"/>
        </w:rPr>
        <w:t>[39]</w:t>
      </w:r>
      <w:r>
        <w:t xml:space="preserve"> and that no notion of the measure of His might's majesty occurs to the mind of meditators, by reason of His distance from being (encompassed) within the faculties of limited beings. For He is counter to (khilaf) His creation, and there is nothing like Him among creatures. Now a thing is only compared with its like (adil). As for what has no like, how should it be compared with what is other than its like (mithal) ? And He is the Beginning (al-badi) before whom was naught, and the Last (al-akhir) after whom will be naught."</w:t>
      </w:r>
    </w:p>
    <w:p w:rsidR="00922ED1" w:rsidRDefault="00256D63" w:rsidP="00256D63">
      <w:pPr>
        <w:pStyle w:val="libNormal"/>
      </w:pPr>
      <w:r>
        <w:t xml:space="preserve">"Eyes reach Him not in the splendor of His Power (jabarut). When He obscures them with veils, eyes do not penetrate the density of the veils' thickness, nor do they pierce the firmness pertaining to His coverings to (reach) the 'Possessor of the Throne', </w:t>
      </w:r>
      <w:r w:rsidRPr="009C2015">
        <w:rPr>
          <w:rStyle w:val="libFootnotenumChar"/>
        </w:rPr>
        <w:t>[40]</w:t>
      </w:r>
      <w:r>
        <w:t xml:space="preserve"> in whose will affairs originate and before the majesty of whose tremendousness the grandeur of the arrogant cringes. Necks are bowed before Him and faces humbled in fear of Him. In the marvels (bada'i) which He creates appear the traces (athar) of His wisdom (hikmah), and all that is created becomes an argument (hujjah) for Him and attributed to Him. Were it a silent creation His argument would be speaking through it in His directing (of its affairs, tadbir)." </w:t>
      </w:r>
      <w:r w:rsidRPr="009C2015">
        <w:rPr>
          <w:rStyle w:val="libFootnotenumChar"/>
        </w:rPr>
        <w:t>[41]</w:t>
      </w:r>
    </w:p>
    <w:p w:rsidR="00922ED1" w:rsidRDefault="00256D63" w:rsidP="00256D63">
      <w:pPr>
        <w:pStyle w:val="libNormal"/>
      </w:pPr>
      <w:r>
        <w:t xml:space="preserve">"He determines what He creates and makes firm His determining (taqdir), places everything in its place through the subtlety of His directing, and turns it in a direction. </w:t>
      </w:r>
      <w:r w:rsidRPr="009C2015">
        <w:rPr>
          <w:rStyle w:val="libFootnotenumChar"/>
        </w:rPr>
        <w:t>[42]</w:t>
      </w:r>
      <w:r>
        <w:t xml:space="preserve"> Then nothing of it reaches the environs of His station. </w:t>
      </w:r>
      <w:r w:rsidRPr="009C2015">
        <w:rPr>
          <w:rStyle w:val="libFootnotenumChar"/>
        </w:rPr>
        <w:t>[43]</w:t>
      </w:r>
      <w:r>
        <w:t xml:space="preserve"> It falls not short before carrying out His will and refrains not when ordered to execute His desire. He suffers not from weariness that might touch Him, </w:t>
      </w:r>
      <w:r w:rsidRPr="009C2015">
        <w:rPr>
          <w:rStyle w:val="libFootnotenumChar"/>
        </w:rPr>
        <w:t>[44]</w:t>
      </w:r>
      <w:r>
        <w:t xml:space="preserve"> nor is He deceived by one who would transgress His command." </w:t>
      </w:r>
      <w:r w:rsidRPr="009C2015">
        <w:rPr>
          <w:rStyle w:val="libFootnotenumChar"/>
        </w:rPr>
        <w:t>[45]</w:t>
      </w:r>
    </w:p>
    <w:p w:rsidR="00922ED1" w:rsidRDefault="00256D63" w:rsidP="00256D63">
      <w:pPr>
        <w:pStyle w:val="libNormal"/>
      </w:pPr>
      <w:r>
        <w:t>"So His creation is complete and it yields to Him in obedience. It complies with the (appointed) time at which He brings it forth, a response resisted by neither the dawdler's hesitation nor th</w:t>
      </w:r>
      <w:r w:rsidR="001B6A42">
        <w:t xml:space="preserve">e </w:t>
      </w:r>
      <w:r>
        <w:t xml:space="preserve">lingerer's tardiness. He straightened the crookedness of things, delineated the way-marks of their limits, reconciled their contradictions through His power, joined the means of their conjunctions (asbab qara'iniha), caused their various sorts to be disparate in size, and divided them into different kinds, natural dispositions, and appearances-marvels of creation, whose fashioning He made firm. He made them according to His desire and </w:t>
      </w:r>
      <w:r w:rsidRPr="009C2015">
        <w:rPr>
          <w:rStyle w:val="libFootnotenumChar"/>
        </w:rPr>
        <w:t>[46]</w:t>
      </w:r>
      <w:r>
        <w:t xml:space="preserve"> brought them into existence. His knowledge put in order the kinds of their creation and His directing achieved their fairest determination."</w:t>
      </w:r>
    </w:p>
    <w:p w:rsidR="00922ED1" w:rsidRDefault="00256D63" w:rsidP="00256D63">
      <w:pPr>
        <w:pStyle w:val="libNormal"/>
      </w:pPr>
      <w:r>
        <w:t xml:space="preserve">"O questioner! Know that whoso compares our majestic Lord to the mutual dissimilarity of the parts of His creation and to the interconnection of their joints, hidden by the directing of His wisdom, surely he has not fixed his inmost consciousness (ghayb damirih) upon knowledge of Him, and his heart has not witnessed (mushahadah) the certainty that He has no compeer. It is as if he had not heard of the followers disclaiming the followed, saying, 'By God, we were certainly in manifest error when we made you equal to the Lord of all beings' (XXVI, 97-8)" </w:t>
      </w:r>
      <w:r w:rsidRPr="009C2015">
        <w:rPr>
          <w:rStyle w:val="libFootnotenumChar"/>
        </w:rPr>
        <w:t>[47]</w:t>
      </w:r>
    </w:p>
    <w:p w:rsidR="00922ED1" w:rsidRDefault="00256D63" w:rsidP="00256D63">
      <w:pPr>
        <w:pStyle w:val="libNormal"/>
      </w:pPr>
      <w:r>
        <w:lastRenderedPageBreak/>
        <w:t xml:space="preserve">"Whoso sets our Lord equal to something has ascribed rivals to Him, and he who ascribes rivals to Him is a disbeliever in what His clear verses </w:t>
      </w:r>
      <w:r w:rsidRPr="009C2015">
        <w:rPr>
          <w:rStyle w:val="libFootnotenumChar"/>
        </w:rPr>
        <w:t>[48]</w:t>
      </w:r>
      <w:r>
        <w:t xml:space="preserve"> have revealed and in what the witnesses of His clear signs' arguments have spoken. For He is God, who does not become defined within the powers of reason that He should be qualified within the range of their thought or be limited and turned about within the craws of the reflection of aspiring souls. </w:t>
      </w:r>
      <w:r w:rsidRPr="009C2015">
        <w:rPr>
          <w:rStyle w:val="libFootnotenumChar"/>
        </w:rPr>
        <w:t>[49]</w:t>
      </w:r>
      <w:r>
        <w:t xml:space="preserve"> He is the Producer of the kinds of things without having been in need of reflection, or of acting according to an innate disposition, or of experience gained through the passing of Time's events, or of an associate to help Him in bringing into existence the wonders of affairs. When those who ascribe rivals to Him compare Him to creation, whose attributes are divided and limited and whose levels possess various zones and regions-and He, the Mighty and Majestic, is the existent through Himself, not through His instruments (adah) - they can not have measured Him with His true measure. Thus He said, declaring Himself incomparable with the association of compeers and rising above the estimate of those of His disbelieving servants who measure Him within limits, 'They measure not God with His true measure. The earth altogether shall be His handful on the Day of Resurrection, and the heavens shall be rolled up in His right hand. Glory be to Him!</w:t>
      </w:r>
    </w:p>
    <w:p w:rsidR="00922ED1" w:rsidRDefault="00256D63" w:rsidP="00256D63">
      <w:pPr>
        <w:pStyle w:val="libNormal"/>
      </w:pPr>
      <w:r>
        <w:t>High be He exalted above that they associate' (XXXIX, 67)."</w:t>
      </w:r>
    </w:p>
    <w:p w:rsidR="00922ED1" w:rsidRDefault="00256D63" w:rsidP="00256D63">
      <w:pPr>
        <w:pStyle w:val="libNormal"/>
      </w:pPr>
      <w:r>
        <w:t xml:space="preserve">"So as for that to which the Quran directs thee concerning His attributes, follow it, so that a link may be established between thee and knowledge (ma'rifah) of Him. Take it as an example, and seek illumination by the light of its guidance; surely it is a blessing and a wisdom given to thee, so take what has been given thee an be among the thankful. </w:t>
      </w:r>
      <w:r w:rsidRPr="009C2015">
        <w:rPr>
          <w:rStyle w:val="libFootnotenumChar"/>
        </w:rPr>
        <w:t>[50]</w:t>
      </w:r>
      <w:r>
        <w:t xml:space="preserve"> But as for that to which Satan directs thee, that which is not made encumbent upon thee in the Quran and no trace (athar) concerning which exists in the Wont of the Prophet and the Imams of guidance, leave its knowledge to God, the Mighty and Majestic. Surely that is the limit of God's claim (haqq) against thee."</w:t>
      </w:r>
    </w:p>
    <w:p w:rsidR="00256D63" w:rsidRDefault="00256D63" w:rsidP="00256D63">
      <w:pPr>
        <w:pStyle w:val="libNormal"/>
      </w:pPr>
      <w:r>
        <w:t xml:space="preserve">"Know that 'those firmly rooted in knowledge' </w:t>
      </w:r>
      <w:r w:rsidRPr="009C2015">
        <w:rPr>
          <w:rStyle w:val="libFootnotenumChar"/>
        </w:rPr>
        <w:t>[51]</w:t>
      </w:r>
      <w:r>
        <w:t xml:space="preserve"> are they whom God has freed from the need to assault the closed doors beyond which are the unseen things (al-ghuyub), so they cling to the acknowledgement (iqrar) of all of the veiled unseen of which they know not the interpretation, and they say, 'We have faith in it; all is from our Lord.' (III 7). So God praised their avowal of incapacity to grasp what they comprehend not in knowledge, and He called their abandonment of the desire to penetrate into that whose examination is not required of them 'firm-rootedness'. So limit thyself to that (same attitude) and measure not the Mightiness of God-Glory be to Him-according to the measure of thy reason's power, thus becoming of those who perish."</w:t>
      </w:r>
    </w:p>
    <w:p w:rsidR="00922ED1" w:rsidRPr="00D1636C" w:rsidRDefault="00256D63" w:rsidP="00D1636C">
      <w:pPr>
        <w:pStyle w:val="Heading3Center"/>
      </w:pPr>
      <w:bookmarkStart w:id="17" w:name="_Toc462314919"/>
      <w:r>
        <w:t>4. The Fairest of Creator</w:t>
      </w:r>
      <w:r w:rsidRPr="00D1636C">
        <w:t>s</w:t>
      </w:r>
      <w:bookmarkEnd w:id="17"/>
    </w:p>
    <w:p w:rsidR="00922ED1" w:rsidRDefault="00256D63" w:rsidP="00256D63">
      <w:pPr>
        <w:pStyle w:val="libNormal"/>
      </w:pPr>
      <w:r>
        <w:t xml:space="preserve">It has been related that Ali-upon whom be peace-delivered the following sermon at Kufa. He was standing on a stone that had been set up for him by Ja'dah ibn Hubayrah al-Makhzumi. </w:t>
      </w:r>
      <w:r w:rsidRPr="009C2015">
        <w:rPr>
          <w:rStyle w:val="libFootnotenumChar"/>
        </w:rPr>
        <w:t>[52]</w:t>
      </w:r>
    </w:p>
    <w:p w:rsidR="00922ED1" w:rsidRDefault="00256D63" w:rsidP="00D1636C">
      <w:pPr>
        <w:pStyle w:val="libNormal"/>
      </w:pPr>
      <w:r>
        <w:t xml:space="preserve">He wore an outer garment of wool. His sword belt and his shoes were made of fiber. His forehead was like the knee of a camel. </w:t>
      </w:r>
      <w:r w:rsidRPr="009C2015">
        <w:rPr>
          <w:rStyle w:val="libFootnotenumChar"/>
        </w:rPr>
        <w:t>[53]</w:t>
      </w:r>
      <w:r>
        <w:t xml:space="preserve"> He said, "Praise belongs to God, unto whom are the homecomings of creation and </w:t>
      </w:r>
      <w:r>
        <w:lastRenderedPageBreak/>
        <w:t xml:space="preserve">the issues of the affair. </w:t>
      </w:r>
      <w:r w:rsidRPr="009C2015">
        <w:rPr>
          <w:rStyle w:val="libFootnotenumChar"/>
        </w:rPr>
        <w:t>[54]</w:t>
      </w:r>
      <w:r>
        <w:t xml:space="preserve"> We praise Him for His mighty goodness, His radiant proof (burhan) and the profusion of His bounty and gracious giving; a praise which might render Him His rightfully due, accomplish His thanks, bring (us) near to His reward and cause the fairest of His increase. </w:t>
      </w:r>
      <w:r w:rsidRPr="009C2015">
        <w:rPr>
          <w:rStyle w:val="libFootnotenumChar"/>
        </w:rPr>
        <w:t>[55]</w:t>
      </w:r>
      <w:r>
        <w:t xml:space="preserve"> We pray to Him for  succour, </w:t>
      </w:r>
      <w:r w:rsidRPr="009C2015">
        <w:rPr>
          <w:rStyle w:val="libFootnotenumChar"/>
        </w:rPr>
        <w:t>[56]</w:t>
      </w:r>
      <w:r>
        <w:t xml:space="preserve"> the prayer of one hoping for His bounty, anticipating</w:t>
      </w:r>
      <w:r w:rsidR="00D1636C">
        <w:t xml:space="preserve"> </w:t>
      </w:r>
      <w:r>
        <w:t>His benefit, having confidence in Him to avert (evil), acknowledging His blessings and submitting to Him in deed and word. We believe in Him with the faith (iman) of one who hopes for Him with certainty, turns to Him as a believer, humbles himself before Him in submission, sincerely professes His Unity (akhlas muwahhidan), magnifies Him in glorification and seeks refuge in Him, desiring and striving (raghiban mujtahidan)."</w:t>
      </w:r>
    </w:p>
    <w:p w:rsidR="00922ED1" w:rsidRDefault="00256D63" w:rsidP="00256D63">
      <w:pPr>
        <w:pStyle w:val="libNormal"/>
      </w:pPr>
      <w:r>
        <w:t>"'He has not been begotten' (CXII 3) - glory be to Him that He should share in Might, and 'He has not begotten' (CXII 3) that He should bequeath and perish. Time (waqt) precedes Him not, nor duration, and increase and decrease seize Him not by turns."</w:t>
      </w:r>
    </w:p>
    <w:p w:rsidR="00922ED1" w:rsidRDefault="00256D63" w:rsidP="00256D63">
      <w:pPr>
        <w:pStyle w:val="libNormal"/>
      </w:pPr>
      <w:r>
        <w:t xml:space="preserve">"Nay, He appears to the powers of reason by the marks He has shown us of (His) perfect directing and certain decree. So of the witnesses of His creation is the creation of the heavens without pillars, </w:t>
      </w:r>
      <w:r w:rsidRPr="009C2015">
        <w:rPr>
          <w:rStyle w:val="libFootnotenumChar"/>
        </w:rPr>
        <w:t>[57]</w:t>
      </w:r>
      <w:r>
        <w:t xml:space="preserve"> standing without supports. He called them and they answered, obeying, submissive, without hesitation or delay. </w:t>
      </w:r>
      <w:r w:rsidRPr="009C2015">
        <w:rPr>
          <w:rStyle w:val="libFootnotenumChar"/>
        </w:rPr>
        <w:t>[58]</w:t>
      </w:r>
      <w:r>
        <w:t xml:space="preserve"> Had it not been for their acknowledging (iqrar) Him in lordship and their willing submission (to Him), He would not have appointed them the locus of His Throne, nor the dwelling place for His angels, nor the place of ascent of good words and the righteous deed of His creation. </w:t>
      </w:r>
      <w:r w:rsidRPr="009C2015">
        <w:rPr>
          <w:rStyle w:val="libFootnotenumChar"/>
        </w:rPr>
        <w:t>[59]</w:t>
      </w:r>
      <w:r>
        <w:t xml:space="preserve"> He appointed their stars waymarks by which the bewildered traveler is guided in the divergent paths of the lands. The thickness of the dark night's curtain prevents not the shining of their light, and the garments of the black night's blackness cannot push back the brilliance of the light of the moon that spreads in the heavens."</w:t>
      </w:r>
    </w:p>
    <w:p w:rsidR="00922ED1" w:rsidRDefault="00256D63" w:rsidP="00256D63">
      <w:pPr>
        <w:pStyle w:val="libNormal"/>
      </w:pPr>
      <w:r>
        <w:t xml:space="preserve">"So glory be to Him, from whom is not hidden the blackness of a gloomy dusk or still night in the hollows of lands low, nor in the peaks of neighboring mountains; </w:t>
      </w:r>
      <w:r w:rsidRPr="009C2015">
        <w:rPr>
          <w:rStyle w:val="libFootnotenumChar"/>
        </w:rPr>
        <w:t>[60]</w:t>
      </w:r>
      <w:r>
        <w:t xml:space="preserve"> (nor) that with which the thunder reverberates in the horizon of heaven; (nor) that from which the lightning of the clouds vanishes; </w:t>
      </w:r>
      <w:r w:rsidRPr="009C2015">
        <w:rPr>
          <w:rStyle w:val="libFootnotenumChar"/>
        </w:rPr>
        <w:t>[61]</w:t>
      </w:r>
      <w:r>
        <w:t xml:space="preserve"> (nor) the leaf which falls, removed from its place of falling by the gales caused by the stars (al-anwa') </w:t>
      </w:r>
      <w:r w:rsidRPr="009C2015">
        <w:rPr>
          <w:rStyle w:val="libFootnotenumChar"/>
        </w:rPr>
        <w:t>[62]</w:t>
      </w:r>
      <w:r>
        <w:t xml:space="preserve"> and the pouring down of the rain. He knows the place where the raindrop falls and where it takes its rest, the route by which the tiny ant draws and drags (on the ground), what is sufficient food for a gnat </w:t>
      </w:r>
      <w:r w:rsidRPr="009C2015">
        <w:rPr>
          <w:rStyle w:val="libFootnotenumChar"/>
        </w:rPr>
        <w:t>[63]</w:t>
      </w:r>
      <w:r>
        <w:t xml:space="preserve"> and what the female bears within her womb." </w:t>
      </w:r>
      <w:r w:rsidRPr="009C2015">
        <w:rPr>
          <w:rStyle w:val="libFootnotenumChar"/>
        </w:rPr>
        <w:t>[64]</w:t>
      </w:r>
    </w:p>
    <w:p w:rsidR="00922ED1" w:rsidRDefault="00256D63" w:rsidP="00256D63">
      <w:pPr>
        <w:pStyle w:val="libNormal"/>
      </w:pPr>
      <w:r>
        <w:t>"Praise belongs to God, the Existent (al-ka'in) before there was a Pedestal (kursi), or Throne (arsh), or heaven, or earth, or jin</w:t>
      </w:r>
      <w:r w:rsidR="001B6A42">
        <w:t xml:space="preserve">n, </w:t>
      </w:r>
      <w:r>
        <w:t xml:space="preserve">or man. He is not perceived by imagination (wahm) or measured by understanding (fahm). Petitioners busy Him not and giving diminishes Him not. He is not observed by eyes, nor delimited by location ("where", ayn), nor described by pairs. </w:t>
      </w:r>
      <w:r w:rsidRPr="009C2015">
        <w:rPr>
          <w:rStyle w:val="libFootnotenumChar"/>
        </w:rPr>
        <w:t>[66]</w:t>
      </w:r>
      <w:r>
        <w:t xml:space="preserve"> He creates not through application' </w:t>
      </w:r>
      <w:r w:rsidRPr="009C2015">
        <w:rPr>
          <w:rStyle w:val="libFootnotenumChar"/>
        </w:rPr>
        <w:t>[67]</w:t>
      </w:r>
      <w:r>
        <w:t xml:space="preserve"> is perceived not by the senses and is compared not with man."</w:t>
      </w:r>
    </w:p>
    <w:p w:rsidR="00256D63" w:rsidRDefault="00256D63" w:rsidP="00256D63">
      <w:pPr>
        <w:pStyle w:val="libNormal"/>
      </w:pPr>
      <w:r>
        <w:t xml:space="preserve">"He it is who spoke to Moses directly </w:t>
      </w:r>
      <w:r w:rsidRPr="009C2015">
        <w:rPr>
          <w:rStyle w:val="libFootnotenumChar"/>
        </w:rPr>
        <w:t>[68]</w:t>
      </w:r>
      <w:r>
        <w:t xml:space="preserve"> and showed him one of His mighty signs' </w:t>
      </w:r>
      <w:r w:rsidRPr="009C2015">
        <w:rPr>
          <w:rStyle w:val="libFootnotenumChar"/>
        </w:rPr>
        <w:t>[69]</w:t>
      </w:r>
      <w:r>
        <w:t xml:space="preserve"> without members (jawarih), instruments (adawat), speech </w:t>
      </w:r>
      <w:r>
        <w:lastRenderedPageBreak/>
        <w:t xml:space="preserve">or throat. </w:t>
      </w:r>
      <w:r w:rsidRPr="009C2015">
        <w:rPr>
          <w:rStyle w:val="libFootnotenumChar"/>
        </w:rPr>
        <w:t>[70]</w:t>
      </w:r>
      <w:r>
        <w:t xml:space="preserve"> Nay, if thou speakest truly, O thou who affectest to describe thy Lord, then describe Gabriel, Michael and the hosts of the angels brought nigh, bowing in the sacred chambers (hujarat al-quds), their intellects in adoring perplexity to delimit the 'Fairest of Creators'. </w:t>
      </w:r>
      <w:r w:rsidRPr="009C2015">
        <w:rPr>
          <w:rStyle w:val="libFootnotenumChar"/>
        </w:rPr>
        <w:t>[71]</w:t>
      </w:r>
      <w:r>
        <w:t xml:space="preserve"> Surely only those are perceived through attributes who possess forms and instruments and who end in annihilation when they reach the limit of their term. There is no god but He. He illumines with His Light every darkness and He darkens with His Darkness every light."</w:t>
      </w:r>
    </w:p>
    <w:p w:rsidR="00922ED1" w:rsidRPr="00D1636C" w:rsidRDefault="00256D63" w:rsidP="00D1636C">
      <w:pPr>
        <w:pStyle w:val="Heading3Center"/>
      </w:pPr>
      <w:bookmarkStart w:id="18" w:name="_Toc462314920"/>
      <w:r>
        <w:t>5. Onenes</w:t>
      </w:r>
      <w:r w:rsidRPr="00D1636C">
        <w:t>s</w:t>
      </w:r>
      <w:bookmarkEnd w:id="18"/>
    </w:p>
    <w:p w:rsidR="00922ED1" w:rsidRDefault="00256D63" w:rsidP="00256D63">
      <w:pPr>
        <w:pStyle w:val="libNormal"/>
      </w:pPr>
      <w:r>
        <w:t xml:space="preserve">It has been related that on the day of the Battle of the Camel </w:t>
      </w:r>
      <w:r w:rsidRPr="009C2015">
        <w:rPr>
          <w:rStyle w:val="libFootnotenumChar"/>
        </w:rPr>
        <w:t>[72]</w:t>
      </w:r>
      <w:r>
        <w:t xml:space="preserve"> a bedouin came before the Commander of the Faithful and said, "O Commander of the Faithful! Sayest thou that God is one ?" The people attacked him and said, "O bedouin! Doest thou not see how the Commander of the Faithful's heart is divided (with cares) ?"</w:t>
      </w:r>
    </w:p>
    <w:p w:rsidR="00922ED1" w:rsidRDefault="00256D63" w:rsidP="00256D63">
      <w:pPr>
        <w:pStyle w:val="libNormal"/>
      </w:pPr>
      <w:r>
        <w:t>The Commander of the Faithful said, "Leave him, for surely what the bedouin wishes (i.e., knowledge of God) is what we wish for the people." Then he said, "O bedouin! To say that God is one (wahid) has four (possible) meanings, two of which are not permissible concerning God, the Mighty and Majestic, and two of which are established concerning Him."</w:t>
      </w:r>
    </w:p>
    <w:p w:rsidR="00922ED1" w:rsidRDefault="00256D63" w:rsidP="00256D63">
      <w:pPr>
        <w:pStyle w:val="libNormal"/>
      </w:pPr>
      <w:r>
        <w:t xml:space="preserve">"As for the two which are not permissible concerning Him, (the first is) the saying of him who says 'one' and has in mind the category of numbers. Now this is not permissible, for that which has no second does not enter into the category of numbers. Hast thou not seen that he who says that He is 'the third of three' </w:t>
      </w:r>
      <w:r w:rsidRPr="009C2015">
        <w:rPr>
          <w:rStyle w:val="libFootnotenumChar"/>
        </w:rPr>
        <w:t>[73]</w:t>
      </w:r>
      <w:r>
        <w:t xml:space="preserve"> is of the unbelievers ? And (the second is like) the saying of him who says (concerning a man), 'He is one of mankind', meaning that h</w:t>
      </w:r>
      <w:r w:rsidR="001B6A42">
        <w:t xml:space="preserve">e </w:t>
      </w:r>
      <w:r>
        <w:t xml:space="preserve">is one kind within the species. </w:t>
      </w:r>
      <w:r w:rsidRPr="009C2015">
        <w:rPr>
          <w:rStyle w:val="libFootnotenumChar"/>
        </w:rPr>
        <w:t>[74]</w:t>
      </w:r>
      <w:r>
        <w:t xml:space="preserve"> This is not permissible because it is a comparison, and our Lord is greater than that and high above it. "</w:t>
      </w:r>
    </w:p>
    <w:p w:rsidR="00256D63" w:rsidRDefault="00256D63" w:rsidP="00256D63">
      <w:pPr>
        <w:pStyle w:val="libNormal"/>
      </w:pPr>
      <w:r>
        <w:t xml:space="preserve">"As for the two meanings which are established concerning Him, (the first is) the saying of him who says, 'He is one, there is no likeness (shabah) unto Him among things.' Such is our Lord. And (the second is) the saying of him who says, 'Surely He, the Mighty and Majestic, is single in meaning (ahadi al - mana), intending by that that He is not divided by existence, the power of reason, or imagination. </w:t>
      </w:r>
      <w:r w:rsidRPr="009C2015">
        <w:rPr>
          <w:rStyle w:val="libFootnotenumChar"/>
        </w:rPr>
        <w:t>[75]</w:t>
      </w:r>
      <w:r>
        <w:t xml:space="preserve"> Such is our Lord, the Mighty and Majestic." </w:t>
      </w:r>
      <w:r w:rsidRPr="009C2015">
        <w:rPr>
          <w:rStyle w:val="libFootnotenumChar"/>
        </w:rPr>
        <w:t>[76]</w:t>
      </w:r>
    </w:p>
    <w:p w:rsidR="00922ED1" w:rsidRPr="00D1636C" w:rsidRDefault="00256D63" w:rsidP="00D1636C">
      <w:pPr>
        <w:pStyle w:val="Heading3Center"/>
      </w:pPr>
      <w:bookmarkStart w:id="19" w:name="_Toc462314921"/>
      <w:r>
        <w:t>6. Discernmen</w:t>
      </w:r>
      <w:r w:rsidRPr="00D1636C">
        <w:t>t</w:t>
      </w:r>
      <w:bookmarkEnd w:id="19"/>
    </w:p>
    <w:p w:rsidR="00922ED1" w:rsidRDefault="00256D63" w:rsidP="00256D63">
      <w:pPr>
        <w:pStyle w:val="libNormal"/>
      </w:pPr>
      <w:r>
        <w:t xml:space="preserve">In another sermon Ali'-upon whom be peace-said, "What points to Him (daliluh) is His signs (ayat); </w:t>
      </w:r>
      <w:r w:rsidRPr="009C2015">
        <w:rPr>
          <w:rStyle w:val="libFootnotenumChar"/>
        </w:rPr>
        <w:t>[77]</w:t>
      </w:r>
      <w:r>
        <w:t xml:space="preserve"> to perceive Him (wujuduh) is to affirm Him (ithbatuh); </w:t>
      </w:r>
      <w:r w:rsidRPr="009C2015">
        <w:rPr>
          <w:rStyle w:val="libFootnotenumChar"/>
        </w:rPr>
        <w:t>[78]</w:t>
      </w:r>
      <w:r>
        <w:t xml:space="preserve"> to know Him is to profess His unity; and professing His Unity is to distinguish Him (tamyiz) from His creation. The standard (hukm) for distinguishing is separation (baynunah) in attribute, not separation in terms of distance (uzlah). Surely He is a creating Lord (rabb khaliq), neither possessing a Lord nor created. Whatever can be conceived of is different from Him."</w:t>
      </w:r>
    </w:p>
    <w:p w:rsidR="00256D63" w:rsidRDefault="00256D63" w:rsidP="00256D63">
      <w:pPr>
        <w:pStyle w:val="libNormal"/>
      </w:pPr>
      <w:r>
        <w:t>"Then after that he said, "Whoso is known in himself (bi-nafsihi) is not a god: this is the guide to that which points to Him (al-dalil alayh) and this it is which leads to knowledge of Him."</w:t>
      </w:r>
    </w:p>
    <w:p w:rsidR="00922ED1" w:rsidRPr="00D1636C" w:rsidRDefault="00256D63" w:rsidP="00D1636C">
      <w:pPr>
        <w:pStyle w:val="Heading3Center"/>
      </w:pPr>
      <w:bookmarkStart w:id="20" w:name="_Toc462314922"/>
      <w:r>
        <w:t>7. The Vision of the Hear</w:t>
      </w:r>
      <w:r w:rsidRPr="00D1636C">
        <w:t>t</w:t>
      </w:r>
      <w:bookmarkEnd w:id="20"/>
    </w:p>
    <w:p w:rsidR="00922ED1" w:rsidRDefault="00256D63" w:rsidP="00256D63">
      <w:pPr>
        <w:pStyle w:val="libNormal"/>
      </w:pPr>
      <w:r>
        <w:lastRenderedPageBreak/>
        <w:t>Abu Abdallah related as follows: the Commander of the Faithful was speaking from the pulpit at Kufa when a man called Dhi'lib stood up before him. He was sharp-tongued, eloquent and courageous. He said, "O Commander of the Faithful! Hast thou seen thy Lord ?"</w:t>
      </w:r>
    </w:p>
    <w:p w:rsidR="00922ED1" w:rsidRDefault="00256D63" w:rsidP="00256D63">
      <w:pPr>
        <w:pStyle w:val="libNormal"/>
      </w:pPr>
      <w:r>
        <w:t>He said, "Woe unto thee, O Dhi'lib! I would not be worshipping a lord whom I have not seen."</w:t>
      </w:r>
    </w:p>
    <w:p w:rsidR="00922ED1" w:rsidRDefault="00256D63" w:rsidP="00256D63">
      <w:pPr>
        <w:pStyle w:val="libNormal"/>
      </w:pPr>
      <w:r>
        <w:t>He said, "O Commander of the Faithful! How didst thou see Him ?"</w:t>
      </w:r>
    </w:p>
    <w:p w:rsidR="00922ED1" w:rsidRDefault="00256D63" w:rsidP="00256D63">
      <w:pPr>
        <w:pStyle w:val="libNormal"/>
      </w:pPr>
      <w:r>
        <w:t>He answered, "O Dhilib! Eyes see Him not through sight'</w:t>
      </w:r>
      <w:r w:rsidR="001B6A42">
        <w:t xml:space="preserve">s </w:t>
      </w:r>
      <w:r>
        <w:t xml:space="preserve">observation, but hearts see Him through the verities of faith (haqaiq al-iman). Woe to thee, O Dhilib! Verily, my Lord is subtle in subtlety (latif al-latafah), but He is not described by subtleness (lutf); tremendous in tremendousness (azim al-azamah), but not described by tremendousness (izam); grand in grandeur (kabir al-kibriya'), but not described by grandness (kibr); and majestic in majesty (jalil al-jalalah), but not described by greatness (ghilaz). Before all things He was; it is not said that anything was before Him. After all things He will be; it is not said that He possesses an 'after'. He willed (all) things, not through resolution (himmah). He is all-perceiving (darrak), not through any artifice (khadiah). He is in all things, but not mixed (muta-mazij) with them, nor separate (ba'in) from them. He is Outward (zahir), not according to the explanation of being immediate (to the senses: mubasharah); Manifest (mutajallin), not through the appearance of a vision (of Him: istihlal ru'yah); Separate, not through distance (masafah); Near (qarib), not through approach (mudanah); Subtle, not through corporealization (tajassum); Existent (mawfud), not after nonexistence (adam); Active (fa'il) not through coercion (idtirar); Determining (muqaddir), not through movement (harakah); Desiring (murid), not through resolution (hamamah); Hearing (sami), not through means (alah); and Seeing (basir), not through organs (adah). </w:t>
      </w:r>
      <w:r w:rsidRPr="009C2015">
        <w:rPr>
          <w:rStyle w:val="libFootnotenumChar"/>
        </w:rPr>
        <w:t>[80]</w:t>
      </w:r>
    </w:p>
    <w:p w:rsidR="00922ED1" w:rsidRDefault="00256D63" w:rsidP="00256D63">
      <w:pPr>
        <w:pStyle w:val="libNormal"/>
      </w:pPr>
      <w:r>
        <w:t xml:space="preserve">Spaces (amakin) encompass Him not, times (awqat) accompany Him not, attributes (sifat) delimit Him not and slumbers (sinat) seize Him not. </w:t>
      </w:r>
      <w:r w:rsidRPr="009C2015">
        <w:rPr>
          <w:rStyle w:val="libFootnotenumChar"/>
        </w:rPr>
        <w:t>[81]</w:t>
      </w:r>
    </w:p>
    <w:p w:rsidR="00922ED1" w:rsidRDefault="00256D63" w:rsidP="00256D63">
      <w:pPr>
        <w:pStyle w:val="libNormal"/>
      </w:pPr>
      <w:r>
        <w:t xml:space="preserve">By His giving sense (tashir) to sense organs (mashair) it is known that He has no sense organs. </w:t>
      </w:r>
      <w:r w:rsidRPr="009C2015">
        <w:rPr>
          <w:rStyle w:val="libFootnotenumChar"/>
        </w:rPr>
        <w:t>[82]</w:t>
      </w:r>
      <w:r>
        <w:t xml:space="preserve"> By His giving substance (tajhir) to substances (jawahir) it is known that He has no substance. </w:t>
      </w:r>
      <w:r w:rsidRPr="009C2015">
        <w:rPr>
          <w:rStyle w:val="libFootnotenumChar"/>
        </w:rPr>
        <w:t>[83]</w:t>
      </w:r>
      <w:r>
        <w:t xml:space="preserve"> By His causing opposition (mudaddah) among things it is known that He has no opposite (didd). </w:t>
      </w:r>
      <w:r w:rsidRPr="009C2015">
        <w:rPr>
          <w:rStyle w:val="libFootnotenumChar"/>
        </w:rPr>
        <w:t>[84]</w:t>
      </w:r>
      <w:r>
        <w:t xml:space="preserve"> By His causing affiliation (muqaranah) among affairs it is known that He has no affiliate (qarin). He opposed darkness to light, obscurity to clarity, moisture to solidity, </w:t>
      </w:r>
      <w:r w:rsidRPr="009C2015">
        <w:rPr>
          <w:rStyle w:val="libFootnotenumChar"/>
        </w:rPr>
        <w:t>[85]</w:t>
      </w:r>
      <w:r>
        <w:t xml:space="preserve"> and heat to cold. He joins together those things which are hostile to one another, and separates those which are near. They prove (the existence of) their Separator (mufarriq) by their separation and their Joiner (mu'allif ) by their junction. This is (the meaning of) His words-He is the Mighty and Majestic- 'And of everything created We two kinds; haply you will remember' (LI 49)."</w:t>
      </w:r>
    </w:p>
    <w:p w:rsidR="00922ED1" w:rsidRDefault="00256D63" w:rsidP="00256D63">
      <w:pPr>
        <w:pStyle w:val="libNormal"/>
      </w:pPr>
      <w:r>
        <w:t>"So through them He separated 'before' and 'after' that it might be known that He has no before and after. They testify with their temperaments (ghara'iz) that He who gave them temperaments has no temperament. They announce through their subjection to time (tawqit) that He who has subjected them to time is not subject to it Himself."</w:t>
      </w:r>
    </w:p>
    <w:p w:rsidR="00922ED1" w:rsidRDefault="00256D63" w:rsidP="00256D63">
      <w:pPr>
        <w:pStyle w:val="libNormal"/>
      </w:pPr>
      <w:r>
        <w:lastRenderedPageBreak/>
        <w:t>"He veiled some of them from others so that it might be known that there is no veil between Him and His creation other than His creation. He was a Lord when there was none over whom He was Lord (marbub); a God when there was none for whom to be a God (ma'luh); a Knower (alim) when there was nothing to be known (malum); and a Hearer when there was nothing to be heard (masmu)."</w:t>
      </w:r>
    </w:p>
    <w:p w:rsidR="00922ED1" w:rsidRDefault="00256D63" w:rsidP="00256D63">
      <w:pPr>
        <w:pStyle w:val="libNormal"/>
      </w:pPr>
      <w:r>
        <w:t>Then Ali composed the following verses extemporaneously:</w:t>
      </w:r>
    </w:p>
    <w:p w:rsidR="00922ED1" w:rsidRDefault="00256D63" w:rsidP="00256D63">
      <w:pPr>
        <w:pStyle w:val="libNormal"/>
      </w:pPr>
      <w:r>
        <w:t>"My Lord is ever known by praise, my Lord is ever described by generosity."</w:t>
      </w:r>
    </w:p>
    <w:p w:rsidR="00922ED1" w:rsidRDefault="00256D63" w:rsidP="00256D63">
      <w:pPr>
        <w:pStyle w:val="libNormal"/>
      </w:pPr>
      <w:r>
        <w:t>"He was, when there was no light by which to seek illumination, and no darkness bent over the horizons."</w:t>
      </w:r>
    </w:p>
    <w:p w:rsidR="00922ED1" w:rsidRDefault="00256D63" w:rsidP="00256D63">
      <w:pPr>
        <w:pStyle w:val="libNormal"/>
      </w:pPr>
      <w:r>
        <w:t>"So our Lord is counter to creatures, all of them, and to all that is described in imaginations."</w:t>
      </w:r>
    </w:p>
    <w:p w:rsidR="00922ED1" w:rsidRDefault="00256D63" w:rsidP="00256D63">
      <w:pPr>
        <w:pStyle w:val="libNormal"/>
      </w:pPr>
      <w:r>
        <w:t>"Whoso desires Him portrayed through comparison returns beleagured, shackled by his incapacity,"</w:t>
      </w:r>
    </w:p>
    <w:p w:rsidR="00922ED1" w:rsidRDefault="00256D63" w:rsidP="00256D63">
      <w:pPr>
        <w:pStyle w:val="libNormal"/>
      </w:pPr>
      <w:r>
        <w:t xml:space="preserve">"And in the Ascending Stairways the wave of His power casts a wave which blinds the eye of the spirit." </w:t>
      </w:r>
      <w:r w:rsidRPr="009C2015">
        <w:rPr>
          <w:rStyle w:val="libFootnotenumChar"/>
        </w:rPr>
        <w:t>[86]</w:t>
      </w:r>
    </w:p>
    <w:p w:rsidR="00922ED1" w:rsidRDefault="00256D63" w:rsidP="00256D63">
      <w:pPr>
        <w:pStyle w:val="libNormal"/>
      </w:pPr>
      <w:r>
        <w:t>"So abandon the quarreler in religion lost in the depths, for in him doubt has corrupted his view."</w:t>
      </w:r>
    </w:p>
    <w:p w:rsidR="00922ED1" w:rsidRDefault="00256D63" w:rsidP="00256D63">
      <w:pPr>
        <w:pStyle w:val="libNormal"/>
      </w:pPr>
      <w:r>
        <w:t>"And become the companion of that reliable one who is the beloved of his Master and surrounded by the favors of his Protector: Smiling, he became in the earth the waymark of guidance (dalil al-huda) and in Heaven the adorned and acknowledged."</w:t>
      </w:r>
    </w:p>
    <w:p w:rsidR="00256D63" w:rsidRDefault="00256D63" w:rsidP="00256D63">
      <w:pPr>
        <w:pStyle w:val="libNormal"/>
      </w:pPr>
      <w:r>
        <w:t>After this Dhi'lib fell to the ground in a faint. When he recovered he said, "I have never heard such words. I will not return to any of that (which I believed before).</w:t>
      </w:r>
    </w:p>
    <w:p w:rsidR="00256D63" w:rsidRPr="00D1636C" w:rsidRDefault="00256D63" w:rsidP="00D1636C">
      <w:pPr>
        <w:pStyle w:val="Heading2Center"/>
      </w:pPr>
      <w:bookmarkStart w:id="21" w:name="_Toc462314923"/>
      <w:r>
        <w:t>C. al-Baqir, the Fifth Ima</w:t>
      </w:r>
      <w:r w:rsidRPr="00D1636C">
        <w:t>m</w:t>
      </w:r>
      <w:bookmarkEnd w:id="21"/>
    </w:p>
    <w:p w:rsidR="00922ED1" w:rsidRPr="00D1636C" w:rsidRDefault="00256D63" w:rsidP="00D1636C">
      <w:pPr>
        <w:pStyle w:val="Heading3Center"/>
      </w:pPr>
      <w:bookmarkStart w:id="22" w:name="_Toc462314924"/>
      <w:r>
        <w:t>The Incomparable Lor</w:t>
      </w:r>
      <w:r w:rsidRPr="00D1636C">
        <w:t>d</w:t>
      </w:r>
      <w:bookmarkEnd w:id="22"/>
    </w:p>
    <w:p w:rsidR="00922ED1" w:rsidRDefault="00256D63" w:rsidP="00D1636C">
      <w:pPr>
        <w:pStyle w:val="libNormal"/>
      </w:pPr>
      <w:r>
        <w:t>Abu Basir has related that a man came to Abu Ja'far (the fifth</w:t>
      </w:r>
      <w:r w:rsidR="00D1636C">
        <w:t xml:space="preserve"> </w:t>
      </w:r>
      <w:r>
        <w:t>Imam) and said to him, "O Abu Ja'far, tell me about thy Lord! When was He ?"</w:t>
      </w:r>
    </w:p>
    <w:p w:rsidR="00922ED1" w:rsidRDefault="00256D63" w:rsidP="00256D63">
      <w:pPr>
        <w:pStyle w:val="libNormal"/>
      </w:pPr>
      <w:r>
        <w:t xml:space="preserve">He said, "Woe unto thee! Surely it is said of a thing that was not, and then was, 'When was it ?' But my Lord-blessed is He and high exalted - was ever-living without 'how' and had no 'was'. His Being (kawn) had no 'how', nor had it any 'where'. He was not in anything, nor was He on anything. He did not bring into existence a place (makan) for His Being (kan). He increased not in strength after bringing things into being, nor was He weak before bringing things into being. And He was not lonely (mustawhish) before creating things. He resembles nothing brought into being. He was not devoid of power over the dominion before its production that He should be devoid of the dominion </w:t>
      </w:r>
      <w:r w:rsidRPr="009C2015">
        <w:rPr>
          <w:rStyle w:val="libFootnotenumChar"/>
        </w:rPr>
        <w:t>[87]</w:t>
      </w:r>
      <w:r>
        <w:t xml:space="preserve"> after its passing. He remains Living without (created) life, a powerful King before He produces anything (over which to rule) and an all-compelling King (malik jabbar) after He produces the universe (al-kawn). His Being has no 'how', nor has it any 'where', nor has it any limit. He is not known through anything resembling Him. He ages not through the duration of His subsistence. He is thunderstruck by nothing. Nothing causes Him to fear. And all things are thunderstruck by fear of Him." </w:t>
      </w:r>
      <w:r w:rsidRPr="009C2015">
        <w:rPr>
          <w:rStyle w:val="libFootnotenumChar"/>
        </w:rPr>
        <w:t>[88]</w:t>
      </w:r>
    </w:p>
    <w:p w:rsidR="00922ED1" w:rsidRDefault="00256D63" w:rsidP="00256D63">
      <w:pPr>
        <w:pStyle w:val="libNormal"/>
      </w:pPr>
      <w:r>
        <w:lastRenderedPageBreak/>
        <w:t>"He is Living without temporal life, without a being (kawn) described by attributes, without a state which can be defined (kayf mahdud), without a trace which can be followed, and without a place adjacent to anything. Nay, He is a Living One who knows, a King who ever is. His are the power and the dominion. He produces what He wills through His will (mashiyyah). He is neither limited nor divided into parts, and He perishes not. He was the First, without 'how', and He will be the Last, without 'where'. And 'All things perish, except His Face' (XXVIII, 88). 'His are the creation and the command. Blessed be God, the Lord of all beings!'" (VII, 54).</w:t>
      </w:r>
    </w:p>
    <w:p w:rsidR="00922ED1" w:rsidRDefault="00256D63" w:rsidP="00256D63">
      <w:pPr>
        <w:pStyle w:val="libNormal"/>
      </w:pPr>
      <w:r>
        <w:t xml:space="preserve">"Woe upon thee, O questioner! As for my Lord, truly imaginations envelop Him not, uncertainties touch Him not, He is oppressed by none, none is adjacent to Him, phenomena touch Him not, He is questioned not as to anything He does, </w:t>
      </w:r>
      <w:r w:rsidRPr="009C2015">
        <w:rPr>
          <w:rStyle w:val="libFootnotenumChar"/>
        </w:rPr>
        <w:t>[89]</w:t>
      </w:r>
      <w:r>
        <w:t xml:space="preserve"> He comes not upon anything, </w:t>
      </w:r>
      <w:r w:rsidRPr="009C2015">
        <w:rPr>
          <w:rStyle w:val="libFootnotenumChar"/>
        </w:rPr>
        <w:t>[90]</w:t>
      </w:r>
      <w:r>
        <w:t xml:space="preserve"> 'Slumber seizes Him not, neither sleep' (II, 255). 'To Him belongs all that is in the heavens and the earth and all that is between them, and all that is underneath t he soil'" (XX, 6).</w:t>
      </w:r>
    </w:p>
    <w:p w:rsidR="00256D63" w:rsidRPr="00D1636C" w:rsidRDefault="00256D63" w:rsidP="00D1636C">
      <w:pPr>
        <w:pStyle w:val="Heading2Center"/>
      </w:pPr>
      <w:bookmarkStart w:id="23" w:name="_Toc462314925"/>
      <w:r>
        <w:t>D. Ja'far al Sadiq, the Sixth Ima</w:t>
      </w:r>
      <w:r w:rsidRPr="00D1636C">
        <w:t>m</w:t>
      </w:r>
      <w:bookmarkEnd w:id="23"/>
    </w:p>
    <w:p w:rsidR="00922ED1" w:rsidRPr="00D1636C" w:rsidRDefault="00256D63" w:rsidP="00D1636C">
      <w:pPr>
        <w:pStyle w:val="Heading3Center"/>
      </w:pPr>
      <w:bookmarkStart w:id="24" w:name="_Toc462314926"/>
      <w:r>
        <w:t>1. Seeing Go</w:t>
      </w:r>
      <w:r w:rsidRPr="00D1636C">
        <w:t>d</w:t>
      </w:r>
      <w:bookmarkEnd w:id="24"/>
    </w:p>
    <w:p w:rsidR="00922ED1" w:rsidRDefault="00256D63" w:rsidP="00256D63">
      <w:pPr>
        <w:pStyle w:val="libNormal"/>
      </w:pPr>
      <w:r>
        <w:t>Abu Basir has related that he said to Abu Abdallah-upon whom be peace "Tell me about God, the Mighty and Majestic Will believers see Him on the Day of Resurrection ?"</w:t>
      </w:r>
    </w:p>
    <w:p w:rsidR="00922ED1" w:rsidRDefault="00256D63" w:rsidP="00256D63">
      <w:pPr>
        <w:pStyle w:val="libNormal"/>
      </w:pPr>
      <w:r>
        <w:t>He answered, "Yes, and they have already seen Him before the Day of Resurrection."</w:t>
      </w:r>
    </w:p>
    <w:p w:rsidR="00922ED1" w:rsidRDefault="00256D63" w:rsidP="00256D63">
      <w:pPr>
        <w:pStyle w:val="libNormal"/>
      </w:pPr>
      <w:r>
        <w:t>Abu Basir asked, "When ?"</w:t>
      </w:r>
    </w:p>
    <w:p w:rsidR="00922ED1" w:rsidRDefault="00256D63" w:rsidP="00256D63">
      <w:pPr>
        <w:pStyle w:val="libNormal"/>
      </w:pPr>
      <w:r>
        <w:t xml:space="preserve">The Imam answered, "When He said to them, 'Am I not your Lord?' They said: 'Yea, verily' (VII, I72)." </w:t>
      </w:r>
      <w:r w:rsidRPr="009C2015">
        <w:rPr>
          <w:rStyle w:val="libFootnotenumChar"/>
        </w:rPr>
        <w:t>[91]</w:t>
      </w:r>
      <w:r>
        <w:t xml:space="preserve"> Then he was quiet for a time. Then he said, "Truly the believers see him in this world before the Day of Resurrection. Doest thou not see Him now ?"</w:t>
      </w:r>
    </w:p>
    <w:p w:rsidR="00922ED1" w:rsidRDefault="00256D63" w:rsidP="00256D63">
      <w:pPr>
        <w:pStyle w:val="libNormal"/>
      </w:pPr>
      <w:r>
        <w:t>Abu Basir then said to him, "That I might be made thy sacrifice I Shall I relate this (to others) from thee ?"</w:t>
      </w:r>
    </w:p>
    <w:p w:rsidR="00256D63" w:rsidRDefault="00256D63" w:rsidP="00256D63">
      <w:pPr>
        <w:pStyle w:val="libNormal"/>
      </w:pPr>
      <w:r>
        <w:t>He answered, "No, for if thou relatest it, a denier ignorant of the meaning of what thou sayest will deny it. Then he will suppose that it is comparison and unbelief (kufr). But seeing with the heart (al-ru'yah b-il-qalb) is not like seeing with the eyes (al- ru'yah bi-l-ayn). High be God exalted above what the comparers (mushabbihun) and heretics (mulhidun) describe!."</w:t>
      </w:r>
    </w:p>
    <w:p w:rsidR="00922ED1" w:rsidRDefault="00256D63" w:rsidP="00256D63">
      <w:pPr>
        <w:pStyle w:val="libNormal"/>
      </w:pPr>
      <w:r>
        <w:t>2. The name that can be named ...</w:t>
      </w:r>
    </w:p>
    <w:p w:rsidR="00922ED1" w:rsidRDefault="00256D63" w:rsidP="00256D63">
      <w:pPr>
        <w:pStyle w:val="libNormal"/>
      </w:pPr>
      <w:r>
        <w:t xml:space="preserve">It has been related that Abu Abdallah said, "The name of God is other than God, and everything that can be called by the name of a 'thing' (shay') </w:t>
      </w:r>
      <w:r w:rsidRPr="009C2015">
        <w:rPr>
          <w:rStyle w:val="libFootnotenumChar"/>
        </w:rPr>
        <w:t>[92]</w:t>
      </w:r>
      <w:r>
        <w:t xml:space="preserve"> is created, except God. Therefore all that tongues express or is worked by hands </w:t>
      </w:r>
      <w:r w:rsidRPr="009C2015">
        <w:rPr>
          <w:rStyle w:val="libFootnotenumChar"/>
        </w:rPr>
        <w:t>[93]</w:t>
      </w:r>
      <w:r>
        <w:t xml:space="preserve"> is created. God is the goal of him who sets Him as his goal, but the determined goal (al-mughayya, i.e., in the mind of man) is other than the (real) goal. </w:t>
      </w:r>
      <w:r w:rsidRPr="009C2015">
        <w:rPr>
          <w:rStyle w:val="libFootnotenumChar"/>
        </w:rPr>
        <w:t>[94]</w:t>
      </w:r>
      <w:r>
        <w:t xml:space="preserve"> The goal possesses attributes (mawsuf), and all that possesses attributes has been fashioned (masnu). But the Fashioner (sani) of things does not possess the attributes of any stated limit (hadd musamma). He has not come into being that His Being (kaynunah) should be known through fashioning (sun) (carried out) by other than He. </w:t>
      </w:r>
      <w:r w:rsidRPr="009C2015">
        <w:rPr>
          <w:rStyle w:val="libFootnotenumChar"/>
        </w:rPr>
        <w:t>[95]</w:t>
      </w:r>
      <w:r>
        <w:t xml:space="preserve"> He does not terminate at a limit unless it be other than He. Whoso understands this principle (hukm) </w:t>
      </w:r>
      <w:r>
        <w:lastRenderedPageBreak/>
        <w:t>will never fall into error. It is the unadulterated profession of Unity (al-tawhid al-khalis), so believe in it, confirm it, and understand it well, with God's permission the Mighty and Majestic."</w:t>
      </w:r>
    </w:p>
    <w:p w:rsidR="00922ED1" w:rsidRDefault="00256D63" w:rsidP="00256D63">
      <w:pPr>
        <w:pStyle w:val="libNormal"/>
      </w:pPr>
      <w:r>
        <w:t xml:space="preserve">"Whoso maintains that he knows God by means of a veil (hijab) or a form (surah) or a likeness (mithal) is an associator (mushrik), for the veil, the likeness and the form are other than He. He is utterly and only One. So how should he who maintains that he knows Him by means of other than Him be professing Unity ? Surely He alone knows God who knows Him by means of God (billah). Therefore, whoso knows Him not by means of Him knows Him not. On the contrary, he only knows other than Him. There is nothing between the Creator and the created. </w:t>
      </w:r>
      <w:r w:rsidRPr="009C2015">
        <w:rPr>
          <w:rStyle w:val="libFootnotenumChar"/>
        </w:rPr>
        <w:t>[96]</w:t>
      </w:r>
      <w:r>
        <w:t xml:space="preserve"> God is the Creator of things, but not from something. He is named by His names, so He is other than His names, and His names are other than He. </w:t>
      </w:r>
      <w:r w:rsidRPr="009C2015">
        <w:rPr>
          <w:rStyle w:val="libFootnotenumChar"/>
        </w:rPr>
        <w:t>[97]</w:t>
      </w:r>
      <w:r>
        <w:t xml:space="preserve"> The described (al-mawsuf) is other than the describer (al-wasif)."</w:t>
      </w:r>
    </w:p>
    <w:p w:rsidR="00256D63" w:rsidRDefault="00256D63" w:rsidP="00256D63">
      <w:pPr>
        <w:pStyle w:val="libNormal"/>
      </w:pPr>
      <w:r>
        <w:t xml:space="preserve">Then whoso maintains that he has faith in that which he does not know has gone astray from knowledge (marifah). </w:t>
      </w:r>
      <w:r w:rsidRPr="009C2015">
        <w:rPr>
          <w:rStyle w:val="libFootnotenumChar"/>
        </w:rPr>
        <w:t>[98]</w:t>
      </w:r>
      <w:r>
        <w:t xml:space="preserve"> A created thing (makhluq) perceives nothing unless by means of God: the knowledge of God is perceived only by means of God. But God is empty of His creatures and His creatures are empty of Him. </w:t>
      </w:r>
      <w:r w:rsidRPr="009C2015">
        <w:rPr>
          <w:rStyle w:val="libFootnotenumChar"/>
        </w:rPr>
        <w:t>[99]</w:t>
      </w:r>
      <w:r>
        <w:t xml:space="preserve"> When He desires a thing, it is as He desires, by His command (amr) and without speech (nutq). His servants have no refuge from that which He decrees (ma qada), and they have no argument against that which is His pleasure. They have no power to act or to deal with that which is brought about in their bodies, created (by God), except by means of their Lord. So whoso maintains that he is able to perform an act which God, the Mighty and Majestic, does not desire, has maintained that his will (iradah) prevails over the Will of God. 'Blessed be God' the Lord of all beings!" (VII 54)</w:t>
      </w:r>
    </w:p>
    <w:p w:rsidR="00256D63" w:rsidRPr="00D1636C" w:rsidRDefault="00256D63" w:rsidP="00D1636C">
      <w:pPr>
        <w:pStyle w:val="Heading2Center"/>
      </w:pPr>
      <w:bookmarkStart w:id="25" w:name="_Toc462314927"/>
      <w:r>
        <w:t>E. Musa, the Seventh Ima</w:t>
      </w:r>
      <w:r w:rsidRPr="00D1636C">
        <w:t>m</w:t>
      </w:r>
      <w:bookmarkEnd w:id="25"/>
    </w:p>
    <w:p w:rsidR="00922ED1" w:rsidRPr="00D1636C" w:rsidRDefault="00256D63" w:rsidP="00D1636C">
      <w:pPr>
        <w:pStyle w:val="Heading2Center"/>
      </w:pPr>
      <w:bookmarkStart w:id="26" w:name="_Toc462314928"/>
      <w:r>
        <w:t>God's Might and Majest</w:t>
      </w:r>
      <w:r w:rsidRPr="00D1636C">
        <w:t>y</w:t>
      </w:r>
      <w:bookmarkEnd w:id="26"/>
    </w:p>
    <w:p w:rsidR="00922ED1" w:rsidRDefault="00256D63" w:rsidP="00256D63">
      <w:pPr>
        <w:pStyle w:val="libNormal"/>
      </w:pPr>
      <w:r>
        <w:t>It has been related that the righteous servant, Musa ibn Ja'far, said, "Surely God - there is no god but He - was the Living without 'how' (kayf) or 'where' (ayn). He was not in anythin</w:t>
      </w:r>
      <w:r w:rsidR="001B6A42">
        <w:t xml:space="preserve">g, </w:t>
      </w:r>
      <w:r>
        <w:t xml:space="preserve">nor was He on anything. He did not create a place (makan) for His grandeur (makan). </w:t>
      </w:r>
      <w:r w:rsidRPr="009C2015">
        <w:rPr>
          <w:rStyle w:val="libFootnotenumChar"/>
        </w:rPr>
        <w:t>[100]</w:t>
      </w:r>
      <w:r>
        <w:t xml:space="preserve"> He increased not in might after bringing things into being. Nothing brought into being resembles Him. He was not devoid of power over the dominion before its production, nor will He be devoid of power (over it) after its passing." </w:t>
      </w:r>
      <w:r w:rsidRPr="009C2015">
        <w:rPr>
          <w:rStyle w:val="libFootnotenumChar"/>
        </w:rPr>
        <w:t>[101]</w:t>
      </w:r>
    </w:p>
    <w:p w:rsidR="00256D63" w:rsidRDefault="00256D63" w:rsidP="00256D63">
      <w:pPr>
        <w:pStyle w:val="libNormal"/>
      </w:pPr>
      <w:r>
        <w:t xml:space="preserve">"He - the Mighty and Majestic - is a Living God without temporal life, King before He produces anything, Master after its production (insha'). God has no limits (hadd). He is not known through something resembling Him. He ages not through subsistence (baqa'). He is struck not by fear of anything, and by fright before Him all things are thunderstruck. </w:t>
      </w:r>
      <w:r w:rsidRPr="009C2015">
        <w:rPr>
          <w:rStyle w:val="libFootnotenumChar"/>
        </w:rPr>
        <w:t>[102]</w:t>
      </w:r>
      <w:r>
        <w:t xml:space="preserve"> So God is Living without temporal life, without a being described by attributes, without a state which can be defined, without a designated location or fixed place. Nay, He is Living in Himself, a Master whose power does not remove. He produced what He wills when He wills through His will and His power. He was First, without 'how', and will be Last, without 'where'. And </w:t>
      </w:r>
      <w:r>
        <w:lastRenderedPageBreak/>
        <w:t>'All things perish, except His face' (XXVIII, 88). 'His are the creation and the command. Blessed be God, the Lord of all beings.' (VII, 54)."</w:t>
      </w:r>
    </w:p>
    <w:p w:rsidR="00256D63" w:rsidRPr="00D1636C" w:rsidRDefault="00256D63" w:rsidP="00D1636C">
      <w:pPr>
        <w:pStyle w:val="Heading2Center"/>
      </w:pPr>
      <w:bookmarkStart w:id="27" w:name="_Toc462314929"/>
      <w:r>
        <w:t>F. Ali al-Rida, the Eighth Ima</w:t>
      </w:r>
      <w:r w:rsidRPr="00D1636C">
        <w:t>m</w:t>
      </w:r>
      <w:bookmarkEnd w:id="27"/>
    </w:p>
    <w:p w:rsidR="00922ED1" w:rsidRPr="00D1636C" w:rsidRDefault="00256D63" w:rsidP="00D1636C">
      <w:pPr>
        <w:pStyle w:val="Heading3Center"/>
      </w:pPr>
      <w:bookmarkStart w:id="28" w:name="_Toc462314930"/>
      <w:r>
        <w:t>1. Profession of Unit</w:t>
      </w:r>
      <w:r w:rsidRPr="00D1636C">
        <w:t>y</w:t>
      </w:r>
      <w:bookmarkEnd w:id="28"/>
    </w:p>
    <w:p w:rsidR="00922ED1" w:rsidRDefault="00256D63" w:rsidP="00256D63">
      <w:pPr>
        <w:pStyle w:val="libNormal"/>
      </w:pPr>
      <w:r>
        <w:t xml:space="preserve">It has been related that when al-Ma'mun </w:t>
      </w:r>
      <w:r w:rsidRPr="009C2015">
        <w:rPr>
          <w:rStyle w:val="libFootnotenumChar"/>
        </w:rPr>
        <w:t>[103]</w:t>
      </w:r>
      <w:r>
        <w:t xml:space="preserve"> desired to install al-Rida (as his successor), he collected together Banu Hashim </w:t>
      </w:r>
      <w:r w:rsidRPr="009C2015">
        <w:rPr>
          <w:rStyle w:val="libFootnotenumChar"/>
        </w:rPr>
        <w:t>[104]</w:t>
      </w:r>
      <w:r>
        <w:t xml:space="preserve"> and said to them, "Verily I desire to install al-Rida in this affair after me."</w:t>
      </w:r>
    </w:p>
    <w:p w:rsidR="00922ED1" w:rsidRDefault="00256D63" w:rsidP="00256D63">
      <w:pPr>
        <w:pStyle w:val="libNormal"/>
      </w:pPr>
      <w:r>
        <w:t>Banu Hashim envied al-Rida and said, "Thou appointest an ignorant man who possesses not the insight to direct the caliphate. Therefore send for him. He will come to us and thou wilt see how his ignorance decides thee against him. So he sent for him and he came. Banu Hashim said to him, O Abu-l-Hasan! Ascend the pulpit and display for us a sigh whereby we may worship God."</w:t>
      </w:r>
    </w:p>
    <w:p w:rsidR="00922ED1" w:rsidRDefault="00256D63" w:rsidP="00256D63">
      <w:pPr>
        <w:pStyle w:val="libNormal"/>
      </w:pPr>
      <w:r>
        <w:t>So he ascended the pulpit and sat for a long time, his head bowed in silence. Then he trembled a great trembling and stood up straight, praised and lauded God, and asked His blessing for Hi</w:t>
      </w:r>
      <w:r w:rsidR="001B6A42">
        <w:t xml:space="preserve">s </w:t>
      </w:r>
      <w:r>
        <w:t>prophet and his household. Then he said, " The first element in the worship of God is knowledge of Him, the root (asl) of knowledge of Him is to profess His Unity (tawhid), and the correct way (nizam) to profess the Unity of God is to negate attributes from Him For the powers of reason testify that every attribute and everything possessing an attribute (mawsuf ) is created. Everything possessing an attribute testifies that it has a Creator which is neither attribute nor possesses an attribute. Every attribute and everything possessing an attribute testify to connection (iqtiran, between the attribute and that to which it is attributed). Connection testifies to temporality (hadath). And temporality testifies that it accepts not the Beginningless, which accepts not the temporal."</w:t>
      </w:r>
    </w:p>
    <w:p w:rsidR="00922ED1" w:rsidRDefault="00256D63" w:rsidP="00256D63">
      <w:pPr>
        <w:pStyle w:val="libNormal"/>
      </w:pPr>
      <w:r>
        <w:t>So it is not God whose Essence is known through comparison. It is not His Unity that is professed by someone who attempts to fathom Him. It is not His reality (haqiqah) that is attained by someone who strikes a similitude for Him. It is not He who is confirmed (tasdiq) by him who professes an end for Him. It is not He to whom repairs he who points to Him. It is not He who is meant by him who compares Him (to something). It is not to Him that he who divides Him into parts humbles himself. And it is not He who is desired by him who conceives of Him in his imagination."</w:t>
      </w:r>
    </w:p>
    <w:p w:rsidR="00922ED1" w:rsidRDefault="00256D63" w:rsidP="00256D63">
      <w:pPr>
        <w:pStyle w:val="libNormal"/>
      </w:pPr>
      <w:r>
        <w:t xml:space="preserve">"Everything that can be known in itself (bi-nafsihi) is fashioned (masnu). </w:t>
      </w:r>
      <w:r w:rsidRPr="009C2015">
        <w:rPr>
          <w:rStyle w:val="libFootnotenumChar"/>
        </w:rPr>
        <w:t>[105]</w:t>
      </w:r>
      <w:r>
        <w:t xml:space="preserve"> All that stands apart from Him is an effect (malul). God is inferred from what He fashions (sun'), the knowledge of Him is made fast by the powers of reason, and the argument (hujjah) for Him is established by (man's) primordial nature (al-fitrah)."</w:t>
      </w:r>
    </w:p>
    <w:p w:rsidR="00922ED1" w:rsidRDefault="00256D63" w:rsidP="00256D63">
      <w:pPr>
        <w:pStyle w:val="libNormal"/>
      </w:pPr>
      <w:r>
        <w:t xml:space="preserve">"God's creating of the creatures is a veil between Him and them. His separation (mubayanah) from them is that He is disengaged from their localization (ayniyyah). </w:t>
      </w:r>
      <w:r w:rsidRPr="009C2015">
        <w:rPr>
          <w:rStyle w:val="libFootnotenumChar"/>
        </w:rPr>
        <w:t>[106]</w:t>
      </w:r>
      <w:r>
        <w:t xml:space="preserve"> That He is their origin (ibtida') is proof for them that He has no origin, for none that has an origin can originate others. That He has created them possessing means (of accomplishing things) is proof that He has no means (adah), for means are witness to the poverty of those who use them."</w:t>
      </w:r>
    </w:p>
    <w:p w:rsidR="00922ED1" w:rsidRDefault="00256D63" w:rsidP="001B6A42">
      <w:pPr>
        <w:pStyle w:val="libNormal"/>
      </w:pPr>
      <w:r>
        <w:lastRenderedPageBreak/>
        <w:t xml:space="preserve">"So His names are an expression (tabir), His acts (afal) are (a way) to make (Him) understood (tafhim), and His Essence is Reality (haqiqah). </w:t>
      </w:r>
      <w:r w:rsidRPr="009C2015">
        <w:rPr>
          <w:rStyle w:val="libFootnotenumChar"/>
        </w:rPr>
        <w:t>[107]</w:t>
      </w:r>
      <w:r>
        <w:t xml:space="preserve"> His inmost center (kunh) separates (tafriq) Him from creation, and His otherness (ghuyur) limits (tahdid)</w:t>
      </w:r>
      <w:r w:rsidR="001B6A42">
        <w:t xml:space="preserve"> </w:t>
      </w:r>
      <w:r>
        <w:t>what is other than He. Therefore ignorant of God is he who asks for Him to be described! Transgressing against Him is he who seeks to encompass Him! Mistaken is he who imagines to have fathomed Him!"</w:t>
      </w:r>
    </w:p>
    <w:p w:rsidR="00922ED1" w:rsidRDefault="00256D63" w:rsidP="00256D63">
      <w:pPr>
        <w:pStyle w:val="libNormal"/>
      </w:pPr>
      <w:r>
        <w:t xml:space="preserve">"Whoso says 'how ?' has compared Him (to something). Whoso says 'why ?' has professed for Him a cause (talil). Whoso says 'when?' has determined Him in time (tawqit). Whoso says 'in what ?' has enclosed Him (tadmin). Whoso says 'to what ?' has professed for Him a limit (tanhiyah). Whoso says 'until what ?' has given Him an end (taghiyah). Whoso gives Him an end has associated an end with Him. Whoso associates an end with Him has divided Him. Whoso divides Him has described Him. Whoso describes Him has deviated from the straight path (ilhad) concerning Him." </w:t>
      </w:r>
      <w:r w:rsidRPr="009C2015">
        <w:rPr>
          <w:rStyle w:val="libFootnotenumChar"/>
        </w:rPr>
        <w:t>[108]</w:t>
      </w:r>
    </w:p>
    <w:p w:rsidR="00922ED1" w:rsidRDefault="00256D63" w:rsidP="00256D63">
      <w:pPr>
        <w:pStyle w:val="libNormal"/>
      </w:pPr>
      <w:r>
        <w:t xml:space="preserve">God does not change with the changes undergone by creation, just as He does not become limited by delimiting (tahdid) that which is limited (al-mahdud). He is One (ahad), not according to the explanation offered by number (tawil adad); Outward, not according to the explanation of being immediate (to the senses); </w:t>
      </w:r>
      <w:r w:rsidRPr="009C2015">
        <w:rPr>
          <w:rStyle w:val="libFootnotenumChar"/>
        </w:rPr>
        <w:t>[109]</w:t>
      </w:r>
      <w:r>
        <w:t xml:space="preserve"> Manifest, not through the appearance of a vision (of Him); Inward (batin), not through separation (muzayalah); Apart (muba'in), not through distance; Near, not through approach; Subtle, not through corporealization; Existent, not after nonexistence; Active, not through coercion; Determining, not through the activity of thought (jawl fikrah); Directing (mudabbir), not through movement; Desiring, not through resolution; Willing (sha'), not through directing attention (himmah); </w:t>
      </w:r>
      <w:r w:rsidRPr="009C2015">
        <w:rPr>
          <w:rStyle w:val="libFootnotenumChar"/>
        </w:rPr>
        <w:t>[110]</w:t>
      </w:r>
      <w:r>
        <w:t xml:space="preserve"> Grasping (mudrik), not through touch (majassah); Hearing, not through means; and Seeing, not through organs."</w:t>
      </w:r>
    </w:p>
    <w:p w:rsidR="00922ED1" w:rsidRDefault="00256D63" w:rsidP="00256D63">
      <w:pPr>
        <w:pStyle w:val="libNormal"/>
      </w:pPr>
      <w:r>
        <w:t>"Times accompany Him not, places enclose Him not, slumber seizes Him not, attributes delimit Him not, and instruments (adawat) are of no use to Him. His being (kawn) precedes times (al-awqat), His existence (wujud) non-existence and His beginninglessness (azal) beginning (al-ibtida')."</w:t>
      </w:r>
    </w:p>
    <w:p w:rsidR="00922ED1" w:rsidRDefault="00256D63" w:rsidP="00256D63">
      <w:pPr>
        <w:pStyle w:val="libNormal"/>
      </w:pPr>
      <w:r>
        <w:t>"By His giving sense to the sense organs it is known that He has no sense organs. By His giving substance to substances it is known that He has no substance. By His causing opposition among things it is known that He has no opposite. By His causing affiliation among affairs it is known that He has no affiliate. He opposed darkness to light, obscurity to clarity, moisture t</w:t>
      </w:r>
      <w:r w:rsidR="001B6A42">
        <w:t xml:space="preserve">o </w:t>
      </w:r>
      <w:r>
        <w:t>solidity, and heat to cold. He joins together those things which are hostile to one another and separates those which are near. They prove (the existence of) their Separator by their separation and their Joiner by their junction. That is (the meaning of) His words-He is the Mighty and Majestic-'And of everything created We two kinds; haply you will remember'. "(LI 49).</w:t>
      </w:r>
    </w:p>
    <w:p w:rsidR="00922ED1" w:rsidRDefault="00256D63" w:rsidP="00256D63">
      <w:pPr>
        <w:pStyle w:val="libNormal"/>
      </w:pPr>
      <w:r>
        <w:t xml:space="preserve">"So through them He separated 'before' and 'after' that it might be known that He has no before and after. They testify with their temperaments that He who gave them temperaments has no temperament. They prove by their disparity (tafawut) that He who made them disparate has no disparity. They </w:t>
      </w:r>
      <w:r>
        <w:lastRenderedPageBreak/>
        <w:t>announce through their subjection to time that He who subjected them to time is not subject to it Himself."</w:t>
      </w:r>
    </w:p>
    <w:p w:rsidR="00922ED1" w:rsidRDefault="00256D63" w:rsidP="00256D63">
      <w:pPr>
        <w:pStyle w:val="libNormal"/>
      </w:pPr>
      <w:r>
        <w:t>"He veiled some of them from others so that it might be known that there is no veil between Him and them other than them. His is the meaning of lordship (al-rububiyyah) when there was none over whom He was Lord, the reality of godhood (al-ilahiyyah) when there was nothing for whom He was God, the meaning of Knower when there was nothing to be known, the meaning of Creator (khaliq) when there was nothing created (makhluq) and the import of hearing when there was nothing to be heard. It is not because He created that He deserves the meaning (of the term) 'Creator' and not because He brought the creatures into being that the meaning of 'making' is derived."</w:t>
      </w:r>
    </w:p>
    <w:p w:rsidR="00256D63" w:rsidRDefault="00256D63" w:rsidP="00256D63">
      <w:pPr>
        <w:pStyle w:val="libNormal"/>
      </w:pPr>
      <w:r>
        <w:t>"How (should it not be so) ? For mudh ('ever since') conceal</w:t>
      </w:r>
      <w:r w:rsidR="001B6A42">
        <w:t xml:space="preserve">s </w:t>
      </w:r>
      <w:r>
        <w:t xml:space="preserve">Him not, qad ('already') </w:t>
      </w:r>
      <w:r w:rsidRPr="009C2015">
        <w:rPr>
          <w:rStyle w:val="libFootnotenumChar"/>
        </w:rPr>
        <w:t>[111]</w:t>
      </w:r>
      <w:r>
        <w:t xml:space="preserve"> brings Him not near, la'alla ('perhaps')</w:t>
      </w:r>
    </w:p>
    <w:p w:rsidR="00922ED1" w:rsidRDefault="00256D63" w:rsidP="00256D63">
      <w:pPr>
        <w:pStyle w:val="libNormal"/>
      </w:pPr>
      <w:r>
        <w:t>veils Him not, mata ('when ?') limits Him not in time, hin ('a</w:t>
      </w:r>
      <w:r w:rsidR="001B6A42">
        <w:t xml:space="preserve">t </w:t>
      </w:r>
      <w:r>
        <w:t xml:space="preserve">the time of') contains Him not, and ma ('with') brings Him not into association. </w:t>
      </w:r>
      <w:r w:rsidRPr="009C2015">
        <w:rPr>
          <w:rStyle w:val="libFootnotenumChar"/>
        </w:rPr>
        <w:t>[112]</w:t>
      </w:r>
      <w:r>
        <w:t xml:space="preserve"> Instruments (adawat) limit only themselves and means (alah) allude only unto their own like. </w:t>
      </w:r>
      <w:r w:rsidRPr="009C2015">
        <w:rPr>
          <w:rStyle w:val="libFootnotenumChar"/>
        </w:rPr>
        <w:t>[113]</w:t>
      </w:r>
      <w:r>
        <w:t xml:space="preserve"> Their activities are found only in things. </w:t>
      </w:r>
      <w:r w:rsidRPr="009C2015">
        <w:rPr>
          <w:rStyle w:val="libFootnotenumChar"/>
        </w:rPr>
        <w:t>[114]</w:t>
      </w:r>
      <w:r>
        <w:t xml:space="preserve"> Mudh withholds things from being eternal (qidmah), qad shields them from beginninglessness, and law la ('if only') wards off perfection (al-takmilah). </w:t>
      </w:r>
      <w:r w:rsidRPr="009C2015">
        <w:rPr>
          <w:rStyle w:val="libFootnotenumChar"/>
        </w:rPr>
        <w:t>[115]</w:t>
      </w:r>
      <w:r>
        <w:t xml:space="preserve"> Things become separate and prove (the existence of) their Separator. They become distinguished and prove their Distinguisher (muba'in). Through them their Maker manifests Himself to the powers of reason. Through (these powers) </w:t>
      </w:r>
      <w:r w:rsidRPr="009C2015">
        <w:rPr>
          <w:rStyle w:val="libFootnotenumChar"/>
        </w:rPr>
        <w:t>[116]</w:t>
      </w:r>
      <w:r>
        <w:t xml:space="preserve"> He becomes veiled to sight, to them imaginations appeal for a decision, </w:t>
      </w:r>
      <w:r w:rsidRPr="009C2015">
        <w:rPr>
          <w:rStyle w:val="libFootnotenumChar"/>
        </w:rPr>
        <w:t>[117]</w:t>
      </w:r>
      <w:r>
        <w:t xml:space="preserve"> in them is substantiated (only) other than Him, from them is suspended the proof and through them He makes known to them the acknow-</w:t>
      </w:r>
    </w:p>
    <w:p w:rsidR="00922ED1" w:rsidRDefault="00256D63" w:rsidP="00256D63">
      <w:pPr>
        <w:pStyle w:val="libNormal"/>
      </w:pPr>
      <w:r>
        <w:t xml:space="preserve">ledgement (al-iqrar)." </w:t>
      </w:r>
      <w:r w:rsidRPr="009C2015">
        <w:rPr>
          <w:rStyle w:val="libFootnotenumChar"/>
        </w:rPr>
        <w:t>[118]</w:t>
      </w:r>
    </w:p>
    <w:p w:rsidR="00922ED1" w:rsidRDefault="00256D63" w:rsidP="00256D63">
      <w:pPr>
        <w:pStyle w:val="libNormal"/>
      </w:pPr>
      <w:r>
        <w:t xml:space="preserve">"Confirmation (tasdiq) of God is made fast by the powers of reason, and faith (iman) in Him reaches perfection through acknowledgment. There is no religiosity (diyanah) except after knowledge (marifah), no knowledge except through sincerity (ikhlas) and no sincerity along with comparison. </w:t>
      </w:r>
      <w:r w:rsidRPr="009C2015">
        <w:rPr>
          <w:rStyle w:val="libFootnotenumChar"/>
        </w:rPr>
        <w:t>[119]</w:t>
      </w:r>
      <w:r>
        <w:t xml:space="preserve"> There is no negation (nafy) of comparison if there is affirmation (ithbat) of attributes." </w:t>
      </w:r>
      <w:r w:rsidRPr="009C2015">
        <w:rPr>
          <w:rStyle w:val="libFootnotenumChar"/>
        </w:rPr>
        <w:t>[120]</w:t>
      </w:r>
    </w:p>
    <w:p w:rsidR="00922ED1" w:rsidRDefault="00256D63" w:rsidP="00256D63">
      <w:pPr>
        <w:pStyle w:val="libNormal"/>
      </w:pPr>
      <w:r>
        <w:t>"So nothing in creation is found in its Creator. All that is possible in it is impossible in its Maker. Movement (harakah) and stillness (sukun) do not affect Him. How should that which He effects (in others) have effect upon Him, or that which He has originated recur for Him ? Then His Essence would be disparate, His inmost center divided, His signification (mana) prevented from eternity. How would the Creator have a meaning different from the created ?"</w:t>
      </w:r>
    </w:p>
    <w:p w:rsidR="00922ED1" w:rsidRDefault="00256D63" w:rsidP="00256D63">
      <w:pPr>
        <w:pStyle w:val="libNormal"/>
      </w:pPr>
      <w:r>
        <w:t xml:space="preserve">"If something from behind limited Him, then something in front would limit Him. If perfection (tamam) were seeking Him imperfection would be upon Him. How should that which does not transcend (imtina) temporality be worthy of (the Name 'Beginningless' ? How should that which does not transcend being produced (insha') produce the things (of the world) ? There the would have arisen in Him a sign of having been made (al-masnu) and </w:t>
      </w:r>
      <w:r>
        <w:lastRenderedPageBreak/>
        <w:t xml:space="preserve">He would become a proof (dalil) after having been the proven (madlul alayh)." </w:t>
      </w:r>
      <w:r w:rsidRPr="009C2015">
        <w:rPr>
          <w:rStyle w:val="libFootnotenumChar"/>
        </w:rPr>
        <w:t>[121]</w:t>
      </w:r>
    </w:p>
    <w:p w:rsidR="00922ED1" w:rsidRDefault="00256D63" w:rsidP="00256D63">
      <w:pPr>
        <w:pStyle w:val="libNormal"/>
      </w:pPr>
      <w:r>
        <w:t>"There is no argument in absurd opinions (such as the above), no answer when it (absurdity) is asked about, no glorification of Him in its meaning. Nor is there any in distinguishing Him from creation, unless it be that the Eternal accepts not to be made two, nor the Beginningless to have a beginning."</w:t>
      </w:r>
    </w:p>
    <w:p w:rsidR="00256D63" w:rsidRDefault="00256D63" w:rsidP="00256D63">
      <w:pPr>
        <w:pStyle w:val="libNormal"/>
      </w:pPr>
      <w:r>
        <w:t>"There is no god but God, the All-high, the Tremendous. They have cried lies who ascribe equals to God! They have gone astray into far error and suffered a manifest loss! And God bless Muhammad and his household, the pure."</w:t>
      </w:r>
    </w:p>
    <w:p w:rsidR="00922ED1" w:rsidRPr="00D1636C" w:rsidRDefault="00256D63" w:rsidP="00D1636C">
      <w:pPr>
        <w:pStyle w:val="Heading3Center"/>
      </w:pPr>
      <w:bookmarkStart w:id="29" w:name="_Toc462314931"/>
      <w:r>
        <w:t>2. The Vei</w:t>
      </w:r>
      <w:r w:rsidRPr="00D1636C">
        <w:t>l</w:t>
      </w:r>
      <w:bookmarkEnd w:id="29"/>
    </w:p>
    <w:p w:rsidR="00922ED1" w:rsidRDefault="00256D63" w:rsidP="00256D63">
      <w:pPr>
        <w:pStyle w:val="libNormal"/>
      </w:pPr>
      <w:r>
        <w:t>It was related from Muhammad ibn 'Abdallah al-Khurasani, the servant of al-Rida-upon whom be peace-that a man fro</w:t>
      </w:r>
      <w:r w:rsidR="001B6A42">
        <w:t xml:space="preserve">m </w:t>
      </w:r>
      <w:r>
        <w:t xml:space="preserve">among the unbelievers (zanadiqah) </w:t>
      </w:r>
      <w:r w:rsidRPr="009C2015">
        <w:rPr>
          <w:rStyle w:val="libFootnotenumChar"/>
        </w:rPr>
        <w:t>[125]</w:t>
      </w:r>
      <w:r>
        <w:t xml:space="preserve"> entered the presence of the Imam, with whom was a group of people. Abu-l-Hasan (the Imam) said to him, "Dost thou see that if the correct view is your view-and it is not your view-then are we not equal ? All that we have prayed, fasted, given of the alms and declared of our convictions will not harm us."</w:t>
      </w:r>
    </w:p>
    <w:p w:rsidR="00922ED1" w:rsidRDefault="00256D63" w:rsidP="00256D63">
      <w:pPr>
        <w:pStyle w:val="libNormal"/>
      </w:pPr>
      <w:r>
        <w:t>The unbeliever remained silent. Then Abu-l-Hasan said, "If the correct view is our view-and it is our view-then have not you perished and we gained salvation ?"</w:t>
      </w:r>
    </w:p>
    <w:p w:rsidR="00922ED1" w:rsidRDefault="00256D63" w:rsidP="00256D63">
      <w:pPr>
        <w:pStyle w:val="libNormal"/>
      </w:pPr>
      <w:r>
        <w:t>He said, "God's mercy be upon thee. Then let me know, how is He and where is He ?"</w:t>
      </w:r>
    </w:p>
    <w:p w:rsidR="00922ED1" w:rsidRDefault="00256D63" w:rsidP="00256D63">
      <w:pPr>
        <w:pStyle w:val="libNormal"/>
      </w:pPr>
      <w:r>
        <w:t>Abu-l-Hasan answered, "Woe upon thee, surely the opinion thou hast adopted is mistaken!. He determined the 'where', and He was, when there was no where; and He fashioned the 'how', and He was, when there was no 'how'. So He is not known through 'howness' or 'whereness' or through any form of sense perception, nor can He be gauged by anything."</w:t>
      </w:r>
    </w:p>
    <w:p w:rsidR="00922ED1" w:rsidRDefault="00256D63" w:rsidP="00256D63">
      <w:pPr>
        <w:pStyle w:val="libNormal"/>
      </w:pPr>
      <w:r>
        <w:t>The man said, "So then surely He is nothing (la shay') if He cannot be perceived by any of the senses."</w:t>
      </w:r>
    </w:p>
    <w:p w:rsidR="00922ED1" w:rsidRDefault="00256D63" w:rsidP="00256D63">
      <w:pPr>
        <w:pStyle w:val="libNormal"/>
      </w:pPr>
      <w:r>
        <w:t xml:space="preserve">Abu-l-Hasan said, "Woe upon thee! When thy senses fail to perceive Him, thou deniest His lordship. But when our senses fail to perceive Him, we know for certain that He is our Lord and that He is something different from other things (shay' bi-khilaf al-asha). </w:t>
      </w:r>
      <w:r w:rsidRPr="009C2015">
        <w:rPr>
          <w:rStyle w:val="libFootnotenumChar"/>
        </w:rPr>
        <w:t>[126]</w:t>
      </w:r>
    </w:p>
    <w:p w:rsidR="00922ED1" w:rsidRDefault="00256D63" w:rsidP="00256D63">
      <w:pPr>
        <w:pStyle w:val="libNormal"/>
      </w:pPr>
      <w:r>
        <w:t>The man said, "Then tell me, when was He ?"</w:t>
      </w:r>
    </w:p>
    <w:p w:rsidR="00922ED1" w:rsidRDefault="00256D63" w:rsidP="00256D63">
      <w:pPr>
        <w:pStyle w:val="libNormal"/>
      </w:pPr>
      <w:r>
        <w:t xml:space="preserve">Abu-l-Hasan said, "Tell when He was not, and then I will tell you when He was." </w:t>
      </w:r>
      <w:r w:rsidRPr="009C2015">
        <w:rPr>
          <w:rStyle w:val="libFootnotenumChar"/>
        </w:rPr>
        <w:t>[127]</w:t>
      </w:r>
    </w:p>
    <w:p w:rsidR="00922ED1" w:rsidRDefault="00256D63" w:rsidP="00256D63">
      <w:pPr>
        <w:pStyle w:val="libNormal"/>
      </w:pPr>
      <w:r>
        <w:t>The man said, "Then what is the proof of Him ?"</w:t>
      </w:r>
    </w:p>
    <w:p w:rsidR="00922ED1" w:rsidRDefault="00256D63" w:rsidP="00256D63">
      <w:pPr>
        <w:pStyle w:val="libNormal"/>
      </w:pPr>
      <w:r>
        <w:t xml:space="preserve">Abu-l-Hasan said, "Surely when I contemplate my body and it is impossible for me to increase or decrease its breadth and height, or to keep unpleasant things away from it or draw benefits to it, then I know that this structure has a maker and I acknowledge (iqrar) Him-even though that which I had seen of the rotation of the celestial sphere through His power; the producing of clouds; </w:t>
      </w:r>
      <w:r w:rsidRPr="009C2015">
        <w:rPr>
          <w:rStyle w:val="libFootnotenumChar"/>
        </w:rPr>
        <w:t>[128]</w:t>
      </w:r>
      <w:r>
        <w:t xml:space="preserve"> the turning about of the winds; </w:t>
      </w:r>
      <w:r w:rsidRPr="009C2015">
        <w:rPr>
          <w:rStyle w:val="libFootnotenumChar"/>
        </w:rPr>
        <w:t>[129]</w:t>
      </w:r>
      <w:r>
        <w:t xml:space="preserve"> the procession of the sun, the moon and the stars; and others of His wondrous and perfectly created signs (ayat), had (already) made me know that (all) this has a Determiner (muqaddir) and Producer (munshi')."</w:t>
      </w:r>
    </w:p>
    <w:p w:rsidR="00922ED1" w:rsidRDefault="00256D63" w:rsidP="00256D63">
      <w:pPr>
        <w:pStyle w:val="libNormal"/>
      </w:pPr>
      <w:r>
        <w:lastRenderedPageBreak/>
        <w:t>The man said, "Then why has He veiled Himself (from men) ?"</w:t>
      </w:r>
    </w:p>
    <w:p w:rsidR="00922ED1" w:rsidRDefault="00256D63" w:rsidP="00256D63">
      <w:pPr>
        <w:pStyle w:val="libNormal"/>
      </w:pPr>
      <w:r>
        <w:t xml:space="preserve">Abu-l-Hasan replied, " Surely the veil is upon creatures because of the abundance of their sins. As for Him, no secret is hidden from Him during the day or the night." </w:t>
      </w:r>
      <w:r w:rsidRPr="009C2015">
        <w:rPr>
          <w:rStyle w:val="libFootnotenumChar"/>
        </w:rPr>
        <w:t>[130]</w:t>
      </w:r>
    </w:p>
    <w:p w:rsidR="00922ED1" w:rsidRDefault="00256D63" w:rsidP="00256D63">
      <w:pPr>
        <w:pStyle w:val="libNormal"/>
      </w:pPr>
      <w:r>
        <w:t>The man said, "Then why does the sense of sight perceive Him not ?"</w:t>
      </w:r>
    </w:p>
    <w:p w:rsidR="00922ED1" w:rsidRDefault="00256D63" w:rsidP="00256D63">
      <w:pPr>
        <w:pStyle w:val="libNormal"/>
      </w:pPr>
      <w:r>
        <w:t>Abu-l-Hasan answered, "Because of the difference between Him and His creatures, who are perceived by the vision of the eyes, whether their own or others. Then He is greater than that sight should perceive Him, imagination encompass Him, or the power of reason delineate Him."</w:t>
      </w:r>
    </w:p>
    <w:p w:rsidR="00922ED1" w:rsidRDefault="00256D63" w:rsidP="00256D63">
      <w:pPr>
        <w:pStyle w:val="libNormal"/>
      </w:pPr>
      <w:r>
        <w:t>The man said, "Then define His limits (hadd) for me."</w:t>
      </w:r>
    </w:p>
    <w:p w:rsidR="00922ED1" w:rsidRDefault="00256D63" w:rsidP="00256D63">
      <w:pPr>
        <w:pStyle w:val="libNormal"/>
      </w:pPr>
      <w:r>
        <w:t>He answered, "He has no limits."</w:t>
      </w:r>
    </w:p>
    <w:p w:rsidR="00922ED1" w:rsidRDefault="00256D63" w:rsidP="00256D63">
      <w:pPr>
        <w:pStyle w:val="libNormal"/>
      </w:pPr>
      <w:r>
        <w:t>The man asked, "Why ?"</w:t>
      </w:r>
    </w:p>
    <w:p w:rsidR="00922ED1" w:rsidRDefault="00256D63" w:rsidP="00256D63">
      <w:pPr>
        <w:pStyle w:val="libNormal"/>
      </w:pPr>
      <w:r>
        <w:t>He answered, "Because every limited thing (makdud) ends at a limit. If limitation (tahdid) is possible, then increase is possible. If increase is possible; then decrease is possible. So He is unlimited. He neither increases nor decreases. Nor is He capable of being divided or imagined."</w:t>
      </w:r>
    </w:p>
    <w:p w:rsidR="00922ED1" w:rsidRDefault="00256D63" w:rsidP="00256D63">
      <w:pPr>
        <w:pStyle w:val="libNormal"/>
      </w:pPr>
      <w:r>
        <w:t xml:space="preserve">The man said, "Then tell me about your saying that He is Subtle, Hearing, Seeing, Knowing and Wise. </w:t>
      </w:r>
      <w:r w:rsidRPr="009C2015">
        <w:rPr>
          <w:rStyle w:val="libFootnotenumChar"/>
        </w:rPr>
        <w:t>[131]</w:t>
      </w:r>
      <w:r>
        <w:t xml:space="preserve"> Can He be the Hearing without ears, the Seeing without eyes, the Subtle without working with the hands and the Wise without workmanship (sanah) ?" </w:t>
      </w:r>
      <w:r w:rsidRPr="009C2015">
        <w:rPr>
          <w:rStyle w:val="libFootnotenumChar"/>
        </w:rPr>
        <w:t>[132]</w:t>
      </w:r>
    </w:p>
    <w:p w:rsidR="00922ED1" w:rsidRDefault="00256D63" w:rsidP="00256D63">
      <w:pPr>
        <w:pStyle w:val="libNormal"/>
      </w:pPr>
      <w:r>
        <w:t xml:space="preserve">Abu-l-Hasan said, "Surely a person among us is subtle in accordance with (his) skill in workmanship. Hast thou not seen the man who undertakes a task and is subtle in his handling of it, so that it is said, 'How subtle is so and so!' Then how should it not be said of the Majestic Creator that He is Subtle, when He creates a subtle and majestic </w:t>
      </w:r>
      <w:r w:rsidRPr="009C2015">
        <w:rPr>
          <w:rStyle w:val="libFootnotenumChar"/>
        </w:rPr>
        <w:t>[133]</w:t>
      </w:r>
      <w:r>
        <w:t xml:space="preserve"> creation, places in its living creatures their souls, creates every kind different in form from its own kind, and none resembles another ? Each possesses in the composition of its form a subtlety from the Subtle and Aware Creator."</w:t>
      </w:r>
    </w:p>
    <w:p w:rsidR="00922ED1" w:rsidRDefault="00256D63" w:rsidP="00256D63">
      <w:pPr>
        <w:pStyle w:val="libNormal"/>
      </w:pPr>
      <w:r>
        <w:t>"Then we looked upon the trees and their bearing of delicate things, whether edible or inedible, and we said at that, 'Surely our Creator is Subtle, (but) not like the subtlety of His creatures in their workmanship.' And we said, 'Surely He is Hearing, for no hidden from Him are the sounds of His creatures between the Throne and the earth, from a mote to what is larger than it, and in the land and the sea. And their words are not confused by Him.' At that we said, 'Surely He is Hearing, but not through ears.'"</w:t>
      </w:r>
    </w:p>
    <w:p w:rsidR="00922ED1" w:rsidRDefault="00256D63" w:rsidP="00256D63">
      <w:pPr>
        <w:pStyle w:val="libNormal"/>
      </w:pPr>
      <w:r>
        <w:t xml:space="preserve">"Then we said, 'Surely He is Seeing, but not through eyes, for He sees the trace of a black speck on a dark night on a black stone. </w:t>
      </w:r>
      <w:r w:rsidRPr="009C2015">
        <w:rPr>
          <w:rStyle w:val="libFootnotenumChar"/>
        </w:rPr>
        <w:t>[134]</w:t>
      </w:r>
      <w:r>
        <w:t xml:space="preserve"> He sees the tracks of an ant on a pitch-black night. He sees what is harmful for it and what beneficial, and the result of its cohabitation, and its young and descendents.' And at that we said, 'Surely He is Seeing, but not like the sight of His creatures."</w:t>
      </w:r>
    </w:p>
    <w:p w:rsidR="00922ED1" w:rsidRDefault="00256D63" w:rsidP="00256D63">
      <w:pPr>
        <w:pStyle w:val="libNormal"/>
      </w:pPr>
      <w:r>
        <w:t>"The man did not leave until he had embraced Islam. The Imam said other things as well.</w:t>
      </w:r>
    </w:p>
    <w:p w:rsidR="00256D63" w:rsidRDefault="00256D63" w:rsidP="00922ED1">
      <w:pPr>
        <w:pStyle w:val="Heading2"/>
      </w:pPr>
      <w:bookmarkStart w:id="30" w:name="_Toc462314932"/>
      <w:r>
        <w:t>Notes:</w:t>
      </w:r>
      <w:bookmarkEnd w:id="30"/>
    </w:p>
    <w:p w:rsidR="00922ED1" w:rsidRDefault="00256D63" w:rsidP="00922ED1">
      <w:pPr>
        <w:pStyle w:val="libFootnote"/>
      </w:pPr>
      <w:r>
        <w:t>[1] The Prophet said, "The number of paths to God is equal to the number of human souls."</w:t>
      </w:r>
    </w:p>
    <w:p w:rsidR="00922ED1" w:rsidRDefault="00256D63" w:rsidP="00922ED1">
      <w:pPr>
        <w:pStyle w:val="libFootnote"/>
      </w:pPr>
      <w:r>
        <w:t xml:space="preserve">[2] Throughout these texts, as in all traditional Muslim writings, whenever the name of the Prophet or a pronoun referring to him is mentioned, phrases like "Upon whom be </w:t>
      </w:r>
      <w:r>
        <w:lastRenderedPageBreak/>
        <w:t>blessings and peace" are added. In the same way for the Imams "Upon whom be peace" is added. For the most part these phrases have been dropped in translation.</w:t>
      </w:r>
    </w:p>
    <w:p w:rsidR="00922ED1" w:rsidRDefault="00256D63" w:rsidP="00922ED1">
      <w:pPr>
        <w:pStyle w:val="libFootnote"/>
      </w:pPr>
      <w:r>
        <w:t>[3] According to Majlisi the meaning is that God's exaltation, magnificence and divinity are not dependent upon creation, but existed before it (p. 288). i.e., although these terms logically imply duality (exalted in relation to the debased, divine in relation to creatures, etc.), they express qualities which God possessed in His eternal nature "before" any creature existed. The same can be said about His solitariness.</w:t>
      </w:r>
    </w:p>
    <w:p w:rsidR="00922ED1" w:rsidRDefault="00256D63" w:rsidP="00922ED1">
      <w:pPr>
        <w:pStyle w:val="libFootnote"/>
      </w:pPr>
      <w:r>
        <w:t>[4] Cf. Quran XXI, 30: "The heavens and the earth were a mass all sewn up, and then we unstitched them."</w:t>
      </w:r>
    </w:p>
    <w:p w:rsidR="00922ED1" w:rsidRDefault="00256D63" w:rsidP="00922ED1">
      <w:pPr>
        <w:pStyle w:val="libFootnote"/>
      </w:pPr>
      <w:r>
        <w:t>[5] Reference to Quran VI, 97: "He splits the sky into dawn".</w:t>
      </w:r>
    </w:p>
    <w:p w:rsidR="00922ED1" w:rsidRDefault="00256D63" w:rsidP="00922ED1">
      <w:pPr>
        <w:pStyle w:val="libFootnote"/>
      </w:pPr>
      <w:r>
        <w:t>[6] Chapter and verse of Quranic quotations will be indicated in the text in this manner. I have relied largely on the Arberry and Pickthall translations.</w:t>
      </w:r>
    </w:p>
    <w:p w:rsidR="00922ED1" w:rsidRDefault="00256D63" w:rsidP="00922ED1">
      <w:pPr>
        <w:pStyle w:val="libFootnote"/>
      </w:pPr>
      <w:r>
        <w:t>[7] Cf. for example Quran XIV, 44: "And warn mankind of the day when the chastisement comes on them, and those who did evil shall say, 'Our Lord, defer us to a near term, and we will answer Thy call, and follow the Messengers'."</w:t>
      </w:r>
    </w:p>
    <w:p w:rsidR="00922ED1" w:rsidRDefault="00256D63" w:rsidP="00922ED1">
      <w:pPr>
        <w:pStyle w:val="libFootnote"/>
      </w:pPr>
      <w:r>
        <w:t>[8] Majlisi offers several explanations for this passage, and he comments as follows on the interpretation followed here: "He wished that creatures profess His Unity alone, without associating any others with Him. For if He were apparent to minds and the senses, He would be associated with possible beings in unreal unity (al-wahdat al-i'tibariyyah). Then the unity which pertained to Him would not belong to Him alone" (p. 289).</w:t>
      </w:r>
    </w:p>
    <w:p w:rsidR="00922ED1" w:rsidRDefault="00256D63" w:rsidP="00922ED1">
      <w:pPr>
        <w:pStyle w:val="libFootnote"/>
      </w:pPr>
      <w:r>
        <w:t>[9] Cf. Quran IV, I65: "Messengers bearing good tidings, and warning, so that mankind might have no argument against God, after the Messengers"; and VI, I50: "To God belongs the argument conclusive."</w:t>
      </w:r>
    </w:p>
    <w:p w:rsidR="00922ED1" w:rsidRDefault="00256D63" w:rsidP="00922ED1">
      <w:pPr>
        <w:pStyle w:val="libFootnote"/>
      </w:pPr>
      <w:r>
        <w:t>[10] Cf for example, Quran XXII, 78: "That the Messenger might be a witness against you .... "</w:t>
      </w:r>
    </w:p>
    <w:p w:rsidR="00256D63" w:rsidRDefault="00256D63" w:rsidP="00922ED1">
      <w:pPr>
        <w:pStyle w:val="libFootnote"/>
      </w:pPr>
      <w:r>
        <w:t>[11] "Similarity" or "comparison" (tashbih) becomes an important technical term in Islamic theology and Sufism. It indicates the belief that God's attributes can be likened to those of man and the creatures. Hence scholars have often translated the term as "anthropomorphism". It is contrasted with "incompara-</w:t>
      </w:r>
    </w:p>
    <w:p w:rsidR="00922ED1" w:rsidRDefault="00256D63" w:rsidP="00922ED1">
      <w:pPr>
        <w:pStyle w:val="libFootnote"/>
      </w:pPr>
      <w:r>
        <w:t>Heare: which are mentioned in several Quranic verses, such as the following:</w:t>
      </w:r>
    </w:p>
    <w:p w:rsidR="00922ED1" w:rsidRDefault="00256D63" w:rsidP="00922ED1">
      <w:pPr>
        <w:pStyle w:val="libFootnote"/>
      </w:pPr>
      <w:r>
        <w:t>bility" (tanwih), the belief that God's attributes are in no way similar to those of the creatures. As pointed out in the introduction, the Imams emphasize the latter position throughout these texts, without failing to make use of the former to explain their points. In later theology and Sufism, attempts are often made to strike a balance between the two positions by maintaining that God is neither completely similar to His creatures nor totally incomparable, or that He is both similar and incomparable at the same time. For example, Ibn al-'Arabi attempts to strike this balance in the third chapter of his celebrated Fusus al Hikam. See W. Chittick, "Ibn 'Arabi's own Summary of the Fusus: 'The Imprint of the Bezels of Wisdom'," Sophia Perennis, vol. I, no. 2, Autumn I975, pp. I08-II0</w:t>
      </w:r>
    </w:p>
    <w:p w:rsidR="00922ED1" w:rsidRDefault="00256D63" w:rsidP="00922ED1">
      <w:pPr>
        <w:pStyle w:val="libFootnote"/>
      </w:pPr>
      <w:r>
        <w:t>[12] As pointed out by Majlisi (pp. 223-4), this is "a rejection of the views of those who say that every temporal being (hadith) must come from a (pre- existing) matter (maddah)."</w:t>
      </w:r>
    </w:p>
    <w:p w:rsidR="00922ED1" w:rsidRDefault="00256D63" w:rsidP="00922ED1">
      <w:pPr>
        <w:pStyle w:val="libFootnote"/>
      </w:pPr>
      <w:r>
        <w:t>[13] The words ayniyyah, kayfiyyah and haythiyyah could be translated more literally as "whereness", "howness" and "whereasness" (cf. above, p.26, and bdow, p. 49). Majlisi explains the meaning as follows: "In other words, He is not localized in any one place that He should be in that place without being in another, as is the case with things qualified by localization (mutamakkinat). So He cannot be perceived like something possessing location and place. The relation of a disengaged reality (mudarrad) to all places is equal. No place is empty of Him in respect of the fact He encompasses them in knowledge, in terms of causality, and because He preserves and sustains the</w:t>
      </w:r>
      <w:r w:rsidR="001B6A42">
        <w:t xml:space="preserve">m </w:t>
      </w:r>
      <w:r>
        <w:t>"There is no object like Him existing either externally (fi'-l-kharij) or mentally (fi'-l-adhhan), that He might be described as possessing any of the various qualities relating to corporeality and possibility. It is also possible that by 'quality is meant 'cognitive form' (al-surat al-ilmiyyah).</w:t>
      </w:r>
    </w:p>
    <w:p w:rsidR="00922ED1" w:rsidRDefault="00256D63" w:rsidP="00922ED1">
      <w:pPr>
        <w:pStyle w:val="libFootnote"/>
      </w:pPr>
      <w:r>
        <w:t>"And He is not absent from anything, that is, . . . in respect of knowledge, that one might thus conclude that He possesses aspect (hayth) and place (makan). As for things qualified by place, it is in their nature to be absent from (other) things and not to encompass them in knowledge. This sentence is as if to emphasize the former statement. It is also possible that 'aspect' here refers to time . . ." (p. 224).</w:t>
      </w:r>
    </w:p>
    <w:p w:rsidR="00922ED1" w:rsidRDefault="00256D63" w:rsidP="00922ED1">
      <w:pPr>
        <w:pStyle w:val="libFootnote"/>
      </w:pPr>
      <w:r>
        <w:lastRenderedPageBreak/>
        <w:t>[14] "The changing essences of things make Him inaccessible to minds . . . either because, if the mind could perceive Him, He would be-like possible beings-a locus for changing attributes, and thus He would be in need of a maker; or because reason tells us that the Maker must be different in attribute from the made, so He cannot be perceived as are created things . . ." (Majlisi, p. 225).</w:t>
      </w:r>
    </w:p>
    <w:p w:rsidR="00922ED1" w:rsidRDefault="00256D63" w:rsidP="00922ED1">
      <w:pPr>
        <w:pStyle w:val="libFootnote"/>
      </w:pPr>
      <w:r>
        <w:t>[15] Cf. Quran XVIII, II0: "Say, 'If the sea were ink for the Words of my Lord, the sea would be spent before the Words of my Lord are spent, though We brought replenishment the like of it."</w:t>
      </w:r>
    </w:p>
    <w:p w:rsidR="00922ED1" w:rsidRDefault="00256D63" w:rsidP="00922ED1">
      <w:pPr>
        <w:pStyle w:val="libFootnote"/>
      </w:pPr>
      <w:r>
        <w:t>[16] It will not have passed unnoticed that the transcendence of the divine Essence is emphasized here by the fact that man is dumbfounded even by the lower reaches of God's theophanies. The powers of man's reason are stopped by the waves, they do not reach the current itself. The mere mention of God's eternity bewilders the imagination, etc.</w:t>
      </w:r>
    </w:p>
    <w:p w:rsidR="00922ED1" w:rsidRDefault="00256D63" w:rsidP="00922ED1">
      <w:pPr>
        <w:pStyle w:val="libFootnote"/>
      </w:pPr>
      <w:r>
        <w:t>[17] According to Majlisi the reference is to the "cords" (asbab) or degrees o</w:t>
      </w:r>
      <w:r w:rsidR="001B6A42">
        <w:t xml:space="preserve">f </w:t>
      </w:r>
      <w:r>
        <w:t>"Pharoah said, 'Haman, build for me a tower, that haply so I may reach the cords, the cords of the heavens, and look upon Moses' 'God' " (XL, 361).</w:t>
      </w:r>
    </w:p>
    <w:p w:rsidR="00922ED1" w:rsidRDefault="00256D63" w:rsidP="00922ED1">
      <w:pPr>
        <w:pStyle w:val="libFootnote"/>
      </w:pPr>
      <w:r>
        <w:t>[18] The same words, itqan al-sun', are used together once in the Quran: "God's handiwork, who has made everything perfectly" (XXVII, 88).</w:t>
      </w:r>
    </w:p>
    <w:p w:rsidR="00922ED1" w:rsidRDefault="00256D63" w:rsidP="00922ED1">
      <w:pPr>
        <w:pStyle w:val="libFootnote"/>
      </w:pPr>
      <w:r>
        <w:t>[19] The fact that the creation displays the signs and portents of God is of course emphasized throughout the Quran and all of Islam and is the basis of all Islamic cosmology. For the Muslim, moreover, it is the very order and regularity of the universe and nature's laws which prove God. See S. H. Nasr, Science and Civilization in Islam, Cambridge (Mass.), 1968.</w:t>
      </w:r>
    </w:p>
    <w:p w:rsidR="00922ED1" w:rsidRDefault="00256D63" w:rsidP="00922ED1">
      <w:pPr>
        <w:pStyle w:val="libFootnote"/>
      </w:pPr>
      <w:r>
        <w:t>[20] According to Majlisi by "tree" is meant first the Abrahamic line of prophecy, then the tribe and family of the Prophet-the Quraysh and Banu Hashim (p. 227). The descriptions following all refer to the tree of prophecy and the prophets who grew from it.</w:t>
      </w:r>
    </w:p>
    <w:p w:rsidR="00922ED1" w:rsidRDefault="00256D63" w:rsidP="00922ED1">
      <w:pPr>
        <w:pStyle w:val="libFootnote"/>
      </w:pPr>
      <w:r>
        <w:t>[21] I.e., Gabriel, the angel of revelation. Cf. Quran XXVI, I92-3: "Truly it is the revelation of the Lord of all beings, brought down by the Faithful Spirit . . ."</w:t>
      </w:r>
    </w:p>
    <w:p w:rsidR="00922ED1" w:rsidRDefault="00256D63" w:rsidP="00922ED1">
      <w:pPr>
        <w:pStyle w:val="libFootnote"/>
      </w:pPr>
      <w:r>
        <w:t>[22] I.e., revelation.</w:t>
      </w:r>
    </w:p>
    <w:p w:rsidR="00922ED1" w:rsidRDefault="00256D63" w:rsidP="00922ED1">
      <w:pPr>
        <w:pStyle w:val="libFootnote"/>
      </w:pPr>
      <w:r>
        <w:t>[23] The Quran.</w:t>
      </w:r>
    </w:p>
    <w:p w:rsidR="00922ED1" w:rsidRDefault="00256D63" w:rsidP="00922ED1">
      <w:pPr>
        <w:pStyle w:val="libFootnote"/>
      </w:pPr>
      <w:r>
        <w:t>[24] The "steed" which carried the Prophet to Heaven on his night journey (mir'aj)</w:t>
      </w:r>
    </w:p>
    <w:p w:rsidR="00922ED1" w:rsidRDefault="00256D63" w:rsidP="00922ED1">
      <w:pPr>
        <w:pStyle w:val="libFootnote"/>
      </w:pPr>
      <w:r>
        <w:t>[25] I.e., during the Prophets mir'aj.</w:t>
      </w:r>
    </w:p>
    <w:p w:rsidR="00922ED1" w:rsidRDefault="00256D63" w:rsidP="00922ED1">
      <w:pPr>
        <w:pStyle w:val="libFootnote"/>
      </w:pPr>
      <w:r>
        <w:t>[26] Cf. Quran XV, 94: "So proclaim that which thou art commanded, and withdraw from the idolators."</w:t>
      </w:r>
    </w:p>
    <w:p w:rsidR="00922ED1" w:rsidRDefault="00256D63" w:rsidP="00922ED1">
      <w:pPr>
        <w:pStyle w:val="libFootnote"/>
      </w:pPr>
      <w:r>
        <w:t>[27] Cf. Quran V, 67: "0 Messenger, deliver what which has been sent down to thee from thy Lord . . ."</w:t>
      </w:r>
    </w:p>
    <w:p w:rsidR="00922ED1" w:rsidRDefault="00256D63" w:rsidP="00922ED1">
      <w:pPr>
        <w:pStyle w:val="libFootnote"/>
      </w:pPr>
      <w:r>
        <w:t>[28] According to a hadith of the Prophet, "I cannot enumerate all of Thy praises: Thou art as Thou hast praised Thyself".</w:t>
      </w:r>
    </w:p>
    <w:p w:rsidR="00922ED1" w:rsidRDefault="00256D63" w:rsidP="00922ED1">
      <w:pPr>
        <w:pStyle w:val="libFootnote"/>
      </w:pPr>
      <w:r>
        <w:t>[29] Cf. Quran XIV, 34 and XVI, I8.</w:t>
      </w:r>
    </w:p>
    <w:p w:rsidR="00922ED1" w:rsidRDefault="00256D63" w:rsidP="00922ED1">
      <w:pPr>
        <w:pStyle w:val="libFootnote"/>
      </w:pPr>
      <w:r>
        <w:t>[30] Cf. Quran XVII, 5I: "Then they will say, 'Who will bring us back?' Say: 'He who originated you the first time'."</w:t>
      </w:r>
    </w:p>
    <w:p w:rsidR="00922ED1" w:rsidRDefault="00256D63" w:rsidP="00922ED1">
      <w:pPr>
        <w:pStyle w:val="libFootnote"/>
      </w:pPr>
      <w:r>
        <w:t>[31] Cf. Quran XXX, 46: "And of His signs is that He looses the winds, bearing good tidings and that He may let you taste of His mercy", and other similar verses.</w:t>
      </w:r>
    </w:p>
    <w:p w:rsidR="00922ED1" w:rsidRDefault="00256D63" w:rsidP="00922ED1">
      <w:pPr>
        <w:pStyle w:val="libFootnote"/>
      </w:pPr>
      <w:r>
        <w:t>[32] Cf Quran XVI, I5: "And He cast on the earth firm mountains, lest it shake with you"; also XXI, 3I and XXXI, I0</w:t>
      </w:r>
    </w:p>
    <w:p w:rsidR="00922ED1" w:rsidRDefault="00256D63" w:rsidP="00922ED1">
      <w:pPr>
        <w:pStyle w:val="libFootnote"/>
      </w:pPr>
      <w:r>
        <w:t>[33] The editor comments as follows in a footnote: "The perfection of professing His Unity is to maintain that He is not forced to act as He does and is devoid of all faults, to declare Him to be above the blemishes of incapacity and imperfection, and to profess that He is pure of what pertains to and impinges upon possible beings, such as corporeality, composition, and other negative (salh) attributes" (p. 25I). Sincerity is to profess the Unity of God in a perfect manner, so that eventually at the end of the path of spiritual realization and perfection (al-tariqah), all stains of contingency are removed both from the knowledge and the being of the believer.</w:t>
      </w:r>
    </w:p>
    <w:p w:rsidR="00922ED1" w:rsidRDefault="00256D63" w:rsidP="00922ED1">
      <w:pPr>
        <w:pStyle w:val="libFootnote"/>
      </w:pPr>
      <w:r>
        <w:t>[34] This sentence does not occur in the Bihar al-anwar, but it does occur in the same passage in the Nahj al-balaghah and seems necessary from the context.</w:t>
      </w:r>
    </w:p>
    <w:p w:rsidR="00922ED1" w:rsidRDefault="00256D63" w:rsidP="00922ED1">
      <w:pPr>
        <w:pStyle w:val="libFootnote"/>
      </w:pPr>
      <w:r>
        <w:t>[35] I.e., to their "appointed terms" to we Quranic language (III, I45, etc.). The text of the Nahj al-balaghah reads "ahal" for "ajjal', which would chang</w:t>
      </w:r>
      <w:r w:rsidR="001B6A42">
        <w:t xml:space="preserve">e </w:t>
      </w:r>
      <w:r>
        <w:t>the translation to the following: "He transforms things at their (proper) times."</w:t>
      </w:r>
    </w:p>
    <w:p w:rsidR="00922ED1" w:rsidRDefault="00256D63" w:rsidP="00922ED1">
      <w:pPr>
        <w:pStyle w:val="libFootnote"/>
      </w:pPr>
      <w:r>
        <w:lastRenderedPageBreak/>
        <w:t>[36] "The relation (of this image) to the saying that minerals are generated from the vapors of the earth is obvious" (Majlisi, p. 278).</w:t>
      </w:r>
    </w:p>
    <w:p w:rsidR="00922ED1" w:rsidRDefault="00256D63" w:rsidP="00922ED1">
      <w:pPr>
        <w:pStyle w:val="libFootnote"/>
      </w:pPr>
      <w:r>
        <w:t>[37] On the Islamic teaching that the angels, though of luminous substance, are "peripheral" beings since they know only some of God's Names, while man is "central" since he knows all of His Names, see F. Schuon, The Transcendent Unity of Religions, London, I953, pp.70-72.</w:t>
      </w:r>
    </w:p>
    <w:p w:rsidR="00922ED1" w:rsidRDefault="00256D63" w:rsidP="00922ED1">
      <w:pPr>
        <w:pStyle w:val="libFootnote"/>
      </w:pPr>
      <w:r>
        <w:t>[38] "Reason's powers" is a translation of 'uqul, plural of 'aql. A more awkward but perhaps more exact translation would be "reasons". Many scholars translate the word 'aql as "intellect" or "intelligence". Certainly all of these translations are possible, since the various meanings are all contained in the one Arabic word-if indeed the reader will concede that there is more than one basic meaning, for in modern thought the distinction between the reason (ratio) and the intellect (intellectus) has largely been ignored.</w:t>
      </w:r>
    </w:p>
    <w:p w:rsidR="00922ED1" w:rsidRDefault="00256D63" w:rsidP="00922ED1">
      <w:pPr>
        <w:pStyle w:val="libFootnote"/>
      </w:pPr>
      <w:r>
        <w:t>However that may be, the Arabic word 'aql may be said to possess at least two significations according to various contexts. It may signify the Universal Intellect, which is equivalent to the Greatest Spirit and the Muhammadan Light. It is God's first creation and possesses true and detailed knowledge of all things, including God Himself. It may also signify the "reason", which is the reflection of the Universal Intellect upon the human plane. But in ordinary men the reason is cut off from the Intellect. Only the prophets and saints may be said to have actualized their "intellects" to various degrees. In other words, they F.ave realized an inward identity with the Universal Intellect.</w:t>
      </w:r>
    </w:p>
    <w:p w:rsidR="00922ED1" w:rsidRDefault="00256D63" w:rsidP="00922ED1">
      <w:pPr>
        <w:pStyle w:val="libFootnote"/>
      </w:pPr>
      <w:r>
        <w:t>But in these texts, the Imams usually speak of 'aql as cut off from its luminous and spiritual source. It limits and constricts the infinite Truth in keeping with its root meaning ('aqala = to tie, to bind). Hence I translate the word as "reason" or "power of reason". When the Imams speak of the actualization of the intellect within man, they refer to the "heart' (qalb). The reason cannot understand God, but, as we shall see below, the heart may see Him. Most Sufis follow this terminology, such as the members of Ibn al-'Arabi's school (see my forthcoming study of Sadr al-Din al-Qunawi). But all are aware of the 'aql's dual nature. Thus Rumi: "The particular intellect ('aql-i juzwi-reason) has disgraced the Intellect" (Mathnawi, V, 463).</w:t>
      </w:r>
    </w:p>
    <w:p w:rsidR="00922ED1" w:rsidRDefault="00256D63" w:rsidP="00922ED1">
      <w:pPr>
        <w:pStyle w:val="libFootnote"/>
      </w:pPr>
      <w:r>
        <w:t>Nevertheless, the Imams do not ignore the positive role that 'aql-and here perhaps "intelligence" would be the best translation-can and does play in religion, in keeping with Islam's fundamental emphasis upon knowledge (see F. Rosenthal, Knowledge Triumphant, Leiden, I970). The first book of the section on usul from al-Kulayni's al-Kafi is entitled the "Book of 'Aql." It contains Such hadiths as the following: "The intelligence is that through which man worships the All-Merciful and gains Paradise" (Imam Ja'far). "The sincere friend of every man is his intelligence, while his enemy is his ignorance" (Imam 'Ali al-Rida). "He who possesses intelligence possesses religion, and he who possesses religion enters the Garden" (Imam Ja'far). "In the reckoning on the Day of Resurrection God will only scrutinize His servants to the extent He has given them intelligence in the world" (Imam Musa). The first selection from Imam 'Ali Rida below (pp. 44-48) refers in several places to the positive function of the 'aql.</w:t>
      </w:r>
    </w:p>
    <w:p w:rsidR="00922ED1" w:rsidRDefault="00256D63" w:rsidP="00922ED1">
      <w:pPr>
        <w:pStyle w:val="libFootnote"/>
      </w:pPr>
      <w:r>
        <w:t>The two roles of the 'aql to which the Imams allude, positive and negativ</w:t>
      </w:r>
      <w:r w:rsidR="001B6A42">
        <w:t xml:space="preserve">e, </w:t>
      </w:r>
      <w:r>
        <w:t>derive from the principle enunciated by the Prophet in the hadith: "Meditate upon God's bounties, but not upon His Essence." The 'aql must be able to see that the world by its very nature manifests a Reality beyond it. A healthy intelligence, one which on the human plane reflects the First Intellect directly, will naturally see the signs of God in all things. But as soon as the 'aql tries to understand the very Essence of God, it oversteps its boundaries and goes astray.</w:t>
      </w:r>
    </w:p>
    <w:p w:rsidR="00922ED1" w:rsidRDefault="00256D63" w:rsidP="00922ED1">
      <w:pPr>
        <w:pStyle w:val="libFootnote"/>
      </w:pPr>
      <w:r>
        <w:t>[39] Majlisi interprets the "deviation of straying" to mean the "reason, whose nature is deviation and straying" (p. 28I).</w:t>
      </w:r>
    </w:p>
    <w:p w:rsidR="00922ED1" w:rsidRDefault="00256D63" w:rsidP="00922ED1">
      <w:pPr>
        <w:pStyle w:val="libFootnote"/>
      </w:pPr>
      <w:r>
        <w:t>[40] This divine Name occurs several times in the Quran, such as XL, I5.</w:t>
      </w:r>
    </w:p>
    <w:p w:rsidR="00922ED1" w:rsidRDefault="00256D63" w:rsidP="00922ED1">
      <w:pPr>
        <w:pStyle w:val="libFootnote"/>
      </w:pPr>
      <w:r>
        <w:t>[41]As the Quran often affirms, both explicitly and implicitly, "He directs the affair" (XIII, 2, etc.).</w:t>
      </w:r>
    </w:p>
    <w:p w:rsidR="00922ED1" w:rsidRDefault="00256D63" w:rsidP="00922ED1">
      <w:pPr>
        <w:pStyle w:val="libFootnote"/>
      </w:pPr>
      <w:r>
        <w:t>[42] Cf. Quran II, I48: "Every man has his direction to which he turns." Majlisi cites the ,hadith, "All are eased to what has been created for them", which in turn recalls Quran LXXX, I9-2I: "He created him (man), and determined him, then the way eased for him . . .".</w:t>
      </w:r>
    </w:p>
    <w:p w:rsidR="00922ED1" w:rsidRDefault="00256D63" w:rsidP="00922ED1">
      <w:pPr>
        <w:pStyle w:val="libFootnote"/>
      </w:pPr>
      <w:r>
        <w:lastRenderedPageBreak/>
        <w:t>[43] Both the editor in a footnote, pointing to the printed edition of al-Tawhid, and Majlisi in his commentary, basing himself on a similar passage in the Nahj al-balaghah, suggest that the correct reading is hudud for mahdud. The translation has been made accordingly.</w:t>
      </w:r>
    </w:p>
    <w:p w:rsidR="00922ED1" w:rsidRDefault="00256D63" w:rsidP="00922ED1">
      <w:pPr>
        <w:pStyle w:val="libFootnote"/>
      </w:pPr>
      <w:r>
        <w:t>[44] Cf. Quran L, 38: "We created the heavens and the earth, and what between them is, in six days, and no weariness touched us."</w:t>
      </w:r>
    </w:p>
    <w:p w:rsidR="00922ED1" w:rsidRDefault="00256D63" w:rsidP="00922ED1">
      <w:pPr>
        <w:pStyle w:val="libFootnote"/>
      </w:pPr>
      <w:r>
        <w:t>[45] The commentator points out that mukabadah occurs in place of mukayadah in some manuscripts, which would change the translation of the last clause to the following: "or from hardship from one who would transgress His command" (p.280).</w:t>
      </w:r>
    </w:p>
    <w:p w:rsidR="00922ED1" w:rsidRDefault="00256D63" w:rsidP="00922ED1">
      <w:pPr>
        <w:pStyle w:val="libFootnote"/>
      </w:pPr>
      <w:r>
        <w:t>[46] According to a footnote to the text another manuscript reads "when He" for "and".</w:t>
      </w:r>
    </w:p>
    <w:p w:rsidR="00922ED1" w:rsidRDefault="00256D63" w:rsidP="00922ED1">
      <w:pPr>
        <w:pStyle w:val="libFootnote"/>
      </w:pPr>
      <w:r>
        <w:t>[47] These are the words of the people who were led astray by the followers of Iblis disputing with them in hell. The verse continues: "It was naught but the sinners that led us astray; so we have no intercessors, no loyal friend. O that we might return again, and be among the believers!"</w:t>
      </w:r>
    </w:p>
    <w:p w:rsidR="00922ED1" w:rsidRDefault="00256D63" w:rsidP="00922ED1">
      <w:pPr>
        <w:pStyle w:val="libFootnote"/>
      </w:pPr>
      <w:r>
        <w:t>[48] Passages of the Quran known as "clear" (muhkam) are those about whose meaning there can be no question. They are contrasted with other passages known as "ambiguous" (mutashabih), which are open to various interpretations, even in the outward and literal meaning of the text.</w:t>
      </w:r>
    </w:p>
    <w:p w:rsidR="00922ED1" w:rsidRDefault="00256D63" w:rsidP="00922ED1">
      <w:pPr>
        <w:pStyle w:val="libFootnote"/>
      </w:pPr>
      <w:r>
        <w:t>[49] The commentator remarks: "The subtlety of the comparison of reflection, or the mind, where reflection takes place, to a bird's craw will not be lost on the reader" (p. 284).</w:t>
      </w:r>
    </w:p>
    <w:p w:rsidR="00922ED1" w:rsidRDefault="00256D63" w:rsidP="00922ED1">
      <w:pPr>
        <w:pStyle w:val="libFootnote"/>
      </w:pPr>
      <w:r>
        <w:t>[50] Cf. Quran II, 23: "And remember God's blessing upon you, and the Book and the Wisdom He has sent down on you . . ."; and II, 269: "Whoso is given the Wisdom, has been given much good."</w:t>
      </w:r>
    </w:p>
    <w:p w:rsidR="00922ED1" w:rsidRDefault="00256D63" w:rsidP="00922ED1">
      <w:pPr>
        <w:pStyle w:val="libFootnote"/>
      </w:pPr>
      <w:r>
        <w:t>[51] A term appearing twice in the Quran (III, 7 and IV, I62). In Sufism and Shi'ism it is usually taken to refer to those who, due to their elevated spiritual station, are qualified to speak of the divine mysteries.</w:t>
      </w:r>
    </w:p>
    <w:p w:rsidR="00922ED1" w:rsidRDefault="00256D63" w:rsidP="00922ED1">
      <w:pPr>
        <w:pStyle w:val="libFootnote"/>
      </w:pPr>
      <w:r>
        <w:t>[52] The son of 'Ali's sister, Umm Hani bint Abi Talib. For the scant bibliographical references see Bihar al-anwar, vol. 4, p.3I3 and the Lughat-namah of Dihkhuda (Tehran, 1325/1946 onward).</w:t>
      </w:r>
    </w:p>
    <w:p w:rsidR="00922ED1" w:rsidRDefault="00256D63" w:rsidP="00922ED1">
      <w:pPr>
        <w:pStyle w:val="libFootnote"/>
      </w:pPr>
      <w:r>
        <w:t>[53] A reference to much prostration in prayer. Cf. Quran XLVIII, 29: "Thei</w:t>
      </w:r>
      <w:r w:rsidR="001B6A42">
        <w:t xml:space="preserve">r </w:t>
      </w:r>
      <w:r>
        <w:t>mark is on their face, the trace of prostration."</w:t>
      </w:r>
    </w:p>
    <w:p w:rsidR="00922ED1" w:rsidRDefault="00256D63" w:rsidP="00922ED1">
      <w:pPr>
        <w:pStyle w:val="libFootnote"/>
      </w:pPr>
      <w:r>
        <w:t>[54] The Quran emphasises that "To God is the homecoming" (XXXV, I8; cf. also II, 285; III, 28, etc). Likewise, "Unto God belongs the issue of all affairs" is a Quranic expression (XXII, 4I; XXXI, 22).</w:t>
      </w:r>
    </w:p>
    <w:p w:rsidR="00922ED1" w:rsidRDefault="00256D63" w:rsidP="00922ED1">
      <w:pPr>
        <w:pStyle w:val="libFootnote"/>
      </w:pPr>
      <w:r>
        <w:t>[55] Cf. Quran XLII, 26: "And He answers those who believe and do righteous deeds, and gives them increase of His bounty."</w:t>
      </w:r>
    </w:p>
    <w:p w:rsidR="00922ED1" w:rsidRDefault="00256D63" w:rsidP="00922ED1">
      <w:pPr>
        <w:pStyle w:val="libFootnote"/>
      </w:pPr>
      <w:r>
        <w:t>[56] Reference to Quran I, 4: "To Thee alone we pray for succour."</w:t>
      </w:r>
    </w:p>
    <w:p w:rsidR="00922ED1" w:rsidRDefault="00256D63" w:rsidP="00922ED1">
      <w:pPr>
        <w:pStyle w:val="libFootnote"/>
      </w:pPr>
      <w:r>
        <w:t>[57] "God is He who raised up the heavens without pillars you can see. . ." (Quran XIII, 2; cf. XXXI, I0).</w:t>
      </w:r>
    </w:p>
    <w:p w:rsidR="00922ED1" w:rsidRDefault="00256D63" w:rsidP="00922ED1">
      <w:pPr>
        <w:pStyle w:val="libFootnote"/>
      </w:pPr>
      <w:r>
        <w:t>[58] A reference to their creation: "The only words We say to a thing, when We desire it, is that We say to it 'Be', and it is" (Quran XVI, 40).</w:t>
      </w:r>
    </w:p>
    <w:p w:rsidR="00922ED1" w:rsidRDefault="00256D63" w:rsidP="00922ED1">
      <w:pPr>
        <w:pStyle w:val="libFootnote"/>
      </w:pPr>
      <w:r>
        <w:t>[59] A reference to Quran XXXV, I0: "To Him good words go up, and the righteous deed-He uplifts it."</w:t>
      </w:r>
    </w:p>
    <w:p w:rsidR="00922ED1" w:rsidRDefault="00256D63" w:rsidP="00922ED1">
      <w:pPr>
        <w:pStyle w:val="libFootnote"/>
      </w:pPr>
      <w:r>
        <w:t>[60] Literally, "the neighboring dark-reds", i.e., as explained by Muhammad 'Abduh in his commentary on the Nahj al-balaghah (vol. II, p. I26), a reference to the mountains in terms of their color from afar.</w:t>
      </w:r>
    </w:p>
    <w:p w:rsidR="00922ED1" w:rsidRDefault="00256D63" w:rsidP="00922ED1">
      <w:pPr>
        <w:pStyle w:val="libFootnote"/>
      </w:pPr>
      <w:r>
        <w:t>[61] Majlisi remarks, "If you say, 'He-glory be to Him - knows what the lighting illumines and what it does not illumine, so why should the Imam specify what the lighting vanishes from?' I would answer, 'Because His knowledge of what is not illumined is stranger and more wonderful. Since, as for what is illumined by the lighting, it is possible that anyone of correct vision would also know it" (p. 3I6).</w:t>
      </w:r>
    </w:p>
    <w:p w:rsidR="00922ED1" w:rsidRDefault="00256D63" w:rsidP="00922ED1">
      <w:pPr>
        <w:pStyle w:val="libFootnote"/>
      </w:pPr>
      <w:r>
        <w:t>[62] A reference to ancient Arabian beliefs concerning the influence of the moon in its various mansions on the weather. See the article "Anwa' " in the Encyclopaedia of Islam (new edition), vol. I, pp. 523-4.</w:t>
      </w:r>
    </w:p>
    <w:p w:rsidR="00922ED1" w:rsidRDefault="00256D63" w:rsidP="00922ED1">
      <w:pPr>
        <w:pStyle w:val="libFootnote"/>
      </w:pPr>
      <w:r>
        <w:t>[63] Cf. Quran II, 26: "God is not ashamed to strike a similitude even of a gnat".</w:t>
      </w:r>
    </w:p>
    <w:p w:rsidR="00922ED1" w:rsidRDefault="00256D63" w:rsidP="00922ED1">
      <w:pPr>
        <w:pStyle w:val="libFootnote"/>
      </w:pPr>
      <w:r>
        <w:t>[64] "God knows what every female bears" (Quran XIII, 8).</w:t>
      </w:r>
    </w:p>
    <w:p w:rsidR="00922ED1" w:rsidRDefault="00256D63" w:rsidP="00922ED1">
      <w:pPr>
        <w:pStyle w:val="libFootnote"/>
      </w:pPr>
      <w:r>
        <w:t>[65] Since He already knows their needs, or since He is the "All-Hearing" in His Essence.</w:t>
      </w:r>
    </w:p>
    <w:p w:rsidR="00922ED1" w:rsidRDefault="00256D63" w:rsidP="00922ED1">
      <w:pPr>
        <w:pStyle w:val="libFootnote"/>
      </w:pPr>
      <w:r>
        <w:lastRenderedPageBreak/>
        <w:t>[66] Majlisi comments: He is not described by pairs, "i.e. by likes, or by opposites; or by the attributes of pairs; or there is no composition in Him as the result of the marriage of any two things . . ." (p. 3I6).</w:t>
      </w:r>
    </w:p>
    <w:p w:rsidR="00922ED1" w:rsidRDefault="00256D63" w:rsidP="00922ED1">
      <w:pPr>
        <w:pStyle w:val="libFootnote"/>
      </w:pPr>
      <w:r>
        <w:t>[67] 'Ilaj. If He did, it would suggest that there is something upon which He works or to which He applies Himself. Rather, "He but says to it 'Be', and it is" (Quran II, II7; III, 47, etc.).</w:t>
      </w:r>
    </w:p>
    <w:p w:rsidR="00922ED1" w:rsidRDefault="00256D63" w:rsidP="00922ED1">
      <w:pPr>
        <w:pStyle w:val="libFootnote"/>
      </w:pPr>
      <w:r>
        <w:t>[68] See Quran IV, I64.</w:t>
      </w:r>
    </w:p>
    <w:p w:rsidR="00922ED1" w:rsidRDefault="00256D63" w:rsidP="00922ED1">
      <w:pPr>
        <w:pStyle w:val="libFootnote"/>
      </w:pPr>
      <w:r>
        <w:t>[69] Cf. Quran XX, 23.</w:t>
      </w:r>
    </w:p>
    <w:p w:rsidR="00922ED1" w:rsidRDefault="00256D63" w:rsidP="00922ED1">
      <w:pPr>
        <w:pStyle w:val="libFootnote"/>
      </w:pPr>
      <w:r>
        <w:t>[70] Literally, "uvulae", lahawat.</w:t>
      </w:r>
    </w:p>
    <w:p w:rsidR="00922ED1" w:rsidRDefault="00256D63" w:rsidP="00922ED1">
      <w:pPr>
        <w:pStyle w:val="libFootnote"/>
      </w:pPr>
      <w:r>
        <w:t>[71] A divine Name occurring in Quran XXIII, I4 and XXXVII, I25.</w:t>
      </w:r>
    </w:p>
    <w:p w:rsidR="00922ED1" w:rsidRDefault="00256D63" w:rsidP="00922ED1">
      <w:pPr>
        <w:pStyle w:val="libFootnote"/>
      </w:pPr>
      <w:r>
        <w:t>[72] The famous Battle of the Camel occurred in the year 36/656 between the followers of 'Ali and those of Talhah and Zubayr. See the Encyclopaedia of Islam (new edition), "Djamal", vol. II, pp. 4I4-I6.</w:t>
      </w:r>
    </w:p>
    <w:p w:rsidR="00922ED1" w:rsidRDefault="00256D63" w:rsidP="00922ED1">
      <w:pPr>
        <w:pStyle w:val="libFootnote"/>
      </w:pPr>
      <w:r>
        <w:t>[73] This is a reference to the Quranic verse, "They are unbelievers who say, 'God is the Third of Three' " (V, 73). Concerning the providential Quranic "misunderstanding" of the Christian Trinity, see F. Schuon, The Transcendent Unity of Religions, pp. 40 ff.</w:t>
      </w:r>
    </w:p>
    <w:p w:rsidR="00922ED1" w:rsidRDefault="00256D63" w:rsidP="00922ED1">
      <w:pPr>
        <w:pStyle w:val="libFootnote"/>
      </w:pPr>
      <w:r>
        <w:t>[74] The first kind of "unity" that is rejected is numerical unity, or the ide</w:t>
      </w:r>
      <w:r w:rsidR="001B6A42">
        <w:t xml:space="preserve">a </w:t>
      </w:r>
      <w:r>
        <w:t>that when we say "He is one God", we mean something similar to what we mean when we say, 'This is one walnut", i.e., that there may also be two Gods, three Gods, etc. The second "unity" refers to similarity in kind or species, as when we say, "this is one cat", meaning that there are also other kinds of cats. In the words of Majlisi, "When it is said in this sense of a Byzantine that he is one of mankind, it is meant that his kind is one of the kinds of men or is a kind among other kinds" (p. 207). This is tashbih because we are comparing God to whatever we say He is one of. Since He is one of that kind, He has to be similar to others of that kind.</w:t>
      </w:r>
    </w:p>
    <w:p w:rsidR="00922ED1" w:rsidRDefault="00256D63" w:rsidP="00922ED1">
      <w:pPr>
        <w:pStyle w:val="libFootnote"/>
      </w:pPr>
      <w:r>
        <w:t>[75] As Majlisi points out, the first of the acceptable meanings of divine Unity is that He is one in the sense that He has no second, associate or partner. Only He truly is. And the second is that He has no parts in any sense whatsoever (p. 207).</w:t>
      </w:r>
    </w:p>
    <w:p w:rsidR="00922ED1" w:rsidRDefault="00256D63" w:rsidP="00922ED1">
      <w:pPr>
        <w:pStyle w:val="libFootnote"/>
      </w:pPr>
      <w:r>
        <w:t>[76] The discrepancies between the present translation of this passage and that found in Shi'ite Islam, p. 127, are due to the fact that in Shi'ite Islam the passage has been translated from 'Allamah Tabataba'i's Persian translation, which includes his commentary.</w:t>
      </w:r>
    </w:p>
    <w:p w:rsidR="00922ED1" w:rsidRDefault="00256D63" w:rsidP="00922ED1">
      <w:pPr>
        <w:pStyle w:val="libFootnote"/>
      </w:pPr>
      <w:r>
        <w:t>[77] God's signs are displayed through the whole of creation, as indicated in many passages of the Quran, as for example, in the verse "In the alternation of night and day, and what God has created in the heavens and the earth-surely there are signs for a godfearing people" (X, 6).</w:t>
      </w:r>
    </w:p>
    <w:p w:rsidR="00922ED1" w:rsidRDefault="00256D63" w:rsidP="00922ED1">
      <w:pPr>
        <w:pStyle w:val="libFootnote"/>
      </w:pPr>
      <w:r>
        <w:t>[78] The translation of this sentence follows the first interpretation offered by the commentator. According to the second, which seems less likely in the context, wujud would mean "existence" as it usually does in current usage, and the meaning would be: "His existence (being manifestly evident) necessitates affirming Him (i.e. attesting to Him)".</w:t>
      </w:r>
    </w:p>
    <w:p w:rsidR="00922ED1" w:rsidRDefault="00256D63" w:rsidP="00922ED1">
      <w:pPr>
        <w:pStyle w:val="libFootnote"/>
      </w:pPr>
      <w:r>
        <w:t>[79] The editor notes that in the printed edition of al-Tawhid the text reads, "So it is not said that anything is after Him."</w:t>
      </w:r>
    </w:p>
    <w:p w:rsidR="00922ED1" w:rsidRDefault="00256D63" w:rsidP="00922ED1">
      <w:pPr>
        <w:pStyle w:val="libFootnote"/>
      </w:pPr>
      <w:r>
        <w:t>[80] As in many similar sayings of the Imams, the purpose of this passage is to affirm both God's "similarity" to creatures and His "incomparability" with them by stating that His attributes must not be understood in the usual sense of the words. Normally if we say "outward", we mean that which is immediately perceptible to the senses, but God's "outwardness" is of a different kind. Majlisi comments in detail upon this passage. Here we can quote his remarks on some of the less obvious clauses: "Inward, i.e. not in terms of spatial distance, in the sense that He would move from one place to another in order to become hidden, or that He would enter into creatures' inner parts in order to know them.</w:t>
      </w:r>
    </w:p>
    <w:p w:rsidR="00922ED1" w:rsidRDefault="00256D63" w:rsidP="00922ED1">
      <w:pPr>
        <w:pStyle w:val="libFootnote"/>
      </w:pPr>
      <w:r>
        <w:t xml:space="preserve">Rather, in His inmost center He is hidden from the powers of man's reason, and He knows his inner parts and his secrets.... His nearness is not the spatial nearness acquired by approaching things, but derives from knowledge, His causal relationship to the creatures, His originating growth and development within them, and His mercy (which encompasses them). He is Subtle not by being a body with a delicate constitution, small volume, strange and wondrous structure, or in that He is colorless, but by creating subtle things and knowing them; or by His incorporeality and 'disengagement (tajarrud). 'Not through coercion', that is, He is free and not forced in His activity .... 'Not through the activity of </w:t>
      </w:r>
      <w:r>
        <w:lastRenderedPageBreak/>
        <w:t>thought': in other words, when He determines things He does not need the flow or activity of thought' (pp. 236-7).</w:t>
      </w:r>
    </w:p>
    <w:p w:rsidR="00922ED1" w:rsidRDefault="00256D63" w:rsidP="00922ED1">
      <w:pPr>
        <w:pStyle w:val="libFootnote"/>
      </w:pPr>
      <w:r>
        <w:t>[81] Reference to Quran II, 255.</w:t>
      </w:r>
    </w:p>
    <w:p w:rsidR="00922ED1" w:rsidRDefault="00256D63" w:rsidP="00922ED1">
      <w:pPr>
        <w:pStyle w:val="libFootnote"/>
      </w:pPr>
      <w:r>
        <w:t>[82] Majlisi comments: "When He creates sense organs and bestows them upon the creatures, it is known that He has no sense organs. This is either because of what has already been said about the fact that He does not possess the attributes of creatures; or because, when we see that He has bestowed sense organs, we become aware that we need them in order to perceive. Then we conclude that He transcends them, since it is impossible for Him to be in need of anything. It may also be because the reason judges that He differs from His creatures in attributes" (pp. 237-8). Majlisi also quotes (pp. 238-g) a long philosophical and metaphysical discussion of this sentence by Ibn Maytham, one of the commentators of the Nahj al-balaghah.</w:t>
      </w:r>
    </w:p>
    <w:p w:rsidR="00922ED1" w:rsidRDefault="00256D63" w:rsidP="00922ED1">
      <w:pPr>
        <w:pStyle w:val="libFootnote"/>
      </w:pPr>
      <w:r>
        <w:t>[83] "In other words, since their realities have become actualized and their quiddities have been brought into existence, it is known that they are possible beings. Now every possible being needs an origin. The Origin of origins will not be one of these realities (which have become externally actualized)" (Majlisi, p. 239).</w:t>
      </w:r>
    </w:p>
    <w:p w:rsidR="00922ED1" w:rsidRDefault="00256D63" w:rsidP="00922ED1">
      <w:pPr>
        <w:pStyle w:val="libFootnote"/>
      </w:pPr>
      <w:r>
        <w:t>[84] "When we see that He created opposites and that they need a particular situation or position to manifest themselves, we realize that He is not opposite to anything, for to need something contradicts the Necessity (wujub) of Being. Or the meaning is that when we see that earth one of two opposite things prevents, repels and negates the existence of the other, we realize that He transcends that. Or we see that opposition occurs through delimitation by certain limits which are unable to embrace other limits, as for example (in the case of) different colors or qualities, while He transcends all limits. In the same way, how should the Creator oppose His creatures, or He who causes to issue forth (al-fa'id) oppose that which is issued forth (al-mafid)? Or if we understand opposite to mean that which is equal in strength, this would necessitate another Necessary Being, the impossibility of which has already been proven" (Majlisi, p. 239).</w:t>
      </w:r>
    </w:p>
    <w:p w:rsidR="00922ED1" w:rsidRDefault="00256D63" w:rsidP="00922ED1">
      <w:pPr>
        <w:pStyle w:val="libFootnote"/>
      </w:pPr>
      <w:r>
        <w:t>[85] In a footnote the editor mentions that some copies of 'Uyun akhbar al-Rida, one of the sources of this passage, read al-jaff (dryness) for al-jasu (solidity).</w:t>
      </w:r>
    </w:p>
    <w:p w:rsidR="00922ED1" w:rsidRDefault="00256D63" w:rsidP="00922ED1">
      <w:pPr>
        <w:pStyle w:val="libFootnote"/>
      </w:pPr>
      <w:r>
        <w:t>[86] The Ascending Stairways (al-ma'arij) are mentioned in the Quran, LXX, 3. The meaning would seem to be that at death, if the spirit of one who has compared things to his Lord tries to ascend towards Him, it is blinded by His power. Compare Rumi: "Make it thy habit to behold the Light without the glass, in order that when the glass is shattered there may not be blindness (in thee)" (Mathnawi, V, 99I).</w:t>
      </w:r>
    </w:p>
    <w:p w:rsidR="00922ED1" w:rsidRDefault="00256D63" w:rsidP="00922ED1">
      <w:pPr>
        <w:pStyle w:val="libFootnote"/>
      </w:pPr>
      <w:r>
        <w:t>[87] The text reads "it" for "dominion", but in order to avoid ambiguity the noun has been repeated. In Arabic the masculine pronoun cannot refer to the feminine "power", although if one were to follow the similar sentence in the hadith related from the Seventh Imam below, "power" would be the logical choice as antecedent. The meaning is that before the production of the world God had power over it, and after its end He will still possess it. Whether or not it exists in external form is irrelevant.</w:t>
      </w:r>
    </w:p>
    <w:p w:rsidR="00922ED1" w:rsidRDefault="00256D63" w:rsidP="00922ED1">
      <w:pPr>
        <w:pStyle w:val="libFootnote"/>
      </w:pPr>
      <w:r>
        <w:t>[88] Cf. Quran LII, 45: "Then leave them, till they encounter their day wherein they shall be thunderstruck . . .".</w:t>
      </w:r>
    </w:p>
    <w:p w:rsidR="00922ED1" w:rsidRDefault="00256D63" w:rsidP="00922ED1">
      <w:pPr>
        <w:pStyle w:val="libFootnote"/>
      </w:pPr>
      <w:r>
        <w:t>[89] Cf. Quran XXI, 23: "He shall not be questioned as to what He does, but they shall be questiooned."</w:t>
      </w:r>
    </w:p>
    <w:p w:rsidR="00922ED1" w:rsidRDefault="00256D63" w:rsidP="00922ED1">
      <w:pPr>
        <w:pStyle w:val="libFootnote"/>
      </w:pPr>
      <w:r>
        <w:t>[90]La yaqa' 'ala shay'.The meaning is not completely clear.The editor point</w:t>
      </w:r>
      <w:r w:rsidR="001B6A42">
        <w:t xml:space="preserve">s </w:t>
      </w:r>
      <w:r>
        <w:t>out in a footnote (p. 300) that in the Usul min al-kafi the text of this hadith reads yandam for yaqa' i.e., "He becomes remorseful at nothing."</w:t>
      </w:r>
    </w:p>
    <w:p w:rsidR="00922ED1" w:rsidRDefault="00256D63" w:rsidP="00922ED1">
      <w:pPr>
        <w:pStyle w:val="libFootnote"/>
      </w:pPr>
      <w:r>
        <w:t>[91] This verse is in reference to the covenant made between God and man before the creation of the world. See S. H. Nasr, Ideals and Realities of Islam, London, I966, pp. 25-7.</w:t>
      </w:r>
    </w:p>
    <w:p w:rsidR="00922ED1" w:rsidRDefault="00256D63" w:rsidP="00922ED1">
      <w:pPr>
        <w:pStyle w:val="libFootnote"/>
      </w:pPr>
      <w:r>
        <w:t>[92] God is often referred to as a "thing" (shay') in the, hadith literature, as well as in theology and philosophy, since the meaning of the word "thing" in Arabic is not limited to external, concrete existents. Rather, it signifies reality, entity or quiddity, at whatever level of existence, from the most sublime to the most concrete.</w:t>
      </w:r>
    </w:p>
    <w:p w:rsidR="00922ED1" w:rsidRDefault="00256D63" w:rsidP="00922ED1">
      <w:pPr>
        <w:pStyle w:val="libFootnote"/>
      </w:pPr>
      <w:r>
        <w:t>[93] Majlisi interprets this to mean the "script written by hands" (p. I62). I.e., neither the spoken nor the written name is the Named.</w:t>
      </w:r>
    </w:p>
    <w:p w:rsidR="00922ED1" w:rsidRDefault="00256D63" w:rsidP="00922ED1">
      <w:pPr>
        <w:pStyle w:val="libFootnote"/>
      </w:pPr>
      <w:r>
        <w:t xml:space="preserve">[94] The meaning of this sentence is obscure in the Arabic and Majlisi offers at least eight possible readings (pp. I62-3), some of which are very close to one another, and the </w:t>
      </w:r>
      <w:r>
        <w:lastRenderedPageBreak/>
        <w:t>most likely of which has been followed here. The present interpretation is also that offered by the editor of al-Tawhid, p. 58.</w:t>
      </w:r>
    </w:p>
    <w:p w:rsidR="00922ED1" w:rsidRDefault="00256D63" w:rsidP="00922ED1">
      <w:pPr>
        <w:pStyle w:val="libFootnote"/>
      </w:pPr>
      <w:r>
        <w:t>[95] Majlisi comments that this sentence has been interpreted to mean that "God has not come into being. If He had, He would have been originated by another, and His Being as well as the attributes of His origination would be known by means of the fashioning of His maker, just as effects are known by their causes." But, he adds, "In my view perhaps the meaning is that He has not been fashioned and that therefore He cannot be known by comparing Him to something else which has been fashioned" (p. I63). According to this interpretation, the sentence should be translated as follows: "He has not come into being that His Being should be known through something else which has been fashioned."</w:t>
      </w:r>
    </w:p>
    <w:p w:rsidR="00922ED1" w:rsidRDefault="00256D63" w:rsidP="00922ED1">
      <w:pPr>
        <w:pStyle w:val="libFootnote"/>
      </w:pPr>
      <w:r>
        <w:t>[96] Majlisi comments: "Between the Creator and His creatures there is no common matter (maddah) or reality (haqiqah) which might allow them to attain to knowledge of Him; rather, He produced them from nothing that was" (p. I65). This passage may also be interpreted to mean, in accordance with the beginning of the paragraph, "There is nothing to act as a veil between the Creator and His creatures."</w:t>
      </w:r>
    </w:p>
    <w:p w:rsidR="00922ED1" w:rsidRDefault="00256D63" w:rsidP="00922ED1">
      <w:pPr>
        <w:pStyle w:val="libFootnote"/>
      </w:pPr>
      <w:r>
        <w:t>[97] This passage is related up to this point in the Usul min al-kafi. The Tehran edition of I388/I968-9, published with a Persian translation and notes by one of the well-known contemporary 'ulama', Ayatallah Muhammad Baqir Kamara'i, contains the following commentary (vol. I, pp. 207-8): "The Names of God are His theophanies (jilwah-ha) which cast a ray of light upon man's reason (khirad). Because they become connected to human reason, limit, end and definition (ghayah, nihayah, hadd) apply to them. The limit of each being lies where it is connected to another being. The theophanies of God's act (fi'l) and fashioning (san'ah) which are His creation, become limited in the framework of possible beings (mumkinat) There the ray of light which brings about creation comes to its limit. Thus it is said, 'the existence of a man', or 'of a tree', 'of an angel', 'of the earth', 'of heaven', etc.</w:t>
      </w:r>
    </w:p>
    <w:p w:rsidR="00256D63" w:rsidRDefault="00256D63" w:rsidP="00922ED1">
      <w:pPr>
        <w:pStyle w:val="libFootnote"/>
      </w:pPr>
      <w:r>
        <w:t>"The theophanies of God's attributes (sifat), which are the principl</w:t>
      </w:r>
      <w:r w:rsidR="001B6A42">
        <w:t xml:space="preserve">e </w:t>
      </w:r>
      <w:r>
        <w:t>(mabda') of the theophanies of (His) act, are given limits by th</w:t>
      </w:r>
      <w:r w:rsidR="001B6A42">
        <w:t xml:space="preserve">e </w:t>
      </w:r>
      <w:r>
        <w:t>functioning of the reason, and thus it is said, God's 'knowledge','power',</w:t>
      </w:r>
    </w:p>
    <w:p w:rsidR="00922ED1" w:rsidRDefault="00256D63" w:rsidP="00922ED1">
      <w:pPr>
        <w:pStyle w:val="libFootnote"/>
      </w:pPr>
      <w:r>
        <w:t>and 'life'.In this way the Names become distinct from the divin</w:t>
      </w:r>
      <w:r w:rsidR="001B6A42">
        <w:t xml:space="preserve">e </w:t>
      </w:r>
      <w:r>
        <w:t>Essence, and even the all-inclusive(jami') Nam</w:t>
      </w:r>
      <w:r w:rsidR="001B6A42">
        <w:t xml:space="preserve">e </w:t>
      </w:r>
      <w:r>
        <w:t>of God, which is 'Allah', is separated from the Essence. The reality of God is other than all of these."</w:t>
      </w:r>
    </w:p>
    <w:p w:rsidR="00922ED1" w:rsidRDefault="00256D63" w:rsidP="00922ED1">
      <w:pPr>
        <w:pStyle w:val="libFootnote"/>
      </w:pPr>
      <w:r>
        <w:t>[98] Ma'rifah within the essentially gnostic perspective of Islam is the goal of religious endeavour. See F. Schuon, Understanding Islam, London, I962, chapter I. As explained in the following footnote, the meaning of this sentence is that man has faith not in something which he himself does not know, but in that upon which all of his knowledge is based and which is in fact the object of all knowledge. To the extent he has knowledge, he has knowledge of God, albeit imperfectly, since there is no other knowledge.</w:t>
      </w:r>
    </w:p>
    <w:p w:rsidR="00922ED1" w:rsidRDefault="00256D63" w:rsidP="00922ED1">
      <w:pPr>
        <w:pStyle w:val="libFootnote"/>
      </w:pPr>
      <w:r>
        <w:t>[99] In an unpublished work entitled Risalat al-walayah (Treatise on sanctity), 'Allamah Tabataba'i comments on the section of this passage beginning with the words "Whoso maintains that he knows God by means of a veil": "Allusion is made here to the fact that it is logically impossible for the knowledge of something other than God to make necessary the knowledge of God Himself. Because of God's transcendence, it cannot be said that knowledge (of Him) is the very same as the thing known, as has already been explained (earlier m the treatise).</w:t>
      </w:r>
    </w:p>
    <w:p w:rsidR="00922ED1" w:rsidRDefault="00256D63" w:rsidP="00922ED1">
      <w:pPr>
        <w:pStyle w:val="libFootnote"/>
      </w:pPr>
      <w:r>
        <w:t xml:space="preserve">"It is impossible that knowledge of one thing should be knowledge of another thing different from it: otherwise the two different things would be the same, which contradicts the premise. So the fact that knowledge of one thing renders the knowledge of another thing necessary requires some sort of unification (ittihad) between the two things. But since they have been postulated as two things, there must be in addition to an aspect of unification, an aspect of disparity. Thus each of them is compounded of two aspects. Whereas God-glory be to Him-is one and simple in essence: He is not compounded of anything in a manner which would allow Him to be known by other than Him. This point is indicated by the Imam's saying, 'There is nothing between the Creator and the created,' etc., as well as by his words, 'Then he who maintains that he has faith in that which he does not know has gone astray from knowledge', etc., which is derived from his previous saying, i.e., 'Surely he alone knows God who knows Him by means of God,' etc. His words, 'A created thing perceives nothing unless it be by means of God', serve as its proof, for everything is known </w:t>
      </w:r>
      <w:r>
        <w:lastRenderedPageBreak/>
        <w:t>by means of God, who is 'the Light of the heavens and the earth' (Quran XXIV, 35), so how should things be known by means of other than Him? For He supports every individual being (dhat), and He is without supports in His very Essence (dhat). At the same time, knowledge of that which in its very essence is dependent ensues from knowledge of the Independent Being which supports it, for the fact that knowledge takes form necessarily requires independence in the case of that which is known. Thus knowledge of what is dependent is a consequence of (knowledge of) the Independent which accompanies it. Such is the reality.</w:t>
      </w:r>
    </w:p>
    <w:p w:rsidR="00922ED1" w:rsidRDefault="00256D63" w:rsidP="00922ED1">
      <w:pPr>
        <w:pStyle w:val="libFootnote"/>
      </w:pPr>
      <w:r>
        <w:t>And since it might be imagined that this doctrine is incarnation (hulul) or unification (ittihad)-high be God exalted above these-the Imam follows his words by saying, 'God is empty of His creatures and His creatures are empty of Him', etc. Saying that the created being's perception of something is by means of God does not negate the beginning of the passage ('Whoso asserts. . .'), which denies that the knowledge of God should require knowledge of other than Him, for the knowledge which is spoken of at the beginning is acquired (husuli) i.e., rational), and that u the end is 'presential' (huduri) i.e.,</w:t>
      </w:r>
    </w:p>
    <w:p w:rsidR="00922ED1" w:rsidRDefault="00256D63" w:rsidP="00922ED1">
      <w:pPr>
        <w:pStyle w:val="libFootnote"/>
      </w:pPr>
      <w:r>
        <w:t>direct and divinely dispensed knowledge or gnosis)." Folio 26 obverse-reverse (Photocopies of this work are in the possession of a number of 'Allamah Tabataba'i's disciples and students, and it is hoped that some day it will be published).</w:t>
      </w:r>
    </w:p>
    <w:p w:rsidR="00922ED1" w:rsidRDefault="00256D63" w:rsidP="00922ED1">
      <w:pPr>
        <w:pStyle w:val="libFootnote"/>
      </w:pPr>
      <w:r>
        <w:t>[100] In al-Tawhid the editor explains that here the second makan is equivalent to makanah or azamah. He comments, "He did not create a place for His station and grandeur because places encompass Him not" (p. I4I). Majlisi prefers the reading kan for makan as found in some manuscripts and also in the ,hadith from the fifth Imam translated above. The meaning would then be as translated there, i.e., "He did not bring into existence a place for His Being."</w:t>
      </w:r>
    </w:p>
    <w:p w:rsidR="00922ED1" w:rsidRDefault="00256D63" w:rsidP="00922ED1">
      <w:pPr>
        <w:pStyle w:val="libFootnote"/>
      </w:pPr>
      <w:r>
        <w:t>[101] "Master of the dominion" (malik al-mulk) is a divine name, occurring in Quran III, 26. Cf. Quran III, I89: "To God belongs the dominion of the heavens and the earth: and God is powerful over everything" and many similar verses.</w:t>
      </w:r>
    </w:p>
    <w:p w:rsidR="00922ED1" w:rsidRDefault="00256D63" w:rsidP="00922ED1">
      <w:pPr>
        <w:pStyle w:val="libFootnote"/>
      </w:pPr>
      <w:r>
        <w:t>[102] Cf. Quran, LII, 45.</w:t>
      </w:r>
    </w:p>
    <w:p w:rsidR="00922ED1" w:rsidRDefault="00256D63" w:rsidP="00922ED1">
      <w:pPr>
        <w:pStyle w:val="libFootnote"/>
      </w:pPr>
      <w:r>
        <w:t>[103]The famous Abbasid caliph, son of Harun al-Rashid. On his decision to appoint Imam al-Rida as his successor, see Shi'ite Islam.</w:t>
      </w:r>
    </w:p>
    <w:p w:rsidR="00922ED1" w:rsidRDefault="00256D63" w:rsidP="00922ED1">
      <w:pPr>
        <w:pStyle w:val="libFootnote"/>
      </w:pPr>
      <w:r>
        <w:t>[104] In general Banu Hashim ("The sons of Hashim") have been understood to be the descendents of Hashim ibn 'Abd Manaf, the great grandfather of the Prophet and also the ancestor of 'Ali and al-'Abbas, half-brother of the Prophet's father, from whom is taken the name of the Abbasid caliphate. During the Abbasid period the term refers to the family of the Prophet, but more specifically, as here, to the Abbasid family itself. See B. Lewis, "Hashimiyyah", The Encyclopedia of Islam (new edition), vol. III, p. 265.</w:t>
      </w:r>
    </w:p>
    <w:p w:rsidR="00922ED1" w:rsidRDefault="00256D63" w:rsidP="00922ED1">
      <w:pPr>
        <w:pStyle w:val="libFootnote"/>
      </w:pPr>
      <w:r>
        <w:t>[105] Majlisi offers four possible explanations for this sentence, the simplest of which is as follows: "Everything whose existence can be known immediately through the senses without inference from its effects is fashioned (since it is a part of the created world)" (p. 233).</w:t>
      </w:r>
    </w:p>
    <w:p w:rsidR="00922ED1" w:rsidRDefault="00256D63" w:rsidP="00922ED1">
      <w:pPr>
        <w:pStyle w:val="libFootnote"/>
      </w:pPr>
      <w:r>
        <w:t>[106] Men are not separated from God because they are in one place and He in another, but because He is free of place and localization, whereas they are entrapped within it (Majlisi, p. 233).</w:t>
      </w:r>
    </w:p>
    <w:p w:rsidR="00922ED1" w:rsidRDefault="00256D63" w:rsidP="00922ED1">
      <w:pPr>
        <w:pStyle w:val="libFootnote"/>
      </w:pPr>
      <w:r>
        <w:t>[107] Majlisi comments: " 'His names are an expression', or they are not His very Essence and Attributes, rather they are means of expressing and speaking of them. 'And His acts are to make understood', so that men will come to know Him through them and they will infer His existence, knowledge, power, wisdom and mercy. 'And His Essence is Reality', or a hidden, transcendent reality not reached by the powers of the creatures' reason" (p. 234).</w:t>
      </w:r>
    </w:p>
    <w:p w:rsidR="00922ED1" w:rsidRDefault="00256D63" w:rsidP="00922ED1">
      <w:pPr>
        <w:pStyle w:val="libFootnote"/>
      </w:pPr>
      <w:r>
        <w:t>[108] Majlisi offers several interpretations for this passage. According to the one which is largely followed here, "To associate an end with Him . . . means to come to the conclusion that He undergoes annihilation along with the creatures, so that it would be correct to say, 'His end is before, or after, the end of so and so.' This is the same as to say that He participates wholly in the nature of creatures and therefore has parts. Whoso says this has described Him as possessing possibility, incapacity and the other defects of possible beings. And whoso judges such has deviated concerning the divine Essence" (p. 2,5).</w:t>
      </w:r>
    </w:p>
    <w:p w:rsidR="00922ED1" w:rsidRDefault="00256D63" w:rsidP="00922ED1">
      <w:pPr>
        <w:pStyle w:val="libFootnote"/>
      </w:pPr>
      <w:r>
        <w:lastRenderedPageBreak/>
        <w:t>[109] From this sentence begins a long section which correspond</w:t>
      </w:r>
      <w:r w:rsidR="001B6A42">
        <w:t xml:space="preserve">s </w:t>
      </w:r>
      <w:r>
        <w:t>almost exactly with the hadith quoted from Imam 'Al</w:t>
      </w:r>
      <w:r w:rsidR="001B6A42">
        <w:t xml:space="preserve">i </w:t>
      </w:r>
      <w:r>
        <w:t>above(pp. 38 ff). For this reason the original Arabic terms hav</w:t>
      </w:r>
      <w:r w:rsidR="001B6A42">
        <w:t xml:space="preserve">e </w:t>
      </w:r>
      <w:r>
        <w:t>not been repeated. It might be tempting to take thi</w:t>
      </w:r>
      <w:r w:rsidR="001B6A42">
        <w:t xml:space="preserve">s </w:t>
      </w:r>
      <w:r>
        <w:t>correspondence as proof that the attribution of these words to 'Ali al-Rida or to 'Ali is incorrect. But one must remember that it is quite common for the Imams to quote their father and grandfather, all the way back to the Prophet. We have seen examples of this already in the chain of authority of a number of hadiths translated above. Moreover, in the middle of a discourse there is no particular reason for the Imam to stop and point out exactly whom he is quoting, just as is the case with quotations from the Quran, especially since most of his followers would know perfectly well. The traditional explanation for the repetition is summed up by Shaykh al-Saduq (al-Tawhid, p. 309; see also Majlisi, p. 306): "In the hadith of 'Ali there are certain words which Imam Rida mentioned in his sermon. This is a confirmation of what we have always said concerning the Imams, upon whom be peace: the knowledge of each of them is derived from his father right back to the Prophet."</w:t>
      </w:r>
    </w:p>
    <w:p w:rsidR="00922ED1" w:rsidRDefault="00256D63" w:rsidP="00922ED1">
      <w:pPr>
        <w:pStyle w:val="libFootnote"/>
      </w:pPr>
      <w:r>
        <w:t>[110] This and the previous phrase are essentially the same in meaning. Normally, when man wills or desires to do something, he has a particular idea or goal and then exerts himself to achieve it, employing resolution and diligence. But as for God, "His command, when He desires a thing, is to say to it 'Be', and it is" (Quran XXXVI, 82).</w:t>
      </w:r>
    </w:p>
    <w:p w:rsidR="00922ED1" w:rsidRDefault="00256D63" w:rsidP="00922ED1">
      <w:pPr>
        <w:pStyle w:val="libFootnote"/>
      </w:pPr>
      <w:r>
        <w:t>[111] Qad often cannot be translated by a separate word in English. It indicates the termination of action at the moment of speaking and therefore as Majlisi notes, quoting the classical grammarians, serves "to approximate the past to the present" (p. 242).</w:t>
      </w:r>
    </w:p>
    <w:p w:rsidR="00922ED1" w:rsidRDefault="00256D63" w:rsidP="00922ED1">
      <w:pPr>
        <w:pStyle w:val="libFootnote"/>
      </w:pPr>
      <w:r>
        <w:t>[112] Majlisi explains that none of these words can refer to God since each of them implies temporal or other limitation, while God transcends time and knows all things in eternity. Thus, "ever since" indicates a point of beginning in time, and if it applied to God it would indicate that what was before that point was concealed from Him. He can have no doubt concerning the future, so "perhaps" cannot apply to Him, etc. (pp. 24I-2).</w:t>
      </w:r>
    </w:p>
    <w:p w:rsidR="00922ED1" w:rsidRDefault="00256D63" w:rsidP="00922ED1">
      <w:pPr>
        <w:pStyle w:val="libFootnote"/>
      </w:pPr>
      <w:r>
        <w:t>[113] Majlisi remarks that "instruments and means . . . or physical organs and corporeal faculties . . . allude to the existence of corporeality like themselves . . . And it is not improbable that by 'instruments' are meant the words which are negated from Him in the previous section and that this passage is meant to be an explanation of that" (p. 242).</w:t>
      </w:r>
    </w:p>
    <w:p w:rsidR="00922ED1" w:rsidRDefault="00256D63" w:rsidP="00922ED1">
      <w:pPr>
        <w:pStyle w:val="libFootnote"/>
      </w:pPr>
      <w:r>
        <w:t>[114] "The activities and the results of these instruments and means are found in creatures, not in God" (Majlisi, p. 242).</w:t>
      </w:r>
    </w:p>
    <w:p w:rsidR="00922ED1" w:rsidRDefault="00256D63" w:rsidP="00922ED1">
      <w:pPr>
        <w:pStyle w:val="libFootnote"/>
      </w:pPr>
      <w:r>
        <w:t>[115] "The fact that the words mudh, qad and lawla are attributed to instruments indicate that the latter are neither beginningless, nor eternal, nor perfect. Therefore instruments could not delimit or allude to Him because, by reason of their temporality and imperfection, they are far from being commensurate with (God,) the Perfect, Absolute and Eternal in His Essence... (This is) because mudh refers to beginning in time . . . gad approximates the past to the present . . . and law la is employed to speak of what would have been good . . . (for example), 'How good it would have been if only it had been such and such' . . . and thus it points to imperfection in the situation and deters from absolute perfection" (Majlisi, p. 243). Majlisi also points out two alternative readings for this passage which need not concern us here.</w:t>
      </w:r>
    </w:p>
    <w:p w:rsidR="00922ED1" w:rsidRDefault="00256D63" w:rsidP="00922ED1">
      <w:pPr>
        <w:pStyle w:val="libFootnote"/>
      </w:pPr>
      <w:r>
        <w:t>[116] The text reads "through them", and in a long passage (pp. 242-3) Majlisi demonstrates that the pronoun should refer to "powers of reason" rather tha</w:t>
      </w:r>
      <w:r w:rsidR="001B6A42">
        <w:t xml:space="preserve">n </w:t>
      </w:r>
      <w:r>
        <w:t>to "instruments", although in a similar passage in the Nahj al-balaghah it refers to the latter.</w:t>
      </w:r>
    </w:p>
    <w:p w:rsidR="00922ED1" w:rsidRDefault="00256D63" w:rsidP="00922ED1">
      <w:pPr>
        <w:pStyle w:val="libFootnote"/>
      </w:pPr>
      <w:r>
        <w:t>[117] "He becomes veiled to sight through the powers of reason because it is the powers of reason which judge that the vision of Him. is impossible, and it is to the powers of reason that imaginations appeal when they differ among themselves" (Majlisi, p. 244).</w:t>
      </w:r>
    </w:p>
    <w:p w:rsidR="00922ED1" w:rsidRDefault="00256D63" w:rsidP="00922ED1">
      <w:pPr>
        <w:pStyle w:val="libFootnote"/>
      </w:pPr>
      <w:r>
        <w:t>[118] "From the powers of reason the proof of things is derived, and through these powers God makes known to the reason, or to its possessor, the acknowledgment of Him" (Majlisi, p. 244).</w:t>
      </w:r>
    </w:p>
    <w:p w:rsidR="00922ED1" w:rsidRDefault="00256D63" w:rsidP="00922ED1">
      <w:pPr>
        <w:pStyle w:val="libFootnote"/>
      </w:pPr>
      <w:r>
        <w:t>[119] 'Sincerity' is to make the knowledge of Him pure from all that is not appropriate to His sacred Essence, i.e., materiality, accidentality, extraneous attributes (al-sifat al-za'idah) and temporal phenomena. To say that he means 'sincerity in devotion' would be artificial and forced (takalluf)" (Majlisi, p. 244).</w:t>
      </w:r>
    </w:p>
    <w:p w:rsidR="00922ED1" w:rsidRDefault="00256D63" w:rsidP="00922ED1">
      <w:pPr>
        <w:pStyle w:val="libFootnote"/>
      </w:pPr>
      <w:r>
        <w:t xml:space="preserve">In the Quran the chapter called "Sincerity" (al-ikhlas) is also called "The Profession of Unity" (al-tawhid), and the meaning of sincerity in Islam is tied to the correct profession of divine Unity in terms of the negation of all "Associationism" (shirk). The meaning of </w:t>
      </w:r>
      <w:r>
        <w:lastRenderedPageBreak/>
        <w:t>sincerity is discussed most profoundly perhaps in Sufi writings, where it means complete negation of self. See F. Schuon, Understanding Islam, pp. I40, I55-6.</w:t>
      </w:r>
    </w:p>
    <w:p w:rsidR="00922ED1" w:rsidRDefault="00256D63" w:rsidP="00922ED1">
      <w:pPr>
        <w:pStyle w:val="libFootnote"/>
      </w:pPr>
      <w:r>
        <w:t>[120] "I.e., whoso affirms that He possesses extraneous attributes does not negate an understanding of Him in terms of comparison" (Majlisi, p. 244).</w:t>
      </w:r>
    </w:p>
    <w:p w:rsidR="00922ED1" w:rsidRDefault="00256D63" w:rsidP="00922ED1">
      <w:pPr>
        <w:pStyle w:val="libFootnote"/>
      </w:pPr>
      <w:r>
        <w:t>[I2I] That is, if these temporal events and changes referred to Him they would indicate that He had been created, and He would then be proof of another Creator, just as possible beings are proof of the Necessary Being (Majlisi, p. 246).</w:t>
      </w:r>
    </w:p>
    <w:p w:rsidR="00922ED1" w:rsidRDefault="00256D63" w:rsidP="00922ED1">
      <w:pPr>
        <w:pStyle w:val="libFootnote"/>
      </w:pPr>
      <w:r>
        <w:t>[122] There is no substance to the absurd arguments that would prove Him temporal and possessed of extraneous attributes, and no answer to such arguments precisely because of their self-evident absurdity. By saying such things one does not glorify Him, rather one attributes to Him imperfection (Majlisi, p. 246).</w:t>
      </w:r>
    </w:p>
    <w:p w:rsidR="00922ED1" w:rsidRDefault="00256D63" w:rsidP="00922ED1">
      <w:pPr>
        <w:pStyle w:val="libFootnote"/>
      </w:pPr>
      <w:r>
        <w:t>[123] According to Majlisi this means that there is nothing wrong with distinguishing Him from creation, unless we consider a perfection-His lying above duality and beginning-to be a fault. He cites the following line of poetry as an example of this type of expression: "They have no fault except that their swords/ Are dented from slashing the enemy forces". I.e., their only "fault" is a perfection (p. 246).</w:t>
      </w:r>
    </w:p>
    <w:p w:rsidR="00922ED1" w:rsidRDefault="00256D63" w:rsidP="00922ED1">
      <w:pPr>
        <w:pStyle w:val="libFootnote"/>
      </w:pPr>
      <w:r>
        <w:t>Another possible interpretation of this passage, which however is made doubtful by the context and structure of this and other sayings of the Imams, is to say that there is always something provisional about distinguishing God from creation, for this implies some sort of fundamental duality, which precisely-as asserted by the Shahadah, la ilaha illallah-God transcends. The world cannot exist "independently" of God, otherwise it would be another deity. If God is one, then ultimately the world cannot be other than He. Certainly He is other than the world, however, as this and all the other ,hadiths cited from the Bihar al-anwar emphasize so strongly. See F. Schuon, Understanding Islam, pp. I7-I8 and I25-6.</w:t>
      </w:r>
    </w:p>
    <w:p w:rsidR="00922ED1" w:rsidRDefault="00256D63" w:rsidP="00922ED1">
      <w:pPr>
        <w:pStyle w:val="libFootnote"/>
      </w:pPr>
      <w:r>
        <w:t xml:space="preserve">[124] Cf. such Quranic passages as the following: "Whoso associates with God anything, has gone astray into far error... Whoso takes Satan to him for </w:t>
      </w:r>
      <w:r w:rsidR="001B6A42">
        <w:t xml:space="preserve">a </w:t>
      </w:r>
      <w:r>
        <w:t>friend, instead of God, has surely suffered a manifest loss" (IV, II6-9).</w:t>
      </w:r>
    </w:p>
    <w:p w:rsidR="00922ED1" w:rsidRDefault="00256D63" w:rsidP="00922ED1">
      <w:pPr>
        <w:pStyle w:val="libFootnote"/>
      </w:pPr>
      <w:r>
        <w:t>[125] The zanadiqah (sing.: zindiq) are identified specifically in Islamic history with the Manichaeans, but the word is also used more generally, as here, to mean umbeliever and heretic.</w:t>
      </w:r>
    </w:p>
    <w:p w:rsidR="00922ED1" w:rsidRDefault="00256D63" w:rsidP="00922ED1">
      <w:pPr>
        <w:pStyle w:val="libFootnote"/>
      </w:pPr>
      <w:r>
        <w:t>[126] Concerning the use of the term "thing" to refer to God, see above, note 92.</w:t>
      </w:r>
    </w:p>
    <w:p w:rsidR="00922ED1" w:rsidRDefault="00256D63" w:rsidP="00922ED1">
      <w:pPr>
        <w:pStyle w:val="libFootnote"/>
      </w:pPr>
      <w:r>
        <w:t>[127] Majlisi comments on the unbeliever's question and the Imam's answer as follows (p. 38): "The apparent meaning is that he is askingabout the beginning of God's being and existence. But it is also possible that the question concerns the principle of time for His existence. According to the first (possibility), the gist of his answer is that beginning in time pertains to that which is temporal, to that which had been nonexistent and then became existent. But as for God, nonexistence is impossible (so He cannot have a beginning in time).</w:t>
      </w:r>
    </w:p>
    <w:p w:rsidR="00922ED1" w:rsidRDefault="00256D63" w:rsidP="00922ED1">
      <w:pPr>
        <w:pStyle w:val="libFootnote"/>
      </w:pPr>
      <w:r>
        <w:t>"According to the second (possibility), the meaning is that the existent in time would be so through transformation in essence and attributes, for time is the relationship of the changing (al-mutaghayyir) to the changing. So in one moment of time it has a state which it does not have in another. But God transcends change in essence and attributes."</w:t>
      </w:r>
    </w:p>
    <w:p w:rsidR="00922ED1" w:rsidRDefault="00256D63" w:rsidP="00922ED1">
      <w:pPr>
        <w:pStyle w:val="libFootnote"/>
      </w:pPr>
      <w:r>
        <w:t>[128] Cf. Quran XIII, I2.</w:t>
      </w:r>
    </w:p>
    <w:p w:rsidR="00922ED1" w:rsidRDefault="00256D63" w:rsidP="00922ED1">
      <w:pPr>
        <w:pStyle w:val="libFootnote"/>
      </w:pPr>
      <w:r>
        <w:t>[129] Cf. Quran II, I64.</w:t>
      </w:r>
    </w:p>
    <w:p w:rsidR="00922ED1" w:rsidRDefault="00256D63" w:rsidP="00922ED1">
      <w:pPr>
        <w:pStyle w:val="libFootnote"/>
      </w:pPr>
      <w:r>
        <w:t>[130] I.e., He is not veiled, for He sees all things. It is men who have veiled themselves from Him.</w:t>
      </w:r>
    </w:p>
    <w:p w:rsidR="00922ED1" w:rsidRDefault="00256D63" w:rsidP="00922ED1">
      <w:pPr>
        <w:pStyle w:val="libFootnote"/>
      </w:pPr>
      <w:r>
        <w:t>[131] These are all divine names which occur in the Quran. It should be noted, however, that the name latif ("Subtle") is particularly difficult to render into English in a manner which would do justice to its various shades of meaning, as will be apparent from the passage. Nevertheless it seemed better to maintain the one word in English than to try to change it according to context and lose the point which the Imam wishes to make. In another, hadith Imam Rida explains the meaning of the divine name al-latif as follows: God is "Latif, not because of being scanty, slender or small, but because of penetrating into things and being impossible of comprehension .... God is too subtle to be grasped within a definition or limited by a description, whereas, 'subtlety' for us is in smallness of size and quantity" (al-Tawhid, p. I89).</w:t>
      </w:r>
    </w:p>
    <w:p w:rsidR="00922ED1" w:rsidRDefault="00256D63" w:rsidP="00922ED1">
      <w:pPr>
        <w:pStyle w:val="libFootnote"/>
      </w:pPr>
      <w:r>
        <w:t>[132] "Wisdom" (al-hikmah) is defined as "knowledge which puts everything in its place", and therefore implies application and "workmanship".</w:t>
      </w:r>
    </w:p>
    <w:p w:rsidR="00922ED1" w:rsidRDefault="00256D63" w:rsidP="00922ED1">
      <w:pPr>
        <w:pStyle w:val="libFootnote"/>
      </w:pPr>
      <w:r>
        <w:lastRenderedPageBreak/>
        <w:t>[133] Here subtle and majestic, latif and jalil, are meant to be two contrasting attributes, referring to the very small and the very large, etc.</w:t>
      </w:r>
    </w:p>
    <w:p w:rsidR="00922ED1" w:rsidRDefault="00256D63" w:rsidP="00922ED1">
      <w:pPr>
        <w:pStyle w:val="libFootnote"/>
      </w:pPr>
      <w:r>
        <w:t>[134] Cf. Quran VI, 59: "With Him are the keys of the Unseen; none knows them but He. He knows what is in land and sea; not a leaf falls, but He knows it. Not a gram in the earth's shadows, not a thing, fresh or withered, but it is in a Book Manifest."</w:t>
      </w:r>
    </w:p>
    <w:p w:rsidR="00256D63" w:rsidRDefault="00256D63" w:rsidP="00256D63">
      <w:pPr>
        <w:pStyle w:val="libNormal"/>
      </w:pPr>
      <w:r>
        <w:br w:type="page"/>
      </w:r>
    </w:p>
    <w:p w:rsidR="00256D63" w:rsidRDefault="00256D63" w:rsidP="00256D63">
      <w:pPr>
        <w:pStyle w:val="Heading1Center"/>
      </w:pPr>
      <w:bookmarkStart w:id="31" w:name="_Toc462314933"/>
      <w:r>
        <w:lastRenderedPageBreak/>
        <w:t>PART II</w:t>
      </w:r>
      <w:bookmarkEnd w:id="31"/>
    </w:p>
    <w:p w:rsidR="00922ED1" w:rsidRPr="00D1636C" w:rsidRDefault="00256D63" w:rsidP="00D1636C">
      <w:pPr>
        <w:pStyle w:val="Heading2Center"/>
      </w:pPr>
      <w:bookmarkStart w:id="32" w:name="_Toc462314934"/>
      <w:r>
        <w:t>The Ruler and Societ</w:t>
      </w:r>
      <w:r w:rsidRPr="00D1636C">
        <w:t>y</w:t>
      </w:r>
      <w:bookmarkEnd w:id="32"/>
    </w:p>
    <w:p w:rsidR="00922ED1" w:rsidRDefault="00256D63" w:rsidP="00256D63">
      <w:pPr>
        <w:pStyle w:val="libNormal"/>
      </w:pPr>
      <w:r>
        <w:t>Professing God's Unity and accepting Muhammad as His prophet bring in their wake innumerable consequences. If the Quran is God's Word and Muhammad His chosen messenger who "speaks out not of caprice" (LIII, 3), their instructions concerning all things must be obeyed. Faced with these facts of their faith, the Muslims soon developed a complicated science of the Shari'ah or Divine Law, a science which embraces every dimension of human conduct, including the political.</w:t>
      </w:r>
    </w:p>
    <w:p w:rsidR="00922ED1" w:rsidRDefault="00256D63" w:rsidP="00256D63">
      <w:pPr>
        <w:pStyle w:val="libNormal"/>
      </w:pPr>
      <w:r>
        <w:t xml:space="preserve">One of the earliest and best expositions of Islam's explicit and implicit instructions concerning government and its role in society is 'Ali's instructions to Malik ibn al-Harith al-Nakha'i, surnamed al-Ashtar ("the man with inverted eyelashes") because of a wound he received in battle. He was one of the foremost Muslim warriors in the first few years of Islam's spread and one of 'Ali's staunchest supporters. He advised 'Ali against making a truce with Mu'awiyah at the battle of Siffn and was poisoned on his way to assume his post as governor of Egypt in the year 37/658 or 38/659, shortly after 'Ali became caliph following the assassination of 'Uthman. </w:t>
      </w:r>
      <w:r w:rsidRPr="009C2015">
        <w:rPr>
          <w:rStyle w:val="libFootnotenumChar"/>
        </w:rPr>
        <w:t>[1]</w:t>
      </w:r>
    </w:p>
    <w:p w:rsidR="00256D63" w:rsidRDefault="00256D63" w:rsidP="00D1636C">
      <w:pPr>
        <w:pStyle w:val="libNormal"/>
      </w:pPr>
      <w:r>
        <w:t>Since these instructions form part of 'Ali's Nahj al-balaghah, they have been discussed by all the more than 100 commentators on the text. I have made extensive use of two of the most famous of the commentaries. The first is by Ibn Abi-l-Hadid (d. 655/1257), a historian who was attached to the Abbasid court in Baghdad. His commentary is one of the earliest, and because of its thoroughness and exactitude forms the basis for many of the later commentaries. The second is by Ibn Maytham al-Bahrani, a well-known</w:t>
      </w:r>
      <w:r w:rsidR="00D1636C">
        <w:t xml:space="preserve"> </w:t>
      </w:r>
      <w:r>
        <w:t>Shi'ite scholar and theologian who died in 679/1282-3. In addition I have profited from the glosses of the nineteenth century reformer Muhammad 'Abduh (d. 1905) and one or two other modern Commentaries which are mentioned in the notes.</w:t>
      </w:r>
    </w:p>
    <w:p w:rsidR="00922ED1" w:rsidRPr="00D1636C" w:rsidRDefault="00256D63" w:rsidP="00D1636C">
      <w:pPr>
        <w:pStyle w:val="Heading2Center"/>
      </w:pPr>
      <w:bookmarkStart w:id="33" w:name="_Toc462314935"/>
      <w:r>
        <w:t>'Ali's Instructions to Malik al-Ashta</w:t>
      </w:r>
      <w:r w:rsidRPr="00D1636C">
        <w:t>r</w:t>
      </w:r>
      <w:bookmarkEnd w:id="33"/>
    </w:p>
    <w:p w:rsidR="00256D63" w:rsidRDefault="00256D63" w:rsidP="00256D63">
      <w:pPr>
        <w:pStyle w:val="libNormal"/>
      </w:pPr>
      <w:r>
        <w:t>Ali wrote these instructions to al-Ashtar al-Nakha'i when he appointed him governor of Egypt and its provinces at the time the rule of Muhammad ibn Abi Bakr was in turmoil. It is the longest set of instructions (in the Nahjal-balaghah). Among all his letters it embraces the largest number of good qualities.</w:t>
      </w:r>
    </w:p>
    <w:p w:rsidR="00D1636C" w:rsidRPr="00D1636C" w:rsidRDefault="00D1636C" w:rsidP="00D1636C">
      <w:pPr>
        <w:pStyle w:val="Heading3Center"/>
      </w:pPr>
      <w:bookmarkStart w:id="34" w:name="_Toc462314936"/>
      <w:r w:rsidRPr="00D1636C">
        <w:t>Part One: Introduction</w:t>
      </w:r>
      <w:bookmarkEnd w:id="34"/>
    </w:p>
    <w:p w:rsidR="00922ED1" w:rsidRDefault="00256D63" w:rsidP="00256D63">
      <w:pPr>
        <w:pStyle w:val="libNormal"/>
      </w:pPr>
      <w:r w:rsidRPr="009C2015">
        <w:rPr>
          <w:rStyle w:val="libFootnotenumChar"/>
        </w:rPr>
        <w:t>[2]</w:t>
      </w:r>
    </w:p>
    <w:p w:rsidR="00922ED1" w:rsidRDefault="00256D63" w:rsidP="00D1636C">
      <w:pPr>
        <w:pStyle w:val="libBoldItalic"/>
      </w:pPr>
      <w:r>
        <w:t>In the Name of God, the Merciful, the Compassionate</w:t>
      </w:r>
    </w:p>
    <w:p w:rsidR="00922ED1" w:rsidRDefault="00256D63" w:rsidP="00256D63">
      <w:pPr>
        <w:pStyle w:val="libNormal"/>
      </w:pPr>
      <w:r>
        <w:t xml:space="preserve">This is that with which 'Ali, the servant of God and Commander of the Faithful, charged Malik ibn al-Harith al-Ashtar in his instructions to him when he appointed him governor of Egypt: to collect its land tax, </w:t>
      </w:r>
      <w:r w:rsidRPr="009C2015">
        <w:rPr>
          <w:rStyle w:val="libFootnotenumChar"/>
        </w:rPr>
        <w:t>[3]</w:t>
      </w:r>
      <w:r>
        <w:t xml:space="preserve"> to war against its enemies, to improve the condition of the people and to engender prosperity in its regions. He charged him to fear God, to prefer obedience to Him (over all else) and to follow what He has directed in His Book-both the acts He has made obligatory and those He recommends </w:t>
      </w:r>
      <w:r w:rsidRPr="009C2015">
        <w:rPr>
          <w:rStyle w:val="libFootnotenumChar"/>
        </w:rPr>
        <w:t>[4]</w:t>
      </w:r>
      <w:r>
        <w:t xml:space="preserve"> - for none attains felicity but he who follows His directions, and none is overcome by </w:t>
      </w:r>
      <w:r>
        <w:lastRenderedPageBreak/>
        <w:t xml:space="preserve">wretchedness but he who denies them and lets them slip by. (He charged him) to help God-glory be to Him-with his heart, his hand and his tongue, </w:t>
      </w:r>
      <w:r w:rsidRPr="009C2015">
        <w:rPr>
          <w:rStyle w:val="libFootnotenumChar"/>
        </w:rPr>
        <w:t>[5]</w:t>
      </w:r>
      <w:r>
        <w:t xml:space="preserve">for He-majestic is His Name-has promised to help him who exalts Him. </w:t>
      </w:r>
      <w:r w:rsidRPr="009C2015">
        <w:rPr>
          <w:rStyle w:val="libFootnotenumChar"/>
        </w:rPr>
        <w:t>[6]</w:t>
      </w:r>
      <w:r>
        <w:t xml:space="preserve"> And he charged him to break the passions of his soul and restrain it in its recalcitrance, for the soul incites to evil, except inasmuch as God has mercy. </w:t>
      </w:r>
      <w:r w:rsidRPr="009C2015">
        <w:rPr>
          <w:rStyle w:val="libFootnotenumChar"/>
        </w:rPr>
        <w:t>[7]</w:t>
      </w:r>
    </w:p>
    <w:p w:rsidR="00922ED1" w:rsidRDefault="00256D63" w:rsidP="00D1636C">
      <w:pPr>
        <w:pStyle w:val="Heading3Center"/>
      </w:pPr>
      <w:bookmarkStart w:id="35" w:name="_Toc462314937"/>
      <w:r>
        <w:t>Part Two: Commands and Instructions Concerning Righteous Action in the Affairs of the State</w:t>
      </w:r>
      <w:bookmarkEnd w:id="35"/>
    </w:p>
    <w:p w:rsidR="00922ED1" w:rsidRDefault="00256D63" w:rsidP="00256D63">
      <w:pPr>
        <w:pStyle w:val="libNormal"/>
      </w:pPr>
      <w:r>
        <w:t>Know, O Malik, that I am sending you to a land where governments, just and unjust, have existed before you. People will look upon your affairs in the same way that you were wont to look upon the affairs of the rulers before you. They will speak about you as you were wont to speak about those rulers. And the righteous are only known by that which God causes to pass concerning them on the tongues of His servants. So let the dearest of your treasurie</w:t>
      </w:r>
      <w:r w:rsidR="001B6A42">
        <w:t xml:space="preserve">s </w:t>
      </w:r>
      <w:r>
        <w:t>be the treasury of righteous action. Control your desire and restrain your soul from what is not lawful to you, for restraint of the soul is for it to be equitous in what it likes and dislikes. Infuse your heart with mercy, love and kindness for your subjects. Be not in face of them a voracious animal, counting them as easy prey, for they are of two kinds: either they are your brothers in religion or your equals in creation. Error catches them unaware, deficiencies overcome them, (evil deeds) are committed by them intentionally and by mistake. So grant them your pardon and your forgiveness to the same extent that you hope God will grant you His pardon and His forgiveness. For you are above them, and he who appointed you is above you, and God is above him who appointed you. God has sought from you the fulfillment of their requirements and He is trying you with them.</w:t>
      </w:r>
    </w:p>
    <w:p w:rsidR="00922ED1" w:rsidRDefault="00256D63" w:rsidP="00256D63">
      <w:pPr>
        <w:pStyle w:val="libNormal"/>
      </w:pPr>
      <w:r>
        <w:t xml:space="preserve">Set yourself not up to war against God, </w:t>
      </w:r>
      <w:r w:rsidRPr="009C2015">
        <w:rPr>
          <w:rStyle w:val="libFootnotenumChar"/>
        </w:rPr>
        <w:t>[8]</w:t>
      </w:r>
      <w:r>
        <w:t xml:space="preserve"> for you have no power against His vengeance, nor are you able to dispense with His pardon and His mercy. Never be regretful of pardon or rejoice at punishment, and never hasten (to act) upon an impulse if you can find a better course. Never say, "I am invested with authority, I give orders and I am obeyed," for surely that is corruption in the heart, enfeeblement of the religion and an approach to changes (in fortune). If the authority you possess engender in you pride or arrogance, then reflect upon the tremendousness of the dominion of God above you and His power over you in that in which you yourself have no control. This will subdue your recalcitrance, restrain your violence and restore in you what has left you of the power of your reason. Beware of vying with God in His tremendousness and likening yourself to Him in His exclusive power, for God abases every tyrant and humiliates all who are proud.</w:t>
      </w:r>
    </w:p>
    <w:p w:rsidR="00922ED1" w:rsidRDefault="00256D63" w:rsidP="00256D63">
      <w:pPr>
        <w:pStyle w:val="libNormal"/>
      </w:pPr>
      <w:r>
        <w:t xml:space="preserve">See that justice is done towards God </w:t>
      </w:r>
      <w:r w:rsidRPr="009C2015">
        <w:rPr>
          <w:rStyle w:val="libFootnotenumChar"/>
        </w:rPr>
        <w:t>[9]</w:t>
      </w:r>
      <w:r>
        <w:t xml:space="preserve"> and justice is done towards the people by yourself, your own family and those whom you favor among your subjects. For if you do not do so, you have worked wrong. And as for him who wrongs the servants of God, God is his adversary, not to speak of His servants. God renders null and void the argument of whosoever contends with Him. Such a one will be God's enemy until he desists or repents. Nothing is more conducive to the removal of God's blessing and the </w:t>
      </w:r>
      <w:r>
        <w:lastRenderedPageBreak/>
        <w:t xml:space="preserve">hastening of His vengeance than to continue in wrongdoing, for God harkens to the call of the oppressed and He is ever on the watch against the wrongdoers. </w:t>
      </w:r>
      <w:r w:rsidRPr="009C2015">
        <w:rPr>
          <w:rStyle w:val="libFootnotenumChar"/>
        </w:rPr>
        <w:t>[10]</w:t>
      </w:r>
    </w:p>
    <w:p w:rsidR="00922ED1" w:rsidRDefault="00256D63" w:rsidP="00256D63">
      <w:pPr>
        <w:pStyle w:val="libNormal"/>
      </w:pPr>
      <w:r>
        <w:t xml:space="preserve">Let the dearest of your affairs be those which are middlemost in rightfulness, </w:t>
      </w:r>
      <w:r w:rsidRPr="009C2015">
        <w:rPr>
          <w:rStyle w:val="libFootnotenumChar"/>
        </w:rPr>
        <w:t>[11]</w:t>
      </w:r>
      <w:r>
        <w:t xml:space="preserve"> most inclusive in justice and most comprehensive in (establishing) the content of the subjects. For the discontent of the common people invalidates the content of favorites, and the discontent of favorites is pardoned at (the achievement of) the content of the masses. Moreover, none of the subjects is more burdensome upon the ruler in ease and less of a help to him in trial than his favorites. (None are) more disgusted by equity, more importunate in demands, less grateful upon bestowal, slower to pardon (the ruler upon his) withholding (favor) and more deficient in patience at the misfortunes of time than the favorites. Whereas the support of religion, the solidarity of Muslims and preparedness in the face of the enemy lie only with the common people of the community, so let your inclination and affection be toward them. Let the farthest of your subjects from you and the most hateful to you be he who most seeks out the faults of men. For men possess faults, which the ruler more than anyone else should conceal. So do not uncover those of them which are hidden from you, for it is only encumbent upon you to remedy what appears before you. God will judge what is hidden from you. So veil imperfection to the extent you are able; God will veil that of yourself which you would like to have veiled from your subjects. Loose from men the knot of every resentment, sever from yourself the cause of every animosity, and ignore all that which does not become your station. Never hasten to believe the slanderer, for the slanderer is a deceiver, even if he seems to be a sincere advisor.</w:t>
      </w:r>
    </w:p>
    <w:p w:rsidR="00922ED1" w:rsidRDefault="00256D63" w:rsidP="00256D63">
      <w:pPr>
        <w:pStyle w:val="libNormal"/>
      </w:pPr>
      <w:r>
        <w:t xml:space="preserve">Bring not into your consultation a miser, who might turn you away from liberality and promise you poverty; </w:t>
      </w:r>
      <w:r w:rsidRPr="009C2015">
        <w:rPr>
          <w:rStyle w:val="libFootnotenumChar"/>
        </w:rPr>
        <w:t>[12]</w:t>
      </w:r>
      <w:r>
        <w:t xml:space="preserve"> nor a coward, who might enfeeble you in your affairs; nor a greedy man, who might in his lust deck out oppression to you as something fair. Miserliness, cowardliness and greed are diverse temperaments which have in common distrust in God. </w:t>
      </w:r>
      <w:r w:rsidRPr="009C2015">
        <w:rPr>
          <w:rStyle w:val="libFootnotenumChar"/>
        </w:rPr>
        <w:t>[13]</w:t>
      </w:r>
    </w:p>
    <w:p w:rsidR="00922ED1" w:rsidRDefault="00256D63" w:rsidP="00256D63">
      <w:pPr>
        <w:pStyle w:val="libNormal"/>
      </w:pPr>
      <w:r>
        <w:t>Truly the worst of your viziers are those who were the viziers of the evil (rulers) before you and shared with them in their sins. Let them not be among your retinue, for they are aides of the sinners and brothers of the wrongdoers. You will find the best of substitutes for them from among those who possess the like of their ideas and effectiveness but are not encumbranced by the like of their sins and crimes; who have not aided a wrongdoer in his wrongs nor a sinner in his sins. These will be a lighter burden upon yo</w:t>
      </w:r>
      <w:r w:rsidR="001B6A42">
        <w:t xml:space="preserve">u, </w:t>
      </w:r>
      <w:r>
        <w:t xml:space="preserve">a better aid, more inclined toward you in sympathy and less intimate with people other than you. So choose these men as your special companions in privacy and at assemblies. Then let the most influential among them be he who speaks most to you with the bitterness of the truth and supports you least inactivities which God dislikes in His friends, however this strikes your pleasure. Cling to men of piety and veracity. Then accustom them not to lavish praise upon you nor to (try to) gladden you by (attributing to you) a vanity you did not do, </w:t>
      </w:r>
      <w:r w:rsidRPr="009C2015">
        <w:rPr>
          <w:rStyle w:val="libFootnotenumChar"/>
        </w:rPr>
        <w:t>[14]</w:t>
      </w:r>
      <w:r>
        <w:t xml:space="preserve"> for the lavishing of abundant praise causes arrogance and draws (one) close to pride.</w:t>
      </w:r>
    </w:p>
    <w:p w:rsidR="00922ED1" w:rsidRDefault="00256D63" w:rsidP="00256D63">
      <w:pPr>
        <w:pStyle w:val="libNormal"/>
      </w:pPr>
      <w:r>
        <w:lastRenderedPageBreak/>
        <w:t xml:space="preserve">Never let the good-doer and the evil-doer possess an equal station before you, for that would cause the good-doer to abstain from his good-doing and habituate the evil-doer to his evil-doing. Impose upon each of them what he has imposed upon himself. </w:t>
      </w:r>
      <w:r w:rsidRPr="009C2015">
        <w:rPr>
          <w:rStyle w:val="libFootnotenumChar"/>
        </w:rPr>
        <w:t>[15]</w:t>
      </w:r>
    </w:p>
    <w:p w:rsidR="00922ED1" w:rsidRDefault="00256D63" w:rsidP="00256D63">
      <w:pPr>
        <w:pStyle w:val="libNormal"/>
      </w:pPr>
      <w:r>
        <w:t>Know that there is nothing more conducive to the ruler's trusting his subjects than that he be kind towards them, lighten their burdens and abandon coercing them in that in which they possess not the ability. So in this respect you should attain a situation in which you can confidently trust your subjects, for trusting (them) will sever from you lasting strain.</w:t>
      </w:r>
      <w:r w:rsidRPr="009C2015">
        <w:rPr>
          <w:rStyle w:val="libFootnotenumChar"/>
        </w:rPr>
        <w:t>[16]</w:t>
      </w:r>
      <w:r>
        <w:t xml:space="preserve"> And surely he who most deserves your trust is he who has done well when you have tested him, and he who most deserves your mistrust is he who has done badly when you have tested him. Abolish no proper custom (sunnah) which has been acted upon by the leaders of this community, through which harmony has been strengthened and because of which the subjects have prospered. Create no new custom which might in any way prejudice the customs of the past, lest their reward belong to him who originated them, and the burden be upon you to the extent that you have abolished them.</w:t>
      </w:r>
    </w:p>
    <w:p w:rsidR="00256D63" w:rsidRDefault="00256D63" w:rsidP="00256D63">
      <w:pPr>
        <w:pStyle w:val="libNormal"/>
      </w:pPr>
      <w:r>
        <w:t xml:space="preserve">Study much with men of knowledge ('ulama') and converse much with sages (hukama') concerning the consolidation of that which causes the state of your land to prosper and the establishment of that by which the people before you remained strong. </w:t>
      </w:r>
      <w:r w:rsidRPr="009C2015">
        <w:rPr>
          <w:rStyle w:val="libFootnotenumChar"/>
        </w:rPr>
        <w:t>[17]</w:t>
      </w:r>
    </w:p>
    <w:p w:rsidR="00922ED1" w:rsidRPr="00D1636C" w:rsidRDefault="00256D63" w:rsidP="00D1636C">
      <w:pPr>
        <w:pStyle w:val="Heading3Center"/>
      </w:pPr>
      <w:bookmarkStart w:id="36" w:name="_Toc462314938"/>
      <w:r>
        <w:t>Part Three: Concerning the Classes of Me</w:t>
      </w:r>
      <w:r w:rsidRPr="00D1636C">
        <w:t>n</w:t>
      </w:r>
      <w:bookmarkEnd w:id="36"/>
    </w:p>
    <w:p w:rsidR="00922ED1" w:rsidRDefault="00256D63" w:rsidP="00256D63">
      <w:pPr>
        <w:pStyle w:val="libNormal"/>
      </w:pPr>
      <w:r>
        <w:t xml:space="preserve">Know that subjects are of various classes, none of which can be set aright without the others and none of which is independent from the others. Among them are (I.) the soldiers of God, (2.) secretaries for the common people and the people of distinction, </w:t>
      </w:r>
      <w:r w:rsidRPr="009C2015">
        <w:rPr>
          <w:rStyle w:val="libFootnotenumChar"/>
        </w:rPr>
        <w:t>[18]</w:t>
      </w:r>
      <w:r>
        <w:t xml:space="preserve"> executors of justice </w:t>
      </w:r>
      <w:r w:rsidRPr="009C2015">
        <w:rPr>
          <w:rStyle w:val="libFootnotenumChar"/>
        </w:rPr>
        <w:t>[19]</w:t>
      </w:r>
      <w:r>
        <w:t xml:space="preserve"> and administrators of equity and kindness, </w:t>
      </w:r>
      <w:r w:rsidRPr="009C2015">
        <w:rPr>
          <w:rStyle w:val="libFootnotenumChar"/>
        </w:rPr>
        <w:t>[20]</w:t>
      </w:r>
    </w:p>
    <w:p w:rsidR="00922ED1" w:rsidRDefault="00256D63" w:rsidP="00256D63">
      <w:pPr>
        <w:pStyle w:val="libNormal"/>
      </w:pPr>
      <w:r>
        <w:t xml:space="preserve">(3.) payers of jizyah </w:t>
      </w:r>
      <w:r w:rsidRPr="009C2015">
        <w:rPr>
          <w:rStyle w:val="libFootnotenumChar"/>
        </w:rPr>
        <w:t>[21]</w:t>
      </w:r>
      <w:r>
        <w:t xml:space="preserve"> and land tax, namely the people of protective covenants </w:t>
      </w:r>
      <w:r w:rsidRPr="009C2015">
        <w:rPr>
          <w:rStyle w:val="libFootnotenumChar"/>
        </w:rPr>
        <w:t>[22]</w:t>
      </w:r>
      <w:r>
        <w:t xml:space="preserve"> and the Muslims, (4.) merchants and craftsmen and (5.) the lowest class, the needy and wretched. For each of them God has designated a portion, and commensurate with each portion He has established obligatory acts (faridah) in His Book and the Sunnah of His Prophet-may God bless him and his household and give them peace-as a covenant from Him maintained by us. </w:t>
      </w:r>
      <w:r w:rsidRPr="009C2015">
        <w:rPr>
          <w:rStyle w:val="libFootnotenumChar"/>
        </w:rPr>
        <w:t>[23]</w:t>
      </w:r>
    </w:p>
    <w:p w:rsidR="00922ED1" w:rsidRDefault="00256D63" w:rsidP="00256D63">
      <w:pPr>
        <w:pStyle w:val="libNormal"/>
      </w:pPr>
      <w:r>
        <w:t xml:space="preserve">Now soldiers, by the leave of God, are the fortresses of the subjects, the adornment of rulers, the might of religion and the means to security. The subjects have no support but them, and the soldiers in their turn have no support but the land tax which God has extracted for them, (a tax) by which they are given the power to war against their enemy and upon which they depend for that which puts their situation in order and meets their needs. Then these two classes (soldiers and taxpayers) have no support but the third class, the judges, administrators and secretaries, for they draw up contracts, </w:t>
      </w:r>
      <w:r w:rsidRPr="009C2015">
        <w:rPr>
          <w:rStyle w:val="libFootnotenumChar"/>
        </w:rPr>
        <w:t>[24]</w:t>
      </w:r>
      <w:r>
        <w:t xml:space="preserve"> gather yields, and are entrusted with private and public affairs. And all of these have no support but the merchants and craftsmen, through the goods which they bring together and the markets which they set up. They provide for the needs (of the first three classes) by acquiring with their own hands those (goods) to which the resources of others do not attain. Then there is the lowest class, the needy and wretched, those who have the </w:t>
      </w:r>
      <w:r>
        <w:lastRenderedPageBreak/>
        <w:t>right to aid and assistance. With God there is plenty for each (of the classes). Each has a claim upon the ruler to the extent that will set it aright. But the ruler will not truly accomplish what God has enjoined upon him in this respect except by resolutely striving, by recourse to God's help, by reconciling himself to what the truth requires and by being patient in the face of it in what is easy for him or burdensome.</w:t>
      </w:r>
    </w:p>
    <w:p w:rsidR="00922ED1" w:rsidRDefault="00256D63" w:rsidP="00256D63">
      <w:pPr>
        <w:pStyle w:val="libNormal"/>
      </w:pPr>
      <w:r>
        <w:t xml:space="preserve">(I.) Appoint as commander from among your troops that person who is in your sight the most sincere in the way of God and His Prophet and of your Imam, </w:t>
      </w:r>
      <w:r w:rsidRPr="009C2015">
        <w:rPr>
          <w:rStyle w:val="libFootnotenumChar"/>
        </w:rPr>
        <w:t>[25]</w:t>
      </w:r>
      <w:r>
        <w:t xml:space="preserve"> who is purest of heart and most outstanding in intelligence, who is slow to anger, relieved to pardon, gentle to the weak and harsh with the strong and who is not stirred to action by severity nor held back by incapacity.</w:t>
      </w:r>
    </w:p>
    <w:p w:rsidR="00922ED1" w:rsidRDefault="00256D63" w:rsidP="00256D63">
      <w:pPr>
        <w:pStyle w:val="libNormal"/>
      </w:pPr>
      <w:r>
        <w:t>Then hold fast to men of noble descent and those of righteous families and good precedents, then to men of bravery, courage, generosity and magnanimity, for they are encompassed by nobility an</w:t>
      </w:r>
      <w:r w:rsidR="001B6A42">
        <w:t xml:space="preserve">d </w:t>
      </w:r>
      <w:r>
        <w:t>embraced by honor.</w:t>
      </w:r>
    </w:p>
    <w:p w:rsidR="00922ED1" w:rsidRDefault="00256D63" w:rsidP="00256D63">
      <w:pPr>
        <w:pStyle w:val="libNormal"/>
      </w:pPr>
      <w:r>
        <w:t xml:space="preserve">Then inspect the affairs of the soldiers </w:t>
      </w:r>
      <w:r w:rsidRPr="009C2015">
        <w:rPr>
          <w:rStyle w:val="libFootnotenumChar"/>
        </w:rPr>
        <w:t>[26]</w:t>
      </w:r>
      <w:r>
        <w:t xml:space="preserve"> as parents inspect their own child. Never let anything through which you have strengthened them distress you, and disdain not a kindness you have undertaken for them, even if it be small, for it will invite them to counsel you sincerely and trust you. Do not leave aside the examination of their minor affairs while depending upon (the examination of) the great, for there is a place where they will profit from a trifling kindness, and an occasion in which they cannot do without the great.</w:t>
      </w:r>
    </w:p>
    <w:p w:rsidR="00922ED1" w:rsidRDefault="00256D63" w:rsidP="00256D63">
      <w:pPr>
        <w:pStyle w:val="libNormal"/>
      </w:pPr>
      <w:r>
        <w:t xml:space="preserve">Among the chiefs of your army favor most him who assists the soldiers with his aid and bestows upon them what is at his disposal to the extent that suffices both them and the members of their families left behind. </w:t>
      </w:r>
      <w:r w:rsidRPr="009C2015">
        <w:rPr>
          <w:rStyle w:val="libFootnotenumChar"/>
        </w:rPr>
        <w:t>[27]</w:t>
      </w:r>
      <w:r>
        <w:t xml:space="preserve"> Then their concern in battle with the enemy will be a single concern, for your kind inclination toward them will incline their hearts to you. </w:t>
      </w:r>
      <w:r w:rsidRPr="009C2015">
        <w:rPr>
          <w:rStyle w:val="libFootnotenumChar"/>
        </w:rPr>
        <w:t>[28]</w:t>
      </w:r>
      <w:r>
        <w:t xml:space="preserve"> Verily the foremost delight of the eye for rulers is the establishment of justice in the land and the appearance of love for them among the subjects. </w:t>
      </w:r>
      <w:r w:rsidRPr="009C2015">
        <w:rPr>
          <w:rStyle w:val="libFootnotenumChar"/>
        </w:rPr>
        <w:t>[29]</w:t>
      </w:r>
      <w:r>
        <w:t xml:space="preserve"> But surely the subjects' love will not appear without the well-being of their breasts, and their sincerity (toward rulers) will not become free from blemishes unless they watch over their rulers, find their governments of little burden and cease to hope that their period (of rule) will soon come to an end. Therefore let their hopes be expanded, and persist in praising them warmly and taking into account the (good) accomplishments of everyone among them who has accomplished, for frequent mention of their good deeds will encourage the bold and rouse the indolent, God willing.</w:t>
      </w:r>
    </w:p>
    <w:p w:rsidR="00922ED1" w:rsidRDefault="00256D63" w:rsidP="00256D63">
      <w:pPr>
        <w:pStyle w:val="libNormal"/>
      </w:pPr>
      <w:r>
        <w:t>Then recognize in every man that which he has accomplished, attribute not one man's accomplishment to another and fall not short (of attributing) to him the full extent of his accomplishment. Let not a man's eminence invite you to consider as great an accomplishment which was small, nor a man's lowliness to consider as small an accomplishment which was great.</w:t>
      </w:r>
    </w:p>
    <w:p w:rsidR="00922ED1" w:rsidRDefault="00256D63" w:rsidP="00256D63">
      <w:pPr>
        <w:pStyle w:val="libNormal"/>
      </w:pPr>
      <w:r>
        <w:t xml:space="preserve">Refer to God and His Messenger any concerns which distress you and any matters which are obscure for you, for God-high be He exalted-has said to a people whom He desired to guide, "O believers, obey God, and obey the Messenger and those in authority among you. If you should quarrel on anything, refer it to God and the Messenger" (IV, 59). To refer to God is to </w:t>
      </w:r>
      <w:r>
        <w:lastRenderedPageBreak/>
        <w:t>adhere to the clea</w:t>
      </w:r>
      <w:r w:rsidR="001B6A42">
        <w:t xml:space="preserve">r </w:t>
      </w:r>
      <w:r>
        <w:t xml:space="preserve">text of His Book, </w:t>
      </w:r>
      <w:r w:rsidRPr="009C2015">
        <w:rPr>
          <w:rStyle w:val="libFootnotenumChar"/>
        </w:rPr>
        <w:t>[30]</w:t>
      </w:r>
      <w:r>
        <w:t xml:space="preserve"> while to refer to the Prophet is t</w:t>
      </w:r>
      <w:r w:rsidR="001B6A42">
        <w:t xml:space="preserve">o </w:t>
      </w:r>
      <w:r>
        <w:t xml:space="preserve">adhere to his uniting (al-jami'ah) Sunnah, not the dividing (al-mufarriq). </w:t>
      </w:r>
      <w:r w:rsidRPr="009C2015">
        <w:rPr>
          <w:rStyle w:val="libFootnotenumChar"/>
        </w:rPr>
        <w:t>[31]</w:t>
      </w:r>
    </w:p>
    <w:p w:rsidR="00922ED1" w:rsidRDefault="00256D63" w:rsidP="00256D63">
      <w:pPr>
        <w:pStyle w:val="libNormal"/>
      </w:pPr>
      <w:r>
        <w:t xml:space="preserve">(2a.) Then choose to judge (al-hukm) among men him who in your sight is the most excellent of subjects, i.e., one who is not beleaguered by (complex) affairs, who is not rendered ill-tempered by the litigants, </w:t>
      </w:r>
      <w:r w:rsidRPr="009C2015">
        <w:rPr>
          <w:rStyle w:val="libFootnotenumChar"/>
        </w:rPr>
        <w:t>[32]</w:t>
      </w:r>
      <w:r>
        <w:t xml:space="preserve"> who does not persist in error, who is not distressed by returning to the truth when he recognizes it, whose soul does not descend to any kind of greed, who is not satisfied with an inferior understanding (of a thing) short of the more thorough, who hesitates most in (acting in the face of) obscurities, who adheres most to arguments, who is the least to become annoyed at the petition of the litigants, who is the most patient (in waiting) for the facts to become clear and who is the firmest when the verdict has become manifest; a man who does not become conceited when praise is lavished upon him and who is not attracted by temptation. But such (men) are rare.</w:t>
      </w:r>
    </w:p>
    <w:p w:rsidR="00922ED1" w:rsidRDefault="00256D63" w:rsidP="00256D63">
      <w:pPr>
        <w:pStyle w:val="libNormal"/>
      </w:pPr>
      <w:r>
        <w:t xml:space="preserve">Thereupon investigate frequently his execution of the law (qada') and grant generously to him that which will eliminate his lacks and through which his need for men will decrease. Bestow upon him that station near to you to which none of your other favorites may aspire, that by it he may be secure from (character) assassination before you by men of importance. </w:t>
      </w:r>
      <w:r w:rsidRPr="009C2015">
        <w:rPr>
          <w:rStyle w:val="libFootnotenumChar"/>
        </w:rPr>
        <w:t>[33]</w:t>
      </w:r>
      <w:r>
        <w:t xml:space="preserve"> (In sum) study that (i.e., the selection of judges) with thorough consideration, for this religion was prisoner in the hands of the wicked, who acted with it out of caprice and used it to seek (the pleasures of) the present world. </w:t>
      </w:r>
      <w:r w:rsidRPr="009C2015">
        <w:rPr>
          <w:rStyle w:val="libFootnotenumChar"/>
        </w:rPr>
        <w:t>[34]</w:t>
      </w:r>
    </w:p>
    <w:p w:rsidR="00922ED1" w:rsidRDefault="00256D63" w:rsidP="00256D63">
      <w:pPr>
        <w:pStyle w:val="libNormal"/>
      </w:pPr>
      <w:r>
        <w:t xml:space="preserve">(2b.) Then look into the affairs of your administrators. Employ them (only after) having tested (them) and appoint them not with favoritism or arbitrariness, for these two (attributes) embrace different kinds of oppression and treachery. </w:t>
      </w:r>
      <w:r w:rsidRPr="009C2015">
        <w:rPr>
          <w:rStyle w:val="libFootnotenumChar"/>
        </w:rPr>
        <w:t>[35]</w:t>
      </w:r>
      <w:r>
        <w:t xml:space="preserve"> Among them look for people of experience and modesty </w:t>
      </w:r>
      <w:r w:rsidRPr="009C2015">
        <w:rPr>
          <w:rStyle w:val="libFootnotenumChar"/>
        </w:rPr>
        <w:t>[36]</w:t>
      </w:r>
      <w:r>
        <w:t xml:space="preserve"> from righteous families foremost in Islam, </w:t>
      </w:r>
      <w:r w:rsidRPr="009C2015">
        <w:rPr>
          <w:rStyle w:val="libFootnotenumChar"/>
        </w:rPr>
        <w:t>[37]</w:t>
      </w:r>
      <w:r>
        <w:t xml:space="preserve"> for they are nobler in moral qualities, more genuine in dignity and less concerned with ambitious designs, and they perceive more penetratingly the consequences of affairs. Then bestow provisions upon them liberally, for that will empower them to set themselves aright and to dispense with consuming what is under their authority; and it is an argument against them if they should disobey your command or sully your trust.</w:t>
      </w:r>
    </w:p>
    <w:p w:rsidR="00922ED1" w:rsidRDefault="00256D63" w:rsidP="00256D63">
      <w:pPr>
        <w:pStyle w:val="libNormal"/>
      </w:pPr>
      <w:r>
        <w:t>Then investigate their actions. Despatch truthful and loyal observers (to watch) over them, for your investigation of thei</w:t>
      </w:r>
      <w:r w:rsidR="001B6A42">
        <w:t xml:space="preserve">r </w:t>
      </w:r>
      <w:r>
        <w:t>affairs in secret will incite them to carry out their trust faithfully and to act kindly toward the subjects. Be heedful of aides. If one of them should extend his hand in a treacherous act, concerning which the intelligence received against him from your observers concurs, and if you are satisfied with that as a witness, subject him to corporeal punishment and seize him for what befell from his action. Then install him in a position of degradation, brand him with treachery and gird him with the shame of accusation.</w:t>
      </w:r>
    </w:p>
    <w:p w:rsidR="00922ED1" w:rsidRDefault="00256D63" w:rsidP="00256D63">
      <w:pPr>
        <w:pStyle w:val="libNormal"/>
      </w:pPr>
      <w:r>
        <w:t xml:space="preserve">(3.) Investigate the situation of the land tax in a manner that will rectify the state of those who pay it, for in the correctness of the land tax and the welfare of the taxpayers is the welfare of others. The welfare of others will not be achieved except through them, for the people, all of them, are dependent upon the land tax and those who pay it. Let your care for the </w:t>
      </w:r>
      <w:r>
        <w:lastRenderedPageBreak/>
        <w:t>prosperity of the earth be deeper than your care for the collecting of land tax, for it will not be gathered except in prosperity. Whoever exacts land tax without prosperity has desolated the land and destroyed the servants (of God). His affairs will remain in order but briefly.</w:t>
      </w:r>
    </w:p>
    <w:p w:rsidR="00922ED1" w:rsidRDefault="00256D63" w:rsidP="00256D63">
      <w:pPr>
        <w:pStyle w:val="libNormal"/>
      </w:pPr>
      <w:r>
        <w:t xml:space="preserve">So if your subjects complain of burden, </w:t>
      </w:r>
      <w:r w:rsidRPr="009C2015">
        <w:rPr>
          <w:rStyle w:val="libFootnotenumChar"/>
        </w:rPr>
        <w:t>[38]</w:t>
      </w:r>
      <w:r>
        <w:t xml:space="preserve"> of blight, of the cutting off of irrigation water, of lack of rain, or of the transformation of the earth through its being inundated by a flood or ruined by drought, lighten (their burden) to the extent you wish their affairs to be rectified. And let not anything by which you have lightened their burden weigh heavily against you, for it is a store which they will return to you by bringing about prosperity in your land and embellishing your rule. You will gain their fairest praise and pride yourself at the spreading forth of justice among them. You will be able to depend upon the increase in their strength (resulting) from what you stored away with them when you gave them ease; and upon their trust, since you accustomed them to your justice toward them through your kindness to them. Then perhaps matters will arise which afterwards they will under take gladly if in these you depend upon them, for prosperity will carry that with which you burden it. Truly the destruction of the earth only results from the destitution of its inhabitants, and its inhabitants become destitute only when rulers concern themselves with amassing (wealth), when they have misgivings about the endurance (of their own rule) </w:t>
      </w:r>
      <w:r w:rsidRPr="009C2015">
        <w:rPr>
          <w:rStyle w:val="libFootnotenumChar"/>
        </w:rPr>
        <w:t>[39]</w:t>
      </w:r>
      <w:r>
        <w:t xml:space="preserve"> and when they profit little from warning examples.</w:t>
      </w:r>
    </w:p>
    <w:p w:rsidR="00922ED1" w:rsidRDefault="00256D63" w:rsidP="00D1636C">
      <w:pPr>
        <w:pStyle w:val="libNormal"/>
      </w:pPr>
      <w:r>
        <w:t>(2c.) Then examine the state of your secretaries and put the best</w:t>
      </w:r>
      <w:r w:rsidR="00D1636C">
        <w:t xml:space="preserve"> </w:t>
      </w:r>
      <w:r>
        <w:t xml:space="preserve">of them in charge of your affairs. </w:t>
      </w:r>
      <w:r w:rsidRPr="009C2015">
        <w:rPr>
          <w:rStyle w:val="libFootnotenumChar"/>
        </w:rPr>
        <w:t>[40]</w:t>
      </w:r>
      <w:r>
        <w:t xml:space="preserve"> Assign those of your letters in which you insert your strategems and secrets to him among them most generously endowed with the aspects of righteous moral qualities, a person whom high estate does not make reckless, that because of it he might be so bold as to oppose you in the presence of an assembly. (He should be someone) whom negligence will not hinder from delivering to you the letters of your administrators, nor from issuing their answers properly for you in that which he takes for you and bestows in your stead; a person who will not weaken a contract which he binds for you, nor will he be incapable of dissolving what has been contracted to your loss; a man who is not ignorant of the extent of his own value in affairs, for he who is ignorant of his own value is even more ignorant of the value of others.</w:t>
      </w:r>
    </w:p>
    <w:p w:rsidR="00922ED1" w:rsidRDefault="00256D63" w:rsidP="00256D63">
      <w:pPr>
        <w:pStyle w:val="libNormal"/>
      </w:pPr>
      <w:r>
        <w:t>Let not your choosing of them be in accordance with your own discernment, confidence and good opinion, for men make themselves known to the discernment of rulers by dissimulating and serving them well, even though beyond this there may be nothing of sincere counsel and loyalty. Rather examine them in that with which they were entrusted by the righteous before you. Depend upon him who has left the fairest impression upon the common people and whose countenance is best known for trustworthiness. This will be proof of your sincerity toward God and toward him whose affair has been entrusted to you.</w:t>
      </w:r>
    </w:p>
    <w:p w:rsidR="00922ED1" w:rsidRDefault="00256D63" w:rsidP="00256D63">
      <w:pPr>
        <w:pStyle w:val="libNormal"/>
      </w:pPr>
      <w:r>
        <w:t xml:space="preserve">Appoint to the head of each of your concerns a chief from among these men, (a person) who is neither overpowered when these concerns are great nor disturbed when they are many. Whatever fault of your secretaries you overlook will come to be attached to you. (4.) Then make merchants and </w:t>
      </w:r>
      <w:r>
        <w:lastRenderedPageBreak/>
        <w:t xml:space="preserve">craftsmen-those who are permanently fixed, those who move about with their wares and those who profit from (the labor of) their own body </w:t>
      </w:r>
      <w:r w:rsidRPr="009C2015">
        <w:rPr>
          <w:rStyle w:val="libFootnotenumChar"/>
        </w:rPr>
        <w:t>[41]</w:t>
      </w:r>
      <w:r>
        <w:t xml:space="preserve">-your own concern, and urge others to do so, </w:t>
      </w:r>
      <w:r w:rsidRPr="009C2015">
        <w:rPr>
          <w:rStyle w:val="libFootnotenumChar"/>
        </w:rPr>
        <w:t>[42]</w:t>
      </w:r>
      <w:r>
        <w:t xml:space="preserve"> for they are the bases of benefits and the means of attaining conveniences. They bring (benefits and conveniences) from remote and inaccessible places in the land, sea, plains and mountains, and from places where men neither gather together nor dare to go. (The merchants and craftsmen) are a gentleness from which there is no fear of calamity and a pacifity from which there is no worry of disruption. </w:t>
      </w:r>
      <w:r w:rsidRPr="009C2015">
        <w:rPr>
          <w:rStyle w:val="libFootnotenumChar"/>
        </w:rPr>
        <w:t>[43]</w:t>
      </w:r>
      <w:r>
        <w:t xml:space="preserve"> Examine their affairs in your presence and in every corner of your land.</w:t>
      </w:r>
    </w:p>
    <w:p w:rsidR="00922ED1" w:rsidRDefault="00256D63" w:rsidP="00256D63">
      <w:pPr>
        <w:pStyle w:val="libNormal"/>
      </w:pPr>
      <w:r>
        <w:t xml:space="preserve">But know, nevertheless, that in many of them is shameful miserliness, detestable avarice, hoarding of benefits and arbitrariness in sales. This is a source of loss to all and a stain upon rulers. So prohibit hoarding (ihtikar), for the Messenger of God-may God bless him and his household and give them peace-prohibited it. </w:t>
      </w:r>
      <w:r w:rsidRPr="009C2015">
        <w:rPr>
          <w:rStyle w:val="libFootnotenumChar"/>
        </w:rPr>
        <w:t>[44]</w:t>
      </w:r>
      <w:r>
        <w:t xml:space="preserve"> Let selling be an openhanded selling, with justly balanced scales and prices which do not prejudice either party, buyer or seller. </w:t>
      </w:r>
      <w:r w:rsidRPr="009C2015">
        <w:rPr>
          <w:rStyle w:val="libFootnotenumChar"/>
        </w:rPr>
        <w:t>[45]</w:t>
      </w:r>
      <w:r>
        <w:t xml:space="preserve"> As for him who lets himself be tempted to hoard after you have forbidden him (to do so), make an example of him and punish him, but not excessively.</w:t>
      </w:r>
    </w:p>
    <w:p w:rsidR="00922ED1" w:rsidRDefault="00256D63" w:rsidP="00256D63">
      <w:pPr>
        <w:pStyle w:val="libNormal"/>
      </w:pPr>
      <w:r>
        <w:t xml:space="preserve">(5.) Then (fear) God, (fear) God regarding the lowest class, the wretched, needy, suffering and disabled who have no means at their disposal, for in this class there is he who begs and he who is needy (but does not beg). Be heedful for God's sake of those rights of theirs which He has entrusted to you. Set aside for them a share of your treasury (bayt al-mal) and in every town a share of the produce of the lands of Islam taken as booty (sawafi al-islam), </w:t>
      </w:r>
      <w:r w:rsidRPr="009C2015">
        <w:rPr>
          <w:rStyle w:val="libFootnotenumChar"/>
        </w:rPr>
        <w:t>[46]</w:t>
      </w:r>
      <w:r>
        <w:t xml:space="preserve"> for to the farthest away of them belongs the equivalent of what belongs to the nearest. </w:t>
      </w:r>
      <w:r w:rsidRPr="009C2015">
        <w:rPr>
          <w:rStyle w:val="libFootnotenumChar"/>
        </w:rPr>
        <w:t>[47]</w:t>
      </w:r>
      <w:r>
        <w:t xml:space="preserve"> You are bound to observe the right of each of them, so be not distracted from them by arrogance, for you will not be excused if, to attend to the very important affair, you neglect the trifling, So avert not your solicitude from them and turn not your face away from them in contempt.</w:t>
      </w:r>
    </w:p>
    <w:p w:rsidR="00922ED1" w:rsidRDefault="00256D63" w:rsidP="00256D63">
      <w:pPr>
        <w:pStyle w:val="libNormal"/>
      </w:pPr>
      <w:r>
        <w:t xml:space="preserve">Investigate the affairs of those (of the lowest class) who are unable to gain access to you, those upon whom eyes disdain to gaze and whom men regard with scorn. Appoint to attend exclusively to them a person whom you trust from among the god fearing and humble, and let him submit to you their affairs. Then act toward them in a manner that will absolve you before God on the day that you meet Him. </w:t>
      </w:r>
      <w:r w:rsidRPr="009C2015">
        <w:rPr>
          <w:rStyle w:val="libFootnotenumChar"/>
        </w:rPr>
        <w:t>[48]</w:t>
      </w:r>
      <w:r>
        <w:t xml:space="preserve"> For among the subjects these are more in need of equity than others. In the case of each of them prepare your excuse with God by accomplishing for him his rightfully due (al-haqq). Take upon yourself the upkeep of the orphans and aged from among those who have no means at their disposal and do not exert themselves in begging. (All of) this is a heavy burden upon rulers. The truth (al-haqq), all of it, is a heavy burden. But God may lighten it for people who seek the final end, who admonish their souls to be patient and trust in the truth of God's promise to them.</w:t>
      </w:r>
    </w:p>
    <w:p w:rsidR="00922ED1" w:rsidRPr="00D1636C" w:rsidRDefault="00256D63" w:rsidP="00D1636C">
      <w:pPr>
        <w:pStyle w:val="Heading3Center"/>
      </w:pPr>
      <w:bookmarkStart w:id="37" w:name="_Toc462314939"/>
      <w:r>
        <w:t>Part Four: Commands and Prohibitions in Malik al-Ashtar's Best Interes</w:t>
      </w:r>
      <w:r w:rsidRPr="00D1636C">
        <w:t>t</w:t>
      </w:r>
      <w:bookmarkEnd w:id="37"/>
    </w:p>
    <w:p w:rsidR="00922ED1" w:rsidRDefault="00256D63" w:rsidP="00256D63">
      <w:pPr>
        <w:pStyle w:val="libNormal"/>
      </w:pPr>
      <w:r>
        <w:lastRenderedPageBreak/>
        <w:t>Set aside for those who have requests (hajat) from you a portion (of your time) in which you yourself are free to (attend) to them. Hold an open audience for them and therein be humble before God who created you. Keep the soldiers and aides who are your bodyguards and police away from them so that their spokesman may address you without stammering (in fear), for I heard the Messenger of God-may God bless him and his household and give them peace-say not (only) on one occasion, "No community shall be sanctified within which the rightfully due of the weak may not be taken from the strong without stammering (by the weak)". Furthermore suffer them to be coarse and faltering of speech and become not annoyed and angry with them. For that God will outspread the wings of His mercy over you and make binding for you the reward of having obeyed Him. Bestow what you bestow in a pleasant manner and refrain (from granting requests when you must) gracefully and while asking pardon.</w:t>
      </w:r>
    </w:p>
    <w:p w:rsidR="00922ED1" w:rsidRDefault="00256D63" w:rsidP="00256D63">
      <w:pPr>
        <w:pStyle w:val="libNormal"/>
      </w:pPr>
      <w:r>
        <w:t xml:space="preserve">Then there are certain of your affairs which you must take in hand personally. Among them is giving an ear to your administrators when your secretaries have been unable to find the correct solution, and among them is attending to the requests of men when presented to you because the breasts of your aides have been straitened by them. </w:t>
      </w:r>
      <w:r w:rsidRPr="009C2015">
        <w:rPr>
          <w:rStyle w:val="libFootnotenumChar"/>
        </w:rPr>
        <w:t>[49]</w:t>
      </w:r>
    </w:p>
    <w:p w:rsidR="00922ED1" w:rsidRDefault="00256D63" w:rsidP="00256D63">
      <w:pPr>
        <w:pStyle w:val="libNormal"/>
      </w:pPr>
      <w:r>
        <w:t xml:space="preserve">Each day perform the work of that day, for to each belongs what is proper to it. Set aside for yourself in what is between you and God the most excellent of these hours and the fullest of these portions, even though all of them belong to God if in them your intention is correct and because of them the subjects remain secure. In making your religion sincerely God's perform especially His obligations (fara'id), </w:t>
      </w:r>
      <w:r w:rsidRPr="009C2015">
        <w:rPr>
          <w:rStyle w:val="libFootnotenumChar"/>
        </w:rPr>
        <w:t>[50]</w:t>
      </w:r>
      <w:r>
        <w:t xml:space="preserve"> which pertain only to Him. So give to God of your body in your night and your day, and complete in a perfect manner, neither defectively nor deficiently, what brings you near to God, no matter what may befall your body (as a result). </w:t>
      </w:r>
      <w:r w:rsidRPr="009C2015">
        <w:rPr>
          <w:rStyle w:val="libFootnotenumChar"/>
        </w:rPr>
        <w:t>[51]</w:t>
      </w:r>
    </w:p>
    <w:p w:rsidR="00922ED1" w:rsidRDefault="00256D63" w:rsidP="00256D63">
      <w:pPr>
        <w:pStyle w:val="libNormal"/>
      </w:pPr>
      <w:r>
        <w:t>When you stand to lead men in the canonical prayers, neither drive (them) away (by praying too lengthily) nor mar (the prayer by performing it too quickly or faultily), for among men there are some who are ill and others who are needy. I asked the Messenger of God-may God bless him and his household and give the</w:t>
      </w:r>
      <w:r w:rsidR="001B6A42">
        <w:t xml:space="preserve">m </w:t>
      </w:r>
      <w:r>
        <w:t>peace-when he sent me to the Yemen, "How shall I lead them in prayer ?" He said, "Lead them in prayer as the weakest of them prays, and be merciful to the believers."</w:t>
      </w:r>
    </w:p>
    <w:p w:rsidR="00922ED1" w:rsidRDefault="00256D63" w:rsidP="00256D63">
      <w:pPr>
        <w:pStyle w:val="libNormal"/>
      </w:pPr>
      <w:r>
        <w:t>Furthermore, prolong not your seclusion (ihtijab) from your subjects, for rulers' seclusion from subjects is a kind of constraint and (results in) a lack of knowledge of affairs. Seclusion from them cuts rulers off from the knowledge of that from which they have been secluded. Then the great appears to them as small and the small as great. The beautiful appears as ugly and the ugly as beautiful. And the truth becomes stained with falsehood. The ruler is only a man. He does not know the affairs which men hide from him. There are no marks upon the truth by which the various kinds of veracity might be distinguished from falsehood.</w:t>
      </w:r>
    </w:p>
    <w:p w:rsidR="00922ED1" w:rsidRDefault="00256D63" w:rsidP="00256D63">
      <w:pPr>
        <w:pStyle w:val="libNormal"/>
      </w:pPr>
      <w:r>
        <w:t xml:space="preserve">Again, you are one of only two men: either you give generously in the way of the truth-then why seclude yourself from carrying out a valid obligation or performing a noble deed ? Or else you are afflicted by niggardliness-then how quickly will men refrain from petitioning you when </w:t>
      </w:r>
      <w:r>
        <w:lastRenderedPageBreak/>
        <w:t>they despair of your generosityl Moreover, most requests men present to you are those which impose no burden upon you, such as a complaint against a wrong or the seeking of equity in a transaction.</w:t>
      </w:r>
    </w:p>
    <w:p w:rsidR="00922ED1" w:rsidRDefault="00256D63" w:rsidP="00256D63">
      <w:pPr>
        <w:pStyle w:val="libNormal"/>
      </w:pPr>
      <w:r>
        <w:t xml:space="preserve">Then surely the ruler has favorites and intimates, among whom there is a certain arrogation, transgression and lack of equity in transactions. Remove the substance of these (qualities) by cutting off the means of obtaining these situations. Bestow no fiefs upon any of your entourage or relatives, nor let them covet from you the acquisition of a landed estate </w:t>
      </w:r>
      <w:r w:rsidRPr="009C2015">
        <w:rPr>
          <w:rStyle w:val="libFootnotenumChar"/>
        </w:rPr>
        <w:t>[52]</w:t>
      </w:r>
      <w:r>
        <w:t xml:space="preserve"> which would bring loss to the people bordering upon it in (terms of) a water supply or a common undertaking, the burden of which would be imposed upon them. </w:t>
      </w:r>
      <w:r w:rsidRPr="009C2015">
        <w:rPr>
          <w:rStyle w:val="libFootnotenumChar"/>
        </w:rPr>
        <w:t>[53]</w:t>
      </w:r>
      <w:r>
        <w:t xml:space="preserve"> Its benefit would be for those (who acquired the fiefs) and not for you, and its fault would be upon you in this world and the next.</w:t>
      </w:r>
    </w:p>
    <w:p w:rsidR="00922ED1" w:rsidRDefault="00256D63" w:rsidP="00256D63">
      <w:pPr>
        <w:pStyle w:val="libNormal"/>
      </w:pPr>
      <w:r>
        <w:t xml:space="preserve">Impose the right (al-haqq) upon whomsoever it is encumbent, whether he be related to you or not. </w:t>
      </w:r>
      <w:r w:rsidRPr="009C2015">
        <w:rPr>
          <w:rStyle w:val="libFootnotenumChar"/>
        </w:rPr>
        <w:t>[54]</w:t>
      </w:r>
      <w:r>
        <w:t xml:space="preserve"> Be patient in this and look to your (ultimate) account (muhtasib), </w:t>
      </w:r>
      <w:r w:rsidRPr="009C2015">
        <w:rPr>
          <w:rStyle w:val="libFootnotenumChar"/>
        </w:rPr>
        <w:t>[55]</w:t>
      </w:r>
      <w:r>
        <w:t xml:space="preserve"> however this may effect your relatives and favorites. Desire she ultimate end in that of it (imposing the right) which weighs heavily against you, for its outcome will be praiseworthy.</w:t>
      </w:r>
    </w:p>
    <w:p w:rsidR="00922ED1" w:rsidRDefault="00256D63" w:rsidP="00256D63">
      <w:pPr>
        <w:pStyle w:val="libNormal"/>
      </w:pPr>
      <w:r>
        <w:t>If any of your subjects should suspect you of an injustice, explain to them your justification. By your explanation turn thei</w:t>
      </w:r>
      <w:r w:rsidR="001B6A42">
        <w:t xml:space="preserve">r </w:t>
      </w:r>
      <w:r>
        <w:t>suspicions away from yourself. Thereby you train your soul (nafs), act kindly to your subjects and justify (yourself) in a manner to attain your need, i.e., setting them in the way of the truth.</w:t>
      </w:r>
    </w:p>
    <w:p w:rsidR="00922ED1" w:rsidRDefault="00256D63" w:rsidP="00256D63">
      <w:pPr>
        <w:pStyle w:val="libNormal"/>
      </w:pPr>
      <w:r>
        <w:t>Never reject a peace to which your enemy calls you and in which is God's pleasure, for in peace there is ease for your soldiers, relaxation from your cares and security for your land. But be cautious, very cautious, with your enemy after (having made) peace with him, for the enemy may have drawn near in order to take advantage of (your) negligence. Therefore be prudent and have doubts about trusting your enemy in this (matter).</w:t>
      </w:r>
    </w:p>
    <w:p w:rsidR="00922ED1" w:rsidRDefault="00256D63" w:rsidP="00256D63">
      <w:pPr>
        <w:pStyle w:val="libNormal"/>
      </w:pPr>
      <w:r>
        <w:t xml:space="preserve">If you bind an agreement between yourself and your enemy or cloth him in a protective covenant (dhimmah), guard your agreement in good faith and tend to your covenant with fidelity. Make of yourself a shield before what you have granted, </w:t>
      </w:r>
      <w:r w:rsidRPr="009C2015">
        <w:rPr>
          <w:rStyle w:val="libFootnotenumChar"/>
        </w:rPr>
        <w:t>[56]</w:t>
      </w:r>
      <w:r>
        <w:t xml:space="preserve"> for men do not unite more firmly in any of the obligations (imposed upon them) by God than in attaching importance to fidelity in agreements, </w:t>
      </w:r>
      <w:r w:rsidRPr="009C2015">
        <w:rPr>
          <w:rStyle w:val="libFootnotenumChar"/>
        </w:rPr>
        <w:t>[57]</w:t>
      </w:r>
      <w:r>
        <w:t xml:space="preserve"> despite the division among their sects and the diversity of their opinions. The idolators (al-mushrikun) had already adhered to that (honoring agreements) among themselves before the Muslims, by reason of the evil consequences of treachery that they had seen. So never betray your protective covenant, never break your agreement and never deceive your enemy, for none is audacious before God but a wretched fool. God has made His agreement and His protective covenant a security which He has spread among the servants by His mercy, and a sanctuary in whose impregnability they may rest and in whose proximity they may spread forth. </w:t>
      </w:r>
      <w:r w:rsidRPr="009C2015">
        <w:rPr>
          <w:rStyle w:val="libFootnotenumChar"/>
        </w:rPr>
        <w:t>[58]</w:t>
      </w:r>
      <w:r>
        <w:t xml:space="preserve"> Within it there is no corruption, treachery or deceit.</w:t>
      </w:r>
    </w:p>
    <w:p w:rsidR="00922ED1" w:rsidRDefault="00256D63" w:rsidP="00256D63">
      <w:pPr>
        <w:pStyle w:val="libNormal"/>
      </w:pPr>
      <w:r>
        <w:t xml:space="preserve">Make not an agreement in which you allow deficiencies and rely not upon ambiguity of language </w:t>
      </w:r>
      <w:r w:rsidRPr="009C2015">
        <w:rPr>
          <w:rStyle w:val="libFootnotenumChar"/>
        </w:rPr>
        <w:t>[59]</w:t>
      </w:r>
      <w:r>
        <w:t xml:space="preserve"> after confirmation and finalization (of the agreement). Let not the straitness of an affair in which an agreement before God is binding upon you invite you to seek its abrogation unjustly. For your patience in the straitness of an affair, hoping for its solution and the blessing </w:t>
      </w:r>
      <w:r>
        <w:lastRenderedPageBreak/>
        <w:t>of its outcome, is better than an act of treachery. You would fear the act's consequence and (you would fear) that a liability before God will encompass you, a liability from which you will not be exempted in this world or the next.</w:t>
      </w:r>
    </w:p>
    <w:p w:rsidR="00922ED1" w:rsidRDefault="00256D63" w:rsidP="00256D63">
      <w:pPr>
        <w:pStyle w:val="libNormal"/>
      </w:pPr>
      <w:r>
        <w:t>Beware of blood and spilling it unlawfully, for nothing is more deserving of vengeance (from God), greater in its consequence o</w:t>
      </w:r>
      <w:r w:rsidR="001B6A42">
        <w:t xml:space="preserve">r </w:t>
      </w:r>
      <w:r>
        <w:t xml:space="preserve">more likely to (bring about) a cessation of blessing and the cutting off of (one's appointed) term than shedding blood unjustly. God -glory be to Him-on the Day of Resurrection will begin judgment among His servants over the blood they have spilt. </w:t>
      </w:r>
      <w:r w:rsidRPr="009C2015">
        <w:rPr>
          <w:rStyle w:val="libFootnotenumChar"/>
        </w:rPr>
        <w:t>[60]</w:t>
      </w:r>
      <w:r>
        <w:t xml:space="preserve"> So never strengthen your rule by shedding unlawful blood, for that is among the factors which weaken and enfeeble it, nay, which overthrow and transfer it. You have no excuse before God and before me for intentional killing, for in that there is bodily retaliation. </w:t>
      </w:r>
      <w:r w:rsidRPr="009C2015">
        <w:rPr>
          <w:rStyle w:val="libFootnotenumChar"/>
        </w:rPr>
        <w:t>[61]</w:t>
      </w:r>
      <w:r>
        <w:t xml:space="preserve"> If you are stricken by error, and your whip, your sword or your hand should exceed their bounds in punishment- for in striking with the fists and all that exceeds it there is killing -never let the arrogance of your authority prevent you from paying the relatives of the killed their rightfully due (al-haqq). </w:t>
      </w:r>
      <w:r w:rsidRPr="009C2015">
        <w:rPr>
          <w:rStyle w:val="libFootnotenumChar"/>
        </w:rPr>
        <w:t>[62]</w:t>
      </w:r>
    </w:p>
    <w:p w:rsidR="00922ED1" w:rsidRDefault="00256D63" w:rsidP="00256D63">
      <w:pPr>
        <w:pStyle w:val="libNormal"/>
      </w:pPr>
      <w:r>
        <w:t xml:space="preserve">Beware of being pleased with yourself, </w:t>
      </w:r>
      <w:r w:rsidRPr="009C2015">
        <w:rPr>
          <w:rStyle w:val="libFootnotenumChar"/>
        </w:rPr>
        <w:t>[63]</w:t>
      </w:r>
      <w:r>
        <w:t xml:space="preserve"> of reliance upon that of yourself which pleases you and of the love of lavish praise, for these are among Satan's surest opportunities to efface what there might be of the good-doers' good-doing.</w:t>
      </w:r>
    </w:p>
    <w:p w:rsidR="00922ED1" w:rsidRDefault="00256D63" w:rsidP="00256D63">
      <w:pPr>
        <w:pStyle w:val="libNormal"/>
      </w:pPr>
      <w:r>
        <w:t xml:space="preserve">Beware of reproaching (mann) your subjects in your good-doing (for their insufficient acknowledgment of their debt to you), of overstating the deeds you have done and of making promises to them followed by non-observance. For reproach voids good- doing, </w:t>
      </w:r>
      <w:r w:rsidRPr="009C2015">
        <w:rPr>
          <w:rStyle w:val="libFootnotenumChar"/>
        </w:rPr>
        <w:t>[64]</w:t>
      </w:r>
      <w:r>
        <w:t xml:space="preserve"> overstatement takes away the light of the truth and non- observance results in the hatred of God and men. God-may He be exalted-has said, "Very hateful is it to God, that you say what you do not" (LXI, 3).</w:t>
      </w:r>
    </w:p>
    <w:p w:rsidR="00922ED1" w:rsidRDefault="00256D63" w:rsidP="00256D63">
      <w:pPr>
        <w:pStyle w:val="libNormal"/>
      </w:pPr>
      <w:r>
        <w:t>Beware of hurrying to (accomplish) affairs before their (proper) time, of neglecting them when they are possible, of stubborn persistence in them when they are impracticable and of weakness in them when they have become clear. So put everything in its place and perform every action at its time.</w:t>
      </w:r>
    </w:p>
    <w:p w:rsidR="00922ED1" w:rsidRDefault="00256D63" w:rsidP="00256D63">
      <w:pPr>
        <w:pStyle w:val="libNormal"/>
      </w:pPr>
      <w:r>
        <w:t xml:space="preserve">Beware of arrogating for yourself that in which men are equal; and of negligence in that which is of concern after it has become manifest to the eyes (of men), for these things will be held against you for (the benefit of) others ; </w:t>
      </w:r>
      <w:r w:rsidRPr="009C2015">
        <w:rPr>
          <w:rStyle w:val="libFootnotenumChar"/>
        </w:rPr>
        <w:t>[65]</w:t>
      </w:r>
      <w:r>
        <w:t xml:space="preserve"> and (beware of negligence) of the fact that little remains until the coverings of affairs are lifted from you and justice is demanded from you for the wronged. </w:t>
      </w:r>
      <w:r w:rsidRPr="009C2015">
        <w:rPr>
          <w:rStyle w:val="libFootnotenumChar"/>
        </w:rPr>
        <w:t>[66]</w:t>
      </w:r>
    </w:p>
    <w:p w:rsidR="00922ED1" w:rsidRDefault="00256D63" w:rsidP="001B6A42">
      <w:pPr>
        <w:pStyle w:val="libNormal"/>
      </w:pPr>
      <w:r>
        <w:t>Control the ardor of your pride, the violence of your strength, the force of your hand and the edge of your tongue. Be on thy guard against all these by restraining impulses and delaying force until your anger has subsided and you have mastered (your own)</w:t>
      </w:r>
      <w:r w:rsidR="001B6A42">
        <w:t xml:space="preserve"> </w:t>
      </w:r>
      <w:r>
        <w:t>power of choice. But you will not gain control over that from your soul until you multiply your concern for remembering the return unto your Lord.</w:t>
      </w:r>
    </w:p>
    <w:p w:rsidR="00922ED1" w:rsidRDefault="00256D63" w:rsidP="00256D63">
      <w:pPr>
        <w:pStyle w:val="libNormal"/>
      </w:pPr>
      <w:r>
        <w:t xml:space="preserve">Encumbent upon you is to recall the just governments, the excellent customs, the Sunnah of our Prophet-may God bless him and his household and give them peace-and the obligations (promulgated) in the Book of God, </w:t>
      </w:r>
      <w:r>
        <w:lastRenderedPageBreak/>
        <w:t xml:space="preserve">which preceded you among those of earlier times. Take as the model for your action what you have observed us to perform of them, and strive to your utmost to follow what I have instructed you in these my instructions. I trust in them to act as my argument against you so that you shall have no cause for your soul's hastening to its caprice. </w:t>
      </w:r>
      <w:r w:rsidRPr="009C2015">
        <w:rPr>
          <w:rStyle w:val="libFootnotenumChar"/>
        </w:rPr>
        <w:t>[67]</w:t>
      </w:r>
    </w:p>
    <w:p w:rsidR="00922ED1" w:rsidRDefault="00256D63" w:rsidP="00256D63">
      <w:pPr>
        <w:pStyle w:val="libNormal"/>
      </w:pPr>
      <w:r>
        <w:t>I ask God by the amplitude of His mercy, and His tremendous power to grant every desire, to bestow upon me and you in that wherein is His pleasure success in presenting Him and His creatures with a clear justification (for our actions). (May He bestow) excellent praise from among His servants, fair influence in the land, completion of blessings and manifold increase in honor. And (I ask) that He seal (the lives of) me and you with felicity (al-sa'adah) and martyrdom (al-shahadah). "Unto Him we are returning" (II, I56). Peace be upon the Messenger of God-may God bless him and his good and pure household and grant them abundant peace. Wa-l-salam.</w:t>
      </w:r>
    </w:p>
    <w:p w:rsidR="00256D63" w:rsidRDefault="00256D63" w:rsidP="00922ED1">
      <w:pPr>
        <w:pStyle w:val="Heading2"/>
      </w:pPr>
      <w:bookmarkStart w:id="38" w:name="_Toc462314940"/>
      <w:r>
        <w:t>Notes:</w:t>
      </w:r>
      <w:bookmarkEnd w:id="38"/>
    </w:p>
    <w:p w:rsidR="00922ED1" w:rsidRDefault="00256D63" w:rsidP="00922ED1">
      <w:pPr>
        <w:pStyle w:val="libFootnote"/>
      </w:pPr>
      <w:r>
        <w:t>[1] See the article "al-Ashtar" in the new Encyclopedia of Islam.  [2]The division into parts and the headings of parts two, three and four are taken from the commentary of Ibn Maytham.</w:t>
      </w:r>
    </w:p>
    <w:p w:rsidR="00922ED1" w:rsidRDefault="00256D63" w:rsidP="00922ED1">
      <w:pPr>
        <w:pStyle w:val="libFootnote"/>
      </w:pPr>
      <w:r>
        <w:t>[3] The land tax (kharaj) was collected on the basis of the land's produce. See the Encyclopedia of Islam (new edition), vol. 3, pp. I030-s6.</w:t>
      </w:r>
    </w:p>
    <w:p w:rsidR="00922ED1" w:rsidRDefault="00256D63" w:rsidP="00922ED1">
      <w:pPr>
        <w:pStyle w:val="libFootnote"/>
      </w:pPr>
      <w:r>
        <w:t>[4] Fara'id wa sunan. The first very often refer to those acts which are commanded by God-such as the five daily prayers, fasting during the month of Ramadan, etc.-in which case they are contrasted with the sunan, meaning the commands of the Prophet, which are divided into the commands he gave orally (qawl), the acts he performed (fi'l) and the acts he allowed others to perform without criticising or protesting (iqrar). Here, however, since both kinds of acts are said to be mentioned in the Quran, the meaning is as translated.</w:t>
      </w:r>
    </w:p>
    <w:p w:rsidR="00922ED1" w:rsidRDefault="00256D63" w:rsidP="00922ED1">
      <w:pPr>
        <w:pStyle w:val="libFootnote"/>
      </w:pPr>
      <w:r>
        <w:t>[5] " 'With his heart', or through firm belief; 'with his hand', or through holy war and exertion in His path; and 'with his tongue', or through speaking the truth, commanding the good and forbidding the evil" (Ibn Abi-l-Hadid, vol. I7, p. 3I)</w:t>
      </w:r>
    </w:p>
    <w:p w:rsidR="00922ED1" w:rsidRDefault="00256D63" w:rsidP="00922ED1">
      <w:pPr>
        <w:pStyle w:val="libFootnote"/>
      </w:pPr>
      <w:r>
        <w:t>[6] Cf. Quran XLVII, 7, "O believers, if you help God, He will help you and confirm your feet", and other similar verses, such as XXII, 40.</w:t>
      </w:r>
    </w:p>
    <w:p w:rsidR="00922ED1" w:rsidRDefault="00256D63" w:rsidP="00922ED1">
      <w:pPr>
        <w:pStyle w:val="libFootnote"/>
      </w:pPr>
      <w:r>
        <w:t>[7] Nearly a direct quotation from Quran XII, 53: "Surely the soul incites to evil, except inasmuch as my Lord has mercy."</w:t>
      </w:r>
    </w:p>
    <w:p w:rsidR="00922ED1" w:rsidRDefault="00256D63" w:rsidP="00922ED1">
      <w:pPr>
        <w:pStyle w:val="libFootnote"/>
      </w:pPr>
      <w:r>
        <w:t>[8] "I.e., oppose Him not through acts of disobedience" (Ibn Abi-l-Hadid, vol I7, p- 33)</w:t>
      </w:r>
    </w:p>
    <w:p w:rsidR="00922ED1" w:rsidRDefault="00256D63" w:rsidP="00922ED1">
      <w:pPr>
        <w:pStyle w:val="libFootnote"/>
      </w:pPr>
      <w:r>
        <w:t>[9] "I.e., Perform for Him the worship which He has made encumbent upon you and the requirements of intelligence and tradition" (Ibn Abi-l-Hadid, vol. I7, p- 35)-</w:t>
      </w:r>
    </w:p>
    <w:p w:rsidR="00922ED1" w:rsidRDefault="00256D63" w:rsidP="00922ED1">
      <w:pPr>
        <w:pStyle w:val="libFootnote"/>
      </w:pPr>
      <w:r>
        <w:t>[10] Cf. Quran LXXXIX, I4: "Surely the Lord is ever on the watch."</w:t>
      </w:r>
    </w:p>
    <w:p w:rsidR="00922ED1" w:rsidRDefault="00256D63" w:rsidP="00922ED1">
      <w:pPr>
        <w:pStyle w:val="libFootnote"/>
      </w:pPr>
      <w:r>
        <w:t>[11] Awsatuha fi-l-haqq, reference to the "golden mean". Here some of the commentators mention Aristotle and refer to such hadiths of the Prophet as "The best of affairs is their middlemost." See for example T. al-Fakiki, al-Ra'i wa-l-ra'iyyah, vol. 2, Najaf, I940, pp. I08-II.</w:t>
      </w:r>
    </w:p>
    <w:p w:rsidR="00922ED1" w:rsidRDefault="00256D63" w:rsidP="00922ED1">
      <w:pPr>
        <w:pStyle w:val="libFootnote"/>
      </w:pPr>
      <w:r>
        <w:t>[12] According to Ibn Abi-l-Hadid, this sentence is based upon the following Quranic verse: "The devil promises you poverty and bids you unto indecency; but God promises you His pardon and His bounty" (II, 268). He explains that the commentators of the Quran say that here "indecency" (al-fahsha') means "miserliness" (al-bukhl), and that the meaning of "promises you poverty" is that he makes you believe you will become poor if you are generous with you</w:t>
      </w:r>
      <w:r w:rsidR="001B6A42">
        <w:t xml:space="preserve">r </w:t>
      </w:r>
      <w:r>
        <w:t>wealth (vol. I7, p. 4I)</w:t>
      </w:r>
    </w:p>
    <w:p w:rsidR="00922ED1" w:rsidRDefault="00256D63" w:rsidP="00922ED1">
      <w:pPr>
        <w:pStyle w:val="libFootnote"/>
      </w:pPr>
      <w:r>
        <w:t xml:space="preserve">[13] Ibn Abi-l-Hadid comments that if man trusts God with certainty and sincerity, he will know that his life-span, his daily provision, his wealth and his poverty are foreordained and that nothing occurs but by God's decree (vol. I7, p. 4I). Ibn Maytham points out that "distrust in God begins with lack of knowledge (marifah) of Him." A person ignorant of His generosity and bounty will not know that He rewards what is expended in His path; </w:t>
      </w:r>
      <w:r>
        <w:lastRenderedPageBreak/>
        <w:t>hence he will be miserly in order to avoid poverty. He makes similar remarks concerning the qualities of cowardliness and greed.</w:t>
      </w:r>
    </w:p>
    <w:p w:rsidR="00922ED1" w:rsidRDefault="00256D63" w:rsidP="00922ED1">
      <w:pPr>
        <w:pStyle w:val="libFootnote"/>
      </w:pPr>
      <w:r>
        <w:t>[14] According to Ibn Maytham this sentence is part of the description of those favorites who should be most influential. It means that the ruler "should train and discipline them by forbidding them from praising him lavishly or trying to make him happy by a false statement in which they attribute to him an act which he did not do and by this attribution cause him to be blameworthy." He then quotes the following verse of the Quran: "Reckon not that those who rejoice in what they have brought, and love to be praised for what they have not done-do not reckon them secure from chastisement" (III, I88).</w:t>
      </w:r>
    </w:p>
    <w:p w:rsidR="00922ED1" w:rsidRDefault="00256D63" w:rsidP="00922ED1">
      <w:pPr>
        <w:pStyle w:val="libFootnote"/>
      </w:pPr>
      <w:r>
        <w:t>[15] "The evil-doer has imposed upon himself worthiness for punishment and the good-doer worthiness for reward" (Muhammad 'Abduh, vol. 3, p. 98).</w:t>
      </w:r>
    </w:p>
    <w:p w:rsidR="00922ED1" w:rsidRDefault="00256D63" w:rsidP="00922ED1">
      <w:pPr>
        <w:pStyle w:val="libFootnote"/>
      </w:pPr>
      <w:r>
        <w:t>[16] Ibn Abi-l-Hadid comments on this passage as follows: "Whoever does good toward you will trust you and whoever does evil will shy away from you. This is because when you do good to someone and repeat it, you will come to believe that he likes you, and this belief will in turn lead to your liking him, for man by his very nature likes anyone who likes him. Then when you like him, you will feel secure with him and trust him. The reverse is true when you do evil toward someone . . ." (vol. I7, p. 47).</w:t>
      </w:r>
    </w:p>
    <w:p w:rsidR="00922ED1" w:rsidRDefault="00256D63" w:rsidP="00922ED1">
      <w:pPr>
        <w:pStyle w:val="libFootnote"/>
      </w:pPr>
      <w:r>
        <w:t>[17] "He commands him to multiply his study with the men of knowledge, i.e., he should increase his study of the injunctions of the Shar'iah and the laws of religion; and he should increase his discussions with sages, or those whose knowledge is from God Himself (al-'arifun billah) and who know the secrets of His servants and His land" (Ibn Maytham).</w:t>
      </w:r>
    </w:p>
    <w:p w:rsidR="00922ED1" w:rsidRDefault="00256D63" w:rsidP="00922ED1">
      <w:pPr>
        <w:pStyle w:val="libFootnote"/>
      </w:pPr>
      <w:r>
        <w:t>[18] The secretaries (kuttab) are "those who are in charge of the ruler's own affairs and who write letters for him to his administrators and commanders. They take care of making arrangements and running the government administration (diwan)" (Ibn Abi-l-Hadid, vol. I7, p. 76).</w:t>
      </w:r>
    </w:p>
    <w:p w:rsidR="00922ED1" w:rsidRDefault="00256D63" w:rsidP="00922ED1">
      <w:pPr>
        <w:pStyle w:val="libFootnote"/>
      </w:pPr>
      <w:r>
        <w:t>[19] Qudat al-adl, i.e. judges.</w:t>
      </w:r>
    </w:p>
    <w:p w:rsidR="00922ED1" w:rsidRDefault="00256D63" w:rsidP="00922ED1">
      <w:pPr>
        <w:pStyle w:val="libFootnote"/>
      </w:pPr>
      <w:r>
        <w:t>[20] Administrators ('ummal) are government officials concerned with the affairs of "the general public, alms, religious endowments, the common interest, etc." (Ibn Abi-l-Hadid, vol. I7, p. 69). For the meaning of the term 'amil (singular of 'ummal) throughout Islamic history see the Encyclopedia of Islam (new edition), vol. I, p. 435.</w:t>
      </w:r>
    </w:p>
    <w:p w:rsidR="00922ED1" w:rsidRDefault="00256D63" w:rsidP="00922ED1">
      <w:pPr>
        <w:pStyle w:val="libFootnote"/>
      </w:pPr>
      <w:r>
        <w:t>[21] Jizyah is the head tax upon "People of the Book"-followers of revealed religions other than Islam-who live under Muslim rule.</w:t>
      </w:r>
    </w:p>
    <w:p w:rsidR="00922ED1" w:rsidRDefault="00256D63" w:rsidP="00922ED1">
      <w:pPr>
        <w:pStyle w:val="libFootnote"/>
      </w:pPr>
      <w:r>
        <w:t>[22] Ahl al-dhimmah. In other words the "People of the Book" who live in Muslim lands and are accorded hospitality and protection by Islam on condition of acknowledging Islamic political domination and paying the jizyah.</w:t>
      </w:r>
    </w:p>
    <w:p w:rsidR="00922ED1" w:rsidRDefault="00256D63" w:rsidP="00922ED1">
      <w:pPr>
        <w:pStyle w:val="libFootnote"/>
      </w:pPr>
      <w:r>
        <w:t>[23] The covenant between man and God ('ahd) is frequently mentioned in the Quran and plays a central role in Islamic thought. Some representativ</w:t>
      </w:r>
      <w:r w:rsidR="001B6A42">
        <w:t xml:space="preserve">e </w:t>
      </w:r>
      <w:r>
        <w:t>Quranic verses are the following: "Only men possessed of minds remember, who fulfill God's covenant. . ." (XIII, 20); "And fulfill the covenant; surely the covenant shall be questioned of" (XVII, 34); "Made I not a covenant with you Children of Adam, that you should not serve Satan . . . and that you should serve Me?" (XXXVI, 59-60).</w:t>
      </w:r>
    </w:p>
    <w:p w:rsidR="00922ED1" w:rsidRDefault="00256D63" w:rsidP="00922ED1">
      <w:pPr>
        <w:pStyle w:val="libFootnote"/>
      </w:pPr>
      <w:r>
        <w:t>[24] One commentator remarks as follows: "Land tax is only paid in accordance with an agreement between the owners of the land and the ruler, so it is necessary that the documents be drawn up. Furthermore officials have to collect the land tax from the land owners according to the terms of the contract. Here it is possible that disputes arise between the government officials and the landowners, so it will be necessary to refer to judges to solve these disputes." Mirza Habiballah al-Hashimi, Minjaj al-bara'ah fi sharh nahj al-balaghah, Tehran, I389/I969-70, vol. 20, p. 200.</w:t>
      </w:r>
    </w:p>
    <w:p w:rsidR="00922ED1" w:rsidRDefault="00256D63" w:rsidP="00922ED1">
      <w:pPr>
        <w:pStyle w:val="libFootnote"/>
      </w:pPr>
      <w:r>
        <w:t>[25] I.e., Imam 'Ali himself.</w:t>
      </w:r>
    </w:p>
    <w:p w:rsidR="00922ED1" w:rsidRDefault="00256D63" w:rsidP="00922ED1">
      <w:pPr>
        <w:pStyle w:val="libFootnote"/>
      </w:pPr>
      <w:r>
        <w:t>[26] "Of the soldiers" is a translation of the pronoun "their", and some question remains as to whether the pronoun does not in fact refer to the commanders. "If you say, 'But the soldiers of the army are not mentioned in the preceding section, only the commanders ,' I will answer, 'On the contrary, they were mentioned where he says "The weak and the strong" ' " (Ibn Abi-l-Hadid, vol. I7, p. 53)</w:t>
      </w:r>
    </w:p>
    <w:p w:rsidR="00922ED1" w:rsidRDefault="00256D63" w:rsidP="00922ED1">
      <w:pPr>
        <w:pStyle w:val="libFootnote"/>
      </w:pPr>
      <w:r>
        <w:t>[27] Khuluf (plural of khalf ) are the women, children and weak left behind when the men go on a journey.</w:t>
      </w:r>
    </w:p>
    <w:p w:rsidR="00922ED1" w:rsidRDefault="00256D63" w:rsidP="00922ED1">
      <w:pPr>
        <w:pStyle w:val="libFootnote"/>
      </w:pPr>
      <w:r>
        <w:t>[28] Kind inclination toward the army means choosing for them the best of commanders, which will m turn cause them to love the ruler (Ibn Maytham).</w:t>
      </w:r>
    </w:p>
    <w:p w:rsidR="00922ED1" w:rsidRDefault="00256D63" w:rsidP="00922ED1">
      <w:pPr>
        <w:pStyle w:val="libFootnote"/>
      </w:pPr>
      <w:r>
        <w:lastRenderedPageBreak/>
        <w:t>[29] According to Ibn-l-Hadid, the context indicates that the word "subjects" refers in particular to the army. Al-Hashimi disagrees and states that 'Ali does in fact mean all the subjects. He mentions them in the section on soldiers because the soldiers have to keep order m the land among the subjects (vol. 20, p. 222-2).</w:t>
      </w:r>
    </w:p>
    <w:p w:rsidR="00922ED1" w:rsidRDefault="00256D63" w:rsidP="00922ED1">
      <w:pPr>
        <w:pStyle w:val="libFootnote"/>
      </w:pPr>
      <w:r>
        <w:t>[30] See above, p. 56, note 48.</w:t>
      </w:r>
    </w:p>
    <w:p w:rsidR="00922ED1" w:rsidRDefault="00256D63" w:rsidP="00922ED1">
      <w:pPr>
        <w:pStyle w:val="libFootnote"/>
      </w:pPr>
      <w:r>
        <w:t>[31] The commentators explain this as meaning that people should follow that part of the Sunnah of the Prophet upon which all are agreed, not that concerning which there is a difference of opinion.</w:t>
      </w:r>
    </w:p>
    <w:p w:rsidR="00922ED1" w:rsidRDefault="00256D63" w:rsidP="00922ED1">
      <w:pPr>
        <w:pStyle w:val="libFootnote"/>
      </w:pPr>
      <w:r>
        <w:t>[32] Tamhakuhu-l-khusum. According to Ibn Abi-l-Hadid the verb here means to "make cantankerous or obstinate" (vol. I7, p. 59). Ibn Maytham, however, interprets the passage to mean that the judge should be someone "who is not overcome in his attempt to ascertain the truth by the obstinacy of the litigants. It has been said that this is an allusion to the person with whom the litigants are satisfied."</w:t>
      </w:r>
    </w:p>
    <w:p w:rsidR="00922ED1" w:rsidRDefault="00256D63" w:rsidP="00922ED1">
      <w:pPr>
        <w:pStyle w:val="libFootnote"/>
      </w:pPr>
      <w:r>
        <w:t>[33] Muhammad 'Abduh explains that when the judge is given an elevated position, the ruler's favorites as well as the common people will be in awe of him and no one will dare slander him, out of fear of the ruler and respect for the person held in such high esteem by him (vol. 3, p. I05).</w:t>
      </w:r>
    </w:p>
    <w:p w:rsidR="00922ED1" w:rsidRDefault="00256D63" w:rsidP="00922ED1">
      <w:pPr>
        <w:pStyle w:val="libFootnote"/>
      </w:pPr>
      <w:r>
        <w:t>[34] Ibn Abi-l-Hadid: "His words refer to the judges and rulers appointed by 'Uthman, for during his reign they did not judge rightfully but in accordance with caprice and in order to seek this world. Some people say that this happened because 'Uthman-may God's mercy be upon him-was weak and his relatives were able to gain mastery over him. They disrupted the affairs of stat</w:t>
      </w:r>
      <w:r w:rsidR="001B6A42">
        <w:t xml:space="preserve">e </w:t>
      </w:r>
      <w:r>
        <w:t>without his knowledge, so the sin is upon them and 'Uthman is guiltless of what they were doing" (vol. I7, p. 60). See Shi'ite Islam, pp. 46-48.</w:t>
      </w:r>
    </w:p>
    <w:p w:rsidR="00922ED1" w:rsidRDefault="00256D63" w:rsidP="00922ED1">
      <w:pPr>
        <w:pStyle w:val="libFootnote"/>
      </w:pPr>
      <w:r>
        <w:t>[35] Ibn Abi-l-Hadid reads hum for hum'a, i.e.: "For they (the administrators) are embraced by different kinds of oppression and treachery", and he interprets the sentence to refer to the administrators who served under the three caliphs before 'Ali. Al-Hashmi offers a number of arguments in support of this interpretation, Minhaj al-bara'ah vol. 20, pp. 246-9.</w:t>
      </w:r>
    </w:p>
    <w:p w:rsidR="00922ED1" w:rsidRDefault="00256D63" w:rsidP="00922ED1">
      <w:pPr>
        <w:pStyle w:val="libFootnote"/>
      </w:pPr>
      <w:r>
        <w:t>[36] "Experience (tajribah) alone is not sufficient if the administrator is not endowed with modesty (haya'), for modesty is the basis of manliness (muru'ah). As the Prophet said, 'Modesty brings only good', and 'Whoso has not modesty has not religion and will not enter Paradise' . . ." (al-Fakiki, al-Ra'iwa l-ra'iyyah, vol. 2, p. 38).</w:t>
      </w:r>
    </w:p>
    <w:p w:rsidR="00922ED1" w:rsidRDefault="00256D63" w:rsidP="00922ED1">
      <w:pPr>
        <w:pStyle w:val="libFootnote"/>
      </w:pPr>
      <w:r>
        <w:t>[37] I.e., those families who were first to enter Islam. "This is because.... righteousness of family determines the way men are raised, and being foremost in Islam indicates nobility of character . . ." (Ibid., p. 39).</w:t>
      </w:r>
    </w:p>
    <w:p w:rsidR="00922ED1" w:rsidRDefault="00256D63" w:rsidP="00922ED1">
      <w:pPr>
        <w:pStyle w:val="libFootnote"/>
      </w:pPr>
      <w:r>
        <w:t>[38] Whether as the result of the land tax itself or the oppression of the taxcollectors (Ibn Abi-l-Hadid, vol. I7, p. 72).</w:t>
      </w:r>
    </w:p>
    <w:p w:rsidR="00922ED1" w:rsidRDefault="00256D63" w:rsidP="00922ED1">
      <w:pPr>
        <w:pStyle w:val="libFootnote"/>
      </w:pPr>
      <w:r>
        <w:t>[39] Ibn Abi-l-Hadid offers two possible explanations of this clause. According to the first the words "su' zannihim bi-l-baqa'" would have to be translated "they think wrongly about endurance", which means that they think their own existence will endure and they forget death and dissolution. In the translation however, I have followed the second interpretation, which he explains as meaning "They imagine they will be deposed and replaced, so they seize upon opportunities, appropriate wealth and show no concern for the prosperity of the land" (vol- I7v p- 73)</w:t>
      </w:r>
    </w:p>
    <w:p w:rsidR="00922ED1" w:rsidRDefault="00256D63" w:rsidP="00922ED1">
      <w:pPr>
        <w:pStyle w:val="libFootnote"/>
      </w:pPr>
      <w:r>
        <w:t>[40] "Know that the secretary alluded to by the Commander of the Faithful is he who nowadays is commonly called the 'vizier', for he is entrusted with the management of the affairs of the ruler's person and in all of them is his deputy. The letters of the administrators come to him and their answers are issued by him. He puts the (affairs of the) administrators in order and is supervisor over them. In fact he is the 'secretary of the secretaries' and for this reason is known as the vizier in the absolute sense. It is said that the secretary has three prerogatives before the king: to remove the veil from him (i.e., he has access to his personal affairs, even in the harem), to accuse traitors before him and to make secrets known to him . . ." (Ibn Abi-l-Hadid, vol. I7, p. 79).</w:t>
      </w:r>
    </w:p>
    <w:p w:rsidR="00922ED1" w:rsidRDefault="00256D63" w:rsidP="00922ED1">
      <w:pPr>
        <w:pStyle w:val="libFootnote"/>
      </w:pPr>
      <w:r>
        <w:t>[41] Ibn Abi-l-Hadid explains that the first two of these groups are merchants -those who have shops and those who travel with their wares-and the third group are the craftsman (vol. I7, p. 84).</w:t>
      </w:r>
    </w:p>
    <w:p w:rsidR="00922ED1" w:rsidRDefault="00256D63" w:rsidP="00922ED1">
      <w:pPr>
        <w:pStyle w:val="libFootnote"/>
      </w:pPr>
      <w:r>
        <w:t xml:space="preserve">[42] The translation of this sentance is rather free and follows Ibn Abi-l-Hadid's first interpretation. He adds that it is also permissible to read the sentance as follows: "Accept </w:t>
      </w:r>
      <w:r>
        <w:lastRenderedPageBreak/>
        <w:t>counsel (from me) for the good of merchants and craftsmen and counsel (others) concerning them" (vol. I7, pp. 83-4).  [43] This is a literal translation of a passage which Ibn Abi-l-Hadid explains as follows: "Than the Imam says, 'Surely they are a gentleness', that is to say, merchants and craftsman are so. He seeks Malik al-Ashtar's sympathy and favor for them and he says they are not like tax-collectors and commanders of the army, for they have to be sustained, protected and taken care of, the more so since there is no fear of calamity from them, neither in property where the</w:t>
      </w:r>
      <w:r w:rsidR="001B6A42">
        <w:t xml:space="preserve">y </w:t>
      </w:r>
      <w:r>
        <w:t>might be disloyal (as in the case of the tax-collectors) nor in the government where they might work corruption (as in the case of the commanders of the army)" (vol. I7, p. 84).</w:t>
      </w:r>
    </w:p>
    <w:p w:rsidR="00922ED1" w:rsidRDefault="00256D63" w:rsidP="00922ED1">
      <w:pPr>
        <w:pStyle w:val="libFootnote"/>
      </w:pPr>
      <w:r>
        <w:t>[44] "According to the Sixth Imam, Jaefar al-Sadiq (founder of the Ja'fari, i.e. Twelve-Imami Shi'ite, school of law), 'It is reprehensible (makruh) to hoard and to leave men with nothing. And it is said that it is forbidden (haram), and this latter view is more correct. As was said by the Prophet of God, "Mercy is upon him who imports, and curses upon him who hoards". Surely hoarding is forbidden under two conditions: First, that food-i.e. wheat, barley, dates, raisins, clarified butter, or salt-be held back seeking an increase in price. Second, if there is no other distributor to be found . . .'." Quoted in al-Fakiki, Al Ra'I wa-lra'iyyah, vol 2, p. I65.</w:t>
      </w:r>
    </w:p>
    <w:p w:rsidR="00922ED1" w:rsidRDefault="00256D63" w:rsidP="00922ED1">
      <w:pPr>
        <w:pStyle w:val="libFootnote"/>
      </w:pPr>
      <w:r>
        <w:t>[45] Cf. Quran LXXXIII, I-2: "Woe to the stinters who, when they measure against the people, take full measure, but, when they measure for them or weigh for them, they skimp."</w:t>
      </w:r>
    </w:p>
    <w:p w:rsidR="00922ED1" w:rsidRDefault="00256D63" w:rsidP="00922ED1">
      <w:pPr>
        <w:pStyle w:val="libFootnote"/>
      </w:pPr>
      <w:r>
        <w:t>[46] Reference to the principle alluded to in the following verse of the Quran (VIII, 4I): "Know that, whatever booty you take, the fifth of it is God's and the Messenger's and the near kinsman's and the orphan's and for the needy and the traveler".</w:t>
      </w:r>
    </w:p>
    <w:p w:rsidR="00922ED1" w:rsidRDefault="00256D63" w:rsidP="00922ED1">
      <w:pPr>
        <w:pStyle w:val="libFootnote"/>
      </w:pPr>
      <w:r>
        <w:t>[47] "In other words, all poor Muslims are equal in their shares, there is no 'farthest away' or 'nearest'. Prefer not him who is near to you or to one of your favorites over him who is far from you and without any connection to you or reason for you to turn toward him. It is also possible that he means that the produce of tbe land taken as booty in a certain area should not be distributed only to the needy of that area, for the right to the produce of the land is the same whether a person is far from that land or resides in it" (Ibn Abi-l-Hadid, vo1. I7v pp. 86-7)-</w:t>
      </w:r>
    </w:p>
    <w:p w:rsidR="00922ED1" w:rsidRDefault="00256D63" w:rsidP="00922ED1">
      <w:pPr>
        <w:pStyle w:val="libFootnote"/>
      </w:pPr>
      <w:r>
        <w:t>[48] The "meeting with God" is mentioned in a number of Quranic verses, such as the following: "They indeed are losers who deny their meeting with God" (VI, 3I).</w:t>
      </w:r>
    </w:p>
    <w:p w:rsidR="00922ED1" w:rsidRDefault="00256D63" w:rsidP="00922ED1">
      <w:pPr>
        <w:pStyle w:val="libFootnote"/>
      </w:pPr>
      <w:r>
        <w:t>[49] " 'The breasts of aides are straitened' by expediting the removal of grievances. They love to postpone attending to them, either in order to seek personal gain or to demonstrate their own authority" (Muhammad 'Abduh, vol. 3, p- II4)</w:t>
      </w:r>
    </w:p>
    <w:p w:rsidR="00922ED1" w:rsidRDefault="00256D63" w:rsidP="00922ED1">
      <w:pPr>
        <w:pStyle w:val="libFootnote"/>
      </w:pPr>
      <w:r>
        <w:t>[50] i.e. the obligatory acts such as the five daily prayers.</w:t>
      </w:r>
    </w:p>
    <w:p w:rsidR="00922ED1" w:rsidRDefault="00256D63" w:rsidP="00922ED1">
      <w:pPr>
        <w:pStyle w:val="libFootnote"/>
      </w:pPr>
      <w:r>
        <w:t>[51] The references to the body are due especially to the particularly physical nature of the daily canonical prayers. Ibn Abi-l-Hadid explains the last clause as meaning, "Even if that wearies you and impairs your body and your strength" (vol I7, p. 90).</w:t>
      </w:r>
    </w:p>
    <w:p w:rsidR="00922ED1" w:rsidRDefault="00256D63" w:rsidP="00922ED1">
      <w:pPr>
        <w:pStyle w:val="libFootnote"/>
      </w:pPr>
      <w:r>
        <w:t>[52] The words "acquisition of a landed estate" (i'tiqad ;uqdah) might be translated literally as the "binding of a contract". The commentators, such as Ibn Abi-l-Hadid (vol. I7, p. 97) Ibn Maytham and Muhammad 'Abduh (vol 3, p. II)explain it as translated (iqtina' day'ah or tamlik day'ah).</w:t>
      </w:r>
    </w:p>
    <w:p w:rsidR="00922ED1" w:rsidRDefault="00256D63" w:rsidP="00922ED1">
      <w:pPr>
        <w:pStyle w:val="libFootnote"/>
      </w:pPr>
      <w:r>
        <w:t>[53]"His words...explain the methods of cutting off the causes referred to:the bestowal of a fief upon one of the entourage or a relative,and his desire to acquire a landed estate which will harm those people bordering upon it in terms of the water supply or a common undertaking-such as a building,etc.-while he imposes the burden of the undertaking on man,are the causes of the above-mentioned situations . . ." (Ibn Maytham).</w:t>
      </w:r>
    </w:p>
    <w:p w:rsidR="00922ED1" w:rsidRDefault="00256D63" w:rsidP="00922ED1">
      <w:pPr>
        <w:pStyle w:val="libFootnote"/>
      </w:pPr>
      <w:r>
        <w:t>[54] Or "whether near (qarib) to you or far away (ba'id)." I.e., whoever he might be, bring the person who has committed a wrong to justice.</w:t>
      </w:r>
    </w:p>
    <w:p w:rsidR="00922ED1" w:rsidRDefault="00256D63" w:rsidP="00922ED1">
      <w:pPr>
        <w:pStyle w:val="libFootnote"/>
      </w:pPr>
      <w:r>
        <w:t>[55] I.e., realize that you will be rewarded in the next world.</w:t>
      </w:r>
    </w:p>
    <w:p w:rsidR="00922ED1" w:rsidRDefault="00256D63" w:rsidP="00922ED1">
      <w:pPr>
        <w:pStyle w:val="libFootnote"/>
      </w:pPr>
      <w:r>
        <w:t>[56] "That is, even if you yourself should perish, act without treachery" (Ibn Abi-l-Hadid, vol. I7, p. I07).</w:t>
      </w:r>
    </w:p>
    <w:p w:rsidR="00922ED1" w:rsidRDefault="00256D63" w:rsidP="00922ED1">
      <w:pPr>
        <w:pStyle w:val="libFootnote"/>
      </w:pPr>
      <w:r>
        <w:t>[57] The importance of observing covenants and agreements is referred to frequently in the Quran. See for example, XVI, 9I: "Fulfill God's covenant, when you make covenant, and break not the oaths after they have been confirmed . . .". See also VI, I53; XIIL 20; XVII, 34 et al.</w:t>
      </w:r>
    </w:p>
    <w:p w:rsidR="00922ED1" w:rsidRDefault="00256D63" w:rsidP="00922ED1">
      <w:pPr>
        <w:pStyle w:val="libFootnote"/>
      </w:pPr>
      <w:r>
        <w:t xml:space="preserve">[58] According to Ibn Abi-l-Hadid (vol. I7) p. I09)) "in whose proximity they may spread forth" means "while dwelling in its proximity they may disperse in search of their </w:t>
      </w:r>
      <w:r>
        <w:lastRenderedPageBreak/>
        <w:t>needs and desires". 'Abduh explains the verb translated here as "spread forth" (yastafid'un) to mean "swiftly take refuge" (vol. 3, p. II8), but the first interpretation seems more likely.</w:t>
      </w:r>
    </w:p>
    <w:p w:rsidR="00922ED1" w:rsidRDefault="00256D63" w:rsidP="00922ED1">
      <w:pPr>
        <w:pStyle w:val="libFootnote"/>
      </w:pPr>
      <w:r>
        <w:t>[59] Lahn qawl, "color of words". Ibn Maytham explains this expression as meaning "ambiguity, dissimulation or allusion." Ibn Abi-l-Hadid's explanation is similar: "He forbids him when making an agreement between himself and his enemy to break it by relying upon a hidden interpretation or the tenor of the words, or by saying, 'Surely I meant such and such, I did not have the apparent sense of the words in mind' " (vol. I7, p. I09).</w:t>
      </w:r>
    </w:p>
    <w:p w:rsidR="00922ED1" w:rsidRDefault="00256D63" w:rsidP="00922ED1">
      <w:pPr>
        <w:pStyle w:val="libFootnote"/>
      </w:pPr>
      <w:r>
        <w:t>[60] Ibn Abi-l-Hadid cites the following hadith of the Prophet: "On the Day of Resurrection the first thing which God will judge upon among the servants is blood which has been spilled" (vol. I7, p. III).</w:t>
      </w:r>
    </w:p>
    <w:p w:rsidR="00922ED1" w:rsidRDefault="00256D63" w:rsidP="00922ED1">
      <w:pPr>
        <w:pStyle w:val="libFootnote"/>
      </w:pPr>
      <w:r>
        <w:t>[61] "Then he advises him that intentional killing involves retaliation, and he says 'bodily retaliation'. In other words, intentional killing makes the destruction of the physical body necessary, just as you have destroyed the body of the person killed. The Imam's intention is to frighten him with these words, and they are more effective than if he had merely said, 'surely in that there is retaliation' " (Ibn Abi-l-Hadid, vol. I73 p. III).</w:t>
      </w:r>
    </w:p>
    <w:p w:rsidR="00922ED1" w:rsidRDefault="00256D63" w:rsidP="00922ED1">
      <w:pPr>
        <w:pStyle w:val="libFootnote"/>
      </w:pPr>
      <w:r>
        <w:t>[62] Like retaliation in cases of intentional murder, compensation in cases of unintentional killing are determined by the Shari'ah. Cf. Quran IV, 92-3: "It belongs not to a believer to slay a believer, except it be by error. If any slays a believer by error, then let him free a believing slave, and bloodwit is to be paid to his family unless they forego it as a freewill offering. If he belong to a people at enmity with you and is a believer, let the slayer set free a believing slave. If he belong to a people joined with you by a compact, then bloodwit is to be paid to his family and the slayer shall set free a believing slave . . . And whoso slays a believer wilfully, his recompense is Gehenna . . .".</w:t>
      </w:r>
    </w:p>
    <w:p w:rsidR="00922ED1" w:rsidRDefault="00256D63" w:rsidP="00922ED1">
      <w:pPr>
        <w:pStyle w:val="libFootnote"/>
      </w:pPr>
      <w:r>
        <w:t>[63] Ibn Abi-l-Hadid cites several sayings of the Prophet, including the following: "There are three mortal perils: yielding to niggardliness, following caprice and being pleased with oneself" (vol. I7, p. II4).</w:t>
      </w:r>
    </w:p>
    <w:p w:rsidR="00922ED1" w:rsidRDefault="00256D63" w:rsidP="00922ED1">
      <w:pPr>
        <w:pStyle w:val="libFootnote"/>
      </w:pPr>
      <w:r>
        <w:t>[64] Cf. Quran II, 264: 4'0 believers, void not your freewill offerings with reproach and injury."</w:t>
      </w:r>
    </w:p>
    <w:p w:rsidR="00922ED1" w:rsidRDefault="00256D63" w:rsidP="00922ED1">
      <w:pPr>
        <w:pStyle w:val="libFootnote"/>
      </w:pPr>
      <w:r>
        <w:t>[65] Ibn Abi-l-Hadid comments: For example, if it is pointed out to the commander that one of his favorites is performing a reprehensible act in secret, and if he then ignores that act, this will be to the benefit of the person doing the act, but not to his own benefit (vol. I75 p. II6).</w:t>
      </w:r>
    </w:p>
    <w:p w:rsidR="00922ED1" w:rsidRDefault="00256D63" w:rsidP="00922ED1">
      <w:pPr>
        <w:pStyle w:val="libFootnote"/>
      </w:pPr>
      <w:r>
        <w:t>[66] Cf. Quran L, I9-22: "And death's agony comes in truth; that is what thou wast shunning! . . . 'Thou wast heedless of this; therefore We have now removed from thee thy covering, and so thy sight today is piercing'." Ibn Maytham remarks that when the veils of affairs are lifted from man at death, he sees the reality of these affairs and what God has prepared for him of good and evil: "The day every soul shall find what it has done of good brought forward, and what it has done of evil . . ." (Quran III, 30).</w:t>
      </w:r>
    </w:p>
    <w:p w:rsidR="00922ED1" w:rsidRDefault="00256D63" w:rsidP="00922ED1">
      <w:pPr>
        <w:pStyle w:val="libFootnote"/>
      </w:pPr>
      <w:r>
        <w:t>[67] Cf. Quran LXXIX, 40-I: "But as for him who feared the Station of his Lord and forbade the soul its caprice, surely Paradise shall be the refuge."</w:t>
      </w:r>
    </w:p>
    <w:p w:rsidR="00256D63" w:rsidRDefault="00256D63" w:rsidP="00256D63">
      <w:pPr>
        <w:pStyle w:val="libNormal"/>
      </w:pPr>
      <w:r>
        <w:br w:type="page"/>
      </w:r>
    </w:p>
    <w:p w:rsidR="00922ED1" w:rsidRDefault="00256D63" w:rsidP="00256D63">
      <w:pPr>
        <w:pStyle w:val="Heading1Center"/>
      </w:pPr>
      <w:bookmarkStart w:id="39" w:name="_Toc462314941"/>
      <w:r>
        <w:lastRenderedPageBreak/>
        <w:t>The Spiritual Life: Prayer and Supplication</w:t>
      </w:r>
      <w:bookmarkEnd w:id="39"/>
    </w:p>
    <w:p w:rsidR="00922ED1" w:rsidRDefault="00256D63" w:rsidP="00256D63">
      <w:pPr>
        <w:pStyle w:val="libNormal"/>
      </w:pPr>
      <w:r>
        <w:t>For the Muslim, the necessary personal concomitant of professing God'sUnity is devotion to Him. The outward dimension of this devotion is shapedby the Shari'ite injunctions concerning worship: the canonical prayer,whether mandatory or recommended, fasting, pilgrimage, almsgiving, etc.But the inward dimension of Muslim devotions is much more difficult tograsp. Unlike the outward dimension, it cannot be defined in so manysentences. It can only be perceived through studying the lives andspiritual radiance of holy men and saints. Some of the most intimateglimpses of the pious Muslim soul are to be found insupplications.</w:t>
      </w:r>
      <w:r w:rsidRPr="009C2015">
        <w:rPr>
          <w:rStyle w:val="libFootnotenumChar"/>
        </w:rPr>
        <w:t>[1]</w:t>
      </w:r>
    </w:p>
    <w:p w:rsidR="00922ED1" w:rsidRDefault="00256D63" w:rsidP="00256D63">
      <w:pPr>
        <w:pStyle w:val="libNormal"/>
      </w:pPr>
      <w:r>
        <w:t>Prayer in Islam can be divided into four basic forms: canonical prayer(salat), supplication (dua'), litany (wird) andinvocation (dhikr). One can say that the first, especially in itsmandatory form, corresponds to what is implied in Christianity by mass orholy communion. The second is equivalent to "personal prayer", or simplyto what the Christian often understands by the term "prayer" as such. Themandatory canonical prayer must be performed at specific times every dayand according to strictly defined rules, while the recommended form alsofollows the same strict pattern (standing, bowing, prostrating, sitting,etc.). But one may "supplicate" God at any time and in any circumstance,without any set pattern or formulae. Supplications are strictly voluntaryand "free". As for litanies and invocations i.e., the recitation ofQuranic formulae or one or more of the Names o</w:t>
      </w:r>
      <w:r w:rsidR="001B6A42">
        <w:t xml:space="preserve">f </w:t>
      </w:r>
      <w:r>
        <w:t>God, like supplicationthese are voluntary, although they are not so "free" since they follow setpatterns, and like the canonical prayer, must be in Arabic. Litanies maybe performed by any pious Muslim, whereas invocations are recited almostexclusively by the Sufis.</w:t>
      </w:r>
    </w:p>
    <w:p w:rsidR="00922ED1" w:rsidRDefault="00256D63" w:rsidP="00256D63">
      <w:pPr>
        <w:pStyle w:val="libNormal"/>
      </w:pPr>
      <w:r>
        <w:t>Although supplications left by the great saints of early Islam are ofthe type of "free prayer", invariably they have one element in common:since they were recited in Arabic (although they may be made in anylanguage), they are largely inspired by Quranic images and incorporateQuranic verses and formulae. Also, they are usually rhythmic and veryoften, as in all four prayers translated here, employ rhymed prose(saj'). Hence in this part I have divided the lines of thetranslation in keeping with the rhythm of the original in order to give abetter idea of the style.</w:t>
      </w:r>
    </w:p>
    <w:p w:rsidR="00922ED1" w:rsidRDefault="00256D63" w:rsidP="00256D63">
      <w:pPr>
        <w:pStyle w:val="libNormal"/>
      </w:pPr>
      <w:r>
        <w:t>The author of the first supplication is Imam Husayn, the Third Imam,who was martyred at Karbala and is probably the most important Imam inpopular Shi'ite devotion. Certainly the days of mourning for him (inparticular tasu'a and 'ashura, the ninth and tenth ofMuharram), are still the most solemn and carefully observed holidays inthe Shi'ite calendar. Imam Husayn made his supplication-one of the mostfamous in Shi'ite annals, one year during the pilgrimage to Mecca on theDay Of Arafah (the ninth of Dhu-l-hijjah), and it has been recited bypious Shi'ites ever since. On that day pilgrims pass the time at MountArafat occupying themselves with canonical prayer, reciting the Quran,litanies, invocations and supplications. The spirit of the day is wellrepresented in the Imam's prayer.</w:t>
      </w:r>
      <w:r w:rsidRPr="009C2015">
        <w:rPr>
          <w:rStyle w:val="libFootnotenumChar"/>
        </w:rPr>
        <w:t>[2]</w:t>
      </w:r>
      <w:r>
        <w:t xml:space="preserve"> The second and third prayers are taken from theFourth Imam's al-Sahifat al-Sajjadiyyah, referred to in theintroduction.</w:t>
      </w:r>
    </w:p>
    <w:p w:rsidR="00922ED1" w:rsidRDefault="00256D63" w:rsidP="00256D63">
      <w:pPr>
        <w:pStyle w:val="libNormal"/>
      </w:pPr>
      <w:r>
        <w:lastRenderedPageBreak/>
        <w:t>As for the fourth and final prayer, it was given by the Twelfth Imam tohis second "deputy" (na'ib), Abu Jafar Muhammad ibn Uthman ibnSaid, who acted as the Imam's spokesman for many years until his death in304/916-7 or 305/917-8. Here it is important for those not familiar withShi'ite doctrines to understand that after the Twelfth Imam went into"occultation" at a young age in the year 260/873-4 and thus disappearedfrom the eyes of men, he maintained contact with four persons insuccession until the last of them died in the year 329/940-1. Then his"greater occultation" (al-ghaybat al-kubra) began. He will notreveal himself again until the end of time.</w:t>
      </w:r>
    </w:p>
    <w:p w:rsidR="00256D63" w:rsidRPr="00D1636C" w:rsidRDefault="00256D63" w:rsidP="00D1636C">
      <w:pPr>
        <w:pStyle w:val="Heading2Center"/>
      </w:pPr>
      <w:bookmarkStart w:id="40" w:name="_Toc462314942"/>
      <w:r>
        <w:t>A. al-Husayn, the Third Ima</w:t>
      </w:r>
      <w:r w:rsidRPr="00D1636C">
        <w:t>m</w:t>
      </w:r>
      <w:bookmarkEnd w:id="40"/>
    </w:p>
    <w:p w:rsidR="00922ED1" w:rsidRPr="00D1636C" w:rsidRDefault="00256D63" w:rsidP="00D1636C">
      <w:pPr>
        <w:pStyle w:val="Heading3"/>
      </w:pPr>
      <w:bookmarkStart w:id="41" w:name="_Toc462314943"/>
      <w:r>
        <w:t>Prayer for the Day of Arafa</w:t>
      </w:r>
      <w:r w:rsidRPr="00D1636C">
        <w:t>h</w:t>
      </w:r>
      <w:bookmarkEnd w:id="41"/>
    </w:p>
    <w:p w:rsidR="00922ED1" w:rsidRPr="00D1636C" w:rsidRDefault="00256D63" w:rsidP="00D1636C">
      <w:pPr>
        <w:pStyle w:val="libBold1"/>
      </w:pPr>
      <w:r>
        <w:t>Praise belongs to Go</w:t>
      </w:r>
      <w:r w:rsidRPr="00D1636C">
        <w:t>d</w:t>
      </w:r>
    </w:p>
    <w:p w:rsidR="00256D63" w:rsidRDefault="00256D63" w:rsidP="00256D63">
      <w:pPr>
        <w:pStyle w:val="libNormal"/>
      </w:pPr>
      <w:r>
        <w:t>whose decree none mayaver</w:t>
      </w:r>
      <w:r w:rsidR="001B6A42">
        <w:t xml:space="preserve">t, </w:t>
      </w:r>
      <w:r>
        <w:t xml:space="preserve">        and whose gift nonemay prevent.</w:t>
      </w:r>
    </w:p>
    <w:p w:rsidR="00922ED1" w:rsidRDefault="00256D63" w:rsidP="00256D63">
      <w:pPr>
        <w:pStyle w:val="libNormal"/>
      </w:pPr>
      <w:r>
        <w:t xml:space="preserve">        No fashioner'sfashioning is like His fashionin</w:t>
      </w:r>
      <w:r w:rsidR="001B6A42">
        <w:t xml:space="preserve">g, </w:t>
      </w:r>
      <w:r>
        <w:t xml:space="preserve">        and He is the Generous, theAll-embracing.</w:t>
      </w:r>
    </w:p>
    <w:p w:rsidR="00256D63" w:rsidRDefault="00256D63" w:rsidP="00256D63">
      <w:pPr>
        <w:pStyle w:val="libNormal"/>
      </w:pPr>
      <w:r>
        <w:t>He brought forth the varietiesof unprecedented creature</w:t>
      </w:r>
      <w:r w:rsidR="001B6A42">
        <w:t xml:space="preserve">s </w:t>
      </w:r>
      <w:r>
        <w:t xml:space="preserve">        and perfected through His wisdom all He had fashioned.</w:t>
      </w:r>
    </w:p>
    <w:p w:rsidR="00922ED1" w:rsidRDefault="00256D63" w:rsidP="00256D63">
      <w:pPr>
        <w:pStyle w:val="libNormal"/>
      </w:pPr>
      <w:r>
        <w:t xml:space="preserve">        Hidden not from Him areharbinger</w:t>
      </w:r>
      <w:r w:rsidR="001B6A42">
        <w:t xml:space="preserve">s, </w:t>
      </w:r>
      <w:r>
        <w:t xml:space="preserve">        nor lost withHim are deposits.</w:t>
      </w:r>
      <w:r w:rsidRPr="009C2015">
        <w:rPr>
          <w:rStyle w:val="libFootnotenumChar"/>
        </w:rPr>
        <w:t>[3]</w:t>
      </w:r>
    </w:p>
    <w:p w:rsidR="00922ED1" w:rsidRDefault="00256D63" w:rsidP="00256D63">
      <w:pPr>
        <w:pStyle w:val="libNormal"/>
      </w:pPr>
      <w:r>
        <w:t>He repays every fashione</w:t>
      </w:r>
      <w:r w:rsidR="001B6A42">
        <w:t xml:space="preserve">r, </w:t>
      </w:r>
      <w:r>
        <w:t xml:space="preserve">        feathers the nest of all who areconten</w:t>
      </w:r>
      <w:r w:rsidR="001B6A42">
        <w:t xml:space="preserve">t </w:t>
      </w:r>
      <w:r>
        <w:t xml:space="preserve">        and has mercy uponall who humble themselves.</w:t>
      </w:r>
    </w:p>
    <w:p w:rsidR="00922ED1" w:rsidRDefault="00256D63" w:rsidP="00256D63">
      <w:pPr>
        <w:pStyle w:val="libNormal"/>
      </w:pPr>
      <w:r>
        <w:t>He sends downbenefit</w:t>
      </w:r>
      <w:r w:rsidR="001B6A42">
        <w:t xml:space="preserve">s </w:t>
      </w:r>
      <w:r>
        <w:t xml:space="preserve">        and theall-encompassing Boo</w:t>
      </w:r>
      <w:r w:rsidR="001B6A42">
        <w:t xml:space="preserve">k </w:t>
      </w:r>
      <w:r>
        <w:t xml:space="preserve">        inradiant light.</w:t>
      </w:r>
    </w:p>
    <w:p w:rsidR="00922ED1" w:rsidRDefault="00256D63" w:rsidP="00256D63">
      <w:pPr>
        <w:pStyle w:val="libNormal"/>
      </w:pPr>
      <w:r>
        <w:t>He hears supplication</w:t>
      </w:r>
      <w:r w:rsidR="001B6A42">
        <w:t xml:space="preserve">s, </w:t>
      </w:r>
      <w:r>
        <w:t xml:space="preserve">        averts affliction</w:t>
      </w:r>
      <w:r w:rsidR="001B6A42">
        <w:t xml:space="preserve">s, </w:t>
      </w:r>
      <w:r>
        <w:t xml:space="preserve">        raises up in degree</w:t>
      </w:r>
      <w:r w:rsidR="001B6A42">
        <w:t xml:space="preserve">s, </w:t>
      </w:r>
      <w:r>
        <w:t xml:space="preserve">        and knocks down tyrants.</w:t>
      </w:r>
    </w:p>
    <w:p w:rsidR="00256D63" w:rsidRDefault="00256D63" w:rsidP="00256D63">
      <w:pPr>
        <w:pStyle w:val="libNormal"/>
      </w:pPr>
      <w:r>
        <w:t xml:space="preserve">            For there is no god other than H</w:t>
      </w:r>
      <w:r w:rsidR="001B6A42">
        <w:t xml:space="preserve">e, </w:t>
      </w:r>
      <w:r>
        <w:t xml:space="preserve">            nothing is equal to Hi</w:t>
      </w:r>
      <w:r w:rsidR="001B6A42">
        <w:t xml:space="preserve">m, </w:t>
      </w:r>
      <w:r>
        <w:t xml:space="preserve">            "Like Him there is naugh</w:t>
      </w:r>
      <w:r w:rsidR="001B6A42">
        <w:t xml:space="preserve">t, </w:t>
      </w:r>
      <w:r>
        <w:t xml:space="preserve">            and He is the Hearing, the Seeing" (XLII, 11),</w:t>
      </w:r>
    </w:p>
    <w:p w:rsidR="00922ED1" w:rsidRDefault="00256D63" w:rsidP="00256D63">
      <w:pPr>
        <w:pStyle w:val="libNormal"/>
      </w:pPr>
      <w:r>
        <w:t xml:space="preserve">            the subtle, the Awar</w:t>
      </w:r>
      <w:r w:rsidR="001B6A42">
        <w:t xml:space="preserve">e, </w:t>
      </w:r>
      <w:r>
        <w:t xml:space="preserve">            and "He is powerful over all things" (V, 120 etc.).</w:t>
      </w:r>
    </w:p>
    <w:p w:rsidR="00922ED1" w:rsidRDefault="00256D63" w:rsidP="00256D63">
      <w:pPr>
        <w:pStyle w:val="libNormal"/>
      </w:pPr>
      <w:r>
        <w:t>O God, I make Thee my ques</w:t>
      </w:r>
      <w:r w:rsidR="001B6A42">
        <w:t xml:space="preserve">t </w:t>
      </w:r>
      <w:r>
        <w:t xml:space="preserve">        and bear witness to ThyLordshi</w:t>
      </w:r>
      <w:r w:rsidR="001B6A42">
        <w:t xml:space="preserve">p, </w:t>
      </w:r>
      <w:r>
        <w:t xml:space="preserve">        acknowledgingthat Thou art my Lor</w:t>
      </w:r>
      <w:r w:rsidR="001B6A42">
        <w:t xml:space="preserve">d </w:t>
      </w:r>
      <w:r>
        <w:t xml:space="preserve">        and to Thee is my return.</w:t>
      </w:r>
      <w:r w:rsidRPr="009C2015">
        <w:rPr>
          <w:rStyle w:val="libFootnotenumChar"/>
        </w:rPr>
        <w:t>[4]</w:t>
      </w:r>
    </w:p>
    <w:p w:rsidR="00922ED1" w:rsidRDefault="00256D63" w:rsidP="00256D63">
      <w:pPr>
        <w:pStyle w:val="libNormal"/>
      </w:pPr>
      <w:r>
        <w:t>Thou originated me byThy blessing before I was a thing remembered.</w:t>
      </w:r>
      <w:r w:rsidRPr="009C2015">
        <w:rPr>
          <w:rStyle w:val="libFootnotenumChar"/>
        </w:rPr>
        <w:t>[5]</w:t>
      </w:r>
    </w:p>
    <w:p w:rsidR="00256D63" w:rsidRDefault="00256D63" w:rsidP="00256D63">
      <w:pPr>
        <w:pStyle w:val="libNormal"/>
      </w:pPr>
      <w:r>
        <w:t xml:space="preserve">        Thoucreated me from dus</w:t>
      </w:r>
      <w:r w:rsidR="001B6A42">
        <w:t xml:space="preserve">t, </w:t>
      </w:r>
      <w:r>
        <w:t xml:space="preserve">        thengavest me a place in the loins (of my fathers),</w:t>
      </w:r>
    </w:p>
    <w:p w:rsidR="00922ED1" w:rsidRDefault="00256D63" w:rsidP="00256D63">
      <w:pPr>
        <w:pStyle w:val="libNormal"/>
      </w:pPr>
      <w:r>
        <w:t xml:space="preserve">        secure from the uncertainty ofFate and the vagaries o</w:t>
      </w:r>
      <w:r w:rsidR="001B6A42">
        <w:t xml:space="preserve">f </w:t>
      </w:r>
      <w:r>
        <w:t xml:space="preserve">    the ages and the years.</w:t>
      </w:r>
    </w:p>
    <w:p w:rsidR="00256D63" w:rsidRDefault="00256D63" w:rsidP="00256D63">
      <w:pPr>
        <w:pStyle w:val="libNormal"/>
      </w:pPr>
      <w:r>
        <w:t>I remained atraveller from loin to womb in a tim</w:t>
      </w:r>
      <w:r w:rsidR="001B6A42">
        <w:t xml:space="preserve">e </w:t>
      </w:r>
      <w:r>
        <w:t xml:space="preserve">    immemorial of past day</w:t>
      </w:r>
      <w:r w:rsidR="001B6A42">
        <w:t xml:space="preserve">s </w:t>
      </w:r>
      <w:r>
        <w:t>and bygone centuries.</w:t>
      </w:r>
    </w:p>
    <w:p w:rsidR="00922ED1" w:rsidRDefault="00256D63" w:rsidP="00256D63">
      <w:pPr>
        <w:pStyle w:val="libNormal"/>
      </w:pPr>
      <w:r>
        <w:t>In Thy tenderness,bounty and goodness toward me Tho</w:t>
      </w:r>
      <w:r w:rsidR="001B6A42">
        <w:t xml:space="preserve">u </w:t>
      </w:r>
      <w:r>
        <w:t xml:space="preserve">        didst not send me out into the empire of th</w:t>
      </w:r>
      <w:r w:rsidR="001B6A42">
        <w:t xml:space="preserve">e </w:t>
      </w:r>
      <w:r>
        <w:t xml:space="preserve">        leaders of disbelief, those who broke Th</w:t>
      </w:r>
      <w:r w:rsidR="001B6A42">
        <w:t xml:space="preserve">y </w:t>
      </w:r>
      <w:r>
        <w:t xml:space="preserve">        covenant and cried lies to Thy messengers.</w:t>
      </w:r>
      <w:r w:rsidRPr="009C2015">
        <w:rPr>
          <w:rStyle w:val="libFootnotenumChar"/>
        </w:rPr>
        <w:t>[6]</w:t>
      </w:r>
    </w:p>
    <w:p w:rsidR="00256D63" w:rsidRDefault="00256D63" w:rsidP="00256D63">
      <w:pPr>
        <w:pStyle w:val="libNormal"/>
      </w:pPr>
      <w:r>
        <w:t>Rather, Thou sentestme out to that guidance which ha</w:t>
      </w:r>
      <w:r w:rsidR="001B6A42">
        <w:t xml:space="preserve">d </w:t>
      </w:r>
      <w:r>
        <w:t xml:space="preserve">        been foreordained for me, the way whic</w:t>
      </w:r>
      <w:r w:rsidR="001B6A42">
        <w:t xml:space="preserve">h </w:t>
      </w:r>
      <w:r>
        <w:t xml:space="preserve">        Thou madest easy for m</w:t>
      </w:r>
      <w:r w:rsidR="001B6A42">
        <w:t xml:space="preserve">e </w:t>
      </w:r>
      <w:r>
        <w:t>and in which Thou nurtured me.</w:t>
      </w:r>
    </w:p>
    <w:p w:rsidR="00256D63" w:rsidRDefault="00256D63" w:rsidP="00256D63">
      <w:pPr>
        <w:pStyle w:val="libNormal"/>
      </w:pPr>
      <w:r>
        <w:lastRenderedPageBreak/>
        <w:t>And beforethat Thou wert kind to me through Th</w:t>
      </w:r>
      <w:r w:rsidR="001B6A42">
        <w:t xml:space="preserve">y </w:t>
      </w:r>
      <w:r>
        <w:t xml:space="preserve">    gracious fashionin</w:t>
      </w:r>
      <w:r w:rsidR="001B6A42">
        <w:t xml:space="preserve">g </w:t>
      </w:r>
      <w:r>
        <w:t>and abundant blessings.</w:t>
      </w:r>
    </w:p>
    <w:p w:rsidR="00256D63" w:rsidRDefault="00256D63" w:rsidP="00256D63">
      <w:pPr>
        <w:pStyle w:val="libNormal"/>
      </w:pPr>
      <w:r>
        <w:t>Thou originated mycreation from a sperm-drop spilled</w:t>
      </w:r>
      <w:r w:rsidRPr="009C2015">
        <w:rPr>
          <w:rStyle w:val="libFootnotenumChar"/>
        </w:rPr>
        <w:t>[7]</w:t>
      </w:r>
    </w:p>
    <w:p w:rsidR="00922ED1" w:rsidRDefault="00256D63" w:rsidP="00256D63">
      <w:pPr>
        <w:pStyle w:val="libNormal"/>
      </w:pPr>
      <w:r>
        <w:t>and madest me to dwellin a threefold gloom among fles</w:t>
      </w:r>
      <w:r w:rsidR="001B6A42">
        <w:t xml:space="preserve">h, </w:t>
      </w:r>
      <w:r>
        <w:t xml:space="preserve">        blood and skin.</w:t>
      </w:r>
      <w:r w:rsidRPr="009C2015">
        <w:rPr>
          <w:rStyle w:val="libFootnotenumChar"/>
        </w:rPr>
        <w:t>[8]</w:t>
      </w:r>
    </w:p>
    <w:p w:rsidR="00256D63" w:rsidRDefault="00256D63" w:rsidP="00256D63">
      <w:pPr>
        <w:pStyle w:val="libNormal"/>
      </w:pPr>
      <w:r>
        <w:t>Thou gavest me not to witness my creation,</w:t>
      </w:r>
      <w:r w:rsidRPr="009C2015">
        <w:rPr>
          <w:rStyle w:val="libFootnotenumChar"/>
        </w:rPr>
        <w:t>[9]</w:t>
      </w:r>
    </w:p>
    <w:p w:rsidR="00256D63" w:rsidRDefault="00256D63" w:rsidP="00256D63">
      <w:pPr>
        <w:pStyle w:val="libNormal"/>
      </w:pPr>
      <w:r>
        <w:t>nor didst Thou entrustme with anything of my own affair.</w:t>
      </w:r>
    </w:p>
    <w:p w:rsidR="00922ED1" w:rsidRDefault="00256D63" w:rsidP="00256D63">
      <w:pPr>
        <w:pStyle w:val="libNormal"/>
      </w:pPr>
      <w:r>
        <w:t>Then thousentest me out into the world for the guidanc</w:t>
      </w:r>
      <w:r w:rsidR="001B6A42">
        <w:t xml:space="preserve">e </w:t>
      </w:r>
      <w:r>
        <w:t xml:space="preserve">        that had been foredained for me, complet</w:t>
      </w:r>
      <w:r w:rsidR="001B6A42">
        <w:t xml:space="preserve">e </w:t>
      </w:r>
      <w:r>
        <w:t xml:space="preserve">        and unimpaired.</w:t>
      </w:r>
    </w:p>
    <w:p w:rsidR="00256D63" w:rsidRDefault="00256D63" w:rsidP="00256D63">
      <w:pPr>
        <w:pStyle w:val="libNormal"/>
      </w:pPr>
      <w:r>
        <w:t>Thou watched over me in thecradl</w:t>
      </w:r>
      <w:r w:rsidR="001B6A42">
        <w:t xml:space="preserve">e </w:t>
      </w:r>
      <w:r>
        <w:t>as an infant bo</w:t>
      </w:r>
      <w:r w:rsidR="001B6A42">
        <w:t xml:space="preserve">y, </w:t>
      </w:r>
      <w:r>
        <w:t>provided me with foo</w:t>
      </w:r>
      <w:r w:rsidR="001B6A42">
        <w:t xml:space="preserve">d, </w:t>
      </w:r>
      <w:r>
        <w:t>wholesome mil</w:t>
      </w:r>
      <w:r w:rsidR="001B6A42">
        <w:t xml:space="preserve">k, </w:t>
      </w:r>
      <w:r>
        <w:t>and turned the hearts of thenurse-maids toward me.</w:t>
      </w:r>
    </w:p>
    <w:p w:rsidR="00922ED1" w:rsidRDefault="00256D63" w:rsidP="00256D63">
      <w:pPr>
        <w:pStyle w:val="libNormal"/>
      </w:pPr>
      <w:r>
        <w:t>Thou entrusted myupbringing to compassionate mother</w:t>
      </w:r>
      <w:r w:rsidR="001B6A42">
        <w:t xml:space="preserve">s, </w:t>
      </w:r>
      <w:r>
        <w:t>guardedme from the calamities brought by the jin</w:t>
      </w:r>
      <w:r w:rsidR="001B6A42">
        <w:t xml:space="preserve">n </w:t>
      </w:r>
      <w:r>
        <w:t>and kept me secure from excess and lack.</w:t>
      </w:r>
    </w:p>
    <w:p w:rsidR="00922ED1" w:rsidRDefault="00256D63" w:rsidP="00256D63">
      <w:pPr>
        <w:pStyle w:val="libNormal"/>
      </w:pPr>
      <w:r>
        <w:t xml:space="preserve">    High art Thou, O Merciful! O Compassionate!</w:t>
      </w:r>
    </w:p>
    <w:p w:rsidR="00256D63" w:rsidRDefault="00256D63" w:rsidP="00256D63">
      <w:pPr>
        <w:pStyle w:val="libNormal"/>
      </w:pPr>
      <w:r>
        <w:t>Then when I began to utter speec</w:t>
      </w:r>
      <w:r w:rsidR="001B6A42">
        <w:t xml:space="preserve">h </w:t>
      </w:r>
      <w:r>
        <w:t>Thoucompleted for me Thy abundant blessings.</w:t>
      </w:r>
    </w:p>
    <w:p w:rsidR="00922ED1" w:rsidRDefault="00256D63" w:rsidP="00256D63">
      <w:pPr>
        <w:pStyle w:val="libNormal"/>
      </w:pPr>
      <w:r>
        <w:t>Thounurtured me more and more each yea</w:t>
      </w:r>
      <w:r w:rsidR="001B6A42">
        <w:t xml:space="preserve">r </w:t>
      </w:r>
      <w:r>
        <w:t>until,when my nature was perfecte</w:t>
      </w:r>
      <w:r w:rsidR="001B6A42">
        <w:t xml:space="preserve">d </w:t>
      </w:r>
      <w:r>
        <w:t>and my strengthbalance</w:t>
      </w:r>
      <w:r w:rsidR="001B6A42">
        <w:t xml:space="preserve">d, </w:t>
      </w:r>
      <w:r>
        <w:t>Thou madest Thy argument encumbentupon me b</w:t>
      </w:r>
      <w:r w:rsidR="001B6A42">
        <w:t xml:space="preserve">y </w:t>
      </w:r>
      <w:r>
        <w:t xml:space="preserve">    inspiring me with knowledge ofThe</w:t>
      </w:r>
      <w:r w:rsidR="001B6A42">
        <w:t xml:space="preserve">e, </w:t>
      </w:r>
      <w:r>
        <w:t>awing me with the marvels of Thywisdo</w:t>
      </w:r>
      <w:r w:rsidR="001B6A42">
        <w:t xml:space="preserve">m, </w:t>
      </w:r>
      <w:r>
        <w:t>awakening me to the wonders of Thycreation which Tho</w:t>
      </w:r>
      <w:r w:rsidR="001B6A42">
        <w:t xml:space="preserve">u </w:t>
      </w:r>
      <w:r>
        <w:t xml:space="preserve">    hadst multiplied in Thy Heaven and Thy earth,</w:t>
      </w:r>
      <w:r w:rsidRPr="009C2015">
        <w:rPr>
          <w:rStyle w:val="libFootnotenumChar"/>
        </w:rPr>
        <w:t>[10]</w:t>
      </w:r>
    </w:p>
    <w:p w:rsidR="00256D63" w:rsidRDefault="00256D63" w:rsidP="00256D63">
      <w:pPr>
        <w:pStyle w:val="libNormal"/>
      </w:pPr>
      <w:r>
        <w:t>and instructing me in Thy thanks and remembrance.</w:t>
      </w:r>
    </w:p>
    <w:p w:rsidR="00922ED1" w:rsidRDefault="00256D63" w:rsidP="00256D63">
      <w:pPr>
        <w:pStyle w:val="libNormal"/>
      </w:pPr>
      <w:r>
        <w:t>Thou madest encumbent upon me Thy obedience an</w:t>
      </w:r>
      <w:r w:rsidR="001B6A42">
        <w:t xml:space="preserve">d </w:t>
      </w:r>
      <w:r>
        <w:t xml:space="preserve">        worshi</w:t>
      </w:r>
      <w:r w:rsidR="001B6A42">
        <w:t xml:space="preserve">p, </w:t>
      </w:r>
      <w:r>
        <w:t>madest me to understand what Thy messengers ha</w:t>
      </w:r>
      <w:r w:rsidR="001B6A42">
        <w:t xml:space="preserve">d </w:t>
      </w:r>
      <w:r>
        <w:t xml:space="preserve">        brough</w:t>
      </w:r>
      <w:r w:rsidR="001B6A42">
        <w:t xml:space="preserve">t </w:t>
      </w:r>
      <w:r>
        <w:t>and madest easy for me the acceptance of Thy goo</w:t>
      </w:r>
      <w:r w:rsidR="001B6A42">
        <w:t xml:space="preserve">d </w:t>
      </w:r>
      <w:r>
        <w:t xml:space="preserve">        pleasure.</w:t>
      </w:r>
    </w:p>
    <w:p w:rsidR="00922ED1" w:rsidRDefault="00256D63" w:rsidP="00256D63">
      <w:pPr>
        <w:pStyle w:val="libNormal"/>
      </w:pPr>
      <w:r>
        <w:t>Thou wast gracious to me in all of this, through Th</w:t>
      </w:r>
      <w:r w:rsidR="001B6A42">
        <w:t xml:space="preserve">y </w:t>
      </w:r>
      <w:r>
        <w:t xml:space="preserve">        succour and kindness.</w:t>
      </w:r>
    </w:p>
    <w:p w:rsidR="00922ED1" w:rsidRDefault="00256D63" w:rsidP="00256D63">
      <w:pPr>
        <w:pStyle w:val="libNormal"/>
      </w:pPr>
      <w:r>
        <w:t>Then, since Thoucreated me from the best soil,</w:t>
      </w:r>
      <w:r w:rsidRPr="009C2015">
        <w:rPr>
          <w:rStyle w:val="libFootnotenumChar"/>
        </w:rPr>
        <w:t>[11]</w:t>
      </w:r>
    </w:p>
    <w:p w:rsidR="00922ED1" w:rsidRDefault="00256D63" w:rsidP="00256D63">
      <w:pPr>
        <w:pStyle w:val="libNormal"/>
      </w:pPr>
      <w:r>
        <w:t>Thou wert not satisfied, my God, that I should have on</w:t>
      </w:r>
      <w:r w:rsidR="001B6A42">
        <w:t xml:space="preserve">e </w:t>
      </w:r>
      <w:r>
        <w:t xml:space="preserve">        blessing without another.</w:t>
      </w:r>
    </w:p>
    <w:p w:rsidR="00256D63" w:rsidRDefault="00256D63" w:rsidP="00256D63">
      <w:pPr>
        <w:pStyle w:val="libNormal"/>
      </w:pPr>
      <w:r>
        <w:t>Thou provided me with varieties of sustenanc</w:t>
      </w:r>
      <w:r w:rsidR="001B6A42">
        <w:t xml:space="preserve">e </w:t>
      </w:r>
      <w:r>
        <w:t>and kinds of garment</w:t>
      </w:r>
      <w:r w:rsidR="001B6A42">
        <w:t xml:space="preserve">s </w:t>
      </w:r>
      <w:r>
        <w:t>and Thy tremendous, mosttremendous, graciousnes</w:t>
      </w:r>
      <w:r w:rsidR="001B6A42">
        <w:t xml:space="preserve">s </w:t>
      </w:r>
      <w:r>
        <w:t xml:space="preserve">        to m</w:t>
      </w:r>
      <w:r w:rsidR="001B6A42">
        <w:t xml:space="preserve">e </w:t>
      </w:r>
      <w:r>
        <w:t>and Thy eternalgoodness toward me.</w:t>
      </w:r>
    </w:p>
    <w:p w:rsidR="00922ED1" w:rsidRDefault="00256D63" w:rsidP="00256D63">
      <w:pPr>
        <w:pStyle w:val="libNormal"/>
      </w:pPr>
      <w:r>
        <w:t>Andfinally, when Thou hadst completed for me ever</w:t>
      </w:r>
      <w:r w:rsidR="001B6A42">
        <w:t xml:space="preserve">y </w:t>
      </w:r>
      <w:r>
        <w:t xml:space="preserve">        blessin</w:t>
      </w:r>
      <w:r w:rsidR="001B6A42">
        <w:t xml:space="preserve">g </w:t>
      </w:r>
      <w:r>
        <w:t>and turned awayfrom me all misfortune</w:t>
      </w:r>
      <w:r w:rsidR="001B6A42">
        <w:t xml:space="preserve">s, </w:t>
      </w:r>
      <w:r>
        <w:t>Thou wert not prevented by my ignorance and audacit</w:t>
      </w:r>
      <w:r w:rsidR="001B6A42">
        <w:t xml:space="preserve">y </w:t>
      </w:r>
      <w:r>
        <w:t>from guiding me toward that whichwould bring me nig</w:t>
      </w:r>
      <w:r w:rsidR="001B6A42">
        <w:t xml:space="preserve">h </w:t>
      </w:r>
      <w:r>
        <w:t xml:space="preserve">        to The</w:t>
      </w:r>
      <w:r w:rsidR="001B6A42">
        <w:t xml:space="preserve">e </w:t>
      </w:r>
      <w:r>
        <w:t>or from giving mesuccess in that which would bring m</w:t>
      </w:r>
      <w:r w:rsidR="001B6A42">
        <w:t xml:space="preserve">e </w:t>
      </w:r>
      <w:r>
        <w:t xml:space="preserve">        close to Thee.</w:t>
      </w:r>
    </w:p>
    <w:p w:rsidR="00256D63" w:rsidRDefault="00256D63" w:rsidP="00256D63">
      <w:pPr>
        <w:pStyle w:val="libNormal"/>
      </w:pPr>
      <w:r>
        <w:t>For if Iprayed to Thee Thou answere</w:t>
      </w:r>
      <w:r w:rsidR="001B6A42">
        <w:t xml:space="preserve">d, </w:t>
      </w:r>
      <w:r>
        <w:t>if I asked of Thee Thougaves</w:t>
      </w:r>
      <w:r w:rsidR="001B6A42">
        <w:t xml:space="preserve">t, </w:t>
      </w:r>
      <w:r>
        <w:t>if I obeyed TheeThou showed Thy gratitud</w:t>
      </w:r>
      <w:r w:rsidR="001B6A42">
        <w:t xml:space="preserve">e, </w:t>
      </w:r>
      <w:r>
        <w:t>and if I thanked Thee Thou gavest me more.</w:t>
      </w:r>
      <w:r w:rsidRPr="009C2015">
        <w:rPr>
          <w:rStyle w:val="libFootnotenumChar"/>
        </w:rPr>
        <w:t>[12]</w:t>
      </w:r>
    </w:p>
    <w:p w:rsidR="00922ED1" w:rsidRDefault="00256D63" w:rsidP="00256D63">
      <w:pPr>
        <w:pStyle w:val="libNormal"/>
      </w:pPr>
      <w:r>
        <w:t>All of that was to perfect Thy blessings upon me an</w:t>
      </w:r>
      <w:r w:rsidR="001B6A42">
        <w:t xml:space="preserve">d </w:t>
      </w:r>
      <w:r>
        <w:t xml:space="preserve">        Thy goodness toward me.</w:t>
      </w:r>
    </w:p>
    <w:p w:rsidR="00922ED1" w:rsidRDefault="00256D63" w:rsidP="00256D63">
      <w:pPr>
        <w:pStyle w:val="libNormal"/>
      </w:pPr>
      <w:r>
        <w:t>So glory be to Thee;Glory be to The</w:t>
      </w:r>
      <w:r w:rsidR="001B6A42">
        <w:t xml:space="preserve">e, </w:t>
      </w:r>
      <w:r>
        <w:t>who are Producer andReproducer,</w:t>
      </w:r>
      <w:r w:rsidRPr="009C2015">
        <w:rPr>
          <w:rStyle w:val="libFootnotenumChar"/>
        </w:rPr>
        <w:t>[13]</w:t>
      </w:r>
      <w:r>
        <w:t>Laudabl</w:t>
      </w:r>
      <w:r w:rsidR="001B6A42">
        <w:t xml:space="preserve">e, </w:t>
      </w:r>
      <w:r>
        <w:t xml:space="preserve">        Glorious.</w:t>
      </w:r>
    </w:p>
    <w:p w:rsidR="00922ED1" w:rsidRDefault="00256D63" w:rsidP="00256D63">
      <w:pPr>
        <w:pStyle w:val="libNormal"/>
      </w:pPr>
      <w:r>
        <w:t>Holy are ThyNames and tremendous Thy bounties.</w:t>
      </w:r>
    </w:p>
    <w:p w:rsidR="00922ED1" w:rsidRDefault="00256D63" w:rsidP="00256D63">
      <w:pPr>
        <w:pStyle w:val="libNormal"/>
      </w:pPr>
      <w:r>
        <w:lastRenderedPageBreak/>
        <w:t>So whichof Thy blessings, my God, can I enumerate by countin</w:t>
      </w:r>
      <w:r w:rsidR="001B6A42">
        <w:t xml:space="preserve">g </w:t>
      </w:r>
      <w:r>
        <w:t xml:space="preserve">    and mentioning?</w:t>
      </w:r>
    </w:p>
    <w:p w:rsidR="00256D63" w:rsidRDefault="00256D63" w:rsidP="00256D63">
      <w:pPr>
        <w:pStyle w:val="libNormal"/>
      </w:pPr>
      <w:r>
        <w:t>For which of Thy gifts am I able to give thanks ?</w:t>
      </w:r>
    </w:p>
    <w:p w:rsidR="00256D63" w:rsidRDefault="00256D63" w:rsidP="00256D63">
      <w:pPr>
        <w:pStyle w:val="libNormal"/>
      </w:pPr>
      <w:r>
        <w:t>Since they, O Lord, are more thanreckoners can count</w:t>
      </w:r>
      <w:r w:rsidRPr="009C2015">
        <w:rPr>
          <w:rStyle w:val="libFootnotenumChar"/>
        </w:rPr>
        <w:t>[14]</w:t>
      </w:r>
    </w:p>
    <w:p w:rsidR="00256D63" w:rsidRDefault="00256D63" w:rsidP="00256D63">
      <w:pPr>
        <w:pStyle w:val="libNormal"/>
      </w:pPr>
      <w:r>
        <w:t>orthose who entrust to memory can attain by knowledge.</w:t>
      </w:r>
    </w:p>
    <w:p w:rsidR="00922ED1" w:rsidRDefault="00256D63" w:rsidP="00256D63">
      <w:pPr>
        <w:pStyle w:val="libNormal"/>
      </w:pPr>
      <w:r>
        <w:t>But the affliction and hardship,O God, that Thou turne</w:t>
      </w:r>
      <w:r w:rsidR="001B6A42">
        <w:t xml:space="preserve">d </w:t>
      </w:r>
      <w:r>
        <w:t xml:space="preserve">        and averted from m</w:t>
      </w:r>
      <w:r w:rsidR="001B6A42">
        <w:t xml:space="preserve">e </w:t>
      </w:r>
      <w:r>
        <w:t>is morethan the health and happiness that came to me.</w:t>
      </w:r>
    </w:p>
    <w:p w:rsidR="00256D63" w:rsidRDefault="00256D63" w:rsidP="00256D63">
      <w:pPr>
        <w:pStyle w:val="libNormal"/>
      </w:pPr>
      <w:r>
        <w:t>And I witness, my God, by the truth of myfait</w:t>
      </w:r>
      <w:r w:rsidR="001B6A42">
        <w:t xml:space="preserve">h, </w:t>
      </w:r>
      <w:r>
        <w:t xml:space="preserve">    the knotted resolutions of my certaint</w:t>
      </w:r>
      <w:r w:rsidR="001B6A42">
        <w:t xml:space="preserve">y, </w:t>
      </w:r>
      <w:r>
        <w:t xml:space="preserve">    my pure andunadulterated profession of Unit</w:t>
      </w:r>
      <w:r w:rsidR="001B6A42">
        <w:t xml:space="preserve">y, </w:t>
      </w:r>
      <w:r>
        <w:t xml:space="preserve">    the hiddeninwardness of my consciousnes</w:t>
      </w:r>
      <w:r w:rsidR="001B6A42">
        <w:t xml:space="preserve">s, </w:t>
      </w:r>
      <w:r>
        <w:t xml:space="preserve">    the places towhich the streams of light of my eye</w:t>
      </w:r>
      <w:r w:rsidR="001B6A42">
        <w:t xml:space="preserve">s </w:t>
      </w:r>
      <w:r>
        <w:t xml:space="preserve">        areattache</w:t>
      </w:r>
      <w:r w:rsidR="001B6A42">
        <w:t xml:space="preserve">d, </w:t>
      </w:r>
      <w:r>
        <w:t xml:space="preserve">    the lines on my forehead's surfac</w:t>
      </w:r>
      <w:r w:rsidR="001B6A42">
        <w:t xml:space="preserve">e, </w:t>
      </w:r>
      <w:r>
        <w:t xml:space="preserve">    the openingsfor my breath's channel</w:t>
      </w:r>
      <w:r w:rsidR="001B6A42">
        <w:t xml:space="preserve">s, </w:t>
      </w:r>
      <w:r>
        <w:t xml:space="preserve">    the parts of mynose's soft poin</w:t>
      </w:r>
      <w:r w:rsidR="001B6A42">
        <w:t xml:space="preserve">t, </w:t>
      </w:r>
      <w:r>
        <w:t xml:space="preserve">    the paths of myears' canal</w:t>
      </w:r>
      <w:r w:rsidR="001B6A42">
        <w:t xml:space="preserve">s, </w:t>
      </w:r>
      <w:r>
        <w:t xml:space="preserve">    what my lipsclose upon and compres</w:t>
      </w:r>
      <w:r w:rsidR="001B6A42">
        <w:t xml:space="preserve">s, </w:t>
      </w:r>
      <w:r>
        <w:t xml:space="preserve">    the movementsof my tongue in speakin</w:t>
      </w:r>
      <w:r w:rsidR="001B6A42">
        <w:t xml:space="preserve">g, </w:t>
      </w:r>
      <w:r>
        <w:t xml:space="preserve">    the joint atthe back of my mouth and ja</w:t>
      </w:r>
      <w:r w:rsidR="001B6A42">
        <w:t xml:space="preserve">w, </w:t>
      </w:r>
      <w:r>
        <w:t xml:space="preserve">    the sockets ofmy molar teet</w:t>
      </w:r>
      <w:r w:rsidR="001B6A42">
        <w:t xml:space="preserve">h, </w:t>
      </w:r>
      <w:r>
        <w:t xml:space="preserve">    the place whereI swallow my food and drin</w:t>
      </w:r>
      <w:r w:rsidR="001B6A42">
        <w:t xml:space="preserve">k, </w:t>
      </w:r>
      <w:r>
        <w:t xml:space="preserve">    that whichbears my brai</w:t>
      </w:r>
      <w:r w:rsidR="001B6A42">
        <w:t xml:space="preserve">n, </w:t>
      </w:r>
      <w:r>
        <w:t xml:space="preserve">    the hollowpassages of my neck's fiber</w:t>
      </w:r>
      <w:r w:rsidR="001B6A42">
        <w:t xml:space="preserve">s, </w:t>
      </w:r>
      <w:r>
        <w:t xml:space="preserve">    that which iscontained in my breast's cavit</w:t>
      </w:r>
      <w:r w:rsidR="001B6A42">
        <w:t xml:space="preserve">y, </w:t>
      </w:r>
      <w:r>
        <w:t xml:space="preserve">    the carriers ofmy aort</w:t>
      </w:r>
      <w:r w:rsidR="001B6A42">
        <w:t xml:space="preserve">a, </w:t>
      </w:r>
      <w:r>
        <w:t xml:space="preserve">    the places where my heart's curtain</w:t>
      </w:r>
      <w:r w:rsidRPr="009C2015">
        <w:rPr>
          <w:rStyle w:val="libFootnotenumChar"/>
        </w:rPr>
        <w:t>[15]</w:t>
      </w:r>
      <w:r>
        <w:t xml:space="preserve"> is attache</w:t>
      </w:r>
      <w:r w:rsidR="001B6A42">
        <w:t xml:space="preserve">d, </w:t>
      </w:r>
      <w:r>
        <w:t xml:space="preserve">    the smallpieces of flesh around my live</w:t>
      </w:r>
      <w:r w:rsidR="001B6A42">
        <w:t xml:space="preserve">r, </w:t>
      </w:r>
      <w:r>
        <w:t xml:space="preserve">    that which theribs of my sides encompas</w:t>
      </w:r>
      <w:r w:rsidR="001B6A42">
        <w:t xml:space="preserve">s, </w:t>
      </w:r>
      <w:r>
        <w:t xml:space="preserve">    the sockets ofmy joint</w:t>
      </w:r>
      <w:r w:rsidR="001B6A42">
        <w:t xml:space="preserve">s, </w:t>
      </w:r>
      <w:r>
        <w:t xml:space="preserve">    the contractionof my member</w:t>
      </w:r>
      <w:r w:rsidR="001B6A42">
        <w:t xml:space="preserve">s, </w:t>
      </w:r>
      <w:r>
        <w:t xml:space="preserve">    the tips of myfinger</w:t>
      </w:r>
      <w:r w:rsidR="001B6A42">
        <w:t xml:space="preserve">s, </w:t>
      </w:r>
      <w:r>
        <w:t xml:space="preserve">    my fles</w:t>
      </w:r>
      <w:r w:rsidR="001B6A42">
        <w:t xml:space="preserve">h, </w:t>
      </w:r>
      <w:r>
        <w:t xml:space="preserve">    my bloo</w:t>
      </w:r>
      <w:r w:rsidR="001B6A42">
        <w:t xml:space="preserve">d, </w:t>
      </w:r>
      <w:r>
        <w:t xml:space="preserve">    my hai</w:t>
      </w:r>
      <w:r w:rsidR="001B6A42">
        <w:t xml:space="preserve">r, </w:t>
      </w:r>
      <w:r>
        <w:t xml:space="preserve">    my ski</w:t>
      </w:r>
      <w:r w:rsidR="001B6A42">
        <w:t xml:space="preserve">n, </w:t>
      </w:r>
      <w:r>
        <w:t xml:space="preserve">    my nerve</w:t>
      </w:r>
      <w:r w:rsidR="001B6A42">
        <w:t xml:space="preserve">s, </w:t>
      </w:r>
      <w:r>
        <w:t xml:space="preserve">    mywindpipe,</w:t>
      </w:r>
      <w:r w:rsidRPr="009C2015">
        <w:rPr>
          <w:rStyle w:val="libFootnotenumChar"/>
        </w:rPr>
        <w:t>[16]</w:t>
      </w:r>
    </w:p>
    <w:p w:rsidR="00256D63" w:rsidRDefault="00256D63" w:rsidP="00256D63">
      <w:pPr>
        <w:pStyle w:val="libNormal"/>
      </w:pPr>
      <w:r>
        <w:t xml:space="preserve">    my bone</w:t>
      </w:r>
      <w:r w:rsidR="001B6A42">
        <w:t xml:space="preserve">s, </w:t>
      </w:r>
      <w:r>
        <w:t xml:space="preserve">    my brai</w:t>
      </w:r>
      <w:r w:rsidR="001B6A42">
        <w:t xml:space="preserve">n, </w:t>
      </w:r>
      <w:r>
        <w:t xml:space="preserve">    my vein</w:t>
      </w:r>
      <w:r w:rsidR="001B6A42">
        <w:t xml:space="preserve">s, </w:t>
      </w:r>
      <w:r>
        <w:t xml:space="preserve">    and all of my member</w:t>
      </w:r>
      <w:r w:rsidR="001B6A42">
        <w:t xml:space="preserve">s, </w:t>
      </w:r>
      <w:r>
        <w:t xml:space="preserve">    what was knitted upon them in the days when I wa</w:t>
      </w:r>
      <w:r w:rsidR="001B6A42">
        <w:t xml:space="preserve">s </w:t>
      </w:r>
      <w:r>
        <w:t xml:space="preserve">        a sucklingbab</w:t>
      </w:r>
      <w:r w:rsidR="001B6A42">
        <w:t xml:space="preserve">y, </w:t>
      </w:r>
      <w:r>
        <w:t xml:space="preserve">    what theearth has taken away from m</w:t>
      </w:r>
      <w:r w:rsidR="001B6A42">
        <w:t xml:space="preserve">e, </w:t>
      </w:r>
      <w:r>
        <w:t xml:space="preserve">    my slee</w:t>
      </w:r>
      <w:r w:rsidR="001B6A42">
        <w:t xml:space="preserve">p, </w:t>
      </w:r>
      <w:r>
        <w:t xml:space="preserve">    my wakin</w:t>
      </w:r>
      <w:r w:rsidR="001B6A42">
        <w:t xml:space="preserve">g, </w:t>
      </w:r>
      <w:r>
        <w:t xml:space="preserve">    my being stil</w:t>
      </w:r>
      <w:r w:rsidR="001B6A42">
        <w:t xml:space="preserve">l, </w:t>
      </w:r>
      <w:r>
        <w:t xml:space="preserve">    and the movements ofmy bowing and prostratin</w:t>
      </w:r>
      <w:r w:rsidR="001B6A42">
        <w:t xml:space="preserve">g, </w:t>
      </w:r>
      <w:r>
        <w:t>that had I takenpains and had I strive</w:t>
      </w:r>
      <w:r w:rsidR="001B6A42">
        <w:t xml:space="preserve">n </w:t>
      </w:r>
      <w:r>
        <w:t xml:space="preserve">    for the duration ofthe epochs and age</w:t>
      </w:r>
      <w:r w:rsidR="001B6A42">
        <w:t xml:space="preserve">s </w:t>
      </w:r>
      <w:r>
        <w:t xml:space="preserve">    were my life to beextended through the</w:t>
      </w:r>
      <w:r w:rsidR="001B6A42">
        <w:t xml:space="preserve">m </w:t>
      </w:r>
      <w:r>
        <w:t xml:space="preserve">    to deliver thanks forone of Thy blessing</w:t>
      </w:r>
      <w:r w:rsidR="001B6A42">
        <w:t xml:space="preserve">s, </w:t>
      </w:r>
      <w:r>
        <w:t xml:space="preserve">    I would not have beenable to do s</w:t>
      </w:r>
      <w:r w:rsidR="001B6A42">
        <w:t xml:space="preserve">o, </w:t>
      </w:r>
      <w:r>
        <w:t xml:space="preserve">    except by Thy grace, which alone makes encumben</w:t>
      </w:r>
      <w:r w:rsidR="001B6A42">
        <w:t xml:space="preserve">t </w:t>
      </w:r>
      <w:r>
        <w:t xml:space="preserve">        upon me never-ending and ever renewe</w:t>
      </w:r>
      <w:r w:rsidR="001B6A42">
        <w:t xml:space="preserve">d </w:t>
      </w:r>
      <w:r>
        <w:t xml:space="preserve">        gratitude to The</w:t>
      </w:r>
      <w:r w:rsidR="001B6A42">
        <w:t xml:space="preserve">e, </w:t>
      </w:r>
      <w:r>
        <w:t>and fresh and everpresent praise.</w:t>
      </w:r>
    </w:p>
    <w:p w:rsidR="00256D63" w:rsidRDefault="00256D63" w:rsidP="00256D63">
      <w:pPr>
        <w:pStyle w:val="libNormal"/>
      </w:pPr>
      <w:r>
        <w:t>Indeed, and were I and thereckoners among Th</w:t>
      </w:r>
      <w:r w:rsidR="001B6A42">
        <w:t xml:space="preserve">y </w:t>
      </w:r>
      <w:r>
        <w:t xml:space="preserve">    creatures ever so eage</w:t>
      </w:r>
      <w:r w:rsidR="001B6A42">
        <w:t xml:space="preserve">r </w:t>
      </w:r>
      <w:r>
        <w:t xml:space="preserve">    to calculate the extent of Thy bestowal of blessing</w:t>
      </w:r>
      <w:r w:rsidR="001B6A42">
        <w:t xml:space="preserve">s, </w:t>
      </w:r>
      <w:r>
        <w:t xml:space="preserve">    whether pas</w:t>
      </w:r>
      <w:r w:rsidR="001B6A42">
        <w:t xml:space="preserve">t </w:t>
      </w:r>
      <w:r>
        <w:t xml:space="preserve">    or approachin</w:t>
      </w:r>
      <w:r w:rsidR="001B6A42">
        <w:t xml:space="preserve">g, </w:t>
      </w:r>
      <w:r>
        <w:t xml:space="preserve">    we would fail to encompass it through number</w:t>
      </w:r>
      <w:r w:rsidR="001B6A42">
        <w:t xml:space="preserve">s </w:t>
      </w:r>
      <w:r>
        <w:t xml:space="preserve">    or to calculate its boundaries.</w:t>
      </w:r>
    </w:p>
    <w:p w:rsidR="00256D63" w:rsidRDefault="00256D63" w:rsidP="00256D63">
      <w:pPr>
        <w:pStyle w:val="libNormal"/>
      </w:pPr>
      <w:r>
        <w:t xml:space="preserve">    Never How could it ever be done!</w:t>
      </w:r>
    </w:p>
    <w:p w:rsidR="00922ED1" w:rsidRDefault="00256D63" w:rsidP="00256D63">
      <w:pPr>
        <w:pStyle w:val="libNormal"/>
      </w:pPr>
      <w:r>
        <w:t xml:space="preserve">    For Thou announcest in Thy eloquent Boo</w:t>
      </w:r>
      <w:r w:rsidR="001B6A42">
        <w:t xml:space="preserve">k </w:t>
      </w:r>
      <w:r>
        <w:t xml:space="preserve">    and truthful Tidin</w:t>
      </w:r>
      <w:r w:rsidR="001B6A42">
        <w:t xml:space="preserve">g, </w:t>
      </w:r>
      <w:r>
        <w:t xml:space="preserve">    "And if you count God's blessing, you will neve</w:t>
      </w:r>
      <w:r w:rsidR="001B6A42">
        <w:t xml:space="preserve">r </w:t>
      </w:r>
      <w:r>
        <w:t xml:space="preserve">        number it" (XIV, 34).</w:t>
      </w:r>
    </w:p>
    <w:p w:rsidR="00922ED1" w:rsidRDefault="00256D63" w:rsidP="00256D63">
      <w:pPr>
        <w:pStyle w:val="libNormal"/>
      </w:pPr>
      <w:r>
        <w:t>Thy Book, O God, Thy Message, has spoken th</w:t>
      </w:r>
      <w:r w:rsidR="001B6A42">
        <w:t xml:space="preserve">e </w:t>
      </w:r>
      <w:r>
        <w:t xml:space="preserve">        Truth!</w:t>
      </w:r>
    </w:p>
    <w:p w:rsidR="00922ED1" w:rsidRDefault="00256D63" w:rsidP="00256D63">
      <w:pPr>
        <w:pStyle w:val="libNormal"/>
      </w:pPr>
      <w:r>
        <w:t>And Thy prophets and messengers delivered Th</w:t>
      </w:r>
      <w:r w:rsidR="001B6A42">
        <w:t xml:space="preserve">y </w:t>
      </w:r>
      <w:r>
        <w:t xml:space="preserve">        revelation that Thou hadst sent down upo</w:t>
      </w:r>
      <w:r w:rsidR="001B6A42">
        <w:t xml:space="preserve">n </w:t>
      </w:r>
      <w:r>
        <w:t xml:space="preserve">        the</w:t>
      </w:r>
      <w:r w:rsidR="001B6A42">
        <w:t xml:space="preserve">m </w:t>
      </w:r>
      <w:r>
        <w:t>and the religion that Thou hadst promulgated for the</w:t>
      </w:r>
      <w:r w:rsidR="001B6A42">
        <w:t xml:space="preserve">m </w:t>
      </w:r>
      <w:r>
        <w:t xml:space="preserve">    and through them.</w:t>
      </w:r>
    </w:p>
    <w:p w:rsidR="00256D63" w:rsidRDefault="00256D63" w:rsidP="00256D63">
      <w:pPr>
        <w:pStyle w:val="libNormal"/>
      </w:pPr>
      <w:r>
        <w:t>And I witness, my God, bymy effor</w:t>
      </w:r>
      <w:r w:rsidR="001B6A42">
        <w:t xml:space="preserve">t, </w:t>
      </w:r>
      <w:r>
        <w:t xml:space="preserve">    my diligenc</w:t>
      </w:r>
      <w:r w:rsidR="001B6A42">
        <w:t xml:space="preserve">e, </w:t>
      </w:r>
      <w:r>
        <w:t xml:space="preserve">    and the extent of my obedience and mycapacit</w:t>
      </w:r>
      <w:r w:rsidR="001B6A42">
        <w:t xml:space="preserve">y, </w:t>
      </w:r>
      <w:r>
        <w:t xml:space="preserve">    and I say as a believerpossessing certaint</w:t>
      </w:r>
      <w:r w:rsidR="001B6A42">
        <w:t xml:space="preserve">y, </w:t>
      </w:r>
      <w:r>
        <w:t xml:space="preserve">    "Praisebelongs to Go</w:t>
      </w:r>
      <w:r w:rsidR="001B6A42">
        <w:t xml:space="preserve">d, </w:t>
      </w:r>
      <w:r>
        <w:t xml:space="preserve">    who has not takento Him a son"</w:t>
      </w:r>
    </w:p>
    <w:p w:rsidR="00256D63" w:rsidRDefault="00256D63" w:rsidP="00256D63">
      <w:pPr>
        <w:pStyle w:val="libNormal"/>
      </w:pPr>
      <w:r>
        <w:t xml:space="preserve">    that He might havean hei</w:t>
      </w:r>
      <w:r w:rsidR="001B6A42">
        <w:t xml:space="preserve">r, </w:t>
      </w:r>
      <w:r>
        <w:t xml:space="preserve">    "and who has not anyassociate in His dominion"</w:t>
      </w:r>
    </w:p>
    <w:p w:rsidR="00256D63" w:rsidRDefault="00256D63" w:rsidP="00256D63">
      <w:pPr>
        <w:pStyle w:val="libNormal"/>
      </w:pPr>
      <w:r>
        <w:lastRenderedPageBreak/>
        <w:t xml:space="preserve">    whomight oppose Him in what He create</w:t>
      </w:r>
      <w:r w:rsidR="001B6A42">
        <w:t xml:space="preserve">s, </w:t>
      </w:r>
      <w:r>
        <w:t xml:space="preserve">    "nor any protector out of humbleness"(XVII, 111)</w:t>
      </w:r>
    </w:p>
    <w:p w:rsidR="00922ED1" w:rsidRDefault="00256D63" w:rsidP="00256D63">
      <w:pPr>
        <w:pStyle w:val="libNormal"/>
      </w:pPr>
      <w:r>
        <w:t xml:space="preserve">    who would aid Him inwhat He fashions.</w:t>
      </w:r>
    </w:p>
    <w:p w:rsidR="00256D63" w:rsidRDefault="00256D63" w:rsidP="00256D63">
      <w:pPr>
        <w:pStyle w:val="libNormal"/>
      </w:pPr>
      <w:r>
        <w:t>So glory be to Hi</w:t>
      </w:r>
      <w:r w:rsidR="001B6A42">
        <w:t xml:space="preserve">m, </w:t>
      </w:r>
      <w:r>
        <w:t xml:space="preserve">    glory be to Him!</w:t>
      </w:r>
    </w:p>
    <w:p w:rsidR="00922ED1" w:rsidRDefault="00256D63" w:rsidP="00256D63">
      <w:pPr>
        <w:pStyle w:val="libNormal"/>
      </w:pPr>
      <w:r>
        <w:t xml:space="preserve">    "Why, were there gods in earth andheaven other tha</w:t>
      </w:r>
      <w:r w:rsidR="001B6A42">
        <w:t xml:space="preserve">n </w:t>
      </w:r>
      <w:r>
        <w:t xml:space="preserve">        Go</w:t>
      </w:r>
      <w:r w:rsidR="001B6A42">
        <w:t xml:space="preserve">d, </w:t>
      </w:r>
      <w:r>
        <w:t>they would surely go to ruin" (XXI, 22)and be rent.</w:t>
      </w:r>
      <w:r w:rsidRPr="009C2015">
        <w:rPr>
          <w:rStyle w:val="libFootnotenumChar"/>
        </w:rPr>
        <w:t>[17]</w:t>
      </w:r>
    </w:p>
    <w:p w:rsidR="00922ED1" w:rsidRDefault="00256D63" w:rsidP="00256D63">
      <w:pPr>
        <w:pStyle w:val="libNormal"/>
      </w:pPr>
      <w:r>
        <w:t>Glory be to God, theUnique, the On</w:t>
      </w:r>
      <w:r w:rsidR="001B6A42">
        <w:t xml:space="preserve">e, </w:t>
      </w:r>
      <w:r>
        <w:t>"the EverlastingRefuge" who "has not begotten, no</w:t>
      </w:r>
      <w:r w:rsidR="001B6A42">
        <w:t xml:space="preserve">r </w:t>
      </w:r>
      <w:r>
        <w:t xml:space="preserve">        has He been begotte</w:t>
      </w:r>
      <w:r w:rsidR="001B6A42">
        <w:t xml:space="preserve">n, </w:t>
      </w:r>
      <w:r>
        <w:t>and equal to Him there is none" (CXII,2-4).</w:t>
      </w:r>
    </w:p>
    <w:p w:rsidR="00922ED1" w:rsidRDefault="00256D63" w:rsidP="00256D63">
      <w:pPr>
        <w:pStyle w:val="libNormal"/>
      </w:pPr>
      <w:r>
        <w:t>Praise belongs to Go</w:t>
      </w:r>
      <w:r w:rsidR="001B6A42">
        <w:t xml:space="preserve">d, </w:t>
      </w:r>
      <w:r>
        <w:t>praise equal to the praise of theangels stationed near t</w:t>
      </w:r>
      <w:r w:rsidR="001B6A42">
        <w:t xml:space="preserve">o </w:t>
      </w:r>
      <w:r>
        <w:t xml:space="preserve">        Hi</w:t>
      </w:r>
      <w:r w:rsidR="001B6A42">
        <w:t xml:space="preserve">m </w:t>
      </w:r>
      <w:r>
        <w:t>and the prophets sent by Him.</w:t>
      </w:r>
    </w:p>
    <w:p w:rsidR="00922ED1" w:rsidRDefault="00256D63" w:rsidP="00256D63">
      <w:pPr>
        <w:pStyle w:val="libNormal"/>
      </w:pPr>
      <w:r>
        <w:t>And God bless Hiselect, Muhamma</w:t>
      </w:r>
      <w:r w:rsidR="001B6A42">
        <w:t xml:space="preserve">d, </w:t>
      </w:r>
      <w:r>
        <w:t xml:space="preserve">    the Seal of theProphet</w:t>
      </w:r>
      <w:r w:rsidR="001B6A42">
        <w:t xml:space="preserve">s, </w:t>
      </w:r>
      <w:r>
        <w:t xml:space="preserve">    and his virtuous, pureand sincere household, and giv</w:t>
      </w:r>
      <w:r w:rsidR="001B6A42">
        <w:t xml:space="preserve">e </w:t>
      </w:r>
      <w:r>
        <w:t xml:space="preserve">        them peace.</w:t>
      </w:r>
    </w:p>
    <w:p w:rsidR="00922ED1" w:rsidRDefault="00256D63" w:rsidP="00256D63">
      <w:pPr>
        <w:pStyle w:val="libNormal"/>
      </w:pPr>
      <w:r>
        <w:t>Then he began to supplicate. He occupied himselfwith prayer as tears ran from his blessed eyes. Then he said:</w:t>
      </w:r>
    </w:p>
    <w:p w:rsidR="00922ED1" w:rsidRDefault="00256D63" w:rsidP="00256D63">
      <w:pPr>
        <w:pStyle w:val="libNormal"/>
      </w:pPr>
      <w:r>
        <w:t>O God,cause me to fear Thee as if I were seeing Thee,</w:t>
      </w:r>
      <w:r w:rsidRPr="009C2015">
        <w:rPr>
          <w:rStyle w:val="libFootnotenumChar"/>
        </w:rPr>
        <w:t>[18]</w:t>
      </w:r>
    </w:p>
    <w:p w:rsidR="00256D63" w:rsidRDefault="00256D63" w:rsidP="00256D63">
      <w:pPr>
        <w:pStyle w:val="libNormal"/>
      </w:pPr>
      <w:r>
        <w:t xml:space="preserve">    give mefelicity through piety toward The</w:t>
      </w:r>
      <w:r w:rsidR="001B6A42">
        <w:t xml:space="preserve">e, </w:t>
      </w:r>
      <w:r>
        <w:t xml:space="preserve">    make me not wretched by disobediencetoward The</w:t>
      </w:r>
      <w:r w:rsidR="001B6A42">
        <w:t xml:space="preserve">e, </w:t>
      </w:r>
      <w:r>
        <w:t xml:space="preserve">    choose the best forme by Thy decree (qada')</w:t>
      </w:r>
    </w:p>
    <w:p w:rsidR="00256D63" w:rsidRDefault="00256D63" w:rsidP="00256D63">
      <w:pPr>
        <w:pStyle w:val="libNormal"/>
      </w:pPr>
      <w:r>
        <w:t xml:space="preserve">    and bless me by Thy determination (qadar),</w:t>
      </w:r>
    </w:p>
    <w:p w:rsidR="00922ED1" w:rsidRDefault="00256D63" w:rsidP="00256D63">
      <w:pPr>
        <w:pStyle w:val="libNormal"/>
      </w:pPr>
      <w:r>
        <w:t xml:space="preserve">    that I may love not the hastening ofwhat Thou has</w:t>
      </w:r>
      <w:r w:rsidR="001B6A42">
        <w:t xml:space="preserve">t </w:t>
      </w:r>
      <w:r>
        <w:t xml:space="preserve">        delaye</w:t>
      </w:r>
      <w:r w:rsidR="001B6A42">
        <w:t xml:space="preserve">d, </w:t>
      </w:r>
      <w:r>
        <w:t>nor the delaying of what Thou hasthastened.</w:t>
      </w:r>
    </w:p>
    <w:p w:rsidR="00256D63" w:rsidRDefault="00256D63" w:rsidP="00256D63">
      <w:pPr>
        <w:pStyle w:val="libNormal"/>
      </w:pPr>
      <w:r>
        <w:t>O God, appoint for me sufficiencyin my sou</w:t>
      </w:r>
      <w:r w:rsidR="001B6A42">
        <w:t xml:space="preserve">l, </w:t>
      </w:r>
      <w:r>
        <w:t xml:space="preserve">    certainty in myhear</w:t>
      </w:r>
      <w:r w:rsidR="001B6A42">
        <w:t xml:space="preserve">t, </w:t>
      </w:r>
      <w:r>
        <w:t xml:space="preserve">    sincerity in myactio</w:t>
      </w:r>
      <w:r w:rsidR="001B6A42">
        <w:t xml:space="preserve">n, </w:t>
      </w:r>
      <w:r>
        <w:t xml:space="preserve">    light in my eye</w:t>
      </w:r>
      <w:r w:rsidR="001B6A42">
        <w:t xml:space="preserve">s, </w:t>
      </w:r>
      <w:r>
        <w:t xml:space="preserve">    and insight in my religion.</w:t>
      </w:r>
    </w:p>
    <w:p w:rsidR="00922ED1" w:rsidRDefault="00256D63" w:rsidP="00256D63">
      <w:pPr>
        <w:pStyle w:val="libNormal"/>
      </w:pPr>
      <w:r>
        <w:t xml:space="preserve">    Give me enjoyment of my bodilymember</w:t>
      </w:r>
      <w:r w:rsidR="001B6A42">
        <w:t xml:space="preserve">s, </w:t>
      </w:r>
      <w:r>
        <w:t xml:space="preserve">    make my hearing and myseeing my two inheritor</w:t>
      </w:r>
      <w:r w:rsidR="001B6A42">
        <w:t xml:space="preserve">s, </w:t>
      </w:r>
      <w:r>
        <w:t xml:space="preserve">    help meagainst him who wrongs m</w:t>
      </w:r>
      <w:r w:rsidR="001B6A42">
        <w:t xml:space="preserve">e, </w:t>
      </w:r>
      <w:r>
        <w:t xml:space="preserve">    showme in him my revenge and my desire</w:t>
      </w:r>
      <w:r w:rsidR="001B6A42">
        <w:t xml:space="preserve">s, </w:t>
      </w:r>
      <w:r>
        <w:t xml:space="preserve">    and console thereby my eyes.</w:t>
      </w:r>
    </w:p>
    <w:p w:rsidR="00256D63" w:rsidRDefault="00256D63" w:rsidP="00256D63">
      <w:pPr>
        <w:pStyle w:val="libNormal"/>
      </w:pPr>
      <w:r>
        <w:t>O God, remove my afflictio</w:t>
      </w:r>
      <w:r w:rsidR="001B6A42">
        <w:t xml:space="preserve">n, </w:t>
      </w:r>
      <w:r>
        <w:t xml:space="preserve">    veil my defect</w:t>
      </w:r>
      <w:r w:rsidR="001B6A42">
        <w:t xml:space="preserve">s, </w:t>
      </w:r>
      <w:r>
        <w:t xml:space="preserve">    forgive my offenc</w:t>
      </w:r>
      <w:r w:rsidR="001B6A42">
        <w:t xml:space="preserve">e, </w:t>
      </w:r>
      <w:r>
        <w:t xml:space="preserve">    drive away my Satan,</w:t>
      </w:r>
      <w:r w:rsidRPr="009C2015">
        <w:rPr>
          <w:rStyle w:val="libFootnotenumChar"/>
        </w:rPr>
        <w:t>[19]</w:t>
      </w:r>
    </w:p>
    <w:p w:rsidR="00922ED1" w:rsidRDefault="00256D63" w:rsidP="00256D63">
      <w:pPr>
        <w:pStyle w:val="libNormal"/>
      </w:pPr>
      <w:r>
        <w:t xml:space="preserve">    dissolvemy deb</w:t>
      </w:r>
      <w:r w:rsidR="001B6A42">
        <w:t xml:space="preserve">t, </w:t>
      </w:r>
      <w:r>
        <w:t xml:space="preserve">    and give me, my God, thehighest degre</w:t>
      </w:r>
      <w:r w:rsidR="001B6A42">
        <w:t xml:space="preserve">e </w:t>
      </w:r>
      <w:r>
        <w:t xml:space="preserve">    in the world tocome and in this world.</w:t>
      </w:r>
    </w:p>
    <w:p w:rsidR="00922ED1" w:rsidRDefault="00256D63" w:rsidP="00256D63">
      <w:pPr>
        <w:pStyle w:val="libNormal"/>
      </w:pPr>
      <w:r>
        <w:t>O God, to Theebelongs the prais</w:t>
      </w:r>
      <w:r w:rsidR="001B6A42">
        <w:t xml:space="preserve">e, </w:t>
      </w:r>
      <w:r>
        <w:t xml:space="preserve">    just as Thou created me and made me to hear and t</w:t>
      </w:r>
      <w:r w:rsidR="001B6A42">
        <w:t xml:space="preserve">o </w:t>
      </w:r>
      <w:r>
        <w:t xml:space="preserve">        see;</w:t>
      </w:r>
    </w:p>
    <w:p w:rsidR="00922ED1" w:rsidRDefault="00256D63" w:rsidP="00256D63">
      <w:pPr>
        <w:pStyle w:val="libNormal"/>
      </w:pPr>
      <w:r>
        <w:t xml:space="preserve">    and to Thee belongs the prais</w:t>
      </w:r>
      <w:r w:rsidR="001B6A42">
        <w:t xml:space="preserve">e, </w:t>
      </w:r>
      <w:r>
        <w:t xml:space="preserve">    just as Thou created me andmade me a creatur</w:t>
      </w:r>
      <w:r w:rsidR="001B6A42">
        <w:t xml:space="preserve">e </w:t>
      </w:r>
      <w:r>
        <w:t xml:space="preserve">        unimpaire</w:t>
      </w:r>
      <w:r w:rsidR="001B6A42">
        <w:t xml:space="preserve">d </w:t>
      </w:r>
      <w:r>
        <w:t xml:space="preserve">    as a mercyto m</w:t>
      </w:r>
      <w:r w:rsidR="001B6A42">
        <w:t xml:space="preserve">e, </w:t>
      </w:r>
      <w:r>
        <w:t xml:space="preserve">    while Thouhadst no need of my creation.</w:t>
      </w:r>
    </w:p>
    <w:p w:rsidR="00922ED1" w:rsidRDefault="00256D63" w:rsidP="00256D63">
      <w:pPr>
        <w:pStyle w:val="libNormal"/>
      </w:pPr>
      <w:r>
        <w:t>My Lord, since Thou created m</w:t>
      </w:r>
      <w:r w:rsidR="001B6A42">
        <w:t xml:space="preserve">e </w:t>
      </w:r>
      <w:r>
        <w:t xml:space="preserve">    and then madestraight my nature;</w:t>
      </w:r>
    </w:p>
    <w:p w:rsidR="00922ED1" w:rsidRDefault="00256D63" w:rsidP="00256D63">
      <w:pPr>
        <w:pStyle w:val="libNormal"/>
      </w:pPr>
      <w:r>
        <w:t>my Lord,since Thou caused me to gro</w:t>
      </w:r>
      <w:r w:rsidR="001B6A42">
        <w:t xml:space="preserve">w </w:t>
      </w:r>
      <w:r>
        <w:t xml:space="preserve">    and made goodmy shape;</w:t>
      </w:r>
      <w:r w:rsidRPr="009C2015">
        <w:rPr>
          <w:rStyle w:val="libFootnotenumChar"/>
        </w:rPr>
        <w:t>[20]</w:t>
      </w:r>
    </w:p>
    <w:p w:rsidR="00922ED1" w:rsidRDefault="00256D63" w:rsidP="00256D63">
      <w:pPr>
        <w:pStyle w:val="libNormal"/>
      </w:pPr>
      <w:r>
        <w:t>my Lord,since Thou didst good to m</w:t>
      </w:r>
      <w:r w:rsidR="001B6A42">
        <w:t xml:space="preserve">e </w:t>
      </w:r>
      <w:r>
        <w:t xml:space="preserve">    and gavest mewell-being in my soul;</w:t>
      </w:r>
    </w:p>
    <w:p w:rsidR="00922ED1" w:rsidRDefault="00256D63" w:rsidP="00256D63">
      <w:pPr>
        <w:pStyle w:val="libNormal"/>
      </w:pPr>
      <w:r>
        <w:t>my Lord,since Thou preserved m</w:t>
      </w:r>
      <w:r w:rsidR="001B6A42">
        <w:t xml:space="preserve">e </w:t>
      </w:r>
      <w:r>
        <w:t>and gavest mesuccess;</w:t>
      </w:r>
    </w:p>
    <w:p w:rsidR="00922ED1" w:rsidRDefault="00256D63" w:rsidP="00256D63">
      <w:pPr>
        <w:pStyle w:val="libNormal"/>
      </w:pPr>
      <w:r>
        <w:t>my Lord, since Thoublessed m</w:t>
      </w:r>
      <w:r w:rsidR="001B6A42">
        <w:t xml:space="preserve">e </w:t>
      </w:r>
      <w:r>
        <w:t>and then guidedme;</w:t>
      </w:r>
    </w:p>
    <w:p w:rsidR="00922ED1" w:rsidRDefault="00256D63" w:rsidP="00256D63">
      <w:pPr>
        <w:pStyle w:val="libNormal"/>
      </w:pPr>
      <w:r>
        <w:t>my Lord, since Thou chosestm</w:t>
      </w:r>
      <w:r w:rsidR="001B6A42">
        <w:t xml:space="preserve">e </w:t>
      </w:r>
      <w:r>
        <w:t>andgavest me of every good;</w:t>
      </w:r>
    </w:p>
    <w:p w:rsidR="00922ED1" w:rsidRDefault="00256D63" w:rsidP="00256D63">
      <w:pPr>
        <w:pStyle w:val="libNormal"/>
      </w:pPr>
      <w:r>
        <w:t>my Lord,since Thou gavest me to ea</w:t>
      </w:r>
      <w:r w:rsidR="001B6A42">
        <w:t xml:space="preserve">t </w:t>
      </w:r>
      <w:r>
        <w:t>anddrink;</w:t>
      </w:r>
      <w:r w:rsidRPr="009C2015">
        <w:rPr>
          <w:rStyle w:val="libFootnotenumChar"/>
        </w:rPr>
        <w:t>[21]</w:t>
      </w:r>
    </w:p>
    <w:p w:rsidR="00922ED1" w:rsidRDefault="00256D63" w:rsidP="00256D63">
      <w:pPr>
        <w:pStyle w:val="libNormal"/>
      </w:pPr>
      <w:r>
        <w:t>my Lord,since Thou enriched m</w:t>
      </w:r>
      <w:r w:rsidR="001B6A42">
        <w:t xml:space="preserve">e </w:t>
      </w:r>
      <w:r>
        <w:t>and contentedme;</w:t>
      </w:r>
      <w:r w:rsidRPr="009C2015">
        <w:rPr>
          <w:rStyle w:val="libFootnotenumChar"/>
        </w:rPr>
        <w:t>[22]</w:t>
      </w:r>
    </w:p>
    <w:p w:rsidR="00922ED1" w:rsidRDefault="00256D63" w:rsidP="00256D63">
      <w:pPr>
        <w:pStyle w:val="libNormal"/>
      </w:pPr>
      <w:r>
        <w:t>my Lord,since Thou aided m</w:t>
      </w:r>
      <w:r w:rsidR="001B6A42">
        <w:t xml:space="preserve">e </w:t>
      </w:r>
      <w:r>
        <w:t>and exaltedme;</w:t>
      </w:r>
    </w:p>
    <w:p w:rsidR="00922ED1" w:rsidRDefault="00256D63" w:rsidP="00256D63">
      <w:pPr>
        <w:pStyle w:val="libNormal"/>
      </w:pPr>
      <w:r>
        <w:t>my Lord, since Thou dothed mewith Thy pure coverin</w:t>
      </w:r>
      <w:r w:rsidR="001B6A42">
        <w:t xml:space="preserve">g </w:t>
      </w:r>
      <w:r>
        <w:t>and smoothedthe way for me by Thy sufficien</w:t>
      </w:r>
      <w:r w:rsidR="001B6A42">
        <w:t xml:space="preserve">t </w:t>
      </w:r>
      <w:r>
        <w:t xml:space="preserve">        fashioning:</w:t>
      </w:r>
    </w:p>
    <w:p w:rsidR="00922ED1" w:rsidRDefault="00256D63" w:rsidP="00256D63">
      <w:pPr>
        <w:pStyle w:val="libNormal"/>
      </w:pPr>
      <w:r>
        <w:lastRenderedPageBreak/>
        <w:t>Bless Muhammad and the householdof Muhamma</w:t>
      </w:r>
      <w:r w:rsidR="001B6A42">
        <w:t xml:space="preserve">d, </w:t>
      </w:r>
      <w:r>
        <w:t>aid me againstthe misfortunes of time and th</w:t>
      </w:r>
      <w:r w:rsidR="001B6A42">
        <w:t xml:space="preserve">e </w:t>
      </w:r>
      <w:r>
        <w:t xml:space="preserve">    calamities ofnights and day</w:t>
      </w:r>
      <w:r w:rsidR="001B6A42">
        <w:t xml:space="preserve">s, </w:t>
      </w:r>
      <w:r>
        <w:t>deliver mefrom the terrors of this world and th</w:t>
      </w:r>
      <w:r w:rsidR="001B6A42">
        <w:t xml:space="preserve">e </w:t>
      </w:r>
      <w:r>
        <w:t xml:space="preserve">    torments of theworld to com</w:t>
      </w:r>
      <w:r w:rsidR="001B6A42">
        <w:t xml:space="preserve">e </w:t>
      </w:r>
      <w:r>
        <w:t>and spare mefrom the evil of that which the evildoer</w:t>
      </w:r>
      <w:r w:rsidR="001B6A42">
        <w:t xml:space="preserve">s </w:t>
      </w:r>
      <w:r>
        <w:t xml:space="preserve">    do in theearth.</w:t>
      </w:r>
    </w:p>
    <w:p w:rsidR="00256D63" w:rsidRDefault="00256D63" w:rsidP="00256D63">
      <w:pPr>
        <w:pStyle w:val="libNormal"/>
      </w:pPr>
      <w:r>
        <w:t>O God, as for what I fear,spare me from i</w:t>
      </w:r>
      <w:r w:rsidR="001B6A42">
        <w:t xml:space="preserve">t, </w:t>
      </w:r>
      <w:r>
        <w:t xml:space="preserve">    and asfor what I seek to avoid, guard me against it.</w:t>
      </w:r>
    </w:p>
    <w:p w:rsidR="00922ED1" w:rsidRDefault="00256D63" w:rsidP="00256D63">
      <w:pPr>
        <w:pStyle w:val="libNormal"/>
      </w:pPr>
      <w:r>
        <w:t xml:space="preserve">    in mysoul and my religion watch over m</w:t>
      </w:r>
      <w:r w:rsidR="001B6A42">
        <w:t xml:space="preserve">e, </w:t>
      </w:r>
      <w:r>
        <w:t xml:space="preserve">    in mytravelling protect m</w:t>
      </w:r>
      <w:r w:rsidR="001B6A42">
        <w:t xml:space="preserve">e, </w:t>
      </w:r>
      <w:r>
        <w:t xml:space="preserve">    in myfamily and my property appoint for me </w:t>
      </w:r>
      <w:r w:rsidR="001B6A42">
        <w:t xml:space="preserve">a </w:t>
      </w:r>
      <w:r>
        <w:t xml:space="preserve">    successo</w:t>
      </w:r>
      <w:r w:rsidR="001B6A42">
        <w:t xml:space="preserve">r, </w:t>
      </w:r>
      <w:r>
        <w:t xml:space="preserve">    in whatThou hast provided for me bless m</w:t>
      </w:r>
      <w:r w:rsidR="001B6A42">
        <w:t xml:space="preserve">e, </w:t>
      </w:r>
      <w:r>
        <w:t xml:space="preserve">    in mysoul humble m</w:t>
      </w:r>
      <w:r w:rsidR="001B6A42">
        <w:t xml:space="preserve">e, </w:t>
      </w:r>
      <w:r>
        <w:t xml:space="preserve">    in theeyes of men magnify m</w:t>
      </w:r>
      <w:r w:rsidR="001B6A42">
        <w:t xml:space="preserve">e, </w:t>
      </w:r>
      <w:r>
        <w:t xml:space="preserve">    from theevil of jinn and men preserve m</w:t>
      </w:r>
      <w:r w:rsidR="001B6A42">
        <w:t xml:space="preserve">e, </w:t>
      </w:r>
      <w:r>
        <w:t xml:space="preserve">    for mysins disgrace me no</w:t>
      </w:r>
      <w:r w:rsidR="001B6A42">
        <w:t xml:space="preserve">t, </w:t>
      </w:r>
      <w:r>
        <w:t xml:space="preserve">    for myinward secrets shame me no</w:t>
      </w:r>
      <w:r w:rsidR="001B6A42">
        <w:t xml:space="preserve">t, </w:t>
      </w:r>
      <w:r>
        <w:t xml:space="preserve">    for myaction try me no</w:t>
      </w:r>
      <w:r w:rsidR="001B6A42">
        <w:t xml:space="preserve">t, </w:t>
      </w:r>
      <w:r>
        <w:t xml:space="preserve">    of Thyblessings deprive me no</w:t>
      </w:r>
      <w:r w:rsidR="001B6A42">
        <w:t xml:space="preserve">t </w:t>
      </w:r>
      <w:r>
        <w:t xml:space="preserve">    and toother than Thee entrust me not.</w:t>
      </w:r>
    </w:p>
    <w:p w:rsidR="00922ED1" w:rsidRDefault="00256D63" w:rsidP="00256D63">
      <w:pPr>
        <w:pStyle w:val="libNormal"/>
      </w:pPr>
      <w:r>
        <w:t>My God, towhom wouldst Thou entrust me ?</w:t>
      </w:r>
    </w:p>
    <w:p w:rsidR="00256D63" w:rsidRDefault="00256D63" w:rsidP="00256D63">
      <w:pPr>
        <w:pStyle w:val="libNormal"/>
      </w:pPr>
      <w:r>
        <w:t xml:space="preserve">    To arelative ? He would cut me off.</w:t>
      </w:r>
    </w:p>
    <w:p w:rsidR="00256D63" w:rsidRDefault="00256D63" w:rsidP="00256D63">
      <w:pPr>
        <w:pStyle w:val="libNormal"/>
      </w:pPr>
      <w:r>
        <w:t xml:space="preserve">    Or to astranger ? He would look at me with displeasure.</w:t>
      </w:r>
    </w:p>
    <w:p w:rsidR="00256D63" w:rsidRDefault="00256D63" w:rsidP="00256D63">
      <w:pPr>
        <w:pStyle w:val="libNormal"/>
      </w:pPr>
      <w:r>
        <w:t xml:space="preserve">    Or tothose who act toward me with arrogance ?</w:t>
      </w:r>
    </w:p>
    <w:p w:rsidR="00256D63" w:rsidRDefault="00256D63" w:rsidP="00256D63">
      <w:pPr>
        <w:pStyle w:val="libNormal"/>
      </w:pPr>
      <w:r>
        <w:t xml:space="preserve">    But Thouart my Lord and the sovereign over my affair.</w:t>
      </w:r>
    </w:p>
    <w:p w:rsidR="00922ED1" w:rsidRDefault="00256D63" w:rsidP="00256D63">
      <w:pPr>
        <w:pStyle w:val="libNormal"/>
      </w:pPr>
      <w:r>
        <w:t xml:space="preserve">    I wouldcomplain to Thee of my exile and th</w:t>
      </w:r>
      <w:r w:rsidR="001B6A42">
        <w:t xml:space="preserve">e </w:t>
      </w:r>
      <w:r>
        <w:t>remoteness of my abod</w:t>
      </w:r>
      <w:r w:rsidR="001B6A42">
        <w:t xml:space="preserve">e, </w:t>
      </w:r>
      <w:r>
        <w:t xml:space="preserve">    and thathe whom Thou hast made sovereign over m</w:t>
      </w:r>
      <w:r w:rsidR="001B6A42">
        <w:t xml:space="preserve">e </w:t>
      </w:r>
      <w:r>
        <w:t>despises me.</w:t>
      </w:r>
    </w:p>
    <w:p w:rsidR="00256D63" w:rsidRDefault="00256D63" w:rsidP="00256D63">
      <w:pPr>
        <w:pStyle w:val="libNormal"/>
      </w:pPr>
      <w:r>
        <w:t xml:space="preserve">    My God,so cause not Thy wrath to alight upon me.</w:t>
      </w:r>
    </w:p>
    <w:p w:rsidR="00922ED1" w:rsidRDefault="00256D63" w:rsidP="00256D63">
      <w:pPr>
        <w:pStyle w:val="libNormal"/>
      </w:pPr>
      <w:r>
        <w:t xml:space="preserve">    If Thoubecomest not wrathful with m</w:t>
      </w:r>
      <w:r w:rsidR="001B6A42">
        <w:t xml:space="preserve">e </w:t>
      </w:r>
      <w:r>
        <w:t xml:space="preserve">    I willhave no care,</w:t>
      </w:r>
      <w:r w:rsidRPr="009C2015">
        <w:rPr>
          <w:rStyle w:val="libFootnotenumChar"/>
        </w:rPr>
        <w:t>[23]</w:t>
      </w:r>
      <w:r>
        <w:t xml:space="preserve"> glory be to The</w:t>
      </w:r>
      <w:r w:rsidR="001B6A42">
        <w:t xml:space="preserve">e </w:t>
      </w:r>
      <w:r>
        <w:t xml:space="preserve">    But Thyprotection is more embracing.</w:t>
      </w:r>
    </w:p>
    <w:p w:rsidR="00256D63" w:rsidRDefault="00256D63" w:rsidP="00256D63">
      <w:pPr>
        <w:pStyle w:val="libNormal"/>
      </w:pPr>
      <w:r>
        <w:t>So I ask Thee,O Lord, by the Light of Thy Face by which th</w:t>
      </w:r>
      <w:r w:rsidR="001B6A42">
        <w:t xml:space="preserve">e </w:t>
      </w:r>
      <w:r>
        <w:t xml:space="preserve">    earth and the heavens areilluminate</w:t>
      </w:r>
      <w:r w:rsidR="001B6A42">
        <w:t xml:space="preserve">d, </w:t>
      </w:r>
      <w:r>
        <w:t xml:space="preserve">    shadows areremove</w:t>
      </w:r>
      <w:r w:rsidR="001B6A42">
        <w:t xml:space="preserve">d, </w:t>
      </w:r>
      <w:r>
        <w:t xml:space="preserve">    and the affairs ofthe ancients and the later folk ar</w:t>
      </w:r>
      <w:r w:rsidR="001B6A42">
        <w:t xml:space="preserve">e </w:t>
      </w:r>
      <w:r>
        <w:t xml:space="preserve">    set arigh</w:t>
      </w:r>
      <w:r w:rsidR="001B6A42">
        <w:t xml:space="preserve">t, </w:t>
      </w:r>
      <w:r>
        <w:t xml:space="preserve">    not to cause me todie when Thy wrath is upon me,</w:t>
      </w:r>
      <w:r w:rsidRPr="009C2015">
        <w:rPr>
          <w:rStyle w:val="libFootnotenumChar"/>
        </w:rPr>
        <w:t>[24]</w:t>
      </w:r>
    </w:p>
    <w:p w:rsidR="00256D63" w:rsidRDefault="00256D63" w:rsidP="00256D63">
      <w:pPr>
        <w:pStyle w:val="libNormal"/>
      </w:pPr>
      <w:r>
        <w:t xml:space="preserve">    nor to send down upon me Thy anger.</w:t>
      </w:r>
    </w:p>
    <w:p w:rsidR="00922ED1" w:rsidRDefault="00256D63" w:rsidP="00256D63">
      <w:pPr>
        <w:pStyle w:val="libNormal"/>
      </w:pPr>
      <w:r>
        <w:t xml:space="preserve">    The pleasure is Thin</w:t>
      </w:r>
      <w:r w:rsidR="001B6A42">
        <w:t xml:space="preserve">e </w:t>
      </w:r>
      <w:r>
        <w:t xml:space="preserve">    The pleasure is Thin</w:t>
      </w:r>
      <w:r w:rsidR="001B6A42">
        <w:t xml:space="preserve">e, </w:t>
      </w:r>
      <w:r>
        <w:t xml:space="preserve">    to be satisfied with me beforethat.</w:t>
      </w:r>
    </w:p>
    <w:p w:rsidR="00922ED1" w:rsidRDefault="00256D63" w:rsidP="00256D63">
      <w:pPr>
        <w:pStyle w:val="libNormal"/>
      </w:pPr>
      <w:r>
        <w:t>There is no god but Thou,Lord of the Holy Land,</w:t>
      </w:r>
      <w:r w:rsidRPr="009C2015">
        <w:rPr>
          <w:rStyle w:val="libFootnotenumChar"/>
        </w:rPr>
        <w:t>[25]</w:t>
      </w:r>
    </w:p>
    <w:p w:rsidR="00256D63" w:rsidRDefault="00256D63" w:rsidP="00256D63">
      <w:pPr>
        <w:pStyle w:val="libNormal"/>
      </w:pPr>
      <w:r>
        <w:t xml:space="preserve">    the Sacred Monument,</w:t>
      </w:r>
      <w:r w:rsidRPr="009C2015">
        <w:rPr>
          <w:rStyle w:val="libFootnotenumChar"/>
        </w:rPr>
        <w:t>[26]</w:t>
      </w:r>
    </w:p>
    <w:p w:rsidR="00256D63" w:rsidRDefault="00256D63" w:rsidP="00256D63">
      <w:pPr>
        <w:pStyle w:val="libNormal"/>
      </w:pPr>
      <w:r>
        <w:t xml:space="preserve">    and the Ancient House,</w:t>
      </w:r>
      <w:r w:rsidRPr="009C2015">
        <w:rPr>
          <w:rStyle w:val="libFootnotenumChar"/>
        </w:rPr>
        <w:t>[27]</w:t>
      </w:r>
    </w:p>
    <w:p w:rsidR="00922ED1" w:rsidRDefault="00256D63" w:rsidP="00256D63">
      <w:pPr>
        <w:pStyle w:val="libNormal"/>
      </w:pPr>
      <w:r>
        <w:t xml:space="preserve">    upon which Thou caused blessing to descen</w:t>
      </w:r>
      <w:r w:rsidR="001B6A42">
        <w:t xml:space="preserve">d </w:t>
      </w:r>
      <w:r>
        <w:t xml:space="preserve">    and which Thou madest a sanctuaryfor mankind.</w:t>
      </w:r>
      <w:r w:rsidRPr="009C2015">
        <w:rPr>
          <w:rStyle w:val="libFootnotenumChar"/>
        </w:rPr>
        <w:t>[28]</w:t>
      </w:r>
    </w:p>
    <w:p w:rsidR="00922ED1" w:rsidRDefault="00256D63" w:rsidP="00256D63">
      <w:pPr>
        <w:pStyle w:val="libNormal"/>
      </w:pPr>
      <w:r>
        <w:t>O He who pardons the greatest sins by His clemency!</w:t>
      </w:r>
    </w:p>
    <w:p w:rsidR="00256D63" w:rsidRDefault="00256D63" w:rsidP="00256D63">
      <w:pPr>
        <w:pStyle w:val="libNormal"/>
      </w:pPr>
      <w:r>
        <w:t xml:space="preserve">    O He who lavishes blessings by His bounty!</w:t>
      </w:r>
    </w:p>
    <w:p w:rsidR="00256D63" w:rsidRDefault="00256D63" w:rsidP="00256D63">
      <w:pPr>
        <w:pStyle w:val="libNormal"/>
      </w:pPr>
      <w:r>
        <w:t xml:space="preserve">    O He who givesabundance by His generosity!</w:t>
      </w:r>
    </w:p>
    <w:p w:rsidR="00256D63" w:rsidRDefault="00256D63" w:rsidP="00256D63">
      <w:pPr>
        <w:pStyle w:val="libNormal"/>
      </w:pPr>
      <w:r>
        <w:t xml:space="preserve">    O Sustenance tome in my adversity!</w:t>
      </w:r>
    </w:p>
    <w:p w:rsidR="00256D63" w:rsidRDefault="00256D63" w:rsidP="00256D63">
      <w:pPr>
        <w:pStyle w:val="libNormal"/>
      </w:pPr>
      <w:r>
        <w:t xml:space="preserve">    O Companion tome in my solitude!</w:t>
      </w:r>
    </w:p>
    <w:p w:rsidR="00256D63" w:rsidRDefault="00256D63" w:rsidP="00256D63">
      <w:pPr>
        <w:pStyle w:val="libNormal"/>
      </w:pPr>
      <w:r>
        <w:t xml:space="preserve">    O Aid to me inmy affliction!</w:t>
      </w:r>
    </w:p>
    <w:p w:rsidR="00256D63" w:rsidRDefault="00256D63" w:rsidP="00256D63">
      <w:pPr>
        <w:pStyle w:val="libNormal"/>
      </w:pPr>
      <w:r>
        <w:t xml:space="preserve">    O Benefactor tome in my blessing!</w:t>
      </w:r>
    </w:p>
    <w:p w:rsidR="00256D63" w:rsidRDefault="00256D63" w:rsidP="00256D63">
      <w:pPr>
        <w:pStyle w:val="libNormal"/>
      </w:pPr>
      <w:r>
        <w:t xml:space="preserve">    O my Go</w:t>
      </w:r>
      <w:r w:rsidR="001B6A42">
        <w:t xml:space="preserve">d </w:t>
      </w:r>
      <w:r>
        <w:t xml:space="preserve">    and God of myfather</w:t>
      </w:r>
      <w:r w:rsidR="001B6A42">
        <w:t xml:space="preserve">s, </w:t>
      </w:r>
      <w:r>
        <w:t xml:space="preserve">    Abraham, Ishmael, Isaac and Jacob!</w:t>
      </w:r>
      <w:r w:rsidRPr="009C2015">
        <w:rPr>
          <w:rStyle w:val="libFootnotenumChar"/>
        </w:rPr>
        <w:t>[29]</w:t>
      </w:r>
    </w:p>
    <w:p w:rsidR="00256D63" w:rsidRDefault="00256D63" w:rsidP="00256D63">
      <w:pPr>
        <w:pStyle w:val="libNormal"/>
      </w:pPr>
      <w:r>
        <w:t xml:space="preserve">    Lord ofGabriel, Michael and Israfil!</w:t>
      </w:r>
      <w:r w:rsidRPr="009C2015">
        <w:rPr>
          <w:rStyle w:val="libFootnotenumChar"/>
        </w:rPr>
        <w:t>[30]</w:t>
      </w:r>
    </w:p>
    <w:p w:rsidR="00256D63" w:rsidRDefault="00256D63" w:rsidP="00256D63">
      <w:pPr>
        <w:pStyle w:val="libNormal"/>
      </w:pPr>
      <w:r>
        <w:t xml:space="preserve">    Lord ofMuhammad, the Seal of the Prophet</w:t>
      </w:r>
      <w:r w:rsidR="001B6A42">
        <w:t xml:space="preserve">s, </w:t>
      </w:r>
      <w:r>
        <w:t xml:space="preserve">    and hishousehold, the chosen ones!</w:t>
      </w:r>
    </w:p>
    <w:p w:rsidR="00922ED1" w:rsidRDefault="00256D63" w:rsidP="00256D63">
      <w:pPr>
        <w:pStyle w:val="libNormal"/>
      </w:pPr>
      <w:r>
        <w:t xml:space="preserve">    Revealer of theTorah, the Gospel, the Psalms an</w:t>
      </w:r>
      <w:r w:rsidR="001B6A42">
        <w:t xml:space="preserve">d </w:t>
      </w:r>
      <w:r>
        <w:t xml:space="preserve">        the Criterion,</w:t>
      </w:r>
      <w:r w:rsidRPr="009C2015">
        <w:rPr>
          <w:rStyle w:val="libFootnotenumChar"/>
        </w:rPr>
        <w:t>[31]</w:t>
      </w:r>
    </w:p>
    <w:p w:rsidR="00922ED1" w:rsidRDefault="00256D63" w:rsidP="00256D63">
      <w:pPr>
        <w:pStyle w:val="libNormal"/>
      </w:pPr>
      <w:r>
        <w:lastRenderedPageBreak/>
        <w:t>and Sender downof Kaf Ha' Ya' Ayn Sad, Ta' Ha',</w:t>
      </w:r>
    </w:p>
    <w:p w:rsidR="00922ED1" w:rsidRDefault="00256D63" w:rsidP="00256D63">
      <w:pPr>
        <w:pStyle w:val="libNormal"/>
      </w:pPr>
      <w:r>
        <w:t xml:space="preserve">    Ya' Sin,and the Wise Quran!</w:t>
      </w:r>
      <w:r w:rsidRPr="009C2015">
        <w:rPr>
          <w:rStyle w:val="libFootnotenumChar"/>
        </w:rPr>
        <w:t>[32]</w:t>
      </w:r>
    </w:p>
    <w:p w:rsidR="00922ED1" w:rsidRDefault="00256D63" w:rsidP="00256D63">
      <w:pPr>
        <w:pStyle w:val="libNormal"/>
      </w:pPr>
      <w:r>
        <w:t>Thou art my cave (ofrefuge) when the roads for all thei</w:t>
      </w:r>
      <w:r w:rsidR="001B6A42">
        <w:t xml:space="preserve">r </w:t>
      </w:r>
      <w:r>
        <w:t xml:space="preserve">    amplitude constrict m</w:t>
      </w:r>
      <w:r w:rsidR="001B6A42">
        <w:t xml:space="preserve">e </w:t>
      </w:r>
      <w:r>
        <w:t>and the land for allits breadth is strait for me.</w:t>
      </w:r>
    </w:p>
    <w:p w:rsidR="00922ED1" w:rsidRDefault="00256D63" w:rsidP="00256D63">
      <w:pPr>
        <w:pStyle w:val="libNormal"/>
      </w:pPr>
      <w:r>
        <w:t>If not for Thy mercy, Iwould have been among th</w:t>
      </w:r>
      <w:r w:rsidR="001B6A42">
        <w:t xml:space="preserve">e </w:t>
      </w:r>
      <w:r>
        <w:t xml:space="preserve">    perishin</w:t>
      </w:r>
      <w:r w:rsidR="001B6A42">
        <w:t xml:space="preserve">g, </w:t>
      </w:r>
      <w:r>
        <w:t>and Thou annullest myslip.</w:t>
      </w:r>
    </w:p>
    <w:p w:rsidR="00922ED1" w:rsidRDefault="00256D63" w:rsidP="00256D63">
      <w:pPr>
        <w:pStyle w:val="libNormal"/>
      </w:pPr>
      <w:r>
        <w:t xml:space="preserve">    If not for Thycovering me,</w:t>
      </w:r>
      <w:r w:rsidRPr="009C2015">
        <w:rPr>
          <w:rStyle w:val="libFootnotenumChar"/>
        </w:rPr>
        <w:t>[33]</w:t>
      </w:r>
      <w:r>
        <w:t xml:space="preserve"> Iwould have bee</w:t>
      </w:r>
      <w:r w:rsidR="001B6A42">
        <w:t xml:space="preserve">n </w:t>
      </w:r>
      <w:r>
        <w:t xml:space="preserve">        among the disgrace</w:t>
      </w:r>
      <w:r w:rsidR="001B6A42">
        <w:t xml:space="preserve">d, </w:t>
      </w:r>
      <w:r>
        <w:t>and Thou confirmest mewith help against my enemies.</w:t>
      </w:r>
      <w:r w:rsidRPr="009C2015">
        <w:rPr>
          <w:rStyle w:val="libFootnotenumChar"/>
        </w:rPr>
        <w:t>[34]</w:t>
      </w:r>
    </w:p>
    <w:p w:rsidR="00922ED1" w:rsidRDefault="00256D63" w:rsidP="00256D63">
      <w:pPr>
        <w:pStyle w:val="libNormal"/>
      </w:pPr>
      <w:r>
        <w:t xml:space="preserve">    And if not for Thy helping me, I would have bee</w:t>
      </w:r>
      <w:r w:rsidR="001B6A42">
        <w:t xml:space="preserve">n </w:t>
      </w:r>
      <w:r>
        <w:t xml:space="preserve">        among those overcome.</w:t>
      </w:r>
      <w:r w:rsidRPr="009C2015">
        <w:rPr>
          <w:rStyle w:val="libFootnotenumChar"/>
        </w:rPr>
        <w:t>[35]</w:t>
      </w:r>
    </w:p>
    <w:p w:rsidR="00922ED1" w:rsidRDefault="00256D63" w:rsidP="00256D63">
      <w:pPr>
        <w:pStyle w:val="libNormal"/>
      </w:pPr>
      <w:r>
        <w:t>O He whoappropriated loftiness and exaltation to Himsel</w:t>
      </w:r>
      <w:r w:rsidR="001B6A42">
        <w:t xml:space="preserve">f, </w:t>
      </w:r>
      <w:r>
        <w:t>so His friends (awliya')are mighty through His might!</w:t>
      </w:r>
    </w:p>
    <w:p w:rsidR="00256D63" w:rsidRDefault="00256D63" w:rsidP="00256D63">
      <w:pPr>
        <w:pStyle w:val="libNormal"/>
      </w:pPr>
      <w:r>
        <w:t>O He beforewhom kings place the yoke of abasemen</w:t>
      </w:r>
      <w:r w:rsidR="001B6A42">
        <w:t xml:space="preserve">t </w:t>
      </w:r>
      <w:r>
        <w:t xml:space="preserve">    around their neck</w:t>
      </w:r>
      <w:r w:rsidR="001B6A42">
        <w:t xml:space="preserve">s, </w:t>
      </w:r>
      <w:r>
        <w:t xml:space="preserve">    for they fear His overwhelming power!</w:t>
      </w:r>
    </w:p>
    <w:p w:rsidR="00922ED1" w:rsidRDefault="00256D63" w:rsidP="00256D63">
      <w:pPr>
        <w:pStyle w:val="libNormal"/>
      </w:pPr>
      <w:r>
        <w:t xml:space="preserve">    "He knows the treachery of the eyes and what th</w:t>
      </w:r>
      <w:r w:rsidR="001B6A42">
        <w:t xml:space="preserve">e </w:t>
      </w:r>
      <w:r>
        <w:t xml:space="preserve">    breasts conceal" (XL,19)</w:t>
      </w:r>
    </w:p>
    <w:p w:rsidR="00922ED1" w:rsidRDefault="00256D63" w:rsidP="00256D63">
      <w:pPr>
        <w:pStyle w:val="libNormal"/>
      </w:pPr>
      <w:r>
        <w:t>and the unseen brought by time and fate.</w:t>
      </w:r>
    </w:p>
    <w:p w:rsidR="00922ED1" w:rsidRDefault="00256D63" w:rsidP="00256D63">
      <w:pPr>
        <w:pStyle w:val="libNormal"/>
      </w:pPr>
      <w:r>
        <w:t>O Heabout whom none knows how He is but He!</w:t>
      </w:r>
    </w:p>
    <w:p w:rsidR="00256D63" w:rsidRDefault="00256D63" w:rsidP="00256D63">
      <w:pPr>
        <w:pStyle w:val="libNormal"/>
      </w:pPr>
      <w:r>
        <w:t xml:space="preserve">    O He about whom none knows whatHe is but He!</w:t>
      </w:r>
    </w:p>
    <w:p w:rsidR="00922ED1" w:rsidRDefault="00256D63" w:rsidP="00256D63">
      <w:pPr>
        <w:pStyle w:val="libNormal"/>
      </w:pPr>
      <w:r>
        <w:t xml:space="preserve">    O He whomnone knows but He!</w:t>
      </w:r>
    </w:p>
    <w:p w:rsidR="00922ED1" w:rsidRDefault="00256D63" w:rsidP="00256D63">
      <w:pPr>
        <w:pStyle w:val="libNormal"/>
      </w:pPr>
      <w:r>
        <w:t>O He who squeezed theearth onto the water and hel</w:t>
      </w:r>
      <w:r w:rsidR="001B6A42">
        <w:t xml:space="preserve">d </w:t>
      </w:r>
      <w:r>
        <w:t xml:space="preserve">    back the air with the sky!</w:t>
      </w:r>
    </w:p>
    <w:p w:rsidR="00256D63" w:rsidRDefault="00256D63" w:rsidP="00256D63">
      <w:pPr>
        <w:pStyle w:val="libNormal"/>
      </w:pPr>
      <w:r>
        <w:t>O He to whombelong the noblest Names!</w:t>
      </w:r>
      <w:r w:rsidRPr="009C2015">
        <w:rPr>
          <w:rStyle w:val="libFootnotenumChar"/>
        </w:rPr>
        <w:t>[36]</w:t>
      </w:r>
    </w:p>
    <w:p w:rsidR="00256D63" w:rsidRDefault="00256D63" w:rsidP="00256D63">
      <w:pPr>
        <w:pStyle w:val="libNormal"/>
      </w:pPr>
      <w:r>
        <w:t>O He who possesseskindness which will never be cut off!</w:t>
      </w:r>
    </w:p>
    <w:p w:rsidR="00922ED1" w:rsidRDefault="00256D63" w:rsidP="00256D63">
      <w:pPr>
        <w:pStyle w:val="libNormal"/>
      </w:pPr>
      <w:r>
        <w:t>O He who assigned the cavalcade to Joseph in the barre</w:t>
      </w:r>
      <w:r w:rsidR="001B6A42">
        <w:t xml:space="preserve">n </w:t>
      </w:r>
      <w:r>
        <w:t xml:space="preserve">    lan</w:t>
      </w:r>
      <w:r w:rsidR="001B6A42">
        <w:t xml:space="preserve">d, </w:t>
      </w:r>
      <w:r>
        <w:t xml:space="preserve">    brought him out of the wel</w:t>
      </w:r>
      <w:r w:rsidR="001B6A42">
        <w:t xml:space="preserve">l </w:t>
      </w:r>
      <w:r>
        <w:t xml:space="preserve">    and made him a king after slavery!</w:t>
      </w:r>
    </w:p>
    <w:p w:rsidR="00922ED1" w:rsidRDefault="00256D63" w:rsidP="00256D63">
      <w:pPr>
        <w:pStyle w:val="libNormal"/>
      </w:pPr>
      <w:r>
        <w:t>O He who returned him to Jacob after "his eyes wer</w:t>
      </w:r>
      <w:r w:rsidR="001B6A42">
        <w:t xml:space="preserve">e </w:t>
      </w:r>
      <w:r>
        <w:t xml:space="preserve">        whitened with sorrow that he wa</w:t>
      </w:r>
      <w:r w:rsidR="001B6A42">
        <w:t xml:space="preserve">s </w:t>
      </w:r>
      <w:r>
        <w:t xml:space="preserve">        suppressing" (XII, 84)</w:t>
      </w:r>
      <w:r w:rsidRPr="009C2015">
        <w:rPr>
          <w:rStyle w:val="libFootnotenumChar"/>
        </w:rPr>
        <w:t>[37]</w:t>
      </w:r>
    </w:p>
    <w:p w:rsidR="00922ED1" w:rsidRDefault="00256D63" w:rsidP="00256D63">
      <w:pPr>
        <w:pStyle w:val="libNormal"/>
      </w:pPr>
      <w:r>
        <w:t>O He who removedaffliction and tribulation from Job</w:t>
      </w:r>
      <w:r w:rsidRPr="009C2015">
        <w:rPr>
          <w:rStyle w:val="libFootnotenumChar"/>
        </w:rPr>
        <w:t>[38]</w:t>
      </w:r>
    </w:p>
    <w:p w:rsidR="00922ED1" w:rsidRDefault="00256D63" w:rsidP="00256D63">
      <w:pPr>
        <w:pStyle w:val="libNormal"/>
      </w:pPr>
      <w:r>
        <w:t>and restrained Abraham's hands from the sacrifice o</w:t>
      </w:r>
      <w:r w:rsidR="001B6A42">
        <w:t xml:space="preserve">f </w:t>
      </w:r>
      <w:r>
        <w:t xml:space="preserve">        his son after he had reached oldage an</w:t>
      </w:r>
      <w:r w:rsidR="001B6A42">
        <w:t xml:space="preserve">d </w:t>
      </w:r>
      <w:r>
        <w:t xml:space="preserve">        his life had passedby!</w:t>
      </w:r>
      <w:r w:rsidRPr="009C2015">
        <w:rPr>
          <w:rStyle w:val="libFootnotenumChar"/>
        </w:rPr>
        <w:t>[39]</w:t>
      </w:r>
    </w:p>
    <w:p w:rsidR="00922ED1" w:rsidRDefault="00256D63" w:rsidP="00256D63">
      <w:pPr>
        <w:pStyle w:val="libNormal"/>
      </w:pPr>
      <w:r>
        <w:t>O He who answeredthe prayer of Zacharia</w:t>
      </w:r>
      <w:r w:rsidR="001B6A42">
        <w:t xml:space="preserve">h </w:t>
      </w:r>
      <w:r>
        <w:t xml:space="preserve">    and bestowed upon him Joh</w:t>
      </w:r>
      <w:r w:rsidR="001B6A42">
        <w:t xml:space="preserve">n, </w:t>
      </w:r>
      <w:r>
        <w:t xml:space="preserve">    notleaving him childless and alone!</w:t>
      </w:r>
      <w:r w:rsidRPr="009C2015">
        <w:rPr>
          <w:rStyle w:val="libFootnotenumChar"/>
        </w:rPr>
        <w:t>[40]</w:t>
      </w:r>
    </w:p>
    <w:p w:rsidR="00922ED1" w:rsidRDefault="00256D63" w:rsidP="00256D63">
      <w:pPr>
        <w:pStyle w:val="libNormal"/>
      </w:pPr>
      <w:r>
        <w:t>O He who broughtJonah out from the stomach of th</w:t>
      </w:r>
      <w:r w:rsidR="001B6A42">
        <w:t xml:space="preserve">e </w:t>
      </w:r>
      <w:r>
        <w:t xml:space="preserve">    fish!</w:t>
      </w:r>
      <w:r w:rsidRPr="009C2015">
        <w:rPr>
          <w:rStyle w:val="libFootnotenumChar"/>
        </w:rPr>
        <w:t>[41]</w:t>
      </w:r>
    </w:p>
    <w:p w:rsidR="00922ED1" w:rsidRDefault="00256D63" w:rsidP="00256D63">
      <w:pPr>
        <w:pStyle w:val="libNormal"/>
      </w:pPr>
      <w:r>
        <w:t>O He who parted thesea for the Children of Israe</w:t>
      </w:r>
      <w:r w:rsidR="001B6A42">
        <w:t xml:space="preserve">l, </w:t>
      </w:r>
      <w:r>
        <w:t xml:space="preserve">    then saved the</w:t>
      </w:r>
      <w:r w:rsidR="001B6A42">
        <w:t xml:space="preserve">m </w:t>
      </w:r>
      <w:r>
        <w:t xml:space="preserve">    and drowned Pharoah and hishosts!</w:t>
      </w:r>
      <w:r w:rsidRPr="009C2015">
        <w:rPr>
          <w:rStyle w:val="libFootnotenumChar"/>
        </w:rPr>
        <w:t>[42]</w:t>
      </w:r>
    </w:p>
    <w:p w:rsidR="00922ED1" w:rsidRDefault="00256D63" w:rsidP="00256D63">
      <w:pPr>
        <w:pStyle w:val="libNormal"/>
      </w:pPr>
      <w:r>
        <w:t>O He who sends windsheralding His mercy!</w:t>
      </w:r>
      <w:r w:rsidRPr="009C2015">
        <w:rPr>
          <w:rStyle w:val="libFootnotenumChar"/>
        </w:rPr>
        <w:t>[43]</w:t>
      </w:r>
    </w:p>
    <w:p w:rsidR="00922ED1" w:rsidRDefault="00256D63" w:rsidP="00256D63">
      <w:pPr>
        <w:pStyle w:val="libNormal"/>
      </w:pPr>
      <w:r>
        <w:t>O He who does nothurry (to act) against those of Hi</w:t>
      </w:r>
      <w:r w:rsidR="001B6A42">
        <w:t xml:space="preserve">s </w:t>
      </w:r>
      <w:r>
        <w:t xml:space="preserve">    creatures who disobey Him!</w:t>
      </w:r>
      <w:r w:rsidRPr="009C2015">
        <w:rPr>
          <w:rStyle w:val="libFootnotenumChar"/>
        </w:rPr>
        <w:t>[44]</w:t>
      </w:r>
    </w:p>
    <w:p w:rsidR="00922ED1" w:rsidRDefault="00256D63" w:rsidP="00256D63">
      <w:pPr>
        <w:pStyle w:val="libNormal"/>
      </w:pPr>
      <w:r>
        <w:t>O He who rescued thesorcerers after (their) long denial!</w:t>
      </w:r>
    </w:p>
    <w:p w:rsidR="00256D63" w:rsidRDefault="00256D63" w:rsidP="00256D63">
      <w:pPr>
        <w:pStyle w:val="libNormal"/>
      </w:pPr>
      <w:r>
        <w:t xml:space="preserve">    They had early benefittedfrom His blessin</w:t>
      </w:r>
      <w:r w:rsidR="001B6A42">
        <w:t xml:space="preserve">g, </w:t>
      </w:r>
      <w:r>
        <w:t xml:space="preserve">    eating His provisio</w:t>
      </w:r>
      <w:r w:rsidR="001B6A42">
        <w:t xml:space="preserve">n </w:t>
      </w:r>
      <w:r>
        <w:t xml:space="preserve">    and worshipping other than Him;</w:t>
      </w:r>
    </w:p>
    <w:p w:rsidR="00922ED1" w:rsidRDefault="00256D63" w:rsidP="00256D63">
      <w:pPr>
        <w:pStyle w:val="libNormal"/>
      </w:pPr>
      <w:r>
        <w:t xml:space="preserve">    they had opposed, deniedand cried lies to Hi</w:t>
      </w:r>
      <w:r w:rsidR="001B6A42">
        <w:t xml:space="preserve">s </w:t>
      </w:r>
      <w:r>
        <w:t xml:space="preserve">        messengers.</w:t>
      </w:r>
      <w:r w:rsidRPr="009C2015">
        <w:rPr>
          <w:rStyle w:val="libFootnotenumChar"/>
        </w:rPr>
        <w:t>[45]</w:t>
      </w:r>
    </w:p>
    <w:p w:rsidR="00256D63" w:rsidRDefault="00256D63" w:rsidP="00256D63">
      <w:pPr>
        <w:pStyle w:val="libNormal"/>
      </w:pPr>
      <w:r>
        <w:t>O God!</w:t>
      </w:r>
    </w:p>
    <w:p w:rsidR="00256D63" w:rsidRDefault="00256D63" w:rsidP="00256D63">
      <w:pPr>
        <w:pStyle w:val="libNormal"/>
      </w:pPr>
      <w:r>
        <w:t>O God!</w:t>
      </w:r>
    </w:p>
    <w:p w:rsidR="00256D63" w:rsidRDefault="00256D63" w:rsidP="00256D63">
      <w:pPr>
        <w:pStyle w:val="libNormal"/>
      </w:pPr>
      <w:r>
        <w:t>O Beginner, O Creator with no compeer!</w:t>
      </w:r>
    </w:p>
    <w:p w:rsidR="00256D63" w:rsidRDefault="00256D63" w:rsidP="00256D63">
      <w:pPr>
        <w:pStyle w:val="libNormal"/>
      </w:pPr>
      <w:r>
        <w:t>O Everlasting whohas no end!</w:t>
      </w:r>
    </w:p>
    <w:p w:rsidR="00256D63" w:rsidRDefault="00256D63" w:rsidP="00256D63">
      <w:pPr>
        <w:pStyle w:val="libNormal"/>
      </w:pPr>
      <w:r>
        <w:t>O Living when nothing wasalive!</w:t>
      </w:r>
    </w:p>
    <w:p w:rsidR="00256D63" w:rsidRDefault="00256D63" w:rsidP="00256D63">
      <w:pPr>
        <w:pStyle w:val="libNormal"/>
      </w:pPr>
      <w:r>
        <w:lastRenderedPageBreak/>
        <w:t>O Quickener of the dead!</w:t>
      </w:r>
      <w:r w:rsidRPr="009C2015">
        <w:rPr>
          <w:rStyle w:val="libFootnotenumChar"/>
        </w:rPr>
        <w:t>[46]</w:t>
      </w:r>
    </w:p>
    <w:p w:rsidR="00922ED1" w:rsidRDefault="00256D63" w:rsidP="00256D63">
      <w:pPr>
        <w:pStyle w:val="libNormal"/>
      </w:pPr>
      <w:r>
        <w:t>O "He Who is awareof the deserts of every soul"</w:t>
      </w:r>
    </w:p>
    <w:p w:rsidR="00922ED1" w:rsidRDefault="00256D63" w:rsidP="00256D63">
      <w:pPr>
        <w:pStyle w:val="libNormal"/>
      </w:pPr>
      <w:r>
        <w:t xml:space="preserve">        (XIII,33)!</w:t>
      </w:r>
    </w:p>
    <w:p w:rsidR="00256D63" w:rsidRDefault="00256D63" w:rsidP="00256D63">
      <w:pPr>
        <w:pStyle w:val="libNormal"/>
      </w:pPr>
      <w:r>
        <w:t>O Hetoward whom my gratitude was littl</w:t>
      </w:r>
      <w:r w:rsidR="001B6A42">
        <w:t xml:space="preserve">e, </w:t>
      </w:r>
      <w:r>
        <w:t xml:space="preserve">    yet He deprived menot!</w:t>
      </w:r>
    </w:p>
    <w:p w:rsidR="00256D63" w:rsidRDefault="00256D63" w:rsidP="00256D63">
      <w:pPr>
        <w:pStyle w:val="libNormal"/>
      </w:pPr>
      <w:r>
        <w:t xml:space="preserve">    My transgressionwas grea</w:t>
      </w:r>
      <w:r w:rsidR="001B6A42">
        <w:t xml:space="preserve">t, </w:t>
      </w:r>
      <w:r>
        <w:t xml:space="preserve">    yet Hedisgraced me not!</w:t>
      </w:r>
    </w:p>
    <w:p w:rsidR="00922ED1" w:rsidRDefault="00256D63" w:rsidP="00256D63">
      <w:pPr>
        <w:pStyle w:val="libNormal"/>
      </w:pPr>
      <w:r>
        <w:t xml:space="preserve">    Hesaw me committing acts of disobedienc</w:t>
      </w:r>
      <w:r w:rsidR="001B6A42">
        <w:t xml:space="preserve">e, </w:t>
      </w:r>
      <w:r>
        <w:t xml:space="preserve">    yet he made me notnotorious!</w:t>
      </w:r>
    </w:p>
    <w:p w:rsidR="00256D63" w:rsidRDefault="00256D63" w:rsidP="00256D63">
      <w:pPr>
        <w:pStyle w:val="libNormal"/>
      </w:pPr>
      <w:r>
        <w:t>O He who watched over me inchildhood!</w:t>
      </w:r>
    </w:p>
    <w:p w:rsidR="00256D63" w:rsidRDefault="00256D63" w:rsidP="00256D63">
      <w:pPr>
        <w:pStyle w:val="libNormal"/>
      </w:pPr>
      <w:r>
        <w:t>O He who provided for me in myadulthood!</w:t>
      </w:r>
    </w:p>
    <w:p w:rsidR="00922ED1" w:rsidRDefault="00256D63" w:rsidP="00256D63">
      <w:pPr>
        <w:pStyle w:val="libNormal"/>
      </w:pPr>
      <w:r>
        <w:t>O He whose favors toward me cannotbe reckoned an</w:t>
      </w:r>
      <w:r w:rsidR="001B6A42">
        <w:t xml:space="preserve">d </w:t>
      </w:r>
      <w:r>
        <w:t xml:space="preserve">        whose blessings cannot be repaid!</w:t>
      </w:r>
    </w:p>
    <w:p w:rsidR="00922ED1" w:rsidRDefault="00256D63" w:rsidP="00256D63">
      <w:pPr>
        <w:pStyle w:val="libNormal"/>
      </w:pPr>
      <w:r>
        <w:t>O He whohas confronted me with the good and the fai</w:t>
      </w:r>
      <w:r w:rsidR="001B6A42">
        <w:t xml:space="preserve">r, </w:t>
      </w:r>
      <w:r>
        <w:t>and I have confronted Himwith evil and disobedienc</w:t>
      </w:r>
      <w:r w:rsidR="001B6A42">
        <w:t xml:space="preserve">e </w:t>
      </w:r>
      <w:r>
        <w:t xml:space="preserve">        in return!</w:t>
      </w:r>
    </w:p>
    <w:p w:rsidR="00922ED1" w:rsidRDefault="00256D63" w:rsidP="00256D63">
      <w:pPr>
        <w:pStyle w:val="libNormal"/>
      </w:pPr>
      <w:r>
        <w:t>O He who led me to faith before I had come tokno</w:t>
      </w:r>
      <w:r w:rsidR="001B6A42">
        <w:t xml:space="preserve">w </w:t>
      </w:r>
      <w:r>
        <w:t xml:space="preserve">        gratitude for His gracious bestowal!</w:t>
      </w:r>
    </w:p>
    <w:p w:rsidR="00922ED1" w:rsidRDefault="00256D63" w:rsidP="00256D63">
      <w:pPr>
        <w:pStyle w:val="libNormal"/>
      </w:pPr>
      <w:r>
        <w:t>O Heupon whom I called when I was sic</w:t>
      </w:r>
      <w:r w:rsidR="001B6A42">
        <w:t xml:space="preserve">k </w:t>
      </w:r>
      <w:r>
        <w:t xml:space="preserve">    and Hehealed m</w:t>
      </w:r>
      <w:r w:rsidR="001B6A42">
        <w:t xml:space="preserve">e, </w:t>
      </w:r>
      <w:r>
        <w:t>when nake</w:t>
      </w:r>
      <w:r w:rsidR="001B6A42">
        <w:t xml:space="preserve">d </w:t>
      </w:r>
      <w:r>
        <w:t xml:space="preserve">    and He clothedm</w:t>
      </w:r>
      <w:r w:rsidR="001B6A42">
        <w:t xml:space="preserve">e, </w:t>
      </w:r>
      <w:r>
        <w:t>when hungr</w:t>
      </w:r>
      <w:r w:rsidR="001B6A42">
        <w:t xml:space="preserve">y </w:t>
      </w:r>
      <w:r>
        <w:t xml:space="preserve">    and He satisfiedm</w:t>
      </w:r>
      <w:r w:rsidR="001B6A42">
        <w:t xml:space="preserve">e, </w:t>
      </w:r>
      <w:r>
        <w:t>when thirst</w:t>
      </w:r>
      <w:r w:rsidR="001B6A42">
        <w:t xml:space="preserve">y </w:t>
      </w:r>
      <w:r>
        <w:t xml:space="preserve">    and He gave me todrin</w:t>
      </w:r>
      <w:r w:rsidR="001B6A42">
        <w:t xml:space="preserve">k, </w:t>
      </w:r>
      <w:r>
        <w:t>when abase</w:t>
      </w:r>
      <w:r w:rsidR="001B6A42">
        <w:t xml:space="preserve">d </w:t>
      </w:r>
      <w:r>
        <w:t xml:space="preserve">    and He exaltedme,</w:t>
      </w:r>
      <w:r w:rsidRPr="009C2015">
        <w:rPr>
          <w:rStyle w:val="libFootnotenumChar"/>
        </w:rPr>
        <w:t>[47]</w:t>
      </w:r>
    </w:p>
    <w:p w:rsidR="00922ED1" w:rsidRDefault="00256D63" w:rsidP="00256D63">
      <w:pPr>
        <w:pStyle w:val="libNormal"/>
      </w:pPr>
      <w:r>
        <w:t>when ignoran</w:t>
      </w:r>
      <w:r w:rsidR="001B6A42">
        <w:t xml:space="preserve">t </w:t>
      </w:r>
      <w:r>
        <w:t xml:space="preserve">    and He gave meknowledg</w:t>
      </w:r>
      <w:r w:rsidR="001B6A42">
        <w:t xml:space="preserve">e, </w:t>
      </w:r>
      <w:r>
        <w:t>when alon</w:t>
      </w:r>
      <w:r w:rsidR="001B6A42">
        <w:t xml:space="preserve">e </w:t>
      </w:r>
      <w:r>
        <w:t xml:space="preserve">    and Heincreased my numbe</w:t>
      </w:r>
      <w:r w:rsidR="001B6A42">
        <w:t xml:space="preserve">r, </w:t>
      </w:r>
      <w:r>
        <w:t>when awa</w:t>
      </w:r>
      <w:r w:rsidR="001B6A42">
        <w:t xml:space="preserve">y </w:t>
      </w:r>
      <w:r>
        <w:t xml:space="preserve">    and He returned m</w:t>
      </w:r>
      <w:r w:rsidR="001B6A42">
        <w:t xml:space="preserve">e, </w:t>
      </w:r>
      <w:r>
        <w:t>when empty-hande</w:t>
      </w:r>
      <w:r w:rsidR="001B6A42">
        <w:t xml:space="preserve">d </w:t>
      </w:r>
      <w:r>
        <w:t xml:space="preserve">    and He enriched m</w:t>
      </w:r>
      <w:r w:rsidR="001B6A42">
        <w:t xml:space="preserve">e, </w:t>
      </w:r>
      <w:r>
        <w:t>when in need of hel</w:t>
      </w:r>
      <w:r w:rsidR="001B6A42">
        <w:t xml:space="preserve">p </w:t>
      </w:r>
      <w:r>
        <w:t xml:space="preserve">    and He helpedm</w:t>
      </w:r>
      <w:r w:rsidR="001B6A42">
        <w:t xml:space="preserve">e, </w:t>
      </w:r>
      <w:r>
        <w:t>and whenric</w:t>
      </w:r>
      <w:r w:rsidR="001B6A42">
        <w:t xml:space="preserve">h </w:t>
      </w:r>
      <w:r>
        <w:t xml:space="preserve">    and Hetook not from me.</w:t>
      </w:r>
    </w:p>
    <w:p w:rsidR="00922ED1" w:rsidRDefault="00256D63" w:rsidP="00256D63">
      <w:pPr>
        <w:pStyle w:val="libNormal"/>
      </w:pPr>
      <w:r>
        <w:t>I refrained from (callingupon Thee in) all of tha</w:t>
      </w:r>
      <w:r w:rsidR="001B6A42">
        <w:t xml:space="preserve">t </w:t>
      </w:r>
      <w:r>
        <w:t xml:space="preserve">    and Thou caused meto begin (to call).</w:t>
      </w:r>
    </w:p>
    <w:p w:rsidR="00256D63" w:rsidRDefault="00256D63" w:rsidP="00256D63">
      <w:pPr>
        <w:pStyle w:val="libNormal"/>
      </w:pPr>
      <w:r>
        <w:t>Thine are the praise andthe gratitude!</w:t>
      </w:r>
    </w:p>
    <w:p w:rsidR="00922ED1" w:rsidRDefault="00256D63" w:rsidP="00256D63">
      <w:pPr>
        <w:pStyle w:val="libNormal"/>
      </w:pPr>
      <w:r>
        <w:t>O He who overlooked mysli</w:t>
      </w:r>
      <w:r w:rsidR="001B6A42">
        <w:t xml:space="preserve">p, </w:t>
      </w:r>
      <w:r>
        <w:t xml:space="preserve">    relievedmy distres</w:t>
      </w:r>
      <w:r w:rsidR="001B6A42">
        <w:t xml:space="preserve">s, </w:t>
      </w:r>
      <w:r>
        <w:t xml:space="preserve">    heard my praye</w:t>
      </w:r>
      <w:r w:rsidR="001B6A42">
        <w:t xml:space="preserve">r, </w:t>
      </w:r>
      <w:r>
        <w:t xml:space="preserve">    covered mydefect</w:t>
      </w:r>
      <w:r w:rsidR="001B6A42">
        <w:t xml:space="preserve">s, </w:t>
      </w:r>
      <w:r>
        <w:t xml:space="preserve">    forgave my sin</w:t>
      </w:r>
      <w:r w:rsidR="001B6A42">
        <w:t xml:space="preserve">s, </w:t>
      </w:r>
      <w:r>
        <w:t xml:space="preserve">    caused me to reach mydesir</w:t>
      </w:r>
      <w:r w:rsidR="001B6A42">
        <w:t xml:space="preserve">e, </w:t>
      </w:r>
      <w:r>
        <w:t xml:space="preserve">    and helped me against my enemy!</w:t>
      </w:r>
    </w:p>
    <w:p w:rsidR="00922ED1" w:rsidRDefault="00256D63" w:rsidP="00256D63">
      <w:pPr>
        <w:pStyle w:val="libNormal"/>
      </w:pPr>
      <w:r>
        <w:t>If I were tocount Thy blessings, favors and generou</w:t>
      </w:r>
      <w:r w:rsidR="001B6A42">
        <w:t xml:space="preserve">s </w:t>
      </w:r>
      <w:r>
        <w:t xml:space="preserve">        acts of kindnes</w:t>
      </w:r>
      <w:r w:rsidR="001B6A42">
        <w:t xml:space="preserve">s </w:t>
      </w:r>
      <w:r>
        <w:t xml:space="preserve">    I would not be ableto reckon them.</w:t>
      </w:r>
      <w:r w:rsidRPr="009C2015">
        <w:rPr>
          <w:rStyle w:val="libFootnotenumChar"/>
        </w:rPr>
        <w:t>[48]</w:t>
      </w:r>
    </w:p>
    <w:p w:rsidR="00922ED1" w:rsidRDefault="00256D63" w:rsidP="00256D63">
      <w:pPr>
        <w:pStyle w:val="libNormal"/>
      </w:pPr>
      <w:r>
        <w:t>O myProtector!</w:t>
      </w:r>
    </w:p>
    <w:p w:rsidR="00256D63" w:rsidRDefault="00256D63" w:rsidP="00256D63">
      <w:pPr>
        <w:pStyle w:val="libNormal"/>
      </w:pPr>
      <w:r>
        <w:t xml:space="preserve">    Thou artHe who was graciou</w:t>
      </w:r>
      <w:r w:rsidR="001B6A42">
        <w:t xml:space="preserve">s, </w:t>
      </w:r>
      <w:r>
        <w:t xml:space="preserve">    Thou art He who blesse</w:t>
      </w:r>
      <w:r w:rsidR="001B6A42">
        <w:t xml:space="preserve">d, </w:t>
      </w:r>
      <w:r>
        <w:t xml:space="preserve">    Thou art He who workedgoo</w:t>
      </w:r>
      <w:r w:rsidR="001B6A42">
        <w:t xml:space="preserve">d, </w:t>
      </w:r>
      <w:r>
        <w:t xml:space="preserve">    Thou art He whowas kin</w:t>
      </w:r>
      <w:r w:rsidR="001B6A42">
        <w:t xml:space="preserve">d, </w:t>
      </w:r>
      <w:r>
        <w:t xml:space="preserve">    Thou art Hewho was bounteou</w:t>
      </w:r>
      <w:r w:rsidR="001B6A42">
        <w:t xml:space="preserve">s, </w:t>
      </w:r>
      <w:r>
        <w:t xml:space="preserve">    Thou art He who perfecte</w:t>
      </w:r>
      <w:r w:rsidR="001B6A42">
        <w:t xml:space="preserve">d, </w:t>
      </w:r>
      <w:r>
        <w:t xml:space="preserve">    Thou art He whoprovide</w:t>
      </w:r>
      <w:r w:rsidR="001B6A42">
        <w:t xml:space="preserve">d, </w:t>
      </w:r>
      <w:r>
        <w:t xml:space="preserve">    Thou art Hewho gave succes</w:t>
      </w:r>
      <w:r w:rsidR="001B6A42">
        <w:t xml:space="preserve">s, </w:t>
      </w:r>
      <w:r>
        <w:t xml:space="preserve">    Thou art He who bestowe</w:t>
      </w:r>
      <w:r w:rsidR="001B6A42">
        <w:t xml:space="preserve">d, </w:t>
      </w:r>
      <w:r>
        <w:t xml:space="preserve">    Thou art He whoenriche</w:t>
      </w:r>
      <w:r w:rsidR="001B6A42">
        <w:t xml:space="preserve">d, </w:t>
      </w:r>
      <w:r>
        <w:t xml:space="preserve">    Thou art Hewho contented,</w:t>
      </w:r>
      <w:r w:rsidRPr="009C2015">
        <w:rPr>
          <w:rStyle w:val="libFootnotenumChar"/>
        </w:rPr>
        <w:t>[49]</w:t>
      </w:r>
    </w:p>
    <w:p w:rsidR="00922ED1" w:rsidRDefault="00256D63" w:rsidP="00256D63">
      <w:pPr>
        <w:pStyle w:val="libNormal"/>
      </w:pPr>
      <w:r>
        <w:t xml:space="preserve">    Thou art He whosheltered,</w:t>
      </w:r>
      <w:r w:rsidRPr="009C2015">
        <w:rPr>
          <w:rStyle w:val="libFootnotenumChar"/>
        </w:rPr>
        <w:t>[50]</w:t>
      </w:r>
    </w:p>
    <w:p w:rsidR="00256D63" w:rsidRDefault="00256D63" w:rsidP="00256D63">
      <w:pPr>
        <w:pStyle w:val="libNormal"/>
      </w:pPr>
      <w:r>
        <w:t xml:space="preserve">    Thou art He whosuffice</w:t>
      </w:r>
      <w:r w:rsidR="001B6A42">
        <w:t xml:space="preserve">d, </w:t>
      </w:r>
      <w:r>
        <w:t xml:space="preserve">    Thou art Hewho guide</w:t>
      </w:r>
      <w:r w:rsidR="001B6A42">
        <w:t xml:space="preserve">d, </w:t>
      </w:r>
      <w:r>
        <w:t xml:space="preserve">    Thou artHe who preserved (from sin),</w:t>
      </w:r>
    </w:p>
    <w:p w:rsidR="00256D63" w:rsidRDefault="00256D63" w:rsidP="00256D63">
      <w:pPr>
        <w:pStyle w:val="libNormal"/>
      </w:pPr>
      <w:r>
        <w:t xml:space="preserve">    Thou art He who covered (mysins),</w:t>
      </w:r>
    </w:p>
    <w:p w:rsidR="00256D63" w:rsidRDefault="00256D63" w:rsidP="00256D63">
      <w:pPr>
        <w:pStyle w:val="libNormal"/>
      </w:pPr>
      <w:r>
        <w:t xml:space="preserve">    Thou art Hewho forgav</w:t>
      </w:r>
      <w:r w:rsidR="001B6A42">
        <w:t xml:space="preserve">e, </w:t>
      </w:r>
      <w:r>
        <w:t xml:space="preserve">    Thou artHe who overlooke</w:t>
      </w:r>
      <w:r w:rsidR="001B6A42">
        <w:t xml:space="preserve">d, </w:t>
      </w:r>
      <w:r>
        <w:t xml:space="preserve">    Thou art He who established (in the earth),</w:t>
      </w:r>
      <w:r w:rsidRPr="009C2015">
        <w:rPr>
          <w:rStyle w:val="libFootnotenumChar"/>
        </w:rPr>
        <w:t>[51]</w:t>
      </w:r>
    </w:p>
    <w:p w:rsidR="00922ED1" w:rsidRDefault="00256D63" w:rsidP="00256D63">
      <w:pPr>
        <w:pStyle w:val="libNormal"/>
      </w:pPr>
      <w:r>
        <w:t xml:space="preserve">    Thou art He whoexalte</w:t>
      </w:r>
      <w:r w:rsidR="001B6A42">
        <w:t xml:space="preserve">d, </w:t>
      </w:r>
      <w:r>
        <w:t xml:space="preserve">    Thou art Hewho aide</w:t>
      </w:r>
      <w:r w:rsidR="001B6A42">
        <w:t xml:space="preserve">d, </w:t>
      </w:r>
      <w:r>
        <w:t xml:space="preserve">    Thou artHe who supporte</w:t>
      </w:r>
      <w:r w:rsidR="001B6A42">
        <w:t xml:space="preserve">d, </w:t>
      </w:r>
      <w:r>
        <w:t xml:space="preserve">    Thou art He who confirme</w:t>
      </w:r>
      <w:r w:rsidR="001B6A42">
        <w:t xml:space="preserve">d, </w:t>
      </w:r>
      <w:r>
        <w:t xml:space="preserve">    Thou art He whohelpe</w:t>
      </w:r>
      <w:r w:rsidR="001B6A42">
        <w:t xml:space="preserve">d, </w:t>
      </w:r>
      <w:r>
        <w:t xml:space="preserve">    Thou art Hewho heale</w:t>
      </w:r>
      <w:r w:rsidR="001B6A42">
        <w:t xml:space="preserve">d, </w:t>
      </w:r>
      <w:r>
        <w:t xml:space="preserve">    Thou artHe who gave well-bein</w:t>
      </w:r>
      <w:r w:rsidR="001B6A42">
        <w:t xml:space="preserve">g, </w:t>
      </w:r>
      <w:r>
        <w:t xml:space="preserve">    Thou art He whohonore</w:t>
      </w:r>
      <w:r w:rsidR="001B6A42">
        <w:t xml:space="preserve">d </w:t>
      </w:r>
      <w:r>
        <w:t xml:space="preserve">    - blessed artTho</w:t>
      </w:r>
      <w:r w:rsidR="001B6A42">
        <w:t xml:space="preserve">u </w:t>
      </w:r>
      <w:r>
        <w:t xml:space="preserve">    and highexalted!</w:t>
      </w:r>
    </w:p>
    <w:p w:rsidR="00256D63" w:rsidRDefault="00256D63" w:rsidP="00256D63">
      <w:pPr>
        <w:pStyle w:val="libNormal"/>
      </w:pPr>
      <w:r>
        <w:t>So Thine is the praiseeverlastingl</w:t>
      </w:r>
      <w:r w:rsidR="001B6A42">
        <w:t xml:space="preserve">y, </w:t>
      </w:r>
      <w:r>
        <w:t>and Thine isgratitude enduringly and forever</w:t>
      </w:r>
      <w:r w:rsidR="001B6A42">
        <w:t xml:space="preserve">l </w:t>
      </w:r>
      <w:r>
        <w:t>Them I, my God, confess my sin</w:t>
      </w:r>
      <w:r w:rsidR="001B6A42">
        <w:t xml:space="preserve">s, </w:t>
      </w:r>
      <w:r>
        <w:t xml:space="preserve">    so forgive me for them.</w:t>
      </w:r>
    </w:p>
    <w:p w:rsidR="00256D63" w:rsidRDefault="00256D63" w:rsidP="00256D63">
      <w:pPr>
        <w:pStyle w:val="libNormal"/>
      </w:pPr>
      <w:r>
        <w:lastRenderedPageBreak/>
        <w:t xml:space="preserve">    I amhe who did evi</w:t>
      </w:r>
      <w:r w:rsidR="001B6A42">
        <w:t xml:space="preserve">l, </w:t>
      </w:r>
      <w:r>
        <w:t xml:space="preserve">    I am hewho made mistake</w:t>
      </w:r>
      <w:r w:rsidR="001B6A42">
        <w:t xml:space="preserve">s, </w:t>
      </w:r>
      <w:r>
        <w:t xml:space="preserve">    I am hewho purposed (to sin),</w:t>
      </w:r>
    </w:p>
    <w:p w:rsidR="00256D63" w:rsidRDefault="00256D63" w:rsidP="00256D63">
      <w:pPr>
        <w:pStyle w:val="libNormal"/>
      </w:pPr>
      <w:r>
        <w:t xml:space="preserve">    I amhe who was ignoran</w:t>
      </w:r>
      <w:r w:rsidR="001B6A42">
        <w:t xml:space="preserve">t, </w:t>
      </w:r>
      <w:r>
        <w:t xml:space="preserve">    I amhe who was heedles</w:t>
      </w:r>
      <w:r w:rsidR="001B6A42">
        <w:t xml:space="preserve">s, </w:t>
      </w:r>
      <w:r>
        <w:t xml:space="preserve">    I amhe who was negligen</w:t>
      </w:r>
      <w:r w:rsidR="001B6A42">
        <w:t xml:space="preserve">t, </w:t>
      </w:r>
      <w:r>
        <w:t xml:space="preserve">    I amhe who relied (upon other than Thee),</w:t>
      </w:r>
    </w:p>
    <w:p w:rsidR="00256D63" w:rsidRDefault="00256D63" w:rsidP="00256D63">
      <w:pPr>
        <w:pStyle w:val="libNormal"/>
      </w:pPr>
      <w:r>
        <w:t xml:space="preserve">    I am he who premeditate</w:t>
      </w:r>
      <w:r w:rsidR="001B6A42">
        <w:t xml:space="preserve">d, </w:t>
      </w:r>
      <w:r>
        <w:t xml:space="preserve">    I am he who promise</w:t>
      </w:r>
      <w:r w:rsidR="001B6A42">
        <w:t xml:space="preserve">d, </w:t>
      </w:r>
      <w:r>
        <w:t xml:space="preserve">    I am he who went back on hiswor</w:t>
      </w:r>
      <w:r w:rsidR="001B6A42">
        <w:t xml:space="preserve">d, </w:t>
      </w:r>
      <w:r>
        <w:t xml:space="preserve">    I am he who confessed (my sins)</w:t>
      </w:r>
    </w:p>
    <w:p w:rsidR="00922ED1" w:rsidRDefault="00256D63" w:rsidP="00256D63">
      <w:pPr>
        <w:pStyle w:val="libNormal"/>
      </w:pPr>
      <w:r>
        <w:t xml:space="preserve">    and I am he whoacknowledged Thy blessings upon m</w:t>
      </w:r>
      <w:r w:rsidR="001B6A42">
        <w:t xml:space="preserve">e </w:t>
      </w:r>
      <w:r>
        <w:t xml:space="preserve">    and with me and then returned tomy sins.</w:t>
      </w:r>
    </w:p>
    <w:p w:rsidR="00256D63" w:rsidRDefault="00256D63" w:rsidP="00256D63">
      <w:pPr>
        <w:pStyle w:val="libNormal"/>
      </w:pPr>
      <w:r>
        <w:t>So forgive me for the</w:t>
      </w:r>
      <w:r w:rsidR="001B6A42">
        <w:t xml:space="preserve">m, </w:t>
      </w:r>
      <w:r>
        <w:t xml:space="preserve">    O He who is not harmed by thesins of His servant</w:t>
      </w:r>
      <w:r w:rsidR="001B6A42">
        <w:t xml:space="preserve">s </w:t>
      </w:r>
      <w:r>
        <w:t xml:space="preserve">    norneeds He their obedience.</w:t>
      </w:r>
    </w:p>
    <w:p w:rsidR="00922ED1" w:rsidRDefault="00256D63" w:rsidP="00256D63">
      <w:pPr>
        <w:pStyle w:val="libNormal"/>
      </w:pPr>
      <w:r>
        <w:t xml:space="preserve">    He gives success through His aid and His mercy t</w:t>
      </w:r>
      <w:r w:rsidR="001B6A42">
        <w:t xml:space="preserve">o </w:t>
      </w:r>
      <w:r>
        <w:t xml:space="preserve">    whomsoever of them worksrighteousness.</w:t>
      </w:r>
    </w:p>
    <w:p w:rsidR="00922ED1" w:rsidRDefault="00256D63" w:rsidP="00256D63">
      <w:pPr>
        <w:pStyle w:val="libNormal"/>
      </w:pPr>
      <w:r>
        <w:t>So praise belongs to Thee, MyGod and My Lord !</w:t>
      </w:r>
    </w:p>
    <w:p w:rsidR="00922ED1" w:rsidRDefault="00256D63" w:rsidP="00256D63">
      <w:pPr>
        <w:pStyle w:val="libNormal"/>
      </w:pPr>
      <w:r>
        <w:t>My God, Thoucommanded me and I disobeye</w:t>
      </w:r>
      <w:r w:rsidR="001B6A42">
        <w:t xml:space="preserve">d </w:t>
      </w:r>
      <w:r>
        <w:t>and Thou forbade me and Icommitted what Thou hads</w:t>
      </w:r>
      <w:r w:rsidR="001B6A42">
        <w:t xml:space="preserve">t </w:t>
      </w:r>
      <w:r>
        <w:t xml:space="preserve">        forbidden.</w:t>
      </w:r>
    </w:p>
    <w:p w:rsidR="00922ED1" w:rsidRDefault="00256D63" w:rsidP="00256D63">
      <w:pPr>
        <w:pStyle w:val="libNormal"/>
      </w:pPr>
      <w:r>
        <w:t>I became suchthat I neither possessed any mark o</w:t>
      </w:r>
      <w:r w:rsidR="001B6A42">
        <w:t xml:space="preserve">f </w:t>
      </w:r>
      <w:r>
        <w:t xml:space="preserve">        guiltlessnes</w:t>
      </w:r>
      <w:r w:rsidR="001B6A42">
        <w:t xml:space="preserve">s </w:t>
      </w:r>
      <w:r>
        <w:t xml:space="preserve">    that I mightask forgivenes</w:t>
      </w:r>
      <w:r w:rsidR="001B6A42">
        <w:t xml:space="preserve">s </w:t>
      </w:r>
      <w:r>
        <w:t>nor anypowe</w:t>
      </w:r>
      <w:r w:rsidR="001B6A42">
        <w:t xml:space="preserve">r </w:t>
      </w:r>
      <w:r>
        <w:t xml:space="preserve">    that I might be helped.</w:t>
      </w:r>
    </w:p>
    <w:p w:rsidR="00922ED1" w:rsidRDefault="00256D63" w:rsidP="00256D63">
      <w:pPr>
        <w:pStyle w:val="libNormal"/>
      </w:pPr>
      <w:r>
        <w:t>Then by what means shall I turn toward Thee, O m</w:t>
      </w:r>
      <w:r w:rsidR="001B6A42">
        <w:t xml:space="preserve">y </w:t>
      </w:r>
      <w:r>
        <w:t xml:space="preserve">        Protector ! ?</w:t>
      </w:r>
    </w:p>
    <w:p w:rsidR="00256D63" w:rsidRDefault="00256D63" w:rsidP="00256D63">
      <w:pPr>
        <w:pStyle w:val="libNormal"/>
      </w:pPr>
      <w:r>
        <w:t xml:space="preserve">    What, by my ears ?</w:t>
      </w:r>
    </w:p>
    <w:p w:rsidR="00256D63" w:rsidRDefault="00256D63" w:rsidP="00256D63">
      <w:pPr>
        <w:pStyle w:val="libNormal"/>
      </w:pPr>
      <w:r>
        <w:t xml:space="preserve">    Or my eyes ?</w:t>
      </w:r>
    </w:p>
    <w:p w:rsidR="00256D63" w:rsidRDefault="00256D63" w:rsidP="00256D63">
      <w:pPr>
        <w:pStyle w:val="libNormal"/>
      </w:pPr>
      <w:r>
        <w:t xml:space="preserve">    Or my tongue ?</w:t>
      </w:r>
    </w:p>
    <w:p w:rsidR="00256D63" w:rsidRDefault="00256D63" w:rsidP="00256D63">
      <w:pPr>
        <w:pStyle w:val="libNormal"/>
      </w:pPr>
      <w:r>
        <w:t xml:space="preserve">    Or my hand ?</w:t>
      </w:r>
    </w:p>
    <w:p w:rsidR="00922ED1" w:rsidRDefault="00256D63" w:rsidP="00256D63">
      <w:pPr>
        <w:pStyle w:val="libNormal"/>
      </w:pPr>
      <w:r>
        <w:t xml:space="preserve">    Or my leg ?</w:t>
      </w:r>
    </w:p>
    <w:p w:rsidR="00256D63" w:rsidRDefault="00256D63" w:rsidP="00256D63">
      <w:pPr>
        <w:pStyle w:val="libNormal"/>
      </w:pPr>
      <w:r>
        <w:t xml:space="preserve">    Are not all ofthem Thy blessings given to me ?</w:t>
      </w:r>
    </w:p>
    <w:p w:rsidR="00256D63" w:rsidRDefault="00256D63" w:rsidP="00256D63">
      <w:pPr>
        <w:pStyle w:val="libNormal"/>
      </w:pPr>
      <w:r>
        <w:t xml:space="preserve">    And with all of them I disobeyThee, O my Protector!</w:t>
      </w:r>
    </w:p>
    <w:p w:rsidR="00922ED1" w:rsidRDefault="00256D63" w:rsidP="00256D63">
      <w:pPr>
        <w:pStyle w:val="libNormal"/>
      </w:pPr>
      <w:r>
        <w:t xml:space="preserve">    Thineis the argument and the means against me.</w:t>
      </w:r>
      <w:r w:rsidRPr="009C2015">
        <w:rPr>
          <w:rStyle w:val="libFootnotenumChar"/>
        </w:rPr>
        <w:t>[52]</w:t>
      </w:r>
    </w:p>
    <w:p w:rsidR="00256D63" w:rsidRDefault="00256D63" w:rsidP="00256D63">
      <w:pPr>
        <w:pStyle w:val="libNormal"/>
      </w:pPr>
      <w:r>
        <w:t>O He who veiled me (my sins) from fathers andmothers les</w:t>
      </w:r>
      <w:r w:rsidR="001B6A42">
        <w:t xml:space="preserve">t </w:t>
      </w:r>
      <w:r>
        <w:t xml:space="preserve">        they drive me awa</w:t>
      </w:r>
      <w:r w:rsidR="001B6A42">
        <w:t xml:space="preserve">y, </w:t>
      </w:r>
      <w:r>
        <w:t xml:space="preserve">    from relatives andbrothers lest they rebuke m</w:t>
      </w:r>
      <w:r w:rsidR="001B6A42">
        <w:t xml:space="preserve">e, </w:t>
      </w:r>
      <w:r>
        <w:t xml:space="preserve">    and from kings lestthey punish me!</w:t>
      </w:r>
    </w:p>
    <w:p w:rsidR="00922ED1" w:rsidRDefault="00256D63" w:rsidP="00256D63">
      <w:pPr>
        <w:pStyle w:val="libNormal"/>
      </w:pPr>
      <w:r>
        <w:t xml:space="preserve">    If they had seen, O my Protector, what Thou hast see</w:t>
      </w:r>
      <w:r w:rsidR="001B6A42">
        <w:t xml:space="preserve">n </w:t>
      </w:r>
      <w:r>
        <w:t xml:space="preserve">        from m</w:t>
      </w:r>
      <w:r w:rsidR="001B6A42">
        <w:t xml:space="preserve">e, </w:t>
      </w:r>
      <w:r>
        <w:t xml:space="preserve">    theywould not have given me respit</w:t>
      </w:r>
      <w:r w:rsidR="001B6A42">
        <w:t xml:space="preserve">e, </w:t>
      </w:r>
      <w:r>
        <w:t xml:space="preserve">    they would haveabandoned m</w:t>
      </w:r>
      <w:r w:rsidR="001B6A42">
        <w:t xml:space="preserve">e </w:t>
      </w:r>
      <w:r>
        <w:t xml:space="preserve">    and cut me off.</w:t>
      </w:r>
    </w:p>
    <w:p w:rsidR="00256D63" w:rsidRDefault="00256D63" w:rsidP="00256D63">
      <w:pPr>
        <w:pStyle w:val="libNormal"/>
      </w:pPr>
      <w:r>
        <w:t>So here I am, O my Go</w:t>
      </w:r>
      <w:r w:rsidR="001B6A42">
        <w:t xml:space="preserve">d, </w:t>
      </w:r>
      <w:r>
        <w:t xml:space="preserve">    before Thee O Lor</w:t>
      </w:r>
      <w:r w:rsidR="001B6A42">
        <w:t xml:space="preserve">d, </w:t>
      </w:r>
      <w:r>
        <w:t xml:space="preserve">    humbled, abased, constrained, despise</w:t>
      </w:r>
      <w:r w:rsidR="001B6A42">
        <w:t xml:space="preserve">d, </w:t>
      </w:r>
      <w:r>
        <w:t xml:space="preserve">    neither possessing guiltlessness that I might ask forgivenes</w:t>
      </w:r>
      <w:r w:rsidR="001B6A42">
        <w:t xml:space="preserve">s </w:t>
      </w:r>
      <w:r>
        <w:t xml:space="preserve">    nor possessing power that I mightbe helped.</w:t>
      </w:r>
    </w:p>
    <w:p w:rsidR="00922ED1" w:rsidRDefault="00256D63" w:rsidP="00256D63">
      <w:pPr>
        <w:pStyle w:val="libNormal"/>
      </w:pPr>
      <w:r>
        <w:t xml:space="preserve">    There is noargument with which I might argu</w:t>
      </w:r>
      <w:r w:rsidR="001B6A42">
        <w:t xml:space="preserve">e, </w:t>
      </w:r>
      <w:r>
        <w:t xml:space="preserve">    nor can I say I committed not(sins) and worked not evil.</w:t>
      </w:r>
    </w:p>
    <w:p w:rsidR="00922ED1" w:rsidRDefault="00256D63" w:rsidP="00256D63">
      <w:pPr>
        <w:pStyle w:val="libNormal"/>
      </w:pPr>
      <w:r>
        <w:t>And denial, wereI to deny-my Protector!-could hardl</w:t>
      </w:r>
      <w:r w:rsidR="001B6A42">
        <w:t xml:space="preserve">y </w:t>
      </w:r>
      <w:r>
        <w:t xml:space="preserve">        profit me.</w:t>
      </w:r>
    </w:p>
    <w:p w:rsidR="00256D63" w:rsidRDefault="00256D63" w:rsidP="00256D63">
      <w:pPr>
        <w:pStyle w:val="libNormal"/>
      </w:pPr>
      <w:r>
        <w:t xml:space="preserve">    Howcould it ever do that ?</w:t>
      </w:r>
    </w:p>
    <w:p w:rsidR="00922ED1" w:rsidRDefault="00256D63" w:rsidP="00256D63">
      <w:pPr>
        <w:pStyle w:val="libNormal"/>
      </w:pPr>
      <w:r>
        <w:t xml:space="preserve">    For all of my membersare witness against me for what </w:t>
      </w:r>
      <w:r w:rsidR="001B6A42">
        <w:t xml:space="preserve">I </w:t>
      </w:r>
      <w:r>
        <w:t xml:space="preserve">        have done.</w:t>
      </w:r>
      <w:r w:rsidRPr="009C2015">
        <w:rPr>
          <w:rStyle w:val="libFootnotenumChar"/>
        </w:rPr>
        <w:t>[53]</w:t>
      </w:r>
    </w:p>
    <w:p w:rsidR="00256D63" w:rsidRDefault="00256D63" w:rsidP="00256D63">
      <w:pPr>
        <w:pStyle w:val="libNormal"/>
      </w:pPr>
      <w:r>
        <w:t>And Iacted with certainty and without any doubt tha</w:t>
      </w:r>
      <w:r w:rsidR="001B6A42">
        <w:t xml:space="preserve">t </w:t>
      </w:r>
      <w:r>
        <w:t xml:space="preserve">        Thou wilt ask me about great affair</w:t>
      </w:r>
      <w:r w:rsidR="001B6A42">
        <w:t xml:space="preserve">s, </w:t>
      </w:r>
      <w:r>
        <w:t xml:space="preserve">    and that Thou art the equitable Judge who does no wrong.</w:t>
      </w:r>
    </w:p>
    <w:p w:rsidR="00922ED1" w:rsidRDefault="00256D63" w:rsidP="00256D63">
      <w:pPr>
        <w:pStyle w:val="libNormal"/>
      </w:pPr>
      <w:r>
        <w:t xml:space="preserve">    Thy justice is deadly for me and I flee from Thyevery jus</w:t>
      </w:r>
      <w:r w:rsidR="001B6A42">
        <w:t xml:space="preserve">t </w:t>
      </w:r>
      <w:r>
        <w:t xml:space="preserve">        act.</w:t>
      </w:r>
    </w:p>
    <w:p w:rsidR="00922ED1" w:rsidRDefault="00256D63" w:rsidP="00256D63">
      <w:pPr>
        <w:pStyle w:val="libNormal"/>
      </w:pPr>
      <w:r>
        <w:t>If thou chastisest me, O my God, it isfor my sins afte</w:t>
      </w:r>
      <w:r w:rsidR="001B6A42">
        <w:t xml:space="preserve">r </w:t>
      </w:r>
      <w:r>
        <w:t xml:space="preserve">        Thy argument against me;</w:t>
      </w:r>
    </w:p>
    <w:p w:rsidR="00922ED1" w:rsidRDefault="00256D63" w:rsidP="00256D63">
      <w:pPr>
        <w:pStyle w:val="libNormal"/>
      </w:pPr>
      <w:r>
        <w:lastRenderedPageBreak/>
        <w:t>and if Thoupardonest me, it is by Thy clemenc</w:t>
      </w:r>
      <w:r w:rsidR="001B6A42">
        <w:t xml:space="preserve">y, </w:t>
      </w:r>
      <w:r>
        <w:t xml:space="preserve">        generosity and kindness.</w:t>
      </w:r>
    </w:p>
    <w:p w:rsidR="00922ED1" w:rsidRDefault="00256D63" w:rsidP="00256D63">
      <w:pPr>
        <w:pStyle w:val="libNormal"/>
      </w:pPr>
      <w:r>
        <w:t>"There is no god but Thou, glory be to Thee!</w:t>
      </w:r>
    </w:p>
    <w:p w:rsidR="00922ED1" w:rsidRDefault="00256D63" w:rsidP="00256D63">
      <w:pPr>
        <w:pStyle w:val="libNormal"/>
      </w:pPr>
      <w:r>
        <w:t xml:space="preserve">    Truly I am one of thewrong-doers" (XXI, 87).</w:t>
      </w:r>
    </w:p>
    <w:p w:rsidR="00922ED1" w:rsidRDefault="00256D63" w:rsidP="00256D63">
      <w:pPr>
        <w:pStyle w:val="libNormal"/>
      </w:pPr>
      <w:r>
        <w:t>There is no god butThou, glory be to Thee!</w:t>
      </w:r>
    </w:p>
    <w:p w:rsidR="00922ED1" w:rsidRDefault="00256D63" w:rsidP="00256D63">
      <w:pPr>
        <w:pStyle w:val="libNormal"/>
      </w:pPr>
      <w:r>
        <w:t xml:space="preserve">    Truly I am one ofthose who pray forgiveness.</w:t>
      </w:r>
    </w:p>
    <w:p w:rsidR="00922ED1" w:rsidRDefault="00256D63" w:rsidP="00256D63">
      <w:pPr>
        <w:pStyle w:val="libNormal"/>
      </w:pPr>
      <w:r>
        <w:t>There is no godbut Thou, glory be to Thee!</w:t>
      </w:r>
    </w:p>
    <w:p w:rsidR="00922ED1" w:rsidRDefault="00256D63" w:rsidP="00256D63">
      <w:pPr>
        <w:pStyle w:val="libNormal"/>
      </w:pPr>
      <w:r>
        <w:t xml:space="preserve">    Truly I am one ofthose who profess Thy Unity.</w:t>
      </w:r>
    </w:p>
    <w:p w:rsidR="00922ED1" w:rsidRDefault="00256D63" w:rsidP="00256D63">
      <w:pPr>
        <w:pStyle w:val="libNormal"/>
      </w:pPr>
      <w:r>
        <w:t>There is no godbut Thou, glory be to Thee!</w:t>
      </w:r>
    </w:p>
    <w:p w:rsidR="00922ED1" w:rsidRDefault="00256D63" w:rsidP="00256D63">
      <w:pPr>
        <w:pStyle w:val="libNormal"/>
      </w:pPr>
      <w:r>
        <w:t xml:space="preserve">    Truly I am one of thefearful.</w:t>
      </w:r>
    </w:p>
    <w:p w:rsidR="00922ED1" w:rsidRDefault="00256D63" w:rsidP="00256D63">
      <w:pPr>
        <w:pStyle w:val="libNormal"/>
      </w:pPr>
      <w:r>
        <w:t>There is no god but Thou, glory beto Thee!</w:t>
      </w:r>
    </w:p>
    <w:p w:rsidR="00922ED1" w:rsidRDefault="00256D63" w:rsidP="00256D63">
      <w:pPr>
        <w:pStyle w:val="libNormal"/>
      </w:pPr>
      <w:r>
        <w:t xml:space="preserve">    Truly I am one of those who are afraid.</w:t>
      </w:r>
    </w:p>
    <w:p w:rsidR="00922ED1" w:rsidRDefault="00256D63" w:rsidP="00256D63">
      <w:pPr>
        <w:pStyle w:val="libNormal"/>
      </w:pPr>
      <w:r>
        <w:t>There is nogod but Thou, glory be to Thee!</w:t>
      </w:r>
    </w:p>
    <w:p w:rsidR="00922ED1" w:rsidRDefault="00256D63" w:rsidP="00256D63">
      <w:pPr>
        <w:pStyle w:val="libNormal"/>
      </w:pPr>
      <w:r>
        <w:t xml:space="preserve">    Truly I am one of thehopeful.</w:t>
      </w:r>
    </w:p>
    <w:p w:rsidR="00922ED1" w:rsidRDefault="00256D63" w:rsidP="00256D63">
      <w:pPr>
        <w:pStyle w:val="libNormal"/>
      </w:pPr>
      <w:r>
        <w:t>There is no god but Thou, glory beto Thee!</w:t>
      </w:r>
    </w:p>
    <w:p w:rsidR="00922ED1" w:rsidRDefault="00256D63" w:rsidP="00256D63">
      <w:pPr>
        <w:pStyle w:val="libNormal"/>
      </w:pPr>
      <w:r>
        <w:t xml:space="preserve">    Truly I am one of those who yearn.</w:t>
      </w:r>
    </w:p>
    <w:p w:rsidR="00922ED1" w:rsidRDefault="00256D63" w:rsidP="00256D63">
      <w:pPr>
        <w:pStyle w:val="libNormal"/>
      </w:pPr>
      <w:r>
        <w:t>There is no godbut Thou, glory be to Thee!</w:t>
      </w:r>
    </w:p>
    <w:p w:rsidR="00922ED1" w:rsidRDefault="00256D63" w:rsidP="00256D63">
      <w:pPr>
        <w:pStyle w:val="libNormal"/>
      </w:pPr>
      <w:r>
        <w:t xml:space="preserve">    Truly I am one ofthose who say "There is no go</w:t>
      </w:r>
      <w:r w:rsidR="001B6A42">
        <w:t xml:space="preserve">d </w:t>
      </w:r>
      <w:r>
        <w:t xml:space="preserve">        but Thou".</w:t>
      </w:r>
    </w:p>
    <w:p w:rsidR="00922ED1" w:rsidRDefault="00256D63" w:rsidP="00256D63">
      <w:pPr>
        <w:pStyle w:val="libNormal"/>
      </w:pPr>
      <w:r>
        <w:t>There is no god but Thou, glory be to Thee!</w:t>
      </w:r>
    </w:p>
    <w:p w:rsidR="00922ED1" w:rsidRDefault="00256D63" w:rsidP="00256D63">
      <w:pPr>
        <w:pStyle w:val="libNormal"/>
      </w:pPr>
      <w:r>
        <w:t xml:space="preserve">    Truly I am one of thepetitioners.</w:t>
      </w:r>
    </w:p>
    <w:p w:rsidR="00922ED1" w:rsidRDefault="00256D63" w:rsidP="00256D63">
      <w:pPr>
        <w:pStyle w:val="libNormal"/>
      </w:pPr>
      <w:r>
        <w:t>There is no god but Thou, glorybe to Thee!</w:t>
      </w:r>
    </w:p>
    <w:p w:rsidR="00922ED1" w:rsidRDefault="00256D63" w:rsidP="00256D63">
      <w:pPr>
        <w:pStyle w:val="libNormal"/>
      </w:pPr>
      <w:r>
        <w:t xml:space="preserve">    Truly I am one of the glorifiers.</w:t>
      </w:r>
    </w:p>
    <w:p w:rsidR="00922ED1" w:rsidRDefault="00256D63" w:rsidP="00256D63">
      <w:pPr>
        <w:pStyle w:val="libNormal"/>
      </w:pPr>
      <w:r>
        <w:t>There is nogod but Thou, glory be to Thee!</w:t>
      </w:r>
    </w:p>
    <w:p w:rsidR="00922ED1" w:rsidRDefault="00256D63" w:rsidP="00256D63">
      <w:pPr>
        <w:pStyle w:val="libNormal"/>
      </w:pPr>
      <w:r>
        <w:t xml:space="preserve">    Truly I am one ofthose who magnify.</w:t>
      </w:r>
    </w:p>
    <w:p w:rsidR="00922ED1" w:rsidRDefault="00256D63" w:rsidP="00256D63">
      <w:pPr>
        <w:pStyle w:val="libNormal"/>
      </w:pPr>
      <w:r>
        <w:t>There is no god but Thou,glory be to Thee, my Lor</w:t>
      </w:r>
      <w:r w:rsidR="001B6A42">
        <w:t xml:space="preserve">d, </w:t>
      </w:r>
      <w:r>
        <w:t xml:space="preserve">        and the Lord of my fathers, the ancients!</w:t>
      </w:r>
    </w:p>
    <w:p w:rsidR="00256D63" w:rsidRDefault="00256D63" w:rsidP="00256D63">
      <w:pPr>
        <w:pStyle w:val="libNormal"/>
      </w:pPr>
      <w:r>
        <w:t>My God, this is my praise of Thee exalting Thy majest</w:t>
      </w:r>
      <w:r w:rsidR="001B6A42">
        <w:t xml:space="preserve">y, </w:t>
      </w:r>
      <w:r>
        <w:t>my sincerity inremembering Thee by professing Th</w:t>
      </w:r>
      <w:r w:rsidR="001B6A42">
        <w:t xml:space="preserve">y </w:t>
      </w:r>
      <w:r>
        <w:t xml:space="preserve">        Unit</w:t>
      </w:r>
      <w:r w:rsidR="001B6A42">
        <w:t xml:space="preserve">y, </w:t>
      </w:r>
      <w:r>
        <w:t>and my acknowledgment of Thy bounties b</w:t>
      </w:r>
      <w:r w:rsidR="001B6A42">
        <w:t xml:space="preserve">y </w:t>
      </w:r>
      <w:r>
        <w:t xml:space="preserve">        enumeratio</w:t>
      </w:r>
      <w:r w:rsidR="001B6A42">
        <w:t xml:space="preserve">n, </w:t>
      </w:r>
      <w:r>
        <w:t xml:space="preserve">    even though I acknowledg</w:t>
      </w:r>
      <w:r w:rsidR="001B6A42">
        <w:t xml:space="preserve">e </w:t>
      </w:r>
      <w:r>
        <w:t xml:space="preserve">    that I cannot reckonthem for their multitud</w:t>
      </w:r>
      <w:r w:rsidR="001B6A42">
        <w:t xml:space="preserve">e, </w:t>
      </w:r>
      <w:r>
        <w:t xml:space="preserve">    theirabundanc</w:t>
      </w:r>
      <w:r w:rsidR="001B6A42">
        <w:t xml:space="preserve">e, </w:t>
      </w:r>
      <w:r>
        <w:t xml:space="preserve">    their manifestnes</w:t>
      </w:r>
      <w:r w:rsidR="001B6A42">
        <w:t xml:space="preserve">s </w:t>
      </w:r>
      <w:r>
        <w:t xml:space="preserve">    and their existencefrom ancient time</w:t>
      </w:r>
      <w:r w:rsidR="001B6A42">
        <w:t xml:space="preserve">s </w:t>
      </w:r>
      <w:r>
        <w:t xml:space="preserve">    until a present inwhich Thou hast never ceased t</w:t>
      </w:r>
      <w:r w:rsidR="001B6A42">
        <w:t xml:space="preserve">o </w:t>
      </w:r>
      <w:r>
        <w:t xml:space="preserve">        care for me through the</w:t>
      </w:r>
      <w:r w:rsidR="001B6A42">
        <w:t xml:space="preserve">m </w:t>
      </w:r>
      <w:r>
        <w:t xml:space="preserve">    from when Thoucreated me and brought me int</w:t>
      </w:r>
      <w:r w:rsidR="001B6A42">
        <w:t xml:space="preserve">o </w:t>
      </w:r>
      <w:r>
        <w:t xml:space="preserve">        existence in the beginning of (my) lif</w:t>
      </w:r>
      <w:r w:rsidR="001B6A42">
        <w:t xml:space="preserve">e, </w:t>
      </w:r>
      <w:r>
        <w:t xml:space="preserve">    by enriching frompovert</w:t>
      </w:r>
      <w:r w:rsidR="001B6A42">
        <w:t xml:space="preserve">y, </w:t>
      </w:r>
      <w:r>
        <w:t xml:space="preserve">    relieving afflictio</w:t>
      </w:r>
      <w:r w:rsidR="001B6A42">
        <w:t xml:space="preserve">n, </w:t>
      </w:r>
      <w:r>
        <w:t xml:space="preserve">    bringing eas</w:t>
      </w:r>
      <w:r w:rsidR="001B6A42">
        <w:t xml:space="preserve">e, </w:t>
      </w:r>
      <w:r>
        <w:t xml:space="preserve">    removinghardshi</w:t>
      </w:r>
      <w:r w:rsidR="001B6A42">
        <w:t xml:space="preserve">p, </w:t>
      </w:r>
      <w:r>
        <w:t xml:space="preserve">    dispelling distres</w:t>
      </w:r>
      <w:r w:rsidR="001B6A42">
        <w:t xml:space="preserve">s, </w:t>
      </w:r>
      <w:r>
        <w:t xml:space="preserve">    and (giving me)well-being in bod</w:t>
      </w:r>
      <w:r w:rsidR="001B6A42">
        <w:t xml:space="preserve">y </w:t>
      </w:r>
      <w:r>
        <w:t xml:space="preserve">    and soundness inreligion.</w:t>
      </w:r>
    </w:p>
    <w:p w:rsidR="00256D63" w:rsidRDefault="00256D63" w:rsidP="00256D63">
      <w:pPr>
        <w:pStyle w:val="libNormal"/>
      </w:pPr>
      <w:r>
        <w:t xml:space="preserve">    Wereall the world's inhabitants, both the ancients an</w:t>
      </w:r>
      <w:r w:rsidR="001B6A42">
        <w:t xml:space="preserve">d </w:t>
      </w:r>
      <w:r>
        <w:t xml:space="preserve">        the later folk, to assist me in attempting t</w:t>
      </w:r>
      <w:r w:rsidR="001B6A42">
        <w:t xml:space="preserve">o </w:t>
      </w:r>
      <w:r>
        <w:t xml:space="preserve">        mention Thy blessin</w:t>
      </w:r>
      <w:r w:rsidR="001B6A42">
        <w:t xml:space="preserve">g, </w:t>
      </w:r>
      <w:r>
        <w:t xml:space="preserve">    I would not be able,nor would they, to do so.</w:t>
      </w:r>
    </w:p>
    <w:p w:rsidR="00256D63" w:rsidRDefault="00256D63" w:rsidP="00256D63">
      <w:pPr>
        <w:pStyle w:val="libNormal"/>
      </w:pPr>
      <w:r>
        <w:t xml:space="preserve">    Holy art Thou andhigh exalte</w:t>
      </w:r>
      <w:r w:rsidR="001B6A42">
        <w:t xml:space="preserve">d, </w:t>
      </w:r>
      <w:r>
        <w:t xml:space="preserve">    agenerou</w:t>
      </w:r>
      <w:r w:rsidR="001B6A42">
        <w:t xml:space="preserve">s, </w:t>
      </w:r>
      <w:r>
        <w:t xml:space="preserve">    might</w:t>
      </w:r>
      <w:r w:rsidR="001B6A42">
        <w:t xml:space="preserve">y, </w:t>
      </w:r>
      <w:r>
        <w:t xml:space="preserve">    mercifu</w:t>
      </w:r>
      <w:r w:rsidR="001B6A42">
        <w:t xml:space="preserve">l </w:t>
      </w:r>
      <w:r>
        <w:t xml:space="preserve">    Lord.</w:t>
      </w:r>
    </w:p>
    <w:p w:rsidR="00256D63" w:rsidRDefault="00256D63" w:rsidP="00256D63">
      <w:pPr>
        <w:pStyle w:val="libNormal"/>
      </w:pPr>
      <w:r>
        <w:t xml:space="preserve">    Thybounties cannot be reckone</w:t>
      </w:r>
      <w:r w:rsidR="001B6A42">
        <w:t xml:space="preserve">d, </w:t>
      </w:r>
      <w:r>
        <w:t xml:space="preserve">    nor Thy praiseaccomplishe</w:t>
      </w:r>
      <w:r w:rsidR="001B6A42">
        <w:t xml:space="preserve">d, </w:t>
      </w:r>
      <w:r>
        <w:t xml:space="preserve">    nor Thy blessings repaid.</w:t>
      </w:r>
    </w:p>
    <w:p w:rsidR="00256D63" w:rsidRDefault="00256D63" w:rsidP="00256D63">
      <w:pPr>
        <w:pStyle w:val="libNormal"/>
      </w:pPr>
      <w:r>
        <w:t xml:space="preserve">    Bless Muhammad andthe household of Muhamma</w:t>
      </w:r>
      <w:r w:rsidR="001B6A42">
        <w:t xml:space="preserve">d, </w:t>
      </w:r>
      <w:r>
        <w:t xml:space="preserve">    complete Thyblessings upon u</w:t>
      </w:r>
      <w:r w:rsidR="001B6A42">
        <w:t xml:space="preserve">s </w:t>
      </w:r>
      <w:r>
        <w:t xml:space="preserve">    and aid us in Thyobedience.</w:t>
      </w:r>
    </w:p>
    <w:p w:rsidR="00922ED1" w:rsidRDefault="00256D63" w:rsidP="00256D63">
      <w:pPr>
        <w:pStyle w:val="libNormal"/>
      </w:pPr>
      <w:r>
        <w:t xml:space="preserve">    Glory be to Thee! There is no godbut Thou.</w:t>
      </w:r>
    </w:p>
    <w:p w:rsidR="00256D63" w:rsidRDefault="00256D63" w:rsidP="00256D63">
      <w:pPr>
        <w:pStyle w:val="libNormal"/>
      </w:pPr>
      <w:r>
        <w:t>O God, truly Thouhearest the destitut</w:t>
      </w:r>
      <w:r w:rsidR="001B6A42">
        <w:t xml:space="preserve">e, </w:t>
      </w:r>
      <w:r>
        <w:t xml:space="preserve">    removest the evil,</w:t>
      </w:r>
      <w:r w:rsidRPr="009C2015">
        <w:rPr>
          <w:rStyle w:val="libFootnotenumChar"/>
        </w:rPr>
        <w:t>[54]</w:t>
      </w:r>
    </w:p>
    <w:p w:rsidR="00256D63" w:rsidRDefault="00256D63" w:rsidP="00256D63">
      <w:pPr>
        <w:pStyle w:val="libNormal"/>
      </w:pPr>
      <w:r>
        <w:lastRenderedPageBreak/>
        <w:t xml:space="preserve">    succourest the afflicte</w:t>
      </w:r>
      <w:r w:rsidR="001B6A42">
        <w:t xml:space="preserve">d, </w:t>
      </w:r>
      <w:r>
        <w:t xml:space="preserve">    healest the sic</w:t>
      </w:r>
      <w:r w:rsidR="001B6A42">
        <w:t xml:space="preserve">k, </w:t>
      </w:r>
      <w:r>
        <w:t xml:space="preserve">    enrichestthe poo</w:t>
      </w:r>
      <w:r w:rsidR="001B6A42">
        <w:t xml:space="preserve">r, </w:t>
      </w:r>
      <w:r>
        <w:t xml:space="preserve">    mendest thebroke</w:t>
      </w:r>
      <w:r w:rsidR="001B6A42">
        <w:t xml:space="preserve">n, </w:t>
      </w:r>
      <w:r>
        <w:t xml:space="preserve">    hast mercy upon theyoun</w:t>
      </w:r>
      <w:r w:rsidR="001B6A42">
        <w:t xml:space="preserve">g </w:t>
      </w:r>
      <w:r>
        <w:t xml:space="preserve">    and helpest theold.</w:t>
      </w:r>
    </w:p>
    <w:p w:rsidR="00256D63" w:rsidRDefault="00256D63" w:rsidP="00256D63">
      <w:pPr>
        <w:pStyle w:val="libNormal"/>
      </w:pPr>
      <w:r>
        <w:t xml:space="preserve">    There is no Supportother than The</w:t>
      </w:r>
      <w:r w:rsidR="001B6A42">
        <w:t xml:space="preserve">e </w:t>
      </w:r>
      <w:r>
        <w:t xml:space="preserve">    and nonepowerful over Thee.</w:t>
      </w:r>
    </w:p>
    <w:p w:rsidR="00256D63" w:rsidRDefault="00256D63" w:rsidP="00256D63">
      <w:pPr>
        <w:pStyle w:val="libNormal"/>
      </w:pPr>
      <w:r>
        <w:t xml:space="preserve">    AndThou art the Sublime, the Great.</w:t>
      </w:r>
    </w:p>
    <w:p w:rsidR="00256D63" w:rsidRDefault="00256D63" w:rsidP="00256D63">
      <w:pPr>
        <w:pStyle w:val="libNormal"/>
      </w:pPr>
      <w:r>
        <w:t xml:space="preserve">    O Freer of the prisoner inirons!</w:t>
      </w:r>
    </w:p>
    <w:p w:rsidR="00256D63" w:rsidRDefault="00256D63" w:rsidP="00256D63">
      <w:pPr>
        <w:pStyle w:val="libNormal"/>
      </w:pPr>
      <w:r>
        <w:t xml:space="preserve">    O Provider of theinfant child!</w:t>
      </w:r>
    </w:p>
    <w:p w:rsidR="00256D63" w:rsidRDefault="00256D63" w:rsidP="00256D63">
      <w:pPr>
        <w:pStyle w:val="libNormal"/>
      </w:pPr>
      <w:r>
        <w:t xml:space="preserve">    O Protectionof the frightened refugee!</w:t>
      </w:r>
    </w:p>
    <w:p w:rsidR="00256D63" w:rsidRDefault="00256D63" w:rsidP="00256D63">
      <w:pPr>
        <w:pStyle w:val="libNormal"/>
      </w:pPr>
      <w:r>
        <w:t xml:space="preserve">    O He who has no associate and no assistant!</w:t>
      </w:r>
    </w:p>
    <w:p w:rsidR="00922ED1" w:rsidRDefault="00256D63" w:rsidP="00256D63">
      <w:pPr>
        <w:pStyle w:val="libNormal"/>
      </w:pPr>
      <w:r>
        <w:t xml:space="preserve">    Bless Muhammad and the householdof Muhamma</w:t>
      </w:r>
      <w:r w:rsidR="001B6A42">
        <w:t xml:space="preserve">d, </w:t>
      </w:r>
      <w:r>
        <w:t xml:space="preserve">    and give methis evening the best of what Thou hast give</w:t>
      </w:r>
      <w:r w:rsidR="001B6A42">
        <w:t xml:space="preserve">n </w:t>
      </w:r>
      <w:r>
        <w:t xml:space="preserve">            toand bestowed upon any of Thy servant</w:t>
      </w:r>
      <w:r w:rsidR="001B6A42">
        <w:t xml:space="preserve">s, </w:t>
      </w:r>
      <w:r>
        <w:t>whether a blessing Thouassignes</w:t>
      </w:r>
      <w:r w:rsidR="001B6A42">
        <w:t xml:space="preserve">t, </w:t>
      </w:r>
      <w:r>
        <w:t xml:space="preserve">        abounty Thou renewes</w:t>
      </w:r>
      <w:r w:rsidR="001B6A42">
        <w:t xml:space="preserve">t, </w:t>
      </w:r>
      <w:r>
        <w:t xml:space="preserve">        a trial Thouavertes</w:t>
      </w:r>
      <w:r w:rsidR="001B6A42">
        <w:t xml:space="preserve">t, </w:t>
      </w:r>
      <w:r>
        <w:t xml:space="preserve">        anaffliction Thou removes</w:t>
      </w:r>
      <w:r w:rsidR="001B6A42">
        <w:t xml:space="preserve">t, </w:t>
      </w:r>
      <w:r>
        <w:t xml:space="preserve">        a prayer Thouheares</w:t>
      </w:r>
      <w:r w:rsidR="001B6A42">
        <w:t xml:space="preserve">t, </w:t>
      </w:r>
      <w:r>
        <w:t xml:space="preserve">        a gooddeed Thou acceptes</w:t>
      </w:r>
      <w:r w:rsidR="001B6A42">
        <w:t xml:space="preserve">t </w:t>
      </w:r>
      <w:r>
        <w:t xml:space="preserve">        or an evil deed Thouoverlookest.</w:t>
      </w:r>
    </w:p>
    <w:p w:rsidR="00922ED1" w:rsidRDefault="00256D63" w:rsidP="00256D63">
      <w:pPr>
        <w:pStyle w:val="libNormal"/>
      </w:pPr>
      <w:r>
        <w:t xml:space="preserve">    Truly Thou art graciou</w:t>
      </w:r>
      <w:r w:rsidR="001B6A42">
        <w:t xml:space="preserve">s, </w:t>
      </w:r>
      <w:r>
        <w:t xml:space="preserve">    Aware of what Thouwil</w:t>
      </w:r>
      <w:r w:rsidR="001B6A42">
        <w:t xml:space="preserve">t, </w:t>
      </w:r>
      <w:r>
        <w:t xml:space="preserve">    andPowerful over all things!</w:t>
      </w:r>
    </w:p>
    <w:p w:rsidR="00256D63" w:rsidRDefault="00256D63" w:rsidP="00256D63">
      <w:pPr>
        <w:pStyle w:val="libNormal"/>
      </w:pPr>
      <w:r>
        <w:t>O God, truly Thou art the nearest ofthose who are calle</w:t>
      </w:r>
      <w:r w:rsidR="001B6A42">
        <w:t xml:space="preserve">d, </w:t>
      </w:r>
      <w:r>
        <w:t xml:space="preserve">    theswiftest of those who answe</w:t>
      </w:r>
      <w:r w:rsidR="001B6A42">
        <w:t xml:space="preserve">r, </w:t>
      </w:r>
      <w:r>
        <w:t xml:space="preserve">    the most generous of those whopardo</w:t>
      </w:r>
      <w:r w:rsidR="001B6A42">
        <w:t xml:space="preserve">n, </w:t>
      </w:r>
      <w:r>
        <w:t xml:space="preserve">    the most openhandedof those who giv</w:t>
      </w:r>
      <w:r w:rsidR="001B6A42">
        <w:t xml:space="preserve">e </w:t>
      </w:r>
      <w:r>
        <w:t xml:space="preserve">    and themost hearing of those who are asked of.</w:t>
      </w:r>
    </w:p>
    <w:p w:rsidR="00256D63" w:rsidRDefault="00256D63" w:rsidP="00256D63">
      <w:pPr>
        <w:pStyle w:val="libNormal"/>
      </w:pPr>
      <w:r>
        <w:t xml:space="preserve">    O Merciful and Compassionate inthis world and the next!</w:t>
      </w:r>
    </w:p>
    <w:p w:rsidR="00256D63" w:rsidRDefault="00256D63" w:rsidP="00256D63">
      <w:pPr>
        <w:pStyle w:val="libNormal"/>
      </w:pPr>
      <w:r>
        <w:t xml:space="preserve">    Like Thee none is asked of;</w:t>
      </w:r>
    </w:p>
    <w:p w:rsidR="00922ED1" w:rsidRDefault="00256D63" w:rsidP="00256D63">
      <w:pPr>
        <w:pStyle w:val="libNormal"/>
      </w:pPr>
      <w:r>
        <w:t xml:space="preserve">    and other than Thee none is hoped for.</w:t>
      </w:r>
    </w:p>
    <w:p w:rsidR="00256D63" w:rsidRDefault="00256D63" w:rsidP="00256D63">
      <w:pPr>
        <w:pStyle w:val="libNormal"/>
      </w:pPr>
      <w:r>
        <w:t>I prayed to Thee and Thou answered m</w:t>
      </w:r>
      <w:r w:rsidR="001B6A42">
        <w:t xml:space="preserve">e, </w:t>
      </w:r>
      <w:r>
        <w:t xml:space="preserve">    I asked of Thee and Thou gavest tom</w:t>
      </w:r>
      <w:r w:rsidR="001B6A42">
        <w:t xml:space="preserve">e, </w:t>
      </w:r>
      <w:r>
        <w:t xml:space="preserve">    I set Thee as my quest andThou hadst mercy upon m</w:t>
      </w:r>
      <w:r w:rsidR="001B6A42">
        <w:t xml:space="preserve">e, </w:t>
      </w:r>
      <w:r>
        <w:t xml:space="preserve">    Idepended upon Thee and Thou delivered m</w:t>
      </w:r>
      <w:r w:rsidR="001B6A42">
        <w:t xml:space="preserve">e, </w:t>
      </w:r>
      <w:r>
        <w:t xml:space="preserve">    I took refuge with Thee and Thousufficed m</w:t>
      </w:r>
      <w:r w:rsidR="001B6A42">
        <w:t xml:space="preserve">e, </w:t>
      </w:r>
      <w:r>
        <w:t>O God, so bless Muhammad, Thyservant, messenger an</w:t>
      </w:r>
      <w:r w:rsidR="001B6A42">
        <w:t xml:space="preserve">d </w:t>
      </w:r>
      <w:r>
        <w:t xml:space="preserve">        prophe</w:t>
      </w:r>
      <w:r w:rsidR="001B6A42">
        <w:t xml:space="preserve">t, </w:t>
      </w:r>
      <w:r>
        <w:t xml:space="preserve">    and his good and pure household, all of them.</w:t>
      </w:r>
    </w:p>
    <w:p w:rsidR="00922ED1" w:rsidRDefault="00256D63" w:rsidP="00256D63">
      <w:pPr>
        <w:pStyle w:val="libNormal"/>
      </w:pPr>
      <w:r>
        <w:t xml:space="preserve">    And complete Thy blessings upon u</w:t>
      </w:r>
      <w:r w:rsidR="001B6A42">
        <w:t xml:space="preserve">s, </w:t>
      </w:r>
      <w:r>
        <w:t xml:space="preserve">    gladden us with Thy gif</w:t>
      </w:r>
      <w:r w:rsidR="001B6A42">
        <w:t xml:space="preserve">t </w:t>
      </w:r>
      <w:r>
        <w:t>and inscribe us asthose who thank Thee and remembe</w:t>
      </w:r>
      <w:r w:rsidR="001B6A42">
        <w:t xml:space="preserve">r </w:t>
      </w:r>
      <w:r>
        <w:t xml:space="preserve">    Thy bounties.</w:t>
      </w:r>
    </w:p>
    <w:p w:rsidR="00922ED1" w:rsidRDefault="00256D63" w:rsidP="00256D63">
      <w:pPr>
        <w:pStyle w:val="libNormal"/>
      </w:pPr>
      <w:r>
        <w:t>Amen, amen, O Lord of all beings!</w:t>
      </w:r>
    </w:p>
    <w:p w:rsidR="00256D63" w:rsidRDefault="00256D63" w:rsidP="00256D63">
      <w:pPr>
        <w:pStyle w:val="libNormal"/>
      </w:pPr>
      <w:r>
        <w:t>O God, O Hewho owned and then was all-powerfu</w:t>
      </w:r>
      <w:r w:rsidR="001B6A42">
        <w:t xml:space="preserve">l, </w:t>
      </w:r>
      <w:r>
        <w:t xml:space="preserve">    was all-powerful and thensubjecte</w:t>
      </w:r>
      <w:r w:rsidR="001B6A42">
        <w:t xml:space="preserve">d, </w:t>
      </w:r>
      <w:r>
        <w:t xml:space="preserve">    was disobeyedand then veiled (the sin of disobedience),</w:t>
      </w:r>
    </w:p>
    <w:p w:rsidR="00922ED1" w:rsidRDefault="00256D63" w:rsidP="00256D63">
      <w:pPr>
        <w:pStyle w:val="libNormal"/>
      </w:pPr>
      <w:r>
        <w:t xml:space="preserve">    and was prayed forgiveness andthen forgave.</w:t>
      </w:r>
    </w:p>
    <w:p w:rsidR="00922ED1" w:rsidRDefault="00256D63" w:rsidP="00256D63">
      <w:pPr>
        <w:pStyle w:val="libNormal"/>
      </w:pPr>
      <w:r>
        <w:t>O Goal of yearning seeker</w:t>
      </w:r>
      <w:r w:rsidR="001B6A42">
        <w:t xml:space="preserve">s </w:t>
      </w:r>
      <w:r>
        <w:t>and utmost Wish ofthe hopeful!</w:t>
      </w:r>
    </w:p>
    <w:p w:rsidR="00922ED1" w:rsidRDefault="00256D63" w:rsidP="00256D63">
      <w:pPr>
        <w:pStyle w:val="libNormal"/>
      </w:pPr>
      <w:r>
        <w:t>O He who "encompasses everythingin knowledge" (LXV,12)</w:t>
      </w:r>
    </w:p>
    <w:p w:rsidR="00922ED1" w:rsidRDefault="00256D63" w:rsidP="00256D63">
      <w:pPr>
        <w:pStyle w:val="libNormal"/>
      </w:pPr>
      <w:r>
        <w:t>and embraces those who seek pardon in tendernes</w:t>
      </w:r>
      <w:r w:rsidR="001B6A42">
        <w:t xml:space="preserve">s, </w:t>
      </w:r>
      <w:r>
        <w:t xml:space="preserve">    mercy and clemency!</w:t>
      </w:r>
    </w:p>
    <w:p w:rsidR="00922ED1" w:rsidRDefault="00256D63" w:rsidP="00256D63">
      <w:pPr>
        <w:pStyle w:val="libNormal"/>
      </w:pPr>
      <w:r>
        <w:t>O God, truly we turn towards Thee thisevenin</w:t>
      </w:r>
      <w:r w:rsidR="001B6A42">
        <w:t xml:space="preserve">g, </w:t>
      </w:r>
      <w:r>
        <w:t xml:space="preserve">    which Thou honoredand glorified through Muhamma</w:t>
      </w:r>
      <w:r w:rsidR="001B6A42">
        <w:t xml:space="preserve">d, </w:t>
      </w:r>
      <w:r>
        <w:t xml:space="preserve">    Thy prophet and messenge</w:t>
      </w:r>
      <w:r w:rsidR="001B6A42">
        <w:t xml:space="preserve">r, </w:t>
      </w:r>
      <w:r>
        <w:t xml:space="preserve">    the elect of Thy creatio</w:t>
      </w:r>
      <w:r w:rsidR="001B6A42">
        <w:t xml:space="preserve">n, </w:t>
      </w:r>
      <w:r>
        <w:t xml:space="preserve">    the faithful guardian ofThy-revelation which bears goo</w:t>
      </w:r>
      <w:r w:rsidR="001B6A42">
        <w:t xml:space="preserve">d </w:t>
      </w:r>
      <w:r>
        <w:t xml:space="preserve">    tidings and warning and which isthe light giving lamp</w:t>
      </w:r>
      <w:r w:rsidRPr="009C2015">
        <w:rPr>
          <w:rStyle w:val="libFootnotenumChar"/>
        </w:rPr>
        <w:t>[55]</w:t>
      </w:r>
    </w:p>
    <w:p w:rsidR="00256D63" w:rsidRDefault="00256D63" w:rsidP="00256D63">
      <w:pPr>
        <w:pStyle w:val="libNormal"/>
      </w:pPr>
      <w:r>
        <w:t xml:space="preserve">    which Thou gavest to those who surrender (al-muslimin)</w:t>
      </w:r>
    </w:p>
    <w:p w:rsidR="00922ED1" w:rsidRDefault="00256D63" w:rsidP="00256D63">
      <w:pPr>
        <w:pStyle w:val="libNormal"/>
      </w:pPr>
      <w:r>
        <w:t xml:space="preserve">    and appointed as a mercy to theworld's inhabitants.</w:t>
      </w:r>
      <w:r w:rsidRPr="009C2015">
        <w:rPr>
          <w:rStyle w:val="libFootnotenumChar"/>
        </w:rPr>
        <w:t>[56]</w:t>
      </w:r>
    </w:p>
    <w:p w:rsidR="00922ED1" w:rsidRDefault="00256D63" w:rsidP="00256D63">
      <w:pPr>
        <w:pStyle w:val="libNormal"/>
      </w:pPr>
      <w:r>
        <w:t>O God, so blessMuhammad and the household of Muhamma</w:t>
      </w:r>
      <w:r w:rsidR="001B6A42">
        <w:t xml:space="preserve">d, </w:t>
      </w:r>
      <w:r>
        <w:t>just as Muhammad is worthy ofthat from The</w:t>
      </w:r>
      <w:r w:rsidR="001B6A42">
        <w:t xml:space="preserve">e, </w:t>
      </w:r>
      <w:r>
        <w:t xml:space="preserve">    O Sublime!</w:t>
      </w:r>
    </w:p>
    <w:p w:rsidR="00922ED1" w:rsidRDefault="00256D63" w:rsidP="00256D63">
      <w:pPr>
        <w:pStyle w:val="libNormal"/>
      </w:pPr>
      <w:r>
        <w:lastRenderedPageBreak/>
        <w:t>So bless him andhis elect, good and pure household, al</w:t>
      </w:r>
      <w:r w:rsidR="001B6A42">
        <w:t xml:space="preserve">l </w:t>
      </w:r>
      <w:r>
        <w:t xml:space="preserve">    of the</w:t>
      </w:r>
      <w:r w:rsidR="001B6A42">
        <w:t xml:space="preserve">m, </w:t>
      </w:r>
      <w:r>
        <w:t xml:space="preserve">    and encompass us in Thypardo</w:t>
      </w:r>
      <w:r w:rsidR="001B6A42">
        <w:t xml:space="preserve">n, </w:t>
      </w:r>
      <w:r>
        <w:t xml:space="preserve">    for to Thee cryvoice</w:t>
      </w:r>
      <w:r w:rsidR="001B6A42">
        <w:t xml:space="preserve">s </w:t>
      </w:r>
      <w:r>
        <w:t xml:space="preserve">    in diverselanguages.</w:t>
      </w:r>
    </w:p>
    <w:p w:rsidR="00256D63" w:rsidRDefault="00256D63" w:rsidP="00256D63">
      <w:pPr>
        <w:pStyle w:val="libNormal"/>
      </w:pPr>
      <w:r>
        <w:t>So appoint for us a share thisevening, O Go</w:t>
      </w:r>
      <w:r w:rsidR="001B6A42">
        <w:t xml:space="preserve">d, </w:t>
      </w:r>
      <w:r>
        <w:t xml:space="preserve">    of everygood which Thou dividest among Thy servant</w:t>
      </w:r>
      <w:r w:rsidR="001B6A42">
        <w:t xml:space="preserve">s, </w:t>
      </w:r>
      <w:r>
        <w:t xml:space="preserve">    every light by which Thouguidest,</w:t>
      </w:r>
      <w:r w:rsidRPr="009C2015">
        <w:rPr>
          <w:rStyle w:val="libFootnotenumChar"/>
        </w:rPr>
        <w:t>[57]</w:t>
      </w:r>
    </w:p>
    <w:p w:rsidR="00256D63" w:rsidRDefault="00256D63" w:rsidP="00256D63">
      <w:pPr>
        <w:pStyle w:val="libNormal"/>
      </w:pPr>
      <w:r>
        <w:t xml:space="preserve">    every mercy which Thou spreadest,</w:t>
      </w:r>
      <w:r w:rsidRPr="009C2015">
        <w:rPr>
          <w:rStyle w:val="libFootnotenumChar"/>
        </w:rPr>
        <w:t>[58]</w:t>
      </w:r>
    </w:p>
    <w:p w:rsidR="00922ED1" w:rsidRDefault="00256D63" w:rsidP="00256D63">
      <w:pPr>
        <w:pStyle w:val="libNormal"/>
      </w:pPr>
      <w:r>
        <w:t xml:space="preserve">    every blessing which Thou sendest dow</w:t>
      </w:r>
      <w:r w:rsidR="001B6A42">
        <w:t xml:space="preserve">n, </w:t>
      </w:r>
      <w:r>
        <w:t xml:space="preserve">    every well-being with which Thouclothes</w:t>
      </w:r>
      <w:r w:rsidR="001B6A42">
        <w:t xml:space="preserve">t </w:t>
      </w:r>
      <w:r>
        <w:t xml:space="preserve">    and everyprovision which Thou outspreadest.</w:t>
      </w:r>
      <w:r w:rsidRPr="009C2015">
        <w:rPr>
          <w:rStyle w:val="libFootnotenumChar"/>
        </w:rPr>
        <w:t>[59]</w:t>
      </w:r>
    </w:p>
    <w:p w:rsidR="00922ED1" w:rsidRDefault="00256D63" w:rsidP="00256D63">
      <w:pPr>
        <w:pStyle w:val="libNormal"/>
      </w:pPr>
      <w:r>
        <w:t>O Mostmerciful of the merciful!</w:t>
      </w:r>
    </w:p>
    <w:p w:rsidR="00256D63" w:rsidRDefault="00256D63" w:rsidP="00256D63">
      <w:pPr>
        <w:pStyle w:val="libNormal"/>
      </w:pPr>
      <w:r>
        <w:t xml:space="preserve">    OGod, transform us now into men successfu</w:t>
      </w:r>
      <w:r w:rsidR="001B6A42">
        <w:t xml:space="preserve">l, </w:t>
      </w:r>
      <w:r>
        <w:t xml:space="preserve">    triumphan</w:t>
      </w:r>
      <w:r w:rsidR="001B6A42">
        <w:t xml:space="preserve">t, </w:t>
      </w:r>
      <w:r>
        <w:t xml:space="preserve">    piou</w:t>
      </w:r>
      <w:r w:rsidR="001B6A42">
        <w:t xml:space="preserve">s, </w:t>
      </w:r>
      <w:r>
        <w:t xml:space="preserve">    and prosperous.</w:t>
      </w:r>
    </w:p>
    <w:p w:rsidR="00922ED1" w:rsidRDefault="00256D63" w:rsidP="00256D63">
      <w:pPr>
        <w:pStyle w:val="libNormal"/>
      </w:pPr>
      <w:r>
        <w:t xml:space="preserve">    Set usnot among those who despai</w:t>
      </w:r>
      <w:r w:rsidR="001B6A42">
        <w:t xml:space="preserve">r, </w:t>
      </w:r>
      <w:r>
        <w:t xml:space="preserve">    empty us not of Thy merc</w:t>
      </w:r>
      <w:r w:rsidR="001B6A42">
        <w:t xml:space="preserve">y, </w:t>
      </w:r>
      <w:r>
        <w:t xml:space="preserve">    deprive us not of that bounty ofThine for which we hop</w:t>
      </w:r>
      <w:r w:rsidR="001B6A42">
        <w:t xml:space="preserve">e, </w:t>
      </w:r>
      <w:r>
        <w:t xml:space="preserve">    and set us not amongthose deprived of Thy merc</w:t>
      </w:r>
      <w:r w:rsidR="001B6A42">
        <w:t xml:space="preserve">y, </w:t>
      </w:r>
      <w:r>
        <w:t xml:space="preserve">    nor those whodespair of the bounty of Thy gift for whic</w:t>
      </w:r>
      <w:r w:rsidR="001B6A42">
        <w:t xml:space="preserve">h </w:t>
      </w:r>
      <w:r>
        <w:t>we hope.</w:t>
      </w:r>
    </w:p>
    <w:p w:rsidR="00922ED1" w:rsidRDefault="00256D63" w:rsidP="00256D63">
      <w:pPr>
        <w:pStyle w:val="libNormal"/>
      </w:pPr>
      <w:r>
        <w:t xml:space="preserve">    Reject us not with thedisappointe</w:t>
      </w:r>
      <w:r w:rsidR="001B6A42">
        <w:t xml:space="preserve">d, </w:t>
      </w:r>
      <w:r>
        <w:t xml:space="preserve">    nor those driven from Thydoor.</w:t>
      </w:r>
    </w:p>
    <w:p w:rsidR="00922ED1" w:rsidRDefault="00256D63" w:rsidP="00256D63">
      <w:pPr>
        <w:pStyle w:val="libNormal"/>
      </w:pPr>
      <w:r>
        <w:t>O Most Magnanimous of themost magnanimous !</w:t>
      </w:r>
    </w:p>
    <w:p w:rsidR="00256D63" w:rsidRDefault="00256D63" w:rsidP="00256D63">
      <w:pPr>
        <w:pStyle w:val="libNormal"/>
      </w:pPr>
      <w:r>
        <w:t xml:space="preserve">    O MostGenerous of the most generous!</w:t>
      </w:r>
    </w:p>
    <w:p w:rsidR="00256D63" w:rsidRDefault="00256D63" w:rsidP="00256D63">
      <w:pPr>
        <w:pStyle w:val="libNormal"/>
      </w:pPr>
      <w:r>
        <w:t xml:space="preserve">    Toward Thee we have turned havingsure fait</w:t>
      </w:r>
      <w:r w:rsidR="001B6A42">
        <w:t xml:space="preserve">h, </w:t>
      </w:r>
      <w:r>
        <w:t xml:space="preserve">    repairing toand bound for Thy Sacred House.</w:t>
      </w:r>
      <w:r w:rsidRPr="009C2015">
        <w:rPr>
          <w:rStyle w:val="libFootnotenumChar"/>
        </w:rPr>
        <w:t>[60]</w:t>
      </w:r>
    </w:p>
    <w:p w:rsidR="00922ED1" w:rsidRDefault="00256D63" w:rsidP="00256D63">
      <w:pPr>
        <w:pStyle w:val="libNormal"/>
      </w:pPr>
      <w:r>
        <w:t xml:space="preserve">    Sohelp is with our holy rite</w:t>
      </w:r>
      <w:r w:rsidR="001B6A42">
        <w:t xml:space="preserve">s, </w:t>
      </w:r>
      <w:r>
        <w:t xml:space="preserve">    perfect for us ourpilgrimag</w:t>
      </w:r>
      <w:r w:rsidR="001B6A42">
        <w:t xml:space="preserve">e, </w:t>
      </w:r>
      <w:r>
        <w:t xml:space="preserve">    pardonu</w:t>
      </w:r>
      <w:r w:rsidR="001B6A42">
        <w:t xml:space="preserve">s, </w:t>
      </w:r>
      <w:r>
        <w:t xml:space="preserve">    and give uswell-bein</w:t>
      </w:r>
      <w:r w:rsidR="001B6A42">
        <w:t xml:space="preserve">g, </w:t>
      </w:r>
      <w:r>
        <w:t xml:space="preserve">    for we haveextended toward Thee our hand</w:t>
      </w:r>
      <w:r w:rsidR="001B6A42">
        <w:t xml:space="preserve">s </w:t>
      </w:r>
      <w:r>
        <w:t xml:space="preserve">    and they are branded with theabasement of confession.</w:t>
      </w:r>
    </w:p>
    <w:p w:rsidR="00256D63" w:rsidRDefault="00256D63" w:rsidP="00256D63">
      <w:pPr>
        <w:pStyle w:val="libNormal"/>
      </w:pPr>
      <w:r>
        <w:t>O God, so give usthis evening what we have asked of The</w:t>
      </w:r>
      <w:r w:rsidR="001B6A42">
        <w:t xml:space="preserve">e </w:t>
      </w:r>
      <w:r>
        <w:t xml:space="preserve">    and suffice us in that in whichwe have prayed Thee t</w:t>
      </w:r>
      <w:r w:rsidR="001B6A42">
        <w:t xml:space="preserve">o </w:t>
      </w:r>
      <w:r>
        <w:t xml:space="preserve">        suffice u</w:t>
      </w:r>
      <w:r w:rsidR="001B6A42">
        <w:t xml:space="preserve">s, </w:t>
      </w:r>
      <w:r>
        <w:t xml:space="preserve">    for there isnone to suffice us apart from The</w:t>
      </w:r>
      <w:r w:rsidR="001B6A42">
        <w:t xml:space="preserve">e </w:t>
      </w:r>
      <w:r>
        <w:t xml:space="preserve">    and we have no lord other thanThee.</w:t>
      </w:r>
    </w:p>
    <w:p w:rsidR="00256D63" w:rsidRDefault="00256D63" w:rsidP="00256D63">
      <w:pPr>
        <w:pStyle w:val="libNormal"/>
      </w:pPr>
      <w:r>
        <w:t xml:space="preserve">    Put into effectconcerning us is Thy decisio</w:t>
      </w:r>
      <w:r w:rsidR="001B6A42">
        <w:t xml:space="preserve">n, </w:t>
      </w:r>
      <w:r>
        <w:t xml:space="preserve">    encompassing us is Thyknowledge</w:t>
      </w:r>
      <w:r w:rsidRPr="009C2015">
        <w:rPr>
          <w:rStyle w:val="libFootnotenumChar"/>
        </w:rPr>
        <w:t>[61]</w:t>
      </w:r>
    </w:p>
    <w:p w:rsidR="00256D63" w:rsidRDefault="00256D63" w:rsidP="00256D63">
      <w:pPr>
        <w:pStyle w:val="libNormal"/>
      </w:pPr>
      <w:r>
        <w:t xml:space="preserve">    and just for us is Thy decree.</w:t>
      </w:r>
    </w:p>
    <w:p w:rsidR="00922ED1" w:rsidRDefault="00256D63" w:rsidP="00256D63">
      <w:pPr>
        <w:pStyle w:val="libNormal"/>
      </w:pPr>
      <w:r>
        <w:t xml:space="preserve">    Decree for us the goo</w:t>
      </w:r>
      <w:r w:rsidR="001B6A42">
        <w:t xml:space="preserve">d </w:t>
      </w:r>
      <w:r>
        <w:t xml:space="preserve">    and place us among the people ofthe good!</w:t>
      </w:r>
    </w:p>
    <w:p w:rsidR="00256D63" w:rsidRDefault="00256D63" w:rsidP="00256D63">
      <w:pPr>
        <w:pStyle w:val="libNormal"/>
      </w:pPr>
      <w:r>
        <w:t>O God make encumbentupon us through Thy magnanimit</w:t>
      </w:r>
      <w:r w:rsidR="001B6A42">
        <w:t xml:space="preserve">y </w:t>
      </w:r>
      <w:r>
        <w:t xml:space="preserve">    the mightiest wag</w:t>
      </w:r>
      <w:r w:rsidR="001B6A42">
        <w:t xml:space="preserve">e, </w:t>
      </w:r>
      <w:r>
        <w:t xml:space="preserve">    the most generous treasur</w:t>
      </w:r>
      <w:r w:rsidR="001B6A42">
        <w:t xml:space="preserve">e </w:t>
      </w:r>
      <w:r>
        <w:t xml:space="preserve">    and the lastingness ofease.</w:t>
      </w:r>
    </w:p>
    <w:p w:rsidR="00256D63" w:rsidRDefault="00256D63" w:rsidP="00256D63">
      <w:pPr>
        <w:pStyle w:val="libNormal"/>
      </w:pPr>
      <w:r>
        <w:t xml:space="preserve">    Forgive us our sins,all of the</w:t>
      </w:r>
      <w:r w:rsidR="001B6A42">
        <w:t xml:space="preserve">m, </w:t>
      </w:r>
      <w:r>
        <w:t xml:space="preserve">    destroy us notwith those who perish,</w:t>
      </w:r>
      <w:r w:rsidRPr="009C2015">
        <w:rPr>
          <w:rStyle w:val="libFootnotenumChar"/>
        </w:rPr>
        <w:t>[62]</w:t>
      </w:r>
    </w:p>
    <w:p w:rsidR="00922ED1" w:rsidRDefault="00256D63" w:rsidP="00256D63">
      <w:pPr>
        <w:pStyle w:val="libNormal"/>
      </w:pPr>
      <w:r>
        <w:t xml:space="preserve">    and turn not Thy tenderness and mercy away from u</w:t>
      </w:r>
      <w:r w:rsidR="001B6A42">
        <w:t xml:space="preserve">s, </w:t>
      </w:r>
      <w:r>
        <w:t xml:space="preserve">    O Most Merciful of themerciful!</w:t>
      </w:r>
    </w:p>
    <w:p w:rsidR="00256D63" w:rsidRDefault="00256D63" w:rsidP="00256D63">
      <w:pPr>
        <w:pStyle w:val="libNormal"/>
      </w:pPr>
      <w:r>
        <w:t>O God, place us in thishour among thos</w:t>
      </w:r>
      <w:r w:rsidR="001B6A42">
        <w:t xml:space="preserve">e </w:t>
      </w:r>
      <w:r>
        <w:t xml:space="preserve">    who ask of Thee and to whom Thou gives</w:t>
      </w:r>
      <w:r w:rsidR="001B6A42">
        <w:t xml:space="preserve">t, </w:t>
      </w:r>
      <w:r>
        <w:t xml:space="preserve">    who thank Thee and whom Thouincreasest,</w:t>
      </w:r>
      <w:r w:rsidRPr="009C2015">
        <w:rPr>
          <w:rStyle w:val="libFootnotenumChar"/>
        </w:rPr>
        <w:t>[63]</w:t>
      </w:r>
    </w:p>
    <w:p w:rsidR="00922ED1" w:rsidRDefault="00256D63" w:rsidP="00256D63">
      <w:pPr>
        <w:pStyle w:val="libNormal"/>
      </w:pPr>
      <w:r>
        <w:t xml:space="preserve">    who turn to Thee in repentance and whom Tho</w:t>
      </w:r>
      <w:r w:rsidR="001B6A42">
        <w:t xml:space="preserve">u </w:t>
      </w:r>
      <w:r>
        <w:t xml:space="preserve">    acceptest</w:t>
      </w:r>
      <w:r w:rsidRPr="009C2015">
        <w:rPr>
          <w:rStyle w:val="libFootnotenumChar"/>
        </w:rPr>
        <w:t>[64]</w:t>
      </w:r>
    </w:p>
    <w:p w:rsidR="00922ED1" w:rsidRDefault="00256D63" w:rsidP="00256D63">
      <w:pPr>
        <w:pStyle w:val="libNormal"/>
      </w:pPr>
      <w:r>
        <w:t>and who renounce all of their sins before Thee and who</w:t>
      </w:r>
      <w:r w:rsidR="001B6A42">
        <w:t xml:space="preserve">m </w:t>
      </w:r>
      <w:r>
        <w:t xml:space="preserve">    Thou forgives</w:t>
      </w:r>
      <w:r w:rsidR="001B6A42">
        <w:t xml:space="preserve">t, </w:t>
      </w:r>
      <w:r>
        <w:t>O Lord of majesty and splendor!</w:t>
      </w:r>
    </w:p>
    <w:p w:rsidR="00922ED1" w:rsidRDefault="00256D63" w:rsidP="00256D63">
      <w:pPr>
        <w:pStyle w:val="libNormal"/>
      </w:pPr>
      <w:r>
        <w:t>O God, purify u</w:t>
      </w:r>
      <w:r w:rsidR="001B6A42">
        <w:t xml:space="preserve">s, </w:t>
      </w:r>
      <w:r>
        <w:t xml:space="preserve">    show us the right wa</w:t>
      </w:r>
      <w:r w:rsidR="001B6A42">
        <w:t xml:space="preserve">y </w:t>
      </w:r>
      <w:r>
        <w:t xml:space="preserve">    and accept ourentreaty.</w:t>
      </w:r>
    </w:p>
    <w:p w:rsidR="00922ED1" w:rsidRDefault="00256D63" w:rsidP="00256D63">
      <w:pPr>
        <w:pStyle w:val="libNormal"/>
      </w:pPr>
      <w:r>
        <w:t>O Best of those from whom isasked!</w:t>
      </w:r>
    </w:p>
    <w:p w:rsidR="00922ED1" w:rsidRDefault="00256D63" w:rsidP="00256D63">
      <w:pPr>
        <w:pStyle w:val="libNormal"/>
      </w:pPr>
      <w:r>
        <w:t>And O Most Merciful of those whose mercy is sought!</w:t>
      </w:r>
    </w:p>
    <w:p w:rsidR="00922ED1" w:rsidRDefault="00256D63" w:rsidP="00256D63">
      <w:pPr>
        <w:pStyle w:val="libNormal"/>
      </w:pPr>
      <w:r>
        <w:t>O He from whom is not hidden the eyelids'winkin</w:t>
      </w:r>
      <w:r w:rsidR="001B6A42">
        <w:t xml:space="preserve">g, </w:t>
      </w:r>
      <w:r>
        <w:t xml:space="preserve">    the eyes'glancin</w:t>
      </w:r>
      <w:r w:rsidR="001B6A42">
        <w:t xml:space="preserve">g, </w:t>
      </w:r>
      <w:r>
        <w:t xml:space="preserve">    that whichrests in the conceale</w:t>
      </w:r>
      <w:r w:rsidR="001B6A42">
        <w:t xml:space="preserve">d, </w:t>
      </w:r>
      <w:r>
        <w:t xml:space="preserve">    and that which is enfoldedin hearts' hidden secrets!</w:t>
      </w:r>
    </w:p>
    <w:p w:rsidR="00256D63" w:rsidRDefault="00256D63" w:rsidP="00256D63">
      <w:pPr>
        <w:pStyle w:val="libNormal"/>
      </w:pPr>
      <w:r>
        <w:t>What, has not allof that been reckoned in Thy knowledg</w:t>
      </w:r>
      <w:r w:rsidR="001B6A42">
        <w:t xml:space="preserve">e </w:t>
      </w:r>
      <w:r>
        <w:t xml:space="preserve">    and embraced by Thyclemency ?</w:t>
      </w:r>
    </w:p>
    <w:p w:rsidR="00922ED1" w:rsidRDefault="00256D63" w:rsidP="00256D63">
      <w:pPr>
        <w:pStyle w:val="libNormal"/>
      </w:pPr>
      <w:r>
        <w:lastRenderedPageBreak/>
        <w:t xml:space="preserve">    Glory beto Thee and high indeed art Thou exalted abov</w:t>
      </w:r>
      <w:r w:rsidR="001B6A42">
        <w:t xml:space="preserve">e </w:t>
      </w:r>
      <w:r>
        <w:t xml:space="preserve">    what the evil-doerssay!</w:t>
      </w:r>
    </w:p>
    <w:p w:rsidR="00256D63" w:rsidRDefault="00256D63" w:rsidP="00256D63">
      <w:pPr>
        <w:pStyle w:val="libNormal"/>
      </w:pPr>
      <w:r>
        <w:t>The seven heavens and the earths and allthat is therein prais</w:t>
      </w:r>
      <w:r w:rsidR="001B6A42">
        <w:t xml:space="preserve">e </w:t>
      </w:r>
      <w:r>
        <w:t xml:space="preserve">    The</w:t>
      </w:r>
      <w:r w:rsidR="001B6A42">
        <w:t xml:space="preserve">e, </w:t>
      </w:r>
      <w:r>
        <w:t xml:space="preserve">    and thereis not a thing but hymns Thy praise.</w:t>
      </w:r>
      <w:r w:rsidRPr="009C2015">
        <w:rPr>
          <w:rStyle w:val="libFootnotenumChar"/>
        </w:rPr>
        <w:t>[65]</w:t>
      </w:r>
    </w:p>
    <w:p w:rsidR="00256D63" w:rsidRDefault="00256D63" w:rsidP="00256D63">
      <w:pPr>
        <w:pStyle w:val="libNormal"/>
      </w:pPr>
      <w:r>
        <w:t xml:space="preserve">    So Thine is thepraise, the glory and the exaltation o</w:t>
      </w:r>
      <w:r w:rsidR="001B6A42">
        <w:t xml:space="preserve">f </w:t>
      </w:r>
      <w:r>
        <w:t xml:space="preserve">    majest</w:t>
      </w:r>
      <w:r w:rsidR="001B6A42">
        <w:t xml:space="preserve">y, </w:t>
      </w:r>
      <w:r>
        <w:t xml:space="preserve">    O Lordof majesty and splendo</w:t>
      </w:r>
      <w:r w:rsidR="001B6A42">
        <w:t xml:space="preserve">r, </w:t>
      </w:r>
      <w:r>
        <w:t xml:space="preserve">    of bounty andblessin</w:t>
      </w:r>
      <w:r w:rsidR="001B6A42">
        <w:t xml:space="preserve">g </w:t>
      </w:r>
      <w:r>
        <w:t xml:space="preserve">    and ofgreat favor!</w:t>
      </w:r>
    </w:p>
    <w:p w:rsidR="00922ED1" w:rsidRDefault="00256D63" w:rsidP="00256D63">
      <w:pPr>
        <w:pStyle w:val="libNormal"/>
      </w:pPr>
      <w:r>
        <w:t xml:space="preserve">    And Thou art the Magnanimous, the Generou</w:t>
      </w:r>
      <w:r w:rsidR="001B6A42">
        <w:t xml:space="preserve">s, </w:t>
      </w:r>
      <w:r>
        <w:t xml:space="preserve">    the Tender, theCompassionate.</w:t>
      </w:r>
    </w:p>
    <w:p w:rsidR="00256D63" w:rsidRDefault="00256D63" w:rsidP="00256D63">
      <w:pPr>
        <w:pStyle w:val="libNormal"/>
      </w:pPr>
      <w:r>
        <w:t>O God, give me amply of Thylawful provisio</w:t>
      </w:r>
      <w:r w:rsidR="001B6A42">
        <w:t xml:space="preserve">n, </w:t>
      </w:r>
      <w:r>
        <w:t xml:space="preserve">    bestowupon me well-being in my body and my religio</w:t>
      </w:r>
      <w:r w:rsidR="001B6A42">
        <w:t xml:space="preserve">n, </w:t>
      </w:r>
      <w:r>
        <w:t xml:space="preserve">    make me safe from fear</w:t>
      </w:r>
      <w:r w:rsidRPr="009C2015">
        <w:rPr>
          <w:rStyle w:val="libFootnotenumChar"/>
        </w:rPr>
        <w:t>[66]</w:t>
      </w:r>
    </w:p>
    <w:p w:rsidR="00922ED1" w:rsidRDefault="00256D63" w:rsidP="00256D63">
      <w:pPr>
        <w:pStyle w:val="libNormal"/>
      </w:pPr>
      <w:r>
        <w:t xml:space="preserve">    and deliver me from the Fire.</w:t>
      </w:r>
    </w:p>
    <w:p w:rsidR="00922ED1" w:rsidRDefault="00256D63" w:rsidP="00256D63">
      <w:pPr>
        <w:pStyle w:val="libNormal"/>
      </w:pPr>
      <w:r>
        <w:t>O God, devisenot against me,</w:t>
      </w:r>
      <w:r w:rsidRPr="009C2015">
        <w:rPr>
          <w:rStyle w:val="libFootnotenumChar"/>
        </w:rPr>
        <w:t>[67]</w:t>
      </w:r>
    </w:p>
    <w:p w:rsidR="00256D63" w:rsidRDefault="00256D63" w:rsidP="00256D63">
      <w:pPr>
        <w:pStyle w:val="libNormal"/>
      </w:pPr>
      <w:r>
        <w:t xml:space="preserve">    lead me not on step by step,</w:t>
      </w:r>
      <w:r w:rsidRPr="009C2015">
        <w:rPr>
          <w:rStyle w:val="libFootnotenumChar"/>
        </w:rPr>
        <w:t>[68]</w:t>
      </w:r>
    </w:p>
    <w:p w:rsidR="00256D63" w:rsidRDefault="00256D63" w:rsidP="00256D63">
      <w:pPr>
        <w:pStyle w:val="libNormal"/>
      </w:pPr>
      <w:r>
        <w:t xml:space="preserve">    trick me not</w:t>
      </w:r>
      <w:r w:rsidRPr="009C2015">
        <w:rPr>
          <w:rStyle w:val="libFootnotenumChar"/>
        </w:rPr>
        <w:t>[69]</w:t>
      </w:r>
    </w:p>
    <w:p w:rsidR="00922ED1" w:rsidRDefault="00256D63" w:rsidP="00256D63">
      <w:pPr>
        <w:pStyle w:val="libNormal"/>
      </w:pPr>
      <w:r>
        <w:t xml:space="preserve">    and avert from me the evil of the ungodly among jin</w:t>
      </w:r>
      <w:r w:rsidR="001B6A42">
        <w:t xml:space="preserve">n </w:t>
      </w:r>
      <w:r>
        <w:t xml:space="preserve">    and men.</w:t>
      </w:r>
    </w:p>
    <w:p w:rsidR="00922ED1" w:rsidRDefault="00256D63" w:rsidP="00256D63">
      <w:pPr>
        <w:pStyle w:val="libNormal"/>
      </w:pPr>
      <w:r>
        <w:t>Then he lifted his head and eyes toward Heaven. Tears wer</w:t>
      </w:r>
      <w:r w:rsidR="001B6A42">
        <w:t xml:space="preserve">e </w:t>
      </w:r>
      <w:r>
        <w:t>flowingfrom his blessed eyes as if they were two waterskins, and he said in aloud voice:</w:t>
      </w:r>
    </w:p>
    <w:p w:rsidR="00922ED1" w:rsidRDefault="00256D63" w:rsidP="00256D63">
      <w:pPr>
        <w:pStyle w:val="libNormal"/>
      </w:pPr>
      <w:r>
        <w:t>O Most Hearing of those who hear!</w:t>
      </w:r>
    </w:p>
    <w:p w:rsidR="00256D63" w:rsidRDefault="00256D63" w:rsidP="00256D63">
      <w:pPr>
        <w:pStyle w:val="libNormal"/>
      </w:pPr>
      <w:r>
        <w:t xml:space="preserve">    O Most Seeing of those whobehold!</w:t>
      </w:r>
    </w:p>
    <w:p w:rsidR="00256D63" w:rsidRDefault="00256D63" w:rsidP="00256D63">
      <w:pPr>
        <w:pStyle w:val="libNormal"/>
      </w:pPr>
      <w:r>
        <w:t xml:space="preserve">    O Swiftest ofreckoners!</w:t>
      </w:r>
      <w:r w:rsidRPr="009C2015">
        <w:rPr>
          <w:rStyle w:val="libFootnotenumChar"/>
        </w:rPr>
        <w:t>[70]</w:t>
      </w:r>
    </w:p>
    <w:p w:rsidR="00256D63" w:rsidRDefault="00256D63" w:rsidP="00256D63">
      <w:pPr>
        <w:pStyle w:val="libNormal"/>
      </w:pPr>
      <w:r>
        <w:t xml:space="preserve">    OMost Merciful of the merciful!</w:t>
      </w:r>
    </w:p>
    <w:p w:rsidR="00256D63" w:rsidRDefault="00256D63" w:rsidP="00256D63">
      <w:pPr>
        <w:pStyle w:val="libNormal"/>
      </w:pPr>
      <w:r>
        <w:t xml:space="preserve">    Bless Muhammad and the householdof Muhamma</w:t>
      </w:r>
      <w:r w:rsidR="001B6A42">
        <w:t xml:space="preserve">d, </w:t>
      </w:r>
      <w:r>
        <w:t xml:space="preserve">    the chiefs,the fortunate.</w:t>
      </w:r>
    </w:p>
    <w:p w:rsidR="00256D63" w:rsidRDefault="00256D63" w:rsidP="00256D63">
      <w:pPr>
        <w:pStyle w:val="libNormal"/>
      </w:pPr>
      <w:r>
        <w:t xml:space="preserve">    And, I askof Thee, O God, my need.</w:t>
      </w:r>
    </w:p>
    <w:p w:rsidR="00256D63" w:rsidRDefault="00256D63" w:rsidP="00256D63">
      <w:pPr>
        <w:pStyle w:val="libNormal"/>
      </w:pPr>
      <w:r>
        <w:t xml:space="preserve">    IfThou grantest it to m</w:t>
      </w:r>
      <w:r w:rsidR="001B6A42">
        <w:t xml:space="preserve">e, </w:t>
      </w:r>
      <w:r>
        <w:t xml:space="preserve">    what Thou holdest back from me will cause me no harm;</w:t>
      </w:r>
    </w:p>
    <w:p w:rsidR="00256D63" w:rsidRDefault="00256D63" w:rsidP="00256D63">
      <w:pPr>
        <w:pStyle w:val="libNormal"/>
      </w:pPr>
      <w:r>
        <w:t xml:space="preserve">    and if Thou holdest it back from m</w:t>
      </w:r>
      <w:r w:rsidR="001B6A42">
        <w:t xml:space="preserve">e, </w:t>
      </w:r>
      <w:r>
        <w:t xml:space="preserve">    what Thou grantest me will not profit me.</w:t>
      </w:r>
    </w:p>
    <w:p w:rsidR="00256D63" w:rsidRDefault="00256D63" w:rsidP="00256D63">
      <w:pPr>
        <w:pStyle w:val="libNormal"/>
      </w:pPr>
      <w:r>
        <w:t xml:space="preserve">    I ask Thee to deliver me from the Fire.</w:t>
      </w:r>
    </w:p>
    <w:p w:rsidR="00256D63" w:rsidRDefault="00256D63" w:rsidP="00256D63">
      <w:pPr>
        <w:pStyle w:val="libNormal"/>
      </w:pPr>
      <w:r>
        <w:t xml:space="preserve">    There is no god but Thou alon</w:t>
      </w:r>
      <w:r w:rsidR="001B6A42">
        <w:t xml:space="preserve">e, </w:t>
      </w:r>
      <w:r>
        <w:t xml:space="preserve">    Thou hast no associate.</w:t>
      </w:r>
    </w:p>
    <w:p w:rsidR="00256D63" w:rsidRDefault="00256D63" w:rsidP="00256D63">
      <w:pPr>
        <w:pStyle w:val="libNormal"/>
      </w:pPr>
      <w:r>
        <w:t xml:space="preserve">    Thine is the dominion,. and Thine is the prais</w:t>
      </w:r>
      <w:r w:rsidR="001B6A42">
        <w:t xml:space="preserve">e, </w:t>
      </w:r>
      <w:r>
        <w:t xml:space="preserve">    and Thou art powerful over everything.</w:t>
      </w:r>
    </w:p>
    <w:p w:rsidR="00256D63" w:rsidRDefault="00256D63" w:rsidP="00256D63">
      <w:pPr>
        <w:pStyle w:val="libNormal"/>
      </w:pPr>
      <w:r>
        <w:t xml:space="preserve">    O my Lord!</w:t>
      </w:r>
    </w:p>
    <w:p w:rsidR="00922ED1" w:rsidRDefault="00256D63" w:rsidP="00256D63">
      <w:pPr>
        <w:pStyle w:val="libNormal"/>
      </w:pPr>
      <w:r>
        <w:t xml:space="preserve">    O my Lord!</w:t>
      </w:r>
    </w:p>
    <w:p w:rsidR="00256D63" w:rsidRDefault="00256D63" w:rsidP="00256D63">
      <w:pPr>
        <w:pStyle w:val="libNormal"/>
      </w:pPr>
      <w:r>
        <w:t>Then he said "O my Lord" over and over. Those who hadbeen gathered around him, who had listened to an of his prayer and who hadlimited themselves to saying "amen" raised their voices in weeping. Theystayed in his company until the sun went down, and then all of them loadedtheir mounts and set out in the direction of the Sacred Monument.</w:t>
      </w:r>
      <w:r w:rsidRPr="009C2015">
        <w:rPr>
          <w:rStyle w:val="libFootnotenumChar"/>
        </w:rPr>
        <w:t>[71]</w:t>
      </w:r>
    </w:p>
    <w:p w:rsidR="00922ED1" w:rsidRDefault="00256D63" w:rsidP="00D1636C">
      <w:pPr>
        <w:pStyle w:val="Heading2Center"/>
      </w:pPr>
      <w:bookmarkStart w:id="42" w:name="_Toc462314944"/>
      <w:r>
        <w:t>B. 'Ali Zayn al-'Abidin, the Fourth Imam</w:t>
      </w:r>
      <w:bookmarkEnd w:id="42"/>
    </w:p>
    <w:p w:rsidR="00922ED1" w:rsidRDefault="00256D63" w:rsidP="00256D63">
      <w:pPr>
        <w:pStyle w:val="libNormal"/>
      </w:pPr>
      <w:r>
        <w:t>1. In Praise of Go</w:t>
      </w:r>
      <w:r w:rsidR="001B6A42">
        <w:t xml:space="preserve">d </w:t>
      </w:r>
      <w:r>
        <w:t>Praise belongs to Go</w:t>
      </w:r>
      <w:r w:rsidR="001B6A42">
        <w:t xml:space="preserve">d, </w:t>
      </w:r>
      <w:r>
        <w:t xml:space="preserve">    the First, without a first before Hi</w:t>
      </w:r>
      <w:r w:rsidR="001B6A42">
        <w:t xml:space="preserve">m, </w:t>
      </w:r>
      <w:r>
        <w:t xml:space="preserve">    the Last, without a last behind Him.</w:t>
      </w:r>
    </w:p>
    <w:p w:rsidR="00256D63" w:rsidRDefault="00256D63" w:rsidP="00256D63">
      <w:pPr>
        <w:pStyle w:val="libNormal"/>
      </w:pPr>
      <w:r>
        <w:t xml:space="preserve">    and depicters' imaginations fail to describe Him.</w:t>
      </w:r>
    </w:p>
    <w:p w:rsidR="00922ED1" w:rsidRDefault="00256D63" w:rsidP="00256D63">
      <w:pPr>
        <w:pStyle w:val="libNormal"/>
      </w:pPr>
      <w:r>
        <w:t xml:space="preserve">    He originated the creatures by His power with a</w:t>
      </w:r>
      <w:r w:rsidR="001B6A42">
        <w:t xml:space="preserve">n </w:t>
      </w:r>
      <w:r>
        <w:t xml:space="preserve">        originatio</w:t>
      </w:r>
      <w:r w:rsidR="001B6A42">
        <w:t xml:space="preserve">n </w:t>
      </w:r>
      <w:r>
        <w:t xml:space="preserve">    and fashioned them according to His desire with a fashioning.</w:t>
      </w:r>
    </w:p>
    <w:p w:rsidR="00256D63" w:rsidRDefault="00256D63" w:rsidP="00256D63">
      <w:pPr>
        <w:pStyle w:val="libNormal"/>
      </w:pPr>
      <w:r>
        <w:t xml:space="preserve">    Then He made them walk the path of His wil</w:t>
      </w:r>
      <w:r w:rsidR="001B6A42">
        <w:t xml:space="preserve">l </w:t>
      </w:r>
      <w:r>
        <w:t xml:space="preserve">    and incited them</w:t>
      </w:r>
      <w:r w:rsidRPr="009C2015">
        <w:rPr>
          <w:rStyle w:val="libFootnotenumChar"/>
        </w:rPr>
        <w:t>[72]</w:t>
      </w:r>
      <w:r>
        <w:t xml:space="preserve"> in the way of His love.</w:t>
      </w:r>
    </w:p>
    <w:p w:rsidR="00922ED1" w:rsidRDefault="00256D63" w:rsidP="00256D63">
      <w:pPr>
        <w:pStyle w:val="libNormal"/>
      </w:pPr>
      <w:r>
        <w:lastRenderedPageBreak/>
        <w:t xml:space="preserve">    They have no power to keep back from that to whic</w:t>
      </w:r>
      <w:r w:rsidR="001B6A42">
        <w:t xml:space="preserve">h </w:t>
      </w:r>
      <w:r>
        <w:t xml:space="preserve">        He has put them forwar</w:t>
      </w:r>
      <w:r w:rsidR="001B6A42">
        <w:t xml:space="preserve">d, </w:t>
      </w:r>
      <w:r>
        <w:t xml:space="preserve">    nor can they go forward to that from which He ha</w:t>
      </w:r>
      <w:r w:rsidR="001B6A42">
        <w:t xml:space="preserve">s </w:t>
      </w:r>
      <w:r>
        <w:t xml:space="preserve">        kept them back.</w:t>
      </w:r>
    </w:p>
    <w:p w:rsidR="00922ED1" w:rsidRDefault="00256D63" w:rsidP="00256D63">
      <w:pPr>
        <w:pStyle w:val="libNormal"/>
      </w:pPr>
      <w:r>
        <w:t xml:space="preserve">    He appointed to every soul (ruh) from among them </w:t>
      </w:r>
      <w:r w:rsidR="001B6A42">
        <w:t xml:space="preserve">a </w:t>
      </w:r>
      <w:r>
        <w:t xml:space="preserve">        known and determined sustenance fro</w:t>
      </w:r>
      <w:r w:rsidR="001B6A42">
        <w:t xml:space="preserve">m </w:t>
      </w:r>
      <w:r>
        <w:t xml:space="preserve">        His provision.</w:t>
      </w:r>
    </w:p>
    <w:p w:rsidR="00922ED1" w:rsidRDefault="00256D63" w:rsidP="00256D63">
      <w:pPr>
        <w:pStyle w:val="libNormal"/>
      </w:pPr>
      <w:r>
        <w:t xml:space="preserve">    No diminisher can diminish (the portion of)</w:t>
      </w:r>
    </w:p>
    <w:p w:rsidR="00256D63" w:rsidRDefault="00256D63" w:rsidP="00256D63">
      <w:pPr>
        <w:pStyle w:val="libNormal"/>
      </w:pPr>
      <w:r>
        <w:t xml:space="preserve">        whomsoever He has increase</w:t>
      </w:r>
      <w:r w:rsidR="001B6A42">
        <w:t xml:space="preserve">d, </w:t>
      </w:r>
      <w:r>
        <w:t xml:space="preserve">    and no increaser can increase whomsoever He has diminished.</w:t>
      </w:r>
    </w:p>
    <w:p w:rsidR="00256D63" w:rsidRDefault="00256D63" w:rsidP="00256D63">
      <w:pPr>
        <w:pStyle w:val="libNormal"/>
      </w:pPr>
      <w:r>
        <w:t xml:space="preserve">    Then He set for every soul a fixed term in lif</w:t>
      </w:r>
      <w:r w:rsidR="001B6A42">
        <w:t xml:space="preserve">e </w:t>
      </w:r>
      <w:r>
        <w:t xml:space="preserve">    and appointed for him a determined end.</w:t>
      </w:r>
    </w:p>
    <w:p w:rsidR="00922ED1" w:rsidRDefault="00256D63" w:rsidP="00256D63">
      <w:pPr>
        <w:pStyle w:val="libNormal"/>
      </w:pPr>
      <w:r>
        <w:t xml:space="preserve">    He walks towards it in the days of his lif</w:t>
      </w:r>
      <w:r w:rsidR="001B6A42">
        <w:t xml:space="preserve">e </w:t>
      </w:r>
      <w:r>
        <w:t xml:space="preserve">    and overtakes it through the years of his destin</w:t>
      </w:r>
      <w:r w:rsidR="001B6A42">
        <w:t xml:space="preserve">y </w:t>
      </w:r>
      <w:r>
        <w:t xml:space="preserve">    until, when he accomplishes his final ac</w:t>
      </w:r>
      <w:r w:rsidR="001B6A42">
        <w:t xml:space="preserve">t </w:t>
      </w:r>
      <w:r>
        <w:t xml:space="preserve">    and closes his life's accoun</w:t>
      </w:r>
      <w:r w:rsidR="001B6A42">
        <w:t xml:space="preserve">t, </w:t>
      </w:r>
      <w:r>
        <w:t xml:space="preserve">    He seizes him for that towards which He ha</w:t>
      </w:r>
      <w:r w:rsidR="001B6A42">
        <w:t xml:space="preserve">d </w:t>
      </w:r>
      <w:r>
        <w:t xml:space="preserve">        Willed hi</w:t>
      </w:r>
      <w:r w:rsidR="001B6A42">
        <w:t xml:space="preserve">m, </w:t>
      </w:r>
      <w:r>
        <w:t xml:space="preserve">    either His abundant rewar</w:t>
      </w:r>
      <w:r w:rsidR="001B6A42">
        <w:t xml:space="preserve">d </w:t>
      </w:r>
      <w:r>
        <w:t xml:space="preserve">    or His terrible punishmen</w:t>
      </w:r>
      <w:r w:rsidR="001B6A42">
        <w:t xml:space="preserve">t, </w:t>
      </w:r>
      <w:r>
        <w:t xml:space="preserve">    "That He may reward those who do evil with tha</w:t>
      </w:r>
      <w:r w:rsidR="001B6A42">
        <w:t xml:space="preserve">t </w:t>
      </w:r>
      <w:r>
        <w:t xml:space="preserve">        which they have don</w:t>
      </w:r>
      <w:r w:rsidR="001B6A42">
        <w:t xml:space="preserve">e, </w:t>
      </w:r>
      <w:r>
        <w:t xml:space="preserve">    and reward those who do good with goodness"</w:t>
      </w:r>
    </w:p>
    <w:p w:rsidR="00922ED1" w:rsidRDefault="00256D63" w:rsidP="00256D63">
      <w:pPr>
        <w:pStyle w:val="libNormal"/>
      </w:pPr>
      <w:r>
        <w:t xml:space="preserve">        (LIII, 31),</w:t>
      </w:r>
    </w:p>
    <w:p w:rsidR="00256D63" w:rsidRDefault="00256D63" w:rsidP="00256D63">
      <w:pPr>
        <w:pStyle w:val="libNormal"/>
      </w:pPr>
      <w:r>
        <w:t xml:space="preserve">    as justice from Him.</w:t>
      </w:r>
    </w:p>
    <w:p w:rsidR="00922ED1" w:rsidRDefault="00256D63" w:rsidP="00256D63">
      <w:pPr>
        <w:pStyle w:val="libNormal"/>
      </w:pPr>
      <w:r>
        <w:t xml:space="preserve">    Holy are His Name</w:t>
      </w:r>
      <w:r w:rsidR="001B6A42">
        <w:t xml:space="preserve">s </w:t>
      </w:r>
      <w:r>
        <w:t xml:space="preserve">    and manifest His bounties</w:t>
      </w:r>
      <w:r w:rsidR="001B6A42">
        <w:t xml:space="preserve">l </w:t>
      </w:r>
      <w:r>
        <w:t xml:space="preserve">    "He shall not be questioned as to what He doe</w:t>
      </w:r>
      <w:r w:rsidR="001B6A42">
        <w:t xml:space="preserve">s, </w:t>
      </w:r>
      <w:r>
        <w:t xml:space="preserve">    but they will be questioned" (XXI, 23).</w:t>
      </w:r>
    </w:p>
    <w:p w:rsidR="00922ED1" w:rsidRDefault="00256D63" w:rsidP="00256D63">
      <w:pPr>
        <w:pStyle w:val="libNormal"/>
      </w:pPr>
      <w:r>
        <w:t>And praise belongs to Go</w:t>
      </w:r>
      <w:r w:rsidR="001B6A42">
        <w:t xml:space="preserve">d, </w:t>
      </w:r>
      <w:r>
        <w:t xml:space="preserve">    for, had He held back from His servants the knowledg</w:t>
      </w:r>
      <w:r w:rsidR="001B6A42">
        <w:t xml:space="preserve">e </w:t>
      </w:r>
      <w:r>
        <w:t xml:space="preserve">        to praise Him for the repeated favors wit</w:t>
      </w:r>
      <w:r w:rsidR="001B6A42">
        <w:t xml:space="preserve">h </w:t>
      </w:r>
      <w:r>
        <w:t xml:space="preserve">        which He tries them</w:t>
      </w:r>
      <w:r w:rsidRPr="009C2015">
        <w:rPr>
          <w:rStyle w:val="libFootnotenumChar"/>
        </w:rPr>
        <w:t>[73]</w:t>
      </w:r>
    </w:p>
    <w:p w:rsidR="00256D63" w:rsidRDefault="00256D63" w:rsidP="00256D63">
      <w:pPr>
        <w:pStyle w:val="libNormal"/>
      </w:pPr>
      <w:r>
        <w:t xml:space="preserve">    and the abundant blessings which He lavishes upon the</w:t>
      </w:r>
      <w:r w:rsidR="001B6A42">
        <w:t xml:space="preserve">m, </w:t>
      </w:r>
      <w:r>
        <w:t xml:space="preserve">    they would have made free use of His favors withou</w:t>
      </w:r>
      <w:r w:rsidR="001B6A42">
        <w:t xml:space="preserve">t </w:t>
      </w:r>
      <w:r>
        <w:t xml:space="preserve">    praising Hi</w:t>
      </w:r>
      <w:r w:rsidR="001B6A42">
        <w:t xml:space="preserve">m </w:t>
      </w:r>
      <w:r>
        <w:t xml:space="preserve">    and taken ease in His provision without thanking Him.</w:t>
      </w:r>
    </w:p>
    <w:p w:rsidR="00922ED1" w:rsidRDefault="00256D63" w:rsidP="00256D63">
      <w:pPr>
        <w:pStyle w:val="libNormal"/>
      </w:pPr>
      <w:r>
        <w:t xml:space="preserve">    And had it been s</w:t>
      </w:r>
      <w:r w:rsidR="001B6A42">
        <w:t xml:space="preserve">o, </w:t>
      </w:r>
      <w:r>
        <w:t xml:space="preserve">    they would have left the conditions of humanity fo</w:t>
      </w:r>
      <w:r w:rsidR="001B6A42">
        <w:t xml:space="preserve">r </w:t>
      </w:r>
      <w:r>
        <w:t xml:space="preserve">        those of beastliness.</w:t>
      </w:r>
    </w:p>
    <w:p w:rsidR="00922ED1" w:rsidRDefault="00256D63" w:rsidP="00256D63">
      <w:pPr>
        <w:pStyle w:val="libNormal"/>
      </w:pPr>
      <w:r>
        <w:t xml:space="preserve">    They would have been as He described in the clear tex</w:t>
      </w:r>
      <w:r w:rsidR="001B6A42">
        <w:t xml:space="preserve">t </w:t>
      </w:r>
      <w:r>
        <w:t xml:space="preserve">        of His Book:</w:t>
      </w:r>
      <w:r w:rsidRPr="009C2015">
        <w:rPr>
          <w:rStyle w:val="libFootnotenumChar"/>
        </w:rPr>
        <w:t>[74]</w:t>
      </w:r>
    </w:p>
    <w:p w:rsidR="00256D63" w:rsidRDefault="00256D63" w:rsidP="00256D63">
      <w:pPr>
        <w:pStyle w:val="libNormal"/>
      </w:pPr>
      <w:r>
        <w:t xml:space="preserve">    "They are but as the cattle -</w:t>
      </w:r>
    </w:p>
    <w:p w:rsidR="00922ED1" w:rsidRDefault="00256D63" w:rsidP="00256D63">
      <w:pPr>
        <w:pStyle w:val="libNormal"/>
      </w:pPr>
      <w:r>
        <w:t xml:space="preserve">    nay, but they are farther astray !" (XXV, 44).</w:t>
      </w:r>
    </w:p>
    <w:p w:rsidR="00922ED1" w:rsidRDefault="00256D63" w:rsidP="00256D63">
      <w:pPr>
        <w:pStyle w:val="libNormal"/>
      </w:pPr>
      <w:r>
        <w:t>And praise belongs to God for what He has made known to us of Himsel</w:t>
      </w:r>
      <w:r w:rsidR="001B6A42">
        <w:t xml:space="preserve">f, </w:t>
      </w:r>
      <w:r>
        <w:t xml:space="preserve">    for the gratitude towards Him which He has inspire</w:t>
      </w:r>
      <w:r w:rsidR="001B6A42">
        <w:t xml:space="preserve">d </w:t>
      </w:r>
      <w:r>
        <w:t xml:space="preserve">        in u</w:t>
      </w:r>
      <w:r w:rsidR="001B6A42">
        <w:t xml:space="preserve">s, </w:t>
      </w:r>
      <w:r>
        <w:t xml:space="preserve">    for the doors of the knowledge of His lordship whic</w:t>
      </w:r>
      <w:r w:rsidR="001B6A42">
        <w:t xml:space="preserve">h </w:t>
      </w:r>
      <w:r>
        <w:t xml:space="preserve">        He has opened for u</w:t>
      </w:r>
      <w:r w:rsidR="001B6A42">
        <w:t xml:space="preserve">s, </w:t>
      </w:r>
      <w:r>
        <w:t xml:space="preserve">    for the sincerity towards Him in professing His Unit</w:t>
      </w:r>
      <w:r w:rsidR="001B6A42">
        <w:t xml:space="preserve">y </w:t>
      </w:r>
      <w:r>
        <w:t xml:space="preserve">        to which He has guided u</w:t>
      </w:r>
      <w:r w:rsidR="001B6A42">
        <w:t xml:space="preserve">s, </w:t>
      </w:r>
      <w:r>
        <w:t xml:space="preserve">    and for the heresy and doubt concerning Him</w:t>
      </w:r>
      <w:r w:rsidRPr="009C2015">
        <w:rPr>
          <w:rStyle w:val="libFootnotenumChar"/>
        </w:rPr>
        <w:t>[75]</w:t>
      </w:r>
      <w:r>
        <w:t xml:space="preserve"> whic</w:t>
      </w:r>
      <w:r w:rsidR="001B6A42">
        <w:t xml:space="preserve">h </w:t>
      </w:r>
      <w:r>
        <w:t xml:space="preserve">        He has averted from us;</w:t>
      </w:r>
    </w:p>
    <w:p w:rsidR="00922ED1" w:rsidRDefault="00256D63" w:rsidP="00256D63">
      <w:pPr>
        <w:pStyle w:val="libNormal"/>
      </w:pPr>
      <w:r>
        <w:t>a praise whereby we may be given long life among those o</w:t>
      </w:r>
      <w:r w:rsidR="001B6A42">
        <w:t xml:space="preserve">f </w:t>
      </w:r>
      <w:r>
        <w:t xml:space="preserve">        His Creatures who praise Hi</w:t>
      </w:r>
      <w:r w:rsidR="001B6A42">
        <w:t xml:space="preserve">m </w:t>
      </w:r>
      <w:r>
        <w:t xml:space="preserve">    and outstrip those who outstrip toward His goo</w:t>
      </w:r>
      <w:r w:rsidR="001B6A42">
        <w:t xml:space="preserve">d </w:t>
      </w:r>
      <w:r>
        <w:t xml:space="preserve">        pleasure and pardon;</w:t>
      </w:r>
    </w:p>
    <w:p w:rsidR="00922ED1" w:rsidRDefault="00256D63" w:rsidP="00256D63">
      <w:pPr>
        <w:pStyle w:val="libNormal"/>
      </w:pPr>
      <w:r>
        <w:t>a praise whereby the darkness of the Interval</w:t>
      </w:r>
      <w:r w:rsidRPr="009C2015">
        <w:rPr>
          <w:rStyle w:val="libFootnotenumChar"/>
        </w:rPr>
        <w:t>[76]</w:t>
      </w:r>
      <w:r>
        <w:t xml:space="preserve"> may be li</w:t>
      </w:r>
      <w:r w:rsidR="001B6A42">
        <w:t xml:space="preserve">t </w:t>
      </w:r>
      <w:r>
        <w:t xml:space="preserve">        for u</w:t>
      </w:r>
      <w:r w:rsidR="001B6A42">
        <w:t xml:space="preserve">s, </w:t>
      </w:r>
      <w:r>
        <w:t xml:space="preserve">    the Path of the Resurrection</w:t>
      </w:r>
      <w:r w:rsidRPr="009C2015">
        <w:rPr>
          <w:rStyle w:val="libFootnotenumChar"/>
        </w:rPr>
        <w:t>[77]</w:t>
      </w:r>
      <w:r>
        <w:t xml:space="preserve"> smoothed for u</w:t>
      </w:r>
      <w:r w:rsidR="001B6A42">
        <w:t xml:space="preserve">s </w:t>
      </w:r>
      <w:r>
        <w:t xml:space="preserve">    and our positions at the Stations of the Witnesses</w:t>
      </w:r>
      <w:r w:rsidRPr="009C2015">
        <w:rPr>
          <w:rStyle w:val="libFootnotenumChar"/>
        </w:rPr>
        <w:t>[78]</w:t>
      </w:r>
    </w:p>
    <w:p w:rsidR="00922ED1" w:rsidRDefault="00256D63" w:rsidP="00256D63">
      <w:pPr>
        <w:pStyle w:val="libNormal"/>
      </w:pPr>
      <w:r>
        <w:t xml:space="preserve">        made eminent -</w:t>
      </w:r>
    </w:p>
    <w:p w:rsidR="00256D63" w:rsidRDefault="00256D63" w:rsidP="00256D63">
      <w:pPr>
        <w:pStyle w:val="libNormal"/>
      </w:pPr>
      <w:r>
        <w:t xml:space="preserve">    on the day when "every soul will be compensated fo</w:t>
      </w:r>
      <w:r w:rsidR="001B6A42">
        <w:t xml:space="preserve">r </w:t>
      </w:r>
      <w:r>
        <w:t xml:space="preserve">    what it has earned;</w:t>
      </w:r>
    </w:p>
    <w:p w:rsidR="00256D63" w:rsidRDefault="00256D63" w:rsidP="00256D63">
      <w:pPr>
        <w:pStyle w:val="libNormal"/>
      </w:pPr>
      <w:r>
        <w:t xml:space="preserve">    they shall not be wronged" (XLV, 22);</w:t>
      </w:r>
    </w:p>
    <w:p w:rsidR="00922ED1" w:rsidRDefault="00256D63" w:rsidP="00256D63">
      <w:pPr>
        <w:pStyle w:val="libNormal"/>
      </w:pPr>
      <w:r>
        <w:lastRenderedPageBreak/>
        <w:t xml:space="preserve">    "the day a master shall avail nothing a clien</w:t>
      </w:r>
      <w:r w:rsidR="001B6A42">
        <w:t xml:space="preserve">t, </w:t>
      </w:r>
      <w:r>
        <w:t xml:space="preserve">    and they shall not be helped" (XLIV, 41);</w:t>
      </w:r>
    </w:p>
    <w:p w:rsidR="00922ED1" w:rsidRDefault="00256D63" w:rsidP="00256D63">
      <w:pPr>
        <w:pStyle w:val="libNormal"/>
      </w:pPr>
      <w:r>
        <w:t>a praise which will ascend from us to the most exalted o</w:t>
      </w:r>
      <w:r w:rsidR="001B6A42">
        <w:t xml:space="preserve">f </w:t>
      </w:r>
      <w:r>
        <w:t xml:space="preserve">    the cIlliyun,</w:t>
      </w:r>
      <w:r w:rsidRPr="009C2015">
        <w:rPr>
          <w:rStyle w:val="libFootnotenumChar"/>
        </w:rPr>
        <w:t>[79]</w:t>
      </w:r>
    </w:p>
    <w:p w:rsidR="00922ED1" w:rsidRDefault="00256D63" w:rsidP="00256D63">
      <w:pPr>
        <w:pStyle w:val="libNormal"/>
      </w:pPr>
      <w:r>
        <w:t xml:space="preserve">    in "a book inscribe</w:t>
      </w:r>
      <w:r w:rsidR="001B6A42">
        <w:t xml:space="preserve">d, </w:t>
      </w:r>
      <w:r>
        <w:t xml:space="preserve">    witnessed by those brought nigh" (LXXXIII, 2o-2I);</w:t>
      </w:r>
    </w:p>
    <w:p w:rsidR="00922ED1" w:rsidRDefault="00256D63" w:rsidP="00256D63">
      <w:pPr>
        <w:pStyle w:val="libNormal"/>
      </w:pPr>
      <w:r>
        <w:t>a praise whereby our eyes may be at rest when vision i</w:t>
      </w:r>
      <w:r w:rsidR="001B6A42">
        <w:t xml:space="preserve">s </w:t>
      </w:r>
      <w:r>
        <w:t xml:space="preserve">        confounded </w:t>
      </w:r>
      <w:r w:rsidRPr="009C2015">
        <w:rPr>
          <w:rStyle w:val="libFootnotenumChar"/>
        </w:rPr>
        <w:t>[80]</w:t>
      </w:r>
    </w:p>
    <w:p w:rsidR="00922ED1" w:rsidRDefault="00256D63" w:rsidP="00256D63">
      <w:pPr>
        <w:pStyle w:val="libNormal"/>
      </w:pPr>
      <w:r>
        <w:t xml:space="preserve">    and our faces whitened when skins are blackened;</w:t>
      </w:r>
      <w:r w:rsidRPr="009C2015">
        <w:rPr>
          <w:rStyle w:val="libFootnotenumChar"/>
        </w:rPr>
        <w:t>[81]</w:t>
      </w:r>
    </w:p>
    <w:p w:rsidR="00922ED1" w:rsidRDefault="00256D63" w:rsidP="00256D63">
      <w:pPr>
        <w:pStyle w:val="libNormal"/>
      </w:pPr>
      <w:r>
        <w:t>a praise whereby we may be delivered from God's painfu</w:t>
      </w:r>
      <w:r w:rsidR="001B6A42">
        <w:t xml:space="preserve">l </w:t>
      </w:r>
      <w:r>
        <w:t xml:space="preserve">        Fir</w:t>
      </w:r>
      <w:r w:rsidR="001B6A42">
        <w:t xml:space="preserve">e </w:t>
      </w:r>
      <w:r>
        <w:t xml:space="preserve">    unto God's noble proximity;</w:t>
      </w:r>
    </w:p>
    <w:p w:rsidR="00922ED1" w:rsidRDefault="00256D63" w:rsidP="00256D63">
      <w:pPr>
        <w:pStyle w:val="libNormal"/>
      </w:pPr>
      <w:r>
        <w:t>a praise whereby we may rival the angels stationed nig</w:t>
      </w:r>
      <w:r w:rsidR="001B6A42">
        <w:t xml:space="preserve">h </w:t>
      </w:r>
      <w:r>
        <w:t xml:space="preserve">        unto Hi</w:t>
      </w:r>
      <w:r w:rsidR="001B6A42">
        <w:t xml:space="preserve">m </w:t>
      </w:r>
      <w:r>
        <w:t xml:space="preserve">    and join the prophets sent by Hi</w:t>
      </w:r>
      <w:r w:rsidR="001B6A42">
        <w:t xml:space="preserve">m </w:t>
      </w:r>
      <w:r>
        <w:t xml:space="preserve">    in the Abode of Everlasting Life which does not remov</w:t>
      </w:r>
      <w:r w:rsidR="001B6A42">
        <w:t xml:space="preserve">e, </w:t>
      </w:r>
      <w:r>
        <w:t xml:space="preserve">    and in the place of His Honor which does not change.</w:t>
      </w:r>
    </w:p>
    <w:p w:rsidR="00256D63" w:rsidRDefault="00256D63" w:rsidP="00256D63">
      <w:pPr>
        <w:pStyle w:val="libNormal"/>
      </w:pPr>
      <w:r>
        <w:t>And praise belongs to God, who chose for us the good qualities o</w:t>
      </w:r>
      <w:r w:rsidR="001B6A42">
        <w:t xml:space="preserve">f </w:t>
      </w:r>
      <w:r>
        <w:t xml:space="preserve">        creatio</w:t>
      </w:r>
      <w:r w:rsidR="001B6A42">
        <w:t xml:space="preserve">n </w:t>
      </w:r>
      <w:r>
        <w:t xml:space="preserve">    and granted us the good things of provision.</w:t>
      </w:r>
      <w:r w:rsidRPr="009C2015">
        <w:rPr>
          <w:rStyle w:val="libFootnotenumChar"/>
        </w:rPr>
        <w:t>[82]</w:t>
      </w:r>
    </w:p>
    <w:p w:rsidR="00922ED1" w:rsidRDefault="00256D63" w:rsidP="00256D63">
      <w:pPr>
        <w:pStyle w:val="libNormal"/>
      </w:pPr>
      <w:r>
        <w:t xml:space="preserve">    He assigned to us excellence through domination ove</w:t>
      </w:r>
      <w:r w:rsidR="001B6A42">
        <w:t xml:space="preserve">r </w:t>
      </w:r>
      <w:r>
        <w:t xml:space="preserve">        all creation.</w:t>
      </w:r>
    </w:p>
    <w:p w:rsidR="00922ED1" w:rsidRDefault="00256D63" w:rsidP="00256D63">
      <w:pPr>
        <w:pStyle w:val="libNormal"/>
      </w:pPr>
      <w:r>
        <w:t xml:space="preserve">    Each of His creatures submits to us through His powe</w:t>
      </w:r>
      <w:r w:rsidR="001B6A42">
        <w:t xml:space="preserve">r </w:t>
      </w:r>
      <w:r>
        <w:t xml:space="preserve">    and becomes obedient to us through His might.</w:t>
      </w:r>
      <w:r w:rsidRPr="009C2015">
        <w:rPr>
          <w:rStyle w:val="libFootnotenumChar"/>
        </w:rPr>
        <w:t>[83]</w:t>
      </w:r>
    </w:p>
    <w:p w:rsidR="00922ED1" w:rsidRDefault="00256D63" w:rsidP="00256D63">
      <w:pPr>
        <w:pStyle w:val="libNormal"/>
      </w:pPr>
      <w:r>
        <w:t>And praise belongs to God, who locked to us the door of nee</w:t>
      </w:r>
      <w:r w:rsidR="001B6A42">
        <w:t xml:space="preserve">d </w:t>
      </w:r>
      <w:r>
        <w:t xml:space="preserve">        except toward Himself.</w:t>
      </w:r>
    </w:p>
    <w:p w:rsidR="00256D63" w:rsidRDefault="00256D63" w:rsidP="00256D63">
      <w:pPr>
        <w:pStyle w:val="libNormal"/>
      </w:pPr>
      <w:r>
        <w:t xml:space="preserve">    So how can we voice His praise?</w:t>
      </w:r>
    </w:p>
    <w:p w:rsidR="00256D63" w:rsidRDefault="00256D63" w:rsidP="00256D63">
      <w:pPr>
        <w:pStyle w:val="libNormal"/>
      </w:pPr>
      <w:r>
        <w:t xml:space="preserve">    And when can we thank Hun?</w:t>
      </w:r>
    </w:p>
    <w:p w:rsidR="00922ED1" w:rsidRDefault="00256D63" w:rsidP="00256D63">
      <w:pPr>
        <w:pStyle w:val="libNormal"/>
      </w:pPr>
      <w:r>
        <w:t xml:space="preserve">    Nay, when ?</w:t>
      </w:r>
      <w:r w:rsidRPr="009C2015">
        <w:rPr>
          <w:rStyle w:val="libFootnotenumChar"/>
        </w:rPr>
        <w:t>[84]</w:t>
      </w:r>
    </w:p>
    <w:p w:rsidR="00256D63" w:rsidRDefault="00256D63" w:rsidP="00256D63">
      <w:pPr>
        <w:pStyle w:val="libNormal"/>
      </w:pPr>
      <w:r>
        <w:t>And praise belongs to God, who set in us the organs of expansio</w:t>
      </w:r>
      <w:r w:rsidR="001B6A42">
        <w:t xml:space="preserve">n, </w:t>
      </w:r>
      <w:r>
        <w:t xml:space="preserve">    appointed for us the instruments of contraction,</w:t>
      </w:r>
      <w:r w:rsidRPr="009C2015">
        <w:rPr>
          <w:rStyle w:val="libFootnotenumChar"/>
        </w:rPr>
        <w:t>[85]</w:t>
      </w:r>
    </w:p>
    <w:p w:rsidR="00256D63" w:rsidRDefault="00256D63" w:rsidP="00256D63">
      <w:pPr>
        <w:pStyle w:val="libNormal"/>
      </w:pPr>
      <w:r>
        <w:t xml:space="preserve">    gave us to enjoy the spirits of life,</w:t>
      </w:r>
      <w:r w:rsidRPr="009C2015">
        <w:rPr>
          <w:rStyle w:val="libFootnotenumChar"/>
        </w:rPr>
        <w:t>[86]</w:t>
      </w:r>
    </w:p>
    <w:p w:rsidR="00922ED1" w:rsidRDefault="00256D63" w:rsidP="00256D63">
      <w:pPr>
        <w:pStyle w:val="libNormal"/>
      </w:pPr>
      <w:r>
        <w:t xml:space="preserve">    set firm within us the limbs of actio</w:t>
      </w:r>
      <w:r w:rsidR="001B6A42">
        <w:t xml:space="preserve">n, </w:t>
      </w:r>
      <w:r>
        <w:t xml:space="preserve">    nourished us with the good things of provisio</w:t>
      </w:r>
      <w:r w:rsidR="001B6A42">
        <w:t xml:space="preserve">n, </w:t>
      </w:r>
      <w:r>
        <w:t xml:space="preserve">    enriched us with His bount</w:t>
      </w:r>
      <w:r w:rsidR="001B6A42">
        <w:t xml:space="preserve">y </w:t>
      </w:r>
      <w:r>
        <w:t xml:space="preserve">    and contented us with his favors.</w:t>
      </w:r>
      <w:r w:rsidRPr="009C2015">
        <w:rPr>
          <w:rStyle w:val="libFootnotenumChar"/>
        </w:rPr>
        <w:t>[87]</w:t>
      </w:r>
    </w:p>
    <w:p w:rsidR="00256D63" w:rsidRDefault="00256D63" w:rsidP="00256D63">
      <w:pPr>
        <w:pStyle w:val="libNormal"/>
      </w:pPr>
      <w:r>
        <w:t>Then He commanded us in order to test our obedienc</w:t>
      </w:r>
      <w:r w:rsidR="001B6A42">
        <w:t xml:space="preserve">e </w:t>
      </w:r>
      <w:r>
        <w:t xml:space="preserve">    and prohibited us in order to try our gratitude.</w:t>
      </w:r>
      <w:r w:rsidRPr="009C2015">
        <w:rPr>
          <w:rStyle w:val="libFootnotenumChar"/>
        </w:rPr>
        <w:t>[88]</w:t>
      </w:r>
    </w:p>
    <w:p w:rsidR="00922ED1" w:rsidRDefault="00256D63" w:rsidP="00256D63">
      <w:pPr>
        <w:pStyle w:val="libNormal"/>
      </w:pPr>
      <w:r>
        <w:t xml:space="preserve">    So we deviated from the path of His comman</w:t>
      </w:r>
      <w:r w:rsidR="001B6A42">
        <w:t xml:space="preserve">d </w:t>
      </w:r>
      <w:r>
        <w:t xml:space="preserve">    and journeyed in the trackless wastes of Hi</w:t>
      </w:r>
      <w:r w:rsidR="001B6A42">
        <w:t xml:space="preserve">s </w:t>
      </w:r>
      <w:r>
        <w:t xml:space="preserve">    prohibitions.</w:t>
      </w:r>
      <w:r w:rsidRPr="009C2015">
        <w:rPr>
          <w:rStyle w:val="libFootnotenumChar"/>
        </w:rPr>
        <w:t>[89]</w:t>
      </w:r>
    </w:p>
    <w:p w:rsidR="00256D63" w:rsidRDefault="00256D63" w:rsidP="00256D63">
      <w:pPr>
        <w:pStyle w:val="libNormal"/>
      </w:pPr>
      <w:r>
        <w:t xml:space="preserve">    But He hastened us not to punishment</w:t>
      </w:r>
      <w:r w:rsidRPr="009C2015">
        <w:rPr>
          <w:rStyle w:val="libFootnotenumChar"/>
        </w:rPr>
        <w:t>[90]</w:t>
      </w:r>
    </w:p>
    <w:p w:rsidR="00256D63" w:rsidRDefault="00256D63" w:rsidP="00256D63">
      <w:pPr>
        <w:pStyle w:val="libNormal"/>
      </w:pPr>
      <w:r>
        <w:t xml:space="preserve">    and sped us not to His vengeance.</w:t>
      </w:r>
    </w:p>
    <w:p w:rsidR="00922ED1" w:rsidRDefault="00256D63" w:rsidP="00256D63">
      <w:pPr>
        <w:pStyle w:val="libNormal"/>
      </w:pPr>
      <w:r>
        <w:t xml:space="preserve">    Nay, He was patient with us in His mercy, throug</w:t>
      </w:r>
      <w:r w:rsidR="001B6A42">
        <w:t xml:space="preserve">h </w:t>
      </w:r>
      <w:r>
        <w:t xml:space="preserve">        kindnes</w:t>
      </w:r>
      <w:r w:rsidR="001B6A42">
        <w:t xml:space="preserve">s, </w:t>
      </w:r>
      <w:r>
        <w:t xml:space="preserve">    and He awaited our return in His tenderness, throug</w:t>
      </w:r>
      <w:r w:rsidR="001B6A42">
        <w:t xml:space="preserve">h </w:t>
      </w:r>
      <w:r>
        <w:t xml:space="preserve">        clemency.</w:t>
      </w:r>
    </w:p>
    <w:p w:rsidR="00922ED1" w:rsidRDefault="00256D63" w:rsidP="00256D63">
      <w:pPr>
        <w:pStyle w:val="libNormal"/>
      </w:pPr>
      <w:r>
        <w:t>And praise belongs to God, who guided us to repentanc</w:t>
      </w:r>
      <w:r w:rsidR="001B6A42">
        <w:t xml:space="preserve">e, </w:t>
      </w:r>
      <w:r>
        <w:t xml:space="preserve">    which we never would have gained save through Hi</w:t>
      </w:r>
      <w:r w:rsidR="001B6A42">
        <w:t xml:space="preserve">s </w:t>
      </w:r>
      <w:r>
        <w:t xml:space="preserve">        bounty.</w:t>
      </w:r>
    </w:p>
    <w:p w:rsidR="00256D63" w:rsidRDefault="00256D63" w:rsidP="00256D63">
      <w:pPr>
        <w:pStyle w:val="libNormal"/>
      </w:pPr>
      <w:r>
        <w:t xml:space="preserve">    Were we to count as His bounty it alon</w:t>
      </w:r>
      <w:r w:rsidR="001B6A42">
        <w:t xml:space="preserve">e, </w:t>
      </w:r>
      <w:r>
        <w:t xml:space="preserve">    our benefit</w:t>
      </w:r>
      <w:r w:rsidRPr="009C2015">
        <w:rPr>
          <w:rStyle w:val="libFootnotenumChar"/>
        </w:rPr>
        <w:t>[91]</w:t>
      </w:r>
      <w:r>
        <w:t xml:space="preserve"> from Him would have been fai</w:t>
      </w:r>
      <w:r w:rsidR="001B6A42">
        <w:t xml:space="preserve">r, </w:t>
      </w:r>
      <w:r>
        <w:t xml:space="preserve">    His goodness with us grea</w:t>
      </w:r>
      <w:r w:rsidR="001B6A42">
        <w:t xml:space="preserve">t </w:t>
      </w:r>
      <w:r>
        <w:t xml:space="preserve">    and His bounty toward us vast.</w:t>
      </w:r>
    </w:p>
    <w:p w:rsidR="00922ED1" w:rsidRDefault="00256D63" w:rsidP="00256D63">
      <w:pPr>
        <w:pStyle w:val="libNormal"/>
      </w:pPr>
      <w:r>
        <w:t xml:space="preserve">    And such was not His wont with repentance in th</w:t>
      </w:r>
      <w:r w:rsidR="001B6A42">
        <w:t xml:space="preserve">e </w:t>
      </w:r>
      <w:r>
        <w:t xml:space="preserve">        case of those who went before us.</w:t>
      </w:r>
      <w:r w:rsidRPr="009C2015">
        <w:rPr>
          <w:rStyle w:val="libFootnotenumChar"/>
        </w:rPr>
        <w:t>[92]</w:t>
      </w:r>
    </w:p>
    <w:p w:rsidR="00922ED1" w:rsidRDefault="00256D63" w:rsidP="00256D63">
      <w:pPr>
        <w:pStyle w:val="libNormal"/>
      </w:pPr>
      <w:r>
        <w:t xml:space="preserve">    Assuredly He lifted from us that which we have no</w:t>
      </w:r>
      <w:r w:rsidR="001B6A42">
        <w:t xml:space="preserve">t </w:t>
      </w:r>
      <w:r>
        <w:t xml:space="preserve">        the strength to bear</w:t>
      </w:r>
      <w:r w:rsidRPr="009C2015">
        <w:rPr>
          <w:rStyle w:val="libFootnotenumChar"/>
        </w:rPr>
        <w:t>[93]</w:t>
      </w:r>
    </w:p>
    <w:p w:rsidR="00256D63" w:rsidRDefault="00256D63" w:rsidP="00256D63">
      <w:pPr>
        <w:pStyle w:val="libNormal"/>
      </w:pPr>
      <w:r>
        <w:lastRenderedPageBreak/>
        <w:t xml:space="preserve">    and He charges us not save to our capacity.</w:t>
      </w:r>
      <w:r w:rsidRPr="009C2015">
        <w:rPr>
          <w:rStyle w:val="libFootnotenumChar"/>
        </w:rPr>
        <w:t>[94]</w:t>
      </w:r>
    </w:p>
    <w:p w:rsidR="00256D63" w:rsidRDefault="00256D63" w:rsidP="00256D63">
      <w:pPr>
        <w:pStyle w:val="libNormal"/>
      </w:pPr>
      <w:r>
        <w:t xml:space="preserve">    He imposes upon us only ease</w:t>
      </w:r>
      <w:r w:rsidRPr="009C2015">
        <w:rPr>
          <w:rStyle w:val="libFootnotenumChar"/>
        </w:rPr>
        <w:t>[95]</w:t>
      </w:r>
    </w:p>
    <w:p w:rsidR="00256D63" w:rsidRDefault="00256D63" w:rsidP="00256D63">
      <w:pPr>
        <w:pStyle w:val="libNormal"/>
      </w:pPr>
      <w:r>
        <w:t xml:space="preserve">    and has left none of us with an argument or excuse.</w:t>
      </w:r>
      <w:r w:rsidRPr="009C2015">
        <w:rPr>
          <w:rStyle w:val="libFootnotenumChar"/>
        </w:rPr>
        <w:t>[96]</w:t>
      </w:r>
    </w:p>
    <w:p w:rsidR="00922ED1" w:rsidRDefault="00256D63" w:rsidP="00256D63">
      <w:pPr>
        <w:pStyle w:val="libNormal"/>
      </w:pPr>
      <w:r>
        <w:t xml:space="preserve">    So perished is he among us who perishes in spite o</w:t>
      </w:r>
      <w:r w:rsidR="001B6A42">
        <w:t xml:space="preserve">f </w:t>
      </w:r>
      <w:r>
        <w:t xml:space="preserve">        Him</w:t>
      </w:r>
      <w:r w:rsidRPr="009C2015">
        <w:rPr>
          <w:rStyle w:val="libFootnotenumChar"/>
        </w:rPr>
        <w:t>[97]</w:t>
      </w:r>
    </w:p>
    <w:p w:rsidR="00922ED1" w:rsidRDefault="00256D63" w:rsidP="00256D63">
      <w:pPr>
        <w:pStyle w:val="libNormal"/>
      </w:pPr>
      <w:r>
        <w:t xml:space="preserve">    and felicitous is he among us who lets Him be his quest.</w:t>
      </w:r>
    </w:p>
    <w:p w:rsidR="00922ED1" w:rsidRDefault="00256D63" w:rsidP="00256D63">
      <w:pPr>
        <w:pStyle w:val="libNormal"/>
      </w:pPr>
      <w:r>
        <w:t>And praise belongs to God to the extent of all that He is praise</w:t>
      </w:r>
      <w:r w:rsidR="001B6A42">
        <w:t xml:space="preserve">d </w:t>
      </w:r>
      <w:r>
        <w:t xml:space="preserve">        by those of His angels nearest to Hi</w:t>
      </w:r>
      <w:r w:rsidR="001B6A42">
        <w:t xml:space="preserve">m, </w:t>
      </w:r>
      <w:r>
        <w:t xml:space="preserve">    His creatures noblest in His sigh</w:t>
      </w:r>
      <w:r w:rsidR="001B6A42">
        <w:t xml:space="preserve">t </w:t>
      </w:r>
      <w:r>
        <w:t xml:space="preserve">    and His praisers most pleasing to Hi</w:t>
      </w:r>
      <w:r w:rsidR="001B6A42">
        <w:t xml:space="preserve">m, </w:t>
      </w:r>
      <w:r>
        <w:t>a praise which surpasses other praises as our Lord surpasse</w:t>
      </w:r>
      <w:r w:rsidR="001B6A42">
        <w:t xml:space="preserve">s </w:t>
      </w:r>
      <w:r>
        <w:t xml:space="preserve">        all of His creation.</w:t>
      </w:r>
    </w:p>
    <w:p w:rsidR="00922ED1" w:rsidRDefault="00256D63" w:rsidP="00256D63">
      <w:pPr>
        <w:pStyle w:val="libNormal"/>
      </w:pPr>
      <w:r>
        <w:t>Then to Him belongs praise in place of His every blessing upon u</w:t>
      </w:r>
      <w:r w:rsidR="001B6A42">
        <w:t xml:space="preserve">s </w:t>
      </w:r>
      <w:r>
        <w:t xml:space="preserve">    and upon all of His servants, those gone and thos</w:t>
      </w:r>
      <w:r w:rsidR="001B6A42">
        <w:t xml:space="preserve">e </w:t>
      </w:r>
      <w:r>
        <w:t xml:space="preserve">        remainin</w:t>
      </w:r>
      <w:r w:rsidR="001B6A42">
        <w:t xml:space="preserve">g, </w:t>
      </w:r>
      <w:r>
        <w:t xml:space="preserve">    to the number of all things His knowledge encompasses, and in place of every one of these blessings, whose number will be doubled and redoubled always and forever until the Day of Resurrection;</w:t>
      </w:r>
    </w:p>
    <w:p w:rsidR="00922ED1" w:rsidRDefault="00256D63" w:rsidP="00256D63">
      <w:pPr>
        <w:pStyle w:val="libNormal"/>
      </w:pPr>
      <w:r>
        <w:t>a praise whose confines have no limi</w:t>
      </w:r>
      <w:r w:rsidR="001B6A42">
        <w:t xml:space="preserve">t, </w:t>
      </w:r>
      <w:r>
        <w:t xml:space="preserve">    whose number has no reckonin</w:t>
      </w:r>
      <w:r w:rsidR="001B6A42">
        <w:t xml:space="preserve">g, </w:t>
      </w:r>
      <w:r>
        <w:t xml:space="preserve">    whose extremity is never reache</w:t>
      </w:r>
      <w:r w:rsidR="001B6A42">
        <w:t xml:space="preserve">d </w:t>
      </w:r>
      <w:r>
        <w:t xml:space="preserve">    and whose term is never interrupted;</w:t>
      </w:r>
      <w:r w:rsidRPr="009C2015">
        <w:rPr>
          <w:rStyle w:val="libFootnotenumChar"/>
        </w:rPr>
        <w:t>[98]</w:t>
      </w:r>
    </w:p>
    <w:p w:rsidR="00922ED1" w:rsidRDefault="00256D63" w:rsidP="00256D63">
      <w:pPr>
        <w:pStyle w:val="libNormal"/>
      </w:pPr>
      <w:r>
        <w:t xml:space="preserve">    a praise which may prove a way to reach His obedience an</w:t>
      </w:r>
      <w:r w:rsidR="001B6A42">
        <w:t xml:space="preserve">d </w:t>
      </w:r>
      <w:r>
        <w:t xml:space="preserve">        pardo</w:t>
      </w:r>
      <w:r w:rsidR="001B6A42">
        <w:t xml:space="preserve">n, </w:t>
      </w:r>
      <w:r>
        <w:t xml:space="preserve">    a means to His good-pleasure, a cause of His forgiveness, a path to His Paradis</w:t>
      </w:r>
      <w:r w:rsidR="001B6A42">
        <w:t xml:space="preserve">e, </w:t>
      </w:r>
      <w:r>
        <w:t xml:space="preserve">    a guard against His vengeance, a sanctuary from His wrath, an aid to obeying Hi</w:t>
      </w:r>
      <w:r w:rsidR="001B6A42">
        <w:t xml:space="preserve">m, </w:t>
      </w:r>
      <w:r>
        <w:t xml:space="preserve">    a barrier against disobeying Hi</w:t>
      </w:r>
      <w:r w:rsidR="001B6A42">
        <w:t xml:space="preserve">m </w:t>
      </w:r>
      <w:r>
        <w:t xml:space="preserve">    and a help toward carrying out our duties an</w:t>
      </w:r>
      <w:r w:rsidR="001B6A42">
        <w:t xml:space="preserve">d </w:t>
      </w:r>
      <w:r>
        <w:t xml:space="preserve">        obligations toward Him;</w:t>
      </w:r>
    </w:p>
    <w:p w:rsidR="00922ED1" w:rsidRDefault="00256D63" w:rsidP="00256D63">
      <w:pPr>
        <w:pStyle w:val="libNormal"/>
      </w:pPr>
      <w:r>
        <w:t xml:space="preserve">    a praise which may give us the good fortune to be amon</w:t>
      </w:r>
      <w:r w:rsidR="001B6A42">
        <w:t xml:space="preserve">g </w:t>
      </w:r>
      <w:r>
        <w:t xml:space="preserve">        His felicitous Friends,</w:t>
      </w:r>
      <w:r w:rsidRPr="009C2015">
        <w:rPr>
          <w:rStyle w:val="libFootnotenumChar"/>
        </w:rPr>
        <w:t>[99]</w:t>
      </w:r>
    </w:p>
    <w:p w:rsidR="00922ED1" w:rsidRDefault="00256D63" w:rsidP="00256D63">
      <w:pPr>
        <w:pStyle w:val="libNormal"/>
      </w:pPr>
      <w:r>
        <w:t xml:space="preserve">    and by which we may enter the ranks of thos</w:t>
      </w:r>
      <w:r w:rsidR="001B6A42">
        <w:t xml:space="preserve">e </w:t>
      </w:r>
      <w:r>
        <w:t xml:space="preserve">        n,artyred </w:t>
      </w:r>
      <w:r w:rsidRPr="009C2015">
        <w:rPr>
          <w:rStyle w:val="libFootnotenumChar"/>
        </w:rPr>
        <w:t>[100]</w:t>
      </w:r>
    </w:p>
    <w:p w:rsidR="00922ED1" w:rsidRDefault="00256D63" w:rsidP="00256D63">
      <w:pPr>
        <w:pStyle w:val="libNormal"/>
      </w:pPr>
      <w:r>
        <w:t xml:space="preserve">    by the swords of His enemies.</w:t>
      </w:r>
    </w:p>
    <w:p w:rsidR="00922ED1" w:rsidRDefault="00256D63" w:rsidP="00256D63">
      <w:pPr>
        <w:pStyle w:val="libNormal"/>
      </w:pPr>
      <w:r>
        <w:t xml:space="preserve">Surely He is a protecting Friend, Praiseworthy. </w:t>
      </w:r>
      <w:r w:rsidRPr="009C2015">
        <w:rPr>
          <w:rStyle w:val="libFootnotenumChar"/>
        </w:rPr>
        <w:t>[101]</w:t>
      </w:r>
    </w:p>
    <w:p w:rsidR="00256D63" w:rsidRDefault="00256D63" w:rsidP="00256D63">
      <w:pPr>
        <w:pStyle w:val="libNormal"/>
      </w:pPr>
      <w:r>
        <w:t>2. Prayer for the Morning and Evenin</w:t>
      </w:r>
      <w:r w:rsidR="001B6A42">
        <w:t xml:space="preserve">g </w:t>
      </w:r>
      <w:r>
        <w:t>Praise belongs to God, who created the night and the day b</w:t>
      </w:r>
      <w:r w:rsidR="001B6A42">
        <w:t xml:space="preserve">y </w:t>
      </w:r>
      <w:r>
        <w:t xml:space="preserve">        His strengt</w:t>
      </w:r>
      <w:r w:rsidR="001B6A42">
        <w:t xml:space="preserve">h, </w:t>
      </w:r>
      <w:r>
        <w:t xml:space="preserve">    differentiated them by His powe</w:t>
      </w:r>
      <w:r w:rsidR="001B6A42">
        <w:t xml:space="preserve">r </w:t>
      </w:r>
      <w:r>
        <w:t xml:space="preserve">    and appointed for each of them a determined limi</w:t>
      </w:r>
      <w:r w:rsidR="001B6A42">
        <w:t xml:space="preserve">t </w:t>
      </w:r>
      <w:r>
        <w:t xml:space="preserve">    and an extended term.</w:t>
      </w:r>
      <w:r w:rsidRPr="009C2015">
        <w:rPr>
          <w:rStyle w:val="libFootnotenumChar"/>
        </w:rPr>
        <w:t>[102]</w:t>
      </w:r>
    </w:p>
    <w:p w:rsidR="00256D63" w:rsidRDefault="00256D63" w:rsidP="00256D63">
      <w:pPr>
        <w:pStyle w:val="libNormal"/>
      </w:pPr>
      <w:r>
        <w:t xml:space="preserve">    He makes each of them enter into its companio</w:t>
      </w:r>
      <w:r w:rsidR="001B6A42">
        <w:t xml:space="preserve">n </w:t>
      </w:r>
      <w:r>
        <w:t xml:space="preserve">    and makes its companion enter into it,</w:t>
      </w:r>
      <w:r w:rsidRPr="009C2015">
        <w:rPr>
          <w:rStyle w:val="libFootnotenumChar"/>
        </w:rPr>
        <w:t>[103]</w:t>
      </w:r>
    </w:p>
    <w:p w:rsidR="00922ED1" w:rsidRDefault="00256D63" w:rsidP="00256D63">
      <w:pPr>
        <w:pStyle w:val="libNormal"/>
      </w:pPr>
      <w:r>
        <w:t xml:space="preserve">    as an ordainment from Him for His servant</w:t>
      </w:r>
      <w:r w:rsidR="001B6A42">
        <w:t xml:space="preserve">s </w:t>
      </w:r>
      <w:r>
        <w:t xml:space="preserve">    in that which He feeds them and with which He causes them to grow.</w:t>
      </w:r>
    </w:p>
    <w:p w:rsidR="00256D63" w:rsidRDefault="00256D63" w:rsidP="00256D63">
      <w:pPr>
        <w:pStyle w:val="libNormal"/>
      </w:pPr>
      <w:r>
        <w:t xml:space="preserve">        So He created for them the nigh</w:t>
      </w:r>
      <w:r w:rsidR="001B6A42">
        <w:t xml:space="preserve">t </w:t>
      </w:r>
      <w:r>
        <w:t xml:space="preserve">    that they might repose in i</w:t>
      </w:r>
      <w:r w:rsidR="001B6A42">
        <w:t xml:space="preserve">t </w:t>
      </w:r>
      <w:r>
        <w:t xml:space="preserve">    from toilsome movement</w:t>
      </w:r>
      <w:r w:rsidR="001B6A42">
        <w:t xml:space="preserve">s </w:t>
      </w:r>
      <w:r>
        <w:t xml:space="preserve">    and fatiguing activities.</w:t>
      </w:r>
      <w:r w:rsidRPr="009C2015">
        <w:rPr>
          <w:rStyle w:val="libFootnotenumChar"/>
        </w:rPr>
        <w:t>[104]</w:t>
      </w:r>
    </w:p>
    <w:p w:rsidR="00922ED1" w:rsidRDefault="00256D63" w:rsidP="00256D63">
      <w:pPr>
        <w:pStyle w:val="libNormal"/>
      </w:pPr>
      <w:r>
        <w:t xml:space="preserve">    He made it a garment that they might cloth</w:t>
      </w:r>
      <w:r w:rsidR="001B6A42">
        <w:t xml:space="preserve">e </w:t>
      </w:r>
      <w:r>
        <w:t xml:space="preserve">        themselves in His res</w:t>
      </w:r>
      <w:r w:rsidR="001B6A42">
        <w:t xml:space="preserve">t </w:t>
      </w:r>
      <w:r>
        <w:t xml:space="preserve">    and His sleep,</w:t>
      </w:r>
      <w:r w:rsidRPr="009C2015">
        <w:rPr>
          <w:rStyle w:val="libFootnotenumChar"/>
        </w:rPr>
        <w:t>[105]</w:t>
      </w:r>
    </w:p>
    <w:p w:rsidR="00922ED1" w:rsidRDefault="00256D63" w:rsidP="00256D63">
      <w:pPr>
        <w:pStyle w:val="libNormal"/>
      </w:pPr>
      <w:r>
        <w:t xml:space="preserve">    that it might be for them refreshmen</w:t>
      </w:r>
      <w:r w:rsidR="001B6A42">
        <w:t xml:space="preserve">t </w:t>
      </w:r>
      <w:r>
        <w:t xml:space="preserve">    and strengt</w:t>
      </w:r>
      <w:r w:rsidR="001B6A42">
        <w:t xml:space="preserve">h, </w:t>
      </w:r>
      <w:r>
        <w:t xml:space="preserve">    and that they might attain in it pleasur</w:t>
      </w:r>
      <w:r w:rsidR="001B6A42">
        <w:t xml:space="preserve">e </w:t>
      </w:r>
      <w:r>
        <w:t xml:space="preserve">    and passion.</w:t>
      </w:r>
    </w:p>
    <w:p w:rsidR="00922ED1" w:rsidRDefault="00256D63" w:rsidP="00256D63">
      <w:pPr>
        <w:pStyle w:val="libNormal"/>
      </w:pPr>
      <w:r>
        <w:t>And He created for them the day to se</w:t>
      </w:r>
      <w:r w:rsidR="001B6A42">
        <w:t xml:space="preserve">e </w:t>
      </w:r>
      <w:r>
        <w:t xml:space="preserve">    that they might seek something of His bounty withi</w:t>
      </w:r>
      <w:r w:rsidR="001B6A42">
        <w:t xml:space="preserve">n </w:t>
      </w:r>
      <w:r>
        <w:t xml:space="preserve">        it, </w:t>
      </w:r>
      <w:r w:rsidRPr="009C2015">
        <w:rPr>
          <w:rStyle w:val="libFootnotenumChar"/>
        </w:rPr>
        <w:t>[106]</w:t>
      </w:r>
    </w:p>
    <w:p w:rsidR="00922ED1" w:rsidRDefault="00256D63" w:rsidP="00256D63">
      <w:pPr>
        <w:pStyle w:val="libNormal"/>
      </w:pPr>
      <w:r>
        <w:t xml:space="preserve">    gain access to His provisio</w:t>
      </w:r>
      <w:r w:rsidR="001B6A42">
        <w:t xml:space="preserve">n </w:t>
      </w:r>
      <w:r>
        <w:t xml:space="preserve">    and spread freely on His eart</w:t>
      </w:r>
      <w:r w:rsidR="001B6A42">
        <w:t xml:space="preserve">h </w:t>
      </w:r>
      <w:r>
        <w:t xml:space="preserve">    searching for that wherein lies the attainment of th</w:t>
      </w:r>
      <w:r w:rsidR="001B6A42">
        <w:t xml:space="preserve">e </w:t>
      </w:r>
      <w:r>
        <w:t xml:space="preserve">        immediate things of this worl</w:t>
      </w:r>
      <w:r w:rsidR="001B6A42">
        <w:t xml:space="preserve">d </w:t>
      </w:r>
      <w:r>
        <w:t xml:space="preserve">    and the acquisition of the deferred things of th</w:t>
      </w:r>
      <w:r w:rsidR="001B6A42">
        <w:t xml:space="preserve">e </w:t>
      </w:r>
      <w:r>
        <w:t xml:space="preserve">        wond to come.</w:t>
      </w:r>
    </w:p>
    <w:p w:rsidR="00256D63" w:rsidRDefault="00256D63" w:rsidP="00256D63">
      <w:pPr>
        <w:pStyle w:val="libNormal"/>
      </w:pPr>
      <w:r>
        <w:t>With all of this He sets them arigh</w:t>
      </w:r>
      <w:r w:rsidR="001B6A42">
        <w:t xml:space="preserve">t, </w:t>
      </w:r>
      <w:r>
        <w:t xml:space="preserve">    tries their tidings, </w:t>
      </w:r>
      <w:r w:rsidRPr="009C2015">
        <w:rPr>
          <w:rStyle w:val="libFootnotenumChar"/>
        </w:rPr>
        <w:t>[107]</w:t>
      </w:r>
    </w:p>
    <w:p w:rsidR="00922ED1" w:rsidRDefault="00256D63" w:rsidP="00256D63">
      <w:pPr>
        <w:pStyle w:val="libNormal"/>
      </w:pPr>
      <w:r>
        <w:lastRenderedPageBreak/>
        <w:t xml:space="preserve">    and observes how they are in the times (set apart) fo</w:t>
      </w:r>
      <w:r w:rsidR="001B6A42">
        <w:t xml:space="preserve">r </w:t>
      </w:r>
      <w:r>
        <w:t xml:space="preserve">        obeying Hi</w:t>
      </w:r>
      <w:r w:rsidR="001B6A42">
        <w:t xml:space="preserve">m, </w:t>
      </w:r>
      <w:r>
        <w:t xml:space="preserve">    the stages of what He has obligated (upon them) and the situations in which His laws appl</w:t>
      </w:r>
      <w:r w:rsidR="001B6A42">
        <w:t xml:space="preserve">y, </w:t>
      </w:r>
      <w:r>
        <w:t xml:space="preserve">    "That He may reward those who do evil with that .</w:t>
      </w:r>
    </w:p>
    <w:p w:rsidR="00922ED1" w:rsidRDefault="00256D63" w:rsidP="00256D63">
      <w:pPr>
        <w:pStyle w:val="libNormal"/>
      </w:pPr>
      <w:r>
        <w:t xml:space="preserve">        which they have don</w:t>
      </w:r>
      <w:r w:rsidR="001B6A42">
        <w:t xml:space="preserve">e, </w:t>
      </w:r>
      <w:r>
        <w:t xml:space="preserve">    and reward those who do good with goodness"</w:t>
      </w:r>
    </w:p>
    <w:p w:rsidR="00922ED1" w:rsidRDefault="00256D63" w:rsidP="00256D63">
      <w:pPr>
        <w:pStyle w:val="libNormal"/>
      </w:pPr>
      <w:r>
        <w:t xml:space="preserve">        (LIII, 31).</w:t>
      </w:r>
    </w:p>
    <w:p w:rsidR="00922ED1" w:rsidRDefault="00256D63" w:rsidP="00256D63">
      <w:pPr>
        <w:pStyle w:val="libNormal"/>
      </w:pPr>
      <w:r>
        <w:t xml:space="preserve">    O God, so to Thee belongs the praise for the sky which Tho</w:t>
      </w:r>
      <w:r w:rsidR="001B6A42">
        <w:t xml:space="preserve">u </w:t>
      </w:r>
      <w:r>
        <w:t xml:space="preserve">        splittest into dawn for us,</w:t>
      </w:r>
      <w:r w:rsidRPr="009C2015">
        <w:rPr>
          <w:rStyle w:val="libFootnotenumChar"/>
        </w:rPr>
        <w:t>[108]</w:t>
      </w:r>
    </w:p>
    <w:p w:rsidR="00922ED1" w:rsidRDefault="00256D63" w:rsidP="00256D63">
      <w:pPr>
        <w:pStyle w:val="libNormal"/>
      </w:pPr>
      <w:r>
        <w:t xml:space="preserve">    the light of the day which Thou givest us to enjo</w:t>
      </w:r>
      <w:r w:rsidR="001B6A42">
        <w:t xml:space="preserve">y </w:t>
      </w:r>
      <w:r>
        <w:t xml:space="preserve">        thereb</w:t>
      </w:r>
      <w:r w:rsidR="001B6A42">
        <w:t xml:space="preserve">y, </w:t>
      </w:r>
      <w:r>
        <w:t xml:space="preserve">    the places for seeking sustenance Thou makest us to se</w:t>
      </w:r>
      <w:r w:rsidR="001B6A42">
        <w:t xml:space="preserve">e </w:t>
      </w:r>
      <w:r>
        <w:t xml:space="preserve">    and the striking of maladies from which Thou protectes</w:t>
      </w:r>
      <w:r w:rsidR="001B6A42">
        <w:t xml:space="preserve">t </w:t>
      </w:r>
      <w:r>
        <w:t xml:space="preserve">        us therein.</w:t>
      </w:r>
    </w:p>
    <w:p w:rsidR="00256D63" w:rsidRDefault="00256D63" w:rsidP="00256D63">
      <w:pPr>
        <w:pStyle w:val="libNormal"/>
      </w:pPr>
      <w:r>
        <w:t xml:space="preserve">    We and all things, all together, enter upon the mornin</w:t>
      </w:r>
      <w:r w:rsidR="001B6A42">
        <w:t xml:space="preserve">g </w:t>
      </w:r>
      <w:r>
        <w:t xml:space="preserve">        belonging to The</w:t>
      </w:r>
      <w:r w:rsidR="001B6A42">
        <w:t xml:space="preserve">e </w:t>
      </w:r>
      <w:r>
        <w:t xml:space="preserve">    - the heaven and the eart</w:t>
      </w:r>
      <w:r w:rsidR="001B6A42">
        <w:t xml:space="preserve">h, </w:t>
      </w:r>
      <w:r>
        <w:t xml:space="preserve">    what Thou hast scattered in each of them,</w:t>
      </w:r>
      <w:r w:rsidRPr="009C2015">
        <w:rPr>
          <w:rStyle w:val="libFootnotenumChar"/>
        </w:rPr>
        <w:t>[109]</w:t>
      </w:r>
    </w:p>
    <w:p w:rsidR="00256D63" w:rsidRDefault="00256D63" w:rsidP="00256D63">
      <w:pPr>
        <w:pStyle w:val="libNormal"/>
      </w:pPr>
      <w:r>
        <w:t xml:space="preserve">    whether at rest or in motio</w:t>
      </w:r>
      <w:r w:rsidR="001B6A42">
        <w:t xml:space="preserve">n, </w:t>
      </w:r>
      <w:r>
        <w:t xml:space="preserve">    stationary or journeyin</w:t>
      </w:r>
      <w:r w:rsidR="001B6A42">
        <w:t xml:space="preserve">g, </w:t>
      </w:r>
      <w:r>
        <w:t xml:space="preserve">    what ascends into the ai</w:t>
      </w:r>
      <w:r w:rsidR="001B6A42">
        <w:t xml:space="preserve">r </w:t>
      </w:r>
      <w:r>
        <w:t xml:space="preserve">    and what is hidden beneath the ground.</w:t>
      </w:r>
    </w:p>
    <w:p w:rsidR="00922ED1" w:rsidRDefault="00256D63" w:rsidP="00256D63">
      <w:pPr>
        <w:pStyle w:val="libNormal"/>
      </w:pPr>
      <w:r>
        <w:t xml:space="preserve">    We enter upon the morning in Thy grasp.</w:t>
      </w:r>
    </w:p>
    <w:p w:rsidR="00256D63" w:rsidRDefault="00256D63" w:rsidP="00256D63">
      <w:pPr>
        <w:pStyle w:val="libNormal"/>
      </w:pPr>
      <w:r>
        <w:t xml:space="preserve">    Thy dominion and power encompass u</w:t>
      </w:r>
      <w:r w:rsidR="001B6A42">
        <w:t xml:space="preserve">s </w:t>
      </w:r>
      <w:r>
        <w:t xml:space="preserve">    and Thy will embraces us.</w:t>
      </w:r>
    </w:p>
    <w:p w:rsidR="00256D63" w:rsidRDefault="00256D63" w:rsidP="00256D63">
      <w:pPr>
        <w:pStyle w:val="libNormal"/>
      </w:pPr>
      <w:r>
        <w:t xml:space="preserve">    We conduct ourselves according to Thy oommand </w:t>
      </w:r>
      <w:r w:rsidRPr="009C2015">
        <w:rPr>
          <w:rStyle w:val="libFootnotenumChar"/>
        </w:rPr>
        <w:t>[110]</w:t>
      </w:r>
    </w:p>
    <w:p w:rsidR="00256D63" w:rsidRDefault="00256D63" w:rsidP="00256D63">
      <w:pPr>
        <w:pStyle w:val="libNormal"/>
      </w:pPr>
      <w:r>
        <w:t xml:space="preserve">    and we go about our business under Thy direction.</w:t>
      </w:r>
    </w:p>
    <w:p w:rsidR="00922ED1" w:rsidRDefault="00256D63" w:rsidP="00256D63">
      <w:pPr>
        <w:pStyle w:val="libNormal"/>
      </w:pPr>
      <w:r>
        <w:t xml:space="preserve">    Nothing belongs to us of the matter except as Thou hast"</w:t>
      </w:r>
    </w:p>
    <w:p w:rsidR="00256D63" w:rsidRDefault="00256D63" w:rsidP="00256D63">
      <w:pPr>
        <w:pStyle w:val="libNormal"/>
      </w:pPr>
      <w:r>
        <w:t xml:space="preserve">        decree</w:t>
      </w:r>
      <w:r w:rsidR="001B6A42">
        <w:t xml:space="preserve">d, </w:t>
      </w:r>
      <w:r>
        <w:t xml:space="preserve">    and nothing of the good except as Thou hast given.</w:t>
      </w:r>
    </w:p>
    <w:p w:rsidR="00256D63" w:rsidRDefault="00256D63" w:rsidP="00256D63">
      <w:pPr>
        <w:pStyle w:val="libNormal"/>
      </w:pPr>
      <w:r>
        <w:t xml:space="preserve">    This is a fresh, new da</w:t>
      </w:r>
      <w:r w:rsidR="001B6A42">
        <w:t xml:space="preserve">y, </w:t>
      </w:r>
      <w:r>
        <w:t xml:space="preserve">    and it is a ready witness over us.</w:t>
      </w:r>
    </w:p>
    <w:p w:rsidR="00922ED1" w:rsidRDefault="00256D63" w:rsidP="00256D63">
      <w:pPr>
        <w:pStyle w:val="libNormal"/>
      </w:pPr>
      <w:r>
        <w:t xml:space="preserve">    If we do good, it will bid farewell to us ia prais</w:t>
      </w:r>
      <w:r w:rsidR="001B6A42">
        <w:t xml:space="preserve">e, </w:t>
      </w:r>
      <w:r>
        <w:t xml:space="preserve">    and if we do evil, it will part from us in blame." </w:t>
      </w:r>
      <w:r w:rsidRPr="009C2015">
        <w:rPr>
          <w:rStyle w:val="libFootnotenumChar"/>
        </w:rPr>
        <w:t>[111]</w:t>
      </w:r>
    </w:p>
    <w:p w:rsidR="00256D63" w:rsidRDefault="00256D63" w:rsidP="00256D63">
      <w:pPr>
        <w:pStyle w:val="libNormal"/>
      </w:pPr>
      <w:r>
        <w:t>O God, bless 11Xuhammad and his househol</w:t>
      </w:r>
      <w:r w:rsidR="001B6A42">
        <w:t xml:space="preserve">d, </w:t>
      </w:r>
      <w:r>
        <w:t xml:space="preserve">    provide us with the fair companionship of this da</w:t>
      </w:r>
      <w:r w:rsidR="001B6A42">
        <w:t xml:space="preserve">y </w:t>
      </w:r>
      <w:r>
        <w:t xml:space="preserve">    and protect us from parting with it badl</w:t>
      </w:r>
      <w:r w:rsidR="001B6A42">
        <w:t xml:space="preserve">y, </w:t>
      </w:r>
      <w:r>
        <w:t xml:space="preserve">    whether. by committing an offenc</w:t>
      </w:r>
      <w:r w:rsidR="001B6A42">
        <w:t xml:space="preserve">e </w:t>
      </w:r>
      <w:r>
        <w:t xml:space="preserve">    or perpetrating a minor or major sin.</w:t>
      </w:r>
      <w:r w:rsidRPr="009C2015">
        <w:rPr>
          <w:rStyle w:val="libFootnotenumChar"/>
        </w:rPr>
        <w:t>[112]</w:t>
      </w:r>
    </w:p>
    <w:p w:rsidR="00256D63" w:rsidRDefault="00256D63" w:rsidP="00256D63">
      <w:pPr>
        <w:pStyle w:val="libNormal"/>
      </w:pPr>
      <w:r>
        <w:t xml:space="preserve">    Within it grant us abundant good deed</w:t>
      </w:r>
      <w:r w:rsidR="001B6A42">
        <w:t xml:space="preserve">s </w:t>
      </w:r>
      <w:r>
        <w:t xml:space="preserve">    and empty us of evil deeds.</w:t>
      </w:r>
    </w:p>
    <w:p w:rsidR="00256D63" w:rsidRDefault="00256D63" w:rsidP="00256D63">
      <w:pPr>
        <w:pStyle w:val="libNormal"/>
      </w:pPr>
      <w:r>
        <w:t xml:space="preserve">    Between its two extremes cause us to be filled wit</w:t>
      </w:r>
      <w:r w:rsidR="001B6A42">
        <w:t xml:space="preserve">h </w:t>
      </w:r>
      <w:r>
        <w:t xml:space="preserve">        Prais</w:t>
      </w:r>
      <w:r w:rsidR="001B6A42">
        <w:t xml:space="preserve">e, </w:t>
      </w:r>
      <w:r>
        <w:t xml:space="preserve">    thanksgivin</w:t>
      </w:r>
      <w:r w:rsidR="001B6A42">
        <w:t xml:space="preserve">g, </w:t>
      </w:r>
      <w:r>
        <w:t xml:space="preserve">    rewar</w:t>
      </w:r>
      <w:r w:rsidR="001B6A42">
        <w:t xml:space="preserve">d, </w:t>
      </w:r>
      <w:r>
        <w:t xml:space="preserve">    provision (for the world to come),</w:t>
      </w:r>
    </w:p>
    <w:p w:rsidR="00922ED1" w:rsidRDefault="00256D63" w:rsidP="00256D63">
      <w:pPr>
        <w:pStyle w:val="libNormal"/>
      </w:pPr>
      <w:r>
        <w:t xml:space="preserve">    bount</w:t>
      </w:r>
      <w:r w:rsidR="001B6A42">
        <w:t xml:space="preserve">y </w:t>
      </w:r>
      <w:r>
        <w:t xml:space="preserve">    and good-doing.</w:t>
      </w:r>
    </w:p>
    <w:p w:rsidR="00922ED1" w:rsidRDefault="00256D63" w:rsidP="00256D63">
      <w:pPr>
        <w:pStyle w:val="libNormal"/>
      </w:pPr>
      <w:r>
        <w:t>O God, ease our burden on the Noble Writers,</w:t>
      </w:r>
      <w:r w:rsidRPr="009C2015">
        <w:rPr>
          <w:rStyle w:val="libFootnotenumChar"/>
        </w:rPr>
        <w:t>[113]</w:t>
      </w:r>
    </w:p>
    <w:p w:rsidR="00256D63" w:rsidRDefault="00256D63" w:rsidP="00256D63">
      <w:pPr>
        <w:pStyle w:val="libNormal"/>
      </w:pPr>
      <w:r>
        <w:t xml:space="preserve">    fill our pages with our good deeds,</w:t>
      </w:r>
      <w:r w:rsidRPr="009C2015">
        <w:rPr>
          <w:rStyle w:val="libFootnotenumChar"/>
        </w:rPr>
        <w:t>[114]</w:t>
      </w:r>
    </w:p>
    <w:p w:rsidR="00922ED1" w:rsidRDefault="00256D63" w:rsidP="00256D63">
      <w:pPr>
        <w:pStyle w:val="libNormal"/>
      </w:pPr>
      <w:r>
        <w:t xml:space="preserve">    and abase us not before them with our evil deeds.</w:t>
      </w:r>
    </w:p>
    <w:p w:rsidR="00256D63" w:rsidRDefault="00256D63" w:rsidP="00256D63">
      <w:pPr>
        <w:pStyle w:val="libNormal"/>
      </w:pPr>
      <w:r>
        <w:t>O God, in each of the hours of the day appoint for u</w:t>
      </w:r>
      <w:r w:rsidR="001B6A42">
        <w:t xml:space="preserve">s </w:t>
      </w:r>
      <w:r>
        <w:t xml:space="preserve">    a portion of Thy servants,</w:t>
      </w:r>
      <w:r w:rsidRPr="009C2015">
        <w:rPr>
          <w:rStyle w:val="libFootnotenumChar"/>
        </w:rPr>
        <w:t>[115]</w:t>
      </w:r>
    </w:p>
    <w:p w:rsidR="00922ED1" w:rsidRDefault="00256D63" w:rsidP="00256D63">
      <w:pPr>
        <w:pStyle w:val="libNormal"/>
      </w:pPr>
      <w:r>
        <w:t xml:space="preserve">    a share of thankfulness toward The</w:t>
      </w:r>
      <w:r w:rsidR="001B6A42">
        <w:t xml:space="preserve">e </w:t>
      </w:r>
      <w:r>
        <w:t xml:space="preserve">    and a faithful witness from Thy angels.</w:t>
      </w:r>
    </w:p>
    <w:p w:rsidR="00922ED1" w:rsidRDefault="00256D63" w:rsidP="00256D63">
      <w:pPr>
        <w:pStyle w:val="libNormal"/>
      </w:pPr>
      <w:r>
        <w:t>O God, bless Muhammad and his househol</w:t>
      </w:r>
      <w:r w:rsidR="001B6A42">
        <w:t xml:space="preserve">d, </w:t>
      </w:r>
      <w:r>
        <w:t>and safeguard us from before us and behind u</w:t>
      </w:r>
      <w:r w:rsidR="001B6A42">
        <w:t xml:space="preserve">s </w:t>
      </w:r>
      <w:r>
        <w:t xml:space="preserve">    and from our right hand</w:t>
      </w:r>
      <w:r w:rsidR="001B6A42">
        <w:t xml:space="preserve">s </w:t>
      </w:r>
      <w:r>
        <w:t xml:space="preserve">    and our left hand</w:t>
      </w:r>
      <w:r w:rsidR="001B6A42">
        <w:t xml:space="preserve">s </w:t>
      </w:r>
      <w:r>
        <w:t xml:space="preserve">    and from all directions,</w:t>
      </w:r>
      <w:r w:rsidRPr="009C2015">
        <w:rPr>
          <w:rStyle w:val="libFootnotenumChar"/>
        </w:rPr>
        <w:t>[116]</w:t>
      </w:r>
    </w:p>
    <w:p w:rsidR="00922ED1" w:rsidRDefault="00256D63" w:rsidP="00256D63">
      <w:pPr>
        <w:pStyle w:val="libNormal"/>
      </w:pPr>
      <w:r>
        <w:t>with a safeguarding that will protect agains</w:t>
      </w:r>
      <w:r w:rsidR="001B6A42">
        <w:t xml:space="preserve">t </w:t>
      </w:r>
      <w:r>
        <w:t xml:space="preserve">        disobedience to The</w:t>
      </w:r>
      <w:r w:rsidR="001B6A42">
        <w:t xml:space="preserve">e, </w:t>
      </w:r>
      <w:r>
        <w:t xml:space="preserve">    guide unto Thy obedience and engender Thy love.</w:t>
      </w:r>
    </w:p>
    <w:p w:rsidR="00256D63" w:rsidRDefault="00256D63" w:rsidP="00256D63">
      <w:pPr>
        <w:pStyle w:val="libNormal"/>
      </w:pPr>
      <w:r>
        <w:lastRenderedPageBreak/>
        <w:t>O God, bless Muhammad and his househol</w:t>
      </w:r>
      <w:r w:rsidR="001B6A42">
        <w:t xml:space="preserve">d, </w:t>
      </w:r>
      <w:r>
        <w:t xml:space="preserve">    and give us success today and tonight and in all o</w:t>
      </w:r>
      <w:r w:rsidR="001B6A42">
        <w:t xml:space="preserve">f </w:t>
      </w:r>
      <w:r>
        <w:t xml:space="preserve">        our day</w:t>
      </w:r>
      <w:r w:rsidR="001B6A42">
        <w:t xml:space="preserve">s </w:t>
      </w:r>
      <w:r>
        <w:t xml:space="preserve">    to work for goo</w:t>
      </w:r>
      <w:r w:rsidR="001B6A42">
        <w:t xml:space="preserve">d, </w:t>
      </w:r>
      <w:r>
        <w:t xml:space="preserve">    abandon evi</w:t>
      </w:r>
      <w:r w:rsidR="001B6A42">
        <w:t xml:space="preserve">l, </w:t>
      </w:r>
      <w:r>
        <w:t xml:space="preserve">    give thanks for blessing</w:t>
      </w:r>
      <w:r w:rsidR="001B6A42">
        <w:t xml:space="preserve">s, </w:t>
      </w:r>
      <w:r>
        <w:t xml:space="preserve">    follow traditions (sunan),</w:t>
      </w:r>
    </w:p>
    <w:p w:rsidR="00256D63" w:rsidRDefault="00256D63" w:rsidP="00256D63">
      <w:pPr>
        <w:pStyle w:val="libNormal"/>
      </w:pPr>
      <w:r>
        <w:t xml:space="preserve">    avoid innovation, enjoin the righ</w:t>
      </w:r>
      <w:r w:rsidR="001B6A42">
        <w:t xml:space="preserve">t, </w:t>
      </w:r>
      <w:r>
        <w:t xml:space="preserve">    forbid the wrong, </w:t>
      </w:r>
      <w:r w:rsidRPr="009C2015">
        <w:rPr>
          <w:rStyle w:val="libFootnotenumChar"/>
        </w:rPr>
        <w:t>[117]</w:t>
      </w:r>
    </w:p>
    <w:p w:rsidR="00922ED1" w:rsidRDefault="00256D63" w:rsidP="00256D63">
      <w:pPr>
        <w:pStyle w:val="libNormal"/>
      </w:pPr>
      <w:r>
        <w:t xml:space="preserve">    defend Isla</w:t>
      </w:r>
      <w:r w:rsidR="001B6A42">
        <w:t xml:space="preserve">m, </w:t>
      </w:r>
      <w:r>
        <w:t xml:space="preserve">    diminish falsehood and abase i</w:t>
      </w:r>
      <w:r w:rsidR="001B6A42">
        <w:t xml:space="preserve">t, </w:t>
      </w:r>
      <w:r>
        <w:t xml:space="preserve">    aid the truth and exalt i</w:t>
      </w:r>
      <w:r w:rsidR="001B6A42">
        <w:t xml:space="preserve">t, </w:t>
      </w:r>
      <w:r>
        <w:t xml:space="preserve">    guide those who are astra</w:t>
      </w:r>
      <w:r w:rsidR="001B6A42">
        <w:t xml:space="preserve">y, </w:t>
      </w:r>
      <w:r>
        <w:t xml:space="preserve">    help the wea</w:t>
      </w:r>
      <w:r w:rsidR="001B6A42">
        <w:t xml:space="preserve">k </w:t>
      </w:r>
      <w:r>
        <w:t xml:space="preserve">    and extend a hand to the distressed.</w:t>
      </w:r>
    </w:p>
    <w:p w:rsidR="00256D63" w:rsidRDefault="00256D63" w:rsidP="00256D63">
      <w:pPr>
        <w:pStyle w:val="libNormal"/>
      </w:pPr>
      <w:r>
        <w:t>O God, bless Muhammad and his househol</w:t>
      </w:r>
      <w:r w:rsidR="001B6A42">
        <w:t xml:space="preserve">d, </w:t>
      </w:r>
      <w:r>
        <w:t xml:space="preserve">    and make this day the most blessed day we have know</w:t>
      </w:r>
      <w:r w:rsidR="001B6A42">
        <w:t xml:space="preserve">n, </w:t>
      </w:r>
      <w:r>
        <w:t xml:space="preserve">    the most excellent companion we have accompanie</w:t>
      </w:r>
      <w:r w:rsidR="001B6A42">
        <w:t xml:space="preserve">d </w:t>
      </w:r>
      <w:r>
        <w:t xml:space="preserve">    and the best time we have passed.</w:t>
      </w:r>
    </w:p>
    <w:p w:rsidR="00922ED1" w:rsidRDefault="00256D63" w:rsidP="00256D63">
      <w:pPr>
        <w:pStyle w:val="libNormal"/>
      </w:pPr>
      <w:r>
        <w:t xml:space="preserve">    Place us among the most satisfied of all Th</w:t>
      </w:r>
      <w:r w:rsidR="001B6A42">
        <w:t xml:space="preserve">y </w:t>
      </w:r>
      <w:r>
        <w:t xml:space="preserve">        creatures whom night and day have passed b</w:t>
      </w:r>
      <w:r w:rsidR="001B6A42">
        <w:t xml:space="preserve">y, </w:t>
      </w:r>
      <w:r>
        <w:t xml:space="preserve">    the most thankful for the blessings Thou ha</w:t>
      </w:r>
      <w:r w:rsidR="001B6A42">
        <w:t xml:space="preserve">s </w:t>
      </w:r>
      <w:r>
        <w:t xml:space="preserve">        vouchsafe</w:t>
      </w:r>
      <w:r w:rsidR="001B6A42">
        <w:t xml:space="preserve">d, </w:t>
      </w:r>
      <w:r>
        <w:t xml:space="preserve">    the firmest in the injunctions Thou hast promulgate</w:t>
      </w:r>
      <w:r w:rsidR="001B6A42">
        <w:t xml:space="preserve">d </w:t>
      </w:r>
      <w:r>
        <w:t xml:space="preserve">    and the most scrupulous in what Thou hast warne</w:t>
      </w:r>
      <w:r w:rsidR="001B6A42">
        <w:t xml:space="preserve">d </w:t>
      </w:r>
      <w:r>
        <w:t xml:space="preserve">        against in Thy prohibitions.</w:t>
      </w:r>
    </w:p>
    <w:p w:rsidR="00256D63" w:rsidRDefault="00256D63" w:rsidP="00256D63">
      <w:pPr>
        <w:pStyle w:val="libNormal"/>
      </w:pPr>
      <w:r>
        <w:t>O God, surely I call Thee to witnes</w:t>
      </w:r>
      <w:r w:rsidR="001B6A42">
        <w:t xml:space="preserve">s </w:t>
      </w:r>
      <w:r>
        <w:t>- and Thou art sufficient witness -</w:t>
      </w:r>
      <w:r w:rsidRPr="009C2015">
        <w:rPr>
          <w:rStyle w:val="libFootnotenumChar"/>
        </w:rPr>
        <w:t>[118]</w:t>
      </w:r>
    </w:p>
    <w:p w:rsidR="00256D63" w:rsidRDefault="00256D63" w:rsidP="00256D63">
      <w:pPr>
        <w:pStyle w:val="libNormal"/>
      </w:pPr>
      <w:r>
        <w:t>and I call to witness Thy heaven and Thy eart</w:t>
      </w:r>
      <w:r w:rsidR="001B6A42">
        <w:t xml:space="preserve">h </w:t>
      </w:r>
      <w:r>
        <w:t>and whomsoever Thou makest to dwell in the</w:t>
      </w:r>
      <w:r w:rsidR="001B6A42">
        <w:t xml:space="preserve">m </w:t>
      </w:r>
      <w:r>
        <w:t>of Thy angels and Thy other creature</w:t>
      </w:r>
      <w:r w:rsidR="001B6A42">
        <w:t xml:space="preserve">s, </w:t>
      </w:r>
      <w:r>
        <w:t>on this da</w:t>
      </w:r>
      <w:r w:rsidR="001B6A42">
        <w:t xml:space="preserve">y, </w:t>
      </w:r>
      <w:r>
        <w:t>at this hou</w:t>
      </w:r>
      <w:r w:rsidR="001B6A42">
        <w:t xml:space="preserve">r, </w:t>
      </w:r>
      <w:r>
        <w:t>in this nigh</w:t>
      </w:r>
      <w:r w:rsidR="001B6A42">
        <w:t xml:space="preserve">t </w:t>
      </w:r>
      <w:r>
        <w:t>and within this my abod</w:t>
      </w:r>
      <w:r w:rsidR="001B6A42">
        <w:t xml:space="preserve">e </w:t>
      </w:r>
      <w:r>
        <w:t>that I testify that Thou art Go</w:t>
      </w:r>
      <w:r w:rsidR="001B6A42">
        <w:t xml:space="preserve">d, </w:t>
      </w:r>
      <w:r>
        <w:t xml:space="preserve">    there is no god but Tho</w:t>
      </w:r>
      <w:r w:rsidR="001B6A42">
        <w:t xml:space="preserve">u, </w:t>
      </w:r>
      <w:r>
        <w:t xml:space="preserve">    upholding justice,</w:t>
      </w:r>
      <w:r w:rsidRPr="009C2015">
        <w:rPr>
          <w:rStyle w:val="libFootnotenumChar"/>
        </w:rPr>
        <w:t>[119]</w:t>
      </w:r>
    </w:p>
    <w:p w:rsidR="00256D63" w:rsidRDefault="00256D63" w:rsidP="00256D63">
      <w:pPr>
        <w:pStyle w:val="libNormal"/>
      </w:pPr>
      <w:r>
        <w:t xml:space="preserve">    equitable in judgmen</w:t>
      </w:r>
      <w:r w:rsidR="001B6A42">
        <w:t xml:space="preserve">t, </w:t>
      </w:r>
      <w:r>
        <w:t xml:space="preserve">    tender to servant</w:t>
      </w:r>
      <w:r w:rsidR="001B6A42">
        <w:t xml:space="preserve">s, </w:t>
      </w:r>
      <w:r>
        <w:t xml:space="preserve">    Master of the dominion,</w:t>
      </w:r>
      <w:r w:rsidRPr="009C2015">
        <w:rPr>
          <w:rStyle w:val="libFootnotenumChar"/>
        </w:rPr>
        <w:t>[120]</w:t>
      </w:r>
    </w:p>
    <w:p w:rsidR="00922ED1" w:rsidRDefault="00256D63" w:rsidP="00256D63">
      <w:pPr>
        <w:pStyle w:val="libNormal"/>
      </w:pPr>
      <w:r>
        <w:t xml:space="preserve">    merciful to creatures;</w:t>
      </w:r>
    </w:p>
    <w:p w:rsidR="00922ED1" w:rsidRDefault="00256D63" w:rsidP="00256D63">
      <w:pPr>
        <w:pStyle w:val="libNormal"/>
      </w:pPr>
      <w:r>
        <w:t>and that Muhammad is Thy servant and Thy messenge</w:t>
      </w:r>
      <w:r w:rsidR="001B6A42">
        <w:t xml:space="preserve">r </w:t>
      </w:r>
      <w:r>
        <w:t xml:space="preserve">    and he whom Thou hast chosen from among Th</w:t>
      </w:r>
      <w:r w:rsidR="001B6A42">
        <w:t xml:space="preserve">y </w:t>
      </w:r>
      <w:r>
        <w:t xml:space="preserve">        creatures.</w:t>
      </w:r>
    </w:p>
    <w:p w:rsidR="00922ED1" w:rsidRDefault="00256D63" w:rsidP="00256D63">
      <w:pPr>
        <w:pStyle w:val="libNormal"/>
      </w:pPr>
      <w:r>
        <w:t xml:space="preserve">    Thou didst charge him with Thy message and h</w:t>
      </w:r>
      <w:r w:rsidR="001B6A42">
        <w:t xml:space="preserve">e </w:t>
      </w:r>
      <w:r>
        <w:t xml:space="preserve">        delivered it,</w:t>
      </w:r>
      <w:r w:rsidRPr="009C2015">
        <w:rPr>
          <w:rStyle w:val="libFootnotenumChar"/>
        </w:rPr>
        <w:t>[121]</w:t>
      </w:r>
    </w:p>
    <w:p w:rsidR="00922ED1" w:rsidRDefault="00256D63" w:rsidP="00256D63">
      <w:pPr>
        <w:pStyle w:val="libNormal"/>
      </w:pPr>
      <w:r>
        <w:t xml:space="preserve">    Thou didst command him to counsel his communit</w:t>
      </w:r>
      <w:r w:rsidR="001B6A42">
        <w:t xml:space="preserve">y </w:t>
      </w:r>
      <w:r>
        <w:t xml:space="preserve">    and he counselled it.</w:t>
      </w:r>
    </w:p>
    <w:p w:rsidR="00256D63" w:rsidRDefault="00256D63" w:rsidP="00256D63">
      <w:pPr>
        <w:pStyle w:val="libNormal"/>
      </w:pPr>
      <w:r>
        <w:t>O God, so bless Muhammad and his househol</w:t>
      </w:r>
      <w:r w:rsidR="001B6A42">
        <w:t xml:space="preserve">d </w:t>
      </w:r>
      <w:r>
        <w:t xml:space="preserve">    the most Thou hast blessed any of Thy creatures.</w:t>
      </w:r>
    </w:p>
    <w:p w:rsidR="00922ED1" w:rsidRDefault="00256D63" w:rsidP="00256D63">
      <w:pPr>
        <w:pStyle w:val="libNormal"/>
      </w:pPr>
      <w:r>
        <w:t xml:space="preserve">    Bestow upon him on our behalf the most excellent o</w:t>
      </w:r>
      <w:r w:rsidR="001B6A42">
        <w:t xml:space="preserve">f </w:t>
      </w:r>
      <w:r>
        <w:t xml:space="preserve">        what Thou hast given any of Thy servant</w:t>
      </w:r>
      <w:r w:rsidR="001B6A42">
        <w:t xml:space="preserve">s, </w:t>
      </w:r>
      <w:r>
        <w:t xml:space="preserve">    and recompense him in our stead with the mos</w:t>
      </w:r>
      <w:r w:rsidR="001B6A42">
        <w:t xml:space="preserve">t </w:t>
      </w:r>
      <w:r>
        <w:t xml:space="preserve">        excellent and generous recompense tha</w:t>
      </w:r>
      <w:r w:rsidR="001B6A42">
        <w:t xml:space="preserve">t </w:t>
      </w:r>
      <w:r>
        <w:t xml:space="preserve">        Thou hast given any of Thy prophets o</w:t>
      </w:r>
      <w:r w:rsidR="001B6A42">
        <w:t xml:space="preserve">n </w:t>
      </w:r>
      <w:r>
        <w:t xml:space="preserve">        behalf of his community.</w:t>
      </w:r>
    </w:p>
    <w:p w:rsidR="00922ED1" w:rsidRDefault="00256D63" w:rsidP="00256D63">
      <w:pPr>
        <w:pStyle w:val="libNormal"/>
      </w:pPr>
      <w:r>
        <w:t xml:space="preserve">    Truly Thou art All-gracious with immense blessing</w:t>
      </w:r>
      <w:r w:rsidR="001B6A42">
        <w:t xml:space="preserve">s, </w:t>
      </w:r>
      <w:r>
        <w:t xml:space="preserve">    the Forgiver of great sin</w:t>
      </w:r>
      <w:r w:rsidR="001B6A42">
        <w:t xml:space="preserve">s, </w:t>
      </w:r>
      <w:r>
        <w:t xml:space="preserve">    and Thou art more compassionate than every possesso</w:t>
      </w:r>
      <w:r w:rsidR="001B6A42">
        <w:t xml:space="preserve">r </w:t>
      </w:r>
      <w:r>
        <w:t xml:space="preserve">        of compassion.</w:t>
      </w:r>
    </w:p>
    <w:p w:rsidR="00256D63" w:rsidRDefault="00256D63" w:rsidP="00256D63">
      <w:pPr>
        <w:pStyle w:val="libNormal"/>
      </w:pPr>
      <w:r>
        <w:t>So bless Muhammad and his househol</w:t>
      </w:r>
      <w:r w:rsidR="001B6A42">
        <w:t xml:space="preserve">d, </w:t>
      </w:r>
      <w:r>
        <w:t xml:space="preserve">    the virtuous, the pur</w:t>
      </w:r>
      <w:r w:rsidR="001B6A42">
        <w:t xml:space="preserve">e, </w:t>
      </w:r>
      <w:r>
        <w:t xml:space="preserve">    the most excellent and noble.</w:t>
      </w:r>
    </w:p>
    <w:p w:rsidR="00256D63" w:rsidRDefault="00256D63" w:rsidP="00D1636C">
      <w:pPr>
        <w:pStyle w:val="Heading2Center"/>
      </w:pPr>
      <w:bookmarkStart w:id="43" w:name="_Toc462314945"/>
      <w:r>
        <w:t>C. Muhammad al-Mahdi, the Twelfth Imam</w:t>
      </w:r>
      <w:bookmarkEnd w:id="43"/>
    </w:p>
    <w:p w:rsidR="00922ED1" w:rsidRDefault="00256D63" w:rsidP="00256D63">
      <w:pPr>
        <w:pStyle w:val="libNormal"/>
      </w:pPr>
      <w:r>
        <w:t xml:space="preserve">    Prayer for the month of Raja</w:t>
      </w:r>
      <w:r w:rsidR="001B6A42">
        <w:t xml:space="preserve">b </w:t>
      </w:r>
      <w:r>
        <w:t xml:space="preserve">    Shaykh al-Tusi has related that this noble writing came out of the Sacred Precinct on the hand of that great Shaykh, Abu Jafar Muhammad ibn Uthman ibn Said</w:t>
      </w:r>
      <w:r w:rsidRPr="009C2015">
        <w:rPr>
          <w:rStyle w:val="libFootnotenumChar"/>
        </w:rPr>
        <w:t>[122]</w:t>
      </w:r>
      <w:r>
        <w:t xml:space="preserve"> - may God be pleased wit</w:t>
      </w:r>
      <w:r w:rsidR="001B6A42">
        <w:t xml:space="preserve">h </w:t>
      </w:r>
      <w:r>
        <w:t xml:space="preserve">    him. Recite it on each day of the month of Rajab.</w:t>
      </w:r>
    </w:p>
    <w:p w:rsidR="00922ED1" w:rsidRDefault="00256D63" w:rsidP="00256D63">
      <w:pPr>
        <w:pStyle w:val="libNormal"/>
      </w:pPr>
      <w:r>
        <w:t>In the Name of God, the Merciful, the Compassionat</w:t>
      </w:r>
      <w:r w:rsidR="001B6A42">
        <w:t xml:space="preserve">e </w:t>
      </w:r>
      <w:r>
        <w:t>O God, I ask Thee by the meaning of all that by which Thou ar</w:t>
      </w:r>
      <w:r w:rsidR="001B6A42">
        <w:t xml:space="preserve">t </w:t>
      </w:r>
      <w:r>
        <w:t xml:space="preserve">    called upon by those who govern with Thy authority:</w:t>
      </w:r>
    </w:p>
    <w:p w:rsidR="00922ED1" w:rsidRDefault="00256D63" w:rsidP="00256D63">
      <w:pPr>
        <w:pStyle w:val="libNormal"/>
      </w:pPr>
      <w:r>
        <w:lastRenderedPageBreak/>
        <w:t xml:space="preserve">    those who are entrusted with Thymyster</w:t>
      </w:r>
      <w:r w:rsidR="001B6A42">
        <w:t xml:space="preserve">y, </w:t>
      </w:r>
      <w:r>
        <w:t xml:space="preserve">    welcome Thycomman</w:t>
      </w:r>
      <w:r w:rsidR="001B6A42">
        <w:t xml:space="preserve">d, </w:t>
      </w:r>
      <w:r>
        <w:t xml:space="preserve">    extol Thy powe</w:t>
      </w:r>
      <w:r w:rsidR="001B6A42">
        <w:t xml:space="preserve">r, </w:t>
      </w:r>
      <w:r>
        <w:t xml:space="preserve">    and proclaim Thy majesty.</w:t>
      </w:r>
    </w:p>
    <w:p w:rsidR="00922ED1" w:rsidRDefault="00256D63" w:rsidP="00256D63">
      <w:pPr>
        <w:pStyle w:val="libNormal"/>
      </w:pPr>
      <w:r>
        <w:t>I ask Thee by Thy will which speaks within them, for Thou has</w:t>
      </w:r>
      <w:r w:rsidR="001B6A42">
        <w:t xml:space="preserve">t </w:t>
      </w:r>
      <w:r>
        <w:t xml:space="preserve">    appointed the</w:t>
      </w:r>
      <w:r w:rsidR="001B6A42">
        <w:t xml:space="preserve">m </w:t>
      </w:r>
      <w:r>
        <w:t xml:space="preserve">    mines for Thy word</w:t>
      </w:r>
      <w:r w:rsidR="001B6A42">
        <w:t xml:space="preserve">s, </w:t>
      </w:r>
      <w:r>
        <w:t xml:space="preserve">    and pillars of the profession of ThyUnity, Thy sign</w:t>
      </w:r>
      <w:r w:rsidR="001B6A42">
        <w:t xml:space="preserve">s </w:t>
      </w:r>
      <w:r>
        <w:t xml:space="preserve">    and Thy station</w:t>
      </w:r>
      <w:r w:rsidR="001B6A42">
        <w:t xml:space="preserve">s, </w:t>
      </w:r>
      <w:r>
        <w:t>which are neverinterrupted in any place.</w:t>
      </w:r>
    </w:p>
    <w:p w:rsidR="00256D63" w:rsidRDefault="00256D63" w:rsidP="00256D63">
      <w:pPr>
        <w:pStyle w:val="libNormal"/>
      </w:pPr>
      <w:r>
        <w:t>Throughthem knows he who knows Thee.</w:t>
      </w:r>
    </w:p>
    <w:p w:rsidR="00256D63" w:rsidRDefault="00256D63" w:rsidP="00256D63">
      <w:pPr>
        <w:pStyle w:val="libNormal"/>
      </w:pPr>
      <w:r>
        <w:t>There is no difference between Thee and the</w:t>
      </w:r>
      <w:r w:rsidR="001B6A42">
        <w:t xml:space="preserve">m, </w:t>
      </w:r>
      <w:r>
        <w:t xml:space="preserve">    save that they are Thy servants and Thycreatio</w:t>
      </w:r>
      <w:r w:rsidR="001B6A42">
        <w:t xml:space="preserve">n, </w:t>
      </w:r>
      <w:r>
        <w:t xml:space="preserve">    their doing and undoingis in Thy han</w:t>
      </w:r>
      <w:r w:rsidR="001B6A42">
        <w:t xml:space="preserve">d, </w:t>
      </w:r>
      <w:r>
        <w:t xml:space="preserve">    their origin isfrom Thee and their return is to Thee.</w:t>
      </w:r>
    </w:p>
    <w:p w:rsidR="00922ED1" w:rsidRDefault="00256D63" w:rsidP="00256D63">
      <w:pPr>
        <w:pStyle w:val="libNormal"/>
      </w:pPr>
      <w:r>
        <w:t xml:space="preserve">    They are aides, witnesses, testers,defenders, protector</w:t>
      </w:r>
      <w:r w:rsidR="001B6A42">
        <w:t xml:space="preserve">s </w:t>
      </w:r>
      <w:r>
        <w:t xml:space="preserve">    andsearchers.</w:t>
      </w:r>
    </w:p>
    <w:p w:rsidR="00922ED1" w:rsidRDefault="00256D63" w:rsidP="00256D63">
      <w:pPr>
        <w:pStyle w:val="libNormal"/>
      </w:pPr>
      <w:r>
        <w:t>With them Thou filled Thy heaven and Thy earth until i</w:t>
      </w:r>
      <w:r w:rsidR="001B6A42">
        <w:t xml:space="preserve">t </w:t>
      </w:r>
      <w:r>
        <w:t xml:space="preserve">    became manifest that there is no god but Thou.</w:t>
      </w:r>
    </w:p>
    <w:p w:rsidR="00922ED1" w:rsidRDefault="00256D63" w:rsidP="00256D63">
      <w:pPr>
        <w:pStyle w:val="libNormal"/>
      </w:pPr>
      <w:r>
        <w:t>So I ask Thee by (all of) tha</w:t>
      </w:r>
      <w:r w:rsidR="001B6A42">
        <w:t xml:space="preserve">t, </w:t>
      </w:r>
      <w:r>
        <w:t xml:space="preserve">    and by the positions of Thy mercy's migh</w:t>
      </w:r>
      <w:r w:rsidR="001B6A42">
        <w:t xml:space="preserve">t </w:t>
      </w:r>
      <w:r>
        <w:t xml:space="preserve">    and by Thy Stations and Mark</w:t>
      </w:r>
      <w:r w:rsidR="001B6A42">
        <w:t xml:space="preserve">s </w:t>
      </w:r>
      <w:r>
        <w:t xml:space="preserve">    that Thou bless Muhammad and His househol</w:t>
      </w:r>
      <w:r w:rsidR="001B6A42">
        <w:t xml:space="preserve">d </w:t>
      </w:r>
      <w:r>
        <w:t xml:space="preserve">    and increase me in faith and steadfastness.</w:t>
      </w:r>
    </w:p>
    <w:p w:rsidR="00922ED1" w:rsidRDefault="00256D63" w:rsidP="00256D63">
      <w:pPr>
        <w:pStyle w:val="libNormal"/>
      </w:pPr>
      <w:r>
        <w:t>O Inward in His outwardness and Outward in His inwardnes</w:t>
      </w:r>
      <w:r w:rsidR="001B6A42">
        <w:t xml:space="preserve">s </w:t>
      </w:r>
      <w:r>
        <w:t xml:space="preserve">    and hiddenness!</w:t>
      </w:r>
    </w:p>
    <w:p w:rsidR="00256D63" w:rsidRDefault="00256D63" w:rsidP="00256D63">
      <w:pPr>
        <w:pStyle w:val="libNormal"/>
      </w:pPr>
      <w:r>
        <w:t xml:space="preserve">    O Separator of light and darkness!</w:t>
      </w:r>
    </w:p>
    <w:p w:rsidR="00922ED1" w:rsidRDefault="00256D63" w:rsidP="00256D63">
      <w:pPr>
        <w:pStyle w:val="libNormal"/>
      </w:pPr>
      <w:r>
        <w:t xml:space="preserve">    O described by other than (His) Essence and well-know</w:t>
      </w:r>
      <w:r w:rsidR="001B6A42">
        <w:t xml:space="preserve">n </w:t>
      </w:r>
      <w:r>
        <w:t xml:space="preserve">    in other than (His) likeness!</w:t>
      </w:r>
    </w:p>
    <w:p w:rsidR="00256D63" w:rsidRDefault="00256D63" w:rsidP="00256D63">
      <w:pPr>
        <w:pStyle w:val="libNormal"/>
      </w:pPr>
      <w:r>
        <w:t xml:space="preserve">    Delimitator of every delimited thing!</w:t>
      </w:r>
    </w:p>
    <w:p w:rsidR="00256D63" w:rsidRDefault="00256D63" w:rsidP="00256D63">
      <w:pPr>
        <w:pStyle w:val="libNormal"/>
      </w:pPr>
      <w:r>
        <w:t xml:space="preserve">    Witness of all that is witnessed!</w:t>
      </w:r>
    </w:p>
    <w:p w:rsidR="00256D63" w:rsidRDefault="00256D63" w:rsidP="00256D63">
      <w:pPr>
        <w:pStyle w:val="libNormal"/>
      </w:pPr>
      <w:r>
        <w:t xml:space="preserve">    Bringer into existence of every existent!</w:t>
      </w:r>
    </w:p>
    <w:p w:rsidR="00256D63" w:rsidRDefault="00256D63" w:rsidP="00256D63">
      <w:pPr>
        <w:pStyle w:val="libNormal"/>
      </w:pPr>
      <w:r>
        <w:t xml:space="preserve">    Counter of everything counted!</w:t>
      </w:r>
    </w:p>
    <w:p w:rsidR="00922ED1" w:rsidRDefault="00256D63" w:rsidP="00256D63">
      <w:pPr>
        <w:pStyle w:val="libNormal"/>
      </w:pPr>
      <w:r>
        <w:t xml:space="preserve">    Depriver of all that is deprived!</w:t>
      </w:r>
    </w:p>
    <w:p w:rsidR="00922ED1" w:rsidRDefault="00256D63" w:rsidP="00256D63">
      <w:pPr>
        <w:pStyle w:val="libNormal"/>
      </w:pPr>
      <w:r>
        <w:t xml:space="preserve">    There is none worshipped but Tho</w:t>
      </w:r>
      <w:r w:rsidR="001B6A42">
        <w:t xml:space="preserve">u, </w:t>
      </w:r>
      <w:r>
        <w:t xml:space="preserve">    Possessor of Grandeur andGenerosity!</w:t>
      </w:r>
    </w:p>
    <w:p w:rsidR="00922ED1" w:rsidRDefault="00256D63" w:rsidP="00256D63">
      <w:pPr>
        <w:pStyle w:val="libNormal"/>
      </w:pPr>
      <w:r>
        <w:t>O He who is not conditioned by "how" ordetermine</w:t>
      </w:r>
      <w:r w:rsidR="001B6A42">
        <w:t xml:space="preserve">d </w:t>
      </w:r>
      <w:r>
        <w:t xml:space="preserve">    by "where" !</w:t>
      </w:r>
    </w:p>
    <w:p w:rsidR="00256D63" w:rsidRDefault="00256D63" w:rsidP="00256D63">
      <w:pPr>
        <w:pStyle w:val="libNormal"/>
      </w:pPr>
      <w:r>
        <w:t xml:space="preserve">    O veiled from every eye!</w:t>
      </w:r>
    </w:p>
    <w:p w:rsidR="00256D63" w:rsidRDefault="00256D63" w:rsidP="00256D63">
      <w:pPr>
        <w:pStyle w:val="libNormal"/>
      </w:pPr>
      <w:r>
        <w:t xml:space="preserve">    O Everlasting!</w:t>
      </w:r>
    </w:p>
    <w:p w:rsidR="00922ED1" w:rsidRDefault="00256D63" w:rsidP="00256D63">
      <w:pPr>
        <w:pStyle w:val="libNormal"/>
      </w:pPr>
      <w:r>
        <w:t xml:space="preserve">    Oeternally Self-subsistent and Knower of all that is known!</w:t>
      </w:r>
    </w:p>
    <w:p w:rsidR="00256D63" w:rsidRDefault="00256D63" w:rsidP="00256D63">
      <w:pPr>
        <w:pStyle w:val="libNormal"/>
      </w:pPr>
      <w:r>
        <w:t>Bless Muhammad and his househol</w:t>
      </w:r>
      <w:r w:rsidR="001B6A42">
        <w:t xml:space="preserve">d </w:t>
      </w:r>
      <w:r>
        <w:t xml:space="preserve">    and Thy elect servant</w:t>
      </w:r>
      <w:r w:rsidR="001B6A42">
        <w:t xml:space="preserve">s, </w:t>
      </w:r>
      <w:r>
        <w:t xml:space="preserve">    Thymankind in veils,</w:t>
      </w:r>
      <w:r w:rsidRPr="009C2015">
        <w:rPr>
          <w:rStyle w:val="libFootnotenumChar"/>
        </w:rPr>
        <w:t>[123]</w:t>
      </w:r>
    </w:p>
    <w:p w:rsidR="00922ED1" w:rsidRDefault="00256D63" w:rsidP="00256D63">
      <w:pPr>
        <w:pStyle w:val="libNormal"/>
      </w:pPr>
      <w:r>
        <w:t xml:space="preserve">    Thy angels brought nig</w:t>
      </w:r>
      <w:r w:rsidR="001B6A42">
        <w:t xml:space="preserve">h, </w:t>
      </w:r>
      <w:r>
        <w:t xml:space="preserve">    and the untold multitudes (of angels) set in ranks an</w:t>
      </w:r>
      <w:r w:rsidR="001B6A42">
        <w:t xml:space="preserve">d </w:t>
      </w:r>
      <w:r>
        <w:t xml:space="preserve">    encircling (the Throne).</w:t>
      </w:r>
      <w:r w:rsidRPr="009C2015">
        <w:rPr>
          <w:rStyle w:val="libFootnotenumChar"/>
        </w:rPr>
        <w:t>[124]</w:t>
      </w:r>
    </w:p>
    <w:p w:rsidR="00256D63" w:rsidRDefault="00256D63" w:rsidP="00256D63">
      <w:pPr>
        <w:pStyle w:val="libNormal"/>
      </w:pPr>
      <w:r>
        <w:t>And bless us in this our veneratedand honored mont</w:t>
      </w:r>
      <w:r w:rsidR="001B6A42">
        <w:t xml:space="preserve">h </w:t>
      </w:r>
      <w:r>
        <w:t xml:space="preserve">    and the sacred months that follow it.</w:t>
      </w:r>
    </w:p>
    <w:p w:rsidR="00922ED1" w:rsidRDefault="00256D63" w:rsidP="00256D63">
      <w:pPr>
        <w:pStyle w:val="libNormal"/>
      </w:pPr>
      <w:r>
        <w:t xml:space="preserve">    In it bestow blessings upon us copiousl</w:t>
      </w:r>
      <w:r w:rsidR="001B6A42">
        <w:t xml:space="preserve">y, </w:t>
      </w:r>
      <w:r>
        <w:t xml:space="preserve">    make large ourportion</w:t>
      </w:r>
      <w:r w:rsidR="001B6A42">
        <w:t xml:space="preserve">s, </w:t>
      </w:r>
      <w:r>
        <w:t xml:space="preserve">    and fulfill for us (our) oath</w:t>
      </w:r>
      <w:r w:rsidR="001B6A42">
        <w:t xml:space="preserve">s, </w:t>
      </w:r>
      <w:r>
        <w:t xml:space="preserve">    by Thy mosttremendous, most tremendous, greatest and noblest Nam</w:t>
      </w:r>
      <w:r w:rsidR="001B6A42">
        <w:t xml:space="preserve">e, </w:t>
      </w:r>
      <w:r>
        <w:t>which Thou placed upon the day, and it brightened, an</w:t>
      </w:r>
      <w:r w:rsidR="001B6A42">
        <w:t xml:space="preserve">d </w:t>
      </w:r>
      <w:r>
        <w:t xml:space="preserve">    uponthe night, and it darkened.</w:t>
      </w:r>
    </w:p>
    <w:p w:rsidR="00256D63" w:rsidRDefault="00256D63" w:rsidP="00256D63">
      <w:pPr>
        <w:pStyle w:val="libNormal"/>
      </w:pPr>
      <w:r>
        <w:t>And forgive us that of ourselveswhich Thou knowest and w</w:t>
      </w:r>
      <w:r w:rsidR="001B6A42">
        <w:t xml:space="preserve">e </w:t>
      </w:r>
      <w:r>
        <w:t xml:space="preserve">    knowno</w:t>
      </w:r>
      <w:r w:rsidR="001B6A42">
        <w:t xml:space="preserve">t, </w:t>
      </w:r>
      <w:r>
        <w:t xml:space="preserve">    preserve us from sins withthe best of presentation</w:t>
      </w:r>
      <w:r w:rsidR="001B6A42">
        <w:t xml:space="preserve">s, </w:t>
      </w:r>
      <w:r>
        <w:t xml:space="preserve">    suffice us with the sufficiencies of Thy determinatio</w:t>
      </w:r>
      <w:r w:rsidR="001B6A42">
        <w:t xml:space="preserve">n, </w:t>
      </w:r>
      <w:r>
        <w:t xml:space="preserve">    favor us with Thy fair regar</w:t>
      </w:r>
      <w:r w:rsidR="001B6A42">
        <w:t xml:space="preserve">d, </w:t>
      </w:r>
      <w:r>
        <w:t xml:space="preserve">    leave us not to other than The</w:t>
      </w:r>
      <w:r w:rsidR="001B6A42">
        <w:t xml:space="preserve">e, </w:t>
      </w:r>
      <w:r>
        <w:t xml:space="preserve">    hold us not back from Thygoodnes</w:t>
      </w:r>
      <w:r w:rsidR="001B6A42">
        <w:t xml:space="preserve">s, </w:t>
      </w:r>
      <w:r>
        <w:t xml:space="preserve">    bless us </w:t>
      </w:r>
      <w:r>
        <w:lastRenderedPageBreak/>
        <w:t>in thelifespans Thou hast written for u</w:t>
      </w:r>
      <w:r w:rsidR="001B6A42">
        <w:t xml:space="preserve">s, </w:t>
      </w:r>
      <w:r>
        <w:t xml:space="preserve">    set aright for us the inmost center ofour heart</w:t>
      </w:r>
      <w:r w:rsidR="001B6A42">
        <w:t xml:space="preserve">s, </w:t>
      </w:r>
      <w:r>
        <w:t xml:space="preserve">    give us protectionfrom Thee,</w:t>
      </w:r>
      <w:r w:rsidRPr="009C2015">
        <w:rPr>
          <w:rStyle w:val="libFootnotenumChar"/>
        </w:rPr>
        <w:t>[125]</w:t>
      </w:r>
    </w:p>
    <w:p w:rsidR="00256D63" w:rsidRDefault="00256D63" w:rsidP="00256D63">
      <w:pPr>
        <w:pStyle w:val="libNormal"/>
      </w:pPr>
      <w:r>
        <w:t xml:space="preserve">    causeus to act with the fairest of fait</w:t>
      </w:r>
      <w:r w:rsidR="001B6A42">
        <w:t xml:space="preserve">h, </w:t>
      </w:r>
      <w:r>
        <w:t xml:space="preserve">    and bring us to the month offasting</w:t>
      </w:r>
      <w:r w:rsidRPr="009C2015">
        <w:rPr>
          <w:rStyle w:val="libFootnotenumChar"/>
        </w:rPr>
        <w:t>[126]</w:t>
      </w:r>
    </w:p>
    <w:p w:rsidR="00922ED1" w:rsidRDefault="00256D63" w:rsidP="00256D63">
      <w:pPr>
        <w:pStyle w:val="libNormal"/>
      </w:pPr>
      <w:r>
        <w:t xml:space="preserve">    andthe days and years that come after i</w:t>
      </w:r>
      <w:r w:rsidR="001B6A42">
        <w:t xml:space="preserve">t, </w:t>
      </w:r>
      <w:r>
        <w:t xml:space="preserve">    O Lord of Majesty and Splendor!</w:t>
      </w:r>
    </w:p>
    <w:p w:rsidR="00256D63" w:rsidRDefault="00256D63" w:rsidP="00922ED1">
      <w:pPr>
        <w:pStyle w:val="Heading2"/>
      </w:pPr>
      <w:bookmarkStart w:id="44" w:name="_Toc462314946"/>
      <w:r>
        <w:t>Notes:</w:t>
      </w:r>
      <w:bookmarkEnd w:id="44"/>
    </w:p>
    <w:p w:rsidR="00922ED1" w:rsidRDefault="00256D63" w:rsidP="00922ED1">
      <w:pPr>
        <w:pStyle w:val="libFootnote"/>
      </w:pPr>
      <w:r>
        <w:t>[1] See C.Padwick, Muslim Devotions, London, 1961.</w:t>
      </w:r>
    </w:p>
    <w:p w:rsidR="00922ED1" w:rsidRDefault="00256D63" w:rsidP="00922ED1">
      <w:pPr>
        <w:pStyle w:val="libFootnote"/>
      </w:pPr>
      <w:r>
        <w:t>[2] SeeShi'ite Islam, pp. 210-11.</w:t>
      </w:r>
    </w:p>
    <w:p w:rsidR="00922ED1" w:rsidRDefault="00256D63" w:rsidP="00922ED1">
      <w:pPr>
        <w:pStyle w:val="libFootnote"/>
      </w:pPr>
      <w:r>
        <w:t>[3] Cf. QuranLXXIII, 20: "And lend to God a good loan. Whatever good you shall forwardto your soul's account, you shall find it with God as better, and mightiera wage."</w:t>
      </w:r>
    </w:p>
    <w:p w:rsidR="00922ED1" w:rsidRDefault="00256D63" w:rsidP="00922ED1">
      <w:pPr>
        <w:pStyle w:val="libFootnote"/>
      </w:pPr>
      <w:r>
        <w:t>[4] Cf. QuranXL, 43. In another place, using a different root form for the verb"return", the Quran says in one of the verses most often heard in theIslamic world, "Surely we belong to God, and to Him we return" (II,156).</w:t>
      </w:r>
    </w:p>
    <w:p w:rsidR="00922ED1" w:rsidRDefault="00256D63" w:rsidP="00922ED1">
      <w:pPr>
        <w:pStyle w:val="libFootnote"/>
      </w:pPr>
      <w:r>
        <w:t>[5] Cf. QuranLXXVI, 1: "Has there come on man a while of time when he was a thingunremembered?"</w:t>
      </w:r>
    </w:p>
    <w:p w:rsidR="00922ED1" w:rsidRDefault="00256D63" w:rsidP="00922ED1">
      <w:pPr>
        <w:pStyle w:val="libFootnote"/>
      </w:pPr>
      <w:r>
        <w:t>[6] The sin ofbreaking God's covenant is often described in the Quran. For example,"Such as break the covenant of God after its solemn binding . . . theyshall be the losers." (II, 27). And "Crying lies to the messengers" isoften mentioned as a major sin of past nations, e.g., "And the people ofNoah, when they cried lies to the Messengers . . ." (XXV, 37).</w:t>
      </w:r>
    </w:p>
    <w:p w:rsidR="00922ED1" w:rsidRDefault="00256D63" w:rsidP="00922ED1">
      <w:pPr>
        <w:pStyle w:val="libFootnote"/>
      </w:pPr>
      <w:r>
        <w:t>[7] Cf. QuranLXXV, 36-37: "What, does man reckon he shall be left to roam at will? Washe not a sperm-drop spilled? . . ."</w:t>
      </w:r>
    </w:p>
    <w:p w:rsidR="00922ED1" w:rsidRDefault="00256D63" w:rsidP="00922ED1">
      <w:pPr>
        <w:pStyle w:val="libFootnote"/>
      </w:pPr>
      <w:r>
        <w:t>[8] Reference toQuran XXXIX, 6: "He created you in the wombs of your mothers, creationafter creation, in a threefold gloom."</w:t>
      </w:r>
    </w:p>
    <w:p w:rsidR="00922ED1" w:rsidRDefault="00256D63" w:rsidP="00922ED1">
      <w:pPr>
        <w:pStyle w:val="libFootnote"/>
      </w:pPr>
      <w:r>
        <w:t>[9] Cf. QuranXVIII, 52: "I made them not to witness the creation of the heavens and theearth, nor their own creation ...."</w:t>
      </w:r>
    </w:p>
    <w:p w:rsidR="00922ED1" w:rsidRDefault="00256D63" w:rsidP="00922ED1">
      <w:pPr>
        <w:pStyle w:val="libFootnote"/>
      </w:pPr>
      <w:r>
        <w:t>[10] Cf. QuranXVI, 13: "And that which He has multiplied for you in the earth of diversehues. Surely in that is a sign for a people who remember."</w:t>
      </w:r>
    </w:p>
    <w:p w:rsidR="00922ED1" w:rsidRDefault="00256D63" w:rsidP="00922ED1">
      <w:pPr>
        <w:pStyle w:val="libFootnote"/>
      </w:pPr>
      <w:r>
        <w:t>[11] Referenceto the Imam's descent from the Prophet. Cf. the first selection from 'Aliabove (p. 29).</w:t>
      </w:r>
    </w:p>
    <w:p w:rsidR="00922ED1" w:rsidRDefault="00256D63" w:rsidP="00922ED1">
      <w:pPr>
        <w:pStyle w:val="libFootnote"/>
      </w:pPr>
      <w:r>
        <w:t>[12] Cf. QuranXIV, 7: "And when your Lord proclaimed: If you give thanks, I will giveyou more ...."</w:t>
      </w:r>
    </w:p>
    <w:p w:rsidR="00922ED1" w:rsidRDefault="00256D63" w:rsidP="00922ED1">
      <w:pPr>
        <w:pStyle w:val="libFootnote"/>
      </w:pPr>
      <w:r>
        <w:t>[13] Cf. QuranXXX, 11: "God produces creation, then He reproduces it, then unto Him youwill be returned." Also XXIX, 19; XXX, 27.</w:t>
      </w:r>
    </w:p>
    <w:p w:rsidR="00922ED1" w:rsidRDefault="00256D63" w:rsidP="00922ED1">
      <w:pPr>
        <w:pStyle w:val="libFootnote"/>
      </w:pPr>
      <w:r>
        <w:t>[14] Cf. QuranXIV, 34 and XVI, 18: "And if you count God's blessing, you will nevernumber it."</w:t>
      </w:r>
    </w:p>
    <w:p w:rsidR="00922ED1" w:rsidRDefault="00256D63" w:rsidP="00922ED1">
      <w:pPr>
        <w:pStyle w:val="libFootnote"/>
      </w:pPr>
      <w:r>
        <w:t>[15] The"curtain of the heart" (hijab al-qalb) is the pericardium.</w:t>
      </w:r>
    </w:p>
    <w:p w:rsidR="00922ED1" w:rsidRDefault="00256D63" w:rsidP="00922ED1">
      <w:pPr>
        <w:pStyle w:val="libFootnote"/>
      </w:pPr>
      <w:r>
        <w:t>[16] Thewindpipe is not mentioned in some editions of Mafatihal-jinan.</w:t>
      </w:r>
    </w:p>
    <w:p w:rsidR="00922ED1" w:rsidRDefault="00256D63" w:rsidP="00922ED1">
      <w:pPr>
        <w:pStyle w:val="libFootnote"/>
      </w:pPr>
      <w:r>
        <w:t>[17] Cf. QuranXIX, 88-91: "And they say, 'The All-merciful has taken unto Himself ason.' You have indeed advanced something hideous!. The heavens arewellnigh rent of it and the earth split asunder, and the mountainswellnigh fal</w:t>
      </w:r>
      <w:r w:rsidR="001B6A42">
        <w:t xml:space="preserve">l </w:t>
      </w:r>
      <w:r>
        <w:t>down crashing for that they have attributed to theAll-merciful a son ...."</w:t>
      </w:r>
    </w:p>
    <w:p w:rsidR="00922ED1" w:rsidRDefault="00256D63" w:rsidP="00922ED1">
      <w:pPr>
        <w:pStyle w:val="libFootnote"/>
      </w:pPr>
      <w:r>
        <w:t>[18] In thefamous hadith concerning ihsan or "spiritual virtue" it is saidthat "Spiritual virtue is that you should worship God as if you wereseeing him, and if you see Him not, He nonetheless sees thee."</w:t>
      </w:r>
    </w:p>
    <w:p w:rsidR="00922ED1" w:rsidRDefault="00256D63" w:rsidP="00922ED1">
      <w:pPr>
        <w:pStyle w:val="libFootnote"/>
      </w:pPr>
      <w:r>
        <w:t>[19] Cf. QuranXLIII, 36: "Whoso blinds himself to the Remembrance of the All-merciful,to him We assign a Satan for comrade."</w:t>
      </w:r>
    </w:p>
    <w:p w:rsidR="00922ED1" w:rsidRDefault="00256D63" w:rsidP="00922ED1">
      <w:pPr>
        <w:pStyle w:val="libFootnote"/>
      </w:pPr>
      <w:r>
        <w:t>[20] Cf. QuranLXIV, 3: "He shaped you and made good your shapes". See also XL, 64.</w:t>
      </w:r>
    </w:p>
    <w:p w:rsidR="00922ED1" w:rsidRDefault="00256D63" w:rsidP="00922ED1">
      <w:pPr>
        <w:pStyle w:val="libFootnote"/>
      </w:pPr>
      <w:r>
        <w:t>[21] Cf. QuranXXVI, 79: " . . . who created me, and Himself guides me, and Himself givesme to eat and drink. . .".</w:t>
      </w:r>
    </w:p>
    <w:p w:rsidR="00922ED1" w:rsidRDefault="00256D63" w:rsidP="00922ED1">
      <w:pPr>
        <w:pStyle w:val="libFootnote"/>
      </w:pPr>
      <w:r>
        <w:t>[22] Cf. QuranLIII, 48: "And that He it is Who enriches and contents."</w:t>
      </w:r>
    </w:p>
    <w:p w:rsidR="00922ED1" w:rsidRDefault="00256D63" w:rsidP="00922ED1">
      <w:pPr>
        <w:pStyle w:val="libFootnote"/>
      </w:pPr>
      <w:r>
        <w:t>[23] Someeditions add here the phrase "other than Thee".</w:t>
      </w:r>
    </w:p>
    <w:p w:rsidR="00922ED1" w:rsidRDefault="00256D63" w:rsidP="00922ED1">
      <w:pPr>
        <w:pStyle w:val="libFootnote"/>
      </w:pPr>
      <w:r>
        <w:t>[24] Cf. QuranIX, 55: "So let not their possessions or their children. please thee; Godonly desires thereby to chastise them in this present life, and that theirsouls should depart while they are unbelievers."</w:t>
      </w:r>
    </w:p>
    <w:p w:rsidR="00922ED1" w:rsidRDefault="00256D63" w:rsidP="00922ED1">
      <w:pPr>
        <w:pStyle w:val="libFootnote"/>
      </w:pPr>
      <w:r>
        <w:lastRenderedPageBreak/>
        <w:t>[25] I.e.,Mecca and the land surrounding it.</w:t>
      </w:r>
    </w:p>
    <w:p w:rsidR="00922ED1" w:rsidRDefault="00256D63" w:rsidP="00922ED1">
      <w:pPr>
        <w:pStyle w:val="libFootnote"/>
      </w:pPr>
      <w:r>
        <w:t>[26] The"Sacred Monument", known as Muzdalifah, is the place where thepilgrims spend the night after the day at Arafat. Cf. Quran II,198: "When you press on from Arafat, remember God by the SacredMonument."</w:t>
      </w:r>
    </w:p>
    <w:p w:rsidR="00922ED1" w:rsidRDefault="00256D63" w:rsidP="00922ED1">
      <w:pPr>
        <w:pStyle w:val="libFootnote"/>
      </w:pPr>
      <w:r>
        <w:t>[27] I.e., theKa'bah, called the "Ancient House" in reference to the traditionthat it was constructed by Abraham. See Quran XXII, 29 and 33; also XIV,35-7</w:t>
      </w:r>
    </w:p>
    <w:p w:rsidR="00922ED1" w:rsidRDefault="00256D63" w:rsidP="00922ED1">
      <w:pPr>
        <w:pStyle w:val="libFootnote"/>
      </w:pPr>
      <w:r>
        <w:t>[28] Cf. QuranII, 125: "And when We made the House a resort for mankind and asanctuary...."</w:t>
      </w:r>
    </w:p>
    <w:p w:rsidR="00922ED1" w:rsidRDefault="00256D63" w:rsidP="00922ED1">
      <w:pPr>
        <w:pStyle w:val="libFootnote"/>
      </w:pPr>
      <w:r>
        <w:t>[29] A furtherreference to the Prophet's blood descent from the Abrahamic line ofprophets.</w:t>
      </w:r>
    </w:p>
    <w:p w:rsidR="00922ED1" w:rsidRDefault="00256D63" w:rsidP="00922ED1">
      <w:pPr>
        <w:pStyle w:val="libFootnote"/>
      </w:pPr>
      <w:r>
        <w:t>[30] Israfilis the angel who according to Islamic tradition blows the trumpet at thetime of the Resurrection.</w:t>
      </w:r>
    </w:p>
    <w:p w:rsidR="00922ED1" w:rsidRDefault="00256D63" w:rsidP="00922ED1">
      <w:pPr>
        <w:pStyle w:val="libFootnote"/>
      </w:pPr>
      <w:r>
        <w:t>[31] TheCriterion (al-furqan), is one of the names of the Quran, mentionedseveral times in its text, such as III, 4 and XXV, I.</w:t>
      </w:r>
    </w:p>
    <w:p w:rsidR="00922ED1" w:rsidRDefault="00256D63" w:rsidP="00922ED1">
      <w:pPr>
        <w:pStyle w:val="libFootnote"/>
      </w:pPr>
      <w:r>
        <w:t>[32] KafHa' Ya Ayn Sad are Arabic letters which appear at the beginning of thechapter of Maryam, Quran XIX. Ta' Ha' and Ya' Sin are also lettersappearing at the beginning of Quranic chapters, XX and XXXVI respectively,from which the chapters take their names. "The Wise Quran" is a tide whichappears in Quran XXXVI, 2.</w:t>
      </w:r>
    </w:p>
    <w:p w:rsidR="00922ED1" w:rsidRDefault="00256D63" w:rsidP="00922ED1">
      <w:pPr>
        <w:pStyle w:val="libFootnote"/>
      </w:pPr>
      <w:r>
        <w:t>[33]Al-Sattar, "He who covers (faults and sins)", is one of the names ofGod.</w:t>
      </w:r>
    </w:p>
    <w:p w:rsidR="00922ED1" w:rsidRDefault="00256D63" w:rsidP="00922ED1">
      <w:pPr>
        <w:pStyle w:val="libFootnote"/>
      </w:pPr>
      <w:r>
        <w:t>[34] Cf. QuranIII, 13: "God confirms with His help whom He will."</w:t>
      </w:r>
    </w:p>
    <w:p w:rsidR="00922ED1" w:rsidRDefault="00256D63" w:rsidP="00922ED1">
      <w:pPr>
        <w:pStyle w:val="libFootnote"/>
      </w:pPr>
      <w:r>
        <w:t>[35] Cf. QuranIII, 160: "If God helps you, none can overcome you."</w:t>
      </w:r>
    </w:p>
    <w:p w:rsidR="00922ED1" w:rsidRDefault="00256D63" w:rsidP="00922ED1">
      <w:pPr>
        <w:pStyle w:val="libFootnote"/>
      </w:pPr>
      <w:r>
        <w:t>[36] Akramal-asma'. God's "fairest names" (al-asma' al-husna) arereferred to several times in the Quran, such as VII, I80 and XX, 8.</w:t>
      </w:r>
    </w:p>
    <w:p w:rsidR="00922ED1" w:rsidRDefault="00256D63" w:rsidP="00922ED1">
      <w:pPr>
        <w:pStyle w:val="libFootnote"/>
      </w:pPr>
      <w:r>
        <w:t>[37] For thestory of Joseph in the Quran see chapter XII.</w:t>
      </w:r>
    </w:p>
    <w:p w:rsidR="00922ED1" w:rsidRDefault="00256D63" w:rsidP="00922ED1">
      <w:pPr>
        <w:pStyle w:val="libFootnote"/>
      </w:pPr>
      <w:r>
        <w:t>[38] Cf. QuranXXI, 83-84 and XXXVIII, 42-45.</w:t>
      </w:r>
    </w:p>
    <w:p w:rsidR="00922ED1" w:rsidRDefault="00256D63" w:rsidP="00922ED1">
      <w:pPr>
        <w:pStyle w:val="libFootnote"/>
      </w:pPr>
      <w:r>
        <w:t>[39] Cf. QuranXXXVII, 102-105 and XIV, 39.</w:t>
      </w:r>
    </w:p>
    <w:p w:rsidR="00922ED1" w:rsidRDefault="00256D63" w:rsidP="00922ED1">
      <w:pPr>
        <w:pStyle w:val="libFootnote"/>
      </w:pPr>
      <w:r>
        <w:t>[40] See QuranXXI, 89-90.</w:t>
      </w:r>
    </w:p>
    <w:p w:rsidR="00922ED1" w:rsidRDefault="00256D63" w:rsidP="00922ED1">
      <w:pPr>
        <w:pStyle w:val="libFootnote"/>
      </w:pPr>
      <w:r>
        <w:t>[41] The storyof Jonah and the "fish" is referred to in Quran LXVIII, 48-50.</w:t>
      </w:r>
    </w:p>
    <w:p w:rsidR="00922ED1" w:rsidRDefault="00256D63" w:rsidP="00922ED1">
      <w:pPr>
        <w:pStyle w:val="libFootnote"/>
      </w:pPr>
      <w:r>
        <w:t>[42] Cf. QuranXXVI, 63-66 etc.</w:t>
      </w:r>
    </w:p>
    <w:p w:rsidR="00922ED1" w:rsidRDefault="00256D63" w:rsidP="00922ED1">
      <w:pPr>
        <w:pStyle w:val="libFootnote"/>
      </w:pPr>
      <w:r>
        <w:t>[43] Cf. QuranXXV, 48: "And He it is Who sends the winds, glad tidings heralding Hismercy, and We send down purifying water from the sky." Se</w:t>
      </w:r>
      <w:r w:rsidR="001B6A42">
        <w:t xml:space="preserve">e </w:t>
      </w:r>
      <w:r>
        <w:t>also VII, 57and XXX, 46.</w:t>
      </w:r>
    </w:p>
    <w:p w:rsidR="00922ED1" w:rsidRDefault="00256D63" w:rsidP="00922ED1">
      <w:pPr>
        <w:pStyle w:val="libFootnote"/>
      </w:pPr>
      <w:r>
        <w:t>[44] Cf. QuranXVIII, 59: "Thy Lord is the Forgiver, Full of Mercy. If He took them totask (now) for what they earn, He would hasten on the doom for them; buttheirs is an appointed term from which they will find no escape."</w:t>
      </w:r>
    </w:p>
    <w:p w:rsidR="00922ED1" w:rsidRDefault="00256D63" w:rsidP="00922ED1">
      <w:pPr>
        <w:pStyle w:val="libFootnote"/>
      </w:pPr>
      <w:r>
        <w:t>[45] Referenceto the story of Moses and the sorcerers, related several times in theQuran, especially VII, 111-126; XX, 62-73 and XXVI, 36-51.</w:t>
      </w:r>
    </w:p>
    <w:p w:rsidR="00922ED1" w:rsidRDefault="00256D63" w:rsidP="00922ED1">
      <w:pPr>
        <w:pStyle w:val="libFootnote"/>
      </w:pPr>
      <w:r>
        <w:t>[46] A divineName used in Quran XXX, 50 and XLI, 39.</w:t>
      </w:r>
    </w:p>
    <w:p w:rsidR="00922ED1" w:rsidRDefault="00256D63" w:rsidP="00922ED1">
      <w:pPr>
        <w:pStyle w:val="libFootnote"/>
      </w:pPr>
      <w:r>
        <w:t>[47] Cf. QuranIII, 26: "Thou exaltest whom Thou wilt, and Thou abasest whom Thouwilt."</w:t>
      </w:r>
    </w:p>
    <w:p w:rsidR="00922ED1" w:rsidRDefault="00256D63" w:rsidP="00922ED1">
      <w:pPr>
        <w:pStyle w:val="libFootnote"/>
      </w:pPr>
      <w:r>
        <w:t>[48] Againreference to Quran XIV, 34 and XVI, 18.</w:t>
      </w:r>
    </w:p>
    <w:p w:rsidR="00922ED1" w:rsidRDefault="00256D63" w:rsidP="00922ED1">
      <w:pPr>
        <w:pStyle w:val="libFootnote"/>
      </w:pPr>
      <w:r>
        <w:t>[49] Cf. QuranLIII, 48: "He it is who enriches and contents."</w:t>
      </w:r>
    </w:p>
    <w:p w:rsidR="00922ED1" w:rsidRDefault="00256D63" w:rsidP="00922ED1">
      <w:pPr>
        <w:pStyle w:val="libFootnote"/>
      </w:pPr>
      <w:r>
        <w:t>[50] Cf. QuranXCIII, 6: "Did He not find thee an orphan and shelter Thee?"</w:t>
      </w:r>
    </w:p>
    <w:p w:rsidR="00922ED1" w:rsidRDefault="00256D63" w:rsidP="00922ED1">
      <w:pPr>
        <w:pStyle w:val="libFootnote"/>
      </w:pPr>
      <w:r>
        <w:t>[51] Cf QuranVII, 10: "We have established you in the earth . . .".</w:t>
      </w:r>
    </w:p>
    <w:p w:rsidR="00922ED1" w:rsidRDefault="00256D63" w:rsidP="00922ED1">
      <w:pPr>
        <w:pStyle w:val="libFootnote"/>
      </w:pPr>
      <w:r>
        <w:t>[52] Cf QuranVI, 150: "To God belongs the argument conclusive."</w:t>
      </w:r>
    </w:p>
    <w:p w:rsidR="00922ED1" w:rsidRDefault="00256D63" w:rsidP="00922ED1">
      <w:pPr>
        <w:pStyle w:val="libFootnote"/>
      </w:pPr>
      <w:r>
        <w:t>[53] Cf QuranXLI, 19-20: "Upon the day when God's enemies are mustered to the Fire dulydisposed, till when they are come to it, their hearing, their eyes andtheir skins bear witness against them concerning what they have beendoing."</w:t>
      </w:r>
    </w:p>
    <w:p w:rsidR="00922ED1" w:rsidRDefault="00256D63" w:rsidP="00922ED1">
      <w:pPr>
        <w:pStyle w:val="libFootnote"/>
      </w:pPr>
      <w:r>
        <w:t>[54] Cf. QuranXXVII, 62: "He who answers the constrained, when he calls unto Him, andremoves the evil and appoints you to be successors in the earth."</w:t>
      </w:r>
    </w:p>
    <w:p w:rsidR="00922ED1" w:rsidRDefault="00256D63" w:rsidP="00922ED1">
      <w:pPr>
        <w:pStyle w:val="libFootnote"/>
      </w:pPr>
      <w:r>
        <w:t>[55] Cf QuranXLI, 4 and XXXIII, 46.</w:t>
      </w:r>
    </w:p>
    <w:p w:rsidR="00922ED1" w:rsidRDefault="00256D63" w:rsidP="00922ED1">
      <w:pPr>
        <w:pStyle w:val="libFootnote"/>
      </w:pPr>
      <w:r>
        <w:t>[56] Cf QuranXXI, 107.</w:t>
      </w:r>
    </w:p>
    <w:p w:rsidR="00922ED1" w:rsidRDefault="00256D63" w:rsidP="00922ED1">
      <w:pPr>
        <w:pStyle w:val="libFootnote"/>
      </w:pPr>
      <w:r>
        <w:t>[57] Thesymbolism of light and darkness is employed often in the Quran, not tomention its usage in Sufism and philosophy, such as the School ofIllumination (ishraq) of Suhrawardi. A good example of Quranicusage is the following: "God is the Protector of the believers; He bringsthem forth from the shadows into the light" (II, 257). There is also thefamous "Light Verse" (XXIV, 35), which contains the sentence "God guidesto His Light whom He will."</w:t>
      </w:r>
    </w:p>
    <w:p w:rsidR="00922ED1" w:rsidRDefault="00256D63" w:rsidP="00922ED1">
      <w:pPr>
        <w:pStyle w:val="libFootnote"/>
      </w:pPr>
      <w:r>
        <w:t>[58] Cf QuranXLII, 28.</w:t>
      </w:r>
    </w:p>
    <w:p w:rsidR="00922ED1" w:rsidRDefault="00256D63" w:rsidP="00922ED1">
      <w:pPr>
        <w:pStyle w:val="libFootnote"/>
      </w:pPr>
      <w:r>
        <w:lastRenderedPageBreak/>
        <w:t>[59] Cf QuranXVII, 30.</w:t>
      </w:r>
    </w:p>
    <w:p w:rsidR="00922ED1" w:rsidRDefault="00256D63" w:rsidP="00922ED1">
      <w:pPr>
        <w:pStyle w:val="libFootnote"/>
      </w:pPr>
      <w:r>
        <w:t>[60] Again areference to the rites performed on the Day of Arafah. The "SacredHouse" is of course the Ka'bah.</w:t>
      </w:r>
    </w:p>
    <w:p w:rsidR="00922ED1" w:rsidRDefault="00256D63" w:rsidP="00922ED1">
      <w:pPr>
        <w:pStyle w:val="libFootnote"/>
      </w:pPr>
      <w:r>
        <w:t>[61] Cf. QuranLXV, 12.</w:t>
      </w:r>
    </w:p>
    <w:p w:rsidR="00922ED1" w:rsidRDefault="00256D63" w:rsidP="00922ED1">
      <w:pPr>
        <w:pStyle w:val="libFootnote"/>
      </w:pPr>
      <w:r>
        <w:t>[62] The word"destroy" (ahlak, from whose root is derived the word "those whoperish", halikun) is used repeatedly in the Quran in reference toGod's punishment of the evildoers, especially those of generations andages past, as a sign and a warning for those present. For example, "Havethey not regarded how We destroyed before them many a generation . . ."(VI, 6). See also X, I4; XIX, 98; XXI, 9; etc.</w:t>
      </w:r>
    </w:p>
    <w:p w:rsidR="00922ED1" w:rsidRDefault="00256D63" w:rsidP="00922ED1">
      <w:pPr>
        <w:pStyle w:val="libFootnote"/>
      </w:pPr>
      <w:r>
        <w:t>[63] Cf QuranII, 58: "We will forgive you your sins and will increase (reward) for theright-doers."</w:t>
      </w:r>
    </w:p>
    <w:p w:rsidR="00922ED1" w:rsidRDefault="00256D63" w:rsidP="00922ED1">
      <w:pPr>
        <w:pStyle w:val="libFootnote"/>
      </w:pPr>
      <w:r>
        <w:t>[64] Cf QuranIX, 104: "God is He who accepts repentance from His servants."</w:t>
      </w:r>
    </w:p>
    <w:p w:rsidR="00922ED1" w:rsidRDefault="00256D63" w:rsidP="00922ED1">
      <w:pPr>
        <w:pStyle w:val="libFootnote"/>
      </w:pPr>
      <w:r>
        <w:t>[65] Thissentence is almost a word for word quotation of Quran XVII, 44.</w:t>
      </w:r>
    </w:p>
    <w:p w:rsidR="00922ED1" w:rsidRDefault="00256D63" w:rsidP="00922ED1">
      <w:pPr>
        <w:pStyle w:val="libFootnote"/>
      </w:pPr>
      <w:r>
        <w:t>[66] Cf. QuranCVI, 4: "Let them serve the Lord of this House who has . . . made themsafe from fear."</w:t>
      </w:r>
    </w:p>
    <w:p w:rsidR="00922ED1" w:rsidRDefault="00256D63" w:rsidP="00922ED1">
      <w:pPr>
        <w:pStyle w:val="libFootnote"/>
      </w:pPr>
      <w:r>
        <w:t>[67] Cf. QuranIII, 54: "And they devised, and God devised, and God is the best ofdevisers." See also Quran XIII, 42; XXVII, 50, etc.</w:t>
      </w:r>
    </w:p>
    <w:p w:rsidR="00922ED1" w:rsidRDefault="00256D63" w:rsidP="00922ED1">
      <w:pPr>
        <w:pStyle w:val="libFootnote"/>
      </w:pPr>
      <w:r>
        <w:t>[68] Cf QuranVII, 182-183: "And those who cry lies to Our signs-step b</w:t>
      </w:r>
      <w:r w:rsidR="001B6A42">
        <w:t xml:space="preserve">y </w:t>
      </w:r>
      <w:r>
        <w:t>step We leadthem on from whence they know not." See also LXVIII, 44.</w:t>
      </w:r>
    </w:p>
    <w:p w:rsidR="00922ED1" w:rsidRDefault="00256D63" w:rsidP="00922ED1">
      <w:pPr>
        <w:pStyle w:val="libFootnote"/>
      </w:pPr>
      <w:r>
        <w:t>[69] Cf. QuranIV, I42: "The hypocrites seek to trick God, but God is trickingthem."</w:t>
      </w:r>
    </w:p>
    <w:p w:rsidR="00922ED1" w:rsidRDefault="00256D63" w:rsidP="00922ED1">
      <w:pPr>
        <w:pStyle w:val="libFootnote"/>
      </w:pPr>
      <w:r>
        <w:t>[70] A divineName appearing in Quran VI, 62.</w:t>
      </w:r>
    </w:p>
    <w:p w:rsidR="00922ED1" w:rsidRDefault="00256D63" w:rsidP="00922ED1">
      <w:pPr>
        <w:pStyle w:val="libFootnote"/>
      </w:pPr>
      <w:r>
        <w:t>[71] At thispoint the compiler remarks that some sources add another section to ImamHusayn's prayer, a section which he then relates himself. Otherauthorities, such as Majlisi, express their doubts as to the authenticityof this last section. In fact it is almost certainly by Ibn 'Ata'allahal-Iskandari, and therefore I have not translated it here. Readersinterested will find a translation in V. Danner, Ibn 'Ata'illah's SufiAphorisms, Leiden, 1973, pp. 64-9. See W. Chittick, "A ShadhiliPresence in Shi'ite Islam", Sophia Perennis, vol. I, no. 1,1975, pp. 97-100.</w:t>
      </w:r>
    </w:p>
    <w:p w:rsidR="00922ED1" w:rsidRDefault="00256D63" w:rsidP="00922ED1">
      <w:pPr>
        <w:pStyle w:val="libFootnote"/>
      </w:pPr>
      <w:r>
        <w:t>[72] InTalkhis al-riyad, a commentary on the ,Sahifah (Tehran,1381/1961-2, p. 34) al-Sayyid 'Alikhan al-Shirazi (d. 1120/1708-9),mentions an objection that some people might be tempted to make here,i.e., that "the pronoun 'them' refers to all creatures, while certain ofthe creatures are God's enemies, so how should this statement be correct?The answer is that in its essential and primordial nature according towhich it was originally created (cf. Quran XXX, 30), every soul loves andseeks the good, and all good flows from God's goodness, just as allexistence flows from His Being. Therefore in reality the creatures loveonly Him, even if their love be in accordance with His Name 'the Outward'and in terms of external beauty and goodness, or worldly station andproperty, or anything else." Then al-Shirazi quotes Ibn al-'Arabi in theFutuhat al- makkiyyah: "None loves any but his Creator, but He ishidden from him under the veil of Zaynab, Su'ad, Hind and Layla (names ofwomen), dirhams and dinars, worldly position, and all that exists in theworld, for one of the causes of love is beauty-which belongs only toHim-since beauty incites love through its very nature. Now, 'God isbeautiful, and He loves beauty' (a saying of the Prophet), and thus Heloves Himself. Another cause of love is virtue (ihsan) and virtueis only perfect when it comes from God: None is virtuous but God (lamuhsin illa-llah). So if you love beauty, you love none other thanGod, for He is the Beautiful; and if you love virtue, you love none otherthan He, for He is the Virtuous. In every case, the object of love is noneother than God." This is one of the themes of the Lama'at of Fakhral-Din 'Iraqi, translated by W. C. Chittick and P. L. Wilson, New York,forthcomin</w:t>
      </w:r>
      <w:r w:rsidR="001B6A42">
        <w:t xml:space="preserve">g </w:t>
      </w:r>
      <w:r>
        <w:t>[73] Cf. QuranLXXXIX, 15-16: "As for man, whenever his Lord tries him, and honours him,and blesses him, then he says, 'My Lord has honoured me'."</w:t>
      </w:r>
    </w:p>
    <w:p w:rsidR="00922ED1" w:rsidRDefault="00256D63" w:rsidP="00922ED1">
      <w:pPr>
        <w:pStyle w:val="libFootnote"/>
      </w:pPr>
      <w:r>
        <w:t>[74] On themeaning of "clear text of His Book", see above, p. 56, note 48.</w:t>
      </w:r>
    </w:p>
    <w:p w:rsidR="00922ED1" w:rsidRDefault="00256D63" w:rsidP="00922ED1">
      <w:pPr>
        <w:pStyle w:val="libFootnote"/>
      </w:pPr>
      <w:r>
        <w:t>[75]Literally, "concerning His affair (amr)". Al-Shirazi explains "Hisaffair" as meaning "either the knowledge of His nature and attributes, orof His religion and Shari'ah" (p. 56).</w:t>
      </w:r>
    </w:p>
    <w:p w:rsidR="00922ED1" w:rsidRDefault="00256D63" w:rsidP="00922ED1">
      <w:pPr>
        <w:pStyle w:val="libFootnote"/>
      </w:pPr>
      <w:r>
        <w:t>[76] Here theInterval or "isthmus" (barzakh) refers to the time between deathand resurrection. It is referred to in Quran XXIII, 100: "And beyond themis an Interval until the day when they are raised." See Shi'iteIslam, pp. I64-5; also the Encyclopedia of Islam (new edition),vol. I, pp. 1071-2.</w:t>
      </w:r>
    </w:p>
    <w:p w:rsidR="00922ED1" w:rsidRDefault="00256D63" w:rsidP="00922ED1">
      <w:pPr>
        <w:pStyle w:val="libFootnote"/>
      </w:pPr>
      <w:r>
        <w:lastRenderedPageBreak/>
        <w:t>[77] Accordingto a hadith of the Prophet, "Verily the passage from the grave to thePlain of Gathering ('arsat al-mahshar) on the Day of Resurrectionwill be burdensome for some people and smooth for others" (quoted byal-Shirazi, p. 62).</w:t>
      </w:r>
    </w:p>
    <w:p w:rsidR="00922ED1" w:rsidRDefault="00256D63" w:rsidP="00922ED1">
      <w:pPr>
        <w:pStyle w:val="libFootnote"/>
      </w:pPr>
      <w:r>
        <w:t>[78] TheStations of the Witnesses (mawaqif al-ash'ad) are the stations ofangels, prophets, Imams and believers who at the Resurrection act aswitnesses over the deeds performed by men during their earthly lives.These Witnesses are referred to in Quran XI, 18 and XL, 51.</w:t>
      </w:r>
    </w:p>
    <w:p w:rsidR="00922ED1" w:rsidRDefault="00256D63" w:rsidP="00922ED1">
      <w:pPr>
        <w:pStyle w:val="libFootnote"/>
      </w:pPr>
      <w:r>
        <w:t>[79]'Illiyun, mentioned in Quran LXXXIII, 18 and 19, is variouslyinterpreted. For example, it is said to be the highest level of heaven, ora place in the seventh heaven where the souls of believers are taken aftertheir death, or the book in the seventh heaven in which are written thedeeds of angels and of righteous men and jinn.</w:t>
      </w:r>
    </w:p>
    <w:p w:rsidR="00922ED1" w:rsidRDefault="00256D63" w:rsidP="00922ED1">
      <w:pPr>
        <w:pStyle w:val="libFootnote"/>
      </w:pPr>
      <w:r>
        <w:t>[80] Cf. QuranLXXV, 7 ff.: "But when sight is confounded and the moon is eclipsed andsun and moon are united, on that day man will cry: Whither to flee!"</w:t>
      </w:r>
    </w:p>
    <w:p w:rsidR="00922ED1" w:rsidRDefault="00256D63" w:rsidP="00922ED1">
      <w:pPr>
        <w:pStyle w:val="libFootnote"/>
      </w:pPr>
      <w:r>
        <w:t>[81] Cf. QuranIII, 106: "The day when some faces are blackened, and some faces whitened.As for those whose faces are blackened-'Did you disbelieve after you hadbelieved? Then taste the chastisement for that you disbelieved.' "</w:t>
      </w:r>
    </w:p>
    <w:p w:rsidR="00922ED1" w:rsidRDefault="00256D63" w:rsidP="00922ED1">
      <w:pPr>
        <w:pStyle w:val="libFootnote"/>
      </w:pPr>
      <w:r>
        <w:t>[82] Cf. QuranXL, 64: "And He shaped you, and shaped you well, and provided you with thegood things".</w:t>
      </w:r>
    </w:p>
    <w:p w:rsidR="00922ED1" w:rsidRDefault="00256D63" w:rsidP="00922ED1">
      <w:pPr>
        <w:pStyle w:val="libFootnote"/>
      </w:pPr>
      <w:r>
        <w:t>[83] Besidesthe many Quranic verses which point to man's "central" position in theUniverse because of his capacity as viceregent or caliph of God, the beingwho partakes of all of the divine Names and Attributes, there are manyother verses indicating one of the major results of his special rank: hisdomination over all of the Universe. For example: "And He subjected to youthe night and day, and the sun and moon" (XVI); "Have you not seen how Godhas subjected to you whatsoever is in the heavens and the earth ?" (XXXI,20). See also XIV, 32-33; XXII, 65, etc.</w:t>
      </w:r>
    </w:p>
    <w:p w:rsidR="00922ED1" w:rsidRDefault="00256D63" w:rsidP="00922ED1">
      <w:pPr>
        <w:pStyle w:val="libFootnote"/>
      </w:pPr>
      <w:r>
        <w:t>[84] TheArabic reads "la mata", which according to al-Shirazi can beinterpreted in two ways: either it means "Nay (it is impossible to thankHim), when (could it be possible?)", or "(It is) not (correct to say)when, (for that implies that it is possible to thank Him)" (p. 75).</w:t>
      </w:r>
    </w:p>
    <w:p w:rsidR="00922ED1" w:rsidRDefault="00256D63" w:rsidP="00922ED1">
      <w:pPr>
        <w:pStyle w:val="libFootnote"/>
      </w:pPr>
      <w:r>
        <w:t>[85] Accordingto al-Shirazi, the reference is to the expansion and contraction of theorgans of the body, such as nerves, muscles, veins, arteries, flesh, etc.(p. 75)</w:t>
      </w:r>
    </w:p>
    <w:p w:rsidR="00922ED1" w:rsidRDefault="00256D63" w:rsidP="00922ED1">
      <w:pPr>
        <w:pStyle w:val="libFootnote"/>
      </w:pPr>
      <w:r>
        <w:t>[86] Or"breaths of life". Al-Shirazi comments: "Arwa'h may be the pluralof ruh, meaning spirit, in which case the meaning is explained bythe tradition transmitted from Imams 'Ali, al-Baqir and al-Sadiq: 'Thereare five (spirits) possessed by Those Brought Nigh (cf. Quran LVI, II):the spirit of sanctity, through which they know all things; the spirit offaith, through which they worship God; the spirit of power, through whichthey wage holy war against enemies and attend to their livelihood; thespirit of passion, through which they partake in the joy of food andmarriage; and the spirit of the body, through which they move and advance.There are four spirits possessed by the Companions of the Right (QuranLVI, 8), since they lack the spirit of sanctity; and there are threepossessed by the Companions of the Left (Quran LVI, 8) and beasts, sincethey lack (the spirit of sanctity and) the spirit of faith.</w:t>
      </w:r>
    </w:p>
    <w:p w:rsidR="00922ED1" w:rsidRDefault="00256D63" w:rsidP="00922ED1">
      <w:pPr>
        <w:pStyle w:val="libFootnote"/>
      </w:pPr>
      <w:r>
        <w:t>"Arwah may also be the plural of rawh, which is a 'breathof wind'. The arteries of the body possess two movements, contractive andexpansive. It is their function to draw 'smoky' vapors from the heart withtheir contractive movement and to attract with their expansive movementfresh and pure breaths of ai</w:t>
      </w:r>
      <w:r w:rsidR="001B6A42">
        <w:t xml:space="preserve">r, </w:t>
      </w:r>
      <w:r>
        <w:t>through which the heart is refreshed andits natural heat is drawn from it. By means of this 'breath of wind' theanimal faculty and the natural heat are diffused throughout the body. Thusthis breath of wind by which the heart refreshes itself is the 'breath oflife'. If it is cut off from the heart for a period of time, life alsowill be cut off from it" (p. 75).</w:t>
      </w:r>
    </w:p>
    <w:p w:rsidR="00922ED1" w:rsidRDefault="00256D63" w:rsidP="00922ED1">
      <w:pPr>
        <w:pStyle w:val="libFootnote"/>
      </w:pPr>
      <w:r>
        <w:t>[87] Cf. QuranLIII, 48: "And that He it is who enriches and contents."</w:t>
      </w:r>
    </w:p>
    <w:p w:rsidR="00922ED1" w:rsidRDefault="00256D63" w:rsidP="00922ED1">
      <w:pPr>
        <w:pStyle w:val="libFootnote"/>
      </w:pPr>
      <w:r>
        <w:t>[88]Al-Shirazi quotes here a tradition of Imam Ja'far al-Sadiq: "Gratitude forblessings is to avoid what is forbidden" (p. 77).</w:t>
      </w:r>
    </w:p>
    <w:p w:rsidR="00922ED1" w:rsidRDefault="00256D63" w:rsidP="00922ED1">
      <w:pPr>
        <w:pStyle w:val="libFootnote"/>
      </w:pPr>
      <w:r>
        <w:t>[89]Al-Shirazi explains that "path" is used in the singular and "tracklesswastes" in the plural because the "straight path" is one, while the waysof going astray are many: "This is My straight path, so follow it. Follownot other ways, lest ye be parted from His way" (Quran VI, 154).</w:t>
      </w:r>
    </w:p>
    <w:p w:rsidR="00922ED1" w:rsidRDefault="00256D63" w:rsidP="00922ED1">
      <w:pPr>
        <w:pStyle w:val="libFootnote"/>
      </w:pPr>
      <w:r>
        <w:t>[90] Cf. QuranX, 12: "If God should hasten unto men evil (i.e., punishment), as theywould hasten good, their term would be already decided for them."</w:t>
      </w:r>
    </w:p>
    <w:p w:rsidR="00922ED1" w:rsidRDefault="00256D63" w:rsidP="00922ED1">
      <w:pPr>
        <w:pStyle w:val="libFootnote"/>
      </w:pPr>
      <w:r>
        <w:lastRenderedPageBreak/>
        <w:t>[91]Bala', translated here as "benefit", usually means "test", "trial",or "misfortune", but here it is used as in Quran VIII, 17, which Arberry,following the commentators, translates, " . . . that He might confer onthe believers a fair benefit." See al-Shirazi, p. 81.</w:t>
      </w:r>
    </w:p>
    <w:p w:rsidR="00922ED1" w:rsidRDefault="00256D63" w:rsidP="00922ED1">
      <w:pPr>
        <w:pStyle w:val="libFootnote"/>
      </w:pPr>
      <w:r>
        <w:t>[92] Accordingto Al-Shirazi (p. 81), this is a reference to the difference between God's"wont" (sunnah) concerning repentance with the Muslims and His wontwith the Jews. From the former He only asks regret (al-nadam), butfrom the latter in addition to regret He also asks "killing of themselves"(qatl anfusihim) as indicated in Quran II, 54: "And when Moses saidunto his people: O my people! Ye have wronged yourselves by your choosingof the calf (for worship) so turn in repentance to your Creator; and killyourselves."</w:t>
      </w:r>
    </w:p>
    <w:p w:rsidR="00922ED1" w:rsidRDefault="00256D63" w:rsidP="00922ED1">
      <w:pPr>
        <w:pStyle w:val="libFootnote"/>
      </w:pPr>
      <w:r>
        <w:t>[93] Cf. QuranII, 286: "Our Lord ! Lay not on us such a burden as Thou didst lay onthose before us ! Our Lord ! Impose not on us that which we have not thestrength to bear!"</w:t>
      </w:r>
    </w:p>
    <w:p w:rsidR="00922ED1" w:rsidRDefault="00256D63" w:rsidP="00922ED1">
      <w:pPr>
        <w:pStyle w:val="libFootnote"/>
      </w:pPr>
      <w:r>
        <w:t>[94] Cf. QuranII, 286: "God charges no soul save to its capacity." According toal-Shirazi this sentence is a reference to the obligations which-accordingto Muslim beliefs-God imposed upon the Jews, such as, "the performance offifty canonical prayers per day, the payment of one-fourth of theirproperty in alms ...." Also it is a reference to the verse, "For theevildoing of those of Jewry, We have forbidden them certain good thingsthat were permitted to them" (Quran IV, 160). See al-Shirazi, pp.82-83.</w:t>
      </w:r>
    </w:p>
    <w:p w:rsidR="00922ED1" w:rsidRDefault="00256D63" w:rsidP="00922ED1">
      <w:pPr>
        <w:pStyle w:val="libFootnote"/>
      </w:pPr>
      <w:r>
        <w:t>[95] Cf. suchQuranic verses as, "He has chosen you and has not laid upon you inreligion any hardship" (XXII, 78).</w:t>
      </w:r>
    </w:p>
    <w:p w:rsidR="00922ED1" w:rsidRDefault="00256D63" w:rsidP="00922ED1">
      <w:pPr>
        <w:pStyle w:val="libFootnote"/>
      </w:pPr>
      <w:r>
        <w:t>[96] Cf QuranIV, 165: "Messengers of good cheer and warning, in order that mankindmight have no argument against God after the messengers"; and LXVI, 7: "Oye who disbelieve! Make no excuses for yourselves this day. Ye are onlybeing paid for what ye used to do."</w:t>
      </w:r>
    </w:p>
    <w:p w:rsidR="00922ED1" w:rsidRDefault="00256D63" w:rsidP="00922ED1">
      <w:pPr>
        <w:pStyle w:val="libFootnote"/>
      </w:pPr>
      <w:r>
        <w:t>[97] "In spiteof Him" ('alayh) is explained by al-Shirazi as meaning, "In spiteof God's disliking (that he should perish), for He is not pleased that anyof His servants should perish. Thus it is that He spreads His mercy overthem and hurries them not to punishment for their sins. Rather He ispatient with them in His mercy and waits for their return in His kindness.He opens for them the door of repentance, lifts from them that which theyhave not the strength to bear and charges them only to their capacity. Soit is as if whoeve</w:t>
      </w:r>
      <w:r w:rsidR="001B6A42">
        <w:t xml:space="preserve">r </w:t>
      </w:r>
      <w:r>
        <w:t>perishes because of his evil deeds after all of thisdoes so in spite of the fact that God does not want him to do so" (p.84).</w:t>
      </w:r>
    </w:p>
    <w:p w:rsidR="00922ED1" w:rsidRDefault="00256D63" w:rsidP="00922ED1">
      <w:pPr>
        <w:pStyle w:val="libFootnote"/>
      </w:pPr>
      <w:r>
        <w:t>[98]Al-Shirazi points out that the Imam first gives the Day of Resurrection asthe outer limit of His praise, then as a sort of admonition lest he bemisunderstood extends it in conformity with Him who is praised. In thesame way in another prayer he says, "A praise eternal (khalid) withThy Eternity" (p. 88).</w:t>
      </w:r>
    </w:p>
    <w:p w:rsidR="00922ED1" w:rsidRDefault="00256D63" w:rsidP="00922ED1">
      <w:pPr>
        <w:pStyle w:val="libFootnote"/>
      </w:pPr>
      <w:r>
        <w:t>[99] The term"friend" (wali) of God, referred to for example in the verse, "Hebefriends the righteous" (VIII, 190), is interpreted in many ways.According to certain theologians the wali is a person whose beliefis sound, who performs his religious duties and who as a result hasattained proximity to God. In Sufism the term takes on a technical meaningand is often translated as "saint". See al-Shirazi, pp. 91-92.</w:t>
      </w:r>
    </w:p>
    <w:p w:rsidR="00922ED1" w:rsidRDefault="00256D63" w:rsidP="00922ED1">
      <w:pPr>
        <w:pStyle w:val="libFootnote"/>
      </w:pPr>
      <w:r>
        <w:t>[100]According to a hadith of the Prophet related through the sixth Imam,"Beyond every one who possesses piety, there are other pious acts, untilhe is killed in the path of God: when he has been killed in the path ofGod, there is no further act of piety" (al-Shirazi, p. 93). See also suchQuranic verses as III, 157; III, I69 and IV, 74.</w:t>
      </w:r>
    </w:p>
    <w:p w:rsidR="00922ED1" w:rsidRDefault="00256D63" w:rsidP="00922ED1">
      <w:pPr>
        <w:pStyle w:val="libFootnote"/>
      </w:pPr>
      <w:r>
        <w:t>[101]Al-Shirazi remarks, "The appropriateness of terminating this prayer, whichis dedicated to praise, with the name 'Praiseworthy' is obvious" (p.93).</w:t>
      </w:r>
    </w:p>
    <w:p w:rsidR="00922ED1" w:rsidRDefault="00256D63" w:rsidP="00922ED1">
      <w:pPr>
        <w:pStyle w:val="libFootnote"/>
      </w:pPr>
      <w:r>
        <w:t>[102] Cf.Quran XXXVI, 39: "It is not for the sun to overtake the moon, nor does thenight outstrip the day."</w:t>
      </w:r>
    </w:p>
    <w:p w:rsidR="00922ED1" w:rsidRDefault="00256D63" w:rsidP="00922ED1">
      <w:pPr>
        <w:pStyle w:val="libFootnote"/>
      </w:pPr>
      <w:r>
        <w:t>[103] Cf.Quran XXXV, 13: "He makes the night enter into the day and He makes theday enter into the night." The same or similar verses occur several timesin the Quran, including III, 27; XXII, 61; XXXI, 29; and LVII, 6.</w:t>
      </w:r>
    </w:p>
    <w:p w:rsidR="00922ED1" w:rsidRDefault="00256D63" w:rsidP="00922ED1">
      <w:pPr>
        <w:pStyle w:val="libFootnote"/>
      </w:pPr>
      <w:r>
        <w:t>[104]Reference to Quran X, 68 and several identical or similar verses: "It isHe who made for you the night to repose in it."</w:t>
      </w:r>
    </w:p>
    <w:p w:rsidR="00922ED1" w:rsidRDefault="00256D63" w:rsidP="00922ED1">
      <w:pPr>
        <w:pStyle w:val="libFootnote"/>
      </w:pPr>
      <w:r>
        <w:t>[105] CfQuran XXV, 47: "It is He who appointed the night for you to be a garmentand sleep for a rest . . ." and other similar verses.</w:t>
      </w:r>
    </w:p>
    <w:p w:rsidR="00922ED1" w:rsidRDefault="00256D63" w:rsidP="00922ED1">
      <w:pPr>
        <w:pStyle w:val="libFootnote"/>
      </w:pPr>
      <w:r>
        <w:t>[106] Cf.Quran XVII, 12: "We . . . made the sign of the day to see, and that youmay seek bounty from your Lord" and other similar verses.</w:t>
      </w:r>
    </w:p>
    <w:p w:rsidR="00922ED1" w:rsidRDefault="00256D63" w:rsidP="00922ED1">
      <w:pPr>
        <w:pStyle w:val="libFootnote"/>
      </w:pPr>
      <w:r>
        <w:lastRenderedPageBreak/>
        <w:t>[107] Cf.Quran XLVII, 31: "And We shall assuredly try you until We know those ofyou who struggle and are steadfast, and try your tidings."</w:t>
      </w:r>
    </w:p>
    <w:p w:rsidR="00922ED1" w:rsidRDefault="00256D63" w:rsidP="00922ED1">
      <w:pPr>
        <w:pStyle w:val="libFootnote"/>
      </w:pPr>
      <w:r>
        <w:t>[108] Cf.Quran VI, 97: "He splits the sky into dawn . . ."</w:t>
      </w:r>
    </w:p>
    <w:p w:rsidR="00922ED1" w:rsidRDefault="00256D63" w:rsidP="00922ED1">
      <w:pPr>
        <w:pStyle w:val="libFootnote"/>
      </w:pPr>
      <w:r>
        <w:t>[109] Cf.Quran XLV, 3-4: "Surely in the heavens and the earth there are signs forthe believers; and in your creation, and the crawling things He scattersabroad, there are signs for a people having sure faith."</w:t>
      </w:r>
    </w:p>
    <w:p w:rsidR="00922ED1" w:rsidRDefault="00256D63" w:rsidP="00922ED1">
      <w:pPr>
        <w:pStyle w:val="libFootnote"/>
      </w:pPr>
      <w:r>
        <w:t>[110]Al-Shirazi points out that "command" (amr) here means the"ontological (takwini) command" (p. 217). Philosophers andtheologians distinguish this, which refers to the laws of creation andwhich all must obey by the very nature of things, from the "legislative(tashri'i) command", which refers to the laws set down by God inrevelation and which man can obey or disobey according to his own freewill. The "ontological command" is referred to in such verses as: "Hiscommand, when He desires a thing, is to say to it 'Be', and it is" (XXXVI,81).</w:t>
      </w:r>
    </w:p>
    <w:p w:rsidR="00922ED1" w:rsidRDefault="00256D63" w:rsidP="00922ED1">
      <w:pPr>
        <w:pStyle w:val="libFootnote"/>
      </w:pPr>
      <w:r>
        <w:t>[111]Al-Shirazi quotes a tradition from the sixth Imam: "No day comes upon theson of Adam without saying to him, 'O son of Adam, I am a new day and I ama witness against thee. So speak good in me and work good in me, and Ishall witness for thee upon the Day of Resurrection, for after this thoushalt neve</w:t>
      </w:r>
      <w:r w:rsidR="001B6A42">
        <w:t xml:space="preserve">r </w:t>
      </w:r>
      <w:r>
        <w:t>see me again' " (p. 218).</w:t>
      </w:r>
    </w:p>
    <w:p w:rsidR="00922ED1" w:rsidRDefault="00256D63" w:rsidP="00922ED1">
      <w:pPr>
        <w:pStyle w:val="libFootnote"/>
      </w:pPr>
      <w:r>
        <w:t>[112] Thedistinction between minor (saghirah) and major (kabirah)sins is much discussed in Islamic theology. For a sample of Shi'iteviews, see al- Shirazi, pp. 219-223.</w:t>
      </w:r>
    </w:p>
    <w:p w:rsidR="00922ED1" w:rsidRDefault="00256D63" w:rsidP="00922ED1">
      <w:pPr>
        <w:pStyle w:val="libFootnote"/>
      </w:pPr>
      <w:r>
        <w:t>[113] Theangels who write down the deeds of men are referred to in Quran LXXXII,10-11: "Yet there are over you watchers noble, writers who know whateveryou do." In explaining what is meant by "Ease our burdens on them",al-Shirazi quotes the celebrated Safavid theologian, Shaykh-i Baha'i:"This is an allusion to seeking protection with God from excessive talkand from excessive occupation with what entails neither worldly norother-worldly gain: then the Noble Writers will have fewer of our wordsand deeds to record." The Prophet said, "I am astonished at the son ofAdam: his two angels are on his shoulders, his speech is their pen and hissaliva their ink. How can he speak of that which does not concern him?"(p. 224).</w:t>
      </w:r>
    </w:p>
    <w:p w:rsidR="00922ED1" w:rsidRDefault="00256D63" w:rsidP="00922ED1">
      <w:pPr>
        <w:pStyle w:val="libFootnote"/>
      </w:pPr>
      <w:r>
        <w:t>[114] Cf.Quran LXXXI, especially 10-14: "And when the pages are laid open, and whenthe sky is torn away, and when hell is ignited, and when the garden isbrought nigh, (then) every soul will know what it has made ready."</w:t>
      </w:r>
    </w:p>
    <w:p w:rsidR="00922ED1" w:rsidRDefault="00256D63" w:rsidP="00922ED1">
      <w:pPr>
        <w:pStyle w:val="libFootnote"/>
      </w:pPr>
      <w:r>
        <w:t>[115]According to al-Shirazi the meaning is, "Appoint for us some of Thyservants that we may seek illumination through their lights and follow intheir tracks." He adds a long discussion of the elevated position of the"servant" ('abd), noting that in his highest form he is even moreexalted than the messenger. This is the reason for the word order of theformula which every Muslim repeats in his canonical prayers: "Muhammad isHis servant and His messenger". Al-Shirazi also points out that somemanuscripts read "servanthood" ('ibadah) for "servants"('ibad) and that this is more in keeping with the context (pp.227-8).</w:t>
      </w:r>
    </w:p>
    <w:p w:rsidR="00922ED1" w:rsidRDefault="00256D63" w:rsidP="00922ED1">
      <w:pPr>
        <w:pStyle w:val="libFootnote"/>
      </w:pPr>
      <w:r>
        <w:t>[116] Thisis a reference to the words of Satan in the Quran: "Then I shall come onthem from before them and from behind them and from their right hands andtheir left hands; Thou wilt not find most of them thankful" (VII,17).</w:t>
      </w:r>
    </w:p>
    <w:p w:rsidR="00922ED1" w:rsidRDefault="00256D63" w:rsidP="00922ED1">
      <w:pPr>
        <w:pStyle w:val="libFootnote"/>
      </w:pPr>
      <w:r>
        <w:t>[117]Al-amr bi-l-ma'ruf wa-l-nahy 'an al-munkar, according to Shi'itesone of the pillars of Islam, and a command which is repeated many times inthe Quran, such as VII, 157, and IX, 71.</w:t>
      </w:r>
    </w:p>
    <w:p w:rsidR="00922ED1" w:rsidRDefault="00256D63" w:rsidP="00922ED1">
      <w:pPr>
        <w:pStyle w:val="libFootnote"/>
      </w:pPr>
      <w:r>
        <w:t>[118] Theverse "God is sufficient witness" occurs several times in the Quran, suchas IV, 79; X, 29, etc.</w:t>
      </w:r>
    </w:p>
    <w:p w:rsidR="00922ED1" w:rsidRDefault="00256D63" w:rsidP="00922ED1">
      <w:pPr>
        <w:pStyle w:val="libFootnote"/>
      </w:pPr>
      <w:r>
        <w:t>[119] Thesetwo lines are an almost word for word quotation from Quran III, 18.</w:t>
      </w:r>
    </w:p>
    <w:p w:rsidR="00922ED1" w:rsidRDefault="00256D63" w:rsidP="00922ED1">
      <w:pPr>
        <w:pStyle w:val="libFootnote"/>
      </w:pPr>
      <w:r>
        <w:t>[120] Adivine Name occurring in Quran III, 26.</w:t>
      </w:r>
    </w:p>
    <w:p w:rsidR="00922ED1" w:rsidRDefault="00256D63" w:rsidP="00922ED1">
      <w:pPr>
        <w:pStyle w:val="libFootnote"/>
      </w:pPr>
      <w:r>
        <w:t>[121] Cf.such verses as the following: "Say: 'Obey God and obey the Messenger; thenif you turn away, only upon him rests what is laid on him .... It is onlyfor the Messenger to deliver the Message" (XXIV, 34).</w:t>
      </w:r>
    </w:p>
    <w:p w:rsidR="00922ED1" w:rsidRDefault="00256D63" w:rsidP="00922ED1">
      <w:pPr>
        <w:pStyle w:val="libFootnote"/>
      </w:pPr>
      <w:r>
        <w:t>[122] Thesecond of the Twelfth Imam's four deputies, referred to in theintroduction to Part III, p. 92.</w:t>
      </w:r>
    </w:p>
    <w:p w:rsidR="00922ED1" w:rsidRDefault="00256D63" w:rsidP="00922ED1">
      <w:pPr>
        <w:pStyle w:val="libFootnote"/>
      </w:pPr>
      <w:r>
        <w:t>[123] I.e.,"normal" men, who are veiled from and ignorant of God's true nature.</w:t>
      </w:r>
    </w:p>
    <w:p w:rsidR="00922ED1" w:rsidRDefault="00256D63" w:rsidP="00922ED1">
      <w:pPr>
        <w:pStyle w:val="libFootnote"/>
      </w:pPr>
      <w:r>
        <w:t>[124]Al-Saffin, the angels "who set the ranks", are referred to in QuranXXXVII, I65; and al-haffin are referred to in XXXIX, 75: "And thoushalt see the angels encircling about the Throne proclaiming the praise oftheir Lord."</w:t>
      </w:r>
    </w:p>
    <w:p w:rsidR="00922ED1" w:rsidRDefault="00256D63" w:rsidP="00922ED1">
      <w:pPr>
        <w:pStyle w:val="libFootnote"/>
      </w:pPr>
      <w:r>
        <w:lastRenderedPageBreak/>
        <w:t>[125] Thisrecalls the Prophet's supplication: "I seek refuge in Thy forgiveness fromThy punishment, I seek refuge in Thy approval from Thy anger, I see</w:t>
      </w:r>
      <w:r w:rsidR="001B6A42">
        <w:t xml:space="preserve">k </w:t>
      </w:r>
      <w:r>
        <w:t>refuge in Thee from Thee!"</w:t>
      </w:r>
    </w:p>
    <w:p w:rsidR="00256D63" w:rsidRDefault="00256D63" w:rsidP="00922ED1">
      <w:pPr>
        <w:pStyle w:val="libFootnote"/>
      </w:pPr>
      <w:r>
        <w:t>[126] In theIslamic calendar Rajab is followed by Sha'ban and then the month offasting, or Ramadan, which is considered to the holiest and most blessedmonth of the year.</w:t>
      </w:r>
    </w:p>
    <w:p w:rsidR="00256D63" w:rsidRDefault="00256D63" w:rsidP="00256D63">
      <w:pPr>
        <w:pStyle w:val="libNormal"/>
      </w:pPr>
      <w:r>
        <w:br w:type="page"/>
      </w:r>
    </w:p>
    <w:p w:rsidR="00256D63" w:rsidRPr="00D1636C" w:rsidRDefault="00256D63" w:rsidP="00256D63">
      <w:pPr>
        <w:pStyle w:val="Heading1Center"/>
      </w:pPr>
      <w:bookmarkStart w:id="45" w:name="_Toc462314947"/>
      <w:r>
        <w:lastRenderedPageBreak/>
        <w:t>Appendix</w:t>
      </w:r>
      <w:r w:rsidR="00D1636C">
        <w:t xml:space="preserve">: </w:t>
      </w:r>
      <w:r w:rsidR="00D1636C" w:rsidRPr="00D1636C">
        <w:t>The Twelve Imams</w:t>
      </w:r>
      <w:bookmarkEnd w:id="45"/>
    </w:p>
    <w:p w:rsidR="00922ED1" w:rsidRDefault="00256D63" w:rsidP="00256D63">
      <w:pPr>
        <w:pStyle w:val="libNormal"/>
      </w:pPr>
      <w:r w:rsidRPr="009C2015">
        <w:rPr>
          <w:rStyle w:val="libFootnotenumChar"/>
        </w:rPr>
        <w:t>[1]</w:t>
      </w:r>
    </w:p>
    <w:p w:rsidR="00922ED1" w:rsidRDefault="00256D63" w:rsidP="00256D63">
      <w:pPr>
        <w:pStyle w:val="libNormal"/>
      </w:pPr>
      <w:r>
        <w:t>The word "imam" in Arabic means "leader". In Islamic terminology it generally refers to any person who leads others in prayer. According to the early Sunni theologians, the Imam is the leader of the Islamic community, and his function is to enforce the revealed Law or Shari'ah. As such the term is equivalent to "caliph". In Sunnism it may also be an honorific term, given to certain important religious leaders, such as Imam Shafi'i, founder of one of the four Sunni schools of law. In Twelve-Imam Shi'ism it has two important meanings. As in Sunnism, the leader of others in prayer is called an "imam", especially the person who performs this function on a regular basis in a mosque. But more specifically, an Imam is one of the twelve successors of the Prophet listed below.</w:t>
      </w:r>
    </w:p>
    <w:p w:rsidR="00922ED1" w:rsidRDefault="00256D63" w:rsidP="00256D63">
      <w:pPr>
        <w:pStyle w:val="libNormal"/>
      </w:pPr>
      <w:r>
        <w:t>The specific meaning given to the word "imam" in Shi'ism can not be understood until one grasps the basic difference between the Sunni and Shi'ite branches of Islam. The roots of this difference are to be found in the differing views held by the companions of the Prophet concerning the nature of his successor or caliph. The Prophet himself performed three basic functions: He acted as the means whereby a celestial book, the Quran, was revealed by God to mankind. Thus he was the founder of a world religion. He was also the ruler of the early Islamic community, which means that he enforced the Shari'ah which God had revealed through the Quran. Finally he was the possessor of spiritual illumination and vision, and as such he could interpret the inner meaning of the Revelation and guide men upon the ascending stages of the path of spiritual perfection.</w:t>
      </w:r>
    </w:p>
    <w:p w:rsidR="00922ED1" w:rsidRDefault="00256D63" w:rsidP="00256D63">
      <w:pPr>
        <w:pStyle w:val="libNormal"/>
      </w:pPr>
      <w:r>
        <w:t>According to the majority of Muslims, the Sunnis, the successor of the Prophet must fulfill only one of these functions, i.e., he should enforce the Shari'ah. Muhammad had been the last Prophet, so there could be no prophet after him. And there was no way the community could guarantee that his successors would possess spiritual vision and illumination, for like prophecy, these things are divinely bestowed (although unlike prophecy, they could still be possessed by men). But undoubtedly, the Prophet's successor could act as a ruler and enforce the Shari'ah. In fact, the earthly existence of Islam largely depended upon this function being fulfilled, particularly at its beginning. Finally, the Sunnis held that the Prophet had not appointed a successor during his lifetime, so it was up to them to choose one.</w:t>
      </w:r>
    </w:p>
    <w:p w:rsidR="00922ED1" w:rsidRDefault="00256D63" w:rsidP="00256D63">
      <w:pPr>
        <w:pStyle w:val="libNormal"/>
      </w:pPr>
      <w:r>
        <w:t xml:space="preserve">But the minority group, known as the "Shi'ites" (the "partisans" of 'Ali), maintained that the Prophet's successor must not only enforce the Shari'ah, he must also possess divinely illuminated wisdom and be the spiritual guide of men. Since this latter function is bestowed by God and cannot be judged by the majority of men, the Prophet's successor must be divinely appointed, as expressed in the Prophet's wishes. And the Shi'ites hold that the Prophet had in fact appointed 'Ali as his caliph. </w:t>
      </w:r>
      <w:r w:rsidRPr="009C2015">
        <w:rPr>
          <w:rStyle w:val="libFootnotenumChar"/>
        </w:rPr>
        <w:t>[2]</w:t>
      </w:r>
    </w:p>
    <w:p w:rsidR="00256D63" w:rsidRDefault="00256D63" w:rsidP="00256D63">
      <w:pPr>
        <w:pStyle w:val="libNormal"/>
      </w:pPr>
      <w:r>
        <w:t xml:space="preserve">This difference in view between the Shi'ites and Sunnis was often expressed in political terms, resulting in a good deal of strife in the early centuries of Islam between certain Shi'ite groups and the Umayyad and Abbasid caliphs. For, as far as the Shi'ites were concerned, the Imams were </w:t>
      </w:r>
      <w:r>
        <w:lastRenderedPageBreak/>
        <w:t>the only completely legitimate successors to the Prophet. The first, 'Ali, was appointed by the Prophet himself, and each in turn was appointed by his predecessor according to divine decree.</w:t>
      </w:r>
    </w:p>
    <w:p w:rsidR="00922ED1" w:rsidRPr="00D1636C" w:rsidRDefault="00256D63" w:rsidP="00D1636C">
      <w:pPr>
        <w:pStyle w:val="Heading2Center"/>
      </w:pPr>
      <w:bookmarkStart w:id="46" w:name="_Toc462314948"/>
      <w:r>
        <w:t>Fatima</w:t>
      </w:r>
      <w:r w:rsidRPr="00D1636C">
        <w:t>h</w:t>
      </w:r>
      <w:bookmarkEnd w:id="46"/>
    </w:p>
    <w:p w:rsidR="00256D63" w:rsidRDefault="00256D63" w:rsidP="00256D63">
      <w:pPr>
        <w:pStyle w:val="libNormal"/>
      </w:pPr>
      <w:r>
        <w:t>The beloved daughter of the Prophet from Khadijah, Fatimah was born in Mecca five years before the beginning of the Prophet's mission. She was so loved by the Prophet that he called her "a part of me." In 2/624 she married 'Ali ibn Abi Talib from whom she bore three sons, Hasan, Husayn and Muhsin (who died stillborn), and two daughters, Zaynab and Urnm Kulthum. She was at th</w:t>
      </w:r>
      <w:r w:rsidR="001B6A42">
        <w:t xml:space="preserve">e </w:t>
      </w:r>
      <w:r>
        <w:t>Prophet's bedside at the moment of his death and fough</w:t>
      </w:r>
      <w:r w:rsidR="001B6A42">
        <w:t xml:space="preserve">t </w:t>
      </w:r>
      <w:r>
        <w:t>for her husband's succession to the caliphate. She died six months after her father in the year II/633 and is buried in the Baq'i cemetery in Medina. It is said that when she was born the whole sky became illuminated; therefore she is called al-Zahra', the "Radiant." She is the mother of the Shi'ite Imams and is considered the most holy of Muslim women.</w:t>
      </w:r>
    </w:p>
    <w:p w:rsidR="00922ED1" w:rsidRPr="00D1636C" w:rsidRDefault="00256D63" w:rsidP="00D1636C">
      <w:pPr>
        <w:pStyle w:val="Heading2Center"/>
      </w:pPr>
      <w:bookmarkStart w:id="47" w:name="_Toc462314949"/>
      <w:r>
        <w:t>The Imam</w:t>
      </w:r>
      <w:r w:rsidRPr="00D1636C">
        <w:t>s</w:t>
      </w:r>
      <w:bookmarkEnd w:id="47"/>
    </w:p>
    <w:p w:rsidR="00922ED1" w:rsidRDefault="00256D63" w:rsidP="00D1636C">
      <w:pPr>
        <w:pStyle w:val="Heading3"/>
      </w:pPr>
      <w:bookmarkStart w:id="48" w:name="_Toc462314950"/>
      <w:r>
        <w:t>I. The First Imam, 'Ali (b. A.D. 600, d. A.H. 40/A.D. 661)</w:t>
      </w:r>
      <w:bookmarkEnd w:id="48"/>
    </w:p>
    <w:p w:rsidR="00922ED1" w:rsidRDefault="00256D63" w:rsidP="00256D63">
      <w:pPr>
        <w:pStyle w:val="libNormal"/>
      </w:pPr>
      <w:r>
        <w:t>He was the son of the Prophet's paternal uncle, Abu Talib, who had raised the Prophet like his own son and protected him after he declared his mission. According to the Shi'ites, 'Ali was the first to accept the new religion at the hands of the Prophet, at the age of ten. He was the greatest warrior of early Islam, and according to his partisans was appointed by the Prophet as his successor at a place known as ''Ghadir al-Khumm". He became the fourth Sunni caliph, the last of the "Rightly-Guided Caliphs", after the death of 'Uthman. He was finally assassinated by followers of the Khawarij (an early schismatic sect), after five years as caliph. He is buried in Najaf in Iraq.</w:t>
      </w:r>
    </w:p>
    <w:p w:rsidR="00922ED1" w:rsidRDefault="00256D63" w:rsidP="00D1636C">
      <w:pPr>
        <w:pStyle w:val="Heading3"/>
      </w:pPr>
      <w:bookmarkStart w:id="49" w:name="_Toc462314951"/>
      <w:r>
        <w:t>II. The Second Imam, al-Hasan (3/62 -50/670)</w:t>
      </w:r>
      <w:bookmarkEnd w:id="49"/>
    </w:p>
    <w:p w:rsidR="00922ED1" w:rsidRDefault="00256D63" w:rsidP="00256D63">
      <w:pPr>
        <w:pStyle w:val="libNormal"/>
      </w:pPr>
      <w:r>
        <w:t>He was the elder son of 'Ali by the Prophet's daughter Fatimah. He laid claim to the caliphate for some six months after the death of his father, but was finally forced to surrender it to Mu'awiyah. For the rest of his life he lived in Medina in seclusion. He is buried in the Baq'i cemetery in Medina.</w:t>
      </w:r>
    </w:p>
    <w:p w:rsidR="00922ED1" w:rsidRDefault="00256D63" w:rsidP="00D1636C">
      <w:pPr>
        <w:pStyle w:val="Heading3"/>
      </w:pPr>
      <w:bookmarkStart w:id="50" w:name="_Toc462314952"/>
      <w:r>
        <w:t>III. The Third Imam, al-Husayn (4/62 -6I/680)</w:t>
      </w:r>
      <w:bookmarkEnd w:id="50"/>
    </w:p>
    <w:p w:rsidR="00922ED1" w:rsidRDefault="00256D63" w:rsidP="00256D63">
      <w:pPr>
        <w:pStyle w:val="libNormal"/>
      </w:pPr>
      <w:r>
        <w:t>The younger son of 'Ali by Fatimah, like his brother he lived most of his life quietly in Medina under the watchful eyes of the caliph's officials and spies. When Mu'awiyah's son Yazid became caliph, he demanded allegiance from al-Husayn, who refused to give it. Finally al-Husayn felt it necessary to go into battle against Yazid to protest against the injustices which were being carried out in the name of Islam. He and a small group of followers including most of his immediate family were cruelly massacred at Karbala The day of his martyrdom ("'Ashura") has become the most solemn day of the Shi'ite calendar, marked by processions and universal mourning. Its celebration symbolizes the whole ethos of Shi'ism. He is buried in Karbala in Iraq.</w:t>
      </w:r>
    </w:p>
    <w:p w:rsidR="00922ED1" w:rsidRDefault="00256D63" w:rsidP="00D1636C">
      <w:pPr>
        <w:pStyle w:val="Heading3"/>
      </w:pPr>
      <w:bookmarkStart w:id="51" w:name="_Toc462314953"/>
      <w:r>
        <w:lastRenderedPageBreak/>
        <w:t>IV. The Fourth Imam, 'Ali, known as Zayn al-'Abidin and al-Sajjad (38/65895/7I2)</w:t>
      </w:r>
      <w:bookmarkEnd w:id="51"/>
    </w:p>
    <w:p w:rsidR="00922ED1" w:rsidRDefault="00256D63" w:rsidP="00256D63">
      <w:pPr>
        <w:pStyle w:val="libNormal"/>
      </w:pPr>
      <w:r>
        <w:t>The son of Imam al-Husayn by the daughter of Yazdigird, the last Sassanid king of Iran, he was not able to carry arms at Karbala because of illness, and thus he was saved the fate of his three brothers. For most of his life he lived in seclusion in Medina, having contact with only a few select followers. His piety-which is reflected in his collected prayers, al-Sahifat al-sajjadiyyah-is proverbial. He is buried in the Baqi' cemetery in Medina.</w:t>
      </w:r>
    </w:p>
    <w:p w:rsidR="00922ED1" w:rsidRDefault="00256D63" w:rsidP="00D1636C">
      <w:pPr>
        <w:pStyle w:val="Heading3"/>
      </w:pPr>
      <w:bookmarkStart w:id="52" w:name="_Toc462314954"/>
      <w:r>
        <w:t>V. The Fifth Imam, Muhammad, known as al-Baqir (57/675II4/732)</w:t>
      </w:r>
      <w:bookmarkEnd w:id="52"/>
    </w:p>
    <w:p w:rsidR="00922ED1" w:rsidRDefault="00256D63" w:rsidP="00256D63">
      <w:pPr>
        <w:pStyle w:val="libNormal"/>
      </w:pPr>
      <w:r>
        <w:t>The son of the fourth Imam, he was present at Karbala at a young age. Because of changing political and religious conditions, among them the general revulsion following the events at Karbala, many people came to Medina to learn the religious and spiritual sciences from him. He trained numerous well-known men of religion, and mainly for this reason is the first Imam after 'Ali from whom large numbers of traditions are recorded. He is buried in the Baqi' cemetery in Medina.</w:t>
      </w:r>
    </w:p>
    <w:p w:rsidR="00922ED1" w:rsidRDefault="00256D63" w:rsidP="00D1636C">
      <w:pPr>
        <w:pStyle w:val="Heading3"/>
      </w:pPr>
      <w:bookmarkStart w:id="53" w:name="_Toc462314955"/>
      <w:r>
        <w:t>VI. The Sixth Imam, Ja'far, known as al-Sadiq (83/702-148/765)</w:t>
      </w:r>
      <w:bookmarkEnd w:id="53"/>
    </w:p>
    <w:p w:rsidR="00922ED1" w:rsidRDefault="00256D63" w:rsidP="00256D63">
      <w:pPr>
        <w:pStyle w:val="libNormal"/>
      </w:pPr>
      <w:r>
        <w:t>The son of the fifth Imam, he lived in an increasingly favorable climate and was able to teach openly in Medina. Large numbers of scholars gathered around him to learn, including such famous Sunni figures as Abu Hanifah, the founder of one of the four Sunni schools of law. Towards the end of Imam Ja'far's life severe restrictions were placed upon his activities, as a result of growing Shi'ite unrest. More traditions are recorded from him than from all the other Imams together. He is so important for Twelve-Imam Shi'ite law that it is named the "Ja'fari School" after him. He is buried in the Baqi' cemetery in Medina.</w:t>
      </w:r>
    </w:p>
    <w:p w:rsidR="00922ED1" w:rsidRDefault="00256D63" w:rsidP="00D1636C">
      <w:pPr>
        <w:pStyle w:val="Heading3"/>
      </w:pPr>
      <w:bookmarkStart w:id="54" w:name="_Toc462314956"/>
      <w:r>
        <w:t>VII. The Seventh Imam, Musa, entitled al-Kazim (128/744-183/799)</w:t>
      </w:r>
      <w:bookmarkEnd w:id="54"/>
    </w:p>
    <w:p w:rsidR="00922ED1" w:rsidRDefault="00256D63" w:rsidP="00256D63">
      <w:pPr>
        <w:pStyle w:val="libNormal"/>
      </w:pPr>
      <w:r>
        <w:t>The son of the sixth Imam, he was contemporary with such Abbasid caliphs as al-Mansur and Harun al-Rashid. He lived most of his life in Medina with severe restrictions placed upon him and finally died in prison in Baghdad. After him, the Imams were often not able to live in their traditional home of Medina, but were forced to remain near the caliph in Baghdad or Samarra. He is buried in Kazimayn in Iraq.</w:t>
      </w:r>
    </w:p>
    <w:p w:rsidR="00922ED1" w:rsidRDefault="00256D63" w:rsidP="00D1636C">
      <w:pPr>
        <w:pStyle w:val="Heading3"/>
      </w:pPr>
      <w:bookmarkStart w:id="55" w:name="_Toc462314957"/>
      <w:r>
        <w:t>VIII. The Eighth Imam, 'Ali, known as al-Rida (148/765-203/817)</w:t>
      </w:r>
      <w:bookmarkEnd w:id="55"/>
    </w:p>
    <w:p w:rsidR="00922ED1" w:rsidRDefault="00256D63" w:rsidP="00256D63">
      <w:pPr>
        <w:pStyle w:val="libNormal"/>
      </w:pPr>
      <w:r>
        <w:t>The son of the seventh Imam, he lived in a period when the Abbasids were faced with increasing difficulties because of Shi'ite revolts. Finally the caliph al-Ma'mun thought he would solve the problem by naming the Imam as his own successor, hoping thus to ensnare him in worldly affairs and turn the devotion of his followers away from him. After finally being able to persuade al-Rida to accept, al-Ma'mun realized his mistake, for Shi'ism began to spread even more rapidly. Finally he is said to have had the Imam poisoned. Al-Rida is buried in Mashhad in Iran.</w:t>
      </w:r>
    </w:p>
    <w:p w:rsidR="00922ED1" w:rsidRDefault="00256D63" w:rsidP="00D1636C">
      <w:pPr>
        <w:pStyle w:val="Heading3"/>
      </w:pPr>
      <w:bookmarkStart w:id="56" w:name="_Toc462314958"/>
      <w:r>
        <w:t>IX. The Ninth Imam, Muhammad, known as al-Taqi (195/809-220/835)</w:t>
      </w:r>
      <w:bookmarkEnd w:id="56"/>
    </w:p>
    <w:p w:rsidR="00922ED1" w:rsidRDefault="00256D63" w:rsidP="00256D63">
      <w:pPr>
        <w:pStyle w:val="libNormal"/>
      </w:pPr>
      <w:r>
        <w:t xml:space="preserve">The son of the eighth Imam, he was given the daughter of the caliph al-Ma'mun in marriage and for a time was kept by the caliph in Baghdad. But </w:t>
      </w:r>
      <w:r>
        <w:lastRenderedPageBreak/>
        <w:t>he was able to return to Medina until the end of al-Ma'mun's reign. The new caliph, al-Mu'tasim, summoned him back to Baghdad where he died. He is buried in Kazimayn in Iraq.</w:t>
      </w:r>
    </w:p>
    <w:p w:rsidR="00922ED1" w:rsidRDefault="00256D63" w:rsidP="00D1636C">
      <w:pPr>
        <w:pStyle w:val="Heading3"/>
      </w:pPr>
      <w:bookmarkStart w:id="57" w:name="_Toc462314959"/>
      <w:r>
        <w:t>X. The Tenth Imam, 'Ali, known as al-Naqi (212/827-254/868)</w:t>
      </w:r>
      <w:bookmarkEnd w:id="57"/>
    </w:p>
    <w:p w:rsidR="00922ED1" w:rsidRDefault="00256D63" w:rsidP="00256D63">
      <w:pPr>
        <w:pStyle w:val="libNormal"/>
      </w:pPr>
      <w:r>
        <w:t>The son of the ninth Imam, he remained in Medina teaching the religious sciences until 243/857, when he was summoned to Samarra by the caliph al-Mutawakkil. There he was treated harshly by the caliph and his successors until he died. He is buried in Samarra.</w:t>
      </w:r>
    </w:p>
    <w:p w:rsidR="00922ED1" w:rsidRDefault="00256D63" w:rsidP="00D1636C">
      <w:pPr>
        <w:pStyle w:val="Heading3"/>
      </w:pPr>
      <w:bookmarkStart w:id="58" w:name="_Toc462314960"/>
      <w:r>
        <w:t>XI. The Eleventh Imam, al-Hasan, called al-'Askari (232/845-260/872)</w:t>
      </w:r>
      <w:bookmarkEnd w:id="58"/>
    </w:p>
    <w:p w:rsidR="00922ED1" w:rsidRDefault="00256D63" w:rsidP="00256D63">
      <w:pPr>
        <w:pStyle w:val="libNormal"/>
      </w:pPr>
      <w:r>
        <w:t>The son of the tenth Imam, he lived in close confinement in Samarra under the watchful eye of the caliph, especially since it was known that the Shi'ites were awaiting his son, the twelfth Imam, who was to be the promised Mahdi or "guided one", destined to remove injustice from the world. The eleventh Imam married the daughter of the Byzantine emperor, Nargis Khatun, who, following instructions given her in a dream, had sold herself into slavery to become his wife. He is buried in Samarra.</w:t>
      </w:r>
    </w:p>
    <w:p w:rsidR="00922ED1" w:rsidRDefault="00256D63" w:rsidP="00D1636C">
      <w:pPr>
        <w:pStyle w:val="Heading3"/>
      </w:pPr>
      <w:bookmarkStart w:id="59" w:name="_Toc462314961"/>
      <w:r>
        <w:t>XII. The Twelfth Imam, Muhammad, known as al-Mahdi (b. 256/868)</w:t>
      </w:r>
      <w:bookmarkEnd w:id="59"/>
    </w:p>
    <w:p w:rsidR="00922ED1" w:rsidRDefault="00256D63" w:rsidP="00256D63">
      <w:pPr>
        <w:pStyle w:val="libNormal"/>
      </w:pPr>
      <w:r>
        <w:t>The twelfth Imam lived in hiding under the protection and tutelage of his father until the latter's death. Then he went into "occultation". In other words, he became hidden from the eyes of ordinary men and appeared only to his Deputies (see p. 92.)</w:t>
      </w:r>
    </w:p>
    <w:p w:rsidR="00922ED1" w:rsidRDefault="00256D63" w:rsidP="00256D63">
      <w:pPr>
        <w:pStyle w:val="libNormal"/>
      </w:pPr>
      <w:r>
        <w:t>In the year 329/939 his "greater occultation" began. It will continue as long as God wills, but when he does appear once again, he will erase evil and injustice from the world.</w:t>
      </w:r>
    </w:p>
    <w:p w:rsidR="00256D63" w:rsidRDefault="00256D63" w:rsidP="00922ED1">
      <w:pPr>
        <w:pStyle w:val="Heading2"/>
      </w:pPr>
      <w:bookmarkStart w:id="60" w:name="_Toc462314962"/>
      <w:r>
        <w:t>Notes:</w:t>
      </w:r>
      <w:bookmarkEnd w:id="60"/>
    </w:p>
    <w:p w:rsidR="00922ED1" w:rsidRDefault="00256D63" w:rsidP="00922ED1">
      <w:pPr>
        <w:pStyle w:val="libFootnote"/>
      </w:pPr>
      <w:r>
        <w:t>[1] For a detailed account, see Shi'ite Islam.</w:t>
      </w:r>
    </w:p>
    <w:p w:rsidR="00922ED1" w:rsidRDefault="00256D63" w:rsidP="00922ED1">
      <w:pPr>
        <w:pStyle w:val="libFootnote"/>
      </w:pPr>
      <w:r>
        <w:t>[2] For a profound and illuminating explanation of the basic difference in perspective represented by Sunnism and Shi'ism see F. Schuon, Islam and the Perennial Philosophy, London, 1976, ch. 5.</w:t>
      </w:r>
    </w:p>
    <w:p w:rsidR="00256D63" w:rsidRDefault="00256D63" w:rsidP="00256D63">
      <w:pPr>
        <w:pStyle w:val="libNormal"/>
      </w:pPr>
      <w:r>
        <w:br w:type="page"/>
      </w:r>
    </w:p>
    <w:p w:rsidR="00256D63" w:rsidRDefault="00256D63" w:rsidP="00256D63">
      <w:pPr>
        <w:pStyle w:val="Heading1Center"/>
      </w:pPr>
      <w:bookmarkStart w:id="61" w:name="_Toc462314963"/>
      <w:r>
        <w:lastRenderedPageBreak/>
        <w:t>Bibliography</w:t>
      </w:r>
      <w:bookmarkEnd w:id="61"/>
    </w:p>
    <w:p w:rsidR="00922ED1" w:rsidRDefault="00256D63" w:rsidP="00922ED1">
      <w:pPr>
        <w:pStyle w:val="Heading2Center"/>
      </w:pPr>
      <w:bookmarkStart w:id="62" w:name="_Toc462314964"/>
      <w:r>
        <w:t>Sources of the Selections</w:t>
      </w:r>
      <w:bookmarkEnd w:id="62"/>
    </w:p>
    <w:p w:rsidR="00922ED1" w:rsidRDefault="00256D63" w:rsidP="00C47A25">
      <w:pPr>
        <w:pStyle w:val="libBold1"/>
      </w:pPr>
      <w:r>
        <w:t>Part I: From Muhammad Baqir Majlisi, Bihar al-anwar, 110 vols., Tehran, 1380/1960-1 - 1390/1970-1.</w:t>
      </w:r>
    </w:p>
    <w:p w:rsidR="00922ED1" w:rsidRPr="00D1636C" w:rsidRDefault="00256D63" w:rsidP="00D1636C">
      <w:pPr>
        <w:pStyle w:val="Heading3"/>
      </w:pPr>
      <w:bookmarkStart w:id="63" w:name="_Toc462314965"/>
      <w:r>
        <w:t>A. The Prophe</w:t>
      </w:r>
      <w:r w:rsidRPr="00D1636C">
        <w:t>t</w:t>
      </w:r>
      <w:bookmarkEnd w:id="63"/>
    </w:p>
    <w:p w:rsidR="00922ED1" w:rsidRDefault="00256D63" w:rsidP="00256D63">
      <w:pPr>
        <w:pStyle w:val="libNormal"/>
      </w:pPr>
      <w:r>
        <w:t>1. Profession of Faith: vol. 4, pp. 287-8.</w:t>
      </w:r>
    </w:p>
    <w:p w:rsidR="00922ED1" w:rsidRDefault="00256D63" w:rsidP="00256D63">
      <w:pPr>
        <w:pStyle w:val="libNormal"/>
      </w:pPr>
      <w:r>
        <w:t>2. God's Attributes: vol. 3, pp. 303-4.</w:t>
      </w:r>
    </w:p>
    <w:p w:rsidR="00922ED1" w:rsidRPr="00D1636C" w:rsidRDefault="00256D63" w:rsidP="00D1636C">
      <w:pPr>
        <w:pStyle w:val="Heading3"/>
      </w:pPr>
      <w:bookmarkStart w:id="64" w:name="_Toc462314966"/>
      <w:r>
        <w:t>B. 'Al</w:t>
      </w:r>
      <w:r w:rsidRPr="00D1636C">
        <w:t>i</w:t>
      </w:r>
      <w:bookmarkEnd w:id="64"/>
    </w:p>
    <w:p w:rsidR="00922ED1" w:rsidRDefault="00256D63" w:rsidP="00256D63">
      <w:pPr>
        <w:pStyle w:val="libNormal"/>
      </w:pPr>
      <w:r>
        <w:t>1. The Transcendent Lord: vol. 4, pp. 221-3.</w:t>
      </w:r>
    </w:p>
    <w:p w:rsidR="00922ED1" w:rsidRDefault="00256D63" w:rsidP="00256D63">
      <w:pPr>
        <w:pStyle w:val="libNormal"/>
      </w:pPr>
      <w:r>
        <w:t>2. Via negativa: vol. 4, pp.247-8.</w:t>
      </w:r>
    </w:p>
    <w:p w:rsidR="00922ED1" w:rsidRDefault="00256D63" w:rsidP="00256D63">
      <w:pPr>
        <w:pStyle w:val="libNormal"/>
      </w:pPr>
      <w:r>
        <w:t>3. Firm Rooting in Knowledge: vol. 4, pp. 274-8.</w:t>
      </w:r>
    </w:p>
    <w:p w:rsidR="00922ED1" w:rsidRDefault="00256D63" w:rsidP="00256D63">
      <w:pPr>
        <w:pStyle w:val="libNormal"/>
      </w:pPr>
      <w:r>
        <w:t>4. The Fairest of Creators: vol. 4, pp. 313-5.</w:t>
      </w:r>
    </w:p>
    <w:p w:rsidR="00922ED1" w:rsidRDefault="00256D63" w:rsidP="00256D63">
      <w:pPr>
        <w:pStyle w:val="libNormal"/>
      </w:pPr>
      <w:r>
        <w:t>5. Oneness: vol. 3, pp.206-7.</w:t>
      </w:r>
    </w:p>
    <w:p w:rsidR="00922ED1" w:rsidRDefault="00256D63" w:rsidP="00256D63">
      <w:pPr>
        <w:pStyle w:val="libNormal"/>
      </w:pPr>
      <w:r>
        <w:t>6. Discernment: vol. 4, p.253.</w:t>
      </w:r>
    </w:p>
    <w:p w:rsidR="00922ED1" w:rsidRDefault="00256D63" w:rsidP="00256D63">
      <w:pPr>
        <w:pStyle w:val="libNormal"/>
      </w:pPr>
      <w:r>
        <w:t>7. The Vision of the Heart: vol. 4, pp.304-6.</w:t>
      </w:r>
    </w:p>
    <w:p w:rsidR="00922ED1" w:rsidRDefault="00256D63" w:rsidP="002A07AB">
      <w:pPr>
        <w:pStyle w:val="Heading3"/>
      </w:pPr>
      <w:bookmarkStart w:id="65" w:name="_Toc462314967"/>
      <w:r>
        <w:t>C. al-Baqir: The Incomparable Lord: vol. 4, pp. 299-300.</w:t>
      </w:r>
      <w:bookmarkEnd w:id="65"/>
    </w:p>
    <w:p w:rsidR="00922ED1" w:rsidRPr="00D1636C" w:rsidRDefault="00256D63" w:rsidP="00D1636C">
      <w:pPr>
        <w:pStyle w:val="Heading3"/>
      </w:pPr>
      <w:bookmarkStart w:id="66" w:name="_Toc462314968"/>
      <w:r>
        <w:t>D. Ja'fa</w:t>
      </w:r>
      <w:r w:rsidRPr="00D1636C">
        <w:t>r</w:t>
      </w:r>
      <w:bookmarkEnd w:id="66"/>
    </w:p>
    <w:p w:rsidR="00922ED1" w:rsidRDefault="00256D63" w:rsidP="00256D63">
      <w:pPr>
        <w:pStyle w:val="libNormal"/>
      </w:pPr>
      <w:r>
        <w:t>1. Seeing God: vol. 4, pp.44-5.</w:t>
      </w:r>
    </w:p>
    <w:p w:rsidR="00922ED1" w:rsidRDefault="00256D63" w:rsidP="00256D63">
      <w:pPr>
        <w:pStyle w:val="libNormal"/>
      </w:pPr>
      <w:r>
        <w:t>2. The name that can be named . . .: vol. 4, pp. 160-1.</w:t>
      </w:r>
    </w:p>
    <w:p w:rsidR="00922ED1" w:rsidRDefault="00256D63" w:rsidP="002A07AB">
      <w:pPr>
        <w:pStyle w:val="Heading3"/>
      </w:pPr>
      <w:bookmarkStart w:id="67" w:name="_Toc462314969"/>
      <w:r>
        <w:t>E. Musa: The Mighty and Majestic: vol. 4, p. 298.</w:t>
      </w:r>
      <w:bookmarkEnd w:id="67"/>
    </w:p>
    <w:p w:rsidR="00922ED1" w:rsidRPr="00D1636C" w:rsidRDefault="00256D63" w:rsidP="00D1636C">
      <w:pPr>
        <w:pStyle w:val="Heading2Center"/>
      </w:pPr>
      <w:bookmarkStart w:id="68" w:name="_Toc462314970"/>
      <w:r>
        <w:t>F. Ali al-Rid</w:t>
      </w:r>
      <w:r w:rsidRPr="00D1636C">
        <w:t>a</w:t>
      </w:r>
      <w:bookmarkEnd w:id="68"/>
    </w:p>
    <w:p w:rsidR="00922ED1" w:rsidRDefault="00256D63" w:rsidP="00256D63">
      <w:pPr>
        <w:pStyle w:val="libNormal"/>
      </w:pPr>
      <w:r>
        <w:t>1. Profession of Unity: vol. 4, pp. 228-30.</w:t>
      </w:r>
    </w:p>
    <w:p w:rsidR="00922ED1" w:rsidRDefault="00256D63" w:rsidP="00256D63">
      <w:pPr>
        <w:pStyle w:val="libNormal"/>
      </w:pPr>
      <w:r>
        <w:t>2. The Veil: vol. 3, pp.36-8.</w:t>
      </w:r>
    </w:p>
    <w:p w:rsidR="00922ED1" w:rsidRDefault="00256D63" w:rsidP="00C47A25">
      <w:pPr>
        <w:pStyle w:val="libBold1"/>
      </w:pPr>
      <w:r>
        <w:t>Part II: From Nahj al-balaghah, ed. by Muhyi al-Din Muhammad 'Abd al-Hamid, with the commentary of Muhammad 'Abduh, 3 parts, Cairo, n.d., part 3, pp. 92-122.</w:t>
      </w:r>
    </w:p>
    <w:p w:rsidR="00922ED1" w:rsidRPr="00D1636C" w:rsidRDefault="00256D63" w:rsidP="00D1636C">
      <w:pPr>
        <w:pStyle w:val="Heading2Center"/>
      </w:pPr>
      <w:bookmarkStart w:id="69" w:name="_Toc462314971"/>
      <w:r>
        <w:t>Part III: The Spiritual Lif</w:t>
      </w:r>
      <w:r w:rsidRPr="00D1636C">
        <w:t>e</w:t>
      </w:r>
      <w:bookmarkEnd w:id="69"/>
    </w:p>
    <w:p w:rsidR="00922ED1" w:rsidRDefault="00256D63" w:rsidP="00256D63">
      <w:pPr>
        <w:pStyle w:val="libNormal"/>
      </w:pPr>
      <w:r>
        <w:t>A. al-Husayn, Prayer for the Day of 'Arafah: From 'Abbas Qummi, Mafatih al-jinan, Muhammad Hasan 'Ilmi edition, Tehran, 1381/1961, pp. 531-53; also Islamiyyah edition, ed. by Muhammad Baqir Kamarai', Tehran, 1379/1959-60, pp.350-65.</w:t>
      </w:r>
    </w:p>
    <w:p w:rsidR="00922ED1" w:rsidRDefault="00256D63" w:rsidP="00256D63">
      <w:pPr>
        <w:pStyle w:val="libNormal"/>
      </w:pPr>
      <w:r>
        <w:t>B. 'Ali Zayn al-'Abidin: the first and sixth prayers from al-Sahifat al-sajjadiyyah (Sahifa-yi kamila-yi sajjadiyyah); with Persian translation by M. A. Sha'rani, Islamiyyah edition, Tehran, n.d., pp. 15-20, 32-6; with Persian translation by A. Fayd al-Islam, Tehran, 1375/1955-6, pp. 28-41, 68-75; with Persian translation by J. Fadil, Tehran, 1348/1969, pp. 47-50, 93-5.</w:t>
      </w:r>
    </w:p>
    <w:p w:rsidR="00256D63" w:rsidRDefault="00256D63" w:rsidP="00256D63">
      <w:pPr>
        <w:pStyle w:val="libNormal"/>
      </w:pPr>
      <w:r>
        <w:t>C. The Twelfth Imam: Prayer for the Month of Rajab: Mafatih al-jinan, pp. 279-81/184-6.</w:t>
      </w:r>
    </w:p>
    <w:p w:rsidR="00922ED1" w:rsidRDefault="00256D63" w:rsidP="00922ED1">
      <w:pPr>
        <w:pStyle w:val="Heading2Center"/>
      </w:pPr>
      <w:bookmarkStart w:id="70" w:name="_Toc462314972"/>
      <w:r>
        <w:t>Other sources</w:t>
      </w:r>
      <w:bookmarkEnd w:id="70"/>
    </w:p>
    <w:p w:rsidR="00922ED1" w:rsidRDefault="00256D63" w:rsidP="00256D63">
      <w:pPr>
        <w:pStyle w:val="libNormal"/>
      </w:pPr>
      <w:r>
        <w:t>'Abduh, Muhammad, Sharh nahj al-balaghah, printed with the edition of the Nahj al-balaghah mentioned in the sources of the selections above (Part II).</w:t>
      </w:r>
    </w:p>
    <w:p w:rsidR="00922ED1" w:rsidRDefault="00256D63" w:rsidP="00256D63">
      <w:pPr>
        <w:pStyle w:val="libNormal"/>
      </w:pPr>
      <w:r>
        <w:t>al-Fakiki, al-Ra'i wa-l-ra'iyyah, Najaf, 1940.</w:t>
      </w:r>
    </w:p>
    <w:p w:rsidR="00922ED1" w:rsidRDefault="00256D63" w:rsidP="00256D63">
      <w:pPr>
        <w:pStyle w:val="libNormal"/>
      </w:pPr>
      <w:r>
        <w:lastRenderedPageBreak/>
        <w:t>al-Hashimi, Mirza Habiballah, Minhaj al-bara'ah fi sharh nahj al-balaghah, vol. 20, Tehran, 1389/1969-70.</w:t>
      </w:r>
    </w:p>
    <w:p w:rsidR="00922ED1" w:rsidRDefault="00256D63" w:rsidP="00256D63">
      <w:pPr>
        <w:pStyle w:val="libNormal"/>
      </w:pPr>
      <w:r>
        <w:t>Ibn Abi-l-Hadid, Sharh nahj al-balaghah, Beirut.</w:t>
      </w:r>
    </w:p>
    <w:p w:rsidR="00922ED1" w:rsidRDefault="00256D63" w:rsidP="00256D63">
      <w:pPr>
        <w:pStyle w:val="libNormal"/>
      </w:pPr>
      <w:r>
        <w:t>Ibn Maytham, Sharh nahj al-balaghah, Tehran lithographed edition, 1276/1859-60.</w:t>
      </w:r>
    </w:p>
    <w:p w:rsidR="00922ED1" w:rsidRDefault="00256D63" w:rsidP="00256D63">
      <w:pPr>
        <w:pStyle w:val="libNormal"/>
      </w:pPr>
      <w:r>
        <w:t>al-Kulayni, al-Usul min al-kafi, ed. by Muhammad Baqir Kamara'i, Tehran, 1388/1968-9.</w:t>
      </w:r>
    </w:p>
    <w:p w:rsidR="00922ED1" w:rsidRDefault="00256D63" w:rsidP="00256D63">
      <w:pPr>
        <w:pStyle w:val="libNormal"/>
      </w:pPr>
      <w:r>
        <w:t>al-Saduq, al-Tawhid, ed. by Hashim al-Husayni al-Tahrani, Tehran, 1387/1967-8.</w:t>
      </w:r>
    </w:p>
    <w:p w:rsidR="00256D63" w:rsidRDefault="00256D63" w:rsidP="00256D63">
      <w:pPr>
        <w:pStyle w:val="libNormal"/>
      </w:pPr>
      <w:r>
        <w:t>al-Shirazi, al-Sayyid 'Alikhan, Talkhis al-riyad, vol. I, Tehran, 1381/1961-2.</w:t>
      </w:r>
    </w:p>
    <w:p w:rsidR="00922ED1" w:rsidRDefault="00256D63" w:rsidP="00256D63">
      <w:pPr>
        <w:pStyle w:val="libNormal"/>
      </w:pPr>
      <w:r>
        <w:br w:type="page"/>
      </w:r>
    </w:p>
    <w:p w:rsidR="00413479" w:rsidRDefault="00413479" w:rsidP="00716E63">
      <w:pPr>
        <w:pStyle w:val="libCenterBold1"/>
      </w:pPr>
    </w:p>
    <w:p w:rsidR="00716E63" w:rsidRDefault="00716E63" w:rsidP="00716E63">
      <w:pPr>
        <w:pStyle w:val="libCenterBold1"/>
      </w:pPr>
    </w:p>
    <w:p w:rsidR="00716E63" w:rsidRDefault="00716E63" w:rsidP="00716E63">
      <w:pPr>
        <w:pStyle w:val="libCenterBold1"/>
      </w:pPr>
    </w:p>
    <w:p w:rsidR="00716E63" w:rsidRDefault="00716E63" w:rsidP="00716E63">
      <w:pPr>
        <w:pStyle w:val="libCenterBold1"/>
      </w:pPr>
    </w:p>
    <w:p w:rsidR="00716E63" w:rsidRDefault="00716E63" w:rsidP="00716E63">
      <w:pPr>
        <w:pStyle w:val="libCenterBold1"/>
      </w:pPr>
    </w:p>
    <w:p w:rsidR="00716E63" w:rsidRDefault="00716E63" w:rsidP="00716E63">
      <w:pPr>
        <w:pStyle w:val="libCenterBold1"/>
      </w:pPr>
    </w:p>
    <w:p w:rsidR="00716E63" w:rsidRDefault="00716E63" w:rsidP="00716E63">
      <w:pPr>
        <w:pStyle w:val="libCenterBold1"/>
      </w:pPr>
    </w:p>
    <w:p w:rsidR="00716E63" w:rsidRDefault="00716E63" w:rsidP="00716E63">
      <w:pPr>
        <w:pStyle w:val="libCenterBold1"/>
      </w:pPr>
    </w:p>
    <w:p w:rsidR="00716E63" w:rsidRDefault="00716E63" w:rsidP="00716E63">
      <w:pPr>
        <w:pStyle w:val="libCenterBold1"/>
      </w:pPr>
    </w:p>
    <w:p w:rsidR="00716E63" w:rsidRDefault="00716E63" w:rsidP="00716E63">
      <w:pPr>
        <w:pStyle w:val="libCenterBold1"/>
      </w:pPr>
    </w:p>
    <w:p w:rsidR="00716E63" w:rsidRDefault="00716E63" w:rsidP="00716E63">
      <w:pPr>
        <w:pStyle w:val="libCenterBold1"/>
      </w:pPr>
    </w:p>
    <w:p w:rsidR="00716E63" w:rsidRDefault="00716E63" w:rsidP="00716E63">
      <w:pPr>
        <w:pStyle w:val="libCenterBold1"/>
      </w:pPr>
    </w:p>
    <w:p w:rsidR="00716E63" w:rsidRDefault="001859F8" w:rsidP="00716E63">
      <w:pPr>
        <w:pStyle w:val="libCenterBold1"/>
      </w:pPr>
      <w:hyperlink r:id="rId9" w:history="1">
        <w:r w:rsidR="00716E63" w:rsidRPr="00D57349">
          <w:rPr>
            <w:rStyle w:val="Hyperlink"/>
          </w:rPr>
          <w:t>www.alhassanain.org/english</w:t>
        </w:r>
      </w:hyperlink>
    </w:p>
    <w:sectPr w:rsidR="00716E63" w:rsidSect="006C0E7A">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A68" w:rsidRDefault="00FA5A68" w:rsidP="00113C59">
      <w:r>
        <w:separator/>
      </w:r>
    </w:p>
  </w:endnote>
  <w:endnote w:type="continuationSeparator" w:id="0">
    <w:p w:rsidR="00FA5A68" w:rsidRDefault="00FA5A6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36C" w:rsidRDefault="001859F8" w:rsidP="00745C1D">
    <w:pPr>
      <w:pStyle w:val="Footer"/>
      <w:tabs>
        <w:tab w:val="clear" w:pos="4153"/>
        <w:tab w:val="clear" w:pos="8306"/>
      </w:tabs>
    </w:pPr>
    <w:fldSimple w:instr=" PAGE   \* MERGEFORMAT ">
      <w:r w:rsidR="006C0E7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36C" w:rsidRDefault="001859F8" w:rsidP="006C0E7A">
    <w:pPr>
      <w:pStyle w:val="libCenter"/>
      <w:rPr>
        <w:rtl/>
        <w:lang w:bidi="fa-IR"/>
      </w:rPr>
    </w:pPr>
    <w:fldSimple w:instr=" PAGE   \* MERGEFORMAT ">
      <w:r w:rsidR="00EA0906">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36C" w:rsidRDefault="001859F8" w:rsidP="00745C1D">
    <w:pPr>
      <w:pStyle w:val="Footer"/>
      <w:tabs>
        <w:tab w:val="clear" w:pos="4153"/>
        <w:tab w:val="clear" w:pos="8306"/>
      </w:tabs>
    </w:pPr>
    <w:fldSimple w:instr=" PAGE   \* MERGEFORMAT ">
      <w:r w:rsidR="006C0E7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A68" w:rsidRDefault="00FA5A68" w:rsidP="00113C59">
      <w:r>
        <w:separator/>
      </w:r>
    </w:p>
  </w:footnote>
  <w:footnote w:type="continuationSeparator" w:id="0">
    <w:p w:rsidR="00FA5A68" w:rsidRDefault="00FA5A6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36C" w:rsidRDefault="00D1636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36C" w:rsidRDefault="00D1636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922ED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59F8"/>
    <w:rsid w:val="0018664D"/>
    <w:rsid w:val="00187017"/>
    <w:rsid w:val="00187246"/>
    <w:rsid w:val="001937F7"/>
    <w:rsid w:val="001A1408"/>
    <w:rsid w:val="001A3110"/>
    <w:rsid w:val="001A4C37"/>
    <w:rsid w:val="001A4D9B"/>
    <w:rsid w:val="001A6EC0"/>
    <w:rsid w:val="001B07B7"/>
    <w:rsid w:val="001B16FD"/>
    <w:rsid w:val="001B577F"/>
    <w:rsid w:val="001B6A42"/>
    <w:rsid w:val="001B702D"/>
    <w:rsid w:val="001B7407"/>
    <w:rsid w:val="001C5EDB"/>
    <w:rsid w:val="001D41A1"/>
    <w:rsid w:val="001E11FF"/>
    <w:rsid w:val="001E213D"/>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6D63"/>
    <w:rsid w:val="00257657"/>
    <w:rsid w:val="002628DE"/>
    <w:rsid w:val="00263F56"/>
    <w:rsid w:val="0027369F"/>
    <w:rsid w:val="002818EF"/>
    <w:rsid w:val="0028271F"/>
    <w:rsid w:val="0028397C"/>
    <w:rsid w:val="002A0284"/>
    <w:rsid w:val="002A07AB"/>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3416"/>
    <w:rsid w:val="00404EB7"/>
    <w:rsid w:val="00407D56"/>
    <w:rsid w:val="00413479"/>
    <w:rsid w:val="00416E2B"/>
    <w:rsid w:val="004209BA"/>
    <w:rsid w:val="00420C44"/>
    <w:rsid w:val="004241E7"/>
    <w:rsid w:val="00430581"/>
    <w:rsid w:val="00434A97"/>
    <w:rsid w:val="00437035"/>
    <w:rsid w:val="00440C62"/>
    <w:rsid w:val="00445A1B"/>
    <w:rsid w:val="00446BBA"/>
    <w:rsid w:val="00453381"/>
    <w:rsid w:val="004538D5"/>
    <w:rsid w:val="00455A59"/>
    <w:rsid w:val="0046634E"/>
    <w:rsid w:val="00467E54"/>
    <w:rsid w:val="00470378"/>
    <w:rsid w:val="004722F9"/>
    <w:rsid w:val="00475E99"/>
    <w:rsid w:val="00481FD0"/>
    <w:rsid w:val="0048221F"/>
    <w:rsid w:val="00487B9C"/>
    <w:rsid w:val="004919C3"/>
    <w:rsid w:val="004953C3"/>
    <w:rsid w:val="00497042"/>
    <w:rsid w:val="004A0866"/>
    <w:rsid w:val="004A5116"/>
    <w:rsid w:val="004B17F4"/>
    <w:rsid w:val="004B3F28"/>
    <w:rsid w:val="004C3E90"/>
    <w:rsid w:val="004C4336"/>
    <w:rsid w:val="004C77B5"/>
    <w:rsid w:val="004D7678"/>
    <w:rsid w:val="004D7CD7"/>
    <w:rsid w:val="004E2A9A"/>
    <w:rsid w:val="004E3D4C"/>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0304"/>
    <w:rsid w:val="006B5C71"/>
    <w:rsid w:val="006B7F0E"/>
    <w:rsid w:val="006C0E7A"/>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6E63"/>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B6F"/>
    <w:rsid w:val="00796AAA"/>
    <w:rsid w:val="007A22D0"/>
    <w:rsid w:val="007A6185"/>
    <w:rsid w:val="007B10B3"/>
    <w:rsid w:val="007B1D12"/>
    <w:rsid w:val="007B2F17"/>
    <w:rsid w:val="007B46B3"/>
    <w:rsid w:val="007B5CD8"/>
    <w:rsid w:val="007B6D51"/>
    <w:rsid w:val="007C088F"/>
    <w:rsid w:val="007C3DC9"/>
    <w:rsid w:val="007C63B8"/>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D5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2ED1"/>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3E6E"/>
    <w:rsid w:val="0097061F"/>
    <w:rsid w:val="00972C70"/>
    <w:rsid w:val="00974224"/>
    <w:rsid w:val="00974FF1"/>
    <w:rsid w:val="00992E31"/>
    <w:rsid w:val="009A53CC"/>
    <w:rsid w:val="009A7001"/>
    <w:rsid w:val="009A7DA5"/>
    <w:rsid w:val="009B01D4"/>
    <w:rsid w:val="009B0C22"/>
    <w:rsid w:val="009B7253"/>
    <w:rsid w:val="009C2015"/>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115A"/>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7A25"/>
    <w:rsid w:val="00C617E5"/>
    <w:rsid w:val="00C667E4"/>
    <w:rsid w:val="00C76A9C"/>
    <w:rsid w:val="00C81C96"/>
    <w:rsid w:val="00C9021F"/>
    <w:rsid w:val="00C9028D"/>
    <w:rsid w:val="00C906FE"/>
    <w:rsid w:val="00CA2801"/>
    <w:rsid w:val="00CA41BF"/>
    <w:rsid w:val="00CB10B0"/>
    <w:rsid w:val="00CB22FF"/>
    <w:rsid w:val="00CB3C83"/>
    <w:rsid w:val="00CB686E"/>
    <w:rsid w:val="00CC0833"/>
    <w:rsid w:val="00CC156E"/>
    <w:rsid w:val="00CD72D4"/>
    <w:rsid w:val="00CE30CD"/>
    <w:rsid w:val="00CF137D"/>
    <w:rsid w:val="00D10971"/>
    <w:rsid w:val="00D1636C"/>
    <w:rsid w:val="00D20EAE"/>
    <w:rsid w:val="00D212D5"/>
    <w:rsid w:val="00D24B24"/>
    <w:rsid w:val="00D24EB0"/>
    <w:rsid w:val="00D25987"/>
    <w:rsid w:val="00D302F5"/>
    <w:rsid w:val="00D33A32"/>
    <w:rsid w:val="00D34C14"/>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6CE"/>
    <w:rsid w:val="00D91B67"/>
    <w:rsid w:val="00D92CDF"/>
    <w:rsid w:val="00DA2C3D"/>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0906"/>
    <w:rsid w:val="00EA28FF"/>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3F7D"/>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5A68"/>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56D63"/>
    <w:rPr>
      <w:rFonts w:ascii="Tahoma" w:hAnsi="Tahoma" w:cs="Tahoma"/>
      <w:sz w:val="16"/>
      <w:szCs w:val="16"/>
    </w:rPr>
  </w:style>
  <w:style w:type="character" w:customStyle="1" w:styleId="DocumentMapChar">
    <w:name w:val="Document Map Char"/>
    <w:basedOn w:val="DefaultParagraphFont"/>
    <w:link w:val="DocumentMap"/>
    <w:rsid w:val="00256D6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4EB1E-03C2-4FC8-925E-CDA8C654C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49</TotalTime>
  <Pages>94</Pages>
  <Words>43883</Words>
  <Characters>250137</Characters>
  <Application>Microsoft Office Word</Application>
  <DocSecurity>0</DocSecurity>
  <Lines>2084</Lines>
  <Paragraphs>586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23</cp:revision>
  <cp:lastPrinted>1601-01-01T00:00:00Z</cp:lastPrinted>
  <dcterms:created xsi:type="dcterms:W3CDTF">2016-09-22T08:11:00Z</dcterms:created>
  <dcterms:modified xsi:type="dcterms:W3CDTF">2016-09-22T11:10:00Z</dcterms:modified>
</cp:coreProperties>
</file>