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8E" w:rsidRDefault="001C1AD5" w:rsidP="001C1AD5">
      <w:pPr>
        <w:pStyle w:val="libCenterTitr"/>
      </w:pPr>
      <w:r w:rsidRPr="001C6201">
        <w:t>Analytical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</w:p>
    <w:p w:rsidR="001C1AD5" w:rsidRDefault="001C1AD5" w:rsidP="00CA178E">
      <w:pPr>
        <w:pStyle w:val="libCenterBold1"/>
      </w:pPr>
      <w:r w:rsidRPr="001C6201" w:rsidDel="0061181B">
        <w:t>(</w:t>
      </w:r>
      <w:r w:rsidRPr="001C6201">
        <w:t>January</w:t>
      </w:r>
      <w:r w:rsidR="00357F4D">
        <w:t xml:space="preserve"> </w:t>
      </w:r>
      <w:r w:rsidRPr="001C6201">
        <w:t>2010)</w:t>
      </w:r>
    </w:p>
    <w:p w:rsidR="00561AE8" w:rsidRDefault="00561AE8" w:rsidP="00CA178E">
      <w:pPr>
        <w:pStyle w:val="libCenterBold1"/>
      </w:pPr>
      <w:r w:rsidRPr="00561AE8">
        <w:t>www.homepages.ucl.ac.uk</w:t>
      </w:r>
    </w:p>
    <w:p w:rsidR="007F09F8" w:rsidRDefault="007F09F8" w:rsidP="007F09F8">
      <w:pPr>
        <w:pStyle w:val="libNormal"/>
      </w:pPr>
      <w:r>
        <w:br w:type="page"/>
      </w:r>
    </w:p>
    <w:sdt>
      <w:sdtPr>
        <w:rPr>
          <w:rStyle w:val="libNormalChar"/>
          <w:b w:val="0"/>
          <w:bCs w:val="0"/>
        </w:rPr>
        <w:id w:val="13510857"/>
        <w:docPartObj>
          <w:docPartGallery w:val="Table of Contents"/>
          <w:docPartUnique/>
        </w:docPartObj>
      </w:sdtPr>
      <w:sdtEndPr>
        <w:rPr>
          <w:rStyle w:val="DefaultParagraphFont"/>
        </w:rPr>
      </w:sdtEndPr>
      <w:sdtContent>
        <w:p w:rsidR="007F09F8" w:rsidRDefault="007F09F8" w:rsidP="001D5EB2">
          <w:pPr>
            <w:pStyle w:val="libCenterBold1"/>
          </w:pPr>
          <w:r>
            <w:t>Contents</w:t>
          </w:r>
        </w:p>
        <w:p w:rsidR="001D5EB2" w:rsidRDefault="00814696" w:rsidP="001D5EB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814696">
            <w:fldChar w:fldCharType="begin"/>
          </w:r>
          <w:r w:rsidR="007F09F8">
            <w:instrText xml:space="preserve"> TOC \o "1-3" \h \z \u </w:instrText>
          </w:r>
          <w:r w:rsidRPr="00814696">
            <w:fldChar w:fldCharType="separate"/>
          </w:r>
          <w:hyperlink w:anchor="_Toc421362873" w:history="1">
            <w:r w:rsidR="001D5EB2" w:rsidRPr="00D07E8F">
              <w:rPr>
                <w:rStyle w:val="Hyperlink"/>
              </w:rPr>
              <w:t>1. Political Philosophy and the Founders of Analytic Philosophy</w:t>
            </w:r>
            <w:r w:rsidR="001D5EB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D5EB2">
              <w:rPr>
                <w:webHidden/>
                <w:rtl/>
              </w:rPr>
              <w:instrText xml:space="preserve"> </w:instrText>
            </w:r>
            <w:r w:rsidR="001D5EB2">
              <w:rPr>
                <w:webHidden/>
              </w:rPr>
              <w:instrText>PAGEREF</w:instrText>
            </w:r>
            <w:r w:rsidR="001D5EB2">
              <w:rPr>
                <w:webHidden/>
                <w:rtl/>
              </w:rPr>
              <w:instrText xml:space="preserve"> _</w:instrText>
            </w:r>
            <w:r w:rsidR="001D5EB2">
              <w:rPr>
                <w:webHidden/>
              </w:rPr>
              <w:instrText>Toc421362873 \h</w:instrText>
            </w:r>
            <w:r w:rsidR="001D5EB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D759A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1D5EB2" w:rsidRDefault="00814696" w:rsidP="001D5EB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362874" w:history="1">
            <w:r w:rsidR="001D5EB2" w:rsidRPr="00D07E8F">
              <w:rPr>
                <w:rStyle w:val="Hyperlink"/>
              </w:rPr>
              <w:t>2. Political Philosophy and the Focal Points of Early Analytic Philosophy</w:t>
            </w:r>
            <w:r w:rsidR="001D5EB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D5EB2">
              <w:rPr>
                <w:webHidden/>
                <w:rtl/>
              </w:rPr>
              <w:instrText xml:space="preserve"> </w:instrText>
            </w:r>
            <w:r w:rsidR="001D5EB2">
              <w:rPr>
                <w:webHidden/>
              </w:rPr>
              <w:instrText>PAGEREF</w:instrText>
            </w:r>
            <w:r w:rsidR="001D5EB2">
              <w:rPr>
                <w:webHidden/>
                <w:rtl/>
              </w:rPr>
              <w:instrText xml:space="preserve"> _</w:instrText>
            </w:r>
            <w:r w:rsidR="001D5EB2">
              <w:rPr>
                <w:webHidden/>
              </w:rPr>
              <w:instrText>Toc421362874 \h</w:instrText>
            </w:r>
            <w:r w:rsidR="001D5EB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D759A">
              <w:rPr>
                <w:webHidden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1D5EB2" w:rsidRDefault="00814696" w:rsidP="001D5EB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362875" w:history="1">
            <w:r w:rsidR="001D5EB2" w:rsidRPr="00D07E8F">
              <w:rPr>
                <w:rStyle w:val="Hyperlink"/>
              </w:rPr>
              <w:t>3. Post-War Analytic Political and Legal Philosophy: Philosophy, Politics and Society</w:t>
            </w:r>
            <w:r w:rsidR="001D5EB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D5EB2">
              <w:rPr>
                <w:webHidden/>
                <w:rtl/>
              </w:rPr>
              <w:instrText xml:space="preserve"> </w:instrText>
            </w:r>
            <w:r w:rsidR="001D5EB2">
              <w:rPr>
                <w:webHidden/>
              </w:rPr>
              <w:instrText>PAGEREF</w:instrText>
            </w:r>
            <w:r w:rsidR="001D5EB2">
              <w:rPr>
                <w:webHidden/>
                <w:rtl/>
              </w:rPr>
              <w:instrText xml:space="preserve"> _</w:instrText>
            </w:r>
            <w:r w:rsidR="001D5EB2">
              <w:rPr>
                <w:webHidden/>
              </w:rPr>
              <w:instrText>Toc421362875 \h</w:instrText>
            </w:r>
            <w:r w:rsidR="001D5EB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D759A">
              <w:rPr>
                <w:webHidden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1D5EB2" w:rsidRDefault="00814696" w:rsidP="001D5EB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362876" w:history="1">
            <w:r w:rsidR="001D5EB2" w:rsidRPr="00D07E8F">
              <w:rPr>
                <w:rStyle w:val="Hyperlink"/>
              </w:rPr>
              <w:t>4. The Revival of Advocacy</w:t>
            </w:r>
            <w:r w:rsidR="001D5EB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D5EB2">
              <w:rPr>
                <w:webHidden/>
                <w:rtl/>
              </w:rPr>
              <w:instrText xml:space="preserve"> </w:instrText>
            </w:r>
            <w:r w:rsidR="001D5EB2">
              <w:rPr>
                <w:webHidden/>
              </w:rPr>
              <w:instrText>PAGEREF</w:instrText>
            </w:r>
            <w:r w:rsidR="001D5EB2">
              <w:rPr>
                <w:webHidden/>
                <w:rtl/>
              </w:rPr>
              <w:instrText xml:space="preserve"> _</w:instrText>
            </w:r>
            <w:r w:rsidR="001D5EB2">
              <w:rPr>
                <w:webHidden/>
              </w:rPr>
              <w:instrText>Toc421362876 \h</w:instrText>
            </w:r>
            <w:r w:rsidR="001D5EB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D759A">
              <w:rPr>
                <w:webHidden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1D5EB2" w:rsidRDefault="00814696" w:rsidP="001D5EB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362877" w:history="1">
            <w:r w:rsidR="001D5EB2" w:rsidRPr="00D07E8F">
              <w:rPr>
                <w:rStyle w:val="Hyperlink"/>
              </w:rPr>
              <w:t>5. Oxford Readings and Laslett and Runciman Third to Fifth Series</w:t>
            </w:r>
            <w:r w:rsidR="001D5EB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D5EB2">
              <w:rPr>
                <w:webHidden/>
                <w:rtl/>
              </w:rPr>
              <w:instrText xml:space="preserve"> </w:instrText>
            </w:r>
            <w:r w:rsidR="001D5EB2">
              <w:rPr>
                <w:webHidden/>
              </w:rPr>
              <w:instrText>PAGEREF</w:instrText>
            </w:r>
            <w:r w:rsidR="001D5EB2">
              <w:rPr>
                <w:webHidden/>
                <w:rtl/>
              </w:rPr>
              <w:instrText xml:space="preserve"> _</w:instrText>
            </w:r>
            <w:r w:rsidR="001D5EB2">
              <w:rPr>
                <w:webHidden/>
              </w:rPr>
              <w:instrText>Toc421362877 \h</w:instrText>
            </w:r>
            <w:r w:rsidR="001D5EB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D759A">
              <w:rPr>
                <w:webHidden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1D5EB2" w:rsidRDefault="00814696" w:rsidP="001D5EB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362878" w:history="1">
            <w:r w:rsidR="001D5EB2" w:rsidRPr="00D07E8F">
              <w:rPr>
                <w:rStyle w:val="Hyperlink"/>
              </w:rPr>
              <w:t>6. Analytic Political Philosophy since 1970</w:t>
            </w:r>
            <w:r w:rsidR="001D5EB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D5EB2">
              <w:rPr>
                <w:webHidden/>
                <w:rtl/>
              </w:rPr>
              <w:instrText xml:space="preserve"> </w:instrText>
            </w:r>
            <w:r w:rsidR="001D5EB2">
              <w:rPr>
                <w:webHidden/>
              </w:rPr>
              <w:instrText>PAGEREF</w:instrText>
            </w:r>
            <w:r w:rsidR="001D5EB2">
              <w:rPr>
                <w:webHidden/>
                <w:rtl/>
              </w:rPr>
              <w:instrText xml:space="preserve"> _</w:instrText>
            </w:r>
            <w:r w:rsidR="001D5EB2">
              <w:rPr>
                <w:webHidden/>
              </w:rPr>
              <w:instrText>Toc421362878 \h</w:instrText>
            </w:r>
            <w:r w:rsidR="001D5EB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D759A">
              <w:rPr>
                <w:webHidden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1D5EB2" w:rsidRDefault="00814696" w:rsidP="001D5EB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362879" w:history="1">
            <w:r w:rsidR="001D5EB2" w:rsidRPr="00D07E8F">
              <w:rPr>
                <w:rStyle w:val="Hyperlink"/>
              </w:rPr>
              <w:t>7. Conclusion</w:t>
            </w:r>
            <w:r w:rsidR="001D5EB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D5EB2">
              <w:rPr>
                <w:webHidden/>
                <w:rtl/>
              </w:rPr>
              <w:instrText xml:space="preserve"> </w:instrText>
            </w:r>
            <w:r w:rsidR="001D5EB2">
              <w:rPr>
                <w:webHidden/>
              </w:rPr>
              <w:instrText>PAGEREF</w:instrText>
            </w:r>
            <w:r w:rsidR="001D5EB2">
              <w:rPr>
                <w:webHidden/>
                <w:rtl/>
              </w:rPr>
              <w:instrText xml:space="preserve"> _</w:instrText>
            </w:r>
            <w:r w:rsidR="001D5EB2">
              <w:rPr>
                <w:webHidden/>
              </w:rPr>
              <w:instrText>Toc421362879 \h</w:instrText>
            </w:r>
            <w:r w:rsidR="001D5EB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D759A">
              <w:rPr>
                <w:webHidden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D5EB2" w:rsidRDefault="00814696" w:rsidP="001D5EB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362880" w:history="1">
            <w:r w:rsidR="001D5EB2" w:rsidRPr="00D07E8F">
              <w:rPr>
                <w:rStyle w:val="Hyperlink"/>
              </w:rPr>
              <w:t>Bibliography</w:t>
            </w:r>
            <w:r w:rsidR="001D5EB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D5EB2">
              <w:rPr>
                <w:webHidden/>
                <w:rtl/>
              </w:rPr>
              <w:instrText xml:space="preserve"> </w:instrText>
            </w:r>
            <w:r w:rsidR="001D5EB2">
              <w:rPr>
                <w:webHidden/>
              </w:rPr>
              <w:instrText>PAGEREF</w:instrText>
            </w:r>
            <w:r w:rsidR="001D5EB2">
              <w:rPr>
                <w:webHidden/>
                <w:rtl/>
              </w:rPr>
              <w:instrText xml:space="preserve"> _</w:instrText>
            </w:r>
            <w:r w:rsidR="001D5EB2">
              <w:rPr>
                <w:webHidden/>
              </w:rPr>
              <w:instrText>Toc421362880 \h</w:instrText>
            </w:r>
            <w:r w:rsidR="001D5EB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D759A">
              <w:rPr>
                <w:webHidden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1D5EB2" w:rsidRDefault="00814696" w:rsidP="001D5EB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362881" w:history="1">
            <w:r w:rsidR="001D5EB2" w:rsidRPr="00D07E8F">
              <w:rPr>
                <w:rStyle w:val="Hyperlink"/>
              </w:rPr>
              <w:t>Notes</w:t>
            </w:r>
            <w:r w:rsidR="001D5EB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1D5EB2">
              <w:rPr>
                <w:webHidden/>
                <w:rtl/>
              </w:rPr>
              <w:instrText xml:space="preserve"> </w:instrText>
            </w:r>
            <w:r w:rsidR="001D5EB2">
              <w:rPr>
                <w:webHidden/>
              </w:rPr>
              <w:instrText>PAGEREF</w:instrText>
            </w:r>
            <w:r w:rsidR="001D5EB2">
              <w:rPr>
                <w:webHidden/>
                <w:rtl/>
              </w:rPr>
              <w:instrText xml:space="preserve"> _</w:instrText>
            </w:r>
            <w:r w:rsidR="001D5EB2">
              <w:rPr>
                <w:webHidden/>
              </w:rPr>
              <w:instrText>Toc421362881 \h</w:instrText>
            </w:r>
            <w:r w:rsidR="001D5EB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D759A">
              <w:rPr>
                <w:webHidden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7F09F8" w:rsidRDefault="00814696" w:rsidP="001D5EB2">
          <w:pPr>
            <w:pStyle w:val="libNormal"/>
          </w:pPr>
          <w:r>
            <w:fldChar w:fldCharType="end"/>
          </w:r>
        </w:p>
      </w:sdtContent>
    </w:sdt>
    <w:p w:rsidR="001C1AD5" w:rsidRPr="001C1AD5" w:rsidRDefault="001C1AD5" w:rsidP="001C1AD5">
      <w:pPr>
        <w:pStyle w:val="libNormal"/>
      </w:pPr>
      <w:r>
        <w:br w:type="page"/>
      </w:r>
    </w:p>
    <w:p w:rsidR="001C1AD5" w:rsidRDefault="001C1AD5" w:rsidP="001C1AD5">
      <w:pPr>
        <w:pStyle w:val="Heading1Center"/>
      </w:pPr>
      <w:bookmarkStart w:id="0" w:name="_Toc421362873"/>
      <w:r w:rsidRPr="001C1AD5">
        <w:lastRenderedPageBreak/>
        <w:t>1</w:t>
      </w:r>
      <w:r w:rsidR="00E11103">
        <w:t>.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Founders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Philosophy</w:t>
      </w:r>
      <w:bookmarkEnd w:id="0"/>
    </w:p>
    <w:p w:rsidR="00E11103" w:rsidRDefault="001C1AD5" w:rsidP="001C1AD5">
      <w:pPr>
        <w:pStyle w:val="libNormal"/>
      </w:pP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not</w:t>
      </w:r>
      <w:r w:rsidR="00E11103">
        <w:t>,</w:t>
      </w:r>
      <w:r w:rsidR="00357F4D">
        <w:t xml:space="preserve"> </w:t>
      </w:r>
      <w:r w:rsidRPr="001C1AD5">
        <w:t>initially</w:t>
      </w:r>
      <w:r w:rsidR="00E11103">
        <w:t>,</w:t>
      </w:r>
      <w:r w:rsidR="00357F4D">
        <w:t xml:space="preserve"> </w:t>
      </w:r>
      <w:r w:rsidRPr="001C1AD5">
        <w:t>easy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place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terms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foundation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early</w:t>
      </w:r>
      <w:r w:rsidR="00357F4D">
        <w:t xml:space="preserve"> </w:t>
      </w:r>
      <w:r w:rsidRPr="001C1AD5">
        <w:t>development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philosophy</w:t>
      </w:r>
      <w:r w:rsidR="00E11103">
        <w:t>.</w:t>
      </w:r>
      <w:r w:rsidR="00357F4D">
        <w:t xml:space="preserve"> </w:t>
      </w:r>
      <w:r w:rsidRPr="001C1AD5">
        <w:t>If</w:t>
      </w:r>
      <w:r w:rsidR="00E11103">
        <w:t>,</w:t>
      </w:r>
      <w:r w:rsidR="00357F4D">
        <w:t xml:space="preserve"> </w:t>
      </w:r>
      <w:r w:rsidRPr="001C1AD5">
        <w:t>following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traditional</w:t>
      </w:r>
      <w:r w:rsidR="00357F4D">
        <w:t xml:space="preserve"> </w:t>
      </w:r>
      <w:r w:rsidRPr="001C1AD5">
        <w:t>understanding</w:t>
      </w:r>
      <w:r w:rsidR="00E11103">
        <w:t>,</w:t>
      </w:r>
      <w:r w:rsidR="00357F4D">
        <w:t xml:space="preserve"> </w:t>
      </w:r>
      <w:r w:rsidRPr="001C1AD5">
        <w:t>one</w:t>
      </w:r>
      <w:r w:rsidR="00357F4D">
        <w:t xml:space="preserve"> </w:t>
      </w:r>
      <w:r w:rsidRPr="001C1AD5">
        <w:t>takes</w:t>
      </w:r>
      <w:r w:rsidR="00357F4D">
        <w:t xml:space="preserve"> </w:t>
      </w:r>
      <w:r w:rsidRPr="001C1AD5">
        <w:t>analytical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been</w:t>
      </w:r>
      <w:r w:rsidR="00357F4D">
        <w:t xml:space="preserve"> </w:t>
      </w:r>
      <w:r w:rsidRPr="001C1AD5">
        <w:t>founded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Frege</w:t>
      </w:r>
      <w:r w:rsidR="00E11103">
        <w:t>,</w:t>
      </w:r>
      <w:r w:rsidR="00357F4D">
        <w:t xml:space="preserve"> </w:t>
      </w:r>
      <w:r w:rsidRPr="001C1AD5">
        <w:t>Russell</w:t>
      </w:r>
      <w:r w:rsidR="00E11103">
        <w:t>,</w:t>
      </w:r>
      <w:r w:rsidR="00357F4D">
        <w:t xml:space="preserve"> </w:t>
      </w:r>
      <w:r w:rsidRPr="001C1AD5">
        <w:t>Moore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Wittgenstein</w:t>
      </w:r>
      <w:r w:rsidR="00E11103">
        <w:t>,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obvious</w:t>
      </w:r>
      <w:r w:rsidR="00357F4D">
        <w:t xml:space="preserve"> </w:t>
      </w:r>
      <w:r w:rsidRPr="001C1AD5">
        <w:t>what</w:t>
      </w:r>
      <w:r w:rsidR="00357F4D">
        <w:t xml:space="preserve"> </w:t>
      </w:r>
      <w:r w:rsidRPr="001C1AD5">
        <w:t>influence</w:t>
      </w:r>
      <w:r w:rsidR="00357F4D">
        <w:t xml:space="preserve"> </w:t>
      </w:r>
      <w:r w:rsidRPr="001C1AD5">
        <w:t>these</w:t>
      </w:r>
      <w:r w:rsidR="00357F4D">
        <w:t xml:space="preserve"> </w:t>
      </w:r>
      <w:r w:rsidRPr="001C1AD5">
        <w:t>figures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had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subsequent</w:t>
      </w:r>
      <w:r w:rsidR="00357F4D">
        <w:t xml:space="preserve"> </w:t>
      </w:r>
      <w:r w:rsidRPr="001C1AD5">
        <w:t>development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discipline</w:t>
      </w:r>
      <w:r w:rsidR="00E11103">
        <w:t>.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take</w:t>
      </w:r>
      <w:r w:rsidR="00357F4D">
        <w:t xml:space="preserve"> </w:t>
      </w:r>
      <w:r w:rsidRPr="001C1AD5">
        <w:t>them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turn</w:t>
      </w:r>
      <w:r w:rsidR="00E11103">
        <w:t>,</w:t>
      </w:r>
      <w:r w:rsidR="00357F4D">
        <w:t xml:space="preserve"> </w:t>
      </w:r>
      <w:r w:rsidRPr="001C1AD5">
        <w:t>Frege</w:t>
      </w:r>
      <w:r w:rsidR="00357F4D">
        <w:t xml:space="preserve"> </w:t>
      </w:r>
      <w:r w:rsidRPr="001C1AD5">
        <w:t>did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write</w:t>
      </w:r>
      <w:r w:rsidR="00357F4D">
        <w:t xml:space="preserve"> </w:t>
      </w:r>
      <w:r w:rsidRPr="001C1AD5">
        <w:t>professionally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any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social</w:t>
      </w:r>
      <w:r w:rsidR="00357F4D">
        <w:t xml:space="preserve"> </w:t>
      </w:r>
      <w:r w:rsidRPr="001C1AD5">
        <w:t>topics</w:t>
      </w:r>
      <w:r w:rsidR="00357F4D">
        <w:t xml:space="preserve"> </w:t>
      </w:r>
      <w:r w:rsidRPr="001C1AD5">
        <w:t>(although</w:t>
      </w:r>
      <w:r w:rsidR="00357F4D">
        <w:t xml:space="preserve"> </w:t>
      </w:r>
      <w:r w:rsidRPr="001C1AD5">
        <w:t>famously</w:t>
      </w:r>
      <w:r w:rsidR="00357F4D">
        <w:t xml:space="preserve"> </w:t>
      </w:r>
      <w:r w:rsidRPr="001C1AD5">
        <w:t>Dummett</w:t>
      </w:r>
      <w:r w:rsidR="00357F4D">
        <w:t xml:space="preserve"> </w:t>
      </w:r>
      <w:r w:rsidRPr="001C1AD5">
        <w:t>reports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shock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dismay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finding</w:t>
      </w:r>
      <w:r w:rsidR="00357F4D">
        <w:t xml:space="preserve"> </w:t>
      </w:r>
      <w:r w:rsidRPr="001C1AD5">
        <w:t>anti</w:t>
      </w:r>
      <w:r w:rsidR="00357F4D">
        <w:t>-</w:t>
      </w:r>
      <w:r w:rsidRPr="001C1AD5">
        <w:t>Semitic</w:t>
      </w:r>
      <w:r w:rsidR="00357F4D">
        <w:t xml:space="preserve"> </w:t>
      </w:r>
      <w:r w:rsidRPr="001C1AD5">
        <w:t>comments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Frege’s</w:t>
      </w:r>
      <w:r w:rsidR="00357F4D">
        <w:t xml:space="preserve"> </w:t>
      </w:r>
      <w:r w:rsidRPr="001C1AD5">
        <w:t>diaries</w:t>
      </w:r>
      <w:r w:rsidR="00357F4D">
        <w:t xml:space="preserve"> </w:t>
      </w:r>
      <w:r w:rsidRPr="001C1AD5">
        <w:t>Dummett</w:t>
      </w:r>
      <w:r w:rsidR="00E11103">
        <w:t>,</w:t>
      </w:r>
      <w:r w:rsidR="00357F4D">
        <w:t xml:space="preserve"> </w:t>
      </w:r>
      <w:r w:rsidRPr="001C1AD5">
        <w:t>1981</w:t>
      </w:r>
      <w:r w:rsidR="00E11103">
        <w:t>,</w:t>
      </w:r>
      <w:r w:rsidR="00357F4D">
        <w:t xml:space="preserve"> </w:t>
      </w:r>
      <w:r w:rsidRPr="001C1AD5">
        <w:t>xii</w:t>
      </w:r>
      <w:r w:rsidR="00E11103">
        <w:t>.</w:t>
      </w:r>
      <w:r w:rsidR="00357F4D">
        <w:t xml:space="preserve"> </w:t>
      </w:r>
      <w:r w:rsidRPr="001C1AD5">
        <w:t>These</w:t>
      </w:r>
      <w:r w:rsidR="00357F4D">
        <w:t xml:space="preserve"> </w:t>
      </w:r>
      <w:r w:rsidRPr="001C1AD5">
        <w:t>diaries</w:t>
      </w:r>
      <w:r w:rsidR="00357F4D">
        <w:t xml:space="preserve"> </w:t>
      </w:r>
      <w:r w:rsidRPr="001C1AD5">
        <w:t>are</w:t>
      </w:r>
      <w:r w:rsidR="00357F4D">
        <w:t xml:space="preserve"> </w:t>
      </w:r>
      <w:r w:rsidRPr="001C1AD5">
        <w:t>now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(Frege</w:t>
      </w:r>
      <w:r w:rsidR="00E11103">
        <w:t>,</w:t>
      </w:r>
      <w:r w:rsidR="00357F4D">
        <w:t xml:space="preserve"> </w:t>
      </w:r>
      <w:r w:rsidRPr="001C1AD5">
        <w:t>1994)</w:t>
      </w:r>
      <w:r w:rsidR="00E11103">
        <w:t>,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are</w:t>
      </w:r>
      <w:r w:rsidR="00357F4D">
        <w:t xml:space="preserve"> </w:t>
      </w:r>
      <w:r w:rsidRPr="001C1AD5">
        <w:t>some</w:t>
      </w:r>
      <w:r w:rsidR="00357F4D">
        <w:t xml:space="preserve"> </w:t>
      </w:r>
      <w:r w:rsidRPr="001C1AD5">
        <w:t>suggestions</w:t>
      </w:r>
      <w:r w:rsidR="00357F4D">
        <w:t xml:space="preserve"> </w:t>
      </w:r>
      <w:r w:rsidRPr="001C1AD5">
        <w:t>Frege</w:t>
      </w:r>
      <w:r w:rsidR="00357F4D">
        <w:t xml:space="preserve"> </w:t>
      </w:r>
      <w:r w:rsidRPr="001C1AD5">
        <w:t>made</w:t>
      </w:r>
      <w:r w:rsidR="00357F4D">
        <w:t xml:space="preserve"> </w:t>
      </w:r>
      <w:r w:rsidRPr="001C1AD5">
        <w:t>about</w:t>
      </w:r>
      <w:r w:rsidR="00357F4D">
        <w:t xml:space="preserve"> </w:t>
      </w:r>
      <w:r w:rsidRPr="001C1AD5">
        <w:t>an</w:t>
      </w:r>
      <w:r w:rsidR="00357F4D">
        <w:t xml:space="preserve"> </w:t>
      </w:r>
      <w:r w:rsidRPr="001C1AD5">
        <w:t>electoral</w:t>
      </w:r>
      <w:r w:rsidR="00357F4D">
        <w:t xml:space="preserve"> </w:t>
      </w:r>
      <w:r w:rsidRPr="001C1AD5">
        <w:t>system</w:t>
      </w:r>
      <w:r w:rsidR="00E11103">
        <w:t>,</w:t>
      </w:r>
      <w:r w:rsidR="00357F4D">
        <w:t xml:space="preserve"> </w:t>
      </w:r>
      <w:r w:rsidRPr="001C1AD5">
        <w:t>(Frege</w:t>
      </w:r>
      <w:r w:rsidR="00357F4D">
        <w:t xml:space="preserve"> </w:t>
      </w:r>
      <w:r w:rsidRPr="001C1AD5">
        <w:t>2000))</w:t>
      </w:r>
      <w:r w:rsidR="00E11103">
        <w:t>.</w:t>
      </w:r>
      <w:r w:rsidR="00357F4D">
        <w:t xml:space="preserve"> </w:t>
      </w:r>
      <w:r w:rsidRPr="001C1AD5">
        <w:t>Russell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more</w:t>
      </w:r>
      <w:r w:rsidR="00357F4D">
        <w:t xml:space="preserve"> </w:t>
      </w:r>
      <w:r w:rsidRPr="001C1AD5">
        <w:t>complex</w:t>
      </w:r>
      <w:r w:rsidR="00E11103">
        <w:t>.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public</w:t>
      </w:r>
      <w:r w:rsidR="00357F4D">
        <w:t xml:space="preserve"> </w:t>
      </w:r>
      <w:r w:rsidRPr="001C1AD5">
        <w:t>intellectual</w:t>
      </w:r>
      <w:r w:rsidR="00357F4D">
        <w:t xml:space="preserve"> </w:t>
      </w:r>
      <w:r w:rsidRPr="001C1AD5">
        <w:t>he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known</w:t>
      </w:r>
      <w:r w:rsidR="00357F4D">
        <w:t xml:space="preserve"> </w:t>
      </w:r>
      <w:r w:rsidRPr="001C1AD5">
        <w:t>primarily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campaigner</w:t>
      </w:r>
      <w:r w:rsidR="00E11103">
        <w:t>,</w:t>
      </w:r>
      <w:r w:rsidR="00357F4D">
        <w:t xml:space="preserve"> </w:t>
      </w:r>
      <w:r w:rsidRPr="001C1AD5">
        <w:t>especially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pacifism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opposition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nuclear</w:t>
      </w:r>
      <w:r w:rsidR="00357F4D">
        <w:t xml:space="preserve"> </w:t>
      </w:r>
      <w:r w:rsidRPr="001C1AD5">
        <w:t>arms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indeed</w:t>
      </w:r>
      <w:r w:rsidR="00E11103">
        <w:t>,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imprisoned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views</w:t>
      </w:r>
      <w:r w:rsidR="00357F4D">
        <w:t xml:space="preserve"> </w:t>
      </w:r>
      <w:r w:rsidRPr="001C1AD5">
        <w:t>during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World</w:t>
      </w:r>
      <w:r w:rsidR="00357F4D">
        <w:t xml:space="preserve"> </w:t>
      </w:r>
      <w:r w:rsidRPr="001C1AD5">
        <w:t>War</w:t>
      </w:r>
      <w:r w:rsidR="00E11103">
        <w:t>.</w:t>
      </w:r>
      <w:r w:rsidR="00357F4D">
        <w:t xml:space="preserve"> </w:t>
      </w:r>
      <w:r w:rsidRPr="001C1AD5">
        <w:t>He</w:t>
      </w:r>
      <w:r w:rsidR="00357F4D">
        <w:t xml:space="preserve"> </w:t>
      </w:r>
      <w:r w:rsidRPr="001C1AD5">
        <w:t>wrote</w:t>
      </w:r>
      <w:r w:rsidR="00357F4D">
        <w:t xml:space="preserve"> </w:t>
      </w:r>
      <w:r w:rsidRPr="001C1AD5">
        <w:t>widely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topics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gave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Reith</w:t>
      </w:r>
      <w:r w:rsidR="00357F4D">
        <w:t xml:space="preserve"> </w:t>
      </w:r>
      <w:r w:rsidRPr="001C1AD5">
        <w:t>Lectures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BBC</w:t>
      </w:r>
      <w:r w:rsidR="00E11103">
        <w:t>,</w:t>
      </w:r>
      <w:r w:rsidR="00357F4D">
        <w:t xml:space="preserve"> </w:t>
      </w:r>
      <w:r w:rsidRPr="001C1AD5">
        <w:t>later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rPr>
          <w:rStyle w:val="libItalicChar"/>
        </w:rPr>
        <w:t>Authority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Individual</w:t>
      </w:r>
      <w:r w:rsidR="00357F4D">
        <w:rPr>
          <w:rStyle w:val="libItalicChar"/>
        </w:rPr>
        <w:t xml:space="preserve"> </w:t>
      </w:r>
      <w:r w:rsidRPr="001C1AD5">
        <w:t>(Russell</w:t>
      </w:r>
      <w:r w:rsidR="00E11103">
        <w:t>,</w:t>
      </w:r>
      <w:r w:rsidR="00357F4D">
        <w:t xml:space="preserve"> </w:t>
      </w:r>
      <w:r w:rsidRPr="001C1AD5">
        <w:t>1949)</w:t>
      </w:r>
      <w:r w:rsidR="00E11103">
        <w:t>.</w:t>
      </w:r>
      <w:r w:rsidR="00357F4D">
        <w:t xml:space="preserve"> </w:t>
      </w:r>
      <w:r w:rsidRPr="001C1AD5">
        <w:t>Yet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Problems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t xml:space="preserve"> </w:t>
      </w:r>
      <w:r w:rsidRPr="001C1AD5">
        <w:t>(Russell</w:t>
      </w:r>
      <w:r w:rsidR="00E11103">
        <w:t>,</w:t>
      </w:r>
      <w:r w:rsidR="00357F4D">
        <w:t xml:space="preserve"> </w:t>
      </w:r>
      <w:r w:rsidRPr="001C1AD5">
        <w:t>1912)</w:t>
      </w:r>
      <w:r w:rsidR="00357F4D">
        <w:t xml:space="preserve"> </w:t>
      </w:r>
      <w:r w:rsidRPr="001C1AD5">
        <w:t>does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any</w:t>
      </w:r>
      <w:r w:rsidR="00357F4D">
        <w:t xml:space="preserve"> </w:t>
      </w:r>
      <w:r w:rsidRPr="001C1AD5">
        <w:t>discussion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neither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mentioned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rPr>
          <w:rStyle w:val="libItalicChar"/>
        </w:rPr>
        <w:t>My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Development</w:t>
      </w:r>
      <w:r w:rsidR="00357F4D">
        <w:rPr>
          <w:rStyle w:val="libItalicChar"/>
        </w:rPr>
        <w:t xml:space="preserve"> </w:t>
      </w:r>
      <w:r w:rsidRPr="001C1AD5">
        <w:t>(Russell</w:t>
      </w:r>
      <w:r w:rsidR="00357F4D">
        <w:t xml:space="preserve"> </w:t>
      </w:r>
      <w:r w:rsidRPr="001C1AD5">
        <w:t>1959)</w:t>
      </w:r>
      <w:r w:rsidR="00E11103">
        <w:rPr>
          <w:rStyle w:val="libItalicChar"/>
        </w:rPr>
        <w:t>.</w:t>
      </w:r>
      <w:r w:rsidR="00357F4D">
        <w:t xml:space="preserve"> </w:t>
      </w:r>
      <w:r w:rsidRPr="001C1AD5">
        <w:t>Russell’s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writings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had</w:t>
      </w:r>
      <w:r w:rsidR="00357F4D">
        <w:t xml:space="preserve"> </w:t>
      </w:r>
      <w:r w:rsidRPr="001C1AD5">
        <w:t>very</w:t>
      </w:r>
      <w:r w:rsidR="00357F4D">
        <w:t xml:space="preserve"> </w:t>
      </w:r>
      <w:r w:rsidRPr="001C1AD5">
        <w:t>little</w:t>
      </w:r>
      <w:r w:rsidR="00E11103">
        <w:t>,</w:t>
      </w:r>
      <w:r w:rsidR="00357F4D">
        <w:t xml:space="preserve"> </w:t>
      </w:r>
      <w:r w:rsidRPr="001C1AD5">
        <w:t>if</w:t>
      </w:r>
      <w:r w:rsidR="00357F4D">
        <w:t xml:space="preserve"> </w:t>
      </w:r>
      <w:r w:rsidRPr="001C1AD5">
        <w:t>any</w:t>
      </w:r>
      <w:r w:rsidR="00E11103">
        <w:t>,</w:t>
      </w:r>
      <w:r w:rsidR="00357F4D">
        <w:t xml:space="preserve"> </w:t>
      </w:r>
      <w:r w:rsidRPr="001C1AD5">
        <w:t>influence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subsequent</w:t>
      </w:r>
      <w:r w:rsidR="00357F4D">
        <w:t xml:space="preserve"> </w:t>
      </w:r>
      <w:r w:rsidRPr="001C1AD5">
        <w:t>debates</w:t>
      </w:r>
      <w:r w:rsidR="00E11103">
        <w:t>.</w:t>
      </w:r>
      <w:r w:rsidR="00357F4D">
        <w:t xml:space="preserve"> </w:t>
      </w:r>
      <w:r w:rsidRPr="001C1AD5">
        <w:t>Despite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attention</w:t>
      </w:r>
      <w:r w:rsidR="00357F4D">
        <w:t xml:space="preserve"> </w:t>
      </w:r>
      <w:r w:rsidRPr="001C1AD5">
        <w:t>given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Russell’s</w:t>
      </w:r>
      <w:r w:rsidR="00357F4D">
        <w:t xml:space="preserve"> </w:t>
      </w:r>
      <w:r w:rsidRPr="001C1AD5">
        <w:rPr>
          <w:rStyle w:val="libItalicChar"/>
        </w:rPr>
        <w:t>History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Western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t xml:space="preserve"> </w:t>
      </w:r>
      <w:r w:rsidRPr="001C1AD5">
        <w:t>(Russell</w:t>
      </w:r>
      <w:r w:rsidR="00E11103">
        <w:t>,</w:t>
      </w:r>
      <w:r w:rsidR="00357F4D">
        <w:t xml:space="preserve"> </w:t>
      </w:r>
      <w:r w:rsidRPr="001C1AD5">
        <w:t>1949)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fact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book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rPr>
          <w:rStyle w:val="libItalicChar"/>
        </w:rPr>
        <w:t>German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Democracy</w:t>
      </w:r>
      <w:r w:rsidR="00357F4D">
        <w:t xml:space="preserve"> </w:t>
      </w:r>
      <w:r w:rsidRPr="001C6201">
        <w:t>(Russell</w:t>
      </w:r>
      <w:r w:rsidR="00E11103">
        <w:t>,</w:t>
      </w:r>
      <w:r w:rsidR="00357F4D">
        <w:t xml:space="preserve"> </w:t>
      </w:r>
      <w:r w:rsidRPr="001C6201">
        <w:t>1896)</w:t>
      </w:r>
      <w:r w:rsidR="00E11103">
        <w:t>,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t>appeared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consider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writing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something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separate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philosophy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NormalChar"/>
        </w:rPr>
      </w:pPr>
      <w:r w:rsidRPr="001C6201">
        <w:t>Moore’s</w:t>
      </w:r>
      <w:r w:rsidR="00357F4D">
        <w:t xml:space="preserve"> </w:t>
      </w:r>
      <w:r w:rsidRPr="001C6201">
        <w:t>reputation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philosopher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way</w:t>
      </w:r>
      <w:r w:rsidR="00357F4D">
        <w:t xml:space="preserve"> </w:t>
      </w:r>
      <w:r w:rsidRPr="001C6201">
        <w:t>holds</w:t>
      </w:r>
      <w:r w:rsidR="00357F4D">
        <w:t xml:space="preserve"> </w:t>
      </w:r>
      <w:r w:rsidRPr="001C6201">
        <w:t>out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hope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made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contribution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even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case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did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explicitly</w:t>
      </w:r>
      <w:r w:rsidR="00357F4D">
        <w:t xml:space="preserve"> </w:t>
      </w:r>
      <w:r w:rsidRPr="001C6201">
        <w:t>write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these</w:t>
      </w:r>
      <w:r w:rsidR="00357F4D">
        <w:t xml:space="preserve"> </w:t>
      </w:r>
      <w:r w:rsidRPr="001C6201">
        <w:t>topics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struggles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find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few</w:t>
      </w:r>
      <w:r w:rsidR="00357F4D">
        <w:t xml:space="preserve"> </w:t>
      </w:r>
      <w:r w:rsidRPr="001C6201">
        <w:t>scattered</w:t>
      </w:r>
      <w:r w:rsidR="00357F4D">
        <w:t xml:space="preserve"> </w:t>
      </w:r>
      <w:r w:rsidRPr="001C6201">
        <w:t>remarks</w:t>
      </w:r>
      <w:r w:rsidR="00E11103">
        <w:t>.</w:t>
      </w:r>
      <w:r w:rsidR="00357F4D">
        <w:t xml:space="preserve"> </w:t>
      </w:r>
      <w:r w:rsidRPr="001C6201">
        <w:t>Wittgenstein</w:t>
      </w:r>
      <w:r w:rsidR="00E11103">
        <w:t>,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course</w:t>
      </w:r>
      <w:r w:rsidR="00E11103">
        <w:t>,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little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say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legal</w:t>
      </w:r>
      <w:r w:rsidR="00357F4D">
        <w:t xml:space="preserve"> </w:t>
      </w:r>
      <w:r w:rsidRPr="001C6201">
        <w:t>matters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early</w:t>
      </w:r>
      <w:r w:rsidR="00357F4D">
        <w:t xml:space="preserve"> </w:t>
      </w:r>
      <w:r w:rsidRPr="001C6201">
        <w:t>writings</w:t>
      </w:r>
      <w:r w:rsidR="00E11103">
        <w:t>.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later</w:t>
      </w:r>
      <w:r w:rsidR="00357F4D">
        <w:t xml:space="preserve"> </w:t>
      </w:r>
      <w:r w:rsidRPr="001C6201">
        <w:t>writings</w:t>
      </w:r>
      <w:r w:rsidR="00E11103">
        <w:t>,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1AD5">
        <w:rPr>
          <w:rStyle w:val="libItalicChar"/>
        </w:rPr>
        <w:t>Culture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Value</w:t>
      </w:r>
      <w:r w:rsidR="00357F4D">
        <w:rPr>
          <w:rStyle w:val="libItalicChar"/>
        </w:rPr>
        <w:t xml:space="preserve"> </w:t>
      </w:r>
      <w:r w:rsidRPr="001C1AD5">
        <w:rPr>
          <w:rStyle w:val="libNormalChar"/>
        </w:rPr>
        <w:t>(Wittgenstein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1980)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bear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other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writers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philosophy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Hanna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Pitkin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Wittgenstein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(1972)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David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Rubinstein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Marx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Wittgenstein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(1981)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from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very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different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perspective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even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Jean</w:t>
      </w:r>
      <w:r w:rsidR="00357F4D">
        <w:rPr>
          <w:rStyle w:val="libNormalChar"/>
        </w:rPr>
        <w:t>-</w:t>
      </w:r>
      <w:r w:rsidRPr="001C1AD5">
        <w:rPr>
          <w:rStyle w:val="libNormalChar"/>
        </w:rPr>
        <w:t>Paul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Lyotard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makes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extensive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use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term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‘language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game’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Just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Gaming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(Lyotard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Thébaud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1985)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found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inspiration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Philosophical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Investigations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However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would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hard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argue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Wittgenstein’s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later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writings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remain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firmly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analytic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tradition</w:t>
      </w:r>
      <w:r w:rsidR="00E11103">
        <w:rPr>
          <w:rStyle w:val="libNormalChar"/>
        </w:rPr>
        <w:t>.</w:t>
      </w:r>
    </w:p>
    <w:p w:rsidR="001C1AD5" w:rsidRDefault="001C1AD5" w:rsidP="001C1AD5">
      <w:pPr>
        <w:pStyle w:val="libNormal"/>
      </w:pPr>
      <w:r w:rsidRPr="001C6201">
        <w:t>Casting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net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widely</w:t>
      </w:r>
      <w:r w:rsidR="00E11103">
        <w:t>,</w:t>
      </w:r>
      <w:r w:rsidR="00357F4D">
        <w:t xml:space="preserve"> </w:t>
      </w:r>
      <w:r w:rsidRPr="001C6201">
        <w:t>Carnap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Neurath</w:t>
      </w:r>
      <w:r w:rsidR="00357F4D">
        <w:t xml:space="preserve"> </w:t>
      </w:r>
      <w:r w:rsidRPr="001C6201">
        <w:t>bear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interesting</w:t>
      </w:r>
      <w:r w:rsidR="00357F4D">
        <w:t xml:space="preserve"> </w:t>
      </w:r>
      <w:r w:rsidRPr="001C6201">
        <w:t>similarities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holding</w:t>
      </w:r>
      <w:r w:rsidR="00357F4D">
        <w:t xml:space="preserve"> </w:t>
      </w:r>
      <w:r w:rsidRPr="001C6201">
        <w:t>radical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beliefs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contributing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intense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debates</w:t>
      </w:r>
      <w:r w:rsidR="00E11103">
        <w:t>,</w:t>
      </w:r>
      <w:r w:rsidR="00357F4D">
        <w:t xml:space="preserve"> </w:t>
      </w:r>
      <w:r w:rsidRPr="001C6201">
        <w:t>while</w:t>
      </w:r>
      <w:r w:rsidR="00357F4D">
        <w:t xml:space="preserve"> </w:t>
      </w:r>
      <w:r w:rsidRPr="001C6201">
        <w:t>never</w:t>
      </w:r>
      <w:r w:rsidR="00357F4D">
        <w:t xml:space="preserve"> </w:t>
      </w:r>
      <w:r w:rsidRPr="001C6201">
        <w:t>becoming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tradition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academic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way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differed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claiming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their</w:t>
      </w:r>
      <w:r w:rsidR="00357F4D">
        <w:t xml:space="preserve"> </w:t>
      </w:r>
      <w:r w:rsidRPr="001C6201">
        <w:t>anti</w:t>
      </w:r>
      <w:r w:rsidR="00357F4D">
        <w:t>-</w:t>
      </w:r>
      <w:r w:rsidRPr="001C6201">
        <w:t>metaphysical</w:t>
      </w:r>
      <w:r w:rsidR="00357F4D">
        <w:t xml:space="preserve"> </w:t>
      </w:r>
      <w:r w:rsidRPr="001C6201">
        <w:t>contributions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were</w:t>
      </w:r>
      <w:r w:rsidR="00357F4D">
        <w:t xml:space="preserve"> </w:t>
      </w:r>
      <w:r w:rsidRPr="001C6201">
        <w:t>somehow</w:t>
      </w:r>
      <w:r w:rsidR="00357F4D">
        <w:t xml:space="preserve"> </w:t>
      </w:r>
      <w:r w:rsidRPr="001C6201">
        <w:t>continuous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emancipatory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struggle</w:t>
      </w:r>
      <w:r w:rsidR="00E11103">
        <w:t>,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how</w:t>
      </w:r>
      <w:r w:rsidR="00357F4D">
        <w:t xml:space="preserve"> </w:t>
      </w:r>
      <w:r w:rsidRPr="001C6201">
        <w:t>exactly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connection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made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especially</w:t>
      </w:r>
      <w:r w:rsidR="00357F4D">
        <w:t xml:space="preserve"> </w:t>
      </w:r>
      <w:r w:rsidRPr="001C6201">
        <w:t>whether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developed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‘left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science’</w:t>
      </w:r>
      <w:r w:rsidR="00E11103">
        <w:t>,</w:t>
      </w:r>
      <w:r w:rsidR="00357F4D">
        <w:t xml:space="preserve"> </w:t>
      </w:r>
      <w:r w:rsidRPr="001C6201">
        <w:t>remains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topic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debate</w:t>
      </w:r>
      <w:r w:rsidR="00357F4D">
        <w:t xml:space="preserve"> </w:t>
      </w:r>
      <w:r w:rsidRPr="001C6201">
        <w:t>(Uebel</w:t>
      </w:r>
      <w:r w:rsidR="00E11103">
        <w:t>,</w:t>
      </w:r>
      <w:r w:rsidR="00357F4D">
        <w:t xml:space="preserve"> </w:t>
      </w:r>
      <w:r w:rsidRPr="001C6201">
        <w:t>2005</w:t>
      </w:r>
      <w:r w:rsidR="00E11103">
        <w:t>,</w:t>
      </w:r>
      <w:r w:rsidR="00357F4D">
        <w:t xml:space="preserve"> </w:t>
      </w:r>
      <w:r w:rsidRPr="001C6201">
        <w:t>Richardson</w:t>
      </w:r>
      <w:r w:rsidR="00E11103">
        <w:t>,</w:t>
      </w:r>
      <w:r w:rsidR="00357F4D">
        <w:t xml:space="preserve"> </w:t>
      </w:r>
      <w:r w:rsidRPr="001C6201">
        <w:t>2009</w:t>
      </w:r>
      <w:r w:rsidR="00E11103">
        <w:t>,</w:t>
      </w:r>
      <w:r w:rsidR="00357F4D">
        <w:t xml:space="preserve"> </w:t>
      </w:r>
      <w:r w:rsidRPr="001C6201">
        <w:t>Uebel</w:t>
      </w:r>
      <w:r w:rsidR="00E11103">
        <w:t>,</w:t>
      </w:r>
      <w:r w:rsidR="00357F4D">
        <w:t xml:space="preserve"> </w:t>
      </w:r>
      <w:r w:rsidRPr="001C6201">
        <w:t>forthcoming)</w:t>
      </w:r>
      <w:r w:rsidR="00E11103">
        <w:t>.</w:t>
      </w:r>
      <w:r w:rsidR="00357F4D">
        <w:t xml:space="preserve"> </w:t>
      </w:r>
      <w:r w:rsidRPr="001C6201">
        <w:t>Another</w:t>
      </w:r>
      <w:r w:rsidR="00357F4D">
        <w:t xml:space="preserve"> </w:t>
      </w:r>
      <w:r w:rsidRPr="001C6201">
        <w:t>point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difference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Neurath</w:t>
      </w:r>
      <w:r w:rsidR="00357F4D">
        <w:t xml:space="preserve"> </w:t>
      </w:r>
      <w:r w:rsidRPr="001C6201">
        <w:t>engaged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contributed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lastRenderedPageBreak/>
        <w:t>academic</w:t>
      </w:r>
      <w:r w:rsidR="00357F4D">
        <w:t xml:space="preserve"> </w:t>
      </w:r>
      <w:r w:rsidRPr="001C6201">
        <w:t>debates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well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taking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activism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holding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office</w:t>
      </w:r>
      <w:r w:rsidR="00E11103">
        <w:t>.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little</w:t>
      </w:r>
      <w:r w:rsidR="00357F4D">
        <w:t xml:space="preserve"> </w:t>
      </w:r>
      <w:r w:rsidRPr="001C6201">
        <w:t>trace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attention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Neurath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least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English</w:t>
      </w:r>
      <w:r w:rsidR="00357F4D">
        <w:t>-</w:t>
      </w:r>
      <w:r w:rsidRPr="001C6201">
        <w:t>language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except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figure</w:t>
      </w:r>
      <w:r w:rsidR="00357F4D">
        <w:t xml:space="preserve"> </w:t>
      </w:r>
      <w:r w:rsidRPr="001C6201">
        <w:t>worthy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scholarly</w:t>
      </w:r>
      <w:r w:rsidR="00357F4D">
        <w:t xml:space="preserve"> </w:t>
      </w:r>
      <w:r w:rsidRPr="001C6201">
        <w:t>interest</w:t>
      </w:r>
      <w:r w:rsidR="00E11103">
        <w:t>,</w:t>
      </w:r>
      <w:r w:rsidR="00357F4D">
        <w:t xml:space="preserve"> </w:t>
      </w:r>
      <w:r w:rsidRPr="001C6201">
        <w:t>and</w:t>
      </w:r>
      <w:r w:rsidR="00E11103">
        <w:t>,</w:t>
      </w:r>
      <w:r w:rsidR="00357F4D">
        <w:t xml:space="preserve"> </w:t>
      </w:r>
      <w:r w:rsidRPr="001C6201">
        <w:t>perhaps</w:t>
      </w:r>
      <w:r w:rsidR="00357F4D">
        <w:t xml:space="preserve"> </w:t>
      </w:r>
      <w:r w:rsidRPr="001C6201">
        <w:t>rediscovery</w:t>
      </w:r>
      <w:r w:rsidR="00357F4D">
        <w:t xml:space="preserve"> </w:t>
      </w:r>
      <w:r w:rsidRPr="001C6201">
        <w:t>(Cartwright</w:t>
      </w:r>
      <w:r w:rsidR="00357F4D">
        <w:t xml:space="preserve"> </w:t>
      </w:r>
      <w:r w:rsidRPr="001C6201">
        <w:t>et</w:t>
      </w:r>
      <w:r w:rsidR="00357F4D">
        <w:t xml:space="preserve"> </w:t>
      </w:r>
      <w:r w:rsidRPr="001C6201">
        <w:t>al</w:t>
      </w:r>
      <w:r w:rsidR="00357F4D">
        <w:t xml:space="preserve"> </w:t>
      </w:r>
      <w:r w:rsidRPr="001C6201">
        <w:t>1996</w:t>
      </w:r>
      <w:r w:rsidR="00E11103">
        <w:t>,</w:t>
      </w:r>
      <w:r w:rsidR="00357F4D">
        <w:t xml:space="preserve"> </w:t>
      </w:r>
      <w:r w:rsidRPr="001C6201">
        <w:t>O’Neill</w:t>
      </w:r>
      <w:r w:rsidR="00357F4D">
        <w:t xml:space="preserve"> </w:t>
      </w:r>
      <w:r w:rsidRPr="001C6201">
        <w:t>2002)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</w:t>
      </w:r>
      <w:r w:rsidR="00E11103">
        <w:t>.</w:t>
      </w:r>
      <w:r w:rsidRPr="001C6201">
        <w:t>J</w:t>
      </w:r>
      <w:r w:rsidR="00E11103">
        <w:t>.</w:t>
      </w:r>
      <w:r w:rsidR="00357F4D">
        <w:t xml:space="preserve"> </w:t>
      </w:r>
      <w:r w:rsidRPr="001C6201">
        <w:t>Ayer</w:t>
      </w:r>
      <w:r w:rsidR="00E11103">
        <w:t>,</w:t>
      </w:r>
      <w:r w:rsidR="00357F4D">
        <w:t xml:space="preserve"> </w:t>
      </w:r>
      <w:r w:rsidRPr="001C6201">
        <w:t>who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activist</w:t>
      </w:r>
      <w:r w:rsidR="00E11103">
        <w:t>,</w:t>
      </w:r>
      <w:r w:rsidR="00357F4D">
        <w:t xml:space="preserve"> </w:t>
      </w:r>
      <w:r w:rsidRPr="001C6201">
        <w:t>albeit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conventional</w:t>
      </w:r>
      <w:r w:rsidR="00357F4D">
        <w:t xml:space="preserve"> </w:t>
      </w:r>
      <w:r w:rsidRPr="001C6201">
        <w:t>party</w:t>
      </w:r>
      <w:r w:rsidR="00357F4D">
        <w:t>-</w:t>
      </w:r>
      <w:r w:rsidRPr="001C6201">
        <w:t>political</w:t>
      </w:r>
      <w:r w:rsidR="00357F4D">
        <w:t xml:space="preserve"> </w:t>
      </w:r>
      <w:r w:rsidRPr="001C6201">
        <w:t>vein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lectured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late</w:t>
      </w:r>
      <w:r w:rsidR="00357F4D">
        <w:t xml:space="preserve"> </w:t>
      </w:r>
      <w:r w:rsidRPr="001C6201">
        <w:t>1930s</w:t>
      </w:r>
      <w:r w:rsidR="00E11103">
        <w:t>,</w:t>
      </w:r>
      <w:r w:rsidR="00357F4D">
        <w:t xml:space="preserve"> </w:t>
      </w:r>
      <w:r w:rsidRPr="001C6201">
        <w:t>explains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lack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writing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comment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found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concepts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contract’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general</w:t>
      </w:r>
      <w:r w:rsidR="00357F4D">
        <w:t xml:space="preserve"> </w:t>
      </w:r>
      <w:r w:rsidRPr="001C6201">
        <w:t>will’</w:t>
      </w:r>
      <w:r w:rsidR="00357F4D">
        <w:t xml:space="preserve"> </w:t>
      </w:r>
      <w:r w:rsidRPr="001C6201">
        <w:t>‘did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repay</w:t>
      </w:r>
      <w:r w:rsidR="00357F4D">
        <w:t xml:space="preserve"> </w:t>
      </w:r>
      <w:r w:rsidRPr="001C6201">
        <w:t>minute</w:t>
      </w:r>
      <w:r w:rsidR="00357F4D">
        <w:t xml:space="preserve"> </w:t>
      </w:r>
      <w:r w:rsidRPr="001C6201">
        <w:t>analysis’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nothing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replace</w:t>
      </w:r>
      <w:r w:rsidR="00357F4D">
        <w:t xml:space="preserve"> </w:t>
      </w:r>
      <w:r w:rsidRPr="001C6201">
        <w:t>them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(Ayer</w:t>
      </w:r>
      <w:r w:rsidR="00E11103">
        <w:t>,</w:t>
      </w:r>
      <w:r w:rsidR="00357F4D">
        <w:t xml:space="preserve"> </w:t>
      </w:r>
      <w:r w:rsidRPr="001C6201">
        <w:t>1977</w:t>
      </w:r>
      <w:r w:rsidR="00E11103">
        <w:t>,</w:t>
      </w:r>
      <w:r w:rsidR="00357F4D">
        <w:t xml:space="preserve"> </w:t>
      </w:r>
      <w:r w:rsidRPr="001C6201">
        <w:t>184)</w:t>
      </w:r>
      <w:r w:rsidR="00E11103">
        <w:t>.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did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later</w:t>
      </w:r>
      <w:r w:rsidR="00357F4D">
        <w:t xml:space="preserve"> </w:t>
      </w:r>
      <w:r w:rsidRPr="001C6201">
        <w:t>publish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essay</w:t>
      </w:r>
      <w:r w:rsidR="00357F4D">
        <w:t xml:space="preserve"> </w:t>
      </w:r>
      <w:r w:rsidRPr="001C6201">
        <w:t>entitled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Concept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Freedom’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offers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analysis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measurement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freedom</w:t>
      </w:r>
      <w:r w:rsidR="00357F4D">
        <w:t xml:space="preserve"> </w:t>
      </w:r>
      <w:r w:rsidRPr="001C6201">
        <w:t>(Ayer</w:t>
      </w:r>
      <w:r w:rsidR="00E11103">
        <w:t>,</w:t>
      </w:r>
      <w:r w:rsidR="00357F4D">
        <w:t xml:space="preserve"> </w:t>
      </w:r>
      <w:r w:rsidRPr="001C6201">
        <w:t>1944)</w:t>
      </w:r>
      <w:r w:rsidR="00E11103">
        <w:t>.</w:t>
      </w:r>
      <w:r w:rsidR="00357F4D">
        <w:t xml:space="preserve"> </w:t>
      </w:r>
      <w:r w:rsidRPr="001C6201">
        <w:t>Ayer</w:t>
      </w:r>
      <w:r w:rsidR="00357F4D">
        <w:t xml:space="preserve"> </w:t>
      </w:r>
      <w:r w:rsidRPr="001C6201">
        <w:t>claims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friend</w:t>
      </w:r>
      <w:r w:rsidR="00357F4D">
        <w:t xml:space="preserve"> </w:t>
      </w:r>
      <w:r w:rsidRPr="001C6201">
        <w:t>Isaiah</w:t>
      </w:r>
      <w:r w:rsidR="00357F4D">
        <w:t xml:space="preserve"> </w:t>
      </w:r>
      <w:r w:rsidRPr="001C6201">
        <w:t>Berlin</w:t>
      </w:r>
      <w:r w:rsidR="00357F4D">
        <w:t xml:space="preserve"> </w:t>
      </w:r>
      <w:r w:rsidRPr="001C6201">
        <w:t>turned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because</w:t>
      </w:r>
      <w:r w:rsidR="00E11103">
        <w:t>,</w:t>
      </w:r>
      <w:r w:rsidR="00357F4D">
        <w:t xml:space="preserve"> </w:t>
      </w:r>
      <w:r w:rsidRPr="001C6201">
        <w:t>according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Ayer</w:t>
      </w:r>
      <w:r w:rsidR="00E11103">
        <w:t>,</w:t>
      </w:r>
      <w:r w:rsidR="00357F4D">
        <w:t xml:space="preserve"> </w:t>
      </w:r>
      <w:r w:rsidRPr="001C6201">
        <w:t>Berlin’s</w:t>
      </w:r>
      <w:r w:rsidR="00357F4D">
        <w:t xml:space="preserve"> </w:t>
      </w:r>
      <w:r w:rsidRPr="001C6201">
        <w:t>lack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knowledge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mathematical</w:t>
      </w:r>
      <w:r w:rsidR="00357F4D">
        <w:t xml:space="preserve"> </w:t>
      </w:r>
      <w:r w:rsidRPr="001C6201">
        <w:t>logic</w:t>
      </w:r>
      <w:r w:rsidR="00357F4D">
        <w:t xml:space="preserve"> </w:t>
      </w:r>
      <w:r w:rsidRPr="001C6201">
        <w:t>made</w:t>
      </w:r>
      <w:r w:rsidR="00357F4D">
        <w:t xml:space="preserve"> </w:t>
      </w:r>
      <w:r w:rsidRPr="001C6201">
        <w:t>him</w:t>
      </w:r>
      <w:r w:rsidR="00357F4D">
        <w:t xml:space="preserve"> </w:t>
      </w:r>
      <w:r w:rsidRPr="001C6201">
        <w:t>come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view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central</w:t>
      </w:r>
      <w:r w:rsidR="00357F4D">
        <w:t xml:space="preserve"> </w:t>
      </w:r>
      <w:r w:rsidRPr="001C6201">
        <w:t>areas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‘beyond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grasp’</w:t>
      </w:r>
      <w:r w:rsidR="00357F4D">
        <w:t xml:space="preserve"> </w:t>
      </w:r>
      <w:r w:rsidRPr="001C6201">
        <w:t>(Ayer</w:t>
      </w:r>
      <w:r w:rsidR="00357F4D">
        <w:t xml:space="preserve"> </w:t>
      </w:r>
      <w:r w:rsidRPr="001C6201">
        <w:t>1944</w:t>
      </w:r>
      <w:r w:rsidR="00E11103">
        <w:t>,</w:t>
      </w:r>
      <w:r w:rsidR="00357F4D">
        <w:t xml:space="preserve"> </w:t>
      </w:r>
      <w:r w:rsidRPr="001C6201">
        <w:t>98)</w:t>
      </w:r>
      <w:r w:rsidR="00E11103">
        <w:t>.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explanation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quite</w:t>
      </w:r>
      <w:r w:rsidR="00357F4D">
        <w:t xml:space="preserve"> </w:t>
      </w:r>
      <w:r w:rsidRPr="001C6201">
        <w:t>tally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Berlin’s</w:t>
      </w:r>
      <w:r w:rsidR="00357F4D">
        <w:t xml:space="preserve"> </w:t>
      </w:r>
      <w:r w:rsidRPr="001C6201">
        <w:t>own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non</w:t>
      </w:r>
      <w:r w:rsidR="00357F4D">
        <w:t>-</w:t>
      </w:r>
      <w:r w:rsidRPr="001C6201">
        <w:t>substantive</w:t>
      </w:r>
      <w:r w:rsidR="00357F4D">
        <w:t xml:space="preserve"> </w:t>
      </w:r>
      <w:r w:rsidRPr="001C6201">
        <w:t>ambitions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led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disillusionment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turn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history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ideas</w:t>
      </w:r>
      <w:r w:rsidR="00E11103">
        <w:t>.</w:t>
      </w:r>
      <w:r w:rsidR="00357F4D">
        <w:t xml:space="preserve"> </w:t>
      </w:r>
      <w:r w:rsidRPr="001C6201">
        <w:t>(Ignatieff</w:t>
      </w:r>
      <w:r w:rsidR="00E11103">
        <w:t>,</w:t>
      </w:r>
      <w:r w:rsidR="00357F4D">
        <w:t xml:space="preserve"> </w:t>
      </w:r>
      <w:r w:rsidRPr="001C6201">
        <w:t>1998</w:t>
      </w:r>
      <w:r w:rsidR="00E11103">
        <w:t>,</w:t>
      </w:r>
      <w:r w:rsidR="00357F4D">
        <w:t xml:space="preserve"> </w:t>
      </w:r>
      <w:r w:rsidRPr="001C6201">
        <w:t>131)</w:t>
      </w:r>
      <w:r w:rsidR="00E11103">
        <w:t>.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will</w:t>
      </w:r>
      <w:r w:rsidR="00E11103">
        <w:t>,</w:t>
      </w:r>
      <w:r w:rsidR="00357F4D">
        <w:t xml:space="preserve"> </w:t>
      </w:r>
      <w:r w:rsidRPr="001C6201">
        <w:t>though</w:t>
      </w:r>
      <w:r w:rsidR="00E11103">
        <w:t>,</w:t>
      </w:r>
      <w:r w:rsidR="00357F4D">
        <w:t xml:space="preserve"> </w:t>
      </w:r>
      <w:r w:rsidRPr="001C6201">
        <w:t>return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Berlin’s</w:t>
      </w:r>
      <w:r w:rsidR="00357F4D">
        <w:t xml:space="preserve"> </w:t>
      </w:r>
      <w:r w:rsidRPr="001C6201">
        <w:t>writings</w:t>
      </w:r>
      <w:r w:rsidR="00357F4D">
        <w:t xml:space="preserve"> </w:t>
      </w:r>
      <w:r w:rsidRPr="001C6201">
        <w:t>later</w:t>
      </w:r>
      <w:r w:rsidR="00E11103">
        <w:t>.</w:t>
      </w:r>
      <w:r w:rsidR="00357F4D">
        <w:t xml:space="preserve"> </w:t>
      </w:r>
      <w:r w:rsidRPr="001C6201">
        <w:t>Despite</w:t>
      </w:r>
      <w:r w:rsidR="00357F4D">
        <w:t xml:space="preserve"> </w:t>
      </w:r>
      <w:r w:rsidRPr="001C6201">
        <w:t>Ayer’s</w:t>
      </w:r>
      <w:r w:rsidR="00357F4D">
        <w:t xml:space="preserve"> </w:t>
      </w:r>
      <w:r w:rsidRPr="001C6201">
        <w:t>evident</w:t>
      </w:r>
      <w:r w:rsidR="00357F4D">
        <w:t xml:space="preserve"> </w:t>
      </w:r>
      <w:r w:rsidRPr="001C6201">
        <w:t>interest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matters</w:t>
      </w:r>
      <w:r w:rsidR="00E11103">
        <w:t>,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brand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positivism</w:t>
      </w:r>
      <w:r w:rsidR="00357F4D">
        <w:t xml:space="preserve"> </w:t>
      </w:r>
      <w:r w:rsidRPr="001C6201">
        <w:t>bears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possibly</w:t>
      </w:r>
      <w:r w:rsidR="00357F4D">
        <w:t xml:space="preserve"> </w:t>
      </w:r>
      <w:r w:rsidRPr="001C6201">
        <w:t>devastating</w:t>
      </w:r>
      <w:r w:rsidR="00357F4D">
        <w:t xml:space="preserve"> </w:t>
      </w:r>
      <w:r w:rsidRPr="001C6201">
        <w:t>fashion</w:t>
      </w:r>
      <w:r w:rsidR="00E11103">
        <w:t>,</w:t>
      </w:r>
      <w:r w:rsidR="00357F4D">
        <w:t xml:space="preserve"> </w:t>
      </w:r>
      <w:r w:rsidRPr="001C6201">
        <w:t>apparently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reducing</w:t>
      </w:r>
      <w:r w:rsidR="00357F4D">
        <w:t xml:space="preserve"> </w:t>
      </w:r>
      <w:r w:rsidRPr="001C6201">
        <w:t>arguments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either</w:t>
      </w:r>
      <w:r w:rsidR="00357F4D">
        <w:t xml:space="preserve"> </w:t>
      </w:r>
      <w:r w:rsidRPr="001C6201">
        <w:t>disagreement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facts</w:t>
      </w:r>
      <w:r w:rsidR="00E11103">
        <w:t>,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resolved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sciences</w:t>
      </w:r>
      <w:r w:rsidR="00E11103">
        <w:t>,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subjective</w:t>
      </w:r>
      <w:r w:rsidR="00357F4D">
        <w:t xml:space="preserve"> </w:t>
      </w:r>
      <w:r w:rsidRPr="001C6201">
        <w:t>expression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emotions</w:t>
      </w:r>
      <w:r w:rsidR="00E11103">
        <w:t>,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rational</w:t>
      </w:r>
      <w:r w:rsidR="00357F4D">
        <w:t xml:space="preserve"> </w:t>
      </w:r>
      <w:r w:rsidRPr="001C6201">
        <w:t>debate</w:t>
      </w:r>
      <w:r w:rsidR="00357F4D">
        <w:t xml:space="preserve"> </w:t>
      </w:r>
      <w:r w:rsidRPr="001C6201">
        <w:t>(Ayer</w:t>
      </w:r>
      <w:r w:rsidR="00E11103">
        <w:t>,</w:t>
      </w:r>
      <w:r w:rsidR="00357F4D">
        <w:t xml:space="preserve"> </w:t>
      </w:r>
      <w:r w:rsidRPr="001C6201">
        <w:t>1936)</w:t>
      </w:r>
      <w:r w:rsidR="00E11103">
        <w:t>.</w:t>
      </w:r>
      <w:r w:rsidR="00357F4D">
        <w:t xml:space="preserve"> </w:t>
      </w:r>
      <w:r w:rsidRPr="001C6201">
        <w:t>All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left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appears</w:t>
      </w:r>
      <w:r w:rsidR="00E11103">
        <w:t>,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analysis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concepts</w:t>
      </w:r>
      <w:r w:rsidR="00E11103">
        <w:t>.</w:t>
      </w:r>
      <w:r w:rsidR="00357F4D">
        <w:t xml:space="preserve"> </w:t>
      </w:r>
      <w:r w:rsidRPr="001C6201">
        <w:t>Again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shall</w:t>
      </w:r>
      <w:r w:rsidR="00357F4D">
        <w:t xml:space="preserve"> </w:t>
      </w:r>
      <w:r w:rsidRPr="001C6201">
        <w:t>return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below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The</w:t>
      </w:r>
      <w:r w:rsidR="00357F4D">
        <w:t xml:space="preserve"> </w:t>
      </w:r>
      <w:r w:rsidRPr="001C1AD5">
        <w:t>impression</w:t>
      </w:r>
      <w:r w:rsidR="00E11103">
        <w:t>,</w:t>
      </w:r>
      <w:r w:rsidR="00357F4D">
        <w:t xml:space="preserve"> </w:t>
      </w:r>
      <w:r w:rsidRPr="001C1AD5">
        <w:t>therefore</w:t>
      </w:r>
      <w:r w:rsidR="00E11103">
        <w:t>,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most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central</w:t>
      </w:r>
      <w:r w:rsidR="00357F4D">
        <w:t xml:space="preserve"> </w:t>
      </w:r>
      <w:r w:rsidRPr="001C1AD5">
        <w:t>figures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foundation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further</w:t>
      </w:r>
      <w:r w:rsidR="00357F4D">
        <w:t xml:space="preserve"> </w:t>
      </w:r>
      <w:r w:rsidRPr="001C1AD5">
        <w:t>development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philosophy</w:t>
      </w:r>
      <w:r w:rsidR="00357F4D">
        <w:t xml:space="preserve"> - </w:t>
      </w:r>
      <w:r w:rsidRPr="001C1AD5">
        <w:t>even</w:t>
      </w:r>
      <w:r w:rsidR="00357F4D">
        <w:t xml:space="preserve"> </w:t>
      </w:r>
      <w:r w:rsidRPr="001C1AD5">
        <w:t>those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strongly</w:t>
      </w:r>
      <w:r w:rsidR="00357F4D">
        <w:t xml:space="preserve"> </w:t>
      </w:r>
      <w:r w:rsidRPr="001C1AD5">
        <w:t>held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argued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views</w:t>
      </w:r>
      <w:r w:rsidR="00357F4D">
        <w:t xml:space="preserve"> - </w:t>
      </w:r>
      <w:r w:rsidRPr="001C1AD5">
        <w:t>did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see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part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activity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philosophers</w:t>
      </w:r>
      <w:r w:rsidR="00E11103">
        <w:t>.</w:t>
      </w:r>
      <w:r w:rsidR="00357F4D">
        <w:t xml:space="preserve"> </w:t>
      </w:r>
      <w:r w:rsidRPr="001C1AD5">
        <w:t>Indeed</w:t>
      </w:r>
      <w:r w:rsidR="00E11103">
        <w:t>,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least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case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Ayer</w:t>
      </w:r>
      <w:r w:rsidR="00E11103">
        <w:t>,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philosophical</w:t>
      </w:r>
      <w:r w:rsidR="00357F4D">
        <w:t xml:space="preserve"> </w:t>
      </w:r>
      <w:r w:rsidRPr="001C1AD5">
        <w:t>position</w:t>
      </w:r>
      <w:r w:rsidR="00357F4D">
        <w:t xml:space="preserve"> </w:t>
      </w:r>
      <w:r w:rsidRPr="001C1AD5">
        <w:t>appears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rule</w:t>
      </w:r>
      <w:r w:rsidR="00357F4D">
        <w:t xml:space="preserve"> </w:t>
      </w:r>
      <w:r w:rsidRPr="001C1AD5">
        <w:t>out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possibility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least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normative</w:t>
      </w:r>
      <w:r w:rsidR="00357F4D">
        <w:t xml:space="preserve"> </w:t>
      </w:r>
      <w:r w:rsidRPr="001C1AD5">
        <w:t>discipline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only</w:t>
      </w:r>
      <w:r w:rsidR="00357F4D">
        <w:t xml:space="preserve"> </w:t>
      </w:r>
      <w:r w:rsidRPr="001C1AD5">
        <w:t>major</w:t>
      </w:r>
      <w:r w:rsidR="00357F4D">
        <w:t xml:space="preserve"> </w:t>
      </w:r>
      <w:r w:rsidRPr="001C1AD5">
        <w:t>exception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Karl</w:t>
      </w:r>
      <w:r w:rsidR="00357F4D">
        <w:t xml:space="preserve"> </w:t>
      </w:r>
      <w:r w:rsidRPr="001C1AD5">
        <w:t>Popper</w:t>
      </w:r>
      <w:r w:rsidR="00357F4D">
        <w:t xml:space="preserve"> </w:t>
      </w:r>
      <w:r w:rsidRPr="001C1AD5">
        <w:t>who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known</w:t>
      </w:r>
      <w:r w:rsidR="00357F4D">
        <w:t xml:space="preserve"> </w:t>
      </w:r>
      <w:r w:rsidRPr="001C1AD5">
        <w:t>both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contributions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science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.</w:t>
      </w:r>
      <w:r w:rsidR="00357F4D">
        <w:t xml:space="preserve"> </w:t>
      </w:r>
      <w:r w:rsidRPr="001C1AD5">
        <w:t>Popper’s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Poverty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Historicism</w:t>
      </w:r>
      <w:r w:rsidR="00E11103">
        <w:t>,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series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articles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1944</w:t>
      </w:r>
      <w:r w:rsidR="00357F4D">
        <w:t>-</w:t>
      </w:r>
      <w:r w:rsidRPr="001C1AD5">
        <w:t>5</w:t>
      </w:r>
      <w:r w:rsidR="00E11103">
        <w:t>,</w:t>
      </w:r>
      <w:r w:rsidR="00357F4D">
        <w:t xml:space="preserve"> </w:t>
      </w:r>
      <w:r w:rsidRPr="001C1AD5">
        <w:t>dates</w:t>
      </w:r>
      <w:r w:rsidR="00357F4D">
        <w:t xml:space="preserve"> </w:t>
      </w:r>
      <w:r w:rsidRPr="001C1AD5">
        <w:t>back</w:t>
      </w:r>
      <w:r w:rsidR="00E11103">
        <w:t>,</w:t>
      </w:r>
      <w:r w:rsidR="00357F4D">
        <w:t xml:space="preserve"> </w:t>
      </w:r>
      <w:r w:rsidRPr="001C1AD5">
        <w:t>he</w:t>
      </w:r>
      <w:r w:rsidR="00357F4D">
        <w:t xml:space="preserve"> </w:t>
      </w:r>
      <w:r w:rsidRPr="001C1AD5">
        <w:t>says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‘Historical</w:t>
      </w:r>
      <w:r w:rsidR="00357F4D">
        <w:t xml:space="preserve"> </w:t>
      </w:r>
      <w:r w:rsidRPr="001C1AD5">
        <w:t>Note’</w:t>
      </w:r>
      <w:r w:rsidR="00357F4D">
        <w:t xml:space="preserve"> </w:t>
      </w:r>
      <w:r w:rsidRPr="001C1AD5">
        <w:t>accompanying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publication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book</w:t>
      </w:r>
      <w:r w:rsidR="00357F4D">
        <w:t xml:space="preserve"> </w:t>
      </w:r>
      <w:r w:rsidRPr="001C1AD5">
        <w:t>form</w:t>
      </w:r>
      <w:r w:rsidR="00E11103">
        <w:t>,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1919</w:t>
      </w:r>
      <w:r w:rsidR="00357F4D">
        <w:t>-</w:t>
      </w:r>
      <w:r w:rsidRPr="001C1AD5">
        <w:t>20</w:t>
      </w:r>
      <w:r w:rsidR="00E11103">
        <w:t>.</w:t>
      </w:r>
      <w:r w:rsidR="00357F4D">
        <w:t xml:space="preserve"> </w:t>
      </w:r>
      <w:r w:rsidRPr="001C1AD5">
        <w:t>(Popper</w:t>
      </w:r>
      <w:r w:rsidR="00E11103">
        <w:t>,</w:t>
      </w:r>
      <w:r w:rsidR="00357F4D">
        <w:t xml:space="preserve"> </w:t>
      </w:r>
      <w:r w:rsidRPr="001C1AD5">
        <w:t>1957)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major</w:t>
      </w:r>
      <w:r w:rsidR="00357F4D">
        <w:t xml:space="preserve"> </w:t>
      </w:r>
      <w:r w:rsidRPr="001C1AD5">
        <w:t>two</w:t>
      </w:r>
      <w:r w:rsidR="00357F4D">
        <w:t>-</w:t>
      </w:r>
      <w:r w:rsidRPr="001C1AD5">
        <w:t>volume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Open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Its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Enemies</w:t>
      </w:r>
      <w:r w:rsidR="00357F4D">
        <w:t xml:space="preserve"> </w:t>
      </w:r>
      <w:r w:rsidRPr="001C1AD5">
        <w:t>(Popper</w:t>
      </w:r>
      <w:r w:rsidR="00357F4D">
        <w:t xml:space="preserve"> </w:t>
      </w:r>
      <w:r w:rsidRPr="001C1AD5">
        <w:t>1945a</w:t>
      </w:r>
      <w:r w:rsidR="00E11103">
        <w:t>,</w:t>
      </w:r>
      <w:r w:rsidR="00357F4D">
        <w:t xml:space="preserve"> </w:t>
      </w:r>
      <w:r w:rsidRPr="001C1AD5">
        <w:t>1945b)</w:t>
      </w:r>
      <w:r w:rsidR="00E11103">
        <w:t>,</w:t>
      </w:r>
      <w:r w:rsidR="00357F4D">
        <w:t xml:space="preserve"> </w:t>
      </w:r>
      <w:r w:rsidRPr="001C1AD5">
        <w:t>which</w:t>
      </w:r>
      <w:r w:rsidR="00E11103">
        <w:t>,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Poverty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Historicism</w:t>
      </w:r>
      <w:r w:rsidR="00E11103">
        <w:t>,</w:t>
      </w:r>
      <w:r w:rsidR="00357F4D">
        <w:t xml:space="preserve"> </w:t>
      </w:r>
      <w:r w:rsidRPr="001C1AD5">
        <w:t>he</w:t>
      </w:r>
      <w:r w:rsidR="00357F4D">
        <w:t xml:space="preserve"> </w:t>
      </w:r>
      <w:r w:rsidRPr="001C1AD5">
        <w:t>described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‘war</w:t>
      </w:r>
      <w:r w:rsidR="00357F4D">
        <w:t xml:space="preserve"> </w:t>
      </w:r>
      <w:r w:rsidRPr="001C1AD5">
        <w:t>effort’</w:t>
      </w:r>
      <w:r w:rsidR="00357F4D">
        <w:t xml:space="preserve"> </w:t>
      </w:r>
      <w:r w:rsidRPr="001C1AD5">
        <w:t>(Popper</w:t>
      </w:r>
      <w:r w:rsidR="00E11103">
        <w:t>,</w:t>
      </w:r>
      <w:r w:rsidR="00357F4D">
        <w:t xml:space="preserve"> </w:t>
      </w:r>
      <w:r w:rsidRPr="001C1AD5">
        <w:t>1974/1992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115)</w:t>
      </w:r>
      <w:r w:rsidR="00E11103">
        <w:t>,</w:t>
      </w:r>
      <w:r w:rsidR="00357F4D">
        <w:t xml:space="preserve"> </w:t>
      </w:r>
      <w:r w:rsidRPr="001C1AD5">
        <w:t>famously</w:t>
      </w:r>
      <w:r w:rsidR="00357F4D">
        <w:t xml:space="preserve"> </w:t>
      </w:r>
      <w:r w:rsidRPr="001C1AD5">
        <w:t>argues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favour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‘open</w:t>
      </w:r>
      <w:r w:rsidR="00357F4D">
        <w:t xml:space="preserve"> </w:t>
      </w:r>
      <w:r w:rsidRPr="001C1AD5">
        <w:t>society’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against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possibility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‘historical</w:t>
      </w:r>
      <w:r w:rsidR="00357F4D">
        <w:t xml:space="preserve"> </w:t>
      </w:r>
      <w:r w:rsidRPr="001C1AD5">
        <w:t>prophecy’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favour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‘piecemeal</w:t>
      </w:r>
      <w:r w:rsidR="00357F4D">
        <w:t xml:space="preserve"> </w:t>
      </w:r>
      <w:r w:rsidRPr="001C1AD5">
        <w:t>social</w:t>
      </w:r>
      <w:r w:rsidR="00357F4D">
        <w:t xml:space="preserve"> </w:t>
      </w:r>
      <w:r w:rsidRPr="001C1AD5">
        <w:t>engineering’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Open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E11103">
        <w:t>,</w:t>
      </w:r>
      <w:r w:rsidR="00357F4D">
        <w:t xml:space="preserve"> </w:t>
      </w:r>
      <w:r w:rsidRPr="001C6201">
        <w:t>Popper</w:t>
      </w:r>
      <w:r w:rsidR="00357F4D">
        <w:t xml:space="preserve"> </w:t>
      </w:r>
      <w:r w:rsidRPr="001C6201">
        <w:t>says</w:t>
      </w:r>
      <w:r w:rsidR="00E11103">
        <w:t>,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‘well</w:t>
      </w:r>
      <w:r w:rsidR="00357F4D">
        <w:t xml:space="preserve"> </w:t>
      </w:r>
      <w:r w:rsidRPr="001C6201">
        <w:t>received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England</w:t>
      </w:r>
      <w:r w:rsidR="00E11103">
        <w:t>,</w:t>
      </w:r>
      <w:r w:rsidR="00357F4D">
        <w:t xml:space="preserve"> </w:t>
      </w:r>
      <w:r w:rsidRPr="001C6201">
        <w:t>far</w:t>
      </w:r>
      <w:r w:rsidR="00357F4D">
        <w:t xml:space="preserve"> </w:t>
      </w:r>
      <w:r w:rsidRPr="001C6201">
        <w:t>beyond</w:t>
      </w:r>
      <w:r w:rsidR="00357F4D">
        <w:t xml:space="preserve"> </w:t>
      </w:r>
      <w:r w:rsidRPr="001C6201">
        <w:t>my</w:t>
      </w:r>
      <w:r w:rsidR="00357F4D">
        <w:t xml:space="preserve"> </w:t>
      </w:r>
      <w:r w:rsidRPr="001C6201">
        <w:t>expectations’</w:t>
      </w:r>
      <w:r w:rsidR="00357F4D">
        <w:t xml:space="preserve"> </w:t>
      </w:r>
      <w:r w:rsidRPr="001C6201">
        <w:t>(Popper</w:t>
      </w:r>
      <w:r w:rsidR="00E11103">
        <w:t>,</w:t>
      </w:r>
      <w:r w:rsidR="00357F4D">
        <w:t xml:space="preserve"> </w:t>
      </w:r>
      <w:r w:rsidRPr="001C6201">
        <w:t>1974/1992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122)</w:t>
      </w:r>
      <w:r w:rsidR="00E11103">
        <w:t>.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scholars</w:t>
      </w:r>
      <w:r w:rsidR="00357F4D">
        <w:t xml:space="preserve"> </w:t>
      </w:r>
      <w:r w:rsidRPr="001C6201">
        <w:t>were</w:t>
      </w:r>
      <w:r w:rsidR="00357F4D">
        <w:t xml:space="preserve"> </w:t>
      </w:r>
      <w:r w:rsidRPr="001C6201">
        <w:t>prepared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engage</w:t>
      </w:r>
      <w:r w:rsidR="00E11103">
        <w:t>,</w:t>
      </w:r>
      <w:r w:rsidR="00357F4D">
        <w:t xml:space="preserve"> </w:t>
      </w:r>
      <w:r w:rsidRPr="001C6201">
        <w:t>highly</w:t>
      </w:r>
      <w:r w:rsidR="00357F4D">
        <w:t xml:space="preserve"> </w:t>
      </w:r>
      <w:r w:rsidRPr="001C6201">
        <w:t>critically</w:t>
      </w:r>
      <w:r w:rsidR="00E11103">
        <w:t>,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Popper’s</w:t>
      </w:r>
      <w:r w:rsidR="00357F4D">
        <w:t xml:space="preserve"> </w:t>
      </w:r>
      <w:r w:rsidRPr="001C6201">
        <w:t>readings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Plato</w:t>
      </w:r>
      <w:r w:rsidR="00357F4D">
        <w:t xml:space="preserve"> </w:t>
      </w:r>
      <w:r w:rsidRPr="001C6201">
        <w:t>(Levinson</w:t>
      </w:r>
      <w:r w:rsidR="00E11103">
        <w:t>,</w:t>
      </w:r>
      <w:r w:rsidR="00357F4D">
        <w:t xml:space="preserve"> </w:t>
      </w:r>
      <w:r w:rsidRPr="001C6201">
        <w:t>1953)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Marx</w:t>
      </w:r>
      <w:r w:rsidR="00357F4D">
        <w:t xml:space="preserve"> </w:t>
      </w:r>
      <w:r w:rsidRPr="001C6201">
        <w:t>(Cornforth</w:t>
      </w:r>
      <w:r w:rsidR="00E11103">
        <w:t>,</w:t>
      </w:r>
      <w:r w:rsidR="00357F4D">
        <w:t xml:space="preserve"> </w:t>
      </w:r>
      <w:r w:rsidRPr="001C6201">
        <w:t>1968)</w:t>
      </w:r>
      <w:r w:rsidR="00357F4D">
        <w:t xml:space="preserve"> </w:t>
      </w:r>
      <w:r w:rsidRPr="001C6201">
        <w:t>few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philosophers</w:t>
      </w:r>
      <w:r w:rsidR="00357F4D">
        <w:t xml:space="preserve"> </w:t>
      </w:r>
      <w:r w:rsidRPr="001C6201">
        <w:t>seem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responded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substantive</w:t>
      </w:r>
      <w:r w:rsidR="00357F4D">
        <w:t xml:space="preserve"> </w:t>
      </w:r>
      <w:r w:rsidRPr="001C6201">
        <w:t>content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Popper’s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position</w:t>
      </w:r>
      <w:r w:rsidR="00E11103">
        <w:t>.</w:t>
      </w:r>
    </w:p>
    <w:p w:rsidR="00E11103" w:rsidRDefault="001C1AD5" w:rsidP="001C1AD5">
      <w:pPr>
        <w:pStyle w:val="libNormal"/>
        <w:rPr>
          <w:rStyle w:val="libNormalChar"/>
        </w:rPr>
      </w:pPr>
      <w:r w:rsidRPr="001C6201">
        <w:t>In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ways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seems</w:t>
      </w:r>
      <w:r w:rsidR="00357F4D">
        <w:t xml:space="preserve"> </w:t>
      </w:r>
      <w:r w:rsidRPr="001C6201">
        <w:t>strange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Popper</w:t>
      </w:r>
      <w:r w:rsidR="00357F4D">
        <w:t xml:space="preserve"> </w:t>
      </w:r>
      <w:r w:rsidRPr="001C6201">
        <w:t>remained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sidelines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development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academic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despite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wider</w:t>
      </w:r>
      <w:r w:rsidR="00357F4D">
        <w:t xml:space="preserve"> </w:t>
      </w:r>
      <w:r w:rsidRPr="001C6201">
        <w:lastRenderedPageBreak/>
        <w:t>recognition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power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work</w:t>
      </w:r>
      <w:r w:rsidR="00E11103">
        <w:t>.</w:t>
      </w:r>
      <w:r w:rsidR="00357F4D">
        <w:t xml:space="preserve"> </w:t>
      </w:r>
      <w:r w:rsidRPr="001C6201">
        <w:t>Indeed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broader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Popper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regarded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major</w:t>
      </w:r>
      <w:r w:rsidR="00357F4D">
        <w:t xml:space="preserve"> </w:t>
      </w:r>
      <w:r w:rsidRPr="001C6201">
        <w:t>contributor</w:t>
      </w:r>
      <w:r w:rsidR="00E11103">
        <w:t>,</w:t>
      </w:r>
      <w:r w:rsidR="00357F4D">
        <w:t xml:space="preserve"> </w:t>
      </w:r>
      <w:r w:rsidRPr="001C6201">
        <w:t>especially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demarcation</w:t>
      </w:r>
      <w:r w:rsidR="00357F4D">
        <w:t xml:space="preserve"> </w:t>
      </w:r>
      <w:r w:rsidRPr="001C6201">
        <w:t>between</w:t>
      </w:r>
      <w:r w:rsidR="00357F4D">
        <w:t xml:space="preserve"> </w:t>
      </w:r>
      <w:r w:rsidRPr="001C6201">
        <w:t>science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pseudoscience</w:t>
      </w:r>
      <w:r w:rsidR="00357F4D">
        <w:t xml:space="preserve"> </w:t>
      </w:r>
      <w:r w:rsidRPr="001C6201">
        <w:t>(Popper</w:t>
      </w:r>
      <w:r w:rsidR="00357F4D">
        <w:t xml:space="preserve"> </w:t>
      </w:r>
      <w:r w:rsidRPr="001C6201">
        <w:t>1935/1959</w:t>
      </w:r>
      <w:r w:rsidR="00E11103">
        <w:t>,</w:t>
      </w:r>
      <w:r w:rsidR="00357F4D">
        <w:t xml:space="preserve"> </w:t>
      </w:r>
      <w:r w:rsidRPr="001C6201">
        <w:t>1963)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addition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themes</w:t>
      </w:r>
      <w:r w:rsidR="00357F4D">
        <w:t xml:space="preserve"> </w:t>
      </w:r>
      <w:r w:rsidRPr="001C6201">
        <w:t>mentioned</w:t>
      </w:r>
      <w:r w:rsidR="00357F4D">
        <w:t xml:space="preserve"> </w:t>
      </w:r>
      <w:r w:rsidRPr="001C6201">
        <w:t>above</w:t>
      </w:r>
      <w:r w:rsidR="00E11103">
        <w:t>.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largely</w:t>
      </w:r>
      <w:r w:rsidR="00357F4D">
        <w:t xml:space="preserve"> </w:t>
      </w:r>
      <w:r w:rsidRPr="001C6201">
        <w:t>ignored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philosophers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Preface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Politics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Society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founding</w:t>
      </w:r>
      <w:r w:rsidR="00357F4D">
        <w:t xml:space="preserve"> </w:t>
      </w:r>
      <w:r w:rsidRPr="001C6201">
        <w:t>editor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Laslettt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1956</w:t>
      </w:r>
      <w:r w:rsidR="00E11103">
        <w:t>,</w:t>
      </w:r>
      <w:r w:rsidR="00357F4D">
        <w:t xml:space="preserve"> </w:t>
      </w:r>
      <w:r w:rsidRPr="001C6201">
        <w:t>refers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Popper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‘perhaps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influential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philosophers</w:t>
      </w:r>
      <w:r w:rsidR="00357F4D">
        <w:t xml:space="preserve"> </w:t>
      </w:r>
      <w:r w:rsidRPr="001C6201">
        <w:t>who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addressed</w:t>
      </w:r>
      <w:r w:rsidR="00357F4D">
        <w:t xml:space="preserve"> </w:t>
      </w:r>
      <w:r w:rsidRPr="001C6201">
        <w:t>themselves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politics’</w:t>
      </w:r>
      <w:r w:rsidR="00357F4D">
        <w:t xml:space="preserve"> </w:t>
      </w:r>
      <w:r w:rsidRPr="001C6201">
        <w:t>(Laslett</w:t>
      </w:r>
      <w:r w:rsidR="00E11103">
        <w:t>,</w:t>
      </w:r>
      <w:r w:rsidR="00357F4D">
        <w:t xml:space="preserve"> </w:t>
      </w:r>
      <w:r w:rsidRPr="001C6201">
        <w:t>1956a</w:t>
      </w:r>
      <w:r w:rsidR="00E11103">
        <w:t>,</w:t>
      </w:r>
      <w:r w:rsidR="00357F4D">
        <w:t xml:space="preserve"> </w:t>
      </w:r>
      <w:r w:rsidRPr="001C6201">
        <w:t>xii)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series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will</w:t>
      </w:r>
      <w:r w:rsidR="00357F4D">
        <w:t xml:space="preserve"> </w:t>
      </w:r>
      <w:r w:rsidRPr="001C6201">
        <w:t>discuss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detail</w:t>
      </w:r>
      <w:r w:rsidR="00357F4D">
        <w:t xml:space="preserve"> </w:t>
      </w:r>
      <w:r w:rsidRPr="001C6201">
        <w:t>shortly</w:t>
      </w:r>
      <w:r w:rsidR="00E11103">
        <w:t>,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Popper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appear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volumes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engaged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70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so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seven</w:t>
      </w:r>
      <w:r w:rsidR="00357F4D">
        <w:t xml:space="preserve"> </w:t>
      </w:r>
      <w:r w:rsidRPr="001C6201">
        <w:t>volumes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appeared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date</w:t>
      </w:r>
      <w:r w:rsidR="00E11103">
        <w:t>.</w:t>
      </w:r>
      <w:r w:rsidR="00357F4D">
        <w:t xml:space="preserve"> </w:t>
      </w:r>
      <w:r w:rsidRPr="001C6201">
        <w:t>Neither</w:t>
      </w:r>
      <w:r w:rsidR="00357F4D">
        <w:t xml:space="preserve"> </w:t>
      </w:r>
      <w:r w:rsidRPr="001C6201">
        <w:t>did</w:t>
      </w:r>
      <w:r w:rsidR="00357F4D">
        <w:t xml:space="preserve"> </w:t>
      </w:r>
      <w:r w:rsidRPr="001C6201">
        <w:t>Popper</w:t>
      </w:r>
      <w:r w:rsidR="00357F4D">
        <w:t xml:space="preserve"> </w:t>
      </w:r>
      <w:r w:rsidRPr="001C6201">
        <w:t>publish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yearbook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American</w:t>
      </w:r>
      <w:r w:rsidR="00357F4D">
        <w:t xml:space="preserve"> </w:t>
      </w:r>
      <w:r w:rsidRPr="001C6201">
        <w:t>Society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Legal</w:t>
      </w:r>
      <w:r w:rsidR="00357F4D">
        <w:t xml:space="preserve"> </w:t>
      </w:r>
      <w:r w:rsidRPr="001C6201">
        <w:t>Society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Nomos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first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number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which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appeared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1958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annually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since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(Friedrich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1958)</w:t>
      </w:r>
      <w:r w:rsidR="00E11103">
        <w:rPr>
          <w:rStyle w:val="libNormalChar"/>
        </w:rPr>
        <w:t>.</w:t>
      </w:r>
    </w:p>
    <w:p w:rsidR="001C1AD5" w:rsidRDefault="001C1AD5" w:rsidP="001C1AD5">
      <w:pPr>
        <w:pStyle w:val="libNormal"/>
      </w:pPr>
      <w:r>
        <w:br w:type="page"/>
      </w:r>
    </w:p>
    <w:p w:rsidR="001C1AD5" w:rsidRDefault="001C1AD5" w:rsidP="001C1AD5">
      <w:pPr>
        <w:pStyle w:val="Heading1Center"/>
      </w:pPr>
      <w:bookmarkStart w:id="1" w:name="_Toc421362874"/>
      <w:r w:rsidRPr="001C1AD5">
        <w:lastRenderedPageBreak/>
        <w:t>2</w:t>
      </w:r>
      <w:r w:rsidR="00E11103">
        <w:t>.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Focal</w:t>
      </w:r>
      <w:r w:rsidR="00357F4D">
        <w:t xml:space="preserve"> </w:t>
      </w:r>
      <w:r w:rsidRPr="001C1AD5">
        <w:t>Points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Early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Philosophy</w:t>
      </w:r>
      <w:bookmarkEnd w:id="1"/>
    </w:p>
    <w:p w:rsidR="001C1AD5" w:rsidRDefault="001C1AD5" w:rsidP="001C1AD5">
      <w:pPr>
        <w:pStyle w:val="libNormal"/>
      </w:pPr>
      <w:r w:rsidRPr="001C6201">
        <w:t>Even</w:t>
      </w:r>
      <w:r w:rsidR="00357F4D">
        <w:t xml:space="preserve"> </w:t>
      </w:r>
      <w:r w:rsidRPr="001C6201">
        <w:t>if</w:t>
      </w:r>
      <w:r w:rsidR="00357F4D">
        <w:t xml:space="preserve"> </w:t>
      </w:r>
      <w:r w:rsidRPr="001C6201">
        <w:t>few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major</w:t>
      </w:r>
      <w:r w:rsidR="00357F4D">
        <w:t xml:space="preserve"> </w:t>
      </w:r>
      <w:r w:rsidRPr="001C6201">
        <w:t>figures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early</w:t>
      </w:r>
      <w:r w:rsidR="00357F4D">
        <w:t xml:space="preserve"> </w:t>
      </w:r>
      <w:r w:rsidRPr="001C6201">
        <w:t>rise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attended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exclude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possibility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others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do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inspired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developments</w:t>
      </w:r>
      <w:r w:rsidR="00357F4D">
        <w:t xml:space="preserve"> </w:t>
      </w:r>
      <w:r w:rsidRPr="001C6201">
        <w:t>elsewhere</w:t>
      </w:r>
      <w:r w:rsidR="00E11103">
        <w:t>.</w:t>
      </w:r>
      <w:r w:rsidR="00357F4D">
        <w:t xml:space="preserve"> </w:t>
      </w:r>
      <w:r w:rsidRPr="001C6201">
        <w:t>This</w:t>
      </w:r>
      <w:r w:rsidR="00E11103">
        <w:t>,</w:t>
      </w:r>
      <w:r w:rsidR="00357F4D">
        <w:t xml:space="preserve"> </w:t>
      </w:r>
      <w:r w:rsidRPr="001C6201">
        <w:t>therefore</w:t>
      </w:r>
      <w:r w:rsidR="00E11103">
        <w:t>,</w:t>
      </w:r>
      <w:r w:rsidR="00357F4D">
        <w:t xml:space="preserve"> </w:t>
      </w:r>
      <w:r w:rsidRPr="001C6201">
        <w:t>raises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question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constitutes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emergence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complex</w:t>
      </w:r>
      <w:r w:rsidR="00357F4D">
        <w:t xml:space="preserve"> </w:t>
      </w:r>
      <w:r w:rsidRPr="001C6201">
        <w:t>story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told</w:t>
      </w:r>
      <w:r w:rsidR="00357F4D">
        <w:t xml:space="preserve"> </w:t>
      </w:r>
      <w:r w:rsidRPr="001C6201">
        <w:t>elsewhere</w:t>
      </w:r>
      <w:r w:rsidR="00357F4D">
        <w:t xml:space="preserve"> </w:t>
      </w:r>
      <w:r w:rsidRPr="001C6201">
        <w:t>within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volume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simplify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may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possible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identify</w:t>
      </w:r>
      <w:r w:rsidR="00357F4D">
        <w:t xml:space="preserve"> </w:t>
      </w:r>
      <w:r w:rsidRPr="001C6201">
        <w:t>three</w:t>
      </w:r>
      <w:r w:rsidR="00357F4D">
        <w:t xml:space="preserve"> </w:t>
      </w:r>
      <w:r w:rsidRPr="001C6201">
        <w:t>initial</w:t>
      </w:r>
      <w:r w:rsidR="00357F4D">
        <w:t xml:space="preserve"> </w:t>
      </w:r>
      <w:r w:rsidRPr="001C6201">
        <w:t>strands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</w:t>
      </w:r>
      <w:r w:rsidR="00357F4D">
        <w:t xml:space="preserve"> </w:t>
      </w:r>
      <w:r w:rsidRPr="001C6201">
        <w:t>will</w:t>
      </w:r>
      <w:r w:rsidR="00357F4D">
        <w:t xml:space="preserve"> </w:t>
      </w:r>
      <w:r w:rsidRPr="001C6201">
        <w:t>term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rejection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idealism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introduction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logic</w:t>
      </w:r>
      <w:r w:rsidR="00E11103">
        <w:t>,</w:t>
      </w:r>
      <w:r w:rsidR="00357F4D">
        <w:t xml:space="preserve"> </w:t>
      </w:r>
      <w:r w:rsidRPr="001C6201">
        <w:t>and</w:t>
      </w:r>
      <w:r w:rsidR="00E11103">
        <w:t>,</w:t>
      </w:r>
      <w:r w:rsidR="00357F4D">
        <w:t xml:space="preserve"> </w:t>
      </w:r>
      <w:r w:rsidRPr="001C6201">
        <w:t>distinctly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insistence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analysis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The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strand</w:t>
      </w:r>
      <w:r w:rsidR="00E11103">
        <w:t>,</w:t>
      </w:r>
      <w:r w:rsidR="00357F4D">
        <w:t xml:space="preserve"> </w:t>
      </w:r>
      <w:r w:rsidRPr="001C1AD5">
        <w:t>then</w:t>
      </w:r>
      <w:r w:rsidR="00E11103">
        <w:t>,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negative</w:t>
      </w:r>
      <w:r w:rsidR="00357F4D">
        <w:t xml:space="preserve"> </w:t>
      </w:r>
      <w:r w:rsidRPr="001C1AD5">
        <w:t>one</w:t>
      </w:r>
      <w:r w:rsidR="00E11103">
        <w:t>: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rejection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forms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idealism</w:t>
      </w:r>
      <w:r w:rsidR="00357F4D">
        <w:t xml:space="preserve"> </w:t>
      </w:r>
      <w:r w:rsidRPr="001C1AD5">
        <w:t>descending</w:t>
      </w:r>
      <w:r w:rsidR="00357F4D">
        <w:t xml:space="preserve"> </w:t>
      </w:r>
      <w:r w:rsidRPr="001C1AD5">
        <w:t>from</w:t>
      </w:r>
      <w:r w:rsidR="00357F4D">
        <w:t xml:space="preserve"> </w:t>
      </w:r>
      <w:r w:rsidRPr="001C1AD5">
        <w:t>Hegel</w:t>
      </w:r>
      <w:r w:rsidR="00E11103">
        <w:t>.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context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leading</w:t>
      </w:r>
      <w:r w:rsidR="00357F4D">
        <w:t xml:space="preserve"> </w:t>
      </w:r>
      <w:r w:rsidRPr="001C1AD5">
        <w:t>text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Hegel’s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Right</w:t>
      </w:r>
      <w:r w:rsidR="00E11103">
        <w:t>,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1821</w:t>
      </w:r>
      <w:r w:rsidR="00E11103">
        <w:t>,</w:t>
      </w:r>
      <w:r w:rsidR="00357F4D">
        <w:t xml:space="preserve"> </w:t>
      </w:r>
      <w:r w:rsidRPr="001C1AD5">
        <w:t>although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translated</w:t>
      </w:r>
      <w:r w:rsidR="00357F4D">
        <w:t xml:space="preserve"> </w:t>
      </w:r>
      <w:r w:rsidRPr="001C1AD5">
        <w:t>into</w:t>
      </w:r>
      <w:r w:rsidR="00357F4D">
        <w:t xml:space="preserve"> </w:t>
      </w:r>
      <w:r w:rsidRPr="001C1AD5">
        <w:t>English</w:t>
      </w:r>
      <w:r w:rsidR="00357F4D">
        <w:t xml:space="preserve"> </w:t>
      </w:r>
      <w:r w:rsidRPr="001C1AD5">
        <w:t>until</w:t>
      </w:r>
      <w:r w:rsidR="00357F4D">
        <w:t xml:space="preserve"> </w:t>
      </w:r>
      <w:r w:rsidRPr="001C1AD5">
        <w:t>1896</w:t>
      </w:r>
      <w:r w:rsidR="00357F4D">
        <w:t xml:space="preserve"> </w:t>
      </w:r>
      <w:r w:rsidRPr="001C1AD5">
        <w:t>(Hegel</w:t>
      </w:r>
      <w:r w:rsidR="00357F4D">
        <w:t xml:space="preserve"> </w:t>
      </w:r>
      <w:r w:rsidRPr="001C1AD5">
        <w:t>1821/1896)</w:t>
      </w:r>
      <w:r w:rsidR="00E11103">
        <w:t>.</w:t>
      </w:r>
      <w:r w:rsidR="00357F4D">
        <w:t xml:space="preserve"> </w:t>
      </w:r>
      <w:r w:rsidRPr="001C1AD5">
        <w:t>Such</w:t>
      </w:r>
      <w:r w:rsidR="00357F4D">
        <w:t xml:space="preserve"> </w:t>
      </w:r>
      <w:r w:rsidRPr="001C1AD5">
        <w:t>delay</w:t>
      </w:r>
      <w:r w:rsidR="00357F4D">
        <w:t xml:space="preserve"> </w:t>
      </w:r>
      <w:r w:rsidRPr="001C1AD5">
        <w:t>may</w:t>
      </w:r>
      <w:r w:rsidR="00357F4D">
        <w:t xml:space="preserve"> </w:t>
      </w:r>
      <w:r w:rsidRPr="001C1AD5">
        <w:t>indicate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neglect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Hegel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mid</w:t>
      </w:r>
      <w:r w:rsidR="00357F4D">
        <w:t>-</w:t>
      </w:r>
      <w:r w:rsidRPr="001C1AD5">
        <w:t>19th</w:t>
      </w:r>
      <w:r w:rsidR="00357F4D">
        <w:t xml:space="preserve"> </w:t>
      </w:r>
      <w:r w:rsidRPr="001C1AD5">
        <w:t>Century</w:t>
      </w:r>
      <w:r w:rsidR="00E11103">
        <w:t>,</w:t>
      </w:r>
      <w:r w:rsidR="00357F4D">
        <w:t xml:space="preserve"> </w:t>
      </w:r>
      <w:r w:rsidRPr="001C1AD5">
        <w:t>but</w:t>
      </w:r>
      <w:r w:rsidR="00357F4D">
        <w:t xml:space="preserve"> </w:t>
      </w:r>
      <w:r w:rsidRPr="001C1AD5">
        <w:t>may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consequence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facility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British</w:t>
      </w:r>
      <w:r w:rsidR="00357F4D">
        <w:t xml:space="preserve"> </w:t>
      </w:r>
      <w:r w:rsidRPr="001C1AD5">
        <w:t>scholars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19th</w:t>
      </w:r>
      <w:r w:rsidR="00357F4D">
        <w:t xml:space="preserve"> </w:t>
      </w:r>
      <w:r w:rsidRPr="001C6201">
        <w:t>Century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read</w:t>
      </w:r>
      <w:r w:rsidR="00357F4D">
        <w:t xml:space="preserve"> </w:t>
      </w:r>
      <w:r w:rsidRPr="001C6201">
        <w:t>German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their</w:t>
      </w:r>
      <w:r w:rsidR="00357F4D">
        <w:t xml:space="preserve"> </w:t>
      </w:r>
      <w:r w:rsidRPr="001C6201">
        <w:t>habit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interacting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German</w:t>
      </w:r>
      <w:r w:rsidR="00357F4D">
        <w:t xml:space="preserve"> </w:t>
      </w:r>
      <w:r w:rsidRPr="001C6201">
        <w:t>scholars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NormalChar"/>
        </w:rPr>
      </w:pPr>
      <w:r w:rsidRPr="001C6201">
        <w:t>The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influential</w:t>
      </w:r>
      <w:r w:rsidR="00357F4D">
        <w:t xml:space="preserve"> </w:t>
      </w:r>
      <w:r w:rsidRPr="001C6201">
        <w:t>works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major</w:t>
      </w:r>
      <w:r w:rsidR="00357F4D">
        <w:t xml:space="preserve"> </w:t>
      </w:r>
      <w:r w:rsidRPr="001C6201">
        <w:t>idealist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philosophers</w:t>
      </w:r>
      <w:r w:rsidR="00357F4D">
        <w:t xml:space="preserve"> </w:t>
      </w:r>
      <w:r w:rsidRPr="001C6201">
        <w:t>include</w:t>
      </w:r>
      <w:r w:rsidR="00357F4D">
        <w:t xml:space="preserve"> </w:t>
      </w:r>
      <w:r w:rsidRPr="001C6201">
        <w:t>T</w:t>
      </w:r>
      <w:r w:rsidR="00E11103">
        <w:t>.</w:t>
      </w:r>
      <w:r w:rsidRPr="001C6201">
        <w:t>H</w:t>
      </w:r>
      <w:r w:rsidR="00E11103">
        <w:t>.</w:t>
      </w:r>
      <w:r w:rsidR="00357F4D">
        <w:t xml:space="preserve"> </w:t>
      </w:r>
      <w:r w:rsidRPr="001C6201">
        <w:t>Green’s</w:t>
      </w:r>
      <w:r w:rsidR="00357F4D">
        <w:t xml:space="preserve"> </w:t>
      </w:r>
      <w:r w:rsidRPr="001C6201">
        <w:t>‘Lecture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Liberal</w:t>
      </w:r>
      <w:r w:rsidR="00357F4D">
        <w:t xml:space="preserve"> </w:t>
      </w:r>
      <w:r w:rsidRPr="001C6201">
        <w:t>Legislation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Freedom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Contract’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1AD5">
        <w:rPr>
          <w:rStyle w:val="libItalicChar"/>
        </w:rPr>
        <w:t>Lectures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Principles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Obligation</w:t>
      </w:r>
      <w:r w:rsidR="00357F4D">
        <w:rPr>
          <w:rStyle w:val="libItalicChar"/>
        </w:rPr>
        <w:t xml:space="preserve"> </w:t>
      </w:r>
      <w:r w:rsidRPr="001C1AD5">
        <w:rPr>
          <w:rStyle w:val="libNormalChar"/>
        </w:rPr>
        <w:t>which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included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volumes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works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between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1883</w:t>
      </w:r>
      <w:r w:rsidR="00357F4D">
        <w:rPr>
          <w:rStyle w:val="libNormalChar"/>
        </w:rPr>
        <w:t>-</w:t>
      </w:r>
      <w:r w:rsidRPr="001C1AD5">
        <w:rPr>
          <w:rStyle w:val="libNormalChar"/>
        </w:rPr>
        <w:t>5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shortly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after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death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1882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(Green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1883</w:t>
      </w:r>
      <w:r w:rsidR="00357F4D">
        <w:rPr>
          <w:rStyle w:val="libNormalChar"/>
        </w:rPr>
        <w:t>-</w:t>
      </w:r>
      <w:r w:rsidRPr="001C1AD5">
        <w:rPr>
          <w:rStyle w:val="libNormalChar"/>
        </w:rPr>
        <w:t>5)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Also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important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Bernard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Bosanquet’s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Philosophical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State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first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1899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fourth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final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edition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1923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(Bosanquet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1899/1923)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well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</w:t>
      </w:r>
      <w:r w:rsidR="00E11103">
        <w:rPr>
          <w:rStyle w:val="libNormalChar"/>
        </w:rPr>
        <w:t>.</w:t>
      </w:r>
      <w:r w:rsidRPr="001C1AD5">
        <w:rPr>
          <w:rStyle w:val="libNormalChar"/>
        </w:rPr>
        <w:t>H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Bradley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including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essay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‘My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Station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Duties’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Ethical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Studies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first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1876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(Bradley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1876)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Hastings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Rashdall’s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Good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Evil</w:t>
      </w:r>
      <w:r w:rsidR="00357F4D">
        <w:rPr>
          <w:rStyle w:val="libItalicChar"/>
        </w:rPr>
        <w:t xml:space="preserve"> </w:t>
      </w:r>
      <w:r w:rsidRPr="001C1AD5">
        <w:rPr>
          <w:rStyle w:val="libNormalChar"/>
        </w:rPr>
        <w:t>(1907)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also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bears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many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issues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(Rashdall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1907)</w:t>
      </w:r>
      <w:r w:rsidR="00E11103">
        <w:rPr>
          <w:rStyle w:val="libNormalChar"/>
        </w:rPr>
        <w:t>.</w:t>
      </w:r>
    </w:p>
    <w:p w:rsidR="001C1AD5" w:rsidRDefault="001C1AD5" w:rsidP="001C1AD5">
      <w:pPr>
        <w:pStyle w:val="libNormal"/>
      </w:pPr>
      <w:r w:rsidRPr="001C6201">
        <w:t>Idealism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understood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Hegelian</w:t>
      </w:r>
      <w:r w:rsidR="00357F4D">
        <w:t xml:space="preserve"> </w:t>
      </w:r>
      <w:r w:rsidRPr="001C6201">
        <w:t>terms</w:t>
      </w:r>
      <w:r w:rsidR="00E11103">
        <w:t>,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long</w:t>
      </w:r>
      <w:r w:rsidR="00357F4D">
        <w:t xml:space="preserve"> </w:t>
      </w:r>
      <w:r w:rsidRPr="001C6201">
        <w:t>time</w:t>
      </w:r>
      <w:r w:rsidR="00357F4D">
        <w:t xml:space="preserve"> </w:t>
      </w:r>
      <w:r w:rsidRPr="001C6201">
        <w:t>remained</w:t>
      </w:r>
      <w:r w:rsidR="00357F4D">
        <w:t xml:space="preserve"> </w:t>
      </w:r>
      <w:r w:rsidRPr="001C6201">
        <w:t>largely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historical</w:t>
      </w:r>
      <w:r w:rsidR="00357F4D">
        <w:t xml:space="preserve"> </w:t>
      </w:r>
      <w:r w:rsidRPr="001C6201">
        <w:t>interest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thought</w:t>
      </w:r>
      <w:r w:rsidR="00E11103">
        <w:t>.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revival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interest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idealist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thought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still</w:t>
      </w:r>
      <w:r w:rsidR="00357F4D">
        <w:t xml:space="preserve"> </w:t>
      </w:r>
      <w:r w:rsidRPr="001C6201">
        <w:t>remains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fringes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Anglo</w:t>
      </w:r>
      <w:r w:rsidR="00357F4D">
        <w:t>-</w:t>
      </w:r>
      <w:r w:rsidRPr="001C6201">
        <w:t>American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except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object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intellectual</w:t>
      </w:r>
      <w:r w:rsidR="00357F4D">
        <w:t xml:space="preserve"> </w:t>
      </w:r>
      <w:r w:rsidRPr="001C6201">
        <w:t>history</w:t>
      </w:r>
      <w:r w:rsidR="00E11103">
        <w:t>.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seems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see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serious</w:t>
      </w:r>
      <w:r w:rsidR="00357F4D">
        <w:t xml:space="preserve"> </w:t>
      </w:r>
      <w:r w:rsidRPr="001C6201">
        <w:t>attempt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revive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strong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neo</w:t>
      </w:r>
      <w:r w:rsidR="00357F4D">
        <w:t>-</w:t>
      </w:r>
      <w:r w:rsidRPr="001C6201">
        <w:t>Hegelianism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Hegel’s</w:t>
      </w:r>
      <w:r w:rsidR="00357F4D">
        <w:t xml:space="preserve"> </w:t>
      </w:r>
      <w:r w:rsidRPr="001C6201">
        <w:t>ideas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community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influenced</w:t>
      </w:r>
      <w:r w:rsidR="00357F4D">
        <w:t xml:space="preserve"> </w:t>
      </w:r>
      <w:r w:rsidRPr="001C6201">
        <w:t>current</w:t>
      </w:r>
      <w:r w:rsidR="00357F4D">
        <w:t xml:space="preserve"> </w:t>
      </w:r>
      <w:r w:rsidRPr="001C6201">
        <w:t>criticisms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liberal</w:t>
      </w:r>
      <w:r w:rsidR="00357F4D">
        <w:t xml:space="preserve"> </w:t>
      </w:r>
      <w:r w:rsidRPr="001C6201">
        <w:t>thought</w:t>
      </w:r>
      <w:r w:rsidR="00E11103">
        <w:t>.</w:t>
      </w:r>
      <w:r w:rsidR="00357F4D">
        <w:t xml:space="preserve"> </w:t>
      </w:r>
      <w:r w:rsidRPr="001C6201">
        <w:t>Hegelian</w:t>
      </w:r>
      <w:r w:rsidR="00357F4D">
        <w:t xml:space="preserve"> </w:t>
      </w:r>
      <w:r w:rsidRPr="001C6201">
        <w:t>idealism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notable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holism</w:t>
      </w:r>
      <w:r w:rsidR="00E11103">
        <w:t>: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idea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state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society</w:t>
      </w:r>
      <w:r w:rsidR="00357F4D">
        <w:t xml:space="preserve"> </w:t>
      </w:r>
      <w:r w:rsidRPr="001C6201">
        <w:t>exists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metaphysical</w:t>
      </w:r>
      <w:r w:rsidR="00357F4D">
        <w:t xml:space="preserve"> </w:t>
      </w:r>
      <w:r w:rsidRPr="001C6201">
        <w:t>entity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right</w:t>
      </w:r>
      <w:r w:rsidR="00E11103">
        <w:t>.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developed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UK</w:t>
      </w:r>
      <w:r w:rsidR="00E11103">
        <w:t>,</w:t>
      </w:r>
      <w:r w:rsidR="00357F4D">
        <w:t xml:space="preserve"> </w:t>
      </w:r>
      <w:r w:rsidRPr="001C6201">
        <w:t>idealism</w:t>
      </w:r>
      <w:r w:rsidR="00357F4D">
        <w:t xml:space="preserve"> </w:t>
      </w:r>
      <w:r w:rsidRPr="001C6201">
        <w:t>took</w:t>
      </w:r>
      <w:r w:rsidR="00357F4D">
        <w:t xml:space="preserve"> </w:t>
      </w:r>
      <w:r w:rsidRPr="001C6201">
        <w:t>many</w:t>
      </w:r>
      <w:r w:rsidR="00357F4D">
        <w:t xml:space="preserve"> </w:t>
      </w:r>
      <w:r w:rsidRPr="001C6201">
        <w:t>forms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wrong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think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defined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doctrine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position</w:t>
      </w:r>
      <w:r w:rsidR="00E11103">
        <w:t>.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Russell’s</w:t>
      </w:r>
      <w:r w:rsidR="00357F4D">
        <w:t xml:space="preserve"> </w:t>
      </w:r>
      <w:r w:rsidRPr="001C6201">
        <w:t>account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reasons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departing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idealism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instructive</w:t>
      </w:r>
      <w:r w:rsidR="00E11103">
        <w:t>.</w:t>
      </w:r>
      <w:r w:rsidR="00357F4D">
        <w:t xml:space="preserve"> </w:t>
      </w:r>
      <w:r w:rsidRPr="001C6201">
        <w:t>Key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idealism</w:t>
      </w:r>
      <w:r w:rsidR="00E11103">
        <w:t>,</w:t>
      </w:r>
      <w:r w:rsidR="00357F4D">
        <w:t xml:space="preserve"> </w:t>
      </w:r>
      <w:r w:rsidRPr="001C6201">
        <w:t>argues</w:t>
      </w:r>
      <w:r w:rsidR="00357F4D">
        <w:t xml:space="preserve"> </w:t>
      </w:r>
      <w:r w:rsidRPr="001C6201">
        <w:t>Russell</w:t>
      </w:r>
      <w:r w:rsidR="00E11103">
        <w:t>,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doctrine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‘internal</w:t>
      </w:r>
      <w:r w:rsidR="00357F4D">
        <w:t xml:space="preserve"> </w:t>
      </w:r>
      <w:r w:rsidRPr="001C6201">
        <w:t>relations’</w:t>
      </w:r>
      <w:r w:rsidR="00E11103">
        <w:t>: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‘every</w:t>
      </w:r>
      <w:r w:rsidR="00357F4D">
        <w:t xml:space="preserve"> </w:t>
      </w:r>
      <w:r w:rsidRPr="001C6201">
        <w:t>relation</w:t>
      </w:r>
      <w:r w:rsidR="00357F4D">
        <w:t xml:space="preserve"> </w:t>
      </w:r>
      <w:r w:rsidRPr="001C6201">
        <w:t>between</w:t>
      </w:r>
      <w:r w:rsidR="00357F4D">
        <w:t xml:space="preserve"> </w:t>
      </w:r>
      <w:r w:rsidRPr="001C6201">
        <w:t>two</w:t>
      </w:r>
      <w:r w:rsidR="00357F4D">
        <w:t xml:space="preserve"> </w:t>
      </w:r>
      <w:r w:rsidRPr="001C6201">
        <w:t>terms</w:t>
      </w:r>
      <w:r w:rsidR="00357F4D">
        <w:t xml:space="preserve"> </w:t>
      </w:r>
      <w:r w:rsidRPr="001C6201">
        <w:t>expresses</w:t>
      </w:r>
      <w:r w:rsidR="00E11103">
        <w:t>,</w:t>
      </w:r>
      <w:r w:rsidR="00357F4D">
        <w:t xml:space="preserve"> </w:t>
      </w:r>
      <w:r w:rsidRPr="001C6201">
        <w:t>primarily</w:t>
      </w:r>
      <w:r w:rsidR="00E11103">
        <w:t>,</w:t>
      </w:r>
      <w:r w:rsidR="00357F4D">
        <w:t xml:space="preserve"> </w:t>
      </w:r>
      <w:r w:rsidRPr="001C6201">
        <w:t>intrinsic</w:t>
      </w:r>
      <w:r w:rsidR="00357F4D">
        <w:t xml:space="preserve"> </w:t>
      </w:r>
      <w:r w:rsidRPr="001C6201">
        <w:t>properties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two</w:t>
      </w:r>
      <w:r w:rsidR="00357F4D">
        <w:t xml:space="preserve"> </w:t>
      </w:r>
      <w:r w:rsidRPr="001C6201">
        <w:t>terms</w:t>
      </w:r>
      <w:r w:rsidR="00357F4D">
        <w:t xml:space="preserve"> </w:t>
      </w:r>
      <w:r w:rsidRPr="001C6201">
        <w:t>and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ultimate</w:t>
      </w:r>
      <w:r w:rsidR="00357F4D">
        <w:t xml:space="preserve"> </w:t>
      </w:r>
      <w:r w:rsidRPr="001C6201">
        <w:t>analysis</w:t>
      </w:r>
      <w:r w:rsidR="00E11103">
        <w:t>,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property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whole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two</w:t>
      </w:r>
      <w:r w:rsidR="00357F4D">
        <w:t xml:space="preserve"> </w:t>
      </w:r>
      <w:r w:rsidRPr="001C6201">
        <w:t>compose’</w:t>
      </w:r>
      <w:r w:rsidR="00357F4D">
        <w:t xml:space="preserve"> </w:t>
      </w:r>
      <w:r w:rsidRPr="001C6201">
        <w:t>(Russell</w:t>
      </w:r>
      <w:r w:rsidR="00E11103">
        <w:t>,</w:t>
      </w:r>
      <w:r w:rsidR="00357F4D">
        <w:t xml:space="preserve"> </w:t>
      </w:r>
      <w:r w:rsidRPr="001C6201">
        <w:t>1959</w:t>
      </w:r>
      <w:r w:rsidR="00E11103">
        <w:t>,</w:t>
      </w:r>
      <w:r w:rsidR="00357F4D">
        <w:t xml:space="preserve"> </w:t>
      </w:r>
      <w:r w:rsidRPr="001C6201">
        <w:t>42)</w:t>
      </w:r>
      <w:r w:rsidR="00E11103">
        <w:t>.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t>accepts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plausible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relations</w:t>
      </w:r>
      <w:r w:rsidR="00E11103">
        <w:t>,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love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argues</w:t>
      </w:r>
      <w:r w:rsidR="00357F4D">
        <w:t xml:space="preserve"> </w:t>
      </w:r>
      <w:r w:rsidRPr="001C6201">
        <w:t>against</w:t>
      </w:r>
      <w:r w:rsidR="00357F4D">
        <w:t xml:space="preserve"> </w:t>
      </w:r>
      <w:r w:rsidRPr="001C6201">
        <w:t>generalising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all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particular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cannot</w:t>
      </w:r>
      <w:r w:rsidR="00357F4D">
        <w:t xml:space="preserve"> </w:t>
      </w:r>
      <w:r w:rsidRPr="001C6201">
        <w:t>apply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asymmetrical</w:t>
      </w:r>
      <w:r w:rsidR="00357F4D">
        <w:t xml:space="preserve"> </w:t>
      </w:r>
      <w:r w:rsidRPr="001C6201">
        <w:t>relations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common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mathematics</w:t>
      </w:r>
      <w:r w:rsidR="00E11103">
        <w:t>.</w:t>
      </w:r>
      <w:r w:rsidR="00357F4D">
        <w:t xml:space="preserve"> </w:t>
      </w:r>
      <w:r w:rsidRPr="001C6201">
        <w:t>According</w:t>
      </w:r>
      <w:r w:rsidR="00E11103">
        <w:t>,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lastRenderedPageBreak/>
        <w:t>replaces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doctrine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‘external</w:t>
      </w:r>
      <w:r w:rsidR="00357F4D">
        <w:t xml:space="preserve"> </w:t>
      </w:r>
      <w:r w:rsidRPr="001C6201">
        <w:t>relations’</w:t>
      </w:r>
      <w:r w:rsidR="00357F4D">
        <w:t xml:space="preserve"> </w:t>
      </w:r>
      <w:r w:rsidRPr="001C6201">
        <w:t>allowing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contingent</w:t>
      </w:r>
      <w:r w:rsidR="00357F4D">
        <w:t xml:space="preserve"> </w:t>
      </w:r>
      <w:r w:rsidRPr="001C6201">
        <w:t>relations</w:t>
      </w:r>
      <w:r w:rsidR="00357F4D">
        <w:t xml:space="preserve"> </w:t>
      </w:r>
      <w:r w:rsidRPr="001C6201">
        <w:t>between</w:t>
      </w:r>
      <w:r w:rsidR="00357F4D">
        <w:t xml:space="preserve"> </w:t>
      </w:r>
      <w:r w:rsidRPr="001C6201">
        <w:t>objects</w:t>
      </w:r>
      <w:r w:rsidR="00357F4D">
        <w:t xml:space="preserve"> </w:t>
      </w:r>
      <w:r w:rsidRPr="001C6201">
        <w:t>(Griffin</w:t>
      </w:r>
      <w:r w:rsidR="00E11103">
        <w:t>,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volume</w:t>
      </w:r>
      <w:r w:rsidR="00E11103">
        <w:t>,</w:t>
      </w:r>
      <w:r w:rsidR="00357F4D">
        <w:t xml:space="preserve"> </w:t>
      </w:r>
      <w:r w:rsidRPr="001C6201">
        <w:t>Candlish</w:t>
      </w:r>
      <w:r w:rsidR="00357F4D">
        <w:t xml:space="preserve"> </w:t>
      </w:r>
      <w:r w:rsidRPr="001C6201">
        <w:t>2007</w:t>
      </w:r>
      <w:r w:rsidR="00E11103">
        <w:t>,</w:t>
      </w:r>
      <w:r w:rsidR="00357F4D">
        <w:t xml:space="preserve"> </w:t>
      </w:r>
      <w:r w:rsidRPr="001C6201">
        <w:t>ch</w:t>
      </w:r>
      <w:r w:rsidR="00357F4D">
        <w:t xml:space="preserve"> </w:t>
      </w:r>
      <w:r w:rsidRPr="001C6201">
        <w:t>6)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clear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doctrine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internal</w:t>
      </w:r>
      <w:r w:rsidR="00357F4D">
        <w:t xml:space="preserve"> </w:t>
      </w:r>
      <w:r w:rsidRPr="001C1AD5">
        <w:t>relations</w:t>
      </w:r>
      <w:r w:rsidR="00357F4D">
        <w:t xml:space="preserve"> </w:t>
      </w:r>
      <w:r w:rsidRPr="001C1AD5">
        <w:t>leads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form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holism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all</w:t>
      </w:r>
      <w:r w:rsidR="00357F4D">
        <w:t xml:space="preserve"> </w:t>
      </w:r>
      <w:r w:rsidRPr="001C1AD5">
        <w:t>must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seen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components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whole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thus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natural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legacy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rejection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idealism</w:t>
      </w:r>
      <w:r w:rsidR="00357F4D">
        <w:t xml:space="preserve"> </w:t>
      </w:r>
      <w:r w:rsidRPr="001C1AD5">
        <w:t>appears</w:t>
      </w:r>
      <w:r w:rsidR="00357F4D">
        <w:t xml:space="preserve"> </w:t>
      </w:r>
      <w:r w:rsidRPr="001C1AD5">
        <w:t>(at</w:t>
      </w:r>
      <w:r w:rsidR="00357F4D">
        <w:t xml:space="preserve"> </w:t>
      </w:r>
      <w:r w:rsidRPr="001C1AD5">
        <w:t>least)</w:t>
      </w:r>
      <w:r w:rsidR="00357F4D">
        <w:t xml:space="preserve"> </w:t>
      </w:r>
      <w:r w:rsidRPr="001C1AD5">
        <w:t>two</w:t>
      </w:r>
      <w:r w:rsidR="00357F4D">
        <w:t>-</w:t>
      </w:r>
      <w:r w:rsidRPr="001C1AD5">
        <w:t>fold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implicit</w:t>
      </w:r>
      <w:r w:rsidR="00357F4D">
        <w:t xml:space="preserve"> </w:t>
      </w:r>
      <w:r w:rsidRPr="001C1AD5">
        <w:t>adoption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two</w:t>
      </w:r>
      <w:r w:rsidR="00357F4D">
        <w:t xml:space="preserve"> </w:t>
      </w:r>
      <w:r w:rsidRPr="001C1AD5">
        <w:t>forms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individualism</w:t>
      </w:r>
      <w:r w:rsidR="00E11103">
        <w:t>.</w:t>
      </w:r>
      <w:r w:rsidR="00357F4D">
        <w:t xml:space="preserve"> </w:t>
      </w:r>
      <w:r w:rsidRPr="001C1AD5">
        <w:t>First</w:t>
      </w:r>
      <w:r w:rsidR="00E11103">
        <w:t>,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an</w:t>
      </w:r>
      <w:r w:rsidR="00357F4D">
        <w:t xml:space="preserve"> </w:t>
      </w:r>
      <w:r w:rsidRPr="001C1AD5">
        <w:t>assumption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some</w:t>
      </w:r>
      <w:r w:rsidR="00357F4D">
        <w:t xml:space="preserve"> </w:t>
      </w:r>
      <w:r w:rsidRPr="001C1AD5">
        <w:t>sort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high</w:t>
      </w:r>
      <w:r w:rsidR="00357F4D">
        <w:t xml:space="preserve"> </w:t>
      </w:r>
      <w:r w:rsidRPr="001C1AD5">
        <w:t>regard</w:t>
      </w:r>
      <w:r w:rsidR="00357F4D">
        <w:t xml:space="preserve"> </w:t>
      </w:r>
      <w:r w:rsidRPr="001C1AD5">
        <w:t>must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given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moral</w:t>
      </w:r>
      <w:r w:rsidR="00357F4D">
        <w:t xml:space="preserve"> </w:t>
      </w:r>
      <w:r w:rsidRPr="001C1AD5">
        <w:t>importance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individual</w:t>
      </w:r>
      <w:r w:rsidR="00E11103">
        <w:t>,</w:t>
      </w:r>
      <w:r w:rsidR="00357F4D">
        <w:t xml:space="preserve"> </w:t>
      </w:r>
      <w:r w:rsidRPr="001C1AD5">
        <w:t>running</w:t>
      </w:r>
      <w:r w:rsidR="00357F4D">
        <w:t xml:space="preserve"> </w:t>
      </w:r>
      <w:r w:rsidRPr="001C1AD5">
        <w:t>from</w:t>
      </w:r>
      <w:r w:rsidR="00357F4D">
        <w:t xml:space="preserve"> </w:t>
      </w:r>
      <w:r w:rsidRPr="001C1AD5">
        <w:t>utilitarianism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total</w:t>
      </w:r>
      <w:r w:rsidR="00357F4D">
        <w:t xml:space="preserve"> </w:t>
      </w:r>
      <w:r w:rsidRPr="001C1AD5">
        <w:t>value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simple</w:t>
      </w:r>
      <w:r w:rsidR="00357F4D">
        <w:t xml:space="preserve"> </w:t>
      </w:r>
      <w:r w:rsidRPr="001C1AD5">
        <w:t>sum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individual</w:t>
      </w:r>
      <w:r w:rsidR="00357F4D">
        <w:t xml:space="preserve"> </w:t>
      </w:r>
      <w:r w:rsidRPr="001C1AD5">
        <w:t>values</w:t>
      </w:r>
      <w:r w:rsidR="00E11103">
        <w:t>,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rights</w:t>
      </w:r>
      <w:r w:rsidR="00357F4D">
        <w:t xml:space="preserve"> </w:t>
      </w:r>
      <w:r w:rsidRPr="001C1AD5">
        <w:t>theories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autonomy</w:t>
      </w:r>
      <w:r w:rsidR="00357F4D">
        <w:t xml:space="preserve"> </w:t>
      </w:r>
      <w:r w:rsidRPr="001C1AD5">
        <w:t>must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violated</w:t>
      </w:r>
      <w:r w:rsidR="00E11103">
        <w:t>.</w:t>
      </w:r>
      <w:r w:rsidR="00357F4D">
        <w:t xml:space="preserve"> </w:t>
      </w:r>
      <w:r w:rsidRPr="001C1AD5">
        <w:t>Second</w:t>
      </w:r>
      <w:r w:rsidR="00E11103">
        <w:t>,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form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methodological</w:t>
      </w:r>
      <w:r w:rsidR="00357F4D">
        <w:t xml:space="preserve"> </w:t>
      </w:r>
      <w:r w:rsidRPr="001C1AD5">
        <w:t>individualism</w:t>
      </w:r>
      <w:r w:rsidR="00357F4D">
        <w:t xml:space="preserve"> </w:t>
      </w:r>
      <w:r w:rsidRPr="001C1AD5">
        <w:t>appears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widely</w:t>
      </w:r>
      <w:r w:rsidR="00357F4D">
        <w:t xml:space="preserve"> </w:t>
      </w:r>
      <w:r w:rsidRPr="001C1AD5">
        <w:t>assumed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presumed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explanations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social</w:t>
      </w:r>
      <w:r w:rsidR="00357F4D">
        <w:t xml:space="preserve"> </w:t>
      </w:r>
      <w:r w:rsidRPr="001C1AD5">
        <w:t>facts</w:t>
      </w:r>
      <w:r w:rsidR="00357F4D">
        <w:t xml:space="preserve"> </w:t>
      </w:r>
      <w:r w:rsidRPr="001C1AD5">
        <w:t>should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conducted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terms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facts</w:t>
      </w:r>
      <w:r w:rsidR="00357F4D">
        <w:t xml:space="preserve"> </w:t>
      </w:r>
      <w:r w:rsidRPr="001C1AD5">
        <w:t>about</w:t>
      </w:r>
      <w:r w:rsidR="00357F4D">
        <w:t xml:space="preserve"> </w:t>
      </w:r>
      <w:r w:rsidRPr="001C1AD5">
        <w:t>individuals</w:t>
      </w:r>
      <w:r w:rsidR="00E11103">
        <w:t>.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course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wide</w:t>
      </w:r>
      <w:r w:rsidR="00357F4D">
        <w:t xml:space="preserve"> </w:t>
      </w:r>
      <w:r w:rsidRPr="001C1AD5">
        <w:t>range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positions</w:t>
      </w:r>
      <w:r w:rsidR="00357F4D">
        <w:t xml:space="preserve"> </w:t>
      </w:r>
      <w:r w:rsidRPr="001C1AD5">
        <w:t>can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held</w:t>
      </w:r>
      <w:r w:rsidR="00E11103">
        <w:t>,</w:t>
      </w:r>
      <w:r w:rsidR="00357F4D">
        <w:t xml:space="preserve"> </w:t>
      </w:r>
      <w:r w:rsidRPr="001C1AD5">
        <w:t>but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general</w:t>
      </w:r>
      <w:r w:rsidR="00357F4D">
        <w:t xml:space="preserve"> </w:t>
      </w:r>
      <w:r w:rsidRPr="001C1AD5">
        <w:t>tenor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contemporary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give</w:t>
      </w:r>
      <w:r w:rsidR="00357F4D">
        <w:t xml:space="preserve"> </w:t>
      </w:r>
      <w:r w:rsidRPr="001C1AD5">
        <w:t>moral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explanatory</w:t>
      </w:r>
      <w:r w:rsidR="00357F4D">
        <w:t xml:space="preserve"> </w:t>
      </w:r>
      <w:r w:rsidRPr="001C1AD5">
        <w:t>priority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individuals</w:t>
      </w:r>
      <w:r w:rsidR="00357F4D">
        <w:t xml:space="preserve"> </w:t>
      </w:r>
      <w:r w:rsidRPr="001C1AD5">
        <w:t>over</w:t>
      </w:r>
      <w:r w:rsidR="00357F4D">
        <w:t xml:space="preserve"> </w:t>
      </w:r>
      <w:r w:rsidRPr="001C1AD5">
        <w:t>social</w:t>
      </w:r>
      <w:r w:rsidR="00357F4D">
        <w:t xml:space="preserve"> </w:t>
      </w:r>
      <w:r w:rsidRPr="001C1AD5">
        <w:t>collectives</w:t>
      </w:r>
      <w:r w:rsidR="00E11103">
        <w:t>.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dramatically</w:t>
      </w:r>
      <w:r w:rsidR="00357F4D">
        <w:t xml:space="preserve"> </w:t>
      </w:r>
      <w:r w:rsidRPr="001C1AD5">
        <w:t>contrasts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Bradley’s</w:t>
      </w:r>
      <w:r w:rsidR="00357F4D">
        <w:t xml:space="preserve"> </w:t>
      </w:r>
      <w:r w:rsidRPr="001C1AD5">
        <w:t>famous</w:t>
      </w:r>
      <w:r w:rsidR="00357F4D">
        <w:t xml:space="preserve"> </w:t>
      </w:r>
      <w:r w:rsidRPr="001C1AD5">
        <w:t>doctrine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individual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bare</w:t>
      </w:r>
      <w:r w:rsidR="00357F4D">
        <w:t xml:space="preserve"> </w:t>
      </w:r>
      <w:r w:rsidRPr="001C1AD5">
        <w:t>abstraction</w:t>
      </w:r>
      <w:r w:rsidR="00357F4D">
        <w:t xml:space="preserve"> </w:t>
      </w:r>
      <w:r w:rsidRPr="001C1AD5">
        <w:t>(Bradley</w:t>
      </w:r>
      <w:r w:rsidR="00E11103">
        <w:t>,</w:t>
      </w:r>
      <w:r w:rsidR="00357F4D">
        <w:t xml:space="preserve"> </w:t>
      </w:r>
      <w:r w:rsidRPr="001C1AD5">
        <w:t>1876)</w:t>
      </w:r>
      <w:r w:rsidR="00E11103">
        <w:t>.</w:t>
      </w:r>
      <w:r w:rsidR="00357F4D">
        <w:t xml:space="preserve"> </w:t>
      </w:r>
      <w:r w:rsidRPr="001C1AD5">
        <w:t>While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often</w:t>
      </w:r>
      <w:r w:rsidR="00357F4D">
        <w:t xml:space="preserve"> </w:t>
      </w:r>
      <w:r w:rsidRPr="001C1AD5">
        <w:t>noted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Rawls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E11103">
        <w:t>,</w:t>
      </w:r>
      <w:r w:rsidR="00357F4D">
        <w:t xml:space="preserve"> </w:t>
      </w:r>
      <w:r w:rsidRPr="001C6201">
        <w:t>quotes</w:t>
      </w:r>
      <w:r w:rsidR="00357F4D">
        <w:t xml:space="preserve"> </w:t>
      </w:r>
      <w:r w:rsidRPr="001C6201">
        <w:t>Bradley</w:t>
      </w:r>
      <w:r w:rsidR="00357F4D">
        <w:t xml:space="preserve"> </w:t>
      </w:r>
      <w:r w:rsidRPr="001C6201">
        <w:t>approvingly</w:t>
      </w:r>
      <w:r w:rsidR="00357F4D">
        <w:t xml:space="preserve"> </w:t>
      </w:r>
      <w:r w:rsidRPr="001C6201">
        <w:t>(Rawls</w:t>
      </w:r>
      <w:r w:rsidR="00E11103">
        <w:t>,</w:t>
      </w:r>
      <w:r w:rsidR="00357F4D">
        <w:t xml:space="preserve"> </w:t>
      </w:r>
      <w:r w:rsidRPr="001C6201">
        <w:t>1971</w:t>
      </w:r>
      <w:r w:rsidR="00E11103">
        <w:t>,</w:t>
      </w:r>
      <w:r w:rsidR="00357F4D">
        <w:t xml:space="preserve"> </w:t>
      </w:r>
      <w:r w:rsidRPr="001C6201">
        <w:t>110)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recognised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Rawls</w:t>
      </w:r>
      <w:r w:rsidR="00357F4D">
        <w:t xml:space="preserve"> </w:t>
      </w:r>
      <w:r w:rsidRPr="001C6201">
        <w:t>reads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phrase</w:t>
      </w:r>
      <w:r w:rsidR="00357F4D">
        <w:t xml:space="preserve"> </w:t>
      </w:r>
      <w:r w:rsidRPr="001C6201">
        <w:t>largely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institutional</w:t>
      </w:r>
      <w:r w:rsidR="00357F4D">
        <w:t xml:space="preserve"> </w:t>
      </w:r>
      <w:r w:rsidRPr="001C6201">
        <w:t>terms</w:t>
      </w:r>
      <w:r w:rsidR="00357F4D">
        <w:t xml:space="preserve"> - </w:t>
      </w:r>
      <w:r w:rsidRPr="001C6201">
        <w:t>i</w:t>
      </w:r>
      <w:r w:rsidR="00E11103">
        <w:t>.</w:t>
      </w:r>
      <w:r w:rsidRPr="001C6201">
        <w:t>e</w:t>
      </w:r>
      <w:r w:rsidR="00E11103">
        <w:t>.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duties</w:t>
      </w:r>
      <w:r w:rsidR="00357F4D">
        <w:t xml:space="preserve"> </w:t>
      </w:r>
      <w:r w:rsidRPr="001C6201">
        <w:t>you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depends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institutional</w:t>
      </w:r>
      <w:r w:rsidR="00357F4D">
        <w:t xml:space="preserve"> </w:t>
      </w:r>
      <w:r w:rsidRPr="001C6201">
        <w:t>facts</w:t>
      </w:r>
      <w:r w:rsidR="00357F4D">
        <w:t xml:space="preserve"> - </w:t>
      </w:r>
      <w:r w:rsidRPr="001C6201">
        <w:t>rather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metaphysical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terms</w:t>
      </w:r>
      <w:r w:rsidR="00357F4D">
        <w:t xml:space="preserve"> </w:t>
      </w:r>
      <w:r w:rsidRPr="001C6201">
        <w:t>implied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holistic</w:t>
      </w:r>
      <w:r w:rsidR="00357F4D">
        <w:t xml:space="preserve"> </w:t>
      </w:r>
      <w:r w:rsidRPr="001C6201">
        <w:t>forms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idealism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initial</w:t>
      </w:r>
      <w:r w:rsidR="00357F4D">
        <w:t xml:space="preserve"> </w:t>
      </w:r>
      <w:r w:rsidRPr="001C6201">
        <w:t>foundation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invention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modern</w:t>
      </w:r>
      <w:r w:rsidR="00357F4D">
        <w:t xml:space="preserve"> </w:t>
      </w:r>
      <w:r w:rsidRPr="001C6201">
        <w:t>logic</w:t>
      </w:r>
      <w:r w:rsidR="00E11103">
        <w:t>,</w:t>
      </w:r>
      <w:r w:rsidR="00357F4D">
        <w:t xml:space="preserve"> </w:t>
      </w:r>
      <w:r w:rsidRPr="001C6201">
        <w:t>especially</w:t>
      </w:r>
      <w:r w:rsidR="00357F4D">
        <w:t xml:space="preserve"> </w:t>
      </w:r>
      <w:r w:rsidRPr="001C6201">
        <w:t>quantification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predicate</w:t>
      </w:r>
      <w:r w:rsidR="00357F4D">
        <w:t xml:space="preserve"> </w:t>
      </w:r>
      <w:r w:rsidRPr="001C6201">
        <w:t>calculus</w:t>
      </w:r>
      <w:r w:rsidR="00E11103">
        <w:t>,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Frege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t>(Frege</w:t>
      </w:r>
      <w:r w:rsidR="00E11103">
        <w:t>,</w:t>
      </w:r>
      <w:r w:rsidR="00357F4D">
        <w:t xml:space="preserve"> </w:t>
      </w:r>
      <w:r w:rsidRPr="001C6201">
        <w:t>1879</w:t>
      </w:r>
      <w:r w:rsidR="00E11103">
        <w:t>,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t>1903</w:t>
      </w:r>
      <w:r w:rsidR="00E11103">
        <w:t>,</w:t>
      </w:r>
      <w:r w:rsidR="00357F4D">
        <w:t xml:space="preserve"> </w:t>
      </w:r>
      <w:r w:rsidRPr="001C6201">
        <w:t>1905</w:t>
      </w:r>
      <w:r w:rsidR="00E11103">
        <w:t>,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Whitehead</w:t>
      </w:r>
      <w:r w:rsidR="00357F4D">
        <w:t xml:space="preserve"> </w:t>
      </w:r>
      <w:r w:rsidRPr="001C6201">
        <w:t>1910</w:t>
      </w:r>
      <w:r w:rsidR="00357F4D">
        <w:t>-</w:t>
      </w:r>
      <w:r w:rsidRPr="001C6201">
        <w:t>13)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application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techniques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areas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Here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hard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see</w:t>
      </w:r>
      <w:r w:rsidR="00357F4D">
        <w:t xml:space="preserve"> </w:t>
      </w:r>
      <w:r w:rsidRPr="001C6201">
        <w:t>how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concerns</w:t>
      </w:r>
      <w:r w:rsidR="00357F4D">
        <w:t xml:space="preserve"> </w:t>
      </w:r>
      <w:r w:rsidRPr="001C6201">
        <w:t>immediately</w:t>
      </w:r>
      <w:r w:rsidR="00357F4D">
        <w:t xml:space="preserve"> </w:t>
      </w:r>
      <w:r w:rsidRPr="001C6201">
        <w:t>exerted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influence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hard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find</w:t>
      </w:r>
      <w:r w:rsidR="00357F4D">
        <w:t xml:space="preserve"> </w:t>
      </w:r>
      <w:r w:rsidRPr="001C6201">
        <w:t>examples</w:t>
      </w:r>
      <w:r w:rsidR="00357F4D">
        <w:t xml:space="preserve"> </w:t>
      </w:r>
      <w:r w:rsidRPr="001C6201">
        <w:t>before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1950s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attempt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formal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Matters</w:t>
      </w:r>
      <w:r w:rsidR="00357F4D">
        <w:t xml:space="preserve"> </w:t>
      </w:r>
      <w:r w:rsidRPr="001C6201">
        <w:t>changed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degree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publication</w:t>
      </w:r>
      <w:r w:rsidR="00357F4D">
        <w:t xml:space="preserve"> </w:t>
      </w:r>
      <w:r>
        <w:t>of</w:t>
      </w:r>
      <w:r w:rsidR="00357F4D">
        <w:t xml:space="preserve"> </w:t>
      </w:r>
      <w:r w:rsidRPr="001C6201">
        <w:t>Arrow’s</w:t>
      </w:r>
      <w:r w:rsidR="00357F4D">
        <w:t xml:space="preserve"> </w:t>
      </w:r>
      <w:r w:rsidRPr="001C1AD5">
        <w:rPr>
          <w:rStyle w:val="libItalicChar"/>
        </w:rPr>
        <w:t>Social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Choice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Individual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Values</w:t>
      </w:r>
      <w:r w:rsidR="00357F4D">
        <w:t xml:space="preserve"> </w:t>
      </w:r>
      <w:r w:rsidRPr="001C1AD5">
        <w:t>(Arrow</w:t>
      </w:r>
      <w:r w:rsidR="00E11103">
        <w:t>,</w:t>
      </w:r>
      <w:r w:rsidR="00357F4D">
        <w:t xml:space="preserve"> </w:t>
      </w:r>
      <w:r w:rsidRPr="001C1AD5">
        <w:t>1951)</w:t>
      </w:r>
      <w:r w:rsidR="00357F4D">
        <w:t xml:space="preserve"> </w:t>
      </w:r>
      <w:r w:rsidRPr="001C1AD5">
        <w:t>and</w:t>
      </w:r>
      <w:r w:rsidR="00E11103">
        <w:t>,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lesser</w:t>
      </w:r>
      <w:r w:rsidR="00357F4D">
        <w:t xml:space="preserve"> </w:t>
      </w:r>
      <w:r w:rsidRPr="001C1AD5">
        <w:t>extent</w:t>
      </w:r>
      <w:r w:rsidR="00E11103">
        <w:t>,</w:t>
      </w:r>
      <w:r w:rsidR="00357F4D">
        <w:t xml:space="preserve"> </w:t>
      </w:r>
      <w:r w:rsidRPr="001C1AD5">
        <w:t>Luce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Raiffa’s</w:t>
      </w:r>
      <w:r w:rsidR="00357F4D"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Games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Decisions</w:t>
      </w:r>
      <w:r w:rsidR="00357F4D">
        <w:rPr>
          <w:rStyle w:val="libItalicChar"/>
        </w:rPr>
        <w:t xml:space="preserve"> </w:t>
      </w:r>
      <w:r w:rsidRPr="001C1AD5">
        <w:t>(Luce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Raiffa</w:t>
      </w:r>
      <w:r w:rsidR="00E11103">
        <w:t>,</w:t>
      </w:r>
      <w:r w:rsidR="00357F4D">
        <w:t xml:space="preserve"> </w:t>
      </w:r>
      <w:r w:rsidRPr="001C1AD5">
        <w:t>1957)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philosophers</w:t>
      </w:r>
      <w:r w:rsidR="00357F4D">
        <w:t xml:space="preserve"> </w:t>
      </w:r>
      <w:r w:rsidRPr="001C1AD5">
        <w:t>felt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had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least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acknowledge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existence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such</w:t>
      </w:r>
      <w:r w:rsidR="00357F4D">
        <w:t xml:space="preserve"> </w:t>
      </w:r>
      <w:r w:rsidRPr="001C1AD5">
        <w:t>work</w:t>
      </w:r>
      <w:r w:rsidR="00E11103">
        <w:t>.</w:t>
      </w:r>
      <w:r w:rsidR="00357F4D">
        <w:t xml:space="preserve"> </w:t>
      </w:r>
      <w:r w:rsidRPr="001C1AD5">
        <w:t>Yet</w:t>
      </w:r>
      <w:r w:rsidR="00357F4D">
        <w:t xml:space="preserve"> </w:t>
      </w:r>
      <w:r w:rsidRPr="001C1AD5">
        <w:t>few</w:t>
      </w:r>
      <w:r w:rsidR="00357F4D">
        <w:t xml:space="preserve"> </w:t>
      </w:r>
      <w:r w:rsidRPr="001C1AD5">
        <w:t>seriously</w:t>
      </w:r>
      <w:r w:rsidR="00357F4D">
        <w:t xml:space="preserve"> </w:t>
      </w:r>
      <w:r w:rsidRPr="001C1AD5">
        <w:t>attempted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use</w:t>
      </w:r>
      <w:r w:rsidR="00357F4D">
        <w:t xml:space="preserve"> </w:t>
      </w:r>
      <w:r w:rsidRPr="001C1AD5">
        <w:t>formal</w:t>
      </w:r>
      <w:r w:rsidR="00357F4D">
        <w:t xml:space="preserve"> </w:t>
      </w:r>
      <w:r w:rsidRPr="001C1AD5">
        <w:t>methods</w:t>
      </w:r>
      <w:r w:rsidR="00357F4D">
        <w:t xml:space="preserve"> </w:t>
      </w:r>
      <w:r w:rsidRPr="001C1AD5">
        <w:t>until</w:t>
      </w:r>
      <w:r w:rsidR="00357F4D">
        <w:t xml:space="preserve"> </w:t>
      </w:r>
      <w:r w:rsidRPr="001C1AD5">
        <w:t>Braithwaite’s</w:t>
      </w:r>
      <w:r w:rsidR="00357F4D"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Games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Tool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for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Moral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Philosopher</w:t>
      </w:r>
      <w:r w:rsidR="00357F4D">
        <w:t xml:space="preserve"> </w:t>
      </w:r>
      <w:r w:rsidRPr="001C1AD5">
        <w:t>(Braithwaite</w:t>
      </w:r>
      <w:r w:rsidR="00E11103">
        <w:t>,</w:t>
      </w:r>
      <w:r w:rsidR="00357F4D">
        <w:t xml:space="preserve"> </w:t>
      </w:r>
      <w:r w:rsidRPr="001C1AD5">
        <w:t>1955)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James</w:t>
      </w:r>
      <w:r w:rsidR="00357F4D">
        <w:t xml:space="preserve"> </w:t>
      </w:r>
      <w:r w:rsidRPr="001C1AD5">
        <w:t>Buchanan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Gordon</w:t>
      </w:r>
      <w:r w:rsidR="00357F4D">
        <w:t xml:space="preserve"> </w:t>
      </w:r>
      <w:r w:rsidRPr="001C1AD5">
        <w:t>Tulloch’s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Calculus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Consent</w:t>
      </w:r>
      <w:r w:rsidR="00357F4D">
        <w:t xml:space="preserve"> </w:t>
      </w:r>
      <w:r w:rsidRPr="001C6201">
        <w:t>(Buchanan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Tulloch</w:t>
      </w:r>
      <w:r w:rsidR="00E11103">
        <w:t>,</w:t>
      </w:r>
      <w:r w:rsidR="00357F4D">
        <w:t xml:space="preserve"> </w:t>
      </w:r>
      <w:r w:rsidRPr="001C6201">
        <w:t>1962)</w:t>
      </w:r>
      <w:r w:rsidR="00E11103">
        <w:t>.</w:t>
      </w:r>
      <w:r w:rsidR="00357F4D">
        <w:t xml:space="preserve"> </w:t>
      </w:r>
      <w:r w:rsidRPr="001C6201">
        <w:t>Bratihwaite’s</w:t>
      </w:r>
      <w:r w:rsidR="00E11103">
        <w:t>,</w:t>
      </w:r>
      <w:r w:rsidR="00357F4D">
        <w:t xml:space="preserve"> </w:t>
      </w:r>
      <w:r w:rsidRPr="001C6201">
        <w:t>though</w:t>
      </w:r>
      <w:r w:rsidR="00E11103">
        <w:t>,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somewhat</w:t>
      </w:r>
      <w:r w:rsidR="00357F4D">
        <w:t xml:space="preserve"> </w:t>
      </w:r>
      <w:r w:rsidRPr="001C6201">
        <w:t>anomalous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Braithwaite</w:t>
      </w:r>
      <w:r w:rsidR="00E11103">
        <w:t>,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philosopher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science</w:t>
      </w:r>
      <w:r w:rsidR="00E11103">
        <w:t>,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appointed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Knightbridge</w:t>
      </w:r>
      <w:r w:rsidR="00357F4D">
        <w:t xml:space="preserve"> </w:t>
      </w:r>
      <w:r w:rsidRPr="001C6201">
        <w:t>Chair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Cambridge</w:t>
      </w:r>
      <w:r w:rsidR="00E11103">
        <w:t>,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time</w:t>
      </w:r>
      <w:r w:rsidR="00357F4D">
        <w:t xml:space="preserve"> </w:t>
      </w:r>
      <w:r w:rsidRPr="001C6201">
        <w:t>considered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chair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inaugural</w:t>
      </w:r>
      <w:r w:rsidR="00357F4D">
        <w:t xml:space="preserve"> </w:t>
      </w:r>
      <w:r w:rsidRPr="001C6201">
        <w:t>lecture</w:t>
      </w:r>
      <w:r w:rsidR="00357F4D">
        <w:t xml:space="preserve"> </w:t>
      </w:r>
      <w:r w:rsidRPr="001C6201">
        <w:t>felt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should</w:t>
      </w:r>
      <w:r w:rsidR="00357F4D">
        <w:t xml:space="preserve"> </w:t>
      </w:r>
      <w:r w:rsidRPr="001C6201">
        <w:t>make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contribution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subject</w:t>
      </w:r>
      <w:r w:rsidR="00E11103">
        <w:t>.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indeed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lecture</w:t>
      </w:r>
      <w:r w:rsidR="00357F4D">
        <w:t xml:space="preserve"> </w:t>
      </w:r>
      <w:r w:rsidRPr="001C6201">
        <w:t>seems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Braithwaite’s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attempt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connect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Others</w:t>
      </w:r>
      <w:r w:rsidR="00E11103">
        <w:t>,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Brian</w:t>
      </w:r>
      <w:r w:rsidR="00357F4D">
        <w:t xml:space="preserve"> </w:t>
      </w:r>
      <w:r w:rsidRPr="001C6201">
        <w:t>Barry</w:t>
      </w:r>
      <w:r w:rsidR="00E11103">
        <w:t>,</w:t>
      </w:r>
      <w:r w:rsidR="00357F4D">
        <w:t xml:space="preserve"> </w:t>
      </w:r>
      <w:r w:rsidRPr="001C6201">
        <w:t>David</w:t>
      </w:r>
      <w:r w:rsidR="00357F4D">
        <w:t xml:space="preserve"> </w:t>
      </w:r>
      <w:r w:rsidRPr="001C6201">
        <w:t>Gauthier</w:t>
      </w:r>
      <w:r w:rsidR="00E11103">
        <w:t>,</w:t>
      </w:r>
      <w:r w:rsidR="00357F4D">
        <w:t xml:space="preserve"> </w:t>
      </w:r>
      <w:r w:rsidRPr="001C6201">
        <w:t>Amartya</w:t>
      </w:r>
      <w:r w:rsidR="00357F4D">
        <w:t xml:space="preserve"> </w:t>
      </w:r>
      <w:r w:rsidRPr="001C6201">
        <w:t>Sen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John</w:t>
      </w:r>
      <w:r w:rsidR="00357F4D">
        <w:t xml:space="preserve"> </w:t>
      </w:r>
      <w:r w:rsidRPr="001C6201">
        <w:t>Rawls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see</w:t>
      </w:r>
      <w:r w:rsidR="00357F4D">
        <w:t xml:space="preserve"> </w:t>
      </w:r>
      <w:r w:rsidRPr="001C6201">
        <w:t>possible</w:t>
      </w:r>
      <w:r w:rsidR="00357F4D">
        <w:t xml:space="preserve"> </w:t>
      </w:r>
      <w:r w:rsidRPr="001C6201">
        <w:t>applications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game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decision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(Barry</w:t>
      </w:r>
      <w:r w:rsidR="00E11103">
        <w:t>,</w:t>
      </w:r>
      <w:r w:rsidR="00357F4D">
        <w:t xml:space="preserve"> </w:t>
      </w:r>
      <w:r w:rsidRPr="001C6201">
        <w:t>1968</w:t>
      </w:r>
      <w:r w:rsidR="00E11103">
        <w:t>,</w:t>
      </w:r>
      <w:r w:rsidR="00357F4D">
        <w:t xml:space="preserve"> </w:t>
      </w:r>
      <w:r w:rsidRPr="001C6201">
        <w:t>Gauthier</w:t>
      </w:r>
      <w:r w:rsidR="00E11103">
        <w:t>,</w:t>
      </w:r>
      <w:r w:rsidR="00357F4D">
        <w:t xml:space="preserve"> </w:t>
      </w:r>
      <w:r w:rsidRPr="001C6201">
        <w:t>1969</w:t>
      </w:r>
      <w:r w:rsidR="00E11103">
        <w:t>,</w:t>
      </w:r>
      <w:r w:rsidR="00357F4D">
        <w:t xml:space="preserve"> </w:t>
      </w:r>
      <w:r w:rsidRPr="001C6201">
        <w:t>Sen</w:t>
      </w:r>
      <w:r w:rsidR="00E11103">
        <w:t>,</w:t>
      </w:r>
      <w:r w:rsidR="00357F4D">
        <w:t xml:space="preserve"> </w:t>
      </w:r>
      <w:r w:rsidRPr="001C6201">
        <w:t>1970</w:t>
      </w:r>
      <w:r w:rsidR="00E11103">
        <w:t>,</w:t>
      </w:r>
      <w:r w:rsidR="00357F4D">
        <w:t xml:space="preserve"> </w:t>
      </w:r>
      <w:r w:rsidRPr="001C6201">
        <w:t>Rawls</w:t>
      </w:r>
      <w:r w:rsidR="00E11103">
        <w:t>,</w:t>
      </w:r>
      <w:r w:rsidR="00357F4D">
        <w:t xml:space="preserve"> </w:t>
      </w:r>
      <w:r w:rsidRPr="001C6201">
        <w:t>1971)</w:t>
      </w:r>
      <w:r w:rsidR="00E11103">
        <w:t>.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strand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remains</w:t>
      </w:r>
      <w:r w:rsidR="00357F4D">
        <w:t xml:space="preserve"> </w:t>
      </w:r>
      <w:r w:rsidRPr="001C6201">
        <w:t>alive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active</w:t>
      </w:r>
      <w:r w:rsidR="00E11103">
        <w:t>,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connection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developments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less</w:t>
      </w:r>
      <w:r w:rsidR="00357F4D">
        <w:t xml:space="preserve"> </w:t>
      </w:r>
      <w:r w:rsidRPr="001C6201">
        <w:t>marked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debt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game</w:t>
      </w:r>
      <w:r w:rsidR="00357F4D">
        <w:t xml:space="preserve"> </w:t>
      </w:r>
      <w:r w:rsidRPr="001C6201">
        <w:t>theory</w:t>
      </w:r>
      <w:r w:rsidR="00E11103">
        <w:t>,</w:t>
      </w:r>
      <w:r w:rsidR="00357F4D">
        <w:t xml:space="preserve"> </w:t>
      </w:r>
      <w:r w:rsidRPr="001C6201">
        <w:t>rational</w:t>
      </w:r>
      <w:r w:rsidR="00357F4D">
        <w:t xml:space="preserve"> </w:t>
      </w:r>
      <w:r w:rsidRPr="001C6201">
        <w:t>decision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choice</w:t>
      </w:r>
      <w:r w:rsidR="00357F4D">
        <w:t xml:space="preserve"> </w:t>
      </w:r>
      <w:r w:rsidRPr="001C6201">
        <w:t>theory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lastRenderedPageBreak/>
        <w:t>However</w:t>
      </w:r>
      <w:r w:rsidR="00E11103">
        <w:t>,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third</w:t>
      </w:r>
      <w:r w:rsidR="00357F4D">
        <w:t xml:space="preserve"> </w:t>
      </w:r>
      <w:r w:rsidRPr="001C6201">
        <w:t>strand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often</w:t>
      </w:r>
      <w:r w:rsidR="00357F4D">
        <w:t xml:space="preserve"> </w:t>
      </w:r>
      <w:r w:rsidRPr="001C6201">
        <w:t>claimed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central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analysis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exemplified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Moore</w:t>
      </w:r>
      <w:r w:rsidR="00357F4D">
        <w:t xml:space="preserve"> </w:t>
      </w:r>
      <w:r w:rsidRPr="001C6201">
        <w:t>(Moore</w:t>
      </w:r>
      <w:r w:rsidR="00357F4D">
        <w:t xml:space="preserve"> </w:t>
      </w:r>
      <w:r w:rsidRPr="001C6201">
        <w:t>1903)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distinct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analysis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Frege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Russell</w:t>
      </w:r>
      <w:r w:rsidR="00E11103">
        <w:t>.</w:t>
      </w:r>
      <w:r w:rsidR="00357F4D">
        <w:t xml:space="preserve"> </w:t>
      </w:r>
      <w:r w:rsidRPr="001C6201">
        <w:t>Whether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amounts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innovation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obvious</w:t>
      </w:r>
      <w:r w:rsidR="00E11103">
        <w:t>.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prescriptive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project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analysing</w:t>
      </w:r>
      <w:r w:rsidR="00357F4D">
        <w:t xml:space="preserve"> </w:t>
      </w:r>
      <w:r w:rsidRPr="001C6201">
        <w:t>concepts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providing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set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necessary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sufficient</w:t>
      </w:r>
      <w:r w:rsidR="00357F4D">
        <w:t xml:space="preserve"> </w:t>
      </w:r>
      <w:r w:rsidRPr="001C6201">
        <w:t>conditions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their</w:t>
      </w:r>
      <w:r w:rsidR="00357F4D">
        <w:t xml:space="preserve"> </w:t>
      </w:r>
      <w:r w:rsidRPr="001C6201">
        <w:t>application</w:t>
      </w:r>
      <w:r w:rsidR="00E11103">
        <w:t>,</w:t>
      </w:r>
      <w:r w:rsidR="00357F4D">
        <w:t xml:space="preserve"> </w:t>
      </w:r>
      <w:r w:rsidRPr="001C6201">
        <w:t>or</w:t>
      </w:r>
      <w:r w:rsidR="00E11103">
        <w:t>,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least</w:t>
      </w:r>
      <w:r w:rsidR="00E11103">
        <w:t>,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make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progress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direction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subject</w:t>
      </w:r>
      <w:r w:rsidR="00357F4D">
        <w:t xml:space="preserve"> </w:t>
      </w:r>
      <w:r w:rsidRPr="001C6201">
        <w:t>matter</w:t>
      </w:r>
      <w:r w:rsidR="00357F4D">
        <w:t xml:space="preserve"> </w:t>
      </w:r>
      <w:r w:rsidRPr="001C6201">
        <w:t>allows</w:t>
      </w:r>
      <w:r w:rsidR="00E11103">
        <w:t>.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clear</w:t>
      </w:r>
      <w:r w:rsidR="00357F4D">
        <w:t xml:space="preserve"> </w:t>
      </w:r>
      <w:r w:rsidRPr="001C6201">
        <w:t>how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differs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project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seeing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philosopher’s</w:t>
      </w:r>
      <w:r w:rsidR="00357F4D">
        <w:t xml:space="preserve"> </w:t>
      </w:r>
      <w:r w:rsidRPr="001C6201">
        <w:t>task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including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provision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definitions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since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ancient</w:t>
      </w:r>
      <w:r w:rsidR="00357F4D">
        <w:t xml:space="preserve"> </w:t>
      </w:r>
      <w:r w:rsidRPr="001C6201">
        <w:t>Greeks</w:t>
      </w:r>
      <w:r w:rsidR="00E11103">
        <w:t>.</w:t>
      </w:r>
      <w:r w:rsidR="00357F4D">
        <w:t xml:space="preserve"> </w:t>
      </w:r>
      <w:r w:rsidRPr="001C6201">
        <w:t>If</w:t>
      </w:r>
      <w:r w:rsidR="00E11103">
        <w:t>,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hand</w:t>
      </w:r>
      <w:r w:rsidR="00E11103">
        <w:t>,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analysis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thought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term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describe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broader</w:t>
      </w:r>
      <w:r w:rsidR="00357F4D">
        <w:t xml:space="preserve"> </w:t>
      </w:r>
      <w:r w:rsidRPr="001C6201">
        <w:t>approach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emphasises</w:t>
      </w:r>
      <w:r w:rsidR="00357F4D">
        <w:t xml:space="preserve"> </w:t>
      </w:r>
      <w:r w:rsidRPr="001C6201">
        <w:t>rigour</w:t>
      </w:r>
      <w:r w:rsidR="00E11103">
        <w:t>,</w:t>
      </w:r>
      <w:r w:rsidR="00357F4D">
        <w:t xml:space="preserve"> </w:t>
      </w:r>
      <w:r w:rsidRPr="001C6201">
        <w:t>argument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attempts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achieve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clarity</w:t>
      </w:r>
      <w:r w:rsidR="00E11103">
        <w:t>,</w:t>
      </w:r>
      <w:r w:rsidR="00357F4D">
        <w:t xml:space="preserve"> </w:t>
      </w:r>
      <w:r w:rsidRPr="001C6201">
        <w:t>then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equally</w:t>
      </w:r>
      <w:r w:rsidR="00357F4D">
        <w:t xml:space="preserve"> </w:t>
      </w:r>
      <w:r w:rsidRPr="001C6201">
        <w:t>hard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see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anything</w:t>
      </w:r>
      <w:r w:rsidR="00357F4D">
        <w:t xml:space="preserve"> </w:t>
      </w:r>
      <w:r w:rsidRPr="001C6201">
        <w:t>new</w:t>
      </w:r>
      <w:r w:rsidR="00E11103">
        <w:t>.</w:t>
      </w:r>
      <w:r w:rsidR="00357F4D">
        <w:t xml:space="preserve"> </w:t>
      </w:r>
      <w:r w:rsidRPr="001C6201">
        <w:t>After</w:t>
      </w:r>
      <w:r w:rsidR="00357F4D">
        <w:t xml:space="preserve"> </w:t>
      </w:r>
      <w:r w:rsidRPr="001C6201">
        <w:t>all</w:t>
      </w:r>
      <w:r w:rsidR="00E11103">
        <w:t>,</w:t>
      </w:r>
      <w:r w:rsidR="00357F4D">
        <w:t xml:space="preserve"> </w:t>
      </w:r>
      <w:r w:rsidRPr="001C6201">
        <w:t>Jeremy</w:t>
      </w:r>
      <w:r w:rsidR="00357F4D">
        <w:t xml:space="preserve"> </w:t>
      </w:r>
      <w:r w:rsidRPr="001C6201">
        <w:t>Bentham</w:t>
      </w:r>
      <w:r w:rsidR="00357F4D">
        <w:t xml:space="preserve"> </w:t>
      </w:r>
      <w:r w:rsidRPr="001C6201">
        <w:t>(e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Bentham</w:t>
      </w:r>
      <w:r w:rsidR="00357F4D">
        <w:t xml:space="preserve"> </w:t>
      </w:r>
      <w:r w:rsidRPr="001C6201">
        <w:t>1823/1970)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Henry</w:t>
      </w:r>
      <w:r w:rsidR="00357F4D">
        <w:t xml:space="preserve"> </w:t>
      </w:r>
      <w:r w:rsidRPr="001C6201">
        <w:t>Sidgwick</w:t>
      </w:r>
      <w:r w:rsidR="00E11103">
        <w:t>,</w:t>
      </w:r>
      <w:r w:rsidR="00357F4D">
        <w:t xml:space="preserve"> </w:t>
      </w:r>
      <w:r w:rsidRPr="001C6201">
        <w:t>whose</w:t>
      </w:r>
      <w:r w:rsidR="00357F4D">
        <w:t xml:space="preserve"> </w:t>
      </w:r>
      <w:r w:rsidRPr="001C1AD5">
        <w:rPr>
          <w:rStyle w:val="libItalicChar"/>
        </w:rPr>
        <w:t>Methods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Ethics</w:t>
      </w:r>
      <w:r w:rsidR="00E11103">
        <w:t>,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1874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going</w:t>
      </w:r>
      <w:r w:rsidR="00357F4D">
        <w:t xml:space="preserve"> </w:t>
      </w:r>
      <w:r w:rsidRPr="001C6201">
        <w:t>through</w:t>
      </w:r>
      <w:r w:rsidR="00357F4D">
        <w:t xml:space="preserve"> </w:t>
      </w:r>
      <w:r w:rsidRPr="001C6201">
        <w:t>seven</w:t>
      </w:r>
      <w:r w:rsidR="00357F4D">
        <w:t xml:space="preserve"> </w:t>
      </w:r>
      <w:r w:rsidRPr="001C6201">
        <w:t>editions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last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1907</w:t>
      </w:r>
      <w:r w:rsidR="00357F4D">
        <w:t xml:space="preserve"> </w:t>
      </w:r>
      <w:r w:rsidRPr="001C6201">
        <w:t>(Sidgwick</w:t>
      </w:r>
      <w:r w:rsidR="00E11103">
        <w:t>,</w:t>
      </w:r>
      <w:r w:rsidR="00357F4D">
        <w:t xml:space="preserve"> </w:t>
      </w:r>
      <w:r w:rsidRPr="001C6201">
        <w:t>1874/1907)</w:t>
      </w:r>
      <w:r w:rsidR="00E11103">
        <w:t>,</w:t>
      </w:r>
      <w:r w:rsidR="00357F4D">
        <w:t xml:space="preserve"> </w:t>
      </w:r>
      <w:r w:rsidRPr="001C6201">
        <w:t>exemplified</w:t>
      </w:r>
      <w:r w:rsidR="00357F4D">
        <w:t xml:space="preserve"> </w:t>
      </w:r>
      <w:r w:rsidRPr="001C6201">
        <w:t>these</w:t>
      </w:r>
      <w:r w:rsidR="00357F4D">
        <w:t xml:space="preserve"> </w:t>
      </w:r>
      <w:r w:rsidRPr="001C6201">
        <w:t>virtues</w:t>
      </w:r>
      <w:r w:rsidR="00357F4D">
        <w:t xml:space="preserve"> </w:t>
      </w:r>
      <w:r w:rsidRPr="001C6201">
        <w:t>arguably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higher</w:t>
      </w:r>
      <w:r w:rsidR="00357F4D">
        <w:t xml:space="preserve"> </w:t>
      </w:r>
      <w:r w:rsidRPr="001C6201">
        <w:t>degree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Moore</w:t>
      </w:r>
      <w:r w:rsidR="00E11103">
        <w:t>.</w:t>
      </w:r>
      <w:r w:rsidR="00357F4D">
        <w:t xml:space="preserve"> </w:t>
      </w:r>
      <w:r w:rsidRPr="001C6201">
        <w:t>Indeed</w:t>
      </w:r>
      <w:r w:rsidR="00E11103">
        <w:t>,</w:t>
      </w:r>
      <w:r w:rsidR="00357F4D">
        <w:t xml:space="preserve"> </w:t>
      </w:r>
      <w:r w:rsidRPr="001C6201">
        <w:t>outside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Bentham’s</w:t>
      </w:r>
      <w:r w:rsidR="00357F4D">
        <w:t xml:space="preserve"> </w:t>
      </w:r>
      <w:r w:rsidRPr="001C6201">
        <w:t>‘theory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fictions’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later</w:t>
      </w:r>
      <w:r w:rsidR="00357F4D">
        <w:t xml:space="preserve"> </w:t>
      </w:r>
      <w:r w:rsidRPr="001C6201">
        <w:t>recognised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anticipating</w:t>
      </w:r>
      <w:r w:rsidR="00357F4D">
        <w:t xml:space="preserve"> </w:t>
      </w:r>
      <w:r w:rsidRPr="001C6201">
        <w:t>Russell’s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descriptions</w:t>
      </w:r>
      <w:r w:rsidR="00357F4D">
        <w:t xml:space="preserve"> </w:t>
      </w:r>
      <w:r w:rsidRPr="001C6201">
        <w:t>(</w:t>
      </w:r>
      <w:r>
        <w:t>Wisdom</w:t>
      </w:r>
      <w:r w:rsidR="00357F4D">
        <w:t xml:space="preserve"> </w:t>
      </w:r>
      <w:r>
        <w:t>1931</w:t>
      </w:r>
      <w:r w:rsidR="00E11103">
        <w:t>,</w:t>
      </w:r>
      <w:r w:rsidR="00357F4D">
        <w:t xml:space="preserve"> </w:t>
      </w:r>
      <w:r w:rsidRPr="001C6201">
        <w:t>Quine</w:t>
      </w:r>
      <w:r w:rsidR="00E11103">
        <w:t>,</w:t>
      </w:r>
      <w:r w:rsidR="00357F4D">
        <w:t xml:space="preserve"> </w:t>
      </w:r>
      <w:r w:rsidRPr="001C6201">
        <w:t>1981</w:t>
      </w:r>
      <w:r w:rsidR="00E11103">
        <w:t>,</w:t>
      </w:r>
      <w:r w:rsidR="00357F4D">
        <w:t xml:space="preserve"> </w:t>
      </w:r>
      <w:r w:rsidRPr="001C6201">
        <w:t>Beaney</w:t>
      </w:r>
      <w:r w:rsidR="00357F4D">
        <w:t xml:space="preserve"> </w:t>
      </w:r>
      <w:r w:rsidRPr="001C6201">
        <w:t>2003/2009)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However</w:t>
      </w:r>
      <w:r w:rsidR="00E11103">
        <w:t>,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return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strand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appears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rejection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idealism</w:t>
      </w:r>
      <w:r w:rsidR="00357F4D">
        <w:t xml:space="preserve"> </w:t>
      </w:r>
      <w:r w:rsidRPr="001C6201">
        <w:t>left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void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alternative</w:t>
      </w:r>
      <w:r w:rsidR="00357F4D">
        <w:t xml:space="preserve"> </w:t>
      </w:r>
      <w:r w:rsidRPr="001C6201">
        <w:t>programme</w:t>
      </w:r>
      <w:r w:rsidR="00E11103">
        <w:t>.</w:t>
      </w:r>
      <w:r w:rsidR="00357F4D">
        <w:t xml:space="preserve"> </w:t>
      </w:r>
      <w:r w:rsidRPr="001C6201">
        <w:t>When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looks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major</w:t>
      </w:r>
      <w:r w:rsidR="00357F4D">
        <w:t xml:space="preserve"> </w:t>
      </w:r>
      <w:r w:rsidRPr="001C6201">
        <w:t>works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between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wars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hard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find</w:t>
      </w:r>
      <w:r w:rsidR="00357F4D">
        <w:t xml:space="preserve"> </w:t>
      </w:r>
      <w:r w:rsidRPr="001C6201">
        <w:t>anything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comparable</w:t>
      </w:r>
      <w:r w:rsidR="00357F4D">
        <w:t xml:space="preserve"> </w:t>
      </w:r>
      <w:r w:rsidRPr="001C6201">
        <w:t>importance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those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turn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century</w:t>
      </w:r>
      <w:r w:rsidR="00E11103">
        <w:t>.</w:t>
      </w:r>
      <w:r w:rsidR="00357F4D">
        <w:t xml:space="preserve"> </w:t>
      </w:r>
      <w:r w:rsidRPr="001C6201">
        <w:t>Harold</w:t>
      </w:r>
      <w:r w:rsidR="00357F4D">
        <w:t xml:space="preserve"> </w:t>
      </w:r>
      <w:r w:rsidRPr="001C6201">
        <w:t>Laski</w:t>
      </w:r>
      <w:r w:rsidR="00357F4D">
        <w:t xml:space="preserve"> </w:t>
      </w:r>
      <w:r w:rsidRPr="001C6201">
        <w:t>produced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stream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books</w:t>
      </w:r>
      <w:r w:rsidR="00357F4D">
        <w:t xml:space="preserve"> </w:t>
      </w:r>
      <w:r w:rsidRPr="001C6201">
        <w:t>during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period</w:t>
      </w:r>
      <w:r w:rsidR="00357F4D">
        <w:t xml:space="preserve"> </w:t>
      </w:r>
      <w:r w:rsidRPr="001C6201">
        <w:t>(e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Laski</w:t>
      </w:r>
      <w:r w:rsidR="00357F4D">
        <w:t xml:space="preserve"> </w:t>
      </w:r>
      <w:r w:rsidRPr="001C6201">
        <w:t>1925)</w:t>
      </w:r>
      <w:r w:rsidR="00E11103">
        <w:t>,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rarely</w:t>
      </w:r>
      <w:r w:rsidR="00357F4D">
        <w:t xml:space="preserve"> </w:t>
      </w:r>
      <w:r w:rsidRPr="001C6201">
        <w:t>referred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within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legal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Similar</w:t>
      </w:r>
      <w:r w:rsidR="00357F4D">
        <w:t xml:space="preserve"> </w:t>
      </w:r>
      <w:r w:rsidRPr="001C6201">
        <w:t>remarks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made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respect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John</w:t>
      </w:r>
      <w:r w:rsidR="00357F4D">
        <w:t xml:space="preserve"> </w:t>
      </w:r>
      <w:r w:rsidRPr="001C6201">
        <w:t>Dewey’s</w:t>
      </w:r>
      <w:r w:rsidR="00357F4D">
        <w:t xml:space="preserve"> </w:t>
      </w:r>
      <w:r w:rsidRPr="001C6201">
        <w:t>prolific</w:t>
      </w:r>
      <w:r w:rsidR="00357F4D">
        <w:t xml:space="preserve"> </w:t>
      </w:r>
      <w:r w:rsidRPr="001C6201">
        <w:t>output</w:t>
      </w:r>
      <w:r w:rsidR="00E11103">
        <w:t>.</w:t>
      </w:r>
      <w:r w:rsidR="00357F4D">
        <w:t xml:space="preserve"> </w:t>
      </w:r>
      <w:r w:rsidRPr="001C6201">
        <w:t>Tawney’s</w:t>
      </w:r>
      <w:r w:rsidR="00357F4D">
        <w:t xml:space="preserve"> </w:t>
      </w:r>
      <w:r w:rsidRPr="001C1AD5">
        <w:rPr>
          <w:rStyle w:val="libItalicChar"/>
        </w:rPr>
        <w:t>Equality</w:t>
      </w:r>
      <w:r w:rsidR="00357F4D">
        <w:t xml:space="preserve"> </w:t>
      </w:r>
      <w:r w:rsidRPr="001C1AD5">
        <w:t>(1931)</w:t>
      </w:r>
      <w:r w:rsidR="00357F4D">
        <w:t xml:space="preserve"> </w:t>
      </w:r>
      <w:r w:rsidRPr="001C1AD5">
        <w:t>remains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point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reference</w:t>
      </w:r>
      <w:r w:rsidR="00E11103">
        <w:t>,</w:t>
      </w:r>
      <w:r w:rsidR="00357F4D">
        <w:t xml:space="preserve"> </w:t>
      </w:r>
      <w:r w:rsidRPr="001C1AD5">
        <w:t>yet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would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great</w:t>
      </w:r>
      <w:r w:rsidR="00357F4D">
        <w:t xml:space="preserve"> </w:t>
      </w:r>
      <w:r w:rsidRPr="001C1AD5">
        <w:t>exaggeration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claim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has</w:t>
      </w:r>
      <w:r w:rsidR="00357F4D">
        <w:t xml:space="preserve"> </w:t>
      </w:r>
      <w:r w:rsidRPr="001C1AD5">
        <w:t>been</w:t>
      </w:r>
      <w:r w:rsidR="00357F4D">
        <w:t xml:space="preserve"> </w:t>
      </w:r>
      <w:r w:rsidRPr="001C1AD5">
        <w:t>central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development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.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notable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Plamenatz’s</w:t>
      </w:r>
      <w:r w:rsidR="00357F4D">
        <w:t xml:space="preserve"> </w:t>
      </w:r>
      <w:r w:rsidRPr="001C1AD5">
        <w:rPr>
          <w:rStyle w:val="libItalicChar"/>
        </w:rPr>
        <w:t>Consent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Freedom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Obligation</w:t>
      </w:r>
      <w:r w:rsidR="00357F4D">
        <w:t xml:space="preserve"> </w:t>
      </w:r>
      <w:r w:rsidRPr="001C1AD5">
        <w:t>(1938)</w:t>
      </w:r>
      <w:r w:rsidR="00E11103">
        <w:t>,</w:t>
      </w:r>
      <w:r w:rsidR="00357F4D">
        <w:t xml:space="preserve"> </w:t>
      </w:r>
      <w:r w:rsidRPr="001C1AD5">
        <w:t>although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an</w:t>
      </w:r>
      <w:r w:rsidR="00357F4D">
        <w:t xml:space="preserve"> </w:t>
      </w:r>
      <w:r w:rsidRPr="001C1AD5">
        <w:t>interesting</w:t>
      </w:r>
      <w:r w:rsidR="00357F4D">
        <w:t xml:space="preserve"> </w:t>
      </w:r>
      <w:r w:rsidRPr="001C1AD5">
        <w:t>transitional</w:t>
      </w:r>
      <w:r w:rsidR="00357F4D">
        <w:t xml:space="preserve"> </w:t>
      </w:r>
      <w:r w:rsidRPr="001C1AD5">
        <w:t>work</w:t>
      </w:r>
      <w:r w:rsidR="00E11103">
        <w:t>,</w:t>
      </w:r>
      <w:r w:rsidR="00357F4D">
        <w:t xml:space="preserve"> </w:t>
      </w:r>
      <w:r w:rsidRPr="001C1AD5">
        <w:t>engaging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Green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Bosanquet</w:t>
      </w:r>
      <w:r w:rsidR="00E11103">
        <w:t>,</w:t>
      </w:r>
      <w:r w:rsidR="00357F4D">
        <w:t xml:space="preserve"> </w:t>
      </w:r>
      <w:r w:rsidRPr="001C1AD5">
        <w:t>yet</w:t>
      </w:r>
      <w:r w:rsidR="00357F4D">
        <w:t xml:space="preserve"> </w:t>
      </w:r>
      <w:r w:rsidRPr="001C1AD5">
        <w:t>producing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contribution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liberal</w:t>
      </w:r>
      <w:r w:rsidR="00357F4D">
        <w:t xml:space="preserve"> </w:t>
      </w:r>
      <w:r w:rsidRPr="001C1AD5">
        <w:t>individualist</w:t>
      </w:r>
      <w:r w:rsidR="00357F4D">
        <w:t xml:space="preserve"> </w:t>
      </w:r>
      <w:r w:rsidRPr="001C1AD5">
        <w:t>approach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obligation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still</w:t>
      </w:r>
      <w:r w:rsidR="00357F4D">
        <w:t xml:space="preserve"> </w:t>
      </w:r>
      <w:r w:rsidRPr="001C1AD5">
        <w:t>receives</w:t>
      </w:r>
      <w:r w:rsidR="00357F4D">
        <w:t xml:space="preserve"> </w:t>
      </w:r>
      <w:r w:rsidRPr="001C1AD5">
        <w:t>notice</w:t>
      </w:r>
      <w:r w:rsidR="00357F4D">
        <w:t xml:space="preserve"> </w:t>
      </w:r>
      <w:r w:rsidRPr="001C1AD5">
        <w:t>today</w:t>
      </w:r>
      <w:r w:rsidR="00E11103">
        <w:t>.</w:t>
      </w:r>
      <w:r w:rsidR="00357F4D">
        <w:t xml:space="preserve"> </w:t>
      </w:r>
      <w:r w:rsidRPr="001C1AD5">
        <w:t>Perhaps</w:t>
      </w:r>
      <w:r w:rsidR="00357F4D">
        <w:t xml:space="preserve"> </w:t>
      </w:r>
      <w:r w:rsidRPr="001C1AD5">
        <w:t>Marxism</w:t>
      </w:r>
      <w:r w:rsidR="00357F4D">
        <w:t xml:space="preserve"> </w:t>
      </w:r>
      <w:r w:rsidRPr="001C1AD5">
        <w:t>made</w:t>
      </w:r>
      <w:r w:rsidR="00357F4D">
        <w:t xml:space="preserve"> </w:t>
      </w:r>
      <w:r w:rsidRPr="001C1AD5">
        <w:t>more</w:t>
      </w:r>
      <w:r w:rsidR="00357F4D">
        <w:t xml:space="preserve"> </w:t>
      </w:r>
      <w:r w:rsidRPr="001C1AD5">
        <w:t>enduring</w:t>
      </w:r>
      <w:r w:rsidR="00357F4D">
        <w:t xml:space="preserve"> </w:t>
      </w:r>
      <w:r w:rsidRPr="001C1AD5">
        <w:t>contributions</w:t>
      </w:r>
      <w:r w:rsidR="00E11103">
        <w:t>,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Lukacs’</w:t>
      </w:r>
      <w:r w:rsidR="00357F4D">
        <w:t xml:space="preserve"> </w:t>
      </w:r>
      <w:r w:rsidRPr="001C1AD5">
        <w:rPr>
          <w:rStyle w:val="libItalicChar"/>
        </w:rPr>
        <w:t>History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Class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Consciousness</w:t>
      </w:r>
      <w:r w:rsidR="00357F4D">
        <w:t xml:space="preserve"> </w:t>
      </w:r>
      <w:r w:rsidRPr="001C1AD5">
        <w:t>(1923/1967)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writings</w:t>
      </w:r>
      <w:r w:rsidR="00357F4D">
        <w:t xml:space="preserve"> </w:t>
      </w:r>
      <w:r w:rsidRPr="001C1AD5">
        <w:t>emanating</w:t>
      </w:r>
      <w:r w:rsidR="00357F4D">
        <w:t xml:space="preserve"> </w:t>
      </w:r>
      <w:r w:rsidRPr="001C1AD5">
        <w:t>from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Frankfurt</w:t>
      </w:r>
      <w:r w:rsidR="00357F4D">
        <w:t xml:space="preserve"> </w:t>
      </w:r>
      <w:r w:rsidRPr="001C1AD5">
        <w:t>School</w:t>
      </w:r>
      <w:r w:rsidR="00E11103">
        <w:t>.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passing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worth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noting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</w:t>
      </w:r>
      <w:r w:rsidR="00E11103">
        <w:t>.</w:t>
      </w:r>
      <w:r w:rsidRPr="001C1AD5">
        <w:t>S</w:t>
      </w:r>
      <w:r w:rsidR="00E11103">
        <w:t>.</w:t>
      </w:r>
      <w:r w:rsidR="00357F4D">
        <w:t xml:space="preserve"> </w:t>
      </w:r>
      <w:r w:rsidRPr="001C1AD5">
        <w:t>Eliot</w:t>
      </w:r>
      <w:r w:rsidR="00E11103">
        <w:t>,</w:t>
      </w:r>
      <w:r w:rsidR="00357F4D">
        <w:t xml:space="preserve"> </w:t>
      </w:r>
      <w:r w:rsidRPr="001C1AD5">
        <w:t>who</w:t>
      </w:r>
      <w:r w:rsidR="00357F4D">
        <w:t xml:space="preserve"> </w:t>
      </w:r>
      <w:r w:rsidRPr="001C1AD5">
        <w:t>wrote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PhD</w:t>
      </w:r>
      <w:r w:rsidR="00357F4D">
        <w:t xml:space="preserve"> </w:t>
      </w:r>
      <w:r w:rsidRPr="001C1AD5">
        <w:t>thesis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Bradley</w:t>
      </w:r>
      <w:r w:rsidR="00E11103">
        <w:t>,</w:t>
      </w:r>
      <w:r w:rsidR="00357F4D">
        <w:t xml:space="preserve"> </w:t>
      </w:r>
      <w:r w:rsidRPr="001C1AD5">
        <w:t>delivered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lectures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became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Idea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Christian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1939</w:t>
      </w:r>
      <w:r w:rsidR="00357F4D">
        <w:t xml:space="preserve"> </w:t>
      </w:r>
      <w:r w:rsidRPr="001C6201">
        <w:t>(Eliot</w:t>
      </w:r>
      <w:r w:rsidR="00E11103">
        <w:t>,</w:t>
      </w:r>
      <w:r w:rsidR="00357F4D">
        <w:t xml:space="preserve"> </w:t>
      </w:r>
      <w:r w:rsidRPr="001C6201">
        <w:t>1939)</w:t>
      </w:r>
      <w:r w:rsidR="00E11103">
        <w:t>.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work</w:t>
      </w:r>
      <w:r w:rsidR="00E11103">
        <w:t>,</w:t>
      </w:r>
      <w:r w:rsidR="00357F4D">
        <w:t xml:space="preserve"> </w:t>
      </w:r>
      <w:r w:rsidRPr="001C6201">
        <w:t>idealist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general</w:t>
      </w:r>
      <w:r w:rsidR="00357F4D">
        <w:t xml:space="preserve"> </w:t>
      </w:r>
      <w:r w:rsidRPr="001C6201">
        <w:t>conception</w:t>
      </w:r>
      <w:r w:rsidR="00E11103">
        <w:t>,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gives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powerful</w:t>
      </w:r>
      <w:r w:rsidR="00357F4D">
        <w:t xml:space="preserve"> </w:t>
      </w:r>
      <w:r w:rsidRPr="001C6201">
        <w:t>sense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struggle</w:t>
      </w:r>
      <w:r w:rsidR="00357F4D">
        <w:t xml:space="preserve"> </w:t>
      </w:r>
      <w:r w:rsidRPr="001C6201">
        <w:t>between</w:t>
      </w:r>
      <w:r w:rsidR="00357F4D">
        <w:t xml:space="preserve"> </w:t>
      </w:r>
      <w:r w:rsidRPr="001C6201">
        <w:t>three</w:t>
      </w:r>
      <w:r w:rsidR="00357F4D">
        <w:t xml:space="preserve"> </w:t>
      </w:r>
      <w:r w:rsidRPr="001C6201">
        <w:t>competing</w:t>
      </w:r>
      <w:r w:rsidR="00357F4D">
        <w:t xml:space="preserve"> </w:t>
      </w:r>
      <w:r w:rsidRPr="001C6201">
        <w:t>ideologies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systems</w:t>
      </w:r>
      <w:r w:rsidR="00357F4D">
        <w:t xml:space="preserve"> - </w:t>
      </w:r>
      <w:r w:rsidRPr="001C6201">
        <w:t>liberal</w:t>
      </w:r>
      <w:r w:rsidR="00357F4D">
        <w:t xml:space="preserve"> </w:t>
      </w:r>
      <w:r w:rsidRPr="001C6201">
        <w:t>democracy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USA</w:t>
      </w:r>
      <w:r w:rsidR="00E11103">
        <w:t>,</w:t>
      </w:r>
      <w:r w:rsidR="00357F4D">
        <w:t xml:space="preserve"> </w:t>
      </w:r>
      <w:r w:rsidRPr="001C6201">
        <w:t>UK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France</w:t>
      </w:r>
      <w:r w:rsidR="00E11103">
        <w:t>,</w:t>
      </w:r>
      <w:r w:rsidR="00357F4D">
        <w:t xml:space="preserve"> </w:t>
      </w:r>
      <w:r w:rsidRPr="001C6201">
        <w:t>fascism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Germany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Italy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communism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Soviet</w:t>
      </w:r>
      <w:r w:rsidR="00357F4D">
        <w:t xml:space="preserve"> </w:t>
      </w:r>
      <w:r w:rsidRPr="001C6201">
        <w:t>bloc</w:t>
      </w:r>
      <w:r w:rsidR="00357F4D">
        <w:t xml:space="preserve"> - </w:t>
      </w:r>
      <w:r w:rsidRPr="001C6201">
        <w:t>dominating</w:t>
      </w:r>
      <w:r w:rsidR="00357F4D">
        <w:t xml:space="preserve"> </w:t>
      </w:r>
      <w:r w:rsidRPr="001C6201">
        <w:t>world</w:t>
      </w:r>
      <w:r w:rsidR="00357F4D">
        <w:t xml:space="preserve"> </w:t>
      </w:r>
      <w:r w:rsidRPr="001C6201">
        <w:t>politics</w:t>
      </w:r>
      <w:r w:rsidR="00E11103">
        <w:t>.</w:t>
      </w:r>
      <w:r w:rsidR="00357F4D">
        <w:t xml:space="preserve"> </w:t>
      </w:r>
      <w:r w:rsidRPr="001C6201">
        <w:t>Eliot</w:t>
      </w:r>
      <w:r w:rsidR="00357F4D">
        <w:t xml:space="preserve"> </w:t>
      </w:r>
      <w:r w:rsidRPr="001C6201">
        <w:t>seemed</w:t>
      </w:r>
      <w:r w:rsidR="00357F4D">
        <w:t xml:space="preserve"> </w:t>
      </w:r>
      <w:r w:rsidRPr="001C6201">
        <w:t>far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certain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wrote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prevail</w:t>
      </w:r>
      <w:r w:rsidR="00E11103">
        <w:t>.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extraordinary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contrast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uncertainty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tensions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world</w:t>
      </w:r>
      <w:r w:rsidR="00357F4D">
        <w:t xml:space="preserve"> </w:t>
      </w:r>
      <w:r w:rsidRPr="001C6201">
        <w:t>Eliot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writing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relative</w:t>
      </w:r>
      <w:r w:rsidR="00357F4D">
        <w:t xml:space="preserve"> </w:t>
      </w:r>
      <w:r w:rsidRPr="001C6201">
        <w:t>stability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our</w:t>
      </w:r>
      <w:r w:rsidR="00357F4D">
        <w:t xml:space="preserve"> </w:t>
      </w:r>
      <w:r w:rsidRPr="001C6201">
        <w:t>own</w:t>
      </w:r>
      <w:r w:rsidR="00E11103">
        <w:t>.</w:t>
      </w:r>
      <w:r w:rsidR="00357F4D">
        <w:t xml:space="preserve"> </w:t>
      </w:r>
      <w:r w:rsidRPr="001C6201">
        <w:t>Perhaps</w:t>
      </w:r>
      <w:r w:rsidR="00E11103">
        <w:t>,</w:t>
      </w:r>
      <w:r w:rsidR="00357F4D">
        <w:t xml:space="preserve"> </w:t>
      </w:r>
      <w:r w:rsidRPr="001C6201">
        <w:t>between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wars</w:t>
      </w:r>
      <w:r w:rsidR="00E11103">
        <w:t>,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took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back</w:t>
      </w:r>
      <w:r w:rsidR="00357F4D">
        <w:t xml:space="preserve"> </w:t>
      </w:r>
      <w:r w:rsidRPr="001C6201">
        <w:t>seat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real</w:t>
      </w:r>
      <w:r w:rsidR="00357F4D">
        <w:t xml:space="preserve"> </w:t>
      </w:r>
      <w:r w:rsidRPr="001C6201">
        <w:t>world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conflict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lastRenderedPageBreak/>
        <w:t>But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considering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development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twentieth</w:t>
      </w:r>
      <w:r w:rsidR="00357F4D">
        <w:t xml:space="preserve"> </w:t>
      </w:r>
      <w:r w:rsidRPr="001C6201">
        <w:t>century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important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consider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place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utilitarianism</w:t>
      </w:r>
      <w:r w:rsidR="00E11103">
        <w:t>.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start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twentieth</w:t>
      </w:r>
      <w:r w:rsidR="00357F4D">
        <w:t xml:space="preserve"> </w:t>
      </w:r>
      <w:r w:rsidRPr="001C6201">
        <w:t>century</w:t>
      </w:r>
      <w:r w:rsidR="00E11103">
        <w:t>,</w:t>
      </w:r>
      <w:r w:rsidR="00357F4D">
        <w:t xml:space="preserve"> </w:t>
      </w:r>
      <w:r w:rsidRPr="001C6201">
        <w:t>idealism</w:t>
      </w:r>
      <w:r w:rsidR="00357F4D">
        <w:t xml:space="preserve"> </w:t>
      </w:r>
      <w:r w:rsidRPr="001C6201">
        <w:t>vied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utilitarianism</w:t>
      </w:r>
      <w:r w:rsidR="00E11103">
        <w:t>,</w:t>
      </w:r>
      <w:r w:rsidR="00357F4D">
        <w:t xml:space="preserve"> </w:t>
      </w:r>
      <w:r w:rsidRPr="001C6201">
        <w:t>especially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version</w:t>
      </w:r>
      <w:r w:rsidR="00357F4D">
        <w:t xml:space="preserve"> </w:t>
      </w:r>
      <w:r w:rsidRPr="001C6201">
        <w:t>defended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Sidgwick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leading</w:t>
      </w:r>
      <w:r w:rsidR="00357F4D">
        <w:t xml:space="preserve"> </w:t>
      </w:r>
      <w:r w:rsidRPr="001C6201">
        <w:t>approaches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ethics</w:t>
      </w:r>
      <w:r w:rsidR="00357F4D">
        <w:t xml:space="preserve"> </w:t>
      </w:r>
      <w:r w:rsidRPr="001C6201">
        <w:t>(Driver</w:t>
      </w:r>
      <w:r w:rsidR="00E11103">
        <w:t>,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volume)</w:t>
      </w:r>
      <w:r w:rsidR="00E11103">
        <w:t>.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least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quarters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utilitarianism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seen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outdated</w:t>
      </w:r>
      <w:r w:rsidR="00E11103">
        <w:t>;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t>ruefully</w:t>
      </w:r>
      <w:r w:rsidR="00357F4D">
        <w:t xml:space="preserve"> </w:t>
      </w:r>
      <w:r w:rsidRPr="001C6201">
        <w:t>remembered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young</w:t>
      </w:r>
      <w:r w:rsidR="00357F4D">
        <w:t xml:space="preserve"> </w:t>
      </w:r>
      <w:r w:rsidRPr="001C6201">
        <w:t>man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friends</w:t>
      </w:r>
      <w:r w:rsidR="00357F4D">
        <w:t xml:space="preserve"> </w:t>
      </w:r>
      <w:r w:rsidRPr="001C6201">
        <w:t>referred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Sidwick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‘</w:t>
      </w:r>
      <w:r w:rsidRPr="00265FE5">
        <w:t>old</w:t>
      </w:r>
      <w:r w:rsidR="00357F4D">
        <w:t xml:space="preserve"> </w:t>
      </w:r>
      <w:r w:rsidRPr="00265FE5">
        <w:t>Sidg’</w:t>
      </w:r>
      <w:r w:rsidR="00357F4D">
        <w:t xml:space="preserve"> </w:t>
      </w:r>
      <w:r w:rsidRPr="00265FE5">
        <w:t>(Russell</w:t>
      </w:r>
      <w:r w:rsidR="00E11103">
        <w:t>,</w:t>
      </w:r>
      <w:r w:rsidR="00357F4D">
        <w:t xml:space="preserve"> </w:t>
      </w:r>
      <w:r w:rsidRPr="00265FE5">
        <w:t>1959</w:t>
      </w:r>
      <w:r w:rsidR="00E11103">
        <w:t>,</w:t>
      </w:r>
      <w:r w:rsidR="00357F4D">
        <w:t xml:space="preserve"> </w:t>
      </w:r>
      <w:r w:rsidRPr="00265FE5">
        <w:t>p</w:t>
      </w:r>
      <w:r w:rsidR="00E11103">
        <w:t>.</w:t>
      </w:r>
      <w:r w:rsidR="00357F4D">
        <w:t xml:space="preserve"> </w:t>
      </w:r>
      <w:r w:rsidRPr="00265FE5">
        <w:t>30)</w:t>
      </w:r>
      <w:r w:rsidR="00E11103">
        <w:t>.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hand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sometimes</w:t>
      </w:r>
      <w:r w:rsidR="00357F4D">
        <w:t xml:space="preserve"> </w:t>
      </w:r>
      <w:r w:rsidRPr="001C6201">
        <w:t>thought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lack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substantive</w:t>
      </w:r>
      <w:r w:rsidR="00357F4D">
        <w:t xml:space="preserve"> </w:t>
      </w:r>
      <w:r w:rsidRPr="001C6201">
        <w:t>progress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before</w:t>
      </w:r>
      <w:r w:rsidR="00357F4D">
        <w:t xml:space="preserve"> </w:t>
      </w:r>
      <w:r w:rsidRPr="001C6201">
        <w:t>Rawls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somehow</w:t>
      </w:r>
      <w:r w:rsidR="00357F4D">
        <w:t xml:space="preserve"> </w:t>
      </w:r>
      <w:r w:rsidRPr="001C6201">
        <w:t>related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dominance</w:t>
      </w:r>
      <w:r w:rsidR="00357F4D">
        <w:t xml:space="preserve"> </w:t>
      </w:r>
      <w:r w:rsidRPr="001C6201">
        <w:t>utilitarian</w:t>
      </w:r>
      <w:r w:rsidR="00357F4D">
        <w:t xml:space="preserve"> </w:t>
      </w:r>
      <w:r w:rsidRPr="001C6201">
        <w:t>thinking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said</w:t>
      </w:r>
      <w:r w:rsidR="00E11103">
        <w:t>,</w:t>
      </w:r>
      <w:r w:rsidR="00357F4D">
        <w:t xml:space="preserve"> </w:t>
      </w:r>
      <w:r w:rsidRPr="001C6201">
        <w:t>obtained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kind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‘dominance</w:t>
      </w:r>
      <w:r w:rsidR="00357F4D">
        <w:t>-</w:t>
      </w:r>
      <w:r w:rsidRPr="001C6201">
        <w:t>by</w:t>
      </w:r>
      <w:r w:rsidR="00357F4D">
        <w:t>-</w:t>
      </w:r>
      <w:r w:rsidRPr="001C6201">
        <w:t>default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English</w:t>
      </w:r>
      <w:r w:rsidR="00357F4D">
        <w:t>-</w:t>
      </w:r>
      <w:r w:rsidRPr="001C6201">
        <w:t>speaking</w:t>
      </w:r>
      <w:r w:rsidR="00357F4D">
        <w:t xml:space="preserve"> </w:t>
      </w:r>
      <w:r w:rsidRPr="001C6201">
        <w:t>liberal</w:t>
      </w:r>
      <w:r w:rsidR="00357F4D">
        <w:t xml:space="preserve"> </w:t>
      </w:r>
      <w:r w:rsidRPr="001C6201">
        <w:t>democracies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twentieth</w:t>
      </w:r>
      <w:r w:rsidR="00357F4D">
        <w:t xml:space="preserve"> </w:t>
      </w:r>
      <w:r w:rsidRPr="001C6201">
        <w:t>century’</w:t>
      </w:r>
      <w:r w:rsidR="00357F4D">
        <w:t xml:space="preserve"> </w:t>
      </w:r>
      <w:r w:rsidRPr="001C6201">
        <w:t>(Miller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Dagger</w:t>
      </w:r>
      <w:r w:rsidR="00E11103">
        <w:t>,</w:t>
      </w:r>
      <w:r w:rsidR="00357F4D">
        <w:t xml:space="preserve"> </w:t>
      </w:r>
      <w:r w:rsidRPr="001C6201">
        <w:t>2003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449)</w:t>
      </w:r>
      <w:r w:rsidR="00E11103">
        <w:t>.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whether</w:t>
      </w:r>
      <w:r w:rsidR="00357F4D">
        <w:t xml:space="preserve"> </w:t>
      </w:r>
      <w:r w:rsidRPr="001C6201">
        <w:t>utilitarianism</w:t>
      </w:r>
      <w:r w:rsidR="00357F4D">
        <w:t xml:space="preserve"> </w:t>
      </w:r>
      <w:r w:rsidRPr="001C6201">
        <w:t>remained</w:t>
      </w:r>
      <w:r w:rsidR="00357F4D">
        <w:t xml:space="preserve"> </w:t>
      </w:r>
      <w:r w:rsidRPr="001C6201">
        <w:t>dominant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(as</w:t>
      </w:r>
      <w:r w:rsidR="00357F4D">
        <w:t xml:space="preserve"> </w:t>
      </w:r>
      <w:r w:rsidRPr="001C6201">
        <w:t>distinct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economics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public</w:t>
      </w:r>
      <w:r w:rsidR="00357F4D">
        <w:t xml:space="preserve"> </w:t>
      </w:r>
      <w:r w:rsidRPr="001C6201">
        <w:t>life)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decades</w:t>
      </w:r>
      <w:r w:rsidR="00357F4D">
        <w:t xml:space="preserve"> </w:t>
      </w:r>
      <w:r w:rsidRPr="001C6201">
        <w:t>before</w:t>
      </w:r>
      <w:r w:rsidR="00357F4D">
        <w:t xml:space="preserve"> </w:t>
      </w:r>
      <w:r w:rsidRPr="001C6201">
        <w:t>Rawls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obvious</w:t>
      </w:r>
      <w:r w:rsidR="00E11103">
        <w:t>.</w:t>
      </w:r>
      <w:r w:rsidR="00357F4D">
        <w:t xml:space="preserve"> </w:t>
      </w:r>
      <w:r w:rsidRPr="001C6201">
        <w:t>Utilitarianism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obviously</w:t>
      </w:r>
      <w:r w:rsidR="00357F4D">
        <w:t xml:space="preserve"> </w:t>
      </w:r>
      <w:r w:rsidRPr="001C6201">
        <w:t>represented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Sidwick’s</w:t>
      </w:r>
      <w:r w:rsidR="00357F4D">
        <w:t xml:space="preserve"> </w:t>
      </w:r>
      <w:r w:rsidRPr="001C1AD5">
        <w:rPr>
          <w:rStyle w:val="libItalicChar"/>
        </w:rPr>
        <w:t>Elements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E11103">
        <w:t>,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1891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reprinted</w:t>
      </w:r>
      <w:r w:rsidR="00357F4D">
        <w:t xml:space="preserve"> </w:t>
      </w:r>
      <w:r w:rsidRPr="001C1AD5">
        <w:t>several</w:t>
      </w:r>
      <w:r w:rsidR="00357F4D">
        <w:t xml:space="preserve"> </w:t>
      </w:r>
      <w:r w:rsidRPr="001C1AD5">
        <w:t>times</w:t>
      </w:r>
      <w:r w:rsidR="00E11103">
        <w:t>,</w:t>
      </w:r>
      <w:r w:rsidR="00357F4D">
        <w:t xml:space="preserve"> </w:t>
      </w:r>
      <w:r w:rsidRPr="001C1AD5">
        <w:t>including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1919</w:t>
      </w:r>
      <w:r w:rsidR="00357F4D">
        <w:t xml:space="preserve"> </w:t>
      </w:r>
      <w:r w:rsidRPr="001C1AD5">
        <w:t>(Sidgwick</w:t>
      </w:r>
      <w:r w:rsidR="00357F4D">
        <w:t xml:space="preserve"> </w:t>
      </w:r>
      <w:r w:rsidRPr="001C1AD5">
        <w:t>1891)</w:t>
      </w:r>
      <w:r w:rsidR="00E11103">
        <w:t>.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terms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development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utilitarianism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most</w:t>
      </w:r>
      <w:r w:rsidR="00357F4D">
        <w:t xml:space="preserve"> </w:t>
      </w:r>
      <w:r w:rsidRPr="001C1AD5">
        <w:t>significant</w:t>
      </w:r>
      <w:r w:rsidR="00357F4D">
        <w:t xml:space="preserve"> </w:t>
      </w:r>
      <w:r w:rsidRPr="001C1AD5">
        <w:t>innovation</w:t>
      </w:r>
      <w:r w:rsidR="00357F4D">
        <w:t xml:space="preserve"> </w:t>
      </w:r>
      <w:r w:rsidRPr="001C1AD5">
        <w:t>may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economist</w:t>
      </w:r>
      <w:r w:rsidR="00357F4D">
        <w:t xml:space="preserve"> </w:t>
      </w:r>
      <w:r w:rsidRPr="001C1AD5">
        <w:t>Roy</w:t>
      </w:r>
      <w:r w:rsidR="00357F4D">
        <w:t xml:space="preserve"> </w:t>
      </w:r>
      <w:r w:rsidRPr="001C1AD5">
        <w:t>Harrod’s</w:t>
      </w:r>
      <w:r w:rsidR="00357F4D">
        <w:t xml:space="preserve"> </w:t>
      </w:r>
      <w:r w:rsidRPr="001C1AD5">
        <w:t>paper</w:t>
      </w:r>
      <w:r w:rsidR="00357F4D">
        <w:t xml:space="preserve"> </w:t>
      </w:r>
      <w:r w:rsidRPr="001C1AD5">
        <w:t>setting</w:t>
      </w:r>
      <w:r w:rsidR="00357F4D">
        <w:t xml:space="preserve"> </w:t>
      </w:r>
      <w:r w:rsidRPr="001C1AD5">
        <w:t>out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version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rule</w:t>
      </w:r>
      <w:r w:rsidR="00357F4D">
        <w:t>-</w:t>
      </w:r>
      <w:r w:rsidRPr="001C1AD5">
        <w:t>utilitarianism</w:t>
      </w:r>
      <w:r w:rsidR="00357F4D">
        <w:t xml:space="preserve"> </w:t>
      </w:r>
      <w:r w:rsidRPr="001C1AD5">
        <w:t>(Harrod</w:t>
      </w:r>
      <w:r w:rsidR="00357F4D">
        <w:t xml:space="preserve"> </w:t>
      </w:r>
      <w:r w:rsidRPr="001C1AD5">
        <w:t>1936)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utilitarianism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taken</w:t>
      </w:r>
      <w:r w:rsidR="00357F4D">
        <w:t xml:space="preserve"> </w:t>
      </w:r>
      <w:r w:rsidRPr="001C1AD5">
        <w:t>very</w:t>
      </w:r>
      <w:r w:rsidR="00357F4D">
        <w:t xml:space="preserve"> </w:t>
      </w:r>
      <w:r w:rsidRPr="001C1AD5">
        <w:t>seriously</w:t>
      </w:r>
      <w:r w:rsidR="00357F4D">
        <w:t xml:space="preserve"> </w:t>
      </w:r>
      <w:r w:rsidRPr="001C1AD5">
        <w:t>within</w:t>
      </w:r>
      <w:r w:rsidR="00357F4D">
        <w:t xml:space="preserve"> </w:t>
      </w:r>
      <w:r w:rsidRPr="001C1AD5">
        <w:t>economics</w:t>
      </w:r>
      <w:r w:rsidR="00E11103">
        <w:t>.</w:t>
      </w:r>
      <w:r w:rsidR="00357F4D">
        <w:t xml:space="preserve"> </w:t>
      </w:r>
      <w:r w:rsidRPr="001C1AD5">
        <w:t>Yet</w:t>
      </w:r>
      <w:r w:rsidR="00357F4D">
        <w:t xml:space="preserve"> </w:t>
      </w:r>
      <w:r w:rsidRPr="001C1AD5">
        <w:t>if</w:t>
      </w:r>
      <w:r w:rsidR="00357F4D">
        <w:t xml:space="preserve"> </w:t>
      </w:r>
      <w:r w:rsidRPr="001C1AD5">
        <w:t>one</w:t>
      </w:r>
      <w:r w:rsidR="00357F4D">
        <w:t xml:space="preserve"> </w:t>
      </w:r>
      <w:r w:rsidRPr="001C1AD5">
        <w:t>looks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textbooks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1930s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1940s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no</w:t>
      </w:r>
      <w:r w:rsidR="00357F4D">
        <w:t xml:space="preserve"> </w:t>
      </w:r>
      <w:r w:rsidRPr="001C1AD5">
        <w:t>sign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discipline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grip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utilitarianism</w:t>
      </w:r>
      <w:r w:rsidR="00E11103">
        <w:t>.</w:t>
      </w:r>
      <w:r w:rsidR="00357F4D">
        <w:t xml:space="preserve"> </w:t>
      </w:r>
      <w:r w:rsidRPr="001C1AD5">
        <w:t>E</w:t>
      </w:r>
      <w:r w:rsidR="00E11103">
        <w:t>.</w:t>
      </w:r>
      <w:r w:rsidRPr="001C1AD5">
        <w:t>F</w:t>
      </w:r>
      <w:r w:rsidR="00E11103">
        <w:t>.</w:t>
      </w:r>
      <w:r w:rsidR="00357F4D">
        <w:t xml:space="preserve"> </w:t>
      </w:r>
      <w:r w:rsidRPr="001C1AD5">
        <w:t>Carritt’s</w:t>
      </w:r>
      <w:r w:rsidR="00357F4D">
        <w:t xml:space="preserve"> </w:t>
      </w:r>
      <w:r w:rsidRPr="001C1AD5">
        <w:rPr>
          <w:rStyle w:val="libItalicChar"/>
        </w:rPr>
        <w:t>Morals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t xml:space="preserve"> </w:t>
      </w:r>
      <w:r w:rsidRPr="001C1AD5">
        <w:t>(Carritt</w:t>
      </w:r>
      <w:r w:rsidR="00E11103">
        <w:t>,</w:t>
      </w:r>
      <w:r w:rsidR="00357F4D">
        <w:t xml:space="preserve"> </w:t>
      </w:r>
      <w:r w:rsidRPr="001C1AD5">
        <w:t>1935)</w:t>
      </w:r>
      <w:r w:rsidR="00357F4D">
        <w:t xml:space="preserve"> </w:t>
      </w:r>
      <w:r w:rsidRPr="001C1AD5">
        <w:t>provides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history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subject</w:t>
      </w:r>
      <w:r w:rsidR="00357F4D">
        <w:t xml:space="preserve"> </w:t>
      </w:r>
      <w:r w:rsidRPr="001C1AD5">
        <w:t>from</w:t>
      </w:r>
      <w:r w:rsidR="00357F4D">
        <w:t xml:space="preserve"> </w:t>
      </w:r>
      <w:r w:rsidRPr="001C1AD5">
        <w:t>Hobbes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Bosanquet</w:t>
      </w:r>
      <w:r w:rsidR="00357F4D">
        <w:t xml:space="preserve"> </w:t>
      </w:r>
      <w:r w:rsidRPr="001C1AD5">
        <w:t>without</w:t>
      </w:r>
      <w:r w:rsidR="00357F4D">
        <w:t xml:space="preserve"> </w:t>
      </w:r>
      <w:r w:rsidRPr="001C1AD5">
        <w:t>even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mention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Bentham</w:t>
      </w:r>
      <w:r w:rsidR="00E11103">
        <w:t>,</w:t>
      </w:r>
      <w:r w:rsidR="00357F4D">
        <w:t xml:space="preserve"> </w:t>
      </w:r>
      <w:r w:rsidRPr="001C1AD5">
        <w:t>Mill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Sidgwick</w:t>
      </w:r>
      <w:r w:rsidR="00E11103">
        <w:t>,</w:t>
      </w:r>
      <w:r w:rsidR="00357F4D">
        <w:t xml:space="preserve"> </w:t>
      </w:r>
      <w:r w:rsidRPr="001C1AD5">
        <w:t>while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later</w:t>
      </w:r>
      <w:r w:rsidR="00357F4D">
        <w:t xml:space="preserve"> </w:t>
      </w:r>
      <w:r w:rsidRPr="001C1AD5">
        <w:rPr>
          <w:rStyle w:val="libItalicChar"/>
        </w:rPr>
        <w:t>Ethical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Thinking</w:t>
      </w:r>
      <w:r w:rsidR="00357F4D">
        <w:t xml:space="preserve"> </w:t>
      </w:r>
      <w:r w:rsidRPr="001C1AD5">
        <w:t>utilitarianism</w:t>
      </w:r>
      <w:r w:rsidR="00357F4D">
        <w:t xml:space="preserve"> </w:t>
      </w:r>
      <w:r w:rsidRPr="001C1AD5">
        <w:t>appears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chapter</w:t>
      </w:r>
      <w:r w:rsidR="00357F4D">
        <w:t xml:space="preserve"> </w:t>
      </w:r>
      <w:r w:rsidRPr="001C1AD5">
        <w:t>entitled</w:t>
      </w:r>
      <w:r w:rsidR="00357F4D">
        <w:t xml:space="preserve"> </w:t>
      </w:r>
      <w:r w:rsidRPr="001C1AD5">
        <w:t>‘Crude</w:t>
      </w:r>
      <w:r w:rsidR="00357F4D">
        <w:t xml:space="preserve"> </w:t>
      </w:r>
      <w:r w:rsidRPr="001C1AD5">
        <w:t>Moral</w:t>
      </w:r>
      <w:r w:rsidR="00357F4D">
        <w:t xml:space="preserve"> </w:t>
      </w:r>
      <w:r w:rsidRPr="001C1AD5">
        <w:t>Theories’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Carritt</w:t>
      </w:r>
      <w:r w:rsidR="00357F4D">
        <w:t xml:space="preserve"> </w:t>
      </w:r>
      <w:r w:rsidRPr="001C1AD5">
        <w:t>presents</w:t>
      </w:r>
      <w:r w:rsidR="00357F4D">
        <w:t xml:space="preserve"> </w:t>
      </w:r>
      <w:r w:rsidRPr="001C1AD5">
        <w:t>several</w:t>
      </w:r>
      <w:r w:rsidR="00357F4D">
        <w:t xml:space="preserve"> </w:t>
      </w:r>
      <w:r w:rsidRPr="001C1AD5">
        <w:t>objections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utilitarianism</w:t>
      </w:r>
      <w:r w:rsidR="00E11103">
        <w:t>,</w:t>
      </w:r>
      <w:r w:rsidR="00357F4D">
        <w:t xml:space="preserve"> </w:t>
      </w:r>
      <w:r w:rsidRPr="001C1AD5">
        <w:t>including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version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now</w:t>
      </w:r>
      <w:r w:rsidR="00357F4D">
        <w:t xml:space="preserve"> </w:t>
      </w:r>
      <w:r w:rsidRPr="001C1AD5">
        <w:t>notorious</w:t>
      </w:r>
      <w:r w:rsidR="00357F4D">
        <w:t xml:space="preserve"> </w:t>
      </w:r>
      <w:r w:rsidRPr="001C1AD5">
        <w:t>‘scapegoat’</w:t>
      </w:r>
      <w:r w:rsidR="00357F4D">
        <w:t xml:space="preserve"> </w:t>
      </w:r>
      <w:r w:rsidRPr="001C1AD5">
        <w:t>objection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under</w:t>
      </w:r>
      <w:r w:rsidR="00357F4D">
        <w:t xml:space="preserve"> </w:t>
      </w:r>
      <w:r w:rsidRPr="001C1AD5">
        <w:t>certain</w:t>
      </w:r>
      <w:r w:rsidR="00357F4D">
        <w:t xml:space="preserve"> </w:t>
      </w:r>
      <w:r w:rsidRPr="001C1AD5">
        <w:t>circumstances</w:t>
      </w:r>
      <w:r w:rsidR="00357F4D">
        <w:t xml:space="preserve"> </w:t>
      </w:r>
      <w:r w:rsidRPr="001C1AD5">
        <w:t>utilitarianism</w:t>
      </w:r>
      <w:r w:rsidR="00357F4D">
        <w:t xml:space="preserve"> </w:t>
      </w:r>
      <w:r w:rsidRPr="001C1AD5">
        <w:t>would</w:t>
      </w:r>
      <w:r w:rsidR="00357F4D">
        <w:t xml:space="preserve"> </w:t>
      </w:r>
      <w:r w:rsidRPr="001C1AD5">
        <w:t>justify</w:t>
      </w:r>
      <w:r w:rsidR="00357F4D">
        <w:t xml:space="preserve"> </w:t>
      </w:r>
      <w:r w:rsidRPr="001C1AD5">
        <w:t>punishing</w:t>
      </w:r>
      <w:r w:rsidR="00357F4D">
        <w:t xml:space="preserve"> </w:t>
      </w:r>
      <w:r w:rsidRPr="001C1AD5">
        <w:t>an</w:t>
      </w:r>
      <w:r w:rsidR="00357F4D">
        <w:t xml:space="preserve"> </w:t>
      </w:r>
      <w:r w:rsidRPr="001C1AD5">
        <w:t>innocent</w:t>
      </w:r>
      <w:r w:rsidR="00357F4D">
        <w:t xml:space="preserve"> </w:t>
      </w:r>
      <w:r w:rsidRPr="001C1AD5">
        <w:t>person</w:t>
      </w:r>
      <w:r w:rsidR="00357F4D">
        <w:t xml:space="preserve"> </w:t>
      </w:r>
      <w:r w:rsidRPr="001C1AD5">
        <w:t>(Carritt</w:t>
      </w:r>
      <w:r w:rsidR="00E11103">
        <w:t>,</w:t>
      </w:r>
      <w:r w:rsidR="00357F4D">
        <w:t xml:space="preserve"> </w:t>
      </w:r>
      <w:r w:rsidRPr="001C1AD5">
        <w:t>1947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65)</w:t>
      </w:r>
      <w:r w:rsidR="00357F4D">
        <w:t xml:space="preserve"> </w:t>
      </w:r>
      <w:r w:rsidRPr="001C1AD5">
        <w:t>Indeed</w:t>
      </w:r>
      <w:r w:rsidR="00357F4D">
        <w:t xml:space="preserve"> </w:t>
      </w:r>
      <w:r w:rsidRPr="001C1AD5">
        <w:t>Rawls</w:t>
      </w:r>
      <w:r w:rsidR="00357F4D">
        <w:t xml:space="preserve"> </w:t>
      </w:r>
      <w:r w:rsidRPr="001C1AD5">
        <w:t>critically</w:t>
      </w:r>
      <w:r w:rsidR="00357F4D">
        <w:t xml:space="preserve"> </w:t>
      </w:r>
      <w:r w:rsidRPr="001C1AD5">
        <w:t>responds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argument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most</w:t>
      </w:r>
      <w:r w:rsidR="00357F4D">
        <w:t xml:space="preserve"> </w:t>
      </w:r>
      <w:r w:rsidRPr="001C1AD5">
        <w:t>utilitarian</w:t>
      </w:r>
      <w:r w:rsidR="00357F4D">
        <w:t xml:space="preserve"> </w:t>
      </w:r>
      <w:r w:rsidRPr="001C1AD5">
        <w:t>early</w:t>
      </w:r>
      <w:r w:rsidR="00357F4D">
        <w:t xml:space="preserve"> </w:t>
      </w:r>
      <w:r w:rsidRPr="001C1AD5">
        <w:t>paper</w:t>
      </w:r>
      <w:r w:rsidR="00E11103">
        <w:t>,</w:t>
      </w:r>
      <w:r w:rsidR="00357F4D">
        <w:t xml:space="preserve"> </w:t>
      </w:r>
      <w:r w:rsidRPr="001C1AD5">
        <w:t>‘Two</w:t>
      </w:r>
      <w:r w:rsidR="00357F4D">
        <w:t xml:space="preserve"> </w:t>
      </w:r>
      <w:r w:rsidRPr="001C1AD5">
        <w:t>Concepts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Rules’</w:t>
      </w:r>
      <w:r w:rsidR="00357F4D">
        <w:t xml:space="preserve"> </w:t>
      </w:r>
      <w:r w:rsidRPr="001C1AD5">
        <w:t>(Rawls</w:t>
      </w:r>
      <w:r w:rsidR="00E11103">
        <w:t>,</w:t>
      </w:r>
      <w:r w:rsidRPr="001C1AD5">
        <w:t>1955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10</w:t>
      </w:r>
      <w:r w:rsidR="00357F4D">
        <w:t>-</w:t>
      </w:r>
      <w:r w:rsidRPr="001C1AD5">
        <w:t>11)</w:t>
      </w:r>
      <w:r w:rsidR="00E11103">
        <w:t>.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Mabbott’s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State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Citizen</w:t>
      </w:r>
      <w:r w:rsidR="00357F4D">
        <w:t xml:space="preserve"> </w:t>
      </w:r>
      <w:r w:rsidRPr="001C1AD5">
        <w:t>(Mabbut</w:t>
      </w:r>
      <w:r w:rsidR="00357F4D">
        <w:t xml:space="preserve"> </w:t>
      </w:r>
      <w:r w:rsidRPr="001C1AD5">
        <w:t>1948)</w:t>
      </w:r>
      <w:r w:rsidR="00357F4D">
        <w:t xml:space="preserve"> </w:t>
      </w:r>
      <w:r w:rsidRPr="001C1AD5">
        <w:t>Bentham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Mill</w:t>
      </w:r>
      <w:r w:rsidR="00357F4D">
        <w:t xml:space="preserve"> </w:t>
      </w:r>
      <w:r w:rsidRPr="001C1AD5">
        <w:t>are</w:t>
      </w:r>
      <w:r w:rsidR="00357F4D">
        <w:t xml:space="preserve"> </w:t>
      </w:r>
      <w:r w:rsidRPr="001C1AD5">
        <w:t>mentioned</w:t>
      </w:r>
      <w:r w:rsidR="00357F4D">
        <w:t xml:space="preserve"> </w:t>
      </w:r>
      <w:r w:rsidRPr="001C1AD5">
        <w:t>primarily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errors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Sidgwick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ignored</w:t>
      </w:r>
      <w:r w:rsidR="00357F4D">
        <w:t xml:space="preserve"> </w:t>
      </w:r>
      <w:r w:rsidRPr="001C1AD5">
        <w:t>entirely</w:t>
      </w:r>
      <w:r w:rsidR="00E11103">
        <w:t>.</w:t>
      </w:r>
      <w:r w:rsidR="00357F4D">
        <w:t xml:space="preserve"> </w:t>
      </w:r>
      <w:r w:rsidRPr="001C1AD5">
        <w:t>T</w:t>
      </w:r>
      <w:r w:rsidR="00E11103">
        <w:t>.</w:t>
      </w:r>
      <w:r w:rsidRPr="001C1AD5">
        <w:t>D</w:t>
      </w:r>
      <w:r w:rsidR="00E11103">
        <w:t>.</w:t>
      </w:r>
      <w:r w:rsidR="00357F4D">
        <w:t xml:space="preserve"> </w:t>
      </w:r>
      <w:r w:rsidRPr="001C1AD5">
        <w:t>Weldon’s</w:t>
      </w:r>
      <w:r w:rsidR="00357F4D">
        <w:t xml:space="preserve"> </w:t>
      </w:r>
      <w:r w:rsidRPr="001C1AD5">
        <w:rPr>
          <w:rStyle w:val="libItalicChar"/>
        </w:rPr>
        <w:t>States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Morals</w:t>
      </w:r>
      <w:r w:rsidR="00E11103">
        <w:t>,</w:t>
      </w:r>
      <w:r w:rsidR="00357F4D">
        <w:t xml:space="preserve"> </w:t>
      </w:r>
      <w:r w:rsidRPr="001C6201">
        <w:t>contains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significant</w:t>
      </w:r>
      <w:r w:rsidR="00357F4D">
        <w:t xml:space="preserve"> </w:t>
      </w:r>
      <w:r w:rsidRPr="001C6201">
        <w:t>discussion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utilitarianism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passing</w:t>
      </w:r>
      <w:r w:rsidR="00357F4D">
        <w:t xml:space="preserve"> </w:t>
      </w:r>
      <w:r w:rsidRPr="001C6201">
        <w:t>mention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Mill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Sidgwick</w:t>
      </w:r>
      <w:r w:rsidR="00E11103">
        <w:t>.</w:t>
      </w:r>
      <w:r w:rsidR="00357F4D">
        <w:t xml:space="preserve"> </w:t>
      </w:r>
      <w:r w:rsidRPr="001C6201">
        <w:t>If</w:t>
      </w:r>
      <w:r w:rsidR="00357F4D">
        <w:t xml:space="preserve"> </w:t>
      </w:r>
      <w:r w:rsidRPr="001C6201">
        <w:t>utilitarianism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dominant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hard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find</w:t>
      </w:r>
      <w:r w:rsidR="00357F4D">
        <w:t xml:space="preserve"> </w:t>
      </w:r>
      <w:r w:rsidRPr="001C6201">
        <w:t>evidence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NormalChar"/>
        </w:rPr>
      </w:pPr>
      <w:r w:rsidRPr="001C6201">
        <w:t>Despite</w:t>
      </w:r>
      <w:r w:rsidR="00357F4D">
        <w:t xml:space="preserve"> </w:t>
      </w:r>
      <w:r w:rsidRPr="001C6201">
        <w:t>this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idea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owes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great</w:t>
      </w:r>
      <w:r w:rsidR="00357F4D">
        <w:t xml:space="preserve"> </w:t>
      </w:r>
      <w:r w:rsidRPr="001C6201">
        <w:t>deal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utilitarianism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plausible</w:t>
      </w:r>
      <w:r w:rsidR="00E11103">
        <w:t>,</w:t>
      </w:r>
      <w:r w:rsidR="00357F4D">
        <w:t xml:space="preserve"> </w:t>
      </w:r>
      <w:r w:rsidRPr="001C6201">
        <w:t>if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claim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interpreted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comment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content</w:t>
      </w:r>
      <w:r w:rsidR="00E11103">
        <w:t>.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noted</w:t>
      </w:r>
      <w:r w:rsidR="00357F4D">
        <w:t xml:space="preserve"> </w:t>
      </w:r>
      <w:r w:rsidRPr="001C6201">
        <w:t>several</w:t>
      </w:r>
      <w:r w:rsidR="00357F4D">
        <w:t xml:space="preserve"> </w:t>
      </w:r>
      <w:r w:rsidRPr="001C6201">
        <w:t>times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distinctive</w:t>
      </w:r>
      <w:r w:rsidR="00357F4D">
        <w:t xml:space="preserve"> </w:t>
      </w:r>
      <w:r w:rsidRPr="001C6201">
        <w:t>virtues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were</w:t>
      </w:r>
      <w:r w:rsidR="00357F4D">
        <w:t xml:space="preserve"> </w:t>
      </w:r>
      <w:r w:rsidRPr="001C6201">
        <w:t>already</w:t>
      </w:r>
      <w:r w:rsidR="00357F4D">
        <w:t xml:space="preserve"> </w:t>
      </w:r>
      <w:r w:rsidRPr="001C6201">
        <w:t>present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writings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Bentham</w:t>
      </w:r>
      <w:r w:rsidR="00E11103">
        <w:t>,</w:t>
      </w:r>
      <w:r w:rsidR="00357F4D">
        <w:t xml:space="preserve"> </w:t>
      </w:r>
      <w:r w:rsidRPr="001C6201">
        <w:t>Mill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Sidgwick</w:t>
      </w:r>
      <w:r w:rsidR="00E11103">
        <w:t>.</w:t>
      </w:r>
      <w:r w:rsidR="00357F4D">
        <w:t xml:space="preserve"> </w:t>
      </w:r>
      <w:r w:rsidRPr="001C6201">
        <w:t>Agree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not</w:t>
      </w:r>
      <w:r w:rsidR="00E11103">
        <w:t>,</w:t>
      </w:r>
      <w:r w:rsidR="00357F4D">
        <w:t xml:space="preserve"> </w:t>
      </w:r>
      <w:r w:rsidRPr="001C6201">
        <w:t>utilitarianism</w:t>
      </w:r>
      <w:r w:rsidR="00357F4D">
        <w:t xml:space="preserve"> </w:t>
      </w:r>
      <w:r w:rsidRPr="001C6201">
        <w:t>offered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model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clear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rigorous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could</w:t>
      </w:r>
      <w:r w:rsidR="00357F4D">
        <w:t xml:space="preserve"> </w:t>
      </w:r>
      <w:r w:rsidRPr="001C6201">
        <w:t>be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how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established</w:t>
      </w:r>
      <w:r w:rsidR="00E11103">
        <w:t>.</w:t>
      </w:r>
      <w:r w:rsidRPr="001C1AD5">
        <w:rPr>
          <w:rStyle w:val="libFootnotenumChar"/>
        </w:rPr>
        <w:endnoteReference w:id="3"/>
      </w:r>
    </w:p>
    <w:p w:rsidR="001C1AD5" w:rsidRDefault="001C1AD5" w:rsidP="001C1AD5">
      <w:pPr>
        <w:pStyle w:val="libNormal"/>
      </w:pPr>
      <w:r>
        <w:br w:type="page"/>
      </w:r>
    </w:p>
    <w:p w:rsidR="001C1AD5" w:rsidRDefault="001C1AD5" w:rsidP="001C1AD5">
      <w:pPr>
        <w:pStyle w:val="Heading1Center"/>
      </w:pPr>
      <w:bookmarkStart w:id="2" w:name="_Toc421362875"/>
      <w:r w:rsidRPr="001C1AD5">
        <w:lastRenderedPageBreak/>
        <w:t>3</w:t>
      </w:r>
      <w:r w:rsidR="00E11103">
        <w:t>.</w:t>
      </w:r>
      <w:r w:rsidR="00357F4D">
        <w:t xml:space="preserve"> </w:t>
      </w:r>
      <w:r w:rsidRPr="001C1AD5">
        <w:t>Post</w:t>
      </w:r>
      <w:r w:rsidR="00357F4D">
        <w:t>-</w:t>
      </w:r>
      <w:r w:rsidRPr="001C1AD5">
        <w:t>War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Legal</w:t>
      </w:r>
      <w:r w:rsidR="00357F4D">
        <w:t xml:space="preserve"> </w:t>
      </w:r>
      <w:r w:rsidRPr="001C1AD5">
        <w:t>Philosophy</w:t>
      </w:r>
      <w:r w:rsidR="00E11103">
        <w:t>: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Politics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Society</w:t>
      </w:r>
      <w:bookmarkEnd w:id="2"/>
    </w:p>
    <w:p w:rsidR="001C1AD5" w:rsidRPr="001C1AD5" w:rsidRDefault="001C1AD5" w:rsidP="001C1AD5">
      <w:pPr>
        <w:pStyle w:val="libNormal"/>
      </w:pPr>
      <w:r w:rsidRPr="001C1AD5">
        <w:t>Although</w:t>
      </w:r>
      <w:r w:rsidR="00357F4D">
        <w:t xml:space="preserve"> </w:t>
      </w:r>
      <w:r w:rsidRPr="001C1AD5">
        <w:t>Hayek’s</w:t>
      </w:r>
      <w:r w:rsidR="00357F4D">
        <w:t xml:space="preserve"> </w:t>
      </w:r>
      <w:r w:rsidRPr="001C1AD5">
        <w:rPr>
          <w:rStyle w:val="libItalicChar"/>
        </w:rPr>
        <w:t>Road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to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Serfdom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1944</w:t>
      </w:r>
      <w:r w:rsidR="00357F4D">
        <w:t xml:space="preserve"> </w:t>
      </w:r>
      <w:r w:rsidRPr="001C1AD5">
        <w:t>(Hayek</w:t>
      </w:r>
      <w:r w:rsidR="00E11103">
        <w:t>,</w:t>
      </w:r>
      <w:r w:rsidR="00357F4D">
        <w:t xml:space="preserve"> </w:t>
      </w:r>
      <w:r w:rsidRPr="001C1AD5">
        <w:t>1944)</w:t>
      </w:r>
      <w:r w:rsidR="00E11103">
        <w:t>,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immediate</w:t>
      </w:r>
      <w:r w:rsidR="00357F4D">
        <w:t xml:space="preserve"> </w:t>
      </w:r>
      <w:r w:rsidRPr="001C1AD5">
        <w:t>post</w:t>
      </w:r>
      <w:r w:rsidR="00357F4D">
        <w:t>-</w:t>
      </w:r>
      <w:r w:rsidRPr="001C1AD5">
        <w:t>war</w:t>
      </w:r>
      <w:r w:rsidR="00357F4D">
        <w:t xml:space="preserve"> </w:t>
      </w:r>
      <w:r w:rsidRPr="001C1AD5">
        <w:t>period</w:t>
      </w:r>
      <w:r w:rsidR="00357F4D">
        <w:t xml:space="preserve"> </w:t>
      </w:r>
      <w:r w:rsidRPr="001C1AD5">
        <w:t>saw</w:t>
      </w:r>
      <w:r w:rsidR="00357F4D">
        <w:t xml:space="preserve"> </w:t>
      </w:r>
      <w:r w:rsidRPr="001C1AD5">
        <w:t>little</w:t>
      </w:r>
      <w:r w:rsidR="00357F4D">
        <w:t xml:space="preserve"> </w:t>
      </w:r>
      <w:r w:rsidRPr="001C1AD5">
        <w:t>revival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point</w:t>
      </w:r>
      <w:r w:rsidR="00357F4D">
        <w:t xml:space="preserve"> </w:t>
      </w:r>
      <w:r w:rsidRPr="001C1AD5">
        <w:t>where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1956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preface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1AD5">
        <w:t>(first</w:t>
      </w:r>
      <w:r w:rsidR="00357F4D">
        <w:t xml:space="preserve"> </w:t>
      </w:r>
      <w:r w:rsidRPr="001C1AD5">
        <w:t>series)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historian</w:t>
      </w:r>
      <w:r w:rsidR="00357F4D">
        <w:t xml:space="preserve"> </w:t>
      </w:r>
      <w:r w:rsidRPr="001C1AD5">
        <w:t>Peter</w:t>
      </w:r>
      <w:r w:rsidR="00357F4D">
        <w:t xml:space="preserve"> </w:t>
      </w:r>
      <w:r w:rsidRPr="001C1AD5">
        <w:t>Laslettt</w:t>
      </w:r>
      <w:r w:rsidR="00357F4D">
        <w:t xml:space="preserve"> </w:t>
      </w:r>
      <w:r w:rsidRPr="001C1AD5">
        <w:t>famously</w:t>
      </w:r>
      <w:r w:rsidR="00357F4D">
        <w:t xml:space="preserve"> </w:t>
      </w:r>
      <w:r w:rsidRPr="001C1AD5">
        <w:t>wrote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long</w:t>
      </w:r>
      <w:r w:rsidR="00357F4D">
        <w:t xml:space="preserve"> </w:t>
      </w:r>
      <w:r w:rsidRPr="001C1AD5">
        <w:t>tradition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‘from</w:t>
      </w:r>
      <w:r w:rsidR="00357F4D">
        <w:t xml:space="preserve"> </w:t>
      </w:r>
      <w:r w:rsidRPr="001C1AD5">
        <w:t>Hobbes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Bosanquet’</w:t>
      </w:r>
      <w:r w:rsidR="00E11103">
        <w:t>,</w:t>
      </w:r>
      <w:r w:rsidR="00357F4D">
        <w:t xml:space="preserve"> </w:t>
      </w:r>
      <w:r w:rsidRPr="001C1AD5">
        <w:t>appeared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stopped</w:t>
      </w:r>
      <w:r w:rsidR="00E11103">
        <w:t>,</w:t>
      </w:r>
      <w:r w:rsidR="00357F4D">
        <w:t xml:space="preserve"> </w:t>
      </w:r>
      <w:r w:rsidRPr="001C1AD5">
        <w:t>notoriously</w:t>
      </w:r>
      <w:r w:rsidR="00357F4D">
        <w:t xml:space="preserve"> </w:t>
      </w:r>
      <w:r w:rsidRPr="001C1AD5">
        <w:t>observing</w:t>
      </w:r>
      <w:r w:rsidR="00357F4D">
        <w:t xml:space="preserve"> </w:t>
      </w:r>
      <w:r w:rsidRPr="001C1AD5">
        <w:t>‘For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moment</w:t>
      </w:r>
      <w:r w:rsidR="00E11103">
        <w:t>,</w:t>
      </w:r>
      <w:r w:rsidR="00357F4D">
        <w:t xml:space="preserve"> </w:t>
      </w:r>
      <w:r w:rsidRPr="001C1AD5">
        <w:t>anyway</w:t>
      </w:r>
      <w:r w:rsidR="00E11103">
        <w:t>,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dead</w:t>
      </w:r>
      <w:r w:rsidR="00E11103">
        <w:t>.</w:t>
      </w:r>
      <w:r w:rsidRPr="001C1AD5">
        <w:t>’</w:t>
      </w:r>
      <w:r w:rsidR="00357F4D">
        <w:t xml:space="preserve"> </w:t>
      </w:r>
      <w:r w:rsidRPr="001C1AD5">
        <w:t>(Laslett</w:t>
      </w:r>
      <w:r w:rsidR="00E11103">
        <w:t>,</w:t>
      </w:r>
      <w:r w:rsidR="00357F4D">
        <w:t xml:space="preserve"> </w:t>
      </w:r>
      <w:r w:rsidRPr="001C1AD5">
        <w:t>1956a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vii)</w:t>
      </w:r>
      <w:r w:rsidR="00357F4D">
        <w:t xml:space="preserve"> </w:t>
      </w:r>
      <w:r w:rsidRPr="001C1AD5">
        <w:t>Laslett’s</w:t>
      </w:r>
      <w:r w:rsidR="00357F4D">
        <w:t xml:space="preserve"> </w:t>
      </w:r>
      <w:r w:rsidRPr="001C1AD5">
        <w:t>volume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conceived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parallel</w:t>
      </w:r>
      <w:r w:rsidR="00E11103">
        <w:t>,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Flew’s</w:t>
      </w:r>
      <w:r w:rsidR="00357F4D">
        <w:t xml:space="preserve"> </w:t>
      </w:r>
      <w:r w:rsidRPr="001C1AD5">
        <w:t>Logic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Language</w:t>
      </w:r>
      <w:r w:rsidR="00357F4D">
        <w:t xml:space="preserve"> </w:t>
      </w:r>
      <w:r w:rsidRPr="001C1AD5">
        <w:t>series</w:t>
      </w:r>
      <w:r w:rsidR="00E11103">
        <w:t>,</w:t>
      </w:r>
      <w:r w:rsidR="00357F4D">
        <w:t xml:space="preserve"> </w:t>
      </w:r>
      <w:r w:rsidRPr="001C1AD5">
        <w:t>which</w:t>
      </w:r>
      <w:r w:rsidR="00E11103">
        <w:t>,</w:t>
      </w:r>
      <w:r w:rsidR="00357F4D">
        <w:t xml:space="preserve"> </w:t>
      </w:r>
      <w:r w:rsidRPr="001C1AD5">
        <w:t>encouragingly</w:t>
      </w:r>
      <w:r w:rsidR="00E11103">
        <w:t>,</w:t>
      </w:r>
      <w:r w:rsidR="00357F4D">
        <w:t xml:space="preserve"> </w:t>
      </w:r>
      <w:r w:rsidRPr="001C1AD5">
        <w:t>contained</w:t>
      </w:r>
      <w:r w:rsidR="00357F4D">
        <w:t xml:space="preserve"> </w:t>
      </w:r>
      <w:r w:rsidRPr="001C1AD5">
        <w:t>papers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legal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Margaret</w:t>
      </w:r>
      <w:r w:rsidR="00357F4D">
        <w:t xml:space="preserve"> </w:t>
      </w:r>
      <w:r w:rsidRPr="001C1AD5">
        <w:t>MacDonald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H</w:t>
      </w:r>
      <w:r w:rsidR="00E11103">
        <w:t>.</w:t>
      </w:r>
      <w:r w:rsidRPr="001C1AD5">
        <w:t>L</w:t>
      </w:r>
      <w:r w:rsidR="00E11103">
        <w:t>.</w:t>
      </w:r>
      <w:r w:rsidRPr="001C1AD5">
        <w:t>A</w:t>
      </w:r>
      <w:r w:rsidR="00E11103">
        <w:t>.</w:t>
      </w:r>
      <w:r w:rsidR="00357F4D">
        <w:t xml:space="preserve"> </w:t>
      </w:r>
      <w:r w:rsidRPr="001C1AD5">
        <w:t>Hart</w:t>
      </w:r>
      <w:r w:rsidR="00357F4D">
        <w:t xml:space="preserve"> </w:t>
      </w:r>
      <w:r w:rsidRPr="001C1AD5">
        <w:t>(Flew</w:t>
      </w:r>
      <w:r w:rsidR="00E11103">
        <w:t>,</w:t>
      </w:r>
      <w:r w:rsidR="00357F4D">
        <w:t xml:space="preserve"> </w:t>
      </w:r>
      <w:r w:rsidRPr="001C1AD5">
        <w:t>1951)</w:t>
      </w:r>
      <w:r w:rsidR="00E11103">
        <w:t>.</w:t>
      </w:r>
      <w:r w:rsidR="00357F4D">
        <w:t xml:space="preserve"> </w:t>
      </w:r>
      <w:r w:rsidRPr="001C1AD5">
        <w:t>Yet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editor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collection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papers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announce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subject</w:t>
      </w:r>
      <w:r w:rsidR="00357F4D">
        <w:t xml:space="preserve"> </w:t>
      </w:r>
      <w:r w:rsidRPr="001C1AD5">
        <w:t>‘dead’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quite</w:t>
      </w:r>
      <w:r w:rsidR="00357F4D">
        <w:t xml:space="preserve"> </w:t>
      </w:r>
      <w:r w:rsidRPr="001C1AD5">
        <w:t>extraordinary</w:t>
      </w:r>
      <w:r w:rsidR="00E11103">
        <w:t>,</w:t>
      </w:r>
      <w:r w:rsidR="00357F4D">
        <w:t xml:space="preserve"> </w:t>
      </w:r>
      <w:r w:rsidRPr="001C1AD5">
        <w:t>especially</w:t>
      </w:r>
      <w:r w:rsidR="00357F4D">
        <w:t xml:space="preserve"> </w:t>
      </w:r>
      <w:r w:rsidRPr="001C1AD5">
        <w:t>when</w:t>
      </w:r>
      <w:r w:rsidR="00357F4D">
        <w:t xml:space="preserve"> </w:t>
      </w:r>
      <w:r w:rsidRPr="001C1AD5">
        <w:t>important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still</w:t>
      </w:r>
      <w:r w:rsidR="00357F4D">
        <w:t xml:space="preserve"> </w:t>
      </w:r>
      <w:r w:rsidRPr="001C1AD5">
        <w:t>been</w:t>
      </w:r>
      <w:r w:rsidR="00357F4D">
        <w:t xml:space="preserve"> </w:t>
      </w:r>
      <w:r w:rsidRPr="001C1AD5">
        <w:t>done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only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Hayek</w:t>
      </w:r>
      <w:r w:rsidR="00E11103">
        <w:t>,</w:t>
      </w:r>
      <w:r w:rsidR="00357F4D">
        <w:t xml:space="preserve"> </w:t>
      </w:r>
      <w:r w:rsidRPr="001C1AD5">
        <w:t>but</w:t>
      </w:r>
      <w:r w:rsidR="00357F4D">
        <w:t xml:space="preserve"> </w:t>
      </w:r>
      <w:r w:rsidRPr="001C1AD5">
        <w:t>also</w:t>
      </w:r>
      <w:r w:rsidR="00E11103">
        <w:t>,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example</w:t>
      </w:r>
      <w:r w:rsidR="00E11103">
        <w:t>,</w:t>
      </w:r>
      <w:r w:rsidR="00357F4D">
        <w:t xml:space="preserve"> </w:t>
      </w:r>
      <w:r w:rsidRPr="001C1AD5">
        <w:t>Adorno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Horkheimer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rPr>
          <w:rStyle w:val="libItalicChar"/>
        </w:rPr>
        <w:t>Dialectic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Enlightenment</w:t>
      </w:r>
      <w:r w:rsidR="00357F4D">
        <w:t xml:space="preserve"> </w:t>
      </w:r>
      <w:r w:rsidRPr="001C1AD5">
        <w:t>(Adorno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Horkheimer1944/1997)</w:t>
      </w:r>
      <w:r w:rsidR="00E11103">
        <w:t>,</w:t>
      </w:r>
      <w:r w:rsidR="00357F4D">
        <w:t xml:space="preserve"> </w:t>
      </w:r>
      <w:r w:rsidRPr="001C1AD5">
        <w:t>although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fair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Laslett</w:t>
      </w:r>
      <w:r w:rsidR="00357F4D">
        <w:t xml:space="preserve"> </w:t>
      </w:r>
      <w:r w:rsidRPr="001C1AD5">
        <w:t>he</w:t>
      </w:r>
      <w:r w:rsidR="00357F4D">
        <w:t xml:space="preserve"> </w:t>
      </w:r>
      <w:r w:rsidRPr="001C1AD5">
        <w:t>restricts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scope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claim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writing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English</w:t>
      </w:r>
      <w:r w:rsidR="00E11103">
        <w:t>.</w:t>
      </w:r>
      <w:r w:rsidR="00357F4D">
        <w:t xml:space="preserve"> </w:t>
      </w:r>
      <w:r w:rsidRPr="001C1AD5">
        <w:t>Laslett</w:t>
      </w:r>
      <w:r w:rsidR="00357F4D">
        <w:t xml:space="preserve"> </w:t>
      </w:r>
      <w:r w:rsidRPr="001C1AD5">
        <w:t>considers</w:t>
      </w:r>
      <w:r w:rsidR="00357F4D">
        <w:t xml:space="preserve"> </w:t>
      </w:r>
      <w:r w:rsidRPr="001C1AD5">
        <w:t>three</w:t>
      </w:r>
      <w:r w:rsidR="00357F4D">
        <w:t xml:space="preserve"> </w:t>
      </w:r>
      <w:r w:rsidRPr="001C1AD5">
        <w:t>possible</w:t>
      </w:r>
      <w:r w:rsidR="00357F4D">
        <w:t xml:space="preserve"> </w:t>
      </w:r>
      <w:r w:rsidRPr="001C1AD5">
        <w:t>diagnoses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situation</w:t>
      </w:r>
      <w:r w:rsidR="00E11103">
        <w:t>.</w:t>
      </w:r>
      <w:r w:rsidR="00357F4D">
        <w:t xml:space="preserve"> </w:t>
      </w:r>
      <w:r w:rsidRPr="001C1AD5">
        <w:t>First</w:t>
      </w:r>
      <w:r w:rsidR="00E11103">
        <w:t>,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horrors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second</w:t>
      </w:r>
      <w:r w:rsidR="00357F4D">
        <w:t xml:space="preserve"> </w:t>
      </w:r>
      <w:r w:rsidRPr="001C1AD5">
        <w:t>world</w:t>
      </w:r>
      <w:r w:rsidR="00357F4D">
        <w:t xml:space="preserve"> </w:t>
      </w:r>
      <w:r w:rsidRPr="001C1AD5">
        <w:t>war</w:t>
      </w:r>
      <w:r w:rsidR="00E11103">
        <w:t>.</w:t>
      </w:r>
      <w:r w:rsidR="00357F4D">
        <w:t xml:space="preserve"> </w:t>
      </w:r>
      <w:r w:rsidRPr="001C1AD5">
        <w:t>‘Faced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Hiroshima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Belsen</w:t>
      </w:r>
      <w:r w:rsidR="00E11103">
        <w:t>,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man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unlikely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address</w:t>
      </w:r>
      <w:r w:rsidR="00357F4D">
        <w:t xml:space="preserve"> </w:t>
      </w:r>
      <w:r w:rsidRPr="001C1AD5">
        <w:t>himself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neat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original</w:t>
      </w:r>
      <w:r w:rsidR="00357F4D">
        <w:t xml:space="preserve"> </w:t>
      </w:r>
      <w:r w:rsidRPr="001C1AD5">
        <w:t>theory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obligation</w:t>
      </w:r>
      <w:r w:rsidR="00E11103">
        <w:t>.</w:t>
      </w:r>
      <w:r w:rsidRPr="001C1AD5">
        <w:t>’</w:t>
      </w:r>
      <w:r w:rsidR="00357F4D">
        <w:t xml:space="preserve"> </w:t>
      </w:r>
      <w:r w:rsidRPr="001C1AD5">
        <w:t>(Laslett</w:t>
      </w:r>
      <w:r w:rsidR="00E11103">
        <w:t>,</w:t>
      </w:r>
      <w:r w:rsidR="00357F4D">
        <w:t xml:space="preserve"> </w:t>
      </w:r>
      <w:r w:rsidRPr="001C1AD5">
        <w:t>1956a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vii)</w:t>
      </w:r>
      <w:r w:rsidR="00357F4D">
        <w:t xml:space="preserve"> </w:t>
      </w:r>
      <w:r w:rsidRPr="001C1AD5">
        <w:t>Second</w:t>
      </w:r>
      <w:r w:rsidR="00E11103">
        <w:t>,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rise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sociological</w:t>
      </w:r>
      <w:r w:rsidR="00357F4D">
        <w:t xml:space="preserve"> </w:t>
      </w:r>
      <w:r w:rsidRPr="001C1AD5">
        <w:t>thought</w:t>
      </w:r>
      <w:r w:rsidR="00E11103">
        <w:t>,</w:t>
      </w:r>
      <w:r w:rsidR="00357F4D">
        <w:t xml:space="preserve"> </w:t>
      </w:r>
      <w:r w:rsidRPr="001C1AD5">
        <w:t>including</w:t>
      </w:r>
      <w:r w:rsidR="00357F4D">
        <w:t xml:space="preserve"> </w:t>
      </w:r>
      <w:r w:rsidRPr="001C1AD5">
        <w:t>Marxism</w:t>
      </w:r>
      <w:r w:rsidR="00E11103">
        <w:t>,</w:t>
      </w:r>
      <w:r w:rsidR="00357F4D">
        <w:t xml:space="preserve"> </w:t>
      </w:r>
      <w:r w:rsidRPr="001C1AD5">
        <w:t>has</w:t>
      </w:r>
      <w:r w:rsidR="00357F4D">
        <w:t xml:space="preserve"> </w:t>
      </w:r>
      <w:r w:rsidRPr="001C1AD5">
        <w:t>tended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explain</w:t>
      </w:r>
      <w:r w:rsidR="00357F4D">
        <w:t xml:space="preserve"> </w:t>
      </w:r>
      <w:r w:rsidRPr="001C1AD5">
        <w:t>away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sociologically</w:t>
      </w:r>
      <w:r w:rsidR="00357F4D">
        <w:t xml:space="preserve"> </w:t>
      </w:r>
      <w:r w:rsidRPr="001C1AD5">
        <w:t>determined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its</w:t>
      </w:r>
      <w:r w:rsidR="00357F4D">
        <w:t xml:space="preserve"> </w:t>
      </w:r>
      <w:r w:rsidRPr="001C1AD5">
        <w:t>context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hence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symptom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deeper</w:t>
      </w:r>
      <w:r w:rsidR="00357F4D">
        <w:t xml:space="preserve"> </w:t>
      </w:r>
      <w:r w:rsidRPr="001C1AD5">
        <w:t>causes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understood</w:t>
      </w:r>
      <w:r w:rsidR="00357F4D">
        <w:t xml:space="preserve"> </w:t>
      </w:r>
      <w:r w:rsidRPr="001C1AD5">
        <w:t>through</w:t>
      </w:r>
      <w:r w:rsidR="00357F4D">
        <w:t xml:space="preserve"> </w:t>
      </w:r>
      <w:r w:rsidRPr="001C1AD5">
        <w:t>social</w:t>
      </w:r>
      <w:r w:rsidR="00357F4D">
        <w:t xml:space="preserve"> </w:t>
      </w:r>
      <w:r w:rsidRPr="001C1AD5">
        <w:t>analysis</w:t>
      </w:r>
      <w:r w:rsidR="00357F4D">
        <w:t xml:space="preserve"> </w:t>
      </w:r>
      <w:r w:rsidRPr="001C1AD5">
        <w:t>(Laslett</w:t>
      </w:r>
      <w:r w:rsidR="00E11103">
        <w:t>,</w:t>
      </w:r>
      <w:r w:rsidR="00357F4D">
        <w:t xml:space="preserve"> </w:t>
      </w:r>
      <w:r w:rsidRPr="001C1AD5">
        <w:t>1956a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viii)</w:t>
      </w:r>
      <w:r w:rsidR="00E11103">
        <w:t>.</w:t>
      </w:r>
      <w:r w:rsidR="00357F4D">
        <w:t xml:space="preserve"> </w:t>
      </w:r>
      <w:r w:rsidRPr="001C1AD5">
        <w:t>But</w:t>
      </w:r>
      <w:r w:rsidR="00357F4D">
        <w:t xml:space="preserve"> </w:t>
      </w:r>
      <w:r w:rsidRPr="001C1AD5">
        <w:t>finally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most</w:t>
      </w:r>
      <w:r w:rsidR="00357F4D">
        <w:t xml:space="preserve"> </w:t>
      </w:r>
      <w:r w:rsidRPr="001C1AD5">
        <w:t>importantly</w:t>
      </w:r>
      <w:r w:rsidR="00E11103">
        <w:t>,</w:t>
      </w:r>
      <w:r w:rsidR="00357F4D">
        <w:t xml:space="preserve"> </w:t>
      </w:r>
      <w:r w:rsidRPr="001C1AD5">
        <w:t>‘The</w:t>
      </w:r>
      <w:r w:rsidR="00357F4D">
        <w:t xml:space="preserve"> </w:t>
      </w:r>
      <w:r w:rsidRPr="001C1AD5">
        <w:t>Logical</w:t>
      </w:r>
      <w:r w:rsidR="00357F4D">
        <w:t xml:space="preserve"> </w:t>
      </w:r>
      <w:r w:rsidRPr="001C1AD5">
        <w:t>Positivists</w:t>
      </w:r>
      <w:r w:rsidR="00357F4D">
        <w:t xml:space="preserve"> </w:t>
      </w:r>
      <w:r w:rsidRPr="001C1AD5">
        <w:t>[killed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philosophy]</w:t>
      </w:r>
      <w:r w:rsidR="00E11103">
        <w:t>.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Russell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Wittgenstein</w:t>
      </w:r>
      <w:r w:rsidR="00E11103">
        <w:t>,</w:t>
      </w:r>
      <w:r w:rsidR="00357F4D">
        <w:t xml:space="preserve"> </w:t>
      </w:r>
      <w:r w:rsidRPr="001C1AD5">
        <w:t>Ayer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Ryle</w:t>
      </w:r>
      <w:r w:rsidR="00357F4D">
        <w:t xml:space="preserve"> </w:t>
      </w:r>
      <w:r w:rsidRPr="001C1AD5">
        <w:t>who</w:t>
      </w:r>
      <w:r w:rsidR="00357F4D">
        <w:t xml:space="preserve"> </w:t>
      </w:r>
      <w:r w:rsidRPr="001C1AD5">
        <w:t>convinced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philosophers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must</w:t>
      </w:r>
      <w:r w:rsidR="00357F4D">
        <w:t xml:space="preserve"> </w:t>
      </w:r>
      <w:r w:rsidRPr="001C1AD5">
        <w:t>withdraw</w:t>
      </w:r>
      <w:r w:rsidR="00357F4D">
        <w:t xml:space="preserve"> </w:t>
      </w:r>
      <w:r w:rsidRPr="001C1AD5">
        <w:t>unto</w:t>
      </w:r>
      <w:r w:rsidR="00357F4D">
        <w:t xml:space="preserve"> </w:t>
      </w:r>
      <w:r w:rsidRPr="001C1AD5">
        <w:t>themselves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time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re</w:t>
      </w:r>
      <w:r w:rsidR="00357F4D">
        <w:t>-</w:t>
      </w:r>
      <w:r w:rsidRPr="001C1AD5">
        <w:t>examine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logical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linguistic</w:t>
      </w:r>
      <w:r w:rsidR="00357F4D">
        <w:t xml:space="preserve"> </w:t>
      </w:r>
      <w:r w:rsidRPr="001C1AD5">
        <w:t>apparatus</w:t>
      </w:r>
      <w:r w:rsidR="00E11103">
        <w:t>.</w:t>
      </w:r>
      <w:r w:rsidR="00357F4D">
        <w:t xml:space="preserve"> </w:t>
      </w:r>
      <w:r w:rsidRPr="001C1AD5">
        <w:t>…</w:t>
      </w:r>
      <w:r w:rsidR="00357F4D">
        <w:t xml:space="preserve"> </w:t>
      </w:r>
      <w:r w:rsidRPr="001C1AD5">
        <w:t>[This</w:t>
      </w:r>
      <w:r w:rsidR="00357F4D">
        <w:t xml:space="preserve"> </w:t>
      </w:r>
      <w:r w:rsidRPr="001C1AD5">
        <w:t>re</w:t>
      </w:r>
      <w:r w:rsidR="00357F4D">
        <w:t>-</w:t>
      </w:r>
      <w:r w:rsidRPr="001C1AD5">
        <w:t>examination]</w:t>
      </w:r>
      <w:r w:rsidR="00357F4D">
        <w:t xml:space="preserve"> </w:t>
      </w:r>
      <w:r w:rsidRPr="001C1AD5">
        <w:t>called</w:t>
      </w:r>
      <w:r w:rsidR="00357F4D">
        <w:t xml:space="preserve"> </w:t>
      </w:r>
      <w:r w:rsidRPr="001C1AD5">
        <w:t>into</w:t>
      </w:r>
      <w:r w:rsidR="00357F4D">
        <w:t xml:space="preserve"> </w:t>
      </w:r>
      <w:r w:rsidRPr="001C1AD5">
        <w:t>question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logical</w:t>
      </w:r>
      <w:r w:rsidR="00357F4D">
        <w:t xml:space="preserve"> </w:t>
      </w:r>
      <w:r w:rsidRPr="001C1AD5">
        <w:t>status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all</w:t>
      </w:r>
      <w:r w:rsidR="00357F4D">
        <w:t xml:space="preserve"> </w:t>
      </w:r>
      <w:r w:rsidRPr="001C1AD5">
        <w:t>ethical</w:t>
      </w:r>
      <w:r w:rsidR="00357F4D">
        <w:t xml:space="preserve"> </w:t>
      </w:r>
      <w:r w:rsidRPr="001C1AD5">
        <w:t>statements</w:t>
      </w:r>
      <w:r w:rsidR="00357F4D">
        <w:t xml:space="preserve"> </w:t>
      </w:r>
      <w:r w:rsidRPr="001C1AD5">
        <w:t>…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[raised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question]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whether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possible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all’</w:t>
      </w:r>
      <w:r w:rsidR="00357F4D">
        <w:t xml:space="preserve"> </w:t>
      </w:r>
      <w:r w:rsidRPr="001C1AD5">
        <w:t>(Laslett</w:t>
      </w:r>
      <w:r w:rsidR="00E11103">
        <w:t>,</w:t>
      </w:r>
      <w:r w:rsidR="00357F4D">
        <w:t xml:space="preserve"> </w:t>
      </w:r>
      <w:r w:rsidRPr="001C1AD5">
        <w:t>1956a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ix)</w:t>
      </w:r>
      <w:r w:rsidR="00E11103">
        <w:t>.</w:t>
      </w:r>
    </w:p>
    <w:p w:rsidR="00E11103" w:rsidRDefault="001C1AD5" w:rsidP="001C1AD5">
      <w:pPr>
        <w:pStyle w:val="libNormal"/>
      </w:pP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these</w:t>
      </w:r>
      <w:r w:rsidR="00357F4D">
        <w:t xml:space="preserve"> </w:t>
      </w:r>
      <w:r w:rsidRPr="001C6201">
        <w:t>explanations</w:t>
      </w:r>
      <w:r w:rsidR="00E11103">
        <w:t>,</w:t>
      </w:r>
      <w:r w:rsidR="00357F4D">
        <w:t xml:space="preserve"> </w:t>
      </w:r>
      <w:r w:rsidRPr="001C6201">
        <w:t>though</w:t>
      </w:r>
      <w:r w:rsidR="00357F4D">
        <w:t xml:space="preserve"> </w:t>
      </w:r>
      <w:r w:rsidRPr="001C6201">
        <w:t>often</w:t>
      </w:r>
      <w:r w:rsidR="00357F4D">
        <w:t xml:space="preserve"> </w:t>
      </w:r>
      <w:r w:rsidRPr="001C6201">
        <w:t>repeated</w:t>
      </w:r>
      <w:r w:rsidR="00E11103">
        <w:t>,</w:t>
      </w:r>
      <w:r w:rsidR="00357F4D">
        <w:t xml:space="preserve"> </w:t>
      </w:r>
      <w:r w:rsidRPr="001C6201">
        <w:t>may</w:t>
      </w:r>
      <w:r w:rsidR="00357F4D">
        <w:t xml:space="preserve"> </w:t>
      </w:r>
      <w:r w:rsidRPr="001C6201">
        <w:t>seem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uncompelling</w:t>
      </w:r>
      <w:r w:rsidR="00E11103">
        <w:t>.</w:t>
      </w:r>
      <w:r w:rsidR="00357F4D">
        <w:t xml:space="preserve"> </w:t>
      </w:r>
      <w:r w:rsidRPr="001C6201">
        <w:t>Popper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noted</w:t>
      </w:r>
      <w:r w:rsidR="00357F4D">
        <w:t xml:space="preserve"> </w:t>
      </w:r>
      <w:r w:rsidRPr="001C6201">
        <w:t>earlier</w:t>
      </w:r>
      <w:r w:rsidR="00E11103">
        <w:t>,</w:t>
      </w:r>
      <w:r w:rsidR="00357F4D">
        <w:t xml:space="preserve"> </w:t>
      </w:r>
      <w:r w:rsidRPr="001C6201">
        <w:t>referred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writings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‘war</w:t>
      </w:r>
      <w:r w:rsidR="00357F4D">
        <w:t xml:space="preserve"> </w:t>
      </w:r>
      <w:r w:rsidRPr="001C6201">
        <w:t>effort’</w:t>
      </w:r>
      <w:r w:rsidR="00357F4D">
        <w:t xml:space="preserve"> </w:t>
      </w:r>
      <w:r w:rsidRPr="001C6201">
        <w:t>(Popper</w:t>
      </w:r>
      <w:r w:rsidR="00E11103">
        <w:t>,</w:t>
      </w:r>
      <w:r w:rsidR="00357F4D">
        <w:t xml:space="preserve"> </w:t>
      </w:r>
      <w:r w:rsidRPr="001C6201">
        <w:t>1974/1992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115)</w:t>
      </w:r>
      <w:r w:rsidR="00E11103">
        <w:t>,</w:t>
      </w:r>
      <w:r w:rsidR="00357F4D">
        <w:t xml:space="preserve"> </w:t>
      </w:r>
      <w:r w:rsidRPr="001C6201">
        <w:t>and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Laslett</w:t>
      </w:r>
      <w:r w:rsidR="00357F4D">
        <w:t xml:space="preserve"> </w:t>
      </w:r>
      <w:r w:rsidRPr="001C6201">
        <w:t>himself</w:t>
      </w:r>
      <w:r w:rsidR="00357F4D">
        <w:t xml:space="preserve"> </w:t>
      </w:r>
      <w:r w:rsidRPr="001C6201">
        <w:t>notes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seems</w:t>
      </w:r>
      <w:r w:rsidR="00357F4D">
        <w:t xml:space="preserve"> </w:t>
      </w:r>
      <w:r w:rsidRPr="001C6201">
        <w:t>just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likely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war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magnitude</w:t>
      </w:r>
      <w:r w:rsidR="00357F4D">
        <w:t xml:space="preserve"> </w:t>
      </w:r>
      <w:r w:rsidRPr="001C6201">
        <w:t>should</w:t>
      </w:r>
      <w:r w:rsidR="00357F4D">
        <w:t xml:space="preserve"> </w:t>
      </w:r>
      <w:r w:rsidRPr="001C6201">
        <w:t>inspire</w:t>
      </w:r>
      <w:r w:rsidR="00357F4D">
        <w:t xml:space="preserve"> </w:t>
      </w:r>
      <w:r w:rsidRPr="001C6201">
        <w:t>reflection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matters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suppress</w:t>
      </w:r>
      <w:r w:rsidR="00357F4D">
        <w:t xml:space="preserve"> </w:t>
      </w:r>
      <w:r w:rsidRPr="001C6201">
        <w:t>it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second</w:t>
      </w:r>
      <w:r w:rsidR="00357F4D">
        <w:t xml:space="preserve"> - </w:t>
      </w:r>
      <w:r w:rsidRPr="001C6201">
        <w:t>where</w:t>
      </w:r>
      <w:r w:rsidR="00357F4D">
        <w:t xml:space="preserve"> </w:t>
      </w:r>
      <w:r w:rsidRPr="001C6201">
        <w:t>ideology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reduced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subject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sociological</w:t>
      </w:r>
      <w:r w:rsidR="00357F4D">
        <w:t xml:space="preserve"> </w:t>
      </w:r>
      <w:r w:rsidRPr="001C6201">
        <w:t>study</w:t>
      </w:r>
      <w:r w:rsidR="00357F4D">
        <w:t xml:space="preserve"> - </w:t>
      </w:r>
      <w:r w:rsidRPr="001C6201">
        <w:t>may</w:t>
      </w:r>
      <w:r w:rsidR="00357F4D">
        <w:t xml:space="preserve"> </w:t>
      </w:r>
      <w:r w:rsidRPr="001C6201">
        <w:t>well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significant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undermining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autonomous</w:t>
      </w:r>
      <w:r w:rsidR="00357F4D">
        <w:t xml:space="preserve"> </w:t>
      </w:r>
      <w:r w:rsidRPr="001C6201">
        <w:t>discipline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third</w:t>
      </w:r>
      <w:r w:rsidR="00357F4D">
        <w:t xml:space="preserve"> - </w:t>
      </w:r>
      <w:r w:rsidRPr="001C6201">
        <w:t>the</w:t>
      </w:r>
      <w:r w:rsidR="00357F4D">
        <w:t xml:space="preserve"> </w:t>
      </w:r>
      <w:r w:rsidRPr="001C6201">
        <w:t>rise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positivism</w:t>
      </w:r>
      <w:r w:rsidR="00357F4D">
        <w:t xml:space="preserve"> </w:t>
      </w:r>
      <w:r w:rsidRPr="001C6201">
        <w:t>(though</w:t>
      </w:r>
      <w:r w:rsidR="00357F4D">
        <w:t xml:space="preserve"> </w:t>
      </w:r>
      <w:r w:rsidRPr="001C6201">
        <w:t>here</w:t>
      </w:r>
      <w:r w:rsidR="00357F4D">
        <w:t xml:space="preserve"> </w:t>
      </w:r>
      <w:r w:rsidRPr="001C6201">
        <w:t>rolled</w:t>
      </w:r>
      <w:r w:rsidR="00357F4D">
        <w:t xml:space="preserve"> </w:t>
      </w:r>
      <w:r w:rsidRPr="001C6201">
        <w:t>together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atomism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ordinary</w:t>
      </w:r>
      <w:r w:rsidR="00357F4D">
        <w:t xml:space="preserve"> </w:t>
      </w:r>
      <w:r w:rsidRPr="001C6201">
        <w:t>language</w:t>
      </w:r>
      <w:r w:rsidR="00357F4D">
        <w:t xml:space="preserve"> </w:t>
      </w:r>
      <w:r w:rsidRPr="001C6201">
        <w:t>philosophy)</w:t>
      </w:r>
      <w:r w:rsidR="00357F4D">
        <w:t xml:space="preserve"> - </w:t>
      </w:r>
      <w:r w:rsidRPr="001C6201">
        <w:t>again</w:t>
      </w:r>
      <w:r w:rsidR="00357F4D">
        <w:t xml:space="preserve"> </w:t>
      </w:r>
      <w:r w:rsidRPr="001C6201">
        <w:t>looks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promising</w:t>
      </w:r>
      <w:r w:rsidR="00357F4D">
        <w:t xml:space="preserve"> </w:t>
      </w:r>
      <w:r w:rsidRPr="001C6201">
        <w:t>explanation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will</w:t>
      </w:r>
      <w:r w:rsidR="00357F4D">
        <w:t xml:space="preserve"> </w:t>
      </w:r>
      <w:r w:rsidRPr="001C6201">
        <w:t>see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problematic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looks</w:t>
      </w:r>
      <w:r w:rsidR="00E11103">
        <w:t>.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still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appearance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powerful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especially</w:t>
      </w:r>
      <w:r w:rsidR="00357F4D">
        <w:t xml:space="preserve"> </w:t>
      </w:r>
      <w:r w:rsidRPr="001C6201">
        <w:t>when</w:t>
      </w:r>
      <w:r w:rsidR="00357F4D">
        <w:t xml:space="preserve"> </w:t>
      </w:r>
      <w:r w:rsidRPr="001C6201">
        <w:t>combined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introspections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ordinary</w:t>
      </w:r>
      <w:r w:rsidR="00357F4D">
        <w:t xml:space="preserve"> </w:t>
      </w:r>
      <w:r w:rsidRPr="001C6201">
        <w:t>language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concentration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clarification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questions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proposing</w:t>
      </w:r>
      <w:r w:rsidR="00357F4D">
        <w:t xml:space="preserve"> </w:t>
      </w:r>
      <w:r w:rsidRPr="001C6201">
        <w:t>solutions</w:t>
      </w:r>
      <w:r w:rsidR="00E11103">
        <w:t>.</w:t>
      </w:r>
      <w:r w:rsidR="00357F4D">
        <w:t xml:space="preserve"> </w:t>
      </w:r>
      <w:r w:rsidRPr="001C6201">
        <w:t>Each</w:t>
      </w:r>
      <w:r w:rsidR="00357F4D">
        <w:t xml:space="preserve"> </w:t>
      </w:r>
      <w:r w:rsidRPr="001C6201">
        <w:t>could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dampening</w:t>
      </w:r>
      <w:r w:rsidR="00357F4D">
        <w:t xml:space="preserve"> </w:t>
      </w:r>
      <w:r w:rsidRPr="001C6201">
        <w:t>effect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prospects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;</w:t>
      </w:r>
      <w:r w:rsidR="00357F4D">
        <w:t xml:space="preserve"> </w:t>
      </w:r>
      <w:r w:rsidRPr="001C6201">
        <w:t>together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threaten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stultifying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The</w:t>
      </w:r>
      <w:r w:rsidR="00357F4D">
        <w:t xml:space="preserve"> </w:t>
      </w:r>
      <w:r w:rsidRPr="001C1AD5">
        <w:t>particular</w:t>
      </w:r>
      <w:r w:rsidR="00357F4D">
        <w:t xml:space="preserve"> </w:t>
      </w:r>
      <w:r w:rsidRPr="001C1AD5">
        <w:t>implications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positivism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are</w:t>
      </w:r>
      <w:r w:rsidR="00357F4D">
        <w:t xml:space="preserve"> </w:t>
      </w:r>
      <w:r w:rsidRPr="001C1AD5">
        <w:t>said</w:t>
      </w:r>
      <w:r w:rsidR="00E11103">
        <w:t>,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Laslettt</w:t>
      </w:r>
      <w:r w:rsidR="00E11103">
        <w:t>,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been</w:t>
      </w:r>
      <w:r w:rsidR="00357F4D">
        <w:t xml:space="preserve"> </w:t>
      </w:r>
      <w:r w:rsidRPr="001C1AD5">
        <w:t>drawn</w:t>
      </w:r>
      <w:r w:rsidR="00357F4D">
        <w:t xml:space="preserve"> </w:t>
      </w:r>
      <w:r w:rsidRPr="001C1AD5">
        <w:t>out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T</w:t>
      </w:r>
      <w:r w:rsidR="00E11103">
        <w:t>.</w:t>
      </w:r>
      <w:r w:rsidRPr="001C1AD5">
        <w:t>D</w:t>
      </w:r>
      <w:r w:rsidR="00E11103">
        <w:t>.</w:t>
      </w:r>
      <w:r w:rsidR="00357F4D">
        <w:t xml:space="preserve"> </w:t>
      </w:r>
      <w:r w:rsidRPr="001C1AD5">
        <w:t>Weldon</w:t>
      </w:r>
      <w:r w:rsidR="00E11103">
        <w:t>,</w:t>
      </w:r>
      <w:r w:rsidR="00357F4D">
        <w:t xml:space="preserve"> </w:t>
      </w:r>
      <w:r w:rsidRPr="001C1AD5">
        <w:t>whose</w:t>
      </w:r>
      <w:r w:rsidR="00357F4D">
        <w:t xml:space="preserve"> </w:t>
      </w:r>
      <w:r w:rsidRPr="001C1AD5">
        <w:rPr>
          <w:rStyle w:val="libItalicChar"/>
        </w:rPr>
        <w:lastRenderedPageBreak/>
        <w:t>Vocabulary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t xml:space="preserve"> </w:t>
      </w:r>
      <w:r w:rsidRPr="001C6201">
        <w:t>(Weldon</w:t>
      </w:r>
      <w:r w:rsidR="00E11103">
        <w:t>,</w:t>
      </w:r>
      <w:r w:rsidR="00357F4D">
        <w:t xml:space="preserve"> </w:t>
      </w:r>
      <w:r w:rsidRPr="001C6201">
        <w:t>1953)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summarised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entitled</w:t>
      </w:r>
      <w:r w:rsidR="00357F4D">
        <w:t xml:space="preserve"> </w:t>
      </w:r>
      <w:r w:rsidRPr="001C6201">
        <w:t>‘Political</w:t>
      </w:r>
      <w:r w:rsidR="00357F4D">
        <w:t xml:space="preserve"> </w:t>
      </w:r>
      <w:r w:rsidRPr="001C6201">
        <w:t>Principles’</w:t>
      </w:r>
      <w:r w:rsidR="00E11103">
        <w:t>,</w:t>
      </w:r>
      <w:r w:rsidR="00357F4D">
        <w:t xml:space="preserve"> </w:t>
      </w:r>
      <w:r w:rsidRPr="001C6201">
        <w:t>included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essay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Laslettt’s</w:t>
      </w:r>
      <w:r w:rsidR="00357F4D">
        <w:t xml:space="preserve"> </w:t>
      </w:r>
      <w:r w:rsidRPr="001C6201">
        <w:t>collection</w:t>
      </w:r>
      <w:r w:rsidR="00357F4D">
        <w:t xml:space="preserve"> </w:t>
      </w:r>
      <w:r w:rsidRPr="001C6201">
        <w:t>(Weldon</w:t>
      </w:r>
      <w:r w:rsidR="00E11103">
        <w:t>,</w:t>
      </w:r>
      <w:r w:rsidR="00357F4D">
        <w:t xml:space="preserve"> </w:t>
      </w:r>
      <w:r w:rsidRPr="001C6201">
        <w:t>1956)</w:t>
      </w:r>
      <w:r w:rsidR="00E11103">
        <w:t>,</w:t>
      </w:r>
      <w:r w:rsidR="00357F4D">
        <w:t xml:space="preserve"> </w:t>
      </w:r>
      <w:r w:rsidRPr="001C6201">
        <w:t>after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elegant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now</w:t>
      </w:r>
      <w:r w:rsidR="00357F4D">
        <w:t xml:space="preserve"> </w:t>
      </w:r>
      <w:r w:rsidRPr="001C6201">
        <w:t>well</w:t>
      </w:r>
      <w:r w:rsidR="00357F4D">
        <w:t>-</w:t>
      </w:r>
      <w:r w:rsidRPr="001C6201">
        <w:t>known</w:t>
      </w:r>
      <w:r w:rsidR="00E11103">
        <w:t>,</w:t>
      </w:r>
      <w:r w:rsidR="00357F4D">
        <w:t xml:space="preserve"> </w:t>
      </w:r>
      <w:r w:rsidRPr="001C6201">
        <w:t>essay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Michael</w:t>
      </w:r>
      <w:r w:rsidR="00357F4D">
        <w:t xml:space="preserve"> </w:t>
      </w:r>
      <w:r w:rsidRPr="001C6201">
        <w:t>Oakeshott</w:t>
      </w:r>
      <w:r w:rsidR="00E11103">
        <w:t>,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‘Political</w:t>
      </w:r>
      <w:r w:rsidR="00357F4D">
        <w:t xml:space="preserve"> </w:t>
      </w:r>
      <w:r w:rsidRPr="001C6201">
        <w:t>Education’</w:t>
      </w:r>
      <w:r w:rsidR="00E11103">
        <w:t>.</w:t>
      </w:r>
      <w:r w:rsidR="00357F4D">
        <w:t xml:space="preserve"> </w:t>
      </w:r>
      <w:r w:rsidRPr="001C6201">
        <w:t>Clearly</w:t>
      </w:r>
      <w:r w:rsidR="00357F4D">
        <w:t xml:space="preserve"> </w:t>
      </w:r>
      <w:r w:rsidRPr="001C6201">
        <w:t>untouched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positivism</w:t>
      </w:r>
      <w:r w:rsidR="00E11103">
        <w:t>,</w:t>
      </w:r>
      <w:r w:rsidR="00357F4D">
        <w:t xml:space="preserve"> </w:t>
      </w:r>
      <w:r w:rsidRPr="001C6201">
        <w:t>Oakeshott</w:t>
      </w:r>
      <w:r w:rsidR="00357F4D">
        <w:t xml:space="preserve"> </w:t>
      </w:r>
      <w:r w:rsidRPr="001C6201">
        <w:t>makes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case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priority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tradition</w:t>
      </w:r>
      <w:r w:rsidR="00357F4D">
        <w:t xml:space="preserve"> </w:t>
      </w:r>
      <w:r w:rsidRPr="001C6201">
        <w:t>over</w:t>
      </w:r>
      <w:r w:rsidR="00357F4D">
        <w:t xml:space="preserve"> </w:t>
      </w:r>
      <w:r w:rsidRPr="001C6201">
        <w:t>ideology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conversation</w:t>
      </w:r>
      <w:r w:rsidR="00357F4D">
        <w:t xml:space="preserve"> </w:t>
      </w:r>
      <w:r w:rsidRPr="001C6201">
        <w:t>over</w:t>
      </w:r>
      <w:r w:rsidR="00357F4D">
        <w:t xml:space="preserve"> </w:t>
      </w:r>
      <w:r w:rsidRPr="001C6201">
        <w:t>argument</w:t>
      </w:r>
      <w:r w:rsidR="00357F4D">
        <w:t xml:space="preserve"> </w:t>
      </w:r>
      <w:r w:rsidRPr="001C6201">
        <w:t>(Oakeshott</w:t>
      </w:r>
      <w:r w:rsidR="00E11103">
        <w:t>,</w:t>
      </w:r>
      <w:r w:rsidR="00357F4D">
        <w:t xml:space="preserve"> </w:t>
      </w:r>
      <w:r w:rsidRPr="001C6201">
        <w:t>1956)</w:t>
      </w:r>
      <w:r w:rsidR="00E11103">
        <w:t>.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contrast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‘Political</w:t>
      </w:r>
      <w:r w:rsidR="00357F4D">
        <w:t xml:space="preserve"> </w:t>
      </w:r>
      <w:r w:rsidRPr="001C6201">
        <w:t>Principles’</w:t>
      </w:r>
      <w:r w:rsidR="00357F4D">
        <w:t xml:space="preserve"> </w:t>
      </w:r>
      <w:r w:rsidRPr="001C6201">
        <w:t>Weldon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somewhat</w:t>
      </w:r>
      <w:r w:rsidR="00357F4D">
        <w:t xml:space="preserve"> </w:t>
      </w:r>
      <w:r w:rsidRPr="001C6201">
        <w:t>irritated</w:t>
      </w:r>
      <w:r w:rsidR="00357F4D">
        <w:t xml:space="preserve"> </w:t>
      </w:r>
      <w:r w:rsidRPr="001C6201">
        <w:t>tone</w:t>
      </w:r>
      <w:r w:rsidR="00E11103">
        <w:t>,</w:t>
      </w:r>
      <w:r w:rsidR="00357F4D">
        <w:t xml:space="preserve"> </w:t>
      </w:r>
      <w:r w:rsidRPr="001C6201">
        <w:t>applies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fairly</w:t>
      </w:r>
      <w:r w:rsidR="00357F4D">
        <w:t xml:space="preserve"> </w:t>
      </w:r>
      <w:r w:rsidRPr="001C6201">
        <w:t>direct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positivism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deflate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ambitions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traditional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arguing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principles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firmer</w:t>
      </w:r>
      <w:r w:rsidR="00357F4D">
        <w:t xml:space="preserve"> </w:t>
      </w:r>
      <w:r w:rsidRPr="001C6201">
        <w:t>epistemological</w:t>
      </w:r>
      <w:r w:rsidR="00357F4D">
        <w:t xml:space="preserve"> </w:t>
      </w:r>
      <w:r w:rsidRPr="001C6201">
        <w:t>foundation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individual</w:t>
      </w:r>
      <w:r w:rsidR="00357F4D">
        <w:t xml:space="preserve"> </w:t>
      </w:r>
      <w:r w:rsidRPr="001C6201">
        <w:t>judgement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collective</w:t>
      </w:r>
      <w:r w:rsidR="00357F4D">
        <w:t xml:space="preserve"> </w:t>
      </w:r>
      <w:r w:rsidRPr="001C6201">
        <w:t>agreement</w:t>
      </w:r>
      <w:r w:rsidR="00E11103">
        <w:t>.</w:t>
      </w:r>
    </w:p>
    <w:p w:rsidR="00E11103" w:rsidRDefault="001C1AD5" w:rsidP="001C1AD5">
      <w:pPr>
        <w:pStyle w:val="libNormal"/>
        <w:rPr>
          <w:rStyle w:val="libNormalChar"/>
        </w:rPr>
      </w:pPr>
      <w:r w:rsidRPr="001C6201">
        <w:t>Laslett</w:t>
      </w:r>
      <w:r w:rsidR="00357F4D">
        <w:t xml:space="preserve"> </w:t>
      </w:r>
      <w:r w:rsidRPr="001C6201">
        <w:t>subtly</w:t>
      </w:r>
      <w:r w:rsidR="00357F4D">
        <w:t xml:space="preserve"> </w:t>
      </w:r>
      <w:r w:rsidRPr="001C6201">
        <w:t>describes</w:t>
      </w:r>
      <w:r w:rsidR="00357F4D">
        <w:t xml:space="preserve"> </w:t>
      </w:r>
      <w:r w:rsidRPr="001C6201">
        <w:t>‘Political</w:t>
      </w:r>
      <w:r w:rsidR="00357F4D">
        <w:t xml:space="preserve"> </w:t>
      </w:r>
      <w:r w:rsidRPr="001C6201">
        <w:t>Principles’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‘terser’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argument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Weldon’s</w:t>
      </w:r>
      <w:r w:rsidR="00357F4D">
        <w:t xml:space="preserve"> </w:t>
      </w:r>
      <w:r w:rsidRPr="001C6201">
        <w:t>1953</w:t>
      </w:r>
      <w:r w:rsidR="00357F4D">
        <w:t xml:space="preserve"> </w:t>
      </w:r>
      <w:r w:rsidRPr="001C6201">
        <w:t>book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Vocabulary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term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‘terse’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accurate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both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sense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paper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more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concise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but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also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rather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brusque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tone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Vocabulary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series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edited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Ayer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editorial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forward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Ayer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suggests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Weldon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aims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‘exhibit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logic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statements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which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characteristically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figure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discourse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about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politics’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Certainly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Weldon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makes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appear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straightforward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assertions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logical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positivist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creed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certain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places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Weldon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argues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role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respect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not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answer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taken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traditional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questions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but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clarify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meaning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vocabulary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which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couched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even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goes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far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say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‘[W]hen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verbal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confusions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tidied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up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most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questions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traditional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not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unanswerable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confused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formulations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purely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empirical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difficulties</w:t>
      </w:r>
      <w:r w:rsidR="00E11103">
        <w:rPr>
          <w:rStyle w:val="libNormalChar"/>
        </w:rPr>
        <w:t>.</w:t>
      </w:r>
      <w:r w:rsidRPr="001C1AD5">
        <w:rPr>
          <w:rStyle w:val="libNormalChar"/>
        </w:rPr>
        <w:t>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(Weldon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1953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192)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Yet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case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often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Weldon’s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own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analysis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rather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betrays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theoretical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claims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Much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Weldon’s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argument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traditional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implicitly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accepted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type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Platonism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which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terms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like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‘freedom’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state’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concepts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essences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task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discover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essences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which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will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provide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‘philosophical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foundations’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particular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ideologies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Weldon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claims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approach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mistaken</w:t>
      </w:r>
      <w:r w:rsidR="00E11103">
        <w:rPr>
          <w:rStyle w:val="libNormalChar"/>
        </w:rPr>
        <w:t>: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no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essences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foundations</w:t>
      </w:r>
      <w:r w:rsidR="00E11103">
        <w:rPr>
          <w:rStyle w:val="libNormalChar"/>
        </w:rPr>
        <w:t>.</w:t>
      </w:r>
    </w:p>
    <w:p w:rsidR="001C1AD5" w:rsidRDefault="001C1AD5" w:rsidP="001C1AD5">
      <w:pPr>
        <w:pStyle w:val="libNormal"/>
      </w:pPr>
      <w:r w:rsidRPr="001C6201">
        <w:t>Weldon</w:t>
      </w:r>
      <w:r w:rsidR="00357F4D">
        <w:t xml:space="preserve"> </w:t>
      </w:r>
      <w:r w:rsidRPr="001C6201">
        <w:t>plausibly</w:t>
      </w:r>
      <w:r w:rsidR="00357F4D">
        <w:t xml:space="preserve"> </w:t>
      </w:r>
      <w:r w:rsidRPr="001C6201">
        <w:t>links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search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‘foundations’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fear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subjectivism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1953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manifests</w:t>
      </w:r>
      <w:r w:rsidR="00357F4D">
        <w:t xml:space="preserve"> </w:t>
      </w:r>
      <w:r w:rsidRPr="001C6201">
        <w:t>itself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concern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unless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possible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find</w:t>
      </w:r>
      <w:r w:rsidR="00357F4D">
        <w:t xml:space="preserve"> </w:t>
      </w:r>
      <w:r w:rsidRPr="001C6201">
        <w:t>philosophical</w:t>
      </w:r>
      <w:r w:rsidR="00357F4D">
        <w:t xml:space="preserve"> </w:t>
      </w:r>
      <w:r w:rsidRPr="001C6201">
        <w:t>foundations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western</w:t>
      </w:r>
      <w:r w:rsidR="00357F4D">
        <w:t xml:space="preserve"> </w:t>
      </w:r>
      <w:r w:rsidRPr="001C6201">
        <w:t>liberal</w:t>
      </w:r>
      <w:r w:rsidR="00357F4D">
        <w:t xml:space="preserve"> </w:t>
      </w:r>
      <w:r w:rsidRPr="001C6201">
        <w:t>democracy</w:t>
      </w:r>
      <w:r w:rsidR="00E11103">
        <w:t>,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nothing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say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opposition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soviet</w:t>
      </w:r>
      <w:r w:rsidR="00357F4D">
        <w:t xml:space="preserve"> </w:t>
      </w:r>
      <w:r w:rsidRPr="001C6201">
        <w:t>communism</w:t>
      </w:r>
      <w:r w:rsidR="00E11103">
        <w:t>,</w:t>
      </w:r>
      <w:r w:rsidR="00357F4D">
        <w:t xml:space="preserve"> </w:t>
      </w:r>
      <w:r w:rsidRPr="001C6201">
        <w:t>or</w:t>
      </w:r>
      <w:r w:rsidR="00E11103">
        <w:t>,</w:t>
      </w:r>
      <w:r w:rsidR="00357F4D">
        <w:t xml:space="preserve"> </w:t>
      </w:r>
      <w:r w:rsidRPr="001C6201">
        <w:t>indeed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Nazi</w:t>
      </w:r>
      <w:r w:rsidR="00357F4D">
        <w:t xml:space="preserve"> </w:t>
      </w:r>
      <w:r w:rsidRPr="001C6201">
        <w:t>regime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course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recent</w:t>
      </w:r>
      <w:r w:rsidR="00357F4D">
        <w:t xml:space="preserve"> </w:t>
      </w:r>
      <w:r w:rsidRPr="001C6201">
        <w:t>memory</w:t>
      </w:r>
      <w:r w:rsidR="00E11103">
        <w:t>.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attempts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disarm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line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objection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plausible</w:t>
      </w:r>
      <w:r w:rsidR="00357F4D">
        <w:t xml:space="preserve"> </w:t>
      </w:r>
      <w:r w:rsidRPr="001C6201">
        <w:t>contention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possible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support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oppose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positions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reasons</w:t>
      </w:r>
      <w:r w:rsidR="00357F4D">
        <w:t xml:space="preserve"> </w:t>
      </w:r>
      <w:r w:rsidRPr="001C6201">
        <w:t>even</w:t>
      </w:r>
      <w:r w:rsidR="00357F4D">
        <w:t xml:space="preserve"> </w:t>
      </w:r>
      <w:r w:rsidRPr="001C6201">
        <w:t>if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definitive</w:t>
      </w:r>
      <w:r w:rsidR="00357F4D">
        <w:t xml:space="preserve"> </w:t>
      </w:r>
      <w:r w:rsidRPr="001C6201">
        <w:t>set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foundations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philosophical</w:t>
      </w:r>
      <w:r w:rsidR="00357F4D">
        <w:t xml:space="preserve"> </w:t>
      </w:r>
      <w:r w:rsidRPr="001C6201">
        <w:t>test</w:t>
      </w:r>
      <w:r w:rsidR="00357F4D">
        <w:t xml:space="preserve"> </w:t>
      </w:r>
      <w:r w:rsidRPr="001C6201">
        <w:t>against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position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judged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same</w:t>
      </w:r>
      <w:r w:rsidR="00357F4D">
        <w:t xml:space="preserve"> </w:t>
      </w:r>
      <w:r w:rsidRPr="001C6201">
        <w:t>time</w:t>
      </w:r>
      <w:r w:rsidR="00E11103">
        <w:t>,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suggests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follow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politics</w:t>
      </w:r>
      <w:r w:rsidR="00357F4D">
        <w:t xml:space="preserve"> </w:t>
      </w:r>
      <w:r w:rsidRPr="001C6201">
        <w:t>collapses</w:t>
      </w:r>
      <w:r w:rsidR="00357F4D">
        <w:t xml:space="preserve"> </w:t>
      </w:r>
      <w:r w:rsidRPr="001C6201">
        <w:t>into</w:t>
      </w:r>
      <w:r w:rsidR="00357F4D">
        <w:t xml:space="preserve"> </w:t>
      </w:r>
      <w:r w:rsidRPr="001C6201">
        <w:t>individual</w:t>
      </w:r>
      <w:r w:rsidR="00357F4D">
        <w:t xml:space="preserve"> </w:t>
      </w:r>
      <w:r w:rsidRPr="001C6201">
        <w:t>subjectivism</w:t>
      </w:r>
      <w:r w:rsidR="00E11103">
        <w:t>;</w:t>
      </w:r>
      <w:r w:rsidR="00357F4D">
        <w:t xml:space="preserve"> </w:t>
      </w:r>
      <w:r w:rsidRPr="001C6201">
        <w:t>foundations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necessary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rational</w:t>
      </w:r>
      <w:r w:rsidR="00357F4D">
        <w:t xml:space="preserve"> </w:t>
      </w:r>
      <w:r w:rsidRPr="001C6201">
        <w:t>politics</w:t>
      </w:r>
      <w:r w:rsidR="00E11103">
        <w:t>.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sketches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account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politics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practice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internal</w:t>
      </w:r>
      <w:r w:rsidR="00357F4D">
        <w:t xml:space="preserve"> </w:t>
      </w:r>
      <w:r w:rsidRPr="001C6201">
        <w:t>standards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excellence</w:t>
      </w:r>
      <w:r w:rsidR="00357F4D">
        <w:t xml:space="preserve"> </w:t>
      </w:r>
      <w:r w:rsidRPr="001C6201">
        <w:t>(although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language</w:t>
      </w:r>
      <w:r w:rsidR="00357F4D">
        <w:t xml:space="preserve"> </w:t>
      </w:r>
      <w:r w:rsidRPr="001C6201">
        <w:t>himself)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like</w:t>
      </w:r>
      <w:r w:rsidR="00357F4D">
        <w:t xml:space="preserve"> </w:t>
      </w:r>
      <w:r w:rsidRPr="001C6201">
        <w:t>art</w:t>
      </w:r>
      <w:r w:rsidR="00357F4D">
        <w:t xml:space="preserve"> </w:t>
      </w:r>
      <w:r w:rsidRPr="001C6201">
        <w:t>criticism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wine</w:t>
      </w:r>
      <w:r w:rsidR="00357F4D">
        <w:t xml:space="preserve"> </w:t>
      </w:r>
      <w:r w:rsidRPr="001C6201">
        <w:t>tasting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genuine</w:t>
      </w:r>
      <w:r w:rsidR="00357F4D">
        <w:t xml:space="preserve"> </w:t>
      </w:r>
      <w:r w:rsidRPr="001C6201">
        <w:t>judgements</w:t>
      </w:r>
      <w:r w:rsidR="00E11103">
        <w:t>.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takes</w:t>
      </w:r>
      <w:r w:rsidR="00357F4D">
        <w:t xml:space="preserve"> </w:t>
      </w:r>
      <w:r w:rsidRPr="001C6201">
        <w:t>time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sketch</w:t>
      </w:r>
      <w:r w:rsidR="00357F4D">
        <w:t xml:space="preserve"> </w:t>
      </w:r>
      <w:r w:rsidRPr="001C6201">
        <w:lastRenderedPageBreak/>
        <w:t>out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virtues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statesman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how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person</w:t>
      </w:r>
      <w:r w:rsidR="00357F4D">
        <w:t xml:space="preserve"> </w:t>
      </w:r>
      <w:r w:rsidRPr="001C6201">
        <w:t>compares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experts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fields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respect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appears</w:t>
      </w:r>
      <w:r w:rsidR="00357F4D">
        <w:t xml:space="preserve"> </w:t>
      </w:r>
      <w:r w:rsidRPr="001C6201">
        <w:t>far</w:t>
      </w:r>
      <w:r w:rsidR="00357F4D">
        <w:t xml:space="preserve"> </w:t>
      </w:r>
      <w:r w:rsidRPr="001C6201">
        <w:t>closer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Oakeshott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Ayer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Ryle</w:t>
      </w:r>
      <w:r w:rsidR="00E11103">
        <w:t>.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generally</w:t>
      </w:r>
      <w:r w:rsidR="00E11103">
        <w:t>,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curiously</w:t>
      </w:r>
      <w:r w:rsidR="00357F4D">
        <w:t xml:space="preserve"> </w:t>
      </w:r>
      <w:r w:rsidRPr="001C6201">
        <w:t>combines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great</w:t>
      </w:r>
      <w:r w:rsidR="00357F4D">
        <w:t xml:space="preserve"> </w:t>
      </w:r>
      <w:r w:rsidRPr="001C6201">
        <w:t>respect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genius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many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great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philosophers</w:t>
      </w:r>
      <w:r w:rsidR="00E11103">
        <w:t>,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readiness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accuse</w:t>
      </w:r>
      <w:r w:rsidR="00357F4D">
        <w:t xml:space="preserve"> </w:t>
      </w:r>
      <w:r w:rsidRPr="001C6201">
        <w:t>them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simple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grammatical</w:t>
      </w:r>
      <w:r w:rsidR="00357F4D">
        <w:t xml:space="preserve"> </w:t>
      </w:r>
      <w:r w:rsidRPr="001C6201">
        <w:t>mistakes</w:t>
      </w:r>
      <w:r w:rsidR="00E11103">
        <w:t>.</w:t>
      </w:r>
    </w:p>
    <w:p w:rsidR="001C1AD5" w:rsidRPr="001C6201" w:rsidRDefault="001C1AD5" w:rsidP="001C1AD5">
      <w:pPr>
        <w:pStyle w:val="libNormal"/>
      </w:pPr>
      <w:r w:rsidRPr="001C6201">
        <w:t>Still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evident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Weldon’s</w:t>
      </w:r>
      <w:r w:rsidR="00357F4D">
        <w:t xml:space="preserve"> </w:t>
      </w:r>
      <w:r w:rsidRPr="001C6201">
        <w:t>relation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positivism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linguistic</w:t>
      </w:r>
      <w:r w:rsidR="00357F4D">
        <w:t xml:space="preserve"> </w:t>
      </w:r>
      <w:r w:rsidRPr="001C6201">
        <w:t>analysis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complex</w:t>
      </w:r>
      <w:r w:rsidR="00357F4D">
        <w:t xml:space="preserve"> </w:t>
      </w:r>
      <w:r w:rsidRPr="001C6201">
        <w:t>one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project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analysis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sometimes</w:t>
      </w:r>
      <w:r w:rsidR="00357F4D">
        <w:t xml:space="preserve"> </w:t>
      </w:r>
      <w:r w:rsidRPr="001C6201">
        <w:t>implicitly</w:t>
      </w:r>
      <w:r w:rsidR="00357F4D">
        <w:t xml:space="preserve"> </w:t>
      </w:r>
      <w:r w:rsidRPr="001C6201">
        <w:t>guilty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Platonism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rejects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keen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avoid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accusation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rejecting</w:t>
      </w:r>
      <w:r w:rsidR="00357F4D">
        <w:t xml:space="preserve"> </w:t>
      </w:r>
      <w:r w:rsidRPr="001C6201">
        <w:t>Platonism</w:t>
      </w:r>
      <w:r w:rsidR="00357F4D">
        <w:t xml:space="preserve"> </w:t>
      </w:r>
      <w:r w:rsidRPr="001C6201">
        <w:t>leaves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‘boo/hurrah’</w:t>
      </w:r>
      <w:r w:rsidR="00357F4D">
        <w:t xml:space="preserve"> </w:t>
      </w:r>
      <w:r w:rsidRPr="001C6201">
        <w:t>approach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Indeed</w:t>
      </w:r>
      <w:r w:rsidR="00E11103">
        <w:t>,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special</w:t>
      </w:r>
      <w:r w:rsidR="00357F4D">
        <w:t xml:space="preserve"> </w:t>
      </w:r>
      <w:r w:rsidRPr="001C1AD5">
        <w:t>difficulties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applying</w:t>
      </w:r>
      <w:r w:rsidR="00357F4D">
        <w:t xml:space="preserve"> </w:t>
      </w:r>
      <w:r w:rsidRPr="001C1AD5">
        <w:t>positivism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pointed</w:t>
      </w:r>
      <w:r w:rsidR="00357F4D">
        <w:t xml:space="preserve"> </w:t>
      </w:r>
      <w:r w:rsidRPr="001C1AD5">
        <w:t>out</w:t>
      </w:r>
      <w:r w:rsidR="00357F4D">
        <w:t xml:space="preserve"> </w:t>
      </w:r>
      <w:r w:rsidRPr="001C1AD5">
        <w:t>even</w:t>
      </w:r>
      <w:r w:rsidR="00357F4D">
        <w:t xml:space="preserve"> </w:t>
      </w:r>
      <w:r w:rsidRPr="001C1AD5">
        <w:t>before</w:t>
      </w:r>
      <w:r w:rsidR="00357F4D">
        <w:t xml:space="preserve"> </w:t>
      </w:r>
      <w:r w:rsidRPr="001C1AD5">
        <w:t>Hiroshima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Belsen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paper</w:t>
      </w:r>
      <w:r w:rsidR="00357F4D">
        <w:t xml:space="preserve"> </w:t>
      </w:r>
      <w:r w:rsidRPr="001C1AD5">
        <w:t>called</w:t>
      </w:r>
      <w:r w:rsidR="00357F4D">
        <w:t xml:space="preserve"> </w:t>
      </w:r>
      <w:r w:rsidRPr="001C1AD5">
        <w:t>‘The</w:t>
      </w:r>
      <w:r w:rsidR="00357F4D">
        <w:t xml:space="preserve"> </w:t>
      </w:r>
      <w:r w:rsidRPr="001C1AD5">
        <w:t>Language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Theory’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Margaret</w:t>
      </w:r>
      <w:r w:rsidR="00357F4D">
        <w:t xml:space="preserve"> </w:t>
      </w:r>
      <w:r w:rsidRPr="001C1AD5">
        <w:t>MacDonald</w:t>
      </w:r>
      <w:r w:rsidR="00357F4D">
        <w:t xml:space="preserve"> </w:t>
      </w:r>
      <w:r w:rsidRPr="001C1AD5">
        <w:t>(Macdonald</w:t>
      </w:r>
      <w:r w:rsidR="00357F4D">
        <w:t xml:space="preserve"> </w:t>
      </w:r>
      <w:r w:rsidRPr="001C1AD5">
        <w:t>1940</w:t>
      </w:r>
      <w:r w:rsidR="00357F4D">
        <w:t>-</w:t>
      </w:r>
      <w:r w:rsidRPr="001C1AD5">
        <w:t>41)</w:t>
      </w:r>
      <w:r w:rsidR="00E11103">
        <w:t>.</w:t>
      </w:r>
      <w:r w:rsidR="00357F4D">
        <w:t xml:space="preserve"> </w:t>
      </w:r>
      <w:r w:rsidRPr="001C1AD5">
        <w:t>MacDonald</w:t>
      </w:r>
      <w:r w:rsidR="00357F4D">
        <w:t xml:space="preserve"> </w:t>
      </w:r>
      <w:r w:rsidRPr="001C1AD5">
        <w:t>points</w:t>
      </w:r>
      <w:r w:rsidR="00357F4D">
        <w:t xml:space="preserve"> </w:t>
      </w:r>
      <w:r w:rsidRPr="001C1AD5">
        <w:t>out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disagreement</w:t>
      </w:r>
      <w:r w:rsidR="00357F4D">
        <w:t xml:space="preserve"> </w:t>
      </w:r>
      <w:r w:rsidRPr="001C1AD5">
        <w:t>does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always</w:t>
      </w:r>
      <w:r w:rsidR="00357F4D">
        <w:t xml:space="preserve"> </w:t>
      </w:r>
      <w:r w:rsidRPr="001C1AD5">
        <w:t>seem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based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empirical</w:t>
      </w:r>
      <w:r w:rsidR="00357F4D">
        <w:t xml:space="preserve"> </w:t>
      </w:r>
      <w:r w:rsidRPr="001C1AD5">
        <w:t>questions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linguistic</w:t>
      </w:r>
      <w:r w:rsidR="00357F4D">
        <w:t xml:space="preserve"> </w:t>
      </w:r>
      <w:r w:rsidRPr="001C1AD5">
        <w:t>confusion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remaining</w:t>
      </w:r>
      <w:r w:rsidR="00357F4D">
        <w:t xml:space="preserve"> </w:t>
      </w:r>
      <w:r w:rsidRPr="001C1AD5">
        <w:t>disagreements</w:t>
      </w:r>
      <w:r w:rsidR="00357F4D">
        <w:t xml:space="preserve"> </w:t>
      </w:r>
      <w:r w:rsidRPr="001C1AD5">
        <w:t>can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enormous</w:t>
      </w:r>
      <w:r w:rsidR="00357F4D">
        <w:t xml:space="preserve"> </w:t>
      </w:r>
      <w:r w:rsidRPr="001C1AD5">
        <w:t>impact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human</w:t>
      </w:r>
      <w:r w:rsidR="00357F4D">
        <w:t xml:space="preserve"> </w:t>
      </w:r>
      <w:r w:rsidRPr="001C1AD5">
        <w:t>lives</w:t>
      </w:r>
      <w:r w:rsidR="00E11103">
        <w:t>.</w:t>
      </w:r>
      <w:r w:rsidR="00357F4D">
        <w:t xml:space="preserve"> </w:t>
      </w:r>
      <w:r w:rsidRPr="001C1AD5">
        <w:t>Implicitly</w:t>
      </w:r>
      <w:r w:rsidR="00E11103">
        <w:t>,</w:t>
      </w:r>
      <w:r w:rsidR="00357F4D">
        <w:t xml:space="preserve"> </w:t>
      </w:r>
      <w:r w:rsidRPr="001C1AD5">
        <w:t>she</w:t>
      </w:r>
      <w:r w:rsidR="00357F4D">
        <w:t xml:space="preserve"> </w:t>
      </w:r>
      <w:r w:rsidRPr="001C1AD5">
        <w:t>seems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admit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crude</w:t>
      </w:r>
      <w:r w:rsidR="00357F4D">
        <w:t xml:space="preserve"> </w:t>
      </w:r>
      <w:r w:rsidRPr="001C1AD5">
        <w:t>application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logical</w:t>
      </w:r>
      <w:r w:rsidR="00357F4D">
        <w:t xml:space="preserve"> </w:t>
      </w:r>
      <w:r w:rsidRPr="001C1AD5">
        <w:t>positivism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insufficient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diagnose</w:t>
      </w:r>
      <w:r w:rsidR="00357F4D">
        <w:t xml:space="preserve"> </w:t>
      </w:r>
      <w:r w:rsidRPr="001C1AD5">
        <w:t>all</w:t>
      </w:r>
      <w:r w:rsidR="00357F4D">
        <w:t xml:space="preserve"> </w:t>
      </w:r>
      <w:r w:rsidRPr="001C1AD5">
        <w:t>disagreement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.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way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case</w:t>
      </w:r>
      <w:r w:rsidR="00357F4D">
        <w:t xml:space="preserve"> </w:t>
      </w:r>
      <w:r w:rsidRPr="001C1AD5">
        <w:t>study</w:t>
      </w:r>
      <w:r w:rsidR="00E11103">
        <w:t>,</w:t>
      </w:r>
      <w:r w:rsidR="00357F4D">
        <w:t xml:space="preserve"> </w:t>
      </w:r>
      <w:r w:rsidRPr="001C1AD5">
        <w:t>she</w:t>
      </w:r>
      <w:r w:rsidR="00357F4D">
        <w:t xml:space="preserve"> </w:t>
      </w:r>
      <w:r w:rsidRPr="001C1AD5">
        <w:t>turns</w:t>
      </w:r>
      <w:r w:rsidR="00357F4D">
        <w:t xml:space="preserve"> </w:t>
      </w:r>
      <w:r w:rsidRPr="001C1AD5">
        <w:t>her</w:t>
      </w:r>
      <w:r w:rsidR="00357F4D">
        <w:t xml:space="preserve"> </w:t>
      </w:r>
      <w:r w:rsidRPr="001C1AD5">
        <w:t>attention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problem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obligation</w:t>
      </w:r>
      <w:r w:rsidR="00E11103">
        <w:t>,</w:t>
      </w:r>
      <w:r w:rsidR="00357F4D">
        <w:t xml:space="preserve"> </w:t>
      </w:r>
      <w:r w:rsidRPr="001C1AD5">
        <w:t>arguing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none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leading</w:t>
      </w:r>
      <w:r w:rsidR="00357F4D">
        <w:t xml:space="preserve"> </w:t>
      </w:r>
      <w:r w:rsidRPr="001C1AD5">
        <w:t>accounts</w:t>
      </w:r>
      <w:r w:rsidR="00357F4D">
        <w:t xml:space="preserve"> - </w:t>
      </w:r>
      <w:r w:rsidRPr="001C1AD5">
        <w:t>social</w:t>
      </w:r>
      <w:r w:rsidR="00357F4D">
        <w:t xml:space="preserve"> </w:t>
      </w:r>
      <w:r w:rsidRPr="001C1AD5">
        <w:t>contract</w:t>
      </w:r>
      <w:r w:rsidR="00E11103">
        <w:t>,</w:t>
      </w:r>
      <w:r w:rsidR="00357F4D">
        <w:t xml:space="preserve"> </w:t>
      </w:r>
      <w:r w:rsidRPr="001C1AD5">
        <w:t>tradition</w:t>
      </w:r>
      <w:r w:rsidR="00E11103">
        <w:t>,</w:t>
      </w:r>
      <w:r w:rsidR="00357F4D">
        <w:t xml:space="preserve"> </w:t>
      </w:r>
      <w:r w:rsidRPr="001C1AD5">
        <w:t>utilitarian</w:t>
      </w:r>
      <w:r w:rsidR="00357F4D">
        <w:t xml:space="preserve"> - </w:t>
      </w:r>
      <w:r w:rsidRPr="001C1AD5">
        <w:t>provide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general</w:t>
      </w:r>
      <w:r w:rsidR="00357F4D">
        <w:t xml:space="preserve"> </w:t>
      </w:r>
      <w:r w:rsidRPr="001C1AD5">
        <w:t>answer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instead</w:t>
      </w:r>
      <w:r w:rsidR="00357F4D">
        <w:t xml:space="preserve"> </w:t>
      </w:r>
      <w:r w:rsidRPr="001C1AD5">
        <w:t>each</w:t>
      </w:r>
      <w:r w:rsidR="00357F4D">
        <w:t xml:space="preserve"> </w:t>
      </w:r>
      <w:r w:rsidRPr="001C1AD5">
        <w:t>holds</w:t>
      </w:r>
      <w:r w:rsidR="00357F4D">
        <w:t xml:space="preserve"> </w:t>
      </w:r>
      <w:r w:rsidRPr="001C1AD5">
        <w:t>part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truth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an</w:t>
      </w:r>
      <w:r w:rsidR="00357F4D">
        <w:t xml:space="preserve"> </w:t>
      </w:r>
      <w:r w:rsidRPr="001C1AD5">
        <w:t>indefinite</w:t>
      </w:r>
      <w:r w:rsidR="00357F4D">
        <w:t xml:space="preserve"> </w:t>
      </w:r>
      <w:r w:rsidRPr="001C1AD5">
        <w:t>set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vaguely</w:t>
      </w:r>
      <w:r w:rsidR="00357F4D">
        <w:t xml:space="preserve"> </w:t>
      </w:r>
      <w:r w:rsidRPr="001C1AD5">
        <w:t>shifting</w:t>
      </w:r>
      <w:r w:rsidR="00357F4D">
        <w:t xml:space="preserve"> </w:t>
      </w:r>
      <w:r w:rsidRPr="001C1AD5">
        <w:t>criteria</w:t>
      </w:r>
      <w:r w:rsidR="00E11103">
        <w:t>,</w:t>
      </w:r>
      <w:r w:rsidR="00357F4D">
        <w:t xml:space="preserve"> </w:t>
      </w:r>
      <w:r w:rsidRPr="001C1AD5">
        <w:t>differing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different</w:t>
      </w:r>
      <w:r w:rsidR="00357F4D">
        <w:t xml:space="preserve"> </w:t>
      </w:r>
      <w:r w:rsidRPr="001C1AD5">
        <w:t>times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circumstances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1C6201">
        <w:t>The</w:t>
      </w:r>
      <w:r w:rsidR="00357F4D">
        <w:t xml:space="preserve"> </w:t>
      </w:r>
      <w:r w:rsidRPr="001C6201">
        <w:t>value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theorists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general</w:t>
      </w:r>
      <w:r w:rsidR="00357F4D">
        <w:t xml:space="preserve"> </w:t>
      </w:r>
      <w:r w:rsidRPr="001C6201">
        <w:t>information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give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basis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obligation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their</w:t>
      </w:r>
      <w:r w:rsidR="00357F4D">
        <w:t xml:space="preserve"> </w:t>
      </w:r>
      <w:r w:rsidRPr="001C6201">
        <w:t>skill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emphasizing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critical</w:t>
      </w:r>
      <w:r w:rsidR="00357F4D">
        <w:t xml:space="preserve"> </w:t>
      </w:r>
      <w:r w:rsidRPr="001C6201">
        <w:t>moment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criterion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tending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overlooked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denied</w:t>
      </w:r>
      <w:r w:rsidR="00357F4D">
        <w:t xml:space="preserve"> </w:t>
      </w:r>
      <w:r w:rsidRPr="001C6201">
        <w:t>(MacDonald</w:t>
      </w:r>
      <w:r w:rsidR="00357F4D">
        <w:t xml:space="preserve"> </w:t>
      </w:r>
      <w:r w:rsidRPr="001C6201">
        <w:t>1940</w:t>
      </w:r>
      <w:r w:rsidR="00357F4D">
        <w:t>-</w:t>
      </w:r>
      <w:r w:rsidRPr="001C6201">
        <w:t>41</w:t>
      </w:r>
      <w:r w:rsidR="00E11103">
        <w:t>,</w:t>
      </w:r>
      <w:r w:rsidRPr="001C6201">
        <w:t>112)</w:t>
      </w:r>
      <w:r w:rsidR="00E11103">
        <w:t>.</w:t>
      </w:r>
    </w:p>
    <w:p w:rsidR="00E11103" w:rsidRDefault="001C1AD5" w:rsidP="001C1AD5">
      <w:pPr>
        <w:pStyle w:val="libNormal"/>
      </w:pPr>
      <w:r w:rsidRPr="001C6201">
        <w:t>MacDonald’s</w:t>
      </w:r>
      <w:r w:rsidR="00357F4D">
        <w:t xml:space="preserve"> </w:t>
      </w:r>
      <w:r w:rsidRPr="001C6201">
        <w:t>better</w:t>
      </w:r>
      <w:r w:rsidR="00357F4D">
        <w:t xml:space="preserve"> </w:t>
      </w:r>
      <w:r w:rsidRPr="001C6201">
        <w:t>known</w:t>
      </w:r>
      <w:r w:rsidR="00357F4D">
        <w:t xml:space="preserve"> </w:t>
      </w:r>
      <w:r w:rsidRPr="001C6201">
        <w:t>paper</w:t>
      </w:r>
      <w:r w:rsidR="00E11103">
        <w:t>,</w:t>
      </w:r>
      <w:r w:rsidR="00357F4D">
        <w:t xml:space="preserve"> </w:t>
      </w:r>
      <w:r w:rsidRPr="001C6201">
        <w:t>‘Natural</w:t>
      </w:r>
      <w:r w:rsidR="00357F4D">
        <w:t xml:space="preserve"> </w:t>
      </w:r>
      <w:r w:rsidRPr="001C6201">
        <w:t>Rights’</w:t>
      </w:r>
      <w:r w:rsidR="00E11103">
        <w:t>,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1947</w:t>
      </w:r>
      <w:r w:rsidR="00357F4D">
        <w:t>-</w:t>
      </w:r>
      <w:r w:rsidRPr="001C6201">
        <w:t>8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reprinted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given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historical</w:t>
      </w:r>
      <w:r w:rsidR="00357F4D">
        <w:t xml:space="preserve"> </w:t>
      </w:r>
      <w:r w:rsidRPr="001C6201">
        <w:t>importance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Laslett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worth</w:t>
      </w:r>
      <w:r w:rsidR="00357F4D">
        <w:t xml:space="preserve"> </w:t>
      </w:r>
      <w:r w:rsidRPr="001C6201">
        <w:t>looking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all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</w:t>
      </w:r>
      <w:r w:rsidR="00E11103">
        <w:t>,</w:t>
      </w:r>
      <w:r w:rsidR="00357F4D">
        <w:t xml:space="preserve"> </w:t>
      </w:r>
      <w:r w:rsidRPr="001C6201">
        <w:t>if</w:t>
      </w:r>
      <w:r w:rsidR="00357F4D">
        <w:t xml:space="preserve"> </w:t>
      </w:r>
      <w:r w:rsidRPr="001C6201">
        <w:t>briefly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her</w:t>
      </w:r>
      <w:r w:rsidR="00357F4D">
        <w:t xml:space="preserve"> </w:t>
      </w:r>
      <w:r w:rsidRPr="001C6201">
        <w:t>contribution</w:t>
      </w:r>
      <w:r w:rsidR="00357F4D">
        <w:t xml:space="preserve"> </w:t>
      </w:r>
      <w:r w:rsidRPr="001C6201">
        <w:t>MacDonald</w:t>
      </w:r>
      <w:r w:rsidR="00357F4D">
        <w:t xml:space="preserve"> </w:t>
      </w:r>
      <w:r w:rsidRPr="001C6201">
        <w:t>argues</w:t>
      </w:r>
      <w:r w:rsidR="00357F4D">
        <w:t xml:space="preserve"> </w:t>
      </w:r>
      <w:r w:rsidRPr="001C6201">
        <w:t>against</w:t>
      </w:r>
      <w:r w:rsidR="00357F4D">
        <w:t xml:space="preserve"> </w:t>
      </w:r>
      <w:r w:rsidRPr="001C6201">
        <w:t>both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idea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natural</w:t>
      </w:r>
      <w:r w:rsidR="00357F4D">
        <w:t xml:space="preserve"> </w:t>
      </w:r>
      <w:r w:rsidRPr="001C6201">
        <w:t>rights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founded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natural</w:t>
      </w:r>
      <w:r w:rsidR="00357F4D">
        <w:t xml:space="preserve"> </w:t>
      </w:r>
      <w:r w:rsidRPr="001C6201">
        <w:t>law</w:t>
      </w:r>
      <w:r w:rsidR="00E11103">
        <w:t>,</w:t>
      </w:r>
      <w:r w:rsidR="00357F4D">
        <w:t xml:space="preserve"> </w:t>
      </w:r>
      <w:r w:rsidRPr="001C6201">
        <w:t>revealed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reason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crude</w:t>
      </w:r>
      <w:r w:rsidR="00357F4D">
        <w:t xml:space="preserve"> </w:t>
      </w:r>
      <w:r w:rsidRPr="001C6201">
        <w:t>‘boo</w:t>
      </w:r>
      <w:r w:rsidR="00357F4D">
        <w:t>-</w:t>
      </w:r>
      <w:r w:rsidRPr="001C6201">
        <w:t>hurrah’</w:t>
      </w:r>
      <w:r w:rsidR="00357F4D">
        <w:t xml:space="preserve"> </w:t>
      </w:r>
      <w:r w:rsidRPr="001C6201">
        <w:t>positivism</w:t>
      </w:r>
      <w:r w:rsidR="00357F4D">
        <w:t xml:space="preserve"> </w:t>
      </w:r>
      <w:r w:rsidRPr="001C6201">
        <w:t>(MacDonald</w:t>
      </w:r>
      <w:r w:rsidR="00357F4D">
        <w:t xml:space="preserve"> </w:t>
      </w:r>
      <w:r w:rsidRPr="001C6201">
        <w:t>1947</w:t>
      </w:r>
      <w:r w:rsidR="00357F4D">
        <w:t>-</w:t>
      </w:r>
      <w:r w:rsidRPr="001C6201">
        <w:t>8/1956)</w:t>
      </w:r>
      <w:r w:rsidR="00E11103">
        <w:t>.</w:t>
      </w:r>
      <w:r w:rsidR="00357F4D">
        <w:t xml:space="preserve"> </w:t>
      </w:r>
      <w:r w:rsidRPr="001C6201">
        <w:t>Like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best</w:t>
      </w:r>
      <w:r w:rsidR="00E11103">
        <w:t>,</w:t>
      </w:r>
      <w:r w:rsidR="00357F4D">
        <w:t xml:space="preserve"> </w:t>
      </w:r>
      <w:r w:rsidRPr="001C6201">
        <w:t>MacDonald</w:t>
      </w:r>
      <w:r w:rsidR="00357F4D">
        <w:t xml:space="preserve"> </w:t>
      </w:r>
      <w:r w:rsidRPr="001C6201">
        <w:t>struggles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find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middle</w:t>
      </w:r>
      <w:r w:rsidR="00357F4D">
        <w:t xml:space="preserve"> </w:t>
      </w:r>
      <w:r w:rsidRPr="001C6201">
        <w:t>ground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view</w:t>
      </w:r>
      <w:r w:rsidR="00357F4D">
        <w:t xml:space="preserve"> </w:t>
      </w:r>
      <w:r w:rsidRPr="001C6201">
        <w:t>she</w:t>
      </w:r>
      <w:r w:rsidR="00357F4D">
        <w:t xml:space="preserve"> </w:t>
      </w:r>
      <w:r w:rsidRPr="001C6201">
        <w:t>presents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statements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natural</w:t>
      </w:r>
      <w:r w:rsidR="00357F4D">
        <w:t xml:space="preserve"> </w:t>
      </w:r>
      <w:r w:rsidRPr="001C6201">
        <w:t>rights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akin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decisions</w:t>
      </w:r>
      <w:r w:rsidR="00E11103">
        <w:t>,</w:t>
      </w:r>
      <w:r w:rsidR="00357F4D">
        <w:t xml:space="preserve"> </w:t>
      </w:r>
      <w:r w:rsidRPr="001C6201">
        <w:t>declaring</w:t>
      </w:r>
      <w:r w:rsidR="00357F4D">
        <w:t xml:space="preserve"> </w:t>
      </w:r>
      <w:r w:rsidRPr="001C6201">
        <w:t>‘here</w:t>
      </w:r>
      <w:r w:rsidR="00357F4D">
        <w:t xml:space="preserve"> </w:t>
      </w:r>
      <w:r w:rsidRPr="001C6201">
        <w:t>I</w:t>
      </w:r>
      <w:r w:rsidR="00357F4D">
        <w:t xml:space="preserve"> </w:t>
      </w:r>
      <w:r w:rsidRPr="001C6201">
        <w:t>stand’</w:t>
      </w:r>
      <w:r w:rsidR="00E11103">
        <w:t>,</w:t>
      </w:r>
      <w:r w:rsidR="00357F4D">
        <w:t xml:space="preserve"> </w:t>
      </w:r>
      <w:r w:rsidRPr="001C6201">
        <w:t>and</w:t>
      </w:r>
      <w:r w:rsidR="00E11103">
        <w:t>,</w:t>
      </w:r>
      <w:r w:rsidR="00357F4D">
        <w:t xml:space="preserve"> </w:t>
      </w:r>
      <w:r w:rsidRPr="001C6201">
        <w:t>like</w:t>
      </w:r>
      <w:r w:rsidR="00357F4D">
        <w:t xml:space="preserve"> </w:t>
      </w:r>
      <w:r w:rsidRPr="001C6201">
        <w:t>Weldon</w:t>
      </w:r>
      <w:r w:rsidR="00E11103">
        <w:t>,</w:t>
      </w:r>
      <w:r w:rsidR="00357F4D">
        <w:t xml:space="preserve"> </w:t>
      </w:r>
      <w:r w:rsidRPr="001C6201">
        <w:t>uses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analogy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another</w:t>
      </w:r>
      <w:r w:rsidR="00357F4D">
        <w:t xml:space="preserve"> </w:t>
      </w:r>
      <w:r w:rsidRPr="001C6201">
        <w:t>area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critical</w:t>
      </w:r>
      <w:r w:rsidR="00357F4D">
        <w:t xml:space="preserve"> </w:t>
      </w:r>
      <w:r w:rsidRPr="001C6201">
        <w:t>judgement</w:t>
      </w:r>
      <w:r w:rsidR="00357F4D">
        <w:t xml:space="preserve"> - </w:t>
      </w:r>
      <w:r w:rsidRPr="001C6201">
        <w:t>in</w:t>
      </w:r>
      <w:r w:rsidR="00357F4D">
        <w:t xml:space="preserve"> </w:t>
      </w:r>
      <w:r w:rsidRPr="001C6201">
        <w:t>her</w:t>
      </w:r>
      <w:r w:rsidR="00357F4D">
        <w:t xml:space="preserve"> </w:t>
      </w:r>
      <w:r w:rsidRPr="001C6201">
        <w:t>case</w:t>
      </w:r>
      <w:r w:rsidR="00357F4D">
        <w:t xml:space="preserve"> </w:t>
      </w:r>
      <w:r w:rsidRPr="001C6201">
        <w:t>literary</w:t>
      </w:r>
      <w:r w:rsidR="00357F4D">
        <w:t xml:space="preserve"> </w:t>
      </w:r>
      <w:r w:rsidRPr="001C6201">
        <w:t>appreciation</w:t>
      </w:r>
      <w:r w:rsidR="00357F4D">
        <w:t xml:space="preserve"> - </w:t>
      </w:r>
      <w:r w:rsidRPr="001C6201">
        <w:t>to</w:t>
      </w:r>
      <w:r w:rsidR="00357F4D">
        <w:t xml:space="preserve"> </w:t>
      </w:r>
      <w:r w:rsidRPr="001C6201">
        <w:t>point</w:t>
      </w:r>
      <w:r w:rsidR="00357F4D">
        <w:t xml:space="preserve"> </w:t>
      </w:r>
      <w:r w:rsidRPr="001C6201">
        <w:t>out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possibility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rational</w:t>
      </w:r>
      <w:r w:rsidR="00357F4D">
        <w:t xml:space="preserve"> </w:t>
      </w:r>
      <w:r w:rsidRPr="001C6201">
        <w:t>argument</w:t>
      </w:r>
      <w:r w:rsidR="00357F4D">
        <w:t xml:space="preserve"> </w:t>
      </w:r>
      <w:r w:rsidRPr="001C6201">
        <w:t>through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presentation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reasons</w:t>
      </w:r>
      <w:r w:rsidR="00E11103">
        <w:t>.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both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MacDonald</w:t>
      </w:r>
      <w:r w:rsidR="00E11103">
        <w:t>,</w:t>
      </w:r>
      <w:r w:rsidR="00357F4D">
        <w:t xml:space="preserve"> </w:t>
      </w:r>
      <w:r w:rsidRPr="001C6201">
        <w:t>while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clear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positivist</w:t>
      </w:r>
      <w:r w:rsidR="00357F4D">
        <w:t xml:space="preserve"> </w:t>
      </w:r>
      <w:r w:rsidRPr="001C6201">
        <w:t>orientation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concentration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questions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language</w:t>
      </w:r>
      <w:r w:rsidR="00E11103">
        <w:t>,</w:t>
      </w:r>
      <w:r w:rsidR="00357F4D">
        <w:t xml:space="preserve"> </w:t>
      </w:r>
      <w:r w:rsidRPr="001C6201">
        <w:t>strongly</w:t>
      </w:r>
      <w:r w:rsidR="00357F4D">
        <w:t xml:space="preserve"> </w:t>
      </w:r>
      <w:r w:rsidRPr="001C6201">
        <w:t>inform</w:t>
      </w:r>
      <w:r w:rsidR="00357F4D">
        <w:t xml:space="preserve"> </w:t>
      </w:r>
      <w:r w:rsidRPr="001C6201">
        <w:t>their</w:t>
      </w:r>
      <w:r w:rsidR="00357F4D">
        <w:t xml:space="preserve"> </w:t>
      </w:r>
      <w:r w:rsidRPr="001C6201">
        <w:t>thinking</w:t>
      </w:r>
      <w:r w:rsidR="00E11103">
        <w:t>,</w:t>
      </w:r>
      <w:r w:rsidR="00357F4D">
        <w:t xml:space="preserve"> </w:t>
      </w:r>
      <w:r w:rsidRPr="001C6201">
        <w:t>neither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prepared</w:t>
      </w:r>
      <w:r w:rsidR="00357F4D">
        <w:t xml:space="preserve"> </w:t>
      </w:r>
      <w:r w:rsidRPr="001C6201">
        <w:t>simply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apply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positivist</w:t>
      </w:r>
      <w:r w:rsidR="00357F4D">
        <w:t xml:space="preserve"> </w:t>
      </w:r>
      <w:r w:rsidRPr="001C6201">
        <w:t>formula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both</w:t>
      </w:r>
      <w:r w:rsidR="00357F4D">
        <w:t xml:space="preserve"> </w:t>
      </w:r>
      <w:r w:rsidRPr="001C6201">
        <w:t>make</w:t>
      </w:r>
      <w:r w:rsidR="00357F4D">
        <w:t xml:space="preserve"> </w:t>
      </w:r>
      <w:r w:rsidRPr="001C6201">
        <w:t>contributions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pragmatist</w:t>
      </w:r>
      <w:r w:rsidR="00E11103">
        <w:t>,</w:t>
      </w:r>
      <w:r w:rsidR="00357F4D">
        <w:t xml:space="preserve"> </w:t>
      </w:r>
      <w:r w:rsidRPr="001C6201">
        <w:t>contextualist</w:t>
      </w:r>
      <w:r w:rsidR="00E11103">
        <w:t>,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independent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considerations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linguistic</w:t>
      </w:r>
      <w:r w:rsidR="00357F4D">
        <w:t xml:space="preserve"> </w:t>
      </w:r>
      <w:r w:rsidRPr="001C6201">
        <w:t>analysis</w:t>
      </w:r>
      <w:r w:rsidR="00E11103">
        <w:t>.</w:t>
      </w:r>
    </w:p>
    <w:p w:rsidR="00E11103" w:rsidRDefault="001C1AD5" w:rsidP="001C1AD5">
      <w:pPr>
        <w:pStyle w:val="libNormal"/>
      </w:pPr>
      <w:r w:rsidRPr="001C6201">
        <w:t>More</w:t>
      </w:r>
      <w:r w:rsidR="00357F4D">
        <w:t xml:space="preserve"> </w:t>
      </w:r>
      <w:r w:rsidRPr="001C6201">
        <w:t>generally</w:t>
      </w:r>
      <w:r w:rsidR="00E11103">
        <w:t>,</w:t>
      </w:r>
      <w:r w:rsidR="00357F4D">
        <w:t xml:space="preserve"> </w:t>
      </w:r>
      <w:r w:rsidRPr="001C6201">
        <w:t>many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essays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tendency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try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explain</w:t>
      </w:r>
      <w:r w:rsidR="00357F4D">
        <w:t xml:space="preserve"> </w:t>
      </w:r>
      <w:r w:rsidRPr="001C6201">
        <w:t>away</w:t>
      </w:r>
      <w:r w:rsidR="00357F4D">
        <w:t xml:space="preserve"> </w:t>
      </w:r>
      <w:r w:rsidRPr="001C6201">
        <w:t>disagreement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grounds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substantial</w:t>
      </w:r>
      <w:r w:rsidR="00357F4D">
        <w:t xml:space="preserve"> </w:t>
      </w:r>
      <w:r w:rsidRPr="001C6201">
        <w:t>doctrinal</w:t>
      </w:r>
      <w:r w:rsidR="00357F4D">
        <w:t xml:space="preserve"> </w:t>
      </w:r>
      <w:r w:rsidRPr="001C6201">
        <w:t>difference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terms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confusion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logic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grammar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concepts</w:t>
      </w:r>
      <w:r w:rsidR="00E11103">
        <w:t>.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example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Rees’</w:t>
      </w:r>
      <w:r w:rsidR="00357F4D">
        <w:t xml:space="preserve"> </w:t>
      </w:r>
      <w:r w:rsidRPr="001C6201">
        <w:t>essay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application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type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linguistic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diagnose</w:t>
      </w:r>
      <w:r w:rsidR="00357F4D">
        <w:t xml:space="preserve"> </w:t>
      </w:r>
      <w:r w:rsidRPr="001C6201">
        <w:t>apparent</w:t>
      </w:r>
      <w:r w:rsidR="00357F4D">
        <w:t xml:space="preserve"> </w:t>
      </w:r>
      <w:r w:rsidRPr="001C6201">
        <w:t>philosophical</w:t>
      </w:r>
      <w:r w:rsidR="00357F4D">
        <w:t xml:space="preserve"> </w:t>
      </w:r>
      <w:r w:rsidRPr="001C6201">
        <w:lastRenderedPageBreak/>
        <w:t>disagreements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nature</w:t>
      </w:r>
      <w:r w:rsidR="00E11103">
        <w:t>,</w:t>
      </w:r>
      <w:r w:rsidR="00357F4D">
        <w:t xml:space="preserve"> </w:t>
      </w:r>
      <w:r w:rsidRPr="001C6201">
        <w:t>importance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concept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sovereignty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resulting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failure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distinguish</w:t>
      </w:r>
      <w:r w:rsidR="00357F4D">
        <w:t xml:space="preserve"> </w:t>
      </w:r>
      <w:r w:rsidRPr="001C6201">
        <w:t>different</w:t>
      </w:r>
      <w:r w:rsidR="00357F4D">
        <w:t xml:space="preserve"> </w:t>
      </w:r>
      <w:r w:rsidRPr="001C6201">
        <w:t>concepts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state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sovereign</w:t>
      </w:r>
      <w:r w:rsidR="00E11103">
        <w:t>.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means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simple</w:t>
      </w:r>
      <w:r w:rsidR="00357F4D">
        <w:t xml:space="preserve"> </w:t>
      </w:r>
      <w:r w:rsidRPr="001C6201">
        <w:t>application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positivism</w:t>
      </w:r>
      <w:r w:rsidR="00E11103">
        <w:t>,</w:t>
      </w:r>
      <w:r w:rsidR="00357F4D">
        <w:t xml:space="preserve"> </w:t>
      </w:r>
      <w:r w:rsidRPr="001C6201">
        <w:t>Rees’</w:t>
      </w:r>
      <w:r w:rsidR="00357F4D">
        <w:t xml:space="preserve"> </w:t>
      </w:r>
      <w:r w:rsidRPr="001C6201">
        <w:t>argument</w:t>
      </w:r>
      <w:r w:rsidR="00357F4D">
        <w:t xml:space="preserve"> </w:t>
      </w:r>
      <w:r w:rsidRPr="001C6201">
        <w:t>shows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positivist</w:t>
      </w:r>
      <w:r w:rsidR="00357F4D">
        <w:t xml:space="preserve"> </w:t>
      </w:r>
      <w:r w:rsidRPr="001C6201">
        <w:t>spirit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general</w:t>
      </w:r>
      <w:r w:rsidR="00357F4D">
        <w:t xml:space="preserve"> </w:t>
      </w:r>
      <w:r w:rsidRPr="001C6201">
        <w:t>architecture</w:t>
      </w:r>
      <w:r w:rsidR="00E11103">
        <w:t>:</w:t>
      </w:r>
      <w:r w:rsidR="00357F4D">
        <w:t xml:space="preserve"> </w:t>
      </w:r>
      <w:r w:rsidRPr="001C6201">
        <w:t>essentially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once</w:t>
      </w:r>
      <w:r w:rsidR="00357F4D">
        <w:t xml:space="preserve"> </w:t>
      </w:r>
      <w:r w:rsidRPr="001C6201">
        <w:t>linguistic</w:t>
      </w:r>
      <w:r w:rsidR="00357F4D">
        <w:t xml:space="preserve"> </w:t>
      </w:r>
      <w:r w:rsidRPr="001C6201">
        <w:t>confusions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cleared</w:t>
      </w:r>
      <w:r w:rsidR="00357F4D">
        <w:t xml:space="preserve"> </w:t>
      </w:r>
      <w:r w:rsidRPr="001C6201">
        <w:t>up</w:t>
      </w:r>
      <w:r w:rsidR="00357F4D">
        <w:t xml:space="preserve"> </w:t>
      </w:r>
      <w:r w:rsidRPr="001C6201">
        <w:t>then</w:t>
      </w:r>
      <w:r w:rsidR="00357F4D">
        <w:t xml:space="preserve"> </w:t>
      </w:r>
      <w:r w:rsidRPr="001C6201">
        <w:t>remaining</w:t>
      </w:r>
      <w:r w:rsidR="00357F4D">
        <w:t xml:space="preserve"> </w:t>
      </w:r>
      <w:r w:rsidRPr="001C6201">
        <w:t>disagreements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generally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settled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empirical</w:t>
      </w:r>
      <w:r w:rsidR="00357F4D">
        <w:t xml:space="preserve"> </w:t>
      </w:r>
      <w:r w:rsidRPr="001C6201">
        <w:t>terms</w:t>
      </w:r>
      <w:r w:rsidR="00357F4D">
        <w:t xml:space="preserve"> </w:t>
      </w:r>
      <w:r w:rsidRPr="001C6201">
        <w:t>(Rees</w:t>
      </w:r>
      <w:r w:rsidR="00E11103">
        <w:t>,</w:t>
      </w:r>
      <w:r w:rsidR="00357F4D">
        <w:t xml:space="preserve"> </w:t>
      </w:r>
      <w:r w:rsidRPr="001C6201">
        <w:t>1956)</w:t>
      </w:r>
      <w:r w:rsidR="00E11103">
        <w:t>.</w:t>
      </w:r>
      <w:r w:rsidR="00357F4D">
        <w:t xml:space="preserve"> </w:t>
      </w:r>
      <w:r w:rsidRPr="001C6201">
        <w:t>Quinton</w:t>
      </w:r>
      <w:r w:rsidR="00357F4D">
        <w:t xml:space="preserve"> </w:t>
      </w:r>
      <w:r w:rsidRPr="001C6201">
        <w:t>presents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somewhat</w:t>
      </w:r>
      <w:r w:rsidR="00357F4D">
        <w:t xml:space="preserve"> </w:t>
      </w:r>
      <w:r w:rsidRPr="001C6201">
        <w:t>similar</w:t>
      </w:r>
      <w:r w:rsidR="00357F4D">
        <w:t xml:space="preserve"> </w:t>
      </w:r>
      <w:r w:rsidRPr="001C6201">
        <w:t>methodological</w:t>
      </w:r>
      <w:r w:rsidR="00357F4D">
        <w:t xml:space="preserve"> </w:t>
      </w:r>
      <w:r w:rsidRPr="001C6201">
        <w:t>approach</w:t>
      </w:r>
      <w:r w:rsidR="00E11103">
        <w:t>,</w:t>
      </w:r>
      <w:r w:rsidR="00357F4D">
        <w:t xml:space="preserve"> </w:t>
      </w:r>
      <w:r w:rsidRPr="001C6201">
        <w:t>albeit</w:t>
      </w:r>
      <w:r w:rsidR="00357F4D">
        <w:t xml:space="preserve"> </w:t>
      </w:r>
      <w:r w:rsidRPr="001C6201">
        <w:t>with</w:t>
      </w:r>
      <w:r w:rsidR="00E11103">
        <w:t>,</w:t>
      </w:r>
      <w:r w:rsidR="00357F4D">
        <w:t xml:space="preserve"> </w:t>
      </w:r>
      <w:r w:rsidRPr="001C6201">
        <w:t>potentially</w:t>
      </w:r>
      <w:r w:rsidR="00E11103">
        <w:t>,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interesting</w:t>
      </w:r>
      <w:r w:rsidR="00357F4D">
        <w:t xml:space="preserve"> </w:t>
      </w:r>
      <w:r w:rsidRPr="001C6201">
        <w:t>pay</w:t>
      </w:r>
      <w:r w:rsidR="00357F4D">
        <w:t>-</w:t>
      </w:r>
      <w:r w:rsidRPr="001C6201">
        <w:t>off</w:t>
      </w:r>
      <w:r w:rsidR="00E11103">
        <w:t>.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attempts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reconcile</w:t>
      </w:r>
      <w:r w:rsidR="00357F4D">
        <w:t xml:space="preserve"> </w:t>
      </w:r>
      <w:r w:rsidRPr="001C6201">
        <w:t>retributive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utilitarian</w:t>
      </w:r>
      <w:r w:rsidR="00357F4D">
        <w:t xml:space="preserve"> </w:t>
      </w:r>
      <w:r w:rsidRPr="001C6201">
        <w:t>doctrines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punishment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claiming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former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doctrine</w:t>
      </w:r>
      <w:r w:rsidR="00357F4D">
        <w:t xml:space="preserve"> </w:t>
      </w:r>
      <w:r w:rsidRPr="001C6201">
        <w:t>concerning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word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latter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doctrine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justification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punishment</w:t>
      </w:r>
      <w:r w:rsidR="00357F4D">
        <w:t xml:space="preserve"> </w:t>
      </w:r>
      <w:r w:rsidRPr="001C6201">
        <w:t>(Quinton</w:t>
      </w:r>
      <w:r w:rsidR="00E11103">
        <w:t>,</w:t>
      </w:r>
      <w:r w:rsidR="00357F4D">
        <w:t xml:space="preserve"> </w:t>
      </w:r>
      <w:r w:rsidRPr="001C6201">
        <w:t>1956)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Bambrough</w:t>
      </w:r>
      <w:r w:rsidR="00357F4D">
        <w:t xml:space="preserve"> </w:t>
      </w:r>
      <w:r w:rsidRPr="001C6201">
        <w:t>makes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methodologically</w:t>
      </w:r>
      <w:r w:rsidR="00357F4D">
        <w:t xml:space="preserve"> </w:t>
      </w:r>
      <w:r w:rsidRPr="001C6201">
        <w:t>self</w:t>
      </w:r>
      <w:r w:rsidR="00357F4D">
        <w:t>-</w:t>
      </w:r>
      <w:r w:rsidRPr="001C6201">
        <w:t>conscious</w:t>
      </w:r>
      <w:r w:rsidR="00357F4D">
        <w:t xml:space="preserve"> </w:t>
      </w:r>
      <w:r w:rsidRPr="001C6201">
        <w:t>attempt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apply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modes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linguistic</w:t>
      </w:r>
      <w:r w:rsidR="00357F4D">
        <w:t xml:space="preserve"> </w:t>
      </w:r>
      <w:r w:rsidRPr="001C6201">
        <w:t>analysis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Plato’s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analogies</w:t>
      </w:r>
      <w:r w:rsidR="00E11103">
        <w:t>,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‘dual</w:t>
      </w:r>
      <w:r w:rsidR="00357F4D">
        <w:t xml:space="preserve"> </w:t>
      </w:r>
      <w:r w:rsidRPr="001C6201">
        <w:t>purpose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making</w:t>
      </w:r>
      <w:r w:rsidR="00357F4D">
        <w:t xml:space="preserve"> </w:t>
      </w:r>
      <w:r w:rsidRPr="001C6201">
        <w:t>Plato’s</w:t>
      </w:r>
      <w:r w:rsidR="00357F4D">
        <w:t xml:space="preserve"> </w:t>
      </w:r>
      <w:r w:rsidRPr="001C6201">
        <w:t>doctrines</w:t>
      </w:r>
      <w:r w:rsidR="00357F4D">
        <w:t xml:space="preserve"> </w:t>
      </w:r>
      <w:r w:rsidRPr="001C6201">
        <w:t>clear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making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contribution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understanding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logic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theories’</w:t>
      </w:r>
      <w:r w:rsidR="00357F4D">
        <w:t xml:space="preserve"> </w:t>
      </w:r>
      <w:r w:rsidRPr="001C6201">
        <w:t>(Bambrough</w:t>
      </w:r>
      <w:r w:rsidR="00E11103">
        <w:t>,</w:t>
      </w:r>
      <w:r w:rsidR="00357F4D">
        <w:t xml:space="preserve"> </w:t>
      </w:r>
      <w:r w:rsidRPr="001C6201">
        <w:t>1956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99)</w:t>
      </w:r>
      <w:r w:rsidR="00E11103">
        <w:t>.</w:t>
      </w:r>
      <w:r w:rsidR="00357F4D">
        <w:t xml:space="preserve"> </w:t>
      </w:r>
      <w:r w:rsidRPr="001C6201">
        <w:t>Indeed</w:t>
      </w:r>
      <w:r w:rsidR="00357F4D">
        <w:t xml:space="preserve"> </w:t>
      </w:r>
      <w:r w:rsidRPr="001C6201">
        <w:t>Bambrough’s</w:t>
      </w:r>
      <w:r w:rsidR="00357F4D">
        <w:t xml:space="preserve"> </w:t>
      </w:r>
      <w:r w:rsidRPr="001C6201">
        <w:t>discussion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Plato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exceptionally</w:t>
      </w:r>
      <w:r w:rsidR="00357F4D">
        <w:t xml:space="preserve"> </w:t>
      </w:r>
      <w:r w:rsidRPr="001C6201">
        <w:t>illuminating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unclear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depends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way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philosophical</w:t>
      </w:r>
      <w:r w:rsidR="00357F4D">
        <w:t xml:space="preserve"> </w:t>
      </w:r>
      <w:r w:rsidRPr="001C6201">
        <w:t>method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essay</w:t>
      </w:r>
      <w:r w:rsidR="00357F4D">
        <w:t xml:space="preserve"> </w:t>
      </w:r>
      <w:r w:rsidRPr="001C6201">
        <w:t>concludes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methodological</w:t>
      </w:r>
      <w:r w:rsidR="00357F4D">
        <w:t xml:space="preserve"> </w:t>
      </w:r>
      <w:r w:rsidRPr="001C6201">
        <w:t>discussion</w:t>
      </w:r>
      <w:r w:rsidR="00E11103">
        <w:t>,</w:t>
      </w:r>
      <w:r w:rsidR="00357F4D">
        <w:t xml:space="preserve"> </w:t>
      </w:r>
      <w:r w:rsidRPr="001C6201">
        <w:t>focusing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issue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follows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recognition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questions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ethics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factual</w:t>
      </w:r>
      <w:r w:rsidR="00357F4D">
        <w:t xml:space="preserve"> </w:t>
      </w:r>
      <w:r w:rsidRPr="001C6201">
        <w:t>questions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empirically</w:t>
      </w:r>
      <w:r w:rsidR="00357F4D">
        <w:t xml:space="preserve"> </w:t>
      </w:r>
      <w:r w:rsidRPr="001C6201">
        <w:t>verifiable</w:t>
      </w:r>
      <w:r w:rsidR="00357F4D">
        <w:t xml:space="preserve"> </w:t>
      </w:r>
      <w:r w:rsidRPr="001C6201">
        <w:t>answers</w:t>
      </w:r>
      <w:r w:rsidR="00E11103">
        <w:t>.</w:t>
      </w:r>
      <w:r w:rsidR="00357F4D">
        <w:t xml:space="preserve"> </w:t>
      </w:r>
      <w:r w:rsidRPr="001C6201">
        <w:t>Here</w:t>
      </w:r>
      <w:r w:rsidR="00357F4D">
        <w:t xml:space="preserve"> </w:t>
      </w:r>
      <w:r w:rsidRPr="001C6201">
        <w:t>Bambrough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even</w:t>
      </w:r>
      <w:r w:rsidR="00357F4D">
        <w:t xml:space="preserve"> </w:t>
      </w:r>
      <w:r w:rsidRPr="001C6201">
        <w:t>less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offer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MacDonald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topic</w:t>
      </w:r>
      <w:r w:rsidR="00E11103">
        <w:t>,</w:t>
      </w:r>
      <w:r w:rsidR="00357F4D">
        <w:t xml:space="preserve"> </w:t>
      </w:r>
      <w:r w:rsidRPr="001C6201">
        <w:t>merely</w:t>
      </w:r>
      <w:r w:rsidR="00357F4D">
        <w:t xml:space="preserve"> </w:t>
      </w:r>
      <w:r w:rsidRPr="001C6201">
        <w:t>suggesting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deliberative</w:t>
      </w:r>
      <w:r w:rsidR="00357F4D">
        <w:t xml:space="preserve"> </w:t>
      </w:r>
      <w:r w:rsidRPr="001C6201">
        <w:t>questions</w:t>
      </w:r>
      <w:r w:rsidR="00357F4D">
        <w:t xml:space="preserve"> </w:t>
      </w:r>
      <w:r w:rsidRPr="001C6201">
        <w:t>require</w:t>
      </w:r>
      <w:r w:rsidR="00357F4D">
        <w:t xml:space="preserve"> </w:t>
      </w:r>
      <w:r w:rsidRPr="001C6201">
        <w:t>decisions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reasonable</w:t>
      </w:r>
      <w:r w:rsidR="00357F4D">
        <w:t xml:space="preserve"> </w:t>
      </w:r>
      <w:r w:rsidRPr="001C6201">
        <w:t>if</w:t>
      </w:r>
      <w:r w:rsidR="00357F4D">
        <w:t xml:space="preserve"> </w:t>
      </w:r>
      <w:r w:rsidRPr="001C6201">
        <w:t>made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thought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knowledge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Gallie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methodological</w:t>
      </w:r>
      <w:r w:rsidR="00357F4D">
        <w:t xml:space="preserve"> </w:t>
      </w:r>
      <w:r w:rsidRPr="001C6201">
        <w:t>preliminary</w:t>
      </w:r>
      <w:r w:rsidR="00E11103">
        <w:t>,</w:t>
      </w:r>
      <w:r w:rsidR="00357F4D">
        <w:t xml:space="preserve"> </w:t>
      </w:r>
      <w:r w:rsidRPr="001C6201">
        <w:t>considers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debate</w:t>
      </w:r>
      <w:r w:rsidR="00357F4D">
        <w:t xml:space="preserve"> </w:t>
      </w:r>
      <w:r w:rsidRPr="001C6201">
        <w:t>between</w:t>
      </w:r>
      <w:r w:rsidR="00357F4D">
        <w:t xml:space="preserve"> </w:t>
      </w:r>
      <w:r w:rsidRPr="001C6201">
        <w:t>those</w:t>
      </w:r>
      <w:r w:rsidR="00357F4D">
        <w:t xml:space="preserve"> </w:t>
      </w:r>
      <w:r w:rsidRPr="001C6201">
        <w:t>who</w:t>
      </w:r>
      <w:r w:rsidR="00357F4D">
        <w:t xml:space="preserve"> </w:t>
      </w:r>
      <w:r w:rsidRPr="001C6201">
        <w:t>hold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‘monarchic’</w:t>
      </w:r>
      <w:r w:rsidR="00357F4D">
        <w:t xml:space="preserve"> </w:t>
      </w:r>
      <w:r w:rsidRPr="001C6201">
        <w:t>view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ethics</w:t>
      </w:r>
      <w:r w:rsidR="00357F4D">
        <w:t xml:space="preserve"> - </w:t>
      </w:r>
      <w:r w:rsidRPr="001C6201">
        <w:t>that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true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all</w:t>
      </w:r>
      <w:r w:rsidR="00357F4D">
        <w:t xml:space="preserve"> </w:t>
      </w:r>
      <w:r w:rsidRPr="001C6201">
        <w:t>times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places</w:t>
      </w:r>
      <w:r w:rsidR="00357F4D">
        <w:t xml:space="preserve"> -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‘polyarchic’</w:t>
      </w:r>
      <w:r w:rsidR="00357F4D">
        <w:t xml:space="preserve"> </w:t>
      </w:r>
      <w:r w:rsidRPr="001C6201">
        <w:t>view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claims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different</w:t>
      </w:r>
      <w:r w:rsidR="00357F4D">
        <w:t xml:space="preserve"> </w:t>
      </w:r>
      <w:r w:rsidRPr="001C6201">
        <w:t>moralities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valid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different</w:t>
      </w:r>
      <w:r w:rsidR="00357F4D">
        <w:t xml:space="preserve"> </w:t>
      </w:r>
      <w:r w:rsidRPr="001C6201">
        <w:t>times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places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argues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considerations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logic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ethics’</w:t>
      </w:r>
      <w:r w:rsidR="00357F4D">
        <w:t xml:space="preserve"> </w:t>
      </w:r>
      <w:r w:rsidRPr="001C6201">
        <w:t>cannot</w:t>
      </w:r>
      <w:r w:rsidR="00357F4D">
        <w:t xml:space="preserve"> </w:t>
      </w:r>
      <w:r w:rsidRPr="001C6201">
        <w:t>settle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dispute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questions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logic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internal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language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cannot</w:t>
      </w:r>
      <w:r w:rsidR="00357F4D">
        <w:t xml:space="preserve"> </w:t>
      </w:r>
      <w:r w:rsidRPr="001C6201">
        <w:t>rule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whether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possible</w:t>
      </w:r>
      <w:r w:rsidR="00357F4D">
        <w:t xml:space="preserve"> </w:t>
      </w:r>
      <w:r w:rsidRPr="001C6201">
        <w:t>language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rest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devoted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trying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defend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claim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distinct</w:t>
      </w:r>
      <w:r w:rsidR="00357F4D">
        <w:t xml:space="preserve"> </w:t>
      </w:r>
      <w:r w:rsidRPr="001C6201">
        <w:t>liberal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socialist</w:t>
      </w:r>
      <w:r w:rsidR="00357F4D">
        <w:t xml:space="preserve"> </w:t>
      </w:r>
      <w:r w:rsidRPr="001C6201">
        <w:t>moralities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conflict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each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both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found</w:t>
      </w:r>
      <w:r w:rsidR="00357F4D">
        <w:t xml:space="preserve"> </w:t>
      </w:r>
      <w:r w:rsidRPr="001C6201">
        <w:t>within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thought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each</w:t>
      </w:r>
      <w:r w:rsidR="00357F4D">
        <w:t xml:space="preserve"> </w:t>
      </w:r>
      <w:r w:rsidRPr="001C6201">
        <w:t>individual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society</w:t>
      </w:r>
      <w:r w:rsidR="00357F4D">
        <w:t xml:space="preserve"> </w:t>
      </w:r>
      <w:r w:rsidRPr="001C6201">
        <w:t>(Gallie</w:t>
      </w:r>
      <w:r w:rsidR="00E11103">
        <w:t>,</w:t>
      </w:r>
      <w:r w:rsidR="00357F4D">
        <w:t xml:space="preserve"> </w:t>
      </w:r>
      <w:r w:rsidRPr="001C6201">
        <w:t>1956)</w:t>
      </w:r>
      <w:r w:rsidR="00E11103">
        <w:t>.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worth</w:t>
      </w:r>
      <w:r w:rsidR="00357F4D">
        <w:t xml:space="preserve"> </w:t>
      </w:r>
      <w:r w:rsidRPr="001C6201">
        <w:t>noting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argument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affinities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Gallie’s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better</w:t>
      </w:r>
      <w:r w:rsidR="00357F4D">
        <w:t xml:space="preserve"> </w:t>
      </w:r>
      <w:r w:rsidRPr="001C6201">
        <w:t>known</w:t>
      </w:r>
      <w:r w:rsidR="00357F4D">
        <w:t xml:space="preserve"> </w:t>
      </w:r>
      <w:r w:rsidRPr="001C6201">
        <w:t>paper</w:t>
      </w:r>
      <w:r w:rsidR="00E11103">
        <w:t>,</w:t>
      </w:r>
      <w:r w:rsidR="00357F4D">
        <w:t xml:space="preserve"> </w:t>
      </w:r>
      <w:r w:rsidRPr="001C6201">
        <w:t>‘Essentially</w:t>
      </w:r>
      <w:r w:rsidR="00357F4D">
        <w:t xml:space="preserve"> </w:t>
      </w:r>
      <w:r w:rsidRPr="001C6201">
        <w:t>Contested</w:t>
      </w:r>
      <w:r w:rsidR="00357F4D">
        <w:t xml:space="preserve"> </w:t>
      </w:r>
      <w:r w:rsidRPr="001C6201">
        <w:t>Concepts’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same</w:t>
      </w:r>
      <w:r w:rsidR="00357F4D">
        <w:t xml:space="preserve"> </w:t>
      </w:r>
      <w:r w:rsidRPr="001C6201">
        <w:t>year</w:t>
      </w:r>
      <w:r w:rsidR="00357F4D">
        <w:t xml:space="preserve"> </w:t>
      </w:r>
      <w:r w:rsidRPr="001C6201">
        <w:t>(Gallie</w:t>
      </w:r>
      <w:r w:rsidR="00E11103">
        <w:t>,</w:t>
      </w:r>
      <w:r w:rsidR="00357F4D">
        <w:t xml:space="preserve"> </w:t>
      </w:r>
      <w:r w:rsidRPr="001C6201">
        <w:t>1955</w:t>
      </w:r>
      <w:r w:rsidR="00357F4D">
        <w:t>-</w:t>
      </w:r>
      <w:r w:rsidRPr="001C6201">
        <w:t>6)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Other</w:t>
      </w:r>
      <w:r w:rsidR="00357F4D">
        <w:t xml:space="preserve"> </w:t>
      </w:r>
      <w:r w:rsidRPr="001C6201">
        <w:t>papers</w:t>
      </w:r>
      <w:r w:rsidR="00E11103">
        <w:t>,</w:t>
      </w:r>
      <w:r w:rsidR="00357F4D">
        <w:t xml:space="preserve"> </w:t>
      </w:r>
      <w:r w:rsidRPr="001C6201">
        <w:t>though</w:t>
      </w:r>
      <w:r w:rsidR="00E11103">
        <w:t>,</w:t>
      </w:r>
      <w:r w:rsidR="00357F4D">
        <w:t xml:space="preserve"> </w:t>
      </w:r>
      <w:r w:rsidRPr="001C6201">
        <w:t>seem</w:t>
      </w:r>
      <w:r w:rsidR="00357F4D">
        <w:t xml:space="preserve"> </w:t>
      </w:r>
      <w:r w:rsidRPr="001C6201">
        <w:t>somewhat</w:t>
      </w:r>
      <w:r w:rsidR="00357F4D">
        <w:t xml:space="preserve"> </w:t>
      </w:r>
      <w:r w:rsidRPr="001C6201">
        <w:t>less</w:t>
      </w:r>
      <w:r w:rsidR="00357F4D">
        <w:t xml:space="preserve"> </w:t>
      </w:r>
      <w:r w:rsidRPr="001C6201">
        <w:t>bound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their</w:t>
      </w:r>
      <w:r w:rsidR="00357F4D">
        <w:t xml:space="preserve"> </w:t>
      </w:r>
      <w:r w:rsidRPr="001C6201">
        <w:t>historical</w:t>
      </w:r>
      <w:r w:rsidR="00357F4D">
        <w:t xml:space="preserve"> </w:t>
      </w:r>
      <w:r w:rsidRPr="001C6201">
        <w:t>context</w:t>
      </w:r>
      <w:r w:rsidR="00E11103">
        <w:t>.</w:t>
      </w:r>
      <w:r w:rsidR="00357F4D">
        <w:t xml:space="preserve"> </w:t>
      </w:r>
      <w:r w:rsidRPr="001C6201">
        <w:t>Bernard</w:t>
      </w:r>
      <w:r w:rsidR="00357F4D">
        <w:t xml:space="preserve"> </w:t>
      </w:r>
      <w:r w:rsidRPr="001C6201">
        <w:t>Mayo’s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short</w:t>
      </w:r>
      <w:r w:rsidR="00357F4D">
        <w:t xml:space="preserve"> </w:t>
      </w:r>
      <w:r w:rsidRPr="001C6201">
        <w:t>paper</w:t>
      </w:r>
      <w:r w:rsidR="00E11103">
        <w:t>,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general</w:t>
      </w:r>
      <w:r w:rsidR="00357F4D">
        <w:t xml:space="preserve"> </w:t>
      </w:r>
      <w:r w:rsidRPr="001C6201">
        <w:t>will</w:t>
      </w:r>
      <w:r w:rsidR="00E11103">
        <w:t>,</w:t>
      </w:r>
      <w:r w:rsidR="00357F4D">
        <w:t xml:space="preserve"> </w:t>
      </w:r>
      <w:r w:rsidRPr="001C6201">
        <w:t>assumes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anti</w:t>
      </w:r>
      <w:r w:rsidR="00357F4D">
        <w:t>-</w:t>
      </w:r>
      <w:r w:rsidRPr="001C6201">
        <w:t>metaphysical</w:t>
      </w:r>
      <w:r w:rsidR="00357F4D">
        <w:t xml:space="preserve"> </w:t>
      </w:r>
      <w:r w:rsidRPr="001C6201">
        <w:t>account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individual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notion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individual</w:t>
      </w:r>
      <w:r w:rsidR="00357F4D">
        <w:t xml:space="preserve"> </w:t>
      </w:r>
      <w:r w:rsidRPr="001C6201">
        <w:t>will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then</w:t>
      </w:r>
      <w:r w:rsidR="00357F4D">
        <w:t xml:space="preserve"> </w:t>
      </w:r>
      <w:r w:rsidRPr="001C6201">
        <w:t>applied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society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entity</w:t>
      </w:r>
      <w:r w:rsidR="00E11103">
        <w:t>.</w:t>
      </w:r>
      <w:r w:rsidR="00357F4D">
        <w:t xml:space="preserve"> </w:t>
      </w:r>
      <w:r w:rsidRPr="001C6201">
        <w:t>Mayo</w:t>
      </w:r>
      <w:r w:rsidR="00357F4D">
        <w:t xml:space="preserve"> </w:t>
      </w:r>
      <w:r w:rsidRPr="001C6201">
        <w:t>suggests</w:t>
      </w:r>
      <w:r w:rsidR="00357F4D">
        <w:t xml:space="preserve"> -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move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anticipates</w:t>
      </w:r>
      <w:r w:rsidR="00357F4D">
        <w:t xml:space="preserve"> </w:t>
      </w:r>
      <w:r w:rsidRPr="001C6201">
        <w:t>later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mind</w:t>
      </w:r>
      <w:r w:rsidR="00357F4D">
        <w:t xml:space="preserve"> -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interpretative</w:t>
      </w:r>
      <w:r w:rsidR="00357F4D">
        <w:t xml:space="preserve"> </w:t>
      </w:r>
      <w:r w:rsidRPr="001C6201">
        <w:t>attitude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take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individuals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applied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societies</w:t>
      </w:r>
      <w:r w:rsidR="00E11103">
        <w:t>.</w:t>
      </w:r>
      <w:r w:rsidR="00357F4D">
        <w:t xml:space="preserve"> </w:t>
      </w:r>
      <w:r w:rsidRPr="001C6201">
        <w:t>Just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posit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individual</w:t>
      </w:r>
      <w:r w:rsidR="00357F4D">
        <w:t xml:space="preserve"> </w:t>
      </w:r>
      <w:r w:rsidRPr="001C6201">
        <w:t>will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make</w:t>
      </w:r>
      <w:r w:rsidR="00357F4D">
        <w:t xml:space="preserve"> </w:t>
      </w:r>
      <w:r w:rsidRPr="001C6201">
        <w:t>sense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individual</w:t>
      </w:r>
      <w:r w:rsidR="00357F4D">
        <w:t xml:space="preserve"> </w:t>
      </w:r>
      <w:r w:rsidRPr="001C6201">
        <w:t>behaviour</w:t>
      </w:r>
      <w:r w:rsidR="00E11103">
        <w:t>,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equally</w:t>
      </w:r>
      <w:r w:rsidR="00357F4D">
        <w:t xml:space="preserve"> </w:t>
      </w:r>
      <w:r w:rsidRPr="001C6201">
        <w:t>justified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positing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‘general</w:t>
      </w:r>
      <w:r w:rsidR="00357F4D">
        <w:t xml:space="preserve"> </w:t>
      </w:r>
      <w:r w:rsidRPr="001C6201">
        <w:t>will’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make</w:t>
      </w:r>
      <w:r w:rsidR="00357F4D">
        <w:t xml:space="preserve"> </w:t>
      </w:r>
      <w:r w:rsidRPr="001C6201">
        <w:t>sense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action</w:t>
      </w:r>
      <w:r w:rsidR="00357F4D">
        <w:t xml:space="preserve"> </w:t>
      </w:r>
      <w:r w:rsidRPr="001C6201">
        <w:t>(Mayo</w:t>
      </w:r>
      <w:r w:rsidR="00E11103">
        <w:t>,</w:t>
      </w:r>
      <w:r w:rsidR="00357F4D">
        <w:t xml:space="preserve"> </w:t>
      </w:r>
      <w:r w:rsidRPr="001C6201">
        <w:t>1956)</w:t>
      </w:r>
      <w:r w:rsidR="00E11103">
        <w:t>.</w:t>
      </w:r>
      <w:r w:rsidR="00357F4D">
        <w:t xml:space="preserve"> </w:t>
      </w:r>
      <w:r w:rsidRPr="001C6201">
        <w:t>Laslettt’s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contribution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lengthy</w:t>
      </w:r>
      <w:r w:rsidR="00357F4D">
        <w:t xml:space="preserve"> </w:t>
      </w:r>
      <w:r w:rsidRPr="001C6201">
        <w:t>exposition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important</w:t>
      </w:r>
      <w:r w:rsidR="00357F4D">
        <w:t xml:space="preserve"> </w:t>
      </w:r>
      <w:r w:rsidRPr="001C6201">
        <w:t>point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modern</w:t>
      </w:r>
      <w:r w:rsidR="00357F4D">
        <w:t xml:space="preserve"> </w:t>
      </w:r>
      <w:r w:rsidRPr="001C6201">
        <w:t>society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sort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‘face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face’</w:t>
      </w:r>
      <w:r w:rsidR="00357F4D">
        <w:t xml:space="preserve"> </w:t>
      </w:r>
      <w:r w:rsidRPr="001C6201">
        <w:t>society</w:t>
      </w:r>
      <w:r w:rsidR="00357F4D">
        <w:t xml:space="preserve"> </w:t>
      </w:r>
      <w:r w:rsidRPr="001C6201">
        <w:t>theorised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Plato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even</w:t>
      </w:r>
      <w:r w:rsidR="00357F4D">
        <w:t xml:space="preserve"> </w:t>
      </w:r>
      <w:r w:rsidRPr="001C6201">
        <w:t>Rousseau</w:t>
      </w:r>
      <w:r w:rsidR="00E11103">
        <w:t>.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offered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type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rebuke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sociologically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historically</w:t>
      </w:r>
      <w:r w:rsidR="00357F4D">
        <w:t xml:space="preserve"> </w:t>
      </w:r>
      <w:r w:rsidRPr="001C6201">
        <w:t>ill</w:t>
      </w:r>
      <w:r w:rsidR="00357F4D">
        <w:t>-</w:t>
      </w:r>
      <w:r w:rsidRPr="001C6201">
        <w:t>informed</w:t>
      </w:r>
      <w:r w:rsidR="00357F4D">
        <w:t xml:space="preserve"> </w:t>
      </w:r>
      <w:r w:rsidRPr="001C6201">
        <w:lastRenderedPageBreak/>
        <w:t>political</w:t>
      </w:r>
      <w:r w:rsidR="00357F4D">
        <w:t xml:space="preserve"> </w:t>
      </w:r>
      <w:r w:rsidRPr="001C6201">
        <w:t>theorists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insight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creative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then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made</w:t>
      </w:r>
      <w:r w:rsidR="00357F4D">
        <w:t xml:space="preserve"> </w:t>
      </w:r>
      <w:r w:rsidRPr="001C6201">
        <w:t>(Laslett</w:t>
      </w:r>
      <w:r w:rsidR="00E11103">
        <w:t>,</w:t>
      </w:r>
      <w:r w:rsidR="00357F4D">
        <w:t xml:space="preserve"> </w:t>
      </w:r>
      <w:r w:rsidRPr="001C6201">
        <w:t>1956b)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1C1AD5">
        <w:t>The</w:t>
      </w:r>
      <w:r w:rsidR="00357F4D">
        <w:t xml:space="preserve"> </w:t>
      </w:r>
      <w:r w:rsidRPr="001C1AD5">
        <w:t>overriding</w:t>
      </w:r>
      <w:r w:rsidR="00357F4D">
        <w:t xml:space="preserve"> </w:t>
      </w:r>
      <w:r w:rsidRPr="001C1AD5">
        <w:t>character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essays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book</w:t>
      </w:r>
      <w:r w:rsidR="00357F4D">
        <w:t xml:space="preserve"> </w:t>
      </w:r>
      <w:r w:rsidRPr="001C1AD5">
        <w:t>(with</w:t>
      </w:r>
      <w:r w:rsidR="00357F4D">
        <w:t xml:space="preserve"> </w:t>
      </w:r>
      <w:r w:rsidRPr="001C1AD5">
        <w:t>some</w:t>
      </w:r>
      <w:r w:rsidR="00357F4D">
        <w:t xml:space="preserve"> </w:t>
      </w:r>
      <w:r w:rsidRPr="001C1AD5">
        <w:t>exceptions)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conviction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previous</w:t>
      </w:r>
      <w:r w:rsidR="00357F4D">
        <w:t xml:space="preserve"> </w:t>
      </w:r>
      <w:r w:rsidRPr="001C1AD5">
        <w:t>theorists</w:t>
      </w:r>
      <w:r w:rsidR="00E11103">
        <w:t>,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all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genius</w:t>
      </w:r>
      <w:r w:rsidR="00E11103">
        <w:t>,</w:t>
      </w:r>
      <w:r w:rsidR="00357F4D">
        <w:t xml:space="preserve"> </w:t>
      </w:r>
      <w:r w:rsidRPr="001C1AD5">
        <w:t>went</w:t>
      </w:r>
      <w:r w:rsidR="00357F4D">
        <w:t xml:space="preserve"> </w:t>
      </w:r>
      <w:r w:rsidRPr="001C1AD5">
        <w:t>badly</w:t>
      </w:r>
      <w:r w:rsidR="00357F4D">
        <w:t xml:space="preserve"> </w:t>
      </w:r>
      <w:r w:rsidRPr="001C1AD5">
        <w:t>wrong</w:t>
      </w:r>
      <w:r w:rsidR="00357F4D">
        <w:t xml:space="preserve"> </w:t>
      </w:r>
      <w:r w:rsidRPr="001C1AD5">
        <w:t>often</w:t>
      </w:r>
      <w:r w:rsidR="00357F4D">
        <w:t xml:space="preserve"> </w:t>
      </w:r>
      <w:r w:rsidRPr="001C1AD5">
        <w:t>because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were</w:t>
      </w:r>
      <w:r w:rsidR="00357F4D">
        <w:t xml:space="preserve"> </w:t>
      </w:r>
      <w:r w:rsidRPr="001C1AD5">
        <w:t>confused</w:t>
      </w:r>
      <w:r w:rsidR="00357F4D">
        <w:t xml:space="preserve"> </w:t>
      </w:r>
      <w:r w:rsidRPr="001C1AD5">
        <w:t>about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meaning</w:t>
      </w:r>
      <w:r w:rsidR="00E11103">
        <w:t>,</w:t>
      </w:r>
      <w:r w:rsidR="00357F4D">
        <w:t xml:space="preserve"> </w:t>
      </w:r>
      <w:r w:rsidRPr="001C1AD5">
        <w:t>logic</w:t>
      </w:r>
      <w:r w:rsidR="00E11103">
        <w:t>,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grammar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particular</w:t>
      </w:r>
      <w:r w:rsidR="00357F4D">
        <w:t xml:space="preserve"> </w:t>
      </w:r>
      <w:r w:rsidRPr="001C1AD5">
        <w:t>words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concepts</w:t>
      </w:r>
      <w:r w:rsidR="00E11103">
        <w:t>.</w:t>
      </w:r>
      <w:r w:rsidR="00357F4D">
        <w:t xml:space="preserve"> </w:t>
      </w:r>
      <w:r w:rsidRPr="001C1AD5">
        <w:t>But</w:t>
      </w:r>
      <w:r w:rsidR="00357F4D">
        <w:t xml:space="preserve"> </w:t>
      </w:r>
      <w:r w:rsidRPr="001C1AD5">
        <w:t>very</w:t>
      </w:r>
      <w:r w:rsidR="00357F4D">
        <w:t xml:space="preserve"> </w:t>
      </w:r>
      <w:r w:rsidRPr="001C1AD5">
        <w:t>little</w:t>
      </w:r>
      <w:r w:rsidR="00E11103">
        <w:t>,</w:t>
      </w:r>
      <w:r w:rsidR="00357F4D">
        <w:t xml:space="preserve"> </w:t>
      </w:r>
      <w:r w:rsidRPr="001C1AD5">
        <w:t>if</w:t>
      </w:r>
      <w:r w:rsidR="00357F4D">
        <w:t xml:space="preserve"> </w:t>
      </w:r>
      <w:r w:rsidRPr="001C1AD5">
        <w:t>any</w:t>
      </w:r>
      <w:r w:rsidR="00E11103">
        <w:t>,</w:t>
      </w:r>
      <w:r w:rsidR="00357F4D">
        <w:t xml:space="preserve"> </w:t>
      </w:r>
      <w:r w:rsidRPr="001C1AD5">
        <w:t>real</w:t>
      </w:r>
      <w:r w:rsidR="00357F4D">
        <w:t xml:space="preserve"> </w:t>
      </w:r>
      <w:r w:rsidRPr="001C1AD5">
        <w:t>use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logic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made</w:t>
      </w:r>
      <w:r w:rsidR="00E11103">
        <w:t>:</w:t>
      </w:r>
      <w:r w:rsidR="00357F4D">
        <w:t xml:space="preserve"> </w:t>
      </w:r>
      <w:r w:rsidRPr="001C1AD5">
        <w:t>one</w:t>
      </w:r>
      <w:r w:rsidR="00357F4D">
        <w:t xml:space="preserve"> </w:t>
      </w:r>
      <w:r w:rsidRPr="001C1AD5">
        <w:t>might</w:t>
      </w:r>
      <w:r w:rsidR="00357F4D">
        <w:t xml:space="preserve"> </w:t>
      </w:r>
      <w:r w:rsidRPr="001C1AD5">
        <w:t>think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‘logic’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used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sense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appears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title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Ayer’s</w:t>
      </w:r>
      <w:r w:rsidR="00357F4D">
        <w:t xml:space="preserve"> </w:t>
      </w:r>
      <w:r w:rsidRPr="001C1AD5">
        <w:rPr>
          <w:rStyle w:val="libItalicChar"/>
        </w:rPr>
        <w:t>Language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Truth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Logic</w:t>
      </w:r>
      <w:r w:rsidR="00E11103">
        <w:t>,</w:t>
      </w:r>
      <w:r w:rsidR="00357F4D">
        <w:t xml:space="preserve"> </w:t>
      </w:r>
      <w:r w:rsidRPr="001C1AD5">
        <w:t>rather</w:t>
      </w:r>
      <w:r w:rsidR="00357F4D">
        <w:t xml:space="preserve"> </w:t>
      </w:r>
      <w:r w:rsidRPr="001C1AD5">
        <w:t>than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Frege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Russell</w:t>
      </w:r>
      <w:r w:rsidR="00E11103">
        <w:t>.</w:t>
      </w:r>
      <w:r w:rsidR="00357F4D">
        <w:t xml:space="preserve"> </w:t>
      </w:r>
      <w:r w:rsidRPr="001C1AD5">
        <w:t>Certainly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no</w:t>
      </w:r>
      <w:r w:rsidR="00357F4D">
        <w:t xml:space="preserve"> </w:t>
      </w:r>
      <w:r w:rsidRPr="001C1AD5">
        <w:t>sense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modern</w:t>
      </w:r>
      <w:r w:rsidR="00357F4D">
        <w:t xml:space="preserve"> </w:t>
      </w:r>
      <w:r w:rsidRPr="001C1AD5">
        <w:t>logic</w:t>
      </w:r>
      <w:r w:rsidR="00357F4D">
        <w:t xml:space="preserve"> </w:t>
      </w:r>
      <w:r w:rsidRPr="001C1AD5">
        <w:t>having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transforming</w:t>
      </w:r>
      <w:r w:rsidR="00357F4D">
        <w:t xml:space="preserve"> </w:t>
      </w:r>
      <w:r w:rsidRPr="001C1AD5">
        <w:t>effect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presentation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.</w:t>
      </w:r>
      <w:r w:rsidR="00357F4D">
        <w:t xml:space="preserve"> </w:t>
      </w:r>
      <w:r w:rsidRPr="001C1AD5">
        <w:t>Indeed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mood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much</w:t>
      </w:r>
      <w:r w:rsidR="00357F4D">
        <w:t xml:space="preserve"> </w:t>
      </w:r>
      <w:r w:rsidRPr="001C1AD5">
        <w:t>more</w:t>
      </w:r>
      <w:r w:rsidR="00357F4D">
        <w:t xml:space="preserve"> </w:t>
      </w:r>
      <w:r w:rsidRPr="001C1AD5">
        <w:t>one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linguistic</w:t>
      </w:r>
      <w:r w:rsidR="00E11103">
        <w:t>,</w:t>
      </w:r>
      <w:r w:rsidR="00357F4D">
        <w:t xml:space="preserve"> </w:t>
      </w:r>
      <w:r w:rsidRPr="001C1AD5">
        <w:t>rather</w:t>
      </w:r>
      <w:r w:rsidR="00357F4D">
        <w:t xml:space="preserve"> </w:t>
      </w:r>
      <w:r w:rsidRPr="001C1AD5">
        <w:t>than</w:t>
      </w:r>
      <w:r w:rsidR="00357F4D">
        <w:t xml:space="preserve"> </w:t>
      </w:r>
      <w:r w:rsidRPr="001C1AD5">
        <w:t>analytic</w:t>
      </w:r>
      <w:r w:rsidR="00E11103">
        <w:t>,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any</w:t>
      </w:r>
      <w:r w:rsidR="00357F4D">
        <w:t xml:space="preserve"> </w:t>
      </w:r>
      <w:r w:rsidRPr="001C1AD5">
        <w:t>obvious</w:t>
      </w:r>
      <w:r w:rsidR="00357F4D">
        <w:t xml:space="preserve"> </w:t>
      </w:r>
      <w:r w:rsidRPr="001C1AD5">
        <w:t>sense</w:t>
      </w:r>
      <w:r w:rsidR="00E11103">
        <w:t>.</w:t>
      </w:r>
      <w:r w:rsidR="00357F4D">
        <w:t xml:space="preserve"> </w:t>
      </w:r>
      <w:r w:rsidRPr="001C1AD5">
        <w:t>But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unclear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much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terms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methods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argument</w:t>
      </w:r>
      <w:r w:rsidR="00E11103">
        <w:t>,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marks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break</w:t>
      </w:r>
      <w:r w:rsidR="00357F4D">
        <w:t xml:space="preserve"> </w:t>
      </w:r>
      <w:r w:rsidRPr="001C1AD5">
        <w:t>with</w:t>
      </w:r>
      <w:r w:rsidR="00E11103">
        <w:t>,</w:t>
      </w:r>
      <w:r w:rsidR="00357F4D">
        <w:t xml:space="preserve"> </w:t>
      </w:r>
      <w:r w:rsidRPr="001C1AD5">
        <w:t>say</w:t>
      </w:r>
      <w:r w:rsidR="00E11103">
        <w:t>,</w:t>
      </w:r>
      <w:r w:rsidR="00357F4D">
        <w:t xml:space="preserve"> </w:t>
      </w:r>
      <w:r w:rsidRPr="001C1AD5">
        <w:t>Hobbes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Bentham</w:t>
      </w:r>
      <w:r w:rsidR="00E11103">
        <w:t>,</w:t>
      </w:r>
      <w:r w:rsidR="00357F4D">
        <w:t xml:space="preserve"> </w:t>
      </w:r>
      <w:r w:rsidRPr="001C1AD5">
        <w:t>who</w:t>
      </w:r>
      <w:r w:rsidR="00357F4D">
        <w:t xml:space="preserve"> </w:t>
      </w:r>
      <w:r w:rsidRPr="001C1AD5">
        <w:t>each</w:t>
      </w:r>
      <w:r w:rsidR="00357F4D">
        <w:t xml:space="preserve"> </w:t>
      </w:r>
      <w:r w:rsidRPr="001C1AD5">
        <w:t>sought</w:t>
      </w:r>
      <w:r w:rsidR="00357F4D">
        <w:t xml:space="preserve"> </w:t>
      </w:r>
      <w:r w:rsidRPr="001C1AD5">
        <w:t>out</w:t>
      </w:r>
      <w:r w:rsidR="00357F4D">
        <w:t xml:space="preserve"> </w:t>
      </w:r>
      <w:r w:rsidRPr="001C1AD5">
        <w:t>clarity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rigour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argument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were</w:t>
      </w:r>
      <w:r w:rsidR="00357F4D">
        <w:t xml:space="preserve"> </w:t>
      </w:r>
      <w:r w:rsidRPr="001C1AD5">
        <w:t>equally</w:t>
      </w:r>
      <w:r w:rsidR="00357F4D">
        <w:t xml:space="preserve"> </w:t>
      </w:r>
      <w:r w:rsidRPr="001C1AD5">
        <w:t>prepared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accuse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predecessors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confusion</w:t>
      </w:r>
      <w:r w:rsidR="00E11103">
        <w:t>.</w:t>
      </w:r>
    </w:p>
    <w:p w:rsidR="001C1AD5" w:rsidRDefault="001C1AD5" w:rsidP="001C1AD5">
      <w:pPr>
        <w:pStyle w:val="libNormal"/>
      </w:pPr>
      <w:r>
        <w:br w:type="page"/>
      </w:r>
    </w:p>
    <w:p w:rsidR="001C1AD5" w:rsidRDefault="001C1AD5" w:rsidP="001C1AD5">
      <w:pPr>
        <w:pStyle w:val="Heading1Center"/>
      </w:pPr>
      <w:bookmarkStart w:id="3" w:name="_Toc421362876"/>
      <w:r w:rsidRPr="001C1AD5">
        <w:lastRenderedPageBreak/>
        <w:t>4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Revival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Advocacy</w:t>
      </w:r>
      <w:bookmarkEnd w:id="3"/>
    </w:p>
    <w:p w:rsidR="001C1AD5" w:rsidRDefault="001C1AD5" w:rsidP="001C1AD5">
      <w:pPr>
        <w:pStyle w:val="libNormal"/>
      </w:pP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character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writings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Politics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Society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brought</w:t>
      </w:r>
      <w:r w:rsidR="00357F4D">
        <w:t xml:space="preserve"> </w:t>
      </w:r>
      <w:r w:rsidRPr="001C6201">
        <w:t>out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well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Introduction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series</w:t>
      </w:r>
      <w:r w:rsidR="00E11103">
        <w:t>,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1962</w:t>
      </w:r>
      <w:r w:rsidR="00E11103">
        <w:t>,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time</w:t>
      </w:r>
      <w:r w:rsidR="00357F4D">
        <w:t xml:space="preserve"> </w:t>
      </w:r>
      <w:r w:rsidRPr="001C6201">
        <w:t>edited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sociologist</w:t>
      </w:r>
      <w:r w:rsidR="00357F4D">
        <w:t xml:space="preserve"> </w:t>
      </w:r>
      <w:r w:rsidRPr="001C6201">
        <w:t>Runciman</w:t>
      </w:r>
      <w:r w:rsidR="00E11103">
        <w:t>,</w:t>
      </w:r>
      <w:r w:rsidR="00357F4D">
        <w:t xml:space="preserve"> </w:t>
      </w:r>
      <w:r w:rsidRPr="001C6201">
        <w:t>alongside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historian</w:t>
      </w:r>
      <w:r w:rsidR="00357F4D">
        <w:t xml:space="preserve"> </w:t>
      </w:r>
      <w:r w:rsidRPr="001C6201">
        <w:t>Laslett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editors</w:t>
      </w:r>
      <w:r w:rsidR="00357F4D">
        <w:t xml:space="preserve"> </w:t>
      </w:r>
      <w:r w:rsidRPr="001C6201">
        <w:t>contend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volume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writings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time</w:t>
      </w:r>
      <w:r w:rsidR="00E11103">
        <w:t>,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concerned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diagnosis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advocacy</w:t>
      </w:r>
      <w:r w:rsidR="00357F4D">
        <w:t xml:space="preserve"> </w:t>
      </w:r>
      <w:r w:rsidRPr="001C6201">
        <w:t>(Laslett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E11103">
        <w:t>,</w:t>
      </w:r>
      <w:r w:rsidR="00357F4D">
        <w:t xml:space="preserve"> </w:t>
      </w:r>
      <w:r w:rsidRPr="001C6201">
        <w:t>1962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viii</w:t>
      </w:r>
      <w:r w:rsidR="00357F4D">
        <w:t>-</w:t>
      </w:r>
      <w:r w:rsidRPr="001C6201">
        <w:t>ix)</w:t>
      </w:r>
      <w:r w:rsidR="00E11103">
        <w:t>.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indeed</w:t>
      </w:r>
      <w:r w:rsidR="00E11103">
        <w:t>,</w:t>
      </w:r>
      <w:r w:rsidR="00357F4D">
        <w:t xml:space="preserve"> </w:t>
      </w:r>
      <w:r w:rsidRPr="001C6201">
        <w:t>looking</w:t>
      </w:r>
      <w:r w:rsidR="00357F4D">
        <w:t xml:space="preserve"> </w:t>
      </w:r>
      <w:r w:rsidRPr="001C6201">
        <w:t>back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virtually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assertion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defence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substantive</w:t>
      </w:r>
      <w:r w:rsidR="00357F4D">
        <w:t xml:space="preserve"> </w:t>
      </w:r>
      <w:r w:rsidRPr="001C6201">
        <w:t>position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The</w:t>
      </w:r>
      <w:r w:rsidR="00357F4D">
        <w:t xml:space="preserve"> </w:t>
      </w:r>
      <w:r w:rsidRPr="001C6201">
        <w:t>mood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changed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degree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1962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between</w:t>
      </w:r>
      <w:r w:rsidR="00357F4D">
        <w:t xml:space="preserve"> </w:t>
      </w:r>
      <w:r w:rsidRPr="001C6201">
        <w:t>1956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1962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significant</w:t>
      </w:r>
      <w:r w:rsidR="00357F4D">
        <w:t xml:space="preserve"> </w:t>
      </w:r>
      <w:r w:rsidRPr="001C6201">
        <w:t>developments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area</w:t>
      </w:r>
      <w:r w:rsidR="00E11103">
        <w:t>.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one</w:t>
      </w:r>
      <w:r w:rsidR="00E11103">
        <w:t>,</w:t>
      </w:r>
      <w:r w:rsidR="00357F4D">
        <w:t xml:space="preserve"> </w:t>
      </w:r>
      <w:r w:rsidRPr="001C6201">
        <w:t>Isaiah</w:t>
      </w:r>
      <w:r w:rsidR="00357F4D">
        <w:t xml:space="preserve"> </w:t>
      </w:r>
      <w:r w:rsidRPr="001C6201">
        <w:t>Berlin’s</w:t>
      </w:r>
      <w:r w:rsidR="00357F4D">
        <w:t xml:space="preserve"> </w:t>
      </w:r>
      <w:r w:rsidRPr="001C6201">
        <w:t>classic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‘Two</w:t>
      </w:r>
      <w:r w:rsidR="00357F4D">
        <w:t xml:space="preserve"> </w:t>
      </w:r>
      <w:r w:rsidRPr="001C6201">
        <w:t>Concepts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Liberty’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presented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Inaugural</w:t>
      </w:r>
      <w:r w:rsidR="00357F4D">
        <w:t xml:space="preserve"> </w:t>
      </w:r>
      <w:r w:rsidRPr="001C6201">
        <w:t>Lecture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1958</w:t>
      </w:r>
      <w:r w:rsidR="00357F4D">
        <w:t xml:space="preserve"> </w:t>
      </w:r>
      <w:r w:rsidRPr="001C6201">
        <w:t>(Berlin</w:t>
      </w:r>
      <w:r w:rsidR="00357F4D">
        <w:t xml:space="preserve"> </w:t>
      </w:r>
      <w:r w:rsidRPr="001C6201">
        <w:t>1958/1969)</w:t>
      </w:r>
      <w:r w:rsidR="00357F4D">
        <w:t xml:space="preserve"> 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tone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general</w:t>
      </w:r>
      <w:r w:rsidR="00357F4D">
        <w:t xml:space="preserve"> </w:t>
      </w:r>
      <w:r w:rsidRPr="001C6201">
        <w:t>character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Berlin’s</w:t>
      </w:r>
      <w:r w:rsidR="00357F4D">
        <w:t xml:space="preserve"> </w:t>
      </w:r>
      <w:r w:rsidRPr="001C6201">
        <w:t>writing</w:t>
      </w:r>
      <w:r w:rsidR="00357F4D">
        <w:t xml:space="preserve"> </w:t>
      </w:r>
      <w:r w:rsidRPr="001C6201">
        <w:t>makes</w:t>
      </w:r>
      <w:r w:rsidR="00357F4D">
        <w:t xml:space="preserve"> </w:t>
      </w:r>
      <w:r w:rsidRPr="001C6201">
        <w:t>him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unlikely</w:t>
      </w:r>
      <w:r w:rsidR="00357F4D">
        <w:t xml:space="preserve"> </w:t>
      </w:r>
      <w:r w:rsidRPr="001C6201">
        <w:t>champion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especially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light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Berlin’s</w:t>
      </w:r>
      <w:r w:rsidR="00357F4D">
        <w:t xml:space="preserve"> </w:t>
      </w:r>
      <w:r w:rsidRPr="001C6201">
        <w:t>warning</w:t>
      </w:r>
      <w:r w:rsidR="00357F4D">
        <w:t xml:space="preserve"> </w:t>
      </w:r>
      <w:r w:rsidRPr="001C6201">
        <w:t>against</w:t>
      </w:r>
      <w:r w:rsidR="00357F4D">
        <w:t xml:space="preserve"> </w:t>
      </w:r>
      <w:r w:rsidRPr="001C6201">
        <w:t>attempting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impose</w:t>
      </w:r>
      <w:r w:rsidR="00357F4D">
        <w:t xml:space="preserve"> </w:t>
      </w:r>
      <w:r w:rsidRPr="001C6201">
        <w:t>methods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linguistic</w:t>
      </w:r>
      <w:r w:rsidR="00357F4D">
        <w:t xml:space="preserve"> </w:t>
      </w:r>
      <w:r w:rsidRPr="001C6201">
        <w:t>analysis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:</w:t>
      </w:r>
    </w:p>
    <w:p w:rsidR="00E11103" w:rsidRDefault="001C1AD5" w:rsidP="001C1AD5">
      <w:pPr>
        <w:pStyle w:val="libNormal"/>
      </w:pPr>
      <w:r w:rsidRPr="001C6201">
        <w:t>To</w:t>
      </w:r>
      <w:r w:rsidR="00357F4D">
        <w:t xml:space="preserve"> </w:t>
      </w:r>
      <w:r w:rsidRPr="001C6201">
        <w:t>neglect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field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thought</w:t>
      </w:r>
      <w:r w:rsidR="00E11103">
        <w:t>,</w:t>
      </w:r>
      <w:r w:rsidR="00357F4D">
        <w:t xml:space="preserve"> </w:t>
      </w:r>
      <w:r w:rsidRPr="001C6201">
        <w:t>because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unstable</w:t>
      </w:r>
      <w:r w:rsidR="00357F4D">
        <w:t xml:space="preserve"> </w:t>
      </w:r>
      <w:r w:rsidRPr="001C6201">
        <w:t>subject</w:t>
      </w:r>
      <w:r w:rsidR="00357F4D">
        <w:t>-</w:t>
      </w:r>
      <w:r w:rsidRPr="001C6201">
        <w:t>matter</w:t>
      </w:r>
      <w:r w:rsidR="00E11103">
        <w:t>,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blurred</w:t>
      </w:r>
      <w:r w:rsidR="00357F4D">
        <w:t xml:space="preserve"> </w:t>
      </w:r>
      <w:r w:rsidRPr="001C6201">
        <w:t>edges</w:t>
      </w:r>
      <w:r w:rsidR="00E11103">
        <w:t>,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caught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fixed</w:t>
      </w:r>
      <w:r w:rsidR="00357F4D">
        <w:t xml:space="preserve"> </w:t>
      </w:r>
      <w:r w:rsidRPr="001C6201">
        <w:t>concepts</w:t>
      </w:r>
      <w:r w:rsidR="00E11103">
        <w:t>,</w:t>
      </w:r>
      <w:r w:rsidR="00357F4D">
        <w:t xml:space="preserve"> </w:t>
      </w:r>
      <w:r w:rsidRPr="001C6201">
        <w:t>abstract</w:t>
      </w:r>
      <w:r w:rsidR="00357F4D">
        <w:t xml:space="preserve"> </w:t>
      </w:r>
      <w:r w:rsidRPr="001C6201">
        <w:t>models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fine</w:t>
      </w:r>
    </w:p>
    <w:p w:rsidR="001C1AD5" w:rsidRPr="001C1AD5" w:rsidRDefault="001C1AD5" w:rsidP="001C1AD5">
      <w:pPr>
        <w:pStyle w:val="libNormal"/>
      </w:pPr>
      <w:r w:rsidRPr="001C6201">
        <w:t>instruments</w:t>
      </w:r>
      <w:r w:rsidR="00357F4D">
        <w:t xml:space="preserve"> </w:t>
      </w:r>
      <w:r w:rsidRPr="001C6201">
        <w:t>suitable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logic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linguistic</w:t>
      </w:r>
      <w:r w:rsidR="00357F4D">
        <w:t xml:space="preserve"> </w:t>
      </w:r>
      <w:r w:rsidRPr="001C6201">
        <w:t>analysis</w:t>
      </w:r>
      <w:r w:rsidR="00357F4D">
        <w:t xml:space="preserve"> - </w:t>
      </w:r>
      <w:r w:rsidRPr="001C6201">
        <w:t>to</w:t>
      </w:r>
      <w:r w:rsidR="00357F4D">
        <w:t xml:space="preserve"> </w:t>
      </w:r>
      <w:r w:rsidRPr="001C6201">
        <w:t>demand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unity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method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reject</w:t>
      </w:r>
      <w:r w:rsidR="00357F4D">
        <w:t xml:space="preserve"> </w:t>
      </w:r>
      <w:r w:rsidRPr="001C6201">
        <w:t>whatever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method</w:t>
      </w:r>
      <w:r w:rsidR="00357F4D">
        <w:t xml:space="preserve"> </w:t>
      </w:r>
      <w:r w:rsidRPr="001C6201">
        <w:t>cannot</w:t>
      </w:r>
      <w:r w:rsidR="00357F4D">
        <w:t xml:space="preserve"> </w:t>
      </w:r>
      <w:r w:rsidRPr="001C6201">
        <w:t>successfully</w:t>
      </w:r>
      <w:r w:rsidR="00357F4D">
        <w:t xml:space="preserve"> </w:t>
      </w:r>
      <w:r w:rsidRPr="001C6201">
        <w:t>manage</w:t>
      </w:r>
      <w:r w:rsidR="00357F4D">
        <w:t xml:space="preserve"> - </w:t>
      </w:r>
      <w:r w:rsidRPr="001C6201">
        <w:t>is</w:t>
      </w:r>
      <w:r w:rsidR="00357F4D">
        <w:t xml:space="preserve"> </w:t>
      </w:r>
      <w:r w:rsidRPr="001C6201">
        <w:t>merely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allow</w:t>
      </w:r>
      <w:r w:rsidR="00357F4D">
        <w:t xml:space="preserve"> </w:t>
      </w:r>
      <w:r w:rsidRPr="001C6201">
        <w:t>oneself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remain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mercy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primitive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uncriticised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beliefs</w:t>
      </w:r>
      <w:r w:rsidR="00357F4D">
        <w:t xml:space="preserve"> </w:t>
      </w:r>
      <w:r w:rsidRPr="001C6201">
        <w:t>(Berlin</w:t>
      </w:r>
      <w:r w:rsidR="00E11103">
        <w:t>,</w:t>
      </w:r>
      <w:r w:rsidR="00357F4D">
        <w:t xml:space="preserve"> </w:t>
      </w:r>
      <w:r w:rsidRPr="001C6201">
        <w:t>1958/1969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119)</w:t>
      </w:r>
    </w:p>
    <w:p w:rsidR="001C1AD5" w:rsidRDefault="001C1AD5" w:rsidP="001C1AD5">
      <w:pPr>
        <w:pStyle w:val="libNormal"/>
      </w:pPr>
      <w:r w:rsidRPr="001C6201">
        <w:t>Yet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central</w:t>
      </w:r>
      <w:r w:rsidR="00357F4D">
        <w:t xml:space="preserve"> </w:t>
      </w:r>
      <w:r w:rsidRPr="001C6201">
        <w:t>contrast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interesting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our</w:t>
      </w:r>
      <w:r w:rsidR="00357F4D">
        <w:t xml:space="preserve"> </w:t>
      </w:r>
      <w:r w:rsidRPr="001C6201">
        <w:t>purposes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distinguishing</w:t>
      </w:r>
      <w:r w:rsidR="00357F4D">
        <w:t xml:space="preserve"> </w:t>
      </w:r>
      <w:r w:rsidRPr="001C6201">
        <w:t>positive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negative</w:t>
      </w:r>
      <w:r w:rsidR="00357F4D">
        <w:t xml:space="preserve"> </w:t>
      </w:r>
      <w:r w:rsidRPr="001C6201">
        <w:t>liberty</w:t>
      </w:r>
      <w:r w:rsidR="00E11103">
        <w:t>,</w:t>
      </w:r>
      <w:r w:rsidR="00357F4D">
        <w:t xml:space="preserve"> </w:t>
      </w:r>
      <w:r w:rsidRPr="001C6201">
        <w:t>Berlin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distinguishing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collectivist</w:t>
      </w:r>
      <w:r w:rsidR="00357F4D">
        <w:t xml:space="preserve"> </w:t>
      </w:r>
      <w:r w:rsidRPr="001C6201">
        <w:t>view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liberty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E11103">
        <w:t>,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example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state</w:t>
      </w:r>
      <w:r w:rsidR="00357F4D">
        <w:t xml:space="preserve"> </w:t>
      </w:r>
      <w:r w:rsidRPr="001C6201">
        <w:t>knows</w:t>
      </w:r>
      <w:r w:rsidR="00357F4D">
        <w:t xml:space="preserve"> </w:t>
      </w:r>
      <w:r w:rsidRPr="001C6201">
        <w:t>best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makes</w:t>
      </w:r>
      <w:r w:rsidR="00357F4D">
        <w:t xml:space="preserve"> </w:t>
      </w:r>
      <w:r w:rsidRPr="001C6201">
        <w:t>you</w:t>
      </w:r>
      <w:r w:rsidR="00357F4D">
        <w:t xml:space="preserve"> </w:t>
      </w:r>
      <w:r w:rsidRPr="001C6201">
        <w:t>free</w:t>
      </w:r>
      <w:r w:rsidR="00E11103">
        <w:t>,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individualist</w:t>
      </w:r>
      <w:r w:rsidR="00357F4D">
        <w:t xml:space="preserve"> </w:t>
      </w:r>
      <w:r w:rsidRPr="001C6201">
        <w:t>notion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liberty</w:t>
      </w:r>
      <w:r w:rsidR="00357F4D">
        <w:t xml:space="preserve"> </w:t>
      </w:r>
      <w:r w:rsidRPr="001C6201">
        <w:t>involves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pursuit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plan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one’s</w:t>
      </w:r>
      <w:r w:rsidR="00357F4D">
        <w:t xml:space="preserve"> </w:t>
      </w:r>
      <w:r w:rsidRPr="001C6201">
        <w:t>own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collectivist</w:t>
      </w:r>
      <w:r w:rsidR="00357F4D">
        <w:t xml:space="preserve"> </w:t>
      </w:r>
      <w:r w:rsidRPr="001C6201">
        <w:t>view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associated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Berlin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Hegel</w:t>
      </w:r>
      <w:r w:rsidR="00E11103">
        <w:t>,</w:t>
      </w:r>
      <w:r w:rsidR="00357F4D">
        <w:t xml:space="preserve"> </w:t>
      </w:r>
      <w:r w:rsidRPr="001C6201">
        <w:t>Fichte</w:t>
      </w:r>
      <w:r w:rsidR="00E11103">
        <w:t>,</w:t>
      </w:r>
      <w:r w:rsidR="00357F4D">
        <w:t xml:space="preserve"> </w:t>
      </w:r>
      <w:r w:rsidRPr="001C6201">
        <w:t>Bradley</w:t>
      </w:r>
      <w:r w:rsidR="00E11103">
        <w:t>,</w:t>
      </w:r>
      <w:r w:rsidR="00357F4D">
        <w:t xml:space="preserve"> </w:t>
      </w:r>
      <w:r w:rsidRPr="001C6201">
        <w:t>Bosanquet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Green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individualist</w:t>
      </w:r>
      <w:r w:rsidR="00357F4D">
        <w:t xml:space="preserve"> </w:t>
      </w:r>
      <w:r w:rsidRPr="001C6201">
        <w:t>notion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Hobbes</w:t>
      </w:r>
      <w:r w:rsidR="00E11103">
        <w:t>,</w:t>
      </w:r>
      <w:r w:rsidR="00357F4D">
        <w:t xml:space="preserve"> </w:t>
      </w:r>
      <w:r w:rsidRPr="001C6201">
        <w:t>Locke</w:t>
      </w:r>
      <w:r w:rsidR="00E11103">
        <w:t>,</w:t>
      </w:r>
      <w:r w:rsidR="00357F4D">
        <w:t xml:space="preserve"> </w:t>
      </w:r>
      <w:r w:rsidRPr="001C6201">
        <w:t>Smith</w:t>
      </w:r>
      <w:r w:rsidR="00E11103">
        <w:t>,</w:t>
      </w:r>
      <w:r w:rsidR="00357F4D">
        <w:t xml:space="preserve"> </w:t>
      </w:r>
      <w:r w:rsidRPr="001C6201">
        <w:t>Bentham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Mill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words</w:t>
      </w:r>
      <w:r w:rsidR="00E11103">
        <w:t>,</w:t>
      </w:r>
      <w:r w:rsidR="00357F4D">
        <w:t xml:space="preserve"> </w:t>
      </w:r>
      <w:r w:rsidRPr="001C6201">
        <w:t>Berlin’s</w:t>
      </w:r>
      <w:r w:rsidR="00357F4D">
        <w:t xml:space="preserve"> </w:t>
      </w:r>
      <w:r w:rsidRPr="001C6201">
        <w:t>essay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main</w:t>
      </w:r>
      <w:r w:rsidR="00357F4D">
        <w:t xml:space="preserve"> </w:t>
      </w:r>
      <w:r w:rsidRPr="001C6201">
        <w:t>sites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emphasised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decisive</w:t>
      </w:r>
      <w:r w:rsidR="00357F4D">
        <w:t xml:space="preserve"> </w:t>
      </w:r>
      <w:r w:rsidRPr="001C6201">
        <w:t>break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idealist</w:t>
      </w:r>
      <w:r w:rsidR="00357F4D">
        <w:t xml:space="preserve"> </w:t>
      </w:r>
      <w:r w:rsidRPr="001C6201">
        <w:t>tradition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reviving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older</w:t>
      </w:r>
      <w:r w:rsidR="00357F4D">
        <w:t xml:space="preserve"> </w:t>
      </w:r>
      <w:r w:rsidRPr="001C6201">
        <w:t>tradition</w:t>
      </w:r>
      <w:r w:rsidR="00E11103">
        <w:t>,</w:t>
      </w:r>
      <w:r w:rsidR="00357F4D">
        <w:t xml:space="preserve"> </w:t>
      </w:r>
      <w:r w:rsidRPr="001C6201">
        <w:t>Berlin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helping</w:t>
      </w:r>
      <w:r w:rsidR="00357F4D">
        <w:t xml:space="preserve"> </w:t>
      </w:r>
      <w:r w:rsidRPr="001C6201">
        <w:t>support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one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A</w:t>
      </w:r>
      <w:r w:rsidR="00357F4D">
        <w:t xml:space="preserve"> </w:t>
      </w:r>
      <w:r w:rsidRPr="001C1AD5">
        <w:t>second</w:t>
      </w:r>
      <w:r w:rsidR="00357F4D">
        <w:t xml:space="preserve"> </w:t>
      </w:r>
      <w:r w:rsidRPr="001C1AD5">
        <w:t>development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publication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major</w:t>
      </w:r>
      <w:r w:rsidR="00357F4D">
        <w:t xml:space="preserve"> </w:t>
      </w:r>
      <w:r w:rsidRPr="001C1AD5">
        <w:t>text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Principles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Democratic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State</w:t>
      </w:r>
      <w:r w:rsidR="00E11103">
        <w:t>,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Stanley</w:t>
      </w:r>
      <w:r w:rsidR="00357F4D">
        <w:t xml:space="preserve"> </w:t>
      </w:r>
      <w:r w:rsidRPr="001C6201">
        <w:t>Benn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Richard</w:t>
      </w:r>
      <w:r w:rsidR="00357F4D">
        <w:t xml:space="preserve"> </w:t>
      </w:r>
      <w:r w:rsidRPr="001C6201">
        <w:t>Peters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1959</w:t>
      </w:r>
      <w:r w:rsidR="00E11103">
        <w:t>,</w:t>
      </w:r>
      <w:r w:rsidR="00357F4D">
        <w:t xml:space="preserve"> </w:t>
      </w:r>
      <w:r w:rsidRPr="001C6201">
        <w:t>which</w:t>
      </w:r>
      <w:r w:rsidR="00E11103">
        <w:t>,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page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Chapter</w:t>
      </w:r>
      <w:r w:rsidR="00357F4D">
        <w:t xml:space="preserve"> </w:t>
      </w:r>
      <w:r w:rsidRPr="001C6201">
        <w:t>1</w:t>
      </w:r>
      <w:r w:rsidR="00E11103">
        <w:t>,</w:t>
      </w:r>
      <w:r w:rsidR="00357F4D">
        <w:t xml:space="preserve"> </w:t>
      </w:r>
      <w:r w:rsidRPr="001C6201">
        <w:t>asserts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credentials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phrase</w:t>
      </w:r>
      <w:r w:rsidR="00357F4D">
        <w:t xml:space="preserve"> </w:t>
      </w:r>
      <w:r w:rsidRPr="001C6201">
        <w:t>later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made</w:t>
      </w:r>
      <w:r w:rsidR="00357F4D">
        <w:t xml:space="preserve"> </w:t>
      </w:r>
      <w:r w:rsidRPr="001C6201">
        <w:t>famous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Margaret</w:t>
      </w:r>
      <w:r w:rsidR="00357F4D">
        <w:t xml:space="preserve"> </w:t>
      </w:r>
      <w:r w:rsidRPr="001C6201">
        <w:t>Thatcher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obvious</w:t>
      </w:r>
      <w:r w:rsidR="00357F4D">
        <w:t xml:space="preserve"> </w:t>
      </w:r>
      <w:r w:rsidRPr="001C6201">
        <w:t>observation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make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thing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society’</w:t>
      </w:r>
      <w:r w:rsidR="00357F4D">
        <w:t xml:space="preserve"> </w:t>
      </w:r>
      <w:r w:rsidRPr="001C6201">
        <w:t>(Benn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Peters</w:t>
      </w:r>
      <w:r w:rsidR="00E11103">
        <w:t>,</w:t>
      </w:r>
      <w:r w:rsidR="00357F4D">
        <w:t xml:space="preserve"> </w:t>
      </w:r>
      <w:r w:rsidRPr="001C6201">
        <w:t>1959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13)</w:t>
      </w:r>
      <w:r w:rsidR="00E11103">
        <w:t>.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assertion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individualism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programme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analysis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concepts</w:t>
      </w:r>
      <w:r w:rsidR="00E11103">
        <w:t>,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equality</w:t>
      </w:r>
      <w:r w:rsidR="00E11103">
        <w:t>,</w:t>
      </w:r>
      <w:r w:rsidR="00357F4D">
        <w:t xml:space="preserve"> </w:t>
      </w:r>
      <w:r w:rsidRPr="001C6201">
        <w:t>democracy</w:t>
      </w:r>
      <w:r w:rsidR="00E11103">
        <w:t>,</w:t>
      </w:r>
      <w:r w:rsidR="00357F4D">
        <w:t xml:space="preserve"> </w:t>
      </w:r>
      <w:r w:rsidRPr="001C6201">
        <w:t>authority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freedom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probed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depth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attempt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introduce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reasoning</w:t>
      </w:r>
      <w:r w:rsidR="00357F4D">
        <w:t xml:space="preserve"> </w:t>
      </w:r>
      <w:r w:rsidRPr="001C6201">
        <w:t>into</w:t>
      </w:r>
      <w:r w:rsidR="00357F4D">
        <w:t xml:space="preserve"> </w:t>
      </w:r>
      <w:r w:rsidRPr="001C6201">
        <w:t>issues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politics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Another</w:t>
      </w:r>
      <w:r w:rsidR="00357F4D">
        <w:t xml:space="preserve"> </w:t>
      </w:r>
      <w:r w:rsidRPr="001C6201">
        <w:t>highly</w:t>
      </w:r>
      <w:r w:rsidR="00357F4D">
        <w:t xml:space="preserve"> </w:t>
      </w:r>
      <w:r w:rsidRPr="001C6201">
        <w:t>significant</w:t>
      </w:r>
      <w:r w:rsidR="00357F4D">
        <w:t xml:space="preserve"> </w:t>
      </w:r>
      <w:r w:rsidRPr="001C6201">
        <w:t>event</w:t>
      </w:r>
      <w:r w:rsidR="00357F4D">
        <w:t xml:space="preserve"> </w:t>
      </w:r>
      <w:r w:rsidRPr="001C6201">
        <w:t>during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period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publication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</w:t>
      </w:r>
      <w:r w:rsidR="00E11103">
        <w:t>.</w:t>
      </w:r>
      <w:r w:rsidRPr="001C6201">
        <w:t>L</w:t>
      </w:r>
      <w:r w:rsidR="00E11103">
        <w:t>.</w:t>
      </w:r>
      <w:r w:rsidRPr="001C6201">
        <w:t>A</w:t>
      </w:r>
      <w:r w:rsidR="00E11103">
        <w:t>.</w:t>
      </w:r>
      <w:r w:rsidR="00357F4D">
        <w:t xml:space="preserve"> </w:t>
      </w:r>
      <w:r w:rsidRPr="001C6201">
        <w:t>Hart’s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Concept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Law</w:t>
      </w:r>
      <w:r w:rsidR="00357F4D">
        <w:t xml:space="preserve"> </w:t>
      </w:r>
      <w:r w:rsidRPr="001C6201">
        <w:t>1961</w:t>
      </w:r>
      <w:r w:rsidR="00357F4D">
        <w:t xml:space="preserve"> </w:t>
      </w:r>
      <w:r w:rsidRPr="001C6201">
        <w:t>(Hart</w:t>
      </w:r>
      <w:r w:rsidR="00357F4D">
        <w:t xml:space="preserve"> </w:t>
      </w:r>
      <w:r w:rsidRPr="001C6201">
        <w:t>1961/1994)</w:t>
      </w:r>
      <w:r w:rsidR="00E11103">
        <w:t>.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work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founding</w:t>
      </w:r>
      <w:r w:rsidR="00357F4D">
        <w:t xml:space="preserve"> </w:t>
      </w:r>
      <w:r w:rsidRPr="001C6201">
        <w:t>text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analytical</w:t>
      </w:r>
      <w:r w:rsidR="00357F4D">
        <w:t xml:space="preserve"> </w:t>
      </w:r>
      <w:r w:rsidRPr="001C6201">
        <w:t>jurisprudence</w:t>
      </w:r>
      <w:r w:rsidR="00E11103">
        <w:t>,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regarded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classic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Hart</w:t>
      </w:r>
      <w:r w:rsidR="00357F4D">
        <w:t xml:space="preserve"> </w:t>
      </w:r>
      <w:r w:rsidRPr="001C6201">
        <w:t>explicitly</w:t>
      </w:r>
      <w:r w:rsidR="00357F4D">
        <w:t xml:space="preserve"> </w:t>
      </w:r>
      <w:r w:rsidRPr="001C6201">
        <w:t>describes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book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exercise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lastRenderedPageBreak/>
        <w:t>‘analytic</w:t>
      </w:r>
      <w:r w:rsidR="00357F4D">
        <w:t xml:space="preserve"> </w:t>
      </w:r>
      <w:r w:rsidRPr="001C6201">
        <w:t>jurisprudence’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well</w:t>
      </w:r>
      <w:r w:rsidR="00E11103">
        <w:t>,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surprisingly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‘descriptive</w:t>
      </w:r>
      <w:r w:rsidR="00357F4D">
        <w:t xml:space="preserve"> </w:t>
      </w:r>
      <w:r w:rsidRPr="001C6201">
        <w:t>sociology’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develops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version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legal</w:t>
      </w:r>
      <w:r w:rsidR="00357F4D">
        <w:t xml:space="preserve"> </w:t>
      </w:r>
      <w:r w:rsidRPr="001C6201">
        <w:t>positivism</w:t>
      </w:r>
      <w:r w:rsidR="00E11103">
        <w:t>,</w:t>
      </w:r>
      <w:r w:rsidR="00357F4D">
        <w:t xml:space="preserve"> </w:t>
      </w:r>
      <w:r w:rsidRPr="001C6201">
        <w:t>rejecting</w:t>
      </w:r>
      <w:r w:rsidR="00357F4D">
        <w:t xml:space="preserve"> </w:t>
      </w:r>
      <w:r w:rsidRPr="001C6201">
        <w:t>both</w:t>
      </w:r>
      <w:r w:rsidR="00357F4D">
        <w:t xml:space="preserve"> </w:t>
      </w:r>
      <w:r w:rsidRPr="001C6201">
        <w:t>natural</w:t>
      </w:r>
      <w:r w:rsidR="00357F4D">
        <w:t xml:space="preserve"> </w:t>
      </w:r>
      <w:r w:rsidRPr="001C6201">
        <w:t>law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crude</w:t>
      </w:r>
      <w:r w:rsidR="00357F4D">
        <w:t xml:space="preserve"> </w:t>
      </w:r>
      <w:r w:rsidRPr="001C6201">
        <w:t>‘command’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law</w:t>
      </w:r>
      <w:r w:rsidR="00357F4D">
        <w:t xml:space="preserve"> </w:t>
      </w:r>
      <w:r w:rsidRPr="001C6201">
        <w:t>identified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earlier</w:t>
      </w:r>
      <w:r w:rsidR="00357F4D">
        <w:t xml:space="preserve"> </w:t>
      </w:r>
      <w:r w:rsidRPr="001C6201">
        <w:t>positivist</w:t>
      </w:r>
      <w:r w:rsidR="00357F4D">
        <w:t xml:space="preserve"> </w:t>
      </w:r>
      <w:r w:rsidRPr="001C6201">
        <w:t>views</w:t>
      </w:r>
      <w:r w:rsidR="00E11103">
        <w:t>.</w:t>
      </w:r>
      <w:r w:rsidR="00357F4D">
        <w:t xml:space="preserve"> </w:t>
      </w:r>
      <w:r w:rsidRPr="001C6201">
        <w:t>Legal</w:t>
      </w:r>
      <w:r w:rsidR="00357F4D">
        <w:t xml:space="preserve"> </w:t>
      </w:r>
      <w:r w:rsidRPr="001C6201">
        <w:t>positivism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positivism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makes</w:t>
      </w:r>
      <w:r w:rsidR="00357F4D">
        <w:t xml:space="preserve"> </w:t>
      </w:r>
      <w:r w:rsidRPr="001C6201">
        <w:t>central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fact/value</w:t>
      </w:r>
      <w:r w:rsidR="00357F4D">
        <w:t xml:space="preserve"> </w:t>
      </w:r>
      <w:r w:rsidRPr="001C6201">
        <w:t>distinction</w:t>
      </w:r>
      <w:r w:rsidR="00E11103">
        <w:t>,</w:t>
      </w:r>
      <w:r w:rsidR="00357F4D">
        <w:t xml:space="preserve"> </w:t>
      </w:r>
      <w:r w:rsidRPr="001C6201">
        <w:t>asserting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existence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law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depend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content</w:t>
      </w:r>
      <w:r w:rsidR="00357F4D">
        <w:t xml:space="preserve"> </w:t>
      </w:r>
      <w:r w:rsidRPr="001C6201">
        <w:t>(the</w:t>
      </w:r>
      <w:r w:rsidR="00357F4D">
        <w:t xml:space="preserve"> </w:t>
      </w:r>
      <w:r w:rsidRPr="001C6201">
        <w:t>‘Separation</w:t>
      </w:r>
      <w:r w:rsidR="00357F4D">
        <w:t xml:space="preserve"> </w:t>
      </w:r>
      <w:r w:rsidRPr="001C6201">
        <w:t>Thesis’)</w:t>
      </w:r>
      <w:r w:rsidR="00E11103">
        <w:t>.</w:t>
      </w:r>
      <w:r w:rsidR="00357F4D">
        <w:t xml:space="preserve"> </w:t>
      </w:r>
      <w:r w:rsidRPr="001C6201">
        <w:t>Hart</w:t>
      </w:r>
      <w:r w:rsidR="00357F4D">
        <w:t xml:space="preserve"> </w:t>
      </w:r>
      <w:r w:rsidRPr="001C6201">
        <w:t>introduces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idea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legal</w:t>
      </w:r>
      <w:r w:rsidR="00357F4D">
        <w:t xml:space="preserve"> </w:t>
      </w:r>
      <w:r w:rsidRPr="001C6201">
        <w:t>system</w:t>
      </w:r>
      <w:r w:rsidR="00357F4D">
        <w:t xml:space="preserve"> </w:t>
      </w:r>
      <w:r w:rsidRPr="001C6201">
        <w:t>needs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‘rule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recognition’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laws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made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legitimised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existence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law</w:t>
      </w:r>
      <w:r w:rsidR="00357F4D">
        <w:t xml:space="preserve"> </w:t>
      </w:r>
      <w:r w:rsidRPr="001C6201">
        <w:t>depends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facts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recognised</w:t>
      </w:r>
      <w:r w:rsidR="00357F4D">
        <w:t xml:space="preserve"> </w:t>
      </w:r>
      <w:r w:rsidRPr="001C6201">
        <w:t>(The</w:t>
      </w:r>
      <w:r w:rsidR="00357F4D">
        <w:t xml:space="preserve"> </w:t>
      </w:r>
      <w:r w:rsidRPr="001C6201">
        <w:t>‘Social</w:t>
      </w:r>
      <w:r w:rsidR="00357F4D">
        <w:t xml:space="preserve"> </w:t>
      </w:r>
      <w:r w:rsidRPr="001C6201">
        <w:t>Thesis’)</w:t>
      </w:r>
      <w:r w:rsidR="00E11103">
        <w:t>.</w:t>
      </w:r>
      <w:r w:rsidR="00357F4D">
        <w:t xml:space="preserve"> </w:t>
      </w:r>
      <w:r w:rsidRPr="001C6201">
        <w:t>Despite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power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argument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general</w:t>
      </w:r>
      <w:r w:rsidR="00357F4D">
        <w:t xml:space="preserve"> </w:t>
      </w:r>
      <w:r w:rsidRPr="001C6201">
        <w:t>clarity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expression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Hart’s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view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surprisingly</w:t>
      </w:r>
      <w:r w:rsidR="00357F4D">
        <w:t xml:space="preserve"> </w:t>
      </w:r>
      <w:r w:rsidRPr="001C6201">
        <w:t>resistant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precise</w:t>
      </w:r>
      <w:r w:rsidR="00357F4D">
        <w:t xml:space="preserve"> </w:t>
      </w:r>
      <w:r w:rsidRPr="001C6201">
        <w:t>capture</w:t>
      </w:r>
      <w:r w:rsidR="00E11103">
        <w:t>,</w:t>
      </w:r>
      <w:r w:rsidR="00357F4D">
        <w:t xml:space="preserve"> </w:t>
      </w:r>
      <w:r w:rsidRPr="001C6201">
        <w:t>especially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light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inclusion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unfinished</w:t>
      </w:r>
      <w:r w:rsidR="00357F4D">
        <w:t xml:space="preserve"> </w:t>
      </w:r>
      <w:r w:rsidRPr="001C6201">
        <w:t>postscript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edition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(published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1994)</w:t>
      </w:r>
      <w:r w:rsidR="00E11103">
        <w:t>,</w:t>
      </w:r>
      <w:r w:rsidR="00357F4D">
        <w:t xml:space="preserve"> </w:t>
      </w:r>
      <w:r w:rsidRPr="001C6201">
        <w:t>primarily</w:t>
      </w:r>
      <w:r w:rsidR="00357F4D">
        <w:t xml:space="preserve"> </w:t>
      </w:r>
      <w:r w:rsidRPr="001C6201">
        <w:t>responding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Dworkin’s</w:t>
      </w:r>
      <w:r w:rsidR="00357F4D">
        <w:t xml:space="preserve"> </w:t>
      </w:r>
      <w:r w:rsidRPr="001C6201">
        <w:t>criticisms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worth</w:t>
      </w:r>
      <w:r w:rsidR="00357F4D">
        <w:t xml:space="preserve"> </w:t>
      </w:r>
      <w:r w:rsidRPr="001C6201">
        <w:t>noting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Hart’s</w:t>
      </w:r>
      <w:r w:rsidR="00357F4D">
        <w:t xml:space="preserve"> </w:t>
      </w:r>
      <w:r w:rsidRPr="001C6201">
        <w:t>important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‘Are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Natural</w:t>
      </w:r>
      <w:r w:rsidR="00357F4D">
        <w:t xml:space="preserve"> </w:t>
      </w:r>
      <w:r w:rsidRPr="001C6201">
        <w:t>Rights?’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early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1955</w:t>
      </w:r>
      <w:r w:rsidR="00E11103">
        <w:t>,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year</w:t>
      </w:r>
      <w:r w:rsidR="00357F4D">
        <w:t xml:space="preserve"> </w:t>
      </w:r>
      <w:r w:rsidRPr="001C6201">
        <w:t>before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Politics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Society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constructive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(Hart</w:t>
      </w:r>
      <w:r w:rsidR="00E11103">
        <w:t>,</w:t>
      </w:r>
      <w:r w:rsidR="00357F4D">
        <w:t xml:space="preserve"> </w:t>
      </w:r>
      <w:r w:rsidRPr="001C6201">
        <w:t>1955)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addition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substantive</w:t>
      </w:r>
      <w:r w:rsidR="00357F4D">
        <w:t xml:space="preserve"> </w:t>
      </w:r>
      <w:r w:rsidRPr="001C6201">
        <w:t>contributions</w:t>
      </w:r>
      <w:r w:rsidR="00357F4D">
        <w:t xml:space="preserve"> </w:t>
      </w:r>
      <w:r w:rsidRPr="001C6201">
        <w:t>Hart</w:t>
      </w:r>
      <w:r w:rsidR="00357F4D">
        <w:t xml:space="preserve"> </w:t>
      </w:r>
      <w:r w:rsidRPr="001C6201">
        <w:t>makes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rights</w:t>
      </w:r>
      <w:r w:rsidR="00E11103">
        <w:t>,</w:t>
      </w:r>
      <w:r w:rsidR="00357F4D">
        <w:t xml:space="preserve"> </w:t>
      </w:r>
      <w:r w:rsidRPr="001C6201">
        <w:t>and</w:t>
      </w:r>
      <w:r w:rsidR="00E11103">
        <w:t>,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means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‘principle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fair</w:t>
      </w:r>
      <w:r w:rsidR="00357F4D">
        <w:t xml:space="preserve"> </w:t>
      </w:r>
      <w:r w:rsidRPr="001C6201">
        <w:t>play’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obligation</w:t>
      </w:r>
      <w:r w:rsidR="00E11103">
        <w:t>,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notable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perhaps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clearest</w:t>
      </w:r>
      <w:r w:rsidR="00357F4D">
        <w:t xml:space="preserve"> </w:t>
      </w:r>
      <w:r w:rsidRPr="001C6201">
        <w:t>statements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methodological</w:t>
      </w:r>
      <w:r w:rsidR="00357F4D">
        <w:t xml:space="preserve"> </w:t>
      </w:r>
      <w:r w:rsidRPr="001C6201">
        <w:t>assumptions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post</w:t>
      </w:r>
      <w:r w:rsidR="00357F4D">
        <w:t>-</w:t>
      </w:r>
      <w:r w:rsidRPr="001C6201">
        <w:t>positivist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analysis</w:t>
      </w:r>
      <w:r w:rsidR="00E11103">
        <w:t>,</w:t>
      </w:r>
      <w:r w:rsidR="00357F4D">
        <w:t xml:space="preserve"> </w:t>
      </w:r>
      <w:r w:rsidRPr="001C6201">
        <w:t>includ</w:t>
      </w:r>
      <w:r>
        <w:t>ed</w:t>
      </w:r>
      <w:r w:rsidR="00357F4D">
        <w:t xml:space="preserve"> </w:t>
      </w:r>
      <w:r>
        <w:t>in</w:t>
      </w:r>
      <w:r w:rsidR="00357F4D">
        <w:t xml:space="preserve"> </w:t>
      </w:r>
      <w:r>
        <w:t>the</w:t>
      </w:r>
      <w:r w:rsidR="00357F4D">
        <w:t xml:space="preserve"> </w:t>
      </w:r>
      <w:r>
        <w:t>following</w:t>
      </w:r>
      <w:r w:rsidR="00357F4D">
        <w:t xml:space="preserve"> </w:t>
      </w:r>
      <w:r>
        <w:t>statement</w:t>
      </w:r>
      <w:r w:rsidR="00E11103">
        <w:t>,</w:t>
      </w:r>
      <w:r w:rsidR="00357F4D">
        <w:t xml:space="preserve"> </w:t>
      </w:r>
      <w:r>
        <w:t>‘</w:t>
      </w:r>
      <w:r w:rsidRPr="001C1AD5">
        <w:t>Perhaps</w:t>
      </w:r>
      <w:r w:rsidR="00357F4D">
        <w:t xml:space="preserve"> </w:t>
      </w:r>
      <w:r w:rsidRPr="001C1AD5">
        <w:t>few</w:t>
      </w:r>
      <w:r w:rsidR="00357F4D">
        <w:t xml:space="preserve"> </w:t>
      </w:r>
      <w:r w:rsidRPr="001C1AD5">
        <w:t>would</w:t>
      </w:r>
      <w:r w:rsidR="00357F4D">
        <w:t xml:space="preserve"> </w:t>
      </w:r>
      <w:r w:rsidRPr="001C1AD5">
        <w:t>now</w:t>
      </w:r>
      <w:r w:rsidR="00357F4D">
        <w:t xml:space="preserve"> </w:t>
      </w:r>
      <w:r w:rsidRPr="001C1AD5">
        <w:t>deny</w:t>
      </w:r>
      <w:r w:rsidR="00E11103">
        <w:t>,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some</w:t>
      </w:r>
      <w:r w:rsidR="00357F4D">
        <w:t xml:space="preserve"> </w:t>
      </w:r>
      <w:r w:rsidRPr="001C1AD5">
        <w:t>have</w:t>
      </w:r>
      <w:r w:rsidR="00E11103">
        <w:t>,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are</w:t>
      </w:r>
      <w:r w:rsidR="00357F4D">
        <w:t xml:space="preserve"> </w:t>
      </w:r>
      <w:r w:rsidRPr="001C1AD5">
        <w:t>moral</w:t>
      </w:r>
      <w:r w:rsidR="00357F4D">
        <w:t xml:space="preserve"> </w:t>
      </w:r>
      <w:r w:rsidRPr="001C1AD5">
        <w:t>rights</w:t>
      </w:r>
      <w:r w:rsidR="00E11103">
        <w:t>;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point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denial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usually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object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some</w:t>
      </w:r>
      <w:r w:rsidR="00357F4D">
        <w:t xml:space="preserve"> </w:t>
      </w:r>
      <w:r w:rsidRPr="001C1AD5">
        <w:t>philosophical</w:t>
      </w:r>
      <w:r w:rsidR="00357F4D">
        <w:t xml:space="preserve"> </w:t>
      </w:r>
      <w:r w:rsidRPr="001C1AD5">
        <w:t>claim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"ontological</w:t>
      </w:r>
      <w:r w:rsidR="00357F4D">
        <w:t xml:space="preserve"> </w:t>
      </w:r>
      <w:r w:rsidRPr="001C1AD5">
        <w:t>status"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rights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objection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now</w:t>
      </w:r>
      <w:r w:rsidR="00357F4D">
        <w:t xml:space="preserve"> </w:t>
      </w:r>
      <w:r w:rsidRPr="001C1AD5">
        <w:t>expressed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denial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are</w:t>
      </w:r>
      <w:r w:rsidR="00357F4D">
        <w:t xml:space="preserve"> </w:t>
      </w:r>
      <w:r w:rsidRPr="001C1AD5">
        <w:t>any</w:t>
      </w:r>
      <w:r w:rsidR="00357F4D">
        <w:t xml:space="preserve"> </w:t>
      </w:r>
      <w:r w:rsidRPr="001C1AD5">
        <w:t>moral</w:t>
      </w:r>
      <w:r w:rsidR="00357F4D">
        <w:t xml:space="preserve"> </w:t>
      </w:r>
      <w:r w:rsidRPr="001C1AD5">
        <w:t>rights</w:t>
      </w:r>
      <w:r w:rsidR="00357F4D">
        <w:t xml:space="preserve"> </w:t>
      </w:r>
      <w:r w:rsidRPr="001C1AD5">
        <w:t>but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denial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some</w:t>
      </w:r>
      <w:r w:rsidR="00357F4D">
        <w:t xml:space="preserve"> </w:t>
      </w:r>
      <w:r w:rsidRPr="001C1AD5">
        <w:t>assumed</w:t>
      </w:r>
      <w:r w:rsidR="00357F4D">
        <w:t xml:space="preserve"> </w:t>
      </w:r>
      <w:r w:rsidRPr="001C1AD5">
        <w:t>logical</w:t>
      </w:r>
      <w:r w:rsidR="00357F4D">
        <w:t xml:space="preserve"> </w:t>
      </w:r>
      <w:r w:rsidRPr="001C1AD5">
        <w:t>similarity</w:t>
      </w:r>
      <w:r w:rsidR="00357F4D">
        <w:t xml:space="preserve"> </w:t>
      </w:r>
      <w:r w:rsidRPr="001C1AD5">
        <w:t>between</w:t>
      </w:r>
      <w:r w:rsidR="00357F4D">
        <w:t xml:space="preserve"> </w:t>
      </w:r>
      <w:r w:rsidRPr="001C1AD5">
        <w:t>sentences</w:t>
      </w:r>
      <w:r w:rsidR="00357F4D">
        <w:t xml:space="preserve"> </w:t>
      </w:r>
      <w:r w:rsidRPr="001C1AD5">
        <w:t>used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assert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existence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rights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other</w:t>
      </w:r>
      <w:r w:rsidR="00357F4D">
        <w:t xml:space="preserve"> </w:t>
      </w:r>
      <w:r w:rsidRPr="001C1AD5">
        <w:t>kinds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sentences’</w:t>
      </w:r>
      <w:r w:rsidR="00357F4D">
        <w:t xml:space="preserve"> </w:t>
      </w:r>
      <w:r w:rsidRPr="001C1AD5">
        <w:t>(Hart</w:t>
      </w:r>
      <w:r w:rsidR="00E11103">
        <w:t>,</w:t>
      </w:r>
      <w:r w:rsidR="00357F4D">
        <w:t xml:space="preserve"> </w:t>
      </w:r>
      <w:r w:rsidRPr="001C1AD5">
        <w:t>1955</w:t>
      </w:r>
      <w:r w:rsidR="00E11103">
        <w:t>,</w:t>
      </w:r>
      <w:r w:rsidR="00357F4D">
        <w:t xml:space="preserve"> </w:t>
      </w:r>
      <w:r w:rsidRPr="001C1AD5">
        <w:t>176)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NormalChar"/>
        </w:rPr>
      </w:pPr>
      <w:r w:rsidRPr="001C6201">
        <w:t>Both</w:t>
      </w:r>
      <w:r w:rsidR="00357F4D">
        <w:t xml:space="preserve"> </w:t>
      </w:r>
      <w:r w:rsidRPr="001C6201">
        <w:t>Berlin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Hart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represented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Politics</w:t>
      </w:r>
      <w:r w:rsidR="00E11103">
        <w:t>,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Society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preface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includes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reflection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remark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preface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concerning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alleged</w:t>
      </w:r>
      <w:r w:rsidR="00357F4D">
        <w:t xml:space="preserve"> </w:t>
      </w:r>
      <w:r w:rsidRPr="001C6201">
        <w:t>death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(indeed</w:t>
      </w:r>
      <w:r w:rsidR="00357F4D">
        <w:t xml:space="preserve"> </w:t>
      </w:r>
      <w:r w:rsidRPr="001C6201">
        <w:t>all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volumes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either</w:t>
      </w:r>
      <w:r w:rsidR="00357F4D">
        <w:t xml:space="preserve"> </w:t>
      </w:r>
      <w:r w:rsidRPr="001C6201">
        <w:t>discuss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allude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remark)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‘heyday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Weldonism’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said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ended</w:t>
      </w:r>
      <w:r w:rsidR="00357F4D">
        <w:t xml:space="preserve"> </w:t>
      </w:r>
      <w:r w:rsidRPr="001C6201">
        <w:t>(Laslett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E11103">
        <w:t>,</w:t>
      </w:r>
      <w:r w:rsidR="00357F4D">
        <w:t xml:space="preserve"> </w:t>
      </w:r>
      <w:r w:rsidRPr="001C6201">
        <w:t>1962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vii)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fact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died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1958</w:t>
      </w:r>
      <w:r w:rsidR="00E11103">
        <w:t>,</w:t>
      </w:r>
      <w:r w:rsidR="00357F4D">
        <w:t xml:space="preserve"> </w:t>
      </w:r>
      <w:r w:rsidRPr="001C6201">
        <w:t>according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accounts</w:t>
      </w:r>
      <w:r w:rsidR="00357F4D">
        <w:t xml:space="preserve"> </w:t>
      </w:r>
      <w:r w:rsidRPr="001C6201">
        <w:t>taking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life</w:t>
      </w:r>
      <w:r w:rsidR="00357F4D">
        <w:t xml:space="preserve"> </w:t>
      </w:r>
      <w:r w:rsidRPr="001C6201">
        <w:t>(King</w:t>
      </w:r>
      <w:r w:rsidR="00E11103">
        <w:t>,</w:t>
      </w:r>
      <w:r w:rsidR="00357F4D">
        <w:t xml:space="preserve"> </w:t>
      </w:r>
      <w:r w:rsidRPr="001C6201">
        <w:t>1994)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contains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interest</w:t>
      </w:r>
      <w:r w:rsidR="00E11103">
        <w:t>.</w:t>
      </w:r>
      <w:r w:rsidR="00357F4D">
        <w:t xml:space="preserve"> </w:t>
      </w:r>
      <w:r w:rsidRPr="001C6201">
        <w:t>Berlin’s</w:t>
      </w:r>
      <w:r w:rsidR="00357F4D">
        <w:t xml:space="preserve"> </w:t>
      </w:r>
      <w:r w:rsidRPr="001C6201">
        <w:t>contribution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famous</w:t>
      </w:r>
      <w:r w:rsidR="00357F4D">
        <w:t xml:space="preserve"> </w:t>
      </w:r>
      <w:r w:rsidRPr="001C6201">
        <w:t>paper</w:t>
      </w:r>
      <w:r w:rsidR="00357F4D">
        <w:t xml:space="preserve"> </w:t>
      </w:r>
      <w:r>
        <w:t>‘</w:t>
      </w:r>
      <w:r w:rsidRPr="001C6201">
        <w:t>Does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Still</w:t>
      </w:r>
      <w:r w:rsidR="00357F4D">
        <w:t xml:space="preserve"> </w:t>
      </w:r>
      <w:r w:rsidRPr="001C6201">
        <w:t>Exist?’</w:t>
      </w:r>
      <w:r w:rsidR="00357F4D">
        <w:t xml:space="preserve"> </w:t>
      </w:r>
      <w:r w:rsidRPr="001C6201">
        <w:t>(Berlin</w:t>
      </w:r>
      <w:r w:rsidR="00E11103">
        <w:t>,</w:t>
      </w:r>
      <w:r w:rsidR="00357F4D">
        <w:t xml:space="preserve"> </w:t>
      </w:r>
      <w:r w:rsidRPr="001C6201">
        <w:t>1962)</w:t>
      </w:r>
      <w:r w:rsidR="00E11103">
        <w:t>.</w:t>
      </w:r>
      <w:r w:rsidR="00357F4D">
        <w:t xml:space="preserve"> </w:t>
      </w:r>
      <w:r w:rsidRPr="001C6201">
        <w:t>Here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continues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sideswipe</w:t>
      </w:r>
      <w:r w:rsidR="00357F4D">
        <w:t xml:space="preserve"> </w:t>
      </w:r>
      <w:r w:rsidRPr="001C6201">
        <w:t>against</w:t>
      </w:r>
      <w:r w:rsidR="00357F4D">
        <w:t xml:space="preserve"> </w:t>
      </w:r>
      <w:r w:rsidRPr="001C6201">
        <w:t>prescriptive</w:t>
      </w:r>
      <w:r w:rsidR="00357F4D">
        <w:t xml:space="preserve"> </w:t>
      </w:r>
      <w:r w:rsidRPr="001C6201">
        <w:t>methodology</w:t>
      </w:r>
      <w:r w:rsidR="00E11103">
        <w:t>,</w:t>
      </w:r>
      <w:r w:rsidR="00357F4D">
        <w:t xml:space="preserve"> </w:t>
      </w:r>
      <w:r w:rsidRPr="001C6201">
        <w:t>mentioned</w:t>
      </w:r>
      <w:r w:rsidR="00357F4D">
        <w:t xml:space="preserve"> </w:t>
      </w:r>
      <w:r w:rsidRPr="001C6201">
        <w:t>above</w:t>
      </w:r>
      <w:r w:rsidR="00E11103">
        <w:t>,</w:t>
      </w:r>
      <w:r w:rsidR="00357F4D">
        <w:t xml:space="preserve"> </w:t>
      </w:r>
      <w:r w:rsidRPr="001C6201">
        <w:t>suggesting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arises</w:t>
      </w:r>
      <w:r w:rsidR="00357F4D">
        <w:t xml:space="preserve"> </w:t>
      </w:r>
      <w:r w:rsidRPr="001C6201">
        <w:t>out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disagreements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conception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man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while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suppressed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cannot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legislated</w:t>
      </w:r>
      <w:r w:rsidR="00357F4D">
        <w:t xml:space="preserve"> </w:t>
      </w:r>
      <w:r w:rsidRPr="001C6201">
        <w:t>out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existence</w:t>
      </w:r>
      <w:r w:rsidR="00E11103">
        <w:t>.</w:t>
      </w:r>
      <w:r w:rsidR="00357F4D">
        <w:t xml:space="preserve"> </w:t>
      </w:r>
      <w:r w:rsidRPr="001C6201">
        <w:t>Berlin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able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convey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sense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history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positivist</w:t>
      </w:r>
      <w:r w:rsidR="00357F4D">
        <w:t xml:space="preserve"> </w:t>
      </w:r>
      <w:r w:rsidRPr="001C6201">
        <w:t>strictures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passing</w:t>
      </w:r>
      <w:r w:rsidR="00357F4D">
        <w:t xml:space="preserve"> </w:t>
      </w:r>
      <w:r w:rsidRPr="001C6201">
        <w:t>fad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cannot</w:t>
      </w:r>
      <w:r w:rsidR="00357F4D">
        <w:t xml:space="preserve"> </w:t>
      </w:r>
      <w:r w:rsidRPr="001C6201">
        <w:t>suppress</w:t>
      </w:r>
      <w:r w:rsidR="00357F4D">
        <w:t xml:space="preserve"> </w:t>
      </w:r>
      <w:r w:rsidRPr="001C6201">
        <w:t>human</w:t>
      </w:r>
      <w:r w:rsidR="00357F4D">
        <w:t xml:space="preserve"> </w:t>
      </w:r>
      <w:r w:rsidRPr="001C6201">
        <w:t>curiosity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inventiveness</w:t>
      </w:r>
      <w:r w:rsidR="00E11103">
        <w:t>.</w:t>
      </w:r>
      <w:r w:rsidR="00357F4D">
        <w:t xml:space="preserve"> </w:t>
      </w:r>
      <w:r w:rsidRPr="001C6201">
        <w:t>Berlin</w:t>
      </w:r>
      <w:r w:rsidR="00357F4D">
        <w:t xml:space="preserve"> </w:t>
      </w:r>
      <w:r w:rsidRPr="001C6201">
        <w:t>invites</w:t>
      </w:r>
      <w:r w:rsidR="00357F4D">
        <w:t xml:space="preserve"> </w:t>
      </w:r>
      <w:r w:rsidRPr="001C6201">
        <w:t>us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observe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historical</w:t>
      </w:r>
      <w:r w:rsidR="00357F4D">
        <w:t xml:space="preserve"> </w:t>
      </w:r>
      <w:r w:rsidRPr="001C6201">
        <w:t>perspective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concerns</w:t>
      </w:r>
      <w:r w:rsidR="00357F4D">
        <w:t xml:space="preserve"> </w:t>
      </w:r>
      <w:r w:rsidRPr="001C6201">
        <w:t>will</w:t>
      </w:r>
      <w:r w:rsidR="00357F4D">
        <w:t xml:space="preserve"> </w:t>
      </w:r>
      <w:r w:rsidRPr="001C6201">
        <w:t>eventually</w:t>
      </w:r>
      <w:r w:rsidR="00357F4D">
        <w:t xml:space="preserve"> </w:t>
      </w:r>
      <w:r w:rsidRPr="001C6201">
        <w:t>appear</w:t>
      </w:r>
      <w:r w:rsidR="00357F4D">
        <w:t xml:space="preserve"> </w:t>
      </w:r>
      <w:r w:rsidRPr="001C6201">
        <w:t>parochial</w:t>
      </w:r>
      <w:r w:rsidR="00E11103">
        <w:t>,</w:t>
      </w:r>
      <w:r w:rsidR="00357F4D">
        <w:t xml:space="preserve"> </w:t>
      </w:r>
      <w:r w:rsidRPr="001C6201">
        <w:t>local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product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their</w:t>
      </w:r>
      <w:r w:rsidR="00357F4D">
        <w:t xml:space="preserve"> </w:t>
      </w:r>
      <w:r w:rsidRPr="001C6201">
        <w:t>time</w:t>
      </w:r>
      <w:r w:rsidR="00E11103">
        <w:t>.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Berlin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still</w:t>
      </w:r>
      <w:r w:rsidR="00357F4D">
        <w:t xml:space="preserve"> </w:t>
      </w:r>
      <w:r w:rsidRPr="001C6201">
        <w:t>somewhat</w:t>
      </w:r>
      <w:r w:rsidR="00357F4D">
        <w:t xml:space="preserve"> </w:t>
      </w:r>
      <w:r w:rsidRPr="001C6201">
        <w:t>guarded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current</w:t>
      </w:r>
      <w:r w:rsidR="00357F4D">
        <w:t xml:space="preserve"> </w:t>
      </w:r>
      <w:r w:rsidRPr="001C6201">
        <w:t>state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observing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‘commanding</w:t>
      </w:r>
      <w:r w:rsidR="00357F4D">
        <w:t xml:space="preserve"> </w:t>
      </w:r>
      <w:r w:rsidRPr="001C6201">
        <w:t>work’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20</w:t>
      </w:r>
      <w:r w:rsidRPr="001C1AD5">
        <w:t>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Century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(Berlin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1962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</w:t>
      </w:r>
      <w:r w:rsidR="00E11103">
        <w:rPr>
          <w:rStyle w:val="libNormalChar"/>
        </w:rPr>
        <w:t>.</w:t>
      </w:r>
      <w:r w:rsidRPr="001C1AD5">
        <w:rPr>
          <w:rStyle w:val="libNormalChar"/>
        </w:rPr>
        <w:t>1)</w:t>
      </w:r>
      <w:r w:rsidR="00E11103">
        <w:rPr>
          <w:rStyle w:val="libNormalChar"/>
        </w:rPr>
        <w:t>.</w:t>
      </w:r>
    </w:p>
    <w:p w:rsidR="00E11103" w:rsidRDefault="001C1AD5" w:rsidP="001C1AD5">
      <w:pPr>
        <w:pStyle w:val="libNormal"/>
      </w:pPr>
      <w:r w:rsidRPr="001C6201">
        <w:lastRenderedPageBreak/>
        <w:t>The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Politics</w:t>
      </w:r>
      <w:r w:rsidR="00E11103">
        <w:t>,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Society</w:t>
      </w:r>
      <w:r w:rsidR="00357F4D">
        <w:t xml:space="preserve"> </w:t>
      </w:r>
      <w:r w:rsidRPr="001C6201">
        <w:t>includes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number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exerted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influence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subsequent</w:t>
      </w:r>
      <w:r w:rsidR="00357F4D">
        <w:t xml:space="preserve"> </w:t>
      </w:r>
      <w:r w:rsidRPr="001C6201">
        <w:t>debates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several</w:t>
      </w:r>
      <w:r w:rsidR="00357F4D">
        <w:t xml:space="preserve"> </w:t>
      </w:r>
      <w:r w:rsidRPr="001C6201">
        <w:t>cases</w:t>
      </w:r>
      <w:r w:rsidR="00357F4D">
        <w:t xml:space="preserve"> </w:t>
      </w:r>
      <w:r w:rsidRPr="001C6201">
        <w:t>continue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do</w:t>
      </w:r>
      <w:r w:rsidR="00357F4D">
        <w:t xml:space="preserve"> </w:t>
      </w:r>
      <w:r w:rsidRPr="001C6201">
        <w:t>so</w:t>
      </w:r>
      <w:r w:rsidR="00E11103">
        <w:t>.</w:t>
      </w:r>
      <w:r w:rsidR="00357F4D">
        <w:t xml:space="preserve"> </w:t>
      </w:r>
      <w:r w:rsidRPr="001C6201">
        <w:t>Richard</w:t>
      </w:r>
      <w:r w:rsidR="00357F4D">
        <w:t xml:space="preserve"> </w:t>
      </w:r>
      <w:r w:rsidRPr="001C6201">
        <w:t>Wollheim’s</w:t>
      </w:r>
      <w:r w:rsidR="00357F4D">
        <w:t xml:space="preserve"> </w:t>
      </w:r>
      <w:r w:rsidRPr="001C6201">
        <w:t>‘A</w:t>
      </w:r>
      <w:r w:rsidR="00357F4D">
        <w:t xml:space="preserve"> </w:t>
      </w:r>
      <w:r w:rsidRPr="001C6201">
        <w:t>Paradox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Democracy’</w:t>
      </w:r>
      <w:r w:rsidR="00357F4D">
        <w:t xml:space="preserve"> </w:t>
      </w:r>
      <w:r w:rsidRPr="001C6201">
        <w:t>(Wollheim</w:t>
      </w:r>
      <w:r w:rsidR="00E11103">
        <w:t>,</w:t>
      </w:r>
      <w:r w:rsidR="00357F4D">
        <w:t xml:space="preserve"> </w:t>
      </w:r>
      <w:r w:rsidRPr="001C6201">
        <w:t>1962)</w:t>
      </w:r>
      <w:r w:rsidR="00357F4D">
        <w:t xml:space="preserve"> </w:t>
      </w:r>
      <w:r w:rsidRPr="001C6201">
        <w:t>set</w:t>
      </w:r>
      <w:r w:rsidR="00357F4D">
        <w:t xml:space="preserve"> </w:t>
      </w:r>
      <w:r w:rsidRPr="001C6201">
        <w:t>off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small</w:t>
      </w:r>
      <w:r w:rsidR="00357F4D">
        <w:t xml:space="preserve"> </w:t>
      </w:r>
      <w:r w:rsidRPr="001C6201">
        <w:t>industry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Bernard</w:t>
      </w:r>
      <w:r w:rsidR="00357F4D">
        <w:t xml:space="preserve"> </w:t>
      </w:r>
      <w:r w:rsidRPr="001C6201">
        <w:t>Williams’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Idea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Equality’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widely</w:t>
      </w:r>
      <w:r w:rsidR="00357F4D">
        <w:t xml:space="preserve"> </w:t>
      </w:r>
      <w:r w:rsidRPr="001C6201">
        <w:t>reprinted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still</w:t>
      </w:r>
      <w:r w:rsidR="00357F4D">
        <w:t xml:space="preserve"> </w:t>
      </w:r>
      <w:r w:rsidRPr="001C6201">
        <w:t>discussed</w:t>
      </w:r>
      <w:r w:rsidR="00357F4D">
        <w:t xml:space="preserve"> </w:t>
      </w:r>
      <w:r w:rsidRPr="001C6201">
        <w:t>(Williams</w:t>
      </w:r>
      <w:r w:rsidR="00E11103">
        <w:t>,</w:t>
      </w:r>
      <w:r w:rsidR="00357F4D">
        <w:t xml:space="preserve"> </w:t>
      </w:r>
      <w:r w:rsidRPr="001C6201">
        <w:t>1962)</w:t>
      </w:r>
      <w:r w:rsidR="00E11103">
        <w:t>.</w:t>
      </w:r>
      <w:r w:rsidR="00357F4D">
        <w:t xml:space="preserve"> </w:t>
      </w:r>
      <w:r w:rsidRPr="001C6201">
        <w:t>Hart’s</w:t>
      </w:r>
      <w:r w:rsidR="00357F4D">
        <w:t xml:space="preserve"> </w:t>
      </w:r>
      <w:r w:rsidRPr="001C6201">
        <w:t>‘Prolegomenon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Principles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Punishment’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thorough</w:t>
      </w:r>
      <w:r w:rsidR="00E11103">
        <w:t>,</w:t>
      </w:r>
      <w:r w:rsidR="00357F4D">
        <w:t xml:space="preserve"> </w:t>
      </w:r>
      <w:r w:rsidRPr="001C6201">
        <w:t>illuminating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informed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detailed</w:t>
      </w:r>
      <w:r w:rsidR="00357F4D">
        <w:t xml:space="preserve"> </w:t>
      </w:r>
      <w:r w:rsidRPr="001C6201">
        <w:t>understanding</w:t>
      </w:r>
      <w:r w:rsidR="00357F4D">
        <w:t xml:space="preserve"> </w:t>
      </w:r>
      <w:r w:rsidRPr="001C6201">
        <w:t>both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practices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criminal</w:t>
      </w:r>
      <w:r w:rsidR="00357F4D">
        <w:t xml:space="preserve"> </w:t>
      </w:r>
      <w:r w:rsidRPr="001C6201">
        <w:t>law</w:t>
      </w:r>
      <w:r w:rsidR="00357F4D">
        <w:t xml:space="preserve"> </w:t>
      </w:r>
      <w:r w:rsidRPr="001C6201">
        <w:t>(Hart</w:t>
      </w:r>
      <w:r w:rsidR="00E11103">
        <w:t>,</w:t>
      </w:r>
      <w:r w:rsidR="00357F4D">
        <w:t xml:space="preserve"> </w:t>
      </w:r>
      <w:r w:rsidRPr="001C6201">
        <w:t>1962)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passing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interesting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note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editors</w:t>
      </w:r>
      <w:r w:rsidR="00357F4D">
        <w:t xml:space="preserve"> </w:t>
      </w:r>
      <w:r w:rsidRPr="001C6201">
        <w:t>remark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asked</w:t>
      </w:r>
      <w:r w:rsidR="00357F4D">
        <w:t xml:space="preserve"> </w:t>
      </w:r>
      <w:r w:rsidRPr="001C6201">
        <w:t>Bertrand</w:t>
      </w:r>
      <w:r w:rsidR="00357F4D">
        <w:t xml:space="preserve"> </w:t>
      </w:r>
      <w:r w:rsidRPr="001C6201">
        <w:t>Russell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contribute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piece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nuclear</w:t>
      </w:r>
      <w:r w:rsidR="00357F4D">
        <w:t xml:space="preserve"> </w:t>
      </w:r>
      <w:r w:rsidRPr="001C6201">
        <w:t>disarmament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declined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do</w:t>
      </w:r>
      <w:r w:rsidR="00357F4D">
        <w:t xml:space="preserve"> </w:t>
      </w:r>
      <w:r w:rsidRPr="001C6201">
        <w:t>so</w:t>
      </w:r>
      <w:r w:rsidR="00E11103">
        <w:t>,</w:t>
      </w:r>
      <w:r w:rsidR="00357F4D">
        <w:t xml:space="preserve"> </w:t>
      </w:r>
      <w:r w:rsidRPr="001C6201">
        <w:t>although</w:t>
      </w:r>
      <w:r w:rsidR="00E11103">
        <w:t>,</w:t>
      </w:r>
      <w:r w:rsidR="00357F4D">
        <w:t xml:space="preserve"> </w:t>
      </w:r>
      <w:r w:rsidRPr="001C6201">
        <w:t>perhaps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fact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then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around</w:t>
      </w:r>
      <w:r w:rsidR="00357F4D">
        <w:t xml:space="preserve"> </w:t>
      </w:r>
      <w:r w:rsidRPr="001C6201">
        <w:t>90</w:t>
      </w:r>
      <w:r w:rsidR="00357F4D">
        <w:t xml:space="preserve"> </w:t>
      </w:r>
      <w:r w:rsidRPr="001C6201">
        <w:t>years</w:t>
      </w:r>
      <w:r w:rsidR="00357F4D">
        <w:t xml:space="preserve"> </w:t>
      </w:r>
      <w:r w:rsidRPr="001C6201">
        <w:t>old</w:t>
      </w:r>
      <w:r w:rsidR="00357F4D">
        <w:t xml:space="preserve"> </w:t>
      </w:r>
      <w:r w:rsidRPr="001C6201">
        <w:t>may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bearing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(Laslett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E11103">
        <w:t>,</w:t>
      </w:r>
      <w:r w:rsidR="00357F4D">
        <w:t xml:space="preserve"> </w:t>
      </w:r>
      <w:r w:rsidRPr="001C6201">
        <w:t>1962</w:t>
      </w:r>
      <w:r w:rsidR="00E11103">
        <w:t>,</w:t>
      </w:r>
      <w:r w:rsidR="00357F4D">
        <w:t xml:space="preserve"> </w:t>
      </w:r>
      <w:r w:rsidRPr="001C6201">
        <w:t>ix)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Part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explicit</w:t>
      </w:r>
      <w:r w:rsidR="00357F4D">
        <w:t xml:space="preserve"> </w:t>
      </w:r>
      <w:r w:rsidRPr="001C6201">
        <w:t>agenda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bring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sciences</w:t>
      </w:r>
      <w:r w:rsidR="00357F4D">
        <w:t xml:space="preserve"> </w:t>
      </w:r>
      <w:r w:rsidRPr="001C6201">
        <w:t>into</w:t>
      </w:r>
      <w:r w:rsidR="00357F4D">
        <w:t xml:space="preserve"> </w:t>
      </w:r>
      <w:r w:rsidRPr="001C6201">
        <w:t>contact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Here</w:t>
      </w:r>
      <w:r w:rsidR="00E11103">
        <w:t>,</w:t>
      </w:r>
      <w:r w:rsidR="00357F4D">
        <w:t xml:space="preserve"> </w:t>
      </w:r>
      <w:r w:rsidRPr="001C6201">
        <w:t>I</w:t>
      </w:r>
      <w:r w:rsidR="00357F4D">
        <w:t xml:space="preserve"> </w:t>
      </w:r>
      <w:r w:rsidRPr="001C6201">
        <w:t>think</w:t>
      </w:r>
      <w:r w:rsidR="00E11103">
        <w:t>,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say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entirely</w:t>
      </w:r>
      <w:r w:rsidR="00357F4D">
        <w:t xml:space="preserve"> </w:t>
      </w:r>
      <w:r w:rsidRPr="001C6201">
        <w:t>successful</w:t>
      </w:r>
      <w:r w:rsidR="00E11103">
        <w:t>.</w:t>
      </w:r>
      <w:r w:rsidR="00357F4D">
        <w:t xml:space="preserve"> </w:t>
      </w:r>
      <w:r w:rsidRPr="001C6201">
        <w:t>MacIntyre’s</w:t>
      </w:r>
      <w:r w:rsidR="00357F4D">
        <w:t xml:space="preserve"> </w:t>
      </w:r>
      <w:r w:rsidRPr="001C6201">
        <w:t>‘A</w:t>
      </w:r>
      <w:r w:rsidR="00357F4D">
        <w:t xml:space="preserve"> </w:t>
      </w:r>
      <w:r w:rsidRPr="001C6201">
        <w:t>Mistake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Causality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Science’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contribution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</w:t>
      </w:r>
      <w:r w:rsidR="00E11103">
        <w:t>,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contribution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attempt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show</w:t>
      </w:r>
      <w:r w:rsidR="00357F4D">
        <w:t xml:space="preserve"> </w:t>
      </w:r>
      <w:r w:rsidRPr="001C6201">
        <w:t>how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philosophers</w:t>
      </w:r>
      <w:r w:rsidR="00357F4D">
        <w:t xml:space="preserve"> </w:t>
      </w:r>
      <w:r w:rsidRPr="001C6201">
        <w:t>(MacIntyre</w:t>
      </w:r>
      <w:r w:rsidR="00E11103">
        <w:t>,</w:t>
      </w:r>
      <w:r w:rsidR="00357F4D">
        <w:t xml:space="preserve"> </w:t>
      </w:r>
      <w:r w:rsidRPr="001C6201">
        <w:t>1962)</w:t>
      </w:r>
      <w:r w:rsidR="00E11103">
        <w:t>.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contain</w:t>
      </w:r>
      <w:r w:rsidR="00357F4D">
        <w:t xml:space="preserve"> </w:t>
      </w:r>
      <w:r w:rsidRPr="001C6201">
        <w:t>several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scientists</w:t>
      </w:r>
      <w:r w:rsidR="00E11103">
        <w:t>,</w:t>
      </w:r>
      <w:r w:rsidR="00357F4D">
        <w:t xml:space="preserve"> </w:t>
      </w:r>
      <w:r w:rsidRPr="001C6201">
        <w:t>including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(the</w:t>
      </w:r>
      <w:r w:rsidR="00357F4D">
        <w:t xml:space="preserve"> </w:t>
      </w:r>
      <w:r w:rsidRPr="001C6201">
        <w:t>co</w:t>
      </w:r>
      <w:r w:rsidR="00357F4D">
        <w:t>-</w:t>
      </w:r>
      <w:r w:rsidRPr="001C6201">
        <w:t>editor)</w:t>
      </w:r>
      <w:r w:rsidR="00E11103">
        <w:t>,</w:t>
      </w:r>
      <w:r w:rsidR="00357F4D">
        <w:t xml:space="preserve"> </w:t>
      </w:r>
      <w:r w:rsidRPr="001C6201">
        <w:t>Dahrendorf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Reinhard</w:t>
      </w:r>
      <w:r w:rsidR="00357F4D">
        <w:t xml:space="preserve"> </w:t>
      </w:r>
      <w:r w:rsidRPr="001C6201">
        <w:t>Bendix</w:t>
      </w:r>
      <w:r w:rsidR="00E11103">
        <w:t>,</w:t>
      </w:r>
      <w:r w:rsidR="00357F4D">
        <w:t xml:space="preserve"> </w:t>
      </w:r>
      <w:r w:rsidRPr="001C6201">
        <w:t>all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whom</w:t>
      </w:r>
      <w:r w:rsidR="00357F4D">
        <w:t xml:space="preserve"> </w:t>
      </w:r>
      <w:r w:rsidRPr="001C6201">
        <w:t>draw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empirical</w:t>
      </w:r>
      <w:r w:rsidR="00357F4D">
        <w:t xml:space="preserve"> </w:t>
      </w:r>
      <w:r w:rsidRPr="001C6201">
        <w:t>research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sociological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attempt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illuminate</w:t>
      </w:r>
      <w:r w:rsidR="00357F4D">
        <w:t xml:space="preserve"> </w:t>
      </w:r>
      <w:r w:rsidRPr="001C6201">
        <w:t>questions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issues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democracy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inequality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However</w:t>
      </w:r>
      <w:r w:rsidR="00E11103">
        <w:t>,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little</w:t>
      </w:r>
      <w:r w:rsidR="00357F4D">
        <w:t xml:space="preserve"> </w:t>
      </w:r>
      <w:r w:rsidRPr="001C1AD5">
        <w:t>doubt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highlight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collection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reprint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Rawls’s</w:t>
      </w:r>
      <w:r w:rsidR="00357F4D">
        <w:t xml:space="preserve"> </w:t>
      </w:r>
      <w:r w:rsidRPr="001C1AD5">
        <w:t>‘Justice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Fairness’</w:t>
      </w:r>
      <w:r w:rsidR="00E11103">
        <w:t>,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rPr>
          <w:rStyle w:val="libItalicChar"/>
        </w:rPr>
        <w:t>Philosophical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Review</w:t>
      </w:r>
      <w:r w:rsidR="00357F4D">
        <w:t xml:space="preserve"> </w:t>
      </w:r>
      <w:r w:rsidRPr="001C1AD5">
        <w:t>(Rawls</w:t>
      </w:r>
      <w:r w:rsidR="00E11103">
        <w:t>,</w:t>
      </w:r>
      <w:r w:rsidR="00357F4D">
        <w:t xml:space="preserve"> </w:t>
      </w:r>
      <w:r w:rsidRPr="001C1AD5">
        <w:t>1958/1962)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editors</w:t>
      </w:r>
      <w:r w:rsidR="00357F4D">
        <w:t xml:space="preserve"> </w:t>
      </w:r>
      <w:r w:rsidRPr="001C1AD5">
        <w:t>seem</w:t>
      </w:r>
      <w:r w:rsidR="00357F4D">
        <w:t xml:space="preserve"> </w:t>
      </w:r>
      <w:r w:rsidRPr="001C1AD5">
        <w:t>clear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Rawls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doing</w:t>
      </w:r>
      <w:r w:rsidR="00357F4D">
        <w:t xml:space="preserve"> </w:t>
      </w:r>
      <w:r w:rsidRPr="001C1AD5">
        <w:t>something</w:t>
      </w:r>
      <w:r w:rsidR="00357F4D">
        <w:t xml:space="preserve"> </w:t>
      </w:r>
      <w:r w:rsidRPr="001C1AD5">
        <w:t>new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highly</w:t>
      </w:r>
      <w:r w:rsidR="00357F4D">
        <w:t xml:space="preserve"> </w:t>
      </w:r>
      <w:r w:rsidRPr="001C1AD5">
        <w:t>stimulating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even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time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seems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sense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future</w:t>
      </w:r>
      <w:r w:rsidR="00357F4D">
        <w:t xml:space="preserve"> </w:t>
      </w:r>
      <w:r w:rsidRPr="001C1AD5">
        <w:t>health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discipline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hands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character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Rawls’</w:t>
      </w:r>
      <w:r w:rsidR="00357F4D">
        <w:t xml:space="preserve"> </w:t>
      </w:r>
      <w:r w:rsidRPr="001C1AD5">
        <w:t>paper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quite</w:t>
      </w:r>
      <w:r w:rsidR="00357F4D">
        <w:t xml:space="preserve"> </w:t>
      </w:r>
      <w:r w:rsidRPr="001C1AD5">
        <w:t>different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anything</w:t>
      </w:r>
      <w:r w:rsidR="00357F4D">
        <w:t xml:space="preserve"> </w:t>
      </w:r>
      <w:r w:rsidRPr="001C1AD5">
        <w:t>else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two</w:t>
      </w:r>
      <w:r w:rsidR="00357F4D">
        <w:t xml:space="preserve"> </w:t>
      </w:r>
      <w:r w:rsidRPr="001C1AD5">
        <w:t>volumes</w:t>
      </w:r>
      <w:r w:rsidR="00E11103">
        <w:t>.</w:t>
      </w:r>
      <w:r w:rsidR="00357F4D">
        <w:t xml:space="preserve"> </w:t>
      </w:r>
      <w:r w:rsidRPr="001C1AD5">
        <w:t>First</w:t>
      </w:r>
      <w:r w:rsidR="00E11103">
        <w:t>,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only</w:t>
      </w:r>
      <w:r w:rsidR="00357F4D">
        <w:t xml:space="preserve"> </w:t>
      </w:r>
      <w:r w:rsidRPr="001C1AD5">
        <w:t>paper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volume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set</w:t>
      </w:r>
      <w:r w:rsidR="00357F4D">
        <w:t xml:space="preserve"> </w:t>
      </w:r>
      <w:r w:rsidRPr="001C1AD5">
        <w:t>out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defend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particular</w:t>
      </w:r>
      <w:r w:rsidR="00357F4D">
        <w:t xml:space="preserve"> </w:t>
      </w:r>
      <w:r w:rsidRPr="001C1AD5">
        <w:t>substantive</w:t>
      </w:r>
      <w:r w:rsidR="00357F4D">
        <w:t xml:space="preserve"> </w:t>
      </w:r>
      <w:r w:rsidRPr="001C1AD5">
        <w:t>conclusion</w:t>
      </w:r>
      <w:r w:rsidR="00E11103">
        <w:t>.</w:t>
      </w:r>
      <w:r w:rsidR="00357F4D">
        <w:t xml:space="preserve"> </w:t>
      </w:r>
      <w:r w:rsidRPr="001C1AD5">
        <w:t>Second</w:t>
      </w:r>
      <w:r w:rsidR="00E11103">
        <w:t>,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has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distinct</w:t>
      </w:r>
      <w:r w:rsidR="00357F4D">
        <w:t xml:space="preserve"> </w:t>
      </w:r>
      <w:r w:rsidRPr="001C1AD5">
        <w:t>approach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methodology</w:t>
      </w:r>
      <w:r w:rsidR="00E11103">
        <w:t>.</w:t>
      </w:r>
      <w:r w:rsidR="00357F4D">
        <w:t xml:space="preserve"> </w:t>
      </w:r>
      <w:r w:rsidRPr="001C1AD5">
        <w:t>Many</w:t>
      </w:r>
      <w:r w:rsidR="00357F4D">
        <w:t xml:space="preserve"> </w:t>
      </w:r>
      <w:r w:rsidRPr="001C1AD5">
        <w:t>other</w:t>
      </w:r>
      <w:r w:rsidR="00357F4D">
        <w:t xml:space="preserve"> </w:t>
      </w:r>
      <w:r w:rsidRPr="001C1AD5">
        <w:t>authors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era</w:t>
      </w:r>
      <w:r w:rsidR="00357F4D">
        <w:t xml:space="preserve"> </w:t>
      </w:r>
      <w:r w:rsidRPr="001C1AD5">
        <w:t>chide</w:t>
      </w:r>
      <w:r w:rsidR="00357F4D">
        <w:t xml:space="preserve"> </w:t>
      </w:r>
      <w:r w:rsidRPr="001C1AD5">
        <w:t>previous</w:t>
      </w:r>
      <w:r w:rsidR="00357F4D">
        <w:t xml:space="preserve"> </w:t>
      </w:r>
      <w:r w:rsidRPr="001C1AD5">
        <w:t>philosophers</w:t>
      </w:r>
      <w:r w:rsidR="00357F4D">
        <w:t xml:space="preserve"> </w:t>
      </w:r>
      <w:r w:rsidRPr="001C1AD5">
        <w:t>through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application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methodological</w:t>
      </w:r>
      <w:r w:rsidR="00357F4D">
        <w:t xml:space="preserve"> </w:t>
      </w:r>
      <w:r w:rsidRPr="001C1AD5">
        <w:t>dogma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then</w:t>
      </w:r>
      <w:r w:rsidR="00357F4D">
        <w:t xml:space="preserve"> </w:t>
      </w:r>
      <w:r w:rsidRPr="001C1AD5">
        <w:t>find</w:t>
      </w:r>
      <w:r w:rsidR="00357F4D">
        <w:t xml:space="preserve"> </w:t>
      </w:r>
      <w:r w:rsidRPr="001C1AD5">
        <w:t>themselves</w:t>
      </w:r>
      <w:r w:rsidR="00357F4D">
        <w:t xml:space="preserve"> </w:t>
      </w:r>
      <w:r w:rsidRPr="001C1AD5">
        <w:t>hamstrung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own</w:t>
      </w:r>
      <w:r w:rsidR="00357F4D">
        <w:t xml:space="preserve"> </w:t>
      </w:r>
      <w:r w:rsidRPr="001C1AD5">
        <w:t>methodological</w:t>
      </w:r>
      <w:r w:rsidR="00357F4D">
        <w:t xml:space="preserve"> </w:t>
      </w:r>
      <w:r w:rsidRPr="001C1AD5">
        <w:t>strictures</w:t>
      </w:r>
      <w:r w:rsidR="00E11103">
        <w:t>.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contrast</w:t>
      </w:r>
      <w:r w:rsidR="00E11103">
        <w:t>,</w:t>
      </w:r>
      <w:r w:rsidR="00357F4D">
        <w:t xml:space="preserve"> </w:t>
      </w:r>
      <w:r w:rsidRPr="001C1AD5">
        <w:t>Rawls</w:t>
      </w:r>
      <w:r w:rsidR="00357F4D">
        <w:t xml:space="preserve"> </w:t>
      </w:r>
      <w:r w:rsidRPr="001C1AD5">
        <w:t>lays</w:t>
      </w:r>
      <w:r w:rsidR="00357F4D">
        <w:t xml:space="preserve"> </w:t>
      </w:r>
      <w:r w:rsidRPr="001C1AD5">
        <w:t>out</w:t>
      </w:r>
      <w:r w:rsidR="00357F4D">
        <w:t xml:space="preserve"> </w:t>
      </w:r>
      <w:r w:rsidRPr="001C1AD5">
        <w:t>elements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methodology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then</w:t>
      </w:r>
      <w:r w:rsidR="00357F4D">
        <w:t xml:space="preserve"> </w:t>
      </w:r>
      <w:r w:rsidRPr="001C1AD5">
        <w:t>uses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constructive</w:t>
      </w:r>
      <w:r w:rsidR="00357F4D">
        <w:t xml:space="preserve"> </w:t>
      </w:r>
      <w:r w:rsidRPr="001C1AD5">
        <w:t>effect</w:t>
      </w:r>
      <w:r w:rsidR="00E11103">
        <w:t>.</w:t>
      </w:r>
      <w:r w:rsidR="00357F4D">
        <w:t xml:space="preserve"> </w:t>
      </w:r>
      <w:r w:rsidRPr="001C1AD5">
        <w:t>Third</w:t>
      </w:r>
      <w:r w:rsidR="00E11103">
        <w:t>,</w:t>
      </w:r>
      <w:r w:rsidR="00357F4D">
        <w:t xml:space="preserve"> </w:t>
      </w:r>
      <w:r w:rsidRPr="001C1AD5">
        <w:t>Rawls’s</w:t>
      </w:r>
      <w:r w:rsidR="00357F4D">
        <w:t xml:space="preserve"> </w:t>
      </w:r>
      <w:r w:rsidRPr="001C1AD5">
        <w:t>relation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previous</w:t>
      </w:r>
      <w:r w:rsidR="00357F4D">
        <w:t xml:space="preserve"> </w:t>
      </w:r>
      <w:r w:rsidRPr="001C1AD5">
        <w:t>history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subject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find</w:t>
      </w:r>
      <w:r w:rsidR="00357F4D">
        <w:t xml:space="preserve"> </w:t>
      </w:r>
      <w:r w:rsidRPr="001C1AD5">
        <w:t>inspiration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it</w:t>
      </w:r>
      <w:r w:rsidR="00E11103">
        <w:t>,</w:t>
      </w:r>
      <w:r w:rsidR="00357F4D">
        <w:t xml:space="preserve"> </w:t>
      </w:r>
      <w:r w:rsidRPr="001C1AD5">
        <w:t>rather</w:t>
      </w:r>
      <w:r w:rsidR="00357F4D">
        <w:t xml:space="preserve"> </w:t>
      </w:r>
      <w:r w:rsidRPr="001C1AD5">
        <w:t>than</w:t>
      </w:r>
      <w:r w:rsidR="00357F4D">
        <w:t xml:space="preserve"> </w:t>
      </w:r>
      <w:r w:rsidRPr="001C1AD5">
        <w:t>either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ignore</w:t>
      </w:r>
      <w:r w:rsidR="00357F4D">
        <w:t xml:space="preserve"> </w:t>
      </w:r>
      <w:r w:rsidRPr="001C1AD5">
        <w:t>it</w:t>
      </w:r>
      <w:r w:rsidR="00E11103">
        <w:t>,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treat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series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informative</w:t>
      </w:r>
      <w:r w:rsidR="00357F4D">
        <w:t xml:space="preserve"> </w:t>
      </w:r>
      <w:r w:rsidRPr="001C1AD5">
        <w:t>mistakes</w:t>
      </w:r>
      <w:r w:rsidR="00E11103">
        <w:t>.</w:t>
      </w:r>
      <w:r w:rsidR="00357F4D">
        <w:t xml:space="preserve"> </w:t>
      </w:r>
      <w:r w:rsidRPr="001C1AD5">
        <w:t>So</w:t>
      </w:r>
      <w:r w:rsidR="00E11103">
        <w:t>,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example</w:t>
      </w:r>
      <w:r w:rsidR="00E11103">
        <w:t>,</w:t>
      </w:r>
      <w:r w:rsidR="00357F4D">
        <w:t xml:space="preserve"> </w:t>
      </w:r>
      <w:r w:rsidRPr="001C1AD5">
        <w:t>Rawls</w:t>
      </w:r>
      <w:r w:rsidR="00357F4D">
        <w:t xml:space="preserve"> </w:t>
      </w:r>
      <w:r w:rsidRPr="001C1AD5">
        <w:t>rather</w:t>
      </w:r>
      <w:r w:rsidR="00357F4D">
        <w:t xml:space="preserve"> </w:t>
      </w:r>
      <w:r w:rsidRPr="001C1AD5">
        <w:t>over</w:t>
      </w:r>
      <w:r w:rsidR="00357F4D">
        <w:t>-</w:t>
      </w:r>
      <w:r w:rsidRPr="001C1AD5">
        <w:t>generously</w:t>
      </w:r>
      <w:r w:rsidR="00357F4D">
        <w:t xml:space="preserve"> </w:t>
      </w:r>
      <w:r w:rsidRPr="001C1AD5">
        <w:t>suggests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‘a</w:t>
      </w:r>
      <w:r w:rsidR="00357F4D">
        <w:t xml:space="preserve"> </w:t>
      </w:r>
      <w:r w:rsidRPr="001C1AD5">
        <w:t>similar</w:t>
      </w:r>
      <w:r w:rsidR="00357F4D">
        <w:t xml:space="preserve"> </w:t>
      </w:r>
      <w:r w:rsidRPr="001C1AD5">
        <w:t>analysis’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principles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justice</w:t>
      </w:r>
      <w:r w:rsidR="00357F4D">
        <w:t xml:space="preserve"> </w:t>
      </w:r>
      <w:r w:rsidRPr="001C1AD5">
        <w:t>can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found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now</w:t>
      </w:r>
      <w:r w:rsidR="00357F4D">
        <w:t xml:space="preserve"> </w:t>
      </w:r>
      <w:r w:rsidRPr="001C1AD5">
        <w:t>largely</w:t>
      </w:r>
      <w:r w:rsidR="00357F4D">
        <w:t xml:space="preserve"> </w:t>
      </w:r>
      <w:r w:rsidRPr="001C1AD5">
        <w:t>forgotten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Principles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Moral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Judgement</w:t>
      </w:r>
      <w:r w:rsidR="00E11103">
        <w:t>,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W</w:t>
      </w:r>
      <w:r w:rsidR="00E11103">
        <w:t>.</w:t>
      </w:r>
      <w:r w:rsidR="00357F4D">
        <w:t xml:space="preserve"> </w:t>
      </w:r>
      <w:r w:rsidRPr="001C1AD5">
        <w:t>D</w:t>
      </w:r>
      <w:r w:rsidR="00E11103">
        <w:t>.</w:t>
      </w:r>
      <w:r w:rsidR="00357F4D">
        <w:t xml:space="preserve"> </w:t>
      </w:r>
      <w:r w:rsidRPr="001C1AD5">
        <w:t>Lamont</w:t>
      </w:r>
      <w:r w:rsidR="00357F4D">
        <w:t xml:space="preserve"> </w:t>
      </w:r>
      <w:r w:rsidRPr="001C1AD5">
        <w:t>(Lamont</w:t>
      </w:r>
      <w:r w:rsidR="00E11103">
        <w:t>,</w:t>
      </w:r>
      <w:r w:rsidR="00357F4D">
        <w:t xml:space="preserve"> </w:t>
      </w:r>
      <w:r w:rsidRPr="001C1AD5">
        <w:t>1946)</w:t>
      </w:r>
      <w:r w:rsidR="00357F4D">
        <w:t xml:space="preserve"> </w:t>
      </w:r>
      <w:r w:rsidRPr="001C1AD5">
        <w:t>(Rawls</w:t>
      </w:r>
      <w:r w:rsidR="00E11103">
        <w:t>,</w:t>
      </w:r>
      <w:r w:rsidR="00357F4D">
        <w:t xml:space="preserve"> </w:t>
      </w:r>
      <w:r w:rsidRPr="001C1AD5">
        <w:t>1958/1962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134n)</w:t>
      </w:r>
      <w:r w:rsidR="00E11103">
        <w:t>.</w:t>
      </w:r>
      <w:r w:rsidR="00357F4D">
        <w:t xml:space="preserve"> </w:t>
      </w:r>
      <w:r w:rsidRPr="001C1AD5">
        <w:t>Indeed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original</w:t>
      </w:r>
      <w:r w:rsidR="00357F4D">
        <w:t xml:space="preserve"> </w:t>
      </w:r>
      <w:r w:rsidRPr="001C1AD5">
        <w:rPr>
          <w:rStyle w:val="libItalicChar"/>
        </w:rPr>
        <w:t>Philosophical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Review</w:t>
      </w:r>
      <w:r w:rsidR="00357F4D">
        <w:t xml:space="preserve"> </w:t>
      </w:r>
      <w:r w:rsidRPr="001C6201">
        <w:t>version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Rawls’s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contains</w:t>
      </w:r>
      <w:r w:rsidR="00357F4D">
        <w:t xml:space="preserve"> </w:t>
      </w:r>
      <w:r w:rsidRPr="001C6201">
        <w:t>many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referenced</w:t>
      </w:r>
      <w:r w:rsidR="00357F4D">
        <w:t xml:space="preserve"> </w:t>
      </w:r>
      <w:r w:rsidRPr="001C6201">
        <w:t>footnotes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clearly</w:t>
      </w:r>
      <w:r w:rsidR="00357F4D">
        <w:t xml:space="preserve"> </w:t>
      </w:r>
      <w:r w:rsidRPr="001C6201">
        <w:t>demonstrates</w:t>
      </w:r>
      <w:r w:rsidR="00357F4D">
        <w:t xml:space="preserve"> </w:t>
      </w:r>
      <w:r w:rsidRPr="001C6201">
        <w:t>Rawls’</w:t>
      </w:r>
      <w:r w:rsidR="00357F4D">
        <w:t xml:space="preserve"> </w:t>
      </w:r>
      <w:r w:rsidRPr="001C6201">
        <w:t>exhaustive</w:t>
      </w:r>
      <w:r w:rsidR="00357F4D">
        <w:t xml:space="preserve"> </w:t>
      </w:r>
      <w:r w:rsidRPr="001C6201">
        <w:t>engagement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recent</w:t>
      </w:r>
      <w:r w:rsidR="00357F4D">
        <w:t xml:space="preserve"> </w:t>
      </w:r>
      <w:r w:rsidRPr="001C6201">
        <w:t>literature</w:t>
      </w:r>
      <w:r w:rsidR="00E11103">
        <w:t>.</w:t>
      </w:r>
      <w:r w:rsidR="00357F4D">
        <w:t xml:space="preserve"> </w:t>
      </w:r>
      <w:r w:rsidRPr="001C6201">
        <w:t>Fourth</w:t>
      </w:r>
      <w:r w:rsidR="00E11103">
        <w:t>,</w:t>
      </w:r>
      <w:r w:rsidR="00357F4D">
        <w:t xml:space="preserve"> </w:t>
      </w:r>
      <w:r w:rsidRPr="001C6201">
        <w:t>Rawls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restrict</w:t>
      </w:r>
      <w:r w:rsidR="00357F4D">
        <w:t xml:space="preserve"> </w:t>
      </w:r>
      <w:r w:rsidRPr="001C6201">
        <w:t>himself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philosophical</w:t>
      </w:r>
      <w:r w:rsidR="00357F4D">
        <w:t xml:space="preserve"> </w:t>
      </w:r>
      <w:r w:rsidRPr="001C6201">
        <w:t>texts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quite</w:t>
      </w:r>
      <w:r w:rsidR="00357F4D">
        <w:t xml:space="preserve"> </w:t>
      </w:r>
      <w:r w:rsidRPr="001C6201">
        <w:t>happy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make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related</w:t>
      </w:r>
      <w:r w:rsidR="00357F4D">
        <w:t xml:space="preserve"> </w:t>
      </w:r>
      <w:r w:rsidRPr="001C6201">
        <w:t>fields</w:t>
      </w:r>
      <w:r w:rsidR="00E11103">
        <w:t>,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welfare</w:t>
      </w:r>
      <w:r w:rsidR="00357F4D">
        <w:t xml:space="preserve"> </w:t>
      </w:r>
      <w:r w:rsidRPr="001C6201">
        <w:t>economics</w:t>
      </w:r>
      <w:r w:rsidR="00E11103">
        <w:t>.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Rawls</w:t>
      </w:r>
      <w:r w:rsidR="00E11103">
        <w:t>,</w:t>
      </w:r>
      <w:r w:rsidR="00357F4D">
        <w:t xml:space="preserve"> </w:t>
      </w:r>
      <w:r w:rsidRPr="001C6201">
        <w:t>under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influence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Hart</w:t>
      </w:r>
      <w:r w:rsidR="00E11103">
        <w:t>,</w:t>
      </w:r>
      <w:r w:rsidR="00357F4D">
        <w:t xml:space="preserve"> </w:t>
      </w:r>
      <w:r w:rsidRPr="001C6201">
        <w:t>Berlin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Stuart</w:t>
      </w:r>
      <w:r w:rsidR="00357F4D">
        <w:t xml:space="preserve"> </w:t>
      </w:r>
      <w:r w:rsidRPr="001C6201">
        <w:t>Hampshire</w:t>
      </w:r>
      <w:r w:rsidR="00E11103">
        <w:t>,</w:t>
      </w:r>
      <w:r w:rsidR="00357F4D">
        <w:t xml:space="preserve"> </w:t>
      </w:r>
      <w:r w:rsidRPr="001C6201">
        <w:t>whom</w:t>
      </w:r>
      <w:r w:rsidR="00357F4D">
        <w:t xml:space="preserve"> </w:t>
      </w:r>
      <w:r w:rsidRPr="001C6201">
        <w:t>Rawls</w:t>
      </w:r>
      <w:r w:rsidR="00357F4D">
        <w:t xml:space="preserve"> </w:t>
      </w:r>
      <w:r w:rsidRPr="001C6201">
        <w:t>encountered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lastRenderedPageBreak/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academic</w:t>
      </w:r>
      <w:r w:rsidR="00357F4D">
        <w:t xml:space="preserve"> </w:t>
      </w:r>
      <w:r w:rsidRPr="001C6201">
        <w:t>year</w:t>
      </w:r>
      <w:r w:rsidR="00357F4D">
        <w:t xml:space="preserve"> </w:t>
      </w:r>
      <w:r w:rsidRPr="001C6201">
        <w:t>1952</w:t>
      </w:r>
      <w:r w:rsidR="00357F4D">
        <w:t>-</w:t>
      </w:r>
      <w:r w:rsidRPr="001C6201">
        <w:t>3</w:t>
      </w:r>
      <w:r w:rsidR="00357F4D">
        <w:t xml:space="preserve"> </w:t>
      </w:r>
      <w:r w:rsidRPr="001C6201">
        <w:t>(Pogge</w:t>
      </w:r>
      <w:r w:rsidR="00E11103">
        <w:t>,</w:t>
      </w:r>
      <w:r w:rsidR="00357F4D">
        <w:t xml:space="preserve"> </w:t>
      </w:r>
      <w:r w:rsidRPr="001C6201">
        <w:t>2007</w:t>
      </w:r>
      <w:r w:rsidR="00E11103">
        <w:t>:</w:t>
      </w:r>
      <w:r w:rsidR="00357F4D">
        <w:t xml:space="preserve"> </w:t>
      </w:r>
      <w:r w:rsidRPr="001C6201">
        <w:t>16)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sees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rediscovering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confidence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NormalChar"/>
        </w:rPr>
      </w:pPr>
      <w:r w:rsidRPr="001C6201">
        <w:t>One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ask</w:t>
      </w:r>
      <w:r w:rsidR="00E11103">
        <w:t>,</w:t>
      </w:r>
      <w:r w:rsidR="00357F4D">
        <w:t xml:space="preserve"> </w:t>
      </w:r>
      <w:r w:rsidRPr="001C6201">
        <w:t>though</w:t>
      </w:r>
      <w:r w:rsidR="00E11103">
        <w:t>,</w:t>
      </w:r>
      <w:r w:rsidR="00357F4D">
        <w:t xml:space="preserve"> </w:t>
      </w:r>
      <w:r w:rsidRPr="001C6201">
        <w:t>whether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United</w:t>
      </w:r>
      <w:r w:rsidR="00357F4D">
        <w:t xml:space="preserve"> </w:t>
      </w:r>
      <w:r w:rsidRPr="001C6201">
        <w:t>States</w:t>
      </w:r>
      <w:r w:rsidR="00357F4D">
        <w:t xml:space="preserve"> </w:t>
      </w:r>
      <w:r w:rsidRPr="001C6201">
        <w:t>ever</w:t>
      </w:r>
      <w:r w:rsidR="00357F4D">
        <w:t xml:space="preserve"> </w:t>
      </w:r>
      <w:r w:rsidRPr="001C6201">
        <w:t>suffered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same</w:t>
      </w:r>
      <w:r w:rsidR="00357F4D">
        <w:t xml:space="preserve"> </w:t>
      </w:r>
      <w:r w:rsidRPr="001C6201">
        <w:t>degree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loss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confidence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did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UK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1AD5">
        <w:rPr>
          <w:rStyle w:val="libItalicChar"/>
        </w:rPr>
        <w:t>Nomos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yearbook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American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Society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Legal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1958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collection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essays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Authority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range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authors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including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Frank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Knight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Hannah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Arendt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Bertand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Jouvenal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Talcott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Parsons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(Friedrich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1958)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general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character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volume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one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historical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reflection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conceptual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analysis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little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anything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spectre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‘Weldonism’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haunted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British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philosophers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time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Volumes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continued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produced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annual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basis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Volume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VI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Justice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produced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1963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particular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highlight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Joel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Feinberg’s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‘Justice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Personal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Desert’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perhaps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most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enduring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papers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included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alongside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other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important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contributions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John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Rawls’s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‘Constitutional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Liberty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Concept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Justice’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Robert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Tucker’s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‘Marx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Distributive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Justice’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Hugo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Bedau’s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‘Justice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Classical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Utilitarianism’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(Friedrich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Chapman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1963)</w:t>
      </w:r>
      <w:r w:rsidR="00E11103">
        <w:rPr>
          <w:rStyle w:val="libNormalChar"/>
        </w:rPr>
        <w:t>.</w:t>
      </w:r>
    </w:p>
    <w:p w:rsidR="001C1AD5" w:rsidRDefault="001C1AD5" w:rsidP="001C1AD5">
      <w:pPr>
        <w:pStyle w:val="libNormal"/>
      </w:pPr>
      <w:r>
        <w:br w:type="page"/>
      </w:r>
    </w:p>
    <w:p w:rsidR="001C1AD5" w:rsidRDefault="001C1AD5" w:rsidP="001C1AD5">
      <w:pPr>
        <w:pStyle w:val="Heading1Center"/>
      </w:pPr>
      <w:bookmarkStart w:id="4" w:name="_Toc421362877"/>
      <w:r w:rsidRPr="001C1AD5">
        <w:lastRenderedPageBreak/>
        <w:t>5</w:t>
      </w:r>
      <w:r w:rsidR="00E11103">
        <w:t>.</w:t>
      </w:r>
      <w:r w:rsidR="00357F4D">
        <w:t xml:space="preserve"> </w:t>
      </w:r>
      <w:r w:rsidRPr="001C1AD5">
        <w:t>Oxford</w:t>
      </w:r>
      <w:r w:rsidR="00357F4D">
        <w:t xml:space="preserve"> </w:t>
      </w:r>
      <w:r w:rsidRPr="001C1AD5">
        <w:t>Readings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Laslett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Runciman</w:t>
      </w:r>
      <w:r w:rsidR="00357F4D">
        <w:t xml:space="preserve"> </w:t>
      </w:r>
      <w:r w:rsidRPr="001C1AD5">
        <w:t>Third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Fifth</w:t>
      </w:r>
      <w:r w:rsidR="00357F4D">
        <w:t xml:space="preserve"> </w:t>
      </w:r>
      <w:r w:rsidRPr="001C1AD5">
        <w:t>Series</w:t>
      </w:r>
      <w:bookmarkEnd w:id="4"/>
    </w:p>
    <w:p w:rsidR="001C1AD5" w:rsidRPr="001C1AD5" w:rsidRDefault="001C1AD5" w:rsidP="001C1AD5">
      <w:pPr>
        <w:pStyle w:val="libNormal"/>
      </w:pPr>
      <w:r w:rsidRPr="001C1AD5">
        <w:t>The</w:t>
      </w:r>
      <w:r w:rsidR="00357F4D">
        <w:t xml:space="preserve"> </w:t>
      </w:r>
      <w:r w:rsidRPr="001C1AD5">
        <w:t>third</w:t>
      </w:r>
      <w:r w:rsidR="00357F4D">
        <w:t xml:space="preserve"> </w:t>
      </w:r>
      <w:r w:rsidRPr="001C1AD5">
        <w:t>series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Politics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Society</w:t>
      </w:r>
      <w:r w:rsidR="00E11103">
        <w:t>,</w:t>
      </w:r>
      <w:r w:rsidR="00357F4D">
        <w:t xml:space="preserve"> </w:t>
      </w:r>
      <w:r w:rsidRPr="001C1AD5">
        <w:t>again</w:t>
      </w:r>
      <w:r w:rsidR="00357F4D">
        <w:t xml:space="preserve"> </w:t>
      </w:r>
      <w:r w:rsidRPr="001C1AD5">
        <w:t>edited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Laslett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Runciman</w:t>
      </w:r>
      <w:r w:rsidR="00E11103">
        <w:t>,</w:t>
      </w:r>
      <w:r w:rsidR="00357F4D">
        <w:t xml:space="preserve"> </w:t>
      </w:r>
      <w:r w:rsidRPr="001C1AD5">
        <w:t>appeared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1967</w:t>
      </w:r>
      <w:r w:rsidR="00357F4D">
        <w:t xml:space="preserve"> </w:t>
      </w:r>
      <w:r w:rsidRPr="001C1AD5">
        <w:t>(Laslett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Runciman</w:t>
      </w:r>
      <w:r w:rsidR="00E11103">
        <w:t>,</w:t>
      </w:r>
      <w:r w:rsidR="00357F4D">
        <w:t xml:space="preserve"> </w:t>
      </w:r>
      <w:r w:rsidRPr="001C1AD5">
        <w:t>1967)</w:t>
      </w:r>
      <w:r w:rsidR="00E11103">
        <w:t>,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same</w:t>
      </w:r>
      <w:r w:rsidR="00357F4D">
        <w:t xml:space="preserve"> </w:t>
      </w:r>
      <w:r w:rsidRPr="001C1AD5">
        <w:t>year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Quinton</w:t>
      </w:r>
      <w:r w:rsidR="00357F4D">
        <w:t xml:space="preserve"> </w:t>
      </w:r>
      <w:r w:rsidRPr="001C1AD5">
        <w:t>produced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edited</w:t>
      </w:r>
      <w:r w:rsidR="00357F4D">
        <w:t xml:space="preserve"> </w:t>
      </w:r>
      <w:r w:rsidRPr="001C1AD5">
        <w:t>collection</w:t>
      </w:r>
      <w:r w:rsidR="00357F4D"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Oxford</w:t>
      </w:r>
      <w:r w:rsidR="00357F4D">
        <w:t xml:space="preserve"> </w:t>
      </w:r>
      <w:r w:rsidRPr="001C1AD5">
        <w:t>Readings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series</w:t>
      </w:r>
      <w:r w:rsidR="00E11103">
        <w:t>.</w:t>
      </w:r>
      <w:r w:rsidR="00357F4D">
        <w:t xml:space="preserve"> </w:t>
      </w:r>
      <w:r w:rsidRPr="001C1AD5">
        <w:t>Quinton</w:t>
      </w:r>
      <w:r w:rsidR="00357F4D">
        <w:t xml:space="preserve"> </w:t>
      </w:r>
      <w:r w:rsidRPr="001C1AD5">
        <w:t>included</w:t>
      </w:r>
      <w:r w:rsidR="00357F4D">
        <w:t xml:space="preserve"> </w:t>
      </w:r>
      <w:r w:rsidRPr="001C1AD5">
        <w:t>Hart’s</w:t>
      </w:r>
      <w:r w:rsidR="00357F4D">
        <w:t xml:space="preserve"> </w:t>
      </w:r>
      <w:r w:rsidRPr="001C1AD5">
        <w:t>‘Natural</w:t>
      </w:r>
      <w:r w:rsidR="00357F4D">
        <w:t xml:space="preserve"> </w:t>
      </w:r>
      <w:r w:rsidRPr="001C1AD5">
        <w:t>Rights’</w:t>
      </w:r>
      <w:r w:rsidR="00357F4D">
        <w:t xml:space="preserve"> </w:t>
      </w:r>
      <w:r w:rsidRPr="001C1AD5">
        <w:t>paper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well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Berlin’s</w:t>
      </w:r>
      <w:r w:rsidR="00357F4D">
        <w:t xml:space="preserve"> </w:t>
      </w:r>
      <w:r w:rsidRPr="001C1AD5">
        <w:t>‘Two</w:t>
      </w:r>
      <w:r w:rsidR="00357F4D">
        <w:t xml:space="preserve"> </w:t>
      </w:r>
      <w:r w:rsidRPr="001C1AD5">
        <w:t>Concepts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Liberty’</w:t>
      </w:r>
      <w:r w:rsidR="00E11103">
        <w:t>.</w:t>
      </w:r>
      <w:r w:rsidR="00357F4D">
        <w:t xml:space="preserve"> </w:t>
      </w:r>
      <w:r w:rsidRPr="001C1AD5">
        <w:t>Other</w:t>
      </w:r>
      <w:r w:rsidR="00357F4D">
        <w:t xml:space="preserve"> </w:t>
      </w:r>
      <w:r w:rsidRPr="001C1AD5">
        <w:t>highlights</w:t>
      </w:r>
      <w:r w:rsidR="00357F4D">
        <w:t xml:space="preserve"> </w:t>
      </w:r>
      <w:r w:rsidRPr="001C1AD5">
        <w:t>include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symposium</w:t>
      </w:r>
      <w:r w:rsidR="00357F4D">
        <w:t xml:space="preserve"> </w:t>
      </w:r>
      <w:r w:rsidRPr="001C1AD5">
        <w:t>between</w:t>
      </w:r>
      <w:r w:rsidR="00357F4D">
        <w:t xml:space="preserve"> </w:t>
      </w:r>
      <w:r w:rsidRPr="001C1AD5">
        <w:t>R</w:t>
      </w:r>
      <w:r w:rsidR="00E11103">
        <w:t>.</w:t>
      </w:r>
      <w:r w:rsidRPr="001C1AD5">
        <w:t>S</w:t>
      </w:r>
      <w:r w:rsidR="00E11103">
        <w:t>.</w:t>
      </w:r>
      <w:r w:rsidR="00357F4D">
        <w:t xml:space="preserve"> </w:t>
      </w:r>
      <w:r w:rsidRPr="001C1AD5">
        <w:t>Peters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Peter</w:t>
      </w:r>
      <w:r w:rsidR="00357F4D">
        <w:t xml:space="preserve"> </w:t>
      </w:r>
      <w:r w:rsidRPr="001C1AD5">
        <w:t>Winch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‘Authority’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two</w:t>
      </w:r>
      <w:r w:rsidR="00357F4D">
        <w:t xml:space="preserve"> </w:t>
      </w:r>
      <w:r w:rsidRPr="001C1AD5">
        <w:t>papers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Brian</w:t>
      </w:r>
      <w:r w:rsidR="00357F4D">
        <w:t xml:space="preserve"> </w:t>
      </w:r>
      <w:r w:rsidRPr="001C1AD5">
        <w:t>Barry</w:t>
      </w:r>
      <w:r w:rsidR="00E11103">
        <w:t>,</w:t>
      </w:r>
      <w:r w:rsidR="00357F4D">
        <w:t xml:space="preserve"> </w:t>
      </w:r>
      <w:r w:rsidRPr="001C1AD5">
        <w:t>‘The</w:t>
      </w:r>
      <w:r w:rsidR="00357F4D">
        <w:t xml:space="preserve"> </w:t>
      </w:r>
      <w:r w:rsidRPr="001C1AD5">
        <w:t>Public</w:t>
      </w:r>
      <w:r w:rsidR="00357F4D">
        <w:t xml:space="preserve"> </w:t>
      </w:r>
      <w:r w:rsidRPr="001C1AD5">
        <w:t>Interest’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‘Justice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Common</w:t>
      </w:r>
      <w:r w:rsidR="00357F4D">
        <w:t xml:space="preserve"> </w:t>
      </w:r>
      <w:r w:rsidRPr="001C1AD5">
        <w:t>Good’</w:t>
      </w:r>
      <w:r w:rsidR="00E11103">
        <w:t>.</w:t>
      </w:r>
      <w:r w:rsidR="00357F4D">
        <w:t xml:space="preserve"> </w:t>
      </w:r>
      <w:r w:rsidRPr="001C1AD5">
        <w:t>Barry’s</w:t>
      </w:r>
      <w:r w:rsidR="00357F4D"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Argument</w:t>
      </w:r>
      <w:r w:rsidR="00E11103">
        <w:t>,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major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had</w:t>
      </w:r>
      <w:r w:rsidR="00357F4D">
        <w:t xml:space="preserve"> </w:t>
      </w:r>
      <w:r w:rsidRPr="001C1AD5">
        <w:t>recently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been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(Barry</w:t>
      </w:r>
      <w:r w:rsidR="00E11103">
        <w:t>,</w:t>
      </w:r>
      <w:r w:rsidR="00357F4D">
        <w:t xml:space="preserve"> </w:t>
      </w:r>
      <w:r w:rsidRPr="001C1AD5">
        <w:t>1965)</w:t>
      </w:r>
      <w:r w:rsidR="00E11103">
        <w:t>.</w:t>
      </w:r>
      <w:r w:rsidR="00357F4D">
        <w:t xml:space="preserve"> </w:t>
      </w:r>
      <w:r w:rsidRPr="001C1AD5">
        <w:t>Indeed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paragraph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Argument</w:t>
      </w:r>
      <w:r w:rsidR="00357F4D">
        <w:t xml:space="preserve"> </w:t>
      </w:r>
      <w:r w:rsidRPr="001C1AD5">
        <w:t>Barry</w:t>
      </w:r>
      <w:r w:rsidR="00357F4D">
        <w:t xml:space="preserve"> </w:t>
      </w:r>
      <w:r w:rsidRPr="001C1AD5">
        <w:t>explicit</w:t>
      </w:r>
      <w:r w:rsidR="00357F4D">
        <w:t xml:space="preserve"> </w:t>
      </w:r>
      <w:r w:rsidRPr="001C1AD5">
        <w:t>describes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approach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‘analytical’</w:t>
      </w:r>
      <w:r w:rsidR="00E11103">
        <w:t>,</w:t>
      </w:r>
      <w:r w:rsidR="00357F4D">
        <w:t xml:space="preserve"> </w:t>
      </w:r>
      <w:r w:rsidRPr="001C1AD5">
        <w:t>which</w:t>
      </w:r>
      <w:r w:rsidR="00E11103">
        <w:t>,</w:t>
      </w:r>
      <w:r w:rsidR="00357F4D">
        <w:t xml:space="preserve"> </w:t>
      </w:r>
      <w:r w:rsidRPr="001C1AD5">
        <w:t>interestingly</w:t>
      </w:r>
      <w:r w:rsidR="00E11103">
        <w:t>,</w:t>
      </w:r>
      <w:r w:rsidR="00357F4D">
        <w:t xml:space="preserve"> </w:t>
      </w:r>
      <w:r w:rsidRPr="001C1AD5">
        <w:t>he</w:t>
      </w:r>
      <w:r w:rsidR="00357F4D">
        <w:t xml:space="preserve"> </w:t>
      </w:r>
      <w:r w:rsidRPr="001C1AD5">
        <w:t>contrasts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‘causal’</w:t>
      </w:r>
      <w:r w:rsidR="00E11103">
        <w:t>,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he</w:t>
      </w:r>
      <w:r w:rsidR="00357F4D">
        <w:t xml:space="preserve"> </w:t>
      </w:r>
      <w:r w:rsidRPr="001C1AD5">
        <w:t>appears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mean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collection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data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historical</w:t>
      </w:r>
      <w:r w:rsidR="00357F4D">
        <w:t xml:space="preserve"> </w:t>
      </w:r>
      <w:r w:rsidRPr="001C1AD5">
        <w:t>information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purposes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scientific</w:t>
      </w:r>
      <w:r w:rsidR="00357F4D">
        <w:t xml:space="preserve"> </w:t>
      </w:r>
      <w:r w:rsidRPr="001C1AD5">
        <w:t>explanation</w:t>
      </w:r>
      <w:r w:rsidR="00357F4D">
        <w:t xml:space="preserve"> </w:t>
      </w:r>
      <w:r w:rsidRPr="001C1AD5">
        <w:t>(Barry</w:t>
      </w:r>
      <w:r w:rsidR="00E11103">
        <w:t>,</w:t>
      </w:r>
      <w:r w:rsidR="00357F4D">
        <w:t xml:space="preserve"> </w:t>
      </w:r>
      <w:r w:rsidRPr="001C1AD5">
        <w:t>1965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xvii)</w:t>
      </w:r>
      <w:r w:rsidR="00E11103">
        <w:t>.</w:t>
      </w:r>
      <w:r w:rsidR="00357F4D">
        <w:t xml:space="preserve"> </w:t>
      </w:r>
      <w:r w:rsidRPr="001C1AD5">
        <w:t>Clearly</w:t>
      </w:r>
      <w:r w:rsidR="00357F4D">
        <w:t xml:space="preserve"> </w:t>
      </w:r>
      <w:r w:rsidRPr="001C1AD5">
        <w:t>Barry’s</w:t>
      </w:r>
      <w:r w:rsidR="00357F4D">
        <w:t xml:space="preserve"> </w:t>
      </w:r>
      <w:r w:rsidRPr="001C1AD5">
        <w:t>intention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use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method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analysis</w:t>
      </w:r>
      <w:r w:rsidR="00E11103">
        <w:t>,</w:t>
      </w:r>
      <w:r w:rsidR="00357F4D">
        <w:t xml:space="preserve"> </w:t>
      </w:r>
      <w:r w:rsidRPr="001C1AD5">
        <w:t>involving</w:t>
      </w:r>
      <w:r w:rsidR="00357F4D">
        <w:t xml:space="preserve"> </w:t>
      </w:r>
      <w:r w:rsidRPr="001C1AD5">
        <w:t>arguments</w:t>
      </w:r>
      <w:r w:rsidR="00E11103">
        <w:t>,</w:t>
      </w:r>
      <w:r w:rsidR="00357F4D">
        <w:t xml:space="preserve"> </w:t>
      </w:r>
      <w:r w:rsidRPr="001C1AD5">
        <w:t>objections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arguments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others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distinctions</w:t>
      </w:r>
      <w:r w:rsidR="00E11103">
        <w:t>,</w:t>
      </w:r>
      <w:r w:rsidR="00357F4D">
        <w:t xml:space="preserve"> </w:t>
      </w:r>
      <w:r w:rsidRPr="001C1AD5">
        <w:t>rather</w:t>
      </w:r>
      <w:r w:rsidR="00357F4D">
        <w:t xml:space="preserve"> </w:t>
      </w:r>
      <w:r w:rsidRPr="001C1AD5">
        <w:t>than</w:t>
      </w:r>
      <w:r w:rsidR="00357F4D">
        <w:t xml:space="preserve"> </w:t>
      </w:r>
      <w:r w:rsidRPr="001C1AD5">
        <w:t>supporting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undermining</w:t>
      </w:r>
      <w:r w:rsidR="00357F4D">
        <w:t xml:space="preserve"> </w:t>
      </w:r>
      <w:r w:rsidRPr="001C1AD5">
        <w:t>theories</w:t>
      </w:r>
      <w:r w:rsidR="00357F4D">
        <w:t xml:space="preserve"> </w:t>
      </w:r>
      <w:r w:rsidRPr="001C1AD5">
        <w:t>through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accumulation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evidence</w:t>
      </w:r>
      <w:r w:rsidR="00E11103">
        <w:t>.</w:t>
      </w:r>
    </w:p>
    <w:p w:rsidR="00E11103" w:rsidRDefault="001C1AD5" w:rsidP="001C1AD5">
      <w:pPr>
        <w:pStyle w:val="libNormal"/>
      </w:pPr>
      <w:r w:rsidRPr="001C6201">
        <w:t>Two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methodological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included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Quinton</w:t>
      </w:r>
      <w:r w:rsidR="00E11103">
        <w:t>,</w:t>
      </w:r>
      <w:r w:rsidR="00357F4D">
        <w:t xml:space="preserve"> </w:t>
      </w:r>
      <w:r w:rsidRPr="001C6201">
        <w:t>John</w:t>
      </w:r>
      <w:r w:rsidR="00357F4D">
        <w:t xml:space="preserve"> </w:t>
      </w:r>
      <w:r w:rsidRPr="001C6201">
        <w:t>Plamenatz’s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Theory’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</w:t>
      </w:r>
      <w:r w:rsidR="00E11103">
        <w:t>.</w:t>
      </w:r>
      <w:r w:rsidRPr="001C6201">
        <w:t>H</w:t>
      </w:r>
      <w:r w:rsidR="00E11103">
        <w:t>.</w:t>
      </w:r>
      <w:r w:rsidR="00357F4D">
        <w:t xml:space="preserve"> </w:t>
      </w:r>
      <w:r w:rsidRPr="001C6201">
        <w:t>Partridge’s</w:t>
      </w:r>
      <w:r w:rsidR="00357F4D">
        <w:t xml:space="preserve"> </w:t>
      </w:r>
      <w:r w:rsidRPr="001C6201">
        <w:t>‘Politics</w:t>
      </w:r>
      <w:r w:rsidR="00E11103">
        <w:t>,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Ideology’</w:t>
      </w:r>
      <w:r w:rsidR="00E11103">
        <w:t>.</w:t>
      </w:r>
      <w:r w:rsidR="00357F4D">
        <w:t xml:space="preserve"> </w:t>
      </w:r>
      <w:r w:rsidRPr="001C6201">
        <w:t>These</w:t>
      </w:r>
      <w:r w:rsidR="00357F4D">
        <w:t xml:space="preserve"> </w:t>
      </w:r>
      <w:r w:rsidRPr="001C6201">
        <w:t>both</w:t>
      </w:r>
      <w:r w:rsidR="00357F4D">
        <w:t xml:space="preserve"> </w:t>
      </w:r>
      <w:r w:rsidRPr="001C6201">
        <w:t>respond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allegation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dead</w:t>
      </w:r>
      <w:r w:rsidR="00E11103">
        <w:t>.</w:t>
      </w:r>
      <w:r w:rsidR="00357F4D">
        <w:t xml:space="preserve"> </w:t>
      </w:r>
      <w:r w:rsidRPr="001C6201">
        <w:t>Plamenatz</w:t>
      </w:r>
      <w:r w:rsidR="00357F4D">
        <w:t xml:space="preserve"> </w:t>
      </w:r>
      <w:r w:rsidRPr="001C6201">
        <w:t>appears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agree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contemporaries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great</w:t>
      </w:r>
      <w:r w:rsidR="00357F4D">
        <w:t xml:space="preserve"> </w:t>
      </w:r>
      <w:r w:rsidRPr="001C6201">
        <w:t>philosophers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past</w:t>
      </w:r>
      <w:r w:rsidR="00357F4D">
        <w:t xml:space="preserve"> </w:t>
      </w:r>
      <w:r w:rsidRPr="001C6201">
        <w:t>were</w:t>
      </w:r>
      <w:r w:rsidR="00357F4D">
        <w:t xml:space="preserve"> </w:t>
      </w:r>
      <w:r w:rsidRPr="001C6201">
        <w:t>hopelessly</w:t>
      </w:r>
      <w:r w:rsidR="00357F4D">
        <w:t xml:space="preserve"> </w:t>
      </w:r>
      <w:r w:rsidRPr="001C6201">
        <w:t>confused</w:t>
      </w:r>
      <w:r w:rsidR="00E11103">
        <w:t>;</w:t>
      </w:r>
      <w:r w:rsidR="00357F4D">
        <w:t xml:space="preserve"> </w:t>
      </w:r>
      <w:r w:rsidRPr="001C6201">
        <w:t>nevertheless</w:t>
      </w:r>
      <w:r w:rsidR="00E11103">
        <w:t>,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claims</w:t>
      </w:r>
      <w:r w:rsidR="00E11103">
        <w:t>,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branch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practical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needed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guide</w:t>
      </w:r>
      <w:r w:rsidR="00357F4D">
        <w:t xml:space="preserve"> </w:t>
      </w:r>
      <w:r w:rsidRPr="001C6201">
        <w:t>conduct</w:t>
      </w:r>
      <w:r w:rsidR="00E11103">
        <w:t>,</w:t>
      </w:r>
      <w:r w:rsidR="00357F4D">
        <w:t xml:space="preserve"> </w:t>
      </w:r>
      <w:r w:rsidRPr="001C6201">
        <w:t>despite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claims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positivists</w:t>
      </w:r>
      <w:r w:rsidR="00357F4D">
        <w:t xml:space="preserve"> </w:t>
      </w:r>
      <w:r w:rsidRPr="001C6201">
        <w:t>(Plamenatz</w:t>
      </w:r>
      <w:r w:rsidR="00357F4D">
        <w:t xml:space="preserve"> </w:t>
      </w:r>
      <w:r w:rsidRPr="001C6201">
        <w:t>1960/1967)</w:t>
      </w:r>
      <w:r w:rsidR="00E11103">
        <w:t>.</w:t>
      </w:r>
      <w:r w:rsidR="00357F4D">
        <w:t xml:space="preserve"> </w:t>
      </w:r>
      <w:r w:rsidRPr="001C6201">
        <w:t>Partridge</w:t>
      </w:r>
      <w:r w:rsidR="00357F4D">
        <w:t xml:space="preserve"> </w:t>
      </w:r>
      <w:r w:rsidRPr="001C6201">
        <w:t>suggests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reason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apparent</w:t>
      </w:r>
      <w:r w:rsidR="00357F4D">
        <w:t xml:space="preserve"> </w:t>
      </w:r>
      <w:r w:rsidRPr="001C6201">
        <w:t>decline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morally</w:t>
      </w:r>
      <w:r w:rsidR="00357F4D">
        <w:t xml:space="preserve"> </w:t>
      </w:r>
      <w:r w:rsidRPr="001C6201">
        <w:t>informed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triumph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democracy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development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broad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consensus</w:t>
      </w:r>
      <w:r w:rsidR="00E11103">
        <w:t>.</w:t>
      </w:r>
      <w:r w:rsidR="00357F4D">
        <w:t xml:space="preserve"> </w:t>
      </w:r>
      <w:r w:rsidRPr="001C6201">
        <w:t>Nevertheless</w:t>
      </w:r>
      <w:r w:rsidR="00E11103">
        <w:t>,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argues</w:t>
      </w:r>
      <w:r w:rsidR="00E11103">
        <w:t>,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sorts</w:t>
      </w:r>
      <w:r w:rsidR="00357F4D">
        <w:t xml:space="preserve"> </w:t>
      </w:r>
      <w:r w:rsidRPr="001C6201">
        <w:t>flourishes</w:t>
      </w:r>
      <w:r w:rsidR="00357F4D">
        <w:t xml:space="preserve"> </w:t>
      </w:r>
      <w:r w:rsidRPr="001C6201">
        <w:t>(Partridge</w:t>
      </w:r>
      <w:r w:rsidR="00357F4D">
        <w:t xml:space="preserve"> </w:t>
      </w:r>
      <w:r w:rsidRPr="001C6201">
        <w:t>1961/1967)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For</w:t>
      </w:r>
      <w:r w:rsidR="00357F4D">
        <w:t xml:space="preserve"> </w:t>
      </w:r>
      <w:r w:rsidRPr="001C6201">
        <w:t>present</w:t>
      </w:r>
      <w:r w:rsidR="00357F4D">
        <w:t xml:space="preserve"> </w:t>
      </w:r>
      <w:r w:rsidRPr="001C6201">
        <w:t>purposes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Quinton’s</w:t>
      </w:r>
      <w:r w:rsidR="00357F4D">
        <w:t xml:space="preserve"> </w:t>
      </w:r>
      <w:r w:rsidRPr="001C6201">
        <w:t>introduction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greatest</w:t>
      </w:r>
      <w:r w:rsidR="00357F4D">
        <w:t xml:space="preserve"> </w:t>
      </w:r>
      <w:r w:rsidRPr="001C6201">
        <w:t>interest</w:t>
      </w:r>
      <w:r w:rsidR="00E11103">
        <w:t>.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begins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enquiring</w:t>
      </w:r>
      <w:r w:rsidR="00357F4D">
        <w:t xml:space="preserve"> </w:t>
      </w:r>
      <w:r w:rsidRPr="001C6201">
        <w:t>a</w:t>
      </w:r>
      <w:r>
        <w:t>f</w:t>
      </w:r>
      <w:r w:rsidRPr="001C6201">
        <w:t>ter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nature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subject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suggesting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‘most</w:t>
      </w:r>
      <w:r w:rsidR="00357F4D">
        <w:t xml:space="preserve"> </w:t>
      </w:r>
      <w:r w:rsidRPr="001C6201">
        <w:t>uncontroversial</w:t>
      </w:r>
      <w:r w:rsidR="00357F4D">
        <w:t xml:space="preserve"> </w:t>
      </w:r>
      <w:r w:rsidRPr="001C6201">
        <w:t>way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defining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common</w:t>
      </w:r>
      <w:r w:rsidR="00357F4D">
        <w:t xml:space="preserve"> </w:t>
      </w:r>
      <w:r w:rsidRPr="001C6201">
        <w:t>topic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famous</w:t>
      </w:r>
      <w:r w:rsidR="00357F4D">
        <w:t xml:space="preserve"> </w:t>
      </w:r>
      <w:r w:rsidRPr="001C6201">
        <w:t>books’</w:t>
      </w:r>
      <w:r w:rsidR="00357F4D">
        <w:t xml:space="preserve"> </w:t>
      </w:r>
      <w:r w:rsidRPr="001C6201">
        <w:t>(Quinton</w:t>
      </w:r>
      <w:r w:rsidR="00E11103">
        <w:t>,</w:t>
      </w:r>
      <w:r w:rsidR="00357F4D">
        <w:t xml:space="preserve"> </w:t>
      </w:r>
      <w:r w:rsidRPr="001C6201">
        <w:t>1967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1)</w:t>
      </w:r>
      <w:r w:rsidR="00E11103">
        <w:t>.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Quinton</w:t>
      </w:r>
      <w:r w:rsidR="00357F4D">
        <w:t xml:space="preserve"> </w:t>
      </w:r>
      <w:r w:rsidRPr="001C6201">
        <w:t>then</w:t>
      </w:r>
      <w:r w:rsidR="00357F4D">
        <w:t xml:space="preserve"> </w:t>
      </w:r>
      <w:r w:rsidRPr="001C6201">
        <w:t>suggests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‘a</w:t>
      </w:r>
      <w:r w:rsidR="00357F4D">
        <w:t xml:space="preserve"> </w:t>
      </w:r>
      <w:r w:rsidRPr="001C6201">
        <w:t>comparative</w:t>
      </w:r>
      <w:r w:rsidR="00357F4D">
        <w:t xml:space="preserve"> </w:t>
      </w:r>
      <w:r w:rsidRPr="001C6201">
        <w:t>definite</w:t>
      </w:r>
      <w:r w:rsidR="00357F4D">
        <w:t xml:space="preserve"> </w:t>
      </w:r>
      <w:r w:rsidRPr="001C6201">
        <w:t>place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now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marked</w:t>
      </w:r>
      <w:r w:rsidR="00357F4D">
        <w:t xml:space="preserve"> </w:t>
      </w:r>
      <w:r w:rsidRPr="001C6201">
        <w:t>out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within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total</w:t>
      </w:r>
      <w:r w:rsidR="00357F4D">
        <w:t xml:space="preserve"> </w:t>
      </w:r>
      <w:r w:rsidRPr="001C6201">
        <w:t>range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man’s</w:t>
      </w:r>
      <w:r w:rsidR="00357F4D">
        <w:t xml:space="preserve"> </w:t>
      </w:r>
      <w:r w:rsidRPr="001C6201">
        <w:t>intellectual</w:t>
      </w:r>
      <w:r w:rsidR="00357F4D">
        <w:t xml:space="preserve"> </w:t>
      </w:r>
      <w:r w:rsidRPr="001C6201">
        <w:t>activities’</w:t>
      </w:r>
      <w:r w:rsidR="00E11103">
        <w:t>.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place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task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classifying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analysing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terms</w:t>
      </w:r>
      <w:r w:rsidR="00E11103">
        <w:t>,</w:t>
      </w:r>
      <w:r w:rsidR="00357F4D">
        <w:t xml:space="preserve"> </w:t>
      </w:r>
      <w:r w:rsidRPr="001C6201">
        <w:t>statements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arguments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substantive</w:t>
      </w:r>
      <w:r w:rsidR="00E11103">
        <w:t>,</w:t>
      </w:r>
      <w:r w:rsidR="00357F4D">
        <w:t xml:space="preserve"> </w:t>
      </w:r>
      <w:r w:rsidRPr="001C6201">
        <w:t>first</w:t>
      </w:r>
      <w:r w:rsidR="00357F4D">
        <w:t>-</w:t>
      </w:r>
      <w:r w:rsidRPr="001C6201">
        <w:t>order</w:t>
      </w:r>
      <w:r w:rsidR="00357F4D">
        <w:t xml:space="preserve"> </w:t>
      </w:r>
      <w:r w:rsidRPr="001C6201">
        <w:t>disciplines’</w:t>
      </w:r>
      <w:r w:rsidR="00357F4D">
        <w:t xml:space="preserve"> </w:t>
      </w:r>
      <w:r w:rsidRPr="001C6201">
        <w:t>(Quinton</w:t>
      </w:r>
      <w:r w:rsidR="00E11103">
        <w:t>,</w:t>
      </w:r>
      <w:r w:rsidR="00357F4D">
        <w:t xml:space="preserve"> </w:t>
      </w:r>
      <w:r w:rsidRPr="001C6201">
        <w:t>1967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1)</w:t>
      </w:r>
      <w:r w:rsidR="00E11103">
        <w:t>.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this</w:t>
      </w:r>
      <w:r w:rsidR="00E11103">
        <w:t>,</w:t>
      </w:r>
      <w:r w:rsidR="00357F4D">
        <w:t xml:space="preserve"> </w:t>
      </w:r>
      <w:r w:rsidRPr="001C6201">
        <w:t>Quinton</w:t>
      </w:r>
      <w:r w:rsidR="00357F4D">
        <w:t xml:space="preserve"> </w:t>
      </w:r>
      <w:r w:rsidRPr="001C6201">
        <w:t>concludes</w:t>
      </w:r>
      <w:r w:rsidR="00E11103">
        <w:t>,</w:t>
      </w:r>
      <w:r w:rsidR="00357F4D">
        <w:t xml:space="preserve"> </w:t>
      </w:r>
      <w:r w:rsidRPr="001C6201">
        <w:t>remarkably</w:t>
      </w:r>
      <w:r w:rsidR="00E11103">
        <w:t>,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works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make</w:t>
      </w:r>
      <w:r w:rsidR="00357F4D">
        <w:t xml:space="preserve"> </w:t>
      </w:r>
      <w:r w:rsidRPr="001C6201">
        <w:t>up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great</w:t>
      </w:r>
      <w:r w:rsidR="00357F4D">
        <w:t xml:space="preserve"> </w:t>
      </w:r>
      <w:r w:rsidRPr="001C6201">
        <w:t>tradition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…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small</w:t>
      </w:r>
      <w:r w:rsidR="00E11103">
        <w:t>,</w:t>
      </w:r>
      <w:r w:rsidR="00357F4D">
        <w:t xml:space="preserve"> </w:t>
      </w:r>
      <w:r w:rsidRPr="001C6201">
        <w:t>though</w:t>
      </w:r>
      <w:r w:rsidR="00357F4D">
        <w:t xml:space="preserve"> </w:t>
      </w:r>
      <w:r w:rsidRPr="001C6201">
        <w:t>commonly</w:t>
      </w:r>
      <w:r w:rsidR="00357F4D">
        <w:t xml:space="preserve"> </w:t>
      </w:r>
      <w:r w:rsidRPr="001C6201">
        <w:t>crucial</w:t>
      </w:r>
      <w:r w:rsidR="00E11103">
        <w:t>,</w:t>
      </w:r>
      <w:r w:rsidR="00357F4D">
        <w:t xml:space="preserve"> </w:t>
      </w:r>
      <w:r w:rsidRPr="001C6201">
        <w:t>extent</w:t>
      </w:r>
      <w:r w:rsidR="00357F4D">
        <w:t xml:space="preserve"> </w:t>
      </w:r>
      <w:r w:rsidRPr="001C6201">
        <w:t>works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strict</w:t>
      </w:r>
      <w:r w:rsidR="00357F4D">
        <w:t xml:space="preserve"> </w:t>
      </w:r>
      <w:r w:rsidRPr="001C6201">
        <w:t>sense’</w:t>
      </w:r>
      <w:r w:rsidR="00357F4D">
        <w:t xml:space="preserve"> </w:t>
      </w:r>
      <w:r w:rsidRPr="001C6201">
        <w:t>(Quinton</w:t>
      </w:r>
      <w:r w:rsidR="00E11103">
        <w:t>,</w:t>
      </w:r>
      <w:r w:rsidR="00357F4D">
        <w:t xml:space="preserve"> </w:t>
      </w:r>
      <w:r w:rsidRPr="001C6201">
        <w:t>1967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1)</w:t>
      </w:r>
      <w:r w:rsidR="00357F4D">
        <w:t xml:space="preserve"> </w:t>
      </w:r>
      <w:r w:rsidRPr="001C6201">
        <w:t>For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Quinton</w:t>
      </w:r>
      <w:r w:rsidR="00357F4D">
        <w:t xml:space="preserve"> </w:t>
      </w:r>
      <w:r w:rsidRPr="001C6201">
        <w:t>remarks</w:t>
      </w:r>
      <w:r w:rsidR="00E11103">
        <w:t>,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contain</w:t>
      </w:r>
      <w:r w:rsidR="00357F4D">
        <w:t xml:space="preserve"> </w:t>
      </w:r>
      <w:r w:rsidRPr="001C6201">
        <w:t>factual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descriptive</w:t>
      </w:r>
      <w:r w:rsidR="00357F4D">
        <w:t xml:space="preserve"> </w:t>
      </w:r>
      <w:r w:rsidRPr="001C6201">
        <w:t>elements</w:t>
      </w:r>
      <w:r w:rsidR="00357F4D">
        <w:t xml:space="preserve"> </w:t>
      </w:r>
      <w:r w:rsidRPr="001C6201">
        <w:t>falling</w:t>
      </w:r>
      <w:r w:rsidR="00357F4D">
        <w:t xml:space="preserve"> </w:t>
      </w:r>
      <w:r w:rsidRPr="001C6201">
        <w:t>under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heading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‘political</w:t>
      </w:r>
      <w:r w:rsidR="00357F4D">
        <w:t xml:space="preserve"> </w:t>
      </w:r>
      <w:r w:rsidRPr="001C6201">
        <w:t>science’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recommendations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ideal</w:t>
      </w:r>
      <w:r w:rsidR="00357F4D">
        <w:t xml:space="preserve"> </w:t>
      </w:r>
      <w:r w:rsidRPr="001C6201">
        <w:t>ends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calls</w:t>
      </w:r>
      <w:r w:rsidR="00357F4D">
        <w:t xml:space="preserve"> </w:t>
      </w:r>
      <w:r w:rsidRPr="001C6201">
        <w:t>‘ideology’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Returning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three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editors</w:t>
      </w:r>
      <w:r w:rsidR="00357F4D">
        <w:t xml:space="preserve"> </w:t>
      </w:r>
      <w:r w:rsidRPr="001C6201">
        <w:t>report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subject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productive</w:t>
      </w:r>
      <w:r w:rsidR="00357F4D">
        <w:t xml:space="preserve"> </w:t>
      </w:r>
      <w:r w:rsidRPr="001C6201">
        <w:t>phase</w:t>
      </w:r>
      <w:r w:rsidR="00E11103">
        <w:t>,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good</w:t>
      </w:r>
      <w:r w:rsidR="00357F4D">
        <w:t xml:space="preserve"> </w:t>
      </w:r>
      <w:r w:rsidRPr="001C6201">
        <w:t>number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books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lastRenderedPageBreak/>
        <w:t>important</w:t>
      </w:r>
      <w:r w:rsidR="00357F4D">
        <w:t xml:space="preserve"> </w:t>
      </w:r>
      <w:r w:rsidRPr="001C6201">
        <w:t>articles</w:t>
      </w:r>
      <w:r w:rsidR="00357F4D">
        <w:t xml:space="preserve"> </w:t>
      </w:r>
      <w:r w:rsidRPr="001C6201">
        <w:t>appearing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recent</w:t>
      </w:r>
      <w:r w:rsidR="00357F4D">
        <w:t xml:space="preserve"> </w:t>
      </w:r>
      <w:r w:rsidRPr="001C6201">
        <w:t>years</w:t>
      </w:r>
      <w:r w:rsidR="00E11103">
        <w:t>.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previous</w:t>
      </w:r>
      <w:r w:rsidR="00357F4D">
        <w:t xml:space="preserve"> </w:t>
      </w:r>
      <w:r w:rsidRPr="001C6201">
        <w:t>volumes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contributions</w:t>
      </w:r>
      <w:r w:rsidR="00357F4D">
        <w:t xml:space="preserve"> </w:t>
      </w:r>
      <w:r w:rsidRPr="001C6201">
        <w:t>range</w:t>
      </w:r>
      <w:r w:rsidR="00357F4D">
        <w:t xml:space="preserve"> </w:t>
      </w:r>
      <w:r w:rsidRPr="001C6201">
        <w:t>over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variety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subjects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greater</w:t>
      </w:r>
      <w:r w:rsidR="00357F4D">
        <w:t xml:space="preserve"> </w:t>
      </w:r>
      <w:r w:rsidRPr="001C6201">
        <w:t>awareness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positivism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needs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engaged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critically</w:t>
      </w:r>
      <w:r w:rsidR="00E11103">
        <w:t>,</w:t>
      </w:r>
      <w:r w:rsidR="00357F4D">
        <w:t xml:space="preserve"> </w:t>
      </w:r>
      <w:r w:rsidRPr="001C6201">
        <w:t>rather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formula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straightjacket</w:t>
      </w:r>
      <w:r w:rsidR="00E11103">
        <w:t>.</w:t>
      </w:r>
      <w:r w:rsidR="00357F4D">
        <w:t xml:space="preserve"> </w:t>
      </w:r>
      <w:r w:rsidRPr="001C6201">
        <w:t>Interestingly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collection</w:t>
      </w:r>
      <w:r w:rsidR="00357F4D">
        <w:t xml:space="preserve"> </w:t>
      </w:r>
      <w:r w:rsidRPr="001C6201">
        <w:t>begins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Ayer</w:t>
      </w:r>
      <w:r w:rsidR="00E11103">
        <w:t>,</w:t>
      </w:r>
      <w:r w:rsidR="00357F4D">
        <w:t xml:space="preserve"> </w:t>
      </w:r>
      <w:r w:rsidRPr="001C6201">
        <w:t>‘Man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Subject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Science’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asks</w:t>
      </w:r>
      <w:r w:rsidR="00357F4D">
        <w:t xml:space="preserve"> </w:t>
      </w:r>
      <w:r w:rsidRPr="001C6201">
        <w:t>why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sciences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failed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achieve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apparent</w:t>
      </w:r>
      <w:r w:rsidR="00357F4D">
        <w:t xml:space="preserve"> </w:t>
      </w:r>
      <w:r w:rsidRPr="001C6201">
        <w:t>success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natural</w:t>
      </w:r>
      <w:r w:rsidR="00357F4D">
        <w:t xml:space="preserve"> </w:t>
      </w:r>
      <w:r w:rsidRPr="001C6201">
        <w:t>sciences</w:t>
      </w:r>
      <w:r w:rsidR="00E11103">
        <w:t>.</w:t>
      </w:r>
      <w:r w:rsidR="00357F4D">
        <w:t xml:space="preserve"> </w:t>
      </w:r>
      <w:r w:rsidRPr="001C6201">
        <w:t>Ayer’s</w:t>
      </w:r>
      <w:r w:rsidR="00357F4D">
        <w:t xml:space="preserve"> </w:t>
      </w:r>
      <w:r w:rsidRPr="001C6201">
        <w:t>conclusion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relatively</w:t>
      </w:r>
      <w:r w:rsidR="00357F4D">
        <w:t xml:space="preserve"> </w:t>
      </w:r>
      <w:r w:rsidRPr="001C6201">
        <w:t>modest</w:t>
      </w:r>
      <w:r w:rsidR="00E11103">
        <w:t>: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fact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human</w:t>
      </w:r>
      <w:r w:rsidR="00357F4D">
        <w:t xml:space="preserve"> </w:t>
      </w:r>
      <w:r w:rsidRPr="001C6201">
        <w:t>action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meaning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rule</w:t>
      </w:r>
      <w:r w:rsidR="00357F4D">
        <w:t xml:space="preserve"> </w:t>
      </w:r>
      <w:r w:rsidRPr="001C6201">
        <w:t>out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type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determinism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allow</w:t>
      </w:r>
      <w:r w:rsidR="00357F4D">
        <w:t xml:space="preserve"> </w:t>
      </w:r>
      <w:r w:rsidRPr="001C6201">
        <w:t>scientific</w:t>
      </w:r>
      <w:r w:rsidR="00357F4D">
        <w:t xml:space="preserve"> </w:t>
      </w:r>
      <w:r w:rsidRPr="001C6201">
        <w:t>explanation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human</w:t>
      </w:r>
      <w:r w:rsidR="00357F4D">
        <w:t xml:space="preserve"> </w:t>
      </w:r>
      <w:r w:rsidRPr="001C6201">
        <w:t>behaviour</w:t>
      </w:r>
      <w:r w:rsidR="00357F4D">
        <w:t xml:space="preserve"> </w:t>
      </w:r>
      <w:r w:rsidRPr="001C6201">
        <w:t>(Ayer</w:t>
      </w:r>
      <w:r w:rsidR="00E11103">
        <w:t>,</w:t>
      </w:r>
      <w:r w:rsidR="00357F4D">
        <w:t xml:space="preserve"> </w:t>
      </w:r>
      <w:r w:rsidRPr="001C6201">
        <w:t>1967)</w:t>
      </w:r>
      <w:r w:rsidR="00E11103">
        <w:t>.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critical</w:t>
      </w:r>
      <w:r w:rsidR="00357F4D">
        <w:t xml:space="preserve"> </w:t>
      </w:r>
      <w:r w:rsidRPr="001C6201">
        <w:t>engagement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positivism</w:t>
      </w:r>
      <w:r w:rsidR="00357F4D">
        <w:t xml:space="preserve"> </w:t>
      </w:r>
      <w:r w:rsidRPr="001C6201">
        <w:t>appears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following</w:t>
      </w:r>
      <w:r w:rsidR="00357F4D">
        <w:t xml:space="preserve"> </w:t>
      </w:r>
      <w:r w:rsidRPr="001C6201">
        <w:t>essay</w:t>
      </w:r>
      <w:r w:rsidR="00E11103">
        <w:t>,</w:t>
      </w:r>
      <w:r w:rsidR="00357F4D">
        <w:t xml:space="preserve"> </w:t>
      </w:r>
      <w:r w:rsidRPr="001C6201">
        <w:t>Charles</w:t>
      </w:r>
      <w:r w:rsidR="00357F4D">
        <w:t xml:space="preserve"> </w:t>
      </w:r>
      <w:r w:rsidRPr="001C6201">
        <w:t>Taylor’s</w:t>
      </w:r>
      <w:r w:rsidR="00357F4D">
        <w:t xml:space="preserve"> </w:t>
      </w:r>
      <w:r w:rsidRPr="001C6201">
        <w:t>‘Neutrality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Science’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attempts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undermine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fact</w:t>
      </w:r>
      <w:r w:rsidR="00357F4D">
        <w:t>-</w:t>
      </w:r>
      <w:r w:rsidRPr="001C6201">
        <w:t>value</w:t>
      </w:r>
      <w:r w:rsidR="00357F4D">
        <w:t xml:space="preserve"> </w:t>
      </w:r>
      <w:r w:rsidRPr="001C6201">
        <w:t>distinction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arguing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certain</w:t>
      </w:r>
      <w:r w:rsidR="00357F4D">
        <w:t xml:space="preserve"> </w:t>
      </w:r>
      <w:r w:rsidRPr="001C6201">
        <w:t>combinations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descriptions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value</w:t>
      </w:r>
      <w:r w:rsidR="00357F4D">
        <w:t xml:space="preserve"> </w:t>
      </w:r>
      <w:r w:rsidRPr="001C6201">
        <w:t>judgments</w:t>
      </w:r>
      <w:r w:rsidR="00357F4D">
        <w:t xml:space="preserve"> </w:t>
      </w:r>
      <w:r w:rsidRPr="001C6201">
        <w:t>cannot</w:t>
      </w:r>
      <w:r w:rsidR="00357F4D">
        <w:t xml:space="preserve"> </w:t>
      </w:r>
      <w:r w:rsidRPr="001C6201">
        <w:t>coherently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combined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thus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mistaken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suppose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questions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facts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values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entirely</w:t>
      </w:r>
      <w:r w:rsidR="00357F4D">
        <w:t xml:space="preserve"> </w:t>
      </w:r>
      <w:r w:rsidRPr="001C6201">
        <w:t>separable</w:t>
      </w:r>
      <w:r w:rsidR="00357F4D">
        <w:t xml:space="preserve"> </w:t>
      </w:r>
      <w:r w:rsidRPr="001C6201">
        <w:t>(Taylor</w:t>
      </w:r>
      <w:r w:rsidR="00E11103">
        <w:t>,</w:t>
      </w:r>
      <w:r w:rsidR="00357F4D">
        <w:t xml:space="preserve"> </w:t>
      </w:r>
      <w:r w:rsidRPr="001C6201">
        <w:t>1967)</w:t>
      </w:r>
      <w:r w:rsidR="00E11103">
        <w:t>.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complemented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interesting</w:t>
      </w:r>
      <w:r w:rsidR="00357F4D">
        <w:t xml:space="preserve"> </w:t>
      </w:r>
      <w:r w:rsidRPr="001C6201">
        <w:t>inclusion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Hannah</w:t>
      </w:r>
      <w:r w:rsidR="00357F4D">
        <w:t xml:space="preserve"> </w:t>
      </w:r>
      <w:r w:rsidRPr="001C6201">
        <w:t>Arendt’s</w:t>
      </w:r>
      <w:r w:rsidR="00357F4D">
        <w:t xml:space="preserve"> </w:t>
      </w:r>
      <w:r w:rsidRPr="001C6201">
        <w:t>‘Truth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Politics’</w:t>
      </w:r>
      <w:r w:rsidR="00E11103">
        <w:t>.</w:t>
      </w:r>
      <w:r w:rsidR="00357F4D">
        <w:t xml:space="preserve"> </w:t>
      </w:r>
      <w:r w:rsidRPr="001C6201">
        <w:t>Without</w:t>
      </w:r>
      <w:r w:rsidR="00357F4D">
        <w:t xml:space="preserve"> </w:t>
      </w:r>
      <w:r w:rsidRPr="001C6201">
        <w:t>making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point</w:t>
      </w:r>
      <w:r w:rsidR="00357F4D">
        <w:t xml:space="preserve"> </w:t>
      </w:r>
      <w:r w:rsidRPr="001C6201">
        <w:t>exactly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these</w:t>
      </w:r>
      <w:r w:rsidR="00357F4D">
        <w:t xml:space="preserve"> </w:t>
      </w:r>
      <w:r w:rsidRPr="001C6201">
        <w:t>terms</w:t>
      </w:r>
      <w:r w:rsidR="00E11103">
        <w:t>,</w:t>
      </w:r>
      <w:r w:rsidR="00357F4D">
        <w:t xml:space="preserve"> </w:t>
      </w:r>
      <w:r w:rsidRPr="001C6201">
        <w:t>Arendt</w:t>
      </w:r>
      <w:r w:rsidR="00357F4D">
        <w:t xml:space="preserve"> </w:t>
      </w:r>
      <w:r w:rsidRPr="001C6201">
        <w:t>provides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important</w:t>
      </w:r>
      <w:r w:rsidR="00357F4D">
        <w:t xml:space="preserve"> </w:t>
      </w:r>
      <w:r w:rsidRPr="001C6201">
        <w:t>counterweight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naivety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positivistic</w:t>
      </w:r>
      <w:r w:rsidR="00357F4D">
        <w:t xml:space="preserve"> </w:t>
      </w:r>
      <w:r w:rsidRPr="001C6201">
        <w:t>approach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supposes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scientific</w:t>
      </w:r>
      <w:r w:rsidR="00357F4D">
        <w:t xml:space="preserve"> </w:t>
      </w:r>
      <w:r w:rsidRPr="001C6201">
        <w:t>enquiry</w:t>
      </w:r>
      <w:r w:rsidR="00357F4D">
        <w:t xml:space="preserve"> </w:t>
      </w:r>
      <w:r w:rsidRPr="001C6201">
        <w:t>will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sufficient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settle</w:t>
      </w:r>
      <w:r w:rsidR="00357F4D">
        <w:t xml:space="preserve"> </w:t>
      </w:r>
      <w:r w:rsidRPr="001C6201">
        <w:t>empirical</w:t>
      </w:r>
      <w:r w:rsidR="00357F4D">
        <w:t xml:space="preserve"> </w:t>
      </w:r>
      <w:r w:rsidRPr="001C6201">
        <w:t>conflict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contrast</w:t>
      </w:r>
      <w:r w:rsidR="00E11103">
        <w:t>,</w:t>
      </w:r>
      <w:r w:rsidR="00357F4D">
        <w:t xml:space="preserve"> </w:t>
      </w:r>
      <w:r w:rsidRPr="001C6201">
        <w:t>Arendt</w:t>
      </w:r>
      <w:r w:rsidR="00357F4D">
        <w:t xml:space="preserve"> </w:t>
      </w:r>
      <w:r w:rsidRPr="001C6201">
        <w:t>shows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plausibility</w:t>
      </w:r>
      <w:r w:rsidR="00357F4D">
        <w:t xml:space="preserve"> </w:t>
      </w:r>
      <w:r w:rsidRPr="001C6201">
        <w:t>how</w:t>
      </w:r>
      <w:r w:rsidR="00357F4D">
        <w:t xml:space="preserve"> </w:t>
      </w:r>
      <w:r w:rsidRPr="001C6201">
        <w:t>impotent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dispassionate</w:t>
      </w:r>
      <w:r w:rsidR="00357F4D">
        <w:t xml:space="preserve"> </w:t>
      </w:r>
      <w:r w:rsidRPr="001C6201">
        <w:t>search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empirical</w:t>
      </w:r>
      <w:r w:rsidR="00357F4D">
        <w:t xml:space="preserve"> </w:t>
      </w:r>
      <w:r w:rsidRPr="001C6201">
        <w:t>truth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face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power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interest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opposing</w:t>
      </w:r>
      <w:r w:rsidR="00357F4D">
        <w:t xml:space="preserve"> </w:t>
      </w:r>
      <w:r w:rsidRPr="001C6201">
        <w:t>view</w:t>
      </w:r>
      <w:r w:rsidR="00357F4D">
        <w:t xml:space="preserve"> </w:t>
      </w:r>
      <w:r w:rsidRPr="001C6201">
        <w:t>(Arendt</w:t>
      </w:r>
      <w:r w:rsidR="00E11103">
        <w:t>,</w:t>
      </w:r>
      <w:r w:rsidR="00357F4D">
        <w:t xml:space="preserve"> </w:t>
      </w:r>
      <w:r w:rsidRPr="001C6201">
        <w:t>1967)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The</w:t>
      </w:r>
      <w:r w:rsidR="00357F4D">
        <w:t xml:space="preserve"> </w:t>
      </w:r>
      <w:r w:rsidRPr="001C6201">
        <w:t>collection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includes</w:t>
      </w:r>
      <w:r w:rsidR="00357F4D">
        <w:t xml:space="preserve"> </w:t>
      </w:r>
      <w:r w:rsidRPr="001C6201">
        <w:t>contributions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Arrow</w:t>
      </w:r>
      <w:r w:rsidR="00E11103">
        <w:t>,</w:t>
      </w:r>
      <w:r w:rsidR="00357F4D">
        <w:t xml:space="preserve"> </w:t>
      </w:r>
      <w:r w:rsidRPr="001C6201">
        <w:t>summarising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impossibility</w:t>
      </w:r>
      <w:r w:rsidR="00357F4D">
        <w:t xml:space="preserve"> </w:t>
      </w:r>
      <w:r w:rsidRPr="001C6201">
        <w:t>theorem</w:t>
      </w:r>
      <w:r w:rsidR="00E11103">
        <w:t>,</w:t>
      </w:r>
      <w:r w:rsidR="00357F4D">
        <w:t xml:space="preserve"> </w:t>
      </w:r>
      <w:r w:rsidRPr="001C6201">
        <w:t>C</w:t>
      </w:r>
      <w:r w:rsidR="00E11103">
        <w:t>.</w:t>
      </w:r>
      <w:r w:rsidRPr="001C6201">
        <w:t>B</w:t>
      </w:r>
      <w:r w:rsidR="00E11103">
        <w:t>.</w:t>
      </w:r>
      <w:r w:rsidR="00357F4D">
        <w:t xml:space="preserve"> </w:t>
      </w:r>
      <w:r w:rsidRPr="001C6201">
        <w:t>MacPherson</w:t>
      </w:r>
      <w:r w:rsidR="00E11103">
        <w:t>,</w:t>
      </w:r>
      <w:r w:rsidR="00357F4D">
        <w:t xml:space="preserve"> </w:t>
      </w:r>
      <w:r w:rsidRPr="001C6201">
        <w:t>R</w:t>
      </w:r>
      <w:r w:rsidR="00E11103">
        <w:t>.</w:t>
      </w:r>
      <w:r w:rsidRPr="001C6201">
        <w:t>M</w:t>
      </w:r>
      <w:r w:rsidR="00E11103">
        <w:t>.</w:t>
      </w:r>
      <w:r w:rsidR="00357F4D">
        <w:t xml:space="preserve"> </w:t>
      </w:r>
      <w:r w:rsidRPr="001C6201">
        <w:t>Hare</w:t>
      </w:r>
      <w:r w:rsidR="00E11103">
        <w:t>,</w:t>
      </w:r>
      <w:r w:rsidR="00357F4D">
        <w:t xml:space="preserve"> </w:t>
      </w:r>
      <w:r w:rsidRPr="001C6201">
        <w:t>Stephen</w:t>
      </w:r>
      <w:r w:rsidR="00357F4D">
        <w:t xml:space="preserve"> </w:t>
      </w:r>
      <w:r w:rsidRPr="001C6201">
        <w:t>Lukes</w:t>
      </w:r>
      <w:r w:rsidR="00E11103">
        <w:t>,</w:t>
      </w:r>
      <w:r w:rsidR="00357F4D">
        <w:t xml:space="preserve"> </w:t>
      </w:r>
      <w:r w:rsidRPr="001C6201">
        <w:t>John</w:t>
      </w:r>
      <w:r w:rsidR="00357F4D">
        <w:t xml:space="preserve"> </w:t>
      </w:r>
      <w:r w:rsidRPr="001C6201">
        <w:t>Plamenatz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Bernard</w:t>
      </w:r>
      <w:r w:rsidR="00357F4D">
        <w:t xml:space="preserve"> </w:t>
      </w:r>
      <w:r w:rsidRPr="001C6201">
        <w:t>Crick</w:t>
      </w:r>
      <w:r w:rsidR="00E11103">
        <w:t>.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once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highlight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Rawls’s</w:t>
      </w:r>
      <w:r w:rsidR="00357F4D">
        <w:t xml:space="preserve"> </w:t>
      </w:r>
      <w:r w:rsidRPr="001C6201">
        <w:t>paper</w:t>
      </w:r>
      <w:r w:rsidR="00E11103">
        <w:t>,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time</w:t>
      </w:r>
      <w:r w:rsidR="00357F4D">
        <w:t xml:space="preserve"> </w:t>
      </w:r>
      <w:r w:rsidRPr="001C6201">
        <w:t>‘Distributive</w:t>
      </w:r>
      <w:r w:rsidR="00357F4D">
        <w:t xml:space="preserve"> </w:t>
      </w:r>
      <w:r w:rsidRPr="001C6201">
        <w:t>Justice’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argues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competitive</w:t>
      </w:r>
      <w:r w:rsidR="00357F4D">
        <w:t xml:space="preserve"> </w:t>
      </w:r>
      <w:r w:rsidRPr="001C6201">
        <w:t>market</w:t>
      </w:r>
      <w:r w:rsidR="00E11103">
        <w:t>,</w:t>
      </w:r>
      <w:r w:rsidR="00357F4D">
        <w:t xml:space="preserve"> </w:t>
      </w:r>
      <w:r w:rsidRPr="001C6201">
        <w:t>if</w:t>
      </w:r>
      <w:r w:rsidR="00357F4D">
        <w:t xml:space="preserve"> </w:t>
      </w:r>
      <w:r w:rsidRPr="001C6201">
        <w:t>appropriately</w:t>
      </w:r>
      <w:r w:rsidR="00357F4D">
        <w:t xml:space="preserve"> </w:t>
      </w:r>
      <w:r w:rsidRPr="001C6201">
        <w:t>regulated</w:t>
      </w:r>
      <w:r w:rsidR="00E11103">
        <w:t>,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made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satisfy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two</w:t>
      </w:r>
      <w:r w:rsidR="00357F4D">
        <w:t xml:space="preserve"> </w:t>
      </w:r>
      <w:r w:rsidRPr="001C6201">
        <w:t>principles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justice</w:t>
      </w:r>
      <w:r w:rsidR="00357F4D">
        <w:t xml:space="preserve"> </w:t>
      </w:r>
      <w:r w:rsidRPr="001C6201">
        <w:t>(Rawls</w:t>
      </w:r>
      <w:r w:rsidR="00E11103">
        <w:t>,</w:t>
      </w:r>
      <w:r w:rsidR="00357F4D">
        <w:t xml:space="preserve"> </w:t>
      </w:r>
      <w:r w:rsidRPr="001C6201">
        <w:t>1967)</w:t>
      </w:r>
      <w:r w:rsidR="00E11103">
        <w:t>.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paper</w:t>
      </w:r>
      <w:r w:rsidR="00E11103">
        <w:t>,</w:t>
      </w:r>
      <w:r w:rsidR="00357F4D">
        <w:t xml:space="preserve"> </w:t>
      </w:r>
      <w:r w:rsidRPr="001C6201">
        <w:t>if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main</w:t>
      </w:r>
      <w:r w:rsidR="00357F4D">
        <w:t xml:space="preserve"> </w:t>
      </w:r>
      <w:r w:rsidRPr="001C6201">
        <w:t>thrust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argument</w:t>
      </w:r>
      <w:r w:rsidR="00E11103">
        <w:t>,</w:t>
      </w:r>
      <w:r w:rsidR="00357F4D">
        <w:t xml:space="preserve"> </w:t>
      </w:r>
      <w:r w:rsidRPr="001C6201">
        <w:t>re</w:t>
      </w:r>
      <w:r w:rsidR="00357F4D">
        <w:t>-</w:t>
      </w:r>
      <w:r w:rsidRPr="001C6201">
        <w:t>appears</w:t>
      </w:r>
      <w:r w:rsidR="00357F4D">
        <w:t xml:space="preserve"> </w:t>
      </w:r>
      <w:r w:rsidRPr="001C6201">
        <w:t>later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NormalChar"/>
        </w:rPr>
      </w:pPr>
      <w:r w:rsidRPr="001C6201">
        <w:t>For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fourth</w:t>
      </w:r>
      <w:r w:rsidR="00357F4D">
        <w:t xml:space="preserve"> </w:t>
      </w:r>
      <w:r w:rsidRPr="001C6201">
        <w:t>series</w:t>
      </w:r>
      <w:r w:rsidR="00E11103">
        <w:t>,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1972</w:t>
      </w:r>
      <w:r w:rsidR="00E11103">
        <w:t>,</w:t>
      </w:r>
      <w:r w:rsidR="00357F4D">
        <w:t xml:space="preserve"> </w:t>
      </w:r>
      <w:r w:rsidRPr="001C6201">
        <w:t>Laslett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joined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editor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Quentin</w:t>
      </w:r>
      <w:r w:rsidR="00357F4D">
        <w:t xml:space="preserve"> </w:t>
      </w:r>
      <w:r w:rsidRPr="001C6201">
        <w:t>Skinner</w:t>
      </w:r>
      <w:r w:rsidR="00357F4D">
        <w:t xml:space="preserve"> </w:t>
      </w:r>
      <w:r w:rsidRPr="001C6201">
        <w:t>(Laslett</w:t>
      </w:r>
      <w:r w:rsidR="00E11103">
        <w:t>,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Skinner</w:t>
      </w:r>
      <w:r w:rsidR="00E11103">
        <w:t>,</w:t>
      </w:r>
      <w:r w:rsidR="00357F4D">
        <w:t xml:space="preserve"> </w:t>
      </w:r>
      <w:r w:rsidRPr="001C6201">
        <w:t>1972)</w:t>
      </w:r>
      <w:r w:rsidR="00E11103">
        <w:t>.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E11103">
        <w:t>,</w:t>
      </w:r>
      <w:r w:rsidR="00357F4D">
        <w:t xml:space="preserve"> </w:t>
      </w:r>
      <w:r w:rsidRPr="001C6201">
        <w:t>presumably</w:t>
      </w:r>
      <w:r w:rsidR="00E11103">
        <w:t>,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coincidence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Cambridge</w:t>
      </w:r>
      <w:r w:rsidR="00357F4D">
        <w:t xml:space="preserve"> </w:t>
      </w:r>
      <w:r w:rsidRPr="001C6201">
        <w:t>school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history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thought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well</w:t>
      </w:r>
      <w:r w:rsidR="00357F4D">
        <w:t>-</w:t>
      </w:r>
      <w:r w:rsidRPr="001C6201">
        <w:t>represented</w:t>
      </w:r>
      <w:r w:rsidR="00357F4D">
        <w:t xml:space="preserve"> </w:t>
      </w:r>
      <w:r w:rsidRPr="001C6201">
        <w:t>here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Skinner</w:t>
      </w:r>
      <w:r w:rsidR="00E11103">
        <w:t>,</w:t>
      </w:r>
      <w:r w:rsidR="00357F4D">
        <w:t xml:space="preserve"> </w:t>
      </w:r>
      <w:r w:rsidRPr="001C6201">
        <w:t>John</w:t>
      </w:r>
      <w:r w:rsidR="00357F4D">
        <w:t xml:space="preserve"> </w:t>
      </w:r>
      <w:r w:rsidRPr="001C6201">
        <w:t>Dunn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Richard</w:t>
      </w:r>
      <w:r w:rsidR="00357F4D">
        <w:t xml:space="preserve"> </w:t>
      </w:r>
      <w:r w:rsidRPr="001C6201">
        <w:t>Tuck</w:t>
      </w:r>
      <w:r w:rsidR="00357F4D">
        <w:t xml:space="preserve"> </w:t>
      </w:r>
      <w:r w:rsidRPr="001C6201">
        <w:t>(then</w:t>
      </w:r>
      <w:r w:rsidR="00357F4D">
        <w:t xml:space="preserve"> </w:t>
      </w:r>
      <w:r w:rsidRPr="001C6201">
        <w:t>aged</w:t>
      </w:r>
      <w:r w:rsidR="00357F4D">
        <w:t xml:space="preserve"> </w:t>
      </w:r>
      <w:r w:rsidRPr="001C6201">
        <w:t>23)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preface</w:t>
      </w:r>
      <w:r w:rsidR="00357F4D">
        <w:t xml:space="preserve"> </w:t>
      </w:r>
      <w:r w:rsidRPr="001C6201">
        <w:t>comments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recovery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partly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matter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rebutting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‘end</w:t>
      </w:r>
      <w:r w:rsidR="00357F4D">
        <w:t>-</w:t>
      </w:r>
      <w:r w:rsidRPr="001C6201">
        <w:t>of</w:t>
      </w:r>
      <w:r w:rsidR="00357F4D">
        <w:t>-</w:t>
      </w:r>
      <w:r w:rsidRPr="001C6201">
        <w:t>ideology’</w:t>
      </w:r>
      <w:r w:rsidR="00357F4D">
        <w:t xml:space="preserve"> </w:t>
      </w:r>
      <w:r w:rsidRPr="001C6201">
        <w:t>theorists</w:t>
      </w:r>
      <w:r w:rsidR="00357F4D">
        <w:t xml:space="preserve"> </w:t>
      </w:r>
      <w:r w:rsidRPr="001C6201">
        <w:t>who</w:t>
      </w:r>
      <w:r w:rsidR="00357F4D">
        <w:t xml:space="preserve"> </w:t>
      </w:r>
      <w:r w:rsidRPr="001C6201">
        <w:t>proclaimed</w:t>
      </w:r>
      <w:r w:rsidR="00357F4D">
        <w:t xml:space="preserve"> </w:t>
      </w:r>
      <w:r w:rsidRPr="001C6201">
        <w:t>ideology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over</w:t>
      </w:r>
      <w:r w:rsidR="00E11103">
        <w:t>,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basis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‘a</w:t>
      </w:r>
      <w:r w:rsidR="00357F4D">
        <w:t xml:space="preserve"> </w:t>
      </w:r>
      <w:r w:rsidRPr="001C6201">
        <w:t>high</w:t>
      </w:r>
      <w:r w:rsidR="00357F4D">
        <w:t xml:space="preserve"> </w:t>
      </w:r>
      <w:r w:rsidRPr="001C6201">
        <w:t>degree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governmental</w:t>
      </w:r>
      <w:r w:rsidR="00357F4D">
        <w:t xml:space="preserve"> </w:t>
      </w:r>
      <w:r w:rsidRPr="001C6201">
        <w:t>stability</w:t>
      </w:r>
      <w:r w:rsidR="00357F4D">
        <w:t xml:space="preserve"> </w:t>
      </w:r>
      <w:r w:rsidRPr="001C6201">
        <w:t>[in</w:t>
      </w:r>
      <w:r w:rsidR="00357F4D">
        <w:t xml:space="preserve"> </w:t>
      </w:r>
      <w:r w:rsidRPr="001C6201">
        <w:t>Western</w:t>
      </w:r>
      <w:r w:rsidR="00357F4D">
        <w:t xml:space="preserve"> </w:t>
      </w:r>
      <w:r w:rsidRPr="001C6201">
        <w:t>democracies</w:t>
      </w:r>
      <w:r w:rsidR="00357F4D">
        <w:t xml:space="preserve"> </w:t>
      </w:r>
      <w:r w:rsidRPr="001C6201">
        <w:t>together]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high</w:t>
      </w:r>
      <w:r w:rsidR="00357F4D">
        <w:t xml:space="preserve"> </w:t>
      </w:r>
      <w:r w:rsidRPr="001C6201">
        <w:t>degree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popular</w:t>
      </w:r>
      <w:r w:rsidR="00357F4D">
        <w:t xml:space="preserve"> </w:t>
      </w:r>
      <w:r w:rsidRPr="001C6201">
        <w:t>apathy’</w:t>
      </w:r>
      <w:r w:rsidR="00357F4D">
        <w:t xml:space="preserve"> </w:t>
      </w:r>
      <w:r w:rsidRPr="001C6201">
        <w:t>(Laslett</w:t>
      </w:r>
      <w:r w:rsidR="00E11103">
        <w:t>,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Skinner</w:t>
      </w:r>
      <w:r w:rsidR="00E11103">
        <w:t>,</w:t>
      </w:r>
      <w:r w:rsidR="00357F4D">
        <w:t xml:space="preserve"> </w:t>
      </w:r>
      <w:r w:rsidRPr="001C6201">
        <w:t>1972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1)</w:t>
      </w:r>
      <w:r w:rsidR="00E11103">
        <w:t>.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curious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end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ideology</w:t>
      </w:r>
      <w:r w:rsidR="00357F4D">
        <w:t xml:space="preserve"> </w:t>
      </w:r>
      <w:r w:rsidRPr="001C6201">
        <w:t>theorists</w:t>
      </w:r>
      <w:r w:rsidR="00E11103">
        <w:t>,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editors</w:t>
      </w:r>
      <w:r w:rsidR="00357F4D">
        <w:t xml:space="preserve"> </w:t>
      </w:r>
      <w:r w:rsidRPr="001C6201">
        <w:t>presumably</w:t>
      </w:r>
      <w:r w:rsidR="00357F4D">
        <w:t xml:space="preserve"> </w:t>
      </w:r>
      <w:r w:rsidRPr="001C6201">
        <w:t>mean</w:t>
      </w:r>
      <w:r w:rsidR="00357F4D">
        <w:t xml:space="preserve"> </w:t>
      </w:r>
      <w:r w:rsidRPr="001C6201">
        <w:t>Daniel</w:t>
      </w:r>
      <w:r w:rsidR="00357F4D">
        <w:t xml:space="preserve"> </w:t>
      </w:r>
      <w:r w:rsidRPr="001C6201">
        <w:t>Bell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followers</w:t>
      </w:r>
      <w:r w:rsidR="00E11103">
        <w:t>,</w:t>
      </w:r>
      <w:r w:rsidR="00357F4D">
        <w:t xml:space="preserve"> </w:t>
      </w:r>
      <w:r w:rsidRPr="001C6201">
        <w:t>were</w:t>
      </w:r>
      <w:r w:rsidR="00357F4D">
        <w:t xml:space="preserve"> </w:t>
      </w:r>
      <w:r w:rsidRPr="001C6201">
        <w:t>neither</w:t>
      </w:r>
      <w:r w:rsidR="00357F4D">
        <w:t xml:space="preserve"> </w:t>
      </w:r>
      <w:r w:rsidRPr="001C6201">
        <w:t>represented</w:t>
      </w:r>
      <w:r w:rsidR="00357F4D">
        <w:t xml:space="preserve"> </w:t>
      </w:r>
      <w:r>
        <w:t>n</w:t>
      </w:r>
      <w:r w:rsidRPr="001C6201">
        <w:t>or</w:t>
      </w:r>
      <w:r w:rsidR="00357F4D">
        <w:t xml:space="preserve"> </w:t>
      </w:r>
      <w:r w:rsidRPr="001C6201">
        <w:t>discussed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detail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earlier</w:t>
      </w:r>
      <w:r w:rsidR="00357F4D">
        <w:t xml:space="preserve"> </w:t>
      </w:r>
      <w:r w:rsidRPr="001C6201">
        <w:t>volumes</w:t>
      </w:r>
      <w:r w:rsidR="00E11103">
        <w:t>,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were</w:t>
      </w:r>
      <w:r w:rsidR="00357F4D">
        <w:t xml:space="preserve"> </w:t>
      </w:r>
      <w:r w:rsidRPr="001C6201">
        <w:t>discussed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Partridge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Quinton</w:t>
      </w:r>
      <w:r w:rsidR="00357F4D">
        <w:t xml:space="preserve"> </w:t>
      </w:r>
      <w:r w:rsidRPr="001C6201">
        <w:t>collection</w:t>
      </w:r>
      <w:r w:rsidR="00E11103">
        <w:t>.</w:t>
      </w:r>
      <w:r w:rsidR="00357F4D">
        <w:t xml:space="preserve"> </w:t>
      </w:r>
      <w:r w:rsidRPr="001C6201">
        <w:t>Another</w:t>
      </w:r>
      <w:r w:rsidR="00357F4D">
        <w:t xml:space="preserve"> </w:t>
      </w:r>
      <w:r w:rsidRPr="001C6201">
        <w:t>previous</w:t>
      </w:r>
      <w:r w:rsidR="00357F4D">
        <w:t xml:space="preserve"> </w:t>
      </w:r>
      <w:r w:rsidRPr="001C6201">
        <w:t>bogey</w:t>
      </w:r>
      <w:r w:rsidR="00357F4D">
        <w:t xml:space="preserve"> - </w:t>
      </w:r>
      <w:r w:rsidRPr="001C6201">
        <w:t>crude</w:t>
      </w:r>
      <w:r w:rsidR="00357F4D">
        <w:t xml:space="preserve"> </w:t>
      </w:r>
      <w:r w:rsidRPr="001C6201">
        <w:t>positivism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so</w:t>
      </w:r>
      <w:r w:rsidR="00357F4D">
        <w:t xml:space="preserve"> </w:t>
      </w:r>
      <w:r w:rsidRPr="001C6201">
        <w:t>often</w:t>
      </w:r>
      <w:r w:rsidR="00357F4D">
        <w:t xml:space="preserve"> </w:t>
      </w:r>
      <w:r w:rsidRPr="001C6201">
        <w:t>problematically</w:t>
      </w:r>
      <w:r w:rsidR="00357F4D">
        <w:t xml:space="preserve"> </w:t>
      </w:r>
      <w:r w:rsidRPr="001C6201">
        <w:t>attributed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Weldon</w:t>
      </w:r>
      <w:r w:rsidR="00357F4D">
        <w:t xml:space="preserve"> </w:t>
      </w:r>
      <w:r w:rsidRPr="001C6201">
        <w:t>among</w:t>
      </w:r>
      <w:r w:rsidR="00357F4D">
        <w:t xml:space="preserve"> </w:t>
      </w:r>
      <w:r w:rsidRPr="001C6201">
        <w:t>others</w:t>
      </w:r>
      <w:r w:rsidR="00357F4D">
        <w:t xml:space="preserve"> - </w:t>
      </w:r>
      <w:r w:rsidRPr="001C6201">
        <w:t>is</w:t>
      </w:r>
      <w:r w:rsidR="00357F4D">
        <w:t xml:space="preserve"> </w:t>
      </w:r>
      <w:r w:rsidRPr="001C6201">
        <w:t>said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overcome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realisation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Taylor</w:t>
      </w:r>
      <w:r w:rsidR="00E11103">
        <w:t>,</w:t>
      </w:r>
      <w:r w:rsidR="00357F4D">
        <w:t xml:space="preserve"> </w:t>
      </w:r>
      <w:r w:rsidRPr="001C6201">
        <w:t>Foot</w:t>
      </w:r>
      <w:r w:rsidR="00E11103">
        <w:t>,</w:t>
      </w:r>
      <w:r w:rsidR="00357F4D">
        <w:t xml:space="preserve"> </w:t>
      </w:r>
      <w:r w:rsidRPr="001C6201">
        <w:t>Hampshire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others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identification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facts’</w:t>
      </w:r>
      <w:r w:rsidR="00357F4D">
        <w:t xml:space="preserve"> </w:t>
      </w:r>
      <w:r w:rsidRPr="001C6201">
        <w:t>often</w:t>
      </w:r>
      <w:r w:rsidR="00357F4D">
        <w:t xml:space="preserve"> </w:t>
      </w:r>
      <w:r w:rsidRPr="001C6201">
        <w:t>involves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description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‘normatively</w:t>
      </w:r>
      <w:r w:rsidR="00357F4D">
        <w:t xml:space="preserve"> </w:t>
      </w:r>
      <w:r w:rsidRPr="001C6201">
        <w:t>weighted’</w:t>
      </w:r>
      <w:r w:rsidR="00357F4D">
        <w:t xml:space="preserve"> </w:t>
      </w:r>
      <w:r w:rsidRPr="001C6201">
        <w:t>(Laslett</w:t>
      </w:r>
      <w:r w:rsidR="00E11103">
        <w:t>,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Skinner</w:t>
      </w:r>
      <w:r w:rsidR="00E11103">
        <w:t>,</w:t>
      </w:r>
      <w:r w:rsidR="00357F4D">
        <w:t xml:space="preserve"> </w:t>
      </w:r>
      <w:r w:rsidRPr="001C6201">
        <w:t>1972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3)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overwhelming</w:t>
      </w:r>
      <w:r w:rsidR="00357F4D">
        <w:t xml:space="preserve"> </w:t>
      </w:r>
      <w:r w:rsidRPr="001C6201">
        <w:t>impression</w:t>
      </w:r>
      <w:r w:rsidR="00357F4D">
        <w:t xml:space="preserve"> </w:t>
      </w:r>
      <w:r w:rsidRPr="001C6201">
        <w:t>given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Introduction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relief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defeat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smothering</w:t>
      </w:r>
      <w:r w:rsidR="00357F4D">
        <w:t xml:space="preserve"> </w:t>
      </w:r>
      <w:r w:rsidRPr="001C6201">
        <w:t>forces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‘end</w:t>
      </w:r>
      <w:r w:rsidR="00357F4D">
        <w:t>-</w:t>
      </w:r>
      <w:r w:rsidRPr="001C6201">
        <w:t>of</w:t>
      </w:r>
      <w:r w:rsidR="00357F4D">
        <w:t>-</w:t>
      </w:r>
      <w:r w:rsidRPr="001C6201">
        <w:lastRenderedPageBreak/>
        <w:t>ideology’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positivism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resurrection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now</w:t>
      </w:r>
      <w:r w:rsidR="00357F4D">
        <w:t xml:space="preserve"> </w:t>
      </w:r>
      <w:r w:rsidRPr="001C6201">
        <w:t>takes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variety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forms</w:t>
      </w:r>
      <w:r w:rsidR="00E11103">
        <w:t>.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worth</w:t>
      </w:r>
      <w:r w:rsidR="00357F4D">
        <w:t xml:space="preserve"> </w:t>
      </w:r>
      <w:r w:rsidRPr="001C6201">
        <w:t>noting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preface</w:t>
      </w:r>
      <w:r w:rsidR="00357F4D">
        <w:t xml:space="preserve"> </w:t>
      </w:r>
      <w:r w:rsidRPr="001C6201">
        <w:t>makes</w:t>
      </w:r>
      <w:r w:rsidR="00357F4D">
        <w:t xml:space="preserve"> </w:t>
      </w:r>
      <w:r w:rsidRPr="001C6201">
        <w:t>no</w:t>
      </w:r>
      <w:r w:rsidR="00357F4D">
        <w:t xml:space="preserve"> </w:t>
      </w:r>
      <w:r w:rsidRPr="001C6201">
        <w:t>mention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Rawls</w:t>
      </w:r>
      <w:r w:rsidR="00E11103">
        <w:t>.</w:t>
      </w:r>
      <w:r w:rsidR="00357F4D">
        <w:t xml:space="preserve"> </w:t>
      </w:r>
      <w:r w:rsidRPr="001C6201">
        <w:t>Presumably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went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press</w:t>
      </w:r>
      <w:r w:rsidR="00357F4D">
        <w:t xml:space="preserve"> </w:t>
      </w:r>
      <w:r w:rsidRPr="001C6201">
        <w:t>before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publication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(Rawls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1971)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1972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UK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point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nothing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usefully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could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said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Once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more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collection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reprints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some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highly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notable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papers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Hanna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Pitkin’s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‘Obligation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Consent’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(first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1965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1966)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Robert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Nozick’s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‘Coercion’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(first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1969)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Gerald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MacCallum’s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‘Negative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Positive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Freedom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(first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1967)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other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contributions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from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Alasdair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MacIntyre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James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Cornford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Alan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Ryan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James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Coleman</w:t>
      </w:r>
      <w:r w:rsidR="00E11103">
        <w:rPr>
          <w:rStyle w:val="libNormalChar"/>
        </w:rPr>
        <w:t>.</w:t>
      </w:r>
    </w:p>
    <w:p w:rsidR="001C1AD5" w:rsidRDefault="001C1AD5" w:rsidP="001C1AD5">
      <w:pPr>
        <w:pStyle w:val="libNormal"/>
      </w:pPr>
      <w:r w:rsidRPr="001C6201">
        <w:t>Before</w:t>
      </w:r>
      <w:r w:rsidR="00357F4D">
        <w:t xml:space="preserve"> </w:t>
      </w:r>
      <w:r w:rsidRPr="001C6201">
        <w:t>moving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worth</w:t>
      </w:r>
      <w:r w:rsidR="00357F4D">
        <w:t xml:space="preserve"> </w:t>
      </w:r>
      <w:r w:rsidRPr="001C6201">
        <w:t>adding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brief</w:t>
      </w:r>
      <w:r w:rsidR="00357F4D">
        <w:t xml:space="preserve"> </w:t>
      </w:r>
      <w:r w:rsidRPr="001C6201">
        <w:t>word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Skinner’s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“‘Social</w:t>
      </w:r>
      <w:r w:rsidR="00357F4D">
        <w:t xml:space="preserve"> </w:t>
      </w:r>
      <w:r w:rsidRPr="001C6201">
        <w:t>Meaning’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Explanation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Action”</w:t>
      </w:r>
      <w:r w:rsidR="00E11103">
        <w:t>,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programme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Skinner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may</w:t>
      </w:r>
      <w:r w:rsidR="00357F4D">
        <w:t xml:space="preserve"> </w:t>
      </w:r>
      <w:r w:rsidRPr="001C6201">
        <w:t>well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among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ambitious</w:t>
      </w:r>
      <w:r w:rsidR="00357F4D">
        <w:t xml:space="preserve"> </w:t>
      </w:r>
      <w:r w:rsidRPr="001C6201">
        <w:t>attempts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connect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Drawing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Austin</w:t>
      </w:r>
      <w:r w:rsidR="00E11103">
        <w:t>,</w:t>
      </w:r>
      <w:r w:rsidR="00357F4D">
        <w:t xml:space="preserve"> </w:t>
      </w:r>
      <w:r w:rsidRPr="001C6201">
        <w:t>Strawson</w:t>
      </w:r>
      <w:r w:rsidR="00E11103">
        <w:t>,</w:t>
      </w:r>
      <w:r w:rsidR="00357F4D">
        <w:t xml:space="preserve"> </w:t>
      </w:r>
      <w:r w:rsidRPr="001C6201">
        <w:t>Grice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Davidson</w:t>
      </w:r>
      <w:r w:rsidR="00E11103">
        <w:t>,</w:t>
      </w:r>
      <w:r w:rsidR="00357F4D">
        <w:t xml:space="preserve"> </w:t>
      </w:r>
      <w:r w:rsidRPr="001C6201">
        <w:t>alongside</w:t>
      </w:r>
      <w:r w:rsidR="00357F4D">
        <w:t xml:space="preserve"> </w:t>
      </w:r>
      <w:r w:rsidRPr="001C6201">
        <w:t>Winch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Hollis</w:t>
      </w:r>
      <w:r w:rsidR="00E11103">
        <w:t>,</w:t>
      </w:r>
      <w:r w:rsidR="00357F4D">
        <w:t xml:space="preserve"> </w:t>
      </w:r>
      <w:r w:rsidRPr="001C6201">
        <w:t>Skinner</w:t>
      </w:r>
      <w:r w:rsidR="00357F4D">
        <w:t xml:space="preserve"> </w:t>
      </w:r>
      <w:r w:rsidRPr="001C6201">
        <w:t>attempts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apply</w:t>
      </w:r>
      <w:r w:rsidR="00357F4D">
        <w:t xml:space="preserve"> </w:t>
      </w:r>
      <w:r w:rsidRPr="001C6201">
        <w:t>Austin’s</w:t>
      </w:r>
      <w:r w:rsidR="00357F4D">
        <w:t xml:space="preserve"> </w:t>
      </w:r>
      <w:r w:rsidRPr="001C6201">
        <w:t>notion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‘illocutionary</w:t>
      </w:r>
      <w:r w:rsidR="00357F4D">
        <w:t xml:space="preserve"> </w:t>
      </w:r>
      <w:r w:rsidRPr="001C6201">
        <w:t>force’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analysing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meaning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action</w:t>
      </w:r>
      <w:r w:rsidR="00357F4D">
        <w:t xml:space="preserve"> </w:t>
      </w:r>
      <w:r w:rsidRPr="001C6201">
        <w:t>(Skinner</w:t>
      </w:r>
      <w:r w:rsidR="00E11103">
        <w:t>,</w:t>
      </w:r>
      <w:r w:rsidR="00357F4D">
        <w:t xml:space="preserve"> </w:t>
      </w:r>
      <w:r w:rsidRPr="001C6201">
        <w:t>1972)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1C1AD5">
        <w:t>For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fifth</w:t>
      </w:r>
      <w:r w:rsidR="00357F4D">
        <w:t xml:space="preserve"> </w:t>
      </w:r>
      <w:r w:rsidRPr="001C1AD5">
        <w:t>series</w:t>
      </w:r>
      <w:r w:rsidR="00E11103">
        <w:t>,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1979</w:t>
      </w:r>
      <w:r w:rsidR="00E11103">
        <w:t>,</w:t>
      </w:r>
      <w:r w:rsidR="00357F4D">
        <w:t xml:space="preserve"> </w:t>
      </w:r>
      <w:r w:rsidRPr="001C1AD5">
        <w:t>co</w:t>
      </w:r>
      <w:r w:rsidR="00357F4D">
        <w:t>-</w:t>
      </w:r>
      <w:r w:rsidRPr="001C1AD5">
        <w:t>edited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time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James</w:t>
      </w:r>
      <w:r w:rsidR="00357F4D">
        <w:t xml:space="preserve"> </w:t>
      </w:r>
      <w:r w:rsidRPr="001C1AD5">
        <w:t>Fishkin</w:t>
      </w:r>
      <w:r w:rsidR="00357F4D">
        <w:t xml:space="preserve"> </w:t>
      </w:r>
      <w:r w:rsidRPr="001C1AD5">
        <w:t>alongside</w:t>
      </w:r>
      <w:r w:rsidR="00357F4D">
        <w:t xml:space="preserve"> </w:t>
      </w:r>
      <w:r w:rsidRPr="001C1AD5">
        <w:t>Laslett</w:t>
      </w:r>
      <w:r w:rsidR="00E11103">
        <w:t>,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has</w:t>
      </w:r>
      <w:r w:rsidR="00357F4D">
        <w:t xml:space="preserve"> </w:t>
      </w:r>
      <w:r w:rsidRPr="001C1AD5">
        <w:t>clearly</w:t>
      </w:r>
      <w:r w:rsidR="00357F4D">
        <w:t xml:space="preserve"> </w:t>
      </w:r>
      <w:r w:rsidRPr="001C1AD5">
        <w:t>entered</w:t>
      </w:r>
      <w:r w:rsidR="00357F4D">
        <w:t xml:space="preserve"> </w:t>
      </w:r>
      <w:r w:rsidRPr="001C1AD5">
        <w:t>its</w:t>
      </w:r>
      <w:r w:rsidR="00357F4D">
        <w:t xml:space="preserve"> </w:t>
      </w:r>
      <w:r w:rsidRPr="001C1AD5">
        <w:t>Rawlsian</w:t>
      </w:r>
      <w:r w:rsidR="00357F4D">
        <w:t xml:space="preserve"> </w:t>
      </w:r>
      <w:r w:rsidRPr="001C1AD5">
        <w:t>phase</w:t>
      </w:r>
      <w:r w:rsidR="00357F4D">
        <w:t xml:space="preserve"> </w:t>
      </w:r>
      <w:r w:rsidRPr="001C1AD5">
        <w:t>(Laslett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Fishkin</w:t>
      </w:r>
      <w:r w:rsidR="00E11103">
        <w:t>,</w:t>
      </w:r>
      <w:r w:rsidR="00357F4D">
        <w:t xml:space="preserve"> </w:t>
      </w:r>
      <w:r w:rsidRPr="001C1AD5">
        <w:t>1979)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preface</w:t>
      </w:r>
      <w:r w:rsidR="00357F4D">
        <w:t xml:space="preserve"> </w:t>
      </w:r>
      <w:r w:rsidRPr="001C1AD5">
        <w:t>begins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suggesting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existence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last</w:t>
      </w:r>
      <w:r w:rsidR="00357F4D">
        <w:t xml:space="preserve"> </w:t>
      </w:r>
      <w:r w:rsidRPr="001C1AD5">
        <w:t>falsifies</w:t>
      </w:r>
      <w:r w:rsidR="00357F4D">
        <w:t xml:space="preserve"> </w:t>
      </w:r>
      <w:r w:rsidRPr="001C1AD5">
        <w:t>Berlin’s</w:t>
      </w:r>
      <w:r w:rsidR="00357F4D">
        <w:t xml:space="preserve"> </w:t>
      </w:r>
      <w:r w:rsidRPr="001C1AD5">
        <w:t>earlier</w:t>
      </w:r>
      <w:r w:rsidR="00357F4D">
        <w:t xml:space="preserve"> </w:t>
      </w:r>
      <w:r w:rsidRPr="001C1AD5">
        <w:t>contention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no</w:t>
      </w:r>
      <w:r w:rsidR="00357F4D">
        <w:t xml:space="preserve"> </w:t>
      </w:r>
      <w:r w:rsidRPr="001C1AD5">
        <w:t>commanding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twentieth</w:t>
      </w:r>
      <w:r w:rsidR="00357F4D">
        <w:t xml:space="preserve"> </w:t>
      </w:r>
      <w:r w:rsidRPr="001C1AD5">
        <w:t>century</w:t>
      </w:r>
      <w:r w:rsidR="00357F4D">
        <w:t xml:space="preserve"> </w:t>
      </w:r>
      <w:r w:rsidRPr="001C1AD5">
        <w:t>exists</w:t>
      </w:r>
      <w:r w:rsidR="00357F4D">
        <w:t xml:space="preserve"> </w:t>
      </w:r>
      <w:r w:rsidRPr="001C1AD5">
        <w:t>(Laslett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Fishkin</w:t>
      </w:r>
      <w:r w:rsidR="00357F4D">
        <w:t xml:space="preserve"> </w:t>
      </w:r>
      <w:r w:rsidRPr="001C1AD5">
        <w:t>1979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1)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editors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note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importance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publication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Nozick’s</w:t>
      </w:r>
      <w:r w:rsidR="00357F4D">
        <w:t xml:space="preserve"> </w:t>
      </w:r>
      <w:r w:rsidRPr="001C1AD5">
        <w:rPr>
          <w:rStyle w:val="libItalicChar"/>
        </w:rPr>
        <w:t>Anarchy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State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Utopia</w:t>
      </w:r>
      <w:r w:rsidR="00357F4D">
        <w:t xml:space="preserve"> </w:t>
      </w:r>
      <w:r w:rsidRPr="001C1AD5">
        <w:t>(Nozick</w:t>
      </w:r>
      <w:r w:rsidR="00E11103">
        <w:t>,</w:t>
      </w:r>
      <w:r w:rsidR="00357F4D">
        <w:t xml:space="preserve"> </w:t>
      </w:r>
      <w:r w:rsidRPr="001C1AD5">
        <w:t>1974)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foundation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journal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1971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Public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Affairs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editors</w:t>
      </w:r>
      <w:r w:rsidR="00357F4D">
        <w:t xml:space="preserve"> </w:t>
      </w:r>
      <w:r w:rsidRPr="001C1AD5">
        <w:t>comment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‘twinge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regret’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so</w:t>
      </w:r>
      <w:r w:rsidR="00357F4D">
        <w:t xml:space="preserve"> </w:t>
      </w:r>
      <w:r w:rsidRPr="001C1AD5">
        <w:t>little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has</w:t>
      </w:r>
      <w:r w:rsidR="00357F4D">
        <w:t xml:space="preserve"> </w:t>
      </w:r>
      <w:r w:rsidRPr="001C1AD5">
        <w:t>led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revival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subject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conducted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UK</w:t>
      </w:r>
      <w:r w:rsidR="00E11103">
        <w:t>.</w:t>
      </w:r>
      <w:r w:rsidR="00357F4D">
        <w:t xml:space="preserve"> </w:t>
      </w:r>
      <w:r w:rsidRPr="001C1AD5">
        <w:t>Indeed</w:t>
      </w:r>
      <w:r w:rsidR="00E11103">
        <w:t>,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present</w:t>
      </w:r>
      <w:r w:rsidR="00357F4D">
        <w:t xml:space="preserve"> </w:t>
      </w:r>
      <w:r w:rsidRPr="001C1AD5">
        <w:t>only</w:t>
      </w:r>
      <w:r w:rsidR="00357F4D">
        <w:t xml:space="preserve"> </w:t>
      </w:r>
      <w:r w:rsidRPr="001C1AD5">
        <w:t>two</w:t>
      </w:r>
      <w:r w:rsidR="00357F4D">
        <w:t xml:space="preserve"> </w:t>
      </w:r>
      <w:r w:rsidRPr="001C1AD5">
        <w:t>papers</w:t>
      </w:r>
      <w:r w:rsidR="00357F4D">
        <w:t xml:space="preserve"> </w:t>
      </w:r>
      <w:r w:rsidRPr="001C1AD5">
        <w:t>were</w:t>
      </w:r>
      <w:r w:rsidR="00357F4D">
        <w:t xml:space="preserve"> </w:t>
      </w:r>
      <w:r w:rsidRPr="001C1AD5">
        <w:t>produced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authors</w:t>
      </w:r>
      <w:r w:rsidR="00357F4D">
        <w:t xml:space="preserve"> </w:t>
      </w:r>
      <w:r w:rsidRPr="001C1AD5">
        <w:t>based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UK</w:t>
      </w:r>
      <w:r w:rsidR="00E11103">
        <w:t>,</w:t>
      </w:r>
      <w:r w:rsidR="00357F4D">
        <w:t xml:space="preserve"> </w:t>
      </w:r>
      <w:r w:rsidRPr="001C1AD5">
        <w:t>Laslett</w:t>
      </w:r>
      <w:r w:rsidR="00357F4D">
        <w:t xml:space="preserve"> </w:t>
      </w:r>
      <w:r w:rsidRPr="001C1AD5">
        <w:t>himself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relatively</w:t>
      </w:r>
      <w:r w:rsidR="00357F4D">
        <w:t xml:space="preserve"> </w:t>
      </w:r>
      <w:r w:rsidRPr="001C1AD5">
        <w:t>unknown</w:t>
      </w:r>
      <w:r w:rsidR="00357F4D">
        <w:t xml:space="preserve"> </w:t>
      </w:r>
      <w:r w:rsidRPr="001C1AD5">
        <w:t>Geoffrey</w:t>
      </w:r>
      <w:r w:rsidR="00357F4D">
        <w:t xml:space="preserve"> </w:t>
      </w:r>
      <w:r w:rsidRPr="001C1AD5">
        <w:t>Harrison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University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Reading</w:t>
      </w:r>
      <w:r w:rsidR="00E11103">
        <w:t>,</w:t>
      </w:r>
      <w:r w:rsidR="00357F4D">
        <w:t xml:space="preserve"> </w:t>
      </w:r>
      <w:r w:rsidRPr="001C1AD5">
        <w:t>whose</w:t>
      </w:r>
      <w:r w:rsidR="00357F4D">
        <w:t xml:space="preserve"> </w:t>
      </w:r>
      <w:r w:rsidRPr="001C1AD5">
        <w:t>paper</w:t>
      </w:r>
      <w:r w:rsidR="00357F4D">
        <w:t xml:space="preserve"> </w:t>
      </w:r>
      <w:r w:rsidRPr="001C1AD5">
        <w:t>‘Relativism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Toleration’</w:t>
      </w:r>
      <w:r w:rsidR="00E11103">
        <w:t>,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rPr>
          <w:rStyle w:val="libItalicChar"/>
        </w:rPr>
        <w:t>Ethics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1976</w:t>
      </w:r>
      <w:r w:rsidR="00E11103">
        <w:t>,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really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moral</w:t>
      </w:r>
      <w:r w:rsidR="00357F4D">
        <w:t xml:space="preserve"> </w:t>
      </w:r>
      <w:r w:rsidRPr="001C1AD5">
        <w:t>philosophy</w:t>
      </w:r>
      <w:r w:rsidR="00E11103">
        <w:t>.</w:t>
      </w:r>
      <w:r w:rsidR="00357F4D">
        <w:t xml:space="preserve"> </w:t>
      </w:r>
      <w:r w:rsidRPr="001C1AD5">
        <w:t>Brian</w:t>
      </w:r>
      <w:r w:rsidR="00357F4D">
        <w:t xml:space="preserve"> </w:t>
      </w:r>
      <w:r w:rsidRPr="001C1AD5">
        <w:t>Barry</w:t>
      </w:r>
      <w:r w:rsidR="00E11103">
        <w:t>,</w:t>
      </w:r>
      <w:r w:rsidR="00357F4D">
        <w:t xml:space="preserve"> </w:t>
      </w:r>
      <w:r w:rsidRPr="001C1AD5">
        <w:t>who</w:t>
      </w:r>
      <w:r w:rsidR="00357F4D">
        <w:t xml:space="preserve"> </w:t>
      </w:r>
      <w:r w:rsidRPr="001C1AD5">
        <w:t>has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paper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volume</w:t>
      </w:r>
      <w:r w:rsidR="00E11103">
        <w:t>,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then</w:t>
      </w:r>
      <w:r w:rsidR="00357F4D">
        <w:t xml:space="preserve"> </w:t>
      </w:r>
      <w:r w:rsidRPr="001C1AD5">
        <w:t>based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Chicago</w:t>
      </w:r>
      <w:r w:rsidR="00E11103">
        <w:t>.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other</w:t>
      </w:r>
      <w:r w:rsidR="00357F4D">
        <w:t xml:space="preserve"> </w:t>
      </w:r>
      <w:r w:rsidRPr="001C1AD5">
        <w:t>hand</w:t>
      </w:r>
      <w:r w:rsidR="00E11103">
        <w:t>,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say</w:t>
      </w:r>
      <w:r w:rsidR="00E11103">
        <w:t>,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are</w:t>
      </w:r>
      <w:r w:rsidR="00357F4D">
        <w:t xml:space="preserve"> </w:t>
      </w:r>
      <w:r w:rsidRPr="001C1AD5">
        <w:t>delighted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field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now</w:t>
      </w:r>
      <w:r w:rsidR="00357F4D">
        <w:t xml:space="preserve"> </w:t>
      </w:r>
      <w:r w:rsidRPr="001C1AD5">
        <w:t>flourishing</w:t>
      </w:r>
      <w:r w:rsidR="00E11103">
        <w:t>.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noted</w:t>
      </w:r>
      <w:r w:rsidR="00357F4D">
        <w:t xml:space="preserve"> </w:t>
      </w:r>
      <w:r w:rsidRPr="001C1AD5">
        <w:t>earlier</w:t>
      </w:r>
      <w:r w:rsidR="00E11103">
        <w:t>,</w:t>
      </w:r>
      <w:r w:rsidR="00357F4D">
        <w:t xml:space="preserve"> </w:t>
      </w:r>
      <w:r w:rsidRPr="001C1AD5">
        <w:t>however</w:t>
      </w:r>
      <w:r w:rsidR="00E11103">
        <w:t>,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unclear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United</w:t>
      </w:r>
      <w:r w:rsidR="00357F4D">
        <w:t xml:space="preserve"> </w:t>
      </w:r>
      <w:r w:rsidRPr="001C1AD5">
        <w:t>States</w:t>
      </w:r>
      <w:r w:rsidR="00357F4D">
        <w:t xml:space="preserve"> </w:t>
      </w:r>
      <w:r w:rsidRPr="001C1AD5">
        <w:t>ever</w:t>
      </w:r>
      <w:r w:rsidR="00357F4D">
        <w:t xml:space="preserve"> </w:t>
      </w:r>
      <w:r w:rsidRPr="001C1AD5">
        <w:t>went</w:t>
      </w:r>
      <w:r w:rsidR="00357F4D">
        <w:t xml:space="preserve"> </w:t>
      </w:r>
      <w:r w:rsidRPr="001C1AD5">
        <w:t>through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paralysing</w:t>
      </w:r>
      <w:r w:rsidR="00357F4D">
        <w:t xml:space="preserve"> </w:t>
      </w:r>
      <w:r w:rsidRPr="001C1AD5">
        <w:t>methodological</w:t>
      </w:r>
      <w:r w:rsidR="00357F4D">
        <w:t xml:space="preserve"> </w:t>
      </w:r>
      <w:r w:rsidRPr="001C1AD5">
        <w:t>anxieties</w:t>
      </w:r>
      <w:r w:rsidR="00357F4D">
        <w:t xml:space="preserve"> </w:t>
      </w:r>
      <w:r w:rsidRPr="001C1AD5">
        <w:t>suffered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UK</w:t>
      </w:r>
      <w:r w:rsidR="00E11103">
        <w:t>.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may</w:t>
      </w:r>
      <w:r w:rsidR="00357F4D">
        <w:t xml:space="preserve"> </w:t>
      </w:r>
      <w:r w:rsidRPr="001C1AD5">
        <w:t>well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dominance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linguistic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Oxford</w:t>
      </w:r>
      <w:r w:rsidR="00357F4D">
        <w:t xml:space="preserve"> </w:t>
      </w:r>
      <w:r w:rsidRPr="001C1AD5">
        <w:t>exerted</w:t>
      </w:r>
      <w:r w:rsidR="00357F4D">
        <w:t xml:space="preserve"> </w:t>
      </w:r>
      <w:r w:rsidRPr="001C1AD5">
        <w:t>an</w:t>
      </w:r>
      <w:r w:rsidR="00357F4D">
        <w:t xml:space="preserve"> </w:t>
      </w:r>
      <w:r w:rsidRPr="001C1AD5">
        <w:t>effect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way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experienced</w:t>
      </w:r>
      <w:r w:rsidR="00357F4D">
        <w:t xml:space="preserve"> </w:t>
      </w:r>
      <w:r w:rsidRPr="001C1AD5">
        <w:t>elsewhere</w:t>
      </w:r>
      <w:r w:rsidR="00E11103">
        <w:t>.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take</w:t>
      </w:r>
      <w:r w:rsidR="00357F4D">
        <w:t xml:space="preserve"> </w:t>
      </w:r>
      <w:r w:rsidRPr="001C1AD5">
        <w:t>one</w:t>
      </w:r>
      <w:r w:rsidR="00357F4D">
        <w:t xml:space="preserve"> </w:t>
      </w:r>
      <w:r w:rsidRPr="001C1AD5">
        <w:t>example</w:t>
      </w:r>
      <w:r w:rsidR="00E11103">
        <w:t>,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Oxford</w:t>
      </w:r>
      <w:r w:rsidR="00357F4D">
        <w:t xml:space="preserve"> </w:t>
      </w:r>
      <w:r w:rsidRPr="001C1AD5">
        <w:t>obsession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question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whether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claim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synthetic</w:t>
      </w:r>
      <w:r w:rsidR="00357F4D">
        <w:t xml:space="preserve"> </w:t>
      </w:r>
      <w:r w:rsidRPr="001C1AD5">
        <w:t>may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forced</w:t>
      </w:r>
      <w:r w:rsidR="00357F4D">
        <w:t xml:space="preserve"> </w:t>
      </w:r>
      <w:r w:rsidRPr="001C1AD5">
        <w:t>discussion</w:t>
      </w:r>
      <w:r w:rsidR="00357F4D">
        <w:t xml:space="preserve"> </w:t>
      </w:r>
      <w:r w:rsidRPr="001C1AD5">
        <w:t>into</w:t>
      </w:r>
      <w:r w:rsidR="00357F4D">
        <w:t xml:space="preserve"> </w:t>
      </w:r>
      <w:r w:rsidRPr="001C1AD5">
        <w:t>unpromising</w:t>
      </w:r>
      <w:r w:rsidR="00357F4D">
        <w:t xml:space="preserve"> </w:t>
      </w:r>
      <w:r w:rsidRPr="001C1AD5">
        <w:t>cul</w:t>
      </w:r>
      <w:r w:rsidR="00357F4D">
        <w:t>-</w:t>
      </w:r>
      <w:r w:rsidRPr="001C1AD5">
        <w:t>de</w:t>
      </w:r>
      <w:r w:rsidR="00357F4D">
        <w:t>-</w:t>
      </w:r>
      <w:r w:rsidRPr="001C1AD5">
        <w:t>sacs</w:t>
      </w:r>
      <w:r w:rsidR="00E11103">
        <w:t>,</w:t>
      </w:r>
      <w:r w:rsidR="00357F4D">
        <w:t xml:space="preserve"> </w:t>
      </w:r>
      <w:r w:rsidRPr="001C1AD5">
        <w:t>whereas</w:t>
      </w:r>
      <w:r w:rsidR="00357F4D">
        <w:t xml:space="preserve"> </w:t>
      </w:r>
      <w:r w:rsidRPr="001C1AD5">
        <w:t>elsewhere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world</w:t>
      </w:r>
      <w:r w:rsidR="00E11103">
        <w:t>,</w:t>
      </w:r>
      <w:r w:rsidR="00357F4D">
        <w:t xml:space="preserve"> </w:t>
      </w:r>
      <w:r w:rsidRPr="001C1AD5">
        <w:t>especially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Harvard</w:t>
      </w:r>
      <w:r w:rsidR="00357F4D">
        <w:t xml:space="preserve"> </w:t>
      </w:r>
      <w:r w:rsidRPr="001C1AD5">
        <w:t>under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influence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Quine</w:t>
      </w:r>
      <w:r w:rsidR="00E11103">
        <w:t>,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straightjacket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applied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lower</w:t>
      </w:r>
      <w:r w:rsidR="00357F4D">
        <w:t xml:space="preserve"> </w:t>
      </w:r>
      <w:r w:rsidRPr="001C1AD5">
        <w:t>degree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pressure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philosophers</w:t>
      </w:r>
      <w:r w:rsidR="00357F4D">
        <w:t xml:space="preserve"> </w:t>
      </w:r>
      <w:r w:rsidRPr="001C1AD5">
        <w:t>felt</w:t>
      </w:r>
      <w:r w:rsidR="00357F4D">
        <w:t xml:space="preserve"> </w:t>
      </w:r>
      <w:r w:rsidRPr="001C1AD5">
        <w:t>freer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advance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case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whatever</w:t>
      </w:r>
      <w:r w:rsidR="00357F4D">
        <w:t xml:space="preserve"> </w:t>
      </w:r>
      <w:r w:rsidRPr="001C1AD5">
        <w:t>means</w:t>
      </w:r>
      <w:r w:rsidR="00357F4D">
        <w:t xml:space="preserve"> </w:t>
      </w:r>
      <w:r w:rsidRPr="001C1AD5">
        <w:t>were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hand</w:t>
      </w:r>
      <w:r w:rsidR="00357F4D">
        <w:t xml:space="preserve"> </w:t>
      </w:r>
      <w:r w:rsidRPr="001C1AD5">
        <w:t>(for</w:t>
      </w:r>
      <w:r w:rsidR="00357F4D">
        <w:t xml:space="preserve"> </w:t>
      </w:r>
      <w:r w:rsidRPr="001C1AD5">
        <w:t>related</w:t>
      </w:r>
      <w:r w:rsidR="00357F4D">
        <w:t xml:space="preserve"> </w:t>
      </w:r>
      <w:r w:rsidRPr="001C1AD5">
        <w:t>reflections</w:t>
      </w:r>
      <w:r w:rsidR="00357F4D">
        <w:t xml:space="preserve"> </w:t>
      </w:r>
      <w:r w:rsidRPr="001C1AD5">
        <w:t>see</w:t>
      </w:r>
      <w:r w:rsidR="00357F4D">
        <w:t xml:space="preserve"> </w:t>
      </w:r>
      <w:r w:rsidRPr="001C1AD5">
        <w:t>Cohen</w:t>
      </w:r>
      <w:r w:rsidR="00E11103">
        <w:t>,</w:t>
      </w:r>
      <w:r w:rsidR="00357F4D">
        <w:t xml:space="preserve"> </w:t>
      </w:r>
      <w:r w:rsidRPr="001C1AD5">
        <w:t>2000</w:t>
      </w:r>
      <w:r w:rsidR="00E11103">
        <w:t>,</w:t>
      </w:r>
      <w:r w:rsidR="00357F4D">
        <w:t xml:space="preserve"> </w:t>
      </w:r>
      <w:r w:rsidRPr="001C1AD5">
        <w:t>pp</w:t>
      </w:r>
      <w:r w:rsidR="00E11103">
        <w:t>.</w:t>
      </w:r>
      <w:r w:rsidR="00357F4D">
        <w:t xml:space="preserve"> </w:t>
      </w:r>
      <w:r w:rsidRPr="001C1AD5">
        <w:t>17</w:t>
      </w:r>
      <w:r w:rsidR="00357F4D">
        <w:t>-</w:t>
      </w:r>
      <w:r w:rsidRPr="001C1AD5">
        <w:t>19)</w:t>
      </w:r>
      <w:r w:rsidR="00E11103">
        <w:t>.</w:t>
      </w:r>
    </w:p>
    <w:p w:rsidR="00E11103" w:rsidRDefault="001C1AD5" w:rsidP="001C1AD5">
      <w:pPr>
        <w:pStyle w:val="libNormal"/>
      </w:pPr>
      <w:r w:rsidRPr="001C6201">
        <w:t>The</w:t>
      </w:r>
      <w:r w:rsidR="00357F4D">
        <w:t xml:space="preserve"> </w:t>
      </w:r>
      <w:r w:rsidRPr="001C6201">
        <w:t>fifth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may</w:t>
      </w:r>
      <w:r w:rsidR="00357F4D">
        <w:t xml:space="preserve"> </w:t>
      </w:r>
      <w:r w:rsidRPr="001C6201">
        <w:t>well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close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high</w:t>
      </w:r>
      <w:r w:rsidR="00357F4D">
        <w:t xml:space="preserve"> </w:t>
      </w:r>
      <w:r w:rsidRPr="001C6201">
        <w:t>point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twentieth</w:t>
      </w:r>
      <w:r w:rsidR="00357F4D">
        <w:t xml:space="preserve"> </w:t>
      </w:r>
      <w:r w:rsidRPr="001C6201">
        <w:t>century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previous</w:t>
      </w:r>
      <w:r w:rsidR="00357F4D">
        <w:t xml:space="preserve"> </w:t>
      </w:r>
      <w:r w:rsidRPr="001C6201">
        <w:t>few</w:t>
      </w:r>
      <w:r w:rsidR="00357F4D">
        <w:t xml:space="preserve"> </w:t>
      </w:r>
      <w:r w:rsidRPr="001C6201">
        <w:t>years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lastRenderedPageBreak/>
        <w:t>seen</w:t>
      </w:r>
      <w:r w:rsidR="00E11103">
        <w:t>,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noted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publication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Rawls’s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Nozick’s</w:t>
      </w:r>
      <w:r w:rsidR="00357F4D">
        <w:t xml:space="preserve"> </w:t>
      </w:r>
      <w:r w:rsidRPr="001C6201">
        <w:t>major</w:t>
      </w:r>
      <w:r w:rsidR="00357F4D">
        <w:t xml:space="preserve"> </w:t>
      </w:r>
      <w:r w:rsidRPr="001C6201">
        <w:t>works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within</w:t>
      </w:r>
      <w:r w:rsidR="00357F4D">
        <w:t xml:space="preserve"> </w:t>
      </w:r>
      <w:r w:rsidRPr="001C6201">
        <w:t>two</w:t>
      </w:r>
      <w:r w:rsidR="00357F4D">
        <w:t xml:space="preserve"> </w:t>
      </w:r>
      <w:r w:rsidRPr="001C6201">
        <w:t>years</w:t>
      </w:r>
      <w:r w:rsidR="00357F4D">
        <w:t xml:space="preserve"> </w:t>
      </w:r>
      <w:r w:rsidRPr="001C6201">
        <w:t>(1981)</w:t>
      </w:r>
      <w:r w:rsidR="00357F4D">
        <w:t xml:space="preserve"> </w:t>
      </w:r>
      <w:r w:rsidRPr="001C6201">
        <w:t>Dworkin’s</w:t>
      </w:r>
      <w:r w:rsidR="00357F4D">
        <w:t xml:space="preserve"> </w:t>
      </w:r>
      <w:r w:rsidRPr="001C6201">
        <w:t>two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‘What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Equality?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1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2’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appear</w:t>
      </w:r>
      <w:r w:rsidR="00357F4D">
        <w:t xml:space="preserve"> </w:t>
      </w:r>
      <w:r w:rsidRPr="001C6201">
        <w:t>(Dworkin</w:t>
      </w:r>
      <w:r w:rsidR="00E11103">
        <w:t>,</w:t>
      </w:r>
      <w:r w:rsidR="00357F4D">
        <w:t xml:space="preserve"> </w:t>
      </w:r>
      <w:r w:rsidRPr="001C6201">
        <w:t>1981a</w:t>
      </w:r>
      <w:r w:rsidR="00E11103">
        <w:t>,</w:t>
      </w:r>
      <w:r w:rsidR="00357F4D">
        <w:t xml:space="preserve"> </w:t>
      </w:r>
      <w:r w:rsidRPr="001C6201">
        <w:t>Dworkin</w:t>
      </w:r>
      <w:r w:rsidR="00357F4D">
        <w:t xml:space="preserve"> </w:t>
      </w:r>
      <w:r w:rsidRPr="001C6201">
        <w:t>1981d)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years</w:t>
      </w:r>
      <w:r w:rsidR="00357F4D">
        <w:t xml:space="preserve"> </w:t>
      </w:r>
      <w:r w:rsidRPr="001C6201">
        <w:t>1971</w:t>
      </w:r>
      <w:r w:rsidR="00357F4D">
        <w:t>-</w:t>
      </w:r>
      <w:r w:rsidRPr="001C6201">
        <w:t>1981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rarely</w:t>
      </w:r>
      <w:r w:rsidR="00357F4D">
        <w:t xml:space="preserve"> </w:t>
      </w:r>
      <w:r w:rsidRPr="001C6201">
        <w:t>celebrated</w:t>
      </w:r>
      <w:r w:rsidR="00E11103">
        <w:t>,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years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canon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was</w:t>
      </w:r>
      <w:r w:rsidR="00357F4D">
        <w:t xml:space="preserve"> </w:t>
      </w:r>
      <w:r w:rsidRPr="001C6201">
        <w:t>created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Laslett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Fishkin</w:t>
      </w:r>
      <w:r w:rsidR="00357F4D">
        <w:t xml:space="preserve"> </w:t>
      </w:r>
      <w:r w:rsidRPr="001C6201">
        <w:t>speculate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three</w:t>
      </w:r>
      <w:r w:rsidR="00357F4D">
        <w:t xml:space="preserve"> </w:t>
      </w:r>
      <w:r w:rsidRPr="001C6201">
        <w:t>causes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addition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Rawls’s</w:t>
      </w:r>
      <w:r w:rsidR="00357F4D">
        <w:t xml:space="preserve"> </w:t>
      </w:r>
      <w:r w:rsidRPr="001C6201">
        <w:t>towering</w:t>
      </w:r>
      <w:r w:rsidR="00357F4D">
        <w:t xml:space="preserve"> </w:t>
      </w:r>
      <w:r w:rsidRPr="001C6201">
        <w:t>work</w:t>
      </w:r>
      <w:r w:rsidR="00E11103">
        <w:t>,</w:t>
      </w:r>
      <w:r w:rsidR="00357F4D">
        <w:t xml:space="preserve"> </w:t>
      </w:r>
      <w:r w:rsidRPr="001C6201">
        <w:t>brought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vibrant</w:t>
      </w:r>
      <w:r w:rsidR="00357F4D">
        <w:t xml:space="preserve"> </w:t>
      </w:r>
      <w:r w:rsidRPr="001C6201">
        <w:t>state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growth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human</w:t>
      </w:r>
      <w:r w:rsidR="00357F4D">
        <w:t xml:space="preserve"> </w:t>
      </w:r>
      <w:r w:rsidRPr="001C6201">
        <w:t>populations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effect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environment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cryptically</w:t>
      </w:r>
      <w:r w:rsidR="00357F4D">
        <w:t xml:space="preserve"> </w:t>
      </w:r>
      <w:r w:rsidRPr="001C6201">
        <w:t>call</w:t>
      </w:r>
      <w:r w:rsidR="00357F4D">
        <w:t xml:space="preserve"> </w:t>
      </w:r>
      <w:r w:rsidRPr="001C6201">
        <w:t>‘arithmetic</w:t>
      </w:r>
      <w:r w:rsidR="00357F4D">
        <w:t xml:space="preserve"> </w:t>
      </w:r>
      <w:r w:rsidRPr="001C6201">
        <w:t>humanity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relation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politics’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mean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now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called</w:t>
      </w:r>
      <w:r w:rsidR="00357F4D">
        <w:t xml:space="preserve"> </w:t>
      </w:r>
      <w:r w:rsidRPr="001C6201">
        <w:t>global</w:t>
      </w:r>
      <w:r w:rsidR="00357F4D">
        <w:t xml:space="preserve"> </w:t>
      </w:r>
      <w:r w:rsidRPr="001C6201">
        <w:t>ethics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problems</w:t>
      </w:r>
      <w:r w:rsidR="00357F4D">
        <w:t xml:space="preserve"> </w:t>
      </w:r>
      <w:r w:rsidRPr="001C6201">
        <w:t>concerning</w:t>
      </w:r>
      <w:r w:rsidR="00357F4D">
        <w:t xml:space="preserve"> </w:t>
      </w:r>
      <w:r w:rsidRPr="001C6201">
        <w:t>our</w:t>
      </w:r>
      <w:r w:rsidR="00357F4D">
        <w:t xml:space="preserve"> </w:t>
      </w:r>
      <w:r w:rsidRPr="001C6201">
        <w:t>duties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future</w:t>
      </w:r>
      <w:r w:rsidR="00357F4D">
        <w:t xml:space="preserve"> </w:t>
      </w:r>
      <w:r w:rsidRPr="001C6201">
        <w:t>generations</w:t>
      </w:r>
      <w:r w:rsidR="00E11103">
        <w:t>.</w:t>
      </w:r>
      <w:r w:rsidR="00357F4D">
        <w:t xml:space="preserve"> </w:t>
      </w:r>
      <w:r w:rsidRPr="001C6201">
        <w:t>Finally</w:t>
      </w:r>
      <w:r w:rsidR="00E11103">
        <w:t>,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list</w:t>
      </w:r>
      <w:r w:rsidR="00357F4D">
        <w:t xml:space="preserve"> </w:t>
      </w:r>
      <w:r w:rsidRPr="001C6201">
        <w:t>concerns</w:t>
      </w:r>
      <w:r w:rsidR="00357F4D">
        <w:t xml:space="preserve"> </w:t>
      </w:r>
      <w:r w:rsidRPr="001C6201">
        <w:t>over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obligations</w:t>
      </w:r>
      <w:r w:rsidR="00357F4D">
        <w:t xml:space="preserve"> </w:t>
      </w:r>
      <w:r w:rsidRPr="001C6201">
        <w:t>owed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‘subjects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authoritarian</w:t>
      </w:r>
      <w:r w:rsidR="00357F4D">
        <w:t xml:space="preserve"> </w:t>
      </w:r>
      <w:r w:rsidRPr="001C6201">
        <w:t>states’</w:t>
      </w:r>
      <w:r w:rsidR="00E11103">
        <w:t>,</w:t>
      </w:r>
      <w:r w:rsidR="00357F4D">
        <w:t xml:space="preserve"> </w:t>
      </w:r>
      <w:r w:rsidRPr="001C6201">
        <w:t>especially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relation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Soviet</w:t>
      </w:r>
      <w:r w:rsidR="00357F4D">
        <w:t xml:space="preserve"> </w:t>
      </w:r>
      <w:r w:rsidRPr="001C6201">
        <w:t>Union</w:t>
      </w:r>
      <w:r w:rsidR="00357F4D">
        <w:t xml:space="preserve"> </w:t>
      </w:r>
      <w:r w:rsidRPr="001C6201">
        <w:t>(Laslett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Fishkin</w:t>
      </w:r>
      <w:r w:rsidR="00E11103">
        <w:t>,</w:t>
      </w:r>
      <w:r w:rsidR="00357F4D">
        <w:t xml:space="preserve"> </w:t>
      </w:r>
      <w:r w:rsidRPr="001C6201">
        <w:t>1979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2)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themes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well</w:t>
      </w:r>
      <w:r w:rsidR="00357F4D">
        <w:t>-</w:t>
      </w:r>
      <w:r w:rsidRPr="001C6201">
        <w:t>represented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reprint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Singer’s</w:t>
      </w:r>
      <w:r w:rsidR="00357F4D">
        <w:t xml:space="preserve"> </w:t>
      </w:r>
      <w:r w:rsidRPr="001C6201">
        <w:t>famous</w:t>
      </w:r>
      <w:r w:rsidR="00357F4D">
        <w:t xml:space="preserve"> </w:t>
      </w:r>
      <w:r w:rsidRPr="001C6201">
        <w:t>1971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‘Famine</w:t>
      </w:r>
      <w:r w:rsidR="00E11103">
        <w:t>,</w:t>
      </w:r>
      <w:r w:rsidR="00357F4D">
        <w:t xml:space="preserve"> </w:t>
      </w:r>
      <w:r w:rsidRPr="001C6201">
        <w:t>Affluence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Morality’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Laslett’s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Conversation</w:t>
      </w:r>
      <w:r w:rsidR="00357F4D">
        <w:t xml:space="preserve"> </w:t>
      </w:r>
      <w:r w:rsidRPr="001C6201">
        <w:t>Between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Generations’</w:t>
      </w:r>
      <w:r w:rsidR="00E11103">
        <w:t>,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theme</w:t>
      </w:r>
      <w:r w:rsidR="00357F4D">
        <w:t xml:space="preserve"> </w:t>
      </w:r>
      <w:r w:rsidRPr="001C6201">
        <w:t>(environmental</w:t>
      </w:r>
      <w:r w:rsidR="00357F4D">
        <w:t xml:space="preserve"> </w:t>
      </w:r>
      <w:r w:rsidRPr="001C6201">
        <w:t>concerns)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found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volume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third</w:t>
      </w:r>
      <w:r w:rsidR="00357F4D">
        <w:t xml:space="preserve"> </w:t>
      </w:r>
      <w:r w:rsidRPr="001C6201">
        <w:t>(authoritarianism)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partially</w:t>
      </w:r>
      <w:r w:rsidR="00E11103">
        <w:t>.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true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several</w:t>
      </w:r>
      <w:r w:rsidR="00357F4D">
        <w:t xml:space="preserve"> </w:t>
      </w:r>
      <w:r w:rsidRPr="001C6201">
        <w:t>papers</w:t>
      </w:r>
      <w:r w:rsidR="00357F4D">
        <w:t xml:space="preserve"> </w:t>
      </w:r>
      <w:r w:rsidRPr="001C6201">
        <w:t>discuss</w:t>
      </w:r>
      <w:r w:rsidR="00357F4D">
        <w:t xml:space="preserve"> </w:t>
      </w:r>
      <w:r w:rsidRPr="001C6201">
        <w:t>democracy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limits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authority</w:t>
      </w:r>
      <w:r w:rsidR="00E11103">
        <w:t>,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Fishkin’s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contribution</w:t>
      </w:r>
      <w:r w:rsidR="00357F4D">
        <w:t xml:space="preserve"> </w:t>
      </w:r>
      <w:r w:rsidRPr="001C6201">
        <w:t>‘Tyranny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Democratic</w:t>
      </w:r>
      <w:r w:rsidR="00357F4D">
        <w:t xml:space="preserve"> </w:t>
      </w:r>
      <w:r w:rsidRPr="001C6201">
        <w:t>Theory’</w:t>
      </w:r>
      <w:r w:rsidR="00357F4D">
        <w:t xml:space="preserve"> </w:t>
      </w:r>
      <w:r w:rsidRPr="001C6201">
        <w:t>expressly</w:t>
      </w:r>
      <w:r w:rsidR="00357F4D">
        <w:t xml:space="preserve"> </w:t>
      </w:r>
      <w:r w:rsidRPr="001C6201">
        <w:t>takes</w:t>
      </w:r>
      <w:r w:rsidR="00357F4D">
        <w:t xml:space="preserve"> </w:t>
      </w:r>
      <w:r w:rsidRPr="001C6201">
        <w:t>non</w:t>
      </w:r>
      <w:r w:rsidR="00357F4D">
        <w:t>-</w:t>
      </w:r>
      <w:r w:rsidRPr="001C6201">
        <w:t>liberal</w:t>
      </w:r>
      <w:r w:rsidR="00357F4D">
        <w:t xml:space="preserve"> </w:t>
      </w:r>
      <w:r w:rsidRPr="001C6201">
        <w:t>societies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object</w:t>
      </w:r>
      <w:r w:rsidR="00E11103">
        <w:t>.</w:t>
      </w:r>
      <w:r w:rsidR="00357F4D">
        <w:t xml:space="preserve"> </w:t>
      </w:r>
      <w:r w:rsidRPr="001C6201">
        <w:t>Perhaps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reason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worth</w:t>
      </w:r>
      <w:r w:rsidR="00357F4D">
        <w:t xml:space="preserve"> </w:t>
      </w:r>
      <w:r w:rsidRPr="001C6201">
        <w:t>comparing</w:t>
      </w:r>
      <w:r w:rsidR="00357F4D">
        <w:t xml:space="preserve"> </w:t>
      </w:r>
      <w:r w:rsidRPr="001C6201">
        <w:t>Laslett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Runciman’s</w:t>
      </w:r>
      <w:r w:rsidR="00357F4D">
        <w:t xml:space="preserve"> </w:t>
      </w:r>
      <w:r w:rsidRPr="001C6201">
        <w:t>account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revival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now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familiar</w:t>
      </w:r>
      <w:r w:rsidR="00E11103">
        <w:t>.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claim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US</w:t>
      </w:r>
      <w:r w:rsidR="00357F4D">
        <w:t xml:space="preserve"> </w:t>
      </w:r>
      <w:r w:rsidRPr="001C6201">
        <w:t>civil</w:t>
      </w:r>
      <w:r w:rsidR="00357F4D">
        <w:t xml:space="preserve"> </w:t>
      </w:r>
      <w:r w:rsidRPr="001C6201">
        <w:t>rights</w:t>
      </w:r>
      <w:r w:rsidR="00357F4D">
        <w:t xml:space="preserve"> </w:t>
      </w:r>
      <w:r w:rsidRPr="001C6201">
        <w:t>movement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American</w:t>
      </w:r>
      <w:r w:rsidR="00357F4D">
        <w:t xml:space="preserve"> </w:t>
      </w:r>
      <w:r w:rsidRPr="001C6201">
        <w:t>involvement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Vietnam</w:t>
      </w:r>
      <w:r w:rsidR="00357F4D">
        <w:t xml:space="preserve"> </w:t>
      </w:r>
      <w:r w:rsidRPr="001C6201">
        <w:t>war</w:t>
      </w:r>
      <w:r w:rsidR="00357F4D">
        <w:t xml:space="preserve"> </w:t>
      </w:r>
      <w:r w:rsidRPr="001C6201">
        <w:t>created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series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urgent</w:t>
      </w:r>
      <w:r w:rsidR="00357F4D">
        <w:t xml:space="preserve"> </w:t>
      </w:r>
      <w:r w:rsidRPr="001C6201">
        <w:t>problems</w:t>
      </w:r>
      <w:r w:rsidR="00357F4D">
        <w:t xml:space="preserve"> </w:t>
      </w:r>
      <w:r w:rsidRPr="001C6201">
        <w:t>concerning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goals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limits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state</w:t>
      </w:r>
      <w:r w:rsidR="00357F4D">
        <w:t xml:space="preserve"> </w:t>
      </w:r>
      <w:r w:rsidRPr="001C6201">
        <w:t>power</w:t>
      </w:r>
      <w:r w:rsidR="00E11103">
        <w:t>,</w:t>
      </w:r>
      <w:r w:rsidR="00357F4D">
        <w:t xml:space="preserve"> </w:t>
      </w:r>
      <w:r w:rsidRPr="001C6201">
        <w:t>sparking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variety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critical</w:t>
      </w:r>
      <w:r w:rsidR="00357F4D">
        <w:t xml:space="preserve"> </w:t>
      </w:r>
      <w:r w:rsidRPr="001C6201">
        <w:t>responses</w:t>
      </w:r>
      <w:r w:rsidR="00357F4D">
        <w:t xml:space="preserve"> </w:t>
      </w:r>
      <w:r w:rsidRPr="001C6201">
        <w:t>including</w:t>
      </w:r>
      <w:r w:rsidR="00357F4D">
        <w:t xml:space="preserve"> </w:t>
      </w:r>
      <w:r w:rsidRPr="001C6201">
        <w:t>defences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anarchism</w:t>
      </w:r>
      <w:r w:rsidR="00357F4D">
        <w:t xml:space="preserve"> </w:t>
      </w:r>
      <w:r w:rsidRPr="001C6201">
        <w:t>(Wolff</w:t>
      </w:r>
      <w:r w:rsidR="00E11103">
        <w:t>,</w:t>
      </w:r>
      <w:r w:rsidR="00357F4D">
        <w:t xml:space="preserve"> </w:t>
      </w:r>
      <w:r w:rsidRPr="001C6201">
        <w:t>1970/72)</w:t>
      </w:r>
      <w:r w:rsidR="00E11103">
        <w:t>,</w:t>
      </w:r>
      <w:r w:rsidR="00357F4D">
        <w:t xml:space="preserve"> </w:t>
      </w:r>
      <w:r w:rsidRPr="001C6201">
        <w:t>detailed</w:t>
      </w:r>
      <w:r w:rsidR="00357F4D">
        <w:t xml:space="preserve"> </w:t>
      </w:r>
      <w:r w:rsidRPr="001C6201">
        <w:t>reflection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nature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just</w:t>
      </w:r>
      <w:r w:rsidR="00357F4D">
        <w:t xml:space="preserve"> </w:t>
      </w:r>
      <w:r w:rsidRPr="001C6201">
        <w:t>war</w:t>
      </w:r>
      <w:r w:rsidR="00357F4D">
        <w:t xml:space="preserve"> </w:t>
      </w:r>
      <w:r w:rsidRPr="001C6201">
        <w:t>(Walzer</w:t>
      </w:r>
      <w:r w:rsidR="00E11103">
        <w:t>,</w:t>
      </w:r>
      <w:r w:rsidR="00357F4D">
        <w:t xml:space="preserve"> </w:t>
      </w:r>
      <w:r w:rsidRPr="001C6201">
        <w:t>1977)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extensive</w:t>
      </w:r>
      <w:r w:rsidR="00357F4D">
        <w:t xml:space="preserve"> </w:t>
      </w:r>
      <w:r w:rsidRPr="001C6201">
        <w:t>discussions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civil</w:t>
      </w:r>
      <w:r w:rsidR="00357F4D">
        <w:t xml:space="preserve"> </w:t>
      </w:r>
      <w:r w:rsidRPr="001C6201">
        <w:t>disobedience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freedom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expression</w:t>
      </w:r>
      <w:r w:rsidR="00E11103">
        <w:t>.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view</w:t>
      </w:r>
      <w:r w:rsidR="00E11103">
        <w:t>,</w:t>
      </w:r>
      <w:r w:rsidR="00357F4D">
        <w:t xml:space="preserve"> </w:t>
      </w:r>
      <w:r w:rsidRPr="001C6201">
        <w:t>these</w:t>
      </w:r>
      <w:r w:rsidR="00357F4D">
        <w:t xml:space="preserve"> </w:t>
      </w:r>
      <w:r w:rsidRPr="001C6201">
        <w:t>urgent</w:t>
      </w:r>
      <w:r w:rsidR="00357F4D">
        <w:t xml:space="preserve"> </w:t>
      </w:r>
      <w:r w:rsidRPr="001C6201">
        <w:t>problems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drew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finest</w:t>
      </w:r>
      <w:r w:rsidR="00357F4D">
        <w:t xml:space="preserve"> </w:t>
      </w:r>
      <w:r w:rsidRPr="001C6201">
        <w:t>philosophical</w:t>
      </w:r>
      <w:r w:rsidR="00357F4D">
        <w:t xml:space="preserve"> </w:t>
      </w:r>
      <w:r w:rsidRPr="001C6201">
        <w:t>minds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debate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rendered</w:t>
      </w:r>
      <w:r w:rsidR="00357F4D">
        <w:t xml:space="preserve"> </w:t>
      </w:r>
      <w:r w:rsidRPr="001C6201">
        <w:t>any</w:t>
      </w:r>
      <w:r w:rsidR="00357F4D">
        <w:t xml:space="preserve"> </w:t>
      </w:r>
      <w:r w:rsidRPr="001C6201">
        <w:t>last</w:t>
      </w:r>
      <w:r w:rsidR="00357F4D">
        <w:t xml:space="preserve"> </w:t>
      </w:r>
      <w:r w:rsidRPr="001C6201">
        <w:t>vestiges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positivistic</w:t>
      </w:r>
      <w:r w:rsidR="00357F4D">
        <w:t xml:space="preserve"> </w:t>
      </w:r>
      <w:r w:rsidRPr="001C6201">
        <w:t>subjectivism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irrelevance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Returing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Laslett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Fishkin’s</w:t>
      </w:r>
      <w:r w:rsidR="00357F4D">
        <w:t xml:space="preserve"> </w:t>
      </w:r>
      <w:r w:rsidRPr="001C1AD5">
        <w:t>introduction</w:t>
      </w:r>
      <w:r w:rsidR="00E11103">
        <w:t>,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raise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question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whether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series</w:t>
      </w:r>
      <w:r w:rsidR="00357F4D">
        <w:t xml:space="preserve"> </w:t>
      </w:r>
      <w:r w:rsidRPr="001C1AD5">
        <w:t>has</w:t>
      </w:r>
      <w:r w:rsidR="00357F4D">
        <w:t xml:space="preserve"> </w:t>
      </w:r>
      <w:r w:rsidRPr="001C1AD5">
        <w:t>now</w:t>
      </w:r>
      <w:r w:rsidR="00357F4D">
        <w:t xml:space="preserve"> </w:t>
      </w:r>
      <w:r w:rsidRPr="001C1AD5">
        <w:t>served</w:t>
      </w:r>
      <w:r w:rsidR="00357F4D">
        <w:t xml:space="preserve"> </w:t>
      </w:r>
      <w:r w:rsidRPr="001C1AD5">
        <w:t>its</w:t>
      </w:r>
      <w:r w:rsidR="00357F4D">
        <w:t xml:space="preserve"> </w:t>
      </w:r>
      <w:r w:rsidRPr="001C1AD5">
        <w:t>purpose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ask</w:t>
      </w:r>
      <w:r w:rsidR="00357F4D">
        <w:t xml:space="preserve"> </w:t>
      </w:r>
      <w:r w:rsidRPr="001C1AD5">
        <w:t>whether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will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any</w:t>
      </w:r>
      <w:r w:rsidR="00357F4D">
        <w:t xml:space="preserve"> </w:t>
      </w:r>
      <w:r w:rsidRPr="001C1AD5">
        <w:t>point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future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producing</w:t>
      </w:r>
      <w:r w:rsidR="00357F4D">
        <w:t xml:space="preserve"> </w:t>
      </w:r>
      <w:r w:rsidRPr="001C1AD5">
        <w:t>such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general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collecting</w:t>
      </w:r>
      <w:r w:rsidR="00357F4D">
        <w:t xml:space="preserve"> </w:t>
      </w:r>
      <w:r w:rsidRPr="001C1AD5">
        <w:t>together</w:t>
      </w:r>
      <w:r w:rsidR="00357F4D">
        <w:t xml:space="preserve"> </w:t>
      </w:r>
      <w:r w:rsidRPr="001C1AD5">
        <w:t>papers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.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fact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series</w:t>
      </w:r>
      <w:r w:rsidR="00357F4D">
        <w:t xml:space="preserve"> </w:t>
      </w:r>
      <w:r w:rsidRPr="001C1AD5">
        <w:t>still</w:t>
      </w:r>
      <w:r w:rsidR="00357F4D">
        <w:t xml:space="preserve"> </w:t>
      </w:r>
      <w:r w:rsidRPr="001C1AD5">
        <w:t>continues</w:t>
      </w:r>
      <w:r w:rsidR="00E11103">
        <w:t>,</w:t>
      </w:r>
      <w:r w:rsidR="00357F4D">
        <w:t xml:space="preserve"> </w:t>
      </w:r>
      <w:r w:rsidRPr="001C1AD5">
        <w:t>but</w:t>
      </w:r>
      <w:r w:rsidR="00357F4D">
        <w:t xml:space="preserve"> </w:t>
      </w:r>
      <w:r w:rsidRPr="001C1AD5">
        <w:t>changed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form</w:t>
      </w:r>
      <w:r w:rsidR="00357F4D">
        <w:t xml:space="preserve"> </w:t>
      </w:r>
      <w:r w:rsidRPr="001C1AD5">
        <w:t>so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focused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single</w:t>
      </w:r>
      <w:r w:rsidR="00357F4D">
        <w:t xml:space="preserve"> </w:t>
      </w:r>
      <w:r w:rsidRPr="001C1AD5">
        <w:t>topic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next</w:t>
      </w:r>
      <w:r w:rsidR="00357F4D">
        <w:t xml:space="preserve"> </w:t>
      </w:r>
      <w:r w:rsidRPr="001C1AD5">
        <w:t>volume</w:t>
      </w:r>
      <w:r w:rsidR="00E11103">
        <w:t>,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edited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Laslett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Fishkin</w:t>
      </w:r>
      <w:r w:rsidR="00E11103">
        <w:t>,</w:t>
      </w:r>
      <w:r w:rsidR="00357F4D">
        <w:t xml:space="preserve"> </w:t>
      </w:r>
      <w:r w:rsidRPr="001C1AD5">
        <w:t>appeared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1992</w:t>
      </w:r>
      <w:r w:rsidR="00357F4D">
        <w:t xml:space="preserve"> </w:t>
      </w:r>
      <w:r w:rsidRPr="001C1AD5">
        <w:t>and</w:t>
      </w:r>
      <w:r w:rsidR="00E11103">
        <w:t>,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time</w:t>
      </w:r>
      <w:r w:rsidR="00E11103">
        <w:t>,</w:t>
      </w:r>
      <w:r w:rsidR="00357F4D">
        <w:t xml:space="preserve"> </w:t>
      </w:r>
      <w:r w:rsidRPr="001C1AD5">
        <w:t>had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substantive</w:t>
      </w:r>
      <w:r w:rsidR="00357F4D">
        <w:t xml:space="preserve"> </w:t>
      </w:r>
      <w:r w:rsidRPr="001C1AD5">
        <w:t>title</w:t>
      </w:r>
      <w:r w:rsidR="00E11103">
        <w:t>:</w:t>
      </w:r>
      <w:r w:rsidR="00357F4D">
        <w:t xml:space="preserve"> </w:t>
      </w:r>
      <w:r w:rsidRPr="001C1AD5">
        <w:rPr>
          <w:rStyle w:val="libItalicChar"/>
        </w:rPr>
        <w:t>Justice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Between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Age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Groups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Generations</w:t>
      </w:r>
      <w:r w:rsidR="00357F4D">
        <w:t xml:space="preserve"> </w:t>
      </w:r>
      <w:r w:rsidRPr="001C1AD5">
        <w:t>(Laslett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Fishkin</w:t>
      </w:r>
      <w:r w:rsidR="00E11103">
        <w:t>,</w:t>
      </w:r>
      <w:r w:rsidR="00357F4D">
        <w:t xml:space="preserve"> </w:t>
      </w:r>
      <w:r w:rsidRPr="001C1AD5">
        <w:t>1992)</w:t>
      </w:r>
      <w:r w:rsidR="00E11103">
        <w:t>.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followed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rPr>
          <w:rStyle w:val="libItalicChar"/>
        </w:rPr>
        <w:t>Debating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Deliberative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Democracy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2003</w:t>
      </w:r>
      <w:r w:rsidR="00357F4D">
        <w:t xml:space="preserve"> </w:t>
      </w:r>
      <w:r w:rsidRPr="001C1AD5">
        <w:t>(Laslett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Fishkin</w:t>
      </w:r>
      <w:r w:rsidR="00E11103">
        <w:t>,</w:t>
      </w:r>
      <w:r w:rsidR="00357F4D">
        <w:t xml:space="preserve"> </w:t>
      </w:r>
      <w:r w:rsidRPr="001C1AD5">
        <w:t>2003)</w:t>
      </w:r>
      <w:r w:rsidR="00E11103">
        <w:t>.</w:t>
      </w:r>
      <w:r w:rsidR="00357F4D">
        <w:t xml:space="preserve"> </w:t>
      </w:r>
      <w:r w:rsidRPr="001C1AD5">
        <w:t>Laslett</w:t>
      </w:r>
      <w:r w:rsidR="00E11103">
        <w:t>,</w:t>
      </w:r>
      <w:r w:rsidR="00357F4D">
        <w:t xml:space="preserve"> </w:t>
      </w:r>
      <w:r w:rsidRPr="001C1AD5">
        <w:t>sadly</w:t>
      </w:r>
      <w:r w:rsidR="00E11103">
        <w:t>,</w:t>
      </w:r>
      <w:r w:rsidR="00357F4D">
        <w:t xml:space="preserve"> </w:t>
      </w:r>
      <w:r w:rsidRPr="001C1AD5">
        <w:t>died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2001</w:t>
      </w:r>
      <w:r w:rsidR="00E11103">
        <w:t>,</w:t>
      </w:r>
      <w:r w:rsidR="00357F4D">
        <w:t xml:space="preserve"> </w:t>
      </w:r>
      <w:r w:rsidRPr="001C1AD5">
        <w:t>but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series</w:t>
      </w:r>
      <w:r w:rsidR="00357F4D">
        <w:t xml:space="preserve"> </w:t>
      </w:r>
      <w:r w:rsidRPr="001C1AD5">
        <w:t>continues</w:t>
      </w:r>
      <w:r w:rsidR="00E11103">
        <w:t>,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rPr>
          <w:rStyle w:val="libItalicChar"/>
        </w:rPr>
        <w:t>Population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E11103">
        <w:t>,</w:t>
      </w:r>
      <w:r w:rsidR="00357F4D">
        <w:t xml:space="preserve"> </w:t>
      </w:r>
      <w:r w:rsidRPr="001C6201">
        <w:t>edited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Fishkin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Robert</w:t>
      </w:r>
      <w:r w:rsidR="00357F4D">
        <w:t xml:space="preserve"> </w:t>
      </w:r>
      <w:r w:rsidRPr="001C6201">
        <w:t>Goodin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2010</w:t>
      </w:r>
      <w:r w:rsidR="00357F4D">
        <w:t xml:space="preserve"> </w:t>
      </w:r>
      <w:r w:rsidRPr="001C6201">
        <w:t>(Fishkin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Goodin</w:t>
      </w:r>
      <w:r w:rsidR="00E11103">
        <w:t>,</w:t>
      </w:r>
      <w:r w:rsidR="00357F4D">
        <w:t xml:space="preserve"> </w:t>
      </w:r>
      <w:r w:rsidRPr="001C6201">
        <w:t>2010)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NormalChar"/>
        </w:rPr>
      </w:pPr>
      <w:r w:rsidRPr="001C6201">
        <w:t>Comparing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later</w:t>
      </w:r>
      <w:r w:rsidR="00357F4D">
        <w:t xml:space="preserve"> </w:t>
      </w:r>
      <w:r w:rsidRPr="001C6201">
        <w:t>volumes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earlier</w:t>
      </w:r>
      <w:r w:rsidR="00357F4D">
        <w:t xml:space="preserve"> </w:t>
      </w:r>
      <w:r w:rsidRPr="001C6201">
        <w:t>parts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series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obvious</w:t>
      </w:r>
      <w:r w:rsidR="00357F4D">
        <w:t xml:space="preserve"> </w:t>
      </w:r>
      <w:r w:rsidRPr="001C6201">
        <w:t>point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subject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developed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point</w:t>
      </w:r>
      <w:r w:rsidR="00357F4D">
        <w:t xml:space="preserve"> </w:t>
      </w:r>
      <w:r w:rsidRPr="001C6201">
        <w:t>where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short</w:t>
      </w:r>
      <w:r w:rsidR="00357F4D">
        <w:t xml:space="preserve"> </w:t>
      </w:r>
      <w:r w:rsidRPr="001C6201">
        <w:t>volume</w:t>
      </w:r>
      <w:r w:rsidR="00357F4D">
        <w:t xml:space="preserve"> </w:t>
      </w:r>
      <w:r w:rsidRPr="001C6201">
        <w:t>devoted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generally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little</w:t>
      </w:r>
      <w:r w:rsidR="00357F4D">
        <w:t xml:space="preserve"> </w:t>
      </w:r>
      <w:r w:rsidRPr="001C6201">
        <w:t>purpose</w:t>
      </w:r>
      <w:r w:rsidR="00E11103">
        <w:t>.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degree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same</w:t>
      </w:r>
      <w:r w:rsidR="00357F4D">
        <w:t xml:space="preserve"> </w:t>
      </w:r>
      <w:r w:rsidRPr="001C6201">
        <w:t>development</w:t>
      </w:r>
      <w:r w:rsidR="00357F4D">
        <w:t xml:space="preserve"> </w:t>
      </w:r>
      <w:r w:rsidRPr="001C6201">
        <w:t>occurred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Readings</w:t>
      </w:r>
      <w:r w:rsidR="00357F4D">
        <w:t xml:space="preserve"> </w:t>
      </w:r>
      <w:r w:rsidRPr="001C6201">
        <w:t>series</w:t>
      </w:r>
      <w:r w:rsidR="00E11103">
        <w:t>,</w:t>
      </w:r>
      <w:r w:rsidR="00357F4D">
        <w:t xml:space="preserve"> </w:t>
      </w:r>
      <w:r w:rsidRPr="001C6201">
        <w:t>where</w:t>
      </w:r>
      <w:r w:rsidR="00357F4D"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edited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Quinton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published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1967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lastRenderedPageBreak/>
        <w:t>can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compared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Jeremy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Waldron’s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edited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collection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Theories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Rights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(Waldron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1985)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second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change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shift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from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editors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second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series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aptly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called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diagnosis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advocacy</w:t>
      </w:r>
      <w:r w:rsidR="00E11103">
        <w:rPr>
          <w:rStyle w:val="libNormalChar"/>
        </w:rPr>
        <w:t>: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arguments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substantive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views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which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</w:t>
      </w:r>
      <w:r w:rsidR="00357F4D">
        <w:rPr>
          <w:rStyle w:val="libNormalChar"/>
        </w:rPr>
        <w:t>-</w:t>
      </w:r>
      <w:r w:rsidRPr="001C1AD5">
        <w:rPr>
          <w:rStyle w:val="libNormalChar"/>
        </w:rPr>
        <w:t>emerged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Rawls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gave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others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courage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continue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This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think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matter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more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overcoming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some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dogmas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positivism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linguistic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rather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applying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other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aspects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analytic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philosophy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third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development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concerns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engagement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papers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social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sciences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editors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throughout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series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made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various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valiant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attempts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connect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allied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subjects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history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sociology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Over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decades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possible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detect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rising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importance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economics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rational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choice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theory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formal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models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possibly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diminishing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importance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qualitative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social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science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especially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sociology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some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degree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part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remaining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legacy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positivism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political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philosophy</w:t>
      </w:r>
      <w:r w:rsidR="00E11103">
        <w:rPr>
          <w:rStyle w:val="libNormalChar"/>
        </w:rPr>
        <w:t>: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refusal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countenance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empirical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theory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unless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yields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determinate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predictions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can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tested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observational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statistical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methods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However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powerful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counter</w:t>
      </w:r>
      <w:r w:rsidR="00357F4D">
        <w:rPr>
          <w:rStyle w:val="libNormalChar"/>
        </w:rPr>
        <w:t>-</w:t>
      </w:r>
      <w:r w:rsidRPr="001C1AD5">
        <w:rPr>
          <w:rStyle w:val="libNormalChar"/>
        </w:rPr>
        <w:t>current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also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exists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work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writers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Michael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Walzer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Bernard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Williams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Charles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Taylor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act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much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more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inclusive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view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counts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successful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useful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social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science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(see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example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Walzer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1983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Williams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2005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Taylor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1990)</w:t>
      </w:r>
      <w:r w:rsidR="00E11103">
        <w:rPr>
          <w:rStyle w:val="libNormalChar"/>
        </w:rPr>
        <w:t>.</w:t>
      </w:r>
    </w:p>
    <w:p w:rsidR="001C1AD5" w:rsidRDefault="001C1AD5" w:rsidP="001C1AD5">
      <w:pPr>
        <w:pStyle w:val="libNormal"/>
      </w:pPr>
      <w:r>
        <w:br w:type="page"/>
      </w:r>
    </w:p>
    <w:p w:rsidR="000E55C3" w:rsidRDefault="000E55C3" w:rsidP="000E55C3">
      <w:pPr>
        <w:pStyle w:val="Heading1Center"/>
      </w:pPr>
      <w:bookmarkStart w:id="5" w:name="_Toc421362878"/>
      <w:r w:rsidRPr="000E55C3">
        <w:lastRenderedPageBreak/>
        <w:t>6</w:t>
      </w:r>
      <w:r w:rsidR="00E11103">
        <w:t>.</w:t>
      </w:r>
      <w:r w:rsidR="00357F4D">
        <w:t xml:space="preserve"> </w:t>
      </w:r>
      <w:r w:rsidRPr="000E55C3">
        <w:t>Analytic</w:t>
      </w:r>
      <w:r w:rsidR="00357F4D">
        <w:t xml:space="preserve"> </w:t>
      </w:r>
      <w:r w:rsidRPr="000E55C3">
        <w:t>Political</w:t>
      </w:r>
      <w:r w:rsidR="00357F4D">
        <w:t xml:space="preserve"> </w:t>
      </w:r>
      <w:r w:rsidRPr="000E55C3">
        <w:t>Philosophy</w:t>
      </w:r>
      <w:r w:rsidR="00357F4D">
        <w:t xml:space="preserve"> </w:t>
      </w:r>
      <w:r w:rsidRPr="000E55C3">
        <w:t>since</w:t>
      </w:r>
      <w:r w:rsidR="00357F4D">
        <w:t xml:space="preserve"> </w:t>
      </w:r>
      <w:r w:rsidRPr="000E55C3">
        <w:t>1970</w:t>
      </w:r>
      <w:bookmarkEnd w:id="5"/>
    </w:p>
    <w:p w:rsidR="00E11103" w:rsidRDefault="001C1AD5" w:rsidP="001C1AD5">
      <w:pPr>
        <w:pStyle w:val="libNormal"/>
      </w:pPr>
      <w:r w:rsidRPr="001C6201">
        <w:t>We</w:t>
      </w:r>
      <w:r w:rsidR="00357F4D">
        <w:t xml:space="preserve"> </w:t>
      </w:r>
      <w:r w:rsidRPr="001C6201">
        <w:t>noted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opening</w:t>
      </w:r>
      <w:r w:rsidR="00357F4D">
        <w:t xml:space="preserve"> </w:t>
      </w:r>
      <w:r w:rsidRPr="001C6201">
        <w:t>section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that</w:t>
      </w:r>
      <w:r w:rsidR="00E11103">
        <w:t>,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foundation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possible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define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terms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rejection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idealism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logic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analysis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recent</w:t>
      </w:r>
      <w:r w:rsidR="00357F4D">
        <w:t xml:space="preserve"> </w:t>
      </w:r>
      <w:r w:rsidRPr="001C6201">
        <w:t>decades</w:t>
      </w:r>
      <w:r w:rsidR="00E11103">
        <w:t>,</w:t>
      </w:r>
      <w:r w:rsidR="00357F4D">
        <w:t xml:space="preserve"> </w:t>
      </w:r>
      <w:r w:rsidRPr="001C6201">
        <w:t>however</w:t>
      </w:r>
      <w:r w:rsidR="00E11103">
        <w:t>,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tended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defined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terms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Other</w:t>
      </w:r>
      <w:r w:rsidR="00E11103">
        <w:t>:</w:t>
      </w:r>
      <w:r w:rsidR="00357F4D">
        <w:t xml:space="preserve"> </w:t>
      </w:r>
      <w:r w:rsidRPr="001C6201">
        <w:t>continental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how</w:t>
      </w:r>
      <w:r w:rsidR="00357F4D">
        <w:t xml:space="preserve"> </w:t>
      </w:r>
      <w:r w:rsidRPr="001C6201">
        <w:t>exactly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characterise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distinction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relation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contested</w:t>
      </w:r>
      <w:r w:rsidR="00357F4D">
        <w:t xml:space="preserve"> </w:t>
      </w:r>
      <w:r w:rsidRPr="001C6201">
        <w:t>(Glock</w:t>
      </w:r>
      <w:r w:rsidR="00E11103">
        <w:t>,</w:t>
      </w:r>
      <w:r w:rsidR="00357F4D">
        <w:t xml:space="preserve"> </w:t>
      </w:r>
      <w:r w:rsidRPr="001C6201">
        <w:t>2008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179</w:t>
      </w:r>
      <w:r w:rsidR="00357F4D">
        <w:t>-</w:t>
      </w:r>
      <w:r w:rsidRPr="001C6201">
        <w:t>203)</w:t>
      </w:r>
      <w:r w:rsidR="00E11103">
        <w:t>.</w:t>
      </w:r>
      <w:r w:rsidR="00357F4D">
        <w:t xml:space="preserve"> </w:t>
      </w:r>
      <w:r w:rsidRPr="001C6201">
        <w:t>So</w:t>
      </w:r>
      <w:r w:rsidR="00E11103">
        <w:t>,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example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often</w:t>
      </w:r>
      <w:r w:rsidR="00357F4D">
        <w:t xml:space="preserve"> </w:t>
      </w:r>
      <w:r w:rsidRPr="001C6201">
        <w:t>thought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aims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clarification</w:t>
      </w:r>
      <w:r w:rsidR="00E11103">
        <w:t>,</w:t>
      </w:r>
      <w:r w:rsidR="00357F4D">
        <w:t xml:space="preserve"> </w:t>
      </w:r>
      <w:r w:rsidRPr="001C6201">
        <w:t>while</w:t>
      </w:r>
      <w:r w:rsidR="00357F4D">
        <w:t xml:space="preserve"> </w:t>
      </w:r>
      <w:r w:rsidRPr="001C6201">
        <w:t>continental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politically</w:t>
      </w:r>
      <w:r w:rsidR="00357F4D">
        <w:t xml:space="preserve"> </w:t>
      </w:r>
      <w:r w:rsidRPr="001C6201">
        <w:t>engaged</w:t>
      </w:r>
      <w:r w:rsidR="00E11103">
        <w:t>.</w:t>
      </w:r>
      <w:r w:rsidR="00357F4D">
        <w:t xml:space="preserve"> </w:t>
      </w:r>
      <w:r w:rsidRPr="001C6201">
        <w:t>While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plausible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tendency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will</w:t>
      </w:r>
      <w:r w:rsidR="00357F4D">
        <w:t xml:space="preserve"> </w:t>
      </w:r>
      <w:r w:rsidRPr="001C6201">
        <w:t>hardly</w:t>
      </w:r>
      <w:r w:rsidR="00357F4D">
        <w:t xml:space="preserve"> </w:t>
      </w:r>
      <w:r w:rsidRPr="001C6201">
        <w:t>do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criterion</w:t>
      </w:r>
      <w:r w:rsidR="00E11103">
        <w:t>.</w:t>
      </w:r>
      <w:r w:rsidR="00357F4D">
        <w:t xml:space="preserve"> </w:t>
      </w:r>
      <w:r w:rsidRPr="001C6201">
        <w:t>Equally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may</w:t>
      </w:r>
      <w:r w:rsidR="00357F4D">
        <w:t xml:space="preserve"> </w:t>
      </w:r>
      <w:r w:rsidRPr="001C6201">
        <w:t>often</w:t>
      </w:r>
      <w:r w:rsidR="00357F4D">
        <w:t xml:space="preserve"> </w:t>
      </w:r>
      <w:r w:rsidRPr="001C6201">
        <w:t>appear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looks</w:t>
      </w:r>
      <w:r w:rsidR="00357F4D">
        <w:t xml:space="preserve"> </w:t>
      </w:r>
      <w:r w:rsidRPr="001C6201">
        <w:t>towards</w:t>
      </w:r>
      <w:r w:rsidR="00357F4D">
        <w:t xml:space="preserve"> </w:t>
      </w:r>
      <w:r w:rsidRPr="001C6201">
        <w:t>mathematics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empirical</w:t>
      </w:r>
      <w:r w:rsidR="00357F4D">
        <w:t xml:space="preserve"> </w:t>
      </w:r>
      <w:r w:rsidRPr="001C6201">
        <w:t>sciences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models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methodology</w:t>
      </w:r>
      <w:r w:rsidR="00E11103">
        <w:t>,</w:t>
      </w:r>
      <w:r w:rsidR="00357F4D">
        <w:t xml:space="preserve"> </w:t>
      </w:r>
      <w:r w:rsidRPr="001C6201">
        <w:t>whereas</w:t>
      </w:r>
      <w:r w:rsidR="00357F4D">
        <w:t xml:space="preserve"> </w:t>
      </w:r>
      <w:r w:rsidRPr="001C6201">
        <w:t>continental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looks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towards</w:t>
      </w:r>
      <w:r w:rsidR="00357F4D">
        <w:t xml:space="preserve"> </w:t>
      </w:r>
      <w:r w:rsidRPr="001C6201">
        <w:t>literary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interpretive</w:t>
      </w:r>
      <w:r w:rsidR="00357F4D">
        <w:t xml:space="preserve"> </w:t>
      </w:r>
      <w:r w:rsidRPr="001C6201">
        <w:t>studies</w:t>
      </w:r>
      <w:r w:rsidR="00E11103">
        <w:t>.</w:t>
      </w:r>
      <w:r w:rsidR="00357F4D">
        <w:t xml:space="preserve"> </w:t>
      </w:r>
      <w:r w:rsidRPr="001C6201">
        <w:t>Again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seems</w:t>
      </w:r>
      <w:r w:rsidR="00357F4D">
        <w:t xml:space="preserve"> </w:t>
      </w:r>
      <w:r w:rsidRPr="001C6201">
        <w:t>fair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broad</w:t>
      </w:r>
      <w:r w:rsidR="00357F4D">
        <w:t xml:space="preserve"> </w:t>
      </w:r>
      <w:r w:rsidRPr="001C6201">
        <w:t>characterisation</w:t>
      </w:r>
      <w:r w:rsidR="00E11103">
        <w:t>,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many</w:t>
      </w:r>
      <w:r w:rsidR="00357F4D">
        <w:t xml:space="preserve"> </w:t>
      </w:r>
      <w:r w:rsidRPr="001C6201">
        <w:t>counter</w:t>
      </w:r>
      <w:r w:rsidR="00357F4D">
        <w:t>-</w:t>
      </w:r>
      <w:r w:rsidRPr="001C6201">
        <w:t>examples</w:t>
      </w:r>
      <w:r w:rsidR="00E11103">
        <w:t>.</w:t>
      </w:r>
      <w:r w:rsidR="00357F4D">
        <w:t xml:space="preserve"> </w:t>
      </w:r>
      <w:r w:rsidRPr="001C6201">
        <w:t>Perhaps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best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do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say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broad</w:t>
      </w:r>
      <w:r w:rsidR="00357F4D">
        <w:t xml:space="preserve"> </w:t>
      </w:r>
      <w:r w:rsidRPr="001C6201">
        <w:t>distinction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seen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line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intellectual</w:t>
      </w:r>
      <w:r w:rsidR="00357F4D">
        <w:t xml:space="preserve"> </w:t>
      </w:r>
      <w:r w:rsidRPr="001C6201">
        <w:t>tradition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runs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John</w:t>
      </w:r>
      <w:r w:rsidR="00357F4D">
        <w:t xml:space="preserve"> </w:t>
      </w:r>
      <w:r w:rsidRPr="001C6201">
        <w:t>Stuart</w:t>
      </w:r>
      <w:r w:rsidR="00357F4D">
        <w:t xml:space="preserve"> </w:t>
      </w:r>
      <w:r w:rsidRPr="001C6201">
        <w:t>Mill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another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Hegel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1C1AD5">
        <w:t>Any</w:t>
      </w:r>
      <w:r w:rsidR="00357F4D">
        <w:t xml:space="preserve"> </w:t>
      </w:r>
      <w:r w:rsidRPr="001C1AD5">
        <w:t>list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‘leading</w:t>
      </w:r>
      <w:r w:rsidR="00357F4D">
        <w:t xml:space="preserve"> </w:t>
      </w:r>
      <w:r w:rsidRPr="001C1AD5">
        <w:t>contemporary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philosophers’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bound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contested</w:t>
      </w:r>
      <w:r w:rsidR="00E11103">
        <w:t>.</w:t>
      </w:r>
      <w:r w:rsidR="00357F4D">
        <w:t xml:space="preserve"> </w:t>
      </w:r>
      <w:r w:rsidRPr="001C1AD5">
        <w:t>Yet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possible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identify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broad</w:t>
      </w:r>
      <w:r w:rsidR="00357F4D">
        <w:t xml:space="preserve"> </w:t>
      </w:r>
      <w:r w:rsidRPr="001C1AD5">
        <w:t>grouping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philosophers</w:t>
      </w:r>
      <w:r w:rsidR="00357F4D">
        <w:t xml:space="preserve"> </w:t>
      </w:r>
      <w:r w:rsidRPr="001C1AD5">
        <w:t>who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common</w:t>
      </w:r>
      <w:r w:rsidR="00357F4D">
        <w:t xml:space="preserve"> </w:t>
      </w:r>
      <w:r w:rsidRPr="001C1AD5">
        <w:t>respect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particular</w:t>
      </w:r>
      <w:r w:rsidR="00357F4D">
        <w:t xml:space="preserve"> </w:t>
      </w:r>
      <w:r w:rsidRPr="001C1AD5">
        <w:t>type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discipline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thought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argument</w:t>
      </w:r>
      <w:r w:rsidR="00E11103">
        <w:t>,</w:t>
      </w:r>
      <w:r w:rsidR="00357F4D">
        <w:t xml:space="preserve"> </w:t>
      </w:r>
      <w:r w:rsidRPr="001C1AD5">
        <w:t>distinctions</w:t>
      </w:r>
      <w:r w:rsidR="00E11103">
        <w:t>,</w:t>
      </w:r>
      <w:r w:rsidR="00357F4D">
        <w:t xml:space="preserve"> </w:t>
      </w:r>
      <w:r w:rsidRPr="001C1AD5">
        <w:t>thesis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counter</w:t>
      </w:r>
      <w:r w:rsidR="00357F4D">
        <w:t>-</w:t>
      </w:r>
      <w:r w:rsidRPr="001C1AD5">
        <w:t>example</w:t>
      </w:r>
      <w:r w:rsidR="00357F4D">
        <w:t xml:space="preserve"> </w:t>
      </w:r>
      <w:r w:rsidRPr="001C1AD5">
        <w:t>characterise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work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self</w:t>
      </w:r>
      <w:r w:rsidR="00357F4D">
        <w:t>-</w:t>
      </w:r>
      <w:r w:rsidRPr="001C1AD5">
        <w:t>conscious</w:t>
      </w:r>
      <w:r w:rsidR="00357F4D">
        <w:t xml:space="preserve"> </w:t>
      </w:r>
      <w:r w:rsidRPr="001C1AD5">
        <w:t>attempt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achieve</w:t>
      </w:r>
      <w:r w:rsidR="00357F4D">
        <w:t xml:space="preserve"> </w:t>
      </w:r>
      <w:r w:rsidRPr="001C1AD5">
        <w:t>rigour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clarity</w:t>
      </w:r>
      <w:r w:rsidR="00E11103">
        <w:t>.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take</w:t>
      </w:r>
      <w:r w:rsidR="00357F4D">
        <w:t xml:space="preserve"> </w:t>
      </w:r>
      <w:r w:rsidRPr="001C1AD5">
        <w:t>each</w:t>
      </w:r>
      <w:r w:rsidR="00357F4D">
        <w:t xml:space="preserve"> </w:t>
      </w:r>
      <w:r w:rsidRPr="001C1AD5">
        <w:t>other’s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extremely</w:t>
      </w:r>
      <w:r w:rsidR="00357F4D">
        <w:t xml:space="preserve"> </w:t>
      </w:r>
      <w:r w:rsidRPr="001C1AD5">
        <w:t>seriously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will</w:t>
      </w:r>
      <w:r w:rsidR="00357F4D">
        <w:t xml:space="preserve"> </w:t>
      </w:r>
      <w:r w:rsidRPr="001C1AD5">
        <w:t>naturally</w:t>
      </w:r>
      <w:r w:rsidR="00357F4D">
        <w:t xml:space="preserve"> </w:t>
      </w:r>
      <w:r w:rsidRPr="001C1AD5">
        <w:t>attempt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position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own</w:t>
      </w:r>
      <w:r w:rsidR="00357F4D">
        <w:t xml:space="preserve"> </w:t>
      </w:r>
      <w:r w:rsidRPr="001C1AD5">
        <w:t>contributions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light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positions</w:t>
      </w:r>
      <w:r w:rsidR="00357F4D">
        <w:t xml:space="preserve"> </w:t>
      </w:r>
      <w:r w:rsidRPr="001C1AD5">
        <w:t>they</w:t>
      </w:r>
      <w:r w:rsidR="00357F4D">
        <w:t xml:space="preserve"> </w:t>
      </w:r>
      <w:r w:rsidRPr="001C1AD5">
        <w:t>attribute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others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group</w:t>
      </w:r>
      <w:r w:rsidR="00E11103">
        <w:t>.</w:t>
      </w:r>
      <w:r w:rsidR="00357F4D">
        <w:t xml:space="preserve"> </w:t>
      </w:r>
      <w:r w:rsidRPr="001C1AD5">
        <w:t>Yet</w:t>
      </w:r>
      <w:r w:rsidR="00357F4D">
        <w:t xml:space="preserve"> </w:t>
      </w:r>
      <w:r w:rsidRPr="001C1AD5">
        <w:t>there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great</w:t>
      </w:r>
      <w:r w:rsidR="00357F4D">
        <w:t xml:space="preserve"> </w:t>
      </w:r>
      <w:r w:rsidRPr="001C1AD5">
        <w:t>deal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difference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styles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writing</w:t>
      </w:r>
      <w:r w:rsidR="00357F4D">
        <w:t xml:space="preserve"> </w:t>
      </w:r>
      <w:r w:rsidRPr="001C1AD5">
        <w:t>too</w:t>
      </w:r>
      <w:r w:rsidR="00E11103">
        <w:t>.</w:t>
      </w:r>
      <w:r w:rsidR="00357F4D">
        <w:t xml:space="preserve"> </w:t>
      </w:r>
      <w:r w:rsidRPr="001C1AD5">
        <w:t>One</w:t>
      </w:r>
      <w:r w:rsidR="00357F4D">
        <w:t xml:space="preserve"> </w:t>
      </w:r>
      <w:r w:rsidRPr="001C1AD5">
        <w:t>thing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especially</w:t>
      </w:r>
      <w:r w:rsidR="00357F4D">
        <w:t xml:space="preserve"> </w:t>
      </w:r>
      <w:r w:rsidRPr="001C1AD5">
        <w:t>striking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use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examples</w:t>
      </w:r>
      <w:r w:rsidR="00E11103">
        <w:t>.</w:t>
      </w:r>
      <w:r w:rsidR="00357F4D">
        <w:t xml:space="preserve"> </w:t>
      </w:r>
      <w:r w:rsidRPr="001C1AD5">
        <w:t>Rawls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E11103">
        <w:rPr>
          <w:rStyle w:val="libItalicChar"/>
        </w:rPr>
        <w:t>,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relatively</w:t>
      </w:r>
      <w:r w:rsidR="00357F4D">
        <w:t xml:space="preserve"> </w:t>
      </w:r>
      <w:r w:rsidRPr="001C1AD5">
        <w:t>sparing</w:t>
      </w:r>
      <w:r w:rsidR="00357F4D">
        <w:t xml:space="preserve"> </w:t>
      </w:r>
      <w:r w:rsidRPr="001C1AD5">
        <w:t>(Rawls</w:t>
      </w:r>
      <w:r w:rsidR="00E11103">
        <w:t>,</w:t>
      </w:r>
      <w:r w:rsidR="00357F4D">
        <w:t xml:space="preserve"> </w:t>
      </w:r>
      <w:r w:rsidRPr="001C1AD5">
        <w:t>1971)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Anarchy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State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Utopia</w:t>
      </w:r>
      <w:r w:rsidR="00E11103">
        <w:t>,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contrast</w:t>
      </w:r>
      <w:r w:rsidR="00E11103">
        <w:t>,</w:t>
      </w:r>
      <w:r w:rsidR="00357F4D">
        <w:t xml:space="preserve"> </w:t>
      </w:r>
      <w:r w:rsidRPr="001C1AD5">
        <w:t>bristles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examples</w:t>
      </w:r>
      <w:r w:rsidR="00E11103">
        <w:t>,</w:t>
      </w:r>
      <w:r w:rsidR="00357F4D">
        <w:t xml:space="preserve"> </w:t>
      </w:r>
      <w:r w:rsidRPr="001C1AD5">
        <w:t>almost</w:t>
      </w:r>
      <w:r w:rsidR="00357F4D">
        <w:t xml:space="preserve"> </w:t>
      </w:r>
      <w:r w:rsidRPr="001C1AD5">
        <w:t>all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which</w:t>
      </w:r>
      <w:r w:rsidR="00357F4D">
        <w:t xml:space="preserve"> </w:t>
      </w:r>
      <w:r w:rsidRPr="001C1AD5">
        <w:t>are</w:t>
      </w:r>
      <w:r w:rsidR="00357F4D">
        <w:t xml:space="preserve"> </w:t>
      </w:r>
      <w:r w:rsidRPr="001C1AD5">
        <w:t>stark</w:t>
      </w:r>
      <w:r w:rsidR="00E11103">
        <w:t>,</w:t>
      </w:r>
      <w:r w:rsidR="00357F4D">
        <w:t xml:space="preserve"> </w:t>
      </w:r>
      <w:r w:rsidRPr="001C1AD5">
        <w:t>small</w:t>
      </w:r>
      <w:r w:rsidR="00357F4D">
        <w:t>-</w:t>
      </w:r>
      <w:r w:rsidRPr="001C1AD5">
        <w:t>scale</w:t>
      </w:r>
      <w:r w:rsidR="00E11103">
        <w:t>,</w:t>
      </w:r>
      <w:r w:rsidR="00357F4D">
        <w:t xml:space="preserve"> </w:t>
      </w:r>
      <w:r w:rsidRPr="001C1AD5">
        <w:t>abstract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entirely</w:t>
      </w:r>
      <w:r w:rsidR="00357F4D">
        <w:t xml:space="preserve"> </w:t>
      </w:r>
      <w:r w:rsidRPr="001C1AD5">
        <w:t>fictional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many</w:t>
      </w:r>
      <w:r w:rsidR="00357F4D">
        <w:t xml:space="preserve"> </w:t>
      </w:r>
      <w:r w:rsidRPr="001C1AD5">
        <w:t>carry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great</w:t>
      </w:r>
      <w:r w:rsidR="00357F4D">
        <w:t xml:space="preserve"> </w:t>
      </w:r>
      <w:r w:rsidRPr="001C1AD5">
        <w:t>deal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argumentative</w:t>
      </w:r>
      <w:r w:rsidR="00357F4D">
        <w:t xml:space="preserve"> </w:t>
      </w:r>
      <w:r w:rsidRPr="001C1AD5">
        <w:t>weight</w:t>
      </w:r>
      <w:r w:rsidR="00E11103">
        <w:t>,</w:t>
      </w:r>
      <w:r w:rsidR="00357F4D">
        <w:t xml:space="preserve"> </w:t>
      </w:r>
      <w:r w:rsidRPr="001C1AD5">
        <w:t>especially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way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counter</w:t>
      </w:r>
      <w:r w:rsidR="00357F4D">
        <w:t>-</w:t>
      </w:r>
      <w:r w:rsidRPr="001C1AD5">
        <w:t>example</w:t>
      </w:r>
      <w:r w:rsidR="00357F4D">
        <w:t xml:space="preserve"> </w:t>
      </w:r>
      <w:r w:rsidRPr="001C1AD5">
        <w:t>(Nozick</w:t>
      </w:r>
      <w:r w:rsidR="00E11103">
        <w:t>,</w:t>
      </w:r>
      <w:r w:rsidR="00357F4D">
        <w:t xml:space="preserve"> </w:t>
      </w:r>
      <w:r w:rsidRPr="001C1AD5">
        <w:t>1974)</w:t>
      </w:r>
      <w:r w:rsidR="00E11103">
        <w:t>.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approach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found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Dworkin</w:t>
      </w:r>
      <w:r w:rsidR="00E11103">
        <w:t>,</w:t>
      </w:r>
      <w:r w:rsidR="00357F4D">
        <w:t xml:space="preserve"> </w:t>
      </w:r>
      <w:r w:rsidRPr="001C1AD5">
        <w:t>Cohen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some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Sen</w:t>
      </w:r>
      <w:r w:rsidR="00357F4D">
        <w:t xml:space="preserve"> </w:t>
      </w:r>
      <w:r w:rsidRPr="001C1AD5">
        <w:t>(although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other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Sen</w:t>
      </w:r>
      <w:r w:rsidR="00357F4D">
        <w:t xml:space="preserve"> </w:t>
      </w:r>
      <w:r w:rsidRPr="001C1AD5">
        <w:t>also</w:t>
      </w:r>
      <w:r w:rsidR="00357F4D">
        <w:t xml:space="preserve"> </w:t>
      </w:r>
      <w:r w:rsidRPr="001C1AD5">
        <w:t>uses</w:t>
      </w:r>
      <w:r w:rsidR="00357F4D">
        <w:t xml:space="preserve"> </w:t>
      </w:r>
      <w:r w:rsidRPr="001C1AD5">
        <w:t>many</w:t>
      </w:r>
      <w:r w:rsidR="00357F4D">
        <w:t xml:space="preserve"> </w:t>
      </w:r>
      <w:r w:rsidRPr="001C1AD5">
        <w:t>real</w:t>
      </w:r>
      <w:r w:rsidR="00357F4D">
        <w:t>-</w:t>
      </w:r>
      <w:r w:rsidRPr="001C1AD5">
        <w:t>world</w:t>
      </w:r>
      <w:r w:rsidR="00357F4D">
        <w:t xml:space="preserve"> </w:t>
      </w:r>
      <w:r w:rsidRPr="001C1AD5">
        <w:t>cases</w:t>
      </w:r>
      <w:r w:rsidR="00357F4D">
        <w:t xml:space="preserve"> </w:t>
      </w:r>
      <w:r w:rsidRPr="001C1AD5">
        <w:t>too</w:t>
      </w:r>
      <w:r w:rsidR="00E11103">
        <w:t>,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example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Sen</w:t>
      </w:r>
      <w:r w:rsidR="00357F4D">
        <w:t xml:space="preserve"> </w:t>
      </w:r>
      <w:r w:rsidRPr="001C1AD5">
        <w:t>1999)</w:t>
      </w:r>
      <w:r w:rsidR="00E11103">
        <w:t>.</w:t>
      </w:r>
      <w:r w:rsidR="00357F4D">
        <w:t xml:space="preserve"> </w:t>
      </w:r>
      <w:r w:rsidRPr="001C1AD5">
        <w:t>Nozick</w:t>
      </w:r>
      <w:r w:rsidR="00357F4D">
        <w:t xml:space="preserve"> </w:t>
      </w:r>
      <w:r w:rsidRPr="001C1AD5">
        <w:t>notes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approach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may</w:t>
      </w:r>
      <w:r w:rsidR="00357F4D">
        <w:t xml:space="preserve"> </w:t>
      </w:r>
      <w:r w:rsidRPr="001C1AD5">
        <w:t>strike</w:t>
      </w:r>
      <w:r w:rsidR="00357F4D">
        <w:t xml:space="preserve"> </w:t>
      </w:r>
      <w:r w:rsidRPr="001C1AD5">
        <w:t>some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troubling</w:t>
      </w:r>
      <w:r w:rsidR="00357F4D">
        <w:t xml:space="preserve"> </w:t>
      </w:r>
      <w:r w:rsidR="00E11103">
        <w:t>:</w:t>
      </w:r>
    </w:p>
    <w:p w:rsidR="001C1AD5" w:rsidRDefault="001C1AD5" w:rsidP="001C1AD5">
      <w:pPr>
        <w:pStyle w:val="libNormal"/>
      </w:pPr>
      <w:r w:rsidRPr="001C6201">
        <w:t>I</w:t>
      </w:r>
      <w:r w:rsidR="00357F4D">
        <w:t xml:space="preserve"> </w:t>
      </w:r>
      <w:r w:rsidRPr="001C6201">
        <w:t>write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mode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philosophical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epistemology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metaphysics</w:t>
      </w:r>
      <w:r w:rsidR="00E11103">
        <w:t>: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elaborate</w:t>
      </w:r>
      <w:r w:rsidR="00357F4D">
        <w:t xml:space="preserve"> </w:t>
      </w:r>
      <w:r w:rsidRPr="001C6201">
        <w:t>arguments</w:t>
      </w:r>
      <w:r w:rsidR="00E11103">
        <w:t>,</w:t>
      </w:r>
      <w:r w:rsidR="00357F4D">
        <w:t xml:space="preserve"> </w:t>
      </w:r>
      <w:r w:rsidRPr="001C6201">
        <w:t>claims</w:t>
      </w:r>
      <w:r w:rsidR="00357F4D">
        <w:t xml:space="preserve"> </w:t>
      </w:r>
      <w:r w:rsidRPr="001C6201">
        <w:t>rebutted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unlikely</w:t>
      </w:r>
      <w:r w:rsidR="00357F4D">
        <w:t xml:space="preserve"> </w:t>
      </w:r>
      <w:r w:rsidRPr="001C6201">
        <w:t>counterexamples</w:t>
      </w:r>
      <w:r w:rsidR="00E11103">
        <w:t>,</w:t>
      </w:r>
      <w:r w:rsidR="00357F4D">
        <w:t xml:space="preserve"> </w:t>
      </w:r>
      <w:r w:rsidRPr="001C6201">
        <w:t>surprising</w:t>
      </w:r>
      <w:r w:rsidR="00357F4D">
        <w:t xml:space="preserve"> </w:t>
      </w:r>
      <w:r w:rsidRPr="001C6201">
        <w:t>theses</w:t>
      </w:r>
      <w:r w:rsidR="00E11103">
        <w:t>,</w:t>
      </w:r>
      <w:r w:rsidR="00357F4D">
        <w:t xml:space="preserve"> </w:t>
      </w:r>
      <w:r w:rsidRPr="001C6201">
        <w:t>puzzles</w:t>
      </w:r>
      <w:r w:rsidR="00E11103">
        <w:t>,</w:t>
      </w:r>
      <w:r w:rsidR="00357F4D">
        <w:t xml:space="preserve"> </w:t>
      </w:r>
      <w:r w:rsidRPr="001C6201">
        <w:t>abstract</w:t>
      </w:r>
      <w:r w:rsidR="00357F4D">
        <w:t xml:space="preserve"> </w:t>
      </w:r>
      <w:r w:rsidRPr="001C6201">
        <w:t>structural</w:t>
      </w:r>
      <w:r w:rsidR="00357F4D">
        <w:t xml:space="preserve"> </w:t>
      </w:r>
      <w:r w:rsidRPr="001C6201">
        <w:t>conditions</w:t>
      </w:r>
      <w:r w:rsidR="00E11103">
        <w:t>,</w:t>
      </w:r>
      <w:r w:rsidR="00357F4D">
        <w:t xml:space="preserve"> </w:t>
      </w:r>
      <w:r w:rsidRPr="001C6201">
        <w:t>challenges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find</w:t>
      </w:r>
      <w:r w:rsidR="00357F4D">
        <w:t xml:space="preserve"> </w:t>
      </w:r>
      <w:r w:rsidRPr="001C6201">
        <w:t>another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fits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specified</w:t>
      </w:r>
      <w:r w:rsidR="00357F4D">
        <w:t xml:space="preserve"> </w:t>
      </w:r>
      <w:r w:rsidRPr="001C6201">
        <w:t>range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cases</w:t>
      </w:r>
      <w:r w:rsidR="00E11103">
        <w:t>,</w:t>
      </w:r>
      <w:r w:rsidR="00357F4D">
        <w:t xml:space="preserve"> </w:t>
      </w:r>
      <w:r w:rsidRPr="001C6201">
        <w:t>startling</w:t>
      </w:r>
      <w:r w:rsidR="00357F4D">
        <w:t xml:space="preserve"> </w:t>
      </w:r>
      <w:r w:rsidRPr="001C6201">
        <w:t>conclusions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</w:t>
      </w:r>
      <w:r w:rsidR="00357F4D">
        <w:t xml:space="preserve"> </w:t>
      </w:r>
      <w:r w:rsidRPr="001C6201">
        <w:t>on</w:t>
      </w:r>
      <w:r w:rsidR="00E11103">
        <w:t>.</w:t>
      </w:r>
      <w:r w:rsidR="00357F4D">
        <w:t xml:space="preserve"> </w:t>
      </w:r>
      <w:r w:rsidRPr="001C6201">
        <w:t>Though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makes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intellectual</w:t>
      </w:r>
      <w:r w:rsidR="00357F4D">
        <w:t xml:space="preserve"> </w:t>
      </w:r>
      <w:r w:rsidRPr="001C6201">
        <w:t>interest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excitement</w:t>
      </w:r>
      <w:r w:rsidR="00357F4D">
        <w:t xml:space="preserve"> </w:t>
      </w:r>
      <w:r w:rsidRPr="001C6201">
        <w:t>(I</w:t>
      </w:r>
      <w:r w:rsidR="00357F4D">
        <w:t xml:space="preserve"> </w:t>
      </w:r>
      <w:r w:rsidRPr="001C6201">
        <w:t>hope)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may</w:t>
      </w:r>
      <w:r w:rsidR="00357F4D">
        <w:t xml:space="preserve"> </w:t>
      </w:r>
      <w:r w:rsidRPr="001C6201">
        <w:t>feel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truth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ethics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too</w:t>
      </w:r>
      <w:r w:rsidR="00357F4D">
        <w:t xml:space="preserve"> </w:t>
      </w:r>
      <w:r w:rsidRPr="001C6201">
        <w:t>serious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important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obtained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‘flashy’</w:t>
      </w:r>
      <w:r w:rsidR="00357F4D">
        <w:t xml:space="preserve"> </w:t>
      </w:r>
      <w:r w:rsidRPr="001C6201">
        <w:t>tools</w:t>
      </w:r>
      <w:r w:rsidR="00E11103">
        <w:t>.</w:t>
      </w:r>
      <w:r w:rsidR="00357F4D">
        <w:t xml:space="preserve"> </w:t>
      </w:r>
      <w:r w:rsidRPr="001C6201">
        <w:t>Nevertheless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may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correctness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ethics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found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usually</w:t>
      </w:r>
      <w:r w:rsidR="00357F4D">
        <w:t xml:space="preserve"> </w:t>
      </w:r>
      <w:r w:rsidRPr="001C6201">
        <w:t>think</w:t>
      </w:r>
      <w:r w:rsidR="00357F4D">
        <w:t xml:space="preserve"> </w:t>
      </w:r>
      <w:r w:rsidRPr="001C6201">
        <w:t>(Nozick</w:t>
      </w:r>
      <w:r w:rsidR="00E11103">
        <w:t>,</w:t>
      </w:r>
      <w:r w:rsidR="00357F4D">
        <w:t xml:space="preserve"> </w:t>
      </w:r>
      <w:r w:rsidRPr="001C6201">
        <w:t>1974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x)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1C1AD5">
        <w:t>Many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philosophers</w:t>
      </w:r>
      <w:r w:rsidR="00357F4D">
        <w:t xml:space="preserve"> </w:t>
      </w:r>
      <w:r w:rsidRPr="001C1AD5">
        <w:t>now</w:t>
      </w:r>
      <w:r w:rsidR="00357F4D">
        <w:t xml:space="preserve"> </w:t>
      </w:r>
      <w:r w:rsidRPr="001C1AD5">
        <w:t>argue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style</w:t>
      </w:r>
      <w:r w:rsidR="00357F4D">
        <w:t xml:space="preserve"> </w:t>
      </w:r>
      <w:r w:rsidRPr="001C1AD5">
        <w:t>brought</w:t>
      </w:r>
      <w:r w:rsidR="00357F4D">
        <w:t xml:space="preserve"> </w:t>
      </w:r>
      <w:r w:rsidRPr="001C1AD5">
        <w:t>out</w:t>
      </w:r>
      <w:r w:rsidR="00357F4D">
        <w:t xml:space="preserve"> </w:t>
      </w:r>
      <w:r w:rsidRPr="001C1AD5">
        <w:t>most</w:t>
      </w:r>
      <w:r w:rsidR="00357F4D">
        <w:t xml:space="preserve"> </w:t>
      </w:r>
      <w:r w:rsidRPr="001C1AD5">
        <w:t>clearly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explicitly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Nozick</w:t>
      </w:r>
      <w:r w:rsidR="00E11103">
        <w:t>,</w:t>
      </w:r>
      <w:r w:rsidR="00357F4D">
        <w:t xml:space="preserve"> </w:t>
      </w:r>
      <w:r w:rsidRPr="001C1AD5">
        <w:t>although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had</w:t>
      </w:r>
      <w:r w:rsidR="00357F4D">
        <w:t xml:space="preserve"> </w:t>
      </w:r>
      <w:r w:rsidRPr="001C1AD5">
        <w:t>already</w:t>
      </w:r>
      <w:r w:rsidR="00357F4D">
        <w:t xml:space="preserve"> </w:t>
      </w:r>
      <w:r w:rsidRPr="001C1AD5">
        <w:t>been</w:t>
      </w:r>
      <w:r w:rsidR="00357F4D">
        <w:t xml:space="preserve"> </w:t>
      </w:r>
      <w:r w:rsidRPr="001C1AD5">
        <w:t>pioneered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Judith</w:t>
      </w:r>
      <w:r w:rsidR="00357F4D">
        <w:t xml:space="preserve"> </w:t>
      </w:r>
      <w:r w:rsidRPr="001C1AD5">
        <w:t>Jarvis</w:t>
      </w:r>
      <w:r w:rsidR="00357F4D">
        <w:t xml:space="preserve"> </w:t>
      </w:r>
      <w:r w:rsidRPr="001C1AD5">
        <w:t>Thomson</w:t>
      </w:r>
      <w:r w:rsidR="00E11103">
        <w:t>,</w:t>
      </w:r>
      <w:r w:rsidR="00357F4D">
        <w:t xml:space="preserve"> </w:t>
      </w:r>
      <w:r w:rsidRPr="001C1AD5">
        <w:t>most</w:t>
      </w:r>
      <w:r w:rsidR="00357F4D">
        <w:t xml:space="preserve"> </w:t>
      </w:r>
      <w:r w:rsidRPr="001C1AD5">
        <w:t>notably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her</w:t>
      </w:r>
      <w:r w:rsidR="00357F4D">
        <w:t xml:space="preserve"> </w:t>
      </w:r>
      <w:r w:rsidRPr="001C1AD5">
        <w:t>‘A</w:t>
      </w:r>
      <w:r w:rsidR="00357F4D">
        <w:t xml:space="preserve"> </w:t>
      </w:r>
      <w:r w:rsidRPr="001C1AD5">
        <w:t>Defence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Abortion’</w:t>
      </w:r>
      <w:r w:rsidR="00E11103">
        <w:t>,</w:t>
      </w:r>
      <w:r w:rsidR="00357F4D">
        <w:t xml:space="preserve"> </w:t>
      </w:r>
      <w:r w:rsidRPr="001C1AD5">
        <w:lastRenderedPageBreak/>
        <w:t>published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first</w:t>
      </w:r>
      <w:r w:rsidR="00357F4D">
        <w:t xml:space="preserve"> </w:t>
      </w:r>
      <w:r w:rsidRPr="001C1AD5">
        <w:t>issue</w:t>
      </w:r>
      <w:r w:rsidR="00357F4D"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Public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Affairs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1971</w:t>
      </w:r>
      <w:r w:rsidR="00357F4D">
        <w:t xml:space="preserve"> </w:t>
      </w:r>
      <w:r w:rsidRPr="001C1AD5">
        <w:t>(Thomson</w:t>
      </w:r>
      <w:r w:rsidR="00357F4D">
        <w:t xml:space="preserve"> </w:t>
      </w:r>
      <w:r w:rsidRPr="001C1AD5">
        <w:t>1971)</w:t>
      </w:r>
      <w:r w:rsidR="00E11103">
        <w:t>,</w:t>
      </w:r>
      <w:r w:rsidR="00357F4D">
        <w:t xml:space="preserve"> </w:t>
      </w:r>
      <w:r w:rsidRPr="001C1AD5">
        <w:t>and</w:t>
      </w:r>
      <w:r w:rsidR="00E11103">
        <w:t>,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some</w:t>
      </w:r>
      <w:r w:rsidR="00357F4D">
        <w:t xml:space="preserve"> </w:t>
      </w:r>
      <w:r w:rsidRPr="001C1AD5">
        <w:t>degree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published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H</w:t>
      </w:r>
      <w:r w:rsidR="00E11103">
        <w:t>.</w:t>
      </w:r>
      <w:r w:rsidRPr="001C1AD5">
        <w:t>L</w:t>
      </w:r>
      <w:r w:rsidR="00E11103">
        <w:t>.</w:t>
      </w:r>
      <w:r w:rsidRPr="001C1AD5">
        <w:t>A</w:t>
      </w:r>
      <w:r w:rsidR="00E11103">
        <w:t>.</w:t>
      </w:r>
      <w:r w:rsidR="00357F4D">
        <w:t xml:space="preserve"> </w:t>
      </w:r>
      <w:r w:rsidRPr="001C1AD5">
        <w:t>Hart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Philippa</w:t>
      </w:r>
      <w:r w:rsidR="00357F4D">
        <w:t xml:space="preserve"> </w:t>
      </w:r>
      <w:r w:rsidRPr="001C1AD5">
        <w:t>Foot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rPr>
          <w:rStyle w:val="libItalicChar"/>
        </w:rPr>
        <w:t>Oxford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Review</w:t>
      </w:r>
      <w:r w:rsidR="00357F4D">
        <w:t xml:space="preserve"> </w:t>
      </w:r>
      <w:r w:rsidRPr="001C1AD5">
        <w:t>(Hart</w:t>
      </w:r>
      <w:r w:rsidR="00357F4D">
        <w:t xml:space="preserve"> </w:t>
      </w:r>
      <w:r w:rsidRPr="001C1AD5">
        <w:t>1967/1968</w:t>
      </w:r>
      <w:r w:rsidR="00E11103">
        <w:t>,</w:t>
      </w:r>
      <w:r w:rsidR="00357F4D">
        <w:t xml:space="preserve"> </w:t>
      </w:r>
      <w:r w:rsidRPr="001C1AD5">
        <w:t>Foot</w:t>
      </w:r>
      <w:r w:rsidR="00357F4D">
        <w:t xml:space="preserve"> </w:t>
      </w:r>
      <w:r w:rsidRPr="001C1AD5">
        <w:t>1968/1978)</w:t>
      </w:r>
      <w:r w:rsidR="00E11103">
        <w:t>.</w:t>
      </w:r>
      <w:r w:rsidR="00357F4D">
        <w:t xml:space="preserve"> </w:t>
      </w:r>
      <w:r w:rsidRPr="001C1AD5">
        <w:t>Such</w:t>
      </w:r>
      <w:r w:rsidR="00357F4D">
        <w:t xml:space="preserve"> </w:t>
      </w:r>
      <w:r w:rsidRPr="001C1AD5">
        <w:t>use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abstract</w:t>
      </w:r>
      <w:r w:rsidR="00E11103">
        <w:t>,</w:t>
      </w:r>
      <w:r w:rsidR="00357F4D">
        <w:t xml:space="preserve"> </w:t>
      </w:r>
      <w:r w:rsidRPr="001C1AD5">
        <w:t>generally</w:t>
      </w:r>
      <w:r w:rsidR="00357F4D">
        <w:t xml:space="preserve"> </w:t>
      </w:r>
      <w:r w:rsidRPr="001C1AD5">
        <w:t>fictional</w:t>
      </w:r>
      <w:r w:rsidR="00E11103">
        <w:t>,</w:t>
      </w:r>
      <w:r w:rsidR="00357F4D">
        <w:t xml:space="preserve"> </w:t>
      </w:r>
      <w:r w:rsidRPr="001C1AD5">
        <w:t>examples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one</w:t>
      </w:r>
      <w:r w:rsidR="00357F4D">
        <w:t xml:space="preserve"> </w:t>
      </w:r>
      <w:r w:rsidRPr="001C1AD5">
        <w:t>half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what</w:t>
      </w:r>
      <w:r w:rsidR="00357F4D">
        <w:t xml:space="preserve"> </w:t>
      </w:r>
      <w:r w:rsidRPr="001C1AD5">
        <w:t>often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most</w:t>
      </w:r>
      <w:r w:rsidR="00357F4D">
        <w:t xml:space="preserve"> </w:t>
      </w:r>
      <w:r w:rsidRPr="001C1AD5">
        <w:t>distinctive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contemporary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theory</w:t>
      </w:r>
      <w:r w:rsidR="00E11103">
        <w:t>.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respect</w:t>
      </w:r>
      <w:r w:rsidR="00E11103">
        <w:t>,</w:t>
      </w:r>
      <w:r w:rsidR="00357F4D">
        <w:t xml:space="preserve"> </w:t>
      </w:r>
      <w:r w:rsidRPr="001C1AD5">
        <w:t>although</w:t>
      </w:r>
      <w:r w:rsidR="00357F4D">
        <w:t xml:space="preserve"> </w:t>
      </w:r>
      <w:r w:rsidRPr="001C1AD5">
        <w:t>Rawls</w:t>
      </w:r>
      <w:r w:rsidR="00357F4D">
        <w:t xml:space="preserve"> </w:t>
      </w:r>
      <w:r w:rsidRPr="001C1AD5">
        <w:t>theory</w:t>
      </w:r>
      <w:r w:rsidR="00357F4D">
        <w:t xml:space="preserve"> </w:t>
      </w:r>
      <w:r w:rsidRPr="001C1AD5">
        <w:t>has</w:t>
      </w:r>
      <w:r w:rsidR="00357F4D">
        <w:t xml:space="preserve"> </w:t>
      </w:r>
      <w:r w:rsidRPr="001C1AD5">
        <w:t>been</w:t>
      </w:r>
      <w:r w:rsidR="00357F4D">
        <w:t xml:space="preserve"> </w:t>
      </w:r>
      <w:r w:rsidRPr="001C1AD5">
        <w:t>far</w:t>
      </w:r>
      <w:r w:rsidR="00357F4D">
        <w:t xml:space="preserve"> </w:t>
      </w:r>
      <w:r w:rsidRPr="001C1AD5">
        <w:t>more</w:t>
      </w:r>
      <w:r w:rsidR="00357F4D">
        <w:t xml:space="preserve"> </w:t>
      </w:r>
      <w:r w:rsidRPr="001C1AD5">
        <w:t>influential</w:t>
      </w:r>
      <w:r w:rsidR="00357F4D">
        <w:t xml:space="preserve"> </w:t>
      </w:r>
      <w:r w:rsidRPr="001C1AD5">
        <w:t>than</w:t>
      </w:r>
      <w:r w:rsidR="00357F4D">
        <w:t xml:space="preserve"> </w:t>
      </w:r>
      <w:r w:rsidRPr="001C1AD5">
        <w:t>Nozick’s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substantive</w:t>
      </w:r>
      <w:r w:rsidR="00357F4D">
        <w:t xml:space="preserve"> </w:t>
      </w:r>
      <w:r w:rsidRPr="001C1AD5">
        <w:t>development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subsequent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much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contemporary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written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style</w:t>
      </w:r>
      <w:r w:rsidR="00357F4D">
        <w:t xml:space="preserve"> </w:t>
      </w:r>
      <w:r w:rsidRPr="001C1AD5">
        <w:t>far</w:t>
      </w:r>
      <w:r w:rsidR="00357F4D">
        <w:t xml:space="preserve"> </w:t>
      </w:r>
      <w:r w:rsidRPr="001C1AD5">
        <w:t>closer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Nozick</w:t>
      </w:r>
      <w:r w:rsidR="00357F4D">
        <w:t xml:space="preserve"> </w:t>
      </w:r>
      <w:r w:rsidRPr="001C1AD5">
        <w:t>than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Rawls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If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elaborate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abstract</w:t>
      </w:r>
      <w:r w:rsidR="00E11103">
        <w:t>,</w:t>
      </w:r>
      <w:r w:rsidR="00357F4D">
        <w:t xml:space="preserve"> </w:t>
      </w:r>
      <w:r w:rsidRPr="001C6201">
        <w:t>fictional</w:t>
      </w:r>
      <w:r w:rsidR="00357F4D">
        <w:t xml:space="preserve"> </w:t>
      </w:r>
      <w:r w:rsidRPr="001C6201">
        <w:t>examples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half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distinctive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half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abstraction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another</w:t>
      </w:r>
      <w:r w:rsidR="00357F4D">
        <w:t xml:space="preserve"> </w:t>
      </w:r>
      <w:r w:rsidRPr="001C6201">
        <w:t>sort</w:t>
      </w:r>
      <w:r w:rsidR="00E11103">
        <w:t>: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largely</w:t>
      </w:r>
      <w:r w:rsidR="00357F4D">
        <w:t xml:space="preserve"> </w:t>
      </w:r>
      <w:r w:rsidRPr="001C6201">
        <w:t>unstated</w:t>
      </w:r>
      <w:r w:rsidR="00357F4D">
        <w:t xml:space="preserve"> </w:t>
      </w:r>
      <w:r w:rsidRPr="001C6201">
        <w:t>ambition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develop</w:t>
      </w:r>
      <w:r w:rsidR="00357F4D">
        <w:t xml:space="preserve"> </w:t>
      </w:r>
      <w:r w:rsidRPr="001C6201">
        <w:t>theories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precision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economy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finds</w:t>
      </w:r>
      <w:r w:rsidR="00357F4D">
        <w:t xml:space="preserve"> </w:t>
      </w:r>
      <w:r w:rsidRPr="001C6201">
        <w:t>among</w:t>
      </w:r>
      <w:r w:rsidR="00357F4D">
        <w:t xml:space="preserve"> </w:t>
      </w:r>
      <w:r w:rsidRPr="001C6201">
        <w:t>scientists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economists</w:t>
      </w:r>
      <w:r w:rsidR="00E11103">
        <w:t>,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fewest</w:t>
      </w:r>
      <w:r w:rsidR="00357F4D">
        <w:t xml:space="preserve"> </w:t>
      </w:r>
      <w:r w:rsidRPr="001C6201">
        <w:t>possible</w:t>
      </w:r>
      <w:r w:rsidR="00357F4D">
        <w:t xml:space="preserve"> </w:t>
      </w:r>
      <w:r w:rsidRPr="001C6201">
        <w:t>concepts</w:t>
      </w:r>
      <w:r w:rsidR="00E11103">
        <w:t>,</w:t>
      </w:r>
      <w:r w:rsidR="00357F4D">
        <w:t xml:space="preserve"> </w:t>
      </w:r>
      <w:r w:rsidRPr="001C6201">
        <w:t>all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clear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they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made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widest</w:t>
      </w:r>
      <w:r w:rsidR="00357F4D">
        <w:t xml:space="preserve"> </w:t>
      </w:r>
      <w:r w:rsidRPr="001C6201">
        <w:t>possible</w:t>
      </w:r>
      <w:r w:rsidR="00357F4D">
        <w:t xml:space="preserve"> </w:t>
      </w:r>
      <w:r w:rsidRPr="001C6201">
        <w:t>application</w:t>
      </w:r>
      <w:r w:rsidR="00E11103">
        <w:t>.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conceptual</w:t>
      </w:r>
      <w:r w:rsidR="00357F4D">
        <w:t xml:space="preserve"> </w:t>
      </w:r>
      <w:r w:rsidRPr="001C6201">
        <w:t>analysis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search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concise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powerful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nevertheless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type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paradigm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rigour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characterises</w:t>
      </w:r>
      <w:r w:rsidR="00357F4D">
        <w:t xml:space="preserve"> </w:t>
      </w:r>
      <w:r w:rsidRPr="001C6201">
        <w:t>many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writings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recognisable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contributions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tradition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contemporary</w:t>
      </w:r>
      <w:r w:rsidR="00357F4D">
        <w:t xml:space="preserve"> </w:t>
      </w:r>
      <w:r w:rsidRPr="001C6201">
        <w:t>analytical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often</w:t>
      </w:r>
      <w:r w:rsidR="00357F4D">
        <w:t xml:space="preserve"> </w:t>
      </w:r>
      <w:r w:rsidRPr="001C6201">
        <w:t>accompanied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lack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comprehension</w:t>
      </w:r>
      <w:r w:rsidR="00357F4D">
        <w:t xml:space="preserve"> </w:t>
      </w:r>
      <w:r w:rsidRPr="001C6201">
        <w:t>of</w:t>
      </w:r>
      <w:r w:rsidR="00E11103">
        <w:t>,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respect</w:t>
      </w:r>
      <w:r w:rsidR="00357F4D">
        <w:t xml:space="preserve"> </w:t>
      </w:r>
      <w:r w:rsidRPr="001C6201">
        <w:t>for</w:t>
      </w:r>
      <w:r w:rsidR="00E11103">
        <w:t>,</w:t>
      </w:r>
      <w:r w:rsidR="00357F4D">
        <w:t xml:space="preserve"> </w:t>
      </w:r>
      <w:r w:rsidRPr="001C6201">
        <w:t>writing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does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conform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model</w:t>
      </w:r>
      <w:r w:rsidR="00E11103">
        <w:t>,</w:t>
      </w:r>
      <w:r w:rsidR="00357F4D">
        <w:t xml:space="preserve"> </w:t>
      </w:r>
      <w:r w:rsidRPr="001C6201">
        <w:t>supposing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somehow</w:t>
      </w:r>
      <w:r w:rsidR="00357F4D">
        <w:t xml:space="preserve"> </w:t>
      </w:r>
      <w:r w:rsidRPr="001C6201">
        <w:t>deliberately</w:t>
      </w:r>
      <w:r w:rsidR="00357F4D">
        <w:t xml:space="preserve"> </w:t>
      </w:r>
      <w:r w:rsidRPr="001C6201">
        <w:t>obscurantist</w:t>
      </w:r>
      <w:r w:rsidR="00E11103">
        <w:t>,</w:t>
      </w:r>
      <w:r w:rsidR="00357F4D">
        <w:t xml:space="preserve"> </w:t>
      </w:r>
      <w:r w:rsidRPr="001C6201">
        <w:t>evasive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otherwise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poor</w:t>
      </w:r>
      <w:r w:rsidR="00357F4D">
        <w:t xml:space="preserve"> </w:t>
      </w:r>
      <w:r w:rsidRPr="001C6201">
        <w:t>quality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Such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negative</w:t>
      </w:r>
      <w:r w:rsidR="00357F4D">
        <w:t xml:space="preserve"> </w:t>
      </w:r>
      <w:r w:rsidRPr="001C6201">
        <w:t>attitude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approaches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exemplified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few</w:t>
      </w:r>
      <w:r w:rsidR="00357F4D">
        <w:t xml:space="preserve"> </w:t>
      </w:r>
      <w:r w:rsidRPr="001C6201">
        <w:t>movements</w:t>
      </w:r>
      <w:r w:rsidR="00357F4D">
        <w:t xml:space="preserve"> </w:t>
      </w:r>
      <w:r w:rsidRPr="001C6201">
        <w:t>within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self</w:t>
      </w:r>
      <w:r w:rsidR="00357F4D">
        <w:t>-</w:t>
      </w:r>
      <w:r w:rsidRPr="001C6201">
        <w:t>consciously</w:t>
      </w:r>
      <w:r w:rsidR="00357F4D">
        <w:t xml:space="preserve"> </w:t>
      </w:r>
      <w:r w:rsidRPr="001C6201">
        <w:t>termed</w:t>
      </w:r>
      <w:r w:rsidR="00357F4D">
        <w:t xml:space="preserve"> </w:t>
      </w:r>
      <w:r w:rsidRPr="001C6201">
        <w:t>itself</w:t>
      </w:r>
      <w:r w:rsidR="00357F4D">
        <w:t xml:space="preserve"> </w:t>
      </w:r>
      <w:r w:rsidRPr="001C6201">
        <w:t>‘analytic’</w:t>
      </w:r>
      <w:r w:rsidR="00E11103">
        <w:t>:</w:t>
      </w:r>
      <w:r w:rsidR="00357F4D">
        <w:t xml:space="preserve"> </w:t>
      </w:r>
      <w:r w:rsidRPr="001C6201">
        <w:t>‘analytic</w:t>
      </w:r>
      <w:r w:rsidR="00357F4D">
        <w:t xml:space="preserve"> </w:t>
      </w:r>
      <w:r w:rsidRPr="001C6201">
        <w:t>Marxism’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theorists</w:t>
      </w:r>
      <w:r w:rsidR="00357F4D">
        <w:t xml:space="preserve"> </w:t>
      </w:r>
      <w:r w:rsidRPr="001C6201">
        <w:t>comprising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group</w:t>
      </w:r>
      <w:r w:rsidR="00E11103">
        <w:t>,</w:t>
      </w:r>
      <w:r w:rsidR="00357F4D">
        <w:t xml:space="preserve"> </w:t>
      </w:r>
      <w:r w:rsidRPr="001C6201">
        <w:t>included</w:t>
      </w:r>
      <w:r w:rsidR="00357F4D">
        <w:t xml:space="preserve"> </w:t>
      </w:r>
      <w:r w:rsidRPr="001C6201">
        <w:t>G</w:t>
      </w:r>
      <w:r w:rsidR="00E11103">
        <w:t>.</w:t>
      </w:r>
      <w:r w:rsidRPr="001C6201">
        <w:t>A</w:t>
      </w:r>
      <w:r w:rsidR="00E11103">
        <w:t>.</w:t>
      </w:r>
      <w:r w:rsidR="00357F4D">
        <w:t xml:space="preserve"> </w:t>
      </w:r>
      <w:r w:rsidRPr="001C6201">
        <w:t>Cohen</w:t>
      </w:r>
      <w:r w:rsidR="00E11103">
        <w:t>,</w:t>
      </w:r>
      <w:r w:rsidR="00357F4D">
        <w:t xml:space="preserve"> </w:t>
      </w:r>
      <w:r w:rsidRPr="001C6201">
        <w:t>J</w:t>
      </w:r>
      <w:r>
        <w:t>o</w:t>
      </w:r>
      <w:r w:rsidRPr="001C6201">
        <w:t>n</w:t>
      </w:r>
      <w:r w:rsidR="00357F4D">
        <w:t xml:space="preserve"> </w:t>
      </w:r>
      <w:r w:rsidRPr="001C6201">
        <w:t>Elster</w:t>
      </w:r>
      <w:r w:rsidR="00E11103">
        <w:t>,</w:t>
      </w:r>
      <w:r w:rsidR="00357F4D">
        <w:t xml:space="preserve"> </w:t>
      </w:r>
      <w:r w:rsidRPr="001C6201">
        <w:t>John</w:t>
      </w:r>
      <w:r w:rsidR="00357F4D">
        <w:t xml:space="preserve"> </w:t>
      </w:r>
      <w:r w:rsidRPr="001C6201">
        <w:t>Roemer</w:t>
      </w:r>
      <w:r w:rsidR="00E11103">
        <w:t>,</w:t>
      </w:r>
      <w:r w:rsidR="00357F4D">
        <w:t xml:space="preserve"> </w:t>
      </w:r>
      <w:r w:rsidRPr="001C6201">
        <w:t>Erik</w:t>
      </w:r>
      <w:r w:rsidR="00357F4D">
        <w:t xml:space="preserve"> </w:t>
      </w:r>
      <w:r w:rsidRPr="001C6201">
        <w:t>Wright</w:t>
      </w:r>
      <w:r w:rsidR="00E11103">
        <w:t>,</w:t>
      </w:r>
      <w:r w:rsidR="00357F4D">
        <w:t xml:space="preserve"> </w:t>
      </w:r>
      <w:r w:rsidRPr="001C6201">
        <w:t>Hillel</w:t>
      </w:r>
      <w:r w:rsidR="00357F4D">
        <w:t xml:space="preserve"> </w:t>
      </w:r>
      <w:r w:rsidRPr="001C6201">
        <w:t>Steiner</w:t>
      </w:r>
      <w:r w:rsidR="00E11103">
        <w:t>,</w:t>
      </w:r>
      <w:r w:rsidR="00357F4D">
        <w:t xml:space="preserve"> </w:t>
      </w:r>
      <w:r w:rsidRPr="001C6201">
        <w:t>Philippe</w:t>
      </w:r>
      <w:r w:rsidR="00357F4D">
        <w:t xml:space="preserve"> </w:t>
      </w:r>
      <w:r w:rsidRPr="001C6201">
        <w:t>van</w:t>
      </w:r>
      <w:r w:rsidR="00357F4D">
        <w:t xml:space="preserve"> </w:t>
      </w:r>
      <w:r w:rsidRPr="001C6201">
        <w:t>Parijs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Rober</w:t>
      </w:r>
      <w:r w:rsidR="00357F4D">
        <w:t xml:space="preserve"> </w:t>
      </w:r>
      <w:r w:rsidRPr="001C6201">
        <w:t>van</w:t>
      </w:r>
      <w:r w:rsidR="00357F4D">
        <w:t xml:space="preserve"> </w:t>
      </w:r>
      <w:r w:rsidRPr="001C6201">
        <w:t>der</w:t>
      </w:r>
      <w:r w:rsidR="00357F4D">
        <w:t xml:space="preserve"> </w:t>
      </w:r>
      <w:r w:rsidRPr="001C6201">
        <w:t>Veen</w:t>
      </w:r>
      <w:r w:rsidR="00E11103">
        <w:t>,</w:t>
      </w:r>
      <w:r w:rsidR="00357F4D">
        <w:t xml:space="preserve"> </w:t>
      </w:r>
      <w:r w:rsidRPr="001C6201">
        <w:t>among</w:t>
      </w:r>
      <w:r w:rsidR="00357F4D">
        <w:t xml:space="preserve"> </w:t>
      </w:r>
      <w:r w:rsidRPr="001C6201">
        <w:t>others</w:t>
      </w:r>
      <w:r w:rsidR="00357F4D">
        <w:t xml:space="preserve"> </w:t>
      </w:r>
      <w:r w:rsidRPr="001C6201">
        <w:t>(see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particular</w:t>
      </w:r>
      <w:r w:rsidR="00357F4D">
        <w:t xml:space="preserve"> </w:t>
      </w:r>
      <w:r w:rsidRPr="001C6201">
        <w:t>Cohen</w:t>
      </w:r>
      <w:r w:rsidR="00357F4D">
        <w:t xml:space="preserve"> </w:t>
      </w:r>
      <w:r w:rsidRPr="001C6201">
        <w:t>1978/2000</w:t>
      </w:r>
      <w:r w:rsidR="00E11103">
        <w:t>,</w:t>
      </w:r>
      <w:r w:rsidR="00357F4D">
        <w:t xml:space="preserve"> </w:t>
      </w:r>
      <w:r w:rsidRPr="001C6201">
        <w:t>Roemer</w:t>
      </w:r>
      <w:r w:rsidR="00357F4D">
        <w:t xml:space="preserve"> </w:t>
      </w:r>
      <w:r w:rsidRPr="001C6201">
        <w:t>1982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Elster</w:t>
      </w:r>
      <w:r w:rsidR="00357F4D">
        <w:t xml:space="preserve"> </w:t>
      </w:r>
      <w:r w:rsidRPr="001C6201">
        <w:t>1985)</w:t>
      </w:r>
      <w:r w:rsidR="00E11103">
        <w:t>.</w:t>
      </w:r>
      <w:r w:rsidR="00357F4D">
        <w:t xml:space="preserve"> </w:t>
      </w:r>
      <w:r w:rsidRPr="001C6201">
        <w:t>These</w:t>
      </w:r>
      <w:r w:rsidR="00357F4D">
        <w:t xml:space="preserve"> </w:t>
      </w:r>
      <w:r w:rsidRPr="001C6201">
        <w:t>theorists</w:t>
      </w:r>
      <w:r w:rsidR="00357F4D">
        <w:t xml:space="preserve"> </w:t>
      </w:r>
      <w:r w:rsidRPr="001C6201">
        <w:t>were</w:t>
      </w:r>
      <w:r w:rsidR="00357F4D">
        <w:t xml:space="preserve"> </w:t>
      </w:r>
      <w:r w:rsidRPr="001C6201">
        <w:t>attracted</w:t>
      </w:r>
      <w:r w:rsidR="00E11103">
        <w:t>,</w:t>
      </w:r>
      <w:r w:rsidR="00357F4D">
        <w:t xml:space="preserve"> </w:t>
      </w:r>
      <w:r w:rsidRPr="001C6201">
        <w:t>albeit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considerably</w:t>
      </w:r>
      <w:r w:rsidR="00357F4D">
        <w:t xml:space="preserve"> </w:t>
      </w:r>
      <w:r w:rsidRPr="001C6201">
        <w:t>different</w:t>
      </w:r>
      <w:r w:rsidR="00357F4D">
        <w:t xml:space="preserve"> </w:t>
      </w:r>
      <w:r w:rsidRPr="001C6201">
        <w:t>degrees</w:t>
      </w:r>
      <w:r w:rsidR="00E11103">
        <w:t>,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elements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Marx’s</w:t>
      </w:r>
      <w:r w:rsidR="00357F4D">
        <w:t xml:space="preserve"> </w:t>
      </w:r>
      <w:r w:rsidRPr="001C6201">
        <w:t>thought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were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united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their</w:t>
      </w:r>
      <w:r w:rsidR="00357F4D">
        <w:t xml:space="preserve"> </w:t>
      </w:r>
      <w:r w:rsidRPr="001C6201">
        <w:t>dissatisfaction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standards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rigour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Marxist</w:t>
      </w:r>
      <w:r w:rsidR="00357F4D">
        <w:t xml:space="preserve"> </w:t>
      </w:r>
      <w:r w:rsidRPr="001C6201">
        <w:t>topics</w:t>
      </w:r>
      <w:r w:rsidR="00357F4D">
        <w:t xml:space="preserve"> </w:t>
      </w:r>
      <w:r w:rsidRPr="001C6201">
        <w:t>were</w:t>
      </w:r>
      <w:r w:rsidR="00357F4D">
        <w:t xml:space="preserve"> </w:t>
      </w:r>
      <w:r w:rsidRPr="001C6201">
        <w:t>treated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literature</w:t>
      </w:r>
      <w:r w:rsidR="00E11103">
        <w:t>,</w:t>
      </w:r>
      <w:r w:rsidR="00357F4D">
        <w:t xml:space="preserve"> </w:t>
      </w:r>
      <w:r w:rsidRPr="001C6201">
        <w:t>especially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those</w:t>
      </w:r>
      <w:r w:rsidR="00357F4D">
        <w:t xml:space="preserve"> </w:t>
      </w:r>
      <w:r w:rsidRPr="001C6201">
        <w:t>influenced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French</w:t>
      </w:r>
      <w:r w:rsidR="00357F4D">
        <w:t xml:space="preserve"> </w:t>
      </w:r>
      <w:r w:rsidRPr="001C6201">
        <w:t>Marxist</w:t>
      </w:r>
      <w:r w:rsidR="00357F4D">
        <w:t xml:space="preserve"> </w:t>
      </w:r>
      <w:r w:rsidRPr="001C6201">
        <w:t>Louis</w:t>
      </w:r>
      <w:r w:rsidR="00357F4D">
        <w:t xml:space="preserve"> </w:t>
      </w:r>
      <w:r w:rsidRPr="001C6201">
        <w:t>Althusser</w:t>
      </w:r>
      <w:r w:rsidR="00357F4D">
        <w:t xml:space="preserve"> </w:t>
      </w:r>
      <w:r w:rsidRPr="001C6201">
        <w:t>(Althusser</w:t>
      </w:r>
      <w:r w:rsidR="00357F4D">
        <w:t xml:space="preserve"> </w:t>
      </w:r>
      <w:r w:rsidRPr="001C6201">
        <w:t>1965/1969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Althusser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Balibar</w:t>
      </w:r>
      <w:r w:rsidR="00357F4D">
        <w:t xml:space="preserve"> </w:t>
      </w:r>
      <w:r w:rsidRPr="001C6201">
        <w:t>1968/1979)</w:t>
      </w:r>
      <w:r w:rsidR="00E11103">
        <w:t>.</w:t>
      </w:r>
      <w:r w:rsidR="00357F4D">
        <w:t xml:space="preserve"> </w:t>
      </w:r>
      <w:r w:rsidRPr="001C6201">
        <w:t>So</w:t>
      </w:r>
      <w:r w:rsidR="00E11103">
        <w:t>,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example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footnote</w:t>
      </w:r>
      <w:r w:rsidR="00357F4D">
        <w:t xml:space="preserve"> </w:t>
      </w:r>
      <w:r w:rsidRPr="001C6201">
        <w:t>Cohen</w:t>
      </w:r>
      <w:r w:rsidR="00357F4D">
        <w:t xml:space="preserve"> </w:t>
      </w:r>
      <w:r w:rsidRPr="001C6201">
        <w:t>quotes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following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Etienne</w:t>
      </w:r>
      <w:r w:rsidR="00357F4D">
        <w:t xml:space="preserve"> </w:t>
      </w:r>
      <w:r w:rsidRPr="001C6201">
        <w:t>Balibar</w:t>
      </w:r>
      <w:r w:rsidR="00357F4D">
        <w:t xml:space="preserve"> </w:t>
      </w:r>
      <w:r w:rsidRPr="001C6201">
        <w:t>‘This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precisely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meaning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give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idea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dialectic</w:t>
      </w:r>
      <w:r w:rsidR="00E11103">
        <w:t>: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logic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explanation</w:t>
      </w:r>
      <w:r w:rsidR="00357F4D">
        <w:t xml:space="preserve"> </w:t>
      </w:r>
      <w:r w:rsidRPr="001C6201">
        <w:t>specifically</w:t>
      </w:r>
      <w:r w:rsidR="00357F4D">
        <w:t xml:space="preserve"> </w:t>
      </w:r>
      <w:r w:rsidRPr="001C6201">
        <w:t>adapted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determinant</w:t>
      </w:r>
      <w:r w:rsidR="00357F4D">
        <w:t xml:space="preserve"> </w:t>
      </w:r>
      <w:r w:rsidRPr="001C6201">
        <w:t>intervention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class</w:t>
      </w:r>
      <w:r w:rsidR="00357F4D">
        <w:t xml:space="preserve"> </w:t>
      </w:r>
      <w:r w:rsidRPr="001C6201">
        <w:t>struggle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fabric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history</w:t>
      </w:r>
      <w:r w:rsidR="00E11103">
        <w:t>.</w:t>
      </w:r>
      <w:r w:rsidRPr="001C6201">
        <w:t>’</w:t>
      </w:r>
      <w:r w:rsidR="00357F4D">
        <w:t xml:space="preserve"> </w:t>
      </w:r>
      <w:r w:rsidRPr="001C6201">
        <w:t>Cohen</w:t>
      </w:r>
      <w:r w:rsidR="00357F4D">
        <w:t xml:space="preserve"> </w:t>
      </w:r>
      <w:r w:rsidRPr="001C6201">
        <w:t>comments</w:t>
      </w:r>
      <w:r w:rsidR="00E11103">
        <w:t>.</w:t>
      </w:r>
      <w:r w:rsidR="00357F4D">
        <w:t xml:space="preserve"> </w:t>
      </w:r>
      <w:r w:rsidRPr="001C6201">
        <w:t>‘If</w:t>
      </w:r>
      <w:r w:rsidR="00357F4D">
        <w:t xml:space="preserve"> </w:t>
      </w:r>
      <w:r w:rsidRPr="001C6201">
        <w:t>you</w:t>
      </w:r>
      <w:r w:rsidR="00357F4D">
        <w:t xml:space="preserve"> </w:t>
      </w:r>
      <w:r w:rsidRPr="001C6201">
        <w:t>read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sentence</w:t>
      </w:r>
      <w:r w:rsidR="00357F4D">
        <w:t xml:space="preserve"> </w:t>
      </w:r>
      <w:r w:rsidRPr="001C6201">
        <w:t>like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quickly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sound</w:t>
      </w:r>
      <w:r w:rsidR="00357F4D">
        <w:t xml:space="preserve"> </w:t>
      </w:r>
      <w:r w:rsidRPr="001C6201">
        <w:t>pretty</w:t>
      </w:r>
      <w:r w:rsidR="00357F4D">
        <w:t xml:space="preserve"> </w:t>
      </w:r>
      <w:r w:rsidRPr="001C6201">
        <w:t>good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remedy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read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slowly’</w:t>
      </w:r>
      <w:r w:rsidR="00357F4D">
        <w:t xml:space="preserve"> </w:t>
      </w:r>
      <w:r w:rsidRPr="001C6201">
        <w:t>(Cohen</w:t>
      </w:r>
      <w:r w:rsidR="00357F4D">
        <w:t xml:space="preserve"> </w:t>
      </w:r>
      <w:r w:rsidRPr="001C6201">
        <w:t>1978/2000</w:t>
      </w:r>
      <w:r w:rsidR="00E11103">
        <w:t>,</w:t>
      </w:r>
      <w:r w:rsidR="00357F4D">
        <w:t xml:space="preserve"> </w:t>
      </w:r>
      <w:r w:rsidRPr="001C6201">
        <w:t>xxiii)</w:t>
      </w:r>
      <w:r w:rsidR="00E11103">
        <w:t>.</w:t>
      </w:r>
    </w:p>
    <w:p w:rsidR="00E11103" w:rsidRDefault="001C1AD5" w:rsidP="001C1AD5">
      <w:pPr>
        <w:pStyle w:val="libNormal"/>
      </w:pPr>
      <w:r w:rsidRPr="001C1AD5">
        <w:t>Elster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his</w:t>
      </w:r>
      <w:r w:rsidR="00357F4D">
        <w:t xml:space="preserve"> </w:t>
      </w:r>
      <w:r w:rsidRPr="001C1AD5">
        <w:t>review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Cohen’s</w:t>
      </w:r>
      <w:r w:rsidR="00357F4D">
        <w:t xml:space="preserve"> </w:t>
      </w:r>
      <w:r w:rsidRPr="001C1AD5">
        <w:rPr>
          <w:rStyle w:val="libItalicChar"/>
        </w:rPr>
        <w:t>Karl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Marx’s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History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Defence</w:t>
      </w:r>
      <w:r w:rsidR="00E11103">
        <w:t>,</w:t>
      </w:r>
      <w:r w:rsidR="00357F4D">
        <w:t xml:space="preserve"> </w:t>
      </w:r>
      <w:r w:rsidRPr="001C6201">
        <w:t>wrote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‘sets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standard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Marxist</w:t>
      </w:r>
      <w:r w:rsidR="00357F4D">
        <w:t xml:space="preserve"> </w:t>
      </w:r>
      <w:r w:rsidRPr="001C6201">
        <w:t>philosophy’</w:t>
      </w:r>
      <w:r w:rsidR="00357F4D">
        <w:t xml:space="preserve"> </w:t>
      </w:r>
      <w:r w:rsidRPr="001C6201">
        <w:t>(Elster</w:t>
      </w:r>
      <w:r w:rsidR="00357F4D">
        <w:t xml:space="preserve"> </w:t>
      </w:r>
      <w:r w:rsidRPr="001C6201">
        <w:t>1980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121)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similar</w:t>
      </w:r>
      <w:r w:rsidR="00357F4D">
        <w:t xml:space="preserve"> </w:t>
      </w:r>
      <w:r w:rsidRPr="001C6201">
        <w:t>vein</w:t>
      </w:r>
      <w:r w:rsidR="00E11103">
        <w:t>,</w:t>
      </w:r>
      <w:r w:rsidR="00357F4D">
        <w:t xml:space="preserve"> </w:t>
      </w:r>
      <w:r w:rsidRPr="001C6201">
        <w:t>Allen</w:t>
      </w:r>
      <w:r w:rsidR="00357F4D">
        <w:t xml:space="preserve"> </w:t>
      </w:r>
      <w:r w:rsidRPr="001C6201">
        <w:t>Wood</w:t>
      </w:r>
      <w:r w:rsidR="00357F4D">
        <w:t xml:space="preserve"> </w:t>
      </w:r>
      <w:r w:rsidRPr="001C6201">
        <w:t>commented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reference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excellent</w:t>
      </w:r>
      <w:r w:rsidR="00357F4D">
        <w:t xml:space="preserve"> </w:t>
      </w:r>
      <w:r w:rsidRPr="001C6201">
        <w:t>book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Marx</w:t>
      </w:r>
      <w:r w:rsidR="00357F4D">
        <w:t xml:space="preserve"> </w:t>
      </w:r>
      <w:r w:rsidRPr="001C6201">
        <w:t>published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1981</w:t>
      </w:r>
      <w:r w:rsidR="00357F4D">
        <w:t xml:space="preserve"> </w:t>
      </w:r>
      <w:r w:rsidRPr="001C6201">
        <w:t>‘while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easy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write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above</w:t>
      </w:r>
      <w:r w:rsidR="00357F4D">
        <w:t xml:space="preserve"> </w:t>
      </w:r>
      <w:r w:rsidRPr="001C6201">
        <w:t>average</w:t>
      </w:r>
      <w:r w:rsidR="00357F4D">
        <w:t xml:space="preserve"> </w:t>
      </w:r>
      <w:r w:rsidRPr="001C6201">
        <w:t>book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Marx</w:t>
      </w:r>
      <w:r w:rsidR="00E11103">
        <w:t>,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very</w:t>
      </w:r>
      <w:r w:rsidR="00357F4D">
        <w:t xml:space="preserve"> </w:t>
      </w:r>
      <w:r w:rsidRPr="001C6201">
        <w:t>difficult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write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good</w:t>
      </w:r>
      <w:r w:rsidR="00357F4D">
        <w:t xml:space="preserve"> </w:t>
      </w:r>
      <w:r w:rsidRPr="001C6201">
        <w:t>one’</w:t>
      </w:r>
      <w:r w:rsidR="00357F4D">
        <w:t xml:space="preserve"> </w:t>
      </w:r>
      <w:r w:rsidRPr="001C6201">
        <w:t>(Wood</w:t>
      </w:r>
      <w:r w:rsidR="00E11103">
        <w:t>,</w:t>
      </w:r>
      <w:r w:rsidR="00357F4D">
        <w:t xml:space="preserve"> </w:t>
      </w:r>
      <w:r w:rsidRPr="001C6201">
        <w:t>1981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x)</w:t>
      </w:r>
      <w:r w:rsidR="00E11103">
        <w:t>.</w:t>
      </w:r>
      <w:r w:rsidR="00357F4D">
        <w:t xml:space="preserve"> </w:t>
      </w:r>
      <w:r w:rsidRPr="001C6201">
        <w:t>Cohen</w:t>
      </w:r>
      <w:r w:rsidR="00357F4D">
        <w:t xml:space="preserve"> </w:t>
      </w:r>
      <w:r w:rsidRPr="001C6201">
        <w:t>writes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preface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first</w:t>
      </w:r>
      <w:r w:rsidR="00357F4D">
        <w:t xml:space="preserve"> </w:t>
      </w:r>
      <w:r w:rsidRPr="001C6201">
        <w:t>edition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Karl</w:t>
      </w:r>
      <w:r w:rsidR="00357F4D">
        <w:t xml:space="preserve"> </w:t>
      </w:r>
      <w:r w:rsidRPr="001C6201">
        <w:t>Marx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attempt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state</w:t>
      </w:r>
      <w:r w:rsidR="00357F4D">
        <w:t xml:space="preserve"> </w:t>
      </w:r>
      <w:r w:rsidRPr="001C6201">
        <w:t>Marx’s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will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guided</w:t>
      </w:r>
      <w:r w:rsidR="00357F4D">
        <w:t xml:space="preserve"> </w:t>
      </w:r>
      <w:r w:rsidRPr="001C6201">
        <w:t>both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Marx</w:t>
      </w:r>
      <w:r w:rsidR="00357F4D">
        <w:t xml:space="preserve"> </w:t>
      </w:r>
      <w:r w:rsidRPr="001C6201">
        <w:t>actually</w:t>
      </w:r>
      <w:r w:rsidR="00357F4D">
        <w:t xml:space="preserve"> </w:t>
      </w:r>
      <w:r w:rsidRPr="001C6201">
        <w:t>wrote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standards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clarity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rigour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analyic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remarks</w:t>
      </w:r>
      <w:r w:rsidR="00357F4D">
        <w:t xml:space="preserve"> </w:t>
      </w:r>
      <w:r w:rsidRPr="001C6201">
        <w:t>‘it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perhaps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matter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regret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lastRenderedPageBreak/>
        <w:t>positivism</w:t>
      </w:r>
      <w:r w:rsidR="00E11103">
        <w:t>,</w:t>
      </w:r>
      <w:r w:rsidR="00357F4D">
        <w:t xml:space="preserve"> </w:t>
      </w:r>
      <w:r w:rsidRPr="001C6201">
        <w:t>with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insistence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precision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intellectual</w:t>
      </w:r>
      <w:r w:rsidR="00357F4D">
        <w:t xml:space="preserve"> </w:t>
      </w:r>
      <w:r w:rsidRPr="001C6201">
        <w:t>commitment</w:t>
      </w:r>
      <w:r w:rsidR="00E11103">
        <w:t>,</w:t>
      </w:r>
      <w:r w:rsidR="00357F4D">
        <w:t xml:space="preserve"> </w:t>
      </w:r>
      <w:r w:rsidRPr="001C6201">
        <w:t>never</w:t>
      </w:r>
      <w:r w:rsidR="00357F4D">
        <w:t xml:space="preserve"> </w:t>
      </w:r>
      <w:r w:rsidRPr="001C6201">
        <w:t>caught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Paris’</w:t>
      </w:r>
      <w:r w:rsidR="00357F4D">
        <w:t xml:space="preserve"> </w:t>
      </w:r>
      <w:r w:rsidRPr="001C6201">
        <w:t>(Cohen</w:t>
      </w:r>
      <w:r w:rsidR="00357F4D">
        <w:t xml:space="preserve"> </w:t>
      </w:r>
      <w:r w:rsidRPr="001C6201">
        <w:t>1978/2000</w:t>
      </w:r>
      <w:r w:rsidR="00E11103">
        <w:t>,</w:t>
      </w:r>
      <w:r w:rsidR="00357F4D">
        <w:t xml:space="preserve"> </w:t>
      </w:r>
      <w:r w:rsidRPr="001C6201">
        <w:t>p</w:t>
      </w:r>
      <w:r w:rsidR="00E11103">
        <w:t>.</w:t>
      </w:r>
      <w:r w:rsidR="00357F4D">
        <w:t xml:space="preserve"> </w:t>
      </w:r>
      <w:r w:rsidRPr="001C6201">
        <w:t>x)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Cohen’s</w:t>
      </w:r>
      <w:r w:rsidR="00357F4D">
        <w:t xml:space="preserve"> </w:t>
      </w:r>
      <w:r w:rsidRPr="001C6201">
        <w:t>Introduction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2000</w:t>
      </w:r>
      <w:r w:rsidR="00357F4D">
        <w:t xml:space="preserve"> </w:t>
      </w:r>
      <w:r w:rsidRPr="001C6201">
        <w:t>revised</w:t>
      </w:r>
      <w:r w:rsidR="00357F4D">
        <w:t xml:space="preserve"> </w:t>
      </w:r>
      <w:r w:rsidRPr="001C6201">
        <w:t>edition</w:t>
      </w:r>
      <w:r w:rsidR="00357F4D">
        <w:t xml:space="preserve"> </w:t>
      </w:r>
      <w:r w:rsidRPr="001C6201">
        <w:t>contains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substantial</w:t>
      </w:r>
      <w:r w:rsidR="00357F4D">
        <w:t xml:space="preserve"> </w:t>
      </w:r>
      <w:r w:rsidRPr="001C6201">
        <w:t>discussion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nature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history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Marxism</w:t>
      </w:r>
      <w:r w:rsidR="00E11103">
        <w:t>.</w:t>
      </w:r>
      <w:r w:rsidR="00357F4D">
        <w:t xml:space="preserve"> </w:t>
      </w:r>
      <w:r w:rsidRPr="001C6201">
        <w:t>Here</w:t>
      </w:r>
      <w:r w:rsidR="00357F4D">
        <w:t xml:space="preserve"> </w:t>
      </w:r>
      <w:r w:rsidRPr="001C6201">
        <w:t>he</w:t>
      </w:r>
      <w:r w:rsidR="00357F4D">
        <w:t xml:space="preserve"> </w:t>
      </w:r>
      <w:r w:rsidRPr="001C6201">
        <w:t>introduces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term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means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two</w:t>
      </w:r>
      <w:r w:rsidR="00357F4D">
        <w:t xml:space="preserve"> </w:t>
      </w:r>
      <w:r w:rsidRPr="001C6201">
        <w:t>contrasts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Cohen</w:t>
      </w:r>
      <w:r w:rsidR="00357F4D">
        <w:t xml:space="preserve"> </w:t>
      </w:r>
      <w:r w:rsidRPr="001C6201">
        <w:t>calls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‘broad</w:t>
      </w:r>
      <w:r w:rsidR="00357F4D">
        <w:t xml:space="preserve"> </w:t>
      </w:r>
      <w:r w:rsidRPr="001C6201">
        <w:t>sense’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opposed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‘dialectic’</w:t>
      </w:r>
      <w:r w:rsidR="00357F4D">
        <w:t xml:space="preserve"> </w:t>
      </w:r>
      <w:r w:rsidRPr="001C6201">
        <w:t>thinking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narrow</w:t>
      </w:r>
      <w:r w:rsidR="00357F4D">
        <w:t xml:space="preserve"> </w:t>
      </w:r>
      <w:r w:rsidRPr="001C6201">
        <w:t>sense</w:t>
      </w:r>
      <w:r w:rsidR="00357F4D">
        <w:t xml:space="preserve"> </w:t>
      </w:r>
      <w:r w:rsidRPr="001C6201">
        <w:t>opposed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‘holistic’</w:t>
      </w:r>
      <w:r w:rsidR="00357F4D">
        <w:t xml:space="preserve"> </w:t>
      </w:r>
      <w:r w:rsidRPr="001C6201">
        <w:t>thinking</w:t>
      </w:r>
      <w:r w:rsidR="00E11103">
        <w:t>.</w:t>
      </w:r>
      <w:r w:rsidR="00357F4D">
        <w:t xml:space="preserve"> </w:t>
      </w:r>
      <w:r w:rsidRPr="001C6201">
        <w:t>Cohen</w:t>
      </w:r>
      <w:r w:rsidR="00357F4D">
        <w:t xml:space="preserve"> </w:t>
      </w:r>
      <w:r w:rsidRPr="001C6201">
        <w:t>suggests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Marxism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been</w:t>
      </w:r>
      <w:r w:rsidR="00357F4D">
        <w:t xml:space="preserve"> </w:t>
      </w:r>
      <w:r w:rsidRPr="001C6201">
        <w:t>hampered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assumption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own</w:t>
      </w:r>
      <w:r w:rsidR="00357F4D">
        <w:t xml:space="preserve"> </w:t>
      </w:r>
      <w:r w:rsidRPr="001C6201">
        <w:t>‘dialectic’</w:t>
      </w:r>
      <w:r w:rsidR="00357F4D">
        <w:t xml:space="preserve"> </w:t>
      </w:r>
      <w:r w:rsidRPr="001C6201">
        <w:t>methodology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thereby</w:t>
      </w:r>
      <w:r w:rsidR="00357F4D">
        <w:t xml:space="preserve"> </w:t>
      </w:r>
      <w:r w:rsidRPr="001C6201">
        <w:t>eschewed</w:t>
      </w:r>
      <w:r w:rsidR="00357F4D">
        <w:t xml:space="preserve"> </w:t>
      </w:r>
      <w:r w:rsidRPr="001C6201">
        <w:t>other</w:t>
      </w:r>
      <w:r w:rsidR="00E11103">
        <w:t>,</w:t>
      </w:r>
      <w:r w:rsidR="00357F4D">
        <w:t xml:space="preserve"> </w:t>
      </w:r>
      <w:r w:rsidRPr="001C6201">
        <w:t>powerful</w:t>
      </w:r>
      <w:r w:rsidR="00E11103">
        <w:t>,</w:t>
      </w:r>
      <w:r w:rsidR="00357F4D">
        <w:t xml:space="preserve"> </w:t>
      </w:r>
      <w:r w:rsidRPr="001C6201">
        <w:t>methodologies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had</w:t>
      </w:r>
      <w:r w:rsidR="00357F4D">
        <w:t xml:space="preserve"> </w:t>
      </w:r>
      <w:r w:rsidRPr="001C6201">
        <w:t>developed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tradition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</w:t>
      </w:r>
      <w:r w:rsidR="00E11103">
        <w:t>:</w:t>
      </w:r>
      <w:r w:rsidR="00357F4D">
        <w:t xml:space="preserve"> </w:t>
      </w:r>
      <w:r w:rsidRPr="001C6201">
        <w:t>logical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linguistic</w:t>
      </w:r>
      <w:r w:rsidR="00357F4D">
        <w:t xml:space="preserve"> </w:t>
      </w:r>
      <w:r w:rsidRPr="001C6201">
        <w:t>analysis</w:t>
      </w:r>
      <w:r w:rsidR="00E11103">
        <w:t>,</w:t>
      </w:r>
      <w:r w:rsidR="00357F4D">
        <w:t xml:space="preserve"> </w:t>
      </w:r>
      <w:r w:rsidRPr="001C6201">
        <w:t>neo</w:t>
      </w:r>
      <w:r w:rsidR="00357F4D">
        <w:t>-</w:t>
      </w:r>
      <w:r w:rsidRPr="001C6201">
        <w:t>classical</w:t>
      </w:r>
      <w:r w:rsidR="00357F4D">
        <w:t xml:space="preserve"> </w:t>
      </w:r>
      <w:r w:rsidRPr="001C6201">
        <w:t>economics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rational</w:t>
      </w:r>
      <w:r w:rsidR="00357F4D">
        <w:t xml:space="preserve"> </w:t>
      </w:r>
      <w:r w:rsidRPr="001C6201">
        <w:t>choice</w:t>
      </w:r>
      <w:r w:rsidR="00357F4D">
        <w:t xml:space="preserve"> </w:t>
      </w:r>
      <w:r w:rsidRPr="001C6201">
        <w:t>theory</w:t>
      </w:r>
      <w:r w:rsidR="00E11103">
        <w:t>.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supposed</w:t>
      </w:r>
      <w:r w:rsidR="00357F4D">
        <w:t xml:space="preserve"> </w:t>
      </w:r>
      <w:r w:rsidRPr="001C6201">
        <w:t>narrower</w:t>
      </w:r>
      <w:r w:rsidR="00357F4D">
        <w:t xml:space="preserve"> </w:t>
      </w:r>
      <w:r w:rsidRPr="001C6201">
        <w:t>sense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rejection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holism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adopt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form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methodological</w:t>
      </w:r>
      <w:r w:rsidR="00357F4D">
        <w:t xml:space="preserve"> </w:t>
      </w:r>
      <w:r w:rsidRPr="001C6201">
        <w:t>individualism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explanation</w:t>
      </w:r>
      <w:r w:rsidR="00E11103">
        <w:t>;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essence</w:t>
      </w:r>
      <w:r w:rsidR="00357F4D">
        <w:t xml:space="preserve"> </w:t>
      </w:r>
      <w:r w:rsidRPr="001C6201">
        <w:t>an</w:t>
      </w:r>
      <w:r w:rsidR="00357F4D">
        <w:t xml:space="preserve"> </w:t>
      </w:r>
      <w:r w:rsidRPr="001C6201">
        <w:t>important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rejection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idealism</w:t>
      </w:r>
      <w:r w:rsidR="00357F4D">
        <w:t xml:space="preserve"> </w:t>
      </w:r>
      <w:r w:rsidRPr="001C6201">
        <w:t>identified</w:t>
      </w:r>
      <w:r w:rsidR="00357F4D">
        <w:t xml:space="preserve"> </w:t>
      </w:r>
      <w:r w:rsidRPr="001C6201">
        <w:t>above</w:t>
      </w:r>
      <w:r w:rsidR="00357F4D">
        <w:t xml:space="preserve"> </w:t>
      </w:r>
      <w:r w:rsidRPr="001C6201">
        <w:t>(Cohen</w:t>
      </w:r>
      <w:r w:rsidR="00E11103">
        <w:t>,</w:t>
      </w:r>
      <w:r w:rsidR="00357F4D">
        <w:t xml:space="preserve"> </w:t>
      </w:r>
      <w:r w:rsidRPr="001C6201">
        <w:t>xx</w:t>
      </w:r>
      <w:r w:rsidR="00357F4D">
        <w:t>-</w:t>
      </w:r>
      <w:r w:rsidRPr="001C6201">
        <w:t>xxv)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work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Elster</w:t>
      </w:r>
      <w:r w:rsidR="00357F4D">
        <w:t xml:space="preserve"> </w:t>
      </w:r>
      <w:r w:rsidRPr="001C6201">
        <w:t>(Elster</w:t>
      </w:r>
      <w:r w:rsidR="00357F4D">
        <w:t xml:space="preserve"> </w:t>
      </w:r>
      <w:r w:rsidRPr="001C6201">
        <w:t>1985)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Roemer</w:t>
      </w:r>
      <w:r w:rsidR="00357F4D">
        <w:t xml:space="preserve"> </w:t>
      </w:r>
      <w:r w:rsidRPr="001C6201">
        <w:t>(Roemer</w:t>
      </w:r>
      <w:r w:rsidR="00357F4D">
        <w:t xml:space="preserve"> </w:t>
      </w:r>
      <w:r w:rsidRPr="001C6201">
        <w:t>1982)</w:t>
      </w:r>
      <w:r w:rsidR="00357F4D">
        <w:rPr>
          <w:rStyle w:val="libItalicChar"/>
        </w:rPr>
        <w:t xml:space="preserve"> </w:t>
      </w:r>
      <w:r w:rsidRPr="001C6201">
        <w:t>equally</w:t>
      </w:r>
      <w:r w:rsidR="00357F4D">
        <w:t xml:space="preserve"> </w:t>
      </w:r>
      <w:r w:rsidRPr="001C6201">
        <w:t>deploy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methodology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indeed</w:t>
      </w:r>
      <w:r w:rsidR="00357F4D">
        <w:t xml:space="preserve"> </w:t>
      </w:r>
      <w:r w:rsidRPr="001C6201">
        <w:t>Elster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criticised</w:t>
      </w:r>
      <w:r w:rsidR="00357F4D">
        <w:t xml:space="preserve"> </w:t>
      </w:r>
      <w:r w:rsidRPr="001C6201">
        <w:t>Cohen</w:t>
      </w:r>
      <w:r w:rsidR="00357F4D">
        <w:t xml:space="preserve"> </w:t>
      </w:r>
      <w:r w:rsidRPr="001C6201">
        <w:t>(in</w:t>
      </w:r>
      <w:r w:rsidR="00357F4D">
        <w:t xml:space="preserve"> </w:t>
      </w:r>
      <w:r w:rsidRPr="001C6201">
        <w:t>his</w:t>
      </w:r>
      <w:r w:rsidR="00357F4D">
        <w:t xml:space="preserve"> </w:t>
      </w:r>
      <w:r w:rsidRPr="001C6201">
        <w:t>adoption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functional</w:t>
      </w:r>
      <w:r w:rsidR="00357F4D">
        <w:t xml:space="preserve"> </w:t>
      </w:r>
      <w:r w:rsidRPr="001C6201">
        <w:t>explanation)</w:t>
      </w:r>
      <w:r w:rsidR="00357F4D">
        <w:t xml:space="preserve"> </w:t>
      </w:r>
      <w:r w:rsidRPr="001C6201">
        <w:t>for</w:t>
      </w:r>
      <w:r w:rsidR="00357F4D">
        <w:t xml:space="preserve"> </w:t>
      </w:r>
      <w:r>
        <w:t>being</w:t>
      </w:r>
      <w:r w:rsidR="00357F4D">
        <w:t xml:space="preserve"> </w:t>
      </w:r>
      <w:r w:rsidRPr="001C6201">
        <w:t>insufficiently</w:t>
      </w:r>
      <w:r w:rsidR="00357F4D">
        <w:t xml:space="preserve"> </w:t>
      </w:r>
      <w:r w:rsidRPr="001C6201">
        <w:t>rigorous</w:t>
      </w:r>
      <w:r w:rsidR="00357F4D">
        <w:t xml:space="preserve"> </w:t>
      </w:r>
      <w:r w:rsidRPr="001C6201">
        <w:t>(Elster</w:t>
      </w:r>
      <w:r w:rsidR="00E11103">
        <w:t>,</w:t>
      </w:r>
      <w:r w:rsidR="00357F4D">
        <w:t xml:space="preserve"> </w:t>
      </w:r>
      <w:r w:rsidRPr="001C6201">
        <w:t>1980)</w:t>
      </w:r>
      <w:r w:rsidR="00E11103">
        <w:t>.</w:t>
      </w:r>
    </w:p>
    <w:p w:rsidR="00E11103" w:rsidRDefault="001C1AD5" w:rsidP="001C1AD5">
      <w:pPr>
        <w:pStyle w:val="libNormal"/>
        <w:rPr>
          <w:rStyle w:val="libNormalChar"/>
        </w:rPr>
      </w:pPr>
      <w:r w:rsidRPr="001C6201">
        <w:t>Part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Marxism’s</w:t>
      </w:r>
      <w:r w:rsidR="00357F4D">
        <w:t xml:space="preserve"> </w:t>
      </w:r>
      <w:r w:rsidRPr="001C6201">
        <w:t>motivation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making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methodology</w:t>
      </w:r>
      <w:r w:rsidR="00357F4D">
        <w:t xml:space="preserve"> </w:t>
      </w:r>
      <w:r w:rsidRPr="001C6201">
        <w:t>so</w:t>
      </w:r>
      <w:r w:rsidR="00357F4D">
        <w:t xml:space="preserve"> </w:t>
      </w:r>
      <w:r w:rsidRPr="001C6201">
        <w:t>explicit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its</w:t>
      </w:r>
      <w:r w:rsidR="00357F4D">
        <w:t xml:space="preserve"> </w:t>
      </w:r>
      <w:r w:rsidRPr="001C6201">
        <w:t>competition</w:t>
      </w:r>
      <w:r w:rsidR="00357F4D">
        <w:t xml:space="preserve"> </w:t>
      </w:r>
      <w:r w:rsidRPr="001C6201">
        <w:t>with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antagonism</w:t>
      </w:r>
      <w:r w:rsidR="00357F4D">
        <w:t xml:space="preserve"> </w:t>
      </w:r>
      <w:r w:rsidRPr="001C6201">
        <w:t>to</w:t>
      </w:r>
      <w:r w:rsidR="00E11103">
        <w:t>,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‘dialectical’</w:t>
      </w:r>
      <w:r w:rsidR="00357F4D">
        <w:t xml:space="preserve"> </w:t>
      </w:r>
      <w:r w:rsidRPr="001C6201">
        <w:t>school</w:t>
      </w:r>
      <w:r w:rsidR="00E11103">
        <w:t>,</w:t>
      </w:r>
      <w:r w:rsidR="00357F4D">
        <w:t xml:space="preserve"> </w:t>
      </w:r>
      <w:r w:rsidRPr="001C6201">
        <w:t>influenced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Hegel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French</w:t>
      </w:r>
      <w:r w:rsidR="00357F4D">
        <w:t xml:space="preserve"> </w:t>
      </w:r>
      <w:r w:rsidRPr="001C6201">
        <w:t>Marxism</w:t>
      </w:r>
      <w:r w:rsidR="00E11103">
        <w:t>,</w:t>
      </w:r>
      <w:r w:rsidR="00357F4D">
        <w:t xml:space="preserve"> </w:t>
      </w:r>
      <w:r w:rsidRPr="001C6201">
        <w:t>each</w:t>
      </w:r>
      <w:r w:rsidR="00357F4D">
        <w:t xml:space="preserve"> </w:t>
      </w:r>
      <w:r w:rsidRPr="001C6201">
        <w:t>side</w:t>
      </w:r>
      <w:r w:rsidR="00357F4D">
        <w:t xml:space="preserve"> </w:t>
      </w:r>
      <w:r w:rsidRPr="001C6201">
        <w:t>contesting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other’s</w:t>
      </w:r>
      <w:r w:rsidR="00357F4D">
        <w:t xml:space="preserve"> </w:t>
      </w:r>
      <w:r w:rsidRPr="001C6201">
        <w:t>right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stake</w:t>
      </w:r>
      <w:r w:rsidR="00357F4D">
        <w:t xml:space="preserve"> </w:t>
      </w:r>
      <w:r w:rsidRPr="001C6201">
        <w:t>their</w:t>
      </w:r>
      <w:r w:rsidR="00357F4D">
        <w:t xml:space="preserve"> </w:t>
      </w:r>
      <w:r w:rsidRPr="001C6201">
        <w:t>claim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same</w:t>
      </w:r>
      <w:r w:rsidR="00357F4D">
        <w:t xml:space="preserve"> </w:t>
      </w:r>
      <w:r w:rsidRPr="001C6201">
        <w:t>subject</w:t>
      </w:r>
      <w:r w:rsidR="00357F4D">
        <w:t xml:space="preserve"> </w:t>
      </w:r>
      <w:r w:rsidRPr="001C6201">
        <w:t>matter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enquiry</w:t>
      </w:r>
      <w:r w:rsidR="00E11103">
        <w:t>.</w:t>
      </w:r>
      <w:r w:rsidR="00357F4D">
        <w:t xml:space="preserve"> </w:t>
      </w:r>
      <w:r w:rsidRPr="001C6201">
        <w:t>Subsequently</w:t>
      </w:r>
      <w:r w:rsidR="00E11103">
        <w:t>,</w:t>
      </w:r>
      <w:r w:rsidR="00357F4D">
        <w:t xml:space="preserve"> </w:t>
      </w:r>
      <w:r w:rsidRPr="001C6201">
        <w:t>this</w:t>
      </w:r>
      <w:r w:rsidR="00357F4D">
        <w:t xml:space="preserve"> </w:t>
      </w:r>
      <w:r w:rsidRPr="001C6201">
        <w:t>group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produced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significant</w:t>
      </w:r>
      <w:r w:rsidR="00357F4D">
        <w:t xml:space="preserve"> </w:t>
      </w:r>
      <w:r w:rsidRPr="001C6201">
        <w:t>body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important</w:t>
      </w:r>
      <w:r w:rsidR="00357F4D">
        <w:t xml:space="preserve"> </w:t>
      </w:r>
      <w:r w:rsidRPr="001C6201">
        <w:t>writings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Marx</w:t>
      </w:r>
      <w:r w:rsidR="00357F4D">
        <w:t xml:space="preserve"> </w:t>
      </w:r>
      <w:r w:rsidRPr="001C6201">
        <w:t>but</w:t>
      </w:r>
      <w:r w:rsidR="00357F4D">
        <w:t xml:space="preserve"> </w:t>
      </w:r>
      <w:r w:rsidRPr="001C6201">
        <w:t>continue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characterised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number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features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style</w:t>
      </w:r>
      <w:r w:rsidR="00357F4D">
        <w:t xml:space="preserve"> </w:t>
      </w:r>
      <w:r w:rsidRPr="001C6201">
        <w:t>we</w:t>
      </w:r>
      <w:r w:rsidR="00357F4D">
        <w:t xml:space="preserve"> </w:t>
      </w:r>
      <w:r w:rsidRPr="001C6201">
        <w:t>have</w:t>
      </w:r>
      <w:r w:rsidR="00357F4D">
        <w:t xml:space="preserve"> </w:t>
      </w:r>
      <w:r w:rsidRPr="001C6201">
        <w:t>identified</w:t>
      </w:r>
      <w:r w:rsidR="00E11103">
        <w:t>:</w:t>
      </w:r>
      <w:r w:rsidR="00357F4D">
        <w:t xml:space="preserve"> </w:t>
      </w:r>
      <w:r w:rsidRPr="001C6201">
        <w:t>rejection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idealism</w:t>
      </w:r>
      <w:r w:rsidR="00E11103">
        <w:t>,</w:t>
      </w:r>
      <w:r w:rsidR="00357F4D">
        <w:t xml:space="preserve"> </w:t>
      </w:r>
      <w:r w:rsidRPr="001C6201">
        <w:t>preference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quantitative</w:t>
      </w:r>
      <w:r w:rsidR="00357F4D">
        <w:t xml:space="preserve"> </w:t>
      </w:r>
      <w:r w:rsidRPr="001C6201">
        <w:t>over</w:t>
      </w:r>
      <w:r w:rsidR="00357F4D">
        <w:t xml:space="preserve"> </w:t>
      </w:r>
      <w:r w:rsidRPr="001C6201">
        <w:t>qualitative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</w:t>
      </w:r>
      <w:r w:rsidR="00E11103">
        <w:t>,</w:t>
      </w:r>
      <w:r w:rsidR="00357F4D">
        <w:t xml:space="preserve"> </w:t>
      </w:r>
      <w:r w:rsidRPr="001C6201">
        <w:t>use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abstract</w:t>
      </w:r>
      <w:r w:rsidR="00357F4D">
        <w:t xml:space="preserve"> </w:t>
      </w:r>
      <w:r w:rsidRPr="001C6201">
        <w:t>examples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simplified</w:t>
      </w:r>
      <w:r w:rsidR="00357F4D">
        <w:t xml:space="preserve"> </w:t>
      </w:r>
      <w:r w:rsidRPr="001C6201">
        <w:t>models</w:t>
      </w:r>
      <w:r w:rsidR="00E11103">
        <w:t>,</w:t>
      </w:r>
      <w:r w:rsidR="00357F4D">
        <w:t xml:space="preserve"> </w:t>
      </w:r>
      <w:r w:rsidRPr="001C6201">
        <w:t>methodological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moral</w:t>
      </w:r>
      <w:r w:rsidR="00357F4D">
        <w:t xml:space="preserve"> </w:t>
      </w:r>
      <w:r w:rsidRPr="001C6201">
        <w:t>individualism</w:t>
      </w:r>
      <w:r w:rsidR="00E11103">
        <w:t>,</w:t>
      </w:r>
      <w:r w:rsidR="00357F4D">
        <w:t xml:space="preserve"> </w:t>
      </w:r>
      <w:r w:rsidRPr="001C6201">
        <w:t>self</w:t>
      </w:r>
      <w:r w:rsidR="00357F4D">
        <w:t>-</w:t>
      </w:r>
      <w:r w:rsidRPr="001C6201">
        <w:t>conscious</w:t>
      </w:r>
      <w:r w:rsidR="00357F4D">
        <w:t xml:space="preserve"> </w:t>
      </w:r>
      <w:r w:rsidRPr="001C6201">
        <w:t>search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clarity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precision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thesis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argument</w:t>
      </w:r>
      <w:r w:rsidR="00E11103">
        <w:t>,</w:t>
      </w:r>
      <w:r w:rsidR="00357F4D">
        <w:t xml:space="preserve"> </w:t>
      </w:r>
      <w:r w:rsidRPr="001C6201">
        <w:t>intolerance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claimed</w:t>
      </w:r>
      <w:r w:rsidR="00357F4D">
        <w:t xml:space="preserve"> </w:t>
      </w:r>
      <w:r w:rsidRPr="001C6201">
        <w:t>obscurity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others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ambition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presenting</w:t>
      </w:r>
      <w:r w:rsidR="00357F4D">
        <w:t xml:space="preserve"> </w:t>
      </w:r>
      <w:r w:rsidRPr="001C6201">
        <w:t>simple</w:t>
      </w:r>
      <w:r w:rsidR="00357F4D">
        <w:t xml:space="preserve"> </w:t>
      </w:r>
      <w:r w:rsidRPr="001C6201">
        <w:t>theories</w:t>
      </w:r>
      <w:r w:rsidR="00357F4D">
        <w:t xml:space="preserve"> </w:t>
      </w:r>
      <w:r w:rsidRPr="001C6201">
        <w:t>or</w:t>
      </w:r>
      <w:r w:rsidR="00357F4D">
        <w:t xml:space="preserve"> </w:t>
      </w:r>
      <w:r w:rsidRPr="001C6201">
        <w:t>principles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great</w:t>
      </w:r>
      <w:r w:rsidR="00357F4D">
        <w:t xml:space="preserve"> </w:t>
      </w:r>
      <w:r w:rsidRPr="001C6201">
        <w:t>power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application</w:t>
      </w:r>
      <w:r w:rsidR="00E11103">
        <w:t>.</w:t>
      </w:r>
      <w:r w:rsidR="00357F4D">
        <w:t xml:space="preserve"> </w:t>
      </w:r>
      <w:r w:rsidRPr="001C6201">
        <w:t>Philippe</w:t>
      </w:r>
      <w:r w:rsidR="00357F4D">
        <w:t xml:space="preserve"> </w:t>
      </w:r>
      <w:r w:rsidRPr="001C6201">
        <w:t>van</w:t>
      </w:r>
      <w:r w:rsidR="00357F4D">
        <w:t xml:space="preserve"> </w:t>
      </w:r>
      <w:r w:rsidRPr="001C6201">
        <w:t>Parijs</w:t>
      </w:r>
      <w:r w:rsidR="00357F4D">
        <w:t xml:space="preserve"> </w:t>
      </w:r>
      <w:r w:rsidRPr="001C1AD5">
        <w:rPr>
          <w:rStyle w:val="libItalicChar"/>
        </w:rPr>
        <w:t>Real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Freedom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for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All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(van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Parijs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1995)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Cohen’s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later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work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Rescuing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Equality</w:t>
      </w:r>
      <w:r w:rsidR="00357F4D">
        <w:rPr>
          <w:rStyle w:val="libItalicChar"/>
        </w:rPr>
        <w:t xml:space="preserve"> </w:t>
      </w:r>
      <w:r w:rsidRPr="001C1AD5">
        <w:rPr>
          <w:rStyle w:val="libNormalChar"/>
        </w:rPr>
        <w:t>(Cohen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2008)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excellent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examples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containing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many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these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features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But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Hillel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Steiner’s</w:t>
      </w:r>
      <w:r w:rsidR="00357F4D">
        <w:rPr>
          <w:rStyle w:val="libNormalChar"/>
        </w:rPr>
        <w:t xml:space="preserve"> </w:t>
      </w:r>
      <w:r w:rsidRPr="001C1AD5">
        <w:rPr>
          <w:rStyle w:val="libItalicChar"/>
        </w:rPr>
        <w:t>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Essay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Rights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well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purest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example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methodology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which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most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features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have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identified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deployed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length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example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explaining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focus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rights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means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illuminating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issues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justice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Steiner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suggests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‘A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sensible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strategy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seems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begin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elementary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particles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since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big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things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made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from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small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ones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elementary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particles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justice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rights</w:t>
      </w:r>
      <w:r w:rsidR="00E11103">
        <w:rPr>
          <w:rStyle w:val="libNormalChar"/>
        </w:rPr>
        <w:t>.</w:t>
      </w:r>
      <w:r w:rsidRPr="001C1AD5">
        <w:rPr>
          <w:rStyle w:val="libNormalChar"/>
        </w:rPr>
        <w:t>’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(Steiner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1994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2)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echo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Nozick’s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comment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cited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above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Steiner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remarks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that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those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concerned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oppression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exploitation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discrimination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poverty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may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find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treatment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these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topics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abstract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detached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from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issues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even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point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of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frivolity</w:t>
      </w:r>
      <w:r w:rsidR="00E11103">
        <w:rPr>
          <w:rStyle w:val="libNormalChar"/>
        </w:rPr>
        <w:t>.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But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replies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conceptual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analysis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must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done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most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effective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means</w:t>
      </w:r>
      <w:r w:rsidR="00E11103">
        <w:rPr>
          <w:rStyle w:val="libNormalChar"/>
        </w:rPr>
        <w:t>,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if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the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issues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are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to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be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dealt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with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in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suitably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rigorous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fashion</w:t>
      </w:r>
      <w:r w:rsidR="00E11103">
        <w:rPr>
          <w:rStyle w:val="libNormalChar"/>
        </w:rPr>
        <w:t>.</w:t>
      </w:r>
    </w:p>
    <w:p w:rsidR="001C1AD5" w:rsidRDefault="001C1AD5" w:rsidP="001C1AD5">
      <w:pPr>
        <w:pStyle w:val="libNormal"/>
      </w:pPr>
      <w:r>
        <w:br w:type="page"/>
      </w:r>
    </w:p>
    <w:p w:rsidR="000E55C3" w:rsidRDefault="000E55C3" w:rsidP="000E55C3">
      <w:pPr>
        <w:pStyle w:val="Heading1Center"/>
      </w:pPr>
      <w:bookmarkStart w:id="6" w:name="_Toc421362879"/>
      <w:r w:rsidRPr="000E55C3">
        <w:lastRenderedPageBreak/>
        <w:t>7</w:t>
      </w:r>
      <w:r w:rsidR="00E11103">
        <w:t>.</w:t>
      </w:r>
      <w:r w:rsidR="00357F4D">
        <w:t xml:space="preserve"> </w:t>
      </w:r>
      <w:r w:rsidRPr="000E55C3">
        <w:t>Conclusion</w:t>
      </w:r>
      <w:bookmarkEnd w:id="6"/>
    </w:p>
    <w:p w:rsidR="00E11103" w:rsidRDefault="001C1AD5" w:rsidP="001C1AD5">
      <w:pPr>
        <w:pStyle w:val="libNormal"/>
      </w:pPr>
      <w:r w:rsidRPr="001C1AD5">
        <w:t>It</w:t>
      </w:r>
      <w:r w:rsidR="00357F4D">
        <w:t xml:space="preserve"> </w:t>
      </w:r>
      <w:r w:rsidRPr="001C1AD5">
        <w:t>could</w:t>
      </w:r>
      <w:r w:rsidR="00357F4D">
        <w:t xml:space="preserve"> </w:t>
      </w:r>
      <w:r w:rsidRPr="001C1AD5">
        <w:t>be</w:t>
      </w:r>
      <w:r w:rsidR="00357F4D">
        <w:t xml:space="preserve"> </w:t>
      </w:r>
      <w:r w:rsidRPr="001C1AD5">
        <w:t>argued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emergence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analytic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not</w:t>
      </w:r>
      <w:r w:rsidR="00E11103">
        <w:t>,</w:t>
      </w:r>
      <w:r w:rsidR="00357F4D">
        <w:t xml:space="preserve"> </w:t>
      </w:r>
      <w:r w:rsidRPr="001C1AD5">
        <w:t>initially</w:t>
      </w:r>
      <w:r w:rsidR="00E11103">
        <w:t>,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helpful</w:t>
      </w:r>
      <w:r w:rsidR="00357F4D">
        <w:t xml:space="preserve"> </w:t>
      </w:r>
      <w:r w:rsidRPr="001C1AD5">
        <w:t>development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most</w:t>
      </w:r>
      <w:r w:rsidR="00357F4D">
        <w:t xml:space="preserve"> </w:t>
      </w:r>
      <w:r w:rsidRPr="001C1AD5">
        <w:t>prominent</w:t>
      </w:r>
      <w:r w:rsidR="00357F4D">
        <w:t xml:space="preserve"> </w:t>
      </w:r>
      <w:r w:rsidRPr="001C1AD5">
        <w:t>early</w:t>
      </w:r>
      <w:r w:rsidR="00357F4D">
        <w:t xml:space="preserve"> </w:t>
      </w:r>
      <w:r w:rsidRPr="001C1AD5">
        <w:t>contribution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rejection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idealism</w:t>
      </w:r>
      <w:r w:rsidR="00E11103">
        <w:t>,</w:t>
      </w:r>
      <w:r w:rsidR="00357F4D">
        <w:t xml:space="preserve"> </w:t>
      </w:r>
      <w:r w:rsidRPr="001C1AD5">
        <w:t>especially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writers</w:t>
      </w:r>
      <w:r w:rsidR="00357F4D">
        <w:t xml:space="preserve"> </w:t>
      </w:r>
      <w:r w:rsidRPr="001C1AD5">
        <w:t>such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Bosanquet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Green</w:t>
      </w:r>
      <w:r w:rsidR="00E11103">
        <w:t>.</w:t>
      </w:r>
      <w:r w:rsidR="00357F4D">
        <w:t xml:space="preserve"> </w:t>
      </w:r>
      <w:r w:rsidRPr="001C1AD5">
        <w:t>Yet</w:t>
      </w:r>
      <w:r w:rsidR="00E11103">
        <w:t>,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we</w:t>
      </w:r>
      <w:r w:rsidR="00357F4D">
        <w:t xml:space="preserve"> </w:t>
      </w:r>
      <w:r w:rsidRPr="001C1AD5">
        <w:t>have</w:t>
      </w:r>
      <w:r w:rsidR="00357F4D">
        <w:t xml:space="preserve"> </w:t>
      </w:r>
      <w:r w:rsidRPr="001C1AD5">
        <w:t>seen</w:t>
      </w:r>
      <w:r w:rsidR="00E11103">
        <w:t>,</w:t>
      </w:r>
      <w:r w:rsidR="00357F4D">
        <w:t xml:space="preserve"> </w:t>
      </w:r>
      <w:r w:rsidRPr="001C1AD5">
        <w:t>such</w:t>
      </w:r>
      <w:r w:rsidR="00357F4D">
        <w:t xml:space="preserve"> </w:t>
      </w:r>
      <w:r w:rsidRPr="001C1AD5">
        <w:t>rejection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accompanied</w:t>
      </w:r>
      <w:r w:rsidR="00357F4D">
        <w:t xml:space="preserve"> </w:t>
      </w:r>
      <w:r w:rsidRPr="001C1AD5">
        <w:t>by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acceptance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an</w:t>
      </w:r>
      <w:r w:rsidR="00357F4D">
        <w:t xml:space="preserve"> </w:t>
      </w:r>
      <w:r w:rsidRPr="001C1AD5">
        <w:t>alternative</w:t>
      </w:r>
      <w:r w:rsidR="00357F4D">
        <w:t xml:space="preserve"> </w:t>
      </w:r>
      <w:r w:rsidRPr="001C1AD5">
        <w:t>approach</w:t>
      </w:r>
      <w:r w:rsidR="00E11103">
        <w:t>,</w:t>
      </w:r>
      <w:r w:rsidR="00357F4D">
        <w:t xml:space="preserve"> </w:t>
      </w:r>
      <w:r w:rsidRPr="001C1AD5">
        <w:t>or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least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any</w:t>
      </w:r>
      <w:r w:rsidR="00357F4D">
        <w:t xml:space="preserve"> </w:t>
      </w:r>
      <w:r w:rsidRPr="001C1AD5">
        <w:t>significant</w:t>
      </w:r>
      <w:r w:rsidR="00357F4D">
        <w:t xml:space="preserve"> </w:t>
      </w:r>
      <w:r w:rsidRPr="001C1AD5">
        <w:t>scale</w:t>
      </w:r>
      <w:r w:rsidR="00E11103">
        <w:t>.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new</w:t>
      </w:r>
      <w:r w:rsidR="00357F4D">
        <w:t xml:space="preserve"> </w:t>
      </w:r>
      <w:r w:rsidRPr="001C1AD5">
        <w:t>logic</w:t>
      </w:r>
      <w:r w:rsidR="00357F4D">
        <w:t xml:space="preserve"> </w:t>
      </w:r>
      <w:r w:rsidRPr="001C1AD5">
        <w:t>had</w:t>
      </w:r>
      <w:r w:rsidR="00357F4D">
        <w:t xml:space="preserve"> </w:t>
      </w:r>
      <w:r w:rsidRPr="001C1AD5">
        <w:t>no</w:t>
      </w:r>
      <w:r w:rsidR="00357F4D">
        <w:t xml:space="preserve"> </w:t>
      </w:r>
      <w:r w:rsidRPr="001C1AD5">
        <w:t>influence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confines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linguistic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logical</w:t>
      </w:r>
      <w:r w:rsidR="00357F4D">
        <w:t xml:space="preserve"> </w:t>
      </w:r>
      <w:r w:rsidRPr="001C1AD5">
        <w:t>positivism</w:t>
      </w:r>
      <w:r w:rsidR="00357F4D">
        <w:t xml:space="preserve"> </w:t>
      </w:r>
      <w:r w:rsidRPr="001C1AD5">
        <w:t>left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philosophers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very</w:t>
      </w:r>
      <w:r w:rsidR="00357F4D">
        <w:t xml:space="preserve"> </w:t>
      </w:r>
      <w:r w:rsidRPr="001C1AD5">
        <w:t>narrow</w:t>
      </w:r>
      <w:r w:rsidR="00357F4D">
        <w:t xml:space="preserve"> </w:t>
      </w:r>
      <w:r w:rsidRPr="001C1AD5">
        <w:t>understanding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their</w:t>
      </w:r>
      <w:r w:rsidR="00357F4D">
        <w:t xml:space="preserve"> </w:t>
      </w:r>
      <w:r w:rsidRPr="001C1AD5">
        <w:t>discipline</w:t>
      </w:r>
      <w:r w:rsidR="00E11103">
        <w:t>:</w:t>
      </w:r>
      <w:r w:rsidR="00357F4D">
        <w:t xml:space="preserve"> </w:t>
      </w:r>
      <w:r w:rsidRPr="001C1AD5">
        <w:t>so</w:t>
      </w:r>
      <w:r w:rsidR="00357F4D">
        <w:t xml:space="preserve"> </w:t>
      </w:r>
      <w:r w:rsidRPr="001C1AD5">
        <w:t>much</w:t>
      </w:r>
      <w:r w:rsidR="00357F4D">
        <w:t xml:space="preserve"> </w:t>
      </w:r>
      <w:r w:rsidRPr="001C1AD5">
        <w:t>so</w:t>
      </w:r>
      <w:r w:rsidR="00357F4D">
        <w:t xml:space="preserve"> </w:t>
      </w:r>
      <w:r w:rsidRPr="001C1AD5">
        <w:t>that</w:t>
      </w:r>
      <w:r w:rsidR="00E11103">
        <w:t>,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we</w:t>
      </w:r>
      <w:r w:rsidR="00357F4D">
        <w:t xml:space="preserve"> </w:t>
      </w:r>
      <w:r w:rsidRPr="001C1AD5">
        <w:t>noted</w:t>
      </w:r>
      <w:r w:rsidR="00357F4D">
        <w:t xml:space="preserve"> </w:t>
      </w:r>
      <w:r w:rsidRPr="001C1AD5">
        <w:t>above</w:t>
      </w:r>
      <w:r w:rsidR="00E11103">
        <w:t>,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1967</w:t>
      </w:r>
      <w:r w:rsidR="00357F4D">
        <w:t xml:space="preserve"> </w:t>
      </w:r>
      <w:r w:rsidRPr="001C1AD5">
        <w:t>Quinton</w:t>
      </w:r>
      <w:r w:rsidR="00357F4D">
        <w:t xml:space="preserve"> </w:t>
      </w:r>
      <w:r w:rsidRPr="001C1AD5">
        <w:t>went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far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suggest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many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historically</w:t>
      </w:r>
      <w:r w:rsidR="00357F4D">
        <w:t xml:space="preserve"> </w:t>
      </w:r>
      <w:r w:rsidRPr="001C1AD5">
        <w:t>great</w:t>
      </w:r>
      <w:r w:rsidR="00357F4D">
        <w:t xml:space="preserve"> </w:t>
      </w:r>
      <w:r w:rsidRPr="001C1AD5">
        <w:t>works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were</w:t>
      </w:r>
      <w:r w:rsidR="00357F4D">
        <w:t xml:space="preserve"> </w:t>
      </w:r>
      <w:r w:rsidRPr="001C1AD5">
        <w:t>only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small</w:t>
      </w:r>
      <w:r w:rsidR="00357F4D">
        <w:t xml:space="preserve"> </w:t>
      </w:r>
      <w:r w:rsidRPr="001C1AD5">
        <w:t>part</w:t>
      </w:r>
      <w:r w:rsidR="00357F4D">
        <w:t xml:space="preserve"> </w:t>
      </w:r>
      <w:r w:rsidRPr="001C1AD5">
        <w:t>strictly</w:t>
      </w:r>
      <w:r w:rsidR="00357F4D">
        <w:t xml:space="preserve"> </w:t>
      </w:r>
      <w:r w:rsidRPr="001C1AD5">
        <w:t>speaking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at</w:t>
      </w:r>
      <w:r w:rsidR="00357F4D">
        <w:t xml:space="preserve"> </w:t>
      </w:r>
      <w:r w:rsidRPr="001C1AD5">
        <w:t>all</w:t>
      </w:r>
      <w:r w:rsidR="00357F4D">
        <w:t xml:space="preserve"> </w:t>
      </w:r>
      <w:r w:rsidRPr="001C1AD5">
        <w:t>(Quinton</w:t>
      </w:r>
      <w:r w:rsidR="00E11103">
        <w:t>,</w:t>
      </w:r>
      <w:r w:rsidR="00357F4D">
        <w:t xml:space="preserve"> </w:t>
      </w:r>
      <w:r w:rsidRPr="001C1AD5">
        <w:t>1967</w:t>
      </w:r>
      <w:r w:rsidR="00E11103">
        <w:t>,</w:t>
      </w:r>
      <w:r w:rsidR="00357F4D">
        <w:t xml:space="preserve"> </w:t>
      </w:r>
      <w:r w:rsidRPr="001C1AD5">
        <w:t>p</w:t>
      </w:r>
      <w:r w:rsidR="00E11103">
        <w:t>.</w:t>
      </w:r>
      <w:r w:rsidR="00357F4D">
        <w:t xml:space="preserve"> </w:t>
      </w:r>
      <w:r w:rsidRPr="001C1AD5">
        <w:t>1)</w:t>
      </w:r>
      <w:r w:rsidR="00E11103">
        <w:t>.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357F4D">
        <w:t xml:space="preserve"> </w:t>
      </w:r>
      <w:r w:rsidRPr="001C1AD5">
        <w:t>became</w:t>
      </w:r>
      <w:r w:rsidR="00357F4D">
        <w:t xml:space="preserve"> </w:t>
      </w:r>
      <w:r w:rsidRPr="001C1AD5">
        <w:t>introspective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unambitious</w:t>
      </w:r>
      <w:r w:rsidR="00E11103">
        <w:t>,</w:t>
      </w:r>
      <w:r w:rsidR="00357F4D">
        <w:t xml:space="preserve"> </w:t>
      </w:r>
      <w:r w:rsidRPr="001C1AD5">
        <w:t>although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averse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criticising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apparently</w:t>
      </w:r>
      <w:r w:rsidR="00357F4D">
        <w:t xml:space="preserve"> </w:t>
      </w:r>
      <w:r w:rsidRPr="001C1AD5">
        <w:t>crude</w:t>
      </w:r>
      <w:r w:rsidR="00357F4D">
        <w:t xml:space="preserve"> </w:t>
      </w:r>
      <w:r w:rsidRPr="001C1AD5">
        <w:t>errors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great</w:t>
      </w:r>
      <w:r w:rsidR="00357F4D">
        <w:t xml:space="preserve"> </w:t>
      </w:r>
      <w:r w:rsidRPr="001C1AD5">
        <w:t>theorists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past</w:t>
      </w:r>
      <w:r w:rsidR="00E11103">
        <w:t>.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a</w:t>
      </w:r>
      <w:r w:rsidR="00357F4D">
        <w:t xml:space="preserve"> </w:t>
      </w:r>
      <w:r w:rsidRPr="001C1AD5">
        <w:t>few</w:t>
      </w:r>
      <w:r w:rsidR="00357F4D">
        <w:t xml:space="preserve"> </w:t>
      </w:r>
      <w:r w:rsidRPr="001C1AD5">
        <w:t>exceptions</w:t>
      </w:r>
      <w:r w:rsidR="00E11103">
        <w:t>,</w:t>
      </w:r>
      <w:r w:rsidR="00357F4D">
        <w:t xml:space="preserve"> </w:t>
      </w:r>
      <w:r w:rsidRPr="001C1AD5">
        <w:t>such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work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Hayek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Popper</w:t>
      </w:r>
      <w:r w:rsidR="00E11103">
        <w:t>,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was</w:t>
      </w:r>
      <w:r w:rsidR="00357F4D">
        <w:t xml:space="preserve"> </w:t>
      </w:r>
      <w:r w:rsidRPr="001C1AD5">
        <w:t>not</w:t>
      </w:r>
      <w:r w:rsidR="00357F4D">
        <w:t xml:space="preserve"> </w:t>
      </w:r>
      <w:r w:rsidRPr="001C1AD5">
        <w:t>until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publication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Rawls’s</w:t>
      </w:r>
      <w:r w:rsidR="00357F4D"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1971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philosophers</w:t>
      </w:r>
      <w:r w:rsidR="00357F4D">
        <w:t xml:space="preserve"> </w:t>
      </w:r>
      <w:r w:rsidRPr="001C6201">
        <w:t>began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return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write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broad</w:t>
      </w:r>
      <w:r w:rsidR="00357F4D">
        <w:t xml:space="preserve"> </w:t>
      </w:r>
      <w:r w:rsidRPr="001C6201">
        <w:t>canvas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pursue</w:t>
      </w:r>
      <w:r w:rsidR="00357F4D">
        <w:t xml:space="preserve"> </w:t>
      </w:r>
      <w:r w:rsidRPr="001C6201">
        <w:t>advocacy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substantive</w:t>
      </w:r>
      <w:r w:rsidR="00357F4D">
        <w:t xml:space="preserve"> </w:t>
      </w:r>
      <w:r w:rsidRPr="001C6201">
        <w:t>positions</w:t>
      </w:r>
      <w:r w:rsidR="00E11103">
        <w:t>.</w:t>
      </w:r>
      <w:r w:rsidR="00357F4D">
        <w:t xml:space="preserve"> </w:t>
      </w:r>
      <w:r w:rsidRPr="001C6201">
        <w:t>Since</w:t>
      </w:r>
      <w:r w:rsidR="00357F4D">
        <w:t xml:space="preserve"> </w:t>
      </w:r>
      <w:r w:rsidRPr="001C6201">
        <w:t>then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subject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flourished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distinctive</w:t>
      </w:r>
      <w:r w:rsidR="00357F4D">
        <w:t xml:space="preserve"> </w:t>
      </w:r>
      <w:r w:rsidRPr="001C6201">
        <w:t>methodology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developed</w:t>
      </w:r>
      <w:r w:rsidR="00E11103">
        <w:t>,</w:t>
      </w:r>
      <w:r w:rsidR="00357F4D">
        <w:t xml:space="preserve"> </w:t>
      </w:r>
      <w:r w:rsidRPr="001C6201">
        <w:t>although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more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idiom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Nozick</w:t>
      </w:r>
      <w:r w:rsidR="00357F4D">
        <w:t xml:space="preserve"> </w:t>
      </w:r>
      <w:r w:rsidRPr="001C6201">
        <w:t>than</w:t>
      </w:r>
      <w:r w:rsidR="00357F4D">
        <w:t xml:space="preserve"> </w:t>
      </w:r>
      <w:r w:rsidRPr="001C6201">
        <w:t>Rawls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most</w:t>
      </w:r>
      <w:r w:rsidR="00357F4D">
        <w:t xml:space="preserve"> </w:t>
      </w:r>
      <w:r w:rsidRPr="001C6201">
        <w:t>self</w:t>
      </w:r>
      <w:r w:rsidR="00357F4D">
        <w:t>-</w:t>
      </w:r>
      <w:r w:rsidRPr="001C6201">
        <w:t>consciously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Marxism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NormalChar"/>
        </w:rPr>
      </w:pPr>
      <w:r w:rsidRPr="001C6201">
        <w:t>Alongside</w:t>
      </w:r>
      <w:r w:rsidR="00E11103">
        <w:t>,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course</w:t>
      </w:r>
      <w:r w:rsidR="00E11103">
        <w:t>,</w:t>
      </w:r>
      <w:r w:rsidR="00357F4D">
        <w:t xml:space="preserve"> </w:t>
      </w:r>
      <w:r w:rsidRPr="001C6201">
        <w:t>has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developed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counter</w:t>
      </w:r>
      <w:r w:rsidR="00357F4D">
        <w:t>-</w:t>
      </w:r>
      <w:r w:rsidRPr="001C6201">
        <w:t>tendency</w:t>
      </w:r>
      <w:r w:rsidR="00E11103">
        <w:t>,</w:t>
      </w:r>
      <w:r w:rsidR="00357F4D">
        <w:t xml:space="preserve"> </w:t>
      </w:r>
      <w:r w:rsidRPr="001C6201">
        <w:t>objecting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abstraction</w:t>
      </w:r>
      <w:r w:rsidR="00E11103">
        <w:t>,</w:t>
      </w:r>
      <w:r w:rsidR="00357F4D">
        <w:t xml:space="preserve"> </w:t>
      </w:r>
      <w:r w:rsidRPr="001C6201">
        <w:t>individualism</w:t>
      </w:r>
      <w:r w:rsidR="00E11103">
        <w:t>,</w:t>
      </w:r>
      <w:r w:rsidR="00357F4D">
        <w:t xml:space="preserve"> </w:t>
      </w:r>
      <w:r w:rsidRPr="001C6201">
        <w:t>ahistoricism</w:t>
      </w:r>
      <w:r w:rsidR="00E11103">
        <w:t>,</w:t>
      </w:r>
      <w:r w:rsidR="00357F4D">
        <w:t xml:space="preserve"> </w:t>
      </w:r>
      <w:r w:rsidRPr="001C6201">
        <w:t>reductionism</w:t>
      </w:r>
      <w:r w:rsidR="00E11103">
        <w:t>,</w:t>
      </w:r>
      <w:r w:rsidR="00357F4D">
        <w:t xml:space="preserve"> </w:t>
      </w:r>
      <w:r w:rsidRPr="001C6201">
        <w:t>over</w:t>
      </w:r>
      <w:r w:rsidR="00357F4D">
        <w:t>-</w:t>
      </w:r>
      <w:r w:rsidRPr="001C6201">
        <w:t>simplifying</w:t>
      </w:r>
      <w:r w:rsidR="00357F4D">
        <w:t xml:space="preserve"> </w:t>
      </w:r>
      <w:r w:rsidRPr="001C6201">
        <w:t>tendencies</w:t>
      </w:r>
      <w:r w:rsidR="00E11103">
        <w:t>,</w:t>
      </w:r>
      <w:r w:rsidR="00357F4D">
        <w:t xml:space="preserve"> </w:t>
      </w:r>
      <w:r w:rsidRPr="001C6201">
        <w:t>and</w:t>
      </w:r>
      <w:r w:rsidR="00E11103">
        <w:t>,</w:t>
      </w:r>
      <w:r w:rsidR="00357F4D">
        <w:t xml:space="preserve"> </w:t>
      </w:r>
      <w:r w:rsidRPr="001C6201">
        <w:t>sometimes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apparent</w:t>
      </w:r>
      <w:r w:rsidR="00357F4D">
        <w:t xml:space="preserve"> </w:t>
      </w:r>
      <w:r w:rsidRPr="001C6201">
        <w:t>frivolity</w:t>
      </w:r>
      <w:r w:rsidR="00E11103">
        <w:t>,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or</w:t>
      </w:r>
      <w:r w:rsidR="00E11103">
        <w:t>,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least</w:t>
      </w:r>
      <w:r w:rsidR="00E11103">
        <w:t>,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some</w:t>
      </w:r>
      <w:r w:rsidR="00357F4D">
        <w:t xml:space="preserve"> </w:t>
      </w:r>
      <w:r w:rsidRPr="001C6201">
        <w:t>examples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it</w:t>
      </w:r>
      <w:r w:rsidR="00E11103">
        <w:t>.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often</w:t>
      </w:r>
      <w:r w:rsidR="00357F4D">
        <w:t xml:space="preserve"> </w:t>
      </w:r>
      <w:r w:rsidRPr="001C6201">
        <w:t>even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counter</w:t>
      </w:r>
      <w:r w:rsidR="00357F4D">
        <w:t xml:space="preserve"> </w:t>
      </w:r>
      <w:r w:rsidRPr="001C6201">
        <w:t>works</w:t>
      </w:r>
      <w:r w:rsidR="00E11103">
        <w:t>,</w:t>
      </w:r>
      <w:r w:rsidR="00357F4D">
        <w:t xml:space="preserve"> </w:t>
      </w:r>
      <w:r w:rsidRPr="001C6201">
        <w:t>such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Elizabeth</w:t>
      </w:r>
      <w:r w:rsidR="00357F4D">
        <w:t xml:space="preserve"> </w:t>
      </w:r>
      <w:r w:rsidRPr="001C6201">
        <w:t>Anderson’s</w:t>
      </w:r>
      <w:r w:rsidR="00357F4D">
        <w:t xml:space="preserve"> </w:t>
      </w:r>
      <w:r w:rsidRPr="001C6201">
        <w:t>important</w:t>
      </w:r>
      <w:r w:rsidR="00357F4D">
        <w:t xml:space="preserve"> </w:t>
      </w:r>
      <w:r w:rsidRPr="001C6201">
        <w:t>paper</w:t>
      </w:r>
      <w:r w:rsidR="00357F4D">
        <w:t xml:space="preserve"> </w:t>
      </w:r>
      <w:r w:rsidRPr="001C6201">
        <w:t>‘What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Point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Equality?’</w:t>
      </w:r>
      <w:r w:rsidR="00357F4D">
        <w:t xml:space="preserve"> </w:t>
      </w:r>
      <w:r w:rsidRPr="001C6201">
        <w:t>(Anderson</w:t>
      </w:r>
      <w:r w:rsidR="00E11103">
        <w:t>,</w:t>
      </w:r>
      <w:r w:rsidR="00357F4D">
        <w:t xml:space="preserve"> </w:t>
      </w:r>
      <w:r w:rsidRPr="001C6201">
        <w:t>1999)</w:t>
      </w:r>
      <w:r w:rsidR="00357F4D">
        <w:t xml:space="preserve"> </w:t>
      </w:r>
      <w:r w:rsidRPr="001C6201">
        <w:t>display</w:t>
      </w:r>
      <w:r w:rsidR="00357F4D">
        <w:t xml:space="preserve"> </w:t>
      </w:r>
      <w:r w:rsidRPr="001C6201">
        <w:t>many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methodological</w:t>
      </w:r>
      <w:r w:rsidR="00357F4D">
        <w:t xml:space="preserve"> </w:t>
      </w:r>
      <w:r w:rsidRPr="001C6201">
        <w:t>characteristics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means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entering</w:t>
      </w:r>
      <w:r w:rsidR="00357F4D">
        <w:t xml:space="preserve"> </w:t>
      </w:r>
      <w:r w:rsidRPr="001C6201">
        <w:t>into</w:t>
      </w:r>
      <w:r w:rsidR="00357F4D">
        <w:t xml:space="preserve"> </w:t>
      </w:r>
      <w:r w:rsidRPr="001C6201">
        <w:t>critical</w:t>
      </w:r>
      <w:r w:rsidR="00357F4D">
        <w:t xml:space="preserve"> </w:t>
      </w:r>
      <w:r w:rsidRPr="001C6201">
        <w:t>debate</w:t>
      </w:r>
      <w:r w:rsidR="00357F4D">
        <w:t xml:space="preserve"> </w:t>
      </w:r>
      <w:r w:rsidRPr="001C6201">
        <w:t>can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thought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part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same</w:t>
      </w:r>
      <w:r w:rsidR="00357F4D">
        <w:t xml:space="preserve"> </w:t>
      </w:r>
      <w:r w:rsidRPr="001C6201">
        <w:t>methodological</w:t>
      </w:r>
      <w:r w:rsidR="00357F4D">
        <w:t xml:space="preserve"> </w:t>
      </w:r>
      <w:r w:rsidRPr="001C6201">
        <w:t>tradition</w:t>
      </w:r>
      <w:r w:rsidR="00E11103">
        <w:t>.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sense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may</w:t>
      </w:r>
      <w:r w:rsidR="00357F4D">
        <w:t xml:space="preserve"> </w:t>
      </w:r>
      <w:r w:rsidRPr="001C6201">
        <w:t>appear</w:t>
      </w:r>
      <w:r w:rsidR="00357F4D">
        <w:t xml:space="preserve"> </w:t>
      </w:r>
      <w:r w:rsidRPr="001C6201">
        <w:t>that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almost</w:t>
      </w:r>
      <w:r w:rsidR="00357F4D">
        <w:t xml:space="preserve"> </w:t>
      </w:r>
      <w:r w:rsidRPr="001C6201">
        <w:t>inescapable</w:t>
      </w:r>
      <w:r w:rsidR="00E11103">
        <w:t>,</w:t>
      </w:r>
      <w:r w:rsidR="00357F4D">
        <w:t xml:space="preserve"> </w:t>
      </w:r>
      <w:r w:rsidRPr="001C6201">
        <w:t>unless</w:t>
      </w:r>
      <w:r w:rsidR="00357F4D">
        <w:t xml:space="preserve"> </w:t>
      </w:r>
      <w:r w:rsidRPr="001C6201">
        <w:t>one</w:t>
      </w:r>
      <w:r w:rsidR="00357F4D">
        <w:t xml:space="preserve"> </w:t>
      </w:r>
      <w:r w:rsidRPr="001C6201">
        <w:t>self</w:t>
      </w:r>
      <w:r w:rsidR="00357F4D">
        <w:t>-</w:t>
      </w:r>
      <w:r w:rsidRPr="001C6201">
        <w:t>consciously</w:t>
      </w:r>
      <w:r w:rsidR="00357F4D">
        <w:t xml:space="preserve"> </w:t>
      </w:r>
      <w:r w:rsidRPr="001C6201">
        <w:t>adopts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‘continental’</w:t>
      </w:r>
      <w:r w:rsidR="00357F4D">
        <w:t xml:space="preserve"> </w:t>
      </w:r>
      <w:r w:rsidRPr="001C6201">
        <w:t>style</w:t>
      </w:r>
      <w:r w:rsidR="00E11103">
        <w:t>.</w:t>
      </w:r>
      <w:r w:rsidR="00357F4D">
        <w:t xml:space="preserve"> </w:t>
      </w:r>
      <w:r w:rsidRPr="001C6201">
        <w:t>Yet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also</w:t>
      </w:r>
      <w:r w:rsidR="00357F4D">
        <w:t xml:space="preserve"> </w:t>
      </w:r>
      <w:r w:rsidRPr="001C6201">
        <w:t>possible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see</w:t>
      </w:r>
      <w:r w:rsidR="00357F4D">
        <w:t xml:space="preserve"> </w:t>
      </w:r>
      <w:r w:rsidRPr="001C6201">
        <w:t>what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write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manner</w:t>
      </w:r>
      <w:r w:rsidR="00357F4D">
        <w:t xml:space="preserve"> </w:t>
      </w:r>
      <w:r w:rsidRPr="001C6201">
        <w:t>which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less</w:t>
      </w:r>
      <w:r w:rsidR="00357F4D">
        <w:t xml:space="preserve"> </w:t>
      </w:r>
      <w:r w:rsidRPr="001C6201">
        <w:t>obviously</w:t>
      </w:r>
      <w:r w:rsidR="00357F4D">
        <w:t xml:space="preserve"> </w:t>
      </w:r>
      <w:r w:rsidRPr="001C6201">
        <w:t>analytic</w:t>
      </w:r>
      <w:r w:rsidR="00E11103">
        <w:t>.</w:t>
      </w:r>
      <w:r w:rsidR="00357F4D">
        <w:t xml:space="preserve"> </w:t>
      </w:r>
      <w:r w:rsidRPr="001C6201">
        <w:t>So</w:t>
      </w:r>
      <w:r w:rsidR="00E11103">
        <w:t>,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example</w:t>
      </w:r>
      <w:r w:rsidR="00E11103">
        <w:t>,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writings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Michael</w:t>
      </w:r>
      <w:r w:rsidR="00357F4D">
        <w:t xml:space="preserve"> </w:t>
      </w:r>
      <w:r w:rsidRPr="001C6201">
        <w:t>Walzer</w:t>
      </w:r>
      <w:r w:rsidR="00E11103">
        <w:t>,</w:t>
      </w:r>
      <w:r w:rsidR="00357F4D">
        <w:t xml:space="preserve"> </w:t>
      </w:r>
      <w:r w:rsidRPr="001C6201">
        <w:t>Amartya</w:t>
      </w:r>
      <w:r w:rsidR="00357F4D">
        <w:t xml:space="preserve"> </w:t>
      </w:r>
      <w:r w:rsidRPr="001C6201">
        <w:t>Sen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Martha</w:t>
      </w:r>
      <w:r w:rsidR="00357F4D">
        <w:t xml:space="preserve"> </w:t>
      </w:r>
      <w:r w:rsidRPr="001C6201">
        <w:t>Nussbaum</w:t>
      </w:r>
      <w:r w:rsidR="00357F4D">
        <w:t xml:space="preserve"> </w:t>
      </w:r>
      <w:r w:rsidRPr="001C6201">
        <w:t>(Walzer</w:t>
      </w:r>
      <w:r w:rsidR="00357F4D">
        <w:t xml:space="preserve"> </w:t>
      </w:r>
      <w:r w:rsidRPr="001C6201">
        <w:t>1983</w:t>
      </w:r>
      <w:r w:rsidR="00E11103">
        <w:t>,</w:t>
      </w:r>
      <w:r w:rsidR="00357F4D">
        <w:t xml:space="preserve"> </w:t>
      </w:r>
      <w:r w:rsidRPr="001C6201">
        <w:t>Sen</w:t>
      </w:r>
      <w:r w:rsidR="00357F4D">
        <w:t xml:space="preserve"> </w:t>
      </w:r>
      <w:r w:rsidRPr="001C6201">
        <w:t>1999</w:t>
      </w:r>
      <w:r w:rsidR="00E11103">
        <w:t>,</w:t>
      </w:r>
      <w:r w:rsidR="00357F4D">
        <w:t xml:space="preserve"> </w:t>
      </w:r>
      <w:r w:rsidRPr="001C6201">
        <w:t>Nussbaum</w:t>
      </w:r>
      <w:r w:rsidR="00357F4D">
        <w:t xml:space="preserve"> </w:t>
      </w:r>
      <w:r w:rsidRPr="001C6201">
        <w:t>2000)</w:t>
      </w:r>
      <w:r w:rsidR="00E11103">
        <w:t>,</w:t>
      </w:r>
      <w:r w:rsidR="00357F4D">
        <w:t xml:space="preserve"> </w:t>
      </w:r>
      <w:r w:rsidRPr="001C6201">
        <w:t>taking</w:t>
      </w:r>
      <w:r w:rsidR="00357F4D">
        <w:t xml:space="preserve"> </w:t>
      </w:r>
      <w:r w:rsidRPr="001C6201">
        <w:t>sociology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history</w:t>
      </w:r>
      <w:r w:rsidR="00357F4D">
        <w:t xml:space="preserve"> </w:t>
      </w:r>
      <w:r w:rsidRPr="001C6201">
        <w:t>seriously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attempting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politically</w:t>
      </w:r>
      <w:r w:rsidR="00357F4D">
        <w:t xml:space="preserve"> </w:t>
      </w:r>
      <w:r w:rsidRPr="001C6201">
        <w:t>engaged</w:t>
      </w:r>
      <w:r w:rsidR="00E11103">
        <w:t>,</w:t>
      </w:r>
      <w:r w:rsidR="00357F4D">
        <w:t xml:space="preserve"> </w:t>
      </w:r>
      <w:r w:rsidRPr="001C6201">
        <w:t>provide</w:t>
      </w:r>
      <w:r w:rsidR="00357F4D">
        <w:t xml:space="preserve"> </w:t>
      </w:r>
      <w:r w:rsidRPr="001C6201">
        <w:t>different</w:t>
      </w:r>
      <w:r w:rsidR="00357F4D">
        <w:t xml:space="preserve"> </w:t>
      </w:r>
      <w:r w:rsidRPr="001C6201">
        <w:t>approaches</w:t>
      </w:r>
      <w:r w:rsidR="00357F4D">
        <w:t xml:space="preserve"> </w:t>
      </w:r>
      <w:r w:rsidRPr="001C6201">
        <w:t>which</w:t>
      </w:r>
      <w:r w:rsidR="00E11103">
        <w:t>,</w:t>
      </w:r>
      <w:r w:rsidR="00357F4D">
        <w:t xml:space="preserve"> </w:t>
      </w:r>
      <w:r w:rsidRPr="001C6201">
        <w:t>at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least</w:t>
      </w:r>
      <w:r w:rsidR="00E11103">
        <w:t>,</w:t>
      </w:r>
      <w:r w:rsidR="00357F4D">
        <w:t xml:space="preserve"> </w:t>
      </w:r>
      <w:r w:rsidRPr="001C6201">
        <w:t>are</w:t>
      </w:r>
      <w:r w:rsidR="00357F4D">
        <w:t xml:space="preserve"> </w:t>
      </w:r>
      <w:r w:rsidRPr="001C6201">
        <w:t>on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outer</w:t>
      </w:r>
      <w:r w:rsidR="00357F4D">
        <w:t xml:space="preserve"> </w:t>
      </w:r>
      <w:r w:rsidRPr="001C6201">
        <w:t>fringes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without</w:t>
      </w:r>
      <w:r w:rsidR="00357F4D">
        <w:t xml:space="preserve"> </w:t>
      </w:r>
      <w:r w:rsidRPr="001C6201">
        <w:t>being</w:t>
      </w:r>
      <w:r w:rsidR="00357F4D">
        <w:t xml:space="preserve"> </w:t>
      </w:r>
      <w:r w:rsidRPr="001C6201">
        <w:t>identifiable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continental</w:t>
      </w:r>
      <w:r w:rsidR="00357F4D">
        <w:t xml:space="preserve"> </w:t>
      </w:r>
      <w:r w:rsidRPr="001C6201">
        <w:t>philosophy</w:t>
      </w:r>
      <w:r w:rsidR="00E11103">
        <w:t>.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abstract</w:t>
      </w:r>
      <w:r w:rsidR="00E11103">
        <w:t>,</w:t>
      </w:r>
      <w:r w:rsidR="00357F4D">
        <w:t xml:space="preserve"> </w:t>
      </w:r>
      <w:r w:rsidRPr="001C6201">
        <w:t>politically</w:t>
      </w:r>
      <w:r w:rsidR="00357F4D">
        <w:t xml:space="preserve"> </w:t>
      </w:r>
      <w:r w:rsidRPr="001C6201">
        <w:t>unengaged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ahistoric</w:t>
      </w:r>
      <w:r w:rsidR="00357F4D">
        <w:t xml:space="preserve"> </w:t>
      </w:r>
      <w:r w:rsidRPr="001C6201">
        <w:t>character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much</w:t>
      </w:r>
      <w:r w:rsidR="00357F4D">
        <w:t xml:space="preserve"> </w:t>
      </w:r>
      <w:r w:rsidRPr="001C6201">
        <w:t>analytic</w:t>
      </w:r>
      <w:r w:rsidR="00357F4D">
        <w:t xml:space="preserve"> </w:t>
      </w:r>
      <w:r w:rsidRPr="001C6201">
        <w:t>politically</w:t>
      </w:r>
      <w:r w:rsidR="00357F4D">
        <w:t xml:space="preserve"> </w:t>
      </w:r>
      <w:r w:rsidRPr="001C6201">
        <w:t>philosophy</w:t>
      </w:r>
      <w:r w:rsidR="00357F4D">
        <w:t xml:space="preserve"> </w:t>
      </w:r>
      <w:r w:rsidRPr="001C6201">
        <w:t>affords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certain</w:t>
      </w:r>
      <w:r w:rsidR="00357F4D">
        <w:t xml:space="preserve"> </w:t>
      </w:r>
      <w:r w:rsidRPr="001C6201">
        <w:t>advantages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terms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sorting</w:t>
      </w:r>
      <w:r w:rsidR="00357F4D">
        <w:t xml:space="preserve"> </w:t>
      </w:r>
      <w:r w:rsidRPr="001C6201">
        <w:t>valid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invalid</w:t>
      </w:r>
      <w:r w:rsidR="00357F4D">
        <w:t xml:space="preserve"> </w:t>
      </w:r>
      <w:r w:rsidRPr="001C6201">
        <w:t>arguments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coherent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incoherent</w:t>
      </w:r>
      <w:r w:rsidR="00357F4D">
        <w:t xml:space="preserve"> </w:t>
      </w:r>
      <w:r w:rsidRPr="001C6201">
        <w:t>propositions</w:t>
      </w:r>
      <w:r w:rsidR="00E11103">
        <w:t>.</w:t>
      </w:r>
      <w:r w:rsidR="00357F4D">
        <w:t xml:space="preserve"> </w:t>
      </w:r>
      <w:r w:rsidRPr="001C6201">
        <w:t>Nevertheless</w:t>
      </w:r>
      <w:r w:rsidR="00357F4D">
        <w:t xml:space="preserve"> </w:t>
      </w:r>
      <w:r w:rsidRPr="001C6201">
        <w:t>it</w:t>
      </w:r>
      <w:r w:rsidR="00357F4D">
        <w:t xml:space="preserve"> </w:t>
      </w:r>
      <w:r w:rsidRPr="001C6201">
        <w:t>would</w:t>
      </w:r>
      <w:r w:rsidR="00357F4D">
        <w:t xml:space="preserve"> </w:t>
      </w:r>
      <w:r w:rsidRPr="001C6201">
        <w:t>be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great</w:t>
      </w:r>
      <w:r w:rsidR="00357F4D">
        <w:t xml:space="preserve"> </w:t>
      </w:r>
      <w:r w:rsidRPr="001C6201">
        <w:t>pity</w:t>
      </w:r>
      <w:r w:rsidR="00357F4D">
        <w:t xml:space="preserve"> </w:t>
      </w:r>
      <w:r w:rsidRPr="001C6201">
        <w:t>if</w:t>
      </w:r>
      <w:r w:rsidR="00357F4D">
        <w:t xml:space="preserve"> </w:t>
      </w:r>
      <w:r w:rsidRPr="001C6201">
        <w:t>other</w:t>
      </w:r>
      <w:r w:rsidR="00357F4D">
        <w:t xml:space="preserve"> </w:t>
      </w:r>
      <w:r w:rsidRPr="001C6201">
        <w:t>styles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thinking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questions</w:t>
      </w:r>
      <w:r w:rsidR="00E11103">
        <w:t>,</w:t>
      </w:r>
      <w:r w:rsidR="00357F4D">
        <w:t xml:space="preserve"> </w:t>
      </w:r>
      <w:r w:rsidRPr="001C6201">
        <w:t>informed</w:t>
      </w:r>
      <w:r w:rsidR="00357F4D">
        <w:t xml:space="preserve"> </w:t>
      </w:r>
      <w:r w:rsidRPr="001C6201">
        <w:t>by</w:t>
      </w:r>
      <w:r w:rsidR="00357F4D">
        <w:t xml:space="preserve"> </w:t>
      </w:r>
      <w:r w:rsidRPr="001C6201">
        <w:t>history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sociology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not</w:t>
      </w:r>
      <w:r w:rsidR="00357F4D">
        <w:t xml:space="preserve"> </w:t>
      </w:r>
      <w:r w:rsidRPr="001C6201">
        <w:t>only</w:t>
      </w:r>
      <w:r w:rsidR="00357F4D">
        <w:t xml:space="preserve"> </w:t>
      </w:r>
      <w:r w:rsidRPr="001C6201">
        <w:t>neo</w:t>
      </w:r>
      <w:r w:rsidR="00357F4D">
        <w:t>-</w:t>
      </w:r>
      <w:r w:rsidRPr="001C6201">
        <w:t>classical</w:t>
      </w:r>
      <w:r w:rsidR="00357F4D">
        <w:t xml:space="preserve"> </w:t>
      </w:r>
      <w:r w:rsidRPr="001C6201">
        <w:t>economics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rational</w:t>
      </w:r>
      <w:r w:rsidR="00357F4D">
        <w:t xml:space="preserve"> </w:t>
      </w:r>
      <w:r w:rsidRPr="001C6201">
        <w:t>choice</w:t>
      </w:r>
      <w:r w:rsidR="00357F4D">
        <w:t xml:space="preserve"> </w:t>
      </w:r>
      <w:r w:rsidRPr="001C6201">
        <w:t>theory</w:t>
      </w:r>
      <w:r w:rsidR="00E11103">
        <w:t>,</w:t>
      </w:r>
      <w:r w:rsidR="00357F4D">
        <w:t xml:space="preserve"> </w:t>
      </w:r>
      <w:r w:rsidRPr="001C6201">
        <w:t>disappeared</w:t>
      </w:r>
      <w:r w:rsidR="00357F4D">
        <w:t xml:space="preserve"> </w:t>
      </w:r>
      <w:r w:rsidRPr="001C6201">
        <w:t>from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menu</w:t>
      </w:r>
      <w:r w:rsidR="00357F4D">
        <w:t xml:space="preserve"> </w:t>
      </w:r>
      <w:r w:rsidRPr="001C6201">
        <w:t>available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philosophers</w:t>
      </w:r>
      <w:r w:rsidR="00E11103">
        <w:t>.</w:t>
      </w:r>
      <w:r w:rsidRPr="001C1AD5">
        <w:rPr>
          <w:rStyle w:val="libFootnotenumChar"/>
        </w:rPr>
        <w:endnoteReference w:id="4"/>
      </w:r>
    </w:p>
    <w:p w:rsidR="00E96BA5" w:rsidRDefault="00E96BA5" w:rsidP="00E96BA5">
      <w:pPr>
        <w:pStyle w:val="libNormal"/>
      </w:pPr>
      <w:r>
        <w:br w:type="page"/>
      </w:r>
    </w:p>
    <w:p w:rsidR="00E96BA5" w:rsidRDefault="00E96BA5" w:rsidP="00E96BA5">
      <w:pPr>
        <w:pStyle w:val="libCenterTitr"/>
      </w:pPr>
      <w:r>
        <w:lastRenderedPageBreak/>
        <w:t>Analytic</w:t>
      </w:r>
      <w:r w:rsidR="00357F4D">
        <w:t xml:space="preserve"> </w:t>
      </w:r>
      <w:r>
        <w:t>Legal</w:t>
      </w:r>
      <w:r w:rsidR="00357F4D">
        <w:t xml:space="preserve"> </w:t>
      </w:r>
      <w:r>
        <w:t>and</w:t>
      </w:r>
      <w:r w:rsidR="00357F4D">
        <w:t xml:space="preserve"> </w:t>
      </w:r>
      <w:r>
        <w:t>Political</w:t>
      </w:r>
      <w:r w:rsidR="00357F4D">
        <w:t xml:space="preserve"> </w:t>
      </w:r>
      <w:r>
        <w:t>Philosophy</w:t>
      </w:r>
    </w:p>
    <w:p w:rsidR="00E96BA5" w:rsidRDefault="00E96BA5" w:rsidP="00E96BA5">
      <w:pPr>
        <w:pStyle w:val="Heading1Center"/>
      </w:pPr>
      <w:bookmarkStart w:id="7" w:name="_Toc421362880"/>
      <w:r>
        <w:t>Bibliography</w:t>
      </w:r>
      <w:bookmarkEnd w:id="7"/>
    </w:p>
    <w:p w:rsidR="001C1AD5" w:rsidRDefault="001C1AD5" w:rsidP="001C1AD5">
      <w:pPr>
        <w:pStyle w:val="libNormal"/>
      </w:pPr>
      <w:r w:rsidRPr="001C1AD5">
        <w:t>Adorno</w:t>
      </w:r>
      <w:r w:rsidR="00E11103">
        <w:t>,</w:t>
      </w:r>
      <w:r w:rsidR="00357F4D">
        <w:t xml:space="preserve"> </w:t>
      </w:r>
      <w:r w:rsidRPr="001C1AD5">
        <w:t>Theodore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Horkheimer</w:t>
      </w:r>
      <w:r w:rsidR="00E11103">
        <w:t>,</w:t>
      </w:r>
      <w:r w:rsidR="00357F4D">
        <w:t xml:space="preserve"> </w:t>
      </w:r>
      <w:r w:rsidRPr="001C1AD5">
        <w:t>Max</w:t>
      </w:r>
      <w:r w:rsidR="00357F4D">
        <w:t xml:space="preserve"> </w:t>
      </w:r>
      <w:r w:rsidRPr="001C1AD5">
        <w:t>(1944/1997)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Dialectic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Enlightenment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Verso)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Althusser</w:t>
      </w:r>
      <w:r w:rsidR="00E11103">
        <w:t>,</w:t>
      </w:r>
      <w:r w:rsidR="00357F4D">
        <w:t xml:space="preserve"> </w:t>
      </w:r>
      <w:r w:rsidRPr="001C6201">
        <w:t>Louis</w:t>
      </w:r>
      <w:r w:rsidR="00357F4D">
        <w:t xml:space="preserve"> </w:t>
      </w:r>
      <w:r w:rsidRPr="001C6201">
        <w:t>(1965/1969)</w:t>
      </w:r>
      <w:r w:rsidR="00357F4D">
        <w:t xml:space="preserve"> </w:t>
      </w:r>
      <w:r w:rsidRPr="001C1AD5">
        <w:rPr>
          <w:rStyle w:val="libItalicChar"/>
        </w:rPr>
        <w:t>For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Marx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Allen</w:t>
      </w:r>
      <w:r w:rsidR="00357F4D">
        <w:t xml:space="preserve"> </w:t>
      </w:r>
      <w:r w:rsidRPr="001C6201">
        <w:t>Lane)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Althusser</w:t>
      </w:r>
      <w:r w:rsidR="00E11103">
        <w:t>,</w:t>
      </w:r>
      <w:r w:rsidR="00357F4D">
        <w:t xml:space="preserve"> </w:t>
      </w:r>
      <w:r w:rsidRPr="001C6201">
        <w:t>Louis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Balibar</w:t>
      </w:r>
      <w:r w:rsidR="00E11103">
        <w:t>,</w:t>
      </w:r>
      <w:r w:rsidR="00357F4D">
        <w:t xml:space="preserve"> </w:t>
      </w:r>
      <w:r w:rsidRPr="001C6201">
        <w:t>Etienne</w:t>
      </w:r>
      <w:r w:rsidR="00357F4D">
        <w:t xml:space="preserve"> </w:t>
      </w:r>
      <w:r w:rsidRPr="001C6201">
        <w:t>(1968/1970)</w:t>
      </w:r>
      <w:r w:rsidR="00357F4D">
        <w:t xml:space="preserve"> </w:t>
      </w:r>
      <w:r w:rsidRPr="001C1AD5">
        <w:rPr>
          <w:rStyle w:val="libItalicChar"/>
        </w:rPr>
        <w:t>Reading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Capital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New</w:t>
      </w:r>
      <w:r w:rsidR="00357F4D">
        <w:t xml:space="preserve"> </w:t>
      </w:r>
      <w:r w:rsidRPr="001C6201">
        <w:t>Left</w:t>
      </w:r>
      <w:r w:rsidR="00357F4D">
        <w:t xml:space="preserve"> </w:t>
      </w:r>
      <w:r w:rsidRPr="001C6201">
        <w:t>Books)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Anderson</w:t>
      </w:r>
      <w:r w:rsidR="00E11103">
        <w:t>,</w:t>
      </w:r>
      <w:r w:rsidR="00357F4D">
        <w:t xml:space="preserve"> </w:t>
      </w:r>
      <w:r w:rsidRPr="001C6201">
        <w:t>Elizabeth</w:t>
      </w:r>
      <w:r w:rsidR="00357F4D">
        <w:t xml:space="preserve"> </w:t>
      </w:r>
      <w:r w:rsidRPr="001C6201">
        <w:t>(1999)</w:t>
      </w:r>
      <w:r w:rsidR="00357F4D">
        <w:t xml:space="preserve"> </w:t>
      </w:r>
      <w:r w:rsidRPr="001C6201">
        <w:t>‘What</w:t>
      </w:r>
      <w:r w:rsidR="00357F4D">
        <w:t xml:space="preserve"> </w:t>
      </w:r>
      <w:r w:rsidRPr="001C6201">
        <w:t>is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Point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Equality?’</w:t>
      </w:r>
      <w:r w:rsidR="00357F4D">
        <w:t xml:space="preserve"> </w:t>
      </w:r>
      <w:r w:rsidRPr="001C1AD5">
        <w:rPr>
          <w:rStyle w:val="libItalicChar"/>
        </w:rPr>
        <w:t>Ethics</w:t>
      </w:r>
      <w:r w:rsidR="00357F4D">
        <w:t xml:space="preserve"> </w:t>
      </w:r>
      <w:r w:rsidRPr="001C1AD5">
        <w:t>109</w:t>
      </w:r>
      <w:r w:rsidR="00E11103">
        <w:t>:</w:t>
      </w:r>
      <w:r w:rsidR="00357F4D">
        <w:t xml:space="preserve"> </w:t>
      </w:r>
      <w:r w:rsidRPr="001C1AD5">
        <w:t>287</w:t>
      </w:r>
      <w:r w:rsidR="00357F4D">
        <w:t xml:space="preserve">- </w:t>
      </w:r>
      <w:r w:rsidRPr="001C1AD5">
        <w:t>337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Arendt</w:t>
      </w:r>
      <w:r w:rsidR="00E11103">
        <w:t>,</w:t>
      </w:r>
      <w:r w:rsidR="00357F4D">
        <w:t xml:space="preserve"> </w:t>
      </w:r>
      <w:r w:rsidRPr="001C6201">
        <w:t>Hannah</w:t>
      </w:r>
      <w:r w:rsidR="00357F4D">
        <w:t xml:space="preserve"> </w:t>
      </w:r>
      <w:r w:rsidRPr="001C6201">
        <w:t>(1967)</w:t>
      </w:r>
      <w:r w:rsidR="00357F4D">
        <w:t xml:space="preserve"> </w:t>
      </w:r>
      <w:r w:rsidRPr="001C6201">
        <w:t>‘Truth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Politics’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(1967)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(Third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104</w:t>
      </w:r>
      <w:r w:rsidR="00357F4D">
        <w:t>-</w:t>
      </w:r>
      <w:r w:rsidRPr="001C6201">
        <w:t>133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FE6008">
        <w:t>Arrow</w:t>
      </w:r>
      <w:r w:rsidR="00E11103">
        <w:t>,</w:t>
      </w:r>
      <w:r w:rsidR="00357F4D">
        <w:t xml:space="preserve"> </w:t>
      </w:r>
      <w:r w:rsidRPr="00FE6008">
        <w:t>Kenneth</w:t>
      </w:r>
      <w:r w:rsidR="00357F4D">
        <w:t xml:space="preserve"> </w:t>
      </w:r>
      <w:r w:rsidRPr="00FE6008">
        <w:t>J</w:t>
      </w:r>
      <w:r w:rsidR="00E11103">
        <w:t>.</w:t>
      </w:r>
      <w:r w:rsidR="00357F4D">
        <w:t xml:space="preserve"> </w:t>
      </w:r>
      <w:r w:rsidRPr="001C1AD5">
        <w:t>(1951)</w:t>
      </w:r>
      <w:r w:rsidR="00357F4D">
        <w:t xml:space="preserve"> </w:t>
      </w:r>
      <w:r w:rsidRPr="001C1AD5">
        <w:rPr>
          <w:rStyle w:val="libItalicChar"/>
        </w:rPr>
        <w:t>Social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Choice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Individual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Values</w:t>
      </w:r>
      <w:r w:rsidR="00357F4D">
        <w:t xml:space="preserve"> </w:t>
      </w:r>
      <w:r w:rsidRPr="001C1AD5">
        <w:t>(New</w:t>
      </w:r>
      <w:r w:rsidR="00357F4D">
        <w:t xml:space="preserve"> </w:t>
      </w:r>
      <w:r w:rsidRPr="001C1AD5">
        <w:t>York</w:t>
      </w:r>
      <w:r w:rsidR="00E11103">
        <w:t>:</w:t>
      </w:r>
      <w:r w:rsidR="00357F4D">
        <w:t xml:space="preserve"> </w:t>
      </w:r>
      <w:r w:rsidRPr="001C1AD5">
        <w:t>Wiley)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Ayer</w:t>
      </w:r>
      <w:r w:rsidR="00E11103">
        <w:t>,</w:t>
      </w:r>
      <w:r w:rsidR="00357F4D">
        <w:t xml:space="preserve"> </w:t>
      </w:r>
      <w:r w:rsidRPr="001C6201">
        <w:t>A</w:t>
      </w:r>
      <w:r w:rsidR="00E11103">
        <w:t>.</w:t>
      </w:r>
      <w:r w:rsidRPr="001C6201">
        <w:t>J</w:t>
      </w:r>
      <w:r w:rsidR="00E11103">
        <w:t>.</w:t>
      </w:r>
      <w:r w:rsidR="00357F4D">
        <w:t xml:space="preserve"> </w:t>
      </w:r>
      <w:r w:rsidRPr="001C6201">
        <w:t>(1936)</w:t>
      </w:r>
      <w:r w:rsidR="00357F4D">
        <w:t xml:space="preserve"> </w:t>
      </w:r>
      <w:r w:rsidRPr="001C1AD5">
        <w:rPr>
          <w:rStyle w:val="libItalicChar"/>
        </w:rPr>
        <w:t>Language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Truth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Logic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Victor</w:t>
      </w:r>
      <w:r w:rsidR="00357F4D">
        <w:t xml:space="preserve"> </w:t>
      </w:r>
      <w:r w:rsidRPr="001C6201">
        <w:t>Gollanz)</w:t>
      </w:r>
      <w:r w:rsidR="00E11103">
        <w:t>.</w:t>
      </w:r>
    </w:p>
    <w:p w:rsidR="00E11103" w:rsidRDefault="001C1AD5" w:rsidP="001C1AD5">
      <w:pPr>
        <w:pStyle w:val="libNormal"/>
      </w:pPr>
      <w:r w:rsidRPr="001C6201">
        <w:t>Ayer</w:t>
      </w:r>
      <w:r w:rsidR="00E11103">
        <w:t>,</w:t>
      </w:r>
      <w:r w:rsidR="00357F4D">
        <w:t xml:space="preserve"> </w:t>
      </w:r>
      <w:r w:rsidRPr="001C6201">
        <w:t>A</w:t>
      </w:r>
      <w:r w:rsidR="00E11103">
        <w:t>.</w:t>
      </w:r>
      <w:r w:rsidRPr="001C6201">
        <w:t>J</w:t>
      </w:r>
      <w:r w:rsidR="00E11103">
        <w:t>.</w:t>
      </w:r>
      <w:r w:rsidR="00357F4D">
        <w:t xml:space="preserve"> </w:t>
      </w:r>
      <w:r w:rsidRPr="001C6201">
        <w:t>(1944)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Concept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Freedom’</w:t>
      </w:r>
      <w:r w:rsidR="00357F4D">
        <w:t xml:space="preserve"> </w:t>
      </w:r>
      <w:r w:rsidRPr="001C1AD5">
        <w:rPr>
          <w:rStyle w:val="libItalicChar"/>
        </w:rPr>
        <w:t>Horizon</w:t>
      </w:r>
      <w:r w:rsidR="00357F4D">
        <w:t xml:space="preserve"> </w:t>
      </w:r>
      <w:r w:rsidRPr="001C6201">
        <w:t>9</w:t>
      </w:r>
      <w:r w:rsidR="00357F4D">
        <w:t xml:space="preserve"> </w:t>
      </w:r>
      <w:r w:rsidRPr="001C6201">
        <w:t>(52)</w:t>
      </w:r>
      <w:r w:rsidR="00E11103">
        <w:t>:</w:t>
      </w:r>
      <w:r w:rsidR="00357F4D">
        <w:t xml:space="preserve"> </w:t>
      </w:r>
      <w:r w:rsidRPr="001C6201">
        <w:t>228</w:t>
      </w:r>
      <w:r w:rsidR="00357F4D">
        <w:t>-</w:t>
      </w:r>
      <w:r w:rsidRPr="001C6201">
        <w:t>37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Ayer</w:t>
      </w:r>
      <w:r w:rsidR="00E11103">
        <w:t>,</w:t>
      </w:r>
      <w:r w:rsidR="00357F4D">
        <w:t xml:space="preserve"> </w:t>
      </w:r>
      <w:r w:rsidRPr="001C6201">
        <w:t>A</w:t>
      </w:r>
      <w:r w:rsidR="00E11103">
        <w:t>.</w:t>
      </w:r>
      <w:r w:rsidRPr="001C6201">
        <w:t>J</w:t>
      </w:r>
      <w:r w:rsidR="00E11103">
        <w:t>.</w:t>
      </w:r>
      <w:r w:rsidR="00357F4D">
        <w:t xml:space="preserve"> </w:t>
      </w:r>
      <w:r w:rsidRPr="001C6201">
        <w:t>(1967)</w:t>
      </w:r>
      <w:r w:rsidR="00357F4D">
        <w:t xml:space="preserve"> </w:t>
      </w:r>
      <w:r w:rsidRPr="001C6201">
        <w:t>‘Man</w:t>
      </w:r>
      <w:r w:rsidR="00357F4D">
        <w:t xml:space="preserve"> </w:t>
      </w:r>
      <w:r w:rsidRPr="001C6201">
        <w:t>as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Subject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Science’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(1967)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(Third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6</w:t>
      </w:r>
      <w:r w:rsidR="00357F4D">
        <w:t>-</w:t>
      </w:r>
      <w:r w:rsidRPr="001C6201">
        <w:t>24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Ayer</w:t>
      </w:r>
      <w:r w:rsidR="00E11103">
        <w:t>,</w:t>
      </w:r>
      <w:r w:rsidR="00357F4D">
        <w:t xml:space="preserve"> </w:t>
      </w:r>
      <w:r w:rsidRPr="001C6201">
        <w:t>A</w:t>
      </w:r>
      <w:r w:rsidR="00E11103">
        <w:t>.</w:t>
      </w:r>
      <w:r w:rsidRPr="001C6201">
        <w:t>J</w:t>
      </w:r>
      <w:r w:rsidR="00E11103">
        <w:t>.</w:t>
      </w:r>
      <w:r w:rsidR="00357F4D">
        <w:t xml:space="preserve"> </w:t>
      </w:r>
      <w:r w:rsidRPr="001C6201">
        <w:t>(1977)</w:t>
      </w:r>
      <w:r w:rsidR="00357F4D">
        <w:t xml:space="preserve"> </w:t>
      </w:r>
      <w:r w:rsidRPr="001C1AD5">
        <w:rPr>
          <w:rStyle w:val="libItalicChar"/>
        </w:rPr>
        <w:t>Part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Life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Collins)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Bambrough</w:t>
      </w:r>
      <w:r w:rsidR="00E11103">
        <w:t>,</w:t>
      </w:r>
      <w:r w:rsidR="00357F4D">
        <w:t xml:space="preserve"> </w:t>
      </w:r>
      <w:r w:rsidRPr="001C6201">
        <w:t>Renford</w:t>
      </w:r>
      <w:r w:rsidR="00357F4D">
        <w:t xml:space="preserve"> </w:t>
      </w:r>
      <w:r w:rsidRPr="001C6201">
        <w:t>(1956)</w:t>
      </w:r>
      <w:r w:rsidR="00357F4D">
        <w:t xml:space="preserve"> </w:t>
      </w:r>
      <w:r w:rsidRPr="001C6201">
        <w:t>‘Plato’s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Analogies’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98</w:t>
      </w:r>
      <w:r w:rsidR="00357F4D">
        <w:t>-</w:t>
      </w:r>
      <w:r w:rsidRPr="001C6201">
        <w:t>115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Barry</w:t>
      </w:r>
      <w:r w:rsidR="00E11103">
        <w:t>,</w:t>
      </w:r>
      <w:r w:rsidR="00357F4D">
        <w:t xml:space="preserve"> </w:t>
      </w:r>
      <w:r w:rsidRPr="001C6201">
        <w:t>Brian</w:t>
      </w:r>
      <w:r w:rsidR="00357F4D">
        <w:t xml:space="preserve"> </w:t>
      </w:r>
      <w:r w:rsidRPr="001C6201">
        <w:t>(1965)</w:t>
      </w:r>
      <w:r w:rsidR="00357F4D"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Argument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Routledge)</w:t>
      </w:r>
      <w:r w:rsidR="00E11103">
        <w:t>.</w:t>
      </w:r>
    </w:p>
    <w:p w:rsidR="001C1AD5" w:rsidRDefault="001C1AD5" w:rsidP="001C1AD5">
      <w:pPr>
        <w:pStyle w:val="libNormal"/>
      </w:pPr>
      <w:r w:rsidRPr="007D03DF">
        <w:t>Beaney</w:t>
      </w:r>
      <w:r w:rsidR="00E11103">
        <w:t>,</w:t>
      </w:r>
      <w:r w:rsidR="00357F4D">
        <w:t xml:space="preserve"> </w:t>
      </w:r>
      <w:r w:rsidRPr="007D03DF">
        <w:t>Michael</w:t>
      </w:r>
      <w:r w:rsidR="00E11103">
        <w:t>,</w:t>
      </w:r>
      <w:r w:rsidR="00357F4D">
        <w:t xml:space="preserve"> </w:t>
      </w:r>
      <w:r w:rsidRPr="007D03DF">
        <w:t>(2003/2009)</w:t>
      </w:r>
      <w:r w:rsidR="00357F4D">
        <w:t xml:space="preserve"> </w:t>
      </w:r>
      <w:r w:rsidRPr="007D03DF">
        <w:t>"Analysis"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Stanford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Encyclopedia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(Summer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2009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Edition)</w:t>
      </w:r>
      <w:r w:rsidR="00E11103">
        <w:t>,</w:t>
      </w:r>
      <w:r w:rsidR="00357F4D">
        <w:t xml:space="preserve"> </w:t>
      </w:r>
      <w:r w:rsidRPr="007D03DF">
        <w:t>Edward</w:t>
      </w:r>
      <w:r w:rsidR="00357F4D">
        <w:t xml:space="preserve"> </w:t>
      </w:r>
      <w:r w:rsidRPr="007D03DF">
        <w:t>N</w:t>
      </w:r>
      <w:r w:rsidR="00E11103">
        <w:t>.</w:t>
      </w:r>
      <w:r w:rsidR="00357F4D">
        <w:t xml:space="preserve"> </w:t>
      </w:r>
      <w:r w:rsidRPr="007D03DF">
        <w:t>Zalta</w:t>
      </w:r>
      <w:r w:rsidR="00357F4D">
        <w:t xml:space="preserve"> </w:t>
      </w:r>
      <w:r w:rsidRPr="007D03DF">
        <w:t>(ed</w:t>
      </w:r>
      <w:r w:rsidR="00E11103">
        <w:t>.</w:t>
      </w:r>
      <w:r w:rsidRPr="007D03DF">
        <w:t>)</w:t>
      </w:r>
      <w:r w:rsidR="00E11103">
        <w:t>,</w:t>
      </w:r>
      <w:r w:rsidR="00357F4D">
        <w:t xml:space="preserve"> </w:t>
      </w:r>
      <w:r w:rsidRPr="007D03DF">
        <w:t>&lt;http</w:t>
      </w:r>
      <w:r w:rsidR="00E11103">
        <w:t>:</w:t>
      </w:r>
      <w:r w:rsidRPr="007D03DF">
        <w:t>//plato</w:t>
      </w:r>
      <w:r w:rsidR="00E11103">
        <w:t>.</w:t>
      </w:r>
      <w:r w:rsidRPr="007D03DF">
        <w:t>stanford</w:t>
      </w:r>
      <w:r w:rsidR="00E11103">
        <w:t>.</w:t>
      </w:r>
      <w:r w:rsidRPr="007D03DF">
        <w:t>edu/archives/sum2009/entries/analysis/&gt;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Benn</w:t>
      </w:r>
      <w:r w:rsidR="00E11103">
        <w:t>,</w:t>
      </w:r>
      <w:r w:rsidR="00357F4D">
        <w:t xml:space="preserve"> </w:t>
      </w:r>
      <w:r w:rsidRPr="001C6201">
        <w:t>S</w:t>
      </w:r>
      <w:r w:rsidR="00E11103">
        <w:t>.</w:t>
      </w:r>
      <w:r w:rsidRPr="001C6201">
        <w:t>I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Peters</w:t>
      </w:r>
      <w:r w:rsidR="00357F4D">
        <w:t xml:space="preserve"> </w:t>
      </w:r>
      <w:r w:rsidRPr="001C6201">
        <w:t>R</w:t>
      </w:r>
      <w:r w:rsidR="00E11103">
        <w:t>.</w:t>
      </w:r>
      <w:r w:rsidRPr="001C6201">
        <w:t>S</w:t>
      </w:r>
      <w:r w:rsidR="00E11103">
        <w:t>.</w:t>
      </w:r>
      <w:r w:rsidR="00357F4D">
        <w:t xml:space="preserve"> </w:t>
      </w:r>
      <w:r w:rsidRPr="001C6201">
        <w:t>(1959)</w:t>
      </w:r>
      <w:r w:rsidR="00357F4D">
        <w:t xml:space="preserve"> </w:t>
      </w:r>
      <w:r w:rsidRPr="001C1AD5">
        <w:rPr>
          <w:rStyle w:val="libItalicChar"/>
        </w:rPr>
        <w:t>Social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Principles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Democratic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State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George</w:t>
      </w:r>
      <w:r w:rsidR="00357F4D">
        <w:t xml:space="preserve"> </w:t>
      </w:r>
      <w:r w:rsidRPr="001C6201">
        <w:t>Allen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Unwin)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Bentham</w:t>
      </w:r>
      <w:r w:rsidR="00E11103">
        <w:t>,</w:t>
      </w:r>
      <w:r w:rsidR="00357F4D">
        <w:t xml:space="preserve"> </w:t>
      </w:r>
      <w:r w:rsidRPr="001C6201">
        <w:t>Jeremy</w:t>
      </w:r>
      <w:r w:rsidR="00357F4D">
        <w:t xml:space="preserve"> </w:t>
      </w:r>
      <w:r w:rsidRPr="001C6201">
        <w:t>(1789/1970)</w:t>
      </w:r>
      <w:r w:rsidR="00357F4D">
        <w:t xml:space="preserve"> </w:t>
      </w:r>
      <w:r w:rsidRPr="00B96539">
        <w:t>Introduction</w:t>
      </w:r>
      <w:r w:rsidR="00357F4D">
        <w:t xml:space="preserve"> </w:t>
      </w:r>
      <w:r w:rsidRPr="00B96539">
        <w:t>to</w:t>
      </w:r>
      <w:r w:rsidR="00357F4D">
        <w:t xml:space="preserve"> </w:t>
      </w:r>
      <w:r w:rsidRPr="00B96539">
        <w:t>the</w:t>
      </w:r>
      <w:r w:rsidR="00357F4D">
        <w:t xml:space="preserve"> </w:t>
      </w:r>
      <w:r w:rsidRPr="00B96539">
        <w:t>Principles</w:t>
      </w:r>
      <w:r w:rsidR="00357F4D">
        <w:t xml:space="preserve"> </w:t>
      </w:r>
      <w:r w:rsidRPr="00B96539">
        <w:t>of</w:t>
      </w:r>
      <w:r w:rsidR="00357F4D">
        <w:t xml:space="preserve"> </w:t>
      </w:r>
      <w:r w:rsidRPr="00B96539">
        <w:t>Morals</w:t>
      </w:r>
      <w:r w:rsidR="00357F4D">
        <w:t xml:space="preserve"> </w:t>
      </w:r>
      <w:r w:rsidRPr="00B96539">
        <w:t>and</w:t>
      </w:r>
      <w:r w:rsidR="00357F4D">
        <w:t xml:space="preserve"> </w:t>
      </w:r>
      <w:r w:rsidRPr="00B96539">
        <w:t>Legislation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Athlone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Berlin</w:t>
      </w:r>
      <w:r w:rsidR="00E11103">
        <w:t>,</w:t>
      </w:r>
      <w:r w:rsidR="00357F4D">
        <w:t xml:space="preserve"> </w:t>
      </w:r>
      <w:r w:rsidRPr="001C6201">
        <w:t>Isaiah</w:t>
      </w:r>
      <w:r w:rsidR="00357F4D">
        <w:t xml:space="preserve"> </w:t>
      </w:r>
      <w:r w:rsidRPr="001C6201">
        <w:t>(1958/1969)</w:t>
      </w:r>
      <w:r w:rsidR="00357F4D">
        <w:t xml:space="preserve"> </w:t>
      </w:r>
      <w:r w:rsidRPr="001C6201">
        <w:t>‘Two</w:t>
      </w:r>
      <w:r w:rsidR="00357F4D">
        <w:t xml:space="preserve"> </w:t>
      </w:r>
      <w:r w:rsidRPr="001C6201">
        <w:t>Concepts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Liberty’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1AD5">
        <w:rPr>
          <w:rStyle w:val="libItalicChar"/>
        </w:rPr>
        <w:t>Four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Essays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Liberty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118</w:t>
      </w:r>
      <w:r w:rsidR="00357F4D">
        <w:t>-</w:t>
      </w:r>
      <w:r w:rsidRPr="001C6201">
        <w:t>179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Berlin</w:t>
      </w:r>
      <w:r w:rsidR="00E11103">
        <w:t>,</w:t>
      </w:r>
      <w:r w:rsidR="00357F4D">
        <w:t xml:space="preserve"> </w:t>
      </w:r>
      <w:r w:rsidRPr="001C6201">
        <w:t>Isaiah</w:t>
      </w:r>
      <w:r w:rsidR="00357F4D">
        <w:t xml:space="preserve"> </w:t>
      </w:r>
      <w:r w:rsidRPr="001C6201">
        <w:t>(1962)</w:t>
      </w:r>
      <w:r w:rsidR="00357F4D">
        <w:t xml:space="preserve"> </w:t>
      </w:r>
      <w:r w:rsidRPr="001C6201">
        <w:t>‘Does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Still</w:t>
      </w:r>
      <w:r w:rsidR="00357F4D">
        <w:t xml:space="preserve"> </w:t>
      </w:r>
      <w:r w:rsidRPr="001C6201">
        <w:t>Exist?’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(1962)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(Second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</w:t>
      </w:r>
      <w:r w:rsidR="00357F4D">
        <w:t>-</w:t>
      </w:r>
      <w:r w:rsidRPr="001C6201">
        <w:t>33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Bosanquet</w:t>
      </w:r>
      <w:r w:rsidR="00E11103">
        <w:t>,</w:t>
      </w:r>
      <w:r w:rsidR="00357F4D">
        <w:t xml:space="preserve"> </w:t>
      </w:r>
      <w:r w:rsidRPr="001C6201">
        <w:t>Bernard</w:t>
      </w:r>
      <w:r w:rsidR="00357F4D">
        <w:t xml:space="preserve"> </w:t>
      </w:r>
      <w:r w:rsidRPr="001C6201">
        <w:t>(1899/1923)</w:t>
      </w:r>
      <w:r w:rsidR="00357F4D">
        <w:t xml:space="preserve"> </w:t>
      </w:r>
      <w:r w:rsidRPr="001C6201">
        <w:t>4</w:t>
      </w:r>
      <w:r w:rsidRPr="001C1AD5">
        <w:t>th</w:t>
      </w:r>
      <w:r w:rsidR="00357F4D">
        <w:t xml:space="preserve"> </w:t>
      </w:r>
      <w:r w:rsidRPr="001C6201">
        <w:t>ed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Philosophical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State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Macmillan)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Bradley</w:t>
      </w:r>
      <w:r w:rsidR="00E11103">
        <w:t>,</w:t>
      </w:r>
      <w:r w:rsidR="00357F4D">
        <w:t xml:space="preserve"> </w:t>
      </w:r>
      <w:r w:rsidRPr="001C6201">
        <w:t>F</w:t>
      </w:r>
      <w:r w:rsidR="00E11103">
        <w:t>.</w:t>
      </w:r>
      <w:r w:rsidRPr="001C6201">
        <w:t>H</w:t>
      </w:r>
      <w:r w:rsidR="00E11103">
        <w:t>.</w:t>
      </w:r>
      <w:r w:rsidR="00357F4D">
        <w:t xml:space="preserve"> </w:t>
      </w:r>
      <w:r w:rsidRPr="001C6201">
        <w:t>(1876)</w:t>
      </w:r>
      <w:r w:rsidR="00357F4D">
        <w:t xml:space="preserve"> </w:t>
      </w:r>
      <w:r w:rsidRPr="001C1AD5">
        <w:rPr>
          <w:rStyle w:val="libItalicChar"/>
        </w:rPr>
        <w:t>Ethical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Studies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Braithwaite</w:t>
      </w:r>
      <w:r w:rsidR="00E11103">
        <w:t>,</w:t>
      </w:r>
      <w:r w:rsidR="00357F4D">
        <w:t xml:space="preserve"> </w:t>
      </w:r>
      <w:r w:rsidRPr="001C1AD5">
        <w:t>R</w:t>
      </w:r>
      <w:r w:rsidR="00E11103">
        <w:t>.</w:t>
      </w:r>
      <w:r w:rsidRPr="001C1AD5">
        <w:t>B</w:t>
      </w:r>
      <w:r w:rsidR="00E11103">
        <w:t>.</w:t>
      </w:r>
      <w:r w:rsidR="00357F4D">
        <w:t xml:space="preserve"> </w:t>
      </w:r>
      <w:r w:rsidRPr="001C1AD5">
        <w:t>(1955)</w:t>
      </w:r>
      <w:r w:rsidR="00357F4D"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Games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Tool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for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Moral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Philosopher</w:t>
      </w:r>
      <w:r w:rsidR="00357F4D">
        <w:t xml:space="preserve"> </w:t>
      </w:r>
      <w:r w:rsidRPr="001C1AD5">
        <w:t>(Cambridge</w:t>
      </w:r>
      <w:r w:rsidR="00E11103">
        <w:t>:</w:t>
      </w:r>
      <w:r w:rsidR="00357F4D">
        <w:t xml:space="preserve"> </w:t>
      </w:r>
      <w:r w:rsidRPr="001C1AD5">
        <w:t>Cambridge</w:t>
      </w:r>
      <w:r w:rsidR="00357F4D">
        <w:t xml:space="preserve"> </w:t>
      </w:r>
      <w:r w:rsidRPr="001C1AD5">
        <w:t>University</w:t>
      </w:r>
      <w:r w:rsidR="00357F4D">
        <w:t xml:space="preserve"> </w:t>
      </w:r>
      <w:r w:rsidRPr="001C1AD5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Buchanan</w:t>
      </w:r>
      <w:r w:rsidR="00E11103">
        <w:t>,</w:t>
      </w:r>
      <w:r w:rsidR="00357F4D">
        <w:t xml:space="preserve"> </w:t>
      </w:r>
      <w:r w:rsidRPr="001C6201">
        <w:t>James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Tulloch</w:t>
      </w:r>
      <w:r w:rsidR="00E11103">
        <w:t>,</w:t>
      </w:r>
      <w:r w:rsidR="00357F4D">
        <w:t xml:space="preserve"> </w:t>
      </w:r>
      <w:r w:rsidRPr="001C6201">
        <w:t>Gordon</w:t>
      </w:r>
      <w:r w:rsidR="00357F4D">
        <w:t xml:space="preserve"> </w:t>
      </w:r>
      <w:r w:rsidRPr="001C6201">
        <w:t>(1962)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Calculus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Consent</w:t>
      </w:r>
      <w:r w:rsidR="00357F4D">
        <w:t xml:space="preserve"> </w:t>
      </w:r>
      <w:r w:rsidRPr="001C6201">
        <w:t>(Ann</w:t>
      </w:r>
      <w:r w:rsidR="00357F4D">
        <w:t xml:space="preserve"> </w:t>
      </w:r>
      <w:r w:rsidRPr="001C6201">
        <w:t>Arbor</w:t>
      </w:r>
      <w:r w:rsidR="00E11103">
        <w:t>: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Michigan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>
        <w:lastRenderedPageBreak/>
        <w:t>Candlish</w:t>
      </w:r>
      <w:r w:rsidR="00E11103">
        <w:t>,</w:t>
      </w:r>
      <w:r w:rsidR="00357F4D">
        <w:t xml:space="preserve"> </w:t>
      </w:r>
      <w:r>
        <w:t>Stewart</w:t>
      </w:r>
      <w:r w:rsidR="00357F4D">
        <w:t xml:space="preserve"> </w:t>
      </w:r>
      <w:r>
        <w:t>(</w:t>
      </w:r>
      <w:r w:rsidRPr="004B4B26">
        <w:t>2007)</w:t>
      </w:r>
      <w:r w:rsidR="00E11103">
        <w:t>,</w:t>
      </w:r>
      <w:r w:rsidR="00357F4D">
        <w:t xml:space="preserve"> </w:t>
      </w:r>
      <w:r w:rsidRPr="004B4B26">
        <w:t>The</w:t>
      </w:r>
      <w:r w:rsidR="00357F4D">
        <w:t xml:space="preserve"> </w:t>
      </w:r>
      <w:r w:rsidRPr="004B4B26">
        <w:t>Russell/Bradley</w:t>
      </w:r>
      <w:r w:rsidR="00357F4D">
        <w:t xml:space="preserve"> </w:t>
      </w:r>
      <w:r w:rsidRPr="004B4B26">
        <w:t>Dispute</w:t>
      </w:r>
      <w:r w:rsidR="00357F4D">
        <w:t xml:space="preserve"> </w:t>
      </w:r>
      <w:r w:rsidRPr="004B4B26">
        <w:t>and</w:t>
      </w:r>
      <w:r w:rsidR="00357F4D">
        <w:t xml:space="preserve"> </w:t>
      </w:r>
      <w:r w:rsidRPr="004B4B26">
        <w:t>its</w:t>
      </w:r>
      <w:r w:rsidR="00357F4D">
        <w:t xml:space="preserve"> </w:t>
      </w:r>
      <w:r w:rsidRPr="004B4B26">
        <w:t>Significance</w:t>
      </w:r>
      <w:r w:rsidR="00357F4D">
        <w:t xml:space="preserve"> </w:t>
      </w:r>
      <w:r w:rsidRPr="004B4B26">
        <w:t>for</w:t>
      </w:r>
      <w:r w:rsidR="00357F4D">
        <w:t xml:space="preserve"> </w:t>
      </w:r>
      <w:r w:rsidRPr="004B4B26">
        <w:t>Twentieth</w:t>
      </w:r>
      <w:r w:rsidR="00357F4D">
        <w:t>-</w:t>
      </w:r>
      <w:r w:rsidRPr="004B4B26">
        <w:t>Century</w:t>
      </w:r>
      <w:r w:rsidR="00357F4D">
        <w:t xml:space="preserve"> </w:t>
      </w:r>
      <w:r w:rsidRPr="004B4B26">
        <w:t>Philosophy</w:t>
      </w:r>
      <w:r w:rsidR="00357F4D">
        <w:t xml:space="preserve"> </w:t>
      </w:r>
      <w:r w:rsidRPr="004B4B26">
        <w:t>(Basingstoke</w:t>
      </w:r>
      <w:r w:rsidR="00E11103">
        <w:t>:</w:t>
      </w:r>
      <w:r w:rsidR="00357F4D">
        <w:t xml:space="preserve"> </w:t>
      </w:r>
      <w:r w:rsidRPr="004B4B26">
        <w:t>Palgrave</w:t>
      </w:r>
      <w:r w:rsidR="00357F4D">
        <w:t xml:space="preserve"> </w:t>
      </w:r>
      <w:r w:rsidRPr="004B4B26">
        <w:t>Macmillan)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Carritt</w:t>
      </w:r>
      <w:r w:rsidR="00E11103">
        <w:t>,</w:t>
      </w:r>
      <w:r w:rsidR="00357F4D">
        <w:t xml:space="preserve"> </w:t>
      </w:r>
      <w:r w:rsidRPr="001C6201">
        <w:t>E</w:t>
      </w:r>
      <w:r w:rsidR="00E11103">
        <w:t>.</w:t>
      </w:r>
      <w:r w:rsidRPr="001C6201">
        <w:t>F</w:t>
      </w:r>
      <w:r w:rsidR="00E11103">
        <w:t>.</w:t>
      </w:r>
      <w:r w:rsidR="00357F4D">
        <w:t xml:space="preserve"> </w:t>
      </w:r>
      <w:r w:rsidRPr="001C6201">
        <w:t>(1935)</w:t>
      </w:r>
      <w:r w:rsidR="00357F4D">
        <w:t xml:space="preserve"> </w:t>
      </w:r>
      <w:r w:rsidRPr="001C1AD5">
        <w:rPr>
          <w:rStyle w:val="libItalicChar"/>
        </w:rPr>
        <w:t>Morals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Carritt</w:t>
      </w:r>
      <w:r w:rsidR="00E11103">
        <w:t>,</w:t>
      </w:r>
      <w:r w:rsidR="00357F4D">
        <w:t xml:space="preserve"> </w:t>
      </w:r>
      <w:r w:rsidRPr="001C6201">
        <w:t>E</w:t>
      </w:r>
      <w:r w:rsidR="00E11103">
        <w:t>.</w:t>
      </w:r>
      <w:r w:rsidRPr="001C6201">
        <w:t>F</w:t>
      </w:r>
      <w:r w:rsidR="00E11103">
        <w:t>.</w:t>
      </w:r>
      <w:r w:rsidR="00357F4D">
        <w:t xml:space="preserve"> </w:t>
      </w:r>
      <w:r w:rsidRPr="001C6201">
        <w:t>(1947)</w:t>
      </w:r>
      <w:r w:rsidR="00357F4D">
        <w:t xml:space="preserve"> </w:t>
      </w:r>
      <w:r w:rsidRPr="001C1AD5">
        <w:rPr>
          <w:rStyle w:val="libItalicChar"/>
        </w:rPr>
        <w:t>Ethical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Thinking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Cartwright</w:t>
      </w:r>
      <w:r w:rsidR="00E11103">
        <w:t>,</w:t>
      </w:r>
      <w:r w:rsidR="00357F4D">
        <w:t xml:space="preserve"> </w:t>
      </w:r>
      <w:r w:rsidRPr="001C6201">
        <w:t>Nancy</w:t>
      </w:r>
      <w:r w:rsidR="00E11103">
        <w:t>,</w:t>
      </w:r>
      <w:r w:rsidR="00357F4D">
        <w:t xml:space="preserve"> </w:t>
      </w:r>
      <w:r w:rsidRPr="001C6201">
        <w:t>Cat</w:t>
      </w:r>
      <w:r w:rsidR="00E11103">
        <w:t>,</w:t>
      </w:r>
      <w:r w:rsidR="00357F4D">
        <w:t xml:space="preserve"> </w:t>
      </w:r>
      <w:r w:rsidRPr="001C6201">
        <w:t>Jordi</w:t>
      </w:r>
      <w:r w:rsidR="00E11103">
        <w:t>,</w:t>
      </w:r>
      <w:r w:rsidR="00357F4D">
        <w:t xml:space="preserve"> </w:t>
      </w:r>
      <w:r w:rsidRPr="001C6201">
        <w:t>Fleck</w:t>
      </w:r>
      <w:r w:rsidR="00E11103">
        <w:t>,</w:t>
      </w:r>
      <w:r w:rsidR="00357F4D">
        <w:t xml:space="preserve"> </w:t>
      </w:r>
      <w:r w:rsidRPr="001C6201">
        <w:t>Lola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Uebel</w:t>
      </w:r>
      <w:r w:rsidR="00E11103">
        <w:t>,</w:t>
      </w:r>
      <w:r w:rsidR="00357F4D">
        <w:t xml:space="preserve"> </w:t>
      </w:r>
      <w:r w:rsidRPr="001C6201">
        <w:t>Thomas</w:t>
      </w:r>
      <w:r w:rsidR="00357F4D">
        <w:t xml:space="preserve"> </w:t>
      </w:r>
      <w:r w:rsidRPr="001C6201">
        <w:t>(1996)</w:t>
      </w:r>
      <w:r w:rsidR="00357F4D">
        <w:t xml:space="preserve"> </w:t>
      </w:r>
      <w:r w:rsidRPr="001C1AD5">
        <w:rPr>
          <w:rStyle w:val="libItalicChar"/>
        </w:rPr>
        <w:t>Otto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Neurath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Between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Science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t xml:space="preserve"> </w:t>
      </w:r>
      <w:r w:rsidRPr="001C6201">
        <w:t>(Cambridge</w:t>
      </w:r>
      <w:r w:rsidR="00E11103">
        <w:t>:</w:t>
      </w:r>
      <w:r w:rsidR="00357F4D">
        <w:t xml:space="preserve"> </w:t>
      </w:r>
      <w:r w:rsidRPr="001C6201">
        <w:t>Cambridge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Cohen</w:t>
      </w:r>
      <w:r w:rsidR="00E11103">
        <w:t>,</w:t>
      </w:r>
      <w:r w:rsidR="00357F4D">
        <w:t xml:space="preserve"> </w:t>
      </w:r>
      <w:r w:rsidRPr="001C6201">
        <w:t>G</w:t>
      </w:r>
      <w:r w:rsidR="00E11103">
        <w:t>.</w:t>
      </w:r>
      <w:r w:rsidRPr="001C6201">
        <w:t>A</w:t>
      </w:r>
      <w:r w:rsidR="00E11103">
        <w:t>.</w:t>
      </w:r>
      <w:r w:rsidR="00357F4D">
        <w:t xml:space="preserve"> </w:t>
      </w:r>
      <w:r w:rsidRPr="001C6201">
        <w:t>(1978/2001)</w:t>
      </w:r>
      <w:r w:rsidR="00357F4D">
        <w:t xml:space="preserve"> </w:t>
      </w:r>
      <w:r w:rsidRPr="001C1AD5">
        <w:rPr>
          <w:rStyle w:val="libItalicChar"/>
        </w:rPr>
        <w:t>Karl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Marx’s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History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Defence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Cohen</w:t>
      </w:r>
      <w:r w:rsidR="00E11103">
        <w:t>,</w:t>
      </w:r>
      <w:r w:rsidR="00357F4D">
        <w:t xml:space="preserve"> </w:t>
      </w:r>
      <w:r w:rsidRPr="001C6201">
        <w:t>G</w:t>
      </w:r>
      <w:r w:rsidR="00E11103">
        <w:t>.</w:t>
      </w:r>
      <w:r w:rsidRPr="001C6201">
        <w:t>A</w:t>
      </w:r>
      <w:r w:rsidR="00E11103">
        <w:t>.</w:t>
      </w:r>
      <w:r w:rsidR="00357F4D">
        <w:t xml:space="preserve"> </w:t>
      </w:r>
      <w:r w:rsidRPr="001C6201">
        <w:t>(2000)</w:t>
      </w:r>
      <w:r w:rsidR="00357F4D">
        <w:t xml:space="preserve"> </w:t>
      </w:r>
      <w:r w:rsidRPr="001C1AD5">
        <w:rPr>
          <w:rStyle w:val="libItalicChar"/>
        </w:rPr>
        <w:t>If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You’re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Egalitarian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How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Come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You’re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Rich?</w:t>
      </w:r>
      <w:r w:rsidR="00357F4D">
        <w:t xml:space="preserve"> </w:t>
      </w:r>
      <w:r w:rsidRPr="001C6201">
        <w:t>(Cambridge</w:t>
      </w:r>
      <w:r w:rsidR="00357F4D">
        <w:t xml:space="preserve"> </w:t>
      </w:r>
      <w:r w:rsidRPr="001C6201">
        <w:t>Ma</w:t>
      </w:r>
      <w:r w:rsidR="00E11103">
        <w:t>.:</w:t>
      </w:r>
      <w:r w:rsidR="00357F4D">
        <w:t xml:space="preserve"> </w:t>
      </w:r>
      <w:r w:rsidRPr="001C6201">
        <w:t>Harvard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Cohen</w:t>
      </w:r>
      <w:r w:rsidR="00E11103">
        <w:t>,</w:t>
      </w:r>
      <w:r w:rsidR="00357F4D">
        <w:t xml:space="preserve"> </w:t>
      </w:r>
      <w:r w:rsidRPr="001C6201">
        <w:t>G</w:t>
      </w:r>
      <w:r w:rsidR="00E11103">
        <w:t>.</w:t>
      </w:r>
      <w:r w:rsidRPr="001C6201">
        <w:t>A</w:t>
      </w:r>
      <w:r w:rsidR="00E11103">
        <w:t>.</w:t>
      </w:r>
      <w:r w:rsidR="00357F4D">
        <w:t xml:space="preserve"> </w:t>
      </w:r>
      <w:r w:rsidRPr="001C6201">
        <w:t>(2008)</w:t>
      </w:r>
      <w:r w:rsidR="00357F4D">
        <w:t xml:space="preserve"> </w:t>
      </w:r>
      <w:r w:rsidRPr="001C1AD5">
        <w:rPr>
          <w:rStyle w:val="libItalicChar"/>
        </w:rPr>
        <w:t>Rescuing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Equality</w:t>
      </w:r>
      <w:r w:rsidR="00357F4D">
        <w:t xml:space="preserve"> </w:t>
      </w:r>
      <w:r w:rsidRPr="001C6201">
        <w:t>(Cambridge</w:t>
      </w:r>
      <w:r w:rsidR="00357F4D">
        <w:t xml:space="preserve"> </w:t>
      </w:r>
      <w:r w:rsidRPr="001C6201">
        <w:t>Ma</w:t>
      </w:r>
      <w:r w:rsidR="00E11103">
        <w:t>.:</w:t>
      </w:r>
      <w:r w:rsidR="00357F4D">
        <w:t xml:space="preserve"> </w:t>
      </w:r>
      <w:r w:rsidRPr="001C6201">
        <w:t>Harvard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Cornforth</w:t>
      </w:r>
      <w:r w:rsidR="00E11103">
        <w:t>,</w:t>
      </w:r>
      <w:r w:rsidR="00357F4D">
        <w:t xml:space="preserve"> </w:t>
      </w:r>
      <w:r w:rsidRPr="001C6201">
        <w:t>Maurice</w:t>
      </w:r>
      <w:r w:rsidR="00357F4D">
        <w:t xml:space="preserve"> </w:t>
      </w:r>
      <w:r w:rsidRPr="001C6201">
        <w:t>(1968)</w:t>
      </w:r>
      <w:r w:rsidR="00357F4D">
        <w:t xml:space="preserve"> </w:t>
      </w:r>
      <w:r w:rsidRPr="00B96539">
        <w:t>The</w:t>
      </w:r>
      <w:r w:rsidR="00357F4D">
        <w:t xml:space="preserve"> </w:t>
      </w:r>
      <w:r w:rsidRPr="00B96539">
        <w:t>Open</w:t>
      </w:r>
      <w:r w:rsidR="00357F4D">
        <w:t xml:space="preserve"> </w:t>
      </w:r>
      <w:r w:rsidRPr="00B96539">
        <w:t>Philosophy</w:t>
      </w:r>
      <w:r w:rsidR="00357F4D">
        <w:t xml:space="preserve"> </w:t>
      </w:r>
      <w:r w:rsidRPr="00B96539">
        <w:t>and</w:t>
      </w:r>
      <w:r w:rsidR="00357F4D">
        <w:t xml:space="preserve"> </w:t>
      </w:r>
      <w:r w:rsidRPr="00B96539">
        <w:t>the</w:t>
      </w:r>
      <w:r w:rsidR="00357F4D">
        <w:t xml:space="preserve"> </w:t>
      </w:r>
      <w:r w:rsidRPr="00B96539">
        <w:t>Open</w:t>
      </w:r>
      <w:r w:rsidR="00357F4D">
        <w:t xml:space="preserve"> </w:t>
      </w:r>
      <w:r w:rsidRPr="00B96539">
        <w:t>Society</w:t>
      </w:r>
      <w:r w:rsidR="00E11103">
        <w:t>:</w:t>
      </w:r>
      <w:r w:rsidR="00357F4D">
        <w:t xml:space="preserve"> </w:t>
      </w:r>
      <w:r w:rsidRPr="00B96539">
        <w:t>A</w:t>
      </w:r>
      <w:r w:rsidR="00357F4D">
        <w:t xml:space="preserve"> </w:t>
      </w:r>
      <w:r w:rsidRPr="00B96539">
        <w:t>Reply</w:t>
      </w:r>
      <w:r w:rsidR="00357F4D">
        <w:t xml:space="preserve"> </w:t>
      </w:r>
      <w:r w:rsidRPr="00B96539">
        <w:t>to</w:t>
      </w:r>
      <w:r w:rsidR="00357F4D">
        <w:t xml:space="preserve"> </w:t>
      </w:r>
      <w:r w:rsidRPr="00B96539">
        <w:t>Dr</w:t>
      </w:r>
      <w:r w:rsidR="00357F4D">
        <w:t xml:space="preserve"> </w:t>
      </w:r>
      <w:r w:rsidRPr="00B96539">
        <w:t>Popper’s</w:t>
      </w:r>
      <w:r w:rsidR="00357F4D">
        <w:t xml:space="preserve"> </w:t>
      </w:r>
      <w:r w:rsidRPr="00B96539">
        <w:t>Critique</w:t>
      </w:r>
      <w:r w:rsidR="00357F4D">
        <w:t xml:space="preserve"> </w:t>
      </w:r>
      <w:r w:rsidRPr="00B96539">
        <w:t>of</w:t>
      </w:r>
      <w:r w:rsidR="00357F4D">
        <w:t xml:space="preserve"> </w:t>
      </w:r>
      <w:r w:rsidRPr="00B96539">
        <w:t>Marxism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Lawrence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Wishart)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Dummett</w:t>
      </w:r>
      <w:r w:rsidR="00E11103">
        <w:t>,</w:t>
      </w:r>
      <w:r w:rsidR="00357F4D">
        <w:t xml:space="preserve"> </w:t>
      </w:r>
      <w:r w:rsidRPr="001C6201">
        <w:t>Michael</w:t>
      </w:r>
      <w:r w:rsidR="00357F4D">
        <w:t xml:space="preserve"> </w:t>
      </w:r>
      <w:r w:rsidRPr="001C6201">
        <w:t>(1981)</w:t>
      </w:r>
      <w:r w:rsidR="00357F4D">
        <w:t xml:space="preserve"> </w:t>
      </w:r>
      <w:r w:rsidRPr="001C1AD5">
        <w:rPr>
          <w:rStyle w:val="libItalicChar"/>
        </w:rPr>
        <w:t>Frege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Language</w:t>
      </w:r>
      <w:r w:rsidR="00357F4D">
        <w:t xml:space="preserve"> </w:t>
      </w:r>
      <w:r w:rsidRPr="001C6201">
        <w:t>Second</w:t>
      </w:r>
      <w:r w:rsidR="00357F4D">
        <w:t xml:space="preserve"> </w:t>
      </w:r>
      <w:r w:rsidRPr="001C6201">
        <w:t>Edition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Duckworth)</w:t>
      </w:r>
      <w:r w:rsidR="00E11103">
        <w:t>.</w:t>
      </w:r>
    </w:p>
    <w:p w:rsidR="001C1AD5" w:rsidRDefault="001C1AD5" w:rsidP="001C1AD5">
      <w:pPr>
        <w:pStyle w:val="libNormal"/>
      </w:pPr>
      <w:r w:rsidRPr="00DF27A7">
        <w:t>Dworkin</w:t>
      </w:r>
      <w:r w:rsidR="00E11103">
        <w:t>,</w:t>
      </w:r>
      <w:r w:rsidR="00357F4D">
        <w:t xml:space="preserve"> </w:t>
      </w:r>
      <w:r w:rsidRPr="00DF27A7">
        <w:t>Ronald</w:t>
      </w:r>
      <w:r w:rsidR="00357F4D">
        <w:t xml:space="preserve"> </w:t>
      </w:r>
      <w:r w:rsidRPr="00DF27A7">
        <w:t>(1981a)</w:t>
      </w:r>
      <w:r w:rsidR="00357F4D">
        <w:t xml:space="preserve"> </w:t>
      </w:r>
      <w:r w:rsidRPr="00DF27A7">
        <w:t>‘What</w:t>
      </w:r>
      <w:r w:rsidR="00357F4D">
        <w:t xml:space="preserve"> </w:t>
      </w:r>
      <w:r w:rsidRPr="00DF27A7">
        <w:t>is</w:t>
      </w:r>
      <w:r w:rsidR="00357F4D">
        <w:t xml:space="preserve"> </w:t>
      </w:r>
      <w:r w:rsidRPr="00DF27A7">
        <w:t>Equality?</w:t>
      </w:r>
      <w:r w:rsidR="00357F4D">
        <w:t xml:space="preserve"> </w:t>
      </w:r>
      <w:r w:rsidRPr="00DF27A7">
        <w:t>Part</w:t>
      </w:r>
      <w:r w:rsidR="00357F4D">
        <w:t xml:space="preserve"> </w:t>
      </w:r>
      <w:r w:rsidRPr="00DF27A7">
        <w:t>1</w:t>
      </w:r>
      <w:r w:rsidR="00E11103">
        <w:t>:</w:t>
      </w:r>
      <w:r w:rsidR="00357F4D">
        <w:t xml:space="preserve"> </w:t>
      </w:r>
      <w:r w:rsidRPr="00DF27A7">
        <w:t>Equality</w:t>
      </w:r>
      <w:r w:rsidR="00357F4D">
        <w:t xml:space="preserve"> </w:t>
      </w:r>
      <w:r w:rsidRPr="00DF27A7">
        <w:t>of</w:t>
      </w:r>
      <w:r w:rsidR="00357F4D">
        <w:t xml:space="preserve"> </w:t>
      </w:r>
      <w:r w:rsidRPr="00DF27A7">
        <w:t>Welfare’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&amp;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Public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Affairs</w:t>
      </w:r>
      <w:r w:rsidR="00357F4D">
        <w:t xml:space="preserve"> </w:t>
      </w:r>
      <w:r w:rsidRPr="00DF27A7">
        <w:t>10</w:t>
      </w:r>
      <w:r w:rsidR="00E11103">
        <w:t>:</w:t>
      </w:r>
      <w:r w:rsidR="00357F4D">
        <w:t xml:space="preserve"> </w:t>
      </w:r>
      <w:r w:rsidRPr="00DF27A7">
        <w:t>228</w:t>
      </w:r>
      <w:r w:rsidR="00357F4D">
        <w:t>-</w:t>
      </w:r>
      <w:r w:rsidRPr="00DF27A7">
        <w:t>40</w:t>
      </w:r>
      <w:r w:rsidR="00E11103">
        <w:t>.</w:t>
      </w:r>
    </w:p>
    <w:p w:rsidR="00E11103" w:rsidRDefault="001C1AD5" w:rsidP="001C1AD5">
      <w:pPr>
        <w:pStyle w:val="libNormal"/>
      </w:pPr>
      <w:r w:rsidRPr="00DF27A7">
        <w:t>Dworkin</w:t>
      </w:r>
      <w:r w:rsidR="00E11103">
        <w:t>,</w:t>
      </w:r>
      <w:r w:rsidR="00357F4D">
        <w:t xml:space="preserve"> </w:t>
      </w:r>
      <w:r w:rsidRPr="00DF27A7">
        <w:t>Ronald</w:t>
      </w:r>
      <w:r w:rsidR="00357F4D">
        <w:t xml:space="preserve"> </w:t>
      </w:r>
      <w:r w:rsidRPr="00DF27A7">
        <w:t>(1981b)</w:t>
      </w:r>
      <w:r w:rsidR="00357F4D">
        <w:t xml:space="preserve"> </w:t>
      </w:r>
      <w:r w:rsidRPr="00DF27A7">
        <w:t>‘What</w:t>
      </w:r>
      <w:r w:rsidR="00357F4D">
        <w:t xml:space="preserve"> </w:t>
      </w:r>
      <w:r w:rsidRPr="00DF27A7">
        <w:t>is</w:t>
      </w:r>
      <w:r w:rsidR="00357F4D">
        <w:t xml:space="preserve"> </w:t>
      </w:r>
      <w:r w:rsidRPr="00DF27A7">
        <w:t>Equality?</w:t>
      </w:r>
      <w:r w:rsidR="00357F4D">
        <w:t xml:space="preserve"> </w:t>
      </w:r>
      <w:r w:rsidRPr="00DF27A7">
        <w:t>Part</w:t>
      </w:r>
      <w:r w:rsidR="00357F4D">
        <w:t xml:space="preserve"> </w:t>
      </w:r>
      <w:r w:rsidRPr="00DF27A7">
        <w:t>2</w:t>
      </w:r>
      <w:r w:rsidR="00E11103">
        <w:t>:</w:t>
      </w:r>
      <w:r w:rsidR="00357F4D">
        <w:t xml:space="preserve"> </w:t>
      </w:r>
      <w:r w:rsidRPr="00DF27A7">
        <w:t>Equality</w:t>
      </w:r>
      <w:r w:rsidR="00357F4D">
        <w:t xml:space="preserve"> </w:t>
      </w:r>
      <w:r w:rsidRPr="00DF27A7">
        <w:t>of</w:t>
      </w:r>
      <w:r w:rsidR="00357F4D">
        <w:t xml:space="preserve"> </w:t>
      </w:r>
      <w:r w:rsidRPr="00DF27A7">
        <w:t>Resources’</w:t>
      </w:r>
      <w:r w:rsidR="00E11103">
        <w:t>,</w:t>
      </w:r>
    </w:p>
    <w:p w:rsidR="001C1AD5" w:rsidRDefault="001C1AD5" w:rsidP="001C1AD5">
      <w:pPr>
        <w:pStyle w:val="libNormal"/>
      </w:pPr>
      <w:r w:rsidRPr="00DF27A7">
        <w:t>Philosophy</w:t>
      </w:r>
      <w:r w:rsidR="00357F4D">
        <w:t xml:space="preserve"> </w:t>
      </w:r>
      <w:r w:rsidRPr="00DF27A7">
        <w:t>&amp;</w:t>
      </w:r>
      <w:r w:rsidR="00357F4D">
        <w:t xml:space="preserve"> </w:t>
      </w:r>
      <w:r w:rsidRPr="00DF27A7">
        <w:t>Public</w:t>
      </w:r>
      <w:r w:rsidR="00357F4D">
        <w:t xml:space="preserve"> </w:t>
      </w:r>
      <w:r w:rsidRPr="00DF27A7">
        <w:t>Affairs</w:t>
      </w:r>
      <w:r w:rsidR="00357F4D">
        <w:t xml:space="preserve"> </w:t>
      </w:r>
      <w:r w:rsidRPr="00DF27A7">
        <w:t>10</w:t>
      </w:r>
      <w:r w:rsidR="00E11103">
        <w:t>:</w:t>
      </w:r>
      <w:r w:rsidR="00357F4D">
        <w:t xml:space="preserve"> </w:t>
      </w:r>
      <w:r w:rsidRPr="00DF27A7">
        <w:t>283</w:t>
      </w:r>
      <w:r w:rsidR="00357F4D">
        <w:t>-</w:t>
      </w:r>
      <w:r w:rsidRPr="00DF27A7">
        <w:t>345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Eliot</w:t>
      </w:r>
      <w:r w:rsidR="00E11103">
        <w:t>,</w:t>
      </w:r>
      <w:r w:rsidR="00357F4D">
        <w:t xml:space="preserve"> </w:t>
      </w:r>
      <w:r w:rsidRPr="001C6201">
        <w:t>T</w:t>
      </w:r>
      <w:r w:rsidR="00E11103">
        <w:t>.</w:t>
      </w:r>
      <w:r w:rsidRPr="001C6201">
        <w:t>S</w:t>
      </w:r>
      <w:r w:rsidR="00E11103">
        <w:t>.</w:t>
      </w:r>
      <w:r w:rsidR="00357F4D">
        <w:t xml:space="preserve"> </w:t>
      </w:r>
      <w:r w:rsidRPr="001C6201">
        <w:t>(1939)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Idea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Christian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Faber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Faber)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Elster</w:t>
      </w:r>
      <w:r w:rsidR="00E11103">
        <w:t>,</w:t>
      </w:r>
      <w:r w:rsidR="00357F4D">
        <w:t xml:space="preserve"> </w:t>
      </w:r>
      <w:r w:rsidRPr="001C6201">
        <w:t>Jon</w:t>
      </w:r>
      <w:r w:rsidR="00357F4D">
        <w:t xml:space="preserve"> </w:t>
      </w:r>
      <w:r w:rsidRPr="001C6201">
        <w:t>(1980)</w:t>
      </w:r>
      <w:r w:rsidR="00357F4D">
        <w:t xml:space="preserve"> </w:t>
      </w:r>
      <w:r w:rsidRPr="001C6201">
        <w:t>Review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‘G</w:t>
      </w:r>
      <w:r w:rsidR="00E11103">
        <w:t>.</w:t>
      </w:r>
      <w:r w:rsidRPr="001C6201">
        <w:t>A</w:t>
      </w:r>
      <w:r w:rsidR="00E11103">
        <w:t>.</w:t>
      </w:r>
      <w:r w:rsidR="00357F4D">
        <w:t xml:space="preserve"> </w:t>
      </w:r>
      <w:r w:rsidRPr="001C6201">
        <w:t>Cohen</w:t>
      </w:r>
      <w:r w:rsidR="00357F4D">
        <w:t xml:space="preserve"> </w:t>
      </w:r>
      <w:r w:rsidRPr="00B96539">
        <w:t>Karl</w:t>
      </w:r>
      <w:r w:rsidR="00357F4D">
        <w:t xml:space="preserve"> </w:t>
      </w:r>
      <w:r w:rsidRPr="00B96539">
        <w:t>Marx’s</w:t>
      </w:r>
      <w:r w:rsidR="00357F4D">
        <w:t xml:space="preserve"> </w:t>
      </w:r>
      <w:r w:rsidRPr="00B96539">
        <w:t>Theory</w:t>
      </w:r>
      <w:r w:rsidR="00357F4D">
        <w:t xml:space="preserve"> </w:t>
      </w:r>
      <w:r w:rsidRPr="00B96539">
        <w:t>of</w:t>
      </w:r>
      <w:r w:rsidR="00357F4D">
        <w:t xml:space="preserve"> </w:t>
      </w:r>
      <w:r w:rsidRPr="00B96539">
        <w:t>History</w:t>
      </w:r>
      <w:r w:rsidR="00E11103">
        <w:t>:</w:t>
      </w:r>
      <w:r w:rsidR="00357F4D">
        <w:t xml:space="preserve"> </w:t>
      </w:r>
      <w:r w:rsidRPr="00B96539">
        <w:t>A</w:t>
      </w:r>
      <w:r w:rsidR="00357F4D">
        <w:t xml:space="preserve"> </w:t>
      </w:r>
      <w:r w:rsidRPr="00B96539">
        <w:t>Defence</w:t>
      </w:r>
      <w:r w:rsidRPr="001C6201">
        <w:t>’</w:t>
      </w:r>
      <w:r w:rsidR="00357F4D">
        <w:t xml:space="preserve"> </w:t>
      </w:r>
      <w:r w:rsidRPr="00B96539">
        <w:t>Political</w:t>
      </w:r>
      <w:r w:rsidR="00357F4D">
        <w:t xml:space="preserve"> </w:t>
      </w:r>
      <w:r w:rsidRPr="00B96539">
        <w:t>Studies</w:t>
      </w:r>
      <w:r w:rsidR="00357F4D">
        <w:t xml:space="preserve"> </w:t>
      </w:r>
      <w:r w:rsidRPr="001C6201">
        <w:t>28</w:t>
      </w:r>
      <w:r w:rsidR="00E11103">
        <w:t>:</w:t>
      </w:r>
      <w:r w:rsidR="00357F4D">
        <w:t xml:space="preserve"> </w:t>
      </w:r>
      <w:r w:rsidRPr="001C6201">
        <w:t>121</w:t>
      </w:r>
      <w:r w:rsidR="00357F4D">
        <w:t>-</w:t>
      </w:r>
      <w:r w:rsidRPr="001C6201">
        <w:t>128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Elster</w:t>
      </w:r>
      <w:r w:rsidR="00E11103">
        <w:t>,</w:t>
      </w:r>
      <w:r w:rsidR="00357F4D">
        <w:t xml:space="preserve"> </w:t>
      </w:r>
      <w:r w:rsidRPr="001C6201">
        <w:t>Jon</w:t>
      </w:r>
      <w:r w:rsidR="00357F4D">
        <w:t xml:space="preserve"> </w:t>
      </w:r>
      <w:r w:rsidRPr="001C6201">
        <w:t>(1985)</w:t>
      </w:r>
      <w:r w:rsidR="00357F4D">
        <w:t xml:space="preserve"> </w:t>
      </w:r>
      <w:r w:rsidRPr="001C1AD5">
        <w:rPr>
          <w:rStyle w:val="libItalicChar"/>
        </w:rPr>
        <w:t>Making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Sense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Marx</w:t>
      </w:r>
      <w:r w:rsidR="00357F4D">
        <w:t xml:space="preserve"> </w:t>
      </w:r>
      <w:r w:rsidRPr="001C6201">
        <w:t>(Cambridge</w:t>
      </w:r>
      <w:r w:rsidR="00E11103">
        <w:t>:</w:t>
      </w:r>
      <w:r w:rsidR="00357F4D">
        <w:t xml:space="preserve"> </w:t>
      </w:r>
      <w:r w:rsidRPr="001C6201">
        <w:t>Cambridge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Fishkin</w:t>
      </w:r>
      <w:r w:rsidR="00E11103">
        <w:t>,</w:t>
      </w:r>
      <w:r w:rsidR="00357F4D">
        <w:t xml:space="preserve"> </w:t>
      </w:r>
      <w:r w:rsidRPr="001C6201">
        <w:t>James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Goodin</w:t>
      </w:r>
      <w:r w:rsidR="00E11103">
        <w:t>,</w:t>
      </w:r>
      <w:r w:rsidR="00357F4D">
        <w:t xml:space="preserve"> </w:t>
      </w:r>
      <w:r w:rsidRPr="001C6201">
        <w:t>Robert</w:t>
      </w:r>
      <w:r w:rsidR="00357F4D">
        <w:t xml:space="preserve"> </w:t>
      </w:r>
      <w:r w:rsidRPr="001C6201">
        <w:t>(2010)</w:t>
      </w:r>
      <w:r w:rsidR="00357F4D">
        <w:t xml:space="preserve"> </w:t>
      </w:r>
      <w:r w:rsidRPr="001C1AD5">
        <w:rPr>
          <w:rStyle w:val="libItalicChar"/>
        </w:rPr>
        <w:t>Population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8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WileyBlackwell)</w:t>
      </w:r>
      <w:r w:rsidR="00E11103">
        <w:t>.</w:t>
      </w:r>
    </w:p>
    <w:p w:rsidR="00E11103" w:rsidRDefault="001C1AD5" w:rsidP="001C1AD5">
      <w:pPr>
        <w:pStyle w:val="libNormal"/>
      </w:pPr>
      <w:r w:rsidRPr="001C6201">
        <w:t>Flew</w:t>
      </w:r>
      <w:r w:rsidR="00E11103">
        <w:t>,</w:t>
      </w:r>
      <w:r w:rsidR="00357F4D">
        <w:t xml:space="preserve"> </w:t>
      </w:r>
      <w:r w:rsidRPr="001C6201">
        <w:t>A</w:t>
      </w:r>
      <w:r w:rsidR="00E11103">
        <w:t>.</w:t>
      </w:r>
      <w:r w:rsidRPr="001C6201">
        <w:t>G</w:t>
      </w:r>
      <w:r w:rsidR="00E11103">
        <w:t>.</w:t>
      </w:r>
      <w:r w:rsidRPr="001C6201">
        <w:t>N</w:t>
      </w:r>
      <w:r w:rsidR="00E11103">
        <w:t>.</w:t>
      </w:r>
      <w:r w:rsidR="00357F4D">
        <w:t xml:space="preserve"> </w:t>
      </w:r>
      <w:r w:rsidRPr="001C6201">
        <w:t>(1951)</w:t>
      </w:r>
      <w:r w:rsidR="00357F4D">
        <w:t xml:space="preserve"> </w:t>
      </w:r>
      <w:r w:rsidRPr="001C6201">
        <w:t>ed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Essays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Logic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Language</w:t>
      </w:r>
      <w:r w:rsidR="00357F4D">
        <w:t xml:space="preserve"> </w:t>
      </w:r>
      <w:r w:rsidRPr="00B96539">
        <w:t>(Oxford</w:t>
      </w:r>
      <w:r w:rsidR="00E11103">
        <w:t>:</w:t>
      </w:r>
      <w:r w:rsidR="00357F4D">
        <w:t xml:space="preserve"> </w:t>
      </w:r>
      <w:r w:rsidRPr="00B96539">
        <w:t>Blackwells)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Foot</w:t>
      </w:r>
      <w:r w:rsidR="00E11103">
        <w:t>,</w:t>
      </w:r>
      <w:r w:rsidR="00357F4D">
        <w:t xml:space="preserve"> </w:t>
      </w:r>
      <w:r w:rsidRPr="001C6201">
        <w:t>Philippa</w:t>
      </w:r>
      <w:r w:rsidR="00357F4D">
        <w:t xml:space="preserve"> </w:t>
      </w:r>
      <w:r w:rsidRPr="001C6201">
        <w:t>(1968/1978)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Problem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Abortion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Doctrine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Double</w:t>
      </w:r>
      <w:r w:rsidR="00357F4D">
        <w:t xml:space="preserve"> </w:t>
      </w:r>
      <w:r w:rsidRPr="001C6201">
        <w:t>Effect’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1AD5">
        <w:rPr>
          <w:rStyle w:val="libItalicChar"/>
        </w:rPr>
        <w:t>Virtues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Vices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19</w:t>
      </w:r>
      <w:r w:rsidR="00357F4D">
        <w:t>-</w:t>
      </w:r>
      <w:r w:rsidRPr="001C6201">
        <w:t>33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Frege</w:t>
      </w:r>
      <w:r w:rsidR="00E11103">
        <w:t>,</w:t>
      </w:r>
      <w:r w:rsidR="00357F4D">
        <w:t xml:space="preserve"> </w:t>
      </w:r>
      <w:r w:rsidRPr="00B96539">
        <w:t>Gottlob</w:t>
      </w:r>
      <w:r w:rsidR="00357F4D">
        <w:t xml:space="preserve"> </w:t>
      </w:r>
      <w:r w:rsidRPr="00B96539">
        <w:t>(1879)</w:t>
      </w:r>
      <w:r w:rsidR="00E11103">
        <w:t>,</w:t>
      </w:r>
      <w:r w:rsidR="00357F4D">
        <w:t xml:space="preserve"> </w:t>
      </w:r>
      <w:r w:rsidRPr="00B96539">
        <w:t>Begriffsschrift</w:t>
      </w:r>
      <w:r w:rsidR="00E11103">
        <w:t>,</w:t>
      </w:r>
      <w:r w:rsidR="00357F4D">
        <w:t xml:space="preserve"> </w:t>
      </w:r>
      <w:r w:rsidRPr="00B96539">
        <w:t>eine</w:t>
      </w:r>
      <w:r w:rsidR="00357F4D">
        <w:t xml:space="preserve"> </w:t>
      </w:r>
      <w:r w:rsidRPr="00B96539">
        <w:t>der</w:t>
      </w:r>
      <w:r w:rsidR="00357F4D">
        <w:t xml:space="preserve"> </w:t>
      </w:r>
      <w:r w:rsidRPr="00B96539">
        <w:t>arithmetischen</w:t>
      </w:r>
      <w:r w:rsidR="00357F4D">
        <w:t xml:space="preserve"> </w:t>
      </w:r>
      <w:r w:rsidRPr="00B96539">
        <w:t>nachgebildete</w:t>
      </w:r>
      <w:r w:rsidR="00357F4D">
        <w:t xml:space="preserve"> </w:t>
      </w:r>
      <w:r w:rsidRPr="00B96539">
        <w:t>Formelsprache</w:t>
      </w:r>
      <w:r w:rsidR="00357F4D">
        <w:t xml:space="preserve"> </w:t>
      </w:r>
      <w:r w:rsidRPr="00B96539">
        <w:t>des</w:t>
      </w:r>
      <w:r w:rsidR="00357F4D">
        <w:t xml:space="preserve"> </w:t>
      </w:r>
      <w:r w:rsidRPr="00B96539">
        <w:t>reinen</w:t>
      </w:r>
      <w:r w:rsidR="00357F4D">
        <w:t xml:space="preserve"> </w:t>
      </w:r>
      <w:r w:rsidRPr="00B96539">
        <w:t>Denkens</w:t>
      </w:r>
      <w:r w:rsidR="00E11103">
        <w:t>,</w:t>
      </w:r>
      <w:r w:rsidR="00357F4D">
        <w:t xml:space="preserve"> </w:t>
      </w:r>
      <w:r w:rsidRPr="00B96539">
        <w:t>Halle</w:t>
      </w:r>
      <w:r w:rsidR="00357F4D">
        <w:t xml:space="preserve"> </w:t>
      </w:r>
      <w:r w:rsidRPr="00B96539">
        <w:t>a</w:t>
      </w:r>
      <w:r w:rsidR="00E11103">
        <w:t>.</w:t>
      </w:r>
      <w:r w:rsidR="00357F4D">
        <w:t xml:space="preserve"> </w:t>
      </w:r>
      <w:r w:rsidRPr="00B96539">
        <w:t>S</w:t>
      </w:r>
      <w:r w:rsidR="00E11103">
        <w:t>.:</w:t>
      </w:r>
      <w:r w:rsidR="00357F4D">
        <w:t xml:space="preserve"> </w:t>
      </w:r>
      <w:r w:rsidRPr="00B96539">
        <w:t>Louis</w:t>
      </w:r>
      <w:r w:rsidR="00357F4D">
        <w:t xml:space="preserve"> </w:t>
      </w:r>
      <w:r w:rsidRPr="00B96539">
        <w:t>Nebert</w:t>
      </w:r>
      <w:r w:rsidR="00E11103">
        <w:t>.</w:t>
      </w:r>
      <w:r w:rsidR="00357F4D">
        <w:t xml:space="preserve"> </w:t>
      </w:r>
      <w:r w:rsidRPr="00B96539">
        <w:t>Translated</w:t>
      </w:r>
      <w:r w:rsidR="00357F4D">
        <w:t xml:space="preserve"> </w:t>
      </w:r>
      <w:r w:rsidRPr="00B96539">
        <w:t>as</w:t>
      </w:r>
      <w:r w:rsidR="00357F4D">
        <w:t xml:space="preserve"> </w:t>
      </w:r>
      <w:r w:rsidRPr="00B96539">
        <w:t>Concept</w:t>
      </w:r>
      <w:r w:rsidR="00357F4D">
        <w:t xml:space="preserve"> </w:t>
      </w:r>
      <w:r w:rsidRPr="00B96539">
        <w:t>Script</w:t>
      </w:r>
      <w:r w:rsidR="00E11103">
        <w:t>,</w:t>
      </w:r>
      <w:r w:rsidR="00357F4D">
        <w:t xml:space="preserve"> </w:t>
      </w:r>
      <w:r w:rsidRPr="00B96539">
        <w:t>a</w:t>
      </w:r>
      <w:r w:rsidR="00357F4D">
        <w:t xml:space="preserve"> </w:t>
      </w:r>
      <w:r w:rsidRPr="00B96539">
        <w:t>formal</w:t>
      </w:r>
      <w:r w:rsidR="00357F4D">
        <w:t xml:space="preserve"> </w:t>
      </w:r>
      <w:r w:rsidRPr="00B96539">
        <w:t>language</w:t>
      </w:r>
      <w:r w:rsidR="00357F4D">
        <w:t xml:space="preserve"> </w:t>
      </w:r>
      <w:r w:rsidRPr="00B96539">
        <w:t>of</w:t>
      </w:r>
      <w:r w:rsidR="00357F4D">
        <w:t xml:space="preserve"> </w:t>
      </w:r>
      <w:r w:rsidRPr="00B96539">
        <w:t>pure</w:t>
      </w:r>
      <w:r w:rsidR="00357F4D">
        <w:t xml:space="preserve"> </w:t>
      </w:r>
      <w:r w:rsidRPr="00B96539">
        <w:t>thought</w:t>
      </w:r>
      <w:r w:rsidR="00357F4D">
        <w:t xml:space="preserve"> </w:t>
      </w:r>
      <w:r w:rsidRPr="00B96539">
        <w:t>modelled</w:t>
      </w:r>
      <w:r w:rsidR="00357F4D">
        <w:t xml:space="preserve"> </w:t>
      </w:r>
      <w:r w:rsidRPr="00B96539">
        <w:t>upon</w:t>
      </w:r>
      <w:r w:rsidR="00357F4D">
        <w:t xml:space="preserve"> </w:t>
      </w:r>
      <w:r w:rsidRPr="00B96539">
        <w:t>that</w:t>
      </w:r>
      <w:r w:rsidR="00357F4D">
        <w:t xml:space="preserve"> </w:t>
      </w:r>
      <w:r w:rsidRPr="00B96539">
        <w:t>of</w:t>
      </w:r>
      <w:r w:rsidR="00357F4D">
        <w:t xml:space="preserve"> </w:t>
      </w:r>
      <w:r w:rsidRPr="00B96539">
        <w:t>arithmetic</w:t>
      </w:r>
      <w:r w:rsidR="00E11103">
        <w:t>,</w:t>
      </w:r>
      <w:r w:rsidR="00357F4D">
        <w:t xml:space="preserve"> </w:t>
      </w:r>
      <w:r w:rsidRPr="00B96539">
        <w:t>by</w:t>
      </w:r>
      <w:r w:rsidR="00357F4D">
        <w:t xml:space="preserve"> </w:t>
      </w:r>
      <w:r w:rsidRPr="00B96539">
        <w:t>S</w:t>
      </w:r>
      <w:r w:rsidR="00E11103">
        <w:t>.</w:t>
      </w:r>
      <w:r w:rsidR="00357F4D">
        <w:t xml:space="preserve"> </w:t>
      </w:r>
      <w:r w:rsidRPr="00B96539">
        <w:t>Bauer</w:t>
      </w:r>
      <w:r w:rsidR="00357F4D">
        <w:t>-</w:t>
      </w:r>
      <w:r w:rsidRPr="00B96539">
        <w:t>Mengelberg</w:t>
      </w:r>
      <w:r w:rsidR="00357F4D">
        <w:t xml:space="preserve"> </w:t>
      </w:r>
      <w:r w:rsidRPr="00B96539">
        <w:t>in</w:t>
      </w:r>
      <w:r w:rsidR="00357F4D">
        <w:t xml:space="preserve"> </w:t>
      </w:r>
      <w:r w:rsidRPr="00B96539">
        <w:t>J</w:t>
      </w:r>
      <w:r w:rsidR="00E11103">
        <w:t>.</w:t>
      </w:r>
      <w:r w:rsidR="00357F4D">
        <w:t xml:space="preserve"> </w:t>
      </w:r>
      <w:r w:rsidRPr="00B96539">
        <w:t>vanHeijenoort</w:t>
      </w:r>
      <w:r w:rsidR="00357F4D">
        <w:t xml:space="preserve"> </w:t>
      </w:r>
      <w:r w:rsidRPr="00B96539">
        <w:t>(ed</w:t>
      </w:r>
      <w:r w:rsidR="00E11103">
        <w:t>.</w:t>
      </w:r>
      <w:r w:rsidRPr="00B96539">
        <w:t>)</w:t>
      </w:r>
      <w:r w:rsidR="00E11103">
        <w:t>,</w:t>
      </w:r>
      <w:r w:rsidR="00357F4D">
        <w:t xml:space="preserve"> </w:t>
      </w:r>
      <w:r w:rsidRPr="00B96539">
        <w:t>From</w:t>
      </w:r>
      <w:r w:rsidR="00357F4D">
        <w:t xml:space="preserve"> </w:t>
      </w:r>
      <w:r w:rsidRPr="00B96539">
        <w:t>Frege</w:t>
      </w:r>
      <w:r w:rsidR="00357F4D">
        <w:t xml:space="preserve"> </w:t>
      </w:r>
      <w:r w:rsidRPr="00B96539">
        <w:t>to</w:t>
      </w:r>
      <w:r w:rsidR="00357F4D">
        <w:t xml:space="preserve"> </w:t>
      </w:r>
      <w:r w:rsidRPr="00B96539">
        <w:t>Gödel</w:t>
      </w:r>
      <w:r w:rsidR="00E11103">
        <w:t>:</w:t>
      </w:r>
      <w:r w:rsidR="00357F4D">
        <w:t xml:space="preserve"> </w:t>
      </w:r>
      <w:r w:rsidRPr="00B96539">
        <w:t>A</w:t>
      </w:r>
      <w:r w:rsidR="00357F4D">
        <w:t xml:space="preserve"> </w:t>
      </w:r>
      <w:r w:rsidRPr="00B96539">
        <w:t>Source</w:t>
      </w:r>
      <w:r w:rsidR="00357F4D">
        <w:t xml:space="preserve"> </w:t>
      </w:r>
      <w:r w:rsidRPr="00B96539">
        <w:t>Book</w:t>
      </w:r>
      <w:r w:rsidR="00357F4D">
        <w:t xml:space="preserve"> </w:t>
      </w:r>
      <w:r w:rsidRPr="00B96539">
        <w:t>in</w:t>
      </w:r>
      <w:r w:rsidR="00357F4D">
        <w:t xml:space="preserve"> </w:t>
      </w:r>
      <w:r w:rsidRPr="00B96539">
        <w:t>Mathematical</w:t>
      </w:r>
      <w:r w:rsidR="00357F4D">
        <w:t xml:space="preserve"> </w:t>
      </w:r>
      <w:r w:rsidRPr="00B96539">
        <w:t>Logic</w:t>
      </w:r>
      <w:r w:rsidR="00E11103">
        <w:t>,</w:t>
      </w:r>
      <w:r w:rsidR="00357F4D">
        <w:t xml:space="preserve"> </w:t>
      </w:r>
      <w:r w:rsidRPr="00B96539">
        <w:t>1879</w:t>
      </w:r>
      <w:r w:rsidR="00357F4D">
        <w:t>-</w:t>
      </w:r>
      <w:r w:rsidRPr="00B96539">
        <w:t>1931</w:t>
      </w:r>
      <w:r w:rsidR="00E11103">
        <w:t>,</w:t>
      </w:r>
      <w:r w:rsidR="00357F4D">
        <w:t xml:space="preserve"> </w:t>
      </w:r>
      <w:r w:rsidRPr="00B96539">
        <w:t>Cambridge</w:t>
      </w:r>
      <w:r w:rsidR="00E11103">
        <w:t>,</w:t>
      </w:r>
      <w:r w:rsidR="00357F4D">
        <w:t xml:space="preserve"> </w:t>
      </w:r>
      <w:r w:rsidRPr="00B96539">
        <w:t>MA</w:t>
      </w:r>
      <w:r w:rsidR="00E11103">
        <w:t>:</w:t>
      </w:r>
      <w:r w:rsidR="00357F4D">
        <w:t xml:space="preserve"> </w:t>
      </w:r>
      <w:r w:rsidRPr="00B96539">
        <w:t>Harvard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</w:t>
      </w:r>
      <w:r w:rsidR="00E11103">
        <w:t>,</w:t>
      </w:r>
      <w:r w:rsidR="00357F4D">
        <w:t xml:space="preserve"> </w:t>
      </w:r>
      <w:r w:rsidRPr="00B96539">
        <w:t>1967</w:t>
      </w:r>
      <w:r w:rsidR="00E11103">
        <w:t>.</w:t>
      </w:r>
    </w:p>
    <w:p w:rsidR="001C1AD5" w:rsidRDefault="001C1AD5" w:rsidP="001C1AD5">
      <w:pPr>
        <w:pStyle w:val="libNormal"/>
      </w:pPr>
      <w:r>
        <w:t>Frege</w:t>
      </w:r>
      <w:r w:rsidR="00E11103">
        <w:t>,</w:t>
      </w:r>
      <w:r w:rsidR="00357F4D">
        <w:t xml:space="preserve"> </w:t>
      </w:r>
      <w:r>
        <w:t>Gottlob</w:t>
      </w:r>
      <w:r w:rsidR="00357F4D">
        <w:t xml:space="preserve"> </w:t>
      </w:r>
      <w:r>
        <w:t>(1994)</w:t>
      </w:r>
      <w:r w:rsidR="00E11103">
        <w:t>,</w:t>
      </w:r>
      <w:r w:rsidR="00357F4D">
        <w:t xml:space="preserve"> </w:t>
      </w:r>
      <w:r w:rsidRPr="001E6E18">
        <w:t>‘Gottlob</w:t>
      </w:r>
      <w:r w:rsidR="00357F4D">
        <w:t xml:space="preserve"> </w:t>
      </w:r>
      <w:r w:rsidRPr="001E6E18">
        <w:t>Freges</w:t>
      </w:r>
      <w:r w:rsidR="00357F4D">
        <w:t xml:space="preserve"> </w:t>
      </w:r>
      <w:r w:rsidRPr="001E6E18">
        <w:t>politisches</w:t>
      </w:r>
      <w:r w:rsidR="00357F4D">
        <w:t xml:space="preserve"> </w:t>
      </w:r>
      <w:r w:rsidRPr="001E6E18">
        <w:t>Tagebuch’</w:t>
      </w:r>
      <w:r w:rsidR="00E11103">
        <w:t>,</w:t>
      </w:r>
      <w:r w:rsidR="00357F4D">
        <w:t xml:space="preserve"> </w:t>
      </w:r>
      <w:r w:rsidRPr="001E6E18">
        <w:t>ed</w:t>
      </w:r>
      <w:r w:rsidR="00E11103">
        <w:t>.</w:t>
      </w:r>
      <w:r w:rsidR="00357F4D">
        <w:t xml:space="preserve"> </w:t>
      </w:r>
      <w:r w:rsidRPr="001E6E18">
        <w:t>with</w:t>
      </w:r>
      <w:r w:rsidR="00357F4D">
        <w:t xml:space="preserve"> </w:t>
      </w:r>
      <w:r w:rsidRPr="001E6E18">
        <w:t>an</w:t>
      </w:r>
      <w:r w:rsidR="00357F4D">
        <w:t xml:space="preserve"> </w:t>
      </w:r>
      <w:r w:rsidRPr="001E6E18">
        <w:t>introd</w:t>
      </w:r>
      <w:r w:rsidR="00E11103">
        <w:t>.</w:t>
      </w:r>
      <w:r w:rsidR="00357F4D">
        <w:t xml:space="preserve"> </w:t>
      </w:r>
      <w:r w:rsidRPr="001E6E18">
        <w:t>by</w:t>
      </w:r>
      <w:r w:rsidR="00357F4D">
        <w:t xml:space="preserve"> </w:t>
      </w:r>
      <w:r w:rsidRPr="001E6E18">
        <w:t>G</w:t>
      </w:r>
      <w:r w:rsidR="00E11103">
        <w:t>.</w:t>
      </w:r>
      <w:r w:rsidR="00357F4D">
        <w:t xml:space="preserve"> </w:t>
      </w:r>
      <w:r w:rsidRPr="001E6E18">
        <w:t>Gabriel</w:t>
      </w:r>
      <w:r w:rsidR="00357F4D">
        <w:t xml:space="preserve"> </w:t>
      </w:r>
      <w:r w:rsidRPr="001E6E18">
        <w:t>and</w:t>
      </w:r>
      <w:r w:rsidR="00357F4D">
        <w:t xml:space="preserve"> </w:t>
      </w:r>
      <w:r w:rsidRPr="001E6E18">
        <w:t>W</w:t>
      </w:r>
      <w:r w:rsidR="00E11103">
        <w:t>.</w:t>
      </w:r>
      <w:r w:rsidR="00357F4D">
        <w:t xml:space="preserve"> </w:t>
      </w:r>
      <w:r w:rsidRPr="001E6E18">
        <w:t>Kienzler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Deutsche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Zeitschrift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für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Philosophie</w:t>
      </w:r>
      <w:r w:rsidR="00357F4D">
        <w:t xml:space="preserve"> </w:t>
      </w:r>
      <w:r>
        <w:t>42</w:t>
      </w:r>
      <w:r w:rsidR="00E11103">
        <w:t>,</w:t>
      </w:r>
      <w:r w:rsidR="00357F4D">
        <w:t xml:space="preserve"> </w:t>
      </w:r>
      <w:r w:rsidRPr="001E6E18">
        <w:t>pp</w:t>
      </w:r>
      <w:r w:rsidR="00E11103">
        <w:t>.</w:t>
      </w:r>
      <w:r w:rsidR="00357F4D">
        <w:t xml:space="preserve"> </w:t>
      </w:r>
      <w:r w:rsidRPr="001E6E18">
        <w:t>1057</w:t>
      </w:r>
      <w:r w:rsidR="00357F4D">
        <w:t>-</w:t>
      </w:r>
      <w:r w:rsidRPr="001E6E18">
        <w:t>98</w:t>
      </w:r>
    </w:p>
    <w:p w:rsidR="001C1AD5" w:rsidRDefault="001C1AD5" w:rsidP="001C1AD5">
      <w:pPr>
        <w:pStyle w:val="libNormal"/>
      </w:pPr>
      <w:r w:rsidRPr="007D03DF">
        <w:lastRenderedPageBreak/>
        <w:t>Frege</w:t>
      </w:r>
      <w:r w:rsidR="00E11103">
        <w:t>,</w:t>
      </w:r>
      <w:r w:rsidR="00357F4D">
        <w:t xml:space="preserve"> </w:t>
      </w:r>
      <w:r w:rsidRPr="007D03DF">
        <w:t>Gottlob</w:t>
      </w:r>
      <w:r w:rsidR="00357F4D">
        <w:t xml:space="preserve"> </w:t>
      </w:r>
      <w:r w:rsidRPr="007D03DF">
        <w:t>(2000)</w:t>
      </w:r>
      <w:r w:rsidR="00E11103">
        <w:t>,</w:t>
      </w:r>
      <w:r w:rsidR="00357F4D">
        <w:t xml:space="preserve"> </w:t>
      </w:r>
      <w:r w:rsidRPr="007D03DF">
        <w:t>‘Vorschläge</w:t>
      </w:r>
      <w:r w:rsidR="00357F4D">
        <w:t xml:space="preserve"> </w:t>
      </w:r>
      <w:r w:rsidRPr="007D03DF">
        <w:t>für</w:t>
      </w:r>
      <w:r w:rsidR="00357F4D">
        <w:t xml:space="preserve"> </w:t>
      </w:r>
      <w:r w:rsidRPr="007D03DF">
        <w:t>ein</w:t>
      </w:r>
      <w:r w:rsidR="00357F4D">
        <w:t xml:space="preserve"> </w:t>
      </w:r>
      <w:r w:rsidRPr="007D03DF">
        <w:t>Wahlgesetz’</w:t>
      </w:r>
      <w:r w:rsidR="00E11103">
        <w:t>,</w:t>
      </w:r>
      <w:r w:rsidR="00357F4D">
        <w:t xml:space="preserve"> </w:t>
      </w:r>
      <w:r w:rsidRPr="007D03DF">
        <w:t>ed</w:t>
      </w:r>
      <w:r w:rsidR="00E11103">
        <w:t>.</w:t>
      </w:r>
      <w:r w:rsidR="00357F4D">
        <w:t xml:space="preserve"> </w:t>
      </w:r>
      <w:r w:rsidRPr="007D03DF">
        <w:t>U</w:t>
      </w:r>
      <w:r w:rsidR="00E11103">
        <w:t>.</w:t>
      </w:r>
      <w:r w:rsidR="00357F4D">
        <w:t xml:space="preserve"> </w:t>
      </w:r>
      <w:r w:rsidRPr="007D03DF">
        <w:t>Dathe</w:t>
      </w:r>
      <w:r w:rsidR="00357F4D">
        <w:t xml:space="preserve"> </w:t>
      </w:r>
      <w:r w:rsidRPr="007D03DF">
        <w:t>and</w:t>
      </w:r>
      <w:r w:rsidR="00357F4D">
        <w:t xml:space="preserve"> </w:t>
      </w:r>
      <w:r w:rsidRPr="007D03DF">
        <w:t>W</w:t>
      </w:r>
      <w:r w:rsidR="00E11103">
        <w:t>.</w:t>
      </w:r>
      <w:r w:rsidR="00357F4D">
        <w:t xml:space="preserve"> </w:t>
      </w:r>
      <w:r w:rsidRPr="007D03DF">
        <w:t>Kienzler</w:t>
      </w:r>
      <w:r w:rsidR="00E11103">
        <w:t>,</w:t>
      </w:r>
      <w:r w:rsidR="00357F4D">
        <w:t xml:space="preserve"> </w:t>
      </w:r>
      <w:r w:rsidRPr="007D03DF">
        <w:t>in</w:t>
      </w:r>
      <w:r w:rsidR="00357F4D">
        <w:t xml:space="preserve"> </w:t>
      </w:r>
      <w:r w:rsidRPr="007D03DF">
        <w:t>G</w:t>
      </w:r>
      <w:r w:rsidR="00E11103">
        <w:t>.</w:t>
      </w:r>
      <w:r w:rsidR="00357F4D">
        <w:t xml:space="preserve"> </w:t>
      </w:r>
      <w:r w:rsidRPr="007D03DF">
        <w:t>Gabriel</w:t>
      </w:r>
      <w:r w:rsidR="00357F4D">
        <w:t xml:space="preserve"> </w:t>
      </w:r>
      <w:r w:rsidRPr="007D03DF">
        <w:t>and</w:t>
      </w:r>
      <w:r w:rsidR="00357F4D">
        <w:t xml:space="preserve"> </w:t>
      </w:r>
      <w:r w:rsidRPr="007D03DF">
        <w:t>U</w:t>
      </w:r>
      <w:r w:rsidR="00E11103">
        <w:t>.</w:t>
      </w:r>
      <w:r w:rsidR="00357F4D">
        <w:t xml:space="preserve"> </w:t>
      </w:r>
      <w:r w:rsidRPr="007D03DF">
        <w:t>Dathe</w:t>
      </w:r>
      <w:r w:rsidR="00357F4D">
        <w:t xml:space="preserve"> </w:t>
      </w:r>
      <w:r w:rsidRPr="007D03DF">
        <w:t>2000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Gottlob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Frege</w:t>
      </w:r>
      <w:r w:rsidR="00357F4D">
        <w:rPr>
          <w:rStyle w:val="libItalicChar"/>
        </w:rPr>
        <w:t xml:space="preserve"> - </w:t>
      </w:r>
      <w:r w:rsidRPr="001C1AD5">
        <w:rPr>
          <w:rStyle w:val="libItalicChar"/>
        </w:rPr>
        <w:t>Werk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und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Wirkung</w:t>
      </w:r>
      <w:r w:rsidR="00E11103">
        <w:t>,</w:t>
      </w:r>
      <w:r w:rsidR="00357F4D">
        <w:t xml:space="preserve"> </w:t>
      </w:r>
      <w:r w:rsidRPr="007D03DF">
        <w:t>Paderborn</w:t>
      </w:r>
      <w:r w:rsidR="00E11103">
        <w:t>:</w:t>
      </w:r>
      <w:r w:rsidR="00357F4D">
        <w:t xml:space="preserve"> </w:t>
      </w:r>
      <w:r w:rsidRPr="007D03DF">
        <w:t>mentis</w:t>
      </w:r>
      <w:r w:rsidR="00E11103">
        <w:t>,</w:t>
      </w:r>
      <w:r w:rsidR="00357F4D">
        <w:t xml:space="preserve"> </w:t>
      </w:r>
      <w:r w:rsidRPr="007D03DF">
        <w:t>pp</w:t>
      </w:r>
      <w:r w:rsidR="00E11103">
        <w:t>.</w:t>
      </w:r>
      <w:r w:rsidR="00357F4D">
        <w:t xml:space="preserve"> </w:t>
      </w:r>
      <w:r w:rsidRPr="007D03DF">
        <w:t>297</w:t>
      </w:r>
      <w:r w:rsidR="00357F4D">
        <w:t>-</w:t>
      </w:r>
      <w:r w:rsidRPr="007D03DF">
        <w:t>313</w:t>
      </w:r>
    </w:p>
    <w:p w:rsidR="001C1AD5" w:rsidRDefault="001C1AD5" w:rsidP="001C1AD5">
      <w:pPr>
        <w:pStyle w:val="libNormal"/>
      </w:pPr>
      <w:r w:rsidRPr="00FE6008">
        <w:t>Friedrich</w:t>
      </w:r>
      <w:r w:rsidR="00E11103">
        <w:t>,</w:t>
      </w:r>
      <w:r w:rsidR="00357F4D">
        <w:t xml:space="preserve"> </w:t>
      </w:r>
      <w:r w:rsidRPr="00FE6008">
        <w:t>Carl</w:t>
      </w:r>
      <w:r w:rsidR="00357F4D">
        <w:t xml:space="preserve"> </w:t>
      </w:r>
      <w:r w:rsidRPr="00FE6008">
        <w:t>J</w:t>
      </w:r>
      <w:r w:rsidR="00E11103">
        <w:t>.</w:t>
      </w:r>
      <w:r w:rsidR="00357F4D">
        <w:t xml:space="preserve"> </w:t>
      </w:r>
      <w:r w:rsidRPr="00FE6008">
        <w:t>(1958)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Nomos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1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Authority</w:t>
      </w:r>
      <w:r w:rsidR="00357F4D">
        <w:t xml:space="preserve"> </w:t>
      </w:r>
      <w:r w:rsidRPr="00FE6008">
        <w:t>(Cambridge</w:t>
      </w:r>
      <w:r w:rsidR="00357F4D">
        <w:t xml:space="preserve"> </w:t>
      </w:r>
      <w:r w:rsidRPr="00FE6008">
        <w:t>Ma</w:t>
      </w:r>
      <w:r w:rsidR="00E11103">
        <w:t>.:</w:t>
      </w:r>
      <w:r w:rsidR="00357F4D">
        <w:t xml:space="preserve"> </w:t>
      </w:r>
      <w:r w:rsidRPr="00FE6008">
        <w:t>Harvard</w:t>
      </w:r>
      <w:r w:rsidR="00357F4D">
        <w:t xml:space="preserve"> </w:t>
      </w:r>
      <w:r w:rsidRPr="00FE6008">
        <w:t>University</w:t>
      </w:r>
      <w:r w:rsidR="00357F4D">
        <w:t xml:space="preserve"> </w:t>
      </w:r>
      <w:r w:rsidRPr="00FE6008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Friedrich</w:t>
      </w:r>
      <w:r w:rsidR="00E11103">
        <w:t>,</w:t>
      </w:r>
      <w:r w:rsidR="00357F4D">
        <w:t xml:space="preserve"> </w:t>
      </w:r>
      <w:r w:rsidRPr="00FE6008">
        <w:t>Carl</w:t>
      </w:r>
      <w:r w:rsidR="00357F4D">
        <w:t xml:space="preserve"> </w:t>
      </w:r>
      <w:r w:rsidRPr="00FE6008">
        <w:t>J</w:t>
      </w:r>
      <w:r w:rsidR="00E11103">
        <w:t>.</w:t>
      </w:r>
      <w:r w:rsidR="00357F4D">
        <w:t xml:space="preserve"> </w:t>
      </w:r>
      <w:r w:rsidRPr="00FE6008">
        <w:t>and</w:t>
      </w:r>
      <w:r w:rsidR="00357F4D">
        <w:t xml:space="preserve"> </w:t>
      </w:r>
      <w:r w:rsidRPr="00FE6008">
        <w:t>Chapman</w:t>
      </w:r>
      <w:r w:rsidR="00357F4D">
        <w:t xml:space="preserve"> </w:t>
      </w:r>
      <w:r w:rsidRPr="00FE6008">
        <w:t>John</w:t>
      </w:r>
      <w:r w:rsidR="00357F4D">
        <w:t xml:space="preserve"> </w:t>
      </w:r>
      <w:r w:rsidRPr="00FE6008">
        <w:t>W</w:t>
      </w:r>
      <w:r w:rsidR="00E11103">
        <w:t>.</w:t>
      </w:r>
      <w:r w:rsidR="00357F4D">
        <w:t xml:space="preserve"> </w:t>
      </w:r>
      <w:r w:rsidRPr="00FE6008">
        <w:t>(1963)</w:t>
      </w:r>
      <w:r w:rsidR="00357F4D">
        <w:t xml:space="preserve"> </w:t>
      </w:r>
      <w:r w:rsidRPr="001C1AD5">
        <w:rPr>
          <w:rStyle w:val="libItalicChar"/>
        </w:rPr>
        <w:t>Nomos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VI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t xml:space="preserve"> </w:t>
      </w:r>
      <w:r w:rsidRPr="00FE6008">
        <w:t>(New</w:t>
      </w:r>
      <w:r w:rsidR="00357F4D">
        <w:t xml:space="preserve"> </w:t>
      </w:r>
      <w:r w:rsidRPr="00FE6008">
        <w:t>York</w:t>
      </w:r>
      <w:r w:rsidR="00E11103">
        <w:t>:</w:t>
      </w:r>
      <w:r w:rsidR="00357F4D">
        <w:t xml:space="preserve"> </w:t>
      </w:r>
      <w:r w:rsidRPr="00FE6008">
        <w:t>Prentice</w:t>
      </w:r>
      <w:r w:rsidR="00357F4D">
        <w:t xml:space="preserve"> </w:t>
      </w:r>
      <w:r w:rsidRPr="00FE6008">
        <w:t>Hall)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Gallie</w:t>
      </w:r>
      <w:r w:rsidR="00E11103">
        <w:t>,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B</w:t>
      </w:r>
      <w:r w:rsidR="00E11103">
        <w:t>.</w:t>
      </w:r>
      <w:r w:rsidR="00357F4D">
        <w:t xml:space="preserve"> </w:t>
      </w:r>
      <w:r w:rsidRPr="001C6201">
        <w:t>(1955</w:t>
      </w:r>
      <w:r w:rsidR="00357F4D">
        <w:t>-</w:t>
      </w:r>
      <w:r w:rsidRPr="001C6201">
        <w:t>6)</w:t>
      </w:r>
      <w:r w:rsidR="00357F4D">
        <w:t xml:space="preserve"> </w:t>
      </w:r>
      <w:r w:rsidRPr="001C6201">
        <w:t>‘Essentially</w:t>
      </w:r>
      <w:r w:rsidR="00357F4D">
        <w:t xml:space="preserve"> </w:t>
      </w:r>
      <w:r w:rsidRPr="001C6201">
        <w:t>Contested</w:t>
      </w:r>
      <w:r w:rsidR="00357F4D">
        <w:t xml:space="preserve"> </w:t>
      </w:r>
      <w:r w:rsidRPr="001C6201">
        <w:t>Concepts’</w:t>
      </w:r>
      <w:r w:rsidR="00357F4D">
        <w:t xml:space="preserve"> </w:t>
      </w:r>
      <w:r w:rsidRPr="001C1AD5">
        <w:rPr>
          <w:rStyle w:val="libItalicChar"/>
        </w:rPr>
        <w:t>Proceedings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Aristotelian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56</w:t>
      </w:r>
      <w:r w:rsidR="00E11103">
        <w:t>:</w:t>
      </w:r>
      <w:r w:rsidRPr="001C6201">
        <w:t>167</w:t>
      </w:r>
      <w:r w:rsidR="00357F4D">
        <w:t>-</w:t>
      </w:r>
      <w:r w:rsidRPr="001C6201">
        <w:t>198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Gallie</w:t>
      </w:r>
      <w:r w:rsidR="00E11103">
        <w:t>,</w:t>
      </w:r>
      <w:r w:rsidR="00357F4D">
        <w:t xml:space="preserve"> </w:t>
      </w:r>
      <w:r w:rsidRPr="00FE6008">
        <w:t>W</w:t>
      </w:r>
      <w:r w:rsidR="00E11103">
        <w:t>.</w:t>
      </w:r>
      <w:r w:rsidRPr="00FE6008">
        <w:t>B</w:t>
      </w:r>
      <w:r w:rsidR="00E11103">
        <w:t>.</w:t>
      </w:r>
      <w:r w:rsidR="00357F4D">
        <w:t xml:space="preserve"> </w:t>
      </w:r>
      <w:r w:rsidRPr="00FE6008">
        <w:t>(1956)</w:t>
      </w:r>
      <w:r w:rsidR="00357F4D">
        <w:t xml:space="preserve"> </w:t>
      </w:r>
      <w:r w:rsidRPr="00FE6008">
        <w:t>‘Liberal</w:t>
      </w:r>
      <w:r w:rsidR="00357F4D">
        <w:t xml:space="preserve"> </w:t>
      </w:r>
      <w:r w:rsidRPr="00FE6008">
        <w:t>Morality</w:t>
      </w:r>
      <w:r w:rsidR="00357F4D">
        <w:t xml:space="preserve"> </w:t>
      </w:r>
      <w:r w:rsidRPr="00FE6008">
        <w:t>and</w:t>
      </w:r>
      <w:r w:rsidR="00357F4D">
        <w:t xml:space="preserve"> </w:t>
      </w:r>
      <w:r w:rsidRPr="00FE6008">
        <w:t>Sociologist</w:t>
      </w:r>
      <w:r w:rsidR="00357F4D">
        <w:t xml:space="preserve"> </w:t>
      </w:r>
      <w:r w:rsidRPr="00FE6008">
        <w:t>Morality’</w:t>
      </w:r>
      <w:r w:rsidR="00357F4D">
        <w:t xml:space="preserve"> </w:t>
      </w:r>
      <w:r w:rsidRPr="00FE6008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Gauthier</w:t>
      </w:r>
      <w:r w:rsidR="00E11103">
        <w:t>,</w:t>
      </w:r>
      <w:r w:rsidR="00357F4D">
        <w:t xml:space="preserve"> </w:t>
      </w:r>
      <w:r w:rsidRPr="00FE6008">
        <w:t>David</w:t>
      </w:r>
      <w:r w:rsidR="00357F4D">
        <w:t xml:space="preserve"> </w:t>
      </w:r>
      <w:r w:rsidRPr="00FE6008">
        <w:t>(1969)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Logic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Leviathan</w:t>
      </w:r>
      <w:r w:rsidR="00357F4D">
        <w:t xml:space="preserve"> </w:t>
      </w:r>
      <w:r w:rsidRPr="00FE6008">
        <w:t>(Oxford</w:t>
      </w:r>
      <w:r w:rsidR="00E11103">
        <w:t>:</w:t>
      </w:r>
      <w:r w:rsidR="00357F4D">
        <w:t xml:space="preserve"> </w:t>
      </w:r>
      <w:r w:rsidRPr="00FE6008">
        <w:t>Oxford</w:t>
      </w:r>
      <w:r w:rsidR="00357F4D">
        <w:t xml:space="preserve"> </w:t>
      </w:r>
      <w:r w:rsidRPr="00FE6008">
        <w:t>University</w:t>
      </w:r>
      <w:r w:rsidR="00357F4D">
        <w:t xml:space="preserve"> </w:t>
      </w:r>
      <w:r w:rsidRPr="00FE6008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Glock</w:t>
      </w:r>
      <w:r w:rsidR="00E11103">
        <w:t>,</w:t>
      </w:r>
      <w:r w:rsidR="00357F4D">
        <w:t xml:space="preserve"> </w:t>
      </w:r>
      <w:r w:rsidRPr="00FE6008">
        <w:t>Hans</w:t>
      </w:r>
      <w:r w:rsidR="00357F4D">
        <w:t>-</w:t>
      </w:r>
      <w:r w:rsidRPr="00FE6008">
        <w:t>Johann</w:t>
      </w:r>
      <w:r w:rsidR="00357F4D">
        <w:t xml:space="preserve"> </w:t>
      </w:r>
      <w:r w:rsidRPr="00FE6008">
        <w:t>(2008)</w:t>
      </w:r>
      <w:r w:rsidR="00357F4D">
        <w:t xml:space="preserve"> </w:t>
      </w:r>
      <w:r w:rsidRPr="001C1AD5">
        <w:rPr>
          <w:rStyle w:val="libItalicChar"/>
        </w:rPr>
        <w:t>What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Analytic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Pr="00FE6008">
        <w:t>?</w:t>
      </w:r>
      <w:r w:rsidR="00357F4D">
        <w:t xml:space="preserve"> </w:t>
      </w:r>
      <w:r w:rsidRPr="00FE6008">
        <w:t>(Cambridge</w:t>
      </w:r>
      <w:r w:rsidR="00E11103">
        <w:t>:</w:t>
      </w:r>
      <w:r w:rsidR="00357F4D">
        <w:t xml:space="preserve"> </w:t>
      </w:r>
      <w:r w:rsidRPr="00FE6008">
        <w:t>Cambridge</w:t>
      </w:r>
      <w:r w:rsidR="00357F4D">
        <w:t xml:space="preserve"> </w:t>
      </w:r>
      <w:r w:rsidRPr="00FE6008">
        <w:t>University</w:t>
      </w:r>
      <w:r w:rsidR="00357F4D">
        <w:t xml:space="preserve"> </w:t>
      </w:r>
      <w:r w:rsidRPr="00FE6008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Green</w:t>
      </w:r>
      <w:r w:rsidR="00E11103">
        <w:t>,</w:t>
      </w:r>
      <w:r w:rsidR="00357F4D">
        <w:t xml:space="preserve"> </w:t>
      </w:r>
      <w:r w:rsidRPr="00FE6008">
        <w:t>T</w:t>
      </w:r>
      <w:r w:rsidR="00E11103">
        <w:t>.</w:t>
      </w:r>
      <w:r w:rsidRPr="00FE6008">
        <w:t>H</w:t>
      </w:r>
      <w:r w:rsidR="00E11103">
        <w:t>.</w:t>
      </w:r>
      <w:r w:rsidR="00357F4D">
        <w:t xml:space="preserve"> </w:t>
      </w:r>
      <w:r w:rsidRPr="00FE6008">
        <w:t>(1883</w:t>
      </w:r>
      <w:r w:rsidR="00357F4D">
        <w:t>-</w:t>
      </w:r>
      <w:r w:rsidRPr="00FE6008">
        <w:t>5)</w:t>
      </w:r>
      <w:r w:rsidR="00357F4D">
        <w:t xml:space="preserve"> </w:t>
      </w:r>
      <w:r w:rsidRPr="001C1AD5">
        <w:rPr>
          <w:rStyle w:val="libItalicChar"/>
        </w:rPr>
        <w:t>Works</w:t>
      </w:r>
      <w:r w:rsidR="00357F4D">
        <w:t xml:space="preserve"> </w:t>
      </w:r>
      <w:r w:rsidRPr="00FE6008">
        <w:t>(3</w:t>
      </w:r>
      <w:r w:rsidR="00357F4D">
        <w:t xml:space="preserve"> </w:t>
      </w:r>
      <w:r w:rsidRPr="00FE6008">
        <w:t>vols)</w:t>
      </w:r>
      <w:r w:rsidR="00357F4D">
        <w:t xml:space="preserve"> </w:t>
      </w:r>
      <w:r w:rsidRPr="00FE6008">
        <w:t>ed</w:t>
      </w:r>
      <w:r w:rsidR="00E11103">
        <w:t>.</w:t>
      </w:r>
      <w:r w:rsidR="00357F4D">
        <w:t xml:space="preserve"> </w:t>
      </w:r>
      <w:r w:rsidRPr="00FE6008">
        <w:t>R</w:t>
      </w:r>
      <w:r w:rsidR="00E11103">
        <w:t>.</w:t>
      </w:r>
      <w:r w:rsidRPr="00FE6008">
        <w:t>L</w:t>
      </w:r>
      <w:r w:rsidR="00E11103">
        <w:t>.</w:t>
      </w:r>
      <w:r w:rsidR="00357F4D">
        <w:t xml:space="preserve"> </w:t>
      </w:r>
      <w:r w:rsidRPr="00FE6008">
        <w:t>Nettleship</w:t>
      </w:r>
      <w:r w:rsidR="00357F4D">
        <w:t xml:space="preserve"> </w:t>
      </w:r>
      <w:r w:rsidRPr="00FE6008">
        <w:t>(London</w:t>
      </w:r>
      <w:r w:rsidR="00E11103">
        <w:t>:</w:t>
      </w:r>
      <w:r w:rsidR="00357F4D">
        <w:t xml:space="preserve"> </w:t>
      </w:r>
      <w:r w:rsidRPr="00FE6008">
        <w:t>Longmans)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Hart</w:t>
      </w:r>
      <w:r w:rsidR="00E11103">
        <w:t>,</w:t>
      </w:r>
      <w:r w:rsidR="00357F4D">
        <w:t xml:space="preserve"> </w:t>
      </w:r>
      <w:r w:rsidRPr="00FE6008">
        <w:t>H</w:t>
      </w:r>
      <w:r w:rsidR="00E11103">
        <w:t>.</w:t>
      </w:r>
      <w:r w:rsidRPr="00FE6008">
        <w:t>L</w:t>
      </w:r>
      <w:r w:rsidR="00E11103">
        <w:t>.</w:t>
      </w:r>
      <w:r w:rsidRPr="00FE6008">
        <w:t>A</w:t>
      </w:r>
      <w:r w:rsidR="00357F4D">
        <w:t xml:space="preserve"> </w:t>
      </w:r>
      <w:r w:rsidRPr="00FE6008">
        <w:t>(1955)</w:t>
      </w:r>
      <w:r w:rsidR="00357F4D">
        <w:t xml:space="preserve"> </w:t>
      </w:r>
      <w:r w:rsidRPr="00FE6008">
        <w:t>‘Are</w:t>
      </w:r>
      <w:r w:rsidR="00357F4D">
        <w:t xml:space="preserve"> </w:t>
      </w:r>
      <w:r w:rsidRPr="00FE6008">
        <w:t>There</w:t>
      </w:r>
      <w:r w:rsidR="00357F4D">
        <w:t xml:space="preserve"> </w:t>
      </w:r>
      <w:r w:rsidRPr="00FE6008">
        <w:t>Any</w:t>
      </w:r>
      <w:r w:rsidR="00357F4D">
        <w:t xml:space="preserve"> </w:t>
      </w:r>
      <w:r w:rsidRPr="00FE6008">
        <w:t>Natural</w:t>
      </w:r>
      <w:r w:rsidR="00357F4D">
        <w:t xml:space="preserve"> </w:t>
      </w:r>
      <w:r w:rsidRPr="00FE6008">
        <w:t>Rights?’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Review</w:t>
      </w:r>
      <w:r w:rsidR="00357F4D">
        <w:t xml:space="preserve"> </w:t>
      </w:r>
      <w:r w:rsidRPr="00FE6008">
        <w:t>64</w:t>
      </w:r>
      <w:r w:rsidR="00E11103">
        <w:t>:</w:t>
      </w:r>
      <w:r w:rsidR="00357F4D">
        <w:t xml:space="preserve"> </w:t>
      </w:r>
      <w:r w:rsidRPr="00FE6008">
        <w:t>175</w:t>
      </w:r>
      <w:r w:rsidR="00357F4D">
        <w:t>-</w:t>
      </w:r>
      <w:r w:rsidRPr="00FE6008">
        <w:t>191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Hart</w:t>
      </w:r>
      <w:r w:rsidR="00E11103">
        <w:t>,</w:t>
      </w:r>
      <w:r w:rsidR="00357F4D">
        <w:t xml:space="preserve"> </w:t>
      </w:r>
      <w:r w:rsidRPr="00FE6008">
        <w:t>H</w:t>
      </w:r>
      <w:r w:rsidR="00E11103">
        <w:t>.</w:t>
      </w:r>
      <w:r w:rsidRPr="00FE6008">
        <w:t>L</w:t>
      </w:r>
      <w:r w:rsidR="00E11103">
        <w:t>.</w:t>
      </w:r>
      <w:r w:rsidRPr="00FE6008">
        <w:t>A</w:t>
      </w:r>
      <w:r w:rsidR="00357F4D">
        <w:t xml:space="preserve"> </w:t>
      </w:r>
      <w:r w:rsidRPr="00FE6008">
        <w:t>(1961/1994)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Concept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Law</w:t>
      </w:r>
      <w:r w:rsidR="00357F4D">
        <w:t xml:space="preserve"> </w:t>
      </w:r>
      <w:r w:rsidRPr="00FE6008">
        <w:t>(1994</w:t>
      </w:r>
      <w:r w:rsidR="00357F4D">
        <w:t xml:space="preserve"> </w:t>
      </w:r>
      <w:r w:rsidRPr="00FE6008">
        <w:t>second</w:t>
      </w:r>
      <w:r w:rsidR="00357F4D">
        <w:t xml:space="preserve"> </w:t>
      </w:r>
      <w:r w:rsidRPr="00FE6008">
        <w:t>edition)</w:t>
      </w:r>
      <w:r w:rsidR="00357F4D">
        <w:t xml:space="preserve"> </w:t>
      </w:r>
      <w:r w:rsidRPr="00FE6008">
        <w:t>(Oxford</w:t>
      </w:r>
      <w:r w:rsidR="00E11103">
        <w:t>:</w:t>
      </w:r>
      <w:r w:rsidR="00357F4D">
        <w:t xml:space="preserve"> </w:t>
      </w:r>
      <w:r w:rsidRPr="00FE6008">
        <w:t>Oxford</w:t>
      </w:r>
      <w:r w:rsidR="00357F4D">
        <w:t xml:space="preserve"> </w:t>
      </w:r>
      <w:r w:rsidRPr="00FE6008">
        <w:t>University</w:t>
      </w:r>
      <w:r w:rsidR="00357F4D">
        <w:t xml:space="preserve"> </w:t>
      </w:r>
      <w:r w:rsidRPr="00FE6008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Hart</w:t>
      </w:r>
      <w:r w:rsidR="00E11103">
        <w:t>,</w:t>
      </w:r>
      <w:r w:rsidR="00357F4D">
        <w:t xml:space="preserve"> </w:t>
      </w:r>
      <w:r w:rsidRPr="00FE6008">
        <w:t>H</w:t>
      </w:r>
      <w:r w:rsidR="00E11103">
        <w:t>.</w:t>
      </w:r>
      <w:r w:rsidRPr="00FE6008">
        <w:t>L</w:t>
      </w:r>
      <w:r w:rsidR="00E11103">
        <w:t>.</w:t>
      </w:r>
      <w:r w:rsidRPr="00FE6008">
        <w:t>A</w:t>
      </w:r>
      <w:r w:rsidR="00E11103">
        <w:t>.</w:t>
      </w:r>
      <w:r w:rsidR="00357F4D">
        <w:t xml:space="preserve"> </w:t>
      </w:r>
      <w:r w:rsidRPr="00FE6008">
        <w:t>(1962)</w:t>
      </w:r>
      <w:r w:rsidR="00357F4D">
        <w:t xml:space="preserve"> </w:t>
      </w:r>
      <w:r w:rsidRPr="00FE6008">
        <w:t>‘Prolegomena</w:t>
      </w:r>
      <w:r w:rsidR="00357F4D">
        <w:t xml:space="preserve"> </w:t>
      </w:r>
      <w:r w:rsidRPr="00FE6008">
        <w:t>to</w:t>
      </w:r>
      <w:r w:rsidR="00357F4D">
        <w:t xml:space="preserve"> </w:t>
      </w:r>
      <w:r w:rsidRPr="00FE6008">
        <w:t>the</w:t>
      </w:r>
      <w:r w:rsidR="00357F4D">
        <w:t xml:space="preserve"> </w:t>
      </w:r>
      <w:r w:rsidRPr="00FE6008">
        <w:t>Theory</w:t>
      </w:r>
      <w:r w:rsidR="00357F4D">
        <w:t xml:space="preserve"> </w:t>
      </w:r>
      <w:r w:rsidRPr="00FE6008">
        <w:t>of</w:t>
      </w:r>
      <w:r w:rsidR="00357F4D">
        <w:t xml:space="preserve"> </w:t>
      </w:r>
      <w:r w:rsidRPr="00FE6008">
        <w:t>Punishment’</w:t>
      </w:r>
      <w:r w:rsidR="00357F4D">
        <w:t xml:space="preserve"> </w:t>
      </w:r>
      <w:r w:rsidRPr="00FE6008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(1962)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(Second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158</w:t>
      </w:r>
      <w:r w:rsidR="00357F4D">
        <w:t>-</w:t>
      </w:r>
      <w:r w:rsidRPr="001C6201">
        <w:t>82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Harrod</w:t>
      </w:r>
      <w:r w:rsidR="00E11103">
        <w:t>,</w:t>
      </w:r>
      <w:r w:rsidR="00357F4D">
        <w:t xml:space="preserve"> </w:t>
      </w:r>
      <w:r w:rsidRPr="001C6201">
        <w:t>Roy</w:t>
      </w:r>
      <w:r w:rsidR="00357F4D">
        <w:t xml:space="preserve"> </w:t>
      </w:r>
      <w:r w:rsidRPr="001C6201">
        <w:t>(1936)</w:t>
      </w:r>
      <w:r w:rsidR="00357F4D">
        <w:t xml:space="preserve"> </w:t>
      </w:r>
      <w:r w:rsidRPr="001C6201">
        <w:t>‘Utilitarianism</w:t>
      </w:r>
      <w:r w:rsidR="00357F4D">
        <w:t xml:space="preserve"> </w:t>
      </w:r>
      <w:r w:rsidRPr="001C6201">
        <w:t>Revised’</w:t>
      </w:r>
      <w:r w:rsidR="00357F4D">
        <w:t xml:space="preserve"> </w:t>
      </w:r>
      <w:r w:rsidRPr="001C1AD5">
        <w:rPr>
          <w:rStyle w:val="libItalicChar"/>
        </w:rPr>
        <w:t>Mind</w:t>
      </w:r>
      <w:r w:rsidR="00357F4D">
        <w:t xml:space="preserve"> </w:t>
      </w:r>
      <w:r w:rsidRPr="001C6201">
        <w:t>45</w:t>
      </w:r>
      <w:r w:rsidR="00E11103">
        <w:t>:</w:t>
      </w:r>
      <w:r w:rsidR="00357F4D">
        <w:t xml:space="preserve"> </w:t>
      </w:r>
      <w:r w:rsidRPr="001C6201">
        <w:t>137</w:t>
      </w:r>
      <w:r w:rsidR="00357F4D">
        <w:t>-</w:t>
      </w:r>
      <w:r w:rsidRPr="001C6201">
        <w:t>156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Hart</w:t>
      </w:r>
      <w:r w:rsidR="00E11103">
        <w:t>,</w:t>
      </w:r>
      <w:r w:rsidR="00357F4D">
        <w:t xml:space="preserve"> </w:t>
      </w:r>
      <w:r w:rsidRPr="001C6201">
        <w:t>H</w:t>
      </w:r>
      <w:r w:rsidR="00E11103">
        <w:t>.</w:t>
      </w:r>
      <w:r w:rsidRPr="001C6201">
        <w:t>L</w:t>
      </w:r>
      <w:r w:rsidR="00E11103">
        <w:t>.</w:t>
      </w:r>
      <w:r w:rsidRPr="001C6201">
        <w:t>A</w:t>
      </w:r>
      <w:r w:rsidR="00357F4D">
        <w:t xml:space="preserve"> </w:t>
      </w:r>
      <w:r w:rsidRPr="001C6201">
        <w:t>(1967/1969)</w:t>
      </w:r>
      <w:r w:rsidR="00357F4D">
        <w:t xml:space="preserve"> </w:t>
      </w:r>
      <w:r w:rsidRPr="001C6201">
        <w:t>‘Intention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Punishment’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1AD5">
        <w:rPr>
          <w:rStyle w:val="libItalicChar"/>
        </w:rPr>
        <w:t>Punishment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Responsibility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Hayek</w:t>
      </w:r>
      <w:r w:rsidR="00E11103">
        <w:t>,</w:t>
      </w:r>
      <w:r w:rsidR="00357F4D">
        <w:t xml:space="preserve"> </w:t>
      </w:r>
      <w:r w:rsidRPr="00FE6008">
        <w:t>Fredrich</w:t>
      </w:r>
      <w:r w:rsidR="00357F4D">
        <w:t xml:space="preserve"> </w:t>
      </w:r>
      <w:r w:rsidRPr="00FE6008">
        <w:t>(1944)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Road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to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Serfdom</w:t>
      </w:r>
      <w:r w:rsidR="00357F4D">
        <w:t xml:space="preserve"> </w:t>
      </w:r>
      <w:r w:rsidRPr="00FE6008">
        <w:t>(London</w:t>
      </w:r>
      <w:r w:rsidR="00E11103">
        <w:t>:</w:t>
      </w:r>
      <w:r w:rsidR="00357F4D">
        <w:t xml:space="preserve"> </w:t>
      </w:r>
      <w:r w:rsidRPr="00FE6008">
        <w:t>Routledge)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Hegel</w:t>
      </w:r>
      <w:r w:rsidR="00E11103">
        <w:t>,</w:t>
      </w:r>
      <w:r w:rsidR="00357F4D">
        <w:t xml:space="preserve"> </w:t>
      </w:r>
      <w:r w:rsidRPr="001C6201">
        <w:t>Georg</w:t>
      </w:r>
      <w:r w:rsidR="00357F4D">
        <w:t xml:space="preserve"> </w:t>
      </w:r>
      <w:r w:rsidRPr="001C6201">
        <w:t>Willhem</w:t>
      </w:r>
      <w:r w:rsidR="00357F4D">
        <w:t xml:space="preserve"> </w:t>
      </w:r>
      <w:r w:rsidRPr="001C6201">
        <w:t>Friedrich</w:t>
      </w:r>
      <w:r w:rsidR="00357F4D">
        <w:t xml:space="preserve"> </w:t>
      </w:r>
      <w:r w:rsidRPr="001C6201">
        <w:t>(1821/1896)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Right</w:t>
      </w:r>
      <w:r w:rsidR="00357F4D">
        <w:t xml:space="preserve"> </w:t>
      </w:r>
      <w:r w:rsidRPr="00B96539">
        <w:t>(London</w:t>
      </w:r>
      <w:r w:rsidR="00E11103">
        <w:t>:</w:t>
      </w:r>
      <w:r w:rsidR="00357F4D">
        <w:t xml:space="preserve"> </w:t>
      </w:r>
      <w:r w:rsidRPr="00B96539">
        <w:t>George</w:t>
      </w:r>
      <w:r w:rsidR="00357F4D">
        <w:t xml:space="preserve"> </w:t>
      </w:r>
      <w:r w:rsidRPr="00B96539">
        <w:t>Bell)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Ignatieff</w:t>
      </w:r>
      <w:r w:rsidR="00357F4D">
        <w:t xml:space="preserve"> </w:t>
      </w:r>
      <w:r w:rsidRPr="001C6201">
        <w:t>(1998)</w:t>
      </w:r>
      <w:r w:rsidR="00357F4D">
        <w:t xml:space="preserve"> </w:t>
      </w:r>
      <w:r w:rsidRPr="001C1AD5">
        <w:rPr>
          <w:rStyle w:val="libItalicChar"/>
        </w:rPr>
        <w:t>Isaiah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Berlin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Life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Chatto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Windus)</w:t>
      </w:r>
      <w:r w:rsidR="00E11103">
        <w:t>.</w:t>
      </w:r>
    </w:p>
    <w:p w:rsidR="001C1AD5" w:rsidRPr="00B96539" w:rsidRDefault="001C1AD5" w:rsidP="001C1AD5">
      <w:pPr>
        <w:pStyle w:val="libNormal"/>
      </w:pPr>
      <w:r w:rsidRPr="00B96539">
        <w:t>King</w:t>
      </w:r>
      <w:r w:rsidR="00E11103">
        <w:t>,</w:t>
      </w:r>
      <w:r w:rsidR="00357F4D">
        <w:t xml:space="preserve"> </w:t>
      </w:r>
      <w:r w:rsidRPr="00B96539">
        <w:t>Anthony</w:t>
      </w:r>
      <w:r w:rsidR="00357F4D">
        <w:t xml:space="preserve"> </w:t>
      </w:r>
      <w:r w:rsidRPr="00B96539">
        <w:t>(1994)</w:t>
      </w:r>
      <w:r w:rsidR="00357F4D">
        <w:t xml:space="preserve"> </w:t>
      </w:r>
      <w:r w:rsidRPr="00B96539">
        <w:t>‘How</w:t>
      </w:r>
      <w:r w:rsidR="00357F4D">
        <w:t xml:space="preserve"> </w:t>
      </w:r>
      <w:r w:rsidRPr="00B96539">
        <w:t>Many</w:t>
      </w:r>
      <w:r w:rsidR="00357F4D">
        <w:t xml:space="preserve"> </w:t>
      </w:r>
      <w:r w:rsidRPr="00B96539">
        <w:t>Lives</w:t>
      </w:r>
      <w:r w:rsidR="00357F4D">
        <w:t xml:space="preserve"> </w:t>
      </w:r>
      <w:r w:rsidRPr="00B96539">
        <w:t>Was</w:t>
      </w:r>
      <w:r w:rsidR="00357F4D">
        <w:t xml:space="preserve"> </w:t>
      </w:r>
      <w:r w:rsidRPr="00B96539">
        <w:t>It</w:t>
      </w:r>
      <w:r w:rsidR="00357F4D">
        <w:t xml:space="preserve"> </w:t>
      </w:r>
      <w:r w:rsidRPr="00B96539">
        <w:t>Worth?’</w:t>
      </w:r>
      <w:r w:rsidR="00357F4D">
        <w:t xml:space="preserve"> </w:t>
      </w:r>
      <w:r w:rsidRPr="001C1AD5">
        <w:rPr>
          <w:rStyle w:val="libItalicChar"/>
        </w:rPr>
        <w:t>Times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Higher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Education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Supplement</w:t>
      </w:r>
      <w:r w:rsidR="00357F4D">
        <w:t xml:space="preserve"> </w:t>
      </w:r>
      <w:r w:rsidRPr="00B96539">
        <w:t>25</w:t>
      </w:r>
      <w:r w:rsidRPr="001C1AD5">
        <w:t>th</w:t>
      </w:r>
      <w:r w:rsidR="00357F4D">
        <w:t xml:space="preserve"> </w:t>
      </w:r>
      <w:r w:rsidRPr="00B96539">
        <w:t>November</w:t>
      </w:r>
    </w:p>
    <w:p w:rsidR="001C1AD5" w:rsidRDefault="001C1AD5" w:rsidP="001C1AD5">
      <w:pPr>
        <w:pStyle w:val="libNormal"/>
      </w:pPr>
      <w:r w:rsidRPr="00B96539">
        <w:t>http</w:t>
      </w:r>
      <w:r w:rsidR="00E11103">
        <w:t>:</w:t>
      </w:r>
      <w:r w:rsidRPr="00B96539">
        <w:t>//www</w:t>
      </w:r>
      <w:r w:rsidR="00E11103">
        <w:t>.</w:t>
      </w:r>
      <w:r w:rsidRPr="00B96539">
        <w:t>timeshighereducation</w:t>
      </w:r>
      <w:r w:rsidR="00E11103">
        <w:t>.</w:t>
      </w:r>
      <w:r w:rsidRPr="00B96539">
        <w:t>co</w:t>
      </w:r>
      <w:r w:rsidR="00E11103">
        <w:t>.</w:t>
      </w:r>
      <w:r w:rsidRPr="00B96539">
        <w:t>uk/story</w:t>
      </w:r>
      <w:r w:rsidR="00E11103">
        <w:t>.</w:t>
      </w:r>
      <w:r w:rsidRPr="00B96539">
        <w:t>asp?storyCode=154211&amp;sectioncode=26</w:t>
      </w:r>
      <w:r w:rsidR="00357F4D">
        <w:t xml:space="preserve"> </w:t>
      </w:r>
      <w:r w:rsidRPr="001C6201">
        <w:t>accessed</w:t>
      </w:r>
      <w:r w:rsidR="00357F4D">
        <w:t xml:space="preserve"> </w:t>
      </w:r>
      <w:r w:rsidRPr="001C6201">
        <w:t>December</w:t>
      </w:r>
      <w:r w:rsidR="00357F4D">
        <w:t xml:space="preserve"> </w:t>
      </w:r>
      <w:r w:rsidRPr="001C6201">
        <w:t>15</w:t>
      </w:r>
      <w:r w:rsidRPr="001C1AD5">
        <w:t>th</w:t>
      </w:r>
      <w:r w:rsidR="00357F4D">
        <w:t xml:space="preserve"> </w:t>
      </w:r>
      <w:r w:rsidRPr="001C6201">
        <w:t>2009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Laski</w:t>
      </w:r>
      <w:r w:rsidR="00E11103">
        <w:t>,</w:t>
      </w:r>
      <w:r w:rsidR="00357F4D">
        <w:t xml:space="preserve"> </w:t>
      </w:r>
      <w:r w:rsidRPr="001C6201">
        <w:t>Harold</w:t>
      </w:r>
      <w:r w:rsidR="00357F4D">
        <w:t xml:space="preserve"> </w:t>
      </w:r>
      <w:r w:rsidRPr="001C6201">
        <w:t>(1925)</w:t>
      </w:r>
      <w:r w:rsidR="00357F4D"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Grammar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George</w:t>
      </w:r>
      <w:r w:rsidR="00357F4D">
        <w:t xml:space="preserve"> </w:t>
      </w:r>
      <w:r w:rsidRPr="001C6201">
        <w:t>Allen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Unwin)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(1956b)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Face</w:t>
      </w:r>
      <w:r w:rsidR="00357F4D">
        <w:t xml:space="preserve"> </w:t>
      </w:r>
      <w:r w:rsidRPr="001C6201">
        <w:t>to</w:t>
      </w:r>
      <w:r w:rsidR="00357F4D">
        <w:t xml:space="preserve"> </w:t>
      </w:r>
      <w:r w:rsidRPr="001C6201">
        <w:t>Face</w:t>
      </w:r>
      <w:r w:rsidR="00357F4D">
        <w:t xml:space="preserve"> </w:t>
      </w:r>
      <w:r w:rsidRPr="001C6201">
        <w:t>Society’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Fishkin</w:t>
      </w:r>
      <w:r w:rsidR="00E11103">
        <w:t>,</w:t>
      </w:r>
      <w:r w:rsidR="00357F4D">
        <w:t xml:space="preserve"> </w:t>
      </w:r>
      <w:r w:rsidRPr="001C6201">
        <w:t>James</w:t>
      </w:r>
      <w:r w:rsidR="00357F4D">
        <w:t xml:space="preserve"> </w:t>
      </w:r>
      <w:r w:rsidRPr="001C6201">
        <w:t>(1979)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(Fifth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Laslett</w:t>
      </w:r>
      <w:r w:rsidR="00E11103">
        <w:t>,</w:t>
      </w:r>
      <w:r w:rsidR="00357F4D">
        <w:t xml:space="preserve"> </w:t>
      </w:r>
      <w:r w:rsidRPr="001C1AD5">
        <w:t>Peter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Fishkin</w:t>
      </w:r>
      <w:r w:rsidR="00E11103">
        <w:t>,</w:t>
      </w:r>
      <w:r w:rsidR="00357F4D">
        <w:t xml:space="preserve"> </w:t>
      </w:r>
      <w:r w:rsidRPr="001C1AD5">
        <w:t>James</w:t>
      </w:r>
      <w:r w:rsidR="00357F4D">
        <w:t xml:space="preserve"> </w:t>
      </w:r>
      <w:r w:rsidRPr="001C1AD5">
        <w:t>(1992)</w:t>
      </w:r>
      <w:r w:rsidR="00357F4D">
        <w:t xml:space="preserve"> </w:t>
      </w:r>
      <w:r w:rsidRPr="00B96539">
        <w:t>Philosophy</w:t>
      </w:r>
      <w:r w:rsidR="00E11103">
        <w:t>,</w:t>
      </w:r>
      <w:r w:rsidR="00357F4D">
        <w:t xml:space="preserve"> </w:t>
      </w:r>
      <w:r w:rsidRPr="00B96539">
        <w:t>Politics</w:t>
      </w:r>
      <w:r w:rsidR="00357F4D">
        <w:t xml:space="preserve"> </w:t>
      </w:r>
      <w:r w:rsidRPr="00B96539">
        <w:t>and</w:t>
      </w:r>
      <w:r w:rsidR="00357F4D">
        <w:t xml:space="preserve"> </w:t>
      </w:r>
      <w:r w:rsidRPr="00B96539">
        <w:t>Society</w:t>
      </w:r>
      <w:r w:rsidR="00357F4D">
        <w:t xml:space="preserve"> </w:t>
      </w:r>
      <w:r w:rsidRPr="00B96539">
        <w:t>(Sixth</w:t>
      </w:r>
      <w:r w:rsidR="00357F4D">
        <w:t xml:space="preserve"> </w:t>
      </w:r>
      <w:r w:rsidRPr="00B96539">
        <w:t>Series</w:t>
      </w:r>
      <w:r w:rsidRPr="001C1AD5">
        <w:t>)</w:t>
      </w:r>
      <w:r w:rsidR="00E11103">
        <w:t>:</w:t>
      </w:r>
      <w:r w:rsidR="00357F4D">
        <w:t xml:space="preserve"> </w:t>
      </w:r>
      <w:r w:rsidRPr="001C1AD5">
        <w:t>Justice</w:t>
      </w:r>
      <w:r w:rsidR="00357F4D">
        <w:t xml:space="preserve"> </w:t>
      </w:r>
      <w:r w:rsidRPr="001C1AD5">
        <w:t>Between</w:t>
      </w:r>
      <w:r w:rsidR="00357F4D">
        <w:t xml:space="preserve"> </w:t>
      </w:r>
      <w:r w:rsidRPr="001C1AD5">
        <w:t>Age</w:t>
      </w:r>
      <w:r w:rsidR="00357F4D">
        <w:t xml:space="preserve"> </w:t>
      </w:r>
      <w:r w:rsidRPr="001C1AD5">
        <w:t>Groups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Generations</w:t>
      </w:r>
      <w:r w:rsidR="00357F4D">
        <w:t xml:space="preserve"> </w:t>
      </w:r>
      <w:r w:rsidRPr="001C1AD5">
        <w:t>(New</w:t>
      </w:r>
      <w:r w:rsidR="00357F4D">
        <w:t xml:space="preserve"> </w:t>
      </w:r>
      <w:r w:rsidRPr="001C1AD5">
        <w:t>Haven</w:t>
      </w:r>
      <w:r w:rsidR="00E11103">
        <w:t>:</w:t>
      </w:r>
      <w:r w:rsidR="00357F4D">
        <w:t xml:space="preserve"> </w:t>
      </w:r>
      <w:r w:rsidRPr="001C1AD5">
        <w:t>Yale</w:t>
      </w:r>
      <w:r w:rsidR="00357F4D">
        <w:t xml:space="preserve"> </w:t>
      </w:r>
      <w:r w:rsidRPr="001C1AD5">
        <w:t>University</w:t>
      </w:r>
      <w:r w:rsidR="00357F4D">
        <w:t xml:space="preserve"> </w:t>
      </w:r>
      <w:r w:rsidRPr="001C1AD5">
        <w:t>Press)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1C1AD5">
        <w:lastRenderedPageBreak/>
        <w:t>Laslett</w:t>
      </w:r>
      <w:r w:rsidR="00E11103">
        <w:t>,</w:t>
      </w:r>
      <w:r w:rsidR="00357F4D">
        <w:t xml:space="preserve"> </w:t>
      </w:r>
      <w:r w:rsidRPr="001C1AD5">
        <w:t>Peter</w:t>
      </w:r>
      <w:r w:rsidR="00E11103">
        <w:t>,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Fishkin</w:t>
      </w:r>
      <w:r w:rsidR="00E11103">
        <w:t>,</w:t>
      </w:r>
      <w:r w:rsidR="00357F4D">
        <w:t xml:space="preserve"> </w:t>
      </w:r>
      <w:r w:rsidRPr="001C1AD5">
        <w:t>James</w:t>
      </w:r>
      <w:r w:rsidR="00357F4D">
        <w:t xml:space="preserve"> </w:t>
      </w:r>
      <w:r w:rsidRPr="001C1AD5">
        <w:t>(2003)</w:t>
      </w:r>
      <w:r w:rsidR="00357F4D">
        <w:t xml:space="preserve"> </w:t>
      </w:r>
      <w:r w:rsidRPr="00B96539">
        <w:t>Philosophy</w:t>
      </w:r>
      <w:r w:rsidR="00E11103">
        <w:t>,</w:t>
      </w:r>
      <w:r w:rsidR="00357F4D">
        <w:t xml:space="preserve"> </w:t>
      </w:r>
      <w:r w:rsidRPr="00B96539">
        <w:t>Politics</w:t>
      </w:r>
      <w:r w:rsidR="00357F4D">
        <w:t xml:space="preserve"> </w:t>
      </w:r>
      <w:r w:rsidRPr="00B96539">
        <w:t>and</w:t>
      </w:r>
      <w:r w:rsidR="00357F4D">
        <w:t xml:space="preserve"> </w:t>
      </w:r>
      <w:r w:rsidRPr="00B96539">
        <w:t>Society</w:t>
      </w:r>
      <w:r w:rsidR="00357F4D">
        <w:t xml:space="preserve"> </w:t>
      </w:r>
      <w:r w:rsidRPr="00B96539">
        <w:t>7</w:t>
      </w:r>
      <w:r w:rsidR="00E11103">
        <w:t>:</w:t>
      </w:r>
      <w:r w:rsidR="00357F4D">
        <w:t xml:space="preserve"> </w:t>
      </w:r>
      <w:r w:rsidRPr="00B96539">
        <w:t>Debating</w:t>
      </w:r>
      <w:r w:rsidR="00357F4D">
        <w:t xml:space="preserve"> </w:t>
      </w:r>
      <w:r w:rsidRPr="00B96539">
        <w:t>Deliberative</w:t>
      </w:r>
      <w:r w:rsidR="00357F4D">
        <w:t xml:space="preserve"> </w:t>
      </w:r>
      <w:r w:rsidRPr="001C1AD5">
        <w:t>Democracy</w:t>
      </w:r>
      <w:r w:rsidR="00357F4D">
        <w:t xml:space="preserve"> </w:t>
      </w:r>
      <w:r w:rsidRPr="001C1AD5">
        <w:t>(Oxford</w:t>
      </w:r>
      <w:r w:rsidR="00E11103">
        <w:t>:</w:t>
      </w:r>
      <w:r w:rsidR="00357F4D">
        <w:t xml:space="preserve"> </w:t>
      </w:r>
      <w:r w:rsidRPr="001C1AD5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>
        <w:t>(1962)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(Second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(1967)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(Third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E11103">
        <w:t>,</w:t>
      </w:r>
      <w:r w:rsidR="00357F4D">
        <w:t xml:space="preserve"> </w:t>
      </w:r>
      <w:r w:rsidRPr="001C6201">
        <w:t>Runciman</w:t>
      </w:r>
      <w:r w:rsidR="00E11103">
        <w:t>,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Skinner</w:t>
      </w:r>
      <w:r w:rsidR="00E11103">
        <w:t>,</w:t>
      </w:r>
      <w:r w:rsidR="00357F4D">
        <w:t xml:space="preserve"> </w:t>
      </w:r>
      <w:r w:rsidRPr="001C6201">
        <w:t>Quentin</w:t>
      </w:r>
      <w:r w:rsidR="00357F4D">
        <w:t xml:space="preserve"> </w:t>
      </w:r>
      <w:r w:rsidRPr="001C6201">
        <w:t>(1972)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(Fourth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Levinson</w:t>
      </w:r>
      <w:r w:rsidR="00E11103">
        <w:t>,</w:t>
      </w:r>
      <w:r w:rsidR="00357F4D">
        <w:t xml:space="preserve"> </w:t>
      </w:r>
      <w:r w:rsidRPr="001C6201">
        <w:t>R</w:t>
      </w:r>
      <w:r w:rsidR="00E11103">
        <w:t>.</w:t>
      </w:r>
      <w:r w:rsidRPr="001C6201">
        <w:t>B</w:t>
      </w:r>
      <w:r w:rsidR="00E11103">
        <w:t>.</w:t>
      </w:r>
      <w:r w:rsidR="00357F4D">
        <w:t xml:space="preserve"> </w:t>
      </w:r>
      <w:r w:rsidRPr="001C6201">
        <w:t>(1953)</w:t>
      </w:r>
      <w:r w:rsidR="00357F4D"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Defence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Plato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1C1AD5">
        <w:t>Luce</w:t>
      </w:r>
      <w:r w:rsidR="00E11103">
        <w:t>,</w:t>
      </w:r>
      <w:r w:rsidR="00357F4D">
        <w:t xml:space="preserve"> </w:t>
      </w:r>
      <w:r w:rsidRPr="001C1AD5">
        <w:t>R</w:t>
      </w:r>
      <w:r w:rsidR="00E11103">
        <w:t>.</w:t>
      </w:r>
      <w:r w:rsidRPr="001C1AD5">
        <w:t>D</w:t>
      </w:r>
      <w:r w:rsidR="00E11103">
        <w:t>.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Raiffa</w:t>
      </w:r>
      <w:r w:rsidR="00E11103">
        <w:t>,</w:t>
      </w:r>
      <w:r w:rsidR="00357F4D">
        <w:t xml:space="preserve"> </w:t>
      </w:r>
      <w:r w:rsidRPr="001C1AD5">
        <w:t>H</w:t>
      </w:r>
      <w:r w:rsidR="00E11103">
        <w:t>.</w:t>
      </w:r>
      <w:r w:rsidR="00357F4D">
        <w:t xml:space="preserve"> </w:t>
      </w:r>
      <w:r w:rsidRPr="001C1AD5">
        <w:t>(1957)</w:t>
      </w:r>
      <w:r w:rsidR="00357F4D"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Games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Decisions</w:t>
      </w:r>
      <w:r w:rsidR="00357F4D">
        <w:rPr>
          <w:rStyle w:val="libItalicChar"/>
        </w:rPr>
        <w:t xml:space="preserve"> </w:t>
      </w:r>
      <w:r w:rsidRPr="001C1AD5">
        <w:t>(New</w:t>
      </w:r>
      <w:r w:rsidR="00357F4D">
        <w:t xml:space="preserve"> </w:t>
      </w:r>
      <w:r w:rsidRPr="001C1AD5">
        <w:t>York</w:t>
      </w:r>
      <w:r w:rsidR="00E11103">
        <w:t>:</w:t>
      </w:r>
      <w:r w:rsidR="00357F4D">
        <w:t xml:space="preserve"> </w:t>
      </w:r>
      <w:r w:rsidRPr="001C1AD5">
        <w:t>Wiley)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Lukacs</w:t>
      </w:r>
      <w:r w:rsidR="00E11103">
        <w:t>,</w:t>
      </w:r>
      <w:r w:rsidR="00357F4D">
        <w:t xml:space="preserve"> </w:t>
      </w:r>
      <w:r w:rsidRPr="001C6201">
        <w:t>Georg</w:t>
      </w:r>
      <w:r w:rsidR="00357F4D">
        <w:t xml:space="preserve"> </w:t>
      </w:r>
      <w:r w:rsidRPr="001C6201">
        <w:t>(1923/1967)</w:t>
      </w:r>
      <w:r w:rsidR="00357F4D">
        <w:t xml:space="preserve"> </w:t>
      </w:r>
      <w:r w:rsidRPr="001C1AD5">
        <w:rPr>
          <w:rStyle w:val="libItalicChar"/>
        </w:rPr>
        <w:t>History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Class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Consciousness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Merlin</w:t>
      </w:r>
      <w:r w:rsidR="00357F4D">
        <w:t xml:space="preserve"> </w:t>
      </w:r>
      <w:r w:rsidRPr="001C6201">
        <w:t>Press)</w:t>
      </w:r>
      <w:r w:rsidR="00E11103">
        <w:t>.</w:t>
      </w:r>
    </w:p>
    <w:p w:rsidR="00E11103" w:rsidRDefault="001C1AD5" w:rsidP="001C1AD5">
      <w:pPr>
        <w:pStyle w:val="libNormal"/>
      </w:pPr>
      <w:r w:rsidRPr="00FE6008">
        <w:t>Lyotard</w:t>
      </w:r>
      <w:r w:rsidR="00357F4D">
        <w:t xml:space="preserve"> </w:t>
      </w:r>
      <w:r w:rsidRPr="00FE6008">
        <w:t>Jean</w:t>
      </w:r>
      <w:r w:rsidR="00357F4D">
        <w:t>-</w:t>
      </w:r>
      <w:r w:rsidRPr="00FE6008">
        <w:t>François</w:t>
      </w:r>
      <w:r w:rsidR="00357F4D">
        <w:t xml:space="preserve"> </w:t>
      </w:r>
      <w:r w:rsidRPr="00FE6008">
        <w:t>and</w:t>
      </w:r>
      <w:r w:rsidR="00357F4D">
        <w:t xml:space="preserve"> </w:t>
      </w:r>
      <w:r w:rsidRPr="001C1AD5">
        <w:t>Thébaud</w:t>
      </w:r>
      <w:r w:rsidR="00357F4D">
        <w:t xml:space="preserve"> </w:t>
      </w:r>
      <w:r w:rsidRPr="001C1AD5">
        <w:t>Jean</w:t>
      </w:r>
      <w:r w:rsidR="00357F4D">
        <w:t>-</w:t>
      </w:r>
      <w:r w:rsidRPr="001C1AD5">
        <w:t>Loup</w:t>
      </w:r>
      <w:r w:rsidR="00357F4D">
        <w:t xml:space="preserve"> </w:t>
      </w:r>
      <w:r w:rsidRPr="001C1AD5">
        <w:t>(1985)</w:t>
      </w:r>
      <w:r w:rsidR="00357F4D">
        <w:t xml:space="preserve"> </w:t>
      </w:r>
      <w:r w:rsidRPr="001C1AD5">
        <w:rPr>
          <w:rStyle w:val="libItalicChar"/>
        </w:rPr>
        <w:t>Just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Gaming</w:t>
      </w:r>
      <w:r w:rsidR="00357F4D">
        <w:t xml:space="preserve"> </w:t>
      </w:r>
      <w:r w:rsidRPr="001C6201">
        <w:t>(Minneapolis</w:t>
      </w:r>
      <w:r w:rsidR="00E11103">
        <w:t>: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Minnesota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MacDonald</w:t>
      </w:r>
      <w:r w:rsidR="00E11103">
        <w:t>,</w:t>
      </w:r>
      <w:r w:rsidR="00357F4D">
        <w:t xml:space="preserve"> </w:t>
      </w:r>
      <w:r w:rsidRPr="001C6201">
        <w:t>Margaret</w:t>
      </w:r>
      <w:r w:rsidR="00357F4D">
        <w:t xml:space="preserve"> </w:t>
      </w:r>
      <w:r w:rsidRPr="001C6201">
        <w:t>(1940</w:t>
      </w:r>
      <w:r w:rsidR="00357F4D">
        <w:t>-</w:t>
      </w:r>
      <w:r w:rsidRPr="001C6201">
        <w:t>41)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Language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Theory’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Proceedings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Aristotelian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6201">
        <w:t>41</w:t>
      </w:r>
      <w:r w:rsidR="00E11103">
        <w:t>:</w:t>
      </w:r>
      <w:r w:rsidR="00357F4D">
        <w:t xml:space="preserve"> </w:t>
      </w:r>
      <w:r w:rsidRPr="001C6201">
        <w:t>91</w:t>
      </w:r>
      <w:r w:rsidR="00357F4D">
        <w:t>-</w:t>
      </w:r>
      <w:r w:rsidRPr="001C6201">
        <w:t>112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MacDonald</w:t>
      </w:r>
      <w:r w:rsidR="00E11103">
        <w:t>,</w:t>
      </w:r>
      <w:r w:rsidR="00357F4D">
        <w:t xml:space="preserve"> </w:t>
      </w:r>
      <w:r w:rsidRPr="001C6201">
        <w:t>Margaret</w:t>
      </w:r>
      <w:r w:rsidR="00357F4D">
        <w:t xml:space="preserve"> </w:t>
      </w:r>
      <w:r w:rsidRPr="001C6201">
        <w:t>(1947</w:t>
      </w:r>
      <w:r w:rsidR="00357F4D">
        <w:t>-</w:t>
      </w:r>
      <w:r w:rsidRPr="001C6201">
        <w:t>8/1956)</w:t>
      </w:r>
      <w:r w:rsidR="00357F4D">
        <w:t xml:space="preserve"> </w:t>
      </w:r>
      <w:r w:rsidRPr="001C6201">
        <w:t>‘Natural</w:t>
      </w:r>
      <w:r w:rsidR="00357F4D">
        <w:t xml:space="preserve"> </w:t>
      </w:r>
      <w:r w:rsidRPr="001C6201">
        <w:t>Rights’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35</w:t>
      </w:r>
      <w:r w:rsidR="00357F4D">
        <w:t xml:space="preserve">- </w:t>
      </w:r>
      <w:r w:rsidRPr="001C6201">
        <w:t>55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MacIntyre</w:t>
      </w:r>
      <w:r w:rsidR="00E11103">
        <w:t>,</w:t>
      </w:r>
      <w:r w:rsidR="00357F4D">
        <w:t xml:space="preserve"> </w:t>
      </w:r>
      <w:r w:rsidRPr="001C6201">
        <w:t>Alasdair</w:t>
      </w:r>
      <w:r w:rsidR="00357F4D">
        <w:t xml:space="preserve"> </w:t>
      </w:r>
      <w:r w:rsidRPr="001C6201">
        <w:t>(1962)</w:t>
      </w:r>
      <w:r w:rsidR="00357F4D">
        <w:t xml:space="preserve"> </w:t>
      </w:r>
      <w:r w:rsidRPr="001C6201">
        <w:t>‘A</w:t>
      </w:r>
      <w:r w:rsidR="00357F4D">
        <w:t xml:space="preserve"> </w:t>
      </w:r>
      <w:r w:rsidRPr="001C6201">
        <w:t>Mistake</w:t>
      </w:r>
      <w:r w:rsidR="00357F4D">
        <w:t xml:space="preserve"> </w:t>
      </w:r>
      <w:r w:rsidRPr="001C6201">
        <w:t>About</w:t>
      </w:r>
      <w:r w:rsidR="00357F4D">
        <w:t xml:space="preserve"> </w:t>
      </w:r>
      <w:r w:rsidRPr="001C6201">
        <w:t>Causality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Science’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(1962)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(Second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48</w:t>
      </w:r>
      <w:r w:rsidR="00357F4D">
        <w:t>-</w:t>
      </w:r>
      <w:r w:rsidRPr="001C6201">
        <w:t>70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Mabbott</w:t>
      </w:r>
      <w:r w:rsidR="00E11103">
        <w:t>,</w:t>
      </w:r>
      <w:r w:rsidR="00357F4D">
        <w:t xml:space="preserve"> </w:t>
      </w:r>
      <w:r w:rsidRPr="001C6201">
        <w:t>J</w:t>
      </w:r>
      <w:r w:rsidR="00E11103">
        <w:t>.</w:t>
      </w:r>
      <w:r w:rsidRPr="001C6201">
        <w:t>D</w:t>
      </w:r>
      <w:r w:rsidR="00E11103">
        <w:t>.</w:t>
      </w:r>
      <w:r w:rsidR="00357F4D">
        <w:t xml:space="preserve"> </w:t>
      </w:r>
      <w:r w:rsidRPr="001C6201">
        <w:t>(1948/1967)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State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Citizen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Hutchinson)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Mayo</w:t>
      </w:r>
      <w:r w:rsidR="00E11103">
        <w:t>,</w:t>
      </w:r>
      <w:r w:rsidR="00357F4D">
        <w:t xml:space="preserve"> </w:t>
      </w:r>
      <w:r w:rsidRPr="001C6201">
        <w:t>Bernard</w:t>
      </w:r>
      <w:r w:rsidR="00357F4D">
        <w:t xml:space="preserve"> </w:t>
      </w:r>
      <w:r w:rsidRPr="001C6201">
        <w:t>(1956)</w:t>
      </w:r>
      <w:r w:rsidR="00357F4D">
        <w:t xml:space="preserve"> </w:t>
      </w:r>
      <w:r w:rsidRPr="001C6201">
        <w:t>‘Is</w:t>
      </w:r>
      <w:r w:rsidR="00357F4D">
        <w:t xml:space="preserve"> </w:t>
      </w:r>
      <w:r w:rsidRPr="001C6201">
        <w:t>There</w:t>
      </w:r>
      <w:r w:rsidR="00357F4D">
        <w:t xml:space="preserve"> </w:t>
      </w:r>
      <w:r w:rsidRPr="001C6201">
        <w:t>A</w:t>
      </w:r>
      <w:r w:rsidR="00357F4D">
        <w:t xml:space="preserve"> </w:t>
      </w:r>
      <w:r w:rsidRPr="001C6201">
        <w:t>Case</w:t>
      </w:r>
      <w:r w:rsidR="00357F4D">
        <w:t xml:space="preserve"> </w:t>
      </w:r>
      <w:r w:rsidRPr="001C6201">
        <w:t>for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General</w:t>
      </w:r>
      <w:r w:rsidR="00357F4D">
        <w:t xml:space="preserve"> </w:t>
      </w:r>
      <w:r w:rsidRPr="001C6201">
        <w:t>Will?’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92</w:t>
      </w:r>
      <w:r w:rsidR="00357F4D">
        <w:t>-</w:t>
      </w:r>
      <w:r w:rsidRPr="001C6201">
        <w:t>7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1C1AD5">
        <w:t>Moore</w:t>
      </w:r>
      <w:r w:rsidR="00E11103">
        <w:t>,</w:t>
      </w:r>
      <w:r w:rsidR="00357F4D">
        <w:t xml:space="preserve"> </w:t>
      </w:r>
      <w:r w:rsidRPr="001C1AD5">
        <w:t>G</w:t>
      </w:r>
      <w:r w:rsidR="00E11103">
        <w:t>.</w:t>
      </w:r>
      <w:r w:rsidRPr="001C1AD5">
        <w:t>E</w:t>
      </w:r>
      <w:r w:rsidR="00E11103">
        <w:t>.</w:t>
      </w:r>
      <w:r w:rsidR="00357F4D">
        <w:t xml:space="preserve"> </w:t>
      </w:r>
      <w:r w:rsidRPr="001C1AD5">
        <w:t>(1903)</w:t>
      </w:r>
      <w:r w:rsidR="00357F4D">
        <w:t xml:space="preserve"> </w:t>
      </w:r>
      <w:r w:rsidRPr="001C1AD5">
        <w:rPr>
          <w:rStyle w:val="libItalicChar"/>
        </w:rPr>
        <w:t>Principia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Ethica</w:t>
      </w:r>
      <w:r w:rsidR="00357F4D">
        <w:t xml:space="preserve"> </w:t>
      </w:r>
      <w:r w:rsidRPr="001C1AD5">
        <w:t>(Cambridge</w:t>
      </w:r>
      <w:r w:rsidR="00E11103">
        <w:t>:</w:t>
      </w:r>
      <w:r w:rsidR="00357F4D">
        <w:t xml:space="preserve"> </w:t>
      </w:r>
      <w:r w:rsidRPr="001C1AD5">
        <w:t>Cambridge</w:t>
      </w:r>
      <w:r w:rsidR="00357F4D">
        <w:t xml:space="preserve"> </w:t>
      </w:r>
      <w:r w:rsidRPr="001C1AD5">
        <w:t>University</w:t>
      </w:r>
      <w:r w:rsidR="00357F4D">
        <w:t xml:space="preserve"> </w:t>
      </w:r>
      <w:r w:rsidRPr="001C1AD5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Matravers</w:t>
      </w:r>
      <w:r w:rsidR="00E11103">
        <w:t>,</w:t>
      </w:r>
      <w:r w:rsidR="00357F4D">
        <w:t xml:space="preserve"> </w:t>
      </w:r>
      <w:r w:rsidRPr="00B96539">
        <w:t>Matthew</w:t>
      </w:r>
      <w:r w:rsidR="00357F4D">
        <w:t xml:space="preserve"> </w:t>
      </w:r>
      <w:r w:rsidRPr="00B96539">
        <w:t>(2008)</w:t>
      </w:r>
      <w:r w:rsidR="00357F4D">
        <w:t xml:space="preserve"> </w:t>
      </w:r>
      <w:r w:rsidRPr="00B96539">
        <w:t>20</w:t>
      </w:r>
      <w:r w:rsidRPr="001C1AD5">
        <w:t>th</w:t>
      </w:r>
      <w:r w:rsidR="00357F4D">
        <w:t xml:space="preserve"> </w:t>
      </w:r>
      <w:r w:rsidRPr="00B96539">
        <w:t>Century</w:t>
      </w:r>
      <w:r w:rsidR="00357F4D">
        <w:t xml:space="preserve"> </w:t>
      </w:r>
      <w:r w:rsidRPr="00B96539">
        <w:t>Political</w:t>
      </w:r>
      <w:r w:rsidR="00357F4D">
        <w:t xml:space="preserve"> </w:t>
      </w:r>
      <w:r w:rsidRPr="00B96539">
        <w:t>Philosophy</w:t>
      </w:r>
      <w:r w:rsidR="00357F4D">
        <w:t xml:space="preserve"> </w:t>
      </w:r>
      <w:r w:rsidRPr="00B96539">
        <w:t>Dermot</w:t>
      </w:r>
      <w:r w:rsidR="00357F4D">
        <w:t xml:space="preserve"> </w:t>
      </w:r>
      <w:r w:rsidRPr="00B96539">
        <w:t>Moran</w:t>
      </w:r>
      <w:r w:rsidR="00357F4D">
        <w:t xml:space="preserve"> </w:t>
      </w:r>
      <w:r w:rsidRPr="00B96539">
        <w:t>(ed</w:t>
      </w:r>
      <w:r w:rsidR="00E11103">
        <w:t>.</w:t>
      </w:r>
      <w:r w:rsidRPr="00B96539">
        <w:t>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Routledge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Companion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to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Twentieth</w:t>
      </w:r>
      <w:r w:rsidR="00357F4D">
        <w:rPr>
          <w:rStyle w:val="libItalicChar"/>
        </w:rPr>
        <w:t>-</w:t>
      </w:r>
      <w:r w:rsidRPr="001C1AD5">
        <w:rPr>
          <w:rStyle w:val="libItalicChar"/>
        </w:rPr>
        <w:t>Century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t xml:space="preserve"> </w:t>
      </w:r>
      <w:r w:rsidRPr="00B96539">
        <w:t>(London</w:t>
      </w:r>
      <w:r w:rsidR="00E11103">
        <w:t>:</w:t>
      </w:r>
      <w:r w:rsidR="00357F4D">
        <w:t xml:space="preserve"> </w:t>
      </w:r>
      <w:r w:rsidRPr="00B96539">
        <w:t>Routledge)</w:t>
      </w:r>
      <w:r w:rsidR="00E11103">
        <w:t>,</w:t>
      </w:r>
      <w:r w:rsidR="00357F4D">
        <w:t xml:space="preserve"> </w:t>
      </w:r>
      <w:r w:rsidRPr="00B96539">
        <w:t>pp</w:t>
      </w:r>
      <w:r w:rsidR="00E11103">
        <w:t>.</w:t>
      </w:r>
      <w:r w:rsidR="00357F4D">
        <w:t xml:space="preserve"> </w:t>
      </w:r>
      <w:r w:rsidRPr="00B96539">
        <w:t>883</w:t>
      </w:r>
      <w:r w:rsidR="00357F4D">
        <w:t>-</w:t>
      </w:r>
      <w:r w:rsidRPr="00B96539">
        <w:t>912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Miller</w:t>
      </w:r>
      <w:r w:rsidR="00E11103">
        <w:t>,</w:t>
      </w:r>
      <w:r w:rsidR="00357F4D">
        <w:t xml:space="preserve"> </w:t>
      </w:r>
      <w:r w:rsidRPr="00B96539">
        <w:t>David</w:t>
      </w:r>
      <w:r w:rsidR="00357F4D">
        <w:t xml:space="preserve"> </w:t>
      </w:r>
      <w:r w:rsidRPr="00B96539">
        <w:t>and</w:t>
      </w:r>
      <w:r w:rsidR="00357F4D">
        <w:t xml:space="preserve"> </w:t>
      </w:r>
      <w:r w:rsidRPr="00B96539">
        <w:t>Dagger</w:t>
      </w:r>
      <w:r w:rsidR="00E11103">
        <w:t>,</w:t>
      </w:r>
      <w:r w:rsidR="00357F4D">
        <w:t xml:space="preserve"> </w:t>
      </w:r>
      <w:r w:rsidRPr="00B96539">
        <w:t>Richard</w:t>
      </w:r>
      <w:r w:rsidR="00357F4D">
        <w:t xml:space="preserve"> </w:t>
      </w:r>
      <w:r w:rsidRPr="00B96539">
        <w:t>(2003)</w:t>
      </w:r>
      <w:r w:rsidR="00357F4D">
        <w:t xml:space="preserve"> </w:t>
      </w:r>
      <w:r w:rsidRPr="00B96539">
        <w:t>‘Utilitarianism</w:t>
      </w:r>
      <w:r w:rsidR="00357F4D">
        <w:t xml:space="preserve"> </w:t>
      </w:r>
      <w:r w:rsidRPr="00B96539">
        <w:t>and</w:t>
      </w:r>
      <w:r w:rsidR="00357F4D">
        <w:t xml:space="preserve"> </w:t>
      </w:r>
      <w:r w:rsidRPr="00B96539">
        <w:t>Beyond</w:t>
      </w:r>
      <w:r w:rsidR="00E11103">
        <w:t>:</w:t>
      </w:r>
      <w:r w:rsidR="00357F4D">
        <w:t xml:space="preserve"> </w:t>
      </w:r>
      <w:r w:rsidRPr="00B96539">
        <w:t>Contemporary</w:t>
      </w:r>
      <w:r w:rsidR="00357F4D">
        <w:t xml:space="preserve"> </w:t>
      </w:r>
      <w:r w:rsidRPr="00B96539">
        <w:t>Analytic</w:t>
      </w:r>
      <w:r w:rsidR="00357F4D">
        <w:t xml:space="preserve"> </w:t>
      </w:r>
      <w:r w:rsidRPr="00B96539">
        <w:t>Political</w:t>
      </w:r>
      <w:r w:rsidR="00357F4D">
        <w:t xml:space="preserve"> </w:t>
      </w:r>
      <w:r w:rsidRPr="00B96539">
        <w:t>Theory’</w:t>
      </w:r>
      <w:r w:rsidR="00E11103">
        <w:t>,</w:t>
      </w:r>
      <w:r w:rsidR="00357F4D">
        <w:t xml:space="preserve"> </w:t>
      </w:r>
      <w:r w:rsidRPr="00B96539">
        <w:t>in</w:t>
      </w:r>
      <w:r w:rsidR="00357F4D">
        <w:t xml:space="preserve"> </w:t>
      </w:r>
      <w:r w:rsidRPr="00B96539">
        <w:t>Ball</w:t>
      </w:r>
      <w:r w:rsidR="00E11103">
        <w:t>,</w:t>
      </w:r>
      <w:r w:rsidR="00357F4D">
        <w:t xml:space="preserve"> </w:t>
      </w:r>
      <w:r w:rsidRPr="00B96539">
        <w:t>T</w:t>
      </w:r>
      <w:r w:rsidR="00E11103">
        <w:t>.,</w:t>
      </w:r>
      <w:r w:rsidR="00357F4D">
        <w:t xml:space="preserve"> </w:t>
      </w:r>
      <w:r w:rsidRPr="00B96539">
        <w:t>and</w:t>
      </w:r>
      <w:r w:rsidR="00357F4D">
        <w:t xml:space="preserve"> </w:t>
      </w:r>
      <w:r w:rsidRPr="00B96539">
        <w:t>Bellamy</w:t>
      </w:r>
      <w:r w:rsidR="00E11103">
        <w:t>,</w:t>
      </w:r>
      <w:r w:rsidR="00357F4D">
        <w:t xml:space="preserve"> </w:t>
      </w:r>
      <w:r w:rsidRPr="00B96539">
        <w:t>R</w:t>
      </w:r>
      <w:r w:rsidR="00E11103">
        <w:t>.</w:t>
      </w:r>
      <w:r w:rsidR="00357F4D">
        <w:t xml:space="preserve"> </w:t>
      </w:r>
      <w:r w:rsidRPr="00B96539">
        <w:t>(ed</w:t>
      </w:r>
      <w:r w:rsidR="00E11103">
        <w:t>.</w:t>
      </w:r>
      <w:r w:rsidRPr="00B96539">
        <w:t>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Cambridge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Twentieth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Century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Thought</w:t>
      </w:r>
      <w:r w:rsidR="00357F4D">
        <w:t xml:space="preserve"> </w:t>
      </w:r>
      <w:r w:rsidRPr="00B96539">
        <w:t>(Cambridge</w:t>
      </w:r>
      <w:r w:rsidR="00E11103">
        <w:t>:</w:t>
      </w:r>
      <w:r w:rsidR="00357F4D">
        <w:t xml:space="preserve"> </w:t>
      </w:r>
      <w:r w:rsidRPr="00B96539">
        <w:t>Cambridge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357F4D">
        <w:t xml:space="preserve"> </w:t>
      </w:r>
      <w:r w:rsidRPr="00B96539">
        <w:t>pp</w:t>
      </w:r>
      <w:r w:rsidR="00E11103">
        <w:t>.</w:t>
      </w:r>
      <w:r w:rsidR="00357F4D">
        <w:t xml:space="preserve"> </w:t>
      </w:r>
      <w:r w:rsidRPr="00B96539">
        <w:t>446</w:t>
      </w:r>
      <w:r w:rsidR="00357F4D">
        <w:t>-</w:t>
      </w:r>
      <w:r w:rsidRPr="00B96539">
        <w:t>469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Nozick</w:t>
      </w:r>
      <w:r w:rsidR="00E11103">
        <w:t>,</w:t>
      </w:r>
      <w:r w:rsidR="00357F4D">
        <w:t xml:space="preserve"> </w:t>
      </w:r>
      <w:r w:rsidRPr="00B96539">
        <w:t>Robert</w:t>
      </w:r>
      <w:r w:rsidR="00357F4D">
        <w:t xml:space="preserve"> </w:t>
      </w:r>
      <w:r w:rsidRPr="00B96539">
        <w:t>(1974)</w:t>
      </w:r>
      <w:r w:rsidR="00357F4D">
        <w:t xml:space="preserve"> </w:t>
      </w:r>
      <w:r w:rsidRPr="001C1AD5">
        <w:rPr>
          <w:rStyle w:val="libItalicChar"/>
        </w:rPr>
        <w:t>Anarchy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State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Utopia</w:t>
      </w:r>
      <w:r w:rsidR="00357F4D">
        <w:t xml:space="preserve"> </w:t>
      </w:r>
      <w:r w:rsidRPr="00B96539">
        <w:t>(New</w:t>
      </w:r>
      <w:r w:rsidR="00357F4D">
        <w:t xml:space="preserve"> </w:t>
      </w:r>
      <w:r w:rsidRPr="00B96539">
        <w:t>York</w:t>
      </w:r>
      <w:r w:rsidR="00E11103">
        <w:t>:</w:t>
      </w:r>
      <w:r w:rsidR="00357F4D">
        <w:t xml:space="preserve"> </w:t>
      </w:r>
      <w:r w:rsidRPr="00B96539">
        <w:t>Basic</w:t>
      </w:r>
      <w:r w:rsidR="00357F4D">
        <w:t xml:space="preserve"> </w:t>
      </w:r>
      <w:r w:rsidRPr="00B96539">
        <w:t>Books)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Nussbaum</w:t>
      </w:r>
      <w:r w:rsidR="00E11103">
        <w:t>,</w:t>
      </w:r>
      <w:r w:rsidR="00357F4D">
        <w:t xml:space="preserve"> </w:t>
      </w:r>
      <w:r w:rsidRPr="00B96539">
        <w:t>Martha</w:t>
      </w:r>
      <w:r w:rsidR="00357F4D">
        <w:t xml:space="preserve"> </w:t>
      </w:r>
      <w:r w:rsidRPr="00B96539">
        <w:t>(2000)</w:t>
      </w:r>
      <w:r w:rsidR="00357F4D">
        <w:t xml:space="preserve"> </w:t>
      </w:r>
      <w:r w:rsidRPr="001C1AD5">
        <w:rPr>
          <w:rStyle w:val="libItalicChar"/>
        </w:rPr>
        <w:t>Women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Human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Development</w:t>
      </w:r>
      <w:r w:rsidR="00357F4D">
        <w:t xml:space="preserve"> </w:t>
      </w:r>
      <w:r w:rsidRPr="00B96539">
        <w:t>(Cambridge</w:t>
      </w:r>
      <w:r w:rsidR="00E11103">
        <w:t>:</w:t>
      </w:r>
      <w:r w:rsidR="00357F4D">
        <w:t xml:space="preserve"> </w:t>
      </w:r>
      <w:r w:rsidRPr="00B96539">
        <w:t>Cambridge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Oakeshott</w:t>
      </w:r>
      <w:r w:rsidR="00E11103">
        <w:t>,</w:t>
      </w:r>
      <w:r w:rsidR="00357F4D">
        <w:t xml:space="preserve"> </w:t>
      </w:r>
      <w:r w:rsidRPr="001C1AD5">
        <w:t>Michael</w:t>
      </w:r>
      <w:r w:rsidR="00357F4D">
        <w:t xml:space="preserve"> </w:t>
      </w:r>
      <w:r w:rsidRPr="001C1AD5">
        <w:t>(1956)</w:t>
      </w:r>
      <w:r w:rsidR="00357F4D">
        <w:t xml:space="preserve"> </w:t>
      </w:r>
      <w:r w:rsidRPr="001C1AD5">
        <w:t>‘Political</w:t>
      </w:r>
      <w:r w:rsidR="00357F4D">
        <w:t xml:space="preserve"> </w:t>
      </w:r>
      <w:r w:rsidRPr="001C1AD5">
        <w:t>Education’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</w:t>
      </w:r>
      <w:r w:rsidR="00357F4D">
        <w:t>-</w:t>
      </w:r>
      <w:r w:rsidRPr="001C6201">
        <w:t>21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O’Neill</w:t>
      </w:r>
      <w:r w:rsidR="00E11103">
        <w:t>,</w:t>
      </w:r>
      <w:r w:rsidR="00357F4D">
        <w:t xml:space="preserve"> </w:t>
      </w:r>
      <w:r w:rsidRPr="001C1AD5">
        <w:t>John</w:t>
      </w:r>
      <w:r w:rsidR="00357F4D">
        <w:t xml:space="preserve"> </w:t>
      </w:r>
      <w:r w:rsidRPr="001C1AD5">
        <w:t>(2003)</w:t>
      </w:r>
      <w:r w:rsidR="00357F4D">
        <w:t xml:space="preserve"> </w:t>
      </w:r>
      <w:r w:rsidRPr="001C1AD5">
        <w:t>‘Unified</w:t>
      </w:r>
      <w:r w:rsidR="00357F4D">
        <w:t xml:space="preserve"> </w:t>
      </w:r>
      <w:r w:rsidRPr="001C1AD5">
        <w:t>Science</w:t>
      </w:r>
      <w:r w:rsidR="00357F4D">
        <w:t xml:space="preserve"> </w:t>
      </w:r>
      <w:r w:rsidRPr="001C1AD5">
        <w:t>as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Philosophy</w:t>
      </w:r>
      <w:r w:rsidR="00E11103">
        <w:t>:</w:t>
      </w:r>
      <w:r w:rsidR="00357F4D">
        <w:t xml:space="preserve"> </w:t>
      </w:r>
      <w:r w:rsidRPr="001C1AD5">
        <w:t>Positivism</w:t>
      </w:r>
      <w:r w:rsidR="00E11103">
        <w:t>,</w:t>
      </w:r>
      <w:r w:rsidR="00357F4D">
        <w:t xml:space="preserve"> </w:t>
      </w:r>
      <w:r w:rsidRPr="001C1AD5">
        <w:t>Pluralism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Liberalism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Studies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Science</w:t>
      </w:r>
      <w:r w:rsidR="00357F4D">
        <w:t xml:space="preserve"> </w:t>
      </w:r>
      <w:r w:rsidRPr="001C6201">
        <w:t>34</w:t>
      </w:r>
      <w:r w:rsidR="00E11103">
        <w:t>:</w:t>
      </w:r>
      <w:r w:rsidR="00357F4D">
        <w:t xml:space="preserve"> </w:t>
      </w:r>
      <w:r w:rsidRPr="001C6201">
        <w:t>575</w:t>
      </w:r>
      <w:r w:rsidR="00357F4D">
        <w:t>-</w:t>
      </w:r>
      <w:r w:rsidRPr="001C6201">
        <w:t>596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lastRenderedPageBreak/>
        <w:t>Partridge</w:t>
      </w:r>
      <w:r w:rsidR="00357F4D">
        <w:t xml:space="preserve"> </w:t>
      </w:r>
      <w:r w:rsidRPr="001C6201">
        <w:t>P</w:t>
      </w:r>
      <w:r w:rsidR="00E11103">
        <w:t>.</w:t>
      </w:r>
      <w:r w:rsidRPr="001C6201">
        <w:t>H</w:t>
      </w:r>
      <w:r w:rsidR="00E11103">
        <w:t>.</w:t>
      </w:r>
      <w:r w:rsidR="00357F4D">
        <w:t xml:space="preserve"> </w:t>
      </w:r>
      <w:r w:rsidRPr="001C6201">
        <w:t>(1961/1967)</w:t>
      </w:r>
      <w:r w:rsidR="00357F4D">
        <w:t xml:space="preserve"> </w:t>
      </w:r>
      <w:r w:rsidRPr="001C6201">
        <w:t>‘Politics</w:t>
      </w:r>
      <w:r w:rsidR="00E11103">
        <w:t>,</w:t>
      </w:r>
      <w:r w:rsidR="00357F4D">
        <w:t xml:space="preserve"> </w:t>
      </w:r>
      <w:r w:rsidRPr="001C6201">
        <w:t>Philosophy</w:t>
      </w:r>
      <w:r w:rsidR="00E11103">
        <w:t>,</w:t>
      </w:r>
      <w:r w:rsidR="00357F4D">
        <w:t xml:space="preserve"> </w:t>
      </w:r>
      <w:r w:rsidRPr="001C6201">
        <w:t>Ideology’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Quinton</w:t>
      </w:r>
      <w:r w:rsidR="00E11103">
        <w:t>,</w:t>
      </w:r>
      <w:r w:rsidR="00357F4D">
        <w:t xml:space="preserve"> </w:t>
      </w:r>
      <w:r w:rsidRPr="001C6201">
        <w:t>Anthony</w:t>
      </w:r>
      <w:r w:rsidR="00357F4D">
        <w:t xml:space="preserve"> </w:t>
      </w:r>
      <w:r w:rsidRPr="001C6201">
        <w:t>(1967)</w:t>
      </w:r>
      <w:r w:rsidR="00357F4D">
        <w:t xml:space="preserve"> </w:t>
      </w:r>
      <w:r w:rsidRPr="001C6201">
        <w:t>(ed</w:t>
      </w:r>
      <w:r w:rsidR="00E11103">
        <w:t>.</w:t>
      </w:r>
      <w:r w:rsidRPr="001C6201">
        <w:t>)</w:t>
      </w:r>
      <w:r w:rsidR="00357F4D"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32</w:t>
      </w:r>
      <w:r w:rsidR="00357F4D">
        <w:t>-</w:t>
      </w:r>
      <w:r w:rsidRPr="001C6201">
        <w:t>52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Pitkin</w:t>
      </w:r>
      <w:r w:rsidR="00E11103">
        <w:t>,</w:t>
      </w:r>
      <w:r w:rsidR="00357F4D">
        <w:t xml:space="preserve"> </w:t>
      </w:r>
      <w:r w:rsidRPr="00FE6008">
        <w:t>Hannah</w:t>
      </w:r>
      <w:r w:rsidR="00357F4D">
        <w:t xml:space="preserve"> </w:t>
      </w:r>
      <w:r w:rsidRPr="00FE6008">
        <w:t>(1972)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Wittgenstein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t xml:space="preserve"> </w:t>
      </w:r>
      <w:r w:rsidRPr="00FE6008">
        <w:t>(Berkeley</w:t>
      </w:r>
      <w:r w:rsidR="00357F4D">
        <w:t xml:space="preserve"> </w:t>
      </w:r>
      <w:r w:rsidRPr="00FE6008">
        <w:t>and</w:t>
      </w:r>
      <w:r w:rsidR="00357F4D">
        <w:t xml:space="preserve"> </w:t>
      </w:r>
      <w:r w:rsidRPr="00FE6008">
        <w:t>Los</w:t>
      </w:r>
      <w:r w:rsidR="00357F4D">
        <w:t xml:space="preserve"> </w:t>
      </w:r>
      <w:r w:rsidRPr="00FE6008">
        <w:t>Angeles</w:t>
      </w:r>
      <w:r w:rsidR="00E11103">
        <w:t>:</w:t>
      </w:r>
      <w:r w:rsidR="00357F4D">
        <w:t xml:space="preserve"> </w:t>
      </w:r>
      <w:r w:rsidRPr="00FE6008">
        <w:t>University</w:t>
      </w:r>
      <w:r w:rsidR="00357F4D">
        <w:t xml:space="preserve"> </w:t>
      </w:r>
      <w:r w:rsidRPr="00FE6008">
        <w:t>of</w:t>
      </w:r>
      <w:r w:rsidR="00357F4D">
        <w:t xml:space="preserve"> </w:t>
      </w:r>
      <w:r w:rsidRPr="00FE6008">
        <w:t>California</w:t>
      </w:r>
      <w:r w:rsidR="00357F4D">
        <w:t xml:space="preserve"> </w:t>
      </w:r>
      <w:r w:rsidRPr="00FE6008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Plamenatz</w:t>
      </w:r>
      <w:r w:rsidR="00E11103">
        <w:t>,</w:t>
      </w:r>
      <w:r w:rsidR="00357F4D">
        <w:t xml:space="preserve"> </w:t>
      </w:r>
      <w:r w:rsidRPr="00FE6008">
        <w:t>John</w:t>
      </w:r>
      <w:r w:rsidR="00357F4D">
        <w:t xml:space="preserve"> </w:t>
      </w:r>
      <w:r w:rsidRPr="00FE6008">
        <w:t>(1938)</w:t>
      </w:r>
      <w:r w:rsidR="00357F4D">
        <w:t xml:space="preserve"> </w:t>
      </w:r>
      <w:r w:rsidRPr="001C1AD5">
        <w:rPr>
          <w:rStyle w:val="libItalicChar"/>
        </w:rPr>
        <w:t>Consent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Freedom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Obligation</w:t>
      </w:r>
      <w:r w:rsidR="00357F4D">
        <w:t xml:space="preserve"> </w:t>
      </w:r>
      <w:r w:rsidRPr="00FE6008">
        <w:t>(Oxford</w:t>
      </w:r>
      <w:r w:rsidR="00E11103">
        <w:t>:</w:t>
      </w:r>
      <w:r w:rsidR="00357F4D">
        <w:t xml:space="preserve"> </w:t>
      </w:r>
      <w:r w:rsidRPr="00FE6008">
        <w:t>Oxford</w:t>
      </w:r>
      <w:r w:rsidR="00357F4D">
        <w:t xml:space="preserve"> </w:t>
      </w:r>
      <w:r w:rsidRPr="00FE6008">
        <w:t>University</w:t>
      </w:r>
      <w:r w:rsidR="00357F4D">
        <w:t xml:space="preserve"> </w:t>
      </w:r>
      <w:r w:rsidRPr="00FE6008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Plamenatz</w:t>
      </w:r>
      <w:r w:rsidR="00E11103">
        <w:t>,</w:t>
      </w:r>
      <w:r w:rsidR="00357F4D">
        <w:t xml:space="preserve"> </w:t>
      </w:r>
      <w:r w:rsidRPr="00FE6008">
        <w:t>John</w:t>
      </w:r>
      <w:r w:rsidR="00357F4D">
        <w:t xml:space="preserve"> </w:t>
      </w:r>
      <w:r w:rsidRPr="00FE6008">
        <w:t>(</w:t>
      </w:r>
      <w:r w:rsidRPr="001C1AD5">
        <w:t>1960/1967)</w:t>
      </w:r>
      <w:r w:rsidR="00357F4D">
        <w:t xml:space="preserve"> </w:t>
      </w:r>
      <w:r w:rsidRPr="001C1AD5">
        <w:t>‘The</w:t>
      </w:r>
      <w:r w:rsidR="00357F4D">
        <w:t xml:space="preserve"> </w:t>
      </w:r>
      <w:r w:rsidRPr="001C1AD5">
        <w:t>Use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Political</w:t>
      </w:r>
      <w:r w:rsidR="00357F4D">
        <w:t xml:space="preserve"> </w:t>
      </w:r>
      <w:r w:rsidRPr="001C1AD5">
        <w:t>Theory’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6201">
        <w:t>Quinton</w:t>
      </w:r>
      <w:r w:rsidR="00E11103">
        <w:t>,</w:t>
      </w:r>
      <w:r w:rsidR="00357F4D">
        <w:t xml:space="preserve"> </w:t>
      </w:r>
      <w:r w:rsidRPr="001C6201">
        <w:t>Anthony</w:t>
      </w:r>
      <w:r w:rsidR="00357F4D">
        <w:t xml:space="preserve"> </w:t>
      </w:r>
      <w:r w:rsidRPr="001C6201">
        <w:t>(1967)</w:t>
      </w:r>
      <w:r w:rsidR="00357F4D">
        <w:t xml:space="preserve"> </w:t>
      </w:r>
      <w:r w:rsidRPr="001C6201">
        <w:t>(ed</w:t>
      </w:r>
      <w:r w:rsidR="00E11103">
        <w:t>.</w:t>
      </w:r>
      <w:r w:rsidRPr="001C6201">
        <w:t>)</w:t>
      </w:r>
      <w:r w:rsidR="00357F4D"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19</w:t>
      </w:r>
      <w:r w:rsidR="00357F4D">
        <w:t>-</w:t>
      </w:r>
      <w:r w:rsidRPr="001C6201">
        <w:t>31</w:t>
      </w:r>
      <w:r w:rsidR="00E11103">
        <w:t>.</w:t>
      </w:r>
    </w:p>
    <w:p w:rsidR="001C1AD5" w:rsidRPr="001C1AD5" w:rsidRDefault="001C1AD5" w:rsidP="001C1AD5">
      <w:pPr>
        <w:pStyle w:val="libNormal"/>
      </w:pPr>
      <w:r w:rsidRPr="001C6201">
        <w:t>Pogge</w:t>
      </w:r>
      <w:r w:rsidR="00E11103">
        <w:t>,</w:t>
      </w:r>
      <w:r w:rsidR="00357F4D">
        <w:t xml:space="preserve"> </w:t>
      </w:r>
      <w:r w:rsidRPr="001C6201">
        <w:t>Thomas</w:t>
      </w:r>
      <w:r w:rsidR="00357F4D">
        <w:t xml:space="preserve"> </w:t>
      </w:r>
      <w:r w:rsidRPr="001C6201">
        <w:t>(2007)</w:t>
      </w:r>
      <w:r w:rsidR="00357F4D">
        <w:t xml:space="preserve"> </w:t>
      </w:r>
      <w:r w:rsidRPr="001C1AD5">
        <w:rPr>
          <w:rStyle w:val="libItalicChar"/>
        </w:rPr>
        <w:t>John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Rawls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Life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Popper</w:t>
      </w:r>
      <w:r w:rsidR="00E11103">
        <w:t>,</w:t>
      </w:r>
      <w:r w:rsidR="00357F4D">
        <w:t xml:space="preserve"> </w:t>
      </w:r>
      <w:r w:rsidRPr="001C6201">
        <w:t>Karl</w:t>
      </w:r>
      <w:r w:rsidR="00357F4D">
        <w:t xml:space="preserve"> </w:t>
      </w:r>
      <w:r w:rsidRPr="001C6201">
        <w:t>(1935/1959)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Logic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Scientific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Discovery</w:t>
      </w:r>
      <w:r w:rsidR="00357F4D">
        <w:t xml:space="preserve"> </w:t>
      </w:r>
      <w:r w:rsidRPr="00B96539">
        <w:t>(London</w:t>
      </w:r>
      <w:r w:rsidR="00E11103">
        <w:t>:</w:t>
      </w:r>
      <w:r w:rsidR="00357F4D">
        <w:t xml:space="preserve"> </w:t>
      </w:r>
      <w:r w:rsidRPr="00B96539">
        <w:t>Hutchinson)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Popper</w:t>
      </w:r>
      <w:r w:rsidR="00E11103">
        <w:t>,</w:t>
      </w:r>
      <w:r w:rsidR="00357F4D">
        <w:t xml:space="preserve"> </w:t>
      </w:r>
      <w:r w:rsidRPr="001C6201">
        <w:t>Karl</w:t>
      </w:r>
      <w:r w:rsidR="00357F4D">
        <w:t xml:space="preserve"> </w:t>
      </w:r>
      <w:r w:rsidRPr="001C6201">
        <w:t>(1945a)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Open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Its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Enemies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Volume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1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Plato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Routledge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Kegan</w:t>
      </w:r>
      <w:r w:rsidR="00357F4D">
        <w:t xml:space="preserve"> </w:t>
      </w:r>
      <w:r w:rsidRPr="001C6201">
        <w:t>Paul)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Popper</w:t>
      </w:r>
      <w:r w:rsidR="00E11103">
        <w:t>,</w:t>
      </w:r>
      <w:r w:rsidR="00357F4D">
        <w:t xml:space="preserve"> </w:t>
      </w:r>
      <w:r w:rsidRPr="001C6201">
        <w:t>Karl</w:t>
      </w:r>
      <w:r w:rsidR="00357F4D">
        <w:t xml:space="preserve"> </w:t>
      </w:r>
      <w:r w:rsidRPr="001C6201">
        <w:t>(1945b)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Open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Its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Enemies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Volume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2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Hegel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Marx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Routledge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Kegan</w:t>
      </w:r>
      <w:r w:rsidR="00357F4D">
        <w:t xml:space="preserve"> </w:t>
      </w:r>
      <w:r w:rsidRPr="001C6201">
        <w:t>Paul)</w:t>
      </w:r>
      <w:r w:rsidR="00E11103">
        <w:t>.</w:t>
      </w:r>
    </w:p>
    <w:p w:rsidR="001C1AD5" w:rsidRDefault="001C1AD5" w:rsidP="001C1AD5">
      <w:pPr>
        <w:pStyle w:val="libNormal"/>
      </w:pPr>
      <w:r w:rsidRPr="00FE6008">
        <w:t>Popper</w:t>
      </w:r>
      <w:r w:rsidR="00E11103">
        <w:t>,</w:t>
      </w:r>
      <w:r w:rsidR="00357F4D">
        <w:t xml:space="preserve"> </w:t>
      </w:r>
      <w:r w:rsidRPr="00FE6008">
        <w:t>Karl</w:t>
      </w:r>
      <w:r w:rsidR="00357F4D">
        <w:t xml:space="preserve"> </w:t>
      </w:r>
      <w:r w:rsidRPr="00FE6008">
        <w:t>(1957)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Poverty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Historicism</w:t>
      </w:r>
      <w:r w:rsidR="00357F4D">
        <w:t xml:space="preserve"> </w:t>
      </w:r>
      <w:r w:rsidRPr="00FE6008">
        <w:t>(London</w:t>
      </w:r>
      <w:r w:rsidR="00E11103">
        <w:t>:</w:t>
      </w:r>
      <w:r w:rsidR="00357F4D">
        <w:t xml:space="preserve"> </w:t>
      </w:r>
      <w:r w:rsidRPr="00FE6008">
        <w:t>Routledge</w:t>
      </w:r>
      <w:r w:rsidR="00357F4D">
        <w:t xml:space="preserve"> </w:t>
      </w:r>
      <w:r w:rsidRPr="00FE6008">
        <w:t>and</w:t>
      </w:r>
      <w:r w:rsidR="00357F4D">
        <w:t xml:space="preserve"> </w:t>
      </w:r>
      <w:r w:rsidRPr="00FE6008">
        <w:t>Kegan</w:t>
      </w:r>
      <w:r w:rsidR="00357F4D">
        <w:t xml:space="preserve"> </w:t>
      </w:r>
      <w:r w:rsidRPr="00FE6008">
        <w:t>Paul)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Popper</w:t>
      </w:r>
      <w:r w:rsidR="00E11103">
        <w:t>,</w:t>
      </w:r>
      <w:r w:rsidR="00357F4D">
        <w:t xml:space="preserve"> </w:t>
      </w:r>
      <w:r w:rsidRPr="001C6201">
        <w:t>Karl</w:t>
      </w:r>
      <w:r w:rsidR="00357F4D">
        <w:t xml:space="preserve"> </w:t>
      </w:r>
      <w:r w:rsidRPr="001C6201">
        <w:t>(1963)</w:t>
      </w:r>
      <w:r w:rsidR="00357F4D">
        <w:t xml:space="preserve"> </w:t>
      </w:r>
      <w:r w:rsidRPr="001C1AD5">
        <w:rPr>
          <w:rStyle w:val="libItalicChar"/>
        </w:rPr>
        <w:t>Conjectures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Refutations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Routledge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Kegan</w:t>
      </w:r>
      <w:r w:rsidR="00357F4D">
        <w:t xml:space="preserve"> </w:t>
      </w:r>
      <w:r w:rsidRPr="001C6201">
        <w:t>Paul)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Popper</w:t>
      </w:r>
      <w:r w:rsidR="00E11103">
        <w:t>,</w:t>
      </w:r>
      <w:r w:rsidR="00357F4D">
        <w:t xml:space="preserve"> </w:t>
      </w:r>
      <w:r w:rsidRPr="001C6201">
        <w:t>Karl</w:t>
      </w:r>
      <w:r w:rsidR="00357F4D">
        <w:t xml:space="preserve"> </w:t>
      </w:r>
      <w:r w:rsidRPr="001C6201">
        <w:t>(1974/1992)</w:t>
      </w:r>
      <w:r w:rsidR="00357F4D">
        <w:t xml:space="preserve"> </w:t>
      </w:r>
      <w:r w:rsidRPr="001C1AD5">
        <w:rPr>
          <w:rStyle w:val="libItalicChar"/>
        </w:rPr>
        <w:t>Unended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Quest</w:t>
      </w:r>
      <w:r w:rsidR="00357F4D">
        <w:t xml:space="preserve"> </w:t>
      </w:r>
      <w:r w:rsidRPr="00B96539">
        <w:t>(London</w:t>
      </w:r>
      <w:r w:rsidR="00E11103">
        <w:t>:</w:t>
      </w:r>
      <w:r w:rsidR="00357F4D">
        <w:t xml:space="preserve"> </w:t>
      </w:r>
      <w:r w:rsidRPr="00B96539">
        <w:t>Routledge)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Quine</w:t>
      </w:r>
      <w:r w:rsidR="00E11103">
        <w:t>,</w:t>
      </w:r>
      <w:r w:rsidR="00357F4D">
        <w:t xml:space="preserve"> </w:t>
      </w:r>
      <w:r w:rsidRPr="00B96539">
        <w:t>W</w:t>
      </w:r>
      <w:r w:rsidR="00E11103">
        <w:t>.</w:t>
      </w:r>
      <w:r w:rsidRPr="00B96539">
        <w:t>V</w:t>
      </w:r>
      <w:r w:rsidR="00E11103">
        <w:t>.</w:t>
      </w:r>
      <w:r w:rsidRPr="00B96539">
        <w:t>O</w:t>
      </w:r>
      <w:r w:rsidR="00E11103">
        <w:t>.</w:t>
      </w:r>
      <w:r w:rsidR="00357F4D">
        <w:t xml:space="preserve"> </w:t>
      </w:r>
      <w:r w:rsidRPr="00B96539">
        <w:t>(1981)</w:t>
      </w:r>
      <w:r w:rsidR="00357F4D">
        <w:t xml:space="preserve"> </w:t>
      </w:r>
      <w:r w:rsidRPr="00B96539">
        <w:t>‘Five</w:t>
      </w:r>
      <w:r w:rsidR="00357F4D">
        <w:t xml:space="preserve"> </w:t>
      </w:r>
      <w:r w:rsidRPr="00B96539">
        <w:t>Milestones</w:t>
      </w:r>
      <w:r w:rsidR="00357F4D">
        <w:t xml:space="preserve"> </w:t>
      </w:r>
      <w:r w:rsidRPr="00B96539">
        <w:t>of</w:t>
      </w:r>
      <w:r w:rsidR="00357F4D">
        <w:t xml:space="preserve"> </w:t>
      </w:r>
      <w:r w:rsidRPr="00B96539">
        <w:t>Empiricism’</w:t>
      </w:r>
      <w:r w:rsidR="00E11103">
        <w:t>,</w:t>
      </w:r>
      <w:r w:rsidR="00357F4D">
        <w:t xml:space="preserve"> </w:t>
      </w:r>
      <w:r w:rsidRPr="00B96539">
        <w:t>in</w:t>
      </w:r>
      <w:r w:rsidR="00357F4D">
        <w:t xml:space="preserve"> </w:t>
      </w:r>
      <w:r w:rsidRPr="001C1AD5">
        <w:rPr>
          <w:rStyle w:val="libItalicChar"/>
        </w:rPr>
        <w:t>Theories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Things</w:t>
      </w:r>
      <w:r w:rsidR="00E11103">
        <w:t>,</w:t>
      </w:r>
      <w:r w:rsidR="00357F4D">
        <w:t xml:space="preserve"> </w:t>
      </w:r>
      <w:r w:rsidRPr="00B96539">
        <w:t>(Cambridge</w:t>
      </w:r>
      <w:r w:rsidR="00E11103">
        <w:t>,</w:t>
      </w:r>
      <w:r w:rsidR="00357F4D">
        <w:t xml:space="preserve"> </w:t>
      </w:r>
      <w:r w:rsidRPr="00B96539">
        <w:t>Mass</w:t>
      </w:r>
      <w:r w:rsidR="00E11103">
        <w:t>.:</w:t>
      </w:r>
      <w:r w:rsidR="00357F4D">
        <w:t xml:space="preserve"> </w:t>
      </w:r>
      <w:r w:rsidRPr="00B96539">
        <w:t>Harvard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357F4D">
        <w:t xml:space="preserve"> </w:t>
      </w:r>
      <w:r w:rsidRPr="00B96539">
        <w:t>pp</w:t>
      </w:r>
      <w:r w:rsidR="00E11103">
        <w:t>.</w:t>
      </w:r>
      <w:r w:rsidR="00357F4D">
        <w:t xml:space="preserve"> </w:t>
      </w:r>
      <w:r w:rsidRPr="00B96539">
        <w:t>67</w:t>
      </w:r>
      <w:r w:rsidR="00357F4D">
        <w:t>-</w:t>
      </w:r>
      <w:r w:rsidRPr="00B96539">
        <w:t>72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Quinton</w:t>
      </w:r>
      <w:r w:rsidR="00E11103">
        <w:t>,</w:t>
      </w:r>
      <w:r w:rsidR="00357F4D">
        <w:t xml:space="preserve"> </w:t>
      </w:r>
      <w:r w:rsidRPr="00B96539">
        <w:t>Anthony</w:t>
      </w:r>
      <w:r w:rsidR="00357F4D">
        <w:t xml:space="preserve"> </w:t>
      </w:r>
      <w:r w:rsidRPr="00B96539">
        <w:t>(1956)</w:t>
      </w:r>
      <w:r w:rsidR="00357F4D">
        <w:t xml:space="preserve"> </w:t>
      </w:r>
      <w:r w:rsidRPr="00B96539">
        <w:t>‘On</w:t>
      </w:r>
      <w:r w:rsidR="00357F4D">
        <w:t xml:space="preserve"> </w:t>
      </w:r>
      <w:r w:rsidRPr="00B96539">
        <w:t>Punishment’</w:t>
      </w:r>
      <w:r w:rsidR="00357F4D">
        <w:t xml:space="preserve"> </w:t>
      </w:r>
      <w:r w:rsidRPr="00B96539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83</w:t>
      </w:r>
      <w:r w:rsidR="00357F4D">
        <w:t>-</w:t>
      </w:r>
      <w:r w:rsidRPr="001C6201">
        <w:t>91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Quinton</w:t>
      </w:r>
      <w:r w:rsidR="00E11103">
        <w:t>,</w:t>
      </w:r>
      <w:r w:rsidR="00357F4D">
        <w:t xml:space="preserve"> </w:t>
      </w:r>
      <w:r w:rsidRPr="001C6201">
        <w:t>Anthony</w:t>
      </w:r>
      <w:r w:rsidR="00357F4D">
        <w:t xml:space="preserve"> </w:t>
      </w:r>
      <w:r w:rsidRPr="001C6201">
        <w:t>(1967)</w:t>
      </w:r>
      <w:r w:rsidR="00357F4D">
        <w:t xml:space="preserve"> </w:t>
      </w:r>
      <w:r w:rsidRPr="001C6201">
        <w:t>(ed</w:t>
      </w:r>
      <w:r w:rsidR="00E11103">
        <w:t>.</w:t>
      </w:r>
      <w:r w:rsidRPr="001C6201">
        <w:t>)</w:t>
      </w:r>
      <w:r w:rsidR="00357F4D"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Rashdall</w:t>
      </w:r>
      <w:r w:rsidR="00E11103">
        <w:t>,</w:t>
      </w:r>
      <w:r w:rsidR="00357F4D">
        <w:t xml:space="preserve"> </w:t>
      </w:r>
      <w:r w:rsidRPr="00B96539">
        <w:t>Hastings</w:t>
      </w:r>
      <w:r w:rsidR="00357F4D">
        <w:t xml:space="preserve"> </w:t>
      </w:r>
      <w:r w:rsidRPr="00B96539">
        <w:t>(1907)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Good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Evil</w:t>
      </w:r>
      <w:r w:rsidR="00357F4D">
        <w:t xml:space="preserve"> </w:t>
      </w:r>
      <w:r w:rsidRPr="00B96539">
        <w:t>(London</w:t>
      </w:r>
      <w:r w:rsidR="00E11103">
        <w:t>:</w:t>
      </w:r>
      <w:r w:rsidR="00357F4D">
        <w:t xml:space="preserve"> </w:t>
      </w:r>
      <w:r w:rsidRPr="00B96539">
        <w:t>Oxford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Ralws</w:t>
      </w:r>
      <w:r w:rsidR="00E11103">
        <w:t>,</w:t>
      </w:r>
      <w:r w:rsidR="00357F4D">
        <w:t xml:space="preserve"> </w:t>
      </w:r>
      <w:r w:rsidRPr="00B96539">
        <w:t>John</w:t>
      </w:r>
      <w:r w:rsidR="00357F4D">
        <w:t xml:space="preserve"> </w:t>
      </w:r>
      <w:r w:rsidRPr="00B96539">
        <w:t>(1955)</w:t>
      </w:r>
      <w:r w:rsidR="00357F4D">
        <w:t xml:space="preserve"> </w:t>
      </w:r>
      <w:r w:rsidRPr="00B96539">
        <w:t>‘Two</w:t>
      </w:r>
      <w:r w:rsidR="00357F4D">
        <w:t xml:space="preserve"> </w:t>
      </w:r>
      <w:r w:rsidRPr="00B96539">
        <w:t>Concepts</w:t>
      </w:r>
      <w:r w:rsidR="00357F4D">
        <w:t xml:space="preserve"> </w:t>
      </w:r>
      <w:r w:rsidRPr="00B96539">
        <w:t>of</w:t>
      </w:r>
      <w:r w:rsidR="00357F4D">
        <w:t xml:space="preserve"> </w:t>
      </w:r>
      <w:r w:rsidRPr="00B96539">
        <w:t>Rules’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Review</w:t>
      </w:r>
      <w:r w:rsidR="00357F4D">
        <w:t xml:space="preserve"> </w:t>
      </w:r>
      <w:r w:rsidRPr="00B96539">
        <w:t>64</w:t>
      </w:r>
      <w:r w:rsidR="00E11103">
        <w:t>:</w:t>
      </w:r>
      <w:r w:rsidR="00357F4D">
        <w:t xml:space="preserve"> </w:t>
      </w:r>
      <w:r w:rsidRPr="00B96539">
        <w:t>3</w:t>
      </w:r>
      <w:r w:rsidR="00357F4D">
        <w:t>-</w:t>
      </w:r>
      <w:r w:rsidRPr="00B96539">
        <w:t>32</w:t>
      </w:r>
      <w:r w:rsidR="00E11103">
        <w:t>.</w:t>
      </w:r>
    </w:p>
    <w:p w:rsidR="00E11103" w:rsidRDefault="001C1AD5" w:rsidP="001C1AD5">
      <w:pPr>
        <w:pStyle w:val="libNormal"/>
      </w:pPr>
      <w:r w:rsidRPr="00B96539">
        <w:t>Rawls</w:t>
      </w:r>
      <w:r w:rsidR="00E11103">
        <w:t>,</w:t>
      </w:r>
      <w:r w:rsidR="00357F4D">
        <w:t xml:space="preserve"> </w:t>
      </w:r>
      <w:r w:rsidRPr="00B96539">
        <w:t>John</w:t>
      </w:r>
      <w:r w:rsidR="00357F4D">
        <w:t xml:space="preserve"> </w:t>
      </w:r>
      <w:r w:rsidRPr="00B96539">
        <w:t>(1958/1962)</w:t>
      </w:r>
      <w:r w:rsidR="00357F4D">
        <w:t xml:space="preserve"> </w:t>
      </w:r>
      <w:r w:rsidRPr="00B96539">
        <w:t>‘Justice</w:t>
      </w:r>
      <w:r w:rsidR="00357F4D">
        <w:t xml:space="preserve"> </w:t>
      </w:r>
      <w:r w:rsidRPr="00B96539">
        <w:t>as</w:t>
      </w:r>
      <w:r w:rsidR="00357F4D">
        <w:t xml:space="preserve"> </w:t>
      </w:r>
      <w:r w:rsidRPr="00B96539">
        <w:t>Fairness’</w:t>
      </w:r>
      <w:r w:rsidR="00357F4D">
        <w:t xml:space="preserve"> </w:t>
      </w:r>
      <w:r w:rsidRPr="00B96539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(1962)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(Second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132</w:t>
      </w:r>
      <w:r w:rsidR="00357F4D">
        <w:t>-</w:t>
      </w:r>
      <w:r w:rsidRPr="001C6201">
        <w:t>157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Rawls</w:t>
      </w:r>
      <w:r w:rsidR="00E11103">
        <w:t>,</w:t>
      </w:r>
      <w:r w:rsidR="00357F4D">
        <w:t xml:space="preserve"> </w:t>
      </w:r>
      <w:r w:rsidRPr="00B96539">
        <w:t>John</w:t>
      </w:r>
      <w:r w:rsidR="00357F4D">
        <w:t xml:space="preserve"> </w:t>
      </w:r>
      <w:r w:rsidRPr="00B96539">
        <w:t>(1967)</w:t>
      </w:r>
      <w:r w:rsidR="00357F4D">
        <w:t xml:space="preserve"> </w:t>
      </w:r>
      <w:r w:rsidRPr="00B96539">
        <w:t>‘Distributive</w:t>
      </w:r>
      <w:r w:rsidR="00357F4D">
        <w:t xml:space="preserve"> </w:t>
      </w:r>
      <w:r w:rsidRPr="00B96539">
        <w:t>Justice’</w:t>
      </w:r>
      <w:r w:rsidR="00357F4D">
        <w:t xml:space="preserve"> </w:t>
      </w:r>
      <w:r w:rsidRPr="00B96539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(1967)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(Third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58</w:t>
      </w:r>
      <w:r w:rsidR="00357F4D">
        <w:t>-</w:t>
      </w:r>
      <w:r w:rsidRPr="001C6201">
        <w:t>82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Rawls</w:t>
      </w:r>
      <w:r w:rsidR="00E11103">
        <w:t>,</w:t>
      </w:r>
      <w:r w:rsidR="00357F4D">
        <w:t xml:space="preserve"> </w:t>
      </w:r>
      <w:r w:rsidRPr="00B96539">
        <w:t>John</w:t>
      </w:r>
      <w:r w:rsidR="00357F4D">
        <w:t xml:space="preserve"> </w:t>
      </w:r>
      <w:r w:rsidRPr="00B96539">
        <w:t>(1971)</w:t>
      </w:r>
      <w:r w:rsidR="00357F4D"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t xml:space="preserve"> </w:t>
      </w:r>
      <w:r w:rsidRPr="00B96539">
        <w:t>(Cambridge</w:t>
      </w:r>
      <w:r w:rsidR="00357F4D">
        <w:t xml:space="preserve"> </w:t>
      </w:r>
      <w:r w:rsidRPr="00B96539">
        <w:t>Ma</w:t>
      </w:r>
      <w:r w:rsidR="00E11103">
        <w:t>.:</w:t>
      </w:r>
      <w:r w:rsidR="00357F4D">
        <w:t xml:space="preserve"> </w:t>
      </w:r>
      <w:r w:rsidRPr="00B96539">
        <w:t>Harvard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Rees</w:t>
      </w:r>
      <w:r w:rsidR="00E11103">
        <w:t>,</w:t>
      </w:r>
      <w:r w:rsidR="00357F4D">
        <w:t xml:space="preserve"> </w:t>
      </w:r>
      <w:r w:rsidRPr="00B96539">
        <w:t>W</w:t>
      </w:r>
      <w:r w:rsidR="00E11103">
        <w:t>.</w:t>
      </w:r>
      <w:r w:rsidRPr="00B96539">
        <w:t>J</w:t>
      </w:r>
      <w:r w:rsidR="00E11103">
        <w:t>.</w:t>
      </w:r>
      <w:r w:rsidR="00357F4D">
        <w:t xml:space="preserve"> </w:t>
      </w:r>
      <w:r w:rsidRPr="00B96539">
        <w:t>(1956)</w:t>
      </w:r>
      <w:r w:rsidR="00357F4D">
        <w:t xml:space="preserve"> </w:t>
      </w:r>
      <w:r w:rsidRPr="00B96539">
        <w:t>‘The</w:t>
      </w:r>
      <w:r w:rsidR="00357F4D">
        <w:t xml:space="preserve"> </w:t>
      </w:r>
      <w:r w:rsidRPr="00B96539">
        <w:t>Theory</w:t>
      </w:r>
      <w:r w:rsidR="00357F4D">
        <w:t xml:space="preserve"> </w:t>
      </w:r>
      <w:r w:rsidRPr="00B96539">
        <w:t>of</w:t>
      </w:r>
      <w:r w:rsidR="00357F4D">
        <w:t xml:space="preserve"> </w:t>
      </w:r>
      <w:r w:rsidRPr="00B96539">
        <w:t>Sovereignty</w:t>
      </w:r>
      <w:r w:rsidR="00357F4D">
        <w:t xml:space="preserve"> </w:t>
      </w:r>
      <w:r w:rsidRPr="00B96539">
        <w:t>Restated’</w:t>
      </w:r>
      <w:r w:rsidR="00357F4D">
        <w:t xml:space="preserve"> </w:t>
      </w:r>
      <w:r w:rsidRPr="00B96539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58</w:t>
      </w:r>
      <w:r w:rsidR="00357F4D">
        <w:t>-</w:t>
      </w:r>
      <w:r w:rsidRPr="001C6201">
        <w:t>82</w:t>
      </w:r>
      <w:r w:rsidR="00E11103">
        <w:t>.</w:t>
      </w:r>
    </w:p>
    <w:p w:rsidR="001C1AD5" w:rsidRPr="00B96539" w:rsidRDefault="001C1AD5" w:rsidP="001C1AD5">
      <w:pPr>
        <w:pStyle w:val="libNormal"/>
      </w:pPr>
      <w:r w:rsidRPr="00B96539">
        <w:t>Richardson</w:t>
      </w:r>
      <w:r w:rsidR="00E11103">
        <w:t>,</w:t>
      </w:r>
      <w:r w:rsidR="00357F4D">
        <w:t xml:space="preserve"> </w:t>
      </w:r>
      <w:r w:rsidRPr="00B96539">
        <w:t>S</w:t>
      </w:r>
      <w:r w:rsidR="00E11103">
        <w:t>.</w:t>
      </w:r>
      <w:r w:rsidR="00357F4D">
        <w:t xml:space="preserve"> </w:t>
      </w:r>
      <w:r w:rsidRPr="00B96539">
        <w:t>(2009)</w:t>
      </w:r>
      <w:r w:rsidR="00E11103">
        <w:t>.</w:t>
      </w:r>
      <w:r w:rsidR="00357F4D">
        <w:t xml:space="preserve"> </w:t>
      </w:r>
      <w:r w:rsidRPr="00B96539">
        <w:t>‘The</w:t>
      </w:r>
      <w:r w:rsidR="00357F4D">
        <w:t xml:space="preserve"> </w:t>
      </w:r>
      <w:r w:rsidRPr="00B96539">
        <w:t>Left</w:t>
      </w:r>
      <w:r w:rsidR="00357F4D">
        <w:t xml:space="preserve"> </w:t>
      </w:r>
      <w:r w:rsidRPr="00B96539">
        <w:t>Vienna</w:t>
      </w:r>
      <w:r w:rsidR="00357F4D">
        <w:t xml:space="preserve"> </w:t>
      </w:r>
      <w:r w:rsidRPr="00B96539">
        <w:t>Circle</w:t>
      </w:r>
      <w:r w:rsidR="00E11103">
        <w:t>,</w:t>
      </w:r>
      <w:r w:rsidR="00357F4D">
        <w:t xml:space="preserve"> </w:t>
      </w:r>
      <w:r w:rsidRPr="00B96539">
        <w:t>Part</w:t>
      </w:r>
      <w:r w:rsidR="00357F4D">
        <w:t xml:space="preserve"> </w:t>
      </w:r>
      <w:r w:rsidRPr="00B96539">
        <w:t>1</w:t>
      </w:r>
      <w:r w:rsidR="00E11103">
        <w:t>.</w:t>
      </w:r>
      <w:r w:rsidR="00357F4D">
        <w:t xml:space="preserve"> </w:t>
      </w:r>
      <w:r w:rsidRPr="00B96539">
        <w:t>Carnap</w:t>
      </w:r>
      <w:r w:rsidR="00E11103">
        <w:t>,</w:t>
      </w:r>
      <w:r w:rsidR="00357F4D">
        <w:t xml:space="preserve"> </w:t>
      </w:r>
      <w:r w:rsidRPr="00B96539">
        <w:t>Neurath</w:t>
      </w:r>
      <w:r w:rsidR="00E11103">
        <w:t>,</w:t>
      </w:r>
      <w:r w:rsidR="00357F4D">
        <w:t xml:space="preserve"> </w:t>
      </w:r>
      <w:r w:rsidRPr="00B96539">
        <w:t>and</w:t>
      </w:r>
      <w:r w:rsidR="00357F4D">
        <w:t xml:space="preserve"> </w:t>
      </w:r>
      <w:r w:rsidRPr="00B96539">
        <w:t>the</w:t>
      </w:r>
      <w:r w:rsidR="00357F4D">
        <w:t xml:space="preserve"> </w:t>
      </w:r>
      <w:r w:rsidRPr="00B96539">
        <w:t>Left</w:t>
      </w:r>
      <w:r w:rsidR="00357F4D">
        <w:t xml:space="preserve"> </w:t>
      </w:r>
      <w:r w:rsidRPr="00B96539">
        <w:t>Vienna</w:t>
      </w:r>
      <w:r w:rsidR="00357F4D">
        <w:t xml:space="preserve"> </w:t>
      </w:r>
      <w:r w:rsidRPr="00B96539">
        <w:t>Circle</w:t>
      </w:r>
      <w:r w:rsidR="00357F4D">
        <w:t xml:space="preserve"> </w:t>
      </w:r>
      <w:r w:rsidRPr="00B96539">
        <w:t>Thesis’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Studies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Science</w:t>
      </w:r>
      <w:r w:rsidR="00357F4D">
        <w:t xml:space="preserve"> </w:t>
      </w:r>
      <w:r>
        <w:t>40</w:t>
      </w:r>
      <w:r w:rsidR="00E11103">
        <w:t>,</w:t>
      </w:r>
      <w:r w:rsidR="00357F4D">
        <w:t xml:space="preserve"> </w:t>
      </w:r>
      <w:r>
        <w:t>14</w:t>
      </w:r>
      <w:r w:rsidR="00357F4D">
        <w:t>-</w:t>
      </w:r>
      <w:r>
        <w:t>24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lastRenderedPageBreak/>
        <w:t>Roemer</w:t>
      </w:r>
      <w:r w:rsidR="00E11103">
        <w:t>,</w:t>
      </w:r>
      <w:r w:rsidR="00357F4D">
        <w:t xml:space="preserve"> </w:t>
      </w:r>
      <w:r w:rsidRPr="00B96539">
        <w:t>John</w:t>
      </w:r>
      <w:r w:rsidR="00357F4D">
        <w:t xml:space="preserve"> </w:t>
      </w:r>
      <w:r w:rsidRPr="00B96539">
        <w:t>(1982)</w:t>
      </w:r>
      <w:r w:rsidR="00357F4D">
        <w:t xml:space="preserve"> </w:t>
      </w:r>
      <w:r w:rsidRPr="001C1AD5">
        <w:rPr>
          <w:rStyle w:val="libItalicChar"/>
        </w:rPr>
        <w:t>A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General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Exploitation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Class</w:t>
      </w:r>
      <w:r w:rsidR="00357F4D">
        <w:t xml:space="preserve"> </w:t>
      </w:r>
      <w:r w:rsidRPr="00B96539">
        <w:t>(Cambridge</w:t>
      </w:r>
      <w:r w:rsidR="00357F4D">
        <w:t xml:space="preserve"> </w:t>
      </w:r>
      <w:r w:rsidRPr="00B96539">
        <w:t>Ma</w:t>
      </w:r>
      <w:r w:rsidR="00E11103">
        <w:t>.:</w:t>
      </w:r>
      <w:r w:rsidR="00357F4D">
        <w:t xml:space="preserve"> </w:t>
      </w:r>
      <w:r w:rsidRPr="00B96539">
        <w:t>Harvard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Rubinstein</w:t>
      </w:r>
      <w:r w:rsidR="00E11103">
        <w:t>,</w:t>
      </w:r>
      <w:r w:rsidR="00357F4D">
        <w:t xml:space="preserve"> </w:t>
      </w:r>
      <w:r w:rsidRPr="001C1AD5">
        <w:t>David</w:t>
      </w:r>
      <w:r w:rsidR="00357F4D">
        <w:t xml:space="preserve"> </w:t>
      </w:r>
      <w:r w:rsidRPr="001C1AD5">
        <w:t>(1981)</w:t>
      </w:r>
      <w:r w:rsidR="00357F4D">
        <w:t xml:space="preserve"> </w:t>
      </w:r>
      <w:r w:rsidRPr="001C1AD5">
        <w:rPr>
          <w:rStyle w:val="libItalicChar"/>
        </w:rPr>
        <w:t>Marx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Wittgenstein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Routledge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Kegan</w:t>
      </w:r>
      <w:r w:rsidR="00357F4D">
        <w:t xml:space="preserve"> </w:t>
      </w:r>
      <w:r w:rsidRPr="001C6201">
        <w:t>Paul)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Russell</w:t>
      </w:r>
      <w:r w:rsidR="00E11103">
        <w:t>,</w:t>
      </w:r>
      <w:r w:rsidR="00357F4D">
        <w:t xml:space="preserve"> </w:t>
      </w:r>
      <w:r w:rsidRPr="001C6201">
        <w:t>Bertrand</w:t>
      </w:r>
      <w:r w:rsidR="00357F4D">
        <w:t xml:space="preserve"> </w:t>
      </w:r>
      <w:r w:rsidRPr="001C6201">
        <w:t>(1896)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German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Democracy</w:t>
      </w:r>
      <w:r w:rsidR="00357F4D">
        <w:rPr>
          <w:rStyle w:val="libItalicChar"/>
        </w:rPr>
        <w:t xml:space="preserve"> </w:t>
      </w:r>
      <w:r w:rsidRPr="001C1AD5">
        <w:rPr>
          <w:rStyle w:val="libNormalChar"/>
        </w:rPr>
        <w:t>(</w:t>
      </w:r>
      <w:r w:rsidRPr="00B96539">
        <w:t>London</w:t>
      </w:r>
      <w:r w:rsidR="00E11103">
        <w:t>:</w:t>
      </w:r>
      <w:r w:rsidR="00357F4D">
        <w:t xml:space="preserve"> </w:t>
      </w:r>
      <w:r w:rsidRPr="00B96539">
        <w:t>Longmans</w:t>
      </w:r>
      <w:r w:rsidR="00E11103">
        <w:t>,</w:t>
      </w:r>
      <w:r w:rsidR="00357F4D">
        <w:t xml:space="preserve"> </w:t>
      </w:r>
      <w:r w:rsidRPr="00B96539">
        <w:t>Green)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Russell</w:t>
      </w:r>
      <w:r w:rsidR="00E11103">
        <w:t>,</w:t>
      </w:r>
      <w:r w:rsidR="00357F4D">
        <w:t xml:space="preserve"> </w:t>
      </w:r>
      <w:r w:rsidRPr="00B96539">
        <w:t>Bertrand</w:t>
      </w:r>
      <w:r w:rsidR="00357F4D">
        <w:t xml:space="preserve"> </w:t>
      </w:r>
      <w:r w:rsidRPr="00B96539">
        <w:t>(1903)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Principles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Mathematics</w:t>
      </w:r>
      <w:r w:rsidR="00357F4D">
        <w:t xml:space="preserve"> </w:t>
      </w:r>
      <w:r w:rsidRPr="00B96539">
        <w:t>(Cambridge</w:t>
      </w:r>
      <w:r w:rsidR="00E11103">
        <w:t>:</w:t>
      </w:r>
      <w:r w:rsidR="00357F4D">
        <w:t xml:space="preserve"> </w:t>
      </w:r>
      <w:r w:rsidRPr="00B96539">
        <w:t>Cambridge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ItalicChar"/>
        </w:rPr>
      </w:pPr>
      <w:r w:rsidRPr="00B96539">
        <w:t>Russell</w:t>
      </w:r>
      <w:r w:rsidR="00E11103">
        <w:t>,</w:t>
      </w:r>
      <w:r w:rsidR="00357F4D">
        <w:t xml:space="preserve"> </w:t>
      </w:r>
      <w:r w:rsidRPr="00B96539">
        <w:t>Bertrand</w:t>
      </w:r>
      <w:r w:rsidR="00357F4D">
        <w:t xml:space="preserve"> </w:t>
      </w:r>
      <w:r w:rsidRPr="00B96539">
        <w:t>(1905)</w:t>
      </w:r>
      <w:r w:rsidR="00357F4D">
        <w:t xml:space="preserve"> </w:t>
      </w:r>
      <w:r w:rsidRPr="00B96539">
        <w:t>‘On</w:t>
      </w:r>
      <w:r w:rsidR="00357F4D">
        <w:t xml:space="preserve"> </w:t>
      </w:r>
      <w:r w:rsidRPr="00B96539">
        <w:t>Denoting’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Mind</w:t>
      </w:r>
      <w:r w:rsidR="00357F4D">
        <w:t xml:space="preserve"> </w:t>
      </w:r>
      <w:r w:rsidRPr="00B96539">
        <w:t>14</w:t>
      </w:r>
      <w:r w:rsidR="00E11103">
        <w:t>:</w:t>
      </w:r>
      <w:r w:rsidR="00357F4D">
        <w:t xml:space="preserve"> </w:t>
      </w:r>
      <w:r w:rsidRPr="00B96539">
        <w:t>479</w:t>
      </w:r>
      <w:r w:rsidR="00357F4D">
        <w:t>-</w:t>
      </w:r>
      <w:r w:rsidRPr="00B96539">
        <w:t>473</w:t>
      </w:r>
      <w:r w:rsidR="00E11103">
        <w:t>.</w:t>
      </w:r>
    </w:p>
    <w:p w:rsidR="001C1AD5" w:rsidRDefault="001C1AD5" w:rsidP="001C1AD5">
      <w:pPr>
        <w:pStyle w:val="libNormal"/>
      </w:pPr>
      <w:r w:rsidRPr="001C1AD5">
        <w:t>Russell</w:t>
      </w:r>
      <w:r w:rsidR="00E11103">
        <w:t>,</w:t>
      </w:r>
      <w:r w:rsidR="00357F4D">
        <w:t xml:space="preserve"> </w:t>
      </w:r>
      <w:r w:rsidRPr="001C1AD5">
        <w:t>Bertrand</w:t>
      </w:r>
      <w:r w:rsidR="00357F4D">
        <w:t xml:space="preserve"> </w:t>
      </w:r>
      <w:r w:rsidRPr="001C1AD5">
        <w:t>(1912)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Problems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Williams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Norgate)</w:t>
      </w:r>
      <w:r w:rsidR="00E11103">
        <w:t>.</w:t>
      </w:r>
    </w:p>
    <w:p w:rsidR="001C1AD5" w:rsidRPr="001C1AD5" w:rsidRDefault="001C1AD5" w:rsidP="001C1AD5">
      <w:pPr>
        <w:pStyle w:val="libNormal"/>
        <w:rPr>
          <w:rStyle w:val="libNormalChar"/>
        </w:rPr>
      </w:pPr>
      <w:r w:rsidRPr="001C6201">
        <w:t>Russell</w:t>
      </w:r>
      <w:r w:rsidR="00E11103">
        <w:t>,</w:t>
      </w:r>
      <w:r w:rsidR="00357F4D">
        <w:t xml:space="preserve"> </w:t>
      </w:r>
      <w:r w:rsidRPr="001C6201">
        <w:t>Bertrand</w:t>
      </w:r>
      <w:r w:rsidR="00357F4D">
        <w:t xml:space="preserve"> </w:t>
      </w:r>
      <w:r w:rsidRPr="001C6201">
        <w:t>(1946)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History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Western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NormalChar"/>
        </w:rPr>
        <w:t>(London</w:t>
      </w:r>
      <w:r w:rsidR="00E11103">
        <w:rPr>
          <w:rStyle w:val="libNormalChar"/>
        </w:rPr>
        <w:t>: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George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Allen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and</w:t>
      </w:r>
      <w:r w:rsidR="00357F4D">
        <w:rPr>
          <w:rStyle w:val="libNormalChar"/>
        </w:rPr>
        <w:t xml:space="preserve"> </w:t>
      </w:r>
      <w:r w:rsidRPr="001C1AD5">
        <w:rPr>
          <w:rStyle w:val="libNormalChar"/>
        </w:rPr>
        <w:t>Unwin)</w:t>
      </w:r>
      <w:r w:rsidR="00E11103">
        <w:rPr>
          <w:rStyle w:val="libNormalChar"/>
        </w:rPr>
        <w:t>.</w:t>
      </w:r>
    </w:p>
    <w:p w:rsidR="001C1AD5" w:rsidRPr="001C1AD5" w:rsidRDefault="001C1AD5" w:rsidP="001C1AD5">
      <w:pPr>
        <w:pStyle w:val="libNormal"/>
      </w:pPr>
      <w:r w:rsidRPr="00FE6008">
        <w:t>Russell</w:t>
      </w:r>
      <w:r w:rsidR="00E11103">
        <w:t>,</w:t>
      </w:r>
      <w:r w:rsidR="00357F4D">
        <w:t xml:space="preserve"> </w:t>
      </w:r>
      <w:r w:rsidRPr="00FE6008">
        <w:t>Bertrand</w:t>
      </w:r>
      <w:r w:rsidR="00357F4D">
        <w:t xml:space="preserve"> </w:t>
      </w:r>
      <w:r w:rsidRPr="00FE6008">
        <w:t>(1949)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Authority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Individual</w:t>
      </w:r>
      <w:r w:rsidR="00E11103">
        <w:t>.</w:t>
      </w:r>
      <w:r w:rsidR="00357F4D">
        <w:t xml:space="preserve"> </w:t>
      </w:r>
      <w:r w:rsidRPr="001C1AD5">
        <w:t>(London</w:t>
      </w:r>
      <w:r w:rsidR="00E11103">
        <w:t>:</w:t>
      </w:r>
      <w:r w:rsidR="00357F4D">
        <w:t xml:space="preserve"> </w:t>
      </w:r>
      <w:r w:rsidRPr="001C1AD5">
        <w:t>George</w:t>
      </w:r>
      <w:r w:rsidR="00357F4D">
        <w:t xml:space="preserve"> </w:t>
      </w:r>
      <w:r w:rsidRPr="001C1AD5">
        <w:t>Allen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Unwin)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Russell</w:t>
      </w:r>
      <w:r w:rsidR="00E11103">
        <w:t>,</w:t>
      </w:r>
      <w:r w:rsidR="00357F4D">
        <w:t xml:space="preserve"> </w:t>
      </w:r>
      <w:r w:rsidRPr="001C6201">
        <w:t>Bertrand</w:t>
      </w:r>
      <w:r w:rsidR="00357F4D">
        <w:t xml:space="preserve"> </w:t>
      </w:r>
      <w:r w:rsidRPr="001C6201">
        <w:t>(1959)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My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Development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George</w:t>
      </w:r>
      <w:r w:rsidR="00357F4D">
        <w:t xml:space="preserve"> </w:t>
      </w:r>
      <w:r w:rsidRPr="001C6201">
        <w:t>Allen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Unwin)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Russell</w:t>
      </w:r>
      <w:r w:rsidR="00E11103">
        <w:t>,</w:t>
      </w:r>
      <w:r w:rsidR="00357F4D">
        <w:t xml:space="preserve"> </w:t>
      </w:r>
      <w:r w:rsidRPr="001C6201">
        <w:t>Bertrand</w:t>
      </w:r>
      <w:r w:rsidR="00E11103">
        <w:t>,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Whitehead</w:t>
      </w:r>
      <w:r w:rsidR="00E11103">
        <w:t>,</w:t>
      </w:r>
      <w:r w:rsidR="00357F4D">
        <w:t xml:space="preserve"> </w:t>
      </w:r>
      <w:r w:rsidRPr="001C6201">
        <w:t>Alfred</w:t>
      </w:r>
      <w:r w:rsidR="00357F4D">
        <w:t xml:space="preserve"> </w:t>
      </w:r>
      <w:r w:rsidRPr="001C6201">
        <w:t>North</w:t>
      </w:r>
      <w:r w:rsidR="00357F4D">
        <w:t xml:space="preserve"> </w:t>
      </w:r>
      <w:r w:rsidRPr="001C6201">
        <w:t>(1910</w:t>
      </w:r>
      <w:r w:rsidR="00357F4D">
        <w:t>-</w:t>
      </w:r>
      <w:r w:rsidRPr="001C6201">
        <w:t>13)</w:t>
      </w:r>
      <w:r w:rsidR="00357F4D">
        <w:t xml:space="preserve"> </w:t>
      </w:r>
      <w:r w:rsidRPr="001C6201">
        <w:t>3</w:t>
      </w:r>
      <w:r w:rsidR="00357F4D">
        <w:t xml:space="preserve"> </w:t>
      </w:r>
      <w:r w:rsidRPr="001C6201">
        <w:t>vols</w:t>
      </w:r>
      <w:r w:rsidR="00357F4D">
        <w:t xml:space="preserve"> </w:t>
      </w:r>
      <w:r w:rsidRPr="001C6201">
        <w:t>Principia</w:t>
      </w:r>
      <w:r w:rsidR="00357F4D">
        <w:t xml:space="preserve"> </w:t>
      </w:r>
      <w:r w:rsidRPr="001C6201">
        <w:t>Mathematica</w:t>
      </w:r>
      <w:r w:rsidR="00357F4D">
        <w:t xml:space="preserve"> </w:t>
      </w:r>
      <w:r w:rsidRPr="001C6201">
        <w:t>(Cambridge</w:t>
      </w:r>
      <w:r w:rsidR="00E11103">
        <w:t>:</w:t>
      </w:r>
      <w:r w:rsidR="00357F4D">
        <w:t xml:space="preserve"> </w:t>
      </w:r>
      <w:r w:rsidRPr="001C6201">
        <w:t>Cambridge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Sen</w:t>
      </w:r>
      <w:r w:rsidR="00E11103">
        <w:t>,</w:t>
      </w:r>
      <w:r w:rsidR="00357F4D">
        <w:t xml:space="preserve"> </w:t>
      </w:r>
      <w:r w:rsidRPr="001C6201">
        <w:t>A</w:t>
      </w:r>
      <w:r w:rsidR="00E11103">
        <w:t>.</w:t>
      </w:r>
      <w:r w:rsidRPr="001C6201">
        <w:t>K</w:t>
      </w:r>
      <w:r w:rsidR="00E11103">
        <w:t>.</w:t>
      </w:r>
      <w:r w:rsidR="00357F4D">
        <w:t xml:space="preserve"> </w:t>
      </w:r>
      <w:r w:rsidRPr="001C6201">
        <w:t>(1970)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Individual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Choice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Welfare</w:t>
      </w:r>
      <w:r w:rsidR="00357F4D">
        <w:t xml:space="preserve"> </w:t>
      </w:r>
      <w:r w:rsidRPr="001C6201">
        <w:t>(San</w:t>
      </w:r>
      <w:r w:rsidR="00357F4D">
        <w:t xml:space="preserve"> </w:t>
      </w:r>
      <w:r w:rsidRPr="001C6201">
        <w:t>Francisco</w:t>
      </w:r>
      <w:r w:rsidR="00E11103">
        <w:t>:</w:t>
      </w:r>
      <w:r w:rsidR="00357F4D">
        <w:t xml:space="preserve"> </w:t>
      </w:r>
      <w:r w:rsidRPr="001C6201">
        <w:t>Holden</w:t>
      </w:r>
      <w:r w:rsidR="00357F4D">
        <w:t xml:space="preserve"> </w:t>
      </w:r>
      <w:r w:rsidRPr="001C6201">
        <w:t>Day)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Sen</w:t>
      </w:r>
      <w:r w:rsidR="00E11103">
        <w:t>,</w:t>
      </w:r>
      <w:r w:rsidR="00357F4D">
        <w:t xml:space="preserve"> </w:t>
      </w:r>
      <w:r w:rsidRPr="001C6201">
        <w:t>A</w:t>
      </w:r>
      <w:r w:rsidR="00E11103">
        <w:t>.</w:t>
      </w:r>
      <w:r w:rsidRPr="001C6201">
        <w:t>K</w:t>
      </w:r>
      <w:r w:rsidR="00E11103">
        <w:t>.</w:t>
      </w:r>
      <w:r w:rsidR="00357F4D">
        <w:t xml:space="preserve"> </w:t>
      </w:r>
      <w:r w:rsidRPr="001C6201">
        <w:t>(1999)</w:t>
      </w:r>
      <w:r w:rsidR="00357F4D">
        <w:t xml:space="preserve"> </w:t>
      </w:r>
      <w:r w:rsidRPr="001C1AD5">
        <w:rPr>
          <w:rStyle w:val="libItalicChar"/>
        </w:rPr>
        <w:t>Development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Freedom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Oxford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Sidgwick</w:t>
      </w:r>
      <w:r w:rsidR="00E11103">
        <w:t>,</w:t>
      </w:r>
      <w:r w:rsidR="00357F4D">
        <w:t xml:space="preserve"> </w:t>
      </w:r>
      <w:r w:rsidRPr="001C6201">
        <w:t>Henry</w:t>
      </w:r>
      <w:r w:rsidR="00357F4D">
        <w:t xml:space="preserve"> </w:t>
      </w:r>
      <w:r w:rsidRPr="001C6201">
        <w:t>(</w:t>
      </w:r>
      <w:r w:rsidRPr="001C1AD5">
        <w:t>1874/1907)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Methods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Ethics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MacMillan)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Sidgwick</w:t>
      </w:r>
      <w:r w:rsidR="00E11103">
        <w:t>,</w:t>
      </w:r>
      <w:r w:rsidR="00357F4D">
        <w:t xml:space="preserve"> </w:t>
      </w:r>
      <w:r w:rsidRPr="001C6201">
        <w:t>Henry</w:t>
      </w:r>
      <w:r w:rsidR="00357F4D">
        <w:t xml:space="preserve"> </w:t>
      </w:r>
      <w:r w:rsidRPr="001C6201">
        <w:t>(1891)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Elements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MacMillan)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Skinner</w:t>
      </w:r>
      <w:r w:rsidR="00E11103">
        <w:t>,</w:t>
      </w:r>
      <w:r w:rsidR="00357F4D">
        <w:t xml:space="preserve"> </w:t>
      </w:r>
      <w:r w:rsidRPr="001C6201">
        <w:t>Quentin</w:t>
      </w:r>
      <w:r w:rsidR="00357F4D">
        <w:t xml:space="preserve"> </w:t>
      </w:r>
      <w:r w:rsidRPr="001C6201">
        <w:t>(1972)</w:t>
      </w:r>
      <w:r w:rsidR="00357F4D">
        <w:t xml:space="preserve"> </w:t>
      </w:r>
      <w:r w:rsidRPr="001C6201">
        <w:t>‘“Social</w:t>
      </w:r>
      <w:r w:rsidR="00357F4D">
        <w:t xml:space="preserve"> </w:t>
      </w:r>
      <w:r w:rsidRPr="001C6201">
        <w:t>Meaning”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Explanation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Social</w:t>
      </w:r>
      <w:r w:rsidR="00357F4D">
        <w:t xml:space="preserve"> </w:t>
      </w:r>
      <w:r w:rsidRPr="001C6201">
        <w:t>Action’</w:t>
      </w:r>
      <w:r w:rsidR="00E11103">
        <w:t>,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E11103">
        <w:t>,</w:t>
      </w:r>
      <w:r w:rsidR="00357F4D">
        <w:t xml:space="preserve"> </w:t>
      </w:r>
      <w:r w:rsidRPr="001C6201">
        <w:t>Runciman</w:t>
      </w:r>
      <w:r w:rsidR="00E11103">
        <w:t>,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Skinner</w:t>
      </w:r>
      <w:r w:rsidR="00E11103">
        <w:t>,</w:t>
      </w:r>
      <w:r w:rsidR="00357F4D">
        <w:t xml:space="preserve"> </w:t>
      </w:r>
      <w:r w:rsidRPr="001C6201">
        <w:t>Quentin</w:t>
      </w:r>
      <w:r w:rsidR="00357F4D">
        <w:t xml:space="preserve"> </w:t>
      </w:r>
      <w:r w:rsidRPr="001C6201">
        <w:t>(1972)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(Fourth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136</w:t>
      </w:r>
      <w:r w:rsidR="00357F4D">
        <w:t>-</w:t>
      </w:r>
      <w:r w:rsidRPr="001C6201">
        <w:t>157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Steiner</w:t>
      </w:r>
      <w:r w:rsidR="00E11103">
        <w:t>,</w:t>
      </w:r>
      <w:r w:rsidR="00357F4D">
        <w:t xml:space="preserve"> </w:t>
      </w:r>
      <w:r w:rsidRPr="001C6201">
        <w:t>Hillel</w:t>
      </w:r>
      <w:r w:rsidR="00357F4D">
        <w:t xml:space="preserve"> </w:t>
      </w:r>
      <w:r w:rsidRPr="001C6201">
        <w:t>(1994)</w:t>
      </w:r>
      <w:r w:rsidR="00357F4D">
        <w:t xml:space="preserve"> </w:t>
      </w:r>
      <w:r w:rsidRPr="001C1AD5">
        <w:rPr>
          <w:rStyle w:val="libItalicChar"/>
        </w:rPr>
        <w:t>An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Essay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Rights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Tawney</w:t>
      </w:r>
      <w:r w:rsidR="00E11103">
        <w:t>,</w:t>
      </w:r>
      <w:r w:rsidR="00357F4D">
        <w:t xml:space="preserve"> </w:t>
      </w:r>
      <w:r w:rsidRPr="001C6201">
        <w:t>R</w:t>
      </w:r>
      <w:r w:rsidR="00E11103">
        <w:t>.</w:t>
      </w:r>
      <w:r w:rsidRPr="001C6201">
        <w:t>H</w:t>
      </w:r>
      <w:r w:rsidR="00E11103">
        <w:t>.</w:t>
      </w:r>
      <w:r w:rsidR="00357F4D">
        <w:t xml:space="preserve"> </w:t>
      </w:r>
      <w:r w:rsidRPr="001C6201">
        <w:t>(1931)</w:t>
      </w:r>
      <w:r w:rsidR="00357F4D">
        <w:t xml:space="preserve"> </w:t>
      </w:r>
      <w:r w:rsidRPr="001C1AD5">
        <w:rPr>
          <w:rStyle w:val="libItalicChar"/>
        </w:rPr>
        <w:t>Equality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George</w:t>
      </w:r>
      <w:r w:rsidR="00357F4D">
        <w:t xml:space="preserve"> </w:t>
      </w:r>
      <w:r w:rsidRPr="001C6201">
        <w:t>Allen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Unwin)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Taylor</w:t>
      </w:r>
      <w:r w:rsidR="00E11103">
        <w:t>,</w:t>
      </w:r>
      <w:r w:rsidR="00357F4D">
        <w:t xml:space="preserve"> </w:t>
      </w:r>
      <w:r w:rsidRPr="001C6201">
        <w:t>Charles</w:t>
      </w:r>
      <w:r w:rsidR="00357F4D">
        <w:t xml:space="preserve"> </w:t>
      </w:r>
      <w:r w:rsidRPr="001C6201">
        <w:t>(1967)</w:t>
      </w:r>
      <w:r w:rsidR="00357F4D">
        <w:t xml:space="preserve"> </w:t>
      </w:r>
      <w:r w:rsidRPr="001C6201">
        <w:t>‘Neutrality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Political</w:t>
      </w:r>
      <w:r w:rsidR="00357F4D">
        <w:t xml:space="preserve"> </w:t>
      </w:r>
      <w:r w:rsidRPr="001C6201">
        <w:t>Science’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(1967)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(Third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25</w:t>
      </w:r>
      <w:r w:rsidR="00357F4D">
        <w:t>-</w:t>
      </w:r>
      <w:r w:rsidRPr="001C6201">
        <w:t>57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Taylor</w:t>
      </w:r>
      <w:r w:rsidR="00E11103">
        <w:t>,</w:t>
      </w:r>
      <w:r w:rsidR="00357F4D">
        <w:t xml:space="preserve"> </w:t>
      </w:r>
      <w:r w:rsidRPr="001C6201">
        <w:t>Charles</w:t>
      </w:r>
      <w:r w:rsidR="00357F4D">
        <w:t xml:space="preserve"> </w:t>
      </w:r>
      <w:r w:rsidRPr="001C6201">
        <w:t>(1990)</w:t>
      </w:r>
      <w:r w:rsidR="00357F4D">
        <w:t xml:space="preserve"> </w:t>
      </w:r>
      <w:r w:rsidRPr="001C1AD5">
        <w:rPr>
          <w:rStyle w:val="libItalicChar"/>
        </w:rPr>
        <w:t>Sources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Self</w:t>
      </w:r>
      <w:r w:rsidR="00357F4D">
        <w:t xml:space="preserve"> </w:t>
      </w:r>
      <w:r w:rsidRPr="001C6201">
        <w:t>(Harvard</w:t>
      </w:r>
      <w:r w:rsidR="00E11103">
        <w:t>:</w:t>
      </w:r>
      <w:r w:rsidR="00357F4D">
        <w:t xml:space="preserve"> </w:t>
      </w:r>
      <w:r w:rsidRPr="001C6201">
        <w:t>Harvard</w:t>
      </w:r>
      <w:r w:rsidR="00357F4D">
        <w:t xml:space="preserve"> </w:t>
      </w:r>
      <w:r w:rsidRPr="001C6201">
        <w:t>University</w:t>
      </w:r>
      <w:r w:rsidR="00357F4D">
        <w:t xml:space="preserve"> </w:t>
      </w:r>
      <w:r w:rsidRPr="001C6201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Thomson</w:t>
      </w:r>
      <w:r w:rsidR="00E11103">
        <w:t>,</w:t>
      </w:r>
      <w:r w:rsidR="00357F4D">
        <w:t xml:space="preserve"> </w:t>
      </w:r>
      <w:r w:rsidRPr="001C6201">
        <w:t>Judith</w:t>
      </w:r>
      <w:r w:rsidR="00357F4D">
        <w:t xml:space="preserve"> </w:t>
      </w:r>
      <w:r w:rsidRPr="001C6201">
        <w:t>Jarvis</w:t>
      </w:r>
      <w:r w:rsidR="00357F4D">
        <w:t xml:space="preserve"> </w:t>
      </w:r>
      <w:r w:rsidRPr="001C6201">
        <w:t>(1971)</w:t>
      </w:r>
      <w:r w:rsidR="00357F4D">
        <w:t xml:space="preserve"> </w:t>
      </w:r>
      <w:r w:rsidRPr="001C6201">
        <w:t>‘A</w:t>
      </w:r>
      <w:r w:rsidR="00357F4D">
        <w:t xml:space="preserve"> </w:t>
      </w:r>
      <w:r w:rsidRPr="001C6201">
        <w:t>Defence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Abortion’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Public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Affairs</w:t>
      </w:r>
      <w:r w:rsidR="00357F4D">
        <w:t xml:space="preserve"> </w:t>
      </w:r>
      <w:r w:rsidRPr="001C6201">
        <w:t>1</w:t>
      </w:r>
      <w:r w:rsidR="00E11103">
        <w:t>:</w:t>
      </w:r>
      <w:r w:rsidR="00357F4D">
        <w:t xml:space="preserve"> </w:t>
      </w:r>
      <w:r w:rsidRPr="001C6201">
        <w:t>47</w:t>
      </w:r>
      <w:r w:rsidR="00357F4D">
        <w:t>-</w:t>
      </w:r>
      <w:r w:rsidRPr="001C6201">
        <w:t>66</w:t>
      </w:r>
      <w:r w:rsidR="00E11103">
        <w:t>.</w:t>
      </w:r>
    </w:p>
    <w:p w:rsidR="001C1AD5" w:rsidRPr="00B96539" w:rsidRDefault="001C1AD5" w:rsidP="001C1AD5">
      <w:pPr>
        <w:pStyle w:val="libNormal"/>
      </w:pPr>
      <w:r w:rsidRPr="00B96539">
        <w:t>Uebel</w:t>
      </w:r>
      <w:r w:rsidR="00E11103">
        <w:t>,</w:t>
      </w:r>
      <w:r w:rsidR="00357F4D">
        <w:t xml:space="preserve"> </w:t>
      </w:r>
      <w:r w:rsidRPr="00B96539">
        <w:t>T</w:t>
      </w:r>
      <w:r w:rsidR="00E11103">
        <w:t>.</w:t>
      </w:r>
      <w:r w:rsidR="00357F4D">
        <w:t xml:space="preserve"> </w:t>
      </w:r>
      <w:r w:rsidRPr="00B96539">
        <w:t>(2005)</w:t>
      </w:r>
      <w:r w:rsidR="00E11103">
        <w:t>,</w:t>
      </w:r>
      <w:r w:rsidR="00357F4D">
        <w:t xml:space="preserve"> </w:t>
      </w:r>
      <w:r w:rsidRPr="00B96539">
        <w:t>‘Political</w:t>
      </w:r>
      <w:r w:rsidR="00357F4D">
        <w:t xml:space="preserve"> </w:t>
      </w:r>
      <w:r w:rsidRPr="00B96539">
        <w:t>philosophy</w:t>
      </w:r>
      <w:r w:rsidR="00357F4D">
        <w:t xml:space="preserve"> </w:t>
      </w:r>
      <w:r w:rsidRPr="00B96539">
        <w:t>of</w:t>
      </w:r>
      <w:r w:rsidR="00357F4D">
        <w:t xml:space="preserve"> </w:t>
      </w:r>
      <w:r w:rsidRPr="00B96539">
        <w:t>science</w:t>
      </w:r>
      <w:r w:rsidR="00357F4D">
        <w:t xml:space="preserve"> </w:t>
      </w:r>
      <w:r w:rsidRPr="00B96539">
        <w:t>in</w:t>
      </w:r>
      <w:r w:rsidR="00357F4D">
        <w:t xml:space="preserve"> </w:t>
      </w:r>
      <w:r w:rsidRPr="00B96539">
        <w:t>logical</w:t>
      </w:r>
      <w:r w:rsidR="00357F4D">
        <w:t xml:space="preserve"> </w:t>
      </w:r>
      <w:r w:rsidRPr="00B96539">
        <w:t>empiricism</w:t>
      </w:r>
      <w:r w:rsidR="00E11103">
        <w:t>:</w:t>
      </w:r>
      <w:r w:rsidR="00357F4D">
        <w:t xml:space="preserve"> </w:t>
      </w:r>
      <w:r w:rsidRPr="00B96539">
        <w:t>the</w:t>
      </w:r>
      <w:r w:rsidR="00357F4D">
        <w:t xml:space="preserve"> </w:t>
      </w:r>
      <w:r w:rsidRPr="00B96539">
        <w:t>left</w:t>
      </w:r>
      <w:r w:rsidR="00357F4D">
        <w:t xml:space="preserve"> </w:t>
      </w:r>
      <w:r w:rsidRPr="00B96539">
        <w:t>Vienna</w:t>
      </w:r>
      <w:r w:rsidR="00357F4D">
        <w:t xml:space="preserve"> </w:t>
      </w:r>
      <w:r w:rsidRPr="00B96539">
        <w:t>Circle</w:t>
      </w:r>
      <w:r w:rsidR="00E11103">
        <w:t>,</w:t>
      </w:r>
      <w:r w:rsidRPr="00B96539">
        <w:t>’</w:t>
      </w:r>
      <w:r w:rsidR="00357F4D">
        <w:t xml:space="preserve"> </w:t>
      </w:r>
      <w:r w:rsidRPr="001C1AD5">
        <w:rPr>
          <w:rStyle w:val="libItalicChar"/>
        </w:rPr>
        <w:t>Studies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Science</w:t>
      </w:r>
      <w:r w:rsidR="00357F4D">
        <w:rPr>
          <w:rStyle w:val="libItalicChar"/>
        </w:rPr>
        <w:t xml:space="preserve"> </w:t>
      </w:r>
      <w:r>
        <w:t>36</w:t>
      </w:r>
      <w:r w:rsidR="00E11103">
        <w:t>,</w:t>
      </w:r>
      <w:r w:rsidR="00357F4D">
        <w:t xml:space="preserve"> </w:t>
      </w:r>
      <w:r>
        <w:t>754</w:t>
      </w:r>
      <w:r w:rsidR="00357F4D">
        <w:t>-</w:t>
      </w:r>
      <w:r>
        <w:t>73</w:t>
      </w:r>
      <w:r w:rsidR="00E11103">
        <w:t>.</w:t>
      </w:r>
    </w:p>
    <w:p w:rsidR="001C1AD5" w:rsidRPr="00B96539" w:rsidRDefault="001C1AD5" w:rsidP="001C1AD5">
      <w:pPr>
        <w:pStyle w:val="libNormal"/>
      </w:pPr>
      <w:r w:rsidRPr="00B96539">
        <w:t>Uebel</w:t>
      </w:r>
      <w:r w:rsidR="00E11103">
        <w:t>,</w:t>
      </w:r>
      <w:r w:rsidR="00357F4D">
        <w:t xml:space="preserve"> </w:t>
      </w:r>
      <w:r w:rsidRPr="00B96539">
        <w:t>T</w:t>
      </w:r>
      <w:r w:rsidR="00E11103">
        <w:t>.</w:t>
      </w:r>
      <w:r w:rsidR="00357F4D">
        <w:t xml:space="preserve"> </w:t>
      </w:r>
      <w:r w:rsidRPr="00B96539">
        <w:t>(forthcoming)</w:t>
      </w:r>
      <w:r w:rsidR="00357F4D">
        <w:t xml:space="preserve"> </w:t>
      </w:r>
      <w:r w:rsidRPr="00B96539">
        <w:t>‘What’s</w:t>
      </w:r>
      <w:r w:rsidR="00357F4D">
        <w:t xml:space="preserve"> </w:t>
      </w:r>
      <w:r w:rsidRPr="00B96539">
        <w:t>Right</w:t>
      </w:r>
      <w:r w:rsidR="00357F4D">
        <w:t xml:space="preserve"> </w:t>
      </w:r>
      <w:r w:rsidRPr="00B96539">
        <w:t>About</w:t>
      </w:r>
      <w:r w:rsidR="00357F4D">
        <w:t xml:space="preserve"> </w:t>
      </w:r>
      <w:r w:rsidRPr="00B96539">
        <w:t>Carnap</w:t>
      </w:r>
      <w:r w:rsidR="00E11103">
        <w:t>,</w:t>
      </w:r>
      <w:r w:rsidR="00357F4D">
        <w:t xml:space="preserve"> </w:t>
      </w:r>
      <w:r w:rsidRPr="00B96539">
        <w:t>Neurath</w:t>
      </w:r>
      <w:r w:rsidR="00357F4D">
        <w:t xml:space="preserve"> </w:t>
      </w:r>
      <w:r w:rsidRPr="00B96539">
        <w:t>and</w:t>
      </w:r>
      <w:r w:rsidR="00357F4D">
        <w:t xml:space="preserve"> </w:t>
      </w:r>
      <w:r w:rsidRPr="00B96539">
        <w:t>the</w:t>
      </w:r>
      <w:r w:rsidR="00357F4D">
        <w:t xml:space="preserve"> </w:t>
      </w:r>
      <w:r w:rsidRPr="00B96539">
        <w:t>Left</w:t>
      </w:r>
      <w:r w:rsidR="00357F4D">
        <w:t xml:space="preserve"> </w:t>
      </w:r>
      <w:r w:rsidRPr="00B96539">
        <w:t>Vienna</w:t>
      </w:r>
      <w:r w:rsidR="00357F4D">
        <w:t xml:space="preserve"> </w:t>
      </w:r>
      <w:r w:rsidRPr="00B96539">
        <w:t>Circle</w:t>
      </w:r>
      <w:r w:rsidR="00357F4D">
        <w:t xml:space="preserve"> </w:t>
      </w:r>
      <w:r w:rsidRPr="00B96539">
        <w:t>Thesis</w:t>
      </w:r>
      <w:r w:rsidR="00E11103">
        <w:t>.</w:t>
      </w:r>
      <w:r w:rsidR="00357F4D">
        <w:t xml:space="preserve"> </w:t>
      </w:r>
      <w:r w:rsidRPr="00B96539">
        <w:t>A</w:t>
      </w:r>
      <w:r w:rsidR="00357F4D">
        <w:t xml:space="preserve"> </w:t>
      </w:r>
      <w:r w:rsidRPr="00B96539">
        <w:t>Refutation’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Studies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History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Science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Van</w:t>
      </w:r>
      <w:r w:rsidR="00357F4D">
        <w:t xml:space="preserve"> </w:t>
      </w:r>
      <w:r w:rsidRPr="00B96539">
        <w:t>Parijs</w:t>
      </w:r>
      <w:r w:rsidR="00E11103">
        <w:t>,</w:t>
      </w:r>
      <w:r w:rsidR="00357F4D">
        <w:t xml:space="preserve"> </w:t>
      </w:r>
      <w:r w:rsidRPr="00B96539">
        <w:t>Philippe</w:t>
      </w:r>
      <w:r w:rsidR="00357F4D">
        <w:t xml:space="preserve"> </w:t>
      </w:r>
      <w:r w:rsidRPr="00B96539">
        <w:t>(1995)</w:t>
      </w:r>
      <w:r w:rsidR="00357F4D">
        <w:t xml:space="preserve"> </w:t>
      </w:r>
      <w:r w:rsidRPr="00B96539">
        <w:t>Real</w:t>
      </w:r>
      <w:r w:rsidR="00357F4D">
        <w:t xml:space="preserve"> </w:t>
      </w:r>
      <w:r w:rsidRPr="00B96539">
        <w:t>Freedom</w:t>
      </w:r>
      <w:r w:rsidR="00357F4D">
        <w:t xml:space="preserve"> </w:t>
      </w:r>
      <w:r w:rsidRPr="00B96539">
        <w:t>for</w:t>
      </w:r>
      <w:r w:rsidR="00357F4D">
        <w:t xml:space="preserve"> </w:t>
      </w:r>
      <w:r w:rsidRPr="00B96539">
        <w:t>All</w:t>
      </w:r>
      <w:r w:rsidR="00E11103">
        <w:t>:</w:t>
      </w:r>
      <w:r w:rsidR="00357F4D">
        <w:t xml:space="preserve"> </w:t>
      </w:r>
      <w:r w:rsidRPr="00B96539">
        <w:t>What</w:t>
      </w:r>
      <w:r w:rsidR="00357F4D">
        <w:t xml:space="preserve"> </w:t>
      </w:r>
      <w:r w:rsidRPr="00B96539">
        <w:t>(if</w:t>
      </w:r>
      <w:r w:rsidR="00357F4D">
        <w:t xml:space="preserve"> </w:t>
      </w:r>
      <w:r w:rsidRPr="00B96539">
        <w:t>Anything)</w:t>
      </w:r>
      <w:r w:rsidR="00357F4D">
        <w:t xml:space="preserve"> </w:t>
      </w:r>
      <w:r w:rsidRPr="00B96539">
        <w:t>Can</w:t>
      </w:r>
      <w:r w:rsidR="00357F4D">
        <w:t xml:space="preserve"> </w:t>
      </w:r>
      <w:r w:rsidRPr="00B96539">
        <w:t>Justify</w:t>
      </w:r>
      <w:r w:rsidR="00357F4D">
        <w:t xml:space="preserve"> </w:t>
      </w:r>
      <w:r w:rsidRPr="00B96539">
        <w:t>Capitalism?</w:t>
      </w:r>
      <w:r w:rsidR="00357F4D">
        <w:t xml:space="preserve"> </w:t>
      </w:r>
      <w:r w:rsidRPr="00B96539">
        <w:t>(Oxford</w:t>
      </w:r>
      <w:r w:rsidR="00E11103">
        <w:t>:</w:t>
      </w:r>
      <w:r w:rsidR="00357F4D">
        <w:t xml:space="preserve"> </w:t>
      </w:r>
      <w:r w:rsidRPr="00B96539">
        <w:t>Oxford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lastRenderedPageBreak/>
        <w:t>Waldron</w:t>
      </w:r>
      <w:r w:rsidR="00E11103">
        <w:t>,</w:t>
      </w:r>
      <w:r w:rsidR="00357F4D">
        <w:t xml:space="preserve"> </w:t>
      </w:r>
      <w:r w:rsidRPr="00B96539">
        <w:t>Jeremy</w:t>
      </w:r>
      <w:r w:rsidR="00357F4D">
        <w:t xml:space="preserve"> </w:t>
      </w:r>
      <w:r w:rsidRPr="00B96539">
        <w:t>(1985)</w:t>
      </w:r>
      <w:r w:rsidR="00357F4D">
        <w:t xml:space="preserve"> </w:t>
      </w:r>
      <w:r w:rsidRPr="00B96539">
        <w:t>(ed</w:t>
      </w:r>
      <w:r w:rsidR="00E11103">
        <w:t>.</w:t>
      </w:r>
      <w:r w:rsidRPr="00B96539">
        <w:t>)</w:t>
      </w:r>
      <w:r w:rsidR="00357F4D">
        <w:t xml:space="preserve"> </w:t>
      </w:r>
      <w:r w:rsidRPr="001C1AD5">
        <w:rPr>
          <w:rStyle w:val="libItalicChar"/>
        </w:rPr>
        <w:t>Theories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Rights</w:t>
      </w:r>
      <w:r w:rsidR="00357F4D">
        <w:t xml:space="preserve"> </w:t>
      </w:r>
      <w:r w:rsidRPr="00B96539">
        <w:t>(Oxford</w:t>
      </w:r>
      <w:r w:rsidR="00E11103">
        <w:t>:</w:t>
      </w:r>
      <w:r w:rsidR="00357F4D">
        <w:t xml:space="preserve"> </w:t>
      </w:r>
      <w:r w:rsidRPr="00B96539">
        <w:t>Oxford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Walzer</w:t>
      </w:r>
      <w:r w:rsidR="00E11103">
        <w:t>,</w:t>
      </w:r>
      <w:r w:rsidR="00357F4D">
        <w:t xml:space="preserve"> </w:t>
      </w:r>
      <w:r w:rsidRPr="00B96539">
        <w:t>Michael</w:t>
      </w:r>
      <w:r w:rsidR="00357F4D">
        <w:t xml:space="preserve"> </w:t>
      </w:r>
      <w:r w:rsidRPr="00B96539">
        <w:t>(1977)</w:t>
      </w:r>
      <w:r w:rsidR="00357F4D">
        <w:t xml:space="preserve"> </w:t>
      </w:r>
      <w:r w:rsidRPr="001C1AD5">
        <w:rPr>
          <w:rStyle w:val="libItalicChar"/>
        </w:rPr>
        <w:t>Just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Unjust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Wars</w:t>
      </w:r>
      <w:r w:rsidR="00357F4D">
        <w:t xml:space="preserve"> </w:t>
      </w:r>
      <w:r w:rsidRPr="00B96539">
        <w:t>(New</w:t>
      </w:r>
      <w:r w:rsidR="00357F4D">
        <w:t xml:space="preserve"> </w:t>
      </w:r>
      <w:r w:rsidRPr="00B96539">
        <w:t>York</w:t>
      </w:r>
      <w:r w:rsidR="00E11103">
        <w:t>:</w:t>
      </w:r>
      <w:r w:rsidR="00357F4D">
        <w:t xml:space="preserve"> </w:t>
      </w:r>
      <w:r w:rsidRPr="00B96539">
        <w:t>Basic</w:t>
      </w:r>
      <w:r w:rsidR="00357F4D">
        <w:t xml:space="preserve"> </w:t>
      </w:r>
      <w:r w:rsidRPr="00B96539">
        <w:t>Books)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Walzer</w:t>
      </w:r>
      <w:r w:rsidR="00E11103">
        <w:t>,</w:t>
      </w:r>
      <w:r w:rsidR="00357F4D">
        <w:t xml:space="preserve"> </w:t>
      </w:r>
      <w:r w:rsidRPr="00B96539">
        <w:t>Michael</w:t>
      </w:r>
      <w:r w:rsidR="00357F4D">
        <w:t xml:space="preserve"> </w:t>
      </w:r>
      <w:r w:rsidRPr="00B96539">
        <w:t>(1983)</w:t>
      </w:r>
      <w:r w:rsidR="00357F4D">
        <w:t xml:space="preserve"> </w:t>
      </w:r>
      <w:r w:rsidRPr="001C1AD5">
        <w:rPr>
          <w:rStyle w:val="libItalicChar"/>
        </w:rPr>
        <w:t>Spheres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Justice</w:t>
      </w:r>
      <w:r w:rsidR="00357F4D">
        <w:t xml:space="preserve"> </w:t>
      </w:r>
      <w:r w:rsidRPr="00B96539">
        <w:t>(New</w:t>
      </w:r>
      <w:r w:rsidR="00357F4D">
        <w:t xml:space="preserve"> </w:t>
      </w:r>
      <w:r w:rsidRPr="00B96539">
        <w:t>York</w:t>
      </w:r>
      <w:r w:rsidR="00E11103">
        <w:t>:</w:t>
      </w:r>
      <w:r w:rsidR="00357F4D">
        <w:t xml:space="preserve"> </w:t>
      </w:r>
      <w:r w:rsidRPr="00B96539">
        <w:t>Basic</w:t>
      </w:r>
      <w:r w:rsidR="00357F4D">
        <w:t xml:space="preserve"> </w:t>
      </w:r>
      <w:r w:rsidRPr="00B96539">
        <w:t>Books)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Weldon</w:t>
      </w:r>
      <w:r w:rsidR="00E11103">
        <w:t>,</w:t>
      </w:r>
      <w:r w:rsidR="00357F4D">
        <w:t xml:space="preserve"> </w:t>
      </w:r>
      <w:r w:rsidRPr="00B96539">
        <w:t>T</w:t>
      </w:r>
      <w:r w:rsidR="00E11103">
        <w:t>.</w:t>
      </w:r>
      <w:r w:rsidRPr="00B96539">
        <w:t>D</w:t>
      </w:r>
      <w:r w:rsidR="00E11103">
        <w:t>.</w:t>
      </w:r>
      <w:r w:rsidR="00357F4D">
        <w:t xml:space="preserve"> </w:t>
      </w:r>
      <w:r w:rsidRPr="00B96539">
        <w:t>(1946)</w:t>
      </w:r>
      <w:r w:rsidR="00357F4D">
        <w:t xml:space="preserve"> </w:t>
      </w:r>
      <w:r w:rsidRPr="001C1AD5">
        <w:rPr>
          <w:rStyle w:val="libItalicChar"/>
        </w:rPr>
        <w:t>States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Morals</w:t>
      </w:r>
      <w:r w:rsidR="00357F4D">
        <w:t xml:space="preserve"> </w:t>
      </w:r>
      <w:r w:rsidRPr="00B96539">
        <w:t>(London</w:t>
      </w:r>
      <w:r w:rsidR="00E11103">
        <w:t>:</w:t>
      </w:r>
      <w:r w:rsidR="00357F4D">
        <w:t xml:space="preserve"> </w:t>
      </w:r>
      <w:r w:rsidRPr="00B96539">
        <w:t>John</w:t>
      </w:r>
      <w:r w:rsidR="00357F4D">
        <w:t xml:space="preserve"> </w:t>
      </w:r>
      <w:r w:rsidRPr="00B96539">
        <w:t>Murray)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Weldon</w:t>
      </w:r>
      <w:r w:rsidR="00E11103">
        <w:t>,</w:t>
      </w:r>
      <w:r w:rsidR="00357F4D">
        <w:t xml:space="preserve"> </w:t>
      </w:r>
      <w:r w:rsidRPr="001C6201">
        <w:t>T</w:t>
      </w:r>
      <w:r w:rsidR="00E11103">
        <w:t>.</w:t>
      </w:r>
      <w:r w:rsidRPr="001C6201">
        <w:t>D</w:t>
      </w:r>
      <w:r w:rsidR="00E11103">
        <w:t>.</w:t>
      </w:r>
      <w:r w:rsidR="00357F4D">
        <w:t xml:space="preserve"> </w:t>
      </w:r>
      <w:r w:rsidRPr="001C6201">
        <w:t>(1953)</w:t>
      </w:r>
      <w:r w:rsidR="00357F4D"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Vocabulary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Penguin)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Weldon</w:t>
      </w:r>
      <w:r w:rsidR="00E11103">
        <w:t>,</w:t>
      </w:r>
      <w:r w:rsidR="00357F4D">
        <w:t xml:space="preserve"> </w:t>
      </w:r>
      <w:r w:rsidRPr="001C6201">
        <w:t>T</w:t>
      </w:r>
      <w:r w:rsidR="00E11103">
        <w:t>.</w:t>
      </w:r>
      <w:r w:rsidRPr="001C6201">
        <w:t>D</w:t>
      </w:r>
      <w:r w:rsidR="00E11103">
        <w:t>.</w:t>
      </w:r>
      <w:r w:rsidR="00357F4D">
        <w:t xml:space="preserve"> </w:t>
      </w:r>
      <w:r w:rsidRPr="001C6201">
        <w:t>(1956)</w:t>
      </w:r>
      <w:r w:rsidR="00E11103">
        <w:t>,</w:t>
      </w:r>
      <w:r w:rsidR="00357F4D">
        <w:t xml:space="preserve"> </w:t>
      </w:r>
      <w:r w:rsidRPr="001C6201">
        <w:t>‘Political</w:t>
      </w:r>
      <w:r w:rsidR="00357F4D">
        <w:t xml:space="preserve"> </w:t>
      </w:r>
      <w:r w:rsidRPr="001C6201">
        <w:t>Principles’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(1956a)</w:t>
      </w:r>
      <w:r w:rsidR="00357F4D">
        <w:t xml:space="preserve"> </w:t>
      </w:r>
      <w:r w:rsidRPr="001C6201">
        <w:t>ed</w:t>
      </w:r>
      <w:r w:rsidR="00E11103">
        <w:t>.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E11103">
        <w:rPr>
          <w:rStyle w:val="libItalicChar"/>
        </w:rPr>
        <w:t>,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22</w:t>
      </w:r>
      <w:r w:rsidR="00357F4D">
        <w:t>-</w:t>
      </w:r>
      <w:r w:rsidRPr="001C6201">
        <w:t>34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Williams</w:t>
      </w:r>
      <w:r w:rsidR="00E11103">
        <w:t>,</w:t>
      </w:r>
      <w:r w:rsidR="00357F4D">
        <w:t xml:space="preserve"> </w:t>
      </w:r>
      <w:r w:rsidRPr="001C6201">
        <w:t>Bernard</w:t>
      </w:r>
      <w:r w:rsidR="00357F4D">
        <w:t xml:space="preserve"> </w:t>
      </w:r>
      <w:r w:rsidRPr="001C6201">
        <w:t>(1962)</w:t>
      </w:r>
      <w:r w:rsidR="00357F4D">
        <w:t xml:space="preserve"> </w:t>
      </w:r>
      <w:r w:rsidRPr="001C6201">
        <w:t>‘The</w:t>
      </w:r>
      <w:r w:rsidR="00357F4D">
        <w:t xml:space="preserve"> </w:t>
      </w:r>
      <w:r w:rsidRPr="001C6201">
        <w:t>Idea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Equality’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(1962)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(Second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110</w:t>
      </w:r>
      <w:r w:rsidR="00357F4D">
        <w:t>-</w:t>
      </w:r>
      <w:r w:rsidRPr="001C6201">
        <w:t>131</w:t>
      </w:r>
      <w:r w:rsidR="00E11103">
        <w:t>.</w:t>
      </w:r>
    </w:p>
    <w:p w:rsidR="001C1AD5" w:rsidRDefault="001C1AD5" w:rsidP="001C1AD5">
      <w:pPr>
        <w:pStyle w:val="libNormal"/>
      </w:pPr>
      <w:r w:rsidRPr="00B96539">
        <w:t>Williams</w:t>
      </w:r>
      <w:r w:rsidR="00E11103">
        <w:t>,</w:t>
      </w:r>
      <w:r w:rsidR="00357F4D">
        <w:t xml:space="preserve"> </w:t>
      </w:r>
      <w:r w:rsidRPr="00B96539">
        <w:t>Bernard</w:t>
      </w:r>
      <w:r w:rsidR="00357F4D">
        <w:t xml:space="preserve"> </w:t>
      </w:r>
      <w:r w:rsidRPr="00B96539">
        <w:t>(2005)</w:t>
      </w:r>
      <w:r w:rsidR="00357F4D"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Beginning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Was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Deed</w:t>
      </w:r>
      <w:r w:rsidR="00E11103">
        <w:rPr>
          <w:rStyle w:val="libItalicChar"/>
        </w:rPr>
        <w:t>: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Realism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Moralism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Political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Argument</w:t>
      </w:r>
      <w:r w:rsidR="00E11103">
        <w:t>,</w:t>
      </w:r>
      <w:r w:rsidR="00357F4D">
        <w:t xml:space="preserve"> </w:t>
      </w:r>
      <w:r w:rsidRPr="00B96539">
        <w:t>ed</w:t>
      </w:r>
      <w:r w:rsidR="00E11103">
        <w:t>.</w:t>
      </w:r>
      <w:r w:rsidR="00357F4D">
        <w:t xml:space="preserve"> </w:t>
      </w:r>
      <w:r w:rsidRPr="00B96539">
        <w:t>Geoffrey</w:t>
      </w:r>
      <w:r w:rsidR="00357F4D">
        <w:t xml:space="preserve"> </w:t>
      </w:r>
      <w:r w:rsidRPr="00B96539">
        <w:t>Hawthorn</w:t>
      </w:r>
      <w:r w:rsidR="00E11103">
        <w:t>,</w:t>
      </w:r>
      <w:r w:rsidR="00357F4D">
        <w:t xml:space="preserve"> </w:t>
      </w:r>
      <w:r w:rsidRPr="00B96539">
        <w:t>(Princeton</w:t>
      </w:r>
      <w:r w:rsidR="00357F4D">
        <w:t xml:space="preserve"> </w:t>
      </w:r>
      <w:r w:rsidRPr="00B96539">
        <w:t>NJ</w:t>
      </w:r>
      <w:r w:rsidR="00E11103">
        <w:t>.:</w:t>
      </w:r>
      <w:r w:rsidR="00357F4D">
        <w:t xml:space="preserve"> </w:t>
      </w:r>
      <w:r w:rsidRPr="00B96539">
        <w:t>Princeton</w:t>
      </w:r>
      <w:r w:rsidR="00357F4D">
        <w:t xml:space="preserve"> </w:t>
      </w:r>
      <w:r w:rsidRPr="00B96539">
        <w:t>University</w:t>
      </w:r>
      <w:r w:rsidR="00357F4D">
        <w:t xml:space="preserve"> </w:t>
      </w:r>
      <w:r w:rsidRPr="00B96539">
        <w:t>Press)</w:t>
      </w:r>
      <w:r w:rsidR="00E11103">
        <w:t>.</w:t>
      </w:r>
    </w:p>
    <w:p w:rsidR="001C1AD5" w:rsidRDefault="001C1AD5" w:rsidP="001C1AD5">
      <w:pPr>
        <w:pStyle w:val="libNormal"/>
      </w:pPr>
      <w:r>
        <w:t>Wisdom</w:t>
      </w:r>
      <w:r w:rsidR="00E11103">
        <w:t>,</w:t>
      </w:r>
      <w:r w:rsidR="00357F4D">
        <w:t xml:space="preserve"> </w:t>
      </w:r>
      <w:r>
        <w:t>John</w:t>
      </w:r>
      <w:r w:rsidR="00357F4D">
        <w:t xml:space="preserve"> </w:t>
      </w:r>
      <w:r>
        <w:t>(1931)</w:t>
      </w:r>
      <w:r w:rsidR="00357F4D">
        <w:t xml:space="preserve"> </w:t>
      </w:r>
      <w:r w:rsidRPr="001C1AD5">
        <w:rPr>
          <w:rStyle w:val="libItalicChar"/>
        </w:rPr>
        <w:t>Interpretation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Analysis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Relation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to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Bentham’s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Theory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Definition</w:t>
      </w:r>
      <w:r w:rsidR="00357F4D">
        <w:t xml:space="preserve"> </w:t>
      </w:r>
      <w:r>
        <w:t>(London</w:t>
      </w:r>
      <w:r w:rsidR="00E11103">
        <w:t>:</w:t>
      </w:r>
      <w:r w:rsidR="00357F4D">
        <w:t xml:space="preserve"> </w:t>
      </w:r>
      <w:r>
        <w:t>Kegan</w:t>
      </w:r>
      <w:r w:rsidR="00357F4D">
        <w:t xml:space="preserve"> </w:t>
      </w:r>
      <w:r>
        <w:t>Paul)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Wittgenstein</w:t>
      </w:r>
      <w:r w:rsidR="00E11103">
        <w:t>,</w:t>
      </w:r>
      <w:r w:rsidR="00357F4D">
        <w:t xml:space="preserve"> </w:t>
      </w:r>
      <w:r w:rsidRPr="001C6201">
        <w:t>Ludwig</w:t>
      </w:r>
      <w:r w:rsidR="00357F4D">
        <w:t xml:space="preserve"> </w:t>
      </w:r>
      <w:r w:rsidRPr="001C6201">
        <w:t>(1980)</w:t>
      </w:r>
      <w:r w:rsidR="00357F4D">
        <w:t xml:space="preserve"> </w:t>
      </w:r>
      <w:r w:rsidRPr="001C1AD5">
        <w:rPr>
          <w:rStyle w:val="libItalicChar"/>
        </w:rPr>
        <w:t>Culture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Value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Wolff</w:t>
      </w:r>
      <w:r w:rsidR="00E11103">
        <w:t>,</w:t>
      </w:r>
      <w:r w:rsidR="00357F4D">
        <w:t xml:space="preserve"> </w:t>
      </w:r>
      <w:r w:rsidRPr="001C6201">
        <w:t>Robert</w:t>
      </w:r>
      <w:r w:rsidR="00357F4D">
        <w:t xml:space="preserve"> </w:t>
      </w:r>
      <w:r w:rsidRPr="001C6201">
        <w:t>Paul</w:t>
      </w:r>
      <w:r w:rsidR="00357F4D">
        <w:t xml:space="preserve"> </w:t>
      </w:r>
      <w:r w:rsidRPr="001C6201">
        <w:t>(1970/1972)</w:t>
      </w:r>
      <w:r w:rsidR="00357F4D">
        <w:t xml:space="preserve"> </w:t>
      </w:r>
      <w:r w:rsidRPr="001C1AD5">
        <w:rPr>
          <w:rStyle w:val="libItalicChar"/>
        </w:rPr>
        <w:t>In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Defence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of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Anarchism</w:t>
      </w:r>
      <w:r w:rsidR="00357F4D">
        <w:t xml:space="preserve"> </w:t>
      </w:r>
      <w:r w:rsidRPr="001C6201">
        <w:t>(New</w:t>
      </w:r>
      <w:r w:rsidR="00357F4D">
        <w:t xml:space="preserve"> </w:t>
      </w:r>
      <w:r w:rsidRPr="001C6201">
        <w:t>York</w:t>
      </w:r>
      <w:r w:rsidR="00E11103">
        <w:t>:</w:t>
      </w:r>
      <w:r w:rsidR="00357F4D">
        <w:t xml:space="preserve"> </w:t>
      </w:r>
      <w:r w:rsidRPr="001C6201">
        <w:t>Harper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Row)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Wollheim</w:t>
      </w:r>
      <w:r w:rsidR="00E11103">
        <w:t>,</w:t>
      </w:r>
      <w:r w:rsidR="00357F4D">
        <w:t xml:space="preserve"> </w:t>
      </w:r>
      <w:r w:rsidRPr="001C6201">
        <w:t>Richard</w:t>
      </w:r>
      <w:r w:rsidR="00357F4D">
        <w:t xml:space="preserve"> </w:t>
      </w:r>
      <w:r w:rsidRPr="001C6201">
        <w:t>(1962)</w:t>
      </w:r>
      <w:r w:rsidR="00357F4D">
        <w:t xml:space="preserve"> </w:t>
      </w:r>
      <w:r w:rsidRPr="001C6201">
        <w:t>‘A</w:t>
      </w:r>
      <w:r w:rsidR="00357F4D">
        <w:t xml:space="preserve"> </w:t>
      </w:r>
      <w:r w:rsidRPr="001C6201">
        <w:t>Paradox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the</w:t>
      </w:r>
      <w:r w:rsidR="00357F4D">
        <w:t xml:space="preserve"> </w:t>
      </w:r>
      <w:r w:rsidRPr="001C6201">
        <w:t>Theory</w:t>
      </w:r>
      <w:r w:rsidR="00357F4D">
        <w:t xml:space="preserve"> </w:t>
      </w:r>
      <w:r w:rsidRPr="001C6201">
        <w:t>of</w:t>
      </w:r>
      <w:r w:rsidR="00357F4D">
        <w:t xml:space="preserve"> </w:t>
      </w:r>
      <w:r w:rsidRPr="001C6201">
        <w:t>Democracy’</w:t>
      </w:r>
      <w:r w:rsidR="00357F4D">
        <w:t xml:space="preserve"> </w:t>
      </w:r>
      <w:r w:rsidRPr="001C6201">
        <w:t>in</w:t>
      </w:r>
      <w:r w:rsidR="00357F4D">
        <w:t xml:space="preserve"> </w:t>
      </w:r>
      <w:r w:rsidRPr="001C6201">
        <w:t>Laslett</w:t>
      </w:r>
      <w:r w:rsidR="00E11103">
        <w:t>,</w:t>
      </w:r>
      <w:r w:rsidR="00357F4D">
        <w:t xml:space="preserve"> </w:t>
      </w:r>
      <w:r w:rsidRPr="001C6201">
        <w:t>Peter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Runciman</w:t>
      </w:r>
      <w:r w:rsidR="00357F4D">
        <w:t xml:space="preserve"> </w:t>
      </w:r>
      <w:r w:rsidRPr="001C6201">
        <w:t>W</w:t>
      </w:r>
      <w:r w:rsidR="00E11103">
        <w:t>.</w:t>
      </w:r>
      <w:r w:rsidRPr="001C6201">
        <w:t>G</w:t>
      </w:r>
      <w:r w:rsidR="00E11103">
        <w:t>.</w:t>
      </w:r>
      <w:r w:rsidR="00357F4D">
        <w:t xml:space="preserve"> </w:t>
      </w:r>
      <w:r w:rsidRPr="001C6201">
        <w:t>(1962)</w:t>
      </w:r>
      <w:r w:rsidR="00E11103">
        <w:t>,</w:t>
      </w:r>
      <w:r w:rsidR="00357F4D">
        <w:t xml:space="preserve"> </w:t>
      </w:r>
      <w:r w:rsidRPr="001C1AD5">
        <w:rPr>
          <w:rStyle w:val="libItalicChar"/>
        </w:rPr>
        <w:t>Philosophy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Politics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and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Society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(Second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Series)</w:t>
      </w:r>
      <w:r w:rsidR="00357F4D">
        <w:t xml:space="preserve"> </w:t>
      </w:r>
      <w:r w:rsidRPr="001C6201">
        <w:t>(Oxford</w:t>
      </w:r>
      <w:r w:rsidR="00E11103">
        <w:t>:</w:t>
      </w:r>
      <w:r w:rsidR="00357F4D">
        <w:t xml:space="preserve"> </w:t>
      </w:r>
      <w:r w:rsidRPr="001C6201">
        <w:t>Blackwell)</w:t>
      </w:r>
      <w:r w:rsidR="00E11103">
        <w:t>,</w:t>
      </w:r>
      <w:r w:rsidR="00357F4D">
        <w:t xml:space="preserve"> </w:t>
      </w:r>
      <w:r w:rsidRPr="001C6201">
        <w:t>pp</w:t>
      </w:r>
      <w:r w:rsidR="00E11103">
        <w:t>.</w:t>
      </w:r>
      <w:r w:rsidR="00357F4D">
        <w:t xml:space="preserve"> </w:t>
      </w:r>
      <w:r w:rsidRPr="001C6201">
        <w:t>71</w:t>
      </w:r>
      <w:r w:rsidR="00357F4D">
        <w:t>-</w:t>
      </w:r>
      <w:r w:rsidRPr="001C6201">
        <w:t>87</w:t>
      </w:r>
      <w:r w:rsidR="00E11103">
        <w:t>.</w:t>
      </w:r>
    </w:p>
    <w:p w:rsidR="001C1AD5" w:rsidRDefault="001C1AD5" w:rsidP="001C1AD5">
      <w:pPr>
        <w:pStyle w:val="libNormal"/>
      </w:pPr>
      <w:r w:rsidRPr="001C6201">
        <w:t>Wood</w:t>
      </w:r>
      <w:r w:rsidR="00E11103">
        <w:t>,</w:t>
      </w:r>
      <w:r w:rsidR="00357F4D">
        <w:t xml:space="preserve"> </w:t>
      </w:r>
      <w:r w:rsidRPr="001C6201">
        <w:t>Allen</w:t>
      </w:r>
      <w:r w:rsidR="00357F4D">
        <w:t xml:space="preserve"> </w:t>
      </w:r>
      <w:r w:rsidRPr="001C6201">
        <w:t>(1981)</w:t>
      </w:r>
      <w:r w:rsidR="00357F4D">
        <w:t xml:space="preserve"> </w:t>
      </w:r>
      <w:r w:rsidRPr="001C1AD5">
        <w:rPr>
          <w:rStyle w:val="libItalicChar"/>
        </w:rPr>
        <w:t>Karl</w:t>
      </w:r>
      <w:r w:rsidR="00357F4D">
        <w:rPr>
          <w:rStyle w:val="libItalicChar"/>
        </w:rPr>
        <w:t xml:space="preserve"> </w:t>
      </w:r>
      <w:r w:rsidRPr="001C1AD5">
        <w:rPr>
          <w:rStyle w:val="libItalicChar"/>
        </w:rPr>
        <w:t>Marx</w:t>
      </w:r>
      <w:r w:rsidR="00357F4D">
        <w:t xml:space="preserve"> </w:t>
      </w:r>
      <w:r w:rsidRPr="001C6201">
        <w:t>(London</w:t>
      </w:r>
      <w:r w:rsidR="00E11103">
        <w:t>:</w:t>
      </w:r>
      <w:r w:rsidR="00357F4D">
        <w:t xml:space="preserve"> </w:t>
      </w:r>
      <w:r w:rsidRPr="001C6201">
        <w:t>Routledge</w:t>
      </w:r>
      <w:r w:rsidR="00357F4D">
        <w:t xml:space="preserve"> </w:t>
      </w:r>
      <w:r w:rsidRPr="001C6201">
        <w:t>and</w:t>
      </w:r>
      <w:r w:rsidR="00357F4D">
        <w:t xml:space="preserve"> </w:t>
      </w:r>
      <w:r w:rsidRPr="001C6201">
        <w:t>Kegan</w:t>
      </w:r>
      <w:r w:rsidR="00357F4D">
        <w:t xml:space="preserve"> </w:t>
      </w:r>
      <w:r w:rsidRPr="001C6201">
        <w:t>Paul)</w:t>
      </w:r>
      <w:r w:rsidR="00E11103">
        <w:t>.</w:t>
      </w:r>
    </w:p>
    <w:p w:rsidR="001C1AD5" w:rsidRDefault="001C1AD5" w:rsidP="001C1AD5">
      <w:pPr>
        <w:pStyle w:val="libNormal"/>
      </w:pPr>
      <w:r>
        <w:br w:type="page"/>
      </w:r>
    </w:p>
    <w:p w:rsidR="00413479" w:rsidRPr="002C0451" w:rsidRDefault="001C1AD5" w:rsidP="001C1AD5">
      <w:pPr>
        <w:pStyle w:val="Heading1Center"/>
      </w:pPr>
      <w:bookmarkStart w:id="8" w:name="_Toc421362881"/>
      <w:r w:rsidRPr="001C1AD5">
        <w:lastRenderedPageBreak/>
        <w:t>Notes</w:t>
      </w:r>
      <w:bookmarkEnd w:id="8"/>
    </w:p>
    <w:sectPr w:rsidR="00413479" w:rsidRPr="002C0451" w:rsidSect="001C1AD5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475" w:rsidRDefault="00705475" w:rsidP="00750110">
      <w:pPr>
        <w:pStyle w:val="libNormal"/>
      </w:pPr>
    </w:p>
  </w:endnote>
  <w:endnote w:type="continuationSeparator" w:id="1">
    <w:p w:rsidR="00705475" w:rsidRDefault="00705475" w:rsidP="00750110">
      <w:pPr>
        <w:pStyle w:val="libNormal"/>
      </w:pPr>
    </w:p>
  </w:endnote>
  <w:endnote w:type="continuationNotice" w:id="2">
    <w:p w:rsidR="00705475" w:rsidRDefault="00705475" w:rsidP="00750110">
      <w:pPr>
        <w:pStyle w:val="libNormal"/>
      </w:pPr>
    </w:p>
  </w:endnote>
  <w:endnote w:id="3">
    <w:p w:rsidR="001C1AD5" w:rsidRPr="001C1AD5" w:rsidRDefault="001C1AD5" w:rsidP="001C1AD5">
      <w:pPr>
        <w:pStyle w:val="libFootnote"/>
      </w:pPr>
      <w:r w:rsidRPr="001C1AD5">
        <w:rPr>
          <w:rStyle w:val="EndnoteReference"/>
          <w:vertAlign w:val="baseline"/>
        </w:rPr>
        <w:endnoteRef/>
      </w:r>
      <w:r w:rsidR="00357F4D">
        <w:t xml:space="preserve"> </w:t>
      </w:r>
      <w:r w:rsidRPr="001C1AD5">
        <w:t>I</w:t>
      </w:r>
      <w:r w:rsidR="00357F4D">
        <w:t xml:space="preserve"> </w:t>
      </w:r>
      <w:r w:rsidRPr="001C1AD5">
        <w:t>owe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point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Alan</w:t>
      </w:r>
      <w:r w:rsidR="00357F4D">
        <w:t xml:space="preserve"> </w:t>
      </w:r>
      <w:r w:rsidRPr="001C1AD5">
        <w:t>Hamlin</w:t>
      </w:r>
    </w:p>
  </w:endnote>
  <w:endnote w:id="4">
    <w:p w:rsidR="001C1AD5" w:rsidRPr="001C1AD5" w:rsidRDefault="001C1AD5" w:rsidP="001C1AD5">
      <w:pPr>
        <w:pStyle w:val="libFootnote"/>
      </w:pPr>
      <w:r w:rsidRPr="001C1AD5">
        <w:rPr>
          <w:rStyle w:val="EndnoteReference"/>
          <w:vertAlign w:val="baseline"/>
        </w:rPr>
        <w:endnoteRef/>
      </w:r>
      <w:r w:rsidR="00357F4D">
        <w:t xml:space="preserve"> </w:t>
      </w:r>
      <w:r w:rsidRPr="001C1AD5">
        <w:t>I</w:t>
      </w:r>
      <w:r w:rsidR="00357F4D">
        <w:t xml:space="preserve"> </w:t>
      </w:r>
      <w:r w:rsidRPr="001C1AD5">
        <w:t>am</w:t>
      </w:r>
      <w:r w:rsidR="00357F4D">
        <w:t xml:space="preserve"> </w:t>
      </w:r>
      <w:r w:rsidRPr="001C1AD5">
        <w:t>extremely</w:t>
      </w:r>
      <w:r w:rsidR="00357F4D">
        <w:t xml:space="preserve"> </w:t>
      </w:r>
      <w:r w:rsidRPr="001C1AD5">
        <w:t>grateful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Michael</w:t>
      </w:r>
      <w:r w:rsidR="00357F4D">
        <w:t xml:space="preserve"> </w:t>
      </w:r>
      <w:r w:rsidRPr="001C1AD5">
        <w:t>Rosen</w:t>
      </w:r>
      <w:r w:rsidR="00E11103">
        <w:t>,</w:t>
      </w:r>
      <w:r w:rsidR="00357F4D">
        <w:t xml:space="preserve"> </w:t>
      </w:r>
      <w:r w:rsidRPr="001C1AD5">
        <w:t>Michael</w:t>
      </w:r>
      <w:r w:rsidR="00357F4D">
        <w:t xml:space="preserve"> </w:t>
      </w:r>
      <w:r w:rsidRPr="001C1AD5">
        <w:t>Beaney</w:t>
      </w:r>
      <w:r w:rsidR="00E11103">
        <w:t>,</w:t>
      </w:r>
      <w:r w:rsidR="00357F4D">
        <w:t xml:space="preserve"> </w:t>
      </w:r>
      <w:r w:rsidRPr="001C1AD5">
        <w:t>Zofia</w:t>
      </w:r>
      <w:r w:rsidR="00357F4D">
        <w:t xml:space="preserve"> </w:t>
      </w:r>
      <w:r w:rsidRPr="001C1AD5">
        <w:t>Stempslowska</w:t>
      </w:r>
      <w:r w:rsidR="00E11103">
        <w:t>,</w:t>
      </w:r>
      <w:r w:rsidR="00357F4D">
        <w:t xml:space="preserve"> </w:t>
      </w:r>
      <w:r w:rsidRPr="001C1AD5">
        <w:t>Hillel</w:t>
      </w:r>
      <w:r w:rsidR="00357F4D">
        <w:t xml:space="preserve"> </w:t>
      </w:r>
      <w:r w:rsidRPr="001C1AD5">
        <w:t>Steiner</w:t>
      </w:r>
      <w:r w:rsidR="00E11103">
        <w:t>,</w:t>
      </w:r>
      <w:r w:rsidR="00357F4D">
        <w:t xml:space="preserve"> </w:t>
      </w:r>
      <w:r w:rsidRPr="001C1AD5">
        <w:t>Shepley</w:t>
      </w:r>
      <w:r w:rsidR="00357F4D">
        <w:t xml:space="preserve"> </w:t>
      </w:r>
      <w:r w:rsidRPr="001C1AD5">
        <w:t>Orr</w:t>
      </w:r>
      <w:r w:rsidR="00E11103">
        <w:t>,</w:t>
      </w:r>
      <w:r w:rsidR="00357F4D">
        <w:t xml:space="preserve"> </w:t>
      </w:r>
      <w:r w:rsidRPr="001C1AD5">
        <w:t>Michael</w:t>
      </w:r>
      <w:r w:rsidR="00357F4D">
        <w:t xml:space="preserve"> </w:t>
      </w:r>
      <w:r w:rsidRPr="001C1AD5">
        <w:t>Otsuka</w:t>
      </w:r>
      <w:r w:rsidR="00E11103">
        <w:t>,</w:t>
      </w:r>
      <w:r w:rsidR="00357F4D">
        <w:t xml:space="preserve"> </w:t>
      </w:r>
      <w:r w:rsidRPr="001C1AD5">
        <w:t>Alex</w:t>
      </w:r>
      <w:r w:rsidR="00357F4D">
        <w:t xml:space="preserve"> </w:t>
      </w:r>
      <w:r w:rsidRPr="001C1AD5">
        <w:t>Voorhoeve</w:t>
      </w:r>
      <w:r w:rsidR="00E11103">
        <w:t>,</w:t>
      </w:r>
      <w:r w:rsidR="00357F4D">
        <w:t xml:space="preserve"> </w:t>
      </w:r>
      <w:r w:rsidRPr="001C1AD5">
        <w:t>Andrea</w:t>
      </w:r>
      <w:r w:rsidR="00357F4D">
        <w:t xml:space="preserve"> </w:t>
      </w:r>
      <w:r w:rsidRPr="001C1AD5">
        <w:t>Sangiovanni</w:t>
      </w:r>
      <w:r w:rsidR="00E11103">
        <w:t>,</w:t>
      </w:r>
      <w:r w:rsidR="00357F4D">
        <w:t xml:space="preserve"> </w:t>
      </w:r>
      <w:r w:rsidRPr="001C1AD5">
        <w:t>Leif</w:t>
      </w:r>
      <w:r w:rsidR="00357F4D">
        <w:t xml:space="preserve"> </w:t>
      </w:r>
      <w:r w:rsidRPr="001C1AD5">
        <w:t>Wenar</w:t>
      </w:r>
      <w:r w:rsidR="00E11103">
        <w:t>,</w:t>
      </w:r>
      <w:r w:rsidR="00357F4D">
        <w:t xml:space="preserve"> </w:t>
      </w:r>
      <w:r w:rsidRPr="001C1AD5">
        <w:t>Paul</w:t>
      </w:r>
      <w:r w:rsidR="00357F4D">
        <w:t xml:space="preserve"> </w:t>
      </w:r>
      <w:r w:rsidRPr="001C1AD5">
        <w:t>Kelly</w:t>
      </w:r>
      <w:r w:rsidR="00E11103">
        <w:t>,</w:t>
      </w:r>
      <w:r w:rsidR="00357F4D">
        <w:t xml:space="preserve"> </w:t>
      </w:r>
      <w:r w:rsidRPr="001C1AD5">
        <w:t>Alan</w:t>
      </w:r>
      <w:r w:rsidR="00357F4D">
        <w:t xml:space="preserve"> </w:t>
      </w:r>
      <w:r w:rsidRPr="001C1AD5">
        <w:t>Haworth</w:t>
      </w:r>
      <w:r w:rsidR="00E11103">
        <w:t>,</w:t>
      </w:r>
      <w:r w:rsidR="00357F4D">
        <w:t xml:space="preserve"> </w:t>
      </w:r>
      <w:r w:rsidRPr="001C1AD5">
        <w:t>David</w:t>
      </w:r>
      <w:r w:rsidR="00357F4D">
        <w:t xml:space="preserve"> </w:t>
      </w:r>
      <w:r w:rsidRPr="001C1AD5">
        <w:t>Lloyd</w:t>
      </w:r>
      <w:r w:rsidR="00357F4D">
        <w:t xml:space="preserve"> </w:t>
      </w:r>
      <w:r w:rsidRPr="001C1AD5">
        <w:t>Thomas</w:t>
      </w:r>
      <w:r w:rsidR="00E11103">
        <w:t>,</w:t>
      </w:r>
      <w:r w:rsidR="00357F4D">
        <w:t xml:space="preserve"> </w:t>
      </w:r>
      <w:r w:rsidRPr="001C1AD5">
        <w:t>Alan</w:t>
      </w:r>
      <w:r w:rsidR="00357F4D">
        <w:t xml:space="preserve"> </w:t>
      </w:r>
      <w:r w:rsidRPr="001C1AD5">
        <w:t>Hamlin</w:t>
      </w:r>
      <w:r w:rsidR="00E11103">
        <w:t>,</w:t>
      </w:r>
      <w:r w:rsidR="00357F4D">
        <w:t xml:space="preserve"> </w:t>
      </w:r>
      <w:r w:rsidRPr="001C1AD5">
        <w:t>Geraint</w:t>
      </w:r>
      <w:r w:rsidR="00357F4D">
        <w:t xml:space="preserve"> </w:t>
      </w:r>
      <w:r w:rsidRPr="001C1AD5">
        <w:t>Perry</w:t>
      </w:r>
      <w:r w:rsidR="00E11103">
        <w:t>,</w:t>
      </w:r>
      <w:r w:rsidR="00357F4D">
        <w:t xml:space="preserve"> </w:t>
      </w:r>
      <w:r w:rsidRPr="001C1AD5">
        <w:t>Ian</w:t>
      </w:r>
      <w:r w:rsidR="00357F4D">
        <w:t xml:space="preserve"> </w:t>
      </w:r>
      <w:r w:rsidRPr="001C1AD5">
        <w:t>Carter</w:t>
      </w:r>
      <w:r w:rsidR="00E11103">
        <w:t>,</w:t>
      </w:r>
      <w:r w:rsidR="00357F4D">
        <w:t xml:space="preserve"> </w:t>
      </w:r>
      <w:r w:rsidRPr="001C1AD5">
        <w:t>Paul</w:t>
      </w:r>
      <w:r w:rsidR="00357F4D">
        <w:t xml:space="preserve"> </w:t>
      </w:r>
      <w:r w:rsidRPr="001C1AD5">
        <w:t>Snowdon</w:t>
      </w:r>
      <w:r w:rsidR="00E11103">
        <w:t>,</w:t>
      </w:r>
      <w:r w:rsidR="00357F4D">
        <w:t xml:space="preserve"> </w:t>
      </w:r>
      <w:r w:rsidRPr="001C1AD5">
        <w:t>Matthew</w:t>
      </w:r>
      <w:r w:rsidR="00357F4D">
        <w:t xml:space="preserve"> </w:t>
      </w:r>
      <w:r w:rsidRPr="001C1AD5">
        <w:t>Kramer</w:t>
      </w:r>
      <w:r w:rsidR="00E11103">
        <w:t>,</w:t>
      </w:r>
      <w:r w:rsidR="00357F4D">
        <w:t xml:space="preserve"> </w:t>
      </w:r>
      <w:r w:rsidRPr="001C1AD5">
        <w:t>David</w:t>
      </w:r>
      <w:r w:rsidR="00357F4D">
        <w:t xml:space="preserve"> </w:t>
      </w:r>
      <w:r w:rsidRPr="001C1AD5">
        <w:t>Miller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members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audiences</w:t>
      </w:r>
      <w:r w:rsidR="00357F4D">
        <w:t xml:space="preserve"> </w:t>
      </w:r>
      <w:r w:rsidRPr="001C1AD5">
        <w:t>in</w:t>
      </w:r>
      <w:r w:rsidR="00357F4D">
        <w:t xml:space="preserve"> </w:t>
      </w:r>
      <w:r w:rsidRPr="001C1AD5">
        <w:t>London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Manchester</w:t>
      </w:r>
      <w:r w:rsidR="00357F4D">
        <w:t xml:space="preserve"> </w:t>
      </w:r>
      <w:r w:rsidRPr="001C1AD5">
        <w:t>for</w:t>
      </w:r>
      <w:r w:rsidR="00357F4D">
        <w:t xml:space="preserve"> </w:t>
      </w:r>
      <w:r w:rsidRPr="001C1AD5">
        <w:t>exceptionally</w:t>
      </w:r>
      <w:r w:rsidR="00357F4D">
        <w:t xml:space="preserve"> </w:t>
      </w:r>
      <w:r w:rsidRPr="001C1AD5">
        <w:t>helpful</w:t>
      </w:r>
      <w:r w:rsidR="00357F4D">
        <w:t xml:space="preserve"> </w:t>
      </w:r>
      <w:r w:rsidRPr="001C1AD5">
        <w:t>comments</w:t>
      </w:r>
      <w:r w:rsidR="00357F4D">
        <w:t xml:space="preserve"> </w:t>
      </w:r>
      <w:r w:rsidRPr="001C1AD5">
        <w:t>on</w:t>
      </w:r>
      <w:r w:rsidR="00357F4D">
        <w:t xml:space="preserve"> </w:t>
      </w:r>
      <w:r w:rsidRPr="001C1AD5">
        <w:t>earlier</w:t>
      </w:r>
      <w:r w:rsidR="00357F4D">
        <w:t xml:space="preserve"> </w:t>
      </w:r>
      <w:r w:rsidRPr="001C1AD5">
        <w:t>versions</w:t>
      </w:r>
      <w:r w:rsidR="00357F4D">
        <w:t xml:space="preserve"> </w:t>
      </w:r>
      <w:r w:rsidRPr="001C1AD5">
        <w:t>of</w:t>
      </w:r>
      <w:r w:rsidR="00357F4D">
        <w:t xml:space="preserve"> </w:t>
      </w:r>
      <w:r w:rsidRPr="001C1AD5">
        <w:t>this</w:t>
      </w:r>
      <w:r w:rsidR="00357F4D">
        <w:t xml:space="preserve"> </w:t>
      </w:r>
      <w:r w:rsidRPr="001C1AD5">
        <w:t>paper</w:t>
      </w:r>
      <w:r w:rsidR="00E11103">
        <w:t>.</w:t>
      </w:r>
      <w:r w:rsidR="00357F4D">
        <w:t xml:space="preserve"> </w:t>
      </w:r>
      <w:r w:rsidRPr="001C1AD5">
        <w:t>My</w:t>
      </w:r>
      <w:r w:rsidR="00357F4D">
        <w:t xml:space="preserve"> </w:t>
      </w:r>
      <w:r w:rsidRPr="001C1AD5">
        <w:t>great</w:t>
      </w:r>
      <w:r w:rsidR="00357F4D">
        <w:t xml:space="preserve"> </w:t>
      </w:r>
      <w:r w:rsidRPr="001C1AD5">
        <w:t>regret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that</w:t>
      </w:r>
      <w:r w:rsidR="00357F4D">
        <w:t xml:space="preserve"> </w:t>
      </w:r>
      <w:r w:rsidRPr="001C1AD5">
        <w:t>it</w:t>
      </w:r>
      <w:r w:rsidR="00357F4D">
        <w:t xml:space="preserve"> </w:t>
      </w:r>
      <w:r w:rsidRPr="001C1AD5">
        <w:t>is</w:t>
      </w:r>
      <w:r w:rsidR="00357F4D">
        <w:t xml:space="preserve"> </w:t>
      </w:r>
      <w:r w:rsidRPr="001C1AD5">
        <w:t>now</w:t>
      </w:r>
      <w:r w:rsidR="00357F4D">
        <w:t xml:space="preserve"> </w:t>
      </w:r>
      <w:r w:rsidRPr="001C1AD5">
        <w:t>too</w:t>
      </w:r>
      <w:r w:rsidR="00357F4D">
        <w:t xml:space="preserve"> </w:t>
      </w:r>
      <w:r w:rsidRPr="001C1AD5">
        <w:t>late</w:t>
      </w:r>
      <w:r w:rsidR="00357F4D">
        <w:t xml:space="preserve"> </w:t>
      </w:r>
      <w:r w:rsidRPr="001C1AD5">
        <w:t>to</w:t>
      </w:r>
      <w:r w:rsidR="00357F4D">
        <w:t xml:space="preserve"> </w:t>
      </w:r>
      <w:r w:rsidRPr="001C1AD5">
        <w:t>discuss</w:t>
      </w:r>
      <w:r w:rsidR="00357F4D">
        <w:t xml:space="preserve"> </w:t>
      </w:r>
      <w:r w:rsidRPr="001C1AD5">
        <w:t>the</w:t>
      </w:r>
      <w:r w:rsidR="00357F4D">
        <w:t xml:space="preserve"> </w:t>
      </w:r>
      <w:r w:rsidRPr="001C1AD5">
        <w:t>issues</w:t>
      </w:r>
      <w:r w:rsidR="00357F4D">
        <w:t xml:space="preserve"> </w:t>
      </w:r>
      <w:r w:rsidRPr="001C1AD5">
        <w:t>with</w:t>
      </w:r>
      <w:r w:rsidR="00357F4D">
        <w:t xml:space="preserve"> </w:t>
      </w:r>
      <w:r w:rsidRPr="001C1AD5">
        <w:t>Brian</w:t>
      </w:r>
      <w:r w:rsidR="00357F4D">
        <w:t xml:space="preserve"> </w:t>
      </w:r>
      <w:r w:rsidRPr="001C1AD5">
        <w:t>Barry</w:t>
      </w:r>
      <w:r w:rsidR="00357F4D">
        <w:t xml:space="preserve"> </w:t>
      </w:r>
      <w:r w:rsidRPr="001C1AD5">
        <w:t>and</w:t>
      </w:r>
      <w:r w:rsidR="00357F4D">
        <w:t xml:space="preserve"> </w:t>
      </w:r>
      <w:r w:rsidRPr="001C1AD5">
        <w:t>Jerry</w:t>
      </w:r>
      <w:r w:rsidR="00357F4D">
        <w:t xml:space="preserve"> </w:t>
      </w:r>
      <w:r w:rsidRPr="001C1AD5">
        <w:t>Cohen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814696" w:rsidP="00745C1D">
    <w:pPr>
      <w:pStyle w:val="Footer"/>
      <w:tabs>
        <w:tab w:val="clear" w:pos="4153"/>
        <w:tab w:val="clear" w:pos="8306"/>
      </w:tabs>
    </w:pPr>
    <w:fldSimple w:instr=" PAGE   \* MERGEFORMAT ">
      <w:r w:rsidR="001C1AD5">
        <w:rPr>
          <w:noProof/>
        </w:rPr>
        <w:t>42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814696" w:rsidP="001C1AD5">
    <w:pPr>
      <w:pStyle w:val="libCenter"/>
    </w:pPr>
    <w:fldSimple w:instr=" PAGE   \* MERGEFORMAT ">
      <w:r w:rsidR="00CD759A">
        <w:rPr>
          <w:noProof/>
        </w:rPr>
        <w:t>35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814696" w:rsidP="00745C1D">
    <w:pPr>
      <w:pStyle w:val="Footer"/>
      <w:tabs>
        <w:tab w:val="clear" w:pos="4153"/>
        <w:tab w:val="clear" w:pos="8306"/>
      </w:tabs>
    </w:pPr>
    <w:fldSimple w:instr=" PAGE   \* MERGEFORMAT ">
      <w:r w:rsidR="001C1AD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475" w:rsidRDefault="00705475" w:rsidP="00113C59">
      <w:r>
        <w:separator/>
      </w:r>
    </w:p>
  </w:footnote>
  <w:footnote w:type="continuationSeparator" w:id="1">
    <w:p w:rsidR="00705475" w:rsidRDefault="00705475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  <w:endnote w:id="2"/>
  </w:endnotePr>
  <w:compat>
    <w:applyBreakingRules/>
  </w:compat>
  <w:rsids>
    <w:rsidRoot w:val="00E96BA5"/>
    <w:rsid w:val="00004293"/>
    <w:rsid w:val="00005A19"/>
    <w:rsid w:val="000267FE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5C3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142A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1AD5"/>
    <w:rsid w:val="001C5EDB"/>
    <w:rsid w:val="001D41A1"/>
    <w:rsid w:val="001D5EB2"/>
    <w:rsid w:val="001E11FF"/>
    <w:rsid w:val="001E25DC"/>
    <w:rsid w:val="001E5959"/>
    <w:rsid w:val="001F0713"/>
    <w:rsid w:val="00202C7B"/>
    <w:rsid w:val="002054C5"/>
    <w:rsid w:val="002139CB"/>
    <w:rsid w:val="00214801"/>
    <w:rsid w:val="002177A1"/>
    <w:rsid w:val="00224964"/>
    <w:rsid w:val="002267C7"/>
    <w:rsid w:val="00227FEE"/>
    <w:rsid w:val="00231318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26701"/>
    <w:rsid w:val="00330D70"/>
    <w:rsid w:val="003339D0"/>
    <w:rsid w:val="003353BB"/>
    <w:rsid w:val="0033620A"/>
    <w:rsid w:val="0034239A"/>
    <w:rsid w:val="0035368E"/>
    <w:rsid w:val="00354493"/>
    <w:rsid w:val="00357F4D"/>
    <w:rsid w:val="00360A5F"/>
    <w:rsid w:val="003618AA"/>
    <w:rsid w:val="00362F97"/>
    <w:rsid w:val="00363C94"/>
    <w:rsid w:val="0036400D"/>
    <w:rsid w:val="00373085"/>
    <w:rsid w:val="00376EDD"/>
    <w:rsid w:val="00380A47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12375"/>
    <w:rsid w:val="005254BC"/>
    <w:rsid w:val="00525528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AE8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D6AE9"/>
    <w:rsid w:val="005E2913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011F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05475"/>
    <w:rsid w:val="00710619"/>
    <w:rsid w:val="00717AB1"/>
    <w:rsid w:val="00717C64"/>
    <w:rsid w:val="00721FA0"/>
    <w:rsid w:val="00723983"/>
    <w:rsid w:val="00723B36"/>
    <w:rsid w:val="00723D07"/>
    <w:rsid w:val="00725377"/>
    <w:rsid w:val="0073042E"/>
    <w:rsid w:val="00730E45"/>
    <w:rsid w:val="00731AD7"/>
    <w:rsid w:val="00740E80"/>
    <w:rsid w:val="0074517B"/>
    <w:rsid w:val="00745C1D"/>
    <w:rsid w:val="00750110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96AAA"/>
    <w:rsid w:val="00796C29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09F8"/>
    <w:rsid w:val="007F4190"/>
    <w:rsid w:val="007F4E53"/>
    <w:rsid w:val="00806335"/>
    <w:rsid w:val="008105E2"/>
    <w:rsid w:val="008128CA"/>
    <w:rsid w:val="00813440"/>
    <w:rsid w:val="00814696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2997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2ED2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32E02"/>
    <w:rsid w:val="00937E32"/>
    <w:rsid w:val="00942855"/>
    <w:rsid w:val="00943412"/>
    <w:rsid w:val="00943B2E"/>
    <w:rsid w:val="00944BB9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92E31"/>
    <w:rsid w:val="009A53CC"/>
    <w:rsid w:val="009A7001"/>
    <w:rsid w:val="009A7DA5"/>
    <w:rsid w:val="009B01D4"/>
    <w:rsid w:val="009B0C22"/>
    <w:rsid w:val="009B7253"/>
    <w:rsid w:val="009D276A"/>
    <w:rsid w:val="009D3969"/>
    <w:rsid w:val="009D6CB0"/>
    <w:rsid w:val="009E03BE"/>
    <w:rsid w:val="009E07BB"/>
    <w:rsid w:val="009E4824"/>
    <w:rsid w:val="009E67C9"/>
    <w:rsid w:val="009E6DE8"/>
    <w:rsid w:val="009E7AB9"/>
    <w:rsid w:val="009F27B7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5391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5F90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065CA"/>
    <w:rsid w:val="00B1002E"/>
    <w:rsid w:val="00B11AF5"/>
    <w:rsid w:val="00B12ED2"/>
    <w:rsid w:val="00B17010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178E"/>
    <w:rsid w:val="00CA2801"/>
    <w:rsid w:val="00CA41BF"/>
    <w:rsid w:val="00CB10B0"/>
    <w:rsid w:val="00CB22FF"/>
    <w:rsid w:val="00CB686E"/>
    <w:rsid w:val="00CC0833"/>
    <w:rsid w:val="00CC156E"/>
    <w:rsid w:val="00CD72D4"/>
    <w:rsid w:val="00CD759A"/>
    <w:rsid w:val="00CE30CD"/>
    <w:rsid w:val="00CF137D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58BF"/>
    <w:rsid w:val="00D66EE9"/>
    <w:rsid w:val="00D67101"/>
    <w:rsid w:val="00D70D85"/>
    <w:rsid w:val="00D718B1"/>
    <w:rsid w:val="00D7331A"/>
    <w:rsid w:val="00D7499D"/>
    <w:rsid w:val="00D84ECA"/>
    <w:rsid w:val="00D854D7"/>
    <w:rsid w:val="00D85F6A"/>
    <w:rsid w:val="00D91B67"/>
    <w:rsid w:val="00D92CDF"/>
    <w:rsid w:val="00D950DC"/>
    <w:rsid w:val="00DA5931"/>
    <w:rsid w:val="00DA722B"/>
    <w:rsid w:val="00DB2424"/>
    <w:rsid w:val="00DB3E84"/>
    <w:rsid w:val="00DC02A0"/>
    <w:rsid w:val="00DC0B08"/>
    <w:rsid w:val="00DC0E27"/>
    <w:rsid w:val="00DC6D10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1103"/>
    <w:rsid w:val="00E14435"/>
    <w:rsid w:val="00E169CC"/>
    <w:rsid w:val="00E206F5"/>
    <w:rsid w:val="00E21598"/>
    <w:rsid w:val="00E259BC"/>
    <w:rsid w:val="00E264A4"/>
    <w:rsid w:val="00E30DDE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90664"/>
    <w:rsid w:val="00E96BA5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1AD5"/>
    <w:rPr>
      <w:sz w:val="24"/>
      <w:szCs w:val="24"/>
      <w:lang w:val="en-GB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7F09F8"/>
    <w:pPr>
      <w:tabs>
        <w:tab w:val="right" w:leader="dot" w:pos="7361"/>
      </w:tabs>
      <w:jc w:val="left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FC7C-F107-4C80-A609-2460275B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English.dotx</Template>
  <TotalTime>39</TotalTime>
  <Pages>1</Pages>
  <Words>13789</Words>
  <Characters>78598</Characters>
  <Application>Microsoft Office Word</Application>
  <DocSecurity>0</DocSecurity>
  <Lines>654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</dc:creator>
  <cp:lastModifiedBy>a4</cp:lastModifiedBy>
  <cp:revision>21</cp:revision>
  <cp:lastPrinted>2015-06-06T09:47:00Z</cp:lastPrinted>
  <dcterms:created xsi:type="dcterms:W3CDTF">2015-06-06T07:38:00Z</dcterms:created>
  <dcterms:modified xsi:type="dcterms:W3CDTF">2015-06-06T09:48:00Z</dcterms:modified>
</cp:coreProperties>
</file>