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5B6" w:rsidRDefault="00BA15B6" w:rsidP="006A1B21">
      <w:pPr>
        <w:pStyle w:val="libCenterTitr"/>
      </w:pPr>
    </w:p>
    <w:p w:rsidR="00BA15B6" w:rsidRDefault="00BA15B6" w:rsidP="006A1B21">
      <w:pPr>
        <w:pStyle w:val="libCenterTitr"/>
      </w:pPr>
    </w:p>
    <w:p w:rsidR="00BA15B6" w:rsidRDefault="00BA15B6" w:rsidP="006A1B21">
      <w:pPr>
        <w:pStyle w:val="libCenterTitr"/>
      </w:pPr>
    </w:p>
    <w:p w:rsidR="00BA15B6" w:rsidRDefault="00BA15B6" w:rsidP="006A1B21">
      <w:pPr>
        <w:pStyle w:val="libCenterTitr"/>
      </w:pPr>
    </w:p>
    <w:p w:rsidR="00BA15B6" w:rsidRDefault="00BA15B6" w:rsidP="006A1B21">
      <w:pPr>
        <w:pStyle w:val="libCenterTitr"/>
      </w:pPr>
    </w:p>
    <w:p w:rsidR="00761027" w:rsidRDefault="00761027" w:rsidP="006A1B21">
      <w:pPr>
        <w:pStyle w:val="libCenterTitr"/>
      </w:pPr>
      <w:r>
        <w:t xml:space="preserve">Forty </w:t>
      </w:r>
      <w:proofErr w:type="spellStart"/>
      <w:r>
        <w:t>Ahadith</w:t>
      </w:r>
      <w:proofErr w:type="spellEnd"/>
      <w:r>
        <w:t xml:space="preserve"> on Parents</w:t>
      </w:r>
    </w:p>
    <w:p w:rsidR="00BA15B6" w:rsidRDefault="00BA15B6" w:rsidP="006A1B21">
      <w:pPr>
        <w:pStyle w:val="libCenterBold1"/>
      </w:pPr>
    </w:p>
    <w:p w:rsidR="00761027" w:rsidRDefault="00761027" w:rsidP="006A1B21">
      <w:pPr>
        <w:pStyle w:val="libCenterBold1"/>
      </w:pPr>
      <w:r>
        <w:t xml:space="preserve">40 </w:t>
      </w:r>
      <w:proofErr w:type="spellStart"/>
      <w:r>
        <w:t>Ahadith</w:t>
      </w:r>
      <w:proofErr w:type="spellEnd"/>
      <w:r>
        <w:t>: Lofty Status of Parents</w:t>
      </w:r>
    </w:p>
    <w:p w:rsidR="00BA15B6" w:rsidRDefault="00BA15B6" w:rsidP="006A1B21">
      <w:pPr>
        <w:pStyle w:val="libCenterBold1"/>
      </w:pPr>
    </w:p>
    <w:p w:rsidR="00761027" w:rsidRDefault="00761027" w:rsidP="006A1B21">
      <w:pPr>
        <w:pStyle w:val="libCenterBold1"/>
      </w:pPr>
      <w:r>
        <w:t>Publisher(s): Islamic Education Board of the World Federation of KSIMC</w:t>
      </w:r>
    </w:p>
    <w:p w:rsidR="001C2E5E" w:rsidRDefault="001C2E5E" w:rsidP="006A1B21">
      <w:pPr>
        <w:pStyle w:val="libCenterBold1"/>
      </w:pPr>
    </w:p>
    <w:p w:rsidR="001C2E5E" w:rsidRDefault="001C2E5E" w:rsidP="006A1B21">
      <w:pPr>
        <w:pStyle w:val="libCenterBold1"/>
      </w:pPr>
    </w:p>
    <w:p w:rsidR="001C2E5E" w:rsidRDefault="001C2E5E" w:rsidP="006A1B21">
      <w:pPr>
        <w:pStyle w:val="libCenterBold1"/>
      </w:pPr>
    </w:p>
    <w:p w:rsidR="001C2E5E" w:rsidRDefault="001C2E5E" w:rsidP="006A1B21">
      <w:pPr>
        <w:pStyle w:val="libCenterBold1"/>
      </w:pPr>
    </w:p>
    <w:p w:rsidR="001C2E5E" w:rsidRDefault="001C2E5E" w:rsidP="006A1B21">
      <w:pPr>
        <w:pStyle w:val="libCenterBold1"/>
      </w:pPr>
    </w:p>
    <w:p w:rsidR="001C2E5E" w:rsidRDefault="001C2E5E" w:rsidP="006A1B21">
      <w:pPr>
        <w:pStyle w:val="libCenterBold1"/>
      </w:pPr>
    </w:p>
    <w:p w:rsidR="001C2E5E" w:rsidRDefault="001C2E5E" w:rsidP="006A1B21">
      <w:pPr>
        <w:pStyle w:val="libCenterBold1"/>
      </w:pPr>
    </w:p>
    <w:p w:rsidR="001C2E5E" w:rsidRDefault="001C2E5E" w:rsidP="006A1B21">
      <w:pPr>
        <w:pStyle w:val="libCenterBold1"/>
      </w:pPr>
    </w:p>
    <w:p w:rsidR="001C2E5E" w:rsidRDefault="001C2E5E" w:rsidP="006A1B21">
      <w:pPr>
        <w:pStyle w:val="libCenterBold1"/>
      </w:pPr>
    </w:p>
    <w:p w:rsidR="001C2E5E" w:rsidRDefault="001C2E5E" w:rsidP="006A1B21">
      <w:pPr>
        <w:pStyle w:val="libCenterBold1"/>
      </w:pPr>
      <w:hyperlink r:id="rId8" w:history="1">
        <w:r w:rsidRPr="0082593D">
          <w:rPr>
            <w:rStyle w:val="Hyperlink"/>
          </w:rPr>
          <w:t>www.alhassanain.org/english</w:t>
        </w:r>
      </w:hyperlink>
    </w:p>
    <w:p w:rsidR="00C56B8C" w:rsidRDefault="00C56B8C" w:rsidP="00C56B8C">
      <w:pPr>
        <w:pStyle w:val="libNormal"/>
      </w:pPr>
      <w:r>
        <w:br w:type="page"/>
      </w:r>
    </w:p>
    <w:sdt>
      <w:sdtPr>
        <w:rPr>
          <w:b w:val="0"/>
          <w:bCs w:val="0"/>
        </w:rPr>
        <w:id w:val="1052075813"/>
        <w:docPartObj>
          <w:docPartGallery w:val="Table of Contents"/>
          <w:docPartUnique/>
        </w:docPartObj>
      </w:sdtPr>
      <w:sdtContent>
        <w:p w:rsidR="00C86299" w:rsidRDefault="00C86299" w:rsidP="00C86299">
          <w:pPr>
            <w:pStyle w:val="libCenterBold1"/>
          </w:pPr>
          <w:r>
            <w:t>Table of Contents</w:t>
          </w:r>
        </w:p>
        <w:p w:rsidR="00C86299" w:rsidRDefault="008914EF" w:rsidP="00C86299">
          <w:pPr>
            <w:pStyle w:val="TOC1"/>
            <w:rPr>
              <w:rFonts w:asciiTheme="minorHAnsi" w:eastAsiaTheme="minorEastAsia" w:hAnsiTheme="minorHAnsi" w:cstheme="minorBidi"/>
              <w:b w:val="0"/>
              <w:bCs w:val="0"/>
              <w:color w:val="auto"/>
              <w:sz w:val="22"/>
              <w:szCs w:val="22"/>
              <w:rtl/>
            </w:rPr>
          </w:pPr>
          <w:r w:rsidRPr="008914EF">
            <w:fldChar w:fldCharType="begin"/>
          </w:r>
          <w:r w:rsidR="00C86299">
            <w:instrText xml:space="preserve"> TOC \o "1-3" \h \z \u </w:instrText>
          </w:r>
          <w:r w:rsidRPr="008914EF">
            <w:fldChar w:fldCharType="separate"/>
          </w:r>
          <w:hyperlink w:anchor="_Toc460154532" w:history="1">
            <w:r w:rsidR="00C86299" w:rsidRPr="00FC54BA">
              <w:rPr>
                <w:rStyle w:val="Hyperlink"/>
              </w:rPr>
              <w:t>Preface</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Toc460154532 \h</w:instrText>
            </w:r>
            <w:r w:rsidR="00C86299">
              <w:rPr>
                <w:webHidden/>
                <w:rtl/>
              </w:rPr>
              <w:instrText xml:space="preserve"> </w:instrText>
            </w:r>
            <w:r>
              <w:rPr>
                <w:webHidden/>
                <w:rtl/>
              </w:rPr>
            </w:r>
            <w:r>
              <w:rPr>
                <w:webHidden/>
                <w:rtl/>
              </w:rPr>
              <w:fldChar w:fldCharType="separate"/>
            </w:r>
            <w:r w:rsidR="00D90D7F">
              <w:rPr>
                <w:webHidden/>
              </w:rPr>
              <w:t>3</w:t>
            </w:r>
            <w:r>
              <w:rPr>
                <w:webHidden/>
                <w:rtl/>
              </w:rPr>
              <w:fldChar w:fldCharType="end"/>
            </w:r>
          </w:hyperlink>
        </w:p>
        <w:p w:rsidR="00C86299" w:rsidRDefault="008914EF" w:rsidP="00C86299">
          <w:pPr>
            <w:pStyle w:val="TOC1"/>
            <w:rPr>
              <w:rFonts w:asciiTheme="minorHAnsi" w:eastAsiaTheme="minorEastAsia" w:hAnsiTheme="minorHAnsi" w:cstheme="minorBidi"/>
              <w:b w:val="0"/>
              <w:bCs w:val="0"/>
              <w:color w:val="auto"/>
              <w:sz w:val="22"/>
              <w:szCs w:val="22"/>
              <w:rtl/>
            </w:rPr>
          </w:pPr>
          <w:hyperlink w:anchor="_Toc460154533" w:history="1">
            <w:r w:rsidR="00C86299" w:rsidRPr="00FC54BA">
              <w:rPr>
                <w:rStyle w:val="Hyperlink"/>
              </w:rPr>
              <w:t>Introduction</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Toc460154533 \h</w:instrText>
            </w:r>
            <w:r w:rsidR="00C86299">
              <w:rPr>
                <w:webHidden/>
                <w:rtl/>
              </w:rPr>
              <w:instrText xml:space="preserve"> </w:instrText>
            </w:r>
            <w:r>
              <w:rPr>
                <w:webHidden/>
                <w:rtl/>
              </w:rPr>
            </w:r>
            <w:r>
              <w:rPr>
                <w:webHidden/>
                <w:rtl/>
              </w:rPr>
              <w:fldChar w:fldCharType="separate"/>
            </w:r>
            <w:r w:rsidR="00D90D7F">
              <w:rPr>
                <w:webHidden/>
              </w:rPr>
              <w:t>4</w:t>
            </w:r>
            <w:r>
              <w:rPr>
                <w:webHidden/>
                <w:rtl/>
              </w:rPr>
              <w:fldChar w:fldCharType="end"/>
            </w:r>
          </w:hyperlink>
        </w:p>
        <w:p w:rsidR="00C86299" w:rsidRDefault="008914EF" w:rsidP="00C86299">
          <w:pPr>
            <w:pStyle w:val="TOC1"/>
            <w:rPr>
              <w:rFonts w:asciiTheme="minorHAnsi" w:eastAsiaTheme="minorEastAsia" w:hAnsiTheme="minorHAnsi" w:cstheme="minorBidi"/>
              <w:b w:val="0"/>
              <w:bCs w:val="0"/>
              <w:color w:val="auto"/>
              <w:sz w:val="22"/>
              <w:szCs w:val="22"/>
              <w:rtl/>
            </w:rPr>
          </w:pPr>
          <w:hyperlink w:anchor="_Toc460154534" w:history="1">
            <w:r w:rsidR="00C86299" w:rsidRPr="00FC54BA">
              <w:rPr>
                <w:rStyle w:val="Hyperlink"/>
              </w:rPr>
              <w:t>Treatment of Parents according to the Noble Qur’an</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Toc460154534 \h</w:instrText>
            </w:r>
            <w:r w:rsidR="00C86299">
              <w:rPr>
                <w:webHidden/>
                <w:rtl/>
              </w:rPr>
              <w:instrText xml:space="preserve"> </w:instrText>
            </w:r>
            <w:r>
              <w:rPr>
                <w:webHidden/>
                <w:rtl/>
              </w:rPr>
            </w:r>
            <w:r>
              <w:rPr>
                <w:webHidden/>
                <w:rtl/>
              </w:rPr>
              <w:fldChar w:fldCharType="separate"/>
            </w:r>
            <w:r w:rsidR="00D90D7F">
              <w:rPr>
                <w:webHidden/>
              </w:rPr>
              <w:t>5</w:t>
            </w:r>
            <w:r>
              <w:rPr>
                <w:webHidden/>
                <w:rtl/>
              </w:rPr>
              <w:fldChar w:fldCharType="end"/>
            </w:r>
          </w:hyperlink>
        </w:p>
        <w:p w:rsidR="00C86299" w:rsidRDefault="008914EF" w:rsidP="00C86299">
          <w:pPr>
            <w:pStyle w:val="TOC1"/>
            <w:rPr>
              <w:rFonts w:asciiTheme="minorHAnsi" w:eastAsiaTheme="minorEastAsia" w:hAnsiTheme="minorHAnsi" w:cstheme="minorBidi"/>
              <w:b w:val="0"/>
              <w:bCs w:val="0"/>
              <w:color w:val="auto"/>
              <w:sz w:val="22"/>
              <w:szCs w:val="22"/>
              <w:rtl/>
            </w:rPr>
          </w:pPr>
          <w:hyperlink w:anchor="_Toc460154535" w:history="1">
            <w:r w:rsidR="00C86299" w:rsidRPr="00FC54BA">
              <w:rPr>
                <w:rStyle w:val="Hyperlink"/>
              </w:rPr>
              <w:t>The Ahadith, The Traditions</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Toc460154535 \h</w:instrText>
            </w:r>
            <w:r w:rsidR="00C86299">
              <w:rPr>
                <w:webHidden/>
                <w:rtl/>
              </w:rPr>
              <w:instrText xml:space="preserve"> </w:instrText>
            </w:r>
            <w:r>
              <w:rPr>
                <w:webHidden/>
                <w:rtl/>
              </w:rPr>
            </w:r>
            <w:r>
              <w:rPr>
                <w:webHidden/>
                <w:rtl/>
              </w:rPr>
              <w:fldChar w:fldCharType="separate"/>
            </w:r>
            <w:r w:rsidR="00D90D7F">
              <w:rPr>
                <w:webHidden/>
              </w:rPr>
              <w:t>6</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36" w:history="1">
            <w:r w:rsidR="00C86299" w:rsidRPr="00FC54BA">
              <w:rPr>
                <w:rStyle w:val="Hyperlink"/>
              </w:rPr>
              <w:t>1. The Greatest Obligatory Act</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Toc460154536 \h</w:instrText>
            </w:r>
            <w:r w:rsidR="00C86299">
              <w:rPr>
                <w:webHidden/>
                <w:rtl/>
              </w:rPr>
              <w:instrText xml:space="preserve"> </w:instrText>
            </w:r>
            <w:r>
              <w:rPr>
                <w:webHidden/>
                <w:rtl/>
              </w:rPr>
            </w:r>
            <w:r>
              <w:rPr>
                <w:webHidden/>
                <w:rtl/>
              </w:rPr>
              <w:fldChar w:fldCharType="separate"/>
            </w:r>
            <w:r w:rsidR="00D90D7F">
              <w:rPr>
                <w:webHidden/>
              </w:rPr>
              <w:t>7</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37" w:history="1">
            <w:r w:rsidR="00C86299" w:rsidRPr="00FC54BA">
              <w:rPr>
                <w:rStyle w:val="Hyperlink"/>
              </w:rPr>
              <w:t>2. The Best of Deeds</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Toc460154537 \h</w:instrText>
            </w:r>
            <w:r w:rsidR="00C86299">
              <w:rPr>
                <w:webHidden/>
                <w:rtl/>
              </w:rPr>
              <w:instrText xml:space="preserve"> </w:instrText>
            </w:r>
            <w:r>
              <w:rPr>
                <w:webHidden/>
                <w:rtl/>
              </w:rPr>
            </w:r>
            <w:r>
              <w:rPr>
                <w:webHidden/>
                <w:rtl/>
              </w:rPr>
              <w:fldChar w:fldCharType="separate"/>
            </w:r>
            <w:r w:rsidR="00D90D7F">
              <w:rPr>
                <w:webHidden/>
              </w:rPr>
              <w:t>8</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38" w:history="1">
            <w:r w:rsidR="00C86299" w:rsidRPr="00FC54BA">
              <w:rPr>
                <w:rStyle w:val="Hyperlink"/>
              </w:rPr>
              <w:t>3. Attachment to Parents</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Toc460154538 \h</w:instrText>
            </w:r>
            <w:r w:rsidR="00C86299">
              <w:rPr>
                <w:webHidden/>
                <w:rtl/>
              </w:rPr>
              <w:instrText xml:space="preserve"> </w:instrText>
            </w:r>
            <w:r>
              <w:rPr>
                <w:webHidden/>
                <w:rtl/>
              </w:rPr>
            </w:r>
            <w:r>
              <w:rPr>
                <w:webHidden/>
                <w:rtl/>
              </w:rPr>
              <w:fldChar w:fldCharType="separate"/>
            </w:r>
            <w:r w:rsidR="00D90D7F">
              <w:rPr>
                <w:webHidden/>
              </w:rPr>
              <w:t>9</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39" w:history="1">
            <w:r w:rsidR="00C86299" w:rsidRPr="00FC54BA">
              <w:rPr>
                <w:rStyle w:val="Hyperlink"/>
              </w:rPr>
              <w:t>4. The Most Beloved Deed</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Toc460154539 \h</w:instrText>
            </w:r>
            <w:r w:rsidR="00C86299">
              <w:rPr>
                <w:webHidden/>
                <w:rtl/>
              </w:rPr>
              <w:instrText xml:space="preserve"> </w:instrText>
            </w:r>
            <w:r>
              <w:rPr>
                <w:webHidden/>
                <w:rtl/>
              </w:rPr>
            </w:r>
            <w:r>
              <w:rPr>
                <w:webHidden/>
                <w:rtl/>
              </w:rPr>
              <w:fldChar w:fldCharType="separate"/>
            </w:r>
            <w:r w:rsidR="00D90D7F">
              <w:rPr>
                <w:webHidden/>
              </w:rPr>
              <w:t>10</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40" w:history="1">
            <w:r w:rsidR="00C86299" w:rsidRPr="00FC54BA">
              <w:rPr>
                <w:rStyle w:val="Hyperlink"/>
              </w:rPr>
              <w:t>5. Looking at Parents</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Toc460154540 \h</w:instrText>
            </w:r>
            <w:r w:rsidR="00C86299">
              <w:rPr>
                <w:webHidden/>
                <w:rtl/>
              </w:rPr>
              <w:instrText xml:space="preserve"> </w:instrText>
            </w:r>
            <w:r>
              <w:rPr>
                <w:webHidden/>
                <w:rtl/>
              </w:rPr>
            </w:r>
            <w:r>
              <w:rPr>
                <w:webHidden/>
                <w:rtl/>
              </w:rPr>
              <w:fldChar w:fldCharType="separate"/>
            </w:r>
            <w:r w:rsidR="00D90D7F">
              <w:rPr>
                <w:webHidden/>
              </w:rPr>
              <w:t>11</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41" w:history="1">
            <w:r w:rsidR="00C86299" w:rsidRPr="00FC54BA">
              <w:rPr>
                <w:rStyle w:val="Hyperlink"/>
              </w:rPr>
              <w:t>6. The Great Rank of Parents</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Toc460154541 \h</w:instrText>
            </w:r>
            <w:r w:rsidR="00C86299">
              <w:rPr>
                <w:webHidden/>
                <w:rtl/>
              </w:rPr>
              <w:instrText xml:space="preserve"> </w:instrText>
            </w:r>
            <w:r>
              <w:rPr>
                <w:webHidden/>
                <w:rtl/>
              </w:rPr>
            </w:r>
            <w:r>
              <w:rPr>
                <w:webHidden/>
                <w:rtl/>
              </w:rPr>
              <w:fldChar w:fldCharType="separate"/>
            </w:r>
            <w:r w:rsidR="00D90D7F">
              <w:rPr>
                <w:webHidden/>
              </w:rPr>
              <w:t>12</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42" w:history="1">
            <w:r w:rsidR="00C86299" w:rsidRPr="00FC54BA">
              <w:rPr>
                <w:rStyle w:val="Hyperlink"/>
              </w:rPr>
              <w:t>7. Kindness to Parents</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Toc460154542 \h</w:instrText>
            </w:r>
            <w:r w:rsidR="00C86299">
              <w:rPr>
                <w:webHidden/>
                <w:rtl/>
              </w:rPr>
              <w:instrText xml:space="preserve"> </w:instrText>
            </w:r>
            <w:r>
              <w:rPr>
                <w:webHidden/>
                <w:rtl/>
              </w:rPr>
            </w:r>
            <w:r>
              <w:rPr>
                <w:webHidden/>
                <w:rtl/>
              </w:rPr>
              <w:fldChar w:fldCharType="separate"/>
            </w:r>
            <w:r w:rsidR="00D90D7F">
              <w:rPr>
                <w:webHidden/>
              </w:rPr>
              <w:t>13</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43" w:history="1">
            <w:r w:rsidR="00C86299" w:rsidRPr="00FC54BA">
              <w:rPr>
                <w:rStyle w:val="Hyperlink"/>
              </w:rPr>
              <w:t>8. Obedience Towards One’s Parents</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Toc460154543 \h</w:instrText>
            </w:r>
            <w:r w:rsidR="00C86299">
              <w:rPr>
                <w:webHidden/>
                <w:rtl/>
              </w:rPr>
              <w:instrText xml:space="preserve"> </w:instrText>
            </w:r>
            <w:r>
              <w:rPr>
                <w:webHidden/>
                <w:rtl/>
              </w:rPr>
            </w:r>
            <w:r>
              <w:rPr>
                <w:webHidden/>
                <w:rtl/>
              </w:rPr>
              <w:fldChar w:fldCharType="separate"/>
            </w:r>
            <w:r w:rsidR="00D90D7F">
              <w:rPr>
                <w:webHidden/>
              </w:rPr>
              <w:t>14</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44" w:history="1">
            <w:r w:rsidR="00C86299" w:rsidRPr="00FC54BA">
              <w:rPr>
                <w:rStyle w:val="Hyperlink"/>
              </w:rPr>
              <w:t>9. The Most Exalted Station</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Toc460154544 \h</w:instrText>
            </w:r>
            <w:r w:rsidR="00C86299">
              <w:rPr>
                <w:webHidden/>
                <w:rtl/>
              </w:rPr>
              <w:instrText xml:space="preserve"> </w:instrText>
            </w:r>
            <w:r>
              <w:rPr>
                <w:webHidden/>
                <w:rtl/>
              </w:rPr>
            </w:r>
            <w:r>
              <w:rPr>
                <w:webHidden/>
                <w:rtl/>
              </w:rPr>
              <w:fldChar w:fldCharType="separate"/>
            </w:r>
            <w:r w:rsidR="00D90D7F">
              <w:rPr>
                <w:webHidden/>
              </w:rPr>
              <w:t>15</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45" w:history="1">
            <w:r w:rsidR="00C86299" w:rsidRPr="00FC54BA">
              <w:rPr>
                <w:rStyle w:val="Hyperlink"/>
              </w:rPr>
              <w:t>10. Repayment Of Debts</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Toc460154545 \h</w:instrText>
            </w:r>
            <w:r w:rsidR="00C86299">
              <w:rPr>
                <w:webHidden/>
                <w:rtl/>
              </w:rPr>
              <w:instrText xml:space="preserve"> </w:instrText>
            </w:r>
            <w:r>
              <w:rPr>
                <w:webHidden/>
                <w:rtl/>
              </w:rPr>
            </w:r>
            <w:r>
              <w:rPr>
                <w:webHidden/>
                <w:rtl/>
              </w:rPr>
              <w:fldChar w:fldCharType="separate"/>
            </w:r>
            <w:r w:rsidR="00D90D7F">
              <w:rPr>
                <w:webHidden/>
              </w:rPr>
              <w:t>16</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46" w:history="1">
            <w:r w:rsidR="00C86299" w:rsidRPr="00FC54BA">
              <w:rPr>
                <w:rStyle w:val="Hyperlink"/>
              </w:rPr>
              <w:t>11. Pleasing Parents</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Toc460154546 \h</w:instrText>
            </w:r>
            <w:r w:rsidR="00C86299">
              <w:rPr>
                <w:webHidden/>
                <w:rtl/>
              </w:rPr>
              <w:instrText xml:space="preserve"> </w:instrText>
            </w:r>
            <w:r>
              <w:rPr>
                <w:webHidden/>
                <w:rtl/>
              </w:rPr>
            </w:r>
            <w:r>
              <w:rPr>
                <w:webHidden/>
                <w:rtl/>
              </w:rPr>
              <w:fldChar w:fldCharType="separate"/>
            </w:r>
            <w:r w:rsidR="00D90D7F">
              <w:rPr>
                <w:webHidden/>
              </w:rPr>
              <w:t>17</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47" w:history="1">
            <w:r w:rsidR="00C86299" w:rsidRPr="00FC54BA">
              <w:rPr>
                <w:rStyle w:val="Hyperlink"/>
              </w:rPr>
              <w:t>12. Sheltered by the ‘Arsh (Throne) of Allah</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Toc460154547 \h</w:instrText>
            </w:r>
            <w:r w:rsidR="00C86299">
              <w:rPr>
                <w:webHidden/>
                <w:rtl/>
              </w:rPr>
              <w:instrText xml:space="preserve"> </w:instrText>
            </w:r>
            <w:r>
              <w:rPr>
                <w:webHidden/>
                <w:rtl/>
              </w:rPr>
            </w:r>
            <w:r>
              <w:rPr>
                <w:webHidden/>
                <w:rtl/>
              </w:rPr>
              <w:fldChar w:fldCharType="separate"/>
            </w:r>
            <w:r w:rsidR="00D90D7F">
              <w:rPr>
                <w:webHidden/>
              </w:rPr>
              <w:t>18</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48" w:history="1">
            <w:r w:rsidR="00C86299" w:rsidRPr="00FC54BA">
              <w:rPr>
                <w:rStyle w:val="Hyperlink"/>
              </w:rPr>
              <w:t>13. Travel and be Good!</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Toc460154548 \h</w:instrText>
            </w:r>
            <w:r w:rsidR="00C86299">
              <w:rPr>
                <w:webHidden/>
                <w:rtl/>
              </w:rPr>
              <w:instrText xml:space="preserve"> </w:instrText>
            </w:r>
            <w:r>
              <w:rPr>
                <w:webHidden/>
                <w:rtl/>
              </w:rPr>
            </w:r>
            <w:r>
              <w:rPr>
                <w:webHidden/>
                <w:rtl/>
              </w:rPr>
              <w:fldChar w:fldCharType="separate"/>
            </w:r>
            <w:r w:rsidR="00D90D7F">
              <w:rPr>
                <w:webHidden/>
              </w:rPr>
              <w:t>19</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49" w:history="1">
            <w:r w:rsidR="00C86299" w:rsidRPr="00FC54BA">
              <w:rPr>
                <w:rStyle w:val="Hyperlink"/>
              </w:rPr>
              <w:t>14. Increase in Life and Livelihood</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Toc460154549 \h</w:instrText>
            </w:r>
            <w:r w:rsidR="00C86299">
              <w:rPr>
                <w:webHidden/>
                <w:rtl/>
              </w:rPr>
              <w:instrText xml:space="preserve"> </w:instrText>
            </w:r>
            <w:r>
              <w:rPr>
                <w:webHidden/>
                <w:rtl/>
              </w:rPr>
            </w:r>
            <w:r>
              <w:rPr>
                <w:webHidden/>
                <w:rtl/>
              </w:rPr>
              <w:fldChar w:fldCharType="separate"/>
            </w:r>
            <w:r w:rsidR="00D90D7F">
              <w:rPr>
                <w:webHidden/>
              </w:rPr>
              <w:t>20</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50" w:history="1">
            <w:r w:rsidR="00C86299" w:rsidRPr="00FC54BA">
              <w:rPr>
                <w:rStyle w:val="Hyperlink"/>
              </w:rPr>
              <w:t>15. Benefits of Kindness to Parents</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Toc460154550 \h</w:instrText>
            </w:r>
            <w:r w:rsidR="00C86299">
              <w:rPr>
                <w:webHidden/>
                <w:rtl/>
              </w:rPr>
              <w:instrText xml:space="preserve"> </w:instrText>
            </w:r>
            <w:r>
              <w:rPr>
                <w:webHidden/>
                <w:rtl/>
              </w:rPr>
            </w:r>
            <w:r>
              <w:rPr>
                <w:webHidden/>
                <w:rtl/>
              </w:rPr>
              <w:fldChar w:fldCharType="separate"/>
            </w:r>
            <w:r w:rsidR="00D90D7F">
              <w:rPr>
                <w:webHidden/>
              </w:rPr>
              <w:t>21</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51" w:history="1">
            <w:r w:rsidR="00C86299" w:rsidRPr="00FC54BA">
              <w:rPr>
                <w:rStyle w:val="Hyperlink"/>
              </w:rPr>
              <w:t>16. First and Foremost: be Good to your Mother</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Toc460154551 \h</w:instrText>
            </w:r>
            <w:r w:rsidR="00C86299">
              <w:rPr>
                <w:webHidden/>
                <w:rtl/>
              </w:rPr>
              <w:instrText xml:space="preserve"> </w:instrText>
            </w:r>
            <w:r>
              <w:rPr>
                <w:webHidden/>
                <w:rtl/>
              </w:rPr>
            </w:r>
            <w:r>
              <w:rPr>
                <w:webHidden/>
                <w:rtl/>
              </w:rPr>
              <w:fldChar w:fldCharType="separate"/>
            </w:r>
            <w:r w:rsidR="00D90D7F">
              <w:rPr>
                <w:webHidden/>
              </w:rPr>
              <w:t>22</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52" w:history="1">
            <w:r w:rsidR="00C86299" w:rsidRPr="00FC54BA">
              <w:rPr>
                <w:rStyle w:val="Hyperlink"/>
              </w:rPr>
              <w:t>17. As You Sow so Shall You Reap!</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Toc460154552 \h</w:instrText>
            </w:r>
            <w:r w:rsidR="00C86299">
              <w:rPr>
                <w:webHidden/>
                <w:rtl/>
              </w:rPr>
              <w:instrText xml:space="preserve"> </w:instrText>
            </w:r>
            <w:r>
              <w:rPr>
                <w:webHidden/>
                <w:rtl/>
              </w:rPr>
            </w:r>
            <w:r>
              <w:rPr>
                <w:webHidden/>
                <w:rtl/>
              </w:rPr>
              <w:fldChar w:fldCharType="separate"/>
            </w:r>
            <w:r w:rsidR="00D90D7F">
              <w:rPr>
                <w:webHidden/>
              </w:rPr>
              <w:t>23</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53" w:history="1">
            <w:r w:rsidR="00C86299" w:rsidRPr="00FC54BA">
              <w:rPr>
                <w:rStyle w:val="Hyperlink"/>
              </w:rPr>
              <w:t>18. The Rights of the Father</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Toc460154553 \h</w:instrText>
            </w:r>
            <w:r w:rsidR="00C86299">
              <w:rPr>
                <w:webHidden/>
                <w:rtl/>
              </w:rPr>
              <w:instrText xml:space="preserve"> </w:instrText>
            </w:r>
            <w:r>
              <w:rPr>
                <w:webHidden/>
                <w:rtl/>
              </w:rPr>
            </w:r>
            <w:r>
              <w:rPr>
                <w:webHidden/>
                <w:rtl/>
              </w:rPr>
              <w:fldChar w:fldCharType="separate"/>
            </w:r>
            <w:r w:rsidR="00D90D7F">
              <w:rPr>
                <w:webHidden/>
              </w:rPr>
              <w:t>24</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54" w:history="1">
            <w:r w:rsidR="00C86299" w:rsidRPr="00FC54BA">
              <w:rPr>
                <w:rStyle w:val="Hyperlink"/>
              </w:rPr>
              <w:t>19. Worship in Looking</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Toc460154554 \h</w:instrText>
            </w:r>
            <w:r w:rsidR="00C86299">
              <w:rPr>
                <w:webHidden/>
                <w:rtl/>
              </w:rPr>
              <w:instrText xml:space="preserve"> </w:instrText>
            </w:r>
            <w:r>
              <w:rPr>
                <w:webHidden/>
                <w:rtl/>
              </w:rPr>
            </w:r>
            <w:r>
              <w:rPr>
                <w:webHidden/>
                <w:rtl/>
              </w:rPr>
              <w:fldChar w:fldCharType="separate"/>
            </w:r>
            <w:r w:rsidR="00D90D7F">
              <w:rPr>
                <w:webHidden/>
              </w:rPr>
              <w:t>25</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55" w:history="1">
            <w:r w:rsidR="00C86299" w:rsidRPr="00FC54BA">
              <w:rPr>
                <w:rStyle w:val="Hyperlink"/>
              </w:rPr>
              <w:t>20. Meaning of Good Conduct</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Toc460154555 \h</w:instrText>
            </w:r>
            <w:r w:rsidR="00C86299">
              <w:rPr>
                <w:webHidden/>
                <w:rtl/>
              </w:rPr>
              <w:instrText xml:space="preserve"> </w:instrText>
            </w:r>
            <w:r>
              <w:rPr>
                <w:webHidden/>
                <w:rtl/>
              </w:rPr>
            </w:r>
            <w:r>
              <w:rPr>
                <w:webHidden/>
                <w:rtl/>
              </w:rPr>
              <w:fldChar w:fldCharType="separate"/>
            </w:r>
            <w:r w:rsidR="00D90D7F">
              <w:rPr>
                <w:webHidden/>
              </w:rPr>
              <w:t>26</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56" w:history="1">
            <w:r w:rsidR="00C86299" w:rsidRPr="00FC54BA">
              <w:rPr>
                <w:rStyle w:val="Hyperlink"/>
              </w:rPr>
              <w:t>21. Responsibilities Towards One’s Parents</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Toc460154556 \h</w:instrText>
            </w:r>
            <w:r w:rsidR="00C86299">
              <w:rPr>
                <w:webHidden/>
                <w:rtl/>
              </w:rPr>
              <w:instrText xml:space="preserve"> </w:instrText>
            </w:r>
            <w:r>
              <w:rPr>
                <w:webHidden/>
                <w:rtl/>
              </w:rPr>
            </w:r>
            <w:r>
              <w:rPr>
                <w:webHidden/>
                <w:rtl/>
              </w:rPr>
              <w:fldChar w:fldCharType="separate"/>
            </w:r>
            <w:r w:rsidR="00D90D7F">
              <w:rPr>
                <w:webHidden/>
              </w:rPr>
              <w:t>27</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57" w:history="1">
            <w:r w:rsidR="00C86299" w:rsidRPr="00FC54BA">
              <w:rPr>
                <w:rStyle w:val="Hyperlink"/>
              </w:rPr>
              <w:t>22. On Behalf of Parents</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Toc460154557 \h</w:instrText>
            </w:r>
            <w:r w:rsidR="00C86299">
              <w:rPr>
                <w:webHidden/>
                <w:rtl/>
              </w:rPr>
              <w:instrText xml:space="preserve"> </w:instrText>
            </w:r>
            <w:r>
              <w:rPr>
                <w:webHidden/>
                <w:rtl/>
              </w:rPr>
            </w:r>
            <w:r>
              <w:rPr>
                <w:webHidden/>
                <w:rtl/>
              </w:rPr>
              <w:fldChar w:fldCharType="separate"/>
            </w:r>
            <w:r w:rsidR="00D90D7F">
              <w:rPr>
                <w:webHidden/>
              </w:rPr>
              <w:t>28</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58" w:history="1">
            <w:r w:rsidR="00C86299" w:rsidRPr="00FC54BA">
              <w:rPr>
                <w:rStyle w:val="Hyperlink"/>
              </w:rPr>
              <w:t>23. Evil Parents And Kindness</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Toc460154558 \h</w:instrText>
            </w:r>
            <w:r w:rsidR="00C86299">
              <w:rPr>
                <w:webHidden/>
                <w:rtl/>
              </w:rPr>
              <w:instrText xml:space="preserve"> </w:instrText>
            </w:r>
            <w:r>
              <w:rPr>
                <w:webHidden/>
                <w:rtl/>
              </w:rPr>
            </w:r>
            <w:r>
              <w:rPr>
                <w:webHidden/>
                <w:rtl/>
              </w:rPr>
              <w:fldChar w:fldCharType="separate"/>
            </w:r>
            <w:r w:rsidR="00D90D7F">
              <w:rPr>
                <w:webHidden/>
              </w:rPr>
              <w:t>29</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59" w:history="1">
            <w:r w:rsidR="00C86299" w:rsidRPr="00FC54BA">
              <w:rPr>
                <w:rStyle w:val="Hyperlink"/>
              </w:rPr>
              <w:t>24. Polytheist Parents</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Toc460154559 \h</w:instrText>
            </w:r>
            <w:r w:rsidR="00C86299">
              <w:rPr>
                <w:webHidden/>
                <w:rtl/>
              </w:rPr>
              <w:instrText xml:space="preserve"> </w:instrText>
            </w:r>
            <w:r>
              <w:rPr>
                <w:webHidden/>
                <w:rtl/>
              </w:rPr>
            </w:r>
            <w:r>
              <w:rPr>
                <w:webHidden/>
                <w:rtl/>
              </w:rPr>
              <w:fldChar w:fldCharType="separate"/>
            </w:r>
            <w:r w:rsidR="00D90D7F">
              <w:rPr>
                <w:webHidden/>
              </w:rPr>
              <w:t>30</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60" w:history="1">
            <w:r w:rsidR="00C86299" w:rsidRPr="00FC54BA">
              <w:rPr>
                <w:rStyle w:val="Hyperlink"/>
              </w:rPr>
              <w:t>25. Visiting the Graves of Parents</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Toc460154560 \h</w:instrText>
            </w:r>
            <w:r w:rsidR="00C86299">
              <w:rPr>
                <w:webHidden/>
                <w:rtl/>
              </w:rPr>
              <w:instrText xml:space="preserve"> </w:instrText>
            </w:r>
            <w:r>
              <w:rPr>
                <w:webHidden/>
                <w:rtl/>
              </w:rPr>
            </w:r>
            <w:r>
              <w:rPr>
                <w:webHidden/>
                <w:rtl/>
              </w:rPr>
              <w:fldChar w:fldCharType="separate"/>
            </w:r>
            <w:r w:rsidR="00D90D7F">
              <w:rPr>
                <w:webHidden/>
              </w:rPr>
              <w:t>31</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61" w:history="1">
            <w:r w:rsidR="00C86299" w:rsidRPr="00FC54BA">
              <w:rPr>
                <w:rStyle w:val="Hyperlink"/>
              </w:rPr>
              <w:t>26. Kindness to Parents and Paradise</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Toc460154561 \h</w:instrText>
            </w:r>
            <w:r w:rsidR="00C86299">
              <w:rPr>
                <w:webHidden/>
                <w:rtl/>
              </w:rPr>
              <w:instrText xml:space="preserve"> </w:instrText>
            </w:r>
            <w:r>
              <w:rPr>
                <w:webHidden/>
                <w:rtl/>
              </w:rPr>
            </w:r>
            <w:r>
              <w:rPr>
                <w:webHidden/>
                <w:rtl/>
              </w:rPr>
              <w:fldChar w:fldCharType="separate"/>
            </w:r>
            <w:r w:rsidR="00D90D7F">
              <w:rPr>
                <w:webHidden/>
              </w:rPr>
              <w:t>32</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62" w:history="1">
            <w:r w:rsidR="00C86299" w:rsidRPr="00FC54BA">
              <w:rPr>
                <w:rStyle w:val="Hyperlink"/>
              </w:rPr>
              <w:t>27. A Stern Look</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Toc460154562 \h</w:instrText>
            </w:r>
            <w:r w:rsidR="00C86299">
              <w:rPr>
                <w:webHidden/>
                <w:rtl/>
              </w:rPr>
              <w:instrText xml:space="preserve"> </w:instrText>
            </w:r>
            <w:r>
              <w:rPr>
                <w:webHidden/>
                <w:rtl/>
              </w:rPr>
            </w:r>
            <w:r>
              <w:rPr>
                <w:webHidden/>
                <w:rtl/>
              </w:rPr>
              <w:fldChar w:fldCharType="separate"/>
            </w:r>
            <w:r w:rsidR="00D90D7F">
              <w:rPr>
                <w:webHidden/>
              </w:rPr>
              <w:t>33</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63" w:history="1">
            <w:r w:rsidR="00C86299" w:rsidRPr="00FC54BA">
              <w:rPr>
                <w:rStyle w:val="Hyperlink"/>
              </w:rPr>
              <w:t>28. A Hateful Look</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Toc460154563 \h</w:instrText>
            </w:r>
            <w:r w:rsidR="00C86299">
              <w:rPr>
                <w:webHidden/>
                <w:rtl/>
              </w:rPr>
              <w:instrText xml:space="preserve"> </w:instrText>
            </w:r>
            <w:r>
              <w:rPr>
                <w:webHidden/>
                <w:rtl/>
              </w:rPr>
            </w:r>
            <w:r>
              <w:rPr>
                <w:webHidden/>
                <w:rtl/>
              </w:rPr>
              <w:fldChar w:fldCharType="separate"/>
            </w:r>
            <w:r w:rsidR="00D90D7F">
              <w:rPr>
                <w:webHidden/>
              </w:rPr>
              <w:t>34</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64" w:history="1">
            <w:r w:rsidR="00C86299" w:rsidRPr="00FC54BA">
              <w:rPr>
                <w:rStyle w:val="Hyperlink"/>
              </w:rPr>
              <w:t>29. Making the Parents Sad</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Toc460154564 \h</w:instrText>
            </w:r>
            <w:r w:rsidR="00C86299">
              <w:rPr>
                <w:webHidden/>
                <w:rtl/>
              </w:rPr>
              <w:instrText xml:space="preserve"> </w:instrText>
            </w:r>
            <w:r>
              <w:rPr>
                <w:webHidden/>
                <w:rtl/>
              </w:rPr>
            </w:r>
            <w:r>
              <w:rPr>
                <w:webHidden/>
                <w:rtl/>
              </w:rPr>
              <w:fldChar w:fldCharType="separate"/>
            </w:r>
            <w:r w:rsidR="00D90D7F">
              <w:rPr>
                <w:webHidden/>
              </w:rPr>
              <w:t>35</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65" w:history="1">
            <w:r w:rsidR="00C86299" w:rsidRPr="00FC54BA">
              <w:rPr>
                <w:rStyle w:val="Hyperlink"/>
              </w:rPr>
              <w:t>30. The Imam’s Displeasure</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Toc460154565 \h</w:instrText>
            </w:r>
            <w:r w:rsidR="00C86299">
              <w:rPr>
                <w:webHidden/>
                <w:rtl/>
              </w:rPr>
              <w:instrText xml:space="preserve"> </w:instrText>
            </w:r>
            <w:r>
              <w:rPr>
                <w:webHidden/>
                <w:rtl/>
              </w:rPr>
            </w:r>
            <w:r>
              <w:rPr>
                <w:webHidden/>
                <w:rtl/>
              </w:rPr>
              <w:fldChar w:fldCharType="separate"/>
            </w:r>
            <w:r w:rsidR="00D90D7F">
              <w:rPr>
                <w:webHidden/>
              </w:rPr>
              <w:t>36</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66" w:history="1">
            <w:r w:rsidR="00C86299" w:rsidRPr="00FC54BA">
              <w:rPr>
                <w:rStyle w:val="Hyperlink"/>
              </w:rPr>
              <w:t>31. Quarrelling with One’s Father</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Toc460154566 \h</w:instrText>
            </w:r>
            <w:r w:rsidR="00C86299">
              <w:rPr>
                <w:webHidden/>
                <w:rtl/>
              </w:rPr>
              <w:instrText xml:space="preserve"> </w:instrText>
            </w:r>
            <w:r>
              <w:rPr>
                <w:webHidden/>
                <w:rtl/>
              </w:rPr>
            </w:r>
            <w:r>
              <w:rPr>
                <w:webHidden/>
                <w:rtl/>
              </w:rPr>
              <w:fldChar w:fldCharType="separate"/>
            </w:r>
            <w:r w:rsidR="00D90D7F">
              <w:rPr>
                <w:webHidden/>
              </w:rPr>
              <w:t>37</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67" w:history="1">
            <w:r w:rsidR="00C86299" w:rsidRPr="00FC54BA">
              <w:rPr>
                <w:rStyle w:val="Hyperlink"/>
              </w:rPr>
              <w:t>32. Fragrance of Paradise</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Toc460154567 \h</w:instrText>
            </w:r>
            <w:r w:rsidR="00C86299">
              <w:rPr>
                <w:webHidden/>
                <w:rtl/>
              </w:rPr>
              <w:instrText xml:space="preserve"> </w:instrText>
            </w:r>
            <w:r>
              <w:rPr>
                <w:webHidden/>
                <w:rtl/>
              </w:rPr>
            </w:r>
            <w:r>
              <w:rPr>
                <w:webHidden/>
                <w:rtl/>
              </w:rPr>
              <w:fldChar w:fldCharType="separate"/>
            </w:r>
            <w:r w:rsidR="00D90D7F">
              <w:rPr>
                <w:webHidden/>
              </w:rPr>
              <w:t>38</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68" w:history="1">
            <w:r w:rsidR="00C86299" w:rsidRPr="00FC54BA">
              <w:rPr>
                <w:rStyle w:val="Hyperlink"/>
              </w:rPr>
              <w:t>33. No Entry into Paradise!</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Toc460154568 \h</w:instrText>
            </w:r>
            <w:r w:rsidR="00C86299">
              <w:rPr>
                <w:webHidden/>
                <w:rtl/>
              </w:rPr>
              <w:instrText xml:space="preserve"> </w:instrText>
            </w:r>
            <w:r>
              <w:rPr>
                <w:webHidden/>
                <w:rtl/>
              </w:rPr>
            </w:r>
            <w:r>
              <w:rPr>
                <w:webHidden/>
                <w:rtl/>
              </w:rPr>
              <w:fldChar w:fldCharType="separate"/>
            </w:r>
            <w:r w:rsidR="00D90D7F">
              <w:rPr>
                <w:webHidden/>
              </w:rPr>
              <w:t>39</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69" w:history="1">
            <w:r w:rsidR="00C86299" w:rsidRPr="00FC54BA">
              <w:rPr>
                <w:rStyle w:val="Hyperlink"/>
              </w:rPr>
              <w:t>34. Allah Shall Not Exhibit Mercy Upon Them!</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Toc460154569 \h</w:instrText>
            </w:r>
            <w:r w:rsidR="00C86299">
              <w:rPr>
                <w:webHidden/>
                <w:rtl/>
              </w:rPr>
              <w:instrText xml:space="preserve"> </w:instrText>
            </w:r>
            <w:r>
              <w:rPr>
                <w:webHidden/>
                <w:rtl/>
              </w:rPr>
            </w:r>
            <w:r>
              <w:rPr>
                <w:webHidden/>
                <w:rtl/>
              </w:rPr>
              <w:fldChar w:fldCharType="separate"/>
            </w:r>
            <w:r w:rsidR="00D90D7F">
              <w:rPr>
                <w:webHidden/>
              </w:rPr>
              <w:t>40</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70" w:history="1">
            <w:r w:rsidR="00C86299" w:rsidRPr="00FC54BA">
              <w:rPr>
                <w:rStyle w:val="Hyperlink"/>
              </w:rPr>
              <w:t>35. Chastisement in This World</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Toc460154570 \h</w:instrText>
            </w:r>
            <w:r w:rsidR="00C86299">
              <w:rPr>
                <w:webHidden/>
                <w:rtl/>
              </w:rPr>
              <w:instrText xml:space="preserve"> </w:instrText>
            </w:r>
            <w:r>
              <w:rPr>
                <w:webHidden/>
                <w:rtl/>
              </w:rPr>
            </w:r>
            <w:r>
              <w:rPr>
                <w:webHidden/>
                <w:rtl/>
              </w:rPr>
              <w:fldChar w:fldCharType="separate"/>
            </w:r>
            <w:r w:rsidR="00D90D7F">
              <w:rPr>
                <w:webHidden/>
              </w:rPr>
              <w:t>41</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71" w:history="1">
            <w:r w:rsidR="00C86299" w:rsidRPr="00FC54BA">
              <w:rPr>
                <w:rStyle w:val="Hyperlink"/>
              </w:rPr>
              <w:t>36. The Grave Sin</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Toc460154571 \h</w:instrText>
            </w:r>
            <w:r w:rsidR="00C86299">
              <w:rPr>
                <w:webHidden/>
                <w:rtl/>
              </w:rPr>
              <w:instrText xml:space="preserve"> </w:instrText>
            </w:r>
            <w:r>
              <w:rPr>
                <w:webHidden/>
                <w:rtl/>
              </w:rPr>
            </w:r>
            <w:r>
              <w:rPr>
                <w:webHidden/>
                <w:rtl/>
              </w:rPr>
              <w:fldChar w:fldCharType="separate"/>
            </w:r>
            <w:r w:rsidR="00D90D7F">
              <w:rPr>
                <w:webHidden/>
              </w:rPr>
              <w:t>42</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72" w:history="1">
            <w:r w:rsidR="00C86299" w:rsidRPr="00FC54BA">
              <w:rPr>
                <w:rStyle w:val="Hyperlink"/>
              </w:rPr>
              <w:t>37. Wretchedness</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Toc460154572 \h</w:instrText>
            </w:r>
            <w:r w:rsidR="00C86299">
              <w:rPr>
                <w:webHidden/>
                <w:rtl/>
              </w:rPr>
              <w:instrText xml:space="preserve"> </w:instrText>
            </w:r>
            <w:r>
              <w:rPr>
                <w:webHidden/>
                <w:rtl/>
              </w:rPr>
            </w:r>
            <w:r>
              <w:rPr>
                <w:webHidden/>
                <w:rtl/>
              </w:rPr>
              <w:fldChar w:fldCharType="separate"/>
            </w:r>
            <w:r w:rsidR="00D90D7F">
              <w:rPr>
                <w:webHidden/>
              </w:rPr>
              <w:t>43</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73" w:history="1">
            <w:r w:rsidR="00C86299" w:rsidRPr="00FC54BA">
              <w:rPr>
                <w:rStyle w:val="Hyperlink"/>
              </w:rPr>
              <w:t>38. Perdition</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Toc460154573 \h</w:instrText>
            </w:r>
            <w:r w:rsidR="00C86299">
              <w:rPr>
                <w:webHidden/>
                <w:rtl/>
              </w:rPr>
              <w:instrText xml:space="preserve"> </w:instrText>
            </w:r>
            <w:r>
              <w:rPr>
                <w:webHidden/>
                <w:rtl/>
              </w:rPr>
            </w:r>
            <w:r>
              <w:rPr>
                <w:webHidden/>
                <w:rtl/>
              </w:rPr>
              <w:fldChar w:fldCharType="separate"/>
            </w:r>
            <w:r w:rsidR="00D90D7F">
              <w:rPr>
                <w:webHidden/>
              </w:rPr>
              <w:t>44</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74" w:history="1">
            <w:r w:rsidR="00C86299" w:rsidRPr="00FC54BA">
              <w:rPr>
                <w:rStyle w:val="Hyperlink"/>
              </w:rPr>
              <w:t>39. Acts without Benefits</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Toc460154574 \h</w:instrText>
            </w:r>
            <w:r w:rsidR="00C86299">
              <w:rPr>
                <w:webHidden/>
                <w:rtl/>
              </w:rPr>
              <w:instrText xml:space="preserve"> </w:instrText>
            </w:r>
            <w:r>
              <w:rPr>
                <w:webHidden/>
                <w:rtl/>
              </w:rPr>
            </w:r>
            <w:r>
              <w:rPr>
                <w:webHidden/>
                <w:rtl/>
              </w:rPr>
              <w:fldChar w:fldCharType="separate"/>
            </w:r>
            <w:r w:rsidR="00D90D7F">
              <w:rPr>
                <w:webHidden/>
              </w:rPr>
              <w:t>45</w:t>
            </w:r>
            <w:r>
              <w:rPr>
                <w:webHidden/>
                <w:rtl/>
              </w:rPr>
              <w:fldChar w:fldCharType="end"/>
            </w:r>
          </w:hyperlink>
        </w:p>
        <w:p w:rsidR="00C86299" w:rsidRDefault="008914EF" w:rsidP="00C86299">
          <w:pPr>
            <w:pStyle w:val="TOC2"/>
            <w:rPr>
              <w:rFonts w:asciiTheme="minorHAnsi" w:eastAsiaTheme="minorEastAsia" w:hAnsiTheme="minorHAnsi" w:cstheme="minorBidi"/>
              <w:color w:val="auto"/>
              <w:sz w:val="22"/>
              <w:szCs w:val="22"/>
              <w:rtl/>
            </w:rPr>
          </w:pPr>
          <w:hyperlink w:anchor="_Toc460154575" w:history="1">
            <w:r w:rsidR="00C86299" w:rsidRPr="00FC54BA">
              <w:rPr>
                <w:rStyle w:val="Hyperlink"/>
              </w:rPr>
              <w:t>40. Forgiveness of Sins</w:t>
            </w:r>
            <w:r w:rsidR="00C86299">
              <w:rPr>
                <w:webHidden/>
                <w:rtl/>
              </w:rPr>
              <w:tab/>
            </w:r>
            <w:r>
              <w:rPr>
                <w:webHidden/>
                <w:rtl/>
              </w:rPr>
              <w:fldChar w:fldCharType="begin"/>
            </w:r>
            <w:r w:rsidR="00C86299">
              <w:rPr>
                <w:webHidden/>
                <w:rtl/>
              </w:rPr>
              <w:instrText xml:space="preserve"> </w:instrText>
            </w:r>
            <w:r w:rsidR="00C86299">
              <w:rPr>
                <w:webHidden/>
              </w:rPr>
              <w:instrText>PAGEREF</w:instrText>
            </w:r>
            <w:r w:rsidR="00C86299">
              <w:rPr>
                <w:webHidden/>
                <w:rtl/>
              </w:rPr>
              <w:instrText xml:space="preserve"> _</w:instrText>
            </w:r>
            <w:r w:rsidR="00C86299">
              <w:rPr>
                <w:webHidden/>
              </w:rPr>
              <w:instrText>Toc460154575 \h</w:instrText>
            </w:r>
            <w:r w:rsidR="00C86299">
              <w:rPr>
                <w:webHidden/>
                <w:rtl/>
              </w:rPr>
              <w:instrText xml:space="preserve"> </w:instrText>
            </w:r>
            <w:r>
              <w:rPr>
                <w:webHidden/>
                <w:rtl/>
              </w:rPr>
            </w:r>
            <w:r>
              <w:rPr>
                <w:webHidden/>
                <w:rtl/>
              </w:rPr>
              <w:fldChar w:fldCharType="separate"/>
            </w:r>
            <w:r w:rsidR="00D90D7F">
              <w:rPr>
                <w:webHidden/>
              </w:rPr>
              <w:t>46</w:t>
            </w:r>
            <w:r>
              <w:rPr>
                <w:webHidden/>
                <w:rtl/>
              </w:rPr>
              <w:fldChar w:fldCharType="end"/>
            </w:r>
          </w:hyperlink>
        </w:p>
        <w:p w:rsidR="00C86299" w:rsidRDefault="008914EF" w:rsidP="00C86299">
          <w:pPr>
            <w:pStyle w:val="libNormal"/>
          </w:pPr>
          <w:r>
            <w:fldChar w:fldCharType="end"/>
          </w:r>
        </w:p>
      </w:sdtContent>
    </w:sdt>
    <w:p w:rsidR="00761027" w:rsidRDefault="00761027" w:rsidP="006A1B21">
      <w:pPr>
        <w:pStyle w:val="libNormal"/>
      </w:pPr>
      <w:r>
        <w:br w:type="page"/>
      </w:r>
    </w:p>
    <w:p w:rsidR="006A1B21" w:rsidRDefault="00761027" w:rsidP="006A1B21">
      <w:pPr>
        <w:pStyle w:val="Heading1Center"/>
      </w:pPr>
      <w:bookmarkStart w:id="0" w:name="_Toc460154532"/>
      <w:r>
        <w:lastRenderedPageBreak/>
        <w:t>Preface</w:t>
      </w:r>
      <w:bookmarkEnd w:id="0"/>
    </w:p>
    <w:p w:rsidR="006A1B21" w:rsidRDefault="00761027" w:rsidP="00761027">
      <w:pPr>
        <w:pStyle w:val="libNormal"/>
      </w:pPr>
      <w:r>
        <w:t xml:space="preserve">The Noble Prophet (peace </w:t>
      </w:r>
      <w:proofErr w:type="gramStart"/>
      <w:r>
        <w:t>be</w:t>
      </w:r>
      <w:proofErr w:type="gramEnd"/>
      <w:r>
        <w:t xml:space="preserve"> upon him and his family) has said:</w:t>
      </w:r>
    </w:p>
    <w:p w:rsidR="006A1B21" w:rsidRDefault="00761027" w:rsidP="0092266F">
      <w:pPr>
        <w:pStyle w:val="libAr"/>
      </w:pPr>
      <w:r>
        <w:rPr>
          <w:rtl/>
        </w:rPr>
        <w:t>مَنْ حَفِظَ عَـلـى أُمَّتِـي أَرْبَعِينَ حَدِيثًا يَـنْتَفِعُونَ بِهَا بَعَـثَهُ اللهُ يَوْمَ الْقِيَامَةِ فَقِيهاً عَالِـماً</w:t>
      </w:r>
      <w:r>
        <w:t>.</w:t>
      </w:r>
    </w:p>
    <w:p w:rsidR="006A1B21" w:rsidRDefault="00761027" w:rsidP="00761027">
      <w:pPr>
        <w:pStyle w:val="libNormal"/>
      </w:pPr>
      <w:r>
        <w:t>“The person from amongst my nation who memorizes forty traditions pertaining to those issues of religion which he is in need of, Allah shall resurrect him on the Day of Judgment as a scholar with a deep insight into the faith.”</w:t>
      </w:r>
    </w:p>
    <w:p w:rsidR="006A1B21" w:rsidRDefault="00761027" w:rsidP="00761027">
      <w:pPr>
        <w:pStyle w:val="libNormal"/>
      </w:pPr>
      <w:r>
        <w:t xml:space="preserve">In following the above </w:t>
      </w:r>
      <w:proofErr w:type="spellStart"/>
      <w:r>
        <w:t>hadith</w:t>
      </w:r>
      <w:proofErr w:type="spellEnd"/>
      <w:r>
        <w:t xml:space="preserve">, The Islamic Education Board of The World Federation of KSIMC (IEB </w:t>
      </w:r>
      <w:r w:rsidR="00A62E4F" w:rsidRPr="00A62E4F">
        <w:t>-</w:t>
      </w:r>
      <w:r w:rsidRPr="00A62E4F">
        <w:t xml:space="preserve"> WF) has decided to publish a series of booklets of 4</w:t>
      </w:r>
      <w:r>
        <w:t xml:space="preserve">0 </w:t>
      </w:r>
      <w:proofErr w:type="spellStart"/>
      <w:r>
        <w:t>ahadith</w:t>
      </w:r>
      <w:proofErr w:type="spellEnd"/>
      <w:r>
        <w:t xml:space="preserve"> on different subjects. The </w:t>
      </w:r>
      <w:proofErr w:type="spellStart"/>
      <w:r>
        <w:t>ahadith</w:t>
      </w:r>
      <w:proofErr w:type="spellEnd"/>
      <w:r>
        <w:t xml:space="preserve">, which have been selected from various sources, are short and simple and therefore easy to understand and memorize. It is envisaged that the booklets will not only be useful for </w:t>
      </w:r>
      <w:proofErr w:type="spellStart"/>
      <w:r>
        <w:t>Zakireen</w:t>
      </w:r>
      <w:proofErr w:type="spellEnd"/>
      <w:r>
        <w:t xml:space="preserve">, </w:t>
      </w:r>
      <w:proofErr w:type="spellStart"/>
      <w:r>
        <w:t>Madrasah</w:t>
      </w:r>
      <w:proofErr w:type="spellEnd"/>
      <w:r>
        <w:t xml:space="preserve"> teachers and students, but will be of benefit to the </w:t>
      </w:r>
      <w:proofErr w:type="spellStart"/>
      <w:r>
        <w:t>Ummah</w:t>
      </w:r>
      <w:proofErr w:type="spellEnd"/>
      <w:r>
        <w:t xml:space="preserve"> at large.</w:t>
      </w:r>
    </w:p>
    <w:p w:rsidR="00761027" w:rsidRPr="00A62E4F" w:rsidRDefault="00761027" w:rsidP="00A62E4F">
      <w:pPr>
        <w:pStyle w:val="libNormal"/>
      </w:pPr>
      <w:r>
        <w:t xml:space="preserve">The collection of the </w:t>
      </w:r>
      <w:proofErr w:type="spellStart"/>
      <w:r>
        <w:t>ahadith</w:t>
      </w:r>
      <w:proofErr w:type="spellEnd"/>
      <w:r>
        <w:t xml:space="preserve">, together with their translation in English, was carried out by </w:t>
      </w:r>
      <w:proofErr w:type="spellStart"/>
      <w:r>
        <w:t>Shaykh</w:t>
      </w:r>
      <w:proofErr w:type="spellEnd"/>
      <w:r>
        <w:t xml:space="preserve"> </w:t>
      </w:r>
      <w:proofErr w:type="spellStart"/>
      <w:r>
        <w:t>Shahnawaz</w:t>
      </w:r>
      <w:proofErr w:type="spellEnd"/>
      <w:r>
        <w:t xml:space="preserve"> </w:t>
      </w:r>
      <w:proofErr w:type="spellStart"/>
      <w:r>
        <w:t>Mahdavi</w:t>
      </w:r>
      <w:proofErr w:type="spellEnd"/>
      <w:r>
        <w:t xml:space="preserve">. IEB </w:t>
      </w:r>
      <w:r w:rsidR="00A62E4F" w:rsidRPr="00A62E4F">
        <w:t>-</w:t>
      </w:r>
      <w:r w:rsidRPr="00A62E4F">
        <w:t xml:space="preserve"> WF would like to thank the </w:t>
      </w:r>
      <w:proofErr w:type="spellStart"/>
      <w:r w:rsidRPr="00A62E4F">
        <w:t>Shaykh</w:t>
      </w:r>
      <w:proofErr w:type="spellEnd"/>
      <w:r w:rsidRPr="00A62E4F">
        <w:t xml:space="preserve"> </w:t>
      </w:r>
      <w:proofErr w:type="spellStart"/>
      <w:r w:rsidRPr="00A62E4F">
        <w:t>Mahdavi</w:t>
      </w:r>
      <w:proofErr w:type="spellEnd"/>
      <w:r w:rsidRPr="00A62E4F">
        <w:t xml:space="preserve"> for his efforts in the compilati</w:t>
      </w:r>
      <w:r>
        <w:t xml:space="preserve">on and translation of this work. May Allah (Glory and Greatness be to Him) accept this work as a further attempt by IEB </w:t>
      </w:r>
      <w:r w:rsidR="00A62E4F" w:rsidRPr="00A62E4F">
        <w:t>-</w:t>
      </w:r>
      <w:r w:rsidRPr="00A62E4F">
        <w:t xml:space="preserve"> WF to propagate </w:t>
      </w:r>
      <w:proofErr w:type="gramStart"/>
      <w:r w:rsidRPr="00A62E4F">
        <w:t>Islam.</w:t>
      </w:r>
      <w:proofErr w:type="gramEnd"/>
    </w:p>
    <w:p w:rsidR="00761027" w:rsidRDefault="00761027" w:rsidP="00A62E4F">
      <w:pPr>
        <w:pStyle w:val="libNormal"/>
      </w:pPr>
      <w:r w:rsidRPr="00A62E4F">
        <w:br w:type="page"/>
      </w:r>
    </w:p>
    <w:p w:rsidR="006A1B21" w:rsidRDefault="00761027" w:rsidP="006A1B21">
      <w:pPr>
        <w:pStyle w:val="Heading1Center"/>
      </w:pPr>
      <w:bookmarkStart w:id="1" w:name="_Toc460154533"/>
      <w:r>
        <w:lastRenderedPageBreak/>
        <w:t>Introduction</w:t>
      </w:r>
      <w:bookmarkEnd w:id="1"/>
    </w:p>
    <w:p w:rsidR="006A1B21" w:rsidRDefault="00761027" w:rsidP="00761027">
      <w:pPr>
        <w:pStyle w:val="libNormal"/>
      </w:pPr>
      <w:r>
        <w:t>Although our existence is from Allah (Glory and Greatness be to Him), it is our parents who are the means of giving us life. We are an offshoot of their existence and a fruit of the garden of their unparalleled affection, training, love and sentiments.</w:t>
      </w:r>
    </w:p>
    <w:p w:rsidR="006A1B21" w:rsidRDefault="00761027" w:rsidP="00761027">
      <w:pPr>
        <w:pStyle w:val="libNormal"/>
      </w:pPr>
      <w:r>
        <w:t>When the forgetful human being grows up to become big and strong and comes to acquire a certain credibility (in life), he forgets the period wherein he was weak and lacking in strength. He disregards the exhaustive efforts of his parents; what ingratitude could be worse than this?</w:t>
      </w:r>
    </w:p>
    <w:p w:rsidR="006A1B21" w:rsidRDefault="00761027" w:rsidP="00761027">
      <w:pPr>
        <w:pStyle w:val="libNormal"/>
      </w:pPr>
      <w:r>
        <w:t>Humanity and ethics demand that we safeguard these two jewels (our mother and father) - by exhibiting goodness towards them while they are alive, and by means of charity and goodly remembrance after their death.</w:t>
      </w:r>
    </w:p>
    <w:p w:rsidR="006A1B21" w:rsidRDefault="00761027" w:rsidP="00761027">
      <w:pPr>
        <w:pStyle w:val="libNormal"/>
      </w:pPr>
      <w:r>
        <w:t>Our lives are an extension of our parent’s lives while our children’s lives are a continuation of ours. Our good behavior towards our parents and our exhibition of kindness towards them shall cause our children to grow up as grateful and righteous individuals. They shall behave with us just as we have behaved with our own parents.</w:t>
      </w:r>
    </w:p>
    <w:p w:rsidR="006A1B21" w:rsidRDefault="00761027" w:rsidP="00761027">
      <w:pPr>
        <w:pStyle w:val="libNormal"/>
      </w:pPr>
      <w:r>
        <w:t>Just as it is beyond our means to fulfill the rights of Allah (Glory and Greatness be to Him) and to thank Him for all His bounties in their entirety, similarly we can never thank our parents sufficiently for their efforts. The only thing that we can do is to acknowledge our inability and submit ourselves, in humility and reverence, before these two angels. However, comprehension of their status in the eyes of Allah (Glory and Greatness be to Him) paves the way to fulfill some of their numerous rights.</w:t>
      </w:r>
    </w:p>
    <w:p w:rsidR="006A1B21" w:rsidRDefault="00761027" w:rsidP="00761027">
      <w:pPr>
        <w:pStyle w:val="libNormal"/>
      </w:pPr>
      <w:r>
        <w:t>The traditions that we shall read in this collection of forty traditions shall serve to make us aware of some of our responsibilities towards our parents.</w:t>
      </w:r>
    </w:p>
    <w:p w:rsidR="006A1B21" w:rsidRDefault="00761027" w:rsidP="00761027">
      <w:pPr>
        <w:pStyle w:val="libNormal"/>
      </w:pPr>
      <w:r>
        <w:t>May Allah (Glory and Greatness be to Him) grant us the Divine success that we may come be regarded amongst those who have been good towards their parents.</w:t>
      </w:r>
    </w:p>
    <w:p w:rsidR="006A1B21" w:rsidRDefault="00761027" w:rsidP="00761027">
      <w:pPr>
        <w:pStyle w:val="libNormal"/>
      </w:pPr>
      <w:proofErr w:type="gramStart"/>
      <w:r>
        <w:t>“O’ Allah!</w:t>
      </w:r>
      <w:proofErr w:type="gramEnd"/>
      <w:r>
        <w:t xml:space="preserve"> Make us such that we may be grateful for the efforts of our parents.”</w:t>
      </w:r>
    </w:p>
    <w:p w:rsidR="00761027" w:rsidRDefault="00761027" w:rsidP="00761027">
      <w:pPr>
        <w:pStyle w:val="libNormal"/>
      </w:pPr>
      <w:proofErr w:type="gramStart"/>
      <w:r>
        <w:t>“O’ Allah!</w:t>
      </w:r>
      <w:proofErr w:type="gramEnd"/>
      <w:r>
        <w:t xml:space="preserve"> Make us successful in bringing forth a generation of pure-hearted, believing, grateful and righteous individuals.”</w:t>
      </w:r>
    </w:p>
    <w:p w:rsidR="00761027" w:rsidRDefault="00761027" w:rsidP="006A1B21">
      <w:pPr>
        <w:pStyle w:val="libNormal"/>
      </w:pPr>
      <w:r>
        <w:br w:type="page"/>
      </w:r>
    </w:p>
    <w:p w:rsidR="006A1B21" w:rsidRDefault="00761027" w:rsidP="006A1B21">
      <w:pPr>
        <w:pStyle w:val="Heading1Center"/>
      </w:pPr>
      <w:bookmarkStart w:id="2" w:name="_Toc460154534"/>
      <w:r>
        <w:lastRenderedPageBreak/>
        <w:t>Treatment of Parents according to the Noble Qur’an</w:t>
      </w:r>
      <w:bookmarkEnd w:id="2"/>
    </w:p>
    <w:p w:rsidR="006A1B21" w:rsidRDefault="00761027" w:rsidP="0092266F">
      <w:pPr>
        <w:pStyle w:val="libAr"/>
      </w:pPr>
      <w:r>
        <w:rPr>
          <w:rtl/>
        </w:rPr>
        <w:t>وَ قَضى‏ رَبُّكَ أَلاَّ تَعْبُدُوا إِلاَّ إِيَّاهُ وَ بِالْوَالِدَيْنِ إِحْسَاناً إِمَّا يَبْلُغَنَّ عِنْدَكَ الْكِبَرَ أَحَدُهُمَا أَوْ كِلاَهُمَا فَلاَ تَقُلْ لَهُمَا أُفٍّ وَ لاَ تَنْهَرْهُمَا وَ قُلْ لَهُمَا قَوْلاً كَرِيـماً</w:t>
      </w:r>
    </w:p>
    <w:p w:rsidR="006A1B21" w:rsidRDefault="00761027" w:rsidP="00761027">
      <w:pPr>
        <w:pStyle w:val="libNormal"/>
      </w:pPr>
      <w:r>
        <w:t>“And your Lord has commanded that you shall not serve (any) but Him, and that you shall show goodness to your parents. If either or both of them reach old age with you, say not to them (so much as) “Ugh” nor chide them, and speak to them a generous word.”</w:t>
      </w:r>
    </w:p>
    <w:p w:rsidR="00761027" w:rsidRDefault="00761027" w:rsidP="00761027">
      <w:pPr>
        <w:pStyle w:val="libNormal"/>
      </w:pPr>
      <w:r>
        <w:t xml:space="preserve">Noble Qur’an, </w:t>
      </w:r>
      <w:proofErr w:type="spellStart"/>
      <w:r>
        <w:t>Surat</w:t>
      </w:r>
      <w:proofErr w:type="spellEnd"/>
      <w:r>
        <w:t xml:space="preserve"> </w:t>
      </w:r>
      <w:proofErr w:type="spellStart"/>
      <w:r>
        <w:t>Bani</w:t>
      </w:r>
      <w:proofErr w:type="spellEnd"/>
      <w:r>
        <w:t xml:space="preserve"> </w:t>
      </w:r>
      <w:proofErr w:type="spellStart"/>
      <w:r>
        <w:t>Isra’il</w:t>
      </w:r>
      <w:proofErr w:type="spellEnd"/>
      <w:r>
        <w:t xml:space="preserve"> (17) Verse 23</w:t>
      </w:r>
    </w:p>
    <w:p w:rsidR="00761027" w:rsidRDefault="00761027" w:rsidP="006A1B21">
      <w:pPr>
        <w:pStyle w:val="libNormal"/>
      </w:pPr>
      <w:r>
        <w:br w:type="page"/>
      </w:r>
    </w:p>
    <w:p w:rsidR="00761027" w:rsidRDefault="00761027" w:rsidP="006A1B21">
      <w:pPr>
        <w:pStyle w:val="Heading1Center"/>
      </w:pPr>
      <w:bookmarkStart w:id="3" w:name="_Toc460154535"/>
      <w:r>
        <w:lastRenderedPageBreak/>
        <w:t xml:space="preserve">The </w:t>
      </w:r>
      <w:proofErr w:type="spellStart"/>
      <w:r>
        <w:t>Ahadith</w:t>
      </w:r>
      <w:proofErr w:type="spellEnd"/>
      <w:r>
        <w:t xml:space="preserve">, </w:t>
      </w:r>
      <w:proofErr w:type="gramStart"/>
      <w:r>
        <w:t>The</w:t>
      </w:r>
      <w:proofErr w:type="gramEnd"/>
      <w:r>
        <w:t xml:space="preserve"> Traditions</w:t>
      </w:r>
      <w:bookmarkEnd w:id="3"/>
    </w:p>
    <w:p w:rsidR="006A1B21" w:rsidRDefault="006A1B21" w:rsidP="006A1B21">
      <w:pPr>
        <w:pStyle w:val="libNormal"/>
      </w:pPr>
      <w:r>
        <w:br w:type="page"/>
      </w:r>
    </w:p>
    <w:p w:rsidR="006A1B21" w:rsidRDefault="00761027" w:rsidP="006A1B21">
      <w:pPr>
        <w:pStyle w:val="Heading2Center"/>
      </w:pPr>
      <w:bookmarkStart w:id="4" w:name="_Toc460154536"/>
      <w:r>
        <w:lastRenderedPageBreak/>
        <w:t>1. The Greatest Obligatory Act</w:t>
      </w:r>
      <w:bookmarkEnd w:id="4"/>
    </w:p>
    <w:p w:rsidR="006A1B21" w:rsidRDefault="00761027" w:rsidP="0092266F">
      <w:pPr>
        <w:pStyle w:val="libAr"/>
      </w:pPr>
      <w:r>
        <w:rPr>
          <w:rtl/>
        </w:rPr>
        <w:t>عَنْ أَمِيرِ الْمُؤْمِنِينَ (ع) أَنَّهُ قَالَ: بِرُّ الْوَالِدَيْنِ أَكْبَرُ فَرِيضَـةٍ</w:t>
      </w:r>
      <w:r>
        <w:t>.</w:t>
      </w:r>
    </w:p>
    <w:p w:rsidR="006A1B21" w:rsidRDefault="00761027" w:rsidP="00761027">
      <w:pPr>
        <w:pStyle w:val="libNormal"/>
      </w:pPr>
      <w:r>
        <w:t xml:space="preserve">The Commander of the Faithful (peace </w:t>
      </w:r>
      <w:proofErr w:type="gramStart"/>
      <w:r>
        <w:t>be</w:t>
      </w:r>
      <w:proofErr w:type="gramEnd"/>
      <w:r>
        <w:t xml:space="preserve"> upon him) has said: “Goodness towards (one’s) parents is the greatest obligatory act.”</w:t>
      </w:r>
    </w:p>
    <w:p w:rsidR="00761027" w:rsidRDefault="00761027" w:rsidP="00761027">
      <w:pPr>
        <w:pStyle w:val="libNormal"/>
      </w:pPr>
      <w:proofErr w:type="spellStart"/>
      <w:r>
        <w:t>Mizanul</w:t>
      </w:r>
      <w:proofErr w:type="spellEnd"/>
      <w:r>
        <w:t xml:space="preserve"> </w:t>
      </w:r>
      <w:proofErr w:type="spellStart"/>
      <w:r>
        <w:t>Hikmah</w:t>
      </w:r>
      <w:proofErr w:type="spellEnd"/>
      <w:r>
        <w:t>, Volume 10, Page 709</w:t>
      </w:r>
    </w:p>
    <w:p w:rsidR="006A1B21" w:rsidRDefault="006A1B21" w:rsidP="006A1B21">
      <w:pPr>
        <w:pStyle w:val="libNormal"/>
      </w:pPr>
      <w:r>
        <w:br w:type="page"/>
      </w:r>
    </w:p>
    <w:p w:rsidR="006A1B21" w:rsidRDefault="00761027" w:rsidP="006A1B21">
      <w:pPr>
        <w:pStyle w:val="Heading2Center"/>
      </w:pPr>
      <w:bookmarkStart w:id="5" w:name="_Toc460154537"/>
      <w:r>
        <w:lastRenderedPageBreak/>
        <w:t>2. The Best of Deeds</w:t>
      </w:r>
      <w:bookmarkEnd w:id="5"/>
    </w:p>
    <w:p w:rsidR="006A1B21" w:rsidRDefault="00761027" w:rsidP="0092266F">
      <w:pPr>
        <w:pStyle w:val="libAr"/>
      </w:pPr>
      <w:r>
        <w:rPr>
          <w:rtl/>
        </w:rPr>
        <w:t>قَالَ الصَّادِقُ (ع): أَفْضَلُ الأَعْمَالِ الصَّلاَةُ لِوَقْتِهَا وَ بِرُّ الْوَالِدَينِ وَ الْجِهَادُ فِي سَـبِيلِ اللٌّهِ</w:t>
      </w:r>
      <w:r>
        <w:t>.</w:t>
      </w:r>
    </w:p>
    <w:p w:rsidR="006A1B21" w:rsidRDefault="00761027" w:rsidP="00761027">
      <w:pPr>
        <w:pStyle w:val="libNormal"/>
      </w:pPr>
      <w:r>
        <w:t>Imam as-</w:t>
      </w:r>
      <w:proofErr w:type="spellStart"/>
      <w:r>
        <w:t>Sadiq</w:t>
      </w:r>
      <w:proofErr w:type="spellEnd"/>
      <w:r>
        <w:t xml:space="preserve"> (peace be upon him) has said: “The best deeds are: </w:t>
      </w:r>
      <w:proofErr w:type="spellStart"/>
      <w:r>
        <w:t>Salat</w:t>
      </w:r>
      <w:proofErr w:type="spellEnd"/>
      <w:r>
        <w:t xml:space="preserve"> in its stipulated hour, goodness towards parents and Jihad in the way of Allah.”</w:t>
      </w:r>
    </w:p>
    <w:p w:rsidR="00761027" w:rsidRDefault="00761027" w:rsidP="00761027">
      <w:pPr>
        <w:pStyle w:val="libNormal"/>
      </w:pPr>
      <w:proofErr w:type="spellStart"/>
      <w:r>
        <w:t>Biharul</w:t>
      </w:r>
      <w:proofErr w:type="spellEnd"/>
      <w:r>
        <w:t xml:space="preserve"> Anwar, Volume 74, Page 85</w:t>
      </w:r>
    </w:p>
    <w:p w:rsidR="006A1B21" w:rsidRDefault="006A1B21" w:rsidP="006A1B21">
      <w:pPr>
        <w:pStyle w:val="libNormal"/>
      </w:pPr>
      <w:r>
        <w:br w:type="page"/>
      </w:r>
    </w:p>
    <w:p w:rsidR="006A1B21" w:rsidRDefault="00761027" w:rsidP="006A1B21">
      <w:pPr>
        <w:pStyle w:val="Heading2Center"/>
      </w:pPr>
      <w:bookmarkStart w:id="6" w:name="_Toc460154538"/>
      <w:r>
        <w:lastRenderedPageBreak/>
        <w:t>3. Attachment to Parents</w:t>
      </w:r>
      <w:bookmarkEnd w:id="6"/>
    </w:p>
    <w:p w:rsidR="006A1B21" w:rsidRDefault="00761027" w:rsidP="0092266F">
      <w:pPr>
        <w:pStyle w:val="libAr"/>
      </w:pPr>
      <w:r>
        <w:rPr>
          <w:rtl/>
        </w:rPr>
        <w:t>فَقَالَ رَسُولُ اللٌّهِ (ص): فَقِرَّ مَعَ وَالِدَيْكَ فَوَ الَّذِي نَفْسِي بِيَدِهِ لَأَُنْسُهُمَا بِكَ يَوْماً وَ لَيْلَةً خَيْرٌ مِنْ جِهَادِ سَنَةٍ</w:t>
      </w:r>
      <w:r>
        <w:t>.</w:t>
      </w:r>
    </w:p>
    <w:p w:rsidR="006A1B21" w:rsidRDefault="00761027" w:rsidP="00761027">
      <w:pPr>
        <w:pStyle w:val="libNormal"/>
      </w:pPr>
      <w:r>
        <w:t xml:space="preserve">[A person once approached the Messenger of Allah (peace </w:t>
      </w:r>
      <w:proofErr w:type="gramStart"/>
      <w:r>
        <w:t>be</w:t>
      </w:r>
      <w:proofErr w:type="gramEnd"/>
      <w:r>
        <w:t xml:space="preserve"> upon him and his family) and said: “I have an old father and mother, who due to their attachment towards me, are not keen for me to go to Jihad.”]</w:t>
      </w:r>
    </w:p>
    <w:p w:rsidR="006A1B21" w:rsidRDefault="00761027" w:rsidP="00761027">
      <w:pPr>
        <w:pStyle w:val="libNormal"/>
      </w:pPr>
      <w:r>
        <w:t>[Hearing this], the Noble Prophet (peace be upon him and his family) said: “(If such is the case then) Stay with your parents for, by the One in whose control lies my soul, their attachment of one day and one night to you is better than one year of Jihad.”</w:t>
      </w:r>
    </w:p>
    <w:p w:rsidR="00761027" w:rsidRDefault="00761027" w:rsidP="00761027">
      <w:pPr>
        <w:pStyle w:val="libNormal"/>
      </w:pPr>
      <w:proofErr w:type="spellStart"/>
      <w:r>
        <w:t>Biharul</w:t>
      </w:r>
      <w:proofErr w:type="spellEnd"/>
      <w:r>
        <w:t xml:space="preserve"> Anwar, Volume 74, Page 82</w:t>
      </w:r>
    </w:p>
    <w:p w:rsidR="006A1B21" w:rsidRDefault="006A1B21" w:rsidP="006A1B21">
      <w:pPr>
        <w:pStyle w:val="libNormal"/>
      </w:pPr>
      <w:r>
        <w:br w:type="page"/>
      </w:r>
    </w:p>
    <w:p w:rsidR="006A1B21" w:rsidRDefault="00761027" w:rsidP="006A1B21">
      <w:pPr>
        <w:pStyle w:val="Heading2Center"/>
      </w:pPr>
      <w:bookmarkStart w:id="7" w:name="_Toc460154539"/>
      <w:r>
        <w:lastRenderedPageBreak/>
        <w:t xml:space="preserve">4. </w:t>
      </w:r>
      <w:proofErr w:type="gramStart"/>
      <w:r>
        <w:t>The</w:t>
      </w:r>
      <w:proofErr w:type="gramEnd"/>
      <w:r>
        <w:t xml:space="preserve"> Most Beloved Deed</w:t>
      </w:r>
      <w:bookmarkEnd w:id="7"/>
    </w:p>
    <w:p w:rsidR="006A1B21" w:rsidRDefault="00761027" w:rsidP="0092266F">
      <w:pPr>
        <w:pStyle w:val="libAr"/>
      </w:pPr>
      <w:r>
        <w:rPr>
          <w:rtl/>
        </w:rPr>
        <w:t>سَأَلْتُ رَسُولَ اللٌّهِ (ص): أَيُّ الأَعْمَالِ أَحَبُّ إِلـى اللٌّهِ عَزَّ وَ جَلَّ؟ قَالَ الصَّلاَةُ لِوَقْتِهَا. قُلْتُ ثُمَّ أَيُّ شَيْ‏ٍءٍ؟ قَالَ بِرُّ الْوَالِدَينِ. قُلْتُ ثُمَّ أَيُّ شَيء‏ٍٍ؟ قَالَ الْجِهَادُ فِي سَبِيلِ اللٌّهِ.‏</w:t>
      </w:r>
    </w:p>
    <w:p w:rsidR="006A1B21" w:rsidRDefault="00761027" w:rsidP="00761027">
      <w:pPr>
        <w:pStyle w:val="libNormal"/>
      </w:pPr>
      <w:r>
        <w:t>[</w:t>
      </w:r>
      <w:proofErr w:type="spellStart"/>
      <w:r>
        <w:t>Ibne</w:t>
      </w:r>
      <w:proofErr w:type="spellEnd"/>
      <w:r>
        <w:t xml:space="preserve"> `</w:t>
      </w:r>
      <w:proofErr w:type="spellStart"/>
      <w:r>
        <w:t>Abbas</w:t>
      </w:r>
      <w:proofErr w:type="spellEnd"/>
      <w:r>
        <w:t xml:space="preserve"> states:] “I questioned the Messenger of Allah (peace </w:t>
      </w:r>
      <w:proofErr w:type="gramStart"/>
      <w:r>
        <w:t>be</w:t>
      </w:r>
      <w:proofErr w:type="gramEnd"/>
      <w:r>
        <w:t xml:space="preserve"> upon him and his family): Which deed is the most beloved in the eyes of Allah, the Mighty, the Glorious?” He (peace be upon him and his family) replied: “(Offering) prayers at their stipulated times.” I then asked: “Which is the next most beloved deed?” He (peace </w:t>
      </w:r>
      <w:proofErr w:type="gramStart"/>
      <w:r>
        <w:t>be</w:t>
      </w:r>
      <w:proofErr w:type="gramEnd"/>
      <w:r>
        <w:t xml:space="preserve"> upon him and his family) answered: “Goodness towards (one’s) parents.” I asked him again: “After this which is the most beloved act?” He (peace </w:t>
      </w:r>
      <w:proofErr w:type="gramStart"/>
      <w:r>
        <w:t>be</w:t>
      </w:r>
      <w:proofErr w:type="gramEnd"/>
      <w:r>
        <w:t xml:space="preserve"> upon him and his family) said: “Jihad in the way of Allah.”</w:t>
      </w:r>
    </w:p>
    <w:p w:rsidR="00761027" w:rsidRDefault="00761027" w:rsidP="00761027">
      <w:pPr>
        <w:pStyle w:val="libNormal"/>
      </w:pPr>
      <w:proofErr w:type="spellStart"/>
      <w:r>
        <w:t>Biharul</w:t>
      </w:r>
      <w:proofErr w:type="spellEnd"/>
      <w:r>
        <w:t xml:space="preserve"> Anwar, Volume 74, Page 70</w:t>
      </w:r>
    </w:p>
    <w:p w:rsidR="006A1B21" w:rsidRDefault="006A1B21" w:rsidP="006A1B21">
      <w:pPr>
        <w:pStyle w:val="libNormal"/>
      </w:pPr>
      <w:r>
        <w:br w:type="page"/>
      </w:r>
    </w:p>
    <w:p w:rsidR="006A1B21" w:rsidRDefault="00761027" w:rsidP="006A1B21">
      <w:pPr>
        <w:pStyle w:val="Heading2Center"/>
      </w:pPr>
      <w:bookmarkStart w:id="8" w:name="_Toc460154540"/>
      <w:r>
        <w:lastRenderedPageBreak/>
        <w:t>5. Looking at Parents</w:t>
      </w:r>
      <w:bookmarkEnd w:id="8"/>
    </w:p>
    <w:p w:rsidR="006A1B21" w:rsidRDefault="00761027" w:rsidP="0092266F">
      <w:pPr>
        <w:pStyle w:val="libAr"/>
      </w:pPr>
      <w:r>
        <w:rPr>
          <w:rtl/>
        </w:rPr>
        <w:t>قَالَ رَسُولُ اللٌّهِ (ص): مَا مِنْ وَلَدٍ بَارٍّ نَظَرَ إِلـى أَبَوَيْهِ بِرَحْمَةٍ إِلاَّ كَانَ لَهُ بِكُلِّ نَظْرَةٍ حَجَّةٌ مَبْرُورَةٌ. فَقَالُوا يَا رَسُولَ اللٌّهِ وَ إِنْ نَظَرَ فِي كُلِّ يَوْمٍ مِائَةَ نَظْرَةٍ؟ قَالَ نَعَمْ. أَللٌّهُ أَكْبَرُ وَ أَطْيَبُ</w:t>
      </w:r>
      <w:r>
        <w:t>.</w:t>
      </w:r>
    </w:p>
    <w:p w:rsidR="006A1B21" w:rsidRDefault="00761027" w:rsidP="00761027">
      <w:pPr>
        <w:pStyle w:val="libNormal"/>
      </w:pPr>
      <w:r>
        <w:t xml:space="preserve">The Messenger of Allah (peace be upon him and his family) said: “Every righteous child who casts a look of mercy and affection upon his parents shall be granted, for every look of his, rewards equivalent to that of an accepted Hajj.” Those around the Prophet questioned: “O’ Prophet of Allah! </w:t>
      </w:r>
      <w:proofErr w:type="gramStart"/>
      <w:r>
        <w:t>Even if he were to look at them a hundred times a day?”</w:t>
      </w:r>
      <w:proofErr w:type="gramEnd"/>
      <w:r>
        <w:t xml:space="preserve"> The Messenger of Allah (peace </w:t>
      </w:r>
      <w:proofErr w:type="gramStart"/>
      <w:r>
        <w:t>be</w:t>
      </w:r>
      <w:proofErr w:type="gramEnd"/>
      <w:r>
        <w:t xml:space="preserve"> upon him and his family) replied: “Indeed! Allah is the Greatest and Most Kind.”</w:t>
      </w:r>
    </w:p>
    <w:p w:rsidR="00761027" w:rsidRDefault="00761027" w:rsidP="00761027">
      <w:pPr>
        <w:pStyle w:val="libNormal"/>
      </w:pPr>
      <w:proofErr w:type="spellStart"/>
      <w:r>
        <w:t>Biharul</w:t>
      </w:r>
      <w:proofErr w:type="spellEnd"/>
      <w:r>
        <w:t xml:space="preserve"> Anwar, Volume 74, Page 73</w:t>
      </w:r>
    </w:p>
    <w:p w:rsidR="006A1B21" w:rsidRDefault="006A1B21" w:rsidP="006A1B21">
      <w:pPr>
        <w:pStyle w:val="libNormal"/>
      </w:pPr>
      <w:r>
        <w:br w:type="page"/>
      </w:r>
    </w:p>
    <w:p w:rsidR="006A1B21" w:rsidRDefault="00761027" w:rsidP="006A1B21">
      <w:pPr>
        <w:pStyle w:val="Heading2Center"/>
      </w:pPr>
      <w:bookmarkStart w:id="9" w:name="_Toc460154541"/>
      <w:r>
        <w:lastRenderedPageBreak/>
        <w:t>6. The Great Rank of Parents</w:t>
      </w:r>
      <w:bookmarkEnd w:id="9"/>
    </w:p>
    <w:p w:rsidR="006A1B21" w:rsidRDefault="00761027" w:rsidP="0092266F">
      <w:pPr>
        <w:pStyle w:val="libAr"/>
      </w:pPr>
      <w:r>
        <w:rPr>
          <w:rtl/>
        </w:rPr>
        <w:t>عَن أَبِي الْحَسَنِ الرِّضَا (ع) قَالَ: إِنَّ اللٌّهَ أَمَرَ بِثَلاَثَةٍ مَقْرُونٍ بِهَا ثَلاَثَةٌ أُخْرَى: أَمَرَ بِالصَّلاَةِ وَ الزَّكَاةِ فَمَنْ صَلَّى وَ لَمْ يُزَكِّ لَمْ تُقْبَلْ مِنْهُ صَلاَتُهُ وَ أَمَرَ بِالشُّكْرِ لَهُ وَ لِلْوَالِدَيْنِ فَمَنْ لَمْ يَشْكُرْ وَالِدَيْهِ لَمْ يَشْكُرِ اللٌّهَ وَ أَمَرَ بِاتِّقَاءِ اللٌّهِ وَ صِلَةِ الرَّحِمِ فَمَنْ لَمْ يَصِلْ رَحِمَهُ لَمْ يَتَّقِ اللٌّهَ‏</w:t>
      </w:r>
      <w:r>
        <w:t>.</w:t>
      </w:r>
    </w:p>
    <w:p w:rsidR="006A1B21" w:rsidRDefault="00761027" w:rsidP="00761027">
      <w:pPr>
        <w:pStyle w:val="libNormal"/>
      </w:pPr>
      <w:r>
        <w:t>Imam al-</w:t>
      </w:r>
      <w:proofErr w:type="spellStart"/>
      <w:r>
        <w:t>Ridha</w:t>
      </w:r>
      <w:proofErr w:type="spellEnd"/>
      <w:r>
        <w:t xml:space="preserve"> (peace </w:t>
      </w:r>
      <w:proofErr w:type="gramStart"/>
      <w:r>
        <w:t>be</w:t>
      </w:r>
      <w:proofErr w:type="gramEnd"/>
      <w:r>
        <w:t xml:space="preserve"> upon him) has said: “Allah, the Mighty, the Glorious, has commanded three things with which he has associated three other things. He associated payment of </w:t>
      </w:r>
      <w:proofErr w:type="spellStart"/>
      <w:r>
        <w:t>zakat</w:t>
      </w:r>
      <w:proofErr w:type="spellEnd"/>
      <w:r>
        <w:t xml:space="preserve"> along with prayers such that one who offers prayers, but desists from offering </w:t>
      </w:r>
      <w:proofErr w:type="spellStart"/>
      <w:r>
        <w:t>zakat</w:t>
      </w:r>
      <w:proofErr w:type="spellEnd"/>
      <w:r>
        <w:t xml:space="preserve">, his prayers </w:t>
      </w:r>
      <w:proofErr w:type="gramStart"/>
      <w:r>
        <w:t>are</w:t>
      </w:r>
      <w:proofErr w:type="gramEnd"/>
      <w:r>
        <w:t xml:space="preserve"> rejected. He associated gratitude to Him with gratitude towards parents such that </w:t>
      </w:r>
      <w:proofErr w:type="gramStart"/>
      <w:r>
        <w:t>one</w:t>
      </w:r>
      <w:proofErr w:type="gramEnd"/>
      <w:r>
        <w:t xml:space="preserve"> who is grateful to Allah, but ungrateful to his parents, will be deemed as ungrateful to Allah. He associated righteousness with bonds of kinship such that one who is righteous, but has severed relations with his kin, will be deemed as not being righteous.”</w:t>
      </w:r>
    </w:p>
    <w:p w:rsidR="00761027" w:rsidRDefault="00761027" w:rsidP="00761027">
      <w:pPr>
        <w:pStyle w:val="libNormal"/>
      </w:pPr>
      <w:proofErr w:type="spellStart"/>
      <w:r>
        <w:t>Biharul</w:t>
      </w:r>
      <w:proofErr w:type="spellEnd"/>
      <w:r>
        <w:t xml:space="preserve"> Anwar, Volume 74, Page 77</w:t>
      </w:r>
    </w:p>
    <w:p w:rsidR="006A1B21" w:rsidRDefault="006A1B21" w:rsidP="006A1B21">
      <w:pPr>
        <w:pStyle w:val="libNormal"/>
      </w:pPr>
      <w:r>
        <w:br w:type="page"/>
      </w:r>
    </w:p>
    <w:p w:rsidR="006A1B21" w:rsidRDefault="00761027" w:rsidP="006A1B21">
      <w:pPr>
        <w:pStyle w:val="Heading2Center"/>
      </w:pPr>
      <w:bookmarkStart w:id="10" w:name="_Toc460154542"/>
      <w:r>
        <w:lastRenderedPageBreak/>
        <w:t>7. Kindness to Parents</w:t>
      </w:r>
      <w:bookmarkEnd w:id="10"/>
    </w:p>
    <w:p w:rsidR="006A1B21" w:rsidRDefault="00761027" w:rsidP="0092266F">
      <w:pPr>
        <w:pStyle w:val="libAr"/>
      </w:pPr>
      <w:r>
        <w:rPr>
          <w:rtl/>
        </w:rPr>
        <w:t>قَالَ الصَّادِقُ (ع): بِرُّ الْوَالِدَيْنِ مِنْ حُسْنِ مَعْرِفَةِ الْعَبْدِ بِاللٌّهِ إِذْ لاَ عِبَادَةَ أَسْرَعُ بُلُوغاً بِصَاحِبِهَا إِلَى رِضَى اللٌّهِ مِنْ بِرِّ الْوَالِدَيْنِ الْمُسْلِمَيْنِ لِوَجْهِ اللٌّهِ</w:t>
      </w:r>
      <w:r>
        <w:t>.</w:t>
      </w:r>
    </w:p>
    <w:p w:rsidR="006A1B21" w:rsidRDefault="00761027" w:rsidP="00761027">
      <w:pPr>
        <w:pStyle w:val="libNormal"/>
      </w:pPr>
      <w:r>
        <w:t>Imam as-</w:t>
      </w:r>
      <w:proofErr w:type="spellStart"/>
      <w:r>
        <w:t>Sadiq</w:t>
      </w:r>
      <w:proofErr w:type="spellEnd"/>
      <w:r>
        <w:t xml:space="preserve"> (peace </w:t>
      </w:r>
      <w:proofErr w:type="gramStart"/>
      <w:r>
        <w:t>be</w:t>
      </w:r>
      <w:proofErr w:type="gramEnd"/>
      <w:r>
        <w:t xml:space="preserve"> upon him) has said: “Goodness towards the parents is an indication of a person’s excellent cognizance of Allah. This is because there is no worship that can take a person towards the happiness of Allah faster than exhibiting respect towards his Muslim parents for the sake of Allah.”</w:t>
      </w:r>
    </w:p>
    <w:p w:rsidR="00761027" w:rsidRDefault="00761027" w:rsidP="00761027">
      <w:pPr>
        <w:pStyle w:val="libNormal"/>
      </w:pPr>
      <w:proofErr w:type="spellStart"/>
      <w:r>
        <w:t>Biharul</w:t>
      </w:r>
      <w:proofErr w:type="spellEnd"/>
      <w:r>
        <w:t xml:space="preserve"> Anwar, Volume 74, pg.77</w:t>
      </w:r>
    </w:p>
    <w:p w:rsidR="006A1B21" w:rsidRDefault="006A1B21" w:rsidP="006A1B21">
      <w:pPr>
        <w:pStyle w:val="libNormal"/>
      </w:pPr>
      <w:r>
        <w:br w:type="page"/>
      </w:r>
    </w:p>
    <w:p w:rsidR="006A1B21" w:rsidRDefault="00761027" w:rsidP="006A1B21">
      <w:pPr>
        <w:pStyle w:val="Heading2Center"/>
      </w:pPr>
      <w:bookmarkStart w:id="11" w:name="_Toc460154543"/>
      <w:r>
        <w:lastRenderedPageBreak/>
        <w:t xml:space="preserve">8. Obedience </w:t>
      </w:r>
      <w:proofErr w:type="gramStart"/>
      <w:r>
        <w:t>Towards</w:t>
      </w:r>
      <w:proofErr w:type="gramEnd"/>
      <w:r>
        <w:t xml:space="preserve"> One’s Parents</w:t>
      </w:r>
      <w:bookmarkEnd w:id="11"/>
    </w:p>
    <w:p w:rsidR="006A1B21" w:rsidRDefault="00761027" w:rsidP="0092266F">
      <w:pPr>
        <w:pStyle w:val="libAr"/>
      </w:pPr>
      <w:r>
        <w:rPr>
          <w:rtl/>
        </w:rPr>
        <w:t>قَالَ رَسُولُ اللٌّهِ (ص): مَنْ أَصبَحَ مُطِيعاً لِلٌّهِ فِي الْواَلِدَينِ أَصبَحَ لَهُ بَابَانِ مَفْتُوحَانِ مِنَ الْجَنَّةِ وَ إِنْ كَانَ وَاحِداً فَوَاحِداً</w:t>
      </w:r>
      <w:r>
        <w:t>.</w:t>
      </w:r>
    </w:p>
    <w:p w:rsidR="006A1B21" w:rsidRDefault="00761027" w:rsidP="00761027">
      <w:pPr>
        <w:pStyle w:val="libNormal"/>
      </w:pPr>
      <w:r>
        <w:t>The Messenger of Allah (peace be upon him and his family) said: “One, who follows the orders of Allah with regards to obeying parents, shall have two doors of Paradise opened up for him. And if there happens to be only one parent, one door of Paradise shall open up for him.”</w:t>
      </w:r>
    </w:p>
    <w:p w:rsidR="00761027" w:rsidRDefault="00761027" w:rsidP="00761027">
      <w:pPr>
        <w:pStyle w:val="libNormal"/>
      </w:pPr>
      <w:proofErr w:type="spellStart"/>
      <w:r>
        <w:t>Kanzul</w:t>
      </w:r>
      <w:proofErr w:type="spellEnd"/>
      <w:r>
        <w:t xml:space="preserve"> `</w:t>
      </w:r>
      <w:proofErr w:type="spellStart"/>
      <w:r>
        <w:t>Ummal</w:t>
      </w:r>
      <w:proofErr w:type="spellEnd"/>
      <w:r>
        <w:t>, Volume 16, Page 67</w:t>
      </w:r>
    </w:p>
    <w:p w:rsidR="006A1B21" w:rsidRDefault="006A1B21" w:rsidP="006A1B21">
      <w:pPr>
        <w:pStyle w:val="libNormal"/>
      </w:pPr>
      <w:r>
        <w:br w:type="page"/>
      </w:r>
    </w:p>
    <w:p w:rsidR="006A1B21" w:rsidRDefault="00761027" w:rsidP="006A1B21">
      <w:pPr>
        <w:pStyle w:val="Heading2Center"/>
      </w:pPr>
      <w:bookmarkStart w:id="12" w:name="_Toc460154544"/>
      <w:r>
        <w:lastRenderedPageBreak/>
        <w:t xml:space="preserve">9. </w:t>
      </w:r>
      <w:proofErr w:type="gramStart"/>
      <w:r>
        <w:t>The</w:t>
      </w:r>
      <w:proofErr w:type="gramEnd"/>
      <w:r>
        <w:t xml:space="preserve"> Most Exalted Station</w:t>
      </w:r>
      <w:bookmarkEnd w:id="12"/>
    </w:p>
    <w:p w:rsidR="006A1B21" w:rsidRDefault="00761027" w:rsidP="0092266F">
      <w:pPr>
        <w:pStyle w:val="libAr"/>
      </w:pPr>
      <w:r>
        <w:rPr>
          <w:rtl/>
        </w:rPr>
        <w:t>قَالَ رَسُولُ اللٌّهِ (ص): أَلْعَبْدُ الْمُطِيعُ لِوَالِدَيهِ وَ لِرَبِّهِ فِي أَعْلَى عِلِّيِينَ</w:t>
      </w:r>
      <w:r>
        <w:t>.</w:t>
      </w:r>
    </w:p>
    <w:p w:rsidR="006A1B21" w:rsidRDefault="00761027" w:rsidP="00761027">
      <w:pPr>
        <w:pStyle w:val="libNormal"/>
      </w:pPr>
      <w:r>
        <w:t xml:space="preserve">The Messenger of Allah (peace </w:t>
      </w:r>
      <w:proofErr w:type="gramStart"/>
      <w:r>
        <w:t>be</w:t>
      </w:r>
      <w:proofErr w:type="gramEnd"/>
      <w:r>
        <w:t xml:space="preserve"> upon him and his family) has stated: “One who is obedient towards his parents and his Lord shall be accommodated in the most exalted of places on the Day of Judgment.”</w:t>
      </w:r>
    </w:p>
    <w:p w:rsidR="00761027" w:rsidRDefault="00761027" w:rsidP="00761027">
      <w:pPr>
        <w:pStyle w:val="libNormal"/>
      </w:pPr>
      <w:proofErr w:type="spellStart"/>
      <w:r>
        <w:t>Kanzul</w:t>
      </w:r>
      <w:proofErr w:type="spellEnd"/>
      <w:r>
        <w:t xml:space="preserve"> `</w:t>
      </w:r>
      <w:proofErr w:type="spellStart"/>
      <w:r>
        <w:t>Ummal</w:t>
      </w:r>
      <w:proofErr w:type="spellEnd"/>
      <w:r>
        <w:t>, Volume 16, Page 467</w:t>
      </w:r>
    </w:p>
    <w:p w:rsidR="006A1B21" w:rsidRDefault="006A1B21" w:rsidP="006A1B21">
      <w:pPr>
        <w:pStyle w:val="libNormal"/>
      </w:pPr>
      <w:r>
        <w:br w:type="page"/>
      </w:r>
    </w:p>
    <w:p w:rsidR="006A1B21" w:rsidRDefault="00761027" w:rsidP="006A1B21">
      <w:pPr>
        <w:pStyle w:val="Heading2Center"/>
      </w:pPr>
      <w:bookmarkStart w:id="13" w:name="_Toc460154545"/>
      <w:r>
        <w:lastRenderedPageBreak/>
        <w:t xml:space="preserve">10. Repayment </w:t>
      </w:r>
      <w:proofErr w:type="gramStart"/>
      <w:r>
        <w:t>Of</w:t>
      </w:r>
      <w:proofErr w:type="gramEnd"/>
      <w:r>
        <w:t xml:space="preserve"> Debts</w:t>
      </w:r>
      <w:bookmarkEnd w:id="13"/>
    </w:p>
    <w:p w:rsidR="006A1B21" w:rsidRDefault="00761027" w:rsidP="0092266F">
      <w:pPr>
        <w:pStyle w:val="libAr"/>
      </w:pPr>
      <w:r>
        <w:rPr>
          <w:rtl/>
        </w:rPr>
        <w:t>عَنْ رَسُولِ اللٌّهِ (ص): مَنْ حَجَّ عَنْ وَالِدَيهِ أَوْ قَضى عَنْهُمَا مَغْرَماً بَعَثَهُ اللٌّهُ يَوْمَ الْقِـيَامَةِ مَعَ الأَبْرَارِ</w:t>
      </w:r>
      <w:r>
        <w:t>.</w:t>
      </w:r>
    </w:p>
    <w:p w:rsidR="006A1B21" w:rsidRDefault="00761027" w:rsidP="00761027">
      <w:pPr>
        <w:pStyle w:val="libNormal"/>
      </w:pPr>
      <w:r>
        <w:t xml:space="preserve">The Messenger of Allah (peace </w:t>
      </w:r>
      <w:proofErr w:type="gramStart"/>
      <w:r>
        <w:t>be</w:t>
      </w:r>
      <w:proofErr w:type="gramEnd"/>
      <w:r>
        <w:t xml:space="preserve"> upon him and his family) has said: “One who performs Hajj on behalf of his parents and repays their debts shall be raised by Allah on the Day of </w:t>
      </w:r>
      <w:proofErr w:type="spellStart"/>
      <w:r>
        <w:t>Judgement</w:t>
      </w:r>
      <w:proofErr w:type="spellEnd"/>
      <w:r>
        <w:t xml:space="preserve"> amongst the righteous ones.”</w:t>
      </w:r>
    </w:p>
    <w:p w:rsidR="00761027" w:rsidRDefault="00761027" w:rsidP="00761027">
      <w:pPr>
        <w:pStyle w:val="libNormal"/>
      </w:pPr>
      <w:proofErr w:type="spellStart"/>
      <w:r>
        <w:t>Kanzul</w:t>
      </w:r>
      <w:proofErr w:type="spellEnd"/>
      <w:r>
        <w:t xml:space="preserve"> `</w:t>
      </w:r>
      <w:proofErr w:type="spellStart"/>
      <w:r>
        <w:t>Ummal</w:t>
      </w:r>
      <w:proofErr w:type="spellEnd"/>
      <w:r>
        <w:t>, Volume 16, Page 468</w:t>
      </w:r>
    </w:p>
    <w:p w:rsidR="006A1B21" w:rsidRDefault="006A1B21" w:rsidP="006A1B21">
      <w:pPr>
        <w:pStyle w:val="libNormal"/>
      </w:pPr>
      <w:r>
        <w:br w:type="page"/>
      </w:r>
    </w:p>
    <w:p w:rsidR="006A1B21" w:rsidRDefault="00761027" w:rsidP="006A1B21">
      <w:pPr>
        <w:pStyle w:val="Heading2Center"/>
      </w:pPr>
      <w:bookmarkStart w:id="14" w:name="_Toc460154546"/>
      <w:r>
        <w:lastRenderedPageBreak/>
        <w:t>11. Pleasing Parents</w:t>
      </w:r>
      <w:bookmarkEnd w:id="14"/>
    </w:p>
    <w:p w:rsidR="006A1B21" w:rsidRDefault="00761027" w:rsidP="0092266F">
      <w:pPr>
        <w:pStyle w:val="libAr"/>
      </w:pPr>
      <w:r>
        <w:rPr>
          <w:rtl/>
        </w:rPr>
        <w:t>قَالَ رَسُولُ اللٌّهِ (ص): مَنْ أَرْضَى وَالِدَيْهِ فَقَدْ أَرْضَى اللٌّهَ وَ مَنْ أََسْخَطَ وَالِدَيْهِ فَقَدَ أَسْخَطَ اللٌّهَ</w:t>
      </w:r>
      <w:r>
        <w:t>.</w:t>
      </w:r>
    </w:p>
    <w:p w:rsidR="006A1B21" w:rsidRDefault="00761027" w:rsidP="00761027">
      <w:pPr>
        <w:pStyle w:val="libNormal"/>
      </w:pPr>
      <w:r>
        <w:t xml:space="preserve">The Messenger of Allah (peace </w:t>
      </w:r>
      <w:proofErr w:type="gramStart"/>
      <w:r>
        <w:t>be</w:t>
      </w:r>
      <w:proofErr w:type="gramEnd"/>
      <w:r>
        <w:t xml:space="preserve"> upon him and his family) said: “One who pleases his parents has verily pleased Allah, and one who has angered his parents has verily angered Allah.”</w:t>
      </w:r>
    </w:p>
    <w:p w:rsidR="00761027" w:rsidRDefault="00761027" w:rsidP="00761027">
      <w:pPr>
        <w:pStyle w:val="libNormal"/>
      </w:pPr>
      <w:proofErr w:type="spellStart"/>
      <w:r>
        <w:t>Kanzul</w:t>
      </w:r>
      <w:proofErr w:type="spellEnd"/>
      <w:r>
        <w:t xml:space="preserve"> `</w:t>
      </w:r>
      <w:proofErr w:type="spellStart"/>
      <w:r>
        <w:t>Ummal</w:t>
      </w:r>
      <w:proofErr w:type="spellEnd"/>
      <w:r>
        <w:t>, Volume 16, Page 470</w:t>
      </w:r>
    </w:p>
    <w:p w:rsidR="006A1B21" w:rsidRDefault="006A1B21" w:rsidP="006A1B21">
      <w:pPr>
        <w:pStyle w:val="libNormal"/>
      </w:pPr>
      <w:r>
        <w:br w:type="page"/>
      </w:r>
    </w:p>
    <w:p w:rsidR="006A1B21" w:rsidRDefault="00761027" w:rsidP="006A1B21">
      <w:pPr>
        <w:pStyle w:val="Heading2Center"/>
      </w:pPr>
      <w:bookmarkStart w:id="15" w:name="_Toc460154547"/>
      <w:r>
        <w:lastRenderedPageBreak/>
        <w:t>12. Sheltered by the ‘</w:t>
      </w:r>
      <w:proofErr w:type="spellStart"/>
      <w:r>
        <w:t>Arsh</w:t>
      </w:r>
      <w:proofErr w:type="spellEnd"/>
      <w:r>
        <w:t xml:space="preserve"> (Throne) of Allah</w:t>
      </w:r>
      <w:bookmarkEnd w:id="15"/>
    </w:p>
    <w:p w:rsidR="006A1B21" w:rsidRDefault="00761027" w:rsidP="0092266F">
      <w:pPr>
        <w:pStyle w:val="libAr"/>
      </w:pPr>
      <w:r>
        <w:rPr>
          <w:rtl/>
        </w:rPr>
        <w:t>عَنِ الصَّادِقِ (ع): قَالَ بَيْنَا مُوسى بْنِ عِمْرَانَ يُنَاجِي رَبَّهُ عَزَّ وَ جَلَّ إِذْ رَأَى رَجُلاً تَحْتَ ظِلِّ عَرْشِ اللٌّهِ عَزَّ وَ جَلَّ. فَقَالَ: يَا رَبِّ مَنْ هٌذَا الَّذِي قَدْ أَظَلَّهُ عَرْشُكَ؟ فَقَالَ: هٌذَا كَانَ بَارًّا بِوَالِدَيْهِ وَ لَمْ يَمْشِ بَالنَّمِيمَةِ</w:t>
      </w:r>
      <w:r>
        <w:t>.</w:t>
      </w:r>
    </w:p>
    <w:p w:rsidR="006A1B21" w:rsidRDefault="00761027" w:rsidP="00761027">
      <w:pPr>
        <w:pStyle w:val="libNormal"/>
      </w:pPr>
      <w:r>
        <w:t>Imam as-</w:t>
      </w:r>
      <w:proofErr w:type="spellStart"/>
      <w:r>
        <w:t>Sadiq</w:t>
      </w:r>
      <w:proofErr w:type="spellEnd"/>
      <w:r>
        <w:t xml:space="preserve"> (peace be upon him) related: “Once when Prophet Musa (peace be upon him) was engaged in a conversation with his Lord, The Mighty, The Glorious, he observed a person beneath the `</w:t>
      </w:r>
      <w:proofErr w:type="spellStart"/>
      <w:r>
        <w:t>Arsh</w:t>
      </w:r>
      <w:proofErr w:type="spellEnd"/>
      <w:r>
        <w:t xml:space="preserve"> (Throne) of Allah, whereupon he (peace be upon him) asked: O’ My Lord! Who is this person, who is being sheltered by </w:t>
      </w:r>
      <w:proofErr w:type="gramStart"/>
      <w:r>
        <w:t>Your</w:t>
      </w:r>
      <w:proofErr w:type="gramEnd"/>
      <w:r>
        <w:t xml:space="preserve"> `</w:t>
      </w:r>
      <w:proofErr w:type="spellStart"/>
      <w:r>
        <w:t>Arsh</w:t>
      </w:r>
      <w:proofErr w:type="spellEnd"/>
      <w:r>
        <w:t>?” Allah replied: “This person had been kind and good towards his parents and never indulged in slandering (them).”</w:t>
      </w:r>
    </w:p>
    <w:p w:rsidR="00761027" w:rsidRDefault="00761027" w:rsidP="00761027">
      <w:pPr>
        <w:pStyle w:val="libNormal"/>
      </w:pPr>
      <w:proofErr w:type="spellStart"/>
      <w:r>
        <w:t>Biharul</w:t>
      </w:r>
      <w:proofErr w:type="spellEnd"/>
      <w:r>
        <w:t xml:space="preserve"> Anwar, Volume 74, Page 65</w:t>
      </w:r>
    </w:p>
    <w:p w:rsidR="006A1B21" w:rsidRDefault="006A1B21" w:rsidP="006A1B21">
      <w:pPr>
        <w:pStyle w:val="libNormal"/>
      </w:pPr>
      <w:r>
        <w:br w:type="page"/>
      </w:r>
    </w:p>
    <w:p w:rsidR="006A1B21" w:rsidRDefault="00761027" w:rsidP="006A1B21">
      <w:pPr>
        <w:pStyle w:val="Heading2Center"/>
      </w:pPr>
      <w:bookmarkStart w:id="16" w:name="_Toc460154548"/>
      <w:r>
        <w:lastRenderedPageBreak/>
        <w:t xml:space="preserve">13. Travel and be </w:t>
      </w:r>
      <w:proofErr w:type="gramStart"/>
      <w:r>
        <w:t>Good</w:t>
      </w:r>
      <w:proofErr w:type="gramEnd"/>
      <w:r>
        <w:t>!</w:t>
      </w:r>
      <w:bookmarkEnd w:id="16"/>
    </w:p>
    <w:p w:rsidR="006A1B21" w:rsidRDefault="00761027" w:rsidP="0092266F">
      <w:pPr>
        <w:pStyle w:val="libAr"/>
      </w:pPr>
      <w:r>
        <w:rPr>
          <w:rtl/>
        </w:rPr>
        <w:t>قاَلَ رَسُولُ اللٌّهِ (ص): سِرْ سَنَتَيْنِ بَرَّ وَالِدَيْكَ سِرْ سَنَةً صِلْ رَحِمَكَ</w:t>
      </w:r>
      <w:r>
        <w:t>.</w:t>
      </w:r>
    </w:p>
    <w:p w:rsidR="006A1B21" w:rsidRDefault="00761027" w:rsidP="00761027">
      <w:pPr>
        <w:pStyle w:val="libNormal"/>
      </w:pPr>
      <w:r>
        <w:t xml:space="preserve">The Messenger of Allah (peace </w:t>
      </w:r>
      <w:proofErr w:type="gramStart"/>
      <w:r>
        <w:t>be</w:t>
      </w:r>
      <w:proofErr w:type="gramEnd"/>
      <w:r>
        <w:t xml:space="preserve"> upon him and his family) said: “Travel even for two years to do good to your parents. </w:t>
      </w:r>
      <w:proofErr w:type="gramStart"/>
      <w:r>
        <w:t>Journey (even) for one year to establish bonds of kinship (with your relatives).”</w:t>
      </w:r>
      <w:proofErr w:type="gramEnd"/>
    </w:p>
    <w:p w:rsidR="00761027" w:rsidRDefault="00761027" w:rsidP="00761027">
      <w:pPr>
        <w:pStyle w:val="libNormal"/>
      </w:pPr>
      <w:proofErr w:type="spellStart"/>
      <w:r>
        <w:t>Biharul</w:t>
      </w:r>
      <w:proofErr w:type="spellEnd"/>
      <w:r>
        <w:t xml:space="preserve"> Anwar, Volume 74, Page 83</w:t>
      </w:r>
    </w:p>
    <w:p w:rsidR="006A1B21" w:rsidRDefault="006A1B21" w:rsidP="006A1B21">
      <w:pPr>
        <w:pStyle w:val="libNormal"/>
      </w:pPr>
      <w:r>
        <w:br w:type="page"/>
      </w:r>
    </w:p>
    <w:p w:rsidR="006A1B21" w:rsidRDefault="00761027" w:rsidP="006A1B21">
      <w:pPr>
        <w:pStyle w:val="Heading2Center"/>
      </w:pPr>
      <w:bookmarkStart w:id="17" w:name="_Toc460154549"/>
      <w:r>
        <w:lastRenderedPageBreak/>
        <w:t>14. Increase in Life and Livelihood</w:t>
      </w:r>
      <w:bookmarkEnd w:id="17"/>
    </w:p>
    <w:p w:rsidR="006A1B21" w:rsidRDefault="00761027" w:rsidP="0092266F">
      <w:pPr>
        <w:pStyle w:val="libAr"/>
      </w:pPr>
      <w:r>
        <w:rPr>
          <w:rtl/>
        </w:rPr>
        <w:t>قَالَ رَسُولُ اللٌّهِ (ص): مَنْ أَحَبَّ أَنْ يَمُدُّ لَهُ عُمْرَهُ وَ أَنْ يَزْدَادُ فِي رِزْقِهِ فَلْـيَبِرْ وَالِدَيْهِ وَ لْـيَصِلْ رَحِمَهُ</w:t>
      </w:r>
      <w:r>
        <w:t>.</w:t>
      </w:r>
    </w:p>
    <w:p w:rsidR="006A1B21" w:rsidRDefault="00761027" w:rsidP="00761027">
      <w:pPr>
        <w:pStyle w:val="libNormal"/>
      </w:pPr>
      <w:r>
        <w:t xml:space="preserve">The Messenger of Allah (peace </w:t>
      </w:r>
      <w:proofErr w:type="gramStart"/>
      <w:r>
        <w:t>be</w:t>
      </w:r>
      <w:proofErr w:type="gramEnd"/>
      <w:r>
        <w:t xml:space="preserve"> upon him and his family) said: “One who desires a long life and an increase in livelihood should exhibit goodness towards his parents and establish bonds of kinship (with his relatives).”</w:t>
      </w:r>
    </w:p>
    <w:p w:rsidR="00761027" w:rsidRDefault="00761027" w:rsidP="00761027">
      <w:pPr>
        <w:pStyle w:val="libNormal"/>
      </w:pPr>
      <w:proofErr w:type="spellStart"/>
      <w:r>
        <w:t>Kanzul</w:t>
      </w:r>
      <w:proofErr w:type="spellEnd"/>
      <w:r>
        <w:t xml:space="preserve"> `</w:t>
      </w:r>
      <w:proofErr w:type="spellStart"/>
      <w:r>
        <w:t>Ummal</w:t>
      </w:r>
      <w:proofErr w:type="spellEnd"/>
      <w:r>
        <w:t>, Volume 16, Page 475</w:t>
      </w:r>
    </w:p>
    <w:p w:rsidR="006A1B21" w:rsidRDefault="006A1B21" w:rsidP="006A1B21">
      <w:pPr>
        <w:pStyle w:val="libNormal"/>
      </w:pPr>
      <w:r>
        <w:br w:type="page"/>
      </w:r>
    </w:p>
    <w:p w:rsidR="006A1B21" w:rsidRDefault="00761027" w:rsidP="006A1B21">
      <w:pPr>
        <w:pStyle w:val="Heading2Center"/>
      </w:pPr>
      <w:bookmarkStart w:id="18" w:name="_Toc460154550"/>
      <w:r>
        <w:lastRenderedPageBreak/>
        <w:t>15. Benefits of Kindness to Parents</w:t>
      </w:r>
      <w:bookmarkEnd w:id="18"/>
    </w:p>
    <w:p w:rsidR="006A1B21" w:rsidRDefault="00761027" w:rsidP="0092266F">
      <w:pPr>
        <w:pStyle w:val="libAr"/>
      </w:pPr>
      <w:r>
        <w:rPr>
          <w:rtl/>
        </w:rPr>
        <w:t>فَقَالَ أَبُو عَبْدِ اللٌّهِ (ع): يَا مُيَسِّرُ قَدْ حَضَرَ أَجْلُكَ غَيْرُ مَرَّةٍ وَ لاَ مَرَّتَينِ كُلُّ ذٌلِكَ يُؤَخِّرُ اللٌّهُ أَجَلَكَ لِصِلَّتِكَ قُرَابَتِكَ وَ إِنْ كُنْتَ تُرِيدُ أَنْ يُزَادَ فِي عُمْرِكَ فَبِرْ شَيْخَيكَ يَعْنِي أَبَوَيهِ</w:t>
      </w:r>
      <w:r>
        <w:t>.</w:t>
      </w:r>
    </w:p>
    <w:p w:rsidR="006A1B21" w:rsidRDefault="00761027" w:rsidP="00761027">
      <w:pPr>
        <w:pStyle w:val="libNormal"/>
      </w:pPr>
      <w:r>
        <w:t>[</w:t>
      </w:r>
      <w:proofErr w:type="spellStart"/>
      <w:r>
        <w:t>Hanan</w:t>
      </w:r>
      <w:proofErr w:type="spellEnd"/>
      <w:r>
        <w:t xml:space="preserve"> </w:t>
      </w:r>
      <w:proofErr w:type="spellStart"/>
      <w:r>
        <w:t>Ibn</w:t>
      </w:r>
      <w:proofErr w:type="spellEnd"/>
      <w:r>
        <w:t xml:space="preserve"> </w:t>
      </w:r>
      <w:proofErr w:type="spellStart"/>
      <w:r>
        <w:t>Sudair</w:t>
      </w:r>
      <w:proofErr w:type="spellEnd"/>
      <w:r>
        <w:t xml:space="preserve"> narrates: “We were in the presence of Imam as-</w:t>
      </w:r>
      <w:proofErr w:type="spellStart"/>
      <w:r>
        <w:t>Sadiq</w:t>
      </w:r>
      <w:proofErr w:type="spellEnd"/>
      <w:r>
        <w:t xml:space="preserve"> (peace </w:t>
      </w:r>
      <w:proofErr w:type="gramStart"/>
      <w:r>
        <w:t>be</w:t>
      </w:r>
      <w:proofErr w:type="gramEnd"/>
      <w:r>
        <w:t xml:space="preserve"> upon him) and amidst us was </w:t>
      </w:r>
      <w:proofErr w:type="spellStart"/>
      <w:r>
        <w:t>Muyassir</w:t>
      </w:r>
      <w:proofErr w:type="spellEnd"/>
      <w:r>
        <w:t xml:space="preserve">. During the discussion, the topic of </w:t>
      </w:r>
      <w:proofErr w:type="spellStart"/>
      <w:r>
        <w:t>silah</w:t>
      </w:r>
      <w:proofErr w:type="spellEnd"/>
      <w:r>
        <w:t xml:space="preserve"> </w:t>
      </w:r>
      <w:proofErr w:type="spellStart"/>
      <w:r>
        <w:t>rahim</w:t>
      </w:r>
      <w:proofErr w:type="spellEnd"/>
      <w:r>
        <w:t xml:space="preserve"> (establishing bonds of kinship with one’s relatives) came to the fore, whereupon] the Imam (peace be upon him), [addressing </w:t>
      </w:r>
      <w:proofErr w:type="spellStart"/>
      <w:r>
        <w:t>Muyassir</w:t>
      </w:r>
      <w:proofErr w:type="spellEnd"/>
      <w:r>
        <w:t xml:space="preserve">], said: ‘O’ </w:t>
      </w:r>
      <w:proofErr w:type="spellStart"/>
      <w:r>
        <w:t>Muyassir</w:t>
      </w:r>
      <w:proofErr w:type="spellEnd"/>
      <w:r>
        <w:t xml:space="preserve">! On several occasions, your end had drawn near, but on each occasion, Allah delayed your death due to your acts of </w:t>
      </w:r>
      <w:proofErr w:type="spellStart"/>
      <w:r>
        <w:t>silah</w:t>
      </w:r>
      <w:proofErr w:type="spellEnd"/>
      <w:r>
        <w:t xml:space="preserve"> </w:t>
      </w:r>
      <w:proofErr w:type="spellStart"/>
      <w:r>
        <w:t>rahim</w:t>
      </w:r>
      <w:proofErr w:type="spellEnd"/>
      <w:r>
        <w:t xml:space="preserve"> with your relatives. If you desire to have your life-span increased, exhibit goodness and kindness towards your parents.’”</w:t>
      </w:r>
    </w:p>
    <w:p w:rsidR="00761027" w:rsidRDefault="00761027" w:rsidP="00761027">
      <w:pPr>
        <w:pStyle w:val="libNormal"/>
      </w:pPr>
      <w:proofErr w:type="spellStart"/>
      <w:r>
        <w:t>Biharul</w:t>
      </w:r>
      <w:proofErr w:type="spellEnd"/>
      <w:r>
        <w:t xml:space="preserve"> Anwar, Volume 74, Page 84</w:t>
      </w:r>
    </w:p>
    <w:p w:rsidR="006A1B21" w:rsidRDefault="006A1B21" w:rsidP="006A1B21">
      <w:pPr>
        <w:pStyle w:val="libNormal"/>
      </w:pPr>
      <w:r>
        <w:br w:type="page"/>
      </w:r>
    </w:p>
    <w:p w:rsidR="006A1B21" w:rsidRDefault="00761027" w:rsidP="006A1B21">
      <w:pPr>
        <w:pStyle w:val="Heading2Center"/>
      </w:pPr>
      <w:bookmarkStart w:id="19" w:name="_Toc460154551"/>
      <w:r>
        <w:lastRenderedPageBreak/>
        <w:t xml:space="preserve">16. First and Foremost: be </w:t>
      </w:r>
      <w:proofErr w:type="gramStart"/>
      <w:r>
        <w:t>Good</w:t>
      </w:r>
      <w:proofErr w:type="gramEnd"/>
      <w:r>
        <w:t xml:space="preserve"> to your Mother</w:t>
      </w:r>
      <w:bookmarkEnd w:id="19"/>
    </w:p>
    <w:p w:rsidR="006A1B21" w:rsidRDefault="00761027" w:rsidP="0092266F">
      <w:pPr>
        <w:pStyle w:val="libAr"/>
      </w:pPr>
      <w:r>
        <w:rPr>
          <w:rtl/>
        </w:rPr>
        <w:t>عَنْ أَبِي عَبْدِ اللٌّهِ (ع): قَالَ جَاءَ رَجُلٌ إِلَى النَّبِيِّ (ص) فَقَالَ: يَا رَسُولَ اللٌّهِ مَنْ أَبَرُّ؟ قَالَ أُمَّكَ. قَالَ ثُمَّ مَنْ؟ قَالَ أُمَّكَ. قَالَ ثُمَّ مَنْ؟ قَالَ أُمَّكَ. قَالَ ثُمَّ مَنْ؟ قَالَ أَبَاكَ‏</w:t>
      </w:r>
      <w:r>
        <w:t>.</w:t>
      </w:r>
    </w:p>
    <w:p w:rsidR="006A1B21" w:rsidRDefault="00761027" w:rsidP="00761027">
      <w:pPr>
        <w:pStyle w:val="libNormal"/>
      </w:pPr>
      <w:r>
        <w:t>Imam as-</w:t>
      </w:r>
      <w:proofErr w:type="spellStart"/>
      <w:r>
        <w:t>Sadiq</w:t>
      </w:r>
      <w:proofErr w:type="spellEnd"/>
      <w:r>
        <w:t xml:space="preserve"> (peace </w:t>
      </w:r>
      <w:proofErr w:type="gramStart"/>
      <w:r>
        <w:t>be</w:t>
      </w:r>
      <w:proofErr w:type="gramEnd"/>
      <w:r>
        <w:t xml:space="preserve"> upon him) relates that once a person approached the Noble Prophet (peace be upon him and his family) and asked: “O’ Prophet of Allah! Towards whom should I exhibit goodness and kindness?” The Noble Prophet replied: “Towards your mother.” The man then asked: “And after that towards whom?” The Noble Prophet again said: “</w:t>
      </w:r>
      <w:proofErr w:type="gramStart"/>
      <w:r>
        <w:t>Your</w:t>
      </w:r>
      <w:proofErr w:type="gramEnd"/>
      <w:r>
        <w:t xml:space="preserve"> Mother.” He asked again: “And then?” Once again, he replied: “Your mother.” For the fourth time the man asked: “And then?” This time he said: “(Then towards) </w:t>
      </w:r>
      <w:proofErr w:type="gramStart"/>
      <w:r>
        <w:t>Your</w:t>
      </w:r>
      <w:proofErr w:type="gramEnd"/>
      <w:r>
        <w:t xml:space="preserve"> father.”</w:t>
      </w:r>
    </w:p>
    <w:p w:rsidR="00761027" w:rsidRDefault="00761027" w:rsidP="00761027">
      <w:pPr>
        <w:pStyle w:val="libNormal"/>
      </w:pPr>
      <w:proofErr w:type="spellStart"/>
      <w:r>
        <w:t>Biharul</w:t>
      </w:r>
      <w:proofErr w:type="spellEnd"/>
      <w:r>
        <w:t xml:space="preserve"> Anwar, Volume 74, Page 49</w:t>
      </w:r>
    </w:p>
    <w:p w:rsidR="006A1B21" w:rsidRDefault="006A1B21" w:rsidP="006A1B21">
      <w:pPr>
        <w:pStyle w:val="libNormal"/>
      </w:pPr>
      <w:r>
        <w:br w:type="page"/>
      </w:r>
    </w:p>
    <w:p w:rsidR="006A1B21" w:rsidRDefault="00761027" w:rsidP="006A1B21">
      <w:pPr>
        <w:pStyle w:val="Heading2Center"/>
      </w:pPr>
      <w:bookmarkStart w:id="20" w:name="_Toc460154552"/>
      <w:r>
        <w:lastRenderedPageBreak/>
        <w:t>17. As You Sow so Shall You Reap!</w:t>
      </w:r>
      <w:bookmarkEnd w:id="20"/>
    </w:p>
    <w:p w:rsidR="006A1B21" w:rsidRDefault="00761027" w:rsidP="0092266F">
      <w:pPr>
        <w:pStyle w:val="libAr"/>
      </w:pPr>
      <w:r>
        <w:rPr>
          <w:rtl/>
        </w:rPr>
        <w:t>عَنْ رَسُولِ اللٌّهِ (ص): بِرُّوا آبَاءَكُمْ يَـبِرُّكُمْ أَبْنَاءُكُمْ. عِفُّوا عَنْ نِسَاءِ النٌّاسِ تُعَفُّ نِسَاءُكُمْ</w:t>
      </w:r>
      <w:r>
        <w:t>.</w:t>
      </w:r>
    </w:p>
    <w:p w:rsidR="006A1B21" w:rsidRDefault="00761027" w:rsidP="00761027">
      <w:pPr>
        <w:pStyle w:val="libNormal"/>
      </w:pPr>
      <w:r>
        <w:t xml:space="preserve">The Messenger of Allah (peace </w:t>
      </w:r>
      <w:proofErr w:type="gramStart"/>
      <w:r>
        <w:t>be</w:t>
      </w:r>
      <w:proofErr w:type="gramEnd"/>
      <w:r>
        <w:t xml:space="preserve"> upon him and his family) has said: “Be good towards your parents and your children will be good towards you. (And) Look upon the womenfolk of others with purity (in conduct and intention) and your womenfolk will be looked upon with purity.”</w:t>
      </w:r>
    </w:p>
    <w:p w:rsidR="00761027" w:rsidRDefault="00761027" w:rsidP="00761027">
      <w:pPr>
        <w:pStyle w:val="libNormal"/>
      </w:pPr>
      <w:proofErr w:type="spellStart"/>
      <w:r>
        <w:t>Kanzul</w:t>
      </w:r>
      <w:proofErr w:type="spellEnd"/>
      <w:r>
        <w:t xml:space="preserve"> `</w:t>
      </w:r>
      <w:proofErr w:type="spellStart"/>
      <w:r>
        <w:t>Ummal</w:t>
      </w:r>
      <w:proofErr w:type="spellEnd"/>
      <w:r>
        <w:t>, Volume 16, Page 466</w:t>
      </w:r>
    </w:p>
    <w:p w:rsidR="006A1B21" w:rsidRDefault="006A1B21" w:rsidP="006A1B21">
      <w:pPr>
        <w:pStyle w:val="libNormal"/>
      </w:pPr>
      <w:r>
        <w:br w:type="page"/>
      </w:r>
    </w:p>
    <w:p w:rsidR="006A1B21" w:rsidRDefault="00761027" w:rsidP="006A1B21">
      <w:pPr>
        <w:pStyle w:val="Heading2Center"/>
      </w:pPr>
      <w:bookmarkStart w:id="21" w:name="_Toc460154553"/>
      <w:r>
        <w:lastRenderedPageBreak/>
        <w:t>18. The Rights of the Father</w:t>
      </w:r>
      <w:bookmarkEnd w:id="21"/>
    </w:p>
    <w:p w:rsidR="006A1B21" w:rsidRDefault="00761027" w:rsidP="0092266F">
      <w:pPr>
        <w:pStyle w:val="libAr"/>
      </w:pPr>
      <w:r>
        <w:rPr>
          <w:rtl/>
        </w:rPr>
        <w:t>عَنْ أَبِي الْحَسَنِ عَلِيِّ بنِ مُوسَى (ع) قَالَ: سَأَلَ رَجُلٌ رَسُولَ اللٌّهِ</w:t>
      </w:r>
    </w:p>
    <w:p w:rsidR="006A1B21" w:rsidRDefault="00761027" w:rsidP="0092266F">
      <w:pPr>
        <w:pStyle w:val="libAr"/>
      </w:pPr>
      <w:r>
        <w:t>(</w:t>
      </w:r>
      <w:r>
        <w:rPr>
          <w:rtl/>
        </w:rPr>
        <w:t>ص) مَا حَقُّ الْوَالِدِ عَلَى وَلَدِهِ؟ قَالَ: لاَ يُسَمِّيهِ بِاسْمِهِ وَ لاَ يَمْشِي بَيْنَ يَدَيْهِ وَ لاَ يَجْلِسُ قَبْلَهُ وَ لاَ يَسْتَسِبُّ لَهُ‏</w:t>
      </w:r>
      <w:r>
        <w:t>.</w:t>
      </w:r>
    </w:p>
    <w:p w:rsidR="006A1B21" w:rsidRDefault="00761027" w:rsidP="00761027">
      <w:pPr>
        <w:pStyle w:val="libNormal"/>
      </w:pPr>
      <w:r>
        <w:t xml:space="preserve">Imam </w:t>
      </w:r>
      <w:proofErr w:type="spellStart"/>
      <w:r>
        <w:t>ar-Ridha</w:t>
      </w:r>
      <w:proofErr w:type="spellEnd"/>
      <w:r>
        <w:t xml:space="preserve"> (peace </w:t>
      </w:r>
      <w:proofErr w:type="gramStart"/>
      <w:r>
        <w:t>be</w:t>
      </w:r>
      <w:proofErr w:type="gramEnd"/>
      <w:r>
        <w:t xml:space="preserve"> upon him) narrates that a person once asked the Messenger of Allah (peace be upon him and his family): “What are the rights of the father upon the son?” The Noble Prophet replied: “He should not call his father by name, he should not walk ahead of him, he should not sit until his father has seated himself and he should not do such acts as a result of which people abuse his father.”</w:t>
      </w:r>
    </w:p>
    <w:p w:rsidR="00761027" w:rsidRDefault="00761027" w:rsidP="00761027">
      <w:pPr>
        <w:pStyle w:val="libNormal"/>
      </w:pPr>
      <w:proofErr w:type="spellStart"/>
      <w:r>
        <w:t>Biharul</w:t>
      </w:r>
      <w:proofErr w:type="spellEnd"/>
      <w:r>
        <w:t xml:space="preserve"> Anwar, Volume 74, Page 45</w:t>
      </w:r>
    </w:p>
    <w:p w:rsidR="006A1B21" w:rsidRDefault="006A1B21" w:rsidP="006A1B21">
      <w:pPr>
        <w:pStyle w:val="libNormal"/>
      </w:pPr>
      <w:r>
        <w:br w:type="page"/>
      </w:r>
    </w:p>
    <w:p w:rsidR="006A1B21" w:rsidRDefault="00761027" w:rsidP="006A1B21">
      <w:pPr>
        <w:pStyle w:val="Heading2Center"/>
      </w:pPr>
      <w:bookmarkStart w:id="22" w:name="_Toc460154554"/>
      <w:r>
        <w:lastRenderedPageBreak/>
        <w:t>19. Worship in Looking</w:t>
      </w:r>
      <w:bookmarkEnd w:id="22"/>
    </w:p>
    <w:p w:rsidR="006A1B21" w:rsidRDefault="00761027" w:rsidP="0092266F">
      <w:pPr>
        <w:pStyle w:val="libAr"/>
      </w:pPr>
      <w:r>
        <w:rPr>
          <w:rtl/>
        </w:rPr>
        <w:t>قَالَ رَسُولُ اللٌّهِ (ص): نَظَرُ الْوَلَدِ إِلَى وَالِدَيْهِ حُبّاً لَهُمَا عِبَادَةٌ</w:t>
      </w:r>
      <w:r>
        <w:t>.</w:t>
      </w:r>
    </w:p>
    <w:p w:rsidR="006A1B21" w:rsidRDefault="00761027" w:rsidP="00761027">
      <w:pPr>
        <w:pStyle w:val="libNormal"/>
      </w:pPr>
      <w:r>
        <w:t xml:space="preserve">The Messenger of Allah (peace </w:t>
      </w:r>
      <w:proofErr w:type="gramStart"/>
      <w:r>
        <w:t>be</w:t>
      </w:r>
      <w:proofErr w:type="gramEnd"/>
      <w:r>
        <w:t xml:space="preserve"> upon him and his family) has said: “The look of a child towards his parents out of love for them is an act of worship.”</w:t>
      </w:r>
    </w:p>
    <w:p w:rsidR="00761027" w:rsidRDefault="00761027" w:rsidP="00761027">
      <w:pPr>
        <w:pStyle w:val="libNormal"/>
      </w:pPr>
      <w:proofErr w:type="spellStart"/>
      <w:r>
        <w:t>Biharul</w:t>
      </w:r>
      <w:proofErr w:type="spellEnd"/>
      <w:r>
        <w:t xml:space="preserve"> Anwar, Volume 74, Page 80</w:t>
      </w:r>
    </w:p>
    <w:p w:rsidR="006A1B21" w:rsidRDefault="006A1B21" w:rsidP="006A1B21">
      <w:pPr>
        <w:pStyle w:val="libNormal"/>
      </w:pPr>
      <w:r>
        <w:br w:type="page"/>
      </w:r>
    </w:p>
    <w:p w:rsidR="006A1B21" w:rsidRDefault="00761027" w:rsidP="006A1B21">
      <w:pPr>
        <w:pStyle w:val="Heading2Center"/>
      </w:pPr>
      <w:bookmarkStart w:id="23" w:name="_Toc460154555"/>
      <w:r>
        <w:lastRenderedPageBreak/>
        <w:t>20. Meaning of Good Conduct</w:t>
      </w:r>
      <w:bookmarkEnd w:id="23"/>
    </w:p>
    <w:p w:rsidR="006A1B21" w:rsidRDefault="00761027" w:rsidP="0092266F">
      <w:pPr>
        <w:pStyle w:val="libAr"/>
      </w:pPr>
      <w:r>
        <w:rPr>
          <w:rtl/>
        </w:rPr>
        <w:t>عَنْ أَبِي وَلاَدِ الْحَنَّاطِ قَالَ: سَأَلْتُ أَبَا عَبْدِ اللٌّهِ (ع) عَنْ قَوْلِ اللٌّهِ عَزَّ وَ جَلَّ وَ بِالْوَالِدَيْنِ إِحْساناً مَا هٌذَا الإِِحْسَانُ؟ فَقَالَ: الإِِحْسَانُ أَنْ تُحْسِنَ صُحْبَتَهُمَا وَ أَنْ لاَ تُكَلِّفَهُمَا أَنْ يَسْأَلاَكَ شَيْئاً مِمَّا يَحْتَاجَانِ إِلَيْهِ‏</w:t>
      </w:r>
      <w:r>
        <w:t>.</w:t>
      </w:r>
    </w:p>
    <w:p w:rsidR="006A1B21" w:rsidRDefault="00761027" w:rsidP="00761027">
      <w:pPr>
        <w:pStyle w:val="libNormal"/>
      </w:pPr>
      <w:r>
        <w:t xml:space="preserve">Abu </w:t>
      </w:r>
      <w:proofErr w:type="spellStart"/>
      <w:r>
        <w:t>Wallad</w:t>
      </w:r>
      <w:proofErr w:type="spellEnd"/>
      <w:r>
        <w:t xml:space="preserve"> al-</w:t>
      </w:r>
      <w:proofErr w:type="spellStart"/>
      <w:r>
        <w:t>Hannat</w:t>
      </w:r>
      <w:proofErr w:type="spellEnd"/>
      <w:r>
        <w:t xml:space="preserve"> narrates that he once asked Imam as-</w:t>
      </w:r>
      <w:proofErr w:type="spellStart"/>
      <w:r>
        <w:t>Sadiq</w:t>
      </w:r>
      <w:proofErr w:type="spellEnd"/>
      <w:r>
        <w:t xml:space="preserve"> (peace be upon him) about the meaning of the words of Allah (in the Qur’an): “And be good to parents.”1</w:t>
      </w:r>
    </w:p>
    <w:p w:rsidR="006A1B21" w:rsidRDefault="00761027" w:rsidP="00761027">
      <w:pPr>
        <w:pStyle w:val="libNormal"/>
      </w:pPr>
      <w:r>
        <w:t xml:space="preserve">The Imam (peace </w:t>
      </w:r>
      <w:proofErr w:type="gramStart"/>
      <w:r>
        <w:t>be</w:t>
      </w:r>
      <w:proofErr w:type="gramEnd"/>
      <w:r>
        <w:t xml:space="preserve"> upon him) replied: “Being good to them means to accompany them in a good manner and never to wait for them to ask you for what they need.”</w:t>
      </w:r>
    </w:p>
    <w:p w:rsidR="00761027" w:rsidRDefault="00761027" w:rsidP="00761027">
      <w:pPr>
        <w:pStyle w:val="libNormal"/>
      </w:pPr>
      <w:proofErr w:type="spellStart"/>
      <w:r>
        <w:t>Biharul</w:t>
      </w:r>
      <w:proofErr w:type="spellEnd"/>
      <w:r>
        <w:t xml:space="preserve"> Anwar, Volume 74, Page 79</w:t>
      </w:r>
    </w:p>
    <w:p w:rsidR="006A1B21" w:rsidRDefault="006A1B21" w:rsidP="006A1B21">
      <w:pPr>
        <w:pStyle w:val="libNormal"/>
      </w:pPr>
      <w:r>
        <w:br w:type="page"/>
      </w:r>
    </w:p>
    <w:p w:rsidR="006A1B21" w:rsidRDefault="00761027" w:rsidP="006A1B21">
      <w:pPr>
        <w:pStyle w:val="Heading2Center"/>
      </w:pPr>
      <w:bookmarkStart w:id="24" w:name="_Toc460154556"/>
      <w:r>
        <w:lastRenderedPageBreak/>
        <w:t xml:space="preserve">21. Responsibilities </w:t>
      </w:r>
      <w:proofErr w:type="gramStart"/>
      <w:r>
        <w:t>Towards</w:t>
      </w:r>
      <w:proofErr w:type="gramEnd"/>
      <w:r>
        <w:t xml:space="preserve"> One’s Parents</w:t>
      </w:r>
      <w:bookmarkEnd w:id="24"/>
    </w:p>
    <w:p w:rsidR="006A1B21" w:rsidRDefault="00761027" w:rsidP="0092266F">
      <w:pPr>
        <w:pStyle w:val="libAr"/>
      </w:pPr>
      <w:r>
        <w:rPr>
          <w:rtl/>
        </w:rPr>
        <w:t>قَالَ الصَّادِقُ (ع): لاَ تَمْلاَ عَيْنَيْكَ مِنَ النَّظَرِ إِلَيْهِمَا إِلاَ بِرَحْمَةٍ وَ رِقَّةٍ وَ لاَ تَرْفَعْ صَوْتَكَ فَوْقَ أَصْوَاتِهِمَا وَ لاَ يَدَيْكَ فَوْقَ أَيْدِيهِمَا وَ لاَ تَتَقَدَّمْ قُدَّامَهُمَا</w:t>
      </w:r>
      <w:r>
        <w:t>.</w:t>
      </w:r>
    </w:p>
    <w:p w:rsidR="006A1B21" w:rsidRDefault="00761027" w:rsidP="00761027">
      <w:pPr>
        <w:pStyle w:val="libNormal"/>
      </w:pPr>
      <w:r>
        <w:t>Imam as-</w:t>
      </w:r>
      <w:proofErr w:type="spellStart"/>
      <w:r>
        <w:t>Sadiq</w:t>
      </w:r>
      <w:proofErr w:type="spellEnd"/>
      <w:r>
        <w:t xml:space="preserve"> (peace </w:t>
      </w:r>
      <w:proofErr w:type="gramStart"/>
      <w:r>
        <w:t>be</w:t>
      </w:r>
      <w:proofErr w:type="gramEnd"/>
      <w:r>
        <w:t xml:space="preserve"> upon him) has said (in regards to one’s parents): “Do not cast your gaze upon them except with love and compassion; do not raise your voice above theirs; do not raise your hands above theirs; do not walk ahead of them.”</w:t>
      </w:r>
    </w:p>
    <w:p w:rsidR="00761027" w:rsidRDefault="00761027" w:rsidP="00761027">
      <w:pPr>
        <w:pStyle w:val="libNormal"/>
      </w:pPr>
      <w:proofErr w:type="spellStart"/>
      <w:r>
        <w:t>Biharul</w:t>
      </w:r>
      <w:proofErr w:type="spellEnd"/>
      <w:r>
        <w:t xml:space="preserve"> Anwar, Volume 74, Page 79</w:t>
      </w:r>
    </w:p>
    <w:p w:rsidR="006A1B21" w:rsidRDefault="006A1B21" w:rsidP="006A1B21">
      <w:pPr>
        <w:pStyle w:val="libNormal"/>
      </w:pPr>
      <w:r>
        <w:br w:type="page"/>
      </w:r>
    </w:p>
    <w:p w:rsidR="006A1B21" w:rsidRDefault="00761027" w:rsidP="006A1B21">
      <w:pPr>
        <w:pStyle w:val="Heading2Center"/>
      </w:pPr>
      <w:bookmarkStart w:id="25" w:name="_Toc460154557"/>
      <w:r>
        <w:lastRenderedPageBreak/>
        <w:t>22. On Behalf of Parents</w:t>
      </w:r>
      <w:bookmarkEnd w:id="25"/>
    </w:p>
    <w:p w:rsidR="006A1B21" w:rsidRDefault="00761027" w:rsidP="0092266F">
      <w:pPr>
        <w:pStyle w:val="libAr"/>
      </w:pPr>
      <w:r>
        <w:rPr>
          <w:rtl/>
        </w:rPr>
        <w:t>قَالَ الصَّادِقُ (ع): مَا يَمْنَعُ الرَّجُلَ مِنْكُمْ أَنْ يَبَرَّ وَالِدَيْهِ حَيَّيْنِ وَ مَيِّتَيْنِ يُصَلِّيَ عَنْهُمَا وَ يَتَصَدَّقَ عَنْهُمَا وَ يَحُجَّ عَنْهُمَا وَ يَصُومَ عَنْهُمَا فَيَكُونَ الَّذِي صَنَعَ لَهُمَا وَ لَهُ مِثْلُ ذٌلِكَ فَيَزِيدَهُ اللٌّهُ عَزَّ وَ جَلَّ بِبِرِّهِ وَ صِلَتِهِ خَيْراً كَثِيراً</w:t>
      </w:r>
      <w:r>
        <w:t>.</w:t>
      </w:r>
    </w:p>
    <w:p w:rsidR="006A1B21" w:rsidRDefault="00761027" w:rsidP="00761027">
      <w:pPr>
        <w:pStyle w:val="libNormal"/>
      </w:pPr>
      <w:r>
        <w:t>Imam as-</w:t>
      </w:r>
      <w:proofErr w:type="spellStart"/>
      <w:r>
        <w:t>Sadiq</w:t>
      </w:r>
      <w:proofErr w:type="spellEnd"/>
      <w:r>
        <w:t xml:space="preserve"> (peace be upon him) had said: “What prevents a person from doing good to his parents - whether alive or dead - by offering prayers, giving charity, performing Hajj on behalf of them, (knowing that) the rewards of these acts are also granted to him, in addition to his parents? Besides, due to his good deeds and prayers (for them), Allah, the Mighty and the Glorious, shall grant him abundant good.”</w:t>
      </w:r>
    </w:p>
    <w:p w:rsidR="00761027" w:rsidRDefault="00761027" w:rsidP="00761027">
      <w:pPr>
        <w:pStyle w:val="libNormal"/>
      </w:pPr>
      <w:proofErr w:type="spellStart"/>
      <w:r>
        <w:t>Biharul</w:t>
      </w:r>
      <w:proofErr w:type="spellEnd"/>
      <w:r>
        <w:t xml:space="preserve"> Anwar, Volume 74, Page 46</w:t>
      </w:r>
    </w:p>
    <w:p w:rsidR="006A1B21" w:rsidRDefault="006A1B21" w:rsidP="006A1B21">
      <w:pPr>
        <w:pStyle w:val="libNormal"/>
      </w:pPr>
      <w:r>
        <w:br w:type="page"/>
      </w:r>
    </w:p>
    <w:p w:rsidR="006A1B21" w:rsidRDefault="00761027" w:rsidP="006A1B21">
      <w:pPr>
        <w:pStyle w:val="Heading2Center"/>
      </w:pPr>
      <w:bookmarkStart w:id="26" w:name="_Toc460154558"/>
      <w:r>
        <w:lastRenderedPageBreak/>
        <w:t xml:space="preserve">23. Evil Parents </w:t>
      </w:r>
      <w:proofErr w:type="gramStart"/>
      <w:r>
        <w:t>And</w:t>
      </w:r>
      <w:proofErr w:type="gramEnd"/>
      <w:r>
        <w:t xml:space="preserve"> Kindness</w:t>
      </w:r>
      <w:bookmarkEnd w:id="26"/>
    </w:p>
    <w:p w:rsidR="006A1B21" w:rsidRDefault="00761027" w:rsidP="0092266F">
      <w:pPr>
        <w:pStyle w:val="libAr"/>
      </w:pPr>
      <w:r>
        <w:rPr>
          <w:rtl/>
        </w:rPr>
        <w:t>عَنْ أَبِي جَعْفَرٍ (ع) قَالَ: ثَلاَثٌ لَمْ يَجْعَلِ اللٌّهُ عَزَّ وَ جَلَّ لِأَحَدٍ فِيهِنَّ رُخْصَةً أَدَاءُ الأََمَانَةِ إِلَى الْبَرِّ وَ الْفَاجِرِ وَ الْوَفَاءُ بِالْعَهْدِ لِلْبَرِّ وَ الْفَاجِرِ وَ بِرُّ الْوَالِدَيْنِ بَرَّيْنِ كَانَا أَوْ فَاجِرَيْنِ</w:t>
      </w:r>
      <w:r>
        <w:t>.</w:t>
      </w:r>
    </w:p>
    <w:p w:rsidR="006A1B21" w:rsidRDefault="00761027" w:rsidP="00761027">
      <w:pPr>
        <w:pStyle w:val="libNormal"/>
      </w:pPr>
      <w:r>
        <w:t>Imam Muhammad al-</w:t>
      </w:r>
      <w:proofErr w:type="spellStart"/>
      <w:r>
        <w:t>Baqir</w:t>
      </w:r>
      <w:proofErr w:type="spellEnd"/>
      <w:r>
        <w:t xml:space="preserve"> (peace be upon him) has said: “There are three things which Allah, the Mighty and the Glorious has not permitted anyone to forsake: returning a trust to its owner, irrespective of whether he is a good person or an evil one; fulfilling one’s promises and covenants, irrespective of whether it has been made to a good person or an evil one; being good and kind towards one’s parents, irrespective of whether they are good or evil.”</w:t>
      </w:r>
    </w:p>
    <w:p w:rsidR="00761027" w:rsidRDefault="00761027" w:rsidP="00761027">
      <w:pPr>
        <w:pStyle w:val="libNormal"/>
      </w:pPr>
      <w:proofErr w:type="spellStart"/>
      <w:r>
        <w:t>Biharul</w:t>
      </w:r>
      <w:proofErr w:type="spellEnd"/>
      <w:r>
        <w:t xml:space="preserve"> Anwar, Volume 74, Page 56</w:t>
      </w:r>
    </w:p>
    <w:p w:rsidR="006A1B21" w:rsidRDefault="006A1B21" w:rsidP="006A1B21">
      <w:pPr>
        <w:pStyle w:val="libNormal"/>
      </w:pPr>
      <w:r>
        <w:br w:type="page"/>
      </w:r>
    </w:p>
    <w:p w:rsidR="006A1B21" w:rsidRDefault="00761027" w:rsidP="006A1B21">
      <w:pPr>
        <w:pStyle w:val="Heading2Center"/>
      </w:pPr>
      <w:bookmarkStart w:id="27" w:name="_Toc460154559"/>
      <w:r>
        <w:lastRenderedPageBreak/>
        <w:t>24. Polytheist Parents</w:t>
      </w:r>
      <w:bookmarkEnd w:id="27"/>
    </w:p>
    <w:p w:rsidR="006A1B21" w:rsidRDefault="00761027" w:rsidP="0092266F">
      <w:pPr>
        <w:pStyle w:val="libAr"/>
      </w:pPr>
      <w:r>
        <w:rPr>
          <w:rtl/>
        </w:rPr>
        <w:t>عَنِ الرِّضَا (ع) فِي كِتَابِهِ إِلَى الْمَأْمُونِ قَالَ: وَ بِرُّ الْوَالِدَيْنِ وَاجِبٌ وَ إِنْ كَانَا مُشْرِكَيْنِ وَ لاَ طَاعَةَ لَهُمَا فِي مَعْصِيَةِ الْخَالِقِ</w:t>
      </w:r>
      <w:r>
        <w:t>.</w:t>
      </w:r>
    </w:p>
    <w:p w:rsidR="006A1B21" w:rsidRDefault="00761027" w:rsidP="00761027">
      <w:pPr>
        <w:pStyle w:val="libNormal"/>
      </w:pPr>
      <w:r>
        <w:t xml:space="preserve">In a letter to </w:t>
      </w:r>
      <w:proofErr w:type="spellStart"/>
      <w:r>
        <w:t>Ma`mun</w:t>
      </w:r>
      <w:proofErr w:type="spellEnd"/>
      <w:r>
        <w:t xml:space="preserve">, Imam </w:t>
      </w:r>
      <w:proofErr w:type="spellStart"/>
      <w:r>
        <w:t>ar-Ridha</w:t>
      </w:r>
      <w:proofErr w:type="spellEnd"/>
      <w:r>
        <w:t xml:space="preserve"> (peace be upon him) wrote: “To do good to one’s parents is obligatory, even if they are of the polytheists, however, they should not be obeyed in acts that go against the commands of Allah.”</w:t>
      </w:r>
    </w:p>
    <w:p w:rsidR="00761027" w:rsidRDefault="00761027" w:rsidP="00761027">
      <w:pPr>
        <w:pStyle w:val="libNormal"/>
      </w:pPr>
      <w:proofErr w:type="spellStart"/>
      <w:r>
        <w:t>Biharul</w:t>
      </w:r>
      <w:proofErr w:type="spellEnd"/>
      <w:r>
        <w:t xml:space="preserve"> Anwar, Volume 74, Page 72</w:t>
      </w:r>
    </w:p>
    <w:p w:rsidR="006A1B21" w:rsidRDefault="006A1B21" w:rsidP="006A1B21">
      <w:pPr>
        <w:pStyle w:val="libNormal"/>
      </w:pPr>
      <w:r>
        <w:br w:type="page"/>
      </w:r>
    </w:p>
    <w:p w:rsidR="006A1B21" w:rsidRDefault="00761027" w:rsidP="006A1B21">
      <w:pPr>
        <w:pStyle w:val="Heading2Center"/>
      </w:pPr>
      <w:bookmarkStart w:id="28" w:name="_Toc460154560"/>
      <w:r>
        <w:lastRenderedPageBreak/>
        <w:t>25. Visiting the Graves of Parents</w:t>
      </w:r>
      <w:bookmarkEnd w:id="28"/>
    </w:p>
    <w:p w:rsidR="006A1B21" w:rsidRDefault="00761027" w:rsidP="0092266F">
      <w:pPr>
        <w:pStyle w:val="libAr"/>
      </w:pPr>
      <w:r>
        <w:rPr>
          <w:rtl/>
        </w:rPr>
        <w:t>قَالَ رَسُولُ اللٌّهُ (ص): مَنْ زَارَ قَبْرَ وَالِدَيهِ أَوْ أَحَدِهِمَا فِي كُلِّ جُمْعَةٍ مَرَّةً غَفَرَ اللٌّهُ لَهُ وَ كَتَبَ لَهُ بَارًّا</w:t>
      </w:r>
      <w:r>
        <w:t>.</w:t>
      </w:r>
    </w:p>
    <w:p w:rsidR="006A1B21" w:rsidRDefault="00761027" w:rsidP="00761027">
      <w:pPr>
        <w:pStyle w:val="libNormal"/>
      </w:pPr>
      <w:r>
        <w:t>It has been narrated that the Messenger of Allah (peace be upon him and his family) said: “Whoever visits the graves of his parents or one of them every Friday, Allah shall forgive his sins and shall regard him to be of those who had been kind to his parents.”</w:t>
      </w:r>
    </w:p>
    <w:p w:rsidR="00761027" w:rsidRDefault="00761027" w:rsidP="00761027">
      <w:pPr>
        <w:pStyle w:val="libNormal"/>
      </w:pPr>
      <w:proofErr w:type="spellStart"/>
      <w:r>
        <w:t>Kanzul</w:t>
      </w:r>
      <w:proofErr w:type="spellEnd"/>
      <w:r>
        <w:t xml:space="preserve"> `</w:t>
      </w:r>
      <w:proofErr w:type="spellStart"/>
      <w:r>
        <w:t>Ummal</w:t>
      </w:r>
      <w:proofErr w:type="spellEnd"/>
      <w:r>
        <w:t>, Volume 16, Page 468</w:t>
      </w:r>
    </w:p>
    <w:p w:rsidR="006A1B21" w:rsidRDefault="006A1B21" w:rsidP="006A1B21">
      <w:pPr>
        <w:pStyle w:val="libNormal"/>
      </w:pPr>
      <w:r>
        <w:br w:type="page"/>
      </w:r>
    </w:p>
    <w:p w:rsidR="006A1B21" w:rsidRDefault="00761027" w:rsidP="006A1B21">
      <w:pPr>
        <w:pStyle w:val="Heading2Center"/>
      </w:pPr>
      <w:bookmarkStart w:id="29" w:name="_Toc460154561"/>
      <w:r>
        <w:lastRenderedPageBreak/>
        <w:t>26. Kindness to Parents and Paradise</w:t>
      </w:r>
      <w:bookmarkEnd w:id="29"/>
    </w:p>
    <w:p w:rsidR="006A1B21" w:rsidRDefault="00761027" w:rsidP="0092266F">
      <w:pPr>
        <w:pStyle w:val="libAr"/>
      </w:pPr>
      <w:r>
        <w:rPr>
          <w:rtl/>
        </w:rPr>
        <w:t>عَنْ أَبِي الْحَسَنِ (ع) قَالَ: قَالَ رَسُولُ اللٌّهِ (ص) كُنْ بَارّاً وَ اقْتَصِرْ عَلَى الْجَنَّةِ وَ إِنْ كُنْتَ عَاقّاً فَظّاً فَاقْتَصِرْ عَلَى النَّارِ</w:t>
      </w:r>
      <w:r>
        <w:t>.</w:t>
      </w:r>
    </w:p>
    <w:p w:rsidR="006A1B21" w:rsidRDefault="00761027" w:rsidP="00761027">
      <w:pPr>
        <w:pStyle w:val="libNormal"/>
      </w:pPr>
      <w:r>
        <w:t xml:space="preserve">Imam </w:t>
      </w:r>
      <w:proofErr w:type="spellStart"/>
      <w:r>
        <w:t>ar-Ridha</w:t>
      </w:r>
      <w:proofErr w:type="spellEnd"/>
      <w:r>
        <w:t xml:space="preserve"> (peace </w:t>
      </w:r>
      <w:proofErr w:type="gramStart"/>
      <w:r>
        <w:t>be</w:t>
      </w:r>
      <w:proofErr w:type="gramEnd"/>
      <w:r>
        <w:t xml:space="preserve"> upon him) relates that the Noble Prophet (peace be upon him and his family) has said: “Be good and kind to your parents so that your recompense is paradise, and if you have been disowned by them, your abode shall be the fire (of Hell).”</w:t>
      </w:r>
    </w:p>
    <w:p w:rsidR="00761027" w:rsidRDefault="00761027" w:rsidP="00761027">
      <w:pPr>
        <w:pStyle w:val="libNormal"/>
      </w:pPr>
      <w:r>
        <w:t>Al-</w:t>
      </w:r>
      <w:proofErr w:type="spellStart"/>
      <w:r>
        <w:t>Kafi</w:t>
      </w:r>
      <w:proofErr w:type="spellEnd"/>
      <w:r>
        <w:t>, Volume 2, page 348</w:t>
      </w:r>
    </w:p>
    <w:p w:rsidR="006A1B21" w:rsidRDefault="006A1B21" w:rsidP="006A1B21">
      <w:pPr>
        <w:pStyle w:val="libNormal"/>
      </w:pPr>
      <w:r>
        <w:br w:type="page"/>
      </w:r>
    </w:p>
    <w:p w:rsidR="006A1B21" w:rsidRDefault="00761027" w:rsidP="006A1B21">
      <w:pPr>
        <w:pStyle w:val="Heading2Center"/>
      </w:pPr>
      <w:bookmarkStart w:id="30" w:name="_Toc460154562"/>
      <w:r>
        <w:lastRenderedPageBreak/>
        <w:t>27. A Stern Look</w:t>
      </w:r>
      <w:bookmarkEnd w:id="30"/>
    </w:p>
    <w:p w:rsidR="006A1B21" w:rsidRDefault="00761027" w:rsidP="0092266F">
      <w:pPr>
        <w:pStyle w:val="libAr"/>
      </w:pPr>
      <w:r>
        <w:rPr>
          <w:rtl/>
        </w:rPr>
        <w:t>عَنْ أَبِي عَبْدِ اللٌّهِ (ع) قَالَ: لَوْ عَلِمَ اللٌّهُ شَيْئاً أَدْنَى مِنْ أُفٍّ لَنَهَى عَنْهُ وَ هُوَ مِنْ أَدْنَى الْعُقُوقِ وَ مِنَ الْعُقُوقِ أَنْ يَنْظُرَ الرَّجُلُ إِلَى وَالِدَيْهِ فَيُحِدَّ النَّظَرَ إِلَيْهِمَا</w:t>
      </w:r>
      <w:r>
        <w:t>.</w:t>
      </w:r>
    </w:p>
    <w:p w:rsidR="006A1B21" w:rsidRDefault="00761027" w:rsidP="00761027">
      <w:pPr>
        <w:pStyle w:val="libNormal"/>
      </w:pPr>
      <w:r>
        <w:t>Imam as-</w:t>
      </w:r>
      <w:proofErr w:type="spellStart"/>
      <w:r>
        <w:t>Sadiq</w:t>
      </w:r>
      <w:proofErr w:type="spellEnd"/>
      <w:r>
        <w:t xml:space="preserve"> (peace </w:t>
      </w:r>
      <w:proofErr w:type="gramStart"/>
      <w:r>
        <w:t>be</w:t>
      </w:r>
      <w:proofErr w:type="gramEnd"/>
      <w:r>
        <w:t xml:space="preserve"> upon him) has said: “Had Allah known of a thing more trivial and insignificant than the word ‘ugh’, he would have forbidden it (to be spoken to the parents). Uttering ‘ugh’ (to the parents) is the mildest form of ill conduct towards the parents. One of the ways in which a person can be regarded as being disowned by the parents is that he casts a hard and stern look upon them.”</w:t>
      </w:r>
    </w:p>
    <w:p w:rsidR="00761027" w:rsidRDefault="00761027" w:rsidP="00761027">
      <w:pPr>
        <w:pStyle w:val="libNormal"/>
      </w:pPr>
      <w:r>
        <w:t>Al-</w:t>
      </w:r>
      <w:proofErr w:type="spellStart"/>
      <w:r>
        <w:t>Kafi</w:t>
      </w:r>
      <w:proofErr w:type="spellEnd"/>
      <w:r>
        <w:t>, Volume 4, Page 50</w:t>
      </w:r>
    </w:p>
    <w:p w:rsidR="006A1B21" w:rsidRDefault="006A1B21" w:rsidP="006A1B21">
      <w:pPr>
        <w:pStyle w:val="libNormal"/>
      </w:pPr>
      <w:r>
        <w:br w:type="page"/>
      </w:r>
    </w:p>
    <w:p w:rsidR="006A1B21" w:rsidRDefault="00761027" w:rsidP="006A1B21">
      <w:pPr>
        <w:pStyle w:val="Heading2Center"/>
      </w:pPr>
      <w:bookmarkStart w:id="31" w:name="_Toc460154563"/>
      <w:r>
        <w:lastRenderedPageBreak/>
        <w:t>28. A Hateful Look</w:t>
      </w:r>
      <w:bookmarkEnd w:id="31"/>
    </w:p>
    <w:p w:rsidR="006A1B21" w:rsidRDefault="00761027" w:rsidP="0092266F">
      <w:pPr>
        <w:pStyle w:val="libAr"/>
      </w:pPr>
      <w:r>
        <w:rPr>
          <w:rtl/>
        </w:rPr>
        <w:t>عَنْ أَبِي عَبْدِ اللٌّهِ (ع) قَالَ: مَنْ نَظَرَ إِلَى أَبَوَيْهِ نَظَرَ مَاقِتٍ وَ هُمَا ظَالِمَانِ لَهُ لَمْ يَقْبَلِ اللٌّهُ لَهُ صَلاَةً</w:t>
      </w:r>
      <w:r>
        <w:t>.</w:t>
      </w:r>
    </w:p>
    <w:p w:rsidR="006A1B21" w:rsidRDefault="00761027" w:rsidP="00761027">
      <w:pPr>
        <w:pStyle w:val="libNormal"/>
      </w:pPr>
      <w:r>
        <w:t>Imam as-</w:t>
      </w:r>
      <w:proofErr w:type="spellStart"/>
      <w:r>
        <w:t>Sadiq</w:t>
      </w:r>
      <w:proofErr w:type="spellEnd"/>
      <w:r>
        <w:t xml:space="preserve"> (peace </w:t>
      </w:r>
      <w:proofErr w:type="gramStart"/>
      <w:r>
        <w:t>be</w:t>
      </w:r>
      <w:proofErr w:type="gramEnd"/>
      <w:r>
        <w:t xml:space="preserve"> upon him) has said: “Allah shall not accept the prayers of a person who looks at his parents with hatred, even if they have been unfair to him!”</w:t>
      </w:r>
    </w:p>
    <w:p w:rsidR="00761027" w:rsidRDefault="00761027" w:rsidP="00761027">
      <w:pPr>
        <w:pStyle w:val="libNormal"/>
      </w:pPr>
      <w:r>
        <w:t>Al-</w:t>
      </w:r>
      <w:proofErr w:type="spellStart"/>
      <w:r>
        <w:t>Kafi</w:t>
      </w:r>
      <w:proofErr w:type="spellEnd"/>
      <w:r>
        <w:t>, Volume 4, Page 50</w:t>
      </w:r>
    </w:p>
    <w:p w:rsidR="006A1B21" w:rsidRDefault="006A1B21" w:rsidP="006A1B21">
      <w:pPr>
        <w:pStyle w:val="libNormal"/>
      </w:pPr>
      <w:r>
        <w:br w:type="page"/>
      </w:r>
    </w:p>
    <w:p w:rsidR="006A1B21" w:rsidRDefault="00761027" w:rsidP="006A1B21">
      <w:pPr>
        <w:pStyle w:val="Heading2Center"/>
      </w:pPr>
      <w:bookmarkStart w:id="32" w:name="_Toc460154564"/>
      <w:r>
        <w:lastRenderedPageBreak/>
        <w:t>29. Making the Parents Sad</w:t>
      </w:r>
      <w:bookmarkEnd w:id="32"/>
    </w:p>
    <w:p w:rsidR="006A1B21" w:rsidRDefault="00761027" w:rsidP="0092266F">
      <w:pPr>
        <w:pStyle w:val="libAr"/>
      </w:pPr>
      <w:r>
        <w:rPr>
          <w:rtl/>
        </w:rPr>
        <w:t>قَالَ أَمِيـرُ الْمُؤْمِنِينَ (ع): مَنْ أَحْزَنَ وَالِدَيْهِ فَقَدْ عَقَّهُمَا</w:t>
      </w:r>
      <w:r>
        <w:t>.</w:t>
      </w:r>
    </w:p>
    <w:p w:rsidR="006A1B21" w:rsidRDefault="00761027" w:rsidP="00761027">
      <w:pPr>
        <w:pStyle w:val="libNormal"/>
      </w:pPr>
      <w:r>
        <w:t xml:space="preserve">The Commander of the Faithful (peace </w:t>
      </w:r>
      <w:proofErr w:type="gramStart"/>
      <w:r>
        <w:t>be</w:t>
      </w:r>
      <w:proofErr w:type="gramEnd"/>
      <w:r>
        <w:t xml:space="preserve"> upon him) has said: “One who causes his parents to become sad has indeed been disowned by them.”</w:t>
      </w:r>
    </w:p>
    <w:p w:rsidR="00761027" w:rsidRDefault="00761027" w:rsidP="00761027">
      <w:pPr>
        <w:pStyle w:val="libNormal"/>
      </w:pPr>
      <w:proofErr w:type="spellStart"/>
      <w:r>
        <w:t>Biharul</w:t>
      </w:r>
      <w:proofErr w:type="spellEnd"/>
      <w:r>
        <w:t xml:space="preserve"> Anwar, Volume 74, Page 64</w:t>
      </w:r>
    </w:p>
    <w:p w:rsidR="006A1B21" w:rsidRDefault="006A1B21" w:rsidP="006A1B21">
      <w:pPr>
        <w:pStyle w:val="libNormal"/>
      </w:pPr>
      <w:r>
        <w:br w:type="page"/>
      </w:r>
    </w:p>
    <w:p w:rsidR="006A1B21" w:rsidRDefault="00761027" w:rsidP="006A1B21">
      <w:pPr>
        <w:pStyle w:val="Heading2Center"/>
      </w:pPr>
      <w:bookmarkStart w:id="33" w:name="_Toc460154565"/>
      <w:r>
        <w:lastRenderedPageBreak/>
        <w:t>30. The Imam’s Displeasure</w:t>
      </w:r>
      <w:bookmarkEnd w:id="33"/>
    </w:p>
    <w:p w:rsidR="006A1B21" w:rsidRDefault="00761027" w:rsidP="0092266F">
      <w:pPr>
        <w:pStyle w:val="libAr"/>
      </w:pPr>
      <w:r>
        <w:rPr>
          <w:rtl/>
        </w:rPr>
        <w:t>عن أَبِي جَعْفَرٍ (ع) قَالَ: إِنَّ أَبِي نَظَرَ إِلَى رَجُلٍ وَ مَعَهُ ابْنُهُ يَمْشِي وَ الإِبْنُ مُتَّكِئٌ عَلَى ذِرَاعِ الأََبِ قَالَ فَمَا كَلَّمَهُ أَبِي (ع) مَقْتاً لَهُ حَتَّى فَارَقَ الدُّنْيَا</w:t>
      </w:r>
      <w:r>
        <w:t>.</w:t>
      </w:r>
    </w:p>
    <w:p w:rsidR="006A1B21" w:rsidRDefault="00761027" w:rsidP="00761027">
      <w:pPr>
        <w:pStyle w:val="libNormal"/>
      </w:pPr>
      <w:r>
        <w:t>Imam Muhammad al-</w:t>
      </w:r>
      <w:proofErr w:type="spellStart"/>
      <w:r>
        <w:t>Baqir</w:t>
      </w:r>
      <w:proofErr w:type="spellEnd"/>
      <w:r>
        <w:t xml:space="preserve"> (peace </w:t>
      </w:r>
      <w:proofErr w:type="gramStart"/>
      <w:r>
        <w:t>be</w:t>
      </w:r>
      <w:proofErr w:type="gramEnd"/>
      <w:r>
        <w:t xml:space="preserve"> upon him) relates: “Once my father saw a person and his son walking together. As they walked, the son was leaning against the arm of his father. (This act of the son was so abhorrent and infuriating to my father that) he (peace be upon him) never spoke to him throughout his life.”</w:t>
      </w:r>
    </w:p>
    <w:p w:rsidR="00761027" w:rsidRDefault="00761027" w:rsidP="00761027">
      <w:pPr>
        <w:pStyle w:val="libNormal"/>
      </w:pPr>
      <w:proofErr w:type="spellStart"/>
      <w:r>
        <w:t>Biharul</w:t>
      </w:r>
      <w:proofErr w:type="spellEnd"/>
      <w:r>
        <w:t xml:space="preserve"> Anwar, Volume 74, Page 64</w:t>
      </w:r>
    </w:p>
    <w:p w:rsidR="006A1B21" w:rsidRDefault="006A1B21" w:rsidP="006A1B21">
      <w:pPr>
        <w:pStyle w:val="libNormal"/>
      </w:pPr>
      <w:r>
        <w:br w:type="page"/>
      </w:r>
    </w:p>
    <w:p w:rsidR="006A1B21" w:rsidRDefault="00761027" w:rsidP="006A1B21">
      <w:pPr>
        <w:pStyle w:val="Heading2Center"/>
      </w:pPr>
      <w:bookmarkStart w:id="34" w:name="_Toc460154566"/>
      <w:r>
        <w:lastRenderedPageBreak/>
        <w:t>31. Quarrelling with One’s Father</w:t>
      </w:r>
      <w:bookmarkEnd w:id="34"/>
    </w:p>
    <w:p w:rsidR="006A1B21" w:rsidRDefault="00761027" w:rsidP="0092266F">
      <w:pPr>
        <w:pStyle w:val="libAr"/>
      </w:pPr>
      <w:r>
        <w:rPr>
          <w:rtl/>
        </w:rPr>
        <w:t>قَالَ أَبُو عَبْدِ اللٌّهِ (ع): ثَلاَثَةٌ مَنْ عَازَهُمْ ذَلَّ الْوَالِدُ وَ السُّلْطَانُ وَ الْغَرِيـمُ</w:t>
      </w:r>
      <w:r>
        <w:t>.</w:t>
      </w:r>
    </w:p>
    <w:p w:rsidR="006A1B21" w:rsidRDefault="00761027" w:rsidP="00761027">
      <w:pPr>
        <w:pStyle w:val="libNormal"/>
      </w:pPr>
      <w:r>
        <w:t>Imam as-</w:t>
      </w:r>
      <w:proofErr w:type="spellStart"/>
      <w:r>
        <w:t>Sadiq</w:t>
      </w:r>
      <w:proofErr w:type="spellEnd"/>
      <w:r>
        <w:t xml:space="preserve"> (peace be upon him) said: “There are three individuals that whoever argues with them shall suffer humiliation and disgrace: one’s father; a (just) ruler; and one in debt.”</w:t>
      </w:r>
    </w:p>
    <w:p w:rsidR="00761027" w:rsidRDefault="00761027" w:rsidP="00761027">
      <w:pPr>
        <w:pStyle w:val="libNormal"/>
      </w:pPr>
      <w:proofErr w:type="spellStart"/>
      <w:r>
        <w:t>Biharul</w:t>
      </w:r>
      <w:proofErr w:type="spellEnd"/>
      <w:r>
        <w:t xml:space="preserve"> Anwar, Volume 74, Page 71</w:t>
      </w:r>
    </w:p>
    <w:p w:rsidR="006A1B21" w:rsidRDefault="006A1B21" w:rsidP="006A1B21">
      <w:pPr>
        <w:pStyle w:val="libNormal"/>
      </w:pPr>
      <w:r>
        <w:br w:type="page"/>
      </w:r>
    </w:p>
    <w:p w:rsidR="006A1B21" w:rsidRDefault="00761027" w:rsidP="006A1B21">
      <w:pPr>
        <w:pStyle w:val="Heading2Center"/>
      </w:pPr>
      <w:bookmarkStart w:id="35" w:name="_Toc460154567"/>
      <w:r>
        <w:lastRenderedPageBreak/>
        <w:t>32. Fragrance of Paradise</w:t>
      </w:r>
      <w:bookmarkEnd w:id="35"/>
    </w:p>
    <w:p w:rsidR="006A1B21" w:rsidRDefault="00761027" w:rsidP="0092266F">
      <w:pPr>
        <w:pStyle w:val="libAr"/>
      </w:pPr>
      <w:r>
        <w:rPr>
          <w:rtl/>
        </w:rPr>
        <w:t>قَالَ رَسُولُ اللٌّهِ (ص) فِي كَلاَمٍ لَهُ: إِيَّاكُمْ وَ عُقُوقَ الْوَالِدَيْنِ فَإِنَّ رِيحَ الْجَنَّةِ تُوجَدُ مِنْ مَسِيرَةِ أَلْفِ عَامٍ وَ لاَ يَجِدُهَا عَاقٌّ وَ لاَ قَاطِعُ رَحِمٍ‏</w:t>
      </w:r>
      <w:r>
        <w:t>.</w:t>
      </w:r>
    </w:p>
    <w:p w:rsidR="006A1B21" w:rsidRDefault="00761027" w:rsidP="00761027">
      <w:pPr>
        <w:pStyle w:val="libNormal"/>
      </w:pPr>
      <w:r>
        <w:t>The Messenger of Allah (peace be upon him and his family) has said: “Beware of become disowned by your parents, for verily the fragrance of paradise which can be smelt from a distance of a thousand years, shall never reach the nostrils of one who has been disowned by his parents and one who has severed the bonds of kinship (with his relatives).”</w:t>
      </w:r>
    </w:p>
    <w:p w:rsidR="00761027" w:rsidRDefault="00761027" w:rsidP="00761027">
      <w:pPr>
        <w:pStyle w:val="libNormal"/>
      </w:pPr>
      <w:proofErr w:type="spellStart"/>
      <w:r>
        <w:t>Biharul</w:t>
      </w:r>
      <w:proofErr w:type="spellEnd"/>
      <w:r>
        <w:t xml:space="preserve"> Anwar, Volume 74, Page 62</w:t>
      </w:r>
    </w:p>
    <w:p w:rsidR="006A1B21" w:rsidRDefault="006A1B21" w:rsidP="006A1B21">
      <w:pPr>
        <w:pStyle w:val="libNormal"/>
      </w:pPr>
      <w:r>
        <w:br w:type="page"/>
      </w:r>
    </w:p>
    <w:p w:rsidR="006A1B21" w:rsidRDefault="00761027" w:rsidP="006A1B21">
      <w:pPr>
        <w:pStyle w:val="Heading2Center"/>
      </w:pPr>
      <w:bookmarkStart w:id="36" w:name="_Toc460154568"/>
      <w:r>
        <w:lastRenderedPageBreak/>
        <w:t>33. No Entry into Paradise!</w:t>
      </w:r>
      <w:bookmarkEnd w:id="36"/>
    </w:p>
    <w:p w:rsidR="006A1B21" w:rsidRDefault="00761027" w:rsidP="0092266F">
      <w:pPr>
        <w:pStyle w:val="libAr"/>
      </w:pPr>
      <w:r>
        <w:rPr>
          <w:rtl/>
        </w:rPr>
        <w:t>عَنِ الصَّادِقِ (ع) قاَلَ: لاَ يَدْخُلُ الْجَنَّةَ الْعَاقُ لِوَالِدَيهِ وَ الْمُدْمِنُ الْخَمْرِ وَ الْمَنَّانُ بِأَفْعَالِ الْخَيْرِ إِذَا عَمِلَهُ</w:t>
      </w:r>
      <w:r>
        <w:t>.</w:t>
      </w:r>
    </w:p>
    <w:p w:rsidR="006A1B21" w:rsidRDefault="00761027" w:rsidP="00761027">
      <w:pPr>
        <w:pStyle w:val="libNormal"/>
      </w:pPr>
      <w:r>
        <w:t>Imam as-</w:t>
      </w:r>
      <w:proofErr w:type="spellStart"/>
      <w:r>
        <w:t>Sadiq</w:t>
      </w:r>
      <w:proofErr w:type="spellEnd"/>
      <w:r>
        <w:t xml:space="preserve"> (peace be upon him) has said: “The person who has been disowned by his parents, one who consumes intoxicants and one who does acts of goodness towards others but imposes obligations upon them shall never enter into Paradise.”</w:t>
      </w:r>
    </w:p>
    <w:p w:rsidR="00761027" w:rsidRDefault="00761027" w:rsidP="00761027">
      <w:pPr>
        <w:pStyle w:val="libNormal"/>
      </w:pPr>
      <w:proofErr w:type="spellStart"/>
      <w:r>
        <w:t>Biharul</w:t>
      </w:r>
      <w:proofErr w:type="spellEnd"/>
      <w:r>
        <w:t xml:space="preserve"> Anwar, Volume 74, Page 74</w:t>
      </w:r>
    </w:p>
    <w:p w:rsidR="006A1B21" w:rsidRDefault="006A1B21" w:rsidP="006A1B21">
      <w:pPr>
        <w:pStyle w:val="libNormal"/>
      </w:pPr>
      <w:r>
        <w:br w:type="page"/>
      </w:r>
    </w:p>
    <w:p w:rsidR="006A1B21" w:rsidRDefault="00761027" w:rsidP="006A1B21">
      <w:pPr>
        <w:pStyle w:val="Heading2Center"/>
      </w:pPr>
      <w:bookmarkStart w:id="37" w:name="_Toc460154569"/>
      <w:r>
        <w:lastRenderedPageBreak/>
        <w:t>34. Allah Shall Not Exhibit Mercy Upon Them!</w:t>
      </w:r>
      <w:bookmarkEnd w:id="37"/>
    </w:p>
    <w:p w:rsidR="006A1B21" w:rsidRDefault="00761027" w:rsidP="0092266F">
      <w:pPr>
        <w:pStyle w:val="libAr"/>
      </w:pPr>
      <w:r>
        <w:rPr>
          <w:rtl/>
        </w:rPr>
        <w:t>قَالَ رَسُولُ اللٌّهِ (ص): أَرْبَعَةٌ لاَ يَنْظُرُ اللٌّهُ إِلَيْهِمْ يَوْمَ الْقِيَامَةِ عَاقٌّ وَ مَنَّانٌ وَ مُكَذِّبٌ بِالْقَدَرِ وَ مُدْمِنُ خَمْرٍ</w:t>
      </w:r>
      <w:r>
        <w:t>.</w:t>
      </w:r>
    </w:p>
    <w:p w:rsidR="006A1B21" w:rsidRDefault="00761027" w:rsidP="00761027">
      <w:pPr>
        <w:pStyle w:val="libNormal"/>
      </w:pPr>
      <w:r>
        <w:t>The Messenger of Allah (peace be upon him and his family) has stated: “On the Day of Judgment there shall be four groups of people upon whom Allah shall not cast His look of mercy: those who have been disowned by their parents, those who place obligations upon others after doing good to them, those who reject the concept of fate and destiny and the one who consumes intoxicants.”</w:t>
      </w:r>
    </w:p>
    <w:p w:rsidR="00761027" w:rsidRDefault="00761027" w:rsidP="00761027">
      <w:pPr>
        <w:pStyle w:val="libNormal"/>
      </w:pPr>
      <w:proofErr w:type="spellStart"/>
      <w:r>
        <w:t>Biharul</w:t>
      </w:r>
      <w:proofErr w:type="spellEnd"/>
      <w:r>
        <w:t xml:space="preserve"> Anwar, Volume 74, Page 71</w:t>
      </w:r>
    </w:p>
    <w:p w:rsidR="006A1B21" w:rsidRDefault="006A1B21" w:rsidP="006A1B21">
      <w:pPr>
        <w:pStyle w:val="libNormal"/>
      </w:pPr>
      <w:r>
        <w:br w:type="page"/>
      </w:r>
    </w:p>
    <w:p w:rsidR="006A1B21" w:rsidRDefault="00761027" w:rsidP="006A1B21">
      <w:pPr>
        <w:pStyle w:val="Heading2Center"/>
      </w:pPr>
      <w:bookmarkStart w:id="38" w:name="_Toc460154570"/>
      <w:r>
        <w:lastRenderedPageBreak/>
        <w:t>35. Chastisement in This World</w:t>
      </w:r>
      <w:bookmarkEnd w:id="38"/>
    </w:p>
    <w:p w:rsidR="006A1B21" w:rsidRDefault="00761027" w:rsidP="0092266F">
      <w:pPr>
        <w:pStyle w:val="libAr"/>
      </w:pPr>
      <w:r>
        <w:rPr>
          <w:rtl/>
        </w:rPr>
        <w:t>قَالَ رَسُولُ اللٌّهِ (ص): ثَلاَثَةٌ مِنَ الذُّنُوبِ تُعَجَّلُ عُقُوبَتُهَا وَ لاَ تُؤَخَّرُ إِلَى الأَخِرَةِ عُقُوقُ الْوَالِدَيْنِ وَ الْبَغْيُ عَلَى النَّاسِ وَ كُفْرُ الإِِحْسَانِ</w:t>
      </w:r>
      <w:r>
        <w:t>.</w:t>
      </w:r>
    </w:p>
    <w:p w:rsidR="006A1B21" w:rsidRDefault="00761027" w:rsidP="00761027">
      <w:pPr>
        <w:pStyle w:val="libNormal"/>
      </w:pPr>
      <w:r>
        <w:t xml:space="preserve">The Messenger of Allah (peace </w:t>
      </w:r>
      <w:proofErr w:type="gramStart"/>
      <w:r>
        <w:t>be</w:t>
      </w:r>
      <w:proofErr w:type="gramEnd"/>
      <w:r>
        <w:t xml:space="preserve"> upon him and his family) has stated: “There are three sins, the punishments of which are hastened and not deferred for the hereafter: disownment by one’s parents, committing oppression upon the people, and ingratitude with respect to kindness.”</w:t>
      </w:r>
    </w:p>
    <w:p w:rsidR="00761027" w:rsidRDefault="00761027" w:rsidP="00761027">
      <w:pPr>
        <w:pStyle w:val="libNormal"/>
      </w:pPr>
      <w:proofErr w:type="spellStart"/>
      <w:r>
        <w:t>Biharul</w:t>
      </w:r>
      <w:proofErr w:type="spellEnd"/>
      <w:r>
        <w:t xml:space="preserve"> Anwar, Volume 74, Page 74</w:t>
      </w:r>
    </w:p>
    <w:p w:rsidR="006A1B21" w:rsidRDefault="006A1B21" w:rsidP="006A1B21">
      <w:pPr>
        <w:pStyle w:val="libNormal"/>
      </w:pPr>
      <w:r>
        <w:br w:type="page"/>
      </w:r>
    </w:p>
    <w:p w:rsidR="006A1B21" w:rsidRDefault="00761027" w:rsidP="006A1B21">
      <w:pPr>
        <w:pStyle w:val="Heading2Center"/>
      </w:pPr>
      <w:bookmarkStart w:id="39" w:name="_Toc460154571"/>
      <w:r>
        <w:lastRenderedPageBreak/>
        <w:t>36. The Grave Sin</w:t>
      </w:r>
      <w:bookmarkEnd w:id="39"/>
    </w:p>
    <w:p w:rsidR="006A1B21" w:rsidRDefault="00761027" w:rsidP="0092266F">
      <w:pPr>
        <w:pStyle w:val="libAr"/>
      </w:pPr>
      <w:r>
        <w:rPr>
          <w:rtl/>
        </w:rPr>
        <w:t>عَنْ أَبِي عَبْدِ اللٌّهِ (ع) قَالَ: أَلذُّنُوبُ الَّتِي تَظْـلُمُ الْهَوَاءَ عُقُوقُ الْوَالِدَينِ</w:t>
      </w:r>
      <w:r>
        <w:t>.</w:t>
      </w:r>
    </w:p>
    <w:p w:rsidR="006A1B21" w:rsidRDefault="00761027" w:rsidP="00761027">
      <w:pPr>
        <w:pStyle w:val="libNormal"/>
      </w:pPr>
      <w:r>
        <w:t>Imam as-</w:t>
      </w:r>
      <w:proofErr w:type="spellStart"/>
      <w:r>
        <w:t>Sadiq</w:t>
      </w:r>
      <w:proofErr w:type="spellEnd"/>
      <w:r>
        <w:t xml:space="preserve"> (peace </w:t>
      </w:r>
      <w:proofErr w:type="gramStart"/>
      <w:r>
        <w:t>be</w:t>
      </w:r>
      <w:proofErr w:type="gramEnd"/>
      <w:r>
        <w:t xml:space="preserve"> upon him) has said: “A sin that darkens the skies is being disowned by one’s parents.”</w:t>
      </w:r>
    </w:p>
    <w:p w:rsidR="00761027" w:rsidRDefault="00761027" w:rsidP="00761027">
      <w:pPr>
        <w:pStyle w:val="libNormal"/>
      </w:pPr>
      <w:proofErr w:type="spellStart"/>
      <w:r>
        <w:t>Biharul</w:t>
      </w:r>
      <w:proofErr w:type="spellEnd"/>
      <w:r>
        <w:t xml:space="preserve"> Anwar, Volume 74, Page 74</w:t>
      </w:r>
    </w:p>
    <w:p w:rsidR="006A1B21" w:rsidRDefault="006A1B21" w:rsidP="006A1B21">
      <w:pPr>
        <w:pStyle w:val="libNormal"/>
      </w:pPr>
      <w:r>
        <w:br w:type="page"/>
      </w:r>
    </w:p>
    <w:p w:rsidR="006A1B21" w:rsidRDefault="00761027" w:rsidP="006A1B21">
      <w:pPr>
        <w:pStyle w:val="Heading2Center"/>
      </w:pPr>
      <w:bookmarkStart w:id="40" w:name="_Toc460154572"/>
      <w:r>
        <w:lastRenderedPageBreak/>
        <w:t>37. Wretchedness</w:t>
      </w:r>
      <w:bookmarkEnd w:id="40"/>
    </w:p>
    <w:p w:rsidR="006A1B21" w:rsidRDefault="00761027" w:rsidP="0092266F">
      <w:pPr>
        <w:pStyle w:val="libAr"/>
      </w:pPr>
      <w:r>
        <w:rPr>
          <w:rtl/>
        </w:rPr>
        <w:t>عَنِ الصَّادِقِ (ع) قَالَ: عُقُوقُ الْوَالِدَيْنِ مِنَ الْكَبَائِرِ لِأَنَّ اللٌّهَ جَعَلَ الْعَاقَّ عَصِيّاً شَقِيّاً</w:t>
      </w:r>
      <w:r>
        <w:t>.</w:t>
      </w:r>
    </w:p>
    <w:p w:rsidR="006A1B21" w:rsidRDefault="00761027" w:rsidP="00761027">
      <w:pPr>
        <w:pStyle w:val="libNormal"/>
      </w:pPr>
      <w:r>
        <w:t>Imam as-</w:t>
      </w:r>
      <w:proofErr w:type="spellStart"/>
      <w:r>
        <w:t>Sadiq</w:t>
      </w:r>
      <w:proofErr w:type="spellEnd"/>
      <w:r>
        <w:t xml:space="preserve"> (peace </w:t>
      </w:r>
      <w:proofErr w:type="gramStart"/>
      <w:r>
        <w:t>be</w:t>
      </w:r>
      <w:proofErr w:type="gramEnd"/>
      <w:r>
        <w:t xml:space="preserve"> upon him) has stated: “Becoming disowned by one’s parents is one of the Great Sins. This is because Allah, the Mighty and the Glorious, has termed such a person disobedient and wretched.”</w:t>
      </w:r>
    </w:p>
    <w:p w:rsidR="00761027" w:rsidRDefault="00761027" w:rsidP="00761027">
      <w:pPr>
        <w:pStyle w:val="libNormal"/>
      </w:pPr>
      <w:proofErr w:type="spellStart"/>
      <w:r>
        <w:t>Biharul</w:t>
      </w:r>
      <w:proofErr w:type="spellEnd"/>
      <w:r>
        <w:t xml:space="preserve"> Anwar, Volume 74, Page 74</w:t>
      </w:r>
    </w:p>
    <w:p w:rsidR="006A1B21" w:rsidRDefault="006A1B21" w:rsidP="006A1B21">
      <w:pPr>
        <w:pStyle w:val="libNormal"/>
      </w:pPr>
      <w:r>
        <w:br w:type="page"/>
      </w:r>
    </w:p>
    <w:p w:rsidR="006A1B21" w:rsidRDefault="00761027" w:rsidP="006A1B21">
      <w:pPr>
        <w:pStyle w:val="Heading2Center"/>
      </w:pPr>
      <w:bookmarkStart w:id="41" w:name="_Toc460154573"/>
      <w:r>
        <w:lastRenderedPageBreak/>
        <w:t>38. Perdition</w:t>
      </w:r>
      <w:bookmarkEnd w:id="41"/>
    </w:p>
    <w:p w:rsidR="006A1B21" w:rsidRDefault="00761027" w:rsidP="0092266F">
      <w:pPr>
        <w:pStyle w:val="libAr"/>
      </w:pPr>
      <w:r>
        <w:rPr>
          <w:rtl/>
        </w:rPr>
        <w:t>عَنْ أَبِي عَبْدِ اللٌّهِ (ع) أَنَّ رَسُولَ اللٌّهِ (ص) حَضَرَ شَابّاً عِنْدَ وَفَاتِهِ فَقَالَ: لَهُ قُلْ لاَ إِلَهَ إِلاَّ اللٌّهُ. قَالَ: فَاعْتُقِلَ لِسَانُهُ مِرَاراً. فَقَالَ لِإِمْرَأَةٍ عِنْدَ رَأْسِهِ: هَلْ لِهٌذَا أُمٌّ؟ قَالَتْ: نَعَمْ أَنَا أُمُّهُ. قَالَ: أَفَسَاخِطَةٌ [أَنْتِ‏] عَلَيْهِ؟ قَالَتْ: نَعَمْ مَا كَلَّمْتُهُ مُنْذُ سِتِّ حِجَجٍ. قَالَ لَهَا: ارْضَيْ عَنْهُ. قَالَتْ: رَضِيَ اللٌّهُ عَنْهُ بِرِضَاكَ عَنْهُ يَا رَسُولَ اللٌّهِ. فَقَالَ لَهُ رَسُولُ اللٌّهِ (ص): قُلْ لاَ إِلَهَ إِلاَّ اللٌّهُ. قَالَ فَقَالَهَا ثُمَّ طَفَا</w:t>
      </w:r>
      <w:r>
        <w:t>.</w:t>
      </w:r>
    </w:p>
    <w:p w:rsidR="006A1B21" w:rsidRDefault="00761027" w:rsidP="00761027">
      <w:pPr>
        <w:pStyle w:val="libNormal"/>
      </w:pPr>
      <w:r>
        <w:t>Imam as-</w:t>
      </w:r>
      <w:proofErr w:type="spellStart"/>
      <w:r>
        <w:t>Sadiq</w:t>
      </w:r>
      <w:proofErr w:type="spellEnd"/>
      <w:r>
        <w:t xml:space="preserve"> (peace be upon him) relates: “Once, the Messenger of Allah (peace be upon him and his family) approached a youth who was on the verge of dying, and said to him: “Say ‘There is no God except Allah.’ But the youth’s tongue appeared to be tied and he was unable utter the words. When this took place several times, the Prophet said to a lady standing near the youth’s head: “Does this youth have a mother?” The lady replied: “Yes, I am his mother.” The Prophet asked her: “Are you angry with him?” She confessed: “Yes. I have not spoken to him for the last six years.” Hearing this, he said to her: “Be pleased with him.” She agreed and said: “O’ Prophet of Allah! For the sake of your pleasure, may Allah be pleased with </w:t>
      </w:r>
      <w:proofErr w:type="gramStart"/>
      <w:r>
        <w:t>him.</w:t>
      </w:r>
      <w:proofErr w:type="gramEnd"/>
      <w:r>
        <w:t>” (Then, turning to the youth) he said: “Say ‘There is no God, except Allah’). (This time) the youth was able to recite the words and shortly afterwards, his soul departed his body.”</w:t>
      </w:r>
    </w:p>
    <w:p w:rsidR="00761027" w:rsidRDefault="00761027" w:rsidP="00761027">
      <w:pPr>
        <w:pStyle w:val="libNormal"/>
      </w:pPr>
      <w:proofErr w:type="spellStart"/>
      <w:r>
        <w:t>Biharul</w:t>
      </w:r>
      <w:proofErr w:type="spellEnd"/>
      <w:r>
        <w:t xml:space="preserve"> Anwar, Volume 74, Page 75</w:t>
      </w:r>
    </w:p>
    <w:p w:rsidR="006A1B21" w:rsidRDefault="006A1B21" w:rsidP="006A1B21">
      <w:pPr>
        <w:pStyle w:val="libNormal"/>
      </w:pPr>
      <w:r>
        <w:br w:type="page"/>
      </w:r>
    </w:p>
    <w:p w:rsidR="006A1B21" w:rsidRDefault="00761027" w:rsidP="006A1B21">
      <w:pPr>
        <w:pStyle w:val="Heading2Center"/>
      </w:pPr>
      <w:bookmarkStart w:id="42" w:name="_Toc460154574"/>
      <w:r>
        <w:lastRenderedPageBreak/>
        <w:t>39. Acts without Benefits</w:t>
      </w:r>
      <w:bookmarkEnd w:id="42"/>
    </w:p>
    <w:p w:rsidR="006A1B21" w:rsidRDefault="00761027" w:rsidP="0092266F">
      <w:pPr>
        <w:pStyle w:val="libAr"/>
      </w:pPr>
      <w:r>
        <w:rPr>
          <w:rtl/>
        </w:rPr>
        <w:t>قَالَ رَسُولُ اللٌّهُ (ص): يُقَالُ لِلْعَاقِّ إِعْمَلْ مَا شِئْتَ فَإِنِّي لاَ أَغْفِرُ لَكَ وَ يُقَالُ لِلْبَارِّ إِعْمَلْ مَا شِئْتَ فَإِنِّي سَأَغْفِرُ لَكَ</w:t>
      </w:r>
      <w:r>
        <w:t>.</w:t>
      </w:r>
    </w:p>
    <w:p w:rsidR="006A1B21" w:rsidRDefault="00761027" w:rsidP="00761027">
      <w:pPr>
        <w:pStyle w:val="libNormal"/>
      </w:pPr>
      <w:r>
        <w:t xml:space="preserve">The Messenger of Allah (peace </w:t>
      </w:r>
      <w:proofErr w:type="gramStart"/>
      <w:r>
        <w:t>be</w:t>
      </w:r>
      <w:proofErr w:type="gramEnd"/>
      <w:r>
        <w:t xml:space="preserve"> upon him and his family) has said: “One who has been disowned by his parents is told: ‘Act as you please, for I shall not forgive you.’ Whereas one who is good towards his parents is told, ‘Act as you please. I will be forgiving towards you.’”</w:t>
      </w:r>
    </w:p>
    <w:p w:rsidR="00761027" w:rsidRDefault="00761027" w:rsidP="00761027">
      <w:pPr>
        <w:pStyle w:val="libNormal"/>
      </w:pPr>
      <w:proofErr w:type="spellStart"/>
      <w:r>
        <w:t>Biharul</w:t>
      </w:r>
      <w:proofErr w:type="spellEnd"/>
      <w:r>
        <w:t xml:space="preserve"> Anwar, Volume 74, Page 80</w:t>
      </w:r>
    </w:p>
    <w:p w:rsidR="006A1B21" w:rsidRDefault="006A1B21" w:rsidP="006A1B21">
      <w:pPr>
        <w:pStyle w:val="libNormal"/>
      </w:pPr>
      <w:r>
        <w:br w:type="page"/>
      </w:r>
    </w:p>
    <w:p w:rsidR="006A1B21" w:rsidRDefault="00761027" w:rsidP="006A1B21">
      <w:pPr>
        <w:pStyle w:val="Heading2Center"/>
      </w:pPr>
      <w:bookmarkStart w:id="43" w:name="_Toc460154575"/>
      <w:r>
        <w:lastRenderedPageBreak/>
        <w:t>40. Forgiveness of Sins</w:t>
      </w:r>
      <w:bookmarkEnd w:id="43"/>
    </w:p>
    <w:p w:rsidR="006A1B21" w:rsidRDefault="00761027" w:rsidP="0092266F">
      <w:pPr>
        <w:pStyle w:val="libAr"/>
      </w:pPr>
      <w:r>
        <w:rPr>
          <w:rtl/>
        </w:rPr>
        <w:t>عَنْ عَلِيِّ بْنِ الْحُسَينِ (ع) قَالَ: جَاءَ رُجُلٌ إِلـى النَّبِيِّ (ص) فَقَالَ يَا رَسُولَ اللٌّهِ مَا مِنْ عَمَلٍ قَبِيحٍ إِلاَّ قَدْ عَمِلْتُهُ فَهَلْ لِي مِنْ تَوْبَةِ؟ فَقَالَ لَهُ رَسُولُ اللٌّهُ (ص) فَهَلْ مِنْ وَالِدَيكْ أَحَدٌ حَيٌّ؟ قَالَ أَبِي. قَالَ فَاذْهَبْ فَبِرْهُ. قَالَ فَلَمَّا وَلَّى قَالَ رَسُولُ اللٌّهُ (ص): لَوْ كَانَتْ أُمُّهُ.‏</w:t>
      </w:r>
    </w:p>
    <w:p w:rsidR="006A1B21" w:rsidRDefault="00761027" w:rsidP="00761027">
      <w:pPr>
        <w:pStyle w:val="libNormal"/>
      </w:pPr>
      <w:r>
        <w:t xml:space="preserve">Imam </w:t>
      </w:r>
      <w:proofErr w:type="spellStart"/>
      <w:r>
        <w:t>Zainul</w:t>
      </w:r>
      <w:proofErr w:type="spellEnd"/>
      <w:r>
        <w:t xml:space="preserve"> `</w:t>
      </w:r>
      <w:proofErr w:type="spellStart"/>
      <w:r>
        <w:t>Abidin</w:t>
      </w:r>
      <w:proofErr w:type="spellEnd"/>
      <w:r>
        <w:t xml:space="preserve"> (peace be upon him) relates: “Once a person approached the Messenger of Allah (peace be upon him and his family) and said: ‘O’ Prophet of Allah! I have committed every known evil act. Is there a chance that I may be forgiven?’ The Messenger of Allah asked him: ‘Are any of your parents still alive?’ The man replied: ‘My father.’ He said to him: ‘Go and be good and kind to him.’ When he left, the Messenger of Allah muttered: ‘If only his mother had been alive.’”</w:t>
      </w:r>
    </w:p>
    <w:p w:rsidR="006A1B21" w:rsidRDefault="00761027" w:rsidP="00761027">
      <w:pPr>
        <w:pStyle w:val="libNormal"/>
      </w:pPr>
      <w:proofErr w:type="spellStart"/>
      <w:r>
        <w:t>Biharul</w:t>
      </w:r>
      <w:proofErr w:type="spellEnd"/>
      <w:r>
        <w:t xml:space="preserve"> Anwar, Volume 74, Page 82</w:t>
      </w:r>
    </w:p>
    <w:p w:rsidR="00761027" w:rsidRDefault="00761027" w:rsidP="00761027">
      <w:pPr>
        <w:pStyle w:val="libNormal"/>
      </w:pPr>
      <w:r>
        <w:t xml:space="preserve">1. Al-Qur’an, </w:t>
      </w:r>
      <w:proofErr w:type="spellStart"/>
      <w:r>
        <w:t>Suratul</w:t>
      </w:r>
      <w:proofErr w:type="spellEnd"/>
      <w:r>
        <w:t xml:space="preserve"> </w:t>
      </w:r>
      <w:proofErr w:type="spellStart"/>
      <w:r>
        <w:t>Baqarah</w:t>
      </w:r>
      <w:proofErr w:type="spellEnd"/>
      <w:r>
        <w:t xml:space="preserve"> (2), Verse 83</w:t>
      </w:r>
    </w:p>
    <w:p w:rsidR="006A1B21" w:rsidRDefault="00761027" w:rsidP="006A1B21">
      <w:pPr>
        <w:pStyle w:val="libNormal"/>
      </w:pPr>
      <w:r>
        <w:br w:type="page"/>
      </w:r>
    </w:p>
    <w:p w:rsidR="00413479" w:rsidRDefault="00413479" w:rsidP="00761027">
      <w:pPr>
        <w:pStyle w:val="libNormal"/>
      </w:pPr>
    </w:p>
    <w:p w:rsidR="000B1535" w:rsidRDefault="000B1535" w:rsidP="00761027">
      <w:pPr>
        <w:pStyle w:val="libNormal"/>
      </w:pPr>
    </w:p>
    <w:p w:rsidR="000B1535" w:rsidRDefault="000B1535" w:rsidP="00761027">
      <w:pPr>
        <w:pStyle w:val="libNormal"/>
      </w:pPr>
    </w:p>
    <w:p w:rsidR="000B1535" w:rsidRDefault="000B1535" w:rsidP="00761027">
      <w:pPr>
        <w:pStyle w:val="libNormal"/>
      </w:pPr>
    </w:p>
    <w:p w:rsidR="000B1535" w:rsidRDefault="000B1535" w:rsidP="00761027">
      <w:pPr>
        <w:pStyle w:val="libNormal"/>
      </w:pPr>
    </w:p>
    <w:p w:rsidR="000B1535" w:rsidRDefault="000B1535" w:rsidP="00761027">
      <w:pPr>
        <w:pStyle w:val="libNormal"/>
      </w:pPr>
    </w:p>
    <w:p w:rsidR="000B1535" w:rsidRDefault="000B1535" w:rsidP="00761027">
      <w:pPr>
        <w:pStyle w:val="libNormal"/>
      </w:pPr>
    </w:p>
    <w:p w:rsidR="000B1535" w:rsidRDefault="000B1535" w:rsidP="00761027">
      <w:pPr>
        <w:pStyle w:val="libNormal"/>
      </w:pPr>
    </w:p>
    <w:p w:rsidR="000B1535" w:rsidRDefault="000B1535" w:rsidP="00761027">
      <w:pPr>
        <w:pStyle w:val="libNormal"/>
      </w:pPr>
    </w:p>
    <w:p w:rsidR="000B1535" w:rsidRDefault="000B1535" w:rsidP="00761027">
      <w:pPr>
        <w:pStyle w:val="libNormal"/>
      </w:pPr>
    </w:p>
    <w:p w:rsidR="000B1535" w:rsidRDefault="000B1535" w:rsidP="00761027">
      <w:pPr>
        <w:pStyle w:val="libNormal"/>
      </w:pPr>
    </w:p>
    <w:p w:rsidR="000B1535" w:rsidRDefault="000B1535" w:rsidP="00761027">
      <w:pPr>
        <w:pStyle w:val="libNormal"/>
      </w:pPr>
    </w:p>
    <w:p w:rsidR="000B1535" w:rsidRDefault="000B1535" w:rsidP="00761027">
      <w:pPr>
        <w:pStyle w:val="libNormal"/>
      </w:pPr>
    </w:p>
    <w:p w:rsidR="000B1535" w:rsidRDefault="000B1535" w:rsidP="00761027">
      <w:pPr>
        <w:pStyle w:val="libNormal"/>
      </w:pPr>
    </w:p>
    <w:p w:rsidR="000B1535" w:rsidRDefault="000B1535" w:rsidP="00761027">
      <w:pPr>
        <w:pStyle w:val="libNormal"/>
      </w:pPr>
    </w:p>
    <w:p w:rsidR="000B1535" w:rsidRDefault="000B1535" w:rsidP="00761027">
      <w:pPr>
        <w:pStyle w:val="libNormal"/>
      </w:pPr>
    </w:p>
    <w:p w:rsidR="000B1535" w:rsidRDefault="000B1535" w:rsidP="000B1535">
      <w:pPr>
        <w:pStyle w:val="libCenterBold1"/>
      </w:pPr>
      <w:hyperlink r:id="rId9" w:history="1">
        <w:r w:rsidRPr="0082593D">
          <w:rPr>
            <w:rStyle w:val="Hyperlink"/>
          </w:rPr>
          <w:t>www.alhassanain.org/english</w:t>
        </w:r>
      </w:hyperlink>
    </w:p>
    <w:p w:rsidR="000B1535" w:rsidRPr="002C0451" w:rsidRDefault="000B1535" w:rsidP="00761027">
      <w:pPr>
        <w:pStyle w:val="libNormal"/>
      </w:pPr>
    </w:p>
    <w:sectPr w:rsidR="000B1535" w:rsidRPr="002C0451" w:rsidSect="008D407E">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1E24" w:rsidRDefault="00191E24" w:rsidP="00113C59">
      <w:r>
        <w:separator/>
      </w:r>
    </w:p>
  </w:endnote>
  <w:endnote w:type="continuationSeparator" w:id="0">
    <w:p w:rsidR="00191E24" w:rsidRDefault="00191E2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914EF" w:rsidP="00745C1D">
    <w:pPr>
      <w:pStyle w:val="Footer"/>
      <w:tabs>
        <w:tab w:val="clear" w:pos="4153"/>
        <w:tab w:val="clear" w:pos="8306"/>
      </w:tabs>
    </w:pPr>
    <w:fldSimple w:instr=" PAGE   \* MERGEFORMAT ">
      <w:r w:rsidR="008D407E">
        <w:rPr>
          <w:noProof/>
        </w:rPr>
        <w:t>46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914EF" w:rsidP="008D407E">
    <w:pPr>
      <w:pStyle w:val="libCenter"/>
    </w:pPr>
    <w:fldSimple w:instr=" PAGE   \* MERGEFORMAT ">
      <w:r w:rsidR="00D90D7F">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8914EF" w:rsidP="00745C1D">
    <w:pPr>
      <w:pStyle w:val="Footer"/>
      <w:tabs>
        <w:tab w:val="clear" w:pos="4153"/>
        <w:tab w:val="clear" w:pos="8306"/>
      </w:tabs>
    </w:pPr>
    <w:fldSimple w:instr=" PAGE   \* MERGEFORMAT ">
      <w:r w:rsidR="008D407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1E24" w:rsidRDefault="00191E24" w:rsidP="00113C59">
      <w:r>
        <w:separator/>
      </w:r>
    </w:p>
  </w:footnote>
  <w:footnote w:type="continuationSeparator" w:id="0">
    <w:p w:rsidR="00191E24" w:rsidRDefault="00191E2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036C31"/>
    <w:rsid w:val="00005A19"/>
    <w:rsid w:val="000267FE"/>
    <w:rsid w:val="00036C31"/>
    <w:rsid w:val="00040798"/>
    <w:rsid w:val="00043023"/>
    <w:rsid w:val="00054406"/>
    <w:rsid w:val="0006216A"/>
    <w:rsid w:val="00067F84"/>
    <w:rsid w:val="00071C97"/>
    <w:rsid w:val="000761F7"/>
    <w:rsid w:val="00076A3A"/>
    <w:rsid w:val="00092805"/>
    <w:rsid w:val="00092A0C"/>
    <w:rsid w:val="000966AD"/>
    <w:rsid w:val="000A7750"/>
    <w:rsid w:val="000B1535"/>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1E24"/>
    <w:rsid w:val="001937F7"/>
    <w:rsid w:val="001A1408"/>
    <w:rsid w:val="001A3110"/>
    <w:rsid w:val="001A4C37"/>
    <w:rsid w:val="001A4D9B"/>
    <w:rsid w:val="001A6EC0"/>
    <w:rsid w:val="001B07B7"/>
    <w:rsid w:val="001B16FD"/>
    <w:rsid w:val="001B577F"/>
    <w:rsid w:val="001B6DD7"/>
    <w:rsid w:val="001B702D"/>
    <w:rsid w:val="001B7407"/>
    <w:rsid w:val="001C2E5E"/>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3F2F"/>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4454C"/>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1B21"/>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1027"/>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14EF"/>
    <w:rsid w:val="008933CF"/>
    <w:rsid w:val="00895362"/>
    <w:rsid w:val="008A225D"/>
    <w:rsid w:val="008A4630"/>
    <w:rsid w:val="008B5AE2"/>
    <w:rsid w:val="008B5B7E"/>
    <w:rsid w:val="008C0DB1"/>
    <w:rsid w:val="008C3327"/>
    <w:rsid w:val="008D407E"/>
    <w:rsid w:val="008D5FE6"/>
    <w:rsid w:val="008D6657"/>
    <w:rsid w:val="008E1FA7"/>
    <w:rsid w:val="008E4D2E"/>
    <w:rsid w:val="008E625A"/>
    <w:rsid w:val="008E6327"/>
    <w:rsid w:val="008F258C"/>
    <w:rsid w:val="008F3BB8"/>
    <w:rsid w:val="008F4513"/>
    <w:rsid w:val="008F5B45"/>
    <w:rsid w:val="009006DA"/>
    <w:rsid w:val="009046DF"/>
    <w:rsid w:val="0091682D"/>
    <w:rsid w:val="00922370"/>
    <w:rsid w:val="0092266F"/>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4567"/>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2E4F"/>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15B6"/>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56B8C"/>
    <w:rsid w:val="00C617E5"/>
    <w:rsid w:val="00C667E4"/>
    <w:rsid w:val="00C76A9C"/>
    <w:rsid w:val="00C81C96"/>
    <w:rsid w:val="00C86299"/>
    <w:rsid w:val="00C9021F"/>
    <w:rsid w:val="00C9028D"/>
    <w:rsid w:val="00C906FE"/>
    <w:rsid w:val="00CA1858"/>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0D7F"/>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6380D-E62A-4A0D-98C3-297ACD42F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9</TotalTime>
  <Pages>47</Pages>
  <Words>4744</Words>
  <Characters>27047</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31728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14</cp:revision>
  <cp:lastPrinted>1601-01-01T00:00:00Z</cp:lastPrinted>
  <dcterms:created xsi:type="dcterms:W3CDTF">2016-08-27T09:23:00Z</dcterms:created>
  <dcterms:modified xsi:type="dcterms:W3CDTF">2016-08-28T09:59:00Z</dcterms:modified>
</cp:coreProperties>
</file>