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D04" w:rsidRPr="001C4D04" w:rsidRDefault="001C4D04" w:rsidP="00DD3E39">
      <w:pPr>
        <w:pStyle w:val="libTitr2"/>
      </w:pPr>
      <w:r w:rsidRPr="001C4D04">
        <w:rPr>
          <w:rtl/>
        </w:rPr>
        <w:t>اصحاب</w:t>
      </w:r>
    </w:p>
    <w:p w:rsidR="001C4D04" w:rsidRPr="001C4D04" w:rsidRDefault="001C4D04" w:rsidP="00DD3E39">
      <w:pPr>
        <w:pStyle w:val="libTitr2"/>
      </w:pPr>
      <w:r w:rsidRPr="001C4D04">
        <w:rPr>
          <w:rtl/>
        </w:rPr>
        <w:t>الامام امير المؤمنين عليه السلام</w:t>
      </w:r>
    </w:p>
    <w:p w:rsidR="001C4D04" w:rsidRPr="001C4D04" w:rsidRDefault="001C4D04" w:rsidP="00DD3E39">
      <w:pPr>
        <w:pStyle w:val="libTitr2"/>
      </w:pPr>
      <w:r w:rsidRPr="001C4D04">
        <w:rPr>
          <w:rtl/>
        </w:rPr>
        <w:t>والرواة عنه</w:t>
      </w:r>
    </w:p>
    <w:p w:rsidR="00843DF1" w:rsidRDefault="00843DF1" w:rsidP="00EB70B9">
      <w:pPr>
        <w:pStyle w:val="libCenter"/>
        <w:rPr>
          <w:rtl/>
        </w:rPr>
      </w:pPr>
    </w:p>
    <w:p w:rsidR="00843DF1" w:rsidRDefault="00843DF1" w:rsidP="00EB70B9">
      <w:pPr>
        <w:pStyle w:val="libCenter"/>
      </w:pPr>
      <w:r>
        <w:rPr>
          <w:rtl/>
        </w:rPr>
        <w:br w:type="page"/>
      </w:r>
      <w:r>
        <w:rPr>
          <w:rtl/>
        </w:rPr>
        <w:lastRenderedPageBreak/>
        <w:br w:type="page"/>
      </w:r>
    </w:p>
    <w:p w:rsidR="001C4D04" w:rsidRPr="001C4D04" w:rsidRDefault="001C4D04" w:rsidP="00DD3E39">
      <w:r w:rsidRPr="001C4D04">
        <w:rPr>
          <w:rtl/>
        </w:rPr>
        <w:lastRenderedPageBreak/>
        <w:t>اصحاب الامام امير المؤمنين والرواة عنه</w:t>
      </w:r>
    </w:p>
    <w:p w:rsidR="001C4D04" w:rsidRPr="001C4D04" w:rsidRDefault="001C4D04" w:rsidP="00DD3E39">
      <w:r w:rsidRPr="001C4D04">
        <w:rPr>
          <w:rtl/>
        </w:rPr>
        <w:t xml:space="preserve">القسم </w:t>
      </w:r>
      <w:r>
        <w:rPr>
          <w:rFonts w:hint="cs"/>
          <w:rtl/>
        </w:rPr>
        <w:t>الثاني</w:t>
      </w:r>
    </w:p>
    <w:p w:rsidR="001C4D04" w:rsidRDefault="001C4D04" w:rsidP="001C4D04">
      <w:pPr>
        <w:pStyle w:val="libTitr2"/>
        <w:bidi w:val="0"/>
      </w:pPr>
      <w:r>
        <w:rPr>
          <w:rtl/>
        </w:rPr>
        <w:t>تأليف الدكتور الشيخ محمّد هادي الأميني</w:t>
      </w:r>
    </w:p>
    <w:p w:rsidR="001C4D04" w:rsidRPr="001C4D04" w:rsidRDefault="001C4D04" w:rsidP="001C4D04">
      <w:pPr>
        <w:pStyle w:val="libNormal"/>
        <w:rPr>
          <w:rtl/>
        </w:rPr>
      </w:pPr>
    </w:p>
    <w:p w:rsidR="001C4D04" w:rsidRDefault="001C4D04" w:rsidP="00F445EC">
      <w:pPr>
        <w:pStyle w:val="Heading1Center"/>
        <w:rPr>
          <w:rtl/>
        </w:rPr>
      </w:pPr>
      <w:bookmarkStart w:id="0" w:name="_Toc75964351"/>
      <w:bookmarkStart w:id="1" w:name="_Toc76197514"/>
      <w:r>
        <w:rPr>
          <w:rFonts w:hint="cs"/>
          <w:rtl/>
        </w:rPr>
        <w:t>بسم الله الرحمن الرحيم</w:t>
      </w:r>
      <w:bookmarkEnd w:id="0"/>
      <w:bookmarkEnd w:id="1"/>
    </w:p>
    <w:p w:rsidR="00843DF1" w:rsidRDefault="00843DF1" w:rsidP="00EB70B9">
      <w:pPr>
        <w:pStyle w:val="libCenter"/>
        <w:rPr>
          <w:rtl/>
        </w:rPr>
      </w:pPr>
      <w:r>
        <w:rPr>
          <w:rtl/>
        </w:rPr>
        <w:br w:type="page"/>
      </w:r>
    </w:p>
    <w:p w:rsidR="00843DF1" w:rsidRPr="00CA52B4" w:rsidRDefault="00843DF1" w:rsidP="00EB70B9">
      <w:pPr>
        <w:pStyle w:val="libBold1"/>
        <w:rPr>
          <w:rtl/>
          <w:lang w:bidi="fa-IR"/>
        </w:rPr>
      </w:pPr>
      <w:r>
        <w:rPr>
          <w:rtl/>
        </w:rPr>
        <w:lastRenderedPageBreak/>
        <w:br w:type="page"/>
      </w:r>
      <w:r>
        <w:lastRenderedPageBreak/>
        <w:t>683</w:t>
      </w:r>
      <w:r>
        <w:rPr>
          <w:rtl/>
        </w:rPr>
        <w:t xml:space="preserve"> ـ </w:t>
      </w:r>
      <w:r w:rsidRPr="00CA52B4">
        <w:rPr>
          <w:rtl/>
        </w:rPr>
        <w:t>عبد الله بن زحر الخولاني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مقاتل شهد صفّين ، وقاتل في النهروان ، وقتل عبد الله بن شجرة السلمي من الخوارج. كما قتل حبيش بن ربيعة أبو المعتمر الكناني ، حرقوص بن زهير بعد أن شدّ عليه ، ووقع شريح بن أوفى إلى جانب جدار ، فقاتل على ثلمة فيه طويلا من نهار وكان قتل ثلاثة من همدان.</w:t>
      </w:r>
    </w:p>
    <w:p w:rsidR="00843DF1" w:rsidRPr="00CA52B4" w:rsidRDefault="00843DF1" w:rsidP="00B10281">
      <w:pPr>
        <w:pStyle w:val="libVar"/>
        <w:rPr>
          <w:rtl/>
          <w:lang w:bidi="fa-IR"/>
        </w:rPr>
      </w:pPr>
      <w:r w:rsidRPr="00CA52B4">
        <w:rPr>
          <w:rtl/>
          <w:lang w:bidi="fa-IR"/>
        </w:rPr>
        <w:t>تاريخ الطبري 6 / 50. الكامل في التأريخ 3 / 346.</w:t>
      </w:r>
    </w:p>
    <w:p w:rsidR="00843DF1" w:rsidRPr="00CA52B4" w:rsidRDefault="00843DF1" w:rsidP="00EB70B9">
      <w:pPr>
        <w:pStyle w:val="libBold1"/>
        <w:rPr>
          <w:rtl/>
          <w:lang w:bidi="fa-IR"/>
        </w:rPr>
      </w:pPr>
      <w:r w:rsidRPr="00CA52B4">
        <w:rPr>
          <w:rtl/>
        </w:rPr>
        <w:t>684</w:t>
      </w:r>
      <w:r>
        <w:rPr>
          <w:rtl/>
        </w:rPr>
        <w:t xml:space="preserve"> ـ </w:t>
      </w:r>
      <w:r w:rsidRPr="00CA52B4">
        <w:rPr>
          <w:rtl/>
        </w:rPr>
        <w:t>عبد الله بن زرير الغافقي المصري المتوفى 81 ه‍</w:t>
      </w:r>
      <w:r>
        <w:rPr>
          <w:rtl/>
        </w:rPr>
        <w:t>.</w:t>
      </w:r>
    </w:p>
    <w:p w:rsidR="00843DF1" w:rsidRPr="00CA52B4" w:rsidRDefault="00843DF1" w:rsidP="00347E77">
      <w:pPr>
        <w:pStyle w:val="libNormal"/>
        <w:rPr>
          <w:rtl/>
          <w:lang w:bidi="fa-IR"/>
        </w:rPr>
      </w:pPr>
      <w:r w:rsidRPr="00CA52B4">
        <w:rPr>
          <w:rtl/>
          <w:lang w:bidi="fa-IR"/>
        </w:rPr>
        <w:t>محدّث ، تابعي ، روى عنه أبو الخير مرثد بن عبد الله ، وأبو أفلح الهمداني ، وأبو علي الهمداني ، وبكر بن سوادة الجذامي ، وعبد الله بن الحارث ، وعبد الله بن هبيرة ، وغيرهم. كان تابعيّا مصريّا ثقة وله أحاديث ، مات في خلافة عبد الملك سنة إحدى وثمانين. وبعث عبد العزيز بن مروان إلى عبد الله بن زرير فسأله عن عثمان ، فأعرض عنه ، فقال له عبد العزيز : ما حملك على حب أبي تراب ، إلا أنّك أعرابي جاف لا تقرأ القرآن ، فقال : بلى والله إنّي لأقرأ القرآن وأقرأ منه ما لا تقرأ ، قال : وما هو</w:t>
      </w:r>
      <w:r>
        <w:rPr>
          <w:rtl/>
          <w:lang w:bidi="fa-IR"/>
        </w:rPr>
        <w:t>؟</w:t>
      </w:r>
      <w:r w:rsidRPr="00CA52B4">
        <w:rPr>
          <w:rtl/>
          <w:lang w:bidi="fa-IR"/>
        </w:rPr>
        <w:t xml:space="preserve"> قال : القنوت ، أخبرني عليّ بن أبي طالب أنّه من القرآن.</w:t>
      </w:r>
    </w:p>
    <w:p w:rsidR="00843DF1" w:rsidRPr="00CA52B4" w:rsidRDefault="00843DF1" w:rsidP="00347E77">
      <w:pPr>
        <w:pStyle w:val="libNormal"/>
        <w:rPr>
          <w:rtl/>
          <w:lang w:bidi="fa-IR"/>
        </w:rPr>
      </w:pPr>
      <w:r w:rsidRPr="00CA52B4">
        <w:rPr>
          <w:rtl/>
          <w:lang w:bidi="fa-IR"/>
        </w:rPr>
        <w:t>وقال ابن حبان في الثقات. وكان من شيعة عليّ ، والوافدين إليه من أهل مصر. وقال ابن سعد : شهد مع عليّ صفّين.</w:t>
      </w:r>
    </w:p>
    <w:p w:rsidR="00843DF1" w:rsidRPr="00CA52B4" w:rsidRDefault="00843DF1" w:rsidP="00B10281">
      <w:pPr>
        <w:pStyle w:val="libVar"/>
        <w:rPr>
          <w:rtl/>
          <w:lang w:bidi="fa-IR"/>
        </w:rPr>
      </w:pPr>
      <w:r w:rsidRPr="00CA52B4">
        <w:rPr>
          <w:rtl/>
          <w:lang w:bidi="fa-IR"/>
        </w:rPr>
        <w:t>تهذيب التهذيب 5 / 216. الجرح والتعديل 5 / 62. رجال البرقي / 7. الطبقات الكبرى 7 / 510. المشتبه 1 / 336.</w:t>
      </w:r>
    </w:p>
    <w:p w:rsidR="00843DF1" w:rsidRPr="00CA52B4" w:rsidRDefault="00843DF1" w:rsidP="00EB70B9">
      <w:pPr>
        <w:pStyle w:val="libBold1"/>
        <w:rPr>
          <w:rtl/>
          <w:lang w:bidi="fa-IR"/>
        </w:rPr>
      </w:pPr>
      <w:r w:rsidRPr="00CA52B4">
        <w:rPr>
          <w:rtl/>
        </w:rPr>
        <w:t>685</w:t>
      </w:r>
      <w:r>
        <w:rPr>
          <w:rtl/>
        </w:rPr>
        <w:t xml:space="preserve"> ـ </w:t>
      </w:r>
      <w:r w:rsidRPr="00CA52B4">
        <w:rPr>
          <w:rtl/>
        </w:rPr>
        <w:t>عبد الله بن زمعة بن الأسود بن المطلب بن أسد بن عبد العزى بن قصي بن كلاب بن مرّة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من شيعة عليّ </w:t>
      </w:r>
      <w:r>
        <w:rPr>
          <w:rtl/>
          <w:lang w:bidi="fa-IR"/>
        </w:rPr>
        <w:t>(</w:t>
      </w:r>
      <w:r w:rsidRPr="00CA52B4">
        <w:rPr>
          <w:rtl/>
          <w:lang w:bidi="fa-IR"/>
        </w:rPr>
        <w:t>عليه السلام</w:t>
      </w:r>
      <w:r>
        <w:rPr>
          <w:rtl/>
          <w:lang w:bidi="fa-IR"/>
        </w:rPr>
        <w:t>)</w:t>
      </w:r>
      <w:r w:rsidRPr="00CA52B4">
        <w:rPr>
          <w:rtl/>
          <w:lang w:bidi="fa-IR"/>
        </w:rPr>
        <w:t xml:space="preserve"> ، ومن أصحابه وخواصه وأنصاره.</w:t>
      </w:r>
      <w:r>
        <w:rPr>
          <w:lang w:bidi="fa-IR"/>
        </w:rPr>
        <w:t xml:space="preserve"> </w:t>
      </w:r>
      <w:r w:rsidRPr="00CA52B4">
        <w:rPr>
          <w:rtl/>
          <w:lang w:bidi="fa-IR"/>
        </w:rPr>
        <w:t>وكان جده الأسود من المستهزئين الذين كفى الله رسوله أمرهم بالموت والقتل ، وأبوه زمعة قتل يوم بدر كافرا ، وكان يدعى زاد الركب ، وقتل أخوه عقيل بن الأسود أيضا كافرا يوم بدر ، وقتل الحارث بن زمعة أيضا يوم بدر</w:t>
      </w:r>
    </w:p>
    <w:p w:rsidR="00843DF1" w:rsidRPr="00CA52B4" w:rsidRDefault="00843DF1" w:rsidP="00347E77">
      <w:pPr>
        <w:pStyle w:val="libNormal"/>
        <w:rPr>
          <w:rtl/>
          <w:lang w:bidi="fa-IR"/>
        </w:rPr>
      </w:pPr>
      <w:r>
        <w:rPr>
          <w:rtl/>
          <w:lang w:bidi="fa-IR"/>
        </w:rPr>
        <w:br w:type="page"/>
      </w:r>
      <w:r w:rsidRPr="00CA52B4">
        <w:rPr>
          <w:rtl/>
          <w:lang w:bidi="fa-IR"/>
        </w:rPr>
        <w:lastRenderedPageBreak/>
        <w:t>كافرا. وقال أمية بن الصلت ، يرثي قتلى بدر ، ويذكر زمعة بن الأسود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عين ابكي بالمسبلات أبا الحا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رث لا تذخري على زمعه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وحفيد عبد الله هذا ، هو أبو البختري وهب بن وهب بن كبير بن عبد الله بن زمعة قاضي الرشيد هارون بن محمد المهدي ، وكان منحرفا عن عليّ </w:t>
      </w:r>
      <w:r>
        <w:rPr>
          <w:rtl/>
          <w:lang w:bidi="fa-IR"/>
        </w:rPr>
        <w:t>(</w:t>
      </w:r>
      <w:r w:rsidRPr="00CA52B4">
        <w:rPr>
          <w:rtl/>
          <w:lang w:bidi="fa-IR"/>
        </w:rPr>
        <w:t>عليه السلام</w:t>
      </w:r>
      <w:r>
        <w:rPr>
          <w:rtl/>
          <w:lang w:bidi="fa-IR"/>
        </w:rPr>
        <w:t>)</w:t>
      </w:r>
      <w:r w:rsidRPr="00CA52B4">
        <w:rPr>
          <w:rtl/>
          <w:lang w:bidi="fa-IR"/>
        </w:rPr>
        <w:t xml:space="preserve"> ، وهو الذي أفتى الرشيد ببطلان الأمان الذي كتبه ليحيى بن عبد الله بن الحسن بن الحسن بن عليّ بن أبي طالب </w:t>
      </w:r>
      <w:r>
        <w:rPr>
          <w:rtl/>
          <w:lang w:bidi="fa-IR"/>
        </w:rPr>
        <w:t>(</w:t>
      </w:r>
      <w:r w:rsidRPr="00CA52B4">
        <w:rPr>
          <w:rtl/>
          <w:lang w:bidi="fa-IR"/>
        </w:rPr>
        <w:t>عليه السلام</w:t>
      </w:r>
      <w:r>
        <w:rPr>
          <w:rtl/>
          <w:lang w:bidi="fa-IR"/>
        </w:rPr>
        <w:t>)</w:t>
      </w:r>
      <w:r w:rsidRPr="00CA52B4">
        <w:rPr>
          <w:rtl/>
          <w:lang w:bidi="fa-IR"/>
        </w:rPr>
        <w:t xml:space="preserve"> ، وأخذه بيده فمزّقه كرها للعلويين.</w:t>
      </w:r>
    </w:p>
    <w:p w:rsidR="00843DF1" w:rsidRPr="00CA52B4" w:rsidRDefault="00843DF1" w:rsidP="00B10281">
      <w:pPr>
        <w:pStyle w:val="libVar"/>
        <w:rPr>
          <w:rtl/>
          <w:lang w:bidi="fa-IR"/>
        </w:rPr>
      </w:pPr>
      <w:r w:rsidRPr="00CA52B4">
        <w:rPr>
          <w:rtl/>
          <w:lang w:bidi="fa-IR"/>
        </w:rPr>
        <w:t>أسد الغابة 3 / 164. الاستيعاب 2 / 307. الإصابة 2 / 311. أعيان الشيعة 8 / 53. تنقيح المقال 2 / 183. تهذيب التهذيب 5 / 218. جامع الرواة 1 / 484.</w:t>
      </w:r>
      <w:r>
        <w:rPr>
          <w:lang w:bidi="fa-IR"/>
        </w:rPr>
        <w:t xml:space="preserve"> </w:t>
      </w:r>
      <w:r w:rsidRPr="00CA52B4">
        <w:rPr>
          <w:rtl/>
          <w:lang w:bidi="fa-IR"/>
        </w:rPr>
        <w:t>الجرح والتعديل 5 / 59. جمهرة أنساب العرب / 119. رجال الطوسي / 23. سيرة ابن هشام 2 / 291. شرح ابن أبي الحديد 13 / 10</w:t>
      </w:r>
      <w:r>
        <w:rPr>
          <w:rtl/>
          <w:lang w:bidi="fa-IR"/>
        </w:rPr>
        <w:t xml:space="preserve"> ـ </w:t>
      </w:r>
      <w:r w:rsidRPr="00CA52B4">
        <w:rPr>
          <w:rtl/>
          <w:lang w:bidi="fa-IR"/>
        </w:rPr>
        <w:t xml:space="preserve">11. الطبقات الكبرى 1 / 144 </w:t>
      </w:r>
      <w:r>
        <w:rPr>
          <w:rtl/>
          <w:lang w:bidi="fa-IR"/>
        </w:rPr>
        <w:t>و 2</w:t>
      </w:r>
      <w:r w:rsidRPr="00CA52B4">
        <w:rPr>
          <w:rtl/>
          <w:lang w:bidi="fa-IR"/>
        </w:rPr>
        <w:t xml:space="preserve"> / 220 </w:t>
      </w:r>
      <w:r>
        <w:rPr>
          <w:rtl/>
          <w:lang w:bidi="fa-IR"/>
        </w:rPr>
        <w:t>و 8</w:t>
      </w:r>
      <w:r w:rsidRPr="00CA52B4">
        <w:rPr>
          <w:rtl/>
          <w:lang w:bidi="fa-IR"/>
        </w:rPr>
        <w:t xml:space="preserve"> / 461. الغارات 2 / 605. الغدير 8 / 239 ، 348 </w:t>
      </w:r>
      <w:r>
        <w:rPr>
          <w:rtl/>
          <w:lang w:bidi="fa-IR"/>
        </w:rPr>
        <w:t>و 9</w:t>
      </w:r>
      <w:r w:rsidRPr="00CA52B4">
        <w:rPr>
          <w:rtl/>
          <w:lang w:bidi="fa-IR"/>
        </w:rPr>
        <w:t xml:space="preserve"> / 4 </w:t>
      </w:r>
      <w:r>
        <w:rPr>
          <w:rtl/>
          <w:lang w:bidi="fa-IR"/>
        </w:rPr>
        <w:t>و 1</w:t>
      </w:r>
      <w:r w:rsidRPr="00CA52B4">
        <w:rPr>
          <w:rtl/>
          <w:lang w:bidi="fa-IR"/>
        </w:rPr>
        <w:t xml:space="preserve">1 / 19. مجمع الرجال 3 / 183. معجم رجال الحديث 10 / 190. النهاية في غريب الحديث 1 / 139 </w:t>
      </w:r>
      <w:r>
        <w:rPr>
          <w:rtl/>
          <w:lang w:bidi="fa-IR"/>
        </w:rPr>
        <w:t>و 5</w:t>
      </w:r>
      <w:r w:rsidRPr="00CA52B4">
        <w:rPr>
          <w:rtl/>
          <w:lang w:bidi="fa-IR"/>
        </w:rPr>
        <w:t xml:space="preserve"> / 65.</w:t>
      </w:r>
    </w:p>
    <w:p w:rsidR="00843DF1" w:rsidRPr="00CA52B4" w:rsidRDefault="00843DF1" w:rsidP="00EB70B9">
      <w:pPr>
        <w:pStyle w:val="libBold1"/>
        <w:rPr>
          <w:rtl/>
          <w:lang w:bidi="fa-IR"/>
        </w:rPr>
      </w:pPr>
      <w:r w:rsidRPr="00CA52B4">
        <w:rPr>
          <w:rtl/>
        </w:rPr>
        <w:t>686</w:t>
      </w:r>
      <w:r>
        <w:rPr>
          <w:rtl/>
        </w:rPr>
        <w:t xml:space="preserve"> ـ </w:t>
      </w:r>
      <w:r w:rsidRPr="00CA52B4">
        <w:rPr>
          <w:rtl/>
        </w:rPr>
        <w:t>عبد الله بن زيد بن عاصم بن كعب بن عمرو بن عوف بن مبذول بن عمر بن غنم بن مالك بن النجار</w:t>
      </w:r>
      <w:r>
        <w:rPr>
          <w:rtl/>
        </w:rPr>
        <w:t xml:space="preserve"> ..</w:t>
      </w:r>
      <w:r w:rsidRPr="00CA52B4">
        <w:rPr>
          <w:rtl/>
        </w:rPr>
        <w:t>. الأنصاري المدني استشهد 63 ه‍ في وقعة الحرة.</w:t>
      </w:r>
    </w:p>
    <w:p w:rsidR="00843DF1" w:rsidRPr="00CA52B4" w:rsidRDefault="00843DF1" w:rsidP="00347E77">
      <w:pPr>
        <w:pStyle w:val="libNormal"/>
        <w:rPr>
          <w:rtl/>
          <w:lang w:bidi="fa-IR"/>
        </w:rPr>
      </w:pPr>
      <w:r w:rsidRPr="00CA52B4">
        <w:rPr>
          <w:rtl/>
          <w:lang w:bidi="fa-IR"/>
        </w:rPr>
        <w:t xml:space="preserve">من التابعين الذين أدركوا النبيّ </w:t>
      </w:r>
      <w:r>
        <w:rPr>
          <w:rtl/>
          <w:lang w:bidi="fa-IR"/>
        </w:rPr>
        <w:t>(</w:t>
      </w:r>
      <w:r w:rsidRPr="00CA52B4">
        <w:rPr>
          <w:rtl/>
          <w:lang w:bidi="fa-IR"/>
        </w:rPr>
        <w:t>صلّى الله عليه وآله وسلّم</w:t>
      </w:r>
      <w:r>
        <w:rPr>
          <w:rtl/>
          <w:lang w:bidi="fa-IR"/>
        </w:rPr>
        <w:t>)</w:t>
      </w:r>
      <w:r w:rsidRPr="00CA52B4">
        <w:rPr>
          <w:rtl/>
          <w:lang w:bidi="fa-IR"/>
        </w:rPr>
        <w:t xml:space="preserve"> ، وهو الذي قتل مسيلمة الكذاب. قتل في وقعة الحرة مع بنيه : خلاد. علي ، في آخر ذي الحجة سنة 63 ه‍ ، وهو ابن 70 سنة. روى عنه ابن أخيه عباد بن تميم ، سعيد بن المسيب ، يحيى بن عمارة ، واسع بن حبان ، أبو سفيان مولى ابن أبي أحمد. ذكره الشيخ الطوسي في رجاله من أصحاب عليّ </w:t>
      </w:r>
      <w:r>
        <w:rPr>
          <w:rtl/>
          <w:lang w:bidi="fa-IR"/>
        </w:rPr>
        <w:t>(</w:t>
      </w:r>
      <w:r w:rsidRPr="00CA52B4">
        <w:rPr>
          <w:rtl/>
          <w:lang w:bidi="fa-IR"/>
        </w:rPr>
        <w:t>عليه السلام</w:t>
      </w:r>
      <w:r>
        <w:rPr>
          <w:rtl/>
          <w:lang w:bidi="fa-IR"/>
        </w:rPr>
        <w:t>).</w:t>
      </w:r>
      <w:r w:rsidRPr="00CA52B4">
        <w:rPr>
          <w:rtl/>
          <w:lang w:bidi="fa-IR"/>
        </w:rPr>
        <w:t xml:space="preserve"> له في السنن 48 حديث.</w:t>
      </w:r>
    </w:p>
    <w:p w:rsidR="00843DF1" w:rsidRPr="00CA52B4" w:rsidRDefault="00843DF1" w:rsidP="00B10281">
      <w:pPr>
        <w:pStyle w:val="libVar"/>
        <w:rPr>
          <w:rtl/>
          <w:lang w:bidi="fa-IR"/>
        </w:rPr>
      </w:pPr>
      <w:r w:rsidRPr="00CA52B4">
        <w:rPr>
          <w:rtl/>
          <w:lang w:bidi="fa-IR"/>
        </w:rPr>
        <w:t>الاستيعاب 2 / 312. أسد الغابة 3 / 167. الإصابة 2 / 312. الأعلام 4 / 219.</w:t>
      </w:r>
      <w:r>
        <w:rPr>
          <w:lang w:bidi="fa-IR"/>
        </w:rPr>
        <w:t xml:space="preserve"> </w:t>
      </w:r>
      <w:r w:rsidRPr="00CA52B4">
        <w:rPr>
          <w:rtl/>
          <w:lang w:bidi="fa-IR"/>
        </w:rPr>
        <w:t>تقريب التهذيب 1 / 417. تنقيح المقال 2 / 183. تهذيب التهذيب 5 / 223. تاريخ جرجان / 241. جامع الرواة 1 / 485. الجرح والتعديل 5 / 56. الجمل / 171.</w:t>
      </w:r>
    </w:p>
    <w:p w:rsidR="00843DF1" w:rsidRPr="00CA52B4" w:rsidRDefault="00843DF1" w:rsidP="00B10281">
      <w:pPr>
        <w:pStyle w:val="libVar0"/>
        <w:rPr>
          <w:rtl/>
          <w:lang w:bidi="fa-IR"/>
        </w:rPr>
      </w:pPr>
      <w:r>
        <w:rPr>
          <w:rtl/>
          <w:lang w:bidi="fa-IR"/>
        </w:rPr>
        <w:br w:type="page"/>
      </w:r>
      <w:r w:rsidRPr="00CA52B4">
        <w:rPr>
          <w:rtl/>
          <w:lang w:bidi="fa-IR"/>
        </w:rPr>
        <w:lastRenderedPageBreak/>
        <w:t>خلاصة الأقوال / 103. رجال ابن داود / 119. رجال الطوسي / 50. شرح ابن أبي الحديد 14 / 265</w:t>
      </w:r>
      <w:r>
        <w:rPr>
          <w:rtl/>
          <w:lang w:bidi="fa-IR"/>
        </w:rPr>
        <w:t xml:space="preserve"> ـ </w:t>
      </w:r>
      <w:r w:rsidRPr="00CA52B4">
        <w:rPr>
          <w:rtl/>
          <w:lang w:bidi="fa-IR"/>
        </w:rPr>
        <w:t xml:space="preserve">167. الطبقات الكبرى 1 / 267 </w:t>
      </w:r>
      <w:r>
        <w:rPr>
          <w:rtl/>
          <w:lang w:bidi="fa-IR"/>
        </w:rPr>
        <w:t>و 6</w:t>
      </w:r>
      <w:r w:rsidRPr="00CA52B4">
        <w:rPr>
          <w:rtl/>
          <w:lang w:bidi="fa-IR"/>
        </w:rPr>
        <w:t xml:space="preserve"> / 109 </w:t>
      </w:r>
      <w:r>
        <w:rPr>
          <w:rtl/>
          <w:lang w:bidi="fa-IR"/>
        </w:rPr>
        <w:t>و 7</w:t>
      </w:r>
      <w:r w:rsidRPr="00CA52B4">
        <w:rPr>
          <w:rtl/>
          <w:lang w:bidi="fa-IR"/>
        </w:rPr>
        <w:t xml:space="preserve"> / 183 </w:t>
      </w:r>
      <w:r>
        <w:rPr>
          <w:rtl/>
          <w:lang w:bidi="fa-IR"/>
        </w:rPr>
        <w:t>و 8</w:t>
      </w:r>
      <w:r w:rsidRPr="00CA52B4">
        <w:rPr>
          <w:rtl/>
          <w:lang w:bidi="fa-IR"/>
        </w:rPr>
        <w:t xml:space="preserve"> / 416.</w:t>
      </w:r>
      <w:r>
        <w:rPr>
          <w:lang w:bidi="fa-IR"/>
        </w:rPr>
        <w:t xml:space="preserve"> </w:t>
      </w:r>
      <w:r w:rsidRPr="00CA52B4">
        <w:rPr>
          <w:rtl/>
          <w:lang w:bidi="fa-IR"/>
        </w:rPr>
        <w:t xml:space="preserve">العقد الفريد 3 / 295. الغدير 10 / 35. قاموس الرجال 5 / 459. الكامل في التأريخ 4 / 117. مجمع الرجال 3 / 283. مرآة الجنان 1 / 138. معجم الثقات / 296. معجم رجال الحديث 10 / 191. منتهى المقال / 185. النجوم الزاهرة 1 / 161. نقد الرجال / 199. النهاية في غريب الحديث 2 / 112 </w:t>
      </w:r>
      <w:r>
        <w:rPr>
          <w:rtl/>
          <w:lang w:bidi="fa-IR"/>
        </w:rPr>
        <w:t>و 3</w:t>
      </w:r>
      <w:r w:rsidRPr="00CA52B4">
        <w:rPr>
          <w:rtl/>
          <w:lang w:bidi="fa-IR"/>
        </w:rPr>
        <w:t xml:space="preserve"> / 57 </w:t>
      </w:r>
      <w:r>
        <w:rPr>
          <w:rtl/>
          <w:lang w:bidi="fa-IR"/>
        </w:rPr>
        <w:t>و 4</w:t>
      </w:r>
      <w:r w:rsidRPr="00CA52B4">
        <w:rPr>
          <w:rtl/>
          <w:lang w:bidi="fa-IR"/>
        </w:rPr>
        <w:t xml:space="preserve"> / 338.</w:t>
      </w:r>
    </w:p>
    <w:p w:rsidR="00843DF1" w:rsidRPr="00CA52B4" w:rsidRDefault="00843DF1" w:rsidP="00EB70B9">
      <w:pPr>
        <w:pStyle w:val="libBold1"/>
        <w:rPr>
          <w:rtl/>
          <w:lang w:bidi="fa-IR"/>
        </w:rPr>
      </w:pPr>
      <w:r w:rsidRPr="00CA52B4">
        <w:rPr>
          <w:rtl/>
        </w:rPr>
        <w:t>687</w:t>
      </w:r>
      <w:r>
        <w:rPr>
          <w:rtl/>
        </w:rPr>
        <w:t xml:space="preserve"> ـ </w:t>
      </w:r>
      <w:r w:rsidRPr="00CA52B4">
        <w:rPr>
          <w:rtl/>
        </w:rPr>
        <w:t>عبد الله بن سبع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سالم بن أبي الجعد. وفي بعض المراجع عبد الله بن سبيع. ذكره ابن حبان في الثقات. واقتصر على الرواية من عليّ بن أبي طالب </w:t>
      </w:r>
      <w:r>
        <w:rPr>
          <w:rtl/>
          <w:lang w:bidi="fa-IR"/>
        </w:rPr>
        <w:t>(</w:t>
      </w:r>
      <w:r w:rsidRPr="00CA52B4">
        <w:rPr>
          <w:rtl/>
          <w:lang w:bidi="fa-IR"/>
        </w:rPr>
        <w:t>عليه السلام</w:t>
      </w:r>
      <w:r>
        <w:rPr>
          <w:rtl/>
          <w:lang w:bidi="fa-IR"/>
        </w:rPr>
        <w:t>).</w:t>
      </w:r>
      <w:r w:rsidRPr="00CA52B4">
        <w:rPr>
          <w:rtl/>
          <w:lang w:bidi="fa-IR"/>
        </w:rPr>
        <w:t xml:space="preserve"> وكان يسكن الكوفة.</w:t>
      </w:r>
    </w:p>
    <w:p w:rsidR="00843DF1" w:rsidRPr="00CA52B4" w:rsidRDefault="00843DF1" w:rsidP="00B10281">
      <w:pPr>
        <w:pStyle w:val="libVar"/>
        <w:rPr>
          <w:rtl/>
          <w:lang w:bidi="fa-IR"/>
        </w:rPr>
      </w:pPr>
      <w:r w:rsidRPr="00CA52B4">
        <w:rPr>
          <w:rtl/>
          <w:lang w:bidi="fa-IR"/>
        </w:rPr>
        <w:t>تهذيب التهذيب 5 / 230. الجرح والتعديل 5 / 68. الطبقات الكبرى 6 / 234.</w:t>
      </w:r>
      <w:r>
        <w:rPr>
          <w:lang w:bidi="fa-IR"/>
        </w:rPr>
        <w:t xml:space="preserve"> </w:t>
      </w:r>
      <w:r w:rsidRPr="00CA52B4">
        <w:rPr>
          <w:rtl/>
          <w:lang w:bidi="fa-IR"/>
        </w:rPr>
        <w:t>الغدير 5 / 365. قاموس الرجال 5 / 466. الكامل في التأريخ 4 / 20 ، 232. لسان الميزان 7 / 263. ميزان الاعتدال 2 / 427.</w:t>
      </w:r>
    </w:p>
    <w:p w:rsidR="00843DF1" w:rsidRPr="00CA52B4" w:rsidRDefault="00843DF1" w:rsidP="00EB70B9">
      <w:pPr>
        <w:pStyle w:val="libBold1"/>
        <w:rPr>
          <w:rtl/>
          <w:lang w:bidi="fa-IR"/>
        </w:rPr>
      </w:pPr>
      <w:r w:rsidRPr="00CA52B4">
        <w:rPr>
          <w:rtl/>
        </w:rPr>
        <w:t>688</w:t>
      </w:r>
      <w:r>
        <w:rPr>
          <w:rtl/>
        </w:rPr>
        <w:t xml:space="preserve"> ـ </w:t>
      </w:r>
      <w:r w:rsidRPr="00CA52B4">
        <w:rPr>
          <w:rtl/>
        </w:rPr>
        <w:t xml:space="preserve">عبد الله </w:t>
      </w:r>
      <w:r>
        <w:rPr>
          <w:rtl/>
        </w:rPr>
        <w:t>(</w:t>
      </w:r>
      <w:r w:rsidRPr="00CA52B4">
        <w:rPr>
          <w:rtl/>
        </w:rPr>
        <w:t>أبو معمر</w:t>
      </w:r>
      <w:r>
        <w:rPr>
          <w:rtl/>
        </w:rPr>
        <w:t>)</w:t>
      </w:r>
      <w:r w:rsidRPr="00CA52B4">
        <w:rPr>
          <w:rtl/>
        </w:rPr>
        <w:t xml:space="preserve"> ابن سخبرة الأزدي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تابعي ، ثقة من الكوفة. مات في إمارة عبيد الله بن زياد. وهو الذي سيّره المختار فيمن سيّر لنصرة ابن الحنفية لما حاصره ابن الزبير وأهل بيته بمكة سنة 66 ه‍</w:t>
      </w:r>
      <w:r>
        <w:rPr>
          <w:rtl/>
          <w:lang w:bidi="fa-IR"/>
        </w:rPr>
        <w:t>.</w:t>
      </w:r>
      <w:r w:rsidRPr="00CA52B4">
        <w:rPr>
          <w:rtl/>
          <w:lang w:bidi="fa-IR"/>
        </w:rPr>
        <w:t xml:space="preserve"> فقد حبس ابن الزبير بزمزم ابن الحنفية وأصحابه وتوعدهم بالقتل والإحراق إن لم يبايعوا ، فكتب ابن الحنفية بذلك إلى المختار واستنجده ، فسيّر إليه جماعة مع كل منهم عدة ، وسيّر أبا المعمر في مائة حتّى دخلوا المسجد الحرام وهم ينادون يا لثارات الحسين.</w:t>
      </w:r>
    </w:p>
    <w:p w:rsidR="00843DF1" w:rsidRPr="00CA52B4" w:rsidRDefault="00843DF1" w:rsidP="00B10281">
      <w:pPr>
        <w:pStyle w:val="libVar"/>
        <w:rPr>
          <w:rtl/>
          <w:lang w:bidi="fa-IR"/>
        </w:rPr>
      </w:pPr>
      <w:r w:rsidRPr="00CA52B4">
        <w:rPr>
          <w:rtl/>
          <w:lang w:bidi="fa-IR"/>
        </w:rPr>
        <w:t>الأخبار الطوال / 203 ، 207. أعيان الشيعة 8 / 53 نقلا عن الشيخ في رجاله ، وليس فيه ما يثبت ذلك. الأنساب / 52. تقريب التهذيب 1 / 418. تنقيح المقال 2 / 184.</w:t>
      </w:r>
      <w:r>
        <w:rPr>
          <w:lang w:bidi="fa-IR"/>
        </w:rPr>
        <w:t xml:space="preserve"> </w:t>
      </w:r>
      <w:r w:rsidRPr="00CA52B4">
        <w:rPr>
          <w:rtl/>
          <w:lang w:bidi="fa-IR"/>
        </w:rPr>
        <w:t>تهذيب التهذيب 5 / 230. جامع الرواة 1 / 485. الجرح والتعديل 5 / 68. الطبقات الكبرى 6 / 103. قاموس الرجال 5 / 466. الكامل في التأريخ 4 / 250. اللباب 1 / 46. مجمع الرجال 3 / 286. معجم رجال الحديث 10 / 194. منتهى المقال / 185. ميزان الاعتدال 2 / 427.</w:t>
      </w:r>
    </w:p>
    <w:p w:rsidR="00843DF1" w:rsidRPr="00CA52B4" w:rsidRDefault="00843DF1" w:rsidP="00EB70B9">
      <w:pPr>
        <w:pStyle w:val="libBold1"/>
        <w:rPr>
          <w:rtl/>
          <w:lang w:bidi="fa-IR"/>
        </w:rPr>
      </w:pPr>
      <w:r>
        <w:rPr>
          <w:rtl/>
          <w:lang w:bidi="fa-IR"/>
        </w:rPr>
        <w:br w:type="page"/>
      </w:r>
      <w:r w:rsidRPr="00CA52B4">
        <w:rPr>
          <w:rtl/>
        </w:rPr>
        <w:lastRenderedPageBreak/>
        <w:t>689</w:t>
      </w:r>
      <w:r>
        <w:rPr>
          <w:rtl/>
        </w:rPr>
        <w:t xml:space="preserve"> ـ </w:t>
      </w:r>
      <w:r w:rsidRPr="00CA52B4">
        <w:rPr>
          <w:rtl/>
        </w:rPr>
        <w:t>عبد الله بن أبي سخيلة الخراساني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الشيخ الطوسي في رجاله ،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ونقله الآخرون عنه حرفيا وأسندوه إليه ، فتجده في المراجع بلفظه.</w:t>
      </w:r>
    </w:p>
    <w:p w:rsidR="00843DF1" w:rsidRPr="00CA52B4" w:rsidRDefault="00843DF1" w:rsidP="00B10281">
      <w:pPr>
        <w:pStyle w:val="libVar"/>
        <w:rPr>
          <w:rtl/>
          <w:lang w:bidi="fa-IR"/>
        </w:rPr>
      </w:pPr>
      <w:r w:rsidRPr="00CA52B4">
        <w:rPr>
          <w:rtl/>
          <w:lang w:bidi="fa-IR"/>
        </w:rPr>
        <w:t>تنقيح المقال 2 / 164. جامع الرواة 1 / 467 وفيه : عبد الله بن أبي سجيلة. رجال الشيخ الطوسي / 54. مجمع الرجال 3 / 259. منتهى المقال / 184. معجم رجال الحديث 10 / 93. نقد الرجال / 193.</w:t>
      </w:r>
    </w:p>
    <w:p w:rsidR="00843DF1" w:rsidRPr="00CA52B4" w:rsidRDefault="00843DF1" w:rsidP="00EB70B9">
      <w:pPr>
        <w:pStyle w:val="libBold1"/>
        <w:rPr>
          <w:rtl/>
          <w:lang w:bidi="fa-IR"/>
        </w:rPr>
      </w:pPr>
      <w:r w:rsidRPr="00CA52B4">
        <w:rPr>
          <w:rtl/>
        </w:rPr>
        <w:t>690</w:t>
      </w:r>
      <w:r>
        <w:rPr>
          <w:rtl/>
        </w:rPr>
        <w:t xml:space="preserve"> ـ </w:t>
      </w:r>
      <w:r w:rsidRPr="00CA52B4">
        <w:rPr>
          <w:rtl/>
        </w:rPr>
        <w:t xml:space="preserve">عبد الله بن أبي السفر </w:t>
      </w:r>
      <w:r>
        <w:rPr>
          <w:rtl/>
        </w:rPr>
        <w:t>(</w:t>
      </w:r>
      <w:r w:rsidRPr="00CA52B4">
        <w:rPr>
          <w:rtl/>
        </w:rPr>
        <w:t>سعيد بن يحمد</w:t>
      </w:r>
      <w:r>
        <w:rPr>
          <w:rtl/>
        </w:rPr>
        <w:t>)</w:t>
      </w:r>
      <w:r w:rsidRPr="00CA52B4">
        <w:rPr>
          <w:rtl/>
        </w:rPr>
        <w:t xml:space="preserve"> الهمداني الثوري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التابعين الكوفيين الثقات. مات في خلافة مروان بن محمد. ذكره الشيخ الطوسي في رجاله من أصحاب عليّ </w:t>
      </w:r>
      <w:r>
        <w:rPr>
          <w:rtl/>
          <w:lang w:bidi="fa-IR"/>
        </w:rPr>
        <w:t>(</w:t>
      </w:r>
      <w:r w:rsidRPr="00CA52B4">
        <w:rPr>
          <w:rtl/>
          <w:lang w:bidi="fa-IR"/>
        </w:rPr>
        <w:t>عليه السلام</w:t>
      </w:r>
      <w:r>
        <w:rPr>
          <w:rtl/>
          <w:lang w:bidi="fa-IR"/>
        </w:rPr>
        <w:t>).</w:t>
      </w:r>
      <w:r w:rsidRPr="00CA52B4">
        <w:rPr>
          <w:rtl/>
          <w:lang w:bidi="fa-IR"/>
        </w:rPr>
        <w:t xml:space="preserve"> وأجمعوا على أنّ عبد الله بن أبي السفر ، ثقة ، صالح ، روى عنه الثوري ، وشعبة ، وشريك ، وعمر بن أبي زائدة. وجاء أنّ أبا السفر هو سعيد بن يحمد ، وقيل : محمد وهو خطأ. ذكره ابن حبان في الثقات. وكان ثقة وليس بكثير الحديث ، كوفي له أحاديث في السنن.</w:t>
      </w:r>
    </w:p>
    <w:p w:rsidR="00843DF1" w:rsidRPr="00CA52B4" w:rsidRDefault="00843DF1" w:rsidP="00B10281">
      <w:pPr>
        <w:pStyle w:val="libVar"/>
        <w:rPr>
          <w:rtl/>
          <w:lang w:bidi="fa-IR"/>
        </w:rPr>
      </w:pPr>
      <w:r w:rsidRPr="00CA52B4">
        <w:rPr>
          <w:rtl/>
          <w:lang w:bidi="fa-IR"/>
        </w:rPr>
        <w:t>تقريب التهذيب 1 / 420. تنقيح المقال 2 / 164. تهذيب التهذيب 5 / 240. جامع الرواة 1 / 467. الجرح والتعديل 5 / 71. رجال الشيخ الطوسي / 54. الطبقات الكبرى 6 / 299. مجمع الرجال 3 / 258. منتهى المقال / 184. معجم رجال الحديث 10 / 93. نقد الرجال / 193.</w:t>
      </w:r>
    </w:p>
    <w:p w:rsidR="00843DF1" w:rsidRPr="00CA52B4" w:rsidRDefault="00843DF1" w:rsidP="00EB70B9">
      <w:pPr>
        <w:pStyle w:val="libBold1"/>
        <w:rPr>
          <w:rtl/>
          <w:lang w:bidi="fa-IR"/>
        </w:rPr>
      </w:pPr>
      <w:r w:rsidRPr="00CA52B4">
        <w:rPr>
          <w:rtl/>
        </w:rPr>
        <w:t>691</w:t>
      </w:r>
      <w:r>
        <w:rPr>
          <w:rtl/>
        </w:rPr>
        <w:t xml:space="preserve"> ـ </w:t>
      </w:r>
      <w:r w:rsidRPr="00CA52B4">
        <w:rPr>
          <w:rtl/>
        </w:rPr>
        <w:t xml:space="preserve">عبد الله </w:t>
      </w:r>
      <w:r>
        <w:rPr>
          <w:rtl/>
        </w:rPr>
        <w:t>(</w:t>
      </w:r>
      <w:r w:rsidRPr="00CA52B4">
        <w:rPr>
          <w:rtl/>
        </w:rPr>
        <w:t>أبو العالية</w:t>
      </w:r>
      <w:r>
        <w:rPr>
          <w:rtl/>
        </w:rPr>
        <w:t>)</w:t>
      </w:r>
      <w:r w:rsidRPr="00CA52B4">
        <w:rPr>
          <w:rtl/>
        </w:rPr>
        <w:t xml:space="preserve"> بن سلمة بن الحارث المرادي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التابعين ، في الطبقة الأولى من فقهاء الكوفة ، بعد الصحابة. قال :</w:t>
      </w:r>
      <w:r>
        <w:rPr>
          <w:lang w:bidi="fa-IR"/>
        </w:rPr>
        <w:t xml:space="preserve"> </w:t>
      </w:r>
      <w:r w:rsidRPr="00CA52B4">
        <w:rPr>
          <w:rtl/>
          <w:lang w:bidi="fa-IR"/>
        </w:rPr>
        <w:t xml:space="preserve">ما يسرّني أنّي لم أشهد صفّين ، ولكنّني لوددت أنّ كل مشهد شهده عليّ </w:t>
      </w:r>
      <w:r>
        <w:rPr>
          <w:rtl/>
          <w:lang w:bidi="fa-IR"/>
        </w:rPr>
        <w:t>(</w:t>
      </w:r>
      <w:r w:rsidRPr="00CA52B4">
        <w:rPr>
          <w:rtl/>
          <w:lang w:bidi="fa-IR"/>
        </w:rPr>
        <w:t>عليه السلام</w:t>
      </w:r>
      <w:r>
        <w:rPr>
          <w:rtl/>
          <w:lang w:bidi="fa-IR"/>
        </w:rPr>
        <w:t>)</w:t>
      </w:r>
      <w:r w:rsidRPr="00CA52B4">
        <w:rPr>
          <w:rtl/>
          <w:lang w:bidi="fa-IR"/>
        </w:rPr>
        <w:t xml:space="preserve"> شهدته. وحدّث أيضا عن عبد الله بن مسعود. وعمار بن ياسر. وأبي مسعود الأنصاري. وصفوان بن عسال. وروى عنه خلق كثير.</w:t>
      </w:r>
    </w:p>
    <w:p w:rsidR="00843DF1" w:rsidRPr="00CA52B4" w:rsidRDefault="00843DF1" w:rsidP="00B10281">
      <w:pPr>
        <w:pStyle w:val="libVar"/>
        <w:rPr>
          <w:rtl/>
          <w:lang w:bidi="fa-IR"/>
        </w:rPr>
      </w:pPr>
      <w:r w:rsidRPr="00CA52B4">
        <w:rPr>
          <w:rtl/>
          <w:lang w:bidi="fa-IR"/>
        </w:rPr>
        <w:t>إتقان المقال / 201. أسد الغابة 3 / 178. الإصابة 3 / 91. تاريخ بغداد 9 / 460.</w:t>
      </w:r>
      <w:r>
        <w:rPr>
          <w:lang w:bidi="fa-IR"/>
        </w:rPr>
        <w:t xml:space="preserve"> </w:t>
      </w:r>
      <w:r w:rsidRPr="00CA52B4">
        <w:rPr>
          <w:rtl/>
          <w:lang w:bidi="fa-IR"/>
        </w:rPr>
        <w:t>تقريب التهذيب 1 / 420. تنقيح المقال 2 / 185. تهذيب التهذيب 5 / 241. تاريخ جرجان / 195. جامع الرواة 1 / 485. الجرح والتعديل 5 / 73. خلاصة</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الأقوال / 104. رجال ابن داود / 120. رجال الشيخ الطوسي / 51. الطبقات الكبرى 1 / 476 </w:t>
      </w:r>
      <w:r>
        <w:rPr>
          <w:rtl/>
          <w:lang w:bidi="fa-IR"/>
        </w:rPr>
        <w:t>و 7</w:t>
      </w:r>
      <w:r w:rsidRPr="00CA52B4">
        <w:rPr>
          <w:rtl/>
          <w:lang w:bidi="fa-IR"/>
        </w:rPr>
        <w:t xml:space="preserve"> / 185 </w:t>
      </w:r>
      <w:r>
        <w:rPr>
          <w:rtl/>
          <w:lang w:bidi="fa-IR"/>
        </w:rPr>
        <w:t>و 8</w:t>
      </w:r>
      <w:r w:rsidRPr="00CA52B4">
        <w:rPr>
          <w:rtl/>
          <w:lang w:bidi="fa-IR"/>
        </w:rPr>
        <w:t xml:space="preserve"> / 484. العقد الفريد 5 / 71 ، 84. الغدير 3 / 151 </w:t>
      </w:r>
      <w:r>
        <w:rPr>
          <w:rtl/>
          <w:lang w:bidi="fa-IR"/>
        </w:rPr>
        <w:t>و 5</w:t>
      </w:r>
      <w:r w:rsidRPr="00CA52B4">
        <w:rPr>
          <w:rtl/>
          <w:lang w:bidi="fa-IR"/>
        </w:rPr>
        <w:t xml:space="preserve"> / 76.</w:t>
      </w:r>
      <w:r>
        <w:rPr>
          <w:lang w:bidi="fa-IR"/>
        </w:rPr>
        <w:t xml:space="preserve"> </w:t>
      </w:r>
      <w:r w:rsidRPr="00CA52B4">
        <w:rPr>
          <w:rtl/>
          <w:lang w:bidi="fa-IR"/>
        </w:rPr>
        <w:t>الغارات 9 / 253. قاموس الرجال 5 / 471. مجمع الرجال 3 / 287. معجم الثقات / 298. معجم رجال الحديث 10 / 198. ميزان الاعتدال 2 / 430. مجالس المؤمنين 1 / 318. نقد الرجال / 20.</w:t>
      </w:r>
    </w:p>
    <w:p w:rsidR="00843DF1" w:rsidRPr="00CA52B4" w:rsidRDefault="00843DF1" w:rsidP="00EB70B9">
      <w:pPr>
        <w:pStyle w:val="libBold1"/>
        <w:rPr>
          <w:rtl/>
          <w:lang w:bidi="fa-IR"/>
        </w:rPr>
      </w:pPr>
      <w:r w:rsidRPr="00CA52B4">
        <w:rPr>
          <w:rtl/>
        </w:rPr>
        <w:t>692</w:t>
      </w:r>
      <w:r>
        <w:rPr>
          <w:rtl/>
        </w:rPr>
        <w:t xml:space="preserve"> ـ </w:t>
      </w:r>
      <w:r w:rsidRPr="00CA52B4">
        <w:rPr>
          <w:rtl/>
        </w:rPr>
        <w:t xml:space="preserve">عبد الله </w:t>
      </w:r>
      <w:r>
        <w:rPr>
          <w:rtl/>
        </w:rPr>
        <w:t>(</w:t>
      </w:r>
      <w:r w:rsidRPr="00CA52B4">
        <w:rPr>
          <w:rtl/>
        </w:rPr>
        <w:t>أبو مريم</w:t>
      </w:r>
      <w:r>
        <w:rPr>
          <w:rtl/>
        </w:rPr>
        <w:t>)</w:t>
      </w:r>
      <w:r w:rsidRPr="00CA52B4">
        <w:rPr>
          <w:rtl/>
        </w:rPr>
        <w:t xml:space="preserve"> ابن سنان بن خزيم الكوفي الأسدي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روى عنه جمع ، منهم : حصين بن سنان ، والأعمش ، وشمر بن عطية. واشترك في حرب الجمل وحارب ، وحدّث عنها قضايا وأحداث تاريخية. ويكنّى أبا سنان ، وهو من أسد بني خزيمة. مات أيام الحجاج قبل الجماجم. ذكره ابن حبان في الثقات. حدّث عن ابن مسعود ، وضرار بن الأزور ، والمغيرة بن شعبة وغيرهم. وأجمعوا على توثيقه.</w:t>
      </w:r>
    </w:p>
    <w:p w:rsidR="00843DF1" w:rsidRPr="00CA52B4" w:rsidRDefault="00843DF1" w:rsidP="00B10281">
      <w:pPr>
        <w:pStyle w:val="libVar"/>
        <w:rPr>
          <w:rtl/>
          <w:lang w:bidi="fa-IR"/>
        </w:rPr>
      </w:pPr>
      <w:r w:rsidRPr="00CA52B4">
        <w:rPr>
          <w:rtl/>
          <w:lang w:bidi="fa-IR"/>
        </w:rPr>
        <w:t xml:space="preserve">الاشتقاق / 483. تاريخ الطبري 5 / 218. تنقيح المقال 2 / 186. تعجيل المنفعة / 224. الجرح والتعديل 5 / 68. الطبقات الكبرى 6 / 178. العقد الفريد 5 / 54. الغدير 1 / 46 </w:t>
      </w:r>
      <w:r>
        <w:rPr>
          <w:rtl/>
          <w:lang w:bidi="fa-IR"/>
        </w:rPr>
        <w:t>و 8</w:t>
      </w:r>
      <w:r w:rsidRPr="00CA52B4">
        <w:rPr>
          <w:rtl/>
          <w:lang w:bidi="fa-IR"/>
        </w:rPr>
        <w:t xml:space="preserve"> / 271. الفوائد الرجالية 1 / 314 </w:t>
      </w:r>
      <w:r>
        <w:rPr>
          <w:rtl/>
          <w:lang w:bidi="fa-IR"/>
        </w:rPr>
        <w:t>و 3</w:t>
      </w:r>
      <w:r w:rsidRPr="00CA52B4">
        <w:rPr>
          <w:rtl/>
          <w:lang w:bidi="fa-IR"/>
        </w:rPr>
        <w:t xml:space="preserve"> / 249. فهرست الطوسي / 191. قاموس الرجال 5 / 475. الكامل في التأريخ 2 / 453. مجمع الرجال 4 / 2. منتهى المقال / 189. نقد الرجال / 200.</w:t>
      </w:r>
    </w:p>
    <w:p w:rsidR="00843DF1" w:rsidRPr="00CA52B4" w:rsidRDefault="00843DF1" w:rsidP="00EB70B9">
      <w:pPr>
        <w:pStyle w:val="libBold1"/>
        <w:rPr>
          <w:rtl/>
          <w:lang w:bidi="fa-IR"/>
        </w:rPr>
      </w:pPr>
      <w:r w:rsidRPr="00CA52B4">
        <w:rPr>
          <w:rtl/>
        </w:rPr>
        <w:t>693</w:t>
      </w:r>
      <w:r>
        <w:rPr>
          <w:rtl/>
        </w:rPr>
        <w:t xml:space="preserve"> ـ </w:t>
      </w:r>
      <w:r w:rsidRPr="00CA52B4">
        <w:rPr>
          <w:rtl/>
        </w:rPr>
        <w:t>عبد الله بن سويد الحميري الجرشي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وكان سيد جرش بن أسلم بن زيد. حضر صفّين ومشى إلى ذي الكلاع فقال له : لم جمعت بين الرجلين</w:t>
      </w:r>
      <w:r>
        <w:rPr>
          <w:rtl/>
          <w:lang w:bidi="fa-IR"/>
        </w:rPr>
        <w:t>؟</w:t>
      </w:r>
      <w:r w:rsidRPr="00CA52B4">
        <w:rPr>
          <w:rtl/>
          <w:lang w:bidi="fa-IR"/>
        </w:rPr>
        <w:t xml:space="preserve"> </w:t>
      </w:r>
      <w:r>
        <w:rPr>
          <w:rtl/>
          <w:lang w:bidi="fa-IR"/>
        </w:rPr>
        <w:t>(</w:t>
      </w:r>
      <w:r w:rsidRPr="00CA52B4">
        <w:rPr>
          <w:rtl/>
          <w:lang w:bidi="fa-IR"/>
        </w:rPr>
        <w:t>بين عمار بن ياسر ، وعمرو بن العاص</w:t>
      </w:r>
      <w:r>
        <w:rPr>
          <w:rtl/>
          <w:lang w:bidi="fa-IR"/>
        </w:rPr>
        <w:t>)</w:t>
      </w:r>
      <w:r w:rsidRPr="00CA52B4">
        <w:rPr>
          <w:rtl/>
          <w:lang w:bidi="fa-IR"/>
        </w:rPr>
        <w:t xml:space="preserve"> قال : لحديث سمعته من عمرو ، وذكر أنّه سمعه من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وهو يقول لعمار بن ياسر :</w:t>
      </w:r>
      <w:r>
        <w:rPr>
          <w:rtl/>
          <w:lang w:bidi="fa-IR"/>
        </w:rPr>
        <w:t xml:space="preserve"> ـ </w:t>
      </w:r>
      <w:r w:rsidRPr="00CA52B4">
        <w:rPr>
          <w:rtl/>
          <w:lang w:bidi="fa-IR"/>
        </w:rPr>
        <w:t>تقتلك الفئة الباغية</w:t>
      </w:r>
      <w:r>
        <w:rPr>
          <w:rtl/>
          <w:lang w:bidi="fa-IR"/>
        </w:rPr>
        <w:t xml:space="preserve"> ـ </w:t>
      </w:r>
      <w:r w:rsidRPr="00CA52B4">
        <w:rPr>
          <w:rtl/>
          <w:lang w:bidi="fa-IR"/>
        </w:rPr>
        <w:t>فخرج عبد الله بن عمر العنبسي ، وكان من عباد أهل زمانه ، ليلا فأصبح في عسكر عليّ ، فحدّث الناس بقول عمرو ، في عمار. وقال الجرشي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ما زلت يا عمرو قبل اليوم مبتدئا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تبغي الخصوم جهارا غير إسرار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حتّى لقيت أبا اليقظان منتصبا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لله درّ أبي اليقظان عمار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ما زال يقرع منك العظم منتقما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مخ العظام بنزع غير مكثار</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 xml:space="preserve">حتّى رمى بك في بحر له حدب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تهوى بك الموج ها فاذهب إلى النار</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وقال العنبسي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و</w:t>
            </w:r>
            <w:r w:rsidRPr="00CA52B4">
              <w:rPr>
                <w:rtl/>
                <w:lang w:bidi="fa-IR"/>
              </w:rPr>
              <w:t xml:space="preserve">الراقصات بركب عامدين له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إنّ الذي جاء من عمرو لمأثور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قد كنت أسمع والأنباء شائعة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هذا الحديث فقلت الكذب والزور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اليوم أبرأ من عمرو وشيعته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من معاوية المحدو به العير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لا لا أقاتل عمارا على طمع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بعد الرواية حتّى ينفخ الصور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تركت عمرا ، وأشياعا له نكدا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إنّي بتركهم يا صاح معذور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يا ذا الكلاع فدع لي معشرا كفروا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أو لا فدينك مين فيه تعزير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ما في مقال رسول الله في رجل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شك ولا في المقال الرسل تحبير</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فلما سمع معاوية بهذا القول ، بعث إلى عمرو فقال : أفسدت عليّ أهل الشام ، أكل ما سمعت من رسول الله تقوله</w:t>
      </w:r>
      <w:r>
        <w:rPr>
          <w:rtl/>
          <w:lang w:bidi="fa-IR"/>
        </w:rPr>
        <w:t>؟</w:t>
      </w:r>
      <w:r w:rsidRPr="00CA52B4">
        <w:rPr>
          <w:rtl/>
          <w:lang w:bidi="fa-IR"/>
        </w:rPr>
        <w:t xml:space="preserve"> فقال عمرو : قلتها ولست والله أعلم الغيب ، ولا أدري أنّ صفّين تكون. قلتها وعمار يومئذ لك ولي ، وقد رويت أنت فيه مثل الذي رويت فيه ، فاسأل أهل الشام. فغضب معاوية ، وتنمّر لعمرو ومنعه خيره. فقال عمرو : لا خير لي في جوار معاوية إن تجلّت هذه الحرب عنّا. وكان عمر وحمى الأنف فقال في ذلك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تعاتبني أن قلت شيئا سمعته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قد قلت لو أنصفتني مثله قبلي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أنعلك فيما قلت نعل ثبيتة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تزلق بي في مثل ما قلته نعلي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ما كان لي علم بصفّين أنّها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تكون وعمار يحث على قتلي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فلو كان لي بالغيب علم كتمتها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كابدت أقواما مراجلهم تغلي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أبى الله إلّا أنّ صدرك واغر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عليّ بلا ذنب جنيت ولا ذحل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سوى أنّني والراقصات عشية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بنصرك مدخول الهوى ذاهل العقل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فلا وضعت عندي حصان قناعها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لا حملت وجناء ذعلبة رحلي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لا زلت أدعى في لؤيّ بن غالب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قليلا غنائي لا أمر ولا أحلي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إن الله أرخى من خناقك مرة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نلت الذي رجيت إن لم أزر أهلي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أترك لك الشام الذي ضاق رحبها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عليك ولم يهنك بها العيش من أجلي </w:t>
            </w:r>
            <w:r w:rsidRPr="00B10281">
              <w:rPr>
                <w:rStyle w:val="libPoemTiniCharChar"/>
                <w:rtl/>
              </w:rPr>
              <w:br/>
              <w:t> </w:t>
            </w:r>
          </w:p>
        </w:tc>
      </w:tr>
    </w:tbl>
    <w:p w:rsidR="00843DF1" w:rsidRDefault="00843DF1" w:rsidP="00347E77">
      <w:pPr>
        <w:pStyle w:val="libNormal"/>
        <w:rPr>
          <w:rtl/>
          <w:lang w:bidi="fa-IR"/>
        </w:rPr>
      </w:pPr>
    </w:p>
    <w:p w:rsidR="00843DF1" w:rsidRPr="00CA52B4" w:rsidRDefault="00843DF1" w:rsidP="00347E77">
      <w:pPr>
        <w:pStyle w:val="libNormal"/>
        <w:rPr>
          <w:rtl/>
          <w:lang w:bidi="fa-IR"/>
        </w:rPr>
      </w:pPr>
      <w:r>
        <w:rPr>
          <w:rtl/>
          <w:lang w:bidi="fa-IR"/>
        </w:rPr>
        <w:br w:type="page"/>
      </w:r>
      <w:r w:rsidRPr="00CA52B4">
        <w:rPr>
          <w:rtl/>
          <w:lang w:bidi="fa-IR"/>
        </w:rPr>
        <w:lastRenderedPageBreak/>
        <w:t>فأجابه معاوية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أ</w:t>
            </w:r>
            <w:r w:rsidRPr="00CA52B4">
              <w:rPr>
                <w:rtl/>
                <w:lang w:bidi="fa-IR"/>
              </w:rPr>
              <w:t>ألان لما ألقت الحرب بركها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قام بنا الأمر الجليل على رجل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غمزت قناتي بعد ستين حجة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تباعا كأنّي لا أمر ولا أحلي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أتيت بأمر فيه للشام فتنة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في دون ما أظهرته زلة النعل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فقلت لك القول الذي ليس ضائرا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لو ضرّ لم يضررك حملك لي ثقلي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فعاتبتني في كل يوم وليلة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كأنّ الذي أبليك ليس كما أبلي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فيا قبّح الله العتاب وأهله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أ</w:t>
            </w:r>
            <w:r w:rsidRPr="00CA52B4">
              <w:rPr>
                <w:rtl/>
                <w:lang w:bidi="fa-IR"/>
              </w:rPr>
              <w:t xml:space="preserve">لم تر ما أصبحت فيه من الشغل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فدع ذا ولكن هل لك اليوم حيلة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تردّ بها قوما مراجلهم تغلي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دعاهم عليّ فاستجابوا لدعوة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أحبّ إليهم من ثرى المال والأهل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إذا قلت هابوا حومة الموت أرقلوا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إلى الموت إرقال الهلوك إلى الفحل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فلما أتى عمرا شعر معاوية ، أتاه فأعتبه وأرضاه ، وصار أمرهما واحدا.</w:t>
      </w:r>
    </w:p>
    <w:p w:rsidR="00843DF1" w:rsidRPr="00CA52B4" w:rsidRDefault="00843DF1" w:rsidP="00B10281">
      <w:pPr>
        <w:pStyle w:val="libVar"/>
        <w:rPr>
          <w:rtl/>
          <w:lang w:bidi="fa-IR"/>
        </w:rPr>
      </w:pPr>
      <w:r w:rsidRPr="00CA52B4">
        <w:rPr>
          <w:rtl/>
          <w:lang w:bidi="fa-IR"/>
        </w:rPr>
        <w:t>أعيان الشيعة 8 / 53. شرح ابن أبي الحديد 7 / 27</w:t>
      </w:r>
      <w:r>
        <w:rPr>
          <w:rtl/>
          <w:lang w:bidi="fa-IR"/>
        </w:rPr>
        <w:t xml:space="preserve"> ـ </w:t>
      </w:r>
      <w:r w:rsidRPr="00CA52B4">
        <w:rPr>
          <w:rtl/>
          <w:lang w:bidi="fa-IR"/>
        </w:rPr>
        <w:t>28. وقعة صفّين / 343</w:t>
      </w:r>
      <w:r>
        <w:rPr>
          <w:rtl/>
          <w:lang w:bidi="fa-IR"/>
        </w:rPr>
        <w:t xml:space="preserve"> ـ </w:t>
      </w:r>
      <w:r w:rsidRPr="00CA52B4">
        <w:rPr>
          <w:rtl/>
          <w:lang w:bidi="fa-IR"/>
        </w:rPr>
        <w:t>346.</w:t>
      </w:r>
    </w:p>
    <w:p w:rsidR="00843DF1" w:rsidRPr="00CA52B4" w:rsidRDefault="00843DF1" w:rsidP="00EB70B9">
      <w:pPr>
        <w:pStyle w:val="libBold1"/>
        <w:rPr>
          <w:rtl/>
          <w:lang w:bidi="fa-IR"/>
        </w:rPr>
      </w:pPr>
      <w:r w:rsidRPr="00CA52B4">
        <w:rPr>
          <w:rtl/>
        </w:rPr>
        <w:t>694</w:t>
      </w:r>
      <w:r>
        <w:rPr>
          <w:rtl/>
        </w:rPr>
        <w:t xml:space="preserve"> ـ </w:t>
      </w:r>
      <w:r w:rsidRPr="00CA52B4">
        <w:rPr>
          <w:rtl/>
        </w:rPr>
        <w:t>عبد الله بن شداد بن أسامة بن عمرو بن عمرو الهادي بن عبد الله بن جابر بن عتوارة بن عامر بن ليث بن عبد مناة بن كنانة بن خزيمة الليثي العربي الكوفي</w:t>
      </w:r>
      <w:r>
        <w:rPr>
          <w:rtl/>
        </w:rPr>
        <w:t xml:space="preserve"> ..</w:t>
      </w:r>
      <w:r w:rsidRPr="00CA52B4">
        <w:rPr>
          <w:rtl/>
        </w:rPr>
        <w:t>. المتوفى 81 ، 82 ه‍</w:t>
      </w:r>
      <w:r>
        <w:rPr>
          <w:rtl/>
        </w:rPr>
        <w:t>.</w:t>
      </w:r>
    </w:p>
    <w:p w:rsidR="00843DF1" w:rsidRPr="00CA52B4" w:rsidRDefault="00843DF1" w:rsidP="00347E77">
      <w:pPr>
        <w:pStyle w:val="libNormal"/>
        <w:rPr>
          <w:rtl/>
          <w:lang w:bidi="fa-IR"/>
        </w:rPr>
      </w:pPr>
      <w:r w:rsidRPr="00CA52B4">
        <w:rPr>
          <w:rtl/>
          <w:lang w:bidi="fa-IR"/>
        </w:rPr>
        <w:t xml:space="preserve">فقيه راوية ثقة ، كثير الرواية. ولد على عهد النبيّ </w:t>
      </w:r>
      <w:r>
        <w:rPr>
          <w:rtl/>
          <w:lang w:bidi="fa-IR"/>
        </w:rPr>
        <w:t>(</w:t>
      </w:r>
      <w:r w:rsidRPr="00CA52B4">
        <w:rPr>
          <w:rtl/>
          <w:lang w:bidi="fa-IR"/>
        </w:rPr>
        <w:t>صلّى الله عليه وآله وسلّم</w:t>
      </w:r>
      <w:r>
        <w:rPr>
          <w:rtl/>
          <w:lang w:bidi="fa-IR"/>
        </w:rPr>
        <w:t>)</w:t>
      </w:r>
      <w:r w:rsidRPr="00CA52B4">
        <w:rPr>
          <w:rtl/>
          <w:lang w:bidi="fa-IR"/>
        </w:rPr>
        <w:t xml:space="preserve"> ، وأخذ عنه الكثيرون ، وغرق بدجيل عام 81 وقيل : 82 ه‍</w:t>
      </w:r>
      <w:r>
        <w:rPr>
          <w:rtl/>
          <w:lang w:bidi="fa-IR"/>
        </w:rPr>
        <w:t>.</w:t>
      </w:r>
      <w:r w:rsidRPr="00CA52B4">
        <w:rPr>
          <w:rtl/>
          <w:lang w:bidi="fa-IR"/>
        </w:rPr>
        <w:t xml:space="preserve"> شهد مع أمير المؤمنين </w:t>
      </w:r>
      <w:r>
        <w:rPr>
          <w:rtl/>
          <w:lang w:bidi="fa-IR"/>
        </w:rPr>
        <w:t>(</w:t>
      </w:r>
      <w:r w:rsidRPr="00CA52B4">
        <w:rPr>
          <w:rtl/>
          <w:lang w:bidi="fa-IR"/>
        </w:rPr>
        <w:t>عليه السلام</w:t>
      </w:r>
      <w:r>
        <w:rPr>
          <w:rtl/>
          <w:lang w:bidi="fa-IR"/>
        </w:rPr>
        <w:t>)</w:t>
      </w:r>
      <w:r w:rsidRPr="00CA52B4">
        <w:rPr>
          <w:rtl/>
          <w:lang w:bidi="fa-IR"/>
        </w:rPr>
        <w:t xml:space="preserve"> يوم النهروان. وكان من كبار التابعين. وسمي جده عمرو الهادي ، لأنّه كان يوقد ناره للأضياف ولمن ضل. روى أيضا عن أم الفضل بنت حمزة بن عبد المطلب. أمه سلمى بنت عميس الخثعمية ، أخت أسماء. وكان من كبار التابعين وثقاتهم. وجاء أنّه وابن أبي ليلى فقدا بالجماجم ، وجاء أن اقتحم بهما فرساهما الماء فذهبا. والقول الذي ذهب إلى أنّه كان عثمانيا لا صحة ولا أصل له.</w:t>
      </w:r>
    </w:p>
    <w:p w:rsidR="00843DF1" w:rsidRPr="00CA52B4" w:rsidRDefault="00843DF1" w:rsidP="00B10281">
      <w:pPr>
        <w:pStyle w:val="libVar"/>
        <w:rPr>
          <w:rtl/>
          <w:lang w:bidi="fa-IR"/>
        </w:rPr>
      </w:pPr>
      <w:r w:rsidRPr="00CA52B4">
        <w:rPr>
          <w:rtl/>
          <w:lang w:bidi="fa-IR"/>
        </w:rPr>
        <w:t>إتقان المقال / 82. الاستيعاب 2 / 388. أسد الغابة 3 / 183. الاشتقاق / 172.</w:t>
      </w:r>
    </w:p>
    <w:p w:rsidR="00843DF1" w:rsidRPr="00CA52B4" w:rsidRDefault="00843DF1" w:rsidP="00B10281">
      <w:pPr>
        <w:pStyle w:val="libVar0"/>
        <w:rPr>
          <w:rtl/>
          <w:lang w:bidi="fa-IR"/>
        </w:rPr>
      </w:pPr>
      <w:r>
        <w:rPr>
          <w:rtl/>
          <w:lang w:bidi="fa-IR"/>
        </w:rPr>
        <w:br w:type="page"/>
      </w:r>
      <w:r w:rsidRPr="00CA52B4">
        <w:rPr>
          <w:rtl/>
          <w:lang w:bidi="fa-IR"/>
        </w:rPr>
        <w:lastRenderedPageBreak/>
        <w:t>الإصابة 3 / 60. أعلام النساء 3 / 170. الأنساب / 1044. البداية والنهاية 7 / 280 وج 9 / 37. تاريخ بغداد 9 / 473. تاريخ الخلفاء / 222. تحفة الأحباب / 185.</w:t>
      </w:r>
      <w:r>
        <w:rPr>
          <w:lang w:bidi="fa-IR"/>
        </w:rPr>
        <w:t xml:space="preserve"> </w:t>
      </w:r>
      <w:r w:rsidRPr="00CA52B4">
        <w:rPr>
          <w:rtl/>
          <w:lang w:bidi="fa-IR"/>
        </w:rPr>
        <w:t xml:space="preserve">تقريب التهذيب 1 / 422. تنقيح المقال 2 / 188. تهذيب التهذيب 5 / 251. تاريخ جرجان / 487. جامع الرواة 1 / 492. الجرح والتعديل 5 / 80. جمهرة أنساب العرب / 182. خلاصة الأقوال / 192. رجال ابن داود / 120. رجال الشيخ الطوسي / 47. رجال الكشي / 87. رجال البرقي / 4. سفينة البحار 2 / 134. شذرات الذهب 1 / 90. ابن أبي الحديد 2 / 99 </w:t>
      </w:r>
      <w:r>
        <w:rPr>
          <w:rtl/>
          <w:lang w:bidi="fa-IR"/>
        </w:rPr>
        <w:t>و 4</w:t>
      </w:r>
      <w:r w:rsidRPr="00CA52B4">
        <w:rPr>
          <w:rtl/>
          <w:lang w:bidi="fa-IR"/>
        </w:rPr>
        <w:t xml:space="preserve"> / 73 </w:t>
      </w:r>
      <w:r>
        <w:rPr>
          <w:rtl/>
          <w:lang w:bidi="fa-IR"/>
        </w:rPr>
        <w:t>و 6</w:t>
      </w:r>
      <w:r w:rsidRPr="00CA52B4">
        <w:rPr>
          <w:rtl/>
          <w:lang w:bidi="fa-IR"/>
        </w:rPr>
        <w:t xml:space="preserve"> / 88. الطبقات الكبرى 5 / 61.</w:t>
      </w:r>
      <w:r>
        <w:rPr>
          <w:lang w:bidi="fa-IR"/>
        </w:rPr>
        <w:t xml:space="preserve"> </w:t>
      </w:r>
      <w:r w:rsidRPr="00CA52B4">
        <w:rPr>
          <w:rtl/>
          <w:lang w:bidi="fa-IR"/>
        </w:rPr>
        <w:t xml:space="preserve">طبقات الحفاظ / 66. العقد الفريد 2 / 221 </w:t>
      </w:r>
      <w:r>
        <w:rPr>
          <w:rtl/>
          <w:lang w:bidi="fa-IR"/>
        </w:rPr>
        <w:t>و 3</w:t>
      </w:r>
      <w:r w:rsidRPr="00CA52B4">
        <w:rPr>
          <w:rtl/>
          <w:lang w:bidi="fa-IR"/>
        </w:rPr>
        <w:t xml:space="preserve"> / 121 </w:t>
      </w:r>
      <w:r>
        <w:rPr>
          <w:rtl/>
          <w:lang w:bidi="fa-IR"/>
        </w:rPr>
        <w:t>و 8</w:t>
      </w:r>
      <w:r w:rsidRPr="00CA52B4">
        <w:rPr>
          <w:rtl/>
          <w:lang w:bidi="fa-IR"/>
        </w:rPr>
        <w:t xml:space="preserve"> / 72. الغدير 3 / 93 </w:t>
      </w:r>
      <w:r>
        <w:rPr>
          <w:rtl/>
          <w:lang w:bidi="fa-IR"/>
        </w:rPr>
        <w:t>و 9</w:t>
      </w:r>
      <w:r w:rsidRPr="00CA52B4">
        <w:rPr>
          <w:rtl/>
          <w:lang w:bidi="fa-IR"/>
        </w:rPr>
        <w:t xml:space="preserve"> / 10 ، 249. الغارات 1 / 286 ، 287. فهرست النديم / 10. قاموس الرجال 5 / 481.</w:t>
      </w:r>
      <w:r>
        <w:rPr>
          <w:lang w:bidi="fa-IR"/>
        </w:rPr>
        <w:t xml:space="preserve"> </w:t>
      </w:r>
      <w:r w:rsidRPr="00CA52B4">
        <w:rPr>
          <w:rtl/>
          <w:lang w:bidi="fa-IR"/>
        </w:rPr>
        <w:t>الكامل في التأريخ 4 / 477 ، 483. اللباب 3 / 200. مجمع الرجال 4 / 5. مرآة الجنان 1 / 165. المعارف / 122</w:t>
      </w:r>
      <w:r>
        <w:rPr>
          <w:rtl/>
          <w:lang w:bidi="fa-IR"/>
        </w:rPr>
        <w:t xml:space="preserve"> ـ </w:t>
      </w:r>
      <w:r w:rsidRPr="00CA52B4">
        <w:rPr>
          <w:rtl/>
          <w:lang w:bidi="fa-IR"/>
        </w:rPr>
        <w:t>123. معجم الثقات / 298. معجم رجال الحديث 10 / 217. منتهى المقال / 189. مجالس المؤمنين 1 / 318. النجوم الزاهرة 1 / 142.</w:t>
      </w:r>
      <w:r>
        <w:rPr>
          <w:lang w:bidi="fa-IR"/>
        </w:rPr>
        <w:t xml:space="preserve"> </w:t>
      </w:r>
      <w:r w:rsidRPr="00CA52B4">
        <w:rPr>
          <w:rtl/>
          <w:lang w:bidi="fa-IR"/>
        </w:rPr>
        <w:t>نقد الرجال / 200.</w:t>
      </w:r>
    </w:p>
    <w:p w:rsidR="00843DF1" w:rsidRPr="00CA52B4" w:rsidRDefault="00843DF1" w:rsidP="00EB70B9">
      <w:pPr>
        <w:pStyle w:val="libBold1"/>
        <w:rPr>
          <w:rtl/>
          <w:lang w:bidi="fa-IR"/>
        </w:rPr>
      </w:pPr>
      <w:r w:rsidRPr="00CA52B4">
        <w:rPr>
          <w:rtl/>
        </w:rPr>
        <w:t>695</w:t>
      </w:r>
      <w:r>
        <w:rPr>
          <w:rtl/>
        </w:rPr>
        <w:t xml:space="preserve"> ـ </w:t>
      </w:r>
      <w:r w:rsidRPr="00CA52B4">
        <w:rPr>
          <w:rtl/>
        </w:rPr>
        <w:t xml:space="preserve">عبد الله </w:t>
      </w:r>
      <w:r>
        <w:rPr>
          <w:rtl/>
        </w:rPr>
        <w:t>(</w:t>
      </w:r>
      <w:r w:rsidRPr="00CA52B4">
        <w:rPr>
          <w:rtl/>
        </w:rPr>
        <w:t>أبو عبد الرحمن</w:t>
      </w:r>
      <w:r>
        <w:rPr>
          <w:rtl/>
        </w:rPr>
        <w:t>)</w:t>
      </w:r>
      <w:r w:rsidRPr="00CA52B4">
        <w:rPr>
          <w:rtl/>
        </w:rPr>
        <w:t xml:space="preserve"> ابن شقيق العقيلي البصري المتوفى 108 ه‍</w:t>
      </w:r>
      <w:r>
        <w:rPr>
          <w:rtl/>
        </w:rPr>
        <w:t>.</w:t>
      </w:r>
    </w:p>
    <w:p w:rsidR="00843DF1" w:rsidRPr="00CA52B4" w:rsidRDefault="00843DF1" w:rsidP="00347E77">
      <w:pPr>
        <w:pStyle w:val="libNormal"/>
        <w:rPr>
          <w:rtl/>
          <w:lang w:bidi="fa-IR"/>
        </w:rPr>
      </w:pPr>
      <w:r w:rsidRPr="00CA52B4">
        <w:rPr>
          <w:rtl/>
          <w:lang w:bidi="fa-IR"/>
        </w:rPr>
        <w:t xml:space="preserve">في الطبقة الأولى من تابعي أهل البصرة. وكان عثمانيا يحمل على أمير المؤمنين </w:t>
      </w:r>
      <w:r>
        <w:rPr>
          <w:rtl/>
          <w:lang w:bidi="fa-IR"/>
        </w:rPr>
        <w:t>(</w:t>
      </w:r>
      <w:r w:rsidRPr="00CA52B4">
        <w:rPr>
          <w:rtl/>
          <w:lang w:bidi="fa-IR"/>
        </w:rPr>
        <w:t>عليه السلام</w:t>
      </w:r>
      <w:r>
        <w:rPr>
          <w:rtl/>
          <w:lang w:bidi="fa-IR"/>
        </w:rPr>
        <w:t>)</w:t>
      </w:r>
      <w:r w:rsidRPr="00CA52B4">
        <w:rPr>
          <w:rtl/>
          <w:lang w:bidi="fa-IR"/>
        </w:rPr>
        <w:t xml:space="preserve"> ، ويبغضه. مات عام 108 ه‍ ، في ولاية الحجاج على العراق. أعقب : عبد الكريم. وكان ثقة في الحديث وروى أحاديث.</w:t>
      </w:r>
      <w:r>
        <w:rPr>
          <w:lang w:bidi="fa-IR"/>
        </w:rPr>
        <w:t xml:space="preserve"> </w:t>
      </w:r>
      <w:r w:rsidRPr="00CA52B4">
        <w:rPr>
          <w:rtl/>
          <w:lang w:bidi="fa-IR"/>
        </w:rPr>
        <w:t xml:space="preserve">واختلقوا له مناقب وكرامات وأنّه كان مجاب الدعوة لبغضه أمير المؤمنين </w:t>
      </w:r>
      <w:r>
        <w:rPr>
          <w:rtl/>
          <w:lang w:bidi="fa-IR"/>
        </w:rPr>
        <w:t>(</w:t>
      </w:r>
      <w:r w:rsidRPr="00CA52B4">
        <w:rPr>
          <w:rtl/>
          <w:lang w:bidi="fa-IR"/>
        </w:rPr>
        <w:t>عليه السلام</w:t>
      </w:r>
      <w:r>
        <w:rPr>
          <w:rtl/>
          <w:lang w:bidi="fa-IR"/>
        </w:rPr>
        <w:t>).</w:t>
      </w:r>
      <w:r w:rsidRPr="00CA52B4">
        <w:rPr>
          <w:rtl/>
          <w:lang w:bidi="fa-IR"/>
        </w:rPr>
        <w:t xml:space="preserve"> فما كانت تمر به السحابة فيقول : اللهم لا تجوز كذا وكذا حتّى تمطر فلا تجوز ذلك الموضع حتّى تمطر.</w:t>
      </w:r>
    </w:p>
    <w:p w:rsidR="00843DF1" w:rsidRPr="00CA52B4" w:rsidRDefault="00843DF1" w:rsidP="00B10281">
      <w:pPr>
        <w:pStyle w:val="libVar"/>
        <w:rPr>
          <w:rtl/>
          <w:lang w:bidi="fa-IR"/>
        </w:rPr>
      </w:pPr>
      <w:r w:rsidRPr="00CA52B4">
        <w:rPr>
          <w:rtl/>
          <w:lang w:bidi="fa-IR"/>
        </w:rPr>
        <w:t xml:space="preserve">تقريب التهذيب 1 / 422. تهذيب التهذيب 5 / 253. تاريخ جرجان / 445. الجرح والتعديل 5 / 81. شذرات الذهب 1 / 122. ابن أبي الحديد 4 / 94. الغدير 1 / 224 </w:t>
      </w:r>
      <w:r>
        <w:rPr>
          <w:rtl/>
          <w:lang w:bidi="fa-IR"/>
        </w:rPr>
        <w:t>و 8</w:t>
      </w:r>
      <w:r w:rsidRPr="00CA52B4">
        <w:rPr>
          <w:rtl/>
          <w:lang w:bidi="fa-IR"/>
        </w:rPr>
        <w:t xml:space="preserve"> / 130 </w:t>
      </w:r>
      <w:r>
        <w:rPr>
          <w:rtl/>
          <w:lang w:bidi="fa-IR"/>
        </w:rPr>
        <w:t>و 9</w:t>
      </w:r>
      <w:r w:rsidRPr="00CA52B4">
        <w:rPr>
          <w:rtl/>
          <w:lang w:bidi="fa-IR"/>
        </w:rPr>
        <w:t xml:space="preserve"> / 266 </w:t>
      </w:r>
      <w:r>
        <w:rPr>
          <w:rtl/>
          <w:lang w:bidi="fa-IR"/>
        </w:rPr>
        <w:t>و 1</w:t>
      </w:r>
      <w:r w:rsidRPr="00CA52B4">
        <w:rPr>
          <w:rtl/>
          <w:lang w:bidi="fa-IR"/>
        </w:rPr>
        <w:t>1 / 123. الغارات 2 / 558. طبقات الحفاظ / 76. الطبقات الكبرى 7 / 126. قاموس الرجال 5 / 483. ميزان الاعتدال 2 / 439.</w:t>
      </w:r>
    </w:p>
    <w:p w:rsidR="00843DF1" w:rsidRPr="00CA52B4" w:rsidRDefault="00843DF1" w:rsidP="00EB70B9">
      <w:pPr>
        <w:pStyle w:val="libBold1"/>
        <w:rPr>
          <w:rtl/>
          <w:lang w:bidi="fa-IR"/>
        </w:rPr>
      </w:pPr>
      <w:r w:rsidRPr="00CA52B4">
        <w:rPr>
          <w:rtl/>
        </w:rPr>
        <w:t>696</w:t>
      </w:r>
      <w:r>
        <w:rPr>
          <w:rtl/>
        </w:rPr>
        <w:t xml:space="preserve"> ـ </w:t>
      </w:r>
      <w:r w:rsidRPr="00CA52B4">
        <w:rPr>
          <w:rtl/>
        </w:rPr>
        <w:t>عبد الله بن صفوان بن قدامة التميمي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الصحابة ، أقام في المدينة إلى أن مات فيها. وكان والده أيضا من الصحابة. وذكره الشيخ الطوسي في رجاله من أصحاب أمير المؤمنين</w:t>
      </w:r>
    </w:p>
    <w:p w:rsidR="00843DF1" w:rsidRPr="00CA52B4" w:rsidRDefault="00843DF1" w:rsidP="00B10281">
      <w:pPr>
        <w:pStyle w:val="libNormal0"/>
        <w:rPr>
          <w:rtl/>
          <w:lang w:bidi="fa-IR"/>
        </w:rPr>
      </w:pPr>
      <w:r>
        <w:rPr>
          <w:rtl/>
          <w:lang w:bidi="fa-IR"/>
        </w:rPr>
        <w:br w:type="page"/>
      </w:r>
      <w:r>
        <w:rPr>
          <w:rtl/>
          <w:lang w:bidi="fa-IR"/>
        </w:rPr>
        <w:lastRenderedPageBreak/>
        <w:t>(</w:t>
      </w:r>
      <w:r w:rsidRPr="00CA52B4">
        <w:rPr>
          <w:rtl/>
          <w:lang w:bidi="fa-IR"/>
        </w:rPr>
        <w:t>عليه السلام</w:t>
      </w:r>
      <w:r>
        <w:rPr>
          <w:rtl/>
          <w:lang w:bidi="fa-IR"/>
        </w:rPr>
        <w:t>).</w:t>
      </w:r>
      <w:r w:rsidRPr="00CA52B4">
        <w:rPr>
          <w:rtl/>
          <w:lang w:bidi="fa-IR"/>
        </w:rPr>
        <w:t xml:space="preserve"> وهو من بني امرئ القيس بن زيد بن مناة بن تميم. قال عبد الله : هاجر أبي صفوان إلى النبيّ </w:t>
      </w:r>
      <w:r>
        <w:rPr>
          <w:rtl/>
          <w:lang w:bidi="fa-IR"/>
        </w:rPr>
        <w:t>(</w:t>
      </w:r>
      <w:r w:rsidRPr="00CA52B4">
        <w:rPr>
          <w:rtl/>
          <w:lang w:bidi="fa-IR"/>
        </w:rPr>
        <w:t>صلّى الله عليه وآله وسلّم</w:t>
      </w:r>
      <w:r>
        <w:rPr>
          <w:rtl/>
          <w:lang w:bidi="fa-IR"/>
        </w:rPr>
        <w:t>)</w:t>
      </w:r>
      <w:r w:rsidRPr="00CA52B4">
        <w:rPr>
          <w:rtl/>
          <w:lang w:bidi="fa-IR"/>
        </w:rPr>
        <w:t xml:space="preserve"> فبايع النبي </w:t>
      </w:r>
      <w:r>
        <w:rPr>
          <w:rtl/>
          <w:lang w:bidi="fa-IR"/>
        </w:rPr>
        <w:t>(</w:t>
      </w:r>
      <w:r w:rsidRPr="00CA52B4">
        <w:rPr>
          <w:rtl/>
          <w:lang w:bidi="fa-IR"/>
        </w:rPr>
        <w:t>صلّى الله عليه وآله وسلّم</w:t>
      </w:r>
      <w:r>
        <w:rPr>
          <w:rtl/>
          <w:lang w:bidi="fa-IR"/>
        </w:rPr>
        <w:t>)</w:t>
      </w:r>
      <w:r w:rsidRPr="00CA52B4">
        <w:rPr>
          <w:rtl/>
          <w:lang w:bidi="fa-IR"/>
        </w:rPr>
        <w:t xml:space="preserve"> على الإسلام ، وقال : إنّي أحبك ، قال : المرء مع من أحب.</w:t>
      </w:r>
    </w:p>
    <w:p w:rsidR="00843DF1" w:rsidRPr="00CA52B4" w:rsidRDefault="00843DF1" w:rsidP="00B10281">
      <w:pPr>
        <w:pStyle w:val="libVar"/>
        <w:rPr>
          <w:rtl/>
          <w:lang w:bidi="fa-IR"/>
        </w:rPr>
      </w:pPr>
      <w:r w:rsidRPr="00CA52B4">
        <w:rPr>
          <w:rtl/>
          <w:lang w:bidi="fa-IR"/>
        </w:rPr>
        <w:t xml:space="preserve">الاستيعاب 2 / 334. أسد الغابة 3 / 186. الإصابة 2 / 326. تنقيح المقال / 189. جامع الرواة 1 / 492. رجال الطوسي / 53. الطبقات الكبرى 4 / 183 ، 266 </w:t>
      </w:r>
      <w:r>
        <w:rPr>
          <w:rtl/>
          <w:lang w:bidi="fa-IR"/>
        </w:rPr>
        <w:t>و 5</w:t>
      </w:r>
      <w:r w:rsidRPr="00CA52B4">
        <w:rPr>
          <w:rtl/>
          <w:lang w:bidi="fa-IR"/>
        </w:rPr>
        <w:t xml:space="preserve"> / 147 ، 185. الغدير 7 / 311. مجمع الرجال 4 / 6. معجم رجال الحديث 10 / 221. منتهى / 186. نقد الرجال / 201.</w:t>
      </w:r>
    </w:p>
    <w:p w:rsidR="00843DF1" w:rsidRPr="00CA52B4" w:rsidRDefault="00843DF1" w:rsidP="00EB70B9">
      <w:pPr>
        <w:pStyle w:val="libBold1"/>
        <w:rPr>
          <w:rtl/>
          <w:lang w:bidi="fa-IR"/>
        </w:rPr>
      </w:pPr>
      <w:r w:rsidRPr="00CA52B4">
        <w:rPr>
          <w:rtl/>
        </w:rPr>
        <w:t>697</w:t>
      </w:r>
      <w:r>
        <w:rPr>
          <w:rtl/>
        </w:rPr>
        <w:t xml:space="preserve"> ـ </w:t>
      </w:r>
      <w:r w:rsidRPr="00CA52B4">
        <w:rPr>
          <w:rtl/>
        </w:rPr>
        <w:t>عبد الله بن ضرار من بني حنظلة بن رواحة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محارب ، حضر وقعة صفين ، وكان مع عياش بن شريك الذي كانت معه راية غطفان العراق ، وحين قصد عياش بن شريك البراز ، والقتال جمع أصحابه وقال لهم : إن قتلت فرأسكم الأسود بن حبيب ، وإن قتل فرأسكم هرم بن شتير ، فإن قتل فرأسكم عبد الله بن ضرار.</w:t>
      </w:r>
    </w:p>
    <w:p w:rsidR="00843DF1" w:rsidRPr="00CA52B4" w:rsidRDefault="00843DF1" w:rsidP="00B10281">
      <w:pPr>
        <w:pStyle w:val="libVar"/>
        <w:rPr>
          <w:rtl/>
          <w:lang w:bidi="fa-IR"/>
        </w:rPr>
      </w:pPr>
      <w:r w:rsidRPr="00CA52B4">
        <w:rPr>
          <w:rtl/>
          <w:lang w:bidi="fa-IR"/>
        </w:rPr>
        <w:t>شرح ابن أبي الحديد 5 / 207. وقعة صفين / 260.</w:t>
      </w:r>
    </w:p>
    <w:p w:rsidR="00843DF1" w:rsidRPr="00CA52B4" w:rsidRDefault="00843DF1" w:rsidP="00EB70B9">
      <w:pPr>
        <w:pStyle w:val="libBold1"/>
        <w:rPr>
          <w:rtl/>
          <w:lang w:bidi="fa-IR"/>
        </w:rPr>
      </w:pPr>
      <w:r w:rsidRPr="00CA52B4">
        <w:rPr>
          <w:rtl/>
        </w:rPr>
        <w:t>698</w:t>
      </w:r>
      <w:r>
        <w:rPr>
          <w:rtl/>
        </w:rPr>
        <w:t xml:space="preserve"> ـ </w:t>
      </w:r>
      <w:r w:rsidRPr="00CA52B4">
        <w:rPr>
          <w:rtl/>
        </w:rPr>
        <w:t>عبد الله بن الطفيل بن ثور بن معاوية بن عبادة بن البكاء بن عامر بن ربيعة بن عامر بن صعصعة العامري البكائي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شهم ثقة. كان في صفين على قيس الكوفة ، وكان شاعرا وسيد بني عامر. وله دور فعال في الوقعة من تحريض جماعة الهوازن. حمل عليه قيس بن قرة ممن لحق بمعاوية من أهل العراق ، وقتله. ومن شعره حين غدا بجماعة هوازن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قد ضاربت في حربها هوازن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أولاك قوم لهم محاسن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حبّي لهم حزم وجأشي ساكن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طعن مداريك وضرب واهن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هذا وهذا كل يوم كائن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لم يخبروا عنّا ولكن عاينوا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 xml:space="preserve">الأخبار الطوال / 172. الإصابة 3 / 92. أعيان الشيعة 8 / 54. تاريخ الطبري 6 / 16 ، 30 ، تنقيح المقال 2 / 190. الجمل أو النصرة في حرب البصرة / 172. رجال الشيخ الطوسي / 53. شرح ابن أبي الحديد 4 / 27 </w:t>
      </w:r>
      <w:r>
        <w:rPr>
          <w:rtl/>
          <w:lang w:bidi="fa-IR"/>
        </w:rPr>
        <w:t>و 5</w:t>
      </w:r>
      <w:r w:rsidRPr="00CA52B4">
        <w:rPr>
          <w:rtl/>
          <w:lang w:bidi="fa-IR"/>
        </w:rPr>
        <w:t xml:space="preserve"> / 222. الغدير 9 / 47 ، 466.</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الكامل في التأريخ 1 / 647 </w:t>
      </w:r>
      <w:r>
        <w:rPr>
          <w:rtl/>
          <w:lang w:bidi="fa-IR"/>
        </w:rPr>
        <w:t>و 3</w:t>
      </w:r>
      <w:r w:rsidRPr="00CA52B4">
        <w:rPr>
          <w:rtl/>
          <w:lang w:bidi="fa-IR"/>
        </w:rPr>
        <w:t xml:space="preserve"> / 305 ، 321. مجمع الرجال 4 / 9. معجم رجال الحديث 10 / 225. منتهى المقال / 186. نقد الرجال / 201. وقعة صفّين / 206 ، 277 ، 309 ، 311 ، 312 ، 468 ، 511.</w:t>
      </w:r>
    </w:p>
    <w:p w:rsidR="00843DF1" w:rsidRPr="00CA52B4" w:rsidRDefault="00843DF1" w:rsidP="00EB70B9">
      <w:pPr>
        <w:pStyle w:val="libBold1"/>
        <w:rPr>
          <w:rtl/>
          <w:lang w:bidi="fa-IR"/>
        </w:rPr>
      </w:pPr>
      <w:r w:rsidRPr="00CA52B4">
        <w:rPr>
          <w:rtl/>
        </w:rPr>
        <w:t>699</w:t>
      </w:r>
      <w:r>
        <w:rPr>
          <w:rtl/>
        </w:rPr>
        <w:t xml:space="preserve"> ـ </w:t>
      </w:r>
      <w:r w:rsidRPr="00CA52B4">
        <w:rPr>
          <w:rtl/>
        </w:rPr>
        <w:t xml:space="preserve">عبد الله بن أبي طلحة </w:t>
      </w:r>
      <w:r>
        <w:rPr>
          <w:rtl/>
        </w:rPr>
        <w:t>(</w:t>
      </w:r>
      <w:r w:rsidRPr="00CA52B4">
        <w:rPr>
          <w:rtl/>
        </w:rPr>
        <w:t>زيد بن سهل</w:t>
      </w:r>
      <w:r>
        <w:rPr>
          <w:rtl/>
        </w:rPr>
        <w:t>)</w:t>
      </w:r>
      <w:r w:rsidRPr="00CA52B4">
        <w:rPr>
          <w:rtl/>
        </w:rPr>
        <w:t xml:space="preserve"> ابن الأسود بن حرام بن عمرو بن زيد مناة بن عدي بن عمرو بن مالك بن النجار بن عمرو بن الخزرج بن حارثة</w:t>
      </w:r>
      <w:r>
        <w:rPr>
          <w:rtl/>
        </w:rPr>
        <w:t xml:space="preserve"> ..</w:t>
      </w:r>
      <w:r w:rsidRPr="00CA52B4">
        <w:rPr>
          <w:rtl/>
        </w:rPr>
        <w:t>. المتوفى 84 ه‍</w:t>
      </w:r>
      <w:r>
        <w:rPr>
          <w:rtl/>
        </w:rPr>
        <w:t>.</w:t>
      </w:r>
    </w:p>
    <w:p w:rsidR="00843DF1" w:rsidRPr="00CA52B4" w:rsidRDefault="00843DF1" w:rsidP="00347E77">
      <w:pPr>
        <w:pStyle w:val="libNormal"/>
        <w:rPr>
          <w:rtl/>
          <w:lang w:bidi="fa-IR"/>
        </w:rPr>
      </w:pPr>
      <w:r w:rsidRPr="00CA52B4">
        <w:rPr>
          <w:rtl/>
          <w:lang w:bidi="fa-IR"/>
        </w:rPr>
        <w:t xml:space="preserve">من كبار التابعين ، محدّث ، حنّكه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لما ولد. ومات في المدينة عام 84 ، وخلّف : إسماعيل. يعقوبا. عمرا. عمر. عبد الله.</w:t>
      </w:r>
      <w:r>
        <w:rPr>
          <w:lang w:bidi="fa-IR"/>
        </w:rPr>
        <w:t xml:space="preserve"> </w:t>
      </w:r>
      <w:r w:rsidRPr="00CA52B4">
        <w:rPr>
          <w:rtl/>
          <w:lang w:bidi="fa-IR"/>
        </w:rPr>
        <w:t>وشهد صفين ، وولد له من الذكور عشرة كلهم قرءوا القرآن ، وروى أكثرهم العلم. وكان ثقة قليل الحديث. وذكره ابن حبان في الثقات ، وكان من خير أهل زمانه. مات في المدينة في خلافة الوليد ، وقيل عام أربع وثمانين.</w:t>
      </w:r>
    </w:p>
    <w:p w:rsidR="00843DF1" w:rsidRPr="00CA52B4" w:rsidRDefault="00843DF1" w:rsidP="00B10281">
      <w:pPr>
        <w:pStyle w:val="libVar"/>
        <w:rPr>
          <w:rtl/>
          <w:lang w:bidi="fa-IR"/>
        </w:rPr>
      </w:pPr>
      <w:r w:rsidRPr="00CA52B4">
        <w:rPr>
          <w:rtl/>
          <w:lang w:bidi="fa-IR"/>
        </w:rPr>
        <w:t>أسد الغابة 3 / 189. الإصابة 3 / 60. تحفة الأحباب / 172. تقريب التهذيب 1 / 424. تنقيح المقال 2 / 164. تهذيب التهذيب 5 / 269. جامع الرواة 1 / 467.</w:t>
      </w:r>
      <w:r>
        <w:rPr>
          <w:lang w:bidi="fa-IR"/>
        </w:rPr>
        <w:t xml:space="preserve"> </w:t>
      </w:r>
      <w:r w:rsidRPr="00CA52B4">
        <w:rPr>
          <w:rtl/>
          <w:lang w:bidi="fa-IR"/>
        </w:rPr>
        <w:t>الجرح والتعديل 5 / 57. جمهرة أنساب العرب / 347. خلاصة الأقوال / 104. رجال الشيخ الطوسي / 50. الطبقات الكبرى 8 / 425 ، 431. الكنى والألقاب 1 / 113.</w:t>
      </w:r>
      <w:r>
        <w:rPr>
          <w:lang w:bidi="fa-IR"/>
        </w:rPr>
        <w:t xml:space="preserve"> </w:t>
      </w:r>
      <w:r w:rsidRPr="00CA52B4">
        <w:rPr>
          <w:rtl/>
          <w:lang w:bidi="fa-IR"/>
        </w:rPr>
        <w:t>مجمع الرجال 3 / 259. معجم الثقات / 295. معجم رجال الحديث 10 / 191. منتهى المقال / 184. نقد الرجال / 201.</w:t>
      </w:r>
    </w:p>
    <w:p w:rsidR="00843DF1" w:rsidRPr="00CA52B4" w:rsidRDefault="00843DF1" w:rsidP="00EB70B9">
      <w:pPr>
        <w:pStyle w:val="libBold1"/>
        <w:rPr>
          <w:rtl/>
          <w:lang w:bidi="fa-IR"/>
        </w:rPr>
      </w:pPr>
      <w:r w:rsidRPr="00CA52B4">
        <w:rPr>
          <w:rtl/>
        </w:rPr>
        <w:t>700</w:t>
      </w:r>
      <w:r>
        <w:rPr>
          <w:rtl/>
        </w:rPr>
        <w:t xml:space="preserve"> ـ </w:t>
      </w:r>
      <w:r w:rsidRPr="00CA52B4">
        <w:rPr>
          <w:rtl/>
        </w:rPr>
        <w:t>أبو هريرة عبد الله بن عامر بن عبد ذي الشرى بن طريف بن عباد بن صعب بن هنية بن سعد بن ثعلبة بن سليم بن فهم بن غنم بن دوس بن عدثان بن عبد الله بن زهران بن كعب بن الحارث بن كعب بن عبد الله بن مالك بن نصر بن الأزد مات عام 59 ه‍</w:t>
      </w:r>
      <w:r>
        <w:rPr>
          <w:rtl/>
        </w:rPr>
        <w:t>.</w:t>
      </w:r>
    </w:p>
    <w:p w:rsidR="00843DF1" w:rsidRPr="00CA52B4" w:rsidRDefault="00843DF1" w:rsidP="00347E77">
      <w:pPr>
        <w:pStyle w:val="libNormal"/>
        <w:rPr>
          <w:rtl/>
          <w:lang w:bidi="fa-IR"/>
        </w:rPr>
      </w:pPr>
      <w:r w:rsidRPr="00CA52B4">
        <w:rPr>
          <w:rtl/>
          <w:lang w:bidi="fa-IR"/>
        </w:rPr>
        <w:t>صحابي</w:t>
      </w:r>
      <w:r>
        <w:rPr>
          <w:rtl/>
          <w:lang w:bidi="fa-IR"/>
        </w:rPr>
        <w:t xml:space="preserve"> ..</w:t>
      </w:r>
      <w:r w:rsidRPr="00CA52B4">
        <w:rPr>
          <w:rtl/>
          <w:lang w:bidi="fa-IR"/>
        </w:rPr>
        <w:t xml:space="preserve">. وضّاع كذّاب مدلّس ، استخدمه معاوية بن أبي سفيان في اختلاق ووضع أحاديث قبيحة في عليّ </w:t>
      </w:r>
      <w:r>
        <w:rPr>
          <w:rtl/>
          <w:lang w:bidi="fa-IR"/>
        </w:rPr>
        <w:t>(</w:t>
      </w:r>
      <w:r w:rsidRPr="00CA52B4">
        <w:rPr>
          <w:rtl/>
          <w:lang w:bidi="fa-IR"/>
        </w:rPr>
        <w:t>عليه السلام</w:t>
      </w:r>
      <w:r>
        <w:rPr>
          <w:rtl/>
          <w:lang w:bidi="fa-IR"/>
        </w:rPr>
        <w:t>)</w:t>
      </w:r>
      <w:r w:rsidRPr="00CA52B4">
        <w:rPr>
          <w:rtl/>
          <w:lang w:bidi="fa-IR"/>
        </w:rPr>
        <w:t xml:space="preserve"> تقتضي الطعن فيه والبراءة منه ، وولاه على ذلك معاوية إمارة المدينة. وكان يلعب بالشطرنج.</w:t>
      </w:r>
      <w:r>
        <w:rPr>
          <w:lang w:bidi="fa-IR"/>
        </w:rPr>
        <w:t xml:space="preserve"> </w:t>
      </w:r>
      <w:r w:rsidRPr="00CA52B4">
        <w:rPr>
          <w:rtl/>
          <w:lang w:bidi="fa-IR"/>
        </w:rPr>
        <w:t>والسدر. مات سنة 59 ه‍</w:t>
      </w:r>
      <w:r>
        <w:rPr>
          <w:rtl/>
          <w:lang w:bidi="fa-IR"/>
        </w:rPr>
        <w:t>.</w:t>
      </w:r>
      <w:r w:rsidRPr="00CA52B4">
        <w:rPr>
          <w:rtl/>
          <w:lang w:bidi="fa-IR"/>
        </w:rPr>
        <w:t xml:space="preserve"> وقد أفرد الإمام السيد عبد الحسين شرف الدين الموسوي ، دراسة عن حياته.</w:t>
      </w:r>
    </w:p>
    <w:p w:rsidR="00843DF1" w:rsidRPr="00CA52B4" w:rsidRDefault="00843DF1" w:rsidP="00B10281">
      <w:pPr>
        <w:pStyle w:val="libVar"/>
        <w:rPr>
          <w:rtl/>
          <w:lang w:bidi="fa-IR"/>
        </w:rPr>
      </w:pPr>
      <w:r>
        <w:rPr>
          <w:rtl/>
          <w:lang w:bidi="fa-IR"/>
        </w:rPr>
        <w:br w:type="page"/>
      </w:r>
      <w:r w:rsidRPr="00CA52B4">
        <w:rPr>
          <w:rtl/>
          <w:lang w:bidi="fa-IR"/>
        </w:rPr>
        <w:lastRenderedPageBreak/>
        <w:t>الاستيعاب 4 / 202. أسد الغابة 5 / 315. الإصابة 4 / 202. الأمالي / 102 ، 110. البداية والنهاية 8 / 103. تاريخ الخلفاء / 168. تاريخ الخميس 2 / 296.</w:t>
      </w:r>
      <w:r>
        <w:rPr>
          <w:lang w:bidi="fa-IR"/>
        </w:rPr>
        <w:t xml:space="preserve"> </w:t>
      </w:r>
      <w:r w:rsidRPr="00CA52B4">
        <w:rPr>
          <w:rtl/>
          <w:lang w:bidi="fa-IR"/>
        </w:rPr>
        <w:t>تهذيب التهذيب 12 / 262. تذكرة الحفاظ 1 / 32. تاريخ جرجان / 7</w:t>
      </w:r>
      <w:r>
        <w:rPr>
          <w:rtl/>
          <w:lang w:bidi="fa-IR"/>
        </w:rPr>
        <w:t xml:space="preserve"> ـ </w:t>
      </w:r>
      <w:r w:rsidRPr="00CA52B4">
        <w:rPr>
          <w:rtl/>
          <w:lang w:bidi="fa-IR"/>
        </w:rPr>
        <w:t xml:space="preserve">636. جمهرة أنساب العرب / 381. سفينة البحار 2 / 712. شذرات الذهب 1 / 63. الطبقات الكبرى 2 / 362 </w:t>
      </w:r>
      <w:r>
        <w:rPr>
          <w:rtl/>
          <w:lang w:bidi="fa-IR"/>
        </w:rPr>
        <w:t>و 4</w:t>
      </w:r>
      <w:r w:rsidRPr="00CA52B4">
        <w:rPr>
          <w:rtl/>
          <w:lang w:bidi="fa-IR"/>
        </w:rPr>
        <w:t xml:space="preserve"> / 325. طبقات القراء 1 / 370. طبقات الحفاظ / 9. العقد الفريد 8 / 18</w:t>
      </w:r>
      <w:r>
        <w:rPr>
          <w:rtl/>
          <w:lang w:bidi="fa-IR"/>
        </w:rPr>
        <w:t xml:space="preserve"> ـ </w:t>
      </w:r>
      <w:r w:rsidRPr="00CA52B4">
        <w:rPr>
          <w:rtl/>
          <w:lang w:bidi="fa-IR"/>
        </w:rPr>
        <w:t>الفهارس</w:t>
      </w:r>
      <w:r>
        <w:rPr>
          <w:rtl/>
          <w:lang w:bidi="fa-IR"/>
        </w:rPr>
        <w:t xml:space="preserve"> ـ.</w:t>
      </w:r>
      <w:r w:rsidRPr="00CA52B4">
        <w:rPr>
          <w:rtl/>
          <w:lang w:bidi="fa-IR"/>
        </w:rPr>
        <w:t xml:space="preserve"> العبر 1 / 62. الغدير 1 / 14. الكامل في التأريخ 1 / 13 ، 18 ، 35 ، 50 ، 101 ، 109 </w:t>
      </w:r>
      <w:r>
        <w:rPr>
          <w:rtl/>
          <w:lang w:bidi="fa-IR"/>
        </w:rPr>
        <w:t>و 2</w:t>
      </w:r>
      <w:r w:rsidRPr="00CA52B4">
        <w:rPr>
          <w:rtl/>
          <w:lang w:bidi="fa-IR"/>
        </w:rPr>
        <w:t xml:space="preserve"> / 369 </w:t>
      </w:r>
      <w:r>
        <w:rPr>
          <w:rtl/>
          <w:lang w:bidi="fa-IR"/>
        </w:rPr>
        <w:t>و 3</w:t>
      </w:r>
      <w:r w:rsidRPr="00CA52B4">
        <w:rPr>
          <w:rtl/>
          <w:lang w:bidi="fa-IR"/>
        </w:rPr>
        <w:t xml:space="preserve"> / 59 ، 132 ، 526. الكنى والألقاب 1 / 179. مرآة الجنان 1 / 130. المعارف / 120. معجم رجال الحديث 10 / 74. منتهى المقال / 186 ، 353. النجوم الزاهرة 1 / 151. النهاية في غريب الحديث 5 / 443. وفيات الأعيان 2 / 242 ، 375 ، 399 ، 509 </w:t>
      </w:r>
      <w:r>
        <w:rPr>
          <w:rtl/>
          <w:lang w:bidi="fa-IR"/>
        </w:rPr>
        <w:t>و 3</w:t>
      </w:r>
      <w:r w:rsidRPr="00CA52B4">
        <w:rPr>
          <w:rtl/>
          <w:lang w:bidi="fa-IR"/>
        </w:rPr>
        <w:t xml:space="preserve"> / 115 ، 265 </w:t>
      </w:r>
      <w:r>
        <w:rPr>
          <w:rtl/>
          <w:lang w:bidi="fa-IR"/>
        </w:rPr>
        <w:t>و 4</w:t>
      </w:r>
      <w:r w:rsidRPr="00CA52B4">
        <w:rPr>
          <w:rtl/>
          <w:lang w:bidi="fa-IR"/>
        </w:rPr>
        <w:t xml:space="preserve"> / 181 </w:t>
      </w:r>
      <w:r>
        <w:rPr>
          <w:rtl/>
          <w:lang w:bidi="fa-IR"/>
        </w:rPr>
        <w:t>و 6</w:t>
      </w:r>
      <w:r w:rsidRPr="00CA52B4">
        <w:rPr>
          <w:rtl/>
          <w:lang w:bidi="fa-IR"/>
        </w:rPr>
        <w:t xml:space="preserve"> / 35 ، 164 ، 274.</w:t>
      </w:r>
    </w:p>
    <w:p w:rsidR="00843DF1" w:rsidRPr="00CA52B4" w:rsidRDefault="00843DF1" w:rsidP="00EB70B9">
      <w:pPr>
        <w:pStyle w:val="libBold1"/>
        <w:rPr>
          <w:rtl/>
          <w:lang w:bidi="fa-IR"/>
        </w:rPr>
      </w:pPr>
      <w:r w:rsidRPr="00CA52B4">
        <w:rPr>
          <w:rtl/>
        </w:rPr>
        <w:t>701</w:t>
      </w:r>
      <w:r>
        <w:rPr>
          <w:rtl/>
        </w:rPr>
        <w:t xml:space="preserve"> ـ </w:t>
      </w:r>
      <w:r w:rsidRPr="00CA52B4">
        <w:rPr>
          <w:rtl/>
        </w:rPr>
        <w:t xml:space="preserve">عبد الله </w:t>
      </w:r>
      <w:r>
        <w:rPr>
          <w:rtl/>
        </w:rPr>
        <w:t>(</w:t>
      </w:r>
      <w:r w:rsidRPr="00CA52B4">
        <w:rPr>
          <w:rtl/>
        </w:rPr>
        <w:t>أبو الكنود</w:t>
      </w:r>
      <w:r>
        <w:rPr>
          <w:rtl/>
        </w:rPr>
        <w:t>)</w:t>
      </w:r>
      <w:r w:rsidRPr="00CA52B4">
        <w:rPr>
          <w:rtl/>
        </w:rPr>
        <w:t xml:space="preserve"> ابن عامر الأزدي الوائلي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أدرك الجاهلية. واختلف في اسم أبيه فقيل : عامر ، وعمران ، وعريم ، وسعيد ، وعمرو بن حبشي. وعويمر. ثقة له أحاديث يسيرة. قال :</w:t>
      </w:r>
      <w:r>
        <w:rPr>
          <w:lang w:bidi="fa-IR"/>
        </w:rPr>
        <w:t xml:space="preserve"> </w:t>
      </w:r>
      <w:r w:rsidRPr="00CA52B4">
        <w:rPr>
          <w:rtl/>
          <w:lang w:bidi="fa-IR"/>
        </w:rPr>
        <w:t>صليت خلف عليّ فسلم تسليمتين ، السلام عليكم السلام عليكم. وكان ثقة ، وروى أيضا عن عبد الله.</w:t>
      </w:r>
    </w:p>
    <w:p w:rsidR="00843DF1" w:rsidRPr="00CA52B4" w:rsidRDefault="00843DF1" w:rsidP="00B10281">
      <w:pPr>
        <w:pStyle w:val="libVar"/>
        <w:rPr>
          <w:rtl/>
          <w:lang w:bidi="fa-IR"/>
        </w:rPr>
      </w:pPr>
      <w:r w:rsidRPr="00CA52B4">
        <w:rPr>
          <w:rtl/>
          <w:lang w:bidi="fa-IR"/>
        </w:rPr>
        <w:t>تهذيب التهذيب 12 / 213. جامع الرواة 2 / 412. الطبقات الكبرى 6 / 177.</w:t>
      </w:r>
      <w:r>
        <w:rPr>
          <w:lang w:bidi="fa-IR"/>
        </w:rPr>
        <w:t xml:space="preserve"> </w:t>
      </w:r>
      <w:r w:rsidRPr="00CA52B4">
        <w:rPr>
          <w:rtl/>
          <w:lang w:bidi="fa-IR"/>
        </w:rPr>
        <w:t>الغدير 8 / 113. الغارات 2 / 465.</w:t>
      </w:r>
    </w:p>
    <w:p w:rsidR="00843DF1" w:rsidRPr="00CA52B4" w:rsidRDefault="00843DF1" w:rsidP="00EB70B9">
      <w:pPr>
        <w:pStyle w:val="libBold1"/>
        <w:rPr>
          <w:rtl/>
          <w:lang w:bidi="fa-IR"/>
        </w:rPr>
      </w:pPr>
      <w:r w:rsidRPr="00CA52B4">
        <w:rPr>
          <w:rtl/>
        </w:rPr>
        <w:t>702</w:t>
      </w:r>
      <w:r>
        <w:rPr>
          <w:rtl/>
        </w:rPr>
        <w:t xml:space="preserve"> ـ </w:t>
      </w:r>
      <w:r w:rsidRPr="00CA52B4">
        <w:rPr>
          <w:rtl/>
        </w:rPr>
        <w:t>عبد الله بن عامر بن عتيك بن عازب الألهاني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ذكره الشيخ الطوسي في رجاله ،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وحذا حذوه الخلف ، فذكروه في معاجمهم لفظيا ولم يأتوا بأكثر مما ذكره الطوسي رضي الله تعالى عنه.</w:t>
      </w:r>
    </w:p>
    <w:p w:rsidR="00843DF1" w:rsidRPr="00CA52B4" w:rsidRDefault="00843DF1" w:rsidP="00B10281">
      <w:pPr>
        <w:pStyle w:val="libVar"/>
        <w:rPr>
          <w:rtl/>
          <w:lang w:bidi="fa-IR"/>
        </w:rPr>
      </w:pPr>
      <w:r w:rsidRPr="00CA52B4">
        <w:rPr>
          <w:rtl/>
          <w:lang w:bidi="fa-IR"/>
        </w:rPr>
        <w:t>تنقيح المقال 2 / 191. جامع الرواة 1 / 494. رجال الشيخ الطوسي / 49. مجمع الرجال 4 / 10. معجم رجال الحديث 10 / 229. منتهى المقال 187. نقد الرجال / 201.</w:t>
      </w:r>
    </w:p>
    <w:p w:rsidR="00843DF1" w:rsidRPr="00CA52B4" w:rsidRDefault="00843DF1" w:rsidP="00EB70B9">
      <w:pPr>
        <w:pStyle w:val="libBold1"/>
        <w:rPr>
          <w:rtl/>
          <w:lang w:bidi="fa-IR"/>
        </w:rPr>
      </w:pPr>
      <w:r w:rsidRPr="00CA52B4">
        <w:rPr>
          <w:rtl/>
        </w:rPr>
        <w:t>703</w:t>
      </w:r>
      <w:r>
        <w:rPr>
          <w:rtl/>
        </w:rPr>
        <w:t xml:space="preserve"> ـ </w:t>
      </w:r>
      <w:r w:rsidRPr="00CA52B4">
        <w:rPr>
          <w:rtl/>
        </w:rPr>
        <w:t>عبد الله بن العباس بن عبد المطلب بن هاشم بن عبد مناف بن قصي بن كلاب</w:t>
      </w:r>
      <w:r>
        <w:rPr>
          <w:rtl/>
        </w:rPr>
        <w:t xml:space="preserve"> ..</w:t>
      </w:r>
      <w:r w:rsidRPr="00CA52B4">
        <w:rPr>
          <w:rtl/>
        </w:rPr>
        <w:t>. المتوفى 68 ه‍</w:t>
      </w:r>
      <w:r>
        <w:rPr>
          <w:rtl/>
        </w:rPr>
        <w:t>.</w:t>
      </w:r>
    </w:p>
    <w:p w:rsidR="00843DF1" w:rsidRPr="00CA52B4" w:rsidRDefault="00843DF1" w:rsidP="00347E77">
      <w:pPr>
        <w:pStyle w:val="libNormal"/>
        <w:rPr>
          <w:rtl/>
          <w:lang w:bidi="fa-IR"/>
        </w:rPr>
      </w:pPr>
      <w:r w:rsidRPr="00CA52B4">
        <w:rPr>
          <w:rtl/>
          <w:lang w:bidi="fa-IR"/>
        </w:rPr>
        <w:t>ترجمان القرآن ورئيس المفسرين ، وحبر الأمة وشاعر النبوة. دعا له</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وقال : «اللهم فقهه في الدين ، وعلمه في التأويل»</w:t>
      </w:r>
      <w:r>
        <w:rPr>
          <w:rtl/>
          <w:lang w:bidi="fa-IR"/>
        </w:rPr>
        <w:t>.</w:t>
      </w:r>
      <w:r>
        <w:rPr>
          <w:lang w:bidi="fa-IR"/>
        </w:rPr>
        <w:t xml:space="preserve"> </w:t>
      </w:r>
      <w:r w:rsidRPr="00CA52B4">
        <w:rPr>
          <w:rtl/>
          <w:lang w:bidi="fa-IR"/>
        </w:rPr>
        <w:t xml:space="preserve">حدّث عن النبي </w:t>
      </w:r>
      <w:r>
        <w:rPr>
          <w:rtl/>
          <w:lang w:bidi="fa-IR"/>
        </w:rPr>
        <w:t>(</w:t>
      </w:r>
      <w:r w:rsidRPr="00CA52B4">
        <w:rPr>
          <w:rtl/>
          <w:lang w:bidi="fa-IR"/>
        </w:rPr>
        <w:t>صلّى الله عليه وآله وسلّم</w:t>
      </w:r>
      <w:r>
        <w:rPr>
          <w:rtl/>
          <w:lang w:bidi="fa-IR"/>
        </w:rPr>
        <w:t>)</w:t>
      </w:r>
      <w:r w:rsidRPr="00CA52B4">
        <w:rPr>
          <w:rtl/>
          <w:lang w:bidi="fa-IR"/>
        </w:rPr>
        <w:t xml:space="preserve"> وأمير المؤمنين ، والحسن ، والحسين </w:t>
      </w:r>
      <w:r>
        <w:rPr>
          <w:rtl/>
          <w:lang w:bidi="fa-IR"/>
        </w:rPr>
        <w:t>(</w:t>
      </w:r>
      <w:r w:rsidRPr="00CA52B4">
        <w:rPr>
          <w:rtl/>
          <w:lang w:bidi="fa-IR"/>
        </w:rPr>
        <w:t>عليهم السلام</w:t>
      </w:r>
      <w:r>
        <w:rPr>
          <w:rtl/>
          <w:lang w:bidi="fa-IR"/>
        </w:rPr>
        <w:t>).</w:t>
      </w:r>
      <w:r w:rsidRPr="00CA52B4">
        <w:rPr>
          <w:rtl/>
          <w:lang w:bidi="fa-IR"/>
        </w:rPr>
        <w:t xml:space="preserve"> كف بصره من كثرة بكائه على عليّ </w:t>
      </w:r>
      <w:r>
        <w:rPr>
          <w:rtl/>
          <w:lang w:bidi="fa-IR"/>
        </w:rPr>
        <w:t>(</w:t>
      </w:r>
      <w:r w:rsidRPr="00CA52B4">
        <w:rPr>
          <w:rtl/>
          <w:lang w:bidi="fa-IR"/>
        </w:rPr>
        <w:t>عليه السلام</w:t>
      </w:r>
      <w:r>
        <w:rPr>
          <w:rtl/>
          <w:lang w:bidi="fa-IR"/>
        </w:rPr>
        <w:t>)</w:t>
      </w:r>
      <w:r w:rsidRPr="00CA52B4">
        <w:rPr>
          <w:rtl/>
          <w:lang w:bidi="fa-IR"/>
        </w:rPr>
        <w:t xml:space="preserve"> وله شعر وكلام طويل في الدفاع عن حرمات الله سبحانه. مات في 68 ه‍ بعد أن أخذ عنه الكثير من الرواة ، فقد كان مجلسه مشحونا بالطلبة في أنواع العلوم.</w:t>
      </w:r>
      <w:r>
        <w:rPr>
          <w:lang w:bidi="fa-IR"/>
        </w:rPr>
        <w:t xml:space="preserve"> </w:t>
      </w:r>
      <w:r w:rsidRPr="00CA52B4">
        <w:rPr>
          <w:rtl/>
          <w:lang w:bidi="fa-IR"/>
        </w:rPr>
        <w:t>خلف : العباس. محمدا. الفضل. عبد الرحمن. عليا.</w:t>
      </w:r>
    </w:p>
    <w:p w:rsidR="00843DF1" w:rsidRPr="00CA52B4" w:rsidRDefault="00843DF1" w:rsidP="00347E77">
      <w:pPr>
        <w:pStyle w:val="libNormal"/>
        <w:rPr>
          <w:rtl/>
          <w:lang w:bidi="fa-IR"/>
        </w:rPr>
      </w:pPr>
      <w:r w:rsidRPr="00CA52B4">
        <w:rPr>
          <w:rtl/>
          <w:lang w:bidi="fa-IR"/>
        </w:rPr>
        <w:t xml:space="preserve">وقد ذهب بصره من شدة بكائه على أمير المؤمنين </w:t>
      </w:r>
      <w:r>
        <w:rPr>
          <w:rtl/>
          <w:lang w:bidi="fa-IR"/>
        </w:rPr>
        <w:t>(</w:t>
      </w:r>
      <w:r w:rsidRPr="00CA52B4">
        <w:rPr>
          <w:rtl/>
          <w:lang w:bidi="fa-IR"/>
        </w:rPr>
        <w:t>عليه السلام</w:t>
      </w:r>
      <w:r>
        <w:rPr>
          <w:rtl/>
          <w:lang w:bidi="fa-IR"/>
        </w:rPr>
        <w:t>).</w:t>
      </w:r>
      <w:r w:rsidRPr="00CA52B4">
        <w:rPr>
          <w:rtl/>
          <w:lang w:bidi="fa-IR"/>
        </w:rPr>
        <w:t xml:space="preserve"> ومن شعره قوله بعد ما ذهب بصره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إن يذهب الله من عينيّ نورهما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ففي لساني وقلبي منهما نور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قلبي ذكي ، وذهني غير ذي وكل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في فمي صارم كالسيف مشهور</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إتقان المقال / 313. أخبار شعراء الشيعة / 30. الأخبار الطوال / 141 ، 146 ، 152 ، 171 ، 178 ، 179 ، 192 ، 195 ، 197 ، 200 ، 202 ، 205 ، 206 ، 222 ، 228 ، 243 ، 244 ، 264 ، 309. الاستيعاب 2 / 350. أسد الغابة 3 / 192.</w:t>
      </w:r>
      <w:r>
        <w:rPr>
          <w:lang w:bidi="fa-IR"/>
        </w:rPr>
        <w:t xml:space="preserve"> </w:t>
      </w:r>
      <w:r w:rsidRPr="00CA52B4">
        <w:rPr>
          <w:rtl/>
          <w:lang w:bidi="fa-IR"/>
        </w:rPr>
        <w:t>الاشتقاق / 177. الإصابة 2 / 330. أعلام نهج البلاغة / 32. أعيان الشيعة 8 / 55.</w:t>
      </w:r>
      <w:r>
        <w:rPr>
          <w:lang w:bidi="fa-IR"/>
        </w:rPr>
        <w:t xml:space="preserve"> </w:t>
      </w:r>
      <w:r w:rsidRPr="00CA52B4">
        <w:rPr>
          <w:rtl/>
          <w:lang w:bidi="fa-IR"/>
        </w:rPr>
        <w:t>أنساب الأشراف 3 / 15 ، 29 ، 161 ، 162. الأعلام 4 / 228. الإمامة والسياسة 1 / 79. البداية والنهاية 7 / 229 وج 8 / 295. تأسيس الشيعة / 322 ، 341. تاريخ الطبري 13 / 21. تاريخ بغداد 1 / 173. تاريخ الخلفاء / 168. تاريخ الخميس 2 / 309. تذكرة الحفاظ 1 / 40. تحفة الأحباب / 186. تقريب التهذيب 1 / 425.</w:t>
      </w:r>
      <w:r>
        <w:rPr>
          <w:lang w:bidi="fa-IR"/>
        </w:rPr>
        <w:t xml:space="preserve"> </w:t>
      </w:r>
      <w:r w:rsidRPr="00CA52B4">
        <w:rPr>
          <w:rtl/>
          <w:lang w:bidi="fa-IR"/>
        </w:rPr>
        <w:t>تنقيح المقال 2 / 191. تهذيب التهذيب 5 / 276. تاريخ جرجان / 157</w:t>
      </w:r>
      <w:r>
        <w:rPr>
          <w:rtl/>
          <w:lang w:bidi="fa-IR"/>
        </w:rPr>
        <w:t xml:space="preserve"> ـ </w:t>
      </w:r>
      <w:r w:rsidRPr="00CA52B4">
        <w:rPr>
          <w:rtl/>
          <w:lang w:bidi="fa-IR"/>
        </w:rPr>
        <w:t>الفهرست</w:t>
      </w:r>
      <w:r>
        <w:rPr>
          <w:rtl/>
          <w:lang w:bidi="fa-IR"/>
        </w:rPr>
        <w:t xml:space="preserve"> ـ.</w:t>
      </w:r>
      <w:r>
        <w:rPr>
          <w:lang w:bidi="fa-IR"/>
        </w:rPr>
        <w:t xml:space="preserve"> </w:t>
      </w:r>
      <w:r w:rsidRPr="00CA52B4">
        <w:rPr>
          <w:rtl/>
          <w:lang w:bidi="fa-IR"/>
        </w:rPr>
        <w:t>جامع الرواة 1 / 494. الجرح والتعديل 5 / 116. جمهرة أنساب العرب / 19.</w:t>
      </w:r>
      <w:r>
        <w:rPr>
          <w:lang w:bidi="fa-IR"/>
        </w:rPr>
        <w:t xml:space="preserve"> </w:t>
      </w:r>
      <w:r w:rsidRPr="00CA52B4">
        <w:rPr>
          <w:rtl/>
          <w:lang w:bidi="fa-IR"/>
        </w:rPr>
        <w:t>الجمل / 140. حلية الأولياء 1 / 314. خلاصة الأقوال / 103. الدرجات الرفيعة / 99. الدر المنثور / 55. رجال ابن داود / 121. رجال الشيخ الطوسي / 46.</w:t>
      </w:r>
      <w:r>
        <w:rPr>
          <w:lang w:bidi="fa-IR"/>
        </w:rPr>
        <w:t xml:space="preserve"> </w:t>
      </w:r>
      <w:r w:rsidRPr="00CA52B4">
        <w:rPr>
          <w:rtl/>
          <w:lang w:bidi="fa-IR"/>
        </w:rPr>
        <w:t>رجال الكشي / 53. رجال البرقي / 2. سفينة البحار 2 / 150. شاعرات العرب / 320.</w:t>
      </w:r>
      <w:r>
        <w:rPr>
          <w:lang w:bidi="fa-IR"/>
        </w:rPr>
        <w:t xml:space="preserve"> </w:t>
      </w:r>
      <w:r w:rsidRPr="00CA52B4">
        <w:rPr>
          <w:rtl/>
          <w:lang w:bidi="fa-IR"/>
        </w:rPr>
        <w:t>شذرات الذهب 1 / 75. ابن أبي الحديد 1 / 19 ، 150 ، 173 ، 187 وفي كافة مجلداته. الشعر والشعراء / 286 ، 410 ، 615 ، 732. الطبقات الكبرى 2 / 365.</w:t>
      </w:r>
      <w:r>
        <w:rPr>
          <w:lang w:bidi="fa-IR"/>
        </w:rPr>
        <w:t xml:space="preserve"> </w:t>
      </w:r>
      <w:r w:rsidRPr="00CA52B4">
        <w:rPr>
          <w:rtl/>
          <w:lang w:bidi="fa-IR"/>
        </w:rPr>
        <w:t>طبقات الحفاظ / 10. طبقات القراء 1 / 425. العقد الفريد 8 / 62</w:t>
      </w:r>
      <w:r>
        <w:rPr>
          <w:rtl/>
          <w:lang w:bidi="fa-IR"/>
        </w:rPr>
        <w:t xml:space="preserve"> ـ </w:t>
      </w:r>
      <w:r w:rsidRPr="00CA52B4">
        <w:rPr>
          <w:rtl/>
          <w:lang w:bidi="fa-IR"/>
        </w:rPr>
        <w:t>الفهارس</w:t>
      </w:r>
      <w:r>
        <w:rPr>
          <w:rtl/>
          <w:lang w:bidi="fa-IR"/>
        </w:rPr>
        <w:t xml:space="preserve"> ـ.</w:t>
      </w:r>
      <w:r w:rsidRPr="00CA52B4">
        <w:rPr>
          <w:rtl/>
          <w:lang w:bidi="fa-IR"/>
        </w:rPr>
        <w:t xml:space="preserve"> العبر 1 / 76. الغدير 1 / 49. الفهارس / 203. الغارات 2 / 1020. الفوائد الرجالية 1 / 344 ، 360. فهرست النديم / 139 ، 259. قاموس الرجال 6 / 2. الكامل في التأريخ 13 / 204</w:t>
      </w:r>
      <w:r>
        <w:rPr>
          <w:rtl/>
          <w:lang w:bidi="fa-IR"/>
        </w:rPr>
        <w:t xml:space="preserve"> ـ </w:t>
      </w:r>
      <w:r w:rsidRPr="00CA52B4">
        <w:rPr>
          <w:rtl/>
          <w:lang w:bidi="fa-IR"/>
        </w:rPr>
        <w:t>الفهارس</w:t>
      </w:r>
      <w:r>
        <w:rPr>
          <w:rtl/>
          <w:lang w:bidi="fa-IR"/>
        </w:rPr>
        <w:t xml:space="preserve"> ـ.</w:t>
      </w:r>
      <w:r w:rsidRPr="00CA52B4">
        <w:rPr>
          <w:rtl/>
          <w:lang w:bidi="fa-IR"/>
        </w:rPr>
        <w:t xml:space="preserve"> الكنى والألقاب 1 / 346. مجمع الرجال 4 / 10. مرآة</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الجنان 1 / 143. مروج الذهب 2 / 369 </w:t>
      </w:r>
      <w:r>
        <w:rPr>
          <w:rtl/>
          <w:lang w:bidi="fa-IR"/>
        </w:rPr>
        <w:t>و 3</w:t>
      </w:r>
      <w:r w:rsidRPr="00CA52B4">
        <w:rPr>
          <w:rtl/>
          <w:lang w:bidi="fa-IR"/>
        </w:rPr>
        <w:t xml:space="preserve"> / 108. المعارف / 53. مجالس المؤمنين 1 / 183. معجم الثقات / 299. معجم رجال الحديث 10 / 229. المناقب 3 / 168 ، 200. منتهى المقال / 190. النجوم الزاهرة 1 / 182. نقد الرجال / 201. نكت الهميان / 180. النهاية في علم غريب الحديث 5 / 407. وقعة صفّين / 105</w:t>
      </w:r>
      <w:r>
        <w:rPr>
          <w:rtl/>
          <w:lang w:bidi="fa-IR"/>
        </w:rPr>
        <w:t xml:space="preserve"> ـ </w:t>
      </w:r>
      <w:r w:rsidRPr="00CA52B4">
        <w:rPr>
          <w:rtl/>
          <w:lang w:bidi="fa-IR"/>
        </w:rPr>
        <w:t>107 ، 410</w:t>
      </w:r>
      <w:r>
        <w:rPr>
          <w:rtl/>
          <w:lang w:bidi="fa-IR"/>
        </w:rPr>
        <w:t xml:space="preserve"> ـ </w:t>
      </w:r>
      <w:r w:rsidRPr="00CA52B4">
        <w:rPr>
          <w:rtl/>
          <w:lang w:bidi="fa-IR"/>
        </w:rPr>
        <w:t>416 ، 463</w:t>
      </w:r>
      <w:r>
        <w:rPr>
          <w:rtl/>
          <w:lang w:bidi="fa-IR"/>
        </w:rPr>
        <w:t xml:space="preserve"> ـ </w:t>
      </w:r>
      <w:r w:rsidRPr="00CA52B4">
        <w:rPr>
          <w:rtl/>
          <w:lang w:bidi="fa-IR"/>
        </w:rPr>
        <w:t>553. وفيات الأعيان 3 / 62</w:t>
      </w:r>
      <w:r>
        <w:rPr>
          <w:rtl/>
          <w:lang w:bidi="fa-IR"/>
        </w:rPr>
        <w:t xml:space="preserve"> ـ </w:t>
      </w:r>
      <w:r w:rsidRPr="00CA52B4">
        <w:rPr>
          <w:rtl/>
          <w:lang w:bidi="fa-IR"/>
        </w:rPr>
        <w:t>64.</w:t>
      </w:r>
    </w:p>
    <w:p w:rsidR="00843DF1" w:rsidRPr="00CA52B4" w:rsidRDefault="00843DF1" w:rsidP="00EB70B9">
      <w:pPr>
        <w:pStyle w:val="libBold1"/>
        <w:rPr>
          <w:rtl/>
          <w:lang w:bidi="fa-IR"/>
        </w:rPr>
      </w:pPr>
      <w:r w:rsidRPr="00CA52B4">
        <w:rPr>
          <w:rtl/>
        </w:rPr>
        <w:t>704</w:t>
      </w:r>
      <w:r>
        <w:rPr>
          <w:rtl/>
        </w:rPr>
        <w:t xml:space="preserve"> ـ </w:t>
      </w:r>
      <w:r w:rsidRPr="00CA52B4">
        <w:rPr>
          <w:rtl/>
        </w:rPr>
        <w:t>عبد الله بن عبد الرحمن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 ، فارس ، حضر صفين. وقال الشعر في الواقعة. ومن شعره قوله حين قتل عليّ </w:t>
      </w:r>
      <w:r>
        <w:rPr>
          <w:rtl/>
          <w:lang w:bidi="fa-IR"/>
        </w:rPr>
        <w:t>(</w:t>
      </w:r>
      <w:r w:rsidRPr="00CA52B4">
        <w:rPr>
          <w:rtl/>
          <w:lang w:bidi="fa-IR"/>
        </w:rPr>
        <w:t>عليه السلام</w:t>
      </w:r>
      <w:r>
        <w:rPr>
          <w:rtl/>
          <w:lang w:bidi="fa-IR"/>
        </w:rPr>
        <w:t>)</w:t>
      </w:r>
      <w:r w:rsidRPr="00CA52B4">
        <w:rPr>
          <w:rtl/>
          <w:lang w:bidi="fa-IR"/>
        </w:rPr>
        <w:t xml:space="preserve"> ، عروة بن داود الدمشقي ، في صفين وضربه فقطعه قطعتين سقطة إحداهما يمنة والأخرى يسرة ، فارتج العسكران لهول الضربة ، ثم قال اذهب يا عروة فأخبر قومك. أما والذي بعث محمدا بالحق ، لقد عاينت النار وأصبحت من النادمين. فقال عبد الله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عرويا عرو قد لقيت حماما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إذ تقحمت في حمى اللهوات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أ</w:t>
            </w:r>
            <w:r w:rsidRPr="00CA52B4">
              <w:rPr>
                <w:rtl/>
                <w:lang w:bidi="fa-IR"/>
              </w:rPr>
              <w:t xml:space="preserve">عليّا ، لك الهوان تنادى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ضيغما في أياطل الحومات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إنّ لله فارسا كأبي الشبل</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ين ما إن يهو له المتلفات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مؤمنا بالقضاء محتسبا بال</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خير يرجو الثواب بالسابقات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ليس يخشى كريهة في لقاء</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لا ولا ما يجيء بالآفات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فلقد ذقت في الجحيم نكالا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ضراب المقامع المحميات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يا ابن داود قد وقيت ابن هند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أن يكون القتيل بالمقفرات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وحمل ابن عم داود على عليّ فطعنه ، فضرب الرمح فبراه. ثم قنّعه ضربة فألحقه بابن داود ، ومعاوية واقف على التل يبصر ويشاهد ، فقال : تبا لهذه الرجال وقبحا ، </w:t>
      </w:r>
      <w:r>
        <w:rPr>
          <w:rtl/>
          <w:lang w:bidi="fa-IR"/>
        </w:rPr>
        <w:t>أ</w:t>
      </w:r>
      <w:r w:rsidRPr="00CA52B4">
        <w:rPr>
          <w:rtl/>
          <w:lang w:bidi="fa-IR"/>
        </w:rPr>
        <w:t>ما فيهم من يقتل هذا ، مبارزة وغيلة ، أو في اختلاط الفيلق وثوران النقع</w:t>
      </w:r>
      <w:r>
        <w:rPr>
          <w:rtl/>
          <w:lang w:bidi="fa-IR"/>
        </w:rPr>
        <w:t>؟</w:t>
      </w:r>
      <w:r w:rsidRPr="00CA52B4">
        <w:rPr>
          <w:rtl/>
          <w:lang w:bidi="fa-IR"/>
        </w:rPr>
        <w:t xml:space="preserve"> فقال الوليد بن عقبة : أبرز إليه أنت فإنّك أولى الناس بمبارزته.</w:t>
      </w:r>
    </w:p>
    <w:p w:rsidR="00843DF1" w:rsidRPr="00CA52B4" w:rsidRDefault="00843DF1" w:rsidP="00B10281">
      <w:pPr>
        <w:pStyle w:val="libVar"/>
        <w:rPr>
          <w:rtl/>
          <w:lang w:bidi="fa-IR"/>
        </w:rPr>
      </w:pPr>
      <w:r w:rsidRPr="00CA52B4">
        <w:rPr>
          <w:rtl/>
          <w:lang w:bidi="fa-IR"/>
        </w:rPr>
        <w:t>أعيان الشيعة 8 / 59 وذكره ص 64 باسم عبد الله بن عمر العنسي ، والرجلان واحد.</w:t>
      </w:r>
      <w:r>
        <w:rPr>
          <w:lang w:bidi="fa-IR"/>
        </w:rPr>
        <w:t xml:space="preserve"> </w:t>
      </w:r>
      <w:r w:rsidRPr="00CA52B4">
        <w:rPr>
          <w:rtl/>
          <w:lang w:bidi="fa-IR"/>
        </w:rPr>
        <w:t>جامع الرواة 1 / 495. شرح ابن أبي الحديد 6 / 13 ، 52. قاموس الرجال 6 / 67.</w:t>
      </w:r>
    </w:p>
    <w:p w:rsidR="00843DF1" w:rsidRPr="00CA52B4" w:rsidRDefault="00843DF1" w:rsidP="00B10281">
      <w:pPr>
        <w:pStyle w:val="libVar0"/>
        <w:rPr>
          <w:rtl/>
          <w:lang w:bidi="fa-IR"/>
        </w:rPr>
      </w:pPr>
      <w:r>
        <w:rPr>
          <w:rtl/>
          <w:lang w:bidi="fa-IR"/>
        </w:rPr>
        <w:br w:type="page"/>
      </w:r>
      <w:r w:rsidRPr="00CA52B4">
        <w:rPr>
          <w:rtl/>
          <w:lang w:bidi="fa-IR"/>
        </w:rPr>
        <w:lastRenderedPageBreak/>
        <w:t>مجمع الرجال 4 / 25. معجم رجال الحديث 10 / 243. منتهى المقال / 191. نقد الرجال / 202. وقعة صفين / 459.</w:t>
      </w:r>
    </w:p>
    <w:p w:rsidR="00843DF1" w:rsidRPr="00CA52B4" w:rsidRDefault="00843DF1" w:rsidP="00EB70B9">
      <w:pPr>
        <w:pStyle w:val="libBold1"/>
        <w:rPr>
          <w:rtl/>
          <w:lang w:bidi="fa-IR"/>
        </w:rPr>
      </w:pPr>
      <w:r w:rsidRPr="00CA52B4">
        <w:rPr>
          <w:rtl/>
        </w:rPr>
        <w:t>705</w:t>
      </w:r>
      <w:r>
        <w:rPr>
          <w:rtl/>
        </w:rPr>
        <w:t xml:space="preserve"> ـ </w:t>
      </w:r>
      <w:r w:rsidRPr="00CA52B4">
        <w:rPr>
          <w:rtl/>
        </w:rPr>
        <w:t>عبد الله بن عتيك بن الحارث بن قيس بن هيشة بن الحارث بن أمية بن زيد بن معاوية بن مالك بن عوف بن عمرو بن عوف بن مالك بن الأوس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بدري من الصحابة ، ساهم في وقعة صفّين كما شاهد بدرا ، وأحدا.</w:t>
      </w:r>
      <w:r>
        <w:rPr>
          <w:lang w:bidi="fa-IR"/>
        </w:rPr>
        <w:t xml:space="preserve"> </w:t>
      </w:r>
      <w:r w:rsidRPr="00CA52B4">
        <w:rPr>
          <w:rtl/>
          <w:lang w:bidi="fa-IR"/>
        </w:rPr>
        <w:t xml:space="preserve">وهو أخو جابر بن عتيك ، وإنّ في نسبه اختلاف ، وذكر بعضهم أنّه استشهد باليمامة ، غير أنّ بعضا زعموا أنّه شهد صفّين ، وذكره الشيخ الطوسي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وقد صرّحوا بتوثيقه ، وله أحاديث.</w:t>
      </w:r>
    </w:p>
    <w:p w:rsidR="00843DF1" w:rsidRPr="00CA52B4" w:rsidRDefault="00843DF1" w:rsidP="00B10281">
      <w:pPr>
        <w:pStyle w:val="libVar"/>
        <w:rPr>
          <w:rtl/>
          <w:lang w:bidi="fa-IR"/>
        </w:rPr>
      </w:pPr>
      <w:r w:rsidRPr="00CA52B4">
        <w:rPr>
          <w:rtl/>
          <w:lang w:bidi="fa-IR"/>
        </w:rPr>
        <w:t>الأعلام 4 / 237. الاستيعاب 2 / 364. أسد الغابة 3 / 203. الاشتقاق / 467.</w:t>
      </w:r>
      <w:r>
        <w:rPr>
          <w:lang w:bidi="fa-IR"/>
        </w:rPr>
        <w:t xml:space="preserve"> </w:t>
      </w:r>
      <w:r w:rsidRPr="00CA52B4">
        <w:rPr>
          <w:rtl/>
          <w:lang w:bidi="fa-IR"/>
        </w:rPr>
        <w:t>الإصابة 2 / 341. تقريب التهذيب 1 / 432. تنقيح المقال 2 / 197. جامع الرواة 1 / 495. الجرح والتعديل 5 / 121. رجال ابن داود / 121. رجال الشيخ الطوسي / 48. سفينة البحار 2 / 135. الطبقات الكبرى 2 / 91 ، 164. العقد الفريد 3 / 296. الغدير 9 / 363. قاموس الرجال 6 / 71. الكامل في التأريخ 2 / 146. مجمع الرجال 4 / 26. معجم رجال الحديث 10 / 248. منتهى المقال / 187. نقد الرجال / 202.</w:t>
      </w:r>
    </w:p>
    <w:p w:rsidR="00843DF1" w:rsidRPr="00CA52B4" w:rsidRDefault="00843DF1" w:rsidP="00EB70B9">
      <w:pPr>
        <w:pStyle w:val="libBold1"/>
        <w:rPr>
          <w:rtl/>
          <w:lang w:bidi="fa-IR"/>
        </w:rPr>
      </w:pPr>
      <w:r w:rsidRPr="00CA52B4">
        <w:rPr>
          <w:rtl/>
        </w:rPr>
        <w:t>706</w:t>
      </w:r>
      <w:r>
        <w:rPr>
          <w:rtl/>
        </w:rPr>
        <w:t xml:space="preserve"> ـ </w:t>
      </w:r>
      <w:r w:rsidRPr="00CA52B4">
        <w:rPr>
          <w:rtl/>
        </w:rPr>
        <w:t>عبد الله بن عفيف الأزدي الكوفي.</w:t>
      </w:r>
    </w:p>
    <w:p w:rsidR="00843DF1" w:rsidRPr="00CA52B4" w:rsidRDefault="00843DF1" w:rsidP="00347E77">
      <w:pPr>
        <w:pStyle w:val="libNormal"/>
        <w:rPr>
          <w:rtl/>
          <w:lang w:bidi="fa-IR"/>
        </w:rPr>
      </w:pPr>
      <w:r w:rsidRPr="00CA52B4">
        <w:rPr>
          <w:rtl/>
          <w:lang w:bidi="fa-IR"/>
        </w:rPr>
        <w:t xml:space="preserve">فارس نبيل شاعر أديب متكلم ، من شيعة أمير المؤمنين </w:t>
      </w:r>
      <w:r>
        <w:rPr>
          <w:rtl/>
          <w:lang w:bidi="fa-IR"/>
        </w:rPr>
        <w:t>(</w:t>
      </w:r>
      <w:r w:rsidRPr="00CA52B4">
        <w:rPr>
          <w:rtl/>
          <w:lang w:bidi="fa-IR"/>
        </w:rPr>
        <w:t>عليه السلام</w:t>
      </w:r>
      <w:r>
        <w:rPr>
          <w:rtl/>
          <w:lang w:bidi="fa-IR"/>
        </w:rPr>
        <w:t>).</w:t>
      </w:r>
      <w:r>
        <w:rPr>
          <w:lang w:bidi="fa-IR"/>
        </w:rPr>
        <w:t xml:space="preserve"> </w:t>
      </w:r>
      <w:r w:rsidRPr="00CA52B4">
        <w:rPr>
          <w:rtl/>
          <w:lang w:bidi="fa-IR"/>
        </w:rPr>
        <w:t>كان يقيم في الكوفة ، ذهبت عينه يوم الجمل ، فلما كانت وقعة صفّين خرج لحرب معاوية ، فضرب على رأسه ضربة وأخرى على حاجبيه فذهبت عينه الأخرى ، وهو لا يفارق المسجد الأعظم يصلّي إلى الليل ثم ينصرف.</w:t>
      </w:r>
    </w:p>
    <w:p w:rsidR="00843DF1" w:rsidRPr="00CA52B4" w:rsidRDefault="00843DF1" w:rsidP="00347E77">
      <w:pPr>
        <w:pStyle w:val="libNormal"/>
        <w:rPr>
          <w:rtl/>
          <w:lang w:bidi="fa-IR"/>
        </w:rPr>
      </w:pPr>
      <w:r w:rsidRPr="00CA52B4">
        <w:rPr>
          <w:rtl/>
          <w:lang w:bidi="fa-IR"/>
        </w:rPr>
        <w:t xml:space="preserve">وبعد وقعة كربلاء ، سيّر عبيد الله بن زياد آل الرسول في اليوم الحادي عشر من المحرم ، وتأهب الجيش للارتحال من كربلاء إلى الكوفة ، واستعد ثقل الحسين </w:t>
      </w:r>
      <w:r>
        <w:rPr>
          <w:rtl/>
          <w:lang w:bidi="fa-IR"/>
        </w:rPr>
        <w:t>(</w:t>
      </w:r>
      <w:r w:rsidRPr="00CA52B4">
        <w:rPr>
          <w:rtl/>
          <w:lang w:bidi="fa-IR"/>
        </w:rPr>
        <w:t>عليه السلام</w:t>
      </w:r>
      <w:r>
        <w:rPr>
          <w:rtl/>
          <w:lang w:bidi="fa-IR"/>
        </w:rPr>
        <w:t>)</w:t>
      </w:r>
      <w:r w:rsidRPr="00CA52B4">
        <w:rPr>
          <w:rtl/>
          <w:lang w:bidi="fa-IR"/>
        </w:rPr>
        <w:t xml:space="preserve"> على الرحيل من أرض المحنة ، فتحرك ذلك الركب الجريح الحزين ، ودخلوا الكوفة وقصدوا قصر الإمارة واجتمع الناس</w:t>
      </w:r>
    </w:p>
    <w:p w:rsidR="00843DF1" w:rsidRPr="00CA52B4" w:rsidRDefault="00843DF1" w:rsidP="00B10281">
      <w:pPr>
        <w:pStyle w:val="libNormal0"/>
        <w:rPr>
          <w:rtl/>
          <w:lang w:bidi="fa-IR"/>
        </w:rPr>
      </w:pPr>
      <w:r>
        <w:rPr>
          <w:rtl/>
          <w:lang w:bidi="fa-IR"/>
        </w:rPr>
        <w:br w:type="page"/>
      </w:r>
      <w:r w:rsidRPr="00CA52B4">
        <w:rPr>
          <w:rtl/>
          <w:lang w:bidi="fa-IR"/>
        </w:rPr>
        <w:lastRenderedPageBreak/>
        <w:t>في مجلس ابن زياد</w:t>
      </w:r>
      <w:r>
        <w:rPr>
          <w:rtl/>
          <w:lang w:bidi="fa-IR"/>
        </w:rPr>
        <w:t xml:space="preserve"> ..</w:t>
      </w:r>
      <w:r w:rsidRPr="00CA52B4">
        <w:rPr>
          <w:rtl/>
          <w:lang w:bidi="fa-IR"/>
        </w:rPr>
        <w:t>. وتوافدوا لتهنئته ولانتصاره في الحرب ، وكان المجلس غاصا بالناس ويضم بعض الصحابة والتابعين</w:t>
      </w:r>
      <w:r>
        <w:rPr>
          <w:rtl/>
          <w:lang w:bidi="fa-IR"/>
        </w:rPr>
        <w:t xml:space="preserve"> ..</w:t>
      </w:r>
      <w:r w:rsidRPr="00CA52B4">
        <w:rPr>
          <w:rtl/>
          <w:lang w:bidi="fa-IR"/>
        </w:rPr>
        <w:t>. وكان ابن زياد</w:t>
      </w:r>
      <w:r>
        <w:rPr>
          <w:rtl/>
          <w:lang w:bidi="fa-IR"/>
        </w:rPr>
        <w:t xml:space="preserve"> ..</w:t>
      </w:r>
      <w:r w:rsidRPr="00CA52B4">
        <w:rPr>
          <w:rtl/>
          <w:lang w:bidi="fa-IR"/>
        </w:rPr>
        <w:t xml:space="preserve">. قد جمع الناس ليظهر عظمة موقفه ، وقد وضع الرأس الشريف بين يديه ، ولعظيم سروره جعل ينكث ثنايا الحسين </w:t>
      </w:r>
      <w:r>
        <w:rPr>
          <w:rtl/>
          <w:lang w:bidi="fa-IR"/>
        </w:rPr>
        <w:t>(</w:t>
      </w:r>
      <w:r w:rsidRPr="00CA52B4">
        <w:rPr>
          <w:rtl/>
          <w:lang w:bidi="fa-IR"/>
        </w:rPr>
        <w:t>عليه السلام</w:t>
      </w:r>
      <w:r>
        <w:rPr>
          <w:rtl/>
          <w:lang w:bidi="fa-IR"/>
        </w:rPr>
        <w:t>)</w:t>
      </w:r>
      <w:r w:rsidRPr="00CA52B4">
        <w:rPr>
          <w:rtl/>
          <w:lang w:bidi="fa-IR"/>
        </w:rPr>
        <w:t xml:space="preserve"> بمخصرته ويقول : كان جميلا.</w:t>
      </w:r>
    </w:p>
    <w:p w:rsidR="00843DF1" w:rsidRPr="00CA52B4" w:rsidRDefault="00843DF1" w:rsidP="00347E77">
      <w:pPr>
        <w:pStyle w:val="libNormal"/>
        <w:rPr>
          <w:rtl/>
          <w:lang w:bidi="fa-IR"/>
        </w:rPr>
      </w:pPr>
      <w:r w:rsidRPr="00CA52B4">
        <w:rPr>
          <w:rtl/>
          <w:lang w:bidi="fa-IR"/>
        </w:rPr>
        <w:t>ثم أمر مناديه بالصلاة جامعة ليصب جام غضبه أمام الناس ، فاجتمع الناس من كل مكان وازدحموا في المسجد الجامع ، وصعد ابن زياد وهو مملوء غيظا من قرنه إلى قدمه ، فقال : الحمد لله الذي أظهر الحق وأهله ونصر أمير المؤمنين يزيد بن معاوية وحزبه ، وقتل الكذاب بن الكذاب</w:t>
      </w:r>
      <w:r>
        <w:rPr>
          <w:rtl/>
          <w:lang w:bidi="fa-IR"/>
        </w:rPr>
        <w:t xml:space="preserve"> ..</w:t>
      </w:r>
      <w:r w:rsidRPr="00CA52B4">
        <w:rPr>
          <w:rtl/>
          <w:lang w:bidi="fa-IR"/>
        </w:rPr>
        <w:t>.</w:t>
      </w:r>
      <w:r>
        <w:rPr>
          <w:rFonts w:hint="cs"/>
          <w:rtl/>
          <w:lang w:bidi="fa-IR"/>
        </w:rPr>
        <w:t xml:space="preserve"> </w:t>
      </w:r>
      <w:r w:rsidRPr="00CA52B4">
        <w:rPr>
          <w:rtl/>
          <w:lang w:bidi="fa-IR"/>
        </w:rPr>
        <w:t>واستمر ابن زياد في هجماته وهو نشوان بخمرة الظفر ، وقد هيمن بأسلوبه على ذلك الجمع الغفير ، فما زاد على هذا شيئا حتّى نهض الرجل المقدام عبد الله بن عفيف ، وبعث بصرخة الحق المدوية ، ونادى بأعلى صوته الجهوري المنبعث عن قوة إيمان وعقيدة ، ورفع يده لجهة ابن زياد وقال :</w:t>
      </w:r>
      <w:r>
        <w:rPr>
          <w:rFonts w:hint="cs"/>
          <w:rtl/>
        </w:rPr>
        <w:t xml:space="preserve"> </w:t>
      </w:r>
      <w:r w:rsidRPr="00CA52B4">
        <w:rPr>
          <w:rtl/>
          <w:lang w:bidi="fa-IR"/>
        </w:rPr>
        <w:t xml:space="preserve">يا ابن مرجانة ، إنّما الكذاب وابن الكذاب أنت وأبوك ، ومن استعملك وأبوه ، يا ابن مرجانة يا عدوّ الله ورسوله </w:t>
      </w:r>
      <w:r>
        <w:rPr>
          <w:rtl/>
          <w:lang w:bidi="fa-IR"/>
        </w:rPr>
        <w:t>أ</w:t>
      </w:r>
      <w:r w:rsidRPr="00CA52B4">
        <w:rPr>
          <w:rtl/>
          <w:lang w:bidi="fa-IR"/>
        </w:rPr>
        <w:t>تقتلون أبناء النبيين وتتكلمون بكلام الصديقين بهذا الكلام على منابر المسلمين</w:t>
      </w:r>
      <w:r>
        <w:rPr>
          <w:rtl/>
          <w:lang w:bidi="fa-IR"/>
        </w:rPr>
        <w:t>؟</w:t>
      </w:r>
    </w:p>
    <w:p w:rsidR="00843DF1" w:rsidRPr="00CA52B4" w:rsidRDefault="00843DF1" w:rsidP="00347E77">
      <w:pPr>
        <w:pStyle w:val="libNormal"/>
        <w:rPr>
          <w:rtl/>
          <w:lang w:bidi="fa-IR"/>
        </w:rPr>
      </w:pPr>
      <w:r w:rsidRPr="00CA52B4">
        <w:rPr>
          <w:rtl/>
          <w:lang w:bidi="fa-IR"/>
        </w:rPr>
        <w:t>فغضب عبيد الله بن زياد ، فصاح من هذا المتكلم</w:t>
      </w:r>
      <w:r>
        <w:rPr>
          <w:rtl/>
          <w:lang w:bidi="fa-IR"/>
        </w:rPr>
        <w:t>؟</w:t>
      </w:r>
      <w:r w:rsidRPr="00CA52B4">
        <w:rPr>
          <w:rtl/>
          <w:lang w:bidi="fa-IR"/>
        </w:rPr>
        <w:t xml:space="preserve"> فقال : أنا المتكلم يا عدوّ الله. </w:t>
      </w:r>
      <w:r>
        <w:rPr>
          <w:rtl/>
          <w:lang w:bidi="fa-IR"/>
        </w:rPr>
        <w:t>أ</w:t>
      </w:r>
      <w:r w:rsidRPr="00CA52B4">
        <w:rPr>
          <w:rtl/>
          <w:lang w:bidi="fa-IR"/>
        </w:rPr>
        <w:t>تقتل الذرية الطاهرة التي أذهب الله عنهم الرجس كما جاء في كتابه ، وتزعم أنّك على دين الإسلام ، وا غوثاه أين أولاد المهاجرين والأنصار لينتقموا من هذا الطاغية ، اللعين بن اللعين على لسان رسول رب العالمين</w:t>
      </w:r>
      <w:r>
        <w:rPr>
          <w:rtl/>
          <w:lang w:bidi="fa-IR"/>
        </w:rPr>
        <w:t>؟</w:t>
      </w:r>
    </w:p>
    <w:p w:rsidR="00843DF1" w:rsidRPr="00CA52B4" w:rsidRDefault="00843DF1" w:rsidP="00347E77">
      <w:pPr>
        <w:pStyle w:val="libNormal"/>
        <w:rPr>
          <w:rtl/>
          <w:lang w:bidi="fa-IR"/>
        </w:rPr>
      </w:pPr>
      <w:r w:rsidRPr="00CA52B4">
        <w:rPr>
          <w:rtl/>
          <w:lang w:bidi="fa-IR"/>
        </w:rPr>
        <w:t xml:space="preserve">فازداد غضب ابن زياد حتّى انتفخت أوداجه ، فقال : عليّ به ، فوثبت إليه الجلاوزة فأخذوه ، فنادى بشعار الأزد ، وكان شعارهم يا </w:t>
      </w:r>
      <w:r>
        <w:rPr>
          <w:rtl/>
          <w:lang w:bidi="fa-IR"/>
        </w:rPr>
        <w:t>(</w:t>
      </w:r>
      <w:r w:rsidRPr="00CA52B4">
        <w:rPr>
          <w:rtl/>
          <w:lang w:bidi="fa-IR"/>
        </w:rPr>
        <w:t>مبرور</w:t>
      </w:r>
      <w:r>
        <w:rPr>
          <w:rtl/>
          <w:lang w:bidi="fa-IR"/>
        </w:rPr>
        <w:t>)</w:t>
      </w:r>
      <w:r w:rsidRPr="00CA52B4">
        <w:rPr>
          <w:rtl/>
          <w:lang w:bidi="fa-IR"/>
        </w:rPr>
        <w:t xml:space="preserve"> وكان عبد الرحمن بن مخنف الأزدي في الجامع فقال : ويح نفسك أهلكتها وأهلكت قومك. وكان حاضر الكوفة يومئذ من الأزد سبعمائة مقاتل فوثبت إليه فتية منهم فانتزعوه بالقوة وانطلقوا به إلى منزله.</w:t>
      </w:r>
    </w:p>
    <w:p w:rsidR="00843DF1" w:rsidRPr="00CA52B4" w:rsidRDefault="00843DF1" w:rsidP="00347E77">
      <w:pPr>
        <w:pStyle w:val="libNormal"/>
        <w:rPr>
          <w:rtl/>
          <w:lang w:bidi="fa-IR"/>
        </w:rPr>
      </w:pPr>
      <w:r w:rsidRPr="00CA52B4">
        <w:rPr>
          <w:rtl/>
          <w:lang w:bidi="fa-IR"/>
        </w:rPr>
        <w:t>ونزل ابن زياد من على المنبر مغضبا ودخل القصر ، واجتمع بأهل مشورته</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ومجلس دفاعه وتسابق الأشراف والعرفاء إليه ، فقال : </w:t>
      </w:r>
      <w:r>
        <w:rPr>
          <w:rtl/>
          <w:lang w:bidi="fa-IR"/>
        </w:rPr>
        <w:t>أ</w:t>
      </w:r>
      <w:r w:rsidRPr="00CA52B4">
        <w:rPr>
          <w:rtl/>
          <w:lang w:bidi="fa-IR"/>
        </w:rPr>
        <w:t>رأيتم ما صنع هؤلاء القوم</w:t>
      </w:r>
      <w:r>
        <w:rPr>
          <w:rtl/>
          <w:lang w:bidi="fa-IR"/>
        </w:rPr>
        <w:t>؟</w:t>
      </w:r>
      <w:r w:rsidRPr="00CA52B4">
        <w:rPr>
          <w:rtl/>
          <w:lang w:bidi="fa-IR"/>
        </w:rPr>
        <w:t xml:space="preserve"> قالوا : رأينا أصلح الله الأمير ، إنّما فعل ذلك الأزد ، فشد يدك بساداتهم فهم الذين استنقذوه من يدك. فأرسل عبيد الله بن زياد إلى عبد الرحمن بن مخنف الأزدي فأخذه ، وإلى جماعة من أشراف الأزد فحبسهم وقال : لا خرجتم من يدي أو تأتوني بعبد الله بن عفيف.</w:t>
      </w:r>
    </w:p>
    <w:p w:rsidR="00843DF1" w:rsidRPr="00CA52B4" w:rsidRDefault="00843DF1" w:rsidP="00347E77">
      <w:pPr>
        <w:pStyle w:val="libNormal"/>
        <w:rPr>
          <w:rtl/>
          <w:lang w:bidi="fa-IR"/>
        </w:rPr>
      </w:pPr>
      <w:r w:rsidRPr="00CA52B4">
        <w:rPr>
          <w:rtl/>
          <w:lang w:bidi="fa-IR"/>
        </w:rPr>
        <w:t>ثم دعا بعمرو بن الحجاج الزبيدي ، ومحمد بن الأشعث ، وشبث بن ربعي ، وجماعة من أصحابه ، فقال لهم : اذهبوا إلى هذا الأعمى الذي أعمى الله قلبه كما أعمى عينيه فاتوني به ، فانطلقوا يريدون عبد الله بن عفيف وبلغ الأزد ذلك ، فاجتمعوا وانضمت إليهم قبائل من اليمن ليمنعوا صاحبهم ، فبلغ ذلك ابن زياد ، فجمع قبائل مضر وضمهم إلى محمد بن الأشعث ، وأمره أن يقاتل القوم ، فأقبلت قبائل مضر ، ودنت منهم اليمن فاقتتلوا قتالا شديدا ، وبلغ ذلك ابن زياد ، فأرسل إلى أصحابه يؤنبهم ويضعفهم ، فأرسل إليه عمرو بن الحجاج يخبره باجتماع اليمن معهم ، وبعث إليه شبث بن ربعي :</w:t>
      </w:r>
      <w:r>
        <w:rPr>
          <w:rFonts w:hint="cs"/>
          <w:rtl/>
          <w:lang w:bidi="fa-IR"/>
        </w:rPr>
        <w:t xml:space="preserve"> </w:t>
      </w:r>
      <w:r w:rsidRPr="00CA52B4">
        <w:rPr>
          <w:rtl/>
          <w:lang w:bidi="fa-IR"/>
        </w:rPr>
        <w:t>أيّها الأمير إنّك بعثتنا إلى أسود الآجام فلا تعجل.</w:t>
      </w:r>
    </w:p>
    <w:p w:rsidR="00843DF1" w:rsidRPr="00CA52B4" w:rsidRDefault="00843DF1" w:rsidP="00347E77">
      <w:pPr>
        <w:pStyle w:val="libNormal"/>
        <w:rPr>
          <w:rtl/>
          <w:lang w:bidi="fa-IR"/>
        </w:rPr>
      </w:pPr>
      <w:r w:rsidRPr="00CA52B4">
        <w:rPr>
          <w:rtl/>
          <w:lang w:bidi="fa-IR"/>
        </w:rPr>
        <w:t>وأشتد اقتتال القوم حتّى قتلت جماعة من العرب ، ووصل القوم إلى دار عبد الله بن عفيف ، فكسروا الباب واقتحموا عليه وكانت له ابنة صغيرة فسمعت صهيل الخيل فصاحت : يا أبتاه إنّ الأعداء قد هجموا عليك ، فقال :</w:t>
      </w:r>
      <w:r>
        <w:rPr>
          <w:rFonts w:hint="cs"/>
          <w:rtl/>
          <w:lang w:bidi="fa-IR"/>
        </w:rPr>
        <w:t xml:space="preserve"> </w:t>
      </w:r>
      <w:r w:rsidRPr="00CA52B4">
        <w:rPr>
          <w:rtl/>
          <w:lang w:bidi="fa-IR"/>
        </w:rPr>
        <w:t>لا عليك يا بنية ناوليني سيفي وقفي في مكانك ، ولكن قولي لي القوم عن يمينك وشمالك وخلفك وأمامك ، فناولته السيف ثم وقف لهم في مضيق فجعل يذب عن نفسه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أنا ابن ذي الفضل عفيف الطاهر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عفيف شيخي وأنا ابن عامر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كم دارع من جمعكم وحاسر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بطل جدّلته مغادر</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وجعلت تقول ابنته : ليتني كنت رجلا فأقاتل بين يديك هؤلاء الفجرة ، قاتلي العترة البررة ، وجعل القوم يدورون عليه من يمينه وشماله وورائه ، وهو يذب عن نفسه بسيفه وليس أحد يقدم عليه كلما جاءوه من جهة قالت ابنته</w:t>
      </w:r>
    </w:p>
    <w:p w:rsidR="00843DF1" w:rsidRPr="00CA52B4" w:rsidRDefault="00843DF1" w:rsidP="00B10281">
      <w:pPr>
        <w:pStyle w:val="libNormal0"/>
        <w:rPr>
          <w:rtl/>
          <w:lang w:bidi="fa-IR"/>
        </w:rPr>
      </w:pPr>
      <w:r>
        <w:rPr>
          <w:rtl/>
          <w:lang w:bidi="fa-IR"/>
        </w:rPr>
        <w:br w:type="page"/>
      </w:r>
      <w:r w:rsidRPr="00CA52B4">
        <w:rPr>
          <w:rtl/>
          <w:lang w:bidi="fa-IR"/>
        </w:rPr>
        <w:lastRenderedPageBreak/>
        <w:t>جاءوك يا أبتي من جهة كذا حتّى تكاثروا عليه من كل ناحية وأحاطوا به فقالت ابنته : وا ذلاه يحاط بأبي وليس له ناصر يستعين به</w:t>
      </w:r>
      <w:r>
        <w:rPr>
          <w:rtl/>
          <w:lang w:bidi="fa-IR"/>
        </w:rPr>
        <w:t>؟</w:t>
      </w:r>
      <w:r w:rsidRPr="00CA52B4">
        <w:rPr>
          <w:rtl/>
          <w:lang w:bidi="fa-IR"/>
        </w:rPr>
        <w:t xml:space="preserve"> وجعل عبد الله يدافع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و</w:t>
            </w:r>
            <w:r w:rsidRPr="00CA52B4">
              <w:rPr>
                <w:rtl/>
                <w:lang w:bidi="fa-IR"/>
              </w:rPr>
              <w:t xml:space="preserve">الله لو يكشف لي عن بصري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ضاق عليكم موردي ومصدري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كنت منكم قد شفيت غلتي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إذ لم يكن ذا اليوم قومي تخفر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أم كيف لي والأصبحي قد أتى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في جيشه إلى لقا الغضنفر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لو بارزوني واحدا فواحدا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ضاق عليهم موردي ومصدري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وما زالوا به حتّى أخذوه ، فقال جندب بن عبد الله الأزدي : صاحب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إنا لله وإنا إليه راجعون ، أخذوا والله عبد الله بن عفيف ، فقبح الله العيش بعده ، فقام وجعل يقاتل من دونه ، فأخذ أيضا ، وانطلق بهما ، وابن عفيف يردد </w:t>
      </w:r>
      <w:r>
        <w:rPr>
          <w:rtl/>
          <w:lang w:bidi="fa-IR"/>
        </w:rPr>
        <w:t>(</w:t>
      </w:r>
      <w:r w:rsidRPr="00CA52B4">
        <w:rPr>
          <w:rtl/>
          <w:lang w:bidi="fa-IR"/>
        </w:rPr>
        <w:t>والله لو يكشف لي عن بصري</w:t>
      </w:r>
      <w:r>
        <w:rPr>
          <w:rtl/>
          <w:lang w:bidi="fa-IR"/>
        </w:rPr>
        <w:t>)</w:t>
      </w:r>
      <w:r w:rsidRPr="00CA52B4">
        <w:rPr>
          <w:rtl/>
          <w:lang w:bidi="fa-IR"/>
        </w:rPr>
        <w:t xml:space="preserve"> وسيق عبد الله إلى ابن زياد ، فلما ادخل عليه قال ابن زياد : الحمد لله الذي أخزاك. فقال ابن عفيف : </w:t>
      </w:r>
      <w:r>
        <w:rPr>
          <w:rtl/>
          <w:lang w:bidi="fa-IR"/>
        </w:rPr>
        <w:t>(</w:t>
      </w:r>
      <w:r w:rsidRPr="00CA52B4">
        <w:rPr>
          <w:rtl/>
          <w:lang w:bidi="fa-IR"/>
        </w:rPr>
        <w:t>يا عدوّ الله بما ذا أخزاني</w:t>
      </w:r>
      <w:r>
        <w:rPr>
          <w:rtl/>
          <w:lang w:bidi="fa-IR"/>
        </w:rPr>
        <w:t>؟</w:t>
      </w:r>
      <w:r w:rsidRPr="00CA52B4">
        <w:rPr>
          <w:rtl/>
          <w:lang w:bidi="fa-IR"/>
        </w:rPr>
        <w:t xml:space="preserve"> والله لو يكشف لي عن بصري</w:t>
      </w:r>
      <w:r>
        <w:rPr>
          <w:rtl/>
          <w:lang w:bidi="fa-IR"/>
        </w:rPr>
        <w:t>)</w:t>
      </w:r>
      <w:r w:rsidRPr="00CA52B4">
        <w:rPr>
          <w:rtl/>
          <w:lang w:bidi="fa-IR"/>
        </w:rPr>
        <w:t xml:space="preserve"> ، فقال له ابن زياد ما تقول في عثمان</w:t>
      </w:r>
      <w:r>
        <w:rPr>
          <w:rtl/>
          <w:lang w:bidi="fa-IR"/>
        </w:rPr>
        <w:t>؟</w:t>
      </w:r>
      <w:r w:rsidRPr="00CA52B4">
        <w:rPr>
          <w:rtl/>
          <w:lang w:bidi="fa-IR"/>
        </w:rPr>
        <w:t xml:space="preserve"> فقال : يا ابن مرجانة ، يا ابن سمية يا عبد بني علاج ما أنت وعثمان أحسن أم أساء ، وأصلح أم أفسد ، الله ولي خلقه يقضي بينهم بالعدل والحق ، ولكن سلني عنك وعن أبيك ، وعن يزيد وأبيه.</w:t>
      </w:r>
    </w:p>
    <w:p w:rsidR="00843DF1" w:rsidRPr="00CA52B4" w:rsidRDefault="00843DF1" w:rsidP="00347E77">
      <w:pPr>
        <w:pStyle w:val="libNormal"/>
        <w:rPr>
          <w:rtl/>
          <w:lang w:bidi="fa-IR"/>
        </w:rPr>
      </w:pPr>
      <w:r w:rsidRPr="00CA52B4">
        <w:rPr>
          <w:rtl/>
          <w:lang w:bidi="fa-IR"/>
        </w:rPr>
        <w:t>فقال ابن زياد : لا سألتك عن شيء أو تذوق الموت. قال ابن عفيف :</w:t>
      </w:r>
      <w:r>
        <w:rPr>
          <w:rFonts w:hint="cs"/>
          <w:rtl/>
          <w:lang w:bidi="fa-IR"/>
        </w:rPr>
        <w:t xml:space="preserve"> </w:t>
      </w:r>
      <w:r w:rsidRPr="00CA52B4">
        <w:rPr>
          <w:rtl/>
          <w:lang w:bidi="fa-IR"/>
        </w:rPr>
        <w:t>الحمد لله رب العالمين ، كنت أسأل الله أن يرزقني الشهادة قبل أن تلدك أمك مرجانة ، وسألته أن يجعل الشهادة على يد ألعن خلق الله وأشرّهم وأبغضهم إليه ، ولما ذهب بصري آيست من الشهادة ، أما الآن فالحمد لله الذي رزقنيها بعد اليأس منها وعرفني الاستجابة منه لي في قديم دعائي. وما علمت على وجه الأرض أشرّ منك ، وأنشأ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صحوت وودعت الصبا والغوانيا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قلت لأصحابي أجيبوا المناديا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قولوا له إذ قام يدعو إلى الهدى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قتل العدى لبيك لبيك داعيا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قوموا له إذ شد للحرب أزره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فكل امرئ يجزى بما كان ساعيا</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lastRenderedPageBreak/>
              <w:t>و</w:t>
            </w:r>
            <w:r w:rsidRPr="00CA52B4">
              <w:rPr>
                <w:rtl/>
                <w:lang w:bidi="fa-IR"/>
              </w:rPr>
              <w:t>قودوا إلى الأعداء كلّ مضمّر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لحوق وقود السابحات النواجيا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سيروا إلى الأعداء بالبيض والقنا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هزوا حرابا نحوهم والعواليا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حنوا لخير الخلق جدا ووالدا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حسين لأهل الأرض لا زال هاديا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الا ابكوا حسينا معدن الجود والتقى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كان لتضعيف المثوبة راجيا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الا ابكوا حسينا كلما ذرّ شارق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عند غسوق الليل فابكوا إماميا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يبكي حسينا كلّ حاف وناعل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من راكب في الأرض أو كان ماشيا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لحى الله قوما كاتبوه لغدرهم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ما فيهم من كان للدين حاميا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لا من وفى بالعهد إذ حمي الوغى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لا زاجرا عنه المضلّين ناهيا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لا قائلا لا تقتلوه فتخسروا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من يقتل الزاكين يلقى المخازيا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لم يكن إلّا ناكثا أو معاندا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ذا فجرة يأتي إليه وعاديا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أضحى </w:t>
            </w:r>
            <w:r>
              <w:rPr>
                <w:rtl/>
                <w:lang w:bidi="fa-IR"/>
              </w:rPr>
              <w:t>(</w:t>
            </w:r>
            <w:r w:rsidRPr="00CA52B4">
              <w:rPr>
                <w:rtl/>
                <w:lang w:bidi="fa-IR"/>
              </w:rPr>
              <w:t>حسين</w:t>
            </w:r>
            <w:r>
              <w:rPr>
                <w:rtl/>
                <w:lang w:bidi="fa-IR"/>
              </w:rPr>
              <w:t>)</w:t>
            </w:r>
            <w:r w:rsidRPr="00CA52B4">
              <w:rPr>
                <w:rtl/>
                <w:lang w:bidi="fa-IR"/>
              </w:rPr>
              <w:t xml:space="preserve"> للرماح درية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فغودر مسلوبا على الطف ثاويا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قتيلا كأن لم يعرف الناس أصله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جزى الله قوما قاتلوه المخازيا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فيا ليتني إذ ذاك كنت لحقته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ضاربت عنه الفاسقين مفاديا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دافعت عنه ما استطعت مجاهدا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أغمدت سيفي فيهم وسنانيا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لكن عذري واضح غير مختف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كان قعودي ظلّة من ضلاليا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يا ليتي غودرت فيمن أجابه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كنت له في موضع القتل فاديا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يا ليتني جاهدت عنه بأسرتي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أهلي وخلاني جميعا وماليا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تزلزلت الآفاق من عظم فقده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أضحى له الحصن المحصّن خاويا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قد زالت الأطواد من عظم قتله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أضحى له سامى الشناخيب هاويا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قد كسفت شمس الضحى لمصابه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أضحت له الآفاق جهرا بواكيا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فيا أمة ضلت عن الحق والهدى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أنيبوا فإنّ الله في الحكم عاليا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توبوا إلى التواب من سوء فعلكم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إن لم تتوبوا تدركون المخازيا</w:t>
            </w:r>
            <w:r w:rsidRPr="00B10281">
              <w:rPr>
                <w:rStyle w:val="libPoemTiniCharChar"/>
                <w:rtl/>
              </w:rPr>
              <w:br/>
              <w:t> </w:t>
            </w:r>
          </w:p>
        </w:tc>
      </w:tr>
    </w:tbl>
    <w:p w:rsidR="00843DF1" w:rsidRDefault="00843DF1" w:rsidP="00B10281">
      <w:pPr>
        <w:pStyle w:val="libVar"/>
      </w:pPr>
      <w:r>
        <w:br w:type="page"/>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lastRenderedPageBreak/>
              <w:t>و</w:t>
            </w:r>
            <w:r w:rsidRPr="00CA52B4">
              <w:rPr>
                <w:rtl/>
                <w:lang w:bidi="fa-IR"/>
              </w:rPr>
              <w:t>كونوا ضرابا بالسيوف وبالقنا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تفوزوا كما فاز الذي كان ساعيا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إخواننا كانوا إذا الليل جنّهم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تلو اطوله القرآن ثم المثانيا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أصابهم أهل الشقاوة والغوى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فحتّى متى لا يبعث الجيش عاديا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عليهم سلام الله ما هبّت الصّبا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ما لاح نجم أو تحدّر هاديا</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فلما فرغ من شعره أمر به ابن زياد فضربت عنقه ثم صلب في السبخة.</w:t>
      </w:r>
    </w:p>
    <w:p w:rsidR="00843DF1" w:rsidRPr="00CA52B4" w:rsidRDefault="00843DF1" w:rsidP="00347E77">
      <w:pPr>
        <w:pStyle w:val="libNormal"/>
        <w:rPr>
          <w:rtl/>
          <w:lang w:bidi="fa-IR"/>
        </w:rPr>
      </w:pPr>
      <w:r w:rsidRPr="00CA52B4">
        <w:rPr>
          <w:rtl/>
          <w:lang w:bidi="fa-IR"/>
        </w:rPr>
        <w:t xml:space="preserve">ثم دعا ابن زياد بجندب بن عبد الله فقال له : يا عدوّ الله </w:t>
      </w:r>
      <w:r>
        <w:rPr>
          <w:rtl/>
          <w:lang w:bidi="fa-IR"/>
        </w:rPr>
        <w:t>أ</w:t>
      </w:r>
      <w:r w:rsidRPr="00CA52B4">
        <w:rPr>
          <w:rtl/>
          <w:lang w:bidi="fa-IR"/>
        </w:rPr>
        <w:t>لست صاحب عليّ بن أبي طالب يوم صفّين</w:t>
      </w:r>
      <w:r>
        <w:rPr>
          <w:rtl/>
          <w:lang w:bidi="fa-IR"/>
        </w:rPr>
        <w:t>؟</w:t>
      </w:r>
      <w:r w:rsidRPr="00CA52B4">
        <w:rPr>
          <w:rtl/>
          <w:lang w:bidi="fa-IR"/>
        </w:rPr>
        <w:t xml:space="preserve"> قال : نعم ولا زلت له وليا ولكم عدوا لا أبرأ من ذلك إليك ، ولا أعتذر في ذلك وأتنصل منه بين يديك. فقال ابن زياد له :</w:t>
      </w:r>
      <w:r>
        <w:rPr>
          <w:rFonts w:hint="cs"/>
          <w:rtl/>
          <w:lang w:bidi="fa-IR"/>
        </w:rPr>
        <w:t xml:space="preserve"> </w:t>
      </w:r>
      <w:r w:rsidRPr="00CA52B4">
        <w:rPr>
          <w:rtl/>
          <w:lang w:bidi="fa-IR"/>
        </w:rPr>
        <w:t>أما إنّي سأتقرب إلى الله بدمك. فقال جندب : والله ما يقربك دمي إلى الله لكنه يباعدك منه ، وبعد فإنّي لم يبق من عمري إلا أقله ، وما أكره أن يكرمني الله بهوانك.</w:t>
      </w:r>
    </w:p>
    <w:p w:rsidR="00843DF1" w:rsidRPr="00CA52B4" w:rsidRDefault="00843DF1" w:rsidP="00347E77">
      <w:pPr>
        <w:pStyle w:val="libNormal"/>
        <w:rPr>
          <w:rtl/>
          <w:lang w:bidi="fa-IR"/>
        </w:rPr>
      </w:pPr>
      <w:r w:rsidRPr="00CA52B4">
        <w:rPr>
          <w:rtl/>
          <w:lang w:bidi="fa-IR"/>
        </w:rPr>
        <w:t>فقال ابن زياد : أخرجوه عني فإنّه شيخ قد خرف وذهب عقله ، فاخرج وخلّي سبيله.</w:t>
      </w:r>
    </w:p>
    <w:p w:rsidR="00843DF1" w:rsidRPr="00CA52B4" w:rsidRDefault="00843DF1" w:rsidP="00B10281">
      <w:pPr>
        <w:pStyle w:val="libVar"/>
        <w:rPr>
          <w:rtl/>
          <w:lang w:bidi="fa-IR"/>
        </w:rPr>
      </w:pPr>
      <w:r w:rsidRPr="00CA52B4">
        <w:rPr>
          <w:rtl/>
          <w:lang w:bidi="fa-IR"/>
        </w:rPr>
        <w:t xml:space="preserve">الإرشاد للشيخ المفيد / 244. أصحاب ورواة الإمام الحسين </w:t>
      </w:r>
      <w:r>
        <w:rPr>
          <w:rtl/>
          <w:lang w:bidi="fa-IR"/>
        </w:rPr>
        <w:t>(</w:t>
      </w:r>
      <w:r w:rsidRPr="00CA52B4">
        <w:rPr>
          <w:rtl/>
          <w:lang w:bidi="fa-IR"/>
        </w:rPr>
        <w:t>عليه السلام</w:t>
      </w:r>
      <w:r>
        <w:rPr>
          <w:rtl/>
          <w:lang w:bidi="fa-IR"/>
        </w:rPr>
        <w:t xml:space="preserve">) ـ </w:t>
      </w:r>
      <w:r w:rsidRPr="00CA52B4">
        <w:rPr>
          <w:rtl/>
          <w:lang w:bidi="fa-IR"/>
        </w:rPr>
        <w:t>خ</w:t>
      </w:r>
      <w:r>
        <w:rPr>
          <w:rtl/>
          <w:lang w:bidi="fa-IR"/>
        </w:rPr>
        <w:t xml:space="preserve"> ـ.</w:t>
      </w:r>
      <w:r>
        <w:rPr>
          <w:rFonts w:hint="cs"/>
          <w:rtl/>
          <w:lang w:bidi="fa-IR"/>
        </w:rPr>
        <w:t xml:space="preserve"> </w:t>
      </w:r>
      <w:r w:rsidRPr="00CA52B4">
        <w:rPr>
          <w:rtl/>
          <w:lang w:bidi="fa-IR"/>
        </w:rPr>
        <w:t xml:space="preserve">تاريخ الطبري 6 / 263. معجم رجال الحديث 10 / 258. مع الحسين </w:t>
      </w:r>
      <w:r>
        <w:rPr>
          <w:rtl/>
          <w:lang w:bidi="fa-IR"/>
        </w:rPr>
        <w:t>(</w:t>
      </w:r>
      <w:r w:rsidRPr="00CA52B4">
        <w:rPr>
          <w:rtl/>
          <w:lang w:bidi="fa-IR"/>
        </w:rPr>
        <w:t>عليه السلام</w:t>
      </w:r>
      <w:r>
        <w:rPr>
          <w:rtl/>
          <w:lang w:bidi="fa-IR"/>
        </w:rPr>
        <w:t>)</w:t>
      </w:r>
      <w:r w:rsidRPr="00CA52B4">
        <w:rPr>
          <w:rtl/>
          <w:lang w:bidi="fa-IR"/>
        </w:rPr>
        <w:t xml:space="preserve"> في نهضته / 302. مقتل أبي مخنف / 106. مقتل الخوارزمي 2 / 52.</w:t>
      </w:r>
    </w:p>
    <w:p w:rsidR="00843DF1" w:rsidRPr="00CA52B4" w:rsidRDefault="00843DF1" w:rsidP="00EB70B9">
      <w:pPr>
        <w:pStyle w:val="libBold1"/>
        <w:rPr>
          <w:rtl/>
          <w:lang w:bidi="fa-IR"/>
        </w:rPr>
      </w:pPr>
      <w:r w:rsidRPr="00CA52B4">
        <w:rPr>
          <w:rtl/>
        </w:rPr>
        <w:t>707</w:t>
      </w:r>
      <w:r>
        <w:rPr>
          <w:rtl/>
        </w:rPr>
        <w:t xml:space="preserve"> ـ </w:t>
      </w:r>
      <w:r w:rsidRPr="00CA52B4">
        <w:rPr>
          <w:rtl/>
        </w:rPr>
        <w:t xml:space="preserve">عبد الله </w:t>
      </w:r>
      <w:r>
        <w:rPr>
          <w:rtl/>
        </w:rPr>
        <w:t>(</w:t>
      </w:r>
      <w:r w:rsidRPr="00CA52B4">
        <w:rPr>
          <w:rtl/>
        </w:rPr>
        <w:t>أبو بكر</w:t>
      </w:r>
      <w:r>
        <w:rPr>
          <w:rtl/>
        </w:rPr>
        <w:t>)</w:t>
      </w:r>
      <w:r w:rsidRPr="00CA52B4">
        <w:rPr>
          <w:rtl/>
        </w:rPr>
        <w:t xml:space="preserve"> ابن أبي قحافة عثمان بن عامر بن عمرو بن كعب بن سعد بن تيم بن مرة التيمي مات سنة 13 ه‍</w:t>
      </w:r>
      <w:r>
        <w:rPr>
          <w:rtl/>
        </w:rPr>
        <w:t>.</w:t>
      </w:r>
    </w:p>
    <w:p w:rsidR="00843DF1" w:rsidRPr="00CA52B4" w:rsidRDefault="00843DF1" w:rsidP="00347E77">
      <w:pPr>
        <w:pStyle w:val="libNormal"/>
        <w:rPr>
          <w:rtl/>
          <w:lang w:bidi="fa-IR"/>
        </w:rPr>
      </w:pPr>
      <w:r w:rsidRPr="00CA52B4">
        <w:rPr>
          <w:rtl/>
          <w:lang w:bidi="fa-IR"/>
        </w:rPr>
        <w:t xml:space="preserve">صحابي ، شهد مشاهد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وروى عنه ، وتربّع على أريكة الخلافة الإلهية ، وانتزعها من صاحبها الشرعي وامتلكها سنتين وشيئا ، وقيل عشرين شهرا ، ومات يوم الأثنين جمادى الأولى عام ثلاث عشرة من الهجرة ، وهو ابن ثلاث وستين سنة ، وصلى عليه عمر بن الخطاب. أخذ وتعلم من أمير المؤمنين </w:t>
      </w:r>
      <w:r>
        <w:rPr>
          <w:rtl/>
          <w:lang w:bidi="fa-IR"/>
        </w:rPr>
        <w:t>(</w:t>
      </w:r>
      <w:r w:rsidRPr="00CA52B4">
        <w:rPr>
          <w:rtl/>
          <w:lang w:bidi="fa-IR"/>
        </w:rPr>
        <w:t>عليه السلام</w:t>
      </w:r>
      <w:r>
        <w:rPr>
          <w:rtl/>
          <w:lang w:bidi="fa-IR"/>
        </w:rPr>
        <w:t>)</w:t>
      </w:r>
      <w:r w:rsidRPr="00CA52B4">
        <w:rPr>
          <w:rtl/>
          <w:lang w:bidi="fa-IR"/>
        </w:rPr>
        <w:t xml:space="preserve"> ، الأحكام والشيء الكثير من العلوم ، وكان يرجع إليه في كافة المسائل ، وحتّى حين تم الأمر له ببيعة اثنين فحسب ، وهما عمر ، وأبو عبيدة. وكان قبل إسلامه مذكورا ، ورئيسا معروفا ، يجتمع إليه كثير من أهل مكة فينشدون الأشعار ، ويتذاكرون الأخبار ويشربون الخمر.</w:t>
      </w:r>
      <w:r>
        <w:rPr>
          <w:rFonts w:hint="cs"/>
          <w:rtl/>
          <w:lang w:bidi="fa-IR"/>
        </w:rPr>
        <w:t xml:space="preserve"> </w:t>
      </w:r>
      <w:r w:rsidRPr="00CA52B4">
        <w:rPr>
          <w:rtl/>
          <w:lang w:bidi="fa-IR"/>
        </w:rPr>
        <w:t xml:space="preserve">وقد ردّد هذه الجملة </w:t>
      </w:r>
      <w:r>
        <w:rPr>
          <w:rtl/>
          <w:lang w:bidi="fa-IR"/>
        </w:rPr>
        <w:t>(</w:t>
      </w:r>
      <w:r w:rsidRPr="00CA52B4">
        <w:rPr>
          <w:rtl/>
          <w:lang w:bidi="fa-IR"/>
        </w:rPr>
        <w:t>لو لا عليّ لهلك أبا بكر</w:t>
      </w:r>
      <w:r>
        <w:rPr>
          <w:rtl/>
          <w:lang w:bidi="fa-IR"/>
        </w:rPr>
        <w:t>)</w:t>
      </w:r>
      <w:r w:rsidRPr="00CA52B4">
        <w:rPr>
          <w:rtl/>
          <w:lang w:bidi="fa-IR"/>
        </w:rPr>
        <w:t xml:space="preserve"> كثيرا في موارد مختلفة ، كما كان يرسل إلى عليّ </w:t>
      </w:r>
      <w:r>
        <w:rPr>
          <w:rtl/>
          <w:lang w:bidi="fa-IR"/>
        </w:rPr>
        <w:t>(</w:t>
      </w:r>
      <w:r w:rsidRPr="00CA52B4">
        <w:rPr>
          <w:rtl/>
          <w:lang w:bidi="fa-IR"/>
        </w:rPr>
        <w:t>عليه السلام</w:t>
      </w:r>
      <w:r>
        <w:rPr>
          <w:rtl/>
          <w:lang w:bidi="fa-IR"/>
        </w:rPr>
        <w:t>)</w:t>
      </w:r>
      <w:r w:rsidRPr="00CA52B4">
        <w:rPr>
          <w:rtl/>
          <w:lang w:bidi="fa-IR"/>
        </w:rPr>
        <w:t xml:space="preserve"> ويسأل منه في مواضيع شتّى ، ومنها أنّ أبا بكر شاور عليا </w:t>
      </w:r>
      <w:r>
        <w:rPr>
          <w:rtl/>
          <w:lang w:bidi="fa-IR"/>
        </w:rPr>
        <w:t>(</w:t>
      </w:r>
      <w:r w:rsidRPr="00CA52B4">
        <w:rPr>
          <w:rtl/>
          <w:lang w:bidi="fa-IR"/>
        </w:rPr>
        <w:t>عليه السلام</w:t>
      </w:r>
      <w:r>
        <w:rPr>
          <w:rtl/>
          <w:lang w:bidi="fa-IR"/>
        </w:rPr>
        <w:t>)</w:t>
      </w:r>
      <w:r w:rsidRPr="00CA52B4">
        <w:rPr>
          <w:rtl/>
          <w:lang w:bidi="fa-IR"/>
        </w:rPr>
        <w:t xml:space="preserve"> في قتال أهل الردة ، بعد أن شاور الصحابة</w:t>
      </w:r>
    </w:p>
    <w:p w:rsidR="00843DF1" w:rsidRPr="00CA52B4" w:rsidRDefault="00843DF1" w:rsidP="00B10281">
      <w:pPr>
        <w:pStyle w:val="libNormal0"/>
        <w:rPr>
          <w:rtl/>
          <w:lang w:bidi="fa-IR"/>
        </w:rPr>
      </w:pPr>
      <w:r>
        <w:rPr>
          <w:rtl/>
          <w:lang w:bidi="fa-IR"/>
        </w:rPr>
        <w:br w:type="page"/>
      </w:r>
      <w:r w:rsidRPr="00CA52B4">
        <w:rPr>
          <w:rtl/>
          <w:lang w:bidi="fa-IR"/>
        </w:rPr>
        <w:lastRenderedPageBreak/>
        <w:t>فاختلفوا عليه ، فقال له : ما تقول يا أبا الحسن</w:t>
      </w:r>
      <w:r>
        <w:rPr>
          <w:rtl/>
          <w:lang w:bidi="fa-IR"/>
        </w:rPr>
        <w:t>؟</w:t>
      </w:r>
      <w:r w:rsidRPr="00CA52B4">
        <w:rPr>
          <w:rtl/>
          <w:lang w:bidi="fa-IR"/>
        </w:rPr>
        <w:t xml:space="preserve"> فقال : أقول لك إن تركت شيئا مما أخذ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منهم ، فأنت على خلاف سنة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قال : أما إن قلت ذلك لأقاتلنّهم وإن منعوني عقالا.</w:t>
      </w:r>
    </w:p>
    <w:p w:rsidR="00843DF1" w:rsidRPr="00CA52B4" w:rsidRDefault="00843DF1" w:rsidP="00347E77">
      <w:pPr>
        <w:pStyle w:val="libNormal"/>
        <w:rPr>
          <w:rtl/>
          <w:lang w:bidi="fa-IR"/>
        </w:rPr>
      </w:pPr>
      <w:r w:rsidRPr="00CA52B4">
        <w:rPr>
          <w:rtl/>
          <w:lang w:bidi="fa-IR"/>
        </w:rPr>
        <w:t>إلى غير هذا من القضايا ، والوقائع التي تجدها في مؤلفات الأعلام. وقد أفرد بعضهم ، دراسات خاصة عنه. واختلق له كرامات ومناقب من قبل الأعلام المغفّلين المأجورين ، الذين أعماهم الغلو في الفضائل وأصمّهم ، فقالوا منكرا من القول وزورا</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الغدير 7 / 87</w:t>
      </w:r>
      <w:r>
        <w:rPr>
          <w:rtl/>
          <w:lang w:bidi="fa-IR"/>
        </w:rPr>
        <w:t xml:space="preserve"> ـ </w:t>
      </w:r>
      <w:r w:rsidRPr="00CA52B4">
        <w:rPr>
          <w:rtl/>
          <w:lang w:bidi="fa-IR"/>
        </w:rPr>
        <w:t>330.</w:t>
      </w:r>
    </w:p>
    <w:p w:rsidR="00843DF1" w:rsidRPr="00CA52B4" w:rsidRDefault="00843DF1" w:rsidP="00EB70B9">
      <w:pPr>
        <w:pStyle w:val="libBold1"/>
        <w:rPr>
          <w:rtl/>
          <w:lang w:bidi="fa-IR"/>
        </w:rPr>
      </w:pPr>
      <w:r w:rsidRPr="00CA52B4">
        <w:rPr>
          <w:rtl/>
        </w:rPr>
        <w:t>708</w:t>
      </w:r>
      <w:r>
        <w:rPr>
          <w:rtl/>
        </w:rPr>
        <w:t xml:space="preserve"> ـ </w:t>
      </w:r>
      <w:r w:rsidRPr="00CA52B4">
        <w:rPr>
          <w:rtl/>
        </w:rPr>
        <w:t>عبد الله بن عمار بن عبد يغوث البارقي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صحابي ، روى عنه التابعون أحاديث عن وقعة صفين. روى عنه الحجاج بن أرطاة قال : قال عبد الله : إنّ عليا قال لأهل الرقة : اجسروا لي جسرا لكي أعبر من هذا المكان إلى الشام. فأبوا وقد كانوا ضمّوا السفن عندهم ، فنهض من عندهم ليعبر على جسر منبج وخلف عليه الأشتر ، فناداهم فقال : يا أهل هذا الحصن ، إنّي أقسم بالله لئن مضى أمير المؤمنين ولم تجسروا له عند مدينتكم حتّى يعبر منها لأجردنّ فيكم السيف ، ولأقتلنّ مقاتلتكم ، ولأخربنّ أرضكم ، ولآخذنّ أموالكم ، فلقي بعضهم بعضا فقالوا :</w:t>
      </w:r>
      <w:r>
        <w:rPr>
          <w:rFonts w:hint="cs"/>
          <w:rtl/>
          <w:lang w:bidi="fa-IR"/>
        </w:rPr>
        <w:t xml:space="preserve"> </w:t>
      </w:r>
      <w:r w:rsidRPr="00CA52B4">
        <w:rPr>
          <w:rtl/>
          <w:lang w:bidi="fa-IR"/>
        </w:rPr>
        <w:t>إنّ الأشتر يفي بما يقول ، وإنّ عليا خلّفه علينا ليأتينا منه الشر ، فبعثوا إليه :</w:t>
      </w:r>
      <w:r>
        <w:rPr>
          <w:rFonts w:hint="cs"/>
          <w:rtl/>
          <w:lang w:bidi="fa-IR"/>
        </w:rPr>
        <w:t xml:space="preserve"> </w:t>
      </w:r>
      <w:r w:rsidRPr="00CA52B4">
        <w:rPr>
          <w:rtl/>
          <w:lang w:bidi="fa-IR"/>
        </w:rPr>
        <w:t>إنا ناصبون لكم جسرا فأقبلوا ، فأرسل الأشتر إلى عليّ فجاء ونصبوا له الجسر ، فعبّر الأثقال والرجال ، ثم أمر الأشتر فوقف في ثلاثة آلاف فارس ، حتّى لم يبق أحد من الناس إلا عبر ، ثم إنّه عبر آخر الناس رجلا.</w:t>
      </w:r>
    </w:p>
    <w:p w:rsidR="00843DF1" w:rsidRPr="00CA52B4" w:rsidRDefault="00843DF1" w:rsidP="00B10281">
      <w:pPr>
        <w:pStyle w:val="libVar"/>
        <w:rPr>
          <w:rtl/>
          <w:lang w:bidi="fa-IR"/>
        </w:rPr>
      </w:pPr>
      <w:r w:rsidRPr="00CA52B4">
        <w:rPr>
          <w:rtl/>
          <w:lang w:bidi="fa-IR"/>
        </w:rPr>
        <w:t>أسد الغابة 3 / 227. الإصابة 3 / 137. تاريخ الطبري 5 / 237. تنقيح المقال 2 / 200. جامع الرواة 1 / 499. رجال الطوسي / 51. شرح ابن أبي الحديد 14 / 277. الغدير 4 / 140. قاموس الرجال 6 / 91. مجمع الرجال 4 / 30. معجم رجال الحديث 10 / 267. منتهى المقال / 187. نقد الرجال / 203. وقعة صفين / 151</w:t>
      </w:r>
      <w:r>
        <w:rPr>
          <w:rtl/>
          <w:lang w:bidi="fa-IR"/>
        </w:rPr>
        <w:t xml:space="preserve"> ـ </w:t>
      </w:r>
      <w:r w:rsidRPr="00CA52B4">
        <w:rPr>
          <w:rtl/>
          <w:lang w:bidi="fa-IR"/>
        </w:rPr>
        <w:t>152.</w:t>
      </w:r>
    </w:p>
    <w:p w:rsidR="00843DF1" w:rsidRPr="00CA52B4" w:rsidRDefault="00843DF1" w:rsidP="00EB70B9">
      <w:pPr>
        <w:pStyle w:val="libBold1"/>
        <w:rPr>
          <w:rtl/>
          <w:lang w:bidi="fa-IR"/>
        </w:rPr>
      </w:pPr>
      <w:r>
        <w:rPr>
          <w:rtl/>
          <w:lang w:bidi="fa-IR"/>
        </w:rPr>
        <w:br w:type="page"/>
      </w:r>
      <w:r w:rsidRPr="00CA52B4">
        <w:rPr>
          <w:rtl/>
        </w:rPr>
        <w:lastRenderedPageBreak/>
        <w:t>709</w:t>
      </w:r>
      <w:r>
        <w:rPr>
          <w:rtl/>
        </w:rPr>
        <w:t xml:space="preserve"> ـ </w:t>
      </w:r>
      <w:r w:rsidRPr="00CA52B4">
        <w:rPr>
          <w:rtl/>
        </w:rPr>
        <w:t>عبد الله بن عمرو بن معاذ بن الجموح بن زيد بن حرام بن كعب بن غنم بن كعب بن سلمة بن سعد بن علي بن أسد بن ساردة بن يزيد بن جشم بن الخزرج</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 روى عن الصحابة ، قال : حدثني رجل من زريق ، أنّ عمر كان يوم بويع أبو بكر محتجزا يهرول بين يدي أبي بكر ، ويقول : ألا إنّ الناس قد بايعوا أبا بكر ، قال : فجاء أبو بكر حتّى جلس على منبر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فحمد الله وأثنى عليه ثم قال :</w:t>
      </w:r>
    </w:p>
    <w:p w:rsidR="00843DF1" w:rsidRPr="00CA52B4" w:rsidRDefault="00843DF1" w:rsidP="00347E77">
      <w:pPr>
        <w:pStyle w:val="libNormal"/>
        <w:rPr>
          <w:rtl/>
          <w:lang w:bidi="fa-IR"/>
        </w:rPr>
      </w:pPr>
      <w:r w:rsidRPr="00CA52B4">
        <w:rPr>
          <w:rtl/>
          <w:lang w:bidi="fa-IR"/>
        </w:rPr>
        <w:t>أما بعد ، فإنّي ولّيتكم ولست بخيركم</w:t>
      </w:r>
      <w:r>
        <w:rPr>
          <w:rtl/>
          <w:lang w:bidi="fa-IR"/>
        </w:rPr>
        <w:t xml:space="preserve"> ..</w:t>
      </w:r>
      <w:r w:rsidRPr="00CA52B4">
        <w:rPr>
          <w:rtl/>
          <w:lang w:bidi="fa-IR"/>
        </w:rPr>
        <w:t xml:space="preserve"> أيها الناس إذا أحسنت فأعينوني ، وإذا زغت فقوّموني</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تنقيح المقال 2 / 200. جامع الرواة 1 / 498. رجال الشيخ الطوسي / 49. شرح ابن أبي الحديد 2 / 55. مجمع الرجال 4 / 32. معجم رجال الحديث 10 / 272. منتهى المقال / 187. نقد الرجال / 203.</w:t>
      </w:r>
    </w:p>
    <w:p w:rsidR="00843DF1" w:rsidRPr="00CA52B4" w:rsidRDefault="00843DF1" w:rsidP="00EB70B9">
      <w:pPr>
        <w:pStyle w:val="libBold1"/>
        <w:rPr>
          <w:rtl/>
          <w:lang w:bidi="fa-IR"/>
        </w:rPr>
      </w:pPr>
      <w:r w:rsidRPr="00CA52B4">
        <w:rPr>
          <w:rtl/>
        </w:rPr>
        <w:t>710</w:t>
      </w:r>
      <w:r>
        <w:rPr>
          <w:rtl/>
        </w:rPr>
        <w:t xml:space="preserve"> ـ </w:t>
      </w:r>
      <w:r w:rsidRPr="00CA52B4">
        <w:rPr>
          <w:rtl/>
        </w:rPr>
        <w:t>عبد الله بن عمر بن الخطاب بن نفيل بن عبد العزى بن رياح بن قرط بن رزاح بن عدي بن كعب بن لؤي العدوي القرشي المتوفى 73 ه‍</w:t>
      </w:r>
      <w:r>
        <w:rPr>
          <w:rtl/>
        </w:rPr>
        <w:t>.</w:t>
      </w:r>
    </w:p>
    <w:p w:rsidR="00843DF1" w:rsidRPr="00CA52B4" w:rsidRDefault="00843DF1" w:rsidP="00347E77">
      <w:pPr>
        <w:pStyle w:val="libNormal"/>
        <w:rPr>
          <w:rtl/>
          <w:lang w:bidi="fa-IR"/>
        </w:rPr>
      </w:pPr>
      <w:r w:rsidRPr="00CA52B4">
        <w:rPr>
          <w:rtl/>
          <w:lang w:bidi="fa-IR"/>
        </w:rPr>
        <w:t xml:space="preserve">صحابي ، له روايات وأحاديث ، وهو من الذين لم يبايعوا أمير المؤمنين </w:t>
      </w:r>
      <w:r>
        <w:rPr>
          <w:rtl/>
          <w:lang w:bidi="fa-IR"/>
        </w:rPr>
        <w:t>(</w:t>
      </w:r>
      <w:r w:rsidRPr="00CA52B4">
        <w:rPr>
          <w:rtl/>
          <w:lang w:bidi="fa-IR"/>
        </w:rPr>
        <w:t>عليه السلام</w:t>
      </w:r>
      <w:r>
        <w:rPr>
          <w:rtl/>
          <w:lang w:bidi="fa-IR"/>
        </w:rPr>
        <w:t>)</w:t>
      </w:r>
      <w:r w:rsidRPr="00CA52B4">
        <w:rPr>
          <w:rtl/>
          <w:lang w:bidi="fa-IR"/>
        </w:rPr>
        <w:t xml:space="preserve"> ، وقعد عن بيعته مع جماعة عثمانية لم يروا إلا الخروج عن الأمر. وقال حين حضرته الوفاة : ما أجد في نفسي من أمر الدنيا شيئا إلا أنّي لم أقاتل الفئة الباغية مع عليّ بن أبي طالب.</w:t>
      </w:r>
    </w:p>
    <w:p w:rsidR="00843DF1" w:rsidRPr="00CA52B4" w:rsidRDefault="00843DF1" w:rsidP="00347E77">
      <w:pPr>
        <w:pStyle w:val="libNormal"/>
        <w:rPr>
          <w:rtl/>
          <w:lang w:bidi="fa-IR"/>
        </w:rPr>
      </w:pPr>
      <w:r w:rsidRPr="00CA52B4">
        <w:rPr>
          <w:rtl/>
          <w:lang w:bidi="fa-IR"/>
        </w:rPr>
        <w:t xml:space="preserve">ولما ولي الحجاج الحجاز من قبل عبد الملك بن مروان ، راح إليه عبد الله ليلا ليبايعه وقال : مد يدك لأبايعك ، فقال له الحجاج ما أعجلك ، فقال : سمعت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يقول : من مات ولم يعرف إمام زمانه مات ميتة جاهلية. فأخرج الحجاج رجله وقال : إنّ يدي مشغولة عنك ، وكان يكتب فدونك رجلي ، فقال ابن عمر : </w:t>
      </w:r>
      <w:r>
        <w:rPr>
          <w:rtl/>
          <w:lang w:bidi="fa-IR"/>
        </w:rPr>
        <w:t>أ</w:t>
      </w:r>
      <w:r w:rsidRPr="00CA52B4">
        <w:rPr>
          <w:rtl/>
          <w:lang w:bidi="fa-IR"/>
        </w:rPr>
        <w:t>تستهزئ منّي</w:t>
      </w:r>
      <w:r>
        <w:rPr>
          <w:rtl/>
          <w:lang w:bidi="fa-IR"/>
        </w:rPr>
        <w:t>؟</w:t>
      </w:r>
      <w:r w:rsidRPr="00CA52B4">
        <w:rPr>
          <w:rtl/>
          <w:lang w:bidi="fa-IR"/>
        </w:rPr>
        <w:t xml:space="preserve"> قال الحجاج : يا أحمق بني عدي ، ما بايعت مع عليّ ، وتقول اليوم من مات ولم يعرف إمام زمانه مات ميتة جاهلية ، أو ما كان عليّ إمام زمانك</w:t>
      </w:r>
      <w:r>
        <w:rPr>
          <w:rtl/>
          <w:lang w:bidi="fa-IR"/>
        </w:rPr>
        <w:t>؟</w:t>
      </w:r>
      <w:r w:rsidRPr="00CA52B4">
        <w:rPr>
          <w:rtl/>
          <w:lang w:bidi="fa-IR"/>
        </w:rPr>
        <w:t xml:space="preserve"> والله ما جئت إلي لقول</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النبي </w:t>
      </w:r>
      <w:r>
        <w:rPr>
          <w:rtl/>
          <w:lang w:bidi="fa-IR"/>
        </w:rPr>
        <w:t>(</w:t>
      </w:r>
      <w:r w:rsidRPr="00CA52B4">
        <w:rPr>
          <w:rtl/>
          <w:lang w:bidi="fa-IR"/>
        </w:rPr>
        <w:t>صلّى الله عليه وآله وسلّم</w:t>
      </w:r>
      <w:r>
        <w:rPr>
          <w:rtl/>
          <w:lang w:bidi="fa-IR"/>
        </w:rPr>
        <w:t>)</w:t>
      </w:r>
      <w:r w:rsidRPr="00CA52B4">
        <w:rPr>
          <w:rtl/>
          <w:lang w:bidi="fa-IR"/>
        </w:rPr>
        <w:t xml:space="preserve"> بل جئت مخافة تلك الشجرة التي صلب عليها ابن الزبير ، فمسح على رجله وخرج. مات سنة 73 ، 74 ه‍</w:t>
      </w:r>
      <w:r>
        <w:rPr>
          <w:rtl/>
          <w:lang w:bidi="fa-IR"/>
        </w:rPr>
        <w:t>.</w:t>
      </w:r>
    </w:p>
    <w:p w:rsidR="00843DF1" w:rsidRPr="00CA52B4" w:rsidRDefault="00843DF1" w:rsidP="00B10281">
      <w:pPr>
        <w:pStyle w:val="libVar"/>
        <w:rPr>
          <w:rtl/>
          <w:lang w:bidi="fa-IR"/>
        </w:rPr>
      </w:pPr>
      <w:r w:rsidRPr="00CA52B4">
        <w:rPr>
          <w:rtl/>
          <w:lang w:bidi="fa-IR"/>
        </w:rPr>
        <w:t>الأخبار الطوال / 141 ، 142 ، 198 ، 199 ، 226 ، 315 ، 316. الاستيعاب 2 / 341. أسد الغابة 3 / 227. الإصابة 2 / 347. أنساب الأشراف 3 / 155 ، 278.</w:t>
      </w:r>
      <w:r>
        <w:rPr>
          <w:rFonts w:hint="cs"/>
          <w:rtl/>
          <w:lang w:bidi="fa-IR"/>
        </w:rPr>
        <w:t xml:space="preserve"> </w:t>
      </w:r>
      <w:r w:rsidRPr="00CA52B4">
        <w:rPr>
          <w:rtl/>
          <w:lang w:bidi="fa-IR"/>
        </w:rPr>
        <w:t>الأعلام 4 / 246. الإمامة والسياسة 1 / 52. البداية والنهاية 9 / 4. تاريخ بغداد 10 / 19. تاريخ الخلفاء / 168. تاريخ الخميس 2 / 250. تحفة الأحباب / 190.</w:t>
      </w:r>
      <w:r>
        <w:rPr>
          <w:rFonts w:hint="cs"/>
          <w:rtl/>
          <w:lang w:bidi="fa-IR"/>
        </w:rPr>
        <w:t xml:space="preserve"> </w:t>
      </w:r>
      <w:r w:rsidRPr="00CA52B4">
        <w:rPr>
          <w:rtl/>
          <w:lang w:bidi="fa-IR"/>
        </w:rPr>
        <w:t>تقريب التهذيب 1 / 435. تنقيح المقال 2 / 200. تهذيب التهذيب 5 / 328. تذكرة الحفاظ 1 / 37. تاريخ جرجان / 158</w:t>
      </w:r>
      <w:r>
        <w:rPr>
          <w:rtl/>
          <w:lang w:bidi="fa-IR"/>
        </w:rPr>
        <w:t xml:space="preserve"> ـ </w:t>
      </w:r>
      <w:r w:rsidRPr="00CA52B4">
        <w:rPr>
          <w:rtl/>
          <w:lang w:bidi="fa-IR"/>
        </w:rPr>
        <w:t xml:space="preserve">الفهرست. الجرح والتعديل 5 / 107. جمهرة أنساب العرب / 152. حلية الأولياء 1 / 292 وج 2 / 7. سفينة البحار 2 / 135. شذرات الذهب 1 / 81. ابن أبي الحديد 1 / 185 وفي أكثر أجزائه </w:t>
      </w:r>
      <w:r>
        <w:rPr>
          <w:rtl/>
          <w:lang w:bidi="fa-IR"/>
        </w:rPr>
        <w:t>و 2</w:t>
      </w:r>
      <w:r w:rsidRPr="00CA52B4">
        <w:rPr>
          <w:rtl/>
          <w:lang w:bidi="fa-IR"/>
        </w:rPr>
        <w:t xml:space="preserve">0 / 20 ، 37 ، 106 ، 133 ، 136 ، 149. الطبقات الكبرى 2 / 373 </w:t>
      </w:r>
      <w:r>
        <w:rPr>
          <w:rtl/>
          <w:lang w:bidi="fa-IR"/>
        </w:rPr>
        <w:t>و 4</w:t>
      </w:r>
      <w:r w:rsidRPr="00CA52B4">
        <w:rPr>
          <w:rtl/>
          <w:lang w:bidi="fa-IR"/>
        </w:rPr>
        <w:t xml:space="preserve"> / 142. طبقات الحفاظ / 9. طبقات القراء 1 / 437. العقد الفريد 8 / 62</w:t>
      </w:r>
      <w:r>
        <w:rPr>
          <w:rtl/>
          <w:lang w:bidi="fa-IR"/>
        </w:rPr>
        <w:t xml:space="preserve"> ـ </w:t>
      </w:r>
      <w:r w:rsidRPr="00CA52B4">
        <w:rPr>
          <w:rtl/>
          <w:lang w:bidi="fa-IR"/>
        </w:rPr>
        <w:t>الفهارس</w:t>
      </w:r>
      <w:r>
        <w:rPr>
          <w:rtl/>
          <w:lang w:bidi="fa-IR"/>
        </w:rPr>
        <w:t xml:space="preserve"> ـ.</w:t>
      </w:r>
      <w:r w:rsidRPr="00CA52B4">
        <w:rPr>
          <w:rtl/>
          <w:lang w:bidi="fa-IR"/>
        </w:rPr>
        <w:t xml:space="preserve"> العبر 1 / 83. الغدير 1 / 53 ، 145</w:t>
      </w:r>
      <w:r>
        <w:rPr>
          <w:rtl/>
          <w:lang w:bidi="fa-IR"/>
        </w:rPr>
        <w:t xml:space="preserve"> ـ </w:t>
      </w:r>
      <w:r w:rsidRPr="00CA52B4">
        <w:rPr>
          <w:rtl/>
          <w:lang w:bidi="fa-IR"/>
        </w:rPr>
        <w:t xml:space="preserve">الفهارس / 205. الغارات 1 / 18 ، 36 ، 70 ، 156 ، 215 ، 265 ، 312 </w:t>
      </w:r>
      <w:r>
        <w:rPr>
          <w:rtl/>
          <w:lang w:bidi="fa-IR"/>
        </w:rPr>
        <w:t>و 2</w:t>
      </w:r>
      <w:r w:rsidRPr="00CA52B4">
        <w:rPr>
          <w:rtl/>
          <w:lang w:bidi="fa-IR"/>
        </w:rPr>
        <w:t xml:space="preserve"> / 1021.</w:t>
      </w:r>
      <w:r>
        <w:rPr>
          <w:rFonts w:hint="cs"/>
          <w:rtl/>
          <w:lang w:bidi="fa-IR"/>
        </w:rPr>
        <w:t xml:space="preserve"> </w:t>
      </w:r>
      <w:r w:rsidRPr="00CA52B4">
        <w:rPr>
          <w:rtl/>
          <w:lang w:bidi="fa-IR"/>
        </w:rPr>
        <w:t>قاموس الرجال 6 / 94. الكامل في التأريخ 13 / 206</w:t>
      </w:r>
      <w:r>
        <w:rPr>
          <w:rtl/>
          <w:lang w:bidi="fa-IR"/>
        </w:rPr>
        <w:t xml:space="preserve"> ـ </w:t>
      </w:r>
      <w:r w:rsidRPr="00CA52B4">
        <w:rPr>
          <w:rtl/>
          <w:lang w:bidi="fa-IR"/>
        </w:rPr>
        <w:t>الفهارس</w:t>
      </w:r>
      <w:r>
        <w:rPr>
          <w:rtl/>
          <w:lang w:bidi="fa-IR"/>
        </w:rPr>
        <w:t xml:space="preserve"> ـ.</w:t>
      </w:r>
      <w:r w:rsidRPr="00CA52B4">
        <w:rPr>
          <w:rtl/>
          <w:lang w:bidi="fa-IR"/>
        </w:rPr>
        <w:t xml:space="preserve"> الكنى والألقاب 1 / 363. مرآة الجنان 1 / 154. المعارف / 80. معجم رجال الحديث 10 / 267.</w:t>
      </w:r>
      <w:r>
        <w:rPr>
          <w:rFonts w:hint="cs"/>
          <w:rtl/>
          <w:lang w:bidi="fa-IR"/>
        </w:rPr>
        <w:t xml:space="preserve"> </w:t>
      </w:r>
      <w:r w:rsidRPr="00CA52B4">
        <w:rPr>
          <w:rtl/>
          <w:lang w:bidi="fa-IR"/>
        </w:rPr>
        <w:t>منتهى المقال / 193. المجروحون من المحدّثين 3 / 245. النجوم الزاهرة 1 / 20 ، 192. النهاية في غريب الحديث 5 / 408</w:t>
      </w:r>
      <w:r>
        <w:rPr>
          <w:rtl/>
          <w:lang w:bidi="fa-IR"/>
        </w:rPr>
        <w:t xml:space="preserve"> ـ </w:t>
      </w:r>
      <w:r w:rsidRPr="00CA52B4">
        <w:rPr>
          <w:rtl/>
          <w:lang w:bidi="fa-IR"/>
        </w:rPr>
        <w:t>409. نكت الهميان / 183. وقعة صفين / 63 ، 65 ، 71</w:t>
      </w:r>
      <w:r>
        <w:rPr>
          <w:rtl/>
          <w:lang w:bidi="fa-IR"/>
        </w:rPr>
        <w:t xml:space="preserve"> ـ </w:t>
      </w:r>
      <w:r w:rsidRPr="00CA52B4">
        <w:rPr>
          <w:rtl/>
          <w:lang w:bidi="fa-IR"/>
        </w:rPr>
        <w:t>73 ، 217</w:t>
      </w:r>
      <w:r>
        <w:rPr>
          <w:rtl/>
          <w:lang w:bidi="fa-IR"/>
        </w:rPr>
        <w:t xml:space="preserve"> ـ </w:t>
      </w:r>
      <w:r w:rsidRPr="00CA52B4">
        <w:rPr>
          <w:rtl/>
          <w:lang w:bidi="fa-IR"/>
        </w:rPr>
        <w:t>221 ، 539 ، 542 ، 544 ، 551. وفيات الأعيان 3 / 28</w:t>
      </w:r>
      <w:r>
        <w:rPr>
          <w:rtl/>
          <w:lang w:bidi="fa-IR"/>
        </w:rPr>
        <w:t xml:space="preserve"> ـ </w:t>
      </w:r>
      <w:r w:rsidRPr="00CA52B4">
        <w:rPr>
          <w:rtl/>
          <w:lang w:bidi="fa-IR"/>
        </w:rPr>
        <w:t>31.</w:t>
      </w:r>
    </w:p>
    <w:p w:rsidR="00843DF1" w:rsidRPr="00CA52B4" w:rsidRDefault="00843DF1" w:rsidP="00EB70B9">
      <w:pPr>
        <w:pStyle w:val="libBold1"/>
        <w:rPr>
          <w:rtl/>
          <w:lang w:bidi="fa-IR"/>
        </w:rPr>
      </w:pPr>
      <w:r w:rsidRPr="00CA52B4">
        <w:rPr>
          <w:rtl/>
        </w:rPr>
        <w:t>711</w:t>
      </w:r>
      <w:r>
        <w:rPr>
          <w:rtl/>
        </w:rPr>
        <w:t xml:space="preserve"> ـ </w:t>
      </w:r>
      <w:r w:rsidRPr="00CA52B4">
        <w:rPr>
          <w:rtl/>
        </w:rPr>
        <w:t>عبد الله بن عمر العنبسي</w:t>
      </w:r>
      <w:r>
        <w:rPr>
          <w:rtl/>
        </w:rPr>
        <w:t xml:space="preserve"> ....</w:t>
      </w:r>
    </w:p>
    <w:p w:rsidR="00843DF1" w:rsidRPr="00CA52B4" w:rsidRDefault="00843DF1" w:rsidP="00347E77">
      <w:pPr>
        <w:pStyle w:val="libNormal"/>
        <w:rPr>
          <w:rtl/>
          <w:lang w:bidi="fa-IR"/>
        </w:rPr>
      </w:pPr>
      <w:r w:rsidRPr="00CA52B4">
        <w:rPr>
          <w:rtl/>
          <w:lang w:bidi="fa-IR"/>
        </w:rPr>
        <w:t xml:space="preserve">فارس ، شاعر فاضل ، كان من عباد أهل زمنه. وكان في صفين مع معاوية ، فلما سمع من عمرو بن العاص أنّه سمع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يقول لعمار بن ياسر : «تقتلك الفئة الباغية» خرج عبد الله ليلا ، وانتقل إلى عسكر عليّ </w:t>
      </w:r>
      <w:r>
        <w:rPr>
          <w:rtl/>
          <w:lang w:bidi="fa-IR"/>
        </w:rPr>
        <w:t>(</w:t>
      </w:r>
      <w:r w:rsidRPr="00CA52B4">
        <w:rPr>
          <w:rtl/>
          <w:lang w:bidi="fa-IR"/>
        </w:rPr>
        <w:t>عليه السلام</w:t>
      </w:r>
      <w:r>
        <w:rPr>
          <w:rtl/>
          <w:lang w:bidi="fa-IR"/>
        </w:rPr>
        <w:t>)</w:t>
      </w:r>
      <w:r w:rsidRPr="00CA52B4">
        <w:rPr>
          <w:rtl/>
          <w:lang w:bidi="fa-IR"/>
        </w:rPr>
        <w:t xml:space="preserve"> ، وحدّث الناس بقول عمر وفي عمار ، وقد ذكرنا القصة بتمامها في ترجمة عبد الله بن سويد. ثم قال العنبسي أبياتا في الحديث مطلعها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و</w:t>
            </w:r>
            <w:r w:rsidRPr="00CA52B4">
              <w:rPr>
                <w:rtl/>
                <w:lang w:bidi="fa-IR"/>
              </w:rPr>
              <w:t xml:space="preserve">الراقصات بركب عامدين له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إنّ الذي جاء من عمرو لمأثور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قد كنت أسمع والأنباء شائعة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هذا الحديث فقلت الكذب والزور</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Var"/>
        <w:rPr>
          <w:rtl/>
          <w:lang w:bidi="fa-IR"/>
        </w:rPr>
      </w:pPr>
      <w:r>
        <w:rPr>
          <w:rtl/>
          <w:lang w:bidi="fa-IR"/>
        </w:rPr>
        <w:br w:type="page"/>
      </w:r>
      <w:r w:rsidRPr="00CA52B4">
        <w:rPr>
          <w:rtl/>
          <w:lang w:bidi="fa-IR"/>
        </w:rPr>
        <w:lastRenderedPageBreak/>
        <w:t>أعيان الشيعة 8 / 53 ، 64. شرح ابن أبي الحديد 7 / 27</w:t>
      </w:r>
      <w:r>
        <w:rPr>
          <w:rtl/>
          <w:lang w:bidi="fa-IR"/>
        </w:rPr>
        <w:t xml:space="preserve"> ـ </w:t>
      </w:r>
      <w:r w:rsidRPr="00CA52B4">
        <w:rPr>
          <w:rtl/>
          <w:lang w:bidi="fa-IR"/>
        </w:rPr>
        <w:t>28. وقعة صفين / 343</w:t>
      </w:r>
      <w:r>
        <w:rPr>
          <w:rtl/>
          <w:lang w:bidi="fa-IR"/>
        </w:rPr>
        <w:t xml:space="preserve"> ـ </w:t>
      </w:r>
      <w:r w:rsidRPr="00CA52B4">
        <w:rPr>
          <w:rtl/>
          <w:lang w:bidi="fa-IR"/>
        </w:rPr>
        <w:t>346.</w:t>
      </w:r>
    </w:p>
    <w:p w:rsidR="00843DF1" w:rsidRPr="00CA52B4" w:rsidRDefault="00843DF1" w:rsidP="00EB70B9">
      <w:pPr>
        <w:pStyle w:val="libBold1"/>
        <w:rPr>
          <w:rtl/>
          <w:lang w:bidi="fa-IR"/>
        </w:rPr>
      </w:pPr>
      <w:r w:rsidRPr="00CA52B4">
        <w:rPr>
          <w:rtl/>
        </w:rPr>
        <w:t>712</w:t>
      </w:r>
      <w:r>
        <w:rPr>
          <w:rtl/>
        </w:rPr>
        <w:t xml:space="preserve"> ـ </w:t>
      </w:r>
      <w:r w:rsidRPr="00CA52B4">
        <w:rPr>
          <w:rtl/>
        </w:rPr>
        <w:t>عبد الله بن عمرو بن كبشة النهدي المقتول في 67 ه‍</w:t>
      </w:r>
      <w:r>
        <w:rPr>
          <w:rtl/>
        </w:rPr>
        <w:t>.</w:t>
      </w:r>
    </w:p>
    <w:p w:rsidR="00843DF1" w:rsidRPr="00CA52B4" w:rsidRDefault="00843DF1" w:rsidP="00347E77">
      <w:pPr>
        <w:pStyle w:val="libNormal"/>
        <w:rPr>
          <w:rtl/>
          <w:lang w:bidi="fa-IR"/>
        </w:rPr>
      </w:pPr>
      <w:r w:rsidRPr="00CA52B4">
        <w:rPr>
          <w:rtl/>
          <w:lang w:bidi="fa-IR"/>
        </w:rPr>
        <w:t xml:space="preserve">أحد الشجعان المقدمين ، من أصحاب عليّ </w:t>
      </w:r>
      <w:r>
        <w:rPr>
          <w:rtl/>
          <w:lang w:bidi="fa-IR"/>
        </w:rPr>
        <w:t>(</w:t>
      </w:r>
      <w:r w:rsidRPr="00CA52B4">
        <w:rPr>
          <w:rtl/>
          <w:lang w:bidi="fa-IR"/>
        </w:rPr>
        <w:t>عليه السلام</w:t>
      </w:r>
      <w:r>
        <w:rPr>
          <w:rtl/>
          <w:lang w:bidi="fa-IR"/>
        </w:rPr>
        <w:t>)</w:t>
      </w:r>
      <w:r w:rsidRPr="00CA52B4">
        <w:rPr>
          <w:rtl/>
          <w:lang w:bidi="fa-IR"/>
        </w:rPr>
        <w:t xml:space="preserve"> ، شهد صفين ، وحمل فيها راية بني نهد ، فأصيب بجراحات فأخرج من المعركة.</w:t>
      </w:r>
      <w:r>
        <w:rPr>
          <w:rFonts w:hint="cs"/>
          <w:rtl/>
          <w:lang w:bidi="fa-IR"/>
        </w:rPr>
        <w:t xml:space="preserve"> </w:t>
      </w:r>
      <w:r w:rsidRPr="00CA52B4">
        <w:rPr>
          <w:rtl/>
          <w:lang w:bidi="fa-IR"/>
        </w:rPr>
        <w:t>وشهد سنة 67 ه‍ مع المختار أكثر وقائعه.</w:t>
      </w:r>
    </w:p>
    <w:p w:rsidR="00843DF1" w:rsidRPr="00CA52B4" w:rsidRDefault="00843DF1" w:rsidP="00347E77">
      <w:pPr>
        <w:pStyle w:val="libNormal"/>
        <w:rPr>
          <w:rtl/>
          <w:lang w:bidi="fa-IR"/>
        </w:rPr>
      </w:pPr>
      <w:r w:rsidRPr="00CA52B4">
        <w:rPr>
          <w:rtl/>
          <w:lang w:bidi="fa-IR"/>
        </w:rPr>
        <w:t>قال ابن الأثير : «ثم إنّ المهلب حمل في أصحابه على من بإزائه ، فحطموا أصحاب المختار حطمة منكرة فكشفوهم. وقال عبد الله بن عمرو النهدي : وكان ممن شهد صفين ، اللهم إنّي على ما كنت عليه بصفين ، اللهم أبرأ إليك من فعل هؤلاء لأصحابه. وأبرأ إليك من أنفس هؤلاء</w:t>
      </w:r>
      <w:r>
        <w:rPr>
          <w:rtl/>
          <w:lang w:bidi="fa-IR"/>
        </w:rPr>
        <w:t xml:space="preserve"> ـ </w:t>
      </w:r>
      <w:r w:rsidRPr="00CA52B4">
        <w:rPr>
          <w:rtl/>
          <w:lang w:bidi="fa-IR"/>
        </w:rPr>
        <w:t>يعني أصحاب</w:t>
      </w:r>
      <w:r>
        <w:rPr>
          <w:rtl/>
          <w:lang w:bidi="fa-IR"/>
        </w:rPr>
        <w:t xml:space="preserve"> ـ </w:t>
      </w:r>
      <w:r w:rsidRPr="00CA52B4">
        <w:rPr>
          <w:rtl/>
          <w:lang w:bidi="fa-IR"/>
        </w:rPr>
        <w:t>مصعب. ثم جالد بسيفه حتّى قتل»</w:t>
      </w:r>
      <w:r>
        <w:rPr>
          <w:rtl/>
          <w:lang w:bidi="fa-IR"/>
        </w:rPr>
        <w:t>.</w:t>
      </w:r>
    </w:p>
    <w:p w:rsidR="00843DF1" w:rsidRPr="00CA52B4" w:rsidRDefault="00843DF1" w:rsidP="00B10281">
      <w:pPr>
        <w:pStyle w:val="libVar"/>
        <w:rPr>
          <w:rtl/>
          <w:lang w:bidi="fa-IR"/>
        </w:rPr>
      </w:pPr>
      <w:r w:rsidRPr="00CA52B4">
        <w:rPr>
          <w:rtl/>
          <w:lang w:bidi="fa-IR"/>
        </w:rPr>
        <w:t>الأعلام 3 / 250. شرح ابن أبي الحديد 5 / 208. الكامل في التأريخ 4 / 271.</w:t>
      </w:r>
      <w:r>
        <w:rPr>
          <w:rFonts w:hint="cs"/>
          <w:rtl/>
          <w:lang w:bidi="fa-IR"/>
        </w:rPr>
        <w:t xml:space="preserve"> </w:t>
      </w:r>
      <w:r w:rsidRPr="00CA52B4">
        <w:rPr>
          <w:rtl/>
          <w:lang w:bidi="fa-IR"/>
        </w:rPr>
        <w:t>وقعة صفّين / 261.</w:t>
      </w:r>
    </w:p>
    <w:p w:rsidR="00843DF1" w:rsidRPr="00CA52B4" w:rsidRDefault="00843DF1" w:rsidP="00EB70B9">
      <w:pPr>
        <w:pStyle w:val="libBold1"/>
        <w:rPr>
          <w:rtl/>
          <w:lang w:bidi="fa-IR"/>
        </w:rPr>
      </w:pPr>
      <w:r w:rsidRPr="00CA52B4">
        <w:rPr>
          <w:rtl/>
        </w:rPr>
        <w:t>713</w:t>
      </w:r>
      <w:r>
        <w:rPr>
          <w:rtl/>
        </w:rPr>
        <w:t xml:space="preserve"> ـ </w:t>
      </w:r>
      <w:r w:rsidRPr="00CA52B4">
        <w:rPr>
          <w:rtl/>
        </w:rPr>
        <w:t>عبد الله بن عمرو بن محصن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صحابي. من الرواة. حدّث بأحاديث جمة ، رواها عنه خلق. وذكره الشيخ الطوسي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وفي نسخة عبيد الله ، وهو تصحيف.</w:t>
      </w:r>
    </w:p>
    <w:p w:rsidR="00843DF1" w:rsidRPr="00CA52B4" w:rsidRDefault="00843DF1" w:rsidP="00B10281">
      <w:pPr>
        <w:pStyle w:val="libVar"/>
        <w:rPr>
          <w:rtl/>
          <w:lang w:bidi="fa-IR"/>
        </w:rPr>
      </w:pPr>
      <w:r w:rsidRPr="00CA52B4">
        <w:rPr>
          <w:rtl/>
          <w:lang w:bidi="fa-IR"/>
        </w:rPr>
        <w:t>الإصابة 2 / 353. تنقيح المقال 2 / 200. جامع الرواة 1 / 498. رجال الشيخ الطوسي / 50. مجمع الرجال 4 / 32. معجم رجال الحديث 10 / 272. منتهى المقال / 187. نقد الرجال / 204.</w:t>
      </w:r>
    </w:p>
    <w:p w:rsidR="00843DF1" w:rsidRPr="00CA52B4" w:rsidRDefault="00843DF1" w:rsidP="00EB70B9">
      <w:pPr>
        <w:pStyle w:val="libBold1"/>
        <w:rPr>
          <w:rtl/>
          <w:lang w:bidi="fa-IR"/>
        </w:rPr>
      </w:pPr>
      <w:r w:rsidRPr="00CA52B4">
        <w:rPr>
          <w:rtl/>
        </w:rPr>
        <w:t>714</w:t>
      </w:r>
      <w:r>
        <w:rPr>
          <w:rtl/>
        </w:rPr>
        <w:t xml:space="preserve"> ـ </w:t>
      </w:r>
      <w:r w:rsidRPr="00CA52B4">
        <w:rPr>
          <w:rtl/>
        </w:rPr>
        <w:t xml:space="preserve">عبد الله بن </w:t>
      </w:r>
      <w:r>
        <w:rPr>
          <w:rtl/>
        </w:rPr>
        <w:t>(</w:t>
      </w:r>
      <w:r w:rsidRPr="00CA52B4">
        <w:rPr>
          <w:rtl/>
        </w:rPr>
        <w:t>الكواء</w:t>
      </w:r>
      <w:r>
        <w:rPr>
          <w:rtl/>
        </w:rPr>
        <w:t>)</w:t>
      </w:r>
      <w:r w:rsidRPr="00CA52B4">
        <w:rPr>
          <w:rtl/>
        </w:rPr>
        <w:t xml:space="preserve"> عمرو بن النعمان بن ظالم بن مالك بن أبي بن عاصم </w:t>
      </w:r>
      <w:r>
        <w:rPr>
          <w:rtl/>
        </w:rPr>
        <w:t>(</w:t>
      </w:r>
      <w:r w:rsidRPr="00CA52B4">
        <w:rPr>
          <w:rtl/>
        </w:rPr>
        <w:t>عصم</w:t>
      </w:r>
      <w:r>
        <w:rPr>
          <w:rtl/>
        </w:rPr>
        <w:t>)</w:t>
      </w:r>
      <w:r w:rsidRPr="00CA52B4">
        <w:rPr>
          <w:rtl/>
        </w:rPr>
        <w:t xml:space="preserve"> بن سعد بن عمرو بن جشم بن كنانة بن حرب بن يشكر بن بكر بن وائل بن قاسط</w:t>
      </w:r>
      <w:r>
        <w:rPr>
          <w:rtl/>
        </w:rPr>
        <w:t xml:space="preserve"> ..</w:t>
      </w:r>
      <w:r w:rsidRPr="00CA52B4">
        <w:rPr>
          <w:rtl/>
        </w:rPr>
        <w:t>. مات.</w:t>
      </w:r>
    </w:p>
    <w:p w:rsidR="00843DF1" w:rsidRPr="00CA52B4" w:rsidRDefault="00843DF1" w:rsidP="00347E77">
      <w:pPr>
        <w:pStyle w:val="libNormal"/>
        <w:rPr>
          <w:rtl/>
          <w:lang w:bidi="fa-IR"/>
        </w:rPr>
      </w:pPr>
      <w:r w:rsidRPr="00CA52B4">
        <w:rPr>
          <w:rtl/>
          <w:lang w:bidi="fa-IR"/>
        </w:rPr>
        <w:t xml:space="preserve">الخارجي القذر ، الذي أخذ وتعلم من أمير المؤمنين </w:t>
      </w:r>
      <w:r>
        <w:rPr>
          <w:rtl/>
          <w:lang w:bidi="fa-IR"/>
        </w:rPr>
        <w:t>(</w:t>
      </w:r>
      <w:r w:rsidRPr="00CA52B4">
        <w:rPr>
          <w:rtl/>
          <w:lang w:bidi="fa-IR"/>
        </w:rPr>
        <w:t>عليه السلام</w:t>
      </w:r>
      <w:r>
        <w:rPr>
          <w:rtl/>
          <w:lang w:bidi="fa-IR"/>
        </w:rPr>
        <w:t>)</w:t>
      </w:r>
      <w:r w:rsidRPr="00CA52B4">
        <w:rPr>
          <w:rtl/>
          <w:lang w:bidi="fa-IR"/>
        </w:rPr>
        <w:t xml:space="preserve"> ، ثم استحوذ عليه الشيطان ، واستهوته الدنيا فمال إلى الخوارج ، وتصدّى إلى</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عليّ بن أبي طالب </w:t>
      </w:r>
      <w:r>
        <w:rPr>
          <w:rtl/>
          <w:lang w:bidi="fa-IR"/>
        </w:rPr>
        <w:t>(</w:t>
      </w:r>
      <w:r w:rsidRPr="00CA52B4">
        <w:rPr>
          <w:rtl/>
          <w:lang w:bidi="fa-IR"/>
        </w:rPr>
        <w:t>عليه السلام</w:t>
      </w:r>
      <w:r>
        <w:rPr>
          <w:rtl/>
          <w:lang w:bidi="fa-IR"/>
        </w:rPr>
        <w:t>)</w:t>
      </w:r>
      <w:r w:rsidRPr="00CA52B4">
        <w:rPr>
          <w:rtl/>
          <w:lang w:bidi="fa-IR"/>
        </w:rPr>
        <w:t xml:space="preserve"> يلعنه ويشتمه من دون أية ذمة وشرف وخجل ، وهو الذي قرأ خلف عليّ جهرا </w:t>
      </w:r>
      <w:r w:rsidRPr="00347E77">
        <w:rPr>
          <w:rStyle w:val="libAlaemChar"/>
          <w:rtl/>
        </w:rPr>
        <w:t>(</w:t>
      </w:r>
      <w:r w:rsidRPr="00347E77">
        <w:rPr>
          <w:rStyle w:val="libAieChar"/>
          <w:rtl/>
        </w:rPr>
        <w:t>وَلَقَدْ أُوحِيَ إِلَيْكَ وَإِلَى الَّذِينَ مِنْ قَبْلِكَ لَئِنْ أَشْرَكْتَ لَيَحْبَطَنَّ عَمَلُكَ وَلَتَكُونَنَّ مِنَ الْخاسِرِينَ</w:t>
      </w:r>
      <w:r w:rsidRPr="00347E77">
        <w:rPr>
          <w:rStyle w:val="libAlaemChar"/>
          <w:rtl/>
        </w:rPr>
        <w:t>)</w:t>
      </w:r>
      <w:r w:rsidRPr="00CA52B4">
        <w:rPr>
          <w:rtl/>
          <w:lang w:bidi="fa-IR"/>
        </w:rPr>
        <w:t xml:space="preserve"> وكان عليّ </w:t>
      </w:r>
      <w:r>
        <w:rPr>
          <w:rtl/>
          <w:lang w:bidi="fa-IR"/>
        </w:rPr>
        <w:t>(</w:t>
      </w:r>
      <w:r w:rsidRPr="00CA52B4">
        <w:rPr>
          <w:rtl/>
          <w:lang w:bidi="fa-IR"/>
        </w:rPr>
        <w:t>عليه السلام</w:t>
      </w:r>
      <w:r>
        <w:rPr>
          <w:rtl/>
          <w:lang w:bidi="fa-IR"/>
        </w:rPr>
        <w:t>)</w:t>
      </w:r>
      <w:r w:rsidRPr="00CA52B4">
        <w:rPr>
          <w:rtl/>
          <w:lang w:bidi="fa-IR"/>
        </w:rPr>
        <w:t xml:space="preserve"> يؤم الناس ويجهر بالقراءة فسكت عليّ حتّى سكت ابن الكواء ، ثم عاد في قراءته حتّى فعله ابن الكواء ثلاث مرات ، فلما كان في الثالثة قال أمير المؤمنين : </w:t>
      </w:r>
      <w:r w:rsidRPr="00347E77">
        <w:rPr>
          <w:rStyle w:val="libAlaemChar"/>
          <w:rtl/>
        </w:rPr>
        <w:t>(</w:t>
      </w:r>
      <w:r w:rsidRPr="00347E77">
        <w:rPr>
          <w:rStyle w:val="libAieChar"/>
          <w:rtl/>
        </w:rPr>
        <w:t>فَاصْبِرْ إِنَّ وَعْدَ اللهِ حَقٌّ وَلا يَسْتَخِفَّنَّكَ الَّذِينَ لا يُوقِنُونَ</w:t>
      </w:r>
      <w:r w:rsidRPr="00347E77">
        <w:rPr>
          <w:rStyle w:val="libAlaemChar"/>
          <w:rtl/>
        </w:rPr>
        <w:t>)</w:t>
      </w:r>
      <w:r>
        <w:rPr>
          <w:rtl/>
          <w:lang w:bidi="fa-IR"/>
        </w:rPr>
        <w:t>.</w:t>
      </w:r>
    </w:p>
    <w:p w:rsidR="00843DF1" w:rsidRPr="00CA52B4" w:rsidRDefault="00843DF1" w:rsidP="00B10281">
      <w:pPr>
        <w:pStyle w:val="libVar"/>
        <w:rPr>
          <w:rtl/>
          <w:lang w:bidi="fa-IR"/>
        </w:rPr>
      </w:pPr>
      <w:r w:rsidRPr="00CA52B4">
        <w:rPr>
          <w:rtl/>
          <w:lang w:bidi="fa-IR"/>
        </w:rPr>
        <w:t>الأخبار الطوال / 191 ، 208 ، 209. الاشتقاق / 340. الإصابة 3 / 92. الإمامة والسياسة 1 / 113. تاريخ الطبري 6 / 52. تحفة الأحباب / 193. تنقيح المقال 2 / 204. جامع الرواة 1 / 501. جمهرة أنساب العرب / 308. خلاصة الأقوال / 236.</w:t>
      </w:r>
      <w:r>
        <w:rPr>
          <w:rFonts w:hint="cs"/>
          <w:rtl/>
          <w:lang w:bidi="fa-IR"/>
        </w:rPr>
        <w:t xml:space="preserve"> </w:t>
      </w:r>
      <w:r w:rsidRPr="00CA52B4">
        <w:rPr>
          <w:rtl/>
          <w:lang w:bidi="fa-IR"/>
        </w:rPr>
        <w:t xml:space="preserve">رجال ابن داود / 255. رجال الشيخ الطوسي / 50. سفينة البحار 2 / 136. شرح ابن أبي الحديد 2 / 134 ، 231 ، 271 ، 275 ، 311. العقد الفريد 2 / 207 </w:t>
      </w:r>
      <w:r>
        <w:rPr>
          <w:rtl/>
          <w:lang w:bidi="fa-IR"/>
        </w:rPr>
        <w:t>و 5</w:t>
      </w:r>
      <w:r w:rsidRPr="00CA52B4">
        <w:rPr>
          <w:rtl/>
          <w:lang w:bidi="fa-IR"/>
        </w:rPr>
        <w:t xml:space="preserve"> / 50 </w:t>
      </w:r>
      <w:r>
        <w:rPr>
          <w:rtl/>
          <w:lang w:bidi="fa-IR"/>
        </w:rPr>
        <w:t>و 7</w:t>
      </w:r>
      <w:r w:rsidRPr="00CA52B4">
        <w:rPr>
          <w:rtl/>
          <w:lang w:bidi="fa-IR"/>
        </w:rPr>
        <w:t xml:space="preserve"> / 242. الغدير 10 / 174. قاموس الرجال 6 / 111. الكامل في التأريخ 1 / 21 </w:t>
      </w:r>
      <w:r>
        <w:rPr>
          <w:rtl/>
          <w:lang w:bidi="fa-IR"/>
        </w:rPr>
        <w:t>و 3</w:t>
      </w:r>
      <w:r w:rsidRPr="00CA52B4">
        <w:rPr>
          <w:rtl/>
          <w:lang w:bidi="fa-IR"/>
        </w:rPr>
        <w:t xml:space="preserve"> / 138 ، 144 ، 160 ، 326 </w:t>
      </w:r>
      <w:r>
        <w:rPr>
          <w:rtl/>
          <w:lang w:bidi="fa-IR"/>
        </w:rPr>
        <w:t>و 4</w:t>
      </w:r>
      <w:r w:rsidRPr="00CA52B4">
        <w:rPr>
          <w:rtl/>
          <w:lang w:bidi="fa-IR"/>
        </w:rPr>
        <w:t xml:space="preserve"> / 465 ، 525. الكنى والألقاب 1 / 395. اللباب 3 / 112. مجمع الرجال 4 / 36. مروج الذهب 2 / 405. معجم رجال الحديث 10 / 289. المناقب 3 / 152. منتهى المقال / 193. ميزان الاعتدال 2 / 474.</w:t>
      </w:r>
      <w:r>
        <w:rPr>
          <w:rFonts w:hint="cs"/>
          <w:rtl/>
          <w:lang w:bidi="fa-IR"/>
        </w:rPr>
        <w:t xml:space="preserve"> </w:t>
      </w:r>
      <w:r w:rsidRPr="00CA52B4">
        <w:rPr>
          <w:rtl/>
          <w:lang w:bidi="fa-IR"/>
        </w:rPr>
        <w:t>المعارف / 233. نقد الرجال / 205. النهاية في غريب الحديث 3 / 109.</w:t>
      </w:r>
    </w:p>
    <w:p w:rsidR="00843DF1" w:rsidRPr="00CA52B4" w:rsidRDefault="00843DF1" w:rsidP="00EB70B9">
      <w:pPr>
        <w:pStyle w:val="libBold1"/>
        <w:rPr>
          <w:rtl/>
          <w:lang w:bidi="fa-IR"/>
        </w:rPr>
      </w:pPr>
      <w:r w:rsidRPr="00CA52B4">
        <w:rPr>
          <w:rtl/>
        </w:rPr>
        <w:t>715</w:t>
      </w:r>
      <w:r>
        <w:rPr>
          <w:rtl/>
        </w:rPr>
        <w:t xml:space="preserve"> ـ </w:t>
      </w:r>
      <w:r w:rsidRPr="00CA52B4">
        <w:rPr>
          <w:rtl/>
        </w:rPr>
        <w:t>عبد الله بن عمرو بن هند المرادي الجملي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الرواة الثقات. سكن الكوفة. وروى عن أمير المؤمنين </w:t>
      </w:r>
      <w:r>
        <w:rPr>
          <w:rtl/>
          <w:lang w:bidi="fa-IR"/>
        </w:rPr>
        <w:t>(</w:t>
      </w:r>
      <w:r w:rsidRPr="00CA52B4">
        <w:rPr>
          <w:rtl/>
          <w:lang w:bidi="fa-IR"/>
        </w:rPr>
        <w:t>عليه السلام</w:t>
      </w:r>
      <w:r>
        <w:rPr>
          <w:rtl/>
          <w:lang w:bidi="fa-IR"/>
        </w:rPr>
        <w:t>)</w:t>
      </w:r>
      <w:r w:rsidRPr="00CA52B4">
        <w:rPr>
          <w:rtl/>
          <w:lang w:bidi="fa-IR"/>
        </w:rPr>
        <w:t xml:space="preserve"> قال ، قال : كنت إذا سألت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أعطاني ، وإذا سكت ابتدأني. روى عنه عوف بن أبي جميلة ، وذكره ابن حبان في الثقات. وله في السنن أحاديث. وقد أجمعوا على أنّه روى عن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الأنساب / 267. تهذيب التهذيب 5 / 340. الجرح والتعديل 5 / 118. اللباب 1 / 292. المراسيل في الحديث / 71.</w:t>
      </w:r>
    </w:p>
    <w:p w:rsidR="00843DF1" w:rsidRPr="00CA52B4" w:rsidRDefault="00843DF1" w:rsidP="00EB70B9">
      <w:pPr>
        <w:pStyle w:val="libBold1"/>
        <w:rPr>
          <w:rtl/>
          <w:lang w:bidi="fa-IR"/>
        </w:rPr>
      </w:pPr>
      <w:r w:rsidRPr="00CA52B4">
        <w:rPr>
          <w:rtl/>
        </w:rPr>
        <w:t>716</w:t>
      </w:r>
      <w:r>
        <w:rPr>
          <w:rtl/>
        </w:rPr>
        <w:t xml:space="preserve"> ـ </w:t>
      </w:r>
      <w:r w:rsidRPr="00CA52B4">
        <w:rPr>
          <w:rtl/>
        </w:rPr>
        <w:t>عبد الله بن عميرة بن حصن بن قيس بن ثعلبة القيسي الكوفي العجلي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صحابي ، محدّث. روى أحاديث جمة في أبواب الفقه. وحدّث عنه جمع كبير. وكان يكنّى بأبي المهاجر ، وقد أدرك الجاهلية وكان قائد الأعشى في الجاهلية. حدّث عنه سماك بن حرب. وكان يسكن الكوفة. وذكره ابن</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حبان في الثقات. وقد جاءت له ثلاث تراجم في بعض المعاجم ، وكلهم واحد لا غير. له روايات في الصحاح. وذكره الشيخ الطوسي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الإصابة 3 / 92. أسد الغابة 3 / 239. تقريب التهذيب 1 / 438. تهذيب التهذيب 5 / 344. جامع الرواة 1 / 449. الجرح والتعديل 5 / 125. رجال الشيخ الطوسي / 54. مجمع الرجال 4 / 32. معجم رجال الحديث 10 / 272. منتهى المقال / 187. ميزان الاعتدال 2 / 469. نقد الرجال / 204.</w:t>
      </w:r>
    </w:p>
    <w:p w:rsidR="00843DF1" w:rsidRPr="00CA52B4" w:rsidRDefault="00843DF1" w:rsidP="00EB70B9">
      <w:pPr>
        <w:pStyle w:val="libBold1"/>
        <w:rPr>
          <w:rtl/>
          <w:lang w:bidi="fa-IR"/>
        </w:rPr>
      </w:pPr>
      <w:r w:rsidRPr="00CA52B4">
        <w:rPr>
          <w:rtl/>
        </w:rPr>
        <w:t>717</w:t>
      </w:r>
      <w:r>
        <w:rPr>
          <w:rtl/>
        </w:rPr>
        <w:t xml:space="preserve"> ـ </w:t>
      </w:r>
      <w:r w:rsidRPr="00CA52B4">
        <w:rPr>
          <w:rtl/>
        </w:rPr>
        <w:t>عبد الله بن قلع الأحمسي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شاعر. قاتل في صفين. ولما قتل أبو شداد ، قيس بن مكشوح ، أخذ الراية وشرع في القتال ، وقاتل حتّى قتل ، فأخذ الراية أخوه عبد الرحمن بن قلع ، فقاتل فقتل ، ثم أخذها عفيف بن إياس الأحمسي ، فلم تزل بيده حتى تحاجز الناس.</w:t>
      </w:r>
    </w:p>
    <w:p w:rsidR="00843DF1" w:rsidRPr="00CA52B4" w:rsidRDefault="00843DF1" w:rsidP="00B10281">
      <w:pPr>
        <w:pStyle w:val="libVar"/>
        <w:rPr>
          <w:rtl/>
          <w:lang w:bidi="fa-IR"/>
        </w:rPr>
      </w:pPr>
      <w:r w:rsidRPr="00CA52B4">
        <w:rPr>
          <w:rtl/>
          <w:lang w:bidi="fa-IR"/>
        </w:rPr>
        <w:t>أعيان الشيعة 8 / 458. تاريخ الطبري 6 / 14. شرح ابن أبي الحديد 5 / 206.</w:t>
      </w:r>
      <w:r>
        <w:rPr>
          <w:rFonts w:hint="cs"/>
          <w:rtl/>
          <w:lang w:bidi="fa-IR"/>
        </w:rPr>
        <w:t xml:space="preserve"> </w:t>
      </w:r>
      <w:r w:rsidRPr="00CA52B4">
        <w:rPr>
          <w:rtl/>
          <w:lang w:bidi="fa-IR"/>
        </w:rPr>
        <w:t>قاموس الرجال 6 / 107. الكامل في التأريخ 3 / 304. وقعة صفّين / 259.</w:t>
      </w:r>
    </w:p>
    <w:p w:rsidR="00843DF1" w:rsidRPr="00CA52B4" w:rsidRDefault="00843DF1" w:rsidP="00EB70B9">
      <w:pPr>
        <w:pStyle w:val="libBold1"/>
        <w:rPr>
          <w:rtl/>
          <w:lang w:bidi="fa-IR"/>
        </w:rPr>
      </w:pPr>
      <w:r w:rsidRPr="00CA52B4">
        <w:rPr>
          <w:rtl/>
        </w:rPr>
        <w:t>718</w:t>
      </w:r>
      <w:r>
        <w:rPr>
          <w:rtl/>
        </w:rPr>
        <w:t xml:space="preserve"> ـ </w:t>
      </w:r>
      <w:r w:rsidRPr="00CA52B4">
        <w:rPr>
          <w:rtl/>
        </w:rPr>
        <w:t>عبد الله بن عوف بن الأحمر الأزدي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مقاتل ، شاعر شهم. قال نصر : طال بيننا وبين أهل الشام القتال ، فما أنسى قول عبد الله بن عوف بن الأحمر يوم الفرات ، وكان من فرسان عليّ وهو يضربهم بالسيف ويقول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sidRPr="00CA52B4">
              <w:rPr>
                <w:rtl/>
                <w:lang w:bidi="fa-IR"/>
              </w:rPr>
              <w:t xml:space="preserve">خلوا لنا عن الفرات الجاري </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أو اثبتوا للجحفل الجرار</w:t>
            </w:r>
            <w:r w:rsidRPr="00B10281">
              <w:rPr>
                <w:rStyle w:val="libPoemTiniCharChar"/>
                <w:rtl/>
              </w:rPr>
              <w:br/>
              <w:t> </w:t>
            </w:r>
          </w:p>
        </w:tc>
      </w:tr>
      <w:tr w:rsidR="00843DF1" w:rsidRPr="00CA52B4" w:rsidTr="00C360D4">
        <w:trPr>
          <w:tblCellSpacing w:w="15" w:type="dxa"/>
          <w:jc w:val="center"/>
        </w:trPr>
        <w:tc>
          <w:tcPr>
            <w:tcW w:w="2361" w:type="pct"/>
            <w:vAlign w:val="center"/>
            <w:hideMark/>
          </w:tcPr>
          <w:p w:rsidR="00843DF1" w:rsidRPr="00CA52B4" w:rsidRDefault="00843DF1" w:rsidP="00B10281">
            <w:pPr>
              <w:pStyle w:val="libPoem"/>
            </w:pPr>
            <w:r w:rsidRPr="00CA52B4">
              <w:rPr>
                <w:rtl/>
                <w:lang w:bidi="fa-IR"/>
              </w:rPr>
              <w:t>لكل قرم مستميت شار</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مطاعن برمحه كرار</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sidRPr="00CA52B4">
              <w:rPr>
                <w:rtl/>
              </w:rPr>
              <w:t>ضرّاب هامات العدى مغوار</w:t>
            </w:r>
          </w:p>
        </w:tc>
      </w:tr>
    </w:tbl>
    <w:p w:rsidR="00843DF1" w:rsidRPr="00CA52B4" w:rsidRDefault="00843DF1" w:rsidP="00B10281">
      <w:pPr>
        <w:pStyle w:val="libVar"/>
        <w:rPr>
          <w:rtl/>
          <w:lang w:bidi="fa-IR"/>
        </w:rPr>
      </w:pPr>
      <w:r w:rsidRPr="00CA52B4">
        <w:rPr>
          <w:rtl/>
          <w:lang w:bidi="fa-IR"/>
        </w:rPr>
        <w:t xml:space="preserve">تاريخ الطبري 5 / 240. الكامل في التاريخ 3 / 285 ، 410 </w:t>
      </w:r>
      <w:r>
        <w:rPr>
          <w:rtl/>
          <w:lang w:bidi="fa-IR"/>
        </w:rPr>
        <w:t>و 4</w:t>
      </w:r>
      <w:r w:rsidRPr="00CA52B4">
        <w:rPr>
          <w:rtl/>
          <w:lang w:bidi="fa-IR"/>
        </w:rPr>
        <w:t xml:space="preserve"> / 184. وقعة صفّين / 172.</w:t>
      </w:r>
    </w:p>
    <w:p w:rsidR="00843DF1" w:rsidRPr="00CA52B4" w:rsidRDefault="00843DF1" w:rsidP="00EB70B9">
      <w:pPr>
        <w:pStyle w:val="libBold1"/>
        <w:rPr>
          <w:rtl/>
          <w:lang w:bidi="fa-IR"/>
        </w:rPr>
      </w:pPr>
      <w:r w:rsidRPr="00CA52B4">
        <w:rPr>
          <w:rtl/>
        </w:rPr>
        <w:t>719</w:t>
      </w:r>
      <w:r>
        <w:rPr>
          <w:rtl/>
        </w:rPr>
        <w:t xml:space="preserve"> ـ </w:t>
      </w:r>
      <w:r w:rsidRPr="00CA52B4">
        <w:rPr>
          <w:rtl/>
        </w:rPr>
        <w:t>عبد الله بن قعين اليماني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محارب. كان هو وأخوه كعب بن قعين ، من خلّص أصحاب</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أمير المؤمنين </w:t>
      </w:r>
      <w:r>
        <w:rPr>
          <w:rtl/>
          <w:lang w:bidi="fa-IR"/>
        </w:rPr>
        <w:t>(</w:t>
      </w:r>
      <w:r w:rsidRPr="00CA52B4">
        <w:rPr>
          <w:rtl/>
          <w:lang w:bidi="fa-IR"/>
        </w:rPr>
        <w:t>عليه السلام</w:t>
      </w:r>
      <w:r>
        <w:rPr>
          <w:rtl/>
          <w:lang w:bidi="fa-IR"/>
        </w:rPr>
        <w:t>)</w:t>
      </w:r>
      <w:r w:rsidRPr="00CA52B4">
        <w:rPr>
          <w:rtl/>
          <w:lang w:bidi="fa-IR"/>
        </w:rPr>
        <w:t xml:space="preserve"> ، ومن الشديدين في الولاء ، والتشيع. قال :</w:t>
      </w:r>
      <w:r>
        <w:rPr>
          <w:rFonts w:hint="cs"/>
          <w:rtl/>
          <w:lang w:bidi="fa-IR"/>
        </w:rPr>
        <w:t xml:space="preserve"> </w:t>
      </w:r>
      <w:r w:rsidRPr="00CA52B4">
        <w:rPr>
          <w:rtl/>
          <w:lang w:bidi="fa-IR"/>
        </w:rPr>
        <w:t xml:space="preserve">كنت أنا وأخي كعب بن قعين في الجيش الذي بعثه عليّ </w:t>
      </w:r>
      <w:r>
        <w:rPr>
          <w:rtl/>
          <w:lang w:bidi="fa-IR"/>
        </w:rPr>
        <w:t>(</w:t>
      </w:r>
      <w:r w:rsidRPr="00CA52B4">
        <w:rPr>
          <w:rtl/>
          <w:lang w:bidi="fa-IR"/>
        </w:rPr>
        <w:t>عليه السلام</w:t>
      </w:r>
      <w:r>
        <w:rPr>
          <w:rtl/>
          <w:lang w:bidi="fa-IR"/>
        </w:rPr>
        <w:t>)</w:t>
      </w:r>
      <w:r w:rsidRPr="00CA52B4">
        <w:rPr>
          <w:rtl/>
          <w:lang w:bidi="fa-IR"/>
        </w:rPr>
        <w:t xml:space="preserve"> إلى الأهواز بإمرة معقل بن قيس ، فلما أراد الخروج أتى أمير المؤمنين </w:t>
      </w:r>
      <w:r>
        <w:rPr>
          <w:rtl/>
          <w:lang w:bidi="fa-IR"/>
        </w:rPr>
        <w:t>(</w:t>
      </w:r>
      <w:r w:rsidRPr="00CA52B4">
        <w:rPr>
          <w:rtl/>
          <w:lang w:bidi="fa-IR"/>
        </w:rPr>
        <w:t>عليه السلام</w:t>
      </w:r>
      <w:r>
        <w:rPr>
          <w:rtl/>
          <w:lang w:bidi="fa-IR"/>
        </w:rPr>
        <w:t>)</w:t>
      </w:r>
      <w:r w:rsidRPr="00CA52B4">
        <w:rPr>
          <w:rtl/>
          <w:lang w:bidi="fa-IR"/>
        </w:rPr>
        <w:t xml:space="preserve"> يودّعه ، فقال : يا معقل بن قيس ، اتّق الله ما استطعت ، فإنّه وصية الله للمؤمنين ، لا تبغ على أهل القبلة ، ولا تظلم أهل الذمّة ، ولا تتكبّر ، فإنّ الله لا يحب المتكبرين.</w:t>
      </w:r>
    </w:p>
    <w:p w:rsidR="00843DF1" w:rsidRPr="00CA52B4" w:rsidRDefault="00843DF1" w:rsidP="00347E77">
      <w:pPr>
        <w:pStyle w:val="libNormal"/>
        <w:rPr>
          <w:rtl/>
          <w:lang w:bidi="fa-IR"/>
        </w:rPr>
      </w:pPr>
      <w:r w:rsidRPr="00CA52B4">
        <w:rPr>
          <w:rtl/>
          <w:lang w:bidi="fa-IR"/>
        </w:rPr>
        <w:t>فقال معقل : الله المستعان ، فقال : خير مستعان : ثم قام فخرج ، وخرجنا معه حتّى نزل الأهواز فأقمنا ننتظر بعث البصرة.</w:t>
      </w:r>
    </w:p>
    <w:p w:rsidR="00843DF1" w:rsidRPr="00CA52B4" w:rsidRDefault="00843DF1" w:rsidP="00B10281">
      <w:pPr>
        <w:pStyle w:val="libVar"/>
        <w:rPr>
          <w:rtl/>
          <w:lang w:bidi="fa-IR"/>
        </w:rPr>
      </w:pPr>
      <w:r w:rsidRPr="00CA52B4">
        <w:rPr>
          <w:rtl/>
          <w:lang w:bidi="fa-IR"/>
        </w:rPr>
        <w:t xml:space="preserve">تاريخ الطبري 6 / 65. شرح ابن أبي الحديد 3 / 128 ، 137 </w:t>
      </w:r>
      <w:r>
        <w:rPr>
          <w:rtl/>
          <w:lang w:bidi="fa-IR"/>
        </w:rPr>
        <w:t>و 4</w:t>
      </w:r>
      <w:r w:rsidRPr="00CA52B4">
        <w:rPr>
          <w:rtl/>
          <w:lang w:bidi="fa-IR"/>
        </w:rPr>
        <w:t xml:space="preserve"> / 48 ، 49.</w:t>
      </w:r>
    </w:p>
    <w:p w:rsidR="00843DF1" w:rsidRPr="00CA52B4" w:rsidRDefault="00843DF1" w:rsidP="00EB70B9">
      <w:pPr>
        <w:pStyle w:val="libBold1"/>
        <w:rPr>
          <w:rtl/>
          <w:lang w:bidi="fa-IR"/>
        </w:rPr>
      </w:pPr>
      <w:r w:rsidRPr="00CA52B4">
        <w:rPr>
          <w:rtl/>
        </w:rPr>
        <w:t>720</w:t>
      </w:r>
      <w:r>
        <w:rPr>
          <w:rtl/>
        </w:rPr>
        <w:t xml:space="preserve"> ـ </w:t>
      </w:r>
      <w:r w:rsidRPr="00CA52B4">
        <w:rPr>
          <w:rtl/>
        </w:rPr>
        <w:t xml:space="preserve">عبد الله </w:t>
      </w:r>
      <w:r>
        <w:rPr>
          <w:rtl/>
        </w:rPr>
        <w:t>(</w:t>
      </w:r>
      <w:r w:rsidRPr="00CA52B4">
        <w:rPr>
          <w:rtl/>
        </w:rPr>
        <w:t>أبو موسى</w:t>
      </w:r>
      <w:r>
        <w:rPr>
          <w:rtl/>
        </w:rPr>
        <w:t>)</w:t>
      </w:r>
      <w:r w:rsidRPr="00CA52B4">
        <w:rPr>
          <w:rtl/>
        </w:rPr>
        <w:t xml:space="preserve"> ابن قيس بن سليم بن هصار بن حرب بن عامر بن غنم بن بكر بن عامر بن عدي بن وائل بن ناجية بن الجماهر بن الأشعر نبت بن أدد بن زيد بن يشجب بن عريب بن زيد بن كهلان بن سبأ الأشعري المتوفى 42 ، 44 ، 50 ، 52 ه‍</w:t>
      </w:r>
      <w:r>
        <w:rPr>
          <w:rtl/>
        </w:rPr>
        <w:t>.</w:t>
      </w:r>
    </w:p>
    <w:p w:rsidR="00843DF1" w:rsidRPr="00CA52B4" w:rsidRDefault="00843DF1" w:rsidP="00347E77">
      <w:pPr>
        <w:pStyle w:val="libNormal"/>
        <w:rPr>
          <w:rtl/>
          <w:lang w:bidi="fa-IR"/>
        </w:rPr>
      </w:pPr>
      <w:r w:rsidRPr="00CA52B4">
        <w:rPr>
          <w:rtl/>
          <w:lang w:bidi="fa-IR"/>
        </w:rPr>
        <w:t xml:space="preserve">كان واليا على البصرة في أيام عمر وعثمان ، وأصبح عامله </w:t>
      </w:r>
      <w:r>
        <w:rPr>
          <w:rtl/>
          <w:lang w:bidi="fa-IR"/>
        </w:rPr>
        <w:t>(</w:t>
      </w:r>
      <w:r w:rsidRPr="00CA52B4">
        <w:rPr>
          <w:rtl/>
          <w:lang w:bidi="fa-IR"/>
        </w:rPr>
        <w:t>عليه السلام</w:t>
      </w:r>
      <w:r>
        <w:rPr>
          <w:rtl/>
          <w:lang w:bidi="fa-IR"/>
        </w:rPr>
        <w:t>)</w:t>
      </w:r>
      <w:r w:rsidRPr="00CA52B4">
        <w:rPr>
          <w:rtl/>
          <w:lang w:bidi="fa-IR"/>
        </w:rPr>
        <w:t xml:space="preserve"> على الكوفة ، وكان يخذل أهل الكوفة عن حرب الجمل في نصرة عليّ </w:t>
      </w:r>
      <w:r>
        <w:rPr>
          <w:rtl/>
          <w:lang w:bidi="fa-IR"/>
        </w:rPr>
        <w:t>(</w:t>
      </w:r>
      <w:r w:rsidRPr="00CA52B4">
        <w:rPr>
          <w:rtl/>
          <w:lang w:bidi="fa-IR"/>
        </w:rPr>
        <w:t>عليه السلام</w:t>
      </w:r>
      <w:r>
        <w:rPr>
          <w:rtl/>
          <w:lang w:bidi="fa-IR"/>
        </w:rPr>
        <w:t>)</w:t>
      </w:r>
      <w:r w:rsidRPr="00CA52B4">
        <w:rPr>
          <w:rtl/>
          <w:lang w:bidi="fa-IR"/>
        </w:rPr>
        <w:t xml:space="preserve"> ويأمرهم بوضع السلاح والكفّ عن القتال ويقول : إنّما هي فتنة ، فبلغ ذلك إلى أمير المؤمنين </w:t>
      </w:r>
      <w:r>
        <w:rPr>
          <w:rtl/>
          <w:lang w:bidi="fa-IR"/>
        </w:rPr>
        <w:t>(</w:t>
      </w:r>
      <w:r w:rsidRPr="00CA52B4">
        <w:rPr>
          <w:rtl/>
          <w:lang w:bidi="fa-IR"/>
        </w:rPr>
        <w:t>عليه السلام</w:t>
      </w:r>
      <w:r>
        <w:rPr>
          <w:rtl/>
          <w:lang w:bidi="fa-IR"/>
        </w:rPr>
        <w:t>)</w:t>
      </w:r>
      <w:r w:rsidRPr="00CA52B4">
        <w:rPr>
          <w:rtl/>
          <w:lang w:bidi="fa-IR"/>
        </w:rPr>
        <w:t xml:space="preserve"> فولّى على الكوفة قرظة بن كعب الأنصاري وكتب إلى أبي موسى : اعتزل عملنا يا ابن الحائر مذموما مدحورا فما هذا أول يومنا منك ، وإنّ لك فيها لهنات وهنات. وكان يبغض عليا </w:t>
      </w:r>
      <w:r>
        <w:rPr>
          <w:rtl/>
          <w:lang w:bidi="fa-IR"/>
        </w:rPr>
        <w:t>(</w:t>
      </w:r>
      <w:r w:rsidRPr="00CA52B4">
        <w:rPr>
          <w:rtl/>
          <w:lang w:bidi="fa-IR"/>
        </w:rPr>
        <w:t>عليه السلام</w:t>
      </w:r>
      <w:r>
        <w:rPr>
          <w:rtl/>
          <w:lang w:bidi="fa-IR"/>
        </w:rPr>
        <w:t>)</w:t>
      </w:r>
      <w:r w:rsidRPr="00CA52B4">
        <w:rPr>
          <w:rtl/>
          <w:lang w:bidi="fa-IR"/>
        </w:rPr>
        <w:t xml:space="preserve"> ويوقع فيه ، لذلك كان </w:t>
      </w:r>
      <w:r>
        <w:rPr>
          <w:rtl/>
          <w:lang w:bidi="fa-IR"/>
        </w:rPr>
        <w:t>(</w:t>
      </w:r>
      <w:r w:rsidRPr="00CA52B4">
        <w:rPr>
          <w:rtl/>
          <w:lang w:bidi="fa-IR"/>
        </w:rPr>
        <w:t>عليه السلام</w:t>
      </w:r>
      <w:r>
        <w:rPr>
          <w:rtl/>
          <w:lang w:bidi="fa-IR"/>
        </w:rPr>
        <w:t>)</w:t>
      </w:r>
      <w:r w:rsidRPr="00CA52B4">
        <w:rPr>
          <w:rtl/>
          <w:lang w:bidi="fa-IR"/>
        </w:rPr>
        <w:t xml:space="preserve"> بعد الحكومة إذا صلّى الغداة والمغرب وفرغ من الصلاة يلعن معاوية ، وابن العاص ، وأبا موسى وجماعة أخرى. وورث البغضة عنه ابنه أبو بردة الذي قبّل يد قاتل عمار ، وقال : لا تمسك النار أبدا ، وسعى في قتل حجر بن عدي الكندي. واختلف في عام وفاته.</w:t>
      </w:r>
    </w:p>
    <w:p w:rsidR="00843DF1" w:rsidRPr="00CA52B4" w:rsidRDefault="00843DF1" w:rsidP="00B10281">
      <w:pPr>
        <w:pStyle w:val="libVar"/>
        <w:rPr>
          <w:rtl/>
          <w:lang w:bidi="fa-IR"/>
        </w:rPr>
      </w:pPr>
      <w:r w:rsidRPr="00CA52B4">
        <w:rPr>
          <w:rtl/>
          <w:lang w:bidi="fa-IR"/>
        </w:rPr>
        <w:t>أخبار شعراء الشيعة / 35. الأخبار الطوال / 118 ، 139 ، 145 ، 192 ، 193 ،</w:t>
      </w:r>
    </w:p>
    <w:p w:rsidR="00843DF1" w:rsidRPr="00CA52B4" w:rsidRDefault="00843DF1" w:rsidP="00B10281">
      <w:pPr>
        <w:pStyle w:val="libVar0"/>
        <w:rPr>
          <w:rtl/>
          <w:lang w:bidi="fa-IR"/>
        </w:rPr>
      </w:pPr>
      <w:r>
        <w:rPr>
          <w:rtl/>
          <w:lang w:bidi="fa-IR"/>
        </w:rPr>
        <w:br w:type="page"/>
      </w:r>
      <w:r w:rsidRPr="00CA52B4">
        <w:rPr>
          <w:rtl/>
        </w:rPr>
        <w:lastRenderedPageBreak/>
        <w:t>199 ، 200 ، 201. الاستيعاب 4 / 173. أسد الغابة 5 / 308. الإصابة 4 / 187.</w:t>
      </w:r>
      <w:r>
        <w:rPr>
          <w:rFonts w:hint="cs"/>
          <w:rtl/>
        </w:rPr>
        <w:t xml:space="preserve"> </w:t>
      </w:r>
      <w:r w:rsidRPr="00CA52B4">
        <w:rPr>
          <w:rtl/>
          <w:lang w:bidi="fa-IR"/>
        </w:rPr>
        <w:t>أعلام نهج البلاغة / 34. الأعلام 4 / 254. الإمامة والسياسة 1 / 62. البداية والنهاية 8 / 59. تاريخ الخلفاء / 168. تاريخ الخميس 2 / 143. تحفة الأحباب / 192.</w:t>
      </w:r>
      <w:r>
        <w:rPr>
          <w:rFonts w:hint="cs"/>
          <w:rtl/>
          <w:lang w:bidi="fa-IR"/>
        </w:rPr>
        <w:t xml:space="preserve"> </w:t>
      </w:r>
      <w:r w:rsidRPr="00CA52B4">
        <w:rPr>
          <w:rtl/>
          <w:lang w:bidi="fa-IR"/>
        </w:rPr>
        <w:t>تقريب التهذيب 1 / 441. تنقيح المقال 2 / 203. تهذيب التهذيب 5 / 362. تاريخ جرجان / 111 ، 130 ، 174 ، 346 ، 563. تذكرة الحفاظ 1 / 23. جامع الرواة 1 / 501. الجرح والتعديل 5 / 138. جمهرة أنساب العرب / 397. الجمل / 130.</w:t>
      </w:r>
      <w:r>
        <w:rPr>
          <w:rFonts w:hint="cs"/>
          <w:rtl/>
          <w:lang w:bidi="fa-IR"/>
        </w:rPr>
        <w:t xml:space="preserve"> </w:t>
      </w:r>
      <w:r w:rsidRPr="00CA52B4">
        <w:rPr>
          <w:rtl/>
          <w:lang w:bidi="fa-IR"/>
        </w:rPr>
        <w:t>حلية الأولياء 1 / 256. رجال ابن داود / 122. سفينة البحار 2 / 136. شذرات الذهب 1 / 53. ابن أبي الحديد 2 / 230</w:t>
      </w:r>
      <w:r>
        <w:rPr>
          <w:rtl/>
          <w:lang w:bidi="fa-IR"/>
        </w:rPr>
        <w:t xml:space="preserve"> ـ </w:t>
      </w:r>
      <w:r w:rsidRPr="00CA52B4">
        <w:rPr>
          <w:rtl/>
          <w:lang w:bidi="fa-IR"/>
        </w:rPr>
        <w:t xml:space="preserve">259 </w:t>
      </w:r>
      <w:r>
        <w:rPr>
          <w:rtl/>
          <w:lang w:bidi="fa-IR"/>
        </w:rPr>
        <w:t>و 1</w:t>
      </w:r>
      <w:r w:rsidRPr="00CA52B4">
        <w:rPr>
          <w:rtl/>
          <w:lang w:bidi="fa-IR"/>
        </w:rPr>
        <w:t>3 / 309</w:t>
      </w:r>
      <w:r>
        <w:rPr>
          <w:rtl/>
          <w:lang w:bidi="fa-IR"/>
        </w:rPr>
        <w:t xml:space="preserve"> ـ </w:t>
      </w:r>
      <w:r w:rsidRPr="00CA52B4">
        <w:rPr>
          <w:rtl/>
          <w:lang w:bidi="fa-IR"/>
        </w:rPr>
        <w:t xml:space="preserve">313 </w:t>
      </w:r>
      <w:r>
        <w:rPr>
          <w:rtl/>
          <w:lang w:bidi="fa-IR"/>
        </w:rPr>
        <w:t>و 1</w:t>
      </w:r>
      <w:r w:rsidRPr="00CA52B4">
        <w:rPr>
          <w:rtl/>
          <w:lang w:bidi="fa-IR"/>
        </w:rPr>
        <w:t xml:space="preserve">7 / 246. الطبقات الكبرى 2 / 344 </w:t>
      </w:r>
      <w:r>
        <w:rPr>
          <w:rtl/>
          <w:lang w:bidi="fa-IR"/>
        </w:rPr>
        <w:t>و 4</w:t>
      </w:r>
      <w:r w:rsidRPr="00CA52B4">
        <w:rPr>
          <w:rtl/>
          <w:lang w:bidi="fa-IR"/>
        </w:rPr>
        <w:t xml:space="preserve"> / 105. طبقات الحفاظ / 7. طبقات القراء 1 / 442. العقد الفريد 1 / 10 ، 33 ، 60 </w:t>
      </w:r>
      <w:r>
        <w:rPr>
          <w:rtl/>
          <w:lang w:bidi="fa-IR"/>
        </w:rPr>
        <w:t>و 2</w:t>
      </w:r>
      <w:r w:rsidRPr="00CA52B4">
        <w:rPr>
          <w:rtl/>
          <w:lang w:bidi="fa-IR"/>
        </w:rPr>
        <w:t xml:space="preserve"> / 83 ، 206 </w:t>
      </w:r>
      <w:r>
        <w:rPr>
          <w:rtl/>
          <w:lang w:bidi="fa-IR"/>
        </w:rPr>
        <w:t>و 3</w:t>
      </w:r>
      <w:r w:rsidRPr="00CA52B4">
        <w:rPr>
          <w:rtl/>
          <w:lang w:bidi="fa-IR"/>
        </w:rPr>
        <w:t xml:space="preserve"> / 86 </w:t>
      </w:r>
      <w:r>
        <w:rPr>
          <w:rtl/>
          <w:lang w:bidi="fa-IR"/>
        </w:rPr>
        <w:t>و 4</w:t>
      </w:r>
      <w:r w:rsidRPr="00CA52B4">
        <w:rPr>
          <w:rtl/>
          <w:lang w:bidi="fa-IR"/>
        </w:rPr>
        <w:t xml:space="preserve"> / 111 </w:t>
      </w:r>
      <w:r>
        <w:rPr>
          <w:rtl/>
          <w:lang w:bidi="fa-IR"/>
        </w:rPr>
        <w:t>و 5</w:t>
      </w:r>
      <w:r w:rsidRPr="00CA52B4">
        <w:rPr>
          <w:rtl/>
          <w:lang w:bidi="fa-IR"/>
        </w:rPr>
        <w:t xml:space="preserve"> / 87 </w:t>
      </w:r>
      <w:r>
        <w:rPr>
          <w:rtl/>
          <w:lang w:bidi="fa-IR"/>
        </w:rPr>
        <w:t>و 7</w:t>
      </w:r>
      <w:r w:rsidRPr="00CA52B4">
        <w:rPr>
          <w:rtl/>
          <w:lang w:bidi="fa-IR"/>
        </w:rPr>
        <w:t xml:space="preserve"> / 3 </w:t>
      </w:r>
      <w:r>
        <w:rPr>
          <w:rtl/>
          <w:lang w:bidi="fa-IR"/>
        </w:rPr>
        <w:t>و 8</w:t>
      </w:r>
      <w:r w:rsidRPr="00CA52B4">
        <w:rPr>
          <w:rtl/>
          <w:lang w:bidi="fa-IR"/>
        </w:rPr>
        <w:t xml:space="preserve"> / 62. العبر 1 / 52. الغدير 1 / 9 ، 24 ، 26 ، 29 ، 45 ، 59</w:t>
      </w:r>
      <w:r>
        <w:rPr>
          <w:rtl/>
          <w:lang w:bidi="fa-IR"/>
        </w:rPr>
        <w:t xml:space="preserve"> ـ </w:t>
      </w:r>
      <w:r w:rsidRPr="00CA52B4">
        <w:rPr>
          <w:rtl/>
          <w:lang w:bidi="fa-IR"/>
        </w:rPr>
        <w:t>الفهارس / 57. الغارات 1 / 28 ، 65 ، 178 ، 191 ، 1054. قاموس الرجال 6 / 106. الكامل في التأريخ 13 / 366</w:t>
      </w:r>
      <w:r>
        <w:rPr>
          <w:rtl/>
          <w:lang w:bidi="fa-IR"/>
        </w:rPr>
        <w:t xml:space="preserve"> ـ </w:t>
      </w:r>
      <w:r w:rsidRPr="00CA52B4">
        <w:rPr>
          <w:rtl/>
          <w:lang w:bidi="fa-IR"/>
        </w:rPr>
        <w:t>الفهارس</w:t>
      </w:r>
      <w:r>
        <w:rPr>
          <w:rtl/>
          <w:lang w:bidi="fa-IR"/>
        </w:rPr>
        <w:t xml:space="preserve"> ـ.</w:t>
      </w:r>
      <w:r w:rsidRPr="00CA52B4">
        <w:rPr>
          <w:rtl/>
          <w:lang w:bidi="fa-IR"/>
        </w:rPr>
        <w:t xml:space="preserve"> الكنى والألقاب 1 / 161. مرآة الجنان 1 / 120. مروج الذهب 2 / 406.</w:t>
      </w:r>
      <w:r>
        <w:rPr>
          <w:rFonts w:hint="cs"/>
          <w:rtl/>
          <w:lang w:bidi="fa-IR"/>
        </w:rPr>
        <w:t xml:space="preserve"> </w:t>
      </w:r>
      <w:r w:rsidRPr="00CA52B4">
        <w:rPr>
          <w:rtl/>
          <w:lang w:bidi="fa-IR"/>
        </w:rPr>
        <w:t xml:space="preserve">المشتبه 2 / 475. المعارف / 115. معجم رجال الحديث 1 / 200 </w:t>
      </w:r>
      <w:r>
        <w:rPr>
          <w:rtl/>
          <w:lang w:bidi="fa-IR"/>
        </w:rPr>
        <w:t>و 1</w:t>
      </w:r>
      <w:r w:rsidRPr="00CA52B4">
        <w:rPr>
          <w:rtl/>
          <w:lang w:bidi="fa-IR"/>
        </w:rPr>
        <w:t>0 / 286.</w:t>
      </w:r>
      <w:r>
        <w:rPr>
          <w:rFonts w:hint="cs"/>
          <w:rtl/>
          <w:lang w:bidi="fa-IR"/>
        </w:rPr>
        <w:t xml:space="preserve"> </w:t>
      </w:r>
      <w:r w:rsidRPr="00CA52B4">
        <w:rPr>
          <w:rtl/>
          <w:lang w:bidi="fa-IR"/>
        </w:rPr>
        <w:t>المناقب 3 / 151 ، 183. منتهى المقال / 187. المجروحون من المحدّثين 3 / 310.</w:t>
      </w:r>
      <w:r>
        <w:rPr>
          <w:rFonts w:hint="cs"/>
          <w:rtl/>
          <w:lang w:bidi="fa-IR"/>
        </w:rPr>
        <w:t xml:space="preserve"> </w:t>
      </w:r>
      <w:r w:rsidRPr="00CA52B4">
        <w:rPr>
          <w:rtl/>
          <w:lang w:bidi="fa-IR"/>
        </w:rPr>
        <w:t>النجوم الزاهرة 1 / 126. نقد الرجال / 205. وقعة صفّين / 499 ، 505 ، 501 ، 510 ، 533 ، 534</w:t>
      </w:r>
      <w:r>
        <w:rPr>
          <w:rtl/>
          <w:lang w:bidi="fa-IR"/>
        </w:rPr>
        <w:t xml:space="preserve"> ـ </w:t>
      </w:r>
      <w:r w:rsidRPr="00CA52B4">
        <w:rPr>
          <w:rtl/>
          <w:lang w:bidi="fa-IR"/>
        </w:rPr>
        <w:t>538 ، 544</w:t>
      </w:r>
      <w:r>
        <w:rPr>
          <w:rtl/>
          <w:lang w:bidi="fa-IR"/>
        </w:rPr>
        <w:t xml:space="preserve"> ـ </w:t>
      </w:r>
      <w:r w:rsidRPr="00CA52B4">
        <w:rPr>
          <w:rtl/>
          <w:lang w:bidi="fa-IR"/>
        </w:rPr>
        <w:t>553. وفيات الأعيان 8 / 226.</w:t>
      </w:r>
    </w:p>
    <w:p w:rsidR="00843DF1" w:rsidRPr="00CA52B4" w:rsidRDefault="00843DF1" w:rsidP="00EB70B9">
      <w:pPr>
        <w:pStyle w:val="libBold1"/>
        <w:rPr>
          <w:rtl/>
          <w:lang w:bidi="fa-IR"/>
        </w:rPr>
      </w:pPr>
      <w:r w:rsidRPr="00CA52B4">
        <w:rPr>
          <w:rtl/>
        </w:rPr>
        <w:t>721</w:t>
      </w:r>
      <w:r>
        <w:rPr>
          <w:rtl/>
        </w:rPr>
        <w:t xml:space="preserve"> ـ </w:t>
      </w:r>
      <w:r w:rsidRPr="00CA52B4">
        <w:rPr>
          <w:rtl/>
        </w:rPr>
        <w:t>عبد الله بن كعب المرادي</w:t>
      </w:r>
      <w:r>
        <w:rPr>
          <w:rtl/>
        </w:rPr>
        <w:t xml:space="preserve"> ..</w:t>
      </w:r>
      <w:r w:rsidRPr="00CA52B4">
        <w:rPr>
          <w:rtl/>
        </w:rPr>
        <w:t>. قتل 37 ه‍</w:t>
      </w:r>
      <w:r>
        <w:rPr>
          <w:rtl/>
        </w:rPr>
        <w:t>.</w:t>
      </w:r>
    </w:p>
    <w:p w:rsidR="00843DF1" w:rsidRPr="00CA52B4" w:rsidRDefault="00843DF1" w:rsidP="00347E77">
      <w:pPr>
        <w:pStyle w:val="libNormal"/>
        <w:rPr>
          <w:rtl/>
          <w:lang w:bidi="fa-IR"/>
        </w:rPr>
      </w:pPr>
      <w:r w:rsidRPr="00CA52B4">
        <w:rPr>
          <w:rtl/>
          <w:lang w:bidi="fa-IR"/>
        </w:rPr>
        <w:t>فارس ، استشهد في وقعة صفّين سنة 37 ه‍</w:t>
      </w:r>
      <w:r>
        <w:rPr>
          <w:rtl/>
          <w:lang w:bidi="fa-IR"/>
        </w:rPr>
        <w:t>.</w:t>
      </w:r>
      <w:r w:rsidRPr="00CA52B4">
        <w:rPr>
          <w:rtl/>
          <w:lang w:bidi="fa-IR"/>
        </w:rPr>
        <w:t xml:space="preserve"> وكان من أعيان الصحابة.</w:t>
      </w:r>
      <w:r>
        <w:rPr>
          <w:rFonts w:hint="cs"/>
          <w:rtl/>
          <w:lang w:bidi="fa-IR"/>
        </w:rPr>
        <w:t xml:space="preserve"> </w:t>
      </w:r>
      <w:r w:rsidRPr="00CA52B4">
        <w:rPr>
          <w:rtl/>
          <w:lang w:bidi="fa-IR"/>
        </w:rPr>
        <w:t xml:space="preserve">وحين قتل أرسل إلى أمير المؤمنين </w:t>
      </w:r>
      <w:r>
        <w:rPr>
          <w:rtl/>
          <w:lang w:bidi="fa-IR"/>
        </w:rPr>
        <w:t>(</w:t>
      </w:r>
      <w:r w:rsidRPr="00CA52B4">
        <w:rPr>
          <w:rtl/>
          <w:lang w:bidi="fa-IR"/>
        </w:rPr>
        <w:t>عليه السلام</w:t>
      </w:r>
      <w:r>
        <w:rPr>
          <w:rtl/>
          <w:lang w:bidi="fa-IR"/>
        </w:rPr>
        <w:t>)</w:t>
      </w:r>
      <w:r w:rsidRPr="00CA52B4">
        <w:rPr>
          <w:rtl/>
          <w:lang w:bidi="fa-IR"/>
        </w:rPr>
        <w:t xml:space="preserve"> ، قال نصر : إنّ عبد الله بن كعب قتل يوم صفّين ، فمر به الأسود بن قيس بآخر رمق ، فقال :</w:t>
      </w:r>
      <w:r>
        <w:rPr>
          <w:rFonts w:hint="cs"/>
          <w:rtl/>
          <w:lang w:bidi="fa-IR"/>
        </w:rPr>
        <w:t xml:space="preserve"> </w:t>
      </w:r>
      <w:r w:rsidRPr="00CA52B4">
        <w:rPr>
          <w:rtl/>
          <w:lang w:bidi="fa-IR"/>
        </w:rPr>
        <w:t>عزّ عليّ والله مصرعك أما والله لو شهدتك لآسيتك ، ولدافعت عنك ولو أعرف الذي أشعرك لأحببت أن لا يزايلني حتّى أقتله أو يلحقني بك ، ثم نزل إليه ، فقال : والله إن كان جارك ليأمن بوائقك ، وإن كنت لمن الذاكرين الله كثيرا أوصني رحمك الله. قال : أوصيك بتقوى الله ، وأن تناصح أمير المؤمنين ، وأن تقاتل معه المحلين ، حتّى يظهر الحق ، أو تلحق بالله وأبلغه عنّي السلام ، وقل له : قاتل على المعركة حتّى تجعلها خلف ظهرك ، فإنّ من أصبح والمعركة ظهره كان الغالب. ثم لم يلبث أن مات فأقبل الأسود إلى عليّ</w:t>
      </w:r>
    </w:p>
    <w:p w:rsidR="00843DF1" w:rsidRPr="00CA52B4" w:rsidRDefault="00843DF1" w:rsidP="00B10281">
      <w:pPr>
        <w:pStyle w:val="libNormal0"/>
        <w:rPr>
          <w:rtl/>
          <w:lang w:bidi="fa-IR"/>
        </w:rPr>
      </w:pPr>
      <w:r>
        <w:rPr>
          <w:rtl/>
          <w:lang w:bidi="fa-IR"/>
        </w:rPr>
        <w:br w:type="page"/>
      </w:r>
      <w:r w:rsidRPr="00CA52B4">
        <w:rPr>
          <w:rtl/>
          <w:lang w:bidi="fa-IR"/>
        </w:rPr>
        <w:lastRenderedPageBreak/>
        <w:t>فأخبره. فقال : رحمه الله جاهد معنا عدوّنا في الحياة ، ونصح لنا في الوفاة</w:t>
      </w:r>
      <w:r>
        <w:rPr>
          <w:rtl/>
          <w:lang w:bidi="fa-IR"/>
        </w:rPr>
        <w:t xml:space="preserve"> ـ.</w:t>
      </w:r>
    </w:p>
    <w:p w:rsidR="00843DF1" w:rsidRPr="00CA52B4" w:rsidRDefault="00843DF1" w:rsidP="00B10281">
      <w:pPr>
        <w:pStyle w:val="libVar"/>
        <w:rPr>
          <w:rtl/>
          <w:lang w:bidi="fa-IR"/>
        </w:rPr>
      </w:pPr>
      <w:r w:rsidRPr="00CA52B4">
        <w:rPr>
          <w:rtl/>
          <w:lang w:bidi="fa-IR"/>
        </w:rPr>
        <w:t xml:space="preserve">سفينة البحار 2 / 136. شرح ابن أبي الحديد 5 / 208 </w:t>
      </w:r>
      <w:r>
        <w:rPr>
          <w:rtl/>
          <w:lang w:bidi="fa-IR"/>
        </w:rPr>
        <w:t>و 1</w:t>
      </w:r>
      <w:r w:rsidRPr="00CA52B4">
        <w:rPr>
          <w:rtl/>
          <w:lang w:bidi="fa-IR"/>
        </w:rPr>
        <w:t xml:space="preserve">4 / 88 ، 279 ، 266 </w:t>
      </w:r>
      <w:r>
        <w:rPr>
          <w:rtl/>
          <w:lang w:bidi="fa-IR"/>
        </w:rPr>
        <w:t>و 1</w:t>
      </w:r>
      <w:r w:rsidRPr="00CA52B4">
        <w:rPr>
          <w:rtl/>
          <w:lang w:bidi="fa-IR"/>
        </w:rPr>
        <w:t>5 / 8. الغدير 9 / 366. قاموس الرجال 6 / 111. الكامل في التأريخ 3 / 314. وقعة صفّين / 261 ، 456.</w:t>
      </w:r>
    </w:p>
    <w:p w:rsidR="00843DF1" w:rsidRPr="00CA52B4" w:rsidRDefault="00843DF1" w:rsidP="00EB70B9">
      <w:pPr>
        <w:pStyle w:val="libBold1"/>
        <w:rPr>
          <w:rtl/>
          <w:lang w:bidi="fa-IR"/>
        </w:rPr>
      </w:pPr>
      <w:r w:rsidRPr="00CA52B4">
        <w:rPr>
          <w:rtl/>
        </w:rPr>
        <w:t>722</w:t>
      </w:r>
      <w:r>
        <w:rPr>
          <w:rtl/>
        </w:rPr>
        <w:t xml:space="preserve"> ـ </w:t>
      </w:r>
      <w:r w:rsidRPr="00CA52B4">
        <w:rPr>
          <w:rtl/>
        </w:rPr>
        <w:t>عبد الله بن كعب بن عبد الله بن عمرو بن سعد بن صريم</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كان معه اللواء في صفّين ، وقتل فيها. وكان والده كعب من الصحابة ، وعمه خالد بن عبد الله شاعر جاهلي. وأظنه الذي سبقه باسم عبد الله بن كعب المرادي.</w:t>
      </w:r>
    </w:p>
    <w:p w:rsidR="00843DF1" w:rsidRPr="00CA52B4" w:rsidRDefault="00843DF1" w:rsidP="00B10281">
      <w:pPr>
        <w:pStyle w:val="libVar"/>
        <w:rPr>
          <w:rtl/>
          <w:lang w:bidi="fa-IR"/>
        </w:rPr>
      </w:pPr>
      <w:r w:rsidRPr="00CA52B4">
        <w:rPr>
          <w:rtl/>
          <w:lang w:bidi="fa-IR"/>
        </w:rPr>
        <w:t xml:space="preserve">الإصابة 3 / 315. الطبقات الكبرى 2 / 18 </w:t>
      </w:r>
      <w:r>
        <w:rPr>
          <w:rtl/>
          <w:lang w:bidi="fa-IR"/>
        </w:rPr>
        <w:t>و 8</w:t>
      </w:r>
      <w:r w:rsidRPr="00CA52B4">
        <w:rPr>
          <w:rtl/>
          <w:lang w:bidi="fa-IR"/>
        </w:rPr>
        <w:t xml:space="preserve"> / 413.</w:t>
      </w:r>
    </w:p>
    <w:p w:rsidR="00843DF1" w:rsidRPr="00CA52B4" w:rsidRDefault="00843DF1" w:rsidP="00EB70B9">
      <w:pPr>
        <w:pStyle w:val="libBold1"/>
        <w:rPr>
          <w:rtl/>
          <w:lang w:bidi="fa-IR"/>
        </w:rPr>
      </w:pPr>
      <w:r w:rsidRPr="00CA52B4">
        <w:rPr>
          <w:rtl/>
        </w:rPr>
        <w:t>723</w:t>
      </w:r>
      <w:r>
        <w:rPr>
          <w:rtl/>
        </w:rPr>
        <w:t xml:space="preserve"> ـ </w:t>
      </w:r>
      <w:r w:rsidRPr="00CA52B4">
        <w:rPr>
          <w:rtl/>
        </w:rPr>
        <w:t>عبد الله بن أبي ليلى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الرواة ، وقيل : عبد الله بن أبي ليلى يسار. روى عنه ابنه المختار.</w:t>
      </w:r>
    </w:p>
    <w:p w:rsidR="00843DF1" w:rsidRPr="00CA52B4" w:rsidRDefault="00843DF1" w:rsidP="00B10281">
      <w:pPr>
        <w:pStyle w:val="libVar"/>
        <w:rPr>
          <w:rtl/>
          <w:lang w:bidi="fa-IR"/>
        </w:rPr>
      </w:pPr>
      <w:r w:rsidRPr="00CA52B4">
        <w:rPr>
          <w:rtl/>
          <w:lang w:bidi="fa-IR"/>
        </w:rPr>
        <w:t>لسان الميزان 3 / 330. ميزان الاعتدال 2 / 483.</w:t>
      </w:r>
    </w:p>
    <w:p w:rsidR="00843DF1" w:rsidRPr="00CA52B4" w:rsidRDefault="00843DF1" w:rsidP="00EB70B9">
      <w:pPr>
        <w:pStyle w:val="libBold1"/>
        <w:rPr>
          <w:rtl/>
          <w:lang w:bidi="fa-IR"/>
        </w:rPr>
      </w:pPr>
      <w:r w:rsidRPr="00CA52B4">
        <w:rPr>
          <w:rtl/>
        </w:rPr>
        <w:t>724</w:t>
      </w:r>
      <w:r>
        <w:rPr>
          <w:rtl/>
        </w:rPr>
        <w:t xml:space="preserve"> ـ </w:t>
      </w:r>
      <w:r w:rsidRPr="00CA52B4">
        <w:rPr>
          <w:rtl/>
        </w:rPr>
        <w:t>عبد الله بن مالك بن الحارث الهمداني الكوفي الأسدي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أبو روق عطية بن الحارث الهمداني ، وأبو إسحاق السبيعي ، وذكره ابن حبان في الثقات. وله في السنن أحاديث.</w:t>
      </w:r>
    </w:p>
    <w:p w:rsidR="00843DF1" w:rsidRPr="00CA52B4" w:rsidRDefault="00843DF1" w:rsidP="00B10281">
      <w:pPr>
        <w:pStyle w:val="libVar"/>
        <w:rPr>
          <w:rtl/>
          <w:lang w:bidi="fa-IR"/>
        </w:rPr>
      </w:pPr>
      <w:r w:rsidRPr="00CA52B4">
        <w:rPr>
          <w:rtl/>
          <w:lang w:bidi="fa-IR"/>
        </w:rPr>
        <w:t>تهذيب التهذيب 5 / 380. الجرح والتعديل 5 / 171. الطبقات الكبرى 6 / 155.</w:t>
      </w:r>
    </w:p>
    <w:p w:rsidR="00843DF1" w:rsidRPr="00CA52B4" w:rsidRDefault="00843DF1" w:rsidP="00EB70B9">
      <w:pPr>
        <w:pStyle w:val="libBold1"/>
        <w:rPr>
          <w:rtl/>
          <w:lang w:bidi="fa-IR"/>
        </w:rPr>
      </w:pPr>
      <w:r w:rsidRPr="00CA52B4">
        <w:rPr>
          <w:rtl/>
        </w:rPr>
        <w:t>725</w:t>
      </w:r>
      <w:r>
        <w:rPr>
          <w:rtl/>
        </w:rPr>
        <w:t xml:space="preserve"> ـ </w:t>
      </w:r>
      <w:r w:rsidRPr="00CA52B4">
        <w:rPr>
          <w:rtl/>
        </w:rPr>
        <w:t xml:space="preserve">عبد الله </w:t>
      </w:r>
      <w:r>
        <w:rPr>
          <w:rtl/>
        </w:rPr>
        <w:t>(</w:t>
      </w:r>
      <w:r w:rsidRPr="00CA52B4">
        <w:rPr>
          <w:rtl/>
        </w:rPr>
        <w:t>أبو تميم</w:t>
      </w:r>
      <w:r>
        <w:rPr>
          <w:rtl/>
        </w:rPr>
        <w:t>)</w:t>
      </w:r>
      <w:r w:rsidRPr="00CA52B4">
        <w:rPr>
          <w:rtl/>
        </w:rPr>
        <w:t xml:space="preserve"> ابن مالك بن أبي الأسحم الجيشياني الرعيني المصري اليماني المتوفى 77 ه‍</w:t>
      </w:r>
      <w:r>
        <w:rPr>
          <w:rtl/>
        </w:rPr>
        <w:t>.</w:t>
      </w:r>
    </w:p>
    <w:p w:rsidR="00843DF1" w:rsidRPr="00CA52B4" w:rsidRDefault="00843DF1" w:rsidP="00347E77">
      <w:pPr>
        <w:pStyle w:val="libNormal"/>
        <w:rPr>
          <w:rtl/>
          <w:lang w:bidi="fa-IR"/>
        </w:rPr>
      </w:pPr>
      <w:r w:rsidRPr="00CA52B4">
        <w:rPr>
          <w:rtl/>
          <w:lang w:bidi="fa-IR"/>
        </w:rPr>
        <w:t>محدّث ، أخذ أيضا عن ، أبي ذر الغفاري. وقيس بن سعد بن عبادة.</w:t>
      </w:r>
      <w:r>
        <w:rPr>
          <w:rFonts w:hint="cs"/>
          <w:rtl/>
          <w:lang w:bidi="fa-IR"/>
        </w:rPr>
        <w:t xml:space="preserve"> </w:t>
      </w:r>
      <w:r w:rsidRPr="00CA52B4">
        <w:rPr>
          <w:rtl/>
          <w:lang w:bidi="fa-IR"/>
        </w:rPr>
        <w:t>ومعاذ بن جبل. وكان من أعبد أهل مصر. شهد فتح مصر ومات عام 77 ه‍</w:t>
      </w:r>
      <w:r>
        <w:rPr>
          <w:rtl/>
          <w:lang w:bidi="fa-IR"/>
        </w:rPr>
        <w:t>.</w:t>
      </w:r>
      <w:r>
        <w:rPr>
          <w:rFonts w:hint="cs"/>
          <w:rtl/>
          <w:lang w:bidi="fa-IR"/>
        </w:rPr>
        <w:t xml:space="preserve"> </w:t>
      </w:r>
      <w:r w:rsidRPr="00CA52B4">
        <w:rPr>
          <w:rtl/>
          <w:lang w:bidi="fa-IR"/>
        </w:rPr>
        <w:t xml:space="preserve">ذكره ابن حبان في الثقات. قرأ القرآن على معاذ باليمن. وهو مصري تابعي ثقة. وذكره بعضهم في الصحابة ولعل ذلك لإدراكه عصر النبيّ </w:t>
      </w:r>
      <w:r>
        <w:rPr>
          <w:rtl/>
          <w:lang w:bidi="fa-IR"/>
        </w:rPr>
        <w:t>(</w:t>
      </w:r>
      <w:r w:rsidRPr="00CA52B4">
        <w:rPr>
          <w:rtl/>
          <w:lang w:bidi="fa-IR"/>
        </w:rPr>
        <w:t>صلّى الله عليه وآله وسلّم</w:t>
      </w:r>
      <w:r>
        <w:rPr>
          <w:rtl/>
          <w:lang w:bidi="fa-IR"/>
        </w:rPr>
        <w:t>).</w:t>
      </w:r>
    </w:p>
    <w:p w:rsidR="00843DF1" w:rsidRPr="00CA52B4" w:rsidRDefault="00843DF1" w:rsidP="00B10281">
      <w:pPr>
        <w:pStyle w:val="libVar"/>
        <w:rPr>
          <w:rtl/>
          <w:lang w:bidi="fa-IR"/>
        </w:rPr>
      </w:pPr>
      <w:r w:rsidRPr="00CA52B4">
        <w:rPr>
          <w:rtl/>
          <w:lang w:bidi="fa-IR"/>
        </w:rPr>
        <w:t>تقريب التهذيب 1 / 444. تهذيب التهذيب 5 / 379. تعجيل المنفعة / 470.</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الجرح والتعديل 5 / 171. الطبقات الكبرى 7 / 510. العقد الفريد 2 / 240 </w:t>
      </w:r>
      <w:r>
        <w:rPr>
          <w:rtl/>
          <w:lang w:bidi="fa-IR"/>
        </w:rPr>
        <w:t>و 6</w:t>
      </w:r>
      <w:r w:rsidRPr="00CA52B4">
        <w:rPr>
          <w:rtl/>
          <w:lang w:bidi="fa-IR"/>
        </w:rPr>
        <w:t xml:space="preserve"> / 64.</w:t>
      </w:r>
      <w:r>
        <w:rPr>
          <w:rFonts w:hint="cs"/>
          <w:rtl/>
          <w:lang w:bidi="fa-IR"/>
        </w:rPr>
        <w:t xml:space="preserve"> </w:t>
      </w:r>
      <w:r w:rsidRPr="00CA52B4">
        <w:rPr>
          <w:rtl/>
          <w:lang w:bidi="fa-IR"/>
        </w:rPr>
        <w:t>الغدير 2 / 97. مرآة الجنان 1 / 158.</w:t>
      </w:r>
    </w:p>
    <w:p w:rsidR="00843DF1" w:rsidRPr="00CA52B4" w:rsidRDefault="00843DF1" w:rsidP="00EB70B9">
      <w:pPr>
        <w:pStyle w:val="libBold1"/>
        <w:rPr>
          <w:rtl/>
          <w:lang w:bidi="fa-IR"/>
        </w:rPr>
      </w:pPr>
      <w:r w:rsidRPr="00CA52B4">
        <w:rPr>
          <w:rtl/>
        </w:rPr>
        <w:t>726</w:t>
      </w:r>
      <w:r>
        <w:rPr>
          <w:rtl/>
        </w:rPr>
        <w:t xml:space="preserve"> ـ </w:t>
      </w:r>
      <w:r w:rsidRPr="00CA52B4">
        <w:rPr>
          <w:rtl/>
        </w:rPr>
        <w:t>عبد الله بن محل العجلي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شهد صفّين. ووقع في صحيفة التحكيم والصلح. ومحدّث ، ذكره ابن حبان في الثقات ، وروى عنه عبد الله بن شريك ، وله أحاديث في الصحاح. قال : كنا مع عليّ </w:t>
      </w:r>
      <w:r>
        <w:rPr>
          <w:rtl/>
          <w:lang w:bidi="fa-IR"/>
        </w:rPr>
        <w:t>(</w:t>
      </w:r>
      <w:r w:rsidRPr="00CA52B4">
        <w:rPr>
          <w:rtl/>
          <w:lang w:bidi="fa-IR"/>
        </w:rPr>
        <w:t>عليه السلام</w:t>
      </w:r>
      <w:r>
        <w:rPr>
          <w:rtl/>
          <w:lang w:bidi="fa-IR"/>
        </w:rPr>
        <w:t>)</w:t>
      </w:r>
      <w:r w:rsidRPr="00CA52B4">
        <w:rPr>
          <w:rtl/>
          <w:lang w:bidi="fa-IR"/>
        </w:rPr>
        <w:t xml:space="preserve"> فمررنا على الخسف الذي ببابل فلم يصل حتّى جازه ، وعن حجر بن العنبس ، عن أمير المؤمنين </w:t>
      </w:r>
      <w:r>
        <w:rPr>
          <w:rtl/>
          <w:lang w:bidi="fa-IR"/>
        </w:rPr>
        <w:t>(</w:t>
      </w:r>
      <w:r w:rsidRPr="00CA52B4">
        <w:rPr>
          <w:rtl/>
          <w:lang w:bidi="fa-IR"/>
        </w:rPr>
        <w:t>عليه السلام</w:t>
      </w:r>
      <w:r>
        <w:rPr>
          <w:rtl/>
          <w:lang w:bidi="fa-IR"/>
        </w:rPr>
        <w:t>)</w:t>
      </w:r>
      <w:r w:rsidRPr="00CA52B4">
        <w:rPr>
          <w:rtl/>
          <w:lang w:bidi="fa-IR"/>
        </w:rPr>
        <w:t xml:space="preserve"> ، قال : ما كنت لأصلّي في أرض خسف الله بها ثلاث مرات.</w:t>
      </w:r>
    </w:p>
    <w:p w:rsidR="00843DF1" w:rsidRPr="00CA52B4" w:rsidRDefault="00843DF1" w:rsidP="00B10281">
      <w:pPr>
        <w:pStyle w:val="libVar"/>
        <w:rPr>
          <w:rtl/>
          <w:lang w:bidi="fa-IR"/>
        </w:rPr>
      </w:pPr>
      <w:r w:rsidRPr="00CA52B4">
        <w:rPr>
          <w:rtl/>
          <w:lang w:bidi="fa-IR"/>
        </w:rPr>
        <w:t xml:space="preserve">تاريخ الطبري 6 / 30. تهذيب التهذيب 5 / 391 وفيه : عبد الله بن أبي محل العامري. الجرح والتعديل 5 / 182 وفيه : عبد الله بن أبي محل. الطبقات الكبرى 6 / 242. الكامل في التأريخ 3 / 321 </w:t>
      </w:r>
      <w:r>
        <w:rPr>
          <w:rtl/>
          <w:lang w:bidi="fa-IR"/>
        </w:rPr>
        <w:t>و 4</w:t>
      </w:r>
      <w:r w:rsidRPr="00CA52B4">
        <w:rPr>
          <w:rtl/>
          <w:lang w:bidi="fa-IR"/>
        </w:rPr>
        <w:t xml:space="preserve"> / 56.</w:t>
      </w:r>
    </w:p>
    <w:p w:rsidR="00843DF1" w:rsidRPr="00CA52B4" w:rsidRDefault="00843DF1" w:rsidP="00EB70B9">
      <w:pPr>
        <w:pStyle w:val="libBold1"/>
        <w:rPr>
          <w:rtl/>
          <w:lang w:bidi="fa-IR"/>
        </w:rPr>
      </w:pPr>
      <w:r w:rsidRPr="00CA52B4">
        <w:rPr>
          <w:rtl/>
        </w:rPr>
        <w:t>727</w:t>
      </w:r>
      <w:r>
        <w:rPr>
          <w:rtl/>
        </w:rPr>
        <w:t xml:space="preserve"> ـ </w:t>
      </w:r>
      <w:r w:rsidRPr="00CA52B4">
        <w:rPr>
          <w:rtl/>
        </w:rPr>
        <w:t>عبد الله بن محمد بن جبير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مولى عليّ بن أبي طالب </w:t>
      </w:r>
      <w:r>
        <w:rPr>
          <w:rtl/>
          <w:lang w:bidi="fa-IR"/>
        </w:rPr>
        <w:t>(</w:t>
      </w:r>
      <w:r w:rsidRPr="00CA52B4">
        <w:rPr>
          <w:rtl/>
          <w:lang w:bidi="fa-IR"/>
        </w:rPr>
        <w:t>عليه السلام</w:t>
      </w:r>
      <w:r>
        <w:rPr>
          <w:rtl/>
          <w:lang w:bidi="fa-IR"/>
        </w:rPr>
        <w:t>).</w:t>
      </w:r>
      <w:r w:rsidRPr="00CA52B4">
        <w:rPr>
          <w:rtl/>
          <w:lang w:bidi="fa-IR"/>
        </w:rPr>
        <w:t xml:space="preserve"> روى عنه محمد بن معن بن محمد بن معن بن نضلة بن عمرو الغفاري المدني أبو يونس. انفرد بذكره الحافظ ابن أبي حاتم الرازي في كتابه.</w:t>
      </w:r>
    </w:p>
    <w:p w:rsidR="00843DF1" w:rsidRPr="00CA52B4" w:rsidRDefault="00843DF1" w:rsidP="00B10281">
      <w:pPr>
        <w:pStyle w:val="libVar"/>
        <w:rPr>
          <w:rtl/>
          <w:lang w:bidi="fa-IR"/>
        </w:rPr>
      </w:pPr>
      <w:r w:rsidRPr="00CA52B4">
        <w:rPr>
          <w:rtl/>
          <w:lang w:bidi="fa-IR"/>
        </w:rPr>
        <w:t>الجرح والتعديل 5 / 156.</w:t>
      </w:r>
    </w:p>
    <w:p w:rsidR="00843DF1" w:rsidRPr="00CA52B4" w:rsidRDefault="00843DF1" w:rsidP="00EB70B9">
      <w:pPr>
        <w:pStyle w:val="libBold1"/>
        <w:rPr>
          <w:rtl/>
          <w:lang w:bidi="fa-IR"/>
        </w:rPr>
      </w:pPr>
      <w:r w:rsidRPr="00CA52B4">
        <w:rPr>
          <w:rtl/>
        </w:rPr>
        <w:t>728</w:t>
      </w:r>
      <w:r>
        <w:rPr>
          <w:rtl/>
        </w:rPr>
        <w:t xml:space="preserve"> ـ </w:t>
      </w:r>
      <w:r w:rsidRPr="00CA52B4">
        <w:rPr>
          <w:rtl/>
        </w:rPr>
        <w:t xml:space="preserve">عبد الله بن مسعود بن عاقل </w:t>
      </w:r>
      <w:r>
        <w:rPr>
          <w:rtl/>
        </w:rPr>
        <w:t>(</w:t>
      </w:r>
      <w:r w:rsidRPr="00CA52B4">
        <w:rPr>
          <w:rtl/>
        </w:rPr>
        <w:t>غاقل</w:t>
      </w:r>
      <w:r>
        <w:rPr>
          <w:rtl/>
        </w:rPr>
        <w:t>)</w:t>
      </w:r>
      <w:r w:rsidRPr="00CA52B4">
        <w:rPr>
          <w:rtl/>
        </w:rPr>
        <w:t xml:space="preserve"> ابن حبيب بن شمخ بن فار بن مخزوم بن صاهلة بن كاهل بن الحارث بن تميم بن سعد بن هذيل بن مدركة المدني المتوفى 32 ه‍</w:t>
      </w:r>
      <w:r>
        <w:rPr>
          <w:rtl/>
        </w:rPr>
        <w:t>.</w:t>
      </w:r>
    </w:p>
    <w:p w:rsidR="00843DF1" w:rsidRPr="00CA52B4" w:rsidRDefault="00843DF1" w:rsidP="00347E77">
      <w:pPr>
        <w:pStyle w:val="libNormal"/>
        <w:rPr>
          <w:rtl/>
          <w:lang w:bidi="fa-IR"/>
        </w:rPr>
      </w:pPr>
      <w:r w:rsidRPr="00CA52B4">
        <w:rPr>
          <w:rtl/>
          <w:lang w:bidi="fa-IR"/>
        </w:rPr>
        <w:t xml:space="preserve">صحابي كبير ، ومحدّث جليل ، وكان أحد حفاظ القرآن ، ومن فقهاء الصحابة ، انتقل إلى الكوفة وأقرأهم القرآن ، وعلمهم الشرائع والأحكام ، وبث فيهم علما كثيرا وفقه منهم جما غفيرا. وهو من الذين شهدوا جنازة أبي ذر ، وباشروا تجهيزه وكان من المعروفين بولايته لأمير المؤمنين </w:t>
      </w:r>
      <w:r>
        <w:rPr>
          <w:rtl/>
          <w:lang w:bidi="fa-IR"/>
        </w:rPr>
        <w:t>(</w:t>
      </w:r>
      <w:r w:rsidRPr="00CA52B4">
        <w:rPr>
          <w:rtl/>
          <w:lang w:bidi="fa-IR"/>
        </w:rPr>
        <w:t>عليه السلام</w:t>
      </w:r>
      <w:r>
        <w:rPr>
          <w:rtl/>
          <w:lang w:bidi="fa-IR"/>
        </w:rPr>
        <w:t>)</w:t>
      </w:r>
      <w:r w:rsidRPr="00CA52B4">
        <w:rPr>
          <w:rtl/>
          <w:lang w:bidi="fa-IR"/>
        </w:rPr>
        <w:t xml:space="preserve"> ، وشهد الصلاة على فاطمة الصديقة </w:t>
      </w:r>
      <w:r>
        <w:rPr>
          <w:rtl/>
          <w:lang w:bidi="fa-IR"/>
        </w:rPr>
        <w:t>(</w:t>
      </w:r>
      <w:r w:rsidRPr="00CA52B4">
        <w:rPr>
          <w:rtl/>
          <w:lang w:bidi="fa-IR"/>
        </w:rPr>
        <w:t>عليها السلام</w:t>
      </w:r>
      <w:r>
        <w:rPr>
          <w:rtl/>
          <w:lang w:bidi="fa-IR"/>
        </w:rPr>
        <w:t>)</w:t>
      </w:r>
      <w:r w:rsidRPr="00CA52B4">
        <w:rPr>
          <w:rtl/>
          <w:lang w:bidi="fa-IR"/>
        </w:rPr>
        <w:t xml:space="preserve"> ، أخذ القرآن منه </w:t>
      </w:r>
      <w:r>
        <w:rPr>
          <w:rtl/>
          <w:lang w:bidi="fa-IR"/>
        </w:rPr>
        <w:t>(</w:t>
      </w:r>
      <w:r w:rsidRPr="00CA52B4">
        <w:rPr>
          <w:rtl/>
          <w:lang w:bidi="fa-IR"/>
        </w:rPr>
        <w:t>عليه السلام</w:t>
      </w:r>
      <w:r>
        <w:rPr>
          <w:rtl/>
          <w:lang w:bidi="fa-IR"/>
        </w:rPr>
        <w:t>)</w:t>
      </w:r>
      <w:r w:rsidRPr="00CA52B4">
        <w:rPr>
          <w:rtl/>
          <w:lang w:bidi="fa-IR"/>
        </w:rPr>
        <w:t xml:space="preserve"> ، ومات عام 32 ه‍ ، ودفن بالبقيع ، وصلّى عليه</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الزبير بن العوام. وآخى النبيّ </w:t>
      </w:r>
      <w:r>
        <w:rPr>
          <w:rtl/>
          <w:lang w:bidi="fa-IR"/>
        </w:rPr>
        <w:t>(</w:t>
      </w:r>
      <w:r w:rsidRPr="00CA52B4">
        <w:rPr>
          <w:rtl/>
          <w:lang w:bidi="fa-IR"/>
        </w:rPr>
        <w:t>صلّى الله عليه وآله وسلّم</w:t>
      </w:r>
      <w:r>
        <w:rPr>
          <w:rtl/>
          <w:lang w:bidi="fa-IR"/>
        </w:rPr>
        <w:t>)</w:t>
      </w:r>
      <w:r w:rsidRPr="00CA52B4">
        <w:rPr>
          <w:rtl/>
          <w:lang w:bidi="fa-IR"/>
        </w:rPr>
        <w:t xml:space="preserve"> بينه وبين سعد بن معاذ. وقيل : إنّه كان سادسي الإسلام. وقال : أخذت من فيّ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سبعين سورة.</w:t>
      </w:r>
    </w:p>
    <w:p w:rsidR="00843DF1" w:rsidRPr="00CA52B4" w:rsidRDefault="00843DF1" w:rsidP="00347E77">
      <w:pPr>
        <w:pStyle w:val="libNormal"/>
        <w:rPr>
          <w:rtl/>
          <w:lang w:bidi="fa-IR"/>
        </w:rPr>
      </w:pPr>
      <w:r w:rsidRPr="00CA52B4">
        <w:rPr>
          <w:rtl/>
          <w:lang w:bidi="fa-IR"/>
        </w:rPr>
        <w:t xml:space="preserve">ولما بلغه خبر نفي أبي ذر إلى الربذة وهو إذ ذاك بالكوفة قال في خطبة بمحفل من أهل الكوفة : «فهل سمعتم قول الله تعالى : </w:t>
      </w:r>
      <w:r w:rsidRPr="00347E77">
        <w:rPr>
          <w:rStyle w:val="libAlaemChar"/>
          <w:rtl/>
        </w:rPr>
        <w:t>(</w:t>
      </w:r>
      <w:r w:rsidRPr="00347E77">
        <w:rPr>
          <w:rStyle w:val="libAieChar"/>
          <w:rtl/>
        </w:rPr>
        <w:t>ثُمَّ أَنْتُمْ هؤُلاءِ تَقْتُلُونَ أَنْفُسَكُمْ وَتُخْرِجُونَ فَرِيقاً مِنْكُمْ مِنْ دِيارِهِمْ</w:t>
      </w:r>
      <w:r w:rsidRPr="00347E77">
        <w:rPr>
          <w:rStyle w:val="libAlaemChar"/>
          <w:rtl/>
        </w:rPr>
        <w:t>)</w:t>
      </w:r>
      <w:r w:rsidRPr="00CA52B4">
        <w:rPr>
          <w:rtl/>
          <w:lang w:bidi="fa-IR"/>
        </w:rPr>
        <w:t xml:space="preserve"> يعرض بذلك بعثمان.</w:t>
      </w:r>
      <w:r>
        <w:rPr>
          <w:rFonts w:hint="cs"/>
          <w:rtl/>
          <w:lang w:bidi="fa-IR"/>
        </w:rPr>
        <w:t xml:space="preserve"> </w:t>
      </w:r>
      <w:r w:rsidRPr="00CA52B4">
        <w:rPr>
          <w:rtl/>
          <w:lang w:bidi="fa-IR"/>
        </w:rPr>
        <w:t xml:space="preserve">فكتب الوليد بذلك لعثمان فأشخصه من الكوفة فلما دخل مسجد النبي </w:t>
      </w:r>
      <w:r>
        <w:rPr>
          <w:rtl/>
          <w:lang w:bidi="fa-IR"/>
        </w:rPr>
        <w:t>(</w:t>
      </w:r>
      <w:r w:rsidRPr="00CA52B4">
        <w:rPr>
          <w:rtl/>
          <w:lang w:bidi="fa-IR"/>
        </w:rPr>
        <w:t>صلّى الله عليه وآله وسلّم</w:t>
      </w:r>
      <w:r>
        <w:rPr>
          <w:rtl/>
          <w:lang w:bidi="fa-IR"/>
        </w:rPr>
        <w:t>)</w:t>
      </w:r>
      <w:r w:rsidRPr="00CA52B4">
        <w:rPr>
          <w:rtl/>
          <w:lang w:bidi="fa-IR"/>
        </w:rPr>
        <w:t xml:space="preserve"> أمر عثمان غلاما له أسود فدفع ابن مسعود ، وأخرجه من المسجد ورمى به الأرض وأمر بإحراق مصحفه وجعل منزله حبسه ، وحبس عنه عطاءه أربع سنين إلى أن مات.</w:t>
      </w:r>
    </w:p>
    <w:p w:rsidR="00843DF1" w:rsidRPr="00CA52B4" w:rsidRDefault="00843DF1" w:rsidP="00347E77">
      <w:pPr>
        <w:pStyle w:val="libNormal"/>
        <w:rPr>
          <w:rtl/>
          <w:lang w:bidi="fa-IR"/>
        </w:rPr>
      </w:pPr>
      <w:r w:rsidRPr="00CA52B4">
        <w:rPr>
          <w:rtl/>
          <w:lang w:bidi="fa-IR"/>
        </w:rPr>
        <w:t xml:space="preserve">وفي رواية الواقدي ، إنّ ابن مسعود لما استقدم المدينة دخلها ليلة جمعة ، فلما علم عثمان بدخوله قال : يا أيّها الناس إنّه قد طرقكم الليلة دويبة من يمشي على طعامه يقيء ويسلح. فقال ابن مسعود : لست كذلك ولكنّني صاحب رسول الله يوم بدر ، وصاحبه يوم بيعة الرضوان ، وصاحبه يوم الخندق ، وصاحبه يوم حنين. وصاحت عائشة : يا عثمان </w:t>
      </w:r>
      <w:r>
        <w:rPr>
          <w:rtl/>
          <w:lang w:bidi="fa-IR"/>
        </w:rPr>
        <w:t>أ</w:t>
      </w:r>
      <w:r w:rsidRPr="00CA52B4">
        <w:rPr>
          <w:rtl/>
          <w:lang w:bidi="fa-IR"/>
        </w:rPr>
        <w:t>تقول هذا لصاحب رسول الله</w:t>
      </w:r>
      <w:r>
        <w:rPr>
          <w:rtl/>
          <w:lang w:bidi="fa-IR"/>
        </w:rPr>
        <w:t>؟</w:t>
      </w:r>
      <w:r w:rsidRPr="00CA52B4">
        <w:rPr>
          <w:rtl/>
          <w:lang w:bidi="fa-IR"/>
        </w:rPr>
        <w:t xml:space="preserve"> فقال عثمان : اسكتي. ثم قال لعبد الله بن زمعة : أخرجه إخراجا عنيفا فأخذه ابن زمعة فاحتمله حتّى جاء به باب المسجد فضرب به الأرض فكسر ضلعا من أضلاعه. فقال ابن مسعود : قتلني ابن زمعة الكافر بأمر عثمان.</w:t>
      </w:r>
    </w:p>
    <w:p w:rsidR="00843DF1" w:rsidRPr="00CA52B4" w:rsidRDefault="00843DF1" w:rsidP="00B10281">
      <w:pPr>
        <w:pStyle w:val="libVar"/>
        <w:rPr>
          <w:rtl/>
          <w:lang w:bidi="fa-IR"/>
        </w:rPr>
      </w:pPr>
      <w:r w:rsidRPr="00CA52B4">
        <w:rPr>
          <w:rtl/>
          <w:lang w:bidi="fa-IR"/>
        </w:rPr>
        <w:t>الأخبار الطوال / 129 ، 130. الاستيعاب 2 / 316. أسد الغابة 3 / 256. الإصابة 2 / 368. أعيان الشيعة 8 / 421. الأمالي / 91. الأعلام 4 / 280. البداية والنهاية 7 / 162. تاريخ الطبري 5 / 80. تاريخ الخلفاء / 168. تاريخ الخميس 2 / 257.</w:t>
      </w:r>
      <w:r>
        <w:rPr>
          <w:rFonts w:hint="cs"/>
          <w:rtl/>
          <w:lang w:bidi="fa-IR"/>
        </w:rPr>
        <w:t xml:space="preserve"> </w:t>
      </w:r>
      <w:r w:rsidRPr="00CA52B4">
        <w:rPr>
          <w:rtl/>
          <w:lang w:bidi="fa-IR"/>
        </w:rPr>
        <w:t>تحفة الأحباب / 194. تقريب التهذيب 1 / 450. تنقيح المقال 2 / 215. تهذيب التهذيب 6 / 27. تاريخ بغداد 1 / 147. تذكرة الحفاظ 1 / 13. تاريخ جرجان / 60</w:t>
      </w:r>
      <w:r>
        <w:rPr>
          <w:rtl/>
          <w:lang w:bidi="fa-IR"/>
        </w:rPr>
        <w:t xml:space="preserve"> ـ </w:t>
      </w:r>
      <w:r w:rsidRPr="00CA52B4">
        <w:rPr>
          <w:rtl/>
          <w:lang w:bidi="fa-IR"/>
        </w:rPr>
        <w:t>الفهرست</w:t>
      </w:r>
      <w:r>
        <w:rPr>
          <w:rtl/>
          <w:lang w:bidi="fa-IR"/>
        </w:rPr>
        <w:t xml:space="preserve"> ـ.</w:t>
      </w:r>
      <w:r w:rsidRPr="00CA52B4">
        <w:rPr>
          <w:rtl/>
          <w:lang w:bidi="fa-IR"/>
        </w:rPr>
        <w:t xml:space="preserve"> جامع الرواة 1 / 507. الجرح والتعديل 5 / 149. جمهرة أنساب العرب / 197. حلية الأولياء 1 / 124. الدرجات الرفيعة / 250. رجال ابن داود / 123. رجال الطوسي / 23. سفينة البحار 2 / 137. شذرات الذهب 1 / 38.</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شرح ابن أبي الحديد 1 / 129 ، 199 ، 315 ، 319 وفي كافة مجلداته راجع فهارس ابن أبي الحديد / 161. الطبقات الكبرى 2 / 342 </w:t>
      </w:r>
      <w:r>
        <w:rPr>
          <w:rtl/>
          <w:lang w:bidi="fa-IR"/>
        </w:rPr>
        <w:t>و 3</w:t>
      </w:r>
      <w:r w:rsidRPr="00CA52B4">
        <w:rPr>
          <w:rtl/>
          <w:lang w:bidi="fa-IR"/>
        </w:rPr>
        <w:t xml:space="preserve"> / 150. طبقات الحفاظ / 5. طبقات القراء 1 / 458. العقد الفريد 8 / 63</w:t>
      </w:r>
      <w:r>
        <w:rPr>
          <w:rtl/>
          <w:lang w:bidi="fa-IR"/>
        </w:rPr>
        <w:t xml:space="preserve"> ـ </w:t>
      </w:r>
      <w:r w:rsidRPr="00CA52B4">
        <w:rPr>
          <w:rtl/>
          <w:lang w:bidi="fa-IR"/>
        </w:rPr>
        <w:t>الفهارس</w:t>
      </w:r>
      <w:r>
        <w:rPr>
          <w:rtl/>
          <w:lang w:bidi="fa-IR"/>
        </w:rPr>
        <w:t xml:space="preserve"> ـ.</w:t>
      </w:r>
      <w:r w:rsidRPr="00CA52B4">
        <w:rPr>
          <w:rtl/>
          <w:lang w:bidi="fa-IR"/>
        </w:rPr>
        <w:t xml:space="preserve"> العبر 1 / 33. الغدير 1 / 53 وج 9 / 3</w:t>
      </w:r>
      <w:r>
        <w:rPr>
          <w:rtl/>
          <w:lang w:bidi="fa-IR"/>
        </w:rPr>
        <w:t xml:space="preserve"> ـ </w:t>
      </w:r>
      <w:r w:rsidRPr="00CA52B4">
        <w:rPr>
          <w:rtl/>
          <w:lang w:bidi="fa-IR"/>
        </w:rPr>
        <w:t>15. الفهارس / 208. الغارات 2 / 1022. الفوائد الرجالية 1 / 364.</w:t>
      </w:r>
      <w:r>
        <w:rPr>
          <w:rFonts w:hint="cs"/>
          <w:rtl/>
          <w:lang w:bidi="fa-IR"/>
        </w:rPr>
        <w:t xml:space="preserve"> </w:t>
      </w:r>
      <w:r w:rsidRPr="00CA52B4">
        <w:rPr>
          <w:rtl/>
          <w:lang w:bidi="fa-IR"/>
        </w:rPr>
        <w:t>فهرست النديم / 29 ، 171. قاموس الرجال 6 / 136. الكامل في التأريخ 13 / 209</w:t>
      </w:r>
      <w:r>
        <w:rPr>
          <w:rtl/>
          <w:lang w:bidi="fa-IR"/>
        </w:rPr>
        <w:t xml:space="preserve"> ـ </w:t>
      </w:r>
      <w:r w:rsidRPr="00CA52B4">
        <w:rPr>
          <w:rtl/>
          <w:lang w:bidi="fa-IR"/>
        </w:rPr>
        <w:t>الفهارس</w:t>
      </w:r>
      <w:r>
        <w:rPr>
          <w:rtl/>
          <w:lang w:bidi="fa-IR"/>
        </w:rPr>
        <w:t xml:space="preserve"> ـ.</w:t>
      </w:r>
      <w:r w:rsidRPr="00CA52B4">
        <w:rPr>
          <w:rtl/>
          <w:lang w:bidi="fa-IR"/>
        </w:rPr>
        <w:t xml:space="preserve"> الكنى والألقاب 1 / 216. اللباب 2 / 208 </w:t>
      </w:r>
      <w:r>
        <w:rPr>
          <w:rtl/>
          <w:lang w:bidi="fa-IR"/>
        </w:rPr>
        <w:t>و 3</w:t>
      </w:r>
      <w:r w:rsidRPr="00CA52B4">
        <w:rPr>
          <w:rtl/>
          <w:lang w:bidi="fa-IR"/>
        </w:rPr>
        <w:t xml:space="preserve"> / 383. مجمع الرجال 4 / 51. مرآة الجنان 1 / 87. مروج الذهب 3 / 172. المشتبه 2 / 482.</w:t>
      </w:r>
      <w:r>
        <w:rPr>
          <w:rFonts w:hint="cs"/>
          <w:rtl/>
          <w:lang w:bidi="fa-IR"/>
        </w:rPr>
        <w:t xml:space="preserve"> </w:t>
      </w:r>
      <w:r w:rsidRPr="00CA52B4">
        <w:rPr>
          <w:rtl/>
          <w:lang w:bidi="fa-IR"/>
        </w:rPr>
        <w:t xml:space="preserve">المعارف / 109. معجم رجال الحديث 10 / 322. المناقب 3 / 306. منتهى المقال / 196. المجروحون من المحدّثين 3 / 248. النجوم الزاهرة 1 / 89. نقد الرجال / 207. نكت الهميان / 197. النهاية في غريب الحديث 5 / 410. وقعة صفّين / 115 ، 116. وفيات الأعيان 2 / 371 ، 476 </w:t>
      </w:r>
      <w:r>
        <w:rPr>
          <w:rtl/>
          <w:lang w:bidi="fa-IR"/>
        </w:rPr>
        <w:t>و 3</w:t>
      </w:r>
      <w:r w:rsidRPr="00CA52B4">
        <w:rPr>
          <w:rtl/>
          <w:lang w:bidi="fa-IR"/>
        </w:rPr>
        <w:t xml:space="preserve"> / 115 </w:t>
      </w:r>
      <w:r>
        <w:rPr>
          <w:rtl/>
          <w:lang w:bidi="fa-IR"/>
        </w:rPr>
        <w:t>و 4</w:t>
      </w:r>
      <w:r w:rsidRPr="00CA52B4">
        <w:rPr>
          <w:rtl/>
          <w:lang w:bidi="fa-IR"/>
        </w:rPr>
        <w:t xml:space="preserve"> / 317.</w:t>
      </w:r>
    </w:p>
    <w:p w:rsidR="00843DF1" w:rsidRPr="00CA52B4" w:rsidRDefault="00843DF1" w:rsidP="00EB70B9">
      <w:pPr>
        <w:pStyle w:val="libBold1"/>
        <w:rPr>
          <w:rtl/>
          <w:lang w:bidi="fa-IR"/>
        </w:rPr>
      </w:pPr>
      <w:r w:rsidRPr="00CA52B4">
        <w:rPr>
          <w:rtl/>
        </w:rPr>
        <w:t>729</w:t>
      </w:r>
      <w:r>
        <w:rPr>
          <w:rtl/>
        </w:rPr>
        <w:t xml:space="preserve"> ـ </w:t>
      </w:r>
      <w:r w:rsidRPr="00CA52B4">
        <w:rPr>
          <w:rtl/>
        </w:rPr>
        <w:t>عبد الله بن المعتم العبسي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 صحابي ، وتخلف عن عليّ </w:t>
      </w:r>
      <w:r>
        <w:rPr>
          <w:rtl/>
          <w:lang w:bidi="fa-IR"/>
        </w:rPr>
        <w:t>(</w:t>
      </w:r>
      <w:r w:rsidRPr="00CA52B4">
        <w:rPr>
          <w:rtl/>
          <w:lang w:bidi="fa-IR"/>
        </w:rPr>
        <w:t>عليه السلام</w:t>
      </w:r>
      <w:r>
        <w:rPr>
          <w:rtl/>
          <w:lang w:bidi="fa-IR"/>
        </w:rPr>
        <w:t>)</w:t>
      </w:r>
      <w:r w:rsidRPr="00CA52B4">
        <w:rPr>
          <w:rtl/>
          <w:lang w:bidi="fa-IR"/>
        </w:rPr>
        <w:t xml:space="preserve"> يوم الجمل ، وهو الذي فتح الموصل. وكان عبد الله على مقدمة سعد بن أبي وقّاص من القادسية إلى المدائن ، وسيّره سعد من العراق إلى تكريت ، ومعه عرفجة بن هزيمة ، وربعي بن الأثكل ، ففتح تكريت. قال محمد بن مخنف : دخلت مع أبي على عليّ </w:t>
      </w:r>
      <w:r>
        <w:rPr>
          <w:rtl/>
          <w:lang w:bidi="fa-IR"/>
        </w:rPr>
        <w:t>(</w:t>
      </w:r>
      <w:r w:rsidRPr="00CA52B4">
        <w:rPr>
          <w:rtl/>
          <w:lang w:bidi="fa-IR"/>
        </w:rPr>
        <w:t>عليه السلام</w:t>
      </w:r>
      <w:r>
        <w:rPr>
          <w:rtl/>
          <w:lang w:bidi="fa-IR"/>
        </w:rPr>
        <w:t>)</w:t>
      </w:r>
      <w:r w:rsidRPr="00CA52B4">
        <w:rPr>
          <w:rtl/>
          <w:lang w:bidi="fa-IR"/>
        </w:rPr>
        <w:t xml:space="preserve"> ، حين قدم من البصرة فإذا بين يديه رجال يؤنّبهم ، ويقول لهم : ما بطأكم عنّي وأنتم أشراف قومكم</w:t>
      </w:r>
      <w:r>
        <w:rPr>
          <w:rtl/>
          <w:lang w:bidi="fa-IR"/>
        </w:rPr>
        <w:t>؟</w:t>
      </w:r>
      <w:r w:rsidRPr="00CA52B4">
        <w:rPr>
          <w:rtl/>
          <w:lang w:bidi="fa-IR"/>
        </w:rPr>
        <w:t xml:space="preserve"> فاعتذر القوم ، فمنهم من ذكر عذره ، ومنهم من اعتل بمرض ، ومنهم من ذكر غيبة. فنظرت إليهم فإذا عبد الله بن المعتم العبسي ، وإذا حنظلة بن الربيع التميمي ، وكلاهما كانت له صحبة. وإذا أبو بردة بن عوف الأزدي ، وإذا غريب بن شرحبيل الهمداني.</w:t>
      </w:r>
    </w:p>
    <w:p w:rsidR="00843DF1" w:rsidRPr="00CA52B4" w:rsidRDefault="00843DF1" w:rsidP="00B10281">
      <w:pPr>
        <w:pStyle w:val="libVar"/>
        <w:rPr>
          <w:rtl/>
          <w:lang w:bidi="fa-IR"/>
        </w:rPr>
      </w:pPr>
      <w:r w:rsidRPr="00CA52B4">
        <w:rPr>
          <w:rtl/>
          <w:lang w:bidi="fa-IR"/>
        </w:rPr>
        <w:t>أسد الغابة 3 / 263. الاستيعاب 2 / 331 ، وفيه عبد الله بن المعمر. الإصابة 2 / 371. الكامل في التأريخ 2 / 452 ، 493 ، 506 ، 523 ، 524 ، 526 ، 528 ، 530. وقعة صفّين 8 / 95</w:t>
      </w:r>
      <w:r>
        <w:rPr>
          <w:rtl/>
          <w:lang w:bidi="fa-IR"/>
        </w:rPr>
        <w:t xml:space="preserve"> ـ </w:t>
      </w:r>
      <w:r w:rsidRPr="00CA52B4">
        <w:rPr>
          <w:rtl/>
          <w:lang w:bidi="fa-IR"/>
        </w:rPr>
        <w:t>97.</w:t>
      </w:r>
    </w:p>
    <w:p w:rsidR="00843DF1" w:rsidRPr="00CA52B4" w:rsidRDefault="00843DF1" w:rsidP="00EB70B9">
      <w:pPr>
        <w:pStyle w:val="libBold1"/>
        <w:rPr>
          <w:rtl/>
          <w:lang w:bidi="fa-IR"/>
        </w:rPr>
      </w:pPr>
      <w:r w:rsidRPr="00CA52B4">
        <w:rPr>
          <w:rtl/>
        </w:rPr>
        <w:t>730</w:t>
      </w:r>
      <w:r>
        <w:rPr>
          <w:rtl/>
        </w:rPr>
        <w:t xml:space="preserve"> ـ </w:t>
      </w:r>
      <w:r w:rsidRPr="00CA52B4">
        <w:rPr>
          <w:rtl/>
        </w:rPr>
        <w:t xml:space="preserve">عبد الله </w:t>
      </w:r>
      <w:r>
        <w:rPr>
          <w:rtl/>
        </w:rPr>
        <w:t>(</w:t>
      </w:r>
      <w:r w:rsidRPr="00CA52B4">
        <w:rPr>
          <w:rtl/>
        </w:rPr>
        <w:t>أبو الوليد</w:t>
      </w:r>
      <w:r>
        <w:rPr>
          <w:rtl/>
        </w:rPr>
        <w:t>)</w:t>
      </w:r>
      <w:r w:rsidRPr="00CA52B4">
        <w:rPr>
          <w:rtl/>
        </w:rPr>
        <w:t xml:space="preserve"> ابن معقل بن مقرن بن عامر بن صبح بن هجير بن نصر بن حبشية بن كعب بن عبد بن ثور بن هذمة بن لاطم بن عثمان بن عمرو بن أد المزني الكوفي المتوفى بعد 80 ه‍</w:t>
      </w:r>
      <w:r>
        <w:rPr>
          <w:rtl/>
        </w:rPr>
        <w:t>.</w:t>
      </w:r>
    </w:p>
    <w:p w:rsidR="00843DF1" w:rsidRPr="00CA52B4" w:rsidRDefault="00843DF1" w:rsidP="00347E77">
      <w:pPr>
        <w:pStyle w:val="libNormal"/>
        <w:rPr>
          <w:rtl/>
          <w:lang w:bidi="fa-IR"/>
        </w:rPr>
      </w:pPr>
      <w:r>
        <w:rPr>
          <w:rtl/>
          <w:lang w:bidi="fa-IR"/>
        </w:rPr>
        <w:br w:type="page"/>
      </w:r>
      <w:r w:rsidRPr="00CA52B4">
        <w:rPr>
          <w:rtl/>
          <w:lang w:bidi="fa-IR"/>
        </w:rPr>
        <w:lastRenderedPageBreak/>
        <w:t>محدّث ، تابعي ثقة ، من خيار التابعين ، قليل الحديث. مات بالبصرة سنة بضع وثمانين. وصلّى عليه أبو برزة الأسلمي. وخلّف : سعيدا. حسان الأكبر. حسان الأصغر. زيادا. طارقا. المغيرة. وفي رواية ، عبد الله بن المغفل.</w:t>
      </w:r>
    </w:p>
    <w:p w:rsidR="00843DF1" w:rsidRPr="00CA52B4" w:rsidRDefault="00843DF1" w:rsidP="00B10281">
      <w:pPr>
        <w:pStyle w:val="libVar"/>
        <w:rPr>
          <w:rtl/>
          <w:lang w:bidi="fa-IR"/>
        </w:rPr>
      </w:pPr>
      <w:r w:rsidRPr="00CA52B4">
        <w:rPr>
          <w:rtl/>
          <w:lang w:bidi="fa-IR"/>
        </w:rPr>
        <w:t>الإصابة 2 / 372. أعيان الشيعة 8 / 46. تاريخ الخميس 2 / 296. تقريب التهذيب 1 / 453. تنقيح المقال 2 / 218. تذكرة الحفاظ 1 / 46. تهذيب التهذيب 6 / 40.</w:t>
      </w:r>
      <w:r>
        <w:rPr>
          <w:rFonts w:hint="cs"/>
          <w:rtl/>
          <w:lang w:bidi="fa-IR"/>
        </w:rPr>
        <w:t xml:space="preserve"> </w:t>
      </w:r>
      <w:r w:rsidRPr="00CA52B4">
        <w:rPr>
          <w:rtl/>
          <w:lang w:bidi="fa-IR"/>
        </w:rPr>
        <w:t>جامع الرواة 1 / 511. الجرح والتعديل 5 / 169. جمهرة أنساب العرب / 202.</w:t>
      </w:r>
      <w:r>
        <w:rPr>
          <w:rFonts w:hint="cs"/>
          <w:rtl/>
          <w:lang w:bidi="fa-IR"/>
        </w:rPr>
        <w:t xml:space="preserve"> </w:t>
      </w:r>
      <w:r w:rsidRPr="00CA52B4">
        <w:rPr>
          <w:rtl/>
          <w:lang w:bidi="fa-IR"/>
        </w:rPr>
        <w:t xml:space="preserve">الطبقات الكبرى 6 / 175. الغدير 6 / 318. الغارات 2 / 348 ، 464 ، 465. مرآة الجنان 1 / 131. المشتبه 2 / 585. المعارف / 129. معجم رجال الحديث 10 / 336. منتهى المقال / 187. نقد الرجال / 208. النهاية في غريب الحديث 2 / 22 ، 205 ، 263 ، 461 </w:t>
      </w:r>
      <w:r>
        <w:rPr>
          <w:rtl/>
          <w:lang w:bidi="fa-IR"/>
        </w:rPr>
        <w:t>و 4</w:t>
      </w:r>
      <w:r w:rsidRPr="00CA52B4">
        <w:rPr>
          <w:rtl/>
          <w:lang w:bidi="fa-IR"/>
        </w:rPr>
        <w:t xml:space="preserve"> / 179.</w:t>
      </w:r>
    </w:p>
    <w:p w:rsidR="00843DF1" w:rsidRPr="00CA52B4" w:rsidRDefault="00843DF1" w:rsidP="00EB70B9">
      <w:pPr>
        <w:pStyle w:val="libBold1"/>
        <w:rPr>
          <w:rtl/>
          <w:lang w:bidi="fa-IR"/>
        </w:rPr>
      </w:pPr>
      <w:r w:rsidRPr="00CA52B4">
        <w:rPr>
          <w:rtl/>
        </w:rPr>
        <w:t>731</w:t>
      </w:r>
      <w:r>
        <w:rPr>
          <w:rtl/>
        </w:rPr>
        <w:t xml:space="preserve"> ـ </w:t>
      </w:r>
      <w:r w:rsidRPr="00CA52B4">
        <w:rPr>
          <w:rtl/>
        </w:rPr>
        <w:t>عبد الله بن مليل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كثير النواء. والأعمش. وسالم بن أبي الجعد. قال ابن حبان في الثقات : عداده في أهل الكوفة.</w:t>
      </w:r>
    </w:p>
    <w:p w:rsidR="00843DF1" w:rsidRPr="00CA52B4" w:rsidRDefault="00843DF1" w:rsidP="00B10281">
      <w:pPr>
        <w:pStyle w:val="libVar"/>
        <w:rPr>
          <w:rtl/>
          <w:lang w:bidi="fa-IR"/>
        </w:rPr>
      </w:pPr>
      <w:r w:rsidRPr="00CA52B4">
        <w:rPr>
          <w:rtl/>
          <w:lang w:bidi="fa-IR"/>
        </w:rPr>
        <w:t>تعجيل المنفعة / 237. الجرح والتعديل 5 / 168.</w:t>
      </w:r>
    </w:p>
    <w:p w:rsidR="00843DF1" w:rsidRPr="00CA52B4" w:rsidRDefault="00843DF1" w:rsidP="00EB70B9">
      <w:pPr>
        <w:pStyle w:val="libBold1"/>
        <w:rPr>
          <w:rtl/>
          <w:lang w:bidi="fa-IR"/>
        </w:rPr>
      </w:pPr>
      <w:r w:rsidRPr="00CA52B4">
        <w:rPr>
          <w:rtl/>
        </w:rPr>
        <w:t>732</w:t>
      </w:r>
      <w:r>
        <w:rPr>
          <w:rtl/>
        </w:rPr>
        <w:t xml:space="preserve"> ـ </w:t>
      </w:r>
      <w:r w:rsidRPr="00CA52B4">
        <w:rPr>
          <w:rtl/>
        </w:rPr>
        <w:t>عبد الله بن نجى بن سلمة بن جشم بن مالك بن ايدعان بن حريم بن الصرف الحضرمي الحريمي الشهيد 37 ه‍</w:t>
      </w:r>
      <w:r>
        <w:rPr>
          <w:rtl/>
        </w:rPr>
        <w:t>.</w:t>
      </w:r>
    </w:p>
    <w:p w:rsidR="00843DF1" w:rsidRPr="00CA52B4" w:rsidRDefault="00843DF1" w:rsidP="00347E77">
      <w:pPr>
        <w:pStyle w:val="libNormal"/>
        <w:rPr>
          <w:rtl/>
          <w:lang w:bidi="fa-IR"/>
        </w:rPr>
      </w:pPr>
      <w:r w:rsidRPr="00CA52B4">
        <w:rPr>
          <w:rtl/>
          <w:lang w:bidi="fa-IR"/>
        </w:rPr>
        <w:t xml:space="preserve">محدّث. روى أيضا عن عمار بن ياسر. وحذيفة. وروى عنه ، أبو زرعة بن عمرو بن جرير. واختص بعليّ </w:t>
      </w:r>
      <w:r>
        <w:rPr>
          <w:rtl/>
          <w:lang w:bidi="fa-IR"/>
        </w:rPr>
        <w:t>(</w:t>
      </w:r>
      <w:r w:rsidRPr="00CA52B4">
        <w:rPr>
          <w:rtl/>
          <w:lang w:bidi="fa-IR"/>
        </w:rPr>
        <w:t>عليه السلام</w:t>
      </w:r>
      <w:r>
        <w:rPr>
          <w:rtl/>
          <w:lang w:bidi="fa-IR"/>
        </w:rPr>
        <w:t>)</w:t>
      </w:r>
      <w:r w:rsidRPr="00CA52B4">
        <w:rPr>
          <w:rtl/>
          <w:lang w:bidi="fa-IR"/>
        </w:rPr>
        <w:t xml:space="preserve"> ، وهكذا إخوته :</w:t>
      </w:r>
      <w:r>
        <w:rPr>
          <w:rFonts w:hint="cs"/>
          <w:rtl/>
          <w:lang w:bidi="fa-IR"/>
        </w:rPr>
        <w:t xml:space="preserve"> </w:t>
      </w:r>
      <w:r w:rsidRPr="00CA52B4">
        <w:rPr>
          <w:rtl/>
          <w:lang w:bidi="fa-IR"/>
        </w:rPr>
        <w:t xml:space="preserve">مسلم ، والحسين ، وعمران ، والأسقع ، ونعيم ، وعلي ، وحمزة ، وهم سبعة قاتلوا مع عليّ </w:t>
      </w:r>
      <w:r>
        <w:rPr>
          <w:rtl/>
          <w:lang w:bidi="fa-IR"/>
        </w:rPr>
        <w:t>(</w:t>
      </w:r>
      <w:r w:rsidRPr="00CA52B4">
        <w:rPr>
          <w:rtl/>
          <w:lang w:bidi="fa-IR"/>
        </w:rPr>
        <w:t>عليه السلام</w:t>
      </w:r>
      <w:r>
        <w:rPr>
          <w:rtl/>
          <w:lang w:bidi="fa-IR"/>
        </w:rPr>
        <w:t>)</w:t>
      </w:r>
      <w:r w:rsidRPr="00CA52B4">
        <w:rPr>
          <w:rtl/>
          <w:lang w:bidi="fa-IR"/>
        </w:rPr>
        <w:t xml:space="preserve"> وقتلوا. وتأتي ترجمة أبيه نجى في موضعه. ذكره ابن حبان في الثقات. وكناه النسائي ، أبا لقمان.</w:t>
      </w:r>
    </w:p>
    <w:p w:rsidR="00843DF1" w:rsidRPr="00CA52B4" w:rsidRDefault="00843DF1" w:rsidP="00B10281">
      <w:pPr>
        <w:pStyle w:val="libVar"/>
        <w:rPr>
          <w:rtl/>
          <w:lang w:bidi="fa-IR"/>
        </w:rPr>
      </w:pPr>
      <w:r w:rsidRPr="00CA52B4">
        <w:rPr>
          <w:rtl/>
          <w:lang w:bidi="fa-IR"/>
        </w:rPr>
        <w:t>تهذيب التهذيب 6 / 55. تعجيل المنفعة / 239 وفيه : عبد الله بن ناسج الحضرمي ، وهو تصحيف. الجرح والتعديل 5 / 184. الطبقات الكبرى 6 / 234. الغدير 11 / 61.</w:t>
      </w:r>
      <w:r>
        <w:rPr>
          <w:rFonts w:hint="cs"/>
          <w:rtl/>
          <w:lang w:bidi="fa-IR"/>
        </w:rPr>
        <w:t xml:space="preserve"> </w:t>
      </w:r>
      <w:r w:rsidRPr="00CA52B4">
        <w:rPr>
          <w:rtl/>
          <w:lang w:bidi="fa-IR"/>
        </w:rPr>
        <w:t>اللباب 1 / 361. المشتبه 1 / 263. ميزان الاعتدال 2 / 514. المراسيل / 72.</w:t>
      </w:r>
    </w:p>
    <w:p w:rsidR="00843DF1" w:rsidRPr="00CA52B4" w:rsidRDefault="00843DF1" w:rsidP="00EB70B9">
      <w:pPr>
        <w:pStyle w:val="libBold1"/>
        <w:rPr>
          <w:rtl/>
          <w:lang w:bidi="fa-IR"/>
        </w:rPr>
      </w:pPr>
      <w:r>
        <w:rPr>
          <w:rtl/>
          <w:lang w:bidi="fa-IR"/>
        </w:rPr>
        <w:br w:type="page"/>
      </w:r>
      <w:r w:rsidRPr="00CA52B4">
        <w:rPr>
          <w:rtl/>
        </w:rPr>
        <w:lastRenderedPageBreak/>
        <w:t>733</w:t>
      </w:r>
      <w:r>
        <w:rPr>
          <w:rtl/>
        </w:rPr>
        <w:t xml:space="preserve"> ـ </w:t>
      </w:r>
      <w:r w:rsidRPr="00CA52B4">
        <w:rPr>
          <w:rtl/>
        </w:rPr>
        <w:t>عبد الله بن نهيك بن أساف بن عدي بن زيد بن جشم بن حارثة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 روى عنه أبو إسحاق الهمداني السبيعي. ذكره ابن حبان في الثقات. وروى عن أمير المؤمنين </w:t>
      </w:r>
      <w:r>
        <w:rPr>
          <w:rtl/>
          <w:lang w:bidi="fa-IR"/>
        </w:rPr>
        <w:t>(</w:t>
      </w:r>
      <w:r w:rsidRPr="00CA52B4">
        <w:rPr>
          <w:rtl/>
          <w:lang w:bidi="fa-IR"/>
        </w:rPr>
        <w:t>عليه السلام</w:t>
      </w:r>
      <w:r>
        <w:rPr>
          <w:rtl/>
          <w:lang w:bidi="fa-IR"/>
        </w:rPr>
        <w:t>)</w:t>
      </w:r>
      <w:r w:rsidRPr="00CA52B4">
        <w:rPr>
          <w:rtl/>
          <w:lang w:bidi="fa-IR"/>
        </w:rPr>
        <w:t xml:space="preserve"> في التفسير. وقد جاء في بعض المعاجم ، نهيك بن عبد الله السلولي ، روى عن عليّ ، أنّ الشيطان أتى راهبا في صومعة قد عبد الله ستين سنة</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 xml:space="preserve">تهذيب التهذيب 6 / 58. الجرح والتعديل 5 / 183. الطبقات الكبرى 8 / 337 </w:t>
      </w:r>
      <w:r>
        <w:rPr>
          <w:rtl/>
          <w:lang w:bidi="fa-IR"/>
        </w:rPr>
        <w:t>و 6</w:t>
      </w:r>
      <w:r w:rsidRPr="00CA52B4">
        <w:rPr>
          <w:rtl/>
          <w:lang w:bidi="fa-IR"/>
        </w:rPr>
        <w:t xml:space="preserve"> / 243. قاموس الرجال 6 / 166. ميزان الاعتدال 2 / 516.</w:t>
      </w:r>
    </w:p>
    <w:p w:rsidR="00843DF1" w:rsidRPr="00CA52B4" w:rsidRDefault="00843DF1" w:rsidP="00EB70B9">
      <w:pPr>
        <w:pStyle w:val="libBold1"/>
        <w:rPr>
          <w:rtl/>
          <w:lang w:bidi="fa-IR"/>
        </w:rPr>
      </w:pPr>
      <w:r w:rsidRPr="00CA52B4">
        <w:rPr>
          <w:rtl/>
        </w:rPr>
        <w:t>734</w:t>
      </w:r>
      <w:r>
        <w:rPr>
          <w:rtl/>
        </w:rPr>
        <w:t xml:space="preserve"> ـ </w:t>
      </w:r>
      <w:r w:rsidRPr="00CA52B4">
        <w:rPr>
          <w:rtl/>
        </w:rPr>
        <w:t>عبد الله بن هاشم بن عتبة بن أبي وقّاص المرقال الزهري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شهم. فإنّه قتل أبوه هاشم بصفّين ، وكان معه اللواء. أخذ اللواء عبد الله ، ووقف أمام أهل الشام ، وحمد الله وأثنى عليه</w:t>
      </w:r>
      <w:r>
        <w:rPr>
          <w:rtl/>
          <w:lang w:bidi="fa-IR"/>
        </w:rPr>
        <w:t xml:space="preserve"> ..</w:t>
      </w:r>
      <w:r w:rsidRPr="00CA52B4">
        <w:rPr>
          <w:rtl/>
          <w:lang w:bidi="fa-IR"/>
        </w:rPr>
        <w:t>. ثم قال : يا أيها الناس ، إنّ هاشما كان عبدا من عباد الله الذين قدر أرزاقهم وكتب آثارهم ، وأحصى أعمالهم ، وقضى آجالهم ، فدعاه ربّه الذي لا يعصى فأجابه ، وسلم الأمر لله وجاهد في طاعة ابن عم رسول الله ، وأول من آمن به ، وأفقههم في دين الله ، المخالف لأعداء الله المستحلين ما حرم الله ، الذين عملوا في البلاد بالجور والفساد ، واستحوذ عليهم الشيطان فزين لهم الإثم والعدوان. فحق عليكم جهاد من خالف سنة رسول الله ، وعطل حدود الله ، وخالف أولياء الله. فجودوا بمهج أنفسكم في طاعة الله في هذه الدنيا ، تصيبوا الآخرة والمنزل الأعلى ، والملك الذي لا يبلى ، فلو لم يكن ثواب ولا عقاب ولا جنة ولا نار ، لكان القتال مع عليّ أفضل من القتال مع معاوية ابن أكالة الأكباد.</w:t>
      </w:r>
      <w:r>
        <w:rPr>
          <w:rFonts w:hint="cs"/>
          <w:rtl/>
          <w:lang w:bidi="fa-IR"/>
        </w:rPr>
        <w:t xml:space="preserve"> </w:t>
      </w:r>
      <w:r w:rsidRPr="00CA52B4">
        <w:rPr>
          <w:rtl/>
          <w:lang w:bidi="fa-IR"/>
        </w:rPr>
        <w:t>فكيف وأنتم ترجون ما ترجون.</w:t>
      </w:r>
    </w:p>
    <w:p w:rsidR="00843DF1" w:rsidRPr="00CA52B4" w:rsidRDefault="00843DF1" w:rsidP="00B10281">
      <w:pPr>
        <w:pStyle w:val="libVar"/>
        <w:rPr>
          <w:rtl/>
          <w:lang w:bidi="fa-IR"/>
        </w:rPr>
      </w:pPr>
      <w:r w:rsidRPr="00CA52B4">
        <w:rPr>
          <w:rtl/>
          <w:lang w:bidi="fa-IR"/>
        </w:rPr>
        <w:t xml:space="preserve">ثم حمل وقاتل. وبعد وفاة عليّ </w:t>
      </w:r>
      <w:r>
        <w:rPr>
          <w:rtl/>
          <w:lang w:bidi="fa-IR"/>
        </w:rPr>
        <w:t>(</w:t>
      </w:r>
      <w:r w:rsidRPr="00CA52B4">
        <w:rPr>
          <w:rtl/>
          <w:lang w:bidi="fa-IR"/>
        </w:rPr>
        <w:t>عليه السلام</w:t>
      </w:r>
      <w:r>
        <w:rPr>
          <w:rtl/>
          <w:lang w:bidi="fa-IR"/>
        </w:rPr>
        <w:t>)</w:t>
      </w:r>
      <w:r w:rsidRPr="00CA52B4">
        <w:rPr>
          <w:rtl/>
          <w:lang w:bidi="fa-IR"/>
        </w:rPr>
        <w:t xml:space="preserve"> ، أخذ أسيرا إلى معاوية.</w:t>
      </w:r>
    </w:p>
    <w:p w:rsidR="00843DF1" w:rsidRPr="00CA52B4" w:rsidRDefault="00843DF1" w:rsidP="00B10281">
      <w:pPr>
        <w:pStyle w:val="libVar"/>
        <w:rPr>
          <w:rtl/>
          <w:lang w:bidi="fa-IR"/>
        </w:rPr>
      </w:pPr>
      <w:r w:rsidRPr="00CA52B4">
        <w:rPr>
          <w:rtl/>
          <w:lang w:bidi="fa-IR"/>
        </w:rPr>
        <w:t>أعيان الشيعة 8 / 89. جمهرة أنساب العرب / 129 ، 273. الجمل / 171. شرح ابن أبي الحديد 8 / 29</w:t>
      </w:r>
      <w:r>
        <w:rPr>
          <w:rtl/>
          <w:lang w:bidi="fa-IR"/>
        </w:rPr>
        <w:t xml:space="preserve"> ـ </w:t>
      </w:r>
      <w:r w:rsidRPr="00CA52B4">
        <w:rPr>
          <w:rtl/>
          <w:lang w:bidi="fa-IR"/>
        </w:rPr>
        <w:t xml:space="preserve">33. الغدير 2 / 169 </w:t>
      </w:r>
      <w:r>
        <w:rPr>
          <w:rtl/>
          <w:lang w:bidi="fa-IR"/>
        </w:rPr>
        <w:t>و 3</w:t>
      </w:r>
      <w:r w:rsidRPr="00CA52B4">
        <w:rPr>
          <w:rtl/>
          <w:lang w:bidi="fa-IR"/>
        </w:rPr>
        <w:t xml:space="preserve"> / 21 ، 229 </w:t>
      </w:r>
      <w:r>
        <w:rPr>
          <w:rtl/>
          <w:lang w:bidi="fa-IR"/>
        </w:rPr>
        <w:t>و 1</w:t>
      </w:r>
      <w:r w:rsidRPr="00CA52B4">
        <w:rPr>
          <w:rtl/>
          <w:lang w:bidi="fa-IR"/>
        </w:rPr>
        <w:t>0 / 29. مروج الذهب 3 / 17. وقعة صفّين / 348 ، 356.</w:t>
      </w:r>
    </w:p>
    <w:p w:rsidR="00843DF1" w:rsidRPr="00CA52B4" w:rsidRDefault="00843DF1" w:rsidP="00EB70B9">
      <w:pPr>
        <w:pStyle w:val="libBold1"/>
        <w:rPr>
          <w:rtl/>
          <w:lang w:bidi="fa-IR"/>
        </w:rPr>
      </w:pPr>
      <w:r>
        <w:rPr>
          <w:rtl/>
          <w:lang w:bidi="fa-IR"/>
        </w:rPr>
        <w:br w:type="page"/>
      </w:r>
      <w:r w:rsidRPr="00CA52B4">
        <w:rPr>
          <w:rtl/>
        </w:rPr>
        <w:lastRenderedPageBreak/>
        <w:t>735</w:t>
      </w:r>
      <w:r>
        <w:rPr>
          <w:rtl/>
        </w:rPr>
        <w:t xml:space="preserve"> ـ </w:t>
      </w:r>
      <w:r w:rsidRPr="00CA52B4">
        <w:rPr>
          <w:rtl/>
        </w:rPr>
        <w:t>عبد الله الوراس</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أبو إدريس عاصم الأحول. تفرد بذكره ابن أبي حاتم الرازي في كتابه.</w:t>
      </w:r>
    </w:p>
    <w:p w:rsidR="00843DF1" w:rsidRPr="00CA52B4" w:rsidRDefault="00843DF1" w:rsidP="00B10281">
      <w:pPr>
        <w:pStyle w:val="libVar"/>
        <w:rPr>
          <w:rtl/>
          <w:lang w:bidi="fa-IR"/>
        </w:rPr>
      </w:pPr>
      <w:r w:rsidRPr="00CA52B4">
        <w:rPr>
          <w:rtl/>
          <w:lang w:bidi="fa-IR"/>
        </w:rPr>
        <w:t>الجرح والتعديل 5 / 206.</w:t>
      </w:r>
    </w:p>
    <w:p w:rsidR="00843DF1" w:rsidRPr="00CA52B4" w:rsidRDefault="00843DF1" w:rsidP="00EB70B9">
      <w:pPr>
        <w:pStyle w:val="libBold1"/>
        <w:rPr>
          <w:rtl/>
          <w:lang w:bidi="fa-IR"/>
        </w:rPr>
      </w:pPr>
      <w:r w:rsidRPr="00CA52B4">
        <w:rPr>
          <w:rtl/>
        </w:rPr>
        <w:t>736</w:t>
      </w:r>
      <w:r>
        <w:rPr>
          <w:rtl/>
        </w:rPr>
        <w:t xml:space="preserve"> ـ </w:t>
      </w:r>
      <w:r w:rsidRPr="00CA52B4">
        <w:rPr>
          <w:rtl/>
        </w:rPr>
        <w:t>عبد الله بن وهب الراسي المقتول في 38 ه‍</w:t>
      </w:r>
      <w:r>
        <w:rPr>
          <w:rtl/>
        </w:rPr>
        <w:t>.</w:t>
      </w:r>
    </w:p>
    <w:p w:rsidR="00843DF1" w:rsidRPr="00CA52B4" w:rsidRDefault="00843DF1" w:rsidP="00347E77">
      <w:pPr>
        <w:pStyle w:val="libNormal"/>
        <w:rPr>
          <w:rtl/>
          <w:lang w:bidi="fa-IR"/>
        </w:rPr>
      </w:pPr>
      <w:r w:rsidRPr="00CA52B4">
        <w:rPr>
          <w:rtl/>
          <w:lang w:bidi="fa-IR"/>
        </w:rPr>
        <w:t>أول من قدمه الخوارج على أنفسهم يوم النهروان ، وسموه بالخلافة.</w:t>
      </w:r>
      <w:r>
        <w:rPr>
          <w:rFonts w:hint="cs"/>
          <w:rtl/>
          <w:lang w:bidi="fa-IR"/>
        </w:rPr>
        <w:t xml:space="preserve"> </w:t>
      </w:r>
      <w:r w:rsidRPr="00CA52B4">
        <w:rPr>
          <w:rtl/>
          <w:lang w:bidi="fa-IR"/>
        </w:rPr>
        <w:t xml:space="preserve">وكان من خيار التابعين ، وقتل يومئذ. كان مع عليّ </w:t>
      </w:r>
      <w:r>
        <w:rPr>
          <w:rtl/>
          <w:lang w:bidi="fa-IR"/>
        </w:rPr>
        <w:t>(</w:t>
      </w:r>
      <w:r w:rsidRPr="00CA52B4">
        <w:rPr>
          <w:rtl/>
          <w:lang w:bidi="fa-IR"/>
        </w:rPr>
        <w:t>عليه السلام</w:t>
      </w:r>
      <w:r>
        <w:rPr>
          <w:rtl/>
          <w:lang w:bidi="fa-IR"/>
        </w:rPr>
        <w:t>)</w:t>
      </w:r>
      <w:r w:rsidRPr="00CA52B4">
        <w:rPr>
          <w:rtl/>
          <w:lang w:bidi="fa-IR"/>
        </w:rPr>
        <w:t xml:space="preserve"> في حروبه ، ولما وقع التحكيم فأنكره الخوارج ، واجتمعوا بالنهروان أمّروا عليهم عبد الله.</w:t>
      </w:r>
      <w:r>
        <w:rPr>
          <w:rFonts w:hint="cs"/>
          <w:rtl/>
          <w:lang w:bidi="fa-IR"/>
        </w:rPr>
        <w:t xml:space="preserve"> </w:t>
      </w:r>
      <w:r w:rsidRPr="00CA52B4">
        <w:rPr>
          <w:rtl/>
          <w:lang w:bidi="fa-IR"/>
        </w:rPr>
        <w:t xml:space="preserve">وكان عجبا في كثرة العبادة حتّى لقب ذا الثفنات ، كان لكثرة سجوده ، صار في يديه وركبتيه كثفنات البعير. قتل في النهروان ، قتله هانئ بن الخطاب الأرحبي ، وزياد بن خصفة. وهو من أئمة الأباضية ، ومن الأزد. أدرك النبيّ </w:t>
      </w:r>
      <w:r>
        <w:rPr>
          <w:rtl/>
          <w:lang w:bidi="fa-IR"/>
        </w:rPr>
        <w:t>(</w:t>
      </w:r>
      <w:r w:rsidRPr="00CA52B4">
        <w:rPr>
          <w:rtl/>
          <w:lang w:bidi="fa-IR"/>
        </w:rPr>
        <w:t>صلّى الله عليه وآله وسلّم</w:t>
      </w:r>
      <w:r>
        <w:rPr>
          <w:rtl/>
          <w:lang w:bidi="fa-IR"/>
        </w:rPr>
        <w:t>)</w:t>
      </w:r>
      <w:r w:rsidRPr="00CA52B4">
        <w:rPr>
          <w:rtl/>
          <w:lang w:bidi="fa-IR"/>
        </w:rPr>
        <w:t xml:space="preserve"> وشهد فتوح العراق مع سعد بن أبي وقاص.</w:t>
      </w:r>
    </w:p>
    <w:p w:rsidR="00843DF1" w:rsidRPr="00CA52B4" w:rsidRDefault="00843DF1" w:rsidP="00B10281">
      <w:pPr>
        <w:pStyle w:val="libVar"/>
        <w:rPr>
          <w:rtl/>
          <w:lang w:bidi="fa-IR"/>
        </w:rPr>
      </w:pPr>
      <w:r w:rsidRPr="00CA52B4">
        <w:rPr>
          <w:rtl/>
          <w:lang w:bidi="fa-IR"/>
        </w:rPr>
        <w:t>الأخبار الطوال / 202 ، 203 ، 204 ، 205 ، 210. الاشتقاق / 515. الإصابة 3 / 95. أنساب الأشراف 2 / 359 ، 361. الأعلام 4 / 288. الإمامة والسياسة 1 / 111.</w:t>
      </w:r>
      <w:r>
        <w:rPr>
          <w:rFonts w:hint="cs"/>
          <w:rtl/>
          <w:lang w:bidi="fa-IR"/>
        </w:rPr>
        <w:t xml:space="preserve"> </w:t>
      </w:r>
      <w:r w:rsidRPr="00CA52B4">
        <w:rPr>
          <w:rtl/>
          <w:lang w:bidi="fa-IR"/>
        </w:rPr>
        <w:t>البداية والنهاية 7 / 290. تاريخ الطبري 6 / 42 ، 49. تحفة الأحباب / 199. تنقيح المقال 2 / 222. تاريخ جرجان / 124 ، 327 ، 332 ، 458 ، 562 ، 576. جامع الرواة 1 / 15. جمهرة أنساب العرب / 386. خلاصة الأقوال / 236. رجال ابن داود / 255.</w:t>
      </w:r>
      <w:r>
        <w:rPr>
          <w:rFonts w:hint="cs"/>
          <w:rtl/>
          <w:lang w:bidi="fa-IR"/>
        </w:rPr>
        <w:t xml:space="preserve"> </w:t>
      </w:r>
      <w:r w:rsidRPr="00CA52B4">
        <w:rPr>
          <w:rtl/>
          <w:lang w:bidi="fa-IR"/>
        </w:rPr>
        <w:t>رجال الطوسي / 52. سفينة البحار 2 / 139. شرح ابن أبي الحديد 2 / 271</w:t>
      </w:r>
      <w:r>
        <w:rPr>
          <w:rtl/>
          <w:lang w:bidi="fa-IR"/>
        </w:rPr>
        <w:t xml:space="preserve"> ـ </w:t>
      </w:r>
      <w:r w:rsidRPr="00CA52B4">
        <w:rPr>
          <w:rtl/>
          <w:lang w:bidi="fa-IR"/>
        </w:rPr>
        <w:t xml:space="preserve">274 </w:t>
      </w:r>
      <w:r>
        <w:rPr>
          <w:rtl/>
          <w:lang w:bidi="fa-IR"/>
        </w:rPr>
        <w:t>و 3</w:t>
      </w:r>
      <w:r w:rsidRPr="00CA52B4">
        <w:rPr>
          <w:rtl/>
          <w:lang w:bidi="fa-IR"/>
        </w:rPr>
        <w:t xml:space="preserve"> / 184 </w:t>
      </w:r>
      <w:r>
        <w:rPr>
          <w:rtl/>
          <w:lang w:bidi="fa-IR"/>
        </w:rPr>
        <w:t>و 5</w:t>
      </w:r>
      <w:r w:rsidRPr="00CA52B4">
        <w:rPr>
          <w:rtl/>
          <w:lang w:bidi="fa-IR"/>
        </w:rPr>
        <w:t xml:space="preserve"> / 85 </w:t>
      </w:r>
      <w:r>
        <w:rPr>
          <w:rtl/>
          <w:lang w:bidi="fa-IR"/>
        </w:rPr>
        <w:t>و 6</w:t>
      </w:r>
      <w:r w:rsidRPr="00CA52B4">
        <w:rPr>
          <w:rtl/>
          <w:lang w:bidi="fa-IR"/>
        </w:rPr>
        <w:t xml:space="preserve"> / 45 </w:t>
      </w:r>
      <w:r>
        <w:rPr>
          <w:rtl/>
          <w:lang w:bidi="fa-IR"/>
        </w:rPr>
        <w:t>و 1</w:t>
      </w:r>
      <w:r w:rsidRPr="00CA52B4">
        <w:rPr>
          <w:rtl/>
          <w:lang w:bidi="fa-IR"/>
        </w:rPr>
        <w:t xml:space="preserve">0 / 79. الطبقات الكبرى 7 / 354 </w:t>
      </w:r>
      <w:r>
        <w:rPr>
          <w:rtl/>
          <w:lang w:bidi="fa-IR"/>
        </w:rPr>
        <w:t>و 8</w:t>
      </w:r>
      <w:r w:rsidRPr="00CA52B4">
        <w:rPr>
          <w:rtl/>
          <w:lang w:bidi="fa-IR"/>
        </w:rPr>
        <w:t xml:space="preserve"> / 93. العقد الفريد 1 / 46 </w:t>
      </w:r>
      <w:r>
        <w:rPr>
          <w:rtl/>
          <w:lang w:bidi="fa-IR"/>
        </w:rPr>
        <w:t>و 2</w:t>
      </w:r>
      <w:r w:rsidRPr="00CA52B4">
        <w:rPr>
          <w:rtl/>
          <w:lang w:bidi="fa-IR"/>
        </w:rPr>
        <w:t xml:space="preserve"> / 207 </w:t>
      </w:r>
      <w:r>
        <w:rPr>
          <w:rtl/>
          <w:lang w:bidi="fa-IR"/>
        </w:rPr>
        <w:t>و 3</w:t>
      </w:r>
      <w:r w:rsidRPr="00CA52B4">
        <w:rPr>
          <w:rtl/>
          <w:lang w:bidi="fa-IR"/>
        </w:rPr>
        <w:t xml:space="preserve"> / 301 </w:t>
      </w:r>
      <w:r>
        <w:rPr>
          <w:rtl/>
          <w:lang w:bidi="fa-IR"/>
        </w:rPr>
        <w:t>و 5</w:t>
      </w:r>
      <w:r w:rsidRPr="00CA52B4">
        <w:rPr>
          <w:rtl/>
          <w:lang w:bidi="fa-IR"/>
        </w:rPr>
        <w:t xml:space="preserve"> / 96 ، 139. الغدير 5 / 241 </w:t>
      </w:r>
      <w:r>
        <w:rPr>
          <w:rtl/>
          <w:lang w:bidi="fa-IR"/>
        </w:rPr>
        <w:t>و 7</w:t>
      </w:r>
      <w:r w:rsidRPr="00CA52B4">
        <w:rPr>
          <w:rtl/>
          <w:lang w:bidi="fa-IR"/>
        </w:rPr>
        <w:t xml:space="preserve"> / 316 </w:t>
      </w:r>
      <w:r>
        <w:rPr>
          <w:rtl/>
          <w:lang w:bidi="fa-IR"/>
        </w:rPr>
        <w:t>و 8</w:t>
      </w:r>
      <w:r w:rsidRPr="00CA52B4">
        <w:rPr>
          <w:rtl/>
          <w:lang w:bidi="fa-IR"/>
        </w:rPr>
        <w:t xml:space="preserve"> / 156 </w:t>
      </w:r>
      <w:r>
        <w:rPr>
          <w:rtl/>
          <w:lang w:bidi="fa-IR"/>
        </w:rPr>
        <w:t>و 9</w:t>
      </w:r>
      <w:r w:rsidRPr="00CA52B4">
        <w:rPr>
          <w:rtl/>
          <w:lang w:bidi="fa-IR"/>
        </w:rPr>
        <w:t xml:space="preserve"> / 198. الغارات 2 / 360 ، 372. فهرست النديم / 252. قاموس الرجال 6 / 169.</w:t>
      </w:r>
      <w:r>
        <w:rPr>
          <w:rFonts w:hint="cs"/>
          <w:rtl/>
          <w:lang w:bidi="fa-IR"/>
        </w:rPr>
        <w:t xml:space="preserve"> </w:t>
      </w:r>
      <w:r w:rsidRPr="00CA52B4">
        <w:rPr>
          <w:rtl/>
          <w:lang w:bidi="fa-IR"/>
        </w:rPr>
        <w:t>الكامل في التأريخ 3 / 335</w:t>
      </w:r>
      <w:r>
        <w:rPr>
          <w:rtl/>
          <w:lang w:bidi="fa-IR"/>
        </w:rPr>
        <w:t xml:space="preserve"> ـ </w:t>
      </w:r>
      <w:r w:rsidRPr="00CA52B4">
        <w:rPr>
          <w:rtl/>
          <w:lang w:bidi="fa-IR"/>
        </w:rPr>
        <w:t>339 ، 346 ، 427 ، 481. اللباب 2 / 7. مجمع الرجال 4 / 60. مرآة الجنان 1 / 105. المشتبه 1 / 346. معجم رجال الحديث 10 / 371.</w:t>
      </w:r>
      <w:r>
        <w:rPr>
          <w:rFonts w:hint="cs"/>
          <w:rtl/>
          <w:lang w:bidi="fa-IR"/>
        </w:rPr>
        <w:t xml:space="preserve"> </w:t>
      </w:r>
      <w:r w:rsidRPr="00CA52B4">
        <w:rPr>
          <w:rtl/>
          <w:lang w:bidi="fa-IR"/>
        </w:rPr>
        <w:t>المناقب 3 / 190. منتهى المقال / 199. ميزان الاعتدال 2 / 524. النجوم الزاهرة 1 / 117. نقد الرجال / 209.</w:t>
      </w:r>
    </w:p>
    <w:p w:rsidR="00843DF1" w:rsidRPr="00CA52B4" w:rsidRDefault="00843DF1" w:rsidP="00EB70B9">
      <w:pPr>
        <w:pStyle w:val="libBold1"/>
        <w:rPr>
          <w:rtl/>
          <w:lang w:bidi="fa-IR"/>
        </w:rPr>
      </w:pPr>
      <w:r w:rsidRPr="00CA52B4">
        <w:rPr>
          <w:rtl/>
        </w:rPr>
        <w:t>737</w:t>
      </w:r>
      <w:r>
        <w:rPr>
          <w:rtl/>
        </w:rPr>
        <w:t xml:space="preserve"> ـ </w:t>
      </w:r>
      <w:r w:rsidRPr="00CA52B4">
        <w:rPr>
          <w:rtl/>
        </w:rPr>
        <w:t>عبد الله بن يحيى الحضرمي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كان من شرطة الخميس ، ومن التابعين الأخيار الزاهدين ، الموالين</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البكائين على أمير المؤمنين </w:t>
      </w:r>
      <w:r>
        <w:rPr>
          <w:rtl/>
          <w:lang w:bidi="fa-IR"/>
        </w:rPr>
        <w:t>(</w:t>
      </w:r>
      <w:r w:rsidRPr="00CA52B4">
        <w:rPr>
          <w:rtl/>
          <w:lang w:bidi="fa-IR"/>
        </w:rPr>
        <w:t>عليه السلام</w:t>
      </w:r>
      <w:r>
        <w:rPr>
          <w:rtl/>
          <w:lang w:bidi="fa-IR"/>
        </w:rPr>
        <w:t>)</w:t>
      </w:r>
      <w:r w:rsidRPr="00CA52B4">
        <w:rPr>
          <w:rtl/>
          <w:lang w:bidi="fa-IR"/>
        </w:rPr>
        <w:t xml:space="preserve"> بعد استشهاده وقد أخبر معاوية بما عليه عبد الله وأصحابه ، من الحزن على عليّ </w:t>
      </w:r>
      <w:r>
        <w:rPr>
          <w:rtl/>
          <w:lang w:bidi="fa-IR"/>
        </w:rPr>
        <w:t>(</w:t>
      </w:r>
      <w:r w:rsidRPr="00CA52B4">
        <w:rPr>
          <w:rtl/>
          <w:lang w:bidi="fa-IR"/>
        </w:rPr>
        <w:t>عليه السلام</w:t>
      </w:r>
      <w:r>
        <w:rPr>
          <w:rtl/>
          <w:lang w:bidi="fa-IR"/>
        </w:rPr>
        <w:t>)</w:t>
      </w:r>
      <w:r w:rsidRPr="00CA52B4">
        <w:rPr>
          <w:rtl/>
          <w:lang w:bidi="fa-IR"/>
        </w:rPr>
        <w:t xml:space="preserve"> وشدة حبهم إياه ، وإفاضتهم في ذكره ، فجاء بهم وضرب أعناقهم جهرا. اشترك في حرب الجمل. وخلّف : يحيى. وروى أنّ عليا </w:t>
      </w:r>
      <w:r>
        <w:rPr>
          <w:rtl/>
          <w:lang w:bidi="fa-IR"/>
        </w:rPr>
        <w:t>(</w:t>
      </w:r>
      <w:r w:rsidRPr="00CA52B4">
        <w:rPr>
          <w:rtl/>
          <w:lang w:bidi="fa-IR"/>
        </w:rPr>
        <w:t>عليه السلام</w:t>
      </w:r>
      <w:r>
        <w:rPr>
          <w:rtl/>
          <w:lang w:bidi="fa-IR"/>
        </w:rPr>
        <w:t>)</w:t>
      </w:r>
      <w:r w:rsidRPr="00CA52B4">
        <w:rPr>
          <w:rtl/>
          <w:lang w:bidi="fa-IR"/>
        </w:rPr>
        <w:t xml:space="preserve"> قال لعبد الله ، يوم الجمل ، ابشر ابن يحيى فإنّك وأبوك من شرطة الخميس حقا ، لقد أخبرني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باسمك واسم أبيك في شرطة الخميس ، والله سماكم شرطة الخميس على لسان نبيه.</w:t>
      </w:r>
    </w:p>
    <w:p w:rsidR="00843DF1" w:rsidRPr="00CA52B4" w:rsidRDefault="00843DF1" w:rsidP="00B10281">
      <w:pPr>
        <w:pStyle w:val="libVar"/>
        <w:rPr>
          <w:rtl/>
          <w:lang w:bidi="fa-IR"/>
        </w:rPr>
      </w:pPr>
      <w:r w:rsidRPr="00CA52B4">
        <w:rPr>
          <w:rtl/>
          <w:lang w:bidi="fa-IR"/>
        </w:rPr>
        <w:t xml:space="preserve">إتقان المقال / 85 ، 152. بهجة الآمال 3 / 354. تحفة الأحباب / 199. تنقيح المقال 2 / 222. جامع الرواة 1 / 516. خلاصة الأقوال / 104. رجال ابن داود / 125. رجال الكشي / 6. رجال البرقي / 3. سفينة البحار 1 / 695 </w:t>
      </w:r>
      <w:r>
        <w:rPr>
          <w:rtl/>
          <w:lang w:bidi="fa-IR"/>
        </w:rPr>
        <w:t>و 2</w:t>
      </w:r>
      <w:r w:rsidRPr="00CA52B4">
        <w:rPr>
          <w:rtl/>
          <w:lang w:bidi="fa-IR"/>
        </w:rPr>
        <w:t xml:space="preserve"> / 139.</w:t>
      </w:r>
      <w:r>
        <w:rPr>
          <w:rFonts w:hint="cs"/>
          <w:rtl/>
          <w:lang w:bidi="fa-IR"/>
        </w:rPr>
        <w:t xml:space="preserve"> </w:t>
      </w:r>
      <w:r w:rsidRPr="00CA52B4">
        <w:rPr>
          <w:rtl/>
          <w:lang w:bidi="fa-IR"/>
        </w:rPr>
        <w:t>قاموس الرجال 6 / 173. الكامل في التأريخ 5 / 351 ، 373 ، 391 ، 392. مجمع الرجال 4 / 61. معجم الثقات / 301. معجم رجال الحديث 10 / 378. منتهى المقال / 199. نقد الرجال / 209.</w:t>
      </w:r>
    </w:p>
    <w:p w:rsidR="00843DF1" w:rsidRPr="00CA52B4" w:rsidRDefault="00843DF1" w:rsidP="00EB70B9">
      <w:pPr>
        <w:pStyle w:val="libBold1"/>
        <w:rPr>
          <w:rtl/>
          <w:lang w:bidi="fa-IR"/>
        </w:rPr>
      </w:pPr>
      <w:r w:rsidRPr="00CA52B4">
        <w:rPr>
          <w:rtl/>
        </w:rPr>
        <w:t>738</w:t>
      </w:r>
      <w:r>
        <w:rPr>
          <w:rtl/>
        </w:rPr>
        <w:t xml:space="preserve"> ـ </w:t>
      </w:r>
      <w:r w:rsidRPr="00CA52B4">
        <w:rPr>
          <w:rtl/>
        </w:rPr>
        <w:t xml:space="preserve">عبد الله </w:t>
      </w:r>
      <w:r>
        <w:rPr>
          <w:rtl/>
        </w:rPr>
        <w:t>(</w:t>
      </w:r>
      <w:r w:rsidRPr="00CA52B4">
        <w:rPr>
          <w:rtl/>
        </w:rPr>
        <w:t>أبو موسى</w:t>
      </w:r>
      <w:r>
        <w:rPr>
          <w:rtl/>
        </w:rPr>
        <w:t>)</w:t>
      </w:r>
      <w:r w:rsidRPr="00CA52B4">
        <w:rPr>
          <w:rtl/>
        </w:rPr>
        <w:t xml:space="preserve"> ابن يزيد بن زيد بن حصين بن عمرو بن الحارث بن خطمة بن جشم بن مالك بن الأوس الأنصاري</w:t>
      </w:r>
      <w:r>
        <w:rPr>
          <w:rtl/>
        </w:rPr>
        <w:t xml:space="preserve"> ..</w:t>
      </w:r>
      <w:r w:rsidRPr="00CA52B4">
        <w:rPr>
          <w:rtl/>
        </w:rPr>
        <w:t>. المتوفى سنة 70 ه‍</w:t>
      </w:r>
      <w:r>
        <w:rPr>
          <w:rtl/>
        </w:rPr>
        <w:t>.</w:t>
      </w:r>
    </w:p>
    <w:p w:rsidR="00843DF1" w:rsidRPr="00CA52B4" w:rsidRDefault="00843DF1" w:rsidP="00347E77">
      <w:pPr>
        <w:pStyle w:val="libNormal"/>
        <w:rPr>
          <w:rtl/>
          <w:lang w:bidi="fa-IR"/>
        </w:rPr>
      </w:pPr>
      <w:r w:rsidRPr="00CA52B4">
        <w:rPr>
          <w:rtl/>
          <w:lang w:bidi="fa-IR"/>
        </w:rPr>
        <w:t xml:space="preserve">كان أميرا على الكوفة. وشهد الجمل ، وصفّين ، والنهروان. وكان أبوه وجده صحابيان. رأى النبيّ </w:t>
      </w:r>
      <w:r>
        <w:rPr>
          <w:rtl/>
          <w:lang w:bidi="fa-IR"/>
        </w:rPr>
        <w:t>(</w:t>
      </w:r>
      <w:r w:rsidRPr="00CA52B4">
        <w:rPr>
          <w:rtl/>
          <w:lang w:bidi="fa-IR"/>
        </w:rPr>
        <w:t>صلّى الله عليه وآله وسلّم</w:t>
      </w:r>
      <w:r>
        <w:rPr>
          <w:rtl/>
          <w:lang w:bidi="fa-IR"/>
        </w:rPr>
        <w:t>)</w:t>
      </w:r>
      <w:r w:rsidRPr="00CA52B4">
        <w:rPr>
          <w:rtl/>
          <w:lang w:bidi="fa-IR"/>
        </w:rPr>
        <w:t xml:space="preserve"> وحدّث عنه. وله شعر يرثى فيه من قتل من أصحابه بصفّين ، ومنه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يا عين جودي على قتلى بصفينا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أضحوا رفاتا وقد كانوا عرانينا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أنّى لهم صرف دهر قد أضرّ بنا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تبا لقاتلهم في اليوم مدفونا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كانوا أعزّة قومي قد عرفتهم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مأوى الضعاف وهم يعطون ماعونا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أعزز بمصرعهم تبا لقاتلهم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على النبيّ وطوبى للمصابينا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 xml:space="preserve">الاستيعاب 2 / 391. أسد الغابة 3 / 274. وفيه : عبد الله بن يزيد بن حصن بن عمرو بن الحارث. الإصابة 2 / 382. أعيان الشيعة 8 / 92. الأعلام 4 / 290. البداية والنهاية 8 / 295. تقريب التهذيب 1 / 461. تنقيح المقال 2 / 224. تهذيب التهذيب 6 / 78. الطبقات الكبرى 2 / 376 </w:t>
      </w:r>
      <w:r>
        <w:rPr>
          <w:rtl/>
          <w:lang w:bidi="fa-IR"/>
        </w:rPr>
        <w:t>و 6</w:t>
      </w:r>
      <w:r w:rsidRPr="00CA52B4">
        <w:rPr>
          <w:rtl/>
          <w:lang w:bidi="fa-IR"/>
        </w:rPr>
        <w:t xml:space="preserve"> / 18. العقد الفريد 3 / 293. الغدير 8 / 166</w:t>
      </w:r>
    </w:p>
    <w:p w:rsidR="00843DF1" w:rsidRPr="00CA52B4" w:rsidRDefault="00843DF1" w:rsidP="00B10281">
      <w:pPr>
        <w:pStyle w:val="libVar0"/>
        <w:rPr>
          <w:rtl/>
          <w:lang w:bidi="fa-IR"/>
        </w:rPr>
      </w:pPr>
      <w:r>
        <w:rPr>
          <w:rtl/>
          <w:lang w:bidi="fa-IR"/>
        </w:rPr>
        <w:br w:type="page"/>
      </w:r>
      <w:r>
        <w:rPr>
          <w:rtl/>
          <w:lang w:bidi="fa-IR"/>
        </w:rPr>
        <w:lastRenderedPageBreak/>
        <w:t>و 9</w:t>
      </w:r>
      <w:r w:rsidRPr="00CA52B4">
        <w:rPr>
          <w:rtl/>
          <w:lang w:bidi="fa-IR"/>
        </w:rPr>
        <w:t xml:space="preserve"> / 366 </w:t>
      </w:r>
      <w:r>
        <w:rPr>
          <w:rtl/>
          <w:lang w:bidi="fa-IR"/>
        </w:rPr>
        <w:t>و 1</w:t>
      </w:r>
      <w:r w:rsidRPr="00CA52B4">
        <w:rPr>
          <w:rtl/>
          <w:lang w:bidi="fa-IR"/>
        </w:rPr>
        <w:t>0 / 289. الغارات 1 / 89. قاموس الرجال 6 / 177. الكامل في التأريخ 4 / 326. وقعة صفّين / 364.</w:t>
      </w:r>
    </w:p>
    <w:p w:rsidR="00843DF1" w:rsidRPr="00CA52B4" w:rsidRDefault="00843DF1" w:rsidP="00EB70B9">
      <w:pPr>
        <w:pStyle w:val="libBold1"/>
        <w:rPr>
          <w:rtl/>
          <w:lang w:bidi="fa-IR"/>
        </w:rPr>
      </w:pPr>
      <w:r w:rsidRPr="00CA52B4">
        <w:rPr>
          <w:rtl/>
        </w:rPr>
        <w:t>739</w:t>
      </w:r>
      <w:r>
        <w:rPr>
          <w:rtl/>
        </w:rPr>
        <w:t xml:space="preserve"> ـ </w:t>
      </w:r>
      <w:r w:rsidRPr="00CA52B4">
        <w:rPr>
          <w:rtl/>
        </w:rPr>
        <w:t>عبد الله بن يسار الجهني الكوفي المزني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التابعين الثقات. روى عنه عدة من الرواة. وهو مولى ميمونة بنت الحارث الهلالية زوج النبيّ </w:t>
      </w:r>
      <w:r>
        <w:rPr>
          <w:rtl/>
          <w:lang w:bidi="fa-IR"/>
        </w:rPr>
        <w:t>(</w:t>
      </w:r>
      <w:r w:rsidRPr="00CA52B4">
        <w:rPr>
          <w:rtl/>
          <w:lang w:bidi="fa-IR"/>
        </w:rPr>
        <w:t>صلّى الله عليه وآله وسلّم</w:t>
      </w:r>
      <w:r>
        <w:rPr>
          <w:rtl/>
          <w:lang w:bidi="fa-IR"/>
        </w:rPr>
        <w:t>)</w:t>
      </w:r>
      <w:r w:rsidRPr="00CA52B4">
        <w:rPr>
          <w:rtl/>
          <w:lang w:bidi="fa-IR"/>
        </w:rPr>
        <w:t xml:space="preserve"> ، وكان قليل الحديث. وروى أيضا عن حذيفة ، وسليمان بن صرد ، وخالد بن عرفطة ، وقتيلة بن صيفي ، وعبد الرحمن بن أبي ليلى. وذكره ابن حبان في الثقات. وأجمعوا على توثيقه. وكانوا أربع اخوة : عطاء ، وسليمان ، وعبد الله ، وعبد الملك.</w:t>
      </w:r>
    </w:p>
    <w:p w:rsidR="00843DF1" w:rsidRPr="00CA52B4" w:rsidRDefault="00843DF1" w:rsidP="00B10281">
      <w:pPr>
        <w:pStyle w:val="libVar"/>
        <w:rPr>
          <w:rtl/>
          <w:lang w:bidi="fa-IR"/>
        </w:rPr>
      </w:pPr>
      <w:r w:rsidRPr="00CA52B4">
        <w:rPr>
          <w:rtl/>
          <w:lang w:bidi="fa-IR"/>
        </w:rPr>
        <w:t>الإصابة 3 / 145. تقريب التهذيب 1 / 462. تهذيب التهذيب 6 / 84. الجرح والتعديل 5 / 202. الطبقات الكبرى 5 / 175. المجروحون من المحدثين 2 / 35 ، 204.</w:t>
      </w:r>
    </w:p>
    <w:p w:rsidR="00843DF1" w:rsidRPr="00CA52B4" w:rsidRDefault="00843DF1" w:rsidP="00EB70B9">
      <w:pPr>
        <w:pStyle w:val="libBold1"/>
        <w:rPr>
          <w:rtl/>
          <w:lang w:bidi="fa-IR"/>
        </w:rPr>
      </w:pPr>
      <w:r w:rsidRPr="00CA52B4">
        <w:rPr>
          <w:rtl/>
        </w:rPr>
        <w:t>740</w:t>
      </w:r>
      <w:r>
        <w:rPr>
          <w:rtl/>
        </w:rPr>
        <w:t xml:space="preserve"> ـ </w:t>
      </w:r>
      <w:r w:rsidRPr="00CA52B4">
        <w:rPr>
          <w:rtl/>
        </w:rPr>
        <w:t>عبد الله بن يعلى النهدي الكوفي المتوفى بعد 71 ه‍</w:t>
      </w:r>
      <w:r>
        <w:rPr>
          <w:rtl/>
        </w:rPr>
        <w:t>.</w:t>
      </w:r>
    </w:p>
    <w:p w:rsidR="00843DF1" w:rsidRPr="00CA52B4" w:rsidRDefault="00843DF1" w:rsidP="00347E77">
      <w:pPr>
        <w:pStyle w:val="libNormal"/>
        <w:rPr>
          <w:rtl/>
          <w:lang w:bidi="fa-IR"/>
        </w:rPr>
      </w:pPr>
      <w:r w:rsidRPr="00CA52B4">
        <w:rPr>
          <w:rtl/>
          <w:lang w:bidi="fa-IR"/>
        </w:rPr>
        <w:t>محدّث ، ويقال له أيضا : عبد الله بن همام النهدي الكوفي. روى عنه أبو نعيم ، وعيسى بن عبد الرحمن السلمي. ذكره ابن حبان في الثقات. له أحاديث. وحين قدم الكوفة عبد الملك بن مروان ، ودعا الناس إلى البيعة فبايعوه ، فحضرت قضاعة ، فقال عبد الله بن يعلى : نحن أعز منهم وأمنع بك وبمن معك منا. وامتنع من البيعة.</w:t>
      </w:r>
    </w:p>
    <w:p w:rsidR="00843DF1" w:rsidRPr="00CA52B4" w:rsidRDefault="00843DF1" w:rsidP="00B10281">
      <w:pPr>
        <w:pStyle w:val="libVar"/>
        <w:rPr>
          <w:rtl/>
          <w:lang w:bidi="fa-IR"/>
        </w:rPr>
      </w:pPr>
      <w:r w:rsidRPr="00CA52B4">
        <w:rPr>
          <w:rtl/>
          <w:lang w:bidi="fa-IR"/>
        </w:rPr>
        <w:t>تقريب التهذيب 1 / 463. تهذيب التهذيب 6 / 86 ، 62. الجرح والتعديل 5 / 204. الغدير 1 / 68. الكامل في التأريخ 4 / 329. مجمع الرجال 4 / 64. ميزان الاعتدال 2 / 528.</w:t>
      </w:r>
    </w:p>
    <w:p w:rsidR="00843DF1" w:rsidRPr="00CA52B4" w:rsidRDefault="00843DF1" w:rsidP="00EB70B9">
      <w:pPr>
        <w:pStyle w:val="libBold1"/>
        <w:rPr>
          <w:rtl/>
          <w:lang w:bidi="fa-IR"/>
        </w:rPr>
      </w:pPr>
      <w:r w:rsidRPr="00CA52B4">
        <w:rPr>
          <w:rtl/>
        </w:rPr>
        <w:t>741</w:t>
      </w:r>
      <w:r>
        <w:rPr>
          <w:rtl/>
        </w:rPr>
        <w:t xml:space="preserve"> ـ </w:t>
      </w:r>
      <w:r w:rsidRPr="00CA52B4">
        <w:rPr>
          <w:rtl/>
        </w:rPr>
        <w:t>عبد المطلب بن ربيعة بن الحارث بن عبد المطلب بن هاشم بن عبد مناف الهاشمي القرشي ، المتوفى 61 ه‍</w:t>
      </w:r>
      <w:r>
        <w:rPr>
          <w:rtl/>
        </w:rPr>
        <w:t>.</w:t>
      </w:r>
    </w:p>
    <w:p w:rsidR="00843DF1" w:rsidRPr="00CA52B4" w:rsidRDefault="00843DF1" w:rsidP="00347E77">
      <w:pPr>
        <w:pStyle w:val="libNormal"/>
        <w:rPr>
          <w:rtl/>
          <w:lang w:bidi="fa-IR"/>
        </w:rPr>
      </w:pPr>
      <w:r w:rsidRPr="00CA52B4">
        <w:rPr>
          <w:rtl/>
          <w:lang w:bidi="fa-IR"/>
        </w:rPr>
        <w:t>محدّث تابعي ، سكن المدينة ثم انتقل إلى الشام ، ومات سنة 61 وقيل : 62 ه‍</w:t>
      </w:r>
      <w:r>
        <w:rPr>
          <w:rtl/>
          <w:lang w:bidi="fa-IR"/>
        </w:rPr>
        <w:t>.</w:t>
      </w:r>
      <w:r w:rsidRPr="00CA52B4">
        <w:rPr>
          <w:rtl/>
          <w:lang w:bidi="fa-IR"/>
        </w:rPr>
        <w:t xml:space="preserve"> وخلّف : عبد الله. وفي بعض المصادر ، المطلب بن ربيعة ، والظاهر أنّه واحد. ومات في إمرة يزيد بن معاوية.</w:t>
      </w:r>
    </w:p>
    <w:p w:rsidR="00843DF1" w:rsidRPr="00CA52B4" w:rsidRDefault="00843DF1" w:rsidP="00347E77">
      <w:pPr>
        <w:pStyle w:val="libNormal"/>
        <w:rPr>
          <w:rtl/>
          <w:lang w:bidi="fa-IR"/>
        </w:rPr>
      </w:pPr>
      <w:r>
        <w:rPr>
          <w:rtl/>
          <w:lang w:bidi="fa-IR"/>
        </w:rPr>
        <w:br w:type="page"/>
      </w:r>
      <w:r w:rsidRPr="00CA52B4">
        <w:rPr>
          <w:rtl/>
          <w:lang w:bidi="fa-IR"/>
        </w:rPr>
        <w:lastRenderedPageBreak/>
        <w:t xml:space="preserve">وقد جاء أنّه صحابي ، روى عن النبيّ </w:t>
      </w:r>
      <w:r>
        <w:rPr>
          <w:rtl/>
          <w:lang w:bidi="fa-IR"/>
        </w:rPr>
        <w:t>(</w:t>
      </w:r>
      <w:r w:rsidRPr="00CA52B4">
        <w:rPr>
          <w:rtl/>
          <w:lang w:bidi="fa-IR"/>
        </w:rPr>
        <w:t>صلّى الله عليه وآله وسلّم</w:t>
      </w:r>
      <w:r>
        <w:rPr>
          <w:rtl/>
          <w:lang w:bidi="fa-IR"/>
        </w:rPr>
        <w:t>)</w:t>
      </w:r>
      <w:r w:rsidRPr="00CA52B4">
        <w:rPr>
          <w:rtl/>
          <w:lang w:bidi="fa-IR"/>
        </w:rPr>
        <w:t xml:space="preserve"> وأمه أم الحكم بنت الزبير بن عبد المطلب. ولم يغيّر النبيّ </w:t>
      </w:r>
      <w:r>
        <w:rPr>
          <w:rtl/>
          <w:lang w:bidi="fa-IR"/>
        </w:rPr>
        <w:t>(</w:t>
      </w:r>
      <w:r w:rsidRPr="00CA52B4">
        <w:rPr>
          <w:rtl/>
          <w:lang w:bidi="fa-IR"/>
        </w:rPr>
        <w:t>صلّى الله عليه وآله وسلّم</w:t>
      </w:r>
      <w:r>
        <w:rPr>
          <w:rtl/>
          <w:lang w:bidi="fa-IR"/>
        </w:rPr>
        <w:t>)</w:t>
      </w:r>
      <w:r w:rsidRPr="00CA52B4">
        <w:rPr>
          <w:rtl/>
          <w:lang w:bidi="fa-IR"/>
        </w:rPr>
        <w:t xml:space="preserve"> اسمه ، له في الصحاح ثمانية أحاديث في أبواب شتّى.</w:t>
      </w:r>
    </w:p>
    <w:p w:rsidR="00843DF1" w:rsidRPr="00CA52B4" w:rsidRDefault="00843DF1" w:rsidP="00B10281">
      <w:pPr>
        <w:pStyle w:val="libVar"/>
        <w:rPr>
          <w:rtl/>
          <w:lang w:bidi="fa-IR"/>
        </w:rPr>
      </w:pPr>
      <w:r w:rsidRPr="00CA52B4">
        <w:rPr>
          <w:rtl/>
          <w:lang w:bidi="fa-IR"/>
        </w:rPr>
        <w:t>أسد الغابة 3 / 331. الإصابة 2 / 430. الأعلام 4 / 298. الاستيعاب 2 / 447.</w:t>
      </w:r>
      <w:r>
        <w:rPr>
          <w:rFonts w:hint="cs"/>
          <w:rtl/>
          <w:lang w:bidi="fa-IR"/>
        </w:rPr>
        <w:t xml:space="preserve"> </w:t>
      </w:r>
      <w:r w:rsidRPr="00CA52B4">
        <w:rPr>
          <w:rtl/>
          <w:lang w:bidi="fa-IR"/>
        </w:rPr>
        <w:t>تاريخ الطبري 13 / 24. تقريب التهذيب 1 / 517. تنقيح المقال 2 / 227. تهذيب التهذيب 6 / 383. جامع الرواة 1 / 519. جمهرة أنساب العرب / 71. الدرجات الرفيعة / 195. شذرات الذهب 1 / 70. الطبقات الكبرى 4 / 56. الكامل في التأريخ 4 / 110. مجمع الرجال 4 / 102. مرآة الجنان 1 / 137. معجم رجال الحديث 11 / 12. المجروحون من المحدّثين 3 / 239. مجالس المؤمنين 1 / 202. النجوم الزّاهرة 1 / 157. نقد الرّجال / 210. النهاية في غريب الحديث 5 / 221.</w:t>
      </w:r>
    </w:p>
    <w:p w:rsidR="00843DF1" w:rsidRPr="00CA52B4" w:rsidRDefault="00843DF1" w:rsidP="00EB70B9">
      <w:pPr>
        <w:pStyle w:val="libBold1"/>
        <w:rPr>
          <w:rtl/>
          <w:lang w:bidi="fa-IR"/>
        </w:rPr>
      </w:pPr>
      <w:r w:rsidRPr="00CA52B4">
        <w:rPr>
          <w:rtl/>
        </w:rPr>
        <w:t>742</w:t>
      </w:r>
      <w:r>
        <w:rPr>
          <w:rtl/>
        </w:rPr>
        <w:t xml:space="preserve"> ـ </w:t>
      </w:r>
      <w:r w:rsidRPr="00CA52B4">
        <w:rPr>
          <w:rtl/>
        </w:rPr>
        <w:t>عبد الملك بن أبي ذر الغفاري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 تابعي. كان من أصحاب عليّ </w:t>
      </w:r>
      <w:r>
        <w:rPr>
          <w:rtl/>
          <w:lang w:bidi="fa-IR"/>
        </w:rPr>
        <w:t>(</w:t>
      </w:r>
      <w:r w:rsidRPr="00CA52B4">
        <w:rPr>
          <w:rtl/>
          <w:lang w:bidi="fa-IR"/>
        </w:rPr>
        <w:t>عليه السلام</w:t>
      </w:r>
      <w:r>
        <w:rPr>
          <w:rtl/>
          <w:lang w:bidi="fa-IR"/>
        </w:rPr>
        <w:t>)</w:t>
      </w:r>
      <w:r w:rsidRPr="00CA52B4">
        <w:rPr>
          <w:rtl/>
          <w:lang w:bidi="fa-IR"/>
        </w:rPr>
        <w:t xml:space="preserve"> وأنصاره ، روى عنه عمرو بن سعيد قال : حدثنا عبد الملك بن أبي ذر الغفاري ، قال بعثني أمير المؤمنين </w:t>
      </w:r>
      <w:r>
        <w:rPr>
          <w:rtl/>
          <w:lang w:bidi="fa-IR"/>
        </w:rPr>
        <w:t>(</w:t>
      </w:r>
      <w:r w:rsidRPr="00CA52B4">
        <w:rPr>
          <w:rtl/>
          <w:lang w:bidi="fa-IR"/>
        </w:rPr>
        <w:t>عليه السلام</w:t>
      </w:r>
      <w:r>
        <w:rPr>
          <w:rtl/>
          <w:lang w:bidi="fa-IR"/>
        </w:rPr>
        <w:t>)</w:t>
      </w:r>
      <w:r w:rsidRPr="00CA52B4">
        <w:rPr>
          <w:rtl/>
          <w:lang w:bidi="fa-IR"/>
        </w:rPr>
        <w:t xml:space="preserve"> يوم مزق عثمان المصاحف ، فقال : ادع أباك ، فجاء أبي إليه مسرعا ، فقال : يا أبا ذر أتى اليوم في الإسلام أمر عظيم ، مزّق كتاب الله ، ووضع فيه الحديد ، وحق لله أن يسلّط الحديد على من مزّق كتابه بالحديد ، فقال له أبو ذر : سمعت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يقول : «إنّ أهل الحبرية من بعد موسى قاتلوا أهل النبوة فظهروا عليهم فقتلوهم زمانا طويلا ، ثم إنّ الله بعث فتية فهاجروا إلى غير آبائهم فقاتلهم فقتلوهم ، وأنت بمنزلتهم يا عليّ»</w:t>
      </w:r>
      <w:r>
        <w:rPr>
          <w:rtl/>
          <w:lang w:bidi="fa-IR"/>
        </w:rPr>
        <w:t>.</w:t>
      </w:r>
      <w:r w:rsidRPr="00CA52B4">
        <w:rPr>
          <w:rtl/>
          <w:lang w:bidi="fa-IR"/>
        </w:rPr>
        <w:t xml:space="preserve"> فقال عليّ : قتلتني يا أبا ذر. فقال أبو ذر : أما والله لقد علمت أنّه سيبدأ بك.</w:t>
      </w:r>
    </w:p>
    <w:p w:rsidR="00843DF1" w:rsidRPr="00CA52B4" w:rsidRDefault="00843DF1" w:rsidP="00B10281">
      <w:pPr>
        <w:pStyle w:val="libVar"/>
        <w:rPr>
          <w:rtl/>
          <w:lang w:bidi="fa-IR"/>
        </w:rPr>
      </w:pPr>
      <w:r w:rsidRPr="00CA52B4">
        <w:rPr>
          <w:rtl/>
          <w:lang w:bidi="fa-IR"/>
        </w:rPr>
        <w:t>تحفة الأحباب / 200. تنقيح المقال 2 / 227. جامع الرواة 1 / 519. قاموس الرجال 6 / 180. وفيه : ابن أخي ذر. رجال الكشي / 26. مجمع الرجال 4 / 102.</w:t>
      </w:r>
      <w:r>
        <w:rPr>
          <w:rFonts w:hint="cs"/>
          <w:rtl/>
          <w:lang w:bidi="fa-IR"/>
        </w:rPr>
        <w:t xml:space="preserve"> </w:t>
      </w:r>
      <w:r w:rsidRPr="00CA52B4">
        <w:rPr>
          <w:rtl/>
          <w:lang w:bidi="fa-IR"/>
        </w:rPr>
        <w:t>معجم رجال الحديث 11 / 14.</w:t>
      </w:r>
    </w:p>
    <w:p w:rsidR="00843DF1" w:rsidRPr="00CA52B4" w:rsidRDefault="00843DF1" w:rsidP="00EB70B9">
      <w:pPr>
        <w:pStyle w:val="libBold1"/>
        <w:rPr>
          <w:rtl/>
          <w:lang w:bidi="fa-IR"/>
        </w:rPr>
      </w:pPr>
      <w:r w:rsidRPr="00CA52B4">
        <w:rPr>
          <w:rtl/>
        </w:rPr>
        <w:t>743</w:t>
      </w:r>
      <w:r>
        <w:rPr>
          <w:rtl/>
        </w:rPr>
        <w:t xml:space="preserve"> ـ </w:t>
      </w:r>
      <w:r w:rsidRPr="00CA52B4">
        <w:rPr>
          <w:rtl/>
        </w:rPr>
        <w:t xml:space="preserve">عبد الملك </w:t>
      </w:r>
      <w:r>
        <w:rPr>
          <w:rtl/>
        </w:rPr>
        <w:t>(</w:t>
      </w:r>
      <w:r w:rsidRPr="00CA52B4">
        <w:rPr>
          <w:rtl/>
        </w:rPr>
        <w:t>أبو محمد</w:t>
      </w:r>
      <w:r>
        <w:rPr>
          <w:rtl/>
        </w:rPr>
        <w:t>)</w:t>
      </w:r>
      <w:r w:rsidRPr="00CA52B4">
        <w:rPr>
          <w:rtl/>
        </w:rPr>
        <w:t xml:space="preserve"> ابن المغيرة بن نوفل بن الحارث بن عبد المطلب بن هاشم بن عبد مناف الهاشمي النوفلي المدني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تابعي ، من الثقات ، قليل الحديث. مات في خلافة عمر بن</w:t>
      </w:r>
    </w:p>
    <w:p w:rsidR="00843DF1" w:rsidRPr="00CA52B4" w:rsidRDefault="00843DF1" w:rsidP="00B10281">
      <w:pPr>
        <w:pStyle w:val="libNormal0"/>
        <w:rPr>
          <w:rtl/>
          <w:lang w:bidi="fa-IR"/>
        </w:rPr>
      </w:pPr>
      <w:r>
        <w:rPr>
          <w:rtl/>
          <w:lang w:bidi="fa-IR"/>
        </w:rPr>
        <w:br w:type="page"/>
      </w:r>
      <w:r w:rsidRPr="00CA52B4">
        <w:rPr>
          <w:rtl/>
          <w:lang w:bidi="fa-IR"/>
        </w:rPr>
        <w:lastRenderedPageBreak/>
        <w:t>عبد العزيز. وخلّف : نوفل ، يزيد ، خديج ، عبد الرحمن ، إسحاق ، يزيد ، ضريبة ، حبابة. وأمه أم ولد ، وتزوج بأم عبد الله بنت سعيد بن نوفل بن الحارث بن عبد المطلب. ذكره ابن حبان في الثقات ، وأجمعوا على توثيقه وصحة روايته.</w:t>
      </w:r>
    </w:p>
    <w:p w:rsidR="00843DF1" w:rsidRPr="00CA52B4" w:rsidRDefault="00843DF1" w:rsidP="00B10281">
      <w:pPr>
        <w:pStyle w:val="libVar"/>
        <w:rPr>
          <w:rtl/>
          <w:lang w:bidi="fa-IR"/>
        </w:rPr>
      </w:pPr>
      <w:r w:rsidRPr="00CA52B4">
        <w:rPr>
          <w:rtl/>
          <w:lang w:bidi="fa-IR"/>
        </w:rPr>
        <w:t>تقريب التهذيب 1 / 523. تهذيب التهذيب 6 / 425. الجرح والتعديل 5 / 365.</w:t>
      </w:r>
      <w:r>
        <w:rPr>
          <w:rFonts w:hint="cs"/>
          <w:rtl/>
          <w:lang w:bidi="fa-IR"/>
        </w:rPr>
        <w:t xml:space="preserve"> </w:t>
      </w:r>
      <w:r w:rsidRPr="00CA52B4">
        <w:rPr>
          <w:rtl/>
          <w:lang w:bidi="fa-IR"/>
        </w:rPr>
        <w:t>جمهرة أنساب العرب / 70. الطبقات الكبرى 5 / 222.</w:t>
      </w:r>
    </w:p>
    <w:p w:rsidR="00843DF1" w:rsidRPr="00CA52B4" w:rsidRDefault="00843DF1" w:rsidP="00EB70B9">
      <w:pPr>
        <w:pStyle w:val="libBold1"/>
        <w:rPr>
          <w:rtl/>
          <w:lang w:bidi="fa-IR"/>
        </w:rPr>
      </w:pPr>
      <w:r w:rsidRPr="00CA52B4">
        <w:rPr>
          <w:rtl/>
        </w:rPr>
        <w:t>544</w:t>
      </w:r>
      <w:r>
        <w:rPr>
          <w:rtl/>
        </w:rPr>
        <w:t xml:space="preserve"> ـ </w:t>
      </w:r>
      <w:r w:rsidRPr="00CA52B4">
        <w:rPr>
          <w:rtl/>
        </w:rPr>
        <w:t xml:space="preserve">عبد الواحد </w:t>
      </w:r>
      <w:r>
        <w:rPr>
          <w:rtl/>
        </w:rPr>
        <w:t>(</w:t>
      </w:r>
      <w:r w:rsidRPr="00CA52B4">
        <w:rPr>
          <w:rtl/>
        </w:rPr>
        <w:t>أبو عرفجة</w:t>
      </w:r>
      <w:r>
        <w:rPr>
          <w:rtl/>
        </w:rPr>
        <w:t>)</w:t>
      </w:r>
      <w:r w:rsidRPr="00CA52B4">
        <w:rPr>
          <w:rtl/>
        </w:rPr>
        <w:t xml:space="preserve"> ابن عبد الواحد الأسدي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سكن الكوفة. وحضر النّهروان لقتال الخوارج ، وحارب ثم عاد إلى الكوفة ، ومات فيها ، وخلّف : عرفجة. قال عبد الواحد : شهدت عليا حين ظهر على أهل النّهروان ، أمر برثثهم فاخرجت إلى الرحبة. ثم قال للناس : من عرف شيئا فليأخذه ، فجعل الناس يأخذون ما عرفوا حتّى كان آخر ذلك قدر من نحاس ، فمكثنا ثلاثة أيام لا يعرفها أحد ، ثم فقدتها فلا أدري من أخذها.</w:t>
      </w:r>
    </w:p>
    <w:p w:rsidR="00843DF1" w:rsidRPr="00CA52B4" w:rsidRDefault="00843DF1" w:rsidP="00B10281">
      <w:pPr>
        <w:pStyle w:val="libVar"/>
        <w:rPr>
          <w:rtl/>
          <w:lang w:bidi="fa-IR"/>
        </w:rPr>
      </w:pPr>
      <w:r w:rsidRPr="00CA52B4">
        <w:rPr>
          <w:rtl/>
          <w:lang w:bidi="fa-IR"/>
        </w:rPr>
        <w:t>تاريخ بغداد 11 / 3. الجرح والتعديل 7 / 18. قاموس الرجال 6 / 192.</w:t>
      </w:r>
    </w:p>
    <w:p w:rsidR="00843DF1" w:rsidRPr="00CA52B4" w:rsidRDefault="00843DF1" w:rsidP="00EB70B9">
      <w:pPr>
        <w:pStyle w:val="libBold1"/>
        <w:rPr>
          <w:rtl/>
          <w:lang w:bidi="fa-IR"/>
        </w:rPr>
      </w:pPr>
      <w:r w:rsidRPr="00CA52B4">
        <w:rPr>
          <w:rtl/>
        </w:rPr>
        <w:t>745</w:t>
      </w:r>
      <w:r>
        <w:rPr>
          <w:rtl/>
        </w:rPr>
        <w:t xml:space="preserve"> ـ </w:t>
      </w:r>
      <w:r w:rsidRPr="00CA52B4">
        <w:rPr>
          <w:rtl/>
        </w:rPr>
        <w:t>عبيد بن بشر الكلبي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اشترك في حرب الجمل ، وصفّين ، وكان تحت لواء الأشتر وفي صفوف المقاتلين والمحاربين.</w:t>
      </w:r>
    </w:p>
    <w:p w:rsidR="00843DF1" w:rsidRPr="00CA52B4" w:rsidRDefault="00843DF1" w:rsidP="00B10281">
      <w:pPr>
        <w:pStyle w:val="libVar"/>
        <w:rPr>
          <w:rtl/>
          <w:lang w:bidi="fa-IR"/>
        </w:rPr>
      </w:pPr>
      <w:r w:rsidRPr="00CA52B4">
        <w:rPr>
          <w:rtl/>
          <w:lang w:bidi="fa-IR"/>
        </w:rPr>
        <w:t>الكنى والألقاب 3 / 117. المعارف / 233.</w:t>
      </w:r>
    </w:p>
    <w:p w:rsidR="00843DF1" w:rsidRPr="00CA52B4" w:rsidRDefault="00843DF1" w:rsidP="00EB70B9">
      <w:pPr>
        <w:pStyle w:val="libBold1"/>
        <w:rPr>
          <w:rtl/>
          <w:lang w:bidi="fa-IR"/>
        </w:rPr>
      </w:pPr>
      <w:r w:rsidRPr="00CA52B4">
        <w:rPr>
          <w:rtl/>
        </w:rPr>
        <w:t>746</w:t>
      </w:r>
      <w:r>
        <w:rPr>
          <w:rtl/>
        </w:rPr>
        <w:t xml:space="preserve"> ـ </w:t>
      </w:r>
      <w:r w:rsidRPr="00CA52B4">
        <w:rPr>
          <w:rtl/>
        </w:rPr>
        <w:t xml:space="preserve">عبيد </w:t>
      </w:r>
      <w:r>
        <w:rPr>
          <w:rtl/>
        </w:rPr>
        <w:t>(</w:t>
      </w:r>
      <w:r w:rsidRPr="00CA52B4">
        <w:rPr>
          <w:rtl/>
        </w:rPr>
        <w:t>أبو الهيثم</w:t>
      </w:r>
      <w:r>
        <w:rPr>
          <w:rtl/>
        </w:rPr>
        <w:t>)</w:t>
      </w:r>
      <w:r w:rsidRPr="00CA52B4">
        <w:rPr>
          <w:rtl/>
        </w:rPr>
        <w:t xml:space="preserve"> ابن التيهان بن عتيك بن عمرو بن عبد الأعلم بن عامر بن زعوراء بن جشم بن الخزرج بن عمرو بن مالك بن الأوس بن حارثة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صحابي ، وهو أحد السبعين الذين بايعوا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ليلة العقبة. شهد بعض المشاهد. واستشهد بصفّين ، ويقال : إنّه من الأنصار قتل يوم أحد ، قتله عكرمة بن أبي جهل. ويقال إنّه ، عتيك بن التيهان بن</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عتيك. وذكره الشيخ الطوسي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أسد الغابة 3 / 347. الإصابة 2 / 442. الاستيعاب 2 / 437. تنقيح المقال 2 / 236. جامع الرواة 1 / 523 وج 2 / 423. رجال الشيخ الطوسي / 46. الطبقات الكبرى 3 / 449. العقد الفريد 3 / 293. الغدير 5 / 162. قاموس الرجال 6 / 197.</w:t>
      </w:r>
      <w:r>
        <w:rPr>
          <w:rFonts w:hint="cs"/>
          <w:rtl/>
          <w:lang w:bidi="fa-IR"/>
        </w:rPr>
        <w:t xml:space="preserve"> </w:t>
      </w:r>
      <w:r w:rsidRPr="00CA52B4">
        <w:rPr>
          <w:rtl/>
          <w:lang w:bidi="fa-IR"/>
        </w:rPr>
        <w:t>الكامل في التأريخ 3 / 351. مجمع الرجال 4 / 113. معجم رجال الحديث 11 / 46.</w:t>
      </w:r>
    </w:p>
    <w:p w:rsidR="00843DF1" w:rsidRPr="00CA52B4" w:rsidRDefault="00843DF1" w:rsidP="00B10281">
      <w:pPr>
        <w:pStyle w:val="libVar"/>
        <w:rPr>
          <w:rtl/>
          <w:lang w:bidi="fa-IR"/>
        </w:rPr>
      </w:pPr>
      <w:r w:rsidRPr="00CA52B4">
        <w:rPr>
          <w:rtl/>
          <w:lang w:bidi="fa-IR"/>
        </w:rPr>
        <w:t>منتهى المقال / 202. نقد الرجال / 213.</w:t>
      </w:r>
    </w:p>
    <w:p w:rsidR="00843DF1" w:rsidRPr="00CA52B4" w:rsidRDefault="00843DF1" w:rsidP="00EB70B9">
      <w:pPr>
        <w:pStyle w:val="libBold1"/>
        <w:rPr>
          <w:rtl/>
          <w:lang w:bidi="fa-IR"/>
        </w:rPr>
      </w:pPr>
      <w:r w:rsidRPr="00CA52B4">
        <w:rPr>
          <w:rtl/>
        </w:rPr>
        <w:t>747</w:t>
      </w:r>
      <w:r>
        <w:rPr>
          <w:rtl/>
        </w:rPr>
        <w:t xml:space="preserve"> ـ </w:t>
      </w:r>
      <w:r w:rsidRPr="00CA52B4">
        <w:rPr>
          <w:rtl/>
        </w:rPr>
        <w:t>عبيد بن أبي الجعد الغطفاني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ثقات التابعين. محدّث. روى عنه يزيد بن زياد بن أبي الجعد ، وهلال بن يساف ، والأعمش ، ومنصور ، وسلمة بن كهيل ، وسلمة بن نبيط. وذكره ابن حبان في الثقات ، ويروي عن جماعة من الصحابة ، وكان قليل الحديث. وفي رواية عبيدة ، وهو من بيت الثقات وعيونهم ، وأخو زياد ، وسالم أبناء أبي الجعد.</w:t>
      </w:r>
    </w:p>
    <w:p w:rsidR="00843DF1" w:rsidRPr="00CA52B4" w:rsidRDefault="00843DF1" w:rsidP="00B10281">
      <w:pPr>
        <w:pStyle w:val="libVar"/>
        <w:rPr>
          <w:rtl/>
          <w:lang w:bidi="fa-IR"/>
        </w:rPr>
      </w:pPr>
      <w:r w:rsidRPr="00CA52B4">
        <w:rPr>
          <w:rtl/>
          <w:lang w:bidi="fa-IR"/>
        </w:rPr>
        <w:t>تقريب التهذيب 1 / 542. تنقيح المقال 2 / 235. تهذيب التهذيب 7 / 62. جامع الرواة 1 / 523. الجرح والتعديل 5 / 406. رجال الشيخ الطوسي / 48. رجال البرقي / 5. الطبقات الكبرى 3 / 190. الفوائد الرجالية 1 / 269. قاموس الرجال 6 / 197. مجمع الرجال 4 / 113. معجم الثقات / 302. معجم رجال الحديث 11 / 46. منتهى المقال / 202. نقد الرجال / 213.</w:t>
      </w:r>
    </w:p>
    <w:p w:rsidR="00843DF1" w:rsidRPr="00CA52B4" w:rsidRDefault="00843DF1" w:rsidP="00EB70B9">
      <w:pPr>
        <w:pStyle w:val="libBold1"/>
        <w:rPr>
          <w:rtl/>
          <w:lang w:bidi="fa-IR"/>
        </w:rPr>
      </w:pPr>
      <w:r w:rsidRPr="00CA52B4">
        <w:rPr>
          <w:rtl/>
        </w:rPr>
        <w:t>748</w:t>
      </w:r>
      <w:r>
        <w:rPr>
          <w:rtl/>
        </w:rPr>
        <w:t xml:space="preserve"> ـ </w:t>
      </w:r>
      <w:r w:rsidRPr="00CA52B4">
        <w:rPr>
          <w:rtl/>
        </w:rPr>
        <w:t xml:space="preserve">عبيد </w:t>
      </w:r>
      <w:r>
        <w:rPr>
          <w:rtl/>
        </w:rPr>
        <w:t>(</w:t>
      </w:r>
      <w:r w:rsidRPr="00CA52B4">
        <w:rPr>
          <w:rtl/>
        </w:rPr>
        <w:t>أبو معبد</w:t>
      </w:r>
      <w:r>
        <w:rPr>
          <w:rtl/>
        </w:rPr>
        <w:t>)</w:t>
      </w:r>
      <w:r w:rsidRPr="00CA52B4">
        <w:rPr>
          <w:rtl/>
        </w:rPr>
        <w:t xml:space="preserve"> ابن حمران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سماك بن حرب. ذكره ابن حبان في الثقات ، وقال :</w:t>
      </w:r>
      <w:r>
        <w:rPr>
          <w:rFonts w:hint="cs"/>
          <w:rtl/>
          <w:lang w:bidi="fa-IR"/>
        </w:rPr>
        <w:t xml:space="preserve"> </w:t>
      </w:r>
      <w:r w:rsidRPr="00CA52B4">
        <w:rPr>
          <w:rtl/>
          <w:lang w:bidi="fa-IR"/>
        </w:rPr>
        <w:t>يروي المراسيل. ولم يعرف عنه أكثر مما ذكرناه.</w:t>
      </w:r>
    </w:p>
    <w:p w:rsidR="00843DF1" w:rsidRPr="00CA52B4" w:rsidRDefault="00843DF1" w:rsidP="00B10281">
      <w:pPr>
        <w:pStyle w:val="libVar"/>
        <w:rPr>
          <w:rtl/>
          <w:lang w:bidi="fa-IR"/>
        </w:rPr>
      </w:pPr>
      <w:r w:rsidRPr="00CA52B4">
        <w:rPr>
          <w:rtl/>
          <w:lang w:bidi="fa-IR"/>
        </w:rPr>
        <w:t>الجرح والتعديل 5 / 405. لسان الميزان 4 / 119. ميزان الاعتدال 3 / 19.</w:t>
      </w:r>
    </w:p>
    <w:p w:rsidR="00843DF1" w:rsidRPr="00CA52B4" w:rsidRDefault="00843DF1" w:rsidP="00EB70B9">
      <w:pPr>
        <w:pStyle w:val="libBold1"/>
        <w:rPr>
          <w:rtl/>
          <w:lang w:bidi="fa-IR"/>
        </w:rPr>
      </w:pPr>
      <w:r w:rsidRPr="00CA52B4">
        <w:rPr>
          <w:rtl/>
        </w:rPr>
        <w:t>749</w:t>
      </w:r>
      <w:r>
        <w:rPr>
          <w:rtl/>
        </w:rPr>
        <w:t xml:space="preserve"> ـ </w:t>
      </w:r>
      <w:r w:rsidRPr="00CA52B4">
        <w:rPr>
          <w:rtl/>
        </w:rPr>
        <w:t xml:space="preserve">عبيد </w:t>
      </w:r>
      <w:r>
        <w:rPr>
          <w:rtl/>
        </w:rPr>
        <w:t>(</w:t>
      </w:r>
      <w:r w:rsidRPr="00CA52B4">
        <w:rPr>
          <w:rtl/>
        </w:rPr>
        <w:t>أبو عبد الله</w:t>
      </w:r>
      <w:r>
        <w:rPr>
          <w:rtl/>
        </w:rPr>
        <w:t>)</w:t>
      </w:r>
      <w:r w:rsidRPr="00CA52B4">
        <w:rPr>
          <w:rtl/>
        </w:rPr>
        <w:t xml:space="preserve"> ابن خالد السلمي البهزي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سكن الكوفة ، وشهد صفّين مع أمير المؤمنين </w:t>
      </w:r>
      <w:r>
        <w:rPr>
          <w:rtl/>
          <w:lang w:bidi="fa-IR"/>
        </w:rPr>
        <w:t>(</w:t>
      </w:r>
      <w:r w:rsidRPr="00CA52B4">
        <w:rPr>
          <w:rtl/>
          <w:lang w:bidi="fa-IR"/>
        </w:rPr>
        <w:t>عليه السلام</w:t>
      </w:r>
      <w:r>
        <w:rPr>
          <w:rtl/>
          <w:lang w:bidi="fa-IR"/>
        </w:rPr>
        <w:t>)</w:t>
      </w:r>
      <w:r w:rsidRPr="00CA52B4">
        <w:rPr>
          <w:rtl/>
          <w:lang w:bidi="fa-IR"/>
        </w:rPr>
        <w:t xml:space="preserve"> ، وبقي إلى أيام الحجاج. ويقال له : عبدة بن خالد ، وعبيدة بن خالد. وجاء أنّه روى أيضا عن النبيّ </w:t>
      </w:r>
      <w:r>
        <w:rPr>
          <w:rtl/>
          <w:lang w:bidi="fa-IR"/>
        </w:rPr>
        <w:t>(</w:t>
      </w:r>
      <w:r w:rsidRPr="00CA52B4">
        <w:rPr>
          <w:rtl/>
          <w:lang w:bidi="fa-IR"/>
        </w:rPr>
        <w:t>صلّى الله عليه وآله وسلّم</w:t>
      </w:r>
      <w:r>
        <w:rPr>
          <w:rtl/>
          <w:lang w:bidi="fa-IR"/>
        </w:rPr>
        <w:t>)</w:t>
      </w:r>
      <w:r w:rsidRPr="00CA52B4">
        <w:rPr>
          <w:rtl/>
          <w:lang w:bidi="fa-IR"/>
        </w:rPr>
        <w:t xml:space="preserve"> ، وروى عنه تميم بن سلمة ، وسعد بن</w:t>
      </w:r>
    </w:p>
    <w:p w:rsidR="00843DF1" w:rsidRPr="00CA52B4" w:rsidRDefault="00843DF1" w:rsidP="00B10281">
      <w:pPr>
        <w:pStyle w:val="libNormal0"/>
        <w:rPr>
          <w:rtl/>
          <w:lang w:bidi="fa-IR"/>
        </w:rPr>
      </w:pPr>
      <w:r>
        <w:rPr>
          <w:rtl/>
          <w:lang w:bidi="fa-IR"/>
        </w:rPr>
        <w:br w:type="page"/>
      </w:r>
      <w:r w:rsidRPr="00CA52B4">
        <w:rPr>
          <w:rtl/>
          <w:lang w:bidi="fa-IR"/>
        </w:rPr>
        <w:lastRenderedPageBreak/>
        <w:t>عبيدة ، وعبد الله بن ربيعة السلمي. وله في السنن أحاديث. روى عنه جماعة من الشوفيين. ذكره المؤرخون في من شهد صفّين من الصحابة.</w:t>
      </w:r>
    </w:p>
    <w:p w:rsidR="00843DF1" w:rsidRPr="00CA52B4" w:rsidRDefault="00843DF1" w:rsidP="00B10281">
      <w:pPr>
        <w:pStyle w:val="libVar"/>
        <w:rPr>
          <w:rtl/>
          <w:lang w:bidi="fa-IR"/>
        </w:rPr>
      </w:pPr>
      <w:r w:rsidRPr="00CA52B4">
        <w:rPr>
          <w:rtl/>
          <w:lang w:bidi="fa-IR"/>
        </w:rPr>
        <w:t>الاستيعاب 2 / 438. أسد الغابة 3 / 347. الإصابة 2 / 442. تقريب التهذيب 1 / 542. تهذيب التهذيب 7 / 64. الجرح والتعديل 5 / 405. الطبقات الكبرى 6 / 42. الغدير 9 / 366.</w:t>
      </w:r>
    </w:p>
    <w:p w:rsidR="00843DF1" w:rsidRPr="00CA52B4" w:rsidRDefault="00843DF1" w:rsidP="00EB70B9">
      <w:pPr>
        <w:pStyle w:val="libBold1"/>
        <w:rPr>
          <w:rtl/>
          <w:lang w:bidi="fa-IR"/>
        </w:rPr>
      </w:pPr>
      <w:r w:rsidRPr="00CA52B4">
        <w:rPr>
          <w:rtl/>
        </w:rPr>
        <w:t>750</w:t>
      </w:r>
      <w:r>
        <w:rPr>
          <w:rtl/>
        </w:rPr>
        <w:t xml:space="preserve"> ـ </w:t>
      </w:r>
      <w:r w:rsidRPr="00CA52B4">
        <w:rPr>
          <w:rtl/>
        </w:rPr>
        <w:t>عبيد بن حنين ، مولى زيد بن الخطاب المتوفى 105 ه‍</w:t>
      </w:r>
      <w:r>
        <w:rPr>
          <w:rtl/>
        </w:rPr>
        <w:t>.</w:t>
      </w:r>
    </w:p>
    <w:p w:rsidR="00843DF1" w:rsidRPr="00CA52B4" w:rsidRDefault="00843DF1" w:rsidP="00347E77">
      <w:pPr>
        <w:pStyle w:val="libNormal"/>
        <w:rPr>
          <w:rtl/>
          <w:lang w:bidi="fa-IR"/>
        </w:rPr>
      </w:pPr>
      <w:r w:rsidRPr="00CA52B4">
        <w:rPr>
          <w:rtl/>
          <w:lang w:bidi="fa-IR"/>
        </w:rPr>
        <w:t xml:space="preserve">محدّث. روى عنه عتبة بن مسلم. ويقال : إنّه مولى بني زريق. كان ثقة ، وليس بكثير الحديث ، مات سنة خمس ومائة ، وهو ابن سبعين سنة ، وفي رواية ابن تسعين سنة وهو الصحيح ، فقد جاء : أنّ عبيد قال لزيد بن ثابت حين مقتل عثمان سنة 35 ه‍ : اقرأ عليّ الأعراف ، فقال : اقرأها عليّ أنت فما أخذ عليه ألفا ولا واوا. ذكره الشيخ الطوسي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ذكره ابن حبان في الثقات ، وصالح الحديث.</w:t>
      </w:r>
      <w:r>
        <w:rPr>
          <w:rFonts w:hint="cs"/>
          <w:rtl/>
          <w:lang w:bidi="fa-IR"/>
        </w:rPr>
        <w:t xml:space="preserve"> </w:t>
      </w:r>
      <w:r w:rsidRPr="00CA52B4">
        <w:rPr>
          <w:rtl/>
          <w:lang w:bidi="fa-IR"/>
        </w:rPr>
        <w:t>له أحاديث في الصحاح.</w:t>
      </w:r>
    </w:p>
    <w:p w:rsidR="00843DF1" w:rsidRPr="00CA52B4" w:rsidRDefault="00843DF1" w:rsidP="00B10281">
      <w:pPr>
        <w:pStyle w:val="libVar"/>
        <w:rPr>
          <w:rtl/>
          <w:lang w:bidi="fa-IR"/>
        </w:rPr>
      </w:pPr>
      <w:r w:rsidRPr="00CA52B4">
        <w:rPr>
          <w:rtl/>
          <w:lang w:bidi="fa-IR"/>
        </w:rPr>
        <w:t>تنقيح المقال 2 / 237. تهذيب التهذيب 7 / 63. جامع الرواة 1 / 526. الجرح والتعديل 5 / 404. رجال الطوسي / 50. الطبقات الكبرى 8 / 223. معجم رجال الحديث 11 / 61.</w:t>
      </w:r>
    </w:p>
    <w:p w:rsidR="00843DF1" w:rsidRPr="00CA52B4" w:rsidRDefault="00843DF1" w:rsidP="00EB70B9">
      <w:pPr>
        <w:pStyle w:val="libBold1"/>
        <w:rPr>
          <w:rtl/>
          <w:lang w:bidi="fa-IR"/>
        </w:rPr>
      </w:pPr>
      <w:r w:rsidRPr="00CA52B4">
        <w:rPr>
          <w:rtl/>
        </w:rPr>
        <w:t>751</w:t>
      </w:r>
      <w:r>
        <w:rPr>
          <w:rtl/>
        </w:rPr>
        <w:t xml:space="preserve"> ـ </w:t>
      </w:r>
      <w:r w:rsidRPr="00CA52B4">
        <w:rPr>
          <w:rtl/>
        </w:rPr>
        <w:t xml:space="preserve">عبيد </w:t>
      </w:r>
      <w:r>
        <w:rPr>
          <w:rtl/>
        </w:rPr>
        <w:t>(</w:t>
      </w:r>
      <w:r w:rsidRPr="00CA52B4">
        <w:rPr>
          <w:rtl/>
        </w:rPr>
        <w:t>أبو محمد</w:t>
      </w:r>
      <w:r>
        <w:rPr>
          <w:rtl/>
        </w:rPr>
        <w:t>)</w:t>
      </w:r>
      <w:r w:rsidRPr="00CA52B4">
        <w:rPr>
          <w:rtl/>
        </w:rPr>
        <w:t xml:space="preserve"> ابن عبد أبو عبد الله الجدلي من مضر الكوفي الكندي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الخواص ، والمقرّبين. وكان تحت راية المختار يصرفه في مهماته وأعماله. روى عنه ابنه محمد. ذكره ابن حبان في الثقات. ذكره الشيخ الطوسي في رجاله ، من أصحاب عليّ </w:t>
      </w:r>
      <w:r>
        <w:rPr>
          <w:rtl/>
          <w:lang w:bidi="fa-IR"/>
        </w:rPr>
        <w:t>(</w:t>
      </w:r>
      <w:r w:rsidRPr="00CA52B4">
        <w:rPr>
          <w:rtl/>
          <w:lang w:bidi="fa-IR"/>
        </w:rPr>
        <w:t>عليه السلام</w:t>
      </w:r>
      <w:r>
        <w:rPr>
          <w:rtl/>
          <w:lang w:bidi="fa-IR"/>
        </w:rPr>
        <w:t>).</w:t>
      </w:r>
      <w:r w:rsidRPr="00CA52B4">
        <w:rPr>
          <w:rtl/>
          <w:lang w:bidi="fa-IR"/>
        </w:rPr>
        <w:t xml:space="preserve"> قال أبو عبد الله :</w:t>
      </w:r>
      <w:r>
        <w:rPr>
          <w:rFonts w:hint="cs"/>
          <w:rtl/>
          <w:lang w:bidi="fa-IR"/>
        </w:rPr>
        <w:t xml:space="preserve"> </w:t>
      </w:r>
      <w:r w:rsidRPr="00CA52B4">
        <w:rPr>
          <w:rtl/>
          <w:lang w:bidi="fa-IR"/>
        </w:rPr>
        <w:t xml:space="preserve">دخلت على أمير المؤمنين </w:t>
      </w:r>
      <w:r>
        <w:rPr>
          <w:rtl/>
          <w:lang w:bidi="fa-IR"/>
        </w:rPr>
        <w:t>(</w:t>
      </w:r>
      <w:r w:rsidRPr="00CA52B4">
        <w:rPr>
          <w:rtl/>
          <w:lang w:bidi="fa-IR"/>
        </w:rPr>
        <w:t>عليه السلام</w:t>
      </w:r>
      <w:r>
        <w:rPr>
          <w:rtl/>
          <w:lang w:bidi="fa-IR"/>
        </w:rPr>
        <w:t>)</w:t>
      </w:r>
      <w:r w:rsidRPr="00CA52B4">
        <w:rPr>
          <w:rtl/>
          <w:lang w:bidi="fa-IR"/>
        </w:rPr>
        <w:t xml:space="preserve"> فقال : يا أبا عبد الله. </w:t>
      </w:r>
      <w:r>
        <w:rPr>
          <w:rtl/>
          <w:lang w:bidi="fa-IR"/>
        </w:rPr>
        <w:t>أ</w:t>
      </w:r>
      <w:r w:rsidRPr="00CA52B4">
        <w:rPr>
          <w:rtl/>
          <w:lang w:bidi="fa-IR"/>
        </w:rPr>
        <w:t xml:space="preserve">لا أخبرك بقول الله عزّ وجلّ : </w:t>
      </w:r>
      <w:r w:rsidRPr="00347E77">
        <w:rPr>
          <w:rStyle w:val="libAlaemChar"/>
          <w:rtl/>
        </w:rPr>
        <w:t>(</w:t>
      </w:r>
      <w:r w:rsidRPr="00347E77">
        <w:rPr>
          <w:rStyle w:val="libAieChar"/>
          <w:rtl/>
        </w:rPr>
        <w:t>مَنْ جاءَ بِالْحَسَنَةِ فَلَهُ خَيْرٌ مِنْها وَهُمْ مِنْ فَزَعٍ يَوْمَئِذٍ آمِنُونَ وَمَنْ جاءَ بِالسَّيِّئَةِ فَكُبَّتْ وُجُوهُهُمْ فِي النَّارِ هَلْ تُجْزَوْنَ إِلَّا ما كُنْتُمْ تَعْمَلُونَ</w:t>
      </w:r>
      <w:r w:rsidRPr="00347E77">
        <w:rPr>
          <w:rStyle w:val="libAlaemChar"/>
          <w:rtl/>
        </w:rPr>
        <w:t>)</w:t>
      </w:r>
      <w:r w:rsidRPr="00CA52B4">
        <w:rPr>
          <w:rtl/>
          <w:lang w:bidi="fa-IR"/>
        </w:rPr>
        <w:t xml:space="preserve"> قلت : بلى ، يا أمير المؤمنين </w:t>
      </w:r>
      <w:r>
        <w:rPr>
          <w:rtl/>
          <w:lang w:bidi="fa-IR"/>
        </w:rPr>
        <w:t>(</w:t>
      </w:r>
      <w:r w:rsidRPr="00CA52B4">
        <w:rPr>
          <w:rtl/>
          <w:lang w:bidi="fa-IR"/>
        </w:rPr>
        <w:t>عليه السلام</w:t>
      </w:r>
      <w:r>
        <w:rPr>
          <w:rtl/>
          <w:lang w:bidi="fa-IR"/>
        </w:rPr>
        <w:t>)</w:t>
      </w:r>
      <w:r w:rsidRPr="00CA52B4">
        <w:rPr>
          <w:rtl/>
          <w:lang w:bidi="fa-IR"/>
        </w:rPr>
        <w:t xml:space="preserve"> جعلت فداك ، فقال : الحسنة</w:t>
      </w:r>
    </w:p>
    <w:p w:rsidR="00843DF1" w:rsidRPr="00CA52B4" w:rsidRDefault="00843DF1" w:rsidP="00B10281">
      <w:pPr>
        <w:pStyle w:val="libNormal0"/>
        <w:rPr>
          <w:rtl/>
          <w:lang w:bidi="fa-IR"/>
        </w:rPr>
      </w:pPr>
      <w:r>
        <w:rPr>
          <w:rtl/>
          <w:lang w:bidi="fa-IR"/>
        </w:rPr>
        <w:br w:type="page"/>
      </w:r>
      <w:r w:rsidRPr="00CA52B4">
        <w:rPr>
          <w:rtl/>
          <w:lang w:bidi="fa-IR"/>
        </w:rPr>
        <w:lastRenderedPageBreak/>
        <w:t>معرفة الولاية ، وحبنا أهل البيت ، والسيئة إنكار الولاية وبغضنا أهل البيت.</w:t>
      </w:r>
    </w:p>
    <w:p w:rsidR="00843DF1" w:rsidRPr="00CA52B4" w:rsidRDefault="00843DF1" w:rsidP="00B10281">
      <w:pPr>
        <w:pStyle w:val="libVar"/>
        <w:rPr>
          <w:rtl/>
          <w:lang w:bidi="fa-IR"/>
        </w:rPr>
      </w:pPr>
      <w:r w:rsidRPr="00CA52B4">
        <w:rPr>
          <w:rtl/>
          <w:lang w:bidi="fa-IR"/>
        </w:rPr>
        <w:t>إتقان المقال / 86. تنقيح المقال 2 / 236. تهذيب التهذيب 7 / 79. جامع الرواة 1 / 526. خلاصة الأقوال / 127. رجال ابن داود / 132. رجال الطوسي / 47. رجال البرقي / 4. سفينة البحار 2 / 143. الطبقات الكبرى 6 / 228. قاموس الرجال 6 / 200. مجمع الرجال 4 / 114. معجم رجال الحديث 11 / 54. منتهى المقال / 202. نقد الرجال / 213.</w:t>
      </w:r>
    </w:p>
    <w:p w:rsidR="00843DF1" w:rsidRPr="00CA52B4" w:rsidRDefault="00843DF1" w:rsidP="00EB70B9">
      <w:pPr>
        <w:pStyle w:val="libBold1"/>
        <w:rPr>
          <w:rtl/>
          <w:lang w:bidi="fa-IR"/>
        </w:rPr>
      </w:pPr>
      <w:r w:rsidRPr="00CA52B4">
        <w:rPr>
          <w:rtl/>
        </w:rPr>
        <w:t>752</w:t>
      </w:r>
      <w:r>
        <w:rPr>
          <w:rtl/>
        </w:rPr>
        <w:t xml:space="preserve"> ـ </w:t>
      </w:r>
      <w:r w:rsidRPr="00CA52B4">
        <w:rPr>
          <w:rtl/>
        </w:rPr>
        <w:t>عبيد بن عمرو الخارفي أبو المغيرة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تابعي. روى عنه أبو إسحاق الهمداني.</w:t>
      </w:r>
    </w:p>
    <w:p w:rsidR="00843DF1" w:rsidRPr="00CA52B4" w:rsidRDefault="00843DF1" w:rsidP="00B10281">
      <w:pPr>
        <w:pStyle w:val="libVar"/>
        <w:rPr>
          <w:rtl/>
          <w:lang w:bidi="fa-IR"/>
        </w:rPr>
      </w:pPr>
      <w:r w:rsidRPr="00CA52B4">
        <w:rPr>
          <w:rtl/>
          <w:lang w:bidi="fa-IR"/>
        </w:rPr>
        <w:t>الجرح والتعديل 5 / 410. ميزان الاعتدال 3 / 21.</w:t>
      </w:r>
    </w:p>
    <w:p w:rsidR="00843DF1" w:rsidRPr="00CA52B4" w:rsidRDefault="00843DF1" w:rsidP="00EB70B9">
      <w:pPr>
        <w:pStyle w:val="libBold1"/>
        <w:rPr>
          <w:rtl/>
          <w:lang w:bidi="fa-IR"/>
        </w:rPr>
      </w:pPr>
      <w:r w:rsidRPr="00CA52B4">
        <w:rPr>
          <w:rtl/>
        </w:rPr>
        <w:t>753</w:t>
      </w:r>
      <w:r>
        <w:rPr>
          <w:rtl/>
        </w:rPr>
        <w:t xml:space="preserve"> ـ </w:t>
      </w:r>
      <w:r w:rsidRPr="00CA52B4">
        <w:rPr>
          <w:rtl/>
        </w:rPr>
        <w:t>عبيد بن عمير بن قتادة بن سعد بن عامر بن خندع بن ليث الليثي ، أبو عاصم المكي المتوفى 74 ه‍</w:t>
      </w:r>
      <w:r>
        <w:rPr>
          <w:rtl/>
        </w:rPr>
        <w:t>.</w:t>
      </w:r>
    </w:p>
    <w:p w:rsidR="00843DF1" w:rsidRPr="00CA52B4" w:rsidRDefault="00843DF1" w:rsidP="00347E77">
      <w:pPr>
        <w:pStyle w:val="libNormal"/>
        <w:rPr>
          <w:rtl/>
          <w:lang w:bidi="fa-IR"/>
        </w:rPr>
      </w:pPr>
      <w:r w:rsidRPr="00CA52B4">
        <w:rPr>
          <w:rtl/>
          <w:lang w:bidi="fa-IR"/>
        </w:rPr>
        <w:t xml:space="preserve">صحابي ، محدّث. ولد في عهد النبي </w:t>
      </w:r>
      <w:r>
        <w:rPr>
          <w:rtl/>
          <w:lang w:bidi="fa-IR"/>
        </w:rPr>
        <w:t>(</w:t>
      </w:r>
      <w:r w:rsidRPr="00CA52B4">
        <w:rPr>
          <w:rtl/>
          <w:lang w:bidi="fa-IR"/>
        </w:rPr>
        <w:t>صلّى الله عليه وآله وسلّم</w:t>
      </w:r>
      <w:r>
        <w:rPr>
          <w:rtl/>
          <w:lang w:bidi="fa-IR"/>
        </w:rPr>
        <w:t>)</w:t>
      </w:r>
      <w:r w:rsidRPr="00CA52B4">
        <w:rPr>
          <w:rtl/>
          <w:lang w:bidi="fa-IR"/>
        </w:rPr>
        <w:t xml:space="preserve"> وروى عنه جمع كثير ، وكان بليغا يبكي في مجلسه حتّى يبل الحصى بدموعه. مات بالمدينة سنة 74 ه‍</w:t>
      </w:r>
      <w:r>
        <w:rPr>
          <w:rtl/>
          <w:lang w:bidi="fa-IR"/>
        </w:rPr>
        <w:t>.</w:t>
      </w:r>
      <w:r w:rsidRPr="00CA52B4">
        <w:rPr>
          <w:rtl/>
          <w:lang w:bidi="fa-IR"/>
        </w:rPr>
        <w:t xml:space="preserve"> روى عنه خلق كثير. وجاء في بعض المراجع : عبد الله بن عمر الليثي. ذكره ابن حبان في الثقات ، وجاء : تابعي ثقة من كبار التابعين ، قال مجاهد : نفخر على التابعين بأربعة فذكره فيهم. وقيل : ولد على عهد النبيّ </w:t>
      </w:r>
      <w:r>
        <w:rPr>
          <w:rtl/>
          <w:lang w:bidi="fa-IR"/>
        </w:rPr>
        <w:t>(</w:t>
      </w:r>
      <w:r w:rsidRPr="00CA52B4">
        <w:rPr>
          <w:rtl/>
          <w:lang w:bidi="fa-IR"/>
        </w:rPr>
        <w:t>صلّى الله عليه وآله وسلّم</w:t>
      </w:r>
      <w:r>
        <w:rPr>
          <w:rtl/>
          <w:lang w:bidi="fa-IR"/>
        </w:rPr>
        <w:t>)</w:t>
      </w:r>
      <w:r w:rsidRPr="00CA52B4">
        <w:rPr>
          <w:rtl/>
          <w:lang w:bidi="fa-IR"/>
        </w:rPr>
        <w:t xml:space="preserve"> ولم يرو عنه.</w:t>
      </w:r>
    </w:p>
    <w:p w:rsidR="00843DF1" w:rsidRPr="00CA52B4" w:rsidRDefault="00843DF1" w:rsidP="00B10281">
      <w:pPr>
        <w:pStyle w:val="libVar"/>
        <w:rPr>
          <w:rtl/>
          <w:lang w:bidi="fa-IR"/>
        </w:rPr>
      </w:pPr>
      <w:r w:rsidRPr="00CA52B4">
        <w:rPr>
          <w:rtl/>
          <w:lang w:bidi="fa-IR"/>
        </w:rPr>
        <w:t>الاستيعاب 2 / 441. أسد الغابة 3 / 353. البداية والنهاية 9 / 5. تقريب التهذيب 1 / 544. تهذيب التهذيب 7 / 71. تذكرة الحفاظ 1 / 50. الجرح والتعديل 5 / 409.</w:t>
      </w:r>
      <w:r>
        <w:rPr>
          <w:rFonts w:hint="cs"/>
          <w:rtl/>
          <w:lang w:bidi="fa-IR"/>
        </w:rPr>
        <w:t xml:space="preserve"> </w:t>
      </w:r>
      <w:r w:rsidRPr="00CA52B4">
        <w:rPr>
          <w:rtl/>
          <w:lang w:bidi="fa-IR"/>
        </w:rPr>
        <w:t xml:space="preserve">جمهرة أنساب العرب / 184. حلية الأولياء 3 / 266. شرح ابن أبي الحديد : 10 / 36 </w:t>
      </w:r>
      <w:r>
        <w:rPr>
          <w:rtl/>
          <w:lang w:bidi="fa-IR"/>
        </w:rPr>
        <w:t>و 1</w:t>
      </w:r>
      <w:r w:rsidRPr="00CA52B4">
        <w:rPr>
          <w:rtl/>
          <w:lang w:bidi="fa-IR"/>
        </w:rPr>
        <w:t xml:space="preserve">5 / 10. الطبقات الكبرى 2 / 140 </w:t>
      </w:r>
      <w:r>
        <w:rPr>
          <w:rtl/>
          <w:lang w:bidi="fa-IR"/>
        </w:rPr>
        <w:t>و 4</w:t>
      </w:r>
      <w:r w:rsidRPr="00CA52B4">
        <w:rPr>
          <w:rtl/>
          <w:lang w:bidi="fa-IR"/>
        </w:rPr>
        <w:t xml:space="preserve"> / 162 ، 169 </w:t>
      </w:r>
      <w:r>
        <w:rPr>
          <w:rtl/>
          <w:lang w:bidi="fa-IR"/>
        </w:rPr>
        <w:t>و 5</w:t>
      </w:r>
      <w:r w:rsidRPr="00CA52B4">
        <w:rPr>
          <w:rtl/>
          <w:lang w:bidi="fa-IR"/>
        </w:rPr>
        <w:t xml:space="preserve"> / 147 ، 445 </w:t>
      </w:r>
      <w:r>
        <w:rPr>
          <w:rtl/>
          <w:lang w:bidi="fa-IR"/>
        </w:rPr>
        <w:t>و 6</w:t>
      </w:r>
      <w:r w:rsidRPr="00CA52B4">
        <w:rPr>
          <w:rtl/>
          <w:lang w:bidi="fa-IR"/>
        </w:rPr>
        <w:t xml:space="preserve"> / 77 </w:t>
      </w:r>
      <w:r>
        <w:rPr>
          <w:rtl/>
          <w:lang w:bidi="fa-IR"/>
        </w:rPr>
        <w:t>و 8</w:t>
      </w:r>
      <w:r w:rsidRPr="00CA52B4">
        <w:rPr>
          <w:rtl/>
          <w:lang w:bidi="fa-IR"/>
        </w:rPr>
        <w:t xml:space="preserve"> / 68 ، 451. طبقات الحفاظ 1 / 14. طبقات القراء 1 / 496. العقد الفريد 7 / 7. مرآة الجنان 1 / 156. النجوم الزاهرة 1 / 197. النهاية في غريب الحديث 1 / 76 ، 337 ، 424 </w:t>
      </w:r>
      <w:r>
        <w:rPr>
          <w:rtl/>
          <w:lang w:bidi="fa-IR"/>
        </w:rPr>
        <w:t>و 2</w:t>
      </w:r>
      <w:r w:rsidRPr="00CA52B4">
        <w:rPr>
          <w:rtl/>
          <w:lang w:bidi="fa-IR"/>
        </w:rPr>
        <w:t xml:space="preserve"> / 11 ، 390.</w:t>
      </w:r>
    </w:p>
    <w:p w:rsidR="00843DF1" w:rsidRPr="00CA52B4" w:rsidRDefault="00843DF1" w:rsidP="00EB70B9">
      <w:pPr>
        <w:pStyle w:val="libBold1"/>
        <w:rPr>
          <w:rtl/>
          <w:lang w:bidi="fa-IR"/>
        </w:rPr>
      </w:pPr>
      <w:r w:rsidRPr="00CA52B4">
        <w:rPr>
          <w:rtl/>
        </w:rPr>
        <w:t>754</w:t>
      </w:r>
      <w:r>
        <w:rPr>
          <w:rtl/>
        </w:rPr>
        <w:t xml:space="preserve"> ـ </w:t>
      </w:r>
      <w:r w:rsidRPr="00CA52B4">
        <w:rPr>
          <w:rtl/>
        </w:rPr>
        <w:t xml:space="preserve">عبيد </w:t>
      </w:r>
      <w:r>
        <w:rPr>
          <w:rtl/>
        </w:rPr>
        <w:t>(</w:t>
      </w:r>
      <w:r w:rsidRPr="00CA52B4">
        <w:rPr>
          <w:rtl/>
        </w:rPr>
        <w:t>أبو يحيى</w:t>
      </w:r>
      <w:r>
        <w:rPr>
          <w:rtl/>
        </w:rPr>
        <w:t>)</w:t>
      </w:r>
      <w:r w:rsidRPr="00CA52B4">
        <w:rPr>
          <w:rtl/>
        </w:rPr>
        <w:t xml:space="preserve"> ابن كرب العبسي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تابعي. روى عنه أبو المقدام ثابت بن هرمز الحداد الكوفي مولى</w:t>
      </w:r>
    </w:p>
    <w:p w:rsidR="00843DF1" w:rsidRPr="00CA52B4" w:rsidRDefault="00843DF1" w:rsidP="00B10281">
      <w:pPr>
        <w:pStyle w:val="libNormal0"/>
        <w:rPr>
          <w:rtl/>
          <w:lang w:bidi="fa-IR"/>
        </w:rPr>
      </w:pPr>
      <w:r>
        <w:rPr>
          <w:rtl/>
          <w:lang w:bidi="fa-IR"/>
        </w:rPr>
        <w:br w:type="page"/>
      </w:r>
      <w:r w:rsidRPr="00CA52B4">
        <w:rPr>
          <w:rtl/>
          <w:lang w:bidi="fa-IR"/>
        </w:rPr>
        <w:lastRenderedPageBreak/>
        <w:t>بكر بن وائل. ذكره ابن حبان وآخرون : ثابت في الثقات. وكان شيخا عاليا صاحب سنة.</w:t>
      </w:r>
    </w:p>
    <w:p w:rsidR="00843DF1" w:rsidRPr="00CA52B4" w:rsidRDefault="00843DF1" w:rsidP="00B10281">
      <w:pPr>
        <w:pStyle w:val="libVar"/>
        <w:rPr>
          <w:rtl/>
          <w:lang w:bidi="fa-IR"/>
        </w:rPr>
      </w:pPr>
      <w:r w:rsidRPr="00CA52B4">
        <w:rPr>
          <w:rtl/>
          <w:lang w:bidi="fa-IR"/>
        </w:rPr>
        <w:t>تهذيب التهذيب 2 / 16. الجرح والتعديل 5 / 413. الطبقات الكبرى 6 / 214.</w:t>
      </w:r>
    </w:p>
    <w:p w:rsidR="00843DF1" w:rsidRPr="00CA52B4" w:rsidRDefault="00843DF1" w:rsidP="00EB70B9">
      <w:pPr>
        <w:pStyle w:val="libBold1"/>
        <w:rPr>
          <w:rtl/>
          <w:lang w:bidi="fa-IR"/>
        </w:rPr>
      </w:pPr>
      <w:r w:rsidRPr="00CA52B4">
        <w:rPr>
          <w:rtl/>
        </w:rPr>
        <w:t>755</w:t>
      </w:r>
      <w:r>
        <w:rPr>
          <w:rtl/>
        </w:rPr>
        <w:t xml:space="preserve"> ـ </w:t>
      </w:r>
      <w:r w:rsidRPr="00CA52B4">
        <w:rPr>
          <w:rtl/>
        </w:rPr>
        <w:t>عبيد بن نضلة الخزاعي الكوفي المتوفى 73 ، 74 ه‍</w:t>
      </w:r>
      <w:r>
        <w:rPr>
          <w:rtl/>
        </w:rPr>
        <w:t>.</w:t>
      </w:r>
    </w:p>
    <w:p w:rsidR="00843DF1" w:rsidRPr="00CA52B4" w:rsidRDefault="00843DF1" w:rsidP="00347E77">
      <w:pPr>
        <w:pStyle w:val="libNormal"/>
        <w:rPr>
          <w:rtl/>
          <w:lang w:bidi="fa-IR"/>
        </w:rPr>
      </w:pPr>
      <w:r w:rsidRPr="00CA52B4">
        <w:rPr>
          <w:rtl/>
          <w:lang w:bidi="fa-IR"/>
        </w:rPr>
        <w:t>ثقة قليل الحديث ، في الطبقة الأولى من قراء أهل الكوفة. أخذ القراءة عن عبد الله بن مسعود. واشتهر بالخير والصلاح ، ومات في ولاية بشر بن مروان. روى عنه إبراهيم النخعي ، وأشعث بن سليم ، والحسن العرفي ، وحمران بن أعين. كان مقرئ أهل الكوفة في زمانه ، وذكره بعضهم في الصحابة ، وقيل : مختلف في صحبته ، له أحاديث في السنن.</w:t>
      </w:r>
    </w:p>
    <w:p w:rsidR="00843DF1" w:rsidRPr="00CA52B4" w:rsidRDefault="00843DF1" w:rsidP="00B10281">
      <w:pPr>
        <w:pStyle w:val="libVar"/>
        <w:rPr>
          <w:rtl/>
          <w:lang w:bidi="fa-IR"/>
        </w:rPr>
      </w:pPr>
      <w:r w:rsidRPr="00CA52B4">
        <w:rPr>
          <w:rtl/>
          <w:lang w:bidi="fa-IR"/>
        </w:rPr>
        <w:t>أسد الغابة 3 / 354 وفيه : عبيدة بن نضيلة. الإصابة 3 / 101. البداية والنهاية 8 / 328. تحفة الأحباب / 202. تقريب التهذيب 1 / 545. تنقيح المقال 2 / 237.</w:t>
      </w:r>
      <w:r>
        <w:rPr>
          <w:rFonts w:hint="cs"/>
          <w:rtl/>
          <w:lang w:bidi="fa-IR"/>
        </w:rPr>
        <w:t xml:space="preserve"> </w:t>
      </w:r>
      <w:r w:rsidRPr="00CA52B4">
        <w:rPr>
          <w:rtl/>
          <w:lang w:bidi="fa-IR"/>
        </w:rPr>
        <w:t>تهذيب التهذيب 7 / 75. جامع الرواة 1 / 526. الجرح والتعديل 6 / 3. رجال الشيخ الطوسي / 48. الطبقات الكبرى 6 / 117. مجمع الرجال 4 / 117. المشتبه 2 / 644.</w:t>
      </w:r>
      <w:r>
        <w:rPr>
          <w:rFonts w:hint="cs"/>
          <w:rtl/>
          <w:lang w:bidi="fa-IR"/>
        </w:rPr>
        <w:t xml:space="preserve"> </w:t>
      </w:r>
      <w:r w:rsidRPr="00CA52B4">
        <w:rPr>
          <w:rtl/>
          <w:lang w:bidi="fa-IR"/>
        </w:rPr>
        <w:t>معجم الثقات / 302. معجم رجال الحديث 11 / 59. منتهى المقال / 202. نقد الرجال / 214.</w:t>
      </w:r>
    </w:p>
    <w:p w:rsidR="00843DF1" w:rsidRPr="00CA52B4" w:rsidRDefault="00843DF1" w:rsidP="00EB70B9">
      <w:pPr>
        <w:pStyle w:val="libBold1"/>
        <w:rPr>
          <w:rtl/>
          <w:lang w:bidi="fa-IR"/>
        </w:rPr>
      </w:pPr>
      <w:r w:rsidRPr="00CA52B4">
        <w:rPr>
          <w:rtl/>
        </w:rPr>
        <w:t>756</w:t>
      </w:r>
      <w:r>
        <w:rPr>
          <w:rtl/>
        </w:rPr>
        <w:t xml:space="preserve"> ـ </w:t>
      </w:r>
      <w:r w:rsidRPr="00CA52B4">
        <w:rPr>
          <w:rtl/>
        </w:rPr>
        <w:t>عبيد أبو هريم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كان معه </w:t>
      </w:r>
      <w:r>
        <w:rPr>
          <w:rtl/>
          <w:lang w:bidi="fa-IR"/>
        </w:rPr>
        <w:t>(</w:t>
      </w:r>
      <w:r w:rsidRPr="00CA52B4">
        <w:rPr>
          <w:rtl/>
          <w:lang w:bidi="fa-IR"/>
        </w:rPr>
        <w:t>عليه السلام</w:t>
      </w:r>
      <w:r>
        <w:rPr>
          <w:rtl/>
          <w:lang w:bidi="fa-IR"/>
        </w:rPr>
        <w:t>)</w:t>
      </w:r>
      <w:r w:rsidRPr="00CA52B4">
        <w:rPr>
          <w:rtl/>
          <w:lang w:bidi="fa-IR"/>
        </w:rPr>
        <w:t xml:space="preserve"> بكربلاء حين منصرفه من صفّين. وهو من الثقات. وقيل : عبيد أبو هرثم. ولم يعرف عنه أكثر مما ذكرناه.</w:t>
      </w:r>
    </w:p>
    <w:p w:rsidR="00843DF1" w:rsidRPr="00CA52B4" w:rsidRDefault="00843DF1" w:rsidP="00B10281">
      <w:pPr>
        <w:pStyle w:val="libVar"/>
        <w:rPr>
          <w:rtl/>
          <w:lang w:bidi="fa-IR"/>
        </w:rPr>
      </w:pPr>
      <w:r w:rsidRPr="00CA52B4">
        <w:rPr>
          <w:rtl/>
          <w:lang w:bidi="fa-IR"/>
        </w:rPr>
        <w:t>الجرح والتعديل 6 / 6.</w:t>
      </w:r>
    </w:p>
    <w:p w:rsidR="00843DF1" w:rsidRPr="00CA52B4" w:rsidRDefault="00843DF1" w:rsidP="00EB70B9">
      <w:pPr>
        <w:pStyle w:val="libBold1"/>
        <w:rPr>
          <w:rtl/>
          <w:lang w:bidi="fa-IR"/>
        </w:rPr>
      </w:pPr>
      <w:r w:rsidRPr="00CA52B4">
        <w:rPr>
          <w:rtl/>
        </w:rPr>
        <w:t>757</w:t>
      </w:r>
      <w:r>
        <w:rPr>
          <w:rtl/>
        </w:rPr>
        <w:t xml:space="preserve"> ـ </w:t>
      </w:r>
      <w:r w:rsidRPr="00CA52B4">
        <w:rPr>
          <w:rtl/>
        </w:rPr>
        <w:t>عبيدة بن عمرو ، ويقال : عبيدة بن قيس بن عمرو السلماني الكوفي المرادي المتوفى 72 ه‍</w:t>
      </w:r>
      <w:r>
        <w:rPr>
          <w:rtl/>
        </w:rPr>
        <w:t>.</w:t>
      </w:r>
    </w:p>
    <w:p w:rsidR="00843DF1" w:rsidRPr="00CA52B4" w:rsidRDefault="00843DF1" w:rsidP="00347E77">
      <w:pPr>
        <w:pStyle w:val="libNormal"/>
        <w:rPr>
          <w:rtl/>
          <w:lang w:bidi="fa-IR"/>
        </w:rPr>
      </w:pPr>
      <w:r w:rsidRPr="00CA52B4">
        <w:rPr>
          <w:rtl/>
          <w:lang w:bidi="fa-IR"/>
        </w:rPr>
        <w:t xml:space="preserve">محدّث ، أسلم قبل وفاة النبيّ </w:t>
      </w:r>
      <w:r>
        <w:rPr>
          <w:rtl/>
          <w:lang w:bidi="fa-IR"/>
        </w:rPr>
        <w:t>(</w:t>
      </w:r>
      <w:r w:rsidRPr="00CA52B4">
        <w:rPr>
          <w:rtl/>
          <w:lang w:bidi="fa-IR"/>
        </w:rPr>
        <w:t>صلّى الله عليه وآله وسلّم</w:t>
      </w:r>
      <w:r>
        <w:rPr>
          <w:rtl/>
          <w:lang w:bidi="fa-IR"/>
        </w:rPr>
        <w:t>)</w:t>
      </w:r>
      <w:r w:rsidRPr="00CA52B4">
        <w:rPr>
          <w:rtl/>
          <w:lang w:bidi="fa-IR"/>
        </w:rPr>
        <w:t xml:space="preserve"> بسنتين ولم يلقه ، وكان فقيها يسكن الكوفة ، حدّث عنه جمع ، ومات في 72 ، 73 ، 74 ه‍</w:t>
      </w:r>
      <w:r>
        <w:rPr>
          <w:rtl/>
          <w:lang w:bidi="fa-IR"/>
        </w:rPr>
        <w:t>.</w:t>
      </w:r>
      <w:r w:rsidRPr="00CA52B4">
        <w:rPr>
          <w:rtl/>
          <w:lang w:bidi="fa-IR"/>
        </w:rPr>
        <w:t xml:space="preserve"> وهو من كبار أصحاب عبد الله بن مسعود الفقهاء. روى عنه خلق كثير. وورد المدائن وحضر وقعة الخوارج بالنهروان. وكان قد صلّى قبل وفاة النبيّ </w:t>
      </w:r>
      <w:r>
        <w:rPr>
          <w:rtl/>
          <w:lang w:bidi="fa-IR"/>
        </w:rPr>
        <w:t>(</w:t>
      </w:r>
      <w:r w:rsidRPr="00CA52B4">
        <w:rPr>
          <w:rtl/>
          <w:lang w:bidi="fa-IR"/>
        </w:rPr>
        <w:t>صلّى الله عليه وآله وسلّم</w:t>
      </w:r>
      <w:r>
        <w:rPr>
          <w:rtl/>
          <w:lang w:bidi="fa-IR"/>
        </w:rPr>
        <w:t>)</w:t>
      </w:r>
      <w:r w:rsidRPr="00CA52B4">
        <w:rPr>
          <w:rtl/>
          <w:lang w:bidi="fa-IR"/>
        </w:rPr>
        <w:t xml:space="preserve"> ولم</w:t>
      </w:r>
    </w:p>
    <w:p w:rsidR="00843DF1" w:rsidRPr="00CA52B4" w:rsidRDefault="00843DF1" w:rsidP="00B10281">
      <w:pPr>
        <w:pStyle w:val="libNormal0"/>
        <w:rPr>
          <w:rtl/>
          <w:lang w:bidi="fa-IR"/>
        </w:rPr>
      </w:pPr>
      <w:r>
        <w:rPr>
          <w:rtl/>
          <w:lang w:bidi="fa-IR"/>
        </w:rPr>
        <w:br w:type="page"/>
      </w:r>
      <w:r w:rsidRPr="00CA52B4">
        <w:rPr>
          <w:rtl/>
          <w:lang w:bidi="fa-IR"/>
        </w:rPr>
        <w:lastRenderedPageBreak/>
        <w:t>يره. وكان ابن سيرين من أروى الناس عنه.</w:t>
      </w:r>
    </w:p>
    <w:p w:rsidR="00843DF1" w:rsidRPr="00CA52B4" w:rsidRDefault="00843DF1" w:rsidP="00B10281">
      <w:pPr>
        <w:pStyle w:val="libVar"/>
        <w:rPr>
          <w:rtl/>
          <w:lang w:bidi="fa-IR"/>
        </w:rPr>
      </w:pPr>
      <w:r w:rsidRPr="00CA52B4">
        <w:rPr>
          <w:rtl/>
          <w:lang w:bidi="fa-IR"/>
        </w:rPr>
        <w:t>إتقان المقال / 87. الاستيعاب 2 / 444. أسد الغابة 3 / 358. الإصابة 3 / 102.</w:t>
      </w:r>
      <w:r>
        <w:rPr>
          <w:rFonts w:hint="cs"/>
          <w:rtl/>
          <w:lang w:bidi="fa-IR"/>
        </w:rPr>
        <w:t xml:space="preserve"> </w:t>
      </w:r>
      <w:r w:rsidRPr="00CA52B4">
        <w:rPr>
          <w:rtl/>
          <w:lang w:bidi="fa-IR"/>
        </w:rPr>
        <w:t>الأنساب / 602. الأعلام 4 / 357. البداية والنهاية 8 / 328. تاريخ بغداد 11 / 117.</w:t>
      </w:r>
      <w:r>
        <w:rPr>
          <w:rFonts w:hint="cs"/>
          <w:rtl/>
          <w:lang w:bidi="fa-IR"/>
        </w:rPr>
        <w:t xml:space="preserve"> </w:t>
      </w:r>
      <w:r w:rsidRPr="00CA52B4">
        <w:rPr>
          <w:rtl/>
          <w:lang w:bidi="fa-IR"/>
        </w:rPr>
        <w:t>تقريب التهذيب 1 / 547. تنقيح المقال 2 / 242. تهذيب التهذيب 7 / 84. تذكرة الحفاظ 1 / 47. تاريخ جرجان / 35. جامع الرواة 1 / 531. الجرح والتعديل 6 / 91.</w:t>
      </w:r>
      <w:r>
        <w:rPr>
          <w:rFonts w:hint="cs"/>
          <w:rtl/>
          <w:lang w:bidi="fa-IR"/>
        </w:rPr>
        <w:t xml:space="preserve"> </w:t>
      </w:r>
      <w:r w:rsidRPr="00CA52B4">
        <w:rPr>
          <w:rtl/>
          <w:lang w:bidi="fa-IR"/>
        </w:rPr>
        <w:t xml:space="preserve">خلاصة الأقوال / 192. رجال ابن داود / 132. رجال الطوسي / 47. رجال البرقي / 4. شذرات الذهب 1 / 78. ابن أبي الحديد 3 / 186 </w:t>
      </w:r>
      <w:r>
        <w:rPr>
          <w:rtl/>
          <w:lang w:bidi="fa-IR"/>
        </w:rPr>
        <w:t>و 4</w:t>
      </w:r>
      <w:r w:rsidRPr="00CA52B4">
        <w:rPr>
          <w:rtl/>
          <w:lang w:bidi="fa-IR"/>
        </w:rPr>
        <w:t xml:space="preserve"> / 16 </w:t>
      </w:r>
      <w:r>
        <w:rPr>
          <w:rtl/>
          <w:lang w:bidi="fa-IR"/>
        </w:rPr>
        <w:t>و 7</w:t>
      </w:r>
      <w:r w:rsidRPr="00CA52B4">
        <w:rPr>
          <w:rtl/>
          <w:lang w:bidi="fa-IR"/>
        </w:rPr>
        <w:t xml:space="preserve"> / 73 </w:t>
      </w:r>
      <w:r>
        <w:rPr>
          <w:rtl/>
          <w:lang w:bidi="fa-IR"/>
        </w:rPr>
        <w:t>و 2</w:t>
      </w:r>
      <w:r w:rsidRPr="00CA52B4">
        <w:rPr>
          <w:rtl/>
          <w:lang w:bidi="fa-IR"/>
        </w:rPr>
        <w:t>0 / 226. الطبقات الكبرى 6 / 168. طبقات الحفاظ / 14. طبقات القراء 1 / 498.</w:t>
      </w:r>
      <w:r>
        <w:rPr>
          <w:rFonts w:hint="cs"/>
          <w:rtl/>
          <w:lang w:bidi="fa-IR"/>
        </w:rPr>
        <w:t xml:space="preserve"> </w:t>
      </w:r>
      <w:r w:rsidRPr="00CA52B4">
        <w:rPr>
          <w:rtl/>
          <w:lang w:bidi="fa-IR"/>
        </w:rPr>
        <w:t xml:space="preserve">العقد الفريد 8 / 59. العبر 1 / 79. الغدير 9 / 367. قاموس الرجال 6 / 235. الكامل في التأريخ 4 / 347. اللباب 2 / 127. مرآة الجنان 1 / 148. المعارف / 188. معجم رجال الحديث 11 / 94. منتهى المقال / 204. النجوم الزاهرة 1 / 189. النهاية في غريب الحديث 2 / 56 ، 64 ، 245 </w:t>
      </w:r>
      <w:r>
        <w:rPr>
          <w:rtl/>
          <w:lang w:bidi="fa-IR"/>
        </w:rPr>
        <w:t>و 3</w:t>
      </w:r>
      <w:r w:rsidRPr="00CA52B4">
        <w:rPr>
          <w:rtl/>
          <w:lang w:bidi="fa-IR"/>
        </w:rPr>
        <w:t xml:space="preserve"> / 119 ، 163 </w:t>
      </w:r>
      <w:r>
        <w:rPr>
          <w:rtl/>
          <w:lang w:bidi="fa-IR"/>
        </w:rPr>
        <w:t>و 4</w:t>
      </w:r>
      <w:r w:rsidRPr="00CA52B4">
        <w:rPr>
          <w:rtl/>
          <w:lang w:bidi="fa-IR"/>
        </w:rPr>
        <w:t xml:space="preserve"> / 358. وقعة صفّين / 115 ، 118. وفيات الأعيان 4 / 182. هدى الساري / 214.</w:t>
      </w:r>
    </w:p>
    <w:p w:rsidR="00843DF1" w:rsidRPr="00CA52B4" w:rsidRDefault="00843DF1" w:rsidP="00EB70B9">
      <w:pPr>
        <w:pStyle w:val="libBold1"/>
        <w:rPr>
          <w:rtl/>
          <w:lang w:bidi="fa-IR"/>
        </w:rPr>
      </w:pPr>
      <w:r w:rsidRPr="00CA52B4">
        <w:rPr>
          <w:rtl/>
        </w:rPr>
        <w:t>758</w:t>
      </w:r>
      <w:r>
        <w:rPr>
          <w:rtl/>
        </w:rPr>
        <w:t xml:space="preserve"> ـ </w:t>
      </w:r>
      <w:r w:rsidRPr="00CA52B4">
        <w:rPr>
          <w:rtl/>
        </w:rPr>
        <w:t>عبيد الله بن الحر بن عمرو بن خالد بن المجمع بن مالك بن كعب بن سعد بن عوف بن خزيمة الجعفي الكوفي المتوفى 68 ه‍</w:t>
      </w:r>
      <w:r>
        <w:rPr>
          <w:rtl/>
        </w:rPr>
        <w:t>.</w:t>
      </w:r>
    </w:p>
    <w:p w:rsidR="00843DF1" w:rsidRPr="00CA52B4" w:rsidRDefault="00843DF1" w:rsidP="00347E77">
      <w:pPr>
        <w:pStyle w:val="libNormal"/>
        <w:rPr>
          <w:rtl/>
          <w:lang w:bidi="fa-IR"/>
        </w:rPr>
      </w:pPr>
      <w:r w:rsidRPr="00CA52B4">
        <w:rPr>
          <w:rtl/>
          <w:lang w:bidi="fa-IR"/>
        </w:rPr>
        <w:t xml:space="preserve">محدّث. روى عنه سليمان بن يسار ، وعمرو بن حبيب. اعتزل عليا </w:t>
      </w:r>
      <w:r>
        <w:rPr>
          <w:rtl/>
          <w:lang w:bidi="fa-IR"/>
        </w:rPr>
        <w:t>(</w:t>
      </w:r>
      <w:r w:rsidRPr="00CA52B4">
        <w:rPr>
          <w:rtl/>
          <w:lang w:bidi="fa-IR"/>
        </w:rPr>
        <w:t>عليه السلام</w:t>
      </w:r>
      <w:r>
        <w:rPr>
          <w:rtl/>
          <w:lang w:bidi="fa-IR"/>
        </w:rPr>
        <w:t>)</w:t>
      </w:r>
      <w:r w:rsidRPr="00CA52B4">
        <w:rPr>
          <w:rtl/>
          <w:lang w:bidi="fa-IR"/>
        </w:rPr>
        <w:t xml:space="preserve"> ، ثم خرج على عبيد الله بن زياد ، بعد قتل الإمام السبط الحسين </w:t>
      </w:r>
      <w:r>
        <w:rPr>
          <w:rtl/>
          <w:lang w:bidi="fa-IR"/>
        </w:rPr>
        <w:t>(</w:t>
      </w:r>
      <w:r w:rsidRPr="00CA52B4">
        <w:rPr>
          <w:rtl/>
          <w:lang w:bidi="fa-IR"/>
        </w:rPr>
        <w:t>عليه السلام</w:t>
      </w:r>
      <w:r>
        <w:rPr>
          <w:rtl/>
          <w:lang w:bidi="fa-IR"/>
        </w:rPr>
        <w:t>).</w:t>
      </w:r>
      <w:r w:rsidRPr="00CA52B4">
        <w:rPr>
          <w:rtl/>
          <w:lang w:bidi="fa-IR"/>
        </w:rPr>
        <w:t xml:space="preserve"> سكن الكوفة وحدّث بها ، وقد قال لمعاوية : إنّ عليا على الحق وأنت على الباطل. وقد ترك الكوفة عند سماعه توجه الحسين </w:t>
      </w:r>
      <w:r>
        <w:rPr>
          <w:rtl/>
          <w:lang w:bidi="fa-IR"/>
        </w:rPr>
        <w:t>(</w:t>
      </w:r>
      <w:r w:rsidRPr="00CA52B4">
        <w:rPr>
          <w:rtl/>
          <w:lang w:bidi="fa-IR"/>
        </w:rPr>
        <w:t>عليه السلام</w:t>
      </w:r>
      <w:r>
        <w:rPr>
          <w:rtl/>
          <w:lang w:bidi="fa-IR"/>
        </w:rPr>
        <w:t>)</w:t>
      </w:r>
      <w:r w:rsidRPr="00CA52B4">
        <w:rPr>
          <w:rtl/>
          <w:lang w:bidi="fa-IR"/>
        </w:rPr>
        <w:t xml:space="preserve"> إليها خوفا من الشراكة في دمه أو سماع داعيته ، ثم حزن وتأسف على تركه لنصرة الحسين </w:t>
      </w:r>
      <w:r>
        <w:rPr>
          <w:rtl/>
          <w:lang w:bidi="fa-IR"/>
        </w:rPr>
        <w:t>(</w:t>
      </w:r>
      <w:r w:rsidRPr="00CA52B4">
        <w:rPr>
          <w:rtl/>
          <w:lang w:bidi="fa-IR"/>
        </w:rPr>
        <w:t>عليه السلام</w:t>
      </w:r>
      <w:r>
        <w:rPr>
          <w:rtl/>
          <w:lang w:bidi="fa-IR"/>
        </w:rPr>
        <w:t>)</w:t>
      </w:r>
      <w:r w:rsidRPr="00CA52B4">
        <w:rPr>
          <w:rtl/>
          <w:lang w:bidi="fa-IR"/>
        </w:rPr>
        <w:t xml:space="preserve"> ثم ثار مع المختار.</w:t>
      </w:r>
    </w:p>
    <w:p w:rsidR="00843DF1" w:rsidRPr="00CA52B4" w:rsidRDefault="00843DF1" w:rsidP="00B10281">
      <w:pPr>
        <w:pStyle w:val="libVar"/>
        <w:rPr>
          <w:rtl/>
          <w:lang w:bidi="fa-IR"/>
        </w:rPr>
      </w:pPr>
      <w:r w:rsidRPr="00CA52B4">
        <w:rPr>
          <w:rtl/>
          <w:lang w:bidi="fa-IR"/>
        </w:rPr>
        <w:t>الأعلام 4 / 346. تنقيح المقال 2 / 238. تاريخ الطبري 7 / 168. الجرح والتعديل 5 / 311. خزانة الأدب 1 / 296</w:t>
      </w:r>
      <w:r>
        <w:rPr>
          <w:rtl/>
          <w:lang w:bidi="fa-IR"/>
        </w:rPr>
        <w:t xml:space="preserve"> ـ </w:t>
      </w:r>
      <w:r w:rsidRPr="00CA52B4">
        <w:rPr>
          <w:rtl/>
          <w:lang w:bidi="fa-IR"/>
        </w:rPr>
        <w:t>299. شرح ابن أبي الحديد 4 / 163. قاموس الرجال 6 / 211. الكامل في التأريخ 4 / 287</w:t>
      </w:r>
      <w:r>
        <w:rPr>
          <w:rtl/>
          <w:lang w:bidi="fa-IR"/>
        </w:rPr>
        <w:t xml:space="preserve"> ـ </w:t>
      </w:r>
      <w:r w:rsidRPr="00CA52B4">
        <w:rPr>
          <w:rtl/>
          <w:lang w:bidi="fa-IR"/>
        </w:rPr>
        <w:t>295. اللباب 3 / 168. مجمع الرجال 4 / 121. معجم رجال الحديث 11 / 67. نقد الرجال / 216.</w:t>
      </w:r>
    </w:p>
    <w:p w:rsidR="00843DF1" w:rsidRPr="00CA52B4" w:rsidRDefault="00843DF1" w:rsidP="00EB70B9">
      <w:pPr>
        <w:pStyle w:val="libBold1"/>
        <w:rPr>
          <w:rtl/>
          <w:lang w:bidi="fa-IR"/>
        </w:rPr>
      </w:pPr>
      <w:r w:rsidRPr="00CA52B4">
        <w:rPr>
          <w:rtl/>
        </w:rPr>
        <w:t>759</w:t>
      </w:r>
      <w:r>
        <w:rPr>
          <w:rtl/>
        </w:rPr>
        <w:t xml:space="preserve"> ـ </w:t>
      </w:r>
      <w:r w:rsidRPr="00CA52B4">
        <w:rPr>
          <w:rtl/>
        </w:rPr>
        <w:t>عبيد الله</w:t>
      </w:r>
      <w:r>
        <w:rPr>
          <w:rtl/>
        </w:rPr>
        <w:t xml:space="preserve"> ..</w:t>
      </w:r>
      <w:r w:rsidRPr="00CA52B4">
        <w:rPr>
          <w:rtl/>
        </w:rPr>
        <w:t>.</w:t>
      </w:r>
    </w:p>
    <w:p w:rsidR="00843DF1" w:rsidRPr="00CA52B4" w:rsidRDefault="00843DF1" w:rsidP="00EB70B9">
      <w:pPr>
        <w:pStyle w:val="libBold1"/>
        <w:rPr>
          <w:rtl/>
          <w:lang w:bidi="fa-IR"/>
        </w:rPr>
      </w:pPr>
      <w:r w:rsidRPr="00CA52B4">
        <w:rPr>
          <w:rtl/>
        </w:rPr>
        <w:t>760</w:t>
      </w:r>
      <w:r>
        <w:rPr>
          <w:rtl/>
        </w:rPr>
        <w:t xml:space="preserve"> ـ </w:t>
      </w:r>
      <w:r w:rsidRPr="00CA52B4">
        <w:rPr>
          <w:rtl/>
        </w:rPr>
        <w:t>عتبة</w:t>
      </w:r>
      <w:r>
        <w:rPr>
          <w:rtl/>
        </w:rPr>
        <w:t xml:space="preserve"> ..</w:t>
      </w:r>
      <w:r w:rsidRPr="00CA52B4">
        <w:rPr>
          <w:rtl/>
        </w:rPr>
        <w:t>.</w:t>
      </w:r>
    </w:p>
    <w:p w:rsidR="00843DF1" w:rsidRPr="00CA52B4" w:rsidRDefault="00843DF1" w:rsidP="00EB70B9">
      <w:pPr>
        <w:pStyle w:val="libBold1"/>
        <w:rPr>
          <w:rtl/>
          <w:lang w:bidi="fa-IR"/>
        </w:rPr>
      </w:pPr>
      <w:r>
        <w:rPr>
          <w:rtl/>
          <w:lang w:bidi="fa-IR"/>
        </w:rPr>
        <w:br w:type="page"/>
      </w:r>
      <w:r w:rsidRPr="00CA52B4">
        <w:rPr>
          <w:rtl/>
        </w:rPr>
        <w:lastRenderedPageBreak/>
        <w:t>761</w:t>
      </w:r>
      <w:r>
        <w:rPr>
          <w:rtl/>
        </w:rPr>
        <w:t xml:space="preserve"> ـ </w:t>
      </w:r>
      <w:r w:rsidRPr="00CA52B4">
        <w:rPr>
          <w:rtl/>
        </w:rPr>
        <w:t>عوف</w:t>
      </w:r>
      <w:r>
        <w:rPr>
          <w:rtl/>
        </w:rPr>
        <w:t xml:space="preserve"> ..</w:t>
      </w:r>
      <w:r w:rsidRPr="00CA52B4">
        <w:rPr>
          <w:rtl/>
        </w:rPr>
        <w:t>.</w:t>
      </w:r>
    </w:p>
    <w:p w:rsidR="00843DF1" w:rsidRPr="00CA52B4" w:rsidRDefault="00843DF1" w:rsidP="00EB70B9">
      <w:pPr>
        <w:pStyle w:val="libBold1"/>
        <w:rPr>
          <w:rtl/>
          <w:lang w:bidi="fa-IR"/>
        </w:rPr>
      </w:pPr>
      <w:r w:rsidRPr="00CA52B4">
        <w:rPr>
          <w:rtl/>
        </w:rPr>
        <w:t>762</w:t>
      </w:r>
      <w:r>
        <w:rPr>
          <w:rtl/>
        </w:rPr>
        <w:t xml:space="preserve"> ـ </w:t>
      </w:r>
      <w:r w:rsidRPr="00CA52B4">
        <w:rPr>
          <w:rtl/>
        </w:rPr>
        <w:t>مالك أبناء جويرية الأزدي المقتولون في 37 ه‍</w:t>
      </w:r>
      <w:r>
        <w:rPr>
          <w:rtl/>
        </w:rPr>
        <w:t>.</w:t>
      </w:r>
    </w:p>
    <w:p w:rsidR="00843DF1" w:rsidRPr="00CA52B4" w:rsidRDefault="00843DF1" w:rsidP="00347E77">
      <w:pPr>
        <w:pStyle w:val="libNormal"/>
        <w:rPr>
          <w:rtl/>
          <w:lang w:bidi="fa-IR"/>
        </w:rPr>
      </w:pPr>
      <w:r w:rsidRPr="00CA52B4">
        <w:rPr>
          <w:rtl/>
          <w:lang w:bidi="fa-IR"/>
        </w:rPr>
        <w:t>فوارس من شجعان الأزد ، اشتركوا في حرب صفّين ، وقاتلوا أهل الشام. جاء أنّ عتبة بن جويرية ، قام وقال يوم صفّين : «ألا إنّ مرعى الدنيا قد أصبح هشيما ، وأصبح زرعها حصيدا ، وجديدها سملا وحلوها مرّ المذاق. ألا وإنّي أنبئكم نبأ امرئ صادق ، أنّي سئمت الدنيا ، وهزفت نفسي عنها. وقد كنت أتمنّى الشهادة ، وأتعرض لها في كل حين ، فأبى الله إلا أن يبلغني هذا اليوم. ألا وإنّي متعرض ساعتي هذه لها وقد طمعت ألا احرمها. فما تنتظرون عباد الله من جهاد أعداء الله</w:t>
      </w:r>
      <w:r>
        <w:rPr>
          <w:rtl/>
          <w:lang w:bidi="fa-IR"/>
        </w:rPr>
        <w:t>؟</w:t>
      </w:r>
      <w:r w:rsidRPr="00CA52B4">
        <w:rPr>
          <w:rtl/>
          <w:lang w:bidi="fa-IR"/>
        </w:rPr>
        <w:t xml:space="preserve"> أخوف الموت القادم عليكم ، الذاهب بأنفسكم لا محالة ، أو من ضربة كف أو جبين بالسيف</w:t>
      </w:r>
      <w:r>
        <w:rPr>
          <w:rtl/>
          <w:lang w:bidi="fa-IR"/>
        </w:rPr>
        <w:t>؟</w:t>
      </w:r>
      <w:r>
        <w:rPr>
          <w:rFonts w:hint="cs"/>
          <w:rtl/>
          <w:lang w:bidi="fa-IR"/>
        </w:rPr>
        <w:t xml:space="preserve"> </w:t>
      </w:r>
      <w:r>
        <w:rPr>
          <w:rtl/>
          <w:lang w:bidi="fa-IR"/>
        </w:rPr>
        <w:t>أ</w:t>
      </w:r>
      <w:r w:rsidRPr="00CA52B4">
        <w:rPr>
          <w:rtl/>
          <w:lang w:bidi="fa-IR"/>
        </w:rPr>
        <w:t>تستبدلون الدنيا بالنظر إلى وجه الله عزّ وجلّ ، أو مرافقة النبيين ، والصديقين ، والشهداء ، والصالحين ، في دار القرار. ما هذا بالرأي السديد</w:t>
      </w:r>
      <w:r>
        <w:rPr>
          <w:rtl/>
          <w:lang w:bidi="fa-IR"/>
        </w:rPr>
        <w:t xml:space="preserve"> ـ.</w:t>
      </w:r>
    </w:p>
    <w:p w:rsidR="00843DF1" w:rsidRPr="00CA52B4" w:rsidRDefault="00843DF1" w:rsidP="00347E77">
      <w:pPr>
        <w:pStyle w:val="libNormal"/>
        <w:rPr>
          <w:rtl/>
          <w:lang w:bidi="fa-IR"/>
        </w:rPr>
      </w:pPr>
      <w:r w:rsidRPr="00CA52B4">
        <w:rPr>
          <w:rtl/>
          <w:lang w:bidi="fa-IR"/>
        </w:rPr>
        <w:t>ثم قال : يا إخوتاه إنّي قد بعت هذه الدار بالدار التي أمامها. وهذا وجهي إليه لا يبرح الله وجوهكم ولا يقطع الله أرحامكم.</w:t>
      </w:r>
    </w:p>
    <w:p w:rsidR="00843DF1" w:rsidRPr="00CA52B4" w:rsidRDefault="00843DF1" w:rsidP="00347E77">
      <w:pPr>
        <w:pStyle w:val="libNormal"/>
        <w:rPr>
          <w:rtl/>
          <w:lang w:bidi="fa-IR"/>
        </w:rPr>
      </w:pPr>
      <w:r w:rsidRPr="00CA52B4">
        <w:rPr>
          <w:rtl/>
          <w:lang w:bidi="fa-IR"/>
        </w:rPr>
        <w:t>فتبعه إخوته ، عبيد الله ، وعوف ، ومالك ، وقالوا : لا نطلب رزق الدنيا بعدك ، قبح الله العيش بعدك. اللهم إنا نحتسب أنفسنا عندك</w:t>
      </w:r>
      <w:r>
        <w:rPr>
          <w:rtl/>
          <w:lang w:bidi="fa-IR"/>
        </w:rPr>
        <w:t xml:space="preserve"> ـ </w:t>
      </w:r>
      <w:r w:rsidRPr="00CA52B4">
        <w:rPr>
          <w:rtl/>
          <w:lang w:bidi="fa-IR"/>
        </w:rPr>
        <w:t>فاستقدموا جميعا فقاتلوا حتّى قتلوا</w:t>
      </w:r>
      <w:r>
        <w:rPr>
          <w:rtl/>
          <w:lang w:bidi="fa-IR"/>
        </w:rPr>
        <w:t xml:space="preserve"> ـ ..</w:t>
      </w:r>
    </w:p>
    <w:p w:rsidR="00843DF1" w:rsidRPr="00CA52B4" w:rsidRDefault="00843DF1" w:rsidP="00B10281">
      <w:pPr>
        <w:pStyle w:val="libVar"/>
        <w:rPr>
          <w:rtl/>
          <w:lang w:bidi="fa-IR"/>
        </w:rPr>
      </w:pPr>
      <w:r w:rsidRPr="00CA52B4">
        <w:rPr>
          <w:rtl/>
          <w:lang w:bidi="fa-IR"/>
        </w:rPr>
        <w:t>تاريخ الطبري 6 / 15. شرح ابن أبي الحديد 5 / 210. وقعة صفّين / 263</w:t>
      </w:r>
      <w:r>
        <w:rPr>
          <w:rtl/>
          <w:lang w:bidi="fa-IR"/>
        </w:rPr>
        <w:t xml:space="preserve"> ـ </w:t>
      </w:r>
      <w:r w:rsidRPr="00CA52B4">
        <w:rPr>
          <w:rtl/>
          <w:lang w:bidi="fa-IR"/>
        </w:rPr>
        <w:t>264.</w:t>
      </w:r>
    </w:p>
    <w:p w:rsidR="00843DF1" w:rsidRPr="00CA52B4" w:rsidRDefault="00843DF1" w:rsidP="00EB70B9">
      <w:pPr>
        <w:pStyle w:val="libBold1"/>
        <w:rPr>
          <w:rtl/>
          <w:lang w:bidi="fa-IR"/>
        </w:rPr>
      </w:pPr>
      <w:r w:rsidRPr="00CA52B4">
        <w:rPr>
          <w:rtl/>
        </w:rPr>
        <w:t>763</w:t>
      </w:r>
      <w:r>
        <w:rPr>
          <w:rtl/>
        </w:rPr>
        <w:t xml:space="preserve"> ـ </w:t>
      </w:r>
      <w:r w:rsidRPr="00CA52B4">
        <w:rPr>
          <w:rtl/>
        </w:rPr>
        <w:t xml:space="preserve">عبيد الله </w:t>
      </w:r>
      <w:r>
        <w:rPr>
          <w:rtl/>
        </w:rPr>
        <w:t>(</w:t>
      </w:r>
      <w:r w:rsidRPr="00CA52B4">
        <w:rPr>
          <w:rtl/>
        </w:rPr>
        <w:t>أبو الغريف</w:t>
      </w:r>
      <w:r>
        <w:rPr>
          <w:rtl/>
        </w:rPr>
        <w:t>)</w:t>
      </w:r>
      <w:r w:rsidRPr="00CA52B4">
        <w:rPr>
          <w:rtl/>
        </w:rPr>
        <w:t xml:space="preserve"> ابن خليفة الهمداني المرادي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على شرطة أمير المؤمنين </w:t>
      </w:r>
      <w:r>
        <w:rPr>
          <w:rtl/>
          <w:lang w:bidi="fa-IR"/>
        </w:rPr>
        <w:t>(</w:t>
      </w:r>
      <w:r w:rsidRPr="00CA52B4">
        <w:rPr>
          <w:rtl/>
          <w:lang w:bidi="fa-IR"/>
        </w:rPr>
        <w:t>عليه السلام</w:t>
      </w:r>
      <w:r>
        <w:rPr>
          <w:rtl/>
          <w:lang w:bidi="fa-IR"/>
        </w:rPr>
        <w:t>).</w:t>
      </w:r>
      <w:r w:rsidRPr="00CA52B4">
        <w:rPr>
          <w:rtl/>
          <w:lang w:bidi="fa-IR"/>
        </w:rPr>
        <w:t xml:space="preserve"> قليل الحديث كوفي.</w:t>
      </w:r>
      <w:r>
        <w:rPr>
          <w:rFonts w:hint="cs"/>
          <w:rtl/>
          <w:lang w:bidi="fa-IR"/>
        </w:rPr>
        <w:t xml:space="preserve"> </w:t>
      </w:r>
      <w:r w:rsidRPr="00CA52B4">
        <w:rPr>
          <w:rtl/>
          <w:lang w:bidi="fa-IR"/>
        </w:rPr>
        <w:t xml:space="preserve">انضم بعد وفاته </w:t>
      </w:r>
      <w:r>
        <w:rPr>
          <w:rtl/>
          <w:lang w:bidi="fa-IR"/>
        </w:rPr>
        <w:t>(</w:t>
      </w:r>
      <w:r w:rsidRPr="00CA52B4">
        <w:rPr>
          <w:rtl/>
          <w:lang w:bidi="fa-IR"/>
        </w:rPr>
        <w:t>عليه السلام</w:t>
      </w:r>
      <w:r>
        <w:rPr>
          <w:rtl/>
          <w:lang w:bidi="fa-IR"/>
        </w:rPr>
        <w:t>)</w:t>
      </w:r>
      <w:r w:rsidRPr="00CA52B4">
        <w:rPr>
          <w:rtl/>
          <w:lang w:bidi="fa-IR"/>
        </w:rPr>
        <w:t xml:space="preserve"> إلى الإمام الحسن </w:t>
      </w:r>
      <w:r>
        <w:rPr>
          <w:rtl/>
          <w:lang w:bidi="fa-IR"/>
        </w:rPr>
        <w:t>(</w:t>
      </w:r>
      <w:r w:rsidRPr="00CA52B4">
        <w:rPr>
          <w:rtl/>
          <w:lang w:bidi="fa-IR"/>
        </w:rPr>
        <w:t>عليه السلام</w:t>
      </w:r>
      <w:r>
        <w:rPr>
          <w:rtl/>
          <w:lang w:bidi="fa-IR"/>
        </w:rPr>
        <w:t>)</w:t>
      </w:r>
      <w:r w:rsidRPr="00CA52B4">
        <w:rPr>
          <w:rtl/>
          <w:lang w:bidi="fa-IR"/>
        </w:rPr>
        <w:t xml:space="preserve"> ، وروى عنه خلق. قال : كنا في مقدمة الحسن بن عليّ ، اثني عشر ألفا بمسكن مستميتين ، تقطر أسيافنا من الجد على قتال أهل الشام ، وعلينا أبو</w:t>
      </w:r>
    </w:p>
    <w:p w:rsidR="00843DF1" w:rsidRPr="00CA52B4" w:rsidRDefault="00843DF1" w:rsidP="00B10281">
      <w:pPr>
        <w:pStyle w:val="libNormal0"/>
        <w:rPr>
          <w:rtl/>
          <w:lang w:bidi="fa-IR"/>
        </w:rPr>
      </w:pPr>
      <w:r>
        <w:rPr>
          <w:rtl/>
          <w:lang w:bidi="fa-IR"/>
        </w:rPr>
        <w:br w:type="page"/>
      </w:r>
      <w:r w:rsidRPr="00CA52B4">
        <w:rPr>
          <w:rtl/>
          <w:lang w:bidi="fa-IR"/>
        </w:rPr>
        <w:lastRenderedPageBreak/>
        <w:t>العمرطي ، فلما جاءنا صلح الحسن بن عليّ ، كأنّما كسرت ظهورنا من الغيظ ، فلما قدم الحسن بن عليّ الكوفة ، قال له رجال منا ، يقال له أبو عامر سفيان بن ليلى ، وقال ابن الفضل : سفيان بن الليل : السلام عليك يا مذل المؤمنين. قال فقال : لا تقل ذاك يا أبا عامر ، لست بمذل المؤمنين ، ولكنّي كرهت أن أقتلهم على الملك.</w:t>
      </w:r>
    </w:p>
    <w:p w:rsidR="00843DF1" w:rsidRPr="00CA52B4" w:rsidRDefault="00843DF1" w:rsidP="00347E77">
      <w:pPr>
        <w:pStyle w:val="libNormal"/>
        <w:rPr>
          <w:rtl/>
          <w:lang w:bidi="fa-IR"/>
        </w:rPr>
      </w:pPr>
      <w:r w:rsidRPr="00CA52B4">
        <w:rPr>
          <w:rtl/>
          <w:lang w:bidi="fa-IR"/>
        </w:rPr>
        <w:t>ذكره ابن حبان في الثقات. وله أحاديث في الصحاح ، وليس بمشهور كغيره من الرواة.</w:t>
      </w:r>
    </w:p>
    <w:p w:rsidR="00843DF1" w:rsidRPr="00CA52B4" w:rsidRDefault="00843DF1" w:rsidP="00B10281">
      <w:pPr>
        <w:pStyle w:val="libVar"/>
        <w:rPr>
          <w:rtl/>
          <w:lang w:bidi="fa-IR"/>
        </w:rPr>
      </w:pPr>
      <w:r w:rsidRPr="00CA52B4">
        <w:rPr>
          <w:rtl/>
          <w:lang w:bidi="fa-IR"/>
        </w:rPr>
        <w:t>تاريخ بغداد 10 / 305. تقريب التهذيب 1 / 532. تهذيب التهذيب 7 / 10. الجرح والتعديل 5 / 313. الطبقات الكبرى 6 / 240. قاموس الرجال 6 / 213. ميزان الاعتدال 3 / 5.</w:t>
      </w:r>
    </w:p>
    <w:p w:rsidR="00843DF1" w:rsidRPr="00CA52B4" w:rsidRDefault="00843DF1" w:rsidP="00EB70B9">
      <w:pPr>
        <w:pStyle w:val="libBold1"/>
        <w:rPr>
          <w:rtl/>
          <w:lang w:bidi="fa-IR"/>
        </w:rPr>
      </w:pPr>
      <w:r w:rsidRPr="00CA52B4">
        <w:rPr>
          <w:rtl/>
        </w:rPr>
        <w:t>764</w:t>
      </w:r>
      <w:r>
        <w:rPr>
          <w:rtl/>
        </w:rPr>
        <w:t xml:space="preserve"> ـ </w:t>
      </w:r>
      <w:r w:rsidRPr="00CA52B4">
        <w:rPr>
          <w:rtl/>
        </w:rPr>
        <w:t>عبيد الله بن أبي رافع إبراهيم</w:t>
      </w:r>
      <w:r>
        <w:rPr>
          <w:rtl/>
        </w:rPr>
        <w:t xml:space="preserve"> ..</w:t>
      </w:r>
      <w:r w:rsidRPr="00CA52B4">
        <w:rPr>
          <w:rtl/>
        </w:rPr>
        <w:t>.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خيار الشيعة ، شهد مع أمير المؤمنين </w:t>
      </w:r>
      <w:r>
        <w:rPr>
          <w:rtl/>
          <w:lang w:bidi="fa-IR"/>
        </w:rPr>
        <w:t>(</w:t>
      </w:r>
      <w:r w:rsidRPr="00CA52B4">
        <w:rPr>
          <w:rtl/>
          <w:lang w:bidi="fa-IR"/>
        </w:rPr>
        <w:t>عليه السلام</w:t>
      </w:r>
      <w:r>
        <w:rPr>
          <w:rtl/>
          <w:lang w:bidi="fa-IR"/>
        </w:rPr>
        <w:t>)</w:t>
      </w:r>
      <w:r w:rsidRPr="00CA52B4">
        <w:rPr>
          <w:rtl/>
          <w:lang w:bidi="fa-IR"/>
        </w:rPr>
        <w:t xml:space="preserve"> حروبه ، وأصبح صاحب بيت ماله في الكوفة ، وكان مولى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وبعد وفاته صار كاتبا لعليّ بن أبي طالب </w:t>
      </w:r>
      <w:r>
        <w:rPr>
          <w:rtl/>
          <w:lang w:bidi="fa-IR"/>
        </w:rPr>
        <w:t>(</w:t>
      </w:r>
      <w:r w:rsidRPr="00CA52B4">
        <w:rPr>
          <w:rtl/>
          <w:lang w:bidi="fa-IR"/>
        </w:rPr>
        <w:t>عليه السلام</w:t>
      </w:r>
      <w:r>
        <w:rPr>
          <w:rtl/>
          <w:lang w:bidi="fa-IR"/>
        </w:rPr>
        <w:t>)</w:t>
      </w:r>
      <w:r w:rsidRPr="00CA52B4">
        <w:rPr>
          <w:rtl/>
          <w:lang w:bidi="fa-IR"/>
        </w:rPr>
        <w:t xml:space="preserve"> وبقي كاتبا له في مدّة خلافته ، وانقطع إليه ، وهو أول من صنّف في علم المغازي والسّير في الإسلام ، وكان كثير الحديث. وله من التآليف : كتاب تسمية من شهد من الصحابة مع أمير المؤمنين </w:t>
      </w:r>
      <w:r>
        <w:rPr>
          <w:rtl/>
          <w:lang w:bidi="fa-IR"/>
        </w:rPr>
        <w:t>(</w:t>
      </w:r>
      <w:r w:rsidRPr="00CA52B4">
        <w:rPr>
          <w:rtl/>
          <w:lang w:bidi="fa-IR"/>
        </w:rPr>
        <w:t>عليه السلام</w:t>
      </w:r>
      <w:r>
        <w:rPr>
          <w:rtl/>
          <w:lang w:bidi="fa-IR"/>
        </w:rPr>
        <w:t>).</w:t>
      </w:r>
      <w:r w:rsidRPr="00CA52B4">
        <w:rPr>
          <w:rtl/>
          <w:lang w:bidi="fa-IR"/>
        </w:rPr>
        <w:t xml:space="preserve"> كتاب قضايا أمير المؤمنين </w:t>
      </w:r>
      <w:r>
        <w:rPr>
          <w:rtl/>
          <w:lang w:bidi="fa-IR"/>
        </w:rPr>
        <w:t>(</w:t>
      </w:r>
      <w:r w:rsidRPr="00CA52B4">
        <w:rPr>
          <w:rtl/>
          <w:lang w:bidi="fa-IR"/>
        </w:rPr>
        <w:t>عليه السلام</w:t>
      </w:r>
      <w:r>
        <w:rPr>
          <w:rtl/>
          <w:lang w:bidi="fa-IR"/>
        </w:rPr>
        <w:t>).</w:t>
      </w:r>
      <w:r w:rsidRPr="00CA52B4">
        <w:rPr>
          <w:rtl/>
          <w:lang w:bidi="fa-IR"/>
        </w:rPr>
        <w:t xml:space="preserve"> مات في الكوفة</w:t>
      </w:r>
      <w:r>
        <w:rPr>
          <w:rtl/>
          <w:lang w:bidi="fa-IR"/>
        </w:rPr>
        <w:t xml:space="preserve"> ..</w:t>
      </w:r>
      <w:r w:rsidRPr="00CA52B4">
        <w:rPr>
          <w:rtl/>
          <w:lang w:bidi="fa-IR"/>
        </w:rPr>
        <w:t xml:space="preserve">. وخلّف : إبراهيم ، عبد الله ، محمدا ، المعتمر ، وكان والده إبراهيم أيضا من كتّابه </w:t>
      </w:r>
      <w:r>
        <w:rPr>
          <w:rtl/>
          <w:lang w:bidi="fa-IR"/>
        </w:rPr>
        <w:t>(</w:t>
      </w:r>
      <w:r w:rsidRPr="00CA52B4">
        <w:rPr>
          <w:rtl/>
          <w:lang w:bidi="fa-IR"/>
        </w:rPr>
        <w:t>عليه السلام</w:t>
      </w:r>
      <w:r>
        <w:rPr>
          <w:rtl/>
          <w:lang w:bidi="fa-IR"/>
        </w:rPr>
        <w:t>).</w:t>
      </w:r>
      <w:r w:rsidRPr="00CA52B4">
        <w:rPr>
          <w:rtl/>
          <w:lang w:bidi="fa-IR"/>
        </w:rPr>
        <w:t xml:space="preserve"> ذكره ابن حبان في الثقات ، وقال ابن سعد : كان ثقة كثير الحديث. روى عنه الإمام عليّ بن الحسين </w:t>
      </w:r>
      <w:r>
        <w:rPr>
          <w:rtl/>
          <w:lang w:bidi="fa-IR"/>
        </w:rPr>
        <w:t>(</w:t>
      </w:r>
      <w:r w:rsidRPr="00CA52B4">
        <w:rPr>
          <w:rtl/>
          <w:lang w:bidi="fa-IR"/>
        </w:rPr>
        <w:t>عليه السلام</w:t>
      </w:r>
      <w:r>
        <w:rPr>
          <w:rtl/>
          <w:lang w:bidi="fa-IR"/>
        </w:rPr>
        <w:t>)</w:t>
      </w:r>
      <w:r w:rsidRPr="00CA52B4">
        <w:rPr>
          <w:rtl/>
          <w:lang w:bidi="fa-IR"/>
        </w:rPr>
        <w:t xml:space="preserve"> ، والحسن بن محمد الحنفية. والإمام محمد الباقر بن عليّ بن الحسين عليهم السلام.</w:t>
      </w:r>
    </w:p>
    <w:p w:rsidR="00843DF1" w:rsidRPr="00CA52B4" w:rsidRDefault="00843DF1" w:rsidP="00B10281">
      <w:pPr>
        <w:pStyle w:val="libVar"/>
        <w:rPr>
          <w:rtl/>
          <w:lang w:bidi="fa-IR"/>
        </w:rPr>
      </w:pPr>
      <w:r w:rsidRPr="00CA52B4">
        <w:rPr>
          <w:rtl/>
          <w:lang w:bidi="fa-IR"/>
        </w:rPr>
        <w:t>إتقان المقال / 5. أعلام النساء 2 / 254. أعلام نهج البلاغة / 34. أعيان الشيعة 22 / 88. بهجة الآمال 1 / 508. تأسيس الشيعة / 232. تاريخ بغداد 10 / 304. تحفة الأحباب / 202. تقريب التهذيب 1 / 532. تنقيح المقال 2 / 237. تهذيب التهذيب 7 / 10. تهذيب المقال 1 / 167. تاريخ جرجان / 462. جامع الرواة 1 / 527. الجرح</w:t>
      </w:r>
    </w:p>
    <w:p w:rsidR="00843DF1" w:rsidRPr="00CA52B4" w:rsidRDefault="00843DF1" w:rsidP="00B10281">
      <w:pPr>
        <w:pStyle w:val="libVar0"/>
        <w:rPr>
          <w:rtl/>
          <w:lang w:bidi="fa-IR"/>
        </w:rPr>
      </w:pPr>
      <w:r>
        <w:rPr>
          <w:rtl/>
          <w:lang w:bidi="fa-IR"/>
        </w:rPr>
        <w:br w:type="page"/>
      </w:r>
      <w:r w:rsidRPr="00CA52B4">
        <w:rPr>
          <w:rtl/>
          <w:lang w:bidi="fa-IR"/>
        </w:rPr>
        <w:lastRenderedPageBreak/>
        <w:t>والتعديل 5 / 307. الجمل أو النصرة في حرب البصرة / 211. خلاصة الأقوال / 112.</w:t>
      </w:r>
      <w:r>
        <w:rPr>
          <w:rFonts w:hint="cs"/>
          <w:rtl/>
          <w:lang w:bidi="fa-IR"/>
        </w:rPr>
        <w:t xml:space="preserve"> </w:t>
      </w:r>
      <w:r w:rsidRPr="00CA52B4">
        <w:rPr>
          <w:rtl/>
          <w:lang w:bidi="fa-IR"/>
        </w:rPr>
        <w:t xml:space="preserve">رجال ابن داود / 125. رجال الشيخ الطوسي / 47. رجال النجاشي / 3. رجال البرقي / 4. شرح ابن أبن أبي الحديد 7 / 37 </w:t>
      </w:r>
      <w:r>
        <w:rPr>
          <w:rtl/>
          <w:lang w:bidi="fa-IR"/>
        </w:rPr>
        <w:t>و 9</w:t>
      </w:r>
      <w:r w:rsidRPr="00CA52B4">
        <w:rPr>
          <w:rtl/>
          <w:lang w:bidi="fa-IR"/>
        </w:rPr>
        <w:t xml:space="preserve"> / 313 </w:t>
      </w:r>
      <w:r>
        <w:rPr>
          <w:rtl/>
          <w:lang w:bidi="fa-IR"/>
        </w:rPr>
        <w:t>و 1</w:t>
      </w:r>
      <w:r w:rsidRPr="00CA52B4">
        <w:rPr>
          <w:rtl/>
          <w:lang w:bidi="fa-IR"/>
        </w:rPr>
        <w:t xml:space="preserve">5 / 123 </w:t>
      </w:r>
      <w:r>
        <w:rPr>
          <w:rtl/>
          <w:lang w:bidi="fa-IR"/>
        </w:rPr>
        <w:t>و 1</w:t>
      </w:r>
      <w:r w:rsidRPr="00CA52B4">
        <w:rPr>
          <w:rtl/>
          <w:lang w:bidi="fa-IR"/>
        </w:rPr>
        <w:t xml:space="preserve">9 / 223. الشعر والشعراء / 650. الغدير 7 / 372. الغارات 1 / 116 ، 211 ، 225 </w:t>
      </w:r>
      <w:r>
        <w:rPr>
          <w:rtl/>
          <w:lang w:bidi="fa-IR"/>
        </w:rPr>
        <w:t>و 2</w:t>
      </w:r>
      <w:r w:rsidRPr="00CA52B4">
        <w:rPr>
          <w:rtl/>
          <w:lang w:bidi="fa-IR"/>
        </w:rPr>
        <w:t xml:space="preserve"> / 459. الفوائد الرجالية 1 / 209. فهرست الطوسي / 202. قاموس الرجال 6 / 207. الكامل في التأريخ 2 / 311. مجمع الرجال 4 / 118. معجم الثقات / 302. المجروحون 3 / 259. مجالس المؤمنين 1 / 315. معجم رجال الحديث 1 / 176 </w:t>
      </w:r>
      <w:r>
        <w:rPr>
          <w:rtl/>
          <w:lang w:bidi="fa-IR"/>
        </w:rPr>
        <w:t>و 1</w:t>
      </w:r>
      <w:r w:rsidRPr="00CA52B4">
        <w:rPr>
          <w:rtl/>
          <w:lang w:bidi="fa-IR"/>
        </w:rPr>
        <w:t>1 / 62.</w:t>
      </w:r>
      <w:r>
        <w:rPr>
          <w:rFonts w:hint="cs"/>
          <w:rtl/>
          <w:lang w:bidi="fa-IR"/>
        </w:rPr>
        <w:t xml:space="preserve"> </w:t>
      </w:r>
      <w:r w:rsidRPr="00CA52B4">
        <w:rPr>
          <w:rtl/>
          <w:lang w:bidi="fa-IR"/>
        </w:rPr>
        <w:t>المناقب 3 / 166. منتهى المقال / 202. نقد الرجال / 214. وقعة صفّين / 471.</w:t>
      </w:r>
    </w:p>
    <w:p w:rsidR="00843DF1" w:rsidRPr="00CA52B4" w:rsidRDefault="00843DF1" w:rsidP="00EB70B9">
      <w:pPr>
        <w:pStyle w:val="libBold1"/>
        <w:rPr>
          <w:rtl/>
          <w:lang w:bidi="fa-IR"/>
        </w:rPr>
      </w:pPr>
      <w:r w:rsidRPr="00CA52B4">
        <w:rPr>
          <w:rtl/>
        </w:rPr>
        <w:t>765</w:t>
      </w:r>
      <w:r>
        <w:rPr>
          <w:rtl/>
        </w:rPr>
        <w:t xml:space="preserve"> ـ </w:t>
      </w:r>
      <w:r w:rsidRPr="00CA52B4">
        <w:rPr>
          <w:rtl/>
        </w:rPr>
        <w:t>عبيد الله بن زياد بن أبيه</w:t>
      </w:r>
      <w:r>
        <w:rPr>
          <w:rtl/>
        </w:rPr>
        <w:t xml:space="preserve"> ..</w:t>
      </w:r>
      <w:r w:rsidRPr="00CA52B4">
        <w:rPr>
          <w:rtl/>
        </w:rPr>
        <w:t>. قتل عام 67 ه‍</w:t>
      </w:r>
      <w:r>
        <w:rPr>
          <w:rtl/>
        </w:rPr>
        <w:t>.</w:t>
      </w:r>
    </w:p>
    <w:p w:rsidR="00843DF1" w:rsidRPr="00CA52B4" w:rsidRDefault="00843DF1" w:rsidP="00347E77">
      <w:pPr>
        <w:pStyle w:val="libNormal"/>
        <w:rPr>
          <w:rtl/>
          <w:lang w:bidi="fa-IR"/>
        </w:rPr>
      </w:pPr>
      <w:r w:rsidRPr="00CA52B4">
        <w:rPr>
          <w:rtl/>
          <w:lang w:bidi="fa-IR"/>
        </w:rPr>
        <w:t xml:space="preserve">قاتل الإمام السبط الحسين </w:t>
      </w:r>
      <w:r>
        <w:rPr>
          <w:rtl/>
          <w:lang w:bidi="fa-IR"/>
        </w:rPr>
        <w:t>(</w:t>
      </w:r>
      <w:r w:rsidRPr="00CA52B4">
        <w:rPr>
          <w:rtl/>
          <w:lang w:bidi="fa-IR"/>
        </w:rPr>
        <w:t>عليه السلام</w:t>
      </w:r>
      <w:r>
        <w:rPr>
          <w:rtl/>
          <w:lang w:bidi="fa-IR"/>
        </w:rPr>
        <w:t>).</w:t>
      </w:r>
      <w:r w:rsidRPr="00CA52B4">
        <w:rPr>
          <w:rtl/>
          <w:lang w:bidi="fa-IR"/>
        </w:rPr>
        <w:t xml:space="preserve"> قتله إبراهيم الأشتر سنة 67 ه‍</w:t>
      </w:r>
      <w:r>
        <w:rPr>
          <w:rtl/>
          <w:lang w:bidi="fa-IR"/>
        </w:rPr>
        <w:t>.</w:t>
      </w:r>
      <w:r w:rsidRPr="00CA52B4">
        <w:rPr>
          <w:rtl/>
          <w:lang w:bidi="fa-IR"/>
        </w:rPr>
        <w:t xml:space="preserve"> روى أنّ حية كانت تدخل في منخر عبيد الله وتدور على رأسه ، وفعلت ذلك والناس ينظرون ، ثم بعث برأسه المختار إلى المدينة ، في نحو سبعين ألف رأس وشاهدته نساء العترة الطاهرة</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 xml:space="preserve">وهو الذي أشار إليه أمير المؤمنين </w:t>
      </w:r>
      <w:r>
        <w:rPr>
          <w:rtl/>
          <w:lang w:bidi="fa-IR"/>
        </w:rPr>
        <w:t>(</w:t>
      </w:r>
      <w:r w:rsidRPr="00CA52B4">
        <w:rPr>
          <w:rtl/>
          <w:lang w:bidi="fa-IR"/>
        </w:rPr>
        <w:t>عليه السلام</w:t>
      </w:r>
      <w:r>
        <w:rPr>
          <w:rtl/>
          <w:lang w:bidi="fa-IR"/>
        </w:rPr>
        <w:t>)</w:t>
      </w:r>
      <w:r w:rsidRPr="00CA52B4">
        <w:rPr>
          <w:rtl/>
          <w:lang w:bidi="fa-IR"/>
        </w:rPr>
        <w:t xml:space="preserve"> في قوله لميثم التمار :</w:t>
      </w:r>
      <w:r>
        <w:rPr>
          <w:rFonts w:hint="cs"/>
          <w:rtl/>
          <w:lang w:bidi="fa-IR"/>
        </w:rPr>
        <w:t xml:space="preserve"> </w:t>
      </w:r>
      <w:r w:rsidRPr="00CA52B4">
        <w:rPr>
          <w:rtl/>
          <w:lang w:bidi="fa-IR"/>
        </w:rPr>
        <w:t>ليأخذنّك العتل الزنيم ، ابن الأمة الفاجرة ، عبيد الله بن زياد</w:t>
      </w:r>
      <w:r>
        <w:rPr>
          <w:rtl/>
          <w:lang w:bidi="fa-IR"/>
        </w:rPr>
        <w:t xml:space="preserve"> ..</w:t>
      </w:r>
      <w:r w:rsidRPr="00CA52B4">
        <w:rPr>
          <w:rtl/>
          <w:lang w:bidi="fa-IR"/>
        </w:rPr>
        <w:t>. ولاه معاوية خراسان ثم عينه أميرا على البصرة ، وأقره يزيد على إمارته ، ثم هرب إلى الشام ، ومنها إلى العراق ، إلى أن لحق به إبراهيم فقتله في خارز من أرض الموصل.</w:t>
      </w:r>
    </w:p>
    <w:p w:rsidR="00843DF1" w:rsidRPr="00CA52B4" w:rsidRDefault="00843DF1" w:rsidP="00B10281">
      <w:pPr>
        <w:pStyle w:val="libVar"/>
        <w:rPr>
          <w:rtl/>
          <w:lang w:bidi="fa-IR"/>
        </w:rPr>
      </w:pPr>
      <w:r w:rsidRPr="00CA52B4">
        <w:rPr>
          <w:rtl/>
          <w:lang w:bidi="fa-IR"/>
        </w:rPr>
        <w:t>إتقان المقال / 204. أخبار شعراء الشيعة / 32. الأخبار الطوال / 225. 227 ،</w:t>
      </w:r>
      <w:r>
        <w:rPr>
          <w:rFonts w:hint="cs"/>
          <w:rtl/>
          <w:lang w:bidi="fa-IR"/>
        </w:rPr>
        <w:t xml:space="preserve"> </w:t>
      </w:r>
      <w:r w:rsidRPr="00CA52B4">
        <w:rPr>
          <w:rtl/>
        </w:rPr>
        <w:t>231 ، 232 ، 233 ، 234 ، 235 ، 237 ، 238 ، 239 ، 241 ، 242 ، 251 ، 253 ، 259 ، 260 ، 269 ، 270 ، 281 ، 282 ، 283 ، 284 ، 285 ، 293 ، 295.</w:t>
      </w:r>
      <w:r>
        <w:rPr>
          <w:rFonts w:hint="cs"/>
          <w:rtl/>
        </w:rPr>
        <w:t xml:space="preserve"> </w:t>
      </w:r>
      <w:r w:rsidRPr="00CA52B4">
        <w:rPr>
          <w:rtl/>
          <w:lang w:bidi="fa-IR"/>
        </w:rPr>
        <w:t xml:space="preserve">الاشتقاق / 219 ، 223 ، 331 ، 335 ، 502 ، 554. الأعلام 4 / 347. البداية والنهاية 8 / 283. تحفة الأحباب / 203. تنقيح المقال 2 / 238. جمهرة أنساب العرب / 113 ، 227 ، 406. تاريخ الطبري 6 / 166 </w:t>
      </w:r>
      <w:r>
        <w:rPr>
          <w:rtl/>
          <w:lang w:bidi="fa-IR"/>
        </w:rPr>
        <w:t>و 7</w:t>
      </w:r>
      <w:r w:rsidRPr="00CA52B4">
        <w:rPr>
          <w:rtl/>
          <w:lang w:bidi="fa-IR"/>
        </w:rPr>
        <w:t xml:space="preserve"> / 18 ، 144. رجال الشيخ الطوسي / 54.</w:t>
      </w:r>
      <w:r>
        <w:rPr>
          <w:rFonts w:hint="cs"/>
          <w:rtl/>
          <w:lang w:bidi="fa-IR"/>
        </w:rPr>
        <w:t xml:space="preserve"> </w:t>
      </w:r>
      <w:r w:rsidRPr="00CA52B4">
        <w:rPr>
          <w:rtl/>
          <w:lang w:bidi="fa-IR"/>
        </w:rPr>
        <w:t xml:space="preserve">سفينة البحار 1 / 580. شذرات الذهب 1 / 74. ابن أبي الحديد 2 / 287 </w:t>
      </w:r>
      <w:r>
        <w:rPr>
          <w:rtl/>
          <w:lang w:bidi="fa-IR"/>
        </w:rPr>
        <w:t>و 3</w:t>
      </w:r>
      <w:r w:rsidRPr="00CA52B4">
        <w:rPr>
          <w:rtl/>
          <w:lang w:bidi="fa-IR"/>
        </w:rPr>
        <w:t xml:space="preserve"> / 170 </w:t>
      </w:r>
      <w:r>
        <w:rPr>
          <w:rtl/>
          <w:lang w:bidi="fa-IR"/>
        </w:rPr>
        <w:t>و 4</w:t>
      </w:r>
      <w:r w:rsidRPr="00CA52B4">
        <w:rPr>
          <w:rtl/>
          <w:lang w:bidi="fa-IR"/>
        </w:rPr>
        <w:t xml:space="preserve"> / 72 </w:t>
      </w:r>
      <w:r>
        <w:rPr>
          <w:rtl/>
          <w:lang w:bidi="fa-IR"/>
        </w:rPr>
        <w:t>و 5</w:t>
      </w:r>
      <w:r w:rsidRPr="00CA52B4">
        <w:rPr>
          <w:rtl/>
          <w:lang w:bidi="fa-IR"/>
        </w:rPr>
        <w:t xml:space="preserve"> / 34 الفهارس / 167. الشعر والشعراء / 277. الطبقات الكبرى 4 / 42 ، 287 </w:t>
      </w:r>
      <w:r>
        <w:rPr>
          <w:rtl/>
          <w:lang w:bidi="fa-IR"/>
        </w:rPr>
        <w:t>و 5</w:t>
      </w:r>
      <w:r w:rsidRPr="00CA52B4">
        <w:rPr>
          <w:rtl/>
          <w:lang w:bidi="fa-IR"/>
        </w:rPr>
        <w:t xml:space="preserve"> / 25 ، 40 ، 100 ، 168 ، 228 ، 561 </w:t>
      </w:r>
      <w:r>
        <w:rPr>
          <w:rtl/>
          <w:lang w:bidi="fa-IR"/>
        </w:rPr>
        <w:t>و 6</w:t>
      </w:r>
      <w:r w:rsidRPr="00CA52B4">
        <w:rPr>
          <w:rtl/>
          <w:lang w:bidi="fa-IR"/>
        </w:rPr>
        <w:t xml:space="preserve"> / 103 ، 109 ، 193 ، 216 </w:t>
      </w:r>
      <w:r>
        <w:rPr>
          <w:rtl/>
          <w:lang w:bidi="fa-IR"/>
        </w:rPr>
        <w:t>و 7</w:t>
      </w:r>
      <w:r w:rsidRPr="00CA52B4">
        <w:rPr>
          <w:rtl/>
          <w:lang w:bidi="fa-IR"/>
        </w:rPr>
        <w:t xml:space="preserve"> / 14 ، 31 ، 57 ، 87 ، 100. العقد الفريد 8 / 66</w:t>
      </w:r>
      <w:r>
        <w:rPr>
          <w:rtl/>
          <w:lang w:bidi="fa-IR"/>
        </w:rPr>
        <w:t xml:space="preserve"> ـ </w:t>
      </w:r>
      <w:r w:rsidRPr="00CA52B4">
        <w:rPr>
          <w:rtl/>
          <w:lang w:bidi="fa-IR"/>
        </w:rPr>
        <w:t>الفهارس</w:t>
      </w:r>
      <w:r>
        <w:rPr>
          <w:rtl/>
          <w:lang w:bidi="fa-IR"/>
        </w:rPr>
        <w:t xml:space="preserve"> ـ.</w:t>
      </w:r>
      <w:r w:rsidRPr="00CA52B4">
        <w:rPr>
          <w:rtl/>
          <w:lang w:bidi="fa-IR"/>
        </w:rPr>
        <w:t xml:space="preserve"> الغدير 4 / 218 </w:t>
      </w:r>
      <w:r>
        <w:rPr>
          <w:rtl/>
          <w:lang w:bidi="fa-IR"/>
        </w:rPr>
        <w:t>و 6</w:t>
      </w:r>
      <w:r w:rsidRPr="00CA52B4">
        <w:rPr>
          <w:rtl/>
          <w:lang w:bidi="fa-IR"/>
        </w:rPr>
        <w:t xml:space="preserve"> / 394 </w:t>
      </w:r>
      <w:r>
        <w:rPr>
          <w:rtl/>
          <w:lang w:bidi="fa-IR"/>
        </w:rPr>
        <w:t>و 7</w:t>
      </w:r>
      <w:r w:rsidRPr="00CA52B4">
        <w:rPr>
          <w:rtl/>
          <w:lang w:bidi="fa-IR"/>
        </w:rPr>
        <w:t xml:space="preserve"> / 29 </w:t>
      </w:r>
      <w:r>
        <w:rPr>
          <w:rtl/>
          <w:lang w:bidi="fa-IR"/>
        </w:rPr>
        <w:t>و 1</w:t>
      </w:r>
      <w:r w:rsidRPr="00CA52B4">
        <w:rPr>
          <w:rtl/>
          <w:lang w:bidi="fa-IR"/>
        </w:rPr>
        <w:t>0 / 221. الغارات 2 / 380 ، 522 ، 558 ، 796</w:t>
      </w:r>
      <w:r>
        <w:rPr>
          <w:rtl/>
          <w:lang w:bidi="fa-IR"/>
        </w:rPr>
        <w:t xml:space="preserve"> ـ </w:t>
      </w:r>
      <w:r w:rsidRPr="00CA52B4">
        <w:rPr>
          <w:rtl/>
          <w:lang w:bidi="fa-IR"/>
        </w:rPr>
        <w:t>799 ، 829. الفوائد</w:t>
      </w:r>
    </w:p>
    <w:p w:rsidR="00843DF1" w:rsidRPr="00CA52B4" w:rsidRDefault="00843DF1" w:rsidP="00B10281">
      <w:pPr>
        <w:pStyle w:val="libVar0"/>
        <w:rPr>
          <w:rtl/>
          <w:lang w:bidi="fa-IR"/>
        </w:rPr>
      </w:pPr>
      <w:r>
        <w:rPr>
          <w:rtl/>
          <w:lang w:bidi="fa-IR"/>
        </w:rPr>
        <w:br w:type="page"/>
      </w:r>
      <w:r w:rsidRPr="00CA52B4">
        <w:rPr>
          <w:rtl/>
          <w:lang w:bidi="fa-IR"/>
        </w:rPr>
        <w:lastRenderedPageBreak/>
        <w:t>الرجالية 4 / 19 ، 21 ، 25 ، 27 ، 33 ، 35 ، 37 ، 39 ، 40 ، 43. قاموس الرجال 6 / 213. الكامل في التأريخ 13 / 226</w:t>
      </w:r>
      <w:r>
        <w:rPr>
          <w:rtl/>
          <w:lang w:bidi="fa-IR"/>
        </w:rPr>
        <w:t xml:space="preserve"> ـ </w:t>
      </w:r>
      <w:r w:rsidRPr="00CA52B4">
        <w:rPr>
          <w:rtl/>
          <w:lang w:bidi="fa-IR"/>
        </w:rPr>
        <w:t>الفهارس</w:t>
      </w:r>
      <w:r>
        <w:rPr>
          <w:rtl/>
          <w:lang w:bidi="fa-IR"/>
        </w:rPr>
        <w:t xml:space="preserve"> ـ.</w:t>
      </w:r>
      <w:r w:rsidRPr="00CA52B4">
        <w:rPr>
          <w:rtl/>
          <w:lang w:bidi="fa-IR"/>
        </w:rPr>
        <w:t xml:space="preserve"> الكنى والألقاب 1 / 301. مجمع الرجال 4 / 122. مرآة الجنان 1 / 142. مروج الذهب 3 / 105. المعارف / 151.</w:t>
      </w:r>
      <w:r>
        <w:rPr>
          <w:rFonts w:hint="cs"/>
          <w:rtl/>
          <w:lang w:bidi="fa-IR"/>
        </w:rPr>
        <w:t xml:space="preserve"> </w:t>
      </w:r>
      <w:r w:rsidRPr="00CA52B4">
        <w:rPr>
          <w:rtl/>
          <w:lang w:bidi="fa-IR"/>
        </w:rPr>
        <w:t>معجم رجال الحديث 11 / 70. منتهى المقال / 203. نقد الرجال / 216. وقعة صفّين / 141. وفيات الأعيان 3 / 345</w:t>
      </w:r>
      <w:r>
        <w:rPr>
          <w:rtl/>
          <w:lang w:bidi="fa-IR"/>
        </w:rPr>
        <w:t xml:space="preserve"> ـ </w:t>
      </w:r>
      <w:r w:rsidRPr="00CA52B4">
        <w:rPr>
          <w:rtl/>
          <w:lang w:bidi="fa-IR"/>
        </w:rPr>
        <w:t>347.</w:t>
      </w:r>
    </w:p>
    <w:p w:rsidR="00843DF1" w:rsidRPr="00CA52B4" w:rsidRDefault="00843DF1" w:rsidP="00EB70B9">
      <w:pPr>
        <w:pStyle w:val="libBold1"/>
        <w:rPr>
          <w:rtl/>
          <w:lang w:bidi="fa-IR"/>
        </w:rPr>
      </w:pPr>
      <w:r w:rsidRPr="00CA52B4">
        <w:rPr>
          <w:rtl/>
        </w:rPr>
        <w:t>766</w:t>
      </w:r>
      <w:r>
        <w:rPr>
          <w:rtl/>
        </w:rPr>
        <w:t xml:space="preserve"> ـ </w:t>
      </w:r>
      <w:r w:rsidRPr="00CA52B4">
        <w:rPr>
          <w:rtl/>
        </w:rPr>
        <w:t>عبيد الله بن سالم</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محارب ، فارس شهم شاعر ، حضر البصرة ، وقاتل أصحاب الجمل السفهاء</w:t>
      </w:r>
      <w:r>
        <w:rPr>
          <w:rtl/>
          <w:lang w:bidi="fa-IR"/>
        </w:rPr>
        <w:t xml:space="preserve"> ..</w:t>
      </w:r>
      <w:r w:rsidRPr="00CA52B4">
        <w:rPr>
          <w:rtl/>
          <w:lang w:bidi="fa-IR"/>
        </w:rPr>
        <w:t>. قال الشيخ المفيد</w:t>
      </w:r>
      <w:r>
        <w:rPr>
          <w:rtl/>
          <w:lang w:bidi="fa-IR"/>
        </w:rPr>
        <w:t xml:space="preserve"> ..</w:t>
      </w:r>
      <w:r w:rsidRPr="00CA52B4">
        <w:rPr>
          <w:rtl/>
          <w:lang w:bidi="fa-IR"/>
        </w:rPr>
        <w:t>. قدّس الله روحه : وبرز رجل من بني قشير ، يقال له حنتمة بن الأسود ،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نحن صحاب الجمل المكرّم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مانعو هودجه المعظم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فخرج إليه رجل من شيعة عليّ </w:t>
      </w:r>
      <w:r>
        <w:rPr>
          <w:rtl/>
          <w:lang w:bidi="fa-IR"/>
        </w:rPr>
        <w:t>(</w:t>
      </w:r>
      <w:r w:rsidRPr="00CA52B4">
        <w:rPr>
          <w:rtl/>
          <w:lang w:bidi="fa-IR"/>
        </w:rPr>
        <w:t>عليه السلام</w:t>
      </w:r>
      <w:r>
        <w:rPr>
          <w:rtl/>
          <w:lang w:bidi="fa-IR"/>
        </w:rPr>
        <w:t>)</w:t>
      </w:r>
      <w:r w:rsidRPr="00CA52B4">
        <w:rPr>
          <w:rtl/>
          <w:lang w:bidi="fa-IR"/>
        </w:rPr>
        <w:t xml:space="preserve"> ، يقال له عبيد الله بن سالم ، وهو يقول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sidRPr="00CA52B4">
              <w:rPr>
                <w:rtl/>
                <w:lang w:bidi="fa-IR"/>
              </w:rPr>
              <w:t xml:space="preserve">نحن مطيعون جميعا لعلي </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 xml:space="preserve">إذ أنت ساع في الفساد يا شقي </w:t>
            </w:r>
            <w:r w:rsidRPr="00B10281">
              <w:rPr>
                <w:rStyle w:val="libPoemTiniCharChar"/>
                <w:rtl/>
              </w:rPr>
              <w:br/>
              <w:t> </w:t>
            </w:r>
          </w:p>
        </w:tc>
      </w:tr>
      <w:tr w:rsidR="00843DF1" w:rsidRPr="00CA52B4" w:rsidTr="00C360D4">
        <w:trPr>
          <w:tblCellSpacing w:w="15" w:type="dxa"/>
          <w:jc w:val="center"/>
        </w:trPr>
        <w:tc>
          <w:tcPr>
            <w:tcW w:w="2361" w:type="pct"/>
            <w:vAlign w:val="center"/>
            <w:hideMark/>
          </w:tcPr>
          <w:p w:rsidR="00843DF1" w:rsidRPr="00CA52B4" w:rsidRDefault="00843DF1" w:rsidP="00B10281">
            <w:pPr>
              <w:pStyle w:val="libPoem"/>
            </w:pPr>
            <w:r w:rsidRPr="00CA52B4">
              <w:rPr>
                <w:rtl/>
                <w:lang w:bidi="fa-IR"/>
              </w:rPr>
              <w:t xml:space="preserve">إنّ الغويّ تابع أمر الغوي </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 xml:space="preserve">قد خالفت زوج النبيّ للنبي </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Pr>
                <w:rtl/>
              </w:rPr>
              <w:t>و</w:t>
            </w:r>
            <w:r w:rsidRPr="00CA52B4">
              <w:rPr>
                <w:rtl/>
              </w:rPr>
              <w:t xml:space="preserve">خرجت من بيتها مع من هوي </w:t>
            </w:r>
          </w:p>
        </w:tc>
      </w:tr>
    </w:tbl>
    <w:p w:rsidR="00843DF1" w:rsidRPr="00CA52B4" w:rsidRDefault="00843DF1" w:rsidP="00347E77">
      <w:pPr>
        <w:pStyle w:val="libNormal"/>
        <w:rPr>
          <w:rtl/>
          <w:lang w:bidi="fa-IR"/>
        </w:rPr>
      </w:pPr>
      <w:r w:rsidRPr="00CA52B4">
        <w:rPr>
          <w:rtl/>
          <w:lang w:bidi="fa-IR"/>
        </w:rPr>
        <w:t>ثم ضرب يده بالسيف فقطعها ، ووقع لجنبه فرام أصحابه تخليصه وازدحموا عليه فوطئوه</w:t>
      </w:r>
      <w:r>
        <w:rPr>
          <w:rtl/>
          <w:lang w:bidi="fa-IR"/>
        </w:rPr>
        <w:t xml:space="preserve"> ـ.</w:t>
      </w:r>
    </w:p>
    <w:p w:rsidR="00843DF1" w:rsidRPr="00CA52B4" w:rsidRDefault="00843DF1" w:rsidP="00B10281">
      <w:pPr>
        <w:pStyle w:val="libVar"/>
        <w:rPr>
          <w:rtl/>
          <w:lang w:bidi="fa-IR"/>
        </w:rPr>
      </w:pPr>
      <w:r w:rsidRPr="00CA52B4">
        <w:rPr>
          <w:rtl/>
          <w:lang w:bidi="fa-IR"/>
        </w:rPr>
        <w:t>الجمل / 188.</w:t>
      </w:r>
    </w:p>
    <w:p w:rsidR="00843DF1" w:rsidRPr="00CA52B4" w:rsidRDefault="00843DF1" w:rsidP="00EB70B9">
      <w:pPr>
        <w:pStyle w:val="libBold1"/>
        <w:rPr>
          <w:rtl/>
          <w:lang w:bidi="fa-IR"/>
        </w:rPr>
      </w:pPr>
      <w:r w:rsidRPr="00CA52B4">
        <w:rPr>
          <w:rtl/>
        </w:rPr>
        <w:t>767</w:t>
      </w:r>
      <w:r>
        <w:rPr>
          <w:rtl/>
        </w:rPr>
        <w:t xml:space="preserve"> ـ </w:t>
      </w:r>
      <w:r w:rsidRPr="00CA52B4">
        <w:rPr>
          <w:rtl/>
        </w:rPr>
        <w:t xml:space="preserve">عبيد الله </w:t>
      </w:r>
      <w:r>
        <w:rPr>
          <w:rtl/>
        </w:rPr>
        <w:t>(</w:t>
      </w:r>
      <w:r w:rsidRPr="00CA52B4">
        <w:rPr>
          <w:rtl/>
        </w:rPr>
        <w:t>عبد الله</w:t>
      </w:r>
      <w:r>
        <w:rPr>
          <w:rtl/>
        </w:rPr>
        <w:t>)</w:t>
      </w:r>
      <w:r w:rsidRPr="00CA52B4">
        <w:rPr>
          <w:rtl/>
        </w:rPr>
        <w:t xml:space="preserve"> ابن سويد الجرشي الأنصاري الحميري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صحابي ، روى عنه جمع من الرواة. وحضر صفين ، وروي أنّه سمع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يقول لعمار بن ياسر : تقتلك الفئة الباغية</w:t>
      </w:r>
      <w:r>
        <w:rPr>
          <w:rtl/>
          <w:lang w:bidi="fa-IR"/>
        </w:rPr>
        <w:t xml:space="preserve"> ..</w:t>
      </w:r>
      <w:r w:rsidRPr="00CA52B4">
        <w:rPr>
          <w:rtl/>
          <w:lang w:bidi="fa-IR"/>
        </w:rPr>
        <w:t>.</w:t>
      </w:r>
      <w:r>
        <w:rPr>
          <w:rFonts w:hint="cs"/>
          <w:rtl/>
          <w:lang w:bidi="fa-IR"/>
        </w:rPr>
        <w:t xml:space="preserve"> </w:t>
      </w:r>
      <w:r w:rsidRPr="00CA52B4">
        <w:rPr>
          <w:rtl/>
          <w:lang w:bidi="fa-IR"/>
        </w:rPr>
        <w:t xml:space="preserve">وعلى إثر روايته هذه خرج خلق من عسكر معاوية ، وانتقلوا إلى عسكر عليّ </w:t>
      </w:r>
      <w:r>
        <w:rPr>
          <w:rtl/>
          <w:lang w:bidi="fa-IR"/>
        </w:rPr>
        <w:t>(</w:t>
      </w:r>
      <w:r w:rsidRPr="00CA52B4">
        <w:rPr>
          <w:rtl/>
          <w:lang w:bidi="fa-IR"/>
        </w:rPr>
        <w:t>عليه السلام</w:t>
      </w:r>
      <w:r>
        <w:rPr>
          <w:rtl/>
          <w:lang w:bidi="fa-IR"/>
        </w:rPr>
        <w:t>).</w:t>
      </w:r>
      <w:r w:rsidRPr="00CA52B4">
        <w:rPr>
          <w:rtl/>
          <w:lang w:bidi="fa-IR"/>
        </w:rPr>
        <w:t xml:space="preserve"> وما جاء في بعض المراجع عبيد الله بن سهيل فتصحيف وغير صحيح.</w:t>
      </w:r>
    </w:p>
    <w:p w:rsidR="00843DF1" w:rsidRPr="00CA52B4" w:rsidRDefault="00843DF1" w:rsidP="00B10281">
      <w:pPr>
        <w:pStyle w:val="libVar"/>
        <w:rPr>
          <w:rtl/>
          <w:lang w:bidi="fa-IR"/>
        </w:rPr>
      </w:pPr>
      <w:r w:rsidRPr="00CA52B4">
        <w:rPr>
          <w:rtl/>
          <w:lang w:bidi="fa-IR"/>
        </w:rPr>
        <w:t>أسد الغابة 3 / 182. الإصابة 2 / 437. تقريب التهذيب 1 / 422. تهذيب التهذيب</w:t>
      </w:r>
    </w:p>
    <w:p w:rsidR="00843DF1" w:rsidRPr="00CA52B4" w:rsidRDefault="00843DF1" w:rsidP="00B10281">
      <w:pPr>
        <w:pStyle w:val="libVar"/>
        <w:rPr>
          <w:rtl/>
          <w:lang w:bidi="fa-IR"/>
        </w:rPr>
      </w:pPr>
      <w:r>
        <w:rPr>
          <w:rtl/>
          <w:lang w:bidi="fa-IR"/>
        </w:rPr>
        <w:br w:type="page"/>
      </w:r>
      <w:r w:rsidRPr="00CA52B4">
        <w:rPr>
          <w:rtl/>
        </w:rPr>
        <w:lastRenderedPageBreak/>
        <w:t>5 / 249. رجال الشيخ الطوسي / 52. شرح ابن أبي الحديد 8 / 27. الغدير 9 / 367.</w:t>
      </w:r>
    </w:p>
    <w:p w:rsidR="00843DF1" w:rsidRPr="00CA52B4" w:rsidRDefault="00843DF1" w:rsidP="00B10281">
      <w:pPr>
        <w:pStyle w:val="libVar"/>
        <w:rPr>
          <w:rtl/>
          <w:lang w:bidi="fa-IR"/>
        </w:rPr>
      </w:pPr>
      <w:r w:rsidRPr="00CA52B4">
        <w:rPr>
          <w:rtl/>
          <w:lang w:bidi="fa-IR"/>
        </w:rPr>
        <w:t>مجمع الرجال 3 / 3. معجم رجال الحديث 10 / 213. وقعة صفين / 343.</w:t>
      </w:r>
    </w:p>
    <w:p w:rsidR="00843DF1" w:rsidRPr="00CA52B4" w:rsidRDefault="00843DF1" w:rsidP="00EB70B9">
      <w:pPr>
        <w:pStyle w:val="libBold1"/>
        <w:rPr>
          <w:rtl/>
          <w:lang w:bidi="fa-IR"/>
        </w:rPr>
      </w:pPr>
      <w:r w:rsidRPr="00CA52B4">
        <w:rPr>
          <w:rtl/>
        </w:rPr>
        <w:t>768</w:t>
      </w:r>
      <w:r>
        <w:rPr>
          <w:rtl/>
        </w:rPr>
        <w:t xml:space="preserve"> ـ </w:t>
      </w:r>
      <w:r w:rsidRPr="00CA52B4">
        <w:rPr>
          <w:rtl/>
        </w:rPr>
        <w:t>عبيد الله بن العباس بن عبد المطلب الهاشمي القرشي المتوفى 87 ه‍</w:t>
      </w:r>
      <w:r>
        <w:rPr>
          <w:rtl/>
        </w:rPr>
        <w:t>.</w:t>
      </w:r>
    </w:p>
    <w:p w:rsidR="00843DF1" w:rsidRPr="00CA52B4" w:rsidRDefault="00843DF1" w:rsidP="00347E77">
      <w:pPr>
        <w:pStyle w:val="libNormal"/>
        <w:rPr>
          <w:rtl/>
          <w:lang w:bidi="fa-IR"/>
        </w:rPr>
      </w:pPr>
      <w:r w:rsidRPr="00CA52B4">
        <w:rPr>
          <w:rtl/>
          <w:lang w:bidi="fa-IR"/>
        </w:rPr>
        <w:t xml:space="preserve">استعمله على اليمن. ولما مضى بسر بن أبي أرطاة إلى اليمن هرب ، والتحق بأمير المؤمنين </w:t>
      </w:r>
      <w:r>
        <w:rPr>
          <w:rtl/>
          <w:lang w:bidi="fa-IR"/>
        </w:rPr>
        <w:t>(</w:t>
      </w:r>
      <w:r w:rsidRPr="00CA52B4">
        <w:rPr>
          <w:rtl/>
          <w:lang w:bidi="fa-IR"/>
        </w:rPr>
        <w:t>عليه السلام</w:t>
      </w:r>
      <w:r>
        <w:rPr>
          <w:rtl/>
          <w:lang w:bidi="fa-IR"/>
        </w:rPr>
        <w:t>)</w:t>
      </w:r>
      <w:r w:rsidRPr="00CA52B4">
        <w:rPr>
          <w:rtl/>
          <w:lang w:bidi="fa-IR"/>
        </w:rPr>
        <w:t xml:space="preserve"> وخلّف مكانه ، عبد الله بن عبد المدان الحارثي ، فلما قدمها بسر قتله ، وقتل ابنه مالك بن عبد الله. وقيل : خلّف على صنعاء عمرو بن أراكة الثقفي ، وهناك طلب بسر عبد الرحمن ، وقثم أولاد عبيد الله وذبحهما ، وقد تزوج عبيد الله بام حكيم بنت قارظ بن خالد الكنانية ، الشاعرة البليغة الفصيحة ، ولما بلغها أنّ بسرا في اليمن لقي ثقل عبيد الله ، وفيه ابنان له صغيران فذبحهما ، أصابها وله على ابنيها ، فكانت لا تعقل ولا تصغي إلّا إلى قول من أعلمها أنّهما قد قتلا ، وأخذت تطوف في المواسم تنشد الناس ابنيها بهذه الأبيات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يا من أحس بابني اللذين هما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كالدرّتين تشظّى عنهما الصدف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يا من أحس بابني اللذين هما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سمعي وقلبي فقلبي اليوم مزدهف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يا من أحس بابني اللذين هما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مخ العظام فمخي اليوم مختطف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نبّئت بسرا وما صدّقت ما زعموا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من قولهم ومن الإفك الذي اقترفوا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أنحى على ودجي ابنيّ مرهفة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مشحوذة وكذاك الإفك يقترف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حتّى لقيت رجالا من أرومته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شم الأنوف لهم في قومهم شرف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فالآن ألعن بسرا حق لعنته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هذا لعمر أبي بسر هو السرف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من دلّ والهة حرّى مولّهة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على صبيين ضلا إذ غدا السلف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ولما بلغ أمير المؤمنين </w:t>
      </w:r>
      <w:r>
        <w:rPr>
          <w:rtl/>
          <w:lang w:bidi="fa-IR"/>
        </w:rPr>
        <w:t>(</w:t>
      </w:r>
      <w:r w:rsidRPr="00CA52B4">
        <w:rPr>
          <w:rtl/>
          <w:lang w:bidi="fa-IR"/>
        </w:rPr>
        <w:t>عليه السلام</w:t>
      </w:r>
      <w:r>
        <w:rPr>
          <w:rtl/>
          <w:lang w:bidi="fa-IR"/>
        </w:rPr>
        <w:t>)</w:t>
      </w:r>
      <w:r w:rsidRPr="00CA52B4">
        <w:rPr>
          <w:rtl/>
          <w:lang w:bidi="fa-IR"/>
        </w:rPr>
        <w:t xml:space="preserve"> ، قتل بسر الصبيين جزع جزعا شديدا ، ودعا على بسر ، فقال : اللهم اسلب دينه ولا تخرجه من الدنيا حتّى تسلبه عقله. ولما كانت الجماعة واستقر الأمر على معاوية دخل عليه عبيد الله بن العباس ، وعنده بسر بن أرطاة ، فقال له عبيد الله : </w:t>
      </w:r>
      <w:r>
        <w:rPr>
          <w:rtl/>
          <w:lang w:bidi="fa-IR"/>
        </w:rPr>
        <w:t>أ</w:t>
      </w:r>
      <w:r w:rsidRPr="00CA52B4">
        <w:rPr>
          <w:rtl/>
          <w:lang w:bidi="fa-IR"/>
        </w:rPr>
        <w:t>أنت قاتل الصبيين ، أيّها الشيخ</w:t>
      </w:r>
      <w:r>
        <w:rPr>
          <w:rtl/>
          <w:lang w:bidi="fa-IR"/>
        </w:rPr>
        <w:t>؟</w:t>
      </w:r>
      <w:r w:rsidRPr="00CA52B4">
        <w:rPr>
          <w:rtl/>
          <w:lang w:bidi="fa-IR"/>
        </w:rPr>
        <w:t xml:space="preserve"> قال بسر : نعم أنا قاتلهما. فقال عبيد الله : أما والله</w:t>
      </w:r>
    </w:p>
    <w:p w:rsidR="00843DF1" w:rsidRPr="00CA52B4" w:rsidRDefault="00843DF1" w:rsidP="00B10281">
      <w:pPr>
        <w:pStyle w:val="libNormal0"/>
        <w:rPr>
          <w:rtl/>
          <w:lang w:bidi="fa-IR"/>
        </w:rPr>
      </w:pPr>
      <w:r>
        <w:rPr>
          <w:rtl/>
          <w:lang w:bidi="fa-IR"/>
        </w:rPr>
        <w:br w:type="page"/>
      </w:r>
      <w:r w:rsidRPr="00CA52B4">
        <w:rPr>
          <w:rtl/>
          <w:lang w:bidi="fa-IR"/>
        </w:rPr>
        <w:lastRenderedPageBreak/>
        <w:t>لوددت أنّ الأرض كانت أنبتتني عندك. فقال بسر : فقد أنبتتك الآن عندي.</w:t>
      </w:r>
      <w:r>
        <w:rPr>
          <w:rFonts w:hint="cs"/>
          <w:rtl/>
          <w:lang w:bidi="fa-IR"/>
        </w:rPr>
        <w:t xml:space="preserve"> </w:t>
      </w:r>
      <w:r w:rsidRPr="00CA52B4">
        <w:rPr>
          <w:rtl/>
          <w:lang w:bidi="fa-IR"/>
        </w:rPr>
        <w:t xml:space="preserve">فقال عبيد الله : </w:t>
      </w:r>
      <w:r>
        <w:rPr>
          <w:rtl/>
          <w:lang w:bidi="fa-IR"/>
        </w:rPr>
        <w:t>أ</w:t>
      </w:r>
      <w:r w:rsidRPr="00CA52B4">
        <w:rPr>
          <w:rtl/>
          <w:lang w:bidi="fa-IR"/>
        </w:rPr>
        <w:t>لا سيف</w:t>
      </w:r>
      <w:r>
        <w:rPr>
          <w:rtl/>
          <w:lang w:bidi="fa-IR"/>
        </w:rPr>
        <w:t>؟</w:t>
      </w:r>
      <w:r w:rsidRPr="00CA52B4">
        <w:rPr>
          <w:rtl/>
          <w:lang w:bidi="fa-IR"/>
        </w:rPr>
        <w:t xml:space="preserve"> فقال له بسر : هاك سيفي. فلما أهوى عبيد الله إلى السيف ليتناوله أخذه معاوية ، ثم قال لبسر : أخزاك الله شيخا قد كبرت ، وذهب عقلك ، وذاك رجل من بني هاشم قد وترته وقتلت ابنيه تدفع إليه سيفك ، إنّك لغافل عن قلوب بني هاشم ، والله لو تمكن منه لبدأ بي قبلك.</w:t>
      </w:r>
      <w:r>
        <w:rPr>
          <w:rFonts w:hint="cs"/>
          <w:rtl/>
          <w:lang w:bidi="fa-IR"/>
        </w:rPr>
        <w:t xml:space="preserve"> </w:t>
      </w:r>
      <w:r w:rsidRPr="00CA52B4">
        <w:rPr>
          <w:rtl/>
          <w:lang w:bidi="fa-IR"/>
        </w:rPr>
        <w:t>فقال عبيد الله : أجل والله كنت أثني به.</w:t>
      </w:r>
    </w:p>
    <w:p w:rsidR="00843DF1" w:rsidRPr="00CA52B4" w:rsidRDefault="00843DF1" w:rsidP="00B10281">
      <w:pPr>
        <w:pStyle w:val="libVar"/>
        <w:rPr>
          <w:rtl/>
          <w:lang w:bidi="fa-IR"/>
        </w:rPr>
      </w:pPr>
      <w:r w:rsidRPr="00CA52B4">
        <w:rPr>
          <w:rtl/>
          <w:lang w:bidi="fa-IR"/>
        </w:rPr>
        <w:t>أنساب الأشراف 2 / 455</w:t>
      </w:r>
      <w:r>
        <w:rPr>
          <w:rtl/>
          <w:lang w:bidi="fa-IR"/>
        </w:rPr>
        <w:t xml:space="preserve"> ـ </w:t>
      </w:r>
      <w:r w:rsidRPr="00CA52B4">
        <w:rPr>
          <w:rtl/>
          <w:lang w:bidi="fa-IR"/>
        </w:rPr>
        <w:t>457. أعلام النساء 1 / 283. الأعلام 4 / 349.</w:t>
      </w:r>
      <w:r>
        <w:rPr>
          <w:rFonts w:hint="cs"/>
          <w:rtl/>
          <w:lang w:bidi="fa-IR"/>
        </w:rPr>
        <w:t xml:space="preserve"> </w:t>
      </w:r>
      <w:r w:rsidRPr="00CA52B4">
        <w:rPr>
          <w:rtl/>
          <w:lang w:bidi="fa-IR"/>
        </w:rPr>
        <w:t>الاستيعاب 2 / 429. أسد الغابة 3 / 340. الإصابة 2 / 437. البداية والنهاية 7 / 223 ، وج 8 / 90. بلاغات النساء / 202. تاريخ الطبري 5 / 161 وج 6 / 80 وج 13 / 29.</w:t>
      </w:r>
      <w:r>
        <w:rPr>
          <w:rFonts w:hint="cs"/>
          <w:rtl/>
          <w:lang w:bidi="fa-IR"/>
        </w:rPr>
        <w:t xml:space="preserve"> </w:t>
      </w:r>
      <w:r w:rsidRPr="00CA52B4">
        <w:rPr>
          <w:rtl/>
          <w:lang w:bidi="fa-IR"/>
        </w:rPr>
        <w:t>تاريخ الخلفاء / 205. تحفة الأحباب / 205. تقريب التهذيب 1 / 534. تنقيح المقال 2 / 239. تهذيب التهذيب 7 / 19. جامع الرواة / 528. جمهرة أنساب العرب / 19.</w:t>
      </w:r>
      <w:r>
        <w:rPr>
          <w:rFonts w:hint="cs"/>
          <w:rtl/>
          <w:lang w:bidi="fa-IR"/>
        </w:rPr>
        <w:t xml:space="preserve"> </w:t>
      </w:r>
      <w:r w:rsidRPr="00CA52B4">
        <w:rPr>
          <w:rtl/>
          <w:lang w:bidi="fa-IR"/>
        </w:rPr>
        <w:t>خزانة الأدب 3 / 256</w:t>
      </w:r>
      <w:r>
        <w:rPr>
          <w:rtl/>
          <w:lang w:bidi="fa-IR"/>
        </w:rPr>
        <w:t xml:space="preserve"> ـ </w:t>
      </w:r>
      <w:r w:rsidRPr="00CA52B4">
        <w:rPr>
          <w:rtl/>
          <w:lang w:bidi="fa-IR"/>
        </w:rPr>
        <w:t>258 ، 502</w:t>
      </w:r>
      <w:r>
        <w:rPr>
          <w:rtl/>
          <w:lang w:bidi="fa-IR"/>
        </w:rPr>
        <w:t xml:space="preserve"> ـ </w:t>
      </w:r>
      <w:r w:rsidRPr="00CA52B4">
        <w:rPr>
          <w:rtl/>
          <w:lang w:bidi="fa-IR"/>
        </w:rPr>
        <w:t>503. الدرجات الرفيعة / 144. الدر المنثور / 55. رجال ابن داود / 254. رجال الكشي / 112. رجال الشيخ الطوسي / 69. سفينة البحار 2 / 143. شاعرات العرب / 85. شذرات الذهب 1 / 64.</w:t>
      </w:r>
      <w:r>
        <w:rPr>
          <w:rFonts w:hint="cs"/>
          <w:rtl/>
          <w:lang w:bidi="fa-IR"/>
        </w:rPr>
        <w:t xml:space="preserve"> </w:t>
      </w:r>
      <w:r w:rsidRPr="00CA52B4">
        <w:rPr>
          <w:rtl/>
          <w:lang w:bidi="fa-IR"/>
        </w:rPr>
        <w:t xml:space="preserve">ابن أبي الحديد 1 / 332 </w:t>
      </w:r>
      <w:r>
        <w:rPr>
          <w:rtl/>
          <w:lang w:bidi="fa-IR"/>
        </w:rPr>
        <w:t>و 2</w:t>
      </w:r>
      <w:r w:rsidRPr="00CA52B4">
        <w:rPr>
          <w:rtl/>
          <w:lang w:bidi="fa-IR"/>
        </w:rPr>
        <w:t xml:space="preserve"> / 3</w:t>
      </w:r>
      <w:r>
        <w:rPr>
          <w:rtl/>
          <w:lang w:bidi="fa-IR"/>
        </w:rPr>
        <w:t xml:space="preserve"> ـ </w:t>
      </w:r>
      <w:r w:rsidRPr="00CA52B4">
        <w:rPr>
          <w:rtl/>
          <w:lang w:bidi="fa-IR"/>
        </w:rPr>
        <w:t xml:space="preserve">18 </w:t>
      </w:r>
      <w:r>
        <w:rPr>
          <w:rtl/>
          <w:lang w:bidi="fa-IR"/>
        </w:rPr>
        <w:t>و 3</w:t>
      </w:r>
      <w:r w:rsidRPr="00CA52B4">
        <w:rPr>
          <w:rtl/>
          <w:lang w:bidi="fa-IR"/>
        </w:rPr>
        <w:t xml:space="preserve"> / 13 </w:t>
      </w:r>
      <w:r>
        <w:rPr>
          <w:rtl/>
          <w:lang w:bidi="fa-IR"/>
        </w:rPr>
        <w:t>و 5</w:t>
      </w:r>
      <w:r w:rsidRPr="00CA52B4">
        <w:rPr>
          <w:rtl/>
          <w:lang w:bidi="fa-IR"/>
        </w:rPr>
        <w:t xml:space="preserve"> / 228 </w:t>
      </w:r>
      <w:r>
        <w:rPr>
          <w:rtl/>
          <w:lang w:bidi="fa-IR"/>
        </w:rPr>
        <w:t>و 1</w:t>
      </w:r>
      <w:r w:rsidRPr="00CA52B4">
        <w:rPr>
          <w:rtl/>
          <w:lang w:bidi="fa-IR"/>
        </w:rPr>
        <w:t xml:space="preserve">5 / 236 </w:t>
      </w:r>
      <w:r>
        <w:rPr>
          <w:rtl/>
          <w:lang w:bidi="fa-IR"/>
        </w:rPr>
        <w:t>و 1</w:t>
      </w:r>
      <w:r w:rsidRPr="00CA52B4">
        <w:rPr>
          <w:rtl/>
          <w:lang w:bidi="fa-IR"/>
        </w:rPr>
        <w:t xml:space="preserve">6 / 40 </w:t>
      </w:r>
      <w:r>
        <w:rPr>
          <w:rtl/>
          <w:lang w:bidi="fa-IR"/>
        </w:rPr>
        <w:t>و 2</w:t>
      </w:r>
      <w:r w:rsidRPr="00CA52B4">
        <w:rPr>
          <w:rtl/>
          <w:lang w:bidi="fa-IR"/>
        </w:rPr>
        <w:t>0 / 28.</w:t>
      </w:r>
      <w:r>
        <w:rPr>
          <w:rFonts w:hint="cs"/>
          <w:rtl/>
          <w:lang w:bidi="fa-IR"/>
        </w:rPr>
        <w:t xml:space="preserve"> </w:t>
      </w:r>
      <w:r w:rsidRPr="00CA52B4">
        <w:rPr>
          <w:rtl/>
          <w:lang w:bidi="fa-IR"/>
        </w:rPr>
        <w:t xml:space="preserve">الطبقات الكبرى 4 / 33 </w:t>
      </w:r>
      <w:r>
        <w:rPr>
          <w:rtl/>
          <w:lang w:bidi="fa-IR"/>
        </w:rPr>
        <w:t>و 5</w:t>
      </w:r>
      <w:r w:rsidRPr="00CA52B4">
        <w:rPr>
          <w:rtl/>
          <w:lang w:bidi="fa-IR"/>
        </w:rPr>
        <w:t xml:space="preserve"> / 175 </w:t>
      </w:r>
      <w:r>
        <w:rPr>
          <w:rtl/>
          <w:lang w:bidi="fa-IR"/>
        </w:rPr>
        <w:t>و 6</w:t>
      </w:r>
      <w:r w:rsidRPr="00CA52B4">
        <w:rPr>
          <w:rtl/>
          <w:lang w:bidi="fa-IR"/>
        </w:rPr>
        <w:t xml:space="preserve"> / 84. العقد الفريد 1 / 202 </w:t>
      </w:r>
      <w:r>
        <w:rPr>
          <w:rtl/>
          <w:lang w:bidi="fa-IR"/>
        </w:rPr>
        <w:t>و 4</w:t>
      </w:r>
      <w:r w:rsidRPr="00CA52B4">
        <w:rPr>
          <w:rtl/>
          <w:lang w:bidi="fa-IR"/>
        </w:rPr>
        <w:t xml:space="preserve"> / 80</w:t>
      </w:r>
      <w:r>
        <w:rPr>
          <w:rtl/>
          <w:lang w:bidi="fa-IR"/>
        </w:rPr>
        <w:t xml:space="preserve"> ـ </w:t>
      </w:r>
      <w:r w:rsidRPr="00CA52B4">
        <w:rPr>
          <w:rtl/>
          <w:lang w:bidi="fa-IR"/>
        </w:rPr>
        <w:t xml:space="preserve">85 </w:t>
      </w:r>
      <w:r>
        <w:rPr>
          <w:rtl/>
          <w:lang w:bidi="fa-IR"/>
        </w:rPr>
        <w:t>و 5</w:t>
      </w:r>
      <w:r w:rsidRPr="00CA52B4">
        <w:rPr>
          <w:rtl/>
          <w:lang w:bidi="fa-IR"/>
        </w:rPr>
        <w:t xml:space="preserve"> / 35.</w:t>
      </w:r>
      <w:r>
        <w:rPr>
          <w:rFonts w:hint="cs"/>
          <w:rtl/>
          <w:lang w:bidi="fa-IR"/>
        </w:rPr>
        <w:t xml:space="preserve"> </w:t>
      </w:r>
      <w:r w:rsidRPr="00CA52B4">
        <w:rPr>
          <w:rtl/>
          <w:lang w:bidi="fa-IR"/>
        </w:rPr>
        <w:t xml:space="preserve">الغدير 2 / 83 </w:t>
      </w:r>
      <w:r>
        <w:rPr>
          <w:rtl/>
          <w:lang w:bidi="fa-IR"/>
        </w:rPr>
        <w:t>و 3</w:t>
      </w:r>
      <w:r w:rsidRPr="00CA52B4">
        <w:rPr>
          <w:rtl/>
          <w:lang w:bidi="fa-IR"/>
        </w:rPr>
        <w:t xml:space="preserve"> / 400 </w:t>
      </w:r>
      <w:r>
        <w:rPr>
          <w:rtl/>
          <w:lang w:bidi="fa-IR"/>
        </w:rPr>
        <w:t>و 1</w:t>
      </w:r>
      <w:r w:rsidRPr="00CA52B4">
        <w:rPr>
          <w:rtl/>
          <w:lang w:bidi="fa-IR"/>
        </w:rPr>
        <w:t>1 / 17</w:t>
      </w:r>
      <w:r>
        <w:rPr>
          <w:rtl/>
          <w:lang w:bidi="fa-IR"/>
        </w:rPr>
        <w:t xml:space="preserve"> ـ </w:t>
      </w:r>
      <w:r w:rsidRPr="00CA52B4">
        <w:rPr>
          <w:rtl/>
          <w:lang w:bidi="fa-IR"/>
        </w:rPr>
        <w:t>27 الغارات 2 / 1020. الفوائد الرجالية 1 / 244.</w:t>
      </w:r>
      <w:r>
        <w:rPr>
          <w:rFonts w:hint="cs"/>
          <w:rtl/>
          <w:lang w:bidi="fa-IR"/>
        </w:rPr>
        <w:t xml:space="preserve"> </w:t>
      </w:r>
      <w:r w:rsidRPr="00CA52B4">
        <w:rPr>
          <w:rtl/>
          <w:lang w:bidi="fa-IR"/>
        </w:rPr>
        <w:t>قاموس الرجال 6 / 215. الكامل في التأريخ 3 / 383</w:t>
      </w:r>
      <w:r>
        <w:rPr>
          <w:rtl/>
          <w:lang w:bidi="fa-IR"/>
        </w:rPr>
        <w:t xml:space="preserve"> ـ </w:t>
      </w:r>
      <w:r w:rsidRPr="00CA52B4">
        <w:rPr>
          <w:rtl/>
          <w:lang w:bidi="fa-IR"/>
        </w:rPr>
        <w:t xml:space="preserve">385 ، 398 ، 408 </w:t>
      </w:r>
      <w:r>
        <w:rPr>
          <w:rtl/>
          <w:lang w:bidi="fa-IR"/>
        </w:rPr>
        <w:t>و 4</w:t>
      </w:r>
      <w:r w:rsidRPr="00CA52B4">
        <w:rPr>
          <w:rtl/>
          <w:lang w:bidi="fa-IR"/>
        </w:rPr>
        <w:t xml:space="preserve"> / 530.</w:t>
      </w:r>
      <w:r>
        <w:rPr>
          <w:rFonts w:hint="cs"/>
          <w:rtl/>
          <w:lang w:bidi="fa-IR"/>
        </w:rPr>
        <w:t xml:space="preserve"> </w:t>
      </w:r>
      <w:r w:rsidRPr="00CA52B4">
        <w:rPr>
          <w:rtl/>
          <w:lang w:bidi="fa-IR"/>
        </w:rPr>
        <w:t xml:space="preserve">مجمع الرجال 4 / 123. مرآة الجنان 1 / 130. مروج الذهب 2 / 369 </w:t>
      </w:r>
      <w:r>
        <w:rPr>
          <w:rtl/>
          <w:lang w:bidi="fa-IR"/>
        </w:rPr>
        <w:t>و 3</w:t>
      </w:r>
      <w:r w:rsidRPr="00CA52B4">
        <w:rPr>
          <w:rtl/>
          <w:lang w:bidi="fa-IR"/>
        </w:rPr>
        <w:t xml:space="preserve"> / 170.</w:t>
      </w:r>
      <w:r>
        <w:rPr>
          <w:rFonts w:hint="cs"/>
          <w:rtl/>
          <w:lang w:bidi="fa-IR"/>
        </w:rPr>
        <w:t xml:space="preserve"> </w:t>
      </w:r>
      <w:r w:rsidRPr="00CA52B4">
        <w:rPr>
          <w:rtl/>
          <w:lang w:bidi="fa-IR"/>
        </w:rPr>
        <w:t>المعارف / 53. معجم رجال الحديث 11 / 72. منتهى المقال / 203. المناقب 4 / 33. مجالس المؤمنين 1 / 191. النجوم الزاهرة 1 / 152. نقد الرجال / 216.</w:t>
      </w:r>
      <w:r>
        <w:rPr>
          <w:rFonts w:hint="cs"/>
          <w:rtl/>
          <w:lang w:bidi="fa-IR"/>
        </w:rPr>
        <w:t xml:space="preserve"> </w:t>
      </w:r>
      <w:r w:rsidRPr="00CA52B4">
        <w:rPr>
          <w:rtl/>
          <w:lang w:bidi="fa-IR"/>
        </w:rPr>
        <w:t xml:space="preserve">وفيات الأعيان 3 / 64 ، 427 ، 428 </w:t>
      </w:r>
      <w:r>
        <w:rPr>
          <w:rtl/>
          <w:lang w:bidi="fa-IR"/>
        </w:rPr>
        <w:t>و 7</w:t>
      </w:r>
      <w:r w:rsidRPr="00CA52B4">
        <w:rPr>
          <w:rtl/>
          <w:lang w:bidi="fa-IR"/>
        </w:rPr>
        <w:t xml:space="preserve"> / 60.</w:t>
      </w:r>
    </w:p>
    <w:p w:rsidR="00843DF1" w:rsidRPr="00CA52B4" w:rsidRDefault="00843DF1" w:rsidP="00EB70B9">
      <w:pPr>
        <w:pStyle w:val="libBold1"/>
        <w:rPr>
          <w:rtl/>
          <w:lang w:bidi="fa-IR"/>
        </w:rPr>
      </w:pPr>
      <w:r w:rsidRPr="00CA52B4">
        <w:rPr>
          <w:rtl/>
        </w:rPr>
        <w:t>769</w:t>
      </w:r>
      <w:r>
        <w:rPr>
          <w:rtl/>
        </w:rPr>
        <w:t xml:space="preserve"> ـ </w:t>
      </w:r>
      <w:r w:rsidRPr="00CA52B4">
        <w:rPr>
          <w:rtl/>
        </w:rPr>
        <w:t>عبيد الله بن عدي بن الخيار بن عدي بن نوفل بن عبد مناف النوفلي القرشي المدني المتوفى 90 ه‍</w:t>
      </w:r>
      <w:r>
        <w:rPr>
          <w:rtl/>
        </w:rPr>
        <w:t>.</w:t>
      </w:r>
    </w:p>
    <w:p w:rsidR="00843DF1" w:rsidRPr="00CA52B4" w:rsidRDefault="00843DF1" w:rsidP="00347E77">
      <w:pPr>
        <w:pStyle w:val="libNormal"/>
        <w:rPr>
          <w:rtl/>
          <w:lang w:bidi="fa-IR"/>
        </w:rPr>
      </w:pPr>
      <w:r w:rsidRPr="00CA52B4">
        <w:rPr>
          <w:rtl/>
          <w:lang w:bidi="fa-IR"/>
        </w:rPr>
        <w:t xml:space="preserve">محدّث ، ولد على عهد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وهو في الطبقة الأولى من تابعي أهل المدينة ، ثقة قليل الحديث من كبار التابعين ، مات في المدينة في خلافة الوليد بن عبد الملك سنة 90 ه‍</w:t>
      </w:r>
      <w:r>
        <w:rPr>
          <w:rtl/>
          <w:lang w:bidi="fa-IR"/>
        </w:rPr>
        <w:t>.</w:t>
      </w:r>
      <w:r w:rsidRPr="00CA52B4">
        <w:rPr>
          <w:rtl/>
          <w:lang w:bidi="fa-IR"/>
        </w:rPr>
        <w:t xml:space="preserve"> قتل أبوه يوم بدر كافرا ، وهو ابن أخت عثمان. ويعتبر من فقهاء قريش وعلمائهم. وقد أدرك أصحاب النبي </w:t>
      </w:r>
      <w:r>
        <w:rPr>
          <w:rtl/>
          <w:lang w:bidi="fa-IR"/>
        </w:rPr>
        <w:t>(</w:t>
      </w:r>
      <w:r w:rsidRPr="00CA52B4">
        <w:rPr>
          <w:rtl/>
          <w:lang w:bidi="fa-IR"/>
        </w:rPr>
        <w:t>صلّى الله عليه وآله وسلّم</w:t>
      </w:r>
      <w:r>
        <w:rPr>
          <w:rtl/>
          <w:lang w:bidi="fa-IR"/>
        </w:rPr>
        <w:t>)</w:t>
      </w:r>
      <w:r w:rsidRPr="00CA52B4">
        <w:rPr>
          <w:rtl/>
          <w:lang w:bidi="fa-IR"/>
        </w:rPr>
        <w:t xml:space="preserve"> متوافرين. ذكره ابن حبان في الصحابة وفي ثقات التابعين.</w:t>
      </w:r>
    </w:p>
    <w:p w:rsidR="00843DF1" w:rsidRPr="00CA52B4" w:rsidRDefault="00843DF1" w:rsidP="00B10281">
      <w:pPr>
        <w:pStyle w:val="libNormal0"/>
        <w:rPr>
          <w:rtl/>
          <w:lang w:bidi="fa-IR"/>
        </w:rPr>
      </w:pPr>
      <w:r>
        <w:rPr>
          <w:rtl/>
          <w:lang w:bidi="fa-IR"/>
        </w:rPr>
        <w:br w:type="page"/>
      </w:r>
      <w:r w:rsidRPr="00CA52B4">
        <w:rPr>
          <w:rtl/>
          <w:lang w:bidi="fa-IR"/>
        </w:rPr>
        <w:lastRenderedPageBreak/>
        <w:t>روى عنه جمع كبير ، وأمه أم قتال بنت أسيد بن أبي العيص.</w:t>
      </w:r>
    </w:p>
    <w:p w:rsidR="00843DF1" w:rsidRPr="00CA52B4" w:rsidRDefault="00843DF1" w:rsidP="00B10281">
      <w:pPr>
        <w:pStyle w:val="libVar"/>
        <w:rPr>
          <w:rtl/>
          <w:lang w:bidi="fa-IR"/>
        </w:rPr>
      </w:pPr>
      <w:r w:rsidRPr="00CA52B4">
        <w:rPr>
          <w:rtl/>
          <w:lang w:bidi="fa-IR"/>
        </w:rPr>
        <w:t>أسد الغابة 3 / 341. الاشتقاق / 89. الإصابة 2 / 439 وج 3 / 74.</w:t>
      </w:r>
      <w:r>
        <w:rPr>
          <w:rFonts w:hint="cs"/>
          <w:rtl/>
          <w:lang w:bidi="fa-IR"/>
        </w:rPr>
        <w:t xml:space="preserve"> </w:t>
      </w:r>
      <w:r w:rsidRPr="00CA52B4">
        <w:rPr>
          <w:rtl/>
          <w:lang w:bidi="fa-IR"/>
        </w:rPr>
        <w:t xml:space="preserve">الأنساب / 1140. تقريب التهذيب 1 / 356. تهذيب التهذيب 7 / 36. الجرح والتعديل 5 / 329. شرح ابن أبي الحديد 4 / 75 </w:t>
      </w:r>
      <w:r>
        <w:rPr>
          <w:rtl/>
          <w:lang w:bidi="fa-IR"/>
        </w:rPr>
        <w:t>و 1</w:t>
      </w:r>
      <w:r w:rsidRPr="00CA52B4">
        <w:rPr>
          <w:rtl/>
          <w:lang w:bidi="fa-IR"/>
        </w:rPr>
        <w:t xml:space="preserve">5 / 12. الطبقات الكبرى 3 / 577 </w:t>
      </w:r>
      <w:r>
        <w:rPr>
          <w:rtl/>
          <w:lang w:bidi="fa-IR"/>
        </w:rPr>
        <w:t>و 5</w:t>
      </w:r>
      <w:r w:rsidRPr="00CA52B4">
        <w:rPr>
          <w:rtl/>
          <w:lang w:bidi="fa-IR"/>
        </w:rPr>
        <w:t xml:space="preserve"> / 249.</w:t>
      </w:r>
      <w:r>
        <w:rPr>
          <w:rFonts w:hint="cs"/>
          <w:rtl/>
          <w:lang w:bidi="fa-IR"/>
        </w:rPr>
        <w:t xml:space="preserve"> </w:t>
      </w:r>
      <w:r w:rsidRPr="00CA52B4">
        <w:rPr>
          <w:rtl/>
          <w:lang w:bidi="fa-IR"/>
        </w:rPr>
        <w:t>مجمع الرجال 4 / 124. منتهى المقال / 203. النهاية في غريب الحديث 3 / 185.</w:t>
      </w:r>
    </w:p>
    <w:p w:rsidR="00843DF1" w:rsidRPr="00CA52B4" w:rsidRDefault="00843DF1" w:rsidP="00EB70B9">
      <w:pPr>
        <w:pStyle w:val="libBold1"/>
        <w:rPr>
          <w:rtl/>
          <w:lang w:bidi="fa-IR"/>
        </w:rPr>
      </w:pPr>
      <w:r w:rsidRPr="00CA52B4">
        <w:rPr>
          <w:rtl/>
        </w:rPr>
        <w:t>770</w:t>
      </w:r>
      <w:r>
        <w:rPr>
          <w:rtl/>
        </w:rPr>
        <w:t xml:space="preserve"> ـ </w:t>
      </w:r>
      <w:r w:rsidRPr="00CA52B4">
        <w:rPr>
          <w:rtl/>
        </w:rPr>
        <w:t>عتاب بن لقيط البكري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شهد صفين. ولما انتهى عليّ </w:t>
      </w:r>
      <w:r>
        <w:rPr>
          <w:rtl/>
          <w:lang w:bidi="fa-IR"/>
        </w:rPr>
        <w:t>(</w:t>
      </w:r>
      <w:r w:rsidRPr="00CA52B4">
        <w:rPr>
          <w:rtl/>
          <w:lang w:bidi="fa-IR"/>
        </w:rPr>
        <w:t>عليه السلام</w:t>
      </w:r>
      <w:r>
        <w:rPr>
          <w:rtl/>
          <w:lang w:bidi="fa-IR"/>
        </w:rPr>
        <w:t>)</w:t>
      </w:r>
      <w:r w:rsidRPr="00CA52B4">
        <w:rPr>
          <w:rtl/>
          <w:lang w:bidi="fa-IR"/>
        </w:rPr>
        <w:t xml:space="preserve"> إلى رايات ربيعة يوم العاشر ، من أيام الحرب بصفين ، قال ابن لقيط : إن أصيب عليّ فيكم افتضحتم وقد لجأ إليكم </w:t>
      </w:r>
      <w:r>
        <w:rPr>
          <w:rtl/>
          <w:lang w:bidi="fa-IR"/>
        </w:rPr>
        <w:t>(</w:t>
      </w:r>
      <w:r w:rsidRPr="00CA52B4">
        <w:rPr>
          <w:rtl/>
          <w:lang w:bidi="fa-IR"/>
        </w:rPr>
        <w:t>وكان كتاب من بني قيس بن ثعلبة</w:t>
      </w:r>
      <w:r>
        <w:rPr>
          <w:rtl/>
          <w:lang w:bidi="fa-IR"/>
        </w:rPr>
        <w:t>)</w:t>
      </w:r>
      <w:r w:rsidRPr="00CA52B4">
        <w:rPr>
          <w:rtl/>
          <w:lang w:bidi="fa-IR"/>
        </w:rPr>
        <w:t xml:space="preserve"> وليس لكم يا معشر ربيعة ، عذر في العرب إن أصيب عليّ فيكم ، ومنكم رجل حيّ ، إن منعتموه فحمد الحياة ألبستموه ، فقاتلوا قتالا شديدا لم يكن قبله مثله حين جاءهم عليّ ، ففي ذلك تعاقدوا وتواصوا ألا ينظر رجل منهم خلفه حتّى يرد سرادق معاوية. فلما نظر إليهم معاوية قد أقبلوا 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إذا قلت قد ولت ربيعة أقبلت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كتائب منهم كالجبال تجالد</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8 / 137. شرح ابن أبي الحديد 5 / 242. وقعة صفين / 306.</w:t>
      </w:r>
    </w:p>
    <w:p w:rsidR="00843DF1" w:rsidRPr="00CA52B4" w:rsidRDefault="00843DF1" w:rsidP="00EB70B9">
      <w:pPr>
        <w:pStyle w:val="libBold1"/>
        <w:rPr>
          <w:rtl/>
          <w:lang w:bidi="fa-IR"/>
        </w:rPr>
      </w:pPr>
      <w:r w:rsidRPr="00CA52B4">
        <w:rPr>
          <w:rtl/>
        </w:rPr>
        <w:t>771</w:t>
      </w:r>
      <w:r>
        <w:rPr>
          <w:rtl/>
        </w:rPr>
        <w:t xml:space="preserve"> ـ </w:t>
      </w:r>
      <w:r w:rsidRPr="00CA52B4">
        <w:rPr>
          <w:rtl/>
        </w:rPr>
        <w:t>عائذ بن مسروق الهمداني</w:t>
      </w:r>
      <w:r>
        <w:rPr>
          <w:rtl/>
        </w:rPr>
        <w:t xml:space="preserve"> ..</w:t>
      </w:r>
      <w:r w:rsidRPr="00CA52B4">
        <w:rPr>
          <w:rtl/>
        </w:rPr>
        <w:t>.</w:t>
      </w:r>
    </w:p>
    <w:p w:rsidR="00843DF1" w:rsidRPr="00CA52B4" w:rsidRDefault="00843DF1" w:rsidP="00EB70B9">
      <w:pPr>
        <w:pStyle w:val="libBold1"/>
        <w:rPr>
          <w:rtl/>
          <w:lang w:bidi="fa-IR"/>
        </w:rPr>
      </w:pPr>
      <w:r w:rsidRPr="00CA52B4">
        <w:rPr>
          <w:rtl/>
        </w:rPr>
        <w:t>772</w:t>
      </w:r>
      <w:r>
        <w:rPr>
          <w:rtl/>
        </w:rPr>
        <w:t xml:space="preserve"> ـ </w:t>
      </w:r>
      <w:r w:rsidRPr="00CA52B4">
        <w:rPr>
          <w:rtl/>
        </w:rPr>
        <w:t>عبد الله بن خالد القيني.</w:t>
      </w:r>
    </w:p>
    <w:p w:rsidR="00843DF1" w:rsidRPr="00CA52B4" w:rsidRDefault="00843DF1" w:rsidP="00EB70B9">
      <w:pPr>
        <w:pStyle w:val="libBold1"/>
        <w:rPr>
          <w:rtl/>
          <w:lang w:bidi="fa-IR"/>
        </w:rPr>
      </w:pPr>
      <w:r w:rsidRPr="00CA52B4">
        <w:rPr>
          <w:rtl/>
        </w:rPr>
        <w:t>773</w:t>
      </w:r>
      <w:r>
        <w:rPr>
          <w:rtl/>
        </w:rPr>
        <w:t xml:space="preserve"> ـ </w:t>
      </w:r>
      <w:r w:rsidRPr="00CA52B4">
        <w:rPr>
          <w:rtl/>
        </w:rPr>
        <w:t>عبد الله بن جريش العكي.</w:t>
      </w:r>
    </w:p>
    <w:p w:rsidR="00843DF1" w:rsidRPr="00CA52B4" w:rsidRDefault="00843DF1" w:rsidP="00EB70B9">
      <w:pPr>
        <w:pStyle w:val="libBold1"/>
        <w:rPr>
          <w:rtl/>
          <w:lang w:bidi="fa-IR"/>
        </w:rPr>
      </w:pPr>
      <w:r w:rsidRPr="00CA52B4">
        <w:rPr>
          <w:rtl/>
        </w:rPr>
        <w:t>774</w:t>
      </w:r>
      <w:r>
        <w:rPr>
          <w:rtl/>
        </w:rPr>
        <w:t xml:space="preserve"> ـ </w:t>
      </w:r>
      <w:r w:rsidRPr="00CA52B4">
        <w:rPr>
          <w:rtl/>
        </w:rPr>
        <w:t>عبد الله بن الحارث المازني.</w:t>
      </w:r>
    </w:p>
    <w:p w:rsidR="00843DF1" w:rsidRPr="00CA52B4" w:rsidRDefault="00843DF1" w:rsidP="00EB70B9">
      <w:pPr>
        <w:pStyle w:val="libBold1"/>
        <w:rPr>
          <w:rtl/>
          <w:lang w:bidi="fa-IR"/>
        </w:rPr>
      </w:pPr>
      <w:r w:rsidRPr="00CA52B4">
        <w:rPr>
          <w:rtl/>
        </w:rPr>
        <w:t>775</w:t>
      </w:r>
      <w:r>
        <w:rPr>
          <w:rtl/>
        </w:rPr>
        <w:t xml:space="preserve"> ـ </w:t>
      </w:r>
      <w:r w:rsidRPr="00CA52B4">
        <w:rPr>
          <w:rtl/>
        </w:rPr>
        <w:t>عبد الله بن المنهال الساعدي.</w:t>
      </w:r>
    </w:p>
    <w:p w:rsidR="00843DF1" w:rsidRPr="00CA52B4" w:rsidRDefault="00843DF1" w:rsidP="00EB70B9">
      <w:pPr>
        <w:pStyle w:val="libBold1"/>
        <w:rPr>
          <w:rtl/>
          <w:lang w:bidi="fa-IR"/>
        </w:rPr>
      </w:pPr>
      <w:r w:rsidRPr="00CA52B4">
        <w:rPr>
          <w:rtl/>
        </w:rPr>
        <w:t>776</w:t>
      </w:r>
      <w:r>
        <w:rPr>
          <w:rtl/>
        </w:rPr>
        <w:t xml:space="preserve"> ـ </w:t>
      </w:r>
      <w:r w:rsidRPr="00CA52B4">
        <w:rPr>
          <w:rtl/>
        </w:rPr>
        <w:t>علباء بن المخارق الطائي.</w:t>
      </w:r>
    </w:p>
    <w:p w:rsidR="00843DF1" w:rsidRPr="00CA52B4" w:rsidRDefault="00843DF1" w:rsidP="00EB70B9">
      <w:pPr>
        <w:pStyle w:val="libBold1"/>
        <w:rPr>
          <w:rtl/>
          <w:lang w:bidi="fa-IR"/>
        </w:rPr>
      </w:pPr>
      <w:r w:rsidRPr="00CA52B4">
        <w:rPr>
          <w:rtl/>
        </w:rPr>
        <w:t>777</w:t>
      </w:r>
      <w:r>
        <w:rPr>
          <w:rtl/>
        </w:rPr>
        <w:t xml:space="preserve"> ـ </w:t>
      </w:r>
      <w:r w:rsidRPr="00CA52B4">
        <w:rPr>
          <w:rtl/>
        </w:rPr>
        <w:t>علباء بن الهيثم البكري.</w:t>
      </w:r>
    </w:p>
    <w:p w:rsidR="00843DF1" w:rsidRPr="00CA52B4" w:rsidRDefault="00843DF1" w:rsidP="00EB70B9">
      <w:pPr>
        <w:pStyle w:val="libBold1"/>
        <w:rPr>
          <w:rtl/>
          <w:lang w:bidi="fa-IR"/>
        </w:rPr>
      </w:pPr>
      <w:r>
        <w:rPr>
          <w:rtl/>
          <w:lang w:bidi="fa-IR"/>
        </w:rPr>
        <w:br w:type="page"/>
      </w:r>
      <w:r w:rsidRPr="00CA52B4">
        <w:rPr>
          <w:rtl/>
        </w:rPr>
        <w:lastRenderedPageBreak/>
        <w:t>778</w:t>
      </w:r>
      <w:r>
        <w:rPr>
          <w:rtl/>
        </w:rPr>
        <w:t xml:space="preserve"> ـ </w:t>
      </w:r>
      <w:r w:rsidRPr="00CA52B4">
        <w:rPr>
          <w:rtl/>
        </w:rPr>
        <w:t>علقمة بن الحصين الحارثي.</w:t>
      </w:r>
    </w:p>
    <w:p w:rsidR="00843DF1" w:rsidRPr="00CA52B4" w:rsidRDefault="00843DF1" w:rsidP="00EB70B9">
      <w:pPr>
        <w:pStyle w:val="libBold1"/>
        <w:rPr>
          <w:rtl/>
          <w:lang w:bidi="fa-IR"/>
        </w:rPr>
      </w:pPr>
      <w:r w:rsidRPr="00CA52B4">
        <w:rPr>
          <w:rtl/>
        </w:rPr>
        <w:t>779</w:t>
      </w:r>
      <w:r>
        <w:rPr>
          <w:rtl/>
        </w:rPr>
        <w:t xml:space="preserve"> ـ </w:t>
      </w:r>
      <w:r w:rsidRPr="00CA52B4">
        <w:rPr>
          <w:rtl/>
        </w:rPr>
        <w:t>عبيدة بن الرياح الرعيني.</w:t>
      </w:r>
    </w:p>
    <w:p w:rsidR="00843DF1" w:rsidRPr="00CA52B4" w:rsidRDefault="00843DF1" w:rsidP="00347E77">
      <w:pPr>
        <w:pStyle w:val="libNormal"/>
        <w:rPr>
          <w:rtl/>
          <w:lang w:bidi="fa-IR"/>
        </w:rPr>
      </w:pPr>
      <w:r w:rsidRPr="00CA52B4">
        <w:rPr>
          <w:rtl/>
          <w:lang w:bidi="fa-IR"/>
        </w:rPr>
        <w:t>من شجعان العرب ، وأبطال العراق ، شاركوا في مقاتلة أهل الشام ، وقاتلوهم أشدّ القتال ، واستشهدوا بصفين عام 37 ه‍</w:t>
      </w:r>
      <w:r>
        <w:rPr>
          <w:rtl/>
          <w:lang w:bidi="fa-IR"/>
        </w:rPr>
        <w:t>.</w:t>
      </w:r>
    </w:p>
    <w:p w:rsidR="00843DF1" w:rsidRPr="00CA52B4" w:rsidRDefault="00843DF1" w:rsidP="00B10281">
      <w:pPr>
        <w:pStyle w:val="libVar"/>
        <w:rPr>
          <w:rtl/>
          <w:lang w:bidi="fa-IR"/>
        </w:rPr>
      </w:pPr>
      <w:r w:rsidRPr="00CA52B4">
        <w:rPr>
          <w:rtl/>
          <w:lang w:bidi="fa-IR"/>
        </w:rPr>
        <w:t>وقعة صفين / 556</w:t>
      </w:r>
      <w:r>
        <w:rPr>
          <w:rtl/>
          <w:lang w:bidi="fa-IR"/>
        </w:rPr>
        <w:t xml:space="preserve"> ـ </w:t>
      </w:r>
      <w:r w:rsidRPr="00CA52B4">
        <w:rPr>
          <w:rtl/>
          <w:lang w:bidi="fa-IR"/>
        </w:rPr>
        <w:t>558.</w:t>
      </w:r>
    </w:p>
    <w:p w:rsidR="00843DF1" w:rsidRPr="00CA52B4" w:rsidRDefault="00843DF1" w:rsidP="00EB70B9">
      <w:pPr>
        <w:pStyle w:val="libBold1"/>
        <w:rPr>
          <w:rtl/>
          <w:lang w:bidi="fa-IR"/>
        </w:rPr>
      </w:pPr>
      <w:r w:rsidRPr="00CA52B4">
        <w:rPr>
          <w:rtl/>
        </w:rPr>
        <w:t>780</w:t>
      </w:r>
      <w:r>
        <w:rPr>
          <w:rtl/>
        </w:rPr>
        <w:t xml:space="preserve"> ـ </w:t>
      </w:r>
      <w:r w:rsidRPr="00CA52B4">
        <w:rPr>
          <w:rtl/>
        </w:rPr>
        <w:t>عتبة بن الأخنس بن قيس</w:t>
      </w:r>
      <w:r>
        <w:rPr>
          <w:rtl/>
        </w:rPr>
        <w:t xml:space="preserve"> ..</w:t>
      </w:r>
      <w:r w:rsidRPr="00CA52B4">
        <w:rPr>
          <w:rtl/>
        </w:rPr>
        <w:t xml:space="preserve"> من بني سعد بن بكر بن هوازن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شهد صفين ، والنّهروان. ورسوله </w:t>
      </w:r>
      <w:r>
        <w:rPr>
          <w:rtl/>
          <w:lang w:bidi="fa-IR"/>
        </w:rPr>
        <w:t>(</w:t>
      </w:r>
      <w:r w:rsidRPr="00CA52B4">
        <w:rPr>
          <w:rtl/>
          <w:lang w:bidi="fa-IR"/>
        </w:rPr>
        <w:t>صلّى الله عليه وآله وسلّم</w:t>
      </w:r>
      <w:r>
        <w:rPr>
          <w:rtl/>
          <w:lang w:bidi="fa-IR"/>
        </w:rPr>
        <w:t>)</w:t>
      </w:r>
      <w:r w:rsidRPr="00CA52B4">
        <w:rPr>
          <w:rtl/>
          <w:lang w:bidi="fa-IR"/>
        </w:rPr>
        <w:t xml:space="preserve"> إلى عبد الله بن عباس بالبصرة. وقد أرسله زياد سنة 51 ه‍</w:t>
      </w:r>
      <w:r>
        <w:rPr>
          <w:rtl/>
          <w:lang w:bidi="fa-IR"/>
        </w:rPr>
        <w:t>.</w:t>
      </w:r>
      <w:r w:rsidRPr="00CA52B4">
        <w:rPr>
          <w:rtl/>
          <w:lang w:bidi="fa-IR"/>
        </w:rPr>
        <w:t xml:space="preserve"> إلى معاوية في جمع ، وعلى رأسهم حجر بن عدي ، فحبسوا في الشام وقتلوا واحدا بعد واحد. ودفنوا في موضع واحد.</w:t>
      </w:r>
    </w:p>
    <w:p w:rsidR="00843DF1" w:rsidRPr="00CA52B4" w:rsidRDefault="00843DF1" w:rsidP="00B10281">
      <w:pPr>
        <w:pStyle w:val="libVar"/>
        <w:rPr>
          <w:rtl/>
          <w:lang w:bidi="fa-IR"/>
        </w:rPr>
      </w:pPr>
      <w:r w:rsidRPr="00CA52B4">
        <w:rPr>
          <w:rtl/>
          <w:lang w:bidi="fa-IR"/>
        </w:rPr>
        <w:t xml:space="preserve">تاريخ الطبري 6 / 44 ، 152. الغدير 9 / 119 ، 165 </w:t>
      </w:r>
      <w:r>
        <w:rPr>
          <w:rtl/>
          <w:lang w:bidi="fa-IR"/>
        </w:rPr>
        <w:t>و 1</w:t>
      </w:r>
      <w:r w:rsidRPr="00CA52B4">
        <w:rPr>
          <w:rtl/>
          <w:lang w:bidi="fa-IR"/>
        </w:rPr>
        <w:t>1 / 51. قاموس الرجال 6 / 237. الكامل في التأريخ 3 / 484.</w:t>
      </w:r>
    </w:p>
    <w:p w:rsidR="00843DF1" w:rsidRPr="00CA52B4" w:rsidRDefault="00843DF1" w:rsidP="00EB70B9">
      <w:pPr>
        <w:pStyle w:val="libBold1"/>
        <w:rPr>
          <w:rtl/>
          <w:lang w:bidi="fa-IR"/>
        </w:rPr>
      </w:pPr>
      <w:r w:rsidRPr="00CA52B4">
        <w:rPr>
          <w:rtl/>
        </w:rPr>
        <w:t>781</w:t>
      </w:r>
      <w:r>
        <w:rPr>
          <w:rtl/>
        </w:rPr>
        <w:t xml:space="preserve"> ـ </w:t>
      </w:r>
      <w:r w:rsidRPr="00CA52B4">
        <w:rPr>
          <w:rtl/>
        </w:rPr>
        <w:t>عتبة بن رفاعة بن رافع بن مالك بن العجلان بن عمرو بن عامر بن رزيق بن عبد حارثة بن مالك بن غضب بن جشم بن الخزرج</w:t>
      </w:r>
      <w:r>
        <w:rPr>
          <w:rtl/>
        </w:rPr>
        <w:t xml:space="preserve"> ..</w:t>
      </w:r>
      <w:r w:rsidRPr="00CA52B4">
        <w:rPr>
          <w:rtl/>
        </w:rPr>
        <w:t>. مات</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وجاء في بعض المراجع : أنّ أولاد رفاعة هم : عبيد ، ومعاذ.</w:t>
      </w:r>
      <w:r>
        <w:rPr>
          <w:rFonts w:hint="cs"/>
          <w:rtl/>
          <w:lang w:bidi="fa-IR"/>
        </w:rPr>
        <w:t xml:space="preserve"> </w:t>
      </w:r>
      <w:r w:rsidRPr="00CA52B4">
        <w:rPr>
          <w:rtl/>
          <w:lang w:bidi="fa-IR"/>
        </w:rPr>
        <w:t xml:space="preserve">ذكره الشيخ الطوسي في رجاله من أصحاب عليّ </w:t>
      </w:r>
      <w:r>
        <w:rPr>
          <w:rtl/>
          <w:lang w:bidi="fa-IR"/>
        </w:rPr>
        <w:t>(</w:t>
      </w:r>
      <w:r w:rsidRPr="00CA52B4">
        <w:rPr>
          <w:rtl/>
          <w:lang w:bidi="fa-IR"/>
        </w:rPr>
        <w:t>عليه السلام</w:t>
      </w:r>
      <w:r>
        <w:rPr>
          <w:rtl/>
          <w:lang w:bidi="fa-IR"/>
        </w:rPr>
        <w:t>).</w:t>
      </w:r>
      <w:r w:rsidRPr="00CA52B4">
        <w:rPr>
          <w:rtl/>
          <w:lang w:bidi="fa-IR"/>
        </w:rPr>
        <w:t xml:space="preserve"> وكان والده رفاعة من أخلص أصحابه </w:t>
      </w:r>
      <w:r>
        <w:rPr>
          <w:rtl/>
          <w:lang w:bidi="fa-IR"/>
        </w:rPr>
        <w:t>(</w:t>
      </w:r>
      <w:r w:rsidRPr="00CA52B4">
        <w:rPr>
          <w:rtl/>
          <w:lang w:bidi="fa-IR"/>
        </w:rPr>
        <w:t>عليه السلام</w:t>
      </w:r>
      <w:r>
        <w:rPr>
          <w:rtl/>
          <w:lang w:bidi="fa-IR"/>
        </w:rPr>
        <w:t>)</w:t>
      </w:r>
      <w:r w:rsidRPr="00CA52B4">
        <w:rPr>
          <w:rtl/>
          <w:lang w:bidi="fa-IR"/>
        </w:rPr>
        <w:t xml:space="preserve"> وقد شهد صفين ، ومات سنة 41 كما أسلفنا القول عنه في محله.</w:t>
      </w:r>
    </w:p>
    <w:p w:rsidR="00843DF1" w:rsidRPr="00CA52B4" w:rsidRDefault="00843DF1" w:rsidP="00B10281">
      <w:pPr>
        <w:pStyle w:val="libVar"/>
        <w:rPr>
          <w:rtl/>
          <w:lang w:bidi="fa-IR"/>
        </w:rPr>
      </w:pPr>
      <w:r w:rsidRPr="00CA52B4">
        <w:rPr>
          <w:rtl/>
          <w:lang w:bidi="fa-IR"/>
        </w:rPr>
        <w:t>تنقيح المقال 2 / 243. جامع الرواة 1 / 531. جمهرة أنساب العرب / 358. رجال الشيخ الطوسي / 49. مجمع الرجال 4 / 129. معجم رجال الحديث 11 / 100. نقد الرجال / 218.</w:t>
      </w:r>
    </w:p>
    <w:p w:rsidR="00843DF1" w:rsidRPr="00CA52B4" w:rsidRDefault="00843DF1" w:rsidP="00EB70B9">
      <w:pPr>
        <w:pStyle w:val="libBold1"/>
        <w:rPr>
          <w:rtl/>
          <w:lang w:bidi="fa-IR"/>
        </w:rPr>
      </w:pPr>
      <w:r w:rsidRPr="00CA52B4">
        <w:rPr>
          <w:rtl/>
        </w:rPr>
        <w:t>782</w:t>
      </w:r>
      <w:r>
        <w:rPr>
          <w:rtl/>
        </w:rPr>
        <w:t xml:space="preserve"> ـ </w:t>
      </w:r>
      <w:r w:rsidRPr="00CA52B4">
        <w:rPr>
          <w:rtl/>
        </w:rPr>
        <w:t>عتبة بن عمرو بن جروة بن عدي بن عامر بن عدي بن كعب بن الخزرج بن الحارث بن الخزرج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صحابي ، شهد أحد ، ولا عقب له. ذكره الشيخ الطوسي في رجاله من</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وسار على نهجه الخلف من أصحاب المعاجم فذكروه في تاليفهم.</w:t>
      </w:r>
    </w:p>
    <w:p w:rsidR="00843DF1" w:rsidRPr="00CA52B4" w:rsidRDefault="00843DF1" w:rsidP="00B10281">
      <w:pPr>
        <w:pStyle w:val="libVar"/>
        <w:rPr>
          <w:rtl/>
          <w:lang w:bidi="fa-IR"/>
        </w:rPr>
      </w:pPr>
      <w:r w:rsidRPr="00CA52B4">
        <w:rPr>
          <w:rtl/>
          <w:lang w:bidi="fa-IR"/>
        </w:rPr>
        <w:t>أسد الغابة 3 / 363. الإصابة 2 / 454. تنقيح المقال 2 / 243. رجال الشيخ الطوسي / 49. الطبقات الكبرى 4 / 13. مجمع الرجال 4 / 129. معجم رجال الحديث 11 / 100. منتهى المقال / 204. نقد الرجال / 218.</w:t>
      </w:r>
    </w:p>
    <w:p w:rsidR="00843DF1" w:rsidRPr="00CA52B4" w:rsidRDefault="00843DF1" w:rsidP="00EB70B9">
      <w:pPr>
        <w:pStyle w:val="libBold1"/>
        <w:rPr>
          <w:rtl/>
          <w:lang w:bidi="fa-IR"/>
        </w:rPr>
      </w:pPr>
      <w:r w:rsidRPr="00CA52B4">
        <w:rPr>
          <w:rtl/>
        </w:rPr>
        <w:t>783</w:t>
      </w:r>
      <w:r>
        <w:rPr>
          <w:rtl/>
        </w:rPr>
        <w:t xml:space="preserve"> ـ </w:t>
      </w:r>
      <w:r w:rsidRPr="00CA52B4">
        <w:rPr>
          <w:rtl/>
        </w:rPr>
        <w:t xml:space="preserve">عتيق </w:t>
      </w:r>
      <w:r>
        <w:rPr>
          <w:rtl/>
        </w:rPr>
        <w:t>(</w:t>
      </w:r>
      <w:r w:rsidRPr="00CA52B4">
        <w:rPr>
          <w:rtl/>
        </w:rPr>
        <w:t>أبو عياش</w:t>
      </w:r>
      <w:r>
        <w:rPr>
          <w:rtl/>
        </w:rPr>
        <w:t>)</w:t>
      </w:r>
      <w:r w:rsidRPr="00CA52B4">
        <w:rPr>
          <w:rtl/>
        </w:rPr>
        <w:t xml:space="preserve"> ابن معاوية بن الصامت الأنصاري الخزرجي من بني زريق</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فارس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روى عنه خلق كثير. وله في الكتب أحاديث في أبواب الفقه. وكان ثقة صحيحا. ذكره الشيخ الطوسي في رجاله من أصحاب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2 / 244. جامع الرواة 1 / 532. خلاصة الأقوال / 131. رجال الشيخ الطوسي / 49. رجال ابن داود / 132. قاموس الرجال 6 / 239. مجمع الرجال 4 / 129. معجم رجال الحديث 11 / 102. نقد الرجال / 218.</w:t>
      </w:r>
    </w:p>
    <w:p w:rsidR="00843DF1" w:rsidRPr="00CA52B4" w:rsidRDefault="00843DF1" w:rsidP="00EB70B9">
      <w:pPr>
        <w:pStyle w:val="libBold1"/>
        <w:rPr>
          <w:rtl/>
          <w:lang w:bidi="fa-IR"/>
        </w:rPr>
      </w:pPr>
      <w:r w:rsidRPr="00CA52B4">
        <w:rPr>
          <w:rtl/>
        </w:rPr>
        <w:t>784</w:t>
      </w:r>
      <w:r>
        <w:rPr>
          <w:rtl/>
        </w:rPr>
        <w:t xml:space="preserve"> ـ </w:t>
      </w:r>
      <w:r w:rsidRPr="00CA52B4">
        <w:rPr>
          <w:rtl/>
        </w:rPr>
        <w:t>عثمان</w:t>
      </w:r>
      <w:r>
        <w:rPr>
          <w:rtl/>
        </w:rPr>
        <w:t xml:space="preserve"> ....</w:t>
      </w:r>
      <w:r w:rsidRPr="00CA52B4">
        <w:rPr>
          <w:rtl/>
        </w:rPr>
        <w:t xml:space="preserve"> مؤذن بني أفصى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بكير الطويل. قال العقيلي : حدثنا عبد الله بن ناجية ، حدثنا عباد الرواجين ، حدثنا علي بن عابس ، عن أبي الجحاف ، عن عمار الدهني ، عن بكير الطويل ، عن عثمان مؤذن بني أفصى ، قال :</w:t>
      </w:r>
      <w:r>
        <w:rPr>
          <w:rFonts w:hint="cs"/>
          <w:rtl/>
          <w:lang w:bidi="fa-IR"/>
        </w:rPr>
        <w:t xml:space="preserve"> </w:t>
      </w:r>
      <w:r w:rsidRPr="00CA52B4">
        <w:rPr>
          <w:rtl/>
          <w:lang w:bidi="fa-IR"/>
        </w:rPr>
        <w:t xml:space="preserve">سمعت عليا </w:t>
      </w:r>
      <w:r>
        <w:rPr>
          <w:rtl/>
          <w:lang w:bidi="fa-IR"/>
        </w:rPr>
        <w:t>(</w:t>
      </w:r>
      <w:r w:rsidRPr="00CA52B4">
        <w:rPr>
          <w:rtl/>
          <w:lang w:bidi="fa-IR"/>
        </w:rPr>
        <w:t>عليه السلام</w:t>
      </w:r>
      <w:r>
        <w:rPr>
          <w:rtl/>
          <w:lang w:bidi="fa-IR"/>
        </w:rPr>
        <w:t>)</w:t>
      </w:r>
      <w:r w:rsidRPr="00CA52B4">
        <w:rPr>
          <w:rtl/>
          <w:lang w:bidi="fa-IR"/>
        </w:rPr>
        <w:t xml:space="preserve"> يقول : والله ما قوتل أهل هذه الآية بعد ما نزلت </w:t>
      </w:r>
      <w:r w:rsidRPr="00347E77">
        <w:rPr>
          <w:rStyle w:val="libAlaemChar"/>
          <w:rtl/>
        </w:rPr>
        <w:t>(</w:t>
      </w:r>
      <w:r w:rsidRPr="00347E77">
        <w:rPr>
          <w:rStyle w:val="libAieChar"/>
          <w:rtl/>
        </w:rPr>
        <w:t>وَإِنْ نَكَثُوا أَيْمانَهُمْ مِنْ بَعْدِ عَهْدِهِمْ</w:t>
      </w:r>
      <w:r w:rsidRPr="00347E77">
        <w:rPr>
          <w:rStyle w:val="libAlaemChar"/>
          <w:rtl/>
        </w:rPr>
        <w:t>)</w:t>
      </w:r>
      <w:r w:rsidRPr="00CA52B4">
        <w:rPr>
          <w:rtl/>
          <w:lang w:bidi="fa-IR"/>
        </w:rPr>
        <w:t xml:space="preserve"> الآية. فهؤلاء شيعة من عباد إلى عليّ </w:t>
      </w:r>
      <w:r>
        <w:rPr>
          <w:rtl/>
          <w:lang w:bidi="fa-IR"/>
        </w:rPr>
        <w:t>(</w:t>
      </w:r>
      <w:r w:rsidRPr="00CA52B4">
        <w:rPr>
          <w:rtl/>
          <w:lang w:bidi="fa-IR"/>
        </w:rPr>
        <w:t>رضي الله عنه</w:t>
      </w:r>
      <w:r>
        <w:rPr>
          <w:rtl/>
          <w:lang w:bidi="fa-IR"/>
        </w:rPr>
        <w:t>).</w:t>
      </w:r>
    </w:p>
    <w:p w:rsidR="00843DF1" w:rsidRPr="00CA52B4" w:rsidRDefault="00843DF1" w:rsidP="00B10281">
      <w:pPr>
        <w:pStyle w:val="libVar"/>
        <w:rPr>
          <w:rtl/>
          <w:lang w:bidi="fa-IR"/>
        </w:rPr>
      </w:pPr>
      <w:r w:rsidRPr="00CA52B4">
        <w:rPr>
          <w:rtl/>
          <w:lang w:bidi="fa-IR"/>
        </w:rPr>
        <w:t>لسان الميزان 4 / 158. ميزان الاعتدال 3 / 60.</w:t>
      </w:r>
    </w:p>
    <w:p w:rsidR="00843DF1" w:rsidRPr="00CA52B4" w:rsidRDefault="00843DF1" w:rsidP="00EB70B9">
      <w:pPr>
        <w:pStyle w:val="libBold1"/>
        <w:rPr>
          <w:rtl/>
          <w:lang w:bidi="fa-IR"/>
        </w:rPr>
      </w:pPr>
      <w:r w:rsidRPr="00CA52B4">
        <w:rPr>
          <w:rtl/>
        </w:rPr>
        <w:t>785</w:t>
      </w:r>
      <w:r>
        <w:rPr>
          <w:rtl/>
        </w:rPr>
        <w:t xml:space="preserve"> ـ </w:t>
      </w:r>
      <w:r w:rsidRPr="00CA52B4">
        <w:rPr>
          <w:rtl/>
        </w:rPr>
        <w:t>عثمان بن حنيف بن واهب بن العكيم بن ثعلبة بن مجدعة بن الحارث بن عمرو بن خنش بن عوف بن عمرو بن عوف بن مالك بن الأوس</w:t>
      </w:r>
      <w:r>
        <w:rPr>
          <w:rtl/>
        </w:rPr>
        <w:t xml:space="preserve"> ..</w:t>
      </w:r>
      <w:r w:rsidRPr="00CA52B4">
        <w:rPr>
          <w:rtl/>
        </w:rPr>
        <w:t>. الأنصاري المتوفى بعد سنة 41 ه‍</w:t>
      </w:r>
      <w:r>
        <w:rPr>
          <w:rtl/>
        </w:rPr>
        <w:t>.</w:t>
      </w:r>
    </w:p>
    <w:p w:rsidR="00843DF1" w:rsidRPr="00CA52B4" w:rsidRDefault="00843DF1" w:rsidP="00347E77">
      <w:pPr>
        <w:pStyle w:val="libNormal"/>
        <w:rPr>
          <w:rtl/>
          <w:lang w:bidi="fa-IR"/>
        </w:rPr>
      </w:pPr>
      <w:r w:rsidRPr="00CA52B4">
        <w:rPr>
          <w:rtl/>
          <w:lang w:bidi="fa-IR"/>
        </w:rPr>
        <w:t xml:space="preserve">استعمله عليّ </w:t>
      </w:r>
      <w:r>
        <w:rPr>
          <w:rtl/>
          <w:lang w:bidi="fa-IR"/>
        </w:rPr>
        <w:t>(</w:t>
      </w:r>
      <w:r w:rsidRPr="00CA52B4">
        <w:rPr>
          <w:rtl/>
          <w:lang w:bidi="fa-IR"/>
        </w:rPr>
        <w:t>عليه السلام</w:t>
      </w:r>
      <w:r>
        <w:rPr>
          <w:rtl/>
          <w:lang w:bidi="fa-IR"/>
        </w:rPr>
        <w:t>)</w:t>
      </w:r>
      <w:r w:rsidRPr="00CA52B4">
        <w:rPr>
          <w:rtl/>
          <w:lang w:bidi="fa-IR"/>
        </w:rPr>
        <w:t xml:space="preserve"> على البصرة ، فبقي عليها إلى أن قدمها</w:t>
      </w:r>
    </w:p>
    <w:p w:rsidR="00843DF1" w:rsidRPr="00CA52B4" w:rsidRDefault="00843DF1" w:rsidP="00B10281">
      <w:pPr>
        <w:pStyle w:val="libNormal0"/>
        <w:rPr>
          <w:rtl/>
          <w:lang w:bidi="fa-IR"/>
        </w:rPr>
      </w:pPr>
      <w:r>
        <w:rPr>
          <w:rtl/>
          <w:lang w:bidi="fa-IR"/>
        </w:rPr>
        <w:br w:type="page"/>
      </w:r>
      <w:r w:rsidRPr="00CA52B4">
        <w:rPr>
          <w:rtl/>
          <w:lang w:bidi="fa-IR"/>
        </w:rPr>
        <w:lastRenderedPageBreak/>
        <w:t>طلحة والزبير مع عائشة ، في وقعة الجمل وأخرجوه منها. سكن الكوفة وأقام بها إلى أن مات أيام معاوية.</w:t>
      </w:r>
    </w:p>
    <w:p w:rsidR="00843DF1" w:rsidRPr="00CA52B4" w:rsidRDefault="00843DF1" w:rsidP="00347E77">
      <w:pPr>
        <w:pStyle w:val="libNormal"/>
        <w:rPr>
          <w:rtl/>
          <w:lang w:bidi="fa-IR"/>
        </w:rPr>
      </w:pPr>
      <w:r w:rsidRPr="00CA52B4">
        <w:rPr>
          <w:rtl/>
          <w:lang w:bidi="fa-IR"/>
        </w:rPr>
        <w:t xml:space="preserve">وحين قدمت عائشة البصرة ، أخذ عثمان ونتفوا شعر لحيته ، وضربوه أربعين سوطا ، ونتفوا شعر رأسه ، وحاجبيه ، وأشفار عينيه وحبسوه ، وبعد حكمت عائشة عليه بالقتل ، فقال لها امرأة نشدتك بالله يا أم المؤمنين في عثمان ، وصحبته لرسول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فقالت : احبسوه.</w:t>
      </w:r>
    </w:p>
    <w:p w:rsidR="00843DF1" w:rsidRPr="00CA52B4" w:rsidRDefault="00843DF1" w:rsidP="00B10281">
      <w:pPr>
        <w:pStyle w:val="libVar"/>
        <w:rPr>
          <w:rtl/>
          <w:lang w:bidi="fa-IR"/>
        </w:rPr>
      </w:pPr>
      <w:r w:rsidRPr="00CA52B4">
        <w:rPr>
          <w:rtl/>
          <w:lang w:bidi="fa-IR"/>
        </w:rPr>
        <w:t>إتقان المقال / 204. الأخبار الطوال / 141. الاستيعاب 3 / 89. أسد الغابة 3 / 371. الاشتقاق / 442. الإصابة 2 / 459. أعلام نهج البلاغة / 35. أعيان الشيعة 8 / 139. أنساب الأشراف 2 / 222. الأعلام 4 / 365. الإمامة والسياسة 1 / 65.</w:t>
      </w:r>
      <w:r>
        <w:rPr>
          <w:rFonts w:hint="cs"/>
          <w:rtl/>
          <w:lang w:bidi="fa-IR"/>
        </w:rPr>
        <w:t xml:space="preserve"> </w:t>
      </w:r>
      <w:r w:rsidRPr="00CA52B4">
        <w:rPr>
          <w:rtl/>
          <w:lang w:bidi="fa-IR"/>
        </w:rPr>
        <w:t>البداية والنهاية 7 / 229 ، 232. تأسيس الشيعة / 355. تاريخ الطبري 5 / 161 ، 178 وج 13 / 28. تاريخ بغداد 1 / 179. تحفة الأحباب / 207. تقريب التهذيب 2 / 7.</w:t>
      </w:r>
      <w:r>
        <w:rPr>
          <w:rFonts w:hint="cs"/>
          <w:rtl/>
          <w:lang w:bidi="fa-IR"/>
        </w:rPr>
        <w:t xml:space="preserve"> </w:t>
      </w:r>
      <w:r w:rsidRPr="00CA52B4">
        <w:rPr>
          <w:rtl/>
          <w:lang w:bidi="fa-IR"/>
        </w:rPr>
        <w:t>تنقيح المقال 2 / 245. تهذيب التهذيب 7 / 112. جامع الرواة 1 / 532. الجرح والتعديل 6 / 146. جمهرة أنساب العرب / 336. الجمل / 151. خلاصة الأقوال / 125. الدرجات الرفيعة / 381. رجال ابن داود / 133. رجال الطوسي / 47.</w:t>
      </w:r>
      <w:r>
        <w:rPr>
          <w:rFonts w:hint="cs"/>
          <w:rtl/>
          <w:lang w:bidi="fa-IR"/>
        </w:rPr>
        <w:t xml:space="preserve"> </w:t>
      </w:r>
      <w:r w:rsidRPr="00CA52B4">
        <w:rPr>
          <w:rtl/>
          <w:lang w:bidi="fa-IR"/>
        </w:rPr>
        <w:t xml:space="preserve">رجال البرقي / 4. شرح ابن أبي الحديد 3 / 70 </w:t>
      </w:r>
      <w:r>
        <w:rPr>
          <w:rtl/>
          <w:lang w:bidi="fa-IR"/>
        </w:rPr>
        <w:t>و 6</w:t>
      </w:r>
      <w:r w:rsidRPr="00CA52B4">
        <w:rPr>
          <w:rtl/>
          <w:lang w:bidi="fa-IR"/>
        </w:rPr>
        <w:t xml:space="preserve"> / 226 </w:t>
      </w:r>
      <w:r>
        <w:rPr>
          <w:rtl/>
          <w:lang w:bidi="fa-IR"/>
        </w:rPr>
        <w:t>و 7</w:t>
      </w:r>
      <w:r w:rsidRPr="00CA52B4">
        <w:rPr>
          <w:rtl/>
          <w:lang w:bidi="fa-IR"/>
        </w:rPr>
        <w:t xml:space="preserve"> / 166 </w:t>
      </w:r>
      <w:r>
        <w:rPr>
          <w:rtl/>
          <w:lang w:bidi="fa-IR"/>
        </w:rPr>
        <w:t>و 9</w:t>
      </w:r>
      <w:r w:rsidRPr="00CA52B4">
        <w:rPr>
          <w:rtl/>
          <w:lang w:bidi="fa-IR"/>
        </w:rPr>
        <w:t xml:space="preserve"> / 311</w:t>
      </w:r>
      <w:r>
        <w:rPr>
          <w:rtl/>
          <w:lang w:bidi="fa-IR"/>
        </w:rPr>
        <w:t xml:space="preserve"> ـ </w:t>
      </w:r>
      <w:r w:rsidRPr="00CA52B4">
        <w:rPr>
          <w:rtl/>
          <w:lang w:bidi="fa-IR"/>
        </w:rPr>
        <w:t xml:space="preserve">322 </w:t>
      </w:r>
      <w:r>
        <w:rPr>
          <w:rtl/>
          <w:lang w:bidi="fa-IR"/>
        </w:rPr>
        <w:t>و 1</w:t>
      </w:r>
      <w:r w:rsidRPr="00CA52B4">
        <w:rPr>
          <w:rtl/>
          <w:lang w:bidi="fa-IR"/>
        </w:rPr>
        <w:t xml:space="preserve">2 / 23 </w:t>
      </w:r>
      <w:r>
        <w:rPr>
          <w:rtl/>
          <w:lang w:bidi="fa-IR"/>
        </w:rPr>
        <w:t>و 1</w:t>
      </w:r>
      <w:r w:rsidRPr="00CA52B4">
        <w:rPr>
          <w:rtl/>
          <w:lang w:bidi="fa-IR"/>
        </w:rPr>
        <w:t xml:space="preserve">4 / 18 </w:t>
      </w:r>
      <w:r>
        <w:rPr>
          <w:rtl/>
          <w:lang w:bidi="fa-IR"/>
        </w:rPr>
        <w:t>و 1</w:t>
      </w:r>
      <w:r w:rsidRPr="00CA52B4">
        <w:rPr>
          <w:rtl/>
          <w:lang w:bidi="fa-IR"/>
        </w:rPr>
        <w:t xml:space="preserve">6 / 205 </w:t>
      </w:r>
      <w:r>
        <w:rPr>
          <w:rtl/>
          <w:lang w:bidi="fa-IR"/>
        </w:rPr>
        <w:t>و 2</w:t>
      </w:r>
      <w:r w:rsidRPr="00CA52B4">
        <w:rPr>
          <w:rtl/>
          <w:lang w:bidi="fa-IR"/>
        </w:rPr>
        <w:t>0 / 114</w:t>
      </w:r>
      <w:r>
        <w:rPr>
          <w:rtl/>
          <w:lang w:bidi="fa-IR"/>
        </w:rPr>
        <w:t xml:space="preserve"> ـ </w:t>
      </w:r>
      <w:r w:rsidRPr="00CA52B4">
        <w:rPr>
          <w:rtl/>
          <w:lang w:bidi="fa-IR"/>
        </w:rPr>
        <w:t xml:space="preserve">278. الطبقات الكبرى 3 / 255 ، 337 </w:t>
      </w:r>
      <w:r>
        <w:rPr>
          <w:rtl/>
          <w:lang w:bidi="fa-IR"/>
        </w:rPr>
        <w:t>و 5</w:t>
      </w:r>
      <w:r w:rsidRPr="00CA52B4">
        <w:rPr>
          <w:rtl/>
          <w:lang w:bidi="fa-IR"/>
        </w:rPr>
        <w:t xml:space="preserve"> / 48 </w:t>
      </w:r>
      <w:r>
        <w:rPr>
          <w:rtl/>
          <w:lang w:bidi="fa-IR"/>
        </w:rPr>
        <w:t>و 6</w:t>
      </w:r>
      <w:r w:rsidRPr="00CA52B4">
        <w:rPr>
          <w:rtl/>
          <w:lang w:bidi="fa-IR"/>
        </w:rPr>
        <w:t xml:space="preserve"> / 8 </w:t>
      </w:r>
      <w:r>
        <w:rPr>
          <w:rtl/>
          <w:lang w:bidi="fa-IR"/>
        </w:rPr>
        <w:t>و 8</w:t>
      </w:r>
      <w:r w:rsidRPr="00CA52B4">
        <w:rPr>
          <w:rtl/>
          <w:lang w:bidi="fa-IR"/>
        </w:rPr>
        <w:t xml:space="preserve"> / 495. العقد الفريد 5 / 60 ، 64. الغدير 9 / 100 ، 106 ، 107 ، 370. الغارات 2 / 619 ، 645. الفوائد الرجالية 3 / 74 ، 77 ، 78. قاموس الرجال 6 / 243. الكامل في التأريخ 2 / 519. </w:t>
      </w:r>
      <w:r>
        <w:rPr>
          <w:rtl/>
          <w:lang w:bidi="fa-IR"/>
        </w:rPr>
        <w:t>و 3</w:t>
      </w:r>
      <w:r w:rsidRPr="00CA52B4">
        <w:rPr>
          <w:rtl/>
          <w:lang w:bidi="fa-IR"/>
        </w:rPr>
        <w:t xml:space="preserve"> / 211</w:t>
      </w:r>
      <w:r>
        <w:rPr>
          <w:rtl/>
          <w:lang w:bidi="fa-IR"/>
        </w:rPr>
        <w:t xml:space="preserve"> ـ </w:t>
      </w:r>
      <w:r w:rsidRPr="00CA52B4">
        <w:rPr>
          <w:rtl/>
          <w:lang w:bidi="fa-IR"/>
        </w:rPr>
        <w:t xml:space="preserve">219 ، 225 ، 260 </w:t>
      </w:r>
      <w:r>
        <w:rPr>
          <w:rtl/>
          <w:lang w:bidi="fa-IR"/>
        </w:rPr>
        <w:t>و 4</w:t>
      </w:r>
      <w:r w:rsidRPr="00CA52B4">
        <w:rPr>
          <w:rtl/>
          <w:lang w:bidi="fa-IR"/>
        </w:rPr>
        <w:t xml:space="preserve"> / 44. الكنى والألقاب 3 / 174. مجمع الرجال 4 / 130. مروج الذهب 2 / 366. المعارف / 90.</w:t>
      </w:r>
      <w:r>
        <w:rPr>
          <w:rFonts w:hint="cs"/>
          <w:rtl/>
          <w:lang w:bidi="fa-IR"/>
        </w:rPr>
        <w:t xml:space="preserve"> </w:t>
      </w:r>
      <w:r w:rsidRPr="00CA52B4">
        <w:rPr>
          <w:rtl/>
          <w:lang w:bidi="fa-IR"/>
        </w:rPr>
        <w:t>معجم الثقات / 303. معجم رجال الحديث 11 / 106. معجم الشعراء / 255.</w:t>
      </w:r>
      <w:r>
        <w:rPr>
          <w:rFonts w:hint="cs"/>
          <w:rtl/>
          <w:lang w:bidi="fa-IR"/>
        </w:rPr>
        <w:t xml:space="preserve"> </w:t>
      </w:r>
      <w:r w:rsidRPr="00CA52B4">
        <w:rPr>
          <w:rtl/>
          <w:lang w:bidi="fa-IR"/>
        </w:rPr>
        <w:t xml:space="preserve">المناقب 3 / 150. منتهى المقال / 204. مجالس المؤمنين 1 / 225. نقد الرجال / 218. النهاية في غريب الحديث 2 / 298 </w:t>
      </w:r>
      <w:r>
        <w:rPr>
          <w:rtl/>
          <w:lang w:bidi="fa-IR"/>
        </w:rPr>
        <w:t>و 3</w:t>
      </w:r>
      <w:r w:rsidRPr="00CA52B4">
        <w:rPr>
          <w:rtl/>
          <w:lang w:bidi="fa-IR"/>
        </w:rPr>
        <w:t xml:space="preserve"> / 124 ، 392 ، 468 </w:t>
      </w:r>
      <w:r>
        <w:rPr>
          <w:rtl/>
          <w:lang w:bidi="fa-IR"/>
        </w:rPr>
        <w:t>و 5</w:t>
      </w:r>
      <w:r w:rsidRPr="00CA52B4">
        <w:rPr>
          <w:rtl/>
          <w:lang w:bidi="fa-IR"/>
        </w:rPr>
        <w:t xml:space="preserve"> / 31.</w:t>
      </w:r>
      <w:r>
        <w:rPr>
          <w:rFonts w:hint="cs"/>
          <w:rtl/>
          <w:lang w:bidi="fa-IR"/>
        </w:rPr>
        <w:t xml:space="preserve"> </w:t>
      </w:r>
      <w:r w:rsidRPr="00CA52B4">
        <w:rPr>
          <w:rtl/>
          <w:lang w:bidi="fa-IR"/>
        </w:rPr>
        <w:t xml:space="preserve">وقعة صفّين / 15. وفيات الأعيان 3 / 18 </w:t>
      </w:r>
      <w:r>
        <w:rPr>
          <w:rtl/>
          <w:lang w:bidi="fa-IR"/>
        </w:rPr>
        <w:t>و 7</w:t>
      </w:r>
      <w:r w:rsidRPr="00CA52B4">
        <w:rPr>
          <w:rtl/>
          <w:lang w:bidi="fa-IR"/>
        </w:rPr>
        <w:t xml:space="preserve"> / 59 ، 60.</w:t>
      </w:r>
    </w:p>
    <w:p w:rsidR="00843DF1" w:rsidRPr="00CA52B4" w:rsidRDefault="00843DF1" w:rsidP="00EB70B9">
      <w:pPr>
        <w:pStyle w:val="libBold1"/>
        <w:rPr>
          <w:rtl/>
          <w:lang w:bidi="fa-IR"/>
        </w:rPr>
      </w:pPr>
      <w:r w:rsidRPr="00CA52B4">
        <w:rPr>
          <w:rtl/>
        </w:rPr>
        <w:t>786</w:t>
      </w:r>
      <w:r>
        <w:rPr>
          <w:rtl/>
        </w:rPr>
        <w:t xml:space="preserve"> ـ </w:t>
      </w:r>
      <w:r w:rsidRPr="00CA52B4">
        <w:rPr>
          <w:rtl/>
        </w:rPr>
        <w:t xml:space="preserve">عثمان </w:t>
      </w:r>
      <w:r>
        <w:rPr>
          <w:rtl/>
        </w:rPr>
        <w:t>(</w:t>
      </w:r>
      <w:r w:rsidRPr="00CA52B4">
        <w:rPr>
          <w:rtl/>
        </w:rPr>
        <w:t>الأشج</w:t>
      </w:r>
      <w:r>
        <w:rPr>
          <w:rtl/>
        </w:rPr>
        <w:t>)</w:t>
      </w:r>
      <w:r w:rsidRPr="00CA52B4">
        <w:rPr>
          <w:rtl/>
        </w:rPr>
        <w:t xml:space="preserve"> ابن الخطاب بن عبد الله بن العوام البلوي المغربي المعروف بابن أبي الدنيا المتوفى 327 ه‍</w:t>
      </w:r>
      <w:r>
        <w:rPr>
          <w:rtl/>
        </w:rPr>
        <w:t>.</w:t>
      </w:r>
    </w:p>
    <w:p w:rsidR="00843DF1" w:rsidRPr="00CA52B4" w:rsidRDefault="00843DF1" w:rsidP="00347E77">
      <w:pPr>
        <w:pStyle w:val="libNormal"/>
        <w:rPr>
          <w:rtl/>
          <w:lang w:bidi="fa-IR"/>
        </w:rPr>
      </w:pPr>
      <w:r w:rsidRPr="00CA52B4">
        <w:rPr>
          <w:rtl/>
          <w:lang w:bidi="fa-IR"/>
        </w:rPr>
        <w:t>محدّث. عاش دهرا طويلا ، وقدم بغداد بعد سنة ثلاثمائة بعدة سنين.</w:t>
      </w:r>
      <w:r>
        <w:rPr>
          <w:rFonts w:hint="cs"/>
          <w:rtl/>
          <w:lang w:bidi="fa-IR"/>
        </w:rPr>
        <w:t xml:space="preserve"> </w:t>
      </w:r>
      <w:r w:rsidRPr="00CA52B4">
        <w:rPr>
          <w:rtl/>
          <w:lang w:bidi="fa-IR"/>
        </w:rPr>
        <w:t xml:space="preserve">وروى عنه العلماء من أهل النقل. وهو من المغرب من بلدة تسمى </w:t>
      </w:r>
      <w:r>
        <w:rPr>
          <w:rtl/>
          <w:lang w:bidi="fa-IR"/>
        </w:rPr>
        <w:t>(</w:t>
      </w:r>
      <w:r w:rsidRPr="00CA52B4">
        <w:rPr>
          <w:rtl/>
          <w:lang w:bidi="fa-IR"/>
        </w:rPr>
        <w:t>رندة</w:t>
      </w:r>
      <w:r>
        <w:rPr>
          <w:rtl/>
          <w:lang w:bidi="fa-IR"/>
        </w:rPr>
        <w:t>)</w:t>
      </w:r>
      <w:r w:rsidRPr="00CA52B4">
        <w:rPr>
          <w:rtl/>
          <w:lang w:bidi="fa-IR"/>
        </w:rPr>
        <w:t xml:space="preserve"> ولد في عهد أبي بكر ، وتوجه مع أبيه إلى الكوفة للقاء أمير المؤمنين</w:t>
      </w:r>
    </w:p>
    <w:p w:rsidR="00843DF1" w:rsidRPr="00CA52B4" w:rsidRDefault="00843DF1" w:rsidP="00B10281">
      <w:pPr>
        <w:pStyle w:val="libNormal0"/>
        <w:rPr>
          <w:rtl/>
          <w:lang w:bidi="fa-IR"/>
        </w:rPr>
      </w:pPr>
      <w:r>
        <w:rPr>
          <w:rtl/>
          <w:lang w:bidi="fa-IR"/>
        </w:rPr>
        <w:br w:type="page"/>
      </w:r>
      <w:r>
        <w:rPr>
          <w:rtl/>
          <w:lang w:bidi="fa-IR"/>
        </w:rPr>
        <w:lastRenderedPageBreak/>
        <w:t>(</w:t>
      </w:r>
      <w:r w:rsidRPr="00CA52B4">
        <w:rPr>
          <w:rtl/>
          <w:lang w:bidi="fa-IR"/>
        </w:rPr>
        <w:t>عليه السلام</w:t>
      </w:r>
      <w:r>
        <w:rPr>
          <w:rtl/>
          <w:lang w:bidi="fa-IR"/>
        </w:rPr>
        <w:t>)</w:t>
      </w:r>
      <w:r w:rsidRPr="00CA52B4">
        <w:rPr>
          <w:rtl/>
          <w:lang w:bidi="fa-IR"/>
        </w:rPr>
        <w:t xml:space="preserve"> فاجتمع به وهو </w:t>
      </w:r>
      <w:r>
        <w:rPr>
          <w:rtl/>
          <w:lang w:bidi="fa-IR"/>
        </w:rPr>
        <w:t>(</w:t>
      </w:r>
      <w:r w:rsidRPr="00CA52B4">
        <w:rPr>
          <w:rtl/>
          <w:lang w:bidi="fa-IR"/>
        </w:rPr>
        <w:t>عليه السلام</w:t>
      </w:r>
      <w:r>
        <w:rPr>
          <w:rtl/>
          <w:lang w:bidi="fa-IR"/>
        </w:rPr>
        <w:t>)</w:t>
      </w:r>
      <w:r w:rsidRPr="00CA52B4">
        <w:rPr>
          <w:rtl/>
          <w:lang w:bidi="fa-IR"/>
        </w:rPr>
        <w:t xml:space="preserve"> خارج إلى صفّين. وأخذ عنه أحاديث ، ولم يزل يتتبع أثره في الأوقات ويلح عليه ، ويأخذ منه حديثا بعد حديث ، وحين دخل عثمان بغداد ، واجتمع الناس عليه في دار إسحاق ، وأحدقوا به وضايقوه قال : لا تؤذوني فإني سمعت علي بن أبي طالب يقول ، قال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كل مؤذ في النار</w:t>
      </w:r>
      <w:r>
        <w:rPr>
          <w:rtl/>
          <w:lang w:bidi="fa-IR"/>
        </w:rPr>
        <w:t xml:space="preserve"> ـ.</w:t>
      </w:r>
    </w:p>
    <w:p w:rsidR="00843DF1" w:rsidRPr="00CA52B4" w:rsidRDefault="00843DF1" w:rsidP="00347E77">
      <w:pPr>
        <w:pStyle w:val="libNormal"/>
        <w:rPr>
          <w:rtl/>
          <w:lang w:bidi="fa-IR"/>
        </w:rPr>
      </w:pPr>
      <w:r w:rsidRPr="00CA52B4">
        <w:rPr>
          <w:rtl/>
          <w:lang w:bidi="fa-IR"/>
        </w:rPr>
        <w:t>وكانوا يكنونه بأبي الحسن ، ويسمونه عليا. ومات سنة سبع وعشرين وثلاثمائة ، وهو راجع إلى بلده.</w:t>
      </w:r>
    </w:p>
    <w:p w:rsidR="00843DF1" w:rsidRPr="00CA52B4" w:rsidRDefault="00843DF1" w:rsidP="00B10281">
      <w:pPr>
        <w:pStyle w:val="libVar"/>
        <w:rPr>
          <w:rtl/>
          <w:lang w:bidi="fa-IR"/>
        </w:rPr>
      </w:pPr>
      <w:r w:rsidRPr="00CA52B4">
        <w:rPr>
          <w:rtl/>
          <w:lang w:bidi="fa-IR"/>
        </w:rPr>
        <w:t xml:space="preserve">الأنساب / 74. تاريخ بغداد 11 / 297. تحفة الأحباب / 233 وفيه : علي بن عثمان المعمر المعروف بأبي الدنيا. الغارات 2 / 812. قاموس الرجال 6 / 243. الكامل في التأريخ 8 / 358. اللباب 1 / 63. لسان الميزان 4 / 134 </w:t>
      </w:r>
      <w:r>
        <w:rPr>
          <w:rtl/>
          <w:lang w:bidi="fa-IR"/>
        </w:rPr>
        <w:t>و 7</w:t>
      </w:r>
      <w:r w:rsidRPr="00CA52B4">
        <w:rPr>
          <w:rtl/>
          <w:lang w:bidi="fa-IR"/>
        </w:rPr>
        <w:t xml:space="preserve"> / 45. ميزان الاعتدال 2 / 33.</w:t>
      </w:r>
    </w:p>
    <w:p w:rsidR="00843DF1" w:rsidRPr="00CA52B4" w:rsidRDefault="00843DF1" w:rsidP="00EB70B9">
      <w:pPr>
        <w:pStyle w:val="libBold1"/>
        <w:rPr>
          <w:rtl/>
          <w:lang w:bidi="fa-IR"/>
        </w:rPr>
      </w:pPr>
      <w:r w:rsidRPr="00CA52B4">
        <w:rPr>
          <w:rtl/>
        </w:rPr>
        <w:t>787</w:t>
      </w:r>
      <w:r>
        <w:rPr>
          <w:rtl/>
        </w:rPr>
        <w:t xml:space="preserve"> ـ </w:t>
      </w:r>
      <w:r w:rsidRPr="00CA52B4">
        <w:rPr>
          <w:rtl/>
        </w:rPr>
        <w:t>عثمان بن خلف بن أسعد بن عامر بن بياضة بن سبيع بن جعثمة بن سعد بن مليح بن عمرو بن ربيعة الخزاعي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شهد وقعة الجمل بالبصرة. وكان أخوه عبد الله ، مع عائشة يوم الجمل وقتل بها ، وهو صاحب الدار التي نزلت عائشة بها ، وقتل عثمان في يوم الجمل. وأمه حبيبة بنت أبي طلحة من عبد الدار.</w:t>
      </w:r>
    </w:p>
    <w:p w:rsidR="00843DF1" w:rsidRPr="00CA52B4" w:rsidRDefault="00843DF1" w:rsidP="00B10281">
      <w:pPr>
        <w:pStyle w:val="libVar"/>
        <w:rPr>
          <w:rtl/>
          <w:lang w:bidi="fa-IR"/>
        </w:rPr>
      </w:pPr>
      <w:r w:rsidRPr="00CA52B4">
        <w:rPr>
          <w:rtl/>
          <w:lang w:bidi="fa-IR"/>
        </w:rPr>
        <w:t>أسد الغابة 3 / 151. الإصابة 2 / 303. الاستيعاب 3 / 291. البداية والنهاية 7 / 246. تاريخ الطبري 5 / 221. الكامل في التأريخ 3 / 256.</w:t>
      </w:r>
    </w:p>
    <w:p w:rsidR="00843DF1" w:rsidRPr="00CA52B4" w:rsidRDefault="00843DF1" w:rsidP="00EB70B9">
      <w:pPr>
        <w:pStyle w:val="libBold1"/>
        <w:rPr>
          <w:rtl/>
          <w:lang w:bidi="fa-IR"/>
        </w:rPr>
      </w:pPr>
      <w:r w:rsidRPr="00CA52B4">
        <w:rPr>
          <w:rtl/>
        </w:rPr>
        <w:t>788</w:t>
      </w:r>
      <w:r>
        <w:rPr>
          <w:rtl/>
        </w:rPr>
        <w:t xml:space="preserve"> ـ </w:t>
      </w:r>
      <w:r w:rsidRPr="00CA52B4">
        <w:rPr>
          <w:rtl/>
        </w:rPr>
        <w:t>عثمان بن سعد بن أحوذ</w:t>
      </w:r>
      <w:r>
        <w:rPr>
          <w:rtl/>
        </w:rPr>
        <w:t xml:space="preserve"> ..</w:t>
      </w:r>
      <w:r w:rsidRPr="00CA52B4">
        <w:rPr>
          <w:rtl/>
        </w:rPr>
        <w:t>.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ويقال له أيضا : عثمان بن سعيد بن أحمر. كانت له صحبة.</w:t>
      </w:r>
      <w:r>
        <w:rPr>
          <w:rFonts w:hint="cs"/>
          <w:rtl/>
          <w:lang w:bidi="fa-IR"/>
        </w:rPr>
        <w:t xml:space="preserve"> </w:t>
      </w:r>
      <w:r w:rsidRPr="00CA52B4">
        <w:rPr>
          <w:rtl/>
          <w:lang w:bidi="fa-IR"/>
        </w:rPr>
        <w:t xml:space="preserve">روى عنه خلق كثير ، وله في أبواب الفقه أحاديث. ذكره الشيخ الطوسي في رجاله من أصحاب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الإصابة 2 / 459. تنقيح المقال 2 / 245. جامع الرواة 1 / 533. رجال الشيخ الطوسي / 49. مجمع الرجال 4 / 131. معجم رجال الحديث 11 / 110. منتهى المقال / 204. نقد الرجال / 218.</w:t>
      </w:r>
    </w:p>
    <w:p w:rsidR="00843DF1" w:rsidRPr="00CA52B4" w:rsidRDefault="00843DF1" w:rsidP="00EB70B9">
      <w:pPr>
        <w:pStyle w:val="libBold1"/>
        <w:rPr>
          <w:rtl/>
          <w:lang w:bidi="fa-IR"/>
        </w:rPr>
      </w:pPr>
      <w:r>
        <w:rPr>
          <w:rtl/>
          <w:lang w:bidi="fa-IR"/>
        </w:rPr>
        <w:br w:type="page"/>
      </w:r>
      <w:r w:rsidRPr="00CA52B4">
        <w:rPr>
          <w:rtl/>
        </w:rPr>
        <w:lastRenderedPageBreak/>
        <w:t>789</w:t>
      </w:r>
      <w:r>
        <w:rPr>
          <w:rtl/>
        </w:rPr>
        <w:t xml:space="preserve"> ـ </w:t>
      </w:r>
      <w:r w:rsidRPr="00CA52B4">
        <w:rPr>
          <w:rtl/>
        </w:rPr>
        <w:t>عثمان بن أبي صفية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ذكره ابن حبان في الثقات. وقال البخاري : حديثه في الكوفيين. وروى أيضا عن ابن عباس ، وقال : كان ابن عباس يدعو بغلمانه غلاما غلاما ، ويقول </w:t>
      </w:r>
      <w:r>
        <w:rPr>
          <w:rtl/>
          <w:lang w:bidi="fa-IR"/>
        </w:rPr>
        <w:t>أ</w:t>
      </w:r>
      <w:r w:rsidRPr="00CA52B4">
        <w:rPr>
          <w:rtl/>
          <w:lang w:bidi="fa-IR"/>
        </w:rPr>
        <w:t>لا ازوجك ، ما من عبد يزني إلّا نزع منه نور الإيمان.</w:t>
      </w:r>
      <w:r>
        <w:rPr>
          <w:rFonts w:hint="cs"/>
          <w:rtl/>
          <w:lang w:bidi="fa-IR"/>
        </w:rPr>
        <w:t xml:space="preserve"> </w:t>
      </w:r>
      <w:r w:rsidRPr="00CA52B4">
        <w:rPr>
          <w:rtl/>
          <w:lang w:bidi="fa-IR"/>
        </w:rPr>
        <w:t>روى عنه صالح بن حيّ ، وفضيل بن غزوان ، وصالح بن جبير. وله أحاديث في السنن.</w:t>
      </w:r>
    </w:p>
    <w:p w:rsidR="00843DF1" w:rsidRPr="00CA52B4" w:rsidRDefault="00843DF1" w:rsidP="00B10281">
      <w:pPr>
        <w:pStyle w:val="libVar"/>
        <w:rPr>
          <w:rtl/>
          <w:lang w:bidi="fa-IR"/>
        </w:rPr>
      </w:pPr>
      <w:r w:rsidRPr="00CA52B4">
        <w:rPr>
          <w:rtl/>
          <w:lang w:bidi="fa-IR"/>
        </w:rPr>
        <w:t>تهذيب التهذيب 7 / 123. الجرح والتعديل 6 / 154. المراسيل في الحديث / 90.</w:t>
      </w:r>
    </w:p>
    <w:p w:rsidR="00843DF1" w:rsidRPr="00CA52B4" w:rsidRDefault="00843DF1" w:rsidP="00EB70B9">
      <w:pPr>
        <w:pStyle w:val="libBold1"/>
        <w:rPr>
          <w:rtl/>
          <w:lang w:bidi="fa-IR"/>
        </w:rPr>
      </w:pPr>
      <w:r w:rsidRPr="00CA52B4">
        <w:rPr>
          <w:rtl/>
        </w:rPr>
        <w:t>790</w:t>
      </w:r>
      <w:r>
        <w:rPr>
          <w:rtl/>
        </w:rPr>
        <w:t xml:space="preserve"> ـ </w:t>
      </w:r>
      <w:r w:rsidRPr="00CA52B4">
        <w:rPr>
          <w:rtl/>
        </w:rPr>
        <w:t>عثمان بن أبي عثمان المدني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الرواة. حدّث أن جاء ناس إلى عليّ </w:t>
      </w:r>
      <w:r>
        <w:rPr>
          <w:rtl/>
          <w:lang w:bidi="fa-IR"/>
        </w:rPr>
        <w:t>(</w:t>
      </w:r>
      <w:r w:rsidRPr="00CA52B4">
        <w:rPr>
          <w:rtl/>
          <w:lang w:bidi="fa-IR"/>
        </w:rPr>
        <w:t>عليه السلام</w:t>
      </w:r>
      <w:r>
        <w:rPr>
          <w:rtl/>
          <w:lang w:bidi="fa-IR"/>
        </w:rPr>
        <w:t>)</w:t>
      </w:r>
      <w:r w:rsidRPr="00CA52B4">
        <w:rPr>
          <w:rtl/>
          <w:lang w:bidi="fa-IR"/>
        </w:rPr>
        <w:t xml:space="preserve"> ، وذكر قصة تحريقه الزنادقة.</w:t>
      </w:r>
    </w:p>
    <w:p w:rsidR="00843DF1" w:rsidRPr="00CA52B4" w:rsidRDefault="00843DF1" w:rsidP="00B10281">
      <w:pPr>
        <w:pStyle w:val="libVar"/>
        <w:rPr>
          <w:rtl/>
          <w:lang w:bidi="fa-IR"/>
        </w:rPr>
      </w:pPr>
      <w:r w:rsidRPr="00CA52B4">
        <w:rPr>
          <w:rtl/>
          <w:lang w:bidi="fa-IR"/>
        </w:rPr>
        <w:t>لسان الميزان 4 / 148.</w:t>
      </w:r>
    </w:p>
    <w:p w:rsidR="00843DF1" w:rsidRPr="00CA52B4" w:rsidRDefault="00843DF1" w:rsidP="00EB70B9">
      <w:pPr>
        <w:pStyle w:val="libBold1"/>
        <w:rPr>
          <w:rtl/>
          <w:lang w:bidi="fa-IR"/>
        </w:rPr>
      </w:pPr>
      <w:r w:rsidRPr="00CA52B4">
        <w:rPr>
          <w:rtl/>
        </w:rPr>
        <w:t>791</w:t>
      </w:r>
      <w:r>
        <w:rPr>
          <w:rtl/>
        </w:rPr>
        <w:t xml:space="preserve"> ـ </w:t>
      </w:r>
      <w:r w:rsidRPr="00CA52B4">
        <w:rPr>
          <w:rtl/>
        </w:rPr>
        <w:t>عثمان بن عفان بن أبي العاصي بن أمية بن عبد شمس بن عبد مناف القرشي المقتول في 35 ه‍</w:t>
      </w:r>
      <w:r>
        <w:rPr>
          <w:rtl/>
        </w:rPr>
        <w:t>.</w:t>
      </w:r>
    </w:p>
    <w:p w:rsidR="00843DF1" w:rsidRPr="00CA52B4" w:rsidRDefault="00843DF1" w:rsidP="00347E77">
      <w:pPr>
        <w:pStyle w:val="libNormal"/>
        <w:rPr>
          <w:rtl/>
          <w:lang w:bidi="fa-IR"/>
        </w:rPr>
      </w:pPr>
      <w:r w:rsidRPr="00CA52B4">
        <w:rPr>
          <w:rtl/>
          <w:lang w:bidi="fa-IR"/>
        </w:rPr>
        <w:t>من الصحابة ، بويع له بالخلافة بعد دفن عمر بثلاثة أيام ، وكانت خلافته أمرا دبّر بليل ، وخديعة وغدرا من قبل عمر ، كما يحدثنا عنها التاريخ. وكان هو وأبو بكر وطلحة ، وعبد الرحمن بن عوف ، بزازين يتعاطون بيع الأقمشة.</w:t>
      </w:r>
      <w:r>
        <w:rPr>
          <w:rFonts w:hint="cs"/>
          <w:rtl/>
          <w:lang w:bidi="fa-IR"/>
        </w:rPr>
        <w:t xml:space="preserve"> </w:t>
      </w:r>
      <w:r w:rsidRPr="00CA52B4">
        <w:rPr>
          <w:rtl/>
          <w:lang w:bidi="fa-IR"/>
        </w:rPr>
        <w:t>ولد بعد الفيل بست سنين ، وتقلد الحكم من عام 24 إلى وسط أيام التشريق سنة 35 ، وتلاعب في الأحكام الشرعية ، وأحدث فيها ، وأساء للمؤمنين والمسلمين ، وحمل بني أمية على أكتاف المجتمع ، فنبذه المسلمون ، وأجمعوا على قتله فأردوه قتيلا ، ولم يسمحوا بدفن جسده ، وألقوه في المزابل ، إلى أن سرقه بعض أراذل بني أمية في إحدى الليالي ، ودفنوه سرّا.</w:t>
      </w:r>
      <w:r>
        <w:rPr>
          <w:rFonts w:hint="cs"/>
          <w:rtl/>
          <w:lang w:bidi="fa-IR"/>
        </w:rPr>
        <w:t xml:space="preserve"> </w:t>
      </w:r>
      <w:r w:rsidRPr="00CA52B4">
        <w:rPr>
          <w:rtl/>
          <w:lang w:bidi="fa-IR"/>
        </w:rPr>
        <w:t>وخلّف عبد الله الأكبر ، عبد الله الأصغر ، خالدا ، عبد الملك ، عمرا ، عمرو ، أبان ، الوليد ، سعيد.</w:t>
      </w:r>
    </w:p>
    <w:p w:rsidR="00843DF1" w:rsidRPr="00CA52B4" w:rsidRDefault="00843DF1" w:rsidP="00347E77">
      <w:pPr>
        <w:pStyle w:val="libNormal"/>
        <w:rPr>
          <w:rtl/>
          <w:lang w:bidi="fa-IR"/>
        </w:rPr>
      </w:pPr>
      <w:r w:rsidRPr="00CA52B4">
        <w:rPr>
          <w:rtl/>
          <w:lang w:bidi="fa-IR"/>
        </w:rPr>
        <w:t xml:space="preserve">وعفان كشدّاد ، اسم ويصرف ، خور بالسند. وقد أخذ عثمان عن أمير المؤمنين </w:t>
      </w:r>
      <w:r>
        <w:rPr>
          <w:rtl/>
          <w:lang w:bidi="fa-IR"/>
        </w:rPr>
        <w:t>(</w:t>
      </w:r>
      <w:r w:rsidRPr="00CA52B4">
        <w:rPr>
          <w:rtl/>
          <w:lang w:bidi="fa-IR"/>
        </w:rPr>
        <w:t>عليه السلام</w:t>
      </w:r>
      <w:r>
        <w:rPr>
          <w:rtl/>
          <w:lang w:bidi="fa-IR"/>
        </w:rPr>
        <w:t>)</w:t>
      </w:r>
      <w:r w:rsidRPr="00CA52B4">
        <w:rPr>
          <w:rtl/>
          <w:lang w:bidi="fa-IR"/>
        </w:rPr>
        <w:t xml:space="preserve"> الكثير من الأحكام ورجع إليه في كثير من المسائل التي</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أشكلت عليه ، وعلى غيره من الصحابة ، وقوله غير مرّة : </w:t>
      </w:r>
      <w:r>
        <w:rPr>
          <w:rtl/>
          <w:lang w:bidi="fa-IR"/>
        </w:rPr>
        <w:t>(</w:t>
      </w:r>
      <w:r w:rsidRPr="00CA52B4">
        <w:rPr>
          <w:rtl/>
          <w:lang w:bidi="fa-IR"/>
        </w:rPr>
        <w:t>لو لا عليّ لهلك عثمان</w:t>
      </w:r>
      <w:r>
        <w:rPr>
          <w:rtl/>
          <w:lang w:bidi="fa-IR"/>
        </w:rPr>
        <w:t>)</w:t>
      </w:r>
      <w:r w:rsidRPr="00CA52B4">
        <w:rPr>
          <w:rtl/>
          <w:lang w:bidi="fa-IR"/>
        </w:rPr>
        <w:t xml:space="preserve"> دليل على أخذه وتعلمه منه ، ومنها ما رواه محمد بن يحيى ، قال :</w:t>
      </w:r>
      <w:r>
        <w:rPr>
          <w:rFonts w:hint="cs"/>
          <w:rtl/>
          <w:lang w:bidi="fa-IR"/>
        </w:rPr>
        <w:t xml:space="preserve"> </w:t>
      </w:r>
      <w:r w:rsidRPr="00CA52B4">
        <w:rPr>
          <w:rtl/>
          <w:lang w:bidi="fa-IR"/>
        </w:rPr>
        <w:t>كانت عند جدّي حبان امرأتان هاشمية ، وأنصارية ، فطلق الأنصارية وهي ترضع ، فمرّت بها سنة ثم هلك عنها ولم تحض ، فقالت : أنا أرثه لم أحض فاختصما إلى عثمان بن عفان ، فقضى لها بالميراث فلامت الهاشمية عثمان ، فقال : هذا عمل ابن عمك هو أشار علينا بهذا</w:t>
      </w:r>
      <w:r>
        <w:rPr>
          <w:rtl/>
          <w:lang w:bidi="fa-IR"/>
        </w:rPr>
        <w:t xml:space="preserve"> ـ </w:t>
      </w:r>
      <w:r w:rsidRPr="00CA52B4">
        <w:rPr>
          <w:rtl/>
          <w:lang w:bidi="fa-IR"/>
        </w:rPr>
        <w:t>يعني عليّ بن أبي طالب</w:t>
      </w:r>
      <w:r>
        <w:rPr>
          <w:rtl/>
          <w:lang w:bidi="fa-IR"/>
        </w:rPr>
        <w:t xml:space="preserve"> ـ.</w:t>
      </w:r>
    </w:p>
    <w:p w:rsidR="00843DF1" w:rsidRPr="00CA52B4" w:rsidRDefault="00843DF1" w:rsidP="00347E77">
      <w:pPr>
        <w:pStyle w:val="libNormal"/>
        <w:rPr>
          <w:rtl/>
          <w:lang w:bidi="fa-IR"/>
        </w:rPr>
      </w:pPr>
      <w:r w:rsidRPr="00CA52B4">
        <w:rPr>
          <w:rtl/>
          <w:lang w:bidi="fa-IR"/>
        </w:rPr>
        <w:t>وقد اختلق له الوضّاعون فضائل ومناقب جمة ، واصطنعت له كرامات مفتعلة مع علمهم بتلاعبه بالدّين والشريعة.</w:t>
      </w:r>
    </w:p>
    <w:p w:rsidR="00843DF1" w:rsidRPr="00CA52B4" w:rsidRDefault="00843DF1" w:rsidP="00B10281">
      <w:pPr>
        <w:pStyle w:val="libVar"/>
        <w:rPr>
          <w:rtl/>
          <w:lang w:bidi="fa-IR"/>
        </w:rPr>
      </w:pPr>
      <w:r w:rsidRPr="00CA52B4">
        <w:rPr>
          <w:rtl/>
          <w:lang w:bidi="fa-IR"/>
        </w:rPr>
        <w:t>جمهرة أنساب العرب / 83. الغدير 8 / 97</w:t>
      </w:r>
      <w:r>
        <w:rPr>
          <w:rtl/>
          <w:lang w:bidi="fa-IR"/>
        </w:rPr>
        <w:t xml:space="preserve"> ـ </w:t>
      </w:r>
      <w:r w:rsidRPr="00CA52B4">
        <w:rPr>
          <w:rtl/>
          <w:lang w:bidi="fa-IR"/>
        </w:rPr>
        <w:t>267. فضائل الخمسة 2 / 300.</w:t>
      </w:r>
      <w:r>
        <w:rPr>
          <w:rFonts w:hint="cs"/>
          <w:rtl/>
          <w:lang w:bidi="fa-IR"/>
        </w:rPr>
        <w:t xml:space="preserve"> </w:t>
      </w:r>
      <w:r w:rsidRPr="00CA52B4">
        <w:rPr>
          <w:rtl/>
          <w:lang w:bidi="fa-IR"/>
        </w:rPr>
        <w:t>قاموس المحيط 4 / 249.</w:t>
      </w:r>
    </w:p>
    <w:p w:rsidR="00843DF1" w:rsidRPr="00CA52B4" w:rsidRDefault="00843DF1" w:rsidP="00EB70B9">
      <w:pPr>
        <w:pStyle w:val="libBold1"/>
        <w:rPr>
          <w:rtl/>
          <w:lang w:bidi="fa-IR"/>
        </w:rPr>
      </w:pPr>
      <w:r w:rsidRPr="00CA52B4">
        <w:rPr>
          <w:rtl/>
        </w:rPr>
        <w:t>792</w:t>
      </w:r>
      <w:r>
        <w:rPr>
          <w:rtl/>
        </w:rPr>
        <w:t xml:space="preserve"> ـ </w:t>
      </w:r>
      <w:r w:rsidRPr="00CA52B4">
        <w:rPr>
          <w:rtl/>
        </w:rPr>
        <w:t>عدي بن جبير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خلق كثير ، وله في أبواب الفقه أحاديث. ذكره الشيخ الطوسي رحمة الله وبركاته عليه</w:t>
      </w:r>
      <w:r>
        <w:rPr>
          <w:rtl/>
          <w:lang w:bidi="fa-IR"/>
        </w:rPr>
        <w:t xml:space="preserve"> ..</w:t>
      </w:r>
      <w:r w:rsidRPr="00CA52B4">
        <w:rPr>
          <w:rtl/>
          <w:lang w:bidi="fa-IR"/>
        </w:rPr>
        <w:t xml:space="preserve">. في رجاله من أصحاب عليّ بن أبي طالب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2 / 250. جامع الرواة 1 / 537. رجال الشيخ الطوسي / 51. مجمع الرجال 4 / 136. معجم رجال الحديث 11 / 134. منتهى المقال / 205. نقد الرجال / 220.</w:t>
      </w:r>
    </w:p>
    <w:p w:rsidR="00843DF1" w:rsidRPr="00CA52B4" w:rsidRDefault="00843DF1" w:rsidP="00EB70B9">
      <w:pPr>
        <w:pStyle w:val="libBold1"/>
        <w:rPr>
          <w:rtl/>
          <w:lang w:bidi="fa-IR"/>
        </w:rPr>
      </w:pPr>
      <w:r w:rsidRPr="00CA52B4">
        <w:rPr>
          <w:rtl/>
        </w:rPr>
        <w:t>793</w:t>
      </w:r>
      <w:r>
        <w:rPr>
          <w:rtl/>
        </w:rPr>
        <w:t xml:space="preserve"> ـ </w:t>
      </w:r>
      <w:r w:rsidRPr="00CA52B4">
        <w:rPr>
          <w:rtl/>
        </w:rPr>
        <w:t>عدي بن حاتم بن عبد الله بن سعد بن الحشرج بن امرئ القيس بن عدي بن أخزم بن ربيعة بن جرول بن ثمل بن عمرو بن الغوث بن طي بن ادد بن مالك بن زيد بن كهلان الطائي الأنصاري الطائي المتوفى 38 ه‍</w:t>
      </w:r>
      <w:r>
        <w:rPr>
          <w:rtl/>
        </w:rPr>
        <w:t>.</w:t>
      </w:r>
    </w:p>
    <w:p w:rsidR="00843DF1" w:rsidRPr="00CA52B4" w:rsidRDefault="00843DF1" w:rsidP="00347E77">
      <w:pPr>
        <w:pStyle w:val="libNormal"/>
        <w:rPr>
          <w:rtl/>
          <w:lang w:bidi="fa-IR"/>
        </w:rPr>
      </w:pPr>
      <w:r w:rsidRPr="00CA52B4">
        <w:rPr>
          <w:rtl/>
          <w:lang w:bidi="fa-IR"/>
        </w:rPr>
        <w:t xml:space="preserve">أسلم سنة تسع ، وكان من السابقين الذين رجعوا إلى أمير المؤمنين </w:t>
      </w:r>
      <w:r>
        <w:rPr>
          <w:rtl/>
          <w:lang w:bidi="fa-IR"/>
        </w:rPr>
        <w:t>(</w:t>
      </w:r>
      <w:r w:rsidRPr="00CA52B4">
        <w:rPr>
          <w:rtl/>
          <w:lang w:bidi="fa-IR"/>
        </w:rPr>
        <w:t>عليه السلام</w:t>
      </w:r>
      <w:r>
        <w:rPr>
          <w:rtl/>
          <w:lang w:bidi="fa-IR"/>
        </w:rPr>
        <w:t>)</w:t>
      </w:r>
      <w:r w:rsidRPr="00CA52B4">
        <w:rPr>
          <w:rtl/>
          <w:lang w:bidi="fa-IR"/>
        </w:rPr>
        <w:t xml:space="preserve"> ، وشهد الجمل ، وصفّين ، وفقئت عينه في يوم الجمل ، وقتل أولاده ، طريف ، وطراف ، وطرفة</w:t>
      </w:r>
      <w:r>
        <w:rPr>
          <w:rtl/>
          <w:lang w:bidi="fa-IR"/>
        </w:rPr>
        <w:t xml:space="preserve"> ..</w:t>
      </w:r>
      <w:r w:rsidRPr="00CA52B4">
        <w:rPr>
          <w:rtl/>
          <w:lang w:bidi="fa-IR"/>
        </w:rPr>
        <w:t>. وله شعر في المواقف. مات عام 68 ه‍ ، وهو ابن مائة وعشرين سنة. ولا عقب له. وقال بعضهم خلال القتال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شفى السيف من زيد ، وهند نفوسنا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شفاء ومن عيني عدي بن حاتم </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Var"/>
        <w:rPr>
          <w:rtl/>
          <w:lang w:bidi="fa-IR"/>
        </w:rPr>
      </w:pPr>
      <w:r>
        <w:rPr>
          <w:rtl/>
          <w:lang w:bidi="fa-IR"/>
        </w:rPr>
        <w:br w:type="page"/>
      </w:r>
      <w:r w:rsidRPr="00CA52B4">
        <w:rPr>
          <w:rtl/>
          <w:lang w:bidi="fa-IR"/>
        </w:rPr>
        <w:lastRenderedPageBreak/>
        <w:t>إتقان المقال / 204. أخبار شعراء الشيعة / 40. الأخبار الطوال / 114 ، 146 ، 149 ، 150 ، 172 ، 177 ، 186 ، 205. الاستيعاب 3 / 141. أسد الغابة 3 / 392.</w:t>
      </w:r>
      <w:r>
        <w:rPr>
          <w:rFonts w:hint="cs"/>
          <w:rtl/>
          <w:lang w:bidi="fa-IR"/>
        </w:rPr>
        <w:t xml:space="preserve"> </w:t>
      </w:r>
      <w:r w:rsidRPr="00CA52B4">
        <w:rPr>
          <w:rtl/>
          <w:lang w:bidi="fa-IR"/>
        </w:rPr>
        <w:t>الاشتقاق / 374. الإصابة 2 / 468. أعلام النساء 1 / 360. أعيان الشيعة 8 / 142.</w:t>
      </w:r>
      <w:r>
        <w:rPr>
          <w:rFonts w:hint="cs"/>
          <w:rtl/>
          <w:lang w:bidi="fa-IR"/>
        </w:rPr>
        <w:t xml:space="preserve"> </w:t>
      </w:r>
      <w:r w:rsidRPr="00CA52B4">
        <w:rPr>
          <w:rtl/>
          <w:lang w:bidi="fa-IR"/>
        </w:rPr>
        <w:t>أنساب الأشراف 3 / 32. الأعلام 5 / 8. الأنساب / 728. الإمامة والسياسة 1 / 55 ، 106. الأنساب / 728. البداية والنهاية 7 / 238 وج 8 / 295. تاريخ الطبري 5 / 211 ، 213 وج 13 / 33. تاريخ بغداد 1 / 189. تاريخ الخميس 2 / 309. تحفة الأحباب / 210. تذكرة الحفاظ 1 / 46. تقريب التهذيب 2 / 16. تنقيح المقال 2 / 250. تهذيب التهذيب 7 / 166. تعجيل المنفعة / 285. تاريخ جرجان / 633.</w:t>
      </w:r>
      <w:r>
        <w:rPr>
          <w:rFonts w:hint="cs"/>
          <w:rtl/>
          <w:lang w:bidi="fa-IR"/>
        </w:rPr>
        <w:t xml:space="preserve"> </w:t>
      </w:r>
      <w:r w:rsidRPr="00CA52B4">
        <w:rPr>
          <w:rtl/>
          <w:lang w:bidi="fa-IR"/>
        </w:rPr>
        <w:t>جامع الرواة 1 / 537. الجرح والتعديل 7 / 2. جمهرة أنساب العرب / 402 ، 420.</w:t>
      </w:r>
      <w:r>
        <w:rPr>
          <w:rFonts w:hint="cs"/>
          <w:rtl/>
          <w:lang w:bidi="fa-IR"/>
        </w:rPr>
        <w:t xml:space="preserve"> </w:t>
      </w:r>
      <w:r w:rsidRPr="00CA52B4">
        <w:rPr>
          <w:rtl/>
          <w:lang w:bidi="fa-IR"/>
        </w:rPr>
        <w:t>الجمل أو النصرة في حرب البصرة / 145. خزانة الأدب 1 / 130. خلاصة الأقوال / 130. الدرجات الرفيعة / 352. رجال ابن داود / 133. رجال الطوسي / 49.</w:t>
      </w:r>
      <w:r>
        <w:rPr>
          <w:rFonts w:hint="cs"/>
          <w:rtl/>
          <w:lang w:bidi="fa-IR"/>
        </w:rPr>
        <w:t xml:space="preserve"> </w:t>
      </w:r>
      <w:r w:rsidRPr="00CA52B4">
        <w:rPr>
          <w:rtl/>
          <w:lang w:bidi="fa-IR"/>
        </w:rPr>
        <w:t xml:space="preserve">سفينة البحار 2 / 170. شذرات الذهب 1 / 74. ابن أبي الحديد 1 / 259 </w:t>
      </w:r>
      <w:r>
        <w:rPr>
          <w:rtl/>
          <w:lang w:bidi="fa-IR"/>
        </w:rPr>
        <w:t>و 2</w:t>
      </w:r>
      <w:r w:rsidRPr="00CA52B4">
        <w:rPr>
          <w:rtl/>
          <w:lang w:bidi="fa-IR"/>
        </w:rPr>
        <w:t xml:space="preserve"> / 215</w:t>
      </w:r>
      <w:r>
        <w:rPr>
          <w:rtl/>
          <w:lang w:bidi="fa-IR"/>
        </w:rPr>
        <w:t xml:space="preserve"> ـ </w:t>
      </w:r>
      <w:r w:rsidRPr="00CA52B4">
        <w:rPr>
          <w:rtl/>
          <w:lang w:bidi="fa-IR"/>
        </w:rPr>
        <w:t xml:space="preserve">304 </w:t>
      </w:r>
      <w:r>
        <w:rPr>
          <w:rtl/>
          <w:lang w:bidi="fa-IR"/>
        </w:rPr>
        <w:t>و 3</w:t>
      </w:r>
      <w:r w:rsidRPr="00CA52B4">
        <w:rPr>
          <w:rtl/>
          <w:lang w:bidi="fa-IR"/>
        </w:rPr>
        <w:t xml:space="preserve"> / 110</w:t>
      </w:r>
      <w:r>
        <w:rPr>
          <w:rtl/>
          <w:lang w:bidi="fa-IR"/>
        </w:rPr>
        <w:t xml:space="preserve"> ـ </w:t>
      </w:r>
      <w:r w:rsidRPr="00CA52B4">
        <w:rPr>
          <w:rtl/>
          <w:lang w:bidi="fa-IR"/>
        </w:rPr>
        <w:t>203 الفهارس / 176. الشعر والشعراء / 166 ، 169 ، 170 ، 316.</w:t>
      </w:r>
      <w:r>
        <w:rPr>
          <w:rFonts w:hint="cs"/>
          <w:rtl/>
          <w:lang w:bidi="fa-IR"/>
        </w:rPr>
        <w:t xml:space="preserve"> </w:t>
      </w:r>
      <w:r w:rsidRPr="00CA52B4">
        <w:rPr>
          <w:rtl/>
          <w:lang w:bidi="fa-IR"/>
        </w:rPr>
        <w:t xml:space="preserve">الطبقات الكبرى 1 / 322 </w:t>
      </w:r>
      <w:r>
        <w:rPr>
          <w:rtl/>
          <w:lang w:bidi="fa-IR"/>
        </w:rPr>
        <w:t>و 2</w:t>
      </w:r>
      <w:r w:rsidRPr="00CA52B4">
        <w:rPr>
          <w:rtl/>
          <w:lang w:bidi="fa-IR"/>
        </w:rPr>
        <w:t xml:space="preserve"> / 164 </w:t>
      </w:r>
      <w:r>
        <w:rPr>
          <w:rtl/>
          <w:lang w:bidi="fa-IR"/>
        </w:rPr>
        <w:t>و 6</w:t>
      </w:r>
      <w:r w:rsidRPr="00CA52B4">
        <w:rPr>
          <w:rtl/>
          <w:lang w:bidi="fa-IR"/>
        </w:rPr>
        <w:t xml:space="preserve"> / 118 ، 218 ، 247 ، 294. العقد الفريد 1 / 198 </w:t>
      </w:r>
      <w:r>
        <w:rPr>
          <w:rtl/>
          <w:lang w:bidi="fa-IR"/>
        </w:rPr>
        <w:t>و 2</w:t>
      </w:r>
      <w:r w:rsidRPr="00CA52B4">
        <w:rPr>
          <w:rtl/>
          <w:lang w:bidi="fa-IR"/>
        </w:rPr>
        <w:t xml:space="preserve"> / 125 </w:t>
      </w:r>
      <w:r>
        <w:rPr>
          <w:rtl/>
          <w:lang w:bidi="fa-IR"/>
        </w:rPr>
        <w:t>و 3</w:t>
      </w:r>
      <w:r w:rsidRPr="00CA52B4">
        <w:rPr>
          <w:rtl/>
          <w:lang w:bidi="fa-IR"/>
        </w:rPr>
        <w:t xml:space="preserve"> / 313 </w:t>
      </w:r>
      <w:r>
        <w:rPr>
          <w:rtl/>
          <w:lang w:bidi="fa-IR"/>
        </w:rPr>
        <w:t>و 4</w:t>
      </w:r>
      <w:r w:rsidRPr="00CA52B4">
        <w:rPr>
          <w:rtl/>
          <w:lang w:bidi="fa-IR"/>
        </w:rPr>
        <w:t xml:space="preserve"> / 17 </w:t>
      </w:r>
      <w:r>
        <w:rPr>
          <w:rtl/>
          <w:lang w:bidi="fa-IR"/>
        </w:rPr>
        <w:t>و 8</w:t>
      </w:r>
      <w:r w:rsidRPr="00CA52B4">
        <w:rPr>
          <w:rtl/>
          <w:lang w:bidi="fa-IR"/>
        </w:rPr>
        <w:t xml:space="preserve"> / 47. الغدير 1 / 54 ، 176 ، 185 </w:t>
      </w:r>
      <w:r>
        <w:rPr>
          <w:rtl/>
          <w:lang w:bidi="fa-IR"/>
        </w:rPr>
        <w:t>و 2</w:t>
      </w:r>
      <w:r w:rsidRPr="00CA52B4">
        <w:rPr>
          <w:rtl/>
          <w:lang w:bidi="fa-IR"/>
        </w:rPr>
        <w:t xml:space="preserve"> / 78 </w:t>
      </w:r>
      <w:r>
        <w:rPr>
          <w:rtl/>
          <w:lang w:bidi="fa-IR"/>
        </w:rPr>
        <w:t>و 3</w:t>
      </w:r>
      <w:r w:rsidRPr="00CA52B4">
        <w:rPr>
          <w:rtl/>
          <w:lang w:bidi="fa-IR"/>
        </w:rPr>
        <w:t xml:space="preserve"> / 21 ، 99 ، 124 ، 229. الغارات 2 / 453 ، 553 ، 810. قاموس الرجال 6 / 291. الكامل في التأريخ 2 / 345</w:t>
      </w:r>
      <w:r>
        <w:rPr>
          <w:rtl/>
          <w:lang w:bidi="fa-IR"/>
        </w:rPr>
        <w:t xml:space="preserve"> ـ </w:t>
      </w:r>
      <w:r w:rsidRPr="00CA52B4">
        <w:rPr>
          <w:rtl/>
          <w:lang w:bidi="fa-IR"/>
        </w:rPr>
        <w:t xml:space="preserve">347 </w:t>
      </w:r>
      <w:r>
        <w:rPr>
          <w:rtl/>
          <w:lang w:bidi="fa-IR"/>
        </w:rPr>
        <w:t>و 3</w:t>
      </w:r>
      <w:r w:rsidRPr="00CA52B4">
        <w:rPr>
          <w:rtl/>
          <w:lang w:bidi="fa-IR"/>
        </w:rPr>
        <w:t xml:space="preserve"> / 481</w:t>
      </w:r>
      <w:r>
        <w:rPr>
          <w:rtl/>
          <w:lang w:bidi="fa-IR"/>
        </w:rPr>
        <w:t xml:space="preserve"> ـ </w:t>
      </w:r>
      <w:r w:rsidRPr="00CA52B4">
        <w:rPr>
          <w:rtl/>
          <w:lang w:bidi="fa-IR"/>
        </w:rPr>
        <w:t xml:space="preserve">483 </w:t>
      </w:r>
      <w:r>
        <w:rPr>
          <w:rtl/>
          <w:lang w:bidi="fa-IR"/>
        </w:rPr>
        <w:t>و 4</w:t>
      </w:r>
      <w:r w:rsidRPr="00CA52B4">
        <w:rPr>
          <w:rtl/>
          <w:lang w:bidi="fa-IR"/>
        </w:rPr>
        <w:t xml:space="preserve"> / 242 ، 296. الكنى والألقاب 3 / 175. مجمع الرجال 4 / 136. مرآة الجنان 1 / 142. مروج الذهب 2 / 392. المشتبه 1 / 245. المعارف / 136. معجم الثقات / 303. معجم رجال الحديث 11 / 134. معجم الشعراء / 251. المناقب 3 / 154. منتهى المقال / 205.</w:t>
      </w:r>
      <w:r>
        <w:rPr>
          <w:rFonts w:hint="cs"/>
          <w:rtl/>
          <w:lang w:bidi="fa-IR"/>
        </w:rPr>
        <w:t xml:space="preserve"> </w:t>
      </w:r>
      <w:r w:rsidRPr="00CA52B4">
        <w:rPr>
          <w:rtl/>
          <w:lang w:bidi="fa-IR"/>
        </w:rPr>
        <w:t>مجالس المؤمنين 1 / 245. المجروحون من المحدثين 3 / 155. النجوم الزاهرة 1 / 180. نقد الرجال / 220. النهاية في غريب الحديث 5 / 414. وقعة صفّين / 64 ، 98 ، 117 ، 137 ، 143 ، 197 ، 205 ، 359 ، 379 ، 402</w:t>
      </w:r>
      <w:r>
        <w:rPr>
          <w:rtl/>
          <w:lang w:bidi="fa-IR"/>
        </w:rPr>
        <w:t xml:space="preserve"> ـ </w:t>
      </w:r>
      <w:r w:rsidRPr="00CA52B4">
        <w:rPr>
          <w:rtl/>
          <w:lang w:bidi="fa-IR"/>
        </w:rPr>
        <w:t>408 ، 426 ، 455</w:t>
      </w:r>
      <w:r>
        <w:rPr>
          <w:rtl/>
          <w:lang w:bidi="fa-IR"/>
        </w:rPr>
        <w:t xml:space="preserve"> ـ </w:t>
      </w:r>
      <w:r w:rsidRPr="00CA52B4">
        <w:rPr>
          <w:rtl/>
          <w:lang w:bidi="fa-IR"/>
        </w:rPr>
        <w:t>554. وفيات الأعيان 6 / 105.</w:t>
      </w:r>
    </w:p>
    <w:p w:rsidR="00843DF1" w:rsidRPr="00CA52B4" w:rsidRDefault="00843DF1" w:rsidP="00EB70B9">
      <w:pPr>
        <w:pStyle w:val="libBold1"/>
        <w:rPr>
          <w:rtl/>
          <w:lang w:bidi="fa-IR"/>
        </w:rPr>
      </w:pPr>
      <w:r w:rsidRPr="00CA52B4">
        <w:rPr>
          <w:rtl/>
        </w:rPr>
        <w:t>794</w:t>
      </w:r>
      <w:r>
        <w:rPr>
          <w:rtl/>
        </w:rPr>
        <w:t xml:space="preserve"> ـ </w:t>
      </w:r>
      <w:r w:rsidRPr="00CA52B4">
        <w:rPr>
          <w:rtl/>
        </w:rPr>
        <w:t>عدي بن الحارث بن رويم بن عبد الله بن سعد بن مرة بن ذهل الشيباني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ولّاه الإمام عليّ بن أبي طالب </w:t>
      </w:r>
      <w:r>
        <w:rPr>
          <w:rtl/>
          <w:lang w:bidi="fa-IR"/>
        </w:rPr>
        <w:t>(</w:t>
      </w:r>
      <w:r w:rsidRPr="00CA52B4">
        <w:rPr>
          <w:rtl/>
          <w:lang w:bidi="fa-IR"/>
        </w:rPr>
        <w:t>عليه السلام</w:t>
      </w:r>
      <w:r>
        <w:rPr>
          <w:rtl/>
          <w:lang w:bidi="fa-IR"/>
        </w:rPr>
        <w:t>)</w:t>
      </w:r>
      <w:r w:rsidRPr="00CA52B4">
        <w:rPr>
          <w:rtl/>
          <w:lang w:bidi="fa-IR"/>
        </w:rPr>
        <w:t xml:space="preserve"> ، </w:t>
      </w:r>
      <w:r>
        <w:rPr>
          <w:rtl/>
          <w:lang w:bidi="fa-IR"/>
        </w:rPr>
        <w:t>(</w:t>
      </w:r>
      <w:r w:rsidRPr="00CA52B4">
        <w:rPr>
          <w:rtl/>
          <w:lang w:bidi="fa-IR"/>
        </w:rPr>
        <w:t>بهرسير</w:t>
      </w:r>
      <w:r>
        <w:rPr>
          <w:rtl/>
          <w:lang w:bidi="fa-IR"/>
        </w:rPr>
        <w:t>)</w:t>
      </w:r>
      <w:r w:rsidRPr="00CA52B4">
        <w:rPr>
          <w:rtl/>
          <w:lang w:bidi="fa-IR"/>
        </w:rPr>
        <w:t xml:space="preserve"> بفتح الباء والراء وضم الهاء ، من نواحي سواد بغداد ، قرب المدائن.</w:t>
      </w:r>
    </w:p>
    <w:p w:rsidR="00843DF1" w:rsidRPr="00CA52B4" w:rsidRDefault="00843DF1" w:rsidP="00B10281">
      <w:pPr>
        <w:pStyle w:val="libVar"/>
        <w:rPr>
          <w:rtl/>
          <w:lang w:bidi="fa-IR"/>
        </w:rPr>
      </w:pPr>
      <w:r w:rsidRPr="00CA52B4">
        <w:rPr>
          <w:rtl/>
          <w:lang w:bidi="fa-IR"/>
        </w:rPr>
        <w:t>جمهرة أنساب العرب / 325. وقعة صفّين / 11.</w:t>
      </w:r>
    </w:p>
    <w:p w:rsidR="00843DF1" w:rsidRPr="00CA52B4" w:rsidRDefault="00843DF1" w:rsidP="00EB70B9">
      <w:pPr>
        <w:pStyle w:val="libBold1"/>
        <w:rPr>
          <w:rtl/>
          <w:lang w:bidi="fa-IR"/>
        </w:rPr>
      </w:pPr>
      <w:r>
        <w:rPr>
          <w:rtl/>
          <w:lang w:bidi="fa-IR"/>
        </w:rPr>
        <w:br w:type="page"/>
      </w:r>
      <w:r w:rsidRPr="00CA52B4">
        <w:rPr>
          <w:rtl/>
        </w:rPr>
        <w:lastRenderedPageBreak/>
        <w:t>795</w:t>
      </w:r>
      <w:r>
        <w:rPr>
          <w:rtl/>
        </w:rPr>
        <w:t xml:space="preserve"> ـ </w:t>
      </w:r>
      <w:r w:rsidRPr="00CA52B4">
        <w:rPr>
          <w:rtl/>
        </w:rPr>
        <w:t>عرفجة بن بردة الليثي الخشني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من أصحاب النبيّ </w:t>
      </w:r>
      <w:r>
        <w:rPr>
          <w:rtl/>
          <w:lang w:bidi="fa-IR"/>
        </w:rPr>
        <w:t>(</w:t>
      </w:r>
      <w:r w:rsidRPr="00CA52B4">
        <w:rPr>
          <w:rtl/>
          <w:lang w:bidi="fa-IR"/>
        </w:rPr>
        <w:t>صلّى الله عليه وآله وسلّم</w:t>
      </w:r>
      <w:r>
        <w:rPr>
          <w:rtl/>
          <w:lang w:bidi="fa-IR"/>
        </w:rPr>
        <w:t>)</w:t>
      </w:r>
      <w:r w:rsidRPr="00CA52B4">
        <w:rPr>
          <w:rtl/>
          <w:lang w:bidi="fa-IR"/>
        </w:rPr>
        <w:t xml:space="preserve"> ، وحدّث عنه. وفي بعض المراجع جاء : عرفجة بن أبي بردة. حضر صفّين وقال الشعر ، ومنه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ألّا سألت بنا والخيل شاحبة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تحت العجاجة والفرسان تطّرد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خيل كلب ولخم قد أضرّ بها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وقاعنا إذ غدوا للموت واجتلدوا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من كان أصبر فيها عند أرمتها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إذ الدماء على أبدانها جسد</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8 / 144. تنقيح المقال 2 / 250. جامع الرواة 1 / 537 وفيه :</w:t>
      </w:r>
      <w:r>
        <w:rPr>
          <w:rFonts w:hint="cs"/>
          <w:rtl/>
          <w:lang w:bidi="fa-IR"/>
        </w:rPr>
        <w:t xml:space="preserve"> </w:t>
      </w:r>
      <w:r w:rsidRPr="00CA52B4">
        <w:rPr>
          <w:rtl/>
          <w:lang w:bidi="fa-IR"/>
        </w:rPr>
        <w:t>عرفجة بن أبي بردة. رجال الشيخ الطوسي / 49. الطبقات الكبرى 6 / 180. قاموس الرجال 6 / 296. مجمع الرجال 4 / 137. معجم رجال الحديث 11 / 136. منتهى المقال / 205. نقد الرجال / 220. وقعة صفّين / 384.</w:t>
      </w:r>
    </w:p>
    <w:p w:rsidR="00843DF1" w:rsidRPr="00CA52B4" w:rsidRDefault="00843DF1" w:rsidP="00EB70B9">
      <w:pPr>
        <w:pStyle w:val="libBold1"/>
        <w:rPr>
          <w:rtl/>
          <w:lang w:bidi="fa-IR"/>
        </w:rPr>
      </w:pPr>
      <w:r w:rsidRPr="00CA52B4">
        <w:rPr>
          <w:rtl/>
        </w:rPr>
        <w:t>796</w:t>
      </w:r>
      <w:r>
        <w:rPr>
          <w:rtl/>
        </w:rPr>
        <w:t xml:space="preserve"> ـ </w:t>
      </w:r>
      <w:r w:rsidRPr="00CA52B4">
        <w:rPr>
          <w:rtl/>
        </w:rPr>
        <w:t>عرفجة بن عبد الله الثقفي السلمي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من الثقات ، روى أيضا عن عبد الله بن مسعود ، وعائشة ، وعتبة بن فرقد. وعنه عطاء بن السائب ، ومنصور بن المعتمر ، وجابر الجعفي ، وعمر بن عبد الله بن يعلى بن مرة. ذكر ابن حبان في الثقات ، وله أحاديث في كتب الفقه. قال : صلّيت خلف عليّ فقنت في الركعتين كلتيهما قبل الركعة.</w:t>
      </w:r>
    </w:p>
    <w:p w:rsidR="00843DF1" w:rsidRPr="00CA52B4" w:rsidRDefault="00843DF1" w:rsidP="00B10281">
      <w:pPr>
        <w:pStyle w:val="libVar"/>
        <w:rPr>
          <w:rtl/>
          <w:lang w:bidi="fa-IR"/>
        </w:rPr>
      </w:pPr>
      <w:r w:rsidRPr="00CA52B4">
        <w:rPr>
          <w:rtl/>
          <w:lang w:bidi="fa-IR"/>
        </w:rPr>
        <w:t>تقريب التهذيب 2 / 18. تهذيب التهذيب 7 / 177. الجرح والتعديل 7 / 18.</w:t>
      </w:r>
      <w:r>
        <w:rPr>
          <w:rFonts w:hint="cs"/>
          <w:rtl/>
          <w:lang w:bidi="fa-IR"/>
        </w:rPr>
        <w:t xml:space="preserve"> </w:t>
      </w:r>
      <w:r w:rsidRPr="00CA52B4">
        <w:rPr>
          <w:rtl/>
          <w:lang w:bidi="fa-IR"/>
        </w:rPr>
        <w:t>الطبقات الكبرى 6 / 180.</w:t>
      </w:r>
    </w:p>
    <w:p w:rsidR="00843DF1" w:rsidRPr="00CA52B4" w:rsidRDefault="00843DF1" w:rsidP="00EB70B9">
      <w:pPr>
        <w:pStyle w:val="libBold1"/>
        <w:rPr>
          <w:rtl/>
          <w:lang w:bidi="fa-IR"/>
        </w:rPr>
      </w:pPr>
      <w:r w:rsidRPr="00CA52B4">
        <w:rPr>
          <w:rtl/>
        </w:rPr>
        <w:t>797</w:t>
      </w:r>
      <w:r>
        <w:rPr>
          <w:rtl/>
        </w:rPr>
        <w:t xml:space="preserve"> ـ </w:t>
      </w:r>
      <w:r w:rsidRPr="00CA52B4">
        <w:rPr>
          <w:rtl/>
        </w:rPr>
        <w:t>عرفة الأزدي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الصحابة الأجلاء ، وقد دعا له النبيّ </w:t>
      </w:r>
      <w:r>
        <w:rPr>
          <w:rtl/>
          <w:lang w:bidi="fa-IR"/>
        </w:rPr>
        <w:t>(</w:t>
      </w:r>
      <w:r w:rsidRPr="00CA52B4">
        <w:rPr>
          <w:rtl/>
          <w:lang w:bidi="fa-IR"/>
        </w:rPr>
        <w:t>صلّى الله عليه وآله وسلّم</w:t>
      </w:r>
      <w:r>
        <w:rPr>
          <w:rtl/>
          <w:lang w:bidi="fa-IR"/>
        </w:rPr>
        <w:t>)</w:t>
      </w:r>
      <w:r w:rsidRPr="00CA52B4">
        <w:rPr>
          <w:rtl/>
          <w:lang w:bidi="fa-IR"/>
        </w:rPr>
        <w:t xml:space="preserve"> بالبركة واليمن. روى عنه خلق كثير ، وله في كتب الفقه أحاديث صحيحة ثابتة. وقد أجمع على توثيقه وصلاحه. وذكره الشيخ الطوسي في رجاله من أصحاب الإمام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إتقان المقال / 88. تحفة الأحباب / 212. تنقيح المقال 2 / 251. جامع الرواة 1 / 537. خلاصة الأقوال / 131. رجال ابن داود / 133. رجال الشيخ الطوسي / 47.</w:t>
      </w:r>
      <w:r>
        <w:rPr>
          <w:rFonts w:hint="cs"/>
          <w:rtl/>
          <w:lang w:bidi="fa-IR"/>
        </w:rPr>
        <w:t xml:space="preserve"> </w:t>
      </w:r>
      <w:r w:rsidRPr="00CA52B4">
        <w:rPr>
          <w:rtl/>
          <w:lang w:bidi="fa-IR"/>
        </w:rPr>
        <w:t>رجال البرقي / 2 ، 3. قاموس الرجال 6 / 296. مجالس المؤمنين 1 / 254. مجمع</w:t>
      </w:r>
    </w:p>
    <w:p w:rsidR="00843DF1" w:rsidRPr="00CA52B4" w:rsidRDefault="00843DF1" w:rsidP="00B10281">
      <w:pPr>
        <w:pStyle w:val="libVar0"/>
        <w:rPr>
          <w:rtl/>
          <w:lang w:bidi="fa-IR"/>
        </w:rPr>
      </w:pPr>
      <w:r>
        <w:rPr>
          <w:rtl/>
          <w:lang w:bidi="fa-IR"/>
        </w:rPr>
        <w:br w:type="page"/>
      </w:r>
      <w:r w:rsidRPr="00CA52B4">
        <w:rPr>
          <w:rtl/>
          <w:lang w:bidi="fa-IR"/>
        </w:rPr>
        <w:lastRenderedPageBreak/>
        <w:t>الرجال 4 / 137 وفيه : عرفة المدني. معجم الثقات / 304. معجم رجال الحديث 11 / 136. منتهى المقال / 205. نقد الرجال / 220.</w:t>
      </w:r>
    </w:p>
    <w:p w:rsidR="00843DF1" w:rsidRPr="00CA52B4" w:rsidRDefault="00843DF1" w:rsidP="00EB70B9">
      <w:pPr>
        <w:pStyle w:val="libBold1"/>
        <w:rPr>
          <w:rtl/>
          <w:lang w:bidi="fa-IR"/>
        </w:rPr>
      </w:pPr>
      <w:r w:rsidRPr="00CA52B4">
        <w:rPr>
          <w:rtl/>
        </w:rPr>
        <w:t>798</w:t>
      </w:r>
      <w:r>
        <w:rPr>
          <w:rtl/>
        </w:rPr>
        <w:t xml:space="preserve"> ـ </w:t>
      </w:r>
      <w:r w:rsidRPr="00CA52B4">
        <w:rPr>
          <w:rtl/>
        </w:rPr>
        <w:t>عروة بن الزبير بن العوام بن خويلد بن أسد بن عبد العزى بن قصي الأسدي المدني المتوفى 92 ه‍</w:t>
      </w:r>
      <w:r>
        <w:rPr>
          <w:rtl/>
        </w:rPr>
        <w:t>.</w:t>
      </w:r>
    </w:p>
    <w:p w:rsidR="00843DF1" w:rsidRPr="00CA52B4" w:rsidRDefault="00843DF1" w:rsidP="00347E77">
      <w:pPr>
        <w:pStyle w:val="libNormal"/>
        <w:rPr>
          <w:rtl/>
          <w:lang w:bidi="fa-IR"/>
        </w:rPr>
      </w:pPr>
      <w:r w:rsidRPr="00CA52B4">
        <w:rPr>
          <w:rtl/>
          <w:lang w:bidi="fa-IR"/>
        </w:rPr>
        <w:t>محدّث ، روى عن أكثر الصحابة ، كما حدّث عنه الكثيرون من التابعين. وكان ثقة كثير الحديث ، فقيها عالما ثبتا مأمونا ، في الطبقة الثانية من أهل المدينة. مات سنة 91 ، 92 ، 93 ، 94 ، 95 ، 99. وخلّف :</w:t>
      </w:r>
      <w:r>
        <w:rPr>
          <w:rFonts w:hint="cs"/>
          <w:rtl/>
          <w:lang w:bidi="fa-IR"/>
        </w:rPr>
        <w:t xml:space="preserve"> </w:t>
      </w:r>
      <w:r w:rsidRPr="00CA52B4">
        <w:rPr>
          <w:rtl/>
          <w:lang w:bidi="fa-IR"/>
        </w:rPr>
        <w:t>عبد الله ، عثمان ، هشاما ، محمدا ، يحيى. جمع العلم ، والسيادة ، والعبادة. وكان يصوم الدّهر ومات صائما. واشتهر أنّه قطعت رجله وهو في الصلاة لاكلة وقعت فيها ولم يتحرك.</w:t>
      </w:r>
    </w:p>
    <w:p w:rsidR="00843DF1" w:rsidRPr="00CA52B4" w:rsidRDefault="00843DF1" w:rsidP="00B10281">
      <w:pPr>
        <w:pStyle w:val="libVar"/>
        <w:rPr>
          <w:rtl/>
          <w:lang w:bidi="fa-IR"/>
        </w:rPr>
      </w:pPr>
      <w:r w:rsidRPr="00CA52B4">
        <w:rPr>
          <w:rtl/>
          <w:lang w:bidi="fa-IR"/>
        </w:rPr>
        <w:t>الأخبار الطوال / 315 ، 316 ، 326. الاشتقاق / 94. الأمالي / 89. أنساب الأشراف 3 / 60 ، 287 ، 288. الأعلام 5 / 17. الأنساب / 62. البداية والنهاية 9 / 101. تحفة الأحباب / 213. تقريب التهذيب 2 / 19. تنقيح المقال 2 / 251.</w:t>
      </w:r>
      <w:r>
        <w:rPr>
          <w:rFonts w:hint="cs"/>
          <w:rtl/>
          <w:lang w:bidi="fa-IR"/>
        </w:rPr>
        <w:t xml:space="preserve"> </w:t>
      </w:r>
      <w:r w:rsidRPr="00CA52B4">
        <w:rPr>
          <w:rtl/>
          <w:lang w:bidi="fa-IR"/>
        </w:rPr>
        <w:t>تهذيب التهذيب 7 / 180. تذكرة الحفاظ 1 / 62. تاريخ جرجان / 167</w:t>
      </w:r>
      <w:r>
        <w:rPr>
          <w:rtl/>
          <w:lang w:bidi="fa-IR"/>
        </w:rPr>
        <w:t xml:space="preserve"> ـ </w:t>
      </w:r>
      <w:r w:rsidRPr="00CA52B4">
        <w:rPr>
          <w:rtl/>
          <w:lang w:bidi="fa-IR"/>
        </w:rPr>
        <w:t>الفهرس</w:t>
      </w:r>
      <w:r>
        <w:rPr>
          <w:rtl/>
          <w:lang w:bidi="fa-IR"/>
        </w:rPr>
        <w:t xml:space="preserve"> ـ.</w:t>
      </w:r>
      <w:r>
        <w:rPr>
          <w:rFonts w:hint="cs"/>
          <w:rtl/>
          <w:lang w:bidi="fa-IR"/>
        </w:rPr>
        <w:t xml:space="preserve"> </w:t>
      </w:r>
      <w:r w:rsidRPr="00CA52B4">
        <w:rPr>
          <w:rtl/>
          <w:lang w:bidi="fa-IR"/>
        </w:rPr>
        <w:t>الجرح والتعديل 6 / 395. جمهرة أنساب العرب / 124. حلية الأولياء 2 / 176. سفينة البحار 2 / 183. شذرات الذهب 1 / 103. ابن أبي الحديد 4 / 63</w:t>
      </w:r>
      <w:r>
        <w:rPr>
          <w:rtl/>
          <w:lang w:bidi="fa-IR"/>
        </w:rPr>
        <w:t xml:space="preserve"> ـ </w:t>
      </w:r>
      <w:r w:rsidRPr="00CA52B4">
        <w:rPr>
          <w:rtl/>
          <w:lang w:bidi="fa-IR"/>
        </w:rPr>
        <w:t xml:space="preserve">102 </w:t>
      </w:r>
      <w:r>
        <w:rPr>
          <w:rtl/>
          <w:lang w:bidi="fa-IR"/>
        </w:rPr>
        <w:t>و 7</w:t>
      </w:r>
      <w:r w:rsidRPr="00CA52B4">
        <w:rPr>
          <w:rtl/>
          <w:lang w:bidi="fa-IR"/>
        </w:rPr>
        <w:t xml:space="preserve"> / 54 </w:t>
      </w:r>
      <w:r>
        <w:rPr>
          <w:rtl/>
          <w:lang w:bidi="fa-IR"/>
        </w:rPr>
        <w:t>و 9</w:t>
      </w:r>
      <w:r w:rsidRPr="00CA52B4">
        <w:rPr>
          <w:rtl/>
          <w:lang w:bidi="fa-IR"/>
        </w:rPr>
        <w:t xml:space="preserve"> / 192 الفهارس / 177. الشعر والشعراء / 522. الطبقات الكبرى 5 / 178. طبقات الحفاظ / 23. طبقات القراء 1 / 511. العقد الفريد 2 / 6 </w:t>
      </w:r>
      <w:r>
        <w:rPr>
          <w:rtl/>
          <w:lang w:bidi="fa-IR"/>
        </w:rPr>
        <w:t>و 3</w:t>
      </w:r>
      <w:r w:rsidRPr="00CA52B4">
        <w:rPr>
          <w:rtl/>
          <w:lang w:bidi="fa-IR"/>
        </w:rPr>
        <w:t xml:space="preserve"> / 154 </w:t>
      </w:r>
      <w:r>
        <w:rPr>
          <w:rtl/>
          <w:lang w:bidi="fa-IR"/>
        </w:rPr>
        <w:t>و 5</w:t>
      </w:r>
      <w:r w:rsidRPr="00CA52B4">
        <w:rPr>
          <w:rtl/>
          <w:lang w:bidi="fa-IR"/>
        </w:rPr>
        <w:t xml:space="preserve"> / 8 </w:t>
      </w:r>
      <w:r>
        <w:rPr>
          <w:rtl/>
          <w:lang w:bidi="fa-IR"/>
        </w:rPr>
        <w:t>و 7</w:t>
      </w:r>
      <w:r w:rsidRPr="00CA52B4">
        <w:rPr>
          <w:rtl/>
          <w:lang w:bidi="fa-IR"/>
        </w:rPr>
        <w:t xml:space="preserve"> / 76 ، 259. العبر 1 / 110. الغدير 2 / 97 </w:t>
      </w:r>
      <w:r>
        <w:rPr>
          <w:rtl/>
          <w:lang w:bidi="fa-IR"/>
        </w:rPr>
        <w:t>و 6</w:t>
      </w:r>
      <w:r w:rsidRPr="00CA52B4">
        <w:rPr>
          <w:rtl/>
          <w:lang w:bidi="fa-IR"/>
        </w:rPr>
        <w:t xml:space="preserve"> / 184 ، 206 ، 211 ، 283 ، 297 </w:t>
      </w:r>
      <w:r>
        <w:rPr>
          <w:rtl/>
          <w:lang w:bidi="fa-IR"/>
        </w:rPr>
        <w:t>و 1</w:t>
      </w:r>
      <w:r w:rsidRPr="00CA52B4">
        <w:rPr>
          <w:rtl/>
          <w:lang w:bidi="fa-IR"/>
        </w:rPr>
        <w:t>0 / 66.</w:t>
      </w:r>
      <w:r>
        <w:rPr>
          <w:rFonts w:hint="cs"/>
          <w:rtl/>
          <w:lang w:bidi="fa-IR"/>
        </w:rPr>
        <w:t xml:space="preserve"> </w:t>
      </w:r>
      <w:r w:rsidRPr="00CA52B4">
        <w:rPr>
          <w:rtl/>
          <w:lang w:bidi="fa-IR"/>
        </w:rPr>
        <w:t xml:space="preserve">الغارات 1 / 220 ، 223 </w:t>
      </w:r>
      <w:r>
        <w:rPr>
          <w:rtl/>
          <w:lang w:bidi="fa-IR"/>
        </w:rPr>
        <w:t>و 2</w:t>
      </w:r>
      <w:r w:rsidRPr="00CA52B4">
        <w:rPr>
          <w:rtl/>
          <w:lang w:bidi="fa-IR"/>
        </w:rPr>
        <w:t xml:space="preserve"> / 569 ، 575</w:t>
      </w:r>
      <w:r>
        <w:rPr>
          <w:rtl/>
          <w:lang w:bidi="fa-IR"/>
        </w:rPr>
        <w:t xml:space="preserve"> ـ </w:t>
      </w:r>
      <w:r w:rsidRPr="00CA52B4">
        <w:rPr>
          <w:rtl/>
          <w:lang w:bidi="fa-IR"/>
        </w:rPr>
        <w:t xml:space="preserve">579 ، 605 ، 752. قاموس الرجال 6 / 299. الكامل في التأريخ 2 / 46 ، 59 ، 333 </w:t>
      </w:r>
      <w:r>
        <w:rPr>
          <w:rtl/>
          <w:lang w:bidi="fa-IR"/>
        </w:rPr>
        <w:t>و 3</w:t>
      </w:r>
      <w:r w:rsidRPr="00CA52B4">
        <w:rPr>
          <w:rtl/>
          <w:lang w:bidi="fa-IR"/>
        </w:rPr>
        <w:t xml:space="preserve"> / 453 </w:t>
      </w:r>
      <w:r>
        <w:rPr>
          <w:rtl/>
          <w:lang w:bidi="fa-IR"/>
        </w:rPr>
        <w:t>و 4</w:t>
      </w:r>
      <w:r w:rsidRPr="00CA52B4">
        <w:rPr>
          <w:rtl/>
          <w:lang w:bidi="fa-IR"/>
        </w:rPr>
        <w:t xml:space="preserve"> / 278 ، 357 ، 520 ، 526 ، 582. مرآة الجنان 1 / 187. المعارف / 97. منتهى المقال / 205.</w:t>
      </w:r>
      <w:r>
        <w:rPr>
          <w:rFonts w:hint="cs"/>
          <w:rtl/>
          <w:lang w:bidi="fa-IR"/>
        </w:rPr>
        <w:t xml:space="preserve"> </w:t>
      </w:r>
      <w:r w:rsidRPr="00CA52B4">
        <w:rPr>
          <w:rtl/>
          <w:lang w:bidi="fa-IR"/>
        </w:rPr>
        <w:t xml:space="preserve">المجروحون 3 / 262. النجوم الزاهرة 1 / 228. النهاية في غريب الحديث 1 / 81 </w:t>
      </w:r>
      <w:r>
        <w:rPr>
          <w:rtl/>
          <w:lang w:bidi="fa-IR"/>
        </w:rPr>
        <w:t>و 2</w:t>
      </w:r>
      <w:r w:rsidRPr="00CA52B4">
        <w:rPr>
          <w:rtl/>
          <w:lang w:bidi="fa-IR"/>
        </w:rPr>
        <w:t xml:space="preserve"> / 3 ، 354 </w:t>
      </w:r>
      <w:r>
        <w:rPr>
          <w:rtl/>
          <w:lang w:bidi="fa-IR"/>
        </w:rPr>
        <w:t>و 4</w:t>
      </w:r>
      <w:r w:rsidRPr="00CA52B4">
        <w:rPr>
          <w:rtl/>
          <w:lang w:bidi="fa-IR"/>
        </w:rPr>
        <w:t xml:space="preserve"> / 67 ، 367. وفيات الأعيان 1 / 316.</w:t>
      </w:r>
    </w:p>
    <w:p w:rsidR="00843DF1" w:rsidRPr="00CA52B4" w:rsidRDefault="00843DF1" w:rsidP="00EB70B9">
      <w:pPr>
        <w:pStyle w:val="libBold1"/>
        <w:rPr>
          <w:rtl/>
          <w:lang w:bidi="fa-IR"/>
        </w:rPr>
      </w:pPr>
      <w:r w:rsidRPr="00CA52B4">
        <w:rPr>
          <w:rtl/>
        </w:rPr>
        <w:t>799</w:t>
      </w:r>
      <w:r>
        <w:rPr>
          <w:rtl/>
        </w:rPr>
        <w:t xml:space="preserve"> ـ </w:t>
      </w:r>
      <w:r w:rsidRPr="00CA52B4">
        <w:rPr>
          <w:rtl/>
        </w:rPr>
        <w:t>عروة بن زيد الخيل بن مهلهل الساعدي المقتول في 37 ه‍</w:t>
      </w:r>
      <w:r>
        <w:rPr>
          <w:rtl/>
        </w:rPr>
        <w:t>.</w:t>
      </w:r>
    </w:p>
    <w:p w:rsidR="00843DF1" w:rsidRPr="00CA52B4" w:rsidRDefault="00843DF1" w:rsidP="00347E77">
      <w:pPr>
        <w:pStyle w:val="libNormal"/>
        <w:rPr>
          <w:rtl/>
          <w:lang w:bidi="fa-IR"/>
        </w:rPr>
      </w:pPr>
      <w:r w:rsidRPr="00CA52B4">
        <w:rPr>
          <w:rtl/>
          <w:lang w:bidi="fa-IR"/>
        </w:rPr>
        <w:t xml:space="preserve">صحابي ، فارس شاعر. وكان والده صحابيا مشهورا. شهد مع أبيه زيد الخيل بعض الحروب في الجاهلية ، واجتمع هو بالنبيّ </w:t>
      </w:r>
      <w:r>
        <w:rPr>
          <w:rtl/>
          <w:lang w:bidi="fa-IR"/>
        </w:rPr>
        <w:t>(</w:t>
      </w:r>
      <w:r w:rsidRPr="00CA52B4">
        <w:rPr>
          <w:rtl/>
          <w:lang w:bidi="fa-IR"/>
        </w:rPr>
        <w:t>صلّى الله عليه وآله وسلّم</w:t>
      </w:r>
      <w:r>
        <w:rPr>
          <w:rtl/>
          <w:lang w:bidi="fa-IR"/>
        </w:rPr>
        <w:t>)</w:t>
      </w:r>
      <w:r w:rsidRPr="00CA52B4">
        <w:rPr>
          <w:rtl/>
          <w:lang w:bidi="fa-IR"/>
        </w:rPr>
        <w:t xml:space="preserve"> وعاش إلى خلافة عليّ </w:t>
      </w:r>
      <w:r>
        <w:rPr>
          <w:rtl/>
          <w:lang w:bidi="fa-IR"/>
        </w:rPr>
        <w:t>(</w:t>
      </w:r>
      <w:r w:rsidRPr="00CA52B4">
        <w:rPr>
          <w:rtl/>
          <w:lang w:bidi="fa-IR"/>
        </w:rPr>
        <w:t>عليه السلام</w:t>
      </w:r>
      <w:r>
        <w:rPr>
          <w:rtl/>
          <w:lang w:bidi="fa-IR"/>
        </w:rPr>
        <w:t>)</w:t>
      </w:r>
      <w:r w:rsidRPr="00CA52B4">
        <w:rPr>
          <w:rtl/>
          <w:lang w:bidi="fa-IR"/>
        </w:rPr>
        <w:t xml:space="preserve"> وشهد معه صفّين.</w:t>
      </w:r>
    </w:p>
    <w:p w:rsidR="00843DF1" w:rsidRPr="00CA52B4" w:rsidRDefault="00843DF1" w:rsidP="00347E77">
      <w:pPr>
        <w:pStyle w:val="libNormal"/>
        <w:rPr>
          <w:rtl/>
          <w:lang w:bidi="fa-IR"/>
        </w:rPr>
      </w:pPr>
      <w:r>
        <w:rPr>
          <w:rtl/>
          <w:lang w:bidi="fa-IR"/>
        </w:rPr>
        <w:br w:type="page"/>
      </w:r>
      <w:r w:rsidRPr="00CA52B4">
        <w:rPr>
          <w:rtl/>
          <w:lang w:bidi="fa-IR"/>
        </w:rPr>
        <w:lastRenderedPageBreak/>
        <w:t xml:space="preserve">وابنته ليلى ، راوية من راويات الشعر ، روت شعر أبيها عروة في يوم محجن ، وكان فارسا شاعرا شهد القادسية ، وشهد صفّين ، وقاتل إلى جنب هاشم المرقال ، وقتل معه ، فمر عليهم عليّ </w:t>
      </w:r>
      <w:r>
        <w:rPr>
          <w:rtl/>
          <w:lang w:bidi="fa-IR"/>
        </w:rPr>
        <w:t>(</w:t>
      </w:r>
      <w:r w:rsidRPr="00CA52B4">
        <w:rPr>
          <w:rtl/>
          <w:lang w:bidi="fa-IR"/>
        </w:rPr>
        <w:t>عليه السلام</w:t>
      </w:r>
      <w:r>
        <w:rPr>
          <w:rtl/>
          <w:lang w:bidi="fa-IR"/>
        </w:rPr>
        <w:t>)</w:t>
      </w:r>
      <w:r w:rsidRPr="00CA52B4">
        <w:rPr>
          <w:rtl/>
          <w:lang w:bidi="fa-IR"/>
        </w:rPr>
        <w:t xml:space="preserve"> ، وهم قتلى حول هاشم ، فقال من أبيات منها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و</w:t>
            </w:r>
            <w:r w:rsidRPr="00CA52B4">
              <w:rPr>
                <w:rtl/>
                <w:lang w:bidi="fa-IR"/>
              </w:rPr>
              <w:t xml:space="preserve">عروة ، لا يبعد ثناه وذكره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إذا اخترطت يوما خفاف الصوارم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الإصابة 2 / 476. أعلام النساء 4 / 334. الأعلام 5 / 17. تاريخ الطبري 13 / 33. تنقيح المقال 2 / 251. جمهرة أنساب العرب / 403 ، 404. رجال الشيخ الطوسي / 50. الغدير 9 / 367. فهرست النديم / 104. قاموس الرجال 6 / 300.</w:t>
      </w:r>
      <w:r>
        <w:rPr>
          <w:rFonts w:hint="cs"/>
          <w:rtl/>
          <w:lang w:bidi="fa-IR"/>
        </w:rPr>
        <w:t xml:space="preserve"> </w:t>
      </w:r>
      <w:r w:rsidRPr="00CA52B4">
        <w:rPr>
          <w:rtl/>
          <w:lang w:bidi="fa-IR"/>
        </w:rPr>
        <w:t>الكامل في التأريخ 2 / 439 ، 441. مجمع الرجال 4 / 137. معجم رجال الحديث 11 / 139. منتهى المقال / 205. نقد الرجال / 220. وقعة صفّين / 356.</w:t>
      </w:r>
    </w:p>
    <w:p w:rsidR="00843DF1" w:rsidRPr="00CA52B4" w:rsidRDefault="00843DF1" w:rsidP="00EB70B9">
      <w:pPr>
        <w:pStyle w:val="libBold1"/>
        <w:rPr>
          <w:rtl/>
          <w:lang w:bidi="fa-IR"/>
        </w:rPr>
      </w:pPr>
      <w:r w:rsidRPr="00CA52B4">
        <w:rPr>
          <w:rtl/>
        </w:rPr>
        <w:t>800</w:t>
      </w:r>
      <w:r>
        <w:rPr>
          <w:rtl/>
        </w:rPr>
        <w:t xml:space="preserve"> ـ </w:t>
      </w:r>
      <w:r w:rsidRPr="00CA52B4">
        <w:rPr>
          <w:rtl/>
        </w:rPr>
        <w:t>عروة بن العشبة الكلبي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جاء أنّ اسمه ، عوف بن عمرو بن عبد ود العشبة</w:t>
      </w:r>
      <w:r>
        <w:rPr>
          <w:rtl/>
          <w:lang w:bidi="fa-IR"/>
        </w:rPr>
        <w:t xml:space="preserve"> ..</w:t>
      </w:r>
      <w:r w:rsidRPr="00CA52B4">
        <w:rPr>
          <w:rtl/>
          <w:lang w:bidi="fa-IR"/>
        </w:rPr>
        <w:t xml:space="preserve">. كان من أصحابه </w:t>
      </w:r>
      <w:r>
        <w:rPr>
          <w:rtl/>
          <w:lang w:bidi="fa-IR"/>
        </w:rPr>
        <w:t>(</w:t>
      </w:r>
      <w:r w:rsidRPr="00CA52B4">
        <w:rPr>
          <w:rtl/>
          <w:lang w:bidi="fa-IR"/>
        </w:rPr>
        <w:t>عليه السلام</w:t>
      </w:r>
      <w:r>
        <w:rPr>
          <w:rtl/>
          <w:lang w:bidi="fa-IR"/>
        </w:rPr>
        <w:t>)</w:t>
      </w:r>
      <w:r w:rsidRPr="00CA52B4">
        <w:rPr>
          <w:rtl/>
          <w:lang w:bidi="fa-IR"/>
        </w:rPr>
        <w:t xml:space="preserve"> فعنفه يوما ، ولحق بمعاوية بن أبي سفيان.</w:t>
      </w:r>
    </w:p>
    <w:p w:rsidR="00843DF1" w:rsidRPr="00CA52B4" w:rsidRDefault="00843DF1" w:rsidP="00347E77">
      <w:pPr>
        <w:pStyle w:val="libNormal"/>
        <w:rPr>
          <w:rtl/>
          <w:lang w:bidi="fa-IR"/>
        </w:rPr>
      </w:pPr>
      <w:r w:rsidRPr="00CA52B4">
        <w:rPr>
          <w:rtl/>
          <w:lang w:bidi="fa-IR"/>
        </w:rPr>
        <w:t>قال ابن الأثير في حوادث سنة 39 ه‍ : أنّ معاوية بعث زهير بن مكحول العامري ، من عامر الأجدار إلى السماوة ، وأمره أن يأخذ صدقات الناس ، وبلغ ذلك عليا فبعث ثلاثة نفر : جعفر بن عبد الله الأشجعي ، وعروة بن العشبة ، والجلاس بن عمير الكلبيين ، ليصدقوا من في طاعته من كلب ، وبكر بن وائل ، فوافوا زهيرا فاقتتلوا ، فانهزم أصحاب عليّ ، وقتل جعفر بن عبد الله ، ولحق ابن العشبة بعليّ ، فعنفه وعلاه بالدرة ، فغضب ولحق بمعاوية.</w:t>
      </w:r>
    </w:p>
    <w:p w:rsidR="00843DF1" w:rsidRPr="00CA52B4" w:rsidRDefault="00843DF1" w:rsidP="00B10281">
      <w:pPr>
        <w:pStyle w:val="libVar"/>
        <w:rPr>
          <w:rtl/>
          <w:lang w:bidi="fa-IR"/>
        </w:rPr>
      </w:pPr>
      <w:r w:rsidRPr="00CA52B4">
        <w:rPr>
          <w:rtl/>
          <w:lang w:bidi="fa-IR"/>
        </w:rPr>
        <w:t>أنساب الأشراف 2 / 465. الكامل في التأريخ 3 / 380.</w:t>
      </w:r>
    </w:p>
    <w:p w:rsidR="00843DF1" w:rsidRPr="00CA52B4" w:rsidRDefault="00843DF1" w:rsidP="00EB70B9">
      <w:pPr>
        <w:pStyle w:val="libBold1"/>
        <w:rPr>
          <w:rtl/>
          <w:lang w:bidi="fa-IR"/>
        </w:rPr>
      </w:pPr>
      <w:r w:rsidRPr="00CA52B4">
        <w:rPr>
          <w:rtl/>
        </w:rPr>
        <w:t>801</w:t>
      </w:r>
      <w:r>
        <w:rPr>
          <w:rtl/>
        </w:rPr>
        <w:t xml:space="preserve"> ـ </w:t>
      </w:r>
      <w:r w:rsidRPr="00CA52B4">
        <w:rPr>
          <w:rtl/>
        </w:rPr>
        <w:t>عصام بن مقشعر البصري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 شجاع شاعر أديب. وشهد مع أمير المؤمنين </w:t>
      </w:r>
      <w:r>
        <w:rPr>
          <w:rtl/>
          <w:lang w:bidi="fa-IR"/>
        </w:rPr>
        <w:t>(</w:t>
      </w:r>
      <w:r w:rsidRPr="00CA52B4">
        <w:rPr>
          <w:rtl/>
          <w:lang w:bidi="fa-IR"/>
        </w:rPr>
        <w:t>عليه السلام</w:t>
      </w:r>
      <w:r>
        <w:rPr>
          <w:rtl/>
          <w:lang w:bidi="fa-IR"/>
        </w:rPr>
        <w:t>)</w:t>
      </w:r>
      <w:r w:rsidRPr="00CA52B4">
        <w:rPr>
          <w:rtl/>
          <w:lang w:bidi="fa-IR"/>
        </w:rPr>
        <w:t xml:space="preserve"> وقعة الجمل ، وهو الذي قتل محمد بن طلحة بن عبيد الله ، ونهى عن قتله ، وكان كلما حمل عليه رجل يقول : نشدتك بحاميم. فينصرف عنه. فيقال إنّ</w:t>
      </w:r>
    </w:p>
    <w:p w:rsidR="00843DF1" w:rsidRPr="00CA52B4" w:rsidRDefault="00843DF1" w:rsidP="00B10281">
      <w:pPr>
        <w:pStyle w:val="libNormal0"/>
        <w:rPr>
          <w:rtl/>
          <w:lang w:bidi="fa-IR"/>
        </w:rPr>
      </w:pPr>
      <w:r>
        <w:rPr>
          <w:rtl/>
          <w:lang w:bidi="fa-IR"/>
        </w:rPr>
        <w:br w:type="page"/>
      </w:r>
      <w:r w:rsidRPr="00CA52B4">
        <w:rPr>
          <w:rtl/>
          <w:lang w:bidi="fa-IR"/>
        </w:rPr>
        <w:lastRenderedPageBreak/>
        <w:t>عصاما حمل عليه وقتله ، وأنشد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و</w:t>
            </w:r>
            <w:r w:rsidRPr="00CA52B4">
              <w:rPr>
                <w:rtl/>
                <w:lang w:bidi="fa-IR"/>
              </w:rPr>
              <w:t xml:space="preserve">أشعث قوّام بآيات ربّه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قليل الأذى فيما ترى العين مسلم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دلفت له بالرمح من تحت بزه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فخر صريعا لليدين وللفم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شككت إليه بالسنان قميصه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فأزريته عن ظهر طرف مسوّم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فذكرني حاميم لما طعنته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فهلا تلا حاميم قبل التقدم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على غير شيء غير أن كنت تابعا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عليّا ، ومن لا يتبع الحق يظلم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8 / 145. الجمل أو النصرة في حرب البصرة / 172. معجم الشعراء / 269.</w:t>
      </w:r>
    </w:p>
    <w:p w:rsidR="00843DF1" w:rsidRPr="00CA52B4" w:rsidRDefault="00843DF1" w:rsidP="00EB70B9">
      <w:pPr>
        <w:pStyle w:val="libBold1"/>
        <w:rPr>
          <w:rtl/>
          <w:lang w:bidi="fa-IR"/>
        </w:rPr>
      </w:pPr>
      <w:r w:rsidRPr="00CA52B4">
        <w:rPr>
          <w:rtl/>
        </w:rPr>
        <w:t>802</w:t>
      </w:r>
      <w:r>
        <w:rPr>
          <w:rtl/>
        </w:rPr>
        <w:t xml:space="preserve"> ـ </w:t>
      </w:r>
      <w:r w:rsidRPr="00CA52B4">
        <w:rPr>
          <w:rtl/>
        </w:rPr>
        <w:t>عطاء أبو محمد الحمال</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الحسن بن صالح بن حيّ ، وذكره ابن حبان في الثقات. له في البخاري حديث. ولم أجد له غير ما ذكرت.</w:t>
      </w:r>
    </w:p>
    <w:p w:rsidR="00843DF1" w:rsidRPr="00CA52B4" w:rsidRDefault="00843DF1" w:rsidP="00B10281">
      <w:pPr>
        <w:pStyle w:val="libVar"/>
        <w:rPr>
          <w:rtl/>
          <w:lang w:bidi="fa-IR"/>
        </w:rPr>
      </w:pPr>
      <w:r w:rsidRPr="00CA52B4">
        <w:rPr>
          <w:rtl/>
          <w:lang w:bidi="fa-IR"/>
        </w:rPr>
        <w:t>لسان الميزان 4 / 173. ميزان الاعتدال 3 / 77.</w:t>
      </w:r>
    </w:p>
    <w:p w:rsidR="00843DF1" w:rsidRPr="00CA52B4" w:rsidRDefault="00843DF1" w:rsidP="00EB70B9">
      <w:pPr>
        <w:pStyle w:val="libBold1"/>
        <w:rPr>
          <w:rtl/>
          <w:lang w:bidi="fa-IR"/>
        </w:rPr>
      </w:pPr>
      <w:r w:rsidRPr="00CA52B4">
        <w:rPr>
          <w:rtl/>
        </w:rPr>
        <w:t>803</w:t>
      </w:r>
      <w:r>
        <w:rPr>
          <w:rtl/>
        </w:rPr>
        <w:t xml:space="preserve"> ـ </w:t>
      </w:r>
      <w:r w:rsidRPr="00CA52B4">
        <w:rPr>
          <w:rtl/>
        </w:rPr>
        <w:t>عطاء بن أبي رباح أسلم القرشي المكي المتوفى 114 ه‍</w:t>
      </w:r>
      <w:r>
        <w:rPr>
          <w:rtl/>
        </w:rPr>
        <w:t>.</w:t>
      </w:r>
    </w:p>
    <w:p w:rsidR="00843DF1" w:rsidRPr="00CA52B4" w:rsidRDefault="00843DF1" w:rsidP="00347E77">
      <w:pPr>
        <w:pStyle w:val="libNormal"/>
        <w:rPr>
          <w:rtl/>
          <w:lang w:bidi="fa-IR"/>
        </w:rPr>
      </w:pPr>
      <w:r w:rsidRPr="00CA52B4">
        <w:rPr>
          <w:rtl/>
          <w:lang w:bidi="fa-IR"/>
        </w:rPr>
        <w:t>أبو محمد ، وأمه سوداء تسمّى بركة. وهو مولى لبني ضمر ، وكان أفطسا أعرجا أشلا ، ثم عمي بعد ذلك ، ومات وله 88 سنة ، عام 114. وكان فقيه الحجاز ، انفرد بالفتوى بمكة ، وكان بنو أمية يصيحون في الموسم لا يفتي أحد غيره. خلّف : يعقوب. يقال إنّه أدرك مائتي صحابي. وكان ثقة فقيها عالما كثير الحديث. حج سبعين حجة ، وعاش مائة سنة. وحدّث عنه جمع كثير.</w:t>
      </w:r>
    </w:p>
    <w:p w:rsidR="00843DF1" w:rsidRPr="00CA52B4" w:rsidRDefault="00843DF1" w:rsidP="00B10281">
      <w:pPr>
        <w:pStyle w:val="libVar"/>
        <w:rPr>
          <w:rtl/>
          <w:lang w:bidi="fa-IR"/>
        </w:rPr>
      </w:pPr>
      <w:r w:rsidRPr="00CA52B4">
        <w:rPr>
          <w:rtl/>
          <w:lang w:bidi="fa-IR"/>
        </w:rPr>
        <w:t>الأعلام 5 / 29. البداية والنهاية 9 / 306. تاريخ الخلفاء / 248. تحفة الأحباب / 215. تقريب التهذيب 2 / 22. تنقيح المقال 2 / 252. تهذيب التهذيب 7 / 199. تذكرة الحفاظ 1 / 92. تاريخ جرجان / 167</w:t>
      </w:r>
      <w:r>
        <w:rPr>
          <w:rtl/>
          <w:lang w:bidi="fa-IR"/>
        </w:rPr>
        <w:t xml:space="preserve"> ـ </w:t>
      </w:r>
      <w:r w:rsidRPr="00CA52B4">
        <w:rPr>
          <w:rtl/>
          <w:lang w:bidi="fa-IR"/>
        </w:rPr>
        <w:t>الفهرس</w:t>
      </w:r>
      <w:r>
        <w:rPr>
          <w:rtl/>
          <w:lang w:bidi="fa-IR"/>
        </w:rPr>
        <w:t xml:space="preserve"> ـ.</w:t>
      </w:r>
      <w:r w:rsidRPr="00CA52B4">
        <w:rPr>
          <w:rtl/>
          <w:lang w:bidi="fa-IR"/>
        </w:rPr>
        <w:t xml:space="preserve"> جامع الرواة 1 / 538. الجرح والتعديل 6 / 330. حلية الأولياء 3 / 229 ، 310. خلاصة الأقوال / 243. رجال ابن داود / 258 وفيه : عطاء بن رياح. رجال الطوسي / 51.</w:t>
      </w:r>
      <w:r>
        <w:rPr>
          <w:rFonts w:hint="cs"/>
          <w:rtl/>
          <w:lang w:bidi="fa-IR"/>
        </w:rPr>
        <w:t xml:space="preserve"> </w:t>
      </w:r>
      <w:r w:rsidRPr="00CA52B4">
        <w:rPr>
          <w:rtl/>
          <w:lang w:bidi="fa-IR"/>
        </w:rPr>
        <w:t xml:space="preserve">شذرات الذهب 1 / 147. ابن أبي الحديد 9 / 61. الطبقات الكبرى 2 / 386. طبقات الحفاظ / 39. طبقات القراء 1 / 513. العقد الفريد 2 / 82 </w:t>
      </w:r>
      <w:r>
        <w:rPr>
          <w:rtl/>
          <w:lang w:bidi="fa-IR"/>
        </w:rPr>
        <w:t>و 3</w:t>
      </w:r>
      <w:r w:rsidRPr="00CA52B4">
        <w:rPr>
          <w:rtl/>
          <w:lang w:bidi="fa-IR"/>
        </w:rPr>
        <w:t xml:space="preserve"> / 104 </w:t>
      </w:r>
      <w:r>
        <w:rPr>
          <w:rtl/>
          <w:lang w:bidi="fa-IR"/>
        </w:rPr>
        <w:t>و 7</w:t>
      </w:r>
      <w:r w:rsidRPr="00CA52B4">
        <w:rPr>
          <w:rtl/>
          <w:lang w:bidi="fa-IR"/>
        </w:rPr>
        <w:t xml:space="preserve"> / 7 </w:t>
      </w:r>
      <w:r>
        <w:rPr>
          <w:rtl/>
          <w:lang w:bidi="fa-IR"/>
        </w:rPr>
        <w:t>و 8</w:t>
      </w:r>
      <w:r w:rsidRPr="00CA52B4">
        <w:rPr>
          <w:rtl/>
          <w:lang w:bidi="fa-IR"/>
        </w:rPr>
        <w:t xml:space="preserve"> / 120.</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العبر 1 / 141. الغدير 6 / 283 </w:t>
      </w:r>
      <w:r>
        <w:rPr>
          <w:rtl/>
          <w:lang w:bidi="fa-IR"/>
        </w:rPr>
        <w:t>و 8</w:t>
      </w:r>
      <w:r w:rsidRPr="00CA52B4">
        <w:rPr>
          <w:rtl/>
          <w:lang w:bidi="fa-IR"/>
        </w:rPr>
        <w:t xml:space="preserve"> / 14 ، 212 </w:t>
      </w:r>
      <w:r>
        <w:rPr>
          <w:rtl/>
          <w:lang w:bidi="fa-IR"/>
        </w:rPr>
        <w:t>و 1</w:t>
      </w:r>
      <w:r w:rsidRPr="00CA52B4">
        <w:rPr>
          <w:rtl/>
          <w:lang w:bidi="fa-IR"/>
        </w:rPr>
        <w:t>1 / 84. قاموس الرجال 6 / 306.</w:t>
      </w:r>
      <w:r>
        <w:rPr>
          <w:rFonts w:hint="cs"/>
          <w:rtl/>
          <w:lang w:bidi="fa-IR"/>
        </w:rPr>
        <w:t xml:space="preserve"> </w:t>
      </w:r>
      <w:r w:rsidRPr="00CA52B4">
        <w:rPr>
          <w:rtl/>
          <w:lang w:bidi="fa-IR"/>
        </w:rPr>
        <w:t xml:space="preserve">الكامل في التأريخ 1 / 110 </w:t>
      </w:r>
      <w:r>
        <w:rPr>
          <w:rtl/>
          <w:lang w:bidi="fa-IR"/>
        </w:rPr>
        <w:t>و 5</w:t>
      </w:r>
      <w:r w:rsidRPr="00CA52B4">
        <w:rPr>
          <w:rtl/>
          <w:lang w:bidi="fa-IR"/>
        </w:rPr>
        <w:t xml:space="preserve"> / 179. مجمع الرجال 4 / 140. مرآة الجنان 1 / 244.</w:t>
      </w:r>
      <w:r>
        <w:rPr>
          <w:rFonts w:hint="cs"/>
          <w:rtl/>
          <w:lang w:bidi="fa-IR"/>
        </w:rPr>
        <w:t xml:space="preserve"> </w:t>
      </w:r>
      <w:r w:rsidRPr="00CA52B4">
        <w:rPr>
          <w:rtl/>
          <w:lang w:bidi="fa-IR"/>
        </w:rPr>
        <w:t>مروج الذهب 3 / 215. المشتبه 2 / 428. المعارف / 196. معجم رجال الحديث 11 / 144. منتهى المقال / 206. ميزان الاعتدال 3 / 70. المراسيل / 98.</w:t>
      </w:r>
      <w:r>
        <w:rPr>
          <w:rFonts w:hint="cs"/>
          <w:rtl/>
          <w:lang w:bidi="fa-IR"/>
        </w:rPr>
        <w:t xml:space="preserve"> </w:t>
      </w:r>
      <w:r w:rsidRPr="00CA52B4">
        <w:rPr>
          <w:rtl/>
          <w:lang w:bidi="fa-IR"/>
        </w:rPr>
        <w:t xml:space="preserve">المجروحون في المحدثين 3 / 263. النجوم الزاهرة 1 / 273. نقد الرجال / 221. نكت الهميان / 199. النهاية في غريب الحديث 1 / 80 ، 88 </w:t>
      </w:r>
      <w:r>
        <w:rPr>
          <w:rtl/>
          <w:lang w:bidi="fa-IR"/>
        </w:rPr>
        <w:t>و 5</w:t>
      </w:r>
      <w:r w:rsidRPr="00CA52B4">
        <w:rPr>
          <w:rtl/>
          <w:lang w:bidi="fa-IR"/>
        </w:rPr>
        <w:t xml:space="preserve"> / 414. وفيات الأعيان 3 / 261</w:t>
      </w:r>
      <w:r>
        <w:rPr>
          <w:rtl/>
          <w:lang w:bidi="fa-IR"/>
        </w:rPr>
        <w:t xml:space="preserve"> ـ </w:t>
      </w:r>
      <w:r w:rsidRPr="00CA52B4">
        <w:rPr>
          <w:rtl/>
          <w:lang w:bidi="fa-IR"/>
        </w:rPr>
        <w:t>263.</w:t>
      </w:r>
    </w:p>
    <w:p w:rsidR="00843DF1" w:rsidRPr="00CA52B4" w:rsidRDefault="00843DF1" w:rsidP="00EB70B9">
      <w:pPr>
        <w:pStyle w:val="libBold1"/>
        <w:rPr>
          <w:rtl/>
          <w:lang w:bidi="fa-IR"/>
        </w:rPr>
      </w:pPr>
      <w:r w:rsidRPr="00CA52B4">
        <w:rPr>
          <w:rtl/>
        </w:rPr>
        <w:t>804</w:t>
      </w:r>
      <w:r>
        <w:rPr>
          <w:rtl/>
        </w:rPr>
        <w:t xml:space="preserve"> ـ </w:t>
      </w:r>
      <w:r w:rsidRPr="00CA52B4">
        <w:rPr>
          <w:rtl/>
        </w:rPr>
        <w:t>عطية بن سعد بن جنادة العوفي الجدلي القيسي الكوفي مات 111 ه‍</w:t>
      </w:r>
      <w:r>
        <w:rPr>
          <w:rtl/>
        </w:rPr>
        <w:t>.</w:t>
      </w:r>
    </w:p>
    <w:p w:rsidR="00843DF1" w:rsidRPr="00CA52B4" w:rsidRDefault="00843DF1" w:rsidP="00347E77">
      <w:pPr>
        <w:pStyle w:val="libNormal"/>
        <w:rPr>
          <w:rtl/>
          <w:lang w:bidi="fa-IR"/>
        </w:rPr>
      </w:pPr>
      <w:r w:rsidRPr="00CA52B4">
        <w:rPr>
          <w:rtl/>
          <w:lang w:bidi="fa-IR"/>
        </w:rPr>
        <w:t>أبو الحسن ، المحدّث التابعي ، وكان يعد في طليعة شيعة أهل الكوفة.</w:t>
      </w:r>
      <w:r>
        <w:rPr>
          <w:rFonts w:hint="cs"/>
          <w:rtl/>
          <w:lang w:bidi="fa-IR"/>
        </w:rPr>
        <w:t xml:space="preserve"> </w:t>
      </w:r>
      <w:r w:rsidRPr="00CA52B4">
        <w:rPr>
          <w:rtl/>
          <w:lang w:bidi="fa-IR"/>
        </w:rPr>
        <w:t xml:space="preserve">ضربه الحجاج أربعمائة سوط على أن يشتم عليا </w:t>
      </w:r>
      <w:r>
        <w:rPr>
          <w:rtl/>
          <w:lang w:bidi="fa-IR"/>
        </w:rPr>
        <w:t>(</w:t>
      </w:r>
      <w:r w:rsidRPr="00CA52B4">
        <w:rPr>
          <w:rtl/>
          <w:lang w:bidi="fa-IR"/>
        </w:rPr>
        <w:t>عليه السلام</w:t>
      </w:r>
      <w:r>
        <w:rPr>
          <w:rtl/>
          <w:lang w:bidi="fa-IR"/>
        </w:rPr>
        <w:t>)</w:t>
      </w:r>
      <w:r w:rsidRPr="00CA52B4">
        <w:rPr>
          <w:rtl/>
          <w:lang w:bidi="fa-IR"/>
        </w:rPr>
        <w:t xml:space="preserve"> فلم يفعل.</w:t>
      </w:r>
      <w:r>
        <w:rPr>
          <w:rFonts w:hint="cs"/>
          <w:rtl/>
          <w:lang w:bidi="fa-IR"/>
        </w:rPr>
        <w:t xml:space="preserve"> </w:t>
      </w:r>
      <w:r w:rsidRPr="00CA52B4">
        <w:rPr>
          <w:rtl/>
          <w:lang w:bidi="fa-IR"/>
        </w:rPr>
        <w:t>أخذ عنه الرواة ، وأقام في الكوفة ، إلى أن مات عام 111 ه‍</w:t>
      </w:r>
      <w:r>
        <w:rPr>
          <w:rtl/>
          <w:lang w:bidi="fa-IR"/>
        </w:rPr>
        <w:t>.</w:t>
      </w:r>
      <w:r w:rsidRPr="00CA52B4">
        <w:rPr>
          <w:rtl/>
          <w:lang w:bidi="fa-IR"/>
        </w:rPr>
        <w:t xml:space="preserve"> وخلّف :</w:t>
      </w:r>
      <w:r>
        <w:rPr>
          <w:rFonts w:hint="cs"/>
          <w:rtl/>
          <w:lang w:bidi="fa-IR"/>
        </w:rPr>
        <w:t xml:space="preserve"> </w:t>
      </w:r>
      <w:r w:rsidRPr="00CA52B4">
        <w:rPr>
          <w:rtl/>
          <w:lang w:bidi="fa-IR"/>
        </w:rPr>
        <w:t>الحسن ، عمر.</w:t>
      </w:r>
    </w:p>
    <w:p w:rsidR="00843DF1" w:rsidRPr="00CA52B4" w:rsidRDefault="00843DF1" w:rsidP="00347E77">
      <w:pPr>
        <w:pStyle w:val="libNormal"/>
        <w:rPr>
          <w:rtl/>
          <w:lang w:bidi="fa-IR"/>
        </w:rPr>
      </w:pPr>
      <w:r w:rsidRPr="00CA52B4">
        <w:rPr>
          <w:rtl/>
          <w:lang w:bidi="fa-IR"/>
        </w:rPr>
        <w:t xml:space="preserve">وقيل : إنّ سعد بن جنادة ، جاء إلى عليّ بن أبي طالب </w:t>
      </w:r>
      <w:r>
        <w:rPr>
          <w:rtl/>
          <w:lang w:bidi="fa-IR"/>
        </w:rPr>
        <w:t>(</w:t>
      </w:r>
      <w:r w:rsidRPr="00CA52B4">
        <w:rPr>
          <w:rtl/>
          <w:lang w:bidi="fa-IR"/>
        </w:rPr>
        <w:t>عليه السلام</w:t>
      </w:r>
      <w:r>
        <w:rPr>
          <w:rtl/>
          <w:lang w:bidi="fa-IR"/>
        </w:rPr>
        <w:t>)</w:t>
      </w:r>
      <w:r w:rsidRPr="00CA52B4">
        <w:rPr>
          <w:rtl/>
          <w:lang w:bidi="fa-IR"/>
        </w:rPr>
        <w:t xml:space="preserve"> وهو بالكوفة ، فقال : يا أمير المؤمنين إنّه ولد لي غلام فسمّه ، فقال : هذا عطية الله ، فسمّي عطية ، وكانت أمه رومية ، ضربه الحجاج أربعمائة سوط وحلق رأسه ولحيته ، ونفي إلى خراسان ، وبعد الحجاج عاد إلى الكوفة.</w:t>
      </w:r>
    </w:p>
    <w:p w:rsidR="00843DF1" w:rsidRPr="00CA52B4" w:rsidRDefault="00843DF1" w:rsidP="00B10281">
      <w:pPr>
        <w:pStyle w:val="libVar"/>
        <w:rPr>
          <w:rtl/>
          <w:lang w:bidi="fa-IR"/>
        </w:rPr>
      </w:pPr>
      <w:r w:rsidRPr="00CA52B4">
        <w:rPr>
          <w:rtl/>
          <w:lang w:bidi="fa-IR"/>
        </w:rPr>
        <w:t>الأعلام 5 / 32. تاريخ الطبري 13 / 95. تاريخ الخلفاء / 248. تقريب التهذيب 2 / 24. تنقيح المقال 2 / 253. تهذيب التهذيب 7 / 224. الجرح والتعديل 6 / 382.</w:t>
      </w:r>
      <w:r>
        <w:rPr>
          <w:rFonts w:hint="cs"/>
          <w:rtl/>
          <w:lang w:bidi="fa-IR"/>
        </w:rPr>
        <w:t xml:space="preserve"> </w:t>
      </w:r>
      <w:r w:rsidRPr="00CA52B4">
        <w:rPr>
          <w:rtl/>
          <w:lang w:bidi="fa-IR"/>
        </w:rPr>
        <w:t xml:space="preserve">جمهرة أنساب العرب / 30. الجمل أو النصرة في حرب البصرة / 200. رجال الطوسي / 51. سفينة البحار 2 / 205. شذرات الذهب 1 / 144. ابن أبي الحديد 16 / 252. الطبقات الكبرى 5 / 102. الغدير 1 / 68 ، 80 ، 218 ، 327 </w:t>
      </w:r>
      <w:r>
        <w:rPr>
          <w:rtl/>
          <w:lang w:bidi="fa-IR"/>
        </w:rPr>
        <w:t>و 3</w:t>
      </w:r>
      <w:r w:rsidRPr="00CA52B4">
        <w:rPr>
          <w:rtl/>
          <w:lang w:bidi="fa-IR"/>
        </w:rPr>
        <w:t xml:space="preserve"> / 93 </w:t>
      </w:r>
      <w:r>
        <w:rPr>
          <w:rtl/>
          <w:lang w:bidi="fa-IR"/>
        </w:rPr>
        <w:t>و 5</w:t>
      </w:r>
      <w:r w:rsidRPr="00CA52B4">
        <w:rPr>
          <w:rtl/>
          <w:lang w:bidi="fa-IR"/>
        </w:rPr>
        <w:t xml:space="preserve"> / 320 </w:t>
      </w:r>
      <w:r>
        <w:rPr>
          <w:rtl/>
          <w:lang w:bidi="fa-IR"/>
        </w:rPr>
        <w:t>و 8</w:t>
      </w:r>
      <w:r w:rsidRPr="00CA52B4">
        <w:rPr>
          <w:rtl/>
          <w:lang w:bidi="fa-IR"/>
        </w:rPr>
        <w:t xml:space="preserve"> / 327. قاموس الرجال 6 / 309. مرآة الجنان 1 / 242. المشتبه 2 / 478.</w:t>
      </w:r>
      <w:r>
        <w:rPr>
          <w:rFonts w:hint="cs"/>
          <w:rtl/>
          <w:lang w:bidi="fa-IR"/>
        </w:rPr>
        <w:t xml:space="preserve"> </w:t>
      </w:r>
      <w:r w:rsidRPr="00CA52B4">
        <w:rPr>
          <w:rtl/>
          <w:lang w:bidi="fa-IR"/>
        </w:rPr>
        <w:t>ميزان الاعتدال 3 / 79.</w:t>
      </w:r>
    </w:p>
    <w:p w:rsidR="00843DF1" w:rsidRPr="00CA52B4" w:rsidRDefault="00843DF1" w:rsidP="00EB70B9">
      <w:pPr>
        <w:pStyle w:val="libBold1"/>
        <w:rPr>
          <w:rtl/>
          <w:lang w:bidi="fa-IR"/>
        </w:rPr>
      </w:pPr>
      <w:r w:rsidRPr="00CA52B4">
        <w:rPr>
          <w:rtl/>
        </w:rPr>
        <w:t>805</w:t>
      </w:r>
      <w:r>
        <w:rPr>
          <w:rtl/>
        </w:rPr>
        <w:t xml:space="preserve"> ـ </w:t>
      </w:r>
      <w:r w:rsidRPr="00CA52B4">
        <w:rPr>
          <w:rtl/>
        </w:rPr>
        <w:t>عطية بن سفيان بن عبد الله بن ربيعة الثقفي الطائفي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صحابي ، من بني ثقيف. كان مع عليّ </w:t>
      </w:r>
      <w:r>
        <w:rPr>
          <w:rtl/>
          <w:lang w:bidi="fa-IR"/>
        </w:rPr>
        <w:t>(</w:t>
      </w:r>
      <w:r w:rsidRPr="00CA52B4">
        <w:rPr>
          <w:rtl/>
          <w:lang w:bidi="fa-IR"/>
        </w:rPr>
        <w:t>عليه السلام</w:t>
      </w:r>
      <w:r>
        <w:rPr>
          <w:rtl/>
          <w:lang w:bidi="fa-IR"/>
        </w:rPr>
        <w:t>)</w:t>
      </w:r>
      <w:r w:rsidRPr="00CA52B4">
        <w:rPr>
          <w:rtl/>
          <w:lang w:bidi="fa-IR"/>
        </w:rPr>
        <w:t xml:space="preserve"> في قتل عثمان بن عفان. ومحدّث روى عنه خلق كثير ، وذكره ابن حبان في الثقات. وذكره الطبراني في الصحابة. وله في السنن أحاديث. وهو أخو عاصم ، وعبد الله ،</w:t>
      </w:r>
    </w:p>
    <w:p w:rsidR="00843DF1" w:rsidRPr="00CA52B4" w:rsidRDefault="00843DF1" w:rsidP="00B10281">
      <w:pPr>
        <w:pStyle w:val="libNormal0"/>
        <w:rPr>
          <w:rtl/>
          <w:lang w:bidi="fa-IR"/>
        </w:rPr>
      </w:pPr>
      <w:r>
        <w:rPr>
          <w:rtl/>
          <w:lang w:bidi="fa-IR"/>
        </w:rPr>
        <w:br w:type="page"/>
      </w:r>
      <w:r w:rsidRPr="00CA52B4">
        <w:rPr>
          <w:rtl/>
          <w:lang w:bidi="fa-IR"/>
        </w:rPr>
        <w:lastRenderedPageBreak/>
        <w:t>وعمرو. وفي صحبته اختلاف بين المؤرخين. وقد جاء عنه ، قال : قدم وفد ثقيف</w:t>
      </w:r>
      <w:r>
        <w:rPr>
          <w:rtl/>
          <w:lang w:bidi="fa-IR"/>
        </w:rPr>
        <w:t xml:space="preserve"> ـ </w:t>
      </w:r>
      <w:r w:rsidRPr="00CA52B4">
        <w:rPr>
          <w:rtl/>
          <w:lang w:bidi="fa-IR"/>
        </w:rPr>
        <w:t>الحديث</w:t>
      </w:r>
      <w:r>
        <w:rPr>
          <w:rtl/>
          <w:lang w:bidi="fa-IR"/>
        </w:rPr>
        <w:t xml:space="preserve"> ـ ..</w:t>
      </w:r>
    </w:p>
    <w:p w:rsidR="00843DF1" w:rsidRPr="00CA52B4" w:rsidRDefault="00843DF1" w:rsidP="00B10281">
      <w:pPr>
        <w:pStyle w:val="libVar"/>
        <w:rPr>
          <w:rtl/>
          <w:lang w:bidi="fa-IR"/>
        </w:rPr>
      </w:pPr>
      <w:r w:rsidRPr="00CA52B4">
        <w:rPr>
          <w:rtl/>
          <w:lang w:bidi="fa-IR"/>
        </w:rPr>
        <w:t>أسد الغابة 3 / 412. الإصابة 3 / 167. تقريب التهذيب 2 / 24. تهذيب التهذيب 7 / 226. الجرح والتعديل 6 / 382. الغدير 5 / 243. ميزان الاعتدال 3 / 80.</w:t>
      </w:r>
    </w:p>
    <w:p w:rsidR="00843DF1" w:rsidRPr="00CA52B4" w:rsidRDefault="00843DF1" w:rsidP="00EB70B9">
      <w:pPr>
        <w:pStyle w:val="libBold1"/>
        <w:rPr>
          <w:rtl/>
          <w:lang w:bidi="fa-IR"/>
        </w:rPr>
      </w:pPr>
      <w:r w:rsidRPr="00CA52B4">
        <w:rPr>
          <w:rtl/>
        </w:rPr>
        <w:t>806</w:t>
      </w:r>
      <w:r>
        <w:rPr>
          <w:rtl/>
        </w:rPr>
        <w:t xml:space="preserve"> ـ </w:t>
      </w:r>
      <w:r w:rsidRPr="00CA52B4">
        <w:rPr>
          <w:rtl/>
        </w:rPr>
        <w:t>عفان بن الأشقر النصري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كان مع أمير المؤمنين </w:t>
      </w:r>
      <w:r>
        <w:rPr>
          <w:rtl/>
          <w:lang w:bidi="fa-IR"/>
        </w:rPr>
        <w:t>(</w:t>
      </w:r>
      <w:r w:rsidRPr="00CA52B4">
        <w:rPr>
          <w:rtl/>
          <w:lang w:bidi="fa-IR"/>
        </w:rPr>
        <w:t>عليه السلام</w:t>
      </w:r>
      <w:r>
        <w:rPr>
          <w:rtl/>
          <w:lang w:bidi="fa-IR"/>
        </w:rPr>
        <w:t>)</w:t>
      </w:r>
      <w:r w:rsidRPr="00CA52B4">
        <w:rPr>
          <w:rtl/>
          <w:lang w:bidi="fa-IR"/>
        </w:rPr>
        <w:t xml:space="preserve"> في حرب البصرة ، وقتل محمد بن طلحة حين أخذ بزمام الجمل. وجاء أنّ نفرا من أنصار عليّ </w:t>
      </w:r>
      <w:r>
        <w:rPr>
          <w:rtl/>
          <w:lang w:bidi="fa-IR"/>
        </w:rPr>
        <w:t>(</w:t>
      </w:r>
      <w:r w:rsidRPr="00CA52B4">
        <w:rPr>
          <w:rtl/>
          <w:lang w:bidi="fa-IR"/>
        </w:rPr>
        <w:t>عليه السلام</w:t>
      </w:r>
      <w:r>
        <w:rPr>
          <w:rtl/>
          <w:lang w:bidi="fa-IR"/>
        </w:rPr>
        <w:t>)</w:t>
      </w:r>
      <w:r w:rsidRPr="00CA52B4">
        <w:rPr>
          <w:rtl/>
          <w:lang w:bidi="fa-IR"/>
        </w:rPr>
        <w:t xml:space="preserve"> ، اجتمعوا على محمد بن طلحة ، وكلهم ادعى قتله ، وهم المعكبر الأسدي ، المعكبر الضبي ، معاوية بن شداد العبسي ، عصام بن مقشعر البصري ، عفان بن الأشقر.</w:t>
      </w:r>
    </w:p>
    <w:p w:rsidR="00843DF1" w:rsidRPr="00CA52B4" w:rsidRDefault="00843DF1" w:rsidP="00B10281">
      <w:pPr>
        <w:pStyle w:val="libVar"/>
        <w:rPr>
          <w:rtl/>
          <w:lang w:bidi="fa-IR"/>
        </w:rPr>
      </w:pPr>
      <w:r w:rsidRPr="00CA52B4">
        <w:rPr>
          <w:rtl/>
          <w:lang w:bidi="fa-IR"/>
        </w:rPr>
        <w:t>تاريخ الطبري 5 / 214.</w:t>
      </w:r>
    </w:p>
    <w:p w:rsidR="00843DF1" w:rsidRPr="00CA52B4" w:rsidRDefault="00843DF1" w:rsidP="00EB70B9">
      <w:pPr>
        <w:pStyle w:val="libBold1"/>
        <w:rPr>
          <w:rtl/>
          <w:lang w:bidi="fa-IR"/>
        </w:rPr>
      </w:pPr>
      <w:r w:rsidRPr="00CA52B4">
        <w:rPr>
          <w:rtl/>
        </w:rPr>
        <w:t>807</w:t>
      </w:r>
      <w:r>
        <w:rPr>
          <w:rtl/>
        </w:rPr>
        <w:t xml:space="preserve"> ـ </w:t>
      </w:r>
      <w:r w:rsidRPr="00CA52B4">
        <w:rPr>
          <w:rtl/>
        </w:rPr>
        <w:t>عفيف بن أبي عفيف إياس الأحمسي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اشترك في صفين. ولما قتل عبد الرحمن بن قلع ، وكانت راية بجيلة معه ، أخذها عفيف ، فلم تزل في يده حتى تحاجز الناس ، وقتل حازم بن أبي حازم الأحمسي ، ونعيم بن صهيب بن العلية البجلي يومئذ. وذكره الشيخ الطوسي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تاريخ الطبري 6 / 14. تنقيح المقال 2 / 254. جامع الرواة 1 / 539. رجال الشيخ الطوسي / 53. شرح ابن أبي الحديد 5 / 206. الكامل في التأريخ 3 / 304. مجمع الرجال 4 / 142. معجم رجال الحديث 11 / 149. منتهى المقال / 206. نقد الرجال / 221. وقعة صفين / 259.</w:t>
      </w:r>
    </w:p>
    <w:p w:rsidR="00843DF1" w:rsidRPr="00CA52B4" w:rsidRDefault="00843DF1" w:rsidP="00EB70B9">
      <w:pPr>
        <w:pStyle w:val="libBold1"/>
        <w:rPr>
          <w:rtl/>
          <w:lang w:bidi="fa-IR"/>
        </w:rPr>
      </w:pPr>
      <w:r w:rsidRPr="00CA52B4">
        <w:rPr>
          <w:rtl/>
        </w:rPr>
        <w:t>808</w:t>
      </w:r>
      <w:r>
        <w:rPr>
          <w:rtl/>
        </w:rPr>
        <w:t xml:space="preserve"> ـ </w:t>
      </w:r>
      <w:r w:rsidRPr="00CA52B4">
        <w:rPr>
          <w:rtl/>
        </w:rPr>
        <w:t>عقبة بن حريز التغلبي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شعبة بن الحجاج ، والفرات بن الأحنف. قال ابن معين ، والنسائي : ثقة. وقال أبو حاتم : صدوق ، وذكره ابن حبان في الثقات. وذكره الشيخ الطوسي في رجاله من أصحاب الإمام عليّ بن أبي طالب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 254. تهذيب التهذيب 7 / 239 وفيه : عقبة بن حريث. جامع الرواة</w:t>
      </w:r>
    </w:p>
    <w:p w:rsidR="00843DF1" w:rsidRPr="00CA52B4" w:rsidRDefault="00843DF1" w:rsidP="00B10281">
      <w:pPr>
        <w:pStyle w:val="libVar0"/>
        <w:rPr>
          <w:rtl/>
          <w:lang w:bidi="fa-IR"/>
        </w:rPr>
      </w:pPr>
      <w:r>
        <w:rPr>
          <w:rtl/>
          <w:lang w:bidi="fa-IR"/>
        </w:rPr>
        <w:br w:type="page"/>
      </w:r>
      <w:r w:rsidRPr="00CA52B4">
        <w:rPr>
          <w:rtl/>
        </w:rPr>
        <w:lastRenderedPageBreak/>
        <w:t>1 / 539. الجرح والتعديل 6 / 309 وفيه : عقبة بن حريث. رجال الشيخ الطوسي / 52 وفيه : عقبة بن جرير. مجمع الرجال 4 / 143. معجم رجال الحديث 11 / 152. منتهى المقال / 206. نقد الرجال / 221.</w:t>
      </w:r>
    </w:p>
    <w:p w:rsidR="00843DF1" w:rsidRPr="00CA52B4" w:rsidRDefault="00843DF1" w:rsidP="00EB70B9">
      <w:pPr>
        <w:pStyle w:val="libBold1"/>
        <w:rPr>
          <w:rtl/>
          <w:lang w:bidi="fa-IR"/>
        </w:rPr>
      </w:pPr>
      <w:r w:rsidRPr="00CA52B4">
        <w:rPr>
          <w:rtl/>
        </w:rPr>
        <w:t>809</w:t>
      </w:r>
      <w:r>
        <w:rPr>
          <w:rtl/>
        </w:rPr>
        <w:t xml:space="preserve"> ـ </w:t>
      </w:r>
      <w:r w:rsidRPr="00CA52B4">
        <w:rPr>
          <w:rtl/>
        </w:rPr>
        <w:t>عقبة بن زرعة الشامي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عبد الوارث بن صخر. انفرد بذكره ابن أبي حاتم الرازي في كتابه.</w:t>
      </w:r>
    </w:p>
    <w:p w:rsidR="00843DF1" w:rsidRPr="00CA52B4" w:rsidRDefault="00843DF1" w:rsidP="00B10281">
      <w:pPr>
        <w:pStyle w:val="libVar"/>
        <w:rPr>
          <w:rtl/>
          <w:lang w:bidi="fa-IR"/>
        </w:rPr>
      </w:pPr>
      <w:r w:rsidRPr="00CA52B4">
        <w:rPr>
          <w:rtl/>
          <w:lang w:bidi="fa-IR"/>
        </w:rPr>
        <w:t>الجرح والتعديل 6 / 310.</w:t>
      </w:r>
    </w:p>
    <w:p w:rsidR="00843DF1" w:rsidRPr="00CA52B4" w:rsidRDefault="00843DF1" w:rsidP="00EB70B9">
      <w:pPr>
        <w:pStyle w:val="libBold1"/>
        <w:rPr>
          <w:rtl/>
          <w:lang w:bidi="fa-IR"/>
        </w:rPr>
      </w:pPr>
      <w:r w:rsidRPr="00CA52B4">
        <w:rPr>
          <w:rtl/>
        </w:rPr>
        <w:t>810</w:t>
      </w:r>
      <w:r>
        <w:rPr>
          <w:rtl/>
        </w:rPr>
        <w:t xml:space="preserve"> ـ </w:t>
      </w:r>
      <w:r w:rsidRPr="00CA52B4">
        <w:rPr>
          <w:rtl/>
        </w:rPr>
        <w:t>عقبة بن زياد الحضرمي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اشترك بصفين ، وشهد في صحيفة التحكيم والصلح. قال ابن الأثير : وشهد الأشعث بن قيس ، وسعيد بن قيس الهمداني ، وورقاء بن سمي البجلي ، وعبد الله بن محل العجلي ، وحجر بن عدي الكندي ، وعبد الله بن الطفيل العامري ، وعقبة بن زياد الحضرمي ، ويزيد بن حجية التميمي ، ومالك بن كعب الهمداني ، وفي رواية نصر : عقبة بن جارية.</w:t>
      </w:r>
    </w:p>
    <w:p w:rsidR="00843DF1" w:rsidRPr="00CA52B4" w:rsidRDefault="00843DF1" w:rsidP="00B10281">
      <w:pPr>
        <w:pStyle w:val="libVar"/>
        <w:rPr>
          <w:rtl/>
          <w:lang w:bidi="fa-IR"/>
        </w:rPr>
      </w:pPr>
      <w:r w:rsidRPr="00CA52B4">
        <w:rPr>
          <w:rtl/>
          <w:lang w:bidi="fa-IR"/>
        </w:rPr>
        <w:t>البداية والنهاية 7 / 278. تاريخ الطبري 6 / 30. الجرح والتعديل 6 / 311. الكامل في التاريخ 3 / 321. وقعة صفين / 511.</w:t>
      </w:r>
    </w:p>
    <w:p w:rsidR="00843DF1" w:rsidRPr="00CA52B4" w:rsidRDefault="00843DF1" w:rsidP="00EB70B9">
      <w:pPr>
        <w:pStyle w:val="libBold1"/>
        <w:rPr>
          <w:rtl/>
          <w:lang w:bidi="fa-IR"/>
        </w:rPr>
      </w:pPr>
      <w:r w:rsidRPr="00CA52B4">
        <w:rPr>
          <w:rtl/>
        </w:rPr>
        <w:t>811</w:t>
      </w:r>
      <w:r>
        <w:rPr>
          <w:rtl/>
        </w:rPr>
        <w:t xml:space="preserve"> ـ </w:t>
      </w:r>
      <w:r w:rsidRPr="00CA52B4">
        <w:rPr>
          <w:rtl/>
        </w:rPr>
        <w:t>عقبة بن الصامت</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ذكر الجميع من أنّ الشيخ الطوسي ، ذكره من أصحاب الإمام أمير المؤمنين </w:t>
      </w:r>
      <w:r>
        <w:rPr>
          <w:rtl/>
          <w:lang w:bidi="fa-IR"/>
        </w:rPr>
        <w:t>(</w:t>
      </w:r>
      <w:r w:rsidRPr="00CA52B4">
        <w:rPr>
          <w:rtl/>
          <w:lang w:bidi="fa-IR"/>
        </w:rPr>
        <w:t>عليه السلام</w:t>
      </w:r>
      <w:r>
        <w:rPr>
          <w:rtl/>
          <w:lang w:bidi="fa-IR"/>
        </w:rPr>
        <w:t>)</w:t>
      </w:r>
      <w:r w:rsidRPr="00CA52B4">
        <w:rPr>
          <w:rtl/>
          <w:lang w:bidi="fa-IR"/>
        </w:rPr>
        <w:t xml:space="preserve"> في رجاله. ومن المؤسف أنّه لم يوجد في المطبوع أي أثر للرجل هذا ، ففي الكتاب من الأغلاط ، والتصحيف الفاحش الذي شوّه الكتاب ، ويا ليته كان لم يطبع.</w:t>
      </w:r>
    </w:p>
    <w:p w:rsidR="00843DF1" w:rsidRPr="00CA52B4" w:rsidRDefault="00843DF1" w:rsidP="00B10281">
      <w:pPr>
        <w:pStyle w:val="libVar"/>
        <w:rPr>
          <w:rtl/>
          <w:lang w:bidi="fa-IR"/>
        </w:rPr>
      </w:pPr>
      <w:r w:rsidRPr="00CA52B4">
        <w:rPr>
          <w:rtl/>
          <w:lang w:bidi="fa-IR"/>
        </w:rPr>
        <w:t>تنقيح المقال 2 / 254. جامع الرواة 1 / 539. مجمع الرجال 4 / 144. معجم رجال الحديث 11 / 155. منتهى المقال / 206. نقد الرجال / 222.</w:t>
      </w:r>
    </w:p>
    <w:p w:rsidR="00843DF1" w:rsidRPr="00CA52B4" w:rsidRDefault="00843DF1" w:rsidP="00EB70B9">
      <w:pPr>
        <w:pStyle w:val="libBold1"/>
        <w:rPr>
          <w:rtl/>
          <w:lang w:bidi="fa-IR"/>
        </w:rPr>
      </w:pPr>
      <w:r w:rsidRPr="00CA52B4">
        <w:rPr>
          <w:rtl/>
        </w:rPr>
        <w:t>812</w:t>
      </w:r>
      <w:r>
        <w:rPr>
          <w:rtl/>
        </w:rPr>
        <w:t xml:space="preserve"> ـ </w:t>
      </w:r>
      <w:r w:rsidRPr="00CA52B4">
        <w:rPr>
          <w:rtl/>
        </w:rPr>
        <w:t>عقبة بن ظبيان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ويقال له أيضا عقبة بن ظهير. روى عنه عاصم الحجدري.</w:t>
      </w:r>
    </w:p>
    <w:p w:rsidR="00843DF1" w:rsidRPr="00CA52B4" w:rsidRDefault="00843DF1" w:rsidP="00B10281">
      <w:pPr>
        <w:pStyle w:val="libVar"/>
        <w:rPr>
          <w:rtl/>
          <w:lang w:bidi="fa-IR"/>
        </w:rPr>
      </w:pPr>
      <w:r w:rsidRPr="00CA52B4">
        <w:rPr>
          <w:rtl/>
          <w:lang w:bidi="fa-IR"/>
        </w:rPr>
        <w:t>الجرح والتعديل 6 / 313.</w:t>
      </w:r>
    </w:p>
    <w:p w:rsidR="00843DF1" w:rsidRPr="00CA52B4" w:rsidRDefault="00843DF1" w:rsidP="00EB70B9">
      <w:pPr>
        <w:pStyle w:val="libBold1"/>
        <w:rPr>
          <w:rtl/>
          <w:lang w:bidi="fa-IR"/>
        </w:rPr>
      </w:pPr>
      <w:r>
        <w:rPr>
          <w:rtl/>
          <w:lang w:bidi="fa-IR"/>
        </w:rPr>
        <w:br w:type="page"/>
      </w:r>
      <w:r w:rsidRPr="00CA52B4">
        <w:rPr>
          <w:rtl/>
        </w:rPr>
        <w:lastRenderedPageBreak/>
        <w:t>813</w:t>
      </w:r>
      <w:r>
        <w:rPr>
          <w:rtl/>
        </w:rPr>
        <w:t xml:space="preserve"> ـ </w:t>
      </w:r>
      <w:r w:rsidRPr="00CA52B4">
        <w:rPr>
          <w:rtl/>
        </w:rPr>
        <w:t>عقبة بن عامر بن عيسى بن عمرو بن عدي بن عمرو بن رفاعة بن مودعة بن عدي بن غنم بن ربعة بن رشدان بن قيس بن جهينة الجهني المتوفى 58 ه‍</w:t>
      </w:r>
      <w:r>
        <w:rPr>
          <w:rtl/>
        </w:rPr>
        <w:t>.</w:t>
      </w:r>
    </w:p>
    <w:p w:rsidR="00843DF1" w:rsidRPr="00CA52B4" w:rsidRDefault="00843DF1" w:rsidP="00347E77">
      <w:pPr>
        <w:pStyle w:val="libNormal"/>
        <w:rPr>
          <w:rtl/>
          <w:lang w:bidi="fa-IR"/>
        </w:rPr>
      </w:pPr>
      <w:r w:rsidRPr="00CA52B4">
        <w:rPr>
          <w:rtl/>
          <w:lang w:bidi="fa-IR"/>
        </w:rPr>
        <w:t>صحابي ، كان قارئا عالما بالفرائض والفقه. فصيح اللسان ، شاعرا كاتبا. وهو أحد من جمع القرآن. وذهب بعضهم أنّه قتل في النهروان سنة 38 ه‍</w:t>
      </w:r>
      <w:r>
        <w:rPr>
          <w:rtl/>
          <w:lang w:bidi="fa-IR"/>
        </w:rPr>
        <w:t>.</w:t>
      </w:r>
      <w:r w:rsidRPr="00CA52B4">
        <w:rPr>
          <w:rtl/>
          <w:lang w:bidi="fa-IR"/>
        </w:rPr>
        <w:t xml:space="preserve"> وجاء أيضا إنّه ولي إمرة مصر من قبل معاوية سنة</w:t>
      </w:r>
      <w:r>
        <w:rPr>
          <w:rFonts w:hint="cs"/>
          <w:rtl/>
          <w:lang w:bidi="fa-IR"/>
        </w:rPr>
        <w:t xml:space="preserve"> </w:t>
      </w:r>
      <w:r w:rsidRPr="00CA52B4">
        <w:rPr>
          <w:rtl/>
          <w:lang w:bidi="fa-IR"/>
        </w:rPr>
        <w:t>44 ه‍ ، ومات هناك ودفن بالمقطم.</w:t>
      </w:r>
    </w:p>
    <w:p w:rsidR="00843DF1" w:rsidRPr="00CA52B4" w:rsidRDefault="00843DF1" w:rsidP="00B10281">
      <w:pPr>
        <w:pStyle w:val="libVar"/>
        <w:rPr>
          <w:rtl/>
          <w:lang w:bidi="fa-IR"/>
        </w:rPr>
      </w:pPr>
      <w:r w:rsidRPr="00CA52B4">
        <w:rPr>
          <w:rtl/>
          <w:lang w:bidi="fa-IR"/>
        </w:rPr>
        <w:t>أسد الغابة 3 / 417. الإصابة 2 / 489. الأعلام 5 / 37. تنقيح المقال 2 / 254.</w:t>
      </w:r>
      <w:r>
        <w:rPr>
          <w:rFonts w:hint="cs"/>
          <w:rtl/>
          <w:lang w:bidi="fa-IR"/>
        </w:rPr>
        <w:t xml:space="preserve"> </w:t>
      </w:r>
      <w:r w:rsidRPr="00CA52B4">
        <w:rPr>
          <w:rtl/>
          <w:lang w:bidi="fa-IR"/>
        </w:rPr>
        <w:t xml:space="preserve">تهذيب التهذيب 7 / 242. تذكرة الحفاظ 1 / 42. جامع الرواة 1 / 540. الجرح والتعديل 6 / 313. جمهرة أنساب العرب / 444. حلية الأولياء 2 / 8. شرح ابن أبي الحديد 10 / 136. </w:t>
      </w:r>
      <w:r>
        <w:rPr>
          <w:rtl/>
          <w:lang w:bidi="fa-IR"/>
        </w:rPr>
        <w:t>و 1</w:t>
      </w:r>
      <w:r w:rsidRPr="00CA52B4">
        <w:rPr>
          <w:rtl/>
          <w:lang w:bidi="fa-IR"/>
        </w:rPr>
        <w:t xml:space="preserve">8 / 123. شذرات الذهب 1 / 64. الطبقات الكبرى 2 / 376 </w:t>
      </w:r>
      <w:r>
        <w:rPr>
          <w:rtl/>
          <w:lang w:bidi="fa-IR"/>
        </w:rPr>
        <w:t>و 3</w:t>
      </w:r>
      <w:r w:rsidRPr="00CA52B4">
        <w:rPr>
          <w:rtl/>
          <w:lang w:bidi="fa-IR"/>
        </w:rPr>
        <w:t xml:space="preserve"> / 259. طبقات الحفاظ / 10. العقد الفريد 1 / 128. العبر 1 / 62. الغدير 1 / 54 ، 176 ، 185 </w:t>
      </w:r>
      <w:r>
        <w:rPr>
          <w:rtl/>
          <w:lang w:bidi="fa-IR"/>
        </w:rPr>
        <w:t>و 5</w:t>
      </w:r>
      <w:r w:rsidRPr="00CA52B4">
        <w:rPr>
          <w:rtl/>
          <w:lang w:bidi="fa-IR"/>
        </w:rPr>
        <w:t xml:space="preserve"> / 299 ، 328. الغارات 2 / 567. قاموس الرجال 6 / 315. الكامل في التأريخ 3 / 10 ، 160 ، 187 ، 457 ، 520. اللباب 1 / 317. مجمع الرجال 4 / 144. مرآة الجنان 1 / 130. مروج الذهب 2 / 384. المعارف / 121. معجم رجال الحديث 11 / 155. منتهى المقال / 206. المجروحون من المحدّثين 3 / 264. النجوم الزاهرة 1 / 128. نقد الرجال / 222. وقعة صفين / 507. وفيات الأعيان 1 / 55.</w:t>
      </w:r>
    </w:p>
    <w:p w:rsidR="00843DF1" w:rsidRPr="00CA52B4" w:rsidRDefault="00843DF1" w:rsidP="00EB70B9">
      <w:pPr>
        <w:pStyle w:val="libBold1"/>
        <w:rPr>
          <w:rtl/>
          <w:lang w:bidi="fa-IR"/>
        </w:rPr>
      </w:pPr>
      <w:r w:rsidRPr="00CA52B4">
        <w:rPr>
          <w:rtl/>
        </w:rPr>
        <w:t>814</w:t>
      </w:r>
      <w:r>
        <w:rPr>
          <w:rtl/>
        </w:rPr>
        <w:t xml:space="preserve"> ـ </w:t>
      </w:r>
      <w:r w:rsidRPr="00CA52B4">
        <w:rPr>
          <w:rtl/>
        </w:rPr>
        <w:t xml:space="preserve">عقبة </w:t>
      </w:r>
      <w:r>
        <w:rPr>
          <w:rtl/>
        </w:rPr>
        <w:t>(</w:t>
      </w:r>
      <w:r w:rsidRPr="00CA52B4">
        <w:rPr>
          <w:rtl/>
        </w:rPr>
        <w:t>أبو الجنوب</w:t>
      </w:r>
      <w:r>
        <w:rPr>
          <w:rtl/>
        </w:rPr>
        <w:t>)</w:t>
      </w:r>
      <w:r w:rsidRPr="00CA52B4">
        <w:rPr>
          <w:rtl/>
        </w:rPr>
        <w:t xml:space="preserve"> ابن علقمة اليشكري الكوفي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صالح ، شهد الجمل ، وحارب فيها. وروى عنه </w:t>
      </w:r>
      <w:r>
        <w:rPr>
          <w:rtl/>
          <w:lang w:bidi="fa-IR"/>
        </w:rPr>
        <w:t>(</w:t>
      </w:r>
      <w:r w:rsidRPr="00CA52B4">
        <w:rPr>
          <w:rtl/>
          <w:lang w:bidi="fa-IR"/>
        </w:rPr>
        <w:t>عليه السلام</w:t>
      </w:r>
      <w:r>
        <w:rPr>
          <w:rtl/>
          <w:lang w:bidi="fa-IR"/>
        </w:rPr>
        <w:t>)</w:t>
      </w:r>
      <w:r w:rsidRPr="00CA52B4">
        <w:rPr>
          <w:rtl/>
          <w:lang w:bidi="fa-IR"/>
        </w:rPr>
        <w:t xml:space="preserve"> وعنه النضر بن مسعود العنزي ، وعبد الله بن عبد الله الرازي. قال : دخلت على عليّ </w:t>
      </w:r>
      <w:r>
        <w:rPr>
          <w:rtl/>
          <w:lang w:bidi="fa-IR"/>
        </w:rPr>
        <w:t>(</w:t>
      </w:r>
      <w:r w:rsidRPr="00CA52B4">
        <w:rPr>
          <w:rtl/>
          <w:lang w:bidi="fa-IR"/>
        </w:rPr>
        <w:t>عليه السلام</w:t>
      </w:r>
      <w:r>
        <w:rPr>
          <w:rtl/>
          <w:lang w:bidi="fa-IR"/>
        </w:rPr>
        <w:t>)</w:t>
      </w:r>
      <w:r w:rsidRPr="00CA52B4">
        <w:rPr>
          <w:rtl/>
          <w:lang w:bidi="fa-IR"/>
        </w:rPr>
        <w:t xml:space="preserve"> ، فإذا بين يديه لبن حامض آذتني حموضته ، وكسرة يابسة ، فقلت : يا أمير المؤمنين </w:t>
      </w:r>
      <w:r>
        <w:rPr>
          <w:rtl/>
          <w:lang w:bidi="fa-IR"/>
        </w:rPr>
        <w:t>أ</w:t>
      </w:r>
      <w:r w:rsidRPr="00CA52B4">
        <w:rPr>
          <w:rtl/>
          <w:lang w:bidi="fa-IR"/>
        </w:rPr>
        <w:t>تأكل مثل هذا</w:t>
      </w:r>
      <w:r>
        <w:rPr>
          <w:rtl/>
          <w:lang w:bidi="fa-IR"/>
        </w:rPr>
        <w:t>؟</w:t>
      </w:r>
      <w:r w:rsidRPr="00CA52B4">
        <w:rPr>
          <w:rtl/>
          <w:lang w:bidi="fa-IR"/>
        </w:rPr>
        <w:t xml:space="preserve"> فقال : لي يا أبا الجنوب ، كان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يأكل أيبس من هذا ، ويلبس أخشن من هذا ، وأشار إلى ثيابه فإن أنا لم آخذ بما أخذ به خفت أن لا ألحق به.</w:t>
      </w:r>
    </w:p>
    <w:p w:rsidR="00843DF1" w:rsidRPr="00CA52B4" w:rsidRDefault="00843DF1" w:rsidP="00B10281">
      <w:pPr>
        <w:pStyle w:val="libVar"/>
        <w:rPr>
          <w:rtl/>
          <w:lang w:bidi="fa-IR"/>
        </w:rPr>
      </w:pPr>
      <w:r w:rsidRPr="00CA52B4">
        <w:rPr>
          <w:rtl/>
          <w:lang w:bidi="fa-IR"/>
        </w:rPr>
        <w:t>أخبار أصبهان 2 / 174. تهذيب التهذيب 7 / 247. الجرح والتعديل 6 / 313.</w:t>
      </w:r>
      <w:r>
        <w:rPr>
          <w:rFonts w:hint="cs"/>
          <w:rtl/>
          <w:lang w:bidi="fa-IR"/>
        </w:rPr>
        <w:t xml:space="preserve"> </w:t>
      </w:r>
      <w:r w:rsidRPr="00CA52B4">
        <w:rPr>
          <w:rtl/>
          <w:lang w:bidi="fa-IR"/>
        </w:rPr>
        <w:t>شرح ابن أبي الحديد 2 / 201. الغارات 1 / 84</w:t>
      </w:r>
      <w:r>
        <w:rPr>
          <w:rtl/>
          <w:lang w:bidi="fa-IR"/>
        </w:rPr>
        <w:t xml:space="preserve"> ـ </w:t>
      </w:r>
      <w:r w:rsidRPr="00CA52B4">
        <w:rPr>
          <w:rtl/>
          <w:lang w:bidi="fa-IR"/>
        </w:rPr>
        <w:t xml:space="preserve">85. لسان الميزان 7 / 307. ميزان الاعتدال 3 / 87. المجروحون من المحدثين 2 / 118 </w:t>
      </w:r>
      <w:r>
        <w:rPr>
          <w:rtl/>
          <w:lang w:bidi="fa-IR"/>
        </w:rPr>
        <w:t>و 3</w:t>
      </w:r>
      <w:r w:rsidRPr="00CA52B4">
        <w:rPr>
          <w:rtl/>
          <w:lang w:bidi="fa-IR"/>
        </w:rPr>
        <w:t xml:space="preserve"> / 50</w:t>
      </w:r>
      <w:r>
        <w:rPr>
          <w:rtl/>
          <w:lang w:bidi="fa-IR"/>
        </w:rPr>
        <w:t xml:space="preserve"> ـ </w:t>
      </w:r>
      <w:r w:rsidRPr="00CA52B4">
        <w:rPr>
          <w:rtl/>
          <w:lang w:bidi="fa-IR"/>
        </w:rPr>
        <w:t>53.</w:t>
      </w:r>
    </w:p>
    <w:p w:rsidR="00843DF1" w:rsidRPr="00CA52B4" w:rsidRDefault="00843DF1" w:rsidP="00EB70B9">
      <w:pPr>
        <w:pStyle w:val="libBold1"/>
        <w:rPr>
          <w:rtl/>
          <w:lang w:bidi="fa-IR"/>
        </w:rPr>
      </w:pPr>
      <w:r>
        <w:rPr>
          <w:rtl/>
          <w:lang w:bidi="fa-IR"/>
        </w:rPr>
        <w:br w:type="page"/>
      </w:r>
      <w:r w:rsidRPr="00CA52B4">
        <w:rPr>
          <w:rtl/>
        </w:rPr>
        <w:lastRenderedPageBreak/>
        <w:t>815</w:t>
      </w:r>
      <w:r>
        <w:rPr>
          <w:rtl/>
        </w:rPr>
        <w:t xml:space="preserve"> ـ </w:t>
      </w:r>
      <w:r w:rsidRPr="00CA52B4">
        <w:rPr>
          <w:rtl/>
        </w:rPr>
        <w:t xml:space="preserve">عقبة </w:t>
      </w:r>
      <w:r>
        <w:rPr>
          <w:rtl/>
        </w:rPr>
        <w:t>(</w:t>
      </w:r>
      <w:r w:rsidRPr="00CA52B4">
        <w:rPr>
          <w:rtl/>
        </w:rPr>
        <w:t>أبو مسعود</w:t>
      </w:r>
      <w:r>
        <w:rPr>
          <w:rtl/>
        </w:rPr>
        <w:t>)</w:t>
      </w:r>
      <w:r w:rsidRPr="00CA52B4">
        <w:rPr>
          <w:rtl/>
        </w:rPr>
        <w:t xml:space="preserve"> ابن عمرو بن ثعلبة بن أسيرة بن عسيرة بن عطية بن خدارة بن عوف بن الحارث بن الخزرج بن حارثة</w:t>
      </w:r>
      <w:r>
        <w:rPr>
          <w:rtl/>
        </w:rPr>
        <w:t xml:space="preserve"> ..</w:t>
      </w:r>
      <w:r w:rsidRPr="00CA52B4">
        <w:rPr>
          <w:rtl/>
        </w:rPr>
        <w:t>. الأنصاري البدري مات 40 ه‍</w:t>
      </w:r>
      <w:r>
        <w:rPr>
          <w:rtl/>
        </w:rPr>
        <w:t>.</w:t>
      </w:r>
    </w:p>
    <w:p w:rsidR="00843DF1" w:rsidRPr="00CA52B4" w:rsidRDefault="00843DF1" w:rsidP="00347E77">
      <w:pPr>
        <w:pStyle w:val="libNormal"/>
        <w:rPr>
          <w:rtl/>
          <w:lang w:bidi="fa-IR"/>
        </w:rPr>
      </w:pPr>
      <w:r w:rsidRPr="00CA52B4">
        <w:rPr>
          <w:rtl/>
          <w:lang w:bidi="fa-IR"/>
        </w:rPr>
        <w:t xml:space="preserve">صاحب النبيّ </w:t>
      </w:r>
      <w:r>
        <w:rPr>
          <w:rtl/>
          <w:lang w:bidi="fa-IR"/>
        </w:rPr>
        <w:t>(</w:t>
      </w:r>
      <w:r w:rsidRPr="00CA52B4">
        <w:rPr>
          <w:rtl/>
          <w:lang w:bidi="fa-IR"/>
        </w:rPr>
        <w:t>صلّى الله عليه وآله وسلّم</w:t>
      </w:r>
      <w:r>
        <w:rPr>
          <w:rtl/>
          <w:lang w:bidi="fa-IR"/>
        </w:rPr>
        <w:t>)</w:t>
      </w:r>
      <w:r w:rsidRPr="00CA52B4">
        <w:rPr>
          <w:rtl/>
          <w:lang w:bidi="fa-IR"/>
        </w:rPr>
        <w:t xml:space="preserve"> وشهد العقبة ، وروى عنه. وخلفه أمير المؤمنين </w:t>
      </w:r>
      <w:r>
        <w:rPr>
          <w:rtl/>
          <w:lang w:bidi="fa-IR"/>
        </w:rPr>
        <w:t>(</w:t>
      </w:r>
      <w:r w:rsidRPr="00CA52B4">
        <w:rPr>
          <w:rtl/>
          <w:lang w:bidi="fa-IR"/>
        </w:rPr>
        <w:t>عليه السلام</w:t>
      </w:r>
      <w:r>
        <w:rPr>
          <w:rtl/>
          <w:lang w:bidi="fa-IR"/>
        </w:rPr>
        <w:t>)</w:t>
      </w:r>
      <w:r w:rsidRPr="00CA52B4">
        <w:rPr>
          <w:rtl/>
          <w:lang w:bidi="fa-IR"/>
        </w:rPr>
        <w:t xml:space="preserve"> على الكوفة ، حين سار إلى صفين. أخذ عنه لفيف كبير من المحدّثين. مات بالكوفة سنة 40 ه‍ ، وقيل : في المدينة. وخلّف : بشيرا.</w:t>
      </w:r>
      <w:r>
        <w:rPr>
          <w:rFonts w:hint="cs"/>
          <w:rtl/>
          <w:lang w:bidi="fa-IR"/>
        </w:rPr>
        <w:t xml:space="preserve"> </w:t>
      </w:r>
      <w:r w:rsidRPr="00CA52B4">
        <w:rPr>
          <w:rtl/>
          <w:lang w:bidi="fa-IR"/>
        </w:rPr>
        <w:t>وأم بشير</w:t>
      </w:r>
      <w:r>
        <w:rPr>
          <w:rtl/>
          <w:lang w:bidi="fa-IR"/>
        </w:rPr>
        <w:t xml:space="preserve"> ..</w:t>
      </w:r>
      <w:r w:rsidRPr="00CA52B4">
        <w:rPr>
          <w:rtl/>
          <w:lang w:bidi="fa-IR"/>
        </w:rPr>
        <w:t xml:space="preserve">. وهي التي تزوجها الإمام السبط الحسن </w:t>
      </w:r>
      <w:r>
        <w:rPr>
          <w:rtl/>
          <w:lang w:bidi="fa-IR"/>
        </w:rPr>
        <w:t>(</w:t>
      </w:r>
      <w:r w:rsidRPr="00CA52B4">
        <w:rPr>
          <w:rtl/>
          <w:lang w:bidi="fa-IR"/>
        </w:rPr>
        <w:t>عليه السلام</w:t>
      </w:r>
      <w:r>
        <w:rPr>
          <w:rtl/>
          <w:lang w:bidi="fa-IR"/>
        </w:rPr>
        <w:t>)</w:t>
      </w:r>
      <w:r w:rsidRPr="00CA52B4">
        <w:rPr>
          <w:rtl/>
          <w:lang w:bidi="fa-IR"/>
        </w:rPr>
        <w:t xml:space="preserve"> ، وولدت له عدة بنين وبنات. له في السنن مائة حديث وحديثان </w:t>
      </w:r>
      <w:r>
        <w:rPr>
          <w:rtl/>
          <w:lang w:bidi="fa-IR"/>
        </w:rPr>
        <w:t>(</w:t>
      </w:r>
      <w:r w:rsidRPr="00CA52B4">
        <w:rPr>
          <w:rtl/>
          <w:lang w:bidi="fa-IR"/>
        </w:rPr>
        <w:t xml:space="preserve">102) وفي رواية ، إنّه كان منحرفا عن عليّ </w:t>
      </w:r>
      <w:r>
        <w:rPr>
          <w:rtl/>
          <w:lang w:bidi="fa-IR"/>
        </w:rPr>
        <w:t>(</w:t>
      </w:r>
      <w:r w:rsidRPr="00CA52B4">
        <w:rPr>
          <w:rtl/>
          <w:lang w:bidi="fa-IR"/>
        </w:rPr>
        <w:t>عليه السلام</w:t>
      </w:r>
      <w:r>
        <w:rPr>
          <w:rtl/>
          <w:lang w:bidi="fa-IR"/>
        </w:rPr>
        <w:t>)</w:t>
      </w:r>
      <w:r w:rsidRPr="00CA52B4">
        <w:rPr>
          <w:rtl/>
          <w:lang w:bidi="fa-IR"/>
        </w:rPr>
        <w:t xml:space="preserve"> وهو قول بعيد عن الصواب ، ويفنده حضوره في الكوفة خليفة عن أمير المؤمنين </w:t>
      </w:r>
      <w:r>
        <w:rPr>
          <w:rtl/>
          <w:lang w:bidi="fa-IR"/>
        </w:rPr>
        <w:t>(</w:t>
      </w:r>
      <w:r w:rsidRPr="00CA52B4">
        <w:rPr>
          <w:rtl/>
          <w:lang w:bidi="fa-IR"/>
        </w:rPr>
        <w:t>عليه السلام</w:t>
      </w:r>
      <w:r>
        <w:rPr>
          <w:rtl/>
          <w:lang w:bidi="fa-IR"/>
        </w:rPr>
        <w:t>)</w:t>
      </w:r>
      <w:r w:rsidRPr="00CA52B4">
        <w:rPr>
          <w:rtl/>
          <w:lang w:bidi="fa-IR"/>
        </w:rPr>
        <w:t xml:space="preserve"> ، وذكر ابن مزاحم ما يدل على أنّه كان معه بصفين ، وأنّ معاوية أرسل إلى جماعة من الأنصار فعاتبهم على شيء بلغه عن قيس بن سعد ، منهم عقبة بن عمرو.</w:t>
      </w:r>
    </w:p>
    <w:p w:rsidR="00843DF1" w:rsidRPr="00CA52B4" w:rsidRDefault="00843DF1" w:rsidP="00B10281">
      <w:pPr>
        <w:pStyle w:val="libVar"/>
        <w:rPr>
          <w:rtl/>
          <w:lang w:bidi="fa-IR"/>
        </w:rPr>
      </w:pPr>
      <w:r w:rsidRPr="00CA52B4">
        <w:rPr>
          <w:rtl/>
          <w:lang w:bidi="fa-IR"/>
        </w:rPr>
        <w:t>الاستيعاب 3 / 105. أسد الغابة 3 / 419. الإصابة 2 / 490. أعيان الشيعة 8 / 147. أنساب الأشراف 2 / 296. الأعلام 5 / 37. البداية والنهاية 7 / 322. تاريخ بغداد 1 / 157. تقريب التهذيب 2 / 27. تنقيح المقال 2 / 255. تذكرة الحفاظ 1 / 46.</w:t>
      </w:r>
      <w:r>
        <w:rPr>
          <w:rFonts w:hint="cs"/>
          <w:rtl/>
          <w:lang w:bidi="fa-IR"/>
        </w:rPr>
        <w:t xml:space="preserve"> </w:t>
      </w:r>
      <w:r w:rsidRPr="00CA52B4">
        <w:rPr>
          <w:rtl/>
          <w:lang w:bidi="fa-IR"/>
        </w:rPr>
        <w:t>تهذيب التهذيب 7 / 247. تاريخ جرجان / 76 ، 289. جامع الرواة 1 / 540. الجرح والتعديل 6 / 313. جمهرة أنساب العرب / 362. خلاصة الأقوال / 126. الدرجات الرفيعة / 406. رجال ابن داود / 133. رجال الشيخ الطوسي / 48. رجال البرقي / 1.</w:t>
      </w:r>
      <w:r>
        <w:rPr>
          <w:rFonts w:hint="cs"/>
          <w:rtl/>
          <w:lang w:bidi="fa-IR"/>
        </w:rPr>
        <w:t xml:space="preserve"> </w:t>
      </w:r>
      <w:r w:rsidRPr="00CA52B4">
        <w:rPr>
          <w:rtl/>
          <w:lang w:bidi="fa-IR"/>
        </w:rPr>
        <w:t xml:space="preserve">شذرات الذهب 1 / 48. ابن أبي الحديد 2 / 141 </w:t>
      </w:r>
      <w:r>
        <w:rPr>
          <w:rtl/>
          <w:lang w:bidi="fa-IR"/>
        </w:rPr>
        <w:t>و 3</w:t>
      </w:r>
      <w:r w:rsidRPr="00CA52B4">
        <w:rPr>
          <w:rtl/>
          <w:lang w:bidi="fa-IR"/>
        </w:rPr>
        <w:t xml:space="preserve"> / 191 ، 292 </w:t>
      </w:r>
      <w:r>
        <w:rPr>
          <w:rtl/>
          <w:lang w:bidi="fa-IR"/>
        </w:rPr>
        <w:t>و 8</w:t>
      </w:r>
      <w:r w:rsidRPr="00CA52B4">
        <w:rPr>
          <w:rtl/>
          <w:lang w:bidi="fa-IR"/>
        </w:rPr>
        <w:t xml:space="preserve"> / 87 </w:t>
      </w:r>
      <w:r>
        <w:rPr>
          <w:rtl/>
          <w:lang w:bidi="fa-IR"/>
        </w:rPr>
        <w:t>و 1</w:t>
      </w:r>
      <w:r w:rsidRPr="00CA52B4">
        <w:rPr>
          <w:rtl/>
          <w:lang w:bidi="fa-IR"/>
        </w:rPr>
        <w:t xml:space="preserve">4 / 184 </w:t>
      </w:r>
      <w:r>
        <w:rPr>
          <w:rtl/>
          <w:lang w:bidi="fa-IR"/>
        </w:rPr>
        <w:t>و 1</w:t>
      </w:r>
      <w:r w:rsidRPr="00CA52B4">
        <w:rPr>
          <w:rtl/>
          <w:lang w:bidi="fa-IR"/>
        </w:rPr>
        <w:t xml:space="preserve">6 / 21. الطبقات الكبرى 2 / 126 </w:t>
      </w:r>
      <w:r>
        <w:rPr>
          <w:rtl/>
          <w:lang w:bidi="fa-IR"/>
        </w:rPr>
        <w:t>و 5</w:t>
      </w:r>
      <w:r w:rsidRPr="00CA52B4">
        <w:rPr>
          <w:rtl/>
          <w:lang w:bidi="fa-IR"/>
        </w:rPr>
        <w:t xml:space="preserve"> / 172 ، 269 ، 318 </w:t>
      </w:r>
      <w:r>
        <w:rPr>
          <w:rtl/>
          <w:lang w:bidi="fa-IR"/>
        </w:rPr>
        <w:t>و 6</w:t>
      </w:r>
      <w:r w:rsidRPr="00CA52B4">
        <w:rPr>
          <w:rtl/>
          <w:lang w:bidi="fa-IR"/>
        </w:rPr>
        <w:t xml:space="preserve"> / 16. الغدير 2 / 81 </w:t>
      </w:r>
      <w:r>
        <w:rPr>
          <w:rtl/>
          <w:lang w:bidi="fa-IR"/>
        </w:rPr>
        <w:t>و 6</w:t>
      </w:r>
      <w:r w:rsidRPr="00CA52B4">
        <w:rPr>
          <w:rtl/>
          <w:lang w:bidi="fa-IR"/>
        </w:rPr>
        <w:t xml:space="preserve"> / 294 </w:t>
      </w:r>
      <w:r>
        <w:rPr>
          <w:rtl/>
          <w:lang w:bidi="fa-IR"/>
        </w:rPr>
        <w:t>و 7</w:t>
      </w:r>
      <w:r w:rsidRPr="00CA52B4">
        <w:rPr>
          <w:rtl/>
          <w:lang w:bidi="fa-IR"/>
        </w:rPr>
        <w:t xml:space="preserve"> / 143 ، 265 </w:t>
      </w:r>
      <w:r>
        <w:rPr>
          <w:rtl/>
          <w:lang w:bidi="fa-IR"/>
        </w:rPr>
        <w:t>و 9</w:t>
      </w:r>
      <w:r w:rsidRPr="00CA52B4">
        <w:rPr>
          <w:rtl/>
          <w:lang w:bidi="fa-IR"/>
        </w:rPr>
        <w:t xml:space="preserve"> / 363. الغارات 2 / 777. قاموس الرجال 6 / 316.</w:t>
      </w:r>
      <w:r>
        <w:rPr>
          <w:rFonts w:hint="cs"/>
          <w:rtl/>
          <w:lang w:bidi="fa-IR"/>
        </w:rPr>
        <w:t xml:space="preserve"> </w:t>
      </w:r>
      <w:r w:rsidRPr="00CA52B4">
        <w:rPr>
          <w:rtl/>
          <w:lang w:bidi="fa-IR"/>
        </w:rPr>
        <w:t>الكامل في التأريخ 3 / 150 ، 350 ، 382. مجمع الرجال 4 / 144. مرآة الجنان 1 / 107. المشتبه 1 / 63. معجم الثقات / 304. معجم رجال الحديث 11 / 155.</w:t>
      </w:r>
      <w:r>
        <w:rPr>
          <w:rFonts w:hint="cs"/>
          <w:rtl/>
          <w:lang w:bidi="fa-IR"/>
        </w:rPr>
        <w:t xml:space="preserve"> </w:t>
      </w:r>
      <w:r w:rsidRPr="00CA52B4">
        <w:rPr>
          <w:rtl/>
          <w:lang w:bidi="fa-IR"/>
        </w:rPr>
        <w:t>منتهى المقال / 206. مجالس المؤمنين 1 / 252. المجروحون من المحدّثين 3 / 305.</w:t>
      </w:r>
      <w:r>
        <w:rPr>
          <w:rFonts w:hint="cs"/>
          <w:rtl/>
          <w:lang w:bidi="fa-IR"/>
        </w:rPr>
        <w:t xml:space="preserve"> </w:t>
      </w:r>
      <w:r w:rsidRPr="00CA52B4">
        <w:rPr>
          <w:rtl/>
          <w:lang w:bidi="fa-IR"/>
        </w:rPr>
        <w:t>نقد الرجال / 222. وقعة صفين / 121 ، 132 ، 448. وفيات الأعيان 2 / 479.</w:t>
      </w:r>
    </w:p>
    <w:p w:rsidR="00843DF1" w:rsidRPr="00CA52B4" w:rsidRDefault="00843DF1" w:rsidP="00EB70B9">
      <w:pPr>
        <w:pStyle w:val="libBold1"/>
        <w:rPr>
          <w:rtl/>
          <w:lang w:bidi="fa-IR"/>
        </w:rPr>
      </w:pPr>
      <w:r w:rsidRPr="00CA52B4">
        <w:rPr>
          <w:rtl/>
        </w:rPr>
        <w:t>816</w:t>
      </w:r>
      <w:r>
        <w:rPr>
          <w:rtl/>
        </w:rPr>
        <w:t xml:space="preserve"> ـ </w:t>
      </w:r>
      <w:r w:rsidRPr="00CA52B4">
        <w:rPr>
          <w:rtl/>
        </w:rPr>
        <w:t>عقيل الخزاعي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له روايات في الفقه. وروى عنه أبو حمزة في باب ما كان</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يوصي به أمير المؤمنين </w:t>
      </w:r>
      <w:r>
        <w:rPr>
          <w:rtl/>
          <w:lang w:bidi="fa-IR"/>
        </w:rPr>
        <w:t>(</w:t>
      </w:r>
      <w:r w:rsidRPr="00CA52B4">
        <w:rPr>
          <w:rtl/>
          <w:lang w:bidi="fa-IR"/>
        </w:rPr>
        <w:t>عليه السلام</w:t>
      </w:r>
      <w:r>
        <w:rPr>
          <w:rtl/>
          <w:lang w:bidi="fa-IR"/>
        </w:rPr>
        <w:t>)</w:t>
      </w:r>
      <w:r w:rsidRPr="00CA52B4">
        <w:rPr>
          <w:rtl/>
          <w:lang w:bidi="fa-IR"/>
        </w:rPr>
        <w:t xml:space="preserve"> عند القتال. ذكره الشيخ الطوسي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قال : إنّ أمير المؤمنين </w:t>
      </w:r>
      <w:r>
        <w:rPr>
          <w:rtl/>
          <w:lang w:bidi="fa-IR"/>
        </w:rPr>
        <w:t>(</w:t>
      </w:r>
      <w:r w:rsidRPr="00CA52B4">
        <w:rPr>
          <w:rtl/>
          <w:lang w:bidi="fa-IR"/>
        </w:rPr>
        <w:t>عليه السلام</w:t>
      </w:r>
      <w:r>
        <w:rPr>
          <w:rtl/>
          <w:lang w:bidi="fa-IR"/>
        </w:rPr>
        <w:t>)</w:t>
      </w:r>
      <w:r w:rsidRPr="00CA52B4">
        <w:rPr>
          <w:rtl/>
          <w:lang w:bidi="fa-IR"/>
        </w:rPr>
        <w:t xml:space="preserve"> كان إذا حضر الحرب يوصي للمسلمين بكلمات فيقول :</w:t>
      </w:r>
      <w:r>
        <w:rPr>
          <w:rFonts w:hint="cs"/>
          <w:rtl/>
          <w:lang w:bidi="fa-IR"/>
        </w:rPr>
        <w:t xml:space="preserve"> </w:t>
      </w:r>
      <w:r w:rsidRPr="00CA52B4">
        <w:rPr>
          <w:rtl/>
          <w:lang w:bidi="fa-IR"/>
        </w:rPr>
        <w:t>تعاهدوا الصلاة وحافظوا عليها ، واستكثروا منها ، وتقربوا بها ، فإنّها كانت على المؤمنين كتابا موقوتا ، وقد علم ذلك الكفار حين سئلوا ما سلككم في سقر</w:t>
      </w:r>
      <w:r>
        <w:rPr>
          <w:rtl/>
          <w:lang w:bidi="fa-IR"/>
        </w:rPr>
        <w:t>؟</w:t>
      </w:r>
      <w:r w:rsidRPr="00CA52B4">
        <w:rPr>
          <w:rtl/>
          <w:lang w:bidi="fa-IR"/>
        </w:rPr>
        <w:t xml:space="preserve"> قالوا : لم نك من المصلين ، وقد عرف حقها من طرقها ، وأكرم بها من المؤمنين الذين لا يشغلهم عنها زين متاع ، ولا قرة عين من مال ولا ولد ، يقول الله عز وجل : </w:t>
      </w:r>
      <w:r w:rsidRPr="00347E77">
        <w:rPr>
          <w:rStyle w:val="libAlaemChar"/>
          <w:rtl/>
        </w:rPr>
        <w:t>(</w:t>
      </w:r>
      <w:r w:rsidRPr="00347E77">
        <w:rPr>
          <w:rStyle w:val="libAieChar"/>
          <w:rtl/>
        </w:rPr>
        <w:t>رِجالٌ لا تُلْهِيهِمْ تِجارَةٌ وَلا بَيْعٌ عَنْ ذِكْرِ اللهِ وَإِقامِ الصَّلاةِ</w:t>
      </w:r>
      <w:r w:rsidRPr="00347E77">
        <w:rPr>
          <w:rStyle w:val="libAlaemChar"/>
          <w:rtl/>
        </w:rPr>
        <w:t>)</w:t>
      </w:r>
      <w:r>
        <w:rPr>
          <w:rtl/>
          <w:lang w:bidi="fa-IR"/>
        </w:rPr>
        <w:t>.</w:t>
      </w:r>
      <w:r>
        <w:rPr>
          <w:rFonts w:hint="cs"/>
          <w:rtl/>
          <w:lang w:bidi="fa-IR"/>
        </w:rPr>
        <w:t xml:space="preserve"> </w:t>
      </w:r>
      <w:r w:rsidRPr="00CA52B4">
        <w:rPr>
          <w:rtl/>
          <w:lang w:bidi="fa-IR"/>
        </w:rPr>
        <w:t xml:space="preserve">وكان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منصبا لنفسه بعد البشرى له بالجنة من ربه ، فقال عز وجل : </w:t>
      </w:r>
      <w:r w:rsidRPr="00347E77">
        <w:rPr>
          <w:rStyle w:val="libAlaemChar"/>
          <w:rtl/>
        </w:rPr>
        <w:t>(</w:t>
      </w:r>
      <w:r w:rsidRPr="00347E77">
        <w:rPr>
          <w:rStyle w:val="libAieChar"/>
          <w:rtl/>
        </w:rPr>
        <w:t>وَأْمُرْ أَهْلَكَ بِالصَّلاةِ وَاصْطَبِرْ عَلَيْها</w:t>
      </w:r>
      <w:r w:rsidRPr="00347E77">
        <w:rPr>
          <w:rStyle w:val="libAlaemChar"/>
          <w:rtl/>
        </w:rPr>
        <w:t>)</w:t>
      </w:r>
      <w:r w:rsidRPr="00CA52B4">
        <w:rPr>
          <w:rtl/>
          <w:lang w:bidi="fa-IR"/>
        </w:rPr>
        <w:t xml:space="preserve"> فكان يأمر بها أهله ويصبر عليها نفسه</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تنقيح المقال 2 / 255. جامع الرواة 1 / 540. رجال الطوسي / 52. الفروع من الكافي 5 / 36. قاموس الرجال 6 / 324. معجم رجال الحديث 11 / 159. منتهى المقال / 206. نقد الرجال / 222.</w:t>
      </w:r>
    </w:p>
    <w:p w:rsidR="00843DF1" w:rsidRPr="00CA52B4" w:rsidRDefault="00843DF1" w:rsidP="00EB70B9">
      <w:pPr>
        <w:pStyle w:val="libBold1"/>
        <w:rPr>
          <w:rtl/>
          <w:lang w:bidi="fa-IR"/>
        </w:rPr>
      </w:pPr>
      <w:r w:rsidRPr="00CA52B4">
        <w:rPr>
          <w:rtl/>
        </w:rPr>
        <w:t>817</w:t>
      </w:r>
      <w:r>
        <w:rPr>
          <w:rtl/>
        </w:rPr>
        <w:t xml:space="preserve"> ـ </w:t>
      </w:r>
      <w:r w:rsidRPr="00CA52B4">
        <w:rPr>
          <w:rtl/>
        </w:rPr>
        <w:t>عقيل بن أبي طالب بن عبد المطلب بن هاشم بن عبد مناف المتوفى 60 ه‍</w:t>
      </w:r>
      <w:r>
        <w:rPr>
          <w:rtl/>
        </w:rPr>
        <w:t>.</w:t>
      </w:r>
    </w:p>
    <w:p w:rsidR="00843DF1" w:rsidRPr="00CA52B4" w:rsidRDefault="00843DF1" w:rsidP="00347E77">
      <w:pPr>
        <w:pStyle w:val="libNormal"/>
        <w:rPr>
          <w:rtl/>
          <w:lang w:bidi="fa-IR"/>
        </w:rPr>
      </w:pPr>
      <w:r w:rsidRPr="00CA52B4">
        <w:rPr>
          <w:rtl/>
          <w:lang w:bidi="fa-IR"/>
        </w:rPr>
        <w:t xml:space="preserve">شاعر ، عالم ، كان أنسب قريش وأعلمهم بأيامها ، ولكنّه كان مبغضا إليهم ، لأنّه كان عارفا بمساوئهم ، وكانت له طنفسة تطرح في مسجد ،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فيصلّي عليها ويجتمع إليه الناس في علم النسب وأيام العرب. وهو من الصحابة الرواة ، روى عنه جمع كثير. ومات 60 من الهجرة. وخلّف ثمانية عشر ذكرا ، قتل بالطف مع الإمام الحسين </w:t>
      </w:r>
      <w:r>
        <w:rPr>
          <w:rtl/>
          <w:lang w:bidi="fa-IR"/>
        </w:rPr>
        <w:t>(</w:t>
      </w:r>
      <w:r w:rsidRPr="00CA52B4">
        <w:rPr>
          <w:rtl/>
          <w:lang w:bidi="fa-IR"/>
        </w:rPr>
        <w:t>عليه السلام</w:t>
      </w:r>
      <w:r>
        <w:rPr>
          <w:rtl/>
          <w:lang w:bidi="fa-IR"/>
        </w:rPr>
        <w:t>)</w:t>
      </w:r>
      <w:r w:rsidRPr="00CA52B4">
        <w:rPr>
          <w:rtl/>
          <w:lang w:bidi="fa-IR"/>
        </w:rPr>
        <w:t xml:space="preserve"> منهم سبعة وهم : جعفر ، عبد الرحمن ، عبد الله الأكبر ، عبد الله الأصغر ، عقيل ، عون ، موسى ، مسلم ، محمد. أسلم قبل الحديبية ، وكان أسنّ من جعفر بعشر سنين ، وجعفر أسنّ من عليّ </w:t>
      </w:r>
      <w:r>
        <w:rPr>
          <w:rtl/>
          <w:lang w:bidi="fa-IR"/>
        </w:rPr>
        <w:t>(</w:t>
      </w:r>
      <w:r w:rsidRPr="00CA52B4">
        <w:rPr>
          <w:rtl/>
          <w:lang w:bidi="fa-IR"/>
        </w:rPr>
        <w:t>عليه السلام</w:t>
      </w:r>
      <w:r>
        <w:rPr>
          <w:rtl/>
          <w:lang w:bidi="fa-IR"/>
        </w:rPr>
        <w:t>)</w:t>
      </w:r>
      <w:r w:rsidRPr="00CA52B4">
        <w:rPr>
          <w:rtl/>
          <w:lang w:bidi="fa-IR"/>
        </w:rPr>
        <w:t xml:space="preserve"> بعشر سنين. وهو من الذين ثبتوا مع النبي </w:t>
      </w:r>
      <w:r>
        <w:rPr>
          <w:rtl/>
          <w:lang w:bidi="fa-IR"/>
        </w:rPr>
        <w:t>(</w:t>
      </w:r>
      <w:r w:rsidRPr="00CA52B4">
        <w:rPr>
          <w:rtl/>
          <w:lang w:bidi="fa-IR"/>
        </w:rPr>
        <w:t>صلّى الله عليه وآله وسلّم</w:t>
      </w:r>
      <w:r>
        <w:rPr>
          <w:rtl/>
          <w:lang w:bidi="fa-IR"/>
        </w:rPr>
        <w:t>)</w:t>
      </w:r>
      <w:r w:rsidRPr="00CA52B4">
        <w:rPr>
          <w:rtl/>
          <w:lang w:bidi="fa-IR"/>
        </w:rPr>
        <w:t xml:space="preserve"> يوم حنين.</w:t>
      </w:r>
      <w:r>
        <w:rPr>
          <w:rFonts w:hint="cs"/>
          <w:rtl/>
          <w:lang w:bidi="fa-IR"/>
        </w:rPr>
        <w:t xml:space="preserve"> </w:t>
      </w:r>
      <w:r w:rsidRPr="00CA52B4">
        <w:rPr>
          <w:rtl/>
          <w:lang w:bidi="fa-IR"/>
        </w:rPr>
        <w:t>وأجمع على ثقته وصلاحه.</w:t>
      </w:r>
    </w:p>
    <w:p w:rsidR="00843DF1" w:rsidRPr="00CA52B4" w:rsidRDefault="00843DF1" w:rsidP="00B10281">
      <w:pPr>
        <w:pStyle w:val="libVar"/>
        <w:rPr>
          <w:rtl/>
          <w:lang w:bidi="fa-IR"/>
        </w:rPr>
      </w:pPr>
      <w:r>
        <w:rPr>
          <w:rtl/>
          <w:lang w:bidi="fa-IR"/>
        </w:rPr>
        <w:br w:type="page"/>
      </w:r>
      <w:r w:rsidRPr="00CA52B4">
        <w:rPr>
          <w:rtl/>
          <w:lang w:bidi="fa-IR"/>
        </w:rPr>
        <w:lastRenderedPageBreak/>
        <w:t>الاستيعاب 3 / 157. أسد الغابة 3 / 422. الاشتقاق / 63. الإصابة 2 / 494.</w:t>
      </w:r>
      <w:r>
        <w:rPr>
          <w:rFonts w:hint="cs"/>
          <w:rtl/>
          <w:lang w:bidi="fa-IR"/>
        </w:rPr>
        <w:t xml:space="preserve"> </w:t>
      </w:r>
      <w:r w:rsidRPr="00CA52B4">
        <w:rPr>
          <w:rtl/>
          <w:lang w:bidi="fa-IR"/>
        </w:rPr>
        <w:t>أعلام نهج البلاغة / 37. الأمالي / 91 ، 92. الأعلام 5 / 39. الإمامة والسياسة 1 / 75.</w:t>
      </w:r>
      <w:r>
        <w:rPr>
          <w:rFonts w:hint="cs"/>
          <w:rtl/>
          <w:lang w:bidi="fa-IR"/>
        </w:rPr>
        <w:t xml:space="preserve"> </w:t>
      </w:r>
      <w:r w:rsidRPr="00CA52B4">
        <w:rPr>
          <w:rtl/>
          <w:lang w:bidi="fa-IR"/>
        </w:rPr>
        <w:t>الأنساب / 787. البداية والنهاية 8 / 47. تاريخ الطبري 13 / 23. تحفة الأحباب / 215.</w:t>
      </w:r>
      <w:r>
        <w:rPr>
          <w:rFonts w:hint="cs"/>
          <w:rtl/>
          <w:lang w:bidi="fa-IR"/>
        </w:rPr>
        <w:t xml:space="preserve"> </w:t>
      </w:r>
      <w:r w:rsidRPr="00CA52B4">
        <w:rPr>
          <w:rtl/>
          <w:lang w:bidi="fa-IR"/>
        </w:rPr>
        <w:t>تقريب التهذيب 2 / 29. تنقيح المقال 2 / 255. تهذيب التهذيب 7 / 254. جامع الرواة 1 / 540. الجرح والتعديل 6 / 218. جمهرة أنساب العرب / 69. الدرجات الرفيعة / 154. رجال ابن داود / 134. رجال الشيخ الطوسي / 48. شاعرات العرب / 257. ابن أبي الحديد 1 / 13</w:t>
      </w:r>
      <w:r>
        <w:rPr>
          <w:rtl/>
          <w:lang w:bidi="fa-IR"/>
        </w:rPr>
        <w:t xml:space="preserve"> ـ </w:t>
      </w:r>
      <w:r w:rsidRPr="00CA52B4">
        <w:rPr>
          <w:rtl/>
          <w:lang w:bidi="fa-IR"/>
        </w:rPr>
        <w:t xml:space="preserve">15 ، 28 ، 324 الفهارس / 180. الطبقات الكبرى 4 / 42. العقد الفريد 2 / 176 </w:t>
      </w:r>
      <w:r>
        <w:rPr>
          <w:rtl/>
          <w:lang w:bidi="fa-IR"/>
        </w:rPr>
        <w:t>و 3</w:t>
      </w:r>
      <w:r w:rsidRPr="00CA52B4">
        <w:rPr>
          <w:rtl/>
          <w:lang w:bidi="fa-IR"/>
        </w:rPr>
        <w:t xml:space="preserve"> / 138 </w:t>
      </w:r>
      <w:r>
        <w:rPr>
          <w:rtl/>
          <w:lang w:bidi="fa-IR"/>
        </w:rPr>
        <w:t>و 4</w:t>
      </w:r>
      <w:r w:rsidRPr="00CA52B4">
        <w:rPr>
          <w:rtl/>
          <w:lang w:bidi="fa-IR"/>
        </w:rPr>
        <w:t xml:space="preserve"> / 78 </w:t>
      </w:r>
      <w:r>
        <w:rPr>
          <w:rtl/>
          <w:lang w:bidi="fa-IR"/>
        </w:rPr>
        <w:t>و 5</w:t>
      </w:r>
      <w:r w:rsidRPr="00CA52B4">
        <w:rPr>
          <w:rtl/>
          <w:lang w:bidi="fa-IR"/>
        </w:rPr>
        <w:t xml:space="preserve"> / 124 </w:t>
      </w:r>
      <w:r>
        <w:rPr>
          <w:rtl/>
          <w:lang w:bidi="fa-IR"/>
        </w:rPr>
        <w:t>و 7</w:t>
      </w:r>
      <w:r w:rsidRPr="00CA52B4">
        <w:rPr>
          <w:rtl/>
          <w:lang w:bidi="fa-IR"/>
        </w:rPr>
        <w:t xml:space="preserve"> / 93. عمدة الطالب / 31. الغدير 1 / 350 </w:t>
      </w:r>
      <w:r>
        <w:rPr>
          <w:rtl/>
          <w:lang w:bidi="fa-IR"/>
        </w:rPr>
        <w:t>و 2</w:t>
      </w:r>
      <w:r w:rsidRPr="00CA52B4">
        <w:rPr>
          <w:rtl/>
          <w:lang w:bidi="fa-IR"/>
        </w:rPr>
        <w:t xml:space="preserve"> / 322 </w:t>
      </w:r>
      <w:r>
        <w:rPr>
          <w:rtl/>
          <w:lang w:bidi="fa-IR"/>
        </w:rPr>
        <w:t>و 3</w:t>
      </w:r>
      <w:r w:rsidRPr="00CA52B4">
        <w:rPr>
          <w:rtl/>
          <w:lang w:bidi="fa-IR"/>
        </w:rPr>
        <w:t xml:space="preserve"> / 105 ، 410 </w:t>
      </w:r>
      <w:r>
        <w:rPr>
          <w:rtl/>
          <w:lang w:bidi="fa-IR"/>
        </w:rPr>
        <w:t>و 6</w:t>
      </w:r>
      <w:r w:rsidRPr="00CA52B4">
        <w:rPr>
          <w:rtl/>
          <w:lang w:bidi="fa-IR"/>
        </w:rPr>
        <w:t xml:space="preserve"> / 354</w:t>
      </w:r>
      <w:r>
        <w:rPr>
          <w:rtl/>
          <w:lang w:bidi="fa-IR"/>
        </w:rPr>
        <w:t xml:space="preserve"> ـ </w:t>
      </w:r>
      <w:r w:rsidRPr="00CA52B4">
        <w:rPr>
          <w:rtl/>
          <w:lang w:bidi="fa-IR"/>
        </w:rPr>
        <w:t>الفهارس / 219.</w:t>
      </w:r>
      <w:r>
        <w:rPr>
          <w:rFonts w:hint="cs"/>
          <w:rtl/>
          <w:lang w:bidi="fa-IR"/>
        </w:rPr>
        <w:t xml:space="preserve"> </w:t>
      </w:r>
      <w:r w:rsidRPr="00CA52B4">
        <w:rPr>
          <w:rtl/>
          <w:lang w:bidi="fa-IR"/>
        </w:rPr>
        <w:t xml:space="preserve">الغارات 2 / 1026. فهرست النديم / 108 ، 238. قاموس الرجال 6 / 318. الكامل في التأريخ 1 / 458 </w:t>
      </w:r>
      <w:r>
        <w:rPr>
          <w:rtl/>
          <w:lang w:bidi="fa-IR"/>
        </w:rPr>
        <w:t>و 2</w:t>
      </w:r>
      <w:r w:rsidRPr="00CA52B4">
        <w:rPr>
          <w:rtl/>
          <w:lang w:bidi="fa-IR"/>
        </w:rPr>
        <w:t xml:space="preserve"> / 58 ، 132 </w:t>
      </w:r>
      <w:r>
        <w:rPr>
          <w:rtl/>
          <w:lang w:bidi="fa-IR"/>
        </w:rPr>
        <w:t>و 4</w:t>
      </w:r>
      <w:r w:rsidRPr="00CA52B4">
        <w:rPr>
          <w:rtl/>
          <w:lang w:bidi="fa-IR"/>
        </w:rPr>
        <w:t xml:space="preserve"> / 35 ، 88 </w:t>
      </w:r>
      <w:r>
        <w:rPr>
          <w:rtl/>
          <w:lang w:bidi="fa-IR"/>
        </w:rPr>
        <w:t>و 5</w:t>
      </w:r>
      <w:r w:rsidRPr="00CA52B4">
        <w:rPr>
          <w:rtl/>
          <w:lang w:bidi="fa-IR"/>
        </w:rPr>
        <w:t xml:space="preserve"> / 541 </w:t>
      </w:r>
      <w:r>
        <w:rPr>
          <w:rtl/>
          <w:lang w:bidi="fa-IR"/>
        </w:rPr>
        <w:t>و 6</w:t>
      </w:r>
      <w:r w:rsidRPr="00CA52B4">
        <w:rPr>
          <w:rtl/>
          <w:lang w:bidi="fa-IR"/>
        </w:rPr>
        <w:t xml:space="preserve"> / 313 </w:t>
      </w:r>
      <w:r>
        <w:rPr>
          <w:rtl/>
          <w:lang w:bidi="fa-IR"/>
        </w:rPr>
        <w:t>و 8</w:t>
      </w:r>
      <w:r w:rsidRPr="00CA52B4">
        <w:rPr>
          <w:rtl/>
          <w:lang w:bidi="fa-IR"/>
        </w:rPr>
        <w:t xml:space="preserve"> / 36. اللباب 2 / 350. مجمع الرجال 4 / 145. مروج الذهب 3 / 46. المشتبه 2 / 466.</w:t>
      </w:r>
      <w:r>
        <w:rPr>
          <w:rFonts w:hint="cs"/>
          <w:rtl/>
          <w:lang w:bidi="fa-IR"/>
        </w:rPr>
        <w:t xml:space="preserve"> </w:t>
      </w:r>
      <w:r w:rsidRPr="00CA52B4">
        <w:rPr>
          <w:rtl/>
          <w:lang w:bidi="fa-IR"/>
        </w:rPr>
        <w:t xml:space="preserve">المعارف / 88. معجم رجال الحديث 11 / 158. منتهى المقال / 206. مقاتل الطالبيين / 3. نقد الرجال / 222. نكت الهميان / 200. النهاية في غريب الحديث 2 / 139 ، 189 </w:t>
      </w:r>
      <w:r>
        <w:rPr>
          <w:rtl/>
          <w:lang w:bidi="fa-IR"/>
        </w:rPr>
        <w:t>و 3</w:t>
      </w:r>
      <w:r w:rsidRPr="00CA52B4">
        <w:rPr>
          <w:rtl/>
          <w:lang w:bidi="fa-IR"/>
        </w:rPr>
        <w:t xml:space="preserve"> / 291 </w:t>
      </w:r>
      <w:r>
        <w:rPr>
          <w:rtl/>
          <w:lang w:bidi="fa-IR"/>
        </w:rPr>
        <w:t>و 4</w:t>
      </w:r>
      <w:r w:rsidRPr="00CA52B4">
        <w:rPr>
          <w:rtl/>
          <w:lang w:bidi="fa-IR"/>
        </w:rPr>
        <w:t xml:space="preserve"> / 143. وفيات الأعيان 2 / 505 </w:t>
      </w:r>
      <w:r>
        <w:rPr>
          <w:rtl/>
          <w:lang w:bidi="fa-IR"/>
        </w:rPr>
        <w:t>و 6</w:t>
      </w:r>
      <w:r w:rsidRPr="00CA52B4">
        <w:rPr>
          <w:rtl/>
          <w:lang w:bidi="fa-IR"/>
        </w:rPr>
        <w:t xml:space="preserve"> / 38 ، 156. هدى الساري / 214.</w:t>
      </w:r>
    </w:p>
    <w:p w:rsidR="00843DF1" w:rsidRPr="00CA52B4" w:rsidRDefault="00843DF1" w:rsidP="00EB70B9">
      <w:pPr>
        <w:pStyle w:val="libBold1"/>
        <w:rPr>
          <w:rtl/>
          <w:lang w:bidi="fa-IR"/>
        </w:rPr>
      </w:pPr>
      <w:r w:rsidRPr="00CA52B4">
        <w:rPr>
          <w:rtl/>
        </w:rPr>
        <w:t>818</w:t>
      </w:r>
      <w:r>
        <w:rPr>
          <w:rtl/>
        </w:rPr>
        <w:t xml:space="preserve"> ـ </w:t>
      </w:r>
      <w:r w:rsidRPr="00CA52B4">
        <w:rPr>
          <w:rtl/>
        </w:rPr>
        <w:t>العكبر بن جدير بن المنذر الأسدي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كان فارس أهل الكوفة الذي لا ينازع. له عبارة ولسان لا يطاق. شهد صفين ، وقتل فارس أهل الشام عوف بن مجزأة المرادي. وانكسر أهل الشام لقتل عوف ، وهدر معاوية دم العكبر ، فقال العكبر : يد الله فوق يد معاوية ، فأين دفاع الله عن المؤمنين. وكان شاعرا له مواقف حاسمة في صفين ، ومن شعره قوله حين قتل المرادي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قتلت المرادي الّذي جاء باغيا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ينادي وقد ثار العجاج : نزال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يقول أنا عوف بن مجزاة والمنى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لقاء ابن مجزام بيوم قتال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فقلت له لما علا القوم صوته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منيت بمشبوح الذراع طوال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فأوجرته في معظم النقع صعدة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ملأت بها رعبا قلوب رجال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فغادرته يكبو صريعا لوجهه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ينادي مرارا في مكرّ مجال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فقدّمت مهري آخذا حدّ جربه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فأضربه في حومة بشمالي </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 xml:space="preserve">أريد به التلّ الذي فوق رأسه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معاوية الجاني لكل خبال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يقول ومهري يغرف الجري جامحا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بفارسه قد بان كل ضلال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فلما رأوني أصدق الطعن فيهم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جلا عنهم رجم الغيوب فعالي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فقام رجال دونه بسيوفهم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قام رجال دونه بعوالي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فلو نلته نلت الذي ليس بعدها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من الأمر شيء غير قيل وقال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Pr>
                <w:rtl/>
                <w:lang w:bidi="fa-IR"/>
              </w:rPr>
              <w:t>و</w:t>
            </w:r>
            <w:r w:rsidRPr="00CA52B4">
              <w:rPr>
                <w:rtl/>
                <w:lang w:bidi="fa-IR"/>
              </w:rPr>
              <w:t>لو مت في نيل المنى ألف ميتة</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لقلت إذا ما مت لست أبالي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وجاء أنّ العكبر حين صرع المرادي وقتله ، ومعاوية على التل في أناس من قريش ، ونفر من الناس قليل فوجه العكبر فرسه فملأ فروجه ركضا يضربه بالسوط مسرعا نحو التل. فنظر إليه معاوية فقال : إنّ هذا الرجل مغلوب على عقله ، أو مستأمن فاسألوه. فأتاه رجل وهو في حمى فرسه ، فناداه فلم يجبه فمضى مبادرا حتّى انتهى إلى معاوية ، وجعل يطعن في أعراض الخيل ، ورجا العكبر أن يفردوا له معاوية فقتل رجالا ، وقام القوم دون معاوية بالسيوف والرماح ، فلما لم يصل إلى معاوية نادى : أولى لك يا ابن هند ، أنا الغلام الأسدي. فرجع إلى عليّ فقال له : ما ذا دعاك إلى ما صنعت يا عكبر</w:t>
      </w:r>
      <w:r>
        <w:rPr>
          <w:rtl/>
          <w:lang w:bidi="fa-IR"/>
        </w:rPr>
        <w:t>؟</w:t>
      </w:r>
      <w:r w:rsidRPr="00CA52B4">
        <w:rPr>
          <w:rtl/>
          <w:lang w:bidi="fa-IR"/>
        </w:rPr>
        <w:t xml:space="preserve"> لا تلق نفسك إلى التهلكة. قال : أردت غرّة ابن هند.</w:t>
      </w:r>
    </w:p>
    <w:p w:rsidR="00843DF1" w:rsidRPr="00CA52B4" w:rsidRDefault="00843DF1" w:rsidP="00B10281">
      <w:pPr>
        <w:pStyle w:val="libVar"/>
        <w:rPr>
          <w:rtl/>
          <w:lang w:bidi="fa-IR"/>
        </w:rPr>
      </w:pPr>
      <w:r w:rsidRPr="00CA52B4">
        <w:rPr>
          <w:rtl/>
          <w:lang w:bidi="fa-IR"/>
        </w:rPr>
        <w:t>أعيان الشيعة 8 / 148. شرح ابن أبي الحديد 8 / 88</w:t>
      </w:r>
      <w:r>
        <w:rPr>
          <w:rtl/>
          <w:lang w:bidi="fa-IR"/>
        </w:rPr>
        <w:t xml:space="preserve"> ـ </w:t>
      </w:r>
      <w:r w:rsidRPr="00CA52B4">
        <w:rPr>
          <w:rtl/>
          <w:lang w:bidi="fa-IR"/>
        </w:rPr>
        <w:t>91. وقعة صفين / 450</w:t>
      </w:r>
      <w:r>
        <w:rPr>
          <w:rtl/>
          <w:lang w:bidi="fa-IR"/>
        </w:rPr>
        <w:t xml:space="preserve"> ـ </w:t>
      </w:r>
      <w:r w:rsidRPr="00CA52B4">
        <w:rPr>
          <w:rtl/>
          <w:lang w:bidi="fa-IR"/>
        </w:rPr>
        <w:t>452.</w:t>
      </w:r>
    </w:p>
    <w:p w:rsidR="00843DF1" w:rsidRPr="00CA52B4" w:rsidRDefault="00843DF1" w:rsidP="00EB70B9">
      <w:pPr>
        <w:pStyle w:val="libBold1"/>
        <w:rPr>
          <w:rtl/>
          <w:lang w:bidi="fa-IR"/>
        </w:rPr>
      </w:pPr>
      <w:r w:rsidRPr="00CA52B4">
        <w:rPr>
          <w:rtl/>
        </w:rPr>
        <w:t>819</w:t>
      </w:r>
      <w:r>
        <w:rPr>
          <w:rtl/>
        </w:rPr>
        <w:t xml:space="preserve"> ـ </w:t>
      </w:r>
      <w:r w:rsidRPr="00CA52B4">
        <w:rPr>
          <w:rtl/>
        </w:rPr>
        <w:t>عكبر بن وائل الأسدي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مقاتل شهم بطل ، اشترك في حرب البصرة وقاتل فيها. وهو الذي قتل محمد بن طلحة في ذلك اليوم.</w:t>
      </w:r>
    </w:p>
    <w:p w:rsidR="00843DF1" w:rsidRPr="00CA52B4" w:rsidRDefault="00843DF1" w:rsidP="00B10281">
      <w:pPr>
        <w:pStyle w:val="libVar"/>
        <w:rPr>
          <w:rtl/>
          <w:lang w:bidi="fa-IR"/>
        </w:rPr>
      </w:pPr>
      <w:r w:rsidRPr="00CA52B4">
        <w:rPr>
          <w:rtl/>
          <w:lang w:bidi="fa-IR"/>
        </w:rPr>
        <w:t>الجمل أو النصرة في حرب البصرة / 172.</w:t>
      </w:r>
    </w:p>
    <w:p w:rsidR="00843DF1" w:rsidRPr="00CA52B4" w:rsidRDefault="00843DF1" w:rsidP="00EB70B9">
      <w:pPr>
        <w:pStyle w:val="libBold1"/>
        <w:rPr>
          <w:rtl/>
          <w:lang w:bidi="fa-IR"/>
        </w:rPr>
      </w:pPr>
      <w:r w:rsidRPr="00CA52B4">
        <w:rPr>
          <w:rtl/>
        </w:rPr>
        <w:t>820</w:t>
      </w:r>
      <w:r>
        <w:rPr>
          <w:rtl/>
        </w:rPr>
        <w:t xml:space="preserve"> ـ </w:t>
      </w:r>
      <w:r w:rsidRPr="00CA52B4">
        <w:rPr>
          <w:rtl/>
        </w:rPr>
        <w:t>عكرمة بن الخبيص</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 إبراهيم بن عبد الأعلى الكوفي. وكان يسكن الكوفة وهو من الموالين والمحبين لعليّ </w:t>
      </w:r>
      <w:r>
        <w:rPr>
          <w:rtl/>
          <w:lang w:bidi="fa-IR"/>
        </w:rPr>
        <w:t>(</w:t>
      </w:r>
      <w:r w:rsidRPr="00CA52B4">
        <w:rPr>
          <w:rtl/>
          <w:lang w:bidi="fa-IR"/>
        </w:rPr>
        <w:t>عليه السلام</w:t>
      </w:r>
      <w:r>
        <w:rPr>
          <w:rtl/>
          <w:lang w:bidi="fa-IR"/>
        </w:rPr>
        <w:t>).</w:t>
      </w:r>
      <w:r w:rsidRPr="00CA52B4">
        <w:rPr>
          <w:rtl/>
          <w:lang w:bidi="fa-IR"/>
        </w:rPr>
        <w:t xml:space="preserve"> قال ابن الأثير : وكان عبيد الله بن الحر الجعفي ، ممن قصد معاوية وشهد معه صفين ، وأقام عند</w:t>
      </w:r>
    </w:p>
    <w:p w:rsidR="00843DF1" w:rsidRPr="00CA52B4" w:rsidRDefault="00843DF1" w:rsidP="00B10281">
      <w:pPr>
        <w:pStyle w:val="libNormal0"/>
        <w:rPr>
          <w:rtl/>
          <w:lang w:bidi="fa-IR"/>
        </w:rPr>
      </w:pPr>
      <w:r>
        <w:rPr>
          <w:rtl/>
          <w:lang w:bidi="fa-IR"/>
        </w:rPr>
        <w:br w:type="page"/>
      </w:r>
      <w:r w:rsidRPr="00CA52B4">
        <w:rPr>
          <w:rtl/>
          <w:lang w:bidi="fa-IR"/>
        </w:rPr>
        <w:lastRenderedPageBreak/>
        <w:t>معاوية ، وكان له زوجة بالكوفة ، فلما طالت غيبة عبيد الله زوجها أخوها رجلا يقال له عكرمة بن الخبيص ، وبلغ ذلك عبيد الله ، فأقبل من الشام فخاصم عكرمة إلى عليّ ، فقال له : ظاهرت علينا عدوّنا فغلت</w:t>
      </w:r>
      <w:r>
        <w:rPr>
          <w:rtl/>
          <w:lang w:bidi="fa-IR"/>
        </w:rPr>
        <w:t>؟</w:t>
      </w:r>
      <w:r w:rsidRPr="00CA52B4">
        <w:rPr>
          <w:rtl/>
          <w:lang w:bidi="fa-IR"/>
        </w:rPr>
        <w:t xml:space="preserve"> فقال له : </w:t>
      </w:r>
      <w:r>
        <w:rPr>
          <w:rtl/>
          <w:lang w:bidi="fa-IR"/>
        </w:rPr>
        <w:t>أ</w:t>
      </w:r>
      <w:r w:rsidRPr="00CA52B4">
        <w:rPr>
          <w:rtl/>
          <w:lang w:bidi="fa-IR"/>
        </w:rPr>
        <w:t>يمنعني ذلك من عدلك</w:t>
      </w:r>
      <w:r>
        <w:rPr>
          <w:rtl/>
          <w:lang w:bidi="fa-IR"/>
        </w:rPr>
        <w:t>؟</w:t>
      </w:r>
      <w:r w:rsidRPr="00CA52B4">
        <w:rPr>
          <w:rtl/>
          <w:lang w:bidi="fa-IR"/>
        </w:rPr>
        <w:t xml:space="preserve"> قال : لا فقص عليه قصته ، فرد عليه امرأته ، وكانت حبلى ، فوضعها عند من يثق إليه حتّى وضعت ، فألحق الولد بعكرمة ودفع المرأة إلى عبيد الله ، وعاد إلى الشام.</w:t>
      </w:r>
    </w:p>
    <w:p w:rsidR="00843DF1" w:rsidRPr="00CA52B4" w:rsidRDefault="00843DF1" w:rsidP="00B10281">
      <w:pPr>
        <w:pStyle w:val="libVar"/>
        <w:rPr>
          <w:rtl/>
          <w:lang w:bidi="fa-IR"/>
        </w:rPr>
      </w:pPr>
      <w:r w:rsidRPr="00CA52B4">
        <w:rPr>
          <w:rtl/>
          <w:lang w:bidi="fa-IR"/>
        </w:rPr>
        <w:t>الجرح والتعديل 7 / 10. الكامل في التأريخ 4 / 287.</w:t>
      </w:r>
    </w:p>
    <w:p w:rsidR="00843DF1" w:rsidRPr="00CA52B4" w:rsidRDefault="00843DF1" w:rsidP="00EB70B9">
      <w:pPr>
        <w:pStyle w:val="libBold1"/>
        <w:rPr>
          <w:rtl/>
          <w:lang w:bidi="fa-IR"/>
        </w:rPr>
      </w:pPr>
      <w:r w:rsidRPr="00CA52B4">
        <w:rPr>
          <w:rtl/>
        </w:rPr>
        <w:t>821</w:t>
      </w:r>
      <w:r>
        <w:rPr>
          <w:rtl/>
        </w:rPr>
        <w:t xml:space="preserve"> ـ </w:t>
      </w:r>
      <w:r w:rsidRPr="00CA52B4">
        <w:rPr>
          <w:rtl/>
        </w:rPr>
        <w:t xml:space="preserve">عكرمة </w:t>
      </w:r>
      <w:r>
        <w:rPr>
          <w:rtl/>
        </w:rPr>
        <w:t>(</w:t>
      </w:r>
      <w:r w:rsidRPr="00CA52B4">
        <w:rPr>
          <w:rtl/>
        </w:rPr>
        <w:t>أبو عبد الله</w:t>
      </w:r>
      <w:r>
        <w:rPr>
          <w:rtl/>
        </w:rPr>
        <w:t>)</w:t>
      </w:r>
      <w:r w:rsidRPr="00CA52B4">
        <w:rPr>
          <w:rtl/>
        </w:rPr>
        <w:t xml:space="preserve"> البربري المدني المتوفى 104 ه‍</w:t>
      </w:r>
      <w:r>
        <w:rPr>
          <w:rtl/>
        </w:rPr>
        <w:t>.</w:t>
      </w:r>
    </w:p>
    <w:p w:rsidR="00843DF1" w:rsidRPr="00CA52B4" w:rsidRDefault="00843DF1" w:rsidP="00347E77">
      <w:pPr>
        <w:pStyle w:val="libNormal"/>
        <w:rPr>
          <w:rtl/>
          <w:lang w:bidi="fa-IR"/>
        </w:rPr>
      </w:pPr>
      <w:r w:rsidRPr="00CA52B4">
        <w:rPr>
          <w:rtl/>
          <w:lang w:bidi="fa-IR"/>
        </w:rPr>
        <w:t xml:space="preserve">أصله من البربر ، وكان لحصين بن أبي الحر العنبري ، فوهبه لابن عباس ، لما ولي البصرة لأمير المؤمنين </w:t>
      </w:r>
      <w:r>
        <w:rPr>
          <w:rtl/>
          <w:lang w:bidi="fa-IR"/>
        </w:rPr>
        <w:t>(</w:t>
      </w:r>
      <w:r w:rsidRPr="00CA52B4">
        <w:rPr>
          <w:rtl/>
          <w:lang w:bidi="fa-IR"/>
        </w:rPr>
        <w:t>عليه السلام</w:t>
      </w:r>
      <w:r>
        <w:rPr>
          <w:rtl/>
          <w:lang w:bidi="fa-IR"/>
        </w:rPr>
        <w:t>)</w:t>
      </w:r>
      <w:r w:rsidRPr="00CA52B4">
        <w:rPr>
          <w:rtl/>
          <w:lang w:bidi="fa-IR"/>
        </w:rPr>
        <w:t xml:space="preserve"> ، روى عن الكثيرين ، كما حدّث عنه خلق كثير من التابعين. وكان يرى رأي الخوارج. مات بالمدينة عام 104 ه‍ ، وترك أهل المدينة جنازته فاكروا له أربعة فحملوه.</w:t>
      </w:r>
      <w:r>
        <w:rPr>
          <w:rFonts w:hint="cs"/>
          <w:rtl/>
          <w:lang w:bidi="fa-IR"/>
        </w:rPr>
        <w:t xml:space="preserve"> </w:t>
      </w:r>
      <w:r w:rsidRPr="00CA52B4">
        <w:rPr>
          <w:rtl/>
          <w:lang w:bidi="fa-IR"/>
        </w:rPr>
        <w:t>وقيل : مات سنة 107 ، 110 ه‍</w:t>
      </w:r>
      <w:r>
        <w:rPr>
          <w:rtl/>
          <w:lang w:bidi="fa-IR"/>
        </w:rPr>
        <w:t>.</w:t>
      </w:r>
      <w:r w:rsidRPr="00CA52B4">
        <w:rPr>
          <w:rtl/>
          <w:lang w:bidi="fa-IR"/>
        </w:rPr>
        <w:t xml:space="preserve"> ومات ابن عباس ، وعكرمة عبد لم يعتقه.</w:t>
      </w:r>
      <w:r>
        <w:rPr>
          <w:rFonts w:hint="cs"/>
          <w:rtl/>
          <w:lang w:bidi="fa-IR"/>
        </w:rPr>
        <w:t xml:space="preserve"> </w:t>
      </w:r>
      <w:r w:rsidRPr="00CA52B4">
        <w:rPr>
          <w:rtl/>
          <w:lang w:bidi="fa-IR"/>
        </w:rPr>
        <w:t>طاف البلدان.</w:t>
      </w:r>
    </w:p>
    <w:p w:rsidR="00843DF1" w:rsidRPr="00CA52B4" w:rsidRDefault="00843DF1" w:rsidP="00B10281">
      <w:pPr>
        <w:pStyle w:val="libVar"/>
        <w:rPr>
          <w:rtl/>
          <w:lang w:bidi="fa-IR"/>
        </w:rPr>
      </w:pPr>
      <w:r w:rsidRPr="00CA52B4">
        <w:rPr>
          <w:rtl/>
          <w:lang w:bidi="fa-IR"/>
        </w:rPr>
        <w:t>الأعلام 5 / 43. البداية والنهاية 9 / 244. تاريخ الطبري 13 / 90. تاريخ الخلفاء / 248. تقريب التهذيب 2 / 30 وفيه : عكرمة بن عبد الله. تنقيح المقال 2 / 256. تهذيب التهذيب 7 / 263. تاريخ جرجان / 168</w:t>
      </w:r>
      <w:r>
        <w:rPr>
          <w:rtl/>
          <w:lang w:bidi="fa-IR"/>
        </w:rPr>
        <w:t xml:space="preserve"> ـ </w:t>
      </w:r>
      <w:r w:rsidRPr="00CA52B4">
        <w:rPr>
          <w:rtl/>
          <w:lang w:bidi="fa-IR"/>
        </w:rPr>
        <w:t>الفهرس</w:t>
      </w:r>
      <w:r>
        <w:rPr>
          <w:rtl/>
          <w:lang w:bidi="fa-IR"/>
        </w:rPr>
        <w:t xml:space="preserve"> ـ.</w:t>
      </w:r>
      <w:r w:rsidRPr="00CA52B4">
        <w:rPr>
          <w:rtl/>
          <w:lang w:bidi="fa-IR"/>
        </w:rPr>
        <w:t xml:space="preserve"> تذكرة الحفاظ 1 / 95. الجرح والتعديل 7 / 7. حلية الأولياء 326. رجال ابن داود / 258. شرح ابن أبي الحديد 1 / 18 </w:t>
      </w:r>
      <w:r>
        <w:rPr>
          <w:rtl/>
          <w:lang w:bidi="fa-IR"/>
        </w:rPr>
        <w:t>و 2</w:t>
      </w:r>
      <w:r w:rsidRPr="00CA52B4">
        <w:rPr>
          <w:rtl/>
          <w:lang w:bidi="fa-IR"/>
        </w:rPr>
        <w:t xml:space="preserve"> / 180 ، 188 </w:t>
      </w:r>
      <w:r>
        <w:rPr>
          <w:rtl/>
          <w:lang w:bidi="fa-IR"/>
        </w:rPr>
        <w:t>و 4</w:t>
      </w:r>
      <w:r w:rsidRPr="00CA52B4">
        <w:rPr>
          <w:rtl/>
          <w:lang w:bidi="fa-IR"/>
        </w:rPr>
        <w:t xml:space="preserve"> / 116 </w:t>
      </w:r>
      <w:r>
        <w:rPr>
          <w:rtl/>
          <w:lang w:bidi="fa-IR"/>
        </w:rPr>
        <w:t>و 5</w:t>
      </w:r>
      <w:r w:rsidRPr="00CA52B4">
        <w:rPr>
          <w:rtl/>
          <w:lang w:bidi="fa-IR"/>
        </w:rPr>
        <w:t xml:space="preserve"> / 76 الفهارس / 181. الشعر والشعراء / 410. شذرات الذهب 1 / 130. الطبقات الكبرى 2 / 385 </w:t>
      </w:r>
      <w:r>
        <w:rPr>
          <w:rtl/>
          <w:lang w:bidi="fa-IR"/>
        </w:rPr>
        <w:t>و 5</w:t>
      </w:r>
      <w:r w:rsidRPr="00CA52B4">
        <w:rPr>
          <w:rtl/>
          <w:lang w:bidi="fa-IR"/>
        </w:rPr>
        <w:t xml:space="preserve"> / 104.</w:t>
      </w:r>
      <w:r>
        <w:rPr>
          <w:rFonts w:hint="cs"/>
          <w:rtl/>
          <w:lang w:bidi="fa-IR"/>
        </w:rPr>
        <w:t xml:space="preserve"> </w:t>
      </w:r>
      <w:r w:rsidRPr="00CA52B4">
        <w:rPr>
          <w:rtl/>
          <w:lang w:bidi="fa-IR"/>
        </w:rPr>
        <w:t xml:space="preserve">طبقات المفسرين 1 / 380. طبقات الحفاظ / 37. العقد الفريد 1 / 188 </w:t>
      </w:r>
      <w:r>
        <w:rPr>
          <w:rtl/>
          <w:lang w:bidi="fa-IR"/>
        </w:rPr>
        <w:t>و 3</w:t>
      </w:r>
      <w:r w:rsidRPr="00CA52B4">
        <w:rPr>
          <w:rtl/>
          <w:lang w:bidi="fa-IR"/>
        </w:rPr>
        <w:t xml:space="preserve"> / 158 </w:t>
      </w:r>
      <w:r>
        <w:rPr>
          <w:rtl/>
          <w:lang w:bidi="fa-IR"/>
        </w:rPr>
        <w:t>و 5</w:t>
      </w:r>
      <w:r w:rsidRPr="00CA52B4">
        <w:rPr>
          <w:rtl/>
          <w:lang w:bidi="fa-IR"/>
        </w:rPr>
        <w:t xml:space="preserve"> / 22 </w:t>
      </w:r>
      <w:r>
        <w:rPr>
          <w:rtl/>
          <w:lang w:bidi="fa-IR"/>
        </w:rPr>
        <w:t>و 8</w:t>
      </w:r>
      <w:r w:rsidRPr="00CA52B4">
        <w:rPr>
          <w:rtl/>
          <w:lang w:bidi="fa-IR"/>
        </w:rPr>
        <w:t xml:space="preserve"> / 72. العبر 1 / 131. قاموس الرجال 6 / 326. الكامل في التأريخ 1 / 18 ، 25 ، 109 ، 113 ، 200 ، 357 ، 607 </w:t>
      </w:r>
      <w:r>
        <w:rPr>
          <w:rtl/>
          <w:lang w:bidi="fa-IR"/>
        </w:rPr>
        <w:t>و 5</w:t>
      </w:r>
      <w:r w:rsidRPr="00CA52B4">
        <w:rPr>
          <w:rtl/>
          <w:lang w:bidi="fa-IR"/>
        </w:rPr>
        <w:t xml:space="preserve"> / 126 ، 479. مجمع الرجال 4 / 145. مرآة الجنان 1 / 225. المعارف / 201. معجم رجال الحديث 11 / 160. معجم الشعراء / 350. منتهى المقال / 206. ميزان الاعتدال 3 / 93. المراسيل في الحديث / 101. المجروحون من المحدثين 3 / 265. النجوم الزاهرة 1 / 263. نقد الرجال / 222. وفيات الأعيان 2 / 265</w:t>
      </w:r>
      <w:r>
        <w:rPr>
          <w:rtl/>
          <w:lang w:bidi="fa-IR"/>
        </w:rPr>
        <w:t xml:space="preserve"> ـ </w:t>
      </w:r>
      <w:r w:rsidRPr="00CA52B4">
        <w:rPr>
          <w:rtl/>
          <w:lang w:bidi="fa-IR"/>
        </w:rPr>
        <w:t>266.</w:t>
      </w:r>
    </w:p>
    <w:p w:rsidR="00843DF1" w:rsidRPr="00CA52B4" w:rsidRDefault="00843DF1" w:rsidP="00EB70B9">
      <w:pPr>
        <w:pStyle w:val="libBold1"/>
        <w:rPr>
          <w:rtl/>
          <w:lang w:bidi="fa-IR"/>
        </w:rPr>
      </w:pPr>
      <w:r>
        <w:rPr>
          <w:rtl/>
          <w:lang w:bidi="fa-IR"/>
        </w:rPr>
        <w:br w:type="page"/>
      </w:r>
      <w:r w:rsidRPr="00CA52B4">
        <w:rPr>
          <w:rtl/>
        </w:rPr>
        <w:lastRenderedPageBreak/>
        <w:t>822</w:t>
      </w:r>
      <w:r>
        <w:rPr>
          <w:rtl/>
        </w:rPr>
        <w:t xml:space="preserve"> ـ </w:t>
      </w:r>
      <w:r w:rsidRPr="00CA52B4">
        <w:rPr>
          <w:rtl/>
        </w:rPr>
        <w:t>العلاء بن بدر العنزي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شعيب بن درهم ، وسعيد بن أبي عروبة ، وأبو سنان الشيباني.</w:t>
      </w:r>
    </w:p>
    <w:p w:rsidR="00843DF1" w:rsidRPr="00CA52B4" w:rsidRDefault="00843DF1" w:rsidP="00B10281">
      <w:pPr>
        <w:pStyle w:val="libVar"/>
        <w:rPr>
          <w:rtl/>
          <w:lang w:bidi="fa-IR"/>
        </w:rPr>
      </w:pPr>
      <w:r w:rsidRPr="00CA52B4">
        <w:rPr>
          <w:rtl/>
          <w:lang w:bidi="fa-IR"/>
        </w:rPr>
        <w:t>الجرح والتعديل 6 / 353.</w:t>
      </w:r>
    </w:p>
    <w:p w:rsidR="00843DF1" w:rsidRPr="00CA52B4" w:rsidRDefault="00843DF1" w:rsidP="00EB70B9">
      <w:pPr>
        <w:pStyle w:val="libBold1"/>
        <w:rPr>
          <w:rtl/>
          <w:lang w:bidi="fa-IR"/>
        </w:rPr>
      </w:pPr>
      <w:r w:rsidRPr="00CA52B4">
        <w:rPr>
          <w:rtl/>
        </w:rPr>
        <w:t>823</w:t>
      </w:r>
      <w:r>
        <w:rPr>
          <w:rtl/>
        </w:rPr>
        <w:t xml:space="preserve"> ـ </w:t>
      </w:r>
      <w:r w:rsidRPr="00CA52B4">
        <w:rPr>
          <w:rtl/>
        </w:rPr>
        <w:t>العلاء بن عمرو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شهد صفين. وكانت له صحبة ، لذلك اعتبره الكثيرون من الصحابة. وله أحاديث في كتب الفقه. وذكروه في الصحابة الذين شهدوا مع عليّ </w:t>
      </w:r>
      <w:r>
        <w:rPr>
          <w:rtl/>
          <w:lang w:bidi="fa-IR"/>
        </w:rPr>
        <w:t>(</w:t>
      </w:r>
      <w:r w:rsidRPr="00CA52B4">
        <w:rPr>
          <w:rtl/>
          <w:lang w:bidi="fa-IR"/>
        </w:rPr>
        <w:t>عليه السلام</w:t>
      </w:r>
      <w:r>
        <w:rPr>
          <w:rtl/>
          <w:lang w:bidi="fa-IR"/>
        </w:rPr>
        <w:t>)</w:t>
      </w:r>
      <w:r w:rsidRPr="00CA52B4">
        <w:rPr>
          <w:rtl/>
          <w:lang w:bidi="fa-IR"/>
        </w:rPr>
        <w:t xml:space="preserve"> صفين.</w:t>
      </w:r>
    </w:p>
    <w:p w:rsidR="00843DF1" w:rsidRPr="00CA52B4" w:rsidRDefault="00843DF1" w:rsidP="00B10281">
      <w:pPr>
        <w:pStyle w:val="libVar"/>
        <w:rPr>
          <w:rtl/>
          <w:lang w:bidi="fa-IR"/>
        </w:rPr>
      </w:pPr>
      <w:r w:rsidRPr="00CA52B4">
        <w:rPr>
          <w:rtl/>
          <w:lang w:bidi="fa-IR"/>
        </w:rPr>
        <w:t>أسد الغابة 4 / 9. الإصابة 2 / 498. تنقيح المقال 2 / 257. جامع الرواة 1 / 543.</w:t>
      </w:r>
      <w:r>
        <w:rPr>
          <w:rFonts w:hint="cs"/>
          <w:rtl/>
          <w:lang w:bidi="fa-IR"/>
        </w:rPr>
        <w:t xml:space="preserve"> </w:t>
      </w:r>
      <w:r w:rsidRPr="00CA52B4">
        <w:rPr>
          <w:rtl/>
          <w:lang w:bidi="fa-IR"/>
        </w:rPr>
        <w:t>رجال الشيخ الطوسي / 50. الطبقات الكبرى 8 / 452. الغدير 9 / 367. قاموس الرجال 6 / 329. مجمع الرجال 4 / 148. معجم رجال الحديث 11 / 174. نقد الرجال / 223.</w:t>
      </w:r>
    </w:p>
    <w:p w:rsidR="00843DF1" w:rsidRPr="00CA52B4" w:rsidRDefault="00843DF1" w:rsidP="00EB70B9">
      <w:pPr>
        <w:pStyle w:val="libBold1"/>
        <w:rPr>
          <w:rtl/>
          <w:lang w:bidi="fa-IR"/>
        </w:rPr>
      </w:pPr>
      <w:r w:rsidRPr="00CA52B4">
        <w:rPr>
          <w:rtl/>
        </w:rPr>
        <w:t>824</w:t>
      </w:r>
      <w:r>
        <w:rPr>
          <w:rtl/>
        </w:rPr>
        <w:t xml:space="preserve"> ـ </w:t>
      </w:r>
      <w:r w:rsidRPr="00CA52B4">
        <w:rPr>
          <w:rtl/>
        </w:rPr>
        <w:t>علباء بن أبي علباء بن الهيثم بن جرير السدوسي البكري الكوفي المقتول 36 ه‍</w:t>
      </w:r>
      <w:r>
        <w:rPr>
          <w:rtl/>
        </w:rPr>
        <w:t>.</w:t>
      </w:r>
    </w:p>
    <w:p w:rsidR="00843DF1" w:rsidRPr="00CA52B4" w:rsidRDefault="00843DF1" w:rsidP="00347E77">
      <w:pPr>
        <w:pStyle w:val="libNormal"/>
        <w:rPr>
          <w:rtl/>
          <w:lang w:bidi="fa-IR"/>
        </w:rPr>
      </w:pPr>
      <w:r w:rsidRPr="00CA52B4">
        <w:rPr>
          <w:rtl/>
          <w:lang w:bidi="fa-IR"/>
        </w:rPr>
        <w:t xml:space="preserve">اختص بالرواية عن عليّ </w:t>
      </w:r>
      <w:r>
        <w:rPr>
          <w:rtl/>
          <w:lang w:bidi="fa-IR"/>
        </w:rPr>
        <w:t>(</w:t>
      </w:r>
      <w:r w:rsidRPr="00CA52B4">
        <w:rPr>
          <w:rtl/>
          <w:lang w:bidi="fa-IR"/>
        </w:rPr>
        <w:t>عليه السلام</w:t>
      </w:r>
      <w:r>
        <w:rPr>
          <w:rtl/>
          <w:lang w:bidi="fa-IR"/>
        </w:rPr>
        <w:t>).</w:t>
      </w:r>
      <w:r w:rsidRPr="00CA52B4">
        <w:rPr>
          <w:rtl/>
          <w:lang w:bidi="fa-IR"/>
        </w:rPr>
        <w:t xml:space="preserve"> وكان ثقة سكن الكوفة.</w:t>
      </w:r>
      <w:r>
        <w:rPr>
          <w:rFonts w:hint="cs"/>
          <w:rtl/>
          <w:lang w:bidi="fa-IR"/>
        </w:rPr>
        <w:t xml:space="preserve"> </w:t>
      </w:r>
      <w:r w:rsidRPr="00CA52B4">
        <w:rPr>
          <w:rtl/>
          <w:lang w:bidi="fa-IR"/>
        </w:rPr>
        <w:t xml:space="preserve">واشترك في حرب الجمل ، وقتله عمارة بن اليثربي. وكان من بني سدوس بن شيبان بن ثعلبة بن عكابة بن صعب بن علي بن بكر بن وائل. وعمارة بن يثربي الضبي ، كان من رءوس ضبة في الجاهلية ثم أسلم. وهو قاتل علباء وهند بن عمرو الجملي ، وزيد بن صوحان العبدي قتلهم يوم الجمل ، فأسره عمار بن ياسر فجاء به إلى عليّ </w:t>
      </w:r>
      <w:r>
        <w:rPr>
          <w:rtl/>
          <w:lang w:bidi="fa-IR"/>
        </w:rPr>
        <w:t>(</w:t>
      </w:r>
      <w:r w:rsidRPr="00CA52B4">
        <w:rPr>
          <w:rtl/>
          <w:lang w:bidi="fa-IR"/>
        </w:rPr>
        <w:t>عليه السلام</w:t>
      </w:r>
      <w:r>
        <w:rPr>
          <w:rtl/>
          <w:lang w:bidi="fa-IR"/>
        </w:rPr>
        <w:t>)</w:t>
      </w:r>
      <w:r w:rsidRPr="00CA52B4">
        <w:rPr>
          <w:rtl/>
          <w:lang w:bidi="fa-IR"/>
        </w:rPr>
        <w:t xml:space="preserve"> فأمر بقتله. وهو القائل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sidRPr="00CA52B4">
              <w:rPr>
                <w:rtl/>
                <w:lang w:bidi="fa-IR"/>
              </w:rPr>
              <w:t xml:space="preserve">إن تقتلوني فأنا ابن يثربي </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 xml:space="preserve">قاتل علباء وهند الجملي </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sidRPr="00CA52B4">
              <w:rPr>
                <w:rtl/>
              </w:rPr>
              <w:t xml:space="preserve">ثم ابن صوحان على دين علي </w:t>
            </w:r>
          </w:p>
        </w:tc>
      </w:tr>
    </w:tbl>
    <w:p w:rsidR="00843DF1" w:rsidRPr="00CA52B4" w:rsidRDefault="00843DF1" w:rsidP="00B10281">
      <w:pPr>
        <w:pStyle w:val="libVar"/>
        <w:rPr>
          <w:rtl/>
          <w:lang w:bidi="fa-IR"/>
        </w:rPr>
      </w:pPr>
      <w:r w:rsidRPr="00CA52B4">
        <w:rPr>
          <w:rtl/>
          <w:lang w:bidi="fa-IR"/>
        </w:rPr>
        <w:t>أعيان الشيعة 8 / 149 وفيه : علباء بن الهيثم السدوسي. أنساب الأشراف 2 / 244.</w:t>
      </w:r>
      <w:r>
        <w:rPr>
          <w:rFonts w:hint="cs"/>
          <w:rtl/>
          <w:lang w:bidi="fa-IR"/>
        </w:rPr>
        <w:t xml:space="preserve"> </w:t>
      </w:r>
      <w:r w:rsidRPr="00CA52B4">
        <w:rPr>
          <w:rtl/>
          <w:lang w:bidi="fa-IR"/>
        </w:rPr>
        <w:t xml:space="preserve">تاريخ الطبري 5 / 206. تقريب التهذيب 2 / 30. تهذيب التهذيب 7 / 274. الجرح والتعديل 7 / 28. الجمل / 184. شرح ابن أبي الحديد 1 / 258 </w:t>
      </w:r>
      <w:r>
        <w:rPr>
          <w:rtl/>
          <w:lang w:bidi="fa-IR"/>
        </w:rPr>
        <w:t>و 6</w:t>
      </w:r>
      <w:r w:rsidRPr="00CA52B4">
        <w:rPr>
          <w:rtl/>
          <w:lang w:bidi="fa-IR"/>
        </w:rPr>
        <w:t xml:space="preserve"> / 314 </w:t>
      </w:r>
      <w:r>
        <w:rPr>
          <w:rtl/>
          <w:lang w:bidi="fa-IR"/>
        </w:rPr>
        <w:t>و 1</w:t>
      </w:r>
      <w:r w:rsidRPr="00CA52B4">
        <w:rPr>
          <w:rtl/>
          <w:lang w:bidi="fa-IR"/>
        </w:rPr>
        <w:t xml:space="preserve">0 / 250 </w:t>
      </w:r>
      <w:r>
        <w:rPr>
          <w:rtl/>
          <w:lang w:bidi="fa-IR"/>
        </w:rPr>
        <w:t>و 1</w:t>
      </w:r>
      <w:r w:rsidRPr="00CA52B4">
        <w:rPr>
          <w:rtl/>
          <w:lang w:bidi="fa-IR"/>
        </w:rPr>
        <w:t>2 / 169. الطبقات الكبرى 6 / 168. قاموس الرجال 6 / 334. الكامل في التأريخ</w:t>
      </w:r>
    </w:p>
    <w:p w:rsidR="00843DF1" w:rsidRPr="00CA52B4" w:rsidRDefault="00843DF1" w:rsidP="00B10281">
      <w:pPr>
        <w:pStyle w:val="libVar0"/>
        <w:rPr>
          <w:rtl/>
          <w:lang w:bidi="fa-IR"/>
        </w:rPr>
      </w:pPr>
      <w:r>
        <w:rPr>
          <w:rtl/>
          <w:lang w:bidi="fa-IR"/>
        </w:rPr>
        <w:br w:type="page"/>
      </w:r>
      <w:r w:rsidRPr="00CA52B4">
        <w:rPr>
          <w:rtl/>
        </w:rPr>
        <w:lastRenderedPageBreak/>
        <w:t>3 / 235 ، 248. لسان الميزان 7 / 309. المشتبه 2 / 453. ميزان الاعتدال 3 / 108.</w:t>
      </w:r>
      <w:r>
        <w:rPr>
          <w:rFonts w:hint="cs"/>
          <w:rtl/>
        </w:rPr>
        <w:t xml:space="preserve"> </w:t>
      </w:r>
      <w:r w:rsidRPr="00CA52B4">
        <w:rPr>
          <w:rtl/>
          <w:lang w:bidi="fa-IR"/>
        </w:rPr>
        <w:t>وقعة صفين / 557</w:t>
      </w:r>
      <w:r>
        <w:rPr>
          <w:rtl/>
          <w:lang w:bidi="fa-IR"/>
        </w:rPr>
        <w:t xml:space="preserve"> ـ </w:t>
      </w:r>
      <w:r w:rsidRPr="00CA52B4">
        <w:rPr>
          <w:rtl/>
          <w:lang w:bidi="fa-IR"/>
        </w:rPr>
        <w:t>558.</w:t>
      </w:r>
    </w:p>
    <w:p w:rsidR="00843DF1" w:rsidRPr="00CA52B4" w:rsidRDefault="00843DF1" w:rsidP="00EB70B9">
      <w:pPr>
        <w:pStyle w:val="libBold1"/>
        <w:rPr>
          <w:rtl/>
          <w:lang w:bidi="fa-IR"/>
        </w:rPr>
      </w:pPr>
      <w:r w:rsidRPr="00CA52B4">
        <w:rPr>
          <w:rtl/>
        </w:rPr>
        <w:t>825</w:t>
      </w:r>
      <w:r>
        <w:rPr>
          <w:rtl/>
        </w:rPr>
        <w:t xml:space="preserve"> ـ </w:t>
      </w:r>
      <w:r w:rsidRPr="00CA52B4">
        <w:rPr>
          <w:rtl/>
        </w:rPr>
        <w:t xml:space="preserve">علقمة </w:t>
      </w:r>
      <w:r>
        <w:rPr>
          <w:rtl/>
        </w:rPr>
        <w:t>(</w:t>
      </w:r>
      <w:r w:rsidRPr="00CA52B4">
        <w:rPr>
          <w:rtl/>
        </w:rPr>
        <w:t>أبو الفضل</w:t>
      </w:r>
      <w:r>
        <w:rPr>
          <w:rtl/>
        </w:rPr>
        <w:t>)</w:t>
      </w:r>
      <w:r w:rsidRPr="00CA52B4">
        <w:rPr>
          <w:rtl/>
        </w:rPr>
        <w:t xml:space="preserve"> ابن عمرو بن الحصين بن لبيد التميمي الدارمي العطاردي المتوفى 56 ه‍</w:t>
      </w:r>
      <w:r>
        <w:rPr>
          <w:rtl/>
        </w:rPr>
        <w:t>.</w:t>
      </w:r>
    </w:p>
    <w:p w:rsidR="00843DF1" w:rsidRPr="00CA52B4" w:rsidRDefault="00843DF1" w:rsidP="00347E77">
      <w:pPr>
        <w:pStyle w:val="libNormal"/>
        <w:rPr>
          <w:rtl/>
          <w:lang w:bidi="fa-IR"/>
        </w:rPr>
      </w:pPr>
      <w:r w:rsidRPr="00CA52B4">
        <w:rPr>
          <w:rtl/>
          <w:lang w:bidi="fa-IR"/>
        </w:rPr>
        <w:t>فارس شاعر. قاتل يوم صفين ، وقتل الكثير من أنصار معاوية ، وله الشعر الكثير في المعاجم ، يصف به مبارزته وقتاله بصفين ، ومنه قوله بعد أن طعن عوف وقتله ، وكان من أصحاب معاوية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يا عوف لو كنت امرأ حازما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لم تبرز الدّهر إلى علقمة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لاقيت ليثا أسدا باسلا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يأخذ بالأنفاس والغلصمة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لاقيته قرنا له سطوة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يفترس الأقران في الملحمة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ما كان في نصر امرئ ظالم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ما يدرك الجنة والمرحمة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ما لابن صغر حرمة ترتجى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لها ثواب الله بل مندمة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لاقيت ما لاقى غداة الوغى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من أدرك الأبطال يا ابن الأمة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ضيعت حق الله في نصرة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للظالم المعروف بالمظلمة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إنّ أبا سفيان من قبله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لم يك مثل العصبة المسلمة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لكنّه نافق في دينه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من خشية القتل على المرغمة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بعدا لصخر مع أشياعه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في جاحم النار لدى المضرمة</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8 / 149. تقريب التهذيب 2 / 31. تهذيب التهذيب 7 / 276.</w:t>
      </w:r>
      <w:r>
        <w:rPr>
          <w:rFonts w:hint="cs"/>
          <w:rtl/>
          <w:lang w:bidi="fa-IR"/>
        </w:rPr>
        <w:t xml:space="preserve"> </w:t>
      </w:r>
      <w:r w:rsidRPr="00CA52B4">
        <w:rPr>
          <w:rtl/>
          <w:lang w:bidi="fa-IR"/>
        </w:rPr>
        <w:t>الطبقات الكبرى 8 / 441. الغدير 10 / 165. وقعة صفين / 194 ، 195.</w:t>
      </w:r>
    </w:p>
    <w:p w:rsidR="00843DF1" w:rsidRPr="00CA52B4" w:rsidRDefault="00843DF1" w:rsidP="00EB70B9">
      <w:pPr>
        <w:pStyle w:val="libBold1"/>
        <w:rPr>
          <w:rtl/>
          <w:lang w:bidi="fa-IR"/>
        </w:rPr>
      </w:pPr>
      <w:r w:rsidRPr="00CA52B4">
        <w:rPr>
          <w:rtl/>
        </w:rPr>
        <w:t>826</w:t>
      </w:r>
      <w:r>
        <w:rPr>
          <w:rtl/>
        </w:rPr>
        <w:t xml:space="preserve"> ـ </w:t>
      </w:r>
      <w:r w:rsidRPr="00CA52B4">
        <w:rPr>
          <w:rtl/>
        </w:rPr>
        <w:t>علقمة بن قيس بن عبد الله بن مالك بن علقمة بن سلامان بن كميل بن بكر بن عوف بن النخع بن عامر بن علة بن جلد بن مالك بن أدد النخعي مات 62 ه‍</w:t>
      </w:r>
      <w:r>
        <w:rPr>
          <w:rtl/>
        </w:rPr>
        <w:t>.</w:t>
      </w:r>
    </w:p>
    <w:p w:rsidR="00843DF1" w:rsidRPr="00CA52B4" w:rsidRDefault="00843DF1" w:rsidP="00347E77">
      <w:pPr>
        <w:pStyle w:val="libNormal"/>
        <w:rPr>
          <w:rtl/>
          <w:lang w:bidi="fa-IR"/>
        </w:rPr>
      </w:pPr>
      <w:r w:rsidRPr="00CA52B4">
        <w:rPr>
          <w:rtl/>
          <w:lang w:bidi="fa-IR"/>
        </w:rPr>
        <w:t>الفقيه الكوفي ، صاحب عبد الله بن مسعود ، وكان يشبه به ، واستفتاه غير واحد من الصحابة ، توفي بالكوفة ، وله تسعون سنة ولم يعقب. شهد صفين. وروى عنه خلق من ثقات الرواة. وقطعت رجله في صفين ، فكان</w:t>
      </w:r>
    </w:p>
    <w:p w:rsidR="00843DF1" w:rsidRPr="00CA52B4" w:rsidRDefault="00843DF1" w:rsidP="00B10281">
      <w:pPr>
        <w:pStyle w:val="libNormal0"/>
        <w:rPr>
          <w:rtl/>
          <w:lang w:bidi="fa-IR"/>
        </w:rPr>
      </w:pPr>
      <w:r>
        <w:rPr>
          <w:rtl/>
          <w:lang w:bidi="fa-IR"/>
        </w:rPr>
        <w:br w:type="page"/>
      </w:r>
      <w:r w:rsidRPr="00CA52B4">
        <w:rPr>
          <w:rtl/>
          <w:lang w:bidi="fa-IR"/>
        </w:rPr>
        <w:lastRenderedPageBreak/>
        <w:t>يقول : ما أحب أنّ رجلي أصح ما كانت لما أرجو بها من حسن الثواب من ربّي. أقام بخوارزم سنتين. وغزا خراسان ، وبمرو مدة. وقيل إنّ وفاته :</w:t>
      </w:r>
      <w:r>
        <w:rPr>
          <w:rFonts w:hint="cs"/>
          <w:rtl/>
          <w:lang w:bidi="fa-IR"/>
        </w:rPr>
        <w:t xml:space="preserve"> </w:t>
      </w:r>
      <w:r w:rsidRPr="00CA52B4">
        <w:rPr>
          <w:rtl/>
          <w:lang w:bidi="fa-IR"/>
        </w:rPr>
        <w:t>61 ، 62 ، 63 ، 65 ، 72 ، 73 ه‍</w:t>
      </w:r>
      <w:r>
        <w:rPr>
          <w:rtl/>
          <w:lang w:bidi="fa-IR"/>
        </w:rPr>
        <w:t>.</w:t>
      </w:r>
    </w:p>
    <w:p w:rsidR="00843DF1" w:rsidRPr="00CA52B4" w:rsidRDefault="00843DF1" w:rsidP="00B10281">
      <w:pPr>
        <w:pStyle w:val="libVar"/>
        <w:rPr>
          <w:rtl/>
          <w:lang w:bidi="fa-IR"/>
        </w:rPr>
      </w:pPr>
      <w:r w:rsidRPr="00CA52B4">
        <w:rPr>
          <w:rtl/>
          <w:lang w:bidi="fa-IR"/>
        </w:rPr>
        <w:t>الإصابة 3 / 110. أعيان الشيعة 8 / 149. الأعلام 5 / 48. الأنساب / 1112.</w:t>
      </w:r>
      <w:r>
        <w:rPr>
          <w:rFonts w:hint="cs"/>
          <w:rtl/>
          <w:lang w:bidi="fa-IR"/>
        </w:rPr>
        <w:t xml:space="preserve"> </w:t>
      </w:r>
      <w:r w:rsidRPr="00CA52B4">
        <w:rPr>
          <w:rtl/>
          <w:lang w:bidi="fa-IR"/>
        </w:rPr>
        <w:t>البداية والنهاية 8 / 217. تاريخ بغداد 12 / 296. تاريخ الخلفاء / 210. تحفة الأحباب / 219. تقريب التهذيب 2 / 31. تنقيح المقال 2 / 258. تهذيب التهذيب 7 / 276. تذكرة الحفاظ 1 / 48. تاريخ جرجان / 24 ، 55 ، 289 ، 375 ، 427 ، 453. جامع الرواة 1 / 545. الجرح والتعديل 6 / 404. جمهرة أنساب العرب / 416.</w:t>
      </w:r>
      <w:r>
        <w:rPr>
          <w:rFonts w:hint="cs"/>
          <w:rtl/>
          <w:lang w:bidi="fa-IR"/>
        </w:rPr>
        <w:t xml:space="preserve"> </w:t>
      </w:r>
      <w:r w:rsidRPr="00CA52B4">
        <w:rPr>
          <w:rtl/>
          <w:lang w:bidi="fa-IR"/>
        </w:rPr>
        <w:t xml:space="preserve">حلية الأولياء 2 / 98. خلاصة الأقوال / 129. رجال ابن داود / 134. رجال الشيخ الطوسي / 50. رجال الكشي / 100. شذرات الذهب 1 / 70. ابن أبي الحديد 2 / 130 </w:t>
      </w:r>
      <w:r>
        <w:rPr>
          <w:rtl/>
          <w:lang w:bidi="fa-IR"/>
        </w:rPr>
        <w:t>و 4</w:t>
      </w:r>
      <w:r w:rsidRPr="00CA52B4">
        <w:rPr>
          <w:rtl/>
          <w:lang w:bidi="fa-IR"/>
        </w:rPr>
        <w:t xml:space="preserve"> / 16 </w:t>
      </w:r>
      <w:r>
        <w:rPr>
          <w:rtl/>
          <w:lang w:bidi="fa-IR"/>
        </w:rPr>
        <w:t>و 5</w:t>
      </w:r>
      <w:r w:rsidRPr="00CA52B4">
        <w:rPr>
          <w:rtl/>
          <w:lang w:bidi="fa-IR"/>
        </w:rPr>
        <w:t xml:space="preserve"> / 225 </w:t>
      </w:r>
      <w:r>
        <w:rPr>
          <w:rtl/>
          <w:lang w:bidi="fa-IR"/>
        </w:rPr>
        <w:t>و 6</w:t>
      </w:r>
      <w:r w:rsidRPr="00CA52B4">
        <w:rPr>
          <w:rtl/>
          <w:lang w:bidi="fa-IR"/>
        </w:rPr>
        <w:t xml:space="preserve"> / 77 </w:t>
      </w:r>
      <w:r>
        <w:rPr>
          <w:rtl/>
          <w:lang w:bidi="fa-IR"/>
        </w:rPr>
        <w:t>و 2</w:t>
      </w:r>
      <w:r w:rsidRPr="00CA52B4">
        <w:rPr>
          <w:rtl/>
          <w:lang w:bidi="fa-IR"/>
        </w:rPr>
        <w:t>0 / 31. الطبقات الكبرى 6 / 71 ، 73 ، 84 ، 94 ، 97 ، 108 ، 117 ، 142 ، 184 ، 211 ، 270 ، 282 ، 291 ، 326. طبقات الحفاظ / 12.</w:t>
      </w:r>
      <w:r>
        <w:rPr>
          <w:rFonts w:hint="cs"/>
          <w:rtl/>
          <w:lang w:bidi="fa-IR"/>
        </w:rPr>
        <w:t xml:space="preserve"> </w:t>
      </w:r>
      <w:r w:rsidRPr="00CA52B4">
        <w:rPr>
          <w:rtl/>
          <w:lang w:bidi="fa-IR"/>
        </w:rPr>
        <w:t xml:space="preserve">طبقات القراء 1 / 44. العقد الفريد 3 / 311. العبر 1 / 66. الغدير 3 / 93 </w:t>
      </w:r>
      <w:r>
        <w:rPr>
          <w:rtl/>
          <w:lang w:bidi="fa-IR"/>
        </w:rPr>
        <w:t>و 9</w:t>
      </w:r>
      <w:r w:rsidRPr="00CA52B4">
        <w:rPr>
          <w:rtl/>
          <w:lang w:bidi="fa-IR"/>
        </w:rPr>
        <w:t xml:space="preserve"> / 7 </w:t>
      </w:r>
      <w:r>
        <w:rPr>
          <w:rtl/>
          <w:lang w:bidi="fa-IR"/>
        </w:rPr>
        <w:t>و 1</w:t>
      </w:r>
      <w:r w:rsidRPr="00CA52B4">
        <w:rPr>
          <w:rtl/>
          <w:lang w:bidi="fa-IR"/>
        </w:rPr>
        <w:t xml:space="preserve">0 / 310. الغارات 1 / 265 </w:t>
      </w:r>
      <w:r>
        <w:rPr>
          <w:rtl/>
          <w:lang w:bidi="fa-IR"/>
        </w:rPr>
        <w:t>و 2</w:t>
      </w:r>
      <w:r w:rsidRPr="00CA52B4">
        <w:rPr>
          <w:rtl/>
          <w:lang w:bidi="fa-IR"/>
        </w:rPr>
        <w:t xml:space="preserve"> / 800 ، 907. قاموس الرجال 6 / 335. الكامل في التأريخ 3 / 132</w:t>
      </w:r>
      <w:r>
        <w:rPr>
          <w:rtl/>
          <w:lang w:bidi="fa-IR"/>
        </w:rPr>
        <w:t xml:space="preserve"> ـ </w:t>
      </w:r>
      <w:r w:rsidRPr="00CA52B4">
        <w:rPr>
          <w:rtl/>
          <w:lang w:bidi="fa-IR"/>
        </w:rPr>
        <w:t xml:space="preserve">134 ، 138 ، 307 </w:t>
      </w:r>
      <w:r>
        <w:rPr>
          <w:rtl/>
          <w:lang w:bidi="fa-IR"/>
        </w:rPr>
        <w:t>و 4</w:t>
      </w:r>
      <w:r w:rsidRPr="00CA52B4">
        <w:rPr>
          <w:rtl/>
          <w:lang w:bidi="fa-IR"/>
        </w:rPr>
        <w:t xml:space="preserve"> / 101 ، 392. الكنى والألقاب 3 / 245.</w:t>
      </w:r>
      <w:r>
        <w:rPr>
          <w:rFonts w:hint="cs"/>
          <w:rtl/>
          <w:lang w:bidi="fa-IR"/>
        </w:rPr>
        <w:t xml:space="preserve"> </w:t>
      </w:r>
      <w:r w:rsidRPr="00CA52B4">
        <w:rPr>
          <w:rtl/>
          <w:lang w:bidi="fa-IR"/>
        </w:rPr>
        <w:t>اللباب 3 / 304. مجمع الرجال 4 / 150. مرآة الجنان 1 / 137. المعارف / 190.</w:t>
      </w:r>
      <w:r>
        <w:rPr>
          <w:rFonts w:hint="cs"/>
          <w:rtl/>
          <w:lang w:bidi="fa-IR"/>
        </w:rPr>
        <w:t xml:space="preserve"> </w:t>
      </w:r>
      <w:r w:rsidRPr="00CA52B4">
        <w:rPr>
          <w:rtl/>
          <w:lang w:bidi="fa-IR"/>
        </w:rPr>
        <w:t>معجم الثقات / 78. معجم رجال الحديث 11 / 181. المناقب 3 / 173. منتهى المقال / 207. المجروحون من المحدّثين 3 / 266. مجالس المؤمنين 1 / 319. النجوم الزاهرة 1 / 156. نقد الرجال / 224. النهاية في غريب الحديث 1 / 51 ، 121 ، 460 ، 461. وقعة صفين / 188 ، 287 ، 509.</w:t>
      </w:r>
    </w:p>
    <w:p w:rsidR="00843DF1" w:rsidRPr="00CA52B4" w:rsidRDefault="00843DF1" w:rsidP="00EB70B9">
      <w:pPr>
        <w:pStyle w:val="libBold1"/>
        <w:rPr>
          <w:rtl/>
          <w:lang w:bidi="fa-IR"/>
        </w:rPr>
      </w:pPr>
      <w:r w:rsidRPr="00CA52B4">
        <w:rPr>
          <w:rtl/>
        </w:rPr>
        <w:t>827</w:t>
      </w:r>
      <w:r>
        <w:rPr>
          <w:rtl/>
        </w:rPr>
        <w:t xml:space="preserve"> ـ </w:t>
      </w:r>
      <w:r w:rsidRPr="00CA52B4">
        <w:rPr>
          <w:rtl/>
        </w:rPr>
        <w:t>علي بن إبراهيم بن أبي رافع</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من التابعين ، وخيار الشيعة ، وكان كاتب أمير المؤمنين </w:t>
      </w:r>
      <w:r>
        <w:rPr>
          <w:rtl/>
          <w:lang w:bidi="fa-IR"/>
        </w:rPr>
        <w:t>(</w:t>
      </w:r>
      <w:r w:rsidRPr="00CA52B4">
        <w:rPr>
          <w:rtl/>
          <w:lang w:bidi="fa-IR"/>
        </w:rPr>
        <w:t>عليه السلام</w:t>
      </w:r>
      <w:r>
        <w:rPr>
          <w:rtl/>
          <w:lang w:bidi="fa-IR"/>
        </w:rPr>
        <w:t>)</w:t>
      </w:r>
      <w:r w:rsidRPr="00CA52B4">
        <w:rPr>
          <w:rtl/>
          <w:lang w:bidi="fa-IR"/>
        </w:rPr>
        <w:t xml:space="preserve"> وحفظ كثيرا وشهد معه حروبه ، وجمع كتابا في فنون الفقه.</w:t>
      </w:r>
      <w:r>
        <w:rPr>
          <w:rFonts w:hint="cs"/>
          <w:rtl/>
          <w:lang w:bidi="fa-IR"/>
        </w:rPr>
        <w:t xml:space="preserve"> </w:t>
      </w:r>
      <w:r w:rsidRPr="00CA52B4">
        <w:rPr>
          <w:rtl/>
          <w:lang w:bidi="fa-IR"/>
        </w:rPr>
        <w:t xml:space="preserve">ولد على عهد النبيّ </w:t>
      </w:r>
      <w:r>
        <w:rPr>
          <w:rtl/>
          <w:lang w:bidi="fa-IR"/>
        </w:rPr>
        <w:t>(</w:t>
      </w:r>
      <w:r w:rsidRPr="00CA52B4">
        <w:rPr>
          <w:rtl/>
          <w:lang w:bidi="fa-IR"/>
        </w:rPr>
        <w:t>عليه السلام</w:t>
      </w:r>
      <w:r>
        <w:rPr>
          <w:rtl/>
          <w:lang w:bidi="fa-IR"/>
        </w:rPr>
        <w:t>)</w:t>
      </w:r>
      <w:r w:rsidRPr="00CA52B4">
        <w:rPr>
          <w:rtl/>
          <w:lang w:bidi="fa-IR"/>
        </w:rPr>
        <w:t xml:space="preserve"> وسمّاه عليا. وكان كتابه موضع التقدير والتجليل ، وقد تناول فيه أبواب من الطهارة إلى الحدود. وقد تفقه على عليّ </w:t>
      </w:r>
      <w:r>
        <w:rPr>
          <w:rtl/>
          <w:lang w:bidi="fa-IR"/>
        </w:rPr>
        <w:t>(</w:t>
      </w:r>
      <w:r w:rsidRPr="00CA52B4">
        <w:rPr>
          <w:rtl/>
          <w:lang w:bidi="fa-IR"/>
        </w:rPr>
        <w:t>عليه السلام</w:t>
      </w:r>
      <w:r>
        <w:rPr>
          <w:rtl/>
          <w:lang w:bidi="fa-IR"/>
        </w:rPr>
        <w:t>)</w:t>
      </w:r>
      <w:r w:rsidRPr="00CA52B4">
        <w:rPr>
          <w:rtl/>
          <w:lang w:bidi="fa-IR"/>
        </w:rPr>
        <w:t xml:space="preserve"> وجمعه في أيامه.</w:t>
      </w:r>
    </w:p>
    <w:p w:rsidR="00843DF1" w:rsidRPr="00CA52B4" w:rsidRDefault="00843DF1" w:rsidP="00B10281">
      <w:pPr>
        <w:pStyle w:val="libVar"/>
        <w:rPr>
          <w:rtl/>
          <w:lang w:bidi="fa-IR"/>
        </w:rPr>
      </w:pPr>
      <w:r w:rsidRPr="00CA52B4">
        <w:rPr>
          <w:rtl/>
          <w:lang w:bidi="fa-IR"/>
        </w:rPr>
        <w:t>إتقان المقال / 90. الإصابة 3 / 81. أعيان الشيعة 2 / 88. وج 8 / 151. بهجة الآمال 1 / 510. تأسيس الشيعة / 283 ، 298. تحفة الأحباب / 220. تنقيح المقال 2 / 263. تهذيب المقال 1 / 173. جامع الرواة 1 / 551. الجرح والتعديل 6 / 177.</w:t>
      </w:r>
    </w:p>
    <w:p w:rsidR="00843DF1" w:rsidRPr="00CA52B4" w:rsidRDefault="00843DF1" w:rsidP="00B10281">
      <w:pPr>
        <w:pStyle w:val="libVar0"/>
        <w:rPr>
          <w:rtl/>
          <w:lang w:bidi="fa-IR"/>
        </w:rPr>
      </w:pPr>
      <w:r>
        <w:rPr>
          <w:rtl/>
          <w:lang w:bidi="fa-IR"/>
        </w:rPr>
        <w:br w:type="page"/>
      </w:r>
      <w:r w:rsidRPr="00CA52B4">
        <w:rPr>
          <w:rtl/>
          <w:lang w:bidi="fa-IR"/>
        </w:rPr>
        <w:lastRenderedPageBreak/>
        <w:t>رجال ابن داود 134. رجال النجاشي / 3. الفوائد الرجالية 1 / 208. قاموس الرجال 6 / 352. الكامل في التأريخ 11 / 178. مجمع الرجال 4 / 159. معجم الثقات / 305. معجم رجال الحديث 1 / 176. منتهى المقال / 209. نقد الرجال / 225.</w:t>
      </w:r>
    </w:p>
    <w:p w:rsidR="00843DF1" w:rsidRPr="00CA52B4" w:rsidRDefault="00843DF1" w:rsidP="00EB70B9">
      <w:pPr>
        <w:pStyle w:val="libBold1"/>
        <w:rPr>
          <w:rtl/>
          <w:lang w:bidi="fa-IR"/>
        </w:rPr>
      </w:pPr>
      <w:r w:rsidRPr="00CA52B4">
        <w:rPr>
          <w:rtl/>
        </w:rPr>
        <w:t>828</w:t>
      </w:r>
      <w:r>
        <w:rPr>
          <w:rtl/>
        </w:rPr>
        <w:t xml:space="preserve"> ـ </w:t>
      </w:r>
      <w:r w:rsidRPr="00CA52B4">
        <w:rPr>
          <w:rtl/>
        </w:rPr>
        <w:t>علي بن أغيد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الرواة الثقات المختصين بأمير المؤمنين </w:t>
      </w:r>
      <w:r>
        <w:rPr>
          <w:rtl/>
          <w:lang w:bidi="fa-IR"/>
        </w:rPr>
        <w:t>(</w:t>
      </w:r>
      <w:r w:rsidRPr="00CA52B4">
        <w:rPr>
          <w:rtl/>
          <w:lang w:bidi="fa-IR"/>
        </w:rPr>
        <w:t>عليه السلام</w:t>
      </w:r>
      <w:r>
        <w:rPr>
          <w:rtl/>
          <w:lang w:bidi="fa-IR"/>
        </w:rPr>
        <w:t>).</w:t>
      </w:r>
      <w:r w:rsidRPr="00CA52B4">
        <w:rPr>
          <w:rtl/>
          <w:lang w:bidi="fa-IR"/>
        </w:rPr>
        <w:t xml:space="preserve"> روى عنه أبو الورد بن ثمامة بن حزن القشيري. له أحاديث في السنن والمسانيد ، ويروي عنه ابنه عبد الله في شكر الطعام.</w:t>
      </w:r>
    </w:p>
    <w:p w:rsidR="00843DF1" w:rsidRPr="00CA52B4" w:rsidRDefault="00843DF1" w:rsidP="00B10281">
      <w:pPr>
        <w:pStyle w:val="libVar"/>
        <w:rPr>
          <w:rtl/>
          <w:lang w:bidi="fa-IR"/>
        </w:rPr>
      </w:pPr>
      <w:r w:rsidRPr="00CA52B4">
        <w:rPr>
          <w:rtl/>
          <w:lang w:bidi="fa-IR"/>
        </w:rPr>
        <w:t>تقريب التهذيب 2 / 32. تهذيب التهذيب 7 / 283. ميزان الاعتدال 4 / 590.</w:t>
      </w:r>
    </w:p>
    <w:p w:rsidR="00843DF1" w:rsidRPr="00CA52B4" w:rsidRDefault="00843DF1" w:rsidP="00EB70B9">
      <w:pPr>
        <w:pStyle w:val="libBold1"/>
        <w:rPr>
          <w:rtl/>
          <w:lang w:bidi="fa-IR"/>
        </w:rPr>
      </w:pPr>
      <w:r w:rsidRPr="00CA52B4">
        <w:rPr>
          <w:rtl/>
        </w:rPr>
        <w:t>829</w:t>
      </w:r>
      <w:r>
        <w:rPr>
          <w:rtl/>
        </w:rPr>
        <w:t xml:space="preserve"> ـ </w:t>
      </w:r>
      <w:r w:rsidRPr="00CA52B4">
        <w:rPr>
          <w:rtl/>
        </w:rPr>
        <w:t>علي بن سليك</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سماك بن حرب. وعثمان الحاطبي. تفرد بذكره أبو محمد عبد الرحمن بن أبي حاتم الرازي المتوفى سنة 327 ه‍</w:t>
      </w:r>
      <w:r>
        <w:rPr>
          <w:rtl/>
          <w:lang w:bidi="fa-IR"/>
        </w:rPr>
        <w:t>.</w:t>
      </w:r>
    </w:p>
    <w:p w:rsidR="00843DF1" w:rsidRPr="00CA52B4" w:rsidRDefault="00843DF1" w:rsidP="00B10281">
      <w:pPr>
        <w:pStyle w:val="libVar"/>
        <w:rPr>
          <w:rtl/>
          <w:lang w:bidi="fa-IR"/>
        </w:rPr>
      </w:pPr>
      <w:r w:rsidRPr="00CA52B4">
        <w:rPr>
          <w:rtl/>
          <w:lang w:bidi="fa-IR"/>
        </w:rPr>
        <w:t>الجرح والتعديل 6 / 188.</w:t>
      </w:r>
    </w:p>
    <w:p w:rsidR="00843DF1" w:rsidRPr="00CA52B4" w:rsidRDefault="00843DF1" w:rsidP="00EB70B9">
      <w:pPr>
        <w:pStyle w:val="libBold1"/>
        <w:rPr>
          <w:rtl/>
          <w:lang w:bidi="fa-IR"/>
        </w:rPr>
      </w:pPr>
      <w:r w:rsidRPr="00CA52B4">
        <w:rPr>
          <w:rtl/>
        </w:rPr>
        <w:t>830</w:t>
      </w:r>
      <w:r>
        <w:rPr>
          <w:rtl/>
        </w:rPr>
        <w:t xml:space="preserve"> ـ </w:t>
      </w:r>
      <w:r w:rsidRPr="00CA52B4">
        <w:rPr>
          <w:rtl/>
        </w:rPr>
        <w:t>علي بن ربيعة بن نضلة الوالبي الأسدي البجلي الكوفي</w:t>
      </w:r>
      <w:r>
        <w:rPr>
          <w:rtl/>
        </w:rPr>
        <w:t xml:space="preserve"> ..</w:t>
      </w:r>
      <w:r w:rsidRPr="00CA52B4">
        <w:rPr>
          <w:rtl/>
        </w:rPr>
        <w:t>. من ولد والبة بن الحارث بن ثعلبة بن دودان بن أسد بن خزيمة</w:t>
      </w:r>
      <w:r>
        <w:rPr>
          <w:rtl/>
        </w:rPr>
        <w:t xml:space="preserve"> ..</w:t>
      </w:r>
      <w:r w:rsidRPr="00CA52B4">
        <w:rPr>
          <w:rtl/>
        </w:rPr>
        <w:t>. مات</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المحدّثين التابعين الثقات ، الساكنين في الكوفة. وما جاء في كتب الرجال : عليّ بن ربيعة الأسدي ، وعليّ بن ربيعة بن نضلة الوالبي ، واعتبار الترجمتين لرجلين فتصحيف ، وإنّهما واحد. وله أحاديث في السنن والصحاح في أبواب الفقه. روى عنه خلق كثير منهم : الحكم بن عتيبة ، سعيد بن عبيد الطائي ، أبو إسحاق السبيعي ، أبو السفر الهمداني ، المنهال بن عمرو ، وغيرهم. ذكره ابن حبان وغيره في ثقات التابعين الكوفيين.</w:t>
      </w:r>
    </w:p>
    <w:p w:rsidR="00843DF1" w:rsidRPr="00CA52B4" w:rsidRDefault="00843DF1" w:rsidP="00B10281">
      <w:pPr>
        <w:pStyle w:val="libVar"/>
        <w:rPr>
          <w:rtl/>
          <w:lang w:bidi="fa-IR"/>
        </w:rPr>
      </w:pPr>
      <w:r w:rsidRPr="00CA52B4">
        <w:rPr>
          <w:rtl/>
          <w:lang w:bidi="fa-IR"/>
        </w:rPr>
        <w:t>تقريب التهذيب 2 / 37. تنقيح المقال 2 / 288. تهذيب التهذيب 7 / 320. جامع الرواة 1 / 576. الجرح والتعديل 6 / 185. خلاصة الأقوال / 91. رجال ابن داود / 138. رجال الطوسي / 47. شرح ابن أبي الحديد 4 / 100. الطبقات الكبرى 6 / 226. الغارات 2 / 560 ، 737. الغدير 3 / 193. قاموس الرجال 6 / 488. مجمع</w:t>
      </w:r>
    </w:p>
    <w:p w:rsidR="00843DF1" w:rsidRPr="00CA52B4" w:rsidRDefault="00843DF1" w:rsidP="00B10281">
      <w:pPr>
        <w:pStyle w:val="libVar0"/>
        <w:rPr>
          <w:rtl/>
          <w:lang w:bidi="fa-IR"/>
        </w:rPr>
      </w:pPr>
      <w:r>
        <w:rPr>
          <w:rtl/>
          <w:lang w:bidi="fa-IR"/>
        </w:rPr>
        <w:br w:type="page"/>
      </w:r>
      <w:r w:rsidRPr="00CA52B4">
        <w:rPr>
          <w:rtl/>
          <w:lang w:bidi="fa-IR"/>
        </w:rPr>
        <w:lastRenderedPageBreak/>
        <w:t>الرجال 4 / 194. معجم الثقات / 308. معجم رجال الحديث 12 / 16. منتهى المقال / 221. نقد الرجال / 234.</w:t>
      </w:r>
    </w:p>
    <w:p w:rsidR="00843DF1" w:rsidRPr="00CA52B4" w:rsidRDefault="00843DF1" w:rsidP="00EB70B9">
      <w:pPr>
        <w:pStyle w:val="libBold1"/>
        <w:rPr>
          <w:rtl/>
          <w:lang w:bidi="fa-IR"/>
        </w:rPr>
      </w:pPr>
      <w:r w:rsidRPr="00CA52B4">
        <w:rPr>
          <w:rtl/>
        </w:rPr>
        <w:t>831</w:t>
      </w:r>
      <w:r>
        <w:rPr>
          <w:rtl/>
        </w:rPr>
        <w:t xml:space="preserve"> ـ </w:t>
      </w:r>
      <w:r w:rsidRPr="00CA52B4">
        <w:rPr>
          <w:rtl/>
        </w:rPr>
        <w:t xml:space="preserve">عليّ </w:t>
      </w:r>
      <w:r>
        <w:rPr>
          <w:rtl/>
        </w:rPr>
        <w:t>(</w:t>
      </w:r>
      <w:r w:rsidRPr="00CA52B4">
        <w:rPr>
          <w:rtl/>
        </w:rPr>
        <w:t>أبو الحسن</w:t>
      </w:r>
      <w:r>
        <w:rPr>
          <w:rtl/>
        </w:rPr>
        <w:t>)</w:t>
      </w:r>
      <w:r w:rsidRPr="00CA52B4">
        <w:rPr>
          <w:rtl/>
        </w:rPr>
        <w:t xml:space="preserve"> ابن عبد الله بن العباس بن عبد المطلب القرشي المتوفى 117 ه‍</w:t>
      </w:r>
      <w:r>
        <w:rPr>
          <w:rtl/>
        </w:rPr>
        <w:t>.</w:t>
      </w:r>
    </w:p>
    <w:p w:rsidR="00843DF1" w:rsidRPr="00CA52B4" w:rsidRDefault="00843DF1" w:rsidP="00347E77">
      <w:pPr>
        <w:pStyle w:val="libNormal"/>
        <w:rPr>
          <w:rtl/>
          <w:lang w:bidi="fa-IR"/>
        </w:rPr>
      </w:pPr>
      <w:r w:rsidRPr="00CA52B4">
        <w:rPr>
          <w:rtl/>
          <w:lang w:bidi="fa-IR"/>
        </w:rPr>
        <w:t xml:space="preserve">محدّث ولد على عهد أمير المؤمنين </w:t>
      </w:r>
      <w:r>
        <w:rPr>
          <w:rtl/>
          <w:lang w:bidi="fa-IR"/>
        </w:rPr>
        <w:t>(</w:t>
      </w:r>
      <w:r w:rsidRPr="00CA52B4">
        <w:rPr>
          <w:rtl/>
          <w:lang w:bidi="fa-IR"/>
        </w:rPr>
        <w:t>عليه السلام</w:t>
      </w:r>
      <w:r>
        <w:rPr>
          <w:rtl/>
          <w:lang w:bidi="fa-IR"/>
        </w:rPr>
        <w:t>)</w:t>
      </w:r>
      <w:r w:rsidRPr="00CA52B4">
        <w:rPr>
          <w:rtl/>
          <w:lang w:bidi="fa-IR"/>
        </w:rPr>
        <w:t xml:space="preserve"> وأسماه عليّا وكناه أبو الحسن. وكان سيدا شريفا بليغا وأصغر أولاد أبيه. وكان أجمل قريش وآدم جسيما ، له لحية طويلة عظيم القدم طويلا جدا ، إذا طاف فكأنّما الناس حوله مشاة وهو راكب. وكان يخضب بالسواد ، وابنه محمد والد السفاح ، والمنصور. قال له عبد الملك : يا علي لا أحب أن تسمى بعليّ ، وغير كنيتك ، فقال له : اسمي لا أغيره ، وأما كنيتي فهي أبو محمد. مات سنة 117 ه‍</w:t>
      </w:r>
      <w:r>
        <w:rPr>
          <w:rtl/>
          <w:lang w:bidi="fa-IR"/>
        </w:rPr>
        <w:t>.</w:t>
      </w:r>
      <w:r w:rsidRPr="00CA52B4">
        <w:rPr>
          <w:rtl/>
          <w:lang w:bidi="fa-IR"/>
        </w:rPr>
        <w:t xml:space="preserve"> ضرب بالسياط مرّتين ، كل مرّة سبعمائة سوط من قبل الوليد.</w:t>
      </w:r>
    </w:p>
    <w:p w:rsidR="00843DF1" w:rsidRPr="00CA52B4" w:rsidRDefault="00843DF1" w:rsidP="00347E77">
      <w:pPr>
        <w:pStyle w:val="libNormal"/>
        <w:rPr>
          <w:rtl/>
          <w:lang w:bidi="fa-IR"/>
        </w:rPr>
      </w:pPr>
      <w:r w:rsidRPr="00CA52B4">
        <w:rPr>
          <w:rtl/>
          <w:lang w:bidi="fa-IR"/>
        </w:rPr>
        <w:t>وكان يصلّي كل يوم وليلة ألف ركعة ، وأمه العالية بنت عبيد الله بن العباس. وأعقب : داود. عيسى. سليمان. صالحا. إسماعيل.</w:t>
      </w:r>
      <w:r>
        <w:rPr>
          <w:rFonts w:hint="cs"/>
          <w:rtl/>
          <w:lang w:bidi="fa-IR"/>
        </w:rPr>
        <w:t xml:space="preserve"> </w:t>
      </w:r>
      <w:r w:rsidRPr="00CA52B4">
        <w:rPr>
          <w:rtl/>
          <w:lang w:bidi="fa-IR"/>
        </w:rPr>
        <w:t>عبد الصمد. يعقوب. عبد الله. عبيد الله.</w:t>
      </w:r>
    </w:p>
    <w:p w:rsidR="00843DF1" w:rsidRPr="00CA52B4" w:rsidRDefault="00843DF1" w:rsidP="00B10281">
      <w:pPr>
        <w:pStyle w:val="libVar"/>
        <w:rPr>
          <w:rtl/>
          <w:lang w:bidi="fa-IR"/>
        </w:rPr>
      </w:pPr>
      <w:r w:rsidRPr="00CA52B4">
        <w:rPr>
          <w:rtl/>
          <w:lang w:bidi="fa-IR"/>
        </w:rPr>
        <w:t xml:space="preserve">تحفة الأحباب / 232. تقريب التهذيب 2 / 40. تهذيب التهذيب 7 / 357. تاريخ جرجان / 43 ، 278. الجرح والتعديل 6 / 192. جمهرة أنساب العرب / 20. حلية الأولياء 3 / 207. شرح ابن أبي الحديد 3 / 259 </w:t>
      </w:r>
      <w:r>
        <w:rPr>
          <w:rtl/>
          <w:lang w:bidi="fa-IR"/>
        </w:rPr>
        <w:t>و 6</w:t>
      </w:r>
      <w:r w:rsidRPr="00CA52B4">
        <w:rPr>
          <w:rtl/>
          <w:lang w:bidi="fa-IR"/>
        </w:rPr>
        <w:t xml:space="preserve"> / 51 </w:t>
      </w:r>
      <w:r>
        <w:rPr>
          <w:rtl/>
          <w:lang w:bidi="fa-IR"/>
        </w:rPr>
        <w:t>و 7</w:t>
      </w:r>
      <w:r w:rsidRPr="00CA52B4">
        <w:rPr>
          <w:rtl/>
          <w:lang w:bidi="fa-IR"/>
        </w:rPr>
        <w:t xml:space="preserve"> / 49 ، 146 ، 160 </w:t>
      </w:r>
      <w:r>
        <w:rPr>
          <w:rtl/>
          <w:lang w:bidi="fa-IR"/>
        </w:rPr>
        <w:t>و 1</w:t>
      </w:r>
      <w:r w:rsidRPr="00CA52B4">
        <w:rPr>
          <w:rtl/>
          <w:lang w:bidi="fa-IR"/>
        </w:rPr>
        <w:t xml:space="preserve">0 / 79 </w:t>
      </w:r>
      <w:r>
        <w:rPr>
          <w:rtl/>
          <w:lang w:bidi="fa-IR"/>
        </w:rPr>
        <w:t>و 1</w:t>
      </w:r>
      <w:r w:rsidRPr="00CA52B4">
        <w:rPr>
          <w:rtl/>
          <w:lang w:bidi="fa-IR"/>
        </w:rPr>
        <w:t xml:space="preserve">1 / 268 </w:t>
      </w:r>
      <w:r>
        <w:rPr>
          <w:rtl/>
          <w:lang w:bidi="fa-IR"/>
        </w:rPr>
        <w:t>و 1</w:t>
      </w:r>
      <w:r w:rsidRPr="00CA52B4">
        <w:rPr>
          <w:rtl/>
          <w:lang w:bidi="fa-IR"/>
        </w:rPr>
        <w:t xml:space="preserve">3 / 137 </w:t>
      </w:r>
      <w:r>
        <w:rPr>
          <w:rtl/>
          <w:lang w:bidi="fa-IR"/>
        </w:rPr>
        <w:t>و 1</w:t>
      </w:r>
      <w:r w:rsidRPr="00CA52B4">
        <w:rPr>
          <w:rtl/>
          <w:lang w:bidi="fa-IR"/>
        </w:rPr>
        <w:t>5 / 238</w:t>
      </w:r>
      <w:r>
        <w:rPr>
          <w:rtl/>
          <w:lang w:bidi="fa-IR"/>
        </w:rPr>
        <w:t xml:space="preserve"> ـ </w:t>
      </w:r>
      <w:r w:rsidRPr="00CA52B4">
        <w:rPr>
          <w:rtl/>
          <w:lang w:bidi="fa-IR"/>
        </w:rPr>
        <w:t xml:space="preserve">292. الطبقات الكبرى 4 / 31 </w:t>
      </w:r>
      <w:r>
        <w:rPr>
          <w:rtl/>
          <w:lang w:bidi="fa-IR"/>
        </w:rPr>
        <w:t>و 5</w:t>
      </w:r>
      <w:r w:rsidRPr="00CA52B4">
        <w:rPr>
          <w:rtl/>
          <w:lang w:bidi="fa-IR"/>
        </w:rPr>
        <w:t xml:space="preserve"> / 102 ، 162 ، 287 ، 293 ، 314 ، 391. العقد الفريد 5 / 328. الغارات 2 / 681. الغدير 5 / 29.</w:t>
      </w:r>
      <w:r>
        <w:rPr>
          <w:rFonts w:hint="cs"/>
          <w:rtl/>
          <w:lang w:bidi="fa-IR"/>
        </w:rPr>
        <w:t xml:space="preserve"> </w:t>
      </w:r>
      <w:r w:rsidRPr="00CA52B4">
        <w:rPr>
          <w:rtl/>
          <w:lang w:bidi="fa-IR"/>
        </w:rPr>
        <w:t xml:space="preserve">الكامل في التأريخ 2 / 23 </w:t>
      </w:r>
      <w:r>
        <w:rPr>
          <w:rtl/>
          <w:lang w:bidi="fa-IR"/>
        </w:rPr>
        <w:t>و 3</w:t>
      </w:r>
      <w:r w:rsidRPr="00CA52B4">
        <w:rPr>
          <w:rtl/>
          <w:lang w:bidi="fa-IR"/>
        </w:rPr>
        <w:t xml:space="preserve"> / 419 </w:t>
      </w:r>
      <w:r>
        <w:rPr>
          <w:rtl/>
          <w:lang w:bidi="fa-IR"/>
        </w:rPr>
        <w:t>و 4</w:t>
      </w:r>
      <w:r w:rsidRPr="00CA52B4">
        <w:rPr>
          <w:rtl/>
          <w:lang w:bidi="fa-IR"/>
        </w:rPr>
        <w:t xml:space="preserve"> / 120 ، 254 ، 331 </w:t>
      </w:r>
      <w:r>
        <w:rPr>
          <w:rtl/>
          <w:lang w:bidi="fa-IR"/>
        </w:rPr>
        <w:t>و 5</w:t>
      </w:r>
      <w:r w:rsidRPr="00CA52B4">
        <w:rPr>
          <w:rtl/>
          <w:lang w:bidi="fa-IR"/>
        </w:rPr>
        <w:t xml:space="preserve"> / 198 ، 256 </w:t>
      </w:r>
      <w:r>
        <w:rPr>
          <w:rtl/>
          <w:lang w:bidi="fa-IR"/>
        </w:rPr>
        <w:t>و 6</w:t>
      </w:r>
      <w:r w:rsidRPr="00CA52B4">
        <w:rPr>
          <w:rtl/>
          <w:lang w:bidi="fa-IR"/>
        </w:rPr>
        <w:t xml:space="preserve"> / 6.</w:t>
      </w:r>
      <w:r>
        <w:rPr>
          <w:rFonts w:hint="cs"/>
          <w:rtl/>
          <w:lang w:bidi="fa-IR"/>
        </w:rPr>
        <w:t xml:space="preserve"> </w:t>
      </w:r>
      <w:r w:rsidRPr="00CA52B4">
        <w:rPr>
          <w:rtl/>
          <w:lang w:bidi="fa-IR"/>
        </w:rPr>
        <w:t>مرآة الجنان 1 / 246. مروج الذهب 3 / 79. المعارف / 54. معجم الشعراء / 281 ، 378. المجروحون 3 / 268. النجوم الزاهرة 1 / 279. النهاية في غريب الحديث 1 / 110.</w:t>
      </w:r>
    </w:p>
    <w:p w:rsidR="00843DF1" w:rsidRPr="00CA52B4" w:rsidRDefault="00843DF1" w:rsidP="00EB70B9">
      <w:pPr>
        <w:pStyle w:val="libBold1"/>
        <w:rPr>
          <w:rtl/>
          <w:lang w:bidi="fa-IR"/>
        </w:rPr>
      </w:pPr>
      <w:r w:rsidRPr="00CA52B4">
        <w:rPr>
          <w:rtl/>
        </w:rPr>
        <w:t>832</w:t>
      </w:r>
      <w:r>
        <w:rPr>
          <w:rtl/>
        </w:rPr>
        <w:t xml:space="preserve"> ـ </w:t>
      </w:r>
      <w:r w:rsidRPr="00CA52B4">
        <w:rPr>
          <w:rtl/>
        </w:rPr>
        <w:t>علي بن علقمة الأنماري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روى أيضا عن عبد الله بن مسعود. وكان من التابعين الثقات. روى عنه سالم بن أبي الجعد. ذكره ابن حبان في الثقات. له في السنن أحاديث.</w:t>
      </w:r>
    </w:p>
    <w:p w:rsidR="00843DF1" w:rsidRPr="00CA52B4" w:rsidRDefault="00843DF1" w:rsidP="00B10281">
      <w:pPr>
        <w:pStyle w:val="libVar"/>
        <w:rPr>
          <w:rtl/>
          <w:lang w:bidi="fa-IR"/>
        </w:rPr>
      </w:pPr>
      <w:r>
        <w:rPr>
          <w:rtl/>
          <w:lang w:bidi="fa-IR"/>
        </w:rPr>
        <w:br w:type="page"/>
      </w:r>
      <w:r w:rsidRPr="00CA52B4">
        <w:rPr>
          <w:rtl/>
          <w:lang w:bidi="fa-IR"/>
        </w:rPr>
        <w:lastRenderedPageBreak/>
        <w:t>تقريب التهذيب 2 / 41. تهذيب التهذيب 7 / 365. الجرح والتعديل 6 / 197.</w:t>
      </w:r>
      <w:r>
        <w:rPr>
          <w:rFonts w:hint="cs"/>
          <w:rtl/>
          <w:lang w:bidi="fa-IR"/>
        </w:rPr>
        <w:t xml:space="preserve"> </w:t>
      </w:r>
      <w:r w:rsidRPr="00CA52B4">
        <w:rPr>
          <w:rtl/>
          <w:lang w:bidi="fa-IR"/>
        </w:rPr>
        <w:t>لسان الميزان 7 / 312. ميزان الاعتدال 3 / 146. المجروحون 2 / 109.</w:t>
      </w:r>
    </w:p>
    <w:p w:rsidR="00843DF1" w:rsidRPr="00CA52B4" w:rsidRDefault="00843DF1" w:rsidP="00EB70B9">
      <w:pPr>
        <w:pStyle w:val="libBold1"/>
        <w:rPr>
          <w:rtl/>
          <w:lang w:bidi="fa-IR"/>
        </w:rPr>
      </w:pPr>
      <w:r w:rsidRPr="00CA52B4">
        <w:rPr>
          <w:rtl/>
        </w:rPr>
        <w:t>833</w:t>
      </w:r>
      <w:r>
        <w:rPr>
          <w:rtl/>
        </w:rPr>
        <w:t xml:space="preserve"> ـ </w:t>
      </w:r>
      <w:r w:rsidRPr="00CA52B4">
        <w:rPr>
          <w:rtl/>
        </w:rPr>
        <w:t>عمار بن أبي سلامة بن عبد الله بن عزار بن رؤاس بن دالان بن سابقة بن ناشج بن وادعة بن عمرو بن عامر بن ناشج بن دافع بن مالك بن جشم بن حاشد بن جشم بن خيران بن نوف بن همدان الشهيد 61 ه‍</w:t>
      </w:r>
      <w:r>
        <w:rPr>
          <w:rtl/>
        </w:rPr>
        <w:t>.</w:t>
      </w:r>
    </w:p>
    <w:p w:rsidR="00843DF1" w:rsidRPr="00CA52B4" w:rsidRDefault="00843DF1" w:rsidP="00347E77">
      <w:pPr>
        <w:pStyle w:val="libNormal"/>
        <w:rPr>
          <w:rtl/>
          <w:lang w:bidi="fa-IR"/>
        </w:rPr>
      </w:pPr>
      <w:r w:rsidRPr="00CA52B4">
        <w:rPr>
          <w:rtl/>
          <w:lang w:bidi="fa-IR"/>
        </w:rPr>
        <w:t xml:space="preserve">فارس. صحب أمير المؤمنين </w:t>
      </w:r>
      <w:r>
        <w:rPr>
          <w:rtl/>
          <w:lang w:bidi="fa-IR"/>
        </w:rPr>
        <w:t>(</w:t>
      </w:r>
      <w:r w:rsidRPr="00CA52B4">
        <w:rPr>
          <w:rtl/>
          <w:lang w:bidi="fa-IR"/>
        </w:rPr>
        <w:t>عليه السلام</w:t>
      </w:r>
      <w:r>
        <w:rPr>
          <w:rtl/>
          <w:lang w:bidi="fa-IR"/>
        </w:rPr>
        <w:t>)</w:t>
      </w:r>
      <w:r w:rsidRPr="00CA52B4">
        <w:rPr>
          <w:rtl/>
          <w:lang w:bidi="fa-IR"/>
        </w:rPr>
        <w:t xml:space="preserve"> وشهد مشاهده كلها ، ثم التحق بالإمام الحسين </w:t>
      </w:r>
      <w:r>
        <w:rPr>
          <w:rtl/>
          <w:lang w:bidi="fa-IR"/>
        </w:rPr>
        <w:t>(</w:t>
      </w:r>
      <w:r w:rsidRPr="00CA52B4">
        <w:rPr>
          <w:rtl/>
          <w:lang w:bidi="fa-IR"/>
        </w:rPr>
        <w:t>عليه السلام</w:t>
      </w:r>
      <w:r>
        <w:rPr>
          <w:rtl/>
          <w:lang w:bidi="fa-IR"/>
        </w:rPr>
        <w:t>)</w:t>
      </w:r>
      <w:r w:rsidRPr="00CA52B4">
        <w:rPr>
          <w:rtl/>
          <w:lang w:bidi="fa-IR"/>
        </w:rPr>
        <w:t xml:space="preserve"> واستشهد بكربلاء.</w:t>
      </w:r>
    </w:p>
    <w:p w:rsidR="00843DF1" w:rsidRPr="00CA52B4" w:rsidRDefault="00843DF1" w:rsidP="00B10281">
      <w:pPr>
        <w:pStyle w:val="libVar"/>
        <w:rPr>
          <w:rtl/>
          <w:lang w:bidi="fa-IR"/>
        </w:rPr>
      </w:pPr>
      <w:r w:rsidRPr="00CA52B4">
        <w:rPr>
          <w:rtl/>
          <w:lang w:bidi="fa-IR"/>
        </w:rPr>
        <w:t>تنقيح المقال 2 / 317. جامع الرواة 1 / 611. رجال الشيخ الطوسي / 78. اللباب 2 / 40. مجمع الرجال 2 / 242. معجم رجال الحديث 12 / 249. المناقب 4 / 113.</w:t>
      </w:r>
      <w:r>
        <w:rPr>
          <w:rFonts w:hint="cs"/>
          <w:rtl/>
          <w:lang w:bidi="fa-IR"/>
        </w:rPr>
        <w:t xml:space="preserve"> </w:t>
      </w:r>
      <w:r w:rsidRPr="00CA52B4">
        <w:rPr>
          <w:rtl/>
          <w:lang w:bidi="fa-IR"/>
        </w:rPr>
        <w:t>نقد الرجال / 247.</w:t>
      </w:r>
    </w:p>
    <w:p w:rsidR="00843DF1" w:rsidRPr="00CA52B4" w:rsidRDefault="00843DF1" w:rsidP="00EB70B9">
      <w:pPr>
        <w:pStyle w:val="libBold1"/>
        <w:rPr>
          <w:rtl/>
          <w:lang w:bidi="fa-IR"/>
        </w:rPr>
      </w:pPr>
      <w:r w:rsidRPr="00CA52B4">
        <w:rPr>
          <w:rtl/>
        </w:rPr>
        <w:t>834</w:t>
      </w:r>
      <w:r>
        <w:rPr>
          <w:rtl/>
        </w:rPr>
        <w:t xml:space="preserve"> ـ </w:t>
      </w:r>
      <w:r w:rsidRPr="00CA52B4">
        <w:rPr>
          <w:rtl/>
        </w:rPr>
        <w:t>عمار بن ياسر بن مالك بن كنانة بن قيس بن الحصين بن الوذيم بن ثعلبة بن عوف بن حارثة بن عامر الأكبر بن يام بن عنس بن مالك بن أدد بن زيد بن يشجب بن عريب بن زيد بن كهلان بن سبأ بن يشجب بن يعرب بن قحطان. قتل 37 ه‍</w:t>
      </w:r>
      <w:r>
        <w:rPr>
          <w:rtl/>
        </w:rPr>
        <w:t>.</w:t>
      </w:r>
    </w:p>
    <w:p w:rsidR="00843DF1" w:rsidRPr="00CA52B4" w:rsidRDefault="00843DF1" w:rsidP="00347E77">
      <w:pPr>
        <w:pStyle w:val="libNormal"/>
        <w:rPr>
          <w:rtl/>
          <w:lang w:bidi="fa-IR"/>
        </w:rPr>
      </w:pPr>
      <w:r w:rsidRPr="00CA52B4">
        <w:rPr>
          <w:rtl/>
          <w:lang w:bidi="fa-IR"/>
        </w:rPr>
        <w:t xml:space="preserve">آتاه الله تعالى الحكمة ، وأجلسه على كرسي الاستقامة ، وأشرق عليه أنوار الملكوت. من كبار الصحابة هاجر مع النبيّ </w:t>
      </w:r>
      <w:r>
        <w:rPr>
          <w:rtl/>
          <w:lang w:bidi="fa-IR"/>
        </w:rPr>
        <w:t>(</w:t>
      </w:r>
      <w:r w:rsidRPr="00CA52B4">
        <w:rPr>
          <w:rtl/>
          <w:lang w:bidi="fa-IR"/>
        </w:rPr>
        <w:t>صلّى الله عليه وآله وسلّم</w:t>
      </w:r>
      <w:r>
        <w:rPr>
          <w:rtl/>
          <w:lang w:bidi="fa-IR"/>
        </w:rPr>
        <w:t>)</w:t>
      </w:r>
      <w:r w:rsidRPr="00CA52B4">
        <w:rPr>
          <w:rtl/>
          <w:lang w:bidi="fa-IR"/>
        </w:rPr>
        <w:t xml:space="preserve"> إلى المدينة ، فهو من المهاجرين الأولين. وشهد بدرا والمشاهد كلها ، وصلّى القبلتين.</w:t>
      </w:r>
      <w:r>
        <w:rPr>
          <w:rFonts w:hint="cs"/>
          <w:rtl/>
          <w:lang w:bidi="fa-IR"/>
        </w:rPr>
        <w:t xml:space="preserve"> </w:t>
      </w:r>
      <w:r w:rsidRPr="00CA52B4">
        <w:rPr>
          <w:rtl/>
          <w:lang w:bidi="fa-IR"/>
        </w:rPr>
        <w:t xml:space="preserve">ولرسول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فيه فضائل ومناقب وثناء. ساهم في بناء مسجد قبا ، واشترك في حرب اليمامة ، وقطعت أذنه. استشهد بصفين سنة 37 ه‍ ، ودفنه أمير المؤمنين </w:t>
      </w:r>
      <w:r>
        <w:rPr>
          <w:rtl/>
          <w:lang w:bidi="fa-IR"/>
        </w:rPr>
        <w:t>(</w:t>
      </w:r>
      <w:r w:rsidRPr="00CA52B4">
        <w:rPr>
          <w:rtl/>
          <w:lang w:bidi="fa-IR"/>
        </w:rPr>
        <w:t>عليه السلام</w:t>
      </w:r>
      <w:r>
        <w:rPr>
          <w:rtl/>
          <w:lang w:bidi="fa-IR"/>
        </w:rPr>
        <w:t>)</w:t>
      </w:r>
      <w:r w:rsidRPr="00CA52B4">
        <w:rPr>
          <w:rtl/>
          <w:lang w:bidi="fa-IR"/>
        </w:rPr>
        <w:t xml:space="preserve"> بثيابه ، ولم يغسّله ودفنه بصفين. وخلّف :</w:t>
      </w:r>
      <w:r>
        <w:rPr>
          <w:rFonts w:hint="cs"/>
          <w:rtl/>
          <w:lang w:bidi="fa-IR"/>
        </w:rPr>
        <w:t xml:space="preserve"> </w:t>
      </w:r>
      <w:r w:rsidRPr="00CA52B4">
        <w:rPr>
          <w:rtl/>
          <w:lang w:bidi="fa-IR"/>
        </w:rPr>
        <w:t>سعدا. محمدا. وعمره يوم قتل ثلاث وتسعون سنة ، له 62 حديثا في كتب السنن.</w:t>
      </w:r>
    </w:p>
    <w:p w:rsidR="00843DF1" w:rsidRPr="00CA52B4" w:rsidRDefault="00843DF1" w:rsidP="00347E77">
      <w:pPr>
        <w:pStyle w:val="libNormal"/>
        <w:rPr>
          <w:rtl/>
          <w:lang w:bidi="fa-IR"/>
        </w:rPr>
      </w:pPr>
      <w:r w:rsidRPr="00CA52B4">
        <w:rPr>
          <w:rtl/>
          <w:lang w:bidi="fa-IR"/>
        </w:rPr>
        <w:t>له تراجم ضافية في المعاجم وكتب الرجال ، كما صدرت دراسات خاصة عن حياته ، منها عمار بن ياسر ، للشيخ عبد الله السبيتي. وكتاب عمار بن ياسر ، لعطية حليوت.</w:t>
      </w:r>
    </w:p>
    <w:p w:rsidR="00843DF1" w:rsidRPr="00CA52B4" w:rsidRDefault="00843DF1" w:rsidP="00B10281">
      <w:pPr>
        <w:pStyle w:val="libVar"/>
        <w:rPr>
          <w:rtl/>
          <w:lang w:bidi="fa-IR"/>
        </w:rPr>
      </w:pPr>
      <w:r w:rsidRPr="00CA52B4">
        <w:rPr>
          <w:rtl/>
          <w:lang w:bidi="fa-IR"/>
        </w:rPr>
        <w:t>إتقان المقال / 100. الأخبار الطوال / 129 ، 130 ، 132 ، 139 ، 144 ، 145 ،</w:t>
      </w:r>
    </w:p>
    <w:p w:rsidR="00843DF1" w:rsidRPr="00CA52B4" w:rsidRDefault="00843DF1" w:rsidP="00B10281">
      <w:pPr>
        <w:pStyle w:val="libVar0"/>
        <w:rPr>
          <w:rtl/>
          <w:lang w:bidi="fa-IR"/>
        </w:rPr>
      </w:pPr>
      <w:r>
        <w:rPr>
          <w:rtl/>
          <w:lang w:bidi="fa-IR"/>
        </w:rPr>
        <w:br w:type="page"/>
      </w:r>
      <w:r w:rsidRPr="00CA52B4">
        <w:rPr>
          <w:rtl/>
        </w:rPr>
        <w:lastRenderedPageBreak/>
        <w:t>147 ، 149 ، 165 ، 171 ، 174 ، 178. الاستيعاب 2 / 476. أسد الغابة 4 / 43.</w:t>
      </w:r>
      <w:r>
        <w:rPr>
          <w:rFonts w:hint="cs"/>
          <w:rtl/>
        </w:rPr>
        <w:t xml:space="preserve"> </w:t>
      </w:r>
      <w:r w:rsidRPr="00CA52B4">
        <w:rPr>
          <w:rtl/>
          <w:lang w:bidi="fa-IR"/>
        </w:rPr>
        <w:t>الاشتقاق / 141 ، 413 ، 415 ، 416. الإصابة 2 / 512. أعلام نهج البلاغة / 38.</w:t>
      </w:r>
      <w:r>
        <w:rPr>
          <w:rFonts w:hint="cs"/>
          <w:rtl/>
          <w:lang w:bidi="fa-IR"/>
        </w:rPr>
        <w:t xml:space="preserve"> </w:t>
      </w:r>
      <w:r w:rsidRPr="00CA52B4">
        <w:rPr>
          <w:rtl/>
          <w:lang w:bidi="fa-IR"/>
        </w:rPr>
        <w:t>أعيان الشيعة 8 / 372. أنساب الأشراف 2 / 239 ، 310. الأعلام 5 / 191. الإمامة والسياسة 1 / 62 ، 81 ، 110. البداية والنهاية 7 / 267 ، 312. تأسيس الشيعة / 406.</w:t>
      </w:r>
      <w:r>
        <w:rPr>
          <w:rFonts w:hint="cs"/>
          <w:rtl/>
          <w:lang w:bidi="fa-IR"/>
        </w:rPr>
        <w:t xml:space="preserve"> </w:t>
      </w:r>
      <w:r w:rsidRPr="00CA52B4">
        <w:rPr>
          <w:rtl/>
          <w:lang w:bidi="fa-IR"/>
        </w:rPr>
        <w:t>تاريخ الطبري 6 / 21 وج 13 / 11. تاريخ بغداد 1 / 150. تاريخ الخلفاء / 187. تاريخ الخميس 2 / 277. تحفة الأحباب / 241. تذكرة الحفاظ 1 / 46. تقريب التهذيب 2 / 48. تنقيح المقال 2 / 320. تهذيب التهذيب 7 / 408. جامع الرواة 1 / 614.</w:t>
      </w:r>
      <w:r>
        <w:rPr>
          <w:rFonts w:hint="cs"/>
          <w:rtl/>
          <w:lang w:bidi="fa-IR"/>
        </w:rPr>
        <w:t xml:space="preserve"> </w:t>
      </w:r>
      <w:r w:rsidRPr="00CA52B4">
        <w:rPr>
          <w:rtl/>
          <w:lang w:bidi="fa-IR"/>
        </w:rPr>
        <w:t>الجرح والتعديل 6 / 389. جمهرة أنساب العرب / 405. الجمل / 137. حلية الأولياء 1 / 139. خلاصة الأقوال / 128. الدرجات الرفيعة / 255. الدر المنثور / 252. رجال ابن داود / 143. رجال الشيخ الطوسي / 46. رجال الكشي / 29. رجال البرقي / 1.</w:t>
      </w:r>
      <w:r>
        <w:rPr>
          <w:rFonts w:hint="cs"/>
          <w:rtl/>
          <w:lang w:bidi="fa-IR"/>
        </w:rPr>
        <w:t xml:space="preserve"> </w:t>
      </w:r>
      <w:r w:rsidRPr="00CA52B4">
        <w:rPr>
          <w:rtl/>
          <w:lang w:bidi="fa-IR"/>
        </w:rPr>
        <w:t>سفينة البحار 2 / 275. شذرات الذهب 1 / 45. ابن أبي الحديد 1 / 193 ، 220 ، 257 ، 259 ، 263</w:t>
      </w:r>
      <w:r>
        <w:rPr>
          <w:rtl/>
          <w:lang w:bidi="fa-IR"/>
        </w:rPr>
        <w:t xml:space="preserve"> ـ و 2</w:t>
      </w:r>
      <w:r w:rsidRPr="00CA52B4">
        <w:rPr>
          <w:rtl/>
          <w:lang w:bidi="fa-IR"/>
        </w:rPr>
        <w:t>0 / 8 ، 334 الفهارس / 195. الطبقات الكبرى 3 / 246. الغدير 1 / 56 ، 120 ، 151 ، 165 ، 185 ، 190</w:t>
      </w:r>
      <w:r>
        <w:rPr>
          <w:rtl/>
          <w:lang w:bidi="fa-IR"/>
        </w:rPr>
        <w:t xml:space="preserve"> ـ </w:t>
      </w:r>
      <w:r w:rsidRPr="00CA52B4">
        <w:rPr>
          <w:rtl/>
          <w:lang w:bidi="fa-IR"/>
        </w:rPr>
        <w:t>الفهارس / 234. الغارات 2 / 1030.</w:t>
      </w:r>
      <w:r>
        <w:rPr>
          <w:rFonts w:hint="cs"/>
          <w:rtl/>
          <w:lang w:bidi="fa-IR"/>
        </w:rPr>
        <w:t xml:space="preserve"> </w:t>
      </w:r>
      <w:r w:rsidRPr="00CA52B4">
        <w:rPr>
          <w:rtl/>
          <w:lang w:bidi="fa-IR"/>
        </w:rPr>
        <w:t>الفوائد الرجالية 2 / 168 ، 172 ، 339. قاموس الرجال 7 / 104. الكامل في التأريخ 13 / 251</w:t>
      </w:r>
      <w:r>
        <w:rPr>
          <w:rtl/>
          <w:lang w:bidi="fa-IR"/>
        </w:rPr>
        <w:t xml:space="preserve"> ـ </w:t>
      </w:r>
      <w:r w:rsidRPr="00CA52B4">
        <w:rPr>
          <w:rtl/>
          <w:lang w:bidi="fa-IR"/>
        </w:rPr>
        <w:t>الفهارس</w:t>
      </w:r>
      <w:r>
        <w:rPr>
          <w:rtl/>
          <w:lang w:bidi="fa-IR"/>
        </w:rPr>
        <w:t xml:space="preserve"> ـ.</w:t>
      </w:r>
      <w:r w:rsidRPr="00CA52B4">
        <w:rPr>
          <w:rtl/>
          <w:lang w:bidi="fa-IR"/>
        </w:rPr>
        <w:t xml:space="preserve"> الكنى والألقاب 3 / 172. مجمع الرجال 4 / 245. مرآة الجنان 1 / 100. مروج الذهب 2 / 351. المعارف / 111. معجم الثقات / 312. معجم رجال الحديث 12 / 265. المناقب 3 / 177. منتهى المقال / 233. المجروحون من المحدّثين 3 / 269. مجالس المؤمنين 1 / 208. النجوم الزاهرة 1 / 112. نقد الرجال / 248. النهاية في غريب الحديث 5 / 418. وقعة صفين / 15 ، 54 ، 64 ، 101 ، 198 ، 199 ، 319</w:t>
      </w:r>
      <w:r>
        <w:rPr>
          <w:rtl/>
          <w:lang w:bidi="fa-IR"/>
        </w:rPr>
        <w:t xml:space="preserve"> ـ </w:t>
      </w:r>
      <w:r w:rsidRPr="00CA52B4">
        <w:rPr>
          <w:rtl/>
          <w:lang w:bidi="fa-IR"/>
        </w:rPr>
        <w:t>326 ، 333</w:t>
      </w:r>
      <w:r>
        <w:rPr>
          <w:rtl/>
          <w:lang w:bidi="fa-IR"/>
        </w:rPr>
        <w:t xml:space="preserve"> ـ </w:t>
      </w:r>
      <w:r w:rsidRPr="00CA52B4">
        <w:rPr>
          <w:rtl/>
          <w:lang w:bidi="fa-IR"/>
        </w:rPr>
        <w:t xml:space="preserve">345. وفيات الأعيان 2 / 329 ، 476 </w:t>
      </w:r>
      <w:r>
        <w:rPr>
          <w:rtl/>
          <w:lang w:bidi="fa-IR"/>
        </w:rPr>
        <w:t>و 3</w:t>
      </w:r>
      <w:r w:rsidRPr="00CA52B4">
        <w:rPr>
          <w:rtl/>
          <w:lang w:bidi="fa-IR"/>
        </w:rPr>
        <w:t xml:space="preserve"> / 18. هدى الساري / 215.</w:t>
      </w:r>
    </w:p>
    <w:p w:rsidR="00843DF1" w:rsidRPr="00CA52B4" w:rsidRDefault="00843DF1" w:rsidP="00EB70B9">
      <w:pPr>
        <w:pStyle w:val="libBold1"/>
        <w:rPr>
          <w:rtl/>
          <w:lang w:bidi="fa-IR"/>
        </w:rPr>
      </w:pPr>
      <w:r w:rsidRPr="00CA52B4">
        <w:rPr>
          <w:rtl/>
        </w:rPr>
        <w:t>835</w:t>
      </w:r>
      <w:r>
        <w:rPr>
          <w:rtl/>
        </w:rPr>
        <w:t xml:space="preserve"> ـ </w:t>
      </w:r>
      <w:r w:rsidRPr="00CA52B4">
        <w:rPr>
          <w:rtl/>
        </w:rPr>
        <w:t>عمارة بن أبي الحسن الأنصاري المدني المازني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استعمله أمير المؤمنين </w:t>
      </w:r>
      <w:r>
        <w:rPr>
          <w:rtl/>
          <w:lang w:bidi="fa-IR"/>
        </w:rPr>
        <w:t>(</w:t>
      </w:r>
      <w:r w:rsidRPr="00CA52B4">
        <w:rPr>
          <w:rtl/>
          <w:lang w:bidi="fa-IR"/>
        </w:rPr>
        <w:t>عليه السلام</w:t>
      </w:r>
      <w:r>
        <w:rPr>
          <w:rtl/>
          <w:lang w:bidi="fa-IR"/>
        </w:rPr>
        <w:t>)</w:t>
      </w:r>
      <w:r w:rsidRPr="00CA52B4">
        <w:rPr>
          <w:rtl/>
          <w:lang w:bidi="fa-IR"/>
        </w:rPr>
        <w:t xml:space="preserve"> على المدينة ، حين خرج إلى العراق. وكان أبوه صحابيا عقبيا بدريا. مات في المدينة وخلّف : يحيى ، وهو جد عمرو بن يحيى بن عمارة ، شيخ مالك بن أنس. روى عنه خلق منهم ابنه يحيى ، والزهري. وجاء في بعض المراجع أبو الحسن عمارة وهو وهم.</w:t>
      </w:r>
      <w:r>
        <w:rPr>
          <w:rFonts w:hint="cs"/>
          <w:rtl/>
          <w:lang w:bidi="fa-IR"/>
        </w:rPr>
        <w:t xml:space="preserve"> </w:t>
      </w:r>
      <w:r w:rsidRPr="00CA52B4">
        <w:rPr>
          <w:rtl/>
          <w:lang w:bidi="fa-IR"/>
        </w:rPr>
        <w:t>والصحيح عمارة بن أبي الحسن.</w:t>
      </w:r>
    </w:p>
    <w:p w:rsidR="00843DF1" w:rsidRPr="00CA52B4" w:rsidRDefault="00843DF1" w:rsidP="00347E77">
      <w:pPr>
        <w:pStyle w:val="libNormal"/>
        <w:rPr>
          <w:rtl/>
          <w:lang w:bidi="fa-IR"/>
        </w:rPr>
      </w:pPr>
      <w:r w:rsidRPr="00CA52B4">
        <w:rPr>
          <w:rtl/>
          <w:lang w:bidi="fa-IR"/>
        </w:rPr>
        <w:t xml:space="preserve">ذكره الشيخ الطوسي في رجاله من أصحاب الإمام السبط الحسن </w:t>
      </w:r>
      <w:r>
        <w:rPr>
          <w:rtl/>
          <w:lang w:bidi="fa-IR"/>
        </w:rPr>
        <w:t>(</w:t>
      </w:r>
      <w:r w:rsidRPr="00CA52B4">
        <w:rPr>
          <w:rtl/>
          <w:lang w:bidi="fa-IR"/>
        </w:rPr>
        <w:t>عليه السلام</w:t>
      </w:r>
      <w:r>
        <w:rPr>
          <w:rtl/>
          <w:lang w:bidi="fa-IR"/>
        </w:rPr>
        <w:t>).</w:t>
      </w:r>
      <w:r w:rsidRPr="00CA52B4">
        <w:rPr>
          <w:rtl/>
          <w:lang w:bidi="fa-IR"/>
        </w:rPr>
        <w:t xml:space="preserve"> وهكذا الإمام السجاد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الاستيعاب 3 / 20. أسد الغابة 4 / 48. الإصابة 2 / 514. تقريب التهذيب 2 / 49.</w:t>
      </w:r>
    </w:p>
    <w:p w:rsidR="00843DF1" w:rsidRPr="00CA52B4" w:rsidRDefault="00843DF1" w:rsidP="00B10281">
      <w:pPr>
        <w:pStyle w:val="libVar0"/>
        <w:rPr>
          <w:rtl/>
          <w:lang w:bidi="fa-IR"/>
        </w:rPr>
      </w:pPr>
      <w:r>
        <w:rPr>
          <w:rtl/>
          <w:lang w:bidi="fa-IR"/>
        </w:rPr>
        <w:br w:type="page"/>
      </w:r>
      <w:r w:rsidRPr="00CA52B4">
        <w:rPr>
          <w:rtl/>
          <w:lang w:bidi="fa-IR"/>
        </w:rPr>
        <w:lastRenderedPageBreak/>
        <w:t>تهذيب التهذيب 7 / 414. جامع الرواة 1 / 615. رجال الشيخ الطوسي / 99. مجمع الرجال 4 / 252. معجم رجال الحديث 12 / 274.</w:t>
      </w:r>
    </w:p>
    <w:p w:rsidR="00843DF1" w:rsidRPr="00CA52B4" w:rsidRDefault="00843DF1" w:rsidP="00EB70B9">
      <w:pPr>
        <w:pStyle w:val="libBold1"/>
        <w:rPr>
          <w:rtl/>
          <w:lang w:bidi="fa-IR"/>
        </w:rPr>
      </w:pPr>
      <w:r w:rsidRPr="00CA52B4">
        <w:rPr>
          <w:rtl/>
        </w:rPr>
        <w:t>836</w:t>
      </w:r>
      <w:r>
        <w:rPr>
          <w:rtl/>
        </w:rPr>
        <w:t xml:space="preserve"> ـ </w:t>
      </w:r>
      <w:r w:rsidRPr="00CA52B4">
        <w:rPr>
          <w:rtl/>
        </w:rPr>
        <w:t>عمارة بن أوس بن زيد بن ثعلبة بن غنم بن مالك بن النجار الأنصاري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أخذ عنه الكوفيون. وجاء في نسبه هكذا : عمارة بن أوس بن خالد بن عبيد بن أمية بن عامر بن خطمة الأنصاري. صلّى القبلتين جميعا.</w:t>
      </w:r>
      <w:r>
        <w:rPr>
          <w:rFonts w:hint="cs"/>
          <w:rtl/>
          <w:lang w:bidi="fa-IR"/>
        </w:rPr>
        <w:t xml:space="preserve"> </w:t>
      </w:r>
      <w:r w:rsidRPr="00CA52B4">
        <w:rPr>
          <w:rtl/>
          <w:lang w:bidi="fa-IR"/>
        </w:rPr>
        <w:t>وأمه صفية بنت كعب بن مالك بن غطفان. والنسب الأول الذي ذكرناه أصح.</w:t>
      </w:r>
      <w:r>
        <w:rPr>
          <w:rFonts w:hint="cs"/>
          <w:rtl/>
          <w:lang w:bidi="fa-IR"/>
        </w:rPr>
        <w:t xml:space="preserve"> </w:t>
      </w:r>
      <w:r w:rsidRPr="00CA52B4">
        <w:rPr>
          <w:rtl/>
          <w:lang w:bidi="fa-IR"/>
        </w:rPr>
        <w:t>روى عنه جمع وله في السنن أحاديث حول تحويل القبلة.</w:t>
      </w:r>
    </w:p>
    <w:p w:rsidR="00843DF1" w:rsidRPr="00CA52B4" w:rsidRDefault="00843DF1" w:rsidP="00347E77">
      <w:pPr>
        <w:pStyle w:val="libNormal"/>
        <w:rPr>
          <w:rtl/>
          <w:lang w:bidi="fa-IR"/>
        </w:rPr>
      </w:pPr>
      <w:r w:rsidRPr="00CA52B4">
        <w:rPr>
          <w:rtl/>
          <w:lang w:bidi="fa-IR"/>
        </w:rPr>
        <w:t xml:space="preserve">ذكره الشيخ الطوسي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الاستيعاب 3 / 20. أسد الغابة 4 / 47. الإصابة 2 / 513. تنقيح المقال 2 / 322.</w:t>
      </w:r>
      <w:r>
        <w:rPr>
          <w:rFonts w:hint="cs"/>
          <w:rtl/>
          <w:lang w:bidi="fa-IR"/>
        </w:rPr>
        <w:t xml:space="preserve"> </w:t>
      </w:r>
      <w:r w:rsidRPr="00CA52B4">
        <w:rPr>
          <w:rtl/>
          <w:lang w:bidi="fa-IR"/>
        </w:rPr>
        <w:t>جامع الرواة 5 / 615. الجرح والتعديل 6 / 362. رجال الشيخ الطوسي / 50. الطبقات الكبرى 4 / 381. مجمع الرجال 4 / 252. معجم رجال الحديث 12 / 274. نقد الرجال / 248.</w:t>
      </w:r>
    </w:p>
    <w:p w:rsidR="00843DF1" w:rsidRPr="00CA52B4" w:rsidRDefault="00843DF1" w:rsidP="00EB70B9">
      <w:pPr>
        <w:pStyle w:val="libBold1"/>
        <w:rPr>
          <w:rtl/>
          <w:lang w:bidi="fa-IR"/>
        </w:rPr>
      </w:pPr>
      <w:r w:rsidRPr="00CA52B4">
        <w:rPr>
          <w:rtl/>
        </w:rPr>
        <w:t>837</w:t>
      </w:r>
      <w:r>
        <w:rPr>
          <w:rtl/>
        </w:rPr>
        <w:t xml:space="preserve"> ـ </w:t>
      </w:r>
      <w:r w:rsidRPr="00CA52B4">
        <w:rPr>
          <w:rtl/>
        </w:rPr>
        <w:t>عمارة بن شهاب</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ولاه </w:t>
      </w:r>
      <w:r>
        <w:rPr>
          <w:rtl/>
          <w:lang w:bidi="fa-IR"/>
        </w:rPr>
        <w:t>(</w:t>
      </w:r>
      <w:r w:rsidRPr="00CA52B4">
        <w:rPr>
          <w:rtl/>
          <w:lang w:bidi="fa-IR"/>
        </w:rPr>
        <w:t>عليه السلام</w:t>
      </w:r>
      <w:r>
        <w:rPr>
          <w:rtl/>
          <w:lang w:bidi="fa-IR"/>
        </w:rPr>
        <w:t>)</w:t>
      </w:r>
      <w:r w:rsidRPr="00CA52B4">
        <w:rPr>
          <w:rtl/>
          <w:lang w:bidi="fa-IR"/>
        </w:rPr>
        <w:t xml:space="preserve"> الكوفة ، حين بويع بالخلافة سنة 36 ه‍</w:t>
      </w:r>
      <w:r>
        <w:rPr>
          <w:rtl/>
          <w:lang w:bidi="fa-IR"/>
        </w:rPr>
        <w:t>.</w:t>
      </w:r>
      <w:r w:rsidRPr="00CA52B4">
        <w:rPr>
          <w:rtl/>
          <w:lang w:bidi="fa-IR"/>
        </w:rPr>
        <w:t xml:space="preserve"> فصده عنها طلحة بن خويلد غضبا لعثمان ، فرجع إلى المدينة ، فأخبر أمير المؤمنين </w:t>
      </w:r>
      <w:r>
        <w:rPr>
          <w:rtl/>
          <w:lang w:bidi="fa-IR"/>
        </w:rPr>
        <w:t>(</w:t>
      </w:r>
      <w:r w:rsidRPr="00CA52B4">
        <w:rPr>
          <w:rtl/>
          <w:lang w:bidi="fa-IR"/>
        </w:rPr>
        <w:t>عليه السلام</w:t>
      </w:r>
      <w:r>
        <w:rPr>
          <w:rtl/>
          <w:lang w:bidi="fa-IR"/>
        </w:rPr>
        <w:t>)</w:t>
      </w:r>
      <w:r w:rsidRPr="00CA52B4">
        <w:rPr>
          <w:rtl/>
          <w:lang w:bidi="fa-IR"/>
        </w:rPr>
        <w:t xml:space="preserve"> وانتشرت الفتنة وتفاقم الأمر. وكانت له الهجرة. وكان طليحة خرج يطلب بثأر عثمان وهو يقول : لهفي على أمر لم يسبقني ولم أدركه ، فلما لقي عمارة ، قال له : ارجع فإنّ القوم لا يريدون بأميرهم بدلا ، فإن أبيت ضربت عنقك ، فرجع عمارة.</w:t>
      </w:r>
    </w:p>
    <w:p w:rsidR="00843DF1" w:rsidRPr="00CA52B4" w:rsidRDefault="00843DF1" w:rsidP="00B10281">
      <w:pPr>
        <w:pStyle w:val="libVar"/>
        <w:rPr>
          <w:rtl/>
          <w:lang w:bidi="fa-IR"/>
        </w:rPr>
      </w:pPr>
      <w:r w:rsidRPr="00CA52B4">
        <w:rPr>
          <w:rtl/>
          <w:lang w:bidi="fa-IR"/>
        </w:rPr>
        <w:t>البداية والنهاية 2 / 230. تاريخ الطبري 5 / 161. الكامل في التأريخ 3 / 201</w:t>
      </w:r>
      <w:r>
        <w:rPr>
          <w:rtl/>
          <w:lang w:bidi="fa-IR"/>
        </w:rPr>
        <w:t xml:space="preserve"> ـ </w:t>
      </w:r>
      <w:r w:rsidRPr="00CA52B4">
        <w:rPr>
          <w:rtl/>
          <w:lang w:bidi="fa-IR"/>
        </w:rPr>
        <w:t>202.</w:t>
      </w:r>
    </w:p>
    <w:p w:rsidR="00843DF1" w:rsidRPr="00CA52B4" w:rsidRDefault="00843DF1" w:rsidP="00EB70B9">
      <w:pPr>
        <w:pStyle w:val="libBold1"/>
        <w:rPr>
          <w:rtl/>
          <w:lang w:bidi="fa-IR"/>
        </w:rPr>
      </w:pPr>
      <w:r w:rsidRPr="00CA52B4">
        <w:rPr>
          <w:rtl/>
        </w:rPr>
        <w:t>838</w:t>
      </w:r>
      <w:r>
        <w:rPr>
          <w:rtl/>
        </w:rPr>
        <w:t xml:space="preserve"> ـ </w:t>
      </w:r>
      <w:r w:rsidRPr="00CA52B4">
        <w:rPr>
          <w:rtl/>
        </w:rPr>
        <w:t>عمارة بن ربيعة الجرمي الثقفي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في معاجم السير أنّ الذي روى عن عليّ بن أبي طالب </w:t>
      </w:r>
      <w:r>
        <w:rPr>
          <w:rtl/>
          <w:lang w:bidi="fa-IR"/>
        </w:rPr>
        <w:t>(</w:t>
      </w:r>
      <w:r w:rsidRPr="00CA52B4">
        <w:rPr>
          <w:rtl/>
          <w:lang w:bidi="fa-IR"/>
        </w:rPr>
        <w:t>عليه السلام</w:t>
      </w:r>
      <w:r>
        <w:rPr>
          <w:rtl/>
          <w:lang w:bidi="fa-IR"/>
        </w:rPr>
        <w:t>)</w:t>
      </w:r>
      <w:r w:rsidRPr="00CA52B4">
        <w:rPr>
          <w:rtl/>
          <w:lang w:bidi="fa-IR"/>
        </w:rPr>
        <w:t xml:space="preserve"> ، هو أبو زهيرة عمارة بن رويبة الثقفي الكوفي الجرمي ، وعليه أكثر كتب التراجم. وهو من الراوين لوثيقة التحكيم ، وكان قد حضر صفين ، وقد شمل</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الوهم والتصحيف اسمه فجعله عمارة بن ربيعة الجرمي. ذكره الشيخ الطوسي في رجاله من أصحاب عليّ </w:t>
      </w:r>
      <w:r>
        <w:rPr>
          <w:rtl/>
          <w:lang w:bidi="fa-IR"/>
        </w:rPr>
        <w:t>(</w:t>
      </w:r>
      <w:r w:rsidRPr="00CA52B4">
        <w:rPr>
          <w:rtl/>
          <w:lang w:bidi="fa-IR"/>
        </w:rPr>
        <w:t>عليه السلام</w:t>
      </w:r>
      <w:r>
        <w:rPr>
          <w:rtl/>
          <w:lang w:bidi="fa-IR"/>
        </w:rPr>
        <w:t>).</w:t>
      </w:r>
      <w:r w:rsidRPr="00CA52B4">
        <w:rPr>
          <w:rtl/>
          <w:lang w:bidi="fa-IR"/>
        </w:rPr>
        <w:t xml:space="preserve"> وربيعة وفي رواية روبية ، أمه ، روى عن عليّ </w:t>
      </w:r>
      <w:r>
        <w:rPr>
          <w:rtl/>
          <w:lang w:bidi="fa-IR"/>
        </w:rPr>
        <w:t>(</w:t>
      </w:r>
      <w:r w:rsidRPr="00CA52B4">
        <w:rPr>
          <w:rtl/>
          <w:lang w:bidi="fa-IR"/>
        </w:rPr>
        <w:t>عليه السلام</w:t>
      </w:r>
      <w:r>
        <w:rPr>
          <w:rtl/>
          <w:lang w:bidi="fa-IR"/>
        </w:rPr>
        <w:t>)</w:t>
      </w:r>
      <w:r w:rsidRPr="00CA52B4">
        <w:rPr>
          <w:rtl/>
          <w:lang w:bidi="fa-IR"/>
        </w:rPr>
        <w:t xml:space="preserve"> أنّه خيره بين أبيه وأمه فاختار أمه.</w:t>
      </w:r>
    </w:p>
    <w:p w:rsidR="00843DF1" w:rsidRPr="00CA52B4" w:rsidRDefault="00843DF1" w:rsidP="00B10281">
      <w:pPr>
        <w:pStyle w:val="libVar"/>
        <w:rPr>
          <w:rtl/>
          <w:lang w:bidi="fa-IR"/>
        </w:rPr>
      </w:pPr>
      <w:r w:rsidRPr="00CA52B4">
        <w:rPr>
          <w:rtl/>
          <w:lang w:bidi="fa-IR"/>
        </w:rPr>
        <w:t>أسد الغابة 4 / 49. الإصابة 2 / 515. تاريخ الطبري 6 / 36. تنقيح المقال 2 / 322. تهذيب التهذيب 7 / 416. جامع الرواة 1 / 615. الجرح والتعديل 6 / 365.</w:t>
      </w:r>
      <w:r>
        <w:rPr>
          <w:rFonts w:hint="cs"/>
          <w:rtl/>
          <w:lang w:bidi="fa-IR"/>
        </w:rPr>
        <w:t xml:space="preserve"> </w:t>
      </w:r>
      <w:r w:rsidRPr="00CA52B4">
        <w:rPr>
          <w:rtl/>
          <w:lang w:bidi="fa-IR"/>
        </w:rPr>
        <w:t>رجال الشيخ الطوسي / 52. مجمع الرجال 4 / 252. معجم رجال الحديث 12 / 274.</w:t>
      </w:r>
      <w:r>
        <w:rPr>
          <w:rFonts w:hint="cs"/>
          <w:rtl/>
          <w:lang w:bidi="fa-IR"/>
        </w:rPr>
        <w:t xml:space="preserve"> </w:t>
      </w:r>
      <w:r w:rsidRPr="00CA52B4">
        <w:rPr>
          <w:rtl/>
          <w:lang w:bidi="fa-IR"/>
        </w:rPr>
        <w:t>منتهى المقال / 233. نقد الرجال / 248. وقعة صفين / 511.</w:t>
      </w:r>
    </w:p>
    <w:p w:rsidR="00843DF1" w:rsidRPr="00CA52B4" w:rsidRDefault="00843DF1" w:rsidP="00EB70B9">
      <w:pPr>
        <w:pStyle w:val="libBold1"/>
        <w:rPr>
          <w:rtl/>
          <w:lang w:bidi="fa-IR"/>
        </w:rPr>
      </w:pPr>
      <w:r w:rsidRPr="00CA52B4">
        <w:rPr>
          <w:rtl/>
        </w:rPr>
        <w:t>839</w:t>
      </w:r>
      <w:r>
        <w:rPr>
          <w:rtl/>
        </w:rPr>
        <w:t xml:space="preserve"> ـ </w:t>
      </w:r>
      <w:r w:rsidRPr="00CA52B4">
        <w:rPr>
          <w:rtl/>
        </w:rPr>
        <w:t>عمارة بن عبد الكوفي السلولي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التابعين الثقات ، مستقيم الحديث. روى عنه أهل الكوفة. وذكره ابن حبان في الثقات ، وكان يسكن الكوفة ، غير أنّه قليل الحديث. وله في الصحاح أحاديث. قال ابن الأثير عند حوادث عام 60 ه‍ </w:t>
      </w:r>
      <w:r>
        <w:rPr>
          <w:rtl/>
          <w:lang w:bidi="fa-IR"/>
        </w:rPr>
        <w:t>(</w:t>
      </w:r>
      <w:r w:rsidRPr="00CA52B4">
        <w:rPr>
          <w:rtl/>
          <w:lang w:bidi="fa-IR"/>
        </w:rPr>
        <w:t>ستين</w:t>
      </w:r>
      <w:r>
        <w:rPr>
          <w:rtl/>
          <w:lang w:bidi="fa-IR"/>
        </w:rPr>
        <w:t>)</w:t>
      </w:r>
      <w:r w:rsidRPr="00CA52B4">
        <w:rPr>
          <w:rtl/>
          <w:lang w:bidi="fa-IR"/>
        </w:rPr>
        <w:t xml:space="preserve"> : ومرض هانئ بن عروة ، فأتاه عبيد الله بن زياد يعوده ، فقال له عمارة بن عبد السلولي : إنّما جماعتنا وكيدنا قتل هذا الطاغية ، وقد أمكنك الله فاقتله ، فقال هانئ : ما أحب أن يقتل في داري.</w:t>
      </w:r>
    </w:p>
    <w:p w:rsidR="00843DF1" w:rsidRPr="00CA52B4" w:rsidRDefault="00843DF1" w:rsidP="00B10281">
      <w:pPr>
        <w:pStyle w:val="libVar"/>
        <w:rPr>
          <w:rtl/>
          <w:lang w:bidi="fa-IR"/>
        </w:rPr>
      </w:pPr>
      <w:r w:rsidRPr="00CA52B4">
        <w:rPr>
          <w:rtl/>
          <w:lang w:bidi="fa-IR"/>
        </w:rPr>
        <w:t>تقريب التهذيب 2 / 50. تهذيب التهذيب 7 / 420. الجرح والتعديل 6 / 367.</w:t>
      </w:r>
      <w:r>
        <w:rPr>
          <w:rFonts w:hint="cs"/>
          <w:rtl/>
          <w:lang w:bidi="fa-IR"/>
        </w:rPr>
        <w:t xml:space="preserve"> </w:t>
      </w:r>
      <w:r w:rsidRPr="00CA52B4">
        <w:rPr>
          <w:rtl/>
          <w:lang w:bidi="fa-IR"/>
        </w:rPr>
        <w:t>الطبقات الكبرى 6 / 227. الكامل في التأريخ 4 / 26. ميزان الاعتدال 3 / 177.</w:t>
      </w:r>
    </w:p>
    <w:p w:rsidR="00843DF1" w:rsidRPr="00CA52B4" w:rsidRDefault="00843DF1" w:rsidP="00EB70B9">
      <w:pPr>
        <w:pStyle w:val="libBold1"/>
        <w:rPr>
          <w:rtl/>
          <w:lang w:bidi="fa-IR"/>
        </w:rPr>
      </w:pPr>
      <w:r w:rsidRPr="00CA52B4">
        <w:rPr>
          <w:rtl/>
        </w:rPr>
        <w:t>840</w:t>
      </w:r>
      <w:r>
        <w:rPr>
          <w:rtl/>
        </w:rPr>
        <w:t xml:space="preserve"> ـ </w:t>
      </w:r>
      <w:r w:rsidRPr="00CA52B4">
        <w:rPr>
          <w:rtl/>
        </w:rPr>
        <w:t>عمر بن حارثة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شاعر فارس ، كان مع محمد بن الحنفية يوم الجمل ، وقد لامه أبوه لما أمره بالحملة فتقاعس. فقال عمر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أبا حسن أنت فصل الأمور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يبين بك الحل والمحرم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جمعت الرجال على راية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بها ابنك يوم الوغى مفعم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لم ينكص المرء من خيفة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لكن توالت له أسهم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فقال رويدا ولا تعجلوا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فإنّي إذا رشقوا مقدم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فأعجلته والفتى مجمع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بما يكره الرجل المحجم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سمّي النبي ، وشبه الوصيّ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رايته لونها العندم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8 / 380. شرح ابن أبي الحديد 1 / 144.</w:t>
      </w:r>
    </w:p>
    <w:p w:rsidR="00843DF1" w:rsidRPr="00CA52B4" w:rsidRDefault="00843DF1" w:rsidP="00EB70B9">
      <w:pPr>
        <w:pStyle w:val="libBold1"/>
        <w:rPr>
          <w:rtl/>
          <w:lang w:bidi="fa-IR"/>
        </w:rPr>
      </w:pPr>
      <w:r>
        <w:rPr>
          <w:rtl/>
          <w:lang w:bidi="fa-IR"/>
        </w:rPr>
        <w:br w:type="page"/>
      </w:r>
      <w:r w:rsidRPr="00CA52B4">
        <w:rPr>
          <w:rtl/>
        </w:rPr>
        <w:lastRenderedPageBreak/>
        <w:t>841</w:t>
      </w:r>
      <w:r>
        <w:rPr>
          <w:rtl/>
        </w:rPr>
        <w:t xml:space="preserve"> ـ </w:t>
      </w:r>
      <w:r w:rsidRPr="00CA52B4">
        <w:rPr>
          <w:rtl/>
        </w:rPr>
        <w:t xml:space="preserve">عمر </w:t>
      </w:r>
      <w:r>
        <w:rPr>
          <w:rtl/>
        </w:rPr>
        <w:t>(</w:t>
      </w:r>
      <w:r w:rsidRPr="00CA52B4">
        <w:rPr>
          <w:rtl/>
        </w:rPr>
        <w:t>أبو عبد الله</w:t>
      </w:r>
      <w:r>
        <w:rPr>
          <w:rtl/>
        </w:rPr>
        <w:t>)</w:t>
      </w:r>
      <w:r w:rsidRPr="00CA52B4">
        <w:rPr>
          <w:rtl/>
        </w:rPr>
        <w:t xml:space="preserve"> ابن الخطاب بن نفيل بن عبد العزّى بن رياح بن عبد الله بن قرط بن رزاح بن عدي بن كعب بن لؤيّ بن غالب القرشي العدوي قتل في 23 ه‍</w:t>
      </w:r>
      <w:r>
        <w:rPr>
          <w:rtl/>
        </w:rPr>
        <w:t>.</w:t>
      </w:r>
    </w:p>
    <w:p w:rsidR="00843DF1" w:rsidRPr="00CA52B4" w:rsidRDefault="00843DF1" w:rsidP="00347E77">
      <w:pPr>
        <w:pStyle w:val="libNormal"/>
        <w:rPr>
          <w:rtl/>
          <w:lang w:bidi="fa-IR"/>
        </w:rPr>
      </w:pPr>
      <w:r w:rsidRPr="00CA52B4">
        <w:rPr>
          <w:rtl/>
          <w:lang w:bidi="fa-IR"/>
        </w:rPr>
        <w:t xml:space="preserve">صحابي ، ولي الخلافة بعد أبي بكر بنص منه ، وتصريح ، وتولية فضولية. وشهد المشاهد كلها ، ولم يجرد في حرب سيفا ، وما جاهد بنفسه ، وقد اختلق له أذناب بني أمية ، على لسان النبيّ الأعظم </w:t>
      </w:r>
      <w:r>
        <w:rPr>
          <w:rtl/>
          <w:lang w:bidi="fa-IR"/>
        </w:rPr>
        <w:t>(</w:t>
      </w:r>
      <w:r w:rsidRPr="00CA52B4">
        <w:rPr>
          <w:rtl/>
          <w:lang w:bidi="fa-IR"/>
        </w:rPr>
        <w:t>صلّى الله عليه وآله وسلّم</w:t>
      </w:r>
      <w:r>
        <w:rPr>
          <w:rtl/>
          <w:lang w:bidi="fa-IR"/>
        </w:rPr>
        <w:t>)</w:t>
      </w:r>
      <w:r w:rsidRPr="00CA52B4">
        <w:rPr>
          <w:rtl/>
          <w:lang w:bidi="fa-IR"/>
        </w:rPr>
        <w:t xml:space="preserve"> أحاديث في مناقبه ، واصطنعوا له فضائل واهية ، وولي الخلافة غير الشرعية عشر سنين ، وخمسة أشهر ، وقيل : ستة أشهر. وقتل عام 23 وهو ابن ثلاث وستين سنة.</w:t>
      </w:r>
      <w:r>
        <w:rPr>
          <w:rFonts w:hint="cs"/>
          <w:rtl/>
          <w:lang w:bidi="fa-IR"/>
        </w:rPr>
        <w:t xml:space="preserve"> </w:t>
      </w:r>
      <w:r w:rsidRPr="00CA52B4">
        <w:rPr>
          <w:rtl/>
          <w:lang w:bidi="fa-IR"/>
        </w:rPr>
        <w:t xml:space="preserve">وكان مدّة خلافته يراجع أمير المؤمنين </w:t>
      </w:r>
      <w:r>
        <w:rPr>
          <w:rtl/>
          <w:lang w:bidi="fa-IR"/>
        </w:rPr>
        <w:t>(</w:t>
      </w:r>
      <w:r w:rsidRPr="00CA52B4">
        <w:rPr>
          <w:rtl/>
          <w:lang w:bidi="fa-IR"/>
        </w:rPr>
        <w:t>عليه السلام</w:t>
      </w:r>
      <w:r>
        <w:rPr>
          <w:rtl/>
          <w:lang w:bidi="fa-IR"/>
        </w:rPr>
        <w:t>)</w:t>
      </w:r>
      <w:r w:rsidRPr="00CA52B4">
        <w:rPr>
          <w:rtl/>
          <w:lang w:bidi="fa-IR"/>
        </w:rPr>
        <w:t xml:space="preserve"> في مهامه ، ومشاكله ، ومسائله ، بصورة مستمرة ، ويعرض عليه القضايا ، ويستعين به فقد عرف كل أحد رجوعه إليه في كثير من المسائل التي أشكلت عليه ، وعلى غيره من الصحابة ، وقوله غير مرة : </w:t>
      </w:r>
      <w:r>
        <w:rPr>
          <w:rtl/>
          <w:lang w:bidi="fa-IR"/>
        </w:rPr>
        <w:t>(</w:t>
      </w:r>
      <w:r w:rsidRPr="00CA52B4">
        <w:rPr>
          <w:rtl/>
          <w:lang w:bidi="fa-IR"/>
        </w:rPr>
        <w:t>لو لا عليّ لهلك عمر</w:t>
      </w:r>
      <w:r>
        <w:rPr>
          <w:rtl/>
          <w:lang w:bidi="fa-IR"/>
        </w:rPr>
        <w:t>)</w:t>
      </w:r>
      <w:r w:rsidRPr="00CA52B4">
        <w:rPr>
          <w:rtl/>
          <w:lang w:bidi="fa-IR"/>
        </w:rPr>
        <w:t xml:space="preserve"> ، وقوله : </w:t>
      </w:r>
      <w:r>
        <w:rPr>
          <w:rtl/>
          <w:lang w:bidi="fa-IR"/>
        </w:rPr>
        <w:t>(</w:t>
      </w:r>
      <w:r w:rsidRPr="00CA52B4">
        <w:rPr>
          <w:rtl/>
          <w:lang w:bidi="fa-IR"/>
        </w:rPr>
        <w:t>لا بقيت لمعضلة ليس لها أبو الحسن</w:t>
      </w:r>
      <w:r>
        <w:rPr>
          <w:rtl/>
          <w:lang w:bidi="fa-IR"/>
        </w:rPr>
        <w:t>)</w:t>
      </w:r>
      <w:r w:rsidRPr="00CA52B4">
        <w:rPr>
          <w:rtl/>
          <w:lang w:bidi="fa-IR"/>
        </w:rPr>
        <w:t xml:space="preserve"> ، وقوله : </w:t>
      </w:r>
      <w:r>
        <w:rPr>
          <w:rtl/>
          <w:lang w:bidi="fa-IR"/>
        </w:rPr>
        <w:t>(</w:t>
      </w:r>
      <w:r w:rsidRPr="00CA52B4">
        <w:rPr>
          <w:rtl/>
          <w:lang w:bidi="fa-IR"/>
        </w:rPr>
        <w:t>لا يفتينّ أحد في المسجد وعليّ حاضر</w:t>
      </w:r>
      <w:r>
        <w:rPr>
          <w:rtl/>
          <w:lang w:bidi="fa-IR"/>
        </w:rPr>
        <w:t>).</w:t>
      </w:r>
    </w:p>
    <w:p w:rsidR="00843DF1" w:rsidRPr="00CA52B4" w:rsidRDefault="00843DF1" w:rsidP="00347E77">
      <w:pPr>
        <w:pStyle w:val="libNormal"/>
        <w:rPr>
          <w:rtl/>
          <w:lang w:bidi="fa-IR"/>
        </w:rPr>
      </w:pPr>
      <w:r w:rsidRPr="00CA52B4">
        <w:rPr>
          <w:rtl/>
          <w:lang w:bidi="fa-IR"/>
        </w:rPr>
        <w:t>خلّف من الذكور : عبد الله ، عاصما ، عبيد الله ، عبد الرحمن الأصغر ، عبد الله الأصغر ، عبد الرحمن الأكبر ، عبد الرحمن الأوسط ، عياضا ، زيد الأكبر ، زيد الأصغر.</w:t>
      </w:r>
    </w:p>
    <w:p w:rsidR="00843DF1" w:rsidRPr="00CA52B4" w:rsidRDefault="00843DF1" w:rsidP="00B10281">
      <w:pPr>
        <w:pStyle w:val="libVar"/>
        <w:rPr>
          <w:rtl/>
          <w:lang w:bidi="fa-IR"/>
        </w:rPr>
      </w:pPr>
      <w:r w:rsidRPr="00CA52B4">
        <w:rPr>
          <w:rtl/>
          <w:lang w:bidi="fa-IR"/>
        </w:rPr>
        <w:t>تذكرة الحفاظ 1 / 5. جمهرة أنساب العرب / 152. شرح ابن أبي الحديد 1 / 18.</w:t>
      </w:r>
      <w:r>
        <w:rPr>
          <w:rFonts w:hint="cs"/>
          <w:rtl/>
          <w:lang w:bidi="fa-IR"/>
        </w:rPr>
        <w:t xml:space="preserve"> </w:t>
      </w:r>
      <w:r w:rsidRPr="00CA52B4">
        <w:rPr>
          <w:rtl/>
          <w:lang w:bidi="fa-IR"/>
        </w:rPr>
        <w:t>الغدير 6 / 83</w:t>
      </w:r>
      <w:r>
        <w:rPr>
          <w:rtl/>
          <w:lang w:bidi="fa-IR"/>
        </w:rPr>
        <w:t xml:space="preserve"> ـ </w:t>
      </w:r>
      <w:r w:rsidRPr="00CA52B4">
        <w:rPr>
          <w:rtl/>
          <w:lang w:bidi="fa-IR"/>
        </w:rPr>
        <w:t>325. فضائل الخمسة 2 / 273</w:t>
      </w:r>
      <w:r>
        <w:rPr>
          <w:rtl/>
          <w:lang w:bidi="fa-IR"/>
        </w:rPr>
        <w:t xml:space="preserve"> ـ </w:t>
      </w:r>
      <w:r w:rsidRPr="00CA52B4">
        <w:rPr>
          <w:rtl/>
          <w:lang w:bidi="fa-IR"/>
        </w:rPr>
        <w:t>300.</w:t>
      </w:r>
    </w:p>
    <w:p w:rsidR="00843DF1" w:rsidRPr="00CA52B4" w:rsidRDefault="00843DF1" w:rsidP="00EB70B9">
      <w:pPr>
        <w:pStyle w:val="libBold1"/>
        <w:rPr>
          <w:rtl/>
          <w:lang w:bidi="fa-IR"/>
        </w:rPr>
      </w:pPr>
      <w:r w:rsidRPr="00CA52B4">
        <w:rPr>
          <w:rtl/>
        </w:rPr>
        <w:t>842</w:t>
      </w:r>
      <w:r>
        <w:rPr>
          <w:rtl/>
        </w:rPr>
        <w:t xml:space="preserve"> ـ </w:t>
      </w:r>
      <w:r w:rsidRPr="00CA52B4">
        <w:rPr>
          <w:rtl/>
        </w:rPr>
        <w:t>عمر بن أبي سلمة عبد الله بن عبد الأسد بن هلال بن عبد الله بن عمر بن مخزوم بن يقظة بن مرة القرشي المدني أبو حفص المتوفى 83 ه‍</w:t>
      </w:r>
      <w:r>
        <w:rPr>
          <w:rtl/>
        </w:rPr>
        <w:t>.</w:t>
      </w:r>
    </w:p>
    <w:p w:rsidR="00843DF1" w:rsidRPr="00CA52B4" w:rsidRDefault="00843DF1" w:rsidP="00347E77">
      <w:pPr>
        <w:pStyle w:val="libNormal"/>
        <w:rPr>
          <w:rtl/>
          <w:lang w:bidi="fa-IR"/>
        </w:rPr>
      </w:pPr>
      <w:r w:rsidRPr="00CA52B4">
        <w:rPr>
          <w:rtl/>
          <w:lang w:bidi="fa-IR"/>
        </w:rPr>
        <w:t xml:space="preserve">من التابعين ، والصحابة ، وهو ربيب النبيّ </w:t>
      </w:r>
      <w:r>
        <w:rPr>
          <w:rtl/>
          <w:lang w:bidi="fa-IR"/>
        </w:rPr>
        <w:t>(</w:t>
      </w:r>
      <w:r w:rsidRPr="00CA52B4">
        <w:rPr>
          <w:rtl/>
          <w:lang w:bidi="fa-IR"/>
        </w:rPr>
        <w:t>صلّى الله عليه وآله وسلّم</w:t>
      </w:r>
      <w:r>
        <w:rPr>
          <w:rtl/>
          <w:lang w:bidi="fa-IR"/>
        </w:rPr>
        <w:t>)</w:t>
      </w:r>
      <w:r w:rsidRPr="00CA52B4">
        <w:rPr>
          <w:rtl/>
          <w:lang w:bidi="fa-IR"/>
        </w:rPr>
        <w:t xml:space="preserve"> وأمه أم سلمة هند بنت حذيفة المغيرة ، ولد بأرض الحبشة ، كان مع عليّ </w:t>
      </w:r>
      <w:r>
        <w:rPr>
          <w:rtl/>
          <w:lang w:bidi="fa-IR"/>
        </w:rPr>
        <w:t>(</w:t>
      </w:r>
      <w:r w:rsidRPr="00CA52B4">
        <w:rPr>
          <w:rtl/>
          <w:lang w:bidi="fa-IR"/>
        </w:rPr>
        <w:t>عليه السلام</w:t>
      </w:r>
      <w:r>
        <w:rPr>
          <w:rtl/>
          <w:lang w:bidi="fa-IR"/>
        </w:rPr>
        <w:t>)</w:t>
      </w:r>
      <w:r w:rsidRPr="00CA52B4">
        <w:rPr>
          <w:rtl/>
          <w:lang w:bidi="fa-IR"/>
        </w:rPr>
        <w:t xml:space="preserve"> ، فولاه البحرين ، وله فيها عقب. وشهد صفّين ، والجمل ، ومات بالمدينة سنة 83 ه‍</w:t>
      </w:r>
      <w:r>
        <w:rPr>
          <w:rtl/>
          <w:lang w:bidi="fa-IR"/>
        </w:rPr>
        <w:t>.</w:t>
      </w:r>
      <w:r w:rsidRPr="00CA52B4">
        <w:rPr>
          <w:rtl/>
          <w:lang w:bidi="fa-IR"/>
        </w:rPr>
        <w:t xml:space="preserve"> وخلف : محمد. وما جاء في بعض المعاجم وكتب الرجال</w:t>
      </w:r>
    </w:p>
    <w:p w:rsidR="00843DF1" w:rsidRPr="00CA52B4" w:rsidRDefault="00843DF1" w:rsidP="00B10281">
      <w:pPr>
        <w:pStyle w:val="libNormal0"/>
        <w:rPr>
          <w:rtl/>
          <w:lang w:bidi="fa-IR"/>
        </w:rPr>
      </w:pPr>
      <w:r>
        <w:rPr>
          <w:rtl/>
          <w:lang w:bidi="fa-IR"/>
        </w:rPr>
        <w:br w:type="page"/>
      </w:r>
      <w:r>
        <w:rPr>
          <w:rtl/>
          <w:lang w:bidi="fa-IR"/>
        </w:rPr>
        <w:lastRenderedPageBreak/>
        <w:t>(</w:t>
      </w:r>
      <w:r w:rsidRPr="00CA52B4">
        <w:rPr>
          <w:rtl/>
          <w:lang w:bidi="fa-IR"/>
        </w:rPr>
        <w:t>عمرو بن أبي سلمة</w:t>
      </w:r>
      <w:r>
        <w:rPr>
          <w:rtl/>
          <w:lang w:bidi="fa-IR"/>
        </w:rPr>
        <w:t>)</w:t>
      </w:r>
      <w:r w:rsidRPr="00CA52B4">
        <w:rPr>
          <w:rtl/>
          <w:lang w:bidi="fa-IR"/>
        </w:rPr>
        <w:t xml:space="preserve"> فغير صحيح ، والصواب ما ذكرناه. كما أن لا صحة للقول في انه قتل بصفّين.</w:t>
      </w:r>
    </w:p>
    <w:p w:rsidR="00843DF1" w:rsidRPr="00CA52B4" w:rsidRDefault="00843DF1" w:rsidP="00347E77">
      <w:pPr>
        <w:pStyle w:val="libNormal"/>
        <w:rPr>
          <w:rtl/>
          <w:lang w:bidi="fa-IR"/>
        </w:rPr>
      </w:pPr>
      <w:r w:rsidRPr="00CA52B4">
        <w:rPr>
          <w:rtl/>
          <w:lang w:bidi="fa-IR"/>
        </w:rPr>
        <w:t>روى عنه ابنه محمد ، وأبو امامة بن سهل بن حنيف ، وسعيد بن المسيب ، وعروة بن الزبير ، وثابت البناني ، وعطاء بن أبي رياح ، وقدامة بن إبراهيم ، ومحمد بن حاطب ، وعبد الله بن كعب ، ووهب بن كيسان وغيرهم. وله اثنا عشر حديثا.</w:t>
      </w:r>
    </w:p>
    <w:p w:rsidR="00843DF1" w:rsidRPr="00CA52B4" w:rsidRDefault="00843DF1" w:rsidP="00B10281">
      <w:pPr>
        <w:pStyle w:val="libVar"/>
        <w:rPr>
          <w:rtl/>
          <w:lang w:bidi="fa-IR"/>
        </w:rPr>
      </w:pPr>
      <w:r w:rsidRPr="00CA52B4">
        <w:rPr>
          <w:rtl/>
          <w:lang w:bidi="fa-IR"/>
        </w:rPr>
        <w:t>الاستيعاب 2 / 474. أسد الغابة 4 / 79. الإصابة 2 / 519. أعلام نهج البلاغة / 39. أعيان الشيعة 8 / 380. البداية والنهاية 8 / 323. تاريخ بغداد 1 / 194.</w:t>
      </w:r>
      <w:r>
        <w:rPr>
          <w:rFonts w:hint="cs"/>
          <w:rtl/>
          <w:lang w:bidi="fa-IR"/>
        </w:rPr>
        <w:t xml:space="preserve"> </w:t>
      </w:r>
      <w:r w:rsidRPr="00CA52B4">
        <w:rPr>
          <w:rtl/>
          <w:lang w:bidi="fa-IR"/>
        </w:rPr>
        <w:t>تحفة الأحباب / 248. تذكرة الحفاظ 1 / 46. تقريب التهذيب 2 / 56. تنقيح المقال 2 / 340. تهذيب التهذيب 7 / 455. جامع الرواة 1 / 616. الجرح والتعديل 6 / 116.</w:t>
      </w:r>
      <w:r>
        <w:rPr>
          <w:rFonts w:hint="cs"/>
          <w:rtl/>
          <w:lang w:bidi="fa-IR"/>
        </w:rPr>
        <w:t xml:space="preserve"> </w:t>
      </w:r>
      <w:r w:rsidRPr="00CA52B4">
        <w:rPr>
          <w:rtl/>
          <w:lang w:bidi="fa-IR"/>
        </w:rPr>
        <w:t xml:space="preserve">جمهرة أنساب العرب / 88. الجمل / 215. الدرجات الرفيعة / 197. رجال الشيخ الطوسي / 50. سفينة البحار 2 / 259. شرح ابن أبي الحديد 6 / 219 </w:t>
      </w:r>
      <w:r>
        <w:rPr>
          <w:rtl/>
          <w:lang w:bidi="fa-IR"/>
        </w:rPr>
        <w:t>و 1</w:t>
      </w:r>
      <w:r w:rsidRPr="00CA52B4">
        <w:rPr>
          <w:rtl/>
          <w:lang w:bidi="fa-IR"/>
        </w:rPr>
        <w:t xml:space="preserve">2 / 223 </w:t>
      </w:r>
      <w:r>
        <w:rPr>
          <w:rtl/>
          <w:lang w:bidi="fa-IR"/>
        </w:rPr>
        <w:t>و 1</w:t>
      </w:r>
      <w:r w:rsidRPr="00CA52B4">
        <w:rPr>
          <w:rtl/>
          <w:lang w:bidi="fa-IR"/>
        </w:rPr>
        <w:t xml:space="preserve">4 / 17 </w:t>
      </w:r>
      <w:r>
        <w:rPr>
          <w:rtl/>
          <w:lang w:bidi="fa-IR"/>
        </w:rPr>
        <w:t>و 1</w:t>
      </w:r>
      <w:r w:rsidRPr="00CA52B4">
        <w:rPr>
          <w:rtl/>
          <w:lang w:bidi="fa-IR"/>
        </w:rPr>
        <w:t xml:space="preserve">6 / 173 </w:t>
      </w:r>
      <w:r>
        <w:rPr>
          <w:rtl/>
          <w:lang w:bidi="fa-IR"/>
        </w:rPr>
        <w:t>و 2</w:t>
      </w:r>
      <w:r w:rsidRPr="00CA52B4">
        <w:rPr>
          <w:rtl/>
          <w:lang w:bidi="fa-IR"/>
        </w:rPr>
        <w:t xml:space="preserve">0 / 114 </w:t>
      </w:r>
      <w:r>
        <w:rPr>
          <w:rtl/>
          <w:lang w:bidi="fa-IR"/>
        </w:rPr>
        <w:t>و 2</w:t>
      </w:r>
      <w:r w:rsidRPr="00CA52B4">
        <w:rPr>
          <w:rtl/>
          <w:lang w:bidi="fa-IR"/>
        </w:rPr>
        <w:t xml:space="preserve"> / 10. الطبقات الكبرى 3 / 297 ، 456 </w:t>
      </w:r>
      <w:r>
        <w:rPr>
          <w:rtl/>
          <w:lang w:bidi="fa-IR"/>
        </w:rPr>
        <w:t>و 8</w:t>
      </w:r>
      <w:r w:rsidRPr="00CA52B4">
        <w:rPr>
          <w:rtl/>
          <w:lang w:bidi="fa-IR"/>
        </w:rPr>
        <w:t xml:space="preserve"> / 92.</w:t>
      </w:r>
      <w:r>
        <w:rPr>
          <w:rFonts w:hint="cs"/>
          <w:rtl/>
          <w:lang w:bidi="fa-IR"/>
        </w:rPr>
        <w:t xml:space="preserve"> </w:t>
      </w:r>
      <w:r w:rsidRPr="00CA52B4">
        <w:rPr>
          <w:rtl/>
          <w:lang w:bidi="fa-IR"/>
        </w:rPr>
        <w:t xml:space="preserve">طبقات الحفاظ / 49 ، 64. الغدير 1 / 56 ، 200 ، 386 </w:t>
      </w:r>
      <w:r>
        <w:rPr>
          <w:rtl/>
          <w:lang w:bidi="fa-IR"/>
        </w:rPr>
        <w:t>و 1</w:t>
      </w:r>
      <w:r w:rsidRPr="00CA52B4">
        <w:rPr>
          <w:rtl/>
          <w:lang w:bidi="fa-IR"/>
        </w:rPr>
        <w:t xml:space="preserve">1 / 19 ، 24. الغارات 2 / 605. قاموس الرجال 7 / 176. الكامل في التأريخ 3 / 204 </w:t>
      </w:r>
      <w:r>
        <w:rPr>
          <w:rtl/>
          <w:lang w:bidi="fa-IR"/>
        </w:rPr>
        <w:t>و 4</w:t>
      </w:r>
      <w:r w:rsidRPr="00CA52B4">
        <w:rPr>
          <w:rtl/>
          <w:lang w:bidi="fa-IR"/>
        </w:rPr>
        <w:t xml:space="preserve"> / 525. مجمع الرجال 4 / 274. معجم رجال الحديث 13 / 13. منتهى المقال / 233. المجروحون من المحدثين 3 / 271. نقد الرجال / 249. النهاية في غريب الحديث 3 / 126 ، 153.</w:t>
      </w:r>
    </w:p>
    <w:p w:rsidR="00843DF1" w:rsidRPr="00CA52B4" w:rsidRDefault="00843DF1" w:rsidP="00EB70B9">
      <w:pPr>
        <w:pStyle w:val="libBold1"/>
        <w:rPr>
          <w:rtl/>
          <w:lang w:bidi="fa-IR"/>
        </w:rPr>
      </w:pPr>
      <w:r w:rsidRPr="00CA52B4">
        <w:rPr>
          <w:rtl/>
        </w:rPr>
        <w:t>843</w:t>
      </w:r>
      <w:r>
        <w:rPr>
          <w:rtl/>
        </w:rPr>
        <w:t xml:space="preserve"> ـ </w:t>
      </w:r>
      <w:r w:rsidRPr="00CA52B4">
        <w:rPr>
          <w:rtl/>
        </w:rPr>
        <w:t>عمر بن الإمام علي بن أبي طالب بن عبد المطلب بن هاشم بن عبد مناف الهاشمي القرشي الشهيد 61 ه‍</w:t>
      </w:r>
      <w:r>
        <w:rPr>
          <w:rtl/>
        </w:rPr>
        <w:t>.</w:t>
      </w:r>
    </w:p>
    <w:p w:rsidR="00843DF1" w:rsidRPr="00CA52B4" w:rsidRDefault="00843DF1" w:rsidP="00347E77">
      <w:pPr>
        <w:pStyle w:val="libNormal"/>
        <w:rPr>
          <w:rtl/>
          <w:lang w:bidi="fa-IR"/>
        </w:rPr>
      </w:pPr>
      <w:r w:rsidRPr="00CA52B4">
        <w:rPr>
          <w:rtl/>
          <w:lang w:bidi="fa-IR"/>
        </w:rPr>
        <w:t xml:space="preserve">أمه الصهباء بنت ربيعة من بني تغلب. خرج في صحبة أخيه السبط الشهيد الحسين </w:t>
      </w:r>
      <w:r>
        <w:rPr>
          <w:rtl/>
          <w:lang w:bidi="fa-IR"/>
        </w:rPr>
        <w:t>(</w:t>
      </w:r>
      <w:r w:rsidRPr="00CA52B4">
        <w:rPr>
          <w:rtl/>
          <w:lang w:bidi="fa-IR"/>
        </w:rPr>
        <w:t>عليه السلام</w:t>
      </w:r>
      <w:r>
        <w:rPr>
          <w:rtl/>
          <w:lang w:bidi="fa-IR"/>
        </w:rPr>
        <w:t>)</w:t>
      </w:r>
      <w:r w:rsidRPr="00CA52B4">
        <w:rPr>
          <w:rtl/>
          <w:lang w:bidi="fa-IR"/>
        </w:rPr>
        <w:t xml:space="preserve"> ، واستشهد في كربلاء عام 61 ه‍</w:t>
      </w:r>
      <w:r>
        <w:rPr>
          <w:rtl/>
          <w:lang w:bidi="fa-IR"/>
        </w:rPr>
        <w:t>.</w:t>
      </w:r>
      <w:r w:rsidRPr="00CA52B4">
        <w:rPr>
          <w:rtl/>
          <w:lang w:bidi="fa-IR"/>
        </w:rPr>
        <w:t xml:space="preserve"> وأعقب :</w:t>
      </w:r>
      <w:r>
        <w:rPr>
          <w:rFonts w:hint="cs"/>
          <w:rtl/>
          <w:lang w:bidi="fa-IR"/>
        </w:rPr>
        <w:t xml:space="preserve"> </w:t>
      </w:r>
      <w:r w:rsidRPr="00CA52B4">
        <w:rPr>
          <w:rtl/>
          <w:lang w:bidi="fa-IR"/>
        </w:rPr>
        <w:t xml:space="preserve">محمدا ، عبيد الله ، عليا. وكان آخر ولد أمير المؤمنين </w:t>
      </w:r>
      <w:r>
        <w:rPr>
          <w:rtl/>
          <w:lang w:bidi="fa-IR"/>
        </w:rPr>
        <w:t>(</w:t>
      </w:r>
      <w:r w:rsidRPr="00CA52B4">
        <w:rPr>
          <w:rtl/>
          <w:lang w:bidi="fa-IR"/>
        </w:rPr>
        <w:t>عليه السلام</w:t>
      </w:r>
      <w:r>
        <w:rPr>
          <w:rtl/>
          <w:lang w:bidi="fa-IR"/>
        </w:rPr>
        <w:t>)</w:t>
      </w:r>
      <w:r w:rsidRPr="00CA52B4">
        <w:rPr>
          <w:rtl/>
          <w:lang w:bidi="fa-IR"/>
        </w:rPr>
        <w:t xml:space="preserve"> ، وجاء أنّه لم يخرج مع أخيه ، وأقام في المدينة وقتل مع مصعب بن الزبير ، أيام المختار ، وجاء أنّ الذي قتل مع مصعب هو عبد الله بن عليّ بن أبي طالب ، لا هو.</w:t>
      </w:r>
    </w:p>
    <w:p w:rsidR="00843DF1" w:rsidRPr="00CA52B4" w:rsidRDefault="00843DF1" w:rsidP="00347E77">
      <w:pPr>
        <w:pStyle w:val="libNormal"/>
        <w:rPr>
          <w:rtl/>
          <w:lang w:bidi="fa-IR"/>
        </w:rPr>
      </w:pPr>
      <w:r w:rsidRPr="00CA52B4">
        <w:rPr>
          <w:rtl/>
          <w:lang w:bidi="fa-IR"/>
        </w:rPr>
        <w:t>روى عنه أولاده ، وأبو زرعة عمرو بن جابر الحضرمي ، وأجمعوا على</w:t>
      </w:r>
    </w:p>
    <w:p w:rsidR="00843DF1" w:rsidRPr="00CA52B4" w:rsidRDefault="00843DF1" w:rsidP="00B10281">
      <w:pPr>
        <w:pStyle w:val="libNormal0"/>
        <w:rPr>
          <w:rtl/>
          <w:lang w:bidi="fa-IR"/>
        </w:rPr>
      </w:pPr>
      <w:r>
        <w:rPr>
          <w:rtl/>
          <w:lang w:bidi="fa-IR"/>
        </w:rPr>
        <w:br w:type="page"/>
      </w:r>
      <w:r w:rsidRPr="00CA52B4">
        <w:rPr>
          <w:rtl/>
          <w:lang w:bidi="fa-IR"/>
        </w:rPr>
        <w:lastRenderedPageBreak/>
        <w:t>توثيقه وصلاحه ، وأنّه عاش إلى زمن الوليد بن عبد الملك. وذكره ابن حبان في الثقات.</w:t>
      </w:r>
    </w:p>
    <w:p w:rsidR="00843DF1" w:rsidRPr="00CA52B4" w:rsidRDefault="00843DF1" w:rsidP="00B10281">
      <w:pPr>
        <w:pStyle w:val="libVar"/>
        <w:rPr>
          <w:rtl/>
          <w:lang w:bidi="fa-IR"/>
        </w:rPr>
      </w:pPr>
      <w:r w:rsidRPr="00CA52B4">
        <w:rPr>
          <w:rtl/>
          <w:lang w:bidi="fa-IR"/>
        </w:rPr>
        <w:t>الأخبار الطوال / 306 ، 307. تقريب التهذيب 2 / 61. تنقيح المقال 2 / 245.</w:t>
      </w:r>
      <w:r>
        <w:rPr>
          <w:rFonts w:hint="cs"/>
          <w:rtl/>
          <w:lang w:bidi="fa-IR"/>
        </w:rPr>
        <w:t xml:space="preserve"> </w:t>
      </w:r>
      <w:r w:rsidRPr="00CA52B4">
        <w:rPr>
          <w:rtl/>
          <w:lang w:bidi="fa-IR"/>
        </w:rPr>
        <w:t xml:space="preserve">تهذيب التهذيب 7 / 485. تحفة الأحباب / 251. الجرح والتعديل 6 / 124. جمهرة أنساب العرب / 66. رجال ابن داود / 145. شرح ابن أبي الحديد 4 / 101 </w:t>
      </w:r>
      <w:r>
        <w:rPr>
          <w:rtl/>
          <w:lang w:bidi="fa-IR"/>
        </w:rPr>
        <w:t>و 9</w:t>
      </w:r>
      <w:r w:rsidRPr="00CA52B4">
        <w:rPr>
          <w:rtl/>
          <w:lang w:bidi="fa-IR"/>
        </w:rPr>
        <w:t xml:space="preserve"> / 242.</w:t>
      </w:r>
      <w:r>
        <w:rPr>
          <w:rFonts w:hint="cs"/>
          <w:rtl/>
          <w:lang w:bidi="fa-IR"/>
        </w:rPr>
        <w:t xml:space="preserve"> </w:t>
      </w:r>
      <w:r w:rsidRPr="00CA52B4">
        <w:rPr>
          <w:rtl/>
          <w:lang w:bidi="fa-IR"/>
        </w:rPr>
        <w:t xml:space="preserve">الطبقات الكبرى 5 / 117. العقد الفريد 5 / 141. عمدة الطالب / 64. الغدير 1 / 69 </w:t>
      </w:r>
      <w:r>
        <w:rPr>
          <w:rtl/>
          <w:lang w:bidi="fa-IR"/>
        </w:rPr>
        <w:t>و 8</w:t>
      </w:r>
      <w:r w:rsidRPr="00CA52B4">
        <w:rPr>
          <w:rtl/>
          <w:lang w:bidi="fa-IR"/>
        </w:rPr>
        <w:t xml:space="preserve"> / 9. الغارات 2 / 579</w:t>
      </w:r>
      <w:r>
        <w:rPr>
          <w:rtl/>
          <w:lang w:bidi="fa-IR"/>
        </w:rPr>
        <w:t xml:space="preserve"> ـ </w:t>
      </w:r>
      <w:r w:rsidRPr="00CA52B4">
        <w:rPr>
          <w:rtl/>
          <w:lang w:bidi="fa-IR"/>
        </w:rPr>
        <w:t xml:space="preserve">580. قاموس الرجال 7 / 214. الكامل في التأريخ 2 / 399 ، 408 </w:t>
      </w:r>
      <w:r>
        <w:rPr>
          <w:rtl/>
          <w:lang w:bidi="fa-IR"/>
        </w:rPr>
        <w:t>و 3</w:t>
      </w:r>
      <w:r w:rsidRPr="00CA52B4">
        <w:rPr>
          <w:rtl/>
          <w:lang w:bidi="fa-IR"/>
        </w:rPr>
        <w:t xml:space="preserve"> / 397. المعارف / 95. معجم رجال الحديث 2 / 140 </w:t>
      </w:r>
      <w:r>
        <w:rPr>
          <w:rtl/>
          <w:lang w:bidi="fa-IR"/>
        </w:rPr>
        <w:t>و 1</w:t>
      </w:r>
      <w:r w:rsidRPr="00CA52B4">
        <w:rPr>
          <w:rtl/>
          <w:lang w:bidi="fa-IR"/>
        </w:rPr>
        <w:t>3 / 45.</w:t>
      </w:r>
      <w:r>
        <w:rPr>
          <w:rFonts w:hint="cs"/>
          <w:rtl/>
          <w:lang w:bidi="fa-IR"/>
        </w:rPr>
        <w:t xml:space="preserve"> </w:t>
      </w:r>
      <w:r w:rsidRPr="00CA52B4">
        <w:rPr>
          <w:rtl/>
          <w:lang w:bidi="fa-IR"/>
        </w:rPr>
        <w:t>المناقب 3 / 304. منتهى المقال / 238. مقاتل الطالبيين / 84. المجروحون من المحدّثين 3 / 271.</w:t>
      </w:r>
    </w:p>
    <w:p w:rsidR="00843DF1" w:rsidRPr="00CA52B4" w:rsidRDefault="00843DF1" w:rsidP="00EB70B9">
      <w:pPr>
        <w:pStyle w:val="libBold1"/>
        <w:rPr>
          <w:rtl/>
          <w:lang w:bidi="fa-IR"/>
        </w:rPr>
      </w:pPr>
      <w:r w:rsidRPr="00CA52B4">
        <w:rPr>
          <w:rtl/>
        </w:rPr>
        <w:t>844</w:t>
      </w:r>
      <w:r>
        <w:rPr>
          <w:rtl/>
        </w:rPr>
        <w:t xml:space="preserve"> ـ </w:t>
      </w:r>
      <w:r w:rsidRPr="00CA52B4">
        <w:rPr>
          <w:rtl/>
        </w:rPr>
        <w:t>عمران بن ثابت أبو نهيك</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إسحاق بن أبي نباتة ، وفي نسخة : إسحاق بن نباتة.</w:t>
      </w:r>
    </w:p>
    <w:p w:rsidR="00843DF1" w:rsidRPr="00CA52B4" w:rsidRDefault="00843DF1" w:rsidP="00B10281">
      <w:pPr>
        <w:pStyle w:val="libVar"/>
        <w:rPr>
          <w:rtl/>
          <w:lang w:bidi="fa-IR"/>
        </w:rPr>
      </w:pPr>
      <w:r w:rsidRPr="00CA52B4">
        <w:rPr>
          <w:rtl/>
          <w:lang w:bidi="fa-IR"/>
        </w:rPr>
        <w:t>الجرح والتعديل 6 / 295. لسان الميزان 4 / 344. ميزان الاعتدال 3 / 235.</w:t>
      </w:r>
    </w:p>
    <w:p w:rsidR="00843DF1" w:rsidRPr="00CA52B4" w:rsidRDefault="00843DF1" w:rsidP="00EB70B9">
      <w:pPr>
        <w:pStyle w:val="libBold1"/>
        <w:rPr>
          <w:rtl/>
          <w:lang w:bidi="fa-IR"/>
        </w:rPr>
      </w:pPr>
      <w:r w:rsidRPr="00CA52B4">
        <w:rPr>
          <w:rtl/>
        </w:rPr>
        <w:t>845</w:t>
      </w:r>
      <w:r>
        <w:rPr>
          <w:rtl/>
        </w:rPr>
        <w:t xml:space="preserve"> ـ </w:t>
      </w:r>
      <w:r w:rsidRPr="00CA52B4">
        <w:rPr>
          <w:rtl/>
        </w:rPr>
        <w:t xml:space="preserve">عمران </w:t>
      </w:r>
      <w:r>
        <w:rPr>
          <w:rtl/>
        </w:rPr>
        <w:t>(</w:t>
      </w:r>
      <w:r w:rsidRPr="00CA52B4">
        <w:rPr>
          <w:rtl/>
        </w:rPr>
        <w:t>أبو نجيد</w:t>
      </w:r>
      <w:r>
        <w:rPr>
          <w:rtl/>
        </w:rPr>
        <w:t>)</w:t>
      </w:r>
      <w:r w:rsidRPr="00CA52B4">
        <w:rPr>
          <w:rtl/>
        </w:rPr>
        <w:t xml:space="preserve"> بن الحصين بن عبيد بن خلف بن عبد نهم بن حذيفة بن جهمة بن غاضرة بن حبشية بن كعب بن عمرو الخزاعي الكعبي المتوفى 52 ه‍</w:t>
      </w:r>
      <w:r>
        <w:rPr>
          <w:rtl/>
        </w:rPr>
        <w:t>.</w:t>
      </w:r>
    </w:p>
    <w:p w:rsidR="00843DF1" w:rsidRPr="00CA52B4" w:rsidRDefault="00843DF1" w:rsidP="00347E77">
      <w:pPr>
        <w:pStyle w:val="libNormal"/>
        <w:rPr>
          <w:rtl/>
          <w:lang w:bidi="fa-IR"/>
        </w:rPr>
      </w:pPr>
      <w:r w:rsidRPr="00CA52B4">
        <w:rPr>
          <w:rtl/>
          <w:lang w:bidi="fa-IR"/>
        </w:rPr>
        <w:t xml:space="preserve">من فضلاء الصحابة ، غزى مع النبيّ </w:t>
      </w:r>
      <w:r>
        <w:rPr>
          <w:rtl/>
          <w:lang w:bidi="fa-IR"/>
        </w:rPr>
        <w:t>(</w:t>
      </w:r>
      <w:r w:rsidRPr="00CA52B4">
        <w:rPr>
          <w:rtl/>
          <w:lang w:bidi="fa-IR"/>
        </w:rPr>
        <w:t>صلّى الله عليه وآله وسلّم</w:t>
      </w:r>
      <w:r>
        <w:rPr>
          <w:rtl/>
          <w:lang w:bidi="fa-IR"/>
        </w:rPr>
        <w:t>)</w:t>
      </w:r>
      <w:r w:rsidRPr="00CA52B4">
        <w:rPr>
          <w:rtl/>
          <w:lang w:bidi="fa-IR"/>
        </w:rPr>
        <w:t xml:space="preserve"> غزوات ، ورجع إلى أمير المؤمنين </w:t>
      </w:r>
      <w:r>
        <w:rPr>
          <w:rtl/>
          <w:lang w:bidi="fa-IR"/>
        </w:rPr>
        <w:t>(</w:t>
      </w:r>
      <w:r w:rsidRPr="00CA52B4">
        <w:rPr>
          <w:rtl/>
          <w:lang w:bidi="fa-IR"/>
        </w:rPr>
        <w:t>عليه السلام</w:t>
      </w:r>
      <w:r>
        <w:rPr>
          <w:rtl/>
          <w:lang w:bidi="fa-IR"/>
        </w:rPr>
        <w:t>)</w:t>
      </w:r>
      <w:r w:rsidRPr="00CA52B4">
        <w:rPr>
          <w:rtl/>
          <w:lang w:bidi="fa-IR"/>
        </w:rPr>
        <w:t xml:space="preserve"> وكان فقيها سئل عن متعة النساء فقال : أتانا بها كتاب الله ، وأمرنا بها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ثم قال فيها رجل برأيه ما شاء. أسلم مع أبي هريرة وكان ورعا ، وكانت الملائكة تسلّم عليه. ومات سنة 52 ه‍</w:t>
      </w:r>
      <w:r>
        <w:rPr>
          <w:rtl/>
          <w:lang w:bidi="fa-IR"/>
        </w:rPr>
        <w:t>.</w:t>
      </w:r>
      <w:r w:rsidRPr="00CA52B4">
        <w:rPr>
          <w:rtl/>
          <w:lang w:bidi="fa-IR"/>
        </w:rPr>
        <w:t xml:space="preserve"> وجاء أنّه قال : لو أردت لتحدثت يومين متتابعين عن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فإنّي سمعت كما سمعوا ، وشهدت كما شهدوا ، لكنّهم يحدّثون بأحاديث ما هي كما يقولون ، وأخاف أن يشبه لي كما شبه لهم.</w:t>
      </w:r>
    </w:p>
    <w:p w:rsidR="00843DF1" w:rsidRPr="00CA52B4" w:rsidRDefault="00843DF1" w:rsidP="00347E77">
      <w:pPr>
        <w:pStyle w:val="libNormal"/>
        <w:rPr>
          <w:rtl/>
          <w:lang w:bidi="fa-IR"/>
        </w:rPr>
      </w:pPr>
      <w:r w:rsidRPr="00CA52B4">
        <w:rPr>
          <w:rtl/>
          <w:lang w:bidi="fa-IR"/>
        </w:rPr>
        <w:t>وقد اعتزل حرب صفّين. له في الصحاح. 13 حديثا. ولاه زياد قضاء البصرة وتوفي بها.</w:t>
      </w:r>
    </w:p>
    <w:p w:rsidR="00843DF1" w:rsidRPr="00CA52B4" w:rsidRDefault="00843DF1" w:rsidP="00B10281">
      <w:pPr>
        <w:pStyle w:val="libVar"/>
        <w:rPr>
          <w:rtl/>
          <w:lang w:bidi="fa-IR"/>
        </w:rPr>
      </w:pPr>
      <w:r w:rsidRPr="00CA52B4">
        <w:rPr>
          <w:rtl/>
          <w:lang w:bidi="fa-IR"/>
        </w:rPr>
        <w:t>إتقان المقال / 212. أسد الغابة 4 / 137. الاشتقاق / 473. الإصابة 3 / 26.</w:t>
      </w:r>
    </w:p>
    <w:p w:rsidR="00843DF1" w:rsidRPr="00CA52B4" w:rsidRDefault="00843DF1" w:rsidP="00B10281">
      <w:pPr>
        <w:pStyle w:val="libVar0"/>
        <w:rPr>
          <w:rtl/>
          <w:lang w:bidi="fa-IR"/>
        </w:rPr>
      </w:pPr>
      <w:r>
        <w:rPr>
          <w:rtl/>
          <w:lang w:bidi="fa-IR"/>
        </w:rPr>
        <w:br w:type="page"/>
      </w:r>
      <w:r w:rsidRPr="00CA52B4">
        <w:rPr>
          <w:rtl/>
          <w:lang w:bidi="fa-IR"/>
        </w:rPr>
        <w:lastRenderedPageBreak/>
        <w:t>الأعلام 5 / 232. البداية والنهاية 7 / 232. تاريخ الطبري 5 / 200. تاريخ الخلفاء / 205. تاريخ الخميس 2 / 295. تحفة الأحباب / 257. تقريب التهذيب 2 / 82. تنقيح المقال 2 / 350. تهذيب التهذيب 8 / 125. تذكرة الحفاظ 1 / 29.</w:t>
      </w:r>
      <w:r>
        <w:rPr>
          <w:rFonts w:hint="cs"/>
          <w:rtl/>
          <w:lang w:bidi="fa-IR"/>
        </w:rPr>
        <w:t xml:space="preserve"> </w:t>
      </w:r>
      <w:r w:rsidRPr="00CA52B4">
        <w:rPr>
          <w:rtl/>
          <w:lang w:bidi="fa-IR"/>
        </w:rPr>
        <w:t xml:space="preserve">تاريخ جرجان / 421 ، 570. جامع الرواة 1 / 641. الجرح والتعديل 6 / 296. جمهرة أنساب العرب / 237. خلاصة الأقوال / 124. رجال ابن داود / 146. شذرات الذهب 1 / 58. ابن أبي الحديد 1 / 94 </w:t>
      </w:r>
      <w:r>
        <w:rPr>
          <w:rtl/>
          <w:lang w:bidi="fa-IR"/>
        </w:rPr>
        <w:t>و 2</w:t>
      </w:r>
      <w:r w:rsidRPr="00CA52B4">
        <w:rPr>
          <w:rtl/>
          <w:lang w:bidi="fa-IR"/>
        </w:rPr>
        <w:t xml:space="preserve"> / 141 </w:t>
      </w:r>
      <w:r>
        <w:rPr>
          <w:rtl/>
          <w:lang w:bidi="fa-IR"/>
        </w:rPr>
        <w:t>و 4</w:t>
      </w:r>
      <w:r w:rsidRPr="00CA52B4">
        <w:rPr>
          <w:rtl/>
          <w:lang w:bidi="fa-IR"/>
        </w:rPr>
        <w:t xml:space="preserve"> / 77 </w:t>
      </w:r>
      <w:r>
        <w:rPr>
          <w:rtl/>
          <w:lang w:bidi="fa-IR"/>
        </w:rPr>
        <w:t>و 9</w:t>
      </w:r>
      <w:r w:rsidRPr="00CA52B4">
        <w:rPr>
          <w:rtl/>
          <w:lang w:bidi="fa-IR"/>
        </w:rPr>
        <w:t xml:space="preserve"> / 313 </w:t>
      </w:r>
      <w:r>
        <w:rPr>
          <w:rtl/>
          <w:lang w:bidi="fa-IR"/>
        </w:rPr>
        <w:t>و 1</w:t>
      </w:r>
      <w:r w:rsidRPr="00CA52B4">
        <w:rPr>
          <w:rtl/>
          <w:lang w:bidi="fa-IR"/>
        </w:rPr>
        <w:t xml:space="preserve">2 / 233 </w:t>
      </w:r>
      <w:r>
        <w:rPr>
          <w:rtl/>
          <w:lang w:bidi="fa-IR"/>
        </w:rPr>
        <w:t>و 1</w:t>
      </w:r>
      <w:r w:rsidRPr="00CA52B4">
        <w:rPr>
          <w:rtl/>
          <w:lang w:bidi="fa-IR"/>
        </w:rPr>
        <w:t>7 / 131.</w:t>
      </w:r>
      <w:r>
        <w:rPr>
          <w:rFonts w:hint="cs"/>
          <w:rtl/>
          <w:lang w:bidi="fa-IR"/>
        </w:rPr>
        <w:t xml:space="preserve"> </w:t>
      </w:r>
      <w:r w:rsidRPr="00CA52B4">
        <w:rPr>
          <w:rtl/>
          <w:lang w:bidi="fa-IR"/>
        </w:rPr>
        <w:t xml:space="preserve">الطبقات الكبرى 4 / 287. طبقات الحفاظ / 8. العقد الفريد 3 / 298 </w:t>
      </w:r>
      <w:r>
        <w:rPr>
          <w:rtl/>
          <w:lang w:bidi="fa-IR"/>
        </w:rPr>
        <w:t>و 5</w:t>
      </w:r>
      <w:r w:rsidRPr="00CA52B4">
        <w:rPr>
          <w:rtl/>
          <w:lang w:bidi="fa-IR"/>
        </w:rPr>
        <w:t xml:space="preserve"> / 64. العبر 1 / 57. الغدير 1 / 57 ، 299 </w:t>
      </w:r>
      <w:r>
        <w:rPr>
          <w:rtl/>
          <w:lang w:bidi="fa-IR"/>
        </w:rPr>
        <w:t>و 2</w:t>
      </w:r>
      <w:r w:rsidRPr="00CA52B4">
        <w:rPr>
          <w:rtl/>
          <w:lang w:bidi="fa-IR"/>
        </w:rPr>
        <w:t xml:space="preserve"> / 40 </w:t>
      </w:r>
      <w:r>
        <w:rPr>
          <w:rtl/>
          <w:lang w:bidi="fa-IR"/>
        </w:rPr>
        <w:t>و 3</w:t>
      </w:r>
      <w:r w:rsidRPr="00CA52B4">
        <w:rPr>
          <w:rtl/>
          <w:lang w:bidi="fa-IR"/>
        </w:rPr>
        <w:t xml:space="preserve"> / 215 ، 245</w:t>
      </w:r>
      <w:r>
        <w:rPr>
          <w:rtl/>
          <w:lang w:bidi="fa-IR"/>
        </w:rPr>
        <w:t xml:space="preserve"> ـ </w:t>
      </w:r>
      <w:r w:rsidRPr="00CA52B4">
        <w:rPr>
          <w:rtl/>
          <w:lang w:bidi="fa-IR"/>
        </w:rPr>
        <w:t xml:space="preserve">الفهارس / 239. الغارات 2 / 579. قاموس الرجال 7 / 229. الكامل في التأريخ 2 / 541 </w:t>
      </w:r>
      <w:r>
        <w:rPr>
          <w:rtl/>
          <w:lang w:bidi="fa-IR"/>
        </w:rPr>
        <w:t>و 3</w:t>
      </w:r>
      <w:r w:rsidRPr="00CA52B4">
        <w:rPr>
          <w:rtl/>
          <w:lang w:bidi="fa-IR"/>
        </w:rPr>
        <w:t xml:space="preserve"> / 101 ، 160 ، 211 ، 241 ، 451 ، 492. مجمع الرجال 4 / 269. مرآة الجنان 1 / 125.</w:t>
      </w:r>
      <w:r>
        <w:rPr>
          <w:rFonts w:hint="cs"/>
          <w:rtl/>
          <w:lang w:bidi="fa-IR"/>
        </w:rPr>
        <w:t xml:space="preserve"> </w:t>
      </w:r>
      <w:r w:rsidRPr="00CA52B4">
        <w:rPr>
          <w:rtl/>
          <w:lang w:bidi="fa-IR"/>
        </w:rPr>
        <w:t xml:space="preserve">المعارف / 134. معجم الثقات / 313. معجم رجال الحديث 13 / 139. منتهى المقال / 240. المجروحون 2 / 23 ، 163 ، 164. النجوم الزاهرة 1 / 143. نقد الرجال / 257. النهاية في غريب الحديث 1 / 126 ، 316 ، 401 </w:t>
      </w:r>
      <w:r>
        <w:rPr>
          <w:rtl/>
          <w:lang w:bidi="fa-IR"/>
        </w:rPr>
        <w:t>و 5</w:t>
      </w:r>
      <w:r w:rsidRPr="00CA52B4">
        <w:rPr>
          <w:rtl/>
          <w:lang w:bidi="fa-IR"/>
        </w:rPr>
        <w:t xml:space="preserve"> / 212 ، 411.</w:t>
      </w:r>
      <w:r>
        <w:rPr>
          <w:rFonts w:hint="cs"/>
          <w:rtl/>
          <w:lang w:bidi="fa-IR"/>
        </w:rPr>
        <w:t xml:space="preserve"> </w:t>
      </w:r>
      <w:r w:rsidRPr="00CA52B4">
        <w:rPr>
          <w:rtl/>
          <w:lang w:bidi="fa-IR"/>
        </w:rPr>
        <w:t xml:space="preserve">وفيات الأعيان 2 / 300 </w:t>
      </w:r>
      <w:r>
        <w:rPr>
          <w:rtl/>
          <w:lang w:bidi="fa-IR"/>
        </w:rPr>
        <w:t>و 4</w:t>
      </w:r>
      <w:r w:rsidRPr="00CA52B4">
        <w:rPr>
          <w:rtl/>
          <w:lang w:bidi="fa-IR"/>
        </w:rPr>
        <w:t xml:space="preserve"> / 184.</w:t>
      </w:r>
    </w:p>
    <w:p w:rsidR="00843DF1" w:rsidRPr="00CA52B4" w:rsidRDefault="00843DF1" w:rsidP="00EB70B9">
      <w:pPr>
        <w:pStyle w:val="libBold1"/>
        <w:rPr>
          <w:rtl/>
          <w:lang w:bidi="fa-IR"/>
        </w:rPr>
      </w:pPr>
      <w:r w:rsidRPr="00CA52B4">
        <w:rPr>
          <w:rtl/>
        </w:rPr>
        <w:t>846</w:t>
      </w:r>
      <w:r>
        <w:rPr>
          <w:rtl/>
        </w:rPr>
        <w:t xml:space="preserve"> ـ </w:t>
      </w:r>
      <w:r w:rsidRPr="00CA52B4">
        <w:rPr>
          <w:rtl/>
        </w:rPr>
        <w:t>عمران بن طلحة بن عبيد الله التيمي الحجازي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ولد على عهد النبيّ </w:t>
      </w:r>
      <w:r>
        <w:rPr>
          <w:rtl/>
          <w:lang w:bidi="fa-IR"/>
        </w:rPr>
        <w:t>(</w:t>
      </w:r>
      <w:r w:rsidRPr="00CA52B4">
        <w:rPr>
          <w:rtl/>
          <w:lang w:bidi="fa-IR"/>
        </w:rPr>
        <w:t>صلّى الله عليه وآله وسلّم</w:t>
      </w:r>
      <w:r>
        <w:rPr>
          <w:rtl/>
          <w:lang w:bidi="fa-IR"/>
        </w:rPr>
        <w:t>)</w:t>
      </w:r>
      <w:r w:rsidRPr="00CA52B4">
        <w:rPr>
          <w:rtl/>
          <w:lang w:bidi="fa-IR"/>
        </w:rPr>
        <w:t xml:space="preserve"> فسمّي عمران. محدّث. وكان في الطبقة الأولى من أهل المدينة. وأمه حمنة بنت جحش. وروى عنه جمع منهم :</w:t>
      </w:r>
      <w:r>
        <w:rPr>
          <w:rFonts w:hint="cs"/>
          <w:rtl/>
          <w:lang w:bidi="fa-IR"/>
        </w:rPr>
        <w:t xml:space="preserve"> </w:t>
      </w:r>
      <w:r w:rsidRPr="00CA52B4">
        <w:rPr>
          <w:rtl/>
          <w:lang w:bidi="fa-IR"/>
        </w:rPr>
        <w:t>إبراهيم بن محمد بن طلحة ، ومعاوية بن إسحاق بن طلحة ، وسعد بن طريف الإسكاف.</w:t>
      </w:r>
    </w:p>
    <w:p w:rsidR="00843DF1" w:rsidRPr="00CA52B4" w:rsidRDefault="00843DF1" w:rsidP="00347E77">
      <w:pPr>
        <w:pStyle w:val="libNormal"/>
        <w:rPr>
          <w:rtl/>
          <w:lang w:bidi="fa-IR"/>
        </w:rPr>
      </w:pPr>
      <w:r w:rsidRPr="00CA52B4">
        <w:rPr>
          <w:rtl/>
          <w:lang w:bidi="fa-IR"/>
        </w:rPr>
        <w:t>ذكره ابن سعد في الطبقة الأولى من أهل المدينة ، وقال العجلي مدني تابعي ثقة. وذكره ابن حبان في الثقات. له أحاديث في السنن.</w:t>
      </w:r>
    </w:p>
    <w:p w:rsidR="00843DF1" w:rsidRPr="00CA52B4" w:rsidRDefault="00843DF1" w:rsidP="00B10281">
      <w:pPr>
        <w:pStyle w:val="libVar"/>
        <w:rPr>
          <w:rtl/>
          <w:lang w:bidi="fa-IR"/>
        </w:rPr>
      </w:pPr>
      <w:r w:rsidRPr="00CA52B4">
        <w:rPr>
          <w:rtl/>
          <w:lang w:bidi="fa-IR"/>
        </w:rPr>
        <w:t>تهذيب التهذيب 8 / 133. الجرح والتعديل 6 / 299. الطبقات الكبرى 3 / 224.</w:t>
      </w:r>
      <w:r>
        <w:rPr>
          <w:rFonts w:hint="cs"/>
          <w:rtl/>
          <w:lang w:bidi="fa-IR"/>
        </w:rPr>
        <w:t xml:space="preserve"> </w:t>
      </w:r>
      <w:r w:rsidRPr="00CA52B4">
        <w:rPr>
          <w:rtl/>
          <w:lang w:bidi="fa-IR"/>
        </w:rPr>
        <w:t>الغارات 2 / 739. ميزان الاعتدال 3 / 238.</w:t>
      </w:r>
    </w:p>
    <w:p w:rsidR="00843DF1" w:rsidRPr="00CA52B4" w:rsidRDefault="00843DF1" w:rsidP="00EB70B9">
      <w:pPr>
        <w:pStyle w:val="libBold1"/>
        <w:rPr>
          <w:rtl/>
          <w:lang w:bidi="fa-IR"/>
        </w:rPr>
      </w:pPr>
      <w:r w:rsidRPr="00CA52B4">
        <w:rPr>
          <w:rtl/>
        </w:rPr>
        <w:t>847</w:t>
      </w:r>
      <w:r>
        <w:rPr>
          <w:rtl/>
        </w:rPr>
        <w:t xml:space="preserve"> ـ </w:t>
      </w:r>
      <w:r w:rsidRPr="00CA52B4">
        <w:rPr>
          <w:rtl/>
        </w:rPr>
        <w:t>عمران بن ملحان أبو رجاء العطاردي</w:t>
      </w:r>
      <w:r>
        <w:rPr>
          <w:rtl/>
        </w:rPr>
        <w:t xml:space="preserve"> ....</w:t>
      </w:r>
      <w:r w:rsidRPr="00CA52B4">
        <w:rPr>
          <w:rtl/>
        </w:rPr>
        <w:t xml:space="preserve"> وقيل : ابن تيم العطاردي البصري المتوفى 117 ه‍</w:t>
      </w:r>
      <w:r>
        <w:rPr>
          <w:rtl/>
        </w:rPr>
        <w:t>.</w:t>
      </w:r>
    </w:p>
    <w:p w:rsidR="00843DF1" w:rsidRPr="00CA52B4" w:rsidRDefault="00843DF1" w:rsidP="00347E77">
      <w:pPr>
        <w:pStyle w:val="libNormal"/>
        <w:rPr>
          <w:rtl/>
          <w:lang w:bidi="fa-IR"/>
        </w:rPr>
      </w:pPr>
      <w:r w:rsidRPr="00CA52B4">
        <w:rPr>
          <w:rtl/>
          <w:lang w:bidi="fa-IR"/>
        </w:rPr>
        <w:t xml:space="preserve">محدّث أدرك زمن النبيّ </w:t>
      </w:r>
      <w:r>
        <w:rPr>
          <w:rtl/>
          <w:lang w:bidi="fa-IR"/>
        </w:rPr>
        <w:t>(</w:t>
      </w:r>
      <w:r w:rsidRPr="00CA52B4">
        <w:rPr>
          <w:rtl/>
          <w:lang w:bidi="fa-IR"/>
        </w:rPr>
        <w:t>صلّى الله عليه وآله وسلّم</w:t>
      </w:r>
      <w:r>
        <w:rPr>
          <w:rtl/>
          <w:lang w:bidi="fa-IR"/>
        </w:rPr>
        <w:t>)</w:t>
      </w:r>
      <w:r w:rsidRPr="00CA52B4">
        <w:rPr>
          <w:rtl/>
          <w:lang w:bidi="fa-IR"/>
        </w:rPr>
        <w:t xml:space="preserve"> ولم يره. كان ثقة في الحديث ، وعاش مائة وعشرين سنة ، وقيل : مائة وسبعا وعشرين سنة. وكانت فيه عبادة وعمّر عمرا طويلا.</w:t>
      </w:r>
    </w:p>
    <w:p w:rsidR="00843DF1" w:rsidRPr="00CA52B4" w:rsidRDefault="00843DF1" w:rsidP="00347E77">
      <w:pPr>
        <w:pStyle w:val="libNormal"/>
        <w:rPr>
          <w:rtl/>
          <w:lang w:bidi="fa-IR"/>
        </w:rPr>
      </w:pPr>
      <w:r>
        <w:rPr>
          <w:rtl/>
          <w:lang w:bidi="fa-IR"/>
        </w:rPr>
        <w:br w:type="page"/>
      </w:r>
      <w:r w:rsidRPr="00CA52B4">
        <w:rPr>
          <w:rtl/>
          <w:lang w:bidi="fa-IR"/>
        </w:rPr>
        <w:lastRenderedPageBreak/>
        <w:t>روى عنه أيوب ، وجرير بن حازم ، وعوف الأعرابي ، وعمران القصير ، ومهدي بن ميمون ، وأبو الأشهب ، وحماد بن نجيح ، وسليم بن زرير ، وسعيد بن أبي ربيعة ، والجعد أبو عثمان ، والحسن بن ذكوان ، وأبو الحارث الكرماني. وغيرهم.</w:t>
      </w:r>
    </w:p>
    <w:p w:rsidR="00843DF1" w:rsidRPr="00CA52B4" w:rsidRDefault="00843DF1" w:rsidP="00B10281">
      <w:pPr>
        <w:pStyle w:val="libVar"/>
        <w:rPr>
          <w:rtl/>
          <w:lang w:bidi="fa-IR"/>
        </w:rPr>
      </w:pPr>
      <w:r w:rsidRPr="00CA52B4">
        <w:rPr>
          <w:rtl/>
          <w:lang w:bidi="fa-IR"/>
        </w:rPr>
        <w:t>تهذيب التهذيب 8 / 140. تذكرة الحفاظ 1 / 66. الجرح والتعديل 6 / 303.</w:t>
      </w:r>
      <w:r>
        <w:rPr>
          <w:rFonts w:hint="cs"/>
          <w:rtl/>
          <w:lang w:bidi="fa-IR"/>
        </w:rPr>
        <w:t xml:space="preserve"> </w:t>
      </w:r>
      <w:r w:rsidRPr="00CA52B4">
        <w:rPr>
          <w:rtl/>
          <w:lang w:bidi="fa-IR"/>
        </w:rPr>
        <w:t xml:space="preserve">الطبقات الكبرى 7 / 138. طبقات الحفاظ / 25. طبقات القراء 1 / 604. اللباب 2 / 142. المعارف / 189. المجروحون 3 / 272. النهاية في غريب الحديث 1 / 171 ، 387 </w:t>
      </w:r>
      <w:r>
        <w:rPr>
          <w:rtl/>
          <w:lang w:bidi="fa-IR"/>
        </w:rPr>
        <w:t>و 2</w:t>
      </w:r>
      <w:r w:rsidRPr="00CA52B4">
        <w:rPr>
          <w:rtl/>
          <w:lang w:bidi="fa-IR"/>
        </w:rPr>
        <w:t xml:space="preserve"> / 240 ، 498 </w:t>
      </w:r>
      <w:r>
        <w:rPr>
          <w:rtl/>
          <w:lang w:bidi="fa-IR"/>
        </w:rPr>
        <w:t>و 3</w:t>
      </w:r>
      <w:r w:rsidRPr="00CA52B4">
        <w:rPr>
          <w:rtl/>
          <w:lang w:bidi="fa-IR"/>
        </w:rPr>
        <w:t xml:space="preserve"> / 450 </w:t>
      </w:r>
      <w:r>
        <w:rPr>
          <w:rtl/>
          <w:lang w:bidi="fa-IR"/>
        </w:rPr>
        <w:t>و 4</w:t>
      </w:r>
      <w:r w:rsidRPr="00CA52B4">
        <w:rPr>
          <w:rtl/>
          <w:lang w:bidi="fa-IR"/>
        </w:rPr>
        <w:t xml:space="preserve"> / 87 ، 91 ، 351.</w:t>
      </w:r>
    </w:p>
    <w:p w:rsidR="00843DF1" w:rsidRPr="00CA52B4" w:rsidRDefault="00843DF1" w:rsidP="00EB70B9">
      <w:pPr>
        <w:pStyle w:val="libBold1"/>
        <w:rPr>
          <w:rtl/>
          <w:lang w:bidi="fa-IR"/>
        </w:rPr>
      </w:pPr>
      <w:r w:rsidRPr="00CA52B4">
        <w:rPr>
          <w:rtl/>
        </w:rPr>
        <w:t>848</w:t>
      </w:r>
      <w:r>
        <w:rPr>
          <w:rtl/>
        </w:rPr>
        <w:t xml:space="preserve"> ـ </w:t>
      </w:r>
      <w:r w:rsidRPr="00CA52B4">
        <w:rPr>
          <w:rtl/>
        </w:rPr>
        <w:t>عمرو بن الأصم</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تابعي مدني ، أخذ عن السبط الإمام الحسن </w:t>
      </w:r>
      <w:r>
        <w:rPr>
          <w:rtl/>
          <w:lang w:bidi="fa-IR"/>
        </w:rPr>
        <w:t>(</w:t>
      </w:r>
      <w:r w:rsidRPr="00CA52B4">
        <w:rPr>
          <w:rtl/>
          <w:lang w:bidi="fa-IR"/>
        </w:rPr>
        <w:t>عليه السلام</w:t>
      </w:r>
      <w:r>
        <w:rPr>
          <w:rtl/>
          <w:lang w:bidi="fa-IR"/>
        </w:rPr>
        <w:t>)</w:t>
      </w:r>
      <w:r w:rsidRPr="00CA52B4">
        <w:rPr>
          <w:rtl/>
          <w:lang w:bidi="fa-IR"/>
        </w:rPr>
        <w:t xml:space="preserve"> أيضا. وهو الذي أتى الإمام الحسن </w:t>
      </w:r>
      <w:r>
        <w:rPr>
          <w:rtl/>
          <w:lang w:bidi="fa-IR"/>
        </w:rPr>
        <w:t>(</w:t>
      </w:r>
      <w:r w:rsidRPr="00CA52B4">
        <w:rPr>
          <w:rtl/>
          <w:lang w:bidi="fa-IR"/>
        </w:rPr>
        <w:t>عليه السلام</w:t>
      </w:r>
      <w:r>
        <w:rPr>
          <w:rtl/>
          <w:lang w:bidi="fa-IR"/>
        </w:rPr>
        <w:t>)</w:t>
      </w:r>
      <w:r w:rsidRPr="00CA52B4">
        <w:rPr>
          <w:rtl/>
          <w:lang w:bidi="fa-IR"/>
        </w:rPr>
        <w:t xml:space="preserve"> في المدينة ، فذكر له ما قال أهل الغلو فأنكر </w:t>
      </w:r>
      <w:r>
        <w:rPr>
          <w:rtl/>
          <w:lang w:bidi="fa-IR"/>
        </w:rPr>
        <w:t>(</w:t>
      </w:r>
      <w:r w:rsidRPr="00CA52B4">
        <w:rPr>
          <w:rtl/>
          <w:lang w:bidi="fa-IR"/>
        </w:rPr>
        <w:t>عليه السلام</w:t>
      </w:r>
      <w:r>
        <w:rPr>
          <w:rtl/>
          <w:lang w:bidi="fa-IR"/>
        </w:rPr>
        <w:t>)</w:t>
      </w:r>
      <w:r w:rsidRPr="00CA52B4">
        <w:rPr>
          <w:rtl/>
          <w:lang w:bidi="fa-IR"/>
        </w:rPr>
        <w:t xml:space="preserve"> عليهم. ذكره الشيخ الطوسي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2 / 325. جامع الرواة 1 / 618. رجال الشيخ الطوسي / 53. الغدير 9 / 224. قاموس الرجال 7 / 125. الكامل في التأريخ 3 / 392. مجمع الرجال 4 / 276. معجم رجال الحديث 13 / 77. نقد الرجال / 249.</w:t>
      </w:r>
    </w:p>
    <w:p w:rsidR="00843DF1" w:rsidRPr="00CA52B4" w:rsidRDefault="00843DF1" w:rsidP="00EB70B9">
      <w:pPr>
        <w:pStyle w:val="libBold1"/>
        <w:rPr>
          <w:rtl/>
          <w:lang w:bidi="fa-IR"/>
        </w:rPr>
      </w:pPr>
      <w:r w:rsidRPr="00CA52B4">
        <w:rPr>
          <w:rtl/>
        </w:rPr>
        <w:t>849</w:t>
      </w:r>
      <w:r>
        <w:rPr>
          <w:rtl/>
        </w:rPr>
        <w:t xml:space="preserve"> ـ </w:t>
      </w:r>
      <w:r w:rsidRPr="00CA52B4">
        <w:rPr>
          <w:rtl/>
        </w:rPr>
        <w:t>عمرو بن أوس</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قاتل أهل الشام في صفّين. قال أبو عبد الله يزيد الأودي : إنّ رجلا منهم كان يقال له عمرو بن أوس ، قاتل مع عليّ يوم صفّين ، وأسره معاوية في أسرى كثيرة ، فقال له عمرو بن العاص : أقتلهم</w:t>
      </w:r>
      <w:r>
        <w:rPr>
          <w:rtl/>
          <w:lang w:bidi="fa-IR"/>
        </w:rPr>
        <w:t>؟</w:t>
      </w:r>
      <w:r w:rsidRPr="00CA52B4">
        <w:rPr>
          <w:rtl/>
          <w:lang w:bidi="fa-IR"/>
        </w:rPr>
        <w:t xml:space="preserve"> قال عمرو بن أوس لمعاوية : إنّك خالي فلا تقتلني. فقامت إليه بنو أود ، فقالوا : هب لنا أخانا. فقال : دعوه فلعمري لئن كان صادقا ليستغنينّ عن شفاعتكم ، وإن كان كاذبا فإنّ شفاعتكم لمن وراءه. فقال له معاوية : من أين أنا خالك</w:t>
      </w:r>
      <w:r>
        <w:rPr>
          <w:rtl/>
          <w:lang w:bidi="fa-IR"/>
        </w:rPr>
        <w:t>؟</w:t>
      </w:r>
      <w:r w:rsidRPr="00CA52B4">
        <w:rPr>
          <w:rtl/>
          <w:lang w:bidi="fa-IR"/>
        </w:rPr>
        <w:t xml:space="preserve"> فما بيننا وبين أود من مصاهرة. فقال : فإذا أخبرتك فعرفت فهو أماني عندك</w:t>
      </w:r>
      <w:r>
        <w:rPr>
          <w:rtl/>
          <w:lang w:bidi="fa-IR"/>
        </w:rPr>
        <w:t>؟</w:t>
      </w:r>
      <w:r>
        <w:rPr>
          <w:rFonts w:hint="cs"/>
          <w:rtl/>
          <w:lang w:bidi="fa-IR"/>
        </w:rPr>
        <w:t xml:space="preserve"> </w:t>
      </w:r>
      <w:r w:rsidRPr="00CA52B4">
        <w:rPr>
          <w:rtl/>
          <w:lang w:bidi="fa-IR"/>
        </w:rPr>
        <w:t xml:space="preserve">قال : نعم. قال : </w:t>
      </w:r>
      <w:r>
        <w:rPr>
          <w:rtl/>
          <w:lang w:bidi="fa-IR"/>
        </w:rPr>
        <w:t>أ</w:t>
      </w:r>
      <w:r w:rsidRPr="00CA52B4">
        <w:rPr>
          <w:rtl/>
          <w:lang w:bidi="fa-IR"/>
        </w:rPr>
        <w:t xml:space="preserve">لست تعلم أنّ أم حبيبة ابنة أبي سفيان زوجة النبيّ </w:t>
      </w:r>
      <w:r>
        <w:rPr>
          <w:rtl/>
          <w:lang w:bidi="fa-IR"/>
        </w:rPr>
        <w:t>(</w:t>
      </w:r>
      <w:r w:rsidRPr="00CA52B4">
        <w:rPr>
          <w:rtl/>
          <w:lang w:bidi="fa-IR"/>
        </w:rPr>
        <w:t>صلّى الله عليه وآله وسلّم</w:t>
      </w:r>
      <w:r>
        <w:rPr>
          <w:rtl/>
          <w:lang w:bidi="fa-IR"/>
        </w:rPr>
        <w:t>)</w:t>
      </w:r>
      <w:r w:rsidRPr="00CA52B4">
        <w:rPr>
          <w:rtl/>
          <w:lang w:bidi="fa-IR"/>
        </w:rPr>
        <w:t xml:space="preserve"> هي أم المؤمنين</w:t>
      </w:r>
      <w:r>
        <w:rPr>
          <w:rtl/>
          <w:lang w:bidi="fa-IR"/>
        </w:rPr>
        <w:t>؟</w:t>
      </w:r>
      <w:r w:rsidRPr="00CA52B4">
        <w:rPr>
          <w:rtl/>
          <w:lang w:bidi="fa-IR"/>
        </w:rPr>
        <w:t xml:space="preserve"> قال : بلى. قال : فأنا ابنها ، وأنت أخوها ،</w:t>
      </w:r>
    </w:p>
    <w:p w:rsidR="00843DF1" w:rsidRPr="00CA52B4" w:rsidRDefault="00843DF1" w:rsidP="00B10281">
      <w:pPr>
        <w:pStyle w:val="libNormal0"/>
        <w:rPr>
          <w:rtl/>
          <w:lang w:bidi="fa-IR"/>
        </w:rPr>
      </w:pPr>
      <w:r>
        <w:rPr>
          <w:rtl/>
          <w:lang w:bidi="fa-IR"/>
        </w:rPr>
        <w:br w:type="page"/>
      </w:r>
      <w:r w:rsidRPr="00CA52B4">
        <w:rPr>
          <w:rtl/>
          <w:lang w:bidi="fa-IR"/>
        </w:rPr>
        <w:lastRenderedPageBreak/>
        <w:t>فأنت خالي. فقال معاوية : ماله لله أبوه ، ما كان في هؤلاء الأسرى أحد يفطن إلى هذا غيره. وقال : خلوا سبيله.</w:t>
      </w:r>
    </w:p>
    <w:p w:rsidR="00843DF1" w:rsidRPr="00CA52B4" w:rsidRDefault="00843DF1" w:rsidP="00B10281">
      <w:pPr>
        <w:pStyle w:val="libVar"/>
        <w:rPr>
          <w:rtl/>
          <w:lang w:bidi="fa-IR"/>
        </w:rPr>
      </w:pPr>
      <w:r w:rsidRPr="00CA52B4">
        <w:rPr>
          <w:rtl/>
          <w:lang w:bidi="fa-IR"/>
        </w:rPr>
        <w:t>شرح ابن أبي الحديد 2 / 241. الكامل في التأريخ 3 / 312. وقعة صفّين / 518.</w:t>
      </w:r>
    </w:p>
    <w:p w:rsidR="00843DF1" w:rsidRPr="00CA52B4" w:rsidRDefault="00843DF1" w:rsidP="00EB70B9">
      <w:pPr>
        <w:pStyle w:val="libBold1"/>
        <w:rPr>
          <w:rtl/>
          <w:lang w:bidi="fa-IR"/>
        </w:rPr>
      </w:pPr>
      <w:r w:rsidRPr="00CA52B4">
        <w:rPr>
          <w:rtl/>
        </w:rPr>
        <w:t>850</w:t>
      </w:r>
      <w:r>
        <w:rPr>
          <w:rtl/>
        </w:rPr>
        <w:t xml:space="preserve"> ـ </w:t>
      </w:r>
      <w:r w:rsidRPr="00CA52B4">
        <w:rPr>
          <w:rtl/>
        </w:rPr>
        <w:t>عمرو بن بعجة البارقي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أبو إسحاق الهمداني. وبارق جبل نزله الأزد. قال :</w:t>
      </w:r>
      <w:r>
        <w:rPr>
          <w:rFonts w:hint="cs"/>
          <w:rtl/>
          <w:lang w:bidi="fa-IR"/>
        </w:rPr>
        <w:t xml:space="preserve"> </w:t>
      </w:r>
      <w:r w:rsidRPr="00CA52B4">
        <w:rPr>
          <w:rtl/>
          <w:lang w:bidi="fa-IR"/>
        </w:rPr>
        <w:t>رأيت عليا بالمدائن أتى ببغلة دهقان فلما وضع يده على قربوس السرج زلت ، فقال : ما هذا</w:t>
      </w:r>
      <w:r>
        <w:rPr>
          <w:rtl/>
          <w:lang w:bidi="fa-IR"/>
        </w:rPr>
        <w:t>؟</w:t>
      </w:r>
      <w:r w:rsidRPr="00CA52B4">
        <w:rPr>
          <w:rtl/>
          <w:lang w:bidi="fa-IR"/>
        </w:rPr>
        <w:t xml:space="preserve"> قالوا : ديباج ، فأبى أن يركبها.</w:t>
      </w:r>
    </w:p>
    <w:p w:rsidR="00843DF1" w:rsidRPr="00CA52B4" w:rsidRDefault="00843DF1" w:rsidP="00B10281">
      <w:pPr>
        <w:pStyle w:val="libVar"/>
        <w:rPr>
          <w:rtl/>
          <w:lang w:bidi="fa-IR"/>
        </w:rPr>
      </w:pPr>
      <w:r w:rsidRPr="00CA52B4">
        <w:rPr>
          <w:rtl/>
          <w:lang w:bidi="fa-IR"/>
        </w:rPr>
        <w:t>الجرح والتعديل 6 / 221. الطبقات الكبرى 6 / 244. لسان الميزان 4 / 358.</w:t>
      </w:r>
      <w:r>
        <w:rPr>
          <w:rFonts w:hint="cs"/>
          <w:rtl/>
          <w:lang w:bidi="fa-IR"/>
        </w:rPr>
        <w:t xml:space="preserve"> </w:t>
      </w:r>
      <w:r w:rsidRPr="00CA52B4">
        <w:rPr>
          <w:rtl/>
          <w:lang w:bidi="fa-IR"/>
        </w:rPr>
        <w:t>ميزان الاعتدال 3 / 247.</w:t>
      </w:r>
    </w:p>
    <w:p w:rsidR="00843DF1" w:rsidRPr="00CA52B4" w:rsidRDefault="00843DF1" w:rsidP="00EB70B9">
      <w:pPr>
        <w:pStyle w:val="libBold1"/>
        <w:rPr>
          <w:rtl/>
          <w:lang w:bidi="fa-IR"/>
        </w:rPr>
      </w:pPr>
      <w:r w:rsidRPr="00CA52B4">
        <w:rPr>
          <w:rtl/>
        </w:rPr>
        <w:t>851</w:t>
      </w:r>
      <w:r>
        <w:rPr>
          <w:rtl/>
        </w:rPr>
        <w:t xml:space="preserve"> ـ </w:t>
      </w:r>
      <w:r w:rsidRPr="00CA52B4">
        <w:rPr>
          <w:rtl/>
        </w:rPr>
        <w:t>عمرو بن بلال بن بليل أبو ليلى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كان من المهاجرين. وشهد صفّين. وذكره بعضهم في الصحابة.</w:t>
      </w:r>
      <w:r>
        <w:rPr>
          <w:rFonts w:hint="cs"/>
          <w:rtl/>
          <w:lang w:bidi="fa-IR"/>
        </w:rPr>
        <w:t xml:space="preserve"> </w:t>
      </w:r>
      <w:r w:rsidRPr="00CA52B4">
        <w:rPr>
          <w:rtl/>
          <w:lang w:bidi="fa-IR"/>
        </w:rPr>
        <w:t>مختلف في اسمه ، فقيل : داود. وقيل : سفيان. وقيل : يسار. وقيل :</w:t>
      </w:r>
      <w:r>
        <w:rPr>
          <w:rFonts w:hint="cs"/>
          <w:rtl/>
          <w:lang w:bidi="fa-IR"/>
        </w:rPr>
        <w:t xml:space="preserve"> </w:t>
      </w:r>
      <w:r w:rsidRPr="00CA52B4">
        <w:rPr>
          <w:rtl/>
          <w:lang w:bidi="fa-IR"/>
        </w:rPr>
        <w:t xml:space="preserve">أوس. وقيل : بلال. وشهد أحدا وما بعدها. ذكره الشيخ الطوسي في رجاله من أصحاب الإمام عليّ بن أبي طالب </w:t>
      </w:r>
      <w:r>
        <w:rPr>
          <w:rtl/>
          <w:lang w:bidi="fa-IR"/>
        </w:rPr>
        <w:t>(</w:t>
      </w:r>
      <w:r w:rsidRPr="00CA52B4">
        <w:rPr>
          <w:rtl/>
          <w:lang w:bidi="fa-IR"/>
        </w:rPr>
        <w:t>عليه السلام</w:t>
      </w:r>
      <w:r>
        <w:rPr>
          <w:rtl/>
          <w:lang w:bidi="fa-IR"/>
        </w:rPr>
        <w:t>)</w:t>
      </w:r>
      <w:r w:rsidRPr="00CA52B4">
        <w:rPr>
          <w:rtl/>
          <w:lang w:bidi="fa-IR"/>
        </w:rPr>
        <w:t xml:space="preserve"> وشهد أحدا وما بعدها من المشاهد.</w:t>
      </w:r>
    </w:p>
    <w:p w:rsidR="00843DF1" w:rsidRPr="00CA52B4" w:rsidRDefault="00843DF1" w:rsidP="00B10281">
      <w:pPr>
        <w:pStyle w:val="libVar"/>
        <w:rPr>
          <w:rtl/>
          <w:lang w:bidi="fa-IR"/>
        </w:rPr>
      </w:pPr>
      <w:r w:rsidRPr="00CA52B4">
        <w:rPr>
          <w:rtl/>
          <w:lang w:bidi="fa-IR"/>
        </w:rPr>
        <w:t>الاستيعاب 2 / 539. أسد الغابة 4 / 90. الإصابة 2 / 525. وفيه : عمرو بن بليل بن بلال بن احيحة بن الجلاح الأنصاري أبو ليلى. تنقيح المقال 2 / 326. جامع الرواة 1 / 618. الجرح والتعديل 6 / 222. رجال الشيخ الطوسي / 50. الطبقات الكبرى 6 / 54. الغدير 9 / 367. قاموس الرجال 7 / 127. مجمع الرجال 4 / 277.</w:t>
      </w:r>
      <w:r>
        <w:rPr>
          <w:rFonts w:hint="cs"/>
          <w:rtl/>
          <w:lang w:bidi="fa-IR"/>
        </w:rPr>
        <w:t xml:space="preserve"> </w:t>
      </w:r>
      <w:r w:rsidRPr="00CA52B4">
        <w:rPr>
          <w:rtl/>
          <w:lang w:bidi="fa-IR"/>
        </w:rPr>
        <w:t>معجم رجال الحديث 13 / 79. منتهى المقال / 233. نقد الرجال / 250.</w:t>
      </w:r>
    </w:p>
    <w:p w:rsidR="00843DF1" w:rsidRPr="00CA52B4" w:rsidRDefault="00843DF1" w:rsidP="00EB70B9">
      <w:pPr>
        <w:pStyle w:val="libBold1"/>
        <w:rPr>
          <w:rtl/>
          <w:lang w:bidi="fa-IR"/>
        </w:rPr>
      </w:pPr>
      <w:r w:rsidRPr="00CA52B4">
        <w:rPr>
          <w:rtl/>
        </w:rPr>
        <w:t>852</w:t>
      </w:r>
      <w:r>
        <w:rPr>
          <w:rtl/>
        </w:rPr>
        <w:t xml:space="preserve"> ـ </w:t>
      </w:r>
      <w:r w:rsidRPr="00CA52B4">
        <w:rPr>
          <w:rtl/>
        </w:rPr>
        <w:t>عمرو بن ثعلبة بن وهب بن عدي بن مالك بن عدي بن عامر بن غنم بن عدي بن النجار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صحابي ، شهد بدرا وأحدا. وقيل كنيته : أبو حكيمة. وأمه أم حكيم بنت النضر بن ضمضم بن زيد بن حرام بن جندب بن عامر بن غنم بن عدي بن النجار. عمه أنس بن مالك. مات وأعقب : حكيما.</w:t>
      </w:r>
      <w:r>
        <w:rPr>
          <w:rFonts w:hint="cs"/>
          <w:rtl/>
          <w:lang w:bidi="fa-IR"/>
        </w:rPr>
        <w:t xml:space="preserve"> </w:t>
      </w:r>
      <w:r w:rsidRPr="00CA52B4">
        <w:rPr>
          <w:rtl/>
          <w:lang w:bidi="fa-IR"/>
        </w:rPr>
        <w:t>عبد الرحمن.</w:t>
      </w:r>
    </w:p>
    <w:p w:rsidR="00843DF1" w:rsidRPr="00CA52B4" w:rsidRDefault="00843DF1" w:rsidP="00347E77">
      <w:pPr>
        <w:pStyle w:val="libNormal"/>
        <w:rPr>
          <w:rtl/>
          <w:lang w:bidi="fa-IR"/>
        </w:rPr>
      </w:pPr>
      <w:r>
        <w:rPr>
          <w:rtl/>
          <w:lang w:bidi="fa-IR"/>
        </w:rPr>
        <w:br w:type="page"/>
      </w:r>
      <w:r w:rsidRPr="00CA52B4">
        <w:rPr>
          <w:rtl/>
          <w:lang w:bidi="fa-IR"/>
        </w:rPr>
        <w:lastRenderedPageBreak/>
        <w:t xml:space="preserve">جاء أنّه أتى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بالسيالة فدعاه إلى الإسلام فأسلم ، ومسح رأسه ، فمضت له مائة سنة وما شاب موضع يد رسول الله </w:t>
      </w:r>
      <w:r>
        <w:rPr>
          <w:rtl/>
          <w:lang w:bidi="fa-IR"/>
        </w:rPr>
        <w:t>(</w:t>
      </w:r>
      <w:r w:rsidRPr="00CA52B4">
        <w:rPr>
          <w:rtl/>
          <w:lang w:bidi="fa-IR"/>
        </w:rPr>
        <w:t>صلّى الله عليه وآله وسلّم</w:t>
      </w:r>
      <w:r>
        <w:rPr>
          <w:rtl/>
          <w:lang w:bidi="fa-IR"/>
        </w:rPr>
        <w:t>).</w:t>
      </w:r>
    </w:p>
    <w:p w:rsidR="00843DF1" w:rsidRPr="00CA52B4" w:rsidRDefault="00843DF1" w:rsidP="00B10281">
      <w:pPr>
        <w:pStyle w:val="libVar"/>
        <w:rPr>
          <w:rtl/>
          <w:lang w:bidi="fa-IR"/>
        </w:rPr>
      </w:pPr>
      <w:r w:rsidRPr="00CA52B4">
        <w:rPr>
          <w:rtl/>
          <w:lang w:bidi="fa-IR"/>
        </w:rPr>
        <w:t>الاستيعاب 2 / 502. أسد الغابة 4 / 91. الاشتقاق / 453. الإصابة 2 / 527.</w:t>
      </w:r>
      <w:r>
        <w:rPr>
          <w:rFonts w:hint="cs"/>
          <w:rtl/>
          <w:lang w:bidi="fa-IR"/>
        </w:rPr>
        <w:t xml:space="preserve"> </w:t>
      </w:r>
      <w:r w:rsidRPr="00CA52B4">
        <w:rPr>
          <w:rtl/>
          <w:lang w:bidi="fa-IR"/>
        </w:rPr>
        <w:t>تنقيح المقال 2 / 326. جامع الرواة 1 / 618. جمهرة أنساب العرب / 351. رجال الطوسي / 48. الطبقات الكبرى 3 / 511. العقد الفريد 3 / 294. مجمع الرجال 4 / 277. معجم رجال الحديث 13 / 80. منتهى المقال / 233. نقد الرجال / 250.</w:t>
      </w:r>
    </w:p>
    <w:p w:rsidR="00843DF1" w:rsidRPr="00CA52B4" w:rsidRDefault="00843DF1" w:rsidP="00EB70B9">
      <w:pPr>
        <w:pStyle w:val="libBold1"/>
        <w:rPr>
          <w:rtl/>
          <w:lang w:bidi="fa-IR"/>
        </w:rPr>
      </w:pPr>
      <w:r w:rsidRPr="00CA52B4">
        <w:rPr>
          <w:rtl/>
        </w:rPr>
        <w:t>853</w:t>
      </w:r>
      <w:r>
        <w:rPr>
          <w:rtl/>
        </w:rPr>
        <w:t xml:space="preserve"> ـ </w:t>
      </w:r>
      <w:r w:rsidRPr="00CA52B4">
        <w:rPr>
          <w:rtl/>
        </w:rPr>
        <w:t>عمرو بن أبي جندب أبو عطية الهمداني الكوفي</w:t>
      </w:r>
      <w:r>
        <w:rPr>
          <w:rtl/>
        </w:rPr>
        <w:t xml:space="preserve"> ..</w:t>
      </w:r>
      <w:r w:rsidRPr="00CA52B4">
        <w:rPr>
          <w:rtl/>
        </w:rPr>
        <w:t>.</w:t>
      </w:r>
    </w:p>
    <w:p w:rsidR="00843DF1" w:rsidRDefault="00843DF1" w:rsidP="00347E77">
      <w:pPr>
        <w:pStyle w:val="libNormal"/>
        <w:rPr>
          <w:rtl/>
          <w:lang w:bidi="fa-IR"/>
        </w:rPr>
      </w:pPr>
      <w:r w:rsidRPr="00CA52B4">
        <w:rPr>
          <w:rtl/>
          <w:lang w:bidi="fa-IR"/>
        </w:rPr>
        <w:t>محدّث ، روى أيضا عن عبد الله بن مسعود. كان حيا في ولاية مصعب على العراق. وقيل إنّ اسمه : عمرو بن جندب. وجاء أيضا : ابن حبيب.</w:t>
      </w:r>
      <w:r>
        <w:rPr>
          <w:rFonts w:hint="cs"/>
          <w:rtl/>
          <w:lang w:bidi="fa-IR"/>
        </w:rPr>
        <w:t xml:space="preserve"> </w:t>
      </w:r>
      <w:r w:rsidRPr="00CA52B4">
        <w:rPr>
          <w:rtl/>
          <w:lang w:bidi="fa-IR"/>
        </w:rPr>
        <w:t>اشترك في صفين ، والجمل ، وسكن الكوفة ، وهو من أعوان حجر بن عدي. روى عنه أبو إسحاق الهمداني. والأعمش. وكان ثقة صحيحا. ذكره ابن حبان في الثقات.</w:t>
      </w:r>
    </w:p>
    <w:p w:rsidR="00843DF1" w:rsidRPr="00CA52B4" w:rsidRDefault="00843DF1" w:rsidP="00347E77">
      <w:pPr>
        <w:pStyle w:val="libNormal"/>
        <w:rPr>
          <w:rtl/>
          <w:lang w:bidi="fa-IR"/>
        </w:rPr>
      </w:pPr>
      <w:r w:rsidRPr="00CA52B4">
        <w:rPr>
          <w:rtl/>
          <w:lang w:bidi="fa-IR"/>
        </w:rPr>
        <w:t>أسد الغابة 4 / 95. الاشتقاق / 505. الإصابة 2 / 529. تقريب التهذيب 2 / 67.</w:t>
      </w:r>
      <w:r>
        <w:rPr>
          <w:rFonts w:hint="cs"/>
          <w:rtl/>
          <w:lang w:bidi="fa-IR"/>
        </w:rPr>
        <w:t xml:space="preserve"> </w:t>
      </w:r>
      <w:r w:rsidRPr="00CA52B4">
        <w:rPr>
          <w:rtl/>
          <w:lang w:bidi="fa-IR"/>
        </w:rPr>
        <w:t>تنقيح المقال 2 / 327. تهذيب التهذيب 8 / 13. الجرح والتعديل 6 / 224. العقد الفريد 2 / 265. الكامل في التأريخ 1 / 604. لسان الميزان 4 / 359. ميزان الاعتدال 3 / 251.</w:t>
      </w:r>
    </w:p>
    <w:p w:rsidR="00843DF1" w:rsidRPr="00CA52B4" w:rsidRDefault="00843DF1" w:rsidP="00EB70B9">
      <w:pPr>
        <w:pStyle w:val="libBold1"/>
        <w:rPr>
          <w:rtl/>
          <w:lang w:bidi="fa-IR"/>
        </w:rPr>
      </w:pPr>
      <w:r w:rsidRPr="00CA52B4">
        <w:rPr>
          <w:rtl/>
        </w:rPr>
        <w:t>854</w:t>
      </w:r>
      <w:r>
        <w:rPr>
          <w:rtl/>
        </w:rPr>
        <w:t xml:space="preserve"> ـ </w:t>
      </w:r>
      <w:r w:rsidRPr="00CA52B4">
        <w:rPr>
          <w:rtl/>
        </w:rPr>
        <w:t xml:space="preserve">عمرو </w:t>
      </w:r>
      <w:r>
        <w:rPr>
          <w:rtl/>
        </w:rPr>
        <w:t>(</w:t>
      </w:r>
      <w:r w:rsidRPr="00CA52B4">
        <w:rPr>
          <w:rtl/>
        </w:rPr>
        <w:t>أبو زرعة</w:t>
      </w:r>
      <w:r>
        <w:rPr>
          <w:rtl/>
        </w:rPr>
        <w:t>)</w:t>
      </w:r>
      <w:r w:rsidRPr="00CA52B4">
        <w:rPr>
          <w:rtl/>
        </w:rPr>
        <w:t xml:space="preserve"> ابن جرير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وقال بعضهم : هذا خطأ والصواب ، أبو زرعة بن عمرو بن جرير.</w:t>
      </w:r>
    </w:p>
    <w:p w:rsidR="00843DF1" w:rsidRPr="00CA52B4" w:rsidRDefault="00843DF1" w:rsidP="00B10281">
      <w:pPr>
        <w:pStyle w:val="libVar"/>
        <w:rPr>
          <w:rtl/>
          <w:lang w:bidi="fa-IR"/>
        </w:rPr>
      </w:pPr>
      <w:r w:rsidRPr="00CA52B4">
        <w:rPr>
          <w:rtl/>
          <w:lang w:bidi="fa-IR"/>
        </w:rPr>
        <w:t>تقريب التهذيب 2 / 66. تهذيب التهذيب 8 / 13. الجرح والتعديل 6 / 224.</w:t>
      </w:r>
      <w:r>
        <w:rPr>
          <w:rFonts w:hint="cs"/>
          <w:rtl/>
          <w:lang w:bidi="fa-IR"/>
        </w:rPr>
        <w:t xml:space="preserve"> </w:t>
      </w:r>
      <w:r w:rsidRPr="00CA52B4">
        <w:rPr>
          <w:rtl/>
          <w:lang w:bidi="fa-IR"/>
        </w:rPr>
        <w:t>الطبقات الكبرى 6 / 22. مجمع الرجال 4 / 277. نقد الرجال / 250.</w:t>
      </w:r>
    </w:p>
    <w:p w:rsidR="00843DF1" w:rsidRPr="00CA52B4" w:rsidRDefault="00843DF1" w:rsidP="00EB70B9">
      <w:pPr>
        <w:pStyle w:val="libBold1"/>
        <w:rPr>
          <w:rtl/>
          <w:lang w:bidi="fa-IR"/>
        </w:rPr>
      </w:pPr>
      <w:r w:rsidRPr="00CA52B4">
        <w:rPr>
          <w:rtl/>
        </w:rPr>
        <w:t>855</w:t>
      </w:r>
      <w:r>
        <w:rPr>
          <w:rtl/>
        </w:rPr>
        <w:t xml:space="preserve"> ـ </w:t>
      </w:r>
      <w:r w:rsidRPr="00CA52B4">
        <w:rPr>
          <w:rtl/>
        </w:rPr>
        <w:t>عمرو بن الحارث بن عبد يغوث بن قشر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كانت راية عليّ </w:t>
      </w:r>
      <w:r>
        <w:rPr>
          <w:rtl/>
          <w:lang w:bidi="fa-IR"/>
        </w:rPr>
        <w:t>(</w:t>
      </w:r>
      <w:r w:rsidRPr="00CA52B4">
        <w:rPr>
          <w:rtl/>
          <w:lang w:bidi="fa-IR"/>
        </w:rPr>
        <w:t>عليه السلام</w:t>
      </w:r>
      <w:r>
        <w:rPr>
          <w:rtl/>
          <w:lang w:bidi="fa-IR"/>
        </w:rPr>
        <w:t>)</w:t>
      </w:r>
      <w:r w:rsidRPr="00CA52B4">
        <w:rPr>
          <w:rtl/>
          <w:lang w:bidi="fa-IR"/>
        </w:rPr>
        <w:t xml:space="preserve"> معه في صفين ، وقاتل فيها.</w:t>
      </w:r>
    </w:p>
    <w:p w:rsidR="00843DF1" w:rsidRPr="00CA52B4" w:rsidRDefault="00843DF1" w:rsidP="00B10281">
      <w:pPr>
        <w:pStyle w:val="libVar"/>
        <w:rPr>
          <w:rtl/>
          <w:lang w:bidi="fa-IR"/>
        </w:rPr>
      </w:pPr>
      <w:r w:rsidRPr="00CA52B4">
        <w:rPr>
          <w:rtl/>
          <w:lang w:bidi="fa-IR"/>
        </w:rPr>
        <w:t>أنساب الأشراف 2 / 303.</w:t>
      </w:r>
    </w:p>
    <w:p w:rsidR="00843DF1" w:rsidRPr="00CA52B4" w:rsidRDefault="00843DF1" w:rsidP="00EB70B9">
      <w:pPr>
        <w:pStyle w:val="libBold1"/>
        <w:rPr>
          <w:rtl/>
          <w:lang w:bidi="fa-IR"/>
        </w:rPr>
      </w:pPr>
      <w:r>
        <w:rPr>
          <w:rtl/>
          <w:lang w:bidi="fa-IR"/>
        </w:rPr>
        <w:br w:type="page"/>
      </w:r>
      <w:r w:rsidRPr="00CA52B4">
        <w:rPr>
          <w:rtl/>
        </w:rPr>
        <w:lastRenderedPageBreak/>
        <w:t>856</w:t>
      </w:r>
      <w:r>
        <w:rPr>
          <w:rtl/>
        </w:rPr>
        <w:t xml:space="preserve"> ـ </w:t>
      </w:r>
      <w:r w:rsidRPr="00CA52B4">
        <w:rPr>
          <w:rtl/>
        </w:rPr>
        <w:t>عمرو بن الحارث بن عمرو بن منبه بن زيد بن عمرو بن منبه بن سهم بن نهم النهمي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 ، صحابي ، وله أخبار في الجاهلية. وكان شاعر همدان. وعمّر طويلا إلى أن أدرك الإمام السبط الحسن </w:t>
      </w:r>
      <w:r>
        <w:rPr>
          <w:rtl/>
          <w:lang w:bidi="fa-IR"/>
        </w:rPr>
        <w:t>(</w:t>
      </w:r>
      <w:r w:rsidRPr="00CA52B4">
        <w:rPr>
          <w:rtl/>
          <w:lang w:bidi="fa-IR"/>
        </w:rPr>
        <w:t>عليه السلام</w:t>
      </w:r>
      <w:r>
        <w:rPr>
          <w:rtl/>
          <w:lang w:bidi="fa-IR"/>
        </w:rPr>
        <w:t>).</w:t>
      </w:r>
      <w:r w:rsidRPr="00CA52B4">
        <w:rPr>
          <w:rtl/>
          <w:lang w:bidi="fa-IR"/>
        </w:rPr>
        <w:t xml:space="preserve"> وله شعر في المعاجم. ويعرف بابن براقة ، وبراقة أمه ينسب إليها ، ومن شعره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و</w:t>
            </w:r>
            <w:r w:rsidRPr="00CA52B4">
              <w:rPr>
                <w:rtl/>
                <w:lang w:bidi="fa-IR"/>
              </w:rPr>
              <w:t xml:space="preserve">كنت إذا قوم غزوني غزوتهم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فهل أنا في ذا يال همدان ظالم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متى تجمع القلب الذكي وصارما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أنفا حميّا تجتنبك المظالم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 xml:space="preserve">الإصابة 3 / 113. الأعلام 5 / 242. تاريخ الخميس 2 / 310. شرح ابن أبي الحديد 1 / 343. الطبقات الكبرى 3 / 418 ، 471 </w:t>
      </w:r>
      <w:r>
        <w:rPr>
          <w:rtl/>
          <w:lang w:bidi="fa-IR"/>
        </w:rPr>
        <w:t>و 6</w:t>
      </w:r>
      <w:r w:rsidRPr="00CA52B4">
        <w:rPr>
          <w:rtl/>
          <w:lang w:bidi="fa-IR"/>
        </w:rPr>
        <w:t xml:space="preserve"> / 102. العقد الفريد 6 / 60.</w:t>
      </w:r>
      <w:r>
        <w:rPr>
          <w:rFonts w:hint="cs"/>
          <w:rtl/>
          <w:lang w:bidi="fa-IR"/>
        </w:rPr>
        <w:t xml:space="preserve"> </w:t>
      </w:r>
      <w:r w:rsidRPr="00CA52B4">
        <w:rPr>
          <w:rtl/>
          <w:lang w:bidi="fa-IR"/>
        </w:rPr>
        <w:t xml:space="preserve">الغدير 8 / 43 </w:t>
      </w:r>
      <w:r>
        <w:rPr>
          <w:rtl/>
          <w:lang w:bidi="fa-IR"/>
        </w:rPr>
        <w:t>و 1</w:t>
      </w:r>
      <w:r w:rsidRPr="00CA52B4">
        <w:rPr>
          <w:rtl/>
          <w:lang w:bidi="fa-IR"/>
        </w:rPr>
        <w:t>0 / 99.</w:t>
      </w:r>
    </w:p>
    <w:p w:rsidR="00843DF1" w:rsidRPr="00CA52B4" w:rsidRDefault="00843DF1" w:rsidP="00EB70B9">
      <w:pPr>
        <w:pStyle w:val="libBold1"/>
        <w:rPr>
          <w:rtl/>
          <w:lang w:bidi="fa-IR"/>
        </w:rPr>
      </w:pPr>
      <w:r w:rsidRPr="00CA52B4">
        <w:rPr>
          <w:rtl/>
        </w:rPr>
        <w:t>857</w:t>
      </w:r>
      <w:r>
        <w:rPr>
          <w:rtl/>
        </w:rPr>
        <w:t xml:space="preserve"> ـ </w:t>
      </w:r>
      <w:r w:rsidRPr="00CA52B4">
        <w:rPr>
          <w:rtl/>
        </w:rPr>
        <w:t>عمرو بن حبشي الزبيدي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التابعين الثقات ، سكن الكوفة. وروى أيضا عن عبد الله بن عباس.</w:t>
      </w:r>
      <w:r>
        <w:rPr>
          <w:rFonts w:hint="cs"/>
          <w:rtl/>
          <w:lang w:bidi="fa-IR"/>
        </w:rPr>
        <w:t xml:space="preserve"> </w:t>
      </w:r>
      <w:r w:rsidRPr="00CA52B4">
        <w:rPr>
          <w:rtl/>
          <w:lang w:bidi="fa-IR"/>
        </w:rPr>
        <w:t>وعنه أبو إسحاق السبيعي ، وعبد الله بن المقدام بن الورد الطائفي. ذكره ابن حبان في الثقات ، وقال : وهو الذي يقال له عمرو بن حريش ، وجاء أنّهما اثنين وفرق بينهما غير واحد من رجال الحديث.</w:t>
      </w:r>
    </w:p>
    <w:p w:rsidR="00843DF1" w:rsidRPr="00CA52B4" w:rsidRDefault="00843DF1" w:rsidP="00B10281">
      <w:pPr>
        <w:pStyle w:val="libVar"/>
        <w:rPr>
          <w:rtl/>
          <w:lang w:bidi="fa-IR"/>
        </w:rPr>
      </w:pPr>
      <w:r w:rsidRPr="00CA52B4">
        <w:rPr>
          <w:rtl/>
          <w:lang w:bidi="fa-IR"/>
        </w:rPr>
        <w:t>تقريب التهذيب 2 / 67. تهذيب التهذيب 8 / 16. الجرح والتعديل 6 / 226. ميزان الاعتدال 3 / 252.</w:t>
      </w:r>
    </w:p>
    <w:p w:rsidR="00843DF1" w:rsidRPr="00CA52B4" w:rsidRDefault="00843DF1" w:rsidP="00EB70B9">
      <w:pPr>
        <w:pStyle w:val="libBold1"/>
        <w:rPr>
          <w:rtl/>
          <w:lang w:bidi="fa-IR"/>
        </w:rPr>
      </w:pPr>
      <w:r w:rsidRPr="00CA52B4">
        <w:rPr>
          <w:rtl/>
        </w:rPr>
        <w:t>858</w:t>
      </w:r>
      <w:r>
        <w:rPr>
          <w:rtl/>
        </w:rPr>
        <w:t xml:space="preserve"> ـ </w:t>
      </w:r>
      <w:r w:rsidRPr="00CA52B4">
        <w:rPr>
          <w:rtl/>
        </w:rPr>
        <w:t>عمرو بن الحرث بن قدامة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وفي بعض المراجع : عمرو بن الحارث. روى عنه خلق ، وله في أبواب الفقه أحاديث. ذكره الشيخ الطوسي في رجاله ،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2 / 327. جامع الرواة 1 / 619. رجال الشيخ الطوسي / 52. مجمع الرجال 4 / 277. معجم رجال الحديث 13 / 83. نقد الرجال / 250.</w:t>
      </w:r>
    </w:p>
    <w:p w:rsidR="00843DF1" w:rsidRPr="00CA52B4" w:rsidRDefault="00843DF1" w:rsidP="00EB70B9">
      <w:pPr>
        <w:pStyle w:val="libBold1"/>
        <w:rPr>
          <w:rtl/>
          <w:lang w:bidi="fa-IR"/>
        </w:rPr>
      </w:pPr>
      <w:r>
        <w:rPr>
          <w:rtl/>
          <w:lang w:bidi="fa-IR"/>
        </w:rPr>
        <w:br w:type="page"/>
      </w:r>
      <w:r w:rsidRPr="00CA52B4">
        <w:rPr>
          <w:rtl/>
        </w:rPr>
        <w:lastRenderedPageBreak/>
        <w:t>859</w:t>
      </w:r>
      <w:r>
        <w:rPr>
          <w:rtl/>
        </w:rPr>
        <w:t xml:space="preserve"> ـ </w:t>
      </w:r>
      <w:r w:rsidRPr="00CA52B4">
        <w:rPr>
          <w:rtl/>
        </w:rPr>
        <w:t>عمرو بن الحريث بن عمرو بن عثمان بن عبد الله بن عمرو بن مخزوم بن يقظة بن مرة المخزومي القرشي الكوفي مات 85 ه‍</w:t>
      </w:r>
      <w:r>
        <w:rPr>
          <w:rtl/>
        </w:rPr>
        <w:t>.</w:t>
      </w:r>
    </w:p>
    <w:p w:rsidR="00843DF1" w:rsidRPr="00CA52B4" w:rsidRDefault="00843DF1" w:rsidP="00347E77">
      <w:pPr>
        <w:pStyle w:val="libNormal"/>
        <w:rPr>
          <w:rtl/>
          <w:lang w:bidi="fa-IR"/>
        </w:rPr>
      </w:pPr>
      <w:r w:rsidRPr="00CA52B4">
        <w:rPr>
          <w:rtl/>
          <w:lang w:bidi="fa-IR"/>
        </w:rPr>
        <w:t>ولد يوم بدر ، ومات بمكة. ولي الكوفة لزياد ، ولابنه عبيد الله بن زياد.</w:t>
      </w:r>
      <w:r>
        <w:rPr>
          <w:rFonts w:hint="cs"/>
          <w:rtl/>
          <w:lang w:bidi="fa-IR"/>
        </w:rPr>
        <w:t xml:space="preserve"> </w:t>
      </w:r>
      <w:r w:rsidRPr="00CA52B4">
        <w:rPr>
          <w:rtl/>
          <w:lang w:bidi="fa-IR"/>
        </w:rPr>
        <w:t>وهو في عداد الطلقاء الصغار. وجاء أنّ له صحبة ورواية. مات سنة 85 ه‍</w:t>
      </w:r>
      <w:r>
        <w:rPr>
          <w:rtl/>
          <w:lang w:bidi="fa-IR"/>
        </w:rPr>
        <w:t>.</w:t>
      </w:r>
      <w:r>
        <w:rPr>
          <w:rFonts w:hint="cs"/>
          <w:rtl/>
          <w:lang w:bidi="fa-IR"/>
        </w:rPr>
        <w:t xml:space="preserve"> </w:t>
      </w:r>
      <w:r w:rsidRPr="00CA52B4">
        <w:rPr>
          <w:rtl/>
          <w:lang w:bidi="fa-IR"/>
        </w:rPr>
        <w:t>وكان من أغنى أهل الكوفة وولي لبني أمية بالكوفة ، وكانوا يميلون إليه ويتقوون به ، وكان هواه معهم ، وشهد القادسية وأبلى فيها. وفي المعاجم أخبار تدل على خبثه ونفاقه ، وقد تعاون في قطع لسان ميثم التمار ، والقبض عليه.</w:t>
      </w:r>
    </w:p>
    <w:p w:rsidR="00843DF1" w:rsidRPr="00CA52B4" w:rsidRDefault="00843DF1" w:rsidP="00B10281">
      <w:pPr>
        <w:pStyle w:val="libVar"/>
        <w:rPr>
          <w:rtl/>
          <w:lang w:bidi="fa-IR"/>
        </w:rPr>
      </w:pPr>
      <w:r w:rsidRPr="00CA52B4">
        <w:rPr>
          <w:rtl/>
          <w:lang w:bidi="fa-IR"/>
        </w:rPr>
        <w:t>الأخبار الطوال / 223 ، 224. الاستيعاب 2 / 515. أسد الغابة 4 / 97.</w:t>
      </w:r>
      <w:r>
        <w:rPr>
          <w:rFonts w:hint="cs"/>
          <w:rtl/>
          <w:lang w:bidi="fa-IR"/>
        </w:rPr>
        <w:t xml:space="preserve"> </w:t>
      </w:r>
      <w:r w:rsidRPr="00CA52B4">
        <w:rPr>
          <w:rtl/>
          <w:lang w:bidi="fa-IR"/>
        </w:rPr>
        <w:t xml:space="preserve">الاشتقاق / 99. الإصابة 2 / 531. الأعلام 5 / 243. تاريخ الطبري 13 / 23. تاريخ الخلفاء / 222. تحفة الأحباب / 245. تقريب التهذيب 2 / 67. تهذيب التهذيب 8 / 17. تنقيح المقال 2 / 327. تاريخ جرجان / 402. جامع الرواة 1 / 619. الجرح والتعديل 6 / 226. خلاصة الأقوال / 241. رجال ابن داود / 263. رجال الشيخ الطوسي / 52. سفينة البحار 2 / 260. شذرات الذهب 1 / 95. ابن أبي الحديد 2 / 288 ، 292 </w:t>
      </w:r>
      <w:r>
        <w:rPr>
          <w:rtl/>
          <w:lang w:bidi="fa-IR"/>
        </w:rPr>
        <w:t>و 1</w:t>
      </w:r>
      <w:r w:rsidRPr="00CA52B4">
        <w:rPr>
          <w:rtl/>
          <w:lang w:bidi="fa-IR"/>
        </w:rPr>
        <w:t xml:space="preserve">6 / 18. الطبقات الكبرى 3 / 93 </w:t>
      </w:r>
      <w:r>
        <w:rPr>
          <w:rtl/>
          <w:lang w:bidi="fa-IR"/>
        </w:rPr>
        <w:t>و 6</w:t>
      </w:r>
      <w:r w:rsidRPr="00CA52B4">
        <w:rPr>
          <w:rtl/>
          <w:lang w:bidi="fa-IR"/>
        </w:rPr>
        <w:t xml:space="preserve"> / 23 ، 74 ، 173 ، 218 ، 247 ، 291 ، 344 </w:t>
      </w:r>
      <w:r>
        <w:rPr>
          <w:rtl/>
          <w:lang w:bidi="fa-IR"/>
        </w:rPr>
        <w:t>و 7</w:t>
      </w:r>
      <w:r w:rsidRPr="00CA52B4">
        <w:rPr>
          <w:rtl/>
          <w:lang w:bidi="fa-IR"/>
        </w:rPr>
        <w:t xml:space="preserve"> / 99. العقد الفريد 3 / 24. الغدير 3 / 332 </w:t>
      </w:r>
      <w:r>
        <w:rPr>
          <w:rtl/>
          <w:lang w:bidi="fa-IR"/>
        </w:rPr>
        <w:t>و 6</w:t>
      </w:r>
      <w:r w:rsidRPr="00CA52B4">
        <w:rPr>
          <w:rtl/>
          <w:lang w:bidi="fa-IR"/>
        </w:rPr>
        <w:t xml:space="preserve"> / 205 </w:t>
      </w:r>
      <w:r>
        <w:rPr>
          <w:rtl/>
          <w:lang w:bidi="fa-IR"/>
        </w:rPr>
        <w:t>و 1</w:t>
      </w:r>
      <w:r w:rsidRPr="00CA52B4">
        <w:rPr>
          <w:rtl/>
          <w:lang w:bidi="fa-IR"/>
        </w:rPr>
        <w:t xml:space="preserve">0 / 198 </w:t>
      </w:r>
      <w:r>
        <w:rPr>
          <w:rtl/>
          <w:lang w:bidi="fa-IR"/>
        </w:rPr>
        <w:t>و 1</w:t>
      </w:r>
      <w:r w:rsidRPr="00CA52B4">
        <w:rPr>
          <w:rtl/>
          <w:lang w:bidi="fa-IR"/>
        </w:rPr>
        <w:t xml:space="preserve">1 / 39. الغارات 1 / 62 ، 192 ، 286 </w:t>
      </w:r>
      <w:r>
        <w:rPr>
          <w:rtl/>
          <w:lang w:bidi="fa-IR"/>
        </w:rPr>
        <w:t>و 2</w:t>
      </w:r>
      <w:r w:rsidRPr="00CA52B4">
        <w:rPr>
          <w:rtl/>
          <w:lang w:bidi="fa-IR"/>
        </w:rPr>
        <w:t xml:space="preserve"> / 545 ، 796 ، 799 ، 809 ، 810.</w:t>
      </w:r>
      <w:r>
        <w:rPr>
          <w:rFonts w:hint="cs"/>
          <w:rtl/>
          <w:lang w:bidi="fa-IR"/>
        </w:rPr>
        <w:t xml:space="preserve"> </w:t>
      </w:r>
      <w:r w:rsidRPr="00CA52B4">
        <w:rPr>
          <w:rtl/>
          <w:lang w:bidi="fa-IR"/>
        </w:rPr>
        <w:t xml:space="preserve">الفوائد الرجالية 1 / 369. قاموس الرجال 7 / 131. الكامل في التأريخ 2 / 249 ، 331 </w:t>
      </w:r>
      <w:r>
        <w:rPr>
          <w:rtl/>
          <w:lang w:bidi="fa-IR"/>
        </w:rPr>
        <w:t>و 3</w:t>
      </w:r>
      <w:r w:rsidRPr="00CA52B4">
        <w:rPr>
          <w:rtl/>
          <w:lang w:bidi="fa-IR"/>
        </w:rPr>
        <w:t xml:space="preserve"> / 16 ، 148 ، 473 ، 483 </w:t>
      </w:r>
      <w:r>
        <w:rPr>
          <w:rtl/>
          <w:lang w:bidi="fa-IR"/>
        </w:rPr>
        <w:t>و 4</w:t>
      </w:r>
      <w:r w:rsidRPr="00CA52B4">
        <w:rPr>
          <w:rtl/>
          <w:lang w:bidi="fa-IR"/>
        </w:rPr>
        <w:t xml:space="preserve"> / 23</w:t>
      </w:r>
      <w:r>
        <w:rPr>
          <w:rtl/>
          <w:lang w:bidi="fa-IR"/>
        </w:rPr>
        <w:t xml:space="preserve"> ـ </w:t>
      </w:r>
      <w:r w:rsidRPr="00CA52B4">
        <w:rPr>
          <w:rtl/>
          <w:lang w:bidi="fa-IR"/>
        </w:rPr>
        <w:t>516. مجمع الرجال 4 / 279. مرآة الجنان 1 / 176. المعارف / 127. معجم رجال الحديث 13 / 84. منتهى المقال / 234.</w:t>
      </w:r>
      <w:r>
        <w:rPr>
          <w:rFonts w:hint="cs"/>
          <w:rtl/>
          <w:lang w:bidi="fa-IR"/>
        </w:rPr>
        <w:t xml:space="preserve"> </w:t>
      </w:r>
      <w:r w:rsidRPr="00CA52B4">
        <w:rPr>
          <w:rtl/>
          <w:lang w:bidi="fa-IR"/>
        </w:rPr>
        <w:t xml:space="preserve">المجروحون 3 / 133 ، 273. نقد الرجال / 50. النهاية في غريب الحديث 2 / 497 </w:t>
      </w:r>
      <w:r>
        <w:rPr>
          <w:rtl/>
          <w:lang w:bidi="fa-IR"/>
        </w:rPr>
        <w:t>و 3</w:t>
      </w:r>
      <w:r w:rsidRPr="00CA52B4">
        <w:rPr>
          <w:rtl/>
          <w:lang w:bidi="fa-IR"/>
        </w:rPr>
        <w:t xml:space="preserve"> / 77 ، 385 </w:t>
      </w:r>
      <w:r>
        <w:rPr>
          <w:rtl/>
          <w:lang w:bidi="fa-IR"/>
        </w:rPr>
        <w:t>و 4</w:t>
      </w:r>
      <w:r w:rsidRPr="00CA52B4">
        <w:rPr>
          <w:rtl/>
          <w:lang w:bidi="fa-IR"/>
        </w:rPr>
        <w:t xml:space="preserve"> / 355.</w:t>
      </w:r>
    </w:p>
    <w:p w:rsidR="00843DF1" w:rsidRPr="00CA52B4" w:rsidRDefault="00843DF1" w:rsidP="00EB70B9">
      <w:pPr>
        <w:pStyle w:val="libBold1"/>
        <w:rPr>
          <w:rtl/>
          <w:lang w:bidi="fa-IR"/>
        </w:rPr>
      </w:pPr>
      <w:r w:rsidRPr="00CA52B4">
        <w:rPr>
          <w:rtl/>
        </w:rPr>
        <w:t>860</w:t>
      </w:r>
      <w:r>
        <w:rPr>
          <w:rtl/>
        </w:rPr>
        <w:t xml:space="preserve"> ـ </w:t>
      </w:r>
      <w:r w:rsidRPr="00CA52B4">
        <w:rPr>
          <w:rtl/>
        </w:rPr>
        <w:t>عمرو بن حزم بن زيد بن لوذان بن حارثة بن عدي بن زيد بن ثعلبة بن زيد مناة بن حبيب بن عبد حارثة بن مالك بن جشم بن الحارث بن الخزرج الأنصاري</w:t>
      </w:r>
      <w:r>
        <w:rPr>
          <w:rtl/>
        </w:rPr>
        <w:t xml:space="preserve"> ..</w:t>
      </w:r>
      <w:r w:rsidRPr="00CA52B4">
        <w:rPr>
          <w:rtl/>
        </w:rPr>
        <w:t>. مات 52 ، 53 ، 54 ه‍</w:t>
      </w:r>
      <w:r>
        <w:rPr>
          <w:rtl/>
        </w:rPr>
        <w:t>.</w:t>
      </w:r>
    </w:p>
    <w:p w:rsidR="00843DF1" w:rsidRPr="00CA52B4" w:rsidRDefault="00843DF1" w:rsidP="00347E77">
      <w:pPr>
        <w:pStyle w:val="libNormal"/>
        <w:rPr>
          <w:rtl/>
          <w:lang w:bidi="fa-IR"/>
        </w:rPr>
      </w:pPr>
      <w:r w:rsidRPr="00CA52B4">
        <w:rPr>
          <w:rtl/>
          <w:lang w:bidi="fa-IR"/>
        </w:rPr>
        <w:t xml:space="preserve">صحابي جليل ، استعمله النبي </w:t>
      </w:r>
      <w:r>
        <w:rPr>
          <w:rtl/>
          <w:lang w:bidi="fa-IR"/>
        </w:rPr>
        <w:t>(</w:t>
      </w:r>
      <w:r w:rsidRPr="00CA52B4">
        <w:rPr>
          <w:rtl/>
          <w:lang w:bidi="fa-IR"/>
        </w:rPr>
        <w:t>صلّى الله عليه وآله وسلّم</w:t>
      </w:r>
      <w:r>
        <w:rPr>
          <w:rtl/>
          <w:lang w:bidi="fa-IR"/>
        </w:rPr>
        <w:t>)</w:t>
      </w:r>
      <w:r w:rsidRPr="00CA52B4">
        <w:rPr>
          <w:rtl/>
          <w:lang w:bidi="fa-IR"/>
        </w:rPr>
        <w:t xml:space="preserve"> على أهل نجران ، ليفقههم في الدّين ، ويعلمهم القرآن ، ويأخذ صدقاتهم وذلك سنة عشر من الهجرة. مات عام 51 ه‍ وقيل : 52 </w:t>
      </w:r>
      <w:r>
        <w:rPr>
          <w:rtl/>
          <w:lang w:bidi="fa-IR"/>
        </w:rPr>
        <w:t>و 5</w:t>
      </w:r>
      <w:r w:rsidRPr="00CA52B4">
        <w:rPr>
          <w:rtl/>
          <w:lang w:bidi="fa-IR"/>
        </w:rPr>
        <w:t xml:space="preserve">3 </w:t>
      </w:r>
      <w:r>
        <w:rPr>
          <w:rtl/>
          <w:lang w:bidi="fa-IR"/>
        </w:rPr>
        <w:t>و 5</w:t>
      </w:r>
      <w:r w:rsidRPr="00CA52B4">
        <w:rPr>
          <w:rtl/>
          <w:lang w:bidi="fa-IR"/>
        </w:rPr>
        <w:t>4 ه‍</w:t>
      </w:r>
      <w:r>
        <w:rPr>
          <w:rtl/>
          <w:lang w:bidi="fa-IR"/>
        </w:rPr>
        <w:t>.</w:t>
      </w:r>
      <w:r w:rsidRPr="00CA52B4">
        <w:rPr>
          <w:rtl/>
          <w:lang w:bidi="fa-IR"/>
        </w:rPr>
        <w:t xml:space="preserve"> وأعقب : محمدا ، وقد شاهد مشاهد أمير المؤمنين </w:t>
      </w:r>
      <w:r>
        <w:rPr>
          <w:rtl/>
          <w:lang w:bidi="fa-IR"/>
        </w:rPr>
        <w:t>(</w:t>
      </w:r>
      <w:r w:rsidRPr="00CA52B4">
        <w:rPr>
          <w:rtl/>
          <w:lang w:bidi="fa-IR"/>
        </w:rPr>
        <w:t>عليه السلام</w:t>
      </w:r>
      <w:r>
        <w:rPr>
          <w:rtl/>
          <w:lang w:bidi="fa-IR"/>
        </w:rPr>
        <w:t>)</w:t>
      </w:r>
      <w:r w:rsidRPr="00CA52B4">
        <w:rPr>
          <w:rtl/>
          <w:lang w:bidi="fa-IR"/>
        </w:rPr>
        <w:t xml:space="preserve"> وقتل في وقعة الحرة. وقد كتب النبيّ </w:t>
      </w:r>
      <w:r>
        <w:rPr>
          <w:rtl/>
          <w:lang w:bidi="fa-IR"/>
        </w:rPr>
        <w:t>(</w:t>
      </w:r>
      <w:r w:rsidRPr="00CA52B4">
        <w:rPr>
          <w:rtl/>
          <w:lang w:bidi="fa-IR"/>
        </w:rPr>
        <w:t>صلّى الله عليه وآله وسلّم</w:t>
      </w:r>
      <w:r>
        <w:rPr>
          <w:rtl/>
          <w:lang w:bidi="fa-IR"/>
        </w:rPr>
        <w:t>)</w:t>
      </w:r>
      <w:r w:rsidRPr="00CA52B4">
        <w:rPr>
          <w:rtl/>
          <w:lang w:bidi="fa-IR"/>
        </w:rPr>
        <w:t xml:space="preserve"> له</w:t>
      </w:r>
    </w:p>
    <w:p w:rsidR="00843DF1" w:rsidRPr="00CA52B4" w:rsidRDefault="00843DF1" w:rsidP="00B10281">
      <w:pPr>
        <w:pStyle w:val="libNormal0"/>
        <w:rPr>
          <w:rtl/>
          <w:lang w:bidi="fa-IR"/>
        </w:rPr>
      </w:pPr>
      <w:r>
        <w:rPr>
          <w:rtl/>
          <w:lang w:bidi="fa-IR"/>
        </w:rPr>
        <w:br w:type="page"/>
      </w:r>
      <w:r w:rsidRPr="00CA52B4">
        <w:rPr>
          <w:rtl/>
          <w:lang w:bidi="fa-IR"/>
        </w:rPr>
        <w:lastRenderedPageBreak/>
        <w:t>عهدا مطولا فيه توجيه وتشريع.</w:t>
      </w:r>
    </w:p>
    <w:p w:rsidR="00843DF1" w:rsidRPr="00CA52B4" w:rsidRDefault="00843DF1" w:rsidP="00B10281">
      <w:pPr>
        <w:pStyle w:val="libVar"/>
        <w:rPr>
          <w:rtl/>
          <w:lang w:bidi="fa-IR"/>
        </w:rPr>
      </w:pPr>
      <w:r w:rsidRPr="00CA52B4">
        <w:rPr>
          <w:rtl/>
          <w:lang w:bidi="fa-IR"/>
        </w:rPr>
        <w:t>إتقان المقال / 101. الأخبار الطوال / 112 ، 265. الاستيعاب 2 / 517. أسد الغابة 4 / 98. الإصابة 2 / 532. الأعلام 5 / 243. تاريخ الخلفاء / 205. تاريخ الخميس 2 / 295. تحفة الأحباب / 344. تقريب التهذيب 2 / 68. تنقيح المقال 2 / 328. تهذيب التهذيب 8 / 20. جامع الرواة 1 / 620. الجرح والتعديل 6 / 224.</w:t>
      </w:r>
      <w:r>
        <w:rPr>
          <w:rFonts w:hint="cs"/>
          <w:rtl/>
          <w:lang w:bidi="fa-IR"/>
        </w:rPr>
        <w:t xml:space="preserve"> </w:t>
      </w:r>
      <w:r w:rsidRPr="00CA52B4">
        <w:rPr>
          <w:rtl/>
          <w:lang w:bidi="fa-IR"/>
        </w:rPr>
        <w:t xml:space="preserve">جمهرة أنساب العرب / 348. رجال الشيخ الطوسي / 50. شذرات الذهب 1 / 59. ابن أبي الحديد 2 / 156. الطبقات الكبرى 1 / 267 </w:t>
      </w:r>
      <w:r>
        <w:rPr>
          <w:rtl/>
          <w:lang w:bidi="fa-IR"/>
        </w:rPr>
        <w:t>و 3</w:t>
      </w:r>
      <w:r w:rsidRPr="00CA52B4">
        <w:rPr>
          <w:rtl/>
          <w:lang w:bidi="fa-IR"/>
        </w:rPr>
        <w:t xml:space="preserve"> / 486 ، 522 </w:t>
      </w:r>
      <w:r>
        <w:rPr>
          <w:rtl/>
          <w:lang w:bidi="fa-IR"/>
        </w:rPr>
        <w:t>و 5</w:t>
      </w:r>
      <w:r w:rsidRPr="00CA52B4">
        <w:rPr>
          <w:rtl/>
          <w:lang w:bidi="fa-IR"/>
        </w:rPr>
        <w:t xml:space="preserve"> / 69. العقد الفريد 3 / 293. الغدير 9 / 166 ، 177 ، 202 ، 205. قاموس الرجال 7 / 134. الكامل في التأريخ 2 / 293 ، 336 ، 366 </w:t>
      </w:r>
      <w:r>
        <w:rPr>
          <w:rtl/>
          <w:lang w:bidi="fa-IR"/>
        </w:rPr>
        <w:t>و 3</w:t>
      </w:r>
      <w:r w:rsidRPr="00CA52B4">
        <w:rPr>
          <w:rtl/>
          <w:lang w:bidi="fa-IR"/>
        </w:rPr>
        <w:t xml:space="preserve"> / 171 ، 496 </w:t>
      </w:r>
      <w:r>
        <w:rPr>
          <w:rtl/>
          <w:lang w:bidi="fa-IR"/>
        </w:rPr>
        <w:t>و 5</w:t>
      </w:r>
      <w:r w:rsidRPr="00CA52B4">
        <w:rPr>
          <w:rtl/>
          <w:lang w:bidi="fa-IR"/>
        </w:rPr>
        <w:t xml:space="preserve"> / 231. مجمع الرجال 4 / 279. مرآة الجنان 1 / 126. معجم الثقات / 314. معجم رجال الحديث 13 / 86.</w:t>
      </w:r>
      <w:r>
        <w:rPr>
          <w:rFonts w:hint="cs"/>
          <w:rtl/>
          <w:lang w:bidi="fa-IR"/>
        </w:rPr>
        <w:t xml:space="preserve"> </w:t>
      </w:r>
      <w:r w:rsidRPr="00CA52B4">
        <w:rPr>
          <w:rtl/>
          <w:lang w:bidi="fa-IR"/>
        </w:rPr>
        <w:t xml:space="preserve">منتهى المقال / 234. النجوم الزاهرة 1 / 144. نقد الرجال / 250. النهاية في غريب الحديث 3 / 155 </w:t>
      </w:r>
      <w:r>
        <w:rPr>
          <w:rtl/>
          <w:lang w:bidi="fa-IR"/>
        </w:rPr>
        <w:t>و 4</w:t>
      </w:r>
      <w:r w:rsidRPr="00CA52B4">
        <w:rPr>
          <w:rtl/>
          <w:lang w:bidi="fa-IR"/>
        </w:rPr>
        <w:t xml:space="preserve"> / 100.</w:t>
      </w:r>
    </w:p>
    <w:p w:rsidR="00843DF1" w:rsidRPr="00CA52B4" w:rsidRDefault="00843DF1" w:rsidP="00EB70B9">
      <w:pPr>
        <w:pStyle w:val="libBold1"/>
        <w:rPr>
          <w:rtl/>
          <w:lang w:bidi="fa-IR"/>
        </w:rPr>
      </w:pPr>
      <w:r w:rsidRPr="00CA52B4">
        <w:rPr>
          <w:rtl/>
        </w:rPr>
        <w:t>861</w:t>
      </w:r>
      <w:r>
        <w:rPr>
          <w:rtl/>
        </w:rPr>
        <w:t xml:space="preserve"> ـ </w:t>
      </w:r>
      <w:r w:rsidRPr="00CA52B4">
        <w:rPr>
          <w:rtl/>
        </w:rPr>
        <w:t xml:space="preserve">عمرو بن الحمق </w:t>
      </w:r>
      <w:r>
        <w:rPr>
          <w:rtl/>
        </w:rPr>
        <w:t>(</w:t>
      </w:r>
      <w:r w:rsidRPr="00CA52B4">
        <w:rPr>
          <w:rtl/>
        </w:rPr>
        <w:t>الجموح</w:t>
      </w:r>
      <w:r>
        <w:rPr>
          <w:rtl/>
        </w:rPr>
        <w:t>)</w:t>
      </w:r>
      <w:r w:rsidRPr="00CA52B4">
        <w:rPr>
          <w:rtl/>
        </w:rPr>
        <w:t xml:space="preserve"> ابن كاهل </w:t>
      </w:r>
      <w:r>
        <w:rPr>
          <w:rtl/>
        </w:rPr>
        <w:t>(</w:t>
      </w:r>
      <w:r w:rsidRPr="00CA52B4">
        <w:rPr>
          <w:rtl/>
        </w:rPr>
        <w:t>الكاهن</w:t>
      </w:r>
      <w:r>
        <w:rPr>
          <w:rtl/>
        </w:rPr>
        <w:t>)</w:t>
      </w:r>
      <w:r w:rsidRPr="00CA52B4">
        <w:rPr>
          <w:rtl/>
        </w:rPr>
        <w:t xml:space="preserve"> بن حبيب بن عمرو بن القين بن رزاح بن عمرو بن سعد بن كعب بن عمرو الخزاعي الكعبي</w:t>
      </w:r>
      <w:r>
        <w:rPr>
          <w:rtl/>
        </w:rPr>
        <w:t xml:space="preserve"> ..</w:t>
      </w:r>
      <w:r w:rsidRPr="00CA52B4">
        <w:rPr>
          <w:rtl/>
        </w:rPr>
        <w:t>. مات سنة 51 ه‍</w:t>
      </w:r>
      <w:r>
        <w:rPr>
          <w:rtl/>
        </w:rPr>
        <w:t>.</w:t>
      </w:r>
    </w:p>
    <w:p w:rsidR="00843DF1" w:rsidRPr="00CA52B4" w:rsidRDefault="00843DF1" w:rsidP="00347E77">
      <w:pPr>
        <w:pStyle w:val="libNormal"/>
        <w:rPr>
          <w:rtl/>
          <w:lang w:bidi="fa-IR"/>
        </w:rPr>
      </w:pPr>
      <w:r w:rsidRPr="00CA52B4">
        <w:rPr>
          <w:rtl/>
          <w:lang w:bidi="fa-IR"/>
        </w:rPr>
        <w:t xml:space="preserve">صحابي جليل القدر ، وشاعر أديب متكلم ، شهد المشاهد كلها مع أمير المؤمنين </w:t>
      </w:r>
      <w:r>
        <w:rPr>
          <w:rtl/>
          <w:lang w:bidi="fa-IR"/>
        </w:rPr>
        <w:t>(</w:t>
      </w:r>
      <w:r w:rsidRPr="00CA52B4">
        <w:rPr>
          <w:rtl/>
          <w:lang w:bidi="fa-IR"/>
        </w:rPr>
        <w:t>عليه السلام</w:t>
      </w:r>
      <w:r>
        <w:rPr>
          <w:rtl/>
          <w:lang w:bidi="fa-IR"/>
        </w:rPr>
        <w:t>)</w:t>
      </w:r>
      <w:r w:rsidRPr="00CA52B4">
        <w:rPr>
          <w:rtl/>
          <w:lang w:bidi="fa-IR"/>
        </w:rPr>
        <w:t xml:space="preserve"> ، وكان ممن خرج على عثمان. يقال : إنّ معاوية أرسل في طلبه ، وقتله في السنة التي قتل فيها حجر بن عدي. وجاء أنّ أول رأس أهدى في الإسلام رأس عمرو بن الحمق ، بعث به زياد إلى معاوية.</w:t>
      </w:r>
      <w:r>
        <w:rPr>
          <w:rFonts w:hint="cs"/>
          <w:rtl/>
          <w:lang w:bidi="fa-IR"/>
        </w:rPr>
        <w:t xml:space="preserve"> </w:t>
      </w:r>
      <w:r w:rsidRPr="00CA52B4">
        <w:rPr>
          <w:rtl/>
          <w:lang w:bidi="fa-IR"/>
        </w:rPr>
        <w:t>وخلّف : عبد الرحمن. معاذا.</w:t>
      </w:r>
    </w:p>
    <w:p w:rsidR="00843DF1" w:rsidRPr="00CA52B4" w:rsidRDefault="00843DF1" w:rsidP="00347E77">
      <w:pPr>
        <w:pStyle w:val="libNormal"/>
        <w:rPr>
          <w:rtl/>
          <w:lang w:bidi="fa-IR"/>
        </w:rPr>
      </w:pPr>
      <w:r w:rsidRPr="00CA52B4">
        <w:rPr>
          <w:rtl/>
          <w:lang w:bidi="fa-IR"/>
        </w:rPr>
        <w:t xml:space="preserve">وجاء أنّ معاوية لما قتل عليّ </w:t>
      </w:r>
      <w:r>
        <w:rPr>
          <w:rtl/>
          <w:lang w:bidi="fa-IR"/>
        </w:rPr>
        <w:t>(</w:t>
      </w:r>
      <w:r w:rsidRPr="00CA52B4">
        <w:rPr>
          <w:rtl/>
          <w:lang w:bidi="fa-IR"/>
        </w:rPr>
        <w:t>عليه السلام</w:t>
      </w:r>
      <w:r>
        <w:rPr>
          <w:rtl/>
          <w:lang w:bidi="fa-IR"/>
        </w:rPr>
        <w:t>)</w:t>
      </w:r>
      <w:r w:rsidRPr="00CA52B4">
        <w:rPr>
          <w:rtl/>
          <w:lang w:bidi="fa-IR"/>
        </w:rPr>
        <w:t xml:space="preserve"> بعث في طلب شيعته ، فكان في من طلب عمرو بن الحمق ، ثم إنّ عبد الرحمن بن الحكم ظفر به في بعض الجزيرة فقتله ، وبعث برأسه إلى معاوية. وكانت زوجته آمنة بنت الشريد ، من شيعة عليّ </w:t>
      </w:r>
      <w:r>
        <w:rPr>
          <w:rtl/>
          <w:lang w:bidi="fa-IR"/>
        </w:rPr>
        <w:t>(</w:t>
      </w:r>
      <w:r w:rsidRPr="00CA52B4">
        <w:rPr>
          <w:rtl/>
          <w:lang w:bidi="fa-IR"/>
        </w:rPr>
        <w:t>عليه السلام</w:t>
      </w:r>
      <w:r>
        <w:rPr>
          <w:rtl/>
          <w:lang w:bidi="fa-IR"/>
        </w:rPr>
        <w:t>)</w:t>
      </w:r>
      <w:r w:rsidRPr="00CA52B4">
        <w:rPr>
          <w:rtl/>
          <w:lang w:bidi="fa-IR"/>
        </w:rPr>
        <w:t xml:space="preserve"> ومناصريه ، ولها مع معاوية محاورة قارصة أثبتناها في ترجمتها.</w:t>
      </w:r>
    </w:p>
    <w:p w:rsidR="00843DF1" w:rsidRPr="00CA52B4" w:rsidRDefault="00843DF1" w:rsidP="00B10281">
      <w:pPr>
        <w:pStyle w:val="libVar"/>
        <w:rPr>
          <w:rtl/>
          <w:lang w:bidi="fa-IR"/>
        </w:rPr>
      </w:pPr>
      <w:r w:rsidRPr="00CA52B4">
        <w:rPr>
          <w:rtl/>
          <w:lang w:bidi="fa-IR"/>
        </w:rPr>
        <w:t>إتقان المقال / 101. الأخبار الطوال / 149 ، 150 ، 165 ، 171 ، 196.</w:t>
      </w:r>
      <w:r>
        <w:rPr>
          <w:rFonts w:hint="cs"/>
          <w:rtl/>
          <w:lang w:bidi="fa-IR"/>
        </w:rPr>
        <w:t xml:space="preserve"> </w:t>
      </w:r>
      <w:r w:rsidRPr="00CA52B4">
        <w:rPr>
          <w:rtl/>
          <w:lang w:bidi="fa-IR"/>
        </w:rPr>
        <w:t>الاستيعاب 2 / 523. أسد الغابة 4 / 100. الإمامة والسياسة 1 / 109. الاشتقاق / 474.</w:t>
      </w:r>
      <w:r>
        <w:rPr>
          <w:rFonts w:hint="cs"/>
          <w:rtl/>
          <w:lang w:bidi="fa-IR"/>
        </w:rPr>
        <w:t xml:space="preserve"> </w:t>
      </w:r>
      <w:r w:rsidRPr="00CA52B4">
        <w:rPr>
          <w:rtl/>
          <w:lang w:bidi="fa-IR"/>
        </w:rPr>
        <w:t>الإصابة 2 / 532. أعلام النساء 1 / 11. أعيان الشيعة 8 / 376. أنساب الأشراف</w:t>
      </w:r>
    </w:p>
    <w:p w:rsidR="00843DF1" w:rsidRPr="00CA52B4" w:rsidRDefault="00843DF1" w:rsidP="00B10281">
      <w:pPr>
        <w:pStyle w:val="libVar0"/>
        <w:rPr>
          <w:rtl/>
          <w:lang w:bidi="fa-IR"/>
        </w:rPr>
      </w:pPr>
      <w:r>
        <w:rPr>
          <w:rtl/>
          <w:lang w:bidi="fa-IR"/>
        </w:rPr>
        <w:br w:type="page"/>
      </w:r>
      <w:r w:rsidRPr="00CA52B4">
        <w:rPr>
          <w:rtl/>
        </w:rPr>
        <w:lastRenderedPageBreak/>
        <w:t>2 / 382. الأعلام 5 / 244. البداية والنهاية 8 / 48. بهجة الآمال 4 / 489. تأسيس الشيعة / 406. تاريخ الطبري 13 / 35. تاريخ الخميس 2 / 263. تحفة الأحباب / 246 تقريب التهذيب 2 / 68. تنقيح المقال 2 / 328. تهذيب التهذيب 8 / 23. تعجيل المنفعة / 318. جامع الرواة 1 / 620. الجرح والتعديل 6 / 225. جمهرة أنساب العرب / 238. الجمل / 171. الدرجات الرفيعة / 431. رجال ابن داود / 145. رجال الشيخ الطوسي / 47. رجال الكشي / 46. رجال البرقي / 4. سفينة البحار 2 / 259.</w:t>
      </w:r>
      <w:r>
        <w:rPr>
          <w:rFonts w:hint="cs"/>
          <w:rtl/>
        </w:rPr>
        <w:t xml:space="preserve"> </w:t>
      </w:r>
      <w:r w:rsidRPr="00CA52B4">
        <w:rPr>
          <w:rtl/>
          <w:lang w:bidi="fa-IR"/>
        </w:rPr>
        <w:t xml:space="preserve">شرح ابن أبي الحديد 1 / 259 </w:t>
      </w:r>
      <w:r>
        <w:rPr>
          <w:rtl/>
          <w:lang w:bidi="fa-IR"/>
        </w:rPr>
        <w:t>و 2</w:t>
      </w:r>
      <w:r w:rsidRPr="00CA52B4">
        <w:rPr>
          <w:rtl/>
          <w:lang w:bidi="fa-IR"/>
        </w:rPr>
        <w:t xml:space="preserve"> / 133 </w:t>
      </w:r>
      <w:r>
        <w:rPr>
          <w:rtl/>
          <w:lang w:bidi="fa-IR"/>
        </w:rPr>
        <w:t>و 3</w:t>
      </w:r>
      <w:r w:rsidRPr="00CA52B4">
        <w:rPr>
          <w:rtl/>
          <w:lang w:bidi="fa-IR"/>
        </w:rPr>
        <w:t xml:space="preserve"> / 27 </w:t>
      </w:r>
      <w:r>
        <w:rPr>
          <w:rtl/>
          <w:lang w:bidi="fa-IR"/>
        </w:rPr>
        <w:t>و 4</w:t>
      </w:r>
      <w:r w:rsidRPr="00CA52B4">
        <w:rPr>
          <w:rtl/>
          <w:lang w:bidi="fa-IR"/>
        </w:rPr>
        <w:t xml:space="preserve"> / 17 </w:t>
      </w:r>
      <w:r>
        <w:rPr>
          <w:rtl/>
          <w:lang w:bidi="fa-IR"/>
        </w:rPr>
        <w:t>و 7</w:t>
      </w:r>
      <w:r w:rsidRPr="00CA52B4">
        <w:rPr>
          <w:rtl/>
          <w:lang w:bidi="fa-IR"/>
        </w:rPr>
        <w:t xml:space="preserve"> / 166 </w:t>
      </w:r>
      <w:r>
        <w:rPr>
          <w:rtl/>
          <w:lang w:bidi="fa-IR"/>
        </w:rPr>
        <w:t>و 8</w:t>
      </w:r>
      <w:r w:rsidRPr="00CA52B4">
        <w:rPr>
          <w:rtl/>
          <w:lang w:bidi="fa-IR"/>
        </w:rPr>
        <w:t xml:space="preserve"> / 51 </w:t>
      </w:r>
      <w:r>
        <w:rPr>
          <w:rtl/>
          <w:lang w:bidi="fa-IR"/>
        </w:rPr>
        <w:t>و 1</w:t>
      </w:r>
      <w:r w:rsidRPr="00CA52B4">
        <w:rPr>
          <w:rtl/>
          <w:lang w:bidi="fa-IR"/>
        </w:rPr>
        <w:t>5 / 177.</w:t>
      </w:r>
      <w:r>
        <w:rPr>
          <w:rFonts w:hint="cs"/>
          <w:rtl/>
          <w:lang w:bidi="fa-IR"/>
        </w:rPr>
        <w:t xml:space="preserve"> </w:t>
      </w:r>
      <w:r w:rsidRPr="00CA52B4">
        <w:rPr>
          <w:rtl/>
          <w:lang w:bidi="fa-IR"/>
        </w:rPr>
        <w:t xml:space="preserve">الطبقات الكبرى 2 / 43 ، 44 </w:t>
      </w:r>
      <w:r>
        <w:rPr>
          <w:rtl/>
          <w:lang w:bidi="fa-IR"/>
        </w:rPr>
        <w:t>و 3</w:t>
      </w:r>
      <w:r w:rsidRPr="00CA52B4">
        <w:rPr>
          <w:rtl/>
          <w:lang w:bidi="fa-IR"/>
        </w:rPr>
        <w:t xml:space="preserve"> / 562 </w:t>
      </w:r>
      <w:r>
        <w:rPr>
          <w:rtl/>
          <w:lang w:bidi="fa-IR"/>
        </w:rPr>
        <w:t>و 8</w:t>
      </w:r>
      <w:r w:rsidRPr="00CA52B4">
        <w:rPr>
          <w:rtl/>
          <w:lang w:bidi="fa-IR"/>
        </w:rPr>
        <w:t xml:space="preserve"> / 394. العقد الفريد 3 / 299. الغدير 1 / 57 </w:t>
      </w:r>
      <w:r>
        <w:rPr>
          <w:rtl/>
          <w:lang w:bidi="fa-IR"/>
        </w:rPr>
        <w:t>و 3</w:t>
      </w:r>
      <w:r w:rsidRPr="00CA52B4">
        <w:rPr>
          <w:rtl/>
          <w:lang w:bidi="fa-IR"/>
        </w:rPr>
        <w:t xml:space="preserve"> / 21 ، 230</w:t>
      </w:r>
      <w:r>
        <w:rPr>
          <w:rtl/>
          <w:lang w:bidi="fa-IR"/>
        </w:rPr>
        <w:t xml:space="preserve"> ـ </w:t>
      </w:r>
      <w:r w:rsidRPr="00CA52B4">
        <w:rPr>
          <w:rtl/>
          <w:lang w:bidi="fa-IR"/>
        </w:rPr>
        <w:t xml:space="preserve">الفهارس / 240. الغارات 1 / 302 </w:t>
      </w:r>
      <w:r>
        <w:rPr>
          <w:rtl/>
          <w:lang w:bidi="fa-IR"/>
        </w:rPr>
        <w:t>و 2</w:t>
      </w:r>
      <w:r w:rsidRPr="00CA52B4">
        <w:rPr>
          <w:rtl/>
          <w:lang w:bidi="fa-IR"/>
        </w:rPr>
        <w:t xml:space="preserve"> / 843. قاموس الرجال 7 / 135. الكامل في التأريخ 2 / 17 </w:t>
      </w:r>
      <w:r>
        <w:rPr>
          <w:rtl/>
          <w:lang w:bidi="fa-IR"/>
        </w:rPr>
        <w:t>و 3</w:t>
      </w:r>
      <w:r w:rsidRPr="00CA52B4">
        <w:rPr>
          <w:rtl/>
          <w:lang w:bidi="fa-IR"/>
        </w:rPr>
        <w:t xml:space="preserve"> / 144 ، 168 ، 179 ، 462 ، 472</w:t>
      </w:r>
      <w:r>
        <w:rPr>
          <w:rtl/>
          <w:lang w:bidi="fa-IR"/>
        </w:rPr>
        <w:t xml:space="preserve"> ـ </w:t>
      </w:r>
      <w:r w:rsidRPr="00CA52B4">
        <w:rPr>
          <w:rtl/>
          <w:lang w:bidi="fa-IR"/>
        </w:rPr>
        <w:t xml:space="preserve">477 </w:t>
      </w:r>
      <w:r>
        <w:rPr>
          <w:rtl/>
          <w:lang w:bidi="fa-IR"/>
        </w:rPr>
        <w:t>و 4</w:t>
      </w:r>
      <w:r w:rsidRPr="00CA52B4">
        <w:rPr>
          <w:rtl/>
          <w:lang w:bidi="fa-IR"/>
        </w:rPr>
        <w:t xml:space="preserve"> / 83. اللباب 2 / 119. مجالس المؤمنين 1 / 258. مجمع الرجال 4 / 279.</w:t>
      </w:r>
      <w:r>
        <w:rPr>
          <w:rFonts w:hint="cs"/>
          <w:rtl/>
          <w:lang w:bidi="fa-IR"/>
        </w:rPr>
        <w:t xml:space="preserve"> </w:t>
      </w:r>
      <w:r w:rsidRPr="00CA52B4">
        <w:rPr>
          <w:rtl/>
          <w:lang w:bidi="fa-IR"/>
        </w:rPr>
        <w:t>المعارف / 127. معجم الثقات / 313. معجم رجال الحديث 13 / 87. المناقب 3 / 154. منتهى المقال / 232. النجوم الزاهرة 1 / 90. نقد الرجال / 250. وقعة صفين / 65 ، 103 ، 205 381 ، 399 ، 482 ، 507.</w:t>
      </w:r>
    </w:p>
    <w:p w:rsidR="00843DF1" w:rsidRPr="00CA52B4" w:rsidRDefault="00843DF1" w:rsidP="00EB70B9">
      <w:pPr>
        <w:pStyle w:val="libBold1"/>
        <w:rPr>
          <w:rtl/>
          <w:lang w:bidi="fa-IR"/>
        </w:rPr>
      </w:pPr>
      <w:r w:rsidRPr="00CA52B4">
        <w:rPr>
          <w:rtl/>
        </w:rPr>
        <w:t>862</w:t>
      </w:r>
      <w:r>
        <w:rPr>
          <w:rtl/>
        </w:rPr>
        <w:t xml:space="preserve"> ـ </w:t>
      </w:r>
      <w:r w:rsidRPr="00CA52B4">
        <w:rPr>
          <w:rtl/>
        </w:rPr>
        <w:t>عمرو بن حنظلة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جعله عليّ </w:t>
      </w:r>
      <w:r>
        <w:rPr>
          <w:rtl/>
          <w:lang w:bidi="fa-IR"/>
        </w:rPr>
        <w:t>(</w:t>
      </w:r>
      <w:r w:rsidRPr="00CA52B4">
        <w:rPr>
          <w:rtl/>
          <w:lang w:bidi="fa-IR"/>
        </w:rPr>
        <w:t>عليه السلام</w:t>
      </w:r>
      <w:r>
        <w:rPr>
          <w:rtl/>
          <w:lang w:bidi="fa-IR"/>
        </w:rPr>
        <w:t>)</w:t>
      </w:r>
      <w:r w:rsidRPr="00CA52B4">
        <w:rPr>
          <w:rtl/>
          <w:lang w:bidi="fa-IR"/>
        </w:rPr>
        <w:t xml:space="preserve"> ، على عبد القيس البصرة ، حين عقد الألوية وأمر الأمراء ، استعدادا إلى الخروج إلى صفين.</w:t>
      </w:r>
    </w:p>
    <w:p w:rsidR="00843DF1" w:rsidRPr="00CA52B4" w:rsidRDefault="00843DF1" w:rsidP="00B10281">
      <w:pPr>
        <w:pStyle w:val="libVar"/>
        <w:rPr>
          <w:rtl/>
          <w:lang w:bidi="fa-IR"/>
        </w:rPr>
      </w:pPr>
      <w:r w:rsidRPr="00CA52B4">
        <w:rPr>
          <w:rtl/>
          <w:lang w:bidi="fa-IR"/>
        </w:rPr>
        <w:t>الكامل في التأريخ 1 / 623 ، 629 ، 604 ، 654. وقعة صفين / 206.</w:t>
      </w:r>
    </w:p>
    <w:p w:rsidR="00843DF1" w:rsidRPr="00CA52B4" w:rsidRDefault="00843DF1" w:rsidP="00EB70B9">
      <w:pPr>
        <w:pStyle w:val="libBold1"/>
        <w:rPr>
          <w:rtl/>
          <w:lang w:bidi="fa-IR"/>
        </w:rPr>
      </w:pPr>
      <w:r w:rsidRPr="00CA52B4">
        <w:rPr>
          <w:rtl/>
        </w:rPr>
        <w:t>863</w:t>
      </w:r>
      <w:r>
        <w:rPr>
          <w:rtl/>
        </w:rPr>
        <w:t xml:space="preserve"> ـ </w:t>
      </w:r>
      <w:r w:rsidRPr="00CA52B4">
        <w:rPr>
          <w:rtl/>
        </w:rPr>
        <w:t>عمرو بن دويم الهمداني العربي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الشيخ الطوسي </w:t>
      </w:r>
      <w:r>
        <w:rPr>
          <w:rtl/>
          <w:lang w:bidi="fa-IR"/>
        </w:rPr>
        <w:t>(</w:t>
      </w:r>
      <w:r w:rsidRPr="00CA52B4">
        <w:rPr>
          <w:rtl/>
          <w:lang w:bidi="fa-IR"/>
        </w:rPr>
        <w:t>رضوان الله عليه</w:t>
      </w:r>
      <w:r>
        <w:rPr>
          <w:rtl/>
          <w:lang w:bidi="fa-IR"/>
        </w:rPr>
        <w:t>)</w:t>
      </w:r>
      <w:r w:rsidRPr="00CA52B4">
        <w:rPr>
          <w:rtl/>
          <w:lang w:bidi="fa-IR"/>
        </w:rPr>
        <w:t xml:space="preserve"> من رجال أمير المؤمنين </w:t>
      </w:r>
      <w:r>
        <w:rPr>
          <w:rtl/>
          <w:lang w:bidi="fa-IR"/>
        </w:rPr>
        <w:t>(</w:t>
      </w:r>
      <w:r w:rsidRPr="00CA52B4">
        <w:rPr>
          <w:rtl/>
          <w:lang w:bidi="fa-IR"/>
        </w:rPr>
        <w:t>عليه السلام</w:t>
      </w:r>
      <w:r>
        <w:rPr>
          <w:rtl/>
          <w:lang w:bidi="fa-IR"/>
        </w:rPr>
        <w:t>)</w:t>
      </w:r>
      <w:r w:rsidRPr="00CA52B4">
        <w:rPr>
          <w:rtl/>
          <w:lang w:bidi="fa-IR"/>
        </w:rPr>
        <w:t xml:space="preserve"> ، وذكره الآخرون نقلا عنه.</w:t>
      </w:r>
    </w:p>
    <w:p w:rsidR="00843DF1" w:rsidRPr="00CA52B4" w:rsidRDefault="00843DF1" w:rsidP="00B10281">
      <w:pPr>
        <w:pStyle w:val="libVar"/>
        <w:rPr>
          <w:rtl/>
          <w:lang w:bidi="fa-IR"/>
        </w:rPr>
      </w:pPr>
      <w:r w:rsidRPr="00CA52B4">
        <w:rPr>
          <w:rtl/>
          <w:lang w:bidi="fa-IR"/>
        </w:rPr>
        <w:t>تنقيح المقال 2 / 330. رجال الشيخ الطوسي / 48. مجمع الرجال 4 / 285. معجم رجال الحديث 13 / 96. منتهى المقال / 234. نقد الرجال / 251.</w:t>
      </w:r>
    </w:p>
    <w:p w:rsidR="00843DF1" w:rsidRPr="00CA52B4" w:rsidRDefault="00843DF1" w:rsidP="00EB70B9">
      <w:pPr>
        <w:pStyle w:val="libBold1"/>
        <w:rPr>
          <w:rtl/>
          <w:lang w:bidi="fa-IR"/>
        </w:rPr>
      </w:pPr>
      <w:r w:rsidRPr="00CA52B4">
        <w:rPr>
          <w:rtl/>
        </w:rPr>
        <w:t>864</w:t>
      </w:r>
      <w:r>
        <w:rPr>
          <w:rtl/>
        </w:rPr>
        <w:t xml:space="preserve"> ـ </w:t>
      </w:r>
      <w:r w:rsidRPr="00CA52B4">
        <w:rPr>
          <w:rtl/>
        </w:rPr>
        <w:t xml:space="preserve">عمرو </w:t>
      </w:r>
      <w:r>
        <w:rPr>
          <w:rtl/>
        </w:rPr>
        <w:t>(</w:t>
      </w:r>
      <w:r w:rsidRPr="00CA52B4">
        <w:rPr>
          <w:rtl/>
        </w:rPr>
        <w:t>أبو إسحاق</w:t>
      </w:r>
      <w:r>
        <w:rPr>
          <w:rtl/>
        </w:rPr>
        <w:t>)</w:t>
      </w:r>
      <w:r w:rsidRPr="00CA52B4">
        <w:rPr>
          <w:rtl/>
        </w:rPr>
        <w:t xml:space="preserve"> ابن ذي مر الهمداني الكوفي المتوفى 116 ه‍</w:t>
      </w:r>
      <w:r>
        <w:rPr>
          <w:rtl/>
        </w:rPr>
        <w:t>.</w:t>
      </w:r>
    </w:p>
    <w:p w:rsidR="00843DF1" w:rsidRPr="00CA52B4" w:rsidRDefault="00843DF1" w:rsidP="00347E77">
      <w:pPr>
        <w:pStyle w:val="libNormal"/>
        <w:rPr>
          <w:rtl/>
          <w:lang w:bidi="fa-IR"/>
        </w:rPr>
      </w:pPr>
      <w:r w:rsidRPr="00CA52B4">
        <w:rPr>
          <w:rtl/>
          <w:lang w:bidi="fa-IR"/>
        </w:rPr>
        <w:t>محدّث. روى عنه أبو إسحاق الهمداني قصة غدير خم ، فقد كان من جملة الحاضرين. قال العجلي : كوفي تابعي ثقة. وجاء في بعض المراجع : عمرو ذو مرة. وأثنى عليه الذهبي بالثقة والتثبت والإمامة. كما</w:t>
      </w:r>
    </w:p>
    <w:p w:rsidR="00843DF1" w:rsidRPr="00CA52B4" w:rsidRDefault="00843DF1" w:rsidP="00B10281">
      <w:pPr>
        <w:pStyle w:val="libNormal0"/>
        <w:rPr>
          <w:rtl/>
          <w:lang w:bidi="fa-IR"/>
        </w:rPr>
      </w:pPr>
      <w:r>
        <w:rPr>
          <w:rtl/>
          <w:lang w:bidi="fa-IR"/>
        </w:rPr>
        <w:br w:type="page"/>
      </w:r>
      <w:r w:rsidRPr="00CA52B4">
        <w:rPr>
          <w:rtl/>
          <w:lang w:bidi="fa-IR"/>
        </w:rPr>
        <w:lastRenderedPageBreak/>
        <w:t>ذكره بعضهم في الصحابة. مات سنة 116 ه‍</w:t>
      </w:r>
      <w:r>
        <w:rPr>
          <w:rtl/>
          <w:lang w:bidi="fa-IR"/>
        </w:rPr>
        <w:t>.</w:t>
      </w:r>
    </w:p>
    <w:p w:rsidR="00843DF1" w:rsidRPr="00CA52B4" w:rsidRDefault="00843DF1" w:rsidP="00B10281">
      <w:pPr>
        <w:pStyle w:val="libVar"/>
        <w:rPr>
          <w:rtl/>
          <w:lang w:bidi="fa-IR"/>
        </w:rPr>
      </w:pPr>
      <w:r w:rsidRPr="00CA52B4">
        <w:rPr>
          <w:rtl/>
          <w:lang w:bidi="fa-IR"/>
        </w:rPr>
        <w:t>تذكرة الحفاظ 1 / 108. تهذيب التهذيب 8 / 120. الجرح والتعديل 6 / 232.</w:t>
      </w:r>
      <w:r>
        <w:rPr>
          <w:rFonts w:hint="cs"/>
          <w:rtl/>
          <w:lang w:bidi="fa-IR"/>
        </w:rPr>
        <w:t xml:space="preserve"> </w:t>
      </w:r>
      <w:r w:rsidRPr="00CA52B4">
        <w:rPr>
          <w:rtl/>
          <w:lang w:bidi="fa-IR"/>
        </w:rPr>
        <w:t>رجال البرقي / 7. الغدير 1 / 55 ، 69. قاموس الرجال 7 / 147. ميزان الاعتدال 3 / 260.</w:t>
      </w:r>
    </w:p>
    <w:p w:rsidR="00843DF1" w:rsidRPr="00CA52B4" w:rsidRDefault="00843DF1" w:rsidP="00EB70B9">
      <w:pPr>
        <w:pStyle w:val="libBold1"/>
        <w:rPr>
          <w:rtl/>
          <w:lang w:bidi="fa-IR"/>
        </w:rPr>
      </w:pPr>
      <w:r w:rsidRPr="00CA52B4">
        <w:rPr>
          <w:rtl/>
        </w:rPr>
        <w:t>865</w:t>
      </w:r>
      <w:r>
        <w:rPr>
          <w:rtl/>
        </w:rPr>
        <w:t xml:space="preserve"> ـ </w:t>
      </w:r>
      <w:r w:rsidRPr="00CA52B4">
        <w:rPr>
          <w:rtl/>
        </w:rPr>
        <w:t xml:space="preserve">عمرو </w:t>
      </w:r>
      <w:r>
        <w:rPr>
          <w:rtl/>
        </w:rPr>
        <w:t>(</w:t>
      </w:r>
      <w:r w:rsidRPr="00CA52B4">
        <w:rPr>
          <w:rtl/>
        </w:rPr>
        <w:t>أبو راشد</w:t>
      </w:r>
      <w:r>
        <w:rPr>
          <w:rtl/>
        </w:rPr>
        <w:t>)</w:t>
      </w:r>
      <w:r w:rsidRPr="00CA52B4">
        <w:rPr>
          <w:rtl/>
        </w:rPr>
        <w:t xml:space="preserve"> ابن راشد الأشجعي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التابعين الثقات. روى عنه هلال بن يساف ، ونسير بن ذعلوق.</w:t>
      </w:r>
      <w:r>
        <w:rPr>
          <w:rFonts w:hint="cs"/>
          <w:rtl/>
          <w:lang w:bidi="fa-IR"/>
        </w:rPr>
        <w:t xml:space="preserve"> </w:t>
      </w:r>
      <w:r w:rsidRPr="00CA52B4">
        <w:rPr>
          <w:rtl/>
          <w:lang w:bidi="fa-IR"/>
        </w:rPr>
        <w:t>وذكره ابن حبان في الثقات. له في السنن أحاديث ، فقد روى أيضا عن عمر بن الخطاب ، ووابصة بن معبد.</w:t>
      </w:r>
    </w:p>
    <w:p w:rsidR="00843DF1" w:rsidRPr="00CA52B4" w:rsidRDefault="00843DF1" w:rsidP="00B10281">
      <w:pPr>
        <w:pStyle w:val="libVar"/>
        <w:rPr>
          <w:rtl/>
          <w:lang w:bidi="fa-IR"/>
        </w:rPr>
      </w:pPr>
      <w:r w:rsidRPr="00CA52B4">
        <w:rPr>
          <w:rtl/>
          <w:lang w:bidi="fa-IR"/>
        </w:rPr>
        <w:t>تقريب التهذيب 2 / 69. تهذيب التهذيب 8 / 31. الجرح والتعديل 6 / 232.</w:t>
      </w:r>
      <w:r>
        <w:rPr>
          <w:rFonts w:hint="cs"/>
          <w:rtl/>
          <w:lang w:bidi="fa-IR"/>
        </w:rPr>
        <w:t xml:space="preserve"> </w:t>
      </w:r>
      <w:r w:rsidRPr="00CA52B4">
        <w:rPr>
          <w:rtl/>
          <w:lang w:bidi="fa-IR"/>
        </w:rPr>
        <w:t>الطبقات الكبرى 5 / 546.</w:t>
      </w:r>
    </w:p>
    <w:p w:rsidR="00843DF1" w:rsidRPr="00CA52B4" w:rsidRDefault="00843DF1" w:rsidP="00EB70B9">
      <w:pPr>
        <w:pStyle w:val="libBold1"/>
        <w:rPr>
          <w:rtl/>
          <w:lang w:bidi="fa-IR"/>
        </w:rPr>
      </w:pPr>
      <w:r w:rsidRPr="00CA52B4">
        <w:rPr>
          <w:rtl/>
        </w:rPr>
        <w:t>866</w:t>
      </w:r>
      <w:r>
        <w:rPr>
          <w:rtl/>
        </w:rPr>
        <w:t xml:space="preserve"> ـ </w:t>
      </w:r>
      <w:r w:rsidRPr="00CA52B4">
        <w:rPr>
          <w:rtl/>
        </w:rPr>
        <w:t xml:space="preserve">عمرو </w:t>
      </w:r>
      <w:r>
        <w:rPr>
          <w:rtl/>
        </w:rPr>
        <w:t>(</w:t>
      </w:r>
      <w:r w:rsidRPr="00CA52B4">
        <w:rPr>
          <w:rtl/>
        </w:rPr>
        <w:t>أبو وائل</w:t>
      </w:r>
      <w:r>
        <w:rPr>
          <w:rtl/>
        </w:rPr>
        <w:t>)</w:t>
      </w:r>
      <w:r w:rsidRPr="00CA52B4">
        <w:rPr>
          <w:rtl/>
        </w:rPr>
        <w:t xml:space="preserve"> ابن الزبير الصراف</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وفي بعض المراجع </w:t>
      </w:r>
      <w:r>
        <w:rPr>
          <w:rtl/>
          <w:lang w:bidi="fa-IR"/>
        </w:rPr>
        <w:t>(</w:t>
      </w:r>
      <w:r w:rsidRPr="00CA52B4">
        <w:rPr>
          <w:rtl/>
          <w:lang w:bidi="fa-IR"/>
        </w:rPr>
        <w:t>عمرة</w:t>
      </w:r>
      <w:r>
        <w:rPr>
          <w:rtl/>
          <w:lang w:bidi="fa-IR"/>
        </w:rPr>
        <w:t>).</w:t>
      </w:r>
      <w:r w:rsidRPr="00CA52B4">
        <w:rPr>
          <w:rtl/>
          <w:lang w:bidi="fa-IR"/>
        </w:rPr>
        <w:t xml:space="preserve"> روى عنه جمع ، وجاء أنّ معاوية أمر لعمرو بمائة ألف درهم وكتب له ذلك إلى زياد ، ففتح عمرو الكتاب وصيّر المائة مائتين ، فلما رفع زياد حسابه أنكرها معاوية وطلبها من عمرو وحبسه ، فقضاها عنه أخوه عبد الله بن الزبير ، فأحدث عند ذلك معاوية ، ديوان الخاتم وحزم الكتب ، ولم تكن تحزم.</w:t>
      </w:r>
    </w:p>
    <w:p w:rsidR="00843DF1" w:rsidRPr="00CA52B4" w:rsidRDefault="00843DF1" w:rsidP="00B10281">
      <w:pPr>
        <w:pStyle w:val="libVar"/>
        <w:rPr>
          <w:rtl/>
          <w:lang w:bidi="fa-IR"/>
        </w:rPr>
      </w:pPr>
      <w:r w:rsidRPr="00CA52B4">
        <w:rPr>
          <w:rtl/>
          <w:lang w:bidi="fa-IR"/>
        </w:rPr>
        <w:t xml:space="preserve">الجرح والتعديل 6 / 233. رجال الشيخ الطوسي / 53. شرح ابن أبي الحديد 5 / 239 </w:t>
      </w:r>
      <w:r>
        <w:rPr>
          <w:rtl/>
          <w:lang w:bidi="fa-IR"/>
        </w:rPr>
        <w:t>و 1</w:t>
      </w:r>
      <w:r w:rsidRPr="00CA52B4">
        <w:rPr>
          <w:rtl/>
          <w:lang w:bidi="fa-IR"/>
        </w:rPr>
        <w:t xml:space="preserve">5 / 249 </w:t>
      </w:r>
      <w:r>
        <w:rPr>
          <w:rtl/>
          <w:lang w:bidi="fa-IR"/>
        </w:rPr>
        <w:t>و 2</w:t>
      </w:r>
      <w:r w:rsidRPr="00CA52B4">
        <w:rPr>
          <w:rtl/>
          <w:lang w:bidi="fa-IR"/>
        </w:rPr>
        <w:t xml:space="preserve">0 / 145. الغدير 2 / 179 </w:t>
      </w:r>
      <w:r>
        <w:rPr>
          <w:rtl/>
          <w:lang w:bidi="fa-IR"/>
        </w:rPr>
        <w:t>و 3</w:t>
      </w:r>
      <w:r w:rsidRPr="00CA52B4">
        <w:rPr>
          <w:rtl/>
          <w:lang w:bidi="fa-IR"/>
        </w:rPr>
        <w:t xml:space="preserve"> / 410. الكامل في التأريخ 4 / 11 ، 18 ، 19. مجمع الرجال 4 / 285. معجم رجال الحديث 13 / 98. منتهى المقال / 240.</w:t>
      </w:r>
    </w:p>
    <w:p w:rsidR="00843DF1" w:rsidRPr="00CA52B4" w:rsidRDefault="00843DF1" w:rsidP="00EB70B9">
      <w:pPr>
        <w:pStyle w:val="libBold1"/>
        <w:rPr>
          <w:rtl/>
          <w:lang w:bidi="fa-IR"/>
        </w:rPr>
      </w:pPr>
      <w:r w:rsidRPr="00CA52B4">
        <w:rPr>
          <w:rtl/>
        </w:rPr>
        <w:t>867</w:t>
      </w:r>
      <w:r>
        <w:rPr>
          <w:rtl/>
        </w:rPr>
        <w:t xml:space="preserve"> ـ </w:t>
      </w:r>
      <w:r w:rsidRPr="00CA52B4">
        <w:rPr>
          <w:rtl/>
        </w:rPr>
        <w:t>عمرو بن سعيد بن العاص بن أمية بن عبد شمس المدني المعروف بالأشدق قتل 69 / 70 ه‍</w:t>
      </w:r>
      <w:r>
        <w:rPr>
          <w:rtl/>
        </w:rPr>
        <w:t>.</w:t>
      </w:r>
    </w:p>
    <w:p w:rsidR="00843DF1" w:rsidRPr="00CA52B4" w:rsidRDefault="00843DF1" w:rsidP="00347E77">
      <w:pPr>
        <w:pStyle w:val="libNormal"/>
        <w:rPr>
          <w:rtl/>
          <w:lang w:bidi="fa-IR"/>
        </w:rPr>
      </w:pPr>
      <w:r w:rsidRPr="00CA52B4">
        <w:rPr>
          <w:rtl/>
          <w:lang w:bidi="fa-IR"/>
        </w:rPr>
        <w:t>صحابي. ولي المدينة لمعاوية ، ويزيد. وطلب الخلافة وغلب على دمشق ، ثم قتله عبد الملك بن مروان ، بعد أن أعطاه الأمان سنة 69 ه‍ ، وقيل : 70 وخلّف : سعيدا. موسى. أمية. إسماعيل. محمدا. أم كلثوم.</w:t>
      </w:r>
      <w:r>
        <w:rPr>
          <w:rFonts w:hint="cs"/>
          <w:rtl/>
          <w:lang w:bidi="fa-IR"/>
        </w:rPr>
        <w:t xml:space="preserve"> </w:t>
      </w:r>
      <w:r w:rsidRPr="00CA52B4">
        <w:rPr>
          <w:rtl/>
          <w:lang w:bidi="fa-IR"/>
        </w:rPr>
        <w:t>عبد الملك. عبد العزيز. رملة. موسى. عمران. عبد الله.</w:t>
      </w:r>
    </w:p>
    <w:p w:rsidR="00843DF1" w:rsidRPr="00CA52B4" w:rsidRDefault="00843DF1" w:rsidP="00B10281">
      <w:pPr>
        <w:pStyle w:val="libNormal0"/>
        <w:rPr>
          <w:rtl/>
          <w:lang w:bidi="fa-IR"/>
        </w:rPr>
      </w:pPr>
      <w:r>
        <w:rPr>
          <w:rtl/>
          <w:lang w:bidi="fa-IR"/>
        </w:rPr>
        <w:br w:type="page"/>
      </w:r>
      <w:r w:rsidRPr="00CA52B4">
        <w:rPr>
          <w:rtl/>
          <w:lang w:bidi="fa-IR"/>
        </w:rPr>
        <w:lastRenderedPageBreak/>
        <w:t>عبد الرحمن. أم موسى. أم عمران. وكان من الخطباء البلغاء ، ولقب بالأشدق لفصاحته.</w:t>
      </w:r>
    </w:p>
    <w:p w:rsidR="00843DF1" w:rsidRPr="00CA52B4" w:rsidRDefault="00843DF1" w:rsidP="00B10281">
      <w:pPr>
        <w:pStyle w:val="libVar"/>
        <w:rPr>
          <w:rtl/>
          <w:lang w:bidi="fa-IR"/>
        </w:rPr>
      </w:pPr>
      <w:r w:rsidRPr="00CA52B4">
        <w:rPr>
          <w:rtl/>
          <w:lang w:bidi="fa-IR"/>
        </w:rPr>
        <w:t>الأعلام 5 / 246. الإصابة 2 / 539. الاستيعاب 2 / 493. أسد الغابة 4 / 107.</w:t>
      </w:r>
      <w:r>
        <w:rPr>
          <w:rFonts w:hint="cs"/>
          <w:rtl/>
          <w:lang w:bidi="fa-IR"/>
        </w:rPr>
        <w:t xml:space="preserve"> </w:t>
      </w:r>
      <w:r w:rsidRPr="00CA52B4">
        <w:rPr>
          <w:rtl/>
          <w:lang w:bidi="fa-IR"/>
        </w:rPr>
        <w:t xml:space="preserve">تهذيب التهذيب 8 / 37. تاريخ الطبري 7 / 175. تاريخ ابن كثير 8 / 307. الجرح والتعديل 6 / 236. جمهرة أنساب العرب / 81. شرح ابن أبي الحديد 2 / 236 </w:t>
      </w:r>
      <w:r>
        <w:rPr>
          <w:rtl/>
          <w:lang w:bidi="fa-IR"/>
        </w:rPr>
        <w:t>و 5</w:t>
      </w:r>
      <w:r w:rsidRPr="00CA52B4">
        <w:rPr>
          <w:rtl/>
          <w:lang w:bidi="fa-IR"/>
        </w:rPr>
        <w:t xml:space="preserve"> / 46 </w:t>
      </w:r>
      <w:r>
        <w:rPr>
          <w:rtl/>
          <w:lang w:bidi="fa-IR"/>
        </w:rPr>
        <w:t>و 6</w:t>
      </w:r>
      <w:r w:rsidRPr="00CA52B4">
        <w:rPr>
          <w:rtl/>
          <w:lang w:bidi="fa-IR"/>
        </w:rPr>
        <w:t xml:space="preserve"> / 4 ، 161. الطبقات الكبرى 5 / 237. العقد الفريد 1 / 58 </w:t>
      </w:r>
      <w:r>
        <w:rPr>
          <w:rtl/>
          <w:lang w:bidi="fa-IR"/>
        </w:rPr>
        <w:t>و 2</w:t>
      </w:r>
      <w:r w:rsidRPr="00CA52B4">
        <w:rPr>
          <w:rtl/>
          <w:lang w:bidi="fa-IR"/>
        </w:rPr>
        <w:t xml:space="preserve"> / 52 </w:t>
      </w:r>
      <w:r>
        <w:rPr>
          <w:rtl/>
          <w:lang w:bidi="fa-IR"/>
        </w:rPr>
        <w:t>و 4</w:t>
      </w:r>
      <w:r w:rsidRPr="00CA52B4">
        <w:rPr>
          <w:rtl/>
          <w:lang w:bidi="fa-IR"/>
        </w:rPr>
        <w:t xml:space="preserve"> / 93 </w:t>
      </w:r>
      <w:r>
        <w:rPr>
          <w:rtl/>
          <w:lang w:bidi="fa-IR"/>
        </w:rPr>
        <w:t>و 5</w:t>
      </w:r>
      <w:r w:rsidRPr="00CA52B4">
        <w:rPr>
          <w:rtl/>
          <w:lang w:bidi="fa-IR"/>
        </w:rPr>
        <w:t xml:space="preserve"> / 111 </w:t>
      </w:r>
      <w:r>
        <w:rPr>
          <w:rtl/>
          <w:lang w:bidi="fa-IR"/>
        </w:rPr>
        <w:t>و 8</w:t>
      </w:r>
      <w:r w:rsidRPr="00CA52B4">
        <w:rPr>
          <w:rtl/>
          <w:lang w:bidi="fa-IR"/>
        </w:rPr>
        <w:t xml:space="preserve"> / 56. الغدير 8 / 261 </w:t>
      </w:r>
      <w:r>
        <w:rPr>
          <w:rtl/>
          <w:lang w:bidi="fa-IR"/>
        </w:rPr>
        <w:t>و 9</w:t>
      </w:r>
      <w:r w:rsidRPr="00CA52B4">
        <w:rPr>
          <w:rtl/>
          <w:lang w:bidi="fa-IR"/>
        </w:rPr>
        <w:t xml:space="preserve"> / 198 </w:t>
      </w:r>
      <w:r>
        <w:rPr>
          <w:rtl/>
          <w:lang w:bidi="fa-IR"/>
        </w:rPr>
        <w:t>و 1</w:t>
      </w:r>
      <w:r w:rsidRPr="00CA52B4">
        <w:rPr>
          <w:rtl/>
          <w:lang w:bidi="fa-IR"/>
        </w:rPr>
        <w:t>0 / 237 ، 264 ، 377. قاموس الرجال 7 / 148. الكامل في التأريخ 13 / 257</w:t>
      </w:r>
      <w:r>
        <w:rPr>
          <w:rtl/>
          <w:lang w:bidi="fa-IR"/>
        </w:rPr>
        <w:t xml:space="preserve"> ـ </w:t>
      </w:r>
      <w:r w:rsidRPr="00CA52B4">
        <w:rPr>
          <w:rtl/>
          <w:lang w:bidi="fa-IR"/>
        </w:rPr>
        <w:t>الفهارس</w:t>
      </w:r>
      <w:r>
        <w:rPr>
          <w:rtl/>
          <w:lang w:bidi="fa-IR"/>
        </w:rPr>
        <w:t xml:space="preserve"> ـ.</w:t>
      </w:r>
      <w:r w:rsidRPr="00CA52B4">
        <w:rPr>
          <w:rtl/>
          <w:lang w:bidi="fa-IR"/>
        </w:rPr>
        <w:t xml:space="preserve"> مجمع الرجال 4 / 285.</w:t>
      </w:r>
      <w:r>
        <w:rPr>
          <w:rFonts w:hint="cs"/>
          <w:rtl/>
          <w:lang w:bidi="fa-IR"/>
        </w:rPr>
        <w:t xml:space="preserve"> </w:t>
      </w:r>
      <w:r w:rsidRPr="00CA52B4">
        <w:rPr>
          <w:rtl/>
          <w:lang w:bidi="fa-IR"/>
        </w:rPr>
        <w:t xml:space="preserve">مروج الذهب 3 / 109. معجم الشعراء / 231. منتهى المقال / 235. ميزان الاعتدال 3 / 262. النهاية في غريب الحديث 1 / 36 </w:t>
      </w:r>
      <w:r>
        <w:rPr>
          <w:rtl/>
          <w:lang w:bidi="fa-IR"/>
        </w:rPr>
        <w:t>و 2</w:t>
      </w:r>
      <w:r w:rsidRPr="00CA52B4">
        <w:rPr>
          <w:rtl/>
          <w:lang w:bidi="fa-IR"/>
        </w:rPr>
        <w:t xml:space="preserve"> / 46 </w:t>
      </w:r>
      <w:r>
        <w:rPr>
          <w:rtl/>
          <w:lang w:bidi="fa-IR"/>
        </w:rPr>
        <w:t>و 4</w:t>
      </w:r>
      <w:r w:rsidRPr="00CA52B4">
        <w:rPr>
          <w:rtl/>
          <w:lang w:bidi="fa-IR"/>
        </w:rPr>
        <w:t xml:space="preserve"> / 353.</w:t>
      </w:r>
    </w:p>
    <w:p w:rsidR="00843DF1" w:rsidRPr="00CA52B4" w:rsidRDefault="00843DF1" w:rsidP="00EB70B9">
      <w:pPr>
        <w:pStyle w:val="libBold1"/>
        <w:rPr>
          <w:rtl/>
          <w:lang w:bidi="fa-IR"/>
        </w:rPr>
      </w:pPr>
      <w:r w:rsidRPr="00CA52B4">
        <w:rPr>
          <w:rtl/>
        </w:rPr>
        <w:t>868</w:t>
      </w:r>
      <w:r>
        <w:rPr>
          <w:rtl/>
        </w:rPr>
        <w:t xml:space="preserve"> ـ </w:t>
      </w:r>
      <w:r w:rsidRPr="00CA52B4">
        <w:rPr>
          <w:rtl/>
        </w:rPr>
        <w:t>عمرو بن سلمة بن الحارث الهمداني الجرمي الكوفي الكندي المتوفى 85 ه‍</w:t>
      </w:r>
      <w:r>
        <w:rPr>
          <w:rtl/>
        </w:rPr>
        <w:t>.</w:t>
      </w:r>
    </w:p>
    <w:p w:rsidR="00843DF1" w:rsidRPr="00CA52B4" w:rsidRDefault="00843DF1" w:rsidP="00347E77">
      <w:pPr>
        <w:pStyle w:val="libNormal"/>
        <w:rPr>
          <w:rtl/>
          <w:lang w:bidi="fa-IR"/>
        </w:rPr>
      </w:pPr>
      <w:r w:rsidRPr="00CA52B4">
        <w:rPr>
          <w:rtl/>
          <w:lang w:bidi="fa-IR"/>
        </w:rPr>
        <w:t xml:space="preserve">من الطبقة الأولى من أهل الكوفة. كان محدّثا ثقة قليل الحديث. وهو الذي أوفده الإمام الحسن </w:t>
      </w:r>
      <w:r>
        <w:rPr>
          <w:rtl/>
          <w:lang w:bidi="fa-IR"/>
        </w:rPr>
        <w:t>(</w:t>
      </w:r>
      <w:r w:rsidRPr="00CA52B4">
        <w:rPr>
          <w:rtl/>
          <w:lang w:bidi="fa-IR"/>
        </w:rPr>
        <w:t>عليه السلام</w:t>
      </w:r>
      <w:r>
        <w:rPr>
          <w:rtl/>
          <w:lang w:bidi="fa-IR"/>
        </w:rPr>
        <w:t>)</w:t>
      </w:r>
      <w:r w:rsidRPr="00CA52B4">
        <w:rPr>
          <w:rtl/>
          <w:lang w:bidi="fa-IR"/>
        </w:rPr>
        <w:t xml:space="preserve"> إلى معاوية. ولم يخرجوا له في الكتب الستة شيئا. مات سنة 85 ه‍</w:t>
      </w:r>
      <w:r>
        <w:rPr>
          <w:rtl/>
          <w:lang w:bidi="fa-IR"/>
        </w:rPr>
        <w:t>.</w:t>
      </w:r>
      <w:r w:rsidRPr="00CA52B4">
        <w:rPr>
          <w:rtl/>
          <w:lang w:bidi="fa-IR"/>
        </w:rPr>
        <w:t xml:space="preserve"> روى عنه ابنه يحيى ، ويزيد بن أبي زياد ، وعامر الشعبي. وذكره ابن حبان في الثقات. وهو أخو عبد الله بن سلمة. وكان شاعرا ولما رآه معاوية جميلا جهيرا. قال له : من مضر أنت</w:t>
      </w:r>
      <w:r>
        <w:rPr>
          <w:rtl/>
          <w:lang w:bidi="fa-IR"/>
        </w:rPr>
        <w:t>؟</w:t>
      </w:r>
      <w:r>
        <w:rPr>
          <w:rFonts w:hint="cs"/>
          <w:rtl/>
          <w:lang w:bidi="fa-IR"/>
        </w:rPr>
        <w:t xml:space="preserve"> </w:t>
      </w:r>
      <w:r w:rsidRPr="00CA52B4">
        <w:rPr>
          <w:rtl/>
          <w:lang w:bidi="fa-IR"/>
        </w:rPr>
        <w:t>فقال :</w:t>
      </w:r>
    </w:p>
    <w:tbl>
      <w:tblPr>
        <w:bidiVisual/>
        <w:tblW w:w="4940" w:type="pct"/>
        <w:jc w:val="center"/>
        <w:tblCellSpacing w:w="15" w:type="dxa"/>
        <w:tblCellMar>
          <w:top w:w="15" w:type="dxa"/>
          <w:left w:w="15" w:type="dxa"/>
          <w:bottom w:w="15" w:type="dxa"/>
          <w:right w:w="15" w:type="dxa"/>
        </w:tblCellMar>
        <w:tblLook w:val="04A0" w:firstRow="1" w:lastRow="0" w:firstColumn="1" w:lastColumn="0" w:noHBand="0" w:noVBand="1"/>
      </w:tblPr>
      <w:tblGrid>
        <w:gridCol w:w="4953"/>
        <w:gridCol w:w="437"/>
        <w:gridCol w:w="495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إنّي لمن قوم بنى الله مجدهم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على كل باد في الأنام وحاضر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أبوتنا آباء صدق نمى بهم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إلى المجد آباء كرام العناصر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أمّاتنا أكرم بهن عجائزا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ورثن العلى عن كابر بعد كابر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جناهنّ كافور ومسك وعنبر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ليس ابن هند من جناة المغافر</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C360D4"/>
        </w:tc>
      </w:tr>
    </w:tbl>
    <w:p w:rsidR="00843DF1" w:rsidRPr="00CA52B4" w:rsidRDefault="00843DF1" w:rsidP="00B10281">
      <w:pPr>
        <w:pStyle w:val="libVar"/>
        <w:rPr>
          <w:rtl/>
          <w:lang w:bidi="fa-IR"/>
        </w:rPr>
      </w:pPr>
      <w:r w:rsidRPr="00CA52B4">
        <w:rPr>
          <w:rtl/>
          <w:lang w:bidi="fa-IR"/>
        </w:rPr>
        <w:t>أنساب الأشراف 3 / 40. الأنساب / 252. تاريخ الخميس 2 / 310. تقريب التهذيب 2 / 70. تنقيح المقال 2 / 332. تهذيب التهذيب 8 / 42. الجرح والتعديل 6 /235</w:t>
      </w:r>
      <w:r w:rsidRPr="00CA52B4">
        <w:rPr>
          <w:rtl/>
        </w:rPr>
        <w:t>.</w:t>
      </w:r>
      <w:r>
        <w:rPr>
          <w:rFonts w:hint="cs"/>
          <w:rtl/>
        </w:rPr>
        <w:t xml:space="preserve"> </w:t>
      </w:r>
      <w:r w:rsidRPr="00CA52B4">
        <w:rPr>
          <w:rtl/>
          <w:lang w:bidi="fa-IR"/>
        </w:rPr>
        <w:t>شذرات الذهب 1 / 95. الطبقات الكبرى 6 / 171. الكامل في التأريخ 3 / 400. الكنى والألقاب 3 / 172. اللباب 1 / 274. مجمع الرجال 4 / 286. مرآة الجنان 1 / 176.</w:t>
      </w:r>
      <w:r>
        <w:rPr>
          <w:rFonts w:hint="cs"/>
          <w:rtl/>
          <w:lang w:bidi="fa-IR"/>
        </w:rPr>
        <w:t xml:space="preserve"> </w:t>
      </w:r>
      <w:r w:rsidRPr="00CA52B4">
        <w:rPr>
          <w:rtl/>
          <w:lang w:bidi="fa-IR"/>
        </w:rPr>
        <w:t>المشتبه 1 / 365. معجم الثقات / 315. معجم الشعراء / 227. منتهى المقال / 236.</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مجالس المؤمنين 1 / 202. نقد الرجال / 251. النهاية في غريب الحديث 1 / 399 </w:t>
      </w:r>
      <w:r>
        <w:rPr>
          <w:rtl/>
          <w:lang w:bidi="fa-IR"/>
        </w:rPr>
        <w:t>و 3</w:t>
      </w:r>
      <w:r w:rsidRPr="00CA52B4">
        <w:rPr>
          <w:rtl/>
          <w:lang w:bidi="fa-IR"/>
        </w:rPr>
        <w:t xml:space="preserve"> / 364 </w:t>
      </w:r>
      <w:r>
        <w:rPr>
          <w:rtl/>
          <w:lang w:bidi="fa-IR"/>
        </w:rPr>
        <w:t>و 4</w:t>
      </w:r>
      <w:r w:rsidRPr="00CA52B4">
        <w:rPr>
          <w:rtl/>
          <w:lang w:bidi="fa-IR"/>
        </w:rPr>
        <w:t xml:space="preserve"> / 278.</w:t>
      </w:r>
    </w:p>
    <w:p w:rsidR="00843DF1" w:rsidRPr="00CA52B4" w:rsidRDefault="00843DF1" w:rsidP="00EB70B9">
      <w:pPr>
        <w:pStyle w:val="libBold1"/>
        <w:rPr>
          <w:rtl/>
          <w:lang w:bidi="fa-IR"/>
        </w:rPr>
      </w:pPr>
      <w:r w:rsidRPr="00CA52B4">
        <w:rPr>
          <w:rtl/>
        </w:rPr>
        <w:t>869</w:t>
      </w:r>
      <w:r>
        <w:rPr>
          <w:rtl/>
        </w:rPr>
        <w:t xml:space="preserve"> ـ </w:t>
      </w:r>
      <w:r w:rsidRPr="00CA52B4">
        <w:rPr>
          <w:rtl/>
          <w:lang w:bidi="fa-IR"/>
        </w:rPr>
        <w:t>عمرو بن سلمة بن كعب بن وائل بن كعب بن حمل المرادي الحملي المقتول</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أدرك النبي </w:t>
      </w:r>
      <w:r>
        <w:rPr>
          <w:rtl/>
          <w:lang w:bidi="fa-IR"/>
        </w:rPr>
        <w:t>(</w:t>
      </w:r>
      <w:r w:rsidRPr="00CA52B4">
        <w:rPr>
          <w:rtl/>
          <w:lang w:bidi="fa-IR"/>
        </w:rPr>
        <w:t>صلّى الله عليه وآله وسلّم</w:t>
      </w:r>
      <w:r>
        <w:rPr>
          <w:rtl/>
          <w:lang w:bidi="fa-IR"/>
        </w:rPr>
        <w:t>)</w:t>
      </w:r>
      <w:r w:rsidRPr="00CA52B4">
        <w:rPr>
          <w:rtl/>
          <w:lang w:bidi="fa-IR"/>
        </w:rPr>
        <w:t xml:space="preserve"> وكان جده كعب يلقب الأسلع. أما عمرو فهو من أصحاب حجر بن عدي ، قتله معاوية مع حجر في مرج عذراء.</w:t>
      </w:r>
    </w:p>
    <w:p w:rsidR="00843DF1" w:rsidRPr="00CA52B4" w:rsidRDefault="00843DF1" w:rsidP="00B10281">
      <w:pPr>
        <w:pStyle w:val="libVar"/>
        <w:rPr>
          <w:rtl/>
          <w:lang w:bidi="fa-IR"/>
        </w:rPr>
      </w:pPr>
      <w:r w:rsidRPr="00CA52B4">
        <w:rPr>
          <w:rtl/>
          <w:lang w:bidi="fa-IR"/>
        </w:rPr>
        <w:t>الإصابة 3 / 114. البداية والنهاية 7 / 230. المشتبه 1 / 365.</w:t>
      </w:r>
    </w:p>
    <w:p w:rsidR="00843DF1" w:rsidRPr="00CA52B4" w:rsidRDefault="00843DF1" w:rsidP="00EB70B9">
      <w:pPr>
        <w:pStyle w:val="libBold1"/>
        <w:rPr>
          <w:rtl/>
          <w:lang w:bidi="fa-IR"/>
        </w:rPr>
      </w:pPr>
      <w:r w:rsidRPr="00CA52B4">
        <w:rPr>
          <w:rtl/>
        </w:rPr>
        <w:t>870</w:t>
      </w:r>
      <w:r>
        <w:rPr>
          <w:rtl/>
        </w:rPr>
        <w:t xml:space="preserve"> ـ </w:t>
      </w:r>
      <w:r w:rsidRPr="00CA52B4">
        <w:rPr>
          <w:rtl/>
          <w:lang w:bidi="fa-IR"/>
        </w:rPr>
        <w:t>عمرو بن شرحبيل الهمداني أبو ميسرة الكوفي المتوفى 63 ه</w:t>
      </w:r>
      <w:r w:rsidRPr="00CA52B4">
        <w:rPr>
          <w:rtl/>
        </w:rPr>
        <w:t>.</w:t>
      </w:r>
    </w:p>
    <w:p w:rsidR="00843DF1" w:rsidRPr="00CA52B4" w:rsidRDefault="00843DF1" w:rsidP="00347E77">
      <w:pPr>
        <w:pStyle w:val="libNormal"/>
        <w:rPr>
          <w:rtl/>
          <w:lang w:bidi="fa-IR"/>
        </w:rPr>
      </w:pPr>
      <w:r w:rsidRPr="00CA52B4">
        <w:rPr>
          <w:rtl/>
          <w:lang w:bidi="fa-IR"/>
        </w:rPr>
        <w:t>كان من العباد ، وكانت ركبته كركبة البعير من كثرة الصلاة. أخذ أيضا عن قيس بن سعد بن عبادة. وحذيفة. وسلمان الفارسي. وعبد الله بن مسعود وآخرين. ومات بالطاعون سنة 63 ه‍ وقيل : مات في ولاية ابن زياد.</w:t>
      </w:r>
    </w:p>
    <w:p w:rsidR="00843DF1" w:rsidRPr="00CA52B4" w:rsidRDefault="00843DF1" w:rsidP="00347E77">
      <w:pPr>
        <w:pStyle w:val="libNormal"/>
        <w:rPr>
          <w:rtl/>
          <w:lang w:bidi="fa-IR"/>
        </w:rPr>
      </w:pPr>
      <w:r w:rsidRPr="00CA52B4">
        <w:rPr>
          <w:rtl/>
          <w:lang w:bidi="fa-IR"/>
        </w:rPr>
        <w:t xml:space="preserve">كان من أفاضل أصحاب عبد الله ، وذكره ابن حبان في الثقات ، قال عاصم بن بهدلة عن أبي وائل : ما اشتملت همدانية على مثل أبي ميسرة ، قيل له : ولا مسروق ، فقال : ولا مسروق. روى عن رجل من أصحاب النبي </w:t>
      </w:r>
      <w:r>
        <w:rPr>
          <w:rtl/>
          <w:lang w:bidi="fa-IR"/>
        </w:rPr>
        <w:t>(</w:t>
      </w:r>
      <w:r w:rsidRPr="00CA52B4">
        <w:rPr>
          <w:rtl/>
          <w:lang w:bidi="fa-IR"/>
        </w:rPr>
        <w:t>صلّى الله عليه وآله وسلّم</w:t>
      </w:r>
      <w:r>
        <w:rPr>
          <w:rtl/>
          <w:lang w:bidi="fa-IR"/>
        </w:rPr>
        <w:t>)</w:t>
      </w:r>
      <w:r w:rsidRPr="00CA52B4">
        <w:rPr>
          <w:rtl/>
          <w:lang w:bidi="fa-IR"/>
        </w:rPr>
        <w:t xml:space="preserve"> قال : لقد ملئ عمار إيمانا إلى مشاشه.</w:t>
      </w:r>
    </w:p>
    <w:p w:rsidR="00843DF1" w:rsidRPr="00CA52B4" w:rsidRDefault="00843DF1" w:rsidP="00B10281">
      <w:pPr>
        <w:pStyle w:val="libVar"/>
        <w:rPr>
          <w:rtl/>
          <w:lang w:bidi="fa-IR"/>
        </w:rPr>
      </w:pPr>
      <w:r w:rsidRPr="00CA52B4">
        <w:rPr>
          <w:rtl/>
          <w:lang w:bidi="fa-IR"/>
        </w:rPr>
        <w:t xml:space="preserve">تهذيب التهذيب 8 / 47. الجرح والتعديل 6 / 237. حلية الأولياء 4 / 141. شرح ابن أبي الحديد 4 / 97. الطبقات الكبرى 3 / 263 </w:t>
      </w:r>
      <w:r>
        <w:rPr>
          <w:rtl/>
          <w:lang w:bidi="fa-IR"/>
        </w:rPr>
        <w:t>و 6</w:t>
      </w:r>
      <w:r w:rsidRPr="00CA52B4">
        <w:rPr>
          <w:rtl/>
          <w:lang w:bidi="fa-IR"/>
        </w:rPr>
        <w:t xml:space="preserve"> / 10 ، 86 ، 102. طبقات الحفاظ / 14. الغدير 1 / 57 </w:t>
      </w:r>
      <w:r>
        <w:rPr>
          <w:rtl/>
          <w:lang w:bidi="fa-IR"/>
        </w:rPr>
        <w:t>و 2</w:t>
      </w:r>
      <w:r w:rsidRPr="00CA52B4">
        <w:rPr>
          <w:rtl/>
          <w:lang w:bidi="fa-IR"/>
        </w:rPr>
        <w:t xml:space="preserve"> / 97 </w:t>
      </w:r>
      <w:r>
        <w:rPr>
          <w:rtl/>
          <w:lang w:bidi="fa-IR"/>
        </w:rPr>
        <w:t>و 6</w:t>
      </w:r>
      <w:r w:rsidRPr="00CA52B4">
        <w:rPr>
          <w:rtl/>
          <w:lang w:bidi="fa-IR"/>
        </w:rPr>
        <w:t xml:space="preserve"> / 253 ، 286 </w:t>
      </w:r>
      <w:r>
        <w:rPr>
          <w:rtl/>
          <w:lang w:bidi="fa-IR"/>
        </w:rPr>
        <w:t>و 9</w:t>
      </w:r>
      <w:r w:rsidRPr="00CA52B4">
        <w:rPr>
          <w:rtl/>
          <w:lang w:bidi="fa-IR"/>
        </w:rPr>
        <w:t xml:space="preserve"> / 25. المراسيل / 92. وقعة صفين / 323.</w:t>
      </w:r>
    </w:p>
    <w:p w:rsidR="00843DF1" w:rsidRPr="00CA52B4" w:rsidRDefault="00843DF1" w:rsidP="00EB70B9">
      <w:pPr>
        <w:pStyle w:val="libBold1"/>
        <w:rPr>
          <w:rtl/>
          <w:lang w:bidi="fa-IR"/>
        </w:rPr>
      </w:pPr>
      <w:r w:rsidRPr="00CA52B4">
        <w:rPr>
          <w:rtl/>
        </w:rPr>
        <w:t>871</w:t>
      </w:r>
      <w:r>
        <w:rPr>
          <w:rtl/>
        </w:rPr>
        <w:t xml:space="preserve"> ـ </w:t>
      </w:r>
      <w:r w:rsidRPr="00CA52B4">
        <w:rPr>
          <w:rtl/>
          <w:lang w:bidi="fa-IR"/>
        </w:rPr>
        <w:t>عمرو بن صليع بن محارب بن خصفة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من التابعين ، ويقال : إنّ له صحبة. روى عنه جمع منهم أبو الطفيل ، وصخر بن الوليد. وذكره ابن حبان في ثقات التابعين ، وقال : لا يصح سماعه من النبيّ </w:t>
      </w:r>
      <w:r>
        <w:rPr>
          <w:rtl/>
          <w:lang w:bidi="fa-IR"/>
        </w:rPr>
        <w:t>(</w:t>
      </w:r>
      <w:r w:rsidRPr="00CA52B4">
        <w:rPr>
          <w:rtl/>
          <w:lang w:bidi="fa-IR"/>
        </w:rPr>
        <w:t>صلّى الله عليه وآله وسلّم</w:t>
      </w:r>
      <w:r>
        <w:rPr>
          <w:rtl/>
          <w:lang w:bidi="fa-IR"/>
        </w:rPr>
        <w:t>).</w:t>
      </w:r>
    </w:p>
    <w:p w:rsidR="00843DF1" w:rsidRPr="00CA52B4" w:rsidRDefault="00843DF1" w:rsidP="00347E77">
      <w:pPr>
        <w:pStyle w:val="libNormal"/>
        <w:rPr>
          <w:rtl/>
          <w:lang w:bidi="fa-IR"/>
        </w:rPr>
      </w:pPr>
      <w:r w:rsidRPr="00CA52B4">
        <w:rPr>
          <w:rtl/>
          <w:lang w:bidi="fa-IR"/>
        </w:rPr>
        <w:t>وجاء في بعض المراجع : عمرو بن ضليع المحاربي ، وأنّ البخاري ذكره في الصحابة.</w:t>
      </w:r>
    </w:p>
    <w:p w:rsidR="00843DF1" w:rsidRPr="00CA52B4" w:rsidRDefault="00843DF1" w:rsidP="00B10281">
      <w:pPr>
        <w:pStyle w:val="libVar"/>
        <w:rPr>
          <w:rtl/>
          <w:lang w:bidi="fa-IR"/>
        </w:rPr>
      </w:pPr>
      <w:r>
        <w:rPr>
          <w:rtl/>
          <w:lang w:bidi="fa-IR"/>
        </w:rPr>
        <w:br w:type="page"/>
      </w:r>
      <w:r w:rsidRPr="00CA52B4">
        <w:rPr>
          <w:rtl/>
          <w:lang w:bidi="fa-IR"/>
        </w:rPr>
        <w:lastRenderedPageBreak/>
        <w:t>أسد الغابة 4 / 115. الإصابة 2 / 544. الاستيعاب 2 / 542. تهذيب التهذيب 8 / 55. الجرح والتعديل 6 / 240.</w:t>
      </w:r>
    </w:p>
    <w:p w:rsidR="00843DF1" w:rsidRPr="00CA52B4" w:rsidRDefault="00843DF1" w:rsidP="00EB70B9">
      <w:pPr>
        <w:pStyle w:val="libBold1"/>
        <w:rPr>
          <w:rtl/>
          <w:lang w:bidi="fa-IR"/>
        </w:rPr>
      </w:pPr>
      <w:r w:rsidRPr="00CA52B4">
        <w:rPr>
          <w:rtl/>
        </w:rPr>
        <w:t>872</w:t>
      </w:r>
      <w:r>
        <w:rPr>
          <w:rtl/>
        </w:rPr>
        <w:t xml:space="preserve"> ـ </w:t>
      </w:r>
      <w:r w:rsidRPr="00CA52B4">
        <w:rPr>
          <w:rtl/>
          <w:lang w:bidi="fa-IR"/>
        </w:rPr>
        <w:t xml:space="preserve">عمرو </w:t>
      </w:r>
      <w:r>
        <w:rPr>
          <w:rtl/>
          <w:lang w:bidi="fa-IR"/>
        </w:rPr>
        <w:t>(</w:t>
      </w:r>
      <w:r w:rsidRPr="00CA52B4">
        <w:rPr>
          <w:rtl/>
          <w:lang w:bidi="fa-IR"/>
        </w:rPr>
        <w:t>أبو إسحاق</w:t>
      </w:r>
      <w:r>
        <w:rPr>
          <w:rtl/>
          <w:lang w:bidi="fa-IR"/>
        </w:rPr>
        <w:t>)</w:t>
      </w:r>
      <w:r w:rsidRPr="00CA52B4">
        <w:rPr>
          <w:rtl/>
          <w:lang w:bidi="fa-IR"/>
        </w:rPr>
        <w:t xml:space="preserve"> ابن عبد الله بن أبي شعيرة الأصم عبيد السبيعي الكوفي الوادعي الهمداني المتوفى 126 ه</w:t>
      </w:r>
      <w:r w:rsidRPr="00CA52B4">
        <w:rPr>
          <w:rtl/>
        </w:rPr>
        <w:t>.</w:t>
      </w:r>
    </w:p>
    <w:p w:rsidR="00843DF1" w:rsidRPr="00CA52B4" w:rsidRDefault="00843DF1" w:rsidP="00347E77">
      <w:pPr>
        <w:pStyle w:val="libNormal"/>
        <w:rPr>
          <w:rtl/>
          <w:lang w:bidi="fa-IR"/>
        </w:rPr>
      </w:pPr>
      <w:r w:rsidRPr="00CA52B4">
        <w:rPr>
          <w:rtl/>
          <w:lang w:bidi="fa-IR"/>
        </w:rPr>
        <w:t>محدّث كوفي تابعي. روى عنه خلق كبير. ومات سنة 126 / 129 ه‍ وهو ابن 96. وخلفه : يونس ، وعيسى. قال أبو إسحاق : رفعني أبي حتّى رأيت عليّ بن أبي طالب. يخطب على المنبر أبيض الرأس واللحية. وقد صلّى خلف عليّ الجمعة. وأجمعوا على صدقه وتوثيقه. قال ابن المديني :</w:t>
      </w:r>
      <w:r>
        <w:rPr>
          <w:rFonts w:hint="cs"/>
          <w:rtl/>
          <w:lang w:bidi="fa-IR"/>
        </w:rPr>
        <w:t xml:space="preserve"> </w:t>
      </w:r>
      <w:r w:rsidRPr="00CA52B4">
        <w:rPr>
          <w:rtl/>
          <w:lang w:bidi="fa-IR"/>
        </w:rPr>
        <w:t>أحصينا مشيخته نحوا من ثلاثمائة شيخ ، وقال : مرة أربعمائة.</w:t>
      </w:r>
    </w:p>
    <w:p w:rsidR="00843DF1" w:rsidRPr="00CA52B4" w:rsidRDefault="00843DF1" w:rsidP="00B10281">
      <w:pPr>
        <w:pStyle w:val="libVar"/>
        <w:rPr>
          <w:rtl/>
          <w:lang w:bidi="fa-IR"/>
        </w:rPr>
      </w:pPr>
      <w:r w:rsidRPr="00CA52B4">
        <w:rPr>
          <w:rtl/>
          <w:lang w:bidi="fa-IR"/>
        </w:rPr>
        <w:t>الأعلام 5 / 251. تهذيب التهذيب 8 / 63. تذكرة الحفاظ 1 / 114. تاريخ جرجان / 122</w:t>
      </w:r>
      <w:r>
        <w:rPr>
          <w:rtl/>
          <w:lang w:bidi="fa-IR"/>
        </w:rPr>
        <w:t xml:space="preserve"> ـ </w:t>
      </w:r>
      <w:r w:rsidRPr="00CA52B4">
        <w:rPr>
          <w:rtl/>
          <w:lang w:bidi="fa-IR"/>
        </w:rPr>
        <w:t>الفهرست</w:t>
      </w:r>
      <w:r>
        <w:rPr>
          <w:rtl/>
          <w:lang w:bidi="fa-IR"/>
        </w:rPr>
        <w:t xml:space="preserve"> ـ.</w:t>
      </w:r>
      <w:r w:rsidRPr="00CA52B4">
        <w:rPr>
          <w:rtl/>
          <w:lang w:bidi="fa-IR"/>
        </w:rPr>
        <w:t xml:space="preserve"> الجرح والتعديل 6 / 242. جامع الرواة 1 / 635 وفيه :</w:t>
      </w:r>
      <w:r>
        <w:rPr>
          <w:rFonts w:hint="cs"/>
          <w:rtl/>
          <w:lang w:bidi="fa-IR"/>
        </w:rPr>
        <w:t xml:space="preserve"> </w:t>
      </w:r>
      <w:r w:rsidRPr="00CA52B4">
        <w:rPr>
          <w:rtl/>
          <w:lang w:bidi="fa-IR"/>
        </w:rPr>
        <w:t>عمر. جمهرة أنساب العرب / 78. حلية الأولياء 4 / 338. شذرات الذهب 1 / 174.</w:t>
      </w:r>
      <w:r>
        <w:rPr>
          <w:rFonts w:hint="cs"/>
          <w:rtl/>
          <w:lang w:bidi="fa-IR"/>
        </w:rPr>
        <w:t xml:space="preserve"> </w:t>
      </w:r>
      <w:r w:rsidRPr="00CA52B4">
        <w:rPr>
          <w:rtl/>
          <w:lang w:bidi="fa-IR"/>
        </w:rPr>
        <w:t>الطبقات الكبرى 6 / 178 ، 313 ، وفيه جاء نسبه هكذا : عمرو بن عبد الله بن علي بن أحمد بن ذي يحمد بن السبيع بن سبع بن صعب بن معاوية بن كثير بن مالك بن جشم بن حاشد بن جشم بن خيران بن نوف بن همدان. طبقات الحفاظ / 43. العبر 1 / 165.</w:t>
      </w:r>
      <w:r>
        <w:rPr>
          <w:rFonts w:hint="cs"/>
          <w:rtl/>
          <w:lang w:bidi="fa-IR"/>
        </w:rPr>
        <w:t xml:space="preserve"> </w:t>
      </w:r>
      <w:r w:rsidRPr="00CA52B4">
        <w:rPr>
          <w:rtl/>
          <w:lang w:bidi="fa-IR"/>
        </w:rPr>
        <w:t>الغدير 1 / 69. الغارات 2 / 980. قاموس الرجال 7 / 157. الكامل في التأريخ 5 / 340. مرآة الجنان 1 / 269. المعارف / 199. ميزان الاعتدال 3 / 270.</w:t>
      </w:r>
      <w:r>
        <w:rPr>
          <w:rFonts w:hint="cs"/>
          <w:rtl/>
          <w:lang w:bidi="fa-IR"/>
        </w:rPr>
        <w:t xml:space="preserve"> </w:t>
      </w:r>
      <w:r w:rsidRPr="00CA52B4">
        <w:rPr>
          <w:rtl/>
          <w:lang w:bidi="fa-IR"/>
        </w:rPr>
        <w:t>المجروحون 3 / 274. المناقب 4 / 40. وفيات الأعيان 3 / 459.</w:t>
      </w:r>
    </w:p>
    <w:p w:rsidR="00843DF1" w:rsidRPr="00CA52B4" w:rsidRDefault="00843DF1" w:rsidP="00EB70B9">
      <w:pPr>
        <w:pStyle w:val="libBold1"/>
        <w:rPr>
          <w:rtl/>
          <w:lang w:bidi="fa-IR"/>
        </w:rPr>
      </w:pPr>
      <w:r w:rsidRPr="00CA52B4">
        <w:rPr>
          <w:rtl/>
        </w:rPr>
        <w:t>873</w:t>
      </w:r>
      <w:r>
        <w:rPr>
          <w:rtl/>
        </w:rPr>
        <w:t xml:space="preserve"> ـ </w:t>
      </w:r>
      <w:r w:rsidRPr="00CA52B4">
        <w:rPr>
          <w:rtl/>
          <w:lang w:bidi="fa-IR"/>
        </w:rPr>
        <w:t>عمرو بن عزبة بن عبد الله بن زيد بن عاصم</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جمع. له في أبواب الفقه أحاديث. وقد أطبقت كلمات المعاجم على توثيقه وتصحيحه. وذكره الشيخ الطوسي في رجاله من أصحاب عليّ بن أبي طالب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2 / 335. جامع الرواة 1 / 326. رجال الشيخ الطوسي / 49. قاموس الرجال 7 / 160. معجم رجال الحديث 13 / 119. منتهى المقال / 237. نقد الرجال / 252.</w:t>
      </w:r>
    </w:p>
    <w:p w:rsidR="00843DF1" w:rsidRPr="00CA52B4" w:rsidRDefault="00843DF1" w:rsidP="00EB70B9">
      <w:pPr>
        <w:pStyle w:val="libBold1"/>
        <w:rPr>
          <w:rtl/>
          <w:lang w:bidi="fa-IR"/>
        </w:rPr>
      </w:pPr>
      <w:r>
        <w:rPr>
          <w:rtl/>
          <w:lang w:bidi="fa-IR"/>
        </w:rPr>
        <w:br w:type="page"/>
      </w:r>
      <w:r w:rsidRPr="00CA52B4">
        <w:rPr>
          <w:rtl/>
        </w:rPr>
        <w:lastRenderedPageBreak/>
        <w:t>874</w:t>
      </w:r>
      <w:r>
        <w:rPr>
          <w:rtl/>
        </w:rPr>
        <w:t xml:space="preserve"> ـ </w:t>
      </w:r>
      <w:r w:rsidRPr="00CA52B4">
        <w:rPr>
          <w:rtl/>
          <w:lang w:bidi="fa-IR"/>
        </w:rPr>
        <w:t>عمرو بن أبي عمرو بن شداد الفهري الهذلي الكوفي من بني ضبة بن الحارث بن فهر بن مالك</w:t>
      </w:r>
      <w:r>
        <w:rPr>
          <w:rtl/>
          <w:lang w:bidi="fa-IR"/>
        </w:rPr>
        <w:t xml:space="preserve"> ..</w:t>
      </w:r>
      <w:r w:rsidRPr="00CA52B4">
        <w:rPr>
          <w:rtl/>
          <w:lang w:bidi="fa-IR"/>
        </w:rPr>
        <w:t>. المتوفى 36 ه</w:t>
      </w:r>
      <w:r w:rsidRPr="00CA52B4">
        <w:rPr>
          <w:rtl/>
        </w:rPr>
        <w:t>.</w:t>
      </w:r>
    </w:p>
    <w:p w:rsidR="00843DF1" w:rsidRPr="00CA52B4" w:rsidRDefault="00843DF1" w:rsidP="00347E77">
      <w:pPr>
        <w:pStyle w:val="libNormal"/>
        <w:rPr>
          <w:rtl/>
          <w:lang w:bidi="fa-IR"/>
        </w:rPr>
      </w:pPr>
      <w:r w:rsidRPr="00CA52B4">
        <w:rPr>
          <w:rtl/>
          <w:lang w:bidi="fa-IR"/>
        </w:rPr>
        <w:t xml:space="preserve">فارس. دفع إليه أمير المؤمنين </w:t>
      </w:r>
      <w:r>
        <w:rPr>
          <w:rtl/>
          <w:lang w:bidi="fa-IR"/>
        </w:rPr>
        <w:t>(</w:t>
      </w:r>
      <w:r w:rsidRPr="00CA52B4">
        <w:rPr>
          <w:rtl/>
          <w:lang w:bidi="fa-IR"/>
        </w:rPr>
        <w:t>عليه السلام</w:t>
      </w:r>
      <w:r>
        <w:rPr>
          <w:rtl/>
          <w:lang w:bidi="fa-IR"/>
        </w:rPr>
        <w:t>)</w:t>
      </w:r>
      <w:r w:rsidRPr="00CA52B4">
        <w:rPr>
          <w:rtl/>
          <w:lang w:bidi="fa-IR"/>
        </w:rPr>
        <w:t xml:space="preserve"> راية هذيل حين توجه إلى صفين. وقد شهد بدرا. قتل يوم الجمل ، ولم يدرك صفين. ويكنّى أبا شداد ، شهد بدرا وهو ابن اثنتين وثلاثين سنة. وجاء أنّه مات عام 36 ه‍ في خلافة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أسد الغابة 4 / 122. الاصابة 3 / 8. تنقيح المقال 2 / 323. جامع الرواة 1 / 616.</w:t>
      </w:r>
      <w:r>
        <w:rPr>
          <w:rFonts w:hint="cs"/>
          <w:rtl/>
          <w:lang w:bidi="fa-IR"/>
        </w:rPr>
        <w:t xml:space="preserve"> </w:t>
      </w:r>
      <w:r w:rsidRPr="00CA52B4">
        <w:rPr>
          <w:rtl/>
          <w:lang w:bidi="fa-IR"/>
        </w:rPr>
        <w:t>رجال الشيخ الطوسي / 65. الغارات 1 / 133. الغدير 2 / 81. قاموس الرجال 7 / 122.</w:t>
      </w:r>
      <w:r>
        <w:rPr>
          <w:rFonts w:hint="cs"/>
          <w:rtl/>
          <w:lang w:bidi="fa-IR"/>
        </w:rPr>
        <w:t xml:space="preserve"> </w:t>
      </w:r>
      <w:r w:rsidRPr="00CA52B4">
        <w:rPr>
          <w:rtl/>
          <w:lang w:bidi="fa-IR"/>
        </w:rPr>
        <w:t>الكامل في التأريخ 3 / 287. مجمع الرجال 7 / 3. معجم الثقات / 313. معجم رجال الحديث 13 / 72. منتهى المقال / 233. نقد الرجال / 252.</w:t>
      </w:r>
    </w:p>
    <w:p w:rsidR="00843DF1" w:rsidRPr="00CA52B4" w:rsidRDefault="00843DF1" w:rsidP="00EB70B9">
      <w:pPr>
        <w:pStyle w:val="libBold1"/>
        <w:rPr>
          <w:rtl/>
          <w:lang w:bidi="fa-IR"/>
        </w:rPr>
      </w:pPr>
      <w:r w:rsidRPr="00CA52B4">
        <w:rPr>
          <w:rtl/>
        </w:rPr>
        <w:t>875</w:t>
      </w:r>
      <w:r>
        <w:rPr>
          <w:rtl/>
        </w:rPr>
        <w:t xml:space="preserve"> ـ </w:t>
      </w:r>
      <w:r w:rsidRPr="00CA52B4">
        <w:rPr>
          <w:rtl/>
          <w:lang w:bidi="fa-IR"/>
        </w:rPr>
        <w:t>عمرو بن عميس بن مسعود بن غافل بن حبيب بن شمخ بن فار بن مخزوم بن صاهلة بن كاهل بن الحارث بن تميم بن سعد بن هذيل بن مدركة المقتول</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كان على خيل عليّ </w:t>
      </w:r>
      <w:r>
        <w:rPr>
          <w:rtl/>
          <w:lang w:bidi="fa-IR"/>
        </w:rPr>
        <w:t>(</w:t>
      </w:r>
      <w:r w:rsidRPr="00CA52B4">
        <w:rPr>
          <w:rtl/>
          <w:lang w:bidi="fa-IR"/>
        </w:rPr>
        <w:t>عليه السلام</w:t>
      </w:r>
      <w:r>
        <w:rPr>
          <w:rtl/>
          <w:lang w:bidi="fa-IR"/>
        </w:rPr>
        <w:t>)</w:t>
      </w:r>
      <w:r w:rsidRPr="00CA52B4">
        <w:rPr>
          <w:rtl/>
          <w:lang w:bidi="fa-IR"/>
        </w:rPr>
        <w:t xml:space="preserve"> في القطقطانة. خرج عليه من قبل معاوية ، الضحاك بن قيس فأغار عليه وحبسه ، فلما بلغ أمير المؤمنين </w:t>
      </w:r>
      <w:r>
        <w:rPr>
          <w:rtl/>
          <w:lang w:bidi="fa-IR"/>
        </w:rPr>
        <w:t>(</w:t>
      </w:r>
      <w:r w:rsidRPr="00CA52B4">
        <w:rPr>
          <w:rtl/>
          <w:lang w:bidi="fa-IR"/>
        </w:rPr>
        <w:t>عليه السلام</w:t>
      </w:r>
      <w:r>
        <w:rPr>
          <w:rtl/>
          <w:lang w:bidi="fa-IR"/>
        </w:rPr>
        <w:t>)</w:t>
      </w:r>
      <w:r w:rsidRPr="00CA52B4">
        <w:rPr>
          <w:rtl/>
          <w:lang w:bidi="fa-IR"/>
        </w:rPr>
        <w:t xml:space="preserve"> ذلك سرّح حجر بن عدي الكندي ، في أربعة آلاف ، فلحق الضحاك بتدمر ، وقتل منهم تسعة عشر رجلا وحال بينهم الليل ، فهرب الضحاك وأصحابه ، ورجع حجر ومن معه.</w:t>
      </w:r>
    </w:p>
    <w:p w:rsidR="00843DF1" w:rsidRPr="00CA52B4" w:rsidRDefault="00843DF1" w:rsidP="00347E77">
      <w:pPr>
        <w:pStyle w:val="libNormal"/>
        <w:rPr>
          <w:rtl/>
          <w:lang w:bidi="fa-IR"/>
        </w:rPr>
      </w:pPr>
      <w:r w:rsidRPr="00CA52B4">
        <w:rPr>
          <w:rtl/>
          <w:lang w:bidi="fa-IR"/>
        </w:rPr>
        <w:t>وهو ابن أخي عبد الله بن مسعود الأنصاري.</w:t>
      </w:r>
    </w:p>
    <w:p w:rsidR="00843DF1" w:rsidRPr="00CA52B4" w:rsidRDefault="00843DF1" w:rsidP="00B10281">
      <w:pPr>
        <w:pStyle w:val="libVar"/>
        <w:rPr>
          <w:rtl/>
          <w:lang w:bidi="fa-IR"/>
        </w:rPr>
      </w:pPr>
      <w:r w:rsidRPr="00CA52B4">
        <w:rPr>
          <w:rtl/>
          <w:lang w:bidi="fa-IR"/>
        </w:rPr>
        <w:t>تاريخ الطبري 6 / 78. تنقيح المقال 2 / 336. جمهرة أنساب العرب / 197. شرح ابن أبي الحديد 2 / 117</w:t>
      </w:r>
      <w:r>
        <w:rPr>
          <w:rtl/>
          <w:lang w:bidi="fa-IR"/>
        </w:rPr>
        <w:t xml:space="preserve"> ـ </w:t>
      </w:r>
      <w:r w:rsidRPr="00CA52B4">
        <w:rPr>
          <w:rtl/>
          <w:lang w:bidi="fa-IR"/>
        </w:rPr>
        <w:t>121. الغدير 11 / 22. قاموس الرجال 7 / 160. اللباب 3 / 179.</w:t>
      </w:r>
    </w:p>
    <w:p w:rsidR="00843DF1" w:rsidRPr="00CA52B4" w:rsidRDefault="00843DF1" w:rsidP="00EB70B9">
      <w:pPr>
        <w:pStyle w:val="libBold1"/>
        <w:rPr>
          <w:rtl/>
          <w:lang w:bidi="fa-IR"/>
        </w:rPr>
      </w:pPr>
      <w:r w:rsidRPr="00CA52B4">
        <w:rPr>
          <w:rtl/>
        </w:rPr>
        <w:t>876</w:t>
      </w:r>
      <w:r>
        <w:rPr>
          <w:rtl/>
        </w:rPr>
        <w:t xml:space="preserve"> ـ </w:t>
      </w:r>
      <w:r w:rsidRPr="00CA52B4">
        <w:rPr>
          <w:rtl/>
          <w:lang w:bidi="fa-IR"/>
        </w:rPr>
        <w:t>عمرو بن عوف بن الحرث البدري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صحابيّ ، حليف بني عامر بن لؤي. مات في عهد عمر.</w:t>
      </w:r>
      <w:r>
        <w:rPr>
          <w:rFonts w:hint="cs"/>
          <w:rtl/>
          <w:lang w:bidi="fa-IR"/>
        </w:rPr>
        <w:t xml:space="preserve"> </w:t>
      </w:r>
      <w:r w:rsidRPr="00CA52B4">
        <w:rPr>
          <w:rtl/>
          <w:lang w:bidi="fa-IR"/>
        </w:rPr>
        <w:t>وكان ممن شهد بدرا ، وهو من مولدي مكة ، سكن المدينة ، ولا عقب له.</w:t>
      </w:r>
      <w:r>
        <w:rPr>
          <w:rFonts w:hint="cs"/>
          <w:rtl/>
          <w:lang w:bidi="fa-IR"/>
        </w:rPr>
        <w:t xml:space="preserve"> </w:t>
      </w:r>
      <w:r w:rsidRPr="00CA52B4">
        <w:rPr>
          <w:rtl/>
          <w:lang w:bidi="fa-IR"/>
        </w:rPr>
        <w:t>وذكره بعض أصحاب المعاجم ، عمير بن عوف. روى عنه المسور بن</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مخرمة. ذكره الشيخ الطوسي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الاستيعاب 2 / 483. الإصابة 3 / 34. تقريب التهذيب 2 / 76. تنقيح المقال 2 / 336. تهذيب التهذيب 8 / 85. الجرح والتعديل 6 / 241. جمهرة أنساب العرب / 353. رجال الشيخ الطوسي / 49. الطبقات الكبرى 4 / 363. قاموس الرجال 7 / 161. معجم رجال الحديث 13 / 120. منتهى المقال / 237. نقد الرجال / 252.</w:t>
      </w:r>
    </w:p>
    <w:p w:rsidR="00843DF1" w:rsidRPr="00CA52B4" w:rsidRDefault="00843DF1" w:rsidP="00EB70B9">
      <w:pPr>
        <w:pStyle w:val="libBold1"/>
        <w:rPr>
          <w:rtl/>
          <w:lang w:bidi="fa-IR"/>
        </w:rPr>
      </w:pPr>
      <w:r w:rsidRPr="00CA52B4">
        <w:rPr>
          <w:rtl/>
        </w:rPr>
        <w:t>877</w:t>
      </w:r>
      <w:r>
        <w:rPr>
          <w:rtl/>
        </w:rPr>
        <w:t xml:space="preserve"> ـ </w:t>
      </w:r>
      <w:r w:rsidRPr="00CA52B4">
        <w:rPr>
          <w:rtl/>
          <w:lang w:bidi="fa-IR"/>
        </w:rPr>
        <w:t>عمرو بن غالب الهمداني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وروى أيضا عن عمار بن ياسر. والأشتر النخعي. ذكره ابن حبان في الثقات ، وكان يسكن الكوفة ، روى عنه أبو إسحاق السبيعي.</w:t>
      </w:r>
    </w:p>
    <w:p w:rsidR="00843DF1" w:rsidRPr="00CA52B4" w:rsidRDefault="00843DF1" w:rsidP="00B10281">
      <w:pPr>
        <w:pStyle w:val="libVar"/>
        <w:rPr>
          <w:rtl/>
          <w:lang w:bidi="fa-IR"/>
        </w:rPr>
      </w:pPr>
      <w:r w:rsidRPr="00CA52B4">
        <w:rPr>
          <w:rtl/>
          <w:lang w:bidi="fa-IR"/>
        </w:rPr>
        <w:t>تهذيب التهذيب 8 / 88. الجرح والتعديل 6 / 253. ميزان الاعتدال 3 / 283</w:t>
      </w:r>
      <w:r>
        <w:rPr>
          <w:rtl/>
          <w:lang w:bidi="fa-IR"/>
        </w:rPr>
        <w:t xml:space="preserve"> ..</w:t>
      </w:r>
    </w:p>
    <w:p w:rsidR="00843DF1" w:rsidRPr="00CA52B4" w:rsidRDefault="00843DF1" w:rsidP="00EB70B9">
      <w:pPr>
        <w:pStyle w:val="libBold1"/>
        <w:rPr>
          <w:rtl/>
          <w:lang w:bidi="fa-IR"/>
        </w:rPr>
      </w:pPr>
      <w:r w:rsidRPr="00CA52B4">
        <w:rPr>
          <w:rtl/>
        </w:rPr>
        <w:t>878</w:t>
      </w:r>
      <w:r>
        <w:rPr>
          <w:rtl/>
        </w:rPr>
        <w:t xml:space="preserve"> ـ </w:t>
      </w:r>
      <w:r w:rsidRPr="00CA52B4">
        <w:rPr>
          <w:rtl/>
          <w:lang w:bidi="fa-IR"/>
        </w:rPr>
        <w:t>عمرو بن فروة بن عوف الأنصاري</w:t>
      </w:r>
      <w:r>
        <w:rPr>
          <w:rtl/>
        </w:rPr>
        <w:t xml:space="preserve"> ....</w:t>
      </w:r>
    </w:p>
    <w:p w:rsidR="00843DF1" w:rsidRPr="00CA52B4" w:rsidRDefault="00843DF1" w:rsidP="00347E77">
      <w:pPr>
        <w:pStyle w:val="libNormal"/>
        <w:rPr>
          <w:rtl/>
          <w:lang w:bidi="fa-IR"/>
        </w:rPr>
      </w:pPr>
      <w:r w:rsidRPr="00CA52B4">
        <w:rPr>
          <w:rtl/>
          <w:lang w:bidi="fa-IR"/>
        </w:rPr>
        <w:t>شاعر. ذكره ابن حجر في الإصابة ، وقال : ذكره المرزباني في معجم الشعراء ، وذكر أنّه شهد الجمل مع عليّ وأنشد له في ذلك شعرا.</w:t>
      </w:r>
    </w:p>
    <w:p w:rsidR="00843DF1" w:rsidRPr="00CA52B4" w:rsidRDefault="00843DF1" w:rsidP="00B10281">
      <w:pPr>
        <w:pStyle w:val="libVar"/>
        <w:rPr>
          <w:rtl/>
          <w:lang w:bidi="fa-IR"/>
        </w:rPr>
      </w:pPr>
      <w:r w:rsidRPr="00CA52B4">
        <w:rPr>
          <w:rtl/>
          <w:lang w:bidi="fa-IR"/>
        </w:rPr>
        <w:t>الإصابة 3 / 11.</w:t>
      </w:r>
    </w:p>
    <w:p w:rsidR="00843DF1" w:rsidRPr="00CA52B4" w:rsidRDefault="00843DF1" w:rsidP="00EB70B9">
      <w:pPr>
        <w:pStyle w:val="libBold1"/>
        <w:rPr>
          <w:rtl/>
          <w:lang w:bidi="fa-IR"/>
        </w:rPr>
      </w:pPr>
      <w:r w:rsidRPr="00CA52B4">
        <w:rPr>
          <w:rtl/>
        </w:rPr>
        <w:t>879</w:t>
      </w:r>
      <w:r>
        <w:rPr>
          <w:rtl/>
        </w:rPr>
        <w:t xml:space="preserve"> ـ </w:t>
      </w:r>
      <w:r w:rsidRPr="00CA52B4">
        <w:rPr>
          <w:rtl/>
          <w:lang w:bidi="fa-IR"/>
        </w:rPr>
        <w:t>عمرو بن كعب المعافري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 حياة بن شريح بن صفوان بن مالك التجيبي أبو زرعة المصري الفقيه الزاهد المتوفى 158 ، 159 ه‍</w:t>
      </w:r>
      <w:r>
        <w:rPr>
          <w:rtl/>
          <w:lang w:bidi="fa-IR"/>
        </w:rPr>
        <w:t>.</w:t>
      </w:r>
      <w:r w:rsidRPr="00CA52B4">
        <w:rPr>
          <w:rtl/>
          <w:lang w:bidi="fa-IR"/>
        </w:rPr>
        <w:t xml:space="preserve"> وأجمعوا على توثيقه وحسنه ، وذكره ابن حبان في الثقات.</w:t>
      </w:r>
    </w:p>
    <w:p w:rsidR="00843DF1" w:rsidRPr="00CA52B4" w:rsidRDefault="00843DF1" w:rsidP="00B10281">
      <w:pPr>
        <w:pStyle w:val="libVar"/>
        <w:rPr>
          <w:rtl/>
          <w:lang w:bidi="fa-IR"/>
        </w:rPr>
      </w:pPr>
      <w:r w:rsidRPr="00CA52B4">
        <w:rPr>
          <w:rtl/>
          <w:lang w:bidi="fa-IR"/>
        </w:rPr>
        <w:t>تهذيب التهذيب 3 / 69. الجرح والتعديل 6 / 256. ميزان الاعتدال 3 / 285.</w:t>
      </w:r>
    </w:p>
    <w:p w:rsidR="00843DF1" w:rsidRPr="00CA52B4" w:rsidRDefault="00843DF1" w:rsidP="00EB70B9">
      <w:pPr>
        <w:pStyle w:val="libBold1"/>
        <w:rPr>
          <w:rtl/>
          <w:lang w:bidi="fa-IR"/>
        </w:rPr>
      </w:pPr>
      <w:r w:rsidRPr="00CA52B4">
        <w:rPr>
          <w:rtl/>
        </w:rPr>
        <w:t>880</w:t>
      </w:r>
      <w:r>
        <w:rPr>
          <w:rtl/>
        </w:rPr>
        <w:t xml:space="preserve"> ـ </w:t>
      </w:r>
      <w:r w:rsidRPr="00CA52B4">
        <w:rPr>
          <w:rtl/>
          <w:lang w:bidi="fa-IR"/>
        </w:rPr>
        <w:t xml:space="preserve">عمرو </w:t>
      </w:r>
      <w:r>
        <w:rPr>
          <w:rtl/>
          <w:lang w:bidi="fa-IR"/>
        </w:rPr>
        <w:t>(</w:t>
      </w:r>
      <w:r w:rsidRPr="00CA52B4">
        <w:rPr>
          <w:rtl/>
          <w:lang w:bidi="fa-IR"/>
        </w:rPr>
        <w:t>أبو أحيحة</w:t>
      </w:r>
      <w:r>
        <w:rPr>
          <w:rtl/>
          <w:lang w:bidi="fa-IR"/>
        </w:rPr>
        <w:t>)</w:t>
      </w:r>
      <w:r w:rsidRPr="00CA52B4">
        <w:rPr>
          <w:rtl/>
          <w:lang w:bidi="fa-IR"/>
        </w:rPr>
        <w:t xml:space="preserve"> ابن محصن بن حدثان بن قيس بن مرّة بن كثير بن غنم بن دودان بن أسد بن خزيمة الشهيد في 37 ه</w:t>
      </w:r>
      <w:r w:rsidRPr="00CA52B4">
        <w:rPr>
          <w:rtl/>
        </w:rPr>
        <w:t>.</w:t>
      </w:r>
    </w:p>
    <w:p w:rsidR="00843DF1" w:rsidRPr="00CA52B4" w:rsidRDefault="00843DF1" w:rsidP="00347E77">
      <w:pPr>
        <w:pStyle w:val="libNormal"/>
        <w:rPr>
          <w:rtl/>
          <w:lang w:bidi="fa-IR"/>
        </w:rPr>
      </w:pPr>
      <w:r w:rsidRPr="00CA52B4">
        <w:rPr>
          <w:rtl/>
          <w:lang w:bidi="fa-IR"/>
        </w:rPr>
        <w:t xml:space="preserve">جهّز أمير المؤمنين </w:t>
      </w:r>
      <w:r>
        <w:rPr>
          <w:rtl/>
          <w:lang w:bidi="fa-IR"/>
        </w:rPr>
        <w:t>(</w:t>
      </w:r>
      <w:r w:rsidRPr="00CA52B4">
        <w:rPr>
          <w:rtl/>
          <w:lang w:bidi="fa-IR"/>
        </w:rPr>
        <w:t>عليه السلام</w:t>
      </w:r>
      <w:r>
        <w:rPr>
          <w:rtl/>
          <w:lang w:bidi="fa-IR"/>
        </w:rPr>
        <w:t>)</w:t>
      </w:r>
      <w:r w:rsidRPr="00CA52B4">
        <w:rPr>
          <w:rtl/>
          <w:lang w:bidi="fa-IR"/>
        </w:rPr>
        <w:t xml:space="preserve"> بمائة ألف درهم ، عند مسيره إلى الجمل. وشهد صفين مع عليّ </w:t>
      </w:r>
      <w:r>
        <w:rPr>
          <w:rtl/>
          <w:lang w:bidi="fa-IR"/>
        </w:rPr>
        <w:t>(</w:t>
      </w:r>
      <w:r w:rsidRPr="00CA52B4">
        <w:rPr>
          <w:rtl/>
          <w:lang w:bidi="fa-IR"/>
        </w:rPr>
        <w:t>عليه السلام</w:t>
      </w:r>
      <w:r>
        <w:rPr>
          <w:rtl/>
          <w:lang w:bidi="fa-IR"/>
        </w:rPr>
        <w:t>)</w:t>
      </w:r>
      <w:r w:rsidRPr="00CA52B4">
        <w:rPr>
          <w:rtl/>
          <w:lang w:bidi="fa-IR"/>
        </w:rPr>
        <w:t xml:space="preserve"> وأصيب فيها. وكان من أعلام أصحاب عليّ </w:t>
      </w:r>
      <w:r>
        <w:rPr>
          <w:rtl/>
          <w:lang w:bidi="fa-IR"/>
        </w:rPr>
        <w:t>(</w:t>
      </w:r>
      <w:r w:rsidRPr="00CA52B4">
        <w:rPr>
          <w:rtl/>
          <w:lang w:bidi="fa-IR"/>
        </w:rPr>
        <w:t>عليه السلام</w:t>
      </w:r>
      <w:r>
        <w:rPr>
          <w:rtl/>
          <w:lang w:bidi="fa-IR"/>
        </w:rPr>
        <w:t>)</w:t>
      </w:r>
      <w:r w:rsidRPr="00CA52B4">
        <w:rPr>
          <w:rtl/>
          <w:lang w:bidi="fa-IR"/>
        </w:rPr>
        <w:t xml:space="preserve"> ، قتل في المعركة وجزع عليّ </w:t>
      </w:r>
      <w:r>
        <w:rPr>
          <w:rtl/>
          <w:lang w:bidi="fa-IR"/>
        </w:rPr>
        <w:t>(</w:t>
      </w:r>
      <w:r w:rsidRPr="00CA52B4">
        <w:rPr>
          <w:rtl/>
          <w:lang w:bidi="fa-IR"/>
        </w:rPr>
        <w:t>عليه السلام</w:t>
      </w:r>
      <w:r>
        <w:rPr>
          <w:rtl/>
          <w:lang w:bidi="fa-IR"/>
        </w:rPr>
        <w:t>)</w:t>
      </w:r>
    </w:p>
    <w:p w:rsidR="00843DF1" w:rsidRPr="00CA52B4" w:rsidRDefault="00843DF1" w:rsidP="00B10281">
      <w:pPr>
        <w:pStyle w:val="libNormal0"/>
        <w:rPr>
          <w:rtl/>
          <w:lang w:bidi="fa-IR"/>
        </w:rPr>
      </w:pPr>
      <w:r>
        <w:rPr>
          <w:rtl/>
          <w:lang w:bidi="fa-IR"/>
        </w:rPr>
        <w:br w:type="page"/>
      </w:r>
      <w:r w:rsidRPr="00CA52B4">
        <w:rPr>
          <w:rtl/>
          <w:lang w:bidi="fa-IR"/>
        </w:rPr>
        <w:lastRenderedPageBreak/>
        <w:t>لقتله. وبكاه النجاشي الشاعر بقصيدة طويلة منها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لنعم فتى الحيّين عمرو بن محصن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إذا صائح الحيّ المصبح ثوّبا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إذا الخيل جالت بينها قصد القنا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يثرن عجاجا ساطعا متنصبا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لقد فجع الأنصار طرّا بسيد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أخي ثقة في الصالحين مجرّبا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فيا ربّ خير قد أفدت وجفنة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ملأت وقرن قد تركت مخيبا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يا ربّ خصم قد رددت بغيظه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فاب ذليلا بعد ما كان مغضبا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راية مجد قد حملت وغزوة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شهدت إذا النكس الجبان تهيبا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حووطا على جلّ العشيرة ماجدا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لم يك في الأنصار نكسا مؤنبا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طويل عمود المجد رحبا فناؤه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خصيبا إذا ما رائد الحيّ أجدبا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عظيم رماد النار لم يك فاحشا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لا فشلا يوم القتال مغلبا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كنت ربيعا ينفع الناس سيبه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سيفا جرازا باتك الحد مقضبا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فمن يك مسرورا بقتل ابن محصن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فعاش شقيا ثم مات معذّبا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غودر منكبّا لفيه ووجهه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يعالج رمحا ذا سنان وثعلبا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فإن تقتلوا الحرّ الكريم ابن محصن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فنحن قتلنا ذا الكلاع ، وحوشبا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إن تقتلوا ابني بديل ، وهاشما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فنحن تركنا منكم القرن أغضبا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نحن تركنا حميرا في صفوفكم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لدى الموت صرعى كالنخيل مشذّبا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أفلتنا تحت الأسنة مرثد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كان قديما في الفرار مجرّبا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نحن تركنا عند مختلف القنا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أخاكم عبيد الله لحما ملحبا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بصفّين لما ارفضّ عنه صفوفكم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وجه ابن عتاب تركناه ملغبا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طلحة ، من بعد الزبير ولم ندع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لضبة في الهيجا عريفا ومنكبا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نحن أحطنا بالبعير ، وأهله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نحن سقيناكم سماما مقشبا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إتقان المقال / 212. الاستيعاب 2 / 506 وج 4 / 132. أسد الغابة 4 / 129.</w:t>
      </w:r>
      <w:r>
        <w:rPr>
          <w:rFonts w:hint="cs"/>
          <w:rtl/>
          <w:lang w:bidi="fa-IR"/>
        </w:rPr>
        <w:t xml:space="preserve"> </w:t>
      </w:r>
      <w:r w:rsidRPr="00CA52B4">
        <w:rPr>
          <w:rtl/>
          <w:lang w:bidi="fa-IR"/>
        </w:rPr>
        <w:t>الإصابة 3 / 14. أعيان الشيعة 8 / 377 ، وترجم له ص 376 باسم عمرو بن أحيحة ، والرجلان واحد. تقريب التهذيب 2 / 65. تنقيح المقال 2 / 336. جامع الرواة 1 / 627. خلاصة الأقوال / 120. الدرجات الرفيعة / 415. رجال ابن داود / 146.</w:t>
      </w:r>
      <w:r>
        <w:rPr>
          <w:rFonts w:hint="cs"/>
          <w:rtl/>
          <w:lang w:bidi="fa-IR"/>
        </w:rPr>
        <w:t xml:space="preserve"> </w:t>
      </w:r>
      <w:r w:rsidRPr="00CA52B4">
        <w:rPr>
          <w:rtl/>
          <w:lang w:bidi="fa-IR"/>
        </w:rPr>
        <w:t>رجال الطوسي / 49. سفينة البحار 2 / 267. شرح ابن أبي الحديد 4 / 35 ، 37</w:t>
      </w:r>
    </w:p>
    <w:p w:rsidR="00843DF1" w:rsidRPr="00CA52B4" w:rsidRDefault="00843DF1" w:rsidP="00B10281">
      <w:pPr>
        <w:pStyle w:val="libVar0"/>
        <w:rPr>
          <w:rtl/>
          <w:lang w:bidi="fa-IR"/>
        </w:rPr>
      </w:pPr>
      <w:r>
        <w:rPr>
          <w:rtl/>
          <w:lang w:bidi="fa-IR"/>
        </w:rPr>
        <w:br w:type="page"/>
      </w:r>
      <w:r>
        <w:rPr>
          <w:rtl/>
          <w:lang w:bidi="fa-IR"/>
        </w:rPr>
        <w:lastRenderedPageBreak/>
        <w:t>و 8</w:t>
      </w:r>
      <w:r w:rsidRPr="00CA52B4">
        <w:rPr>
          <w:rtl/>
          <w:lang w:bidi="fa-IR"/>
        </w:rPr>
        <w:t xml:space="preserve"> / 37. الطبقات الكبرى 4 / 104. الغدير 7 / 266. الغارات 2 / 373</w:t>
      </w:r>
      <w:r>
        <w:rPr>
          <w:rtl/>
          <w:lang w:bidi="fa-IR"/>
        </w:rPr>
        <w:t xml:space="preserve"> ـ </w:t>
      </w:r>
      <w:r w:rsidRPr="00CA52B4">
        <w:rPr>
          <w:rtl/>
          <w:lang w:bidi="fa-IR"/>
        </w:rPr>
        <w:t>375 ، 378 ، 510. قاموس الرجال 7 / 164. مجمع الرجال 4 / 291. معجم الثقات / 315. معجم رجال الحديث 13 / 124. منتهى المقال / 237. مجالس المؤمنين 1 / 319. نقد الرجال / 252. وقعة صفين / 601 ، 357.</w:t>
      </w:r>
    </w:p>
    <w:p w:rsidR="00843DF1" w:rsidRPr="00CA52B4" w:rsidRDefault="00843DF1" w:rsidP="00EB70B9">
      <w:pPr>
        <w:pStyle w:val="libBold1"/>
        <w:rPr>
          <w:rtl/>
          <w:lang w:bidi="fa-IR"/>
        </w:rPr>
      </w:pPr>
      <w:r w:rsidRPr="00CA52B4">
        <w:rPr>
          <w:rtl/>
        </w:rPr>
        <w:t>881</w:t>
      </w:r>
      <w:r>
        <w:rPr>
          <w:rtl/>
        </w:rPr>
        <w:t xml:space="preserve"> ـ </w:t>
      </w:r>
      <w:r w:rsidRPr="00CA52B4">
        <w:rPr>
          <w:rtl/>
          <w:lang w:bidi="fa-IR"/>
        </w:rPr>
        <w:t>عمرو بن مرجوم بن عبد مر بن قيس بن شهاب بن رباح بن عبد الله بن زياد بن عصر العبدي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صحابي ، فارس ، وكان والده من أشراف عبد القيس ، ورؤسائها في الجاهلية ، وكان ابنه عمرو ، سيّدا شريفا في الإسلام ، وهو الذي جاء يوم الجمل في أربعة آلاف ، وصار مع عليّ </w:t>
      </w:r>
      <w:r>
        <w:rPr>
          <w:rtl/>
          <w:lang w:bidi="fa-IR"/>
        </w:rPr>
        <w:t>(</w:t>
      </w:r>
      <w:r w:rsidRPr="00CA52B4">
        <w:rPr>
          <w:rtl/>
          <w:lang w:bidi="fa-IR"/>
        </w:rPr>
        <w:t>عليه السلام</w:t>
      </w:r>
      <w:r>
        <w:rPr>
          <w:rtl/>
          <w:lang w:bidi="fa-IR"/>
        </w:rPr>
        <w:t>)</w:t>
      </w:r>
      <w:r w:rsidRPr="00CA52B4">
        <w:rPr>
          <w:rtl/>
          <w:lang w:bidi="fa-IR"/>
        </w:rPr>
        <w:t xml:space="preserve"> وكان على عبد القيس.</w:t>
      </w:r>
    </w:p>
    <w:p w:rsidR="00843DF1" w:rsidRPr="00CA52B4" w:rsidRDefault="00843DF1" w:rsidP="00347E77">
      <w:pPr>
        <w:pStyle w:val="libNormal"/>
        <w:rPr>
          <w:rtl/>
          <w:lang w:bidi="fa-IR"/>
        </w:rPr>
      </w:pPr>
      <w:r w:rsidRPr="00CA52B4">
        <w:rPr>
          <w:rtl/>
          <w:lang w:bidi="fa-IR"/>
        </w:rPr>
        <w:t xml:space="preserve">ولما كتب أمير المؤمنين كتابا إلى ابن عباس ، وإلى أهل البصرة فقرأ عليهم كتاب عليّ </w:t>
      </w:r>
      <w:r>
        <w:rPr>
          <w:rtl/>
          <w:lang w:bidi="fa-IR"/>
        </w:rPr>
        <w:t>(</w:t>
      </w:r>
      <w:r w:rsidRPr="00CA52B4">
        <w:rPr>
          <w:rtl/>
          <w:lang w:bidi="fa-IR"/>
        </w:rPr>
        <w:t>عليه السلام</w:t>
      </w:r>
      <w:r>
        <w:rPr>
          <w:rtl/>
          <w:lang w:bidi="fa-IR"/>
        </w:rPr>
        <w:t>)</w:t>
      </w:r>
      <w:r w:rsidRPr="00CA52B4">
        <w:rPr>
          <w:rtl/>
          <w:lang w:bidi="fa-IR"/>
        </w:rPr>
        <w:t xml:space="preserve"> ، قام إليه عمرو بن مرجوم فقال : وفق الله أمير المؤمنين ، وجمع له أمر المسلمين ، ولعن المحلّين القاسطين ، الذين لا يقرءون القرآن ، نحن والله عليهم حنقون ، ولهم في الله مفارقون ، فمتى أردتنا صحبك خيّلنا ورجلنا</w:t>
      </w:r>
      <w:r>
        <w:rPr>
          <w:rtl/>
          <w:lang w:bidi="fa-IR"/>
        </w:rPr>
        <w:t xml:space="preserve"> ـ.</w:t>
      </w:r>
    </w:p>
    <w:p w:rsidR="00843DF1" w:rsidRPr="00CA52B4" w:rsidRDefault="00843DF1" w:rsidP="00B10281">
      <w:pPr>
        <w:pStyle w:val="libVar"/>
        <w:rPr>
          <w:rtl/>
          <w:lang w:bidi="fa-IR"/>
        </w:rPr>
      </w:pPr>
      <w:r w:rsidRPr="00CA52B4">
        <w:rPr>
          <w:rtl/>
          <w:lang w:bidi="fa-IR"/>
        </w:rPr>
        <w:t xml:space="preserve">الأخبار الطوال / 165. الإصابة 3 / 15. أنساب الأشراف 2 / 237 ، 295. تاريخ الطبري 5 / 199 ، 212. تنقيح المقال 2 / 336. جامع الرواة 1 / 627. الجمل أو النصرة في حرب البصرة / 158 ، وفيه : عمر بن جرموس العبدي ، وهو تصحيف. رجال الشيخ الطوسي / 52. شرح ابن أبي الحديد 3 / 187 ، 194 </w:t>
      </w:r>
      <w:r>
        <w:rPr>
          <w:rtl/>
          <w:lang w:bidi="fa-IR"/>
        </w:rPr>
        <w:t>و 4</w:t>
      </w:r>
      <w:r w:rsidRPr="00CA52B4">
        <w:rPr>
          <w:rtl/>
          <w:lang w:bidi="fa-IR"/>
        </w:rPr>
        <w:t xml:space="preserve"> / 40. العقد الفريد 3 / 275. الغدير 10 / 163. الغارات 2 / 384 ، 388 ، 784 ، 785 ، 786. قاموس الرجال 7 / 166. الكامل في التأريخ 3 / 236 ، 361. مجمع الرجال 4 / 291. المشتبه 2 / 582. معجم رجال الحديث 13 / 125. منتهى المقال / 237. نقد الرجال / 252.</w:t>
      </w:r>
    </w:p>
    <w:p w:rsidR="00843DF1" w:rsidRPr="00CA52B4" w:rsidRDefault="00843DF1" w:rsidP="00B10281">
      <w:pPr>
        <w:pStyle w:val="libVar"/>
        <w:rPr>
          <w:rtl/>
          <w:lang w:bidi="fa-IR"/>
        </w:rPr>
      </w:pPr>
      <w:r w:rsidRPr="00CA52B4">
        <w:rPr>
          <w:rtl/>
          <w:lang w:bidi="fa-IR"/>
        </w:rPr>
        <w:t>وقعة صفين / 117.</w:t>
      </w:r>
    </w:p>
    <w:p w:rsidR="00843DF1" w:rsidRPr="00CA52B4" w:rsidRDefault="00843DF1" w:rsidP="00EB70B9">
      <w:pPr>
        <w:pStyle w:val="libBold1"/>
        <w:rPr>
          <w:rtl/>
          <w:lang w:bidi="fa-IR"/>
        </w:rPr>
      </w:pPr>
      <w:r w:rsidRPr="00CA52B4">
        <w:rPr>
          <w:rtl/>
        </w:rPr>
        <w:t>882</w:t>
      </w:r>
      <w:r>
        <w:rPr>
          <w:rtl/>
        </w:rPr>
        <w:t xml:space="preserve"> ـ </w:t>
      </w:r>
      <w:r w:rsidRPr="00CA52B4">
        <w:rPr>
          <w:rtl/>
          <w:lang w:bidi="fa-IR"/>
        </w:rPr>
        <w:t>عمرو بن مسلم بن نذير الخزاعي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ثقات التابعين. روى عنه جمع ، وكان ثقة. يروي عنه ابنه يزيد بن عمرو.</w:t>
      </w:r>
    </w:p>
    <w:p w:rsidR="00843DF1" w:rsidRPr="00CA52B4" w:rsidRDefault="00843DF1" w:rsidP="00B10281">
      <w:pPr>
        <w:pStyle w:val="libVar"/>
        <w:rPr>
          <w:rtl/>
          <w:lang w:bidi="fa-IR"/>
        </w:rPr>
      </w:pPr>
      <w:r w:rsidRPr="00CA52B4">
        <w:rPr>
          <w:rtl/>
          <w:lang w:bidi="fa-IR"/>
        </w:rPr>
        <w:t>أسد الغابة 4 / 131. تقريب التهذيب 2 / 79. تهذيب التهذيب 8 / 104. ميزان الاعتدال 3 / 289.</w:t>
      </w:r>
    </w:p>
    <w:p w:rsidR="00843DF1" w:rsidRPr="00CA52B4" w:rsidRDefault="00843DF1" w:rsidP="00EB70B9">
      <w:pPr>
        <w:pStyle w:val="libBold1"/>
        <w:rPr>
          <w:rtl/>
          <w:lang w:bidi="fa-IR"/>
        </w:rPr>
      </w:pPr>
      <w:r>
        <w:rPr>
          <w:rtl/>
          <w:lang w:bidi="fa-IR"/>
        </w:rPr>
        <w:br w:type="page"/>
      </w:r>
      <w:r w:rsidRPr="00CA52B4">
        <w:rPr>
          <w:rtl/>
        </w:rPr>
        <w:lastRenderedPageBreak/>
        <w:t>883</w:t>
      </w:r>
      <w:r>
        <w:rPr>
          <w:rtl/>
        </w:rPr>
        <w:t xml:space="preserve"> ـ </w:t>
      </w:r>
      <w:r w:rsidRPr="00CA52B4">
        <w:rPr>
          <w:rtl/>
          <w:lang w:bidi="fa-IR"/>
        </w:rPr>
        <w:t>عميرة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كاتب أمير المؤمنين </w:t>
      </w:r>
      <w:r>
        <w:rPr>
          <w:rtl/>
          <w:lang w:bidi="fa-IR"/>
        </w:rPr>
        <w:t>(</w:t>
      </w:r>
      <w:r w:rsidRPr="00CA52B4">
        <w:rPr>
          <w:rtl/>
          <w:lang w:bidi="fa-IR"/>
        </w:rPr>
        <w:t>عليه السلام</w:t>
      </w:r>
      <w:r>
        <w:rPr>
          <w:rtl/>
          <w:lang w:bidi="fa-IR"/>
        </w:rPr>
        <w:t>).</w:t>
      </w:r>
      <w:r w:rsidRPr="00CA52B4">
        <w:rPr>
          <w:rtl/>
          <w:lang w:bidi="fa-IR"/>
        </w:rPr>
        <w:t xml:space="preserve"> وحين كتبت وثيقة التحكيم ، بين الإمام عليّ </w:t>
      </w:r>
      <w:r>
        <w:rPr>
          <w:rtl/>
          <w:lang w:bidi="fa-IR"/>
        </w:rPr>
        <w:t>(</w:t>
      </w:r>
      <w:r w:rsidRPr="00CA52B4">
        <w:rPr>
          <w:rtl/>
          <w:lang w:bidi="fa-IR"/>
        </w:rPr>
        <w:t>عليه السلام</w:t>
      </w:r>
      <w:r>
        <w:rPr>
          <w:rtl/>
          <w:lang w:bidi="fa-IR"/>
        </w:rPr>
        <w:t>)</w:t>
      </w:r>
      <w:r w:rsidRPr="00CA52B4">
        <w:rPr>
          <w:rtl/>
          <w:lang w:bidi="fa-IR"/>
        </w:rPr>
        <w:t xml:space="preserve"> ، وبين معاوية ، جاء في أسفلها</w:t>
      </w:r>
      <w:r>
        <w:rPr>
          <w:rtl/>
          <w:lang w:bidi="fa-IR"/>
        </w:rPr>
        <w:t xml:space="preserve"> ـ </w:t>
      </w:r>
      <w:r w:rsidRPr="00CA52B4">
        <w:rPr>
          <w:rtl/>
          <w:lang w:bidi="fa-IR"/>
        </w:rPr>
        <w:t>وكتب عميرة يوم الأربعاء لثلاث عشرة بقيت من صفر سنة سبع وثلاثين</w:t>
      </w:r>
      <w:r>
        <w:rPr>
          <w:rtl/>
          <w:lang w:bidi="fa-IR"/>
        </w:rPr>
        <w:t xml:space="preserve"> ـ.</w:t>
      </w:r>
    </w:p>
    <w:p w:rsidR="00843DF1" w:rsidRPr="00CA52B4" w:rsidRDefault="00843DF1" w:rsidP="00B10281">
      <w:pPr>
        <w:pStyle w:val="libVar"/>
        <w:rPr>
          <w:rtl/>
          <w:lang w:bidi="fa-IR"/>
        </w:rPr>
      </w:pPr>
      <w:r w:rsidRPr="00CA52B4">
        <w:rPr>
          <w:rtl/>
          <w:lang w:bidi="fa-IR"/>
        </w:rPr>
        <w:t>وقعة صفين / 511.</w:t>
      </w:r>
    </w:p>
    <w:p w:rsidR="00843DF1" w:rsidRPr="00CA52B4" w:rsidRDefault="00843DF1" w:rsidP="00EB70B9">
      <w:pPr>
        <w:pStyle w:val="libBold1"/>
        <w:rPr>
          <w:rtl/>
          <w:lang w:bidi="fa-IR"/>
        </w:rPr>
      </w:pPr>
      <w:r w:rsidRPr="00CA52B4">
        <w:rPr>
          <w:rtl/>
        </w:rPr>
        <w:t>884</w:t>
      </w:r>
      <w:r>
        <w:rPr>
          <w:rtl/>
        </w:rPr>
        <w:t xml:space="preserve"> ـ </w:t>
      </w:r>
      <w:r w:rsidRPr="00CA52B4">
        <w:rPr>
          <w:rtl/>
          <w:lang w:bidi="fa-IR"/>
        </w:rPr>
        <w:t xml:space="preserve">عميرة </w:t>
      </w:r>
      <w:r>
        <w:rPr>
          <w:rtl/>
          <w:lang w:bidi="fa-IR"/>
        </w:rPr>
        <w:t>(</w:t>
      </w:r>
      <w:r w:rsidRPr="00CA52B4">
        <w:rPr>
          <w:rtl/>
          <w:lang w:bidi="fa-IR"/>
        </w:rPr>
        <w:t>أبو السكن</w:t>
      </w:r>
      <w:r>
        <w:rPr>
          <w:rtl/>
          <w:lang w:bidi="fa-IR"/>
        </w:rPr>
        <w:t>)</w:t>
      </w:r>
      <w:r w:rsidRPr="00CA52B4">
        <w:rPr>
          <w:rtl/>
          <w:lang w:bidi="fa-IR"/>
        </w:rPr>
        <w:t xml:space="preserve"> ابن سعد اليمامي الهمداني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طلحة بن مصرف ، والزبير بن عدي ، وعراد بن عبد الله بن سويد اليمامي. ذكره ابن حبان في الثقات. وسمّاه بعضهم عمير ، قال البخاري وهو الأصح.</w:t>
      </w:r>
    </w:p>
    <w:p w:rsidR="00843DF1" w:rsidRPr="00CA52B4" w:rsidRDefault="00843DF1" w:rsidP="00B10281">
      <w:pPr>
        <w:pStyle w:val="libVar"/>
        <w:rPr>
          <w:rtl/>
          <w:lang w:bidi="fa-IR"/>
        </w:rPr>
      </w:pPr>
      <w:r w:rsidRPr="00CA52B4">
        <w:rPr>
          <w:rtl/>
          <w:lang w:bidi="fa-IR"/>
        </w:rPr>
        <w:t>تهذيب التهذيب 8 / 152. الجرح والتعديل 7 / 23. الغدير 1 / 69 ، 81 ، 84 ، 94 ، 180 ، 181. ميزان الاعتدال 3 / 298.</w:t>
      </w:r>
    </w:p>
    <w:p w:rsidR="00843DF1" w:rsidRPr="00CA52B4" w:rsidRDefault="00843DF1" w:rsidP="00EB70B9">
      <w:pPr>
        <w:pStyle w:val="libBold1"/>
        <w:rPr>
          <w:rtl/>
          <w:lang w:bidi="fa-IR"/>
        </w:rPr>
      </w:pPr>
      <w:r w:rsidRPr="00CA52B4">
        <w:rPr>
          <w:rtl/>
        </w:rPr>
        <w:t>885</w:t>
      </w:r>
      <w:r>
        <w:rPr>
          <w:rtl/>
        </w:rPr>
        <w:t xml:space="preserve"> ـ </w:t>
      </w:r>
      <w:r w:rsidRPr="00CA52B4">
        <w:rPr>
          <w:rtl/>
          <w:lang w:bidi="fa-IR"/>
        </w:rPr>
        <w:t>عميرة بن كوهان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نفر. تفرد بذكره ابن أبي حاتم الرازي في كتابه.</w:t>
      </w:r>
    </w:p>
    <w:p w:rsidR="00843DF1" w:rsidRPr="00CA52B4" w:rsidRDefault="00843DF1" w:rsidP="00B10281">
      <w:pPr>
        <w:pStyle w:val="libVar"/>
        <w:rPr>
          <w:rtl/>
          <w:lang w:bidi="fa-IR"/>
        </w:rPr>
      </w:pPr>
      <w:r w:rsidRPr="00CA52B4">
        <w:rPr>
          <w:rtl/>
          <w:lang w:bidi="fa-IR"/>
        </w:rPr>
        <w:t>الجرح والتعديل 7 / 24. لسان الميزان 4 / 381. ميزان الاعتدال 3 / 298.</w:t>
      </w:r>
    </w:p>
    <w:p w:rsidR="00843DF1" w:rsidRPr="00CA52B4" w:rsidRDefault="00843DF1" w:rsidP="00EB70B9">
      <w:pPr>
        <w:pStyle w:val="libBold1"/>
        <w:rPr>
          <w:rtl/>
          <w:lang w:bidi="fa-IR"/>
        </w:rPr>
      </w:pPr>
      <w:r w:rsidRPr="00CA52B4">
        <w:rPr>
          <w:rtl/>
        </w:rPr>
        <w:t>886</w:t>
      </w:r>
      <w:r>
        <w:rPr>
          <w:rtl/>
        </w:rPr>
        <w:t xml:space="preserve"> ـ </w:t>
      </w:r>
      <w:r w:rsidRPr="00CA52B4">
        <w:rPr>
          <w:rtl/>
          <w:lang w:bidi="fa-IR"/>
        </w:rPr>
        <w:t>عمير بن بشر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استشهد في صفين سنة 37 ه‍</w:t>
      </w:r>
      <w:r>
        <w:rPr>
          <w:rtl/>
          <w:lang w:bidi="fa-IR"/>
        </w:rPr>
        <w:t>.</w:t>
      </w:r>
      <w:r w:rsidRPr="00CA52B4">
        <w:rPr>
          <w:rtl/>
          <w:lang w:bidi="fa-IR"/>
        </w:rPr>
        <w:t xml:space="preserve"> وحين قتل كريب إخوة شريح ، أخذ الراية عمير ، وقاتل إلى أن وقع شهيدا ، وأخذ الراية بعده في صفين أخوه الحارث بن بشر. وفي بعض المراجع عميرة.</w:t>
      </w:r>
    </w:p>
    <w:p w:rsidR="00843DF1" w:rsidRPr="00CA52B4" w:rsidRDefault="00843DF1" w:rsidP="00B10281">
      <w:pPr>
        <w:pStyle w:val="libVar"/>
        <w:rPr>
          <w:rtl/>
          <w:lang w:bidi="fa-IR"/>
        </w:rPr>
      </w:pPr>
      <w:r w:rsidRPr="00CA52B4">
        <w:rPr>
          <w:rtl/>
          <w:lang w:bidi="fa-IR"/>
        </w:rPr>
        <w:t>تاريخ الطبري 6 / 11 حوادث سنة 37 ه‍</w:t>
      </w:r>
      <w:r>
        <w:rPr>
          <w:rtl/>
          <w:lang w:bidi="fa-IR"/>
        </w:rPr>
        <w:t>.</w:t>
      </w:r>
      <w:r w:rsidRPr="00CA52B4">
        <w:rPr>
          <w:rtl/>
          <w:lang w:bidi="fa-IR"/>
        </w:rPr>
        <w:t xml:space="preserve"> الكامل في التأريخ 3 / 300. وقعة صفين / 252.</w:t>
      </w:r>
    </w:p>
    <w:p w:rsidR="00843DF1" w:rsidRPr="00CA52B4" w:rsidRDefault="00843DF1" w:rsidP="00EB70B9">
      <w:pPr>
        <w:pStyle w:val="libBold1"/>
        <w:rPr>
          <w:rtl/>
          <w:lang w:bidi="fa-IR"/>
        </w:rPr>
      </w:pPr>
      <w:r w:rsidRPr="00CA52B4">
        <w:rPr>
          <w:rtl/>
        </w:rPr>
        <w:t>887</w:t>
      </w:r>
      <w:r>
        <w:rPr>
          <w:rtl/>
        </w:rPr>
        <w:t xml:space="preserve"> ـ </w:t>
      </w:r>
      <w:r w:rsidRPr="00CA52B4">
        <w:rPr>
          <w:rtl/>
          <w:lang w:bidi="fa-IR"/>
        </w:rPr>
        <w:t xml:space="preserve">عمير </w:t>
      </w:r>
      <w:r>
        <w:rPr>
          <w:rtl/>
          <w:lang w:bidi="fa-IR"/>
        </w:rPr>
        <w:t>(</w:t>
      </w:r>
      <w:r w:rsidRPr="00CA52B4">
        <w:rPr>
          <w:rtl/>
          <w:lang w:bidi="fa-IR"/>
        </w:rPr>
        <w:t>أبو يحيى</w:t>
      </w:r>
      <w:r>
        <w:rPr>
          <w:rtl/>
          <w:lang w:bidi="fa-IR"/>
        </w:rPr>
        <w:t>)</w:t>
      </w:r>
      <w:r w:rsidRPr="00CA52B4">
        <w:rPr>
          <w:rtl/>
          <w:lang w:bidi="fa-IR"/>
        </w:rPr>
        <w:t xml:space="preserve"> ابن سعيد النخعي الصهباني الكوفي المتوفى 107 ه</w:t>
      </w:r>
      <w:r w:rsidRPr="00CA52B4">
        <w:rPr>
          <w:rtl/>
        </w:rPr>
        <w:t>.</w:t>
      </w:r>
    </w:p>
    <w:p w:rsidR="00843DF1" w:rsidRPr="00CA52B4" w:rsidRDefault="00843DF1" w:rsidP="00347E77">
      <w:pPr>
        <w:pStyle w:val="libNormal"/>
        <w:rPr>
          <w:rtl/>
          <w:lang w:bidi="fa-IR"/>
        </w:rPr>
      </w:pPr>
      <w:r w:rsidRPr="00CA52B4">
        <w:rPr>
          <w:rtl/>
          <w:lang w:bidi="fa-IR"/>
        </w:rPr>
        <w:t>محدّث ، ثقة ، سكن الكوفة ، وله أحاديث ، وروى عنه الكثيرون من الثقات. مات سنة 107 ه‍ وقيل : توفي عام 105 ه‍</w:t>
      </w:r>
      <w:r>
        <w:rPr>
          <w:rtl/>
          <w:lang w:bidi="fa-IR"/>
        </w:rPr>
        <w:t>.</w:t>
      </w:r>
      <w:r w:rsidRPr="00CA52B4">
        <w:rPr>
          <w:rtl/>
          <w:lang w:bidi="fa-IR"/>
        </w:rPr>
        <w:t xml:space="preserve"> وجاء أنّه مات سنة</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خمس عشرة ومائة </w:t>
      </w:r>
      <w:r>
        <w:rPr>
          <w:rtl/>
          <w:lang w:bidi="fa-IR"/>
        </w:rPr>
        <w:t>(</w:t>
      </w:r>
      <w:r w:rsidRPr="00CA52B4">
        <w:rPr>
          <w:rtl/>
          <w:lang w:bidi="fa-IR"/>
        </w:rPr>
        <w:t>115 ه‍</w:t>
      </w:r>
      <w:r>
        <w:rPr>
          <w:rtl/>
          <w:lang w:bidi="fa-IR"/>
        </w:rPr>
        <w:t>)</w:t>
      </w:r>
      <w:r w:rsidRPr="00CA52B4">
        <w:rPr>
          <w:rtl/>
          <w:lang w:bidi="fa-IR"/>
        </w:rPr>
        <w:t xml:space="preserve"> في ولاية خالد بن عبد الله. فأدركه محمد بن جابر الجعفي وروى عنه. كما أنّه أدرك الإمام الحسن </w:t>
      </w:r>
      <w:r>
        <w:rPr>
          <w:rtl/>
          <w:lang w:bidi="fa-IR"/>
        </w:rPr>
        <w:t>(</w:t>
      </w:r>
      <w:r w:rsidRPr="00CA52B4">
        <w:rPr>
          <w:rtl/>
          <w:lang w:bidi="fa-IR"/>
        </w:rPr>
        <w:t>عليه السلام</w:t>
      </w:r>
      <w:r>
        <w:rPr>
          <w:rtl/>
          <w:lang w:bidi="fa-IR"/>
        </w:rPr>
        <w:t>)</w:t>
      </w:r>
      <w:r w:rsidRPr="00CA52B4">
        <w:rPr>
          <w:rtl/>
          <w:lang w:bidi="fa-IR"/>
        </w:rPr>
        <w:t xml:space="preserve"> وروى عنه. وله في السنن أحاديث. وقال العجلي : عمير بن سعيد ثقة.</w:t>
      </w:r>
    </w:p>
    <w:p w:rsidR="00843DF1" w:rsidRPr="00CA52B4" w:rsidRDefault="00843DF1" w:rsidP="00B10281">
      <w:pPr>
        <w:pStyle w:val="libVar"/>
        <w:rPr>
          <w:rtl/>
          <w:lang w:bidi="fa-IR"/>
        </w:rPr>
      </w:pPr>
      <w:r w:rsidRPr="00CA52B4">
        <w:rPr>
          <w:rtl/>
          <w:lang w:bidi="fa-IR"/>
        </w:rPr>
        <w:t>تقريب التهذيب 2 / 86. تنقيح المقال 2 / 352. تهذيب التهذيب 8 / 146. تاريخ الجرجان / 108. الجرح والتعديل 6 / 376. رجال الشيخ الطوسي / 52. شرح ابن أبي الحديد 12 / 114</w:t>
      </w:r>
      <w:r>
        <w:rPr>
          <w:rtl/>
          <w:lang w:bidi="fa-IR"/>
        </w:rPr>
        <w:t xml:space="preserve"> ـ </w:t>
      </w:r>
      <w:r w:rsidRPr="00CA52B4">
        <w:rPr>
          <w:rtl/>
          <w:lang w:bidi="fa-IR"/>
        </w:rPr>
        <w:t>116. الطبقات الكبرى 6 / 170. الغدير 11 / 83. مجمع الرجال 4 / 293. معجم رجال الحديث 13 / 157. منتهى المقال / 238. المجروحون 3 / 111. نقد الرجال / 258.</w:t>
      </w:r>
    </w:p>
    <w:p w:rsidR="00843DF1" w:rsidRPr="00CA52B4" w:rsidRDefault="00843DF1" w:rsidP="00EB70B9">
      <w:pPr>
        <w:pStyle w:val="libBold1"/>
        <w:rPr>
          <w:rtl/>
          <w:lang w:bidi="fa-IR"/>
        </w:rPr>
      </w:pPr>
      <w:r w:rsidRPr="00CA52B4">
        <w:rPr>
          <w:rtl/>
        </w:rPr>
        <w:t>888</w:t>
      </w:r>
      <w:r>
        <w:rPr>
          <w:rtl/>
        </w:rPr>
        <w:t xml:space="preserve"> ـ </w:t>
      </w:r>
      <w:r w:rsidRPr="00CA52B4">
        <w:rPr>
          <w:rtl/>
          <w:lang w:bidi="fa-IR"/>
        </w:rPr>
        <w:t>عمير بن عطارد بن حاجب بن زرارة التميمي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شاعر. اشترك في حرب صفين. وأعقب ، محمدا. جعله أمير المؤمنين على تميم الكوفة بصفين ، وكان يومئذ سيد مضر من أهل الكوفة ، فتقدم بأصحابه وقال : يا قوم إنّي أتبع آثار أبي الطفيل وتتبعون آثار كنانة.</w:t>
      </w:r>
      <w:r>
        <w:rPr>
          <w:rFonts w:hint="cs"/>
          <w:rtl/>
          <w:lang w:bidi="fa-IR"/>
        </w:rPr>
        <w:t xml:space="preserve"> </w:t>
      </w:r>
      <w:r w:rsidRPr="00CA52B4">
        <w:rPr>
          <w:rtl/>
          <w:lang w:bidi="fa-IR"/>
        </w:rPr>
        <w:t>فتقدم برايته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قد ضاربت في حربها تميم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إنّ تميما خطبها عظيم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لها حديث ولها قديم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إنّ الكريم نسله كريم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إن لم تزرهم رايتي فلوموا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دين قويم ، وهوى سليم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 xml:space="preserve">الأخبار الطوال / 172. أعيان الشيعة 8 / 380. الإمامة والسياسة 1 / 108. جامع الرواة 1 / 646. جمهرة أنساب العرب / 232. الجمل / 172. رجال الشيخ الطوسي / 52. شرح ابن أبي الحديد 4 / 27 </w:t>
      </w:r>
      <w:r>
        <w:rPr>
          <w:rtl/>
          <w:lang w:bidi="fa-IR"/>
        </w:rPr>
        <w:t>و 5</w:t>
      </w:r>
      <w:r w:rsidRPr="00CA52B4">
        <w:rPr>
          <w:rtl/>
          <w:lang w:bidi="fa-IR"/>
        </w:rPr>
        <w:t xml:space="preserve"> / 244. مجمع الرجال 4 / 293. معجم الثقات / 92. معجم رجال الحديث 13 / 159. المناقب 3 / 174. منتهى المقال / 241. نقد الرجال / 258. وقعة صفّين / 205 ، 309</w:t>
      </w:r>
      <w:r>
        <w:rPr>
          <w:rtl/>
          <w:lang w:bidi="fa-IR"/>
        </w:rPr>
        <w:t xml:space="preserve"> ـ </w:t>
      </w:r>
      <w:r w:rsidRPr="00CA52B4">
        <w:rPr>
          <w:rtl/>
          <w:lang w:bidi="fa-IR"/>
        </w:rPr>
        <w:t>311.</w:t>
      </w:r>
    </w:p>
    <w:p w:rsidR="00843DF1" w:rsidRPr="00CA52B4" w:rsidRDefault="00843DF1" w:rsidP="00EB70B9">
      <w:pPr>
        <w:pStyle w:val="libBold1"/>
        <w:rPr>
          <w:rtl/>
          <w:lang w:bidi="fa-IR"/>
        </w:rPr>
      </w:pPr>
      <w:r w:rsidRPr="00CA52B4">
        <w:rPr>
          <w:rtl/>
        </w:rPr>
        <w:t>889</w:t>
      </w:r>
      <w:r>
        <w:rPr>
          <w:rtl/>
        </w:rPr>
        <w:t xml:space="preserve"> ـ </w:t>
      </w:r>
      <w:r w:rsidRPr="00CA52B4">
        <w:rPr>
          <w:rtl/>
          <w:lang w:bidi="fa-IR"/>
        </w:rPr>
        <w:t xml:space="preserve">عنبسة </w:t>
      </w:r>
      <w:r>
        <w:rPr>
          <w:rtl/>
          <w:lang w:bidi="fa-IR"/>
        </w:rPr>
        <w:t>(</w:t>
      </w:r>
      <w:r w:rsidRPr="00CA52B4">
        <w:rPr>
          <w:rtl/>
          <w:lang w:bidi="fa-IR"/>
        </w:rPr>
        <w:t>أبو جميلة</w:t>
      </w:r>
      <w:r>
        <w:rPr>
          <w:rtl/>
          <w:lang w:bidi="fa-IR"/>
        </w:rPr>
        <w:t>)</w:t>
      </w:r>
      <w:r w:rsidRPr="00CA52B4">
        <w:rPr>
          <w:rtl/>
          <w:lang w:bidi="fa-IR"/>
        </w:rPr>
        <w:t xml:space="preserve"> ابن جبير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عدّه شيخ الطائفة الطوسي ، من رجال أمير المؤمنين </w:t>
      </w:r>
      <w:r>
        <w:rPr>
          <w:rtl/>
          <w:lang w:bidi="fa-IR"/>
        </w:rPr>
        <w:t>(</w:t>
      </w:r>
      <w:r w:rsidRPr="00CA52B4">
        <w:rPr>
          <w:rtl/>
          <w:lang w:bidi="fa-IR"/>
        </w:rPr>
        <w:t>عليه السلام</w:t>
      </w:r>
      <w:r>
        <w:rPr>
          <w:rtl/>
          <w:lang w:bidi="fa-IR"/>
        </w:rPr>
        <w:t>).</w:t>
      </w:r>
      <w:r w:rsidRPr="00CA52B4">
        <w:rPr>
          <w:rtl/>
          <w:lang w:bidi="fa-IR"/>
        </w:rPr>
        <w:t xml:space="preserve"> ونقله الآخرون عنه ، ولم يذكروا أكثر مما ذكرناه.</w:t>
      </w:r>
    </w:p>
    <w:p w:rsidR="00843DF1" w:rsidRPr="00CA52B4" w:rsidRDefault="00843DF1" w:rsidP="00B10281">
      <w:pPr>
        <w:pStyle w:val="libVar"/>
        <w:rPr>
          <w:rtl/>
          <w:lang w:bidi="fa-IR"/>
        </w:rPr>
      </w:pPr>
      <w:r w:rsidRPr="00CA52B4">
        <w:rPr>
          <w:rtl/>
          <w:lang w:bidi="fa-IR"/>
        </w:rPr>
        <w:t>تنقيح المقال 2 / 353. جامع الرواة 1 / 646. رجال الشيخ الطوسي / 53. رجال البرقي / 7. قاموس الرجال 7 / 242. مجمع الرجال 4 / 294. معجم رجال الحديث 13 / 161. منتهى المقال / 241. نقد الرجال / 259.</w:t>
      </w:r>
    </w:p>
    <w:p w:rsidR="00843DF1" w:rsidRPr="00CA52B4" w:rsidRDefault="00843DF1" w:rsidP="00EB70B9">
      <w:pPr>
        <w:pStyle w:val="libBold1"/>
        <w:rPr>
          <w:rtl/>
          <w:lang w:bidi="fa-IR"/>
        </w:rPr>
      </w:pPr>
      <w:r>
        <w:rPr>
          <w:rtl/>
          <w:lang w:bidi="fa-IR"/>
        </w:rPr>
        <w:br w:type="page"/>
      </w:r>
      <w:r w:rsidRPr="00CA52B4">
        <w:rPr>
          <w:rtl/>
        </w:rPr>
        <w:lastRenderedPageBreak/>
        <w:t>890</w:t>
      </w:r>
      <w:r>
        <w:rPr>
          <w:rtl/>
        </w:rPr>
        <w:t xml:space="preserve"> ـ </w:t>
      </w:r>
      <w:r w:rsidRPr="00CA52B4">
        <w:rPr>
          <w:rtl/>
          <w:lang w:bidi="fa-IR"/>
        </w:rPr>
        <w:t>عنتر بن عبيد بن خالد التيمي المقتول في 37 ه</w:t>
      </w:r>
      <w:r w:rsidRPr="00CA52B4">
        <w:rPr>
          <w:rtl/>
        </w:rPr>
        <w:t>.</w:t>
      </w:r>
    </w:p>
    <w:p w:rsidR="00843DF1" w:rsidRPr="00CA52B4" w:rsidRDefault="00843DF1" w:rsidP="00347E77">
      <w:pPr>
        <w:pStyle w:val="libNormal"/>
        <w:rPr>
          <w:rtl/>
          <w:lang w:bidi="fa-IR"/>
        </w:rPr>
      </w:pPr>
      <w:r w:rsidRPr="00CA52B4">
        <w:rPr>
          <w:rtl/>
          <w:lang w:bidi="fa-IR"/>
        </w:rPr>
        <w:t>محارب ، وكان من أشجع الناس يوم صفين. فلما رأى أصحابه منهزمين أخذ ينادي : يا معشر قيس إطاعة الشيطان آثر عندكم من طاعة الله</w:t>
      </w:r>
      <w:r>
        <w:rPr>
          <w:rtl/>
          <w:lang w:bidi="fa-IR"/>
        </w:rPr>
        <w:t>؟</w:t>
      </w:r>
      <w:r w:rsidRPr="00CA52B4">
        <w:rPr>
          <w:rtl/>
          <w:lang w:bidi="fa-IR"/>
        </w:rPr>
        <w:t xml:space="preserve"> ألا إنّ الفرار فيه معصية الله وسخطه ، والصبر فيه طاعة الله ورضوانه ، </w:t>
      </w:r>
      <w:r>
        <w:rPr>
          <w:rtl/>
          <w:lang w:bidi="fa-IR"/>
        </w:rPr>
        <w:t>أ</w:t>
      </w:r>
      <w:r w:rsidRPr="00CA52B4">
        <w:rPr>
          <w:rtl/>
          <w:lang w:bidi="fa-IR"/>
        </w:rPr>
        <w:t>فتختارون سخط الله على رضوانه ، ومعصيته على طاعته</w:t>
      </w:r>
      <w:r>
        <w:rPr>
          <w:rtl/>
          <w:lang w:bidi="fa-IR"/>
        </w:rPr>
        <w:t>؟</w:t>
      </w:r>
      <w:r w:rsidRPr="00CA52B4">
        <w:rPr>
          <w:rtl/>
          <w:lang w:bidi="fa-IR"/>
        </w:rPr>
        <w:t xml:space="preserve"> فإنّما الراحة بعد الموت لمن مات محتسبا لنفسه. وقال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sidRPr="00CA52B4">
              <w:rPr>
                <w:rtl/>
                <w:lang w:bidi="fa-IR"/>
              </w:rPr>
              <w:t>لا وألت نفس امرئ ولت دبر</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أنا الذي لا أنثني ولا أفر</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Pr>
                <w:rtl/>
              </w:rPr>
              <w:t>و</w:t>
            </w:r>
            <w:r w:rsidRPr="00CA52B4">
              <w:rPr>
                <w:rtl/>
              </w:rPr>
              <w:t>لا يرى مع المعازيل الغدر</w:t>
            </w:r>
          </w:p>
        </w:tc>
      </w:tr>
    </w:tbl>
    <w:p w:rsidR="00843DF1" w:rsidRPr="00CA52B4" w:rsidRDefault="00843DF1" w:rsidP="00347E77">
      <w:pPr>
        <w:pStyle w:val="libNormal"/>
        <w:rPr>
          <w:rtl/>
          <w:lang w:bidi="fa-IR"/>
        </w:rPr>
      </w:pPr>
      <w:r w:rsidRPr="00CA52B4">
        <w:rPr>
          <w:rtl/>
          <w:lang w:bidi="fa-IR"/>
        </w:rPr>
        <w:t>فقال حتّى ارتث.</w:t>
      </w:r>
    </w:p>
    <w:p w:rsidR="00843DF1" w:rsidRPr="00CA52B4" w:rsidRDefault="00843DF1" w:rsidP="00B10281">
      <w:pPr>
        <w:pStyle w:val="libVar"/>
        <w:rPr>
          <w:rtl/>
          <w:lang w:bidi="fa-IR"/>
        </w:rPr>
      </w:pPr>
      <w:r w:rsidRPr="00CA52B4">
        <w:rPr>
          <w:rtl/>
          <w:lang w:bidi="fa-IR"/>
        </w:rPr>
        <w:t>تاريخ الطبري 6 / 18. شرح ابن أبي الحديد 5 / 224. وقعة صفّين / 286.</w:t>
      </w:r>
    </w:p>
    <w:p w:rsidR="00843DF1" w:rsidRPr="00CA52B4" w:rsidRDefault="00843DF1" w:rsidP="00EB70B9">
      <w:pPr>
        <w:pStyle w:val="libBold1"/>
        <w:rPr>
          <w:rtl/>
          <w:lang w:bidi="fa-IR"/>
        </w:rPr>
      </w:pPr>
      <w:r w:rsidRPr="00CA52B4">
        <w:rPr>
          <w:rtl/>
        </w:rPr>
        <w:t>891</w:t>
      </w:r>
      <w:r>
        <w:rPr>
          <w:rtl/>
        </w:rPr>
        <w:t xml:space="preserve"> ـ </w:t>
      </w:r>
      <w:r w:rsidRPr="00CA52B4">
        <w:rPr>
          <w:rtl/>
          <w:lang w:bidi="fa-IR"/>
        </w:rPr>
        <w:t>عنترة بن عبد الرحمن أبو وكيع الكوفي الشيباني</w:t>
      </w:r>
      <w:r w:rsidRPr="00CA52B4">
        <w:rPr>
          <w:rtl/>
        </w:rPr>
        <w:t>.</w:t>
      </w:r>
    </w:p>
    <w:p w:rsidR="00843DF1" w:rsidRPr="00CA52B4" w:rsidRDefault="00843DF1" w:rsidP="00347E77">
      <w:pPr>
        <w:pStyle w:val="libNormal"/>
        <w:rPr>
          <w:rtl/>
          <w:lang w:bidi="fa-IR"/>
        </w:rPr>
      </w:pPr>
      <w:r w:rsidRPr="00CA52B4">
        <w:rPr>
          <w:rtl/>
          <w:lang w:bidi="fa-IR"/>
        </w:rPr>
        <w:t>محدّث. روى عنه ابنه هارون. وأبو سنان الشيباني. وعبد الله بن عمرو بن مرة الجملي. ذكره ابن حبان في الثقات. له أحاديث في السنن.</w:t>
      </w:r>
      <w:r>
        <w:rPr>
          <w:rFonts w:hint="cs"/>
          <w:rtl/>
          <w:lang w:bidi="fa-IR"/>
        </w:rPr>
        <w:t xml:space="preserve"> </w:t>
      </w:r>
      <w:r w:rsidRPr="00CA52B4">
        <w:rPr>
          <w:rtl/>
          <w:lang w:bidi="fa-IR"/>
        </w:rPr>
        <w:t xml:space="preserve">سكن الكوفة وكان في الطبقة الأولى من الكوفيين. وذكره أبو موسى في ذيل الصحابة. أما ابنه هارون الكوفي كنيته أبو عمرو ، محدّث مات عام اثنين وأربعين ومائة </w:t>
      </w:r>
      <w:r>
        <w:rPr>
          <w:rtl/>
          <w:lang w:bidi="fa-IR"/>
        </w:rPr>
        <w:t>(</w:t>
      </w:r>
      <w:r w:rsidRPr="00CA52B4">
        <w:rPr>
          <w:rtl/>
          <w:lang w:bidi="fa-IR"/>
        </w:rPr>
        <w:t>142 ه‍</w:t>
      </w:r>
      <w:r>
        <w:rPr>
          <w:rtl/>
          <w:lang w:bidi="fa-IR"/>
        </w:rPr>
        <w:t>).</w:t>
      </w:r>
    </w:p>
    <w:p w:rsidR="00843DF1" w:rsidRPr="00CA52B4" w:rsidRDefault="00843DF1" w:rsidP="00B10281">
      <w:pPr>
        <w:pStyle w:val="libVar"/>
        <w:rPr>
          <w:rtl/>
          <w:lang w:bidi="fa-IR"/>
        </w:rPr>
      </w:pPr>
      <w:r w:rsidRPr="00CA52B4">
        <w:rPr>
          <w:rtl/>
          <w:lang w:bidi="fa-IR"/>
        </w:rPr>
        <w:t>أسد الغابة 4 / 152. الإصابة 3 / 40. تهذيب التهذيب 8 / 162. تاريخ جرجان / 31. الجرح والتعديل 7 / 35. الطبقات الكبرى 6 / 234. لسان الميزان 4 / 284. المجروحون من المحدثين 3 / 93.</w:t>
      </w:r>
    </w:p>
    <w:p w:rsidR="00843DF1" w:rsidRPr="00CA52B4" w:rsidRDefault="00843DF1" w:rsidP="00EB70B9">
      <w:pPr>
        <w:pStyle w:val="libBold1"/>
        <w:rPr>
          <w:rtl/>
          <w:lang w:bidi="fa-IR"/>
        </w:rPr>
      </w:pPr>
      <w:r w:rsidRPr="00CA52B4">
        <w:rPr>
          <w:rtl/>
        </w:rPr>
        <w:t>892</w:t>
      </w:r>
      <w:r>
        <w:rPr>
          <w:rtl/>
        </w:rPr>
        <w:t xml:space="preserve"> ـ </w:t>
      </w:r>
      <w:r w:rsidRPr="00CA52B4">
        <w:rPr>
          <w:rtl/>
          <w:lang w:bidi="fa-IR"/>
        </w:rPr>
        <w:t>عنترة أبو ماوية الكوفي الشيباني</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 xml:space="preserve">محدّث. روى عنه الشيباني. والعوام بن حوشب بن يزيد بن الحارث الشيباني الربعي ، أبو عيسى الواسطي المتوفى سنة ثمان وأربعين ومائة </w:t>
      </w:r>
      <w:r>
        <w:rPr>
          <w:rtl/>
          <w:lang w:bidi="fa-IR"/>
        </w:rPr>
        <w:t>(</w:t>
      </w:r>
      <w:r w:rsidRPr="00CA52B4">
        <w:rPr>
          <w:rtl/>
          <w:lang w:bidi="fa-IR"/>
        </w:rPr>
        <w:t>148 ه‍</w:t>
      </w:r>
      <w:r>
        <w:rPr>
          <w:rtl/>
          <w:lang w:bidi="fa-IR"/>
        </w:rPr>
        <w:t>).</w:t>
      </w:r>
    </w:p>
    <w:p w:rsidR="00843DF1" w:rsidRPr="00CA52B4" w:rsidRDefault="00843DF1" w:rsidP="00B10281">
      <w:pPr>
        <w:pStyle w:val="libVar"/>
        <w:rPr>
          <w:rtl/>
          <w:lang w:bidi="fa-IR"/>
        </w:rPr>
      </w:pPr>
      <w:r w:rsidRPr="00CA52B4">
        <w:rPr>
          <w:rtl/>
          <w:lang w:bidi="fa-IR"/>
        </w:rPr>
        <w:t>تهذيب التهذيب 8 / 163. الجرح والتعديل 7 / 35. الطبقات الكبرى 6 / 235</w:t>
      </w:r>
      <w:r>
        <w:rPr>
          <w:rtl/>
          <w:lang w:bidi="fa-IR"/>
        </w:rPr>
        <w:t xml:space="preserve"> ..</w:t>
      </w:r>
    </w:p>
    <w:p w:rsidR="00843DF1" w:rsidRPr="00CA52B4" w:rsidRDefault="00843DF1" w:rsidP="00EB70B9">
      <w:pPr>
        <w:pStyle w:val="libBold1"/>
        <w:rPr>
          <w:rtl/>
          <w:lang w:bidi="fa-IR"/>
        </w:rPr>
      </w:pPr>
      <w:r>
        <w:rPr>
          <w:rtl/>
          <w:lang w:bidi="fa-IR"/>
        </w:rPr>
        <w:br w:type="page"/>
      </w:r>
      <w:r w:rsidRPr="00CA52B4">
        <w:rPr>
          <w:rtl/>
        </w:rPr>
        <w:lastRenderedPageBreak/>
        <w:t>893</w:t>
      </w:r>
      <w:r>
        <w:rPr>
          <w:rtl/>
        </w:rPr>
        <w:t xml:space="preserve"> ـ </w:t>
      </w:r>
      <w:r w:rsidRPr="00CA52B4">
        <w:rPr>
          <w:rtl/>
          <w:lang w:bidi="fa-IR"/>
        </w:rPr>
        <w:t>عوف بن بشر العبدي</w:t>
      </w:r>
      <w:r>
        <w:rPr>
          <w:rtl/>
          <w:lang w:bidi="fa-IR"/>
        </w:rPr>
        <w:t xml:space="preserve"> ..</w:t>
      </w:r>
      <w:r w:rsidRPr="00CA52B4">
        <w:rPr>
          <w:rtl/>
          <w:lang w:bidi="fa-IR"/>
        </w:rPr>
        <w:t>. من عبد القيس</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شهد صفين. وتكلم مع عمرو بن العاص ، وأبان سريرته وغدراته في حديث طويل جرى له في صفين ، وكان تحت أمرته خيل عظيم.</w:t>
      </w:r>
    </w:p>
    <w:p w:rsidR="00843DF1" w:rsidRPr="00CA52B4" w:rsidRDefault="00843DF1" w:rsidP="00B10281">
      <w:pPr>
        <w:pStyle w:val="libVar"/>
        <w:rPr>
          <w:rtl/>
          <w:lang w:bidi="fa-IR"/>
        </w:rPr>
      </w:pPr>
      <w:r w:rsidRPr="00CA52B4">
        <w:rPr>
          <w:rtl/>
          <w:lang w:bidi="fa-IR"/>
        </w:rPr>
        <w:t>أعيان الشيعة 8 / 381. تنقيح المقال 2 / 354. جامع الرواة 1 / 347. رجال الشيخ الطوسي / 52. شرح ابن أبي الحديد 8 / 20. مجمع الرجال 4 / 295. معجم رجال الحديث 13 / 167. منتهى المقال / 241. نقد الرجال / 259. وقعة صفين / 336 ، 337.</w:t>
      </w:r>
    </w:p>
    <w:p w:rsidR="00843DF1" w:rsidRPr="00CA52B4" w:rsidRDefault="00843DF1" w:rsidP="00EB70B9">
      <w:pPr>
        <w:pStyle w:val="libBold1"/>
        <w:rPr>
          <w:rtl/>
          <w:lang w:bidi="fa-IR"/>
        </w:rPr>
      </w:pPr>
      <w:r w:rsidRPr="00CA52B4">
        <w:rPr>
          <w:rtl/>
        </w:rPr>
        <w:t>894</w:t>
      </w:r>
      <w:r>
        <w:rPr>
          <w:rtl/>
        </w:rPr>
        <w:t xml:space="preserve"> ـ </w:t>
      </w:r>
      <w:r w:rsidRPr="00CA52B4">
        <w:rPr>
          <w:rtl/>
          <w:lang w:bidi="fa-IR"/>
        </w:rPr>
        <w:t>عوف بن عبد الله بن الأحمر الأزدي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 ، فارس. شهد صفين ، وبقي إلى بعد شهادة السبط الإمام الحسين </w:t>
      </w:r>
      <w:r>
        <w:rPr>
          <w:rtl/>
          <w:lang w:bidi="fa-IR"/>
        </w:rPr>
        <w:t>(</w:t>
      </w:r>
      <w:r w:rsidRPr="00CA52B4">
        <w:rPr>
          <w:rtl/>
          <w:lang w:bidi="fa-IR"/>
        </w:rPr>
        <w:t>عليه السلام</w:t>
      </w:r>
      <w:r>
        <w:rPr>
          <w:rtl/>
          <w:lang w:bidi="fa-IR"/>
        </w:rPr>
        <w:t>)</w:t>
      </w:r>
      <w:r w:rsidRPr="00CA52B4">
        <w:rPr>
          <w:rtl/>
          <w:lang w:bidi="fa-IR"/>
        </w:rPr>
        <w:t xml:space="preserve"> ، ورثاه بقصيدة طويلة ، وحض الشيعة على الطلب بدمه ، وكانت هذه المرثية تخبأ أيام بني أمية ، وإنّما خرجت بعد انقراضهم ، ومنها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و</w:t>
            </w:r>
            <w:r w:rsidRPr="00CA52B4">
              <w:rPr>
                <w:rtl/>
                <w:lang w:bidi="fa-IR"/>
              </w:rPr>
              <w:t xml:space="preserve">نحن سمونا لابن هند بمحفل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كرجل الدبا يزجي إليه الدواهيا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فلما التقينا بين الضرب أينا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بصفين كان الأضرع المتوانيا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ليبك حسينا كلما ذر شارق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عند غسوق الليل من كان باكيا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لحا الله قوما أشخصوهم وعردوا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فلم ير يوم البأس منهم محاميا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لا موفيا بالعهد إذ حمس الوغا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لا زاجرا عنه المضلين ناهيا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فيا ليتني إذ كان كنت شهدته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فضاربت عنه الشانئين الأعاديا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دافعت عنه ما استطعت مجاهدا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أعملت سيفي فيهم وسنانيا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8 / 381. تنقيح المقال 2 / 354. جامع الرواة 1 / 647. شرح ابن أبي الحديد 4 / 31. الغدير 9 / 367. قاموس الرجال 7 / 248. مجمع الرجال 4 / 295.</w:t>
      </w:r>
      <w:r>
        <w:rPr>
          <w:rFonts w:hint="cs"/>
          <w:rtl/>
          <w:lang w:bidi="fa-IR"/>
        </w:rPr>
        <w:t xml:space="preserve"> </w:t>
      </w:r>
      <w:r w:rsidRPr="00CA52B4">
        <w:rPr>
          <w:rtl/>
          <w:lang w:bidi="fa-IR"/>
        </w:rPr>
        <w:t>معجم الشعراء / 277. المناقب 3 / 182. نقد الرجال / 259.</w:t>
      </w:r>
    </w:p>
    <w:p w:rsidR="00843DF1" w:rsidRPr="00CA52B4" w:rsidRDefault="00843DF1" w:rsidP="00EB70B9">
      <w:pPr>
        <w:pStyle w:val="libBold1"/>
        <w:rPr>
          <w:rtl/>
          <w:lang w:bidi="fa-IR"/>
        </w:rPr>
      </w:pPr>
      <w:r w:rsidRPr="00CA52B4">
        <w:rPr>
          <w:rtl/>
        </w:rPr>
        <w:t>895</w:t>
      </w:r>
      <w:r>
        <w:rPr>
          <w:rtl/>
        </w:rPr>
        <w:t xml:space="preserve"> ـ </w:t>
      </w:r>
      <w:r w:rsidRPr="00CA52B4">
        <w:rPr>
          <w:rtl/>
          <w:lang w:bidi="fa-IR"/>
        </w:rPr>
        <w:t>عوف بن مالك الجابري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أبو الضحاك ، ويحيى بن مسلم. وفي بعض المراجع</w:t>
      </w:r>
    </w:p>
    <w:p w:rsidR="00843DF1" w:rsidRPr="00CA52B4" w:rsidRDefault="00843DF1" w:rsidP="00B10281">
      <w:pPr>
        <w:pStyle w:val="libNormal0"/>
        <w:rPr>
          <w:rtl/>
          <w:lang w:bidi="fa-IR"/>
        </w:rPr>
      </w:pPr>
      <w:r>
        <w:rPr>
          <w:rtl/>
          <w:lang w:bidi="fa-IR"/>
        </w:rPr>
        <w:br w:type="page"/>
      </w:r>
      <w:r w:rsidRPr="00CA52B4">
        <w:rPr>
          <w:rtl/>
          <w:lang w:bidi="fa-IR"/>
        </w:rPr>
        <w:lastRenderedPageBreak/>
        <w:t>الخبائري الكوفي. وأظنه غير عوف بن مالك الأشجعي الغطفاني المتوفى 73 ه‍</w:t>
      </w:r>
      <w:r>
        <w:rPr>
          <w:rtl/>
          <w:lang w:bidi="fa-IR"/>
        </w:rPr>
        <w:t>.</w:t>
      </w:r>
      <w:r w:rsidRPr="00CA52B4">
        <w:rPr>
          <w:rtl/>
          <w:lang w:bidi="fa-IR"/>
        </w:rPr>
        <w:t xml:space="preserve"> الصحابي ، وكان من الشجعان الرؤساء. أول مشاهده خيبر ، له 67 حديثا ، ولعله هو والله الأعلم.</w:t>
      </w:r>
    </w:p>
    <w:p w:rsidR="00843DF1" w:rsidRPr="00CA52B4" w:rsidRDefault="00843DF1" w:rsidP="00B10281">
      <w:pPr>
        <w:pStyle w:val="libVar"/>
        <w:rPr>
          <w:rtl/>
          <w:lang w:bidi="fa-IR"/>
        </w:rPr>
      </w:pPr>
      <w:r w:rsidRPr="00CA52B4">
        <w:rPr>
          <w:rtl/>
          <w:lang w:bidi="fa-IR"/>
        </w:rPr>
        <w:t>الأعلام 5 / 278. الاستيعاب 3 / 131. أسد الغابة 4 / 157. الإصابة 3 / 43.</w:t>
      </w:r>
      <w:r>
        <w:rPr>
          <w:rFonts w:hint="cs"/>
          <w:rtl/>
          <w:lang w:bidi="fa-IR"/>
        </w:rPr>
        <w:t xml:space="preserve"> </w:t>
      </w:r>
      <w:r w:rsidRPr="00CA52B4">
        <w:rPr>
          <w:rtl/>
          <w:lang w:bidi="fa-IR"/>
        </w:rPr>
        <w:t>تهذيب التهذيب 8 / 169. الجرح والتعديل 7 / 14. الطبقات الكبرى 3 / 331.</w:t>
      </w:r>
      <w:r>
        <w:rPr>
          <w:rFonts w:hint="cs"/>
          <w:rtl/>
          <w:lang w:bidi="fa-IR"/>
        </w:rPr>
        <w:t xml:space="preserve"> </w:t>
      </w:r>
      <w:r w:rsidRPr="00CA52B4">
        <w:rPr>
          <w:rtl/>
          <w:lang w:bidi="fa-IR"/>
        </w:rPr>
        <w:t>المجروحون من المحدثين 3 / 275.</w:t>
      </w:r>
    </w:p>
    <w:p w:rsidR="00843DF1" w:rsidRPr="00CA52B4" w:rsidRDefault="00843DF1" w:rsidP="00EB70B9">
      <w:pPr>
        <w:pStyle w:val="libBold1"/>
        <w:rPr>
          <w:rtl/>
          <w:lang w:bidi="fa-IR"/>
        </w:rPr>
      </w:pPr>
      <w:r w:rsidRPr="00CA52B4">
        <w:rPr>
          <w:rtl/>
        </w:rPr>
        <w:t>896</w:t>
      </w:r>
      <w:r>
        <w:rPr>
          <w:rtl/>
        </w:rPr>
        <w:t xml:space="preserve"> ـ </w:t>
      </w:r>
      <w:r w:rsidRPr="00CA52B4">
        <w:rPr>
          <w:rtl/>
          <w:lang w:bidi="fa-IR"/>
        </w:rPr>
        <w:t xml:space="preserve">عوف </w:t>
      </w:r>
      <w:r>
        <w:rPr>
          <w:rtl/>
          <w:lang w:bidi="fa-IR"/>
        </w:rPr>
        <w:t>(</w:t>
      </w:r>
      <w:r w:rsidRPr="00CA52B4">
        <w:rPr>
          <w:rtl/>
          <w:lang w:bidi="fa-IR"/>
        </w:rPr>
        <w:t>أبو الأحوص</w:t>
      </w:r>
      <w:r>
        <w:rPr>
          <w:rtl/>
          <w:lang w:bidi="fa-IR"/>
        </w:rPr>
        <w:t>)</w:t>
      </w:r>
      <w:r w:rsidRPr="00CA52B4">
        <w:rPr>
          <w:rtl/>
          <w:lang w:bidi="fa-IR"/>
        </w:rPr>
        <w:t xml:space="preserve"> ابن مالك بن نضلة الجشمي المتوفى 73 ه</w:t>
      </w:r>
      <w:r w:rsidRPr="00CA52B4">
        <w:rPr>
          <w:rtl/>
        </w:rPr>
        <w:t>.</w:t>
      </w:r>
    </w:p>
    <w:p w:rsidR="00843DF1" w:rsidRPr="00CA52B4" w:rsidRDefault="00843DF1" w:rsidP="00347E77">
      <w:pPr>
        <w:pStyle w:val="libNormal"/>
        <w:rPr>
          <w:rtl/>
          <w:lang w:bidi="fa-IR"/>
        </w:rPr>
      </w:pPr>
      <w:r w:rsidRPr="00CA52B4">
        <w:rPr>
          <w:rtl/>
          <w:lang w:bidi="fa-IR"/>
        </w:rPr>
        <w:t>محدّث. نزل الكوفة ، وحضر النهروان لقتال الخوارج. وروى عنه خلق وكان ثقة. قتل أيام الحجاج. وكان ممن شهد فتح مكة. قتل سنة 73 ه‍</w:t>
      </w:r>
      <w:r>
        <w:rPr>
          <w:rtl/>
          <w:lang w:bidi="fa-IR"/>
        </w:rPr>
        <w:t>.</w:t>
      </w:r>
    </w:p>
    <w:p w:rsidR="00843DF1" w:rsidRPr="00CA52B4" w:rsidRDefault="00843DF1" w:rsidP="00347E77">
      <w:pPr>
        <w:pStyle w:val="libNormal"/>
        <w:rPr>
          <w:rtl/>
          <w:lang w:bidi="fa-IR"/>
        </w:rPr>
      </w:pPr>
      <w:r w:rsidRPr="00CA52B4">
        <w:rPr>
          <w:rtl/>
          <w:lang w:bidi="fa-IR"/>
        </w:rPr>
        <w:t>روى أيضا عن عبد الله بن مسعود ، وحذيفة ، وأبي مسعود الأنصاري ، وأبي موسى الأشعري.</w:t>
      </w:r>
    </w:p>
    <w:p w:rsidR="00843DF1" w:rsidRPr="00CA52B4" w:rsidRDefault="00843DF1" w:rsidP="00B10281">
      <w:pPr>
        <w:pStyle w:val="libVar"/>
        <w:rPr>
          <w:rtl/>
          <w:lang w:bidi="fa-IR"/>
        </w:rPr>
      </w:pPr>
      <w:r w:rsidRPr="00CA52B4">
        <w:rPr>
          <w:rtl/>
          <w:lang w:bidi="fa-IR"/>
        </w:rPr>
        <w:t xml:space="preserve">تاريخ بغداد 12 / 290. تاريخ الخميس 2 / 309. تذكرة الحفاظ 1 / 46. تقريب التهذيب 2 / 90. تنقيح المقال 2 / 355. تهذيب التهذيب 8 / 169. تاريخ جرجان / 28 ، 223. الجرح والتعديل 7 / 14. شذرات الذهب 1 / 79. ابن أبي الحديد 9 / 17 </w:t>
      </w:r>
      <w:r>
        <w:rPr>
          <w:rtl/>
          <w:lang w:bidi="fa-IR"/>
        </w:rPr>
        <w:t>و 1</w:t>
      </w:r>
      <w:r w:rsidRPr="00CA52B4">
        <w:rPr>
          <w:rtl/>
          <w:lang w:bidi="fa-IR"/>
        </w:rPr>
        <w:t xml:space="preserve">2 / 36 </w:t>
      </w:r>
      <w:r>
        <w:rPr>
          <w:rtl/>
          <w:lang w:bidi="fa-IR"/>
        </w:rPr>
        <w:t>و 1</w:t>
      </w:r>
      <w:r w:rsidRPr="00CA52B4">
        <w:rPr>
          <w:rtl/>
          <w:lang w:bidi="fa-IR"/>
        </w:rPr>
        <w:t xml:space="preserve">9 / 373. الطبقات الكبرى 6 / 181. الغدير 7 / 138 </w:t>
      </w:r>
      <w:r>
        <w:rPr>
          <w:rtl/>
          <w:lang w:bidi="fa-IR"/>
        </w:rPr>
        <w:t>و 8</w:t>
      </w:r>
      <w:r w:rsidRPr="00CA52B4">
        <w:rPr>
          <w:rtl/>
          <w:lang w:bidi="fa-IR"/>
        </w:rPr>
        <w:t xml:space="preserve"> / 24 </w:t>
      </w:r>
      <w:r>
        <w:rPr>
          <w:rtl/>
          <w:lang w:bidi="fa-IR"/>
        </w:rPr>
        <w:t>و 1</w:t>
      </w:r>
      <w:r w:rsidRPr="00CA52B4">
        <w:rPr>
          <w:rtl/>
          <w:lang w:bidi="fa-IR"/>
        </w:rPr>
        <w:t xml:space="preserve">0 / 188 </w:t>
      </w:r>
      <w:r>
        <w:rPr>
          <w:rtl/>
          <w:lang w:bidi="fa-IR"/>
        </w:rPr>
        <w:t>و 1</w:t>
      </w:r>
      <w:r w:rsidRPr="00CA52B4">
        <w:rPr>
          <w:rtl/>
          <w:lang w:bidi="fa-IR"/>
        </w:rPr>
        <w:t xml:space="preserve">1 / 87. الغارات 1 / 32 ، 58 ، 193 </w:t>
      </w:r>
      <w:r>
        <w:rPr>
          <w:rtl/>
          <w:lang w:bidi="fa-IR"/>
        </w:rPr>
        <w:t>و 2</w:t>
      </w:r>
      <w:r w:rsidRPr="00CA52B4">
        <w:rPr>
          <w:rtl/>
          <w:lang w:bidi="fa-IR"/>
        </w:rPr>
        <w:t xml:space="preserve"> / 588 ، 590. الكامل في التأريخ 4 / 591. اللباب 1 / 280. مرآة الجنان 1 / 148. المعارف / 137 ، 190.</w:t>
      </w:r>
      <w:r>
        <w:rPr>
          <w:rFonts w:hint="cs"/>
          <w:rtl/>
          <w:lang w:bidi="fa-IR"/>
        </w:rPr>
        <w:t xml:space="preserve"> </w:t>
      </w:r>
      <w:r w:rsidRPr="00CA52B4">
        <w:rPr>
          <w:rtl/>
          <w:lang w:bidi="fa-IR"/>
        </w:rPr>
        <w:t>النهاية في غريب الحديث 5 / 423.</w:t>
      </w:r>
    </w:p>
    <w:p w:rsidR="00843DF1" w:rsidRPr="00CA52B4" w:rsidRDefault="00843DF1" w:rsidP="00EB70B9">
      <w:pPr>
        <w:pStyle w:val="libBold1"/>
        <w:rPr>
          <w:rtl/>
          <w:lang w:bidi="fa-IR"/>
        </w:rPr>
      </w:pPr>
      <w:r w:rsidRPr="00CA52B4">
        <w:rPr>
          <w:rtl/>
        </w:rPr>
        <w:t>897</w:t>
      </w:r>
      <w:r>
        <w:rPr>
          <w:rtl/>
        </w:rPr>
        <w:t xml:space="preserve"> ـ </w:t>
      </w:r>
      <w:r w:rsidRPr="00CA52B4">
        <w:rPr>
          <w:rtl/>
          <w:lang w:bidi="fa-IR"/>
        </w:rPr>
        <w:t>عوف العقيلي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كان خمارا ولكنه يؤدي الحديث كما سمع. وقيل : كان جمارا للحديث ، يرويه كما سمع. روى عنه فرات بن أحنف ، وغيره. ويعتبر من التابعين الثقات لا يكذب في الخبر ويؤديه كما هو ، وهذه المأثرة من مناقبه وحسنه. والجمار الذي يخرص النخل والذي يقطع جماره.</w:t>
      </w:r>
    </w:p>
    <w:p w:rsidR="00843DF1" w:rsidRPr="00CA52B4" w:rsidRDefault="00843DF1" w:rsidP="00B10281">
      <w:pPr>
        <w:pStyle w:val="libVar"/>
        <w:rPr>
          <w:rtl/>
          <w:lang w:bidi="fa-IR"/>
        </w:rPr>
      </w:pPr>
      <w:r w:rsidRPr="00CA52B4">
        <w:rPr>
          <w:rtl/>
          <w:lang w:bidi="fa-IR"/>
        </w:rPr>
        <w:t>تنقيح المقال 2 / 354. جامع الرواة 1 / 647. رجال الشيخ الطوسي / 54. رجال الكشي / 97. قاموس الرجال 7 / 248. مجمع الرجال 4 / 295. معجم رجال الحديث 13 / 168. نقد الرجال / 259.</w:t>
      </w:r>
    </w:p>
    <w:p w:rsidR="00843DF1" w:rsidRPr="00CA52B4" w:rsidRDefault="00843DF1" w:rsidP="00EB70B9">
      <w:pPr>
        <w:pStyle w:val="libBold1"/>
        <w:rPr>
          <w:rtl/>
          <w:lang w:bidi="fa-IR"/>
        </w:rPr>
      </w:pPr>
      <w:r>
        <w:rPr>
          <w:rtl/>
          <w:lang w:bidi="fa-IR"/>
        </w:rPr>
        <w:br w:type="page"/>
      </w:r>
      <w:r w:rsidRPr="00CA52B4">
        <w:rPr>
          <w:rtl/>
        </w:rPr>
        <w:lastRenderedPageBreak/>
        <w:t>898</w:t>
      </w:r>
      <w:r>
        <w:rPr>
          <w:rtl/>
        </w:rPr>
        <w:t xml:space="preserve"> ـ </w:t>
      </w:r>
      <w:r w:rsidRPr="00CA52B4">
        <w:rPr>
          <w:rtl/>
          <w:lang w:bidi="fa-IR"/>
        </w:rPr>
        <w:t>عون بن جعفر بن أبي طالب بن عبد المطلب بن هاشم بن عبد مناف</w:t>
      </w:r>
      <w:r>
        <w:rPr>
          <w:rtl/>
          <w:lang w:bidi="fa-IR"/>
        </w:rPr>
        <w:t xml:space="preserve"> ..</w:t>
      </w:r>
      <w:r w:rsidRPr="00CA52B4">
        <w:rPr>
          <w:rtl/>
          <w:lang w:bidi="fa-IR"/>
        </w:rPr>
        <w:t>. استشهد 61 ه</w:t>
      </w:r>
      <w:r w:rsidRPr="00CA52B4">
        <w:rPr>
          <w:rtl/>
        </w:rPr>
        <w:t>.</w:t>
      </w:r>
    </w:p>
    <w:p w:rsidR="00843DF1" w:rsidRPr="00CA52B4" w:rsidRDefault="00843DF1" w:rsidP="00347E77">
      <w:pPr>
        <w:pStyle w:val="libNormal"/>
        <w:rPr>
          <w:rtl/>
          <w:lang w:bidi="fa-IR"/>
        </w:rPr>
      </w:pPr>
      <w:r w:rsidRPr="00CA52B4">
        <w:rPr>
          <w:rtl/>
          <w:lang w:bidi="fa-IR"/>
        </w:rPr>
        <w:t xml:space="preserve">من التابعين ، أمه أسماء بنت عميس ، ولدته بالحبشة ، وبعد استشهاد والده انضم إلى عمه أمير المؤمنين </w:t>
      </w:r>
      <w:r>
        <w:rPr>
          <w:rtl/>
          <w:lang w:bidi="fa-IR"/>
        </w:rPr>
        <w:t>(</w:t>
      </w:r>
      <w:r w:rsidRPr="00CA52B4">
        <w:rPr>
          <w:rtl/>
          <w:lang w:bidi="fa-IR"/>
        </w:rPr>
        <w:t>عليه السلام</w:t>
      </w:r>
      <w:r>
        <w:rPr>
          <w:rtl/>
          <w:lang w:bidi="fa-IR"/>
        </w:rPr>
        <w:t>)</w:t>
      </w:r>
      <w:r w:rsidRPr="00CA52B4">
        <w:rPr>
          <w:rtl/>
          <w:lang w:bidi="fa-IR"/>
        </w:rPr>
        <w:t xml:space="preserve"> وزوجه ابنته زينب الصغرى المعروفة بأم كلثوم الكبرى. وبعد عليّ </w:t>
      </w:r>
      <w:r>
        <w:rPr>
          <w:rtl/>
          <w:lang w:bidi="fa-IR"/>
        </w:rPr>
        <w:t>(</w:t>
      </w:r>
      <w:r w:rsidRPr="00CA52B4">
        <w:rPr>
          <w:rtl/>
          <w:lang w:bidi="fa-IR"/>
        </w:rPr>
        <w:t>عليه السلام</w:t>
      </w:r>
      <w:r>
        <w:rPr>
          <w:rtl/>
          <w:lang w:bidi="fa-IR"/>
        </w:rPr>
        <w:t>)</w:t>
      </w:r>
      <w:r w:rsidRPr="00CA52B4">
        <w:rPr>
          <w:rtl/>
          <w:lang w:bidi="fa-IR"/>
        </w:rPr>
        <w:t xml:space="preserve"> ، انضم إلى الإمام السبط الحسن </w:t>
      </w:r>
      <w:r>
        <w:rPr>
          <w:rtl/>
          <w:lang w:bidi="fa-IR"/>
        </w:rPr>
        <w:t>(</w:t>
      </w:r>
      <w:r w:rsidRPr="00CA52B4">
        <w:rPr>
          <w:rtl/>
          <w:lang w:bidi="fa-IR"/>
        </w:rPr>
        <w:t>عليه السلام</w:t>
      </w:r>
      <w:r>
        <w:rPr>
          <w:rtl/>
          <w:lang w:bidi="fa-IR"/>
        </w:rPr>
        <w:t>)</w:t>
      </w:r>
      <w:r w:rsidRPr="00CA52B4">
        <w:rPr>
          <w:rtl/>
          <w:lang w:bidi="fa-IR"/>
        </w:rPr>
        <w:t xml:space="preserve"> ، ثم إلى السبط الشهيد الإمام الحسين </w:t>
      </w:r>
      <w:r>
        <w:rPr>
          <w:rtl/>
          <w:lang w:bidi="fa-IR"/>
        </w:rPr>
        <w:t>(</w:t>
      </w:r>
      <w:r w:rsidRPr="00CA52B4">
        <w:rPr>
          <w:rtl/>
          <w:lang w:bidi="fa-IR"/>
        </w:rPr>
        <w:t>عليه السلام</w:t>
      </w:r>
      <w:r>
        <w:rPr>
          <w:rtl/>
          <w:lang w:bidi="fa-IR"/>
        </w:rPr>
        <w:t>)</w:t>
      </w:r>
      <w:r w:rsidRPr="00CA52B4">
        <w:rPr>
          <w:rtl/>
          <w:lang w:bidi="fa-IR"/>
        </w:rPr>
        <w:t xml:space="preserve"> ولم يفارقه هو وزوجته ، حتّى ساروا معه إلى كربلاء وقتل بها وكان له من العمر ست وخمسون سنة. وخلّف ابنا اسمه ، مساور ، له ذيل لم يطل وانقرض.</w:t>
      </w:r>
    </w:p>
    <w:p w:rsidR="00843DF1" w:rsidRPr="00CA52B4" w:rsidRDefault="00843DF1" w:rsidP="00B10281">
      <w:pPr>
        <w:pStyle w:val="libVar"/>
        <w:rPr>
          <w:rtl/>
          <w:lang w:bidi="fa-IR"/>
        </w:rPr>
      </w:pPr>
      <w:r w:rsidRPr="00CA52B4">
        <w:rPr>
          <w:rtl/>
          <w:lang w:bidi="fa-IR"/>
        </w:rPr>
        <w:t>الاستيعاب 3 / 161. أسد الغابة 4 / 157. الاشتقاق / 522. الإصابة 3 / 44.</w:t>
      </w:r>
      <w:r>
        <w:rPr>
          <w:rFonts w:hint="cs"/>
          <w:rtl/>
          <w:lang w:bidi="fa-IR"/>
        </w:rPr>
        <w:t xml:space="preserve"> </w:t>
      </w:r>
      <w:r w:rsidRPr="00CA52B4">
        <w:rPr>
          <w:rtl/>
          <w:lang w:bidi="fa-IR"/>
        </w:rPr>
        <w:t xml:space="preserve">أصحاب الإمام الحسين </w:t>
      </w:r>
      <w:r>
        <w:rPr>
          <w:rtl/>
          <w:lang w:bidi="fa-IR"/>
        </w:rPr>
        <w:t>(</w:t>
      </w:r>
      <w:r w:rsidRPr="00CA52B4">
        <w:rPr>
          <w:rtl/>
          <w:lang w:bidi="fa-IR"/>
        </w:rPr>
        <w:t>عليه السلام</w:t>
      </w:r>
      <w:r>
        <w:rPr>
          <w:rtl/>
          <w:lang w:bidi="fa-IR"/>
        </w:rPr>
        <w:t>)</w:t>
      </w:r>
      <w:r w:rsidRPr="00CA52B4">
        <w:rPr>
          <w:rtl/>
          <w:lang w:bidi="fa-IR"/>
        </w:rPr>
        <w:t xml:space="preserve"> / خ. أنساب الأشراف 2 / 322. تنقيح المقال 2 / 355. جامع الرواة 1 / 648. جمهرة أنساب العرب / 38. الدرجات الرفيعة / 184.</w:t>
      </w:r>
      <w:r>
        <w:rPr>
          <w:rFonts w:hint="cs"/>
          <w:rtl/>
          <w:lang w:bidi="fa-IR"/>
        </w:rPr>
        <w:t xml:space="preserve"> </w:t>
      </w:r>
      <w:r w:rsidRPr="00CA52B4">
        <w:rPr>
          <w:rtl/>
          <w:lang w:bidi="fa-IR"/>
        </w:rPr>
        <w:t>رجال ابن داود / 147. رجال الطوسي / 50. شرح ابن أبي الحديد 16 / 143. الطبقات الكبرى 8 / 463. عمدة الطالب / 36. الغدير 7 / 310. قاموس الرجال 7 / 250.</w:t>
      </w:r>
      <w:r>
        <w:rPr>
          <w:rFonts w:hint="cs"/>
          <w:rtl/>
          <w:lang w:bidi="fa-IR"/>
        </w:rPr>
        <w:t xml:space="preserve"> </w:t>
      </w:r>
      <w:r w:rsidRPr="00CA52B4">
        <w:rPr>
          <w:rtl/>
          <w:lang w:bidi="fa-IR"/>
        </w:rPr>
        <w:t>الكامل في التاريخ 4 / 92. مجمع الرجال 4 / 296. مرآة الجنان 1 / 132. مروج الذهب 3 / 71. المعارف / 89. معجم الثقات / 315. معجم رجال الحديث 13 / 169. منتهى المقال / 241. مجالس المؤمنين 1 / 195. نقد الرجال / 259.</w:t>
      </w:r>
    </w:p>
    <w:p w:rsidR="00843DF1" w:rsidRPr="00CA52B4" w:rsidRDefault="00843DF1" w:rsidP="00EB70B9">
      <w:pPr>
        <w:pStyle w:val="libBold1"/>
        <w:rPr>
          <w:rtl/>
          <w:lang w:bidi="fa-IR"/>
        </w:rPr>
      </w:pPr>
      <w:r w:rsidRPr="00CA52B4">
        <w:rPr>
          <w:rtl/>
        </w:rPr>
        <w:t>899</w:t>
      </w:r>
      <w:r>
        <w:rPr>
          <w:rtl/>
        </w:rPr>
        <w:t xml:space="preserve"> ـ </w:t>
      </w:r>
      <w:r w:rsidRPr="00CA52B4">
        <w:rPr>
          <w:rtl/>
          <w:lang w:bidi="fa-IR"/>
        </w:rPr>
        <w:t xml:space="preserve">عون بن محمد بن الإمام عليّ بن أبي طالب </w:t>
      </w:r>
      <w:r>
        <w:rPr>
          <w:rtl/>
          <w:lang w:bidi="fa-IR"/>
        </w:rPr>
        <w:t>(</w:t>
      </w:r>
      <w:r w:rsidRPr="00CA52B4">
        <w:rPr>
          <w:rtl/>
          <w:lang w:bidi="fa-IR"/>
        </w:rPr>
        <w:t>عليه السلام</w:t>
      </w:r>
      <w:r w:rsidRPr="00CA52B4">
        <w:rPr>
          <w:rtl/>
        </w:rPr>
        <w:t>)</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يونس بن راشد. محمد بن موسى. عبد الملك بن أبي عياش.</w:t>
      </w:r>
    </w:p>
    <w:p w:rsidR="00843DF1" w:rsidRPr="00CA52B4" w:rsidRDefault="00843DF1" w:rsidP="00B10281">
      <w:pPr>
        <w:pStyle w:val="libVar"/>
        <w:rPr>
          <w:rtl/>
          <w:lang w:bidi="fa-IR"/>
        </w:rPr>
      </w:pPr>
      <w:r w:rsidRPr="00CA52B4">
        <w:rPr>
          <w:rtl/>
          <w:lang w:bidi="fa-IR"/>
        </w:rPr>
        <w:t>الجرح والتعديل 6 / 386. جمهرة أنساب العرب / 66. قاموس الرجال 7 / 252.</w:t>
      </w:r>
    </w:p>
    <w:p w:rsidR="00843DF1" w:rsidRPr="00CA52B4" w:rsidRDefault="00843DF1" w:rsidP="00EB70B9">
      <w:pPr>
        <w:pStyle w:val="libBold1"/>
        <w:rPr>
          <w:rtl/>
          <w:lang w:bidi="fa-IR"/>
        </w:rPr>
      </w:pPr>
      <w:r w:rsidRPr="00CA52B4">
        <w:rPr>
          <w:rtl/>
        </w:rPr>
        <w:t>900</w:t>
      </w:r>
      <w:r>
        <w:rPr>
          <w:rtl/>
        </w:rPr>
        <w:t xml:space="preserve"> ـ </w:t>
      </w:r>
      <w:r w:rsidRPr="00CA52B4">
        <w:rPr>
          <w:rtl/>
          <w:lang w:bidi="fa-IR"/>
        </w:rPr>
        <w:t>عياش ، بن شريك بن حارثة بن جندب بن زيد بن خلف بن رواحة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بطل ، مقاتل كانت راية غطفان العراق معه في صفين. خرج رجل من أهل الشام من آل ذي الكلاع يسأل المبارزة فبرز إليه ، قائد بن بكير العبسي ، فبارزه فشد عليه الكلاعي فقتله ، فخرج إليه عياش بن شريك فقال لقومه : أنا مبارز الرجل فإن أصيب ، فرأسكم الأسود بن حبيب بن جمانة بن قيس بن زهير ، فإن قتل فرأسكم هرم بن شتير بن عمرو بن جندب ، فإن قتل فرأسكم</w:t>
      </w:r>
    </w:p>
    <w:p w:rsidR="00843DF1" w:rsidRPr="00CA52B4" w:rsidRDefault="00843DF1" w:rsidP="00B10281">
      <w:pPr>
        <w:pStyle w:val="libNormal0"/>
        <w:rPr>
          <w:rtl/>
          <w:lang w:bidi="fa-IR"/>
        </w:rPr>
      </w:pPr>
      <w:r>
        <w:rPr>
          <w:rtl/>
          <w:lang w:bidi="fa-IR"/>
        </w:rPr>
        <w:br w:type="page"/>
      </w:r>
      <w:r w:rsidRPr="00CA52B4">
        <w:rPr>
          <w:rtl/>
          <w:lang w:bidi="fa-IR"/>
        </w:rPr>
        <w:lastRenderedPageBreak/>
        <w:t>عبد الله بن ضرار من بني حنظلة بن رواحة. ثم مشى نحو الكلاعي ، فلحقه هرم بن شتير فأخذ بظهره فقال ليمسك رحم ، لا تبرز لهذا الطوال ، قال :</w:t>
      </w:r>
      <w:r>
        <w:rPr>
          <w:rFonts w:hint="cs"/>
          <w:rtl/>
          <w:lang w:bidi="fa-IR"/>
        </w:rPr>
        <w:t xml:space="preserve"> </w:t>
      </w:r>
      <w:r w:rsidRPr="00CA52B4">
        <w:rPr>
          <w:rtl/>
          <w:lang w:bidi="fa-IR"/>
        </w:rPr>
        <w:t>هبلتك الهبول ، وهل هو إلّا الموت. قال : وهل يفر إلّا منه</w:t>
      </w:r>
      <w:r>
        <w:rPr>
          <w:rtl/>
          <w:lang w:bidi="fa-IR"/>
        </w:rPr>
        <w:t>؟</w:t>
      </w:r>
      <w:r w:rsidRPr="00CA52B4">
        <w:rPr>
          <w:rtl/>
          <w:lang w:bidi="fa-IR"/>
        </w:rPr>
        <w:t xml:space="preserve"> قال : وهل منه بدّ</w:t>
      </w:r>
      <w:r>
        <w:rPr>
          <w:rtl/>
          <w:lang w:bidi="fa-IR"/>
        </w:rPr>
        <w:t>؟</w:t>
      </w:r>
      <w:r w:rsidRPr="00CA52B4">
        <w:rPr>
          <w:rtl/>
          <w:lang w:bidi="fa-IR"/>
        </w:rPr>
        <w:t xml:space="preserve"> قال : والله لأقتلنّه أو ليلحقني بقائد بن بكير. فبرز إليه ومعه جحفة له من جلود الإبل ، فدنا منه فنظر عياش بن شريك فإذا الحديد عليه مفرغ لا يرى منه عورة إلّا مثل شرائك النعل من عنقه بين بيضته ودرعه ، فضربه الكلاعي فقطع حجفته إلّا نحوا من شبر ، وأخذ يضربه عياش على ذلك الموضع فقطع نخاعه وخرج ابن الكلاعي ثائرا بأبيه ، فقتله بكير بن وائل.</w:t>
      </w:r>
    </w:p>
    <w:p w:rsidR="00843DF1" w:rsidRPr="00CA52B4" w:rsidRDefault="00843DF1" w:rsidP="00B10281">
      <w:pPr>
        <w:pStyle w:val="libVar"/>
        <w:rPr>
          <w:rtl/>
          <w:lang w:bidi="fa-IR"/>
        </w:rPr>
      </w:pPr>
      <w:r w:rsidRPr="00CA52B4">
        <w:rPr>
          <w:rtl/>
          <w:lang w:bidi="fa-IR"/>
        </w:rPr>
        <w:t>شرح ابن أبي الحديد 5 / 207</w:t>
      </w:r>
      <w:r>
        <w:rPr>
          <w:rtl/>
          <w:lang w:bidi="fa-IR"/>
        </w:rPr>
        <w:t xml:space="preserve"> ـ </w:t>
      </w:r>
      <w:r w:rsidRPr="00CA52B4">
        <w:rPr>
          <w:rtl/>
          <w:lang w:bidi="fa-IR"/>
        </w:rPr>
        <w:t>208. وقعة صفين / 260.</w:t>
      </w:r>
    </w:p>
    <w:p w:rsidR="00843DF1" w:rsidRPr="00CA52B4" w:rsidRDefault="00843DF1" w:rsidP="00EB70B9">
      <w:pPr>
        <w:pStyle w:val="libBold1"/>
        <w:rPr>
          <w:rtl/>
          <w:lang w:bidi="fa-IR"/>
        </w:rPr>
      </w:pPr>
      <w:r w:rsidRPr="00CA52B4">
        <w:rPr>
          <w:rtl/>
        </w:rPr>
        <w:t>901</w:t>
      </w:r>
      <w:r>
        <w:rPr>
          <w:rtl/>
        </w:rPr>
        <w:t xml:space="preserve"> ـ </w:t>
      </w:r>
      <w:r w:rsidRPr="00CA52B4">
        <w:rPr>
          <w:rtl/>
          <w:lang w:bidi="fa-IR"/>
        </w:rPr>
        <w:t>عياض بن خليفة اليماني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التابعين الثقات. روى عنه نفر من الرواة. وكان شاعرا ، وله شعر في صفين. ومن شعره قصيدة بعث بها إلى شرحبيل بن السمط ، حين خدعه معاوية ليلتحق به ، ويحارب عليا </w:t>
      </w:r>
      <w:r>
        <w:rPr>
          <w:rtl/>
          <w:lang w:bidi="fa-IR"/>
        </w:rPr>
        <w:t>(</w:t>
      </w:r>
      <w:r w:rsidRPr="00CA52B4">
        <w:rPr>
          <w:rtl/>
          <w:lang w:bidi="fa-IR"/>
        </w:rPr>
        <w:t>عليه السلام</w:t>
      </w:r>
      <w:r>
        <w:rPr>
          <w:rtl/>
          <w:lang w:bidi="fa-IR"/>
        </w:rPr>
        <w:t>)</w:t>
      </w:r>
      <w:r w:rsidRPr="00CA52B4">
        <w:rPr>
          <w:rtl/>
          <w:lang w:bidi="fa-IR"/>
        </w:rPr>
        <w:t xml:space="preserve"> فقدم شرحبيل على معاوية وتلقاه الناس فأعظموه ، وأكرموه فاستحوذ عليه الشيطان وباع دينه بدنياه ، واستنهض مدائن الشام حتّى استفرغها ، وإليك قصيدة عياض ينصحه فيها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يا شرح يا ابن السمط إنّك بالغ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بودّ عليّ ما تريد من الأمر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يا شرح إنّ الشام شامك ما بها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سواك فدع قول المضلل من فهر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فإنّ ابن حرب ناصب لك خدعة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تكون علينا مثل راغية البكر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فإن نال ما يرجو بنا كان ملكنا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هنيئا له والحرب قاصمة الظهر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فلا تبغين حرب العراق فإنّها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تحرّم أطهار النساء من الذعر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إنّ عليّا خير من وطىء الحصى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من الهاشميين المداريك للوتر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له في رقاب الناس عهد وذمّة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كعهد أبي حفص وعهد أبي بكر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فبايع ولا ترجع على العقب كافرا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أعيذك بالله العزيز من الكفر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لا تسمعن قول الطغام فإنّما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يريدون أن يلقوك في لجة البحر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ما ذا عليهم أن تطاعن دونهم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عليّا بأطراف المثقفة السمر</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فإن غلبوا كانوا علينا أئمة</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كنا بحمد الله من ولد الظهر</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Pr>
                <w:rtl/>
                <w:lang w:bidi="fa-IR"/>
              </w:rPr>
              <w:t>و</w:t>
            </w:r>
            <w:r w:rsidRPr="00CA52B4">
              <w:rPr>
                <w:rtl/>
                <w:lang w:bidi="fa-IR"/>
              </w:rPr>
              <w:t>إن غلبوا لم يصل بالحرب غيرنا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كان عليّ حربنا آخر الدهر</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يهون على عليا لؤيّ بن غالب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دماء بني قحطان في ملكهم تجري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فدع عنك عثمان بن عفان إنّنا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لك الخير لا ندري وإنّك لا تدري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على أيّ حال كان مصرع جنبه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فلا تسمعن قول الأعيور أو عمرو</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كما بعث إلى شرحبيل أيضا ، عبد الله بن جرير ، والبارقي ، والنجاشي بن الحارث ، بقصائد حكيمة غير أنّه خرج عن جادة الصراط المستقيم.</w:t>
      </w:r>
    </w:p>
    <w:p w:rsidR="00843DF1" w:rsidRPr="00CA52B4" w:rsidRDefault="00843DF1" w:rsidP="00B10281">
      <w:pPr>
        <w:pStyle w:val="libVar"/>
        <w:rPr>
          <w:rtl/>
          <w:lang w:bidi="fa-IR"/>
        </w:rPr>
      </w:pPr>
      <w:r w:rsidRPr="00CA52B4">
        <w:rPr>
          <w:rtl/>
          <w:lang w:bidi="fa-IR"/>
        </w:rPr>
        <w:t>أعيان الشيعة 8 / 382. تهذيب التهذيب 8 / 200. الجرح والتعديل 6 / 407. وقعة صفين / 45 وفيه : عياض الثمالي.</w:t>
      </w:r>
    </w:p>
    <w:p w:rsidR="00843DF1" w:rsidRPr="00CA52B4" w:rsidRDefault="00843DF1" w:rsidP="00EB70B9">
      <w:pPr>
        <w:pStyle w:val="libBold1"/>
        <w:rPr>
          <w:rtl/>
          <w:lang w:bidi="fa-IR"/>
        </w:rPr>
      </w:pPr>
      <w:r w:rsidRPr="00CA52B4">
        <w:rPr>
          <w:rtl/>
        </w:rPr>
        <w:t>902</w:t>
      </w:r>
      <w:r>
        <w:rPr>
          <w:rtl/>
        </w:rPr>
        <w:t xml:space="preserve"> ـ </w:t>
      </w:r>
      <w:r w:rsidRPr="00CA52B4">
        <w:rPr>
          <w:rtl/>
          <w:lang w:bidi="fa-IR"/>
        </w:rPr>
        <w:t>عياض بن أبي لينة عبد الله بن أبي كرب بن الأسود بن شجرة بن معاوية بن ربيعة بن وهب بن ربيعة بن معاوية الشجري مات</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وفد أبوه أبو لينة على النبي </w:t>
      </w:r>
      <w:r>
        <w:rPr>
          <w:rtl/>
          <w:lang w:bidi="fa-IR"/>
        </w:rPr>
        <w:t>(</w:t>
      </w:r>
      <w:r w:rsidRPr="00CA52B4">
        <w:rPr>
          <w:rtl/>
          <w:lang w:bidi="fa-IR"/>
        </w:rPr>
        <w:t>صلّى الله عليه وآله وسلّم</w:t>
      </w:r>
      <w:r>
        <w:rPr>
          <w:rtl/>
          <w:lang w:bidi="fa-IR"/>
        </w:rPr>
        <w:t>)</w:t>
      </w:r>
      <w:r w:rsidRPr="00CA52B4">
        <w:rPr>
          <w:rtl/>
          <w:lang w:bidi="fa-IR"/>
        </w:rPr>
        <w:t xml:space="preserve"> وولي عياض لعليّ بن أبي طالب </w:t>
      </w:r>
      <w:r>
        <w:rPr>
          <w:rtl/>
          <w:lang w:bidi="fa-IR"/>
        </w:rPr>
        <w:t>(</w:t>
      </w:r>
      <w:r w:rsidRPr="00CA52B4">
        <w:rPr>
          <w:rtl/>
          <w:lang w:bidi="fa-IR"/>
        </w:rPr>
        <w:t>عليه السلام</w:t>
      </w:r>
      <w:r>
        <w:rPr>
          <w:rtl/>
          <w:lang w:bidi="fa-IR"/>
        </w:rPr>
        <w:t>).</w:t>
      </w:r>
      <w:r w:rsidRPr="00CA52B4">
        <w:rPr>
          <w:rtl/>
          <w:lang w:bidi="fa-IR"/>
        </w:rPr>
        <w:t xml:space="preserve"> وكان معه إلى أن مات.</w:t>
      </w:r>
    </w:p>
    <w:p w:rsidR="00843DF1" w:rsidRPr="00CA52B4" w:rsidRDefault="00843DF1" w:rsidP="00B10281">
      <w:pPr>
        <w:pStyle w:val="libVar"/>
        <w:rPr>
          <w:rtl/>
          <w:lang w:bidi="fa-IR"/>
        </w:rPr>
      </w:pPr>
      <w:r w:rsidRPr="00CA52B4">
        <w:rPr>
          <w:rtl/>
          <w:lang w:bidi="fa-IR"/>
        </w:rPr>
        <w:t>تعجيل المنفعة / 325. الجرح والتعديل 6 / 407. الكامل في التاريخ 4 / 401.</w:t>
      </w:r>
      <w:r>
        <w:rPr>
          <w:rFonts w:hint="cs"/>
          <w:rtl/>
          <w:lang w:bidi="fa-IR"/>
        </w:rPr>
        <w:t xml:space="preserve"> </w:t>
      </w:r>
      <w:r w:rsidRPr="00CA52B4">
        <w:rPr>
          <w:rtl/>
          <w:lang w:bidi="fa-IR"/>
        </w:rPr>
        <w:t>اللباب 2 / 187.</w:t>
      </w:r>
    </w:p>
    <w:p w:rsidR="00843DF1" w:rsidRPr="00CA52B4" w:rsidRDefault="00843DF1" w:rsidP="00EB70B9">
      <w:pPr>
        <w:pStyle w:val="libBold1"/>
        <w:rPr>
          <w:rtl/>
          <w:lang w:bidi="fa-IR"/>
        </w:rPr>
      </w:pPr>
      <w:r w:rsidRPr="00CA52B4">
        <w:rPr>
          <w:rtl/>
        </w:rPr>
        <w:t>903</w:t>
      </w:r>
      <w:r>
        <w:rPr>
          <w:rtl/>
        </w:rPr>
        <w:t xml:space="preserve"> ـ </w:t>
      </w:r>
      <w:r w:rsidRPr="00CA52B4">
        <w:rPr>
          <w:rtl/>
          <w:lang w:bidi="fa-IR"/>
        </w:rPr>
        <w:t>عياض بن نضلة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ابن عباس. وأبو العلاء يزيد بن عبد الله بن الشخير.</w:t>
      </w:r>
    </w:p>
    <w:p w:rsidR="00843DF1" w:rsidRPr="00CA52B4" w:rsidRDefault="00843DF1" w:rsidP="00B10281">
      <w:pPr>
        <w:pStyle w:val="libVar"/>
        <w:rPr>
          <w:rtl/>
          <w:lang w:bidi="fa-IR"/>
        </w:rPr>
      </w:pPr>
      <w:r w:rsidRPr="00CA52B4">
        <w:rPr>
          <w:rtl/>
          <w:lang w:bidi="fa-IR"/>
        </w:rPr>
        <w:t>الجرح والتعديل 6 / 408.</w:t>
      </w:r>
    </w:p>
    <w:p w:rsidR="00843DF1" w:rsidRPr="00CA52B4" w:rsidRDefault="00843DF1" w:rsidP="00EB70B9">
      <w:pPr>
        <w:pStyle w:val="libBold1"/>
        <w:rPr>
          <w:rtl/>
          <w:lang w:bidi="fa-IR"/>
        </w:rPr>
      </w:pPr>
      <w:r w:rsidRPr="00CA52B4">
        <w:rPr>
          <w:rtl/>
        </w:rPr>
        <w:t>904</w:t>
      </w:r>
      <w:r>
        <w:rPr>
          <w:rtl/>
        </w:rPr>
        <w:t xml:space="preserve"> ـ </w:t>
      </w:r>
      <w:r w:rsidRPr="00CA52B4">
        <w:rPr>
          <w:rtl/>
          <w:lang w:bidi="fa-IR"/>
        </w:rPr>
        <w:t>عيسى بن حطان الرقاشي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من ثقات التابعين. روى عنه خلق منهم عبد العزيز بن مسلم ، عاصم الأحول ، عبد الملك بن مسلم الحنفي ، علي بن زيد بن جدعان ، محمد بن حجارة ، ليث بن أبي سليم ، بسام الصيرفي ، زيد بن عياض.</w:t>
      </w:r>
      <w:r>
        <w:rPr>
          <w:rFonts w:hint="cs"/>
          <w:rtl/>
          <w:lang w:bidi="fa-IR"/>
        </w:rPr>
        <w:t xml:space="preserve"> </w:t>
      </w:r>
      <w:r w:rsidRPr="00CA52B4">
        <w:rPr>
          <w:rtl/>
          <w:lang w:bidi="fa-IR"/>
        </w:rPr>
        <w:t>ذكره ابن حبان في الثقات. وله في السنن أحاديث.</w:t>
      </w:r>
    </w:p>
    <w:p w:rsidR="00843DF1" w:rsidRPr="00CA52B4" w:rsidRDefault="00843DF1" w:rsidP="00B10281">
      <w:pPr>
        <w:pStyle w:val="libVar"/>
        <w:rPr>
          <w:rtl/>
          <w:lang w:bidi="fa-IR"/>
        </w:rPr>
      </w:pPr>
      <w:r w:rsidRPr="00CA52B4">
        <w:rPr>
          <w:rtl/>
          <w:lang w:bidi="fa-IR"/>
        </w:rPr>
        <w:t>تهذيب التهذيب 8 / 207. الجرح والتعديل 6 / 273. لسان الميزان 4 / 393. ميزان الاعتدال 3 / 311.</w:t>
      </w:r>
    </w:p>
    <w:p w:rsidR="00843DF1" w:rsidRPr="00130194" w:rsidRDefault="00843DF1" w:rsidP="00F445EC">
      <w:pPr>
        <w:pStyle w:val="Heading1Center"/>
        <w:rPr>
          <w:rtl/>
        </w:rPr>
      </w:pPr>
      <w:r w:rsidRPr="00130194">
        <w:rPr>
          <w:rtl/>
        </w:rPr>
        <w:br w:type="page"/>
      </w:r>
      <w:bookmarkStart w:id="2" w:name="_Toc75964352"/>
      <w:bookmarkStart w:id="3" w:name="_Toc76197515"/>
      <w:r w:rsidRPr="00130194">
        <w:rPr>
          <w:rtl/>
        </w:rPr>
        <w:lastRenderedPageBreak/>
        <w:t>حرف الغين</w:t>
      </w:r>
      <w:bookmarkEnd w:id="2"/>
      <w:bookmarkEnd w:id="3"/>
    </w:p>
    <w:p w:rsidR="00843DF1" w:rsidRPr="00CA52B4" w:rsidRDefault="00843DF1" w:rsidP="00EB70B9">
      <w:pPr>
        <w:pStyle w:val="libBold1"/>
        <w:rPr>
          <w:rtl/>
          <w:lang w:bidi="fa-IR"/>
        </w:rPr>
      </w:pPr>
      <w:r w:rsidRPr="00CA52B4">
        <w:rPr>
          <w:rtl/>
        </w:rPr>
        <w:t>905</w:t>
      </w:r>
      <w:r>
        <w:rPr>
          <w:rtl/>
        </w:rPr>
        <w:t xml:space="preserve"> ـ </w:t>
      </w:r>
      <w:r w:rsidRPr="00CA52B4">
        <w:rPr>
          <w:rtl/>
          <w:lang w:bidi="fa-IR"/>
        </w:rPr>
        <w:t xml:space="preserve">غالب </w:t>
      </w:r>
      <w:r>
        <w:rPr>
          <w:rtl/>
          <w:lang w:bidi="fa-IR"/>
        </w:rPr>
        <w:t>(</w:t>
      </w:r>
      <w:r w:rsidRPr="00CA52B4">
        <w:rPr>
          <w:rtl/>
          <w:lang w:bidi="fa-IR"/>
        </w:rPr>
        <w:t>أبو الفرزدق</w:t>
      </w:r>
      <w:r>
        <w:rPr>
          <w:rtl/>
          <w:lang w:bidi="fa-IR"/>
        </w:rPr>
        <w:t>)</w:t>
      </w:r>
      <w:r w:rsidRPr="00CA52B4">
        <w:rPr>
          <w:rtl/>
          <w:lang w:bidi="fa-IR"/>
        </w:rPr>
        <w:t xml:space="preserve"> ابن صعصعة بن ناجية بن عقال بن محمد بن سفيان بن مجاشع بن دارم بن حنظلة بن مالك بن زيد مناة بن تميم الدارمي المجاشعي التميمي المتوفى نحو 40 ه</w:t>
      </w:r>
      <w:r w:rsidRPr="00CA52B4">
        <w:rPr>
          <w:rtl/>
        </w:rPr>
        <w:t>.</w:t>
      </w:r>
    </w:p>
    <w:p w:rsidR="00843DF1" w:rsidRPr="00CA52B4" w:rsidRDefault="00843DF1" w:rsidP="00347E77">
      <w:pPr>
        <w:pStyle w:val="libNormal"/>
        <w:rPr>
          <w:rtl/>
          <w:lang w:bidi="fa-IR"/>
        </w:rPr>
      </w:pPr>
      <w:r w:rsidRPr="00CA52B4">
        <w:rPr>
          <w:rtl/>
          <w:lang w:bidi="fa-IR"/>
        </w:rPr>
        <w:t>جواد ، صحابي ، كان من سراة قومه ، وسيد بادية تميم ، وله مناقب وأخبار مشهورة ، ومحامد مأثورة. وكان أبوه صعصعة من الصحابة ، ومن أشراف بني تميم ووجوه بني مجاشع ، وكان في الجاهلية يفتدي الموؤدات</w:t>
      </w:r>
      <w:r>
        <w:rPr>
          <w:rtl/>
          <w:lang w:bidi="fa-IR"/>
        </w:rPr>
        <w:t xml:space="preserve"> ـ </w:t>
      </w:r>
      <w:r w:rsidRPr="00CA52B4">
        <w:rPr>
          <w:rtl/>
          <w:lang w:bidi="fa-IR"/>
        </w:rPr>
        <w:t>يعني البنات اللواتي كانوا يدفنونهن أحياء</w:t>
      </w:r>
      <w:r>
        <w:rPr>
          <w:rtl/>
          <w:lang w:bidi="fa-IR"/>
        </w:rPr>
        <w:t xml:space="preserve"> ـ </w:t>
      </w:r>
      <w:r w:rsidRPr="00CA52B4">
        <w:rPr>
          <w:rtl/>
          <w:lang w:bidi="fa-IR"/>
        </w:rPr>
        <w:t xml:space="preserve">وقد أحيى ثلاثمائ ة وستين موؤدة ، اشترى كل واحدة منهن بناقتين عشراوين وجمل ، ووعده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أن يؤجر عليها حيث أسلم. ولقي غالب الإمام عليّ بن أبي طالب </w:t>
      </w:r>
      <w:r>
        <w:rPr>
          <w:rtl/>
          <w:lang w:bidi="fa-IR"/>
        </w:rPr>
        <w:t>(</w:t>
      </w:r>
      <w:r w:rsidRPr="00CA52B4">
        <w:rPr>
          <w:rtl/>
          <w:lang w:bidi="fa-IR"/>
        </w:rPr>
        <w:t>عليه السلام</w:t>
      </w:r>
      <w:r>
        <w:rPr>
          <w:rtl/>
          <w:lang w:bidi="fa-IR"/>
        </w:rPr>
        <w:t>)</w:t>
      </w:r>
      <w:r w:rsidRPr="00CA52B4">
        <w:rPr>
          <w:rtl/>
          <w:lang w:bidi="fa-IR"/>
        </w:rPr>
        <w:t xml:space="preserve"> بالبصرة ، ودخل عليه ومعه ابنه الفرزدق همام ، فقال له : من أنت</w:t>
      </w:r>
      <w:r>
        <w:rPr>
          <w:rtl/>
          <w:lang w:bidi="fa-IR"/>
        </w:rPr>
        <w:t>؟</w:t>
      </w:r>
      <w:r w:rsidRPr="00CA52B4">
        <w:rPr>
          <w:rtl/>
          <w:lang w:bidi="fa-IR"/>
        </w:rPr>
        <w:t xml:space="preserve"> قال : أنا غالب بن صعصعة المجاشعي. قال ذو الإبل الكثيرة</w:t>
      </w:r>
      <w:r>
        <w:rPr>
          <w:rtl/>
          <w:lang w:bidi="fa-IR"/>
        </w:rPr>
        <w:t>؟</w:t>
      </w:r>
      <w:r w:rsidRPr="00CA52B4">
        <w:rPr>
          <w:rtl/>
          <w:lang w:bidi="fa-IR"/>
        </w:rPr>
        <w:t xml:space="preserve"> قال :</w:t>
      </w:r>
      <w:r>
        <w:rPr>
          <w:rFonts w:hint="cs"/>
          <w:rtl/>
          <w:lang w:bidi="fa-IR"/>
        </w:rPr>
        <w:t xml:space="preserve"> </w:t>
      </w:r>
      <w:r w:rsidRPr="00CA52B4">
        <w:rPr>
          <w:rtl/>
          <w:lang w:bidi="fa-IR"/>
        </w:rPr>
        <w:t>نعم. قال : فما فعلت إبلك</w:t>
      </w:r>
      <w:r>
        <w:rPr>
          <w:rtl/>
          <w:lang w:bidi="fa-IR"/>
        </w:rPr>
        <w:t>؟</w:t>
      </w:r>
      <w:r w:rsidRPr="00CA52B4">
        <w:rPr>
          <w:rtl/>
          <w:lang w:bidi="fa-IR"/>
        </w:rPr>
        <w:t xml:space="preserve"> قال : أذهبتها النوائب وزعزعتها الحقوق.</w:t>
      </w:r>
      <w:r>
        <w:rPr>
          <w:rFonts w:hint="cs"/>
          <w:rtl/>
          <w:lang w:bidi="fa-IR"/>
        </w:rPr>
        <w:t xml:space="preserve"> </w:t>
      </w:r>
      <w:r w:rsidRPr="00CA52B4">
        <w:rPr>
          <w:rtl/>
          <w:lang w:bidi="fa-IR"/>
        </w:rPr>
        <w:t xml:space="preserve">قال : ذلك خير سبلها. ثم قال عليّ </w:t>
      </w:r>
      <w:r>
        <w:rPr>
          <w:rtl/>
          <w:lang w:bidi="fa-IR"/>
        </w:rPr>
        <w:t>(</w:t>
      </w:r>
      <w:r w:rsidRPr="00CA52B4">
        <w:rPr>
          <w:rtl/>
          <w:lang w:bidi="fa-IR"/>
        </w:rPr>
        <w:t>عليه السلام</w:t>
      </w:r>
      <w:r>
        <w:rPr>
          <w:rtl/>
          <w:lang w:bidi="fa-IR"/>
        </w:rPr>
        <w:t>)</w:t>
      </w:r>
      <w:r w:rsidRPr="00CA52B4">
        <w:rPr>
          <w:rtl/>
          <w:lang w:bidi="fa-IR"/>
        </w:rPr>
        <w:t xml:space="preserve"> : يا أبا الأخطل ، من هذا الفتى</w:t>
      </w:r>
      <w:r>
        <w:rPr>
          <w:rtl/>
          <w:lang w:bidi="fa-IR"/>
        </w:rPr>
        <w:t>؟</w:t>
      </w:r>
      <w:r w:rsidRPr="00CA52B4">
        <w:rPr>
          <w:rtl/>
          <w:lang w:bidi="fa-IR"/>
        </w:rPr>
        <w:t xml:space="preserve"> قال : ابني الفرزدق وهو شاعر. قال : علمه القرآن فإنّه خير له من الشعر. فكان ذلك في نفس الفرزدق حتّى قيد نفسه وآلى أن لا يحل قيده حتّى يحفظ القرآن. وكان ذلك عام ستة وثلاثين </w:t>
      </w:r>
      <w:r>
        <w:rPr>
          <w:rtl/>
          <w:lang w:bidi="fa-IR"/>
        </w:rPr>
        <w:t>(</w:t>
      </w:r>
      <w:r w:rsidRPr="00CA52B4">
        <w:rPr>
          <w:rtl/>
          <w:lang w:bidi="fa-IR"/>
        </w:rPr>
        <w:t>36 ه‍</w:t>
      </w:r>
      <w:r>
        <w:rPr>
          <w:rtl/>
          <w:lang w:bidi="fa-IR"/>
        </w:rPr>
        <w:t>).</w:t>
      </w:r>
    </w:p>
    <w:p w:rsidR="00843DF1" w:rsidRPr="00CA52B4" w:rsidRDefault="00843DF1" w:rsidP="00347E77">
      <w:pPr>
        <w:pStyle w:val="libNormal"/>
        <w:rPr>
          <w:rtl/>
          <w:lang w:bidi="fa-IR"/>
        </w:rPr>
      </w:pPr>
      <w:r w:rsidRPr="00CA52B4">
        <w:rPr>
          <w:rtl/>
          <w:lang w:bidi="fa-IR"/>
        </w:rPr>
        <w:t>مات غالب نحو سنة 40 ه‍ ، ودفن في مدينة الكاظمية وقد أشار إلى هذا الفرزدق في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أ</w:t>
            </w:r>
            <w:r w:rsidRPr="00CA52B4">
              <w:rPr>
                <w:rtl/>
                <w:lang w:bidi="fa-IR"/>
              </w:rPr>
              <w:t xml:space="preserve">لم تر أنّا بني دارم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زرارة منّا أبو معبد</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Pr>
                <w:rtl/>
                <w:lang w:bidi="fa-IR"/>
              </w:rPr>
              <w:lastRenderedPageBreak/>
              <w:t>و</w:t>
            </w:r>
            <w:r w:rsidRPr="00CA52B4">
              <w:rPr>
                <w:rtl/>
                <w:lang w:bidi="fa-IR"/>
              </w:rPr>
              <w:t xml:space="preserve">منا الذي منع الوائدات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أحيى الوئيد فلم توأد</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ألسنا الذين تميم بهم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تسامى وتفخر في المشهد</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ناجية الخير والأقرعان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قبر </w:t>
            </w:r>
            <w:r>
              <w:rPr>
                <w:rtl/>
                <w:lang w:bidi="fa-IR"/>
              </w:rPr>
              <w:t>(</w:t>
            </w:r>
            <w:r w:rsidRPr="00CA52B4">
              <w:rPr>
                <w:rtl/>
                <w:lang w:bidi="fa-IR"/>
              </w:rPr>
              <w:t>بكاظمة</w:t>
            </w:r>
            <w:r>
              <w:rPr>
                <w:rtl/>
                <w:lang w:bidi="fa-IR"/>
              </w:rPr>
              <w:t>)</w:t>
            </w:r>
            <w:r w:rsidRPr="00CA52B4">
              <w:rPr>
                <w:rtl/>
                <w:lang w:bidi="fa-IR"/>
              </w:rPr>
              <w:t xml:space="preserve"> المورد</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إذا ما أتى قبره عائذ</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أناخ على القبر بالأسعد</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وكان الفرزدق يجير من استجار بقبر أبيه.</w:t>
      </w:r>
    </w:p>
    <w:p w:rsidR="00843DF1" w:rsidRPr="00CA52B4" w:rsidRDefault="00843DF1" w:rsidP="00B10281">
      <w:pPr>
        <w:pStyle w:val="libVar"/>
        <w:rPr>
          <w:rtl/>
          <w:lang w:bidi="fa-IR"/>
        </w:rPr>
      </w:pPr>
      <w:r w:rsidRPr="00CA52B4">
        <w:rPr>
          <w:rtl/>
          <w:lang w:bidi="fa-IR"/>
        </w:rPr>
        <w:t>الاستيعاب 2 / 194. أسد الغابة 3 / 21. الإصابة 2 / 186 و</w:t>
      </w:r>
      <w:r>
        <w:rPr>
          <w:rFonts w:hint="cs"/>
          <w:rtl/>
          <w:lang w:bidi="fa-IR"/>
        </w:rPr>
        <w:t xml:space="preserve"> </w:t>
      </w:r>
      <w:r w:rsidRPr="00CA52B4">
        <w:rPr>
          <w:rtl/>
          <w:lang w:bidi="fa-IR"/>
        </w:rPr>
        <w:t>3 / 193. الأعلام 5 / 302. أعيان الشيعة 10 / 267. الأنساب / 1012. تنقيح المقال 2 / 99. تهذيب التهذيب 4 / 423. جمهرة أنساب العرب / 230</w:t>
      </w:r>
      <w:r>
        <w:rPr>
          <w:rtl/>
          <w:lang w:bidi="fa-IR"/>
        </w:rPr>
        <w:t xml:space="preserve"> ـ </w:t>
      </w:r>
      <w:r w:rsidRPr="00CA52B4">
        <w:rPr>
          <w:rtl/>
          <w:lang w:bidi="fa-IR"/>
        </w:rPr>
        <w:t>231. الدرجات الرفيعة / 541. شرح ابن أبي الحديد 10 / 21 ، 83 ، 84 و</w:t>
      </w:r>
      <w:r>
        <w:rPr>
          <w:rFonts w:hint="cs"/>
          <w:rtl/>
          <w:lang w:bidi="fa-IR"/>
        </w:rPr>
        <w:t xml:space="preserve"> </w:t>
      </w:r>
      <w:r w:rsidRPr="00CA52B4">
        <w:rPr>
          <w:rtl/>
          <w:lang w:bidi="fa-IR"/>
        </w:rPr>
        <w:t>15 / 128</w:t>
      </w:r>
      <w:r>
        <w:rPr>
          <w:rtl/>
          <w:lang w:bidi="fa-IR"/>
        </w:rPr>
        <w:t xml:space="preserve"> ـ </w:t>
      </w:r>
      <w:r w:rsidRPr="00CA52B4">
        <w:rPr>
          <w:rtl/>
          <w:lang w:bidi="fa-IR"/>
        </w:rPr>
        <w:t xml:space="preserve">130 </w:t>
      </w:r>
      <w:r>
        <w:rPr>
          <w:rtl/>
          <w:lang w:bidi="fa-IR"/>
        </w:rPr>
        <w:t>و 2</w:t>
      </w:r>
      <w:r w:rsidRPr="00CA52B4">
        <w:rPr>
          <w:rtl/>
          <w:lang w:bidi="fa-IR"/>
        </w:rPr>
        <w:t>0 / 96. العقد الفريد 2 / 56.</w:t>
      </w:r>
      <w:r>
        <w:rPr>
          <w:rFonts w:hint="cs"/>
          <w:rtl/>
          <w:lang w:bidi="fa-IR"/>
        </w:rPr>
        <w:t xml:space="preserve"> </w:t>
      </w:r>
      <w:r w:rsidRPr="00CA52B4">
        <w:rPr>
          <w:rtl/>
          <w:lang w:bidi="fa-IR"/>
        </w:rPr>
        <w:t>الكامل في التأريخ 3 / 367. الكنى والألقاب 3 / 22. اللباب 3 / 165. لسان الميزان 3 / 210. وفيات الأعيان 6 / 86 ، 87 ، 88.</w:t>
      </w:r>
    </w:p>
    <w:p w:rsidR="00843DF1" w:rsidRPr="00CA52B4" w:rsidRDefault="00843DF1" w:rsidP="00EB70B9">
      <w:pPr>
        <w:pStyle w:val="libBold1"/>
        <w:rPr>
          <w:rtl/>
          <w:lang w:bidi="fa-IR"/>
        </w:rPr>
      </w:pPr>
      <w:r w:rsidRPr="00CA52B4">
        <w:rPr>
          <w:rtl/>
        </w:rPr>
        <w:t>906</w:t>
      </w:r>
      <w:r>
        <w:rPr>
          <w:rtl/>
        </w:rPr>
        <w:t xml:space="preserve"> ـ </w:t>
      </w:r>
      <w:r w:rsidRPr="00CA52B4">
        <w:rPr>
          <w:rtl/>
          <w:lang w:bidi="fa-IR"/>
        </w:rPr>
        <w:t xml:space="preserve">غرفة </w:t>
      </w:r>
      <w:r>
        <w:rPr>
          <w:rtl/>
          <w:lang w:bidi="fa-IR"/>
        </w:rPr>
        <w:t>(</w:t>
      </w:r>
      <w:r w:rsidRPr="00CA52B4">
        <w:rPr>
          <w:rtl/>
          <w:lang w:bidi="fa-IR"/>
        </w:rPr>
        <w:t>أبو الحارث</w:t>
      </w:r>
      <w:r>
        <w:rPr>
          <w:rtl/>
          <w:lang w:bidi="fa-IR"/>
        </w:rPr>
        <w:t>)</w:t>
      </w:r>
      <w:r w:rsidRPr="00CA52B4">
        <w:rPr>
          <w:rtl/>
          <w:lang w:bidi="fa-IR"/>
        </w:rPr>
        <w:t xml:space="preserve"> ابن الحارث الكندي المصري اليماني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سكن مصر ، أيام عمرو بن العاص. وحين سمع أنّ نصرانيا شتم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توجه إليه وضربه وكسر أنفه وأضلاعه وأدماه ، ترافع النصراني عند عمرو بن العاص فطلبه ووبخه. ثم ترك مصر وسافر إلى العراق ، والتحق بأمير المؤمنين </w:t>
      </w:r>
      <w:r>
        <w:rPr>
          <w:rtl/>
          <w:lang w:bidi="fa-IR"/>
        </w:rPr>
        <w:t>(</w:t>
      </w:r>
      <w:r w:rsidRPr="00CA52B4">
        <w:rPr>
          <w:rtl/>
          <w:lang w:bidi="fa-IR"/>
        </w:rPr>
        <w:t>عليه السلام</w:t>
      </w:r>
      <w:r>
        <w:rPr>
          <w:rtl/>
          <w:lang w:bidi="fa-IR"/>
        </w:rPr>
        <w:t>)</w:t>
      </w:r>
      <w:r w:rsidRPr="00CA52B4">
        <w:rPr>
          <w:rtl/>
          <w:lang w:bidi="fa-IR"/>
        </w:rPr>
        <w:t xml:space="preserve"> وسار في جيشه إلى صفّين وحارب معاوية.</w:t>
      </w:r>
    </w:p>
    <w:p w:rsidR="00843DF1" w:rsidRPr="00CA52B4" w:rsidRDefault="00843DF1" w:rsidP="00347E77">
      <w:pPr>
        <w:pStyle w:val="libNormal"/>
        <w:rPr>
          <w:rtl/>
          <w:lang w:bidi="fa-IR"/>
        </w:rPr>
      </w:pPr>
      <w:r w:rsidRPr="00CA52B4">
        <w:rPr>
          <w:rtl/>
          <w:lang w:bidi="fa-IR"/>
        </w:rPr>
        <w:t xml:space="preserve">شهد حجة الوداع ، وروى عنه جمع وكان شريفا في أيامه بمصر. وهو الذي حدّث أن عليا </w:t>
      </w:r>
      <w:r>
        <w:rPr>
          <w:rtl/>
          <w:lang w:bidi="fa-IR"/>
        </w:rPr>
        <w:t>(</w:t>
      </w:r>
      <w:r w:rsidRPr="00CA52B4">
        <w:rPr>
          <w:rtl/>
          <w:lang w:bidi="fa-IR"/>
        </w:rPr>
        <w:t>عليه السلام</w:t>
      </w:r>
      <w:r>
        <w:rPr>
          <w:rtl/>
          <w:lang w:bidi="fa-IR"/>
        </w:rPr>
        <w:t>)</w:t>
      </w:r>
      <w:r w:rsidRPr="00CA52B4">
        <w:rPr>
          <w:rtl/>
          <w:lang w:bidi="fa-IR"/>
        </w:rPr>
        <w:t xml:space="preserve"> حين نزل شط الفرات وقف بجيشه فقال :</w:t>
      </w:r>
      <w:r>
        <w:rPr>
          <w:rFonts w:hint="cs"/>
          <w:rtl/>
          <w:lang w:bidi="fa-IR"/>
        </w:rPr>
        <w:t xml:space="preserve"> </w:t>
      </w:r>
      <w:r w:rsidRPr="00CA52B4">
        <w:rPr>
          <w:rtl/>
          <w:lang w:bidi="fa-IR"/>
        </w:rPr>
        <w:t>هذه كربلاء</w:t>
      </w:r>
      <w:r>
        <w:rPr>
          <w:rtl/>
          <w:lang w:bidi="fa-IR"/>
        </w:rPr>
        <w:t xml:space="preserve"> ..</w:t>
      </w:r>
      <w:r w:rsidRPr="00CA52B4">
        <w:rPr>
          <w:rtl/>
          <w:lang w:bidi="fa-IR"/>
        </w:rPr>
        <w:t>. ثم أومأ بيده إلى مكان فقال : هاهنا موضع رحالهم ، ومناخ ركابهم ، هاهنا مهراق دمائهم</w:t>
      </w:r>
      <w:r>
        <w:rPr>
          <w:rtl/>
          <w:lang w:bidi="fa-IR"/>
        </w:rPr>
        <w:t xml:space="preserve"> ..</w:t>
      </w:r>
      <w:r w:rsidRPr="00CA52B4">
        <w:rPr>
          <w:rtl/>
          <w:lang w:bidi="fa-IR"/>
        </w:rPr>
        <w:t xml:space="preserve">. قال : فتداخلني شك وذهبت السنين ، وبعد واقعة كربلاء توجهت إليها ، وشاهدت صحة ما أخبر به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الاستيعاب 3 / 192. أسد الغابة 4 / 169. الإصابة 3 / 185. تحفة الأحباب / 262. تقريب التهذيب 2 / 104. تنقيح المقال 2 / 365. تهذيب التهذيب 8 / 244. الجرح والتعديل 7 / 58. الطبقات الكبرى 1 / 310 وفيه : غرة بن الحارث.</w:t>
      </w:r>
    </w:p>
    <w:p w:rsidR="00843DF1" w:rsidRPr="00CA52B4" w:rsidRDefault="00843DF1" w:rsidP="00B10281">
      <w:pPr>
        <w:pStyle w:val="libVar"/>
        <w:rPr>
          <w:rtl/>
          <w:lang w:bidi="fa-IR"/>
        </w:rPr>
      </w:pPr>
      <w:r w:rsidRPr="00CA52B4">
        <w:rPr>
          <w:rtl/>
          <w:lang w:bidi="fa-IR"/>
        </w:rPr>
        <w:t>قاموس الرجال 7 / 288.</w:t>
      </w:r>
    </w:p>
    <w:p w:rsidR="00843DF1" w:rsidRPr="00CA52B4" w:rsidRDefault="00843DF1" w:rsidP="00EB70B9">
      <w:pPr>
        <w:pStyle w:val="libBold1"/>
        <w:rPr>
          <w:rtl/>
          <w:lang w:bidi="fa-IR"/>
        </w:rPr>
      </w:pPr>
      <w:r>
        <w:rPr>
          <w:rtl/>
          <w:lang w:bidi="fa-IR"/>
        </w:rPr>
        <w:br w:type="page"/>
      </w:r>
      <w:r w:rsidRPr="00CA52B4">
        <w:rPr>
          <w:rtl/>
        </w:rPr>
        <w:lastRenderedPageBreak/>
        <w:t>905</w:t>
      </w:r>
      <w:r>
        <w:rPr>
          <w:rtl/>
        </w:rPr>
        <w:t xml:space="preserve"> ـ </w:t>
      </w:r>
      <w:r w:rsidRPr="00CA52B4">
        <w:rPr>
          <w:rtl/>
          <w:lang w:bidi="fa-IR"/>
        </w:rPr>
        <w:t>غريب الخيلي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وجاء : الأمير غريب الخيلي. كان على خيل أمير المؤمنين </w:t>
      </w:r>
      <w:r>
        <w:rPr>
          <w:rtl/>
          <w:lang w:bidi="fa-IR"/>
        </w:rPr>
        <w:t>(</w:t>
      </w:r>
      <w:r w:rsidRPr="00CA52B4">
        <w:rPr>
          <w:rtl/>
          <w:lang w:bidi="fa-IR"/>
        </w:rPr>
        <w:t>عليه السلام</w:t>
      </w:r>
      <w:r>
        <w:rPr>
          <w:rtl/>
          <w:lang w:bidi="fa-IR"/>
        </w:rPr>
        <w:t>).</w:t>
      </w:r>
      <w:r w:rsidRPr="00CA52B4">
        <w:rPr>
          <w:rtl/>
          <w:lang w:bidi="fa-IR"/>
        </w:rPr>
        <w:t xml:space="preserve"> وهذه النسبة إلى الخيل وقودها ، وعرف بها أيضا سلمان بن ربيعة الباهلي ، وهو أوّل قاض كان بالكوفة ، ويقال له : سلمان الخيلي لأنّه كان يلي الخيل أيام عمر بن الخطاب.</w:t>
      </w:r>
    </w:p>
    <w:p w:rsidR="00843DF1" w:rsidRPr="00CA52B4" w:rsidRDefault="00843DF1" w:rsidP="00B10281">
      <w:pPr>
        <w:pStyle w:val="libVar"/>
        <w:rPr>
          <w:rtl/>
          <w:lang w:bidi="fa-IR"/>
        </w:rPr>
      </w:pPr>
      <w:r w:rsidRPr="00CA52B4">
        <w:rPr>
          <w:rtl/>
          <w:lang w:bidi="fa-IR"/>
        </w:rPr>
        <w:t>الأنساب / 428. اللباب 1 / 478. المشتبه 1 / 138.</w:t>
      </w:r>
    </w:p>
    <w:p w:rsidR="00843DF1" w:rsidRPr="00CA52B4" w:rsidRDefault="00843DF1" w:rsidP="00EB70B9">
      <w:pPr>
        <w:pStyle w:val="libBold1"/>
        <w:rPr>
          <w:rtl/>
          <w:lang w:bidi="fa-IR"/>
        </w:rPr>
      </w:pPr>
      <w:r w:rsidRPr="00CA52B4">
        <w:rPr>
          <w:rtl/>
        </w:rPr>
        <w:t>908</w:t>
      </w:r>
      <w:r>
        <w:rPr>
          <w:rtl/>
        </w:rPr>
        <w:t xml:space="preserve"> ـ </w:t>
      </w:r>
      <w:r w:rsidRPr="00CA52B4">
        <w:rPr>
          <w:rtl/>
          <w:lang w:bidi="fa-IR"/>
        </w:rPr>
        <w:t>غريب بن شرحبيل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 وقد تخلف عن وقعة البصرة ، قال محمد بن مخنف : دخلت مع أبي على عليّ </w:t>
      </w:r>
      <w:r>
        <w:rPr>
          <w:rtl/>
          <w:lang w:bidi="fa-IR"/>
        </w:rPr>
        <w:t>(</w:t>
      </w:r>
      <w:r w:rsidRPr="00CA52B4">
        <w:rPr>
          <w:rtl/>
          <w:lang w:bidi="fa-IR"/>
        </w:rPr>
        <w:t>عليه السلام</w:t>
      </w:r>
      <w:r>
        <w:rPr>
          <w:rtl/>
          <w:lang w:bidi="fa-IR"/>
        </w:rPr>
        <w:t>)</w:t>
      </w:r>
      <w:r w:rsidRPr="00CA52B4">
        <w:rPr>
          <w:rtl/>
          <w:lang w:bidi="fa-IR"/>
        </w:rPr>
        <w:t xml:space="preserve"> حين قدم من البصرة ، فإذا بين يديه رجال ، يؤنّبهم ويقول لهم : ما بطأ بكم عنّي وأنتم أشراف قومكم</w:t>
      </w:r>
      <w:r>
        <w:rPr>
          <w:rtl/>
          <w:lang w:bidi="fa-IR"/>
        </w:rPr>
        <w:t>؟</w:t>
      </w:r>
      <w:r w:rsidRPr="00CA52B4">
        <w:rPr>
          <w:rtl/>
          <w:lang w:bidi="fa-IR"/>
        </w:rPr>
        <w:t xml:space="preserve"> والله لئن كان من ضعف النية وتقصير البصيرة ، أنّكم لبور والله لئن كان من شك في فضلي ومظاهرة عليّ إنّكم لعدو</w:t>
      </w:r>
      <w:r>
        <w:rPr>
          <w:rtl/>
          <w:lang w:bidi="fa-IR"/>
        </w:rPr>
        <w:t xml:space="preserve"> ـ </w:t>
      </w:r>
      <w:r w:rsidRPr="00CA52B4">
        <w:rPr>
          <w:rtl/>
          <w:lang w:bidi="fa-IR"/>
        </w:rPr>
        <w:t>قالوا : حاش لله يا أمير المؤمنين ، نحن سلمك ، وحرب عدوّك. ثم اعتذر القوم فمنهم من ذكر عذره ، ومنهم من اعتل بمرض ، ومنهم من ذكر غيبة ، فنظرت إليهم فإذا عبد الله بن المعتم العبسي ، وإذا حنظلة بن الربيع التميمي ، وإذا أبو بردة بن عوف الأزدي ، وإذا غريب بن شرحبيل الهمداني.</w:t>
      </w:r>
    </w:p>
    <w:p w:rsidR="00843DF1" w:rsidRPr="00CA52B4" w:rsidRDefault="00843DF1" w:rsidP="00B10281">
      <w:pPr>
        <w:pStyle w:val="libVar"/>
        <w:rPr>
          <w:rtl/>
          <w:lang w:bidi="fa-IR"/>
        </w:rPr>
      </w:pPr>
      <w:r w:rsidRPr="00CA52B4">
        <w:rPr>
          <w:rtl/>
          <w:lang w:bidi="fa-IR"/>
        </w:rPr>
        <w:t>وقعة صفّين / 8.</w:t>
      </w:r>
    </w:p>
    <w:p w:rsidR="00843DF1" w:rsidRPr="00CA52B4" w:rsidRDefault="00843DF1" w:rsidP="00F445EC">
      <w:pPr>
        <w:pStyle w:val="Heading1Center"/>
        <w:rPr>
          <w:rtl/>
          <w:lang w:bidi="fa-IR"/>
        </w:rPr>
      </w:pPr>
      <w:r>
        <w:rPr>
          <w:rtl/>
          <w:lang w:bidi="fa-IR"/>
        </w:rPr>
        <w:br w:type="page"/>
      </w:r>
      <w:bookmarkStart w:id="4" w:name="_Toc75964353"/>
      <w:bookmarkStart w:id="5" w:name="_Toc76197516"/>
      <w:r w:rsidRPr="00CA52B4">
        <w:rPr>
          <w:rtl/>
          <w:lang w:bidi="fa-IR"/>
        </w:rPr>
        <w:lastRenderedPageBreak/>
        <w:t>حرف الفاء</w:t>
      </w:r>
      <w:bookmarkEnd w:id="4"/>
      <w:bookmarkEnd w:id="5"/>
    </w:p>
    <w:p w:rsidR="00843DF1" w:rsidRPr="00CA52B4" w:rsidRDefault="00843DF1" w:rsidP="00EB70B9">
      <w:pPr>
        <w:pStyle w:val="libBold1"/>
        <w:rPr>
          <w:rtl/>
          <w:lang w:bidi="fa-IR"/>
        </w:rPr>
      </w:pPr>
      <w:r w:rsidRPr="00CA52B4">
        <w:rPr>
          <w:rtl/>
        </w:rPr>
        <w:t>909</w:t>
      </w:r>
      <w:r>
        <w:rPr>
          <w:rtl/>
        </w:rPr>
        <w:t xml:space="preserve"> ـ </w:t>
      </w:r>
      <w:r w:rsidRPr="00CA52B4">
        <w:rPr>
          <w:rtl/>
          <w:lang w:bidi="fa-IR"/>
        </w:rPr>
        <w:t>الفاكهة بن سعد بن جبير بن عنان بن عامر بن خطة الأنصاري من الأوس الشهيد 37 ه</w:t>
      </w:r>
      <w:r w:rsidRPr="00CA52B4">
        <w:rPr>
          <w:rtl/>
        </w:rPr>
        <w:t>.</w:t>
      </w:r>
    </w:p>
    <w:p w:rsidR="00843DF1" w:rsidRPr="00CA52B4" w:rsidRDefault="00843DF1" w:rsidP="00347E77">
      <w:pPr>
        <w:pStyle w:val="libNormal"/>
        <w:rPr>
          <w:rtl/>
          <w:lang w:bidi="fa-IR"/>
        </w:rPr>
      </w:pPr>
      <w:r w:rsidRPr="00CA52B4">
        <w:rPr>
          <w:rtl/>
          <w:lang w:bidi="fa-IR"/>
        </w:rPr>
        <w:t xml:space="preserve">فارس ، قتل بصفّين. وكان يروي عن جده ، أنّ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كان يغتسل يوم الجمعة ، ويوم عرفة ، ويوم الفطر ، ويوم الأضحى ، وكان الفاكهة يأمر أهله بالغسل في هذه الأيام. قتل بصفّين سنة 37 ه‍</w:t>
      </w:r>
      <w:r>
        <w:rPr>
          <w:rtl/>
          <w:lang w:bidi="fa-IR"/>
        </w:rPr>
        <w:t>.</w:t>
      </w:r>
      <w:r w:rsidRPr="00CA52B4">
        <w:rPr>
          <w:rtl/>
          <w:lang w:bidi="fa-IR"/>
        </w:rPr>
        <w:t xml:space="preserve"> ذكره الشيخ الطوسي في رجاله من أصحاب عليّ </w:t>
      </w:r>
      <w:r>
        <w:rPr>
          <w:rtl/>
          <w:lang w:bidi="fa-IR"/>
        </w:rPr>
        <w:t>(</w:t>
      </w:r>
      <w:r w:rsidRPr="00CA52B4">
        <w:rPr>
          <w:rtl/>
          <w:lang w:bidi="fa-IR"/>
        </w:rPr>
        <w:t>عليه السلام</w:t>
      </w:r>
      <w:r>
        <w:rPr>
          <w:rtl/>
          <w:lang w:bidi="fa-IR"/>
        </w:rPr>
        <w:t>).</w:t>
      </w:r>
      <w:r w:rsidRPr="00CA52B4">
        <w:rPr>
          <w:rtl/>
          <w:lang w:bidi="fa-IR"/>
        </w:rPr>
        <w:t xml:space="preserve"> فهو من الصحابة الذين اشتركوا في وقعة صفّين ، وقد كانت له صحبة.</w:t>
      </w:r>
    </w:p>
    <w:p w:rsidR="00843DF1" w:rsidRPr="00CA52B4" w:rsidRDefault="00843DF1" w:rsidP="00B10281">
      <w:pPr>
        <w:pStyle w:val="libVar"/>
        <w:rPr>
          <w:rtl/>
          <w:lang w:bidi="fa-IR"/>
        </w:rPr>
      </w:pPr>
      <w:r w:rsidRPr="00CA52B4">
        <w:rPr>
          <w:rtl/>
          <w:lang w:bidi="fa-IR"/>
        </w:rPr>
        <w:t>الاستيعاب 3 / 202. أسد الغابة 4 / 174. الإصابة 3 / 198. تقريب التهذيب 2 / 107. تنقيح المقال 2 / 370. تهذيب التهذيب 8 / 255. جامع الرواة 2 / 1. الجرح والتعديل 7 / 92. رجال ابن داود / 150. رجال الشيخ الطوسي / 54. الغدير 9 / 367.</w:t>
      </w:r>
      <w:r>
        <w:rPr>
          <w:rFonts w:hint="cs"/>
          <w:rtl/>
          <w:lang w:bidi="fa-IR"/>
        </w:rPr>
        <w:t xml:space="preserve"> </w:t>
      </w:r>
      <w:r w:rsidRPr="00CA52B4">
        <w:rPr>
          <w:rtl/>
          <w:lang w:bidi="fa-IR"/>
        </w:rPr>
        <w:t>قاموس الرجال 7 / 299. مجمع الرجال 5 / 12. معجم رجال الحديث 13 / 245.</w:t>
      </w:r>
      <w:r>
        <w:rPr>
          <w:rFonts w:hint="cs"/>
          <w:rtl/>
          <w:lang w:bidi="fa-IR"/>
        </w:rPr>
        <w:t xml:space="preserve"> </w:t>
      </w:r>
      <w:r w:rsidRPr="00CA52B4">
        <w:rPr>
          <w:rtl/>
          <w:lang w:bidi="fa-IR"/>
        </w:rPr>
        <w:t>منتهى المقال / 245. مجالس المؤمنين 1 / 319. نقد الرجال / 264.</w:t>
      </w:r>
    </w:p>
    <w:p w:rsidR="00843DF1" w:rsidRPr="00CA52B4" w:rsidRDefault="00843DF1" w:rsidP="00EB70B9">
      <w:pPr>
        <w:pStyle w:val="libBold1"/>
        <w:rPr>
          <w:rtl/>
          <w:lang w:bidi="fa-IR"/>
        </w:rPr>
      </w:pPr>
      <w:r w:rsidRPr="00CA52B4">
        <w:rPr>
          <w:rtl/>
        </w:rPr>
        <w:t>910</w:t>
      </w:r>
      <w:r>
        <w:rPr>
          <w:rtl/>
        </w:rPr>
        <w:t xml:space="preserve"> ـ </w:t>
      </w:r>
      <w:r w:rsidRPr="00CA52B4">
        <w:rPr>
          <w:rtl/>
          <w:lang w:bidi="fa-IR"/>
        </w:rPr>
        <w:t xml:space="preserve">فرات </w:t>
      </w:r>
      <w:r>
        <w:rPr>
          <w:rtl/>
          <w:lang w:bidi="fa-IR"/>
        </w:rPr>
        <w:t>(</w:t>
      </w:r>
      <w:r w:rsidRPr="00CA52B4">
        <w:rPr>
          <w:rtl/>
          <w:lang w:bidi="fa-IR"/>
        </w:rPr>
        <w:t>أبو بشر</w:t>
      </w:r>
      <w:r>
        <w:rPr>
          <w:rtl/>
          <w:lang w:bidi="fa-IR"/>
        </w:rPr>
        <w:t>)</w:t>
      </w:r>
      <w:r w:rsidRPr="00CA52B4">
        <w:rPr>
          <w:rtl/>
          <w:lang w:bidi="fa-IR"/>
        </w:rPr>
        <w:t xml:space="preserve"> ابن عمرو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صحابي ، تخلّف عن بيعة أبي بكر ، التحق بأمير المؤمنين </w:t>
      </w:r>
      <w:r>
        <w:rPr>
          <w:rtl/>
          <w:lang w:bidi="fa-IR"/>
        </w:rPr>
        <w:t>(</w:t>
      </w:r>
      <w:r w:rsidRPr="00CA52B4">
        <w:rPr>
          <w:rtl/>
          <w:lang w:bidi="fa-IR"/>
        </w:rPr>
        <w:t>عليه السلام</w:t>
      </w:r>
      <w:r>
        <w:rPr>
          <w:rtl/>
          <w:lang w:bidi="fa-IR"/>
        </w:rPr>
        <w:t>)</w:t>
      </w:r>
      <w:r w:rsidRPr="00CA52B4">
        <w:rPr>
          <w:rtl/>
          <w:lang w:bidi="fa-IR"/>
        </w:rPr>
        <w:t xml:space="preserve"> وشهد الجمل. وجاء في بعض المراجع : فروة بن عمرو.</w:t>
      </w:r>
      <w:r>
        <w:rPr>
          <w:rFonts w:hint="cs"/>
          <w:rtl/>
          <w:lang w:bidi="fa-IR"/>
        </w:rPr>
        <w:t xml:space="preserve"> </w:t>
      </w:r>
      <w:r w:rsidRPr="00CA52B4">
        <w:rPr>
          <w:rtl/>
          <w:lang w:bidi="fa-IR"/>
        </w:rPr>
        <w:t xml:space="preserve">وكان ممن جاهد مع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وقاد فرسين في سبيل الله ، وكان يتصدّق من نخله بألف وسق كل عام ، وكان سيدا وهو من أصحاب عليّ </w:t>
      </w:r>
      <w:r>
        <w:rPr>
          <w:rtl/>
          <w:lang w:bidi="fa-IR"/>
        </w:rPr>
        <w:t>(</w:t>
      </w:r>
      <w:r w:rsidRPr="00CA52B4">
        <w:rPr>
          <w:rtl/>
          <w:lang w:bidi="fa-IR"/>
        </w:rPr>
        <w:t>عليه السلام</w:t>
      </w:r>
      <w:r>
        <w:rPr>
          <w:rtl/>
          <w:lang w:bidi="fa-IR"/>
        </w:rPr>
        <w:t>)</w:t>
      </w:r>
      <w:r w:rsidRPr="00CA52B4">
        <w:rPr>
          <w:rtl/>
          <w:lang w:bidi="fa-IR"/>
        </w:rPr>
        <w:t xml:space="preserve"> وممن شهد معه يوم الجمل.</w:t>
      </w:r>
    </w:p>
    <w:p w:rsidR="00843DF1" w:rsidRPr="00CA52B4" w:rsidRDefault="00843DF1" w:rsidP="00B10281">
      <w:pPr>
        <w:pStyle w:val="libVar"/>
        <w:rPr>
          <w:rtl/>
          <w:lang w:bidi="fa-IR"/>
        </w:rPr>
      </w:pPr>
      <w:r w:rsidRPr="00CA52B4">
        <w:rPr>
          <w:rtl/>
          <w:lang w:bidi="fa-IR"/>
        </w:rPr>
        <w:t>أعيان الشيعة 8 / 397. تنقيح المقال 8 / 371. جامع الرواة 2 / 2. رجال الطوسي / 54. شرح ابن أبي الحديد 6 / 27</w:t>
      </w:r>
      <w:r>
        <w:rPr>
          <w:rtl/>
          <w:lang w:bidi="fa-IR"/>
        </w:rPr>
        <w:t xml:space="preserve"> ـ </w:t>
      </w:r>
      <w:r w:rsidRPr="00CA52B4">
        <w:rPr>
          <w:rtl/>
          <w:lang w:bidi="fa-IR"/>
        </w:rPr>
        <w:t>28. مجمع الرجال 5 / 14. معجم رجال الحديث 13 / 254. منتهى المقال / 245. نقد الرجال / 265.</w:t>
      </w:r>
    </w:p>
    <w:p w:rsidR="00843DF1" w:rsidRPr="00CA52B4" w:rsidRDefault="00843DF1" w:rsidP="00EB70B9">
      <w:pPr>
        <w:pStyle w:val="libBold1"/>
        <w:rPr>
          <w:rtl/>
          <w:lang w:bidi="fa-IR"/>
        </w:rPr>
      </w:pPr>
      <w:r>
        <w:rPr>
          <w:rtl/>
          <w:lang w:bidi="fa-IR"/>
        </w:rPr>
        <w:br w:type="page"/>
      </w:r>
      <w:r w:rsidRPr="00CA52B4">
        <w:rPr>
          <w:rtl/>
        </w:rPr>
        <w:lastRenderedPageBreak/>
        <w:t>911</w:t>
      </w:r>
      <w:r>
        <w:rPr>
          <w:rtl/>
        </w:rPr>
        <w:t xml:space="preserve"> ـ </w:t>
      </w:r>
      <w:r w:rsidRPr="00CA52B4">
        <w:rPr>
          <w:rtl/>
          <w:lang w:bidi="fa-IR"/>
        </w:rPr>
        <w:t>فروخ مولى لبني الأشتر النخعي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كوفي. روى عنه حميد بن عبد الله الأصم الملائي.</w:t>
      </w:r>
    </w:p>
    <w:p w:rsidR="00843DF1" w:rsidRPr="00CA52B4" w:rsidRDefault="00843DF1" w:rsidP="00B10281">
      <w:pPr>
        <w:pStyle w:val="libVar"/>
        <w:rPr>
          <w:rtl/>
          <w:lang w:bidi="fa-IR"/>
        </w:rPr>
      </w:pPr>
      <w:r w:rsidRPr="00CA52B4">
        <w:rPr>
          <w:rtl/>
          <w:lang w:bidi="fa-IR"/>
        </w:rPr>
        <w:t>الجرح والتعديل 7 / 88. الطبقات الكبرى 3 / 28.</w:t>
      </w:r>
    </w:p>
    <w:p w:rsidR="00843DF1" w:rsidRPr="00CA52B4" w:rsidRDefault="00843DF1" w:rsidP="00EB70B9">
      <w:pPr>
        <w:pStyle w:val="libBold1"/>
        <w:rPr>
          <w:rtl/>
          <w:lang w:bidi="fa-IR"/>
        </w:rPr>
      </w:pPr>
      <w:r w:rsidRPr="00CA52B4">
        <w:rPr>
          <w:rtl/>
        </w:rPr>
        <w:t>912</w:t>
      </w:r>
      <w:r>
        <w:rPr>
          <w:rtl/>
        </w:rPr>
        <w:t xml:space="preserve"> ـ </w:t>
      </w:r>
      <w:r w:rsidRPr="00CA52B4">
        <w:rPr>
          <w:rtl/>
          <w:lang w:bidi="fa-IR"/>
        </w:rPr>
        <w:t>فروة بن نوفل بن شريك الأشجعي الكوفي المقتول 45 ه</w:t>
      </w:r>
      <w:r w:rsidRPr="00CA52B4">
        <w:rPr>
          <w:rtl/>
        </w:rPr>
        <w:t>.</w:t>
      </w:r>
    </w:p>
    <w:p w:rsidR="00843DF1" w:rsidRPr="00CA52B4" w:rsidRDefault="00843DF1" w:rsidP="00347E77">
      <w:pPr>
        <w:pStyle w:val="libNormal"/>
        <w:rPr>
          <w:rtl/>
          <w:lang w:bidi="fa-IR"/>
        </w:rPr>
      </w:pPr>
      <w:r w:rsidRPr="00CA52B4">
        <w:rPr>
          <w:rtl/>
          <w:lang w:bidi="fa-IR"/>
        </w:rPr>
        <w:t>من التابعين الخوارج ، خرج على المغيرة بن شعبة ، في بداية خلافة معاوية فبعث إليه المغيرة فقتله سنة 45 ه‍</w:t>
      </w:r>
      <w:r>
        <w:rPr>
          <w:rtl/>
          <w:lang w:bidi="fa-IR"/>
        </w:rPr>
        <w:t>.</w:t>
      </w:r>
      <w:r w:rsidRPr="00CA52B4">
        <w:rPr>
          <w:rtl/>
          <w:lang w:bidi="fa-IR"/>
        </w:rPr>
        <w:t xml:space="preserve"> اشترك في صفّين وقاتل. روى عنه هلال بن يساف ، وأبو إسحاق السبيعي ، وشريك بن طارق ، ونصر بن عاصم. وذكره ابن حبان ، في ثقات التابعين. وكان من الخوارج الذين خرجوا على المغيرة بن شعبة في صدر خلافة معاوية فبعث إليهم المغيرة فقتلوا جميعا. اعتزل عليا </w:t>
      </w:r>
      <w:r>
        <w:rPr>
          <w:rtl/>
          <w:lang w:bidi="fa-IR"/>
        </w:rPr>
        <w:t>(</w:t>
      </w:r>
      <w:r w:rsidRPr="00CA52B4">
        <w:rPr>
          <w:rtl/>
          <w:lang w:bidi="fa-IR"/>
        </w:rPr>
        <w:t>عليه السلام</w:t>
      </w:r>
      <w:r>
        <w:rPr>
          <w:rtl/>
          <w:lang w:bidi="fa-IR"/>
        </w:rPr>
        <w:t>)</w:t>
      </w:r>
      <w:r w:rsidRPr="00CA52B4">
        <w:rPr>
          <w:rtl/>
          <w:lang w:bidi="fa-IR"/>
        </w:rPr>
        <w:t xml:space="preserve"> بعد التحكيم وكره أن يقاتل ، وكان شاعرا ثائرا من زعماء المحكمة في صدر الإسلام ، ورئيس الشراة.</w:t>
      </w:r>
    </w:p>
    <w:p w:rsidR="00843DF1" w:rsidRPr="00CA52B4" w:rsidRDefault="00843DF1" w:rsidP="00B10281">
      <w:pPr>
        <w:pStyle w:val="libVar"/>
        <w:rPr>
          <w:rtl/>
          <w:lang w:bidi="fa-IR"/>
        </w:rPr>
      </w:pPr>
      <w:r w:rsidRPr="00CA52B4">
        <w:rPr>
          <w:rtl/>
          <w:lang w:bidi="fa-IR"/>
        </w:rPr>
        <w:t xml:space="preserve">الأخبار الطوال / 210 ، 211. الاستيعاب 3 / 200. الإصابة 3 / 206 ، 217.أنساب الأشراف 2 / 359. الأعلام 5 / 345. تاريخ الطبري 6 / 18. تقريب التهذيب 2 / 109. تهذيب التهذيب 8 / 266. الجرح والتعديل 7 / 82. الطبقات الكبرى 2 / 349 </w:t>
      </w:r>
      <w:r>
        <w:rPr>
          <w:rtl/>
          <w:lang w:bidi="fa-IR"/>
        </w:rPr>
        <w:t>و 6</w:t>
      </w:r>
      <w:r w:rsidRPr="00CA52B4">
        <w:rPr>
          <w:rtl/>
          <w:lang w:bidi="fa-IR"/>
        </w:rPr>
        <w:t xml:space="preserve"> / 247. العقد الفريد 3 / 225 ، 269. الغدير 10 / 173. قاموس الرجال 7 / 313.</w:t>
      </w:r>
      <w:r>
        <w:rPr>
          <w:rFonts w:hint="cs"/>
          <w:rtl/>
          <w:lang w:bidi="fa-IR"/>
        </w:rPr>
        <w:t xml:space="preserve"> </w:t>
      </w:r>
      <w:r w:rsidRPr="00CA52B4">
        <w:rPr>
          <w:rtl/>
          <w:lang w:bidi="fa-IR"/>
        </w:rPr>
        <w:t>الكامل في التأريخ 3 / 346 ، 409</w:t>
      </w:r>
      <w:r>
        <w:rPr>
          <w:rtl/>
          <w:lang w:bidi="fa-IR"/>
        </w:rPr>
        <w:t xml:space="preserve"> ـ </w:t>
      </w:r>
      <w:r w:rsidRPr="00CA52B4">
        <w:rPr>
          <w:rtl/>
          <w:lang w:bidi="fa-IR"/>
        </w:rPr>
        <w:t>411. المراسيل / 105. وقعة صفّين / 286.</w:t>
      </w:r>
    </w:p>
    <w:p w:rsidR="00843DF1" w:rsidRPr="00CA52B4" w:rsidRDefault="00843DF1" w:rsidP="00EB70B9">
      <w:pPr>
        <w:pStyle w:val="libBold1"/>
        <w:rPr>
          <w:rtl/>
          <w:lang w:bidi="fa-IR"/>
        </w:rPr>
      </w:pPr>
      <w:r w:rsidRPr="00CA52B4">
        <w:rPr>
          <w:rtl/>
        </w:rPr>
        <w:t>913</w:t>
      </w:r>
      <w:r>
        <w:rPr>
          <w:rtl/>
        </w:rPr>
        <w:t xml:space="preserve"> ـ </w:t>
      </w:r>
      <w:r w:rsidRPr="00CA52B4">
        <w:rPr>
          <w:rtl/>
          <w:lang w:bidi="fa-IR"/>
        </w:rPr>
        <w:t>فضالة بن أبي فضالة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كان أبوه بدريا. روى عن فضالة ، عبد الله بن محمد بن عقيل. وثقه ابن حبان ، وقال ابن خراش : لأبيه صحبة. وقال أبو حاتم :</w:t>
      </w:r>
      <w:r>
        <w:rPr>
          <w:rFonts w:hint="cs"/>
          <w:rtl/>
          <w:lang w:bidi="fa-IR"/>
        </w:rPr>
        <w:t xml:space="preserve"> </w:t>
      </w:r>
      <w:r w:rsidRPr="00CA52B4">
        <w:rPr>
          <w:rtl/>
          <w:lang w:bidi="fa-IR"/>
        </w:rPr>
        <w:t>كان أبوه بدريا ، وروى هو عن أبيه وعن عليّ رضي الله عنه ، والذي في المسند روايته عن عليّ وفيه قصة لأبيه مع عليّ. وفيها أنّه قتل مع عليّ بصفّين ، وعلى روايته عن عليّ اقتصر ابن حبان في الثقات.</w:t>
      </w:r>
    </w:p>
    <w:p w:rsidR="00843DF1" w:rsidRPr="00CA52B4" w:rsidRDefault="00843DF1" w:rsidP="00B10281">
      <w:pPr>
        <w:pStyle w:val="libVar"/>
        <w:rPr>
          <w:rtl/>
          <w:lang w:bidi="fa-IR"/>
        </w:rPr>
      </w:pPr>
      <w:r w:rsidRPr="00CA52B4">
        <w:rPr>
          <w:rtl/>
          <w:lang w:bidi="fa-IR"/>
        </w:rPr>
        <w:t>تعجيل المنفعة / 333. تاريخ جرجان / 63. الجرح والتعديل 7 / 77. لسان الميزان 4 / 436. ميزان الاعتدال 3 / 349.</w:t>
      </w:r>
    </w:p>
    <w:p w:rsidR="00843DF1" w:rsidRPr="00CA52B4" w:rsidRDefault="00843DF1" w:rsidP="00EB70B9">
      <w:pPr>
        <w:pStyle w:val="libBold1"/>
        <w:rPr>
          <w:rtl/>
          <w:lang w:bidi="fa-IR"/>
        </w:rPr>
      </w:pPr>
      <w:r>
        <w:rPr>
          <w:rtl/>
          <w:lang w:bidi="fa-IR"/>
        </w:rPr>
        <w:br w:type="page"/>
      </w:r>
      <w:r w:rsidRPr="00CA52B4">
        <w:rPr>
          <w:rtl/>
        </w:rPr>
        <w:lastRenderedPageBreak/>
        <w:t>914</w:t>
      </w:r>
      <w:r>
        <w:rPr>
          <w:rtl/>
        </w:rPr>
        <w:t xml:space="preserve"> ـ </w:t>
      </w:r>
      <w:r w:rsidRPr="00CA52B4">
        <w:rPr>
          <w:rtl/>
          <w:lang w:bidi="fa-IR"/>
        </w:rPr>
        <w:t>الفضل بن عباس بن عبد المطلب بن هاشم بن عبد مناف القرشي الهاشمي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 مجيد ، شهد له بذلك أمير المؤمنين </w:t>
      </w:r>
      <w:r>
        <w:rPr>
          <w:rtl/>
          <w:lang w:bidi="fa-IR"/>
        </w:rPr>
        <w:t>(</w:t>
      </w:r>
      <w:r w:rsidRPr="00CA52B4">
        <w:rPr>
          <w:rtl/>
          <w:lang w:bidi="fa-IR"/>
        </w:rPr>
        <w:t>عليه السلام</w:t>
      </w:r>
      <w:r>
        <w:rPr>
          <w:rtl/>
          <w:lang w:bidi="fa-IR"/>
        </w:rPr>
        <w:t>)</w:t>
      </w:r>
      <w:r w:rsidRPr="00CA52B4">
        <w:rPr>
          <w:rtl/>
          <w:lang w:bidi="fa-IR"/>
        </w:rPr>
        <w:t xml:space="preserve"> ، بل شهد له بأنّه أشعر قريش. ويعد من شجعان الصحابة ووجوههم ، وكان أسنّ ولد العباس. وله في السنن 24 حديثا. كما وله أخبار وقضايا نادرة تاريخية في المعاجم. وحضر مع أخيه عبد الله مشاهد النبيّ </w:t>
      </w:r>
      <w:r>
        <w:rPr>
          <w:rtl/>
          <w:lang w:bidi="fa-IR"/>
        </w:rPr>
        <w:t>(</w:t>
      </w:r>
      <w:r w:rsidRPr="00CA52B4">
        <w:rPr>
          <w:rtl/>
          <w:lang w:bidi="fa-IR"/>
        </w:rPr>
        <w:t>صلّى الله عليه وآله وسلّم</w:t>
      </w:r>
      <w:r>
        <w:rPr>
          <w:rtl/>
          <w:lang w:bidi="fa-IR"/>
        </w:rPr>
        <w:t>)</w:t>
      </w:r>
      <w:r w:rsidRPr="00CA52B4">
        <w:rPr>
          <w:rtl/>
          <w:lang w:bidi="fa-IR"/>
        </w:rPr>
        <w:t xml:space="preserve"> وثبت يوم حنين ، وأردفه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وراءه في حجة الوداع فلقب</w:t>
      </w:r>
      <w:r>
        <w:rPr>
          <w:rtl/>
          <w:lang w:bidi="fa-IR"/>
        </w:rPr>
        <w:t xml:space="preserve"> ـ </w:t>
      </w:r>
      <w:r w:rsidRPr="00CA52B4">
        <w:rPr>
          <w:rtl/>
          <w:lang w:bidi="fa-IR"/>
        </w:rPr>
        <w:t>ردف رسول الله</w:t>
      </w:r>
      <w:r>
        <w:rPr>
          <w:rtl/>
          <w:lang w:bidi="fa-IR"/>
        </w:rPr>
        <w:t xml:space="preserve"> ـ </w:t>
      </w:r>
      <w:r w:rsidRPr="00CA52B4">
        <w:rPr>
          <w:rtl/>
          <w:lang w:bidi="fa-IR"/>
        </w:rPr>
        <w:t xml:space="preserve">وصحب عليّ بن أبي طالب </w:t>
      </w:r>
      <w:r>
        <w:rPr>
          <w:rtl/>
          <w:lang w:bidi="fa-IR"/>
        </w:rPr>
        <w:t>(</w:t>
      </w:r>
      <w:r w:rsidRPr="00CA52B4">
        <w:rPr>
          <w:rtl/>
          <w:lang w:bidi="fa-IR"/>
        </w:rPr>
        <w:t>عليه السلام</w:t>
      </w:r>
      <w:r>
        <w:rPr>
          <w:rtl/>
          <w:lang w:bidi="fa-IR"/>
        </w:rPr>
        <w:t>)</w:t>
      </w:r>
      <w:r w:rsidRPr="00CA52B4">
        <w:rPr>
          <w:rtl/>
          <w:lang w:bidi="fa-IR"/>
        </w:rPr>
        <w:t xml:space="preserve"> وحضر وقعة صفّين ، وكان يجيب ويردّ على شعراء أهل الشام. وجاء أنّ معاوية كتب إلى ابن عباس عبد الله ، كتابا في أيام صفّين يذكر فيه عداوة بني هاشم لبني أمية ، ويخوّفه عواقب الحرب ، ويقول : قد قنعنا بما في أيدينا من ملك الشام ، فاقنعوا بما في أيديكم من ملك العراق ، ولو بايع الناس لك بعد عثمان لكنت إليك أسرع فأجابه بما ساءه. وقال معاوية : هذا عملي بنفسي ، لا والله لا أكتب إليه كتابا سنة ، وقال معاوية في ذلك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دعوت ابن عباس إلى جل خطة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كان امرأ أهدي إليه رسائلي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فأخلف ظنّي والحوادث جمة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ما زاد أن أغلى عليه مراجلي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فقل لابن عباس تراك مفرقا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بقولك من حولي وإنّك آكلي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قل لابن عباس تراك مخوفا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بجهلك حلمي أنّني غير غافل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فأبرق وأرعد ما استطعت فإنّني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إليك بما يشجيك سبط الأنامل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فقال عبد الله لأخيه الفضل : يا ابن أم أجب معاوية ، فقال الفضل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ألا يا ابن هند إنّني غير غافل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إنّك ما تسعى له غير نائل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أ</w:t>
            </w:r>
            <w:r w:rsidRPr="00CA52B4">
              <w:rPr>
                <w:rtl/>
                <w:lang w:bidi="fa-IR"/>
              </w:rPr>
              <w:t>ألان لما صرّت الحرب نابها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عليك وألقت بركها بالكلاكل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فأصبح أهل الشام ضربين خيرة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فقع بقاع أو شحيمة آكل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أيقنت أنّا أهل حق وإنّما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دعوت لأمر كان أبطل باطل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دعوت ابن عباس إلى السلم خدعة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ليس لها حتّى تدين بسائل </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فلا سلم حتّى تشجر الخيل بالقنا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تضرب هامات الرجال الأماثل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Pr>
                <w:rtl/>
                <w:lang w:bidi="fa-IR"/>
              </w:rPr>
              <w:t>و</w:t>
            </w:r>
            <w:r w:rsidRPr="00CA52B4">
              <w:rPr>
                <w:rtl/>
                <w:lang w:bidi="fa-IR"/>
              </w:rPr>
              <w:t>آليت لا تهدى إليه رسالة</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إلى أن يحول الحول من رأس قابل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أردت به قلع الجواب وإنّما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رماك فلم يخطئ نبات المقاتل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قلت له لو بايعوك تبعتهم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فهذا عليّ خير حاف وناعل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وصيّ رسول الله من دون أهله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فارسه إن قيل هل من منازل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فدونكه إن كنت تبغي مهاجرا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أشمّ بنعل السيف غير حلاحل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فعرض شعره على عليّ </w:t>
      </w:r>
      <w:r>
        <w:rPr>
          <w:rtl/>
          <w:lang w:bidi="fa-IR"/>
        </w:rPr>
        <w:t>(</w:t>
      </w:r>
      <w:r w:rsidRPr="00CA52B4">
        <w:rPr>
          <w:rtl/>
          <w:lang w:bidi="fa-IR"/>
        </w:rPr>
        <w:t>عليه السلام</w:t>
      </w:r>
      <w:r>
        <w:rPr>
          <w:rtl/>
          <w:lang w:bidi="fa-IR"/>
        </w:rPr>
        <w:t>)</w:t>
      </w:r>
      <w:r w:rsidRPr="00CA52B4">
        <w:rPr>
          <w:rtl/>
          <w:lang w:bidi="fa-IR"/>
        </w:rPr>
        <w:t xml:space="preserve"> ، فقال : أنت أشعر قريش فضرب بها الناس إلى معاوية. وله شعر كثير في المعاجم وهو إن دلّ على شيء فإنّما يدل على أنّ الفضل كان في مشاهد عليّ </w:t>
      </w:r>
      <w:r>
        <w:rPr>
          <w:rtl/>
          <w:lang w:bidi="fa-IR"/>
        </w:rPr>
        <w:t>(</w:t>
      </w:r>
      <w:r w:rsidRPr="00CA52B4">
        <w:rPr>
          <w:rtl/>
          <w:lang w:bidi="fa-IR"/>
        </w:rPr>
        <w:t>عليه السلام</w:t>
      </w:r>
      <w:r>
        <w:rPr>
          <w:rtl/>
          <w:lang w:bidi="fa-IR"/>
        </w:rPr>
        <w:t>)</w:t>
      </w:r>
      <w:r w:rsidRPr="00CA52B4">
        <w:rPr>
          <w:rtl/>
          <w:lang w:bidi="fa-IR"/>
        </w:rPr>
        <w:t xml:space="preserve"> ، سيّما وقعة صفّين كما أنّه يثبت بطلان من زعم أنّ الفضل مات عام 13 ه‍ ، بناحية الأردن في طاعون عمواس. وعلى كل حال فالخلاف كثير في مكان وفاته ومدفنه.</w:t>
      </w:r>
    </w:p>
    <w:p w:rsidR="00843DF1" w:rsidRPr="00CA52B4" w:rsidRDefault="00843DF1" w:rsidP="00B10281">
      <w:pPr>
        <w:pStyle w:val="libVar"/>
        <w:rPr>
          <w:rtl/>
          <w:lang w:bidi="fa-IR"/>
        </w:rPr>
      </w:pPr>
      <w:r w:rsidRPr="00CA52B4">
        <w:rPr>
          <w:rtl/>
          <w:lang w:bidi="fa-IR"/>
        </w:rPr>
        <w:t>الاستيعاب 3 / 208. أسد الغابة 4 / 183. الإصابة 3 / 208. الأعلام 5 / 355.</w:t>
      </w:r>
      <w:r>
        <w:rPr>
          <w:rFonts w:hint="cs"/>
          <w:rtl/>
          <w:lang w:bidi="fa-IR"/>
        </w:rPr>
        <w:t xml:space="preserve"> </w:t>
      </w:r>
      <w:r w:rsidRPr="00CA52B4">
        <w:rPr>
          <w:rtl/>
          <w:lang w:bidi="fa-IR"/>
        </w:rPr>
        <w:t xml:space="preserve">أعيان الشيعة 8 / 404. تحفة الأحباب / 269. تنقيح المقال 2 / 379. تهذيب التهذيب 8 / 280. جامع الرواة 2 / 6. الجرح والتعديل 7 / 63. جمهرة أنساب العرب 9 / 18 ، 412. الدرجات الرفيعة / 142. رجال الطوسي / 26. سفينة البحار 2 / 369. شذرات الذهب 1 / 28. شرح ابن أبي الحديد 2 / 115 </w:t>
      </w:r>
      <w:r>
        <w:rPr>
          <w:rtl/>
          <w:lang w:bidi="fa-IR"/>
        </w:rPr>
        <w:t>و 6</w:t>
      </w:r>
      <w:r w:rsidRPr="00CA52B4">
        <w:rPr>
          <w:rtl/>
          <w:lang w:bidi="fa-IR"/>
        </w:rPr>
        <w:t xml:space="preserve"> / 21 ، 33 ، 34 ، 35 ، </w:t>
      </w:r>
      <w:r>
        <w:rPr>
          <w:rtl/>
          <w:lang w:bidi="fa-IR"/>
        </w:rPr>
        <w:t>و 8</w:t>
      </w:r>
      <w:r w:rsidRPr="00CA52B4">
        <w:rPr>
          <w:rtl/>
          <w:lang w:bidi="fa-IR"/>
        </w:rPr>
        <w:t xml:space="preserve"> / 64 </w:t>
      </w:r>
      <w:r>
        <w:rPr>
          <w:rtl/>
          <w:lang w:bidi="fa-IR"/>
        </w:rPr>
        <w:t>و 9</w:t>
      </w:r>
      <w:r w:rsidRPr="00CA52B4">
        <w:rPr>
          <w:rtl/>
          <w:lang w:bidi="fa-IR"/>
        </w:rPr>
        <w:t xml:space="preserve"> / 197 </w:t>
      </w:r>
      <w:r>
        <w:rPr>
          <w:rtl/>
          <w:lang w:bidi="fa-IR"/>
        </w:rPr>
        <w:t>و 1</w:t>
      </w:r>
      <w:r w:rsidRPr="00CA52B4">
        <w:rPr>
          <w:rtl/>
          <w:lang w:bidi="fa-IR"/>
        </w:rPr>
        <w:t xml:space="preserve">0 / 184 ، 185 </w:t>
      </w:r>
      <w:r>
        <w:rPr>
          <w:rtl/>
          <w:lang w:bidi="fa-IR"/>
        </w:rPr>
        <w:t>و 1</w:t>
      </w:r>
      <w:r w:rsidRPr="00CA52B4">
        <w:rPr>
          <w:rtl/>
          <w:lang w:bidi="fa-IR"/>
        </w:rPr>
        <w:t xml:space="preserve">3 / 28 ، 29 ، 37 ، 38 ، 40 ، 200 </w:t>
      </w:r>
      <w:r>
        <w:rPr>
          <w:rtl/>
          <w:lang w:bidi="fa-IR"/>
        </w:rPr>
        <w:t>و 1</w:t>
      </w:r>
      <w:r w:rsidRPr="00CA52B4">
        <w:rPr>
          <w:rtl/>
          <w:lang w:bidi="fa-IR"/>
        </w:rPr>
        <w:t>4 / 12 ، 184.</w:t>
      </w:r>
      <w:r>
        <w:rPr>
          <w:rFonts w:hint="cs"/>
          <w:rtl/>
          <w:lang w:bidi="fa-IR"/>
        </w:rPr>
        <w:t xml:space="preserve"> </w:t>
      </w:r>
      <w:r w:rsidRPr="00CA52B4">
        <w:rPr>
          <w:rtl/>
          <w:lang w:bidi="fa-IR"/>
        </w:rPr>
        <w:t xml:space="preserve">الطبقات الكبرى 4 / 54. العقد الفريد 1 / 132 ، 135 ، 136 </w:t>
      </w:r>
      <w:r>
        <w:rPr>
          <w:rtl/>
          <w:lang w:bidi="fa-IR"/>
        </w:rPr>
        <w:t>و 5</w:t>
      </w:r>
      <w:r w:rsidRPr="00CA52B4">
        <w:rPr>
          <w:rtl/>
          <w:lang w:bidi="fa-IR"/>
        </w:rPr>
        <w:t xml:space="preserve"> / 7. الغارات 2 / 805. الغدير 1 / 199 </w:t>
      </w:r>
      <w:r>
        <w:rPr>
          <w:rtl/>
          <w:lang w:bidi="fa-IR"/>
        </w:rPr>
        <w:t>و 2</w:t>
      </w:r>
      <w:r w:rsidRPr="00CA52B4">
        <w:rPr>
          <w:rtl/>
          <w:lang w:bidi="fa-IR"/>
        </w:rPr>
        <w:t xml:space="preserve"> / 32 </w:t>
      </w:r>
      <w:r>
        <w:rPr>
          <w:rtl/>
          <w:lang w:bidi="fa-IR"/>
        </w:rPr>
        <w:t>و 3</w:t>
      </w:r>
      <w:r w:rsidRPr="00CA52B4">
        <w:rPr>
          <w:rtl/>
          <w:lang w:bidi="fa-IR"/>
        </w:rPr>
        <w:t xml:space="preserve"> / 100 </w:t>
      </w:r>
      <w:r>
        <w:rPr>
          <w:rtl/>
          <w:lang w:bidi="fa-IR"/>
        </w:rPr>
        <w:t>و 5</w:t>
      </w:r>
      <w:r w:rsidRPr="00CA52B4">
        <w:rPr>
          <w:rtl/>
          <w:lang w:bidi="fa-IR"/>
        </w:rPr>
        <w:t xml:space="preserve"> / 350 </w:t>
      </w:r>
      <w:r>
        <w:rPr>
          <w:rtl/>
          <w:lang w:bidi="fa-IR"/>
        </w:rPr>
        <w:t>و 7</w:t>
      </w:r>
      <w:r w:rsidRPr="00CA52B4">
        <w:rPr>
          <w:rtl/>
          <w:lang w:bidi="fa-IR"/>
        </w:rPr>
        <w:t xml:space="preserve"> / 227 </w:t>
      </w:r>
      <w:r>
        <w:rPr>
          <w:rtl/>
          <w:lang w:bidi="fa-IR"/>
        </w:rPr>
        <w:t>و 9</w:t>
      </w:r>
      <w:r w:rsidRPr="00CA52B4">
        <w:rPr>
          <w:rtl/>
          <w:lang w:bidi="fa-IR"/>
        </w:rPr>
        <w:t xml:space="preserve"> / 155 </w:t>
      </w:r>
      <w:r>
        <w:rPr>
          <w:rtl/>
          <w:lang w:bidi="fa-IR"/>
        </w:rPr>
        <w:t>و 1</w:t>
      </w:r>
      <w:r w:rsidRPr="00CA52B4">
        <w:rPr>
          <w:rtl/>
          <w:lang w:bidi="fa-IR"/>
        </w:rPr>
        <w:t>0 / 206.</w:t>
      </w:r>
      <w:r>
        <w:rPr>
          <w:rFonts w:hint="cs"/>
          <w:rtl/>
          <w:lang w:bidi="fa-IR"/>
        </w:rPr>
        <w:t xml:space="preserve"> </w:t>
      </w:r>
      <w:r w:rsidRPr="00CA52B4">
        <w:rPr>
          <w:rtl/>
          <w:lang w:bidi="fa-IR"/>
        </w:rPr>
        <w:t xml:space="preserve">القاموس المحيط 4 / 31. الكامل في التأريخ 2 / 263 ، 318 ، 332 ، 341. مجالس المؤمنين 1 / 193. مجمع الرجال 5 / 31. معجم رجال الحديث 13 / 302. النهاية في غريب الحديث 2 / 327 </w:t>
      </w:r>
      <w:r>
        <w:rPr>
          <w:rtl/>
          <w:lang w:bidi="fa-IR"/>
        </w:rPr>
        <w:t>و 5</w:t>
      </w:r>
      <w:r w:rsidRPr="00CA52B4">
        <w:rPr>
          <w:rtl/>
          <w:lang w:bidi="fa-IR"/>
        </w:rPr>
        <w:t xml:space="preserve"> / 149 ، 221. نقد الرجال / 267. وفيات الأعيان 3 / 64.</w:t>
      </w:r>
      <w:r>
        <w:rPr>
          <w:rFonts w:hint="cs"/>
          <w:rtl/>
          <w:lang w:bidi="fa-IR"/>
        </w:rPr>
        <w:t xml:space="preserve"> </w:t>
      </w:r>
      <w:r w:rsidRPr="00CA52B4">
        <w:rPr>
          <w:rtl/>
          <w:lang w:bidi="fa-IR"/>
        </w:rPr>
        <w:t>وقعة صفّين / 413 ، 416.</w:t>
      </w:r>
    </w:p>
    <w:p w:rsidR="00843DF1" w:rsidRPr="00CA52B4" w:rsidRDefault="00843DF1" w:rsidP="00EB70B9">
      <w:pPr>
        <w:pStyle w:val="libBold1"/>
        <w:rPr>
          <w:rtl/>
          <w:lang w:bidi="fa-IR"/>
        </w:rPr>
      </w:pPr>
      <w:r w:rsidRPr="00CA52B4">
        <w:rPr>
          <w:rtl/>
        </w:rPr>
        <w:t>915</w:t>
      </w:r>
      <w:r>
        <w:rPr>
          <w:rtl/>
        </w:rPr>
        <w:t xml:space="preserve"> ـ </w:t>
      </w:r>
      <w:r w:rsidRPr="00CA52B4">
        <w:rPr>
          <w:rtl/>
          <w:lang w:bidi="fa-IR"/>
        </w:rPr>
        <w:t>فضيل بن عياض بن مسعود الخولاني الآبي وردي الخراساني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تابعي. محدّث. زاهد ، ولد في خراسان وسكن مكة ومات فيها. روى عنه عبد الكريم بن مالك الجزري. وهو غير فصيل بن عياض بن مسعود بن بشر التميمي اليربوعي الخراساني ، الزاهد المتوفى سنة سبع وثمانين ومائة </w:t>
      </w:r>
      <w:r>
        <w:rPr>
          <w:rtl/>
          <w:lang w:bidi="fa-IR"/>
        </w:rPr>
        <w:t>(</w:t>
      </w:r>
      <w:r w:rsidRPr="00CA52B4">
        <w:rPr>
          <w:rtl/>
          <w:lang w:bidi="fa-IR"/>
        </w:rPr>
        <w:t>187 ه‍</w:t>
      </w:r>
      <w:r>
        <w:rPr>
          <w:rtl/>
          <w:lang w:bidi="fa-IR"/>
        </w:rPr>
        <w:t>).</w:t>
      </w:r>
    </w:p>
    <w:p w:rsidR="00843DF1" w:rsidRPr="00CA52B4" w:rsidRDefault="00843DF1" w:rsidP="00B10281">
      <w:pPr>
        <w:pStyle w:val="libVar"/>
        <w:rPr>
          <w:rtl/>
          <w:lang w:bidi="fa-IR"/>
        </w:rPr>
      </w:pPr>
      <w:r>
        <w:rPr>
          <w:rtl/>
          <w:lang w:bidi="fa-IR"/>
        </w:rPr>
        <w:br w:type="page"/>
      </w:r>
      <w:r w:rsidRPr="00CA52B4">
        <w:rPr>
          <w:rtl/>
          <w:lang w:bidi="fa-IR"/>
        </w:rPr>
        <w:lastRenderedPageBreak/>
        <w:t>تقريب التهذيب 2 / 113. تهذيب التهذيب 8 / 297. تذكرة الحفاظ 1 / 245.</w:t>
      </w:r>
      <w:r>
        <w:rPr>
          <w:rFonts w:hint="cs"/>
          <w:rtl/>
          <w:lang w:bidi="fa-IR"/>
        </w:rPr>
        <w:t xml:space="preserve"> </w:t>
      </w:r>
      <w:r w:rsidRPr="00CA52B4">
        <w:rPr>
          <w:rtl/>
          <w:lang w:bidi="fa-IR"/>
        </w:rPr>
        <w:t>الجرح والتعديل 7 / 73. حلية الأولياء 8 / 84. شرح ابن أبي الحديد 2 / 97 ، 180 ، 184 ، 186. الفهارس / 221. شذرات الذهب 1 / 316. الطبقات الكبرى 7 / 363.</w:t>
      </w:r>
      <w:r>
        <w:rPr>
          <w:rFonts w:hint="cs"/>
          <w:rtl/>
          <w:lang w:bidi="fa-IR"/>
        </w:rPr>
        <w:t xml:space="preserve"> </w:t>
      </w:r>
      <w:r w:rsidRPr="00CA52B4">
        <w:rPr>
          <w:rtl/>
          <w:lang w:bidi="fa-IR"/>
        </w:rPr>
        <w:t xml:space="preserve">طبقات الحفاظ / 104. العقد الفريد 2 / 80 </w:t>
      </w:r>
      <w:r>
        <w:rPr>
          <w:rtl/>
          <w:lang w:bidi="fa-IR"/>
        </w:rPr>
        <w:t>و 3</w:t>
      </w:r>
      <w:r w:rsidRPr="00CA52B4">
        <w:rPr>
          <w:rtl/>
          <w:lang w:bidi="fa-IR"/>
        </w:rPr>
        <w:t xml:space="preserve"> / 104 ، 106 ، 113 ، 137 ، 145 ، 155 ، 160 ، 167. العبر 1 / 298. الغارات 2 / 578. الغدير 5 / 72 ، 280. فهرست النديم / 235. قاموس الرجال 7 / 341. الكامل في التأريخ 6 / 189 ، 220. مجمع الرجال 5 / 35. المشتبه 1 / 107. ميزان الاعتدال 3 / 361. المجروحون 3 / 279. نقد الرجال / 268. وفيات الأعيان 1 / 415.</w:t>
      </w:r>
    </w:p>
    <w:p w:rsidR="00843DF1" w:rsidRPr="00CA52B4" w:rsidRDefault="00843DF1" w:rsidP="00EB70B9">
      <w:pPr>
        <w:pStyle w:val="libBold1"/>
        <w:rPr>
          <w:rtl/>
          <w:lang w:bidi="fa-IR"/>
        </w:rPr>
      </w:pPr>
      <w:r w:rsidRPr="00CA52B4">
        <w:rPr>
          <w:rtl/>
        </w:rPr>
        <w:t>916</w:t>
      </w:r>
      <w:r>
        <w:rPr>
          <w:rtl/>
        </w:rPr>
        <w:t xml:space="preserve"> ـ </w:t>
      </w:r>
      <w:r w:rsidRPr="00CA52B4">
        <w:rPr>
          <w:rtl/>
          <w:lang w:bidi="fa-IR"/>
        </w:rPr>
        <w:t>الفياض بن خليل الأزدي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مقاتل. استشهد على يد الخوارج في 9 صفر 38 ه‍ ، بعد أن قاتل معاوية بن أبي سفيان بصفّين عام 37 ه‍ وقتل الكثير من أنصاره.</w:t>
      </w:r>
    </w:p>
    <w:p w:rsidR="00843DF1" w:rsidRPr="00CA52B4" w:rsidRDefault="00843DF1" w:rsidP="00B10281">
      <w:pPr>
        <w:pStyle w:val="libVar"/>
        <w:rPr>
          <w:rtl/>
          <w:lang w:bidi="fa-IR"/>
        </w:rPr>
      </w:pPr>
      <w:r w:rsidRPr="00CA52B4">
        <w:rPr>
          <w:rtl/>
          <w:lang w:bidi="fa-IR"/>
        </w:rPr>
        <w:t>المناقب 3 / 190.</w:t>
      </w:r>
    </w:p>
    <w:p w:rsidR="00843DF1" w:rsidRPr="00CA52B4" w:rsidRDefault="00843DF1" w:rsidP="00EB70B9">
      <w:pPr>
        <w:pStyle w:val="libBold1"/>
        <w:rPr>
          <w:rtl/>
          <w:lang w:bidi="fa-IR"/>
        </w:rPr>
      </w:pPr>
      <w:r w:rsidRPr="00CA52B4">
        <w:rPr>
          <w:rtl/>
        </w:rPr>
        <w:t>917</w:t>
      </w:r>
      <w:r>
        <w:rPr>
          <w:rtl/>
        </w:rPr>
        <w:t xml:space="preserve"> ـ </w:t>
      </w:r>
      <w:r w:rsidRPr="00CA52B4">
        <w:rPr>
          <w:rtl/>
          <w:lang w:bidi="fa-IR"/>
        </w:rPr>
        <w:t>فيروز</w:t>
      </w:r>
      <w:r>
        <w:rPr>
          <w:rtl/>
          <w:lang w:bidi="fa-IR"/>
        </w:rPr>
        <w:t xml:space="preserve"> ـ </w:t>
      </w:r>
      <w:r w:rsidRPr="00CA52B4">
        <w:rPr>
          <w:rtl/>
          <w:lang w:bidi="fa-IR"/>
        </w:rPr>
        <w:t>أبو لؤلؤة</w:t>
      </w:r>
      <w:r>
        <w:rPr>
          <w:rtl/>
          <w:lang w:bidi="fa-IR"/>
        </w:rPr>
        <w:t xml:space="preserve"> ـ </w:t>
      </w:r>
      <w:r w:rsidRPr="00CA52B4">
        <w:rPr>
          <w:rtl/>
          <w:lang w:bidi="fa-IR"/>
        </w:rPr>
        <w:t>شجاع الدّين النهاوندي المدني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أكابر المسلمين ، ومن خلّص أصحاب وأتباع الإمام </w:t>
      </w:r>
      <w:r>
        <w:rPr>
          <w:rtl/>
          <w:lang w:bidi="fa-IR"/>
        </w:rPr>
        <w:t>(</w:t>
      </w:r>
      <w:r w:rsidRPr="00CA52B4">
        <w:rPr>
          <w:rtl/>
          <w:lang w:bidi="fa-IR"/>
        </w:rPr>
        <w:t>عليه السلام</w:t>
      </w:r>
      <w:r>
        <w:rPr>
          <w:rtl/>
          <w:lang w:bidi="fa-IR"/>
        </w:rPr>
        <w:t>).</w:t>
      </w:r>
      <w:r>
        <w:rPr>
          <w:rFonts w:hint="cs"/>
          <w:rtl/>
          <w:lang w:bidi="fa-IR"/>
        </w:rPr>
        <w:t xml:space="preserve"> </w:t>
      </w:r>
      <w:r w:rsidRPr="00CA52B4">
        <w:rPr>
          <w:rtl/>
          <w:lang w:bidi="fa-IR"/>
        </w:rPr>
        <w:t>وكان غلاما لمغيرة بن شعبة. أصله من نهاوند فأسرته الروم ، وأسره المسلمون من الروم. وكان من المدينة يصنع الأرحاء ، وطلب منه عمر بن الخطاب أن يصنع له رحى ، فقال له أبو لؤلؤة : لأعملنّ لك رحى يتحدث بها من بالمشرق والمغرب. ثم أقدم على قتله.</w:t>
      </w:r>
    </w:p>
    <w:p w:rsidR="00843DF1" w:rsidRPr="00CA52B4" w:rsidRDefault="00843DF1" w:rsidP="00347E77">
      <w:pPr>
        <w:pStyle w:val="libNormal"/>
        <w:rPr>
          <w:rtl/>
          <w:lang w:bidi="fa-IR"/>
        </w:rPr>
      </w:pPr>
      <w:r w:rsidRPr="00CA52B4">
        <w:rPr>
          <w:rtl/>
          <w:lang w:bidi="fa-IR"/>
        </w:rPr>
        <w:t xml:space="preserve">وبعد قتله ، قتل عبيد الله بن عمر بأبيه ، ابنة أبي لؤلؤة ، وقتل جعنينة ، والهرمزان ، وأشار عليّ </w:t>
      </w:r>
      <w:r>
        <w:rPr>
          <w:rtl/>
          <w:lang w:bidi="fa-IR"/>
        </w:rPr>
        <w:t>(</w:t>
      </w:r>
      <w:r w:rsidRPr="00CA52B4">
        <w:rPr>
          <w:rtl/>
          <w:lang w:bidi="fa-IR"/>
        </w:rPr>
        <w:t>عليه السلام</w:t>
      </w:r>
      <w:r>
        <w:rPr>
          <w:rtl/>
          <w:lang w:bidi="fa-IR"/>
        </w:rPr>
        <w:t>)</w:t>
      </w:r>
      <w:r w:rsidRPr="00CA52B4">
        <w:rPr>
          <w:rtl/>
          <w:lang w:bidi="fa-IR"/>
        </w:rPr>
        <w:t xml:space="preserve"> على عثمان بقتله بهم ، فأبى. وفي رواية أخرى ، قال له عمر يوما : سمعت عنك إنّك لو أردت أن تدير الرحى بالريح ، لقدرت على ذلك ، فقال له أبو لؤلؤة : لأديرنّ لك رحى لا تسكن إلى يوم القيامة.</w:t>
      </w:r>
    </w:p>
    <w:p w:rsidR="00843DF1" w:rsidRPr="00CA52B4" w:rsidRDefault="00843DF1" w:rsidP="00B10281">
      <w:pPr>
        <w:pStyle w:val="libVar"/>
        <w:rPr>
          <w:rtl/>
          <w:lang w:bidi="fa-IR"/>
        </w:rPr>
      </w:pPr>
      <w:r w:rsidRPr="00CA52B4">
        <w:rPr>
          <w:rtl/>
          <w:lang w:bidi="fa-IR"/>
        </w:rPr>
        <w:t xml:space="preserve">تاريخ الخلفاء / 133. تاريخ الخميس 2 / 248. سفينة البحار 2 / 501. شذرات الذهب 1 / 33. ابن أبي الحديد 1 / 185 </w:t>
      </w:r>
      <w:r>
        <w:rPr>
          <w:rtl/>
          <w:lang w:bidi="fa-IR"/>
        </w:rPr>
        <w:t>و 3</w:t>
      </w:r>
      <w:r w:rsidRPr="00CA52B4">
        <w:rPr>
          <w:rtl/>
          <w:lang w:bidi="fa-IR"/>
        </w:rPr>
        <w:t xml:space="preserve"> / 60 </w:t>
      </w:r>
      <w:r>
        <w:rPr>
          <w:rtl/>
          <w:lang w:bidi="fa-IR"/>
        </w:rPr>
        <w:t>و 1</w:t>
      </w:r>
      <w:r w:rsidRPr="00CA52B4">
        <w:rPr>
          <w:rtl/>
          <w:lang w:bidi="fa-IR"/>
        </w:rPr>
        <w:t xml:space="preserve">1 / 11 </w:t>
      </w:r>
      <w:r>
        <w:rPr>
          <w:rtl/>
          <w:lang w:bidi="fa-IR"/>
        </w:rPr>
        <w:t>و 1</w:t>
      </w:r>
      <w:r w:rsidRPr="00CA52B4">
        <w:rPr>
          <w:rtl/>
          <w:lang w:bidi="fa-IR"/>
        </w:rPr>
        <w:t>2 / 15 ، 75 ، 184 ، الطبقات الكبرى 3 / 345. العقد الفريد 3 / 23. الكنى والألقاب 1 / 147. مروج الذهب 2 / 329. المعارف / 79.</w:t>
      </w:r>
    </w:p>
    <w:p w:rsidR="00843DF1" w:rsidRPr="00CA52B4" w:rsidRDefault="00843DF1" w:rsidP="00F445EC">
      <w:pPr>
        <w:pStyle w:val="Heading1Center"/>
        <w:rPr>
          <w:rtl/>
          <w:lang w:bidi="fa-IR"/>
        </w:rPr>
      </w:pPr>
      <w:r>
        <w:rPr>
          <w:rtl/>
          <w:lang w:bidi="fa-IR"/>
        </w:rPr>
        <w:br w:type="page"/>
      </w:r>
      <w:bookmarkStart w:id="6" w:name="_Toc75964354"/>
      <w:bookmarkStart w:id="7" w:name="_Toc76197517"/>
      <w:r w:rsidRPr="00CA52B4">
        <w:rPr>
          <w:rtl/>
          <w:lang w:bidi="fa-IR"/>
        </w:rPr>
        <w:lastRenderedPageBreak/>
        <w:t>حرف القاف</w:t>
      </w:r>
      <w:bookmarkEnd w:id="6"/>
      <w:bookmarkEnd w:id="7"/>
    </w:p>
    <w:p w:rsidR="00843DF1" w:rsidRPr="00CA52B4" w:rsidRDefault="00843DF1" w:rsidP="00EB70B9">
      <w:pPr>
        <w:pStyle w:val="libBold1"/>
        <w:rPr>
          <w:rtl/>
          <w:lang w:bidi="fa-IR"/>
        </w:rPr>
      </w:pPr>
      <w:r w:rsidRPr="00CA52B4">
        <w:rPr>
          <w:rtl/>
        </w:rPr>
        <w:t>918</w:t>
      </w:r>
      <w:r>
        <w:rPr>
          <w:rtl/>
        </w:rPr>
        <w:t xml:space="preserve"> ـ </w:t>
      </w:r>
      <w:r w:rsidRPr="00CA52B4">
        <w:rPr>
          <w:rtl/>
          <w:lang w:bidi="fa-IR"/>
        </w:rPr>
        <w:t>قائد بن بكير العبسي المقتول في 37 ه</w:t>
      </w:r>
      <w:r w:rsidRPr="00CA52B4">
        <w:rPr>
          <w:rtl/>
        </w:rPr>
        <w:t>.</w:t>
      </w:r>
    </w:p>
    <w:p w:rsidR="00843DF1" w:rsidRPr="00CA52B4" w:rsidRDefault="00843DF1" w:rsidP="00347E77">
      <w:pPr>
        <w:pStyle w:val="libNormal"/>
        <w:rPr>
          <w:rtl/>
          <w:lang w:bidi="fa-IR"/>
        </w:rPr>
      </w:pPr>
      <w:r w:rsidRPr="00CA52B4">
        <w:rPr>
          <w:rtl/>
          <w:lang w:bidi="fa-IR"/>
        </w:rPr>
        <w:t xml:space="preserve">فارس شهم مقاتل ، كان في صفّين. خرج رجل من أهل الشام من آل ذي الكلاع يسأل المبارزة ، فبرز إليه قائد بن بكير </w:t>
      </w:r>
      <w:r>
        <w:rPr>
          <w:rtl/>
          <w:lang w:bidi="fa-IR"/>
        </w:rPr>
        <w:t>(</w:t>
      </w:r>
      <w:r w:rsidRPr="00CA52B4">
        <w:rPr>
          <w:rtl/>
          <w:lang w:bidi="fa-IR"/>
        </w:rPr>
        <w:t>بكر</w:t>
      </w:r>
      <w:r>
        <w:rPr>
          <w:rtl/>
          <w:lang w:bidi="fa-IR"/>
        </w:rPr>
        <w:t>)</w:t>
      </w:r>
      <w:r w:rsidRPr="00CA52B4">
        <w:rPr>
          <w:rtl/>
          <w:lang w:bidi="fa-IR"/>
        </w:rPr>
        <w:t xml:space="preserve"> فبارزه فشد عليه الكلاعي فأوهطه وصرعه.</w:t>
      </w:r>
      <w:r>
        <w:rPr>
          <w:rFonts w:hint="cs"/>
          <w:rtl/>
          <w:lang w:bidi="fa-IR"/>
        </w:rPr>
        <w:t xml:space="preserve"> </w:t>
      </w:r>
      <w:r w:rsidRPr="00CA52B4">
        <w:rPr>
          <w:rtl/>
          <w:lang w:bidi="fa-IR"/>
        </w:rPr>
        <w:t xml:space="preserve">شرح ابن أبي الحديد 3 / 176 </w:t>
      </w:r>
      <w:r>
        <w:rPr>
          <w:rtl/>
          <w:lang w:bidi="fa-IR"/>
        </w:rPr>
        <w:t>و 5</w:t>
      </w:r>
      <w:r w:rsidRPr="00CA52B4">
        <w:rPr>
          <w:rtl/>
          <w:lang w:bidi="fa-IR"/>
        </w:rPr>
        <w:t xml:space="preserve"> / 207</w:t>
      </w:r>
      <w:r>
        <w:rPr>
          <w:rtl/>
          <w:lang w:bidi="fa-IR"/>
        </w:rPr>
        <w:t xml:space="preserve"> ـ </w:t>
      </w:r>
      <w:r w:rsidRPr="00CA52B4">
        <w:rPr>
          <w:rtl/>
          <w:lang w:bidi="fa-IR"/>
        </w:rPr>
        <w:t>208. وقعة صفّين / 260.</w:t>
      </w:r>
    </w:p>
    <w:p w:rsidR="00843DF1" w:rsidRPr="00CA52B4" w:rsidRDefault="00843DF1" w:rsidP="00EB70B9">
      <w:pPr>
        <w:pStyle w:val="libBold1"/>
        <w:rPr>
          <w:rtl/>
          <w:lang w:bidi="fa-IR"/>
        </w:rPr>
      </w:pPr>
      <w:r w:rsidRPr="00CA52B4">
        <w:rPr>
          <w:rtl/>
        </w:rPr>
        <w:t>919</w:t>
      </w:r>
      <w:r>
        <w:rPr>
          <w:rtl/>
        </w:rPr>
        <w:t xml:space="preserve"> ـ </w:t>
      </w:r>
      <w:r w:rsidRPr="00CA52B4">
        <w:rPr>
          <w:rtl/>
          <w:lang w:bidi="fa-IR"/>
        </w:rPr>
        <w:t>القاسم بن حنظلة الجهني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أمير ، وحين كتب الكتائب أمير المؤمنين </w:t>
      </w:r>
      <w:r>
        <w:rPr>
          <w:rtl/>
          <w:lang w:bidi="fa-IR"/>
        </w:rPr>
        <w:t>(</w:t>
      </w:r>
      <w:r w:rsidRPr="00CA52B4">
        <w:rPr>
          <w:rtl/>
          <w:lang w:bidi="fa-IR"/>
        </w:rPr>
        <w:t>عليه السلام</w:t>
      </w:r>
      <w:r>
        <w:rPr>
          <w:rtl/>
          <w:lang w:bidi="fa-IR"/>
        </w:rPr>
        <w:t>)</w:t>
      </w:r>
      <w:r w:rsidRPr="00CA52B4">
        <w:rPr>
          <w:rtl/>
          <w:lang w:bidi="fa-IR"/>
        </w:rPr>
        <w:t xml:space="preserve"> ، وعقد الألوية للأمراء ، أمر القاسم بن حنظلة على اللفيف من القواصي ، وذلك في حرب صفّين.</w:t>
      </w:r>
    </w:p>
    <w:p w:rsidR="00843DF1" w:rsidRPr="00CA52B4" w:rsidRDefault="00843DF1" w:rsidP="00B10281">
      <w:pPr>
        <w:pStyle w:val="libVar"/>
        <w:rPr>
          <w:rtl/>
          <w:lang w:bidi="fa-IR"/>
        </w:rPr>
      </w:pPr>
      <w:r w:rsidRPr="00CA52B4">
        <w:rPr>
          <w:rtl/>
          <w:lang w:bidi="fa-IR"/>
        </w:rPr>
        <w:t>وقعة صفّين / 206.</w:t>
      </w:r>
    </w:p>
    <w:p w:rsidR="00843DF1" w:rsidRPr="00CA52B4" w:rsidRDefault="00843DF1" w:rsidP="00EB70B9">
      <w:pPr>
        <w:pStyle w:val="libBold1"/>
        <w:rPr>
          <w:rtl/>
          <w:lang w:bidi="fa-IR"/>
        </w:rPr>
      </w:pPr>
      <w:r w:rsidRPr="00CA52B4">
        <w:rPr>
          <w:rtl/>
        </w:rPr>
        <w:t>920</w:t>
      </w:r>
      <w:r>
        <w:rPr>
          <w:rtl/>
        </w:rPr>
        <w:t xml:space="preserve"> ـ </w:t>
      </w:r>
      <w:r w:rsidRPr="00CA52B4">
        <w:rPr>
          <w:rtl/>
          <w:lang w:bidi="fa-IR"/>
        </w:rPr>
        <w:t>القاسم بن منصور الضبّي الشهيد في 37 ه</w:t>
      </w:r>
      <w:r w:rsidRPr="00CA52B4">
        <w:rPr>
          <w:rtl/>
        </w:rPr>
        <w:t>.</w:t>
      </w:r>
    </w:p>
    <w:p w:rsidR="00843DF1" w:rsidRPr="00CA52B4" w:rsidRDefault="00843DF1" w:rsidP="00347E77">
      <w:pPr>
        <w:pStyle w:val="libNormal"/>
        <w:rPr>
          <w:rtl/>
          <w:lang w:bidi="fa-IR"/>
        </w:rPr>
      </w:pPr>
      <w:r w:rsidRPr="00CA52B4">
        <w:rPr>
          <w:rtl/>
          <w:lang w:bidi="fa-IR"/>
        </w:rPr>
        <w:t xml:space="preserve">قتل في صفّين. وذكره نصر بن مزاحم في من قتل من أصحاب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وقعة صفّين / 557.</w:t>
      </w:r>
    </w:p>
    <w:p w:rsidR="00843DF1" w:rsidRPr="00CA52B4" w:rsidRDefault="00843DF1" w:rsidP="00EB70B9">
      <w:pPr>
        <w:pStyle w:val="libBold1"/>
        <w:rPr>
          <w:rtl/>
          <w:lang w:bidi="fa-IR"/>
        </w:rPr>
      </w:pPr>
      <w:r w:rsidRPr="00CA52B4">
        <w:rPr>
          <w:rtl/>
        </w:rPr>
        <w:t>921</w:t>
      </w:r>
      <w:r>
        <w:rPr>
          <w:rtl/>
        </w:rPr>
        <w:t xml:space="preserve"> ـ </w:t>
      </w:r>
      <w:r w:rsidRPr="00CA52B4">
        <w:rPr>
          <w:rtl/>
          <w:lang w:bidi="fa-IR"/>
        </w:rPr>
        <w:t xml:space="preserve">قبيصة </w:t>
      </w:r>
      <w:r>
        <w:rPr>
          <w:rtl/>
          <w:lang w:bidi="fa-IR"/>
        </w:rPr>
        <w:t>(</w:t>
      </w:r>
      <w:r w:rsidRPr="00CA52B4">
        <w:rPr>
          <w:rtl/>
          <w:lang w:bidi="fa-IR"/>
        </w:rPr>
        <w:t>أبو العلاء</w:t>
      </w:r>
      <w:r>
        <w:rPr>
          <w:rtl/>
          <w:lang w:bidi="fa-IR"/>
        </w:rPr>
        <w:t>)</w:t>
      </w:r>
      <w:r w:rsidRPr="00CA52B4">
        <w:rPr>
          <w:rtl/>
          <w:lang w:bidi="fa-IR"/>
        </w:rPr>
        <w:t xml:space="preserve"> ابن جابر بن وهب بن مالك بن عميرة بن جذار بن مرّة بن الحارث بن سعد بن ثعلبة بن دودان بن أسد بن خزيمة الأسدي الكوفي مات 69 ه</w:t>
      </w:r>
      <w:r w:rsidRPr="00CA52B4">
        <w:rPr>
          <w:rtl/>
        </w:rPr>
        <w:t>.</w:t>
      </w:r>
    </w:p>
    <w:p w:rsidR="00843DF1" w:rsidRPr="00CA52B4" w:rsidRDefault="00843DF1" w:rsidP="00347E77">
      <w:pPr>
        <w:pStyle w:val="libNormal"/>
        <w:rPr>
          <w:rtl/>
          <w:lang w:bidi="fa-IR"/>
        </w:rPr>
      </w:pPr>
      <w:r w:rsidRPr="00CA52B4">
        <w:rPr>
          <w:rtl/>
          <w:lang w:bidi="fa-IR"/>
        </w:rPr>
        <w:t>كان في الطبقة الأولى من فقهاء أهل الكوفة ، بعد الصحابة. ويعد من</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الفصحاء ، ونبلاء التابعين. شهد مع أمير المؤمنين </w:t>
      </w:r>
      <w:r>
        <w:rPr>
          <w:rtl/>
          <w:lang w:bidi="fa-IR"/>
        </w:rPr>
        <w:t>(</w:t>
      </w:r>
      <w:r w:rsidRPr="00CA52B4">
        <w:rPr>
          <w:rtl/>
          <w:lang w:bidi="fa-IR"/>
        </w:rPr>
        <w:t>عليه السلام</w:t>
      </w:r>
      <w:r>
        <w:rPr>
          <w:rtl/>
          <w:lang w:bidi="fa-IR"/>
        </w:rPr>
        <w:t>)</w:t>
      </w:r>
      <w:r w:rsidRPr="00CA52B4">
        <w:rPr>
          <w:rtl/>
          <w:lang w:bidi="fa-IR"/>
        </w:rPr>
        <w:t xml:space="preserve"> الجمل ، وصفّين ، واختاره أهل الكوفة وافدا إلى عثمان. مات سنة 69 ه‍</w:t>
      </w:r>
      <w:r>
        <w:rPr>
          <w:rtl/>
          <w:lang w:bidi="fa-IR"/>
        </w:rPr>
        <w:t>.</w:t>
      </w:r>
      <w:r w:rsidRPr="00CA52B4">
        <w:rPr>
          <w:rtl/>
          <w:lang w:bidi="fa-IR"/>
        </w:rPr>
        <w:t xml:space="preserve"> وله شعر في المعاجم. وهو غير قبيصة بن شداد الهلالي الآتي ذكره. تقدم قبيصة في بني أسد بعد همدان ، فقال : يا معشر بني أسد ، أما أنا فلا اقصر دون صاحبي ، وأما أنتم فذاك إليكم ، ثم تقدم برايته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قد حافظت في حربها بنو أسد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ما مثلها تحت العجاج من أحد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أقرب من يمن وأنأى من نكد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كأنّنا ركن ثبير أو أحد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لسنا بأوباش ولا بيض البلد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لكنّنا المحة من ولد سعد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كنت ترانا في العجاج كالأسد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يا ليت روحي قد نأت عن الجسد</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فقاتل القوم فظفر ، ثم أتى عليا فقال : يا أمير المؤمنين ، إنّ استهانة النفوس في الحرب أبقى لها والقتل خير لها في الآخرة.</w:t>
      </w:r>
    </w:p>
    <w:p w:rsidR="00843DF1" w:rsidRPr="00CA52B4" w:rsidRDefault="00843DF1" w:rsidP="00347E77">
      <w:pPr>
        <w:pStyle w:val="libNormal"/>
        <w:rPr>
          <w:rtl/>
          <w:lang w:bidi="fa-IR"/>
        </w:rPr>
      </w:pPr>
      <w:r w:rsidRPr="00CA52B4">
        <w:rPr>
          <w:rtl/>
          <w:lang w:bidi="fa-IR"/>
        </w:rPr>
        <w:t>وهو أخو معاوية بن أبي سفيان من الرضاعة.</w:t>
      </w:r>
    </w:p>
    <w:p w:rsidR="00843DF1" w:rsidRPr="00CA52B4" w:rsidRDefault="00843DF1" w:rsidP="00B10281">
      <w:pPr>
        <w:pStyle w:val="libVar"/>
        <w:rPr>
          <w:rtl/>
          <w:lang w:bidi="fa-IR"/>
        </w:rPr>
      </w:pPr>
      <w:r w:rsidRPr="00CA52B4">
        <w:rPr>
          <w:rtl/>
          <w:lang w:bidi="fa-IR"/>
        </w:rPr>
        <w:t>أسد الغابة 4 / 191. الإصابة 3 / 268. أعيان الشيعة 8 / 380 ، 448. الأعلام 6 / 26. تقريب التهذيب 2 / 122. تنقيح المقال 2 / 37</w:t>
      </w:r>
      <w:r>
        <w:rPr>
          <w:rtl/>
          <w:lang w:bidi="fa-IR"/>
        </w:rPr>
        <w:t xml:space="preserve"> ـ </w:t>
      </w:r>
      <w:r w:rsidRPr="00CA52B4">
        <w:rPr>
          <w:rtl/>
          <w:lang w:bidi="fa-IR"/>
        </w:rPr>
        <w:t>ق</w:t>
      </w:r>
      <w:r>
        <w:rPr>
          <w:rtl/>
          <w:lang w:bidi="fa-IR"/>
        </w:rPr>
        <w:t xml:space="preserve"> ـ </w:t>
      </w:r>
      <w:r w:rsidRPr="00CA52B4">
        <w:rPr>
          <w:rtl/>
          <w:lang w:bidi="fa-IR"/>
        </w:rPr>
        <w:t>وفيه : قبيصة بن شداد.</w:t>
      </w:r>
      <w:r>
        <w:rPr>
          <w:rFonts w:hint="cs"/>
          <w:rtl/>
          <w:lang w:bidi="fa-IR"/>
        </w:rPr>
        <w:t xml:space="preserve"> </w:t>
      </w:r>
      <w:r w:rsidRPr="00CA52B4">
        <w:rPr>
          <w:rtl/>
          <w:lang w:bidi="fa-IR"/>
        </w:rPr>
        <w:t xml:space="preserve">تهذيب التهذيب 8 / 344. جامع الرواة 2 / 22. الجرح والتعديل 7 / 125. رجال الشيخ الطوسي / 55. شذرات الذهب 1 / 77 وفيه : قبيصة بن خالد. ابن أبي الحديد 5 / 244 </w:t>
      </w:r>
      <w:r>
        <w:rPr>
          <w:rtl/>
          <w:lang w:bidi="fa-IR"/>
        </w:rPr>
        <w:t>و 1</w:t>
      </w:r>
      <w:r w:rsidRPr="00CA52B4">
        <w:rPr>
          <w:rtl/>
          <w:lang w:bidi="fa-IR"/>
        </w:rPr>
        <w:t>7 / 243. طبقات الحفاظ / 31. الطبقات الكبرى 6 / 145. اللباب 1 / 350. مرآة الجنان 1 / 144. معجم رجال الحديث 14 / 72. المناقب 3 / 169. منتهى المقال / 251. النجوم الزاهرة 1 / 184. النهاية في غريب الحديث 3 / 120 ، 386.</w:t>
      </w:r>
      <w:r>
        <w:rPr>
          <w:rFonts w:hint="cs"/>
          <w:rtl/>
          <w:lang w:bidi="fa-IR"/>
        </w:rPr>
        <w:t xml:space="preserve"> </w:t>
      </w:r>
      <w:r w:rsidRPr="00CA52B4">
        <w:rPr>
          <w:rtl/>
          <w:lang w:bidi="fa-IR"/>
        </w:rPr>
        <w:t>وقعة صفّين / 309 ، 311.</w:t>
      </w:r>
    </w:p>
    <w:p w:rsidR="00843DF1" w:rsidRPr="00CA52B4" w:rsidRDefault="00843DF1" w:rsidP="00EB70B9">
      <w:pPr>
        <w:pStyle w:val="libBold1"/>
        <w:rPr>
          <w:rtl/>
          <w:lang w:bidi="fa-IR"/>
        </w:rPr>
      </w:pPr>
      <w:r w:rsidRPr="00CA52B4">
        <w:rPr>
          <w:rtl/>
        </w:rPr>
        <w:t>922</w:t>
      </w:r>
      <w:r>
        <w:rPr>
          <w:rtl/>
        </w:rPr>
        <w:t xml:space="preserve"> ـ </w:t>
      </w:r>
      <w:r w:rsidRPr="00CA52B4">
        <w:rPr>
          <w:rtl/>
          <w:lang w:bidi="fa-IR"/>
        </w:rPr>
        <w:t>قبيصة بن الشداد الهلالي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أصحابه </w:t>
      </w:r>
      <w:r>
        <w:rPr>
          <w:rtl/>
          <w:lang w:bidi="fa-IR"/>
        </w:rPr>
        <w:t>(</w:t>
      </w:r>
      <w:r w:rsidRPr="00CA52B4">
        <w:rPr>
          <w:rtl/>
          <w:lang w:bidi="fa-IR"/>
        </w:rPr>
        <w:t>عليه السلام</w:t>
      </w:r>
      <w:r>
        <w:rPr>
          <w:rtl/>
          <w:lang w:bidi="fa-IR"/>
        </w:rPr>
        <w:t>).</w:t>
      </w:r>
      <w:r w:rsidRPr="00CA52B4">
        <w:rPr>
          <w:rtl/>
          <w:lang w:bidi="fa-IR"/>
        </w:rPr>
        <w:t xml:space="preserve"> شهد صفين ، وعقد له الإمام </w:t>
      </w:r>
      <w:r>
        <w:rPr>
          <w:rtl/>
          <w:lang w:bidi="fa-IR"/>
        </w:rPr>
        <w:t>(</w:t>
      </w:r>
      <w:r w:rsidRPr="00CA52B4">
        <w:rPr>
          <w:rtl/>
          <w:lang w:bidi="fa-IR"/>
        </w:rPr>
        <w:t>عليه السلام</w:t>
      </w:r>
      <w:r>
        <w:rPr>
          <w:rtl/>
          <w:lang w:bidi="fa-IR"/>
        </w:rPr>
        <w:t>)</w:t>
      </w:r>
      <w:r w:rsidRPr="00CA52B4">
        <w:rPr>
          <w:rtl/>
          <w:lang w:bidi="fa-IR"/>
        </w:rPr>
        <w:t xml:space="preserve"> اللواء ، وأمره على قيس البصرة. واشترك في المعركة ، وكان على جانب من القوة والحزم والشجاعة ، لذلك استعمله أمير المؤمنين </w:t>
      </w:r>
      <w:r>
        <w:rPr>
          <w:rtl/>
          <w:lang w:bidi="fa-IR"/>
        </w:rPr>
        <w:t>(</w:t>
      </w:r>
      <w:r w:rsidRPr="00CA52B4">
        <w:rPr>
          <w:rtl/>
          <w:lang w:bidi="fa-IR"/>
        </w:rPr>
        <w:t>عليه السلام</w:t>
      </w:r>
      <w:r>
        <w:rPr>
          <w:rtl/>
          <w:lang w:bidi="fa-IR"/>
        </w:rPr>
        <w:t>)</w:t>
      </w:r>
      <w:r w:rsidRPr="00CA52B4">
        <w:rPr>
          <w:rtl/>
          <w:lang w:bidi="fa-IR"/>
        </w:rPr>
        <w:t xml:space="preserve"> على قيس البصرة. وهو غير قبيصة بن جابر بن وهب السالف الذكر.</w:t>
      </w:r>
    </w:p>
    <w:p w:rsidR="00843DF1" w:rsidRPr="00CA52B4" w:rsidRDefault="00843DF1" w:rsidP="00B10281">
      <w:pPr>
        <w:pStyle w:val="libVar"/>
        <w:rPr>
          <w:rtl/>
          <w:lang w:bidi="fa-IR"/>
        </w:rPr>
      </w:pPr>
      <w:r w:rsidRPr="00CA52B4">
        <w:rPr>
          <w:rtl/>
          <w:lang w:bidi="fa-IR"/>
        </w:rPr>
        <w:t>تنقيح المقال 2 / 325. جامع الرواة 2 / 22. رجال الشيخ الطوسي / 55. مجمع</w:t>
      </w:r>
    </w:p>
    <w:p w:rsidR="00843DF1" w:rsidRPr="00CA52B4" w:rsidRDefault="00843DF1" w:rsidP="00B10281">
      <w:pPr>
        <w:pStyle w:val="libVar0"/>
        <w:rPr>
          <w:rtl/>
          <w:lang w:bidi="fa-IR"/>
        </w:rPr>
      </w:pPr>
      <w:r>
        <w:rPr>
          <w:rtl/>
          <w:lang w:bidi="fa-IR"/>
        </w:rPr>
        <w:br w:type="page"/>
      </w:r>
      <w:r w:rsidRPr="00CA52B4">
        <w:rPr>
          <w:rtl/>
          <w:lang w:bidi="fa-IR"/>
        </w:rPr>
        <w:lastRenderedPageBreak/>
        <w:t>الرجال 5 / 56. معجم رجال الحديث 14 / 72. منتهى المقال / 251. نقد الرجال / 273. وقعة صفين / 206.</w:t>
      </w:r>
    </w:p>
    <w:p w:rsidR="00843DF1" w:rsidRPr="00CA52B4" w:rsidRDefault="00843DF1" w:rsidP="00EB70B9">
      <w:pPr>
        <w:pStyle w:val="libBold1"/>
        <w:rPr>
          <w:rtl/>
          <w:lang w:bidi="fa-IR"/>
        </w:rPr>
      </w:pPr>
      <w:r w:rsidRPr="00CA52B4">
        <w:rPr>
          <w:rtl/>
        </w:rPr>
        <w:t>923</w:t>
      </w:r>
      <w:r>
        <w:rPr>
          <w:rtl/>
        </w:rPr>
        <w:t xml:space="preserve"> ـ </w:t>
      </w:r>
      <w:r w:rsidRPr="00CA52B4">
        <w:rPr>
          <w:rtl/>
          <w:lang w:bidi="fa-IR"/>
        </w:rPr>
        <w:t>قبيصة بن ضبيعة العنبسي الشهيد سنة 51 ه</w:t>
      </w:r>
      <w:r w:rsidRPr="00CA52B4">
        <w:rPr>
          <w:rtl/>
        </w:rPr>
        <w:t>.</w:t>
      </w:r>
    </w:p>
    <w:p w:rsidR="00843DF1" w:rsidRPr="00CA52B4" w:rsidRDefault="00843DF1" w:rsidP="00347E77">
      <w:pPr>
        <w:pStyle w:val="libNormal"/>
        <w:rPr>
          <w:rtl/>
          <w:lang w:bidi="fa-IR"/>
        </w:rPr>
      </w:pPr>
      <w:r w:rsidRPr="00CA52B4">
        <w:rPr>
          <w:rtl/>
          <w:lang w:bidi="fa-IR"/>
        </w:rPr>
        <w:t xml:space="preserve">من الموالين الأشداء لأمير المؤمنين </w:t>
      </w:r>
      <w:r>
        <w:rPr>
          <w:rtl/>
          <w:lang w:bidi="fa-IR"/>
        </w:rPr>
        <w:t>(</w:t>
      </w:r>
      <w:r w:rsidRPr="00CA52B4">
        <w:rPr>
          <w:rtl/>
          <w:lang w:bidi="fa-IR"/>
        </w:rPr>
        <w:t>عليه السلام</w:t>
      </w:r>
      <w:r>
        <w:rPr>
          <w:rtl/>
          <w:lang w:bidi="fa-IR"/>
        </w:rPr>
        <w:t>).</w:t>
      </w:r>
      <w:r w:rsidRPr="00CA52B4">
        <w:rPr>
          <w:rtl/>
          <w:lang w:bidi="fa-IR"/>
        </w:rPr>
        <w:t xml:space="preserve"> أخذ مع حجر بن عدي من الكوفة ، وأرسل إلى الشام وقتله معاوية بن أبي سفيان عام 51 ه‍ ، ودفن إلى جنب حجر بن عدي في مرج عذراء</w:t>
      </w:r>
      <w:r>
        <w:rPr>
          <w:rtl/>
          <w:lang w:bidi="fa-IR"/>
        </w:rPr>
        <w:t xml:space="preserve"> ـ </w:t>
      </w:r>
      <w:r w:rsidRPr="00CA52B4">
        <w:rPr>
          <w:rtl/>
          <w:lang w:bidi="fa-IR"/>
        </w:rPr>
        <w:t>دمشق</w:t>
      </w:r>
      <w:r>
        <w:rPr>
          <w:rtl/>
          <w:lang w:bidi="fa-IR"/>
        </w:rPr>
        <w:t xml:space="preserve"> ـ </w:t>
      </w:r>
      <w:r w:rsidRPr="00CA52B4">
        <w:rPr>
          <w:rtl/>
          <w:lang w:bidi="fa-IR"/>
        </w:rPr>
        <w:t>وقد زرت المرقد هذا وعليه حجر كبير خطّت عليه أسماء الذين قتلوا مع حجر ، وهم : صيفي بن نشيد الشيباني. قبيصة بن ضبيعة العنبسي. كدام بن عفيف الخثعمي.</w:t>
      </w:r>
      <w:r>
        <w:rPr>
          <w:rFonts w:hint="cs"/>
          <w:rtl/>
          <w:lang w:bidi="fa-IR"/>
        </w:rPr>
        <w:t xml:space="preserve"> </w:t>
      </w:r>
      <w:r w:rsidRPr="00CA52B4">
        <w:rPr>
          <w:rtl/>
          <w:lang w:bidi="fa-IR"/>
        </w:rPr>
        <w:t>محرز بن بسمة السعدي. شريك بن شداد الحضرمي. عبد الرحمن بن حسان. عبد الله بن حجر. عبد الرحمن بن حجر. عليهم صلوات الله ورحمته وبركاته</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وقد روى الطبري : أنّه لما سير بحجر وأصحابه مكبلين من الكوفة إلى الشام ، مروا بجبانة عرزم وكانت بها دار قبيصة ، فإذا بناته مشرفات ، فقال للموكل بهم : ائذن لي فأوصي أهلي ، فأذن له ، فلما دنا منهن وهن يبكين سكت عنهن ساعة ، ثم قال : اسكتن فسكتن ، فقال : اتقين الله عز وجل ، واصبرن فإنّي أرجو من ربّي في وجهي هذا إحدى الحسنيين : إما الشهادة وهي السعادة وإما الانصراف إليكن في عافية ، وإنّ الذي كان يرزقكن ويكفيني مئونتكن هو الله تعالى ؛ وهو حيّ لا يموت أرجو أن لا يضيعكن وأن يحفظني فيكن ، ثم انصرف</w:t>
      </w:r>
      <w:r>
        <w:rPr>
          <w:rtl/>
          <w:lang w:bidi="fa-IR"/>
        </w:rPr>
        <w:t xml:space="preserve"> ـ.</w:t>
      </w:r>
    </w:p>
    <w:p w:rsidR="00843DF1" w:rsidRPr="00CA52B4" w:rsidRDefault="00843DF1" w:rsidP="00B10281">
      <w:pPr>
        <w:pStyle w:val="libVar"/>
        <w:rPr>
          <w:rtl/>
          <w:lang w:bidi="fa-IR"/>
        </w:rPr>
      </w:pPr>
      <w:r w:rsidRPr="00CA52B4">
        <w:rPr>
          <w:rtl/>
          <w:lang w:bidi="fa-IR"/>
        </w:rPr>
        <w:t xml:space="preserve">أخبار شعراء الشيعة / 44. الأعلام 6 / 26. أعيان الشيعة 8 / 448. البداية والنهاية 8 / 52. تأريخ الطبري 6 / 152. الغدير 9 / 119 ، 165 </w:t>
      </w:r>
      <w:r>
        <w:rPr>
          <w:rtl/>
          <w:lang w:bidi="fa-IR"/>
        </w:rPr>
        <w:t>و 1</w:t>
      </w:r>
      <w:r w:rsidRPr="00CA52B4">
        <w:rPr>
          <w:rtl/>
          <w:lang w:bidi="fa-IR"/>
        </w:rPr>
        <w:t>1 / 46 ، 51 ، 53 ، 490.</w:t>
      </w:r>
      <w:r>
        <w:rPr>
          <w:rFonts w:hint="cs"/>
          <w:rtl/>
          <w:lang w:bidi="fa-IR"/>
        </w:rPr>
        <w:t xml:space="preserve"> </w:t>
      </w:r>
      <w:r w:rsidRPr="00CA52B4">
        <w:rPr>
          <w:rtl/>
          <w:lang w:bidi="fa-IR"/>
        </w:rPr>
        <w:t>الغارات 2 / 425. قاموس الرجال 7 / 381. الكامل في التأريخ 3 / 203 ، 477 ، 483 ، 486.</w:t>
      </w:r>
    </w:p>
    <w:p w:rsidR="00843DF1" w:rsidRPr="00CA52B4" w:rsidRDefault="00843DF1" w:rsidP="00EB70B9">
      <w:pPr>
        <w:pStyle w:val="libBold1"/>
        <w:rPr>
          <w:rtl/>
          <w:lang w:bidi="fa-IR"/>
        </w:rPr>
      </w:pPr>
      <w:r w:rsidRPr="00CA52B4">
        <w:rPr>
          <w:rtl/>
        </w:rPr>
        <w:t>924</w:t>
      </w:r>
      <w:r>
        <w:rPr>
          <w:rtl/>
        </w:rPr>
        <w:t xml:space="preserve"> ـ </w:t>
      </w:r>
      <w:r w:rsidRPr="00CA52B4">
        <w:rPr>
          <w:rtl/>
          <w:lang w:bidi="fa-IR"/>
        </w:rPr>
        <w:t>قترة الساعدي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ذكره الشيخ الطوسي في رجاله بهذا العنوان من أصحاب عليّ</w:t>
      </w:r>
    </w:p>
    <w:p w:rsidR="00843DF1" w:rsidRPr="00CA52B4" w:rsidRDefault="00843DF1" w:rsidP="00B10281">
      <w:pPr>
        <w:pStyle w:val="libNormal0"/>
        <w:rPr>
          <w:rtl/>
          <w:lang w:bidi="fa-IR"/>
        </w:rPr>
      </w:pPr>
      <w:r>
        <w:rPr>
          <w:rtl/>
          <w:lang w:bidi="fa-IR"/>
        </w:rPr>
        <w:br w:type="page"/>
      </w:r>
      <w:r>
        <w:rPr>
          <w:rtl/>
          <w:lang w:bidi="fa-IR"/>
        </w:rPr>
        <w:lastRenderedPageBreak/>
        <w:t>(</w:t>
      </w:r>
      <w:r w:rsidRPr="00CA52B4">
        <w:rPr>
          <w:rtl/>
          <w:lang w:bidi="fa-IR"/>
        </w:rPr>
        <w:t>عليه السلام</w:t>
      </w:r>
      <w:r>
        <w:rPr>
          <w:rtl/>
          <w:lang w:bidi="fa-IR"/>
        </w:rPr>
        <w:t>).</w:t>
      </w:r>
      <w:r w:rsidRPr="00CA52B4">
        <w:rPr>
          <w:rtl/>
          <w:lang w:bidi="fa-IR"/>
        </w:rPr>
        <w:t xml:space="preserve"> وتبعه الآخرون نقلا عنه ولم أقف على شيء من ترجمته رغم التتبع والبحث.</w:t>
      </w:r>
    </w:p>
    <w:p w:rsidR="00843DF1" w:rsidRPr="00CA52B4" w:rsidRDefault="00843DF1" w:rsidP="00B10281">
      <w:pPr>
        <w:pStyle w:val="libVar"/>
        <w:rPr>
          <w:rtl/>
          <w:lang w:bidi="fa-IR"/>
        </w:rPr>
      </w:pPr>
      <w:r w:rsidRPr="00CA52B4">
        <w:rPr>
          <w:rtl/>
          <w:lang w:bidi="fa-IR"/>
        </w:rPr>
        <w:t>تنقيح المقال 2 / 325. جامع الرواة 2 / 23. رجال الشيخ الطوسي / 55. مجمع الرجال 5 / 56. معجم رجال الحديث 14 / 73. منتهى المقال / 251. نقد الرجال / 273.</w:t>
      </w:r>
    </w:p>
    <w:p w:rsidR="00843DF1" w:rsidRPr="00CA52B4" w:rsidRDefault="00843DF1" w:rsidP="00EB70B9">
      <w:pPr>
        <w:pStyle w:val="libBold1"/>
        <w:rPr>
          <w:rtl/>
          <w:lang w:bidi="fa-IR"/>
        </w:rPr>
      </w:pPr>
      <w:r w:rsidRPr="00CA52B4">
        <w:rPr>
          <w:rtl/>
        </w:rPr>
        <w:t>925</w:t>
      </w:r>
      <w:r>
        <w:rPr>
          <w:rtl/>
        </w:rPr>
        <w:t xml:space="preserve"> ـ </w:t>
      </w:r>
      <w:r w:rsidRPr="00CA52B4">
        <w:rPr>
          <w:rtl/>
          <w:lang w:bidi="fa-IR"/>
        </w:rPr>
        <w:t>قثم بن العباس بن عبد المطلب بن هاشم بن عبد مناف قتل 56 ه</w:t>
      </w:r>
      <w:r w:rsidRPr="00CA52B4">
        <w:rPr>
          <w:rtl/>
        </w:rPr>
        <w:t>.</w:t>
      </w:r>
    </w:p>
    <w:p w:rsidR="00843DF1" w:rsidRPr="00CA52B4" w:rsidRDefault="00843DF1" w:rsidP="00347E77">
      <w:pPr>
        <w:pStyle w:val="libNormal"/>
        <w:rPr>
          <w:rtl/>
          <w:lang w:bidi="fa-IR"/>
        </w:rPr>
      </w:pPr>
      <w:r w:rsidRPr="00CA52B4">
        <w:rPr>
          <w:rtl/>
          <w:lang w:bidi="fa-IR"/>
        </w:rPr>
        <w:t xml:space="preserve">أمه أم الفضل وهو رضيع الإمام الحسن </w:t>
      </w:r>
      <w:r>
        <w:rPr>
          <w:rtl/>
          <w:lang w:bidi="fa-IR"/>
        </w:rPr>
        <w:t>(</w:t>
      </w:r>
      <w:r w:rsidRPr="00CA52B4">
        <w:rPr>
          <w:rtl/>
          <w:lang w:bidi="fa-IR"/>
        </w:rPr>
        <w:t>عليه السلام</w:t>
      </w:r>
      <w:r>
        <w:rPr>
          <w:rtl/>
          <w:lang w:bidi="fa-IR"/>
        </w:rPr>
        <w:t>)</w:t>
      </w:r>
      <w:r w:rsidRPr="00CA52B4">
        <w:rPr>
          <w:rtl/>
          <w:lang w:bidi="fa-IR"/>
        </w:rPr>
        <w:t xml:space="preserve"> ، وكان يشبّه بالنبيّ </w:t>
      </w:r>
      <w:r>
        <w:rPr>
          <w:rtl/>
          <w:lang w:bidi="fa-IR"/>
        </w:rPr>
        <w:t>(</w:t>
      </w:r>
      <w:r w:rsidRPr="00CA52B4">
        <w:rPr>
          <w:rtl/>
          <w:lang w:bidi="fa-IR"/>
        </w:rPr>
        <w:t>صلّى الله عليه وآله وسلّم</w:t>
      </w:r>
      <w:r>
        <w:rPr>
          <w:rtl/>
          <w:lang w:bidi="fa-IR"/>
        </w:rPr>
        <w:t>)</w:t>
      </w:r>
      <w:r w:rsidRPr="00CA52B4">
        <w:rPr>
          <w:rtl/>
          <w:lang w:bidi="fa-IR"/>
        </w:rPr>
        <w:t xml:space="preserve"> ، وهو آخر من خرج من قبره </w:t>
      </w:r>
      <w:r>
        <w:rPr>
          <w:rtl/>
          <w:lang w:bidi="fa-IR"/>
        </w:rPr>
        <w:t>(</w:t>
      </w:r>
      <w:r w:rsidRPr="00CA52B4">
        <w:rPr>
          <w:rtl/>
          <w:lang w:bidi="fa-IR"/>
        </w:rPr>
        <w:t>صلّى الله عليه وآله وسلّم</w:t>
      </w:r>
      <w:r>
        <w:rPr>
          <w:rtl/>
          <w:lang w:bidi="fa-IR"/>
        </w:rPr>
        <w:t>)</w:t>
      </w:r>
      <w:r w:rsidRPr="00CA52B4">
        <w:rPr>
          <w:rtl/>
          <w:lang w:bidi="fa-IR"/>
        </w:rPr>
        <w:t xml:space="preserve"> ممن نزل فيه. وعيّن واليا لأمير المؤمنين </w:t>
      </w:r>
      <w:r>
        <w:rPr>
          <w:rtl/>
          <w:lang w:bidi="fa-IR"/>
        </w:rPr>
        <w:t>(</w:t>
      </w:r>
      <w:r w:rsidRPr="00CA52B4">
        <w:rPr>
          <w:rtl/>
          <w:lang w:bidi="fa-IR"/>
        </w:rPr>
        <w:t>عليه السلام</w:t>
      </w:r>
      <w:r>
        <w:rPr>
          <w:rtl/>
          <w:lang w:bidi="fa-IR"/>
        </w:rPr>
        <w:t>)</w:t>
      </w:r>
      <w:r w:rsidRPr="00CA52B4">
        <w:rPr>
          <w:rtl/>
          <w:lang w:bidi="fa-IR"/>
        </w:rPr>
        <w:t xml:space="preserve"> على مكة ، فلم يزل بها حتّى قتل </w:t>
      </w:r>
      <w:r>
        <w:rPr>
          <w:rtl/>
          <w:lang w:bidi="fa-IR"/>
        </w:rPr>
        <w:t>(</w:t>
      </w:r>
      <w:r w:rsidRPr="00CA52B4">
        <w:rPr>
          <w:rtl/>
          <w:lang w:bidi="fa-IR"/>
        </w:rPr>
        <w:t>عليه السلام</w:t>
      </w:r>
      <w:r>
        <w:rPr>
          <w:rtl/>
          <w:lang w:bidi="fa-IR"/>
        </w:rPr>
        <w:t>)</w:t>
      </w:r>
      <w:r w:rsidRPr="00CA52B4">
        <w:rPr>
          <w:rtl/>
          <w:lang w:bidi="fa-IR"/>
        </w:rPr>
        <w:t xml:space="preserve"> ، وفي أيام معاوية سار إلى سمرقند ، مع سعيد بن عثمان ، فقتل بها وقبره خارج سور سمرقند ، في قبة عالية معروفة. وله في المعاجم شعر كثير. وليس له عقب. واجتاز به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وهو يلعب فحمله وقبله. وقيل : إنّ قبره بخراسان. قالت أم الفضل للنبيّ </w:t>
      </w:r>
      <w:r>
        <w:rPr>
          <w:rtl/>
          <w:lang w:bidi="fa-IR"/>
        </w:rPr>
        <w:t>(</w:t>
      </w:r>
      <w:r w:rsidRPr="00CA52B4">
        <w:rPr>
          <w:rtl/>
          <w:lang w:bidi="fa-IR"/>
        </w:rPr>
        <w:t>صلّى الله عليه وآله وسلّم</w:t>
      </w:r>
      <w:r>
        <w:rPr>
          <w:rtl/>
          <w:lang w:bidi="fa-IR"/>
        </w:rPr>
        <w:t>)</w:t>
      </w:r>
      <w:r w:rsidRPr="00CA52B4">
        <w:rPr>
          <w:rtl/>
          <w:lang w:bidi="fa-IR"/>
        </w:rPr>
        <w:t xml:space="preserve"> : رأيت كأنّ في بيتي عضوا من أعضائك ، قال : «خيرا رأيت ، تلد فاطمة غلاما ترضعينه بلبن ابنك قثم» ، فولدت الحسن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إتقان المقال / 217. الاستيعاب 3 / 275. أسد الغابة 4 / 157. الاشتقاق / 64 ، 69. الإصابة 3 / 226. أعلام نهج البلاغة / 41. أنساب الأشراف 3 / 125 ، وج 2 / 300. الأعلام 6 / 29. البداية والنهاية 7 / 230 وج 8 / 78. تاريخ الطبري 5 / 163. وج 6 / 53 وج 13 / 29. تاريخ الخلفاء / 205. تاريخ الخميس 2 / 172 ، 296. تحفة الأحباب / 278. تقريب التهذيب 2 / 123. تنقيح المقال 2 / 325.</w:t>
      </w:r>
      <w:r>
        <w:rPr>
          <w:rFonts w:hint="cs"/>
          <w:rtl/>
          <w:lang w:bidi="fa-IR"/>
        </w:rPr>
        <w:t xml:space="preserve"> </w:t>
      </w:r>
      <w:r w:rsidRPr="00CA52B4">
        <w:rPr>
          <w:rtl/>
          <w:lang w:bidi="fa-IR"/>
        </w:rPr>
        <w:t xml:space="preserve">تهذيب التهذيب 8 / 361. جامع الرواة 2 / 23. الجرح والتعديل 7 / 145. جمهرة أنساب العرب / 18. الدرجات الرفيعة / 151. رجال ابن داود / 154. رجال الطوسي / 55. سفينة البحار 2 / 407. شذرات الذهب 1 / 61. ابن أبي الحديد 1 / 341 </w:t>
      </w:r>
      <w:r>
        <w:rPr>
          <w:rtl/>
          <w:lang w:bidi="fa-IR"/>
        </w:rPr>
        <w:t>و 2</w:t>
      </w:r>
      <w:r w:rsidRPr="00CA52B4">
        <w:rPr>
          <w:rtl/>
          <w:lang w:bidi="fa-IR"/>
        </w:rPr>
        <w:t xml:space="preserve"> / 11 </w:t>
      </w:r>
      <w:r>
        <w:rPr>
          <w:rtl/>
          <w:lang w:bidi="fa-IR"/>
        </w:rPr>
        <w:t>و 3</w:t>
      </w:r>
      <w:r w:rsidRPr="00CA52B4">
        <w:rPr>
          <w:rtl/>
          <w:lang w:bidi="fa-IR"/>
        </w:rPr>
        <w:t xml:space="preserve"> / 13 21 </w:t>
      </w:r>
      <w:r>
        <w:rPr>
          <w:rtl/>
          <w:lang w:bidi="fa-IR"/>
        </w:rPr>
        <w:t>و 1</w:t>
      </w:r>
      <w:r w:rsidRPr="00CA52B4">
        <w:rPr>
          <w:rtl/>
          <w:lang w:bidi="fa-IR"/>
        </w:rPr>
        <w:t xml:space="preserve">3 / 37 </w:t>
      </w:r>
      <w:r>
        <w:rPr>
          <w:rtl/>
          <w:lang w:bidi="fa-IR"/>
        </w:rPr>
        <w:t>و 1</w:t>
      </w:r>
      <w:r w:rsidRPr="00CA52B4">
        <w:rPr>
          <w:rtl/>
          <w:lang w:bidi="fa-IR"/>
        </w:rPr>
        <w:t xml:space="preserve">4 / 184 </w:t>
      </w:r>
      <w:r>
        <w:rPr>
          <w:rtl/>
          <w:lang w:bidi="fa-IR"/>
        </w:rPr>
        <w:t>و 1</w:t>
      </w:r>
      <w:r w:rsidRPr="00CA52B4">
        <w:rPr>
          <w:rtl/>
          <w:lang w:bidi="fa-IR"/>
        </w:rPr>
        <w:t xml:space="preserve">6 / 138 </w:t>
      </w:r>
      <w:r>
        <w:rPr>
          <w:rtl/>
          <w:lang w:bidi="fa-IR"/>
        </w:rPr>
        <w:t>و 1</w:t>
      </w:r>
      <w:r w:rsidRPr="00CA52B4">
        <w:rPr>
          <w:rtl/>
          <w:lang w:bidi="fa-IR"/>
        </w:rPr>
        <w:t xml:space="preserve">8 / 30. الطبقات الكبرى 2 / 291 </w:t>
      </w:r>
      <w:r>
        <w:rPr>
          <w:rtl/>
          <w:lang w:bidi="fa-IR"/>
        </w:rPr>
        <w:t>و 4</w:t>
      </w:r>
      <w:r w:rsidRPr="00CA52B4">
        <w:rPr>
          <w:rtl/>
          <w:lang w:bidi="fa-IR"/>
        </w:rPr>
        <w:t xml:space="preserve"> / 6 ، 15 ، 17 ، 33. العقد الفريد 5 / 7. الغدير 11 / 20</w:t>
      </w:r>
      <w:r>
        <w:rPr>
          <w:rtl/>
          <w:lang w:bidi="fa-IR"/>
        </w:rPr>
        <w:t xml:space="preserve"> ـ </w:t>
      </w:r>
      <w:r w:rsidRPr="00CA52B4">
        <w:rPr>
          <w:rtl/>
          <w:lang w:bidi="fa-IR"/>
        </w:rPr>
        <w:t>26.</w:t>
      </w:r>
      <w:r>
        <w:rPr>
          <w:rFonts w:hint="cs"/>
          <w:rtl/>
          <w:lang w:bidi="fa-IR"/>
        </w:rPr>
        <w:t xml:space="preserve"> </w:t>
      </w:r>
      <w:r w:rsidRPr="00CA52B4">
        <w:rPr>
          <w:rtl/>
          <w:lang w:bidi="fa-IR"/>
        </w:rPr>
        <w:t xml:space="preserve">الغارات 1 / 428 ، 507 ، 513 ، 608 ، 621 ، 683. الفوائد الرجالية 1 / 244. قاموس الرجال 7 / 383. الكامل في التأريخ 2 / 332 </w:t>
      </w:r>
      <w:r>
        <w:rPr>
          <w:rtl/>
          <w:lang w:bidi="fa-IR"/>
        </w:rPr>
        <w:t>و 3</w:t>
      </w:r>
      <w:r w:rsidRPr="00CA52B4">
        <w:rPr>
          <w:rtl/>
          <w:lang w:bidi="fa-IR"/>
        </w:rPr>
        <w:t xml:space="preserve"> / 204 ، 222 ، 350 ، 374 ، 377 ، 398 ، 513. مجمع الرجال 5 / 57. مرآة الجنان 1 / 128. مروج الذهب 2 / 369.</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المعارف / 53. معجم الثقات / 321. معجم رجال الحديث 14 / 76. المناقب 3 / 151. منتهى المقال / 251. مجالس المؤمنين 1 / 192. نقد الرجال / 273. النهاية في غريب الحديث 2 / 202. وفيات الأعيان 3 / 64 </w:t>
      </w:r>
      <w:r>
        <w:rPr>
          <w:rtl/>
          <w:lang w:bidi="fa-IR"/>
        </w:rPr>
        <w:t>و 6</w:t>
      </w:r>
      <w:r w:rsidRPr="00CA52B4">
        <w:rPr>
          <w:rtl/>
          <w:lang w:bidi="fa-IR"/>
        </w:rPr>
        <w:t xml:space="preserve"> / 351.</w:t>
      </w:r>
    </w:p>
    <w:p w:rsidR="00843DF1" w:rsidRPr="00CA52B4" w:rsidRDefault="00843DF1" w:rsidP="00EB70B9">
      <w:pPr>
        <w:pStyle w:val="libBold1"/>
        <w:rPr>
          <w:rtl/>
          <w:lang w:bidi="fa-IR"/>
        </w:rPr>
      </w:pPr>
      <w:r w:rsidRPr="00CA52B4">
        <w:rPr>
          <w:rtl/>
        </w:rPr>
        <w:t>926</w:t>
      </w:r>
      <w:r>
        <w:rPr>
          <w:rtl/>
        </w:rPr>
        <w:t xml:space="preserve"> ـ </w:t>
      </w:r>
      <w:r w:rsidRPr="00CA52B4">
        <w:rPr>
          <w:rtl/>
          <w:lang w:bidi="fa-IR"/>
        </w:rPr>
        <w:t>قثم بن لؤلؤة</w:t>
      </w:r>
      <w:r>
        <w:rPr>
          <w:rtl/>
        </w:rPr>
        <w:t xml:space="preserve"> ....</w:t>
      </w:r>
    </w:p>
    <w:p w:rsidR="00843DF1" w:rsidRPr="00CA52B4" w:rsidRDefault="00843DF1" w:rsidP="00347E77">
      <w:pPr>
        <w:pStyle w:val="libNormal"/>
        <w:rPr>
          <w:rtl/>
          <w:lang w:bidi="fa-IR"/>
        </w:rPr>
      </w:pPr>
      <w:r w:rsidRPr="00CA52B4">
        <w:rPr>
          <w:rtl/>
          <w:lang w:bidi="fa-IR"/>
        </w:rPr>
        <w:t>محدّث. وكان مولى العباس بن عبد المطلب. روى أيضا عن عبد الله بن جعفر بن أبي طالب. روى عنه مغيرة بن مقسم. ويزيد بن عبد الرحمن الدالاني. والوليد بن عبد الله بن جميع. وله في السنن أحاديث.</w:t>
      </w:r>
    </w:p>
    <w:p w:rsidR="00843DF1" w:rsidRPr="00CA52B4" w:rsidRDefault="00843DF1" w:rsidP="00B10281">
      <w:pPr>
        <w:pStyle w:val="libVar"/>
        <w:rPr>
          <w:rtl/>
          <w:lang w:bidi="fa-IR"/>
        </w:rPr>
      </w:pPr>
      <w:r w:rsidRPr="00CA52B4">
        <w:rPr>
          <w:rtl/>
          <w:lang w:bidi="fa-IR"/>
        </w:rPr>
        <w:t>تهذيب التهذيب 8 / 362. الجرح والتعديل 7 / 145.</w:t>
      </w:r>
    </w:p>
    <w:p w:rsidR="00843DF1" w:rsidRPr="00CA52B4" w:rsidRDefault="00843DF1" w:rsidP="00EB70B9">
      <w:pPr>
        <w:pStyle w:val="libBold1"/>
        <w:rPr>
          <w:rtl/>
          <w:lang w:bidi="fa-IR"/>
        </w:rPr>
      </w:pPr>
      <w:r w:rsidRPr="00CA52B4">
        <w:rPr>
          <w:rtl/>
        </w:rPr>
        <w:t>927</w:t>
      </w:r>
      <w:r>
        <w:rPr>
          <w:rtl/>
        </w:rPr>
        <w:t xml:space="preserve"> ـ </w:t>
      </w:r>
      <w:r w:rsidRPr="00CA52B4">
        <w:rPr>
          <w:rtl/>
          <w:lang w:bidi="fa-IR"/>
        </w:rPr>
        <w:t>قدامة السعيدي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 ، شهد مشاهد أمير المؤمنين </w:t>
      </w:r>
      <w:r>
        <w:rPr>
          <w:rtl/>
          <w:lang w:bidi="fa-IR"/>
        </w:rPr>
        <w:t>(</w:t>
      </w:r>
      <w:r w:rsidRPr="00CA52B4">
        <w:rPr>
          <w:rtl/>
          <w:lang w:bidi="fa-IR"/>
        </w:rPr>
        <w:t>عليه السلام</w:t>
      </w:r>
      <w:r>
        <w:rPr>
          <w:rtl/>
          <w:lang w:bidi="fa-IR"/>
        </w:rPr>
        <w:t>).</w:t>
      </w:r>
      <w:r w:rsidRPr="00CA52B4">
        <w:rPr>
          <w:rtl/>
          <w:lang w:bidi="fa-IR"/>
        </w:rPr>
        <w:t xml:space="preserve"> تفرد بذكره الفقيه القاضي ضياء الدين السيد نور الله بن شريف بن نور الله بن محمد شاه بن مبارز الحسيني التستري المرعشي الشهيد سنة 1019 ه‍ ، نقلا عن أبي الفتوح جمال الدين حسين بن عليّ بن محمد بن أحمد الخزاعي الرازي من فقهاء القرن السادس الهجري</w:t>
      </w:r>
      <w:r>
        <w:rPr>
          <w:rtl/>
          <w:lang w:bidi="fa-IR"/>
        </w:rPr>
        <w:t xml:space="preserve"> ..</w:t>
      </w:r>
      <w:r w:rsidRPr="00CA52B4">
        <w:rPr>
          <w:rtl/>
          <w:lang w:bidi="fa-IR"/>
        </w:rPr>
        <w:t xml:space="preserve">. فقال حين ردت الشمس في بابل على إثر دعاء الإمام عليّ بن أبي طالب </w:t>
      </w:r>
      <w:r>
        <w:rPr>
          <w:rtl/>
          <w:lang w:bidi="fa-IR"/>
        </w:rPr>
        <w:t>(</w:t>
      </w:r>
      <w:r w:rsidRPr="00CA52B4">
        <w:rPr>
          <w:rtl/>
          <w:lang w:bidi="fa-IR"/>
        </w:rPr>
        <w:t>عليه السلام</w:t>
      </w:r>
      <w:r>
        <w:rPr>
          <w:rtl/>
          <w:lang w:bidi="fa-IR"/>
        </w:rPr>
        <w:t>)</w:t>
      </w:r>
      <w:r w:rsidRPr="00CA52B4">
        <w:rPr>
          <w:rtl/>
          <w:lang w:bidi="fa-IR"/>
        </w:rPr>
        <w:t xml:space="preserve"> لكي يقيم الصلاة ، كان قدامة في ركب الإمام ومن أنصاره ، فارتجل قائلا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ردّ الوصيّ لنا الشمس التي غربت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حتّى قضينا صلاة العصر في مهل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لا أنسه حين يدعوها فتتبعه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طوعا بتلبية ها ها على عجل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فتلك آيته فينا وحجته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فهل له في جميع الناس من مثل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أقسمت لا أبتغي يوما به بدلا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هل يكون لنور الله من بدل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حسبي أبو حسن مولى أدين به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من به دان رسل الله في الأول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مجالس المؤمنين 1 / 321. مناقب ابن شهر اشوب 2 / 319.</w:t>
      </w:r>
    </w:p>
    <w:p w:rsidR="00843DF1" w:rsidRPr="00CA52B4" w:rsidRDefault="00843DF1" w:rsidP="00EB70B9">
      <w:pPr>
        <w:pStyle w:val="libBold1"/>
        <w:rPr>
          <w:rtl/>
          <w:lang w:bidi="fa-IR"/>
        </w:rPr>
      </w:pPr>
      <w:r w:rsidRPr="00CA52B4">
        <w:rPr>
          <w:rtl/>
        </w:rPr>
        <w:t>928</w:t>
      </w:r>
      <w:r>
        <w:rPr>
          <w:rtl/>
        </w:rPr>
        <w:t xml:space="preserve"> ـ </w:t>
      </w:r>
      <w:r w:rsidRPr="00CA52B4">
        <w:rPr>
          <w:rtl/>
          <w:lang w:bidi="fa-IR"/>
        </w:rPr>
        <w:t>قدامة بن عتاب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أيضا عن عبد الله بن مسعود. روى عنه القعقاع ،</w:t>
      </w:r>
    </w:p>
    <w:p w:rsidR="00843DF1" w:rsidRPr="00CA52B4" w:rsidRDefault="00843DF1" w:rsidP="00B10281">
      <w:pPr>
        <w:pStyle w:val="libNormal0"/>
        <w:rPr>
          <w:rtl/>
          <w:lang w:bidi="fa-IR"/>
        </w:rPr>
      </w:pPr>
      <w:r>
        <w:rPr>
          <w:rtl/>
          <w:lang w:bidi="fa-IR"/>
        </w:rPr>
        <w:br w:type="page"/>
      </w:r>
      <w:r w:rsidRPr="00CA52B4">
        <w:rPr>
          <w:rtl/>
          <w:lang w:bidi="fa-IR"/>
        </w:rPr>
        <w:lastRenderedPageBreak/>
        <w:t>ومغيرة بن مقسم. ذكره أبو محمد عبد الرحمن بن أبي حاتم محمد الرازي</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الجرح والتعديل 7 / 127.</w:t>
      </w:r>
    </w:p>
    <w:p w:rsidR="00843DF1" w:rsidRPr="00CA52B4" w:rsidRDefault="00843DF1" w:rsidP="00EB70B9">
      <w:pPr>
        <w:pStyle w:val="libBold1"/>
        <w:rPr>
          <w:rtl/>
          <w:lang w:bidi="fa-IR"/>
        </w:rPr>
      </w:pPr>
      <w:r w:rsidRPr="00CA52B4">
        <w:rPr>
          <w:rtl/>
        </w:rPr>
        <w:t>929</w:t>
      </w:r>
      <w:r>
        <w:rPr>
          <w:rtl/>
        </w:rPr>
        <w:t xml:space="preserve"> ـ </w:t>
      </w:r>
      <w:r w:rsidRPr="00CA52B4">
        <w:rPr>
          <w:rtl/>
          <w:lang w:bidi="fa-IR"/>
        </w:rPr>
        <w:t>قدامة بن مسروق العبدي المقتول 37 ه</w:t>
      </w:r>
      <w:r w:rsidRPr="00CA52B4">
        <w:rPr>
          <w:rtl/>
        </w:rPr>
        <w:t>.</w:t>
      </w:r>
    </w:p>
    <w:p w:rsidR="00843DF1" w:rsidRPr="00CA52B4" w:rsidRDefault="00843DF1" w:rsidP="00347E77">
      <w:pPr>
        <w:pStyle w:val="libNormal"/>
        <w:rPr>
          <w:rtl/>
          <w:lang w:bidi="fa-IR"/>
        </w:rPr>
      </w:pPr>
      <w:r w:rsidRPr="00CA52B4">
        <w:rPr>
          <w:rtl/>
          <w:lang w:bidi="fa-IR"/>
        </w:rPr>
        <w:t>فارس اشترك في حرب صفين ، وقاتل أهل الشام ووقع صريعا بها.</w:t>
      </w:r>
    </w:p>
    <w:p w:rsidR="00843DF1" w:rsidRPr="00CA52B4" w:rsidRDefault="00843DF1" w:rsidP="00B10281">
      <w:pPr>
        <w:pStyle w:val="libVar"/>
        <w:rPr>
          <w:rtl/>
          <w:lang w:bidi="fa-IR"/>
        </w:rPr>
      </w:pPr>
      <w:r w:rsidRPr="00CA52B4">
        <w:rPr>
          <w:rtl/>
          <w:lang w:bidi="fa-IR"/>
        </w:rPr>
        <w:t>وقعة صفين / 556.</w:t>
      </w:r>
    </w:p>
    <w:p w:rsidR="00843DF1" w:rsidRPr="00CA52B4" w:rsidRDefault="00843DF1" w:rsidP="00EB70B9">
      <w:pPr>
        <w:pStyle w:val="libBold1"/>
        <w:rPr>
          <w:rtl/>
          <w:lang w:bidi="fa-IR"/>
        </w:rPr>
      </w:pPr>
      <w:r w:rsidRPr="00CA52B4">
        <w:rPr>
          <w:rtl/>
        </w:rPr>
        <w:t>930</w:t>
      </w:r>
      <w:r>
        <w:rPr>
          <w:rtl/>
        </w:rPr>
        <w:t xml:space="preserve"> ـ </w:t>
      </w:r>
      <w:r w:rsidRPr="00CA52B4">
        <w:rPr>
          <w:rtl/>
        </w:rPr>
        <w:t xml:space="preserve">قرظة </w:t>
      </w:r>
      <w:r>
        <w:rPr>
          <w:rtl/>
        </w:rPr>
        <w:t>(</w:t>
      </w:r>
      <w:r w:rsidRPr="00CA52B4">
        <w:rPr>
          <w:rtl/>
        </w:rPr>
        <w:t>أبو عمرو</w:t>
      </w:r>
      <w:r>
        <w:rPr>
          <w:rtl/>
        </w:rPr>
        <w:t>)</w:t>
      </w:r>
      <w:r w:rsidRPr="00CA52B4">
        <w:rPr>
          <w:rtl/>
        </w:rPr>
        <w:t xml:space="preserve"> ابن كعب بن عمرو بن عامر بن زيد مناة بن مالك الأغر بن ثعلبة بن كعب بن الخزرج بن الحارث بن الخزرج الأنصاري</w:t>
      </w:r>
      <w:r>
        <w:rPr>
          <w:rtl/>
        </w:rPr>
        <w:t xml:space="preserve"> ..</w:t>
      </w:r>
      <w:r w:rsidRPr="00CA52B4">
        <w:rPr>
          <w:rtl/>
        </w:rPr>
        <w:t>. مات 40 ه‍</w:t>
      </w:r>
      <w:r>
        <w:rPr>
          <w:rtl/>
        </w:rPr>
        <w:t>.</w:t>
      </w:r>
    </w:p>
    <w:p w:rsidR="00843DF1" w:rsidRPr="00CA52B4" w:rsidRDefault="00843DF1" w:rsidP="00347E77">
      <w:pPr>
        <w:pStyle w:val="libNormal"/>
        <w:rPr>
          <w:rtl/>
          <w:lang w:bidi="fa-IR"/>
        </w:rPr>
      </w:pPr>
      <w:r w:rsidRPr="00CA52B4">
        <w:rPr>
          <w:rtl/>
          <w:lang w:bidi="fa-IR"/>
        </w:rPr>
        <w:t xml:space="preserve">ولّاه أمير المؤمنين </w:t>
      </w:r>
      <w:r>
        <w:rPr>
          <w:rtl/>
          <w:lang w:bidi="fa-IR"/>
        </w:rPr>
        <w:t>(</w:t>
      </w:r>
      <w:r w:rsidRPr="00CA52B4">
        <w:rPr>
          <w:rtl/>
          <w:lang w:bidi="fa-IR"/>
        </w:rPr>
        <w:t>عليه السلام</w:t>
      </w:r>
      <w:r>
        <w:rPr>
          <w:rtl/>
          <w:lang w:bidi="fa-IR"/>
        </w:rPr>
        <w:t>)</w:t>
      </w:r>
      <w:r w:rsidRPr="00CA52B4">
        <w:rPr>
          <w:rtl/>
          <w:lang w:bidi="fa-IR"/>
        </w:rPr>
        <w:t xml:space="preserve"> الكوفة وتوفي بها في ولايته. روى عنه الكثيرون. وقد صلّى عليه عليّ </w:t>
      </w:r>
      <w:r>
        <w:rPr>
          <w:rtl/>
          <w:lang w:bidi="fa-IR"/>
        </w:rPr>
        <w:t>(</w:t>
      </w:r>
      <w:r w:rsidRPr="00CA52B4">
        <w:rPr>
          <w:rtl/>
          <w:lang w:bidi="fa-IR"/>
        </w:rPr>
        <w:t>عليه السلام</w:t>
      </w:r>
      <w:r>
        <w:rPr>
          <w:rtl/>
          <w:lang w:bidi="fa-IR"/>
        </w:rPr>
        <w:t>)</w:t>
      </w:r>
      <w:r w:rsidRPr="00CA52B4">
        <w:rPr>
          <w:rtl/>
          <w:lang w:bidi="fa-IR"/>
        </w:rPr>
        <w:t xml:space="preserve"> وهو أول من نيح عليه بالكوفة ، وأعقب : عمرا ، وقد قتل مع الإمام الحسين </w:t>
      </w:r>
      <w:r>
        <w:rPr>
          <w:rtl/>
          <w:lang w:bidi="fa-IR"/>
        </w:rPr>
        <w:t>(</w:t>
      </w:r>
      <w:r w:rsidRPr="00CA52B4">
        <w:rPr>
          <w:rtl/>
          <w:lang w:bidi="fa-IR"/>
        </w:rPr>
        <w:t>عليه السلام</w:t>
      </w:r>
      <w:r>
        <w:rPr>
          <w:rtl/>
          <w:lang w:bidi="fa-IR"/>
        </w:rPr>
        <w:t>)</w:t>
      </w:r>
      <w:r w:rsidRPr="00CA52B4">
        <w:rPr>
          <w:rtl/>
          <w:lang w:bidi="fa-IR"/>
        </w:rPr>
        <w:t xml:space="preserve"> في كربلاء ، بعد أن شهد صفين ، ودفع إليه أمير المؤمنين </w:t>
      </w:r>
      <w:r>
        <w:rPr>
          <w:rtl/>
          <w:lang w:bidi="fa-IR"/>
        </w:rPr>
        <w:t>(</w:t>
      </w:r>
      <w:r w:rsidRPr="00CA52B4">
        <w:rPr>
          <w:rtl/>
          <w:lang w:bidi="fa-IR"/>
        </w:rPr>
        <w:t>عليه السلام</w:t>
      </w:r>
      <w:r>
        <w:rPr>
          <w:rtl/>
          <w:lang w:bidi="fa-IR"/>
        </w:rPr>
        <w:t>)</w:t>
      </w:r>
      <w:r w:rsidRPr="00CA52B4">
        <w:rPr>
          <w:rtl/>
          <w:lang w:bidi="fa-IR"/>
        </w:rPr>
        <w:t xml:space="preserve"> راية الأنصار.</w:t>
      </w:r>
      <w:r>
        <w:rPr>
          <w:rFonts w:hint="cs"/>
          <w:rtl/>
          <w:lang w:bidi="fa-IR"/>
        </w:rPr>
        <w:t xml:space="preserve"> </w:t>
      </w:r>
      <w:r w:rsidRPr="00CA52B4">
        <w:rPr>
          <w:rtl/>
          <w:lang w:bidi="fa-IR"/>
        </w:rPr>
        <w:t>واستعمله أيضا على البهقباذات وهي ثلاث كور ببغداد ، حين توليته الولاة على الأمصار. مات سنة 40 بالكوفة ، وقيل : في إمارة المغيرة على الكوفة لمعاوية.</w:t>
      </w:r>
    </w:p>
    <w:p w:rsidR="00843DF1" w:rsidRPr="00CA52B4" w:rsidRDefault="00843DF1" w:rsidP="00B10281">
      <w:pPr>
        <w:pStyle w:val="libVar"/>
        <w:rPr>
          <w:rtl/>
          <w:lang w:bidi="fa-IR"/>
        </w:rPr>
      </w:pPr>
      <w:r w:rsidRPr="00CA52B4">
        <w:rPr>
          <w:rtl/>
          <w:lang w:bidi="fa-IR"/>
        </w:rPr>
        <w:t>الأخبار الطوال / 153. الاستيعاب 3 / 265. أسد الغابة 4 / 202 وفيه : قرظة بن كعب بن ثعلبة بن عمرو. الإصابة 3 / 231. أنساب الأشراف 2 / 237 ، 264 ، 412.</w:t>
      </w:r>
      <w:r>
        <w:rPr>
          <w:rFonts w:hint="cs"/>
          <w:rtl/>
          <w:lang w:bidi="fa-IR"/>
        </w:rPr>
        <w:t xml:space="preserve"> </w:t>
      </w:r>
      <w:r w:rsidRPr="00CA52B4">
        <w:rPr>
          <w:rtl/>
          <w:lang w:bidi="fa-IR"/>
        </w:rPr>
        <w:t xml:space="preserve">أعيان الشيعة 8 / 449. تاريخ الطبري 6 / 67. تاريخ بغداد 1 / 185. تحفة الأحباب / 279. تقريب التهذيب 2 / 124. تنقيح المقال 2 / 326. تهذيب التهذيب 8 / 368. جامع الرواة 2 / 24. الجرح والتعديل 7 / 144. جمهرة أنساب العرب / 365. الجمل / 215. رجال الطوسي / 55. سفينة البحار / 424. شرح ابن أبي الحديد 2 / 302 </w:t>
      </w:r>
      <w:r>
        <w:rPr>
          <w:rtl/>
          <w:lang w:bidi="fa-IR"/>
        </w:rPr>
        <w:t>و 3</w:t>
      </w:r>
      <w:r w:rsidRPr="00CA52B4">
        <w:rPr>
          <w:rtl/>
          <w:lang w:bidi="fa-IR"/>
        </w:rPr>
        <w:t xml:space="preserve"> / 131. الطبقات الكبرى 3 / 472 </w:t>
      </w:r>
      <w:r>
        <w:rPr>
          <w:rtl/>
          <w:lang w:bidi="fa-IR"/>
        </w:rPr>
        <w:t>و 6</w:t>
      </w:r>
      <w:r w:rsidRPr="00CA52B4">
        <w:rPr>
          <w:rtl/>
          <w:lang w:bidi="fa-IR"/>
        </w:rPr>
        <w:t xml:space="preserve"> / 7. الغدير 6 / 294 </w:t>
      </w:r>
      <w:r>
        <w:rPr>
          <w:rtl/>
          <w:lang w:bidi="fa-IR"/>
        </w:rPr>
        <w:t>و 9</w:t>
      </w:r>
      <w:r w:rsidRPr="00CA52B4">
        <w:rPr>
          <w:rtl/>
          <w:lang w:bidi="fa-IR"/>
        </w:rPr>
        <w:t xml:space="preserve"> / 367. الغارات 1 / 339 </w:t>
      </w:r>
      <w:r>
        <w:rPr>
          <w:rtl/>
          <w:lang w:bidi="fa-IR"/>
        </w:rPr>
        <w:t>و 2</w:t>
      </w:r>
      <w:r w:rsidRPr="00CA52B4">
        <w:rPr>
          <w:rtl/>
          <w:lang w:bidi="fa-IR"/>
        </w:rPr>
        <w:t xml:space="preserve"> / 447 ، 456 ، 775</w:t>
      </w:r>
      <w:r>
        <w:rPr>
          <w:rtl/>
          <w:lang w:bidi="fa-IR"/>
        </w:rPr>
        <w:t xml:space="preserve"> ـ </w:t>
      </w:r>
      <w:r w:rsidRPr="00CA52B4">
        <w:rPr>
          <w:rtl/>
          <w:lang w:bidi="fa-IR"/>
        </w:rPr>
        <w:t>777. قاموس الرجال 7 / 386.</w:t>
      </w:r>
      <w:r>
        <w:rPr>
          <w:rFonts w:hint="cs"/>
          <w:rtl/>
          <w:lang w:bidi="fa-IR"/>
        </w:rPr>
        <w:t xml:space="preserve"> </w:t>
      </w:r>
      <w:r w:rsidRPr="00CA52B4">
        <w:rPr>
          <w:rtl/>
          <w:lang w:bidi="fa-IR"/>
        </w:rPr>
        <w:t xml:space="preserve">الكامل في التأريخ 3 / 33 ، 260 ، 365 ، 403. الكنى والألقاب 3 / 175. مجمع الرجال 7 / 3 </w:t>
      </w:r>
      <w:r>
        <w:rPr>
          <w:rtl/>
          <w:lang w:bidi="fa-IR"/>
        </w:rPr>
        <w:t>و 5</w:t>
      </w:r>
      <w:r w:rsidRPr="00CA52B4">
        <w:rPr>
          <w:rtl/>
          <w:lang w:bidi="fa-IR"/>
        </w:rPr>
        <w:t xml:space="preserve"> / 58. مروج الذهب 2 / 368. معجم الثقات / 321. معجم رجال الحديث 14 / 82. منتهى المقال / 253. نقد الرجال / 273. وقعة صفين / 11.</w:t>
      </w:r>
    </w:p>
    <w:p w:rsidR="00843DF1" w:rsidRPr="00CA52B4" w:rsidRDefault="00843DF1" w:rsidP="00EB70B9">
      <w:pPr>
        <w:pStyle w:val="libBold1"/>
        <w:rPr>
          <w:rtl/>
          <w:lang w:bidi="fa-IR"/>
        </w:rPr>
      </w:pPr>
      <w:r>
        <w:rPr>
          <w:rtl/>
          <w:lang w:bidi="fa-IR"/>
        </w:rPr>
        <w:br w:type="page"/>
      </w:r>
      <w:r w:rsidRPr="00CA52B4">
        <w:rPr>
          <w:rtl/>
        </w:rPr>
        <w:lastRenderedPageBreak/>
        <w:t>931</w:t>
      </w:r>
      <w:r>
        <w:rPr>
          <w:rtl/>
        </w:rPr>
        <w:t xml:space="preserve"> ـ </w:t>
      </w:r>
      <w:r w:rsidRPr="00CA52B4">
        <w:rPr>
          <w:rtl/>
        </w:rPr>
        <w:t>قرة بن نوفل الأشجعي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محارب ، وصاحب النخيلة. اشترك في حرب البصرة ، وحارب جند المرأة. وجعله الإمام </w:t>
      </w:r>
      <w:r>
        <w:rPr>
          <w:rtl/>
          <w:lang w:bidi="fa-IR"/>
        </w:rPr>
        <w:t>(</w:t>
      </w:r>
      <w:r w:rsidRPr="00CA52B4">
        <w:rPr>
          <w:rtl/>
          <w:lang w:bidi="fa-IR"/>
        </w:rPr>
        <w:t>عليه السلام</w:t>
      </w:r>
      <w:r>
        <w:rPr>
          <w:rtl/>
          <w:lang w:bidi="fa-IR"/>
        </w:rPr>
        <w:t>)</w:t>
      </w:r>
      <w:r w:rsidRPr="00CA52B4">
        <w:rPr>
          <w:rtl/>
          <w:lang w:bidi="fa-IR"/>
        </w:rPr>
        <w:t xml:space="preserve"> ، على رجالة أهل الكوفة ، حين رتب الجيوش ونظم الكتائب.</w:t>
      </w:r>
    </w:p>
    <w:p w:rsidR="00843DF1" w:rsidRPr="00CA52B4" w:rsidRDefault="00843DF1" w:rsidP="00B10281">
      <w:pPr>
        <w:pStyle w:val="libVar"/>
        <w:rPr>
          <w:rtl/>
          <w:lang w:bidi="fa-IR"/>
        </w:rPr>
      </w:pPr>
      <w:r w:rsidRPr="00CA52B4">
        <w:rPr>
          <w:rtl/>
          <w:lang w:bidi="fa-IR"/>
        </w:rPr>
        <w:t>الجمل أو النصرة في حرب البصرة / 172.</w:t>
      </w:r>
    </w:p>
    <w:p w:rsidR="00843DF1" w:rsidRPr="00CA52B4" w:rsidRDefault="00843DF1" w:rsidP="00EB70B9">
      <w:pPr>
        <w:pStyle w:val="libBold1"/>
        <w:rPr>
          <w:rtl/>
          <w:lang w:bidi="fa-IR"/>
        </w:rPr>
      </w:pPr>
      <w:r w:rsidRPr="00CA52B4">
        <w:rPr>
          <w:rtl/>
        </w:rPr>
        <w:t>932</w:t>
      </w:r>
      <w:r>
        <w:rPr>
          <w:rtl/>
        </w:rPr>
        <w:t xml:space="preserve"> ـ </w:t>
      </w:r>
      <w:r w:rsidRPr="00CA52B4">
        <w:rPr>
          <w:rtl/>
        </w:rPr>
        <w:t>القعقاع بن الأبرد بن طهرة الطهوي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مع أمير المؤمنين </w:t>
      </w:r>
      <w:r>
        <w:rPr>
          <w:rtl/>
          <w:lang w:bidi="fa-IR"/>
        </w:rPr>
        <w:t>(</w:t>
      </w:r>
      <w:r w:rsidRPr="00CA52B4">
        <w:rPr>
          <w:rtl/>
          <w:lang w:bidi="fa-IR"/>
        </w:rPr>
        <w:t>عليه السلام</w:t>
      </w:r>
      <w:r>
        <w:rPr>
          <w:rtl/>
          <w:lang w:bidi="fa-IR"/>
        </w:rPr>
        <w:t>)</w:t>
      </w:r>
      <w:r w:rsidRPr="00CA52B4">
        <w:rPr>
          <w:rtl/>
          <w:lang w:bidi="fa-IR"/>
        </w:rPr>
        <w:t xml:space="preserve"> بصفين. واستشهد والده الأبرد فيها. وروى عنه إبراهيم بن مسلم العبدي الهجري ، قضايا صفين ، قال :</w:t>
      </w:r>
      <w:r>
        <w:rPr>
          <w:rFonts w:hint="cs"/>
          <w:rtl/>
          <w:lang w:bidi="fa-IR"/>
        </w:rPr>
        <w:t xml:space="preserve"> </w:t>
      </w:r>
      <w:r w:rsidRPr="00CA52B4">
        <w:rPr>
          <w:rtl/>
          <w:lang w:bidi="fa-IR"/>
        </w:rPr>
        <w:t>والله إنّي لواقف قريبا من عليّ بصفين يوم وقعة الخميس ، وقد التقت مذحج ، وكانوا في ميمنة عليّ ، وعك ، وجذام ، ولخم ، والأشعرون ، وكانوا مستبصرين في قتال عليّ. ولقد والله رأيت ذلك اليوم من قتالهم ، وسمعت من وقع السيوف على الرءوس ، وخبط الخيول بحوافرها في الأرض وفي القتلى ، ما الجبال تهد ، ولا الصواعق تصعق بأعظم هولا في الصدور من ذلك الصوت</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أعيان الشيعة 8 / 451. الأخبار الطوال / 173. تنقيح المقال 2 / 327. رجال الطوسي / 55. شرح ابن أبي الحديد 8 / 41. معجم رجال الحديث 14 / 83. وقعة صفين / 363 ، 558.</w:t>
      </w:r>
    </w:p>
    <w:p w:rsidR="00843DF1" w:rsidRPr="00CA52B4" w:rsidRDefault="00843DF1" w:rsidP="00EB70B9">
      <w:pPr>
        <w:pStyle w:val="libBold1"/>
        <w:rPr>
          <w:rtl/>
          <w:lang w:bidi="fa-IR"/>
        </w:rPr>
      </w:pPr>
      <w:r w:rsidRPr="00CA52B4">
        <w:rPr>
          <w:rtl/>
        </w:rPr>
        <w:t>933</w:t>
      </w:r>
      <w:r>
        <w:rPr>
          <w:rtl/>
        </w:rPr>
        <w:t xml:space="preserve"> ـ </w:t>
      </w:r>
      <w:r w:rsidRPr="00CA52B4">
        <w:rPr>
          <w:rtl/>
        </w:rPr>
        <w:t>القعقاع بن عمر والتميمي الجرمي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من أشجع الناس وأعظمهم بلاء ، وله أثر عظيم في قتال الفرس بالقادسية ، شهد مع أمير المؤمنين </w:t>
      </w:r>
      <w:r>
        <w:rPr>
          <w:rtl/>
          <w:lang w:bidi="fa-IR"/>
        </w:rPr>
        <w:t>(</w:t>
      </w:r>
      <w:r w:rsidRPr="00CA52B4">
        <w:rPr>
          <w:rtl/>
          <w:lang w:bidi="fa-IR"/>
        </w:rPr>
        <w:t>عليه السلام</w:t>
      </w:r>
      <w:r>
        <w:rPr>
          <w:rtl/>
          <w:lang w:bidi="fa-IR"/>
        </w:rPr>
        <w:t>)</w:t>
      </w:r>
      <w:r w:rsidRPr="00CA52B4">
        <w:rPr>
          <w:rtl/>
          <w:lang w:bidi="fa-IR"/>
        </w:rPr>
        <w:t xml:space="preserve"> الجمل وغيرها من حروبه.</w:t>
      </w:r>
      <w:r>
        <w:rPr>
          <w:rFonts w:hint="cs"/>
          <w:rtl/>
          <w:lang w:bidi="fa-IR"/>
        </w:rPr>
        <w:t xml:space="preserve"> </w:t>
      </w:r>
      <w:r w:rsidRPr="00CA52B4">
        <w:rPr>
          <w:rtl/>
          <w:lang w:bidi="fa-IR"/>
        </w:rPr>
        <w:t xml:space="preserve">وأرسله عليّ </w:t>
      </w:r>
      <w:r>
        <w:rPr>
          <w:rtl/>
          <w:lang w:bidi="fa-IR"/>
        </w:rPr>
        <w:t>(</w:t>
      </w:r>
      <w:r w:rsidRPr="00CA52B4">
        <w:rPr>
          <w:rtl/>
          <w:lang w:bidi="fa-IR"/>
        </w:rPr>
        <w:t>عليه السلام</w:t>
      </w:r>
      <w:r>
        <w:rPr>
          <w:rtl/>
          <w:lang w:bidi="fa-IR"/>
        </w:rPr>
        <w:t>)</w:t>
      </w:r>
      <w:r w:rsidRPr="00CA52B4">
        <w:rPr>
          <w:rtl/>
          <w:lang w:bidi="fa-IR"/>
        </w:rPr>
        <w:t xml:space="preserve"> إلى طلحة ، والزبير ، فكلمهما بكلام حسن تقارب الناس به إلى الصلح. سكن الكوفة ومات فيها. وله شعر كثير يروى. وهو أول من دخل على عائشة في دار عبد الله بن خلف ، وسلم عليها ، وقالت له :</w:t>
      </w:r>
      <w:r>
        <w:rPr>
          <w:rFonts w:hint="cs"/>
          <w:rtl/>
          <w:lang w:bidi="fa-IR"/>
        </w:rPr>
        <w:t xml:space="preserve"> </w:t>
      </w:r>
      <w:r w:rsidRPr="00CA52B4">
        <w:rPr>
          <w:rtl/>
          <w:lang w:bidi="fa-IR"/>
        </w:rPr>
        <w:t>والله لوددت أنّي مت قبل هذا اليوم بعشرين سنة</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الأنساب / 766. الاستيعاب 3 / 263. أسد الغابة 4 / 207. الإصابة 3 / 239.</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الأعلام 6 / 48. البداية والنهاية 7 / 228. تاريخ الطبري 5 / 188 ، 221. تنقيح المقال 2 / 327. جامع الرواة 2 / 24. رجال الشيخ الطوسي / 56. شرح ابن أبي الحديد 2 / 141. الطبقات الكبرى 6 / 180. الغارات 2 / 920 ، 924. قاموس الرجال 7 / 388. الغدير 8 / 327 </w:t>
      </w:r>
      <w:r>
        <w:rPr>
          <w:rtl/>
          <w:lang w:bidi="fa-IR"/>
        </w:rPr>
        <w:t>و 9</w:t>
      </w:r>
      <w:r w:rsidRPr="00CA52B4">
        <w:rPr>
          <w:rtl/>
          <w:lang w:bidi="fa-IR"/>
        </w:rPr>
        <w:t xml:space="preserve"> / 192 ، 228. الكامل في التاريخ 13 / 290</w:t>
      </w:r>
      <w:r>
        <w:rPr>
          <w:rtl/>
          <w:lang w:bidi="fa-IR"/>
        </w:rPr>
        <w:t xml:space="preserve"> ـ </w:t>
      </w:r>
      <w:r w:rsidRPr="00CA52B4">
        <w:rPr>
          <w:rtl/>
          <w:lang w:bidi="fa-IR"/>
        </w:rPr>
        <w:t>الفهارس</w:t>
      </w:r>
      <w:r>
        <w:rPr>
          <w:rtl/>
          <w:lang w:bidi="fa-IR"/>
        </w:rPr>
        <w:t xml:space="preserve"> ـ.</w:t>
      </w:r>
      <w:r>
        <w:rPr>
          <w:rFonts w:hint="cs"/>
          <w:rtl/>
          <w:lang w:bidi="fa-IR"/>
        </w:rPr>
        <w:t xml:space="preserve"> </w:t>
      </w:r>
      <w:r w:rsidRPr="00CA52B4">
        <w:rPr>
          <w:rtl/>
          <w:lang w:bidi="fa-IR"/>
        </w:rPr>
        <w:t>اللباب 2 / 324. مجمع الرجال 5 / 59. مروج الذهب 2 / 321. معجم رجال الحديث 14 / 84. المناقب 3 / 151. منتهى المقال / 252. نقد الرجال / 273. وفيات الأعيان 3 / 18.</w:t>
      </w:r>
    </w:p>
    <w:p w:rsidR="00843DF1" w:rsidRPr="00CA52B4" w:rsidRDefault="00843DF1" w:rsidP="00EB70B9">
      <w:pPr>
        <w:pStyle w:val="libBold1"/>
        <w:rPr>
          <w:rtl/>
          <w:lang w:bidi="fa-IR"/>
        </w:rPr>
      </w:pPr>
      <w:r w:rsidRPr="00CA52B4">
        <w:rPr>
          <w:rtl/>
        </w:rPr>
        <w:t>934</w:t>
      </w:r>
      <w:r>
        <w:rPr>
          <w:rtl/>
        </w:rPr>
        <w:t xml:space="preserve"> ـ </w:t>
      </w:r>
      <w:r w:rsidRPr="00CA52B4">
        <w:rPr>
          <w:rtl/>
        </w:rPr>
        <w:t>قنبر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مولى أمير المؤمنين </w:t>
      </w:r>
      <w:r>
        <w:rPr>
          <w:rtl/>
          <w:lang w:bidi="fa-IR"/>
        </w:rPr>
        <w:t>(</w:t>
      </w:r>
      <w:r w:rsidRPr="00CA52B4">
        <w:rPr>
          <w:rtl/>
          <w:lang w:bidi="fa-IR"/>
        </w:rPr>
        <w:t>عليه السلام</w:t>
      </w:r>
      <w:r>
        <w:rPr>
          <w:rtl/>
          <w:lang w:bidi="fa-IR"/>
        </w:rPr>
        <w:t>)</w:t>
      </w:r>
      <w:r w:rsidRPr="00CA52B4">
        <w:rPr>
          <w:rtl/>
          <w:lang w:bidi="fa-IR"/>
        </w:rPr>
        <w:t xml:space="preserve"> قتله الحجاج على حبه. وقد اشترك في صفين. جاء أنّه ادخل على الحجاج ، فقال له ما الذي كنت تلي</w:t>
      </w:r>
      <w:r>
        <w:rPr>
          <w:rtl/>
          <w:lang w:bidi="fa-IR"/>
        </w:rPr>
        <w:t>؟</w:t>
      </w:r>
      <w:r w:rsidRPr="00CA52B4">
        <w:rPr>
          <w:rtl/>
          <w:lang w:bidi="fa-IR"/>
        </w:rPr>
        <w:t xml:space="preserve"> عليّ بن أبي طالب ، قال أوضيه ، فقال : ما كان يقول إذا فرغ من وضوئه</w:t>
      </w:r>
      <w:r>
        <w:rPr>
          <w:rtl/>
          <w:lang w:bidi="fa-IR"/>
        </w:rPr>
        <w:t>؟</w:t>
      </w:r>
      <w:r w:rsidRPr="00CA52B4">
        <w:rPr>
          <w:rtl/>
          <w:lang w:bidi="fa-IR"/>
        </w:rPr>
        <w:t xml:space="preserve"> فقال كان يتلو هذه الآية : فلما نسوا ما ذكروا به فتحنا عليهم أبواب كل شيء حتّى اذا فرحوا بما أوتوا أخذناهم بغتة فإذا هم مبلسون فقطع دابر القوم الذين ظلموا والحمد لله رب العالمين</w:t>
      </w:r>
      <w:r>
        <w:rPr>
          <w:rtl/>
          <w:lang w:bidi="fa-IR"/>
        </w:rPr>
        <w:t xml:space="preserve"> ـ.</w:t>
      </w:r>
      <w:r w:rsidRPr="00CA52B4">
        <w:rPr>
          <w:rtl/>
          <w:lang w:bidi="fa-IR"/>
        </w:rPr>
        <w:t xml:space="preserve"> فقال الحجاج أظنه كان يتلوها علينا ، قال :</w:t>
      </w:r>
      <w:r>
        <w:rPr>
          <w:rFonts w:hint="cs"/>
          <w:rtl/>
          <w:lang w:bidi="fa-IR"/>
        </w:rPr>
        <w:t xml:space="preserve"> </w:t>
      </w:r>
      <w:r w:rsidRPr="00CA52B4">
        <w:rPr>
          <w:rtl/>
          <w:lang w:bidi="fa-IR"/>
        </w:rPr>
        <w:t>نعم ، فقال ما أنت صانع إذا ضربت علاوتك. قال : إذا أسعد وتشقى. فأمر به.</w:t>
      </w:r>
    </w:p>
    <w:p w:rsidR="00843DF1" w:rsidRPr="00CA52B4" w:rsidRDefault="00843DF1" w:rsidP="00B10281">
      <w:pPr>
        <w:pStyle w:val="libVar"/>
        <w:rPr>
          <w:rtl/>
          <w:lang w:bidi="fa-IR"/>
        </w:rPr>
      </w:pPr>
      <w:r w:rsidRPr="00CA52B4">
        <w:rPr>
          <w:rtl/>
          <w:lang w:bidi="fa-IR"/>
        </w:rPr>
        <w:t>إتقان المقال / 217. أخبار أصبهان 2 / 328. تاريخ الطبري 5 / 236. تاريخ الخميس 2 / 283. تحفة الأحباب / 279. تنقيح المقال 2 / 327. جامع الرواة 2 / 24.</w:t>
      </w:r>
      <w:r>
        <w:rPr>
          <w:rFonts w:hint="cs"/>
          <w:rtl/>
          <w:lang w:bidi="fa-IR"/>
        </w:rPr>
        <w:t xml:space="preserve"> </w:t>
      </w:r>
      <w:r w:rsidRPr="00CA52B4">
        <w:rPr>
          <w:rtl/>
          <w:lang w:bidi="fa-IR"/>
        </w:rPr>
        <w:t xml:space="preserve">الجرح والتعديل 7 / 146. خلاصة الأقوال / 135. رجال ابن داود / 154. رجال الشيخ الطوسي / 55. رجال الكشي / 72. رجال البرقي / 4. سفينة البحار 2 / 449. شرح ابن أبي الحديد 1 / 148 </w:t>
      </w:r>
      <w:r>
        <w:rPr>
          <w:rtl/>
          <w:lang w:bidi="fa-IR"/>
        </w:rPr>
        <w:t>و 2</w:t>
      </w:r>
      <w:r w:rsidRPr="00CA52B4">
        <w:rPr>
          <w:rtl/>
          <w:lang w:bidi="fa-IR"/>
        </w:rPr>
        <w:t xml:space="preserve"> / 70 ، 199 </w:t>
      </w:r>
      <w:r>
        <w:rPr>
          <w:rtl/>
          <w:lang w:bidi="fa-IR"/>
        </w:rPr>
        <w:t>و 5</w:t>
      </w:r>
      <w:r w:rsidRPr="00CA52B4">
        <w:rPr>
          <w:rtl/>
          <w:lang w:bidi="fa-IR"/>
        </w:rPr>
        <w:t xml:space="preserve"> / 5 </w:t>
      </w:r>
      <w:r>
        <w:rPr>
          <w:rtl/>
          <w:lang w:bidi="fa-IR"/>
        </w:rPr>
        <w:t>و 6</w:t>
      </w:r>
      <w:r w:rsidRPr="00CA52B4">
        <w:rPr>
          <w:rtl/>
          <w:lang w:bidi="fa-IR"/>
        </w:rPr>
        <w:t xml:space="preserve"> / 117 </w:t>
      </w:r>
      <w:r>
        <w:rPr>
          <w:rtl/>
          <w:lang w:bidi="fa-IR"/>
        </w:rPr>
        <w:t>و 8</w:t>
      </w:r>
      <w:r w:rsidRPr="00CA52B4">
        <w:rPr>
          <w:rtl/>
          <w:lang w:bidi="fa-IR"/>
        </w:rPr>
        <w:t xml:space="preserve"> / 49 ، 119 </w:t>
      </w:r>
      <w:r>
        <w:rPr>
          <w:rtl/>
          <w:lang w:bidi="fa-IR"/>
        </w:rPr>
        <w:t>و 9</w:t>
      </w:r>
      <w:r w:rsidRPr="00CA52B4">
        <w:rPr>
          <w:rtl/>
          <w:lang w:bidi="fa-IR"/>
        </w:rPr>
        <w:t xml:space="preserve"> / 14 </w:t>
      </w:r>
      <w:r>
        <w:rPr>
          <w:rtl/>
          <w:lang w:bidi="fa-IR"/>
        </w:rPr>
        <w:t>و 1</w:t>
      </w:r>
      <w:r w:rsidRPr="00CA52B4">
        <w:rPr>
          <w:rtl/>
          <w:lang w:bidi="fa-IR"/>
        </w:rPr>
        <w:t xml:space="preserve">1 / 254. العقد الفريد 5 / 39 ، 58. الغدير 2 / 150 </w:t>
      </w:r>
      <w:r>
        <w:rPr>
          <w:rtl/>
          <w:lang w:bidi="fa-IR"/>
        </w:rPr>
        <w:t>و 6</w:t>
      </w:r>
      <w:r w:rsidRPr="00CA52B4">
        <w:rPr>
          <w:rtl/>
          <w:lang w:bidi="fa-IR"/>
        </w:rPr>
        <w:t xml:space="preserve"> / 105 </w:t>
      </w:r>
      <w:r>
        <w:rPr>
          <w:rtl/>
          <w:lang w:bidi="fa-IR"/>
        </w:rPr>
        <w:t>و 9</w:t>
      </w:r>
      <w:r w:rsidRPr="00CA52B4">
        <w:rPr>
          <w:rtl/>
          <w:lang w:bidi="fa-IR"/>
        </w:rPr>
        <w:t xml:space="preserve"> / 236. الغارات 1 / 55 ، 106 </w:t>
      </w:r>
      <w:r>
        <w:rPr>
          <w:rtl/>
          <w:lang w:bidi="fa-IR"/>
        </w:rPr>
        <w:t>و 2</w:t>
      </w:r>
      <w:r w:rsidRPr="00CA52B4">
        <w:rPr>
          <w:rtl/>
          <w:lang w:bidi="fa-IR"/>
        </w:rPr>
        <w:t xml:space="preserve"> / 723. قاموس الرجال 7 / 389. الكامل في التأريخ 3 / 279 ، 401. لسان الميزان 4 / 475. مجمع الرجال 5 / 59. المشتبه 2 / 523. معجم الثقات / 321. معجم رجال الحديث 14 / 85. المناقب 3 / 174. منتهى المقال / 251. ميزان الاعتدال 3 / 392. مجالس المؤمنين 1 / 314. نقد الرجال / 274. النهاية في غريب الحديث 1 / 92. وقعة صفين / 43 ، 374. وفيات الأعيان 6 / 400.</w:t>
      </w:r>
    </w:p>
    <w:p w:rsidR="00843DF1" w:rsidRPr="00CA52B4" w:rsidRDefault="00843DF1" w:rsidP="00EB70B9">
      <w:pPr>
        <w:pStyle w:val="libBold1"/>
        <w:rPr>
          <w:rtl/>
          <w:lang w:bidi="fa-IR"/>
        </w:rPr>
      </w:pPr>
      <w:r>
        <w:rPr>
          <w:rtl/>
          <w:lang w:bidi="fa-IR"/>
        </w:rPr>
        <w:br w:type="page"/>
      </w:r>
      <w:r w:rsidRPr="00CA52B4">
        <w:rPr>
          <w:rtl/>
        </w:rPr>
        <w:lastRenderedPageBreak/>
        <w:t>935</w:t>
      </w:r>
      <w:r>
        <w:rPr>
          <w:rtl/>
        </w:rPr>
        <w:t xml:space="preserve"> ـ </w:t>
      </w:r>
      <w:r w:rsidRPr="00CA52B4">
        <w:rPr>
          <w:rtl/>
        </w:rPr>
        <w:t>قيس بن أبي أحمد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ذكره الشيخ الطوسي ، قدس الله روحه</w:t>
      </w:r>
      <w:r>
        <w:rPr>
          <w:rtl/>
          <w:lang w:bidi="fa-IR"/>
        </w:rPr>
        <w:t xml:space="preserve"> ..</w:t>
      </w:r>
      <w:r w:rsidRPr="00CA52B4">
        <w:rPr>
          <w:rtl/>
          <w:lang w:bidi="fa-IR"/>
        </w:rPr>
        <w:t xml:space="preserve">.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وتبعه الآخرون من دون زيادة فيه.</w:t>
      </w:r>
    </w:p>
    <w:p w:rsidR="00843DF1" w:rsidRPr="00CA52B4" w:rsidRDefault="00843DF1" w:rsidP="00B10281">
      <w:pPr>
        <w:pStyle w:val="libVar"/>
        <w:rPr>
          <w:rtl/>
          <w:lang w:bidi="fa-IR"/>
        </w:rPr>
      </w:pPr>
      <w:r w:rsidRPr="00CA52B4">
        <w:rPr>
          <w:rtl/>
          <w:lang w:bidi="fa-IR"/>
        </w:rPr>
        <w:t>تنقيح المقال 2 / 328. جامع الرواة 2 / 24. رجال الشيخ الطوسي / 56. مجمع الرجال 5 / 62. معجم رجال الحديث 14 / 91. منتهى المقال / 252. نقد الرجال / 274.</w:t>
      </w:r>
    </w:p>
    <w:p w:rsidR="00843DF1" w:rsidRPr="00CA52B4" w:rsidRDefault="00843DF1" w:rsidP="00EB70B9">
      <w:pPr>
        <w:pStyle w:val="libBold1"/>
        <w:rPr>
          <w:rtl/>
          <w:lang w:bidi="fa-IR"/>
        </w:rPr>
      </w:pPr>
      <w:r w:rsidRPr="00CA52B4">
        <w:rPr>
          <w:rtl/>
        </w:rPr>
        <w:t>936</w:t>
      </w:r>
      <w:r>
        <w:rPr>
          <w:rtl/>
        </w:rPr>
        <w:t xml:space="preserve"> ـ </w:t>
      </w:r>
      <w:r w:rsidRPr="00CA52B4">
        <w:rPr>
          <w:rtl/>
        </w:rPr>
        <w:t>قيس بن تميم الطائي المعروف بالأشج ، من بابة رتن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حدّث في سنة سبع عشرة وخمسمائة ، بمدينة كيلان عن النبيّ </w:t>
      </w:r>
      <w:r>
        <w:rPr>
          <w:rtl/>
          <w:lang w:bidi="fa-IR"/>
        </w:rPr>
        <w:t>(</w:t>
      </w:r>
      <w:r w:rsidRPr="00CA52B4">
        <w:rPr>
          <w:rtl/>
          <w:lang w:bidi="fa-IR"/>
        </w:rPr>
        <w:t>صلّى الله عليه وآله وسلّم</w:t>
      </w:r>
      <w:r>
        <w:rPr>
          <w:rtl/>
          <w:lang w:bidi="fa-IR"/>
        </w:rPr>
        <w:t>)</w:t>
      </w:r>
      <w:r w:rsidRPr="00CA52B4">
        <w:rPr>
          <w:rtl/>
          <w:lang w:bidi="fa-IR"/>
        </w:rPr>
        <w:t xml:space="preserve"> ، وعن عليّ بن أبي طالب. فروى عنه أبو الخير أحمد بن يوسف الطائي ، ومحمود بن عبد الله بن صاعد بن أحمد الحارثي المروزي ، ومحمود بن عليّ الطرازي ، وغيرهم.</w:t>
      </w:r>
    </w:p>
    <w:p w:rsidR="00843DF1" w:rsidRPr="00CA52B4" w:rsidRDefault="00843DF1" w:rsidP="00347E77">
      <w:pPr>
        <w:pStyle w:val="libNormal"/>
        <w:rPr>
          <w:rtl/>
          <w:lang w:bidi="fa-IR"/>
        </w:rPr>
      </w:pPr>
      <w:r w:rsidRPr="00CA52B4">
        <w:rPr>
          <w:rtl/>
          <w:lang w:bidi="fa-IR"/>
        </w:rPr>
        <w:t xml:space="preserve">أنّهم سمعوه يقول : خرجت من بلدي هضيمية ، قال : وكنا أربع مائة وخمسين رجلا للتجارة ، فلما بلغنا قريبا من مكة فقدنا الطريق فذكر أنّ عليّ بن أبي طالب ، لقيهم وحده وصال عليهم ثلاث صولات ، قتل كل مرة مائة أو أكثر ، فبقي منهم ثلاثة وثمانون رجلا ، فاستأمنوه فامنهم وعرض عليهم الإسلام فأسلموا ، وذهب بهم إلى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وهو يقسم غنائم بدر ، فأجلسني بين يديه ، وكنت ابن ست وعشرين سنة ، وكان الفصل فصل الربيع وأوان الورد ، فجاء رجل إلى النبي </w:t>
      </w:r>
      <w:r>
        <w:rPr>
          <w:rtl/>
          <w:lang w:bidi="fa-IR"/>
        </w:rPr>
        <w:t>(</w:t>
      </w:r>
      <w:r w:rsidRPr="00CA52B4">
        <w:rPr>
          <w:rtl/>
          <w:lang w:bidi="fa-IR"/>
        </w:rPr>
        <w:t>صلّى الله عليه وآله وسلّم</w:t>
      </w:r>
      <w:r>
        <w:rPr>
          <w:rtl/>
          <w:lang w:bidi="fa-IR"/>
        </w:rPr>
        <w:t>)</w:t>
      </w:r>
      <w:r w:rsidRPr="00CA52B4">
        <w:rPr>
          <w:rtl/>
          <w:lang w:bidi="fa-IR"/>
        </w:rPr>
        <w:t xml:space="preserve"> ، بورد فأخذ بيده اليمنى ، وشمه ثم قال : من شم الورد الأحمر ، ولم يصل عليّ فقد جفاني. قال :</w:t>
      </w:r>
      <w:r>
        <w:rPr>
          <w:rFonts w:hint="cs"/>
          <w:rtl/>
          <w:lang w:bidi="fa-IR"/>
        </w:rPr>
        <w:t xml:space="preserve"> </w:t>
      </w:r>
      <w:r w:rsidRPr="00CA52B4">
        <w:rPr>
          <w:rtl/>
          <w:lang w:bidi="fa-IR"/>
        </w:rPr>
        <w:t>فسأله عليّ أن يهبني له فوهبني له ، فذهب بي إلى مكة فاستأذنته في الرجوع إلى أهلي فأذن لي ، ثم قدمت عليه بعد قتل عثمان ، فلزمته فكنت صاحب ركابه وكانت لعليّ بغلة جموح ، فأصاب الركاب رأسي فسال الدم من رأسي ، فجاء عليّ وشد شجتي ، بيده ، وقال : يا أشج مد الله في عمرك مدا.</w:t>
      </w:r>
    </w:p>
    <w:p w:rsidR="00843DF1" w:rsidRPr="00CA52B4" w:rsidRDefault="00843DF1" w:rsidP="00347E77">
      <w:pPr>
        <w:pStyle w:val="libNormal"/>
        <w:rPr>
          <w:rtl/>
          <w:lang w:bidi="fa-IR"/>
        </w:rPr>
      </w:pPr>
      <w:r w:rsidRPr="00CA52B4">
        <w:rPr>
          <w:rtl/>
          <w:lang w:bidi="fa-IR"/>
        </w:rPr>
        <w:t>قال : فرجعت إلى بلدي هضيمية فوجدتها قد خربت ، فاشتغلت بالعبادة إلى أن بلغ الملك إلى الب ارسلان ، فأرسل يطلبني فرأيت عليا في المنام ،</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وهو ينهاني ففررت منهم إلى مكة ثم زرت المدينة ، ورجعت إلى طبرستان فأقمت بها خمسا وخمسين سنة. ثم ارتحلت الى كيلان فمكثت هناك تسعا وتسعين سنة. ثم سرد نيفا وأربعين حديثا زعم أنّه سمعها من النبي </w:t>
      </w:r>
      <w:r>
        <w:rPr>
          <w:rtl/>
          <w:lang w:bidi="fa-IR"/>
        </w:rPr>
        <w:t>(</w:t>
      </w:r>
      <w:r w:rsidRPr="00CA52B4">
        <w:rPr>
          <w:rtl/>
          <w:lang w:bidi="fa-IR"/>
        </w:rPr>
        <w:t>صلّى الله عليه وآله وسلّم</w:t>
      </w:r>
      <w:r>
        <w:rPr>
          <w:rtl/>
          <w:lang w:bidi="fa-IR"/>
        </w:rPr>
        <w:t>).</w:t>
      </w:r>
      <w:r>
        <w:rPr>
          <w:rFonts w:hint="cs"/>
          <w:rtl/>
          <w:lang w:bidi="fa-IR"/>
        </w:rPr>
        <w:t xml:space="preserve"> </w:t>
      </w:r>
      <w:r w:rsidRPr="00CA52B4">
        <w:rPr>
          <w:rtl/>
          <w:lang w:bidi="fa-IR"/>
        </w:rPr>
        <w:t xml:space="preserve">نقلته من تاريخ الجندي لأهل اليمن بمدينة عدن فالله المستعان. ورواه عثمان بن محمود الجعفري عن محمد بن عمر بن أبي بكر البخاري في ربيع الأول سنة سبع وخمسين وخمس مائة في السكة المنسوبة إلى الإمام كولان في مسجد الحوار ، عن الشيخ الزاهد الإمام سيف السنة أبي عبد الله بن تميم المعروف بحافظ الأشج ، قراءة عليه قال : خرجنا أربع مائة وخمسين رجلا ، فذكر الحديث. ثم وقفت على ذكره في تاريخ نسف فقرأت بخط الحافظ الضياء أخبرنا أبو المظفر السمعاني ، أخبرنا محمود بن علي بن نصر النسفي ، أخبرنا عمر بن محمد بن أحمد بن إسماعيل ، الحافظ النسفي في تاريخه </w:t>
      </w:r>
      <w:r>
        <w:rPr>
          <w:rtl/>
          <w:lang w:bidi="fa-IR"/>
        </w:rPr>
        <w:t>(</w:t>
      </w:r>
      <w:r w:rsidRPr="00CA52B4">
        <w:rPr>
          <w:rtl/>
          <w:lang w:bidi="fa-IR"/>
        </w:rPr>
        <w:t>القند في ذكر علماء سمرقند</w:t>
      </w:r>
      <w:r>
        <w:rPr>
          <w:rtl/>
          <w:lang w:bidi="fa-IR"/>
        </w:rPr>
        <w:t>)</w:t>
      </w:r>
      <w:r w:rsidRPr="00CA52B4">
        <w:rPr>
          <w:rtl/>
          <w:lang w:bidi="fa-IR"/>
        </w:rPr>
        <w:t xml:space="preserve"> قال عليّ بلغ من العمر مائة وسبع سنين بسمرقند ، أنّه وقف ستا وستين موقفا ولقي قيس بن تميم الكيلاني ، الأشج ، وحدثنا عنه قال : سمعت النبيّ </w:t>
      </w:r>
      <w:r>
        <w:rPr>
          <w:rtl/>
          <w:lang w:bidi="fa-IR"/>
        </w:rPr>
        <w:t>(</w:t>
      </w:r>
      <w:r w:rsidRPr="00CA52B4">
        <w:rPr>
          <w:rtl/>
          <w:lang w:bidi="fa-IR"/>
        </w:rPr>
        <w:t>صلّى الله عليه وآله وسلّم</w:t>
      </w:r>
      <w:r>
        <w:rPr>
          <w:rtl/>
          <w:lang w:bidi="fa-IR"/>
        </w:rPr>
        <w:t>)</w:t>
      </w:r>
      <w:r w:rsidRPr="00CA52B4">
        <w:rPr>
          <w:rtl/>
          <w:lang w:bidi="fa-IR"/>
        </w:rPr>
        <w:t xml:space="preserve"> ، يقول : من شم الورد ولم يصلّ عليّ فقد جفاني</w:t>
      </w:r>
      <w:r>
        <w:rPr>
          <w:rtl/>
          <w:lang w:bidi="fa-IR"/>
        </w:rPr>
        <w:t xml:space="preserve"> ـ.</w:t>
      </w:r>
    </w:p>
    <w:p w:rsidR="00843DF1" w:rsidRPr="00CA52B4" w:rsidRDefault="00843DF1" w:rsidP="00B10281">
      <w:pPr>
        <w:pStyle w:val="libVar"/>
        <w:rPr>
          <w:rtl/>
          <w:lang w:bidi="fa-IR"/>
        </w:rPr>
      </w:pPr>
      <w:r w:rsidRPr="00CA52B4">
        <w:rPr>
          <w:rtl/>
          <w:lang w:bidi="fa-IR"/>
        </w:rPr>
        <w:t>لسان الميزان 4 / 476.</w:t>
      </w:r>
    </w:p>
    <w:p w:rsidR="00843DF1" w:rsidRPr="00CA52B4" w:rsidRDefault="00843DF1" w:rsidP="00EB70B9">
      <w:pPr>
        <w:pStyle w:val="libBold1"/>
        <w:rPr>
          <w:rtl/>
          <w:lang w:bidi="fa-IR"/>
        </w:rPr>
      </w:pPr>
      <w:r w:rsidRPr="00CA52B4">
        <w:rPr>
          <w:rtl/>
        </w:rPr>
        <w:t>937</w:t>
      </w:r>
      <w:r>
        <w:rPr>
          <w:rtl/>
        </w:rPr>
        <w:t xml:space="preserve"> ـ </w:t>
      </w:r>
      <w:r w:rsidRPr="00CA52B4">
        <w:rPr>
          <w:rtl/>
        </w:rPr>
        <w:t xml:space="preserve">قيس </w:t>
      </w:r>
      <w:r>
        <w:rPr>
          <w:rtl/>
        </w:rPr>
        <w:t>(</w:t>
      </w:r>
      <w:r w:rsidRPr="00CA52B4">
        <w:rPr>
          <w:rtl/>
        </w:rPr>
        <w:t>أبو عبد الله</w:t>
      </w:r>
      <w:r>
        <w:rPr>
          <w:rtl/>
        </w:rPr>
        <w:t>)</w:t>
      </w:r>
      <w:r w:rsidRPr="00CA52B4">
        <w:rPr>
          <w:rtl/>
        </w:rPr>
        <w:t xml:space="preserve"> ابن أبي حازم حصين بن عوف بن عبد الحارث بن عوف بن حشيش بن هلال بن الحارث بن رزاح بن كليب الأحمسي الكوفي المتوفى 98 ه‍</w:t>
      </w:r>
      <w:r>
        <w:rPr>
          <w:rtl/>
        </w:rPr>
        <w:t>.</w:t>
      </w:r>
    </w:p>
    <w:p w:rsidR="00843DF1" w:rsidRPr="00CA52B4" w:rsidRDefault="00843DF1" w:rsidP="00347E77">
      <w:pPr>
        <w:pStyle w:val="libNormal"/>
        <w:rPr>
          <w:rtl/>
          <w:lang w:bidi="fa-IR"/>
        </w:rPr>
      </w:pPr>
      <w:r w:rsidRPr="00CA52B4">
        <w:rPr>
          <w:rtl/>
          <w:lang w:bidi="fa-IR"/>
        </w:rPr>
        <w:t xml:space="preserve">صحابي ، محدّث ، أدرك الجاهلية ، وجاء إلى النبي </w:t>
      </w:r>
      <w:r>
        <w:rPr>
          <w:rtl/>
          <w:lang w:bidi="fa-IR"/>
        </w:rPr>
        <w:t>(</w:t>
      </w:r>
      <w:r w:rsidRPr="00CA52B4">
        <w:rPr>
          <w:rtl/>
          <w:lang w:bidi="fa-IR"/>
        </w:rPr>
        <w:t>صلّى الله عليه وآله وسلّم</w:t>
      </w:r>
      <w:r>
        <w:rPr>
          <w:rtl/>
          <w:lang w:bidi="fa-IR"/>
        </w:rPr>
        <w:t>)</w:t>
      </w:r>
      <w:r w:rsidRPr="00CA52B4">
        <w:rPr>
          <w:rtl/>
          <w:lang w:bidi="fa-IR"/>
        </w:rPr>
        <w:t xml:space="preserve"> ليبايعه فوجده قد توفي. أخذ أيضا عن سعد بن مالك. وعبد الله بن مسعود.</w:t>
      </w:r>
      <w:r>
        <w:rPr>
          <w:rFonts w:hint="cs"/>
          <w:rtl/>
          <w:lang w:bidi="fa-IR"/>
        </w:rPr>
        <w:t xml:space="preserve"> </w:t>
      </w:r>
      <w:r w:rsidRPr="00CA52B4">
        <w:rPr>
          <w:rtl/>
          <w:lang w:bidi="fa-IR"/>
        </w:rPr>
        <w:t xml:space="preserve">وعمار بن ياسر. وجرير بن عبد الله. وخباب بن الأرت. وقيس بن فهد ، وغيرهم. وروى عنه جمع كثير. ونزل الكوفة ، وحضر حرب الخوارج بالنهروان. ويعتبر من أجود التابعين ، مات سنة </w:t>
      </w:r>
      <w:r>
        <w:rPr>
          <w:rtl/>
          <w:lang w:bidi="fa-IR"/>
        </w:rPr>
        <w:t>(</w:t>
      </w:r>
      <w:r w:rsidRPr="00CA52B4">
        <w:rPr>
          <w:rtl/>
          <w:lang w:bidi="fa-IR"/>
        </w:rPr>
        <w:t>98) ثمان وتسعين. وكان أحد علماء مدينة الكوفة.</w:t>
      </w:r>
    </w:p>
    <w:p w:rsidR="00843DF1" w:rsidRPr="00CA52B4" w:rsidRDefault="00843DF1" w:rsidP="00347E77">
      <w:pPr>
        <w:pStyle w:val="libNormal"/>
        <w:rPr>
          <w:rtl/>
          <w:lang w:bidi="fa-IR"/>
        </w:rPr>
      </w:pPr>
      <w:r w:rsidRPr="00CA52B4">
        <w:rPr>
          <w:rtl/>
          <w:lang w:bidi="fa-IR"/>
        </w:rPr>
        <w:t>وكان أخوه حازم بن أبي حازم من التابعين حضر صفين مع أمير المؤمنين</w:t>
      </w:r>
    </w:p>
    <w:p w:rsidR="00843DF1" w:rsidRPr="00CA52B4" w:rsidRDefault="00843DF1" w:rsidP="00B10281">
      <w:pPr>
        <w:pStyle w:val="libNormal0"/>
        <w:rPr>
          <w:rtl/>
          <w:lang w:bidi="fa-IR"/>
        </w:rPr>
      </w:pPr>
      <w:r>
        <w:rPr>
          <w:rtl/>
          <w:lang w:bidi="fa-IR"/>
        </w:rPr>
        <w:br w:type="page"/>
      </w:r>
      <w:r>
        <w:rPr>
          <w:rtl/>
          <w:lang w:bidi="fa-IR"/>
        </w:rPr>
        <w:lastRenderedPageBreak/>
        <w:t>(</w:t>
      </w:r>
      <w:r w:rsidRPr="00CA52B4">
        <w:rPr>
          <w:rtl/>
          <w:lang w:bidi="fa-IR"/>
        </w:rPr>
        <w:t>عليه السلام</w:t>
      </w:r>
      <w:r>
        <w:rPr>
          <w:rtl/>
          <w:lang w:bidi="fa-IR"/>
        </w:rPr>
        <w:t>)</w:t>
      </w:r>
      <w:r w:rsidRPr="00CA52B4">
        <w:rPr>
          <w:rtl/>
          <w:lang w:bidi="fa-IR"/>
        </w:rPr>
        <w:t xml:space="preserve"> ، وقتل فيها ، وقد تقدمت ترجمته في حرف الحاء.</w:t>
      </w:r>
    </w:p>
    <w:p w:rsidR="00843DF1" w:rsidRPr="00CA52B4" w:rsidRDefault="00843DF1" w:rsidP="00B10281">
      <w:pPr>
        <w:pStyle w:val="libVar"/>
        <w:rPr>
          <w:rtl/>
          <w:lang w:bidi="fa-IR"/>
        </w:rPr>
      </w:pPr>
      <w:r w:rsidRPr="00CA52B4">
        <w:rPr>
          <w:rtl/>
          <w:lang w:bidi="fa-IR"/>
        </w:rPr>
        <w:t>تاريخ بغداد 12 / 452. تاريخ الخميس 2 / 315. تقريب التهذيب 2 / 127. تذكرة الحفاظ 1 / 61. تنقيح المقال 2 / 328. تهذيب التهذيب 8 / 386. تاريخ جرجان / 244 ، 579. الجرح والتعديل 7 / 102. جمهرة أنساب العرب / 389.</w:t>
      </w:r>
      <w:r>
        <w:rPr>
          <w:rFonts w:hint="cs"/>
          <w:rtl/>
          <w:lang w:bidi="fa-IR"/>
        </w:rPr>
        <w:t xml:space="preserve"> </w:t>
      </w:r>
      <w:r w:rsidRPr="00CA52B4">
        <w:rPr>
          <w:rtl/>
          <w:lang w:bidi="fa-IR"/>
        </w:rPr>
        <w:t xml:space="preserve">شذرات الذهب 1 / 112. ابن أبي الحديد 2 / 194 </w:t>
      </w:r>
      <w:r>
        <w:rPr>
          <w:rtl/>
          <w:lang w:bidi="fa-IR"/>
        </w:rPr>
        <w:t>و 4</w:t>
      </w:r>
      <w:r w:rsidRPr="00CA52B4">
        <w:rPr>
          <w:rtl/>
          <w:lang w:bidi="fa-IR"/>
        </w:rPr>
        <w:t xml:space="preserve"> / 101 </w:t>
      </w:r>
      <w:r>
        <w:rPr>
          <w:rtl/>
          <w:lang w:bidi="fa-IR"/>
        </w:rPr>
        <w:t>و 5</w:t>
      </w:r>
      <w:r w:rsidRPr="00CA52B4">
        <w:rPr>
          <w:rtl/>
          <w:lang w:bidi="fa-IR"/>
        </w:rPr>
        <w:t xml:space="preserve"> / 207 </w:t>
      </w:r>
      <w:r>
        <w:rPr>
          <w:rtl/>
          <w:lang w:bidi="fa-IR"/>
        </w:rPr>
        <w:t>و 6</w:t>
      </w:r>
      <w:r w:rsidRPr="00CA52B4">
        <w:rPr>
          <w:rtl/>
          <w:lang w:bidi="fa-IR"/>
        </w:rPr>
        <w:t xml:space="preserve"> / 216 </w:t>
      </w:r>
      <w:r>
        <w:rPr>
          <w:rtl/>
          <w:lang w:bidi="fa-IR"/>
        </w:rPr>
        <w:t>و 9</w:t>
      </w:r>
      <w:r w:rsidRPr="00CA52B4">
        <w:rPr>
          <w:rtl/>
          <w:lang w:bidi="fa-IR"/>
        </w:rPr>
        <w:t xml:space="preserve"> / 310 </w:t>
      </w:r>
      <w:r>
        <w:rPr>
          <w:rtl/>
          <w:lang w:bidi="fa-IR"/>
        </w:rPr>
        <w:t>و 1</w:t>
      </w:r>
      <w:r w:rsidRPr="00CA52B4">
        <w:rPr>
          <w:rtl/>
          <w:lang w:bidi="fa-IR"/>
        </w:rPr>
        <w:t xml:space="preserve">8 / 124. الطبقات الكبرى 6 / 36 ، 55 </w:t>
      </w:r>
      <w:r>
        <w:rPr>
          <w:rtl/>
          <w:lang w:bidi="fa-IR"/>
        </w:rPr>
        <w:t>و 7</w:t>
      </w:r>
      <w:r w:rsidRPr="00CA52B4">
        <w:rPr>
          <w:rtl/>
          <w:lang w:bidi="fa-IR"/>
        </w:rPr>
        <w:t xml:space="preserve"> / 476 </w:t>
      </w:r>
      <w:r>
        <w:rPr>
          <w:rtl/>
          <w:lang w:bidi="fa-IR"/>
        </w:rPr>
        <w:t>و 8</w:t>
      </w:r>
      <w:r w:rsidRPr="00CA52B4">
        <w:rPr>
          <w:rtl/>
          <w:lang w:bidi="fa-IR"/>
        </w:rPr>
        <w:t xml:space="preserve"> / 494. طبقات الحفاظ / 22. العبر 1 / 115. الغدير 2 / 323 </w:t>
      </w:r>
      <w:r>
        <w:rPr>
          <w:rtl/>
          <w:lang w:bidi="fa-IR"/>
        </w:rPr>
        <w:t>و 3</w:t>
      </w:r>
      <w:r w:rsidRPr="00CA52B4">
        <w:rPr>
          <w:rtl/>
          <w:lang w:bidi="fa-IR"/>
        </w:rPr>
        <w:t xml:space="preserve"> / 190 </w:t>
      </w:r>
      <w:r>
        <w:rPr>
          <w:rtl/>
          <w:lang w:bidi="fa-IR"/>
        </w:rPr>
        <w:t>و 9</w:t>
      </w:r>
      <w:r w:rsidRPr="00CA52B4">
        <w:rPr>
          <w:rtl/>
          <w:lang w:bidi="fa-IR"/>
        </w:rPr>
        <w:t xml:space="preserve"> / 72 ، 82 ، 97 ، 270.</w:t>
      </w:r>
      <w:r>
        <w:rPr>
          <w:rFonts w:hint="cs"/>
          <w:rtl/>
          <w:lang w:bidi="fa-IR"/>
        </w:rPr>
        <w:t xml:space="preserve"> </w:t>
      </w:r>
      <w:r w:rsidRPr="00CA52B4">
        <w:rPr>
          <w:rtl/>
          <w:lang w:bidi="fa-IR"/>
        </w:rPr>
        <w:t xml:space="preserve">الغارات 1 / 40 ، 41 </w:t>
      </w:r>
      <w:r>
        <w:rPr>
          <w:rtl/>
          <w:lang w:bidi="fa-IR"/>
        </w:rPr>
        <w:t>و 2</w:t>
      </w:r>
      <w:r w:rsidRPr="00CA52B4">
        <w:rPr>
          <w:rtl/>
          <w:lang w:bidi="fa-IR"/>
        </w:rPr>
        <w:t xml:space="preserve"> / 559 ، 671 ، 672. قاموس الرجال 7 / 394. الكامل في التأريخ 3 / 304 </w:t>
      </w:r>
      <w:r>
        <w:rPr>
          <w:rtl/>
          <w:lang w:bidi="fa-IR"/>
        </w:rPr>
        <w:t>و 5</w:t>
      </w:r>
      <w:r w:rsidRPr="00CA52B4">
        <w:rPr>
          <w:rtl/>
          <w:lang w:bidi="fa-IR"/>
        </w:rPr>
        <w:t xml:space="preserve"> / 26. اللباب 3 / 106. المشتبه 2 / 541 منتهى المقال / 252.</w:t>
      </w:r>
      <w:r>
        <w:rPr>
          <w:rFonts w:hint="cs"/>
          <w:rtl/>
          <w:lang w:bidi="fa-IR"/>
        </w:rPr>
        <w:t xml:space="preserve"> </w:t>
      </w:r>
      <w:r w:rsidRPr="00CA52B4">
        <w:rPr>
          <w:rtl/>
          <w:lang w:bidi="fa-IR"/>
        </w:rPr>
        <w:t>ميزان الاعتدال 3 / 392. المجروحون من المحدثين 3 / 281. النجوم الزاهرة 1 / 241.</w:t>
      </w:r>
      <w:r>
        <w:rPr>
          <w:rFonts w:hint="cs"/>
          <w:rtl/>
          <w:lang w:bidi="fa-IR"/>
        </w:rPr>
        <w:t xml:space="preserve"> </w:t>
      </w:r>
      <w:r w:rsidRPr="00CA52B4">
        <w:rPr>
          <w:rtl/>
          <w:lang w:bidi="fa-IR"/>
        </w:rPr>
        <w:t>النهاية في غريب الحديث 3 / 86. وقعة صفين / 259.</w:t>
      </w:r>
    </w:p>
    <w:p w:rsidR="00843DF1" w:rsidRPr="00CA52B4" w:rsidRDefault="00843DF1" w:rsidP="00EB70B9">
      <w:pPr>
        <w:pStyle w:val="libBold1"/>
        <w:rPr>
          <w:rtl/>
          <w:lang w:bidi="fa-IR"/>
        </w:rPr>
      </w:pPr>
      <w:r w:rsidRPr="00CA52B4">
        <w:rPr>
          <w:rtl/>
        </w:rPr>
        <w:t>938</w:t>
      </w:r>
      <w:r>
        <w:rPr>
          <w:rtl/>
        </w:rPr>
        <w:t xml:space="preserve"> ـ </w:t>
      </w:r>
      <w:r w:rsidRPr="00CA52B4">
        <w:rPr>
          <w:rtl/>
        </w:rPr>
        <w:t>قيس بن سعد بن عبادة بن دليم بن حارثة بن أبي خزيمة بن ثعلبة بن طريف بن الخزرج بن ساعدة بن كعب بن الخزرج بن حارثة بن مالك بن غضب بن جشم بن الخزرج</w:t>
      </w:r>
      <w:r>
        <w:rPr>
          <w:rtl/>
        </w:rPr>
        <w:t xml:space="preserve"> ..</w:t>
      </w:r>
      <w:r w:rsidRPr="00CA52B4">
        <w:rPr>
          <w:rtl/>
        </w:rPr>
        <w:t>. الأنصاري المتوفى 60 ه‍</w:t>
      </w:r>
      <w:r>
        <w:rPr>
          <w:rtl/>
        </w:rPr>
        <w:t>.</w:t>
      </w:r>
    </w:p>
    <w:p w:rsidR="00843DF1" w:rsidRPr="00CA52B4" w:rsidRDefault="00843DF1" w:rsidP="00347E77">
      <w:pPr>
        <w:pStyle w:val="libNormal"/>
        <w:rPr>
          <w:rtl/>
          <w:lang w:bidi="fa-IR"/>
        </w:rPr>
      </w:pPr>
      <w:r w:rsidRPr="00CA52B4">
        <w:rPr>
          <w:rtl/>
          <w:lang w:bidi="fa-IR"/>
        </w:rPr>
        <w:t xml:space="preserve">من كبار الصحابة ، وكان شيخا كريما شجاعا ، أصلعا شاعرا ، طويلا يركب الفرس المشرف ، ورجلاه تخطان الأرض. وكان مع النبي </w:t>
      </w:r>
      <w:r>
        <w:rPr>
          <w:rtl/>
          <w:lang w:bidi="fa-IR"/>
        </w:rPr>
        <w:t>(</w:t>
      </w:r>
      <w:r w:rsidRPr="00CA52B4">
        <w:rPr>
          <w:rtl/>
          <w:lang w:bidi="fa-IR"/>
        </w:rPr>
        <w:t>صلّى الله عليه وآله وسلّم</w:t>
      </w:r>
      <w:r>
        <w:rPr>
          <w:rtl/>
          <w:lang w:bidi="fa-IR"/>
        </w:rPr>
        <w:t>)</w:t>
      </w:r>
      <w:r w:rsidRPr="00CA52B4">
        <w:rPr>
          <w:rtl/>
          <w:lang w:bidi="fa-IR"/>
        </w:rPr>
        <w:t xml:space="preserve"> بمنزلة صاحب الشرطة من الأمير. شهد مع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المشاهد كلها ، وحمل راية الأنصار ، وبعد وفاة النبي </w:t>
      </w:r>
      <w:r>
        <w:rPr>
          <w:rtl/>
          <w:lang w:bidi="fa-IR"/>
        </w:rPr>
        <w:t>(</w:t>
      </w:r>
      <w:r w:rsidRPr="00CA52B4">
        <w:rPr>
          <w:rtl/>
          <w:lang w:bidi="fa-IR"/>
        </w:rPr>
        <w:t>صلّى الله عليه وآله وسلّم</w:t>
      </w:r>
      <w:r>
        <w:rPr>
          <w:rtl/>
          <w:lang w:bidi="fa-IR"/>
        </w:rPr>
        <w:t>)</w:t>
      </w:r>
      <w:r w:rsidRPr="00CA52B4">
        <w:rPr>
          <w:rtl/>
          <w:lang w:bidi="fa-IR"/>
        </w:rPr>
        <w:t xml:space="preserve"> ، رجع إلى أمير المؤمنين </w:t>
      </w:r>
      <w:r>
        <w:rPr>
          <w:rtl/>
          <w:lang w:bidi="fa-IR"/>
        </w:rPr>
        <w:t>(</w:t>
      </w:r>
      <w:r w:rsidRPr="00CA52B4">
        <w:rPr>
          <w:rtl/>
          <w:lang w:bidi="fa-IR"/>
        </w:rPr>
        <w:t>عليه السلام</w:t>
      </w:r>
      <w:r>
        <w:rPr>
          <w:rtl/>
          <w:lang w:bidi="fa-IR"/>
        </w:rPr>
        <w:t>)</w:t>
      </w:r>
      <w:r w:rsidRPr="00CA52B4">
        <w:rPr>
          <w:rtl/>
          <w:lang w:bidi="fa-IR"/>
        </w:rPr>
        <w:t xml:space="preserve"> وأصبح من كبار شيعته وقاتل بمحبته وولائه ، وشهد معه حروبه كلها ، كما كان مع الإمام الحسن </w:t>
      </w:r>
      <w:r>
        <w:rPr>
          <w:rtl/>
          <w:lang w:bidi="fa-IR"/>
        </w:rPr>
        <w:t>(</w:t>
      </w:r>
      <w:r w:rsidRPr="00CA52B4">
        <w:rPr>
          <w:rtl/>
          <w:lang w:bidi="fa-IR"/>
        </w:rPr>
        <w:t>عليه السلام</w:t>
      </w:r>
      <w:r>
        <w:rPr>
          <w:rtl/>
          <w:lang w:bidi="fa-IR"/>
        </w:rPr>
        <w:t>)</w:t>
      </w:r>
      <w:r w:rsidRPr="00CA52B4">
        <w:rPr>
          <w:rtl/>
          <w:lang w:bidi="fa-IR"/>
        </w:rPr>
        <w:t xml:space="preserve"> ونقم عليه صلحه لمعاوية ، فقد كان طالبي الرأي ، مخلصا في اعتقاده وولائه. أرسله عليّ </w:t>
      </w:r>
      <w:r>
        <w:rPr>
          <w:rtl/>
          <w:lang w:bidi="fa-IR"/>
        </w:rPr>
        <w:t>(</w:t>
      </w:r>
      <w:r w:rsidRPr="00CA52B4">
        <w:rPr>
          <w:rtl/>
          <w:lang w:bidi="fa-IR"/>
        </w:rPr>
        <w:t>عليه السلام</w:t>
      </w:r>
      <w:r>
        <w:rPr>
          <w:rtl/>
          <w:lang w:bidi="fa-IR"/>
        </w:rPr>
        <w:t>)</w:t>
      </w:r>
      <w:r w:rsidRPr="00CA52B4">
        <w:rPr>
          <w:rtl/>
          <w:lang w:bidi="fa-IR"/>
        </w:rPr>
        <w:t xml:space="preserve"> إلى مصر ، وأقام فيها فترة ، غير أنّ معاوية دس إليه عيونه لاشعال الفتنة حوله ، لأنّه كان أثقل خلق الله على معاوية ، لقرب مصر وأعمالها إلى الشام.</w:t>
      </w:r>
      <w:r>
        <w:rPr>
          <w:rFonts w:hint="cs"/>
          <w:rtl/>
          <w:lang w:bidi="fa-IR"/>
        </w:rPr>
        <w:t xml:space="preserve"> </w:t>
      </w:r>
      <w:r w:rsidRPr="00CA52B4">
        <w:rPr>
          <w:rtl/>
          <w:lang w:bidi="fa-IR"/>
        </w:rPr>
        <w:t>مات بالمدينة سنة 59 وقيل : 60 ه‍</w:t>
      </w:r>
      <w:r>
        <w:rPr>
          <w:rtl/>
          <w:lang w:bidi="fa-IR"/>
        </w:rPr>
        <w:t>.</w:t>
      </w:r>
      <w:r w:rsidRPr="00CA52B4">
        <w:rPr>
          <w:rtl/>
          <w:lang w:bidi="fa-IR"/>
        </w:rPr>
        <w:t xml:space="preserve"> وخلّف : سالما. يحيى.</w:t>
      </w:r>
    </w:p>
    <w:p w:rsidR="00843DF1" w:rsidRPr="00CA52B4" w:rsidRDefault="00843DF1" w:rsidP="00347E77">
      <w:pPr>
        <w:pStyle w:val="libNormal"/>
        <w:rPr>
          <w:rtl/>
          <w:lang w:bidi="fa-IR"/>
        </w:rPr>
      </w:pPr>
      <w:r w:rsidRPr="00CA52B4">
        <w:rPr>
          <w:rtl/>
          <w:lang w:bidi="fa-IR"/>
        </w:rPr>
        <w:t>وقد أفرد له شيخنا الأكبر الحجة الأميني</w:t>
      </w:r>
      <w:r>
        <w:rPr>
          <w:rtl/>
          <w:lang w:bidi="fa-IR"/>
        </w:rPr>
        <w:t xml:space="preserve"> ..</w:t>
      </w:r>
      <w:r w:rsidRPr="00CA52B4">
        <w:rPr>
          <w:rtl/>
          <w:lang w:bidi="fa-IR"/>
        </w:rPr>
        <w:t>. دراسة مفصّلة في كتابه الغدير ج 2 / 67</w:t>
      </w:r>
      <w:r>
        <w:rPr>
          <w:rtl/>
          <w:lang w:bidi="fa-IR"/>
        </w:rPr>
        <w:t xml:space="preserve"> ـ </w:t>
      </w:r>
      <w:r w:rsidRPr="00CA52B4">
        <w:rPr>
          <w:rtl/>
          <w:lang w:bidi="fa-IR"/>
        </w:rPr>
        <w:t>112. كما وضع عن حياته السيد محمد رضا بن السيد جعفر الحكيم النجفي ، دراسة قيمة في 169 ص طبعت في طهران سنة 1367 ه‍</w:t>
      </w:r>
      <w:r>
        <w:rPr>
          <w:rtl/>
          <w:lang w:bidi="fa-IR"/>
        </w:rPr>
        <w:t>.</w:t>
      </w:r>
    </w:p>
    <w:p w:rsidR="00843DF1" w:rsidRPr="00CA52B4" w:rsidRDefault="00843DF1" w:rsidP="00B10281">
      <w:pPr>
        <w:pStyle w:val="libVar"/>
        <w:rPr>
          <w:rtl/>
          <w:lang w:bidi="fa-IR"/>
        </w:rPr>
      </w:pPr>
      <w:r>
        <w:rPr>
          <w:rtl/>
          <w:lang w:bidi="fa-IR"/>
        </w:rPr>
        <w:br w:type="page"/>
      </w:r>
      <w:r w:rsidRPr="00CA52B4">
        <w:rPr>
          <w:rtl/>
          <w:lang w:bidi="fa-IR"/>
        </w:rPr>
        <w:lastRenderedPageBreak/>
        <w:t>إتقان المقال / 218. أخبار شعراء الشيعة / 38. الأخبار الطوال / 141 ، 150 ، 207 ، 210 ، 217 ، 218. الاستيعاب 3 / 224. أسد الغابة 4 / 215.</w:t>
      </w:r>
      <w:r>
        <w:rPr>
          <w:rFonts w:hint="cs"/>
          <w:rtl/>
          <w:lang w:bidi="fa-IR"/>
        </w:rPr>
        <w:t xml:space="preserve"> </w:t>
      </w:r>
      <w:r w:rsidRPr="00CA52B4">
        <w:rPr>
          <w:rtl/>
          <w:lang w:bidi="fa-IR"/>
        </w:rPr>
        <w:t>الاشتقاق / 456. الإصابة 3 / 249. أعيان الشيعة 8 / 452. أنساب الأشراف 3 / 28 ، 32 ، 33 ، 34 ، 38 ، 39 ، 40 ، 49 وج 2 / 389. الأعلام 6 / 56. الإمامة والسياسة 1 / 97 ، 128. البداية والنهاية 7 / 230 ، 251 وج 8 / 99. تاريخ الطبري 5 / 161 ، 226. تاريخ بغداد 1 / 177. تاريخ الخميس 2 / 283. تحفة الأحباب / 281. تذكرة الحفاظ 1 / 46. تقريب التهذيب 2 / 128. تنقيح المقال 2 / 329. تهذيب التهذيب 8 / 395. تاريخ جرجان / 650. تعجيل المنفعة / 314. جامع الرواة 2 / 25. الجرح والتعديل 7 / 99. جمهرة أنساب العرب / 137 ، 365. الجمل أو النصرة في حرب البصرة / 133. خلاصة الأقوال / 134. الدرجات الرفيعة / 334. رجال ابن داود / 155.</w:t>
      </w:r>
      <w:r>
        <w:rPr>
          <w:rFonts w:hint="cs"/>
          <w:rtl/>
          <w:lang w:bidi="fa-IR"/>
        </w:rPr>
        <w:t xml:space="preserve"> </w:t>
      </w:r>
      <w:r w:rsidRPr="00CA52B4">
        <w:rPr>
          <w:rtl/>
          <w:lang w:bidi="fa-IR"/>
        </w:rPr>
        <w:t xml:space="preserve">رجال الشيخ الطوسي / 54. رجال الكشي / 96. سفينة البحار 2 / 291 ، 457. شرح ابن أبي الحديد 1 / 25 </w:t>
      </w:r>
      <w:r>
        <w:rPr>
          <w:rtl/>
          <w:lang w:bidi="fa-IR"/>
        </w:rPr>
        <w:t>و 2</w:t>
      </w:r>
      <w:r w:rsidRPr="00CA52B4">
        <w:rPr>
          <w:rtl/>
          <w:lang w:bidi="fa-IR"/>
        </w:rPr>
        <w:t xml:space="preserve"> / 260 ، 271 الفهارس / 228. شذرات الذهب 1 / 52.</w:t>
      </w:r>
      <w:r>
        <w:rPr>
          <w:rFonts w:hint="cs"/>
          <w:rtl/>
          <w:lang w:bidi="fa-IR"/>
        </w:rPr>
        <w:t xml:space="preserve"> </w:t>
      </w:r>
      <w:r w:rsidRPr="00CA52B4">
        <w:rPr>
          <w:rtl/>
          <w:lang w:bidi="fa-IR"/>
        </w:rPr>
        <w:t xml:space="preserve">الطبقات الكبرى 6 / 214. طبقات الحفاظ / 34 ، 80. العقد الفريد 1 / 147 ، 175 </w:t>
      </w:r>
      <w:r>
        <w:rPr>
          <w:rtl/>
          <w:lang w:bidi="fa-IR"/>
        </w:rPr>
        <w:t>و 3</w:t>
      </w:r>
      <w:r w:rsidRPr="00CA52B4">
        <w:rPr>
          <w:rtl/>
          <w:lang w:bidi="fa-IR"/>
        </w:rPr>
        <w:t xml:space="preserve"> / 295 </w:t>
      </w:r>
      <w:r>
        <w:rPr>
          <w:rtl/>
          <w:lang w:bidi="fa-IR"/>
        </w:rPr>
        <w:t>و 4</w:t>
      </w:r>
      <w:r w:rsidRPr="00CA52B4">
        <w:rPr>
          <w:rtl/>
          <w:lang w:bidi="fa-IR"/>
        </w:rPr>
        <w:t xml:space="preserve"> / 103 </w:t>
      </w:r>
      <w:r>
        <w:rPr>
          <w:rtl/>
          <w:lang w:bidi="fa-IR"/>
        </w:rPr>
        <w:t>و 5</w:t>
      </w:r>
      <w:r w:rsidRPr="00CA52B4">
        <w:rPr>
          <w:rtl/>
          <w:lang w:bidi="fa-IR"/>
        </w:rPr>
        <w:t xml:space="preserve"> / 81. الغارات 2 / 1037. الغدير 2 / 67</w:t>
      </w:r>
      <w:r>
        <w:rPr>
          <w:rtl/>
          <w:lang w:bidi="fa-IR"/>
        </w:rPr>
        <w:t xml:space="preserve"> ـ </w:t>
      </w:r>
      <w:r w:rsidRPr="00CA52B4">
        <w:rPr>
          <w:rtl/>
          <w:lang w:bidi="fa-IR"/>
        </w:rPr>
        <w:t xml:space="preserve">112. قاموس الرجال 7 / 396. الكامل في التأريخ 2 / 233 </w:t>
      </w:r>
      <w:r>
        <w:rPr>
          <w:rtl/>
          <w:lang w:bidi="fa-IR"/>
        </w:rPr>
        <w:t>و 3</w:t>
      </w:r>
      <w:r w:rsidRPr="00CA52B4">
        <w:rPr>
          <w:rtl/>
          <w:lang w:bidi="fa-IR"/>
        </w:rPr>
        <w:t xml:space="preserve"> / 201 ، 204 ، 266 ، 272 ، 287 ، 297 ، 343 ، 525. الكنى والألقاب 3 / 174. مجمع الرجال 5 / 63. مروج الذهب 2 / 369 </w:t>
      </w:r>
      <w:r>
        <w:rPr>
          <w:rtl/>
          <w:lang w:bidi="fa-IR"/>
        </w:rPr>
        <w:t>و 3</w:t>
      </w:r>
      <w:r w:rsidRPr="00CA52B4">
        <w:rPr>
          <w:rtl/>
          <w:lang w:bidi="fa-IR"/>
        </w:rPr>
        <w:t xml:space="preserve"> / 26. المعارف / 113. معجم الثقات / 321. معجم رجال الحديث 14 / 93.</w:t>
      </w:r>
      <w:r>
        <w:rPr>
          <w:rFonts w:hint="cs"/>
          <w:rtl/>
          <w:lang w:bidi="fa-IR"/>
        </w:rPr>
        <w:t xml:space="preserve"> </w:t>
      </w:r>
      <w:r w:rsidRPr="00CA52B4">
        <w:rPr>
          <w:rtl/>
          <w:lang w:bidi="fa-IR"/>
        </w:rPr>
        <w:t>المناقب 3 / 152. منتهى المقال / 252. مجالس المؤمنين 1 / 236. النجوم الزاهرة 1 / 95. نقد الرجال / 274. النهاية في غريب الحديث 2 / 491. وقعة صفين / 15 ، 93 ، 127 ، 195 ، 208 ، 232 ، 426</w:t>
      </w:r>
      <w:r>
        <w:rPr>
          <w:rtl/>
          <w:lang w:bidi="fa-IR"/>
        </w:rPr>
        <w:t xml:space="preserve"> ـ </w:t>
      </w:r>
      <w:r w:rsidRPr="00CA52B4">
        <w:rPr>
          <w:rtl/>
          <w:lang w:bidi="fa-IR"/>
        </w:rPr>
        <w:t>428 ، 446</w:t>
      </w:r>
      <w:r>
        <w:rPr>
          <w:rtl/>
          <w:lang w:bidi="fa-IR"/>
        </w:rPr>
        <w:t xml:space="preserve"> ـ </w:t>
      </w:r>
      <w:r w:rsidRPr="00CA52B4">
        <w:rPr>
          <w:rtl/>
          <w:lang w:bidi="fa-IR"/>
        </w:rPr>
        <w:t>449 ، 453 ، 552.</w:t>
      </w:r>
      <w:r>
        <w:rPr>
          <w:rFonts w:hint="cs"/>
          <w:rtl/>
          <w:lang w:bidi="fa-IR"/>
        </w:rPr>
        <w:t xml:space="preserve"> </w:t>
      </w:r>
      <w:r w:rsidRPr="00CA52B4">
        <w:rPr>
          <w:rtl/>
          <w:lang w:bidi="fa-IR"/>
        </w:rPr>
        <w:t xml:space="preserve">وفيات الأعيان 2 / 204 ، 461 </w:t>
      </w:r>
      <w:r>
        <w:rPr>
          <w:rtl/>
          <w:lang w:bidi="fa-IR"/>
        </w:rPr>
        <w:t>و 4</w:t>
      </w:r>
      <w:r w:rsidRPr="00CA52B4">
        <w:rPr>
          <w:rtl/>
          <w:lang w:bidi="fa-IR"/>
        </w:rPr>
        <w:t xml:space="preserve"> / 171.</w:t>
      </w:r>
    </w:p>
    <w:p w:rsidR="00843DF1" w:rsidRPr="00CA52B4" w:rsidRDefault="00843DF1" w:rsidP="00EB70B9">
      <w:pPr>
        <w:pStyle w:val="libBold1"/>
        <w:rPr>
          <w:rtl/>
          <w:lang w:bidi="fa-IR"/>
        </w:rPr>
      </w:pPr>
      <w:r w:rsidRPr="00CA52B4">
        <w:rPr>
          <w:rtl/>
        </w:rPr>
        <w:t>939</w:t>
      </w:r>
      <w:r>
        <w:rPr>
          <w:rtl/>
        </w:rPr>
        <w:t xml:space="preserve"> ـ </w:t>
      </w:r>
      <w:r w:rsidRPr="00CA52B4">
        <w:rPr>
          <w:rtl/>
        </w:rPr>
        <w:t>قيس بن سعد الخارفي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ثقات التابعين. ذكره بعضهم باسم سعد بن قيس ، والصحيح ما أثبتناه. ذكره ابن حبان في الثقات. وكان يسكن الكوفة. كنيته أبو عبد الله ، وأبو المغيرة. روى عنه القاسم بن كثير. وأبو إسحاق السبيعي. وداود بن أبي عوف. وله في السنن أحاديث.</w:t>
      </w:r>
    </w:p>
    <w:p w:rsidR="00843DF1" w:rsidRPr="00CA52B4" w:rsidRDefault="00843DF1" w:rsidP="00B10281">
      <w:pPr>
        <w:pStyle w:val="libVar"/>
        <w:rPr>
          <w:rtl/>
          <w:lang w:bidi="fa-IR"/>
        </w:rPr>
      </w:pPr>
      <w:r w:rsidRPr="00CA52B4">
        <w:rPr>
          <w:rtl/>
          <w:lang w:bidi="fa-IR"/>
        </w:rPr>
        <w:t>تهذيب التهذيب 8 / 397 ، 406 والرجلان واحد. الجرح والتعديل 7 / 106.</w:t>
      </w:r>
      <w:r>
        <w:rPr>
          <w:rFonts w:hint="cs"/>
          <w:rtl/>
          <w:lang w:bidi="fa-IR"/>
        </w:rPr>
        <w:t xml:space="preserve"> </w:t>
      </w:r>
      <w:r w:rsidRPr="00CA52B4">
        <w:rPr>
          <w:rtl/>
          <w:lang w:bidi="fa-IR"/>
        </w:rPr>
        <w:t xml:space="preserve">الطبقات الكبرى 1 / 326 </w:t>
      </w:r>
      <w:r>
        <w:rPr>
          <w:rtl/>
          <w:lang w:bidi="fa-IR"/>
        </w:rPr>
        <w:t>و 2</w:t>
      </w:r>
      <w:r w:rsidRPr="00CA52B4">
        <w:rPr>
          <w:rtl/>
          <w:lang w:bidi="fa-IR"/>
        </w:rPr>
        <w:t xml:space="preserve"> / 135 </w:t>
      </w:r>
      <w:r>
        <w:rPr>
          <w:rtl/>
          <w:lang w:bidi="fa-IR"/>
        </w:rPr>
        <w:t>و 6</w:t>
      </w:r>
      <w:r w:rsidRPr="00CA52B4">
        <w:rPr>
          <w:rtl/>
          <w:lang w:bidi="fa-IR"/>
        </w:rPr>
        <w:t xml:space="preserve"> / 109 </w:t>
      </w:r>
      <w:r>
        <w:rPr>
          <w:rtl/>
          <w:lang w:bidi="fa-IR"/>
        </w:rPr>
        <w:t>و 8</w:t>
      </w:r>
      <w:r w:rsidRPr="00CA52B4">
        <w:rPr>
          <w:rtl/>
          <w:lang w:bidi="fa-IR"/>
        </w:rPr>
        <w:t xml:space="preserve"> / 249.</w:t>
      </w:r>
    </w:p>
    <w:p w:rsidR="00843DF1" w:rsidRPr="00CA52B4" w:rsidRDefault="00843DF1" w:rsidP="00EB70B9">
      <w:pPr>
        <w:pStyle w:val="libBold1"/>
        <w:rPr>
          <w:rtl/>
          <w:lang w:bidi="fa-IR"/>
        </w:rPr>
      </w:pPr>
      <w:r w:rsidRPr="00CA52B4">
        <w:rPr>
          <w:rtl/>
        </w:rPr>
        <w:t>940</w:t>
      </w:r>
      <w:r>
        <w:rPr>
          <w:rtl/>
        </w:rPr>
        <w:t xml:space="preserve"> ـ </w:t>
      </w:r>
      <w:r w:rsidRPr="00CA52B4">
        <w:rPr>
          <w:rtl/>
        </w:rPr>
        <w:t xml:space="preserve">قيس </w:t>
      </w:r>
      <w:r>
        <w:rPr>
          <w:rtl/>
        </w:rPr>
        <w:t>(</w:t>
      </w:r>
      <w:r w:rsidRPr="00CA52B4">
        <w:rPr>
          <w:rtl/>
        </w:rPr>
        <w:t>أبو النعمان</w:t>
      </w:r>
      <w:r>
        <w:rPr>
          <w:rtl/>
        </w:rPr>
        <w:t>)</w:t>
      </w:r>
      <w:r w:rsidRPr="00CA52B4">
        <w:rPr>
          <w:rtl/>
        </w:rPr>
        <w:t xml:space="preserve"> ابن السكن الأسدي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ثقة له أحاديث. وهو من بني سواءة بن الحارث بن سعد بن</w:t>
      </w:r>
    </w:p>
    <w:p w:rsidR="00843DF1" w:rsidRPr="00CA52B4" w:rsidRDefault="00843DF1" w:rsidP="00B10281">
      <w:pPr>
        <w:pStyle w:val="libNormal0"/>
        <w:rPr>
          <w:rtl/>
          <w:lang w:bidi="fa-IR"/>
        </w:rPr>
      </w:pPr>
      <w:r>
        <w:rPr>
          <w:rtl/>
          <w:lang w:bidi="fa-IR"/>
        </w:rPr>
        <w:br w:type="page"/>
      </w:r>
      <w:r w:rsidRPr="00CA52B4">
        <w:rPr>
          <w:rtl/>
          <w:lang w:bidi="fa-IR"/>
        </w:rPr>
        <w:lastRenderedPageBreak/>
        <w:t>ثعلبة بن دودان بن أسد. مات بالكوفة في زمن مصعب بن الزبير بن العوام.</w:t>
      </w:r>
      <w:r>
        <w:rPr>
          <w:rFonts w:hint="cs"/>
          <w:rtl/>
          <w:lang w:bidi="fa-IR"/>
        </w:rPr>
        <w:t xml:space="preserve"> </w:t>
      </w:r>
      <w:r w:rsidRPr="00CA52B4">
        <w:rPr>
          <w:rtl/>
          <w:lang w:bidi="fa-IR"/>
        </w:rPr>
        <w:t>روى أيضا عن أبي ذر الغفاري. وعبد الله. وكان من الفقهاء. وذكره ابن حبان في الثقات. روى عنه ابنه النعمان ، وأبو إسحاق السبيعي ، وعمارة بن عمير ، وسعد بن عبيدة ، والمنهال بن عمرو ، وأبو الشعثاء المحاربي.</w:t>
      </w:r>
    </w:p>
    <w:p w:rsidR="00843DF1" w:rsidRPr="00CA52B4" w:rsidRDefault="00843DF1" w:rsidP="00B10281">
      <w:pPr>
        <w:pStyle w:val="libVar"/>
        <w:rPr>
          <w:rtl/>
          <w:lang w:bidi="fa-IR"/>
        </w:rPr>
      </w:pPr>
      <w:r w:rsidRPr="00CA52B4">
        <w:rPr>
          <w:rtl/>
          <w:lang w:bidi="fa-IR"/>
        </w:rPr>
        <w:t>الاستيعاب 3 / 223. أسد الغابة 4 / 216. الإصابة 3 / 250. تهذيب التهذيب 8 / 397. الجرح والتعديل 7 / 98. الطبقات الكبرى 6 / 176. الغارات 1 / 26</w:t>
      </w:r>
      <w:r>
        <w:rPr>
          <w:rtl/>
          <w:lang w:bidi="fa-IR"/>
        </w:rPr>
        <w:t xml:space="preserve"> ـ </w:t>
      </w:r>
      <w:r w:rsidRPr="00CA52B4">
        <w:rPr>
          <w:rtl/>
          <w:lang w:bidi="fa-IR"/>
        </w:rPr>
        <w:t>27.</w:t>
      </w:r>
    </w:p>
    <w:p w:rsidR="00843DF1" w:rsidRPr="00CA52B4" w:rsidRDefault="00843DF1" w:rsidP="00EB70B9">
      <w:pPr>
        <w:pStyle w:val="libBold1"/>
        <w:rPr>
          <w:rtl/>
          <w:lang w:bidi="fa-IR"/>
        </w:rPr>
      </w:pPr>
      <w:r w:rsidRPr="00CA52B4">
        <w:rPr>
          <w:rtl/>
        </w:rPr>
        <w:t>941</w:t>
      </w:r>
      <w:r>
        <w:rPr>
          <w:rtl/>
        </w:rPr>
        <w:t xml:space="preserve"> ـ </w:t>
      </w:r>
      <w:r w:rsidRPr="00CA52B4">
        <w:rPr>
          <w:rtl/>
        </w:rPr>
        <w:t xml:space="preserve">قيس </w:t>
      </w:r>
      <w:r>
        <w:rPr>
          <w:rtl/>
        </w:rPr>
        <w:t>(</w:t>
      </w:r>
      <w:r w:rsidRPr="00CA52B4">
        <w:rPr>
          <w:rtl/>
        </w:rPr>
        <w:t>أبو عبد الله</w:t>
      </w:r>
      <w:r>
        <w:rPr>
          <w:rtl/>
        </w:rPr>
        <w:t>)</w:t>
      </w:r>
      <w:r w:rsidRPr="00CA52B4">
        <w:rPr>
          <w:rtl/>
        </w:rPr>
        <w:t xml:space="preserve"> ابن عباد بن قيس بن ثعلبة بن عكابة بن صعب بن عليّ بن بكر بن وائل بن قاسط القيسي الضبعي البصري</w:t>
      </w:r>
      <w:r>
        <w:rPr>
          <w:rtl/>
        </w:rPr>
        <w:t xml:space="preserve"> ..</w:t>
      </w:r>
      <w:r w:rsidRPr="00CA52B4">
        <w:rPr>
          <w:rtl/>
        </w:rPr>
        <w:t>. قتل</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قدم المدينة وأخذ فيها ، وروى المحدّثون عنه. كان ثقة قليل الحديث من كبار الصالحين ، وكانت له مناقب وحلم وعبادة ، وهو من التابعين. قتله الحجاج ممن خرج مع ابن الأشعث. له في السنن أحاديث. روى عنه ابنه عبد الله ، وعبد الله بن مطر ، والنضرة بن عبد الله ، وأبو مجلز ، والحسن ، وابن سيرين ، وأبو نضرة العبدي ، وغيرهم. وما جاء في كنز العمال 16 / 184 قوله : فقام رجل من بكر بن وائل يدعى عباد بن قيس ، وكان من اتباع عليّ </w:t>
      </w:r>
      <w:r>
        <w:rPr>
          <w:rtl/>
          <w:lang w:bidi="fa-IR"/>
        </w:rPr>
        <w:t>(</w:t>
      </w:r>
      <w:r w:rsidRPr="00CA52B4">
        <w:rPr>
          <w:rtl/>
          <w:lang w:bidi="fa-IR"/>
        </w:rPr>
        <w:t>عليه السلام</w:t>
      </w:r>
      <w:r>
        <w:rPr>
          <w:rtl/>
          <w:lang w:bidi="fa-IR"/>
        </w:rPr>
        <w:t>)</w:t>
      </w:r>
      <w:r w:rsidRPr="00CA52B4">
        <w:rPr>
          <w:rtl/>
          <w:lang w:bidi="fa-IR"/>
        </w:rPr>
        <w:t xml:space="preserve"> ، فتصحيف والصحيح ما ذكرناه.</w:t>
      </w:r>
    </w:p>
    <w:p w:rsidR="00843DF1" w:rsidRPr="00CA52B4" w:rsidRDefault="00843DF1" w:rsidP="00B10281">
      <w:pPr>
        <w:pStyle w:val="libVar"/>
        <w:rPr>
          <w:rtl/>
          <w:lang w:bidi="fa-IR"/>
        </w:rPr>
      </w:pPr>
      <w:r w:rsidRPr="00CA52B4">
        <w:rPr>
          <w:rtl/>
          <w:lang w:bidi="fa-IR"/>
        </w:rPr>
        <w:t xml:space="preserve">الإصابة 3 / 273. الأعلام 6 / 57. تقريب التهذيب 2 / 129. تنقيح المقال 2 / 331. تهذيب التهذيب 8 / 400. الجرح والتعديل 7 / 101. رجال الشيخ الطوسي / 56. رجال الكشي / 96. العقد الفريد 2 / 40. الغدير 8 / 170 </w:t>
      </w:r>
      <w:r>
        <w:rPr>
          <w:rtl/>
          <w:lang w:bidi="fa-IR"/>
        </w:rPr>
        <w:t>و 9</w:t>
      </w:r>
      <w:r w:rsidRPr="00CA52B4">
        <w:rPr>
          <w:rtl/>
          <w:lang w:bidi="fa-IR"/>
        </w:rPr>
        <w:t xml:space="preserve"> / 312 </w:t>
      </w:r>
      <w:r>
        <w:rPr>
          <w:rtl/>
          <w:lang w:bidi="fa-IR"/>
        </w:rPr>
        <w:t>و 1</w:t>
      </w:r>
      <w:r w:rsidRPr="00CA52B4">
        <w:rPr>
          <w:rtl/>
          <w:lang w:bidi="fa-IR"/>
        </w:rPr>
        <w:t xml:space="preserve">0 / 205 </w:t>
      </w:r>
      <w:r>
        <w:rPr>
          <w:rtl/>
          <w:lang w:bidi="fa-IR"/>
        </w:rPr>
        <w:t>و 1</w:t>
      </w:r>
      <w:r w:rsidRPr="00CA52B4">
        <w:rPr>
          <w:rtl/>
          <w:lang w:bidi="fa-IR"/>
        </w:rPr>
        <w:t>1 / 45. قاموس الرجال 7 / 402. مجمع الرجال 5 / 65. معجم رجال الحديث 14 / 95. منتهى المقال / 252. نقد الرجال / 275. النهاية في غريب الحديث 3 / 109. هدى الساري / 214.</w:t>
      </w:r>
    </w:p>
    <w:p w:rsidR="00843DF1" w:rsidRPr="00CA52B4" w:rsidRDefault="00843DF1" w:rsidP="00EB70B9">
      <w:pPr>
        <w:pStyle w:val="libBold1"/>
        <w:rPr>
          <w:rtl/>
          <w:lang w:bidi="fa-IR"/>
        </w:rPr>
      </w:pPr>
      <w:r w:rsidRPr="00CA52B4">
        <w:rPr>
          <w:rtl/>
        </w:rPr>
        <w:t>942</w:t>
      </w:r>
      <w:r>
        <w:rPr>
          <w:rtl/>
        </w:rPr>
        <w:t xml:space="preserve"> ـ </w:t>
      </w:r>
      <w:r w:rsidRPr="00CA52B4">
        <w:rPr>
          <w:rtl/>
        </w:rPr>
        <w:t>قيس بن عبد ربه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قليل الحديث. وهو عم عامر بن شراحيل بن عبد الشعبي. وفي بعض المراجع : قيس بن عبد. ذكره الشيخ الطوسي في رجاله ،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2 / 331. جامع الرواة 2 / 25. رجال الشيخ الطوسي / 55. الطبقات</w:t>
      </w:r>
    </w:p>
    <w:p w:rsidR="00843DF1" w:rsidRPr="00CA52B4" w:rsidRDefault="00843DF1" w:rsidP="00B10281">
      <w:pPr>
        <w:pStyle w:val="libVar0"/>
        <w:rPr>
          <w:rtl/>
          <w:lang w:bidi="fa-IR"/>
        </w:rPr>
      </w:pPr>
      <w:r>
        <w:rPr>
          <w:rtl/>
          <w:lang w:bidi="fa-IR"/>
        </w:rPr>
        <w:br w:type="page"/>
      </w:r>
      <w:r w:rsidRPr="00CA52B4">
        <w:rPr>
          <w:rtl/>
          <w:lang w:bidi="fa-IR"/>
        </w:rPr>
        <w:lastRenderedPageBreak/>
        <w:t>الكبرى 6 / 179. مجمع الرجال 5 / 65. معجم رجال الحديث 14 / 96. منتهى المقال / 252. نقد الرجال / 275.</w:t>
      </w:r>
    </w:p>
    <w:p w:rsidR="00843DF1" w:rsidRPr="00CA52B4" w:rsidRDefault="00843DF1" w:rsidP="00EB70B9">
      <w:pPr>
        <w:pStyle w:val="libBold1"/>
        <w:rPr>
          <w:rtl/>
          <w:lang w:bidi="fa-IR"/>
        </w:rPr>
      </w:pPr>
      <w:r w:rsidRPr="00CA52B4">
        <w:rPr>
          <w:rtl/>
        </w:rPr>
        <w:t>943</w:t>
      </w:r>
      <w:r>
        <w:rPr>
          <w:rtl/>
        </w:rPr>
        <w:t xml:space="preserve"> ـ </w:t>
      </w:r>
      <w:r w:rsidRPr="00CA52B4">
        <w:rPr>
          <w:rtl/>
        </w:rPr>
        <w:t>قيس بن عبد الله بن عمرو بن عدس بن ربيعة بن جعدة بن كعب بن ربيعة بن عامر بن صعصعة العامري المعروف بالنابغة الجعدي ، والمتوفى حدود سنة 70 ه‍</w:t>
      </w:r>
      <w:r>
        <w:rPr>
          <w:rtl/>
        </w:rPr>
        <w:t>.</w:t>
      </w:r>
    </w:p>
    <w:p w:rsidR="00843DF1" w:rsidRPr="00CA52B4" w:rsidRDefault="00843DF1" w:rsidP="00347E77">
      <w:pPr>
        <w:pStyle w:val="libNormal"/>
        <w:rPr>
          <w:rtl/>
          <w:lang w:bidi="fa-IR"/>
        </w:rPr>
      </w:pPr>
      <w:r w:rsidRPr="00CA52B4">
        <w:rPr>
          <w:rtl/>
          <w:lang w:bidi="fa-IR"/>
        </w:rPr>
        <w:t xml:space="preserve">صحابي ، شاعر أديب فاضل ، عاش مائة وثمانين سنة ، ويعتبر من فحول الشعراء ، وفد على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وأسلم ومدحه بقصيدة رائية ، وقال النبيّ </w:t>
      </w:r>
      <w:r>
        <w:rPr>
          <w:rtl/>
          <w:lang w:bidi="fa-IR"/>
        </w:rPr>
        <w:t>(</w:t>
      </w:r>
      <w:r w:rsidRPr="00CA52B4">
        <w:rPr>
          <w:rtl/>
          <w:lang w:bidi="fa-IR"/>
        </w:rPr>
        <w:t>صلّى الله عليه وآله وسلّم</w:t>
      </w:r>
      <w:r>
        <w:rPr>
          <w:rtl/>
          <w:lang w:bidi="fa-IR"/>
        </w:rPr>
        <w:t>)</w:t>
      </w:r>
      <w:r w:rsidRPr="00CA52B4">
        <w:rPr>
          <w:rtl/>
          <w:lang w:bidi="fa-IR"/>
        </w:rPr>
        <w:t xml:space="preserve"> له : لا يفضض الله فاك. اشتهر في الجاهلية وكان ممن هجر الأوثان. وأنكر الخمر والسكر ، ويذكر دين إبراهيم </w:t>
      </w:r>
      <w:r>
        <w:rPr>
          <w:rtl/>
          <w:lang w:bidi="fa-IR"/>
        </w:rPr>
        <w:t>(</w:t>
      </w:r>
      <w:r w:rsidRPr="00CA52B4">
        <w:rPr>
          <w:rtl/>
          <w:lang w:bidi="fa-IR"/>
        </w:rPr>
        <w:t>عليه السلام</w:t>
      </w:r>
      <w:r>
        <w:rPr>
          <w:rtl/>
          <w:lang w:bidi="fa-IR"/>
        </w:rPr>
        <w:t>)</w:t>
      </w:r>
      <w:r w:rsidRPr="00CA52B4">
        <w:rPr>
          <w:rtl/>
          <w:lang w:bidi="fa-IR"/>
        </w:rPr>
        <w:t xml:space="preserve"> والحنيفية ، ويصوم ويستغفر ، ويتوقّى أشياء لغوا فيها. كما كان علويّ الرأي والعقيدة والمذهب ، وخرج مع أمير المؤمنين </w:t>
      </w:r>
      <w:r>
        <w:rPr>
          <w:rtl/>
          <w:lang w:bidi="fa-IR"/>
        </w:rPr>
        <w:t>(</w:t>
      </w:r>
      <w:r w:rsidRPr="00CA52B4">
        <w:rPr>
          <w:rtl/>
          <w:lang w:bidi="fa-IR"/>
        </w:rPr>
        <w:t>عليه السلام</w:t>
      </w:r>
      <w:r>
        <w:rPr>
          <w:rtl/>
          <w:lang w:bidi="fa-IR"/>
        </w:rPr>
        <w:t>)</w:t>
      </w:r>
      <w:r w:rsidRPr="00CA52B4">
        <w:rPr>
          <w:rtl/>
          <w:lang w:bidi="fa-IR"/>
        </w:rPr>
        <w:t xml:space="preserve"> إلى صفّين فشهدها ، ثم سكن الكوفة ، فسيّره معاوية إلى أصفهان مع أحد ولاتها فمات فيها حدود عام 70 ه‍ وقد كف بصره.</w:t>
      </w:r>
    </w:p>
    <w:p w:rsidR="00843DF1" w:rsidRPr="00CA52B4" w:rsidRDefault="00843DF1" w:rsidP="00347E77">
      <w:pPr>
        <w:pStyle w:val="libNormal"/>
        <w:rPr>
          <w:rtl/>
          <w:lang w:bidi="fa-IR"/>
        </w:rPr>
      </w:pPr>
      <w:r w:rsidRPr="00CA52B4">
        <w:rPr>
          <w:rtl/>
          <w:lang w:bidi="fa-IR"/>
        </w:rPr>
        <w:t xml:space="preserve">ومن شعره قوله في عليّ </w:t>
      </w:r>
      <w:r>
        <w:rPr>
          <w:rtl/>
          <w:lang w:bidi="fa-IR"/>
        </w:rPr>
        <w:t>(</w:t>
      </w:r>
      <w:r w:rsidRPr="00CA52B4">
        <w:rPr>
          <w:rtl/>
          <w:lang w:bidi="fa-IR"/>
        </w:rPr>
        <w:t>عليه السلام</w:t>
      </w:r>
      <w:r>
        <w:rPr>
          <w:rtl/>
          <w:lang w:bidi="fa-IR"/>
        </w:rPr>
        <w:t>)</w:t>
      </w:r>
      <w:r w:rsidRPr="00CA52B4">
        <w:rPr>
          <w:rtl/>
          <w:lang w:bidi="fa-IR"/>
        </w:rPr>
        <w:t xml:space="preserve"> بصفّين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قد علم المصران والعراق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أنّ عليّا فحلها العتاق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أبيض جحجاح له رواق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أمه غالى بها الصداق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أكرم من شد له نطاق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إنّ الأولى جاروك لا أفاقوا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لهم سباق ولكم سباق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قد علمت ذلكم الرفاق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سقتم إلى نهج الهدى وساقوا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إلى التي ليس لها عراق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ويعتبر النابغة بعمره الطويل الذي شهد فيه دهرا ممتدا في الجاهلية ، وقف فيه على أيامها وأحداثها ، وأدرك الإسلام فلقى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وأمير المؤمنين </w:t>
      </w:r>
      <w:r>
        <w:rPr>
          <w:rtl/>
          <w:lang w:bidi="fa-IR"/>
        </w:rPr>
        <w:t>(</w:t>
      </w:r>
      <w:r w:rsidRPr="00CA52B4">
        <w:rPr>
          <w:rtl/>
          <w:lang w:bidi="fa-IR"/>
        </w:rPr>
        <w:t>عليه السلام</w:t>
      </w:r>
      <w:r>
        <w:rPr>
          <w:rtl/>
          <w:lang w:bidi="fa-IR"/>
        </w:rPr>
        <w:t>)</w:t>
      </w:r>
      <w:r w:rsidRPr="00CA52B4">
        <w:rPr>
          <w:rtl/>
          <w:lang w:bidi="fa-IR"/>
        </w:rPr>
        <w:t xml:space="preserve"> ، وسمع القرآن ، واطمأن قلبه إليه. ففي شعره الكثير من آيات الله البينات ، فهو يحكي معاني الآيات تارة ، ويضمن ألفاظها تارة أخرى ، إلى غيرها من الجوانب الإسلامية الفياضة. مات في أصفهان حدود 70 ه‍</w:t>
      </w:r>
      <w:r>
        <w:rPr>
          <w:rtl/>
          <w:lang w:bidi="fa-IR"/>
        </w:rPr>
        <w:t>.</w:t>
      </w:r>
      <w:r w:rsidRPr="00CA52B4">
        <w:rPr>
          <w:rtl/>
          <w:lang w:bidi="fa-IR"/>
        </w:rPr>
        <w:t xml:space="preserve"> وله أخبار كثيرة في المعاجم.</w:t>
      </w:r>
    </w:p>
    <w:p w:rsidR="00843DF1" w:rsidRPr="00CA52B4" w:rsidRDefault="00843DF1" w:rsidP="00B10281">
      <w:pPr>
        <w:pStyle w:val="libVar"/>
        <w:rPr>
          <w:rtl/>
          <w:lang w:bidi="fa-IR"/>
        </w:rPr>
      </w:pPr>
      <w:r>
        <w:rPr>
          <w:rtl/>
          <w:lang w:bidi="fa-IR"/>
        </w:rPr>
        <w:br w:type="page"/>
      </w:r>
      <w:r w:rsidRPr="00CA52B4">
        <w:rPr>
          <w:rtl/>
          <w:lang w:bidi="fa-IR"/>
        </w:rPr>
        <w:lastRenderedPageBreak/>
        <w:t>الاستيعاب 3 / 239. أسد الغابة 4 / 221. الإصابة 3 / 254. الأعلام 4 / 58.</w:t>
      </w:r>
      <w:r>
        <w:rPr>
          <w:rFonts w:hint="cs"/>
          <w:rtl/>
          <w:lang w:bidi="fa-IR"/>
        </w:rPr>
        <w:t xml:space="preserve"> </w:t>
      </w:r>
      <w:r w:rsidRPr="00CA52B4">
        <w:rPr>
          <w:rtl/>
          <w:lang w:bidi="fa-IR"/>
        </w:rPr>
        <w:t>أعيان الشيعة 8 / 65 والغريب أن جاءت ترجمته في الأعيان باسم عبد الله بن قيس ، ولم يقل به أحد غيره. الأمالي / 66. أخبار أصبهان 1 / 73. تنقيح المقال 2 / 1441.</w:t>
      </w:r>
      <w:r>
        <w:rPr>
          <w:rFonts w:hint="cs"/>
          <w:rtl/>
          <w:lang w:bidi="fa-IR"/>
        </w:rPr>
        <w:t xml:space="preserve"> </w:t>
      </w:r>
      <w:r w:rsidRPr="00CA52B4">
        <w:rPr>
          <w:rtl/>
          <w:lang w:bidi="fa-IR"/>
        </w:rPr>
        <w:t xml:space="preserve">تعجيل المنفعة / 418. الجرح والتعديل 8 / 509. جمهرة أنساب العرب / 289. خزانة الأدب 1 / 1512. الدرجات الرفيعة / 529 وفيه : أبو ليلى حيان بن قيس. سفينة البحار 2 / 569. شرح ابن أبي الحديد 5 / 20 </w:t>
      </w:r>
      <w:r>
        <w:rPr>
          <w:rtl/>
          <w:lang w:bidi="fa-IR"/>
        </w:rPr>
        <w:t>و 1</w:t>
      </w:r>
      <w:r w:rsidRPr="00CA52B4">
        <w:rPr>
          <w:rtl/>
          <w:lang w:bidi="fa-IR"/>
        </w:rPr>
        <w:t>5 / 188. الشعر والشعراء / 191 ، 321 ، 354. طبقات الشعراء / 13 ، 17 ، 26</w:t>
      </w:r>
      <w:r>
        <w:rPr>
          <w:rtl/>
          <w:lang w:bidi="fa-IR"/>
        </w:rPr>
        <w:t xml:space="preserve"> ـ </w:t>
      </w:r>
      <w:r w:rsidRPr="00CA52B4">
        <w:rPr>
          <w:rtl/>
          <w:lang w:bidi="fa-IR"/>
        </w:rPr>
        <w:t xml:space="preserve">27 ، 108 ، 120. العقد الفريد 8 / 96 </w:t>
      </w:r>
      <w:r>
        <w:rPr>
          <w:rtl/>
          <w:lang w:bidi="fa-IR"/>
        </w:rPr>
        <w:t>(</w:t>
      </w:r>
      <w:r w:rsidRPr="00CA52B4">
        <w:rPr>
          <w:rtl/>
          <w:lang w:bidi="fa-IR"/>
        </w:rPr>
        <w:t>الفهرست</w:t>
      </w:r>
      <w:r>
        <w:rPr>
          <w:rtl/>
          <w:lang w:bidi="fa-IR"/>
        </w:rPr>
        <w:t>).</w:t>
      </w:r>
      <w:r w:rsidRPr="00CA52B4">
        <w:rPr>
          <w:rtl/>
          <w:lang w:bidi="fa-IR"/>
        </w:rPr>
        <w:t xml:space="preserve"> الغارات 1 / 108 </w:t>
      </w:r>
      <w:r>
        <w:rPr>
          <w:rtl/>
          <w:lang w:bidi="fa-IR"/>
        </w:rPr>
        <w:t>و 2</w:t>
      </w:r>
      <w:r w:rsidRPr="00CA52B4">
        <w:rPr>
          <w:rtl/>
          <w:lang w:bidi="fa-IR"/>
        </w:rPr>
        <w:t xml:space="preserve"> / 433. الغدير 2 / 5 ، 17 ، 186 </w:t>
      </w:r>
      <w:r>
        <w:rPr>
          <w:rtl/>
          <w:lang w:bidi="fa-IR"/>
        </w:rPr>
        <w:t>و 7</w:t>
      </w:r>
      <w:r w:rsidRPr="00CA52B4">
        <w:rPr>
          <w:rtl/>
          <w:lang w:bidi="fa-IR"/>
        </w:rPr>
        <w:t xml:space="preserve"> / 284.</w:t>
      </w:r>
      <w:r>
        <w:rPr>
          <w:rFonts w:hint="cs"/>
          <w:rtl/>
          <w:lang w:bidi="fa-IR"/>
        </w:rPr>
        <w:t xml:space="preserve"> </w:t>
      </w:r>
      <w:r w:rsidRPr="00CA52B4">
        <w:rPr>
          <w:rtl/>
          <w:lang w:bidi="fa-IR"/>
        </w:rPr>
        <w:t xml:space="preserve">فهرست النديم / 178. قاموس المحيط 3 / 113 فصل </w:t>
      </w:r>
      <w:r>
        <w:rPr>
          <w:rtl/>
          <w:lang w:bidi="fa-IR"/>
        </w:rPr>
        <w:t>(</w:t>
      </w:r>
      <w:r w:rsidRPr="00CA52B4">
        <w:rPr>
          <w:rtl/>
          <w:lang w:bidi="fa-IR"/>
        </w:rPr>
        <w:t>نبغ</w:t>
      </w:r>
      <w:r>
        <w:rPr>
          <w:rtl/>
          <w:lang w:bidi="fa-IR"/>
        </w:rPr>
        <w:t>).</w:t>
      </w:r>
      <w:r w:rsidRPr="00CA52B4">
        <w:rPr>
          <w:rtl/>
          <w:lang w:bidi="fa-IR"/>
        </w:rPr>
        <w:t xml:space="preserve"> الكامل في التأريخ 2 / 10 </w:t>
      </w:r>
      <w:r>
        <w:rPr>
          <w:rtl/>
          <w:lang w:bidi="fa-IR"/>
        </w:rPr>
        <w:t>و 3</w:t>
      </w:r>
      <w:r w:rsidRPr="00CA52B4">
        <w:rPr>
          <w:rtl/>
          <w:lang w:bidi="fa-IR"/>
        </w:rPr>
        <w:t xml:space="preserve"> / 280</w:t>
      </w:r>
      <w:r>
        <w:rPr>
          <w:rtl/>
          <w:lang w:bidi="fa-IR"/>
        </w:rPr>
        <w:t xml:space="preserve"> ـ </w:t>
      </w:r>
      <w:r w:rsidRPr="00CA52B4">
        <w:rPr>
          <w:rtl/>
          <w:lang w:bidi="fa-IR"/>
        </w:rPr>
        <w:t>281. الكنى والألقاب 3 / 227. اللباب 1 / 230. المناقب 1 / 165.</w:t>
      </w:r>
      <w:r>
        <w:rPr>
          <w:rFonts w:hint="cs"/>
          <w:rtl/>
          <w:lang w:bidi="fa-IR"/>
        </w:rPr>
        <w:t xml:space="preserve"> </w:t>
      </w:r>
      <w:r w:rsidRPr="00CA52B4">
        <w:rPr>
          <w:rtl/>
          <w:lang w:bidi="fa-IR"/>
        </w:rPr>
        <w:t xml:space="preserve">النجوم الزاهرة 1 / 200. النهاية في غريب الحديث 5 / 440 </w:t>
      </w:r>
      <w:r>
        <w:rPr>
          <w:rtl/>
          <w:lang w:bidi="fa-IR"/>
        </w:rPr>
        <w:t>(</w:t>
      </w:r>
      <w:r w:rsidRPr="00CA52B4">
        <w:rPr>
          <w:rtl/>
          <w:lang w:bidi="fa-IR"/>
        </w:rPr>
        <w:t>الفهرس</w:t>
      </w:r>
      <w:r>
        <w:rPr>
          <w:rtl/>
          <w:lang w:bidi="fa-IR"/>
        </w:rPr>
        <w:t>).</w:t>
      </w:r>
      <w:r w:rsidRPr="00CA52B4">
        <w:rPr>
          <w:rtl/>
          <w:lang w:bidi="fa-IR"/>
        </w:rPr>
        <w:t xml:space="preserve"> وفيات الأعيان 2 / 50 ، 177 ، 214 ، </w:t>
      </w:r>
      <w:r>
        <w:rPr>
          <w:rtl/>
          <w:lang w:bidi="fa-IR"/>
        </w:rPr>
        <w:t>و 5</w:t>
      </w:r>
      <w:r w:rsidRPr="00CA52B4">
        <w:rPr>
          <w:rtl/>
          <w:lang w:bidi="fa-IR"/>
        </w:rPr>
        <w:t xml:space="preserve"> / 193. وقعة صفّين / 553.</w:t>
      </w:r>
    </w:p>
    <w:p w:rsidR="00843DF1" w:rsidRPr="00CA52B4" w:rsidRDefault="00843DF1" w:rsidP="00EB70B9">
      <w:pPr>
        <w:pStyle w:val="libBold1"/>
        <w:rPr>
          <w:rtl/>
          <w:lang w:bidi="fa-IR"/>
        </w:rPr>
      </w:pPr>
      <w:r w:rsidRPr="00CA52B4">
        <w:rPr>
          <w:rtl/>
        </w:rPr>
        <w:t>944</w:t>
      </w:r>
      <w:r>
        <w:rPr>
          <w:rtl/>
        </w:rPr>
        <w:t xml:space="preserve"> ـ </w:t>
      </w:r>
      <w:r w:rsidRPr="00CA52B4">
        <w:rPr>
          <w:rtl/>
        </w:rPr>
        <w:t>قيس بن العقربة</w:t>
      </w:r>
      <w:r>
        <w:rPr>
          <w:rtl/>
        </w:rPr>
        <w:t xml:space="preserve"> ..</w:t>
      </w:r>
      <w:r w:rsidRPr="00CA52B4">
        <w:rPr>
          <w:rtl/>
        </w:rPr>
        <w:t>. من بني جشم بن معاوية بن بكر بن هوازن بن منصور بن عكرمة بن خصفة بن قيس عيلان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ذكره الشيخ الطوسي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 ولم يعرف عنه أكثر مما ذكرناه.</w:t>
      </w:r>
    </w:p>
    <w:p w:rsidR="00843DF1" w:rsidRPr="00CA52B4" w:rsidRDefault="00843DF1" w:rsidP="00B10281">
      <w:pPr>
        <w:pStyle w:val="libVar"/>
        <w:rPr>
          <w:rtl/>
          <w:lang w:bidi="fa-IR"/>
        </w:rPr>
      </w:pPr>
      <w:r w:rsidRPr="00CA52B4">
        <w:rPr>
          <w:rtl/>
          <w:lang w:bidi="fa-IR"/>
        </w:rPr>
        <w:t>تنقيح المقال 2 / 331. جامع الرواة 2 / 25. رجال الطوسي / 55. مجمع الرجال 5 / 66. معجم رجال الحديث 14 / 97. منتهى المقال / 252. نقد الرجال / 275.</w:t>
      </w:r>
    </w:p>
    <w:p w:rsidR="00843DF1" w:rsidRPr="00CA52B4" w:rsidRDefault="00843DF1" w:rsidP="00EB70B9">
      <w:pPr>
        <w:pStyle w:val="libBold1"/>
        <w:rPr>
          <w:rtl/>
          <w:lang w:bidi="fa-IR"/>
        </w:rPr>
      </w:pPr>
      <w:r w:rsidRPr="00CA52B4">
        <w:rPr>
          <w:rtl/>
        </w:rPr>
        <w:t>945</w:t>
      </w:r>
      <w:r>
        <w:rPr>
          <w:rtl/>
        </w:rPr>
        <w:t xml:space="preserve"> ـ </w:t>
      </w:r>
      <w:r w:rsidRPr="00CA52B4">
        <w:rPr>
          <w:rtl/>
        </w:rPr>
        <w:t xml:space="preserve">قيس </w:t>
      </w:r>
      <w:r>
        <w:rPr>
          <w:rtl/>
        </w:rPr>
        <w:t>(</w:t>
      </w:r>
      <w:r w:rsidRPr="00CA52B4">
        <w:rPr>
          <w:rtl/>
        </w:rPr>
        <w:t>النجاشي</w:t>
      </w:r>
      <w:r>
        <w:rPr>
          <w:rtl/>
        </w:rPr>
        <w:t>)</w:t>
      </w:r>
      <w:r w:rsidRPr="00CA52B4">
        <w:rPr>
          <w:rtl/>
        </w:rPr>
        <w:t xml:space="preserve"> ابن عمرو بن مالك بن</w:t>
      </w:r>
      <w:r>
        <w:rPr>
          <w:rtl/>
        </w:rPr>
        <w:t xml:space="preserve"> ..</w:t>
      </w:r>
      <w:r w:rsidRPr="00CA52B4">
        <w:rPr>
          <w:rtl/>
        </w:rPr>
        <w:t>. من بني الحارث بن كعب بن عمرو بن علة بن جلد بن مالك بن أدد المتوفى حدود عام 50 ه‍</w:t>
      </w:r>
      <w:r>
        <w:rPr>
          <w:rtl/>
        </w:rPr>
        <w:t>.</w:t>
      </w:r>
    </w:p>
    <w:p w:rsidR="00843DF1" w:rsidRPr="00CA52B4" w:rsidRDefault="00843DF1" w:rsidP="00347E77">
      <w:pPr>
        <w:pStyle w:val="libNormal"/>
        <w:rPr>
          <w:rtl/>
          <w:lang w:bidi="fa-IR"/>
        </w:rPr>
      </w:pPr>
      <w:r w:rsidRPr="00CA52B4">
        <w:rPr>
          <w:rtl/>
          <w:lang w:bidi="fa-IR"/>
        </w:rPr>
        <w:t>شاعر فاضل ، قامت كلماته وأشعاره في العدو ، مقام الكلم في الحرب.</w:t>
      </w:r>
      <w:r>
        <w:rPr>
          <w:rFonts w:hint="cs"/>
          <w:rtl/>
          <w:lang w:bidi="fa-IR"/>
        </w:rPr>
        <w:t xml:space="preserve"> </w:t>
      </w:r>
      <w:r w:rsidRPr="00CA52B4">
        <w:rPr>
          <w:rtl/>
          <w:lang w:bidi="fa-IR"/>
        </w:rPr>
        <w:t xml:space="preserve">شهد الجمل ، وصفّين ، وله أشعار في تلك الأيام وما وقع بين القاسطين ، وأهل الإسلام. وبقى على حبه لأمير المؤمنين </w:t>
      </w:r>
      <w:r>
        <w:rPr>
          <w:rtl/>
          <w:lang w:bidi="fa-IR"/>
        </w:rPr>
        <w:t>(</w:t>
      </w:r>
      <w:r w:rsidRPr="00CA52B4">
        <w:rPr>
          <w:rtl/>
          <w:lang w:bidi="fa-IR"/>
        </w:rPr>
        <w:t>عليه السلام</w:t>
      </w:r>
      <w:r>
        <w:rPr>
          <w:rtl/>
          <w:lang w:bidi="fa-IR"/>
        </w:rPr>
        <w:t>)</w:t>
      </w:r>
      <w:r w:rsidRPr="00CA52B4">
        <w:rPr>
          <w:rtl/>
          <w:lang w:bidi="fa-IR"/>
        </w:rPr>
        <w:t xml:space="preserve"> ، والإمام السبط الحسن </w:t>
      </w:r>
      <w:r>
        <w:rPr>
          <w:rtl/>
          <w:lang w:bidi="fa-IR"/>
        </w:rPr>
        <w:t>(</w:t>
      </w:r>
      <w:r w:rsidRPr="00CA52B4">
        <w:rPr>
          <w:rtl/>
          <w:lang w:bidi="fa-IR"/>
        </w:rPr>
        <w:t>عليه السلام</w:t>
      </w:r>
      <w:r>
        <w:rPr>
          <w:rtl/>
          <w:lang w:bidi="fa-IR"/>
        </w:rPr>
        <w:t>)</w:t>
      </w:r>
      <w:r w:rsidRPr="00CA52B4">
        <w:rPr>
          <w:rtl/>
          <w:lang w:bidi="fa-IR"/>
        </w:rPr>
        <w:t xml:space="preserve"> إلى أن مات حدود سنة 50 ه‍</w:t>
      </w:r>
      <w:r>
        <w:rPr>
          <w:rtl/>
          <w:lang w:bidi="fa-IR"/>
        </w:rPr>
        <w:t>.</w:t>
      </w:r>
      <w:r w:rsidRPr="00CA52B4">
        <w:rPr>
          <w:rtl/>
          <w:lang w:bidi="fa-IR"/>
        </w:rPr>
        <w:t xml:space="preserve"> أصله من نجران وشاعر هجاء مخضرم اشتهر في الإسلام والجاهلية ، وانتقل من اليمن إلى الحجاز ، واستقر في الكوفة وهجا أهلها ، وهدّده عمر بن الخطاب بقطع لسانه وكانت أمه من الحبشة فنسب إليها.</w:t>
      </w:r>
    </w:p>
    <w:p w:rsidR="00843DF1" w:rsidRPr="00CA52B4" w:rsidRDefault="00843DF1" w:rsidP="00347E77">
      <w:pPr>
        <w:pStyle w:val="libNormal"/>
        <w:rPr>
          <w:rtl/>
          <w:lang w:bidi="fa-IR"/>
        </w:rPr>
      </w:pPr>
      <w:r>
        <w:rPr>
          <w:rtl/>
          <w:lang w:bidi="fa-IR"/>
        </w:rPr>
        <w:br w:type="page"/>
      </w:r>
      <w:r w:rsidRPr="00CA52B4">
        <w:rPr>
          <w:rtl/>
          <w:lang w:bidi="fa-IR"/>
        </w:rPr>
        <w:lastRenderedPageBreak/>
        <w:t>ومن شعره في معاوية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يا أيّها الملك المبدي عداوته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روي لنفسك أي الأمر تأتمر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ما شعرت بما أضمرت من حنق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حتّى أتتني به الأنباء والنذر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فإن بقيت على الأقوام مجدهم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فابسط يديك فإنّ المجد مبتدر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اعلم بأنّ عليّ الخير من بشر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شيم العرانين لا يعلوهم بشر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نعم الفتى أنت إلّا أنّ بينكما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كما تفاضل نور الشمس والقمر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ما أظنّك إلّا لست منتهيا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حتّى يمسك من أظفارهم ظفر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إنّي امرؤ قلّ ما أثني على أحد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حتّى أرى بعض ما يأتي وما يذر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لا تحمدنّ امرأ حتّى تجرّبه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لا تذمنّ من لم يبله الخبر</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ومن شعره في رثاء الإمام الحسن </w:t>
      </w:r>
      <w:r>
        <w:rPr>
          <w:rtl/>
          <w:lang w:bidi="fa-IR"/>
        </w:rPr>
        <w:t>(</w:t>
      </w:r>
      <w:r w:rsidRPr="00CA52B4">
        <w:rPr>
          <w:rtl/>
          <w:lang w:bidi="fa-IR"/>
        </w:rPr>
        <w:t>عليه السلام</w:t>
      </w:r>
      <w:r>
        <w:rPr>
          <w:rtl/>
          <w:lang w:bidi="fa-IR"/>
        </w:rPr>
        <w:t>)</w:t>
      </w:r>
      <w:r w:rsidRPr="00CA52B4">
        <w:rPr>
          <w:rtl/>
          <w:lang w:bidi="fa-IR"/>
        </w:rPr>
        <w:t xml:space="preserve"> وقد سمّته زوجته جعدة بنت الأشعث بن قيس ، بسم دسه إليها معاوية لذلك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جعدة ابكيه ولا تسأمي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بعد البكاء المعول الثاكل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لم يسبل الستر على مثله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في الأرض من حاف ومن ناعل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كان إذا شبّت له ناره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يرفعها بالسند العامل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كيما يراها بائس مرمل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أو فرد قوم ليس بالاهل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يغلى بها اللحم فحتّى إذا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انضج لم يغل على آكل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أعني الذي أسلمنا هلكه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للزمن المستحرج الحائل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 xml:space="preserve">الأخبار الطوال / 173. الاشتقاق / 25 ، 400 ، 402. الإصابة 3 / 582. الأعلام 6 / 58. أعيان الشيعة 10 / 205. أنساب الأشراف 3 / 69 وج 2 / 291. تنقيح المقال 3 / 267. جامع الرواة 2 / 289. جمهرة أنساب العرب / 195. خزانة البغدادي 2 / 105. رجال الطوسي / 60. شرح ابن أبي الحديد 3 / 83 ، 89 </w:t>
      </w:r>
      <w:r>
        <w:rPr>
          <w:rtl/>
          <w:lang w:bidi="fa-IR"/>
        </w:rPr>
        <w:t>و 4</w:t>
      </w:r>
      <w:r w:rsidRPr="00CA52B4">
        <w:rPr>
          <w:rtl/>
          <w:lang w:bidi="fa-IR"/>
        </w:rPr>
        <w:t xml:space="preserve"> / 87 </w:t>
      </w:r>
      <w:r>
        <w:rPr>
          <w:rtl/>
          <w:lang w:bidi="fa-IR"/>
        </w:rPr>
        <w:t>و 1</w:t>
      </w:r>
      <w:r w:rsidRPr="00CA52B4">
        <w:rPr>
          <w:rtl/>
          <w:lang w:bidi="fa-IR"/>
        </w:rPr>
        <w:t>0 / 249</w:t>
      </w:r>
      <w:r>
        <w:rPr>
          <w:rtl/>
          <w:lang w:bidi="fa-IR"/>
        </w:rPr>
        <w:t xml:space="preserve"> ـ </w:t>
      </w:r>
      <w:r w:rsidRPr="00CA52B4">
        <w:rPr>
          <w:rtl/>
          <w:lang w:bidi="fa-IR"/>
        </w:rPr>
        <w:t>251. الشعر والشعراء / 246</w:t>
      </w:r>
      <w:r>
        <w:rPr>
          <w:rtl/>
          <w:lang w:bidi="fa-IR"/>
        </w:rPr>
        <w:t xml:space="preserve"> ـ </w:t>
      </w:r>
      <w:r w:rsidRPr="00CA52B4">
        <w:rPr>
          <w:rtl/>
          <w:lang w:bidi="fa-IR"/>
        </w:rPr>
        <w:t xml:space="preserve">250. شذرات الذهب 1 / 13 ، 17. الطبقات الكبرى 3 / 504 </w:t>
      </w:r>
      <w:r>
        <w:rPr>
          <w:rtl/>
          <w:lang w:bidi="fa-IR"/>
        </w:rPr>
        <w:t>و 8</w:t>
      </w:r>
      <w:r w:rsidRPr="00CA52B4">
        <w:rPr>
          <w:rtl/>
          <w:lang w:bidi="fa-IR"/>
        </w:rPr>
        <w:t xml:space="preserve"> / 451. العقد الفريد 2 / 297 </w:t>
      </w:r>
      <w:r>
        <w:rPr>
          <w:rtl/>
          <w:lang w:bidi="fa-IR"/>
        </w:rPr>
        <w:t>و 3</w:t>
      </w:r>
      <w:r w:rsidRPr="00CA52B4">
        <w:rPr>
          <w:rtl/>
          <w:lang w:bidi="fa-IR"/>
        </w:rPr>
        <w:t xml:space="preserve"> / 310 </w:t>
      </w:r>
      <w:r>
        <w:rPr>
          <w:rtl/>
          <w:lang w:bidi="fa-IR"/>
        </w:rPr>
        <w:t>و 5</w:t>
      </w:r>
      <w:r w:rsidRPr="00CA52B4">
        <w:rPr>
          <w:rtl/>
          <w:lang w:bidi="fa-IR"/>
        </w:rPr>
        <w:t xml:space="preserve"> / 86 </w:t>
      </w:r>
      <w:r>
        <w:rPr>
          <w:rtl/>
          <w:lang w:bidi="fa-IR"/>
        </w:rPr>
        <w:t>و 6</w:t>
      </w:r>
      <w:r w:rsidRPr="00CA52B4">
        <w:rPr>
          <w:rtl/>
          <w:lang w:bidi="fa-IR"/>
        </w:rPr>
        <w:t xml:space="preserve"> / 145 ، 205. الغارات 2 / 521 ، 533 ، 540 ، 542 ، 544 ، 901</w:t>
      </w:r>
      <w:r>
        <w:rPr>
          <w:rtl/>
          <w:lang w:bidi="fa-IR"/>
        </w:rPr>
        <w:t xml:space="preserve"> ـ </w:t>
      </w:r>
      <w:r w:rsidRPr="00CA52B4">
        <w:rPr>
          <w:rtl/>
          <w:lang w:bidi="fa-IR"/>
        </w:rPr>
        <w:t xml:space="preserve">904. قاموس الرجال 9 / 187. القاموس المحيط 2 / 289. الكامل في التأريخ 3 / 278. مجمع الرجال 6 / 174. مروج الذهب 3 / 5. معجم رجال الحديث 19 / 125. المناقب 3 / 177. منتهى المقال / 318. نقد الرجال / 360. النهاية في غريب الحديث 1 / 147 </w:t>
      </w:r>
      <w:r>
        <w:rPr>
          <w:rtl/>
          <w:lang w:bidi="fa-IR"/>
        </w:rPr>
        <w:t>و 2</w:t>
      </w:r>
      <w:r w:rsidRPr="00CA52B4">
        <w:rPr>
          <w:rtl/>
          <w:lang w:bidi="fa-IR"/>
        </w:rPr>
        <w:t xml:space="preserve"> / 43 ، 99 ، 144 ، 155 ، 233 ،</w:t>
      </w:r>
    </w:p>
    <w:p w:rsidR="00843DF1" w:rsidRPr="00CA52B4" w:rsidRDefault="00843DF1" w:rsidP="00B10281">
      <w:pPr>
        <w:pStyle w:val="libVar0"/>
        <w:rPr>
          <w:rtl/>
          <w:lang w:bidi="fa-IR"/>
        </w:rPr>
      </w:pPr>
      <w:r>
        <w:rPr>
          <w:rtl/>
          <w:lang w:bidi="fa-IR"/>
        </w:rPr>
        <w:br w:type="page"/>
      </w:r>
      <w:r w:rsidRPr="00CA52B4">
        <w:rPr>
          <w:rtl/>
        </w:rPr>
        <w:lastRenderedPageBreak/>
        <w:t xml:space="preserve">293 ، 434 </w:t>
      </w:r>
      <w:r>
        <w:rPr>
          <w:rtl/>
        </w:rPr>
        <w:t>و 5</w:t>
      </w:r>
      <w:r w:rsidRPr="00CA52B4">
        <w:rPr>
          <w:rtl/>
        </w:rPr>
        <w:t xml:space="preserve"> / 440. وقعة صفّين / 51 ، 58 ، 137 ، 180 ، 307 ، 357 ، 360 ، 372 ، 396 ، 409 ، 453 ، 454 ، 465 ، 486 ، 524. وفيات الأعيان 5 / 358.</w:t>
      </w:r>
    </w:p>
    <w:p w:rsidR="00843DF1" w:rsidRPr="00CA52B4" w:rsidRDefault="00843DF1" w:rsidP="00EB70B9">
      <w:pPr>
        <w:pStyle w:val="libBold1"/>
        <w:rPr>
          <w:rtl/>
          <w:lang w:bidi="fa-IR"/>
        </w:rPr>
      </w:pPr>
      <w:r w:rsidRPr="00CA52B4">
        <w:rPr>
          <w:rtl/>
        </w:rPr>
        <w:t>946</w:t>
      </w:r>
      <w:r>
        <w:rPr>
          <w:rtl/>
        </w:rPr>
        <w:t xml:space="preserve"> ـ </w:t>
      </w:r>
      <w:r w:rsidRPr="00CA52B4">
        <w:rPr>
          <w:rtl/>
        </w:rPr>
        <w:t>قيس بن فهدان الكندي الكوفي المتوفى بعد 51 ه‍</w:t>
      </w:r>
      <w:r>
        <w:rPr>
          <w:rtl/>
        </w:rPr>
        <w:t>.</w:t>
      </w:r>
    </w:p>
    <w:p w:rsidR="00843DF1" w:rsidRPr="00CA52B4" w:rsidRDefault="00843DF1" w:rsidP="00347E77">
      <w:pPr>
        <w:pStyle w:val="libNormal"/>
        <w:rPr>
          <w:rtl/>
          <w:lang w:bidi="fa-IR"/>
        </w:rPr>
      </w:pPr>
      <w:r w:rsidRPr="00CA52B4">
        <w:rPr>
          <w:rtl/>
          <w:lang w:bidi="fa-IR"/>
        </w:rPr>
        <w:t>اشترك في حرب صفّين ، وكان يحرّض أصحابه فيها. وهو أيضا شاعر مجيد ، ومن قوله لأصحابه : إذا شددتم فشدوا جميعا وغضوا الأبصار ، وأقلوا الكلام واللغط ، واعتوروا الأقران ، ولا تؤتين من قبلكم العرب</w:t>
      </w:r>
      <w:r>
        <w:rPr>
          <w:rtl/>
          <w:lang w:bidi="fa-IR"/>
        </w:rPr>
        <w:t xml:space="preserve"> ـ.</w:t>
      </w:r>
      <w:r w:rsidRPr="00CA52B4">
        <w:rPr>
          <w:rtl/>
          <w:lang w:bidi="fa-IR"/>
        </w:rPr>
        <w:t xml:space="preserve"> وجاء في المعاجم : قيس بن فهد. وقيس بن فهدان.</w:t>
      </w:r>
    </w:p>
    <w:p w:rsidR="00843DF1" w:rsidRPr="00CA52B4" w:rsidRDefault="00843DF1" w:rsidP="00347E77">
      <w:pPr>
        <w:pStyle w:val="libNormal"/>
        <w:rPr>
          <w:rtl/>
          <w:lang w:bidi="fa-IR"/>
        </w:rPr>
      </w:pPr>
      <w:r w:rsidRPr="00CA52B4">
        <w:rPr>
          <w:rtl/>
          <w:lang w:bidi="fa-IR"/>
        </w:rPr>
        <w:t>وجاء أنّ رجلا في صفّين خرج من عك ليسأل المبارزة ، فخرج إليه قيس ، فما لبث العكي أن طعنه فقتله ، فقال قيس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لقد علمت عك بصفّين أننا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إذا ما نلاقي الخيل نطعنها شزرا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نحمل رايات القتال بحقها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فنوردها بيضا ونصدرها حمرا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أخبار شعراء الشيعة / 54. الإصابة 3 / 257. أعيان الشيعة 8 / 458. تاريخ الطبري 6 / 17. تحفة الأحباب / 287. تنقيح المقال 2 / 331. رجال ابن داود / 155. رجال الشيخ الطوسي / 56. رجال الكشي / 96. شرح ابن أبي الحديد 5 / 222. الغدير 9 / 146. الغارات 2 / 671</w:t>
      </w:r>
      <w:r>
        <w:rPr>
          <w:rtl/>
          <w:lang w:bidi="fa-IR"/>
        </w:rPr>
        <w:t xml:space="preserve"> ـ </w:t>
      </w:r>
      <w:r w:rsidRPr="00CA52B4">
        <w:rPr>
          <w:rtl/>
          <w:lang w:bidi="fa-IR"/>
        </w:rPr>
        <w:t>672. فهرست الطوسي / 201. قاموس الرجال / 404.</w:t>
      </w:r>
      <w:r>
        <w:rPr>
          <w:rFonts w:hint="cs"/>
          <w:rtl/>
          <w:lang w:bidi="fa-IR"/>
        </w:rPr>
        <w:t xml:space="preserve"> </w:t>
      </w:r>
      <w:r w:rsidRPr="00CA52B4">
        <w:rPr>
          <w:rtl/>
          <w:lang w:bidi="fa-IR"/>
        </w:rPr>
        <w:t>الكامل في التأريخ 3 / 306. مجمع الرجال 5 / 66. معجم الثقات / 322. معجم رجال الحديث 14 / 98. منتهى المقال / 252. نقد الرجال / 275. وقعة صفّين / 276 ، 277 ، 285.</w:t>
      </w:r>
    </w:p>
    <w:p w:rsidR="00843DF1" w:rsidRPr="00CA52B4" w:rsidRDefault="00843DF1" w:rsidP="00EB70B9">
      <w:pPr>
        <w:pStyle w:val="libBold1"/>
        <w:rPr>
          <w:rtl/>
          <w:lang w:bidi="fa-IR"/>
        </w:rPr>
      </w:pPr>
      <w:r w:rsidRPr="00CA52B4">
        <w:rPr>
          <w:rtl/>
        </w:rPr>
        <w:t>947</w:t>
      </w:r>
      <w:r>
        <w:rPr>
          <w:rtl/>
        </w:rPr>
        <w:t xml:space="preserve"> ـ </w:t>
      </w:r>
      <w:r w:rsidRPr="00CA52B4">
        <w:rPr>
          <w:rtl/>
        </w:rPr>
        <w:t>قيس بن قرة بن حبيب</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هرب إلى معاوية</w:t>
      </w:r>
      <w:r>
        <w:rPr>
          <w:rtl/>
          <w:lang w:bidi="fa-IR"/>
        </w:rPr>
        <w:t xml:space="preserve"> ..</w:t>
      </w:r>
      <w:r w:rsidRPr="00CA52B4">
        <w:rPr>
          <w:rtl/>
          <w:lang w:bidi="fa-IR"/>
        </w:rPr>
        <w:t xml:space="preserve"> : ولم يعرف عنه أكثر من هذا ، وقد ذكره الشيخ الطوسي في رجاله ، ونقله عنه الآخرون من غير زيادة ، وقد جاء في بعض المراجع ، مرّة وهو تصحيف.</w:t>
      </w:r>
    </w:p>
    <w:p w:rsidR="00843DF1" w:rsidRPr="00CA52B4" w:rsidRDefault="00843DF1" w:rsidP="00B10281">
      <w:pPr>
        <w:pStyle w:val="libVar"/>
        <w:rPr>
          <w:rtl/>
          <w:lang w:bidi="fa-IR"/>
        </w:rPr>
      </w:pPr>
      <w:r w:rsidRPr="00CA52B4">
        <w:rPr>
          <w:rtl/>
          <w:lang w:bidi="fa-IR"/>
        </w:rPr>
        <w:t>تنقيح المقال 2 / 331. جامع الرواة 2 / 25. رجال ابن داود / 267. رجال الطوسي / 56. رجال الكشي / 96. مجمع الرجال 5 / 66. معجم رجال الحديث 14 / 98. منتهى المقال / 252. نقد الرجال / 275.</w:t>
      </w:r>
    </w:p>
    <w:p w:rsidR="00843DF1" w:rsidRPr="00CA52B4" w:rsidRDefault="00843DF1" w:rsidP="00EB70B9">
      <w:pPr>
        <w:pStyle w:val="libBold1"/>
        <w:rPr>
          <w:rtl/>
          <w:lang w:bidi="fa-IR"/>
        </w:rPr>
      </w:pPr>
      <w:r>
        <w:rPr>
          <w:rtl/>
          <w:lang w:bidi="fa-IR"/>
        </w:rPr>
        <w:br w:type="page"/>
      </w:r>
      <w:r w:rsidRPr="00CA52B4">
        <w:rPr>
          <w:rtl/>
        </w:rPr>
        <w:lastRenderedPageBreak/>
        <w:t>948</w:t>
      </w:r>
      <w:r>
        <w:rPr>
          <w:rtl/>
        </w:rPr>
        <w:t xml:space="preserve"> ـ </w:t>
      </w:r>
      <w:r w:rsidRPr="00CA52B4">
        <w:rPr>
          <w:rtl/>
        </w:rPr>
        <w:t>قيس بن قيس بن معاوية الدهني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شارك في صفّين وقاتل. وكان من الصحابة الذين شهدوا صفّين. ثم ساهم في النهروان ، وقتل شريح بن أوفى ، وكان قد قتل ثلاثة من همدان. وجاء في بعض المراجع ، قيس بن أبي قيس ، وفي بعض قيس بن معاوية الدهني ، فقال الناس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sidRPr="00CA52B4">
              <w:rPr>
                <w:rtl/>
                <w:lang w:bidi="fa-IR"/>
              </w:rPr>
              <w:t xml:space="preserve">اقتتلت همدان يوما ورجل </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 xml:space="preserve">اقتتلوا من غدوة حتّى الأصل </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sidRPr="00CA52B4">
              <w:rPr>
                <w:rtl/>
              </w:rPr>
              <w:t xml:space="preserve">ففتح الله لهمدان الرجل </w:t>
            </w:r>
          </w:p>
        </w:tc>
      </w:tr>
    </w:tbl>
    <w:p w:rsidR="00843DF1" w:rsidRPr="00CA52B4" w:rsidRDefault="00843DF1" w:rsidP="00B10281">
      <w:pPr>
        <w:pStyle w:val="libVar"/>
        <w:rPr>
          <w:rtl/>
          <w:lang w:bidi="fa-IR"/>
        </w:rPr>
      </w:pPr>
      <w:r w:rsidRPr="00CA52B4">
        <w:rPr>
          <w:rtl/>
          <w:lang w:bidi="fa-IR"/>
        </w:rPr>
        <w:t>الاستيعاب 3 / 237. أسد الغابة 4 / 224. الإصابة 3 / 258. تاريخ الطبري 6 / 50. تنقيح المقال 2 / 332. الغدير 9 / 367. الكامل في التأريخ 3 / 347.</w:t>
      </w:r>
    </w:p>
    <w:p w:rsidR="00843DF1" w:rsidRPr="00CA52B4" w:rsidRDefault="00843DF1" w:rsidP="00EB70B9">
      <w:pPr>
        <w:pStyle w:val="libBold1"/>
        <w:rPr>
          <w:rtl/>
          <w:lang w:bidi="fa-IR"/>
        </w:rPr>
      </w:pPr>
      <w:r w:rsidRPr="00CA52B4">
        <w:rPr>
          <w:rtl/>
        </w:rPr>
        <w:t>949</w:t>
      </w:r>
      <w:r>
        <w:rPr>
          <w:rtl/>
        </w:rPr>
        <w:t xml:space="preserve"> ـ </w:t>
      </w:r>
      <w:r w:rsidRPr="00CA52B4">
        <w:rPr>
          <w:rtl/>
        </w:rPr>
        <w:t>قيس أبو مريم المدائني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نعيم بن حكيم. ولم يعرف عنه أكثر مما ذكرناه. أما نعيم بن حكيم ، محدّث روى عنه جمع كبير وروى هو عن طائفة ، وأجمعوا على ثقته وصدقه ، وذكره ابن حبان في الثقات ، ومات سنة ثمان وأربعين ومائة </w:t>
      </w:r>
      <w:r>
        <w:rPr>
          <w:rtl/>
          <w:lang w:bidi="fa-IR"/>
        </w:rPr>
        <w:t>(</w:t>
      </w:r>
      <w:r w:rsidRPr="00CA52B4">
        <w:rPr>
          <w:rtl/>
          <w:lang w:bidi="fa-IR"/>
        </w:rPr>
        <w:t>148 ه‍</w:t>
      </w:r>
      <w:r>
        <w:rPr>
          <w:rtl/>
          <w:lang w:bidi="fa-IR"/>
        </w:rPr>
        <w:t>).</w:t>
      </w:r>
    </w:p>
    <w:p w:rsidR="00843DF1" w:rsidRPr="00CA52B4" w:rsidRDefault="00843DF1" w:rsidP="00B10281">
      <w:pPr>
        <w:pStyle w:val="libVar"/>
        <w:rPr>
          <w:rtl/>
          <w:lang w:bidi="fa-IR"/>
        </w:rPr>
      </w:pPr>
      <w:r w:rsidRPr="00CA52B4">
        <w:rPr>
          <w:rtl/>
          <w:lang w:bidi="fa-IR"/>
        </w:rPr>
        <w:t>تاريخ بغداد 12 / 455. تهذيب التهذيب 10 / 457. الجرح والتعديل 7 / 106.</w:t>
      </w:r>
    </w:p>
    <w:p w:rsidR="00843DF1" w:rsidRPr="00CA52B4" w:rsidRDefault="00843DF1" w:rsidP="00EB70B9">
      <w:pPr>
        <w:pStyle w:val="libBold1"/>
        <w:rPr>
          <w:rtl/>
          <w:lang w:bidi="fa-IR"/>
        </w:rPr>
      </w:pPr>
      <w:r w:rsidRPr="00CA52B4">
        <w:rPr>
          <w:rtl/>
        </w:rPr>
        <w:t>950</w:t>
      </w:r>
      <w:r>
        <w:rPr>
          <w:rtl/>
        </w:rPr>
        <w:t xml:space="preserve"> ـ </w:t>
      </w:r>
      <w:r w:rsidRPr="00CA52B4">
        <w:rPr>
          <w:rtl/>
        </w:rPr>
        <w:t xml:space="preserve">قيس </w:t>
      </w:r>
      <w:r>
        <w:rPr>
          <w:rtl/>
        </w:rPr>
        <w:t>(</w:t>
      </w:r>
      <w:r w:rsidRPr="00CA52B4">
        <w:rPr>
          <w:rtl/>
        </w:rPr>
        <w:t>أبو شداد</w:t>
      </w:r>
      <w:r>
        <w:rPr>
          <w:rtl/>
        </w:rPr>
        <w:t>)</w:t>
      </w:r>
      <w:r w:rsidRPr="00CA52B4">
        <w:rPr>
          <w:rtl/>
        </w:rPr>
        <w:t xml:space="preserve"> ابن مكشوح بن هلال بن الحارث بن عمرو بن عامر بن عليّ بن أسلم بن أحسن بن الغوث بن أنمار البجلي الأحمسي</w:t>
      </w:r>
      <w:r>
        <w:rPr>
          <w:rtl/>
        </w:rPr>
        <w:t xml:space="preserve"> ..</w:t>
      </w:r>
      <w:r w:rsidRPr="00CA52B4">
        <w:rPr>
          <w:rtl/>
        </w:rPr>
        <w:t>. قتل في 37 ه‍</w:t>
      </w:r>
      <w:r>
        <w:rPr>
          <w:rtl/>
        </w:rPr>
        <w:t>.</w:t>
      </w:r>
    </w:p>
    <w:p w:rsidR="00843DF1" w:rsidRPr="00CA52B4" w:rsidRDefault="00843DF1" w:rsidP="00347E77">
      <w:pPr>
        <w:pStyle w:val="libNormal"/>
        <w:rPr>
          <w:rtl/>
          <w:lang w:bidi="fa-IR"/>
        </w:rPr>
      </w:pPr>
      <w:r w:rsidRPr="00CA52B4">
        <w:rPr>
          <w:rtl/>
          <w:lang w:bidi="fa-IR"/>
        </w:rPr>
        <w:t>فارس ، كانت راية بجيلة في صفين معه. قاتل وزحف بالراية إلى جهة معاوية ، فاقتتل الناس قتالا شديدا ، فقطعت قدماه ، واشرعت إليه الأسنة فقتل ، وأخذ الراية عبد الله بن قلع الأحمسي. قتله رومي مولى لمعاوية.</w:t>
      </w:r>
    </w:p>
    <w:p w:rsidR="00843DF1" w:rsidRPr="00CA52B4" w:rsidRDefault="00843DF1" w:rsidP="00347E77">
      <w:pPr>
        <w:pStyle w:val="libNormal"/>
        <w:rPr>
          <w:rtl/>
          <w:lang w:bidi="fa-IR"/>
        </w:rPr>
      </w:pPr>
      <w:r w:rsidRPr="00CA52B4">
        <w:rPr>
          <w:rtl/>
          <w:lang w:bidi="fa-IR"/>
        </w:rPr>
        <w:t>وجاء أنّ بجيلة ، قالت لأبي شداد : خذ رايتنا. فقال : غيري خير لكم منّي : قالوا : ما نريد غيرك. قال : فو الله لئن أعطيتمونيها لا أنتهي بكم دون صاحب الترس المذهب</w:t>
      </w:r>
      <w:r>
        <w:rPr>
          <w:rtl/>
          <w:lang w:bidi="fa-IR"/>
        </w:rPr>
        <w:t xml:space="preserve"> ـ </w:t>
      </w:r>
      <w:r w:rsidRPr="00CA52B4">
        <w:rPr>
          <w:rtl/>
          <w:lang w:bidi="fa-IR"/>
        </w:rPr>
        <w:t>قال : وعلى رأس معاوية رجل قائم معه ترس مذهب يستره من الشمس</w:t>
      </w:r>
      <w:r>
        <w:rPr>
          <w:rtl/>
          <w:lang w:bidi="fa-IR"/>
        </w:rPr>
        <w:t xml:space="preserve"> ـ </w:t>
      </w:r>
      <w:r w:rsidRPr="00CA52B4">
        <w:rPr>
          <w:rtl/>
          <w:lang w:bidi="fa-IR"/>
        </w:rPr>
        <w:t>قالوا : اصنع ما شئت. فأخذها ثم زحف وهو يقول :</w:t>
      </w: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 xml:space="preserve">إنّ عليا ذو أناة صارم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جلد إذا ما حضر العزائم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لما رأى ما تفعل الأشائم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قام له الذروة والأكارم </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sidRPr="00CA52B4">
              <w:rPr>
                <w:rtl/>
              </w:rPr>
              <w:t xml:space="preserve">الأشيبان مالك وهاشم </w:t>
            </w:r>
          </w:p>
        </w:tc>
      </w:tr>
    </w:tbl>
    <w:p w:rsidR="00843DF1" w:rsidRPr="00CA52B4" w:rsidRDefault="00843DF1" w:rsidP="00347E77">
      <w:pPr>
        <w:pStyle w:val="libNormal"/>
        <w:rPr>
          <w:rtl/>
          <w:lang w:bidi="fa-IR"/>
        </w:rPr>
      </w:pPr>
      <w:r w:rsidRPr="00CA52B4">
        <w:rPr>
          <w:rtl/>
          <w:lang w:bidi="fa-IR"/>
        </w:rPr>
        <w:t>ثم زحف بالراية حتّى انتهى إلى صاحب الترس المذهب ، وكان في خيل عظيمة من أصحاب معاوية. فاقتتل الناس هنالك قتالا شديدا. وشدّ أبو شداد بسيفه نحو صاحب الترس فتعرّض له رومي من دونه لمعاوية فضرب قدم أبي شداد ، فقطعها وضربه أبو شداد فقتله ، وأشرعت إليه الأسنة فقتل. وأخذ الراية بعده عبد الله بن قلع الأحمسي.</w:t>
      </w:r>
    </w:p>
    <w:p w:rsidR="00843DF1" w:rsidRPr="00CA52B4" w:rsidRDefault="00843DF1" w:rsidP="00B10281">
      <w:pPr>
        <w:pStyle w:val="libVar"/>
        <w:rPr>
          <w:rtl/>
          <w:lang w:bidi="fa-IR"/>
        </w:rPr>
      </w:pPr>
      <w:r w:rsidRPr="00CA52B4">
        <w:rPr>
          <w:rtl/>
          <w:lang w:bidi="fa-IR"/>
        </w:rPr>
        <w:t>أعيان الشيعة 8 / 458. الأعلام 6 / 61. أسد الغابة 4 / 227. الاستيعاب 3 / 244.</w:t>
      </w:r>
      <w:r>
        <w:rPr>
          <w:rFonts w:hint="cs"/>
          <w:rtl/>
          <w:lang w:bidi="fa-IR"/>
        </w:rPr>
        <w:t xml:space="preserve"> </w:t>
      </w:r>
      <w:r w:rsidRPr="00CA52B4">
        <w:rPr>
          <w:rtl/>
          <w:lang w:bidi="fa-IR"/>
        </w:rPr>
        <w:t xml:space="preserve">الإصابة 4 / 274. تاريخ الطبري 6 / 14 وج 13 / 35. تحفة الأحباب / 287. تنقيح المقال 2 / 332. جمهرة أنساب العرب / 407. شذرات الذهب 1 / 46. ابن أبي الحديد 5 / 205. الطبقات الكبرى 5 / 357 ، 534 </w:t>
      </w:r>
      <w:r>
        <w:rPr>
          <w:rtl/>
          <w:lang w:bidi="fa-IR"/>
        </w:rPr>
        <w:t>و 8</w:t>
      </w:r>
      <w:r w:rsidRPr="00CA52B4">
        <w:rPr>
          <w:rtl/>
          <w:lang w:bidi="fa-IR"/>
        </w:rPr>
        <w:t xml:space="preserve"> / 147. العقد الفريد 1 / 86 </w:t>
      </w:r>
      <w:r>
        <w:rPr>
          <w:rtl/>
          <w:lang w:bidi="fa-IR"/>
        </w:rPr>
        <w:t>و 3</w:t>
      </w:r>
      <w:r w:rsidRPr="00CA52B4">
        <w:rPr>
          <w:rtl/>
          <w:lang w:bidi="fa-IR"/>
        </w:rPr>
        <w:t xml:space="preserve"> / 312. الغدير 9 / 367. قاموس الرجال 6 / 306. الكامل في التأريخ 2 / 337</w:t>
      </w:r>
      <w:r>
        <w:rPr>
          <w:rtl/>
          <w:lang w:bidi="fa-IR"/>
        </w:rPr>
        <w:t xml:space="preserve"> ـ </w:t>
      </w:r>
      <w:r w:rsidRPr="00CA52B4">
        <w:rPr>
          <w:rtl/>
          <w:lang w:bidi="fa-IR"/>
        </w:rPr>
        <w:t>340 ، 374</w:t>
      </w:r>
      <w:r>
        <w:rPr>
          <w:rtl/>
          <w:lang w:bidi="fa-IR"/>
        </w:rPr>
        <w:t xml:space="preserve"> ـ </w:t>
      </w:r>
      <w:r w:rsidRPr="00CA52B4">
        <w:rPr>
          <w:rtl/>
          <w:lang w:bidi="fa-IR"/>
        </w:rPr>
        <w:t>377 ، 477</w:t>
      </w:r>
      <w:r>
        <w:rPr>
          <w:rtl/>
          <w:lang w:bidi="fa-IR"/>
        </w:rPr>
        <w:t xml:space="preserve"> ـ </w:t>
      </w:r>
      <w:r w:rsidRPr="00CA52B4">
        <w:rPr>
          <w:rtl/>
          <w:lang w:bidi="fa-IR"/>
        </w:rPr>
        <w:t>480. مرآة الجنان 1 / 101. معجم الشعراء / 323. وقعة صفين / 258 ، 259. وفيات الأعيان 6 / 36.</w:t>
      </w:r>
    </w:p>
    <w:p w:rsidR="00843DF1" w:rsidRPr="00CA52B4" w:rsidRDefault="00843DF1" w:rsidP="00EB70B9">
      <w:pPr>
        <w:pStyle w:val="libBold1"/>
        <w:rPr>
          <w:rtl/>
          <w:lang w:bidi="fa-IR"/>
        </w:rPr>
      </w:pPr>
      <w:r w:rsidRPr="00CA52B4">
        <w:rPr>
          <w:rtl/>
        </w:rPr>
        <w:t>951</w:t>
      </w:r>
      <w:r>
        <w:rPr>
          <w:rtl/>
        </w:rPr>
        <w:t xml:space="preserve"> ـ </w:t>
      </w:r>
      <w:r w:rsidRPr="00CA52B4">
        <w:rPr>
          <w:rtl/>
        </w:rPr>
        <w:t>قيس بن يزيد الجهني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ويقال له : قيس بن زيد</w:t>
      </w:r>
      <w:r>
        <w:rPr>
          <w:rtl/>
          <w:lang w:bidi="fa-IR"/>
        </w:rPr>
        <w:t xml:space="preserve"> ..</w:t>
      </w:r>
      <w:r w:rsidRPr="00CA52B4">
        <w:rPr>
          <w:rtl/>
          <w:lang w:bidi="fa-IR"/>
        </w:rPr>
        <w:t xml:space="preserve">. وهو ممن فر إلى معاوية من عليّ </w:t>
      </w:r>
      <w:r>
        <w:rPr>
          <w:rtl/>
          <w:lang w:bidi="fa-IR"/>
        </w:rPr>
        <w:t>(</w:t>
      </w:r>
      <w:r w:rsidRPr="00CA52B4">
        <w:rPr>
          <w:rtl/>
          <w:lang w:bidi="fa-IR"/>
        </w:rPr>
        <w:t>عليه السلام</w:t>
      </w:r>
      <w:r>
        <w:rPr>
          <w:rtl/>
          <w:lang w:bidi="fa-IR"/>
        </w:rPr>
        <w:t>)</w:t>
      </w:r>
      <w:r w:rsidRPr="00CA52B4">
        <w:rPr>
          <w:rtl/>
          <w:lang w:bidi="fa-IR"/>
        </w:rPr>
        <w:t xml:space="preserve"> ، ودعا في صفين إلى المبارزة فخرج إليه أخوه أبو العمرطة بن يزيد ، فتعارفا فتوافقا ، وانصرفا إلى الناس فأخبر كل واحد منهما أنّه لقي أخاه ، واعتزلا الحرب. وفي رواية هكذا : وخرج قيس إلى المبارزة ، فخرج إليه من أصحاب عليّ قيس بن عمرو بن عمير بن يزيد أبو العمرطة ، فلما دنا منه عرفه فانصرف كل واحد منهما عن صاحبه.</w:t>
      </w:r>
    </w:p>
    <w:p w:rsidR="00843DF1" w:rsidRPr="00CA52B4" w:rsidRDefault="00843DF1" w:rsidP="00B10281">
      <w:pPr>
        <w:pStyle w:val="libVar"/>
        <w:rPr>
          <w:rtl/>
          <w:lang w:bidi="fa-IR"/>
        </w:rPr>
      </w:pPr>
      <w:r w:rsidRPr="00CA52B4">
        <w:rPr>
          <w:rtl/>
          <w:lang w:bidi="fa-IR"/>
        </w:rPr>
        <w:t>أسد الغابة 4 / 229. الإصابة 3 / 248. تاريخ الطبري 6 / 17. تنقيح المقال 2 / 332. جامع الرواة 2 / 26. رجال الشيخ الطوسي / 55. الطبقات الكبرى 8 / 339.</w:t>
      </w:r>
      <w:r>
        <w:rPr>
          <w:rFonts w:hint="cs"/>
          <w:rtl/>
          <w:lang w:bidi="fa-IR"/>
        </w:rPr>
        <w:t xml:space="preserve"> </w:t>
      </w:r>
      <w:r w:rsidRPr="00CA52B4">
        <w:rPr>
          <w:rtl/>
          <w:lang w:bidi="fa-IR"/>
        </w:rPr>
        <w:t>العقد الفريد 3 / 317. الغدير 11 / 40. الكامل في التأريخ 3 / 306 ، 475</w:t>
      </w:r>
      <w:r>
        <w:rPr>
          <w:rtl/>
          <w:lang w:bidi="fa-IR"/>
        </w:rPr>
        <w:t xml:space="preserve"> ـ </w:t>
      </w:r>
      <w:r w:rsidRPr="00CA52B4">
        <w:rPr>
          <w:rtl/>
          <w:lang w:bidi="fa-IR"/>
        </w:rPr>
        <w:t>476.</w:t>
      </w:r>
      <w:r>
        <w:rPr>
          <w:rFonts w:hint="cs"/>
          <w:rtl/>
          <w:lang w:bidi="fa-IR"/>
        </w:rPr>
        <w:t xml:space="preserve"> </w:t>
      </w:r>
      <w:r w:rsidRPr="00CA52B4">
        <w:rPr>
          <w:rtl/>
          <w:lang w:bidi="fa-IR"/>
        </w:rPr>
        <w:t>مجمع الرجال 5 / 66. معجم رجال الحديث 14 / 101. منتهى المقال / 252. نقد الرجال / 275. وقعة صفين / 285.</w:t>
      </w:r>
    </w:p>
    <w:p w:rsidR="00843DF1" w:rsidRPr="00CA52B4" w:rsidRDefault="00843DF1" w:rsidP="00F445EC">
      <w:pPr>
        <w:pStyle w:val="Heading1Center"/>
        <w:rPr>
          <w:rtl/>
          <w:lang w:bidi="fa-IR"/>
        </w:rPr>
      </w:pPr>
      <w:r>
        <w:rPr>
          <w:rtl/>
          <w:lang w:bidi="fa-IR"/>
        </w:rPr>
        <w:br w:type="page"/>
      </w:r>
      <w:bookmarkStart w:id="8" w:name="_Toc75964355"/>
      <w:bookmarkStart w:id="9" w:name="_Toc76197518"/>
      <w:r w:rsidRPr="00CA52B4">
        <w:rPr>
          <w:rtl/>
          <w:lang w:bidi="fa-IR"/>
        </w:rPr>
        <w:lastRenderedPageBreak/>
        <w:t>حرف الكاف</w:t>
      </w:r>
      <w:bookmarkEnd w:id="8"/>
      <w:bookmarkEnd w:id="9"/>
    </w:p>
    <w:p w:rsidR="00843DF1" w:rsidRPr="00CA52B4" w:rsidRDefault="00843DF1" w:rsidP="00EB70B9">
      <w:pPr>
        <w:pStyle w:val="libBold1"/>
        <w:rPr>
          <w:rtl/>
          <w:lang w:bidi="fa-IR"/>
        </w:rPr>
      </w:pPr>
      <w:r w:rsidRPr="00CA52B4">
        <w:rPr>
          <w:rtl/>
        </w:rPr>
        <w:t>952</w:t>
      </w:r>
      <w:r>
        <w:rPr>
          <w:rtl/>
        </w:rPr>
        <w:t xml:space="preserve"> ـ </w:t>
      </w:r>
      <w:r w:rsidRPr="00CA52B4">
        <w:rPr>
          <w:rtl/>
        </w:rPr>
        <w:t>كثير بن نمير الحضرمي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سلمة بن كهيل. وليس في المعاجم غير ما ذكرناه.</w:t>
      </w:r>
      <w:r>
        <w:rPr>
          <w:rFonts w:hint="cs"/>
          <w:rtl/>
          <w:lang w:bidi="fa-IR"/>
        </w:rPr>
        <w:t xml:space="preserve"> </w:t>
      </w:r>
      <w:r w:rsidRPr="00CA52B4">
        <w:rPr>
          <w:rtl/>
          <w:lang w:bidi="fa-IR"/>
        </w:rPr>
        <w:t xml:space="preserve">ذكره الشيخ الطوسي في رجاله من أصحاب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2 / 334. جامع الرواة 2 / 28 وفيه : كثير بن نمر. الجرح والتعديل 7 / 157. رجال الشيخ الطوسي / 56. معجم رجال الحديث 14 / 108. منتهى المقال / 253. نقد الرجال / 276.</w:t>
      </w:r>
    </w:p>
    <w:p w:rsidR="00843DF1" w:rsidRPr="00CA52B4" w:rsidRDefault="00843DF1" w:rsidP="00EB70B9">
      <w:pPr>
        <w:pStyle w:val="libBold1"/>
        <w:rPr>
          <w:rtl/>
          <w:lang w:bidi="fa-IR"/>
        </w:rPr>
      </w:pPr>
      <w:r w:rsidRPr="00CA52B4">
        <w:rPr>
          <w:rtl/>
        </w:rPr>
        <w:t>953</w:t>
      </w:r>
      <w:r>
        <w:rPr>
          <w:rtl/>
        </w:rPr>
        <w:t xml:space="preserve"> ـ </w:t>
      </w:r>
      <w:r w:rsidRPr="00CA52B4">
        <w:rPr>
          <w:rtl/>
        </w:rPr>
        <w:t>كثير أبو الحسن البجلي الأحمسي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حضر النّهروان لقتال الخوارج. ويعدّ من الكوفيين. وروى عنه ابنه الحسن. سمع أيضا زيد بن أرقم ، قال : لما قتل عليّ أهل النهروان خطب الناس فقال : ألا إنّ الصادق المصدوق </w:t>
      </w:r>
      <w:r>
        <w:rPr>
          <w:rtl/>
          <w:lang w:bidi="fa-IR"/>
        </w:rPr>
        <w:t>(</w:t>
      </w:r>
      <w:r w:rsidRPr="00CA52B4">
        <w:rPr>
          <w:rtl/>
          <w:lang w:bidi="fa-IR"/>
        </w:rPr>
        <w:t>صلّى الله عليه وآله وسلّم</w:t>
      </w:r>
      <w:r>
        <w:rPr>
          <w:rtl/>
          <w:lang w:bidi="fa-IR"/>
        </w:rPr>
        <w:t>)</w:t>
      </w:r>
      <w:r w:rsidRPr="00CA52B4">
        <w:rPr>
          <w:rtl/>
          <w:lang w:bidi="fa-IR"/>
        </w:rPr>
        <w:t xml:space="preserve"> حدّثني أنّ هؤلاء القوم يقولون بأفواههم ، لا يجاوز تراقيهم ، يمرقون من الدّين كما يمرق السهم من الرمية ، ألا وإنّ علامتهم ذو الخداجة. فطلبه الناس فلم يجدوا شيئا ، فقال :</w:t>
      </w:r>
      <w:r>
        <w:rPr>
          <w:rFonts w:hint="cs"/>
          <w:rtl/>
          <w:lang w:bidi="fa-IR"/>
        </w:rPr>
        <w:t xml:space="preserve"> </w:t>
      </w:r>
      <w:r w:rsidRPr="00CA52B4">
        <w:rPr>
          <w:rtl/>
          <w:lang w:bidi="fa-IR"/>
        </w:rPr>
        <w:t>عودوا فإنّي والله ما كذبت ولا كذبت ، فعادوا فجيء به حتّى ألقي بين يديه.</w:t>
      </w:r>
      <w:r>
        <w:rPr>
          <w:rFonts w:hint="cs"/>
          <w:rtl/>
          <w:lang w:bidi="fa-IR"/>
        </w:rPr>
        <w:t xml:space="preserve"> </w:t>
      </w:r>
      <w:r w:rsidRPr="00CA52B4">
        <w:rPr>
          <w:rtl/>
          <w:lang w:bidi="fa-IR"/>
        </w:rPr>
        <w:t>فنظرت إليه وفي يديه شعرات سود.</w:t>
      </w:r>
    </w:p>
    <w:p w:rsidR="00843DF1" w:rsidRPr="00CA52B4" w:rsidRDefault="00843DF1" w:rsidP="00B10281">
      <w:pPr>
        <w:pStyle w:val="libVar"/>
        <w:rPr>
          <w:rtl/>
          <w:lang w:bidi="fa-IR"/>
        </w:rPr>
      </w:pPr>
      <w:r w:rsidRPr="00CA52B4">
        <w:rPr>
          <w:rtl/>
          <w:lang w:bidi="fa-IR"/>
        </w:rPr>
        <w:t>تاريخ بغداد 12 / 480. الجرح والتعديل 7 / 159.</w:t>
      </w:r>
    </w:p>
    <w:p w:rsidR="00843DF1" w:rsidRPr="00CA52B4" w:rsidRDefault="00843DF1" w:rsidP="00EB70B9">
      <w:pPr>
        <w:pStyle w:val="libBold1"/>
        <w:rPr>
          <w:rtl/>
          <w:lang w:bidi="fa-IR"/>
        </w:rPr>
      </w:pPr>
      <w:r w:rsidRPr="00CA52B4">
        <w:rPr>
          <w:rtl/>
        </w:rPr>
        <w:t>954</w:t>
      </w:r>
      <w:r>
        <w:rPr>
          <w:rtl/>
        </w:rPr>
        <w:t xml:space="preserve"> ـ </w:t>
      </w:r>
      <w:r w:rsidRPr="00CA52B4">
        <w:rPr>
          <w:rtl/>
        </w:rPr>
        <w:t>كدير الضبّي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أبو إسحاق الهمداني. وسماك بن سلمة. ويزيد بن حيان. وجاء أنّه صحابيّ روى عن النبيّ </w:t>
      </w:r>
      <w:r>
        <w:rPr>
          <w:rtl/>
          <w:lang w:bidi="fa-IR"/>
        </w:rPr>
        <w:t>(</w:t>
      </w:r>
      <w:r w:rsidRPr="00CA52B4">
        <w:rPr>
          <w:rtl/>
          <w:lang w:bidi="fa-IR"/>
        </w:rPr>
        <w:t>صلّى الله عليه وآله وسلّم</w:t>
      </w:r>
      <w:r>
        <w:rPr>
          <w:rtl/>
          <w:lang w:bidi="fa-IR"/>
        </w:rPr>
        <w:t>)</w:t>
      </w:r>
      <w:r w:rsidRPr="00CA52B4">
        <w:rPr>
          <w:rtl/>
          <w:lang w:bidi="fa-IR"/>
        </w:rPr>
        <w:t xml:space="preserve"> مرسلا. وكان ثقة صادقا.</w:t>
      </w:r>
      <w:r>
        <w:rPr>
          <w:rFonts w:hint="cs"/>
          <w:rtl/>
          <w:lang w:bidi="fa-IR"/>
        </w:rPr>
        <w:t xml:space="preserve"> </w:t>
      </w:r>
      <w:r w:rsidRPr="00CA52B4">
        <w:rPr>
          <w:rtl/>
          <w:lang w:bidi="fa-IR"/>
        </w:rPr>
        <w:t>إلا أنّ البخاري أدخله في كتابه الضعفاء.</w:t>
      </w:r>
    </w:p>
    <w:p w:rsidR="00843DF1" w:rsidRPr="00CA52B4" w:rsidRDefault="00843DF1" w:rsidP="00B10281">
      <w:pPr>
        <w:pStyle w:val="libVar"/>
        <w:rPr>
          <w:rtl/>
          <w:lang w:bidi="fa-IR"/>
        </w:rPr>
      </w:pPr>
      <w:r w:rsidRPr="00CA52B4">
        <w:rPr>
          <w:rtl/>
          <w:lang w:bidi="fa-IR"/>
        </w:rPr>
        <w:t>الاستيعاب 3 / 323. الإصابة 3 / 288. تنقيح المقال 2 / 335. الجرح والتعديل</w:t>
      </w:r>
    </w:p>
    <w:p w:rsidR="00843DF1" w:rsidRPr="00CA52B4" w:rsidRDefault="00843DF1" w:rsidP="00B10281">
      <w:pPr>
        <w:pStyle w:val="libVar0"/>
        <w:rPr>
          <w:rtl/>
          <w:lang w:bidi="fa-IR"/>
        </w:rPr>
      </w:pPr>
      <w:r>
        <w:rPr>
          <w:rtl/>
          <w:lang w:bidi="fa-IR"/>
        </w:rPr>
        <w:br w:type="page"/>
      </w:r>
      <w:r w:rsidRPr="00CA52B4">
        <w:rPr>
          <w:rtl/>
        </w:rPr>
        <w:lastRenderedPageBreak/>
        <w:t>7 / 174. لسان الميزان 4 / 486. ميزان الاعتدال 3 / 410. المراسيل في الحديث / 111. المجروحون من المحدّثين 2 / 221.</w:t>
      </w:r>
    </w:p>
    <w:p w:rsidR="00843DF1" w:rsidRPr="00CA52B4" w:rsidRDefault="00843DF1" w:rsidP="00EB70B9">
      <w:pPr>
        <w:pStyle w:val="libBold1"/>
        <w:rPr>
          <w:rtl/>
          <w:lang w:bidi="fa-IR"/>
        </w:rPr>
      </w:pPr>
      <w:r w:rsidRPr="00CA52B4">
        <w:rPr>
          <w:rtl/>
        </w:rPr>
        <w:t>955</w:t>
      </w:r>
      <w:r>
        <w:rPr>
          <w:rtl/>
        </w:rPr>
        <w:t xml:space="preserve"> ـ </w:t>
      </w:r>
      <w:r w:rsidRPr="00CA52B4">
        <w:rPr>
          <w:rtl/>
        </w:rPr>
        <w:t>كرامة بن ثابت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شهد صفين. ويقال : إنّه من الصحابة. وجاء في القاموس مختلف في صحبته ، وفي تاج العروس ، ذكره ابن الكلبي فيمن شهد صفين مع عليّ </w:t>
      </w:r>
      <w:r>
        <w:rPr>
          <w:rtl/>
          <w:lang w:bidi="fa-IR"/>
        </w:rPr>
        <w:t>(</w:t>
      </w:r>
      <w:r w:rsidRPr="00CA52B4">
        <w:rPr>
          <w:rtl/>
          <w:lang w:bidi="fa-IR"/>
        </w:rPr>
        <w:t>عليه السلام</w:t>
      </w:r>
      <w:r>
        <w:rPr>
          <w:rtl/>
          <w:lang w:bidi="fa-IR"/>
        </w:rPr>
        <w:t>)</w:t>
      </w:r>
      <w:r w:rsidRPr="00CA52B4">
        <w:rPr>
          <w:rtl/>
          <w:lang w:bidi="fa-IR"/>
        </w:rPr>
        <w:t xml:space="preserve"> من الصحابة.</w:t>
      </w:r>
    </w:p>
    <w:p w:rsidR="00843DF1" w:rsidRPr="00CA52B4" w:rsidRDefault="00843DF1" w:rsidP="00B10281">
      <w:pPr>
        <w:pStyle w:val="libVar"/>
        <w:rPr>
          <w:rtl/>
          <w:lang w:bidi="fa-IR"/>
        </w:rPr>
      </w:pPr>
      <w:r w:rsidRPr="00CA52B4">
        <w:rPr>
          <w:rtl/>
          <w:lang w:bidi="fa-IR"/>
        </w:rPr>
        <w:t>أسد الغابة 4 / 234. الإصابة 3 / 289. أعيان الشيعة 9 / 28. تنقيح المقال 2 / 336. الغدير 9 / 367. القاموس المحيط 4 / 170.</w:t>
      </w:r>
    </w:p>
    <w:p w:rsidR="00843DF1" w:rsidRPr="00CA52B4" w:rsidRDefault="00843DF1" w:rsidP="00EB70B9">
      <w:pPr>
        <w:pStyle w:val="libBold1"/>
        <w:rPr>
          <w:rtl/>
          <w:lang w:bidi="fa-IR"/>
        </w:rPr>
      </w:pPr>
      <w:r w:rsidRPr="00CA52B4">
        <w:rPr>
          <w:rtl/>
        </w:rPr>
        <w:t>956</w:t>
      </w:r>
      <w:r>
        <w:rPr>
          <w:rtl/>
        </w:rPr>
        <w:t xml:space="preserve"> ـ </w:t>
      </w:r>
      <w:r w:rsidRPr="00CA52B4">
        <w:rPr>
          <w:rtl/>
        </w:rPr>
        <w:t>كردوس بن هاني البكري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شجاع ، شاعر جليل ، من رؤساء ربيعة. اشترك في صفين وتكلم ، وكان كردوس في الجبهة العظمى من رؤساء القبائل فقال : أيّها الناس ، إنّا والله ما تولينا معاوية منذ تبرأنا منه ، ولا تبرأنا من عليّ منذ توليناه ، وإن قتلانا لشهداء ، وإنّ أحياءنا لأبرار ، وإنّ عليا لعلى بينة من ربه ، ما أحدث إلا الإنصاف ، وكل محق منصف ، فمن سلّم له نجا ، ومن خالفه هلك</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ولما فعل الحكمان ما فعلا وتكلم كردوس بن هاني ، قال له سعيد بن قيس الهمداني : أما والله إنّي لأظنك أول راض بهذا الأمر يا أخا ربيعة ، فغضب كردوس ، وقال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أيا ليت من يرضى من الناس كلهم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بعمرو وعبد الله في لجة البحر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رضينا بحكم الله لا حكم غيره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بالله ربّا والنبيّ وبالذكر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بالأصلع الهادي عليّ إمامنا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رضينا بذاك الشيخ في العسر واليسر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رضينا به حيّا وميتا وإنّه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إمام هدى في الحكم والنّهي والأمر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فمن قال لا قلنا بلى إنّ أمره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لأفضل ما تعطاه في ليلة القدر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ما لابن هند بيعة في رقابنا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ما بيننا غير المثقفة السمر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بيض تزيل الهام عن مستقرّه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هيهات هيهات الولا آخر الدّهر</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أبت لي أشياخ الأراقم سبّة</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أسبّ بها حتّى أغيّب في القبر</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قال أبو حنيفة الدينوري في أخباره</w:t>
      </w:r>
      <w:r>
        <w:rPr>
          <w:rtl/>
          <w:lang w:bidi="fa-IR"/>
        </w:rPr>
        <w:t xml:space="preserve"> ..</w:t>
      </w:r>
      <w:r w:rsidRPr="00CA52B4">
        <w:rPr>
          <w:rtl/>
          <w:lang w:bidi="fa-IR"/>
        </w:rPr>
        <w:t>. ثم إنّ عليا قام من صبيحة ليلة الهرير في الناس خطيبا فحمد الله وأثنى عليه ثم قال : «أيّها الناس إنّه قد بلغ بكم وبعدوّكم الأمر إلى ما ترون ولم يبق من القوم إلا آخر نفس فتأهبوا رحمكم الله لمناجزة عدوّكم غدا حتّى يحكم الله بيننا وبينهم وهو خير الحاكمين»</w:t>
      </w:r>
      <w:r>
        <w:rPr>
          <w:rtl/>
          <w:lang w:bidi="fa-IR"/>
        </w:rPr>
        <w:t>.</w:t>
      </w:r>
    </w:p>
    <w:p w:rsidR="00843DF1" w:rsidRPr="00CA52B4" w:rsidRDefault="00843DF1" w:rsidP="00347E77">
      <w:pPr>
        <w:pStyle w:val="libNormal"/>
        <w:rPr>
          <w:rtl/>
          <w:lang w:bidi="fa-IR"/>
        </w:rPr>
      </w:pPr>
      <w:r w:rsidRPr="00CA52B4">
        <w:rPr>
          <w:rtl/>
          <w:lang w:bidi="fa-IR"/>
        </w:rPr>
        <w:t>وبلغ ذلك معاوية فقال لعمرو : ما ترى</w:t>
      </w:r>
      <w:r>
        <w:rPr>
          <w:rtl/>
          <w:lang w:bidi="fa-IR"/>
        </w:rPr>
        <w:t>؟</w:t>
      </w:r>
      <w:r w:rsidRPr="00CA52B4">
        <w:rPr>
          <w:rtl/>
          <w:lang w:bidi="fa-IR"/>
        </w:rPr>
        <w:t xml:space="preserve"> فإنّما هو يومنا هذا وليلتنا هذه.</w:t>
      </w:r>
      <w:r>
        <w:rPr>
          <w:rFonts w:hint="cs"/>
          <w:rtl/>
          <w:lang w:bidi="fa-IR"/>
        </w:rPr>
        <w:t xml:space="preserve"> </w:t>
      </w:r>
      <w:r w:rsidRPr="00CA52B4">
        <w:rPr>
          <w:rtl/>
          <w:lang w:bidi="fa-IR"/>
        </w:rPr>
        <w:t>فقال عمرو : إنّي قد أعددت بحيلتي أمرا أخرته إلى هذا اليوم فإن قبلوه اختلفوا وإن ردوه تفرّقوا : قال معاوية : وما هو</w:t>
      </w:r>
      <w:r>
        <w:rPr>
          <w:rtl/>
          <w:lang w:bidi="fa-IR"/>
        </w:rPr>
        <w:t>؟</w:t>
      </w:r>
      <w:r w:rsidRPr="00CA52B4">
        <w:rPr>
          <w:rtl/>
          <w:lang w:bidi="fa-IR"/>
        </w:rPr>
        <w:t xml:space="preserve"> قال عمرو : تدعوهم إلى كتاب الله حكما بينك وبينهم فإنّك بالغ به حاجتك ، فعلم معاوية أنّ الأمر كما قال.</w:t>
      </w:r>
    </w:p>
    <w:p w:rsidR="00843DF1" w:rsidRPr="00CA52B4" w:rsidRDefault="00843DF1" w:rsidP="00347E77">
      <w:pPr>
        <w:pStyle w:val="libNormal"/>
        <w:rPr>
          <w:rtl/>
          <w:lang w:bidi="fa-IR"/>
        </w:rPr>
      </w:pPr>
      <w:r w:rsidRPr="00CA52B4">
        <w:rPr>
          <w:rtl/>
          <w:lang w:bidi="fa-IR"/>
        </w:rPr>
        <w:t>ثم إنّ الأشعث بن قيس قال لقومه : وقد اجتمعوا إليه : «قد رأيتم ما كان في اليوم الماضي من الحرب المبيرة وإنّا والله إن التقينا غدا إنّه لبوار العرب وضيعة الحرمات»</w:t>
      </w:r>
      <w:r>
        <w:rPr>
          <w:rtl/>
          <w:lang w:bidi="fa-IR"/>
        </w:rPr>
        <w:t>.</w:t>
      </w:r>
    </w:p>
    <w:p w:rsidR="00843DF1" w:rsidRPr="00CA52B4" w:rsidRDefault="00843DF1" w:rsidP="00347E77">
      <w:pPr>
        <w:pStyle w:val="libNormal"/>
        <w:rPr>
          <w:rtl/>
          <w:lang w:bidi="fa-IR"/>
        </w:rPr>
      </w:pPr>
      <w:r w:rsidRPr="00CA52B4">
        <w:rPr>
          <w:rtl/>
          <w:lang w:bidi="fa-IR"/>
        </w:rPr>
        <w:t>قالوا : فانطلقت العيون إلى معاوية بكلام الأشعث ، فقال : «صدق الأشعث لئن التقينا غدا ليميلنّ الروم على ذراري أهل الشام ، وليميلنّ دهاقين فارس على ذراري أهل العراق ، وما يبصر هذا الأمر إلا ذوو الأحلام اربطوا المصاحف على أطراف القنا»</w:t>
      </w:r>
      <w:r>
        <w:rPr>
          <w:rtl/>
          <w:lang w:bidi="fa-IR"/>
        </w:rPr>
        <w:t>.</w:t>
      </w:r>
    </w:p>
    <w:p w:rsidR="00843DF1" w:rsidRPr="00CA52B4" w:rsidRDefault="00843DF1" w:rsidP="00347E77">
      <w:pPr>
        <w:pStyle w:val="libNormal"/>
        <w:rPr>
          <w:rtl/>
          <w:lang w:bidi="fa-IR"/>
        </w:rPr>
      </w:pPr>
      <w:r w:rsidRPr="00CA52B4">
        <w:rPr>
          <w:rtl/>
          <w:lang w:bidi="fa-IR"/>
        </w:rPr>
        <w:t>فربطت المصاحف فأول ما ربط مصحف دمشق الأعظم ، ربط على خمسة أرماح يحملها خمسة رجال ثم ربطوا سائر المصاحف جميع ما كان معهم وأقبلوا في الغلس ونظر أهل العراق إلى أهل الشام قد أقبلوا وأمامهم شبيه بالرايات فلم يدروا ما هو حتّى أضاء الصبح فنظروا فإذا هي المصاحف.</w:t>
      </w:r>
    </w:p>
    <w:p w:rsidR="00843DF1" w:rsidRPr="00CA52B4" w:rsidRDefault="00843DF1" w:rsidP="00347E77">
      <w:pPr>
        <w:pStyle w:val="libNormal"/>
        <w:rPr>
          <w:rtl/>
          <w:lang w:bidi="fa-IR"/>
        </w:rPr>
      </w:pPr>
      <w:r w:rsidRPr="00CA52B4">
        <w:rPr>
          <w:rtl/>
          <w:lang w:bidi="fa-IR"/>
        </w:rPr>
        <w:t>ثم قام الفضل بن أدهم أمام القلب ، وشريح الجذامي أمام الميمنة ، وورقاء بن المعمر أمام الميسرة ، فنادوا : «يا معشر العرب الله الله في نسائكم وأولادكم من فارس والروم غدا فقد فنيتم. هذا كتاب الله بيننا وبينكم»</w:t>
      </w:r>
      <w:r>
        <w:rPr>
          <w:rtl/>
          <w:lang w:bidi="fa-IR"/>
        </w:rPr>
        <w:t>.</w:t>
      </w:r>
      <w:r w:rsidRPr="00CA52B4">
        <w:rPr>
          <w:rtl/>
          <w:lang w:bidi="fa-IR"/>
        </w:rPr>
        <w:t xml:space="preserve"> فقال عليّ </w:t>
      </w:r>
      <w:r>
        <w:rPr>
          <w:rtl/>
          <w:lang w:bidi="fa-IR"/>
        </w:rPr>
        <w:t>(</w:t>
      </w:r>
      <w:r w:rsidRPr="00CA52B4">
        <w:rPr>
          <w:rtl/>
          <w:lang w:bidi="fa-IR"/>
        </w:rPr>
        <w:t>رضي الله عنه</w:t>
      </w:r>
      <w:r>
        <w:rPr>
          <w:rtl/>
          <w:lang w:bidi="fa-IR"/>
        </w:rPr>
        <w:t>)</w:t>
      </w:r>
      <w:r w:rsidRPr="00CA52B4">
        <w:rPr>
          <w:rtl/>
          <w:lang w:bidi="fa-IR"/>
        </w:rPr>
        <w:t xml:space="preserve"> : ما الكتاب تريدون ، ولكن المكر تحاولون</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وأقبل أبو الأعور السلمي ، على برذون أشهب ، وعلى رأسه مصحف وهو ينادي : «يا أهل العراق ، هذا كتاب الله حكما فيما بيننا وبينكم»</w:t>
      </w:r>
      <w:r>
        <w:rPr>
          <w:rtl/>
          <w:lang w:bidi="fa-IR"/>
        </w:rPr>
        <w:t>.</w:t>
      </w:r>
    </w:p>
    <w:p w:rsidR="00843DF1" w:rsidRPr="00CA52B4" w:rsidRDefault="00843DF1" w:rsidP="00347E77">
      <w:pPr>
        <w:pStyle w:val="libNormal"/>
        <w:rPr>
          <w:rtl/>
          <w:lang w:bidi="fa-IR"/>
        </w:rPr>
      </w:pPr>
      <w:r>
        <w:rPr>
          <w:rtl/>
          <w:lang w:bidi="fa-IR"/>
        </w:rPr>
        <w:br w:type="page"/>
      </w:r>
      <w:r w:rsidRPr="00CA52B4">
        <w:rPr>
          <w:rtl/>
          <w:lang w:bidi="fa-IR"/>
        </w:rPr>
        <w:lastRenderedPageBreak/>
        <w:t>فلما سمع أهل العراق ذلك قام كردوس بن هانئ البكري ، فقال : يا أهل العراق لا يهدئكم ما ترون من رفع هذه المصاحف فإنّها مكيدة</w:t>
      </w:r>
      <w:r>
        <w:rPr>
          <w:rtl/>
          <w:lang w:bidi="fa-IR"/>
        </w:rPr>
        <w:t xml:space="preserve"> ..</w:t>
      </w:r>
      <w:r w:rsidRPr="00CA52B4">
        <w:rPr>
          <w:rtl/>
          <w:lang w:bidi="fa-IR"/>
        </w:rPr>
        <w:t>. ثم تكلم سفيان بن ثور البكري ، فقال : أيّها الناس إنّا قد كنا بدأنا بدعاء أهل الشام إلى كتاب الله فردوا علينا فاستحللنا قتالهم فإن رددناه عليهم حلّ لهم قتالنا ولسنا نخاف أن يحيف الله علينا ولا رسوله.</w:t>
      </w:r>
    </w:p>
    <w:p w:rsidR="00843DF1" w:rsidRPr="00CA52B4" w:rsidRDefault="00843DF1" w:rsidP="00347E77">
      <w:pPr>
        <w:pStyle w:val="libNormal"/>
        <w:rPr>
          <w:rtl/>
          <w:lang w:bidi="fa-IR"/>
        </w:rPr>
      </w:pPr>
      <w:r w:rsidRPr="00CA52B4">
        <w:rPr>
          <w:rtl/>
          <w:lang w:bidi="fa-IR"/>
        </w:rPr>
        <w:t>ثم قام خالد بن المعمر ، فقال لعليّ : يا أمير المؤمنين ما البقاء إلا فيما دعا القوم إليه إن رأيته وإن لم تره فرأيك أفضل. ثم تكلم الحضين بن المنذر ، فقال : أيّها الناس إنّ لنا داعيا قد حمدنا ورده وصدره وهو المأمون على ما فعل فإنّ ، قال : لا ، قلنا لا ، وإن قال : نعم قلنا نعم</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فتكلم عليّ ، وقال : «عباد الله أنا أحرى من أجاب إلى كتاب الله وكذلك أنتم غير أنّ القوم ليس يريدون بذلك إلّا المكر وقد عضتهم الحرب والله لقد رفعوها وما رأيهم العمل بها وليس يسعني مع ذلك أن أدعى إلى كتاب الله فابى وكيف وإنّما قاتلناهم ليدينوا بحكمه»</w:t>
      </w:r>
      <w:r>
        <w:rPr>
          <w:rtl/>
          <w:lang w:bidi="fa-IR"/>
        </w:rPr>
        <w:t>.</w:t>
      </w:r>
    </w:p>
    <w:p w:rsidR="00843DF1" w:rsidRPr="00CA52B4" w:rsidRDefault="00843DF1" w:rsidP="00B10281">
      <w:pPr>
        <w:pStyle w:val="libVar"/>
        <w:rPr>
          <w:rtl/>
          <w:lang w:bidi="fa-IR"/>
        </w:rPr>
      </w:pPr>
      <w:r w:rsidRPr="00CA52B4">
        <w:rPr>
          <w:rtl/>
          <w:lang w:bidi="fa-IR"/>
        </w:rPr>
        <w:t>الأخبار الطوال / 189. أعيان الشيعة 9 / 28. الإمامة والسياسة 1 / 104. تنقيح المقال 2 / 336. تهذيب التهذيب 8 / 432. الجرح والتعديل 7 / 175. حلية الأولياء 4 / 180. رجال الطوسي / 57. شرح ابن أبي الحديد 2 / 220 ، 257. مجمع الرجال 5 / 69. معجم رجال الحديث 14 / 113. وقعة صفين / 484 ، 486 ، 487 ، 547 ، 548.</w:t>
      </w:r>
    </w:p>
    <w:p w:rsidR="00843DF1" w:rsidRPr="00CA52B4" w:rsidRDefault="00843DF1" w:rsidP="00EB70B9">
      <w:pPr>
        <w:pStyle w:val="libBold1"/>
        <w:rPr>
          <w:rtl/>
          <w:lang w:bidi="fa-IR"/>
        </w:rPr>
      </w:pPr>
      <w:r w:rsidRPr="00CA52B4">
        <w:rPr>
          <w:rtl/>
        </w:rPr>
        <w:t>957</w:t>
      </w:r>
      <w:r>
        <w:rPr>
          <w:rtl/>
        </w:rPr>
        <w:t xml:space="preserve"> ـ </w:t>
      </w:r>
      <w:r w:rsidRPr="00CA52B4">
        <w:rPr>
          <w:rtl/>
        </w:rPr>
        <w:t>كريب بن أبي كريب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أبو إسحاق. وجاء في بعض المراجع ، أنّه اشترك في صفين وقتل بها. وان اسم أبيه ، شريح. وقيل : الصباح. وكان من حمير من آل ذي يزن. وليس في أهل الشام يومئذ رجل أشهر شدّة بالبأس منه ، ضربه عليّ عليه السلام ضربة خرّ منها قتيلا يتشحط في دمه.</w:t>
      </w:r>
    </w:p>
    <w:p w:rsidR="00843DF1" w:rsidRPr="00CA52B4" w:rsidRDefault="00843DF1" w:rsidP="00B10281">
      <w:pPr>
        <w:pStyle w:val="libVar"/>
        <w:rPr>
          <w:rtl/>
          <w:lang w:bidi="fa-IR"/>
        </w:rPr>
      </w:pPr>
      <w:r w:rsidRPr="00CA52B4">
        <w:rPr>
          <w:rtl/>
          <w:lang w:bidi="fa-IR"/>
        </w:rPr>
        <w:t>الإصابة 3 / 314. تاريخ جرجان / 364 ، 489 ، 539. الجرح والتعديل 7 / 168.</w:t>
      </w:r>
      <w:r>
        <w:rPr>
          <w:rFonts w:hint="cs"/>
          <w:rtl/>
          <w:lang w:bidi="fa-IR"/>
        </w:rPr>
        <w:t xml:space="preserve"> </w:t>
      </w:r>
      <w:r w:rsidRPr="00CA52B4">
        <w:rPr>
          <w:rtl/>
          <w:lang w:bidi="fa-IR"/>
        </w:rPr>
        <w:t>الطبقات الكبرى 8 / 288. معجم الثقات / 323. معجم رجال الحديث 14 / 115.</w:t>
      </w:r>
      <w:r>
        <w:rPr>
          <w:rFonts w:hint="cs"/>
          <w:rtl/>
          <w:lang w:bidi="fa-IR"/>
        </w:rPr>
        <w:t xml:space="preserve"> </w:t>
      </w:r>
      <w:r w:rsidRPr="00CA52B4">
        <w:rPr>
          <w:rtl/>
          <w:lang w:bidi="fa-IR"/>
        </w:rPr>
        <w:t>المناقب 3 / 174. منتهى المقال / 253. النجوم الزاهرة 1 / 112. وقعة صفين / 315 ، 556 ، 253 ، 289.</w:t>
      </w:r>
    </w:p>
    <w:p w:rsidR="00843DF1" w:rsidRPr="00CA52B4" w:rsidRDefault="00843DF1" w:rsidP="00EB70B9">
      <w:pPr>
        <w:pStyle w:val="libBold1"/>
        <w:rPr>
          <w:rtl/>
          <w:lang w:bidi="fa-IR"/>
        </w:rPr>
      </w:pPr>
      <w:r>
        <w:rPr>
          <w:rtl/>
          <w:lang w:bidi="fa-IR"/>
        </w:rPr>
        <w:br w:type="page"/>
      </w:r>
      <w:r w:rsidRPr="00CA52B4">
        <w:rPr>
          <w:rtl/>
        </w:rPr>
        <w:lastRenderedPageBreak/>
        <w:t>958</w:t>
      </w:r>
      <w:r>
        <w:rPr>
          <w:rtl/>
        </w:rPr>
        <w:t xml:space="preserve"> ـ </w:t>
      </w:r>
      <w:r w:rsidRPr="00CA52B4">
        <w:rPr>
          <w:rtl/>
        </w:rPr>
        <w:t>كرز التميمي</w:t>
      </w:r>
      <w:r>
        <w:rPr>
          <w:rtl/>
        </w:rPr>
        <w:t xml:space="preserve"> ..</w:t>
      </w:r>
      <w:r w:rsidRPr="00CA52B4">
        <w:rPr>
          <w:rtl/>
        </w:rPr>
        <w:t>. أو التيمي</w:t>
      </w:r>
      <w:r>
        <w:rPr>
          <w:rtl/>
        </w:rPr>
        <w:t xml:space="preserve"> ..</w:t>
      </w:r>
      <w:r w:rsidRPr="00CA52B4">
        <w:rPr>
          <w:rtl/>
        </w:rPr>
        <w:t>.</w:t>
      </w:r>
    </w:p>
    <w:p w:rsidR="00843DF1" w:rsidRDefault="00843DF1" w:rsidP="00347E77">
      <w:pPr>
        <w:pStyle w:val="libNormal"/>
        <w:rPr>
          <w:rtl/>
          <w:lang w:bidi="fa-IR"/>
        </w:rPr>
      </w:pPr>
      <w:r w:rsidRPr="00CA52B4">
        <w:rPr>
          <w:rtl/>
          <w:lang w:bidi="fa-IR"/>
        </w:rPr>
        <w:t>محدّث. له أحاديث في فضل عائد المريض. روى عنه الحسن بن قيس.</w:t>
      </w:r>
    </w:p>
    <w:p w:rsidR="00843DF1" w:rsidRPr="00CA52B4" w:rsidRDefault="00843DF1" w:rsidP="00347E77">
      <w:pPr>
        <w:pStyle w:val="libNormal"/>
        <w:rPr>
          <w:rtl/>
          <w:lang w:bidi="fa-IR"/>
        </w:rPr>
      </w:pPr>
      <w:r w:rsidRPr="00CA52B4">
        <w:rPr>
          <w:rtl/>
          <w:lang w:bidi="fa-IR"/>
        </w:rPr>
        <w:t>لسان الميزان 7 / 345.</w:t>
      </w:r>
    </w:p>
    <w:p w:rsidR="00843DF1" w:rsidRPr="00CA52B4" w:rsidRDefault="00843DF1" w:rsidP="00EB70B9">
      <w:pPr>
        <w:pStyle w:val="libBold1"/>
        <w:rPr>
          <w:rtl/>
          <w:lang w:bidi="fa-IR"/>
        </w:rPr>
      </w:pPr>
      <w:r w:rsidRPr="00CA52B4">
        <w:rPr>
          <w:rtl/>
        </w:rPr>
        <w:t>959</w:t>
      </w:r>
      <w:r>
        <w:rPr>
          <w:rtl/>
        </w:rPr>
        <w:t xml:space="preserve"> ـ </w:t>
      </w:r>
      <w:r w:rsidRPr="00CA52B4">
        <w:rPr>
          <w:rtl/>
        </w:rPr>
        <w:t>كريم بن أبي حازم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أبان بن عبد الله البجلي. وسمع أيضا من سلمى بنت جابر ، وكان يسكن الكوفة. ذكره ابن حبان في الثقات ، وسلمى بنت جابر كانت جدته.</w:t>
      </w:r>
    </w:p>
    <w:p w:rsidR="00843DF1" w:rsidRPr="00CA52B4" w:rsidRDefault="00843DF1" w:rsidP="00B10281">
      <w:pPr>
        <w:pStyle w:val="libVar"/>
        <w:rPr>
          <w:rtl/>
          <w:lang w:bidi="fa-IR"/>
        </w:rPr>
      </w:pPr>
      <w:r w:rsidRPr="00CA52B4">
        <w:rPr>
          <w:rtl/>
          <w:lang w:bidi="fa-IR"/>
        </w:rPr>
        <w:t>تعجيل المنفعة / 353. الجرح والتعديل 7 / 175.</w:t>
      </w:r>
    </w:p>
    <w:p w:rsidR="00843DF1" w:rsidRPr="00CA52B4" w:rsidRDefault="00843DF1" w:rsidP="00EB70B9">
      <w:pPr>
        <w:pStyle w:val="libBold1"/>
        <w:rPr>
          <w:rtl/>
          <w:lang w:bidi="fa-IR"/>
        </w:rPr>
      </w:pPr>
      <w:r w:rsidRPr="00CA52B4">
        <w:rPr>
          <w:rtl/>
        </w:rPr>
        <w:t>960</w:t>
      </w:r>
      <w:r>
        <w:rPr>
          <w:rtl/>
        </w:rPr>
        <w:t xml:space="preserve"> ـ </w:t>
      </w:r>
      <w:r w:rsidRPr="00CA52B4">
        <w:rPr>
          <w:rtl/>
        </w:rPr>
        <w:t>كعب بن زيد بن قيس بن مالك بن كعب بن حارثة بن دينار بن النجار الأنصاري المقتول</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شهد بدرا ، وقتله ضرار بن الخطاب في يوم الخندق ، وقيل : قتله أمية بن ربيعة بن صخر الدؤلي. وقيل : أصابه سهم غرب يوم الخندق فقتله.</w:t>
      </w:r>
      <w:r>
        <w:rPr>
          <w:rFonts w:hint="cs"/>
          <w:rtl/>
          <w:lang w:bidi="fa-IR"/>
        </w:rPr>
        <w:t xml:space="preserve"> </w:t>
      </w:r>
      <w:r w:rsidRPr="00CA52B4">
        <w:rPr>
          <w:rtl/>
          <w:lang w:bidi="fa-IR"/>
        </w:rPr>
        <w:t xml:space="preserve">ذكره الشيخ الطوسي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وهو غير كعب بن زيد ، أو زيد بن كعب الذي له قصة مع المرأة الغفارية. وجاء في بعض المراجع كعب بن بريد فهو تصحيف.</w:t>
      </w:r>
    </w:p>
    <w:p w:rsidR="00843DF1" w:rsidRPr="00CA52B4" w:rsidRDefault="00843DF1" w:rsidP="00B10281">
      <w:pPr>
        <w:pStyle w:val="libVar"/>
        <w:rPr>
          <w:rtl/>
          <w:lang w:bidi="fa-IR"/>
        </w:rPr>
      </w:pPr>
      <w:r w:rsidRPr="00CA52B4">
        <w:rPr>
          <w:rtl/>
          <w:lang w:bidi="fa-IR"/>
        </w:rPr>
        <w:t>الاستيعاب 3 / 291. أسد الغابة 4 / 241. الاشتقاق / 453. الإصابة 3 / 296.</w:t>
      </w:r>
      <w:r>
        <w:rPr>
          <w:rFonts w:hint="cs"/>
          <w:rtl/>
          <w:lang w:bidi="fa-IR"/>
        </w:rPr>
        <w:t xml:space="preserve"> </w:t>
      </w:r>
      <w:r w:rsidRPr="00CA52B4">
        <w:rPr>
          <w:rtl/>
          <w:lang w:bidi="fa-IR"/>
        </w:rPr>
        <w:t>تنقيح المقال 2 / 337. تعجيل المنفعة / 353. الجرح والتعديل 7 / 161. رجال الشيخ الطوسي / 56. الطبقات الكبرى 2 / 70. قاموس الرجال 7 / 421. الكامل في التأريخ 2 / 171. مجمع الرجال 5 / 70. معجم رجال الحديث 14 / 116. منتهى المقال / 253. نقد الرجال / 276.</w:t>
      </w:r>
    </w:p>
    <w:p w:rsidR="00843DF1" w:rsidRPr="00CA52B4" w:rsidRDefault="00843DF1" w:rsidP="00EB70B9">
      <w:pPr>
        <w:pStyle w:val="libBold1"/>
        <w:rPr>
          <w:rtl/>
          <w:lang w:bidi="fa-IR"/>
        </w:rPr>
      </w:pPr>
      <w:r w:rsidRPr="00CA52B4">
        <w:rPr>
          <w:rtl/>
        </w:rPr>
        <w:t>961</w:t>
      </w:r>
      <w:r>
        <w:rPr>
          <w:rtl/>
        </w:rPr>
        <w:t xml:space="preserve"> ـ </w:t>
      </w:r>
      <w:r w:rsidRPr="00CA52B4">
        <w:rPr>
          <w:rtl/>
        </w:rPr>
        <w:t xml:space="preserve">كعب بن ذي الحبكة عبيدة </w:t>
      </w:r>
      <w:r>
        <w:rPr>
          <w:rtl/>
        </w:rPr>
        <w:t>(</w:t>
      </w:r>
      <w:r w:rsidRPr="00CA52B4">
        <w:rPr>
          <w:rtl/>
        </w:rPr>
        <w:t>عبدة</w:t>
      </w:r>
      <w:r>
        <w:rPr>
          <w:rtl/>
        </w:rPr>
        <w:t>)</w:t>
      </w:r>
      <w:r w:rsidRPr="00CA52B4">
        <w:rPr>
          <w:rtl/>
        </w:rPr>
        <w:t xml:space="preserve"> بن سعد بن قيس بن أبي عائد بن سعد بن جذيمة بن كعب بن رفاعة بن مالك بن نهد النهدي المقتول 41 ه‍</w:t>
      </w:r>
      <w:r>
        <w:rPr>
          <w:rtl/>
        </w:rPr>
        <w:t>.</w:t>
      </w:r>
    </w:p>
    <w:p w:rsidR="00843DF1" w:rsidRPr="00CA52B4" w:rsidRDefault="00843DF1" w:rsidP="00347E77">
      <w:pPr>
        <w:pStyle w:val="libNormal"/>
        <w:rPr>
          <w:rtl/>
          <w:lang w:bidi="fa-IR"/>
        </w:rPr>
      </w:pPr>
      <w:r w:rsidRPr="00CA52B4">
        <w:rPr>
          <w:rtl/>
          <w:lang w:bidi="fa-IR"/>
        </w:rPr>
        <w:t xml:space="preserve">كان ناسكا متعبدا ، تابعيا شاعرا ، قويّ الحجة جريئا شجاعا ، خشنا في ذات الله ، عاقلا فصيحا عارفا. من كبار شيعة عليّ </w:t>
      </w:r>
      <w:r>
        <w:rPr>
          <w:rtl/>
          <w:lang w:bidi="fa-IR"/>
        </w:rPr>
        <w:t>(</w:t>
      </w:r>
      <w:r w:rsidRPr="00CA52B4">
        <w:rPr>
          <w:rtl/>
          <w:lang w:bidi="fa-IR"/>
        </w:rPr>
        <w:t>عليه السلام</w:t>
      </w:r>
      <w:r>
        <w:rPr>
          <w:rtl/>
          <w:lang w:bidi="fa-IR"/>
        </w:rPr>
        <w:t>)</w:t>
      </w:r>
      <w:r w:rsidRPr="00CA52B4">
        <w:rPr>
          <w:rtl/>
          <w:lang w:bidi="fa-IR"/>
        </w:rPr>
        <w:t xml:space="preserve"> ، نفاه</w:t>
      </w:r>
    </w:p>
    <w:p w:rsidR="00843DF1" w:rsidRPr="00CA52B4" w:rsidRDefault="00843DF1" w:rsidP="00B10281">
      <w:pPr>
        <w:pStyle w:val="libNormal0"/>
        <w:rPr>
          <w:rtl/>
          <w:lang w:bidi="fa-IR"/>
        </w:rPr>
      </w:pPr>
      <w:r>
        <w:rPr>
          <w:rtl/>
          <w:lang w:bidi="fa-IR"/>
        </w:rPr>
        <w:br w:type="page"/>
      </w:r>
      <w:r w:rsidRPr="00CA52B4">
        <w:rPr>
          <w:rtl/>
          <w:lang w:bidi="fa-IR"/>
        </w:rPr>
        <w:lastRenderedPageBreak/>
        <w:t>عثمان فيمن نفاه إلى جبل الدخان في دماوند. وقتله بسر بن أرطاة عام 41 ه‍ ، بعد أن عوره ، وفي ذلك يقول مخاطبا عثمان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لعمري لئن أطردتني ما إلى اللتي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طمعت بها من سقطتي لسبيل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رجوت رجوعي يا ابن أروى ورجعتي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إلى الحق زهوا غال جهلك غول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إنّ اغترابي في البلاد وجفوتي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شتمي في ذات الإله قليل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إنّ دعائي كل يوم وليلة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عليك بدنباوندكم لطويل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9 / 29. أنساب الأشراف 2 / 455. تنقيح المقال 2 / 337. رجال ابن داود / 156. شرح ابن أبي الحديد 2 / 160. الغدير 9 / 51. الكامل في التأريخ 3 / 182. معجم الشعراء / 345. معجم البلدان 2 / 477.</w:t>
      </w:r>
    </w:p>
    <w:p w:rsidR="00843DF1" w:rsidRPr="00CA52B4" w:rsidRDefault="00843DF1" w:rsidP="00EB70B9">
      <w:pPr>
        <w:pStyle w:val="libBold1"/>
        <w:rPr>
          <w:rtl/>
          <w:lang w:bidi="fa-IR"/>
        </w:rPr>
      </w:pPr>
      <w:r w:rsidRPr="00CA52B4">
        <w:rPr>
          <w:rtl/>
        </w:rPr>
        <w:t>962</w:t>
      </w:r>
      <w:r>
        <w:rPr>
          <w:rtl/>
        </w:rPr>
        <w:t xml:space="preserve"> ـ </w:t>
      </w:r>
      <w:r w:rsidRPr="00CA52B4">
        <w:rPr>
          <w:rtl/>
        </w:rPr>
        <w:t>كعب بن عبد الله العبدي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اشترك في صفّين ، ويوم الجمل وغيرهما. وله أحاديث في أبواب الفقه. ذكره الشيخ الطوسي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2 / 407. جامع الرواة 2 / 29. الجرح والتعديل 7 / 162. خلاصة الأقوال / 135. رجال الشيخ الطوسي / 57. شرح ابن أبي الحديد 6 / 89. قاموس الرجال 7 / 423. مجمع الرجال 5 / 70. معجم الثقات / 324. معجم رجال الحديث 14 / 117. منتهى المقال / 253. مجالس المؤمنين 1 / 319. نقد الرجال / 276.</w:t>
      </w:r>
    </w:p>
    <w:p w:rsidR="00843DF1" w:rsidRPr="00CA52B4" w:rsidRDefault="00843DF1" w:rsidP="00EB70B9">
      <w:pPr>
        <w:pStyle w:val="libBold1"/>
        <w:rPr>
          <w:rtl/>
          <w:lang w:bidi="fa-IR"/>
        </w:rPr>
      </w:pPr>
      <w:r w:rsidRPr="00CA52B4">
        <w:rPr>
          <w:rtl/>
        </w:rPr>
        <w:t>963</w:t>
      </w:r>
      <w:r>
        <w:rPr>
          <w:rtl/>
        </w:rPr>
        <w:t xml:space="preserve"> ـ </w:t>
      </w:r>
      <w:r w:rsidRPr="00CA52B4">
        <w:rPr>
          <w:rtl/>
        </w:rPr>
        <w:t xml:space="preserve">كعب </w:t>
      </w:r>
      <w:r>
        <w:rPr>
          <w:rtl/>
        </w:rPr>
        <w:t>(</w:t>
      </w:r>
      <w:r w:rsidRPr="00CA52B4">
        <w:rPr>
          <w:rtl/>
        </w:rPr>
        <w:t>أبو إسحاق</w:t>
      </w:r>
      <w:r>
        <w:rPr>
          <w:rtl/>
        </w:rPr>
        <w:t>)</w:t>
      </w:r>
      <w:r w:rsidRPr="00CA52B4">
        <w:rPr>
          <w:rtl/>
        </w:rPr>
        <w:t xml:space="preserve"> ابن عجرة بن عدي بن عبيد بن الحارث بن عمرو بن عوف بن غنم بن سواد بن مرى بن إراشة بن عبيلة بن قسميل بن فران بن بلى بن عمرو بن الحافي بن قضاعة الأنصاري المدني</w:t>
      </w:r>
      <w:r>
        <w:rPr>
          <w:rtl/>
        </w:rPr>
        <w:t xml:space="preserve"> ..</w:t>
      </w:r>
      <w:r w:rsidRPr="00CA52B4">
        <w:rPr>
          <w:rtl/>
        </w:rPr>
        <w:t>. المتوفى 51 ه‍</w:t>
      </w:r>
      <w:r>
        <w:rPr>
          <w:rtl/>
        </w:rPr>
        <w:t>.</w:t>
      </w:r>
    </w:p>
    <w:p w:rsidR="00843DF1" w:rsidRPr="00CA52B4" w:rsidRDefault="00843DF1" w:rsidP="00347E77">
      <w:pPr>
        <w:pStyle w:val="libNormal"/>
        <w:rPr>
          <w:rtl/>
          <w:lang w:bidi="fa-IR"/>
        </w:rPr>
      </w:pPr>
      <w:r w:rsidRPr="00CA52B4">
        <w:rPr>
          <w:rtl/>
          <w:lang w:bidi="fa-IR"/>
        </w:rPr>
        <w:t>محدّث ، شهد المشاهد. ومات سنة 51 / 52 ، وأعقب : إسحاق.</w:t>
      </w:r>
      <w:r>
        <w:rPr>
          <w:rFonts w:hint="cs"/>
          <w:rtl/>
          <w:lang w:bidi="fa-IR"/>
        </w:rPr>
        <w:t xml:space="preserve"> </w:t>
      </w:r>
      <w:r w:rsidRPr="00CA52B4">
        <w:rPr>
          <w:rtl/>
          <w:lang w:bidi="fa-IR"/>
        </w:rPr>
        <w:t xml:space="preserve">الربيع. محمدا. عبد الله. جاء في بعض المراجع ، صحابي روى عن النبيّ </w:t>
      </w:r>
      <w:r>
        <w:rPr>
          <w:rtl/>
          <w:lang w:bidi="fa-IR"/>
        </w:rPr>
        <w:t>(</w:t>
      </w:r>
      <w:r w:rsidRPr="00CA52B4">
        <w:rPr>
          <w:rtl/>
          <w:lang w:bidi="fa-IR"/>
        </w:rPr>
        <w:t>صلّى الله عليه وآله وسلّم</w:t>
      </w:r>
      <w:r>
        <w:rPr>
          <w:rtl/>
          <w:lang w:bidi="fa-IR"/>
        </w:rPr>
        <w:t>)</w:t>
      </w:r>
      <w:r w:rsidRPr="00CA52B4">
        <w:rPr>
          <w:rtl/>
          <w:lang w:bidi="fa-IR"/>
        </w:rPr>
        <w:t xml:space="preserve"> وبلال ، وهو الذي نزلت بالحديبية الرخصة في حلق رأس المحرم والفدية. روى عنه جمع كثير ، وله في السنن أحاديث. سكن الكوفة</w:t>
      </w:r>
    </w:p>
    <w:p w:rsidR="00843DF1" w:rsidRPr="00CA52B4" w:rsidRDefault="00843DF1" w:rsidP="00B10281">
      <w:pPr>
        <w:pStyle w:val="libNormal0"/>
        <w:rPr>
          <w:rtl/>
          <w:lang w:bidi="fa-IR"/>
        </w:rPr>
      </w:pPr>
      <w:r>
        <w:rPr>
          <w:rtl/>
          <w:lang w:bidi="fa-IR"/>
        </w:rPr>
        <w:br w:type="page"/>
      </w:r>
      <w:r w:rsidRPr="00CA52B4">
        <w:rPr>
          <w:rtl/>
          <w:lang w:bidi="fa-IR"/>
        </w:rPr>
        <w:lastRenderedPageBreak/>
        <w:t>وتوفي بالمدينة عن نحو 75 سنة. وله 47 حديثا. وجاء أنّه ليس من الأنصار إذ لم يوجد نسبته ونسبه فيهم.</w:t>
      </w:r>
    </w:p>
    <w:p w:rsidR="00843DF1" w:rsidRPr="00CA52B4" w:rsidRDefault="00843DF1" w:rsidP="00B10281">
      <w:pPr>
        <w:pStyle w:val="libVar"/>
        <w:rPr>
          <w:rtl/>
          <w:lang w:bidi="fa-IR"/>
        </w:rPr>
      </w:pPr>
      <w:r w:rsidRPr="00CA52B4">
        <w:rPr>
          <w:rtl/>
          <w:lang w:bidi="fa-IR"/>
        </w:rPr>
        <w:t>الاستيعاب 3 / 291. أسد الغابة 4 / 243. الإصابة 3 / 297. أنساب الأشراف 2 / 291. الأعلام 6 / 83. البداية والنهاية 8 / 60. تقريب التهذيب 2 / 135. تذكرة الحفاظ 1 / 46. تنقيح المقال 2 / 337. تهذيب التهذيب 8 / 435. تاريخ جرجان / 326. جامع الرواة 2 / 29. الجرح والتعديل 7 / 160. جمهرة أنساب العرب / 442. رجال الطوسي / 56. سفينة البحار 2 / 483. شذرات الذهب 1 / 58.</w:t>
      </w:r>
      <w:r>
        <w:rPr>
          <w:rFonts w:hint="cs"/>
          <w:rtl/>
          <w:lang w:bidi="fa-IR"/>
        </w:rPr>
        <w:t xml:space="preserve"> </w:t>
      </w:r>
      <w:r w:rsidRPr="00CA52B4">
        <w:rPr>
          <w:rtl/>
          <w:lang w:bidi="fa-IR"/>
        </w:rPr>
        <w:t xml:space="preserve">الطبقات الكبرى 1 / 305 </w:t>
      </w:r>
      <w:r>
        <w:rPr>
          <w:rtl/>
          <w:lang w:bidi="fa-IR"/>
        </w:rPr>
        <w:t>و 2</w:t>
      </w:r>
      <w:r w:rsidRPr="00CA52B4">
        <w:rPr>
          <w:rtl/>
          <w:lang w:bidi="fa-IR"/>
        </w:rPr>
        <w:t xml:space="preserve"> / 126 </w:t>
      </w:r>
      <w:r>
        <w:rPr>
          <w:rtl/>
          <w:lang w:bidi="fa-IR"/>
        </w:rPr>
        <w:t>و 6</w:t>
      </w:r>
      <w:r w:rsidRPr="00CA52B4">
        <w:rPr>
          <w:rtl/>
          <w:lang w:bidi="fa-IR"/>
        </w:rPr>
        <w:t xml:space="preserve"> / 109. العقد الفريد 3 / 290. الغدير 1 / 59 ، 209 </w:t>
      </w:r>
      <w:r>
        <w:rPr>
          <w:rtl/>
          <w:lang w:bidi="fa-IR"/>
        </w:rPr>
        <w:t>و 8</w:t>
      </w:r>
      <w:r w:rsidRPr="00CA52B4">
        <w:rPr>
          <w:rtl/>
          <w:lang w:bidi="fa-IR"/>
        </w:rPr>
        <w:t xml:space="preserve"> / 256 ، 290 </w:t>
      </w:r>
      <w:r>
        <w:rPr>
          <w:rtl/>
          <w:lang w:bidi="fa-IR"/>
        </w:rPr>
        <w:t>و 1</w:t>
      </w:r>
      <w:r w:rsidRPr="00CA52B4">
        <w:rPr>
          <w:rtl/>
          <w:lang w:bidi="fa-IR"/>
        </w:rPr>
        <w:t>1 / 57. قاموس الرجال 7 / 423. الكامل في التأريخ 3 / 191 ، 492. اللباب 1 / 177. مجمع الرجال 5 / 70. مرآة الجنان 1 / 125. المشتبه 1 / 253. معجم رجال الحديث 14 / 117. المناقب 3 / 221. منتهى المقال / 253.</w:t>
      </w:r>
      <w:r>
        <w:rPr>
          <w:rFonts w:hint="cs"/>
          <w:rtl/>
          <w:lang w:bidi="fa-IR"/>
        </w:rPr>
        <w:t xml:space="preserve"> </w:t>
      </w:r>
      <w:r w:rsidRPr="00CA52B4">
        <w:rPr>
          <w:rtl/>
          <w:lang w:bidi="fa-IR"/>
        </w:rPr>
        <w:t xml:space="preserve">النجوم الزاهرة 1 / 143. نقد الرجال / 276. النهاية في غريب الحديث 1 / 398 </w:t>
      </w:r>
      <w:r>
        <w:rPr>
          <w:rtl/>
          <w:lang w:bidi="fa-IR"/>
        </w:rPr>
        <w:t>و 3</w:t>
      </w:r>
      <w:r w:rsidRPr="00CA52B4">
        <w:rPr>
          <w:rtl/>
          <w:lang w:bidi="fa-IR"/>
        </w:rPr>
        <w:t xml:space="preserve"> / 218 </w:t>
      </w:r>
      <w:r>
        <w:rPr>
          <w:rtl/>
          <w:lang w:bidi="fa-IR"/>
        </w:rPr>
        <w:t>و 5</w:t>
      </w:r>
      <w:r w:rsidRPr="00CA52B4">
        <w:rPr>
          <w:rtl/>
          <w:lang w:bidi="fa-IR"/>
        </w:rPr>
        <w:t xml:space="preserve"> / 266 ، 275. هدى الساري / 213.</w:t>
      </w:r>
    </w:p>
    <w:p w:rsidR="00843DF1" w:rsidRPr="00CA52B4" w:rsidRDefault="00843DF1" w:rsidP="00EB70B9">
      <w:pPr>
        <w:pStyle w:val="libBold1"/>
        <w:rPr>
          <w:rtl/>
          <w:lang w:bidi="fa-IR"/>
        </w:rPr>
      </w:pPr>
      <w:r w:rsidRPr="00CA52B4">
        <w:rPr>
          <w:rtl/>
        </w:rPr>
        <w:t>964</w:t>
      </w:r>
      <w:r>
        <w:rPr>
          <w:rtl/>
        </w:rPr>
        <w:t xml:space="preserve"> ـ </w:t>
      </w:r>
      <w:r w:rsidRPr="00CA52B4">
        <w:rPr>
          <w:rtl/>
        </w:rPr>
        <w:t xml:space="preserve">كعب </w:t>
      </w:r>
      <w:r>
        <w:rPr>
          <w:rtl/>
        </w:rPr>
        <w:t>(</w:t>
      </w:r>
      <w:r w:rsidRPr="00CA52B4">
        <w:rPr>
          <w:rtl/>
        </w:rPr>
        <w:t>أبو اليسر</w:t>
      </w:r>
      <w:r>
        <w:rPr>
          <w:rtl/>
        </w:rPr>
        <w:t>)</w:t>
      </w:r>
      <w:r w:rsidRPr="00CA52B4">
        <w:rPr>
          <w:rtl/>
        </w:rPr>
        <w:t xml:space="preserve"> ابن عمرو بن عباد بن عمرو بن غزية بن سواد بن غنم بن كعب بن سلمة بن سعد بن علي بن أسد بن ساردة بن تزيد بن جشم بن الخزرج الأنصاري السلمي المتوفى 55 ه‍</w:t>
      </w:r>
      <w:r>
        <w:rPr>
          <w:rtl/>
        </w:rPr>
        <w:t>.</w:t>
      </w:r>
    </w:p>
    <w:p w:rsidR="00843DF1" w:rsidRPr="00CA52B4" w:rsidRDefault="00843DF1" w:rsidP="00347E77">
      <w:pPr>
        <w:pStyle w:val="libNormal"/>
        <w:rPr>
          <w:rtl/>
          <w:lang w:bidi="fa-IR"/>
        </w:rPr>
      </w:pPr>
      <w:r w:rsidRPr="00CA52B4">
        <w:rPr>
          <w:rtl/>
          <w:lang w:bidi="fa-IR"/>
        </w:rPr>
        <w:t xml:space="preserve">فارس ، شهد العقبة وبدرا ، وهو ابن عشرين سنة. وهو الذي أسر العباس بن عبد المطلب يومئذ. وشهد مع أمير المؤمنين </w:t>
      </w:r>
      <w:r>
        <w:rPr>
          <w:rtl/>
          <w:lang w:bidi="fa-IR"/>
        </w:rPr>
        <w:t>(</w:t>
      </w:r>
      <w:r w:rsidRPr="00CA52B4">
        <w:rPr>
          <w:rtl/>
          <w:lang w:bidi="fa-IR"/>
        </w:rPr>
        <w:t>عليه السلام</w:t>
      </w:r>
      <w:r>
        <w:rPr>
          <w:rtl/>
          <w:lang w:bidi="fa-IR"/>
        </w:rPr>
        <w:t>)</w:t>
      </w:r>
      <w:r w:rsidRPr="00CA52B4">
        <w:rPr>
          <w:rtl/>
          <w:lang w:bidi="fa-IR"/>
        </w:rPr>
        <w:t xml:space="preserve"> مشاهده. مات بالمدينة سنة 55 ه‍ ، وهو آخر من مات من أهل بدر ، وكان له عشرون ومائة سنة. وما جاء </w:t>
      </w:r>
      <w:r>
        <w:rPr>
          <w:rtl/>
          <w:lang w:bidi="fa-IR"/>
        </w:rPr>
        <w:t>(</w:t>
      </w:r>
      <w:r w:rsidRPr="00CA52B4">
        <w:rPr>
          <w:rtl/>
          <w:lang w:bidi="fa-IR"/>
        </w:rPr>
        <w:t>كعب بن عمير</w:t>
      </w:r>
      <w:r>
        <w:rPr>
          <w:rtl/>
          <w:lang w:bidi="fa-IR"/>
        </w:rPr>
        <w:t>)</w:t>
      </w:r>
      <w:r w:rsidRPr="00CA52B4">
        <w:rPr>
          <w:rtl/>
          <w:lang w:bidi="fa-IR"/>
        </w:rPr>
        <w:t xml:space="preserve"> فهو الغفاري ، ومن كبار الصحابة قتلته قضاعة في السنة الثامنة ، ولم تكن له رواية أو صحبة مع عليّ </w:t>
      </w:r>
      <w:r>
        <w:rPr>
          <w:rtl/>
          <w:lang w:bidi="fa-IR"/>
        </w:rPr>
        <w:t>(</w:t>
      </w:r>
      <w:r w:rsidRPr="00CA52B4">
        <w:rPr>
          <w:rtl/>
          <w:lang w:bidi="fa-IR"/>
        </w:rPr>
        <w:t>عليه السلام</w:t>
      </w:r>
      <w:r>
        <w:rPr>
          <w:rtl/>
          <w:lang w:bidi="fa-IR"/>
        </w:rPr>
        <w:t>).</w:t>
      </w:r>
      <w:r w:rsidRPr="00CA52B4">
        <w:rPr>
          <w:rtl/>
          <w:lang w:bidi="fa-IR"/>
        </w:rPr>
        <w:t xml:space="preserve"> وقد ذكره الكثيرون وهو غلط وتصحيف. وكعب بن عمرو هو الذي انتزع راية المشركين ، وكانت بيد أبي عزيز بن عمير. قال ابن الأثير :</w:t>
      </w:r>
      <w:r>
        <w:rPr>
          <w:rFonts w:hint="cs"/>
          <w:rtl/>
          <w:lang w:bidi="fa-IR"/>
        </w:rPr>
        <w:t xml:space="preserve"> </w:t>
      </w:r>
      <w:r w:rsidRPr="00CA52B4">
        <w:rPr>
          <w:rtl/>
          <w:lang w:bidi="fa-IR"/>
        </w:rPr>
        <w:t>هو بدري وشهد صفّين مع عليّ.</w:t>
      </w:r>
    </w:p>
    <w:p w:rsidR="00843DF1" w:rsidRPr="00CA52B4" w:rsidRDefault="00843DF1" w:rsidP="00B10281">
      <w:pPr>
        <w:pStyle w:val="libVar"/>
        <w:rPr>
          <w:rtl/>
          <w:lang w:bidi="fa-IR"/>
        </w:rPr>
      </w:pPr>
      <w:r w:rsidRPr="00CA52B4">
        <w:rPr>
          <w:rtl/>
          <w:lang w:bidi="fa-IR"/>
        </w:rPr>
        <w:t>الاستيعاب 4 / 219. أسد الغابة 4 / 245. الإصابة 3 / 300. أعيان الشيعة 9 / 29. البداية والنهاية 8 / 78. تاريخ الخميس 2 / 296. تحفة الأحباب / 292.</w:t>
      </w:r>
      <w:r>
        <w:rPr>
          <w:rFonts w:hint="cs"/>
          <w:rtl/>
          <w:lang w:bidi="fa-IR"/>
        </w:rPr>
        <w:t xml:space="preserve"> </w:t>
      </w:r>
      <w:r w:rsidRPr="00CA52B4">
        <w:rPr>
          <w:rtl/>
          <w:lang w:bidi="fa-IR"/>
        </w:rPr>
        <w:t>تقريب التهذيب 2 / 135. تنقيح المقال 2 / 337. تهذيب التهذيب 8 / 437. جامع الرواة 2 / 29. الجرح والتعديل 7 / 160. جمهرة أنساب العرب / 360. حلية الأولياء</w:t>
      </w:r>
    </w:p>
    <w:p w:rsidR="00843DF1" w:rsidRPr="00CA52B4" w:rsidRDefault="00843DF1" w:rsidP="00B10281">
      <w:pPr>
        <w:pStyle w:val="libVar0"/>
        <w:rPr>
          <w:rtl/>
          <w:lang w:bidi="fa-IR"/>
        </w:rPr>
      </w:pPr>
      <w:r>
        <w:rPr>
          <w:rtl/>
          <w:lang w:bidi="fa-IR"/>
        </w:rPr>
        <w:br w:type="page"/>
      </w:r>
      <w:r w:rsidRPr="00CA52B4">
        <w:rPr>
          <w:rtl/>
        </w:rPr>
        <w:lastRenderedPageBreak/>
        <w:t xml:space="preserve">2 / 19. الدرجات الرفيعة / 405. رجال الطوسي / 56. شرح ابن أبي الحديد 14 / 182 ، 199 </w:t>
      </w:r>
      <w:r>
        <w:rPr>
          <w:rtl/>
        </w:rPr>
        <w:t>و 1</w:t>
      </w:r>
      <w:r w:rsidRPr="00CA52B4">
        <w:rPr>
          <w:rtl/>
        </w:rPr>
        <w:t>6 / 42. الطبقات الكبرى 3 / 581. العقد الفريد 6 / 77. الغدير 7 / 265 ، 9 / 367. قاموس الرجال 7 / 423. الكامل في التأريخ 3 / 502. مجمع الرجال 5 / 70. مرآة الجنان 1 / 128. المعارف / 142. معجم رجال الحديث 14 / 117. منتهى المقال / 253. مجالس المؤمنين 1 / 258. النجوم الزاهرة 1 / 147.</w:t>
      </w:r>
    </w:p>
    <w:p w:rsidR="00843DF1" w:rsidRPr="00CA52B4" w:rsidRDefault="00843DF1" w:rsidP="00B10281">
      <w:pPr>
        <w:pStyle w:val="libVar"/>
        <w:rPr>
          <w:rtl/>
          <w:lang w:bidi="fa-IR"/>
        </w:rPr>
      </w:pPr>
      <w:r w:rsidRPr="00CA52B4">
        <w:rPr>
          <w:rtl/>
          <w:lang w:bidi="fa-IR"/>
        </w:rPr>
        <w:t>نقد الرجال / 276. النهاية في غريب الحديث 1 / 278 ، 432. وقعة صفّين / 506.</w:t>
      </w:r>
    </w:p>
    <w:p w:rsidR="00843DF1" w:rsidRPr="00CA52B4" w:rsidRDefault="00843DF1" w:rsidP="00EB70B9">
      <w:pPr>
        <w:pStyle w:val="libBold1"/>
        <w:rPr>
          <w:rtl/>
          <w:lang w:bidi="fa-IR"/>
        </w:rPr>
      </w:pPr>
      <w:r w:rsidRPr="00CA52B4">
        <w:rPr>
          <w:rtl/>
        </w:rPr>
        <w:t>965</w:t>
      </w:r>
      <w:r>
        <w:rPr>
          <w:rtl/>
        </w:rPr>
        <w:t xml:space="preserve"> ـ </w:t>
      </w:r>
      <w:r w:rsidRPr="00CA52B4">
        <w:rPr>
          <w:rtl/>
        </w:rPr>
        <w:t>كلاب بن أمية بن الأسكر الكناني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شاعر ، قتل بصفّين ، وكان عابدا زاهدا ، ومن خيار المسلمين ، وكان أبوه أيضا شاعرا عاش دهرا طويلا حتّى خرف. وجاء أنّ عمر بن الخطاب حين وجه الجيش إلى اليرموك قام إليه أمية الكناني ، فقال : يا أمير المؤمنين هذا اليوم من أيامي لو لا كبر سنّي ، فقام إليه ابنه كلاب ، فقال : ولكنّي يا أمير المؤمنين أبيع الله نفسي وأبيع دنياي بآخرتي ، فتعلق به أبوه وكان في ظل نخل له ، وقال : لا تدع أباك وأمك شيخين ضعيفين ربياك صغيرا حتّى إذا احتاجا إليك تركتهما ، فقال : نعم أتركهما لما هو خير لي. فخرج غازيا بعد أن أرضى أباه ، فأبطأ وكان أبوه في ظل نخل له ، وإذا حمامة تدعو فرخها فرآها الشيخ فبكى ، فرأته العجوز يبكي فبكت ، وأنشأ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لمن شيخان قد نشدا كلابا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كتاب الله إن ذكر الكتابا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أناديه ويعرض لي حنين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فلا وأبي كلاب ما أصابا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تركت أباك مرعشة يداه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أمك ما تسيغ لها شرابا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فإنّ أباك حين تركت شيخ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يطارد أينقا شزبا جذابا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إذا رتّعن ارقالا سراعا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أثرن بكل رابية ترابا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طويلا شوقه يبكيك فردا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على حزن ولا يرجو الإيابا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إذا غنّت حمامة بطن وجّ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على بيضاتها ذكرا كلابا</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فقال له عمر : اذهب إلى أبيك فقد وضعنا عنك الغزو ، وأجرينا لك العطاء. وله شعر كثير.</w:t>
      </w:r>
    </w:p>
    <w:p w:rsidR="00843DF1" w:rsidRPr="00CA52B4" w:rsidRDefault="00843DF1" w:rsidP="00B10281">
      <w:pPr>
        <w:pStyle w:val="libVar"/>
        <w:rPr>
          <w:rtl/>
          <w:lang w:bidi="fa-IR"/>
        </w:rPr>
      </w:pPr>
      <w:r w:rsidRPr="00CA52B4">
        <w:rPr>
          <w:rtl/>
          <w:lang w:bidi="fa-IR"/>
        </w:rPr>
        <w:t>أعيان الشيعة 9 / 32. تنقيح المقال 2 / 407. المحاسن والمساوي / 549.</w:t>
      </w:r>
    </w:p>
    <w:p w:rsidR="00843DF1" w:rsidRPr="00CA52B4" w:rsidRDefault="00843DF1" w:rsidP="00EB70B9">
      <w:pPr>
        <w:pStyle w:val="libBold1"/>
        <w:rPr>
          <w:rtl/>
          <w:lang w:bidi="fa-IR"/>
        </w:rPr>
      </w:pPr>
      <w:r>
        <w:rPr>
          <w:rtl/>
          <w:lang w:bidi="fa-IR"/>
        </w:rPr>
        <w:br w:type="page"/>
      </w:r>
      <w:r w:rsidRPr="00CA52B4">
        <w:rPr>
          <w:rtl/>
        </w:rPr>
        <w:lastRenderedPageBreak/>
        <w:t>966</w:t>
      </w:r>
      <w:r>
        <w:rPr>
          <w:rtl/>
        </w:rPr>
        <w:t xml:space="preserve"> ـ </w:t>
      </w:r>
      <w:r w:rsidRPr="00CA52B4">
        <w:rPr>
          <w:rtl/>
        </w:rPr>
        <w:t>كعب بن قعين اليماني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خلّص أصحابه ، ومواليه </w:t>
      </w:r>
      <w:r>
        <w:rPr>
          <w:rtl/>
          <w:lang w:bidi="fa-IR"/>
        </w:rPr>
        <w:t>(</w:t>
      </w:r>
      <w:r w:rsidRPr="00CA52B4">
        <w:rPr>
          <w:rtl/>
          <w:lang w:bidi="fa-IR"/>
        </w:rPr>
        <w:t>عليه السلام</w:t>
      </w:r>
      <w:r>
        <w:rPr>
          <w:rtl/>
          <w:lang w:bidi="fa-IR"/>
        </w:rPr>
        <w:t>).</w:t>
      </w:r>
      <w:r w:rsidRPr="00CA52B4">
        <w:rPr>
          <w:rtl/>
          <w:lang w:bidi="fa-IR"/>
        </w:rPr>
        <w:t xml:space="preserve"> شديد التشيع. روى عنه الحارث بن كعب ، وكان هو وأخوه عبد الله بن قعين في الجيش الذي أوفده أمير المؤمنين </w:t>
      </w:r>
      <w:r>
        <w:rPr>
          <w:rtl/>
          <w:lang w:bidi="fa-IR"/>
        </w:rPr>
        <w:t>(</w:t>
      </w:r>
      <w:r w:rsidRPr="00CA52B4">
        <w:rPr>
          <w:rtl/>
          <w:lang w:bidi="fa-IR"/>
        </w:rPr>
        <w:t>عليه السلام</w:t>
      </w:r>
      <w:r>
        <w:rPr>
          <w:rtl/>
          <w:lang w:bidi="fa-IR"/>
        </w:rPr>
        <w:t>)</w:t>
      </w:r>
      <w:r w:rsidRPr="00CA52B4">
        <w:rPr>
          <w:rtl/>
          <w:lang w:bidi="fa-IR"/>
        </w:rPr>
        <w:t xml:space="preserve"> بإمرة معقل بن قيس ، إلى الأهواز ، قال فلما أراد معقل الخروج ، أتى أمير المؤمنين عليه السلام يودّعه ، فقال : يا معقل بن قيس ، اتّق الله ما استطعت ، فإنّه وصية الله للمؤمنين ، لا تبغ على أهل القبلة ، ولا تظلم أهل الذمة ولا تتكبر ، فإنّ الله لا يحب المتكبرين.</w:t>
      </w:r>
    </w:p>
    <w:p w:rsidR="00843DF1" w:rsidRPr="00CA52B4" w:rsidRDefault="00843DF1" w:rsidP="00347E77">
      <w:pPr>
        <w:pStyle w:val="libNormal"/>
        <w:rPr>
          <w:rtl/>
          <w:lang w:bidi="fa-IR"/>
        </w:rPr>
      </w:pPr>
      <w:r w:rsidRPr="00CA52B4">
        <w:rPr>
          <w:rtl/>
          <w:lang w:bidi="fa-IR"/>
        </w:rPr>
        <w:t>فقال معقل : الله المستعان. فقال : خير مستعان.</w:t>
      </w:r>
    </w:p>
    <w:p w:rsidR="00843DF1" w:rsidRPr="00CA52B4" w:rsidRDefault="00843DF1" w:rsidP="00B10281">
      <w:pPr>
        <w:pStyle w:val="libVar"/>
        <w:rPr>
          <w:rtl/>
          <w:lang w:bidi="fa-IR"/>
        </w:rPr>
      </w:pPr>
      <w:r w:rsidRPr="00CA52B4">
        <w:rPr>
          <w:rtl/>
          <w:lang w:bidi="fa-IR"/>
        </w:rPr>
        <w:t xml:space="preserve">تنقيح المقال 2 / 407. شرح ابن أبي الحديد 3 / 137 </w:t>
      </w:r>
      <w:r>
        <w:rPr>
          <w:rtl/>
          <w:lang w:bidi="fa-IR"/>
        </w:rPr>
        <w:t>و 4</w:t>
      </w:r>
      <w:r w:rsidRPr="00CA52B4">
        <w:rPr>
          <w:rtl/>
          <w:lang w:bidi="fa-IR"/>
        </w:rPr>
        <w:t xml:space="preserve"> / 48 ، 49. الغارات 1 / 350 ، 351 ، 353 </w:t>
      </w:r>
      <w:r>
        <w:rPr>
          <w:rtl/>
          <w:lang w:bidi="fa-IR"/>
        </w:rPr>
        <w:t>و 2</w:t>
      </w:r>
      <w:r w:rsidRPr="00CA52B4">
        <w:rPr>
          <w:rtl/>
          <w:lang w:bidi="fa-IR"/>
        </w:rPr>
        <w:t xml:space="preserve"> / 402. قاموس الرجال 7 / 423.</w:t>
      </w:r>
    </w:p>
    <w:p w:rsidR="00843DF1" w:rsidRPr="00CA52B4" w:rsidRDefault="00843DF1" w:rsidP="00EB70B9">
      <w:pPr>
        <w:pStyle w:val="libBold1"/>
        <w:rPr>
          <w:rtl/>
          <w:lang w:bidi="fa-IR"/>
        </w:rPr>
      </w:pPr>
      <w:r w:rsidRPr="00CA52B4">
        <w:rPr>
          <w:rtl/>
        </w:rPr>
        <w:t>967</w:t>
      </w:r>
      <w:r>
        <w:rPr>
          <w:rtl/>
        </w:rPr>
        <w:t xml:space="preserve"> ـ </w:t>
      </w:r>
      <w:r w:rsidRPr="00CA52B4">
        <w:rPr>
          <w:rtl/>
        </w:rPr>
        <w:t>كعبر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شهد صفّين. وقاتل وقتل عوف المرادي. وكان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معجم رجال الحديث 14 / 118. المناقب 3 / 173.</w:t>
      </w:r>
    </w:p>
    <w:p w:rsidR="00843DF1" w:rsidRPr="00CA52B4" w:rsidRDefault="00843DF1" w:rsidP="00EB70B9">
      <w:pPr>
        <w:pStyle w:val="libBold1"/>
        <w:rPr>
          <w:rtl/>
          <w:lang w:bidi="fa-IR"/>
        </w:rPr>
      </w:pPr>
      <w:r w:rsidRPr="00CA52B4">
        <w:rPr>
          <w:rtl/>
        </w:rPr>
        <w:t>968</w:t>
      </w:r>
      <w:r>
        <w:rPr>
          <w:rtl/>
        </w:rPr>
        <w:t xml:space="preserve"> ـ </w:t>
      </w:r>
      <w:r w:rsidRPr="00CA52B4">
        <w:rPr>
          <w:rtl/>
        </w:rPr>
        <w:t>كلثوم بن جبر الخزاعي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تابعي ، روى أهل الكوفة عنه. وروى عن عبد الله بن مسعود. ذكره ابن حبان في الثقات. وكان يسكن الكوفة. وذكره بعضهم في الصحابة وقال : لا يصح عداده في أهل الكوفة. روى عنه جامع بن شداد ، والزبير بن عدي.</w:t>
      </w:r>
    </w:p>
    <w:p w:rsidR="00843DF1" w:rsidRPr="00CA52B4" w:rsidRDefault="00843DF1" w:rsidP="00B10281">
      <w:pPr>
        <w:pStyle w:val="libVar"/>
        <w:rPr>
          <w:rtl/>
          <w:lang w:bidi="fa-IR"/>
        </w:rPr>
      </w:pPr>
      <w:r w:rsidRPr="00CA52B4">
        <w:rPr>
          <w:rtl/>
          <w:lang w:bidi="fa-IR"/>
        </w:rPr>
        <w:t>أسد الغابة 4 / 251. الإصابة 3 / 305. تقريب التهذيب 2 / 136. تهذيب التهذيب 8 / 442. الجرح والتعديل 7 / 164. ميزان الاعتدال 3 / 413.</w:t>
      </w:r>
    </w:p>
    <w:p w:rsidR="00843DF1" w:rsidRPr="00CA52B4" w:rsidRDefault="00843DF1" w:rsidP="00EB70B9">
      <w:pPr>
        <w:pStyle w:val="libBold1"/>
        <w:rPr>
          <w:rtl/>
          <w:lang w:bidi="fa-IR"/>
        </w:rPr>
      </w:pPr>
      <w:r w:rsidRPr="00CA52B4">
        <w:rPr>
          <w:rtl/>
        </w:rPr>
        <w:t>969</w:t>
      </w:r>
      <w:r>
        <w:rPr>
          <w:rtl/>
        </w:rPr>
        <w:t xml:space="preserve"> ـ </w:t>
      </w:r>
      <w:r w:rsidRPr="00CA52B4">
        <w:rPr>
          <w:rtl/>
        </w:rPr>
        <w:t>الكلح الضبّي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كان على رجّالة أمير المؤمنين </w:t>
      </w:r>
      <w:r>
        <w:rPr>
          <w:rtl/>
          <w:lang w:bidi="fa-IR"/>
        </w:rPr>
        <w:t>(</w:t>
      </w:r>
      <w:r w:rsidRPr="00CA52B4">
        <w:rPr>
          <w:rtl/>
          <w:lang w:bidi="fa-IR"/>
        </w:rPr>
        <w:t>عليه السلام</w:t>
      </w:r>
      <w:r>
        <w:rPr>
          <w:rtl/>
          <w:lang w:bidi="fa-IR"/>
        </w:rPr>
        <w:t>)</w:t>
      </w:r>
      <w:r w:rsidRPr="00CA52B4">
        <w:rPr>
          <w:rtl/>
          <w:lang w:bidi="fa-IR"/>
        </w:rPr>
        <w:t xml:space="preserve"> يوم صفّين. وأدرك النبيّ </w:t>
      </w:r>
      <w:r>
        <w:rPr>
          <w:rtl/>
          <w:lang w:bidi="fa-IR"/>
        </w:rPr>
        <w:t>(</w:t>
      </w:r>
      <w:r w:rsidRPr="00CA52B4">
        <w:rPr>
          <w:rtl/>
          <w:lang w:bidi="fa-IR"/>
        </w:rPr>
        <w:t>صلّى الله عليه وآله وسلّم</w:t>
      </w:r>
      <w:r>
        <w:rPr>
          <w:rtl/>
          <w:lang w:bidi="fa-IR"/>
        </w:rPr>
        <w:t>)</w:t>
      </w:r>
      <w:r w:rsidRPr="00CA52B4">
        <w:rPr>
          <w:rtl/>
          <w:lang w:bidi="fa-IR"/>
        </w:rPr>
        <w:t xml:space="preserve"> وشهد الفتوح في العراق. وجاء في بعض المراجع أنّ اسمه عبد الله بن طارق بن عثم بن نعيم العثمي. وكان مع القعقاع بن عمرو يوم</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القادسية. وذكره الشيخ الطوسي في رجاله ،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الإصابة 3 / 317. الأنساب / 766. تنقيح المقال 2 / 338. جامع الرواة 2 / 30.</w:t>
      </w:r>
      <w:r>
        <w:rPr>
          <w:rFonts w:hint="cs"/>
          <w:rtl/>
          <w:lang w:bidi="fa-IR"/>
        </w:rPr>
        <w:t xml:space="preserve"> </w:t>
      </w:r>
      <w:r w:rsidRPr="00CA52B4">
        <w:rPr>
          <w:rtl/>
          <w:lang w:bidi="fa-IR"/>
        </w:rPr>
        <w:t>خلاصة الأقوال / 135. رجال ابن داود / 156. رجال الطوسي / 57. قاموس الرجال 7 / 427. اللباب 2 / 324. مجمع الرجال 5 / 71. معجم رجال الحديث 14 / 119.</w:t>
      </w:r>
      <w:r>
        <w:rPr>
          <w:rFonts w:hint="cs"/>
          <w:rtl/>
          <w:lang w:bidi="fa-IR"/>
        </w:rPr>
        <w:t xml:space="preserve"> </w:t>
      </w:r>
      <w:r w:rsidRPr="00CA52B4">
        <w:rPr>
          <w:rtl/>
          <w:lang w:bidi="fa-IR"/>
        </w:rPr>
        <w:t>منتهى المقال / 253. نقد الرجال / 277.</w:t>
      </w:r>
    </w:p>
    <w:p w:rsidR="00843DF1" w:rsidRPr="00CA52B4" w:rsidRDefault="00843DF1" w:rsidP="00EB70B9">
      <w:pPr>
        <w:pStyle w:val="libBold1"/>
        <w:rPr>
          <w:rtl/>
          <w:lang w:bidi="fa-IR"/>
        </w:rPr>
      </w:pPr>
      <w:r w:rsidRPr="00CA52B4">
        <w:rPr>
          <w:rtl/>
        </w:rPr>
        <w:t>970</w:t>
      </w:r>
      <w:r>
        <w:rPr>
          <w:rtl/>
        </w:rPr>
        <w:t xml:space="preserve"> ـ </w:t>
      </w:r>
      <w:r w:rsidRPr="00CA52B4">
        <w:rPr>
          <w:rtl/>
        </w:rPr>
        <w:t xml:space="preserve">كليب </w:t>
      </w:r>
      <w:r>
        <w:rPr>
          <w:rtl/>
        </w:rPr>
        <w:t>(</w:t>
      </w:r>
      <w:r w:rsidRPr="00CA52B4">
        <w:rPr>
          <w:rtl/>
        </w:rPr>
        <w:t>أبو عاصم</w:t>
      </w:r>
      <w:r>
        <w:rPr>
          <w:rtl/>
        </w:rPr>
        <w:t>)</w:t>
      </w:r>
      <w:r w:rsidRPr="00CA52B4">
        <w:rPr>
          <w:rtl/>
        </w:rPr>
        <w:t xml:space="preserve"> ابن شهاب بن المجنون الجرمي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كان من أفضل أهل الكوفة. ويقال : إنّ له صحبة. مات في الكوفة.</w:t>
      </w:r>
      <w:r>
        <w:rPr>
          <w:rFonts w:hint="cs"/>
          <w:rtl/>
          <w:lang w:bidi="fa-IR"/>
        </w:rPr>
        <w:t xml:space="preserve"> </w:t>
      </w:r>
      <w:r w:rsidRPr="00CA52B4">
        <w:rPr>
          <w:rtl/>
          <w:lang w:bidi="fa-IR"/>
        </w:rPr>
        <w:t>وأعقب : عاصما. روى أيضا عن أبيه وخاله الفلتان بن عاصم ، وعمر ، وسعد ، وأبي ذر ، ومجاشع بن مسعود ، وأبي موسى ، وأبي هريرة ، ووائل ابن حجر وغيرهم. قال ابن سعد : كان ثقة ورأيتهم يستحسنون حديثه ويحتجون به. وذكره ابن حبان في الثقات.</w:t>
      </w:r>
    </w:p>
    <w:p w:rsidR="00843DF1" w:rsidRPr="00CA52B4" w:rsidRDefault="00843DF1" w:rsidP="00B10281">
      <w:pPr>
        <w:pStyle w:val="libVar"/>
        <w:rPr>
          <w:rtl/>
          <w:lang w:bidi="fa-IR"/>
        </w:rPr>
      </w:pPr>
      <w:r w:rsidRPr="00CA52B4">
        <w:rPr>
          <w:rtl/>
          <w:lang w:bidi="fa-IR"/>
        </w:rPr>
        <w:t>أسد الغابة 4 / 253. الإصابة 3 / 323. الاستيعاب 3 / 313. تقريب التهذيب 2 / 136. تنقيح المقال 2 / 338. تهذيب التهذيب 8 / 445. تاريخ جرجان / 151.</w:t>
      </w:r>
      <w:r>
        <w:rPr>
          <w:rFonts w:hint="cs"/>
          <w:rtl/>
          <w:lang w:bidi="fa-IR"/>
        </w:rPr>
        <w:t xml:space="preserve"> </w:t>
      </w:r>
      <w:r w:rsidRPr="00CA52B4">
        <w:rPr>
          <w:rtl/>
          <w:lang w:bidi="fa-IR"/>
        </w:rPr>
        <w:t>جامع الرواة 2 / 30. الجرح والتعديل 7 / 167. رجال الطوسي / 56. الطبقات الكبرى 6 / 123. الغارات 1 / 52 ، 262. قاموس الرجال 7 / 427. مجمع الرجال 5 / 71.</w:t>
      </w:r>
      <w:r>
        <w:rPr>
          <w:rFonts w:hint="cs"/>
          <w:rtl/>
          <w:lang w:bidi="fa-IR"/>
        </w:rPr>
        <w:t xml:space="preserve"> </w:t>
      </w:r>
      <w:r w:rsidRPr="00CA52B4">
        <w:rPr>
          <w:rtl/>
          <w:lang w:bidi="fa-IR"/>
        </w:rPr>
        <w:t>معجم رجال الحديث 14 / 120. منتهى المقال / 253. نقد الرجال / 277.</w:t>
      </w:r>
    </w:p>
    <w:p w:rsidR="00843DF1" w:rsidRPr="00CA52B4" w:rsidRDefault="00843DF1" w:rsidP="00EB70B9">
      <w:pPr>
        <w:pStyle w:val="libBold1"/>
        <w:rPr>
          <w:rtl/>
          <w:lang w:bidi="fa-IR"/>
        </w:rPr>
      </w:pPr>
      <w:r w:rsidRPr="00CA52B4">
        <w:rPr>
          <w:rtl/>
        </w:rPr>
        <w:t>971</w:t>
      </w:r>
      <w:r>
        <w:rPr>
          <w:rtl/>
        </w:rPr>
        <w:t xml:space="preserve"> ـ </w:t>
      </w:r>
      <w:r w:rsidRPr="00CA52B4">
        <w:rPr>
          <w:rtl/>
        </w:rPr>
        <w:t>كليب الأودكي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غالب أبو الهذيل. وحجاج بن أرطاة. ويوسف بن صهيب ، وقال ابن حجر : غالب بن الهذيل الأودي أبو الهذيل الكوفي ، روى عن كليب الأودي ، وذكره ابن حبان في الثقات ، وأنّه كان رافضيا.</w:t>
      </w:r>
    </w:p>
    <w:p w:rsidR="00843DF1" w:rsidRPr="00CA52B4" w:rsidRDefault="00843DF1" w:rsidP="00B10281">
      <w:pPr>
        <w:pStyle w:val="libVar"/>
        <w:rPr>
          <w:rtl/>
          <w:lang w:bidi="fa-IR"/>
        </w:rPr>
      </w:pPr>
      <w:r w:rsidRPr="00CA52B4">
        <w:rPr>
          <w:rtl/>
          <w:lang w:bidi="fa-IR"/>
        </w:rPr>
        <w:t>الأنساب / 102. تهذيب التهذيب 8 / 244. الجرح والتعديل 7 / 167.</w:t>
      </w:r>
    </w:p>
    <w:p w:rsidR="00843DF1" w:rsidRPr="00CA52B4" w:rsidRDefault="00843DF1" w:rsidP="00EB70B9">
      <w:pPr>
        <w:pStyle w:val="libBold1"/>
        <w:rPr>
          <w:rtl/>
          <w:lang w:bidi="fa-IR"/>
        </w:rPr>
      </w:pPr>
      <w:r w:rsidRPr="00CA52B4">
        <w:rPr>
          <w:rtl/>
        </w:rPr>
        <w:t>972</w:t>
      </w:r>
      <w:r>
        <w:rPr>
          <w:rtl/>
        </w:rPr>
        <w:t xml:space="preserve"> ـ </w:t>
      </w:r>
      <w:r w:rsidRPr="00CA52B4">
        <w:rPr>
          <w:rtl/>
        </w:rPr>
        <w:t>كميل بن زياد بن نهيك بن هيثم بن سعد بن مالك بن الحارث بن صهبان بن سعد بن مالك بن النخع بن عامر بن علة بن جلد بن مالك بن أدد النخعي المقتول 82 ه‍</w:t>
      </w:r>
      <w:r>
        <w:rPr>
          <w:rtl/>
        </w:rPr>
        <w:t>.</w:t>
      </w:r>
    </w:p>
    <w:p w:rsidR="00843DF1" w:rsidRPr="00CA52B4" w:rsidRDefault="00843DF1" w:rsidP="00347E77">
      <w:pPr>
        <w:pStyle w:val="libNormal"/>
        <w:rPr>
          <w:rtl/>
          <w:lang w:bidi="fa-IR"/>
        </w:rPr>
      </w:pPr>
      <w:r w:rsidRPr="00CA52B4">
        <w:rPr>
          <w:rtl/>
          <w:lang w:bidi="fa-IR"/>
        </w:rPr>
        <w:t>كان شريفا مطاعا ، ثقة عابدا ، قليل الحديث ، من أعاظم خواصه</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وأصحابه. وهو صاحب الدعاء المشهور المشروح والمطبوع. وقد أخبره أمير المؤمنين </w:t>
      </w:r>
      <w:r>
        <w:rPr>
          <w:rtl/>
          <w:lang w:bidi="fa-IR"/>
        </w:rPr>
        <w:t>(</w:t>
      </w:r>
      <w:r w:rsidRPr="00CA52B4">
        <w:rPr>
          <w:rtl/>
          <w:lang w:bidi="fa-IR"/>
        </w:rPr>
        <w:t>عليه السلام</w:t>
      </w:r>
      <w:r>
        <w:rPr>
          <w:rtl/>
          <w:lang w:bidi="fa-IR"/>
        </w:rPr>
        <w:t>)</w:t>
      </w:r>
      <w:r w:rsidRPr="00CA52B4">
        <w:rPr>
          <w:rtl/>
          <w:lang w:bidi="fa-IR"/>
        </w:rPr>
        <w:t xml:space="preserve"> بأنّه سيقتل. قتله الحجاج على تشيعه سنة 82 ه‍</w:t>
      </w:r>
      <w:r>
        <w:rPr>
          <w:rtl/>
          <w:lang w:bidi="fa-IR"/>
        </w:rPr>
        <w:t>.</w:t>
      </w:r>
    </w:p>
    <w:p w:rsidR="00843DF1" w:rsidRPr="00CA52B4" w:rsidRDefault="00843DF1" w:rsidP="00347E77">
      <w:pPr>
        <w:pStyle w:val="libNormal"/>
        <w:rPr>
          <w:rtl/>
          <w:lang w:bidi="fa-IR"/>
        </w:rPr>
      </w:pPr>
      <w:r w:rsidRPr="00CA52B4">
        <w:rPr>
          <w:rtl/>
          <w:lang w:bidi="fa-IR"/>
        </w:rPr>
        <w:t xml:space="preserve">وكان عامل عليّ </w:t>
      </w:r>
      <w:r>
        <w:rPr>
          <w:rtl/>
          <w:lang w:bidi="fa-IR"/>
        </w:rPr>
        <w:t>(</w:t>
      </w:r>
      <w:r w:rsidRPr="00CA52B4">
        <w:rPr>
          <w:rtl/>
          <w:lang w:bidi="fa-IR"/>
        </w:rPr>
        <w:t>عليه السلام</w:t>
      </w:r>
      <w:r>
        <w:rPr>
          <w:rtl/>
          <w:lang w:bidi="fa-IR"/>
        </w:rPr>
        <w:t>)</w:t>
      </w:r>
      <w:r w:rsidRPr="00CA52B4">
        <w:rPr>
          <w:rtl/>
          <w:lang w:bidi="fa-IR"/>
        </w:rPr>
        <w:t xml:space="preserve"> على هيت ، وشهد صفين. وقبره قريب من مسجد الحنانة في النجف الأشرف.</w:t>
      </w:r>
    </w:p>
    <w:p w:rsidR="00843DF1" w:rsidRPr="00CA52B4" w:rsidRDefault="00843DF1" w:rsidP="00347E77">
      <w:pPr>
        <w:pStyle w:val="libNormal"/>
        <w:rPr>
          <w:rtl/>
          <w:lang w:bidi="fa-IR"/>
        </w:rPr>
      </w:pPr>
      <w:r w:rsidRPr="00CA52B4">
        <w:rPr>
          <w:rtl/>
          <w:lang w:bidi="fa-IR"/>
        </w:rPr>
        <w:t>وقد وضع عنه السيد علي بن السيد حسين الهاشمي الخطيب ، دراسة في 62 ص طبعت في بغداد عام 1381.</w:t>
      </w:r>
    </w:p>
    <w:p w:rsidR="00843DF1" w:rsidRPr="00CA52B4" w:rsidRDefault="00843DF1" w:rsidP="00B10281">
      <w:pPr>
        <w:pStyle w:val="libVar"/>
        <w:rPr>
          <w:rtl/>
          <w:lang w:bidi="fa-IR"/>
        </w:rPr>
      </w:pPr>
      <w:r w:rsidRPr="00CA52B4">
        <w:rPr>
          <w:rtl/>
          <w:lang w:bidi="fa-IR"/>
        </w:rPr>
        <w:t>إتقان المقال / 111. الاشتقاق / 404. الإصابة 3 / 318. أعلام نهج البلاغة / 41.</w:t>
      </w:r>
      <w:r>
        <w:rPr>
          <w:rFonts w:hint="cs"/>
          <w:rtl/>
          <w:lang w:bidi="fa-IR"/>
        </w:rPr>
        <w:t xml:space="preserve"> </w:t>
      </w:r>
      <w:r w:rsidRPr="00CA52B4">
        <w:rPr>
          <w:rtl/>
          <w:lang w:bidi="fa-IR"/>
        </w:rPr>
        <w:t>أنساب الأشراف 2 / 473. الأعلام 6 / 93. البداية والنهاية 9 / 46. تأسيس الشيعة / 356. تحفة الأحباب / 296. تقريب التهذيب 2 / 136. تنقيح المقال 2 / 340.</w:t>
      </w:r>
      <w:r>
        <w:rPr>
          <w:rFonts w:hint="cs"/>
          <w:rtl/>
          <w:lang w:bidi="fa-IR"/>
        </w:rPr>
        <w:t xml:space="preserve"> </w:t>
      </w:r>
      <w:r w:rsidRPr="00CA52B4">
        <w:rPr>
          <w:rtl/>
          <w:lang w:bidi="fa-IR"/>
        </w:rPr>
        <w:t>تهذيب التهذيب 8 / 447. جامع الرواة 2 / 31. الجرح والتعديل 7 / 174. جمهرة أنساب العرب / 415. الجمل أو النصرة في حرب البصرة / 69. خلاصة الأقوال / 194.</w:t>
      </w:r>
      <w:r>
        <w:rPr>
          <w:rFonts w:hint="cs"/>
          <w:rtl/>
          <w:lang w:bidi="fa-IR"/>
        </w:rPr>
        <w:t xml:space="preserve"> </w:t>
      </w:r>
      <w:r w:rsidRPr="00CA52B4">
        <w:rPr>
          <w:rtl/>
          <w:lang w:bidi="fa-IR"/>
        </w:rPr>
        <w:t>رجال ابن داود / 156. رجال الطوسي / 56. رجال البرقي / 6. سفينة البحار 2 / 496.</w:t>
      </w:r>
      <w:r>
        <w:rPr>
          <w:rFonts w:hint="cs"/>
          <w:rtl/>
          <w:lang w:bidi="fa-IR"/>
        </w:rPr>
        <w:t xml:space="preserve"> </w:t>
      </w:r>
      <w:r w:rsidRPr="00CA52B4">
        <w:rPr>
          <w:rtl/>
          <w:lang w:bidi="fa-IR"/>
        </w:rPr>
        <w:t xml:space="preserve">شذرات الذهب 1 / 91. ابن أبي الحديد 2 / 134 </w:t>
      </w:r>
      <w:r>
        <w:rPr>
          <w:rtl/>
          <w:lang w:bidi="fa-IR"/>
        </w:rPr>
        <w:t>و 1</w:t>
      </w:r>
      <w:r w:rsidRPr="00CA52B4">
        <w:rPr>
          <w:rtl/>
          <w:lang w:bidi="fa-IR"/>
        </w:rPr>
        <w:t xml:space="preserve">7 / 149 </w:t>
      </w:r>
      <w:r>
        <w:rPr>
          <w:rtl/>
          <w:lang w:bidi="fa-IR"/>
        </w:rPr>
        <w:t>و 1</w:t>
      </w:r>
      <w:r w:rsidRPr="00CA52B4">
        <w:rPr>
          <w:rtl/>
          <w:lang w:bidi="fa-IR"/>
        </w:rPr>
        <w:t xml:space="preserve">8 / 346 ، 352 </w:t>
      </w:r>
      <w:r>
        <w:rPr>
          <w:rtl/>
          <w:lang w:bidi="fa-IR"/>
        </w:rPr>
        <w:t>و 1</w:t>
      </w:r>
      <w:r w:rsidRPr="00CA52B4">
        <w:rPr>
          <w:rtl/>
          <w:lang w:bidi="fa-IR"/>
        </w:rPr>
        <w:t xml:space="preserve">9 / 99. الطبقات الكبرى 6 / 179. العقد الفريد 2 / 69 </w:t>
      </w:r>
      <w:r>
        <w:rPr>
          <w:rtl/>
          <w:lang w:bidi="fa-IR"/>
        </w:rPr>
        <w:t>و 3</w:t>
      </w:r>
      <w:r w:rsidRPr="00CA52B4">
        <w:rPr>
          <w:rtl/>
          <w:lang w:bidi="fa-IR"/>
        </w:rPr>
        <w:t xml:space="preserve"> / 311. الغدير 4 / 195 </w:t>
      </w:r>
      <w:r>
        <w:rPr>
          <w:rtl/>
          <w:lang w:bidi="fa-IR"/>
        </w:rPr>
        <w:t>و 8</w:t>
      </w:r>
      <w:r w:rsidRPr="00CA52B4">
        <w:rPr>
          <w:rtl/>
          <w:lang w:bidi="fa-IR"/>
        </w:rPr>
        <w:t xml:space="preserve"> / 270 ، 294 ، 380 </w:t>
      </w:r>
      <w:r>
        <w:rPr>
          <w:rtl/>
          <w:lang w:bidi="fa-IR"/>
        </w:rPr>
        <w:t>و 9</w:t>
      </w:r>
      <w:r w:rsidRPr="00CA52B4">
        <w:rPr>
          <w:rtl/>
          <w:lang w:bidi="fa-IR"/>
        </w:rPr>
        <w:t xml:space="preserve"> / 31 </w:t>
      </w:r>
      <w:r>
        <w:rPr>
          <w:rtl/>
          <w:lang w:bidi="fa-IR"/>
        </w:rPr>
        <w:t>و 1</w:t>
      </w:r>
      <w:r w:rsidRPr="00CA52B4">
        <w:rPr>
          <w:rtl/>
          <w:lang w:bidi="fa-IR"/>
        </w:rPr>
        <w:t>1 / 19. الغارات 1 / 148</w:t>
      </w:r>
      <w:r>
        <w:rPr>
          <w:rtl/>
          <w:lang w:bidi="fa-IR"/>
        </w:rPr>
        <w:t xml:space="preserve"> ـ </w:t>
      </w:r>
      <w:r w:rsidRPr="00CA52B4">
        <w:rPr>
          <w:rtl/>
          <w:lang w:bidi="fa-IR"/>
        </w:rPr>
        <w:t xml:space="preserve">151 ، 154 ، 302 </w:t>
      </w:r>
      <w:r>
        <w:rPr>
          <w:rtl/>
          <w:lang w:bidi="fa-IR"/>
        </w:rPr>
        <w:t>و 2</w:t>
      </w:r>
      <w:r w:rsidRPr="00CA52B4">
        <w:rPr>
          <w:rtl/>
          <w:lang w:bidi="fa-IR"/>
        </w:rPr>
        <w:t xml:space="preserve"> / 472 ، 944. الفوائد الرجالية 1 / 266. قاموس الرجال 7 / 436. الكامل في التأريخ 3 / 138 ، 144 ، 183 ، 205 ، 376 ، 379 </w:t>
      </w:r>
      <w:r>
        <w:rPr>
          <w:rtl/>
          <w:lang w:bidi="fa-IR"/>
        </w:rPr>
        <w:t>و 4</w:t>
      </w:r>
      <w:r w:rsidRPr="00CA52B4">
        <w:rPr>
          <w:rtl/>
          <w:lang w:bidi="fa-IR"/>
        </w:rPr>
        <w:t xml:space="preserve"> / 472 ، 481. الكنى والألقاب 3 / / 245. اللباب 2 / 252. لسان الميزان 7 / 346. مجمع الرجال 5 / 75</w:t>
      </w:r>
      <w:r>
        <w:rPr>
          <w:rtl/>
          <w:lang w:bidi="fa-IR"/>
        </w:rPr>
        <w:t xml:space="preserve"> ..</w:t>
      </w:r>
      <w:r w:rsidRPr="00CA52B4">
        <w:rPr>
          <w:rtl/>
          <w:lang w:bidi="fa-IR"/>
        </w:rPr>
        <w:t xml:space="preserve"> مرآة الجنان 1 / 166. معجم الثقات / 98 ، 323. معجم رجال الحديث 14 / 128. منتهى المقال / 254. ميزان الاعتدال 3 / 415. مجالس المؤمنين 2 / 10. نقد الرجال / 277.</w:t>
      </w:r>
    </w:p>
    <w:p w:rsidR="00843DF1" w:rsidRPr="00CA52B4" w:rsidRDefault="00843DF1" w:rsidP="00EB70B9">
      <w:pPr>
        <w:pStyle w:val="libBold1"/>
        <w:rPr>
          <w:rtl/>
          <w:lang w:bidi="fa-IR"/>
        </w:rPr>
      </w:pPr>
      <w:r w:rsidRPr="00CA52B4">
        <w:rPr>
          <w:rtl/>
        </w:rPr>
        <w:t>973</w:t>
      </w:r>
      <w:r>
        <w:rPr>
          <w:rtl/>
        </w:rPr>
        <w:t xml:space="preserve"> ـ </w:t>
      </w:r>
      <w:r w:rsidRPr="00CA52B4">
        <w:rPr>
          <w:rtl/>
        </w:rPr>
        <w:t>كيسان</w:t>
      </w:r>
      <w:r>
        <w:rPr>
          <w:rtl/>
        </w:rPr>
        <w:t xml:space="preserve"> ..</w:t>
      </w:r>
      <w:r w:rsidRPr="00CA52B4">
        <w:rPr>
          <w:rtl/>
        </w:rPr>
        <w:t>. أبو سعيد المقبري المدني المتوفى 100 ه‍</w:t>
      </w:r>
      <w:r>
        <w:rPr>
          <w:rtl/>
        </w:rPr>
        <w:t>.</w:t>
      </w:r>
    </w:p>
    <w:p w:rsidR="00843DF1" w:rsidRPr="00CA52B4" w:rsidRDefault="00843DF1" w:rsidP="00347E77">
      <w:pPr>
        <w:pStyle w:val="libNormal"/>
        <w:rPr>
          <w:rtl/>
          <w:lang w:bidi="fa-IR"/>
        </w:rPr>
      </w:pPr>
      <w:r w:rsidRPr="00CA52B4">
        <w:rPr>
          <w:rtl/>
          <w:lang w:bidi="fa-IR"/>
        </w:rPr>
        <w:t xml:space="preserve">محدّث. روى أيضا عن أسامة بن زيد ، وأبي رافع ، وأبي سعيد الخدري. كان كثير الحديث ، وفي الطبقة الأولى من أهل المدينة. مات سنة 100 ه‍ وخلّف : سعيدا. وعرف بالمقبري لقرب داره من المقابر. وكان مملوكا لرجل من بني جندع. وفي بعض المراجع مولى عليّ </w:t>
      </w:r>
      <w:r>
        <w:rPr>
          <w:rtl/>
          <w:lang w:bidi="fa-IR"/>
        </w:rPr>
        <w:t>(</w:t>
      </w:r>
      <w:r w:rsidRPr="00CA52B4">
        <w:rPr>
          <w:rtl/>
          <w:lang w:bidi="fa-IR"/>
        </w:rPr>
        <w:t>عليه السلام</w:t>
      </w:r>
      <w:r>
        <w:rPr>
          <w:rtl/>
          <w:lang w:bidi="fa-IR"/>
        </w:rPr>
        <w:t>).</w:t>
      </w:r>
      <w:r>
        <w:rPr>
          <w:rFonts w:hint="cs"/>
          <w:rtl/>
          <w:lang w:bidi="fa-IR"/>
        </w:rPr>
        <w:t xml:space="preserve"> </w:t>
      </w:r>
      <w:r w:rsidRPr="00CA52B4">
        <w:rPr>
          <w:rtl/>
          <w:lang w:bidi="fa-IR"/>
        </w:rPr>
        <w:t>وشهد مشاهده. اختلط قبل موته بأربع سنين ، ومات سنة ثلاث وعشرين ومائة ، وقيل : ست وعشرين في رواية لابن الأثير وهي غير ثابتة.</w:t>
      </w:r>
    </w:p>
    <w:p w:rsidR="00843DF1" w:rsidRPr="00CA52B4" w:rsidRDefault="00843DF1" w:rsidP="00B10281">
      <w:pPr>
        <w:pStyle w:val="libVar"/>
        <w:rPr>
          <w:rtl/>
          <w:lang w:bidi="fa-IR"/>
        </w:rPr>
      </w:pPr>
      <w:r w:rsidRPr="00CA52B4">
        <w:rPr>
          <w:rtl/>
          <w:lang w:bidi="fa-IR"/>
        </w:rPr>
        <w:t>الأعلام 6 / 99. الأنساب / 1075. تهذيب التهذيب 8 / 453. تعجيل المنفعة / 357</w:t>
      </w:r>
    </w:p>
    <w:p w:rsidR="00843DF1" w:rsidRPr="00CA52B4" w:rsidRDefault="00843DF1" w:rsidP="00B10281">
      <w:pPr>
        <w:pStyle w:val="libVar0"/>
        <w:rPr>
          <w:rtl/>
          <w:lang w:bidi="fa-IR"/>
        </w:rPr>
      </w:pPr>
      <w:r>
        <w:rPr>
          <w:rtl/>
          <w:lang w:bidi="fa-IR"/>
        </w:rPr>
        <w:br w:type="page"/>
      </w:r>
      <w:r>
        <w:rPr>
          <w:rtl/>
          <w:lang w:bidi="fa-IR"/>
        </w:rPr>
        <w:lastRenderedPageBreak/>
        <w:t>و 2</w:t>
      </w:r>
      <w:r w:rsidRPr="00CA52B4">
        <w:rPr>
          <w:rtl/>
          <w:lang w:bidi="fa-IR"/>
        </w:rPr>
        <w:t xml:space="preserve"> / 9 ، 164 </w:t>
      </w:r>
      <w:r>
        <w:rPr>
          <w:rtl/>
          <w:lang w:bidi="fa-IR"/>
        </w:rPr>
        <w:t>و 3</w:t>
      </w:r>
      <w:r w:rsidRPr="00CA52B4">
        <w:rPr>
          <w:rtl/>
          <w:lang w:bidi="fa-IR"/>
        </w:rPr>
        <w:t xml:space="preserve"> / 80. الجرح والتعديل 7 / 166. الطبقات الكبرى 5 / 85 </w:t>
      </w:r>
      <w:r>
        <w:rPr>
          <w:rtl/>
          <w:lang w:bidi="fa-IR"/>
        </w:rPr>
        <w:t>و 7</w:t>
      </w:r>
      <w:r w:rsidRPr="00CA52B4">
        <w:rPr>
          <w:rtl/>
          <w:lang w:bidi="fa-IR"/>
        </w:rPr>
        <w:t xml:space="preserve"> / 246.</w:t>
      </w:r>
      <w:r>
        <w:rPr>
          <w:rFonts w:hint="cs"/>
          <w:rtl/>
          <w:lang w:bidi="fa-IR"/>
        </w:rPr>
        <w:t xml:space="preserve"> </w:t>
      </w:r>
      <w:r w:rsidRPr="00CA52B4">
        <w:rPr>
          <w:rtl/>
          <w:lang w:bidi="fa-IR"/>
        </w:rPr>
        <w:t>العقد الفريد 2 / 77. قاموس الرجال 7 / 440. الكامل في التأريخ 5 / 253. اللباب 3 / 246. المعارف / 196. المناقب 3 / 169.</w:t>
      </w:r>
    </w:p>
    <w:p w:rsidR="00843DF1" w:rsidRPr="00CA52B4" w:rsidRDefault="00843DF1" w:rsidP="00EB70B9">
      <w:pPr>
        <w:pStyle w:val="libBold1"/>
        <w:rPr>
          <w:rtl/>
          <w:lang w:bidi="fa-IR"/>
        </w:rPr>
      </w:pPr>
      <w:r w:rsidRPr="00CA52B4">
        <w:rPr>
          <w:rtl/>
        </w:rPr>
        <w:t>974</w:t>
      </w:r>
      <w:r>
        <w:rPr>
          <w:rtl/>
        </w:rPr>
        <w:t xml:space="preserve"> ـ </w:t>
      </w:r>
      <w:r w:rsidRPr="00CA52B4">
        <w:rPr>
          <w:rtl/>
        </w:rPr>
        <w:t xml:space="preserve">كيسان </w:t>
      </w:r>
      <w:r>
        <w:rPr>
          <w:rtl/>
        </w:rPr>
        <w:t>(</w:t>
      </w:r>
      <w:r w:rsidRPr="00CA52B4">
        <w:rPr>
          <w:rtl/>
        </w:rPr>
        <w:t>أبو صادق</w:t>
      </w:r>
      <w:r>
        <w:rPr>
          <w:rtl/>
        </w:rPr>
        <w:t>)</w:t>
      </w:r>
      <w:r w:rsidRPr="00CA52B4">
        <w:rPr>
          <w:rtl/>
        </w:rPr>
        <w:t xml:space="preserve"> ابن كليب</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مولى أمير المؤمنين </w:t>
      </w:r>
      <w:r>
        <w:rPr>
          <w:rtl/>
          <w:lang w:bidi="fa-IR"/>
        </w:rPr>
        <w:t>(</w:t>
      </w:r>
      <w:r w:rsidRPr="00CA52B4">
        <w:rPr>
          <w:rtl/>
          <w:lang w:bidi="fa-IR"/>
        </w:rPr>
        <w:t>عليه السلام</w:t>
      </w:r>
      <w:r>
        <w:rPr>
          <w:rtl/>
          <w:lang w:bidi="fa-IR"/>
        </w:rPr>
        <w:t>).</w:t>
      </w:r>
      <w:r w:rsidRPr="00CA52B4">
        <w:rPr>
          <w:rtl/>
          <w:lang w:bidi="fa-IR"/>
        </w:rPr>
        <w:t xml:space="preserve"> محدّث. وفي بعض المراجع من أصحابه </w:t>
      </w:r>
      <w:r>
        <w:rPr>
          <w:rtl/>
          <w:lang w:bidi="fa-IR"/>
        </w:rPr>
        <w:t>(</w:t>
      </w:r>
      <w:r w:rsidRPr="00CA52B4">
        <w:rPr>
          <w:rtl/>
          <w:lang w:bidi="fa-IR"/>
        </w:rPr>
        <w:t>عليه السلام</w:t>
      </w:r>
      <w:r>
        <w:rPr>
          <w:rtl/>
          <w:lang w:bidi="fa-IR"/>
        </w:rPr>
        <w:t>).</w:t>
      </w:r>
      <w:r w:rsidRPr="00CA52B4">
        <w:rPr>
          <w:rtl/>
          <w:lang w:bidi="fa-IR"/>
        </w:rPr>
        <w:t xml:space="preserve"> اشترك في صفين ، فقد جاء أنّ أحمر مولى أبي سفيان ، أو عثمان ، أو بعض بني أمية ، خرج بصفين للمبارزة ، فقال علي :</w:t>
      </w:r>
      <w:r>
        <w:rPr>
          <w:rFonts w:hint="cs"/>
          <w:rtl/>
          <w:lang w:bidi="fa-IR"/>
        </w:rPr>
        <w:t xml:space="preserve"> </w:t>
      </w:r>
      <w:r w:rsidRPr="00CA52B4">
        <w:rPr>
          <w:rtl/>
          <w:lang w:bidi="fa-IR"/>
        </w:rPr>
        <w:t>ورب الكعبة قتلني الله إن لم أقتلك أو تقتلني ، فأقبل نحوه ، فخرج إليه كيسان ، فاختلفا ضربتين فقتله مولى بني أمية وخالط عليا ليضربه بالسيف فانتهزه عليّ فتقع يده في جيب درعه ، فجذبه ثم حمله على عاتقه ، ثم ضرب به الأرض فكسر منكبه وعضده ، وشد ابنا عليّ عليه ، الحسين ، ومحمد ، فضرباه بأسيافهما حتّى مات.</w:t>
      </w:r>
    </w:p>
    <w:p w:rsidR="00843DF1" w:rsidRPr="00CA52B4" w:rsidRDefault="00843DF1" w:rsidP="00B10281">
      <w:pPr>
        <w:pStyle w:val="libVar"/>
        <w:rPr>
          <w:rtl/>
          <w:lang w:bidi="fa-IR"/>
        </w:rPr>
      </w:pPr>
      <w:r w:rsidRPr="00CA52B4">
        <w:rPr>
          <w:rtl/>
          <w:lang w:bidi="fa-IR"/>
        </w:rPr>
        <w:t>تاريخ الطبري 6 / 10. الكامل في التاريخ 3 / 299. مجمع الرجال 5 / 79. معجم رجال الحديث 14 / 134. منتهى المقال / 253. مجالس المؤمنين 1 / 319. نقد الرجال / 277. وقعة صفين / 249. وفيات الأعيان 4 / 173.</w:t>
      </w:r>
    </w:p>
    <w:p w:rsidR="00843DF1" w:rsidRPr="00CA52B4" w:rsidRDefault="00843DF1" w:rsidP="00EB70B9">
      <w:pPr>
        <w:pStyle w:val="libBold1"/>
        <w:rPr>
          <w:rtl/>
          <w:lang w:bidi="fa-IR"/>
        </w:rPr>
      </w:pPr>
      <w:r w:rsidRPr="00CA52B4">
        <w:rPr>
          <w:rtl/>
        </w:rPr>
        <w:t>975</w:t>
      </w:r>
      <w:r>
        <w:rPr>
          <w:rtl/>
        </w:rPr>
        <w:t xml:space="preserve"> ـ </w:t>
      </w:r>
      <w:r w:rsidRPr="00CA52B4">
        <w:rPr>
          <w:rtl/>
        </w:rPr>
        <w:t>كيسوم بن سلمة الجهني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قتل على يد الخوارج سنة 38 ه‍ ، وكان شديد المحبة والولاء لأمير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المناقب 3 / 190.</w:t>
      </w:r>
    </w:p>
    <w:p w:rsidR="00843DF1" w:rsidRPr="00CA52B4" w:rsidRDefault="00843DF1" w:rsidP="00EB70B9">
      <w:pPr>
        <w:pStyle w:val="libBold1"/>
        <w:rPr>
          <w:rtl/>
          <w:lang w:bidi="fa-IR"/>
        </w:rPr>
      </w:pPr>
      <w:r w:rsidRPr="00CA52B4">
        <w:rPr>
          <w:rtl/>
        </w:rPr>
        <w:t>976</w:t>
      </w:r>
      <w:r>
        <w:rPr>
          <w:rtl/>
        </w:rPr>
        <w:t xml:space="preserve"> ـ </w:t>
      </w:r>
      <w:r w:rsidRPr="00CA52B4">
        <w:rPr>
          <w:rtl/>
        </w:rPr>
        <w:t>كرز بن عطية الضبّي</w:t>
      </w:r>
      <w:r>
        <w:rPr>
          <w:rtl/>
        </w:rPr>
        <w:t xml:space="preserve"> ..</w:t>
      </w:r>
      <w:r w:rsidRPr="00CA52B4">
        <w:rPr>
          <w:rtl/>
        </w:rPr>
        <w:t>.</w:t>
      </w:r>
    </w:p>
    <w:p w:rsidR="00843DF1" w:rsidRPr="00CA52B4" w:rsidRDefault="00843DF1" w:rsidP="00EB70B9">
      <w:pPr>
        <w:pStyle w:val="libBold1"/>
        <w:rPr>
          <w:rtl/>
          <w:lang w:bidi="fa-IR"/>
        </w:rPr>
      </w:pPr>
      <w:r w:rsidRPr="00CA52B4">
        <w:rPr>
          <w:rtl/>
        </w:rPr>
        <w:t>977</w:t>
      </w:r>
      <w:r>
        <w:rPr>
          <w:rtl/>
        </w:rPr>
        <w:t xml:space="preserve"> ـ </w:t>
      </w:r>
      <w:r w:rsidRPr="00CA52B4">
        <w:rPr>
          <w:rtl/>
        </w:rPr>
        <w:t>كلثوم بن رواحة النمريّ.</w:t>
      </w:r>
    </w:p>
    <w:p w:rsidR="00843DF1" w:rsidRPr="00CA52B4" w:rsidRDefault="00843DF1" w:rsidP="00EB70B9">
      <w:pPr>
        <w:pStyle w:val="libBold1"/>
        <w:rPr>
          <w:rtl/>
          <w:lang w:bidi="fa-IR"/>
        </w:rPr>
      </w:pPr>
      <w:r w:rsidRPr="00CA52B4">
        <w:rPr>
          <w:rtl/>
        </w:rPr>
        <w:t>978</w:t>
      </w:r>
      <w:r>
        <w:rPr>
          <w:rtl/>
        </w:rPr>
        <w:t xml:space="preserve"> ـ </w:t>
      </w:r>
      <w:r w:rsidRPr="00CA52B4">
        <w:rPr>
          <w:rtl/>
        </w:rPr>
        <w:t>كليب بن تميم الهلالي.</w:t>
      </w:r>
    </w:p>
    <w:p w:rsidR="00843DF1" w:rsidRPr="00CA52B4" w:rsidRDefault="00843DF1" w:rsidP="00347E77">
      <w:pPr>
        <w:pStyle w:val="libNormal"/>
        <w:rPr>
          <w:rtl/>
          <w:lang w:bidi="fa-IR"/>
        </w:rPr>
      </w:pPr>
      <w:r w:rsidRPr="00CA52B4">
        <w:rPr>
          <w:rtl/>
          <w:lang w:bidi="fa-IR"/>
        </w:rPr>
        <w:t>فوارس ، قاتلوا معاوية على أرض صفين. واستشهدوا على أيدي أصحاب معاوية ، وكانوا من أهل العراق.</w:t>
      </w:r>
    </w:p>
    <w:p w:rsidR="00843DF1" w:rsidRPr="00CA52B4" w:rsidRDefault="00843DF1" w:rsidP="00B10281">
      <w:pPr>
        <w:pStyle w:val="libVar"/>
        <w:rPr>
          <w:rtl/>
          <w:lang w:bidi="fa-IR"/>
        </w:rPr>
      </w:pPr>
      <w:r w:rsidRPr="00CA52B4">
        <w:rPr>
          <w:rtl/>
          <w:lang w:bidi="fa-IR"/>
        </w:rPr>
        <w:t>وقعة صفين / 556</w:t>
      </w:r>
      <w:r>
        <w:rPr>
          <w:rtl/>
          <w:lang w:bidi="fa-IR"/>
        </w:rPr>
        <w:t xml:space="preserve"> ـ </w:t>
      </w:r>
      <w:r w:rsidRPr="00CA52B4">
        <w:rPr>
          <w:rtl/>
          <w:lang w:bidi="fa-IR"/>
        </w:rPr>
        <w:t>558.</w:t>
      </w:r>
    </w:p>
    <w:p w:rsidR="00843DF1" w:rsidRPr="00CA52B4" w:rsidRDefault="00843DF1" w:rsidP="00F445EC">
      <w:pPr>
        <w:pStyle w:val="Heading1Center"/>
        <w:rPr>
          <w:rtl/>
          <w:lang w:bidi="fa-IR"/>
        </w:rPr>
      </w:pPr>
      <w:r>
        <w:rPr>
          <w:rtl/>
          <w:lang w:bidi="fa-IR"/>
        </w:rPr>
        <w:br w:type="page"/>
      </w:r>
      <w:bookmarkStart w:id="10" w:name="_Toc75964356"/>
      <w:bookmarkStart w:id="11" w:name="_Toc76197519"/>
      <w:r w:rsidRPr="00CA52B4">
        <w:rPr>
          <w:rtl/>
          <w:lang w:bidi="fa-IR"/>
        </w:rPr>
        <w:lastRenderedPageBreak/>
        <w:t>حرف اللام</w:t>
      </w:r>
      <w:bookmarkEnd w:id="10"/>
      <w:bookmarkEnd w:id="11"/>
    </w:p>
    <w:p w:rsidR="00843DF1" w:rsidRPr="00CA52B4" w:rsidRDefault="00843DF1" w:rsidP="00EB70B9">
      <w:pPr>
        <w:pStyle w:val="libBold1"/>
        <w:rPr>
          <w:rtl/>
          <w:lang w:bidi="fa-IR"/>
        </w:rPr>
      </w:pPr>
      <w:r w:rsidRPr="00CA52B4">
        <w:rPr>
          <w:rtl/>
        </w:rPr>
        <w:t>979</w:t>
      </w:r>
      <w:r>
        <w:rPr>
          <w:rtl/>
        </w:rPr>
        <w:t xml:space="preserve"> ـ </w:t>
      </w:r>
      <w:r w:rsidRPr="00CA52B4">
        <w:rPr>
          <w:rtl/>
        </w:rPr>
        <w:t>لأم بن زياد بن غطيف بن سعيد بن الحشرج الطائي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مقاتل. ولاه عليّ </w:t>
      </w:r>
      <w:r>
        <w:rPr>
          <w:rtl/>
          <w:lang w:bidi="fa-IR"/>
        </w:rPr>
        <w:t>(</w:t>
      </w:r>
      <w:r w:rsidRPr="00CA52B4">
        <w:rPr>
          <w:rtl/>
          <w:lang w:bidi="fa-IR"/>
        </w:rPr>
        <w:t>عليه السلام</w:t>
      </w:r>
      <w:r>
        <w:rPr>
          <w:rtl/>
          <w:lang w:bidi="fa-IR"/>
        </w:rPr>
        <w:t>)</w:t>
      </w:r>
      <w:r w:rsidRPr="00CA52B4">
        <w:rPr>
          <w:rtl/>
          <w:lang w:bidi="fa-IR"/>
        </w:rPr>
        <w:t xml:space="preserve"> المدائن حين توجهه إلى البصرة.</w:t>
      </w:r>
      <w:r>
        <w:rPr>
          <w:rFonts w:hint="cs"/>
          <w:rtl/>
          <w:lang w:bidi="fa-IR"/>
        </w:rPr>
        <w:t xml:space="preserve"> </w:t>
      </w:r>
      <w:r w:rsidRPr="00CA52B4">
        <w:rPr>
          <w:rtl/>
          <w:lang w:bidi="fa-IR"/>
        </w:rPr>
        <w:t>وهو أخو عدي بن حاتم الطائي ، لامه. وهو في الطبقة الثانية من أهل البصرة. وكان ثقة وله أحاديث.</w:t>
      </w:r>
    </w:p>
    <w:p w:rsidR="00843DF1" w:rsidRPr="00CA52B4" w:rsidRDefault="00843DF1" w:rsidP="00B10281">
      <w:pPr>
        <w:pStyle w:val="libVar"/>
        <w:rPr>
          <w:rtl/>
          <w:lang w:bidi="fa-IR"/>
        </w:rPr>
      </w:pPr>
      <w:r w:rsidRPr="00CA52B4">
        <w:rPr>
          <w:rtl/>
          <w:lang w:bidi="fa-IR"/>
        </w:rPr>
        <w:t>أنساب الأشراف 2 / 296.</w:t>
      </w:r>
    </w:p>
    <w:p w:rsidR="00843DF1" w:rsidRPr="00CA52B4" w:rsidRDefault="00843DF1" w:rsidP="00EB70B9">
      <w:pPr>
        <w:pStyle w:val="libBold1"/>
        <w:rPr>
          <w:rtl/>
          <w:lang w:bidi="fa-IR"/>
        </w:rPr>
      </w:pPr>
      <w:r w:rsidRPr="00CA52B4">
        <w:rPr>
          <w:rtl/>
        </w:rPr>
        <w:t>980</w:t>
      </w:r>
      <w:r>
        <w:rPr>
          <w:rtl/>
        </w:rPr>
        <w:t xml:space="preserve"> ـ </w:t>
      </w:r>
      <w:r w:rsidRPr="00CA52B4">
        <w:rPr>
          <w:rtl/>
        </w:rPr>
        <w:t xml:space="preserve">لماذة </w:t>
      </w:r>
      <w:r>
        <w:rPr>
          <w:rtl/>
        </w:rPr>
        <w:t>(</w:t>
      </w:r>
      <w:r w:rsidRPr="00CA52B4">
        <w:rPr>
          <w:rtl/>
        </w:rPr>
        <w:t>أبو لبيد</w:t>
      </w:r>
      <w:r>
        <w:rPr>
          <w:rtl/>
        </w:rPr>
        <w:t>)</w:t>
      </w:r>
      <w:r w:rsidRPr="00CA52B4">
        <w:rPr>
          <w:rtl/>
        </w:rPr>
        <w:t xml:space="preserve"> ابن زياد الأزدي البصري الجهضمي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من الطبقة الثانية من أهل البصرة. تابعي كان يشتم أمير المؤمنين </w:t>
      </w:r>
      <w:r>
        <w:rPr>
          <w:rtl/>
          <w:lang w:bidi="fa-IR"/>
        </w:rPr>
        <w:t>(</w:t>
      </w:r>
      <w:r w:rsidRPr="00CA52B4">
        <w:rPr>
          <w:rtl/>
          <w:lang w:bidi="fa-IR"/>
        </w:rPr>
        <w:t>عليه السلام</w:t>
      </w:r>
      <w:r>
        <w:rPr>
          <w:rtl/>
          <w:lang w:bidi="fa-IR"/>
        </w:rPr>
        <w:t>).</w:t>
      </w:r>
      <w:r w:rsidRPr="00CA52B4">
        <w:rPr>
          <w:rtl/>
          <w:lang w:bidi="fa-IR"/>
        </w:rPr>
        <w:t xml:space="preserve"> قيل له : </w:t>
      </w:r>
      <w:r>
        <w:rPr>
          <w:rtl/>
          <w:lang w:bidi="fa-IR"/>
        </w:rPr>
        <w:t>أ</w:t>
      </w:r>
      <w:r w:rsidRPr="00CA52B4">
        <w:rPr>
          <w:rtl/>
          <w:lang w:bidi="fa-IR"/>
        </w:rPr>
        <w:t>تحب عليا</w:t>
      </w:r>
      <w:r>
        <w:rPr>
          <w:rtl/>
          <w:lang w:bidi="fa-IR"/>
        </w:rPr>
        <w:t>؟</w:t>
      </w:r>
      <w:r w:rsidRPr="00CA52B4">
        <w:rPr>
          <w:rtl/>
          <w:lang w:bidi="fa-IR"/>
        </w:rPr>
        <w:t xml:space="preserve"> فقال : كيف أحب عليا ، وقد قتل من قومي في غداة واحدة ، ستة آلاف. وقد ورد في حقه : لا يحبه إلا مؤمن ولا يبغضه إلا منافق.</w:t>
      </w:r>
    </w:p>
    <w:p w:rsidR="00843DF1" w:rsidRPr="00CA52B4" w:rsidRDefault="00843DF1" w:rsidP="00347E77">
      <w:pPr>
        <w:pStyle w:val="libNormal"/>
        <w:rPr>
          <w:rtl/>
          <w:lang w:bidi="fa-IR"/>
        </w:rPr>
      </w:pPr>
      <w:r w:rsidRPr="00CA52B4">
        <w:rPr>
          <w:rtl/>
          <w:lang w:bidi="fa-IR"/>
        </w:rPr>
        <w:t>وقال جرير بن حازم : سمعت ابن أبي يعقوب يقول : قتل عليّ بن أبي طالب يوم الجمل ألفين وخمسمائة : ألف وثلاثمائة وخمسون من الأزد ، وثمانمائة من بني ضبة ، وثلاثمائة وخمسون من سائر الناس. وقال الذهبي :</w:t>
      </w:r>
      <w:r>
        <w:rPr>
          <w:rFonts w:hint="cs"/>
          <w:rtl/>
          <w:lang w:bidi="fa-IR"/>
        </w:rPr>
        <w:t xml:space="preserve"> </w:t>
      </w:r>
      <w:r w:rsidRPr="00CA52B4">
        <w:rPr>
          <w:rtl/>
          <w:lang w:bidi="fa-IR"/>
        </w:rPr>
        <w:t>بصري ، حضر وقعة الجمل. وكان ناصبيا ، ينال من عليّ رضي الله عنه ، ويمدح يزيد.</w:t>
      </w:r>
    </w:p>
    <w:p w:rsidR="00843DF1" w:rsidRPr="00CA52B4" w:rsidRDefault="00843DF1" w:rsidP="00B10281">
      <w:pPr>
        <w:pStyle w:val="libVar"/>
        <w:rPr>
          <w:rtl/>
          <w:lang w:bidi="fa-IR"/>
        </w:rPr>
      </w:pPr>
      <w:r w:rsidRPr="00CA52B4">
        <w:rPr>
          <w:rtl/>
          <w:lang w:bidi="fa-IR"/>
        </w:rPr>
        <w:t>تاريخ الطبري 5 / 225. تقريب التهذيب 2 / 138. تهذيب التهذيب 8 / 457.</w:t>
      </w:r>
      <w:r>
        <w:rPr>
          <w:rFonts w:hint="cs"/>
          <w:rtl/>
          <w:lang w:bidi="fa-IR"/>
        </w:rPr>
        <w:t xml:space="preserve"> </w:t>
      </w:r>
      <w:r w:rsidRPr="00CA52B4">
        <w:rPr>
          <w:rtl/>
          <w:lang w:bidi="fa-IR"/>
        </w:rPr>
        <w:t>الجرح والتعديل 7 / 182. الطبقات الكبرى 7 / 213. قاموس الرجال 7 / 443. لسان الميزان 7 / 346. ميزان الاعتدال 3 / 419.</w:t>
      </w:r>
    </w:p>
    <w:p w:rsidR="00843DF1" w:rsidRPr="00CA52B4" w:rsidRDefault="00843DF1" w:rsidP="00F445EC">
      <w:pPr>
        <w:pStyle w:val="Heading1Center"/>
        <w:rPr>
          <w:rtl/>
          <w:lang w:bidi="fa-IR"/>
        </w:rPr>
      </w:pPr>
      <w:r>
        <w:rPr>
          <w:rtl/>
          <w:lang w:bidi="fa-IR"/>
        </w:rPr>
        <w:br w:type="page"/>
      </w:r>
      <w:bookmarkStart w:id="12" w:name="_Toc75964357"/>
      <w:bookmarkStart w:id="13" w:name="_Toc76197520"/>
      <w:r w:rsidRPr="00CA52B4">
        <w:rPr>
          <w:rtl/>
          <w:lang w:bidi="fa-IR"/>
        </w:rPr>
        <w:lastRenderedPageBreak/>
        <w:t>حرف الميم</w:t>
      </w:r>
      <w:bookmarkEnd w:id="12"/>
      <w:bookmarkEnd w:id="13"/>
    </w:p>
    <w:p w:rsidR="00843DF1" w:rsidRPr="00CA52B4" w:rsidRDefault="00843DF1" w:rsidP="00EB70B9">
      <w:pPr>
        <w:pStyle w:val="libBold1"/>
        <w:rPr>
          <w:rtl/>
          <w:lang w:bidi="fa-IR"/>
        </w:rPr>
      </w:pPr>
      <w:r w:rsidRPr="00CA52B4">
        <w:rPr>
          <w:rtl/>
        </w:rPr>
        <w:t>981</w:t>
      </w:r>
      <w:r>
        <w:rPr>
          <w:rtl/>
        </w:rPr>
        <w:t xml:space="preserve"> ـ </w:t>
      </w:r>
      <w:r w:rsidRPr="00CA52B4">
        <w:rPr>
          <w:rtl/>
        </w:rPr>
        <w:t>مازن بن حنظلة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الشيخ الطوسي في رجاله من أصحاب أمير المؤمنين </w:t>
      </w:r>
      <w:r>
        <w:rPr>
          <w:rtl/>
          <w:lang w:bidi="fa-IR"/>
        </w:rPr>
        <w:t>(</w:t>
      </w:r>
      <w:r w:rsidRPr="00CA52B4">
        <w:rPr>
          <w:rtl/>
          <w:lang w:bidi="fa-IR"/>
        </w:rPr>
        <w:t>عليه السلام</w:t>
      </w:r>
      <w:r>
        <w:rPr>
          <w:rtl/>
          <w:lang w:bidi="fa-IR"/>
        </w:rPr>
        <w:t>).</w:t>
      </w:r>
      <w:r>
        <w:rPr>
          <w:rFonts w:hint="cs"/>
          <w:rtl/>
          <w:lang w:bidi="fa-IR"/>
        </w:rPr>
        <w:t xml:space="preserve"> </w:t>
      </w:r>
      <w:r w:rsidRPr="00CA52B4">
        <w:rPr>
          <w:rtl/>
          <w:lang w:bidi="fa-IR"/>
        </w:rPr>
        <w:t xml:space="preserve">ونقله الآخرون عنه من غير تحقيق وبحث ، ولم يعلم عن حاله أكثر مما ذكرنا. وفي رواية قال مازن : رأيت عليا </w:t>
      </w:r>
      <w:r>
        <w:rPr>
          <w:rtl/>
          <w:lang w:bidi="fa-IR"/>
        </w:rPr>
        <w:t>(</w:t>
      </w:r>
      <w:r w:rsidRPr="00CA52B4">
        <w:rPr>
          <w:rtl/>
          <w:lang w:bidi="fa-IR"/>
        </w:rPr>
        <w:t>عليه السلام</w:t>
      </w:r>
      <w:r>
        <w:rPr>
          <w:rtl/>
          <w:lang w:bidi="fa-IR"/>
        </w:rPr>
        <w:t>)</w:t>
      </w:r>
      <w:r w:rsidRPr="00CA52B4">
        <w:rPr>
          <w:rtl/>
          <w:lang w:bidi="fa-IR"/>
        </w:rPr>
        <w:t xml:space="preserve"> أخذ بلحيته وهو يقول : والله ليخضبنها من فوقها بدم فما يحبس أشقاكم.</w:t>
      </w:r>
    </w:p>
    <w:p w:rsidR="00843DF1" w:rsidRPr="00CA52B4" w:rsidRDefault="00843DF1" w:rsidP="00B10281">
      <w:pPr>
        <w:pStyle w:val="libVar"/>
        <w:rPr>
          <w:rtl/>
          <w:lang w:bidi="fa-IR"/>
        </w:rPr>
      </w:pPr>
      <w:r w:rsidRPr="00CA52B4">
        <w:rPr>
          <w:rtl/>
          <w:lang w:bidi="fa-IR"/>
        </w:rPr>
        <w:t>تنقيح المقال 2 / 345. جامع الرواة 2 / 36. رجال الشيخ الطوسي / 58. الغارات 2 / 444. مجمع الرجال 5 / 88. معجم رجال الحديث 14 / 153. منتهى المقال / 255. نقد الرجال / 279.</w:t>
      </w:r>
    </w:p>
    <w:p w:rsidR="00843DF1" w:rsidRPr="00CA52B4" w:rsidRDefault="00843DF1" w:rsidP="00EB70B9">
      <w:pPr>
        <w:pStyle w:val="libBold1"/>
        <w:rPr>
          <w:rtl/>
          <w:lang w:bidi="fa-IR"/>
        </w:rPr>
      </w:pPr>
      <w:r w:rsidRPr="00CA52B4">
        <w:rPr>
          <w:rtl/>
        </w:rPr>
        <w:t>982</w:t>
      </w:r>
      <w:r>
        <w:rPr>
          <w:rtl/>
        </w:rPr>
        <w:t xml:space="preserve"> ـ </w:t>
      </w:r>
      <w:r w:rsidRPr="00CA52B4">
        <w:rPr>
          <w:rtl/>
        </w:rPr>
        <w:t xml:space="preserve">مالك </w:t>
      </w:r>
      <w:r>
        <w:rPr>
          <w:rtl/>
        </w:rPr>
        <w:t>(</w:t>
      </w:r>
      <w:r w:rsidRPr="00CA52B4">
        <w:rPr>
          <w:rtl/>
        </w:rPr>
        <w:t>أبو سعيد</w:t>
      </w:r>
      <w:r>
        <w:rPr>
          <w:rtl/>
        </w:rPr>
        <w:t>)</w:t>
      </w:r>
      <w:r w:rsidRPr="00CA52B4">
        <w:rPr>
          <w:rtl/>
        </w:rPr>
        <w:t xml:space="preserve"> ابن أوس بن الحدثان بن سعد بن يربوع البصري المدني المتوفى 92 ه‍</w:t>
      </w:r>
      <w:r>
        <w:rPr>
          <w:rtl/>
        </w:rPr>
        <w:t>.</w:t>
      </w:r>
    </w:p>
    <w:p w:rsidR="00843DF1" w:rsidRPr="00CA52B4" w:rsidRDefault="00843DF1" w:rsidP="00347E77">
      <w:pPr>
        <w:pStyle w:val="libNormal"/>
        <w:rPr>
          <w:rtl/>
          <w:lang w:bidi="fa-IR"/>
        </w:rPr>
      </w:pPr>
      <w:r w:rsidRPr="00CA52B4">
        <w:rPr>
          <w:rtl/>
          <w:lang w:bidi="fa-IR"/>
        </w:rPr>
        <w:t xml:space="preserve">أدرك النبي </w:t>
      </w:r>
      <w:r>
        <w:rPr>
          <w:rtl/>
          <w:lang w:bidi="fa-IR"/>
        </w:rPr>
        <w:t>(</w:t>
      </w:r>
      <w:r w:rsidRPr="00CA52B4">
        <w:rPr>
          <w:rtl/>
          <w:lang w:bidi="fa-IR"/>
        </w:rPr>
        <w:t>صلّى الله عليه وآله وسلّم</w:t>
      </w:r>
      <w:r>
        <w:rPr>
          <w:rtl/>
          <w:lang w:bidi="fa-IR"/>
        </w:rPr>
        <w:t>)</w:t>
      </w:r>
      <w:r w:rsidRPr="00CA52B4">
        <w:rPr>
          <w:rtl/>
          <w:lang w:bidi="fa-IR"/>
        </w:rPr>
        <w:t xml:space="preserve"> ولم يحفظ عنه شيئا. ومات بالمدينة سنة 92 ه‍ ، وهو ابن 94 سنة. وقيل مات عام 52 ه‍</w:t>
      </w:r>
      <w:r>
        <w:rPr>
          <w:rtl/>
          <w:lang w:bidi="fa-IR"/>
        </w:rPr>
        <w:t>.</w:t>
      </w:r>
      <w:r w:rsidRPr="00CA52B4">
        <w:rPr>
          <w:rtl/>
          <w:lang w:bidi="fa-IR"/>
        </w:rPr>
        <w:t xml:space="preserve"> وروى عنه جمع. وكان عريف قومه ، وهو من الطبقة الأولى من التابعين. ذكره ابن حبان في الثقات ، وقال : من زعم أنّ له صحبة فقد وهم. روى عنه الزهري ، ومحمد بن عمرو بن عطاء ، وعكرمة بن خالد ، ومحمد بن جبير بن مطعم ، والضحاك المشرفي ، وعبيد الله بن مقسم ، وسلمة بن وردان وغيرهم</w:t>
      </w:r>
      <w:r>
        <w:rPr>
          <w:rtl/>
          <w:lang w:bidi="fa-IR"/>
        </w:rPr>
        <w:t xml:space="preserve"> ..</w:t>
      </w:r>
    </w:p>
    <w:p w:rsidR="00843DF1" w:rsidRPr="00CA52B4" w:rsidRDefault="00843DF1" w:rsidP="00B10281">
      <w:pPr>
        <w:pStyle w:val="libVar"/>
        <w:rPr>
          <w:rtl/>
          <w:lang w:bidi="fa-IR"/>
        </w:rPr>
      </w:pPr>
      <w:r w:rsidRPr="00CA52B4">
        <w:rPr>
          <w:rtl/>
          <w:lang w:bidi="fa-IR"/>
        </w:rPr>
        <w:t>الأنساب / 1120. الاستيعاب 3 / 382. أسد الغابة 4 / 272. الاشتقاق / 347.</w:t>
      </w:r>
      <w:r>
        <w:rPr>
          <w:rFonts w:hint="cs"/>
          <w:rtl/>
          <w:lang w:bidi="fa-IR"/>
        </w:rPr>
        <w:t xml:space="preserve"> </w:t>
      </w:r>
      <w:r w:rsidRPr="00CA52B4">
        <w:rPr>
          <w:rtl/>
          <w:lang w:bidi="fa-IR"/>
        </w:rPr>
        <w:t>الإصابة 3 / 339. الأعلام 6 / 129. البداية والنهاية 9 / 84. تقريب التهذيب 2 / 223.</w:t>
      </w:r>
      <w:r>
        <w:rPr>
          <w:rFonts w:hint="cs"/>
          <w:rtl/>
          <w:lang w:bidi="fa-IR"/>
        </w:rPr>
        <w:t xml:space="preserve"> </w:t>
      </w:r>
      <w:r w:rsidRPr="00CA52B4">
        <w:rPr>
          <w:rtl/>
          <w:lang w:bidi="fa-IR"/>
        </w:rPr>
        <w:t xml:space="preserve">تهذيب التهذيب 10 / 10. تذكرة الحفاظ 1 / 68. الجرح والتعديل 8 / 203. شرح ابن أبي الحديد 12 / 150 ، 232 </w:t>
      </w:r>
      <w:r>
        <w:rPr>
          <w:rtl/>
          <w:lang w:bidi="fa-IR"/>
        </w:rPr>
        <w:t>و 1</w:t>
      </w:r>
      <w:r w:rsidRPr="00CA52B4">
        <w:rPr>
          <w:rtl/>
          <w:lang w:bidi="fa-IR"/>
        </w:rPr>
        <w:t>6 / 220 ، 226</w:t>
      </w:r>
      <w:r>
        <w:rPr>
          <w:rtl/>
          <w:lang w:bidi="fa-IR"/>
        </w:rPr>
        <w:t xml:space="preserve"> ـ </w:t>
      </w:r>
      <w:r w:rsidRPr="00CA52B4">
        <w:rPr>
          <w:rtl/>
          <w:lang w:bidi="fa-IR"/>
        </w:rPr>
        <w:t xml:space="preserve">229 </w:t>
      </w:r>
      <w:r>
        <w:rPr>
          <w:rtl/>
          <w:lang w:bidi="fa-IR"/>
        </w:rPr>
        <w:t>و 1</w:t>
      </w:r>
      <w:r w:rsidRPr="00CA52B4">
        <w:rPr>
          <w:rtl/>
          <w:lang w:bidi="fa-IR"/>
        </w:rPr>
        <w:t>7 / 118. شذرات الذهب</w:t>
      </w:r>
    </w:p>
    <w:p w:rsidR="00843DF1" w:rsidRPr="00CA52B4" w:rsidRDefault="00843DF1" w:rsidP="00B10281">
      <w:pPr>
        <w:pStyle w:val="libVar0"/>
        <w:rPr>
          <w:rtl/>
          <w:lang w:bidi="fa-IR"/>
        </w:rPr>
      </w:pPr>
      <w:r>
        <w:rPr>
          <w:rtl/>
          <w:lang w:bidi="fa-IR"/>
        </w:rPr>
        <w:br w:type="page"/>
      </w:r>
      <w:r w:rsidRPr="00CA52B4">
        <w:rPr>
          <w:rtl/>
        </w:rPr>
        <w:lastRenderedPageBreak/>
        <w:t>1 / 99. الطبقات الكبرى 5 / 56. طبقات الحفاظ / 26. قاموس الرجال 7 / 461.</w:t>
      </w:r>
      <w:r>
        <w:rPr>
          <w:rFonts w:hint="cs"/>
          <w:rtl/>
        </w:rPr>
        <w:t xml:space="preserve"> </w:t>
      </w:r>
      <w:r w:rsidRPr="00CA52B4">
        <w:rPr>
          <w:rtl/>
          <w:lang w:bidi="fa-IR"/>
        </w:rPr>
        <w:t>الكامل في التأريخ 4 / 569. اللباب 3 / 311. مرآة الجنان 1 / 180. المعارف / 189.</w:t>
      </w:r>
      <w:r>
        <w:rPr>
          <w:rFonts w:hint="cs"/>
          <w:rtl/>
          <w:lang w:bidi="fa-IR"/>
        </w:rPr>
        <w:t xml:space="preserve"> </w:t>
      </w:r>
      <w:r w:rsidRPr="00CA52B4">
        <w:rPr>
          <w:rtl/>
          <w:lang w:bidi="fa-IR"/>
        </w:rPr>
        <w:t xml:space="preserve">المراسيل في الحديث / 133. النهاية في غريب الحديث 2 / 124 </w:t>
      </w:r>
      <w:r>
        <w:rPr>
          <w:rtl/>
          <w:lang w:bidi="fa-IR"/>
        </w:rPr>
        <w:t>و 4</w:t>
      </w:r>
      <w:r w:rsidRPr="00CA52B4">
        <w:rPr>
          <w:rtl/>
          <w:lang w:bidi="fa-IR"/>
        </w:rPr>
        <w:t xml:space="preserve"> / 293.</w:t>
      </w:r>
    </w:p>
    <w:p w:rsidR="00843DF1" w:rsidRPr="00CA52B4" w:rsidRDefault="00843DF1" w:rsidP="00EB70B9">
      <w:pPr>
        <w:pStyle w:val="libBold1"/>
        <w:rPr>
          <w:rtl/>
          <w:lang w:bidi="fa-IR"/>
        </w:rPr>
      </w:pPr>
      <w:r w:rsidRPr="00CA52B4">
        <w:rPr>
          <w:rtl/>
        </w:rPr>
        <w:t>983</w:t>
      </w:r>
      <w:r>
        <w:rPr>
          <w:rtl/>
        </w:rPr>
        <w:t xml:space="preserve"> ـ </w:t>
      </w:r>
      <w:r w:rsidRPr="00CA52B4">
        <w:rPr>
          <w:rtl/>
        </w:rPr>
        <w:t xml:space="preserve">مالك </w:t>
      </w:r>
      <w:r>
        <w:rPr>
          <w:rtl/>
        </w:rPr>
        <w:t>(</w:t>
      </w:r>
      <w:r w:rsidRPr="00CA52B4">
        <w:rPr>
          <w:rtl/>
        </w:rPr>
        <w:t>أبو الهيثم</w:t>
      </w:r>
      <w:r>
        <w:rPr>
          <w:rtl/>
        </w:rPr>
        <w:t>)</w:t>
      </w:r>
      <w:r w:rsidRPr="00CA52B4">
        <w:rPr>
          <w:rtl/>
        </w:rPr>
        <w:t xml:space="preserve"> ابن التيهان بن عتيك بن عمرو بن عبد الأعلم بن عامر بن زعوراء بن جشم بن الخزرج بن عمرو بن مالك بن الأوس بن حارثة الأوسي الأنصاري</w:t>
      </w:r>
      <w:r>
        <w:rPr>
          <w:rtl/>
        </w:rPr>
        <w:t xml:space="preserve"> ..</w:t>
      </w:r>
      <w:r w:rsidRPr="00CA52B4">
        <w:rPr>
          <w:rtl/>
        </w:rPr>
        <w:t>. المقتول 37 ه‍</w:t>
      </w:r>
      <w:r>
        <w:rPr>
          <w:rtl/>
        </w:rPr>
        <w:t>.</w:t>
      </w:r>
    </w:p>
    <w:p w:rsidR="00843DF1" w:rsidRPr="00CA52B4" w:rsidRDefault="00843DF1" w:rsidP="00347E77">
      <w:pPr>
        <w:pStyle w:val="libNormal"/>
        <w:rPr>
          <w:rtl/>
          <w:lang w:bidi="fa-IR"/>
        </w:rPr>
      </w:pPr>
      <w:r w:rsidRPr="00CA52B4">
        <w:rPr>
          <w:rtl/>
          <w:lang w:bidi="fa-IR"/>
        </w:rPr>
        <w:t xml:space="preserve">من الصحابة الأخبار الشجعان ، شهد مع أمير المؤمنين </w:t>
      </w:r>
      <w:r>
        <w:rPr>
          <w:rtl/>
          <w:lang w:bidi="fa-IR"/>
        </w:rPr>
        <w:t>(</w:t>
      </w:r>
      <w:r w:rsidRPr="00CA52B4">
        <w:rPr>
          <w:rtl/>
          <w:lang w:bidi="fa-IR"/>
        </w:rPr>
        <w:t>عليه السلام</w:t>
      </w:r>
      <w:r>
        <w:rPr>
          <w:rtl/>
          <w:lang w:bidi="fa-IR"/>
        </w:rPr>
        <w:t>)</w:t>
      </w:r>
      <w:r w:rsidRPr="00CA52B4">
        <w:rPr>
          <w:rtl/>
          <w:lang w:bidi="fa-IR"/>
        </w:rPr>
        <w:t xml:space="preserve"> المشاهد كلها. واستشهد في صفين عام 37 ه‍</w:t>
      </w:r>
      <w:r>
        <w:rPr>
          <w:rtl/>
          <w:lang w:bidi="fa-IR"/>
        </w:rPr>
        <w:t>.</w:t>
      </w:r>
      <w:r w:rsidRPr="00CA52B4">
        <w:rPr>
          <w:rtl/>
          <w:lang w:bidi="fa-IR"/>
        </w:rPr>
        <w:t xml:space="preserve"> وقيل : شهد صفين ومات بعدها بيسير. له أحاديث. وقالت أمينة الأنصارية ترثيه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منع اليوم أن أذوق رقادا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مالك إذ مضى وكان عمادا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يا أبا الهيثم بن تيهان إنّي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صرت للهمّ معدنا ووسادا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إذ غدا الفاسق الكفور عليهم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إنّه كان مثلها معتادا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أصبحوا مثل من ثوى يوم أحد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يرحم الله تلكم الأجسادا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الأعلام 6 / 129. الاستيعاب 3 / 368 وج 4 / 200. أسد الغابة 4 / 274 وفيه :</w:t>
      </w:r>
      <w:r>
        <w:rPr>
          <w:rFonts w:hint="cs"/>
          <w:rtl/>
          <w:lang w:bidi="fa-IR"/>
        </w:rPr>
        <w:t xml:space="preserve"> </w:t>
      </w:r>
      <w:r w:rsidRPr="00CA52B4">
        <w:rPr>
          <w:rtl/>
          <w:lang w:bidi="fa-IR"/>
        </w:rPr>
        <w:t>مالك بن التيهان بن مالك بن عبيد بن عمرو بن عبد الأعلم. الاشتقاق / 445. الإصابة 3 / 341. أعلام نهج البلاغة / 14. أنساب الأشراف 2 / 327. البداية والنهاية 7 /</w:t>
      </w:r>
      <w:r>
        <w:rPr>
          <w:rFonts w:hint="cs"/>
          <w:rtl/>
          <w:lang w:bidi="fa-IR"/>
        </w:rPr>
        <w:t xml:space="preserve"> </w:t>
      </w:r>
      <w:r w:rsidRPr="00CA52B4">
        <w:rPr>
          <w:rtl/>
        </w:rPr>
        <w:t>234. تاريخ الطبري 5 / 164. تحفة الأحباب / 301. تنقيح المقال 2 / 346.</w:t>
      </w:r>
      <w:r>
        <w:rPr>
          <w:rFonts w:hint="cs"/>
          <w:rtl/>
        </w:rPr>
        <w:t xml:space="preserve"> </w:t>
      </w:r>
      <w:r w:rsidRPr="00CA52B4">
        <w:rPr>
          <w:rtl/>
          <w:lang w:bidi="fa-IR"/>
        </w:rPr>
        <w:t>جامع الرواة 2 / 423. الجرح والتعديل 8 / 207. جمهرة أنساب العرب / 340.</w:t>
      </w:r>
      <w:r>
        <w:rPr>
          <w:rFonts w:hint="cs"/>
          <w:rtl/>
          <w:lang w:bidi="fa-IR"/>
        </w:rPr>
        <w:t xml:space="preserve"> </w:t>
      </w:r>
      <w:r w:rsidRPr="00CA52B4">
        <w:rPr>
          <w:rtl/>
          <w:lang w:bidi="fa-IR"/>
        </w:rPr>
        <w:t xml:space="preserve">الجمل / 64. الدرجات الرفيعة / 320. سفينة البحار 2 / 696. الطبقات الكبرى 3 / 447. العقد الفريد 3 / 293. الغدير 1 / 16 ، 164 ، 176 ، 184 ، 190 ، 7 / 263 </w:t>
      </w:r>
      <w:r>
        <w:rPr>
          <w:rtl/>
          <w:lang w:bidi="fa-IR"/>
        </w:rPr>
        <w:t>و 8</w:t>
      </w:r>
      <w:r w:rsidRPr="00CA52B4">
        <w:rPr>
          <w:rtl/>
          <w:lang w:bidi="fa-IR"/>
        </w:rPr>
        <w:t xml:space="preserve"> / 51 </w:t>
      </w:r>
      <w:r>
        <w:rPr>
          <w:rtl/>
          <w:lang w:bidi="fa-IR"/>
        </w:rPr>
        <w:t>و 9</w:t>
      </w:r>
      <w:r w:rsidRPr="00CA52B4">
        <w:rPr>
          <w:rtl/>
          <w:lang w:bidi="fa-IR"/>
        </w:rPr>
        <w:t xml:space="preserve"> / 363 </w:t>
      </w:r>
      <w:r>
        <w:rPr>
          <w:rtl/>
          <w:lang w:bidi="fa-IR"/>
        </w:rPr>
        <w:t>و 1</w:t>
      </w:r>
      <w:r w:rsidRPr="00CA52B4">
        <w:rPr>
          <w:rtl/>
          <w:lang w:bidi="fa-IR"/>
        </w:rPr>
        <w:t xml:space="preserve">0 / 358 </w:t>
      </w:r>
      <w:r>
        <w:rPr>
          <w:rtl/>
          <w:lang w:bidi="fa-IR"/>
        </w:rPr>
        <w:t>و 1</w:t>
      </w:r>
      <w:r w:rsidRPr="00CA52B4">
        <w:rPr>
          <w:rtl/>
          <w:lang w:bidi="fa-IR"/>
        </w:rPr>
        <w:t xml:space="preserve">1 / 107. الغارات 2 / 604. الفوائد الرجالية 3 / 195 ، 197. قاموس الرجال 7 / 461. الكامل في التأريخ 2 / 96 ، 99 ، 225 </w:t>
      </w:r>
      <w:r>
        <w:rPr>
          <w:rtl/>
          <w:lang w:bidi="fa-IR"/>
        </w:rPr>
        <w:t>و 3</w:t>
      </w:r>
      <w:r w:rsidRPr="00CA52B4">
        <w:rPr>
          <w:rtl/>
          <w:lang w:bidi="fa-IR"/>
        </w:rPr>
        <w:t xml:space="preserve"> / 221 ، 351. الكنى والألقاب 1 / 184. اللباب 1 / 177. مجالس المؤمنين 1 / 224.</w:t>
      </w:r>
      <w:r>
        <w:rPr>
          <w:rFonts w:hint="cs"/>
          <w:rtl/>
          <w:lang w:bidi="fa-IR"/>
        </w:rPr>
        <w:t xml:space="preserve"> </w:t>
      </w:r>
      <w:r w:rsidRPr="00CA52B4">
        <w:rPr>
          <w:rtl/>
          <w:lang w:bidi="fa-IR"/>
        </w:rPr>
        <w:t xml:space="preserve">المعارف / 117. معجم رجال الحديث 3 / 85 </w:t>
      </w:r>
      <w:r>
        <w:rPr>
          <w:rtl/>
          <w:lang w:bidi="fa-IR"/>
        </w:rPr>
        <w:t>و 1</w:t>
      </w:r>
      <w:r w:rsidRPr="00CA52B4">
        <w:rPr>
          <w:rtl/>
          <w:lang w:bidi="fa-IR"/>
        </w:rPr>
        <w:t>4 / 161. المناقب 3 / 180. منتهى المقال / 255. النهاية في غريب الحديث 1 / 387. وقعة صفين / 365.</w:t>
      </w:r>
    </w:p>
    <w:p w:rsidR="00843DF1" w:rsidRPr="00CA52B4" w:rsidRDefault="00843DF1" w:rsidP="00EB70B9">
      <w:pPr>
        <w:pStyle w:val="libBold1"/>
        <w:rPr>
          <w:rtl/>
          <w:lang w:bidi="fa-IR"/>
        </w:rPr>
      </w:pPr>
      <w:r w:rsidRPr="00CA52B4">
        <w:rPr>
          <w:rtl/>
        </w:rPr>
        <w:t>984</w:t>
      </w:r>
      <w:r>
        <w:rPr>
          <w:rtl/>
        </w:rPr>
        <w:t xml:space="preserve"> ـ </w:t>
      </w:r>
      <w:r w:rsidRPr="00CA52B4">
        <w:rPr>
          <w:rtl/>
        </w:rPr>
        <w:t>مالك بن الجلاح بن صامت بن سدوس بن إنسان بن عتوارة</w:t>
      </w:r>
      <w:r>
        <w:rPr>
          <w:rtl/>
        </w:rPr>
        <w:t xml:space="preserve"> ....</w:t>
      </w:r>
      <w:r w:rsidRPr="00CA52B4">
        <w:rPr>
          <w:rtl/>
        </w:rPr>
        <w:t xml:space="preserve"> أحد بني جشم بن معاوية بن بكر بن هوازن</w:t>
      </w:r>
      <w:r>
        <w:rPr>
          <w:rtl/>
        </w:rPr>
        <w:t xml:space="preserve"> ..</w:t>
      </w:r>
      <w:r w:rsidRPr="00CA52B4">
        <w:rPr>
          <w:rtl/>
        </w:rPr>
        <w:t>. ويعرف بابن العقدية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شاعر ، فاضل صالح ، خيّر مسلم ، شهد صفين وقاتل أهل</w:t>
      </w:r>
    </w:p>
    <w:p w:rsidR="00843DF1" w:rsidRPr="00CA52B4" w:rsidRDefault="00843DF1" w:rsidP="00B10281">
      <w:pPr>
        <w:pStyle w:val="libNormal0"/>
        <w:rPr>
          <w:rtl/>
          <w:lang w:bidi="fa-IR"/>
        </w:rPr>
      </w:pPr>
      <w:r>
        <w:rPr>
          <w:rtl/>
          <w:lang w:bidi="fa-IR"/>
        </w:rPr>
        <w:br w:type="page"/>
      </w:r>
      <w:r w:rsidRPr="00CA52B4">
        <w:rPr>
          <w:rtl/>
          <w:lang w:bidi="fa-IR"/>
        </w:rPr>
        <w:lastRenderedPageBreak/>
        <w:t>الشام قتالا شديدا ، فطعنه بشر بن عصمة المري فصرعه ، فقال مالك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ألا أبلغوا بشر بن عصمة أنّني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شغلت وألهاني الذين أمارس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فصادف منّي غرة فأصبتها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كذلك والأبطال ماض وجالس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الأعلام 6 / 130. تاريخ الطبري 6 / 16. معجم الشعراء / 363. وقعة صفين / 269 ، 270.</w:t>
      </w:r>
    </w:p>
    <w:p w:rsidR="00843DF1" w:rsidRPr="00CA52B4" w:rsidRDefault="00843DF1" w:rsidP="00EB70B9">
      <w:pPr>
        <w:pStyle w:val="libBold1"/>
        <w:rPr>
          <w:rtl/>
          <w:lang w:bidi="fa-IR"/>
        </w:rPr>
      </w:pPr>
      <w:r w:rsidRPr="00CA52B4">
        <w:rPr>
          <w:rtl/>
        </w:rPr>
        <w:t>985</w:t>
      </w:r>
      <w:r>
        <w:rPr>
          <w:rtl/>
        </w:rPr>
        <w:t xml:space="preserve"> ـ </w:t>
      </w:r>
      <w:r w:rsidRPr="00CA52B4">
        <w:rPr>
          <w:rtl/>
        </w:rPr>
        <w:t>مالك بن الجوين الحضرمي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ويقال له أيضا مالك بن الجون. وأبو الحجاج الأسلمي. وهو خال سلمة بن كهيل. روى عنه عثمان بن المغيرة الثقفي. له أحاديث. أما أبو المغيرة عثمان بن المغيرة الكوفي الثقفي ، فقد ذكره ابن حبان في الثقات.</w:t>
      </w:r>
      <w:r>
        <w:rPr>
          <w:rFonts w:hint="cs"/>
          <w:rtl/>
          <w:lang w:bidi="fa-IR"/>
        </w:rPr>
        <w:t xml:space="preserve"> </w:t>
      </w:r>
      <w:r w:rsidRPr="00CA52B4">
        <w:rPr>
          <w:rtl/>
          <w:lang w:bidi="fa-IR"/>
        </w:rPr>
        <w:t>وقال : كوفي ثقة روى عنه خلق ووثقه جمع.</w:t>
      </w:r>
    </w:p>
    <w:p w:rsidR="00843DF1" w:rsidRPr="00CA52B4" w:rsidRDefault="00843DF1" w:rsidP="00B10281">
      <w:pPr>
        <w:pStyle w:val="libVar"/>
        <w:rPr>
          <w:rtl/>
          <w:lang w:bidi="fa-IR"/>
        </w:rPr>
      </w:pPr>
      <w:r w:rsidRPr="00CA52B4">
        <w:rPr>
          <w:rtl/>
          <w:lang w:bidi="fa-IR"/>
        </w:rPr>
        <w:t>تهذيب التهذيب 7 / 155. الجرح والتعديل 8 / 207. الغارات 1 / 300</w:t>
      </w:r>
      <w:r>
        <w:rPr>
          <w:rtl/>
          <w:lang w:bidi="fa-IR"/>
        </w:rPr>
        <w:t xml:space="preserve"> ـ </w:t>
      </w:r>
      <w:r w:rsidRPr="00CA52B4">
        <w:rPr>
          <w:rtl/>
          <w:lang w:bidi="fa-IR"/>
        </w:rPr>
        <w:t>301.</w:t>
      </w:r>
    </w:p>
    <w:p w:rsidR="00843DF1" w:rsidRPr="00CA52B4" w:rsidRDefault="00843DF1" w:rsidP="00EB70B9">
      <w:pPr>
        <w:pStyle w:val="libBold1"/>
        <w:rPr>
          <w:rtl/>
          <w:lang w:bidi="fa-IR"/>
        </w:rPr>
      </w:pPr>
      <w:r w:rsidRPr="00CA52B4">
        <w:rPr>
          <w:rtl/>
        </w:rPr>
        <w:t>986</w:t>
      </w:r>
      <w:r>
        <w:rPr>
          <w:rtl/>
        </w:rPr>
        <w:t xml:space="preserve"> ـ </w:t>
      </w:r>
      <w:r w:rsidRPr="00CA52B4">
        <w:rPr>
          <w:rtl/>
        </w:rPr>
        <w:t xml:space="preserve">مالك </w:t>
      </w:r>
      <w:r>
        <w:rPr>
          <w:rtl/>
        </w:rPr>
        <w:t>(</w:t>
      </w:r>
      <w:r w:rsidRPr="00CA52B4">
        <w:rPr>
          <w:rtl/>
        </w:rPr>
        <w:t>أبو موسى</w:t>
      </w:r>
      <w:r>
        <w:rPr>
          <w:rtl/>
        </w:rPr>
        <w:t>)</w:t>
      </w:r>
      <w:r w:rsidRPr="00CA52B4">
        <w:rPr>
          <w:rtl/>
        </w:rPr>
        <w:t xml:space="preserve"> ابن الحارث المتوفى 95 ه‍</w:t>
      </w:r>
      <w:r>
        <w:rPr>
          <w:rtl/>
        </w:rPr>
        <w:t>.</w:t>
      </w:r>
    </w:p>
    <w:p w:rsidR="00843DF1" w:rsidRPr="00CA52B4" w:rsidRDefault="00843DF1" w:rsidP="00347E77">
      <w:pPr>
        <w:pStyle w:val="libNormal"/>
        <w:rPr>
          <w:rtl/>
          <w:lang w:bidi="fa-IR"/>
        </w:rPr>
      </w:pPr>
      <w:r w:rsidRPr="00CA52B4">
        <w:rPr>
          <w:rtl/>
          <w:lang w:bidi="fa-IR"/>
        </w:rPr>
        <w:t>محدّث. روى عنه محمد بن قيس. وكان من رءوس الخوارج ، وهو من التابعين. وذكره ابن حبان في الثقات. وقال : مات في آخر ولاية الحجاج.</w:t>
      </w:r>
      <w:r>
        <w:rPr>
          <w:rFonts w:hint="cs"/>
          <w:rtl/>
          <w:lang w:bidi="fa-IR"/>
        </w:rPr>
        <w:t xml:space="preserve"> </w:t>
      </w:r>
      <w:r w:rsidRPr="00CA52B4">
        <w:rPr>
          <w:rtl/>
          <w:lang w:bidi="fa-IR"/>
        </w:rPr>
        <w:t>مات عام 95 ه‍ وقيل : 94 ه‍</w:t>
      </w:r>
      <w:r>
        <w:rPr>
          <w:rtl/>
          <w:lang w:bidi="fa-IR"/>
        </w:rPr>
        <w:t>.</w:t>
      </w:r>
    </w:p>
    <w:p w:rsidR="00843DF1" w:rsidRPr="00CA52B4" w:rsidRDefault="00843DF1" w:rsidP="00B10281">
      <w:pPr>
        <w:pStyle w:val="libVar"/>
        <w:rPr>
          <w:rtl/>
          <w:lang w:bidi="fa-IR"/>
        </w:rPr>
      </w:pPr>
      <w:r w:rsidRPr="00CA52B4">
        <w:rPr>
          <w:rtl/>
          <w:lang w:bidi="fa-IR"/>
        </w:rPr>
        <w:t>تهذيب التهذيب 10 / 13. الجرح والتعديل 8 / 208. الطبقات الكبرى 6 / 213 ، 405. ميزان الاعتدال 3 / 425.</w:t>
      </w:r>
    </w:p>
    <w:p w:rsidR="00843DF1" w:rsidRPr="00CA52B4" w:rsidRDefault="00843DF1" w:rsidP="00EB70B9">
      <w:pPr>
        <w:pStyle w:val="libBold1"/>
        <w:rPr>
          <w:rtl/>
          <w:lang w:bidi="fa-IR"/>
        </w:rPr>
      </w:pPr>
      <w:r w:rsidRPr="00CA52B4">
        <w:rPr>
          <w:rtl/>
        </w:rPr>
        <w:t>987</w:t>
      </w:r>
      <w:r>
        <w:rPr>
          <w:rtl/>
        </w:rPr>
        <w:t xml:space="preserve"> ـ </w:t>
      </w:r>
      <w:r w:rsidRPr="00CA52B4">
        <w:rPr>
          <w:rtl/>
        </w:rPr>
        <w:t xml:space="preserve">مالك </w:t>
      </w:r>
      <w:r>
        <w:rPr>
          <w:rtl/>
        </w:rPr>
        <w:t>(</w:t>
      </w:r>
      <w:r w:rsidRPr="00CA52B4">
        <w:rPr>
          <w:rtl/>
        </w:rPr>
        <w:t>الأشتر</w:t>
      </w:r>
      <w:r>
        <w:rPr>
          <w:rtl/>
        </w:rPr>
        <w:t>)</w:t>
      </w:r>
      <w:r w:rsidRPr="00CA52B4">
        <w:rPr>
          <w:rtl/>
        </w:rPr>
        <w:t xml:space="preserve"> ابن الحارث بن عبد يغوث بن الحارث بن معاوية بن صلاءة بن كعب بن المعقل بن كعب بن ربيعة بن الحارث بن كعب بن عمرو بن علة بن جلد بن أدد بن زيد بن يشجب بن عريب بن زيد بن كهلان بن سبأ النخعي المسموم 37 ه‍</w:t>
      </w:r>
      <w:r>
        <w:rPr>
          <w:rtl/>
        </w:rPr>
        <w:t>.</w:t>
      </w:r>
    </w:p>
    <w:p w:rsidR="00843DF1" w:rsidRPr="00CA52B4" w:rsidRDefault="00843DF1" w:rsidP="00347E77">
      <w:pPr>
        <w:pStyle w:val="libNormal"/>
        <w:rPr>
          <w:rtl/>
          <w:lang w:bidi="fa-IR"/>
        </w:rPr>
      </w:pPr>
      <w:r w:rsidRPr="00CA52B4">
        <w:rPr>
          <w:rtl/>
          <w:lang w:bidi="fa-IR"/>
        </w:rPr>
        <w:t xml:space="preserve">أمير من كبار الفرسان والشجعان ، وكان رئيس قومه ، أدرك الجاهلية وسكن الكوفة ، وشهد مع أمير المؤمنين </w:t>
      </w:r>
      <w:r>
        <w:rPr>
          <w:rtl/>
          <w:lang w:bidi="fa-IR"/>
        </w:rPr>
        <w:t>(</w:t>
      </w:r>
      <w:r w:rsidRPr="00CA52B4">
        <w:rPr>
          <w:rtl/>
          <w:lang w:bidi="fa-IR"/>
        </w:rPr>
        <w:t>عليه السلام</w:t>
      </w:r>
      <w:r>
        <w:rPr>
          <w:rtl/>
          <w:lang w:bidi="fa-IR"/>
        </w:rPr>
        <w:t>)</w:t>
      </w:r>
      <w:r w:rsidRPr="00CA52B4">
        <w:rPr>
          <w:rtl/>
          <w:lang w:bidi="fa-IR"/>
        </w:rPr>
        <w:t xml:space="preserve"> المواطن والمشاهد كلها ، وذهبت عينه في وقعة اليرموك ، أوفده عليّ </w:t>
      </w:r>
      <w:r>
        <w:rPr>
          <w:rtl/>
          <w:lang w:bidi="fa-IR"/>
        </w:rPr>
        <w:t>(</w:t>
      </w:r>
      <w:r w:rsidRPr="00CA52B4">
        <w:rPr>
          <w:rtl/>
          <w:lang w:bidi="fa-IR"/>
        </w:rPr>
        <w:t>عليه السلام</w:t>
      </w:r>
      <w:r>
        <w:rPr>
          <w:rtl/>
          <w:lang w:bidi="fa-IR"/>
        </w:rPr>
        <w:t>)</w:t>
      </w:r>
      <w:r w:rsidRPr="00CA52B4">
        <w:rPr>
          <w:rtl/>
          <w:lang w:bidi="fa-IR"/>
        </w:rPr>
        <w:t xml:space="preserve"> واليا لمصر</w:t>
      </w:r>
    </w:p>
    <w:p w:rsidR="00843DF1" w:rsidRPr="00CA52B4" w:rsidRDefault="00843DF1" w:rsidP="00B10281">
      <w:pPr>
        <w:pStyle w:val="libNormal0"/>
        <w:rPr>
          <w:rtl/>
          <w:lang w:bidi="fa-IR"/>
        </w:rPr>
      </w:pPr>
      <w:r>
        <w:rPr>
          <w:rtl/>
          <w:lang w:bidi="fa-IR"/>
        </w:rPr>
        <w:br w:type="page"/>
      </w:r>
      <w:r w:rsidRPr="00CA52B4">
        <w:rPr>
          <w:rtl/>
          <w:lang w:bidi="fa-IR"/>
        </w:rPr>
        <w:lastRenderedPageBreak/>
        <w:t>فدس إليه معاوية السم عام 37 / 38 ه‍ على يد عملائه فمات ، ولما بلغ معاوية موته خطب الناس ، فقال : أما بعد فإنّه كان لعليّ بن أبي طالب يمينان ، قطعت إحداهما يوم صفين ، وهو عمار بن ياسر ، وقد قطعت الأخرى اليوم وهو مالك الأشتر.</w:t>
      </w:r>
    </w:p>
    <w:p w:rsidR="00843DF1" w:rsidRPr="00CA52B4" w:rsidRDefault="00843DF1" w:rsidP="00347E77">
      <w:pPr>
        <w:pStyle w:val="libNormal"/>
        <w:rPr>
          <w:rtl/>
          <w:lang w:bidi="fa-IR"/>
        </w:rPr>
      </w:pPr>
      <w:r w:rsidRPr="00CA52B4">
        <w:rPr>
          <w:rtl/>
          <w:lang w:bidi="fa-IR"/>
        </w:rPr>
        <w:t>ولقد كتب كل من السيد محمد تقي الحكيم. والسيد محمد رضا الحكيم ، كتابا خاصا عن حياة مالك ، والكتابان مطبوعان.</w:t>
      </w:r>
    </w:p>
    <w:p w:rsidR="00843DF1" w:rsidRPr="00CA52B4" w:rsidRDefault="00843DF1" w:rsidP="00B10281">
      <w:pPr>
        <w:pStyle w:val="libVar"/>
        <w:rPr>
          <w:rtl/>
          <w:lang w:bidi="fa-IR"/>
        </w:rPr>
      </w:pPr>
      <w:r w:rsidRPr="00CA52B4">
        <w:rPr>
          <w:rtl/>
          <w:lang w:bidi="fa-IR"/>
        </w:rPr>
        <w:t>إتقان المقال / 111. أخبار شعراء الشيعة / 47. الأخبار الطوال / 120 ، 143 ، 147 ، 149 ، 150 ، 156 ، 161 ، 164 ، 167 ، 172 ، 177 ، 182 ، 190 ، 195.</w:t>
      </w:r>
      <w:r>
        <w:rPr>
          <w:rFonts w:hint="cs"/>
          <w:rtl/>
          <w:lang w:bidi="fa-IR"/>
        </w:rPr>
        <w:t xml:space="preserve"> </w:t>
      </w:r>
      <w:r w:rsidRPr="00CA52B4">
        <w:rPr>
          <w:rtl/>
          <w:lang w:bidi="fa-IR"/>
        </w:rPr>
        <w:t>الاشتقاق / 145 ، 297 ، 404. الإصابة 3 / 482. أعلام نهج البلاغة / 42. أعيان الشيعة 9 / 38. أنساب الأشراف 2 / 242 ، 298. الأعلام 6 / 131. الأنساب / 1112.</w:t>
      </w:r>
      <w:r>
        <w:rPr>
          <w:rFonts w:hint="cs"/>
          <w:rtl/>
          <w:lang w:bidi="fa-IR"/>
        </w:rPr>
        <w:t xml:space="preserve"> </w:t>
      </w:r>
      <w:r w:rsidRPr="00CA52B4">
        <w:rPr>
          <w:rtl/>
          <w:lang w:bidi="fa-IR"/>
        </w:rPr>
        <w:t>الإمامة والسياسة 1 / 82. البداية والنهاية 7 / 244. تاريخ الخميس 2 / 283. تحفة الأحباب / 301. تقريب التهذيب 2 / 224. تنقيح المقال 2 / 346. تهذيب التهذيب 10 / 11. جامع الرواة 2 / 37. الجرح والتعديل 8 / 207. خلاصة الأقوال / 169.</w:t>
      </w:r>
      <w:r>
        <w:rPr>
          <w:rFonts w:hint="cs"/>
          <w:rtl/>
          <w:lang w:bidi="fa-IR"/>
        </w:rPr>
        <w:t xml:space="preserve"> </w:t>
      </w:r>
      <w:r w:rsidRPr="00CA52B4">
        <w:rPr>
          <w:rtl/>
          <w:lang w:bidi="fa-IR"/>
        </w:rPr>
        <w:t>رجال ابن داود / 157. رجال الطوسي / 58. رجال الكشي / 65. رجال البرقي / 6.</w:t>
      </w:r>
      <w:r>
        <w:rPr>
          <w:rFonts w:hint="cs"/>
          <w:rtl/>
          <w:lang w:bidi="fa-IR"/>
        </w:rPr>
        <w:t xml:space="preserve"> </w:t>
      </w:r>
      <w:r w:rsidRPr="00CA52B4">
        <w:rPr>
          <w:rtl/>
          <w:lang w:bidi="fa-IR"/>
        </w:rPr>
        <w:t>سفينة البحار 1 / 684. شرح ابن أبي الحديد 1 / 257 ، 310</w:t>
      </w:r>
      <w:r>
        <w:rPr>
          <w:rtl/>
          <w:lang w:bidi="fa-IR"/>
        </w:rPr>
        <w:t xml:space="preserve"> ـ و 2</w:t>
      </w:r>
      <w:r w:rsidRPr="00CA52B4">
        <w:rPr>
          <w:rtl/>
          <w:lang w:bidi="fa-IR"/>
        </w:rPr>
        <w:t>0 / 93 الفهارس 238.</w:t>
      </w:r>
      <w:r>
        <w:rPr>
          <w:rFonts w:hint="cs"/>
          <w:rtl/>
          <w:lang w:bidi="fa-IR"/>
        </w:rPr>
        <w:t xml:space="preserve"> </w:t>
      </w:r>
      <w:r w:rsidRPr="00CA52B4">
        <w:rPr>
          <w:rtl/>
          <w:lang w:bidi="fa-IR"/>
        </w:rPr>
        <w:t xml:space="preserve">الطبقات الكبرى 3 / 71 </w:t>
      </w:r>
      <w:r>
        <w:rPr>
          <w:rtl/>
          <w:lang w:bidi="fa-IR"/>
        </w:rPr>
        <w:t>و 4</w:t>
      </w:r>
      <w:r w:rsidRPr="00CA52B4">
        <w:rPr>
          <w:rtl/>
          <w:lang w:bidi="fa-IR"/>
        </w:rPr>
        <w:t xml:space="preserve"> / 234. العقد الفريد 1 / 85 </w:t>
      </w:r>
      <w:r>
        <w:rPr>
          <w:rtl/>
          <w:lang w:bidi="fa-IR"/>
        </w:rPr>
        <w:t>و 3</w:t>
      </w:r>
      <w:r w:rsidRPr="00CA52B4">
        <w:rPr>
          <w:rtl/>
          <w:lang w:bidi="fa-IR"/>
        </w:rPr>
        <w:t xml:space="preserve"> / 311 </w:t>
      </w:r>
      <w:r>
        <w:rPr>
          <w:rtl/>
          <w:lang w:bidi="fa-IR"/>
        </w:rPr>
        <w:t>و 4</w:t>
      </w:r>
      <w:r w:rsidRPr="00CA52B4">
        <w:rPr>
          <w:rtl/>
          <w:lang w:bidi="fa-IR"/>
        </w:rPr>
        <w:t xml:space="preserve"> / 256 </w:t>
      </w:r>
      <w:r>
        <w:rPr>
          <w:rtl/>
          <w:lang w:bidi="fa-IR"/>
        </w:rPr>
        <w:t>و 5</w:t>
      </w:r>
      <w:r w:rsidRPr="00CA52B4">
        <w:rPr>
          <w:rtl/>
          <w:lang w:bidi="fa-IR"/>
        </w:rPr>
        <w:t xml:space="preserve"> / 36 ، 41</w:t>
      </w:r>
      <w:r>
        <w:rPr>
          <w:rtl/>
          <w:lang w:bidi="fa-IR"/>
        </w:rPr>
        <w:t xml:space="preserve"> ـ </w:t>
      </w:r>
      <w:r w:rsidRPr="00CA52B4">
        <w:rPr>
          <w:rtl/>
          <w:lang w:bidi="fa-IR"/>
        </w:rPr>
        <w:t>70. الغدير 2 / 73 ، 78 ، 79 ، 113</w:t>
      </w:r>
      <w:r>
        <w:rPr>
          <w:rtl/>
          <w:lang w:bidi="fa-IR"/>
        </w:rPr>
        <w:t xml:space="preserve"> ـ </w:t>
      </w:r>
      <w:r w:rsidRPr="00CA52B4">
        <w:rPr>
          <w:rtl/>
          <w:lang w:bidi="fa-IR"/>
        </w:rPr>
        <w:t>الفهارس / 263. الغارات 2 / 1039.</w:t>
      </w:r>
      <w:r>
        <w:rPr>
          <w:rFonts w:hint="cs"/>
          <w:rtl/>
          <w:lang w:bidi="fa-IR"/>
        </w:rPr>
        <w:t xml:space="preserve"> </w:t>
      </w:r>
      <w:r w:rsidRPr="00CA52B4">
        <w:rPr>
          <w:rtl/>
          <w:lang w:bidi="fa-IR"/>
        </w:rPr>
        <w:t>الفوائد الرجالية 1 / 266. فهرست الطوسي / 62. قاموس الرجال 7 / 463. الكامل في التأريخ 13 / 304</w:t>
      </w:r>
      <w:r>
        <w:rPr>
          <w:rtl/>
          <w:lang w:bidi="fa-IR"/>
        </w:rPr>
        <w:t xml:space="preserve"> ـ </w:t>
      </w:r>
      <w:r w:rsidRPr="00CA52B4">
        <w:rPr>
          <w:rtl/>
          <w:lang w:bidi="fa-IR"/>
        </w:rPr>
        <w:t>305. الكنى والألقاب 2 / 28. اللباب 3 / 304. مجالس المؤمنين 1 / 283. مجمع الرجال 5 / 89. مرآة الجنان 1 / 106. مروج الذهب 2 / 376.</w:t>
      </w:r>
      <w:r>
        <w:rPr>
          <w:rFonts w:hint="cs"/>
          <w:rtl/>
          <w:lang w:bidi="fa-IR"/>
        </w:rPr>
        <w:t xml:space="preserve"> </w:t>
      </w:r>
      <w:r w:rsidRPr="00CA52B4">
        <w:rPr>
          <w:rtl/>
          <w:lang w:bidi="fa-IR"/>
        </w:rPr>
        <w:t xml:space="preserve">المشتبه 1 / 27. معجم الثقات / 98 ، 324. معجم رجال الحديث 13 / 161. معجم الشعراء / 362 ، 28. منتهى المقال / 255. النجوم الزاهرة 1 / 90 ، 102. نقد الرجال / 279. النهاية في غريب الحديث 1 / 45 </w:t>
      </w:r>
      <w:r>
        <w:rPr>
          <w:rtl/>
          <w:lang w:bidi="fa-IR"/>
        </w:rPr>
        <w:t>و 2</w:t>
      </w:r>
      <w:r w:rsidRPr="00CA52B4">
        <w:rPr>
          <w:rtl/>
          <w:lang w:bidi="fa-IR"/>
        </w:rPr>
        <w:t xml:space="preserve"> / 306 </w:t>
      </w:r>
      <w:r>
        <w:rPr>
          <w:rtl/>
          <w:lang w:bidi="fa-IR"/>
        </w:rPr>
        <w:t>و 3</w:t>
      </w:r>
      <w:r w:rsidRPr="00CA52B4">
        <w:rPr>
          <w:rtl/>
          <w:lang w:bidi="fa-IR"/>
        </w:rPr>
        <w:t xml:space="preserve"> / 100 </w:t>
      </w:r>
      <w:r>
        <w:rPr>
          <w:rtl/>
          <w:lang w:bidi="fa-IR"/>
        </w:rPr>
        <w:t>و 5</w:t>
      </w:r>
      <w:r w:rsidRPr="00CA52B4">
        <w:rPr>
          <w:rtl/>
          <w:lang w:bidi="fa-IR"/>
        </w:rPr>
        <w:t xml:space="preserve"> / 294. وقعة صفين / 62 ، 154 ، 173 ، 175 ، 250 ، 258 ، 289 ، 364 ، 440 ، 467 ، 525 ، 506 ، 544. وفيات الأعيان 3 / 18 </w:t>
      </w:r>
      <w:r>
        <w:rPr>
          <w:rtl/>
          <w:lang w:bidi="fa-IR"/>
        </w:rPr>
        <w:t>و 7</w:t>
      </w:r>
      <w:r w:rsidRPr="00CA52B4">
        <w:rPr>
          <w:rtl/>
          <w:lang w:bidi="fa-IR"/>
        </w:rPr>
        <w:t xml:space="preserve"> / 195 ، 196.</w:t>
      </w:r>
    </w:p>
    <w:p w:rsidR="00843DF1" w:rsidRPr="00CA52B4" w:rsidRDefault="00843DF1" w:rsidP="00EB70B9">
      <w:pPr>
        <w:pStyle w:val="libBold1"/>
        <w:rPr>
          <w:rtl/>
          <w:lang w:bidi="fa-IR"/>
        </w:rPr>
      </w:pPr>
      <w:r w:rsidRPr="00CA52B4">
        <w:rPr>
          <w:rtl/>
        </w:rPr>
        <w:t>988</w:t>
      </w:r>
      <w:r>
        <w:rPr>
          <w:rtl/>
        </w:rPr>
        <w:t xml:space="preserve"> ـ </w:t>
      </w:r>
      <w:r w:rsidRPr="00CA52B4">
        <w:rPr>
          <w:rtl/>
        </w:rPr>
        <w:t>مالك بن حري بن ضمرة بن جابر بن قطن بن نهشل بن دارم بن مالك بن حنظلة بن مالك بن زيد مناة بن تميم النهشلي المقتول 37 ه‍</w:t>
      </w:r>
      <w:r>
        <w:rPr>
          <w:rtl/>
        </w:rPr>
        <w:t>.</w:t>
      </w:r>
    </w:p>
    <w:p w:rsidR="00843DF1" w:rsidRPr="00CA52B4" w:rsidRDefault="00843DF1" w:rsidP="00347E77">
      <w:pPr>
        <w:pStyle w:val="libNormal"/>
        <w:rPr>
          <w:rtl/>
          <w:lang w:bidi="fa-IR"/>
        </w:rPr>
      </w:pPr>
      <w:r w:rsidRPr="00CA52B4">
        <w:rPr>
          <w:rtl/>
          <w:lang w:bidi="fa-IR"/>
        </w:rPr>
        <w:t>فارس شجاع ، كان معه يوم صفين لواء بني حنظلة. وهو شاعر قتل في صفين ، ورثاه أخوه نهشل بن حري بعدة أبيات ، وكان من الشعراء</w:t>
      </w:r>
    </w:p>
    <w:p w:rsidR="00843DF1" w:rsidRPr="00CA52B4" w:rsidRDefault="00843DF1" w:rsidP="00B10281">
      <w:pPr>
        <w:pStyle w:val="libNormal0"/>
        <w:rPr>
          <w:rtl/>
          <w:lang w:bidi="fa-IR"/>
        </w:rPr>
      </w:pPr>
      <w:r>
        <w:rPr>
          <w:rtl/>
          <w:lang w:bidi="fa-IR"/>
        </w:rPr>
        <w:br w:type="page"/>
      </w:r>
      <w:r w:rsidRPr="00CA52B4">
        <w:rPr>
          <w:rtl/>
          <w:lang w:bidi="fa-IR"/>
        </w:rPr>
        <w:lastRenderedPageBreak/>
        <w:t>المخضرمين. وأبوه أيضا شاعر شريف ، كما كان جده ضمرة سيدا ضخم الشرف ، وكانوا من خير بيوت بني دارم. قال نهشل يرثي أخاه مالك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تطاول هذا الليل ما كاد ينجلي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كليل التمام ما يريد انصراما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فبت لذكرى مالك بكابة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أؤرّق من بعد العشاء نياما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أبى جزعي في مالك غير ذكره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فلا تعذليني أن جزعت أماما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سأبكي أخي ما دام صوت حمامة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يؤرّق من وادي البطاح حماما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أبعث أنواحا عليه بسحرة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تذرف عيناي الدموع سجاما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أدعو سراة الحيّ يبكون مالكا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أبعث نوحا يلتد من قياما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يقلن ثوى ربّ السماحة والندى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ذو عزّة يأبى بها أن يضاما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فارس خيل لا تساير خله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إذا اضطرمت نار العدو ضراما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أحيا عن الفحشاء من ذات كلة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يرى ما يهاب الصالحون حراما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أجرأ من ليث بخفان مخدر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أمضى إذا رام الرجال صداما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فلا ترجون ذا امة بعد مالك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لا جازرا للمنشئات غلاما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قل لهم لا يرحلوا الأدم بعده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لا يرفعوا نحو الجياد لجاما</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وقال أيضا في رثاء أخيه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أبكي الفتى الأبيض البهلول سنته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عند النداء فلا نكسا ولا ورعا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أبكي على مالك الأضياف إذ نزلوا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حين الشتاء وعزّ الرسل فانجدعا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لم يجد لقراهم غير مربعة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من العشار تزجّي تحتها ربعا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أهوى لها السيف ترا وهي راتعة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فأوهن السيف عظم الساق فانقطعا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فجاءهم بعد رقد الحيّ أطيبها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قد كفى منهم من غاب واضطجعا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يا فارس الروع يوم الروع قد علموا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صاحب العزم لا نكسا ولا طبعا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مدرك التبل في الأعداء يطلبه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إن طلبت بتبل عنده منعا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قالوا : أخوك أتى الناعي بمصرعه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فارتاع قلبي غداة البين فانصدعا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ثم ارعوى القلب شيئا بعد طيرته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النفس تعلم أن قد أثبتت وجعا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الإصابة 3 / 482. الأمالي / 49 ، 50. الأعلام 6 / 132. الأنساب / 764. تنقيح</w:t>
      </w:r>
    </w:p>
    <w:p w:rsidR="00843DF1" w:rsidRPr="00CA52B4" w:rsidRDefault="00843DF1" w:rsidP="00B10281">
      <w:pPr>
        <w:pStyle w:val="libVar0"/>
        <w:rPr>
          <w:rtl/>
          <w:lang w:bidi="fa-IR"/>
        </w:rPr>
      </w:pPr>
      <w:r>
        <w:rPr>
          <w:rtl/>
          <w:lang w:bidi="fa-IR"/>
        </w:rPr>
        <w:br w:type="page"/>
      </w:r>
      <w:r w:rsidRPr="00CA52B4">
        <w:rPr>
          <w:rtl/>
          <w:lang w:bidi="fa-IR"/>
        </w:rPr>
        <w:lastRenderedPageBreak/>
        <w:t>المقال 2 / 347. خزانة الأدب 1 / 151. سفينة البحار 2 / 550. شرح ابن أبي الحديد 5 / 211. اللباب 2 / 321. المشتبه 2 / 746. معجم الثقات / 325. وقعة صفين / 264</w:t>
      </w:r>
      <w:r>
        <w:rPr>
          <w:rtl/>
          <w:lang w:bidi="fa-IR"/>
        </w:rPr>
        <w:t xml:space="preserve"> ـ </w:t>
      </w:r>
      <w:r w:rsidRPr="00CA52B4">
        <w:rPr>
          <w:rtl/>
          <w:lang w:bidi="fa-IR"/>
        </w:rPr>
        <w:t>266.</w:t>
      </w:r>
    </w:p>
    <w:p w:rsidR="00843DF1" w:rsidRPr="00CA52B4" w:rsidRDefault="00843DF1" w:rsidP="00EB70B9">
      <w:pPr>
        <w:pStyle w:val="libBold1"/>
        <w:rPr>
          <w:rtl/>
          <w:lang w:bidi="fa-IR"/>
        </w:rPr>
      </w:pPr>
      <w:r w:rsidRPr="00CA52B4">
        <w:rPr>
          <w:rtl/>
        </w:rPr>
        <w:t>989</w:t>
      </w:r>
      <w:r>
        <w:rPr>
          <w:rtl/>
        </w:rPr>
        <w:t xml:space="preserve"> ـ </w:t>
      </w:r>
      <w:r w:rsidRPr="00CA52B4">
        <w:rPr>
          <w:rtl/>
        </w:rPr>
        <w:t>مالك بن حبيب اليربوعي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صاحب شرطته في الكوفة ، ولما قدم أمير المؤمنين </w:t>
      </w:r>
      <w:r>
        <w:rPr>
          <w:rtl/>
          <w:lang w:bidi="fa-IR"/>
        </w:rPr>
        <w:t>(</w:t>
      </w:r>
      <w:r w:rsidRPr="00CA52B4">
        <w:rPr>
          <w:rtl/>
          <w:lang w:bidi="fa-IR"/>
        </w:rPr>
        <w:t>عليه السلام</w:t>
      </w:r>
      <w:r>
        <w:rPr>
          <w:rtl/>
          <w:lang w:bidi="fa-IR"/>
        </w:rPr>
        <w:t>)</w:t>
      </w:r>
      <w:r w:rsidRPr="00CA52B4">
        <w:rPr>
          <w:rtl/>
          <w:lang w:bidi="fa-IR"/>
        </w:rPr>
        <w:t xml:space="preserve"> الكوفة ، بعد حرب البصرة يوم الاثنين لثنتي عشرة ليلة مضت من رجب سنة ست وثلاثين ، صعد المنبر وخطب في أهل الكوفة ، ولما انتهى من خطبته قام إليه مالك بن حبيب فقال : والله إنّي لأرى الهجر وإسماع المكروه لهم قليلا.</w:t>
      </w:r>
      <w:r>
        <w:rPr>
          <w:rFonts w:hint="cs"/>
          <w:rtl/>
          <w:lang w:bidi="fa-IR"/>
        </w:rPr>
        <w:t xml:space="preserve"> </w:t>
      </w:r>
      <w:r w:rsidRPr="00CA52B4">
        <w:rPr>
          <w:rtl/>
          <w:lang w:bidi="fa-IR"/>
        </w:rPr>
        <w:t>والله لئن أمرتنا لنقتلنهم.</w:t>
      </w:r>
    </w:p>
    <w:p w:rsidR="00843DF1" w:rsidRPr="00CA52B4" w:rsidRDefault="00843DF1" w:rsidP="00B10281">
      <w:pPr>
        <w:pStyle w:val="libVar"/>
        <w:rPr>
          <w:rtl/>
          <w:lang w:bidi="fa-IR"/>
        </w:rPr>
      </w:pPr>
      <w:r w:rsidRPr="00CA52B4">
        <w:rPr>
          <w:rtl/>
          <w:lang w:bidi="fa-IR"/>
        </w:rPr>
        <w:t>الكامل في التاريخ 3 / 147 ، 187 ، 238 ، 241. وقعة صفين / 4 ، 121 ، 132 ، 133 ، 140.</w:t>
      </w:r>
    </w:p>
    <w:p w:rsidR="00843DF1" w:rsidRPr="00CA52B4" w:rsidRDefault="00843DF1" w:rsidP="00EB70B9">
      <w:pPr>
        <w:pStyle w:val="libBold1"/>
        <w:rPr>
          <w:rtl/>
          <w:lang w:bidi="fa-IR"/>
        </w:rPr>
      </w:pPr>
      <w:r w:rsidRPr="00CA52B4">
        <w:rPr>
          <w:rtl/>
        </w:rPr>
        <w:t>990</w:t>
      </w:r>
      <w:r>
        <w:rPr>
          <w:rtl/>
        </w:rPr>
        <w:t xml:space="preserve"> ـ </w:t>
      </w:r>
      <w:r w:rsidRPr="00CA52B4">
        <w:rPr>
          <w:rtl/>
        </w:rPr>
        <w:t>مالك بن العجلان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عرفاء الشيعة ، وعلمائهم والمعروفين منهم بالتمسك بدين الحق.</w:t>
      </w:r>
      <w:r>
        <w:rPr>
          <w:rFonts w:hint="cs"/>
          <w:rtl/>
          <w:lang w:bidi="fa-IR"/>
        </w:rPr>
        <w:t xml:space="preserve"> </w:t>
      </w:r>
      <w:r w:rsidRPr="00CA52B4">
        <w:rPr>
          <w:rtl/>
          <w:lang w:bidi="fa-IR"/>
        </w:rPr>
        <w:t xml:space="preserve">قال أبو جعفر : لما اجتمعت الصحابة في مسجد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بعد قتل عثمان ، للنظر في أمر الإمامة ، أشار أبو الهيثم بن التيهان ، ورفاعة بن رافع ، ومالك بن العجلان ، وأبو أيوب الأنصاري ، وعمار بن ياسر ، بعليّ </w:t>
      </w:r>
      <w:r>
        <w:rPr>
          <w:rtl/>
          <w:lang w:bidi="fa-IR"/>
        </w:rPr>
        <w:t>(</w:t>
      </w:r>
      <w:r w:rsidRPr="00CA52B4">
        <w:rPr>
          <w:rtl/>
          <w:lang w:bidi="fa-IR"/>
        </w:rPr>
        <w:t>عليه السلام</w:t>
      </w:r>
      <w:r>
        <w:rPr>
          <w:rtl/>
          <w:lang w:bidi="fa-IR"/>
        </w:rPr>
        <w:t>).</w:t>
      </w:r>
      <w:r w:rsidRPr="00CA52B4">
        <w:rPr>
          <w:rtl/>
          <w:lang w:bidi="fa-IR"/>
        </w:rPr>
        <w:t xml:space="preserve"> وذكروا فضله وسابقته وجهاده وقرابته ، فأجابهم الناس إليه ، فقام كل واحد منهم خطيبا يذكر فضل عليّ فمنهم من فضّله على أهل عصره خاصة ، ومنهم من فضّله على المسلمين كافة. ثم بويع عليّ </w:t>
      </w:r>
      <w:r>
        <w:rPr>
          <w:rtl/>
          <w:lang w:bidi="fa-IR"/>
        </w:rPr>
        <w:t>(</w:t>
      </w:r>
      <w:r w:rsidRPr="00CA52B4">
        <w:rPr>
          <w:rtl/>
          <w:lang w:bidi="fa-IR"/>
        </w:rPr>
        <w:t>عليه السلام</w:t>
      </w:r>
      <w:r>
        <w:rPr>
          <w:rtl/>
          <w:lang w:bidi="fa-IR"/>
        </w:rPr>
        <w:t>)</w:t>
      </w:r>
      <w:r w:rsidRPr="00CA52B4">
        <w:rPr>
          <w:rtl/>
          <w:lang w:bidi="fa-IR"/>
        </w:rPr>
        <w:t xml:space="preserve"> ، وصعد المنبر</w:t>
      </w:r>
      <w:r>
        <w:rPr>
          <w:rtl/>
          <w:lang w:bidi="fa-IR"/>
        </w:rPr>
        <w:t xml:space="preserve"> ..</w:t>
      </w:r>
      <w:r w:rsidRPr="00CA52B4">
        <w:rPr>
          <w:rtl/>
          <w:lang w:bidi="fa-IR"/>
        </w:rPr>
        <w:t>. وهو غير مالك بن العجلان الخزرجي ، سيد الخزرج والأوس في الجاهلية.</w:t>
      </w:r>
    </w:p>
    <w:p w:rsidR="00843DF1" w:rsidRPr="00CA52B4" w:rsidRDefault="00843DF1" w:rsidP="00B10281">
      <w:pPr>
        <w:pStyle w:val="libVar"/>
        <w:rPr>
          <w:rtl/>
          <w:lang w:bidi="fa-IR"/>
        </w:rPr>
      </w:pPr>
      <w:r w:rsidRPr="00CA52B4">
        <w:rPr>
          <w:rtl/>
          <w:lang w:bidi="fa-IR"/>
        </w:rPr>
        <w:t xml:space="preserve">تنقيح المقال 2 / 348. شرح ابن أبي الحديد 4 / 8 </w:t>
      </w:r>
      <w:r>
        <w:rPr>
          <w:rtl/>
          <w:lang w:bidi="fa-IR"/>
        </w:rPr>
        <w:t>و 7</w:t>
      </w:r>
      <w:r w:rsidRPr="00CA52B4">
        <w:rPr>
          <w:rtl/>
          <w:lang w:bidi="fa-IR"/>
        </w:rPr>
        <w:t xml:space="preserve"> / 36. العقد الفريد 3 / 295. قاموس الرجال 7 / 471.</w:t>
      </w:r>
    </w:p>
    <w:p w:rsidR="00843DF1" w:rsidRPr="00CA52B4" w:rsidRDefault="00843DF1" w:rsidP="00EB70B9">
      <w:pPr>
        <w:pStyle w:val="libBold1"/>
        <w:rPr>
          <w:rtl/>
          <w:lang w:bidi="fa-IR"/>
        </w:rPr>
      </w:pPr>
      <w:r w:rsidRPr="00CA52B4">
        <w:rPr>
          <w:rtl/>
        </w:rPr>
        <w:t>991</w:t>
      </w:r>
      <w:r>
        <w:rPr>
          <w:rtl/>
        </w:rPr>
        <w:t xml:space="preserve"> ـ </w:t>
      </w:r>
      <w:r w:rsidRPr="00CA52B4">
        <w:rPr>
          <w:rtl/>
        </w:rPr>
        <w:t>مالك بن عمير الحنفي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 روى عن الرسول الأقدس </w:t>
      </w:r>
      <w:r>
        <w:rPr>
          <w:rtl/>
          <w:lang w:bidi="fa-IR"/>
        </w:rPr>
        <w:t>(</w:t>
      </w:r>
      <w:r w:rsidRPr="00CA52B4">
        <w:rPr>
          <w:rtl/>
          <w:lang w:bidi="fa-IR"/>
        </w:rPr>
        <w:t>صلّى الله عليه وآله وسلّم</w:t>
      </w:r>
      <w:r>
        <w:rPr>
          <w:rtl/>
          <w:lang w:bidi="fa-IR"/>
        </w:rPr>
        <w:t>)</w:t>
      </w:r>
      <w:r w:rsidRPr="00CA52B4">
        <w:rPr>
          <w:rtl/>
          <w:lang w:bidi="fa-IR"/>
        </w:rPr>
        <w:t xml:space="preserve"> وأدرك الجاهلية ، وروى عنه</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الكوفيون. روى أيضا عن صعصعة بن صوحان ، ووالان العجلي صاحب عبد الله بن مسعود. روى عنه إسماعيل بن سميع الحنفي ، وعماد بن معاوية الدهني. قال سماك بن حرب : سمعت أبا صفوان مالك بن عمير الأسدي يقول : قدمت مكة قبل أن يهاجر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فاشترى منّي رجلي سراويل فأرجح لي.</w:t>
      </w:r>
    </w:p>
    <w:p w:rsidR="00843DF1" w:rsidRPr="00CA52B4" w:rsidRDefault="00843DF1" w:rsidP="00B10281">
      <w:pPr>
        <w:pStyle w:val="libVar"/>
        <w:rPr>
          <w:rtl/>
          <w:lang w:bidi="fa-IR"/>
        </w:rPr>
      </w:pPr>
      <w:r w:rsidRPr="00CA52B4">
        <w:rPr>
          <w:rtl/>
          <w:lang w:bidi="fa-IR"/>
        </w:rPr>
        <w:t>الاستيعاب 3 / 380. أسد الغابة 4 / 287. الإصابة 3 / 351. تقريب التهذيب 2 / 226. تهذيب التهذيب 10 / 20. الجرح والتعديل 8 / 212. الطبقات الكبرى 6 / 63. المراسيل في الحديث / 134.</w:t>
      </w:r>
    </w:p>
    <w:p w:rsidR="00843DF1" w:rsidRPr="00CA52B4" w:rsidRDefault="00843DF1" w:rsidP="00EB70B9">
      <w:pPr>
        <w:pStyle w:val="libBold1"/>
        <w:rPr>
          <w:rtl/>
          <w:lang w:bidi="fa-IR"/>
        </w:rPr>
      </w:pPr>
      <w:r w:rsidRPr="00CA52B4">
        <w:rPr>
          <w:rtl/>
        </w:rPr>
        <w:t>992</w:t>
      </w:r>
      <w:r>
        <w:rPr>
          <w:rtl/>
        </w:rPr>
        <w:t xml:space="preserve"> ـ </w:t>
      </w:r>
      <w:r w:rsidRPr="00CA52B4">
        <w:rPr>
          <w:rtl/>
        </w:rPr>
        <w:t>مالك بن كعب الهمداني الأرحبي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استعمله عليّ على دومة الجندل. وحين بعث معاوية مسلم بن عقبة المري إليها. استخلف مالك عبد الرحمن بن عبد الله الكندي ، وخرج في ألف فارس ، واقتتلوا يوما ثم انصرف مسلم منهزما. وهو من العشرة الذين شهدوا في صحيفة التحكيم بصفّين ، بعد أن رفع أصحاب معاوية ، المصاحف على الرماح ، للخديعة والمكر والمكيدة.</w:t>
      </w:r>
    </w:p>
    <w:p w:rsidR="00843DF1" w:rsidRPr="00CA52B4" w:rsidRDefault="00843DF1" w:rsidP="00B10281">
      <w:pPr>
        <w:pStyle w:val="libVar"/>
        <w:rPr>
          <w:rtl/>
          <w:lang w:bidi="fa-IR"/>
        </w:rPr>
      </w:pPr>
      <w:r w:rsidRPr="00CA52B4">
        <w:rPr>
          <w:rtl/>
          <w:lang w:bidi="fa-IR"/>
        </w:rPr>
        <w:t>أنساب الأشراف 2 / 467. البداية والنهاية 7 / 317 ، 320. تاريخ الطبري 6 / 30 وج 6 / 77. تحفة الأحباب / 304. تنقيح المقال 2 / 348. الجرح والتعديل 8 / 215.</w:t>
      </w:r>
      <w:r>
        <w:rPr>
          <w:rFonts w:hint="cs"/>
          <w:rtl/>
          <w:lang w:bidi="fa-IR"/>
        </w:rPr>
        <w:t xml:space="preserve"> </w:t>
      </w:r>
      <w:r w:rsidRPr="00CA52B4">
        <w:rPr>
          <w:rtl/>
          <w:lang w:bidi="fa-IR"/>
        </w:rPr>
        <w:t xml:space="preserve">شرح ابن أبي الحديد 2 / 130 ، 300 </w:t>
      </w:r>
      <w:r>
        <w:rPr>
          <w:rtl/>
          <w:lang w:bidi="fa-IR"/>
        </w:rPr>
        <w:t>و 3</w:t>
      </w:r>
      <w:r w:rsidRPr="00CA52B4">
        <w:rPr>
          <w:rtl/>
          <w:lang w:bidi="fa-IR"/>
        </w:rPr>
        <w:t xml:space="preserve"> / 146 </w:t>
      </w:r>
      <w:r>
        <w:rPr>
          <w:rtl/>
          <w:lang w:bidi="fa-IR"/>
        </w:rPr>
        <w:t>و 6</w:t>
      </w:r>
      <w:r w:rsidRPr="00CA52B4">
        <w:rPr>
          <w:rtl/>
          <w:lang w:bidi="fa-IR"/>
        </w:rPr>
        <w:t xml:space="preserve"> / 91. الغدير 9 / 33. الغارات 2 / 1040. قاموس الرجال 7 / 473. الكامل في التأريخ 3 / 138 ، 371 ، 375. معجم الثقات / 325. النجوم الزاهرة 1 / 111. وقعة صفّين / 556.</w:t>
      </w:r>
    </w:p>
    <w:p w:rsidR="00843DF1" w:rsidRPr="00CA52B4" w:rsidRDefault="00843DF1" w:rsidP="00EB70B9">
      <w:pPr>
        <w:pStyle w:val="libBold1"/>
        <w:rPr>
          <w:rtl/>
          <w:lang w:bidi="fa-IR"/>
        </w:rPr>
      </w:pPr>
      <w:r w:rsidRPr="00CA52B4">
        <w:rPr>
          <w:rtl/>
        </w:rPr>
        <w:t>993</w:t>
      </w:r>
      <w:r>
        <w:rPr>
          <w:rtl/>
        </w:rPr>
        <w:t xml:space="preserve"> ـ </w:t>
      </w:r>
      <w:r w:rsidRPr="00CA52B4">
        <w:rPr>
          <w:rtl/>
        </w:rPr>
        <w:t>مالك بن نويرة بن جمرة بن شداد بن عبيد بن ثعلبة بن يربوع بن حنظلة بن مالك بن زيد مناة بن تميم بن مرّ بن أد بن طابخة بن الياس بن مضر المقتول في 12 ه‍</w:t>
      </w:r>
      <w:r>
        <w:rPr>
          <w:rtl/>
        </w:rPr>
        <w:t>.</w:t>
      </w:r>
    </w:p>
    <w:p w:rsidR="00843DF1" w:rsidRPr="00CA52B4" w:rsidRDefault="00843DF1" w:rsidP="00347E77">
      <w:pPr>
        <w:pStyle w:val="libNormal"/>
        <w:rPr>
          <w:rtl/>
          <w:lang w:bidi="fa-IR"/>
        </w:rPr>
      </w:pPr>
      <w:r w:rsidRPr="00CA52B4">
        <w:rPr>
          <w:rtl/>
          <w:lang w:bidi="fa-IR"/>
        </w:rPr>
        <w:t xml:space="preserve">فارس ، صحابي ، شاعر ، مناضل ، مثابر من أرداف الملوك في الجاهلية ، يقال له </w:t>
      </w:r>
      <w:r>
        <w:rPr>
          <w:rtl/>
          <w:lang w:bidi="fa-IR"/>
        </w:rPr>
        <w:t>(</w:t>
      </w:r>
      <w:r w:rsidRPr="00CA52B4">
        <w:rPr>
          <w:rtl/>
          <w:lang w:bidi="fa-IR"/>
        </w:rPr>
        <w:t>فارس ذي الخمار</w:t>
      </w:r>
      <w:r>
        <w:rPr>
          <w:rtl/>
          <w:lang w:bidi="fa-IR"/>
        </w:rPr>
        <w:t>)</w:t>
      </w:r>
      <w:r w:rsidRPr="00CA52B4">
        <w:rPr>
          <w:rtl/>
          <w:lang w:bidi="fa-IR"/>
        </w:rPr>
        <w:t xml:space="preserve"> وذو الخمار فرسه. أدرك الإسلام ، وأسلم وولّاه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صدقات قومه بني يربوع. ولما صارت الخلافة إلى أبي بكر بعث إليه أن يبايع فأبى ، وقال له : </w:t>
      </w:r>
      <w:r>
        <w:rPr>
          <w:rtl/>
          <w:lang w:bidi="fa-IR"/>
        </w:rPr>
        <w:t>أ</w:t>
      </w:r>
      <w:r w:rsidRPr="00CA52B4">
        <w:rPr>
          <w:rtl/>
          <w:lang w:bidi="fa-IR"/>
        </w:rPr>
        <w:t>ما تستحي أن تقوم</w:t>
      </w:r>
    </w:p>
    <w:p w:rsidR="00843DF1" w:rsidRPr="00CA52B4" w:rsidRDefault="00843DF1" w:rsidP="00B10281">
      <w:pPr>
        <w:pStyle w:val="libNormal0"/>
        <w:rPr>
          <w:rtl/>
          <w:lang w:bidi="fa-IR"/>
        </w:rPr>
      </w:pPr>
      <w:r>
        <w:rPr>
          <w:rtl/>
          <w:lang w:bidi="fa-IR"/>
        </w:rPr>
        <w:br w:type="page"/>
      </w:r>
      <w:r w:rsidRPr="00CA52B4">
        <w:rPr>
          <w:rtl/>
          <w:lang w:bidi="fa-IR"/>
        </w:rPr>
        <w:lastRenderedPageBreak/>
        <w:t>في مقام أقام الله ورسوله فيه غيرك ، وما ترك في يوم الغدير لأحد حجة ولا معذرة</w:t>
      </w:r>
      <w:r>
        <w:rPr>
          <w:rtl/>
          <w:lang w:bidi="fa-IR"/>
        </w:rPr>
        <w:t xml:space="preserve"> ..</w:t>
      </w:r>
      <w:r w:rsidRPr="00CA52B4">
        <w:rPr>
          <w:rtl/>
          <w:lang w:bidi="fa-IR"/>
        </w:rPr>
        <w:t>. فأرسل إليه خالد بن الوليد لمحاربته وقتله ، فتوجّه إليه خالد والتقى الفريقان فقتل مالك بن نويرة ، ونزى خالد على حليلته ، وقتل أصحابه المسلمين ، وفرّق شمله ، وأباد قومه ، ونهب أمواله.</w:t>
      </w:r>
    </w:p>
    <w:p w:rsidR="00843DF1" w:rsidRPr="00CA52B4" w:rsidRDefault="00843DF1" w:rsidP="00347E77">
      <w:pPr>
        <w:pStyle w:val="libNormal"/>
        <w:rPr>
          <w:rtl/>
          <w:lang w:bidi="fa-IR"/>
        </w:rPr>
      </w:pPr>
      <w:r w:rsidRPr="00CA52B4">
        <w:rPr>
          <w:rtl/>
          <w:lang w:bidi="fa-IR"/>
        </w:rPr>
        <w:t xml:space="preserve">لقد اختص مالك بأمير المؤمنين </w:t>
      </w:r>
      <w:r>
        <w:rPr>
          <w:rtl/>
          <w:lang w:bidi="fa-IR"/>
        </w:rPr>
        <w:t>(</w:t>
      </w:r>
      <w:r w:rsidRPr="00CA52B4">
        <w:rPr>
          <w:rtl/>
          <w:lang w:bidi="fa-IR"/>
        </w:rPr>
        <w:t>عليه السلام</w:t>
      </w:r>
      <w:r>
        <w:rPr>
          <w:rtl/>
          <w:lang w:bidi="fa-IR"/>
        </w:rPr>
        <w:t>)</w:t>
      </w:r>
      <w:r w:rsidRPr="00CA52B4">
        <w:rPr>
          <w:rtl/>
          <w:lang w:bidi="fa-IR"/>
        </w:rPr>
        <w:t xml:space="preserve"> وروى عن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أحاديث ، وأثنى عليه النبيّ </w:t>
      </w:r>
      <w:r>
        <w:rPr>
          <w:rtl/>
          <w:lang w:bidi="fa-IR"/>
        </w:rPr>
        <w:t>(</w:t>
      </w:r>
      <w:r w:rsidRPr="00CA52B4">
        <w:rPr>
          <w:rtl/>
          <w:lang w:bidi="fa-IR"/>
        </w:rPr>
        <w:t>صلّى الله عليه وآله وسلّم</w:t>
      </w:r>
      <w:r>
        <w:rPr>
          <w:rtl/>
          <w:lang w:bidi="fa-IR"/>
        </w:rPr>
        <w:t>)</w:t>
      </w:r>
      <w:r w:rsidRPr="00CA52B4">
        <w:rPr>
          <w:rtl/>
          <w:lang w:bidi="fa-IR"/>
        </w:rPr>
        <w:t xml:space="preserve"> بقوله : </w:t>
      </w:r>
      <w:r>
        <w:rPr>
          <w:rtl/>
          <w:lang w:bidi="fa-IR"/>
        </w:rPr>
        <w:t>(</w:t>
      </w:r>
      <w:r w:rsidRPr="00CA52B4">
        <w:rPr>
          <w:rtl/>
          <w:lang w:bidi="fa-IR"/>
        </w:rPr>
        <w:t>من أراد أن ينظر إلى رجل من أهل الجنة فلينظر إلى هذا</w:t>
      </w:r>
      <w:r>
        <w:rPr>
          <w:rtl/>
          <w:lang w:bidi="fa-IR"/>
        </w:rPr>
        <w:t>).</w:t>
      </w:r>
      <w:r w:rsidRPr="00CA52B4">
        <w:rPr>
          <w:rtl/>
          <w:lang w:bidi="fa-IR"/>
        </w:rPr>
        <w:t xml:space="preserve"> وأخباره وقضاياه كثيرة ، تجدها في معاجم السير والتأريخ.</w:t>
      </w:r>
    </w:p>
    <w:p w:rsidR="00843DF1" w:rsidRPr="00CA52B4" w:rsidRDefault="00843DF1" w:rsidP="00B10281">
      <w:pPr>
        <w:pStyle w:val="libVar"/>
        <w:rPr>
          <w:rtl/>
          <w:lang w:bidi="fa-IR"/>
        </w:rPr>
      </w:pPr>
      <w:r w:rsidRPr="00CA52B4">
        <w:rPr>
          <w:rtl/>
          <w:lang w:bidi="fa-IR"/>
        </w:rPr>
        <w:t>أسد الغابة 4 / 295. الإصابة 3 / 357. الأعلام 6 / 145. الأمالي / 18 ، 19 ، 20. البداية والنهاية 6 / 320. تاريخ الأمم والملوك 3 / 241. تحفة الأحباب / 304.</w:t>
      </w:r>
      <w:r>
        <w:rPr>
          <w:rFonts w:hint="cs"/>
          <w:rtl/>
          <w:lang w:bidi="fa-IR"/>
        </w:rPr>
        <w:t xml:space="preserve"> </w:t>
      </w:r>
      <w:r w:rsidRPr="00CA52B4">
        <w:rPr>
          <w:rtl/>
          <w:lang w:bidi="fa-IR"/>
        </w:rPr>
        <w:t>تنقيح المقال 2 / 348. جمهرة أنساب العرب / 193 ، 224. خزانة الأدب 1 / 236.</w:t>
      </w:r>
      <w:r>
        <w:rPr>
          <w:rFonts w:hint="cs"/>
          <w:rtl/>
          <w:lang w:bidi="fa-IR"/>
        </w:rPr>
        <w:t xml:space="preserve"> </w:t>
      </w:r>
      <w:r w:rsidRPr="00CA52B4">
        <w:rPr>
          <w:rtl/>
          <w:lang w:bidi="fa-IR"/>
        </w:rPr>
        <w:t xml:space="preserve">سفينة البحار 2 / 551. شذرات الذهب 1 / 15. شرح ابن أبي الحديد 1 / 179 </w:t>
      </w:r>
      <w:r>
        <w:rPr>
          <w:rtl/>
          <w:lang w:bidi="fa-IR"/>
        </w:rPr>
        <w:t>و 2</w:t>
      </w:r>
      <w:r w:rsidRPr="00CA52B4">
        <w:rPr>
          <w:rtl/>
          <w:lang w:bidi="fa-IR"/>
        </w:rPr>
        <w:t xml:space="preserve"> / 173 </w:t>
      </w:r>
      <w:r>
        <w:rPr>
          <w:rtl/>
          <w:lang w:bidi="fa-IR"/>
        </w:rPr>
        <w:t>و 4</w:t>
      </w:r>
      <w:r w:rsidRPr="00CA52B4">
        <w:rPr>
          <w:rtl/>
          <w:lang w:bidi="fa-IR"/>
        </w:rPr>
        <w:t xml:space="preserve"> / 210 </w:t>
      </w:r>
      <w:r>
        <w:rPr>
          <w:rtl/>
          <w:lang w:bidi="fa-IR"/>
        </w:rPr>
        <w:t>و 1</w:t>
      </w:r>
      <w:r w:rsidRPr="00CA52B4">
        <w:rPr>
          <w:rtl/>
          <w:lang w:bidi="fa-IR"/>
        </w:rPr>
        <w:t>7 / 158 ، 202</w:t>
      </w:r>
      <w:r>
        <w:rPr>
          <w:rtl/>
          <w:lang w:bidi="fa-IR"/>
        </w:rPr>
        <w:t xml:space="preserve"> ـ </w:t>
      </w:r>
      <w:r w:rsidRPr="00CA52B4">
        <w:rPr>
          <w:rtl/>
          <w:lang w:bidi="fa-IR"/>
        </w:rPr>
        <w:t xml:space="preserve">206. </w:t>
      </w:r>
      <w:r>
        <w:rPr>
          <w:rtl/>
          <w:lang w:bidi="fa-IR"/>
        </w:rPr>
        <w:t>و 1</w:t>
      </w:r>
      <w:r w:rsidRPr="00CA52B4">
        <w:rPr>
          <w:rtl/>
          <w:lang w:bidi="fa-IR"/>
        </w:rPr>
        <w:t xml:space="preserve">8 / 287 </w:t>
      </w:r>
      <w:r>
        <w:rPr>
          <w:rtl/>
          <w:lang w:bidi="fa-IR"/>
        </w:rPr>
        <w:t>و 2</w:t>
      </w:r>
      <w:r w:rsidRPr="00CA52B4">
        <w:rPr>
          <w:rtl/>
          <w:lang w:bidi="fa-IR"/>
        </w:rPr>
        <w:t xml:space="preserve">0 / 18. طبقات الشعراء / 48 ، 50 ، 277. عقد الفريد 8 / 82 </w:t>
      </w:r>
      <w:r>
        <w:rPr>
          <w:rtl/>
          <w:lang w:bidi="fa-IR"/>
        </w:rPr>
        <w:t>(</w:t>
      </w:r>
      <w:r w:rsidRPr="00CA52B4">
        <w:rPr>
          <w:rtl/>
          <w:lang w:bidi="fa-IR"/>
        </w:rPr>
        <w:t>الفهرست</w:t>
      </w:r>
      <w:r>
        <w:rPr>
          <w:rtl/>
          <w:lang w:bidi="fa-IR"/>
        </w:rPr>
        <w:t>).</w:t>
      </w:r>
      <w:r w:rsidRPr="00CA52B4">
        <w:rPr>
          <w:rtl/>
          <w:lang w:bidi="fa-IR"/>
        </w:rPr>
        <w:t xml:space="preserve"> الغدير 7 / 158</w:t>
      </w:r>
      <w:r>
        <w:rPr>
          <w:rtl/>
          <w:lang w:bidi="fa-IR"/>
        </w:rPr>
        <w:t xml:space="preserve"> ـ </w:t>
      </w:r>
      <w:r w:rsidRPr="00CA52B4">
        <w:rPr>
          <w:rtl/>
          <w:lang w:bidi="fa-IR"/>
        </w:rPr>
        <w:t xml:space="preserve">166. القاموس المحيط 2 / 150. الكامل في التأريخ 8 / 306. مرآة الجنان 1 / 62. معجم الثقات / 325. معجم الشعراء / 194 ، 360. مجالس المؤمنين 1 / 266. النهاية في غريب الحديث 3 / 23 </w:t>
      </w:r>
      <w:r>
        <w:rPr>
          <w:rtl/>
          <w:lang w:bidi="fa-IR"/>
        </w:rPr>
        <w:t>و 4</w:t>
      </w:r>
      <w:r w:rsidRPr="00CA52B4">
        <w:rPr>
          <w:rtl/>
          <w:lang w:bidi="fa-IR"/>
        </w:rPr>
        <w:t xml:space="preserve"> / 15. وفيات الأعيان 4 / 443 </w:t>
      </w:r>
      <w:r>
        <w:rPr>
          <w:rtl/>
          <w:lang w:bidi="fa-IR"/>
        </w:rPr>
        <w:t>و 5</w:t>
      </w:r>
      <w:r w:rsidRPr="00CA52B4">
        <w:rPr>
          <w:rtl/>
          <w:lang w:bidi="fa-IR"/>
        </w:rPr>
        <w:t xml:space="preserve"> / 33 </w:t>
      </w:r>
      <w:r>
        <w:rPr>
          <w:rtl/>
          <w:lang w:bidi="fa-IR"/>
        </w:rPr>
        <w:t>و 6</w:t>
      </w:r>
      <w:r w:rsidRPr="00CA52B4">
        <w:rPr>
          <w:rtl/>
          <w:lang w:bidi="fa-IR"/>
        </w:rPr>
        <w:t xml:space="preserve"> / 12</w:t>
      </w:r>
      <w:r>
        <w:rPr>
          <w:rtl/>
          <w:lang w:bidi="fa-IR"/>
        </w:rPr>
        <w:t xml:space="preserve"> ـ </w:t>
      </w:r>
      <w:r w:rsidRPr="00CA52B4">
        <w:rPr>
          <w:rtl/>
          <w:lang w:bidi="fa-IR"/>
        </w:rPr>
        <w:t>20.</w:t>
      </w:r>
    </w:p>
    <w:p w:rsidR="00843DF1" w:rsidRPr="00CA52B4" w:rsidRDefault="00843DF1" w:rsidP="00EB70B9">
      <w:pPr>
        <w:pStyle w:val="libBold1"/>
        <w:rPr>
          <w:rtl/>
          <w:lang w:bidi="fa-IR"/>
        </w:rPr>
      </w:pPr>
      <w:r w:rsidRPr="00CA52B4">
        <w:rPr>
          <w:rtl/>
        </w:rPr>
        <w:t>994</w:t>
      </w:r>
      <w:r>
        <w:rPr>
          <w:rtl/>
        </w:rPr>
        <w:t xml:space="preserve"> ـ </w:t>
      </w:r>
      <w:r w:rsidRPr="00CA52B4">
        <w:rPr>
          <w:rtl/>
        </w:rPr>
        <w:t>مالك بن يسار الحضرمي المقتول في 37 ه‍</w:t>
      </w:r>
      <w:r>
        <w:rPr>
          <w:rtl/>
        </w:rPr>
        <w:t>.</w:t>
      </w:r>
    </w:p>
    <w:p w:rsidR="00843DF1" w:rsidRPr="00CA52B4" w:rsidRDefault="00843DF1" w:rsidP="00347E77">
      <w:pPr>
        <w:pStyle w:val="libNormal"/>
        <w:rPr>
          <w:rtl/>
          <w:lang w:bidi="fa-IR"/>
        </w:rPr>
      </w:pPr>
      <w:r w:rsidRPr="00CA52B4">
        <w:rPr>
          <w:rtl/>
          <w:lang w:bidi="fa-IR"/>
        </w:rPr>
        <w:t>مقاتل ، ساهم في مقاتلة أصحاب معاوية بصفّين. خرج وسأل المبارزة فخرج إليه الجون بن مالك الحضرمي ، من أهل الشام ، فقتل الشامي ، الكوفي.</w:t>
      </w:r>
    </w:p>
    <w:p w:rsidR="00843DF1" w:rsidRPr="00CA52B4" w:rsidRDefault="00843DF1" w:rsidP="00B10281">
      <w:pPr>
        <w:pStyle w:val="libVar"/>
        <w:rPr>
          <w:rtl/>
          <w:lang w:bidi="fa-IR"/>
        </w:rPr>
      </w:pPr>
      <w:r w:rsidRPr="00CA52B4">
        <w:rPr>
          <w:rtl/>
          <w:lang w:bidi="fa-IR"/>
        </w:rPr>
        <w:t>وقعة صفّين / 270.</w:t>
      </w:r>
    </w:p>
    <w:p w:rsidR="00843DF1" w:rsidRPr="00CA52B4" w:rsidRDefault="00843DF1" w:rsidP="00EB70B9">
      <w:pPr>
        <w:pStyle w:val="libBold1"/>
        <w:rPr>
          <w:rtl/>
          <w:lang w:bidi="fa-IR"/>
        </w:rPr>
      </w:pPr>
      <w:r w:rsidRPr="00CA52B4">
        <w:rPr>
          <w:rtl/>
        </w:rPr>
        <w:t>995</w:t>
      </w:r>
      <w:r>
        <w:rPr>
          <w:rtl/>
        </w:rPr>
        <w:t xml:space="preserve"> ـ </w:t>
      </w:r>
      <w:r w:rsidRPr="00CA52B4">
        <w:rPr>
          <w:rtl/>
        </w:rPr>
        <w:t>مأمون العائذي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الرواة. وقيل : اسمه مازن ، وجاء العابدي.</w:t>
      </w:r>
    </w:p>
    <w:p w:rsidR="00843DF1" w:rsidRPr="00CA52B4" w:rsidRDefault="00843DF1" w:rsidP="00B10281">
      <w:pPr>
        <w:pStyle w:val="libVar"/>
        <w:rPr>
          <w:rtl/>
          <w:lang w:bidi="fa-IR"/>
        </w:rPr>
      </w:pPr>
      <w:r w:rsidRPr="00CA52B4">
        <w:rPr>
          <w:rtl/>
          <w:lang w:bidi="fa-IR"/>
        </w:rPr>
        <w:t>لسان الميزان 5 / 8. ميزان الاعتدال 3 / 430.</w:t>
      </w:r>
    </w:p>
    <w:p w:rsidR="00843DF1" w:rsidRPr="00CA52B4" w:rsidRDefault="00843DF1" w:rsidP="00EB70B9">
      <w:pPr>
        <w:pStyle w:val="libBold1"/>
        <w:rPr>
          <w:rtl/>
          <w:lang w:bidi="fa-IR"/>
        </w:rPr>
      </w:pPr>
      <w:r>
        <w:rPr>
          <w:rtl/>
          <w:lang w:bidi="fa-IR"/>
        </w:rPr>
        <w:br w:type="page"/>
      </w:r>
      <w:r w:rsidRPr="00CA52B4">
        <w:rPr>
          <w:rtl/>
        </w:rPr>
        <w:lastRenderedPageBreak/>
        <w:t>996</w:t>
      </w:r>
      <w:r>
        <w:rPr>
          <w:rtl/>
        </w:rPr>
        <w:t xml:space="preserve"> ـ </w:t>
      </w:r>
      <w:r w:rsidRPr="00CA52B4">
        <w:rPr>
          <w:rtl/>
        </w:rPr>
        <w:t>مبارك أبو الحجاج</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وجاء في بعض المراجع : أبو الحجاج واسمه مبارك.</w:t>
      </w:r>
    </w:p>
    <w:p w:rsidR="00843DF1" w:rsidRPr="00CA52B4" w:rsidRDefault="00843DF1" w:rsidP="00B10281">
      <w:pPr>
        <w:pStyle w:val="libVar"/>
        <w:rPr>
          <w:rtl/>
          <w:lang w:bidi="fa-IR"/>
        </w:rPr>
      </w:pPr>
      <w:r w:rsidRPr="00CA52B4">
        <w:rPr>
          <w:rtl/>
          <w:lang w:bidi="fa-IR"/>
        </w:rPr>
        <w:t>لسان الميزان 7 / 31.</w:t>
      </w:r>
    </w:p>
    <w:p w:rsidR="00843DF1" w:rsidRPr="00CA52B4" w:rsidRDefault="00843DF1" w:rsidP="00EB70B9">
      <w:pPr>
        <w:pStyle w:val="libBold1"/>
        <w:rPr>
          <w:rtl/>
          <w:lang w:bidi="fa-IR"/>
        </w:rPr>
      </w:pPr>
      <w:r w:rsidRPr="00CA52B4">
        <w:rPr>
          <w:rtl/>
        </w:rPr>
        <w:t>997</w:t>
      </w:r>
      <w:r>
        <w:rPr>
          <w:rtl/>
        </w:rPr>
        <w:t xml:space="preserve"> ـ </w:t>
      </w:r>
      <w:r w:rsidRPr="00CA52B4">
        <w:rPr>
          <w:rtl/>
        </w:rPr>
        <w:t>المثنّى بن مخرمة العبدي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شهد الجمل ، وكان ممن عقروا الجمل بأمر أمير المؤمنين </w:t>
      </w:r>
      <w:r>
        <w:rPr>
          <w:rtl/>
          <w:lang w:bidi="fa-IR"/>
        </w:rPr>
        <w:t>(</w:t>
      </w:r>
      <w:r w:rsidRPr="00CA52B4">
        <w:rPr>
          <w:rtl/>
          <w:lang w:bidi="fa-IR"/>
        </w:rPr>
        <w:t>عليه السلام</w:t>
      </w:r>
      <w:r>
        <w:rPr>
          <w:rtl/>
          <w:lang w:bidi="fa-IR"/>
        </w:rPr>
        <w:t>)</w:t>
      </w:r>
      <w:r w:rsidRPr="00CA52B4">
        <w:rPr>
          <w:rtl/>
          <w:lang w:bidi="fa-IR"/>
        </w:rPr>
        <w:t xml:space="preserve"> ، وشديد التعصب في محبته ، وهو الذي وقف بوجه ابن الحضرمي لما نزل في بنى تميم ، وأرسل إلى الرءوس فأتوه ، ودعاهم إلى نصرة معاوية ، فقام المثنّى وقال : «لا والّذي لا إله إلّا هو لئن ترجع إلى مكانك الذي أقبلت منه لنجاهدنّك بأسيافنا ، وأيدينا ونبالنا ، وأسنة رماحنا ، نحن ندع ابن عمّ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وسيد المسلمين ، وندخل في طاعة حزب من الأحزاب طاغ</w:t>
      </w:r>
      <w:r>
        <w:rPr>
          <w:rtl/>
          <w:lang w:bidi="fa-IR"/>
        </w:rPr>
        <w:t xml:space="preserve"> ..</w:t>
      </w:r>
      <w:r w:rsidRPr="00CA52B4">
        <w:rPr>
          <w:rtl/>
          <w:lang w:bidi="fa-IR"/>
        </w:rPr>
        <w:t>. والله لا يكون ذلك أبدا ، حتّى نسيّر كتيبة ، ونفلق السيوف بالهام</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أنساب الأشراف 2 / 248 ، 426. الأعلام 6 / 159. جمهرة أنساب العرب / 299 وفيه : المثنّى بن مخربة. شرح ابن أبي الحديد 4 / 41. الغدير 9 / 166 ، 168.</w:t>
      </w:r>
      <w:r>
        <w:rPr>
          <w:rFonts w:hint="cs"/>
          <w:rtl/>
          <w:lang w:bidi="fa-IR"/>
        </w:rPr>
        <w:t xml:space="preserve"> </w:t>
      </w:r>
      <w:r w:rsidRPr="00CA52B4">
        <w:rPr>
          <w:rtl/>
          <w:lang w:bidi="fa-IR"/>
        </w:rPr>
        <w:t xml:space="preserve">الغارات 1 / 387. قاموس الرجال 7 / 479. الكامل في التأريخ 3 / 361 </w:t>
      </w:r>
      <w:r>
        <w:rPr>
          <w:rtl/>
          <w:lang w:bidi="fa-IR"/>
        </w:rPr>
        <w:t>و 4</w:t>
      </w:r>
      <w:r w:rsidRPr="00CA52B4">
        <w:rPr>
          <w:rtl/>
          <w:lang w:bidi="fa-IR"/>
        </w:rPr>
        <w:t xml:space="preserve"> / 161 ، 183 ، 185 ، 211 ، 244 ، 245.</w:t>
      </w:r>
    </w:p>
    <w:p w:rsidR="00843DF1" w:rsidRPr="00CA52B4" w:rsidRDefault="00843DF1" w:rsidP="00EB70B9">
      <w:pPr>
        <w:pStyle w:val="libBold1"/>
        <w:rPr>
          <w:rtl/>
          <w:lang w:bidi="fa-IR"/>
        </w:rPr>
      </w:pPr>
      <w:r w:rsidRPr="00CA52B4">
        <w:rPr>
          <w:rtl/>
        </w:rPr>
        <w:t>998</w:t>
      </w:r>
      <w:r>
        <w:rPr>
          <w:rtl/>
        </w:rPr>
        <w:t xml:space="preserve"> ـ </w:t>
      </w:r>
      <w:r w:rsidRPr="00CA52B4">
        <w:rPr>
          <w:rtl/>
        </w:rPr>
        <w:t xml:space="preserve">مجاهد </w:t>
      </w:r>
      <w:r>
        <w:rPr>
          <w:rtl/>
        </w:rPr>
        <w:t>(</w:t>
      </w:r>
      <w:r w:rsidRPr="00CA52B4">
        <w:rPr>
          <w:rtl/>
        </w:rPr>
        <w:t>أبو الحجاج</w:t>
      </w:r>
      <w:r>
        <w:rPr>
          <w:rtl/>
        </w:rPr>
        <w:t>)</w:t>
      </w:r>
      <w:r w:rsidRPr="00CA52B4">
        <w:rPr>
          <w:rtl/>
        </w:rPr>
        <w:t xml:space="preserve"> ابن جبر المكي المخزومي المقري المتوفى 101 ه‍</w:t>
      </w:r>
      <w:r>
        <w:rPr>
          <w:rtl/>
        </w:rPr>
        <w:t>.</w:t>
      </w:r>
    </w:p>
    <w:p w:rsidR="00843DF1" w:rsidRPr="00CA52B4" w:rsidRDefault="00843DF1" w:rsidP="00347E77">
      <w:pPr>
        <w:pStyle w:val="libNormal"/>
        <w:rPr>
          <w:rtl/>
          <w:lang w:bidi="fa-IR"/>
        </w:rPr>
      </w:pPr>
      <w:r w:rsidRPr="00CA52B4">
        <w:rPr>
          <w:rtl/>
          <w:lang w:bidi="fa-IR"/>
        </w:rPr>
        <w:t>محدّث ، روى عنه خلق كثير. وكذا حدّث عن أم هاني بنت أبي طالب. وجابر بن عبد الله. ورافع بن خديج. كان ثقة فقيها عالما كثير الحديث ، ورعا عابدا متقنا قارئا. مات سنة 101 ، 102. وكان أعلم أهل زمانه بالتفسير ، عرض القرآن على ابن عباس ثلاثين مرة. ومات وهو ساجد.</w:t>
      </w:r>
    </w:p>
    <w:p w:rsidR="00843DF1" w:rsidRPr="00CA52B4" w:rsidRDefault="00843DF1" w:rsidP="00B10281">
      <w:pPr>
        <w:pStyle w:val="libVar"/>
        <w:rPr>
          <w:rtl/>
          <w:lang w:bidi="fa-IR"/>
        </w:rPr>
      </w:pPr>
      <w:r w:rsidRPr="00CA52B4">
        <w:rPr>
          <w:rtl/>
          <w:lang w:bidi="fa-IR"/>
        </w:rPr>
        <w:t>الإصابة 3 / 485. الأعلام 6 / 161. البداية والنهاية 9 / 224. تذكرة الحفاظ 1 / 92. تاريخ جرجان / 30 ، 108 ، 183 ، 231 ، 271 ، 359 ، 363 ، 376 ، 549.</w:t>
      </w:r>
      <w:r>
        <w:rPr>
          <w:rFonts w:hint="cs"/>
          <w:rtl/>
          <w:lang w:bidi="fa-IR"/>
        </w:rPr>
        <w:t xml:space="preserve"> </w:t>
      </w:r>
      <w:r w:rsidRPr="00CA52B4">
        <w:rPr>
          <w:rtl/>
          <w:lang w:bidi="fa-IR"/>
        </w:rPr>
        <w:t>تقريب التهذيب 2 / 229. تهذيب التهذيب 10 / 42. الجرح والتعديل 8 / 319. جمهرة أنساب العرب / 142. حلية الأولياء 3 / 279. شذرات الذهب 1 / 125. طبقات</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الحفاظ / 35. الطبقات الكبرى 5 / 466. طبقات المفسرين 2 / 305. الفوائد الرجالية 3 / 126. قاموس الرجال 7 / 481. الكامل في التاريخ 3 / 497 </w:t>
      </w:r>
      <w:r>
        <w:rPr>
          <w:rtl/>
          <w:lang w:bidi="fa-IR"/>
        </w:rPr>
        <w:t>و 5</w:t>
      </w:r>
      <w:r w:rsidRPr="00CA52B4">
        <w:rPr>
          <w:rtl/>
          <w:lang w:bidi="fa-IR"/>
        </w:rPr>
        <w:t xml:space="preserve"> / 27 ، 78. مرآة الجنان 1 / 214. المعارف / 196. ميزان الاعتدال 3 / 439. المجروحون 3 / 284.</w:t>
      </w:r>
      <w:r>
        <w:rPr>
          <w:rFonts w:hint="cs"/>
          <w:rtl/>
          <w:lang w:bidi="fa-IR"/>
        </w:rPr>
        <w:t xml:space="preserve"> </w:t>
      </w:r>
      <w:r w:rsidRPr="00CA52B4">
        <w:rPr>
          <w:rtl/>
          <w:lang w:bidi="fa-IR"/>
        </w:rPr>
        <w:t>النهاية في غريب الحديث 5 / 432.</w:t>
      </w:r>
    </w:p>
    <w:p w:rsidR="00843DF1" w:rsidRPr="00CA52B4" w:rsidRDefault="00843DF1" w:rsidP="00EB70B9">
      <w:pPr>
        <w:pStyle w:val="libBold1"/>
        <w:rPr>
          <w:rtl/>
          <w:lang w:bidi="fa-IR"/>
        </w:rPr>
      </w:pPr>
      <w:r w:rsidRPr="00CA52B4">
        <w:rPr>
          <w:rtl/>
        </w:rPr>
        <w:t>999</w:t>
      </w:r>
      <w:r>
        <w:rPr>
          <w:rtl/>
        </w:rPr>
        <w:t xml:space="preserve"> ـ </w:t>
      </w:r>
      <w:r w:rsidRPr="00CA52B4">
        <w:rPr>
          <w:rtl/>
        </w:rPr>
        <w:t>مجزأة بن ثور بن عفير بن زهير بن عمرو بن كعب بن سدوس السدوسي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صحابي. شاعر. فارس. وكان رئيسا شريفا ، اشترك في صفين ، وحارب أهل الشام مع ربيعة. فقد جاء أنّ ربيعة بعد مقتل أبي عرفاء ، شدت شدة عظيمة على صفوف أهل الشام فنقضتها. وفي ذلك قال مجزأة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sidRPr="00CA52B4">
              <w:rPr>
                <w:rtl/>
                <w:lang w:bidi="fa-IR"/>
              </w:rPr>
              <w:t>أضربهم ولا أرى معاوية</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الأبرج العين العظيم الحاوية</w:t>
            </w:r>
            <w:r w:rsidRPr="00B10281">
              <w:rPr>
                <w:rStyle w:val="libPoemTiniCharChar"/>
                <w:rtl/>
              </w:rPr>
              <w:br/>
              <w:t> </w:t>
            </w:r>
          </w:p>
        </w:tc>
      </w:tr>
      <w:tr w:rsidR="00843DF1" w:rsidRPr="00CA52B4" w:rsidTr="00C360D4">
        <w:trPr>
          <w:tblCellSpacing w:w="15" w:type="dxa"/>
          <w:jc w:val="center"/>
        </w:trPr>
        <w:tc>
          <w:tcPr>
            <w:tcW w:w="2361" w:type="pct"/>
            <w:vAlign w:val="center"/>
            <w:hideMark/>
          </w:tcPr>
          <w:p w:rsidR="00843DF1" w:rsidRPr="00CA52B4" w:rsidRDefault="00843DF1" w:rsidP="00B10281">
            <w:pPr>
              <w:pStyle w:val="libPoem"/>
            </w:pPr>
            <w:r w:rsidRPr="00CA52B4">
              <w:rPr>
                <w:rtl/>
                <w:lang w:bidi="fa-IR"/>
              </w:rPr>
              <w:t>هوت به في النار أم هاوية</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جاوره فيها كلاب عاوية</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sidRPr="00CA52B4">
              <w:rPr>
                <w:rtl/>
              </w:rPr>
              <w:t>أغوى طغا ما لا هدته هادية</w:t>
            </w:r>
          </w:p>
        </w:tc>
      </w:tr>
    </w:tbl>
    <w:p w:rsidR="00843DF1" w:rsidRPr="00CA52B4" w:rsidRDefault="00843DF1" w:rsidP="00347E77">
      <w:pPr>
        <w:pStyle w:val="libNormal"/>
        <w:rPr>
          <w:rtl/>
          <w:lang w:bidi="fa-IR"/>
        </w:rPr>
      </w:pPr>
      <w:r w:rsidRPr="00CA52B4">
        <w:rPr>
          <w:rtl/>
          <w:lang w:bidi="fa-IR"/>
        </w:rPr>
        <w:t xml:space="preserve">وما جاء في بعض المراجع أبو مجزأة بن ثور ، فغير صحيح. كما أنّ الأبيات هذه نسبت إلى عليّ </w:t>
      </w:r>
      <w:r>
        <w:rPr>
          <w:rtl/>
          <w:lang w:bidi="fa-IR"/>
        </w:rPr>
        <w:t>(</w:t>
      </w:r>
      <w:r w:rsidRPr="00CA52B4">
        <w:rPr>
          <w:rtl/>
          <w:lang w:bidi="fa-IR"/>
        </w:rPr>
        <w:t>عليه السلام</w:t>
      </w:r>
      <w:r>
        <w:rPr>
          <w:rtl/>
          <w:lang w:bidi="fa-IR"/>
        </w:rPr>
        <w:t>)</w:t>
      </w:r>
      <w:r w:rsidRPr="00CA52B4">
        <w:rPr>
          <w:rtl/>
          <w:lang w:bidi="fa-IR"/>
        </w:rPr>
        <w:t xml:space="preserve"> في موضع ، وإلى الأشتر في موضع آخر.</w:t>
      </w:r>
    </w:p>
    <w:p w:rsidR="00843DF1" w:rsidRPr="00CA52B4" w:rsidRDefault="00843DF1" w:rsidP="00B10281">
      <w:pPr>
        <w:pStyle w:val="libVar"/>
        <w:rPr>
          <w:rtl/>
          <w:lang w:bidi="fa-IR"/>
        </w:rPr>
      </w:pPr>
      <w:r w:rsidRPr="00CA52B4">
        <w:rPr>
          <w:rtl/>
          <w:lang w:bidi="fa-IR"/>
        </w:rPr>
        <w:t>أسد الغابة 4 / 302. الإصابة 3 / 364. أعيان الشيعة 7 / 112. الأعلام 6 / 164.</w:t>
      </w:r>
      <w:r>
        <w:rPr>
          <w:rFonts w:hint="cs"/>
          <w:rtl/>
          <w:lang w:bidi="fa-IR"/>
        </w:rPr>
        <w:t xml:space="preserve"> </w:t>
      </w:r>
      <w:r w:rsidRPr="00CA52B4">
        <w:rPr>
          <w:rtl/>
          <w:lang w:bidi="fa-IR"/>
        </w:rPr>
        <w:t xml:space="preserve">شرح ابن أبي الحديد 1 / 180 </w:t>
      </w:r>
      <w:r>
        <w:rPr>
          <w:rtl/>
          <w:lang w:bidi="fa-IR"/>
        </w:rPr>
        <w:t>و 5</w:t>
      </w:r>
      <w:r w:rsidRPr="00CA52B4">
        <w:rPr>
          <w:rtl/>
          <w:lang w:bidi="fa-IR"/>
        </w:rPr>
        <w:t xml:space="preserve"> / 240 </w:t>
      </w:r>
      <w:r>
        <w:rPr>
          <w:rtl/>
          <w:lang w:bidi="fa-IR"/>
        </w:rPr>
        <w:t>و 1</w:t>
      </w:r>
      <w:r w:rsidRPr="00CA52B4">
        <w:rPr>
          <w:rtl/>
          <w:lang w:bidi="fa-IR"/>
        </w:rPr>
        <w:t>2 / 114. الكامل في التاريخ 2 / 546</w:t>
      </w:r>
      <w:r>
        <w:rPr>
          <w:rtl/>
          <w:lang w:bidi="fa-IR"/>
        </w:rPr>
        <w:t xml:space="preserve"> ـ </w:t>
      </w:r>
      <w:r w:rsidRPr="00CA52B4">
        <w:rPr>
          <w:rtl/>
          <w:lang w:bidi="fa-IR"/>
        </w:rPr>
        <w:t>549. وقعة صفين / 305.</w:t>
      </w:r>
    </w:p>
    <w:p w:rsidR="00843DF1" w:rsidRPr="00CA52B4" w:rsidRDefault="00843DF1" w:rsidP="00EB70B9">
      <w:pPr>
        <w:pStyle w:val="libBold1"/>
        <w:rPr>
          <w:rtl/>
          <w:lang w:bidi="fa-IR"/>
        </w:rPr>
      </w:pPr>
      <w:r w:rsidRPr="00CA52B4">
        <w:rPr>
          <w:rtl/>
        </w:rPr>
        <w:t>1000</w:t>
      </w:r>
      <w:r>
        <w:rPr>
          <w:rtl/>
        </w:rPr>
        <w:t xml:space="preserve"> ـ </w:t>
      </w:r>
      <w:r w:rsidRPr="00CA52B4">
        <w:rPr>
          <w:rtl/>
        </w:rPr>
        <w:t>محرز بن جريش بن ضليع</w:t>
      </w:r>
      <w:r>
        <w:rPr>
          <w:rtl/>
        </w:rPr>
        <w:t xml:space="preserve"> ....</w:t>
      </w:r>
    </w:p>
    <w:p w:rsidR="00843DF1" w:rsidRPr="00CA52B4" w:rsidRDefault="00843DF1" w:rsidP="00347E77">
      <w:pPr>
        <w:pStyle w:val="libNormal"/>
        <w:rPr>
          <w:rtl/>
          <w:lang w:bidi="fa-IR"/>
        </w:rPr>
      </w:pPr>
      <w:r w:rsidRPr="00CA52B4">
        <w:rPr>
          <w:rtl/>
          <w:lang w:bidi="fa-IR"/>
        </w:rPr>
        <w:t xml:space="preserve">محارب فارس ، وكان يدعى </w:t>
      </w:r>
      <w:r>
        <w:rPr>
          <w:rtl/>
          <w:lang w:bidi="fa-IR"/>
        </w:rPr>
        <w:t>(</w:t>
      </w:r>
      <w:r w:rsidRPr="00CA52B4">
        <w:rPr>
          <w:rtl/>
          <w:lang w:bidi="fa-IR"/>
        </w:rPr>
        <w:t>مخضخضا</w:t>
      </w:r>
      <w:r>
        <w:rPr>
          <w:rtl/>
          <w:lang w:bidi="fa-IR"/>
        </w:rPr>
        <w:t>)</w:t>
      </w:r>
      <w:r w:rsidRPr="00CA52B4">
        <w:rPr>
          <w:rtl/>
          <w:lang w:bidi="fa-IR"/>
        </w:rPr>
        <w:t xml:space="preserve"> قال ، بعد كتابة وثيقة التحكيم لأمير المؤمنين </w:t>
      </w:r>
      <w:r>
        <w:rPr>
          <w:rtl/>
          <w:lang w:bidi="fa-IR"/>
        </w:rPr>
        <w:t>(</w:t>
      </w:r>
      <w:r w:rsidRPr="00CA52B4">
        <w:rPr>
          <w:rtl/>
          <w:lang w:bidi="fa-IR"/>
        </w:rPr>
        <w:t>عليه السلام</w:t>
      </w:r>
      <w:r>
        <w:rPr>
          <w:rtl/>
          <w:lang w:bidi="fa-IR"/>
        </w:rPr>
        <w:t>)</w:t>
      </w:r>
      <w:r w:rsidRPr="00CA52B4">
        <w:rPr>
          <w:rtl/>
          <w:lang w:bidi="fa-IR"/>
        </w:rPr>
        <w:t xml:space="preserve"> : يا أمير المؤمنين ما إلى الرجوع عن هذا الكتاب سبيل</w:t>
      </w:r>
      <w:r>
        <w:rPr>
          <w:rtl/>
          <w:lang w:bidi="fa-IR"/>
        </w:rPr>
        <w:t>؟</w:t>
      </w:r>
      <w:r w:rsidRPr="00CA52B4">
        <w:rPr>
          <w:rtl/>
          <w:lang w:bidi="fa-IR"/>
        </w:rPr>
        <w:t xml:space="preserve"> فو الله إنّي لأخاف أن يورث ذلا. فقال عليّ : أبعد أن كتبناه ننقضه</w:t>
      </w:r>
      <w:r>
        <w:rPr>
          <w:rtl/>
          <w:lang w:bidi="fa-IR"/>
        </w:rPr>
        <w:t>؟</w:t>
      </w:r>
      <w:r w:rsidRPr="00CA52B4">
        <w:rPr>
          <w:rtl/>
          <w:lang w:bidi="fa-IR"/>
        </w:rPr>
        <w:t xml:space="preserve"> إنّ هذا لا يحل. وكان محرز يدعى مخضخضا ، وذاك أنّه أخذ عنزة </w:t>
      </w:r>
      <w:r>
        <w:rPr>
          <w:rtl/>
          <w:lang w:bidi="fa-IR"/>
        </w:rPr>
        <w:t>(</w:t>
      </w:r>
      <w:r w:rsidRPr="00CA52B4">
        <w:rPr>
          <w:rtl/>
          <w:lang w:bidi="fa-IR"/>
        </w:rPr>
        <w:t>رميح صغير</w:t>
      </w:r>
      <w:r>
        <w:rPr>
          <w:rtl/>
          <w:lang w:bidi="fa-IR"/>
        </w:rPr>
        <w:t>)</w:t>
      </w:r>
      <w:r w:rsidRPr="00CA52B4">
        <w:rPr>
          <w:rtl/>
          <w:lang w:bidi="fa-IR"/>
        </w:rPr>
        <w:t xml:space="preserve"> بصفين ، وأخذ معه أداوة من ماء فإذا وجد رجلا من أصحاب عليّ جريحا سقاه من الماء ، وإذا وجد رجلا من أصحاب معاوية</w:t>
      </w:r>
    </w:p>
    <w:p w:rsidR="00843DF1" w:rsidRPr="00CA52B4" w:rsidRDefault="00843DF1" w:rsidP="00B10281">
      <w:pPr>
        <w:pStyle w:val="libNormal0"/>
        <w:rPr>
          <w:rtl/>
          <w:lang w:bidi="fa-IR"/>
        </w:rPr>
      </w:pPr>
      <w:r>
        <w:rPr>
          <w:rtl/>
          <w:lang w:bidi="fa-IR"/>
        </w:rPr>
        <w:br w:type="page"/>
      </w:r>
      <w:r w:rsidRPr="00CA52B4">
        <w:rPr>
          <w:rtl/>
          <w:lang w:bidi="fa-IR"/>
        </w:rPr>
        <w:lastRenderedPageBreak/>
        <w:t>خضخضه بالعنزة حتّى يقتله.</w:t>
      </w:r>
    </w:p>
    <w:p w:rsidR="00843DF1" w:rsidRPr="00CA52B4" w:rsidRDefault="00843DF1" w:rsidP="00B10281">
      <w:pPr>
        <w:pStyle w:val="libVar"/>
        <w:rPr>
          <w:rtl/>
          <w:lang w:bidi="fa-IR"/>
        </w:rPr>
      </w:pPr>
      <w:r w:rsidRPr="00CA52B4">
        <w:rPr>
          <w:rtl/>
          <w:lang w:bidi="fa-IR"/>
        </w:rPr>
        <w:t>وقعة صفين / 519.</w:t>
      </w:r>
    </w:p>
    <w:p w:rsidR="00843DF1" w:rsidRPr="00CA52B4" w:rsidRDefault="00843DF1" w:rsidP="00EB70B9">
      <w:pPr>
        <w:pStyle w:val="libBold1"/>
        <w:rPr>
          <w:rtl/>
          <w:lang w:bidi="fa-IR"/>
        </w:rPr>
      </w:pPr>
      <w:r w:rsidRPr="00CA52B4">
        <w:rPr>
          <w:rtl/>
        </w:rPr>
        <w:t>1001</w:t>
      </w:r>
      <w:r>
        <w:rPr>
          <w:rtl/>
        </w:rPr>
        <w:t xml:space="preserve"> ـ </w:t>
      </w:r>
      <w:r w:rsidRPr="00CA52B4">
        <w:rPr>
          <w:rtl/>
        </w:rPr>
        <w:t>محرز بن الصحصح من بني تيم الله بن ثعلبة المقتول 51 ه‍</w:t>
      </w:r>
      <w:r>
        <w:rPr>
          <w:rtl/>
        </w:rPr>
        <w:t>.</w:t>
      </w:r>
    </w:p>
    <w:p w:rsidR="00843DF1" w:rsidRPr="00CA52B4" w:rsidRDefault="00843DF1" w:rsidP="00347E77">
      <w:pPr>
        <w:pStyle w:val="libNormal"/>
        <w:rPr>
          <w:rtl/>
          <w:lang w:bidi="fa-IR"/>
        </w:rPr>
      </w:pPr>
      <w:r w:rsidRPr="00CA52B4">
        <w:rPr>
          <w:rtl/>
          <w:lang w:bidi="fa-IR"/>
        </w:rPr>
        <w:t xml:space="preserve">فارس مقاتل. حضر صفين ، ويقال إنّه : قتل عبيد الله بن عمر بن الخطاب. وهو الذي قال حين دعاه عليّ </w:t>
      </w:r>
      <w:r>
        <w:rPr>
          <w:rtl/>
          <w:lang w:bidi="fa-IR"/>
        </w:rPr>
        <w:t>(</w:t>
      </w:r>
      <w:r w:rsidRPr="00CA52B4">
        <w:rPr>
          <w:rtl/>
          <w:lang w:bidi="fa-IR"/>
        </w:rPr>
        <w:t>عليه السلام</w:t>
      </w:r>
      <w:r>
        <w:rPr>
          <w:rtl/>
          <w:lang w:bidi="fa-IR"/>
        </w:rPr>
        <w:t>)</w:t>
      </w:r>
      <w:r w:rsidRPr="00CA52B4">
        <w:rPr>
          <w:rtl/>
          <w:lang w:bidi="fa-IR"/>
        </w:rPr>
        <w:t xml:space="preserve"> إلى النهروان : يا أمير المؤمنين ، شيعتك كقلب رجل واحد في الإجماع على نصرتك ، والجد في جهاد عدوّك فابشر بالنصر وسر بنا إلى أي الفريقين أحببت فإنّا شيعتك الذين نرجو في طاعتك وجهاد من خالفك صالح الثواب ، ونخاف في خذلانك والتخلف عنك شدّة الوبال. قتله معاوية بعد أن قبض عليه زياد بن أبيه في الكوفة عام 51 ه‍ مع حجر بن عدي.</w:t>
      </w:r>
    </w:p>
    <w:p w:rsidR="00843DF1" w:rsidRPr="00CA52B4" w:rsidRDefault="00843DF1" w:rsidP="00B10281">
      <w:pPr>
        <w:pStyle w:val="libVar"/>
        <w:rPr>
          <w:rtl/>
          <w:lang w:bidi="fa-IR"/>
        </w:rPr>
      </w:pPr>
      <w:r w:rsidRPr="00CA52B4">
        <w:rPr>
          <w:rtl/>
          <w:lang w:bidi="fa-IR"/>
        </w:rPr>
        <w:t xml:space="preserve">أنساب الأشراف 2 / 325. الأعلام 6 / 171. تاريخ الطبري 6 / 45 وفيه : محرز بن شهاب التميمي من بني سعد. شرح ابن أبي الحديد 5 / 233. الغدير 9 / 119 ، 165 </w:t>
      </w:r>
      <w:r>
        <w:rPr>
          <w:rtl/>
          <w:lang w:bidi="fa-IR"/>
        </w:rPr>
        <w:t>و 1</w:t>
      </w:r>
      <w:r w:rsidRPr="00CA52B4">
        <w:rPr>
          <w:rtl/>
          <w:lang w:bidi="fa-IR"/>
        </w:rPr>
        <w:t>1 / 49 ، 53. الغارات 2 / 471. الكامل في التأريخ 3 / 308. وقعة صفين / 298.</w:t>
      </w:r>
    </w:p>
    <w:p w:rsidR="00843DF1" w:rsidRPr="00CA52B4" w:rsidRDefault="00843DF1" w:rsidP="00EB70B9">
      <w:pPr>
        <w:pStyle w:val="libBold1"/>
        <w:rPr>
          <w:rtl/>
          <w:lang w:bidi="fa-IR"/>
        </w:rPr>
      </w:pPr>
      <w:r w:rsidRPr="00CA52B4">
        <w:rPr>
          <w:rtl/>
        </w:rPr>
        <w:t>1002</w:t>
      </w:r>
      <w:r>
        <w:rPr>
          <w:rtl/>
        </w:rPr>
        <w:t xml:space="preserve"> ـ </w:t>
      </w:r>
      <w:r w:rsidRPr="00CA52B4">
        <w:rPr>
          <w:rtl/>
        </w:rPr>
        <w:t>المحل بن خليفة الطائي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ثقة صدوق. روى عنه الكثيرون من الرواة. يروي خبر عدي ابن حاتم ، حين قدم على أمير المؤمنين </w:t>
      </w:r>
      <w:r>
        <w:rPr>
          <w:rtl/>
          <w:lang w:bidi="fa-IR"/>
        </w:rPr>
        <w:t>(</w:t>
      </w:r>
      <w:r w:rsidRPr="00CA52B4">
        <w:rPr>
          <w:rtl/>
          <w:lang w:bidi="fa-IR"/>
        </w:rPr>
        <w:t>عليه السلام</w:t>
      </w:r>
      <w:r>
        <w:rPr>
          <w:rtl/>
          <w:lang w:bidi="fa-IR"/>
        </w:rPr>
        <w:t>).</w:t>
      </w:r>
      <w:r w:rsidRPr="00CA52B4">
        <w:rPr>
          <w:rtl/>
          <w:lang w:bidi="fa-IR"/>
        </w:rPr>
        <w:t xml:space="preserve"> روى عنه شعبة ، وأبو مجاهد سعد الطائي ، ويحيى بن الوليد بن مسير. حضر صفين وتحدّث عن قضاياها وأحداثها ومسيرها ، فجاءت منقولة عنه في معاجم السير والتأريخ.</w:t>
      </w:r>
    </w:p>
    <w:p w:rsidR="00843DF1" w:rsidRPr="00CA52B4" w:rsidRDefault="00843DF1" w:rsidP="00B10281">
      <w:pPr>
        <w:pStyle w:val="libVar"/>
        <w:rPr>
          <w:rtl/>
          <w:lang w:bidi="fa-IR"/>
        </w:rPr>
      </w:pPr>
      <w:r w:rsidRPr="00CA52B4">
        <w:rPr>
          <w:rtl/>
          <w:lang w:bidi="fa-IR"/>
        </w:rPr>
        <w:t>تقريب التهذيب 2 / 232. تنقيح المقال 2 / 352. تهذيب التهذيب 10 / 60.</w:t>
      </w:r>
      <w:r>
        <w:rPr>
          <w:rFonts w:hint="cs"/>
          <w:rtl/>
          <w:lang w:bidi="fa-IR"/>
        </w:rPr>
        <w:t xml:space="preserve"> </w:t>
      </w:r>
      <w:r w:rsidRPr="00CA52B4">
        <w:rPr>
          <w:rtl/>
          <w:lang w:bidi="fa-IR"/>
        </w:rPr>
        <w:t xml:space="preserve">جامع الرواة 2 / 43. الجرح والتعديل 8 / 413. رجال الطوسي / 59. شرح ابن أبي الحديد 3 / 177 </w:t>
      </w:r>
      <w:r>
        <w:rPr>
          <w:rtl/>
          <w:lang w:bidi="fa-IR"/>
        </w:rPr>
        <w:t>و 4</w:t>
      </w:r>
      <w:r w:rsidRPr="00CA52B4">
        <w:rPr>
          <w:rtl/>
          <w:lang w:bidi="fa-IR"/>
        </w:rPr>
        <w:t xml:space="preserve"> / 20 </w:t>
      </w:r>
      <w:r>
        <w:rPr>
          <w:rtl/>
          <w:lang w:bidi="fa-IR"/>
        </w:rPr>
        <w:t>و 1</w:t>
      </w:r>
      <w:r w:rsidRPr="00CA52B4">
        <w:rPr>
          <w:rtl/>
          <w:lang w:bidi="fa-IR"/>
        </w:rPr>
        <w:t>4 / 9. الطبقات الكبرى 6 / 328. الغارات 2 / 445 ، 454 ، 455 ، 629. قاموس الرجال 7 / 485. الكامل في التأريخ 3 / 260. مجمع الرجال 5 / 96. معجم الثقات / 326. معجم رجال الحديث 14 / 199. منتهى المقال / 257. ميزان الاعتدال 3 / 445. نقد الرجال / 281. وقعة صفين / 98 ، 197.</w:t>
      </w:r>
    </w:p>
    <w:p w:rsidR="00843DF1" w:rsidRPr="00CA52B4" w:rsidRDefault="00843DF1" w:rsidP="00EB70B9">
      <w:pPr>
        <w:pStyle w:val="libBold1"/>
        <w:rPr>
          <w:rtl/>
          <w:lang w:bidi="fa-IR"/>
        </w:rPr>
      </w:pPr>
      <w:r>
        <w:rPr>
          <w:rtl/>
          <w:lang w:bidi="fa-IR"/>
        </w:rPr>
        <w:br w:type="page"/>
      </w:r>
      <w:r w:rsidRPr="00CA52B4">
        <w:rPr>
          <w:rtl/>
        </w:rPr>
        <w:lastRenderedPageBreak/>
        <w:t>1003</w:t>
      </w:r>
      <w:r>
        <w:rPr>
          <w:rtl/>
        </w:rPr>
        <w:t xml:space="preserve"> ـ </w:t>
      </w:r>
      <w:r w:rsidRPr="00CA52B4">
        <w:rPr>
          <w:rtl/>
        </w:rPr>
        <w:t>محمد بن بديل بن ورقاء</w:t>
      </w:r>
      <w:r>
        <w:rPr>
          <w:rtl/>
        </w:rPr>
        <w:t xml:space="preserve"> ..</w:t>
      </w:r>
      <w:r w:rsidRPr="00CA52B4">
        <w:rPr>
          <w:rtl/>
        </w:rPr>
        <w:t>. قتل بصفين 37 ه‍</w:t>
      </w:r>
      <w:r>
        <w:rPr>
          <w:rtl/>
        </w:rPr>
        <w:t>.</w:t>
      </w:r>
    </w:p>
    <w:p w:rsidR="00843DF1" w:rsidRPr="00CA52B4" w:rsidRDefault="00843DF1" w:rsidP="00347E77">
      <w:pPr>
        <w:pStyle w:val="libNormal"/>
        <w:rPr>
          <w:rtl/>
          <w:lang w:bidi="fa-IR"/>
        </w:rPr>
      </w:pPr>
      <w:r w:rsidRPr="00CA52B4">
        <w:rPr>
          <w:rtl/>
          <w:lang w:bidi="fa-IR"/>
        </w:rPr>
        <w:t xml:space="preserve">صحابي ، قتل مع أبيه بصفين. وكان رسول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إلى اليمن. وهو أخو عبد الله ، وعبد الرحمن بن بديل بن ورقاء. وقد أسلفنا ترجمتهما في محله.</w:t>
      </w:r>
    </w:p>
    <w:p w:rsidR="00843DF1" w:rsidRPr="00CA52B4" w:rsidRDefault="00843DF1" w:rsidP="00B10281">
      <w:pPr>
        <w:pStyle w:val="libVar"/>
        <w:rPr>
          <w:rtl/>
          <w:lang w:bidi="fa-IR"/>
        </w:rPr>
      </w:pPr>
      <w:r w:rsidRPr="00CA52B4">
        <w:rPr>
          <w:rtl/>
          <w:lang w:bidi="fa-IR"/>
        </w:rPr>
        <w:t>تنقيح المقال 2 / 384. خلاصة الأقوال / 137. رجال ابن داود / 166. رجال الطوسي / 46. الغدير 9 / 368. قاموس الرجال 8 / 75. الكنى والألقاب 3 / 171.</w:t>
      </w:r>
      <w:r>
        <w:rPr>
          <w:rFonts w:hint="cs"/>
          <w:rtl/>
          <w:lang w:bidi="fa-IR"/>
        </w:rPr>
        <w:t xml:space="preserve"> </w:t>
      </w:r>
      <w:r w:rsidRPr="00CA52B4">
        <w:rPr>
          <w:rtl/>
          <w:lang w:bidi="fa-IR"/>
        </w:rPr>
        <w:t>مجمع الرجال 5 / 163. معجم الثقات / 331. معجم رجال الحديث 15 / 125.</w:t>
      </w:r>
      <w:r>
        <w:rPr>
          <w:rFonts w:hint="cs"/>
          <w:rtl/>
          <w:lang w:bidi="fa-IR"/>
        </w:rPr>
        <w:t xml:space="preserve"> </w:t>
      </w:r>
      <w:r w:rsidRPr="00CA52B4">
        <w:rPr>
          <w:rtl/>
          <w:lang w:bidi="fa-IR"/>
        </w:rPr>
        <w:t>منتهى المقال / 271. نقد الرجال / 295.</w:t>
      </w:r>
    </w:p>
    <w:p w:rsidR="00843DF1" w:rsidRPr="00CA52B4" w:rsidRDefault="00843DF1" w:rsidP="00EB70B9">
      <w:pPr>
        <w:pStyle w:val="libBold1"/>
        <w:rPr>
          <w:rtl/>
          <w:lang w:bidi="fa-IR"/>
        </w:rPr>
      </w:pPr>
      <w:r w:rsidRPr="00CA52B4">
        <w:rPr>
          <w:rtl/>
        </w:rPr>
        <w:t>1004</w:t>
      </w:r>
      <w:r>
        <w:rPr>
          <w:rtl/>
        </w:rPr>
        <w:t xml:space="preserve"> ـ </w:t>
      </w:r>
      <w:r w:rsidRPr="00CA52B4">
        <w:rPr>
          <w:rtl/>
        </w:rPr>
        <w:t>محمد بن أبي بكر بن أبي قحافة عثمان بن عامر بن عمرو بن كعب بن سعد بن تيم بن مرة الشهيد 38 ه‍</w:t>
      </w:r>
      <w:r>
        <w:rPr>
          <w:rtl/>
        </w:rPr>
        <w:t>.</w:t>
      </w:r>
    </w:p>
    <w:p w:rsidR="00843DF1" w:rsidRPr="00CA52B4" w:rsidRDefault="00843DF1" w:rsidP="00347E77">
      <w:pPr>
        <w:pStyle w:val="libNormal"/>
        <w:rPr>
          <w:rtl/>
          <w:lang w:bidi="fa-IR"/>
        </w:rPr>
      </w:pPr>
      <w:r w:rsidRPr="00CA52B4">
        <w:rPr>
          <w:rtl/>
          <w:lang w:bidi="fa-IR"/>
        </w:rPr>
        <w:t xml:space="preserve">أمّه أسماء بنت عميس ، ولد في حجة الوداع ، وتزوج أمير المؤمنين </w:t>
      </w:r>
      <w:r>
        <w:rPr>
          <w:rtl/>
          <w:lang w:bidi="fa-IR"/>
        </w:rPr>
        <w:t>(</w:t>
      </w:r>
      <w:r w:rsidRPr="00CA52B4">
        <w:rPr>
          <w:rtl/>
          <w:lang w:bidi="fa-IR"/>
        </w:rPr>
        <w:t>عليه السلام</w:t>
      </w:r>
      <w:r>
        <w:rPr>
          <w:rtl/>
          <w:lang w:bidi="fa-IR"/>
        </w:rPr>
        <w:t>)</w:t>
      </w:r>
      <w:r w:rsidRPr="00CA52B4">
        <w:rPr>
          <w:rtl/>
          <w:lang w:bidi="fa-IR"/>
        </w:rPr>
        <w:t xml:space="preserve"> بأمه ، ونشأ تربية صالحة ، وشهد الجمل ، وصفين ، بعثه عليّ </w:t>
      </w:r>
      <w:r>
        <w:rPr>
          <w:rtl/>
          <w:lang w:bidi="fa-IR"/>
        </w:rPr>
        <w:t>(</w:t>
      </w:r>
      <w:r w:rsidRPr="00CA52B4">
        <w:rPr>
          <w:rtl/>
          <w:lang w:bidi="fa-IR"/>
        </w:rPr>
        <w:t>عليه السلام</w:t>
      </w:r>
      <w:r>
        <w:rPr>
          <w:rtl/>
          <w:lang w:bidi="fa-IR"/>
        </w:rPr>
        <w:t>)</w:t>
      </w:r>
      <w:r w:rsidRPr="00CA52B4">
        <w:rPr>
          <w:rtl/>
          <w:lang w:bidi="fa-IR"/>
        </w:rPr>
        <w:t xml:space="preserve"> إلى مصر ، بعد مقتل مالك ولما استقر فيها جهز معاوية جيشا وأمرّ عليهم عمرو بن العاص ، فسار إليه فاقتتلوا فانهزم محمد ، ودخل قرية فاخرج منها ، وقتل وأحرق في جوف حمار ميت. وجاء أنّه قطع رأسه ، وأرسل إلى معاوية بدمشق ، وطيف به ، وهو أول رأس طيف به في الإسلام. وقد جزعت عليه عائشة جزعا شديدا ، وقنتت عليه في دبر الصلاة تدعو على معاوية ، وعمرو بن العاص. وتكفلت تربية أولاد أخيها وأتت بهم إلى المدينة.</w:t>
      </w:r>
    </w:p>
    <w:p w:rsidR="00843DF1" w:rsidRPr="00CA52B4" w:rsidRDefault="00843DF1" w:rsidP="00347E77">
      <w:pPr>
        <w:pStyle w:val="libNormal"/>
        <w:rPr>
          <w:rtl/>
          <w:lang w:bidi="fa-IR"/>
        </w:rPr>
      </w:pPr>
      <w:r w:rsidRPr="00CA52B4">
        <w:rPr>
          <w:rtl/>
          <w:lang w:bidi="fa-IR"/>
        </w:rPr>
        <w:t>خلّف : القاسم.</w:t>
      </w:r>
    </w:p>
    <w:p w:rsidR="00843DF1" w:rsidRPr="00CA52B4" w:rsidRDefault="00843DF1" w:rsidP="00B10281">
      <w:pPr>
        <w:pStyle w:val="libVar"/>
        <w:rPr>
          <w:rtl/>
          <w:lang w:bidi="fa-IR"/>
        </w:rPr>
      </w:pPr>
      <w:r w:rsidRPr="00CA52B4">
        <w:rPr>
          <w:rtl/>
          <w:lang w:bidi="fa-IR"/>
        </w:rPr>
        <w:t>الأعلام 7 / 89. الأخبار الطوال / 150 ، 151. أسد الغابة 4 / 324.</w:t>
      </w:r>
      <w:r>
        <w:rPr>
          <w:rFonts w:hint="cs"/>
          <w:rtl/>
          <w:lang w:bidi="fa-IR"/>
        </w:rPr>
        <w:t xml:space="preserve"> </w:t>
      </w:r>
      <w:r w:rsidRPr="00CA52B4">
        <w:rPr>
          <w:rtl/>
          <w:lang w:bidi="fa-IR"/>
        </w:rPr>
        <w:t>الاشتقاق / 369 ، 457 ، 522. الإصابة 3 / 472. أعلام نهج البلاغة / 44. أعيان الشيعة 9 / 61. أنساب الأشراف 2 / 387. الإمامة والسياسة 1 / 39. البداية والنهاية 7 / 316 ، 319. بهجة الآمال 2 / 100. تأسيس الشيعة / 261 ، 408. تاريخ الطبري 5 / 231 وج 6 / 53. تاريخ الخلفاء / 187. تاريخ الخميس 2 / 238. تحفة الأحباب / 306. تقريب التهذيب 2 / 148. تنقيح المقال 2 / 355. تهذيب التهذيب 9 / 80. جامع الرواة 2 / 45. الجرح والتعديل 7 / 301. جمهرة أنساب</w:t>
      </w:r>
    </w:p>
    <w:p w:rsidR="00843DF1" w:rsidRPr="00CA52B4" w:rsidRDefault="00843DF1" w:rsidP="00B10281">
      <w:pPr>
        <w:pStyle w:val="libVar0"/>
        <w:rPr>
          <w:rtl/>
          <w:lang w:bidi="fa-IR"/>
        </w:rPr>
      </w:pPr>
      <w:r>
        <w:rPr>
          <w:rtl/>
          <w:lang w:bidi="fa-IR"/>
        </w:rPr>
        <w:br w:type="page"/>
      </w:r>
      <w:r w:rsidRPr="00CA52B4">
        <w:rPr>
          <w:rtl/>
          <w:lang w:bidi="fa-IR"/>
        </w:rPr>
        <w:lastRenderedPageBreak/>
        <w:t>العرب / 138. الجمل / 139. خلاصة الأقوال / 138. رجال ابن داود / 158. رجال الطوسي / 58. رجال الكشي / 63. رجال البرقي / 4. سفينة البحار 1 / 312. شذرات الذهب 1 / 48. شرح ابن أبي الحديد 2 / 3 ، 143 ، 155</w:t>
      </w:r>
      <w:r>
        <w:rPr>
          <w:rtl/>
          <w:lang w:bidi="fa-IR"/>
        </w:rPr>
        <w:t xml:space="preserve"> ـ </w:t>
      </w:r>
      <w:r w:rsidRPr="00CA52B4">
        <w:rPr>
          <w:rtl/>
          <w:lang w:bidi="fa-IR"/>
        </w:rPr>
        <w:t xml:space="preserve">160 وكافة الأجزاء الفهارس / 242. الطبقات الكبرى 3 / 73 ، 211 </w:t>
      </w:r>
      <w:r>
        <w:rPr>
          <w:rtl/>
          <w:lang w:bidi="fa-IR"/>
        </w:rPr>
        <w:t>و 4</w:t>
      </w:r>
      <w:r w:rsidRPr="00CA52B4">
        <w:rPr>
          <w:rtl/>
          <w:lang w:bidi="fa-IR"/>
        </w:rPr>
        <w:t xml:space="preserve"> / 34 ، 41 </w:t>
      </w:r>
      <w:r>
        <w:rPr>
          <w:rtl/>
          <w:lang w:bidi="fa-IR"/>
        </w:rPr>
        <w:t>و 5</w:t>
      </w:r>
      <w:r w:rsidRPr="00CA52B4">
        <w:rPr>
          <w:rtl/>
          <w:lang w:bidi="fa-IR"/>
        </w:rPr>
        <w:t xml:space="preserve"> / 53 </w:t>
      </w:r>
      <w:r>
        <w:rPr>
          <w:rtl/>
          <w:lang w:bidi="fa-IR"/>
        </w:rPr>
        <w:t>و 8</w:t>
      </w:r>
      <w:r w:rsidRPr="00CA52B4">
        <w:rPr>
          <w:rtl/>
          <w:lang w:bidi="fa-IR"/>
        </w:rPr>
        <w:t xml:space="preserve"> / 282</w:t>
      </w:r>
      <w:r>
        <w:rPr>
          <w:rtl/>
          <w:lang w:bidi="fa-IR"/>
        </w:rPr>
        <w:t xml:space="preserve"> ـ </w:t>
      </w:r>
      <w:r w:rsidRPr="00CA52B4">
        <w:rPr>
          <w:rtl/>
          <w:lang w:bidi="fa-IR"/>
        </w:rPr>
        <w:t xml:space="preserve">285. العقد الفريد 1 / 97 </w:t>
      </w:r>
      <w:r>
        <w:rPr>
          <w:rtl/>
          <w:lang w:bidi="fa-IR"/>
        </w:rPr>
        <w:t>و 3</w:t>
      </w:r>
      <w:r w:rsidRPr="00CA52B4">
        <w:rPr>
          <w:rtl/>
          <w:lang w:bidi="fa-IR"/>
        </w:rPr>
        <w:t xml:space="preserve"> / 306 </w:t>
      </w:r>
      <w:r>
        <w:rPr>
          <w:rtl/>
          <w:lang w:bidi="fa-IR"/>
        </w:rPr>
        <w:t>و 5</w:t>
      </w:r>
      <w:r w:rsidRPr="00CA52B4">
        <w:rPr>
          <w:rtl/>
          <w:lang w:bidi="fa-IR"/>
        </w:rPr>
        <w:t xml:space="preserve"> / 38</w:t>
      </w:r>
      <w:r>
        <w:rPr>
          <w:rtl/>
          <w:lang w:bidi="fa-IR"/>
        </w:rPr>
        <w:t xml:space="preserve"> ـ </w:t>
      </w:r>
      <w:r w:rsidRPr="00CA52B4">
        <w:rPr>
          <w:rtl/>
          <w:lang w:bidi="fa-IR"/>
        </w:rPr>
        <w:t xml:space="preserve">72. الغارات 2 / 1043. الغدير 1 / 164 </w:t>
      </w:r>
      <w:r>
        <w:rPr>
          <w:rtl/>
          <w:lang w:bidi="fa-IR"/>
        </w:rPr>
        <w:t>و 2</w:t>
      </w:r>
      <w:r w:rsidRPr="00CA52B4">
        <w:rPr>
          <w:rtl/>
          <w:lang w:bidi="fa-IR"/>
        </w:rPr>
        <w:t xml:space="preserve"> / 133 </w:t>
      </w:r>
      <w:r>
        <w:rPr>
          <w:rtl/>
          <w:lang w:bidi="fa-IR"/>
        </w:rPr>
        <w:t>و 3</w:t>
      </w:r>
      <w:r w:rsidRPr="00CA52B4">
        <w:rPr>
          <w:rtl/>
          <w:lang w:bidi="fa-IR"/>
        </w:rPr>
        <w:t xml:space="preserve"> / 21 ، 178</w:t>
      </w:r>
      <w:r>
        <w:rPr>
          <w:rtl/>
          <w:lang w:bidi="fa-IR"/>
        </w:rPr>
        <w:t xml:space="preserve"> ـ </w:t>
      </w:r>
      <w:r w:rsidRPr="00CA52B4">
        <w:rPr>
          <w:rtl/>
          <w:lang w:bidi="fa-IR"/>
        </w:rPr>
        <w:t>الفهارس / 268. قاموس الرجال 7 / 495. الكامل في التأريخ 3 / 258</w:t>
      </w:r>
      <w:r>
        <w:rPr>
          <w:rtl/>
          <w:lang w:bidi="fa-IR"/>
        </w:rPr>
        <w:t xml:space="preserve"> ـ </w:t>
      </w:r>
      <w:r w:rsidRPr="00CA52B4">
        <w:rPr>
          <w:rtl/>
          <w:lang w:bidi="fa-IR"/>
        </w:rPr>
        <w:t>260 ، 271</w:t>
      </w:r>
      <w:r>
        <w:rPr>
          <w:rtl/>
          <w:lang w:bidi="fa-IR"/>
        </w:rPr>
        <w:t xml:space="preserve"> ـ </w:t>
      </w:r>
      <w:r w:rsidRPr="00CA52B4">
        <w:rPr>
          <w:rtl/>
          <w:lang w:bidi="fa-IR"/>
        </w:rPr>
        <w:t>273 ، 350</w:t>
      </w:r>
      <w:r>
        <w:rPr>
          <w:rtl/>
          <w:lang w:bidi="fa-IR"/>
        </w:rPr>
        <w:t xml:space="preserve"> ـ </w:t>
      </w:r>
      <w:r w:rsidRPr="00CA52B4">
        <w:rPr>
          <w:rtl/>
          <w:lang w:bidi="fa-IR"/>
        </w:rPr>
        <w:t>360. مجمع الرجال 5 / 102.</w:t>
      </w:r>
      <w:r>
        <w:rPr>
          <w:rFonts w:hint="cs"/>
          <w:rtl/>
          <w:lang w:bidi="fa-IR"/>
        </w:rPr>
        <w:t xml:space="preserve"> </w:t>
      </w:r>
      <w:r w:rsidRPr="00CA52B4">
        <w:rPr>
          <w:rtl/>
          <w:lang w:bidi="fa-IR"/>
        </w:rPr>
        <w:t>مرآة الجنان 1 / 105. مروج الذهب 2 / 376. المعارف / 76. معجم الثقات / 327.</w:t>
      </w:r>
      <w:r>
        <w:rPr>
          <w:rFonts w:hint="cs"/>
          <w:rtl/>
          <w:lang w:bidi="fa-IR"/>
        </w:rPr>
        <w:t xml:space="preserve"> </w:t>
      </w:r>
      <w:r w:rsidRPr="00CA52B4">
        <w:rPr>
          <w:rtl/>
          <w:lang w:bidi="fa-IR"/>
        </w:rPr>
        <w:t xml:space="preserve">معجم رجال الحديث 14 / 230. المناقب 3 / 154. منتهى المقال / 258. مجالس المؤمنين 1 / 277. النجوم الزاهرة 1 / 106. نقد الرجال / 282. نكت الهميان / 230. النهاية في غريب الحديث 2 / 27 </w:t>
      </w:r>
      <w:r>
        <w:rPr>
          <w:rtl/>
          <w:lang w:bidi="fa-IR"/>
        </w:rPr>
        <w:t>و 5</w:t>
      </w:r>
      <w:r w:rsidRPr="00CA52B4">
        <w:rPr>
          <w:rtl/>
          <w:lang w:bidi="fa-IR"/>
        </w:rPr>
        <w:t xml:space="preserve"> / 95. وقعة صفين / 54 ، 65 ، 72 ، 118 ، 119 ، 120 ، 293 ، 525.</w:t>
      </w:r>
    </w:p>
    <w:p w:rsidR="00843DF1" w:rsidRPr="00CA52B4" w:rsidRDefault="00843DF1" w:rsidP="00EB70B9">
      <w:pPr>
        <w:pStyle w:val="libBold1"/>
        <w:rPr>
          <w:rtl/>
          <w:lang w:bidi="fa-IR"/>
        </w:rPr>
      </w:pPr>
      <w:r w:rsidRPr="00CA52B4">
        <w:rPr>
          <w:rtl/>
        </w:rPr>
        <w:t>1005</w:t>
      </w:r>
      <w:r>
        <w:rPr>
          <w:rtl/>
        </w:rPr>
        <w:t xml:space="preserve"> ـ </w:t>
      </w:r>
      <w:r w:rsidRPr="00CA52B4">
        <w:rPr>
          <w:rtl/>
        </w:rPr>
        <w:t>محمد بن ثابت بن قيس بن الشماس بن أبي زهير بن مالك بن امرئ القيس بن مالك الأغر بن ثعلبة بن كعب بن الخزرج المقتول 63 ه‍</w:t>
      </w:r>
      <w:r>
        <w:rPr>
          <w:rtl/>
        </w:rPr>
        <w:t>.</w:t>
      </w:r>
    </w:p>
    <w:p w:rsidR="00843DF1" w:rsidRPr="00CA52B4" w:rsidRDefault="00843DF1" w:rsidP="00347E77">
      <w:pPr>
        <w:pStyle w:val="libNormal"/>
        <w:rPr>
          <w:rtl/>
          <w:lang w:bidi="fa-IR"/>
        </w:rPr>
      </w:pPr>
      <w:r w:rsidRPr="00CA52B4">
        <w:rPr>
          <w:rtl/>
          <w:lang w:bidi="fa-IR"/>
        </w:rPr>
        <w:t xml:space="preserve">فارس ، كان والده خطيب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واستشهد يوم اليمامة ، وهو ممن شهد له بالجنة. أما محمد فقد ولد على عهد النبي </w:t>
      </w:r>
      <w:r>
        <w:rPr>
          <w:rtl/>
          <w:lang w:bidi="fa-IR"/>
        </w:rPr>
        <w:t>(</w:t>
      </w:r>
      <w:r w:rsidRPr="00CA52B4">
        <w:rPr>
          <w:rtl/>
          <w:lang w:bidi="fa-IR"/>
        </w:rPr>
        <w:t>صلّى الله عليه وآله وسلّم</w:t>
      </w:r>
      <w:r>
        <w:rPr>
          <w:rtl/>
          <w:lang w:bidi="fa-IR"/>
        </w:rPr>
        <w:t>)</w:t>
      </w:r>
      <w:r w:rsidRPr="00CA52B4">
        <w:rPr>
          <w:rtl/>
          <w:lang w:bidi="fa-IR"/>
        </w:rPr>
        <w:t xml:space="preserve"> وأتى به أبوه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فسماه محمدا ، وحنكه بتمرة وسكن المدينة.</w:t>
      </w:r>
      <w:r>
        <w:rPr>
          <w:rFonts w:hint="cs"/>
          <w:rtl/>
          <w:lang w:bidi="fa-IR"/>
        </w:rPr>
        <w:t xml:space="preserve"> </w:t>
      </w:r>
      <w:r w:rsidRPr="00CA52B4">
        <w:rPr>
          <w:rtl/>
          <w:lang w:bidi="fa-IR"/>
        </w:rPr>
        <w:t>وقتل يوم الحرة في 63 ه‍</w:t>
      </w:r>
      <w:r>
        <w:rPr>
          <w:rtl/>
          <w:lang w:bidi="fa-IR"/>
        </w:rPr>
        <w:t>.</w:t>
      </w:r>
    </w:p>
    <w:p w:rsidR="00843DF1" w:rsidRPr="00CA52B4" w:rsidRDefault="00843DF1" w:rsidP="00B10281">
      <w:pPr>
        <w:pStyle w:val="libVar"/>
        <w:rPr>
          <w:rtl/>
          <w:lang w:bidi="fa-IR"/>
        </w:rPr>
      </w:pPr>
      <w:r w:rsidRPr="00CA52B4">
        <w:rPr>
          <w:rtl/>
          <w:lang w:bidi="fa-IR"/>
        </w:rPr>
        <w:t>أسد الغابة 4 / 313. الإصابة 3 / 473. الاستيعاب 3 / 340. تاريخ الطبري 7 / 10. تقريب التهذيب 2 / 149. تنقيح المقال 2 / 388. تهذيب التهذيب 9 / 84.</w:t>
      </w:r>
      <w:r>
        <w:rPr>
          <w:rFonts w:hint="cs"/>
          <w:rtl/>
          <w:lang w:bidi="fa-IR"/>
        </w:rPr>
        <w:t xml:space="preserve"> </w:t>
      </w:r>
      <w:r w:rsidRPr="00CA52B4">
        <w:rPr>
          <w:rtl/>
          <w:lang w:bidi="fa-IR"/>
        </w:rPr>
        <w:t>جامع الرواة 2 / 82. الجرح والتعديل 7 / 215. جمهرة أنساب العرب / 364. رجال الطوسي / 59. شرح ابن أبي الحديد 1 / 269. شذرات الذهب 1 / 71. الطبقات الكبرى 5 / 81. الغدير 6 / 311. الكامل في التأريخ 4 / 117. مجمع الرجال 5 / 171. مرآة الجنان 1 / 138. معجم رجال الحديث 15 / 145. منتهى المقال / 271. النجوم الزاهرة 1 / 161. نقد الرجال / 296.</w:t>
      </w:r>
    </w:p>
    <w:p w:rsidR="00843DF1" w:rsidRPr="00CA52B4" w:rsidRDefault="00843DF1" w:rsidP="00EB70B9">
      <w:pPr>
        <w:pStyle w:val="libBold1"/>
        <w:rPr>
          <w:rtl/>
          <w:lang w:bidi="fa-IR"/>
        </w:rPr>
      </w:pPr>
      <w:r w:rsidRPr="00CA52B4">
        <w:rPr>
          <w:rtl/>
        </w:rPr>
        <w:t>1006</w:t>
      </w:r>
      <w:r>
        <w:rPr>
          <w:rtl/>
        </w:rPr>
        <w:t xml:space="preserve"> ـ </w:t>
      </w:r>
      <w:r w:rsidRPr="00CA52B4">
        <w:rPr>
          <w:rtl/>
        </w:rPr>
        <w:t>محمد بن جعفر بن أبي طالب بن عبد المطلب بن هاشم الشهيد 37 ه‍</w:t>
      </w:r>
      <w:r>
        <w:rPr>
          <w:rtl/>
        </w:rPr>
        <w:t>.</w:t>
      </w:r>
    </w:p>
    <w:p w:rsidR="00843DF1" w:rsidRPr="00CA52B4" w:rsidRDefault="00843DF1" w:rsidP="00347E77">
      <w:pPr>
        <w:pStyle w:val="libNormal"/>
        <w:rPr>
          <w:rtl/>
          <w:lang w:bidi="fa-IR"/>
        </w:rPr>
      </w:pPr>
      <w:r w:rsidRPr="00CA52B4">
        <w:rPr>
          <w:rtl/>
          <w:lang w:bidi="fa-IR"/>
        </w:rPr>
        <w:t xml:space="preserve">فارس قليل الرواية ، قتل في صفين عام 37 ه‍ ، كما استشهد أخوه محمد الأصغر ، في كربلاء مع الإمام الحسين </w:t>
      </w:r>
      <w:r>
        <w:rPr>
          <w:rtl/>
          <w:lang w:bidi="fa-IR"/>
        </w:rPr>
        <w:t>(</w:t>
      </w:r>
      <w:r w:rsidRPr="00CA52B4">
        <w:rPr>
          <w:rtl/>
          <w:lang w:bidi="fa-IR"/>
        </w:rPr>
        <w:t>عليه السلام</w:t>
      </w:r>
      <w:r>
        <w:rPr>
          <w:rtl/>
          <w:lang w:bidi="fa-IR"/>
        </w:rPr>
        <w:t>).</w:t>
      </w:r>
      <w:r w:rsidRPr="00CA52B4">
        <w:rPr>
          <w:rtl/>
          <w:lang w:bidi="fa-IR"/>
        </w:rPr>
        <w:t xml:space="preserve"> وأمه أسماء</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بنت عميس. حلق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رأسه ، ورءوس إخوته حين جاء نعي أبيهم جعفر سنة ثمان ، ودعا لهم ، وقال : أنا وليهم في الدنيا والآخرة ، أما محمد فشبيه عمنا أبي طالب. والقول إنّه استشهد بتستر فغير صحيح لم يثبت. تزوج العقيلة أم كلثوم بنت الإمام عليّ بن أبي طالب </w:t>
      </w:r>
      <w:r>
        <w:rPr>
          <w:rtl/>
          <w:lang w:bidi="fa-IR"/>
        </w:rPr>
        <w:t>(</w:t>
      </w:r>
      <w:r w:rsidRPr="00CA52B4">
        <w:rPr>
          <w:rtl/>
          <w:lang w:bidi="fa-IR"/>
        </w:rPr>
        <w:t>عليه السلام</w:t>
      </w:r>
      <w:r>
        <w:rPr>
          <w:rtl/>
          <w:lang w:bidi="fa-IR"/>
        </w:rPr>
        <w:t>).</w:t>
      </w:r>
      <w:r>
        <w:rPr>
          <w:rFonts w:hint="cs"/>
          <w:rtl/>
          <w:lang w:bidi="fa-IR"/>
        </w:rPr>
        <w:t xml:space="preserve"> </w:t>
      </w:r>
      <w:r w:rsidRPr="00CA52B4">
        <w:rPr>
          <w:rtl/>
          <w:lang w:bidi="fa-IR"/>
        </w:rPr>
        <w:t>وكان يقول الشعر. وجاء أنّه في صفين اعترك مع عبيد الله بن عمر بن الخطاب فقتل كل منهما الآخر.</w:t>
      </w:r>
    </w:p>
    <w:p w:rsidR="00843DF1" w:rsidRPr="00CA52B4" w:rsidRDefault="00843DF1" w:rsidP="00B10281">
      <w:pPr>
        <w:pStyle w:val="libVar"/>
        <w:rPr>
          <w:rtl/>
          <w:lang w:bidi="fa-IR"/>
        </w:rPr>
      </w:pPr>
      <w:r w:rsidRPr="00CA52B4">
        <w:rPr>
          <w:rtl/>
          <w:lang w:bidi="fa-IR"/>
        </w:rPr>
        <w:t>الاستيعاب 3 / 346. أسد الغابة 4 / 313. الاشتقاق / 522. الإصابة 3 / 372.</w:t>
      </w:r>
      <w:r>
        <w:rPr>
          <w:rFonts w:hint="cs"/>
          <w:rtl/>
          <w:lang w:bidi="fa-IR"/>
        </w:rPr>
        <w:t xml:space="preserve"> </w:t>
      </w:r>
      <w:r w:rsidRPr="00CA52B4">
        <w:rPr>
          <w:rtl/>
          <w:lang w:bidi="fa-IR"/>
        </w:rPr>
        <w:t xml:space="preserve">أعيان الشيعة 9 / 199. أنساب الأشراف 2 / 322. البداية والنهاية 7 / 235. بهجة الآمال 2 / 100. تاريخ الطبري 5 / 229. تنقيح المقال 2 / 391. جامع الرواة 2 / 83. جمهرة أنساب العرب / 38 ، 68. الدرجات الرفيعة / 185. رجال ابن داود / 167. رجال الطوسي / 58. شرح ابن أبي الحديد 14 / 8 ، 16 ، 18 </w:t>
      </w:r>
      <w:r>
        <w:rPr>
          <w:rtl/>
          <w:lang w:bidi="fa-IR"/>
        </w:rPr>
        <w:t>و 1</w:t>
      </w:r>
      <w:r w:rsidRPr="00CA52B4">
        <w:rPr>
          <w:rtl/>
          <w:lang w:bidi="fa-IR"/>
        </w:rPr>
        <w:t xml:space="preserve">6 / 143. الطبقات الكبرى 4 / 41 </w:t>
      </w:r>
      <w:r>
        <w:rPr>
          <w:rtl/>
          <w:lang w:bidi="fa-IR"/>
        </w:rPr>
        <w:t>و 8</w:t>
      </w:r>
      <w:r w:rsidRPr="00CA52B4">
        <w:rPr>
          <w:rtl/>
          <w:lang w:bidi="fa-IR"/>
        </w:rPr>
        <w:t xml:space="preserve"> / 285 </w:t>
      </w:r>
      <w:r>
        <w:rPr>
          <w:rtl/>
          <w:lang w:bidi="fa-IR"/>
        </w:rPr>
        <w:t>و 4</w:t>
      </w:r>
      <w:r w:rsidRPr="00CA52B4">
        <w:rPr>
          <w:rtl/>
          <w:lang w:bidi="fa-IR"/>
        </w:rPr>
        <w:t>63. العقد الفريد 1 / 97. عمدة الطالب / 36. الغدير 9 / 368. الغارات 2 / 918 ، 922. قاموس الرجال 8 / 96.</w:t>
      </w:r>
      <w:r>
        <w:rPr>
          <w:rFonts w:hint="cs"/>
          <w:rtl/>
          <w:lang w:bidi="fa-IR"/>
        </w:rPr>
        <w:t xml:space="preserve"> </w:t>
      </w:r>
      <w:r w:rsidRPr="00CA52B4">
        <w:rPr>
          <w:rtl/>
          <w:lang w:bidi="fa-IR"/>
        </w:rPr>
        <w:t xml:space="preserve">الكامل في التأريخ 2 / 550 </w:t>
      </w:r>
      <w:r>
        <w:rPr>
          <w:rtl/>
          <w:lang w:bidi="fa-IR"/>
        </w:rPr>
        <w:t>و 3</w:t>
      </w:r>
      <w:r w:rsidRPr="00CA52B4">
        <w:rPr>
          <w:rtl/>
          <w:lang w:bidi="fa-IR"/>
        </w:rPr>
        <w:t xml:space="preserve"> / 223 ، 226 ، 271 </w:t>
      </w:r>
      <w:r>
        <w:rPr>
          <w:rtl/>
          <w:lang w:bidi="fa-IR"/>
        </w:rPr>
        <w:t>و 5</w:t>
      </w:r>
      <w:r w:rsidRPr="00CA52B4">
        <w:rPr>
          <w:rtl/>
          <w:lang w:bidi="fa-IR"/>
        </w:rPr>
        <w:t xml:space="preserve"> / 407. مجمع الرجال 5 / 174. المعارف / 89. معجم الثقات / 331. معجم رجال الحديث 15 / 155.</w:t>
      </w:r>
      <w:r>
        <w:rPr>
          <w:rFonts w:hint="cs"/>
          <w:rtl/>
          <w:lang w:bidi="fa-IR"/>
        </w:rPr>
        <w:t xml:space="preserve"> </w:t>
      </w:r>
      <w:r w:rsidRPr="00CA52B4">
        <w:rPr>
          <w:rtl/>
          <w:lang w:bidi="fa-IR"/>
        </w:rPr>
        <w:t>منتهى المقال / 271. مقاتل الطالبيين / 11. مجالس المؤمنين 1 / 195. نقد الرجال / 296. وفيات الأعيان 4 / 170.</w:t>
      </w:r>
    </w:p>
    <w:p w:rsidR="00843DF1" w:rsidRPr="00CA52B4" w:rsidRDefault="00843DF1" w:rsidP="00EB70B9">
      <w:pPr>
        <w:pStyle w:val="libBold1"/>
        <w:rPr>
          <w:rtl/>
          <w:lang w:bidi="fa-IR"/>
        </w:rPr>
      </w:pPr>
      <w:r w:rsidRPr="00CA52B4">
        <w:rPr>
          <w:rtl/>
        </w:rPr>
        <w:t>1007</w:t>
      </w:r>
      <w:r>
        <w:rPr>
          <w:rtl/>
        </w:rPr>
        <w:t xml:space="preserve"> ـ </w:t>
      </w:r>
      <w:r w:rsidRPr="00CA52B4">
        <w:rPr>
          <w:rtl/>
        </w:rPr>
        <w:t xml:space="preserve">محمد </w:t>
      </w:r>
      <w:r>
        <w:rPr>
          <w:rtl/>
        </w:rPr>
        <w:t>(</w:t>
      </w:r>
      <w:r w:rsidRPr="00CA52B4">
        <w:rPr>
          <w:rtl/>
        </w:rPr>
        <w:t>أبو القاسم</w:t>
      </w:r>
      <w:r>
        <w:rPr>
          <w:rtl/>
        </w:rPr>
        <w:t>)</w:t>
      </w:r>
      <w:r w:rsidRPr="00CA52B4">
        <w:rPr>
          <w:rtl/>
        </w:rPr>
        <w:t xml:space="preserve"> ابن حاطب بن الحارث بن معمر بن حبيب بن وهب بن حذافة بن جمح بن عمرو بن هصيص بن كعب الجمحي الكوفي المتوفى 74 ه‍</w:t>
      </w:r>
      <w:r>
        <w:rPr>
          <w:rtl/>
        </w:rPr>
        <w:t>.</w:t>
      </w:r>
    </w:p>
    <w:p w:rsidR="00843DF1" w:rsidRPr="00CA52B4" w:rsidRDefault="00843DF1" w:rsidP="00347E77">
      <w:pPr>
        <w:pStyle w:val="libNormal"/>
        <w:rPr>
          <w:rtl/>
          <w:lang w:bidi="fa-IR"/>
        </w:rPr>
      </w:pPr>
      <w:r w:rsidRPr="00CA52B4">
        <w:rPr>
          <w:rtl/>
          <w:lang w:bidi="fa-IR"/>
        </w:rPr>
        <w:t>صحابي ، ولد بأرض الحبشة ، وقد هاجرت أمه أم جميل بنت المجلل العامرية ، مع زوجها حاطب إلى الحبشة. وهو أول من سمي محمدا في الإسلام من قريش. مات في الكوفة ، وقيل بمكة سنة 74 ، 86 ه‍ وخلف :</w:t>
      </w:r>
      <w:r>
        <w:rPr>
          <w:rFonts w:hint="cs"/>
          <w:rtl/>
          <w:lang w:bidi="fa-IR"/>
        </w:rPr>
        <w:t xml:space="preserve"> </w:t>
      </w:r>
      <w:r w:rsidRPr="00CA52B4">
        <w:rPr>
          <w:rtl/>
          <w:lang w:bidi="fa-IR"/>
        </w:rPr>
        <w:t>إبراهيم. الحارث. عمر. كان من أجواد الإسلام. ولد في سفينة ركبها أبواه مهاجرين إلى الحبشة في بدء عصر النبوة.</w:t>
      </w:r>
    </w:p>
    <w:p w:rsidR="00843DF1" w:rsidRPr="00CA52B4" w:rsidRDefault="00843DF1" w:rsidP="00B10281">
      <w:pPr>
        <w:pStyle w:val="libVar"/>
        <w:rPr>
          <w:rtl/>
          <w:lang w:bidi="fa-IR"/>
        </w:rPr>
      </w:pPr>
      <w:r w:rsidRPr="00CA52B4">
        <w:rPr>
          <w:rtl/>
          <w:lang w:bidi="fa-IR"/>
        </w:rPr>
        <w:t>الأعلام 6 / 304. الاستيعاب 3 / 337. أسد الغابة 4 / 315. الإصابة 3 / 372.</w:t>
      </w:r>
      <w:r>
        <w:rPr>
          <w:rFonts w:hint="cs"/>
          <w:rtl/>
          <w:lang w:bidi="fa-IR"/>
        </w:rPr>
        <w:t xml:space="preserve"> </w:t>
      </w:r>
      <w:r w:rsidRPr="00CA52B4">
        <w:rPr>
          <w:rtl/>
          <w:lang w:bidi="fa-IR"/>
        </w:rPr>
        <w:t>أنساب الأشراف 2 / 250. تاريخ الخميس 2 / 264. تقريب التهذيب 2 / 152. تنقيح المقال 3 / 98. تهذيب التهذيب 9 / 106. جامع الرواة 2 / 87. الجرح والتعديل</w:t>
      </w:r>
    </w:p>
    <w:p w:rsidR="00843DF1" w:rsidRPr="00CA52B4" w:rsidRDefault="00843DF1" w:rsidP="00B10281">
      <w:pPr>
        <w:pStyle w:val="libVar0"/>
        <w:rPr>
          <w:rtl/>
          <w:lang w:bidi="fa-IR"/>
        </w:rPr>
      </w:pPr>
      <w:r>
        <w:rPr>
          <w:rtl/>
          <w:lang w:bidi="fa-IR"/>
        </w:rPr>
        <w:br w:type="page"/>
      </w:r>
      <w:r w:rsidRPr="00CA52B4">
        <w:rPr>
          <w:rtl/>
        </w:rPr>
        <w:lastRenderedPageBreak/>
        <w:t xml:space="preserve">7 / 224. جمهرة أنساب العرب / 162. شذرات الذهب 1 / 82. الطبقات الكبرى 4 / 201. العقد الفريد 2 / 189 </w:t>
      </w:r>
      <w:r>
        <w:rPr>
          <w:rtl/>
        </w:rPr>
        <w:t>و 3</w:t>
      </w:r>
      <w:r w:rsidRPr="00CA52B4">
        <w:rPr>
          <w:rtl/>
        </w:rPr>
        <w:t xml:space="preserve"> / 241 </w:t>
      </w:r>
      <w:r>
        <w:rPr>
          <w:rtl/>
        </w:rPr>
        <w:t>و 5</w:t>
      </w:r>
      <w:r w:rsidRPr="00CA52B4">
        <w:rPr>
          <w:rtl/>
        </w:rPr>
        <w:t xml:space="preserve"> / 52. الغدير 9 / 239 ، 307 ، 309.</w:t>
      </w:r>
      <w:r>
        <w:rPr>
          <w:rFonts w:hint="cs"/>
          <w:rtl/>
        </w:rPr>
        <w:t xml:space="preserve"> </w:t>
      </w:r>
      <w:r w:rsidRPr="00CA52B4">
        <w:rPr>
          <w:rtl/>
          <w:lang w:bidi="fa-IR"/>
        </w:rPr>
        <w:t>قاموس الرجال 8 / 114. الكامل في التأريخ 4 / 373. مرآة الجنان 1 / 155. معجم رجال الحديث 15 / 183. منتهى المقال / 265. المجروحون 3 / 113. المراسيل في الحديث / 114.</w:t>
      </w:r>
    </w:p>
    <w:p w:rsidR="00843DF1" w:rsidRPr="00CA52B4" w:rsidRDefault="00843DF1" w:rsidP="00EB70B9">
      <w:pPr>
        <w:pStyle w:val="libBold1"/>
        <w:rPr>
          <w:rtl/>
          <w:lang w:bidi="fa-IR"/>
        </w:rPr>
      </w:pPr>
      <w:r w:rsidRPr="00CA52B4">
        <w:rPr>
          <w:rtl/>
        </w:rPr>
        <w:t>1008</w:t>
      </w:r>
      <w:r>
        <w:rPr>
          <w:rtl/>
        </w:rPr>
        <w:t xml:space="preserve"> ـ </w:t>
      </w:r>
      <w:r w:rsidRPr="00CA52B4">
        <w:rPr>
          <w:rtl/>
        </w:rPr>
        <w:t>محمد بن أبي حذيفة بن عتبة بن ربيعة بن عبد شمس بن عبد مناف القرشي العبشمي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ابن خال معاوية. كان من خيار المسلمين ، واستعمله أمير المؤمنين </w:t>
      </w:r>
      <w:r>
        <w:rPr>
          <w:rtl/>
          <w:lang w:bidi="fa-IR"/>
        </w:rPr>
        <w:t>(</w:t>
      </w:r>
      <w:r w:rsidRPr="00CA52B4">
        <w:rPr>
          <w:rtl/>
          <w:lang w:bidi="fa-IR"/>
        </w:rPr>
        <w:t>عليه السلام</w:t>
      </w:r>
      <w:r>
        <w:rPr>
          <w:rtl/>
          <w:lang w:bidi="fa-IR"/>
        </w:rPr>
        <w:t>)</w:t>
      </w:r>
      <w:r w:rsidRPr="00CA52B4">
        <w:rPr>
          <w:rtl/>
          <w:lang w:bidi="fa-IR"/>
        </w:rPr>
        <w:t xml:space="preserve"> على مصر ، فلما توفي </w:t>
      </w:r>
      <w:r>
        <w:rPr>
          <w:rtl/>
          <w:lang w:bidi="fa-IR"/>
        </w:rPr>
        <w:t>(</w:t>
      </w:r>
      <w:r w:rsidRPr="00CA52B4">
        <w:rPr>
          <w:rtl/>
          <w:lang w:bidi="fa-IR"/>
        </w:rPr>
        <w:t>عليه السلام</w:t>
      </w:r>
      <w:r>
        <w:rPr>
          <w:rtl/>
          <w:lang w:bidi="fa-IR"/>
        </w:rPr>
        <w:t>)</w:t>
      </w:r>
      <w:r w:rsidRPr="00CA52B4">
        <w:rPr>
          <w:rtl/>
          <w:lang w:bidi="fa-IR"/>
        </w:rPr>
        <w:t xml:space="preserve"> أخذه معاوية وأراد قتله ، فتقدم إليه جمع بالوساطة فحبسه في السجن دهرا ، ثم بعد مدة قال معاوية ذات يوم : </w:t>
      </w:r>
      <w:r>
        <w:rPr>
          <w:rtl/>
          <w:lang w:bidi="fa-IR"/>
        </w:rPr>
        <w:t>أ</w:t>
      </w:r>
      <w:r w:rsidRPr="00CA52B4">
        <w:rPr>
          <w:rtl/>
          <w:lang w:bidi="fa-IR"/>
        </w:rPr>
        <w:t xml:space="preserve">لا نرسل إلى هذا السفيه محمد بن أبي حذيفة ، فنكبته ونخبره بضلاله ، ونأمره أن يقوم فيسب عليا ، قالوا : نعم ، فبعث إليه معاوية فأخرجه من السجن ، فقال له معاوية : يا محمد </w:t>
      </w:r>
      <w:r>
        <w:rPr>
          <w:rtl/>
          <w:lang w:bidi="fa-IR"/>
        </w:rPr>
        <w:t>أ</w:t>
      </w:r>
      <w:r w:rsidRPr="00CA52B4">
        <w:rPr>
          <w:rtl/>
          <w:lang w:bidi="fa-IR"/>
        </w:rPr>
        <w:t xml:space="preserve">لم يأن لك أن تبصر ما كنت عليه من الضلالة بنصرتك عليّ بن أبي طالب </w:t>
      </w:r>
      <w:r>
        <w:rPr>
          <w:rtl/>
          <w:lang w:bidi="fa-IR"/>
        </w:rPr>
        <w:t>(</w:t>
      </w:r>
      <w:r w:rsidRPr="00CA52B4">
        <w:rPr>
          <w:rtl/>
          <w:lang w:bidi="fa-IR"/>
        </w:rPr>
        <w:t>عليه السلام</w:t>
      </w:r>
      <w:r>
        <w:rPr>
          <w:rtl/>
          <w:lang w:bidi="fa-IR"/>
        </w:rPr>
        <w:t>)</w:t>
      </w:r>
      <w:r w:rsidRPr="00CA52B4">
        <w:rPr>
          <w:rtl/>
          <w:lang w:bidi="fa-IR"/>
        </w:rPr>
        <w:t xml:space="preserve"> الكذاب ، </w:t>
      </w:r>
      <w:r>
        <w:rPr>
          <w:rtl/>
          <w:lang w:bidi="fa-IR"/>
        </w:rPr>
        <w:t>أ</w:t>
      </w:r>
      <w:r w:rsidRPr="00CA52B4">
        <w:rPr>
          <w:rtl/>
          <w:lang w:bidi="fa-IR"/>
        </w:rPr>
        <w:t>لم تعلم أنّ عثمان قتل مظلوما ، وأنّ عائشة ، وطلحة ، وزبيرا خرجوا يطلبون بدمه ، وأنّ عليا هو الذي دس في قتله ، ونحن اليوم نطلب بدمه ، قال محمد : إنّك تعلم أنّي أمس القوم بك رحما ، وأعرفهم بك ، قال : أجل ، قال : والله الذي لا إله غيره ، ما أعلم أحدا اشترك في دم عثمان ، وألّب عليه غيرك ، لما استعملك ومن كان مثلك فسأله المهاجرون والأنصار أن يعزلك فأبى ، ففعلوا به ما بلغك ، وو الله ما اشترك في دمه بديا وأخيرا إلا طلحة والزبير وعائشة ، فهم الذين شهدوا عليه بالعظيمة ، وألّبوا عليه الناس ، وشركهم في ذلك عبد الرحمن بن عوف ، وابن مسعود ، وعمار والأنصار جميعا.</w:t>
      </w:r>
    </w:p>
    <w:p w:rsidR="00843DF1" w:rsidRPr="00CA52B4" w:rsidRDefault="00843DF1" w:rsidP="00347E77">
      <w:pPr>
        <w:pStyle w:val="libNormal"/>
        <w:rPr>
          <w:rtl/>
          <w:lang w:bidi="fa-IR"/>
        </w:rPr>
      </w:pPr>
      <w:r w:rsidRPr="00CA52B4">
        <w:rPr>
          <w:rtl/>
          <w:lang w:bidi="fa-IR"/>
        </w:rPr>
        <w:t>قال معاوية : قد كان ذلك. قال محمد : والله إنّي لأشهد أنّك منذ عرفتك في الجاهلية والإسلام ، لعلى خلق واحد ما زاد فيك الإسلام لا قليلا ولا كثيرا ، وإنّ علامة ذلك لبينة تلوموني على حبّي عليا ، لقد خرج مع عليّ</w:t>
      </w:r>
    </w:p>
    <w:p w:rsidR="00843DF1" w:rsidRPr="00CA52B4" w:rsidRDefault="00843DF1" w:rsidP="00B10281">
      <w:pPr>
        <w:pStyle w:val="libNormal0"/>
        <w:rPr>
          <w:rtl/>
          <w:lang w:bidi="fa-IR"/>
        </w:rPr>
      </w:pPr>
      <w:r>
        <w:rPr>
          <w:rtl/>
          <w:lang w:bidi="fa-IR"/>
        </w:rPr>
        <w:br w:type="page"/>
      </w:r>
      <w:r>
        <w:rPr>
          <w:rtl/>
          <w:lang w:bidi="fa-IR"/>
        </w:rPr>
        <w:lastRenderedPageBreak/>
        <w:t>(</w:t>
      </w:r>
      <w:r w:rsidRPr="00CA52B4">
        <w:rPr>
          <w:rtl/>
          <w:lang w:bidi="fa-IR"/>
        </w:rPr>
        <w:t>عليه السلام</w:t>
      </w:r>
      <w:r>
        <w:rPr>
          <w:rtl/>
          <w:lang w:bidi="fa-IR"/>
        </w:rPr>
        <w:t>)</w:t>
      </w:r>
      <w:r w:rsidRPr="00CA52B4">
        <w:rPr>
          <w:rtl/>
          <w:lang w:bidi="fa-IR"/>
        </w:rPr>
        <w:t xml:space="preserve"> كل صوّام قوّام مهاجري وأنصاري ، وخرج معك أبناء المنافقين والطلقاء والعتقاء ، خدعتهم عن دينهم ، وخدعوك عن دنياك ، والله يا معاوية ما خفي عليك ما صنعت ، وما خفي عليهم ما صنعوا ، إذا خلوا أنفسهم سخط الله في طاعتك. والله لا أزال أحب عليا لله ولرسوله ، وأبغضك في الله وفي رسوله أبدا ما بقيت</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قال معاوية : إنّي أراك على ضلالك بعد ، ردوه إلى السجن ، فلم يلبث فيه إلى أن مات فيه.</w:t>
      </w:r>
    </w:p>
    <w:p w:rsidR="00843DF1" w:rsidRPr="00CA52B4" w:rsidRDefault="00843DF1" w:rsidP="00B10281">
      <w:pPr>
        <w:pStyle w:val="libVar"/>
        <w:rPr>
          <w:rtl/>
          <w:lang w:bidi="fa-IR"/>
        </w:rPr>
      </w:pPr>
      <w:r w:rsidRPr="00CA52B4">
        <w:rPr>
          <w:rtl/>
          <w:lang w:bidi="fa-IR"/>
        </w:rPr>
        <w:t>الأخبار الطوال / 157. الأعلام 6 / 308. الاستيعاب 3 / 341. أسد الغابة 4 / 315. الإصابة 3 / 373. أعيان الشيعة 9 / 61. أنساب الأشراف 2 / 387 ، 407.</w:t>
      </w:r>
      <w:r>
        <w:rPr>
          <w:rFonts w:hint="cs"/>
          <w:rtl/>
          <w:lang w:bidi="fa-IR"/>
        </w:rPr>
        <w:t xml:space="preserve"> </w:t>
      </w:r>
      <w:r w:rsidRPr="00CA52B4">
        <w:rPr>
          <w:rtl/>
          <w:lang w:bidi="fa-IR"/>
        </w:rPr>
        <w:t>البداية والنهاية 7 / 251. بهجة الآمال 2 / 100. تاريخ الطبري 5 / 226 وج 6 / 60.</w:t>
      </w:r>
      <w:r>
        <w:rPr>
          <w:rFonts w:hint="cs"/>
          <w:rtl/>
          <w:lang w:bidi="fa-IR"/>
        </w:rPr>
        <w:t xml:space="preserve"> </w:t>
      </w:r>
      <w:r w:rsidRPr="00CA52B4">
        <w:rPr>
          <w:rtl/>
          <w:lang w:bidi="fa-IR"/>
        </w:rPr>
        <w:t>تاريخ الخميس 2 / 260. تحفة الأحباب / 308. تنقيح المقال 2 / 357. جامع الرواة 2 / 45. جمهرة أنساب العرب / 77. رجال ابن داود / 158. رجال الطوسي / 59.</w:t>
      </w:r>
      <w:r>
        <w:rPr>
          <w:rFonts w:hint="cs"/>
          <w:rtl/>
          <w:lang w:bidi="fa-IR"/>
        </w:rPr>
        <w:t xml:space="preserve"> </w:t>
      </w:r>
      <w:r w:rsidRPr="00CA52B4">
        <w:rPr>
          <w:rtl/>
          <w:lang w:bidi="fa-IR"/>
        </w:rPr>
        <w:t xml:space="preserve">رجال الكشي / 70. شرح ابن أبي الحديد 2 / 64 ، 70 ، 143 ، 159 ، 6 / 57 ، 100. الطبقات الكبرى 3 / 84. الغدير 2 / 142 </w:t>
      </w:r>
      <w:r>
        <w:rPr>
          <w:rtl/>
          <w:lang w:bidi="fa-IR"/>
        </w:rPr>
        <w:t>و 9</w:t>
      </w:r>
      <w:r w:rsidRPr="00CA52B4">
        <w:rPr>
          <w:rtl/>
          <w:lang w:bidi="fa-IR"/>
        </w:rPr>
        <w:t xml:space="preserve"> / 129 ، 138 </w:t>
      </w:r>
      <w:r>
        <w:rPr>
          <w:rtl/>
          <w:lang w:bidi="fa-IR"/>
        </w:rPr>
        <w:t>و 1</w:t>
      </w:r>
      <w:r w:rsidRPr="00CA52B4">
        <w:rPr>
          <w:rtl/>
          <w:lang w:bidi="fa-IR"/>
        </w:rPr>
        <w:t>0 / 293.</w:t>
      </w:r>
      <w:r>
        <w:rPr>
          <w:rFonts w:hint="cs"/>
          <w:rtl/>
          <w:lang w:bidi="fa-IR"/>
        </w:rPr>
        <w:t xml:space="preserve"> </w:t>
      </w:r>
      <w:r w:rsidRPr="00CA52B4">
        <w:rPr>
          <w:rtl/>
          <w:lang w:bidi="fa-IR"/>
        </w:rPr>
        <w:t xml:space="preserve">الغارات 1 / 205 ، 207 ، 301 ، 327 </w:t>
      </w:r>
      <w:r>
        <w:rPr>
          <w:rtl/>
          <w:lang w:bidi="fa-IR"/>
        </w:rPr>
        <w:t>و 2</w:t>
      </w:r>
      <w:r w:rsidRPr="00CA52B4">
        <w:rPr>
          <w:rtl/>
          <w:lang w:bidi="fa-IR"/>
        </w:rPr>
        <w:t xml:space="preserve"> / 747</w:t>
      </w:r>
      <w:r>
        <w:rPr>
          <w:rtl/>
          <w:lang w:bidi="fa-IR"/>
        </w:rPr>
        <w:t xml:space="preserve"> ـ </w:t>
      </w:r>
      <w:r w:rsidRPr="00CA52B4">
        <w:rPr>
          <w:rtl/>
          <w:lang w:bidi="fa-IR"/>
        </w:rPr>
        <w:t>752. قاموس الرجال 7 / 500.</w:t>
      </w:r>
      <w:r>
        <w:rPr>
          <w:rFonts w:hint="cs"/>
          <w:rtl/>
          <w:lang w:bidi="fa-IR"/>
        </w:rPr>
        <w:t xml:space="preserve"> </w:t>
      </w:r>
      <w:r w:rsidRPr="00CA52B4">
        <w:rPr>
          <w:rtl/>
          <w:lang w:bidi="fa-IR"/>
        </w:rPr>
        <w:t>الكامل في التأريخ 3 / 118 ، 158 ، 161 ، 181 ، 265</w:t>
      </w:r>
      <w:r>
        <w:rPr>
          <w:rtl/>
          <w:lang w:bidi="fa-IR"/>
        </w:rPr>
        <w:t xml:space="preserve"> ـ </w:t>
      </w:r>
      <w:r w:rsidRPr="00CA52B4">
        <w:rPr>
          <w:rtl/>
          <w:lang w:bidi="fa-IR"/>
        </w:rPr>
        <w:t>267. مجمع الرجال 5 / 104. معجم الثقات / 327. معجم رجال الحديث 14 / 235. منتهى المقال / 258. مجالس المؤمنين 1 / 294. النجوم الزاهرة 1 / 83 ، 94. نقد الرجال / 282. وقعة صفين / 37 ، 44.</w:t>
      </w:r>
    </w:p>
    <w:p w:rsidR="00843DF1" w:rsidRPr="00CA52B4" w:rsidRDefault="00843DF1" w:rsidP="00EB70B9">
      <w:pPr>
        <w:pStyle w:val="libBold1"/>
        <w:rPr>
          <w:rtl/>
          <w:lang w:bidi="fa-IR"/>
        </w:rPr>
      </w:pPr>
      <w:r w:rsidRPr="00CA52B4">
        <w:rPr>
          <w:rtl/>
        </w:rPr>
        <w:t>1009</w:t>
      </w:r>
      <w:r>
        <w:rPr>
          <w:rtl/>
        </w:rPr>
        <w:t xml:space="preserve"> ـ </w:t>
      </w:r>
      <w:r w:rsidRPr="00CA52B4">
        <w:rPr>
          <w:rtl/>
        </w:rPr>
        <w:t>محمد بن أبي سبرة بن أبي زهير القرشي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شاعر كان في وقعة صفين ، مع أمير المؤمنين </w:t>
      </w:r>
      <w:r>
        <w:rPr>
          <w:rtl/>
          <w:lang w:bidi="fa-IR"/>
        </w:rPr>
        <w:t>(</w:t>
      </w:r>
      <w:r w:rsidRPr="00CA52B4">
        <w:rPr>
          <w:rtl/>
          <w:lang w:bidi="fa-IR"/>
        </w:rPr>
        <w:t>عليه السلام</w:t>
      </w:r>
      <w:r>
        <w:rPr>
          <w:rtl/>
          <w:lang w:bidi="fa-IR"/>
        </w:rPr>
        <w:t>).</w:t>
      </w:r>
    </w:p>
    <w:p w:rsidR="00843DF1" w:rsidRPr="00CA52B4" w:rsidRDefault="00843DF1" w:rsidP="00347E77">
      <w:pPr>
        <w:pStyle w:val="libNormal"/>
        <w:rPr>
          <w:rtl/>
          <w:lang w:bidi="fa-IR"/>
        </w:rPr>
      </w:pPr>
      <w:r w:rsidRPr="00CA52B4">
        <w:rPr>
          <w:rtl/>
          <w:lang w:bidi="fa-IR"/>
        </w:rPr>
        <w:t>ومن شعره قوله فيها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sidRPr="00CA52B4">
              <w:rPr>
                <w:rtl/>
                <w:lang w:bidi="fa-IR"/>
              </w:rPr>
              <w:t>نحن قتلنا نعثلا بالسيرة</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إذ صد عن أعلامنا المنيرة</w:t>
            </w:r>
            <w:r w:rsidRPr="00B10281">
              <w:rPr>
                <w:rStyle w:val="libPoemTiniCharChar"/>
                <w:rtl/>
              </w:rPr>
              <w:br/>
              <w:t> </w:t>
            </w:r>
          </w:p>
        </w:tc>
      </w:tr>
      <w:tr w:rsidR="00843DF1" w:rsidRPr="00CA52B4" w:rsidTr="00C360D4">
        <w:trPr>
          <w:tblCellSpacing w:w="15" w:type="dxa"/>
          <w:jc w:val="center"/>
        </w:trPr>
        <w:tc>
          <w:tcPr>
            <w:tcW w:w="2361" w:type="pct"/>
            <w:vAlign w:val="center"/>
            <w:hideMark/>
          </w:tcPr>
          <w:p w:rsidR="00843DF1" w:rsidRPr="00CA52B4" w:rsidRDefault="00843DF1" w:rsidP="00B10281">
            <w:pPr>
              <w:pStyle w:val="libPoem"/>
            </w:pPr>
            <w:r w:rsidRPr="00CA52B4">
              <w:rPr>
                <w:rtl/>
                <w:lang w:bidi="fa-IR"/>
              </w:rPr>
              <w:t>يحكم بالجور على العشيرة</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نحن قتلنا قبله المغيرة</w:t>
            </w:r>
            <w:r w:rsidRPr="00B10281">
              <w:rPr>
                <w:rStyle w:val="libPoemTiniCharChar"/>
                <w:rtl/>
              </w:rPr>
              <w:br/>
              <w:t> </w:t>
            </w:r>
          </w:p>
        </w:tc>
      </w:tr>
      <w:tr w:rsidR="00843DF1" w:rsidRPr="00CA52B4" w:rsidTr="00C360D4">
        <w:trPr>
          <w:tblCellSpacing w:w="15" w:type="dxa"/>
          <w:jc w:val="center"/>
        </w:trPr>
        <w:tc>
          <w:tcPr>
            <w:tcW w:w="2361" w:type="pct"/>
            <w:vAlign w:val="center"/>
            <w:hideMark/>
          </w:tcPr>
          <w:p w:rsidR="00843DF1" w:rsidRPr="00CA52B4" w:rsidRDefault="00843DF1" w:rsidP="00B10281">
            <w:pPr>
              <w:pStyle w:val="libPoem"/>
            </w:pPr>
            <w:r w:rsidRPr="00CA52B4">
              <w:rPr>
                <w:rtl/>
                <w:lang w:bidi="fa-IR"/>
              </w:rPr>
              <w:t>نالته أرماح لنا موتورة</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إنا أناس ثابتوا البصيرة</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sidRPr="00CA52B4">
              <w:rPr>
                <w:rtl/>
              </w:rPr>
              <w:t>إنّ عليا عالم بالسيرة</w:t>
            </w:r>
          </w:p>
        </w:tc>
      </w:tr>
    </w:tbl>
    <w:p w:rsidR="00843DF1" w:rsidRPr="00CA52B4" w:rsidRDefault="00843DF1" w:rsidP="00347E77">
      <w:pPr>
        <w:pStyle w:val="libNormal"/>
      </w:pPr>
    </w:p>
    <w:p w:rsidR="00843DF1" w:rsidRPr="00CA52B4" w:rsidRDefault="00843DF1" w:rsidP="00347E77">
      <w:pPr>
        <w:pStyle w:val="libNormal"/>
        <w:rPr>
          <w:rtl/>
          <w:lang w:bidi="fa-IR"/>
        </w:rPr>
      </w:pPr>
      <w:r>
        <w:rPr>
          <w:rtl/>
          <w:lang w:bidi="fa-IR"/>
        </w:rPr>
        <w:br w:type="page"/>
      </w:r>
      <w:r w:rsidRPr="00CA52B4">
        <w:rPr>
          <w:rtl/>
          <w:lang w:bidi="fa-IR"/>
        </w:rPr>
        <w:lastRenderedPageBreak/>
        <w:t>وكان فارسا ، شجاعا عظيم الغناء في حروبه.</w:t>
      </w:r>
    </w:p>
    <w:p w:rsidR="00843DF1" w:rsidRPr="00CA52B4" w:rsidRDefault="00843DF1" w:rsidP="00B10281">
      <w:pPr>
        <w:pStyle w:val="libVar"/>
        <w:rPr>
          <w:rtl/>
          <w:lang w:bidi="fa-IR"/>
        </w:rPr>
      </w:pPr>
      <w:r w:rsidRPr="00CA52B4">
        <w:rPr>
          <w:rtl/>
          <w:lang w:bidi="fa-IR"/>
        </w:rPr>
        <w:t>أعيان الشيعة 9 / 62. الكامل في التأريخ 4 / 460. وقعة صفين / 383.</w:t>
      </w:r>
    </w:p>
    <w:p w:rsidR="00843DF1" w:rsidRPr="00CA52B4" w:rsidRDefault="00843DF1" w:rsidP="00EB70B9">
      <w:pPr>
        <w:pStyle w:val="libBold1"/>
        <w:rPr>
          <w:rtl/>
          <w:lang w:bidi="fa-IR"/>
        </w:rPr>
      </w:pPr>
      <w:r w:rsidRPr="00CA52B4">
        <w:rPr>
          <w:rtl/>
        </w:rPr>
        <w:t>1010</w:t>
      </w:r>
      <w:r>
        <w:rPr>
          <w:rtl/>
        </w:rPr>
        <w:t xml:space="preserve"> ـ </w:t>
      </w:r>
      <w:r w:rsidRPr="00CA52B4">
        <w:rPr>
          <w:rtl/>
        </w:rPr>
        <w:t>محمد بن عبد الله بن جبير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مولى عليّ بن أبي طالب </w:t>
      </w:r>
      <w:r>
        <w:rPr>
          <w:rtl/>
          <w:lang w:bidi="fa-IR"/>
        </w:rPr>
        <w:t>(</w:t>
      </w:r>
      <w:r w:rsidRPr="00CA52B4">
        <w:rPr>
          <w:rtl/>
          <w:lang w:bidi="fa-IR"/>
        </w:rPr>
        <w:t>عليه السلام</w:t>
      </w:r>
      <w:r>
        <w:rPr>
          <w:rtl/>
          <w:lang w:bidi="fa-IR"/>
        </w:rPr>
        <w:t>).</w:t>
      </w:r>
      <w:r w:rsidRPr="00CA52B4">
        <w:rPr>
          <w:rtl/>
          <w:lang w:bidi="fa-IR"/>
        </w:rPr>
        <w:t xml:space="preserve"> روى عنه محمد بن معن بن نضلة بن عمرو الغفاري. ومحمد بن معن محدّث ذكره ابن حبان في الثقات ، وله في السنن أحاديث في أبواب شتّى.</w:t>
      </w:r>
    </w:p>
    <w:p w:rsidR="00843DF1" w:rsidRPr="00CA52B4" w:rsidRDefault="00843DF1" w:rsidP="00B10281">
      <w:pPr>
        <w:pStyle w:val="libVar"/>
        <w:rPr>
          <w:rtl/>
          <w:lang w:bidi="fa-IR"/>
        </w:rPr>
      </w:pPr>
      <w:r w:rsidRPr="00CA52B4">
        <w:rPr>
          <w:rtl/>
          <w:lang w:bidi="fa-IR"/>
        </w:rPr>
        <w:t>تهذيب التهذيب 9 / 468. الجرح والتعديل 7 / 295.</w:t>
      </w:r>
    </w:p>
    <w:p w:rsidR="00843DF1" w:rsidRPr="00CA52B4" w:rsidRDefault="00843DF1" w:rsidP="00EB70B9">
      <w:pPr>
        <w:pStyle w:val="libBold1"/>
        <w:rPr>
          <w:rtl/>
          <w:lang w:bidi="fa-IR"/>
        </w:rPr>
      </w:pPr>
      <w:r w:rsidRPr="00CA52B4">
        <w:rPr>
          <w:rtl/>
        </w:rPr>
        <w:t>1011</w:t>
      </w:r>
      <w:r>
        <w:rPr>
          <w:rtl/>
        </w:rPr>
        <w:t xml:space="preserve"> ـ </w:t>
      </w:r>
      <w:r w:rsidRPr="00CA52B4">
        <w:rPr>
          <w:rtl/>
        </w:rPr>
        <w:t>محمد بن أبي سلمة عبد الله بن عبد الأسد بن هلال بن عبد الله بن عمر بن مخزوم بن يقظة بن مرة القرشي المدني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التابعين ، وأمه أم سلمة زوجة النبي الأعظم </w:t>
      </w:r>
      <w:r>
        <w:rPr>
          <w:rtl/>
          <w:lang w:bidi="fa-IR"/>
        </w:rPr>
        <w:t>(</w:t>
      </w:r>
      <w:r w:rsidRPr="00CA52B4">
        <w:rPr>
          <w:rtl/>
          <w:lang w:bidi="fa-IR"/>
        </w:rPr>
        <w:t>صلّى الله عليه وآله وسلّم</w:t>
      </w:r>
      <w:r>
        <w:rPr>
          <w:rtl/>
          <w:lang w:bidi="fa-IR"/>
        </w:rPr>
        <w:t>).</w:t>
      </w:r>
      <w:r w:rsidRPr="00CA52B4">
        <w:rPr>
          <w:rtl/>
          <w:lang w:bidi="fa-IR"/>
        </w:rPr>
        <w:t xml:space="preserve"> أتت به وبأخيه سلمة ، إلى عليّ بن أبي طالب </w:t>
      </w:r>
      <w:r>
        <w:rPr>
          <w:rtl/>
          <w:lang w:bidi="fa-IR"/>
        </w:rPr>
        <w:t>(</w:t>
      </w:r>
      <w:r w:rsidRPr="00CA52B4">
        <w:rPr>
          <w:rtl/>
          <w:lang w:bidi="fa-IR"/>
        </w:rPr>
        <w:t>عليه السلام</w:t>
      </w:r>
      <w:r>
        <w:rPr>
          <w:rtl/>
          <w:lang w:bidi="fa-IR"/>
        </w:rPr>
        <w:t>)</w:t>
      </w:r>
      <w:r w:rsidRPr="00CA52B4">
        <w:rPr>
          <w:rtl/>
          <w:lang w:bidi="fa-IR"/>
        </w:rPr>
        <w:t xml:space="preserve"> وقالت : هما عليك صدقة ، فلو صح لي الخروج لخرجت معك. وفي بعض المراجع جاء ، محمد بن عبيد الله. وقيل : إنّه صحابي.</w:t>
      </w:r>
    </w:p>
    <w:p w:rsidR="00843DF1" w:rsidRPr="00CA52B4" w:rsidRDefault="00843DF1" w:rsidP="00B10281">
      <w:pPr>
        <w:pStyle w:val="libVar"/>
        <w:rPr>
          <w:rtl/>
          <w:lang w:bidi="fa-IR"/>
        </w:rPr>
      </w:pPr>
      <w:r w:rsidRPr="00CA52B4">
        <w:rPr>
          <w:rtl/>
          <w:lang w:bidi="fa-IR"/>
        </w:rPr>
        <w:t xml:space="preserve">تحفة الأحباب / 310. تقريب التهذيب 2 / 166. تنقيح المقال 2 / 358. تهذيب التهذيب 9 / 194. جامع الرواة 2 / 49. جمهرة أنساب العرب / 143. خلاصة الأقوال / 138. رجال ابن داود / 159. رجال الطوسي / 29. الطبقات الكبرى 1 / 488 </w:t>
      </w:r>
      <w:r>
        <w:rPr>
          <w:rtl/>
          <w:lang w:bidi="fa-IR"/>
        </w:rPr>
        <w:t>و 3</w:t>
      </w:r>
      <w:r w:rsidRPr="00CA52B4">
        <w:rPr>
          <w:rtl/>
          <w:lang w:bidi="fa-IR"/>
        </w:rPr>
        <w:t xml:space="preserve"> / 366 </w:t>
      </w:r>
      <w:r>
        <w:rPr>
          <w:rtl/>
          <w:lang w:bidi="fa-IR"/>
        </w:rPr>
        <w:t>و 5</w:t>
      </w:r>
      <w:r w:rsidRPr="00CA52B4">
        <w:rPr>
          <w:rtl/>
          <w:lang w:bidi="fa-IR"/>
        </w:rPr>
        <w:t xml:space="preserve"> / 511 ، 521. قاموس الرجال 7 / 505. مجمع الرجال 5 / 115. معجم الثقات / 327. معجم رجال الحديث 14 / 262. منتهى المقال / 259. نقد الرجال / 284. وقعة صفين / 11 ، 15 ، 20 ، 33 ، 44 ، 55 ، 82 ، 162 ، 164 ، 185 ، 272 ، 300 ، 534.</w:t>
      </w:r>
    </w:p>
    <w:p w:rsidR="00843DF1" w:rsidRPr="00CA52B4" w:rsidRDefault="00843DF1" w:rsidP="00EB70B9">
      <w:pPr>
        <w:pStyle w:val="libBold1"/>
        <w:rPr>
          <w:rtl/>
          <w:lang w:bidi="fa-IR"/>
        </w:rPr>
      </w:pPr>
      <w:r w:rsidRPr="00CA52B4">
        <w:rPr>
          <w:rtl/>
        </w:rPr>
        <w:t>1012</w:t>
      </w:r>
      <w:r>
        <w:rPr>
          <w:rtl/>
        </w:rPr>
        <w:t xml:space="preserve"> ـ </w:t>
      </w:r>
      <w:r w:rsidRPr="00CA52B4">
        <w:rPr>
          <w:rtl/>
        </w:rPr>
        <w:t xml:space="preserve">محمد </w:t>
      </w:r>
      <w:r>
        <w:rPr>
          <w:rtl/>
        </w:rPr>
        <w:t>(</w:t>
      </w:r>
      <w:r w:rsidRPr="00CA52B4">
        <w:rPr>
          <w:rtl/>
        </w:rPr>
        <w:t>أبو القاسم</w:t>
      </w:r>
      <w:r>
        <w:rPr>
          <w:rtl/>
        </w:rPr>
        <w:t>)</w:t>
      </w:r>
      <w:r w:rsidRPr="00CA52B4">
        <w:rPr>
          <w:rtl/>
        </w:rPr>
        <w:t xml:space="preserve"> ابن الإمام علي بن أبي طالب بن عبد المطلب بن هاشم بن عبد مناف الهاشمي المدني المعروف بابن الحنفية والمتوفى 73 ه‍</w:t>
      </w:r>
      <w:r>
        <w:rPr>
          <w:rtl/>
        </w:rPr>
        <w:t>.</w:t>
      </w:r>
    </w:p>
    <w:p w:rsidR="00843DF1" w:rsidRPr="00CA52B4" w:rsidRDefault="00843DF1" w:rsidP="00347E77">
      <w:pPr>
        <w:pStyle w:val="libNormal"/>
        <w:rPr>
          <w:rtl/>
          <w:lang w:bidi="fa-IR"/>
        </w:rPr>
      </w:pPr>
      <w:r w:rsidRPr="00CA52B4">
        <w:rPr>
          <w:rtl/>
          <w:lang w:bidi="fa-IR"/>
        </w:rPr>
        <w:t>محدّث ، تابعي ، صالح خيّر ، أمه خولة بنت جعفر بن قيس من بني حنيفة. وكان من أفاضل أهل بيته. مات في المدينة سنة 73 ، 80 ، 81 ، 82 ، 92 ، 93 ه‍ وأعقب : إبراهيم. الحسن. عبد الله. عمر. عونا.</w:t>
      </w:r>
    </w:p>
    <w:p w:rsidR="00843DF1" w:rsidRPr="00CA52B4" w:rsidRDefault="00843DF1" w:rsidP="00347E77">
      <w:pPr>
        <w:pStyle w:val="libNormal"/>
        <w:rPr>
          <w:rtl/>
          <w:lang w:bidi="fa-IR"/>
        </w:rPr>
      </w:pPr>
      <w:r>
        <w:rPr>
          <w:rtl/>
          <w:lang w:bidi="fa-IR"/>
        </w:rPr>
        <w:br w:type="page"/>
      </w:r>
      <w:r w:rsidRPr="00CA52B4">
        <w:rPr>
          <w:rtl/>
          <w:lang w:bidi="fa-IR"/>
        </w:rPr>
        <w:lastRenderedPageBreak/>
        <w:t>وقد كتب عنه الخطيب السيد علي بن الحسين الهاشمي المتوفى 1389 ه‍ ، دراسة مفصلة طبعت في بغداد.</w:t>
      </w:r>
    </w:p>
    <w:p w:rsidR="00843DF1" w:rsidRPr="00CA52B4" w:rsidRDefault="00843DF1" w:rsidP="00B10281">
      <w:pPr>
        <w:pStyle w:val="libVar"/>
        <w:rPr>
          <w:rtl/>
          <w:lang w:bidi="fa-IR"/>
        </w:rPr>
      </w:pPr>
      <w:r w:rsidRPr="00CA52B4">
        <w:rPr>
          <w:rtl/>
          <w:lang w:bidi="fa-IR"/>
        </w:rPr>
        <w:t>الأعلام 7 / 152. أخبار شعراء الشيعة / 71. الأخبار الطوال / 182 ، 289 ، 301 ، 305 ، 309. أعلام نهج البلاغة / 44. أعيان الشيعة 9 / 435. أنساب الأشراف 3 / 278 وج 2 / 303. البداية والنهاية 7 / 230 وج 9 / 38. تاريخ الطبري 13 / 87. تاريخ الخلفاء / 168 ، 222. تاريخ الخميس 2 / 284 ، 310. تحفة الأحباب / 327. تقريب التهذيب 2 / 192. تنقيح المقال 3 / 152. تهذيب التهذيب 9 / 354. الجرح والتعديل 8 / 26. جمهرة أنساب العرب / 18 ، 37 ، 42 ، 66.</w:t>
      </w:r>
      <w:r>
        <w:rPr>
          <w:rFonts w:hint="cs"/>
          <w:rtl/>
          <w:lang w:bidi="fa-IR"/>
        </w:rPr>
        <w:t xml:space="preserve"> </w:t>
      </w:r>
      <w:r w:rsidRPr="00CA52B4">
        <w:rPr>
          <w:rtl/>
          <w:lang w:bidi="fa-IR"/>
        </w:rPr>
        <w:t>الجمل / 139 ، 189. حلية الأولياء 3 / 174. سفينة البحار 1 / 319. شذرات الذهب 1 / 88. ابن أبي الحديد 1 / 144 ، 241</w:t>
      </w:r>
      <w:r>
        <w:rPr>
          <w:rtl/>
          <w:lang w:bidi="fa-IR"/>
        </w:rPr>
        <w:t xml:space="preserve"> ـ </w:t>
      </w:r>
      <w:r w:rsidRPr="00CA52B4">
        <w:rPr>
          <w:rtl/>
          <w:lang w:bidi="fa-IR"/>
        </w:rPr>
        <w:t xml:space="preserve">245 الفهارس / 246. الطبقات الكبرى 5 / 91 </w:t>
      </w:r>
      <w:r>
        <w:rPr>
          <w:rtl/>
          <w:lang w:bidi="fa-IR"/>
        </w:rPr>
        <w:t>و 7</w:t>
      </w:r>
      <w:r w:rsidRPr="00CA52B4">
        <w:rPr>
          <w:rtl/>
          <w:lang w:bidi="fa-IR"/>
        </w:rPr>
        <w:t xml:space="preserve"> / 213. العقد الفريد 2 / 187 ، 220 ، 223 </w:t>
      </w:r>
      <w:r>
        <w:rPr>
          <w:rtl/>
          <w:lang w:bidi="fa-IR"/>
        </w:rPr>
        <w:t>و 3</w:t>
      </w:r>
      <w:r w:rsidRPr="00CA52B4">
        <w:rPr>
          <w:rtl/>
          <w:lang w:bidi="fa-IR"/>
        </w:rPr>
        <w:t xml:space="preserve"> / 91 ، 104 ، 172 </w:t>
      </w:r>
      <w:r>
        <w:rPr>
          <w:rtl/>
          <w:lang w:bidi="fa-IR"/>
        </w:rPr>
        <w:t>و 5</w:t>
      </w:r>
      <w:r w:rsidRPr="00CA52B4">
        <w:rPr>
          <w:rtl/>
          <w:lang w:bidi="fa-IR"/>
        </w:rPr>
        <w:t xml:space="preserve"> / 32 ، 52 ، 60 ، 140 ، 144 </w:t>
      </w:r>
      <w:r>
        <w:rPr>
          <w:rtl/>
          <w:lang w:bidi="fa-IR"/>
        </w:rPr>
        <w:t>و 7</w:t>
      </w:r>
      <w:r w:rsidRPr="00CA52B4">
        <w:rPr>
          <w:rtl/>
          <w:lang w:bidi="fa-IR"/>
        </w:rPr>
        <w:t xml:space="preserve"> / 215. عمدة الطالب / 352. الغدير 1 / 31 ، 109 </w:t>
      </w:r>
      <w:r>
        <w:rPr>
          <w:rtl/>
          <w:lang w:bidi="fa-IR"/>
        </w:rPr>
        <w:t>و 2</w:t>
      </w:r>
      <w:r w:rsidRPr="00CA52B4">
        <w:rPr>
          <w:rtl/>
          <w:lang w:bidi="fa-IR"/>
        </w:rPr>
        <w:t xml:space="preserve"> / 133 </w:t>
      </w:r>
      <w:r>
        <w:rPr>
          <w:rtl/>
          <w:lang w:bidi="fa-IR"/>
        </w:rPr>
        <w:t>و 3</w:t>
      </w:r>
      <w:r w:rsidRPr="00CA52B4">
        <w:rPr>
          <w:rtl/>
          <w:lang w:bidi="fa-IR"/>
        </w:rPr>
        <w:t xml:space="preserve"> / 229 </w:t>
      </w:r>
      <w:r>
        <w:rPr>
          <w:rtl/>
          <w:lang w:bidi="fa-IR"/>
        </w:rPr>
        <w:t>و 5</w:t>
      </w:r>
      <w:r w:rsidRPr="00CA52B4">
        <w:rPr>
          <w:rtl/>
          <w:lang w:bidi="fa-IR"/>
        </w:rPr>
        <w:t xml:space="preserve"> / 171 </w:t>
      </w:r>
      <w:r>
        <w:rPr>
          <w:rtl/>
          <w:lang w:bidi="fa-IR"/>
        </w:rPr>
        <w:t>و 7</w:t>
      </w:r>
      <w:r w:rsidRPr="00CA52B4">
        <w:rPr>
          <w:rtl/>
          <w:lang w:bidi="fa-IR"/>
        </w:rPr>
        <w:t xml:space="preserve"> / 410 </w:t>
      </w:r>
      <w:r>
        <w:rPr>
          <w:rtl/>
          <w:lang w:bidi="fa-IR"/>
        </w:rPr>
        <w:t>و 8</w:t>
      </w:r>
      <w:r w:rsidRPr="00CA52B4">
        <w:rPr>
          <w:rtl/>
          <w:lang w:bidi="fa-IR"/>
        </w:rPr>
        <w:t xml:space="preserve"> / 156 </w:t>
      </w:r>
      <w:r>
        <w:rPr>
          <w:rtl/>
          <w:lang w:bidi="fa-IR"/>
        </w:rPr>
        <w:t>و 9</w:t>
      </w:r>
      <w:r w:rsidRPr="00CA52B4">
        <w:rPr>
          <w:rtl/>
          <w:lang w:bidi="fa-IR"/>
        </w:rPr>
        <w:t xml:space="preserve"> / 389. الفوائد الرجالية 3 / 304 ، 306. قاموس الرجال 8 / 157. الكامل في التأريخ 13 / 317</w:t>
      </w:r>
      <w:r>
        <w:rPr>
          <w:rtl/>
          <w:lang w:bidi="fa-IR"/>
        </w:rPr>
        <w:t xml:space="preserve"> ـ </w:t>
      </w:r>
      <w:r w:rsidRPr="00CA52B4">
        <w:rPr>
          <w:rtl/>
          <w:lang w:bidi="fa-IR"/>
        </w:rPr>
        <w:t>الفهارس</w:t>
      </w:r>
      <w:r>
        <w:rPr>
          <w:rtl/>
          <w:lang w:bidi="fa-IR"/>
        </w:rPr>
        <w:t xml:space="preserve"> ـ.</w:t>
      </w:r>
      <w:r w:rsidRPr="00CA52B4">
        <w:rPr>
          <w:rtl/>
          <w:lang w:bidi="fa-IR"/>
        </w:rPr>
        <w:t xml:space="preserve"> مجالس المؤمنين / 2741. مجمع الرجال 5 / 203. مرآة الجنان 1 / 162. مروج الذهب 2 / 369 </w:t>
      </w:r>
      <w:r>
        <w:rPr>
          <w:rtl/>
          <w:lang w:bidi="fa-IR"/>
        </w:rPr>
        <w:t>و 3</w:t>
      </w:r>
      <w:r w:rsidRPr="00CA52B4">
        <w:rPr>
          <w:rtl/>
          <w:lang w:bidi="fa-IR"/>
        </w:rPr>
        <w:t xml:space="preserve"> / 123. المعارف / 95. معجم الثقات / 330. معجم رجال الحديث 16 / 48. المناقب 3 / 304. منتهى المقال / 277. النجوم الزاهرة 1 / 202. نقد الرجال / 304. النهاية في غريب الحديث 1 / 127 </w:t>
      </w:r>
      <w:r>
        <w:rPr>
          <w:rtl/>
          <w:lang w:bidi="fa-IR"/>
        </w:rPr>
        <w:t>و 5</w:t>
      </w:r>
      <w:r w:rsidRPr="00CA52B4">
        <w:rPr>
          <w:rtl/>
          <w:lang w:bidi="fa-IR"/>
        </w:rPr>
        <w:t xml:space="preserve"> / 433. وقعة صفين / 216 ، 221 ، 249 ، 371 ، 463 ، 530. وفيات الأعيان 4 / 169</w:t>
      </w:r>
      <w:r>
        <w:rPr>
          <w:rtl/>
          <w:lang w:bidi="fa-IR"/>
        </w:rPr>
        <w:t xml:space="preserve"> ـ </w:t>
      </w:r>
      <w:r w:rsidRPr="00CA52B4">
        <w:rPr>
          <w:rtl/>
          <w:lang w:bidi="fa-IR"/>
        </w:rPr>
        <w:t>173.</w:t>
      </w:r>
    </w:p>
    <w:p w:rsidR="00843DF1" w:rsidRPr="00CA52B4" w:rsidRDefault="00843DF1" w:rsidP="00EB70B9">
      <w:pPr>
        <w:pStyle w:val="libBold1"/>
        <w:rPr>
          <w:rtl/>
          <w:lang w:bidi="fa-IR"/>
        </w:rPr>
      </w:pPr>
      <w:r w:rsidRPr="00CA52B4">
        <w:rPr>
          <w:rtl/>
        </w:rPr>
        <w:t>1013</w:t>
      </w:r>
      <w:r>
        <w:rPr>
          <w:rtl/>
        </w:rPr>
        <w:t xml:space="preserve"> ـ </w:t>
      </w:r>
      <w:r w:rsidRPr="00CA52B4">
        <w:rPr>
          <w:rtl/>
        </w:rPr>
        <w:t>محمد بن عمرو بن حزم بن زيد بن لوذان بن حارثة بن عديّ بن زيد بن ثعلبة بن زيد مناة بن حبيب بن عبد حارثة بن مالك بن جشم الأنصاري المقتول عام 63 ه‍</w:t>
      </w:r>
      <w:r>
        <w:rPr>
          <w:rtl/>
        </w:rPr>
        <w:t>.</w:t>
      </w:r>
    </w:p>
    <w:p w:rsidR="00843DF1" w:rsidRPr="00CA52B4" w:rsidRDefault="00843DF1" w:rsidP="00347E77">
      <w:pPr>
        <w:pStyle w:val="libNormal"/>
        <w:rPr>
          <w:rtl/>
          <w:lang w:bidi="fa-IR"/>
        </w:rPr>
      </w:pPr>
      <w:r w:rsidRPr="00CA52B4">
        <w:rPr>
          <w:rtl/>
          <w:lang w:bidi="fa-IR"/>
        </w:rPr>
        <w:t xml:space="preserve">فارس ، شهد مشاهد عليّ بن أبي طالب </w:t>
      </w:r>
      <w:r>
        <w:rPr>
          <w:rtl/>
          <w:lang w:bidi="fa-IR"/>
        </w:rPr>
        <w:t>(</w:t>
      </w:r>
      <w:r w:rsidRPr="00CA52B4">
        <w:rPr>
          <w:rtl/>
          <w:lang w:bidi="fa-IR"/>
        </w:rPr>
        <w:t>عليه السلام</w:t>
      </w:r>
      <w:r>
        <w:rPr>
          <w:rtl/>
          <w:lang w:bidi="fa-IR"/>
        </w:rPr>
        <w:t>)</w:t>
      </w:r>
      <w:r w:rsidRPr="00CA52B4">
        <w:rPr>
          <w:rtl/>
          <w:lang w:bidi="fa-IR"/>
        </w:rPr>
        <w:t xml:space="preserve"> كلها. وقتل في وقعة الحرة بالمدينة. وكان والده من الصحابة ، مات عام 51 ، 52 ، 53 ، 54 ه‍</w:t>
      </w:r>
      <w:r>
        <w:rPr>
          <w:rtl/>
          <w:lang w:bidi="fa-IR"/>
        </w:rPr>
        <w:t>.</w:t>
      </w:r>
    </w:p>
    <w:p w:rsidR="00843DF1" w:rsidRPr="00CA52B4" w:rsidRDefault="00843DF1" w:rsidP="00B10281">
      <w:pPr>
        <w:pStyle w:val="libVar"/>
        <w:rPr>
          <w:rtl/>
          <w:lang w:bidi="fa-IR"/>
        </w:rPr>
      </w:pPr>
      <w:r w:rsidRPr="00CA52B4">
        <w:rPr>
          <w:rtl/>
          <w:lang w:bidi="fa-IR"/>
        </w:rPr>
        <w:t>الإمامة والسياسة 1 / 184. تاريخ الطبري 7 / 10. تحفة الأحباب / 344. تقريب التهذيب 2 / 195. تنقيح المقال 3 / 164. تهذيب التهذيب 9 / 370. جامع الرواة 2 / 161. الجرح والتعديل 8 / 29. خلاصة الأقوال / 137. رجال ابن داود / 180.</w:t>
      </w:r>
      <w:r>
        <w:rPr>
          <w:rFonts w:hint="cs"/>
          <w:rtl/>
          <w:lang w:bidi="fa-IR"/>
        </w:rPr>
        <w:t xml:space="preserve"> </w:t>
      </w:r>
      <w:r w:rsidRPr="00CA52B4">
        <w:rPr>
          <w:rtl/>
          <w:lang w:bidi="fa-IR"/>
        </w:rPr>
        <w:t xml:space="preserve">الطبقات الكبرى 8 / 387. العقد الفريد 5 / 111. الغدير 6 / 311 </w:t>
      </w:r>
      <w:r>
        <w:rPr>
          <w:rtl/>
          <w:lang w:bidi="fa-IR"/>
        </w:rPr>
        <w:t>و 9</w:t>
      </w:r>
      <w:r w:rsidRPr="00CA52B4">
        <w:rPr>
          <w:rtl/>
          <w:lang w:bidi="fa-IR"/>
        </w:rPr>
        <w:t xml:space="preserve"> / 129 ، 164</w:t>
      </w:r>
    </w:p>
    <w:p w:rsidR="00843DF1" w:rsidRPr="00CA52B4" w:rsidRDefault="00843DF1" w:rsidP="00B10281">
      <w:pPr>
        <w:pStyle w:val="libVar0"/>
        <w:rPr>
          <w:rtl/>
          <w:lang w:bidi="fa-IR"/>
        </w:rPr>
      </w:pPr>
      <w:r>
        <w:rPr>
          <w:rtl/>
          <w:lang w:bidi="fa-IR"/>
        </w:rPr>
        <w:br w:type="page"/>
      </w:r>
      <w:r>
        <w:rPr>
          <w:rtl/>
          <w:lang w:bidi="fa-IR"/>
        </w:rPr>
        <w:lastRenderedPageBreak/>
        <w:t>و 1</w:t>
      </w:r>
      <w:r w:rsidRPr="00CA52B4">
        <w:rPr>
          <w:rtl/>
          <w:lang w:bidi="fa-IR"/>
        </w:rPr>
        <w:t>0 / 35 ، 236. قاموس الرجال 8 / 315. الكامل في التأريخ 5 / 195. مجالس المؤمنين 1 / 264. مجمع الرجال 6 / 14. مرآة الجنان 1 / 138. معجم الثقات / 342. معجم رجال الحديث 17 / 76. منتهى المقال / 289. النجوم الزاهرة 1 / 161. نقد الرجال / 325</w:t>
      </w:r>
    </w:p>
    <w:p w:rsidR="00843DF1" w:rsidRPr="00CA52B4" w:rsidRDefault="00843DF1" w:rsidP="00EB70B9">
      <w:pPr>
        <w:pStyle w:val="libBold1"/>
        <w:rPr>
          <w:rtl/>
          <w:lang w:bidi="fa-IR"/>
        </w:rPr>
      </w:pPr>
      <w:r w:rsidRPr="00CA52B4">
        <w:rPr>
          <w:rtl/>
        </w:rPr>
        <w:t>1014</w:t>
      </w:r>
      <w:r>
        <w:rPr>
          <w:rtl/>
        </w:rPr>
        <w:t xml:space="preserve"> ـ </w:t>
      </w:r>
      <w:r w:rsidRPr="00CA52B4">
        <w:rPr>
          <w:rtl/>
        </w:rPr>
        <w:t>محمد الكندي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عبد الله بن يحيى التؤم.</w:t>
      </w:r>
    </w:p>
    <w:p w:rsidR="00843DF1" w:rsidRPr="00CA52B4" w:rsidRDefault="00843DF1" w:rsidP="00B10281">
      <w:pPr>
        <w:pStyle w:val="libVar"/>
        <w:rPr>
          <w:rtl/>
          <w:lang w:bidi="fa-IR"/>
        </w:rPr>
      </w:pPr>
      <w:r w:rsidRPr="00CA52B4">
        <w:rPr>
          <w:rtl/>
          <w:lang w:bidi="fa-IR"/>
        </w:rPr>
        <w:t>الجرح والتعديل 8 / 132. لسان الميزان 5 / 439. ميزان الاعتدال 4 / 77.</w:t>
      </w:r>
    </w:p>
    <w:p w:rsidR="00843DF1" w:rsidRPr="00CA52B4" w:rsidRDefault="00843DF1" w:rsidP="00EB70B9">
      <w:pPr>
        <w:pStyle w:val="libBold1"/>
        <w:rPr>
          <w:rtl/>
          <w:lang w:bidi="fa-IR"/>
        </w:rPr>
      </w:pPr>
      <w:r w:rsidRPr="00CA52B4">
        <w:rPr>
          <w:rtl/>
        </w:rPr>
        <w:t>1015</w:t>
      </w:r>
      <w:r>
        <w:rPr>
          <w:rtl/>
        </w:rPr>
        <w:t xml:space="preserve"> ـ </w:t>
      </w:r>
      <w:r w:rsidRPr="00CA52B4">
        <w:rPr>
          <w:rtl/>
        </w:rPr>
        <w:t>محمد بن مخنف بن سليم بن الحارث بن عوف بن ثعلبة بن عامر بن ذهل بن مازن بن ذبيان بن ثعلبة بن الدؤل بن سعد مناة بن غامد الأزدي الغامدي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محارب مقدام ، اشترك في حرب صفين ، وقاتل أهل الشام. قال :</w:t>
      </w:r>
      <w:r>
        <w:rPr>
          <w:rFonts w:hint="cs"/>
          <w:rtl/>
          <w:lang w:bidi="fa-IR"/>
        </w:rPr>
        <w:t xml:space="preserve"> </w:t>
      </w:r>
      <w:r w:rsidRPr="00CA52B4">
        <w:rPr>
          <w:rtl/>
          <w:lang w:bidi="fa-IR"/>
        </w:rPr>
        <w:t>كنت مع أبي يومئذ ، وأنا ابن سبع عشرة سنة ، ولست في عطاء ، فلما منع الناس الماء قال لي أبي لا تبرح. فلما رأيت الناس يذهبون نحو الماء ، لم أصبر فأخذت سيفي فقاتلت ، فإذا أنا بغلام مملوك لبعض أهل العراق ، ومعه قربة له فلما رأى أهل الشام قد أفرجوا عن الماء ، شدّ فملأ قربته ثم أقبل بها ، وشدّ عليه رجل من أهل الشام فضربه فصرعه ، ووقعت القربة منه ، وشددت على الشامي ، فضربته وصرعته ، وعدا أصحابه فاستنقذوه.</w:t>
      </w:r>
      <w:r>
        <w:rPr>
          <w:rFonts w:hint="cs"/>
          <w:rtl/>
          <w:lang w:bidi="fa-IR"/>
        </w:rPr>
        <w:t xml:space="preserve"> </w:t>
      </w:r>
      <w:r w:rsidRPr="00CA52B4">
        <w:rPr>
          <w:rtl/>
          <w:lang w:bidi="fa-IR"/>
        </w:rPr>
        <w:t>قال : وسمعتهم يقولون لا بأس عليك. ورجعت إلى المملوك فأجلسته فإذا هو يكلمني ، وبه جرح رحيب ، فلم يكن أسرع من أن جاء مولاه فذهب به ، وأخذت قربته وهي مملوءة ماء فجئت بها إلى أبي. فقال : من أين جئت بها</w:t>
      </w:r>
      <w:r>
        <w:rPr>
          <w:rtl/>
          <w:lang w:bidi="fa-IR"/>
        </w:rPr>
        <w:t>؟</w:t>
      </w:r>
      <w:r w:rsidRPr="00CA52B4">
        <w:rPr>
          <w:rtl/>
          <w:lang w:bidi="fa-IR"/>
        </w:rPr>
        <w:t xml:space="preserve"> فقلت : اشتريتها. وكرهت أن أخبره الخبر فيجد عليّ ، فقال :</w:t>
      </w:r>
      <w:r>
        <w:rPr>
          <w:rFonts w:hint="cs"/>
          <w:rtl/>
          <w:lang w:bidi="fa-IR"/>
        </w:rPr>
        <w:t xml:space="preserve"> </w:t>
      </w:r>
      <w:r w:rsidRPr="00CA52B4">
        <w:rPr>
          <w:rtl/>
          <w:lang w:bidi="fa-IR"/>
        </w:rPr>
        <w:t>اسق القوم. فسقيتهم وشرّبت آخرهم ، ونازعتني نفسي والله القتال ، فانطلقت أتقدّم فيمن يقاتل. قال : فقاتلتهم ساعة ثم أشهد أنّهم خلّوا لنا عن الماء.</w:t>
      </w:r>
    </w:p>
    <w:p w:rsidR="00843DF1" w:rsidRPr="00CA52B4" w:rsidRDefault="00843DF1" w:rsidP="00347E77">
      <w:pPr>
        <w:pStyle w:val="libNormal"/>
        <w:rPr>
          <w:rtl/>
          <w:lang w:bidi="fa-IR"/>
        </w:rPr>
      </w:pPr>
      <w:r w:rsidRPr="00CA52B4">
        <w:rPr>
          <w:rtl/>
          <w:lang w:bidi="fa-IR"/>
        </w:rPr>
        <w:t>قال : فما أمسيت حتّى رأيت سقاتهم وسقاتنا يزدحمون على الماء فما</w:t>
      </w:r>
    </w:p>
    <w:p w:rsidR="00843DF1" w:rsidRPr="00CA52B4" w:rsidRDefault="00843DF1" w:rsidP="00B10281">
      <w:pPr>
        <w:pStyle w:val="libNormal0"/>
        <w:rPr>
          <w:rtl/>
          <w:lang w:bidi="fa-IR"/>
        </w:rPr>
      </w:pPr>
      <w:r>
        <w:rPr>
          <w:rtl/>
          <w:lang w:bidi="fa-IR"/>
        </w:rPr>
        <w:br w:type="page"/>
      </w:r>
      <w:r w:rsidRPr="00CA52B4">
        <w:rPr>
          <w:rtl/>
          <w:lang w:bidi="fa-IR"/>
        </w:rPr>
        <w:lastRenderedPageBreak/>
        <w:t>يؤذي إنسان إنسانا. قال : وأقبلت راجعا فإذا أنا بمولى صاحب القربة ، فقلت : هذه قربتك فخذها ، أو ابعث معي من يأخذها ، أو أعلمني مكانك. فقال : رحمك الله عندنا ما يكتفى به. فانصرفت وذهب ، فلما كان من الغد مرّ على أبي فوقف فسلّم ورآني إلى جنبه ، فقال : من هذا الفتى منك</w:t>
      </w:r>
      <w:r>
        <w:rPr>
          <w:rtl/>
          <w:lang w:bidi="fa-IR"/>
        </w:rPr>
        <w:t>؟</w:t>
      </w:r>
      <w:r w:rsidRPr="00CA52B4">
        <w:rPr>
          <w:rtl/>
          <w:lang w:bidi="fa-IR"/>
        </w:rPr>
        <w:t xml:space="preserve"> قال : بني. قال : أراك الله فيه السرور ، استنقذ والله غلامي أمس ، وحدثني شباب الحي أنّه كان من أشجع الناس. قال : فنظر إليّ أبي نظرة عرفت منه الغضب في وجهه ، ثم سكت حتّى مضى الرجل ، ثم قال :</w:t>
      </w:r>
      <w:r>
        <w:rPr>
          <w:rFonts w:hint="cs"/>
          <w:rtl/>
          <w:lang w:bidi="fa-IR"/>
        </w:rPr>
        <w:t xml:space="preserve"> </w:t>
      </w:r>
      <w:r w:rsidRPr="00CA52B4">
        <w:rPr>
          <w:rtl/>
          <w:lang w:bidi="fa-IR"/>
        </w:rPr>
        <w:t>هذا ما تقدمت إليك فيه</w:t>
      </w:r>
      <w:r>
        <w:rPr>
          <w:rtl/>
          <w:lang w:bidi="fa-IR"/>
        </w:rPr>
        <w:t>؟</w:t>
      </w:r>
      <w:r w:rsidRPr="00CA52B4">
        <w:rPr>
          <w:rtl/>
          <w:lang w:bidi="fa-IR"/>
        </w:rPr>
        <w:t xml:space="preserve"> قال : فحلفني </w:t>
      </w:r>
      <w:r>
        <w:rPr>
          <w:rtl/>
          <w:lang w:bidi="fa-IR"/>
        </w:rPr>
        <w:t>أ</w:t>
      </w:r>
      <w:r w:rsidRPr="00CA52B4">
        <w:rPr>
          <w:rtl/>
          <w:lang w:bidi="fa-IR"/>
        </w:rPr>
        <w:t>لا أخرج إلى قتال إلّا بإذنه. فما شهدت لهم قتالا حتّى كان آخر يوم من أيامهم إلّا ذلك اليوم.</w:t>
      </w:r>
    </w:p>
    <w:p w:rsidR="00843DF1" w:rsidRPr="00CA52B4" w:rsidRDefault="00843DF1" w:rsidP="00B10281">
      <w:pPr>
        <w:pStyle w:val="libVar"/>
        <w:rPr>
          <w:rtl/>
          <w:lang w:bidi="fa-IR"/>
        </w:rPr>
      </w:pPr>
      <w:r w:rsidRPr="00CA52B4">
        <w:rPr>
          <w:rtl/>
          <w:lang w:bidi="fa-IR"/>
        </w:rPr>
        <w:t xml:space="preserve">تاريخ الطبري 5 / 241. تنقيح المقال 3 / 181. شرح ابن أبي الحديد 2 / 120 ، 121 </w:t>
      </w:r>
      <w:r>
        <w:rPr>
          <w:rtl/>
          <w:lang w:bidi="fa-IR"/>
        </w:rPr>
        <w:t>و 3</w:t>
      </w:r>
      <w:r w:rsidRPr="00CA52B4">
        <w:rPr>
          <w:rtl/>
          <w:lang w:bidi="fa-IR"/>
        </w:rPr>
        <w:t xml:space="preserve"> / 1687106. لسان الميزان 5 / 375. وقعة صفين / 183.</w:t>
      </w:r>
    </w:p>
    <w:p w:rsidR="00843DF1" w:rsidRPr="00CA52B4" w:rsidRDefault="00843DF1" w:rsidP="00EB70B9">
      <w:pPr>
        <w:pStyle w:val="libBold1"/>
        <w:rPr>
          <w:rtl/>
          <w:lang w:bidi="fa-IR"/>
        </w:rPr>
      </w:pPr>
      <w:r w:rsidRPr="00CA52B4">
        <w:rPr>
          <w:rtl/>
        </w:rPr>
        <w:t>1016</w:t>
      </w:r>
      <w:r>
        <w:rPr>
          <w:rtl/>
        </w:rPr>
        <w:t xml:space="preserve"> ـ </w:t>
      </w:r>
      <w:r w:rsidRPr="00CA52B4">
        <w:rPr>
          <w:rtl/>
        </w:rPr>
        <w:t>محمد بن مسعود بن سعد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أبو ميسرة عمرو بن شرحبيل الهمداني الكوفي المتوفى 63 ه‍</w:t>
      </w:r>
      <w:r>
        <w:rPr>
          <w:rtl/>
          <w:lang w:bidi="fa-IR"/>
        </w:rPr>
        <w:t>.</w:t>
      </w:r>
      <w:r w:rsidRPr="00CA52B4">
        <w:rPr>
          <w:rtl/>
          <w:lang w:bidi="fa-IR"/>
        </w:rPr>
        <w:t xml:space="preserve"> له أحاديث في كتب الفقه. ذكره الشيخ الطوسي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3 / 183. جامع الرواة 2 / 192. رجال الطوسي / 59. الغدير 2 / 97. الغارات 2 / 887</w:t>
      </w:r>
      <w:r>
        <w:rPr>
          <w:rtl/>
          <w:lang w:bidi="fa-IR"/>
        </w:rPr>
        <w:t xml:space="preserve"> ـ </w:t>
      </w:r>
      <w:r w:rsidRPr="00CA52B4">
        <w:rPr>
          <w:rtl/>
          <w:lang w:bidi="fa-IR"/>
        </w:rPr>
        <w:t>888. مجمع الرجال 6 / 40. معجم رجال الحديث 17 / 224. منتهى المقال / 297. نقد الرجال / 333.</w:t>
      </w:r>
    </w:p>
    <w:p w:rsidR="00843DF1" w:rsidRPr="00CA52B4" w:rsidRDefault="00843DF1" w:rsidP="00EB70B9">
      <w:pPr>
        <w:pStyle w:val="libBold1"/>
        <w:rPr>
          <w:rtl/>
          <w:lang w:bidi="fa-IR"/>
        </w:rPr>
      </w:pPr>
      <w:r w:rsidRPr="00CA52B4">
        <w:rPr>
          <w:rtl/>
        </w:rPr>
        <w:t>1017</w:t>
      </w:r>
      <w:r>
        <w:rPr>
          <w:rtl/>
        </w:rPr>
        <w:t xml:space="preserve"> ـ </w:t>
      </w:r>
      <w:r w:rsidRPr="00CA52B4">
        <w:rPr>
          <w:rtl/>
        </w:rPr>
        <w:t xml:space="preserve">مخارق </w:t>
      </w:r>
      <w:r>
        <w:rPr>
          <w:rtl/>
        </w:rPr>
        <w:t>(</w:t>
      </w:r>
      <w:r w:rsidRPr="00CA52B4">
        <w:rPr>
          <w:rtl/>
        </w:rPr>
        <w:t>أبو قابوس</w:t>
      </w:r>
      <w:r>
        <w:rPr>
          <w:rtl/>
        </w:rPr>
        <w:t>)</w:t>
      </w:r>
      <w:r w:rsidRPr="00CA52B4">
        <w:rPr>
          <w:rtl/>
        </w:rPr>
        <w:t xml:space="preserve"> ابن سليم الشيباني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ثقات التابعين ، روى عن عمار بن ياسر أيضا. وعبد الله بن مسعود. روى عنه ابناه ، قابوس ، وعبد الله. ذكره ابن حبان في ثقات التابعين. كان يسكن الكوفة.</w:t>
      </w:r>
    </w:p>
    <w:p w:rsidR="00843DF1" w:rsidRPr="00CA52B4" w:rsidRDefault="00843DF1" w:rsidP="00B10281">
      <w:pPr>
        <w:pStyle w:val="libVar"/>
        <w:rPr>
          <w:rtl/>
          <w:lang w:bidi="fa-IR"/>
        </w:rPr>
      </w:pPr>
      <w:r w:rsidRPr="00CA52B4">
        <w:rPr>
          <w:rtl/>
          <w:lang w:bidi="fa-IR"/>
        </w:rPr>
        <w:t>الإصابة 3 / 388. الاستيعاب 3 / 525 وفيه : مخارق بن عبد الله. أسد الغابة 4 / 334. تقريب التهذيب 2 / 234. تهذيب التهذيب 10 / 67. الجرح والتعديل 8 / 352. الطبقات الكبرى 6 / 323.</w:t>
      </w:r>
    </w:p>
    <w:p w:rsidR="00843DF1" w:rsidRPr="00CA52B4" w:rsidRDefault="00843DF1" w:rsidP="00EB70B9">
      <w:pPr>
        <w:pStyle w:val="libBold1"/>
        <w:rPr>
          <w:rtl/>
          <w:lang w:bidi="fa-IR"/>
        </w:rPr>
      </w:pPr>
      <w:r>
        <w:rPr>
          <w:rtl/>
          <w:lang w:bidi="fa-IR"/>
        </w:rPr>
        <w:br w:type="page"/>
      </w:r>
      <w:r w:rsidRPr="00CA52B4">
        <w:rPr>
          <w:rtl/>
        </w:rPr>
        <w:lastRenderedPageBreak/>
        <w:t>1018</w:t>
      </w:r>
      <w:r>
        <w:rPr>
          <w:rtl/>
        </w:rPr>
        <w:t xml:space="preserve"> ـ </w:t>
      </w:r>
      <w:r w:rsidRPr="00CA52B4">
        <w:rPr>
          <w:rtl/>
        </w:rPr>
        <w:t xml:space="preserve">المختار </w:t>
      </w:r>
      <w:r>
        <w:rPr>
          <w:rtl/>
        </w:rPr>
        <w:t>(</w:t>
      </w:r>
      <w:r w:rsidRPr="00CA52B4">
        <w:rPr>
          <w:rtl/>
        </w:rPr>
        <w:t>أبو إسحاق</w:t>
      </w:r>
      <w:r>
        <w:rPr>
          <w:rtl/>
        </w:rPr>
        <w:t>)</w:t>
      </w:r>
      <w:r w:rsidRPr="00CA52B4">
        <w:rPr>
          <w:rtl/>
        </w:rPr>
        <w:t xml:space="preserve"> ابن أبي عبيد بن مسعود بن عمرو بن عمير بن عوف بن عقدة بن غيرة بن عوف بن ثقيف الثقفي المقتول في 67 ه‍</w:t>
      </w:r>
      <w:r>
        <w:rPr>
          <w:rtl/>
        </w:rPr>
        <w:t>.</w:t>
      </w:r>
    </w:p>
    <w:p w:rsidR="00843DF1" w:rsidRPr="00CA52B4" w:rsidRDefault="00843DF1" w:rsidP="00347E77">
      <w:pPr>
        <w:pStyle w:val="libNormal"/>
        <w:rPr>
          <w:rtl/>
          <w:lang w:bidi="fa-IR"/>
        </w:rPr>
      </w:pPr>
      <w:r w:rsidRPr="00CA52B4">
        <w:rPr>
          <w:rtl/>
          <w:lang w:bidi="fa-IR"/>
        </w:rPr>
        <w:t>من زعماء الثائرين على بني أمية ، وأحد الشجعان والأبطال الأفذاذ.</w:t>
      </w:r>
      <w:r>
        <w:rPr>
          <w:rFonts w:hint="cs"/>
          <w:rtl/>
          <w:lang w:bidi="fa-IR"/>
        </w:rPr>
        <w:t xml:space="preserve"> </w:t>
      </w:r>
      <w:r w:rsidRPr="00CA52B4">
        <w:rPr>
          <w:rtl/>
          <w:lang w:bidi="fa-IR"/>
        </w:rPr>
        <w:t xml:space="preserve">كان من أهل الطائف انتقل إلى المدينة مع أبيه في زمن عمر ، وتوجّه أبوه أبو عبيد إلى العراق فاستشهد يوم الجسر. وبقي المختار في المدينة منقطعا إلى بني هاشم وتزوج عبد الله بن عمر بن الخطاب أخته صفية بنت أبي عبيد. ثم جاء إلى العراق ، والتحق بأمير المؤمنين </w:t>
      </w:r>
      <w:r>
        <w:rPr>
          <w:rtl/>
          <w:lang w:bidi="fa-IR"/>
        </w:rPr>
        <w:t>(</w:t>
      </w:r>
      <w:r w:rsidRPr="00CA52B4">
        <w:rPr>
          <w:rtl/>
          <w:lang w:bidi="fa-IR"/>
        </w:rPr>
        <w:t>عليه السلام</w:t>
      </w:r>
      <w:r>
        <w:rPr>
          <w:rtl/>
          <w:lang w:bidi="fa-IR"/>
        </w:rPr>
        <w:t>)</w:t>
      </w:r>
      <w:r w:rsidRPr="00CA52B4">
        <w:rPr>
          <w:rtl/>
          <w:lang w:bidi="fa-IR"/>
        </w:rPr>
        <w:t xml:space="preserve"> ، وفي الطليعة من رجالات الدين والهدى والإخلاص ، وبعد شهادة الإمام عليّ </w:t>
      </w:r>
      <w:r>
        <w:rPr>
          <w:rtl/>
          <w:lang w:bidi="fa-IR"/>
        </w:rPr>
        <w:t>(</w:t>
      </w:r>
      <w:r w:rsidRPr="00CA52B4">
        <w:rPr>
          <w:rtl/>
          <w:lang w:bidi="fa-IR"/>
        </w:rPr>
        <w:t>عليه السلام</w:t>
      </w:r>
      <w:r>
        <w:rPr>
          <w:rtl/>
          <w:lang w:bidi="fa-IR"/>
        </w:rPr>
        <w:t>)</w:t>
      </w:r>
      <w:r w:rsidRPr="00CA52B4">
        <w:rPr>
          <w:rtl/>
          <w:lang w:bidi="fa-IR"/>
        </w:rPr>
        <w:t xml:space="preserve"> سكن البصرة ، ولما قتل السبط الشهيد الحسين </w:t>
      </w:r>
      <w:r>
        <w:rPr>
          <w:rtl/>
          <w:lang w:bidi="fa-IR"/>
        </w:rPr>
        <w:t>(</w:t>
      </w:r>
      <w:r w:rsidRPr="00CA52B4">
        <w:rPr>
          <w:rtl/>
          <w:lang w:bidi="fa-IR"/>
        </w:rPr>
        <w:t>عليه السلام</w:t>
      </w:r>
      <w:r>
        <w:rPr>
          <w:rtl/>
          <w:lang w:bidi="fa-IR"/>
        </w:rPr>
        <w:t>)</w:t>
      </w:r>
      <w:r w:rsidRPr="00CA52B4">
        <w:rPr>
          <w:rtl/>
          <w:lang w:bidi="fa-IR"/>
        </w:rPr>
        <w:t xml:space="preserve"> سنة 61 ه‍ انحرف المختار عن عبيد الله بن زياد أمير البصرة ، فقبض عليه ابن زياد وجلده وحبسه ، ونفاه بشفاعة ابن عمر إلى الطائف. إلا أنّه كان يتربص الفرص للثورة ، وإقامة العدل باستيصال شأفة الأمويين ، واجتياح الظلم الأموي ، فبذل نفسه في رضاء الأئمة ونصرة العترة الطاهرة والأخذ بثأرهم مهما كلّفه الأمر.</w:t>
      </w:r>
    </w:p>
    <w:p w:rsidR="00843DF1" w:rsidRPr="00CA52B4" w:rsidRDefault="00843DF1" w:rsidP="00347E77">
      <w:pPr>
        <w:pStyle w:val="libNormal"/>
        <w:rPr>
          <w:rtl/>
          <w:lang w:bidi="fa-IR"/>
        </w:rPr>
      </w:pPr>
      <w:r w:rsidRPr="00CA52B4">
        <w:rPr>
          <w:rtl/>
          <w:lang w:bidi="fa-IR"/>
        </w:rPr>
        <w:t xml:space="preserve">فبايعه سرّا سبعة عشر ألف رجل ، فخرج بهم على والي الكوفة وغلب عليها ، واستولى على الموصل وعظم شأنه وتتبع قتلة الإمام الحسين </w:t>
      </w:r>
      <w:r>
        <w:rPr>
          <w:rtl/>
          <w:lang w:bidi="fa-IR"/>
        </w:rPr>
        <w:t>(</w:t>
      </w:r>
      <w:r w:rsidRPr="00CA52B4">
        <w:rPr>
          <w:rtl/>
          <w:lang w:bidi="fa-IR"/>
        </w:rPr>
        <w:t>عليه السلام</w:t>
      </w:r>
      <w:r>
        <w:rPr>
          <w:rtl/>
          <w:lang w:bidi="fa-IR"/>
        </w:rPr>
        <w:t>)</w:t>
      </w:r>
      <w:r w:rsidRPr="00CA52B4">
        <w:rPr>
          <w:rtl/>
          <w:lang w:bidi="fa-IR"/>
        </w:rPr>
        <w:t xml:space="preserve"> وأرسل جيوشا واسعة إلى محاربة ابن زياد ، وقتل وأباد الكثيرين ممن كان لهم ضلع في تلك الجريمة ، ودامت إمارته إلى أن ثار بوجهه مصعب بن الزبير ، فقاتله وقتله عام 67 ه‍</w:t>
      </w:r>
      <w:r>
        <w:rPr>
          <w:rtl/>
          <w:lang w:bidi="fa-IR"/>
        </w:rPr>
        <w:t>.</w:t>
      </w:r>
      <w:r w:rsidRPr="00CA52B4">
        <w:rPr>
          <w:rtl/>
          <w:lang w:bidi="fa-IR"/>
        </w:rPr>
        <w:t xml:space="preserve"> وقد كتبت عن سيرته مؤلفات عدة.</w:t>
      </w:r>
    </w:p>
    <w:p w:rsidR="00843DF1" w:rsidRPr="00CA52B4" w:rsidRDefault="00843DF1" w:rsidP="00347E77">
      <w:pPr>
        <w:pStyle w:val="libNormal"/>
        <w:rPr>
          <w:rtl/>
          <w:lang w:bidi="fa-IR"/>
        </w:rPr>
      </w:pPr>
      <w:r w:rsidRPr="00CA52B4">
        <w:rPr>
          <w:rtl/>
          <w:lang w:bidi="fa-IR"/>
        </w:rPr>
        <w:t xml:space="preserve">ولمواقفه الصادقة ، ونهضته الكريمة ، حاكت الأموية البغيضة حول شخصيته قذائف وطامات وافتراءات ، لا مقيل لها من مستوى الحقيقة والصدق ، ولذلك ترحّم عليه الأئمة الهداة سادتنا الإمام السجاد ، والباقر ، والصادق ، صلوات الله عليهم. وبالغ في الثناء عليه الإمام الباقر </w:t>
      </w:r>
      <w:r>
        <w:rPr>
          <w:rtl/>
          <w:lang w:bidi="fa-IR"/>
        </w:rPr>
        <w:t>(</w:t>
      </w:r>
      <w:r w:rsidRPr="00CA52B4">
        <w:rPr>
          <w:rtl/>
          <w:lang w:bidi="fa-IR"/>
        </w:rPr>
        <w:t>عليه السلام</w:t>
      </w:r>
      <w:r>
        <w:rPr>
          <w:rtl/>
          <w:lang w:bidi="fa-IR"/>
        </w:rPr>
        <w:t>)</w:t>
      </w:r>
      <w:r w:rsidRPr="00CA52B4">
        <w:rPr>
          <w:rtl/>
          <w:lang w:bidi="fa-IR"/>
        </w:rPr>
        <w:t xml:space="preserve"> ، ولم يزل مشكورا عند أهل البيت هو وأعماله.</w:t>
      </w:r>
    </w:p>
    <w:p w:rsidR="00843DF1" w:rsidRPr="00CA52B4" w:rsidRDefault="00843DF1" w:rsidP="00B10281">
      <w:pPr>
        <w:pStyle w:val="libVar"/>
        <w:rPr>
          <w:rtl/>
          <w:lang w:bidi="fa-IR"/>
        </w:rPr>
      </w:pPr>
      <w:r w:rsidRPr="00CA52B4">
        <w:rPr>
          <w:rtl/>
          <w:lang w:bidi="fa-IR"/>
        </w:rPr>
        <w:t>الأخبار الطوال / 441</w:t>
      </w:r>
      <w:r>
        <w:rPr>
          <w:rtl/>
          <w:lang w:bidi="fa-IR"/>
        </w:rPr>
        <w:t xml:space="preserve"> ـ </w:t>
      </w:r>
      <w:r w:rsidRPr="00CA52B4">
        <w:rPr>
          <w:rtl/>
          <w:lang w:bidi="fa-IR"/>
        </w:rPr>
        <w:t>ف</w:t>
      </w:r>
      <w:r>
        <w:rPr>
          <w:rtl/>
          <w:lang w:bidi="fa-IR"/>
        </w:rPr>
        <w:t xml:space="preserve"> ـ.</w:t>
      </w:r>
      <w:r w:rsidRPr="00CA52B4">
        <w:rPr>
          <w:rtl/>
          <w:lang w:bidi="fa-IR"/>
        </w:rPr>
        <w:t xml:space="preserve"> الاستيعاب 5 / 124. أسد الغابة 5 / 248. الإصابة</w:t>
      </w:r>
    </w:p>
    <w:p w:rsidR="00843DF1" w:rsidRPr="00CA52B4" w:rsidRDefault="00843DF1" w:rsidP="00B10281">
      <w:pPr>
        <w:pStyle w:val="libVar0"/>
        <w:rPr>
          <w:rtl/>
          <w:lang w:bidi="fa-IR"/>
        </w:rPr>
      </w:pPr>
      <w:r>
        <w:rPr>
          <w:rtl/>
          <w:lang w:bidi="fa-IR"/>
        </w:rPr>
        <w:br w:type="page"/>
      </w:r>
      <w:r w:rsidRPr="00CA52B4">
        <w:rPr>
          <w:rtl/>
        </w:rPr>
        <w:lastRenderedPageBreak/>
        <w:t>5 / 130. الأعلام 8 / 70. الأنساب / 228. البداية والنهاية 8 / 289. بهجة الآمال 7 / 3. تاريخ الطبري 7 / 146. تاريخ الخلفاء / 214. تاريخ الخميس 2 / 302.</w:t>
      </w:r>
      <w:r>
        <w:rPr>
          <w:rFonts w:hint="cs"/>
          <w:rtl/>
        </w:rPr>
        <w:t xml:space="preserve"> </w:t>
      </w:r>
      <w:r w:rsidRPr="00CA52B4">
        <w:rPr>
          <w:rtl/>
          <w:lang w:bidi="fa-IR"/>
        </w:rPr>
        <w:t xml:space="preserve">تحفة الأحباب / 357. تنقيح المقال 3 / 203. جامع الرواة 2 / 220. جمهرة أنساب العرب / 268. خلاصة الأقوال / 168. رجال ابن داود / 187. رجال الكشي / 125. شذرات الذهب 1 / 74. شرح ابن أبي الحديد 1 / 326 </w:t>
      </w:r>
      <w:r>
        <w:rPr>
          <w:rtl/>
          <w:lang w:bidi="fa-IR"/>
        </w:rPr>
        <w:t>و 2</w:t>
      </w:r>
      <w:r w:rsidRPr="00CA52B4">
        <w:rPr>
          <w:rtl/>
          <w:lang w:bidi="fa-IR"/>
        </w:rPr>
        <w:t xml:space="preserve"> / 293 </w:t>
      </w:r>
      <w:r>
        <w:rPr>
          <w:rtl/>
          <w:lang w:bidi="fa-IR"/>
        </w:rPr>
        <w:t>و 4</w:t>
      </w:r>
      <w:r w:rsidRPr="00CA52B4">
        <w:rPr>
          <w:rtl/>
          <w:lang w:bidi="fa-IR"/>
        </w:rPr>
        <w:t xml:space="preserve"> / 98 ، 159 ، </w:t>
      </w:r>
      <w:r>
        <w:rPr>
          <w:rtl/>
          <w:lang w:bidi="fa-IR"/>
        </w:rPr>
        <w:t>و 8</w:t>
      </w:r>
      <w:r w:rsidRPr="00CA52B4">
        <w:rPr>
          <w:rtl/>
          <w:lang w:bidi="fa-IR"/>
        </w:rPr>
        <w:t xml:space="preserve"> / 302 </w:t>
      </w:r>
      <w:r>
        <w:rPr>
          <w:rtl/>
          <w:lang w:bidi="fa-IR"/>
        </w:rPr>
        <w:t>و 1</w:t>
      </w:r>
      <w:r w:rsidRPr="00CA52B4">
        <w:rPr>
          <w:rtl/>
          <w:lang w:bidi="fa-IR"/>
        </w:rPr>
        <w:t xml:space="preserve">6 / 27. العقد الفريد 8 / 88 </w:t>
      </w:r>
      <w:r>
        <w:rPr>
          <w:rtl/>
          <w:lang w:bidi="fa-IR"/>
        </w:rPr>
        <w:t>(</w:t>
      </w:r>
      <w:r w:rsidRPr="00CA52B4">
        <w:rPr>
          <w:rtl/>
          <w:lang w:bidi="fa-IR"/>
        </w:rPr>
        <w:t>الفهرس</w:t>
      </w:r>
      <w:r>
        <w:rPr>
          <w:rtl/>
          <w:lang w:bidi="fa-IR"/>
        </w:rPr>
        <w:t>).</w:t>
      </w:r>
      <w:r w:rsidRPr="00CA52B4">
        <w:rPr>
          <w:rtl/>
          <w:lang w:bidi="fa-IR"/>
        </w:rPr>
        <w:t xml:space="preserve"> الغارات 1 / 93 </w:t>
      </w:r>
      <w:r>
        <w:rPr>
          <w:rtl/>
          <w:lang w:bidi="fa-IR"/>
        </w:rPr>
        <w:t>و 2</w:t>
      </w:r>
      <w:r w:rsidRPr="00CA52B4">
        <w:rPr>
          <w:rtl/>
          <w:lang w:bidi="fa-IR"/>
        </w:rPr>
        <w:t xml:space="preserve"> / 387 ، 395 ، 469 ، 517 ، 797 ، 799 ، 813 ، 829 ، 861 ، 947.</w:t>
      </w:r>
      <w:r>
        <w:rPr>
          <w:rFonts w:hint="cs"/>
          <w:rtl/>
          <w:lang w:bidi="fa-IR"/>
        </w:rPr>
        <w:t xml:space="preserve"> </w:t>
      </w:r>
      <w:r w:rsidRPr="00CA52B4">
        <w:rPr>
          <w:rtl/>
          <w:lang w:bidi="fa-IR"/>
        </w:rPr>
        <w:t xml:space="preserve">الغدير 2 / 343. الكامل في التأريخ 13 / 335 </w:t>
      </w:r>
      <w:r>
        <w:rPr>
          <w:rtl/>
          <w:lang w:bidi="fa-IR"/>
        </w:rPr>
        <w:t>(</w:t>
      </w:r>
      <w:r w:rsidRPr="00CA52B4">
        <w:rPr>
          <w:rtl/>
          <w:lang w:bidi="fa-IR"/>
        </w:rPr>
        <w:t>الفهرس</w:t>
      </w:r>
      <w:r>
        <w:rPr>
          <w:rtl/>
          <w:lang w:bidi="fa-IR"/>
        </w:rPr>
        <w:t>).</w:t>
      </w:r>
      <w:r w:rsidRPr="00CA52B4">
        <w:rPr>
          <w:rtl/>
          <w:lang w:bidi="fa-IR"/>
        </w:rPr>
        <w:t xml:space="preserve"> مجمع الرجال 6 / 76.</w:t>
      </w:r>
      <w:r>
        <w:rPr>
          <w:rFonts w:hint="cs"/>
          <w:rtl/>
          <w:lang w:bidi="fa-IR"/>
        </w:rPr>
        <w:t xml:space="preserve"> </w:t>
      </w:r>
      <w:r w:rsidRPr="00CA52B4">
        <w:rPr>
          <w:rtl/>
          <w:lang w:bidi="fa-IR"/>
        </w:rPr>
        <w:t xml:space="preserve">مرآة الجنان 1 / 141. مروج الذهب 3 / 83. معجم رجال الحديث 18 / 94. معجم الشعراء / 408. منتهى المقال / 302. مجالس المؤمنين 2 / 245. نقد الرجال / 341. النهاية في غريب الحديث 2 / 33 </w:t>
      </w:r>
      <w:r>
        <w:rPr>
          <w:rtl/>
          <w:lang w:bidi="fa-IR"/>
        </w:rPr>
        <w:t>و 4</w:t>
      </w:r>
      <w:r w:rsidRPr="00CA52B4">
        <w:rPr>
          <w:rtl/>
          <w:lang w:bidi="fa-IR"/>
        </w:rPr>
        <w:t xml:space="preserve"> / 355. وفيات الأعيان 3 / 71 ، 165 </w:t>
      </w:r>
      <w:r>
        <w:rPr>
          <w:rtl/>
          <w:lang w:bidi="fa-IR"/>
        </w:rPr>
        <w:t>و 4</w:t>
      </w:r>
      <w:r w:rsidRPr="00CA52B4">
        <w:rPr>
          <w:rtl/>
          <w:lang w:bidi="fa-IR"/>
        </w:rPr>
        <w:t xml:space="preserve"> / 172</w:t>
      </w:r>
      <w:r>
        <w:rPr>
          <w:rtl/>
          <w:lang w:bidi="fa-IR"/>
        </w:rPr>
        <w:t xml:space="preserve"> ـ </w:t>
      </w:r>
      <w:r w:rsidRPr="00CA52B4">
        <w:rPr>
          <w:rtl/>
          <w:lang w:bidi="fa-IR"/>
        </w:rPr>
        <w:t>173.</w:t>
      </w:r>
    </w:p>
    <w:p w:rsidR="00843DF1" w:rsidRPr="00CA52B4" w:rsidRDefault="00843DF1" w:rsidP="00EB70B9">
      <w:pPr>
        <w:pStyle w:val="libBold1"/>
        <w:rPr>
          <w:rtl/>
          <w:lang w:bidi="fa-IR"/>
        </w:rPr>
      </w:pPr>
      <w:r w:rsidRPr="00CA52B4">
        <w:rPr>
          <w:rtl/>
        </w:rPr>
        <w:t>1019</w:t>
      </w:r>
      <w:r>
        <w:rPr>
          <w:rtl/>
        </w:rPr>
        <w:t xml:space="preserve"> ـ </w:t>
      </w:r>
      <w:r w:rsidRPr="00CA52B4">
        <w:rPr>
          <w:rtl/>
        </w:rPr>
        <w:t xml:space="preserve">مخنف </w:t>
      </w:r>
      <w:r>
        <w:rPr>
          <w:rtl/>
        </w:rPr>
        <w:t>(</w:t>
      </w:r>
      <w:r w:rsidRPr="00CA52B4">
        <w:rPr>
          <w:rtl/>
        </w:rPr>
        <w:t>أبو رملة</w:t>
      </w:r>
      <w:r>
        <w:rPr>
          <w:rtl/>
        </w:rPr>
        <w:t>)</w:t>
      </w:r>
      <w:r w:rsidRPr="00CA52B4">
        <w:rPr>
          <w:rtl/>
        </w:rPr>
        <w:t xml:space="preserve"> ابن سليم بن الحارث بن عوف بن ثعلبة بن عامر بن ذهل بن مازن بن ذبيان بن ثعلبة بن الدؤل بن سعد مناة بن غامد الأزدي الغامدي الشهيد في 37 ه‍</w:t>
      </w:r>
      <w:r>
        <w:rPr>
          <w:rtl/>
        </w:rPr>
        <w:t>.</w:t>
      </w:r>
    </w:p>
    <w:p w:rsidR="00843DF1" w:rsidRPr="00CA52B4" w:rsidRDefault="00843DF1" w:rsidP="00347E77">
      <w:pPr>
        <w:pStyle w:val="libNormal"/>
        <w:rPr>
          <w:rtl/>
          <w:lang w:bidi="fa-IR"/>
        </w:rPr>
      </w:pPr>
      <w:r w:rsidRPr="00CA52B4">
        <w:rPr>
          <w:rtl/>
          <w:lang w:bidi="fa-IR"/>
        </w:rPr>
        <w:t xml:space="preserve">فارس له صحبة ، وكان نقيب الأزد بالكوفة ، واستعمله عليّ </w:t>
      </w:r>
      <w:r>
        <w:rPr>
          <w:rtl/>
          <w:lang w:bidi="fa-IR"/>
        </w:rPr>
        <w:t>(</w:t>
      </w:r>
      <w:r w:rsidRPr="00CA52B4">
        <w:rPr>
          <w:rtl/>
          <w:lang w:bidi="fa-IR"/>
        </w:rPr>
        <w:t>عليه السلام</w:t>
      </w:r>
      <w:r>
        <w:rPr>
          <w:rtl/>
          <w:lang w:bidi="fa-IR"/>
        </w:rPr>
        <w:t>)</w:t>
      </w:r>
      <w:r w:rsidRPr="00CA52B4">
        <w:rPr>
          <w:rtl/>
          <w:lang w:bidi="fa-IR"/>
        </w:rPr>
        <w:t xml:space="preserve"> على مدينة أصفهان ، وشهد معه صفين سنة 37 ه‍ ، وكانت معه راية الأزد ، قتل بها ، وأعقب : عامرا. عبد الرحمن. كان من الأمراء سكن الكوفة. وحين أراد أمير المؤمنين </w:t>
      </w:r>
      <w:r>
        <w:rPr>
          <w:rtl/>
          <w:lang w:bidi="fa-IR"/>
        </w:rPr>
        <w:t>(</w:t>
      </w:r>
      <w:r w:rsidRPr="00CA52B4">
        <w:rPr>
          <w:rtl/>
          <w:lang w:bidi="fa-IR"/>
        </w:rPr>
        <w:t>عليه السلام</w:t>
      </w:r>
      <w:r>
        <w:rPr>
          <w:rtl/>
          <w:lang w:bidi="fa-IR"/>
        </w:rPr>
        <w:t>)</w:t>
      </w:r>
      <w:r w:rsidRPr="00CA52B4">
        <w:rPr>
          <w:rtl/>
          <w:lang w:bidi="fa-IR"/>
        </w:rPr>
        <w:t xml:space="preserve"> التوجه إلى صفين كتب إليه إذا أتيت بكتابي هذا فاستخلف على عملك أوثق أصحابك في نفسك وأقبل إلينا ، فاستعمل مخنف رجلين من قومه وأقبل إلى الكوفة.</w:t>
      </w:r>
      <w:r>
        <w:rPr>
          <w:rFonts w:hint="cs"/>
          <w:rtl/>
          <w:lang w:bidi="fa-IR"/>
        </w:rPr>
        <w:t xml:space="preserve"> </w:t>
      </w:r>
      <w:r w:rsidRPr="00CA52B4">
        <w:rPr>
          <w:rtl/>
          <w:lang w:bidi="fa-IR"/>
        </w:rPr>
        <w:t>وأعقب : يحيى والد لوط.</w:t>
      </w:r>
    </w:p>
    <w:p w:rsidR="00843DF1" w:rsidRPr="00CA52B4" w:rsidRDefault="00843DF1" w:rsidP="00B10281">
      <w:pPr>
        <w:pStyle w:val="libVar"/>
        <w:rPr>
          <w:rtl/>
          <w:lang w:bidi="fa-IR"/>
        </w:rPr>
      </w:pPr>
      <w:r w:rsidRPr="00CA52B4">
        <w:rPr>
          <w:rtl/>
          <w:lang w:bidi="fa-IR"/>
        </w:rPr>
        <w:t>الأعلام 8 / 75. الأخبار الطوال / 114 ، 123 ، 146. الاستيعاب 3 / 503. أسد الغابة 94 ، 33. الاشتقاق / 439. الإصابة 3 / 392. أعيان الشيعة 10 / 116. أنساب الأشراف 2 / 236 ، 446. أخبار أصبهان 1 / 72. تاريخ الطبري 5 / 199 ، 212 وج 13 / 36. تحفة الأحباب / 357. تقريب التهذيب 2 / 236. تنقيح المقال 3 / 207. تهذيب التهذيب 10 / 78. جامع الرواة 2 / 222. الجرح والتعديل 8 / 425. خلاصة الأقوال / 194. رجال ابن داود / 187. رجال الطوسي / 58.</w:t>
      </w:r>
      <w:r>
        <w:rPr>
          <w:rFonts w:hint="cs"/>
          <w:rtl/>
          <w:lang w:bidi="fa-IR"/>
        </w:rPr>
        <w:t xml:space="preserve"> </w:t>
      </w:r>
      <w:r w:rsidRPr="00CA52B4">
        <w:rPr>
          <w:rtl/>
          <w:lang w:bidi="fa-IR"/>
        </w:rPr>
        <w:t xml:space="preserve">رجال البرقي / 6. شرح ابن أبي الحديد 2 / 305. الطبقات الكبرى 1 / 280 </w:t>
      </w:r>
      <w:r>
        <w:rPr>
          <w:rtl/>
          <w:lang w:bidi="fa-IR"/>
        </w:rPr>
        <w:t>و 6</w:t>
      </w:r>
      <w:r w:rsidRPr="00CA52B4">
        <w:rPr>
          <w:rtl/>
          <w:lang w:bidi="fa-IR"/>
        </w:rPr>
        <w:t xml:space="preserve"> / 35.</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الغدير 9 / 368 </w:t>
      </w:r>
      <w:r>
        <w:rPr>
          <w:rtl/>
          <w:lang w:bidi="fa-IR"/>
        </w:rPr>
        <w:t>و 1</w:t>
      </w:r>
      <w:r w:rsidRPr="00CA52B4">
        <w:rPr>
          <w:rtl/>
          <w:lang w:bidi="fa-IR"/>
        </w:rPr>
        <w:t>0 / 152. الغارات 2 / 395 ، 336 ، 450 ، 456 ، 622 ، 638.</w:t>
      </w:r>
      <w:r>
        <w:rPr>
          <w:rFonts w:hint="cs"/>
          <w:rtl/>
          <w:lang w:bidi="fa-IR"/>
        </w:rPr>
        <w:t xml:space="preserve"> </w:t>
      </w:r>
      <w:r w:rsidRPr="00CA52B4">
        <w:rPr>
          <w:rtl/>
          <w:lang w:bidi="fa-IR"/>
        </w:rPr>
        <w:t>قاموس الرجال 8 / 455. الكامل في التأريخ 3 / 232 ، 251 ، 375. الكنى والألقاب 1 / 155. مجمع الرجال 6 / 80. معجم الثقات / 345. معجم رجال الحديث 18 / 107. منتهى المقال / 302. مجالس المؤمنين 1 / 321. نقد الرجال / 341.</w:t>
      </w:r>
      <w:r>
        <w:rPr>
          <w:rFonts w:hint="cs"/>
          <w:rtl/>
          <w:lang w:bidi="fa-IR"/>
        </w:rPr>
        <w:t xml:space="preserve"> </w:t>
      </w:r>
      <w:r w:rsidRPr="00CA52B4">
        <w:rPr>
          <w:rtl/>
          <w:lang w:bidi="fa-IR"/>
        </w:rPr>
        <w:t>وقعة صفين / 8 ، 11 ، 104 ، 105 ، 117 ، 135 ، 141 ، 262 ، 263.</w:t>
      </w:r>
    </w:p>
    <w:p w:rsidR="00843DF1" w:rsidRPr="00CA52B4" w:rsidRDefault="00843DF1" w:rsidP="00EB70B9">
      <w:pPr>
        <w:pStyle w:val="libBold1"/>
        <w:rPr>
          <w:rtl/>
          <w:lang w:bidi="fa-IR"/>
        </w:rPr>
      </w:pPr>
      <w:r w:rsidRPr="00CA52B4">
        <w:rPr>
          <w:rtl/>
        </w:rPr>
        <w:t>1020</w:t>
      </w:r>
      <w:r>
        <w:rPr>
          <w:rtl/>
        </w:rPr>
        <w:t xml:space="preserve"> ـ </w:t>
      </w:r>
      <w:r w:rsidRPr="00CA52B4">
        <w:rPr>
          <w:rtl/>
        </w:rPr>
        <w:t>مدرك أبو الحجاج</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الرواة ، حدّث عنه الخريبي.</w:t>
      </w:r>
    </w:p>
    <w:p w:rsidR="00843DF1" w:rsidRPr="00CA52B4" w:rsidRDefault="00843DF1" w:rsidP="00B10281">
      <w:pPr>
        <w:pStyle w:val="libVar"/>
        <w:rPr>
          <w:rtl/>
          <w:lang w:bidi="fa-IR"/>
        </w:rPr>
      </w:pPr>
      <w:r w:rsidRPr="00CA52B4">
        <w:rPr>
          <w:rtl/>
          <w:lang w:bidi="fa-IR"/>
        </w:rPr>
        <w:t>لسان الميزان 6 / 12. ميزان الاعتدال 4 / 86.</w:t>
      </w:r>
    </w:p>
    <w:p w:rsidR="00843DF1" w:rsidRPr="00CA52B4" w:rsidRDefault="00843DF1" w:rsidP="00EB70B9">
      <w:pPr>
        <w:pStyle w:val="libBold1"/>
        <w:rPr>
          <w:rtl/>
          <w:lang w:bidi="fa-IR"/>
        </w:rPr>
      </w:pPr>
      <w:r w:rsidRPr="00CA52B4">
        <w:rPr>
          <w:rtl/>
        </w:rPr>
        <w:t>1021</w:t>
      </w:r>
      <w:r>
        <w:rPr>
          <w:rtl/>
        </w:rPr>
        <w:t xml:space="preserve"> ـ </w:t>
      </w:r>
      <w:r w:rsidRPr="00CA52B4">
        <w:rPr>
          <w:rtl/>
        </w:rPr>
        <w:t>مدرك أبو زياد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مولى الإمام عليّ بن أبي طالب </w:t>
      </w:r>
      <w:r>
        <w:rPr>
          <w:rtl/>
          <w:lang w:bidi="fa-IR"/>
        </w:rPr>
        <w:t>(</w:t>
      </w:r>
      <w:r w:rsidRPr="00CA52B4">
        <w:rPr>
          <w:rtl/>
          <w:lang w:bidi="fa-IR"/>
        </w:rPr>
        <w:t>عليه السلام</w:t>
      </w:r>
      <w:r>
        <w:rPr>
          <w:rtl/>
          <w:lang w:bidi="fa-IR"/>
        </w:rPr>
        <w:t>).</w:t>
      </w:r>
      <w:r w:rsidRPr="00CA52B4">
        <w:rPr>
          <w:rtl/>
          <w:lang w:bidi="fa-IR"/>
        </w:rPr>
        <w:t xml:space="preserve"> محدّث. روى عنه الربيع بن أبي صالح ، وقطري الخشاب.</w:t>
      </w:r>
    </w:p>
    <w:p w:rsidR="00843DF1" w:rsidRPr="00CA52B4" w:rsidRDefault="00843DF1" w:rsidP="00B10281">
      <w:pPr>
        <w:pStyle w:val="libVar"/>
        <w:rPr>
          <w:rtl/>
          <w:lang w:bidi="fa-IR"/>
        </w:rPr>
      </w:pPr>
      <w:r w:rsidRPr="00CA52B4">
        <w:rPr>
          <w:rtl/>
          <w:lang w:bidi="fa-IR"/>
        </w:rPr>
        <w:t>الجرح والتعديل 8 / 327. لسان الميزان 6 / 11. ميزان الاعتدال 4 / 86.</w:t>
      </w:r>
    </w:p>
    <w:p w:rsidR="00843DF1" w:rsidRPr="00CA52B4" w:rsidRDefault="00843DF1" w:rsidP="00EB70B9">
      <w:pPr>
        <w:pStyle w:val="libBold1"/>
        <w:rPr>
          <w:rtl/>
          <w:lang w:bidi="fa-IR"/>
        </w:rPr>
      </w:pPr>
      <w:r w:rsidRPr="00CA52B4">
        <w:rPr>
          <w:rtl/>
        </w:rPr>
        <w:t>1022</w:t>
      </w:r>
      <w:r>
        <w:rPr>
          <w:rtl/>
        </w:rPr>
        <w:t xml:space="preserve"> ـ </w:t>
      </w:r>
      <w:r w:rsidRPr="00CA52B4">
        <w:rPr>
          <w:rtl/>
        </w:rPr>
        <w:t>مدرك بن شوذب الطهوي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محمد بن ربيعة.</w:t>
      </w:r>
    </w:p>
    <w:p w:rsidR="00843DF1" w:rsidRPr="00CA52B4" w:rsidRDefault="00843DF1" w:rsidP="00B10281">
      <w:pPr>
        <w:pStyle w:val="libVar"/>
        <w:rPr>
          <w:rtl/>
          <w:lang w:bidi="fa-IR"/>
        </w:rPr>
      </w:pPr>
      <w:r w:rsidRPr="00CA52B4">
        <w:rPr>
          <w:rtl/>
          <w:lang w:bidi="fa-IR"/>
        </w:rPr>
        <w:t>الجرح والتعديل 8 / 327.</w:t>
      </w:r>
    </w:p>
    <w:p w:rsidR="00843DF1" w:rsidRPr="00CA52B4" w:rsidRDefault="00843DF1" w:rsidP="00EB70B9">
      <w:pPr>
        <w:pStyle w:val="libBold1"/>
        <w:rPr>
          <w:rtl/>
          <w:lang w:bidi="fa-IR"/>
        </w:rPr>
      </w:pPr>
      <w:r w:rsidRPr="00CA52B4">
        <w:rPr>
          <w:rtl/>
        </w:rPr>
        <w:t>1023</w:t>
      </w:r>
      <w:r>
        <w:rPr>
          <w:rtl/>
        </w:rPr>
        <w:t xml:space="preserve"> ـ </w:t>
      </w:r>
      <w:r w:rsidRPr="00CA52B4">
        <w:rPr>
          <w:rtl/>
        </w:rPr>
        <w:t>المرتفع بن الوضاح الزبيدي المقتول في 37 ه‍</w:t>
      </w:r>
      <w:r>
        <w:rPr>
          <w:rtl/>
        </w:rPr>
        <w:t>.</w:t>
      </w:r>
    </w:p>
    <w:p w:rsidR="00843DF1" w:rsidRPr="00CA52B4" w:rsidRDefault="00843DF1" w:rsidP="00347E77">
      <w:pPr>
        <w:pStyle w:val="libNormal"/>
        <w:rPr>
          <w:rtl/>
          <w:lang w:bidi="fa-IR"/>
        </w:rPr>
      </w:pPr>
      <w:r w:rsidRPr="00CA52B4">
        <w:rPr>
          <w:rtl/>
          <w:lang w:bidi="fa-IR"/>
        </w:rPr>
        <w:t>محارب شهم ، اشترك في حرب أهل الشام بصفين. قال صعصعة بن صوحان : إنّ عليّ بن أبي طالب ، صافّ أهل الشام حتّى برز رجل من حمير من آل ذي يزن ، اسمه كريب بن الصباح ليس في أهل الشام يومئذ رجل أشهر شدة بالبأس منه. ثم نادى من يبارز</w:t>
      </w:r>
      <w:r>
        <w:rPr>
          <w:rtl/>
          <w:lang w:bidi="fa-IR"/>
        </w:rPr>
        <w:t>؟</w:t>
      </w:r>
      <w:r w:rsidRPr="00CA52B4">
        <w:rPr>
          <w:rtl/>
          <w:lang w:bidi="fa-IR"/>
        </w:rPr>
        <w:t xml:space="preserve"> فبرز إليه المرتفع بن الوضاح الزبيدي ، فقتل المرتفع ، ثم نادى من يبارز</w:t>
      </w:r>
      <w:r>
        <w:rPr>
          <w:rtl/>
          <w:lang w:bidi="fa-IR"/>
        </w:rPr>
        <w:t>؟</w:t>
      </w:r>
      <w:r w:rsidRPr="00CA52B4">
        <w:rPr>
          <w:rtl/>
          <w:lang w:bidi="fa-IR"/>
        </w:rPr>
        <w:t xml:space="preserve"> فبرز إليه الحارث بن الجلاح ، فقتل. ثم نادى من يبارز</w:t>
      </w:r>
      <w:r>
        <w:rPr>
          <w:rtl/>
          <w:lang w:bidi="fa-IR"/>
        </w:rPr>
        <w:t>؟</w:t>
      </w:r>
      <w:r w:rsidRPr="00CA52B4">
        <w:rPr>
          <w:rtl/>
          <w:lang w:bidi="fa-IR"/>
        </w:rPr>
        <w:t xml:space="preserve"> فبرز إليه عائد بن مسروق الهمداني ، فقتل عائدا. ثم رمى بأجسادهم بعضها فوق بعض ثم قام عليها بغيا واعتداء. ثم نادى هل بقي من مبارز</w:t>
      </w:r>
      <w:r>
        <w:rPr>
          <w:rtl/>
          <w:lang w:bidi="fa-IR"/>
        </w:rPr>
        <w:t>؟</w:t>
      </w:r>
      <w:r w:rsidRPr="00CA52B4">
        <w:rPr>
          <w:rtl/>
          <w:lang w:bidi="fa-IR"/>
        </w:rPr>
        <w:t xml:space="preserve"> فبرز إليه عليّ ثم ناداه ويحك يا كريب ، إنّي أحذرك الله وبأسه ونقمته ، وأدعوك إلى سنة الله وسنة رسوله</w:t>
      </w:r>
    </w:p>
    <w:p w:rsidR="00843DF1" w:rsidRPr="00CA52B4" w:rsidRDefault="00843DF1" w:rsidP="00B10281">
      <w:pPr>
        <w:pStyle w:val="libNormal0"/>
        <w:rPr>
          <w:rtl/>
          <w:lang w:bidi="fa-IR"/>
        </w:rPr>
      </w:pPr>
      <w:r>
        <w:rPr>
          <w:rtl/>
          <w:lang w:bidi="fa-IR"/>
        </w:rPr>
        <w:br w:type="page"/>
      </w:r>
      <w:r w:rsidRPr="00CA52B4">
        <w:rPr>
          <w:rtl/>
          <w:lang w:bidi="fa-IR"/>
        </w:rPr>
        <w:lastRenderedPageBreak/>
        <w:t>ويحك لا يدخلنك ابن آكلة الأكباد النار. فكان جوابه أن قال : ما أكثر ما قد سمعنا هذه المقالة منك فلا حاجة لنا فيها. أقدم إذا شئت. من يشتري سيفي وهذا أثره</w:t>
      </w:r>
      <w:r>
        <w:rPr>
          <w:rtl/>
          <w:lang w:bidi="fa-IR"/>
        </w:rPr>
        <w:t>؟</w:t>
      </w:r>
      <w:r w:rsidRPr="00CA52B4">
        <w:rPr>
          <w:rtl/>
          <w:lang w:bidi="fa-IR"/>
        </w:rPr>
        <w:t xml:space="preserve"> فقال عليّ </w:t>
      </w:r>
      <w:r>
        <w:rPr>
          <w:rtl/>
          <w:lang w:bidi="fa-IR"/>
        </w:rPr>
        <w:t>(</w:t>
      </w:r>
      <w:r w:rsidRPr="00CA52B4">
        <w:rPr>
          <w:rtl/>
          <w:lang w:bidi="fa-IR"/>
        </w:rPr>
        <w:t>عليه السلام</w:t>
      </w:r>
      <w:r>
        <w:rPr>
          <w:rtl/>
          <w:lang w:bidi="fa-IR"/>
        </w:rPr>
        <w:t>)</w:t>
      </w:r>
      <w:r w:rsidRPr="00CA52B4">
        <w:rPr>
          <w:rtl/>
          <w:lang w:bidi="fa-IR"/>
        </w:rPr>
        <w:t xml:space="preserve"> : لا حول ولا قوّة إلّا بالله. ثم مشى إليه فلم يمهله أن ضربه ضربة خرّ منها قتيلا يتشحط بدمه.</w:t>
      </w:r>
    </w:p>
    <w:p w:rsidR="00843DF1" w:rsidRPr="00CA52B4" w:rsidRDefault="00843DF1" w:rsidP="00B10281">
      <w:pPr>
        <w:pStyle w:val="libVar"/>
        <w:rPr>
          <w:rtl/>
          <w:lang w:bidi="fa-IR"/>
        </w:rPr>
      </w:pPr>
      <w:r w:rsidRPr="00CA52B4">
        <w:rPr>
          <w:rtl/>
          <w:lang w:bidi="fa-IR"/>
        </w:rPr>
        <w:t>شرح ابن أبي الحديد 5 / 249. وقعة صفين / 315 ، 556.</w:t>
      </w:r>
    </w:p>
    <w:p w:rsidR="00843DF1" w:rsidRPr="00CA52B4" w:rsidRDefault="00843DF1" w:rsidP="00EB70B9">
      <w:pPr>
        <w:pStyle w:val="libBold1"/>
        <w:rPr>
          <w:rtl/>
          <w:lang w:bidi="fa-IR"/>
        </w:rPr>
      </w:pPr>
      <w:r w:rsidRPr="00CA52B4">
        <w:rPr>
          <w:rtl/>
        </w:rPr>
        <w:t>1024</w:t>
      </w:r>
      <w:r>
        <w:rPr>
          <w:rtl/>
        </w:rPr>
        <w:t xml:space="preserve"> ـ </w:t>
      </w:r>
      <w:r w:rsidRPr="00CA52B4">
        <w:rPr>
          <w:rtl/>
        </w:rPr>
        <w:t>مرثد بن الحارث الجشمي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 واشترك في حرب الجمل ، وصفين ، وكانت مهمته أن يعلن وينادي في المعسكر بالبيانات الحربية والسلمية. قال نصر :</w:t>
      </w:r>
      <w:r>
        <w:rPr>
          <w:rtl/>
          <w:lang w:bidi="fa-IR"/>
        </w:rPr>
        <w:t xml:space="preserve"> ـ </w:t>
      </w:r>
      <w:r w:rsidRPr="00CA52B4">
        <w:rPr>
          <w:rtl/>
          <w:lang w:bidi="fa-IR"/>
        </w:rPr>
        <w:t xml:space="preserve">فلما انسلخ المحرّم واستقبل صفر وذلك في سنة سبع وثلاثين </w:t>
      </w:r>
      <w:r>
        <w:rPr>
          <w:rtl/>
          <w:lang w:bidi="fa-IR"/>
        </w:rPr>
        <w:t>(</w:t>
      </w:r>
      <w:r w:rsidRPr="00CA52B4">
        <w:rPr>
          <w:rtl/>
          <w:lang w:bidi="fa-IR"/>
        </w:rPr>
        <w:t>37 ه‍</w:t>
      </w:r>
      <w:r>
        <w:rPr>
          <w:rtl/>
          <w:lang w:bidi="fa-IR"/>
        </w:rPr>
        <w:t>)</w:t>
      </w:r>
      <w:r w:rsidRPr="00CA52B4">
        <w:rPr>
          <w:rtl/>
          <w:lang w:bidi="fa-IR"/>
        </w:rPr>
        <w:t xml:space="preserve"> بعث عليّ نفرا من أصحابه ، حتّى إذا كانوا من عسكر معاوية ، حيث يسمعونهم الصوت قام مرثد بن الحارث الجشمي ، فنادى عند غروب الشمس : «يا أهل الشام ، إنّ أمير المؤمنين عليّ بن أبي طالب وأصحاب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يقولون لكم : إنّا والله ما كففنا عنكم شكا في أمركم ، ولا بقيا عليكم ، وإنّما كففنا عنكم لخروج المحرّم ، ثم انسلخ وإنّا قد نبذنا إليكم على سواء ، إنّ الله لا يحب الخائنين»</w:t>
      </w:r>
      <w:r>
        <w:rPr>
          <w:rtl/>
          <w:lang w:bidi="fa-IR"/>
        </w:rPr>
        <w:t>.</w:t>
      </w:r>
    </w:p>
    <w:p w:rsidR="00843DF1" w:rsidRPr="00CA52B4" w:rsidRDefault="00843DF1" w:rsidP="00347E77">
      <w:pPr>
        <w:pStyle w:val="libNormal"/>
        <w:rPr>
          <w:rtl/>
          <w:lang w:bidi="fa-IR"/>
        </w:rPr>
      </w:pPr>
      <w:r w:rsidRPr="00CA52B4">
        <w:rPr>
          <w:rtl/>
          <w:lang w:bidi="fa-IR"/>
        </w:rPr>
        <w:t>قال : فتحاجز الناس وثاروا إلى أمرائهم.</w:t>
      </w:r>
    </w:p>
    <w:p w:rsidR="00843DF1" w:rsidRPr="00CA52B4" w:rsidRDefault="00843DF1" w:rsidP="00B10281">
      <w:pPr>
        <w:pStyle w:val="libVar"/>
        <w:rPr>
          <w:rtl/>
          <w:lang w:bidi="fa-IR"/>
        </w:rPr>
      </w:pPr>
      <w:r w:rsidRPr="00CA52B4">
        <w:rPr>
          <w:rtl/>
          <w:lang w:bidi="fa-IR"/>
        </w:rPr>
        <w:t>تاريخ الطبري 6 / 5. وقعة صفين / 202</w:t>
      </w:r>
      <w:r>
        <w:rPr>
          <w:rtl/>
          <w:lang w:bidi="fa-IR"/>
        </w:rPr>
        <w:t xml:space="preserve"> ـ </w:t>
      </w:r>
      <w:r w:rsidRPr="00CA52B4">
        <w:rPr>
          <w:rtl/>
          <w:lang w:bidi="fa-IR"/>
        </w:rPr>
        <w:t>203.</w:t>
      </w:r>
    </w:p>
    <w:p w:rsidR="00843DF1" w:rsidRPr="00CA52B4" w:rsidRDefault="00843DF1" w:rsidP="00EB70B9">
      <w:pPr>
        <w:pStyle w:val="libBold1"/>
        <w:rPr>
          <w:rtl/>
          <w:lang w:bidi="fa-IR"/>
        </w:rPr>
      </w:pPr>
      <w:r w:rsidRPr="00CA52B4">
        <w:rPr>
          <w:rtl/>
        </w:rPr>
        <w:t>1025</w:t>
      </w:r>
      <w:r>
        <w:rPr>
          <w:rtl/>
        </w:rPr>
        <w:t xml:space="preserve"> ـ </w:t>
      </w:r>
      <w:r w:rsidRPr="00CA52B4">
        <w:rPr>
          <w:rtl/>
        </w:rPr>
        <w:t>مرة بن جنادة العليمي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شاعر فاضل ، كان في حرب صفين يحرّض الناس على قتال أهل الشام ، ومنه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يا كلب ذبّوا عن حريم نسائكم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كما ذبّ فحل الشول بين عشارها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لا تجزعوا إنّ الحروب لمرّة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إذا ذيق منها الطعم عند زيارها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فإنّ عليّا قد أتاكم بفتية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محدّدة أنيابها مع شفارها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إذا ندبوا للحرب سارع منهم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فوارس حرب كالأسود ابتكارها</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 xml:space="preserve">يخفون دون الروع في جمع قومهم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بكل قضوب مقصل في حذارها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وقعة صفين / 375.</w:t>
      </w:r>
    </w:p>
    <w:p w:rsidR="00843DF1" w:rsidRPr="00CA52B4" w:rsidRDefault="00843DF1" w:rsidP="00EB70B9">
      <w:pPr>
        <w:pStyle w:val="libBold1"/>
        <w:rPr>
          <w:rtl/>
          <w:lang w:bidi="fa-IR"/>
        </w:rPr>
      </w:pPr>
      <w:r w:rsidRPr="00CA52B4">
        <w:rPr>
          <w:rtl/>
        </w:rPr>
        <w:t>1026</w:t>
      </w:r>
      <w:r>
        <w:rPr>
          <w:rtl/>
        </w:rPr>
        <w:t xml:space="preserve"> ـ </w:t>
      </w:r>
      <w:r w:rsidRPr="00CA52B4">
        <w:rPr>
          <w:rtl/>
        </w:rPr>
        <w:t xml:space="preserve">مرة </w:t>
      </w:r>
      <w:r>
        <w:rPr>
          <w:rtl/>
        </w:rPr>
        <w:t>(</w:t>
      </w:r>
      <w:r w:rsidRPr="00CA52B4">
        <w:rPr>
          <w:rtl/>
        </w:rPr>
        <w:t>أبو إسماعيل</w:t>
      </w:r>
      <w:r>
        <w:rPr>
          <w:rtl/>
        </w:rPr>
        <w:t>)</w:t>
      </w:r>
      <w:r w:rsidRPr="00CA52B4">
        <w:rPr>
          <w:rtl/>
        </w:rPr>
        <w:t xml:space="preserve"> ابن شراحيل الهمداني السكسكي الكوفي المتوفى 76 ه‍</w:t>
      </w:r>
      <w:r>
        <w:rPr>
          <w:rtl/>
        </w:rPr>
        <w:t>.</w:t>
      </w:r>
    </w:p>
    <w:p w:rsidR="00843DF1" w:rsidRPr="00CA52B4" w:rsidRDefault="00843DF1" w:rsidP="00347E77">
      <w:pPr>
        <w:pStyle w:val="libNormal"/>
        <w:rPr>
          <w:rtl/>
          <w:lang w:bidi="fa-IR"/>
        </w:rPr>
      </w:pPr>
      <w:r w:rsidRPr="00CA52B4">
        <w:rPr>
          <w:rtl/>
          <w:lang w:bidi="fa-IR"/>
        </w:rPr>
        <w:t>العابد الصالح ، المعروف بمرة الطيّب ، ومرة الخير ، ولقب بذلك لعبادته ، فقد كان يصلّي في اليوم والليلة خمسمائة ركعة. مات سنة 76 ه‍</w:t>
      </w:r>
      <w:r>
        <w:rPr>
          <w:rtl/>
          <w:lang w:bidi="fa-IR"/>
        </w:rPr>
        <w:t>.</w:t>
      </w:r>
      <w:r>
        <w:rPr>
          <w:rFonts w:hint="cs"/>
          <w:rtl/>
          <w:lang w:bidi="fa-IR"/>
        </w:rPr>
        <w:t xml:space="preserve"> </w:t>
      </w:r>
      <w:r w:rsidRPr="00CA52B4">
        <w:rPr>
          <w:rtl/>
          <w:lang w:bidi="fa-IR"/>
        </w:rPr>
        <w:t>روى أيضا عن أبي ذر ، وحذيفة ، وابن مسعود ، وأبي موسى الأشعري ، وزيد بن أرقم ، وعلقمة بن قيس ، وغيرهم. سكن الكوفة ، ومات زمان الحجاج بعد الجماجم ، وجاء أنّه توفي عام 76 ه‍</w:t>
      </w:r>
      <w:r>
        <w:rPr>
          <w:rtl/>
          <w:lang w:bidi="fa-IR"/>
        </w:rPr>
        <w:t>.</w:t>
      </w:r>
      <w:r w:rsidRPr="00CA52B4">
        <w:rPr>
          <w:rtl/>
          <w:lang w:bidi="fa-IR"/>
        </w:rPr>
        <w:t xml:space="preserve"> وأنّه سجد مرّة حتّى أكل التراب وجهه.</w:t>
      </w:r>
    </w:p>
    <w:p w:rsidR="00843DF1" w:rsidRPr="00CA52B4" w:rsidRDefault="00843DF1" w:rsidP="00B10281">
      <w:pPr>
        <w:pStyle w:val="libVar"/>
        <w:rPr>
          <w:rtl/>
          <w:lang w:bidi="fa-IR"/>
        </w:rPr>
      </w:pPr>
      <w:r w:rsidRPr="00CA52B4">
        <w:rPr>
          <w:rtl/>
          <w:lang w:bidi="fa-IR"/>
        </w:rPr>
        <w:t>الإصابة 3 / 402. البداية والنهاية 8 / 70. تقريب التهذيب 2 / 238. تهذيب التهذيب 10 / 88. تذكرة الحفاظ 1 / 67. الجرح والتعديل 8 / 366. حلية الأولياء 4 / 161. رجال الطوسي / 59. الطبقات الكبرى 6 / 116. طبقات الحفاظ / 26.</w:t>
      </w:r>
      <w:r>
        <w:rPr>
          <w:rFonts w:hint="cs"/>
          <w:rtl/>
          <w:lang w:bidi="fa-IR"/>
        </w:rPr>
        <w:t xml:space="preserve"> </w:t>
      </w:r>
      <w:r w:rsidRPr="00CA52B4">
        <w:rPr>
          <w:rtl/>
          <w:lang w:bidi="fa-IR"/>
        </w:rPr>
        <w:t xml:space="preserve">طبقات المفسرين 2 / 317. الغدير 5 / 28. الغارات 2 / 559 ، 561 ، 562 ، 565. قاموس الرجال 8 / 471. معجم رجال الحديث 18 / 128. المجروحون 2 / 155 </w:t>
      </w:r>
      <w:r>
        <w:rPr>
          <w:rtl/>
          <w:lang w:bidi="fa-IR"/>
        </w:rPr>
        <w:t>و 3</w:t>
      </w:r>
      <w:r w:rsidRPr="00CA52B4">
        <w:rPr>
          <w:rtl/>
          <w:lang w:bidi="fa-IR"/>
        </w:rPr>
        <w:t xml:space="preserve"> / 304. المراسيل / 127. النهاية في غريب الحديث 2 / 243 </w:t>
      </w:r>
      <w:r>
        <w:rPr>
          <w:rtl/>
          <w:lang w:bidi="fa-IR"/>
        </w:rPr>
        <w:t>و 4</w:t>
      </w:r>
      <w:r w:rsidRPr="00CA52B4">
        <w:rPr>
          <w:rtl/>
          <w:lang w:bidi="fa-IR"/>
        </w:rPr>
        <w:t xml:space="preserve"> / 56.</w:t>
      </w:r>
    </w:p>
    <w:p w:rsidR="00843DF1" w:rsidRPr="00CA52B4" w:rsidRDefault="00843DF1" w:rsidP="00EB70B9">
      <w:pPr>
        <w:pStyle w:val="libBold1"/>
        <w:rPr>
          <w:rtl/>
          <w:lang w:bidi="fa-IR"/>
        </w:rPr>
      </w:pPr>
      <w:r w:rsidRPr="00CA52B4">
        <w:rPr>
          <w:rtl/>
        </w:rPr>
        <w:t>1027</w:t>
      </w:r>
      <w:r>
        <w:rPr>
          <w:rtl/>
        </w:rPr>
        <w:t xml:space="preserve"> ـ </w:t>
      </w:r>
      <w:r w:rsidRPr="00CA52B4">
        <w:rPr>
          <w:rtl/>
        </w:rPr>
        <w:t>مرة بن النعمان بن عمرو بن زريق بن نمارة بن لخم بن مالك بن عدي بن الحارث بن مرة بن ادد بن زيد بن يشجب اللخمي الزرقي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ذكره الشيخ الطوسي في رجاله ،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 وتبعه عليه الآخرون ، ولم يأتوا بشيء أكثر مما ذكرناه.</w:t>
      </w:r>
    </w:p>
    <w:p w:rsidR="00843DF1" w:rsidRPr="00CA52B4" w:rsidRDefault="00843DF1" w:rsidP="00B10281">
      <w:pPr>
        <w:pStyle w:val="libVar"/>
        <w:rPr>
          <w:rtl/>
          <w:lang w:bidi="fa-IR"/>
        </w:rPr>
      </w:pPr>
      <w:r w:rsidRPr="00CA52B4">
        <w:rPr>
          <w:rtl/>
          <w:lang w:bidi="fa-IR"/>
        </w:rPr>
        <w:t>تنقيح المقال 3 / 210. جامع الرواة 2 / 227. رجال الشيخ الطوسي / 58.</w:t>
      </w:r>
      <w:r>
        <w:rPr>
          <w:rFonts w:hint="cs"/>
          <w:rtl/>
          <w:lang w:bidi="fa-IR"/>
        </w:rPr>
        <w:t xml:space="preserve"> </w:t>
      </w:r>
      <w:r w:rsidRPr="00CA52B4">
        <w:rPr>
          <w:rtl/>
          <w:lang w:bidi="fa-IR"/>
        </w:rPr>
        <w:t>مجمع الرجال 6 / 84. معجم رجال الحديث 18 / 127. منتهى المقال / 303. نقد الرجال / 342.</w:t>
      </w:r>
    </w:p>
    <w:p w:rsidR="00843DF1" w:rsidRPr="00CA52B4" w:rsidRDefault="00843DF1" w:rsidP="00EB70B9">
      <w:pPr>
        <w:pStyle w:val="libBold1"/>
        <w:rPr>
          <w:rtl/>
          <w:lang w:bidi="fa-IR"/>
        </w:rPr>
      </w:pPr>
      <w:r w:rsidRPr="00CA52B4">
        <w:rPr>
          <w:rtl/>
        </w:rPr>
        <w:t>1028</w:t>
      </w:r>
      <w:r>
        <w:rPr>
          <w:rtl/>
        </w:rPr>
        <w:t xml:space="preserve"> ـ </w:t>
      </w:r>
      <w:r w:rsidRPr="00CA52B4">
        <w:rPr>
          <w:rtl/>
        </w:rPr>
        <w:t xml:space="preserve">مرداس بن </w:t>
      </w:r>
      <w:r>
        <w:rPr>
          <w:rtl/>
        </w:rPr>
        <w:t>(</w:t>
      </w:r>
      <w:r w:rsidRPr="00CA52B4">
        <w:rPr>
          <w:rtl/>
        </w:rPr>
        <w:t>أدية</w:t>
      </w:r>
      <w:r>
        <w:rPr>
          <w:rtl/>
        </w:rPr>
        <w:t>)</w:t>
      </w:r>
      <w:r w:rsidRPr="00CA52B4">
        <w:rPr>
          <w:rtl/>
        </w:rPr>
        <w:t xml:space="preserve"> جرير بن عامر بن عبد بن كعب بن ربيعة بن أسيد بن عبد عوف بن عامر بن ربيعة بن </w:t>
      </w:r>
      <w:r>
        <w:rPr>
          <w:rtl/>
        </w:rPr>
        <w:t>حنظلة بن مالك بن زيد بن مناة بن</w:t>
      </w:r>
    </w:p>
    <w:p w:rsidR="00843DF1" w:rsidRPr="00CA52B4" w:rsidRDefault="00843DF1" w:rsidP="00EB70B9">
      <w:pPr>
        <w:pStyle w:val="libBold1"/>
        <w:rPr>
          <w:rtl/>
          <w:lang w:bidi="fa-IR"/>
        </w:rPr>
      </w:pPr>
      <w:r>
        <w:rPr>
          <w:rtl/>
          <w:lang w:bidi="fa-IR"/>
        </w:rPr>
        <w:br w:type="page"/>
      </w:r>
      <w:r w:rsidRPr="00CA52B4">
        <w:rPr>
          <w:rtl/>
        </w:rPr>
        <w:lastRenderedPageBreak/>
        <w:t>تميم</w:t>
      </w:r>
      <w:r>
        <w:rPr>
          <w:rtl/>
        </w:rPr>
        <w:t xml:space="preserve"> ..</w:t>
      </w:r>
      <w:r w:rsidRPr="00CA52B4">
        <w:rPr>
          <w:rtl/>
        </w:rPr>
        <w:t>. الخارجي أبو بلال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أدية أمه ، وأبوه جرير لحق بمعاوية يوم صفين ، وقيل : إنّ أول من قال : لا حكم إلّا لله على مذهب الخوارج يوم صفين ، عروة ، ومرداس ، ابنا أدية. وجاء أنّه أنكر التحكيم ، وشهد النّهروان. وسجنه عبيد الله بن زياد في الكوفة ، ونجا من السجن وجمع نحو ثلاثين رجلا ، فوجه إليهم عبيد الله بن زياد جيشا فهزموهم ، ونشب قتال فقتلوا ، وحمل رأس مرداس إلى ابن زياد.</w:t>
      </w:r>
    </w:p>
    <w:p w:rsidR="00843DF1" w:rsidRPr="00CA52B4" w:rsidRDefault="00843DF1" w:rsidP="00B10281">
      <w:pPr>
        <w:pStyle w:val="libVar"/>
        <w:rPr>
          <w:rtl/>
          <w:lang w:bidi="fa-IR"/>
        </w:rPr>
      </w:pPr>
      <w:r w:rsidRPr="00CA52B4">
        <w:rPr>
          <w:rtl/>
          <w:lang w:bidi="fa-IR"/>
        </w:rPr>
        <w:t>أنساب الأشراف 2 / 342. الأعلام 8 / 87. تاريخ الطبري 6 / 175. تنقيح المقال 3 / 208. جامع الرواة 2 / 225. الدرجات الرفيعة / 418. رجال ابن داود / 378.</w:t>
      </w:r>
      <w:r>
        <w:rPr>
          <w:rFonts w:hint="cs"/>
          <w:rtl/>
          <w:lang w:bidi="fa-IR"/>
        </w:rPr>
        <w:t xml:space="preserve"> </w:t>
      </w:r>
      <w:r w:rsidRPr="00CA52B4">
        <w:rPr>
          <w:rtl/>
          <w:lang w:bidi="fa-IR"/>
        </w:rPr>
        <w:t>رجال الطوسي / 59. شرح ابن أبي الحديد 5 / 82</w:t>
      </w:r>
      <w:r>
        <w:rPr>
          <w:rtl/>
          <w:lang w:bidi="fa-IR"/>
        </w:rPr>
        <w:t xml:space="preserve"> ـ </w:t>
      </w:r>
      <w:r w:rsidRPr="00CA52B4">
        <w:rPr>
          <w:rtl/>
          <w:lang w:bidi="fa-IR"/>
        </w:rPr>
        <w:t xml:space="preserve">99. العقد الفريد 1 / 148 ، 188 </w:t>
      </w:r>
      <w:r>
        <w:rPr>
          <w:rtl/>
          <w:lang w:bidi="fa-IR"/>
        </w:rPr>
        <w:t>و 2</w:t>
      </w:r>
      <w:r w:rsidRPr="00CA52B4">
        <w:rPr>
          <w:rtl/>
          <w:lang w:bidi="fa-IR"/>
        </w:rPr>
        <w:t xml:space="preserve"> / 214 </w:t>
      </w:r>
      <w:r>
        <w:rPr>
          <w:rtl/>
          <w:lang w:bidi="fa-IR"/>
        </w:rPr>
        <w:t>و 3</w:t>
      </w:r>
      <w:r w:rsidRPr="00CA52B4">
        <w:rPr>
          <w:rtl/>
          <w:lang w:bidi="fa-IR"/>
        </w:rPr>
        <w:t xml:space="preserve"> / 269 </w:t>
      </w:r>
      <w:r>
        <w:rPr>
          <w:rtl/>
          <w:lang w:bidi="fa-IR"/>
        </w:rPr>
        <w:t>و 4</w:t>
      </w:r>
      <w:r w:rsidRPr="00CA52B4">
        <w:rPr>
          <w:rtl/>
          <w:lang w:bidi="fa-IR"/>
        </w:rPr>
        <w:t xml:space="preserve"> / 174. قاموس الرجال 8 / 461. الكامل في التأريخ 3 / 450 ، 517 </w:t>
      </w:r>
      <w:r>
        <w:rPr>
          <w:rtl/>
          <w:lang w:bidi="fa-IR"/>
        </w:rPr>
        <w:t>و 4</w:t>
      </w:r>
      <w:r w:rsidRPr="00CA52B4">
        <w:rPr>
          <w:rtl/>
          <w:lang w:bidi="fa-IR"/>
        </w:rPr>
        <w:t xml:space="preserve"> / 94. لسان الميزان 6 / 14. مجمع الرجال 6 / 81. المعارف / 180. معجم رجال الحديث 18 / 115. منتهى المقال / 303. ميزان الاعتدال 4 / 88. نقد الرجال / 341. وقعة صفين / 513. وفيات الأعيان 7 / 69.</w:t>
      </w:r>
    </w:p>
    <w:p w:rsidR="00843DF1" w:rsidRPr="00CA52B4" w:rsidRDefault="00843DF1" w:rsidP="00EB70B9">
      <w:pPr>
        <w:pStyle w:val="libBold1"/>
        <w:rPr>
          <w:rtl/>
          <w:lang w:bidi="fa-IR"/>
        </w:rPr>
      </w:pPr>
      <w:r w:rsidRPr="00CA52B4">
        <w:rPr>
          <w:rtl/>
        </w:rPr>
        <w:t>1029</w:t>
      </w:r>
      <w:r>
        <w:rPr>
          <w:rtl/>
        </w:rPr>
        <w:t xml:space="preserve"> ـ </w:t>
      </w:r>
      <w:r w:rsidRPr="00CA52B4">
        <w:rPr>
          <w:rtl/>
        </w:rPr>
        <w:t>المرقع بن قمامة الأسدي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كان كيسانيا. فقد جاء أنّ المرقع قال : إذا هزّ محمد بن عليّ ، الراية المعلنة بين الركن والمقام لوددت أنّي في ظلها ، مجذوم الأنف والأذنين ، ذاهب البصر لا شيء يسددني. قال عبد الله بن شريك : قلت إنّ هذا لخطر عظيم ، قال : فقال مرقع : إنّي سمعت عليّا </w:t>
      </w:r>
      <w:r>
        <w:rPr>
          <w:rtl/>
          <w:lang w:bidi="fa-IR"/>
        </w:rPr>
        <w:t>(</w:t>
      </w:r>
      <w:r w:rsidRPr="00CA52B4">
        <w:rPr>
          <w:rtl/>
          <w:lang w:bidi="fa-IR"/>
        </w:rPr>
        <w:t>عليه السلام</w:t>
      </w:r>
      <w:r>
        <w:rPr>
          <w:rtl/>
          <w:lang w:bidi="fa-IR"/>
        </w:rPr>
        <w:t>)</w:t>
      </w:r>
      <w:r w:rsidRPr="00CA52B4">
        <w:rPr>
          <w:rtl/>
          <w:lang w:bidi="fa-IR"/>
        </w:rPr>
        <w:t xml:space="preserve"> ، يقول : إنّ تلك العصابة نظراء لأهل بدر. فاستدل أصحاب المعاجم أنّ الخبر هذا يدلّ على أنّه كان كيسانيا.</w:t>
      </w:r>
    </w:p>
    <w:p w:rsidR="00843DF1" w:rsidRPr="00CA52B4" w:rsidRDefault="00843DF1" w:rsidP="00B10281">
      <w:pPr>
        <w:pStyle w:val="libVar"/>
        <w:rPr>
          <w:rtl/>
          <w:lang w:bidi="fa-IR"/>
        </w:rPr>
      </w:pPr>
      <w:r w:rsidRPr="00CA52B4">
        <w:rPr>
          <w:rtl/>
          <w:lang w:bidi="fa-IR"/>
        </w:rPr>
        <w:t>الأخبار الطوال / 259 ، وفيه : المرقع بن ثمامة. تنقيح المقال 3 / 209. جامع الرواة 2 / 225. خلاصة الأقوال / 260. رجال ابن داود / 278. رجال الطوسي / 59.</w:t>
      </w:r>
      <w:r>
        <w:rPr>
          <w:rFonts w:hint="cs"/>
          <w:rtl/>
          <w:lang w:bidi="fa-IR"/>
        </w:rPr>
        <w:t xml:space="preserve"> </w:t>
      </w:r>
      <w:r w:rsidRPr="00CA52B4">
        <w:rPr>
          <w:rtl/>
          <w:lang w:bidi="fa-IR"/>
        </w:rPr>
        <w:t>رجال الكشي / 96. قاموس الرجال 8 / 462. الكامل في التأريخ 4 / 80. مجمع الرجال 6 / 82. معجم رجال الحديث 18 / 118. منتهى المقال / 302. نقد الرجال / 341.</w:t>
      </w:r>
    </w:p>
    <w:p w:rsidR="00843DF1" w:rsidRPr="00CA52B4" w:rsidRDefault="00843DF1" w:rsidP="00EB70B9">
      <w:pPr>
        <w:pStyle w:val="libBold1"/>
        <w:rPr>
          <w:rtl/>
          <w:lang w:bidi="fa-IR"/>
        </w:rPr>
      </w:pPr>
      <w:r>
        <w:rPr>
          <w:rtl/>
          <w:lang w:bidi="fa-IR"/>
        </w:rPr>
        <w:br w:type="page"/>
      </w:r>
      <w:r w:rsidRPr="00CA52B4">
        <w:rPr>
          <w:rtl/>
        </w:rPr>
        <w:lastRenderedPageBreak/>
        <w:t>1030</w:t>
      </w:r>
      <w:r>
        <w:rPr>
          <w:rtl/>
        </w:rPr>
        <w:t xml:space="preserve"> ـ </w:t>
      </w:r>
      <w:r w:rsidRPr="00CA52B4">
        <w:rPr>
          <w:rtl/>
        </w:rPr>
        <w:t>مروان بن</w:t>
      </w:r>
      <w:r>
        <w:rPr>
          <w:rtl/>
        </w:rPr>
        <w:t xml:space="preserve"> ..</w:t>
      </w:r>
      <w:r w:rsidRPr="00CA52B4">
        <w:rPr>
          <w:rtl/>
        </w:rPr>
        <w:t>. النخعي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عمران. ذكره أبو محمد عبد الرحمن بن أبي حاتم محمد بن إدريس بن المنذر الرازي.</w:t>
      </w:r>
    </w:p>
    <w:p w:rsidR="00843DF1" w:rsidRPr="00CA52B4" w:rsidRDefault="00843DF1" w:rsidP="00B10281">
      <w:pPr>
        <w:pStyle w:val="libVar"/>
        <w:rPr>
          <w:rtl/>
          <w:lang w:bidi="fa-IR"/>
        </w:rPr>
      </w:pPr>
      <w:r w:rsidRPr="00CA52B4">
        <w:rPr>
          <w:rtl/>
          <w:lang w:bidi="fa-IR"/>
        </w:rPr>
        <w:t>الجرح والتعديل 8 / 272. لسان الميزان 6 / 18. ميزان الاعتدال 4 / 94.</w:t>
      </w:r>
    </w:p>
    <w:p w:rsidR="00843DF1" w:rsidRPr="00CA52B4" w:rsidRDefault="00843DF1" w:rsidP="00EB70B9">
      <w:pPr>
        <w:pStyle w:val="libBold1"/>
        <w:rPr>
          <w:rtl/>
          <w:lang w:bidi="fa-IR"/>
        </w:rPr>
      </w:pPr>
      <w:r w:rsidRPr="00CA52B4">
        <w:rPr>
          <w:rtl/>
        </w:rPr>
        <w:t>1031</w:t>
      </w:r>
      <w:r>
        <w:rPr>
          <w:rtl/>
        </w:rPr>
        <w:t xml:space="preserve"> ـ </w:t>
      </w:r>
      <w:r w:rsidRPr="00CA52B4">
        <w:rPr>
          <w:rtl/>
        </w:rPr>
        <w:t>مروان بن الحكم بن أبي العاص بن أمية بن عبد شمس بن عبد مناف الأموي القرشي المدني المتوفى 65 ه‍</w:t>
      </w:r>
      <w:r>
        <w:rPr>
          <w:rtl/>
        </w:rPr>
        <w:t>.</w:t>
      </w:r>
    </w:p>
    <w:p w:rsidR="00843DF1" w:rsidRPr="00CA52B4" w:rsidRDefault="00843DF1" w:rsidP="00347E77">
      <w:pPr>
        <w:pStyle w:val="libNormal"/>
        <w:rPr>
          <w:rtl/>
          <w:lang w:bidi="fa-IR"/>
        </w:rPr>
      </w:pPr>
      <w:r w:rsidRPr="00CA52B4">
        <w:rPr>
          <w:rtl/>
          <w:lang w:bidi="fa-IR"/>
        </w:rPr>
        <w:t xml:space="preserve">أول من ملك من بني الحكم ، وإليه ينسب بنو مروان. ولد بمكة ونشأ بالطائف ، وسكن المدينة فلما كانت أيام عثمان جعله في خاصته واتخذه كاتبا له. ولما قتل عثمان خرج مروان إلى البصرة مع عائشة يطالب بدمه ، وقاتل في وقعة الجمل قتالا شديدا وانهزم أصحابه فتوارى ، وشهد صفين مع معاوية ، ثم أمنه عليّ </w:t>
      </w:r>
      <w:r>
        <w:rPr>
          <w:rtl/>
          <w:lang w:bidi="fa-IR"/>
        </w:rPr>
        <w:t>(</w:t>
      </w:r>
      <w:r w:rsidRPr="00CA52B4">
        <w:rPr>
          <w:rtl/>
          <w:lang w:bidi="fa-IR"/>
        </w:rPr>
        <w:t>عليه السلام</w:t>
      </w:r>
      <w:r>
        <w:rPr>
          <w:rtl/>
          <w:lang w:bidi="fa-IR"/>
        </w:rPr>
        <w:t>)</w:t>
      </w:r>
      <w:r w:rsidRPr="00CA52B4">
        <w:rPr>
          <w:rtl/>
          <w:lang w:bidi="fa-IR"/>
        </w:rPr>
        <w:t xml:space="preserve"> فأتاه فبايعه وانصرف إلى المدينة ، ثم سكن الشام. ومات فيها بالطاعون سنة 65 ه‍</w:t>
      </w:r>
      <w:r>
        <w:rPr>
          <w:rtl/>
          <w:lang w:bidi="fa-IR"/>
        </w:rPr>
        <w:t>.</w:t>
      </w:r>
      <w:r w:rsidRPr="00CA52B4">
        <w:rPr>
          <w:rtl/>
          <w:lang w:bidi="fa-IR"/>
        </w:rPr>
        <w:t xml:space="preserve"> وقيل : غطته زوجته </w:t>
      </w:r>
      <w:r>
        <w:rPr>
          <w:rtl/>
          <w:lang w:bidi="fa-IR"/>
        </w:rPr>
        <w:t>(</w:t>
      </w:r>
      <w:r w:rsidRPr="00CA52B4">
        <w:rPr>
          <w:rtl/>
          <w:lang w:bidi="fa-IR"/>
        </w:rPr>
        <w:t>أم خالد</w:t>
      </w:r>
      <w:r>
        <w:rPr>
          <w:rtl/>
          <w:lang w:bidi="fa-IR"/>
        </w:rPr>
        <w:t>)</w:t>
      </w:r>
      <w:r w:rsidRPr="00CA52B4">
        <w:rPr>
          <w:rtl/>
          <w:lang w:bidi="fa-IR"/>
        </w:rPr>
        <w:t xml:space="preserve"> بوسادة وهو نائم فقتلته. وكان يلقب </w:t>
      </w:r>
      <w:r>
        <w:rPr>
          <w:rtl/>
          <w:lang w:bidi="fa-IR"/>
        </w:rPr>
        <w:t>(</w:t>
      </w:r>
      <w:r w:rsidRPr="00CA52B4">
        <w:rPr>
          <w:rtl/>
          <w:lang w:bidi="fa-IR"/>
        </w:rPr>
        <w:t>خيط باطل</w:t>
      </w:r>
      <w:r>
        <w:rPr>
          <w:rtl/>
          <w:lang w:bidi="fa-IR"/>
        </w:rPr>
        <w:t>)</w:t>
      </w:r>
      <w:r w:rsidRPr="00CA52B4">
        <w:rPr>
          <w:rtl/>
          <w:lang w:bidi="fa-IR"/>
        </w:rPr>
        <w:t xml:space="preserve"> لطول قامته واضطراب خلقه. خلّف : عبد الملك. عبد العزيز. بشرا. محمدا.</w:t>
      </w:r>
    </w:p>
    <w:p w:rsidR="00843DF1" w:rsidRPr="00CA52B4" w:rsidRDefault="00843DF1" w:rsidP="00347E77">
      <w:pPr>
        <w:pStyle w:val="libNormal"/>
        <w:rPr>
          <w:rtl/>
          <w:lang w:bidi="fa-IR"/>
        </w:rPr>
      </w:pPr>
      <w:r w:rsidRPr="00CA52B4">
        <w:rPr>
          <w:rtl/>
          <w:lang w:bidi="fa-IR"/>
        </w:rPr>
        <w:t>محدّث ، روى عنه سهل بن سعد ، وعروة بن الزبير ، وعبيد الله بن عبد الله بن عتبة.</w:t>
      </w:r>
    </w:p>
    <w:p w:rsidR="00843DF1" w:rsidRPr="00CA52B4" w:rsidRDefault="00843DF1" w:rsidP="00B10281">
      <w:pPr>
        <w:pStyle w:val="libVar"/>
        <w:rPr>
          <w:rtl/>
          <w:lang w:bidi="fa-IR"/>
        </w:rPr>
      </w:pPr>
      <w:r w:rsidRPr="00CA52B4">
        <w:rPr>
          <w:rtl/>
          <w:lang w:bidi="fa-IR"/>
        </w:rPr>
        <w:t xml:space="preserve">الأخبار الطوال / 148 ، 222 ، 224 ، 285. أسد الغابة 4 / 348. الإصابة 3 / 477. الأعلام 8 / 94. أعلام نهج البلاغة / 45. الأمالي / 103. البداية ولنهاية 8 / 257. تاريخ جرجان / 451. تاريخ الطبري 7 / 34. تاريخ الخلفاء / 214. تاريخ الخميس 3062. تنقيح المقال 3 / 209. تهذيب التهذيب 10 / 91. جامع الرواة 2 / 225. الجرح والتعديل 8 / 271. جمهرة أنساب العرب / 107. سفينة البحار 2 / 536. شذرات الذهب 1 / 73. شرح ابن أبي الحديد 1 / 22 ، 198 </w:t>
      </w:r>
      <w:r>
        <w:rPr>
          <w:rtl/>
          <w:lang w:bidi="fa-IR"/>
        </w:rPr>
        <w:t>و 2</w:t>
      </w:r>
      <w:r w:rsidRPr="00CA52B4">
        <w:rPr>
          <w:rtl/>
          <w:lang w:bidi="fa-IR"/>
        </w:rPr>
        <w:t xml:space="preserve"> / 61 ، 128 ، 138 ، 142</w:t>
      </w:r>
      <w:r>
        <w:rPr>
          <w:rtl/>
          <w:lang w:bidi="fa-IR"/>
        </w:rPr>
        <w:t xml:space="preserve"> ـ </w:t>
      </w:r>
      <w:r w:rsidRPr="00CA52B4">
        <w:rPr>
          <w:rtl/>
          <w:lang w:bidi="fa-IR"/>
        </w:rPr>
        <w:t xml:space="preserve">156. طبقات الشعراء / 42. الطبقات الكبرى 3 / 149 ، 223 ، 244. عقد الفريد 8 / 89 </w:t>
      </w:r>
      <w:r>
        <w:rPr>
          <w:rtl/>
          <w:lang w:bidi="fa-IR"/>
        </w:rPr>
        <w:t>(</w:t>
      </w:r>
      <w:r w:rsidRPr="00CA52B4">
        <w:rPr>
          <w:rtl/>
          <w:lang w:bidi="fa-IR"/>
        </w:rPr>
        <w:t>الفهرس</w:t>
      </w:r>
      <w:r>
        <w:rPr>
          <w:rtl/>
          <w:lang w:bidi="fa-IR"/>
        </w:rPr>
        <w:t>).</w:t>
      </w:r>
      <w:r w:rsidRPr="00CA52B4">
        <w:rPr>
          <w:rtl/>
          <w:lang w:bidi="fa-IR"/>
        </w:rPr>
        <w:t xml:space="preserve"> الغارات 1 / 325 </w:t>
      </w:r>
      <w:r>
        <w:rPr>
          <w:rtl/>
          <w:lang w:bidi="fa-IR"/>
        </w:rPr>
        <w:t>و 2</w:t>
      </w:r>
      <w:r w:rsidRPr="00CA52B4">
        <w:rPr>
          <w:rtl/>
          <w:lang w:bidi="fa-IR"/>
        </w:rPr>
        <w:t xml:space="preserve"> / 419 ، 421 ، 539 ، 548 ، 572 ، 618. الغدير 2 / 73 ، 86 ، 123 ، 140 ، أعلام الغدير / 298. الكامل في التأريخ 4 / 191. مرآة الجنان 1 / 141. مروج الذهب 3 / 97. المعارف / 154. معجم رجال الحديث 8 / 119. معجم الشعراء / 396.</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النجوم الزاهرة 1 / 164. نقد الرجال / 342. النهاية في غريب الحديث 1 / 249 ، 302 </w:t>
      </w:r>
      <w:r>
        <w:rPr>
          <w:rtl/>
          <w:lang w:bidi="fa-IR"/>
        </w:rPr>
        <w:t>و 3</w:t>
      </w:r>
      <w:r w:rsidRPr="00CA52B4">
        <w:rPr>
          <w:rtl/>
          <w:lang w:bidi="fa-IR"/>
        </w:rPr>
        <w:t xml:space="preserve"> / 43 ، 96 ، 114 ، 454 ، 459 </w:t>
      </w:r>
      <w:r>
        <w:rPr>
          <w:rtl/>
          <w:lang w:bidi="fa-IR"/>
        </w:rPr>
        <w:t>و 4</w:t>
      </w:r>
      <w:r w:rsidRPr="00CA52B4">
        <w:rPr>
          <w:rtl/>
          <w:lang w:bidi="fa-IR"/>
        </w:rPr>
        <w:t xml:space="preserve"> / 78. وفيات الأعيان 8 / 208 </w:t>
      </w:r>
      <w:r>
        <w:rPr>
          <w:rtl/>
          <w:lang w:bidi="fa-IR"/>
        </w:rPr>
        <w:t>(</w:t>
      </w:r>
      <w:r w:rsidRPr="00CA52B4">
        <w:rPr>
          <w:rtl/>
          <w:lang w:bidi="fa-IR"/>
        </w:rPr>
        <w:t>الفهرس</w:t>
      </w:r>
      <w:r>
        <w:rPr>
          <w:rtl/>
          <w:lang w:bidi="fa-IR"/>
        </w:rPr>
        <w:t>).</w:t>
      </w:r>
      <w:r w:rsidRPr="00CA52B4">
        <w:rPr>
          <w:rtl/>
          <w:lang w:bidi="fa-IR"/>
        </w:rPr>
        <w:t xml:space="preserve"> وقعة صفين / 34 ، 42 ، 243 ، 313 ، 417 ، 439 ، 441 ، 463 ، 507.</w:t>
      </w:r>
    </w:p>
    <w:p w:rsidR="00843DF1" w:rsidRPr="00CA52B4" w:rsidRDefault="00843DF1" w:rsidP="00EB70B9">
      <w:pPr>
        <w:pStyle w:val="libBold1"/>
        <w:rPr>
          <w:rtl/>
          <w:lang w:bidi="fa-IR"/>
        </w:rPr>
      </w:pPr>
      <w:r w:rsidRPr="00CA52B4">
        <w:rPr>
          <w:rtl/>
        </w:rPr>
        <w:t>1032</w:t>
      </w:r>
      <w:r>
        <w:rPr>
          <w:rtl/>
        </w:rPr>
        <w:t xml:space="preserve"> ـ </w:t>
      </w:r>
      <w:r w:rsidRPr="00CA52B4">
        <w:rPr>
          <w:rtl/>
        </w:rPr>
        <w:t>مزرع</w:t>
      </w:r>
      <w:r>
        <w:rPr>
          <w:rtl/>
        </w:rPr>
        <w:t xml:space="preserve"> ..</w:t>
      </w:r>
      <w:r w:rsidRPr="00CA52B4">
        <w:rPr>
          <w:rtl/>
        </w:rPr>
        <w:t xml:space="preserve">. مولى أمير المؤمنين </w:t>
      </w:r>
      <w:r>
        <w:rPr>
          <w:rtl/>
        </w:rPr>
        <w:t>(</w:t>
      </w:r>
      <w:r w:rsidRPr="00CA52B4">
        <w:rPr>
          <w:rtl/>
        </w:rPr>
        <w:t>عليه السلام</w:t>
      </w:r>
      <w:r>
        <w:rPr>
          <w:rtl/>
        </w:rPr>
        <w:t>).</w:t>
      </w:r>
    </w:p>
    <w:p w:rsidR="00843DF1" w:rsidRPr="00CA52B4" w:rsidRDefault="00843DF1" w:rsidP="00347E77">
      <w:pPr>
        <w:pStyle w:val="libNormal"/>
        <w:rPr>
          <w:rtl/>
          <w:lang w:bidi="fa-IR"/>
        </w:rPr>
      </w:pPr>
      <w:r w:rsidRPr="00CA52B4">
        <w:rPr>
          <w:rtl/>
          <w:lang w:bidi="fa-IR"/>
        </w:rPr>
        <w:t xml:space="preserve">محدّث. روى عنه أبو العالية ، قال : حدّثني مزرع صاحب عليّ بن أبي طالب </w:t>
      </w:r>
      <w:r>
        <w:rPr>
          <w:rtl/>
          <w:lang w:bidi="fa-IR"/>
        </w:rPr>
        <w:t>(</w:t>
      </w:r>
      <w:r w:rsidRPr="00CA52B4">
        <w:rPr>
          <w:rtl/>
          <w:lang w:bidi="fa-IR"/>
        </w:rPr>
        <w:t>عليه السلام</w:t>
      </w:r>
      <w:r>
        <w:rPr>
          <w:rtl/>
          <w:lang w:bidi="fa-IR"/>
        </w:rPr>
        <w:t>)</w:t>
      </w:r>
      <w:r w:rsidRPr="00CA52B4">
        <w:rPr>
          <w:rtl/>
          <w:lang w:bidi="fa-IR"/>
        </w:rPr>
        <w:t xml:space="preserve"> أنّه قال : ليقبلنّ جيش حتّى إذا كانوا بالبيداء خسف بهم. قال أبو العالية : فقلت له : إنّك لتحدّثني بالغيب. فقال : احفظ ما أقول لك فإنّما حدّثني به الثقة عليّ بن أبي طالب </w:t>
      </w:r>
      <w:r>
        <w:rPr>
          <w:rtl/>
          <w:lang w:bidi="fa-IR"/>
        </w:rPr>
        <w:t>(</w:t>
      </w:r>
      <w:r w:rsidRPr="00CA52B4">
        <w:rPr>
          <w:rtl/>
          <w:lang w:bidi="fa-IR"/>
        </w:rPr>
        <w:t>عليه السلام</w:t>
      </w:r>
      <w:r>
        <w:rPr>
          <w:rtl/>
          <w:lang w:bidi="fa-IR"/>
        </w:rPr>
        <w:t>).</w:t>
      </w:r>
      <w:r w:rsidRPr="00CA52B4">
        <w:rPr>
          <w:rtl/>
          <w:lang w:bidi="fa-IR"/>
        </w:rPr>
        <w:t xml:space="preserve"> وحدثني أيضا شيئا آخر ، ليؤخذن رجل فليقتلنّ وليصلبنّ بين شرافتين من شرف المسجد ، فقلت له : إنّك لتحدّثني بالغيب ، فقال : احفظ ما أقول لك.</w:t>
      </w:r>
    </w:p>
    <w:p w:rsidR="00843DF1" w:rsidRPr="00CA52B4" w:rsidRDefault="00843DF1" w:rsidP="00347E77">
      <w:pPr>
        <w:pStyle w:val="libNormal"/>
        <w:rPr>
          <w:rtl/>
          <w:lang w:bidi="fa-IR"/>
        </w:rPr>
      </w:pPr>
      <w:r w:rsidRPr="00CA52B4">
        <w:rPr>
          <w:rtl/>
          <w:lang w:bidi="fa-IR"/>
        </w:rPr>
        <w:t>قال أبو العالية : فو الله ما أتت علينا جمعة حتّى أخذ مزرع فقتل وصلب ، بين شرافتين من شرف المسجد.</w:t>
      </w:r>
    </w:p>
    <w:p w:rsidR="00843DF1" w:rsidRPr="00CA52B4" w:rsidRDefault="00843DF1" w:rsidP="00347E77">
      <w:pPr>
        <w:pStyle w:val="libNormal"/>
        <w:rPr>
          <w:rtl/>
          <w:lang w:bidi="fa-IR"/>
        </w:rPr>
      </w:pPr>
      <w:r w:rsidRPr="00CA52B4">
        <w:rPr>
          <w:rtl/>
          <w:lang w:bidi="fa-IR"/>
        </w:rPr>
        <w:t>قتل بعد ميثم التمار ، وجويرية ، ورشيد الهجري</w:t>
      </w:r>
      <w:r>
        <w:rPr>
          <w:rtl/>
          <w:lang w:bidi="fa-IR"/>
        </w:rPr>
        <w:t xml:space="preserve"> ..</w:t>
      </w:r>
      <w:r w:rsidRPr="00CA52B4">
        <w:rPr>
          <w:rtl/>
          <w:lang w:bidi="fa-IR"/>
        </w:rPr>
        <w:t xml:space="preserve">. لكونه من أصحاب عليّ </w:t>
      </w:r>
      <w:r>
        <w:rPr>
          <w:rtl/>
          <w:lang w:bidi="fa-IR"/>
        </w:rPr>
        <w:t>(</w:t>
      </w:r>
      <w:r w:rsidRPr="00CA52B4">
        <w:rPr>
          <w:rtl/>
          <w:lang w:bidi="fa-IR"/>
        </w:rPr>
        <w:t>عليه السلام</w:t>
      </w:r>
      <w:r>
        <w:rPr>
          <w:rtl/>
          <w:lang w:bidi="fa-IR"/>
        </w:rPr>
        <w:t>)</w:t>
      </w:r>
      <w:r w:rsidRPr="00CA52B4">
        <w:rPr>
          <w:rtl/>
          <w:lang w:bidi="fa-IR"/>
        </w:rPr>
        <w:t xml:space="preserve"> ومن ذوي سرّه وحملة علم المنايا والبلايا عنه ، فكان من أكمل رجال الشيعة. له أحاديث في كتب الفقه. وفي بعض المراجع مزرع بن عبد الله.</w:t>
      </w:r>
    </w:p>
    <w:p w:rsidR="00843DF1" w:rsidRPr="00CA52B4" w:rsidRDefault="00843DF1" w:rsidP="00B10281">
      <w:pPr>
        <w:pStyle w:val="libVar"/>
        <w:rPr>
          <w:rtl/>
          <w:lang w:bidi="fa-IR"/>
        </w:rPr>
      </w:pPr>
      <w:r w:rsidRPr="00CA52B4">
        <w:rPr>
          <w:rtl/>
          <w:lang w:bidi="fa-IR"/>
        </w:rPr>
        <w:t>تنقيح المقال 3 / 210. سفينة البحار 1 / 549. شرح ابن أبي الحديد 2 / 294</w:t>
      </w:r>
      <w:r>
        <w:rPr>
          <w:rtl/>
          <w:lang w:bidi="fa-IR"/>
        </w:rPr>
        <w:t xml:space="preserve"> ـ </w:t>
      </w:r>
      <w:r w:rsidRPr="00CA52B4">
        <w:rPr>
          <w:rtl/>
          <w:lang w:bidi="fa-IR"/>
        </w:rPr>
        <w:t>295. معجم رجال الحديث 18 / 128.</w:t>
      </w:r>
    </w:p>
    <w:p w:rsidR="00843DF1" w:rsidRPr="00CA52B4" w:rsidRDefault="00843DF1" w:rsidP="00EB70B9">
      <w:pPr>
        <w:pStyle w:val="libBold1"/>
        <w:rPr>
          <w:rtl/>
          <w:lang w:bidi="fa-IR"/>
        </w:rPr>
      </w:pPr>
      <w:r w:rsidRPr="00CA52B4">
        <w:rPr>
          <w:rtl/>
        </w:rPr>
        <w:t>1033</w:t>
      </w:r>
      <w:r>
        <w:rPr>
          <w:rtl/>
        </w:rPr>
        <w:t xml:space="preserve"> ـ </w:t>
      </w:r>
      <w:r w:rsidRPr="00CA52B4">
        <w:rPr>
          <w:rtl/>
        </w:rPr>
        <w:t xml:space="preserve">مستظل </w:t>
      </w:r>
      <w:r>
        <w:rPr>
          <w:rtl/>
        </w:rPr>
        <w:t>(</w:t>
      </w:r>
      <w:r w:rsidRPr="00CA52B4">
        <w:rPr>
          <w:rtl/>
        </w:rPr>
        <w:t>أبو الميثاء</w:t>
      </w:r>
      <w:r>
        <w:rPr>
          <w:rtl/>
        </w:rPr>
        <w:t>)</w:t>
      </w:r>
      <w:r w:rsidRPr="00CA52B4">
        <w:rPr>
          <w:rtl/>
        </w:rPr>
        <w:t xml:space="preserve"> ابن الحصين البارقي الأزدي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تابعي أدرك الجاهلية. وفي رواية صحابي ، قليل الحديث.</w:t>
      </w:r>
      <w:r>
        <w:rPr>
          <w:rFonts w:hint="cs"/>
          <w:rtl/>
          <w:lang w:bidi="fa-IR"/>
        </w:rPr>
        <w:t xml:space="preserve"> </w:t>
      </w:r>
      <w:r w:rsidRPr="00CA52B4">
        <w:rPr>
          <w:rtl/>
          <w:lang w:bidi="fa-IR"/>
        </w:rPr>
        <w:t>ذكره ابن الحبان في الثقات. وروى أيضا عن أبي ذر الغفاري. قال : توفي رجل منا فأرسلنا إلى عليّ فأبطأ علينا فصلّينا عليه ودفنّاه ، فجاء بعد ما فرغنا ، حتّى قام على القبر وجعله أمامه ثم دعا له.</w:t>
      </w:r>
    </w:p>
    <w:p w:rsidR="00843DF1" w:rsidRPr="00CA52B4" w:rsidRDefault="00843DF1" w:rsidP="00B10281">
      <w:pPr>
        <w:pStyle w:val="libVar"/>
        <w:rPr>
          <w:rtl/>
          <w:lang w:bidi="fa-IR"/>
        </w:rPr>
      </w:pPr>
      <w:r w:rsidRPr="00CA52B4">
        <w:rPr>
          <w:rtl/>
          <w:lang w:bidi="fa-IR"/>
        </w:rPr>
        <w:t>أسد الغابة 4 / 353. تنقيح المقال 3 / 210. الغارات 1 / 32. المشتبه في الرجال 2 / 625.</w:t>
      </w:r>
    </w:p>
    <w:p w:rsidR="00843DF1" w:rsidRPr="00CA52B4" w:rsidRDefault="00843DF1" w:rsidP="00EB70B9">
      <w:pPr>
        <w:pStyle w:val="libBold1"/>
        <w:rPr>
          <w:rtl/>
          <w:lang w:bidi="fa-IR"/>
        </w:rPr>
      </w:pPr>
      <w:r>
        <w:rPr>
          <w:rtl/>
          <w:lang w:bidi="fa-IR"/>
        </w:rPr>
        <w:br w:type="page"/>
      </w:r>
      <w:r w:rsidRPr="00CA52B4">
        <w:rPr>
          <w:rtl/>
        </w:rPr>
        <w:lastRenderedPageBreak/>
        <w:t>1034</w:t>
      </w:r>
      <w:r>
        <w:rPr>
          <w:rtl/>
        </w:rPr>
        <w:t xml:space="preserve"> ـ </w:t>
      </w:r>
      <w:r w:rsidRPr="00CA52B4">
        <w:rPr>
          <w:rtl/>
        </w:rPr>
        <w:t xml:space="preserve">مسروق </w:t>
      </w:r>
      <w:r>
        <w:rPr>
          <w:rtl/>
        </w:rPr>
        <w:t>(</w:t>
      </w:r>
      <w:r w:rsidRPr="00CA52B4">
        <w:rPr>
          <w:rtl/>
        </w:rPr>
        <w:t>أبو عائشة</w:t>
      </w:r>
      <w:r>
        <w:rPr>
          <w:rtl/>
        </w:rPr>
        <w:t>)</w:t>
      </w:r>
      <w:r w:rsidRPr="00CA52B4">
        <w:rPr>
          <w:rtl/>
        </w:rPr>
        <w:t xml:space="preserve"> ابن الأجدع بن مالك بن أمية بن عبد الله بن مر بن سلامان بن معمر بن الحارث بن سعد بن عبد الله بن وادعة بن عمرو بن عامر بن ناشج بن رافع بن مالك بن جشم بن حاشد بن جشم بن خيوان بن نون بن حمدان الهمداني المتوفى 63 ه‍</w:t>
      </w:r>
      <w:r>
        <w:rPr>
          <w:rtl/>
        </w:rPr>
        <w:t>.</w:t>
      </w:r>
    </w:p>
    <w:p w:rsidR="00843DF1" w:rsidRPr="00CA52B4" w:rsidRDefault="00843DF1" w:rsidP="00347E77">
      <w:pPr>
        <w:pStyle w:val="libNormal"/>
        <w:rPr>
          <w:rtl/>
          <w:lang w:bidi="fa-IR"/>
        </w:rPr>
      </w:pPr>
      <w:r w:rsidRPr="00CA52B4">
        <w:rPr>
          <w:rtl/>
          <w:lang w:bidi="fa-IR"/>
        </w:rPr>
        <w:t>محدّث ، روى عن جمع من الصحابة. وروى عنه خلق كثير. وكان ممن حضر حرب الخوارج بالنهروان. قال الشعبي : ما علمت أنّ أحدا أطلب للعلم في أفق من الآفاق من مسروق. وكان أعلم بالفتوى من شريح ، وكان شريح يستشير مسروقا ، ومسروق لا يستشير شريحا. ويقال : إنّه سرق وهو صغير ثم وجد فسمّي مسروقا. مات سنة 62 / 63 ه‍ في الكوفة.</w:t>
      </w:r>
    </w:p>
    <w:p w:rsidR="00843DF1" w:rsidRPr="00CA52B4" w:rsidRDefault="00843DF1" w:rsidP="00B10281">
      <w:pPr>
        <w:pStyle w:val="libVar"/>
        <w:rPr>
          <w:rtl/>
          <w:lang w:bidi="fa-IR"/>
        </w:rPr>
      </w:pPr>
      <w:r w:rsidRPr="00CA52B4">
        <w:rPr>
          <w:rtl/>
          <w:lang w:bidi="fa-IR"/>
        </w:rPr>
        <w:t xml:space="preserve">تاريخ بغداد 13 / 232. تذكرة الحفاظ 1 / 49. تقريب التهذيب 2 / 242. تنقيح المقال 3 / 211. تهذيب التهذيب 10 / 109. تاريخ جرجان / 155 ، 224 ، 427 ، 443 ، 545 ، 579. الجرح والتعديل 8 / 396. جمهرة أنساب العرب / 394. شرح ابن أبي الحديد 4 / 97 </w:t>
      </w:r>
      <w:r>
        <w:rPr>
          <w:rtl/>
          <w:lang w:bidi="fa-IR"/>
        </w:rPr>
        <w:t>و 1</w:t>
      </w:r>
      <w:r w:rsidRPr="00CA52B4">
        <w:rPr>
          <w:rtl/>
          <w:lang w:bidi="fa-IR"/>
        </w:rPr>
        <w:t xml:space="preserve">4 / 19. شذرات الذهب 1 / 71. الطبقات الكبرى 4 / 113 </w:t>
      </w:r>
      <w:r>
        <w:rPr>
          <w:rtl/>
          <w:lang w:bidi="fa-IR"/>
        </w:rPr>
        <w:t>و 6</w:t>
      </w:r>
      <w:r w:rsidRPr="00CA52B4">
        <w:rPr>
          <w:rtl/>
          <w:lang w:bidi="fa-IR"/>
        </w:rPr>
        <w:t xml:space="preserve"> / 305. طبقات الحفاظ / 14. طبقات القراء 2 / 294. العقد الفريد 2 / 138 ، 267 </w:t>
      </w:r>
      <w:r>
        <w:rPr>
          <w:rtl/>
          <w:lang w:bidi="fa-IR"/>
        </w:rPr>
        <w:t>و 3</w:t>
      </w:r>
      <w:r w:rsidRPr="00CA52B4">
        <w:rPr>
          <w:rtl/>
          <w:lang w:bidi="fa-IR"/>
        </w:rPr>
        <w:t xml:space="preserve"> / 102 ، 161 ، 304 </w:t>
      </w:r>
      <w:r>
        <w:rPr>
          <w:rtl/>
          <w:lang w:bidi="fa-IR"/>
        </w:rPr>
        <w:t>و 5</w:t>
      </w:r>
      <w:r w:rsidRPr="00CA52B4">
        <w:rPr>
          <w:rtl/>
          <w:lang w:bidi="fa-IR"/>
        </w:rPr>
        <w:t xml:space="preserve"> / 42 ، 44. العبر 1 / 68. الغدير 1 / 228 </w:t>
      </w:r>
      <w:r>
        <w:rPr>
          <w:rtl/>
          <w:lang w:bidi="fa-IR"/>
        </w:rPr>
        <w:t>و 6</w:t>
      </w:r>
      <w:r w:rsidRPr="00CA52B4">
        <w:rPr>
          <w:rtl/>
          <w:lang w:bidi="fa-IR"/>
        </w:rPr>
        <w:t xml:space="preserve"> / 95 </w:t>
      </w:r>
      <w:r>
        <w:rPr>
          <w:rtl/>
          <w:lang w:bidi="fa-IR"/>
        </w:rPr>
        <w:t>و 8</w:t>
      </w:r>
      <w:r w:rsidRPr="00CA52B4">
        <w:rPr>
          <w:rtl/>
          <w:lang w:bidi="fa-IR"/>
        </w:rPr>
        <w:t xml:space="preserve"> / 376 </w:t>
      </w:r>
      <w:r>
        <w:rPr>
          <w:rtl/>
          <w:lang w:bidi="fa-IR"/>
        </w:rPr>
        <w:t>و 9</w:t>
      </w:r>
      <w:r w:rsidRPr="00CA52B4">
        <w:rPr>
          <w:rtl/>
          <w:lang w:bidi="fa-IR"/>
        </w:rPr>
        <w:t xml:space="preserve"> / 112 ، 142. قاموس الرجال 8 / 475. الكامل في التأريخ 1 / 109 </w:t>
      </w:r>
      <w:r>
        <w:rPr>
          <w:rtl/>
          <w:lang w:bidi="fa-IR"/>
        </w:rPr>
        <w:t>و 2</w:t>
      </w:r>
      <w:r w:rsidRPr="00CA52B4">
        <w:rPr>
          <w:rtl/>
          <w:lang w:bidi="fa-IR"/>
        </w:rPr>
        <w:t xml:space="preserve"> / 296 </w:t>
      </w:r>
      <w:r>
        <w:rPr>
          <w:rtl/>
          <w:lang w:bidi="fa-IR"/>
        </w:rPr>
        <w:t>و 3</w:t>
      </w:r>
      <w:r w:rsidRPr="00CA52B4">
        <w:rPr>
          <w:rtl/>
          <w:lang w:bidi="fa-IR"/>
        </w:rPr>
        <w:t xml:space="preserve"> / 160 ، 228 ، 279 </w:t>
      </w:r>
      <w:r>
        <w:rPr>
          <w:rtl/>
          <w:lang w:bidi="fa-IR"/>
        </w:rPr>
        <w:t>و 4</w:t>
      </w:r>
      <w:r w:rsidRPr="00CA52B4">
        <w:rPr>
          <w:rtl/>
          <w:lang w:bidi="fa-IR"/>
        </w:rPr>
        <w:t xml:space="preserve"> / 110 </w:t>
      </w:r>
      <w:r>
        <w:rPr>
          <w:rtl/>
          <w:lang w:bidi="fa-IR"/>
        </w:rPr>
        <w:t>و 5</w:t>
      </w:r>
      <w:r w:rsidRPr="00CA52B4">
        <w:rPr>
          <w:rtl/>
          <w:lang w:bidi="fa-IR"/>
        </w:rPr>
        <w:t xml:space="preserve"> / 584. الكنى والألقاب 2 / 300.</w:t>
      </w:r>
      <w:r>
        <w:rPr>
          <w:rFonts w:hint="cs"/>
          <w:rtl/>
          <w:lang w:bidi="fa-IR"/>
        </w:rPr>
        <w:t xml:space="preserve"> </w:t>
      </w:r>
      <w:r w:rsidRPr="00CA52B4">
        <w:rPr>
          <w:rtl/>
          <w:lang w:bidi="fa-IR"/>
        </w:rPr>
        <w:t>اللباب 3 / 391. مرآة الجنان 1 / 139. المعارف / 191. معجم الشعراء / 357.</w:t>
      </w:r>
      <w:r>
        <w:rPr>
          <w:rFonts w:hint="cs"/>
          <w:rtl/>
          <w:lang w:bidi="fa-IR"/>
        </w:rPr>
        <w:t xml:space="preserve"> </w:t>
      </w:r>
      <w:r w:rsidRPr="00CA52B4">
        <w:rPr>
          <w:rtl/>
          <w:lang w:bidi="fa-IR"/>
        </w:rPr>
        <w:t xml:space="preserve">المجروحون من المحدثين 3 / 11 ، 35. النهاية في غريب الحديث 1 / 28 ، 246 ، 276 ، 317 </w:t>
      </w:r>
      <w:r>
        <w:rPr>
          <w:rtl/>
          <w:lang w:bidi="fa-IR"/>
        </w:rPr>
        <w:t>و 5</w:t>
      </w:r>
      <w:r w:rsidRPr="00CA52B4">
        <w:rPr>
          <w:rtl/>
          <w:lang w:bidi="fa-IR"/>
        </w:rPr>
        <w:t xml:space="preserve"> / 434. النجوم الزاهرة 1 / 161.</w:t>
      </w:r>
    </w:p>
    <w:p w:rsidR="00843DF1" w:rsidRPr="00CA52B4" w:rsidRDefault="00843DF1" w:rsidP="00EB70B9">
      <w:pPr>
        <w:pStyle w:val="libBold1"/>
        <w:rPr>
          <w:rtl/>
          <w:lang w:bidi="fa-IR"/>
        </w:rPr>
      </w:pPr>
      <w:r w:rsidRPr="00CA52B4">
        <w:rPr>
          <w:rtl/>
        </w:rPr>
        <w:t>1035</w:t>
      </w:r>
      <w:r>
        <w:rPr>
          <w:rtl/>
        </w:rPr>
        <w:t xml:space="preserve"> ـ </w:t>
      </w:r>
      <w:r w:rsidRPr="00CA52B4">
        <w:rPr>
          <w:rtl/>
        </w:rPr>
        <w:t xml:space="preserve">مسطح </w:t>
      </w:r>
      <w:r>
        <w:rPr>
          <w:rtl/>
        </w:rPr>
        <w:t>(</w:t>
      </w:r>
      <w:r w:rsidRPr="00CA52B4">
        <w:rPr>
          <w:rtl/>
        </w:rPr>
        <w:t>عوف</w:t>
      </w:r>
      <w:r>
        <w:rPr>
          <w:rtl/>
        </w:rPr>
        <w:t>)</w:t>
      </w:r>
      <w:r w:rsidRPr="00CA52B4">
        <w:rPr>
          <w:rtl/>
        </w:rPr>
        <w:t xml:space="preserve"> ابن أثاثة بن عباد بن عبد المطلب بن عبد مناف بن قصي بن كلاب المتوفى 37 / 34 ه‍</w:t>
      </w:r>
      <w:r>
        <w:rPr>
          <w:rtl/>
        </w:rPr>
        <w:t>.</w:t>
      </w:r>
    </w:p>
    <w:p w:rsidR="00843DF1" w:rsidRPr="00CA52B4" w:rsidRDefault="00843DF1" w:rsidP="00347E77">
      <w:pPr>
        <w:pStyle w:val="libNormal"/>
        <w:rPr>
          <w:rtl/>
          <w:lang w:bidi="fa-IR"/>
        </w:rPr>
      </w:pPr>
      <w:r w:rsidRPr="00CA52B4">
        <w:rPr>
          <w:rtl/>
          <w:lang w:bidi="fa-IR"/>
        </w:rPr>
        <w:t>فارس ، صحابي ، شهد بدرا واشترك في صفين. ومات عام 37 ه‍ وقيل : 34 ه‍</w:t>
      </w:r>
      <w:r>
        <w:rPr>
          <w:rtl/>
          <w:lang w:bidi="fa-IR"/>
        </w:rPr>
        <w:t>.</w:t>
      </w:r>
      <w:r w:rsidRPr="00CA52B4">
        <w:rPr>
          <w:rtl/>
          <w:lang w:bidi="fa-IR"/>
        </w:rPr>
        <w:t xml:space="preserve"> وقد اختلف في اسمه فقيل : مسطح ، وقيل : عوف ، وقد ترجم له أصحاب السّير في موضعين. وكان ممن خاض في الإفك على عائشة ، فجلده النبيّ </w:t>
      </w:r>
      <w:r>
        <w:rPr>
          <w:rtl/>
          <w:lang w:bidi="fa-IR"/>
        </w:rPr>
        <w:t>(</w:t>
      </w:r>
      <w:r w:rsidRPr="00CA52B4">
        <w:rPr>
          <w:rtl/>
          <w:lang w:bidi="fa-IR"/>
        </w:rPr>
        <w:t>صلّى الله عليه وآله وسلّم</w:t>
      </w:r>
      <w:r>
        <w:rPr>
          <w:rtl/>
          <w:lang w:bidi="fa-IR"/>
        </w:rPr>
        <w:t>)</w:t>
      </w:r>
      <w:r w:rsidRPr="00CA52B4">
        <w:rPr>
          <w:rtl/>
          <w:lang w:bidi="fa-IR"/>
        </w:rPr>
        <w:t xml:space="preserve"> في ذلك.</w:t>
      </w:r>
    </w:p>
    <w:p w:rsidR="00843DF1" w:rsidRPr="00CA52B4" w:rsidRDefault="00843DF1" w:rsidP="00347E77">
      <w:pPr>
        <w:pStyle w:val="libNormal"/>
        <w:rPr>
          <w:rtl/>
          <w:lang w:bidi="fa-IR"/>
        </w:rPr>
      </w:pPr>
      <w:r w:rsidRPr="00CA52B4">
        <w:rPr>
          <w:rtl/>
          <w:lang w:bidi="fa-IR"/>
        </w:rPr>
        <w:t>أمه أم مسطح بنت أبي دهم بن عبد المطلب بن عبد مناف ، وله أخت</w:t>
      </w:r>
    </w:p>
    <w:p w:rsidR="00843DF1" w:rsidRPr="00CA52B4" w:rsidRDefault="00843DF1" w:rsidP="00B10281">
      <w:pPr>
        <w:pStyle w:val="libNormal0"/>
        <w:rPr>
          <w:rtl/>
          <w:lang w:bidi="fa-IR"/>
        </w:rPr>
      </w:pPr>
      <w:r>
        <w:rPr>
          <w:rtl/>
          <w:lang w:bidi="fa-IR"/>
        </w:rPr>
        <w:br w:type="page"/>
      </w:r>
      <w:r w:rsidRPr="00CA52B4">
        <w:rPr>
          <w:rtl/>
          <w:lang w:bidi="fa-IR"/>
        </w:rPr>
        <w:lastRenderedPageBreak/>
        <w:t>اسمها هن. مات وهو ابن ست وخمسين سنة. وكانت جدته لأمه ريطة بنت صخر بن عامر التيمي ، خالة أبي بكر ، ولهذه القرابة كان أبو بكر ينفق عليه.</w:t>
      </w:r>
    </w:p>
    <w:p w:rsidR="00843DF1" w:rsidRPr="00CA52B4" w:rsidRDefault="00843DF1" w:rsidP="00B10281">
      <w:pPr>
        <w:pStyle w:val="libVar"/>
        <w:rPr>
          <w:rtl/>
          <w:lang w:bidi="fa-IR"/>
        </w:rPr>
      </w:pPr>
      <w:r w:rsidRPr="00CA52B4">
        <w:rPr>
          <w:rtl/>
          <w:lang w:bidi="fa-IR"/>
        </w:rPr>
        <w:t>الأعلام 8 / 108. الاستيعاب 3 / 154 ، 494. أسد الغابة 4 / 354.</w:t>
      </w:r>
      <w:r>
        <w:rPr>
          <w:rFonts w:hint="cs"/>
          <w:rtl/>
          <w:lang w:bidi="fa-IR"/>
        </w:rPr>
        <w:t xml:space="preserve"> </w:t>
      </w:r>
      <w:r w:rsidRPr="00CA52B4">
        <w:rPr>
          <w:rtl/>
          <w:lang w:bidi="fa-IR"/>
        </w:rPr>
        <w:t>الاشتقاق / 86. الإصابة 3 / 408. تنقيح المقال 3 / 211. جامع الرواة 2 / 228.</w:t>
      </w:r>
      <w:r>
        <w:rPr>
          <w:rFonts w:hint="cs"/>
          <w:rtl/>
          <w:lang w:bidi="fa-IR"/>
        </w:rPr>
        <w:t xml:space="preserve"> </w:t>
      </w:r>
      <w:r w:rsidRPr="00CA52B4">
        <w:rPr>
          <w:rtl/>
          <w:lang w:bidi="fa-IR"/>
        </w:rPr>
        <w:t xml:space="preserve">الجرح والتعديل 8 / 425. جمهرة أنساب العرب / 73. حلية الأولياء 2 / 20. رجال ابن داود / 188. رجال الطوسي / 58. شرح ابن أبي الحديد 2 / 50 </w:t>
      </w:r>
      <w:r>
        <w:rPr>
          <w:rtl/>
          <w:lang w:bidi="fa-IR"/>
        </w:rPr>
        <w:t>و 6</w:t>
      </w:r>
      <w:r w:rsidRPr="00CA52B4">
        <w:rPr>
          <w:rtl/>
          <w:lang w:bidi="fa-IR"/>
        </w:rPr>
        <w:t xml:space="preserve"> / 43.</w:t>
      </w:r>
      <w:r>
        <w:rPr>
          <w:rFonts w:hint="cs"/>
          <w:rtl/>
          <w:lang w:bidi="fa-IR"/>
        </w:rPr>
        <w:t xml:space="preserve"> </w:t>
      </w:r>
      <w:r w:rsidRPr="00CA52B4">
        <w:rPr>
          <w:rtl/>
          <w:lang w:bidi="fa-IR"/>
        </w:rPr>
        <w:t>الطبقات الكبرى 3 / ظذ. الغدير 7 / 79 ، 267. قاموس الرجال 8 / 487. الكامل في التأريخ 2 / 11 ، 196</w:t>
      </w:r>
      <w:r>
        <w:rPr>
          <w:rtl/>
          <w:lang w:bidi="fa-IR"/>
        </w:rPr>
        <w:t xml:space="preserve"> ـ </w:t>
      </w:r>
      <w:r w:rsidRPr="00CA52B4">
        <w:rPr>
          <w:rtl/>
          <w:lang w:bidi="fa-IR"/>
        </w:rPr>
        <w:t>199. مجمع الرجال 6 / 86. مرآة الجنان 1 / 89. المشتبه 1 / 10. المعارف / 143. معجم رجال الحديث 18 / 133. منتهى المقال / 305.</w:t>
      </w:r>
      <w:r>
        <w:rPr>
          <w:rFonts w:hint="cs"/>
          <w:rtl/>
          <w:lang w:bidi="fa-IR"/>
        </w:rPr>
        <w:t xml:space="preserve"> </w:t>
      </w:r>
      <w:r w:rsidRPr="00CA52B4">
        <w:rPr>
          <w:rtl/>
          <w:lang w:bidi="fa-IR"/>
        </w:rPr>
        <w:t>النجوم الزاهرة 1 / 91. نقد الرجال / 343. النهاية في غريب الحديث 1 / 190. هدى الساري / 217.</w:t>
      </w:r>
    </w:p>
    <w:p w:rsidR="00843DF1" w:rsidRPr="00CA52B4" w:rsidRDefault="00843DF1" w:rsidP="00EB70B9">
      <w:pPr>
        <w:pStyle w:val="libBold1"/>
        <w:rPr>
          <w:rtl/>
          <w:lang w:bidi="fa-IR"/>
        </w:rPr>
      </w:pPr>
      <w:r w:rsidRPr="00CA52B4">
        <w:rPr>
          <w:rtl/>
        </w:rPr>
        <w:t>1036</w:t>
      </w:r>
      <w:r>
        <w:rPr>
          <w:rtl/>
        </w:rPr>
        <w:t xml:space="preserve"> ـ </w:t>
      </w:r>
      <w:r w:rsidRPr="00CA52B4">
        <w:rPr>
          <w:rtl/>
        </w:rPr>
        <w:t>مسعدة بن زياد الكوفي الربعي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منصور بن دينار. سكن الكوفة. وحدث بها وكان له كتاب في الحلال والحرام مبوب على أبواب الفقه ، كما وأنّ له أحاديث في كتب الحديث. وهناك محدّث آخر باسم مسعدة بن زياد العبدي.</w:t>
      </w:r>
      <w:r>
        <w:rPr>
          <w:rFonts w:hint="cs"/>
          <w:rtl/>
          <w:lang w:bidi="fa-IR"/>
        </w:rPr>
        <w:t xml:space="preserve"> </w:t>
      </w:r>
      <w:r w:rsidRPr="00CA52B4">
        <w:rPr>
          <w:rtl/>
          <w:lang w:bidi="fa-IR"/>
        </w:rPr>
        <w:t>ومسعدة بن زياد.</w:t>
      </w:r>
    </w:p>
    <w:p w:rsidR="00843DF1" w:rsidRPr="00CA52B4" w:rsidRDefault="00843DF1" w:rsidP="00B10281">
      <w:pPr>
        <w:pStyle w:val="libVar"/>
        <w:rPr>
          <w:rtl/>
          <w:lang w:bidi="fa-IR"/>
        </w:rPr>
      </w:pPr>
      <w:r w:rsidRPr="00CA52B4">
        <w:rPr>
          <w:rtl/>
          <w:lang w:bidi="fa-IR"/>
        </w:rPr>
        <w:t>تنقيح المقال 3 / 211. الجرح والتعديل 8 / 370. جامع الرواة 2 / 228. رجال ابن داود / 188. رجال الشيخ الطوسي / 137. رجال النجاشي / 295. الطبقات الكبرى 2 / 80. فهرست الطوسي / 329. مجمع الرجال 6 / 86. معجم رجال الحديث 18 / 134. منتهى المقال / 303. نقد الرجال / 343.</w:t>
      </w:r>
    </w:p>
    <w:p w:rsidR="00843DF1" w:rsidRPr="00CA52B4" w:rsidRDefault="00843DF1" w:rsidP="00EB70B9">
      <w:pPr>
        <w:pStyle w:val="libBold1"/>
        <w:rPr>
          <w:rtl/>
          <w:lang w:bidi="fa-IR"/>
        </w:rPr>
      </w:pPr>
      <w:r w:rsidRPr="00CA52B4">
        <w:rPr>
          <w:rtl/>
        </w:rPr>
        <w:t>1037</w:t>
      </w:r>
      <w:r>
        <w:rPr>
          <w:rtl/>
        </w:rPr>
        <w:t xml:space="preserve"> ـ </w:t>
      </w:r>
      <w:r w:rsidRPr="00CA52B4">
        <w:rPr>
          <w:rtl/>
        </w:rPr>
        <w:t>مسعر بن فدكي التميمي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كان على قراء أهل البصرة في وقعة صفين. ومن المحاربين لأنصار معاوية والمقاتلين لهم ، ثم عاد إلى صفوف الخوارج ، فكان من القراء الذين صاروا خوارج من بعد ، فتقدموا إلى أمير المؤمنين </w:t>
      </w:r>
      <w:r>
        <w:rPr>
          <w:rtl/>
          <w:lang w:bidi="fa-IR"/>
        </w:rPr>
        <w:t>(</w:t>
      </w:r>
      <w:r w:rsidRPr="00CA52B4">
        <w:rPr>
          <w:rtl/>
          <w:lang w:bidi="fa-IR"/>
        </w:rPr>
        <w:t>عليه السلام</w:t>
      </w:r>
      <w:r>
        <w:rPr>
          <w:rtl/>
          <w:lang w:bidi="fa-IR"/>
        </w:rPr>
        <w:t>)</w:t>
      </w:r>
      <w:r w:rsidRPr="00CA52B4">
        <w:rPr>
          <w:rtl/>
          <w:lang w:bidi="fa-IR"/>
        </w:rPr>
        <w:t xml:space="preserve"> وهم زهاء عشرين ألفا مقنعين في الحديد شاكي السلاح سيوفهم على عواتقهم وقد اسودت جباههم من السجود ، يتقدمهم مسعر ،</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فنادوا عليا </w:t>
      </w:r>
      <w:r>
        <w:rPr>
          <w:rtl/>
          <w:lang w:bidi="fa-IR"/>
        </w:rPr>
        <w:t>(</w:t>
      </w:r>
      <w:r w:rsidRPr="00CA52B4">
        <w:rPr>
          <w:rtl/>
          <w:lang w:bidi="fa-IR"/>
        </w:rPr>
        <w:t>عليه السلام</w:t>
      </w:r>
      <w:r>
        <w:rPr>
          <w:rtl/>
          <w:lang w:bidi="fa-IR"/>
        </w:rPr>
        <w:t>)</w:t>
      </w:r>
      <w:r w:rsidRPr="00CA52B4">
        <w:rPr>
          <w:rtl/>
          <w:lang w:bidi="fa-IR"/>
        </w:rPr>
        <w:t xml:space="preserve"> وقالوا : يا علي أجب القوم إلى كتاب الله إذ دعيت إليه ، وإلا قتلناك كما قتلنا ابن عفان ، فو الله لنفعلنّها إن لم تجبهم</w:t>
      </w:r>
      <w:r>
        <w:rPr>
          <w:rtl/>
          <w:lang w:bidi="fa-IR"/>
        </w:rPr>
        <w:t xml:space="preserve"> ـ.</w:t>
      </w:r>
      <w:r w:rsidRPr="00CA52B4">
        <w:rPr>
          <w:rtl/>
          <w:lang w:bidi="fa-IR"/>
        </w:rPr>
        <w:t xml:space="preserve"> وفي بعض المراجع جاء ، مسعود بن فدكي التميمي.</w:t>
      </w:r>
    </w:p>
    <w:p w:rsidR="00843DF1" w:rsidRPr="00CA52B4" w:rsidRDefault="00843DF1" w:rsidP="00B10281">
      <w:pPr>
        <w:pStyle w:val="libVar"/>
        <w:rPr>
          <w:rtl/>
          <w:lang w:bidi="fa-IR"/>
        </w:rPr>
      </w:pPr>
      <w:r w:rsidRPr="00CA52B4">
        <w:rPr>
          <w:rtl/>
          <w:lang w:bidi="fa-IR"/>
        </w:rPr>
        <w:t>تاريخ الطبري 6 / 6. الجرح والتعديل 8 / 368. جمهرة أنساب العرب / 217.</w:t>
      </w:r>
      <w:r>
        <w:rPr>
          <w:rFonts w:hint="cs"/>
          <w:rtl/>
          <w:lang w:bidi="fa-IR"/>
        </w:rPr>
        <w:t xml:space="preserve"> </w:t>
      </w:r>
      <w:r w:rsidRPr="00CA52B4">
        <w:rPr>
          <w:rtl/>
          <w:lang w:bidi="fa-IR"/>
        </w:rPr>
        <w:t xml:space="preserve">شرح ابن أبي الحديد 4 / 29. الطبقات الكبرى 6 / 173 ، 305 ، 357 </w:t>
      </w:r>
      <w:r>
        <w:rPr>
          <w:rtl/>
          <w:lang w:bidi="fa-IR"/>
        </w:rPr>
        <w:t>و 7</w:t>
      </w:r>
      <w:r w:rsidRPr="00CA52B4">
        <w:rPr>
          <w:rtl/>
          <w:lang w:bidi="fa-IR"/>
        </w:rPr>
        <w:t xml:space="preserve"> / 327 ، 336. العقد الفريد 2 / 216. الكامل في التأريخ 3 / 294 ، 317 ، 321 ، 338.</w:t>
      </w:r>
      <w:r>
        <w:rPr>
          <w:rFonts w:hint="cs"/>
          <w:rtl/>
          <w:lang w:bidi="fa-IR"/>
        </w:rPr>
        <w:t xml:space="preserve"> </w:t>
      </w:r>
      <w:r w:rsidRPr="00CA52B4">
        <w:rPr>
          <w:rtl/>
          <w:lang w:bidi="fa-IR"/>
        </w:rPr>
        <w:t>المناقب 3 / 182. وقعة صفين / 489 ، 499.</w:t>
      </w:r>
    </w:p>
    <w:p w:rsidR="00843DF1" w:rsidRPr="00CA52B4" w:rsidRDefault="00843DF1" w:rsidP="00EB70B9">
      <w:pPr>
        <w:pStyle w:val="libBold1"/>
        <w:rPr>
          <w:rtl/>
          <w:lang w:bidi="fa-IR"/>
        </w:rPr>
      </w:pPr>
      <w:r w:rsidRPr="00CA52B4">
        <w:rPr>
          <w:rtl/>
        </w:rPr>
        <w:t>1038</w:t>
      </w:r>
      <w:r>
        <w:rPr>
          <w:rtl/>
        </w:rPr>
        <w:t xml:space="preserve"> ـ </w:t>
      </w:r>
      <w:r w:rsidRPr="00CA52B4">
        <w:rPr>
          <w:rtl/>
        </w:rPr>
        <w:t>مسعود بن أسلم</w:t>
      </w:r>
      <w:r>
        <w:rPr>
          <w:rtl/>
        </w:rPr>
        <w:t xml:space="preserve"> ....</w:t>
      </w:r>
    </w:p>
    <w:p w:rsidR="00843DF1" w:rsidRPr="00CA52B4" w:rsidRDefault="00843DF1" w:rsidP="00347E77">
      <w:pPr>
        <w:pStyle w:val="libNormal"/>
        <w:rPr>
          <w:rtl/>
          <w:lang w:bidi="fa-IR"/>
        </w:rPr>
      </w:pPr>
      <w:r w:rsidRPr="00CA52B4">
        <w:rPr>
          <w:rtl/>
          <w:lang w:bidi="fa-IR"/>
        </w:rPr>
        <w:t xml:space="preserve">من الرواة. ذكره الشيخ الطوسي في رجاله من أصحاب عليّ بن أبي طالب </w:t>
      </w:r>
      <w:r>
        <w:rPr>
          <w:rtl/>
          <w:lang w:bidi="fa-IR"/>
        </w:rPr>
        <w:t>(</w:t>
      </w:r>
      <w:r w:rsidRPr="00CA52B4">
        <w:rPr>
          <w:rtl/>
          <w:lang w:bidi="fa-IR"/>
        </w:rPr>
        <w:t>عليه السلام</w:t>
      </w:r>
      <w:r>
        <w:rPr>
          <w:rtl/>
          <w:lang w:bidi="fa-IR"/>
        </w:rPr>
        <w:t>).</w:t>
      </w:r>
      <w:r w:rsidRPr="00CA52B4">
        <w:rPr>
          <w:rtl/>
          <w:lang w:bidi="fa-IR"/>
        </w:rPr>
        <w:t xml:space="preserve"> وتبعه في ذكره الآخرون من غير زيادة.</w:t>
      </w:r>
    </w:p>
    <w:p w:rsidR="00843DF1" w:rsidRPr="00CA52B4" w:rsidRDefault="00843DF1" w:rsidP="00B10281">
      <w:pPr>
        <w:pStyle w:val="libVar"/>
        <w:rPr>
          <w:rtl/>
          <w:lang w:bidi="fa-IR"/>
        </w:rPr>
      </w:pPr>
      <w:r w:rsidRPr="00CA52B4">
        <w:rPr>
          <w:rtl/>
          <w:lang w:bidi="fa-IR"/>
        </w:rPr>
        <w:t>تنقيح المقال 3 / 213. جامع الرواة 2 / 229. رجال الطوسي / 58. مجمع الرجال 6 / 88. معجم رجال الحديث 18 / 142. منتهى المقال / 305. نقد الرجال / 343.</w:t>
      </w:r>
    </w:p>
    <w:p w:rsidR="00843DF1" w:rsidRPr="00CA52B4" w:rsidRDefault="00843DF1" w:rsidP="00EB70B9">
      <w:pPr>
        <w:pStyle w:val="libBold1"/>
        <w:rPr>
          <w:rtl/>
          <w:lang w:bidi="fa-IR"/>
        </w:rPr>
      </w:pPr>
      <w:r w:rsidRPr="00CA52B4">
        <w:rPr>
          <w:rtl/>
        </w:rPr>
        <w:t>1039</w:t>
      </w:r>
      <w:r>
        <w:rPr>
          <w:rtl/>
        </w:rPr>
        <w:t xml:space="preserve"> ـ </w:t>
      </w:r>
      <w:r w:rsidRPr="00CA52B4">
        <w:rPr>
          <w:rtl/>
        </w:rPr>
        <w:t>مسعود بن الأسود بن حارثة بن نضلة بن عوف بن عبيد بن عويج بن عدي بن كعب القرشي العدوي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أدرك النبي </w:t>
      </w:r>
      <w:r>
        <w:rPr>
          <w:rtl/>
          <w:lang w:bidi="fa-IR"/>
        </w:rPr>
        <w:t>(</w:t>
      </w:r>
      <w:r w:rsidRPr="00CA52B4">
        <w:rPr>
          <w:rtl/>
          <w:lang w:bidi="fa-IR"/>
        </w:rPr>
        <w:t>صلّى الله عليه وآله وسلّم</w:t>
      </w:r>
      <w:r>
        <w:rPr>
          <w:rtl/>
          <w:lang w:bidi="fa-IR"/>
        </w:rPr>
        <w:t>)</w:t>
      </w:r>
      <w:r w:rsidRPr="00CA52B4">
        <w:rPr>
          <w:rtl/>
          <w:lang w:bidi="fa-IR"/>
        </w:rPr>
        <w:t xml:space="preserve"> وهو الذي روى أنّ امرأة مخزومية سرقت قطيفة من بيت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فأمر بها فقطعت يدها. له أحاديث في أبواب الفقه. وجاء في بعض المراجع : مسعود بن سويد بن حارثة ، وكان الفرق في اسم أبيه فحسب.</w:t>
      </w:r>
    </w:p>
    <w:p w:rsidR="00843DF1" w:rsidRPr="00CA52B4" w:rsidRDefault="00843DF1" w:rsidP="00B10281">
      <w:pPr>
        <w:pStyle w:val="libVar"/>
        <w:rPr>
          <w:rtl/>
          <w:lang w:bidi="fa-IR"/>
        </w:rPr>
      </w:pPr>
      <w:r w:rsidRPr="00CA52B4">
        <w:rPr>
          <w:rtl/>
          <w:lang w:bidi="fa-IR"/>
        </w:rPr>
        <w:t>الاستيعاب 3 / 448 ، 449. أسد الغابة 4 / 355. الإصابة 3 / 409 ، 411.</w:t>
      </w:r>
      <w:r>
        <w:rPr>
          <w:rFonts w:hint="cs"/>
          <w:rtl/>
          <w:lang w:bidi="fa-IR"/>
        </w:rPr>
        <w:t xml:space="preserve"> </w:t>
      </w:r>
      <w:r w:rsidRPr="00CA52B4">
        <w:rPr>
          <w:rtl/>
          <w:lang w:bidi="fa-IR"/>
        </w:rPr>
        <w:t>تنقيح المقال 3 / 213. تهذيب التهذيب 10 / 115. جامع الرواة 2 / 229. رجال الطوسي / 58. معجم رجال الحديث 18 / 142. منتهى المقال / 305. نقد الرجال / 343. النهاية في غريب الحديث 3 / 226.</w:t>
      </w:r>
    </w:p>
    <w:p w:rsidR="00843DF1" w:rsidRPr="00CA52B4" w:rsidRDefault="00843DF1" w:rsidP="00EB70B9">
      <w:pPr>
        <w:pStyle w:val="libBold1"/>
        <w:rPr>
          <w:rtl/>
          <w:lang w:bidi="fa-IR"/>
        </w:rPr>
      </w:pPr>
      <w:r w:rsidRPr="00CA52B4">
        <w:rPr>
          <w:rtl/>
        </w:rPr>
        <w:t>1040</w:t>
      </w:r>
      <w:r>
        <w:rPr>
          <w:rtl/>
        </w:rPr>
        <w:t xml:space="preserve"> ـ </w:t>
      </w:r>
      <w:r w:rsidRPr="00CA52B4">
        <w:rPr>
          <w:rtl/>
        </w:rPr>
        <w:t xml:space="preserve">مسعود </w:t>
      </w:r>
      <w:r>
        <w:rPr>
          <w:rtl/>
        </w:rPr>
        <w:t>(</w:t>
      </w:r>
      <w:r w:rsidRPr="00CA52B4">
        <w:rPr>
          <w:rtl/>
        </w:rPr>
        <w:t>أبو محمد</w:t>
      </w:r>
      <w:r>
        <w:rPr>
          <w:rtl/>
        </w:rPr>
        <w:t>)</w:t>
      </w:r>
      <w:r w:rsidRPr="00CA52B4">
        <w:rPr>
          <w:rtl/>
        </w:rPr>
        <w:t xml:space="preserve"> ابن أوس بن أصرم بن زيد بن ثعلبة بن غنم بن مالك بن النجار بن ثعلبة الأنصاري الخزرجي النجاري المقتول في 37 ه‍</w:t>
      </w:r>
      <w:r>
        <w:rPr>
          <w:rtl/>
        </w:rPr>
        <w:t>.</w:t>
      </w:r>
    </w:p>
    <w:p w:rsidR="00843DF1" w:rsidRPr="00CA52B4" w:rsidRDefault="00843DF1" w:rsidP="00347E77">
      <w:pPr>
        <w:pStyle w:val="libNormal"/>
        <w:rPr>
          <w:rtl/>
          <w:lang w:bidi="fa-IR"/>
        </w:rPr>
      </w:pPr>
      <w:r w:rsidRPr="00CA52B4">
        <w:rPr>
          <w:rtl/>
          <w:lang w:bidi="fa-IR"/>
        </w:rPr>
        <w:t>فارس ، يقال إنّه شهد بدرا وما بعدها من المشاهد ، مع</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وعاش فشهد صفين مع أمير المؤمنين </w:t>
      </w:r>
      <w:r>
        <w:rPr>
          <w:rtl/>
          <w:lang w:bidi="fa-IR"/>
        </w:rPr>
        <w:t>(</w:t>
      </w:r>
      <w:r w:rsidRPr="00CA52B4">
        <w:rPr>
          <w:rtl/>
          <w:lang w:bidi="fa-IR"/>
        </w:rPr>
        <w:t>صلّى الله عليه وآله وسلّم</w:t>
      </w:r>
      <w:r>
        <w:rPr>
          <w:rtl/>
          <w:lang w:bidi="fa-IR"/>
        </w:rPr>
        <w:t>)</w:t>
      </w:r>
      <w:r w:rsidRPr="00CA52B4">
        <w:rPr>
          <w:rtl/>
          <w:lang w:bidi="fa-IR"/>
        </w:rPr>
        <w:t xml:space="preserve"> ، وأمه عمرة بنت مسعود بن قيس بن عمرو بن زيد مناة من بني مالك بن النجار.</w:t>
      </w:r>
    </w:p>
    <w:p w:rsidR="00843DF1" w:rsidRPr="00CA52B4" w:rsidRDefault="00843DF1" w:rsidP="00347E77">
      <w:pPr>
        <w:pStyle w:val="libNormal"/>
        <w:rPr>
          <w:rtl/>
          <w:lang w:bidi="fa-IR"/>
        </w:rPr>
      </w:pPr>
      <w:r w:rsidRPr="00CA52B4">
        <w:rPr>
          <w:rtl/>
          <w:lang w:bidi="fa-IR"/>
        </w:rPr>
        <w:t>وفي رواية ، مات في خلافة عمر بن الخطاب وليس له عقب.</w:t>
      </w:r>
      <w:r>
        <w:rPr>
          <w:rFonts w:hint="cs"/>
          <w:rtl/>
          <w:lang w:bidi="fa-IR"/>
        </w:rPr>
        <w:t xml:space="preserve"> </w:t>
      </w:r>
      <w:r w:rsidRPr="00CA52B4">
        <w:rPr>
          <w:rtl/>
          <w:lang w:bidi="fa-IR"/>
        </w:rPr>
        <w:t>والصحيح أنّه شهد صفين وكان من الصحابة ، وهو غير مسعود بن أوس بن زيد الأنصاري الذي شهد أيضا بدرا.</w:t>
      </w:r>
    </w:p>
    <w:p w:rsidR="00843DF1" w:rsidRPr="00CA52B4" w:rsidRDefault="00843DF1" w:rsidP="00B10281">
      <w:pPr>
        <w:pStyle w:val="libVar"/>
        <w:rPr>
          <w:rtl/>
          <w:lang w:bidi="fa-IR"/>
        </w:rPr>
      </w:pPr>
      <w:r w:rsidRPr="00CA52B4">
        <w:rPr>
          <w:rtl/>
          <w:lang w:bidi="fa-IR"/>
        </w:rPr>
        <w:t>الاستيعاب 3 / 449. أسد الغابة 4 / 355. الاشتقاق / 9 ، 450. الإصابة 3 / 409. تنقيح المقال 3 / 213. جامع الرواة 2 / 229. الدرجات الرفيعة / 417.</w:t>
      </w:r>
    </w:p>
    <w:p w:rsidR="00843DF1" w:rsidRPr="00CA52B4" w:rsidRDefault="00843DF1" w:rsidP="00B10281">
      <w:pPr>
        <w:pStyle w:val="libVar"/>
        <w:rPr>
          <w:rtl/>
          <w:lang w:bidi="fa-IR"/>
        </w:rPr>
      </w:pPr>
      <w:r w:rsidRPr="00CA52B4">
        <w:rPr>
          <w:rtl/>
          <w:lang w:bidi="fa-IR"/>
        </w:rPr>
        <w:t>رجال ابن داود / 188. رجال الطوسي / 58. الطبقات الكبرى 3 / 490. الغدير 9 / 363. قاموس الرجال 8 / 480. الكامل في التأريخ 3 / 78 ، 382. مجمع الرجال 6 / 88. معجم رجال الحديث 18 / 142. منتهى المقال / 305. نقد الرجال / 343.</w:t>
      </w:r>
    </w:p>
    <w:p w:rsidR="00843DF1" w:rsidRPr="00CA52B4" w:rsidRDefault="00843DF1" w:rsidP="00EB70B9">
      <w:pPr>
        <w:pStyle w:val="libBold1"/>
        <w:rPr>
          <w:rtl/>
          <w:lang w:bidi="fa-IR"/>
        </w:rPr>
      </w:pPr>
      <w:r w:rsidRPr="00CA52B4">
        <w:rPr>
          <w:rtl/>
        </w:rPr>
        <w:t>1041</w:t>
      </w:r>
      <w:r>
        <w:rPr>
          <w:rtl/>
        </w:rPr>
        <w:t xml:space="preserve"> ـ </w:t>
      </w:r>
      <w:r w:rsidRPr="00CA52B4">
        <w:rPr>
          <w:rtl/>
        </w:rPr>
        <w:t>مسعود بن الحكم بن الربيع بن عامر بن خالد بن عامر بن رزيق الأنصاري الرزقي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تابعي من الرواة ، وكان سريّا له قدر وجلالة بالمدينة ، ويعد من كبار التابعين ، روى عنه خلق كثير. ولد على عهد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وأمه حبيبة بنت شريق بن أبي حيثمة من هذيل. له من الأولاد : إبراهيم.</w:t>
      </w:r>
      <w:r>
        <w:rPr>
          <w:rFonts w:hint="cs"/>
          <w:rtl/>
          <w:lang w:bidi="fa-IR"/>
        </w:rPr>
        <w:t xml:space="preserve"> </w:t>
      </w:r>
      <w:r w:rsidRPr="00CA52B4">
        <w:rPr>
          <w:rtl/>
          <w:lang w:bidi="fa-IR"/>
        </w:rPr>
        <w:t>عيسى. أبو بكر. سليمان. موسى. إسماعيل. داود. يعقوب.</w:t>
      </w:r>
      <w:r>
        <w:rPr>
          <w:rFonts w:hint="cs"/>
          <w:rtl/>
          <w:lang w:bidi="fa-IR"/>
        </w:rPr>
        <w:t xml:space="preserve"> </w:t>
      </w:r>
      <w:r w:rsidRPr="00CA52B4">
        <w:rPr>
          <w:rtl/>
          <w:lang w:bidi="fa-IR"/>
        </w:rPr>
        <w:t>عمران. أيوب الأكبر. أم إبراهيم. أيوب الأصغر. سارة.</w:t>
      </w:r>
    </w:p>
    <w:p w:rsidR="00843DF1" w:rsidRPr="00CA52B4" w:rsidRDefault="00843DF1" w:rsidP="00347E77">
      <w:pPr>
        <w:pStyle w:val="libNormal"/>
        <w:rPr>
          <w:rtl/>
          <w:lang w:bidi="fa-IR"/>
        </w:rPr>
      </w:pPr>
      <w:r w:rsidRPr="00CA52B4">
        <w:rPr>
          <w:rtl/>
          <w:lang w:bidi="fa-IR"/>
        </w:rPr>
        <w:t xml:space="preserve">ولد على عهد النبيّ </w:t>
      </w:r>
      <w:r>
        <w:rPr>
          <w:rtl/>
          <w:lang w:bidi="fa-IR"/>
        </w:rPr>
        <w:t>(</w:t>
      </w:r>
      <w:r w:rsidRPr="00CA52B4">
        <w:rPr>
          <w:rtl/>
          <w:lang w:bidi="fa-IR"/>
        </w:rPr>
        <w:t>صلّى الله عليه وآله وسلّم</w:t>
      </w:r>
      <w:r>
        <w:rPr>
          <w:rtl/>
          <w:lang w:bidi="fa-IR"/>
        </w:rPr>
        <w:t>)</w:t>
      </w:r>
      <w:r w:rsidRPr="00CA52B4">
        <w:rPr>
          <w:rtl/>
          <w:lang w:bidi="fa-IR"/>
        </w:rPr>
        <w:t xml:space="preserve"> وكان سريا مريا ثقة ، وكان يكنّى أبا هارون.</w:t>
      </w:r>
    </w:p>
    <w:p w:rsidR="00843DF1" w:rsidRPr="00CA52B4" w:rsidRDefault="00843DF1" w:rsidP="00B10281">
      <w:pPr>
        <w:pStyle w:val="libVar"/>
        <w:rPr>
          <w:rtl/>
          <w:lang w:bidi="fa-IR"/>
        </w:rPr>
      </w:pPr>
      <w:r w:rsidRPr="00CA52B4">
        <w:rPr>
          <w:rtl/>
          <w:lang w:bidi="fa-IR"/>
        </w:rPr>
        <w:t>الاستيعاب 3 / 452. أسد الغابة 4 / 356. الإصابة 3 / 478. تقريب التهذيب 2 / 243. تهذيب التهذيب 10 / 116. الجرح والتعديل 8 / 282. الطبقات الكبرى 5 / 73. الغارات 1 / 70.</w:t>
      </w:r>
    </w:p>
    <w:p w:rsidR="00843DF1" w:rsidRPr="00CA52B4" w:rsidRDefault="00843DF1" w:rsidP="00EB70B9">
      <w:pPr>
        <w:pStyle w:val="libBold1"/>
        <w:rPr>
          <w:rtl/>
          <w:lang w:bidi="fa-IR"/>
        </w:rPr>
      </w:pPr>
      <w:r w:rsidRPr="00CA52B4">
        <w:rPr>
          <w:rtl/>
        </w:rPr>
        <w:t>1042</w:t>
      </w:r>
      <w:r>
        <w:rPr>
          <w:rtl/>
        </w:rPr>
        <w:t xml:space="preserve"> ـ </w:t>
      </w:r>
      <w:r w:rsidRPr="00CA52B4">
        <w:rPr>
          <w:rtl/>
        </w:rPr>
        <w:t>مسعود بن خراش بن جحش بن عمرو بن عبد الله بن بجاد بن عبد بن مالك بن غالب</w:t>
      </w:r>
      <w:r>
        <w:rPr>
          <w:rtl/>
        </w:rPr>
        <w:t xml:space="preserve"> ..</w:t>
      </w:r>
      <w:r w:rsidRPr="00CA52B4">
        <w:rPr>
          <w:rtl/>
        </w:rPr>
        <w:t>. من مضر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من خواصه عليه السلام. وهو أخو ربعي بن حراش. روى عنه</w:t>
      </w:r>
    </w:p>
    <w:p w:rsidR="00843DF1" w:rsidRPr="00CA52B4" w:rsidRDefault="00843DF1" w:rsidP="00B10281">
      <w:pPr>
        <w:pStyle w:val="libNormal0"/>
        <w:rPr>
          <w:rtl/>
          <w:lang w:bidi="fa-IR"/>
        </w:rPr>
      </w:pPr>
      <w:r>
        <w:rPr>
          <w:rtl/>
          <w:lang w:bidi="fa-IR"/>
        </w:rPr>
        <w:br w:type="page"/>
      </w:r>
      <w:r w:rsidRPr="00CA52B4">
        <w:rPr>
          <w:rtl/>
          <w:lang w:bidi="fa-IR"/>
        </w:rPr>
        <w:lastRenderedPageBreak/>
        <w:t>أبو بردة ، وحلام بن صالح. وكان قليل الحديث ، وهو أيضا أخو الربيع بن حراش المحدّث التابعي الذي تكلم بعد موته.</w:t>
      </w:r>
    </w:p>
    <w:p w:rsidR="00843DF1" w:rsidRPr="00CA52B4" w:rsidRDefault="00843DF1" w:rsidP="00B10281">
      <w:pPr>
        <w:pStyle w:val="libVar"/>
        <w:rPr>
          <w:rtl/>
          <w:lang w:bidi="fa-IR"/>
        </w:rPr>
      </w:pPr>
      <w:r w:rsidRPr="00CA52B4">
        <w:rPr>
          <w:rtl/>
          <w:lang w:bidi="fa-IR"/>
        </w:rPr>
        <w:t>الاستيعاب 3 / 402 ، الإصابة 3 / 410. تنقيح المقال 3 / 213. جامع الرواة 2 / 229. الجرح والتعديل 8 / 282 وفيه : خراش. رجال ابن داود / 188. رجال البرقي / 5. الطبقات الكبرى 6 / 127 ، 149 ، 150. قاموس الرجال 8 / 481. معجم الثقات / 346. معجم رجال الحديث 18 / 143. منتهى المقال / 303. نقد الرجال / 343. وفيات الأعيان 2 / 300.</w:t>
      </w:r>
    </w:p>
    <w:p w:rsidR="00843DF1" w:rsidRPr="00CA52B4" w:rsidRDefault="00843DF1" w:rsidP="00EB70B9">
      <w:pPr>
        <w:pStyle w:val="libBold1"/>
        <w:rPr>
          <w:rtl/>
          <w:lang w:bidi="fa-IR"/>
        </w:rPr>
      </w:pPr>
      <w:r w:rsidRPr="00CA52B4">
        <w:rPr>
          <w:rtl/>
        </w:rPr>
        <w:t>1043</w:t>
      </w:r>
      <w:r>
        <w:rPr>
          <w:rtl/>
        </w:rPr>
        <w:t xml:space="preserve"> ـ </w:t>
      </w:r>
      <w:r w:rsidRPr="00CA52B4">
        <w:rPr>
          <w:rtl/>
        </w:rPr>
        <w:t>مسعود بن قيس بن خلدة بن مخلد بن عامر بن زريق بن عامر بن رزيق بن عبد حارثة بن مالك بن غضب بن جشم بن الخزرج الأنصاري الزرقي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شهد بدرا. وقيل : صحابي. وقد عدّه الشيخ الطوسي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له أحاديث في كتب الفقه.</w:t>
      </w:r>
    </w:p>
    <w:p w:rsidR="00843DF1" w:rsidRPr="00CA52B4" w:rsidRDefault="00843DF1" w:rsidP="00B10281">
      <w:pPr>
        <w:pStyle w:val="libVar"/>
        <w:rPr>
          <w:rtl/>
          <w:lang w:bidi="fa-IR"/>
        </w:rPr>
      </w:pPr>
      <w:r w:rsidRPr="00CA52B4">
        <w:rPr>
          <w:rtl/>
          <w:lang w:bidi="fa-IR"/>
        </w:rPr>
        <w:t>الاستيعاب 3 / 451. أسد الغابة 4 / 360. الإصابة 3 / 522. تنقيح المقال 3 / 213. جامع الرواة 2 / 229. رجال الطوسي / 59. مجمع الرجال 6 / 88. معجم رجال الحديث 18 / 144. منتهى المقال / 305. نقد الرجال / 343.</w:t>
      </w:r>
    </w:p>
    <w:p w:rsidR="00843DF1" w:rsidRPr="00CA52B4" w:rsidRDefault="00843DF1" w:rsidP="00EB70B9">
      <w:pPr>
        <w:pStyle w:val="libBold1"/>
        <w:rPr>
          <w:rtl/>
          <w:lang w:bidi="fa-IR"/>
        </w:rPr>
      </w:pPr>
      <w:r w:rsidRPr="00CA52B4">
        <w:rPr>
          <w:rtl/>
        </w:rPr>
        <w:t>1044</w:t>
      </w:r>
      <w:r>
        <w:rPr>
          <w:rtl/>
        </w:rPr>
        <w:t xml:space="preserve"> ـ </w:t>
      </w:r>
      <w:r w:rsidRPr="00CA52B4">
        <w:rPr>
          <w:rtl/>
        </w:rPr>
        <w:t xml:space="preserve">مسعود </w:t>
      </w:r>
      <w:r>
        <w:rPr>
          <w:rtl/>
        </w:rPr>
        <w:t>(</w:t>
      </w:r>
      <w:r w:rsidRPr="00CA52B4">
        <w:rPr>
          <w:rtl/>
        </w:rPr>
        <w:t>أبو رزين</w:t>
      </w:r>
      <w:r>
        <w:rPr>
          <w:rtl/>
        </w:rPr>
        <w:t>)</w:t>
      </w:r>
      <w:r w:rsidRPr="00CA52B4">
        <w:rPr>
          <w:rtl/>
        </w:rPr>
        <w:t xml:space="preserve"> ابن مالك الأسدي المتوفى 85 ه‍</w:t>
      </w:r>
      <w:r>
        <w:rPr>
          <w:rtl/>
        </w:rPr>
        <w:t>.</w:t>
      </w:r>
    </w:p>
    <w:p w:rsidR="00843DF1" w:rsidRPr="00CA52B4" w:rsidRDefault="00843DF1" w:rsidP="00347E77">
      <w:pPr>
        <w:pStyle w:val="libNormal"/>
        <w:rPr>
          <w:rtl/>
          <w:lang w:bidi="fa-IR"/>
        </w:rPr>
      </w:pPr>
      <w:r w:rsidRPr="00CA52B4">
        <w:rPr>
          <w:rtl/>
          <w:lang w:bidi="fa-IR"/>
        </w:rPr>
        <w:t>محدّث عالم ، فهم من الثقات ، روى عنه الكثيرون. مات سنة 85 ه‍</w:t>
      </w:r>
      <w:r>
        <w:rPr>
          <w:rtl/>
          <w:lang w:bidi="fa-IR"/>
        </w:rPr>
        <w:t>.</w:t>
      </w:r>
      <w:r w:rsidRPr="00CA52B4">
        <w:rPr>
          <w:rtl/>
          <w:lang w:bidi="fa-IR"/>
        </w:rPr>
        <w:t xml:space="preserve"> وأعقب : عبد الله. شهد صفّين. له أحاديث في كتب الفقه.</w:t>
      </w:r>
      <w:r>
        <w:rPr>
          <w:rFonts w:hint="cs"/>
          <w:rtl/>
          <w:lang w:bidi="fa-IR"/>
        </w:rPr>
        <w:t xml:space="preserve"> </w:t>
      </w:r>
      <w:r w:rsidRPr="00CA52B4">
        <w:rPr>
          <w:rtl/>
          <w:lang w:bidi="fa-IR"/>
        </w:rPr>
        <w:t xml:space="preserve">وجاء أنّ أبا حمزة الثمالي روى عنه. فهو كوفي ثقة ، وكان عالما وذكره ابن حبان في الثقات ، ويقال : إنّه من موالي عليّ </w:t>
      </w:r>
      <w:r>
        <w:rPr>
          <w:rtl/>
          <w:lang w:bidi="fa-IR"/>
        </w:rPr>
        <w:t>(</w:t>
      </w:r>
      <w:r w:rsidRPr="00CA52B4">
        <w:rPr>
          <w:rtl/>
          <w:lang w:bidi="fa-IR"/>
        </w:rPr>
        <w:t>عليه السلام</w:t>
      </w:r>
      <w:r>
        <w:rPr>
          <w:rtl/>
          <w:lang w:bidi="fa-IR"/>
        </w:rPr>
        <w:t>).</w:t>
      </w:r>
      <w:r w:rsidRPr="00CA52B4">
        <w:rPr>
          <w:rtl/>
          <w:lang w:bidi="fa-IR"/>
        </w:rPr>
        <w:t xml:space="preserve"> ضربت عنقه بالبصرة. وجاء أنّ مسعود الذي ضربت عنقه بالبصرة بأمر من عبيد الله بن زياد ، غير مسعود المتوفى 85 ه‍</w:t>
      </w:r>
      <w:r>
        <w:rPr>
          <w:rtl/>
          <w:lang w:bidi="fa-IR"/>
        </w:rPr>
        <w:t>.</w:t>
      </w:r>
    </w:p>
    <w:p w:rsidR="00843DF1" w:rsidRPr="00CA52B4" w:rsidRDefault="00843DF1" w:rsidP="00B10281">
      <w:pPr>
        <w:pStyle w:val="libVar"/>
        <w:rPr>
          <w:rtl/>
          <w:lang w:bidi="fa-IR"/>
        </w:rPr>
      </w:pPr>
      <w:r w:rsidRPr="00CA52B4">
        <w:rPr>
          <w:rtl/>
          <w:lang w:bidi="fa-IR"/>
        </w:rPr>
        <w:t>أعيان الشيعة 10 / 122. تقريب التهذيب 2 / 243. تهذيب التهذيب 10 / 118.</w:t>
      </w:r>
      <w:r>
        <w:rPr>
          <w:rFonts w:hint="cs"/>
          <w:rtl/>
          <w:lang w:bidi="fa-IR"/>
        </w:rPr>
        <w:t xml:space="preserve"> </w:t>
      </w:r>
      <w:r w:rsidRPr="00CA52B4">
        <w:rPr>
          <w:rtl/>
          <w:lang w:bidi="fa-IR"/>
        </w:rPr>
        <w:t>تنقيح المقال 3 / 16</w:t>
      </w:r>
      <w:r>
        <w:rPr>
          <w:rtl/>
          <w:lang w:bidi="fa-IR"/>
        </w:rPr>
        <w:t xml:space="preserve"> ـ </w:t>
      </w:r>
      <w:r w:rsidRPr="00CA52B4">
        <w:rPr>
          <w:rtl/>
          <w:lang w:bidi="fa-IR"/>
        </w:rPr>
        <w:t>فصل الكنى</w:t>
      </w:r>
      <w:r>
        <w:rPr>
          <w:rtl/>
          <w:lang w:bidi="fa-IR"/>
        </w:rPr>
        <w:t xml:space="preserve"> ـ.</w:t>
      </w:r>
      <w:r w:rsidRPr="00CA52B4">
        <w:rPr>
          <w:rtl/>
          <w:lang w:bidi="fa-IR"/>
        </w:rPr>
        <w:t xml:space="preserve"> الجرح والتعديل 8 / 282. جامع الرواة 2 / 385.</w:t>
      </w:r>
      <w:r>
        <w:rPr>
          <w:rFonts w:hint="cs"/>
          <w:rtl/>
          <w:lang w:bidi="fa-IR"/>
        </w:rPr>
        <w:t xml:space="preserve"> </w:t>
      </w:r>
      <w:r w:rsidRPr="00CA52B4">
        <w:rPr>
          <w:rtl/>
          <w:lang w:bidi="fa-IR"/>
        </w:rPr>
        <w:t>الطبقات الكبرى 6 / 180. الغارات 2 / 712. الكامل في التأريخ 2 / 480. مجمع الرجال 6 / 88. معجم رجال الحديث 18 / 145. المناقب 4 / 40.</w:t>
      </w:r>
    </w:p>
    <w:p w:rsidR="00843DF1" w:rsidRPr="00CA52B4" w:rsidRDefault="00843DF1" w:rsidP="00EB70B9">
      <w:pPr>
        <w:pStyle w:val="libBold1"/>
        <w:rPr>
          <w:rtl/>
          <w:lang w:bidi="fa-IR"/>
        </w:rPr>
      </w:pPr>
      <w:r>
        <w:rPr>
          <w:rtl/>
          <w:lang w:bidi="fa-IR"/>
        </w:rPr>
        <w:br w:type="page"/>
      </w:r>
      <w:r w:rsidRPr="00CA52B4">
        <w:rPr>
          <w:rtl/>
        </w:rPr>
        <w:lastRenderedPageBreak/>
        <w:t>1045</w:t>
      </w:r>
      <w:r>
        <w:rPr>
          <w:rtl/>
        </w:rPr>
        <w:t xml:space="preserve"> ـ </w:t>
      </w:r>
      <w:r w:rsidRPr="00CA52B4">
        <w:rPr>
          <w:rtl/>
        </w:rPr>
        <w:t>مسقلة بن مالك</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أبو فزارة. تفرد بذكره ابن أبي حاتم في رجاله.</w:t>
      </w:r>
    </w:p>
    <w:p w:rsidR="00843DF1" w:rsidRPr="00CA52B4" w:rsidRDefault="00843DF1" w:rsidP="00B10281">
      <w:pPr>
        <w:pStyle w:val="libVar"/>
        <w:rPr>
          <w:rtl/>
          <w:lang w:bidi="fa-IR"/>
        </w:rPr>
      </w:pPr>
      <w:r w:rsidRPr="00CA52B4">
        <w:rPr>
          <w:rtl/>
          <w:lang w:bidi="fa-IR"/>
        </w:rPr>
        <w:t>الجرح والتعديل 8 / 430.</w:t>
      </w:r>
    </w:p>
    <w:p w:rsidR="00843DF1" w:rsidRPr="00CA52B4" w:rsidRDefault="00843DF1" w:rsidP="00EB70B9">
      <w:pPr>
        <w:pStyle w:val="libBold1"/>
        <w:rPr>
          <w:rtl/>
          <w:lang w:bidi="fa-IR"/>
        </w:rPr>
      </w:pPr>
      <w:r w:rsidRPr="00CA52B4">
        <w:rPr>
          <w:rtl/>
        </w:rPr>
        <w:t>1046</w:t>
      </w:r>
      <w:r>
        <w:rPr>
          <w:rtl/>
        </w:rPr>
        <w:t xml:space="preserve"> ـ </w:t>
      </w:r>
      <w:r w:rsidRPr="00CA52B4">
        <w:rPr>
          <w:rtl/>
        </w:rPr>
        <w:t>مسكين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عبد الله بن عون. ذكره أبو محمد عبد الرحمن بن أبي حاتم محمد بن إدريس بن المنذر الرازي المتوفى 327 ه‍ في كتابه.</w:t>
      </w:r>
    </w:p>
    <w:p w:rsidR="00843DF1" w:rsidRPr="00CA52B4" w:rsidRDefault="00843DF1" w:rsidP="00B10281">
      <w:pPr>
        <w:pStyle w:val="libVar"/>
        <w:rPr>
          <w:rtl/>
          <w:lang w:bidi="fa-IR"/>
        </w:rPr>
      </w:pPr>
      <w:r w:rsidRPr="00CA52B4">
        <w:rPr>
          <w:rtl/>
          <w:lang w:bidi="fa-IR"/>
        </w:rPr>
        <w:t>الجرح والتعديل 8 / 328. مجمع الرجال 6 / 88</w:t>
      </w:r>
      <w:r>
        <w:rPr>
          <w:rtl/>
          <w:lang w:bidi="fa-IR"/>
        </w:rPr>
        <w:t xml:space="preserve"> ـ </w:t>
      </w:r>
      <w:r w:rsidRPr="00CA52B4">
        <w:rPr>
          <w:rtl/>
          <w:lang w:bidi="fa-IR"/>
        </w:rPr>
        <w:t>89.</w:t>
      </w:r>
    </w:p>
    <w:p w:rsidR="00843DF1" w:rsidRPr="00CA52B4" w:rsidRDefault="00843DF1" w:rsidP="00EB70B9">
      <w:pPr>
        <w:pStyle w:val="libBold1"/>
        <w:rPr>
          <w:rtl/>
          <w:lang w:bidi="fa-IR"/>
        </w:rPr>
      </w:pPr>
      <w:r w:rsidRPr="00CA52B4">
        <w:rPr>
          <w:rtl/>
        </w:rPr>
        <w:t>1047</w:t>
      </w:r>
      <w:r>
        <w:rPr>
          <w:rtl/>
        </w:rPr>
        <w:t xml:space="preserve"> ـ </w:t>
      </w:r>
      <w:r w:rsidRPr="00CA52B4">
        <w:rPr>
          <w:rtl/>
        </w:rPr>
        <w:t xml:space="preserve">مسلم </w:t>
      </w:r>
      <w:r>
        <w:rPr>
          <w:rtl/>
        </w:rPr>
        <w:t>(</w:t>
      </w:r>
      <w:r w:rsidRPr="00CA52B4">
        <w:rPr>
          <w:rtl/>
        </w:rPr>
        <w:t>أبو الفضل</w:t>
      </w:r>
      <w:r>
        <w:rPr>
          <w:rtl/>
        </w:rPr>
        <w:t>)</w:t>
      </w:r>
      <w:r w:rsidRPr="00CA52B4">
        <w:rPr>
          <w:rtl/>
        </w:rPr>
        <w:t xml:space="preserve">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لا يعرف عنه أكثر من أنّه كان فتى اشترك في الجمل. فقد جاء أنّ عليا </w:t>
      </w:r>
      <w:r>
        <w:rPr>
          <w:rtl/>
          <w:lang w:bidi="fa-IR"/>
        </w:rPr>
        <w:t>(</w:t>
      </w:r>
      <w:r w:rsidRPr="00CA52B4">
        <w:rPr>
          <w:rtl/>
          <w:lang w:bidi="fa-IR"/>
        </w:rPr>
        <w:t>عليه السلام</w:t>
      </w:r>
      <w:r>
        <w:rPr>
          <w:rtl/>
          <w:lang w:bidi="fa-IR"/>
        </w:rPr>
        <w:t>)</w:t>
      </w:r>
      <w:r w:rsidRPr="00CA52B4">
        <w:rPr>
          <w:rtl/>
          <w:lang w:bidi="fa-IR"/>
        </w:rPr>
        <w:t xml:space="preserve"> أخذ مصحفا يوم الجمل فطاف به في أصحابه ، وقال :</w:t>
      </w:r>
      <w:r>
        <w:rPr>
          <w:rFonts w:hint="cs"/>
          <w:rtl/>
          <w:lang w:bidi="fa-IR"/>
        </w:rPr>
        <w:t xml:space="preserve"> </w:t>
      </w:r>
      <w:r w:rsidRPr="00CA52B4">
        <w:rPr>
          <w:rtl/>
          <w:lang w:bidi="fa-IR"/>
        </w:rPr>
        <w:t>من يأخذ هذا المصحف يدعوهم إلى ما فيه ، وهو مقتول</w:t>
      </w:r>
      <w:r>
        <w:rPr>
          <w:rtl/>
          <w:lang w:bidi="fa-IR"/>
        </w:rPr>
        <w:t>؟</w:t>
      </w:r>
      <w:r w:rsidRPr="00CA52B4">
        <w:rPr>
          <w:rtl/>
          <w:lang w:bidi="fa-IR"/>
        </w:rPr>
        <w:t xml:space="preserve"> فقام إليه فتى من أهل الكوفة عليه قباء ، أبيض محشو ، فقال : أنا ، فأعرض عنه ، ثم قال :</w:t>
      </w:r>
      <w:r>
        <w:rPr>
          <w:rFonts w:hint="cs"/>
          <w:rtl/>
          <w:lang w:bidi="fa-IR"/>
        </w:rPr>
        <w:t xml:space="preserve"> </w:t>
      </w:r>
      <w:r w:rsidRPr="00CA52B4">
        <w:rPr>
          <w:rtl/>
          <w:lang w:bidi="fa-IR"/>
        </w:rPr>
        <w:t>من يأخذ هذا المصحف يدعوهم إلى ما فيه ، وهو مقتول ، فقال الفتى : أنا فأعرض عنه ، ثم قال : من يأخذ هذا المصحف يدعوهم إلى ما فيه وهو مقتول</w:t>
      </w:r>
      <w:r>
        <w:rPr>
          <w:rtl/>
          <w:lang w:bidi="fa-IR"/>
        </w:rPr>
        <w:t>؟</w:t>
      </w:r>
      <w:r w:rsidRPr="00CA52B4">
        <w:rPr>
          <w:rtl/>
          <w:lang w:bidi="fa-IR"/>
        </w:rPr>
        <w:t xml:space="preserve"> فقال الفتى : أنا فدفعه إليه فدعاهم ، فقطعوا يده اليمنى ، فأخذه بيده اليسرى ، فدعاهم فقطعوا يده اليسرى ، فأخذه بصدره ، والدماء تسيل على قبائه ، فقتل رضي الله عنه ، فقال عليّ : ألان حل قتالهم ، فقالت أم الفتى بعد ذلك فيها ترثي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sidRPr="00CA52B4">
              <w:rPr>
                <w:rtl/>
                <w:lang w:bidi="fa-IR"/>
              </w:rPr>
              <w:t xml:space="preserve">لا هم إنّ مسلما دعاهم </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 xml:space="preserve">يتلو كتاب الله لا يخشاهم </w:t>
            </w:r>
            <w:r w:rsidRPr="00B10281">
              <w:rPr>
                <w:rStyle w:val="libPoemTiniCharChar"/>
                <w:rtl/>
              </w:rPr>
              <w:br/>
              <w:t> </w:t>
            </w:r>
          </w:p>
        </w:tc>
      </w:tr>
      <w:tr w:rsidR="00843DF1" w:rsidRPr="00CA52B4" w:rsidTr="00C360D4">
        <w:trPr>
          <w:tblCellSpacing w:w="15" w:type="dxa"/>
          <w:jc w:val="center"/>
        </w:trPr>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أمهم قائمة تراهم </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 xml:space="preserve">يأتمرون الفيّ لا تنهاهم </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sidRPr="00CA52B4">
              <w:rPr>
                <w:rtl/>
              </w:rPr>
              <w:t xml:space="preserve">قد غضبت من علق لحاهم </w:t>
            </w:r>
          </w:p>
        </w:tc>
      </w:tr>
    </w:tbl>
    <w:p w:rsidR="00843DF1" w:rsidRPr="00CA52B4" w:rsidRDefault="00843DF1" w:rsidP="00347E77">
      <w:pPr>
        <w:pStyle w:val="libNormal"/>
        <w:rPr>
          <w:rtl/>
          <w:lang w:bidi="fa-IR"/>
        </w:rPr>
      </w:pPr>
      <w:r w:rsidRPr="00CA52B4">
        <w:rPr>
          <w:rtl/>
          <w:lang w:bidi="fa-IR"/>
        </w:rPr>
        <w:t>وقال الطبري ، في موضع آخر : إنّه مسلم بن عبد الله ، رشقوه بالنبال فقتلوه ، فقالت أم مسلم ترثيه</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تاريخ الطبري 5 / 205 ، 216. تذكرة الخواص / 72. الجمل او النصرة في حرب</w:t>
      </w:r>
    </w:p>
    <w:p w:rsidR="00843DF1" w:rsidRPr="00CA52B4" w:rsidRDefault="00843DF1" w:rsidP="00B10281">
      <w:pPr>
        <w:pStyle w:val="libVar0"/>
        <w:rPr>
          <w:rtl/>
          <w:lang w:bidi="fa-IR"/>
        </w:rPr>
      </w:pPr>
      <w:r>
        <w:rPr>
          <w:rtl/>
          <w:lang w:bidi="fa-IR"/>
        </w:rPr>
        <w:br w:type="page"/>
      </w:r>
      <w:r w:rsidRPr="00CA52B4">
        <w:rPr>
          <w:rtl/>
          <w:lang w:bidi="fa-IR"/>
        </w:rPr>
        <w:lastRenderedPageBreak/>
        <w:t>البصرة / 181. شرح ابن أبي الحديد 19 / 112. الكامل في التأريخ 3 / 262. لسان الميزان 7 / 387. المناقب ابن شهر اشوب 3 / 155.</w:t>
      </w:r>
    </w:p>
    <w:p w:rsidR="00843DF1" w:rsidRPr="00CA52B4" w:rsidRDefault="00843DF1" w:rsidP="00EB70B9">
      <w:pPr>
        <w:pStyle w:val="libBold1"/>
        <w:rPr>
          <w:rtl/>
          <w:lang w:bidi="fa-IR"/>
        </w:rPr>
      </w:pPr>
      <w:r w:rsidRPr="00CA52B4">
        <w:rPr>
          <w:rtl/>
        </w:rPr>
        <w:t>1048</w:t>
      </w:r>
      <w:r>
        <w:rPr>
          <w:rtl/>
        </w:rPr>
        <w:t xml:space="preserve"> ـ </w:t>
      </w:r>
      <w:r w:rsidRPr="00CA52B4">
        <w:rPr>
          <w:rtl/>
        </w:rPr>
        <w:t>مسلم الأعجمي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وفي رواية الأعجم. روى عنه المحاربي.</w:t>
      </w:r>
    </w:p>
    <w:p w:rsidR="00843DF1" w:rsidRPr="00CA52B4" w:rsidRDefault="00843DF1" w:rsidP="00B10281">
      <w:pPr>
        <w:pStyle w:val="libVar"/>
        <w:rPr>
          <w:rtl/>
          <w:lang w:bidi="fa-IR"/>
        </w:rPr>
      </w:pPr>
      <w:r w:rsidRPr="00CA52B4">
        <w:rPr>
          <w:rtl/>
          <w:lang w:bidi="fa-IR"/>
        </w:rPr>
        <w:t>الجرح والتعديل 8 / 203.</w:t>
      </w:r>
    </w:p>
    <w:p w:rsidR="00843DF1" w:rsidRPr="00CA52B4" w:rsidRDefault="00843DF1" w:rsidP="00EB70B9">
      <w:pPr>
        <w:pStyle w:val="libBold1"/>
        <w:rPr>
          <w:rtl/>
          <w:lang w:bidi="fa-IR"/>
        </w:rPr>
      </w:pPr>
      <w:r w:rsidRPr="00CA52B4">
        <w:rPr>
          <w:rtl/>
        </w:rPr>
        <w:t>1049</w:t>
      </w:r>
      <w:r>
        <w:rPr>
          <w:rtl/>
        </w:rPr>
        <w:t xml:space="preserve"> ـ </w:t>
      </w:r>
      <w:r w:rsidRPr="00CA52B4">
        <w:rPr>
          <w:rtl/>
        </w:rPr>
        <w:t>مسلم البطين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وفي رواية ، مسلم بن عليّ البطين. ذكره الشيخ الطوسي في رجاله من أصحاب الإمام السجاد </w:t>
      </w:r>
      <w:r>
        <w:rPr>
          <w:rtl/>
          <w:lang w:bidi="fa-IR"/>
        </w:rPr>
        <w:t>(</w:t>
      </w:r>
      <w:r w:rsidRPr="00CA52B4">
        <w:rPr>
          <w:rtl/>
          <w:lang w:bidi="fa-IR"/>
        </w:rPr>
        <w:t>عليه السلام</w:t>
      </w:r>
      <w:r>
        <w:rPr>
          <w:rtl/>
          <w:lang w:bidi="fa-IR"/>
        </w:rPr>
        <w:t>)</w:t>
      </w:r>
      <w:r w:rsidRPr="00CA52B4">
        <w:rPr>
          <w:rtl/>
          <w:lang w:bidi="fa-IR"/>
        </w:rPr>
        <w:t xml:space="preserve"> باسم مسلم بن عليّ البطين ، ثم ذكره باسم مسلم البطين من أصحاب الإمام الحسن </w:t>
      </w:r>
      <w:r>
        <w:rPr>
          <w:rtl/>
          <w:lang w:bidi="fa-IR"/>
        </w:rPr>
        <w:t>(</w:t>
      </w:r>
      <w:r w:rsidRPr="00CA52B4">
        <w:rPr>
          <w:rtl/>
          <w:lang w:bidi="fa-IR"/>
        </w:rPr>
        <w:t>عليه السلام</w:t>
      </w:r>
      <w:r>
        <w:rPr>
          <w:rtl/>
          <w:lang w:bidi="fa-IR"/>
        </w:rPr>
        <w:t>).</w:t>
      </w:r>
      <w:r w:rsidRPr="00CA52B4">
        <w:rPr>
          <w:rtl/>
          <w:lang w:bidi="fa-IR"/>
        </w:rPr>
        <w:t xml:space="preserve"> أما البرقي أبو عبد الله محمد بن خالد بن عبد الرحمن بن محمد بن عليّ ، فقد ذكره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وفي مصدر آخر جاء :</w:t>
      </w:r>
      <w:r>
        <w:rPr>
          <w:rFonts w:hint="cs"/>
          <w:rtl/>
          <w:lang w:bidi="fa-IR"/>
        </w:rPr>
        <w:t xml:space="preserve"> </w:t>
      </w:r>
      <w:r w:rsidRPr="00CA52B4">
        <w:rPr>
          <w:rtl/>
          <w:lang w:bidi="fa-IR"/>
        </w:rPr>
        <w:t>مسلم البطين ، وهو مسلم بن أبي عمران ، ويقال : ابن أبي عبد الله. ذكره ابن حبان في الثقات.</w:t>
      </w:r>
    </w:p>
    <w:p w:rsidR="00843DF1" w:rsidRPr="00CA52B4" w:rsidRDefault="00843DF1" w:rsidP="00B10281">
      <w:pPr>
        <w:pStyle w:val="libVar"/>
        <w:rPr>
          <w:rtl/>
          <w:lang w:bidi="fa-IR"/>
        </w:rPr>
      </w:pPr>
      <w:r w:rsidRPr="00CA52B4">
        <w:rPr>
          <w:rtl/>
          <w:lang w:bidi="fa-IR"/>
        </w:rPr>
        <w:t>تنقيح المقال 3 / 3 / 214. تهذيب التهذيب 10 / 134. جامع الرواة 2 / 229.</w:t>
      </w:r>
      <w:r>
        <w:rPr>
          <w:rFonts w:hint="cs"/>
          <w:rtl/>
          <w:lang w:bidi="fa-IR"/>
        </w:rPr>
        <w:t xml:space="preserve"> </w:t>
      </w:r>
      <w:r w:rsidRPr="00CA52B4">
        <w:rPr>
          <w:rtl/>
          <w:lang w:bidi="fa-IR"/>
        </w:rPr>
        <w:t>الجرح والتعديل 8 / 191. رجال البرقي / 7. رجال الشيخ الطوسي / 70 ، 101.</w:t>
      </w:r>
      <w:r>
        <w:rPr>
          <w:rFonts w:hint="cs"/>
          <w:rtl/>
          <w:lang w:bidi="fa-IR"/>
        </w:rPr>
        <w:t xml:space="preserve"> </w:t>
      </w:r>
      <w:r w:rsidRPr="00CA52B4">
        <w:rPr>
          <w:rtl/>
          <w:lang w:bidi="fa-IR"/>
        </w:rPr>
        <w:t>الطبقات الكبرى 6 / 308. مجمع الرجال 6 / 90. معجم رجال الحديث 18 / 147.</w:t>
      </w:r>
      <w:r>
        <w:rPr>
          <w:rFonts w:hint="cs"/>
          <w:rtl/>
          <w:lang w:bidi="fa-IR"/>
        </w:rPr>
        <w:t xml:space="preserve"> </w:t>
      </w:r>
      <w:r w:rsidRPr="00CA52B4">
        <w:rPr>
          <w:rtl/>
          <w:lang w:bidi="fa-IR"/>
        </w:rPr>
        <w:t>المراسيل في الحديث / 132. المناقب 4 / 42. نقد الرجال / 344.</w:t>
      </w:r>
    </w:p>
    <w:p w:rsidR="00843DF1" w:rsidRPr="00CA52B4" w:rsidRDefault="00843DF1" w:rsidP="00EB70B9">
      <w:pPr>
        <w:pStyle w:val="libBold1"/>
        <w:rPr>
          <w:rtl/>
          <w:lang w:bidi="fa-IR"/>
        </w:rPr>
      </w:pPr>
      <w:r w:rsidRPr="00CA52B4">
        <w:rPr>
          <w:rtl/>
        </w:rPr>
        <w:t>1050</w:t>
      </w:r>
      <w:r>
        <w:rPr>
          <w:rtl/>
        </w:rPr>
        <w:t xml:space="preserve"> ـ </w:t>
      </w:r>
      <w:r w:rsidRPr="00CA52B4">
        <w:rPr>
          <w:rtl/>
        </w:rPr>
        <w:t>مسلم بن أيمن المديني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ابن أبي ذئب. وروى هو أيضا عن كثير بن العباس بن عبد المطلب. ذكره ابن أبي حاتم الرازي. أما كثير فهو أبو تمام كثير بن العباس بن عبد المطلب بن هاشم المدني ، يعد في الطبقة الأولى من أهل المدينة ممن ولد على عهد النبي </w:t>
      </w:r>
      <w:r>
        <w:rPr>
          <w:rtl/>
          <w:lang w:bidi="fa-IR"/>
        </w:rPr>
        <w:t>(</w:t>
      </w:r>
      <w:r w:rsidRPr="00CA52B4">
        <w:rPr>
          <w:rtl/>
          <w:lang w:bidi="fa-IR"/>
        </w:rPr>
        <w:t>صلّى الله عليه وآله وسلّم</w:t>
      </w:r>
      <w:r>
        <w:rPr>
          <w:rtl/>
          <w:lang w:bidi="fa-IR"/>
        </w:rPr>
        <w:t>)</w:t>
      </w:r>
      <w:r w:rsidRPr="00CA52B4">
        <w:rPr>
          <w:rtl/>
          <w:lang w:bidi="fa-IR"/>
        </w:rPr>
        <w:t xml:space="preserve"> وكان فقيها فاضلا مات بالمدينة أيام عبد الملك بن مروان ، وجاء أنّ معاوية سأل رجلا عن أعبد الناس بالمدينة ، فقال : كثير بن العباس. وكان قليل الحديث.</w:t>
      </w:r>
    </w:p>
    <w:p w:rsidR="00843DF1" w:rsidRPr="00CA52B4" w:rsidRDefault="00843DF1" w:rsidP="00B10281">
      <w:pPr>
        <w:pStyle w:val="libVar"/>
        <w:rPr>
          <w:rtl/>
          <w:lang w:bidi="fa-IR"/>
        </w:rPr>
      </w:pPr>
      <w:r w:rsidRPr="00CA52B4">
        <w:rPr>
          <w:rtl/>
          <w:lang w:bidi="fa-IR"/>
        </w:rPr>
        <w:t>تهذيب التهذيب 8 / 420. الجرح والتعديل 8 / 180.</w:t>
      </w:r>
    </w:p>
    <w:p w:rsidR="00843DF1" w:rsidRPr="00CA52B4" w:rsidRDefault="00843DF1" w:rsidP="00EB70B9">
      <w:pPr>
        <w:pStyle w:val="libBold1"/>
        <w:rPr>
          <w:rtl/>
          <w:lang w:bidi="fa-IR"/>
        </w:rPr>
      </w:pPr>
      <w:r>
        <w:rPr>
          <w:rtl/>
          <w:lang w:bidi="fa-IR"/>
        </w:rPr>
        <w:br w:type="page"/>
      </w:r>
      <w:r w:rsidRPr="00CA52B4">
        <w:rPr>
          <w:rtl/>
        </w:rPr>
        <w:lastRenderedPageBreak/>
        <w:t>1051</w:t>
      </w:r>
      <w:r>
        <w:rPr>
          <w:rtl/>
        </w:rPr>
        <w:t xml:space="preserve"> ـ </w:t>
      </w:r>
      <w:r w:rsidRPr="00CA52B4">
        <w:rPr>
          <w:rtl/>
        </w:rPr>
        <w:t>مسلم بن خباب</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وجاء في بعض المراجع ، مسلم بن السائب بن خباب.</w:t>
      </w:r>
      <w:r>
        <w:rPr>
          <w:rFonts w:hint="cs"/>
          <w:rtl/>
          <w:lang w:bidi="fa-IR"/>
        </w:rPr>
        <w:t xml:space="preserve"> </w:t>
      </w:r>
      <w:r w:rsidRPr="00CA52B4">
        <w:rPr>
          <w:rtl/>
          <w:lang w:bidi="fa-IR"/>
        </w:rPr>
        <w:t xml:space="preserve">روى عن النبيّ </w:t>
      </w:r>
      <w:r>
        <w:rPr>
          <w:rtl/>
          <w:lang w:bidi="fa-IR"/>
        </w:rPr>
        <w:t>(</w:t>
      </w:r>
      <w:r w:rsidRPr="00CA52B4">
        <w:rPr>
          <w:rtl/>
          <w:lang w:bidi="fa-IR"/>
        </w:rPr>
        <w:t>صلّى الله عليه وآله وسلّم</w:t>
      </w:r>
      <w:r>
        <w:rPr>
          <w:rtl/>
          <w:lang w:bidi="fa-IR"/>
        </w:rPr>
        <w:t>)</w:t>
      </w:r>
      <w:r w:rsidRPr="00CA52B4">
        <w:rPr>
          <w:rtl/>
          <w:lang w:bidi="fa-IR"/>
        </w:rPr>
        <w:t xml:space="preserve"> مرسلا ، روى عنه ابنه محمد بن مسلم. وكان من التابعين ، وأدخله بعضهم في الصحابة ظنا ، وذكره ابن حبان في ثقات التابعين. وقال أبو حاتم : هو من التابعين.</w:t>
      </w:r>
    </w:p>
    <w:p w:rsidR="00843DF1" w:rsidRPr="00CA52B4" w:rsidRDefault="00843DF1" w:rsidP="00B10281">
      <w:pPr>
        <w:pStyle w:val="libVar"/>
        <w:rPr>
          <w:rtl/>
          <w:lang w:bidi="fa-IR"/>
        </w:rPr>
      </w:pPr>
      <w:r w:rsidRPr="00CA52B4">
        <w:rPr>
          <w:rtl/>
          <w:lang w:bidi="fa-IR"/>
        </w:rPr>
        <w:t>الاستيعاب 3 / 419. الإصابة 3 / 523. تنقيح المقال 3 / 215. تهذيب التهذيب 1 / 131. الجرح والتعديل 8 / 183. لسان الميزان 6 / 29. ميزان الاعتدال 4 / 103.</w:t>
      </w:r>
    </w:p>
    <w:p w:rsidR="00843DF1" w:rsidRPr="00CA52B4" w:rsidRDefault="00843DF1" w:rsidP="00EB70B9">
      <w:pPr>
        <w:pStyle w:val="libBold1"/>
        <w:rPr>
          <w:rtl/>
          <w:lang w:bidi="fa-IR"/>
        </w:rPr>
      </w:pPr>
      <w:r w:rsidRPr="00CA52B4">
        <w:rPr>
          <w:rtl/>
        </w:rPr>
        <w:t>1052</w:t>
      </w:r>
      <w:r>
        <w:rPr>
          <w:rtl/>
        </w:rPr>
        <w:t xml:space="preserve"> ـ </w:t>
      </w:r>
      <w:r w:rsidRPr="00CA52B4">
        <w:rPr>
          <w:rtl/>
        </w:rPr>
        <w:t>مسلم بن زيد السعدي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الشيخ الطوسي في رجاله من أصحاب الإمام أمير المؤمنين </w:t>
      </w:r>
      <w:r>
        <w:rPr>
          <w:rtl/>
          <w:lang w:bidi="fa-IR"/>
        </w:rPr>
        <w:t>(</w:t>
      </w:r>
      <w:r w:rsidRPr="00CA52B4">
        <w:rPr>
          <w:rtl/>
          <w:lang w:bidi="fa-IR"/>
        </w:rPr>
        <w:t>عليه السلام</w:t>
      </w:r>
      <w:r>
        <w:rPr>
          <w:rtl/>
          <w:lang w:bidi="fa-IR"/>
        </w:rPr>
        <w:t>).</w:t>
      </w:r>
      <w:r w:rsidRPr="00CA52B4">
        <w:rPr>
          <w:rtl/>
          <w:lang w:bidi="fa-IR"/>
        </w:rPr>
        <w:t xml:space="preserve"> وحذا حذوه اللاحقون فنقلوه عنه من غير توضيح وتبيان.</w:t>
      </w:r>
      <w:r>
        <w:rPr>
          <w:rFonts w:hint="cs"/>
          <w:rtl/>
          <w:lang w:bidi="fa-IR"/>
        </w:rPr>
        <w:t xml:space="preserve"> </w:t>
      </w:r>
      <w:r w:rsidRPr="00CA52B4">
        <w:rPr>
          <w:rtl/>
          <w:lang w:bidi="fa-IR"/>
        </w:rPr>
        <w:t>وأحسب أنّه بعينه الذي يليه.</w:t>
      </w:r>
    </w:p>
    <w:p w:rsidR="00843DF1" w:rsidRPr="00CA52B4" w:rsidRDefault="00843DF1" w:rsidP="00B10281">
      <w:pPr>
        <w:pStyle w:val="libVar"/>
        <w:rPr>
          <w:rtl/>
          <w:lang w:bidi="fa-IR"/>
        </w:rPr>
      </w:pPr>
      <w:r w:rsidRPr="00CA52B4">
        <w:rPr>
          <w:rtl/>
          <w:lang w:bidi="fa-IR"/>
        </w:rPr>
        <w:t>تنقيح المقال 3 / 214. جامع الرواة 2 / 229. رجال الطوسي / 58. قاموس الرجال 8 / 483. مجمع الرجال 6 / 89. معجم رجال الحديث 18 / 149. نقد الرجال / 344.</w:t>
      </w:r>
    </w:p>
    <w:p w:rsidR="00843DF1" w:rsidRPr="00CA52B4" w:rsidRDefault="00843DF1" w:rsidP="00EB70B9">
      <w:pPr>
        <w:pStyle w:val="libBold1"/>
        <w:rPr>
          <w:rtl/>
          <w:lang w:bidi="fa-IR"/>
        </w:rPr>
      </w:pPr>
      <w:r w:rsidRPr="00CA52B4">
        <w:rPr>
          <w:rtl/>
        </w:rPr>
        <w:t>1053</w:t>
      </w:r>
      <w:r>
        <w:rPr>
          <w:rtl/>
        </w:rPr>
        <w:t xml:space="preserve"> ـ </w:t>
      </w:r>
      <w:r w:rsidRPr="00CA52B4">
        <w:rPr>
          <w:rtl/>
        </w:rPr>
        <w:t>مسلم بن أبي مسلم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تابعي أهل الكوفة. شهد النهروان وقاتل الخوارج. وحدّث أيضا عن عبد الله بن مسعود ، وحذيفة بن اليمان. روى عنه أبو إسحاق السبيعي. قال مسلم : كنت مع عليّ بن أبي طالب حين قاتل الحرورية ، فقال : اطلبوا ذا الثدية ، فطلبناه فلم نجده ، ثم قال : اطلبوه فو الله ما كذبت ولا كذبت ، قال : فطلبناه فاستخرجناه من بين القتلى ، قال : فأخذ بيده فمدها على طرفها شعرات فيها عظم.</w:t>
      </w:r>
    </w:p>
    <w:p w:rsidR="00843DF1" w:rsidRPr="00CA52B4" w:rsidRDefault="00843DF1" w:rsidP="00B10281">
      <w:pPr>
        <w:pStyle w:val="libVar"/>
        <w:rPr>
          <w:rtl/>
          <w:lang w:bidi="fa-IR"/>
        </w:rPr>
      </w:pPr>
      <w:r w:rsidRPr="00CA52B4">
        <w:rPr>
          <w:rtl/>
          <w:lang w:bidi="fa-IR"/>
        </w:rPr>
        <w:t>تاريخ بغداد 13 / 96. لسان الميزان 6 / 32.</w:t>
      </w:r>
    </w:p>
    <w:p w:rsidR="00843DF1" w:rsidRPr="00CA52B4" w:rsidRDefault="00843DF1" w:rsidP="00EB70B9">
      <w:pPr>
        <w:pStyle w:val="libBold1"/>
        <w:rPr>
          <w:rtl/>
          <w:lang w:bidi="fa-IR"/>
        </w:rPr>
      </w:pPr>
      <w:r w:rsidRPr="00CA52B4">
        <w:rPr>
          <w:rtl/>
        </w:rPr>
        <w:t>1054</w:t>
      </w:r>
      <w:r>
        <w:rPr>
          <w:rtl/>
        </w:rPr>
        <w:t xml:space="preserve"> ـ </w:t>
      </w:r>
      <w:r w:rsidRPr="00CA52B4">
        <w:rPr>
          <w:rtl/>
        </w:rPr>
        <w:t>مسلم بن صدقة الأزدي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ذهب بعض المؤرخين إلى أنّه اشترك في حرب صفّين ، وقاتل إلى أن قتله المخارق بن عبد الرحمن. وذهب آخرون إلى أنّه من أصحاب</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الإمام الصادق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3 / 214. رجال الشيخ الطوسي / 309. معجم رجال الحديث 18 / 146. المناقب 3 / 174. نقد الرجال / 344.</w:t>
      </w:r>
    </w:p>
    <w:p w:rsidR="00843DF1" w:rsidRPr="00CA52B4" w:rsidRDefault="00843DF1" w:rsidP="00EB70B9">
      <w:pPr>
        <w:pStyle w:val="libBold1"/>
        <w:rPr>
          <w:rtl/>
          <w:lang w:bidi="fa-IR"/>
        </w:rPr>
      </w:pPr>
      <w:r w:rsidRPr="00CA52B4">
        <w:rPr>
          <w:rtl/>
        </w:rPr>
        <w:t>1055</w:t>
      </w:r>
      <w:r>
        <w:rPr>
          <w:rtl/>
        </w:rPr>
        <w:t xml:space="preserve"> ـ </w:t>
      </w:r>
      <w:r w:rsidRPr="00CA52B4">
        <w:rPr>
          <w:rtl/>
        </w:rPr>
        <w:t>مسلم العجلي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ابنه هارون بن مسلم. وروى هو أيضا عن سمرة بن جندب. وفي بعض المراجع أنّ مسلم العجلي اثنين ، واحد روى عن عليّ </w:t>
      </w:r>
      <w:r>
        <w:rPr>
          <w:rtl/>
          <w:lang w:bidi="fa-IR"/>
        </w:rPr>
        <w:t>(</w:t>
      </w:r>
      <w:r w:rsidRPr="00CA52B4">
        <w:rPr>
          <w:rtl/>
          <w:lang w:bidi="fa-IR"/>
        </w:rPr>
        <w:t>عليه السلام</w:t>
      </w:r>
      <w:r>
        <w:rPr>
          <w:rtl/>
          <w:lang w:bidi="fa-IR"/>
        </w:rPr>
        <w:t>).</w:t>
      </w:r>
      <w:r w:rsidRPr="00CA52B4">
        <w:rPr>
          <w:rtl/>
          <w:lang w:bidi="fa-IR"/>
        </w:rPr>
        <w:t xml:space="preserve"> والثاني عن سمرة بن جندب ، وقيل : هما واحد.</w:t>
      </w:r>
    </w:p>
    <w:p w:rsidR="00843DF1" w:rsidRPr="00CA52B4" w:rsidRDefault="00843DF1" w:rsidP="00B10281">
      <w:pPr>
        <w:pStyle w:val="libVar"/>
        <w:rPr>
          <w:rtl/>
          <w:lang w:bidi="fa-IR"/>
        </w:rPr>
      </w:pPr>
      <w:r w:rsidRPr="00CA52B4">
        <w:rPr>
          <w:rtl/>
          <w:lang w:bidi="fa-IR"/>
        </w:rPr>
        <w:t>الجرح والتعديل 8 / 201. الغارات 2 / 940.</w:t>
      </w:r>
    </w:p>
    <w:p w:rsidR="00843DF1" w:rsidRPr="00CA52B4" w:rsidRDefault="00843DF1" w:rsidP="00EB70B9">
      <w:pPr>
        <w:pStyle w:val="libBold1"/>
        <w:rPr>
          <w:rtl/>
          <w:lang w:bidi="fa-IR"/>
        </w:rPr>
      </w:pPr>
      <w:r w:rsidRPr="00CA52B4">
        <w:rPr>
          <w:rtl/>
        </w:rPr>
        <w:t>1056</w:t>
      </w:r>
      <w:r>
        <w:rPr>
          <w:rtl/>
        </w:rPr>
        <w:t xml:space="preserve"> ـ </w:t>
      </w:r>
      <w:r w:rsidRPr="00CA52B4">
        <w:rPr>
          <w:rtl/>
        </w:rPr>
        <w:t>مسلم بن عفان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قال ابن حبان في الثقات : لا أعتمد عليه ولا يعجبني الاحتجاج به للمذهب الردي يعني التشيع. وذكر مثل ذلك في الذي بعده ، وفي ابن هرمي ، وفي مولى عليّ ، قال : رووا كلهم عن عليّ رضي الله عنه.</w:t>
      </w:r>
    </w:p>
    <w:p w:rsidR="00843DF1" w:rsidRPr="00CA52B4" w:rsidRDefault="00843DF1" w:rsidP="00B10281">
      <w:pPr>
        <w:pStyle w:val="libVar"/>
        <w:rPr>
          <w:rtl/>
          <w:lang w:bidi="fa-IR"/>
        </w:rPr>
      </w:pPr>
      <w:r w:rsidRPr="00CA52B4">
        <w:rPr>
          <w:rtl/>
          <w:lang w:bidi="fa-IR"/>
        </w:rPr>
        <w:t>لسان الميزان 6 / 31.</w:t>
      </w:r>
    </w:p>
    <w:p w:rsidR="00843DF1" w:rsidRPr="00CA52B4" w:rsidRDefault="00843DF1" w:rsidP="00EB70B9">
      <w:pPr>
        <w:pStyle w:val="libBold1"/>
        <w:rPr>
          <w:rtl/>
          <w:lang w:bidi="fa-IR"/>
        </w:rPr>
      </w:pPr>
      <w:r w:rsidRPr="00CA52B4">
        <w:rPr>
          <w:rtl/>
        </w:rPr>
        <w:t>1057</w:t>
      </w:r>
      <w:r>
        <w:rPr>
          <w:rtl/>
        </w:rPr>
        <w:t xml:space="preserve"> ـ </w:t>
      </w:r>
      <w:r w:rsidRPr="00CA52B4">
        <w:rPr>
          <w:rtl/>
        </w:rPr>
        <w:t>مسلم بن عمار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اختص بأمير المؤمنين </w:t>
      </w:r>
      <w:r>
        <w:rPr>
          <w:rtl/>
          <w:lang w:bidi="fa-IR"/>
        </w:rPr>
        <w:t>(</w:t>
      </w:r>
      <w:r w:rsidRPr="00CA52B4">
        <w:rPr>
          <w:rtl/>
          <w:lang w:bidi="fa-IR"/>
        </w:rPr>
        <w:t>عليه السلام</w:t>
      </w:r>
      <w:r>
        <w:rPr>
          <w:rtl/>
          <w:lang w:bidi="fa-IR"/>
        </w:rPr>
        <w:t>).</w:t>
      </w:r>
      <w:r w:rsidRPr="00CA52B4">
        <w:rPr>
          <w:rtl/>
          <w:lang w:bidi="fa-IR"/>
        </w:rPr>
        <w:t xml:space="preserve"> قال ابن حبان في الثقات لا أعتمد عليه ولا يعجبني الاحتجاج به للمذهب الردي يعني التشيع. وقد سبق مثل هذا القول منه في أكثر الذين رووا عن عليّ </w:t>
      </w:r>
      <w:r>
        <w:rPr>
          <w:rtl/>
          <w:lang w:bidi="fa-IR"/>
        </w:rPr>
        <w:t>(</w:t>
      </w:r>
      <w:r w:rsidRPr="00CA52B4">
        <w:rPr>
          <w:rtl/>
          <w:lang w:bidi="fa-IR"/>
        </w:rPr>
        <w:t>عليه السلام</w:t>
      </w:r>
      <w:r>
        <w:rPr>
          <w:rtl/>
          <w:lang w:bidi="fa-IR"/>
        </w:rPr>
        <w:t>).</w:t>
      </w:r>
      <w:r w:rsidRPr="00CA52B4">
        <w:rPr>
          <w:rtl/>
          <w:lang w:bidi="fa-IR"/>
        </w:rPr>
        <w:t xml:space="preserve"> غفرانك اللهم وإليك المصير.</w:t>
      </w:r>
    </w:p>
    <w:p w:rsidR="00843DF1" w:rsidRPr="00CA52B4" w:rsidRDefault="00843DF1" w:rsidP="00B10281">
      <w:pPr>
        <w:pStyle w:val="libVar"/>
        <w:rPr>
          <w:rtl/>
          <w:lang w:bidi="fa-IR"/>
        </w:rPr>
      </w:pPr>
      <w:r w:rsidRPr="00CA52B4">
        <w:rPr>
          <w:rtl/>
          <w:lang w:bidi="fa-IR"/>
        </w:rPr>
        <w:t>الجرح والتعديل 8 / 190. لسان الميزان 6 / 31.</w:t>
      </w:r>
    </w:p>
    <w:p w:rsidR="00843DF1" w:rsidRPr="00CA52B4" w:rsidRDefault="00843DF1" w:rsidP="00EB70B9">
      <w:pPr>
        <w:pStyle w:val="libBold1"/>
        <w:rPr>
          <w:rtl/>
          <w:lang w:bidi="fa-IR"/>
        </w:rPr>
      </w:pPr>
      <w:r w:rsidRPr="00CA52B4">
        <w:rPr>
          <w:rtl/>
        </w:rPr>
        <w:t>1058</w:t>
      </w:r>
      <w:r>
        <w:rPr>
          <w:rtl/>
        </w:rPr>
        <w:t xml:space="preserve"> ـ </w:t>
      </w:r>
      <w:r w:rsidRPr="00CA52B4">
        <w:rPr>
          <w:rtl/>
        </w:rPr>
        <w:t>مسلم بن عقال</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ذكرهما في كتابه ابن أبي حاتم الرازي ، ولم يثبت أكثر مما ذكرناه.</w:t>
      </w:r>
    </w:p>
    <w:p w:rsidR="00843DF1" w:rsidRPr="00CA52B4" w:rsidRDefault="00843DF1" w:rsidP="00B10281">
      <w:pPr>
        <w:pStyle w:val="libVar"/>
        <w:rPr>
          <w:rtl/>
          <w:lang w:bidi="fa-IR"/>
        </w:rPr>
      </w:pPr>
      <w:r w:rsidRPr="00CA52B4">
        <w:rPr>
          <w:rtl/>
          <w:lang w:bidi="fa-IR"/>
        </w:rPr>
        <w:t>الجرح والتعديل 8 / 190.</w:t>
      </w:r>
    </w:p>
    <w:p w:rsidR="00843DF1" w:rsidRPr="00CA52B4" w:rsidRDefault="00843DF1" w:rsidP="00EB70B9">
      <w:pPr>
        <w:pStyle w:val="libBold1"/>
        <w:rPr>
          <w:rtl/>
          <w:lang w:bidi="fa-IR"/>
        </w:rPr>
      </w:pPr>
      <w:r>
        <w:rPr>
          <w:rtl/>
          <w:lang w:bidi="fa-IR"/>
        </w:rPr>
        <w:br w:type="page"/>
      </w:r>
      <w:r w:rsidRPr="00CA52B4">
        <w:rPr>
          <w:rtl/>
        </w:rPr>
        <w:lastRenderedPageBreak/>
        <w:t>1059</w:t>
      </w:r>
      <w:r>
        <w:rPr>
          <w:rtl/>
        </w:rPr>
        <w:t xml:space="preserve"> ـ </w:t>
      </w:r>
      <w:r w:rsidRPr="00CA52B4">
        <w:rPr>
          <w:rtl/>
        </w:rPr>
        <w:t>مسلم بن كثير بن قليب الصدفي الأزدي الشهيد في 61 ه‍</w:t>
      </w:r>
      <w:r>
        <w:rPr>
          <w:rtl/>
        </w:rPr>
        <w:t>.</w:t>
      </w:r>
    </w:p>
    <w:p w:rsidR="00843DF1" w:rsidRPr="00CA52B4" w:rsidRDefault="00843DF1" w:rsidP="00347E77">
      <w:pPr>
        <w:pStyle w:val="libNormal"/>
        <w:rPr>
          <w:rtl/>
          <w:lang w:bidi="fa-IR"/>
        </w:rPr>
      </w:pPr>
      <w:r w:rsidRPr="00CA52B4">
        <w:rPr>
          <w:rtl/>
          <w:lang w:bidi="fa-IR"/>
        </w:rPr>
        <w:t xml:space="preserve">فارس مقاتل ، ويعرف بالأعرج الكوفي. وقد ذكر أهل السير أنّ له إدراكا للنبيّ </w:t>
      </w:r>
      <w:r>
        <w:rPr>
          <w:rtl/>
          <w:lang w:bidi="fa-IR"/>
        </w:rPr>
        <w:t>(</w:t>
      </w:r>
      <w:r w:rsidRPr="00CA52B4">
        <w:rPr>
          <w:rtl/>
          <w:lang w:bidi="fa-IR"/>
        </w:rPr>
        <w:t>صلّى الله عليه وآله وسلّم</w:t>
      </w:r>
      <w:r>
        <w:rPr>
          <w:rtl/>
          <w:lang w:bidi="fa-IR"/>
        </w:rPr>
        <w:t>)</w:t>
      </w:r>
      <w:r w:rsidRPr="00CA52B4">
        <w:rPr>
          <w:rtl/>
          <w:lang w:bidi="fa-IR"/>
        </w:rPr>
        <w:t xml:space="preserve"> وقد عرض له العرج في حرب الجمل ، من سهم أصاب ساقه فجرحه فعرج. وكان مع أمير المؤمنين </w:t>
      </w:r>
      <w:r>
        <w:rPr>
          <w:rtl/>
          <w:lang w:bidi="fa-IR"/>
        </w:rPr>
        <w:t>(</w:t>
      </w:r>
      <w:r w:rsidRPr="00CA52B4">
        <w:rPr>
          <w:rtl/>
          <w:lang w:bidi="fa-IR"/>
        </w:rPr>
        <w:t>عليه السلام</w:t>
      </w:r>
      <w:r>
        <w:rPr>
          <w:rtl/>
          <w:lang w:bidi="fa-IR"/>
        </w:rPr>
        <w:t>)</w:t>
      </w:r>
      <w:r w:rsidRPr="00CA52B4">
        <w:rPr>
          <w:rtl/>
          <w:lang w:bidi="fa-IR"/>
        </w:rPr>
        <w:t xml:space="preserve"> ، وسكن الكوفة وخرج إلى كربلاء عند توجّه الإمام الحسين </w:t>
      </w:r>
      <w:r>
        <w:rPr>
          <w:rtl/>
          <w:lang w:bidi="fa-IR"/>
        </w:rPr>
        <w:t>(</w:t>
      </w:r>
      <w:r w:rsidRPr="00CA52B4">
        <w:rPr>
          <w:rtl/>
          <w:lang w:bidi="fa-IR"/>
        </w:rPr>
        <w:t>عليه السلام</w:t>
      </w:r>
      <w:r>
        <w:rPr>
          <w:rtl/>
          <w:lang w:bidi="fa-IR"/>
        </w:rPr>
        <w:t>)</w:t>
      </w:r>
      <w:r w:rsidRPr="00CA52B4">
        <w:rPr>
          <w:rtl/>
          <w:lang w:bidi="fa-IR"/>
        </w:rPr>
        <w:t xml:space="preserve"> إليها ، ووافاه عند نزوله ولزمه حتّى استشهد يوم الطف في الحملة الأولى.</w:t>
      </w:r>
    </w:p>
    <w:p w:rsidR="00843DF1" w:rsidRPr="00CA52B4" w:rsidRDefault="00843DF1" w:rsidP="00B10281">
      <w:pPr>
        <w:pStyle w:val="libVar"/>
        <w:rPr>
          <w:rtl/>
          <w:lang w:bidi="fa-IR"/>
        </w:rPr>
      </w:pPr>
      <w:r w:rsidRPr="00CA52B4">
        <w:rPr>
          <w:rtl/>
          <w:lang w:bidi="fa-IR"/>
        </w:rPr>
        <w:t xml:space="preserve">أصحاب الإمام الحسين </w:t>
      </w:r>
      <w:r>
        <w:rPr>
          <w:rtl/>
          <w:lang w:bidi="fa-IR"/>
        </w:rPr>
        <w:t>(</w:t>
      </w:r>
      <w:r w:rsidRPr="00CA52B4">
        <w:rPr>
          <w:rtl/>
          <w:lang w:bidi="fa-IR"/>
        </w:rPr>
        <w:t>عليه السلام</w:t>
      </w:r>
      <w:r>
        <w:rPr>
          <w:rtl/>
          <w:lang w:bidi="fa-IR"/>
        </w:rPr>
        <w:t>)</w:t>
      </w:r>
      <w:r w:rsidRPr="00CA52B4">
        <w:rPr>
          <w:rtl/>
          <w:lang w:bidi="fa-IR"/>
        </w:rPr>
        <w:t xml:space="preserve"> / خ. تنقيح المقال 3 / 215. جامع الرواة 2 / 23. مجمع الرجال 6 / 90. معجم رجال الحديث 18 / 151. المناقب 4 / 215.</w:t>
      </w:r>
    </w:p>
    <w:p w:rsidR="00843DF1" w:rsidRPr="00CA52B4" w:rsidRDefault="00843DF1" w:rsidP="00EB70B9">
      <w:pPr>
        <w:pStyle w:val="libBold1"/>
        <w:rPr>
          <w:rtl/>
          <w:lang w:bidi="fa-IR"/>
        </w:rPr>
      </w:pPr>
      <w:r w:rsidRPr="00CA52B4">
        <w:rPr>
          <w:rtl/>
        </w:rPr>
        <w:t>1060</w:t>
      </w:r>
      <w:r>
        <w:rPr>
          <w:rtl/>
        </w:rPr>
        <w:t xml:space="preserve"> ـ </w:t>
      </w:r>
      <w:r w:rsidRPr="00CA52B4">
        <w:rPr>
          <w:rtl/>
        </w:rPr>
        <w:t>مسلم بن أبي كريمة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ذكره أبو محمد عبد الرحمن بن أبي حاتم محمد بن إدريس الرازي المتوفى 327 ه‍</w:t>
      </w:r>
      <w:r>
        <w:rPr>
          <w:rtl/>
          <w:lang w:bidi="fa-IR"/>
        </w:rPr>
        <w:t>.</w:t>
      </w:r>
      <w:r w:rsidRPr="00CA52B4">
        <w:rPr>
          <w:rtl/>
          <w:lang w:bidi="fa-IR"/>
        </w:rPr>
        <w:t xml:space="preserve"> وذكره الذهبي بنقل عن الرازي وذكره ابن حبان في الثقات وقال : الا أنّي لا أعتمد عليه يعني لأجل التشيع.</w:t>
      </w:r>
    </w:p>
    <w:p w:rsidR="00843DF1" w:rsidRPr="00CA52B4" w:rsidRDefault="00843DF1" w:rsidP="00B10281">
      <w:pPr>
        <w:pStyle w:val="libVar"/>
        <w:rPr>
          <w:rtl/>
          <w:lang w:bidi="fa-IR"/>
        </w:rPr>
      </w:pPr>
      <w:r w:rsidRPr="00CA52B4">
        <w:rPr>
          <w:rtl/>
          <w:lang w:bidi="fa-IR"/>
        </w:rPr>
        <w:t>الجرح والتعديل 8 / 193. لسان الميزان 6 / 32. ميزان الاعتدال 4 / 106.</w:t>
      </w:r>
    </w:p>
    <w:p w:rsidR="00843DF1" w:rsidRPr="00CA52B4" w:rsidRDefault="00843DF1" w:rsidP="00EB70B9">
      <w:pPr>
        <w:pStyle w:val="libBold1"/>
        <w:rPr>
          <w:rtl/>
          <w:lang w:bidi="fa-IR"/>
        </w:rPr>
      </w:pPr>
      <w:r w:rsidRPr="00CA52B4">
        <w:rPr>
          <w:rtl/>
        </w:rPr>
        <w:t>1061</w:t>
      </w:r>
      <w:r>
        <w:rPr>
          <w:rtl/>
        </w:rPr>
        <w:t xml:space="preserve"> ـ </w:t>
      </w:r>
      <w:r w:rsidRPr="00CA52B4">
        <w:rPr>
          <w:rtl/>
        </w:rPr>
        <w:t>مسلم المجاشعي الشهيد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كان يسكن المدائن ، واتصل بحذيفة بن اليمان ، واستبصر والتحق إلى صفوف جيش أمير المؤمنين </w:t>
      </w:r>
      <w:r>
        <w:rPr>
          <w:rtl/>
          <w:lang w:bidi="fa-IR"/>
        </w:rPr>
        <w:t>(</w:t>
      </w:r>
      <w:r w:rsidRPr="00CA52B4">
        <w:rPr>
          <w:rtl/>
          <w:lang w:bidi="fa-IR"/>
        </w:rPr>
        <w:t>عليه السلام</w:t>
      </w:r>
      <w:r>
        <w:rPr>
          <w:rtl/>
          <w:lang w:bidi="fa-IR"/>
        </w:rPr>
        <w:t>)</w:t>
      </w:r>
      <w:r w:rsidRPr="00CA52B4">
        <w:rPr>
          <w:rtl/>
          <w:lang w:bidi="fa-IR"/>
        </w:rPr>
        <w:t xml:space="preserve"> وتفانى في سبيل عقيدته وإيمانه ، بحيث قال عنه </w:t>
      </w:r>
      <w:r>
        <w:rPr>
          <w:rtl/>
          <w:lang w:bidi="fa-IR"/>
        </w:rPr>
        <w:t>(</w:t>
      </w:r>
      <w:r w:rsidRPr="00CA52B4">
        <w:rPr>
          <w:rtl/>
          <w:lang w:bidi="fa-IR"/>
        </w:rPr>
        <w:t>عليه السلام</w:t>
      </w:r>
      <w:r>
        <w:rPr>
          <w:rtl/>
          <w:lang w:bidi="fa-IR"/>
        </w:rPr>
        <w:t>)</w:t>
      </w:r>
      <w:r w:rsidRPr="00CA52B4">
        <w:rPr>
          <w:rtl/>
          <w:lang w:bidi="fa-IR"/>
        </w:rPr>
        <w:t xml:space="preserve"> : إنّ الفتى ممن حشى الله قلبه نورا وإيمانا وهو مقتول ، ولقد أشفقت عليه من ذلك ولن يفلح القوم بعد قتلهم إياه</w:t>
      </w:r>
      <w:r>
        <w:rPr>
          <w:rtl/>
          <w:lang w:bidi="fa-IR"/>
        </w:rPr>
        <w:t xml:space="preserve"> ..</w:t>
      </w:r>
      <w:r w:rsidRPr="00CA52B4">
        <w:rPr>
          <w:rtl/>
          <w:lang w:bidi="fa-IR"/>
        </w:rPr>
        <w:t>. وكان أول قتيل يوم الجمل.</w:t>
      </w:r>
    </w:p>
    <w:p w:rsidR="00843DF1" w:rsidRPr="00CA52B4" w:rsidRDefault="00843DF1" w:rsidP="00B10281">
      <w:pPr>
        <w:pStyle w:val="libVar"/>
        <w:rPr>
          <w:rtl/>
          <w:lang w:bidi="fa-IR"/>
        </w:rPr>
      </w:pPr>
      <w:r w:rsidRPr="00CA52B4">
        <w:rPr>
          <w:rtl/>
          <w:lang w:bidi="fa-IR"/>
        </w:rPr>
        <w:t>أعيان الشيعة 10 / 125. تحفة الأحباب / 360. سفينة البحار 1 / 652. مروج الذهب 2 / 370. معجم رجال الحديث 18 / 152. المناقب 3 / 155. مجالس المؤمنين 1 / 304.</w:t>
      </w:r>
    </w:p>
    <w:p w:rsidR="00843DF1" w:rsidRPr="00CA52B4" w:rsidRDefault="00843DF1" w:rsidP="00EB70B9">
      <w:pPr>
        <w:pStyle w:val="libBold1"/>
        <w:rPr>
          <w:rtl/>
          <w:lang w:bidi="fa-IR"/>
        </w:rPr>
      </w:pPr>
      <w:r w:rsidRPr="00CA52B4">
        <w:rPr>
          <w:rtl/>
        </w:rPr>
        <w:t>1062</w:t>
      </w:r>
      <w:r>
        <w:rPr>
          <w:rtl/>
        </w:rPr>
        <w:t xml:space="preserve"> ـ </w:t>
      </w:r>
      <w:r w:rsidRPr="00CA52B4">
        <w:rPr>
          <w:rtl/>
        </w:rPr>
        <w:t xml:space="preserve">مسلم </w:t>
      </w:r>
      <w:r>
        <w:rPr>
          <w:rtl/>
        </w:rPr>
        <w:t>(</w:t>
      </w:r>
      <w:r w:rsidRPr="00CA52B4">
        <w:rPr>
          <w:rtl/>
        </w:rPr>
        <w:t>أبو عياض</w:t>
      </w:r>
      <w:r>
        <w:rPr>
          <w:rtl/>
        </w:rPr>
        <w:t>)</w:t>
      </w:r>
      <w:r w:rsidRPr="00CA52B4">
        <w:rPr>
          <w:rtl/>
        </w:rPr>
        <w:t xml:space="preserve"> ابن نذير بن يزيد بن شبل</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زياد بن فياض. وأبو إسحاق الهمداني. وعياش بن</w:t>
      </w:r>
    </w:p>
    <w:p w:rsidR="00843DF1" w:rsidRPr="00CA52B4" w:rsidRDefault="00843DF1" w:rsidP="00B10281">
      <w:pPr>
        <w:pStyle w:val="libNormal0"/>
        <w:rPr>
          <w:rtl/>
          <w:lang w:bidi="fa-IR"/>
        </w:rPr>
      </w:pPr>
      <w:r>
        <w:rPr>
          <w:rtl/>
          <w:lang w:bidi="fa-IR"/>
        </w:rPr>
        <w:br w:type="page"/>
      </w:r>
      <w:r w:rsidRPr="00CA52B4">
        <w:rPr>
          <w:rtl/>
          <w:lang w:bidi="fa-IR"/>
        </w:rPr>
        <w:lastRenderedPageBreak/>
        <w:t>العامري. وقيل مسلم بن يزيد ذكره ابن حبان في الثقات.</w:t>
      </w:r>
    </w:p>
    <w:p w:rsidR="00843DF1" w:rsidRPr="00CA52B4" w:rsidRDefault="00843DF1" w:rsidP="00B10281">
      <w:pPr>
        <w:pStyle w:val="libVar"/>
        <w:rPr>
          <w:rtl/>
          <w:lang w:bidi="fa-IR"/>
        </w:rPr>
      </w:pPr>
      <w:r w:rsidRPr="00CA52B4">
        <w:rPr>
          <w:rtl/>
          <w:lang w:bidi="fa-IR"/>
        </w:rPr>
        <w:t>الجرح والتعديل 8 / 197.</w:t>
      </w:r>
    </w:p>
    <w:p w:rsidR="00843DF1" w:rsidRPr="00CA52B4" w:rsidRDefault="00843DF1" w:rsidP="00EB70B9">
      <w:pPr>
        <w:pStyle w:val="libBold1"/>
        <w:rPr>
          <w:rtl/>
          <w:lang w:bidi="fa-IR"/>
        </w:rPr>
      </w:pPr>
      <w:r w:rsidRPr="00CA52B4">
        <w:rPr>
          <w:rtl/>
        </w:rPr>
        <w:t>1063</w:t>
      </w:r>
      <w:r>
        <w:rPr>
          <w:rtl/>
        </w:rPr>
        <w:t xml:space="preserve"> ـ </w:t>
      </w:r>
      <w:r w:rsidRPr="00CA52B4">
        <w:rPr>
          <w:rtl/>
        </w:rPr>
        <w:t>مسلم بن نسطاس</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حدّث أيضا عن عبيدة السلماني ، وأبي البختري ، ويحيى بن مسيرة.</w:t>
      </w:r>
    </w:p>
    <w:p w:rsidR="00843DF1" w:rsidRPr="00CA52B4" w:rsidRDefault="00843DF1" w:rsidP="00B10281">
      <w:pPr>
        <w:pStyle w:val="libVar"/>
        <w:rPr>
          <w:rtl/>
          <w:lang w:bidi="fa-IR"/>
        </w:rPr>
      </w:pPr>
      <w:r w:rsidRPr="00CA52B4">
        <w:rPr>
          <w:rtl/>
          <w:lang w:bidi="fa-IR"/>
        </w:rPr>
        <w:t>تهذيب التهذيب 10 / 139. تعجيل المنفعة / 402. الجرح والتعديل 8 / 197.</w:t>
      </w:r>
      <w:r>
        <w:rPr>
          <w:rFonts w:hint="cs"/>
          <w:rtl/>
          <w:lang w:bidi="fa-IR"/>
        </w:rPr>
        <w:t xml:space="preserve"> </w:t>
      </w:r>
      <w:r w:rsidRPr="00CA52B4">
        <w:rPr>
          <w:rtl/>
          <w:lang w:bidi="fa-IR"/>
        </w:rPr>
        <w:t>الطبقات الكبرى 7 / 146. قاموس الرجال 8 / 487. المشتبه 2 / 636.</w:t>
      </w:r>
    </w:p>
    <w:p w:rsidR="00843DF1" w:rsidRPr="00CA52B4" w:rsidRDefault="00843DF1" w:rsidP="00EB70B9">
      <w:pPr>
        <w:pStyle w:val="libBold1"/>
        <w:rPr>
          <w:rtl/>
          <w:lang w:bidi="fa-IR"/>
        </w:rPr>
      </w:pPr>
      <w:r w:rsidRPr="00CA52B4">
        <w:rPr>
          <w:rtl/>
        </w:rPr>
        <w:t>1064</w:t>
      </w:r>
      <w:r>
        <w:rPr>
          <w:rtl/>
        </w:rPr>
        <w:t xml:space="preserve"> ـ </w:t>
      </w:r>
      <w:r w:rsidRPr="00CA52B4">
        <w:rPr>
          <w:rtl/>
        </w:rPr>
        <w:t>مسلم</w:t>
      </w:r>
      <w:r>
        <w:rPr>
          <w:rtl/>
        </w:rPr>
        <w:t xml:space="preserve"> ....</w:t>
      </w:r>
    </w:p>
    <w:p w:rsidR="00843DF1" w:rsidRPr="00CA52B4" w:rsidRDefault="00843DF1" w:rsidP="00347E77">
      <w:pPr>
        <w:pStyle w:val="libNormal"/>
        <w:rPr>
          <w:rtl/>
          <w:lang w:bidi="fa-IR"/>
        </w:rPr>
      </w:pPr>
      <w:r w:rsidRPr="00CA52B4">
        <w:rPr>
          <w:rtl/>
          <w:lang w:bidi="fa-IR"/>
        </w:rPr>
        <w:t xml:space="preserve">مولى أمير المؤمنين </w:t>
      </w:r>
      <w:r>
        <w:rPr>
          <w:rtl/>
          <w:lang w:bidi="fa-IR"/>
        </w:rPr>
        <w:t>(</w:t>
      </w:r>
      <w:r w:rsidRPr="00CA52B4">
        <w:rPr>
          <w:rtl/>
          <w:lang w:bidi="fa-IR"/>
        </w:rPr>
        <w:t>عليه السلام</w:t>
      </w:r>
      <w:r>
        <w:rPr>
          <w:rtl/>
          <w:lang w:bidi="fa-IR"/>
        </w:rPr>
        <w:t>)</w:t>
      </w:r>
      <w:r w:rsidRPr="00CA52B4">
        <w:rPr>
          <w:rtl/>
          <w:lang w:bidi="fa-IR"/>
        </w:rPr>
        <w:t xml:space="preserve"> وكان من عتقائه ، ويكتب بين يديه.</w:t>
      </w:r>
      <w:r>
        <w:rPr>
          <w:rFonts w:hint="cs"/>
          <w:rtl/>
          <w:lang w:bidi="fa-IR"/>
        </w:rPr>
        <w:t xml:space="preserve"> </w:t>
      </w:r>
      <w:r w:rsidRPr="00CA52B4">
        <w:rPr>
          <w:rtl/>
          <w:lang w:bidi="fa-IR"/>
        </w:rPr>
        <w:t xml:space="preserve">وكان ابنه القاسم من أصحاب الإمام الصادق </w:t>
      </w:r>
      <w:r>
        <w:rPr>
          <w:rtl/>
          <w:lang w:bidi="fa-IR"/>
        </w:rPr>
        <w:t>(</w:t>
      </w:r>
      <w:r w:rsidRPr="00CA52B4">
        <w:rPr>
          <w:rtl/>
          <w:lang w:bidi="fa-IR"/>
        </w:rPr>
        <w:t>عليه السلام</w:t>
      </w:r>
      <w:r>
        <w:rPr>
          <w:rtl/>
          <w:lang w:bidi="fa-IR"/>
        </w:rPr>
        <w:t>)</w:t>
      </w:r>
      <w:r w:rsidRPr="00CA52B4">
        <w:rPr>
          <w:rtl/>
          <w:lang w:bidi="fa-IR"/>
        </w:rPr>
        <w:t xml:space="preserve"> ، وفي بعض المراجع : مسلم بن رياح. قال ابن حبان : في الثقات ، لا أعتمد عليه ولا يعجبني الاحتجاج بخبره للمذهب الردي يعني التشيع.</w:t>
      </w:r>
    </w:p>
    <w:p w:rsidR="00843DF1" w:rsidRPr="00CA52B4" w:rsidRDefault="00843DF1" w:rsidP="00B10281">
      <w:pPr>
        <w:pStyle w:val="libVar"/>
        <w:rPr>
          <w:rtl/>
          <w:lang w:bidi="fa-IR"/>
        </w:rPr>
      </w:pPr>
      <w:r w:rsidRPr="00CA52B4">
        <w:rPr>
          <w:rtl/>
          <w:lang w:bidi="fa-IR"/>
        </w:rPr>
        <w:t>تنقيح المقال 3 / 215. تهذيب التهذيب 10 / 142. جامع الرواة 2 / 230.</w:t>
      </w:r>
      <w:r>
        <w:rPr>
          <w:rFonts w:hint="cs"/>
          <w:rtl/>
          <w:lang w:bidi="fa-IR"/>
        </w:rPr>
        <w:t xml:space="preserve"> </w:t>
      </w:r>
      <w:r w:rsidRPr="00CA52B4">
        <w:rPr>
          <w:rtl/>
          <w:lang w:bidi="fa-IR"/>
        </w:rPr>
        <w:t>الجرح والتعديل 8 / 201. شرح ابن أبي الحديد 2 / 83. الطبقات الكبرى 6 / 237.</w:t>
      </w:r>
      <w:r>
        <w:rPr>
          <w:rFonts w:hint="cs"/>
          <w:rtl/>
          <w:lang w:bidi="fa-IR"/>
        </w:rPr>
        <w:t xml:space="preserve"> </w:t>
      </w:r>
      <w:r w:rsidRPr="00CA52B4">
        <w:rPr>
          <w:rtl/>
          <w:lang w:bidi="fa-IR"/>
        </w:rPr>
        <w:t>قاموس الرجال 8 / 487. لسان الميزان 6 / 32. مجمع الرجال 6 / 90. المشتبه 1 / 303. معجم رجال الحديث 18 / 153.</w:t>
      </w:r>
    </w:p>
    <w:p w:rsidR="00843DF1" w:rsidRPr="00CA52B4" w:rsidRDefault="00843DF1" w:rsidP="00EB70B9">
      <w:pPr>
        <w:pStyle w:val="libBold1"/>
        <w:rPr>
          <w:rtl/>
          <w:lang w:bidi="fa-IR"/>
        </w:rPr>
      </w:pPr>
      <w:r w:rsidRPr="00CA52B4">
        <w:rPr>
          <w:rtl/>
        </w:rPr>
        <w:t>1065</w:t>
      </w:r>
      <w:r>
        <w:rPr>
          <w:rtl/>
        </w:rPr>
        <w:t xml:space="preserve"> ـ </w:t>
      </w:r>
      <w:r w:rsidRPr="00CA52B4">
        <w:rPr>
          <w:rtl/>
        </w:rPr>
        <w:t>مسلم بن هرمز</w:t>
      </w:r>
      <w:r>
        <w:rPr>
          <w:rtl/>
        </w:rPr>
        <w:t xml:space="preserve"> ....</w:t>
      </w:r>
    </w:p>
    <w:p w:rsidR="00843DF1" w:rsidRPr="00CA52B4" w:rsidRDefault="00843DF1" w:rsidP="00347E77">
      <w:pPr>
        <w:pStyle w:val="libNormal"/>
        <w:rPr>
          <w:rtl/>
          <w:lang w:bidi="fa-IR"/>
        </w:rPr>
      </w:pPr>
      <w:r w:rsidRPr="00CA52B4">
        <w:rPr>
          <w:rtl/>
          <w:lang w:bidi="fa-IR"/>
        </w:rPr>
        <w:t>محدّث. روى عنه ابنه عبد الله بن مسلم ، وهارون بن مسلم.</w:t>
      </w:r>
    </w:p>
    <w:p w:rsidR="00843DF1" w:rsidRPr="00CA52B4" w:rsidRDefault="00843DF1" w:rsidP="00B10281">
      <w:pPr>
        <w:pStyle w:val="libVar"/>
        <w:rPr>
          <w:rtl/>
          <w:lang w:bidi="fa-IR"/>
        </w:rPr>
      </w:pPr>
      <w:r w:rsidRPr="00CA52B4">
        <w:rPr>
          <w:rtl/>
          <w:lang w:bidi="fa-IR"/>
        </w:rPr>
        <w:t>تهذيب التهذيب 11 / 11. الجرح والتعديل 8 / 198. الغارات 2 / 940</w:t>
      </w:r>
      <w:r>
        <w:rPr>
          <w:rtl/>
          <w:lang w:bidi="fa-IR"/>
        </w:rPr>
        <w:t xml:space="preserve"> ـ </w:t>
      </w:r>
      <w:r w:rsidRPr="00CA52B4">
        <w:rPr>
          <w:rtl/>
          <w:lang w:bidi="fa-IR"/>
        </w:rPr>
        <w:t>941.</w:t>
      </w:r>
    </w:p>
    <w:p w:rsidR="00843DF1" w:rsidRPr="00CA52B4" w:rsidRDefault="00843DF1" w:rsidP="00EB70B9">
      <w:pPr>
        <w:pStyle w:val="libBold1"/>
        <w:rPr>
          <w:rtl/>
          <w:lang w:bidi="fa-IR"/>
        </w:rPr>
      </w:pPr>
      <w:r w:rsidRPr="00CA52B4">
        <w:rPr>
          <w:rtl/>
        </w:rPr>
        <w:t>1066</w:t>
      </w:r>
      <w:r>
        <w:rPr>
          <w:rtl/>
        </w:rPr>
        <w:t xml:space="preserve"> ـ </w:t>
      </w:r>
      <w:r w:rsidRPr="00CA52B4">
        <w:rPr>
          <w:rtl/>
        </w:rPr>
        <w:t>مسلم بن هرمي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الرواة. قال ابن حبان في الثقات : لا أعتمد عليه ولا يعجبني الاحتجاج به للمذهب الردي يعني التشيع. والقول هذا من ابن حبان دليل على سخافة عقله ، وغلبة العصبية الأموية على علمه.</w:t>
      </w:r>
    </w:p>
    <w:p w:rsidR="00843DF1" w:rsidRPr="00CA52B4" w:rsidRDefault="00843DF1" w:rsidP="00B10281">
      <w:pPr>
        <w:pStyle w:val="libVar"/>
        <w:rPr>
          <w:rtl/>
          <w:lang w:bidi="fa-IR"/>
        </w:rPr>
      </w:pPr>
      <w:r w:rsidRPr="00CA52B4">
        <w:rPr>
          <w:rtl/>
          <w:lang w:bidi="fa-IR"/>
        </w:rPr>
        <w:t>لسان الميزان 6 / 32.</w:t>
      </w:r>
    </w:p>
    <w:p w:rsidR="00843DF1" w:rsidRPr="00CA52B4" w:rsidRDefault="00843DF1" w:rsidP="00EB70B9">
      <w:pPr>
        <w:pStyle w:val="libBold1"/>
        <w:rPr>
          <w:rtl/>
          <w:lang w:bidi="fa-IR"/>
        </w:rPr>
      </w:pPr>
      <w:r>
        <w:rPr>
          <w:rtl/>
          <w:lang w:bidi="fa-IR"/>
        </w:rPr>
        <w:br w:type="page"/>
      </w:r>
      <w:r w:rsidRPr="00CA52B4">
        <w:rPr>
          <w:rtl/>
        </w:rPr>
        <w:lastRenderedPageBreak/>
        <w:t>1067</w:t>
      </w:r>
      <w:r>
        <w:rPr>
          <w:rtl/>
        </w:rPr>
        <w:t xml:space="preserve"> ـ </w:t>
      </w:r>
      <w:r w:rsidRPr="00CA52B4">
        <w:rPr>
          <w:rtl/>
        </w:rPr>
        <w:t>مسلم بن يزيد الأزدي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يقال : إنّ اسمه عبد الله بن ناجذ. روى عنه سلمة بن كهيل ، وعثمان بن المغيرة ، والحارث بن حصيرة ، والقاسم بن الوليد.</w:t>
      </w:r>
    </w:p>
    <w:p w:rsidR="00843DF1" w:rsidRPr="00CA52B4" w:rsidRDefault="00843DF1" w:rsidP="00B10281">
      <w:pPr>
        <w:pStyle w:val="libVar"/>
        <w:rPr>
          <w:rtl/>
          <w:lang w:bidi="fa-IR"/>
        </w:rPr>
      </w:pPr>
      <w:r w:rsidRPr="00CA52B4">
        <w:rPr>
          <w:rtl/>
          <w:lang w:bidi="fa-IR"/>
        </w:rPr>
        <w:t>الجرح والتعديل 8 / 199.</w:t>
      </w:r>
    </w:p>
    <w:p w:rsidR="00843DF1" w:rsidRPr="00CA52B4" w:rsidRDefault="00843DF1" w:rsidP="00EB70B9">
      <w:pPr>
        <w:pStyle w:val="libBold1"/>
        <w:rPr>
          <w:rtl/>
          <w:lang w:bidi="fa-IR"/>
        </w:rPr>
      </w:pPr>
      <w:r w:rsidRPr="00CA52B4">
        <w:rPr>
          <w:rtl/>
        </w:rPr>
        <w:t>1068</w:t>
      </w:r>
      <w:r>
        <w:rPr>
          <w:rtl/>
        </w:rPr>
        <w:t xml:space="preserve"> ـ </w:t>
      </w:r>
      <w:r w:rsidRPr="00CA52B4">
        <w:rPr>
          <w:rtl/>
        </w:rPr>
        <w:t xml:space="preserve">المسور </w:t>
      </w:r>
      <w:r>
        <w:rPr>
          <w:rtl/>
        </w:rPr>
        <w:t>(</w:t>
      </w:r>
      <w:r w:rsidRPr="00CA52B4">
        <w:rPr>
          <w:rtl/>
        </w:rPr>
        <w:t>أبو عبد الرحمن</w:t>
      </w:r>
      <w:r>
        <w:rPr>
          <w:rtl/>
        </w:rPr>
        <w:t>)</w:t>
      </w:r>
      <w:r w:rsidRPr="00CA52B4">
        <w:rPr>
          <w:rtl/>
        </w:rPr>
        <w:t xml:space="preserve"> ابن مخرمة بن نوفل بن أهيب بن عبد مناف بن زهرة بن كلاب بن مرة الزهري النوفلي المتوفى 64 ه‍</w:t>
      </w:r>
      <w:r>
        <w:rPr>
          <w:rtl/>
        </w:rPr>
        <w:t>.</w:t>
      </w:r>
    </w:p>
    <w:p w:rsidR="00843DF1" w:rsidRPr="00CA52B4" w:rsidRDefault="00843DF1" w:rsidP="00347E77">
      <w:pPr>
        <w:pStyle w:val="libNormal"/>
        <w:rPr>
          <w:rtl/>
          <w:lang w:bidi="fa-IR"/>
        </w:rPr>
      </w:pPr>
      <w:r w:rsidRPr="00CA52B4">
        <w:rPr>
          <w:rtl/>
          <w:lang w:bidi="fa-IR"/>
        </w:rPr>
        <w:t>من الصحابة الرواة. ولد بمكة بعد الهجرة بسنتين ، ثم جاء بعد والده إلى المدينة ، وشهد صفّين ، وأخذ عنه الرواة ، ثم عاد إلى مكة ، وحين جهز يزيد بن الحصين بن نمير السكوني جيشا لقتال ابن الزبير بمكة ، رمى الحصين الكعبة بالمنجنيق حتّى تضعضع بناؤها ووهى ، وقتل بحجر المنجنيق المسور وذلك عام 64 ه‍ ، وهو يصلّى في الحجر. وقيل : قتل مع ابن الزبير سنة 73 ه‍ والأول أصح. وكان من أهل الفضل والدين. وله أحاديث في السنن. وكان مع خاله عبد الرحمن بن عوف ، ليالي الشورى.</w:t>
      </w:r>
      <w:r>
        <w:rPr>
          <w:rFonts w:hint="cs"/>
          <w:rtl/>
          <w:lang w:bidi="fa-IR"/>
        </w:rPr>
        <w:t xml:space="preserve"> </w:t>
      </w:r>
      <w:r w:rsidRPr="00CA52B4">
        <w:rPr>
          <w:rtl/>
          <w:lang w:bidi="fa-IR"/>
        </w:rPr>
        <w:t>وشهد فتح افريقية مع عبد الله بن سعد.</w:t>
      </w:r>
    </w:p>
    <w:p w:rsidR="00843DF1" w:rsidRPr="00CA52B4" w:rsidRDefault="00843DF1" w:rsidP="00B10281">
      <w:pPr>
        <w:pStyle w:val="libVar"/>
        <w:rPr>
          <w:rtl/>
          <w:lang w:bidi="fa-IR"/>
        </w:rPr>
      </w:pPr>
      <w:r w:rsidRPr="00CA52B4">
        <w:rPr>
          <w:rtl/>
          <w:lang w:bidi="fa-IR"/>
        </w:rPr>
        <w:t>الأعلام 8 / 123. الاستيعاب 3 / 416. أسد الغابة 4 / 365. الاشتقاق / 96.</w:t>
      </w:r>
      <w:r>
        <w:rPr>
          <w:rFonts w:hint="cs"/>
          <w:rtl/>
          <w:lang w:bidi="fa-IR"/>
        </w:rPr>
        <w:t xml:space="preserve"> </w:t>
      </w:r>
      <w:r w:rsidRPr="00CA52B4">
        <w:rPr>
          <w:rtl/>
          <w:lang w:bidi="fa-IR"/>
        </w:rPr>
        <w:t xml:space="preserve">الإصابة 3 / 419. تاريخ الطبري 13 / 20. تاريخ الخلفاء / 210. تحفة الأحباب / 362. تذكرة الحفاظ 1 / 47. تقريب التهذيب 2 / 249. تنقيح المقال 3 / 217. تهذيب التهذيب 10 / 151. تاريخ جرجان / 275 ، 544. جامع الرواة 2 / 231. الجرح والتعديل 8 / 297. جمهرة أنساب العرب / 129. الجمل أو النصرة في حرب البصرة / 74. خلاصة الأقوال / 170. رجال ابن داود / 189. رجال الشيخ الطوسي / 58. سفينة البحار 1 / 672. شاعرات العرب / 129. شرح ابن أبي الحديد 20 / 122. الطبقات الكبرى 8 / 223. طبقات الحفاظ / 45. العقد الفريد 4 / 104 </w:t>
      </w:r>
      <w:r>
        <w:rPr>
          <w:rtl/>
          <w:lang w:bidi="fa-IR"/>
        </w:rPr>
        <w:t>و 5</w:t>
      </w:r>
      <w:r w:rsidRPr="00CA52B4">
        <w:rPr>
          <w:rtl/>
          <w:lang w:bidi="fa-IR"/>
        </w:rPr>
        <w:t xml:space="preserve"> / 29 ، 132 ، 33 </w:t>
      </w:r>
      <w:r>
        <w:rPr>
          <w:rtl/>
          <w:lang w:bidi="fa-IR"/>
        </w:rPr>
        <w:t>و 7</w:t>
      </w:r>
      <w:r w:rsidRPr="00CA52B4">
        <w:rPr>
          <w:rtl/>
          <w:lang w:bidi="fa-IR"/>
        </w:rPr>
        <w:t xml:space="preserve"> / 43 </w:t>
      </w:r>
      <w:r>
        <w:rPr>
          <w:rtl/>
          <w:lang w:bidi="fa-IR"/>
        </w:rPr>
        <w:t>و 8</w:t>
      </w:r>
      <w:r w:rsidRPr="00CA52B4">
        <w:rPr>
          <w:rtl/>
          <w:lang w:bidi="fa-IR"/>
        </w:rPr>
        <w:t xml:space="preserve"> / 55. الغدير 6 / 135 ، 306 </w:t>
      </w:r>
      <w:r>
        <w:rPr>
          <w:rtl/>
          <w:lang w:bidi="fa-IR"/>
        </w:rPr>
        <w:t>و 8</w:t>
      </w:r>
      <w:r w:rsidRPr="00CA52B4">
        <w:rPr>
          <w:rtl/>
          <w:lang w:bidi="fa-IR"/>
        </w:rPr>
        <w:t xml:space="preserve"> / 92 </w:t>
      </w:r>
      <w:r>
        <w:rPr>
          <w:rtl/>
          <w:lang w:bidi="fa-IR"/>
        </w:rPr>
        <w:t>و 9</w:t>
      </w:r>
      <w:r w:rsidRPr="00CA52B4">
        <w:rPr>
          <w:rtl/>
          <w:lang w:bidi="fa-IR"/>
        </w:rPr>
        <w:t xml:space="preserve"> / 87 </w:t>
      </w:r>
      <w:r>
        <w:rPr>
          <w:rtl/>
          <w:lang w:bidi="fa-IR"/>
        </w:rPr>
        <w:t>و 1</w:t>
      </w:r>
      <w:r w:rsidRPr="00CA52B4">
        <w:rPr>
          <w:rtl/>
          <w:lang w:bidi="fa-IR"/>
        </w:rPr>
        <w:t xml:space="preserve">0 / 31. الغارات 2 / 571 ، 947 ، 498. قاموس الرجال 8 / 491. الكامل في التأريخ 2 / 42 </w:t>
      </w:r>
      <w:r>
        <w:rPr>
          <w:rtl/>
          <w:lang w:bidi="fa-IR"/>
        </w:rPr>
        <w:t>و 3</w:t>
      </w:r>
      <w:r w:rsidRPr="00CA52B4">
        <w:rPr>
          <w:rtl/>
          <w:lang w:bidi="fa-IR"/>
        </w:rPr>
        <w:t xml:space="preserve"> / 49 ، 68 ، 72 </w:t>
      </w:r>
      <w:r>
        <w:rPr>
          <w:rtl/>
          <w:lang w:bidi="fa-IR"/>
        </w:rPr>
        <w:t>و 4</w:t>
      </w:r>
      <w:r w:rsidRPr="00CA52B4">
        <w:rPr>
          <w:rtl/>
          <w:lang w:bidi="fa-IR"/>
        </w:rPr>
        <w:t xml:space="preserve"> / 122 ، 174. مجمع الرجال 6 / 91. مرآة الجنان 1 / 140. المعارف / 188. معجم الثقات / 347. معجم رجال الحديث 18 / 161. منتهى المقال / 304. المجروحون من المحدّثين 3 / 143. مجالس</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المؤمنين 1 / 321. النجوم الزاهرة 1 / 146 ، 165. نقد الرجال / 344. النهاية في غريب الحديث 1 / 368 </w:t>
      </w:r>
      <w:r>
        <w:rPr>
          <w:rtl/>
          <w:lang w:bidi="fa-IR"/>
        </w:rPr>
        <w:t>و 2</w:t>
      </w:r>
      <w:r w:rsidRPr="00CA52B4">
        <w:rPr>
          <w:rtl/>
          <w:lang w:bidi="fa-IR"/>
        </w:rPr>
        <w:t xml:space="preserve"> / 193. هدى الساري / 216.</w:t>
      </w:r>
    </w:p>
    <w:p w:rsidR="00843DF1" w:rsidRPr="00CA52B4" w:rsidRDefault="00843DF1" w:rsidP="00EB70B9">
      <w:pPr>
        <w:pStyle w:val="libBold1"/>
        <w:rPr>
          <w:rtl/>
          <w:lang w:bidi="fa-IR"/>
        </w:rPr>
      </w:pPr>
      <w:r w:rsidRPr="00CA52B4">
        <w:rPr>
          <w:rtl/>
        </w:rPr>
        <w:t>1069</w:t>
      </w:r>
      <w:r>
        <w:rPr>
          <w:rtl/>
        </w:rPr>
        <w:t xml:space="preserve"> ـ </w:t>
      </w:r>
      <w:r w:rsidRPr="00CA52B4">
        <w:rPr>
          <w:rtl/>
        </w:rPr>
        <w:t>المسيب بن مخزن</w:t>
      </w:r>
      <w:r>
        <w:rPr>
          <w:rtl/>
        </w:rPr>
        <w:t xml:space="preserve"> ..</w:t>
      </w:r>
      <w:r w:rsidRPr="00CA52B4">
        <w:rPr>
          <w:rtl/>
        </w:rPr>
        <w:t>. أبو سعيد المسيب بن أبي وهب بن عمرو بن عائذ بن عمران بن مخزوم المخزومي المدني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أوصى إلى عليّ بن أبي طالب </w:t>
      </w:r>
      <w:r>
        <w:rPr>
          <w:rtl/>
          <w:lang w:bidi="fa-IR"/>
        </w:rPr>
        <w:t>(</w:t>
      </w:r>
      <w:r w:rsidRPr="00CA52B4">
        <w:rPr>
          <w:rtl/>
          <w:lang w:bidi="fa-IR"/>
        </w:rPr>
        <w:t>عليه السلام</w:t>
      </w:r>
      <w:r>
        <w:rPr>
          <w:rtl/>
          <w:lang w:bidi="fa-IR"/>
        </w:rPr>
        <w:t>).</w:t>
      </w:r>
      <w:r w:rsidRPr="00CA52B4">
        <w:rPr>
          <w:rtl/>
          <w:lang w:bidi="fa-IR"/>
        </w:rPr>
        <w:t xml:space="preserve"> مات وأعقب : سعيدا مات 94 وكنيته أبو محمد ، وكان يقال له : فقيه الفقهاء وعالم العلماء. ذكره ابن حبان في التابعين الثقات. شهد الحديبية ، وروى عن النبيّ </w:t>
      </w:r>
      <w:r>
        <w:rPr>
          <w:rtl/>
          <w:lang w:bidi="fa-IR"/>
        </w:rPr>
        <w:t>(</w:t>
      </w:r>
      <w:r w:rsidRPr="00CA52B4">
        <w:rPr>
          <w:rtl/>
          <w:lang w:bidi="fa-IR"/>
        </w:rPr>
        <w:t>صلّى الله عليه وآله وسلّم</w:t>
      </w:r>
      <w:r>
        <w:rPr>
          <w:rtl/>
          <w:lang w:bidi="fa-IR"/>
        </w:rPr>
        <w:t>)</w:t>
      </w:r>
      <w:r w:rsidRPr="00CA52B4">
        <w:rPr>
          <w:rtl/>
          <w:lang w:bidi="fa-IR"/>
        </w:rPr>
        <w:t xml:space="preserve"> وكان تاجرا ، قدم مصر لغزو افريقية سنة 27 ه‍</w:t>
      </w:r>
      <w:r>
        <w:rPr>
          <w:rtl/>
          <w:lang w:bidi="fa-IR"/>
        </w:rPr>
        <w:t>.</w:t>
      </w:r>
    </w:p>
    <w:p w:rsidR="00843DF1" w:rsidRPr="00CA52B4" w:rsidRDefault="00843DF1" w:rsidP="00B10281">
      <w:pPr>
        <w:pStyle w:val="libVar"/>
        <w:rPr>
          <w:rtl/>
          <w:lang w:bidi="fa-IR"/>
        </w:rPr>
      </w:pPr>
      <w:r w:rsidRPr="00CA52B4">
        <w:rPr>
          <w:rtl/>
          <w:lang w:bidi="fa-IR"/>
        </w:rPr>
        <w:t>أسد الغابة 4 / 366. الإصابة 3 / 420. تهذيب التهذيب 10 / 152. جامع الرواة 2 / 232. الجرح والتعديل 8 / 292. جمهرة أنساب العرب / 141. خلاصة الأقوال / 170 وفيه : المسيب بن حزن. رجال ابن داود / 189 وفيه : المسيب بن جري. قاموس الرجال 8 / 492. مجمع الرجال 6 / 92. معجم رجال الحديث 18 / 162. النجوم الزاهرة 1 / 228. نقد الرجال / 345.</w:t>
      </w:r>
    </w:p>
    <w:p w:rsidR="00843DF1" w:rsidRPr="00CA52B4" w:rsidRDefault="00843DF1" w:rsidP="00EB70B9">
      <w:pPr>
        <w:pStyle w:val="libBold1"/>
        <w:rPr>
          <w:rtl/>
          <w:lang w:bidi="fa-IR"/>
        </w:rPr>
      </w:pPr>
      <w:r w:rsidRPr="00CA52B4">
        <w:rPr>
          <w:rtl/>
        </w:rPr>
        <w:t>1070</w:t>
      </w:r>
      <w:r>
        <w:rPr>
          <w:rtl/>
        </w:rPr>
        <w:t xml:space="preserve"> ـ </w:t>
      </w:r>
      <w:r w:rsidRPr="00CA52B4">
        <w:rPr>
          <w:rtl/>
        </w:rPr>
        <w:t>المسيب بن نجبة بن ربيعة بن رباح بن عوف بن هلال بن شمخ بن قرارة بن ذبيان بن بغيض بن ريث بن غطفان بن سعد بن قيس عيلان بن مضر بن نزار بن معد بن عدنان</w:t>
      </w:r>
      <w:r>
        <w:rPr>
          <w:rtl/>
        </w:rPr>
        <w:t xml:space="preserve"> ..</w:t>
      </w:r>
      <w:r w:rsidRPr="00CA52B4">
        <w:rPr>
          <w:rtl/>
        </w:rPr>
        <w:t>. الفزاري الشهيد 65 ه‍</w:t>
      </w:r>
      <w:r>
        <w:rPr>
          <w:rtl/>
        </w:rPr>
        <w:t>.</w:t>
      </w:r>
    </w:p>
    <w:p w:rsidR="00843DF1" w:rsidRPr="00CA52B4" w:rsidRDefault="00843DF1" w:rsidP="00347E77">
      <w:pPr>
        <w:pStyle w:val="libNormal"/>
        <w:rPr>
          <w:rtl/>
          <w:lang w:bidi="fa-IR"/>
        </w:rPr>
      </w:pPr>
      <w:r w:rsidRPr="00CA52B4">
        <w:rPr>
          <w:rtl/>
          <w:lang w:bidi="fa-IR"/>
        </w:rPr>
        <w:t xml:space="preserve">من قدماء التابعين وكبارهم ، ومن خواص الأصحاب والموالين. وبعد أمير المؤمنين </w:t>
      </w:r>
      <w:r>
        <w:rPr>
          <w:rtl/>
          <w:lang w:bidi="fa-IR"/>
        </w:rPr>
        <w:t>(</w:t>
      </w:r>
      <w:r w:rsidRPr="00CA52B4">
        <w:rPr>
          <w:rtl/>
          <w:lang w:bidi="fa-IR"/>
        </w:rPr>
        <w:t>عليه السلام</w:t>
      </w:r>
      <w:r>
        <w:rPr>
          <w:rtl/>
          <w:lang w:bidi="fa-IR"/>
        </w:rPr>
        <w:t>)</w:t>
      </w:r>
      <w:r w:rsidRPr="00CA52B4">
        <w:rPr>
          <w:rtl/>
          <w:lang w:bidi="fa-IR"/>
        </w:rPr>
        <w:t xml:space="preserve"> التحق بالإمام الحسن </w:t>
      </w:r>
      <w:r>
        <w:rPr>
          <w:rtl/>
          <w:lang w:bidi="fa-IR"/>
        </w:rPr>
        <w:t>(</w:t>
      </w:r>
      <w:r w:rsidRPr="00CA52B4">
        <w:rPr>
          <w:rtl/>
          <w:lang w:bidi="fa-IR"/>
        </w:rPr>
        <w:t>عليه السلام</w:t>
      </w:r>
      <w:r>
        <w:rPr>
          <w:rtl/>
          <w:lang w:bidi="fa-IR"/>
        </w:rPr>
        <w:t>)</w:t>
      </w:r>
      <w:r w:rsidRPr="00CA52B4">
        <w:rPr>
          <w:rtl/>
          <w:lang w:bidi="fa-IR"/>
        </w:rPr>
        <w:t xml:space="preserve"> ، ولما خرج التوابون للطلب بثأر الحسين </w:t>
      </w:r>
      <w:r>
        <w:rPr>
          <w:rtl/>
          <w:lang w:bidi="fa-IR"/>
        </w:rPr>
        <w:t>(</w:t>
      </w:r>
      <w:r w:rsidRPr="00CA52B4">
        <w:rPr>
          <w:rtl/>
          <w:lang w:bidi="fa-IR"/>
        </w:rPr>
        <w:t>عليه السلام</w:t>
      </w:r>
      <w:r>
        <w:rPr>
          <w:rtl/>
          <w:lang w:bidi="fa-IR"/>
        </w:rPr>
        <w:t>)</w:t>
      </w:r>
      <w:r w:rsidRPr="00CA52B4">
        <w:rPr>
          <w:rtl/>
          <w:lang w:bidi="fa-IR"/>
        </w:rPr>
        <w:t xml:space="preserve"> ، بقيادة سلمان بن صرد الخزاعي ، كان معهم ، قال سليمان لأصحابه حين التقوا بجنود عبيد الله بن زياد في عين الوردة : إن أنا قتلت فأميركم المسيب بن نجبة ، ولما قتل سليمان أخذ المسيب الراية وترحم على سليمان ، ثم تقدم إلى القتال ، فلم يزل يقاتل حتّى قتل عام 65 ه‍</w:t>
      </w:r>
      <w:r>
        <w:rPr>
          <w:rtl/>
          <w:lang w:bidi="fa-IR"/>
        </w:rPr>
        <w:t>.</w:t>
      </w:r>
      <w:r w:rsidRPr="00CA52B4">
        <w:rPr>
          <w:rtl/>
          <w:lang w:bidi="fa-IR"/>
        </w:rPr>
        <w:t xml:space="preserve"> قال زفر بن الحرث الكلابي في وصفه :</w:t>
      </w:r>
      <w:r>
        <w:rPr>
          <w:rFonts w:hint="cs"/>
          <w:rtl/>
          <w:lang w:bidi="fa-IR"/>
        </w:rPr>
        <w:t xml:space="preserve"> </w:t>
      </w:r>
      <w:r w:rsidRPr="00CA52B4">
        <w:rPr>
          <w:rtl/>
          <w:lang w:bidi="fa-IR"/>
        </w:rPr>
        <w:t>فارس مضر الحمراء كلها ، إذا عد من أشرافها عشرة كان أحدهم ، وكان متعبدا ناسكا.</w:t>
      </w:r>
    </w:p>
    <w:p w:rsidR="00843DF1" w:rsidRPr="00CA52B4" w:rsidRDefault="00843DF1" w:rsidP="00347E77">
      <w:pPr>
        <w:pStyle w:val="libNormal"/>
        <w:rPr>
          <w:rtl/>
          <w:lang w:bidi="fa-IR"/>
        </w:rPr>
      </w:pPr>
      <w:r w:rsidRPr="00CA52B4">
        <w:rPr>
          <w:rtl/>
          <w:lang w:bidi="fa-IR"/>
        </w:rPr>
        <w:t xml:space="preserve">وجاء في مجلة </w:t>
      </w:r>
      <w:r>
        <w:rPr>
          <w:rtl/>
          <w:lang w:bidi="fa-IR"/>
        </w:rPr>
        <w:t>(</w:t>
      </w:r>
      <w:r w:rsidRPr="00CA52B4">
        <w:rPr>
          <w:rtl/>
          <w:lang w:bidi="fa-IR"/>
        </w:rPr>
        <w:t>لغة العرب</w:t>
      </w:r>
      <w:r>
        <w:rPr>
          <w:rtl/>
          <w:lang w:bidi="fa-IR"/>
        </w:rPr>
        <w:t>)</w:t>
      </w:r>
      <w:r w:rsidRPr="00CA52B4">
        <w:rPr>
          <w:rtl/>
          <w:lang w:bidi="fa-IR"/>
        </w:rPr>
        <w:t xml:space="preserve"> العدد الثالث / 108 من سنتها الأولى ما</w:t>
      </w:r>
    </w:p>
    <w:p w:rsidR="00843DF1" w:rsidRPr="00CA52B4" w:rsidRDefault="00843DF1" w:rsidP="00B10281">
      <w:pPr>
        <w:pStyle w:val="libNormal0"/>
        <w:rPr>
          <w:rtl/>
          <w:lang w:bidi="fa-IR"/>
        </w:rPr>
      </w:pPr>
      <w:r>
        <w:rPr>
          <w:rtl/>
          <w:lang w:bidi="fa-IR"/>
        </w:rPr>
        <w:br w:type="page"/>
      </w:r>
      <w:r w:rsidRPr="00CA52B4">
        <w:rPr>
          <w:rtl/>
          <w:lang w:bidi="fa-IR"/>
        </w:rPr>
        <w:lastRenderedPageBreak/>
        <w:t>لفظه :</w:t>
      </w:r>
      <w:r>
        <w:rPr>
          <w:rtl/>
          <w:lang w:bidi="fa-IR"/>
        </w:rPr>
        <w:t xml:space="preserve"> ـ </w:t>
      </w:r>
      <w:r w:rsidRPr="00CA52B4">
        <w:rPr>
          <w:rtl/>
          <w:lang w:bidi="fa-IR"/>
        </w:rPr>
        <w:t xml:space="preserve">ثم أتممنا المسير إلى نحو الساعة السابعة فهبطنا </w:t>
      </w:r>
      <w:r>
        <w:rPr>
          <w:rtl/>
          <w:lang w:bidi="fa-IR"/>
        </w:rPr>
        <w:t>(</w:t>
      </w:r>
      <w:r w:rsidRPr="00CA52B4">
        <w:rPr>
          <w:rtl/>
          <w:lang w:bidi="fa-IR"/>
        </w:rPr>
        <w:t>المسيب</w:t>
      </w:r>
      <w:r>
        <w:rPr>
          <w:rtl/>
          <w:lang w:bidi="fa-IR"/>
        </w:rPr>
        <w:t>)</w:t>
      </w:r>
      <w:r w:rsidRPr="00CA52B4">
        <w:rPr>
          <w:rtl/>
          <w:lang w:bidi="fa-IR"/>
        </w:rPr>
        <w:t xml:space="preserve"> بضم الميم وتشديد الياء المفتوحة. فنزلنا من العجلات وعبرنا الجسر ، وهذه القرية مبنية على ضفتي الفرات فيها مساكن كثيرة وجامع فيه منارة ثم محجر صحي إلى غير ذلك. وسميت هذه البليدة باسم المسيب بن نجبة الفزاري ، وكان من أصحاب عليّ بن أبي طالب وخيارهم. وكان قد قتل يوم الجمعة لخمس بقين من جمادى الأولى سنة 65 ه‍</w:t>
      </w:r>
      <w:r>
        <w:rPr>
          <w:rtl/>
          <w:lang w:bidi="fa-IR"/>
        </w:rPr>
        <w:t>.</w:t>
      </w:r>
      <w:r w:rsidRPr="00CA52B4">
        <w:rPr>
          <w:rtl/>
          <w:lang w:bidi="fa-IR"/>
        </w:rPr>
        <w:t xml:space="preserve"> في وقعة عين الورد. ولكن لا نظن أنّه دفن في هذا الموطن ، وإنّما بني له فيه مزار فسمي باسم المزار</w:t>
      </w:r>
      <w:r>
        <w:rPr>
          <w:rtl/>
          <w:lang w:bidi="fa-IR"/>
        </w:rPr>
        <w:t xml:space="preserve"> ـ.</w:t>
      </w:r>
    </w:p>
    <w:p w:rsidR="00843DF1" w:rsidRPr="00CA52B4" w:rsidRDefault="00843DF1" w:rsidP="00B10281">
      <w:pPr>
        <w:pStyle w:val="libVar"/>
        <w:rPr>
          <w:rtl/>
          <w:lang w:bidi="fa-IR"/>
        </w:rPr>
      </w:pPr>
      <w:r w:rsidRPr="00CA52B4">
        <w:rPr>
          <w:rtl/>
          <w:lang w:bidi="fa-IR"/>
        </w:rPr>
        <w:t>الأعلام 8 / 124. الأخبار الطوال / 220. الاشتقاق / 281. الإصابة 3 / 495.</w:t>
      </w:r>
      <w:r>
        <w:rPr>
          <w:rFonts w:hint="cs"/>
          <w:rtl/>
          <w:lang w:bidi="fa-IR"/>
        </w:rPr>
        <w:t xml:space="preserve"> </w:t>
      </w:r>
      <w:r w:rsidRPr="00CA52B4">
        <w:rPr>
          <w:rtl/>
          <w:lang w:bidi="fa-IR"/>
        </w:rPr>
        <w:t xml:space="preserve">أعيان الشيعة 10 / 125. أنساب الأشراف 3 / 44 ، 148. البداية والنهاية 7 / 238 ، 321 وج 8 / 253. تاريخ الطبري 6 / 78 وج 7 / 47. تاريخ الخميس 2 / 308. تحفة الأحباب / 362. تقريب التهذيب 2 / 250. تنقيح المقال 3 / 217. تهذيب التهذيب 10 / 154. جامع الرواة 2 / 232. الجرح والتعديل 8 / 293. جمهرة أنساب العرب / 258. رجال الطوسي / 58. سفينة البحار 2 / 134. شذرات الذهب 1 / 73. شرح ابن أبي الحديد 4 / 104 ، 106 </w:t>
      </w:r>
      <w:r>
        <w:rPr>
          <w:rtl/>
          <w:lang w:bidi="fa-IR"/>
        </w:rPr>
        <w:t>و 1</w:t>
      </w:r>
      <w:r w:rsidRPr="00CA52B4">
        <w:rPr>
          <w:rtl/>
          <w:lang w:bidi="fa-IR"/>
        </w:rPr>
        <w:t>6 / 11</w:t>
      </w:r>
      <w:r>
        <w:rPr>
          <w:rtl/>
          <w:lang w:bidi="fa-IR"/>
        </w:rPr>
        <w:t xml:space="preserve"> ـ </w:t>
      </w:r>
      <w:r w:rsidRPr="00CA52B4">
        <w:rPr>
          <w:rtl/>
          <w:lang w:bidi="fa-IR"/>
        </w:rPr>
        <w:t xml:space="preserve">16. الطبقات الكبرى 4 / 292 </w:t>
      </w:r>
      <w:r>
        <w:rPr>
          <w:rtl/>
          <w:lang w:bidi="fa-IR"/>
        </w:rPr>
        <w:t>و 6</w:t>
      </w:r>
      <w:r w:rsidRPr="00CA52B4">
        <w:rPr>
          <w:rtl/>
          <w:lang w:bidi="fa-IR"/>
        </w:rPr>
        <w:t xml:space="preserve"> / 216. الغدير 9 / 47. الغارات 2 / 419 ، 487 ، 488 ، 571 ، 774 ، 826. قاموس الرجال 8 / 493. الكامل في التأريخ 3 / 232 ، 376 </w:t>
      </w:r>
      <w:r>
        <w:rPr>
          <w:rtl/>
          <w:lang w:bidi="fa-IR"/>
        </w:rPr>
        <w:t>و 4</w:t>
      </w:r>
      <w:r w:rsidRPr="00CA52B4">
        <w:rPr>
          <w:rtl/>
          <w:lang w:bidi="fa-IR"/>
        </w:rPr>
        <w:t xml:space="preserve"> / 20 ، 158 ، 164. مجمع الرجال 6 / 92. مرآة الجنان 1 / 141. مروج الذهب 3 / 101. معجم الثقات / 347. معجم رجال الحديث 18 / 162. معجم الشعراء / 386. المناقب 3 / 151. منتهى المقال / 304. نقد الرجال / 345.</w:t>
      </w:r>
    </w:p>
    <w:p w:rsidR="00843DF1" w:rsidRPr="00CA52B4" w:rsidRDefault="00843DF1" w:rsidP="00EB70B9">
      <w:pPr>
        <w:pStyle w:val="libBold1"/>
        <w:rPr>
          <w:rtl/>
          <w:lang w:bidi="fa-IR"/>
        </w:rPr>
      </w:pPr>
      <w:r w:rsidRPr="00CA52B4">
        <w:rPr>
          <w:rtl/>
        </w:rPr>
        <w:t>1071</w:t>
      </w:r>
      <w:r>
        <w:rPr>
          <w:rtl/>
        </w:rPr>
        <w:t xml:space="preserve"> ـ </w:t>
      </w:r>
      <w:r w:rsidRPr="00CA52B4">
        <w:rPr>
          <w:rtl/>
        </w:rPr>
        <w:t xml:space="preserve">مصدع </w:t>
      </w:r>
      <w:r>
        <w:rPr>
          <w:rtl/>
        </w:rPr>
        <w:t>(</w:t>
      </w:r>
      <w:r w:rsidRPr="00CA52B4">
        <w:rPr>
          <w:rtl/>
        </w:rPr>
        <w:t>أبو يحيى</w:t>
      </w:r>
      <w:r>
        <w:rPr>
          <w:rtl/>
        </w:rPr>
        <w:t>)</w:t>
      </w:r>
      <w:r w:rsidRPr="00CA52B4">
        <w:rPr>
          <w:rtl/>
        </w:rPr>
        <w:t xml:space="preserve"> ابن مالك بن ذعر الأعرج المعرقب</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وروى أيضا عن الإمام الحسن </w:t>
      </w:r>
      <w:r>
        <w:rPr>
          <w:rtl/>
          <w:lang w:bidi="fa-IR"/>
        </w:rPr>
        <w:t>(</w:t>
      </w:r>
      <w:r w:rsidRPr="00CA52B4">
        <w:rPr>
          <w:rtl/>
          <w:lang w:bidi="fa-IR"/>
        </w:rPr>
        <w:t>عليه السلام</w:t>
      </w:r>
      <w:r>
        <w:rPr>
          <w:rtl/>
          <w:lang w:bidi="fa-IR"/>
        </w:rPr>
        <w:t>).</w:t>
      </w:r>
      <w:r w:rsidRPr="00CA52B4">
        <w:rPr>
          <w:rtl/>
          <w:lang w:bidi="fa-IR"/>
        </w:rPr>
        <w:t xml:space="preserve"> وكان عالما قاصّا. وقيل له المعرقب لأنّ الحجاج ، أو بشر بن مروان ، عرض عليه سب عليّ </w:t>
      </w:r>
      <w:r>
        <w:rPr>
          <w:rtl/>
          <w:lang w:bidi="fa-IR"/>
        </w:rPr>
        <w:t>(</w:t>
      </w:r>
      <w:r w:rsidRPr="00CA52B4">
        <w:rPr>
          <w:rtl/>
          <w:lang w:bidi="fa-IR"/>
        </w:rPr>
        <w:t>عليه السلام</w:t>
      </w:r>
      <w:r>
        <w:rPr>
          <w:rtl/>
          <w:lang w:bidi="fa-IR"/>
        </w:rPr>
        <w:t>)</w:t>
      </w:r>
      <w:r w:rsidRPr="00CA52B4">
        <w:rPr>
          <w:rtl/>
          <w:lang w:bidi="fa-IR"/>
        </w:rPr>
        <w:t xml:space="preserve"> فأبى فقطع عرقوبه. وكان عالما بابن عباس ، وهو الذي مر به عليّ بن أبي طالب </w:t>
      </w:r>
      <w:r>
        <w:rPr>
          <w:rtl/>
          <w:lang w:bidi="fa-IR"/>
        </w:rPr>
        <w:t>(</w:t>
      </w:r>
      <w:r w:rsidRPr="00CA52B4">
        <w:rPr>
          <w:rtl/>
          <w:lang w:bidi="fa-IR"/>
        </w:rPr>
        <w:t>عليه السلام</w:t>
      </w:r>
      <w:r>
        <w:rPr>
          <w:rtl/>
          <w:lang w:bidi="fa-IR"/>
        </w:rPr>
        <w:t>)</w:t>
      </w:r>
      <w:r w:rsidRPr="00CA52B4">
        <w:rPr>
          <w:rtl/>
          <w:lang w:bidi="fa-IR"/>
        </w:rPr>
        <w:t xml:space="preserve"> وهو يقص فقال : تعرف الناسخ والمنسوخ</w:t>
      </w:r>
      <w:r>
        <w:rPr>
          <w:rtl/>
          <w:lang w:bidi="fa-IR"/>
        </w:rPr>
        <w:t>؟</w:t>
      </w:r>
      <w:r w:rsidRPr="00CA52B4">
        <w:rPr>
          <w:rtl/>
          <w:lang w:bidi="fa-IR"/>
        </w:rPr>
        <w:t xml:space="preserve"> قال : لا ، قال : هلكت وأهلكت ، فترك القصة وانحرف إلى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الاشتقاق / 378. تقريب التهذيب 2 / 251. تهذيب التهذيب 10 / 157. الجرح والتعديل 8 / 429. الطبقات الكبرى 5 / 477. ميزان الاعتدال 4 / 118.</w:t>
      </w:r>
    </w:p>
    <w:p w:rsidR="00843DF1" w:rsidRPr="00CA52B4" w:rsidRDefault="00843DF1" w:rsidP="00EB70B9">
      <w:pPr>
        <w:pStyle w:val="libBold1"/>
        <w:rPr>
          <w:rtl/>
          <w:lang w:bidi="fa-IR"/>
        </w:rPr>
      </w:pPr>
      <w:r>
        <w:rPr>
          <w:rtl/>
          <w:lang w:bidi="fa-IR"/>
        </w:rPr>
        <w:br w:type="page"/>
      </w:r>
      <w:r w:rsidRPr="00CA52B4">
        <w:rPr>
          <w:rtl/>
        </w:rPr>
        <w:lastRenderedPageBreak/>
        <w:t>1072</w:t>
      </w:r>
      <w:r>
        <w:rPr>
          <w:rtl/>
        </w:rPr>
        <w:t xml:space="preserve"> ـ </w:t>
      </w:r>
      <w:r w:rsidRPr="00CA52B4">
        <w:rPr>
          <w:rtl/>
        </w:rPr>
        <w:t>مصعب بن يزيد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قال : استعملني أمير المؤمنين </w:t>
      </w:r>
      <w:r>
        <w:rPr>
          <w:rtl/>
          <w:lang w:bidi="fa-IR"/>
        </w:rPr>
        <w:t>(</w:t>
      </w:r>
      <w:r w:rsidRPr="00CA52B4">
        <w:rPr>
          <w:rtl/>
          <w:lang w:bidi="fa-IR"/>
        </w:rPr>
        <w:t>عليه السلام</w:t>
      </w:r>
      <w:r>
        <w:rPr>
          <w:rtl/>
          <w:lang w:bidi="fa-IR"/>
        </w:rPr>
        <w:t>)</w:t>
      </w:r>
      <w:r w:rsidRPr="00CA52B4">
        <w:rPr>
          <w:rtl/>
          <w:lang w:bidi="fa-IR"/>
        </w:rPr>
        <w:t xml:space="preserve"> ، على أربعة رساتيق المدائن ، البهقباذات ، ونهر صير ، ونهر جوير ، ونهر الملك. وأمرني أن أضع على كل جريب ذرع غليظ درهما</w:t>
      </w:r>
      <w:r>
        <w:rPr>
          <w:rtl/>
          <w:lang w:bidi="fa-IR"/>
        </w:rPr>
        <w:t xml:space="preserve"> ..</w:t>
      </w:r>
      <w:r w:rsidRPr="00CA52B4">
        <w:rPr>
          <w:rtl/>
          <w:lang w:bidi="fa-IR"/>
        </w:rPr>
        <w:t>. إلى أن قال فجبيتها ثمانية عشر ألف ألف درهم في سنة.</w:t>
      </w:r>
    </w:p>
    <w:p w:rsidR="00843DF1" w:rsidRPr="00CA52B4" w:rsidRDefault="00843DF1" w:rsidP="00B10281">
      <w:pPr>
        <w:pStyle w:val="libVar"/>
        <w:rPr>
          <w:rtl/>
          <w:lang w:bidi="fa-IR"/>
        </w:rPr>
      </w:pPr>
      <w:r w:rsidRPr="00CA52B4">
        <w:rPr>
          <w:rtl/>
          <w:lang w:bidi="fa-IR"/>
        </w:rPr>
        <w:t>تنقيح المقال 3 / 219. جامع الرواة 2 / 233. مجمع الرجال 6 / 94. معجم الثقات / 347. معجم رجال الحديث 18 / 173. منتهى المقال / 305. نقد الرجال / 345.</w:t>
      </w:r>
    </w:p>
    <w:p w:rsidR="00843DF1" w:rsidRPr="00CA52B4" w:rsidRDefault="00843DF1" w:rsidP="00EB70B9">
      <w:pPr>
        <w:pStyle w:val="libBold1"/>
        <w:rPr>
          <w:rtl/>
          <w:lang w:bidi="fa-IR"/>
        </w:rPr>
      </w:pPr>
      <w:r w:rsidRPr="00CA52B4">
        <w:rPr>
          <w:rtl/>
        </w:rPr>
        <w:t>1073</w:t>
      </w:r>
      <w:r>
        <w:rPr>
          <w:rtl/>
        </w:rPr>
        <w:t xml:space="preserve"> ـ </w:t>
      </w:r>
      <w:r w:rsidRPr="00CA52B4">
        <w:rPr>
          <w:rtl/>
        </w:rPr>
        <w:t>مصفح العامري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روت عنه ابنته جبلة. ذكره ابن حبان في الثقات. وفي بعض المراجع ، مصبح بالباء الموحدة فهو هو. وقد شهد أمير المؤمنين </w:t>
      </w:r>
      <w:r>
        <w:rPr>
          <w:rtl/>
          <w:lang w:bidi="fa-IR"/>
        </w:rPr>
        <w:t>(</w:t>
      </w:r>
      <w:r w:rsidRPr="00CA52B4">
        <w:rPr>
          <w:rtl/>
          <w:lang w:bidi="fa-IR"/>
        </w:rPr>
        <w:t>عليه السلام</w:t>
      </w:r>
      <w:r>
        <w:rPr>
          <w:rtl/>
          <w:lang w:bidi="fa-IR"/>
        </w:rPr>
        <w:t>)</w:t>
      </w:r>
      <w:r w:rsidRPr="00CA52B4">
        <w:rPr>
          <w:rtl/>
          <w:lang w:bidi="fa-IR"/>
        </w:rPr>
        <w:t xml:space="preserve"> النّهروان. وله في كتب الفقه أحاديث.</w:t>
      </w:r>
    </w:p>
    <w:p w:rsidR="00843DF1" w:rsidRPr="00CA52B4" w:rsidRDefault="00843DF1" w:rsidP="00B10281">
      <w:pPr>
        <w:pStyle w:val="libVar"/>
        <w:rPr>
          <w:rtl/>
          <w:lang w:bidi="fa-IR"/>
        </w:rPr>
      </w:pPr>
      <w:r w:rsidRPr="00CA52B4">
        <w:rPr>
          <w:rtl/>
          <w:lang w:bidi="fa-IR"/>
        </w:rPr>
        <w:t>الاستيعاب 2 / 265. أعلام النساء 1 / 188. تهذيب التهذيب 10 / 166. الجرح والتعديل 8 / 430. ميزان الاعتدال 4 / 122.</w:t>
      </w:r>
    </w:p>
    <w:p w:rsidR="00843DF1" w:rsidRPr="00CA52B4" w:rsidRDefault="00843DF1" w:rsidP="00EB70B9">
      <w:pPr>
        <w:pStyle w:val="libBold1"/>
        <w:rPr>
          <w:rtl/>
          <w:lang w:bidi="fa-IR"/>
        </w:rPr>
      </w:pPr>
      <w:r w:rsidRPr="00CA52B4">
        <w:rPr>
          <w:rtl/>
        </w:rPr>
        <w:t>1074</w:t>
      </w:r>
      <w:r>
        <w:rPr>
          <w:rtl/>
        </w:rPr>
        <w:t xml:space="preserve"> ـ </w:t>
      </w:r>
      <w:r w:rsidRPr="00CA52B4">
        <w:rPr>
          <w:rtl/>
        </w:rPr>
        <w:t>مصقلة بن هبيرة بن شبل بن يثربي بن امرئ القيس بن ربيعة بن مالك بن ثعلبة بن عكابة بن صعب بن عليّ بن بكر بن وائل الشيباني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اشترك في صفين ، غير أنّه هرب إلى معاوية والتحق بجيشه ، واستعان به معاوية على إغراء ربيعة حين ثارت بوجهه ، ومات في طبرستان بعد أن ولّاه معاوية عليها. وفي ذلك يقول بعد أن غضب عليه معاوية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أ</w:t>
            </w:r>
            <w:r w:rsidRPr="00CA52B4">
              <w:rPr>
                <w:rtl/>
                <w:lang w:bidi="fa-IR"/>
              </w:rPr>
              <w:t xml:space="preserve">يضربني معاوية بن حرب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يشهرني لأعور من ثقيف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ينسى مفارقتي عليا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على الإسلام والدّين الحنيف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إتقان المقال / 363. الأخبار الطوال / 340. أعلام نهج البلاغة / 46. أنساب الأشراف 2 / 416</w:t>
      </w:r>
      <w:r>
        <w:rPr>
          <w:rtl/>
          <w:lang w:bidi="fa-IR"/>
        </w:rPr>
        <w:t xml:space="preserve"> ـ </w:t>
      </w:r>
      <w:r w:rsidRPr="00CA52B4">
        <w:rPr>
          <w:rtl/>
          <w:lang w:bidi="fa-IR"/>
        </w:rPr>
        <w:t>420. الأعلام 8 / 151. الإمامة والسياسة 1 / 80. البداية والنهاية 7 / 310. تحفة الأحباب / 363. تنقيح المقال 3 / 219. جامع الرواة 2 / 233.</w:t>
      </w:r>
      <w:r>
        <w:rPr>
          <w:rFonts w:hint="cs"/>
          <w:rtl/>
          <w:lang w:bidi="fa-IR"/>
        </w:rPr>
        <w:t xml:space="preserve"> </w:t>
      </w:r>
      <w:r w:rsidRPr="00CA52B4">
        <w:rPr>
          <w:rtl/>
          <w:lang w:bidi="fa-IR"/>
        </w:rPr>
        <w:t>جمهرة أنساب العرب / 321. خلاصة الأقوال / 260. رجال ابن داود / 278. رجال</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الطوسي / 59. شرح ابن أبي الحديد 1 / 28 </w:t>
      </w:r>
      <w:r>
        <w:rPr>
          <w:rtl/>
          <w:lang w:bidi="fa-IR"/>
        </w:rPr>
        <w:t>و 3</w:t>
      </w:r>
      <w:r w:rsidRPr="00CA52B4">
        <w:rPr>
          <w:rtl/>
          <w:lang w:bidi="fa-IR"/>
        </w:rPr>
        <w:t xml:space="preserve"> / 119</w:t>
      </w:r>
      <w:r>
        <w:rPr>
          <w:rtl/>
          <w:lang w:bidi="fa-IR"/>
        </w:rPr>
        <w:t xml:space="preserve"> ـ </w:t>
      </w:r>
      <w:r w:rsidRPr="00CA52B4">
        <w:rPr>
          <w:rtl/>
          <w:lang w:bidi="fa-IR"/>
        </w:rPr>
        <w:t xml:space="preserve">150 </w:t>
      </w:r>
      <w:r>
        <w:rPr>
          <w:rtl/>
          <w:lang w:bidi="fa-IR"/>
        </w:rPr>
        <w:t>و 4</w:t>
      </w:r>
      <w:r w:rsidRPr="00CA52B4">
        <w:rPr>
          <w:rtl/>
          <w:lang w:bidi="fa-IR"/>
        </w:rPr>
        <w:t xml:space="preserve"> / 196 </w:t>
      </w:r>
      <w:r>
        <w:rPr>
          <w:rtl/>
          <w:lang w:bidi="fa-IR"/>
        </w:rPr>
        <w:t>و 6</w:t>
      </w:r>
      <w:r w:rsidRPr="00CA52B4">
        <w:rPr>
          <w:rtl/>
          <w:lang w:bidi="fa-IR"/>
        </w:rPr>
        <w:t xml:space="preserve"> / 124 </w:t>
      </w:r>
      <w:r>
        <w:rPr>
          <w:rtl/>
          <w:lang w:bidi="fa-IR"/>
        </w:rPr>
        <w:t>و 1</w:t>
      </w:r>
      <w:r w:rsidRPr="00CA52B4">
        <w:rPr>
          <w:rtl/>
          <w:lang w:bidi="fa-IR"/>
        </w:rPr>
        <w:t xml:space="preserve">0 / 74 </w:t>
      </w:r>
      <w:r>
        <w:rPr>
          <w:rtl/>
          <w:lang w:bidi="fa-IR"/>
        </w:rPr>
        <w:t>و 1</w:t>
      </w:r>
      <w:r w:rsidRPr="00CA52B4">
        <w:rPr>
          <w:rtl/>
          <w:lang w:bidi="fa-IR"/>
        </w:rPr>
        <w:t xml:space="preserve">6 / 175. العقد الفريد 3 / 279 </w:t>
      </w:r>
      <w:r>
        <w:rPr>
          <w:rtl/>
          <w:lang w:bidi="fa-IR"/>
        </w:rPr>
        <w:t>و 7</w:t>
      </w:r>
      <w:r w:rsidRPr="00CA52B4">
        <w:rPr>
          <w:rtl/>
          <w:lang w:bidi="fa-IR"/>
        </w:rPr>
        <w:t xml:space="preserve"> / 123. الغدير 10 / 224. الغارات 1 / 329</w:t>
      </w:r>
      <w:r>
        <w:rPr>
          <w:rtl/>
          <w:lang w:bidi="fa-IR"/>
        </w:rPr>
        <w:t xml:space="preserve"> ـ </w:t>
      </w:r>
      <w:r w:rsidRPr="00CA52B4">
        <w:rPr>
          <w:rtl/>
          <w:lang w:bidi="fa-IR"/>
        </w:rPr>
        <w:t>331 ، 362</w:t>
      </w:r>
      <w:r>
        <w:rPr>
          <w:rtl/>
          <w:lang w:bidi="fa-IR"/>
        </w:rPr>
        <w:t xml:space="preserve"> ـ </w:t>
      </w:r>
      <w:r w:rsidRPr="00CA52B4">
        <w:rPr>
          <w:rtl/>
          <w:lang w:bidi="fa-IR"/>
        </w:rPr>
        <w:t>365 ، 367 ، 369</w:t>
      </w:r>
      <w:r>
        <w:rPr>
          <w:rtl/>
          <w:lang w:bidi="fa-IR"/>
        </w:rPr>
        <w:t xml:space="preserve"> ـ </w:t>
      </w:r>
      <w:r w:rsidRPr="00CA52B4">
        <w:rPr>
          <w:rtl/>
          <w:lang w:bidi="fa-IR"/>
        </w:rPr>
        <w:t xml:space="preserve">371 </w:t>
      </w:r>
      <w:r>
        <w:rPr>
          <w:rtl/>
          <w:lang w:bidi="fa-IR"/>
        </w:rPr>
        <w:t>و 2</w:t>
      </w:r>
      <w:r w:rsidRPr="00CA52B4">
        <w:rPr>
          <w:rtl/>
          <w:lang w:bidi="fa-IR"/>
        </w:rPr>
        <w:t xml:space="preserve"> / 521 ، 770 ، 771. قاموس الرجال 9 / 7. الكامل في التأريخ 3 / 370</w:t>
      </w:r>
      <w:r>
        <w:rPr>
          <w:rtl/>
          <w:lang w:bidi="fa-IR"/>
        </w:rPr>
        <w:t xml:space="preserve"> ـ </w:t>
      </w:r>
      <w:r w:rsidRPr="00CA52B4">
        <w:rPr>
          <w:rtl/>
          <w:lang w:bidi="fa-IR"/>
        </w:rPr>
        <w:t xml:space="preserve">372 ، 444 </w:t>
      </w:r>
      <w:r>
        <w:rPr>
          <w:rtl/>
          <w:lang w:bidi="fa-IR"/>
        </w:rPr>
        <w:t>و 4</w:t>
      </w:r>
      <w:r w:rsidRPr="00CA52B4">
        <w:rPr>
          <w:rtl/>
          <w:lang w:bidi="fa-IR"/>
        </w:rPr>
        <w:t xml:space="preserve"> / 221. مجمع الرجال 6 / 94. مروج الذهب 2 / 419. المعارف / 177. معجم رجال الحديث 18 / 175.</w:t>
      </w:r>
      <w:r>
        <w:rPr>
          <w:rFonts w:hint="cs"/>
          <w:rtl/>
          <w:lang w:bidi="fa-IR"/>
        </w:rPr>
        <w:t xml:space="preserve"> </w:t>
      </w:r>
      <w:r w:rsidRPr="00CA52B4">
        <w:rPr>
          <w:rtl/>
          <w:lang w:bidi="fa-IR"/>
        </w:rPr>
        <w:t>معجم الشعراء / 475. منتهى المقال / 305. نقد الرجال / 345. وقعة صفين / 486.</w:t>
      </w:r>
    </w:p>
    <w:p w:rsidR="00843DF1" w:rsidRPr="00CA52B4" w:rsidRDefault="00843DF1" w:rsidP="00EB70B9">
      <w:pPr>
        <w:pStyle w:val="libBold1"/>
        <w:rPr>
          <w:rtl/>
          <w:lang w:bidi="fa-IR"/>
        </w:rPr>
      </w:pPr>
      <w:r w:rsidRPr="00CA52B4">
        <w:rPr>
          <w:rtl/>
        </w:rPr>
        <w:t>1075</w:t>
      </w:r>
      <w:r>
        <w:rPr>
          <w:rtl/>
        </w:rPr>
        <w:t xml:space="preserve"> ـ </w:t>
      </w:r>
      <w:r w:rsidRPr="00CA52B4">
        <w:rPr>
          <w:rtl/>
        </w:rPr>
        <w:t xml:space="preserve">مطرف </w:t>
      </w:r>
      <w:r>
        <w:rPr>
          <w:rtl/>
        </w:rPr>
        <w:t>(</w:t>
      </w:r>
      <w:r w:rsidRPr="00CA52B4">
        <w:rPr>
          <w:rtl/>
        </w:rPr>
        <w:t>أبو عبد الله</w:t>
      </w:r>
      <w:r>
        <w:rPr>
          <w:rtl/>
        </w:rPr>
        <w:t>)</w:t>
      </w:r>
      <w:r w:rsidRPr="00CA52B4">
        <w:rPr>
          <w:rtl/>
        </w:rPr>
        <w:t xml:space="preserve"> ابن عبد الله بن الشخير الحرشي العامري البصري المتوفى بعد 87 ه‍</w:t>
      </w:r>
      <w:r>
        <w:rPr>
          <w:rtl/>
        </w:rPr>
        <w:t>.</w:t>
      </w:r>
    </w:p>
    <w:p w:rsidR="00843DF1" w:rsidRPr="00CA52B4" w:rsidRDefault="00843DF1" w:rsidP="00347E77">
      <w:pPr>
        <w:pStyle w:val="libNormal"/>
        <w:rPr>
          <w:rtl/>
          <w:lang w:bidi="fa-IR"/>
        </w:rPr>
      </w:pPr>
      <w:r w:rsidRPr="00CA52B4">
        <w:rPr>
          <w:rtl/>
          <w:lang w:bidi="fa-IR"/>
        </w:rPr>
        <w:t>محدّث. روى عنه قتادة ، وثابت البناني ، وسعيد بن أبي هند ، وأبو مسلمة سعيد بن يزيد. ومات في أول ولاية الحجاج. وجاء أنّه مات سنة 95 ه‍</w:t>
      </w:r>
      <w:r>
        <w:rPr>
          <w:rtl/>
          <w:lang w:bidi="fa-IR"/>
        </w:rPr>
        <w:t>.</w:t>
      </w:r>
      <w:r w:rsidRPr="00CA52B4">
        <w:rPr>
          <w:rtl/>
          <w:lang w:bidi="fa-IR"/>
        </w:rPr>
        <w:t xml:space="preserve"> وهو الفقيه العابد المجاب الدعوة. ولد في حياة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وأخوه يزيد بن عبد الله ، مات سنة 111 ه‍ ، وكان من الفضلاء الثقات الورعين العقلاء الأدباء.</w:t>
      </w:r>
    </w:p>
    <w:p w:rsidR="00843DF1" w:rsidRPr="00CA52B4" w:rsidRDefault="00843DF1" w:rsidP="00B10281">
      <w:pPr>
        <w:pStyle w:val="libVar"/>
        <w:rPr>
          <w:rtl/>
          <w:lang w:bidi="fa-IR"/>
        </w:rPr>
      </w:pPr>
      <w:r w:rsidRPr="00CA52B4">
        <w:rPr>
          <w:rtl/>
          <w:lang w:bidi="fa-IR"/>
        </w:rPr>
        <w:t xml:space="preserve">الأعلام 8 / 154. الأنساب / 323. تذكرة الحفاظ 1 / 64. تهذيب التهذيب 10 / 173. الجرح والتعديل 8 / 312. جمهرة أنساب العرب / 288. حلية الأولياء 2 / 198. شذرات الذهب 1 / 110. ابن أبي الحديد 4 / 94. الطبقات الكبرى 1 / 301 </w:t>
      </w:r>
      <w:r>
        <w:rPr>
          <w:rtl/>
          <w:lang w:bidi="fa-IR"/>
        </w:rPr>
        <w:t>و 7</w:t>
      </w:r>
      <w:r w:rsidRPr="00CA52B4">
        <w:rPr>
          <w:rtl/>
          <w:lang w:bidi="fa-IR"/>
        </w:rPr>
        <w:t xml:space="preserve"> / 34. طبقات الحفاظ / 24. العبر 1 / 113. العقد الفريد 2 / 41 ، 131 ، 186 ، 264 </w:t>
      </w:r>
      <w:r>
        <w:rPr>
          <w:rtl/>
          <w:lang w:bidi="fa-IR"/>
        </w:rPr>
        <w:t>و 3</w:t>
      </w:r>
      <w:r w:rsidRPr="00CA52B4">
        <w:rPr>
          <w:rtl/>
          <w:lang w:bidi="fa-IR"/>
        </w:rPr>
        <w:t xml:space="preserve"> / 44 </w:t>
      </w:r>
      <w:r>
        <w:rPr>
          <w:rtl/>
          <w:lang w:bidi="fa-IR"/>
        </w:rPr>
        <w:t>و 5</w:t>
      </w:r>
      <w:r w:rsidRPr="00CA52B4">
        <w:rPr>
          <w:rtl/>
          <w:lang w:bidi="fa-IR"/>
        </w:rPr>
        <w:t xml:space="preserve"> / 66 ، 287 </w:t>
      </w:r>
      <w:r>
        <w:rPr>
          <w:rtl/>
          <w:lang w:bidi="fa-IR"/>
        </w:rPr>
        <w:t>و 8</w:t>
      </w:r>
      <w:r w:rsidRPr="00CA52B4">
        <w:rPr>
          <w:rtl/>
          <w:lang w:bidi="fa-IR"/>
        </w:rPr>
        <w:t xml:space="preserve"> / 82. الغدير 3 / 215 ، 271 </w:t>
      </w:r>
      <w:r>
        <w:rPr>
          <w:rtl/>
          <w:lang w:bidi="fa-IR"/>
        </w:rPr>
        <w:t>و 6</w:t>
      </w:r>
      <w:r w:rsidRPr="00CA52B4">
        <w:rPr>
          <w:rtl/>
          <w:lang w:bidi="fa-IR"/>
        </w:rPr>
        <w:t xml:space="preserve"> / 199 </w:t>
      </w:r>
      <w:r>
        <w:rPr>
          <w:rtl/>
          <w:lang w:bidi="fa-IR"/>
        </w:rPr>
        <w:t>و 7</w:t>
      </w:r>
      <w:r w:rsidRPr="00CA52B4">
        <w:rPr>
          <w:rtl/>
          <w:lang w:bidi="fa-IR"/>
        </w:rPr>
        <w:t xml:space="preserve"> / 69 </w:t>
      </w:r>
      <w:r>
        <w:rPr>
          <w:rtl/>
          <w:lang w:bidi="fa-IR"/>
        </w:rPr>
        <w:t>و 8</w:t>
      </w:r>
      <w:r w:rsidRPr="00CA52B4">
        <w:rPr>
          <w:rtl/>
          <w:lang w:bidi="fa-IR"/>
        </w:rPr>
        <w:t xml:space="preserve"> / 68 </w:t>
      </w:r>
      <w:r>
        <w:rPr>
          <w:rtl/>
          <w:lang w:bidi="fa-IR"/>
        </w:rPr>
        <w:t>و 9</w:t>
      </w:r>
      <w:r w:rsidRPr="00CA52B4">
        <w:rPr>
          <w:rtl/>
          <w:lang w:bidi="fa-IR"/>
        </w:rPr>
        <w:t xml:space="preserve"> / 66 </w:t>
      </w:r>
      <w:r>
        <w:rPr>
          <w:rtl/>
          <w:lang w:bidi="fa-IR"/>
        </w:rPr>
        <w:t>و 1</w:t>
      </w:r>
      <w:r w:rsidRPr="00CA52B4">
        <w:rPr>
          <w:rtl/>
          <w:lang w:bidi="fa-IR"/>
        </w:rPr>
        <w:t xml:space="preserve">0 / 202 </w:t>
      </w:r>
      <w:r>
        <w:rPr>
          <w:rtl/>
          <w:lang w:bidi="fa-IR"/>
        </w:rPr>
        <w:t>و 1</w:t>
      </w:r>
      <w:r w:rsidRPr="00CA52B4">
        <w:rPr>
          <w:rtl/>
          <w:lang w:bidi="fa-IR"/>
        </w:rPr>
        <w:t>1 / 118. الغارات 2 / 556</w:t>
      </w:r>
      <w:r>
        <w:rPr>
          <w:rtl/>
          <w:lang w:bidi="fa-IR"/>
        </w:rPr>
        <w:t xml:space="preserve"> ـ </w:t>
      </w:r>
      <w:r w:rsidRPr="00CA52B4">
        <w:rPr>
          <w:rtl/>
          <w:lang w:bidi="fa-IR"/>
        </w:rPr>
        <w:t xml:space="preserve">558. قاموس الرجال 9 / 8. الكامل في التأريخ 3 / 33 ، 307 </w:t>
      </w:r>
      <w:r>
        <w:rPr>
          <w:rtl/>
          <w:lang w:bidi="fa-IR"/>
        </w:rPr>
        <w:t>و 4</w:t>
      </w:r>
      <w:r w:rsidRPr="00CA52B4">
        <w:rPr>
          <w:rtl/>
          <w:lang w:bidi="fa-IR"/>
        </w:rPr>
        <w:t xml:space="preserve"> / 530. اللباب 1 / 357.</w:t>
      </w:r>
      <w:r>
        <w:rPr>
          <w:rFonts w:hint="cs"/>
          <w:rtl/>
          <w:lang w:bidi="fa-IR"/>
        </w:rPr>
        <w:t xml:space="preserve"> </w:t>
      </w:r>
      <w:r w:rsidRPr="00CA52B4">
        <w:rPr>
          <w:rtl/>
          <w:lang w:bidi="fa-IR"/>
        </w:rPr>
        <w:t xml:space="preserve">المعارف / 193. المجروحون من المحدثين 3 / 306. مرآة الجنان 1 / 198. النجوم الزاهرة 1 / 214. وفيات الأعيان 5 / 210 ، 211 </w:t>
      </w:r>
      <w:r>
        <w:rPr>
          <w:rtl/>
          <w:lang w:bidi="fa-IR"/>
        </w:rPr>
        <w:t>و 6</w:t>
      </w:r>
      <w:r w:rsidRPr="00CA52B4">
        <w:rPr>
          <w:rtl/>
          <w:lang w:bidi="fa-IR"/>
        </w:rPr>
        <w:t xml:space="preserve"> / 284.</w:t>
      </w:r>
    </w:p>
    <w:p w:rsidR="00843DF1" w:rsidRPr="00CA52B4" w:rsidRDefault="00843DF1" w:rsidP="00EB70B9">
      <w:pPr>
        <w:pStyle w:val="libBold1"/>
        <w:rPr>
          <w:rtl/>
          <w:lang w:bidi="fa-IR"/>
        </w:rPr>
      </w:pPr>
      <w:r w:rsidRPr="00CA52B4">
        <w:rPr>
          <w:rtl/>
        </w:rPr>
        <w:t>1076</w:t>
      </w:r>
      <w:r>
        <w:rPr>
          <w:rtl/>
        </w:rPr>
        <w:t xml:space="preserve"> ـ </w:t>
      </w:r>
      <w:r w:rsidRPr="00CA52B4">
        <w:rPr>
          <w:rtl/>
        </w:rPr>
        <w:t xml:space="preserve">معاذ </w:t>
      </w:r>
      <w:r>
        <w:rPr>
          <w:rtl/>
        </w:rPr>
        <w:t>(</w:t>
      </w:r>
      <w:r w:rsidRPr="00CA52B4">
        <w:rPr>
          <w:rtl/>
        </w:rPr>
        <w:t>أبو عبد الرحمن</w:t>
      </w:r>
      <w:r>
        <w:rPr>
          <w:rtl/>
        </w:rPr>
        <w:t>)</w:t>
      </w:r>
      <w:r w:rsidRPr="00CA52B4">
        <w:rPr>
          <w:rtl/>
        </w:rPr>
        <w:t xml:space="preserve"> ابن جبل بن عمرو بن أوس بن عائذ بن عدي بن كعب بن عمرو بن أدي بن سعد بن عليّ بن أسد بن ساردة بن تريد بن جشم بن الخزرج الأنصاري الخزرجي المدني</w:t>
      </w:r>
      <w:r>
        <w:rPr>
          <w:rtl/>
        </w:rPr>
        <w:t xml:space="preserve"> ..</w:t>
      </w:r>
      <w:r w:rsidRPr="00CA52B4">
        <w:rPr>
          <w:rtl/>
        </w:rPr>
        <w:t>. المتوفى 18 ه‍</w:t>
      </w:r>
      <w:r>
        <w:rPr>
          <w:rtl/>
        </w:rPr>
        <w:t>.</w:t>
      </w:r>
    </w:p>
    <w:p w:rsidR="00843DF1" w:rsidRPr="00CA52B4" w:rsidRDefault="00843DF1" w:rsidP="00347E77">
      <w:pPr>
        <w:pStyle w:val="libNormal"/>
        <w:rPr>
          <w:rtl/>
          <w:lang w:bidi="fa-IR"/>
        </w:rPr>
      </w:pPr>
      <w:r w:rsidRPr="00CA52B4">
        <w:rPr>
          <w:rtl/>
          <w:lang w:bidi="fa-IR"/>
        </w:rPr>
        <w:t>صحابي كبير ، وفقيه ، وعالم بالحلال والحرام. وهو الذي بنى مسجد</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الجند باليمن ، بعد أن أوفده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إلى اليمن ، مات في الطاعون الحادث في ناحية الأردن سنة 18 ه‍</w:t>
      </w:r>
      <w:r>
        <w:rPr>
          <w:rtl/>
          <w:lang w:bidi="fa-IR"/>
        </w:rPr>
        <w:t>.</w:t>
      </w:r>
      <w:r w:rsidRPr="00CA52B4">
        <w:rPr>
          <w:rtl/>
          <w:lang w:bidi="fa-IR"/>
        </w:rPr>
        <w:t xml:space="preserve"> وهو أحد الستة الذين جمعوا القرآن على عهد النبي </w:t>
      </w:r>
      <w:r>
        <w:rPr>
          <w:rtl/>
          <w:lang w:bidi="fa-IR"/>
        </w:rPr>
        <w:t>(</w:t>
      </w:r>
      <w:r w:rsidRPr="00CA52B4">
        <w:rPr>
          <w:rtl/>
          <w:lang w:bidi="fa-IR"/>
        </w:rPr>
        <w:t>صلّى الله عليه وآله وسلّم</w:t>
      </w:r>
      <w:r>
        <w:rPr>
          <w:rtl/>
          <w:lang w:bidi="fa-IR"/>
        </w:rPr>
        <w:t>)</w:t>
      </w:r>
      <w:r w:rsidRPr="00CA52B4">
        <w:rPr>
          <w:rtl/>
          <w:lang w:bidi="fa-IR"/>
        </w:rPr>
        <w:t xml:space="preserve"> ، وآخى النبيّ </w:t>
      </w:r>
      <w:r>
        <w:rPr>
          <w:rtl/>
          <w:lang w:bidi="fa-IR"/>
        </w:rPr>
        <w:t>(</w:t>
      </w:r>
      <w:r w:rsidRPr="00CA52B4">
        <w:rPr>
          <w:rtl/>
          <w:lang w:bidi="fa-IR"/>
        </w:rPr>
        <w:t>صلّى الله عليه وآله وسلّم</w:t>
      </w:r>
      <w:r>
        <w:rPr>
          <w:rtl/>
          <w:lang w:bidi="fa-IR"/>
        </w:rPr>
        <w:t>)</w:t>
      </w:r>
      <w:r w:rsidRPr="00CA52B4">
        <w:rPr>
          <w:rtl/>
          <w:lang w:bidi="fa-IR"/>
        </w:rPr>
        <w:t xml:space="preserve"> بينه وبين جعفر بن أبي طالب. وشهد العقبة مع الأنصار السبعين ، وشهد بدرا وأحدا والخندق والمشاهد كلّها ، له 157 حديثا ومات عقيما.</w:t>
      </w:r>
    </w:p>
    <w:p w:rsidR="00843DF1" w:rsidRPr="00CA52B4" w:rsidRDefault="00843DF1" w:rsidP="00B10281">
      <w:pPr>
        <w:pStyle w:val="libVar"/>
        <w:rPr>
          <w:rtl/>
          <w:lang w:bidi="fa-IR"/>
        </w:rPr>
      </w:pPr>
      <w:r w:rsidRPr="00CA52B4">
        <w:rPr>
          <w:rtl/>
          <w:lang w:bidi="fa-IR"/>
        </w:rPr>
        <w:t>إتقان المقال 3 / 363. الاستيعاب 3 / 355. أسد الغابة 4 / 376.</w:t>
      </w:r>
      <w:r>
        <w:rPr>
          <w:rFonts w:hint="cs"/>
          <w:rtl/>
          <w:lang w:bidi="fa-IR"/>
        </w:rPr>
        <w:t xml:space="preserve"> </w:t>
      </w:r>
      <w:r w:rsidRPr="00CA52B4">
        <w:rPr>
          <w:rtl/>
          <w:lang w:bidi="fa-IR"/>
        </w:rPr>
        <w:t>الاشتقاق / 466. الاصابة 3 / 426. الأعلام 8 / 116. تقريب التهذيب 2 / 255.</w:t>
      </w:r>
      <w:r>
        <w:rPr>
          <w:rFonts w:hint="cs"/>
          <w:rtl/>
          <w:lang w:bidi="fa-IR"/>
        </w:rPr>
        <w:t xml:space="preserve"> </w:t>
      </w:r>
      <w:r w:rsidRPr="00CA52B4">
        <w:rPr>
          <w:rtl/>
          <w:lang w:bidi="fa-IR"/>
        </w:rPr>
        <w:t>تنقيح المقال 3 / 200. تهذيب التهذيب 10 / 186. تذكرة الحفاظ 1 / 19. تاريخ جرجان / 112 ، 157 ، 261. جامع الرواة 2 / 235. الجرح والتعديل 8 / 244.</w:t>
      </w:r>
      <w:r>
        <w:rPr>
          <w:rFonts w:hint="cs"/>
          <w:rtl/>
          <w:lang w:bidi="fa-IR"/>
        </w:rPr>
        <w:t xml:space="preserve"> </w:t>
      </w:r>
      <w:r w:rsidRPr="00CA52B4">
        <w:rPr>
          <w:rtl/>
          <w:lang w:bidi="fa-IR"/>
        </w:rPr>
        <w:t xml:space="preserve">جمهرة أنساب العرب / 358. حلية الأولياء / 228. رجال الطوسي / 59. شذرات الذهب 1 / 29. ابن أبي الحديد 2 / 71 ، 193 </w:t>
      </w:r>
      <w:r>
        <w:rPr>
          <w:rtl/>
          <w:lang w:bidi="fa-IR"/>
        </w:rPr>
        <w:t>و 6</w:t>
      </w:r>
      <w:r w:rsidRPr="00CA52B4">
        <w:rPr>
          <w:rtl/>
          <w:lang w:bidi="fa-IR"/>
        </w:rPr>
        <w:t xml:space="preserve"> / 20 </w:t>
      </w:r>
      <w:r>
        <w:rPr>
          <w:rtl/>
          <w:lang w:bidi="fa-IR"/>
        </w:rPr>
        <w:t>و 9</w:t>
      </w:r>
      <w:r w:rsidRPr="00CA52B4">
        <w:rPr>
          <w:rtl/>
          <w:lang w:bidi="fa-IR"/>
        </w:rPr>
        <w:t xml:space="preserve"> / 67 </w:t>
      </w:r>
      <w:r>
        <w:rPr>
          <w:rtl/>
          <w:lang w:bidi="fa-IR"/>
        </w:rPr>
        <w:t>و 1</w:t>
      </w:r>
      <w:r w:rsidRPr="00CA52B4">
        <w:rPr>
          <w:rtl/>
          <w:lang w:bidi="fa-IR"/>
        </w:rPr>
        <w:t>2 / 179</w:t>
      </w:r>
      <w:r>
        <w:rPr>
          <w:rtl/>
          <w:lang w:bidi="fa-IR"/>
        </w:rPr>
        <w:t xml:space="preserve"> ـ </w:t>
      </w:r>
      <w:r w:rsidRPr="00CA52B4">
        <w:rPr>
          <w:rtl/>
          <w:lang w:bidi="fa-IR"/>
        </w:rPr>
        <w:t xml:space="preserve">288 </w:t>
      </w:r>
      <w:r>
        <w:rPr>
          <w:rtl/>
          <w:lang w:bidi="fa-IR"/>
        </w:rPr>
        <w:t>و 1</w:t>
      </w:r>
      <w:r w:rsidRPr="00CA52B4">
        <w:rPr>
          <w:rtl/>
          <w:lang w:bidi="fa-IR"/>
        </w:rPr>
        <w:t xml:space="preserve">3 / 242 </w:t>
      </w:r>
      <w:r>
        <w:rPr>
          <w:rtl/>
          <w:lang w:bidi="fa-IR"/>
        </w:rPr>
        <w:t>و 1</w:t>
      </w:r>
      <w:r w:rsidRPr="00CA52B4">
        <w:rPr>
          <w:rtl/>
          <w:lang w:bidi="fa-IR"/>
        </w:rPr>
        <w:t xml:space="preserve">5 / 42 </w:t>
      </w:r>
      <w:r>
        <w:rPr>
          <w:rtl/>
          <w:lang w:bidi="fa-IR"/>
        </w:rPr>
        <w:t>و 2</w:t>
      </w:r>
      <w:r w:rsidRPr="00CA52B4">
        <w:rPr>
          <w:rtl/>
          <w:lang w:bidi="fa-IR"/>
        </w:rPr>
        <w:t xml:space="preserve">0 / 247. الطبقات الكبرى 2 / 347 </w:t>
      </w:r>
      <w:r>
        <w:rPr>
          <w:rtl/>
          <w:lang w:bidi="fa-IR"/>
        </w:rPr>
        <w:t>و 3</w:t>
      </w:r>
      <w:r w:rsidRPr="00CA52B4">
        <w:rPr>
          <w:rtl/>
          <w:lang w:bidi="fa-IR"/>
        </w:rPr>
        <w:t xml:space="preserve"> / 583. طبقات الحفاظ / 6. طبقات القراء 2 / 301. العقد الفريد 3 / 147 ، 163 ، 252 </w:t>
      </w:r>
      <w:r>
        <w:rPr>
          <w:rtl/>
          <w:lang w:bidi="fa-IR"/>
        </w:rPr>
        <w:t>و 4</w:t>
      </w:r>
      <w:r w:rsidRPr="00CA52B4">
        <w:rPr>
          <w:rtl/>
          <w:lang w:bidi="fa-IR"/>
        </w:rPr>
        <w:t xml:space="preserve"> / 129 </w:t>
      </w:r>
      <w:r>
        <w:rPr>
          <w:rtl/>
          <w:lang w:bidi="fa-IR"/>
        </w:rPr>
        <w:t>و 7</w:t>
      </w:r>
      <w:r w:rsidRPr="00CA52B4">
        <w:rPr>
          <w:rtl/>
          <w:lang w:bidi="fa-IR"/>
        </w:rPr>
        <w:t xml:space="preserve"> / 96. العبر 1 / 22. الغارات 2 / 907 ، 908. الغدير 2 / 97 </w:t>
      </w:r>
      <w:r>
        <w:rPr>
          <w:rtl/>
          <w:lang w:bidi="fa-IR"/>
        </w:rPr>
        <w:t>و 3</w:t>
      </w:r>
      <w:r w:rsidRPr="00CA52B4">
        <w:rPr>
          <w:rtl/>
          <w:lang w:bidi="fa-IR"/>
        </w:rPr>
        <w:t xml:space="preserve"> / 112 </w:t>
      </w:r>
      <w:r>
        <w:rPr>
          <w:rtl/>
          <w:lang w:bidi="fa-IR"/>
        </w:rPr>
        <w:t>و 4</w:t>
      </w:r>
      <w:r w:rsidRPr="00CA52B4">
        <w:rPr>
          <w:rtl/>
          <w:lang w:bidi="fa-IR"/>
        </w:rPr>
        <w:t xml:space="preserve"> / 38 </w:t>
      </w:r>
      <w:r>
        <w:rPr>
          <w:rtl/>
          <w:lang w:bidi="fa-IR"/>
        </w:rPr>
        <w:t>و 5</w:t>
      </w:r>
      <w:r w:rsidRPr="00CA52B4">
        <w:rPr>
          <w:rtl/>
          <w:lang w:bidi="fa-IR"/>
        </w:rPr>
        <w:t xml:space="preserve"> / 312 </w:t>
      </w:r>
      <w:r>
        <w:rPr>
          <w:rtl/>
          <w:lang w:bidi="fa-IR"/>
        </w:rPr>
        <w:t>و 6</w:t>
      </w:r>
      <w:r w:rsidRPr="00CA52B4">
        <w:rPr>
          <w:rtl/>
          <w:lang w:bidi="fa-IR"/>
        </w:rPr>
        <w:t xml:space="preserve"> / 132 </w:t>
      </w:r>
      <w:r>
        <w:rPr>
          <w:rtl/>
          <w:lang w:bidi="fa-IR"/>
        </w:rPr>
        <w:t>و 7</w:t>
      </w:r>
      <w:r w:rsidRPr="00CA52B4">
        <w:rPr>
          <w:rtl/>
          <w:lang w:bidi="fa-IR"/>
        </w:rPr>
        <w:t xml:space="preserve"> / 100 </w:t>
      </w:r>
      <w:r>
        <w:rPr>
          <w:rtl/>
          <w:lang w:bidi="fa-IR"/>
        </w:rPr>
        <w:t>و 8</w:t>
      </w:r>
      <w:r w:rsidRPr="00CA52B4">
        <w:rPr>
          <w:rtl/>
          <w:lang w:bidi="fa-IR"/>
        </w:rPr>
        <w:t xml:space="preserve"> / 64 </w:t>
      </w:r>
      <w:r>
        <w:rPr>
          <w:rtl/>
          <w:lang w:bidi="fa-IR"/>
        </w:rPr>
        <w:t>و 9</w:t>
      </w:r>
      <w:r w:rsidRPr="00CA52B4">
        <w:rPr>
          <w:rtl/>
          <w:lang w:bidi="fa-IR"/>
        </w:rPr>
        <w:t xml:space="preserve"> / 376. الفوائد الرجالية 2 / 333. قاموس الرجال 9 / 11. الكامل في التأريخ 2 / 272 ، 336 ، 338 ، 341 ، 383 ، 421 ، 558 </w:t>
      </w:r>
      <w:r>
        <w:rPr>
          <w:rtl/>
          <w:lang w:bidi="fa-IR"/>
        </w:rPr>
        <w:t>و 3</w:t>
      </w:r>
      <w:r w:rsidRPr="00CA52B4">
        <w:rPr>
          <w:rtl/>
          <w:lang w:bidi="fa-IR"/>
        </w:rPr>
        <w:t xml:space="preserve"> / 117. اللباب 1 / 38. مجمع الرجال 6 / 96. مرآة الجنان 1 / 73. المشتبه 1 / 16. المعارف / 111. معجم رجال الحديث 18 / 183. منتهى المقال / 308.</w:t>
      </w:r>
      <w:r>
        <w:rPr>
          <w:rFonts w:hint="cs"/>
          <w:rtl/>
          <w:lang w:bidi="fa-IR"/>
        </w:rPr>
        <w:t xml:space="preserve"> </w:t>
      </w:r>
      <w:r w:rsidRPr="00CA52B4">
        <w:rPr>
          <w:rtl/>
          <w:lang w:bidi="fa-IR"/>
        </w:rPr>
        <w:t xml:space="preserve">المجروحون من المحدثين 3 / 306. نقد الرجال / 346. النهاية في غريب الحديث 1 / 24 ، 147 ، 246 ، 274 ، 297 ، 319 ، 419 ، 434 ، 453 ، 459 </w:t>
      </w:r>
      <w:r>
        <w:rPr>
          <w:rtl/>
          <w:lang w:bidi="fa-IR"/>
        </w:rPr>
        <w:t>و 5</w:t>
      </w:r>
      <w:r w:rsidRPr="00CA52B4">
        <w:rPr>
          <w:rtl/>
          <w:lang w:bidi="fa-IR"/>
        </w:rPr>
        <w:t xml:space="preserve"> / 435.</w:t>
      </w:r>
      <w:r>
        <w:rPr>
          <w:rFonts w:hint="cs"/>
          <w:rtl/>
          <w:lang w:bidi="fa-IR"/>
        </w:rPr>
        <w:t xml:space="preserve"> </w:t>
      </w:r>
      <w:r w:rsidRPr="00CA52B4">
        <w:rPr>
          <w:rtl/>
          <w:lang w:bidi="fa-IR"/>
        </w:rPr>
        <w:t xml:space="preserve">وقعة صفين / 45. وفيات الأعيان 6 / 149 </w:t>
      </w:r>
      <w:r>
        <w:rPr>
          <w:rtl/>
          <w:lang w:bidi="fa-IR"/>
        </w:rPr>
        <w:t>و 7</w:t>
      </w:r>
      <w:r w:rsidRPr="00CA52B4">
        <w:rPr>
          <w:rtl/>
          <w:lang w:bidi="fa-IR"/>
        </w:rPr>
        <w:t xml:space="preserve"> / 214.</w:t>
      </w:r>
    </w:p>
    <w:p w:rsidR="00843DF1" w:rsidRPr="00CA52B4" w:rsidRDefault="00843DF1" w:rsidP="00EB70B9">
      <w:pPr>
        <w:pStyle w:val="libBold1"/>
        <w:rPr>
          <w:rtl/>
          <w:lang w:bidi="fa-IR"/>
        </w:rPr>
      </w:pPr>
      <w:r w:rsidRPr="00CA52B4">
        <w:rPr>
          <w:rtl/>
        </w:rPr>
        <w:t>1077</w:t>
      </w:r>
      <w:r>
        <w:rPr>
          <w:rtl/>
        </w:rPr>
        <w:t xml:space="preserve"> ـ </w:t>
      </w:r>
      <w:r w:rsidRPr="00CA52B4">
        <w:rPr>
          <w:rtl/>
        </w:rPr>
        <w:t xml:space="preserve">معاذ بن عمرو بن الحمق </w:t>
      </w:r>
      <w:r>
        <w:rPr>
          <w:rtl/>
        </w:rPr>
        <w:t>(</w:t>
      </w:r>
      <w:r w:rsidRPr="00CA52B4">
        <w:rPr>
          <w:rtl/>
        </w:rPr>
        <w:t>الجموح</w:t>
      </w:r>
      <w:r>
        <w:rPr>
          <w:rtl/>
        </w:rPr>
        <w:t>)</w:t>
      </w:r>
      <w:r w:rsidRPr="00CA52B4">
        <w:rPr>
          <w:rtl/>
        </w:rPr>
        <w:t xml:space="preserve"> ابن كاهن بن حبيب بن عمرو بن القين بن رزاح بن عمرو بن سعد بن كعب بن عمرو الخزاعي الكعبي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صحابي فارس ، شهد العقبة وبدرا ، وهو الذي قطع رجل أبي جهل بن هشام وصرعه ، وضرب ابنه عكرمة بن أبي جهل وقتله. ومر عبد الله بن مسعود ، بأبي جهل فأجهز عليه وأخذ رأسه. مات في عهد عثمان بن عفان. وكان أول من تعاونوا على قتل أبي جهل ، يوم بدر واستمر يقاتل إلى آخر النّهار. وكان والده عمرو بن الحمق من السابقين الذين رجعوا</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إلى أمير المؤمنين </w:t>
      </w:r>
      <w:r>
        <w:rPr>
          <w:rtl/>
          <w:lang w:bidi="fa-IR"/>
        </w:rPr>
        <w:t>(</w:t>
      </w:r>
      <w:r w:rsidRPr="00CA52B4">
        <w:rPr>
          <w:rtl/>
          <w:lang w:bidi="fa-IR"/>
        </w:rPr>
        <w:t>عليه السلام</w:t>
      </w:r>
      <w:r>
        <w:rPr>
          <w:rtl/>
          <w:lang w:bidi="fa-IR"/>
        </w:rPr>
        <w:t>)</w:t>
      </w:r>
      <w:r w:rsidRPr="00CA52B4">
        <w:rPr>
          <w:rtl/>
          <w:lang w:bidi="fa-IR"/>
        </w:rPr>
        <w:t xml:space="preserve"> ، وأصبح من أصفيائه كما أسلفنا ترجمته في محله.</w:t>
      </w:r>
    </w:p>
    <w:p w:rsidR="00843DF1" w:rsidRPr="00CA52B4" w:rsidRDefault="00843DF1" w:rsidP="00B10281">
      <w:pPr>
        <w:pStyle w:val="libVar"/>
        <w:rPr>
          <w:rtl/>
          <w:lang w:bidi="fa-IR"/>
        </w:rPr>
      </w:pPr>
      <w:r w:rsidRPr="00CA52B4">
        <w:rPr>
          <w:rtl/>
          <w:lang w:bidi="fa-IR"/>
        </w:rPr>
        <w:t>الأعلام 8 / 167. الاستيعاب 3 / 361. أسد الغابة 4 / 381. الاشتقاق / 467.</w:t>
      </w:r>
      <w:r>
        <w:rPr>
          <w:rFonts w:hint="cs"/>
          <w:rtl/>
          <w:lang w:bidi="fa-IR"/>
        </w:rPr>
        <w:t xml:space="preserve"> </w:t>
      </w:r>
      <w:r w:rsidRPr="00CA52B4">
        <w:rPr>
          <w:rtl/>
          <w:lang w:bidi="fa-IR"/>
        </w:rPr>
        <w:t>الإصابة 3 / 429. تنقيح المقال 3 / 221. جامع الرواة 2 / 235. الجرح والتعديل 8 / 245. جمهرة أنساب العرب / 359. رجال الشيخ الطوسي / 59. شرح ابن أبي الحديد 14 / 140 ، 143 ، 166 ، 210. العقد الفريد 3 / 296. الغارات 1 / 347.</w:t>
      </w:r>
      <w:r>
        <w:rPr>
          <w:rFonts w:hint="cs"/>
          <w:rtl/>
          <w:lang w:bidi="fa-IR"/>
        </w:rPr>
        <w:t xml:space="preserve"> </w:t>
      </w:r>
      <w:r w:rsidRPr="00CA52B4">
        <w:rPr>
          <w:rtl/>
          <w:lang w:bidi="fa-IR"/>
        </w:rPr>
        <w:t>الكامل في التأريخ 2 / 126. مجمع الرجال 6 / 96. معجم رجال الحديث 18 / 184.</w:t>
      </w:r>
      <w:r>
        <w:rPr>
          <w:rFonts w:hint="cs"/>
          <w:rtl/>
          <w:lang w:bidi="fa-IR"/>
        </w:rPr>
        <w:t xml:space="preserve"> </w:t>
      </w:r>
      <w:r w:rsidRPr="00CA52B4">
        <w:rPr>
          <w:rtl/>
          <w:lang w:bidi="fa-IR"/>
        </w:rPr>
        <w:t>نقد الرجال / 346. النهاية في غريب الحديث 3 / 52 ، 140.</w:t>
      </w:r>
    </w:p>
    <w:p w:rsidR="00843DF1" w:rsidRPr="00CA52B4" w:rsidRDefault="00843DF1" w:rsidP="00EB70B9">
      <w:pPr>
        <w:pStyle w:val="libBold1"/>
        <w:rPr>
          <w:rtl/>
          <w:lang w:bidi="fa-IR"/>
        </w:rPr>
      </w:pPr>
      <w:r w:rsidRPr="00CA52B4">
        <w:rPr>
          <w:rtl/>
        </w:rPr>
        <w:t>1078</w:t>
      </w:r>
      <w:r>
        <w:rPr>
          <w:rtl/>
        </w:rPr>
        <w:t xml:space="preserve"> ـ </w:t>
      </w:r>
      <w:r w:rsidRPr="00CA52B4">
        <w:rPr>
          <w:rtl/>
        </w:rPr>
        <w:t>معاوية بن الحارث بن عدي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شجاع ، شاعر. كان صاحب لواء الأشعث يوم صفين. قال له الأشعث : لله أنت ليس النخع بخير من كندة ، قدّم لواءك ، فإنّ الحظ لمن سبق. فتقدم صاحب اللواء ، وهو يقول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Pr>
                <w:rtl/>
                <w:lang w:bidi="fa-IR"/>
              </w:rPr>
              <w:t>أ</w:t>
            </w:r>
            <w:r w:rsidRPr="00CA52B4">
              <w:rPr>
                <w:rtl/>
                <w:lang w:bidi="fa-IR"/>
              </w:rPr>
              <w:t xml:space="preserve">نعطش اليوم وفينا الأشعث </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الأشعث الخير كليث يعبث </w:t>
            </w:r>
            <w:r w:rsidRPr="00B10281">
              <w:rPr>
                <w:rStyle w:val="libPoemTiniCharChar"/>
                <w:rtl/>
              </w:rPr>
              <w:br/>
              <w:t> </w:t>
            </w:r>
          </w:p>
        </w:tc>
      </w:tr>
      <w:tr w:rsidR="00843DF1" w:rsidRPr="00CA52B4" w:rsidTr="00C360D4">
        <w:trPr>
          <w:tblCellSpacing w:w="15" w:type="dxa"/>
          <w:jc w:val="center"/>
        </w:trPr>
        <w:tc>
          <w:tcPr>
            <w:tcW w:w="2361" w:type="pct"/>
            <w:vAlign w:val="center"/>
            <w:hideMark/>
          </w:tcPr>
          <w:p w:rsidR="00843DF1" w:rsidRPr="00CA52B4" w:rsidRDefault="00843DF1" w:rsidP="00B10281">
            <w:pPr>
              <w:pStyle w:val="libPoem"/>
            </w:pPr>
            <w:r w:rsidRPr="00CA52B4">
              <w:rPr>
                <w:rtl/>
                <w:lang w:bidi="fa-IR"/>
              </w:rPr>
              <w:t>فأبشروا فإنكم لن تلبثوا</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أن تشربوا الماء فسبوا وارفثوا</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sidRPr="00CA52B4">
              <w:rPr>
                <w:rtl/>
              </w:rPr>
              <w:t xml:space="preserve">من لا يرده والرجال تلهث </w:t>
            </w:r>
          </w:p>
        </w:tc>
      </w:tr>
    </w:tbl>
    <w:p w:rsidR="00843DF1" w:rsidRPr="00CA52B4" w:rsidRDefault="00843DF1" w:rsidP="00B10281">
      <w:pPr>
        <w:pStyle w:val="libVar"/>
        <w:rPr>
          <w:rtl/>
          <w:lang w:bidi="fa-IR"/>
        </w:rPr>
      </w:pPr>
      <w:r w:rsidRPr="00CA52B4">
        <w:rPr>
          <w:rtl/>
          <w:lang w:bidi="fa-IR"/>
        </w:rPr>
        <w:t>الاشتقاق / 373. تنقيح المقال 3 / 223. جامع الرواة 2 / 237. جمهرة أنساب العرب / 419. رجال الشيخ الطوسي / 59. شرح ابن أبي الحديد 3 / 330. قاموس الرجال 9 / 34. مجمع الرجال 6 / 98. معجم رجال الحديث 18 / 198. نقد الرجال / 346. وقعة صفين / 180.</w:t>
      </w:r>
    </w:p>
    <w:p w:rsidR="00843DF1" w:rsidRPr="00CA52B4" w:rsidRDefault="00843DF1" w:rsidP="00EB70B9">
      <w:pPr>
        <w:pStyle w:val="libBold1"/>
        <w:rPr>
          <w:rtl/>
          <w:lang w:bidi="fa-IR"/>
        </w:rPr>
      </w:pPr>
      <w:r w:rsidRPr="00CA52B4">
        <w:rPr>
          <w:rtl/>
        </w:rPr>
        <w:t>1079</w:t>
      </w:r>
      <w:r>
        <w:rPr>
          <w:rtl/>
        </w:rPr>
        <w:t xml:space="preserve"> ـ </w:t>
      </w:r>
      <w:r w:rsidRPr="00CA52B4">
        <w:rPr>
          <w:rtl/>
        </w:rPr>
        <w:t>معاوية بن أبي سفيان بن حرب بن أمية بن عبد شمس بن عبد مناف الأموي المتوفى 60 ه‍</w:t>
      </w:r>
      <w:r>
        <w:rPr>
          <w:rtl/>
        </w:rPr>
        <w:t>.</w:t>
      </w:r>
    </w:p>
    <w:p w:rsidR="00843DF1" w:rsidRPr="00CA52B4" w:rsidRDefault="00843DF1" w:rsidP="00347E77">
      <w:pPr>
        <w:pStyle w:val="libNormal"/>
        <w:rPr>
          <w:rtl/>
          <w:lang w:bidi="fa-IR"/>
        </w:rPr>
      </w:pPr>
      <w:r w:rsidRPr="00CA52B4">
        <w:rPr>
          <w:rtl/>
          <w:lang w:bidi="fa-IR"/>
        </w:rPr>
        <w:t xml:space="preserve">من الصحابة. ولاه عمر بن الخطاب الشام بعد أخيه يزيد ، فأقره عثمان أيضا مدّة ولايته ثم ولي الخلافة. وهو أول من أصدر أمرا بلعن أمير المؤمنين </w:t>
      </w:r>
      <w:r>
        <w:rPr>
          <w:rtl/>
          <w:lang w:bidi="fa-IR"/>
        </w:rPr>
        <w:t>(</w:t>
      </w:r>
      <w:r w:rsidRPr="00CA52B4">
        <w:rPr>
          <w:rtl/>
          <w:lang w:bidi="fa-IR"/>
        </w:rPr>
        <w:t>عليه السلام</w:t>
      </w:r>
      <w:r>
        <w:rPr>
          <w:rtl/>
          <w:lang w:bidi="fa-IR"/>
        </w:rPr>
        <w:t>)</w:t>
      </w:r>
      <w:r w:rsidRPr="00CA52B4">
        <w:rPr>
          <w:rtl/>
          <w:lang w:bidi="fa-IR"/>
        </w:rPr>
        <w:t xml:space="preserve"> على المنابر في كافة الحواضر الإسلامية. وقتل كبار الشيعة ، وحارب وخالف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واستأصل ذريته الطاهرة ، وأراق الدماء</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الزكية ، وخلف على المسلمين ابنه يزيد الجلف الحقير الزناء الخمار ، وكان النبيّ الأكرم </w:t>
      </w:r>
      <w:r>
        <w:rPr>
          <w:rtl/>
          <w:lang w:bidi="fa-IR"/>
        </w:rPr>
        <w:t>(</w:t>
      </w:r>
      <w:r w:rsidRPr="00CA52B4">
        <w:rPr>
          <w:rtl/>
          <w:lang w:bidi="fa-IR"/>
        </w:rPr>
        <w:t>صلّى الله عليه وآله وسلّم</w:t>
      </w:r>
      <w:r>
        <w:rPr>
          <w:rtl/>
          <w:lang w:bidi="fa-IR"/>
        </w:rPr>
        <w:t>)</w:t>
      </w:r>
      <w:r w:rsidRPr="00CA52B4">
        <w:rPr>
          <w:rtl/>
          <w:lang w:bidi="fa-IR"/>
        </w:rPr>
        <w:t xml:space="preserve"> على علم من كفره ونفاقه وزندقته ، ولذلك وردت عنه </w:t>
      </w:r>
      <w:r>
        <w:rPr>
          <w:rtl/>
          <w:lang w:bidi="fa-IR"/>
        </w:rPr>
        <w:t>(</w:t>
      </w:r>
      <w:r w:rsidRPr="00CA52B4">
        <w:rPr>
          <w:rtl/>
          <w:lang w:bidi="fa-IR"/>
        </w:rPr>
        <w:t>صلّى الله عليه وآله وسلّم</w:t>
      </w:r>
      <w:r>
        <w:rPr>
          <w:rtl/>
          <w:lang w:bidi="fa-IR"/>
        </w:rPr>
        <w:t>)</w:t>
      </w:r>
      <w:r w:rsidRPr="00CA52B4">
        <w:rPr>
          <w:rtl/>
          <w:lang w:bidi="fa-IR"/>
        </w:rPr>
        <w:t xml:space="preserve"> في حقه أحاديث جمة صحيحة وثابتة ، ومنها قوله : ان معاوية في تابوت من نار في أسفل درك منها. وهو فظاظة من لعن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حيثما لعن آكل الربا والخمر وشاربها وبايعها ومبتاعها وحاملها والمحمولة إليه ، فهو أعرف شخصية بهذه المخازي. وقد اختلقت له الأيادي الأموية المقبورة كرامات ومناقب كلها سفاسف وخرافات بعد أن كان المجتمع الإسلامي على علم من نواياه وخبثه ومخازيه في جاهليته وإسلامه المزيف.</w:t>
      </w:r>
    </w:p>
    <w:p w:rsidR="00843DF1" w:rsidRPr="00CA52B4" w:rsidRDefault="00843DF1" w:rsidP="00347E77">
      <w:pPr>
        <w:pStyle w:val="libNormal"/>
        <w:rPr>
          <w:rtl/>
          <w:lang w:bidi="fa-IR"/>
        </w:rPr>
      </w:pPr>
      <w:r w:rsidRPr="00CA52B4">
        <w:rPr>
          <w:rtl/>
          <w:lang w:bidi="fa-IR"/>
        </w:rPr>
        <w:t xml:space="preserve">أخذ عن عليّ </w:t>
      </w:r>
      <w:r>
        <w:rPr>
          <w:rtl/>
          <w:lang w:bidi="fa-IR"/>
        </w:rPr>
        <w:t>(</w:t>
      </w:r>
      <w:r w:rsidRPr="00CA52B4">
        <w:rPr>
          <w:rtl/>
          <w:lang w:bidi="fa-IR"/>
        </w:rPr>
        <w:t>عليه السلام</w:t>
      </w:r>
      <w:r>
        <w:rPr>
          <w:rtl/>
          <w:lang w:bidi="fa-IR"/>
        </w:rPr>
        <w:t>)</w:t>
      </w:r>
      <w:r w:rsidRPr="00CA52B4">
        <w:rPr>
          <w:rtl/>
          <w:lang w:bidi="fa-IR"/>
        </w:rPr>
        <w:t xml:space="preserve"> ، كبقية الصحابة ، وتعلم منه ، وكان يراسله ويسأله عن مشكلات المسائل ، ومهمات القضايا مع نصبه وبغضه وحقده لأمير المؤمنين </w:t>
      </w:r>
      <w:r>
        <w:rPr>
          <w:rtl/>
          <w:lang w:bidi="fa-IR"/>
        </w:rPr>
        <w:t>(</w:t>
      </w:r>
      <w:r w:rsidRPr="00CA52B4">
        <w:rPr>
          <w:rtl/>
          <w:lang w:bidi="fa-IR"/>
        </w:rPr>
        <w:t>عليه السلام</w:t>
      </w:r>
      <w:r>
        <w:rPr>
          <w:rtl/>
          <w:lang w:bidi="fa-IR"/>
        </w:rPr>
        <w:t>)</w:t>
      </w:r>
      <w:r w:rsidRPr="00CA52B4">
        <w:rPr>
          <w:rtl/>
          <w:lang w:bidi="fa-IR"/>
        </w:rPr>
        <w:t xml:space="preserve"> فقد ناصب له العداوة والبغضاء ، وشن عليه حروبا طاحنة ، وكان يكتب فيما ينزل به ليسأل له عليّ بن أبي طالب </w:t>
      </w:r>
      <w:r>
        <w:rPr>
          <w:rtl/>
          <w:lang w:bidi="fa-IR"/>
        </w:rPr>
        <w:t>(</w:t>
      </w:r>
      <w:r w:rsidRPr="00CA52B4">
        <w:rPr>
          <w:rtl/>
          <w:lang w:bidi="fa-IR"/>
        </w:rPr>
        <w:t>عليه السلام</w:t>
      </w:r>
      <w:r>
        <w:rPr>
          <w:rtl/>
          <w:lang w:bidi="fa-IR"/>
        </w:rPr>
        <w:t>)</w:t>
      </w:r>
      <w:r w:rsidRPr="00CA52B4">
        <w:rPr>
          <w:rtl/>
          <w:lang w:bidi="fa-IR"/>
        </w:rPr>
        <w:t xml:space="preserve"> عن ذلك ، فلما بلغه قتله قال : ذهب الفقه والعلم بموت ابن أبي طالب. فقال له أخوه عتبة : لا يسمع هذا منك أهل الشام ، فقال له :</w:t>
      </w:r>
      <w:r>
        <w:rPr>
          <w:rFonts w:hint="cs"/>
          <w:rtl/>
          <w:lang w:bidi="fa-IR"/>
        </w:rPr>
        <w:t xml:space="preserve"> </w:t>
      </w:r>
      <w:r w:rsidRPr="00CA52B4">
        <w:rPr>
          <w:rtl/>
          <w:lang w:bidi="fa-IR"/>
        </w:rPr>
        <w:t>دعني عنك.</w:t>
      </w:r>
    </w:p>
    <w:p w:rsidR="00843DF1" w:rsidRPr="00CA52B4" w:rsidRDefault="00843DF1" w:rsidP="00B10281">
      <w:pPr>
        <w:pStyle w:val="libVar"/>
        <w:rPr>
          <w:rtl/>
          <w:lang w:bidi="fa-IR"/>
        </w:rPr>
      </w:pPr>
      <w:r w:rsidRPr="00CA52B4">
        <w:rPr>
          <w:rtl/>
          <w:lang w:bidi="fa-IR"/>
        </w:rPr>
        <w:t>الاستيعاب 3 / 400. جمهرة أنساب العرب / 112. الغدير 10 / 138</w:t>
      </w:r>
      <w:r>
        <w:rPr>
          <w:rtl/>
          <w:lang w:bidi="fa-IR"/>
        </w:rPr>
        <w:t xml:space="preserve"> ـ </w:t>
      </w:r>
      <w:r w:rsidRPr="00CA52B4">
        <w:rPr>
          <w:rtl/>
          <w:lang w:bidi="fa-IR"/>
        </w:rPr>
        <w:t>384.</w:t>
      </w:r>
      <w:r>
        <w:rPr>
          <w:rFonts w:hint="cs"/>
          <w:rtl/>
          <w:lang w:bidi="fa-IR"/>
        </w:rPr>
        <w:t xml:space="preserve"> </w:t>
      </w:r>
      <w:r w:rsidRPr="00CA52B4">
        <w:rPr>
          <w:rtl/>
          <w:lang w:bidi="fa-IR"/>
        </w:rPr>
        <w:t>فضائل الخمسة 2 / 304. وقعة صفين / 216.</w:t>
      </w:r>
    </w:p>
    <w:p w:rsidR="00843DF1" w:rsidRPr="00CA52B4" w:rsidRDefault="00843DF1" w:rsidP="00EB70B9">
      <w:pPr>
        <w:pStyle w:val="libBold1"/>
        <w:rPr>
          <w:rtl/>
          <w:lang w:bidi="fa-IR"/>
        </w:rPr>
      </w:pPr>
      <w:r w:rsidRPr="00CA52B4">
        <w:rPr>
          <w:rtl/>
        </w:rPr>
        <w:t>1080</w:t>
      </w:r>
      <w:r>
        <w:rPr>
          <w:rtl/>
        </w:rPr>
        <w:t xml:space="preserve"> ـ </w:t>
      </w:r>
      <w:r w:rsidRPr="00CA52B4">
        <w:rPr>
          <w:rtl/>
        </w:rPr>
        <w:t>معاوية بن شداد العبسي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قاتل في حرب البصرة بحزم وشجاعة ، وقتل محمد بن طلحة ، حين أخذ بزمام الجمل. وقيل : إنّ عدّة من أعوان أمير المؤمنين </w:t>
      </w:r>
      <w:r>
        <w:rPr>
          <w:rtl/>
          <w:lang w:bidi="fa-IR"/>
        </w:rPr>
        <w:t>(</w:t>
      </w:r>
      <w:r w:rsidRPr="00CA52B4">
        <w:rPr>
          <w:rtl/>
          <w:lang w:bidi="fa-IR"/>
        </w:rPr>
        <w:t>عليه السلام</w:t>
      </w:r>
      <w:r>
        <w:rPr>
          <w:rtl/>
          <w:lang w:bidi="fa-IR"/>
        </w:rPr>
        <w:t>)</w:t>
      </w:r>
      <w:r w:rsidRPr="00CA52B4">
        <w:rPr>
          <w:rtl/>
          <w:lang w:bidi="fa-IR"/>
        </w:rPr>
        <w:t xml:space="preserve"> ، اجتمعوا على محمد بن طلحة ، وأردوه قتيلا ، وادعى كل واحد منهم قتله ، وهم : عفان بن الأشقر النصري ، والمعكبر الأسدي ، والمعكبر الضبي.</w:t>
      </w:r>
    </w:p>
    <w:p w:rsidR="00843DF1" w:rsidRPr="00CA52B4" w:rsidRDefault="00843DF1" w:rsidP="00B10281">
      <w:pPr>
        <w:pStyle w:val="libVar"/>
        <w:rPr>
          <w:rtl/>
          <w:lang w:bidi="fa-IR"/>
        </w:rPr>
      </w:pPr>
      <w:r w:rsidRPr="00CA52B4">
        <w:rPr>
          <w:rtl/>
          <w:lang w:bidi="fa-IR"/>
        </w:rPr>
        <w:t>تاريخ الطبري 5 / 214. الكامل في التأريخ 3 / 250.</w:t>
      </w:r>
    </w:p>
    <w:p w:rsidR="00843DF1" w:rsidRPr="00CA52B4" w:rsidRDefault="00843DF1" w:rsidP="00EB70B9">
      <w:pPr>
        <w:pStyle w:val="libBold1"/>
        <w:rPr>
          <w:rtl/>
          <w:lang w:bidi="fa-IR"/>
        </w:rPr>
      </w:pPr>
      <w:r w:rsidRPr="00CA52B4">
        <w:rPr>
          <w:rtl/>
        </w:rPr>
        <w:t>1081</w:t>
      </w:r>
      <w:r>
        <w:rPr>
          <w:rtl/>
        </w:rPr>
        <w:t xml:space="preserve"> ـ </w:t>
      </w:r>
      <w:r w:rsidRPr="00CA52B4">
        <w:rPr>
          <w:rtl/>
        </w:rPr>
        <w:t>معاوية بن صعصعة بن قيس بن مع</w:t>
      </w:r>
      <w:r>
        <w:rPr>
          <w:rtl/>
        </w:rPr>
        <w:t>اوية بن حصين بن حفص بن عبادة بن</w:t>
      </w:r>
    </w:p>
    <w:p w:rsidR="00843DF1" w:rsidRDefault="00843DF1" w:rsidP="00EB70B9">
      <w:pPr>
        <w:pStyle w:val="libBold1"/>
        <w:rPr>
          <w:rtl/>
          <w:lang w:bidi="fa-IR"/>
        </w:rPr>
      </w:pPr>
      <w:r>
        <w:rPr>
          <w:rtl/>
          <w:lang w:bidi="fa-IR"/>
        </w:rPr>
        <w:br w:type="page"/>
      </w:r>
      <w:r w:rsidRPr="00CA52B4">
        <w:rPr>
          <w:rtl/>
        </w:rPr>
        <w:lastRenderedPageBreak/>
        <w:t>النزال بن مرة بن عبيد بن مقاعس بن عمرو بن كعب بن سعد بن زيد مناة بن تميم التميمي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شجاع ، شاعر ، كتب إلى قومه كتابا مع قصيدة ، يدعوهم فيه لنصرة عليّ </w:t>
      </w:r>
      <w:r>
        <w:rPr>
          <w:rtl/>
          <w:lang w:bidi="fa-IR"/>
        </w:rPr>
        <w:t>(</w:t>
      </w:r>
      <w:r w:rsidRPr="00CA52B4">
        <w:rPr>
          <w:rtl/>
          <w:lang w:bidi="fa-IR"/>
        </w:rPr>
        <w:t>عليه السلام</w:t>
      </w:r>
      <w:r>
        <w:rPr>
          <w:rtl/>
          <w:lang w:bidi="fa-IR"/>
        </w:rPr>
        <w:t>)</w:t>
      </w:r>
      <w:r w:rsidRPr="00CA52B4">
        <w:rPr>
          <w:rtl/>
          <w:lang w:bidi="fa-IR"/>
        </w:rPr>
        <w:t xml:space="preserve"> ، ولما انتهى إلى بني سعد كتابه ساروا بجماعتهم ، حتّى نزلوا الكوفة. فعزت بالكوفة وكثرت ، ثم قدمت عليهم ربيعة. وله شعر ، ومنه حين عزله الحجاج عن البحرين وأغرمه وحبسه فخذله أصحابه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أ</w:t>
            </w:r>
            <w:r w:rsidRPr="00CA52B4">
              <w:rPr>
                <w:rtl/>
                <w:lang w:bidi="fa-IR"/>
              </w:rPr>
              <w:t>ما من تميم دافع لعظيمة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لا صابر عند الحفاظ مواس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لو كنت من حي ربيعة شرفت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دعائم بيتي منهم وأساسي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ومن شعره أيضا ، القصيدة التي بعث بها إلى قومه يدعوهم إلى نصرة أمير المؤمنين </w:t>
      </w:r>
      <w:r>
        <w:rPr>
          <w:rtl/>
          <w:lang w:bidi="fa-IR"/>
        </w:rPr>
        <w:t>(</w:t>
      </w:r>
      <w:r w:rsidRPr="00CA52B4">
        <w:rPr>
          <w:rtl/>
          <w:lang w:bidi="fa-IR"/>
        </w:rPr>
        <w:t>عليه السلام</w:t>
      </w:r>
      <w:r>
        <w:rPr>
          <w:rtl/>
          <w:lang w:bidi="fa-IR"/>
        </w:rPr>
        <w:t>)</w:t>
      </w:r>
      <w:r w:rsidRPr="00CA52B4">
        <w:rPr>
          <w:rtl/>
          <w:lang w:bidi="fa-IR"/>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تميم بن مرّ إن أحنف نعمة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من الله لم يخصص بها دونكم سعدا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عم بها من بعدكم أهل مصركم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ليالي ذم الناس كلهم الوفدا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سواه لقطع الحبل عن أهل مصره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فأمسوا جميعا آكلين به رغدا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كان لسعد رأيه أمس عصمة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فلم يخط لا الإصدار فيهم ولا الوردا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في هذه الأخرى له مخض زبدة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سيخرجها عفوا فلا تعجلوا الزبدا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لا تبطئوا عنه وعيشوا برأيه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لا تجعلوا مما يقول لكم بدا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أ</w:t>
            </w:r>
            <w:r w:rsidRPr="00CA52B4">
              <w:rPr>
                <w:rtl/>
                <w:lang w:bidi="fa-IR"/>
              </w:rPr>
              <w:t>ليس خطيب القوم في كل وفدة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أقربهم قربا وأبعدهم بعدا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إنّ عليا خير حاف وناعل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فلا تمنعوه اليوم جهدا ولا جدا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يحارب من لا يحرجون بحربه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من لا يساوي دينه كله ردّا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من نزلت فيه ثلاثون آية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تسميه فيها مؤمنا مخلصا فردا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سوى موجبات جئن فيه وغيرها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بها أوجب الله الولاية والودّا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الاستيعاب 3 / 407. أسد الغابة 4 / 388. الإصابة 3 / 435. أعيان الشيعة 10 / 130. تنقيح المقال 3 / 224. جامع الرواة 2 / 238. رجال الشيخ الطوسي / 59. شرح ابن أبي الحديد 15 / 283. الغدير 2 / 49. قاموس الرجال</w:t>
      </w:r>
    </w:p>
    <w:p w:rsidR="00843DF1" w:rsidRPr="00CA52B4" w:rsidRDefault="00843DF1" w:rsidP="00B10281">
      <w:pPr>
        <w:pStyle w:val="libVar0"/>
        <w:rPr>
          <w:rtl/>
          <w:lang w:bidi="fa-IR"/>
        </w:rPr>
      </w:pPr>
      <w:r>
        <w:rPr>
          <w:rtl/>
          <w:lang w:bidi="fa-IR"/>
        </w:rPr>
        <w:br w:type="page"/>
      </w:r>
      <w:r w:rsidRPr="00CA52B4">
        <w:rPr>
          <w:rtl/>
        </w:rPr>
        <w:lastRenderedPageBreak/>
        <w:t>9 / 40. مجمع الرجال 6 / 99. معجم رجال الحديث 18 / 207. معجم الشعراء / 394. منتهى المقال / 311. نقد الرجال / 347. وقعة صفين / 26 ، 27.</w:t>
      </w:r>
    </w:p>
    <w:p w:rsidR="00843DF1" w:rsidRPr="00CA52B4" w:rsidRDefault="00843DF1" w:rsidP="00EB70B9">
      <w:pPr>
        <w:pStyle w:val="libBold1"/>
        <w:rPr>
          <w:rtl/>
          <w:lang w:bidi="fa-IR"/>
        </w:rPr>
      </w:pPr>
      <w:r w:rsidRPr="00CA52B4">
        <w:rPr>
          <w:rtl/>
        </w:rPr>
        <w:t>1082</w:t>
      </w:r>
      <w:r>
        <w:rPr>
          <w:rtl/>
        </w:rPr>
        <w:t xml:space="preserve"> ـ </w:t>
      </w:r>
      <w:r w:rsidRPr="00CA52B4">
        <w:rPr>
          <w:rtl/>
        </w:rPr>
        <w:t>معاوية بن الضحاك بن سفيان بن الحارث بن زائدة بن عبد الله بن حبيب بن مالك بن خفاف بن امرئ القيس بن بهثة بن سليم بن منصور بن عكرمة بن خصفة بن قيس عيلان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 شاعر ، صاحب راية بني سليم مع معاوية ، وكان مبغضا لمعاوية وأهل الشام ، وله هوى مع أهل العراق ، وعليّ بن أبي طالب </w:t>
      </w:r>
      <w:r>
        <w:rPr>
          <w:rtl/>
          <w:lang w:bidi="fa-IR"/>
        </w:rPr>
        <w:t>(</w:t>
      </w:r>
      <w:r w:rsidRPr="00CA52B4">
        <w:rPr>
          <w:rtl/>
          <w:lang w:bidi="fa-IR"/>
        </w:rPr>
        <w:t>عليه السلام</w:t>
      </w:r>
      <w:r>
        <w:rPr>
          <w:rtl/>
          <w:lang w:bidi="fa-IR"/>
        </w:rPr>
        <w:t>)</w:t>
      </w:r>
      <w:r w:rsidRPr="00CA52B4">
        <w:rPr>
          <w:rtl/>
          <w:lang w:bidi="fa-IR"/>
        </w:rPr>
        <w:t xml:space="preserve"> ، وكان يكتب بأخبار معاوية إلى عبد الله بن الطفيل العامري ، ويبعث بها إلى عليّ </w:t>
      </w:r>
      <w:r>
        <w:rPr>
          <w:rtl/>
          <w:lang w:bidi="fa-IR"/>
        </w:rPr>
        <w:t>(</w:t>
      </w:r>
      <w:r w:rsidRPr="00CA52B4">
        <w:rPr>
          <w:rtl/>
          <w:lang w:bidi="fa-IR"/>
        </w:rPr>
        <w:t>عليه السلام</w:t>
      </w:r>
      <w:r>
        <w:rPr>
          <w:rtl/>
          <w:lang w:bidi="fa-IR"/>
        </w:rPr>
        <w:t>)</w:t>
      </w:r>
      <w:r w:rsidRPr="00CA52B4">
        <w:rPr>
          <w:rtl/>
          <w:lang w:bidi="fa-IR"/>
        </w:rPr>
        <w:t xml:space="preserve"> ، فبعث إلى عبد الله بن الطفيل ، إنّي قائل شعرا أذعر به أهل الشام ، وأرغم به معاوية. وكان معاوية لا يتهمه ، وكان له فضل ، ونجدة ، ولسان ، فقال ليلا ليسمع أصحابه. بعد أن ذكروا أنّ عليا أظهر أنّه مصبح غدا معاوية ، ومناجزه فبلغ ذلك معاوية وفزع أهل الشام لذلك وانكسروا لقوله.</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ألا ليت هذا الليل أطبق سرمدا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علينا وأنّا لا نرى بعده غدا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يا ليته إن جاءنا بصباحه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وجدنا إلى مجرى الكواكب مصعدا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حذار عليّ إنّه غير مخلف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مدى الدّهر ما لبى الملبون موعدا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فأما قراري في البلاد فليس لي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مقام ولو جاوزت جابلق مصعدا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كأنّي به في الناس كاشف رأسه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على ظهر خوار الرحالة أجردا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يخوض غمار الموت في مرجحنة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ينادون في نقع العجاج محمدا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فوارس بدر ، والنضير ، وخيبر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أحد ، يروّون الصفيح المهندا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يوم حنين ، جالدوا عن نبيهم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فريقا من الأحزاب حتى تبددا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هنالك لا تلوى عجوز على ابنها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إن أكثرت في القول نفسي لك الفدا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فقل لابن حرب ما الذي أنت صانع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أ</w:t>
            </w:r>
            <w:r w:rsidRPr="00CA52B4">
              <w:rPr>
                <w:rtl/>
                <w:lang w:bidi="fa-IR"/>
              </w:rPr>
              <w:t>تثبت أم ندعوك في الحرب قعددا</w:t>
            </w:r>
            <w:r>
              <w:rPr>
                <w:rtl/>
                <w:lang w:bidi="fa-IR"/>
              </w:rPr>
              <w:t>؟</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ظنّي بأن لا يصبر القوم موقفا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يقفه وإن لم يجر في الدّهر للمدى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فلا رأي إلّا تركنا الشام جهرة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إن أبرق الفجفاج فيها وأرعدا</w:t>
            </w:r>
            <w:r w:rsidRPr="00B10281">
              <w:rPr>
                <w:rStyle w:val="libPoemTiniCharChar"/>
                <w:rtl/>
              </w:rPr>
              <w:br/>
              <w:t> </w:t>
            </w:r>
          </w:p>
        </w:tc>
      </w:tr>
    </w:tbl>
    <w:p w:rsidR="00843DF1" w:rsidRPr="00CA52B4" w:rsidRDefault="00843DF1" w:rsidP="00347E77">
      <w:pPr>
        <w:pStyle w:val="libNormal"/>
      </w:pPr>
    </w:p>
    <w:p w:rsidR="00843DF1" w:rsidRPr="00CA52B4" w:rsidRDefault="00843DF1" w:rsidP="00347E77">
      <w:pPr>
        <w:pStyle w:val="libNormal"/>
        <w:rPr>
          <w:rtl/>
          <w:lang w:bidi="fa-IR"/>
        </w:rPr>
      </w:pPr>
      <w:r>
        <w:rPr>
          <w:rtl/>
          <w:lang w:bidi="fa-IR"/>
        </w:rPr>
        <w:br w:type="page"/>
      </w:r>
      <w:r w:rsidRPr="00CA52B4">
        <w:rPr>
          <w:rtl/>
          <w:lang w:bidi="fa-IR"/>
        </w:rPr>
        <w:lastRenderedPageBreak/>
        <w:t>فلما سمع أهل الشام شعره ، أتوا به معاوية فهمّ بقتله. ثم راقب فيه قومه ، وطرده عن الشام فلحق بمصر ، وندم معاوية على تسييره إياه. وقال معاوية : والله لقول السلمي أشد على أهل الشام من لقاء عليّ ، ماله قاتله الله ، لو أصاب خلف جابلق مصعدا نفذه</w:t>
      </w:r>
      <w:r>
        <w:rPr>
          <w:rtl/>
          <w:lang w:bidi="fa-IR"/>
        </w:rPr>
        <w:t xml:space="preserve"> ـ.</w:t>
      </w:r>
    </w:p>
    <w:p w:rsidR="00843DF1" w:rsidRPr="00CA52B4" w:rsidRDefault="00843DF1" w:rsidP="00B10281">
      <w:pPr>
        <w:pStyle w:val="libVar"/>
        <w:rPr>
          <w:rtl/>
          <w:lang w:bidi="fa-IR"/>
        </w:rPr>
      </w:pPr>
      <w:r w:rsidRPr="00CA52B4">
        <w:rPr>
          <w:rtl/>
          <w:lang w:bidi="fa-IR"/>
        </w:rPr>
        <w:t>جمهرة أنساب العرب / 261. وقعة صفّين / 468</w:t>
      </w:r>
      <w:r>
        <w:rPr>
          <w:rtl/>
          <w:lang w:bidi="fa-IR"/>
        </w:rPr>
        <w:t xml:space="preserve"> ـ </w:t>
      </w:r>
      <w:r w:rsidRPr="00CA52B4">
        <w:rPr>
          <w:rtl/>
          <w:lang w:bidi="fa-IR"/>
        </w:rPr>
        <w:t>469.</w:t>
      </w:r>
    </w:p>
    <w:p w:rsidR="00843DF1" w:rsidRPr="00CA52B4" w:rsidRDefault="00843DF1" w:rsidP="00EB70B9">
      <w:pPr>
        <w:pStyle w:val="libBold1"/>
        <w:rPr>
          <w:rtl/>
          <w:lang w:bidi="fa-IR"/>
        </w:rPr>
      </w:pPr>
      <w:r w:rsidRPr="00CA52B4">
        <w:rPr>
          <w:rtl/>
        </w:rPr>
        <w:t>1083</w:t>
      </w:r>
      <w:r>
        <w:rPr>
          <w:rtl/>
        </w:rPr>
        <w:t xml:space="preserve"> ـ </w:t>
      </w:r>
      <w:r w:rsidRPr="00CA52B4">
        <w:rPr>
          <w:rtl/>
        </w:rPr>
        <w:t>معبد بن صبيحة القرشي التيمي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من رهط طلحة بن عبيد الله ، ويقال : ابن صبيح. روى عنه عبد الملك بن عمير.</w:t>
      </w:r>
    </w:p>
    <w:p w:rsidR="00843DF1" w:rsidRPr="00CA52B4" w:rsidRDefault="00843DF1" w:rsidP="00B10281">
      <w:pPr>
        <w:pStyle w:val="libVar"/>
        <w:rPr>
          <w:rtl/>
          <w:lang w:bidi="fa-IR"/>
        </w:rPr>
      </w:pPr>
      <w:r w:rsidRPr="00CA52B4">
        <w:rPr>
          <w:rtl/>
          <w:lang w:bidi="fa-IR"/>
        </w:rPr>
        <w:t>الجرح والتعديل 8 / 279.</w:t>
      </w:r>
    </w:p>
    <w:p w:rsidR="00843DF1" w:rsidRPr="00CA52B4" w:rsidRDefault="00843DF1" w:rsidP="00EB70B9">
      <w:pPr>
        <w:pStyle w:val="libBold1"/>
        <w:rPr>
          <w:rtl/>
          <w:lang w:bidi="fa-IR"/>
        </w:rPr>
      </w:pPr>
      <w:r w:rsidRPr="00CA52B4">
        <w:rPr>
          <w:rtl/>
        </w:rPr>
        <w:t>1084</w:t>
      </w:r>
      <w:r>
        <w:rPr>
          <w:rtl/>
        </w:rPr>
        <w:t xml:space="preserve"> ـ </w:t>
      </w:r>
      <w:r w:rsidRPr="00CA52B4">
        <w:rPr>
          <w:rtl/>
        </w:rPr>
        <w:t>معبد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من خيل أمير المؤمنين </w:t>
      </w:r>
      <w:r>
        <w:rPr>
          <w:rtl/>
          <w:lang w:bidi="fa-IR"/>
        </w:rPr>
        <w:t>(</w:t>
      </w:r>
      <w:r w:rsidRPr="00CA52B4">
        <w:rPr>
          <w:rtl/>
          <w:lang w:bidi="fa-IR"/>
        </w:rPr>
        <w:t>عليه السلام</w:t>
      </w:r>
      <w:r>
        <w:rPr>
          <w:rtl/>
          <w:lang w:bidi="fa-IR"/>
        </w:rPr>
        <w:t>)</w:t>
      </w:r>
      <w:r w:rsidRPr="00CA52B4">
        <w:rPr>
          <w:rtl/>
          <w:lang w:bidi="fa-IR"/>
        </w:rPr>
        <w:t xml:space="preserve"> ، اشترك في صفّين ، وكان مع هاشم المرقال ، وقاتل حتّى قتل إلى جنب هاشم ، وجزع الإمام عليهم جزعا شديدا. فمرّ عليهم عليّ </w:t>
      </w:r>
      <w:r>
        <w:rPr>
          <w:rtl/>
          <w:lang w:bidi="fa-IR"/>
        </w:rPr>
        <w:t>(</w:t>
      </w:r>
      <w:r w:rsidRPr="00CA52B4">
        <w:rPr>
          <w:rtl/>
          <w:lang w:bidi="fa-IR"/>
        </w:rPr>
        <w:t>عليه السلام</w:t>
      </w:r>
      <w:r>
        <w:rPr>
          <w:rtl/>
          <w:lang w:bidi="fa-IR"/>
        </w:rPr>
        <w:t>)</w:t>
      </w:r>
      <w:r w:rsidRPr="00CA52B4">
        <w:rPr>
          <w:rtl/>
          <w:lang w:bidi="fa-IR"/>
        </w:rPr>
        <w:t xml:space="preserve"> وهم قتلى حول أصحابه الذين قتلوا مع هاشم ،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جزى الله خيرا عصبة أسلمية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صباح الوجوه صرّعوا حول هاشم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يزيد ، وعبد الله ، بشر ، ومعبد ،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سفيان ، وابنا هاشم ذي المكارم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 xml:space="preserve">شرح ابن أبي الحديد 3 / 173 </w:t>
      </w:r>
      <w:r>
        <w:rPr>
          <w:rtl/>
          <w:lang w:bidi="fa-IR"/>
        </w:rPr>
        <w:t>و 8</w:t>
      </w:r>
      <w:r w:rsidRPr="00CA52B4">
        <w:rPr>
          <w:rtl/>
          <w:lang w:bidi="fa-IR"/>
        </w:rPr>
        <w:t xml:space="preserve"> / 42 ، 50. وقعة صفّين / 356.</w:t>
      </w:r>
    </w:p>
    <w:p w:rsidR="00843DF1" w:rsidRPr="00CA52B4" w:rsidRDefault="00843DF1" w:rsidP="00EB70B9">
      <w:pPr>
        <w:pStyle w:val="libBold1"/>
        <w:rPr>
          <w:rtl/>
          <w:lang w:bidi="fa-IR"/>
        </w:rPr>
      </w:pPr>
      <w:r w:rsidRPr="00CA52B4">
        <w:rPr>
          <w:rtl/>
        </w:rPr>
        <w:t>1085</w:t>
      </w:r>
      <w:r>
        <w:rPr>
          <w:rtl/>
        </w:rPr>
        <w:t xml:space="preserve"> ـ </w:t>
      </w:r>
      <w:r w:rsidRPr="00CA52B4">
        <w:rPr>
          <w:rtl/>
        </w:rPr>
        <w:t>معدي بن كرب المشرقي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له أحاديث. والمشرق : موضع باليمن نسب إليه. روى أيضا عن عبد الله بن مسعود. وروى عنه أبو إسحاق الهمداني. وفي بعض المراجع : المشروقي.</w:t>
      </w:r>
    </w:p>
    <w:p w:rsidR="00843DF1" w:rsidRPr="00CA52B4" w:rsidRDefault="00843DF1" w:rsidP="00B10281">
      <w:pPr>
        <w:pStyle w:val="libVar"/>
        <w:rPr>
          <w:rtl/>
          <w:lang w:bidi="fa-IR"/>
        </w:rPr>
      </w:pPr>
      <w:r w:rsidRPr="00CA52B4">
        <w:rPr>
          <w:rtl/>
          <w:lang w:bidi="fa-IR"/>
        </w:rPr>
        <w:t>الأنساب / 1059. الطبقات الكبرى 6 / 181. اللباب 3 / 217. معجم البلدان 5 / 133.</w:t>
      </w:r>
    </w:p>
    <w:p w:rsidR="00843DF1" w:rsidRPr="00CA52B4" w:rsidRDefault="00843DF1" w:rsidP="00EB70B9">
      <w:pPr>
        <w:pStyle w:val="libBold1"/>
        <w:rPr>
          <w:rtl/>
          <w:lang w:bidi="fa-IR"/>
        </w:rPr>
      </w:pPr>
      <w:r>
        <w:rPr>
          <w:rtl/>
          <w:lang w:bidi="fa-IR"/>
        </w:rPr>
        <w:br w:type="page"/>
      </w:r>
      <w:r w:rsidRPr="00CA52B4">
        <w:rPr>
          <w:rtl/>
        </w:rPr>
        <w:lastRenderedPageBreak/>
        <w:t>1086</w:t>
      </w:r>
      <w:r>
        <w:rPr>
          <w:rtl/>
        </w:rPr>
        <w:t xml:space="preserve"> ـ </w:t>
      </w:r>
      <w:r w:rsidRPr="00CA52B4">
        <w:rPr>
          <w:rtl/>
        </w:rPr>
        <w:t>المعرّي بن الأقبل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 ناسك ، من أهل الشام ، وكان صديقا ومواخيا لعمرو بن العاص. وكان مع معاوية ثم التحق بأمير المؤمنين </w:t>
      </w:r>
      <w:r>
        <w:rPr>
          <w:rtl/>
          <w:lang w:bidi="fa-IR"/>
        </w:rPr>
        <w:t>(</w:t>
      </w:r>
      <w:r w:rsidRPr="00CA52B4">
        <w:rPr>
          <w:rtl/>
          <w:lang w:bidi="fa-IR"/>
        </w:rPr>
        <w:t>عليه السلام</w:t>
      </w:r>
      <w:r>
        <w:rPr>
          <w:rtl/>
          <w:lang w:bidi="fa-IR"/>
        </w:rPr>
        <w:t>).</w:t>
      </w:r>
      <w:r w:rsidRPr="00CA52B4">
        <w:rPr>
          <w:rtl/>
          <w:lang w:bidi="fa-IR"/>
        </w:rPr>
        <w:t xml:space="preserve"> قال نصر : وذكروا أنّه لما غلب أهل الشام على الفرات ، فرحوا بالغلبة ، فقال معاوية : يا أهل الشام هذا والله أوّل الظفر ، لا سقاني الله ولا سقى أبا سفيان ، إن شربوا منه أبدا حتّى يقتلوا بأجمعهم عليه. وتباشر أهل الشام فقام إليه رجل من أهل الشام همداني ناسك ، يقال له المعرّي بن الأقبل ، وكان ناسكا وكان له فيما تذكر همدان لسان ، وكان صديقا ومواخيا لعمرو بن العاص ، فقال يا معاوية : سبحان الله الآن سبقتم القوم إلى الفرات فغلبتموهم عليه تمنعونهم عنه</w:t>
      </w:r>
      <w:r>
        <w:rPr>
          <w:rtl/>
          <w:lang w:bidi="fa-IR"/>
        </w:rPr>
        <w:t>؟</w:t>
      </w:r>
      <w:r w:rsidRPr="00CA52B4">
        <w:rPr>
          <w:rtl/>
          <w:lang w:bidi="fa-IR"/>
        </w:rPr>
        <w:t xml:space="preserve"> أما والله لو سبقوكم إليه لسقوكم منه. </w:t>
      </w:r>
      <w:r>
        <w:rPr>
          <w:rtl/>
          <w:lang w:bidi="fa-IR"/>
        </w:rPr>
        <w:t>أ</w:t>
      </w:r>
      <w:r w:rsidRPr="00CA52B4">
        <w:rPr>
          <w:rtl/>
          <w:lang w:bidi="fa-IR"/>
        </w:rPr>
        <w:t>ليس أعظم ما تنالون من القوم أن تمنعونهم الفرات ، فينزلوا على فرصة أخرى فيجازوكم بما صنعتم</w:t>
      </w:r>
      <w:r>
        <w:rPr>
          <w:rtl/>
          <w:lang w:bidi="fa-IR"/>
        </w:rPr>
        <w:t>؟</w:t>
      </w:r>
      <w:r w:rsidRPr="00CA52B4">
        <w:rPr>
          <w:rtl/>
          <w:lang w:bidi="fa-IR"/>
        </w:rPr>
        <w:t xml:space="preserve"> </w:t>
      </w:r>
      <w:r>
        <w:rPr>
          <w:rtl/>
          <w:lang w:bidi="fa-IR"/>
        </w:rPr>
        <w:t>أ</w:t>
      </w:r>
      <w:r w:rsidRPr="00CA52B4">
        <w:rPr>
          <w:rtl/>
          <w:lang w:bidi="fa-IR"/>
        </w:rPr>
        <w:t>ما تعلمون أنّ فيهم العبد ، والأمة ، والأجير ، والضعيف ، ومن لا ذنب له. هذا والله أوّل الجور. لقد شجعت الجبان وبصرت المرتاب ، وحملت من لا يريد قتالك على كتفيك. فأغلظ له معاوية ، وقال لعمرو : اكفني صديقك. فأتاه عمرو فأغلظ ، فقال الهمداني في ذلك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لعمرو أبي معاوية بن حرب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عمرو ، ما لدائهما دواء</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سوى طعن يحار العقل فيه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ضرب حين يختلط الدماء</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فلست بتابع دين ابن هند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طوال الدّهر ما أرسى حراء</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لقد ذهب العتاب فلا عتاب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قد ذهب الولاء فلا ولاء</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قولي في حوادث كل أمر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على عمرو ، وصاحبه العفاء</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ألا لله درّك يا ابن هند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لقد برح الخفاء فلا خفاء</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أتحمون الفرات على رجال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في أيديهم الأسل الظماء</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في الأعناق أسياف حداد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كأنّ القوم عندهم نساء</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فترجو أن يجاوركم عليّ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بلا ماء وللأحزاب ماء</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 xml:space="preserve">دعاهم دعوة فأجاب قوم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كجرب الإبل خالطها الهناء</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قال : ثم سار الهمداني في سواد الليل ، فلحق بعليّ. قال : ومكث أصحاب عليّ يوما وليلة بغير ماء ، واغتم عليّ بما فيه أهل العراق.</w:t>
      </w:r>
    </w:p>
    <w:p w:rsidR="00843DF1" w:rsidRPr="00CA52B4" w:rsidRDefault="00843DF1" w:rsidP="00B10281">
      <w:pPr>
        <w:pStyle w:val="libVar"/>
        <w:rPr>
          <w:rtl/>
          <w:lang w:bidi="fa-IR"/>
        </w:rPr>
      </w:pPr>
      <w:r w:rsidRPr="00CA52B4">
        <w:rPr>
          <w:rtl/>
          <w:lang w:bidi="fa-IR"/>
        </w:rPr>
        <w:t>وقعة صفّين / 163</w:t>
      </w:r>
      <w:r>
        <w:rPr>
          <w:rtl/>
          <w:lang w:bidi="fa-IR"/>
        </w:rPr>
        <w:t xml:space="preserve"> ـ </w:t>
      </w:r>
      <w:r w:rsidRPr="00CA52B4">
        <w:rPr>
          <w:rtl/>
          <w:lang w:bidi="fa-IR"/>
        </w:rPr>
        <w:t>164.</w:t>
      </w:r>
    </w:p>
    <w:p w:rsidR="00843DF1" w:rsidRPr="00CA52B4" w:rsidRDefault="00843DF1" w:rsidP="00EB70B9">
      <w:pPr>
        <w:pStyle w:val="libBold1"/>
        <w:rPr>
          <w:rtl/>
          <w:lang w:bidi="fa-IR"/>
        </w:rPr>
      </w:pPr>
      <w:r w:rsidRPr="00CA52B4">
        <w:rPr>
          <w:rtl/>
        </w:rPr>
        <w:t>1087</w:t>
      </w:r>
      <w:r>
        <w:rPr>
          <w:rtl/>
        </w:rPr>
        <w:t xml:space="preserve"> ـ </w:t>
      </w:r>
      <w:r w:rsidRPr="00CA52B4">
        <w:rPr>
          <w:rtl/>
        </w:rPr>
        <w:t>معقل بن قيس اليربوعي الرياحي التميمي المتوفى 42 ه‍</w:t>
      </w:r>
      <w:r>
        <w:rPr>
          <w:rtl/>
        </w:rPr>
        <w:t>.</w:t>
      </w:r>
    </w:p>
    <w:p w:rsidR="00843DF1" w:rsidRPr="00CA52B4" w:rsidRDefault="00843DF1" w:rsidP="00347E77">
      <w:pPr>
        <w:pStyle w:val="libNormal"/>
        <w:rPr>
          <w:rtl/>
          <w:lang w:bidi="fa-IR"/>
        </w:rPr>
      </w:pPr>
      <w:r w:rsidRPr="00CA52B4">
        <w:rPr>
          <w:rtl/>
          <w:lang w:bidi="fa-IR"/>
        </w:rPr>
        <w:t xml:space="preserve">فارس خطيب متكلم. وجهه أمير المؤمنين </w:t>
      </w:r>
      <w:r>
        <w:rPr>
          <w:rtl/>
          <w:lang w:bidi="fa-IR"/>
        </w:rPr>
        <w:t>(</w:t>
      </w:r>
      <w:r w:rsidRPr="00CA52B4">
        <w:rPr>
          <w:rtl/>
          <w:lang w:bidi="fa-IR"/>
        </w:rPr>
        <w:t>عليه السلام</w:t>
      </w:r>
      <w:r>
        <w:rPr>
          <w:rtl/>
          <w:lang w:bidi="fa-IR"/>
        </w:rPr>
        <w:t>)</w:t>
      </w:r>
      <w:r w:rsidRPr="00CA52B4">
        <w:rPr>
          <w:rtl/>
          <w:lang w:bidi="fa-IR"/>
        </w:rPr>
        <w:t xml:space="preserve"> إلى بني ناجية ، حين عزم الذهاب إلى صفّين. واشترك في المعركة ، وبعد استشهاد عليّ </w:t>
      </w:r>
      <w:r>
        <w:rPr>
          <w:rtl/>
          <w:lang w:bidi="fa-IR"/>
        </w:rPr>
        <w:t>(</w:t>
      </w:r>
      <w:r w:rsidRPr="00CA52B4">
        <w:rPr>
          <w:rtl/>
          <w:lang w:bidi="fa-IR"/>
        </w:rPr>
        <w:t>عليه السلام</w:t>
      </w:r>
      <w:r>
        <w:rPr>
          <w:rtl/>
          <w:lang w:bidi="fa-IR"/>
        </w:rPr>
        <w:t>)</w:t>
      </w:r>
      <w:r w:rsidRPr="00CA52B4">
        <w:rPr>
          <w:rtl/>
          <w:lang w:bidi="fa-IR"/>
        </w:rPr>
        <w:t xml:space="preserve"> انضم إلى الإمام الحسن </w:t>
      </w:r>
      <w:r>
        <w:rPr>
          <w:rtl/>
          <w:lang w:bidi="fa-IR"/>
        </w:rPr>
        <w:t>(</w:t>
      </w:r>
      <w:r w:rsidRPr="00CA52B4">
        <w:rPr>
          <w:rtl/>
          <w:lang w:bidi="fa-IR"/>
        </w:rPr>
        <w:t>عليه السلام</w:t>
      </w:r>
      <w:r>
        <w:rPr>
          <w:rtl/>
          <w:lang w:bidi="fa-IR"/>
        </w:rPr>
        <w:t>).</w:t>
      </w:r>
      <w:r w:rsidRPr="00CA52B4">
        <w:rPr>
          <w:rtl/>
          <w:lang w:bidi="fa-IR"/>
        </w:rPr>
        <w:t xml:space="preserve"> وجاء أنّ المستور بن علقمة اليربوعي الخارجي ، بارزه بعد عليّ </w:t>
      </w:r>
      <w:r>
        <w:rPr>
          <w:rtl/>
          <w:lang w:bidi="fa-IR"/>
        </w:rPr>
        <w:t>(</w:t>
      </w:r>
      <w:r w:rsidRPr="00CA52B4">
        <w:rPr>
          <w:rtl/>
          <w:lang w:bidi="fa-IR"/>
        </w:rPr>
        <w:t>عليه السلام</w:t>
      </w:r>
      <w:r>
        <w:rPr>
          <w:rtl/>
          <w:lang w:bidi="fa-IR"/>
        </w:rPr>
        <w:t>)</w:t>
      </w:r>
      <w:r w:rsidRPr="00CA52B4">
        <w:rPr>
          <w:rtl/>
          <w:lang w:bidi="fa-IR"/>
        </w:rPr>
        <w:t xml:space="preserve"> فقتل كل منها الآخر ، وذلك سنة 42 ه‍</w:t>
      </w:r>
      <w:r>
        <w:rPr>
          <w:rtl/>
          <w:lang w:bidi="fa-IR"/>
        </w:rPr>
        <w:t>.</w:t>
      </w:r>
      <w:r w:rsidRPr="00CA52B4">
        <w:rPr>
          <w:rtl/>
          <w:lang w:bidi="fa-IR"/>
        </w:rPr>
        <w:t xml:space="preserve"> وخلّف : إسحاق. إبراهيم. أدرك عصر النبوة ، وكان من امراء الصفوف يوم الجمل ، وولي شرطة عليّ </w:t>
      </w:r>
      <w:r>
        <w:rPr>
          <w:rtl/>
          <w:lang w:bidi="fa-IR"/>
        </w:rPr>
        <w:t>(</w:t>
      </w:r>
      <w:r w:rsidRPr="00CA52B4">
        <w:rPr>
          <w:rtl/>
          <w:lang w:bidi="fa-IR"/>
        </w:rPr>
        <w:t>عليه السلام</w:t>
      </w:r>
      <w:r>
        <w:rPr>
          <w:rtl/>
          <w:lang w:bidi="fa-IR"/>
        </w:rPr>
        <w:t>)</w:t>
      </w:r>
      <w:r w:rsidRPr="00CA52B4">
        <w:rPr>
          <w:rtl/>
          <w:lang w:bidi="fa-IR"/>
        </w:rPr>
        <w:t xml:space="preserve"> ، ثم كان مع المغيرة بن شعبة في الكوفة.</w:t>
      </w:r>
    </w:p>
    <w:p w:rsidR="00843DF1" w:rsidRPr="00CA52B4" w:rsidRDefault="00843DF1" w:rsidP="00B10281">
      <w:pPr>
        <w:pStyle w:val="libVar"/>
        <w:rPr>
          <w:rtl/>
          <w:lang w:bidi="fa-IR"/>
        </w:rPr>
      </w:pPr>
      <w:r w:rsidRPr="00CA52B4">
        <w:rPr>
          <w:rtl/>
          <w:lang w:bidi="fa-IR"/>
        </w:rPr>
        <w:t>الأعلام 8 / 188. الأخبار الطوال / 167 ، 213. الاشتقاق / 109 ، 186.</w:t>
      </w:r>
      <w:r>
        <w:rPr>
          <w:rFonts w:hint="cs"/>
          <w:rtl/>
          <w:lang w:bidi="fa-IR"/>
        </w:rPr>
        <w:t xml:space="preserve"> </w:t>
      </w:r>
      <w:r w:rsidRPr="00CA52B4">
        <w:rPr>
          <w:rtl/>
          <w:lang w:bidi="fa-IR"/>
        </w:rPr>
        <w:t>الإصابة 3 / 499. أعلام نهج البلاغة / 47. أعيان الشيعة 10 / 131. أنساب الأشراف 2 / 236 ، 296 ، 482. البداية والنهاية 7 / 257 ، 318. تاريخ الطبري 5 / 199 ، 237 وج 6 / 45. تنقيح المقال 3 / 229. جامع الرواة 2 / 247. جمهرة أنساب العرب / 199 ، 228. الجمل أو النصرة في حرب البصرة / 172. رجال الشيخ الطوسي / 59. سفينة البحار 2 / 216. شرح ابن أبي الحديد 3 / 136</w:t>
      </w:r>
      <w:r>
        <w:rPr>
          <w:rtl/>
          <w:lang w:bidi="fa-IR"/>
        </w:rPr>
        <w:t xml:space="preserve"> ـ </w:t>
      </w:r>
      <w:r w:rsidRPr="00CA52B4">
        <w:rPr>
          <w:rtl/>
          <w:lang w:bidi="fa-IR"/>
        </w:rPr>
        <w:t xml:space="preserve">209 </w:t>
      </w:r>
      <w:r>
        <w:rPr>
          <w:rtl/>
          <w:lang w:bidi="fa-IR"/>
        </w:rPr>
        <w:t>و 4</w:t>
      </w:r>
      <w:r w:rsidRPr="00CA52B4">
        <w:rPr>
          <w:rtl/>
          <w:lang w:bidi="fa-IR"/>
        </w:rPr>
        <w:t xml:space="preserve"> / 134 </w:t>
      </w:r>
      <w:r>
        <w:rPr>
          <w:rtl/>
          <w:lang w:bidi="fa-IR"/>
        </w:rPr>
        <w:t>و 5</w:t>
      </w:r>
      <w:r w:rsidRPr="00CA52B4">
        <w:rPr>
          <w:rtl/>
          <w:lang w:bidi="fa-IR"/>
        </w:rPr>
        <w:t xml:space="preserve"> / 97 </w:t>
      </w:r>
      <w:r>
        <w:rPr>
          <w:rtl/>
          <w:lang w:bidi="fa-IR"/>
        </w:rPr>
        <w:t>و 1</w:t>
      </w:r>
      <w:r w:rsidRPr="00CA52B4">
        <w:rPr>
          <w:rtl/>
          <w:lang w:bidi="fa-IR"/>
        </w:rPr>
        <w:t xml:space="preserve">5 / 92 </w:t>
      </w:r>
      <w:r>
        <w:rPr>
          <w:rtl/>
          <w:lang w:bidi="fa-IR"/>
        </w:rPr>
        <w:t>و 1</w:t>
      </w:r>
      <w:r w:rsidRPr="00CA52B4">
        <w:rPr>
          <w:rtl/>
          <w:lang w:bidi="fa-IR"/>
        </w:rPr>
        <w:t xml:space="preserve">6 / 39. العقد الفريد 5 / 58. الغدير 8 / 121 </w:t>
      </w:r>
      <w:r>
        <w:rPr>
          <w:rtl/>
          <w:lang w:bidi="fa-IR"/>
        </w:rPr>
        <w:t>و 9</w:t>
      </w:r>
      <w:r w:rsidRPr="00CA52B4">
        <w:rPr>
          <w:rtl/>
          <w:lang w:bidi="fa-IR"/>
        </w:rPr>
        <w:t xml:space="preserve"> / 47 ، 368.</w:t>
      </w:r>
      <w:r>
        <w:rPr>
          <w:rFonts w:hint="cs"/>
          <w:rtl/>
          <w:lang w:bidi="fa-IR"/>
        </w:rPr>
        <w:t xml:space="preserve"> </w:t>
      </w:r>
      <w:r w:rsidRPr="00CA52B4">
        <w:rPr>
          <w:rtl/>
          <w:lang w:bidi="fa-IR"/>
        </w:rPr>
        <w:t>الغارات 1 / 331 ، 348 ، 351</w:t>
      </w:r>
      <w:r>
        <w:rPr>
          <w:rtl/>
          <w:lang w:bidi="fa-IR"/>
        </w:rPr>
        <w:t xml:space="preserve"> ـ </w:t>
      </w:r>
      <w:r w:rsidRPr="00CA52B4">
        <w:rPr>
          <w:rtl/>
          <w:lang w:bidi="fa-IR"/>
        </w:rPr>
        <w:t xml:space="preserve">357 </w:t>
      </w:r>
      <w:r>
        <w:rPr>
          <w:rtl/>
          <w:lang w:bidi="fa-IR"/>
        </w:rPr>
        <w:t>و 2</w:t>
      </w:r>
      <w:r w:rsidRPr="00CA52B4">
        <w:rPr>
          <w:rtl/>
          <w:lang w:bidi="fa-IR"/>
        </w:rPr>
        <w:t xml:space="preserve"> / 482 ، 504 ، 509 ، 638 ، 793. قاموس الرجال 9 / 55. الكامل في التأريخ 3 / 281 ، 287 ، 367</w:t>
      </w:r>
      <w:r>
        <w:rPr>
          <w:rtl/>
          <w:lang w:bidi="fa-IR"/>
        </w:rPr>
        <w:t xml:space="preserve"> ـ </w:t>
      </w:r>
      <w:r w:rsidRPr="00CA52B4">
        <w:rPr>
          <w:rtl/>
          <w:lang w:bidi="fa-IR"/>
        </w:rPr>
        <w:t>370 ، 429</w:t>
      </w:r>
      <w:r>
        <w:rPr>
          <w:rtl/>
          <w:lang w:bidi="fa-IR"/>
        </w:rPr>
        <w:t xml:space="preserve"> ـ </w:t>
      </w:r>
      <w:r w:rsidRPr="00CA52B4">
        <w:rPr>
          <w:rtl/>
          <w:lang w:bidi="fa-IR"/>
        </w:rPr>
        <w:t>436.</w:t>
      </w:r>
      <w:r>
        <w:rPr>
          <w:rFonts w:hint="cs"/>
          <w:rtl/>
          <w:lang w:bidi="fa-IR"/>
        </w:rPr>
        <w:t xml:space="preserve"> </w:t>
      </w:r>
      <w:r w:rsidRPr="00CA52B4">
        <w:rPr>
          <w:rtl/>
          <w:lang w:bidi="fa-IR"/>
        </w:rPr>
        <w:t xml:space="preserve">مجمع الرجال 6 / 106. مروج الذهب 2 / 419. معجم رجال الحديث 1 / 180 </w:t>
      </w:r>
      <w:r>
        <w:rPr>
          <w:rtl/>
          <w:lang w:bidi="fa-IR"/>
        </w:rPr>
        <w:t>و 1</w:t>
      </w:r>
      <w:r w:rsidRPr="00CA52B4">
        <w:rPr>
          <w:rtl/>
          <w:lang w:bidi="fa-IR"/>
        </w:rPr>
        <w:t>8 / 232. منتهى المقال / 311. نقد الرجال / 349. وقعة صفّين / 96 ، 117 ، 132 ، 148 ، 149 ، 195 ، 381 ، 513.</w:t>
      </w:r>
    </w:p>
    <w:p w:rsidR="00843DF1" w:rsidRPr="00CA52B4" w:rsidRDefault="00843DF1" w:rsidP="00EB70B9">
      <w:pPr>
        <w:pStyle w:val="libBold1"/>
        <w:rPr>
          <w:rtl/>
          <w:lang w:bidi="fa-IR"/>
        </w:rPr>
      </w:pPr>
      <w:r w:rsidRPr="00CA52B4">
        <w:rPr>
          <w:rtl/>
        </w:rPr>
        <w:t>1088</w:t>
      </w:r>
      <w:r>
        <w:rPr>
          <w:rtl/>
        </w:rPr>
        <w:t xml:space="preserve"> ـ </w:t>
      </w:r>
      <w:r w:rsidRPr="00CA52B4">
        <w:rPr>
          <w:rtl/>
        </w:rPr>
        <w:t>المعكبر الأسدي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اشترك في الجمل ، وقتل محمد بن طلحة ، حين أخذ بزمام الجمل. وقيل : إنّ نفرا اجتمع على محمد بن طلحة ، من أنصار عليّ</w:t>
      </w:r>
    </w:p>
    <w:p w:rsidR="00843DF1" w:rsidRPr="00CA52B4" w:rsidRDefault="00843DF1" w:rsidP="00B10281">
      <w:pPr>
        <w:pStyle w:val="libNormal0"/>
        <w:rPr>
          <w:rtl/>
          <w:lang w:bidi="fa-IR"/>
        </w:rPr>
      </w:pPr>
      <w:r>
        <w:rPr>
          <w:rtl/>
          <w:lang w:bidi="fa-IR"/>
        </w:rPr>
        <w:br w:type="page"/>
      </w:r>
      <w:r>
        <w:rPr>
          <w:rtl/>
          <w:lang w:bidi="fa-IR"/>
        </w:rPr>
        <w:lastRenderedPageBreak/>
        <w:t>(</w:t>
      </w:r>
      <w:r w:rsidRPr="00CA52B4">
        <w:rPr>
          <w:rtl/>
          <w:lang w:bidi="fa-IR"/>
        </w:rPr>
        <w:t>عليه السلام</w:t>
      </w:r>
      <w:r>
        <w:rPr>
          <w:rtl/>
          <w:lang w:bidi="fa-IR"/>
        </w:rPr>
        <w:t>)</w:t>
      </w:r>
      <w:r w:rsidRPr="00CA52B4">
        <w:rPr>
          <w:rtl/>
          <w:lang w:bidi="fa-IR"/>
        </w:rPr>
        <w:t xml:space="preserve"> وكلهم ادعى قتله ، المعكبر الأسدي. والمعكبر الصّبي.</w:t>
      </w:r>
      <w:r>
        <w:rPr>
          <w:rFonts w:hint="cs"/>
          <w:rtl/>
          <w:lang w:bidi="fa-IR"/>
        </w:rPr>
        <w:t xml:space="preserve"> </w:t>
      </w:r>
      <w:r w:rsidRPr="00CA52B4">
        <w:rPr>
          <w:rtl/>
          <w:lang w:bidi="fa-IR"/>
        </w:rPr>
        <w:t>ومعاوية بن شداد العبسي. وعفان بن الأشقر النصري. فأنفذه بعضهم بالرمح.</w:t>
      </w:r>
    </w:p>
    <w:p w:rsidR="00843DF1" w:rsidRPr="00CA52B4" w:rsidRDefault="00843DF1" w:rsidP="00B10281">
      <w:pPr>
        <w:pStyle w:val="libVar"/>
        <w:rPr>
          <w:rtl/>
          <w:lang w:bidi="fa-IR"/>
        </w:rPr>
      </w:pPr>
      <w:r w:rsidRPr="00CA52B4">
        <w:rPr>
          <w:rtl/>
          <w:lang w:bidi="fa-IR"/>
        </w:rPr>
        <w:t>تاريخ الطبري 5 / 214. الكامل في التأريخ 3 / 41 ، 250.</w:t>
      </w:r>
    </w:p>
    <w:p w:rsidR="00843DF1" w:rsidRPr="00CA52B4" w:rsidRDefault="00843DF1" w:rsidP="00EB70B9">
      <w:pPr>
        <w:pStyle w:val="libBold1"/>
        <w:rPr>
          <w:rtl/>
          <w:lang w:bidi="fa-IR"/>
        </w:rPr>
      </w:pPr>
      <w:r w:rsidRPr="00CA52B4">
        <w:rPr>
          <w:rtl/>
        </w:rPr>
        <w:t>1089</w:t>
      </w:r>
      <w:r>
        <w:rPr>
          <w:rtl/>
        </w:rPr>
        <w:t xml:space="preserve"> ـ </w:t>
      </w:r>
      <w:r w:rsidRPr="00CA52B4">
        <w:rPr>
          <w:rtl/>
        </w:rPr>
        <w:t>المعكبر الضبّي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اشترك في حرب الجمل ، وقتل محمد بن طلحة حين أخذ بزمام الجمل. وجاء أنّ نفرا اجتمع على محمد بن طلحة من أنصار عليّ </w:t>
      </w:r>
      <w:r>
        <w:rPr>
          <w:rtl/>
          <w:lang w:bidi="fa-IR"/>
        </w:rPr>
        <w:t>(</w:t>
      </w:r>
      <w:r w:rsidRPr="00CA52B4">
        <w:rPr>
          <w:rtl/>
          <w:lang w:bidi="fa-IR"/>
        </w:rPr>
        <w:t>عليه السلام</w:t>
      </w:r>
      <w:r>
        <w:rPr>
          <w:rtl/>
          <w:lang w:bidi="fa-IR"/>
        </w:rPr>
        <w:t>)</w:t>
      </w:r>
      <w:r w:rsidRPr="00CA52B4">
        <w:rPr>
          <w:rtl/>
          <w:lang w:bidi="fa-IR"/>
        </w:rPr>
        <w:t xml:space="preserve"> ، وكلّهم ادعى قتله. المعكبر الأسدي ، والمعكبر الضبّي ، وعفان بن الأشقر النصري ، ومعاوية بن شداد العبسي.</w:t>
      </w:r>
    </w:p>
    <w:p w:rsidR="00843DF1" w:rsidRPr="00CA52B4" w:rsidRDefault="00843DF1" w:rsidP="00B10281">
      <w:pPr>
        <w:pStyle w:val="libVar"/>
        <w:rPr>
          <w:rtl/>
          <w:lang w:bidi="fa-IR"/>
        </w:rPr>
      </w:pPr>
      <w:r w:rsidRPr="00CA52B4">
        <w:rPr>
          <w:rtl/>
          <w:lang w:bidi="fa-IR"/>
        </w:rPr>
        <w:t>تاريخ الطبري 5 / 214. الكامل في التأريخ 3 / 250.</w:t>
      </w:r>
    </w:p>
    <w:p w:rsidR="00843DF1" w:rsidRPr="00CA52B4" w:rsidRDefault="00843DF1" w:rsidP="00EB70B9">
      <w:pPr>
        <w:pStyle w:val="libBold1"/>
        <w:rPr>
          <w:rtl/>
          <w:lang w:bidi="fa-IR"/>
        </w:rPr>
      </w:pPr>
      <w:r w:rsidRPr="00CA52B4">
        <w:rPr>
          <w:rtl/>
        </w:rPr>
        <w:t>1090</w:t>
      </w:r>
      <w:r>
        <w:rPr>
          <w:rtl/>
        </w:rPr>
        <w:t xml:space="preserve"> ـ </w:t>
      </w:r>
      <w:r w:rsidRPr="00CA52B4">
        <w:rPr>
          <w:rtl/>
        </w:rPr>
        <w:t>معلّى بن جابر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 الحارث بن جمهان.</w:t>
      </w:r>
    </w:p>
    <w:p w:rsidR="00843DF1" w:rsidRPr="00CA52B4" w:rsidRDefault="00843DF1" w:rsidP="00B10281">
      <w:pPr>
        <w:pStyle w:val="libVar"/>
        <w:rPr>
          <w:rtl/>
          <w:lang w:bidi="fa-IR"/>
        </w:rPr>
      </w:pPr>
      <w:r w:rsidRPr="00CA52B4">
        <w:rPr>
          <w:rtl/>
          <w:lang w:bidi="fa-IR"/>
        </w:rPr>
        <w:t>الجرح والتعديل 8 / 330.</w:t>
      </w:r>
    </w:p>
    <w:p w:rsidR="00843DF1" w:rsidRPr="00CA52B4" w:rsidRDefault="00843DF1" w:rsidP="00EB70B9">
      <w:pPr>
        <w:pStyle w:val="libBold1"/>
        <w:rPr>
          <w:rtl/>
          <w:lang w:bidi="fa-IR"/>
        </w:rPr>
      </w:pPr>
      <w:r w:rsidRPr="00CA52B4">
        <w:rPr>
          <w:rtl/>
        </w:rPr>
        <w:t>1091</w:t>
      </w:r>
      <w:r>
        <w:rPr>
          <w:rtl/>
        </w:rPr>
        <w:t xml:space="preserve"> ـ </w:t>
      </w:r>
      <w:r w:rsidRPr="00CA52B4">
        <w:rPr>
          <w:rtl/>
        </w:rPr>
        <w:t>المغيرة بن الحارث بن عبد المطلب</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أحد الأبطال الشعراء في الجاهلية والإسلام. ذكر نصر في باب ، من أشعار صفّين ، هذه الأبيات. وقد ذكرت المراجع أنّه مات بالمدينة سنة 20 ه‍ ، وصلّى عليه عمر. والأبيات هي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يا شرطة الموت صبرا لا يهولكم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دين ابن حرب ، فإنّ الحق قد ظهرا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قاتلوا كل من يبغي غوائلكم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فإنّما النصر في الضّرّا لمن صبرا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سيفوا الجوارح حد السيف واحتسبوا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في ذلك الخير وارجوا الله والظفرا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أيقنوا أنّ من أضحى يخالفكم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أضحى شقيّا وأضحى نفسه خسرا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فيكم وصيّ رسول الله قائدكم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أهله وكتاب الله قد نشرا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لا تخافوا ضلالا لا أبا لكم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سيحفظ الدّين والتقوى لمن صبرا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مجالس المؤمنين 1 / 200. وقعة صفّين / 385.</w:t>
      </w:r>
    </w:p>
    <w:p w:rsidR="00843DF1" w:rsidRPr="00CA52B4" w:rsidRDefault="00843DF1" w:rsidP="00EB70B9">
      <w:pPr>
        <w:pStyle w:val="libBold1"/>
        <w:rPr>
          <w:rtl/>
          <w:lang w:bidi="fa-IR"/>
        </w:rPr>
      </w:pPr>
      <w:r>
        <w:rPr>
          <w:rtl/>
          <w:lang w:bidi="fa-IR"/>
        </w:rPr>
        <w:br w:type="page"/>
      </w:r>
      <w:r w:rsidRPr="00CA52B4">
        <w:rPr>
          <w:rtl/>
        </w:rPr>
        <w:lastRenderedPageBreak/>
        <w:t>1092</w:t>
      </w:r>
      <w:r>
        <w:rPr>
          <w:rtl/>
        </w:rPr>
        <w:t xml:space="preserve"> ـ </w:t>
      </w:r>
      <w:r w:rsidRPr="00CA52B4">
        <w:rPr>
          <w:rtl/>
        </w:rPr>
        <w:t>المغيرة بن حذف العبسي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أيضا عن حذيفة بن اليمان ، وعائشة. وعنه الحكم بن عتيبة ، وزهير بن أبي ثابت وغيرهما. قال ابن معين مشهور. وذكره ابن خلفون في الثقات.</w:t>
      </w:r>
    </w:p>
    <w:p w:rsidR="00843DF1" w:rsidRPr="00CA52B4" w:rsidRDefault="00843DF1" w:rsidP="00B10281">
      <w:pPr>
        <w:pStyle w:val="libVar"/>
        <w:rPr>
          <w:rtl/>
          <w:lang w:bidi="fa-IR"/>
        </w:rPr>
      </w:pPr>
      <w:r w:rsidRPr="00CA52B4">
        <w:rPr>
          <w:rtl/>
          <w:lang w:bidi="fa-IR"/>
        </w:rPr>
        <w:t>تعجيل المنفعة / 409. الجرح والتعديل 8 / 220.</w:t>
      </w:r>
    </w:p>
    <w:p w:rsidR="00843DF1" w:rsidRPr="00CA52B4" w:rsidRDefault="00843DF1" w:rsidP="00EB70B9">
      <w:pPr>
        <w:pStyle w:val="libBold1"/>
        <w:rPr>
          <w:rtl/>
          <w:lang w:bidi="fa-IR"/>
        </w:rPr>
      </w:pPr>
      <w:r w:rsidRPr="00CA52B4">
        <w:rPr>
          <w:rtl/>
        </w:rPr>
        <w:t>1093</w:t>
      </w:r>
      <w:r>
        <w:rPr>
          <w:rtl/>
        </w:rPr>
        <w:t xml:space="preserve"> ـ </w:t>
      </w:r>
      <w:r w:rsidRPr="00CA52B4">
        <w:rPr>
          <w:rtl/>
        </w:rPr>
        <w:t xml:space="preserve">المغيرة بن </w:t>
      </w:r>
      <w:r>
        <w:rPr>
          <w:rtl/>
        </w:rPr>
        <w:t>(</w:t>
      </w:r>
      <w:r w:rsidRPr="00CA52B4">
        <w:rPr>
          <w:rtl/>
        </w:rPr>
        <w:t>حبناء</w:t>
      </w:r>
      <w:r>
        <w:rPr>
          <w:rtl/>
        </w:rPr>
        <w:t>)</w:t>
      </w:r>
      <w:r w:rsidRPr="00CA52B4">
        <w:rPr>
          <w:rtl/>
        </w:rPr>
        <w:t xml:space="preserve"> عمرو بن ربيعة بن أسيد بن عبد عوف بن عامر بن ربيعة بن حنظلة بن مالك بن زيد مناة بن تميم المتوفى 91 ه‍</w:t>
      </w:r>
      <w:r>
        <w:rPr>
          <w:rtl/>
        </w:rPr>
        <w:t>.</w:t>
      </w:r>
    </w:p>
    <w:p w:rsidR="00843DF1" w:rsidRPr="00CA52B4" w:rsidRDefault="00843DF1" w:rsidP="00347E77">
      <w:pPr>
        <w:pStyle w:val="libNormal"/>
        <w:rPr>
          <w:rtl/>
          <w:lang w:bidi="fa-IR"/>
        </w:rPr>
      </w:pPr>
      <w:r w:rsidRPr="00CA52B4">
        <w:rPr>
          <w:rtl/>
          <w:lang w:bidi="fa-IR"/>
        </w:rPr>
        <w:t>فارس ، محدّث ، شاعر. وحبناء أمه ، واسمها ليلى ، وقيل : جبناء ، لقب غلب على أبيه ، لجبن كان به واسمه جبين. وكان أبرص ، وهو شاعر المهلب. روى عنه جراد بن أبي المجالد. وكان هو وأخواه صخر ويزيد شعراء فرسانا. وكذلك أبوهم شاعر. ومات شهيدا في نسف بين جيحون وسمرقند ، على مقربة من بخارى.</w:t>
      </w:r>
    </w:p>
    <w:p w:rsidR="00843DF1" w:rsidRPr="00CA52B4" w:rsidRDefault="00843DF1" w:rsidP="00B10281">
      <w:pPr>
        <w:pStyle w:val="libVar"/>
        <w:rPr>
          <w:rtl/>
          <w:lang w:bidi="fa-IR"/>
        </w:rPr>
      </w:pPr>
      <w:r w:rsidRPr="00CA52B4">
        <w:rPr>
          <w:rtl/>
          <w:lang w:bidi="fa-IR"/>
        </w:rPr>
        <w:t>الأعلام 8 / 201. الجرح والتعديل 8 / 220. جمهرة أنساب العرب / 223.</w:t>
      </w:r>
      <w:r>
        <w:rPr>
          <w:rFonts w:hint="cs"/>
          <w:rtl/>
          <w:lang w:bidi="fa-IR"/>
        </w:rPr>
        <w:t xml:space="preserve"> </w:t>
      </w:r>
      <w:r w:rsidRPr="00CA52B4">
        <w:rPr>
          <w:rtl/>
          <w:lang w:bidi="fa-IR"/>
        </w:rPr>
        <w:t>خزانة الأدب 3 / 601. معجم الشعراء / 369.</w:t>
      </w:r>
    </w:p>
    <w:p w:rsidR="00843DF1" w:rsidRPr="00CA52B4" w:rsidRDefault="00843DF1" w:rsidP="00EB70B9">
      <w:pPr>
        <w:pStyle w:val="libBold1"/>
        <w:rPr>
          <w:rtl/>
          <w:lang w:bidi="fa-IR"/>
        </w:rPr>
      </w:pPr>
      <w:r w:rsidRPr="00CA52B4">
        <w:rPr>
          <w:rtl/>
        </w:rPr>
        <w:t>1094</w:t>
      </w:r>
      <w:r>
        <w:rPr>
          <w:rtl/>
        </w:rPr>
        <w:t xml:space="preserve"> ـ </w:t>
      </w:r>
      <w:r w:rsidRPr="00CA52B4">
        <w:rPr>
          <w:rtl/>
        </w:rPr>
        <w:t>مغيرة بن حنين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عمارة بن أبي حفصة. ذكره ابن أبي حاتم الرازي في كتابه ، ممن روى عن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الجرح والتعديل 8 / 220.</w:t>
      </w:r>
    </w:p>
    <w:p w:rsidR="00843DF1" w:rsidRPr="00CA52B4" w:rsidRDefault="00843DF1" w:rsidP="00EB70B9">
      <w:pPr>
        <w:pStyle w:val="libBold1"/>
        <w:rPr>
          <w:rtl/>
          <w:lang w:bidi="fa-IR"/>
        </w:rPr>
      </w:pPr>
      <w:r w:rsidRPr="00CA52B4">
        <w:rPr>
          <w:rtl/>
        </w:rPr>
        <w:t>1095</w:t>
      </w:r>
      <w:r>
        <w:rPr>
          <w:rtl/>
        </w:rPr>
        <w:t xml:space="preserve"> ـ </w:t>
      </w:r>
      <w:r w:rsidRPr="00CA52B4">
        <w:rPr>
          <w:rtl/>
        </w:rPr>
        <w:t>المغيرة بن خالد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عدّه الشيخ الطوسي في رجاله من أصحاب الإمام أمير المؤمنين </w:t>
      </w:r>
      <w:r>
        <w:rPr>
          <w:rtl/>
          <w:lang w:bidi="fa-IR"/>
        </w:rPr>
        <w:t>(</w:t>
      </w:r>
      <w:r w:rsidRPr="00CA52B4">
        <w:rPr>
          <w:rtl/>
          <w:lang w:bidi="fa-IR"/>
        </w:rPr>
        <w:t>عليه السلام</w:t>
      </w:r>
      <w:r>
        <w:rPr>
          <w:rtl/>
          <w:lang w:bidi="fa-IR"/>
        </w:rPr>
        <w:t>).</w:t>
      </w:r>
      <w:r w:rsidRPr="00CA52B4">
        <w:rPr>
          <w:rtl/>
          <w:lang w:bidi="fa-IR"/>
        </w:rPr>
        <w:t xml:space="preserve"> وذكره الآخرون نقلا عنه من غير إضافة وتثبت في حاله.</w:t>
      </w:r>
    </w:p>
    <w:p w:rsidR="00843DF1" w:rsidRPr="00CA52B4" w:rsidRDefault="00843DF1" w:rsidP="00B10281">
      <w:pPr>
        <w:pStyle w:val="libVar"/>
        <w:rPr>
          <w:rtl/>
          <w:lang w:bidi="fa-IR"/>
        </w:rPr>
      </w:pPr>
      <w:r w:rsidRPr="00CA52B4">
        <w:rPr>
          <w:rtl/>
          <w:lang w:bidi="fa-IR"/>
        </w:rPr>
        <w:t>تنقيح المقال 3 / 236. جامع الرواة 2 / 255. رجال الشيخ الطوسي / 59.</w:t>
      </w:r>
      <w:r>
        <w:rPr>
          <w:rFonts w:hint="cs"/>
          <w:rtl/>
          <w:lang w:bidi="fa-IR"/>
        </w:rPr>
        <w:t xml:space="preserve"> </w:t>
      </w:r>
      <w:r w:rsidRPr="00CA52B4">
        <w:rPr>
          <w:rtl/>
          <w:lang w:bidi="fa-IR"/>
        </w:rPr>
        <w:t>مجمع الرجال 6 / 117. معجم رجال الحديث 18 / 275. منتهى المقال / 311. نقد الرجال / 351.</w:t>
      </w:r>
    </w:p>
    <w:p w:rsidR="00843DF1" w:rsidRPr="00CA52B4" w:rsidRDefault="00843DF1" w:rsidP="00EB70B9">
      <w:pPr>
        <w:pStyle w:val="libBold1"/>
        <w:rPr>
          <w:rtl/>
          <w:lang w:bidi="fa-IR"/>
        </w:rPr>
      </w:pPr>
      <w:r>
        <w:rPr>
          <w:rtl/>
          <w:lang w:bidi="fa-IR"/>
        </w:rPr>
        <w:br w:type="page"/>
      </w:r>
      <w:r w:rsidRPr="00CA52B4">
        <w:rPr>
          <w:rtl/>
        </w:rPr>
        <w:lastRenderedPageBreak/>
        <w:t>1096</w:t>
      </w:r>
      <w:r>
        <w:rPr>
          <w:rtl/>
        </w:rPr>
        <w:t xml:space="preserve"> ـ </w:t>
      </w:r>
      <w:r w:rsidRPr="00CA52B4">
        <w:rPr>
          <w:rtl/>
        </w:rPr>
        <w:t>مغيرة بن عثمان بن عبيد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من التابعين. ذكره أبو محمد عبد الرحمن بن أبي حاتم محمد بن إدريس بن المنذر التميمي الحنظلي الرازي ، في كتابه من الذين رووا عن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الجرح والتعديل 8 / 227.</w:t>
      </w:r>
    </w:p>
    <w:p w:rsidR="00843DF1" w:rsidRPr="00CA52B4" w:rsidRDefault="00843DF1" w:rsidP="00EB70B9">
      <w:pPr>
        <w:pStyle w:val="libBold1"/>
        <w:rPr>
          <w:rtl/>
          <w:lang w:bidi="fa-IR"/>
        </w:rPr>
      </w:pPr>
      <w:r w:rsidRPr="00CA52B4">
        <w:rPr>
          <w:rtl/>
        </w:rPr>
        <w:t>1097</w:t>
      </w:r>
      <w:r>
        <w:rPr>
          <w:rtl/>
        </w:rPr>
        <w:t xml:space="preserve"> ـ </w:t>
      </w:r>
      <w:r w:rsidRPr="00CA52B4">
        <w:rPr>
          <w:rtl/>
        </w:rPr>
        <w:t>المغيرة بن نوفل بن الحرث بن عبد المطلب بن هاشم</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شاعر قوي ، ولد بمكة على عهد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ولم يدرك من حياته غير ست سنين. شهد صفّين ولما خرج الإمام الحسن </w:t>
      </w:r>
      <w:r>
        <w:rPr>
          <w:rtl/>
          <w:lang w:bidi="fa-IR"/>
        </w:rPr>
        <w:t>(</w:t>
      </w:r>
      <w:r w:rsidRPr="00CA52B4">
        <w:rPr>
          <w:rtl/>
          <w:lang w:bidi="fa-IR"/>
        </w:rPr>
        <w:t>عليه السلام</w:t>
      </w:r>
      <w:r>
        <w:rPr>
          <w:rtl/>
          <w:lang w:bidi="fa-IR"/>
        </w:rPr>
        <w:t>)</w:t>
      </w:r>
      <w:r w:rsidRPr="00CA52B4">
        <w:rPr>
          <w:rtl/>
          <w:lang w:bidi="fa-IR"/>
        </w:rPr>
        <w:t xml:space="preserve"> لقتال معاوية استخلفه على الكوفة ، وأمره باستحثاث الناس وإشخاصهم إليه. وهو الذي تلقى عبد الرحمن بن ملجم المرادي ، حين ضرب أمير المؤمنين </w:t>
      </w:r>
      <w:r>
        <w:rPr>
          <w:rtl/>
          <w:lang w:bidi="fa-IR"/>
        </w:rPr>
        <w:t>(</w:t>
      </w:r>
      <w:r w:rsidRPr="00CA52B4">
        <w:rPr>
          <w:rtl/>
          <w:lang w:bidi="fa-IR"/>
        </w:rPr>
        <w:t>عليه السلام</w:t>
      </w:r>
      <w:r>
        <w:rPr>
          <w:rtl/>
          <w:lang w:bidi="fa-IR"/>
        </w:rPr>
        <w:t>)</w:t>
      </w:r>
      <w:r w:rsidRPr="00CA52B4">
        <w:rPr>
          <w:rtl/>
          <w:lang w:bidi="fa-IR"/>
        </w:rPr>
        <w:t xml:space="preserve"> فهمّ الناس به ، فحمل عليهم بسيفه ففرجوا له ، فتلقاه المغيرة بقطيفة فرماها عليه واحتمله ، وضرب به الأرض ، وقعد على صدره وانتزع السيف من يده.</w:t>
      </w:r>
    </w:p>
    <w:p w:rsidR="00843DF1" w:rsidRPr="00CA52B4" w:rsidRDefault="00843DF1" w:rsidP="00347E77">
      <w:pPr>
        <w:pStyle w:val="libNormal"/>
        <w:rPr>
          <w:rtl/>
          <w:lang w:bidi="fa-IR"/>
        </w:rPr>
      </w:pPr>
      <w:r w:rsidRPr="00CA52B4">
        <w:rPr>
          <w:rtl/>
          <w:lang w:bidi="fa-IR"/>
        </w:rPr>
        <w:t xml:space="preserve">وأوصاه عليّ </w:t>
      </w:r>
      <w:r>
        <w:rPr>
          <w:rtl/>
          <w:lang w:bidi="fa-IR"/>
        </w:rPr>
        <w:t>(</w:t>
      </w:r>
      <w:r w:rsidRPr="00CA52B4">
        <w:rPr>
          <w:rtl/>
          <w:lang w:bidi="fa-IR"/>
        </w:rPr>
        <w:t>عليه السلام</w:t>
      </w:r>
      <w:r>
        <w:rPr>
          <w:rtl/>
          <w:lang w:bidi="fa-IR"/>
        </w:rPr>
        <w:t>)</w:t>
      </w:r>
      <w:r w:rsidRPr="00CA52B4">
        <w:rPr>
          <w:rtl/>
          <w:lang w:bidi="fa-IR"/>
        </w:rPr>
        <w:t xml:space="preserve"> أن يتزوج أمامة بنت أبي العاص بعده ، وامها زينب بنت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وقال له : إنّي أخاف أن يتزوجها معاوية ، فتزوجها المغيرة فولدت له يحيى ، وله من غيرها : عبد الملك.</w:t>
      </w:r>
      <w:r>
        <w:rPr>
          <w:rFonts w:hint="cs"/>
          <w:rtl/>
          <w:lang w:bidi="fa-IR"/>
        </w:rPr>
        <w:t xml:space="preserve"> </w:t>
      </w:r>
      <w:r w:rsidRPr="00CA52B4">
        <w:rPr>
          <w:rtl/>
          <w:lang w:bidi="fa-IR"/>
        </w:rPr>
        <w:t>عبد الواحد. سعيد. عبد الرحمن. ومن شعره الكثير ما قاله في صفّين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يا شرطة الموت صبرا لا يهولكم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دين ابن حرب فإنّ الحق قد ظهرا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قاتلوا كل من يبغي غوائلكم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فإنّما النصر في الضّرّا لمن صبرا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سيفوا الجوارح حد السيف واحتسبوا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في ذلك الخير وارجوا الله والظفرا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أيقنوا أمن من أضحى يخالفكم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أضحى شقيا وأضحى نفسه خسرا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فيكم وصيّ رسول الله قائدكم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أهله وكتاب الله قد نشرا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لا تخافوا ضلالا لا أبا لكم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سيحفظ الدّين والتقوى لمن صبرا</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وقد نسبت هذه الأبيات إلى المغيرة بن الحارث بن عبد المطلب ، كما أسلفنا </w:t>
      </w:r>
      <w:r>
        <w:rPr>
          <w:rtl/>
          <w:lang w:bidi="fa-IR"/>
        </w:rPr>
        <w:t>(</w:t>
      </w:r>
      <w:r w:rsidRPr="00CA52B4">
        <w:rPr>
          <w:rtl/>
          <w:lang w:bidi="fa-IR"/>
        </w:rPr>
        <w:t>ص 555</w:t>
      </w:r>
      <w:r>
        <w:rPr>
          <w:rtl/>
          <w:lang w:bidi="fa-IR"/>
        </w:rPr>
        <w:t>)</w:t>
      </w:r>
      <w:r w:rsidRPr="00CA52B4">
        <w:rPr>
          <w:rtl/>
          <w:lang w:bidi="fa-IR"/>
        </w:rPr>
        <w:t xml:space="preserve"> والله الأعلم.</w:t>
      </w:r>
    </w:p>
    <w:p w:rsidR="00843DF1" w:rsidRPr="00CA52B4" w:rsidRDefault="00843DF1" w:rsidP="00B10281">
      <w:pPr>
        <w:pStyle w:val="libVar"/>
        <w:rPr>
          <w:rtl/>
          <w:lang w:bidi="fa-IR"/>
        </w:rPr>
      </w:pPr>
      <w:r>
        <w:rPr>
          <w:rtl/>
          <w:lang w:bidi="fa-IR"/>
        </w:rPr>
        <w:br w:type="page"/>
      </w:r>
      <w:r w:rsidRPr="00CA52B4">
        <w:rPr>
          <w:rtl/>
          <w:lang w:bidi="fa-IR"/>
        </w:rPr>
        <w:lastRenderedPageBreak/>
        <w:t>الاستيعاب 3 / 386. أسد الغابة 4 / 407. الإصابة 3 / 453. أعيان الشيعة 10 / 132 وفيه : أبو سفيان بن نوفل. أنساب الأشراف 3 / 27. بهجة الآمال 7 / 68.</w:t>
      </w:r>
      <w:r>
        <w:rPr>
          <w:rFonts w:hint="cs"/>
          <w:rtl/>
          <w:lang w:bidi="fa-IR"/>
        </w:rPr>
        <w:t xml:space="preserve"> </w:t>
      </w:r>
      <w:r w:rsidRPr="00CA52B4">
        <w:rPr>
          <w:rtl/>
          <w:lang w:bidi="fa-IR"/>
        </w:rPr>
        <w:t>جامع الرواة 2 / 255. الجرح والتعديل 8 / 231. جمهرة أنساب العرب / 16 ، 70.</w:t>
      </w:r>
      <w:r>
        <w:rPr>
          <w:rFonts w:hint="cs"/>
          <w:rtl/>
          <w:lang w:bidi="fa-IR"/>
        </w:rPr>
        <w:t xml:space="preserve"> </w:t>
      </w:r>
      <w:r w:rsidRPr="00CA52B4">
        <w:rPr>
          <w:rtl/>
          <w:lang w:bidi="fa-IR"/>
        </w:rPr>
        <w:t>الدرجات الرفيعة / 187. رجال الشيخ الطوسي / 58. رجال البرقي / 2. شرح ابن أبي الحديد 16 / 26 ، 39. الطبقات الكبرى 5 / 22. الغدير 9 / 368. قاموس الرجال 9 / 91. مجمع الرجال 6 / 122. المعارف / 56. معجم رجال الحديث 18 / 280.</w:t>
      </w:r>
      <w:r>
        <w:rPr>
          <w:rFonts w:hint="cs"/>
          <w:rtl/>
          <w:lang w:bidi="fa-IR"/>
        </w:rPr>
        <w:t xml:space="preserve"> </w:t>
      </w:r>
      <w:r w:rsidRPr="00CA52B4">
        <w:rPr>
          <w:rtl/>
          <w:lang w:bidi="fa-IR"/>
        </w:rPr>
        <w:t>معجم الشعراء / 369. منتهى المقال / 311. نقد الرجال / 351. وقعة صفّين / 385.</w:t>
      </w:r>
    </w:p>
    <w:p w:rsidR="00843DF1" w:rsidRPr="00CA52B4" w:rsidRDefault="00843DF1" w:rsidP="00EB70B9">
      <w:pPr>
        <w:pStyle w:val="libBold1"/>
        <w:rPr>
          <w:rtl/>
          <w:lang w:bidi="fa-IR"/>
        </w:rPr>
      </w:pPr>
      <w:r w:rsidRPr="00CA52B4">
        <w:rPr>
          <w:rtl/>
        </w:rPr>
        <w:t>1098</w:t>
      </w:r>
      <w:r>
        <w:rPr>
          <w:rtl/>
        </w:rPr>
        <w:t xml:space="preserve"> ـ </w:t>
      </w:r>
      <w:r w:rsidRPr="00CA52B4">
        <w:rPr>
          <w:rtl/>
        </w:rPr>
        <w:t xml:space="preserve">المقداد </w:t>
      </w:r>
      <w:r>
        <w:rPr>
          <w:rtl/>
        </w:rPr>
        <w:t>(</w:t>
      </w:r>
      <w:r w:rsidRPr="00CA52B4">
        <w:rPr>
          <w:rtl/>
        </w:rPr>
        <w:t>أبو معبد</w:t>
      </w:r>
      <w:r>
        <w:rPr>
          <w:rtl/>
        </w:rPr>
        <w:t>)</w:t>
      </w:r>
      <w:r w:rsidRPr="00CA52B4">
        <w:rPr>
          <w:rtl/>
        </w:rPr>
        <w:t xml:space="preserve"> ابن الأسود </w:t>
      </w:r>
      <w:r>
        <w:rPr>
          <w:rtl/>
        </w:rPr>
        <w:t>(</w:t>
      </w:r>
      <w:r w:rsidRPr="00CA52B4">
        <w:rPr>
          <w:rtl/>
        </w:rPr>
        <w:t>عمرو</w:t>
      </w:r>
      <w:r>
        <w:rPr>
          <w:rtl/>
        </w:rPr>
        <w:t>)</w:t>
      </w:r>
      <w:r w:rsidRPr="00CA52B4">
        <w:rPr>
          <w:rtl/>
        </w:rPr>
        <w:t xml:space="preserve"> بن ثعلبة بن مالك بن ربيعة بن ثمامة بن مطرود بن عمرو بن سعيد بن دهير بن لؤي بن ثعلبة بن مالك بن الشريد بن أهون بن قاس بن دريم بن القين بن أهود بن بهراء بن عمرو بن الحافي بن قضاعة بن عدنان الكندي المتوفى 33 ه‍</w:t>
      </w:r>
      <w:r>
        <w:rPr>
          <w:rtl/>
        </w:rPr>
        <w:t>.</w:t>
      </w:r>
    </w:p>
    <w:p w:rsidR="00843DF1" w:rsidRPr="00CA52B4" w:rsidRDefault="00843DF1" w:rsidP="00347E77">
      <w:pPr>
        <w:pStyle w:val="libNormal"/>
        <w:rPr>
          <w:rtl/>
          <w:lang w:bidi="fa-IR"/>
        </w:rPr>
      </w:pPr>
      <w:r w:rsidRPr="00CA52B4">
        <w:rPr>
          <w:rtl/>
          <w:lang w:bidi="fa-IR"/>
        </w:rPr>
        <w:t xml:space="preserve">كان رجلا ضخما ، أسمر اللون طويل القامة ، شجاعا من الفضلاء النجباء ، شهد بدرا وما بعدها من المشاهد ، وتجمعت فيه شتّى الفضائل والمناقب ، هاجر الهجرتين ، واختص بأمير المؤمنين </w:t>
      </w:r>
      <w:r>
        <w:rPr>
          <w:rtl/>
          <w:lang w:bidi="fa-IR"/>
        </w:rPr>
        <w:t>(</w:t>
      </w:r>
      <w:r w:rsidRPr="00CA52B4">
        <w:rPr>
          <w:rtl/>
          <w:lang w:bidi="fa-IR"/>
        </w:rPr>
        <w:t>عليه السلام</w:t>
      </w:r>
      <w:r>
        <w:rPr>
          <w:rtl/>
          <w:lang w:bidi="fa-IR"/>
        </w:rPr>
        <w:t>)</w:t>
      </w:r>
      <w:r w:rsidRPr="00CA52B4">
        <w:rPr>
          <w:rtl/>
          <w:lang w:bidi="fa-IR"/>
        </w:rPr>
        <w:t xml:space="preserve"> ومات 33 ه‍ ، ودفن بالبقيع. له أحاديث في كتب الفقه. ويعد من الأبطال وهو أحد السبعة الذين كانوا أول من أظهر الإسلام. وهو أول من قاتل على فرس في سبيل الله. وفي الحديث النبوي </w:t>
      </w:r>
      <w:r>
        <w:rPr>
          <w:rtl/>
          <w:lang w:bidi="fa-IR"/>
        </w:rPr>
        <w:t>(</w:t>
      </w:r>
      <w:r w:rsidRPr="00CA52B4">
        <w:rPr>
          <w:rtl/>
          <w:lang w:bidi="fa-IR"/>
        </w:rPr>
        <w:t>صلّى الله عليه وآله وسلّم</w:t>
      </w:r>
      <w:r>
        <w:rPr>
          <w:rtl/>
          <w:lang w:bidi="fa-IR"/>
        </w:rPr>
        <w:t>)</w:t>
      </w:r>
      <w:r w:rsidRPr="00CA52B4">
        <w:rPr>
          <w:rtl/>
          <w:lang w:bidi="fa-IR"/>
        </w:rPr>
        <w:t xml:space="preserve"> : إنّ الله عزّ وجلّ أمرني بحب أربعة وأخبرني أنّه يحبّهم ، عليّ ، والمقداد ، وأبو ذر ، وسلمان</w:t>
      </w:r>
      <w:r>
        <w:rPr>
          <w:rtl/>
          <w:lang w:bidi="fa-IR"/>
        </w:rPr>
        <w:t xml:space="preserve"> ـ.</w:t>
      </w:r>
    </w:p>
    <w:p w:rsidR="00843DF1" w:rsidRPr="00CA52B4" w:rsidRDefault="00843DF1" w:rsidP="00B10281">
      <w:pPr>
        <w:pStyle w:val="libVar"/>
        <w:rPr>
          <w:rtl/>
          <w:lang w:bidi="fa-IR"/>
        </w:rPr>
      </w:pPr>
      <w:r w:rsidRPr="00CA52B4">
        <w:rPr>
          <w:rtl/>
          <w:lang w:bidi="fa-IR"/>
        </w:rPr>
        <w:t>الأعلام 8 / 208. الاستيعاب 3 / 472. أسد الغابة 4 / 409. الاشتقاق / 549.</w:t>
      </w:r>
      <w:r>
        <w:rPr>
          <w:rFonts w:hint="cs"/>
          <w:rtl/>
          <w:lang w:bidi="fa-IR"/>
        </w:rPr>
        <w:t xml:space="preserve"> </w:t>
      </w:r>
      <w:r w:rsidRPr="00CA52B4">
        <w:rPr>
          <w:rtl/>
          <w:lang w:bidi="fa-IR"/>
        </w:rPr>
        <w:t>الإصابة 3 / 454. أعيان الشيعة 10 / 134. بهجة الآمال 7 / 86. تأسيس الشيعة / 355. تاريخ الطبري 13 / 10. تاريخ الخميس 2 / 258. تحفة الأحباب / 378. تذكرة الحفاظ 1 / 47. تقريب التهذيب 2 / 272. تنقيح المقال 3 / 244. تهذيب التهذيب 10 / 285. جامع الرواة 2 / 262. الجرح والتعديل 8 / 426. جمهرة أنساب العرب / 441. خلاصة الأقوال / 169. الدرجات الرفيعة / 221. رجال ابن داود / 192. رجال الطوسي / 57. رجال البرقي / 1.</w:t>
      </w:r>
      <w:r>
        <w:rPr>
          <w:rFonts w:hint="cs"/>
          <w:rtl/>
          <w:lang w:bidi="fa-IR"/>
        </w:rPr>
        <w:t xml:space="preserve"> </w:t>
      </w:r>
      <w:r w:rsidRPr="00CA52B4">
        <w:rPr>
          <w:rtl/>
          <w:lang w:bidi="fa-IR"/>
        </w:rPr>
        <w:t>سفينة البحار 2 / 408. شذرات الذهب 1 / 39. ابن أبي الحديد 1 / 193. 220</w:t>
      </w:r>
      <w:r>
        <w:rPr>
          <w:rFonts w:hint="cs"/>
          <w:rtl/>
          <w:lang w:bidi="fa-IR"/>
        </w:rPr>
        <w:t xml:space="preserve"> </w:t>
      </w:r>
      <w:r w:rsidRPr="00CA52B4">
        <w:rPr>
          <w:rtl/>
          <w:lang w:bidi="fa-IR"/>
        </w:rPr>
        <w:t xml:space="preserve">الفهارس / 278. الطبقات الكبرى 3 / 161. العقد الفريد 3 / 290 </w:t>
      </w:r>
      <w:r>
        <w:rPr>
          <w:rtl/>
          <w:lang w:bidi="fa-IR"/>
        </w:rPr>
        <w:t>و 5</w:t>
      </w:r>
      <w:r w:rsidRPr="00CA52B4">
        <w:rPr>
          <w:rtl/>
          <w:lang w:bidi="fa-IR"/>
        </w:rPr>
        <w:t xml:space="preserve"> / 27</w:t>
      </w:r>
      <w:r>
        <w:rPr>
          <w:rtl/>
          <w:lang w:bidi="fa-IR"/>
        </w:rPr>
        <w:t xml:space="preserve"> ـ </w:t>
      </w:r>
      <w:r w:rsidRPr="00CA52B4">
        <w:rPr>
          <w:rtl/>
          <w:lang w:bidi="fa-IR"/>
        </w:rPr>
        <w:t xml:space="preserve">30 </w:t>
      </w:r>
      <w:r>
        <w:rPr>
          <w:rtl/>
          <w:lang w:bidi="fa-IR"/>
        </w:rPr>
        <w:t>و 6</w:t>
      </w:r>
      <w:r w:rsidRPr="00CA52B4">
        <w:rPr>
          <w:rtl/>
          <w:lang w:bidi="fa-IR"/>
        </w:rPr>
        <w:t xml:space="preserve"> / 108 </w:t>
      </w:r>
      <w:r>
        <w:rPr>
          <w:rtl/>
          <w:lang w:bidi="fa-IR"/>
        </w:rPr>
        <w:t>و 7</w:t>
      </w:r>
      <w:r w:rsidRPr="00CA52B4">
        <w:rPr>
          <w:rtl/>
          <w:lang w:bidi="fa-IR"/>
        </w:rPr>
        <w:t xml:space="preserve"> / 122 ، 123 ، 129. الغدير 1 / 59 ، 164 ، 200 ، 386.</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الفهارس / 307. الغارات 1 / 371 </w:t>
      </w:r>
      <w:r>
        <w:rPr>
          <w:rtl/>
          <w:lang w:bidi="fa-IR"/>
        </w:rPr>
        <w:t>و 2</w:t>
      </w:r>
      <w:r w:rsidRPr="00CA52B4">
        <w:rPr>
          <w:rtl/>
          <w:lang w:bidi="fa-IR"/>
        </w:rPr>
        <w:t xml:space="preserve"> / 828. الفوائد الرجالية 2 / 168. قاموس الرجال 9 / 111. الكامل في التأريخ 2 / 73 ، 111 ، 118 ، 120 ، 152 ، 190 ، 290 ، 492. اللباب 1 / 520. مجمع الرجال 6 / 135. مرآة الجنان 1 / 89.</w:t>
      </w:r>
      <w:r>
        <w:rPr>
          <w:rFonts w:hint="cs"/>
          <w:rtl/>
          <w:lang w:bidi="fa-IR"/>
        </w:rPr>
        <w:t xml:space="preserve"> </w:t>
      </w:r>
      <w:r w:rsidRPr="00CA52B4">
        <w:rPr>
          <w:rtl/>
          <w:lang w:bidi="fa-IR"/>
        </w:rPr>
        <w:t xml:space="preserve">المعارف / 113. معجم الثقات / 123. معجم رجال الحديث 3 / 211 </w:t>
      </w:r>
      <w:r>
        <w:rPr>
          <w:rtl/>
          <w:lang w:bidi="fa-IR"/>
        </w:rPr>
        <w:t>و 1</w:t>
      </w:r>
      <w:r w:rsidRPr="00CA52B4">
        <w:rPr>
          <w:rtl/>
          <w:lang w:bidi="fa-IR"/>
        </w:rPr>
        <w:t>8 / 313.</w:t>
      </w:r>
      <w:r>
        <w:rPr>
          <w:rFonts w:hint="cs"/>
          <w:rtl/>
          <w:lang w:bidi="fa-IR"/>
        </w:rPr>
        <w:t xml:space="preserve"> </w:t>
      </w:r>
      <w:r w:rsidRPr="00CA52B4">
        <w:rPr>
          <w:rtl/>
          <w:lang w:bidi="fa-IR"/>
        </w:rPr>
        <w:t xml:space="preserve">منتهى المقال / 313. مجالس المؤمنين 1 / 203. النجوم الزاهرة 1 / 20 ، 91. نقد الرجال / 353. النهاية في غريب الحديث 5 / 438. وفيات الأعيان 3 / 437 </w:t>
      </w:r>
      <w:r>
        <w:rPr>
          <w:rtl/>
          <w:lang w:bidi="fa-IR"/>
        </w:rPr>
        <w:t>و 7</w:t>
      </w:r>
      <w:r w:rsidRPr="00CA52B4">
        <w:rPr>
          <w:rtl/>
          <w:lang w:bidi="fa-IR"/>
        </w:rPr>
        <w:t xml:space="preserve"> / 216.</w:t>
      </w:r>
    </w:p>
    <w:p w:rsidR="00843DF1" w:rsidRPr="00CA52B4" w:rsidRDefault="00843DF1" w:rsidP="00EB70B9">
      <w:pPr>
        <w:pStyle w:val="libBold1"/>
        <w:rPr>
          <w:rtl/>
          <w:lang w:bidi="fa-IR"/>
        </w:rPr>
      </w:pPr>
      <w:r w:rsidRPr="00CA52B4">
        <w:rPr>
          <w:rtl/>
        </w:rPr>
        <w:t>1099</w:t>
      </w:r>
      <w:r>
        <w:rPr>
          <w:rtl/>
        </w:rPr>
        <w:t xml:space="preserve"> ـ </w:t>
      </w:r>
      <w:r w:rsidRPr="00CA52B4">
        <w:rPr>
          <w:rtl/>
        </w:rPr>
        <w:t>المقطع العامري</w:t>
      </w:r>
      <w:r>
        <w:rPr>
          <w:rtl/>
        </w:rPr>
        <w:t xml:space="preserve"> ..</w:t>
      </w:r>
      <w:r w:rsidRPr="00CA52B4">
        <w:rPr>
          <w:rtl/>
        </w:rPr>
        <w:t>. هشيم.</w:t>
      </w:r>
    </w:p>
    <w:p w:rsidR="00843DF1" w:rsidRPr="00CA52B4" w:rsidRDefault="00843DF1" w:rsidP="00347E77">
      <w:pPr>
        <w:pStyle w:val="libNormal"/>
        <w:rPr>
          <w:rtl/>
          <w:lang w:bidi="fa-IR"/>
        </w:rPr>
      </w:pPr>
      <w:r w:rsidRPr="00CA52B4">
        <w:rPr>
          <w:rtl/>
          <w:lang w:bidi="fa-IR"/>
        </w:rPr>
        <w:t xml:space="preserve">فارس. واسمه هشيم ، والمقطع لقب غلب عليه. كان مع أمير المؤمنين </w:t>
      </w:r>
      <w:r>
        <w:rPr>
          <w:rtl/>
          <w:lang w:bidi="fa-IR"/>
        </w:rPr>
        <w:t>(</w:t>
      </w:r>
      <w:r w:rsidRPr="00CA52B4">
        <w:rPr>
          <w:rtl/>
          <w:lang w:bidi="fa-IR"/>
        </w:rPr>
        <w:t>عليه السلام</w:t>
      </w:r>
      <w:r>
        <w:rPr>
          <w:rtl/>
          <w:lang w:bidi="fa-IR"/>
        </w:rPr>
        <w:t>)</w:t>
      </w:r>
      <w:r w:rsidRPr="00CA52B4">
        <w:rPr>
          <w:rtl/>
          <w:lang w:bidi="fa-IR"/>
        </w:rPr>
        <w:t xml:space="preserve"> في صفّين. فقد جاء أن خرج ابن مقيدة الحمار الأسدي ، وكان ذا بأس وشجاعة ، وهو مع أهل الشام ، وكان في الناس ردف بشر بن عصمة وهو الثاني في الناس ، فنادى : ألا من مبارز</w:t>
      </w:r>
      <w:r>
        <w:rPr>
          <w:rtl/>
          <w:lang w:bidi="fa-IR"/>
        </w:rPr>
        <w:t>؟</w:t>
      </w:r>
      <w:r w:rsidRPr="00CA52B4">
        <w:rPr>
          <w:rtl/>
          <w:lang w:bidi="fa-IR"/>
        </w:rPr>
        <w:t xml:space="preserve"> فأحجم الناس عنه ، فقام المقطع العامري ، وكان شيخا كبيرا فقال له عليّ : اقعد إنّك شيخ كبير وليس معه من رهطه أحد غيره ، ما كنت لأقدمك. فجلس.</w:t>
      </w:r>
      <w:r>
        <w:rPr>
          <w:rFonts w:hint="cs"/>
          <w:rtl/>
          <w:lang w:bidi="fa-IR"/>
        </w:rPr>
        <w:t xml:space="preserve"> </w:t>
      </w:r>
      <w:r w:rsidRPr="00CA52B4">
        <w:rPr>
          <w:rtl/>
          <w:lang w:bidi="fa-IR"/>
        </w:rPr>
        <w:t>ثم نادى ابن مقيدة الحمار ، ألا من مبارز</w:t>
      </w:r>
      <w:r>
        <w:rPr>
          <w:rtl/>
          <w:lang w:bidi="fa-IR"/>
        </w:rPr>
        <w:t>؟</w:t>
      </w:r>
      <w:r w:rsidRPr="00CA52B4">
        <w:rPr>
          <w:rtl/>
          <w:lang w:bidi="fa-IR"/>
        </w:rPr>
        <w:t xml:space="preserve"> الثانية ، فقام المقطع فأجلسه عليّ أيضا. ثم نادى الثالثة ألا من مبارز</w:t>
      </w:r>
      <w:r>
        <w:rPr>
          <w:rtl/>
          <w:lang w:bidi="fa-IR"/>
        </w:rPr>
        <w:t>؟</w:t>
      </w:r>
      <w:r w:rsidRPr="00CA52B4">
        <w:rPr>
          <w:rtl/>
          <w:lang w:bidi="fa-IR"/>
        </w:rPr>
        <w:t xml:space="preserve"> فقام المقطع فقال : يا أمير المؤمنين ، والله لا تردني إما أن يقتلني فأتعجل الجنة وأستريح من الحياة الدنيا في الكبر والهرم ، أو أقتله فأريحك منه. فقال له عليّ : ما اسمك</w:t>
      </w:r>
      <w:r>
        <w:rPr>
          <w:rtl/>
          <w:lang w:bidi="fa-IR"/>
        </w:rPr>
        <w:t>؟</w:t>
      </w:r>
    </w:p>
    <w:p w:rsidR="00843DF1" w:rsidRPr="00CA52B4" w:rsidRDefault="00843DF1" w:rsidP="00347E77">
      <w:pPr>
        <w:pStyle w:val="libNormal"/>
        <w:rPr>
          <w:rtl/>
          <w:lang w:bidi="fa-IR"/>
        </w:rPr>
      </w:pPr>
      <w:r w:rsidRPr="00CA52B4">
        <w:rPr>
          <w:rtl/>
          <w:lang w:bidi="fa-IR"/>
        </w:rPr>
        <w:t>قال : أنا المقطع قد كنت أدعى هشيما فأصابتني جراحة فسميت مقطعا منها.</w:t>
      </w:r>
    </w:p>
    <w:p w:rsidR="00843DF1" w:rsidRPr="00CA52B4" w:rsidRDefault="00843DF1" w:rsidP="00347E77">
      <w:pPr>
        <w:pStyle w:val="libNormal"/>
        <w:rPr>
          <w:rtl/>
          <w:lang w:bidi="fa-IR"/>
        </w:rPr>
      </w:pPr>
      <w:r w:rsidRPr="00CA52B4">
        <w:rPr>
          <w:rtl/>
          <w:lang w:bidi="fa-IR"/>
        </w:rPr>
        <w:t>فقال له : اخرج إليه وأقدم عليه ، اللهم أنصره. فحمل عليه المقطع فأجهش ابن مقيدة الحمار وكان ذكيا مجرّبا فلم يجد شيئا خيرا من الهرب فهرب ، حتّى مرّ بمضرب معاوية والمقطع على أثره ، فجاز معاوية. فناداه معاوية لقد شمص بك العراقي. قال : لقد فعل. ثم رجع المقطع حتّى وقف في موقفه</w:t>
      </w:r>
      <w:r>
        <w:rPr>
          <w:rtl/>
          <w:lang w:bidi="fa-IR"/>
        </w:rPr>
        <w:t xml:space="preserve"> ـ.</w:t>
      </w:r>
    </w:p>
    <w:p w:rsidR="00843DF1" w:rsidRPr="00CA52B4" w:rsidRDefault="00843DF1" w:rsidP="00B10281">
      <w:pPr>
        <w:pStyle w:val="libVar"/>
        <w:rPr>
          <w:rtl/>
          <w:lang w:bidi="fa-IR"/>
        </w:rPr>
      </w:pPr>
      <w:r w:rsidRPr="00CA52B4">
        <w:rPr>
          <w:rtl/>
          <w:lang w:bidi="fa-IR"/>
        </w:rPr>
        <w:t>أعيان الشيعة 50 / 61. وقعة صفّين / 277.</w:t>
      </w:r>
    </w:p>
    <w:p w:rsidR="00843DF1" w:rsidRPr="00CA52B4" w:rsidRDefault="00843DF1" w:rsidP="00EB70B9">
      <w:pPr>
        <w:pStyle w:val="libBold1"/>
        <w:rPr>
          <w:rtl/>
          <w:lang w:bidi="fa-IR"/>
        </w:rPr>
      </w:pPr>
      <w:r>
        <w:rPr>
          <w:rtl/>
          <w:lang w:bidi="fa-IR"/>
        </w:rPr>
        <w:br w:type="page"/>
      </w:r>
      <w:r w:rsidRPr="00CA52B4">
        <w:rPr>
          <w:rtl/>
        </w:rPr>
        <w:lastRenderedPageBreak/>
        <w:t>1100</w:t>
      </w:r>
      <w:r>
        <w:rPr>
          <w:rtl/>
        </w:rPr>
        <w:t xml:space="preserve"> ـ </w:t>
      </w:r>
      <w:r w:rsidRPr="00CA52B4">
        <w:rPr>
          <w:rtl/>
        </w:rPr>
        <w:t>المنذر بن جارود</w:t>
      </w:r>
      <w:r>
        <w:rPr>
          <w:rtl/>
        </w:rPr>
        <w:t xml:space="preserve"> ـ </w:t>
      </w:r>
      <w:r w:rsidRPr="00CA52B4">
        <w:rPr>
          <w:rtl/>
        </w:rPr>
        <w:t>بشر</w:t>
      </w:r>
      <w:r>
        <w:rPr>
          <w:rtl/>
        </w:rPr>
        <w:t xml:space="preserve"> ـ </w:t>
      </w:r>
      <w:r w:rsidRPr="00CA52B4">
        <w:rPr>
          <w:rtl/>
        </w:rPr>
        <w:t>بن عمرو بن خنيس العبدي المتوفى 61 ه‍</w:t>
      </w:r>
      <w:r>
        <w:rPr>
          <w:rtl/>
        </w:rPr>
        <w:t>.</w:t>
      </w:r>
    </w:p>
    <w:p w:rsidR="00843DF1" w:rsidRPr="00CA52B4" w:rsidRDefault="00843DF1" w:rsidP="00347E77">
      <w:pPr>
        <w:pStyle w:val="libNormal"/>
        <w:rPr>
          <w:rtl/>
          <w:lang w:bidi="fa-IR"/>
        </w:rPr>
      </w:pPr>
      <w:r w:rsidRPr="00CA52B4">
        <w:rPr>
          <w:rtl/>
          <w:lang w:bidi="fa-IR"/>
        </w:rPr>
        <w:t xml:space="preserve">صحابي ، أمير من السادة الأجواد ، ولد على عهد النبيّ </w:t>
      </w:r>
      <w:r>
        <w:rPr>
          <w:rtl/>
          <w:lang w:bidi="fa-IR"/>
        </w:rPr>
        <w:t>(</w:t>
      </w:r>
      <w:r w:rsidRPr="00CA52B4">
        <w:rPr>
          <w:rtl/>
          <w:lang w:bidi="fa-IR"/>
        </w:rPr>
        <w:t>صلّى الله عليه وآله وسلّم</w:t>
      </w:r>
      <w:r>
        <w:rPr>
          <w:rtl/>
          <w:lang w:bidi="fa-IR"/>
        </w:rPr>
        <w:t>)</w:t>
      </w:r>
      <w:r w:rsidRPr="00CA52B4">
        <w:rPr>
          <w:rtl/>
          <w:lang w:bidi="fa-IR"/>
        </w:rPr>
        <w:t xml:space="preserve"> ، وشهد الجمل مع عليّ </w:t>
      </w:r>
      <w:r>
        <w:rPr>
          <w:rtl/>
          <w:lang w:bidi="fa-IR"/>
        </w:rPr>
        <w:t>(</w:t>
      </w:r>
      <w:r w:rsidRPr="00CA52B4">
        <w:rPr>
          <w:rtl/>
          <w:lang w:bidi="fa-IR"/>
        </w:rPr>
        <w:t>عليه السلام</w:t>
      </w:r>
      <w:r>
        <w:rPr>
          <w:rtl/>
          <w:lang w:bidi="fa-IR"/>
        </w:rPr>
        <w:t>)</w:t>
      </w:r>
      <w:r w:rsidRPr="00CA52B4">
        <w:rPr>
          <w:rtl/>
          <w:lang w:bidi="fa-IR"/>
        </w:rPr>
        <w:t xml:space="preserve"> وولّاه إمرة اصطخر ، ثم بلغه عنه ما ساءه فعزله ، بعد أن كتب إليه رسالة أوضح فيها ذنبه. وانحرف عن أمير المؤمنين </w:t>
      </w:r>
      <w:r>
        <w:rPr>
          <w:rtl/>
          <w:lang w:bidi="fa-IR"/>
        </w:rPr>
        <w:t>(</w:t>
      </w:r>
      <w:r w:rsidRPr="00CA52B4">
        <w:rPr>
          <w:rtl/>
          <w:lang w:bidi="fa-IR"/>
        </w:rPr>
        <w:t>عليه السلام</w:t>
      </w:r>
      <w:r>
        <w:rPr>
          <w:rtl/>
          <w:lang w:bidi="fa-IR"/>
        </w:rPr>
        <w:t>)</w:t>
      </w:r>
      <w:r w:rsidRPr="00CA52B4">
        <w:rPr>
          <w:rtl/>
          <w:lang w:bidi="fa-IR"/>
        </w:rPr>
        <w:t xml:space="preserve"> واستعمله عبيد الله بن زياد ، ثغر الهند فمات فيها سنة 61 ه‍</w:t>
      </w:r>
      <w:r>
        <w:rPr>
          <w:rtl/>
          <w:lang w:bidi="fa-IR"/>
        </w:rPr>
        <w:t>.</w:t>
      </w:r>
      <w:r w:rsidRPr="00CA52B4">
        <w:rPr>
          <w:rtl/>
          <w:lang w:bidi="fa-IR"/>
        </w:rPr>
        <w:t xml:space="preserve"> وكان يرى رأي الخوارج. ويعتبر من شعرائهم.</w:t>
      </w:r>
    </w:p>
    <w:p w:rsidR="00843DF1" w:rsidRPr="00CA52B4" w:rsidRDefault="00843DF1" w:rsidP="00347E77">
      <w:pPr>
        <w:pStyle w:val="libNormal"/>
        <w:rPr>
          <w:rtl/>
          <w:lang w:bidi="fa-IR"/>
        </w:rPr>
      </w:pPr>
      <w:r w:rsidRPr="00CA52B4">
        <w:rPr>
          <w:rtl/>
          <w:lang w:bidi="fa-IR"/>
        </w:rPr>
        <w:t xml:space="preserve">وقد كتب إليه أمير المؤمنين </w:t>
      </w:r>
      <w:r>
        <w:rPr>
          <w:rtl/>
          <w:lang w:bidi="fa-IR"/>
        </w:rPr>
        <w:t>(</w:t>
      </w:r>
      <w:r w:rsidRPr="00CA52B4">
        <w:rPr>
          <w:rtl/>
          <w:lang w:bidi="fa-IR"/>
        </w:rPr>
        <w:t>عليه السلام</w:t>
      </w:r>
      <w:r>
        <w:rPr>
          <w:rtl/>
          <w:lang w:bidi="fa-IR"/>
        </w:rPr>
        <w:t>)</w:t>
      </w:r>
      <w:r w:rsidRPr="00CA52B4">
        <w:rPr>
          <w:rtl/>
          <w:lang w:bidi="fa-IR"/>
        </w:rPr>
        <w:t xml:space="preserve"> بعد ما بلغه عنه ما ساءه :</w:t>
      </w:r>
      <w:r>
        <w:rPr>
          <w:rtl/>
          <w:lang w:bidi="fa-IR"/>
        </w:rPr>
        <w:t xml:space="preserve"> ـ </w:t>
      </w:r>
      <w:r w:rsidRPr="00CA52B4">
        <w:rPr>
          <w:rtl/>
          <w:lang w:bidi="fa-IR"/>
        </w:rPr>
        <w:t>أما بعد ، فإنّ صلاح أبيك غرني منك ، وظننت إنّك تتبع هديه وتسلك سبيله ، فإذا أنت فيما رقى إليّ عنك لا تدع لهواك انقيادا ولا تبقى لآخرتك عتادا ، تعمر دنياك بخراب آخرتك ، وتصل عشيرتك بقطع دينك</w:t>
      </w:r>
      <w:r>
        <w:rPr>
          <w:rtl/>
          <w:lang w:bidi="fa-IR"/>
        </w:rPr>
        <w:t xml:space="preserve"> ـ.</w:t>
      </w:r>
    </w:p>
    <w:p w:rsidR="00843DF1" w:rsidRPr="00CA52B4" w:rsidRDefault="00843DF1" w:rsidP="00B10281">
      <w:pPr>
        <w:pStyle w:val="libVar"/>
        <w:rPr>
          <w:rtl/>
          <w:lang w:bidi="fa-IR"/>
        </w:rPr>
      </w:pPr>
      <w:r w:rsidRPr="00CA52B4">
        <w:rPr>
          <w:rtl/>
          <w:lang w:bidi="fa-IR"/>
        </w:rPr>
        <w:t xml:space="preserve">أعلام نهج البلاغة / 48. الأعلام 8 / 226. الإصابة 3 / 480. الإمامة والسياسة 1 / 107. تنقيح المقال 3 / 248. الجمل أو النصرة في حرب البصرة / 172. سفينة البحار 1 / 151 </w:t>
      </w:r>
      <w:r>
        <w:rPr>
          <w:rtl/>
          <w:lang w:bidi="fa-IR"/>
        </w:rPr>
        <w:t>و 2</w:t>
      </w:r>
      <w:r w:rsidRPr="00CA52B4">
        <w:rPr>
          <w:rtl/>
          <w:lang w:bidi="fa-IR"/>
        </w:rPr>
        <w:t xml:space="preserve"> / 582. شرح ابن أبي الحديد 5 / 76 </w:t>
      </w:r>
      <w:r>
        <w:rPr>
          <w:rtl/>
          <w:lang w:bidi="fa-IR"/>
        </w:rPr>
        <w:t>و 6</w:t>
      </w:r>
      <w:r w:rsidRPr="00CA52B4">
        <w:rPr>
          <w:rtl/>
          <w:lang w:bidi="fa-IR"/>
        </w:rPr>
        <w:t xml:space="preserve"> / 284 </w:t>
      </w:r>
      <w:r>
        <w:rPr>
          <w:rtl/>
          <w:lang w:bidi="fa-IR"/>
        </w:rPr>
        <w:t>و 1</w:t>
      </w:r>
      <w:r w:rsidRPr="00CA52B4">
        <w:rPr>
          <w:rtl/>
          <w:lang w:bidi="fa-IR"/>
        </w:rPr>
        <w:t>8 / 54</w:t>
      </w:r>
      <w:r>
        <w:rPr>
          <w:rtl/>
          <w:lang w:bidi="fa-IR"/>
        </w:rPr>
        <w:t xml:space="preserve"> ـ </w:t>
      </w:r>
      <w:r w:rsidRPr="00CA52B4">
        <w:rPr>
          <w:rtl/>
          <w:lang w:bidi="fa-IR"/>
        </w:rPr>
        <w:t>59.</w:t>
      </w:r>
      <w:r>
        <w:rPr>
          <w:rFonts w:hint="cs"/>
          <w:rtl/>
          <w:lang w:bidi="fa-IR"/>
        </w:rPr>
        <w:t xml:space="preserve"> </w:t>
      </w:r>
      <w:r w:rsidRPr="00CA52B4">
        <w:rPr>
          <w:rtl/>
          <w:lang w:bidi="fa-IR"/>
        </w:rPr>
        <w:t xml:space="preserve">الطبقات الكبرى 5 / 561 </w:t>
      </w:r>
      <w:r>
        <w:rPr>
          <w:rtl/>
          <w:lang w:bidi="fa-IR"/>
        </w:rPr>
        <w:t>و 7</w:t>
      </w:r>
      <w:r w:rsidRPr="00CA52B4">
        <w:rPr>
          <w:rtl/>
          <w:lang w:bidi="fa-IR"/>
        </w:rPr>
        <w:t xml:space="preserve"> / 87. العقد الفريد 4 / 107. الغدير 2 / 77 ، 108.</w:t>
      </w:r>
      <w:r>
        <w:rPr>
          <w:rFonts w:hint="cs"/>
          <w:rtl/>
          <w:lang w:bidi="fa-IR"/>
        </w:rPr>
        <w:t xml:space="preserve"> </w:t>
      </w:r>
      <w:r w:rsidRPr="00CA52B4">
        <w:rPr>
          <w:rtl/>
          <w:lang w:bidi="fa-IR"/>
        </w:rPr>
        <w:t>الغارات 2 / 522</w:t>
      </w:r>
      <w:r>
        <w:rPr>
          <w:rtl/>
          <w:lang w:bidi="fa-IR"/>
        </w:rPr>
        <w:t xml:space="preserve"> ـ </w:t>
      </w:r>
      <w:r w:rsidRPr="00CA52B4">
        <w:rPr>
          <w:rtl/>
          <w:lang w:bidi="fa-IR"/>
        </w:rPr>
        <w:t xml:space="preserve">524 ، 897 ، 898. قاموس الرجال 9 / 121. الكامل في التأريخ 3 / 523 </w:t>
      </w:r>
      <w:r>
        <w:rPr>
          <w:rtl/>
          <w:lang w:bidi="fa-IR"/>
        </w:rPr>
        <w:t>و 4</w:t>
      </w:r>
      <w:r w:rsidRPr="00CA52B4">
        <w:rPr>
          <w:rtl/>
          <w:lang w:bidi="fa-IR"/>
        </w:rPr>
        <w:t xml:space="preserve"> / 23 ، 101 ، 342. مروج الذهب 2 / 368. وفيات الأعيان 2 / 538 </w:t>
      </w:r>
      <w:r>
        <w:rPr>
          <w:rtl/>
          <w:lang w:bidi="fa-IR"/>
        </w:rPr>
        <w:t>و 6</w:t>
      </w:r>
      <w:r w:rsidRPr="00CA52B4">
        <w:rPr>
          <w:rtl/>
          <w:lang w:bidi="fa-IR"/>
        </w:rPr>
        <w:t xml:space="preserve"> / 349.</w:t>
      </w:r>
    </w:p>
    <w:p w:rsidR="00843DF1" w:rsidRPr="00CA52B4" w:rsidRDefault="00843DF1" w:rsidP="00EB70B9">
      <w:pPr>
        <w:pStyle w:val="libBold1"/>
        <w:rPr>
          <w:rtl/>
          <w:lang w:bidi="fa-IR"/>
        </w:rPr>
      </w:pPr>
      <w:r w:rsidRPr="00CA52B4">
        <w:rPr>
          <w:rtl/>
        </w:rPr>
        <w:t>1101</w:t>
      </w:r>
      <w:r>
        <w:rPr>
          <w:rtl/>
        </w:rPr>
        <w:t xml:space="preserve"> ـ </w:t>
      </w:r>
      <w:r w:rsidRPr="00CA52B4">
        <w:rPr>
          <w:rtl/>
        </w:rPr>
        <w:t>المنذر بن أبي حميضة الأوزاعي الهمداني الوادعي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فارس همدان ، وشاعرهم ، واشترك في صفّين ، وحين جعل معاوية للعكّ ، والأشعرين الفيء والجوائز وطمع من في قلبه مرض ، من أهل العراق في معاوية ، بلغ ذلك عليا </w:t>
      </w:r>
      <w:r>
        <w:rPr>
          <w:rtl/>
          <w:lang w:bidi="fa-IR"/>
        </w:rPr>
        <w:t>(</w:t>
      </w:r>
      <w:r w:rsidRPr="00CA52B4">
        <w:rPr>
          <w:rtl/>
          <w:lang w:bidi="fa-IR"/>
        </w:rPr>
        <w:t>عليه السلام</w:t>
      </w:r>
      <w:r>
        <w:rPr>
          <w:rtl/>
          <w:lang w:bidi="fa-IR"/>
        </w:rPr>
        <w:t>)</w:t>
      </w:r>
      <w:r w:rsidRPr="00CA52B4">
        <w:rPr>
          <w:rtl/>
          <w:lang w:bidi="fa-IR"/>
        </w:rPr>
        <w:t xml:space="preserve"> فساءه فجاء إليه المنذر ، فقال : يا أمير المؤمنين ، إن عكا ، والأشعريين طلبوا إلى معاوية الفرائض والعقار فأعطاهم ، فباعوا الدّين بالدنيا ، وإنّا رضينا بالآخرة من الدنيا ، وبالعراق من الشام ، وبك من معاوية ، والله لآخرتنا خير من دنياهم ، ولعراقنا خير من شامهم ، ولإمامنا أهدى من إمامهم ، فامتحنا بالصبر ، واحملنا على الموت</w:t>
      </w:r>
      <w:r>
        <w:rPr>
          <w:rtl/>
          <w:lang w:bidi="fa-IR"/>
        </w:rPr>
        <w:t xml:space="preserve"> ..</w:t>
      </w:r>
      <w:r w:rsidRPr="00CA52B4">
        <w:rPr>
          <w:rtl/>
          <w:lang w:bidi="fa-IR"/>
        </w:rPr>
        <w:t>. فقال عليّ : حسبك رحمك الله ، وأثنى</w:t>
      </w:r>
    </w:p>
    <w:p w:rsidR="00843DF1" w:rsidRPr="00CA52B4" w:rsidRDefault="00843DF1" w:rsidP="00B10281">
      <w:pPr>
        <w:pStyle w:val="libNormal0"/>
        <w:rPr>
          <w:rtl/>
          <w:lang w:bidi="fa-IR"/>
        </w:rPr>
      </w:pPr>
      <w:r>
        <w:rPr>
          <w:rtl/>
          <w:lang w:bidi="fa-IR"/>
        </w:rPr>
        <w:br w:type="page"/>
      </w:r>
      <w:r w:rsidRPr="00CA52B4">
        <w:rPr>
          <w:rtl/>
          <w:lang w:bidi="fa-IR"/>
        </w:rPr>
        <w:lastRenderedPageBreak/>
        <w:t>عليه خيرا وعلى قومه. وانتهى خبره إلى معاوية ، فقال : والله لأستميلن بالأموال ثقات عليّ ، حتّى تغلب دنياي آخرته.</w:t>
      </w:r>
    </w:p>
    <w:p w:rsidR="00843DF1" w:rsidRPr="00CA52B4" w:rsidRDefault="00843DF1" w:rsidP="00347E77">
      <w:pPr>
        <w:pStyle w:val="libNormal"/>
        <w:rPr>
          <w:rtl/>
          <w:lang w:bidi="fa-IR"/>
        </w:rPr>
      </w:pPr>
      <w:r w:rsidRPr="00CA52B4">
        <w:rPr>
          <w:rtl/>
          <w:lang w:bidi="fa-IR"/>
        </w:rPr>
        <w:t>ومن شعره قوله في ذلك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إنّ عكا سألوا الفرائض والأش</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عر سألوا جوائزا بثنية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تركوا الدّين للعطاء وللفر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ض فكانوا بذاك شرّ البرية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سألنا حسن الثواب من اللّ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ه وصبرا على الجهاد ونية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فلكل ما سأله ونواه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كلنا يحسب الخلاف خطية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لأهل العراق أحسن في الحر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 إذا ما تدانت السمهريّة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لأهل العراق أحمل للثق</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 إذا عمت العباد بلية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ليس منا من لم يكن لك في الل</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ه وليّا يا ذا الولا والوصية</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الإصابة 3 / 503. أعيان الشيعة 10 / 137. شرح ابن أبي الحديد 8 / 77. وقعة صفّين / 453.</w:t>
      </w:r>
    </w:p>
    <w:p w:rsidR="00843DF1" w:rsidRPr="00CA52B4" w:rsidRDefault="00843DF1" w:rsidP="00EB70B9">
      <w:pPr>
        <w:pStyle w:val="libBold1"/>
        <w:rPr>
          <w:rtl/>
          <w:lang w:bidi="fa-IR"/>
        </w:rPr>
      </w:pPr>
      <w:r w:rsidRPr="00CA52B4">
        <w:rPr>
          <w:rtl/>
        </w:rPr>
        <w:t>1102</w:t>
      </w:r>
      <w:r>
        <w:rPr>
          <w:rtl/>
        </w:rPr>
        <w:t xml:space="preserve"> ـ </w:t>
      </w:r>
      <w:r w:rsidRPr="00CA52B4">
        <w:rPr>
          <w:rtl/>
        </w:rPr>
        <w:t xml:space="preserve">المنذر </w:t>
      </w:r>
      <w:r>
        <w:rPr>
          <w:rtl/>
        </w:rPr>
        <w:t>(</w:t>
      </w:r>
      <w:r w:rsidRPr="00CA52B4">
        <w:rPr>
          <w:rtl/>
        </w:rPr>
        <w:t>أبو نضرة</w:t>
      </w:r>
      <w:r>
        <w:rPr>
          <w:rtl/>
        </w:rPr>
        <w:t>)</w:t>
      </w:r>
      <w:r w:rsidRPr="00CA52B4">
        <w:rPr>
          <w:rtl/>
        </w:rPr>
        <w:t xml:space="preserve"> ابن مالك بن قطعة العبدي البصري العوقي المتوفى 108 ه‍</w:t>
      </w:r>
      <w:r>
        <w:rPr>
          <w:rtl/>
        </w:rPr>
        <w:t>.</w:t>
      </w:r>
    </w:p>
    <w:p w:rsidR="00843DF1" w:rsidRPr="00CA52B4" w:rsidRDefault="00843DF1" w:rsidP="00347E77">
      <w:pPr>
        <w:pStyle w:val="libNormal"/>
        <w:rPr>
          <w:rtl/>
          <w:lang w:bidi="fa-IR"/>
        </w:rPr>
      </w:pPr>
      <w:r w:rsidRPr="00CA52B4">
        <w:rPr>
          <w:rtl/>
          <w:lang w:bidi="fa-IR"/>
        </w:rPr>
        <w:t>محدّث ثقة ، كثير الحديث ، كان من فصحاء الناس ، وفلج في آخر عمره ، مات عام 108 وقيل : 109 ه‍</w:t>
      </w:r>
      <w:r>
        <w:rPr>
          <w:rtl/>
          <w:lang w:bidi="fa-IR"/>
        </w:rPr>
        <w:t>.</w:t>
      </w:r>
      <w:r w:rsidRPr="00CA52B4">
        <w:rPr>
          <w:rtl/>
          <w:lang w:bidi="fa-IR"/>
        </w:rPr>
        <w:t xml:space="preserve"> روى عنه جمع من الرواة. حدث أيضا عن أبي ذر الغفاري ، وعبد الله بن عباس ، وأبي هريرة ، وسمرة بن جندب ، وأنس ، وجابر ، وأسيد بن جابر ، وقيس بن عباد ، وغيرهم.</w:t>
      </w:r>
    </w:p>
    <w:p w:rsidR="00843DF1" w:rsidRPr="00CA52B4" w:rsidRDefault="00843DF1" w:rsidP="00B10281">
      <w:pPr>
        <w:pStyle w:val="libVar"/>
        <w:rPr>
          <w:rtl/>
          <w:lang w:bidi="fa-IR"/>
        </w:rPr>
      </w:pPr>
      <w:r w:rsidRPr="00CA52B4">
        <w:rPr>
          <w:rtl/>
          <w:lang w:bidi="fa-IR"/>
        </w:rPr>
        <w:t>الإصابة 3 / 461. أسد الغابة 4 / 420. البداية والنهاية 9 / 259. تقريب التهذيب 2 / 275. تهذيب التهذيب 10 / 302. تنقيح المقال 3 / 249. الجرح والتعديل 8 / 241. حلية الأولياء 3 / 215. رجال الطوسي / 59. شذرات الذهب 1 / 135.</w:t>
      </w:r>
      <w:r>
        <w:rPr>
          <w:rFonts w:hint="cs"/>
          <w:rtl/>
          <w:lang w:bidi="fa-IR"/>
        </w:rPr>
        <w:t xml:space="preserve"> </w:t>
      </w:r>
      <w:r w:rsidRPr="00CA52B4">
        <w:rPr>
          <w:rtl/>
          <w:lang w:bidi="fa-IR"/>
        </w:rPr>
        <w:t>الطبقات الكبرى 7 / 208. طبقات الحفاظ / 68 ، 76. الكامل في التأريخ 5 / 141.</w:t>
      </w:r>
      <w:r>
        <w:rPr>
          <w:rFonts w:hint="cs"/>
          <w:rtl/>
          <w:lang w:bidi="fa-IR"/>
        </w:rPr>
        <w:t xml:space="preserve"> </w:t>
      </w:r>
      <w:r w:rsidRPr="00CA52B4">
        <w:rPr>
          <w:rtl/>
          <w:lang w:bidi="fa-IR"/>
        </w:rPr>
        <w:t>لسان الميزان 7 / 398. مرآة الجنان 1 / 229. المعارف / 198. معجم رجال الحديث 18 / 338. ميزان الاعتدال 4 / 181. المجروحون من المحدّثين 3 / 309.</w:t>
      </w:r>
    </w:p>
    <w:p w:rsidR="00843DF1" w:rsidRPr="00CA52B4" w:rsidRDefault="00843DF1" w:rsidP="00EB70B9">
      <w:pPr>
        <w:pStyle w:val="libBold1"/>
        <w:rPr>
          <w:rtl/>
          <w:lang w:bidi="fa-IR"/>
        </w:rPr>
      </w:pPr>
      <w:r w:rsidRPr="00CA52B4">
        <w:rPr>
          <w:rtl/>
        </w:rPr>
        <w:t>1103</w:t>
      </w:r>
      <w:r>
        <w:rPr>
          <w:rtl/>
        </w:rPr>
        <w:t xml:space="preserve"> ـ </w:t>
      </w:r>
      <w:r w:rsidRPr="00CA52B4">
        <w:rPr>
          <w:rtl/>
        </w:rPr>
        <w:t>موسى بن باذان</w:t>
      </w:r>
      <w:r>
        <w:rPr>
          <w:rtl/>
        </w:rPr>
        <w:t xml:space="preserve"> ....</w:t>
      </w:r>
    </w:p>
    <w:p w:rsidR="00843DF1" w:rsidRPr="00CA52B4" w:rsidRDefault="00843DF1" w:rsidP="00347E77">
      <w:pPr>
        <w:pStyle w:val="libNormal"/>
        <w:rPr>
          <w:rtl/>
          <w:lang w:bidi="fa-IR"/>
        </w:rPr>
      </w:pPr>
      <w:r w:rsidRPr="00CA52B4">
        <w:rPr>
          <w:rtl/>
          <w:lang w:bidi="fa-IR"/>
        </w:rPr>
        <w:t>من الرواة. ويقال : اسمه مسلم الحجازي. روى عنه عمارة بن</w:t>
      </w:r>
    </w:p>
    <w:p w:rsidR="00843DF1" w:rsidRPr="00CA52B4" w:rsidRDefault="00843DF1" w:rsidP="00B10281">
      <w:pPr>
        <w:pStyle w:val="libNormal0"/>
        <w:rPr>
          <w:rtl/>
          <w:lang w:bidi="fa-IR"/>
        </w:rPr>
      </w:pPr>
      <w:r>
        <w:rPr>
          <w:rtl/>
          <w:lang w:bidi="fa-IR"/>
        </w:rPr>
        <w:br w:type="page"/>
      </w:r>
      <w:r w:rsidRPr="00CA52B4">
        <w:rPr>
          <w:rtl/>
          <w:lang w:bidi="fa-IR"/>
        </w:rPr>
        <w:lastRenderedPageBreak/>
        <w:t>ثوبان. وجاء أنّه أخطأ من أسماه مسلم.</w:t>
      </w:r>
    </w:p>
    <w:p w:rsidR="00843DF1" w:rsidRPr="00CA52B4" w:rsidRDefault="00843DF1" w:rsidP="00B10281">
      <w:pPr>
        <w:pStyle w:val="libVar"/>
        <w:rPr>
          <w:rtl/>
          <w:lang w:bidi="fa-IR"/>
        </w:rPr>
      </w:pPr>
      <w:r w:rsidRPr="00CA52B4">
        <w:rPr>
          <w:rtl/>
          <w:lang w:bidi="fa-IR"/>
        </w:rPr>
        <w:t>الجرح والتعديل 8 / 138. لسان الميزان 7 / 402.</w:t>
      </w:r>
    </w:p>
    <w:p w:rsidR="00843DF1" w:rsidRPr="00CA52B4" w:rsidRDefault="00843DF1" w:rsidP="00EB70B9">
      <w:pPr>
        <w:pStyle w:val="libBold1"/>
        <w:rPr>
          <w:rtl/>
          <w:lang w:bidi="fa-IR"/>
        </w:rPr>
      </w:pPr>
      <w:r w:rsidRPr="00CA52B4">
        <w:rPr>
          <w:rtl/>
        </w:rPr>
        <w:t>1104</w:t>
      </w:r>
      <w:r>
        <w:rPr>
          <w:rtl/>
        </w:rPr>
        <w:t xml:space="preserve"> ـ </w:t>
      </w:r>
      <w:r w:rsidRPr="00CA52B4">
        <w:rPr>
          <w:rtl/>
        </w:rPr>
        <w:t xml:space="preserve">موسى </w:t>
      </w:r>
      <w:r>
        <w:rPr>
          <w:rtl/>
        </w:rPr>
        <w:t>(</w:t>
      </w:r>
      <w:r w:rsidRPr="00CA52B4">
        <w:rPr>
          <w:rtl/>
        </w:rPr>
        <w:t>أبو عيسى</w:t>
      </w:r>
      <w:r>
        <w:rPr>
          <w:rtl/>
        </w:rPr>
        <w:t>)</w:t>
      </w:r>
      <w:r w:rsidRPr="00CA52B4">
        <w:rPr>
          <w:rtl/>
        </w:rPr>
        <w:t xml:space="preserve"> ابن طلحة بن عبيد الله القرشي التيمي الكوفي المتوفى 103 ه‍</w:t>
      </w:r>
      <w:r>
        <w:rPr>
          <w:rtl/>
        </w:rPr>
        <w:t>.</w:t>
      </w:r>
    </w:p>
    <w:p w:rsidR="00843DF1" w:rsidRPr="00CA52B4" w:rsidRDefault="00843DF1" w:rsidP="00347E77">
      <w:pPr>
        <w:pStyle w:val="libNormal"/>
        <w:rPr>
          <w:rtl/>
          <w:lang w:bidi="fa-IR"/>
        </w:rPr>
      </w:pPr>
      <w:r w:rsidRPr="00CA52B4">
        <w:rPr>
          <w:rtl/>
          <w:lang w:bidi="fa-IR"/>
        </w:rPr>
        <w:t>محدّث. روى عنه أبو إسحاق الهمداني. وسماك بن حرب.</w:t>
      </w:r>
      <w:r>
        <w:rPr>
          <w:rFonts w:hint="cs"/>
          <w:rtl/>
          <w:lang w:bidi="fa-IR"/>
        </w:rPr>
        <w:t xml:space="preserve"> </w:t>
      </w:r>
      <w:r w:rsidRPr="00CA52B4">
        <w:rPr>
          <w:rtl/>
          <w:lang w:bidi="fa-IR"/>
        </w:rPr>
        <w:t>وطلحة بن يحيى. وعثمان بن عبد الله بن موهب. وعمرو بن عثمان.</w:t>
      </w:r>
      <w:r>
        <w:rPr>
          <w:rFonts w:hint="cs"/>
          <w:rtl/>
          <w:lang w:bidi="fa-IR"/>
        </w:rPr>
        <w:t xml:space="preserve"> </w:t>
      </w:r>
      <w:r w:rsidRPr="00CA52B4">
        <w:rPr>
          <w:rtl/>
          <w:lang w:bidi="fa-IR"/>
        </w:rPr>
        <w:t>يقال : إنّه أفضل ولد طلحة بعد محمد. مات سنة 103 ، 104 ه‍ ، وأعقب : عمران. وكانت أمه خولة بنت القعقاع بن سعيد بن زرارة. وكان ثقة كثير الحديث ، وكان من وجوه آل طلحة ، وتابعيا ثقة صالحا سكن الكوفة.</w:t>
      </w:r>
    </w:p>
    <w:p w:rsidR="00843DF1" w:rsidRPr="00CA52B4" w:rsidRDefault="00843DF1" w:rsidP="00B10281">
      <w:pPr>
        <w:pStyle w:val="libVar"/>
        <w:rPr>
          <w:rtl/>
          <w:lang w:bidi="fa-IR"/>
        </w:rPr>
      </w:pPr>
      <w:r w:rsidRPr="00CA52B4">
        <w:rPr>
          <w:rtl/>
          <w:lang w:bidi="fa-IR"/>
        </w:rPr>
        <w:t>الإصابة 3 / 481. الأعلام 8 / 273. بهجة الآمال 7 / 112. تهذيب التهذيب 10 / 350. الجرح والتعديل 8 / 147. جمهرة أنساب العرب / 137. حلية الأولياء 4 / 371. شذرات الذهب 1 / 125. طبقات الحفاظ / 31. العقد الفريد 7 / 103.</w:t>
      </w:r>
      <w:r>
        <w:rPr>
          <w:rFonts w:hint="cs"/>
          <w:rtl/>
          <w:lang w:bidi="fa-IR"/>
        </w:rPr>
        <w:t xml:space="preserve"> </w:t>
      </w:r>
      <w:r w:rsidRPr="00CA52B4">
        <w:rPr>
          <w:rtl/>
          <w:lang w:bidi="fa-IR"/>
        </w:rPr>
        <w:t xml:space="preserve">الغدير 6 / 131 </w:t>
      </w:r>
      <w:r>
        <w:rPr>
          <w:rtl/>
          <w:lang w:bidi="fa-IR"/>
        </w:rPr>
        <w:t>و 8</w:t>
      </w:r>
      <w:r w:rsidRPr="00CA52B4">
        <w:rPr>
          <w:rtl/>
          <w:lang w:bidi="fa-IR"/>
        </w:rPr>
        <w:t xml:space="preserve"> / 164 </w:t>
      </w:r>
      <w:r>
        <w:rPr>
          <w:rtl/>
          <w:lang w:bidi="fa-IR"/>
        </w:rPr>
        <w:t>و 9</w:t>
      </w:r>
      <w:r w:rsidRPr="00CA52B4">
        <w:rPr>
          <w:rtl/>
          <w:lang w:bidi="fa-IR"/>
        </w:rPr>
        <w:t xml:space="preserve"> / 99 </w:t>
      </w:r>
      <w:r>
        <w:rPr>
          <w:rtl/>
          <w:lang w:bidi="fa-IR"/>
        </w:rPr>
        <w:t>و 1</w:t>
      </w:r>
      <w:r w:rsidRPr="00CA52B4">
        <w:rPr>
          <w:rtl/>
          <w:lang w:bidi="fa-IR"/>
        </w:rPr>
        <w:t xml:space="preserve">0 / 42. قاموس الرجال 9 / 147. الكامل في التأريخ 3 / 483 </w:t>
      </w:r>
      <w:r>
        <w:rPr>
          <w:rtl/>
          <w:lang w:bidi="fa-IR"/>
        </w:rPr>
        <w:t>و 5</w:t>
      </w:r>
      <w:r w:rsidRPr="00CA52B4">
        <w:rPr>
          <w:rtl/>
          <w:lang w:bidi="fa-IR"/>
        </w:rPr>
        <w:t xml:space="preserve"> / 117. مجمع الرجال 6 / 157. مرآة الجنان 1 / 214. منتهى المقال / 316. نقد الرجال / 357. النهاية في غريب الحديث 1 / 302 ، 405.</w:t>
      </w:r>
    </w:p>
    <w:p w:rsidR="00843DF1" w:rsidRPr="00CA52B4" w:rsidRDefault="00843DF1" w:rsidP="00EB70B9">
      <w:pPr>
        <w:pStyle w:val="libBold1"/>
        <w:rPr>
          <w:rtl/>
          <w:lang w:bidi="fa-IR"/>
        </w:rPr>
      </w:pPr>
      <w:r w:rsidRPr="00CA52B4">
        <w:rPr>
          <w:rtl/>
        </w:rPr>
        <w:t>1105</w:t>
      </w:r>
      <w:r>
        <w:rPr>
          <w:rtl/>
        </w:rPr>
        <w:t xml:space="preserve"> ـ </w:t>
      </w:r>
      <w:r w:rsidRPr="00CA52B4">
        <w:rPr>
          <w:rtl/>
        </w:rPr>
        <w:t>المهاجر بن خالد بن الوليد بن المغيرة القرشي المخزومي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فرسان شعراء قريش وشجعانهم ، شهد الجمل ، وصفّين ، وكان أخوه عبد الرحمن مع معاوية. ولما أراد معاوية البيعة ليزيد ، خطب أهل الشام وقال لهم : يا أهل الشام إنّه قد كبرت سنّي ، وقرب أجلي ، وقد أردت أن أعقد لرجل يكون نظاما لكم ، وإنّما أنا رجل منكم ، فروا رأيكم فاصعقوا واجتمعوا ، قالوا : رضينا عبد الرحمن بن خالد ، فشق ذلك على معاوية وأسرها في نفسه ، ثم إنّ عبد الرحمن ، مرض فأمر معاوية طبيبا عنده يهوديا ، وكان عنده مكينا أن يأتيه فيسقيه سقية يقتله بها ، فأتاه فسقاه فانخرق بطنه ومات ، ثم دخل أخوه المهاجر دمشق مستخفيا هو وغلام له ، فرصدا</w:t>
      </w:r>
    </w:p>
    <w:p w:rsidR="00843DF1" w:rsidRPr="00CA52B4" w:rsidRDefault="00843DF1" w:rsidP="00B10281">
      <w:pPr>
        <w:pStyle w:val="libNormal0"/>
        <w:rPr>
          <w:rtl/>
          <w:lang w:bidi="fa-IR"/>
        </w:rPr>
      </w:pPr>
      <w:r>
        <w:rPr>
          <w:rtl/>
          <w:lang w:bidi="fa-IR"/>
        </w:rPr>
        <w:br w:type="page"/>
      </w:r>
      <w:r w:rsidRPr="00CA52B4">
        <w:rPr>
          <w:rtl/>
          <w:lang w:bidi="fa-IR"/>
        </w:rPr>
        <w:lastRenderedPageBreak/>
        <w:t>ذلك اليهودي ، فخرج ليلا من عند معاوية فهجم عليه فقتله المهاجر وهربوا عنه.</w:t>
      </w:r>
    </w:p>
    <w:p w:rsidR="00843DF1" w:rsidRPr="00CA52B4" w:rsidRDefault="00843DF1" w:rsidP="00347E77">
      <w:pPr>
        <w:pStyle w:val="libNormal"/>
        <w:rPr>
          <w:rtl/>
          <w:lang w:bidi="fa-IR"/>
        </w:rPr>
      </w:pPr>
      <w:r w:rsidRPr="00CA52B4">
        <w:rPr>
          <w:rtl/>
          <w:lang w:bidi="fa-IR"/>
        </w:rPr>
        <w:t xml:space="preserve">وكان المهاجر في يوم الجمل مع عليّ </w:t>
      </w:r>
      <w:r>
        <w:rPr>
          <w:rtl/>
          <w:lang w:bidi="fa-IR"/>
        </w:rPr>
        <w:t>(</w:t>
      </w:r>
      <w:r w:rsidRPr="00CA52B4">
        <w:rPr>
          <w:rtl/>
          <w:lang w:bidi="fa-IR"/>
        </w:rPr>
        <w:t>عليه السلام</w:t>
      </w:r>
      <w:r>
        <w:rPr>
          <w:rtl/>
          <w:lang w:bidi="fa-IR"/>
        </w:rPr>
        <w:t>)</w:t>
      </w:r>
      <w:r w:rsidRPr="00CA52B4">
        <w:rPr>
          <w:rtl/>
          <w:lang w:bidi="fa-IR"/>
        </w:rPr>
        <w:t xml:space="preserve"> ، وفقئت ذلك اليوم عينه ، وهو مع هذه الحالة كان علوي الرأي جدا. وأخوه كان على خلافه.</w:t>
      </w:r>
    </w:p>
    <w:p w:rsidR="00843DF1" w:rsidRPr="00CA52B4" w:rsidRDefault="00843DF1" w:rsidP="00B10281">
      <w:pPr>
        <w:pStyle w:val="libVar"/>
        <w:rPr>
          <w:rtl/>
          <w:lang w:bidi="fa-IR"/>
        </w:rPr>
      </w:pPr>
      <w:r w:rsidRPr="00CA52B4">
        <w:rPr>
          <w:rtl/>
          <w:lang w:bidi="fa-IR"/>
        </w:rPr>
        <w:t xml:space="preserve">الاستيعاب 2 / 408 وج 3 / 436. أسد الغابة 4 / 423. الإصابة 3 / 480. أعيان الشيعة 10 / 142. أنساب الأشراف 3 / 270. تنقيح المقال 3 / 260. جمهرة أنساب العرب / 147. شذرات الذهب 1 / 55. شرح ابن أبي الحديد 11 / 69. الغدير 7 / 147 </w:t>
      </w:r>
      <w:r>
        <w:rPr>
          <w:rtl/>
          <w:lang w:bidi="fa-IR"/>
        </w:rPr>
        <w:t>و 9</w:t>
      </w:r>
      <w:r w:rsidRPr="00CA52B4">
        <w:rPr>
          <w:rtl/>
          <w:lang w:bidi="fa-IR"/>
        </w:rPr>
        <w:t xml:space="preserve"> / 368 </w:t>
      </w:r>
      <w:r>
        <w:rPr>
          <w:rtl/>
          <w:lang w:bidi="fa-IR"/>
        </w:rPr>
        <w:t>و 1</w:t>
      </w:r>
      <w:r w:rsidRPr="00CA52B4">
        <w:rPr>
          <w:rtl/>
          <w:lang w:bidi="fa-IR"/>
        </w:rPr>
        <w:t>0 / 233. قاموس الرجال 9 / 160.</w:t>
      </w:r>
    </w:p>
    <w:p w:rsidR="00843DF1" w:rsidRPr="00CA52B4" w:rsidRDefault="00843DF1" w:rsidP="00EB70B9">
      <w:pPr>
        <w:pStyle w:val="libBold1"/>
        <w:rPr>
          <w:rtl/>
          <w:lang w:bidi="fa-IR"/>
        </w:rPr>
      </w:pPr>
      <w:r w:rsidRPr="00CA52B4">
        <w:rPr>
          <w:rtl/>
        </w:rPr>
        <w:t>1106</w:t>
      </w:r>
      <w:r>
        <w:rPr>
          <w:rtl/>
        </w:rPr>
        <w:t xml:space="preserve"> ـ </w:t>
      </w:r>
      <w:r w:rsidRPr="00CA52B4">
        <w:rPr>
          <w:rtl/>
        </w:rPr>
        <w:t>مهاجر بن عميرة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عدي بن ثابت الأنصاري الكوفي ، المتوفى سنة ست عشرة ومائة </w:t>
      </w:r>
      <w:r>
        <w:rPr>
          <w:rtl/>
          <w:lang w:bidi="fa-IR"/>
        </w:rPr>
        <w:t>(</w:t>
      </w:r>
      <w:r w:rsidRPr="00CA52B4">
        <w:rPr>
          <w:rtl/>
          <w:lang w:bidi="fa-IR"/>
        </w:rPr>
        <w:t>116 ه‍</w:t>
      </w:r>
      <w:r>
        <w:rPr>
          <w:rtl/>
          <w:lang w:bidi="fa-IR"/>
        </w:rPr>
        <w:t>)</w:t>
      </w:r>
      <w:r w:rsidRPr="00CA52B4">
        <w:rPr>
          <w:rtl/>
          <w:lang w:bidi="fa-IR"/>
        </w:rPr>
        <w:t xml:space="preserve"> في ولاية خالد على العراق. وكان عدي محدثا صدوقا وإمام مسجد الشيعة في الكوفة وقاصهم. ذكره ابن حبان في الثقات. واجمعت كلمة أئمة الحديث على صدقه ووثاقته ، غير أن أحمد قال بعد قوله : ثقة ، إلا أنه كان يتشيع.</w:t>
      </w:r>
    </w:p>
    <w:p w:rsidR="00843DF1" w:rsidRPr="00CA52B4" w:rsidRDefault="00843DF1" w:rsidP="00B10281">
      <w:pPr>
        <w:pStyle w:val="libVar"/>
        <w:rPr>
          <w:rtl/>
          <w:lang w:bidi="fa-IR"/>
        </w:rPr>
      </w:pPr>
      <w:r w:rsidRPr="00CA52B4">
        <w:rPr>
          <w:rtl/>
          <w:lang w:bidi="fa-IR"/>
        </w:rPr>
        <w:t>تهذيب التهذيب 7 / 165. الجرح والتعديل 8 / 261.</w:t>
      </w:r>
    </w:p>
    <w:p w:rsidR="00843DF1" w:rsidRPr="00CA52B4" w:rsidRDefault="00843DF1" w:rsidP="00EB70B9">
      <w:pPr>
        <w:pStyle w:val="libBold1"/>
        <w:rPr>
          <w:rtl/>
          <w:lang w:bidi="fa-IR"/>
        </w:rPr>
      </w:pPr>
      <w:r w:rsidRPr="00CA52B4">
        <w:rPr>
          <w:rtl/>
        </w:rPr>
        <w:t>1107</w:t>
      </w:r>
      <w:r>
        <w:rPr>
          <w:rtl/>
        </w:rPr>
        <w:t xml:space="preserve"> ـ </w:t>
      </w:r>
      <w:r w:rsidRPr="00CA52B4">
        <w:rPr>
          <w:rtl/>
        </w:rPr>
        <w:t>مهران</w:t>
      </w:r>
      <w:r>
        <w:rPr>
          <w:rtl/>
        </w:rPr>
        <w:t xml:space="preserve"> ....</w:t>
      </w:r>
      <w:r w:rsidRPr="00CA52B4">
        <w:rPr>
          <w:rtl/>
        </w:rPr>
        <w:t xml:space="preserve"> مولى يزيد بن هانئ السبيعي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مقاتل اشترك مع مولاه في حرب أهل الشام ، قال : والله إنّ مولاي ليقاتل على الماء ، وإنّ القربة لفي يدي فلما انكشف أهل الشام عن الماء شددت حتّى أستقي ، وإنّي فيما بين ذلك لأرمي وأقاتل.</w:t>
      </w:r>
    </w:p>
    <w:p w:rsidR="00843DF1" w:rsidRPr="00CA52B4" w:rsidRDefault="00843DF1" w:rsidP="00B10281">
      <w:pPr>
        <w:pStyle w:val="libVar"/>
        <w:rPr>
          <w:rtl/>
          <w:lang w:bidi="fa-IR"/>
        </w:rPr>
      </w:pPr>
      <w:r w:rsidRPr="00CA52B4">
        <w:rPr>
          <w:rtl/>
          <w:lang w:bidi="fa-IR"/>
        </w:rPr>
        <w:t>وقعة صفّين / 184.</w:t>
      </w:r>
    </w:p>
    <w:p w:rsidR="00843DF1" w:rsidRPr="00CA52B4" w:rsidRDefault="00843DF1" w:rsidP="00EB70B9">
      <w:pPr>
        <w:pStyle w:val="libBold1"/>
        <w:rPr>
          <w:rtl/>
          <w:lang w:bidi="fa-IR"/>
        </w:rPr>
      </w:pPr>
      <w:r w:rsidRPr="00CA52B4">
        <w:rPr>
          <w:rtl/>
        </w:rPr>
        <w:t>1108</w:t>
      </w:r>
      <w:r>
        <w:rPr>
          <w:rtl/>
        </w:rPr>
        <w:t xml:space="preserve"> ـ </w:t>
      </w:r>
      <w:r w:rsidRPr="00CA52B4">
        <w:rPr>
          <w:rtl/>
        </w:rPr>
        <w:t>المهري</w:t>
      </w:r>
      <w:r>
        <w:rPr>
          <w:rtl/>
        </w:rPr>
        <w:t xml:space="preserve"> ..</w:t>
      </w:r>
      <w:r w:rsidRPr="00CA52B4">
        <w:rPr>
          <w:rtl/>
        </w:rPr>
        <w:t>. مولى عثمان بن عفان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صالح خيّر. بايع أمير المؤمنين </w:t>
      </w:r>
      <w:r>
        <w:rPr>
          <w:rtl/>
          <w:lang w:bidi="fa-IR"/>
        </w:rPr>
        <w:t>(</w:t>
      </w:r>
      <w:r w:rsidRPr="00CA52B4">
        <w:rPr>
          <w:rtl/>
          <w:lang w:bidi="fa-IR"/>
        </w:rPr>
        <w:t>عليه السلام</w:t>
      </w:r>
      <w:r>
        <w:rPr>
          <w:rtl/>
          <w:lang w:bidi="fa-IR"/>
        </w:rPr>
        <w:t>)</w:t>
      </w:r>
      <w:r w:rsidRPr="00CA52B4">
        <w:rPr>
          <w:rtl/>
          <w:lang w:bidi="fa-IR"/>
        </w:rPr>
        <w:t xml:space="preserve"> على البراءة من الأولين في مجلس كان فيه محمد بن أبي بكر. وفي بعض المراجع : المهدي.</w:t>
      </w:r>
      <w:r>
        <w:rPr>
          <w:rFonts w:hint="cs"/>
          <w:rtl/>
          <w:lang w:bidi="fa-IR"/>
        </w:rPr>
        <w:t xml:space="preserve"> </w:t>
      </w:r>
      <w:r w:rsidRPr="00CA52B4">
        <w:rPr>
          <w:rtl/>
          <w:lang w:bidi="fa-IR"/>
        </w:rPr>
        <w:t xml:space="preserve">وجاء أنّ المهري مولى عثمان أتى فبايع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Normal0"/>
        <w:rPr>
          <w:rtl/>
          <w:lang w:bidi="fa-IR"/>
        </w:rPr>
      </w:pPr>
      <w:r>
        <w:rPr>
          <w:rtl/>
          <w:lang w:bidi="fa-IR"/>
        </w:rPr>
        <w:br w:type="page"/>
      </w:r>
      <w:r w:rsidRPr="00CA52B4">
        <w:rPr>
          <w:rtl/>
          <w:lang w:bidi="fa-IR"/>
        </w:rPr>
        <w:lastRenderedPageBreak/>
        <w:t>ومحمد بن أبي بكر جالس ، وقال : أبايعك على أنّ الأمر كان لك أولا ، وأبرأ من فلان وفلان ، فبايعه.</w:t>
      </w:r>
    </w:p>
    <w:p w:rsidR="00843DF1" w:rsidRPr="00CA52B4" w:rsidRDefault="00843DF1" w:rsidP="00B10281">
      <w:pPr>
        <w:pStyle w:val="libVar"/>
        <w:rPr>
          <w:rtl/>
          <w:lang w:bidi="fa-IR"/>
        </w:rPr>
      </w:pPr>
      <w:r w:rsidRPr="00CA52B4">
        <w:rPr>
          <w:rtl/>
          <w:lang w:bidi="fa-IR"/>
        </w:rPr>
        <w:t>تنقيح المقال 3 / 261. جامع الرواة 2 / 282. خلاصة الأقوال / 170 وفيه :</w:t>
      </w:r>
      <w:r>
        <w:rPr>
          <w:rFonts w:hint="cs"/>
          <w:rtl/>
          <w:lang w:bidi="fa-IR"/>
        </w:rPr>
        <w:t xml:space="preserve"> </w:t>
      </w:r>
      <w:r w:rsidRPr="00CA52B4">
        <w:rPr>
          <w:rtl/>
          <w:lang w:bidi="fa-IR"/>
        </w:rPr>
        <w:t>المهدي. رجال ابن داود / 194. رجال الشيخ الطوسي / 60. رجال الكشي / 104.</w:t>
      </w:r>
      <w:r>
        <w:rPr>
          <w:rFonts w:hint="cs"/>
          <w:rtl/>
          <w:lang w:bidi="fa-IR"/>
        </w:rPr>
        <w:t xml:space="preserve"> </w:t>
      </w:r>
      <w:r w:rsidRPr="00CA52B4">
        <w:rPr>
          <w:rtl/>
          <w:lang w:bidi="fa-IR"/>
        </w:rPr>
        <w:t>قاموس الرجال 9 / 161. مجمع الرجال 6 / 162. معجم رجال الحديث 19 / 85.</w:t>
      </w:r>
      <w:r>
        <w:rPr>
          <w:rFonts w:hint="cs"/>
          <w:rtl/>
          <w:lang w:bidi="fa-IR"/>
        </w:rPr>
        <w:t xml:space="preserve"> </w:t>
      </w:r>
      <w:r w:rsidRPr="00CA52B4">
        <w:rPr>
          <w:rtl/>
          <w:lang w:bidi="fa-IR"/>
        </w:rPr>
        <w:t>منتهى المقال / 317. مجالس المؤمنين 1 / 321. نقد الرجال / 359.</w:t>
      </w:r>
    </w:p>
    <w:p w:rsidR="00843DF1" w:rsidRPr="00CA52B4" w:rsidRDefault="00843DF1" w:rsidP="00EB70B9">
      <w:pPr>
        <w:pStyle w:val="libBold1"/>
        <w:rPr>
          <w:rtl/>
          <w:lang w:bidi="fa-IR"/>
        </w:rPr>
      </w:pPr>
      <w:r w:rsidRPr="00CA52B4">
        <w:rPr>
          <w:rtl/>
        </w:rPr>
        <w:t>1109</w:t>
      </w:r>
      <w:r>
        <w:rPr>
          <w:rtl/>
        </w:rPr>
        <w:t xml:space="preserve"> ـ </w:t>
      </w:r>
      <w:r w:rsidRPr="00CA52B4">
        <w:rPr>
          <w:rtl/>
        </w:rPr>
        <w:t>مهران بن عبد الله</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تابعي ، محدّث نزل المدائن ، وأخذ عنه </w:t>
      </w:r>
      <w:r>
        <w:rPr>
          <w:rtl/>
          <w:lang w:bidi="fa-IR"/>
        </w:rPr>
        <w:t>(</w:t>
      </w:r>
      <w:r w:rsidRPr="00CA52B4">
        <w:rPr>
          <w:rtl/>
          <w:lang w:bidi="fa-IR"/>
        </w:rPr>
        <w:t>عليه السلام</w:t>
      </w:r>
      <w:r>
        <w:rPr>
          <w:rtl/>
          <w:lang w:bidi="fa-IR"/>
        </w:rPr>
        <w:t>)</w:t>
      </w:r>
      <w:r w:rsidRPr="00CA52B4">
        <w:rPr>
          <w:rtl/>
          <w:lang w:bidi="fa-IR"/>
        </w:rPr>
        <w:t xml:space="preserve"> ، وروى عنه مكرم بن حكيم وغيره. قال : لقيت عليّ بن أبي طالب ، وهو مقبل من قصر المدائن وحوله المهاجرون ، حتّى بلغ قنطرة دنّ ، فتوزر على صدره من عظم بدنه ، وقد وقع بدنه على إزاره ، ضخم البطن ، ذو عضلات ومناكب ، أصلع أجلح قد خرج الشعر من أذنيه ، وأنا أمشي بجنباته وهو يريد أسبانبر.</w:t>
      </w:r>
    </w:p>
    <w:p w:rsidR="00843DF1" w:rsidRPr="00CA52B4" w:rsidRDefault="00843DF1" w:rsidP="00B10281">
      <w:pPr>
        <w:pStyle w:val="libVar"/>
        <w:rPr>
          <w:rtl/>
          <w:lang w:bidi="fa-IR"/>
        </w:rPr>
      </w:pPr>
      <w:r w:rsidRPr="00CA52B4">
        <w:rPr>
          <w:rtl/>
          <w:lang w:bidi="fa-IR"/>
        </w:rPr>
        <w:t>تاريخ بغداد 13 / 235.</w:t>
      </w:r>
    </w:p>
    <w:p w:rsidR="00843DF1" w:rsidRPr="00CA52B4" w:rsidRDefault="00843DF1" w:rsidP="00EB70B9">
      <w:pPr>
        <w:pStyle w:val="libBold1"/>
        <w:rPr>
          <w:rtl/>
          <w:lang w:bidi="fa-IR"/>
        </w:rPr>
      </w:pPr>
      <w:r w:rsidRPr="00CA52B4">
        <w:rPr>
          <w:rtl/>
        </w:rPr>
        <w:t>1110</w:t>
      </w:r>
      <w:r>
        <w:rPr>
          <w:rtl/>
        </w:rPr>
        <w:t xml:space="preserve"> ـ </w:t>
      </w:r>
      <w:r w:rsidRPr="00CA52B4">
        <w:rPr>
          <w:rtl/>
        </w:rPr>
        <w:t xml:space="preserve">ميثم بن يحيى </w:t>
      </w:r>
      <w:r>
        <w:rPr>
          <w:rtl/>
        </w:rPr>
        <w:t>(</w:t>
      </w:r>
      <w:r w:rsidRPr="00CA52B4">
        <w:rPr>
          <w:rtl/>
        </w:rPr>
        <w:t>عبد الله</w:t>
      </w:r>
      <w:r>
        <w:rPr>
          <w:rtl/>
        </w:rPr>
        <w:t>)</w:t>
      </w:r>
      <w:r w:rsidRPr="00CA52B4">
        <w:rPr>
          <w:rtl/>
        </w:rPr>
        <w:t xml:space="preserve"> التمار الشهيد 60 ه‍</w:t>
      </w:r>
      <w:r>
        <w:rPr>
          <w:rtl/>
        </w:rPr>
        <w:t>.</w:t>
      </w:r>
    </w:p>
    <w:p w:rsidR="00843DF1" w:rsidRPr="00CA52B4" w:rsidRDefault="00843DF1" w:rsidP="00347E77">
      <w:pPr>
        <w:pStyle w:val="libNormal"/>
        <w:rPr>
          <w:rtl/>
          <w:lang w:bidi="fa-IR"/>
        </w:rPr>
      </w:pPr>
      <w:r w:rsidRPr="00CA52B4">
        <w:rPr>
          <w:rtl/>
          <w:lang w:bidi="fa-IR"/>
        </w:rPr>
        <w:t xml:space="preserve">كان خطيب الشيعة بالكوفة ، ومتكلمها ، ومن أعاظم الشهداء في التشيع ، أخذ العلم عن عليّ </w:t>
      </w:r>
      <w:r>
        <w:rPr>
          <w:rtl/>
          <w:lang w:bidi="fa-IR"/>
        </w:rPr>
        <w:t>(</w:t>
      </w:r>
      <w:r w:rsidRPr="00CA52B4">
        <w:rPr>
          <w:rtl/>
          <w:lang w:bidi="fa-IR"/>
        </w:rPr>
        <w:t>عليه السلام</w:t>
      </w:r>
      <w:r>
        <w:rPr>
          <w:rtl/>
          <w:lang w:bidi="fa-IR"/>
        </w:rPr>
        <w:t>)</w:t>
      </w:r>
      <w:r w:rsidRPr="00CA52B4">
        <w:rPr>
          <w:rtl/>
          <w:lang w:bidi="fa-IR"/>
        </w:rPr>
        <w:t xml:space="preserve"> وكان من أهل الأسرار من أصحابه </w:t>
      </w:r>
      <w:r>
        <w:rPr>
          <w:rtl/>
          <w:lang w:bidi="fa-IR"/>
        </w:rPr>
        <w:t>(</w:t>
      </w:r>
      <w:r w:rsidRPr="00CA52B4">
        <w:rPr>
          <w:rtl/>
          <w:lang w:bidi="fa-IR"/>
        </w:rPr>
        <w:t>عليه السلام</w:t>
      </w:r>
      <w:r>
        <w:rPr>
          <w:rtl/>
          <w:lang w:bidi="fa-IR"/>
        </w:rPr>
        <w:t>)</w:t>
      </w:r>
      <w:r w:rsidRPr="00CA52B4">
        <w:rPr>
          <w:rtl/>
          <w:lang w:bidi="fa-IR"/>
        </w:rPr>
        <w:t xml:space="preserve"> ، ومن أهل المكاشفات والكرامات. له كتاب في الأحاديث. سجن في الكوفة حين استشهد مسلم بن عقيل فيها. وصلبه عبيد الله بن زياد على جذع نخلة في داره سنة 60 ه‍</w:t>
      </w:r>
      <w:r>
        <w:rPr>
          <w:rtl/>
          <w:lang w:bidi="fa-IR"/>
        </w:rPr>
        <w:t>.</w:t>
      </w:r>
      <w:r w:rsidRPr="00CA52B4">
        <w:rPr>
          <w:rtl/>
          <w:lang w:bidi="fa-IR"/>
        </w:rPr>
        <w:t xml:space="preserve"> ودفن في داره ، ولم تزل داره من المراقد المعروفة التي تزار في الكوفة. وللشيخ محمد حسين المظفر دراسة خاصة عن حياته طبعت في النجف الأشرف.</w:t>
      </w:r>
    </w:p>
    <w:p w:rsidR="00843DF1" w:rsidRPr="00CA52B4" w:rsidRDefault="00843DF1" w:rsidP="00B10281">
      <w:pPr>
        <w:pStyle w:val="libVar"/>
        <w:rPr>
          <w:rtl/>
          <w:lang w:bidi="fa-IR"/>
        </w:rPr>
      </w:pPr>
      <w:r w:rsidRPr="00CA52B4">
        <w:rPr>
          <w:rtl/>
          <w:lang w:bidi="fa-IR"/>
        </w:rPr>
        <w:t>الإصابة 3 / 504. أعيان الشيعة 10 / 198. الأعلام 8 / 294.</w:t>
      </w:r>
      <w:r>
        <w:rPr>
          <w:rFonts w:hint="cs"/>
          <w:rtl/>
          <w:lang w:bidi="fa-IR"/>
        </w:rPr>
        <w:t xml:space="preserve"> </w:t>
      </w:r>
      <w:r w:rsidRPr="00CA52B4">
        <w:rPr>
          <w:rtl/>
          <w:lang w:bidi="fa-IR"/>
        </w:rPr>
        <w:t xml:space="preserve">الأنساب / 1092. بهجة الآمال 2 / 26 </w:t>
      </w:r>
      <w:r>
        <w:rPr>
          <w:rtl/>
          <w:lang w:bidi="fa-IR"/>
        </w:rPr>
        <w:t>و 7</w:t>
      </w:r>
      <w:r w:rsidRPr="00CA52B4">
        <w:rPr>
          <w:rtl/>
          <w:lang w:bidi="fa-IR"/>
        </w:rPr>
        <w:t xml:space="preserve"> / 123. تأسيس الشيعة / 283 ، 355.</w:t>
      </w:r>
      <w:r>
        <w:rPr>
          <w:rFonts w:hint="cs"/>
          <w:rtl/>
          <w:lang w:bidi="fa-IR"/>
        </w:rPr>
        <w:t xml:space="preserve"> </w:t>
      </w:r>
      <w:r w:rsidRPr="00CA52B4">
        <w:rPr>
          <w:rtl/>
          <w:lang w:bidi="fa-IR"/>
        </w:rPr>
        <w:t>تحفة الأحباب / 382. تنقيح المقال 3 / 262. تهذيب المقال 3 / 206. جامع الرواة 2 / 284. رجال ابن داود / 194. رجال الطوسي / 58. رجال الكشي / 79. رجال</w:t>
      </w:r>
    </w:p>
    <w:p w:rsidR="00843DF1" w:rsidRPr="00CA52B4" w:rsidRDefault="00843DF1" w:rsidP="00B10281">
      <w:pPr>
        <w:pStyle w:val="libVar0"/>
        <w:rPr>
          <w:rtl/>
          <w:lang w:bidi="fa-IR"/>
        </w:rPr>
      </w:pPr>
      <w:r>
        <w:rPr>
          <w:rtl/>
          <w:lang w:bidi="fa-IR"/>
        </w:rPr>
        <w:br w:type="page"/>
      </w:r>
      <w:r w:rsidRPr="00CA52B4">
        <w:rPr>
          <w:rtl/>
          <w:lang w:bidi="fa-IR"/>
        </w:rPr>
        <w:lastRenderedPageBreak/>
        <w:t>البرقي / 4. سفينة البحار 2 / 524. شرح ابن أبي الحديد 2 / 291</w:t>
      </w:r>
      <w:r>
        <w:rPr>
          <w:rtl/>
          <w:lang w:bidi="fa-IR"/>
        </w:rPr>
        <w:t xml:space="preserve"> ـ </w:t>
      </w:r>
      <w:r w:rsidRPr="00CA52B4">
        <w:rPr>
          <w:rtl/>
          <w:lang w:bidi="fa-IR"/>
        </w:rPr>
        <w:t xml:space="preserve">294 </w:t>
      </w:r>
      <w:r>
        <w:rPr>
          <w:rtl/>
          <w:lang w:bidi="fa-IR"/>
        </w:rPr>
        <w:t>و 7</w:t>
      </w:r>
      <w:r w:rsidRPr="00CA52B4">
        <w:rPr>
          <w:rtl/>
          <w:lang w:bidi="fa-IR"/>
        </w:rPr>
        <w:t xml:space="preserve"> / 166.</w:t>
      </w:r>
      <w:r>
        <w:rPr>
          <w:rFonts w:hint="cs"/>
          <w:rtl/>
          <w:lang w:bidi="fa-IR"/>
        </w:rPr>
        <w:t xml:space="preserve"> </w:t>
      </w:r>
      <w:r w:rsidRPr="00CA52B4">
        <w:rPr>
          <w:rtl/>
          <w:lang w:bidi="fa-IR"/>
        </w:rPr>
        <w:t xml:space="preserve">الغارات 1 / 62 </w:t>
      </w:r>
      <w:r>
        <w:rPr>
          <w:rtl/>
          <w:lang w:bidi="fa-IR"/>
        </w:rPr>
        <w:t>و 2</w:t>
      </w:r>
      <w:r w:rsidRPr="00CA52B4">
        <w:rPr>
          <w:rtl/>
          <w:lang w:bidi="fa-IR"/>
        </w:rPr>
        <w:t xml:space="preserve"> / 413 ، 794 ، 796</w:t>
      </w:r>
      <w:r>
        <w:rPr>
          <w:rtl/>
          <w:lang w:bidi="fa-IR"/>
        </w:rPr>
        <w:t xml:space="preserve"> ـ </w:t>
      </w:r>
      <w:r w:rsidRPr="00CA52B4">
        <w:rPr>
          <w:rtl/>
          <w:lang w:bidi="fa-IR"/>
        </w:rPr>
        <w:t>801 ، 843 ، 910. قاموس الرجال 9 / 164. الكنى والألقاب 3 / 217. اللباب 3 / 281. مجمع الرجال 6 / 164.</w:t>
      </w:r>
      <w:r>
        <w:rPr>
          <w:rFonts w:hint="cs"/>
          <w:rtl/>
          <w:lang w:bidi="fa-IR"/>
        </w:rPr>
        <w:t xml:space="preserve"> </w:t>
      </w:r>
      <w:r w:rsidRPr="00CA52B4">
        <w:rPr>
          <w:rtl/>
          <w:lang w:bidi="fa-IR"/>
        </w:rPr>
        <w:t>معجم الثقات / 351. معجم رجال الحديث 19 / 94. المناقب 3 / 306. منتهى المقال / 317. مجالس المؤمنين 1 / 306. نقد الرجال / 359.</w:t>
      </w:r>
    </w:p>
    <w:p w:rsidR="00843DF1" w:rsidRPr="00CA52B4" w:rsidRDefault="00843DF1" w:rsidP="00EB70B9">
      <w:pPr>
        <w:pStyle w:val="libBold1"/>
        <w:rPr>
          <w:rtl/>
          <w:lang w:bidi="fa-IR"/>
        </w:rPr>
      </w:pPr>
      <w:r w:rsidRPr="00CA52B4">
        <w:rPr>
          <w:rtl/>
        </w:rPr>
        <w:t>1111</w:t>
      </w:r>
      <w:r>
        <w:rPr>
          <w:rtl/>
        </w:rPr>
        <w:t xml:space="preserve"> ـ </w:t>
      </w:r>
      <w:r w:rsidRPr="00CA52B4">
        <w:rPr>
          <w:rtl/>
        </w:rPr>
        <w:t>ميسرة بن عزيز الكندي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الحكم بن عتيبة. وسالم بن أبي الجعد.</w:t>
      </w:r>
    </w:p>
    <w:p w:rsidR="00843DF1" w:rsidRPr="00CA52B4" w:rsidRDefault="00843DF1" w:rsidP="00B10281">
      <w:pPr>
        <w:pStyle w:val="libVar"/>
        <w:rPr>
          <w:rtl/>
          <w:lang w:bidi="fa-IR"/>
        </w:rPr>
      </w:pPr>
      <w:r w:rsidRPr="00CA52B4">
        <w:rPr>
          <w:rtl/>
          <w:lang w:bidi="fa-IR"/>
        </w:rPr>
        <w:t>الجرح والتعديل 8 / 252. مجمع الرجال 6 / 171.</w:t>
      </w:r>
    </w:p>
    <w:p w:rsidR="00843DF1" w:rsidRPr="00CA52B4" w:rsidRDefault="00843DF1" w:rsidP="00EB70B9">
      <w:pPr>
        <w:pStyle w:val="libBold1"/>
        <w:rPr>
          <w:rtl/>
          <w:lang w:bidi="fa-IR"/>
        </w:rPr>
      </w:pPr>
      <w:r w:rsidRPr="00CA52B4">
        <w:rPr>
          <w:rtl/>
        </w:rPr>
        <w:t>1112</w:t>
      </w:r>
      <w:r>
        <w:rPr>
          <w:rtl/>
        </w:rPr>
        <w:t xml:space="preserve"> ـ </w:t>
      </w:r>
      <w:r w:rsidRPr="00CA52B4">
        <w:rPr>
          <w:rtl/>
        </w:rPr>
        <w:t>ميسرة</w:t>
      </w:r>
      <w:r>
        <w:rPr>
          <w:rtl/>
        </w:rPr>
        <w:t xml:space="preserve"> ..</w:t>
      </w:r>
      <w:r w:rsidRPr="00CA52B4">
        <w:rPr>
          <w:rtl/>
        </w:rPr>
        <w:t>. مولى كندة ، أبو صالح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التابعين الثقات ، روى عنه نفر من الرواة. كان يسكن الكوفة ، روى عنه سلمة بن كهيل ، وعطاء بن السائب. وهلال بن خباب. وكان ممن حضر قتال الخوارج بالنهروان. ذكره ابن حبان في الثقات.</w:t>
      </w:r>
    </w:p>
    <w:p w:rsidR="00843DF1" w:rsidRPr="00CA52B4" w:rsidRDefault="00843DF1" w:rsidP="00B10281">
      <w:pPr>
        <w:pStyle w:val="libVar"/>
        <w:rPr>
          <w:rtl/>
          <w:lang w:bidi="fa-IR"/>
        </w:rPr>
      </w:pPr>
      <w:r w:rsidRPr="00CA52B4">
        <w:rPr>
          <w:rtl/>
          <w:lang w:bidi="fa-IR"/>
        </w:rPr>
        <w:t>تاريخ بغداد 13 / 222. تقريب التهذيب 2 / 291. تنقيح المقال 3 / 265.</w:t>
      </w:r>
      <w:r>
        <w:rPr>
          <w:rFonts w:hint="cs"/>
          <w:rtl/>
          <w:lang w:bidi="fa-IR"/>
        </w:rPr>
        <w:t xml:space="preserve"> </w:t>
      </w:r>
      <w:r w:rsidRPr="00CA52B4">
        <w:rPr>
          <w:rtl/>
          <w:lang w:bidi="fa-IR"/>
        </w:rPr>
        <w:t xml:space="preserve">تهذيب التهذيب 10 / 387. جامع الرواة 2 / 286. الجرح والتعديل 8 / 252. رجال الطوسي / 58. رجال البرقي / 7. الطبقات الكبرى 1 / 130 ، 156 </w:t>
      </w:r>
      <w:r>
        <w:rPr>
          <w:rtl/>
          <w:lang w:bidi="fa-IR"/>
        </w:rPr>
        <w:t>و 6</w:t>
      </w:r>
      <w:r w:rsidRPr="00CA52B4">
        <w:rPr>
          <w:rtl/>
          <w:lang w:bidi="fa-IR"/>
        </w:rPr>
        <w:t xml:space="preserve"> / 338 </w:t>
      </w:r>
      <w:r>
        <w:rPr>
          <w:rtl/>
          <w:lang w:bidi="fa-IR"/>
        </w:rPr>
        <w:t>و 8</w:t>
      </w:r>
      <w:r w:rsidRPr="00CA52B4">
        <w:rPr>
          <w:rtl/>
          <w:lang w:bidi="fa-IR"/>
        </w:rPr>
        <w:t xml:space="preserve"> / 16. الغارات 2 / 580. مجمع الرجال 6 / 171. معجم رجال الحديث 19 / 110. منتهى المقال / 318. نقد الرجال / 360.</w:t>
      </w:r>
    </w:p>
    <w:p w:rsidR="00843DF1" w:rsidRPr="00CA52B4" w:rsidRDefault="00843DF1" w:rsidP="00EB70B9">
      <w:pPr>
        <w:pStyle w:val="libBold1"/>
        <w:rPr>
          <w:rtl/>
          <w:lang w:bidi="fa-IR"/>
        </w:rPr>
      </w:pPr>
      <w:r w:rsidRPr="00CA52B4">
        <w:rPr>
          <w:rtl/>
        </w:rPr>
        <w:t>1113</w:t>
      </w:r>
      <w:r>
        <w:rPr>
          <w:rtl/>
        </w:rPr>
        <w:t xml:space="preserve"> ـ </w:t>
      </w:r>
      <w:r w:rsidRPr="00CA52B4">
        <w:rPr>
          <w:rtl/>
        </w:rPr>
        <w:t>ميسرة أبو يحيى المرادي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ابنه يحيى بن ميسرة. ذكره ابن أبي حاتم الرازي في كتابه.</w:t>
      </w:r>
    </w:p>
    <w:p w:rsidR="00843DF1" w:rsidRPr="00CA52B4" w:rsidRDefault="00843DF1" w:rsidP="00B10281">
      <w:pPr>
        <w:pStyle w:val="libVar"/>
        <w:rPr>
          <w:rtl/>
          <w:lang w:bidi="fa-IR"/>
        </w:rPr>
      </w:pPr>
      <w:r w:rsidRPr="00CA52B4">
        <w:rPr>
          <w:rtl/>
          <w:lang w:bidi="fa-IR"/>
        </w:rPr>
        <w:t>الجرح والتعديل 8 / 252.</w:t>
      </w:r>
    </w:p>
    <w:p w:rsidR="00843DF1" w:rsidRPr="00CA52B4" w:rsidRDefault="00843DF1" w:rsidP="00EB70B9">
      <w:pPr>
        <w:pStyle w:val="libBold1"/>
        <w:rPr>
          <w:rtl/>
          <w:lang w:bidi="fa-IR"/>
        </w:rPr>
      </w:pPr>
      <w:r w:rsidRPr="00CA52B4">
        <w:rPr>
          <w:rtl/>
        </w:rPr>
        <w:t>1114</w:t>
      </w:r>
      <w:r>
        <w:rPr>
          <w:rtl/>
        </w:rPr>
        <w:t xml:space="preserve"> ـ </w:t>
      </w:r>
      <w:r w:rsidRPr="00CA52B4">
        <w:rPr>
          <w:rtl/>
        </w:rPr>
        <w:t>الميسرة بن المسيب بن حزن بن أبي وهب بن عمرو بن عائذ بن عمران بن مخزوم بن يقظة بن مرة</w:t>
      </w:r>
      <w:r>
        <w:rPr>
          <w:rtl/>
        </w:rPr>
        <w:t xml:space="preserve"> ..</w:t>
      </w:r>
      <w:r w:rsidRPr="00CA52B4">
        <w:rPr>
          <w:rtl/>
        </w:rPr>
        <w:t>. مات</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يكنّى أبا سعيد ، ولقد أوصى إلى أمير المؤمنين </w:t>
      </w:r>
      <w:r>
        <w:rPr>
          <w:rtl/>
          <w:lang w:bidi="fa-IR"/>
        </w:rPr>
        <w:t>(</w:t>
      </w:r>
      <w:r w:rsidRPr="00CA52B4">
        <w:rPr>
          <w:rtl/>
          <w:lang w:bidi="fa-IR"/>
        </w:rPr>
        <w:t>عليه السلام</w:t>
      </w:r>
      <w:r>
        <w:rPr>
          <w:rtl/>
          <w:lang w:bidi="fa-IR"/>
        </w:rPr>
        <w:t>).</w:t>
      </w:r>
      <w:r w:rsidRPr="00CA52B4">
        <w:rPr>
          <w:rtl/>
          <w:lang w:bidi="fa-IR"/>
        </w:rPr>
        <w:t xml:space="preserve"> عدّه الشيخ الطوسي في رجاله من أصحاب عليّ</w:t>
      </w:r>
    </w:p>
    <w:p w:rsidR="00843DF1" w:rsidRPr="00CA52B4" w:rsidRDefault="00843DF1" w:rsidP="00B10281">
      <w:pPr>
        <w:pStyle w:val="libNormal0"/>
        <w:rPr>
          <w:rtl/>
          <w:lang w:bidi="fa-IR"/>
        </w:rPr>
      </w:pPr>
      <w:r>
        <w:rPr>
          <w:rtl/>
          <w:lang w:bidi="fa-IR"/>
        </w:rPr>
        <w:br w:type="page"/>
      </w:r>
      <w:r>
        <w:rPr>
          <w:rtl/>
          <w:lang w:bidi="fa-IR"/>
        </w:rPr>
        <w:lastRenderedPageBreak/>
        <w:t>(</w:t>
      </w:r>
      <w:r w:rsidRPr="00CA52B4">
        <w:rPr>
          <w:rtl/>
          <w:lang w:bidi="fa-IR"/>
        </w:rPr>
        <w:t>عليه السلام</w:t>
      </w:r>
      <w:r>
        <w:rPr>
          <w:rtl/>
          <w:lang w:bidi="fa-IR"/>
        </w:rPr>
        <w:t>).</w:t>
      </w:r>
      <w:r w:rsidRPr="00CA52B4">
        <w:rPr>
          <w:rtl/>
          <w:lang w:bidi="fa-IR"/>
        </w:rPr>
        <w:t xml:space="preserve"> ونقله الآخرون بعينه من غير زيادة.</w:t>
      </w:r>
    </w:p>
    <w:p w:rsidR="00843DF1" w:rsidRPr="00CA52B4" w:rsidRDefault="00843DF1" w:rsidP="00B10281">
      <w:pPr>
        <w:pStyle w:val="libVar"/>
        <w:rPr>
          <w:rtl/>
          <w:lang w:bidi="fa-IR"/>
        </w:rPr>
      </w:pPr>
      <w:r w:rsidRPr="00CA52B4">
        <w:rPr>
          <w:rtl/>
          <w:lang w:bidi="fa-IR"/>
        </w:rPr>
        <w:t>تنقيح المقال 3 / 264. جامع الرواة 2 / 286. رجال الشيخ الطوسي / 59.</w:t>
      </w:r>
      <w:r>
        <w:rPr>
          <w:rFonts w:hint="cs"/>
          <w:rtl/>
          <w:lang w:bidi="fa-IR"/>
        </w:rPr>
        <w:t xml:space="preserve"> </w:t>
      </w:r>
      <w:r w:rsidRPr="00CA52B4">
        <w:rPr>
          <w:rtl/>
          <w:lang w:bidi="fa-IR"/>
        </w:rPr>
        <w:t>قاموس الرجال 9 / 175. مجمع الرجال 6 / 171. معجم رجال الحديث 19 / 111.</w:t>
      </w:r>
    </w:p>
    <w:p w:rsidR="00843DF1" w:rsidRPr="00CA52B4" w:rsidRDefault="00843DF1" w:rsidP="00EB70B9">
      <w:pPr>
        <w:pStyle w:val="libBold1"/>
        <w:rPr>
          <w:rtl/>
          <w:lang w:bidi="fa-IR"/>
        </w:rPr>
      </w:pPr>
      <w:r w:rsidRPr="00CA52B4">
        <w:rPr>
          <w:rtl/>
        </w:rPr>
        <w:t>1115</w:t>
      </w:r>
      <w:r>
        <w:rPr>
          <w:rtl/>
        </w:rPr>
        <w:t xml:space="preserve"> ـ </w:t>
      </w:r>
      <w:r w:rsidRPr="00CA52B4">
        <w:rPr>
          <w:rtl/>
        </w:rPr>
        <w:t xml:space="preserve">ميسرة </w:t>
      </w:r>
      <w:r>
        <w:rPr>
          <w:rtl/>
        </w:rPr>
        <w:t>(</w:t>
      </w:r>
      <w:r w:rsidRPr="00CA52B4">
        <w:rPr>
          <w:rtl/>
        </w:rPr>
        <w:t>أبو جميلة</w:t>
      </w:r>
      <w:r>
        <w:rPr>
          <w:rtl/>
        </w:rPr>
        <w:t>)</w:t>
      </w:r>
      <w:r w:rsidRPr="00CA52B4">
        <w:rPr>
          <w:rtl/>
        </w:rPr>
        <w:t xml:space="preserve"> ابن يعقوب الطهوي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كان صاحب راية أمير المؤمنين </w:t>
      </w:r>
      <w:r>
        <w:rPr>
          <w:rtl/>
          <w:lang w:bidi="fa-IR"/>
        </w:rPr>
        <w:t>(</w:t>
      </w:r>
      <w:r w:rsidRPr="00CA52B4">
        <w:rPr>
          <w:rtl/>
          <w:lang w:bidi="fa-IR"/>
        </w:rPr>
        <w:t>عليه السلام</w:t>
      </w:r>
      <w:r>
        <w:rPr>
          <w:rtl/>
          <w:lang w:bidi="fa-IR"/>
        </w:rPr>
        <w:t>)</w:t>
      </w:r>
      <w:r w:rsidRPr="00CA52B4">
        <w:rPr>
          <w:rtl/>
          <w:lang w:bidi="fa-IR"/>
        </w:rPr>
        <w:t xml:space="preserve"> وكذلك محدّث من الثقات. استشهد في صفين عام 37 ه‍</w:t>
      </w:r>
      <w:r>
        <w:rPr>
          <w:rtl/>
          <w:lang w:bidi="fa-IR"/>
        </w:rPr>
        <w:t>.</w:t>
      </w:r>
      <w:r w:rsidRPr="00CA52B4">
        <w:rPr>
          <w:rtl/>
          <w:lang w:bidi="fa-IR"/>
        </w:rPr>
        <w:t xml:space="preserve"> وأعقب : عبد الله. حدّث أيضا عن الحسن بن عليّ </w:t>
      </w:r>
      <w:r>
        <w:rPr>
          <w:rtl/>
          <w:lang w:bidi="fa-IR"/>
        </w:rPr>
        <w:t>(</w:t>
      </w:r>
      <w:r w:rsidRPr="00CA52B4">
        <w:rPr>
          <w:rtl/>
          <w:lang w:bidi="fa-IR"/>
        </w:rPr>
        <w:t>عليه السلام</w:t>
      </w:r>
      <w:r>
        <w:rPr>
          <w:rtl/>
          <w:lang w:bidi="fa-IR"/>
        </w:rPr>
        <w:t>)</w:t>
      </w:r>
      <w:r w:rsidRPr="00CA52B4">
        <w:rPr>
          <w:rtl/>
          <w:lang w:bidi="fa-IR"/>
        </w:rPr>
        <w:t xml:space="preserve"> وعنه ابنه ، وعطاء بن السائب ، وحصين بن عبد الرحمن ، وعبد الأعلى بن عامر ، وأبو خباب الكلبي. ذكره ابن حبان في الثقات.</w:t>
      </w:r>
    </w:p>
    <w:p w:rsidR="00843DF1" w:rsidRPr="00CA52B4" w:rsidRDefault="00843DF1" w:rsidP="00B10281">
      <w:pPr>
        <w:pStyle w:val="libVar"/>
        <w:rPr>
          <w:rtl/>
          <w:lang w:bidi="fa-IR"/>
        </w:rPr>
      </w:pPr>
      <w:r w:rsidRPr="00CA52B4">
        <w:rPr>
          <w:rtl/>
          <w:lang w:bidi="fa-IR"/>
        </w:rPr>
        <w:t>تهذيب التهذيب 10 / 387. الجرح والتعديل 8 / 252. الغارات 2 / 580.</w:t>
      </w:r>
    </w:p>
    <w:p w:rsidR="00843DF1" w:rsidRPr="00CA52B4" w:rsidRDefault="00843DF1" w:rsidP="00EB70B9">
      <w:pPr>
        <w:pStyle w:val="libBold1"/>
        <w:rPr>
          <w:rtl/>
          <w:lang w:bidi="fa-IR"/>
        </w:rPr>
      </w:pPr>
      <w:r w:rsidRPr="00CA52B4">
        <w:rPr>
          <w:rtl/>
        </w:rPr>
        <w:t>1116</w:t>
      </w:r>
      <w:r>
        <w:rPr>
          <w:rtl/>
        </w:rPr>
        <w:t xml:space="preserve"> ـ </w:t>
      </w:r>
      <w:r w:rsidRPr="00CA52B4">
        <w:rPr>
          <w:rtl/>
        </w:rPr>
        <w:t>ميمون بن أبي شبيب الربعي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ذكره ابن حبان في الثقات ، وقال : قتل في الجماجم. روى عنه الحكم ، وحبيب بن أبي ثابت ، وإبراهيم النخعي. كان صالح الحديث ورجلا تاجرا من أهل الخير.</w:t>
      </w:r>
    </w:p>
    <w:p w:rsidR="00843DF1" w:rsidRPr="00CA52B4" w:rsidRDefault="00843DF1" w:rsidP="00B10281">
      <w:pPr>
        <w:pStyle w:val="libVar"/>
        <w:rPr>
          <w:rtl/>
          <w:lang w:bidi="fa-IR"/>
        </w:rPr>
      </w:pPr>
      <w:r w:rsidRPr="00CA52B4">
        <w:rPr>
          <w:rtl/>
          <w:lang w:bidi="fa-IR"/>
        </w:rPr>
        <w:t>تهذيب التهذيب 10 / 389. لسان الميزان 7 / 406. ميزان الاعتدال 4 / 233.</w:t>
      </w:r>
    </w:p>
    <w:p w:rsidR="00843DF1" w:rsidRPr="00CA52B4" w:rsidRDefault="00843DF1" w:rsidP="00EB70B9">
      <w:pPr>
        <w:pStyle w:val="libBold1"/>
        <w:rPr>
          <w:rtl/>
          <w:lang w:bidi="fa-IR"/>
        </w:rPr>
      </w:pPr>
      <w:r w:rsidRPr="00CA52B4">
        <w:rPr>
          <w:rtl/>
        </w:rPr>
        <w:t>1117</w:t>
      </w:r>
      <w:r>
        <w:rPr>
          <w:rtl/>
        </w:rPr>
        <w:t xml:space="preserve"> ـ </w:t>
      </w:r>
      <w:r w:rsidRPr="00CA52B4">
        <w:rPr>
          <w:rtl/>
        </w:rPr>
        <w:t xml:space="preserve">ميمون </w:t>
      </w:r>
      <w:r>
        <w:rPr>
          <w:rtl/>
        </w:rPr>
        <w:t>(</w:t>
      </w:r>
      <w:r w:rsidRPr="00CA52B4">
        <w:rPr>
          <w:rtl/>
        </w:rPr>
        <w:t>أبو أيوب</w:t>
      </w:r>
      <w:r>
        <w:rPr>
          <w:rtl/>
        </w:rPr>
        <w:t>)</w:t>
      </w:r>
      <w:r w:rsidRPr="00CA52B4">
        <w:rPr>
          <w:rtl/>
        </w:rPr>
        <w:t xml:space="preserve"> ابن مهران بن موسى بن وردان الجزري الكوفي المتوفى 116 ه‍</w:t>
      </w:r>
      <w:r>
        <w:rPr>
          <w:rtl/>
        </w:rPr>
        <w:t>.</w:t>
      </w:r>
    </w:p>
    <w:p w:rsidR="00843DF1" w:rsidRPr="00CA52B4" w:rsidRDefault="00843DF1" w:rsidP="00347E77">
      <w:pPr>
        <w:pStyle w:val="libNormal"/>
        <w:rPr>
          <w:rtl/>
          <w:lang w:bidi="fa-IR"/>
        </w:rPr>
      </w:pPr>
      <w:r w:rsidRPr="00CA52B4">
        <w:rPr>
          <w:rtl/>
          <w:lang w:bidi="fa-IR"/>
        </w:rPr>
        <w:t xml:space="preserve">تابعي ، نشأ بالكوفة وهو في الطبقة الأولى من التابعين. وكان يحمل على عليّ </w:t>
      </w:r>
      <w:r>
        <w:rPr>
          <w:rtl/>
          <w:lang w:bidi="fa-IR"/>
        </w:rPr>
        <w:t>(</w:t>
      </w:r>
      <w:r w:rsidRPr="00CA52B4">
        <w:rPr>
          <w:rtl/>
          <w:lang w:bidi="fa-IR"/>
        </w:rPr>
        <w:t>عليه السلام</w:t>
      </w:r>
      <w:r>
        <w:rPr>
          <w:rtl/>
          <w:lang w:bidi="fa-IR"/>
        </w:rPr>
        <w:t>)</w:t>
      </w:r>
      <w:r w:rsidRPr="00CA52B4">
        <w:rPr>
          <w:rtl/>
          <w:lang w:bidi="fa-IR"/>
        </w:rPr>
        <w:t xml:space="preserve"> قليل الحديث. مات عام 116 ، 117 ه‍</w:t>
      </w:r>
      <w:r>
        <w:rPr>
          <w:rtl/>
          <w:lang w:bidi="fa-IR"/>
        </w:rPr>
        <w:t>.</w:t>
      </w:r>
      <w:r w:rsidRPr="00CA52B4">
        <w:rPr>
          <w:rtl/>
          <w:lang w:bidi="fa-IR"/>
        </w:rPr>
        <w:t xml:space="preserve"> وروى عن خيرة بنت أبي حدرد الصحابية. وكان مملوكا لامرأة من الأزد ، يقال لها أم نمر ، فأعتقته. خلّف : عمرا ، ومات سنة 145 ه‍</w:t>
      </w:r>
      <w:r>
        <w:rPr>
          <w:rtl/>
          <w:lang w:bidi="fa-IR"/>
        </w:rPr>
        <w:t>.</w:t>
      </w:r>
    </w:p>
    <w:p w:rsidR="00843DF1" w:rsidRPr="00CA52B4" w:rsidRDefault="00843DF1" w:rsidP="00B10281">
      <w:pPr>
        <w:pStyle w:val="libVar"/>
        <w:rPr>
          <w:rtl/>
          <w:lang w:bidi="fa-IR"/>
        </w:rPr>
      </w:pPr>
      <w:r w:rsidRPr="00CA52B4">
        <w:rPr>
          <w:rtl/>
          <w:lang w:bidi="fa-IR"/>
        </w:rPr>
        <w:t>الإصابة 3 / 467. أعلام النساء 1 / 394. الأعلام 8 / 301. البداية والنهاية 9 / 314. تقريب التهذيب 2 / 292. تنقيح المقال 3 / 265. تهذيب التهذيب 10 / 390. تذكرة الحفاظ 1 / 98. جامع الرواة 2 / 287. الجرح والتعديل 8 / 233.</w:t>
      </w:r>
      <w:r>
        <w:rPr>
          <w:rFonts w:hint="cs"/>
          <w:rtl/>
          <w:lang w:bidi="fa-IR"/>
        </w:rPr>
        <w:t xml:space="preserve"> </w:t>
      </w:r>
      <w:r w:rsidRPr="00CA52B4">
        <w:rPr>
          <w:rtl/>
          <w:lang w:bidi="fa-IR"/>
        </w:rPr>
        <w:t>حلية الأولياء 4 / 82. خلاصة الأقوال / 192. رجال الشيخ الطوسي / 58. رجال</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البرقي / 4. شرح ابن أبي الحديد 2 / 98 </w:t>
      </w:r>
      <w:r>
        <w:rPr>
          <w:rtl/>
          <w:lang w:bidi="fa-IR"/>
        </w:rPr>
        <w:t>و 8</w:t>
      </w:r>
      <w:r w:rsidRPr="00CA52B4">
        <w:rPr>
          <w:rtl/>
          <w:lang w:bidi="fa-IR"/>
        </w:rPr>
        <w:t xml:space="preserve"> / 292 </w:t>
      </w:r>
      <w:r>
        <w:rPr>
          <w:rtl/>
          <w:lang w:bidi="fa-IR"/>
        </w:rPr>
        <w:t>و 1</w:t>
      </w:r>
      <w:r w:rsidRPr="00CA52B4">
        <w:rPr>
          <w:rtl/>
          <w:lang w:bidi="fa-IR"/>
        </w:rPr>
        <w:t xml:space="preserve">0 / 139 </w:t>
      </w:r>
      <w:r>
        <w:rPr>
          <w:rtl/>
          <w:lang w:bidi="fa-IR"/>
        </w:rPr>
        <w:t>و 1</w:t>
      </w:r>
      <w:r w:rsidRPr="00CA52B4">
        <w:rPr>
          <w:rtl/>
          <w:lang w:bidi="fa-IR"/>
        </w:rPr>
        <w:t xml:space="preserve">7 / 100 </w:t>
      </w:r>
      <w:r>
        <w:rPr>
          <w:rtl/>
          <w:lang w:bidi="fa-IR"/>
        </w:rPr>
        <w:t>و 1</w:t>
      </w:r>
      <w:r w:rsidRPr="00CA52B4">
        <w:rPr>
          <w:rtl/>
          <w:lang w:bidi="fa-IR"/>
        </w:rPr>
        <w:t xml:space="preserve">8 / 129 </w:t>
      </w:r>
      <w:r>
        <w:rPr>
          <w:rtl/>
          <w:lang w:bidi="fa-IR"/>
        </w:rPr>
        <w:t>و 1</w:t>
      </w:r>
      <w:r w:rsidRPr="00CA52B4">
        <w:rPr>
          <w:rtl/>
          <w:lang w:bidi="fa-IR"/>
        </w:rPr>
        <w:t xml:space="preserve">9 / 280 </w:t>
      </w:r>
      <w:r>
        <w:rPr>
          <w:rtl/>
          <w:lang w:bidi="fa-IR"/>
        </w:rPr>
        <w:t>و 2</w:t>
      </w:r>
      <w:r w:rsidRPr="00CA52B4">
        <w:rPr>
          <w:rtl/>
          <w:lang w:bidi="fa-IR"/>
        </w:rPr>
        <w:t xml:space="preserve">0 / 222 ، 225. شذرات الذهب 1 / 154. الطبقات الكبرى 4 / 165 </w:t>
      </w:r>
      <w:r>
        <w:rPr>
          <w:rtl/>
          <w:lang w:bidi="fa-IR"/>
        </w:rPr>
        <w:t>و 5</w:t>
      </w:r>
      <w:r w:rsidRPr="00CA52B4">
        <w:rPr>
          <w:rtl/>
          <w:lang w:bidi="fa-IR"/>
        </w:rPr>
        <w:t xml:space="preserve"> / 371 ، 380 ، 394 ، 395. طبقات الحفاظ / 39. العقد الفريد 2 / 241 </w:t>
      </w:r>
      <w:r>
        <w:rPr>
          <w:rtl/>
          <w:lang w:bidi="fa-IR"/>
        </w:rPr>
        <w:t>و 5</w:t>
      </w:r>
      <w:r w:rsidRPr="00CA52B4">
        <w:rPr>
          <w:rtl/>
          <w:lang w:bidi="fa-IR"/>
        </w:rPr>
        <w:t xml:space="preserve"> / 13 ، 105 ، 170 ، 283. العبر 1 / 147. الغدير 5 / 29 </w:t>
      </w:r>
      <w:r>
        <w:rPr>
          <w:rtl/>
          <w:lang w:bidi="fa-IR"/>
        </w:rPr>
        <w:t>و 6</w:t>
      </w:r>
      <w:r w:rsidRPr="00CA52B4">
        <w:rPr>
          <w:rtl/>
          <w:lang w:bidi="fa-IR"/>
        </w:rPr>
        <w:t xml:space="preserve"> / 246 </w:t>
      </w:r>
      <w:r>
        <w:rPr>
          <w:rtl/>
          <w:lang w:bidi="fa-IR"/>
        </w:rPr>
        <w:t>و 7</w:t>
      </w:r>
      <w:r w:rsidRPr="00CA52B4">
        <w:rPr>
          <w:rtl/>
          <w:lang w:bidi="fa-IR"/>
        </w:rPr>
        <w:t xml:space="preserve"> / 119 </w:t>
      </w:r>
      <w:r>
        <w:rPr>
          <w:rtl/>
          <w:lang w:bidi="fa-IR"/>
        </w:rPr>
        <w:t>و 8</w:t>
      </w:r>
      <w:r w:rsidRPr="00CA52B4">
        <w:rPr>
          <w:rtl/>
          <w:lang w:bidi="fa-IR"/>
        </w:rPr>
        <w:t xml:space="preserve"> / 68. الغارات 1 / 132. قاموس الرجال 9 / 178. الكامل في التأريخ 1 / 10 </w:t>
      </w:r>
      <w:r>
        <w:rPr>
          <w:rtl/>
          <w:lang w:bidi="fa-IR"/>
        </w:rPr>
        <w:t>و 5</w:t>
      </w:r>
      <w:r w:rsidRPr="00CA52B4">
        <w:rPr>
          <w:rtl/>
          <w:lang w:bidi="fa-IR"/>
        </w:rPr>
        <w:t xml:space="preserve"> / 59 ، 62 ، 141 ، 195 ، 429. مجمع الرجال 6 / 172. مرآة الجنان 1 / 251.</w:t>
      </w:r>
      <w:r>
        <w:rPr>
          <w:rFonts w:hint="cs"/>
          <w:rtl/>
          <w:lang w:bidi="fa-IR"/>
        </w:rPr>
        <w:t xml:space="preserve"> </w:t>
      </w:r>
      <w:r w:rsidRPr="00CA52B4">
        <w:rPr>
          <w:rtl/>
          <w:lang w:bidi="fa-IR"/>
        </w:rPr>
        <w:t xml:space="preserve">المشتبه 1 / 60. المعارف / 198. معجم رجال الحديث 19 / 113. منتهى المقال / 318. نقد الرجال / 360. النهاية في غريب الحديث 1 / 164 </w:t>
      </w:r>
      <w:r>
        <w:rPr>
          <w:rtl/>
          <w:lang w:bidi="fa-IR"/>
        </w:rPr>
        <w:t>و 2</w:t>
      </w:r>
      <w:r w:rsidRPr="00CA52B4">
        <w:rPr>
          <w:rtl/>
          <w:lang w:bidi="fa-IR"/>
        </w:rPr>
        <w:t xml:space="preserve"> / 198 </w:t>
      </w:r>
      <w:r>
        <w:rPr>
          <w:rtl/>
          <w:lang w:bidi="fa-IR"/>
        </w:rPr>
        <w:t>و 3</w:t>
      </w:r>
      <w:r w:rsidRPr="00CA52B4">
        <w:rPr>
          <w:rtl/>
          <w:lang w:bidi="fa-IR"/>
        </w:rPr>
        <w:t xml:space="preserve"> / 100. وفيات الأعيان 3 / 29 ، 62.</w:t>
      </w:r>
    </w:p>
    <w:p w:rsidR="00843DF1" w:rsidRPr="00CA52B4" w:rsidRDefault="00843DF1" w:rsidP="00EB70B9">
      <w:pPr>
        <w:pStyle w:val="libBold1"/>
        <w:rPr>
          <w:rtl/>
          <w:lang w:bidi="fa-IR"/>
        </w:rPr>
      </w:pPr>
      <w:r w:rsidRPr="00CA52B4">
        <w:rPr>
          <w:rtl/>
        </w:rPr>
        <w:t>1118</w:t>
      </w:r>
      <w:r>
        <w:rPr>
          <w:rtl/>
        </w:rPr>
        <w:t xml:space="preserve"> ـ </w:t>
      </w:r>
      <w:r w:rsidRPr="00CA52B4">
        <w:rPr>
          <w:rtl/>
        </w:rPr>
        <w:t>ميناء بن أبي ميناء الزهري الخزاز</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ثقة تابعيّ شيعيّ. أنكر الأئمة حديثه لسوء مذهبه ، وأنّه يغلو في التشيع. مولى عبد الرحمن بن عوف. روى أيضا عن مولاه ، وعثمان ، وابن مسعود ، وأبي هريرة ، وعائشة. ذكره ابن حبان في الثقات. فكان تشيعه من عوامل الجرح والقدح ، بحيث لا يكتب حديثه ولا يتابع منه على شيء ، ولا يأخذ به ما هو عليه من الخير والصّلاح والتقوى.</w:t>
      </w:r>
    </w:p>
    <w:p w:rsidR="00843DF1" w:rsidRPr="00CA52B4" w:rsidRDefault="00843DF1" w:rsidP="00B10281">
      <w:pPr>
        <w:pStyle w:val="libVar"/>
        <w:rPr>
          <w:rtl/>
          <w:lang w:bidi="fa-IR"/>
        </w:rPr>
      </w:pPr>
      <w:r w:rsidRPr="00CA52B4">
        <w:rPr>
          <w:rtl/>
          <w:lang w:bidi="fa-IR"/>
        </w:rPr>
        <w:t>الإصابة 3 / 536. تقريب التهذيب 2 / 293. تهذيب التهذيب 10 / 397. الجرح والتعديل 8 / 395. لسان الميزان 6 / 142. ميزان الاعتدال 4 / 237.</w:t>
      </w:r>
    </w:p>
    <w:p w:rsidR="00843DF1" w:rsidRPr="00CA52B4" w:rsidRDefault="00843DF1" w:rsidP="00EB70B9">
      <w:pPr>
        <w:pStyle w:val="libBold1"/>
        <w:rPr>
          <w:rtl/>
          <w:lang w:bidi="fa-IR"/>
        </w:rPr>
      </w:pPr>
      <w:r w:rsidRPr="00CA52B4">
        <w:rPr>
          <w:rtl/>
        </w:rPr>
        <w:t>1119</w:t>
      </w:r>
      <w:r>
        <w:rPr>
          <w:rtl/>
        </w:rPr>
        <w:t xml:space="preserve"> ـ </w:t>
      </w:r>
      <w:r w:rsidRPr="00CA52B4">
        <w:rPr>
          <w:rtl/>
        </w:rPr>
        <w:t>مالك بن حذيم الهمداني</w:t>
      </w:r>
      <w:r>
        <w:rPr>
          <w:rtl/>
        </w:rPr>
        <w:t xml:space="preserve"> ..</w:t>
      </w:r>
      <w:r w:rsidRPr="00CA52B4">
        <w:rPr>
          <w:rtl/>
        </w:rPr>
        <w:t>.</w:t>
      </w:r>
    </w:p>
    <w:p w:rsidR="00843DF1" w:rsidRPr="00CA52B4" w:rsidRDefault="00843DF1" w:rsidP="00EB70B9">
      <w:pPr>
        <w:pStyle w:val="libBold1"/>
        <w:rPr>
          <w:rtl/>
          <w:lang w:bidi="fa-IR"/>
        </w:rPr>
      </w:pPr>
      <w:r w:rsidRPr="00CA52B4">
        <w:rPr>
          <w:rtl/>
        </w:rPr>
        <w:t>1120</w:t>
      </w:r>
      <w:r>
        <w:rPr>
          <w:rtl/>
        </w:rPr>
        <w:t xml:space="preserve"> ـ </w:t>
      </w:r>
      <w:r w:rsidRPr="00CA52B4">
        <w:rPr>
          <w:rtl/>
        </w:rPr>
        <w:t xml:space="preserve">مالك بن ذاب </w:t>
      </w:r>
      <w:r>
        <w:rPr>
          <w:rtl/>
        </w:rPr>
        <w:t>(</w:t>
      </w:r>
      <w:r w:rsidRPr="00CA52B4">
        <w:rPr>
          <w:rtl/>
        </w:rPr>
        <w:t>زرارة</w:t>
      </w:r>
      <w:r>
        <w:rPr>
          <w:rtl/>
        </w:rPr>
        <w:t>)</w:t>
      </w:r>
      <w:r w:rsidRPr="00CA52B4">
        <w:rPr>
          <w:rtl/>
        </w:rPr>
        <w:t xml:space="preserve"> الكلبي</w:t>
      </w:r>
      <w:r>
        <w:rPr>
          <w:rtl/>
        </w:rPr>
        <w:t xml:space="preserve"> ..</w:t>
      </w:r>
      <w:r w:rsidRPr="00CA52B4">
        <w:rPr>
          <w:rtl/>
        </w:rPr>
        <w:t>.</w:t>
      </w:r>
    </w:p>
    <w:p w:rsidR="00843DF1" w:rsidRPr="00CA52B4" w:rsidRDefault="00843DF1" w:rsidP="00EB70B9">
      <w:pPr>
        <w:pStyle w:val="libBold1"/>
        <w:rPr>
          <w:rtl/>
          <w:lang w:bidi="fa-IR"/>
        </w:rPr>
      </w:pPr>
      <w:r w:rsidRPr="00CA52B4">
        <w:rPr>
          <w:rtl/>
        </w:rPr>
        <w:t>1121</w:t>
      </w:r>
      <w:r>
        <w:rPr>
          <w:rtl/>
        </w:rPr>
        <w:t xml:space="preserve"> ـ </w:t>
      </w:r>
      <w:r w:rsidRPr="00CA52B4">
        <w:rPr>
          <w:rtl/>
        </w:rPr>
        <w:t>مالك بن زهير الرقاشي</w:t>
      </w:r>
      <w:r>
        <w:rPr>
          <w:rtl/>
        </w:rPr>
        <w:t xml:space="preserve"> ..</w:t>
      </w:r>
      <w:r w:rsidRPr="00CA52B4">
        <w:rPr>
          <w:rtl/>
        </w:rPr>
        <w:t>.</w:t>
      </w:r>
    </w:p>
    <w:p w:rsidR="00843DF1" w:rsidRPr="00CA52B4" w:rsidRDefault="00843DF1" w:rsidP="00EB70B9">
      <w:pPr>
        <w:pStyle w:val="libBold1"/>
        <w:rPr>
          <w:rtl/>
          <w:lang w:bidi="fa-IR"/>
        </w:rPr>
      </w:pPr>
      <w:r w:rsidRPr="00CA52B4">
        <w:rPr>
          <w:rtl/>
        </w:rPr>
        <w:t>1122</w:t>
      </w:r>
      <w:r>
        <w:rPr>
          <w:rtl/>
        </w:rPr>
        <w:t xml:space="preserve"> ـ </w:t>
      </w:r>
      <w:r w:rsidRPr="00CA52B4">
        <w:rPr>
          <w:rtl/>
        </w:rPr>
        <w:t>مالك بن وديعة القرشي</w:t>
      </w:r>
      <w:r>
        <w:rPr>
          <w:rtl/>
        </w:rPr>
        <w:t xml:space="preserve"> ..</w:t>
      </w:r>
      <w:r w:rsidRPr="00CA52B4">
        <w:rPr>
          <w:rtl/>
        </w:rPr>
        <w:t>.</w:t>
      </w:r>
    </w:p>
    <w:p w:rsidR="00843DF1" w:rsidRPr="00CA52B4" w:rsidRDefault="00843DF1" w:rsidP="00EB70B9">
      <w:pPr>
        <w:pStyle w:val="libBold1"/>
        <w:rPr>
          <w:rtl/>
          <w:lang w:bidi="fa-IR"/>
        </w:rPr>
      </w:pPr>
      <w:r w:rsidRPr="00CA52B4">
        <w:rPr>
          <w:rtl/>
        </w:rPr>
        <w:t>1123</w:t>
      </w:r>
      <w:r>
        <w:rPr>
          <w:rtl/>
        </w:rPr>
        <w:t xml:space="preserve"> ـ </w:t>
      </w:r>
      <w:r w:rsidRPr="00CA52B4">
        <w:rPr>
          <w:rtl/>
        </w:rPr>
        <w:t>المجاشع بن عبد الرحمن</w:t>
      </w:r>
      <w:r>
        <w:rPr>
          <w:rtl/>
        </w:rPr>
        <w:t xml:space="preserve"> ..</w:t>
      </w:r>
      <w:r w:rsidRPr="00CA52B4">
        <w:rPr>
          <w:rtl/>
        </w:rPr>
        <w:t>.</w:t>
      </w:r>
    </w:p>
    <w:p w:rsidR="00843DF1" w:rsidRPr="00CA52B4" w:rsidRDefault="00843DF1" w:rsidP="00EB70B9">
      <w:pPr>
        <w:pStyle w:val="libBold1"/>
        <w:rPr>
          <w:rtl/>
          <w:lang w:bidi="fa-IR"/>
        </w:rPr>
      </w:pPr>
      <w:r w:rsidRPr="00CA52B4">
        <w:rPr>
          <w:rtl/>
        </w:rPr>
        <w:t>1124</w:t>
      </w:r>
      <w:r>
        <w:rPr>
          <w:rtl/>
        </w:rPr>
        <w:t xml:space="preserve"> ـ </w:t>
      </w:r>
      <w:r w:rsidRPr="00CA52B4">
        <w:rPr>
          <w:rtl/>
        </w:rPr>
        <w:t>مخارق بن ضرار المرادي</w:t>
      </w:r>
      <w:r>
        <w:rPr>
          <w:rtl/>
        </w:rPr>
        <w:t xml:space="preserve"> ..</w:t>
      </w:r>
      <w:r w:rsidRPr="00CA52B4">
        <w:rPr>
          <w:rtl/>
        </w:rPr>
        <w:t>.</w:t>
      </w:r>
    </w:p>
    <w:p w:rsidR="00843DF1" w:rsidRPr="00CA52B4" w:rsidRDefault="00843DF1" w:rsidP="00EB70B9">
      <w:pPr>
        <w:pStyle w:val="libBold1"/>
        <w:rPr>
          <w:rtl/>
          <w:lang w:bidi="fa-IR"/>
        </w:rPr>
      </w:pPr>
      <w:r w:rsidRPr="00CA52B4">
        <w:rPr>
          <w:rtl/>
        </w:rPr>
        <w:t>1125</w:t>
      </w:r>
      <w:r>
        <w:rPr>
          <w:rtl/>
        </w:rPr>
        <w:t xml:space="preserve"> ـ </w:t>
      </w:r>
      <w:r w:rsidRPr="00CA52B4">
        <w:rPr>
          <w:rtl/>
        </w:rPr>
        <w:t>مخارق بن علقمة المازني</w:t>
      </w:r>
      <w:r>
        <w:rPr>
          <w:rtl/>
        </w:rPr>
        <w:t xml:space="preserve"> ..</w:t>
      </w:r>
      <w:r w:rsidRPr="00CA52B4">
        <w:rPr>
          <w:rtl/>
        </w:rPr>
        <w:t>.</w:t>
      </w:r>
    </w:p>
    <w:p w:rsidR="00843DF1" w:rsidRPr="00CA52B4" w:rsidRDefault="00843DF1" w:rsidP="00EB70B9">
      <w:pPr>
        <w:pStyle w:val="libBold1"/>
        <w:rPr>
          <w:rtl/>
          <w:lang w:bidi="fa-IR"/>
        </w:rPr>
      </w:pPr>
      <w:r>
        <w:rPr>
          <w:rtl/>
          <w:lang w:bidi="fa-IR"/>
        </w:rPr>
        <w:br w:type="page"/>
      </w:r>
      <w:r w:rsidRPr="00CA52B4">
        <w:rPr>
          <w:rtl/>
        </w:rPr>
        <w:lastRenderedPageBreak/>
        <w:t>1126</w:t>
      </w:r>
      <w:r>
        <w:rPr>
          <w:rtl/>
        </w:rPr>
        <w:t xml:space="preserve"> ـ </w:t>
      </w:r>
      <w:r w:rsidRPr="00CA52B4">
        <w:rPr>
          <w:rtl/>
        </w:rPr>
        <w:t>المستنير بن معقل الحارثي</w:t>
      </w:r>
      <w:r>
        <w:rPr>
          <w:rtl/>
        </w:rPr>
        <w:t xml:space="preserve"> ..</w:t>
      </w:r>
      <w:r w:rsidRPr="00CA52B4">
        <w:rPr>
          <w:rtl/>
        </w:rPr>
        <w:t>.</w:t>
      </w:r>
    </w:p>
    <w:p w:rsidR="00843DF1" w:rsidRPr="00CA52B4" w:rsidRDefault="00843DF1" w:rsidP="00EB70B9">
      <w:pPr>
        <w:pStyle w:val="libBold1"/>
        <w:rPr>
          <w:rtl/>
          <w:lang w:bidi="fa-IR"/>
        </w:rPr>
      </w:pPr>
      <w:r w:rsidRPr="00CA52B4">
        <w:rPr>
          <w:rtl/>
        </w:rPr>
        <w:t>1127</w:t>
      </w:r>
      <w:r>
        <w:rPr>
          <w:rtl/>
        </w:rPr>
        <w:t xml:space="preserve"> ـ </w:t>
      </w:r>
      <w:r w:rsidRPr="00CA52B4">
        <w:rPr>
          <w:rtl/>
        </w:rPr>
        <w:t>مسلم بن سعيد الباهلي</w:t>
      </w:r>
      <w:r>
        <w:rPr>
          <w:rtl/>
        </w:rPr>
        <w:t xml:space="preserve"> ..</w:t>
      </w:r>
      <w:r w:rsidRPr="00CA52B4">
        <w:rPr>
          <w:rtl/>
        </w:rPr>
        <w:t>.</w:t>
      </w:r>
    </w:p>
    <w:p w:rsidR="00843DF1" w:rsidRPr="00CA52B4" w:rsidRDefault="00843DF1" w:rsidP="00EB70B9">
      <w:pPr>
        <w:pStyle w:val="libBold1"/>
        <w:rPr>
          <w:rtl/>
          <w:lang w:bidi="fa-IR"/>
        </w:rPr>
      </w:pPr>
      <w:r w:rsidRPr="00CA52B4">
        <w:rPr>
          <w:rtl/>
        </w:rPr>
        <w:t>1128</w:t>
      </w:r>
      <w:r>
        <w:rPr>
          <w:rtl/>
        </w:rPr>
        <w:t xml:space="preserve"> ـ </w:t>
      </w:r>
      <w:r w:rsidRPr="00CA52B4">
        <w:rPr>
          <w:rtl/>
        </w:rPr>
        <w:t>المطاع بن المطلب القيني</w:t>
      </w:r>
      <w:r>
        <w:rPr>
          <w:rtl/>
        </w:rPr>
        <w:t xml:space="preserve"> ..</w:t>
      </w:r>
      <w:r w:rsidRPr="00CA52B4">
        <w:rPr>
          <w:rtl/>
        </w:rPr>
        <w:t>.</w:t>
      </w:r>
    </w:p>
    <w:p w:rsidR="00843DF1" w:rsidRPr="00CA52B4" w:rsidRDefault="00843DF1" w:rsidP="00EB70B9">
      <w:pPr>
        <w:pStyle w:val="libBold1"/>
        <w:rPr>
          <w:rtl/>
          <w:lang w:bidi="fa-IR"/>
        </w:rPr>
      </w:pPr>
      <w:r w:rsidRPr="00CA52B4">
        <w:rPr>
          <w:rtl/>
        </w:rPr>
        <w:t>1129</w:t>
      </w:r>
      <w:r>
        <w:rPr>
          <w:rtl/>
        </w:rPr>
        <w:t xml:space="preserve"> ـ </w:t>
      </w:r>
      <w:r w:rsidRPr="00CA52B4">
        <w:rPr>
          <w:rtl/>
        </w:rPr>
        <w:t>مطرف بن حصين العكي</w:t>
      </w:r>
      <w:r>
        <w:rPr>
          <w:rtl/>
        </w:rPr>
        <w:t xml:space="preserve"> ..</w:t>
      </w:r>
      <w:r w:rsidRPr="00CA52B4">
        <w:rPr>
          <w:rtl/>
        </w:rPr>
        <w:t>.</w:t>
      </w:r>
    </w:p>
    <w:p w:rsidR="00843DF1" w:rsidRPr="00CA52B4" w:rsidRDefault="00843DF1" w:rsidP="00EB70B9">
      <w:pPr>
        <w:pStyle w:val="libBold1"/>
        <w:rPr>
          <w:rtl/>
          <w:lang w:bidi="fa-IR"/>
        </w:rPr>
      </w:pPr>
      <w:r w:rsidRPr="00CA52B4">
        <w:rPr>
          <w:rtl/>
        </w:rPr>
        <w:t>1130</w:t>
      </w:r>
      <w:r>
        <w:rPr>
          <w:rtl/>
        </w:rPr>
        <w:t xml:space="preserve"> ـ </w:t>
      </w:r>
      <w:r w:rsidRPr="00CA52B4">
        <w:rPr>
          <w:rtl/>
        </w:rPr>
        <w:t>المهاجر بن حنظلة الجهني</w:t>
      </w:r>
      <w:r>
        <w:rPr>
          <w:rtl/>
        </w:rPr>
        <w:t xml:space="preserve"> ..</w:t>
      </w:r>
      <w:r w:rsidRPr="00CA52B4">
        <w:rPr>
          <w:rtl/>
        </w:rPr>
        <w:t>.</w:t>
      </w:r>
    </w:p>
    <w:p w:rsidR="00843DF1" w:rsidRPr="00CA52B4" w:rsidRDefault="00843DF1" w:rsidP="00EB70B9">
      <w:pPr>
        <w:pStyle w:val="libBold1"/>
        <w:rPr>
          <w:rtl/>
          <w:lang w:bidi="fa-IR"/>
        </w:rPr>
      </w:pPr>
      <w:r w:rsidRPr="00CA52B4">
        <w:rPr>
          <w:rtl/>
        </w:rPr>
        <w:t>1131</w:t>
      </w:r>
      <w:r>
        <w:rPr>
          <w:rtl/>
        </w:rPr>
        <w:t xml:space="preserve"> ـ </w:t>
      </w:r>
      <w:r w:rsidRPr="00CA52B4">
        <w:rPr>
          <w:rtl/>
        </w:rPr>
        <w:t>المهاجر بن عتبة الأسدي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فوارس شجعان قتلوا في صفين سنة 37 ه‍ ، بعد أن قاتلوا أهل الشام قتالا شديدا.</w:t>
      </w:r>
    </w:p>
    <w:p w:rsidR="00843DF1" w:rsidRPr="00CA52B4" w:rsidRDefault="00843DF1" w:rsidP="00B10281">
      <w:pPr>
        <w:pStyle w:val="libVar"/>
        <w:rPr>
          <w:rtl/>
          <w:lang w:bidi="fa-IR"/>
        </w:rPr>
      </w:pPr>
      <w:r w:rsidRPr="00CA52B4">
        <w:rPr>
          <w:rtl/>
          <w:lang w:bidi="fa-IR"/>
        </w:rPr>
        <w:t>وقعة صفين / 556</w:t>
      </w:r>
      <w:r>
        <w:rPr>
          <w:rtl/>
          <w:lang w:bidi="fa-IR"/>
        </w:rPr>
        <w:t xml:space="preserve"> ـ </w:t>
      </w:r>
      <w:r w:rsidRPr="00CA52B4">
        <w:rPr>
          <w:rtl/>
          <w:lang w:bidi="fa-IR"/>
        </w:rPr>
        <w:t>658.</w:t>
      </w:r>
    </w:p>
    <w:p w:rsidR="00843DF1" w:rsidRPr="00CA52B4" w:rsidRDefault="00843DF1" w:rsidP="00F445EC">
      <w:pPr>
        <w:pStyle w:val="Heading1Center"/>
        <w:rPr>
          <w:rtl/>
          <w:lang w:bidi="fa-IR"/>
        </w:rPr>
      </w:pPr>
      <w:r>
        <w:rPr>
          <w:rtl/>
          <w:lang w:bidi="fa-IR"/>
        </w:rPr>
        <w:br w:type="page"/>
      </w:r>
      <w:bookmarkStart w:id="14" w:name="_Toc75964358"/>
      <w:bookmarkStart w:id="15" w:name="_Toc76197521"/>
      <w:r w:rsidRPr="00CA52B4">
        <w:rPr>
          <w:rtl/>
          <w:lang w:bidi="fa-IR"/>
        </w:rPr>
        <w:lastRenderedPageBreak/>
        <w:t>حرف النون</w:t>
      </w:r>
      <w:bookmarkEnd w:id="14"/>
      <w:bookmarkEnd w:id="15"/>
    </w:p>
    <w:p w:rsidR="00843DF1" w:rsidRPr="00CA52B4" w:rsidRDefault="00843DF1" w:rsidP="00EB70B9">
      <w:pPr>
        <w:pStyle w:val="libBold1"/>
        <w:rPr>
          <w:rtl/>
          <w:lang w:bidi="fa-IR"/>
        </w:rPr>
      </w:pPr>
      <w:r w:rsidRPr="00CA52B4">
        <w:rPr>
          <w:rtl/>
        </w:rPr>
        <w:t>1132</w:t>
      </w:r>
      <w:r>
        <w:rPr>
          <w:rtl/>
        </w:rPr>
        <w:t xml:space="preserve"> ـ </w:t>
      </w:r>
      <w:r w:rsidRPr="00CA52B4">
        <w:rPr>
          <w:rtl/>
        </w:rPr>
        <w:t>نابغة بن مخارق بن سليم</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له أحاديث في زيارة القبور. روى عنه ابنه ربيعة في مسند أحمد. وفي بعض المراجع ، نابغة من غير ذكر اسم الأب والجد. وجاء أنّ والده كان من الصحابة.</w:t>
      </w:r>
    </w:p>
    <w:p w:rsidR="00843DF1" w:rsidRPr="00CA52B4" w:rsidRDefault="00843DF1" w:rsidP="00B10281">
      <w:pPr>
        <w:pStyle w:val="libVar"/>
        <w:rPr>
          <w:rtl/>
          <w:lang w:bidi="fa-IR"/>
        </w:rPr>
      </w:pPr>
      <w:r w:rsidRPr="00CA52B4">
        <w:rPr>
          <w:rtl/>
          <w:lang w:bidi="fa-IR"/>
        </w:rPr>
        <w:t>لسان الميزان 6 / 143.</w:t>
      </w:r>
    </w:p>
    <w:p w:rsidR="00843DF1" w:rsidRPr="00CA52B4" w:rsidRDefault="00843DF1" w:rsidP="00EB70B9">
      <w:pPr>
        <w:pStyle w:val="libBold1"/>
        <w:rPr>
          <w:rtl/>
          <w:lang w:bidi="fa-IR"/>
        </w:rPr>
      </w:pPr>
      <w:r w:rsidRPr="00CA52B4">
        <w:rPr>
          <w:rtl/>
        </w:rPr>
        <w:t>1133</w:t>
      </w:r>
      <w:r>
        <w:rPr>
          <w:rtl/>
        </w:rPr>
        <w:t xml:space="preserve"> ـ </w:t>
      </w:r>
      <w:r w:rsidRPr="00CA52B4">
        <w:rPr>
          <w:rtl/>
        </w:rPr>
        <w:t xml:space="preserve">ناجية </w:t>
      </w:r>
      <w:r>
        <w:rPr>
          <w:rtl/>
        </w:rPr>
        <w:t>(</w:t>
      </w:r>
      <w:r w:rsidRPr="00CA52B4">
        <w:rPr>
          <w:rtl/>
        </w:rPr>
        <w:t>أبو خفاف</w:t>
      </w:r>
      <w:r>
        <w:rPr>
          <w:rtl/>
        </w:rPr>
        <w:t>)</w:t>
      </w:r>
      <w:r w:rsidRPr="00CA52B4">
        <w:rPr>
          <w:rtl/>
        </w:rPr>
        <w:t xml:space="preserve"> ابن كعب الأسدي العنزي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تابعي ، صادق ثقة. روى أيضا عن عمار بن ياسر. وابن مسعود. ذكره ابن حبان في الثقات. وجاء أنّه من الصحابة ، وقيل لا تصح له صحبة.</w:t>
      </w:r>
    </w:p>
    <w:p w:rsidR="00843DF1" w:rsidRPr="00CA52B4" w:rsidRDefault="00843DF1" w:rsidP="00B10281">
      <w:pPr>
        <w:pStyle w:val="libVar"/>
        <w:rPr>
          <w:rtl/>
          <w:lang w:bidi="fa-IR"/>
        </w:rPr>
      </w:pPr>
      <w:r w:rsidRPr="00CA52B4">
        <w:rPr>
          <w:rtl/>
          <w:lang w:bidi="fa-IR"/>
        </w:rPr>
        <w:t>أسد الغابة 5 / 5. الإصابة 3 / 542. تقريب التهذيب 2 / 294. تنقيح المقال 3 / 266. تهذيب التهذيب 10 / 399. الجرح والتعديل 8 / 486. لسان الميزان 7 / 407. ميزان الاعتدال 4 / 239.</w:t>
      </w:r>
    </w:p>
    <w:p w:rsidR="00843DF1" w:rsidRPr="00CA52B4" w:rsidRDefault="00843DF1" w:rsidP="00EB70B9">
      <w:pPr>
        <w:pStyle w:val="libBold1"/>
        <w:rPr>
          <w:rtl/>
          <w:lang w:bidi="fa-IR"/>
        </w:rPr>
      </w:pPr>
      <w:r w:rsidRPr="00CA52B4">
        <w:rPr>
          <w:rtl/>
        </w:rPr>
        <w:t>1134</w:t>
      </w:r>
      <w:r>
        <w:rPr>
          <w:rtl/>
        </w:rPr>
        <w:t xml:space="preserve"> ـ </w:t>
      </w:r>
      <w:r w:rsidRPr="00CA52B4">
        <w:rPr>
          <w:rtl/>
        </w:rPr>
        <w:t xml:space="preserve">ناعم </w:t>
      </w:r>
      <w:r>
        <w:rPr>
          <w:rtl/>
        </w:rPr>
        <w:t>(</w:t>
      </w:r>
      <w:r w:rsidRPr="00CA52B4">
        <w:rPr>
          <w:rtl/>
        </w:rPr>
        <w:t>أبو عبد الله</w:t>
      </w:r>
      <w:r>
        <w:rPr>
          <w:rtl/>
        </w:rPr>
        <w:t>)</w:t>
      </w:r>
      <w:r w:rsidRPr="00CA52B4">
        <w:rPr>
          <w:rtl/>
        </w:rPr>
        <w:t xml:space="preserve"> ابن اجيل الهمداني المصري المتوفى 80 ه‍</w:t>
      </w:r>
      <w:r>
        <w:rPr>
          <w:rtl/>
        </w:rPr>
        <w:t>.</w:t>
      </w:r>
    </w:p>
    <w:p w:rsidR="00843DF1" w:rsidRPr="00CA52B4" w:rsidRDefault="00843DF1" w:rsidP="00347E77">
      <w:pPr>
        <w:pStyle w:val="libNormal"/>
        <w:rPr>
          <w:rtl/>
          <w:lang w:bidi="fa-IR"/>
        </w:rPr>
      </w:pPr>
      <w:r w:rsidRPr="00CA52B4">
        <w:rPr>
          <w:rtl/>
          <w:lang w:bidi="fa-IR"/>
        </w:rPr>
        <w:t>أحد الفقهاء الثقات. وكان مولى أم سلمة ، وهو من ثقات المصريين مات عام 80 ه‍</w:t>
      </w:r>
      <w:r>
        <w:rPr>
          <w:rtl/>
          <w:lang w:bidi="fa-IR"/>
        </w:rPr>
        <w:t>.</w:t>
      </w:r>
      <w:r w:rsidRPr="00CA52B4">
        <w:rPr>
          <w:rtl/>
          <w:lang w:bidi="fa-IR"/>
        </w:rPr>
        <w:t xml:space="preserve"> وكان من بيت شرف في همدان أصابه سبأ في الجاهلية فصار إلى أم سلمة فأعتقته. ذكره ابن حبان في الثقات. روى عنه : يزيد بن أبي حبيب ، والأعرج ، وكعب بن علقمة التنوخي ، والحارث بن يزيد ، وعبيد الله بن المغيرة :</w:t>
      </w:r>
    </w:p>
    <w:p w:rsidR="00843DF1" w:rsidRPr="00CA52B4" w:rsidRDefault="00843DF1" w:rsidP="00B10281">
      <w:pPr>
        <w:pStyle w:val="libVar"/>
        <w:rPr>
          <w:rtl/>
          <w:lang w:bidi="fa-IR"/>
        </w:rPr>
      </w:pPr>
      <w:r w:rsidRPr="00CA52B4">
        <w:rPr>
          <w:rtl/>
          <w:lang w:bidi="fa-IR"/>
        </w:rPr>
        <w:t>أسد الغابة 5 / 7. الإصابة 3 / 543. تقريب التهذيب 2 / 295. تنقيح المقال 3 / 266. تهذيب التهذيب 10 / 403. المشتبه 1 / 16.</w:t>
      </w:r>
    </w:p>
    <w:p w:rsidR="00843DF1" w:rsidRPr="00CA52B4" w:rsidRDefault="00843DF1" w:rsidP="00EB70B9">
      <w:pPr>
        <w:pStyle w:val="libBold1"/>
        <w:rPr>
          <w:rtl/>
          <w:lang w:bidi="fa-IR"/>
        </w:rPr>
      </w:pPr>
      <w:r>
        <w:rPr>
          <w:rtl/>
          <w:lang w:bidi="fa-IR"/>
        </w:rPr>
        <w:br w:type="page"/>
      </w:r>
      <w:r w:rsidRPr="00CA52B4">
        <w:rPr>
          <w:rtl/>
        </w:rPr>
        <w:lastRenderedPageBreak/>
        <w:t>1135</w:t>
      </w:r>
      <w:r>
        <w:rPr>
          <w:rtl/>
        </w:rPr>
        <w:t xml:space="preserve"> ـ </w:t>
      </w:r>
      <w:r w:rsidRPr="00CA52B4">
        <w:rPr>
          <w:rtl/>
        </w:rPr>
        <w:t>نافع بن الأسود بن قطبة بن مالك التميمي أبو نحيد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شاعر ، كان بصفين. ويكنّى أيضا بأبي محمد الأسيدي.</w:t>
      </w:r>
      <w:r>
        <w:rPr>
          <w:rFonts w:hint="cs"/>
          <w:rtl/>
          <w:lang w:bidi="fa-IR"/>
        </w:rPr>
        <w:t xml:space="preserve"> </w:t>
      </w:r>
      <w:r w:rsidRPr="00CA52B4">
        <w:rPr>
          <w:rtl/>
          <w:lang w:bidi="fa-IR"/>
        </w:rPr>
        <w:t>شهد فتوح العراق ، ونظم الشعر الكثير في صفين ، ومنه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ألا أبلغا عنّي عليا تحية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فقد قبل الصمّاء لما استقلت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بنى قبة الإسلام بعد انهدامها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قامت عليه قصرة فاستقرت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كأنّ نبيا جاءنا حين هدمها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بما سنّ فيها بعد ما قد أبرت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1 / 208. الأعلام 8 / 316. الكامل في التأريخ 2 / 514. وقعة صفين / 492 ، 533.</w:t>
      </w:r>
    </w:p>
    <w:p w:rsidR="00843DF1" w:rsidRPr="00CA52B4" w:rsidRDefault="00843DF1" w:rsidP="00EB70B9">
      <w:pPr>
        <w:pStyle w:val="libBold1"/>
        <w:rPr>
          <w:rtl/>
          <w:lang w:bidi="fa-IR"/>
        </w:rPr>
      </w:pPr>
      <w:r w:rsidRPr="00CA52B4">
        <w:rPr>
          <w:rtl/>
        </w:rPr>
        <w:t>1136</w:t>
      </w:r>
      <w:r>
        <w:rPr>
          <w:rtl/>
        </w:rPr>
        <w:t xml:space="preserve"> ـ </w:t>
      </w:r>
      <w:r w:rsidRPr="00CA52B4">
        <w:rPr>
          <w:rtl/>
        </w:rPr>
        <w:t xml:space="preserve">نافع </w:t>
      </w:r>
      <w:r>
        <w:rPr>
          <w:rtl/>
        </w:rPr>
        <w:t>(</w:t>
      </w:r>
      <w:r w:rsidRPr="00CA52B4">
        <w:rPr>
          <w:rtl/>
        </w:rPr>
        <w:t>أبو محمد</w:t>
      </w:r>
      <w:r>
        <w:rPr>
          <w:rtl/>
        </w:rPr>
        <w:t>)</w:t>
      </w:r>
      <w:r w:rsidRPr="00CA52B4">
        <w:rPr>
          <w:rtl/>
        </w:rPr>
        <w:t xml:space="preserve"> ابن جبير بن مطعم بن عدي بن نوفل بن عبد مناف النوفلي المدني المتوفى 99 ه‍</w:t>
      </w:r>
      <w:r>
        <w:rPr>
          <w:rtl/>
        </w:rPr>
        <w:t>.</w:t>
      </w:r>
    </w:p>
    <w:p w:rsidR="00843DF1" w:rsidRPr="00CA52B4" w:rsidRDefault="00843DF1" w:rsidP="00347E77">
      <w:pPr>
        <w:pStyle w:val="libNormal"/>
        <w:rPr>
          <w:rtl/>
          <w:lang w:bidi="fa-IR"/>
        </w:rPr>
      </w:pPr>
      <w:r w:rsidRPr="00CA52B4">
        <w:rPr>
          <w:rtl/>
          <w:lang w:bidi="fa-IR"/>
        </w:rPr>
        <w:t>مدني تابعي ، ثقة مشهور أحد الأئمة. وكان من خيار الناس ، يحج ماشيا وناقته تقاد. أخذ عنه خلق كثير وأفتوا بفتواه. مات سنة 99 ه‍ وأعقب : عبد الرحمن. محمدا. عمر. أبا بكر. عليا.</w:t>
      </w:r>
    </w:p>
    <w:p w:rsidR="00843DF1" w:rsidRPr="00CA52B4" w:rsidRDefault="00843DF1" w:rsidP="00B10281">
      <w:pPr>
        <w:pStyle w:val="libVar"/>
        <w:rPr>
          <w:rtl/>
          <w:lang w:bidi="fa-IR"/>
        </w:rPr>
      </w:pPr>
      <w:r w:rsidRPr="00CA52B4">
        <w:rPr>
          <w:rtl/>
          <w:lang w:bidi="fa-IR"/>
        </w:rPr>
        <w:t>الأعلام 8 / 316. البداية والنهاية 9 / 186. تقريب التهذيب 2 / 295. تنقيح المقال 3 / 266. تهذيب التهذيب 10 / 405. تعجيل المنفعة / 497. الجرح والتعديل 8 / 451. جمهرة أنساب العرب / 116. شذرات الذهب 1 / 116. ابن أبي الحديد 14 / 125 ، 198 ، 247. الطبقات الكبرى 5 / 205. العقد الفريد 2 / 51. الغدر 6 / 95. قاموس الرجال 9 / 183. الكامل في التأريخ 5 / 44. مرآة الجنان 1 / 206.</w:t>
      </w:r>
      <w:r>
        <w:rPr>
          <w:rFonts w:hint="cs"/>
          <w:rtl/>
          <w:lang w:bidi="fa-IR"/>
        </w:rPr>
        <w:t xml:space="preserve"> </w:t>
      </w:r>
      <w:r w:rsidRPr="00CA52B4">
        <w:rPr>
          <w:rtl/>
          <w:lang w:bidi="fa-IR"/>
        </w:rPr>
        <w:t xml:space="preserve">النهاية في غريب الحديث 1 / 325 </w:t>
      </w:r>
      <w:r>
        <w:rPr>
          <w:rtl/>
          <w:lang w:bidi="fa-IR"/>
        </w:rPr>
        <w:t>و 4</w:t>
      </w:r>
      <w:r w:rsidRPr="00CA52B4">
        <w:rPr>
          <w:rtl/>
          <w:lang w:bidi="fa-IR"/>
        </w:rPr>
        <w:t xml:space="preserve"> / 249 ، 305. وفيات الأعيان 6 / 277.</w:t>
      </w:r>
    </w:p>
    <w:p w:rsidR="00843DF1" w:rsidRPr="00CA52B4" w:rsidRDefault="00843DF1" w:rsidP="00EB70B9">
      <w:pPr>
        <w:pStyle w:val="libBold1"/>
        <w:rPr>
          <w:rtl/>
          <w:lang w:bidi="fa-IR"/>
        </w:rPr>
      </w:pPr>
      <w:r w:rsidRPr="00CA52B4">
        <w:rPr>
          <w:rtl/>
        </w:rPr>
        <w:t>1137</w:t>
      </w:r>
      <w:r>
        <w:rPr>
          <w:rtl/>
        </w:rPr>
        <w:t xml:space="preserve"> ـ </w:t>
      </w:r>
      <w:r w:rsidRPr="00CA52B4">
        <w:rPr>
          <w:rtl/>
        </w:rPr>
        <w:t>نافع بن عتبة بن أبي وقاص بن زهرة بن كلاب</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 صحابيّ. سار إلى صفين مع عليّ </w:t>
      </w:r>
      <w:r>
        <w:rPr>
          <w:rtl/>
          <w:lang w:bidi="fa-IR"/>
        </w:rPr>
        <w:t>(</w:t>
      </w:r>
      <w:r w:rsidRPr="00CA52B4">
        <w:rPr>
          <w:rtl/>
          <w:lang w:bidi="fa-IR"/>
        </w:rPr>
        <w:t>عليه السلام</w:t>
      </w:r>
      <w:r>
        <w:rPr>
          <w:rtl/>
          <w:lang w:bidi="fa-IR"/>
        </w:rPr>
        <w:t>)</w:t>
      </w:r>
      <w:r w:rsidRPr="00CA52B4">
        <w:rPr>
          <w:rtl/>
          <w:lang w:bidi="fa-IR"/>
        </w:rPr>
        <w:t xml:space="preserve"> ، وهو ابن أخي سعد بن أبي وقاص. وأمه زينب بنت خالد بن عبيد بن سويد الكنانية.</w:t>
      </w:r>
      <w:r>
        <w:rPr>
          <w:rFonts w:hint="cs"/>
          <w:rtl/>
          <w:lang w:bidi="fa-IR"/>
        </w:rPr>
        <w:t xml:space="preserve"> </w:t>
      </w:r>
      <w:r w:rsidRPr="00CA52B4">
        <w:rPr>
          <w:rtl/>
          <w:lang w:bidi="fa-IR"/>
        </w:rPr>
        <w:t xml:space="preserve">شهد أحدا مع أبيه كافرا ، وعتبة أبوه هو الذي كسر رباعية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يوم أحد ، ومات كافرا قبل الفتح ، ثم أسلم نافع يوم فتح مكة.</w:t>
      </w:r>
    </w:p>
    <w:p w:rsidR="00843DF1" w:rsidRPr="00CA52B4" w:rsidRDefault="00843DF1" w:rsidP="00B10281">
      <w:pPr>
        <w:pStyle w:val="libVar"/>
        <w:rPr>
          <w:rtl/>
          <w:lang w:bidi="fa-IR"/>
        </w:rPr>
      </w:pPr>
      <w:r w:rsidRPr="00CA52B4">
        <w:rPr>
          <w:rtl/>
          <w:lang w:bidi="fa-IR"/>
        </w:rPr>
        <w:t>الإصابة 3 / 545. أسد الغابة 5 / 10. الاستيعاب 3 / 539. تاريخ بغداد 1 / 185. تقريب التهذيب 2 / 296. تنقيح المقال 3 / 266. تهذيب التهذيب</w:t>
      </w:r>
    </w:p>
    <w:p w:rsidR="00843DF1" w:rsidRPr="00CA52B4" w:rsidRDefault="00843DF1" w:rsidP="00B10281">
      <w:pPr>
        <w:pStyle w:val="libVar0"/>
        <w:rPr>
          <w:rtl/>
          <w:lang w:bidi="fa-IR"/>
        </w:rPr>
      </w:pPr>
      <w:r>
        <w:rPr>
          <w:rtl/>
          <w:lang w:bidi="fa-IR"/>
        </w:rPr>
        <w:br w:type="page"/>
      </w:r>
      <w:r w:rsidRPr="00CA52B4">
        <w:rPr>
          <w:rtl/>
        </w:rPr>
        <w:lastRenderedPageBreak/>
        <w:t>10 / 408. جامع الرواة 2 / 289. الجرح والتعديل 8 / 451. جمهرة أنساب العرب / 129 ، 273. رجال الشيخ الطوسي / 60. الطبقات الكبرى 5 / 32. الكنى والألقاب 3 / 175. مجمع الرجال 6 / 173. معجم رجال الحديث 19 / 124. نقد الرجال / 360.</w:t>
      </w:r>
    </w:p>
    <w:p w:rsidR="00843DF1" w:rsidRPr="00CA52B4" w:rsidRDefault="00843DF1" w:rsidP="00EB70B9">
      <w:pPr>
        <w:pStyle w:val="libBold1"/>
        <w:rPr>
          <w:rtl/>
          <w:lang w:bidi="fa-IR"/>
        </w:rPr>
      </w:pPr>
      <w:r w:rsidRPr="00CA52B4">
        <w:rPr>
          <w:rtl/>
        </w:rPr>
        <w:t>1138</w:t>
      </w:r>
      <w:r>
        <w:rPr>
          <w:rtl/>
        </w:rPr>
        <w:t xml:space="preserve"> ـ </w:t>
      </w:r>
      <w:r w:rsidRPr="00CA52B4">
        <w:rPr>
          <w:rtl/>
        </w:rPr>
        <w:t>نافع بن عجيرة بن عبد يزيد بن هاشم بن المطلب بن عبد مناف المطلبي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صحابي ثقة روى عنه خلق كبير ، منهم ابنه محمد ، وعبد الله بن عليّ ابن السائب ، ومحمد بن إبراهيم التيمي. وذكره ابن حبان في الثقات.</w:t>
      </w:r>
      <w:r>
        <w:rPr>
          <w:rFonts w:hint="cs"/>
          <w:rtl/>
          <w:lang w:bidi="fa-IR"/>
        </w:rPr>
        <w:t xml:space="preserve"> </w:t>
      </w:r>
      <w:r w:rsidRPr="00CA52B4">
        <w:rPr>
          <w:rtl/>
          <w:lang w:bidi="fa-IR"/>
        </w:rPr>
        <w:t>واختلف في كونه من الصحابة.</w:t>
      </w:r>
    </w:p>
    <w:p w:rsidR="00843DF1" w:rsidRPr="00CA52B4" w:rsidRDefault="00843DF1" w:rsidP="00347E77">
      <w:pPr>
        <w:pStyle w:val="libNormal"/>
        <w:rPr>
          <w:rtl/>
          <w:lang w:bidi="fa-IR"/>
        </w:rPr>
      </w:pPr>
      <w:r w:rsidRPr="00CA52B4">
        <w:rPr>
          <w:rtl/>
          <w:lang w:bidi="fa-IR"/>
        </w:rPr>
        <w:t>وفي بعض المراجع ، نافع بن عجير.</w:t>
      </w:r>
    </w:p>
    <w:p w:rsidR="00843DF1" w:rsidRPr="00CA52B4" w:rsidRDefault="00843DF1" w:rsidP="00B10281">
      <w:pPr>
        <w:pStyle w:val="libVar"/>
        <w:rPr>
          <w:rtl/>
          <w:lang w:bidi="fa-IR"/>
        </w:rPr>
      </w:pPr>
      <w:r w:rsidRPr="00CA52B4">
        <w:rPr>
          <w:rtl/>
          <w:lang w:bidi="fa-IR"/>
        </w:rPr>
        <w:t>أسد الغابة 5 / 10. الإصابة 3 / 545. تهذيب التهذيب 10 / 408. الجرح والتعديل 8 / 454.</w:t>
      </w:r>
    </w:p>
    <w:p w:rsidR="00843DF1" w:rsidRPr="00CA52B4" w:rsidRDefault="00843DF1" w:rsidP="00EB70B9">
      <w:pPr>
        <w:pStyle w:val="libBold1"/>
        <w:rPr>
          <w:rtl/>
          <w:lang w:bidi="fa-IR"/>
        </w:rPr>
      </w:pPr>
      <w:r w:rsidRPr="00CA52B4">
        <w:rPr>
          <w:rtl/>
        </w:rPr>
        <w:t>1139</w:t>
      </w:r>
      <w:r>
        <w:rPr>
          <w:rtl/>
        </w:rPr>
        <w:t xml:space="preserve"> ـ </w:t>
      </w:r>
      <w:r w:rsidRPr="00CA52B4">
        <w:rPr>
          <w:rtl/>
        </w:rPr>
        <w:t>نبي أبو المنذر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سماك. قال : جاء جاثليق إلى عليّ </w:t>
      </w:r>
      <w:r>
        <w:rPr>
          <w:rtl/>
          <w:lang w:bidi="fa-IR"/>
        </w:rPr>
        <w:t>(</w:t>
      </w:r>
      <w:r w:rsidRPr="00CA52B4">
        <w:rPr>
          <w:rtl/>
          <w:lang w:bidi="fa-IR"/>
        </w:rPr>
        <w:t>عليه السلام</w:t>
      </w:r>
      <w:r>
        <w:rPr>
          <w:rtl/>
          <w:lang w:bidi="fa-IR"/>
        </w:rPr>
        <w:t>)</w:t>
      </w:r>
      <w:r w:rsidRPr="00CA52B4">
        <w:rPr>
          <w:rtl/>
          <w:lang w:bidi="fa-IR"/>
        </w:rPr>
        <w:t xml:space="preserve"> ، فأراد أن يسجد له فمنعه ، ذكره ابن أبي حاتم الرازي ، في كتابه.</w:t>
      </w:r>
    </w:p>
    <w:p w:rsidR="00843DF1" w:rsidRPr="00CA52B4" w:rsidRDefault="00843DF1" w:rsidP="00B10281">
      <w:pPr>
        <w:pStyle w:val="libVar"/>
        <w:rPr>
          <w:rtl/>
          <w:lang w:bidi="fa-IR"/>
        </w:rPr>
      </w:pPr>
      <w:r w:rsidRPr="00CA52B4">
        <w:rPr>
          <w:rtl/>
          <w:lang w:bidi="fa-IR"/>
        </w:rPr>
        <w:t>الجرح والتعديل 8 / 509.</w:t>
      </w:r>
    </w:p>
    <w:p w:rsidR="00843DF1" w:rsidRPr="00CA52B4" w:rsidRDefault="00843DF1" w:rsidP="00EB70B9">
      <w:pPr>
        <w:pStyle w:val="libBold1"/>
        <w:rPr>
          <w:rtl/>
          <w:lang w:bidi="fa-IR"/>
        </w:rPr>
      </w:pPr>
      <w:r w:rsidRPr="00CA52B4">
        <w:rPr>
          <w:rtl/>
        </w:rPr>
        <w:t>1140</w:t>
      </w:r>
      <w:r>
        <w:rPr>
          <w:rtl/>
        </w:rPr>
        <w:t xml:space="preserve"> ـ </w:t>
      </w:r>
      <w:r w:rsidRPr="00CA52B4">
        <w:rPr>
          <w:rtl/>
        </w:rPr>
        <w:t>1147</w:t>
      </w:r>
      <w:r>
        <w:rPr>
          <w:rtl/>
        </w:rPr>
        <w:t xml:space="preserve"> ـ </w:t>
      </w:r>
      <w:r w:rsidRPr="00CA52B4">
        <w:rPr>
          <w:rtl/>
        </w:rPr>
        <w:t>نجي بن سلمة بن جشم بن مالك بن أيد عان بن خريم بن الصدف الحضرمي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ابنه عبد الله ، وأخذ عنه أيضا أولاده : مسلم ، الحسين ، عمران ، الأسقع ، نعيم ، عليّ ، حمزة. قتلوا كلهم بصفين مع أمير المؤمنين </w:t>
      </w:r>
      <w:r>
        <w:rPr>
          <w:rtl/>
          <w:lang w:bidi="fa-IR"/>
        </w:rPr>
        <w:t>(</w:t>
      </w:r>
      <w:r w:rsidRPr="00CA52B4">
        <w:rPr>
          <w:rtl/>
          <w:lang w:bidi="fa-IR"/>
        </w:rPr>
        <w:t>عليه السلام</w:t>
      </w:r>
      <w:r>
        <w:rPr>
          <w:rtl/>
          <w:lang w:bidi="fa-IR"/>
        </w:rPr>
        <w:t>).</w:t>
      </w:r>
      <w:r w:rsidRPr="00CA52B4">
        <w:rPr>
          <w:rtl/>
          <w:lang w:bidi="fa-IR"/>
        </w:rPr>
        <w:t xml:space="preserve"> كان قليل الحديث. وذكره ابن حبان في الثقات. وكان على مطهرة عليّ </w:t>
      </w:r>
      <w:r>
        <w:rPr>
          <w:rtl/>
          <w:lang w:bidi="fa-IR"/>
        </w:rPr>
        <w:t>(</w:t>
      </w:r>
      <w:r w:rsidRPr="00CA52B4">
        <w:rPr>
          <w:rtl/>
          <w:lang w:bidi="fa-IR"/>
        </w:rPr>
        <w:t>عليه السلام</w:t>
      </w:r>
      <w:r>
        <w:rPr>
          <w:rtl/>
          <w:lang w:bidi="fa-IR"/>
        </w:rPr>
        <w:t>).</w:t>
      </w:r>
      <w:r w:rsidRPr="00CA52B4">
        <w:rPr>
          <w:rtl/>
          <w:lang w:bidi="fa-IR"/>
        </w:rPr>
        <w:t xml:space="preserve"> وكان له عشرة أولاد قتل منهم سبعة مع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الأنساب / 106. تهذيب التهذيب 10 / 422. الجرح والتعديل 8 / 503. اللباب 1 / 97. ميزان الاعتدال 4 / 248.</w:t>
      </w:r>
    </w:p>
    <w:p w:rsidR="00843DF1" w:rsidRPr="00CA52B4" w:rsidRDefault="00843DF1" w:rsidP="00EB70B9">
      <w:pPr>
        <w:pStyle w:val="libBold1"/>
        <w:rPr>
          <w:rtl/>
          <w:lang w:bidi="fa-IR"/>
        </w:rPr>
      </w:pPr>
      <w:r>
        <w:rPr>
          <w:rtl/>
          <w:lang w:bidi="fa-IR"/>
        </w:rPr>
        <w:br w:type="page"/>
      </w:r>
      <w:r w:rsidRPr="00CA52B4">
        <w:rPr>
          <w:rtl/>
        </w:rPr>
        <w:lastRenderedPageBreak/>
        <w:t>1148</w:t>
      </w:r>
      <w:r>
        <w:rPr>
          <w:rtl/>
        </w:rPr>
        <w:t xml:space="preserve"> ـ </w:t>
      </w:r>
      <w:r w:rsidRPr="00CA52B4">
        <w:rPr>
          <w:rtl/>
        </w:rPr>
        <w:t xml:space="preserve">نذير </w:t>
      </w:r>
      <w:r>
        <w:rPr>
          <w:rtl/>
        </w:rPr>
        <w:t>(</w:t>
      </w:r>
      <w:r w:rsidRPr="00CA52B4">
        <w:rPr>
          <w:rtl/>
        </w:rPr>
        <w:t>أبو إياس</w:t>
      </w:r>
      <w:r>
        <w:rPr>
          <w:rtl/>
        </w:rPr>
        <w:t>)</w:t>
      </w:r>
      <w:r w:rsidRPr="00CA52B4">
        <w:rPr>
          <w:rtl/>
        </w:rPr>
        <w:t xml:space="preserve"> الضبّي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تابعي. وفي بعض المراجع : نزير. أعقب : إياس.</w:t>
      </w:r>
    </w:p>
    <w:p w:rsidR="00843DF1" w:rsidRPr="00CA52B4" w:rsidRDefault="00843DF1" w:rsidP="00B10281">
      <w:pPr>
        <w:pStyle w:val="libVar"/>
        <w:rPr>
          <w:rtl/>
          <w:lang w:bidi="fa-IR"/>
        </w:rPr>
      </w:pPr>
      <w:r w:rsidRPr="00CA52B4">
        <w:rPr>
          <w:rtl/>
          <w:lang w:bidi="fa-IR"/>
        </w:rPr>
        <w:t>تهذيب التهذيب 10 / 423. الغدير 1 / 71 ، 186. ميزان الاعتدال 4 / 248.</w:t>
      </w:r>
      <w:r>
        <w:rPr>
          <w:rFonts w:hint="cs"/>
          <w:rtl/>
          <w:lang w:bidi="fa-IR"/>
        </w:rPr>
        <w:t xml:space="preserve"> </w:t>
      </w:r>
      <w:r w:rsidRPr="00CA52B4">
        <w:rPr>
          <w:rtl/>
          <w:lang w:bidi="fa-IR"/>
        </w:rPr>
        <w:t>المشتبه في الرجال 2 / 636.</w:t>
      </w:r>
    </w:p>
    <w:p w:rsidR="00843DF1" w:rsidRPr="00CA52B4" w:rsidRDefault="00843DF1" w:rsidP="00EB70B9">
      <w:pPr>
        <w:pStyle w:val="libBold1"/>
        <w:rPr>
          <w:rtl/>
          <w:lang w:bidi="fa-IR"/>
        </w:rPr>
      </w:pPr>
      <w:r w:rsidRPr="00CA52B4">
        <w:rPr>
          <w:rtl/>
        </w:rPr>
        <w:t>1149</w:t>
      </w:r>
      <w:r>
        <w:rPr>
          <w:rtl/>
        </w:rPr>
        <w:t xml:space="preserve"> ـ </w:t>
      </w:r>
      <w:r w:rsidRPr="00CA52B4">
        <w:rPr>
          <w:rtl/>
        </w:rPr>
        <w:t>النزال بن سبرة الهلالي الكوفي</w:t>
      </w:r>
      <w:r>
        <w:rPr>
          <w:rtl/>
        </w:rPr>
        <w:t xml:space="preserve"> ..</w:t>
      </w:r>
      <w:r w:rsidRPr="00CA52B4">
        <w:rPr>
          <w:rtl/>
        </w:rPr>
        <w:t>. من بني هلال بن عامر بن صعصعة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كوفي تابعي ثقة ، من كبار التابعين ، وفي الطبقة الأولى منهم. رأى النبي </w:t>
      </w:r>
      <w:r>
        <w:rPr>
          <w:rtl/>
          <w:lang w:bidi="fa-IR"/>
        </w:rPr>
        <w:t>(</w:t>
      </w:r>
      <w:r w:rsidRPr="00CA52B4">
        <w:rPr>
          <w:rtl/>
          <w:lang w:bidi="fa-IR"/>
        </w:rPr>
        <w:t>صلّى الله عليه وآله وسلّم</w:t>
      </w:r>
      <w:r>
        <w:rPr>
          <w:rtl/>
          <w:lang w:bidi="fa-IR"/>
        </w:rPr>
        <w:t>)</w:t>
      </w:r>
      <w:r w:rsidRPr="00CA52B4">
        <w:rPr>
          <w:rtl/>
          <w:lang w:bidi="fa-IR"/>
        </w:rPr>
        <w:t xml:space="preserve"> ولم يرو عنه. روى عنه الشعبي ، والضحاك وغيرهما من الرواة. قال : وافقنا من عليّ بن أبي طالب ذات يوم طيب نفس ومزاح ، فقلنا له : حدثنا عن نفسك ، فقال : قد نهى الله عن التزكية ، فقلنا : إنّ الله يقول : وأما بنعمة ربك فحدّث ، قال : كنت امرأ ، أبتدئ فأعطى وأسكت فابتدأ ، وإنّ تحت الجوانح منّي لعلما جما ، سلوني</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الاستيعاب 3 / 578. أسد الغابة 5 / 15. الإصابة 3 / 553. تقريب التهذيب 2 / 298. تنقيح المقال 3 / 267. تهذيب التهذيب 10 / 423. الجرح والتعديل 8 / 498. جمهرة أنساب العرب / 274. الطبقات الكبرى 6 / 84. الغارات 2 / 736.</w:t>
      </w:r>
    </w:p>
    <w:p w:rsidR="00843DF1" w:rsidRPr="00CA52B4" w:rsidRDefault="00843DF1" w:rsidP="00EB70B9">
      <w:pPr>
        <w:pStyle w:val="libBold1"/>
        <w:rPr>
          <w:rtl/>
          <w:lang w:bidi="fa-IR"/>
        </w:rPr>
      </w:pPr>
      <w:r w:rsidRPr="00CA52B4">
        <w:rPr>
          <w:rtl/>
        </w:rPr>
        <w:t>1150</w:t>
      </w:r>
      <w:r>
        <w:rPr>
          <w:rtl/>
        </w:rPr>
        <w:t xml:space="preserve"> ـ </w:t>
      </w:r>
      <w:r w:rsidRPr="00CA52B4">
        <w:rPr>
          <w:rtl/>
        </w:rPr>
        <w:t>نشاء بن مالك الجهني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الشيخ الطوسي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 وسار على نقله الآخرون من غير زيادة.</w:t>
      </w:r>
    </w:p>
    <w:p w:rsidR="00843DF1" w:rsidRPr="00CA52B4" w:rsidRDefault="00843DF1" w:rsidP="00B10281">
      <w:pPr>
        <w:pStyle w:val="libVar"/>
        <w:rPr>
          <w:rtl/>
          <w:lang w:bidi="fa-IR"/>
        </w:rPr>
      </w:pPr>
      <w:r w:rsidRPr="00CA52B4">
        <w:rPr>
          <w:rtl/>
          <w:lang w:bidi="fa-IR"/>
        </w:rPr>
        <w:t>تنقيح المقال 3 / 267. جامع الرواة 2 / 290. رجال الطوسي / 60. مجمع الرجال 6 / 175. معجم رجال الحديث 19 / 131. منتهى المقال / 318. نقد الرجال / 360.</w:t>
      </w:r>
    </w:p>
    <w:p w:rsidR="00843DF1" w:rsidRPr="00CA52B4" w:rsidRDefault="00843DF1" w:rsidP="00EB70B9">
      <w:pPr>
        <w:pStyle w:val="libBold1"/>
        <w:rPr>
          <w:rtl/>
          <w:lang w:bidi="fa-IR"/>
        </w:rPr>
      </w:pPr>
      <w:r w:rsidRPr="00CA52B4">
        <w:rPr>
          <w:rtl/>
        </w:rPr>
        <w:t>1151</w:t>
      </w:r>
      <w:r>
        <w:rPr>
          <w:rtl/>
        </w:rPr>
        <w:t xml:space="preserve"> ـ </w:t>
      </w:r>
      <w:r w:rsidRPr="00CA52B4">
        <w:rPr>
          <w:rtl/>
        </w:rPr>
        <w:t>النضر بن عجلان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شاعر ، كان بصفين. وله شعر في الوقعة ، ومنه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قد كنت عن صفين فيما قد خلا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جنود صفين لعمري غافلا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قد كنت حقا لا أحاذر فتنة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لقد أكون بذاك حقا جاهلا</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فرأيت في جمهور ذلك معظما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لقيت من لهوات ذاك عياطلا</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كيف التفرق والوصيّ إمامنا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لا كيف إلّا حيرة وتخاذلا</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لا تعتبنّ عقولكم لا خير في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من لم يكن عند البلابل عاقلا</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Pr>
                <w:rtl/>
                <w:lang w:bidi="fa-IR"/>
              </w:rPr>
              <w:t>و</w:t>
            </w:r>
            <w:r w:rsidRPr="00CA52B4">
              <w:rPr>
                <w:rtl/>
                <w:lang w:bidi="fa-IR"/>
              </w:rPr>
              <w:t>ذروا معاوية الغويّ وتابعوا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دين الوصيّ تصادفوه عاجلا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10 / 221. شرح ابن أبي الحديد 1 / 149. وقعة صفين / 365.</w:t>
      </w:r>
    </w:p>
    <w:p w:rsidR="00843DF1" w:rsidRPr="00CA52B4" w:rsidRDefault="00843DF1" w:rsidP="00EB70B9">
      <w:pPr>
        <w:pStyle w:val="libBold1"/>
        <w:rPr>
          <w:rtl/>
          <w:lang w:bidi="fa-IR"/>
        </w:rPr>
      </w:pPr>
      <w:r w:rsidRPr="00CA52B4">
        <w:rPr>
          <w:rtl/>
        </w:rPr>
        <w:t>1152</w:t>
      </w:r>
      <w:r>
        <w:rPr>
          <w:rtl/>
        </w:rPr>
        <w:t xml:space="preserve"> ـ </w:t>
      </w:r>
      <w:r w:rsidRPr="00CA52B4">
        <w:rPr>
          <w:rtl/>
        </w:rPr>
        <w:t>النضر بن الحارث الضبّي المقتول في 37 ه‍</w:t>
      </w:r>
      <w:r>
        <w:rPr>
          <w:rtl/>
        </w:rPr>
        <w:t>.</w:t>
      </w:r>
    </w:p>
    <w:p w:rsidR="00843DF1" w:rsidRPr="00CA52B4" w:rsidRDefault="00843DF1" w:rsidP="00347E77">
      <w:pPr>
        <w:pStyle w:val="libNormal"/>
        <w:rPr>
          <w:rtl/>
          <w:lang w:bidi="fa-IR"/>
        </w:rPr>
      </w:pPr>
      <w:r w:rsidRPr="00CA52B4">
        <w:rPr>
          <w:rtl/>
          <w:lang w:bidi="fa-IR"/>
        </w:rPr>
        <w:t xml:space="preserve">شاعر ، كان في حرب صفين ، وقال الشعر فيها ، وجاء اسمه فيمن قتل من أصحاب عليّ </w:t>
      </w:r>
      <w:r>
        <w:rPr>
          <w:rtl/>
          <w:lang w:bidi="fa-IR"/>
        </w:rPr>
        <w:t>(</w:t>
      </w:r>
      <w:r w:rsidRPr="00CA52B4">
        <w:rPr>
          <w:rtl/>
          <w:lang w:bidi="fa-IR"/>
        </w:rPr>
        <w:t>عليه السلام</w:t>
      </w:r>
      <w:r>
        <w:rPr>
          <w:rtl/>
          <w:lang w:bidi="fa-IR"/>
        </w:rPr>
        <w:t>).</w:t>
      </w:r>
      <w:r w:rsidRPr="00CA52B4">
        <w:rPr>
          <w:rtl/>
          <w:lang w:bidi="fa-IR"/>
        </w:rPr>
        <w:t xml:space="preserve"> قال نصر : غدا عليّ </w:t>
      </w:r>
      <w:r>
        <w:rPr>
          <w:rtl/>
          <w:lang w:bidi="fa-IR"/>
        </w:rPr>
        <w:t>(</w:t>
      </w:r>
      <w:r w:rsidRPr="00CA52B4">
        <w:rPr>
          <w:rtl/>
          <w:lang w:bidi="fa-IR"/>
        </w:rPr>
        <w:t>عليه السلام</w:t>
      </w:r>
      <w:r>
        <w:rPr>
          <w:rtl/>
          <w:lang w:bidi="fa-IR"/>
        </w:rPr>
        <w:t>)</w:t>
      </w:r>
      <w:r w:rsidRPr="00CA52B4">
        <w:rPr>
          <w:rtl/>
          <w:lang w:bidi="fa-IR"/>
        </w:rPr>
        <w:t xml:space="preserve"> يوما منقطعا من خيله ومعه الأشتر ، وهو يريد التل ، وهو يقول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sidRPr="00CA52B4">
              <w:rPr>
                <w:rtl/>
                <w:lang w:bidi="fa-IR"/>
              </w:rPr>
              <w:t>إنّي عليّ فاسألوا لتخبروا</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ثم ابرزوا إلى الوغى أو أدبروا</w:t>
            </w:r>
            <w:r w:rsidRPr="00B10281">
              <w:rPr>
                <w:rStyle w:val="libPoemTiniCharChar"/>
                <w:rtl/>
              </w:rPr>
              <w:br/>
              <w:t> </w:t>
            </w:r>
          </w:p>
        </w:tc>
      </w:tr>
      <w:tr w:rsidR="00843DF1" w:rsidRPr="00CA52B4" w:rsidTr="00C360D4">
        <w:trPr>
          <w:tblCellSpacing w:w="15" w:type="dxa"/>
          <w:jc w:val="center"/>
        </w:trPr>
        <w:tc>
          <w:tcPr>
            <w:tcW w:w="2361" w:type="pct"/>
            <w:vAlign w:val="center"/>
            <w:hideMark/>
          </w:tcPr>
          <w:p w:rsidR="00843DF1" w:rsidRPr="00CA52B4" w:rsidRDefault="00843DF1" w:rsidP="00B10281">
            <w:pPr>
              <w:pStyle w:val="libPoem"/>
            </w:pPr>
            <w:r w:rsidRPr="00CA52B4">
              <w:rPr>
                <w:rtl/>
                <w:lang w:bidi="fa-IR"/>
              </w:rPr>
              <w:t>سيفي حسامي ، وسناني أزهر</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منّا النبيّ الطيّب المطهّر</w:t>
            </w:r>
            <w:r w:rsidRPr="00B10281">
              <w:rPr>
                <w:rStyle w:val="libPoemTiniCharChar"/>
                <w:rtl/>
              </w:rPr>
              <w:br/>
              <w:t> </w:t>
            </w:r>
          </w:p>
        </w:tc>
      </w:tr>
      <w:tr w:rsidR="00843DF1" w:rsidRPr="00CA52B4" w:rsidTr="00C360D4">
        <w:trPr>
          <w:tblCellSpacing w:w="15" w:type="dxa"/>
          <w:jc w:val="center"/>
        </w:trPr>
        <w:tc>
          <w:tcPr>
            <w:tcW w:w="2361" w:type="pct"/>
            <w:vAlign w:val="center"/>
            <w:hideMark/>
          </w:tcPr>
          <w:p w:rsidR="00843DF1" w:rsidRPr="00CA52B4" w:rsidRDefault="00843DF1" w:rsidP="00B10281">
            <w:pPr>
              <w:pStyle w:val="libPoem"/>
            </w:pPr>
            <w:r>
              <w:rPr>
                <w:rtl/>
                <w:lang w:bidi="fa-IR"/>
              </w:rPr>
              <w:t>و</w:t>
            </w:r>
            <w:r w:rsidRPr="00CA52B4">
              <w:rPr>
                <w:rtl/>
                <w:lang w:bidi="fa-IR"/>
              </w:rPr>
              <w:t>حمزة الخير ، ومنا جعفر</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له جناح في الجنان أخضر</w:t>
            </w:r>
            <w:r w:rsidRPr="00B10281">
              <w:rPr>
                <w:rStyle w:val="libPoemTiniCharChar"/>
                <w:rtl/>
              </w:rPr>
              <w:br/>
              <w:t> </w:t>
            </w:r>
          </w:p>
        </w:tc>
      </w:tr>
      <w:tr w:rsidR="00843DF1" w:rsidRPr="00CA52B4" w:rsidTr="00C360D4">
        <w:trPr>
          <w:tblCellSpacing w:w="15" w:type="dxa"/>
          <w:jc w:val="center"/>
        </w:trPr>
        <w:tc>
          <w:tcPr>
            <w:tcW w:w="2361" w:type="pct"/>
            <w:vAlign w:val="center"/>
            <w:hideMark/>
          </w:tcPr>
          <w:p w:rsidR="00843DF1" w:rsidRPr="00CA52B4" w:rsidRDefault="00843DF1" w:rsidP="00B10281">
            <w:pPr>
              <w:pStyle w:val="libPoem"/>
            </w:pPr>
            <w:r w:rsidRPr="00CA52B4">
              <w:rPr>
                <w:rtl/>
                <w:lang w:bidi="fa-IR"/>
              </w:rPr>
              <w:t>ذا أسد الله ، وفيه مفخر</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هذا وهذا وابن هند مجحر</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sidRPr="00CA52B4">
              <w:rPr>
                <w:rtl/>
              </w:rPr>
              <w:t>مذبذب ، مطّرد ، مؤخر</w:t>
            </w:r>
          </w:p>
        </w:tc>
      </w:tr>
    </w:tbl>
    <w:p w:rsidR="00843DF1" w:rsidRPr="00CA52B4" w:rsidRDefault="00843DF1" w:rsidP="00347E77">
      <w:pPr>
        <w:pStyle w:val="libNormal"/>
        <w:rPr>
          <w:rtl/>
          <w:lang w:bidi="fa-IR"/>
        </w:rPr>
      </w:pPr>
      <w:r w:rsidRPr="00CA52B4">
        <w:rPr>
          <w:rtl/>
          <w:lang w:bidi="fa-IR"/>
        </w:rPr>
        <w:t xml:space="preserve">فاستقبله بسر بن أرطاة قريبا من التل ، وهو مقنع بالحديد لا يعرف فناداه ابرز إليّ أبا الحسن. فانحدر إليه عليّ ، تؤدة غير مكترث ، حتّى إذا قاربه طعنه وهو دارع فألقاه على الأرض ، ومنع الدرع السنان أن يصل إليه ، فاتقاه بسر بعورته ، وقصد أن يكشفها يستدفع بأسه ، فانصرف عنه عليّ </w:t>
      </w:r>
      <w:r>
        <w:rPr>
          <w:rtl/>
          <w:lang w:bidi="fa-IR"/>
        </w:rPr>
        <w:t>(</w:t>
      </w:r>
      <w:r w:rsidRPr="00CA52B4">
        <w:rPr>
          <w:rtl/>
          <w:lang w:bidi="fa-IR"/>
        </w:rPr>
        <w:t>عليه السلام</w:t>
      </w:r>
      <w:r>
        <w:rPr>
          <w:rtl/>
          <w:lang w:bidi="fa-IR"/>
        </w:rPr>
        <w:t>)</w:t>
      </w:r>
      <w:r w:rsidRPr="00CA52B4">
        <w:rPr>
          <w:rtl/>
          <w:lang w:bidi="fa-IR"/>
        </w:rPr>
        <w:t xml:space="preserve"> مستدبرا له فعرفه الأشتر حين سقط ، فقال يا أمير المؤمنين :</w:t>
      </w:r>
      <w:r>
        <w:rPr>
          <w:rFonts w:hint="cs"/>
          <w:rtl/>
          <w:lang w:bidi="fa-IR"/>
        </w:rPr>
        <w:t xml:space="preserve"> </w:t>
      </w:r>
      <w:r w:rsidRPr="00CA52B4">
        <w:rPr>
          <w:rtl/>
          <w:lang w:bidi="fa-IR"/>
        </w:rPr>
        <w:t>هذا بسر بن أرطاة عدوّ الله ، وعدوّك. فقال : دعه عليه لعنة الله أبعد أن فعلها</w:t>
      </w:r>
      <w:r>
        <w:rPr>
          <w:rtl/>
          <w:lang w:bidi="fa-IR"/>
        </w:rPr>
        <w:t>؟</w:t>
      </w:r>
    </w:p>
    <w:p w:rsidR="00843DF1" w:rsidRPr="00CA52B4" w:rsidRDefault="00843DF1" w:rsidP="00347E77">
      <w:pPr>
        <w:pStyle w:val="libNormal"/>
        <w:rPr>
          <w:rtl/>
          <w:lang w:bidi="fa-IR"/>
        </w:rPr>
      </w:pPr>
      <w:r w:rsidRPr="00CA52B4">
        <w:rPr>
          <w:rtl/>
          <w:lang w:bidi="fa-IR"/>
        </w:rPr>
        <w:t xml:space="preserve">فحملها ابن عم لبسر شاب على عليّ </w:t>
      </w:r>
      <w:r>
        <w:rPr>
          <w:rtl/>
          <w:lang w:bidi="fa-IR"/>
        </w:rPr>
        <w:t>(</w:t>
      </w:r>
      <w:r w:rsidRPr="00CA52B4">
        <w:rPr>
          <w:rtl/>
          <w:lang w:bidi="fa-IR"/>
        </w:rPr>
        <w:t>عليه السلام</w:t>
      </w:r>
      <w:r>
        <w:rPr>
          <w:rtl/>
          <w:lang w:bidi="fa-IR"/>
        </w:rPr>
        <w:t>)</w:t>
      </w:r>
      <w:r w:rsidRPr="00CA52B4">
        <w:rPr>
          <w:rtl/>
          <w:lang w:bidi="fa-IR"/>
        </w:rPr>
        <w:t xml:space="preserve"> وهو يقول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0"/>
        <w:gridCol w:w="445"/>
        <w:gridCol w:w="5012"/>
      </w:tblGrid>
      <w:tr w:rsidR="00843DF1" w:rsidRPr="00CA52B4" w:rsidTr="00C360D4">
        <w:trPr>
          <w:tblCellSpacing w:w="15" w:type="dxa"/>
          <w:jc w:val="center"/>
        </w:trPr>
        <w:tc>
          <w:tcPr>
            <w:tcW w:w="2361" w:type="pct"/>
            <w:vAlign w:val="center"/>
            <w:hideMark/>
          </w:tcPr>
          <w:p w:rsidR="00843DF1" w:rsidRPr="00CA52B4" w:rsidRDefault="00843DF1" w:rsidP="00B10281">
            <w:pPr>
              <w:pStyle w:val="libPoem"/>
              <w:rPr>
                <w:rtl/>
                <w:lang w:bidi="fa-IR"/>
              </w:rPr>
            </w:pPr>
            <w:r w:rsidRPr="00CA52B4">
              <w:rPr>
                <w:rtl/>
                <w:lang w:bidi="fa-IR"/>
              </w:rPr>
              <w:t xml:space="preserve">أرديت بسرا والغلام ثائره </w:t>
            </w:r>
            <w:r w:rsidRPr="00B10281">
              <w:rPr>
                <w:rStyle w:val="libPoemTiniCharChar"/>
                <w:rtl/>
              </w:rPr>
              <w:br/>
              <w:t> </w:t>
            </w:r>
          </w:p>
        </w:tc>
        <w:tc>
          <w:tcPr>
            <w:tcW w:w="197" w:type="pct"/>
            <w:vAlign w:val="center"/>
            <w:hideMark/>
          </w:tcPr>
          <w:p w:rsidR="00843DF1" w:rsidRPr="00CA52B4" w:rsidRDefault="00843DF1" w:rsidP="00B10281">
            <w:pPr>
              <w:pStyle w:val="libPoem"/>
            </w:pPr>
            <w:r w:rsidRPr="00CA52B4">
              <w:rPr>
                <w:rtl/>
              </w:rPr>
              <w:t> </w:t>
            </w:r>
          </w:p>
        </w:tc>
        <w:tc>
          <w:tcPr>
            <w:tcW w:w="2362" w:type="pct"/>
            <w:vAlign w:val="center"/>
            <w:hideMark/>
          </w:tcPr>
          <w:p w:rsidR="00843DF1" w:rsidRPr="00CA52B4" w:rsidRDefault="00843DF1" w:rsidP="00B10281">
            <w:pPr>
              <w:pStyle w:val="libPoem"/>
            </w:pPr>
            <w:r w:rsidRPr="00CA52B4">
              <w:rPr>
                <w:rtl/>
                <w:lang w:bidi="fa-IR"/>
              </w:rPr>
              <w:t xml:space="preserve">أرديت شيخا غاب عنه ناصره </w:t>
            </w:r>
            <w:r w:rsidRPr="00B10281">
              <w:rPr>
                <w:rStyle w:val="libPoemTiniCharChar"/>
                <w:rtl/>
              </w:rPr>
              <w:br/>
              <w:t> </w:t>
            </w:r>
          </w:p>
        </w:tc>
      </w:tr>
      <w:tr w:rsidR="00843DF1" w:rsidRPr="00CA52B4" w:rsidTr="00C360D4">
        <w:trPr>
          <w:tblCellSpacing w:w="15" w:type="dxa"/>
          <w:jc w:val="center"/>
        </w:trPr>
        <w:tc>
          <w:tcPr>
            <w:tcW w:w="0" w:type="auto"/>
            <w:gridSpan w:val="3"/>
            <w:vAlign w:val="center"/>
            <w:hideMark/>
          </w:tcPr>
          <w:p w:rsidR="00843DF1" w:rsidRPr="00CA52B4" w:rsidRDefault="00843DF1" w:rsidP="00B10281">
            <w:pPr>
              <w:pStyle w:val="libPoemCenter"/>
            </w:pPr>
            <w:r>
              <w:rPr>
                <w:rtl/>
              </w:rPr>
              <w:t>و</w:t>
            </w:r>
            <w:r w:rsidRPr="00CA52B4">
              <w:rPr>
                <w:rtl/>
              </w:rPr>
              <w:t xml:space="preserve">كلنا حام لبسر واتره </w:t>
            </w:r>
          </w:p>
        </w:tc>
      </w:tr>
    </w:tbl>
    <w:p w:rsidR="00843DF1" w:rsidRPr="00CA52B4" w:rsidRDefault="00843DF1" w:rsidP="00347E77">
      <w:pPr>
        <w:pStyle w:val="libNormal"/>
      </w:pPr>
    </w:p>
    <w:p w:rsidR="00843DF1" w:rsidRPr="00CA52B4" w:rsidRDefault="00843DF1" w:rsidP="00B10281">
      <w:pPr>
        <w:pStyle w:val="libNormal0"/>
        <w:rPr>
          <w:rtl/>
          <w:lang w:bidi="fa-IR"/>
        </w:rPr>
      </w:pPr>
      <w:r>
        <w:rPr>
          <w:rtl/>
          <w:lang w:bidi="fa-IR"/>
        </w:rPr>
        <w:br w:type="page"/>
      </w:r>
      <w:r w:rsidRPr="00CA52B4">
        <w:rPr>
          <w:rtl/>
          <w:lang w:bidi="fa-IR"/>
        </w:rPr>
        <w:lastRenderedPageBreak/>
        <w:t>فحمل عليه الأشتر ،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أكل يوم رجل شيخ شاغرة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عورة وسط العجاج ظاهرة</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تبرزها طعنة كفّ واترة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عمرو وبسر رميا بالفاقرة</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فطعنه الأشتر ، فكسر صلبه وقام بسر من طعنة عليّ موليا ، وولت خيله وناداه عليّ : يا بسر معاوية كان أحق بهذا منك. فرجع بسر إلى معاوية فقال له معاوية : ارفع طرفك قد أدال الله عمرا منك. فقال في ذلك النضر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أ</w:t>
            </w:r>
            <w:r w:rsidRPr="00CA52B4">
              <w:rPr>
                <w:rtl/>
                <w:lang w:bidi="fa-IR"/>
              </w:rPr>
              <w:t xml:space="preserve">في كل يوم فارس تندبونه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له عورة وسط العجاجة باديه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يكفّ بها عنه عليّ سنانه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يضحك منها في الخلاء معاويه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بدت أمس من عمرو فقنّع رأسه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عورة بسر مثلها حذو حاذيه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فقولا لعمرو ، وابن أرطاة أبصرا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سبيلكما لا تلقيا الليث ثانيه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لا تحمدا إلّا الحيا وخصاكما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هما كانتا والله للنفس واقيه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فلولاهما لم تنجوا من سنانه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تلك بما فيها عن العود ناهيه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متى تلقيا الخيل المشيخة صبحة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فيها عليّ فاتركا الخيل ناحيه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كونا بعيدا حيث لا يبلغ القنا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حمي الوغى إنّ التجارب كافيه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إن كان منه بعد في النفس حاجة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فعودا إلى ما شئتما هي ما هيه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وقعة صفين / 460</w:t>
      </w:r>
      <w:r>
        <w:rPr>
          <w:rtl/>
          <w:lang w:bidi="fa-IR"/>
        </w:rPr>
        <w:t xml:space="preserve"> ـ </w:t>
      </w:r>
      <w:r w:rsidRPr="00CA52B4">
        <w:rPr>
          <w:rtl/>
          <w:lang w:bidi="fa-IR"/>
        </w:rPr>
        <w:t>462 ، 557.</w:t>
      </w:r>
    </w:p>
    <w:p w:rsidR="00843DF1" w:rsidRPr="00CA52B4" w:rsidRDefault="00843DF1" w:rsidP="00EB70B9">
      <w:pPr>
        <w:pStyle w:val="libBold1"/>
        <w:rPr>
          <w:rtl/>
          <w:lang w:bidi="fa-IR"/>
        </w:rPr>
      </w:pPr>
      <w:r w:rsidRPr="00CA52B4">
        <w:rPr>
          <w:rtl/>
        </w:rPr>
        <w:t>1153</w:t>
      </w:r>
      <w:r>
        <w:rPr>
          <w:rtl/>
        </w:rPr>
        <w:t xml:space="preserve"> ـ </w:t>
      </w:r>
      <w:r w:rsidRPr="00CA52B4">
        <w:rPr>
          <w:rtl/>
        </w:rPr>
        <w:t>نضلة بن عبد الله بن الحارث بن حبال بن ربيعة بن دعبل بن أنس بن جذيمة بن مالك بن سلامان بن أسلم بن أقصى الأسلمي</w:t>
      </w:r>
      <w:r>
        <w:rPr>
          <w:rtl/>
        </w:rPr>
        <w:t xml:space="preserve"> ..</w:t>
      </w:r>
      <w:r w:rsidRPr="00CA52B4">
        <w:rPr>
          <w:rtl/>
        </w:rPr>
        <w:t>. ويعرف بأبي برزة الأسلمي الخزاعي المتوفى بعد 64 ه‍</w:t>
      </w:r>
      <w:r>
        <w:rPr>
          <w:rtl/>
        </w:rPr>
        <w:t>.</w:t>
      </w:r>
    </w:p>
    <w:p w:rsidR="00843DF1" w:rsidRPr="00CA52B4" w:rsidRDefault="00843DF1" w:rsidP="00347E77">
      <w:pPr>
        <w:pStyle w:val="libNormal"/>
        <w:rPr>
          <w:rtl/>
          <w:lang w:bidi="fa-IR"/>
        </w:rPr>
      </w:pPr>
      <w:r w:rsidRPr="00CA52B4">
        <w:rPr>
          <w:rtl/>
          <w:lang w:bidi="fa-IR"/>
        </w:rPr>
        <w:t xml:space="preserve">صحابي ، فاضل نزل البصرة وتحدّث فيها. وغزى مع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سبع غزوات ، وشهد مع عليّ </w:t>
      </w:r>
      <w:r>
        <w:rPr>
          <w:rtl/>
          <w:lang w:bidi="fa-IR"/>
        </w:rPr>
        <w:t>(</w:t>
      </w:r>
      <w:r w:rsidRPr="00CA52B4">
        <w:rPr>
          <w:rtl/>
          <w:lang w:bidi="fa-IR"/>
        </w:rPr>
        <w:t>عليه السلام</w:t>
      </w:r>
      <w:r>
        <w:rPr>
          <w:rtl/>
          <w:lang w:bidi="fa-IR"/>
        </w:rPr>
        <w:t>)</w:t>
      </w:r>
      <w:r w:rsidRPr="00CA52B4">
        <w:rPr>
          <w:rtl/>
          <w:lang w:bidi="fa-IR"/>
        </w:rPr>
        <w:t xml:space="preserve"> النّهروان وصفين ، مات بنيسابور بعد 64 ه‍</w:t>
      </w:r>
      <w:r>
        <w:rPr>
          <w:rtl/>
          <w:lang w:bidi="fa-IR"/>
        </w:rPr>
        <w:t>.</w:t>
      </w:r>
      <w:r w:rsidRPr="00CA52B4">
        <w:rPr>
          <w:rtl/>
          <w:lang w:bidi="fa-IR"/>
        </w:rPr>
        <w:t xml:space="preserve"> وقيل : بالبصرة ، وقيل : بخراسان ، وقيل : بمغازة بين سجستان وهراة. وخلّف : المغيرة. وكان أبو برزة عند يزيد بن معاوية ، لما أتى برأس الحسين بن عليّ </w:t>
      </w:r>
      <w:r>
        <w:rPr>
          <w:rtl/>
          <w:lang w:bidi="fa-IR"/>
        </w:rPr>
        <w:t>(</w:t>
      </w:r>
      <w:r w:rsidRPr="00CA52B4">
        <w:rPr>
          <w:rtl/>
          <w:lang w:bidi="fa-IR"/>
        </w:rPr>
        <w:t>عليه السلام</w:t>
      </w:r>
      <w:r>
        <w:rPr>
          <w:rtl/>
          <w:lang w:bidi="fa-IR"/>
        </w:rPr>
        <w:t>)</w:t>
      </w:r>
      <w:r w:rsidRPr="00CA52B4">
        <w:rPr>
          <w:rtl/>
          <w:lang w:bidi="fa-IR"/>
        </w:rPr>
        <w:t xml:space="preserve"> فرآه أبو برزة ، وهو ينكث ثغر الحسين بقضيب في يده ، فقال : لقد أخذ قضيبك من</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ثغره مأخذا ربما رأيت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يرشفه ، أما إنّك يا يزيد تجيء يوم القيامة ، وابن زياد شفيعك ، ويجيء هذا ومحمد شفيعه ، ثم قام فولى.</w:t>
      </w:r>
    </w:p>
    <w:p w:rsidR="00843DF1" w:rsidRPr="00CA52B4" w:rsidRDefault="00843DF1" w:rsidP="00B10281">
      <w:pPr>
        <w:pStyle w:val="libVar"/>
        <w:rPr>
          <w:rtl/>
          <w:lang w:bidi="fa-IR"/>
        </w:rPr>
      </w:pPr>
      <w:r w:rsidRPr="00CA52B4">
        <w:rPr>
          <w:rtl/>
          <w:lang w:bidi="fa-IR"/>
        </w:rPr>
        <w:t>إتقان المقال / 142. الاستيعاب 3 / 542 وج 4 / 24. أسد الغابة 5 / 19.</w:t>
      </w:r>
      <w:r>
        <w:rPr>
          <w:rFonts w:hint="cs"/>
          <w:rtl/>
          <w:lang w:bidi="fa-IR"/>
        </w:rPr>
        <w:t xml:space="preserve"> </w:t>
      </w:r>
      <w:r w:rsidRPr="00CA52B4">
        <w:rPr>
          <w:rtl/>
          <w:lang w:bidi="fa-IR"/>
        </w:rPr>
        <w:t>الاشتقاق / 479. الإصابة 3 / 556. أعيان الشيعة 10 / 222. الأعلام 8 / 358.</w:t>
      </w:r>
      <w:r>
        <w:rPr>
          <w:rFonts w:hint="cs"/>
          <w:rtl/>
          <w:lang w:bidi="fa-IR"/>
        </w:rPr>
        <w:t xml:space="preserve"> </w:t>
      </w:r>
      <w:r w:rsidRPr="00CA52B4">
        <w:rPr>
          <w:rtl/>
          <w:lang w:bidi="fa-IR"/>
        </w:rPr>
        <w:t>الأنساب / 68. بهجة الآمال 7 / 147. وفيه : نضلة بن عبيد. تاريخ بغداد 1 / 182.</w:t>
      </w:r>
      <w:r>
        <w:rPr>
          <w:rFonts w:hint="cs"/>
          <w:rtl/>
          <w:lang w:bidi="fa-IR"/>
        </w:rPr>
        <w:t xml:space="preserve"> </w:t>
      </w:r>
      <w:r w:rsidRPr="00CA52B4">
        <w:rPr>
          <w:rtl/>
          <w:lang w:bidi="fa-IR"/>
        </w:rPr>
        <w:t xml:space="preserve">تذكرة الحفاظ 1 / 47. تقريب التهذيب 2 / 303. تنقيح المقال 3 / 271. تهذيب التهذيب 10 / 446. جامع الرواة 2 / 368. الجرح والتعديل 8 / 499. حلية الأولياء 2 / 32. الدرجات الرفيعة / 418. رجال الطوسي / 60. رجال البرقي / 2. سفينة البحار 1 / 70. الطبقات الكبرى 4 / 298. طبقات الحفاظ / 49. الغدير 1 / 59 ، 395 </w:t>
      </w:r>
      <w:r>
        <w:rPr>
          <w:rtl/>
          <w:lang w:bidi="fa-IR"/>
        </w:rPr>
        <w:t>و 3</w:t>
      </w:r>
      <w:r w:rsidRPr="00CA52B4">
        <w:rPr>
          <w:rtl/>
          <w:lang w:bidi="fa-IR"/>
        </w:rPr>
        <w:t xml:space="preserve"> / 118 </w:t>
      </w:r>
      <w:r>
        <w:rPr>
          <w:rtl/>
          <w:lang w:bidi="fa-IR"/>
        </w:rPr>
        <w:t>و 8</w:t>
      </w:r>
      <w:r w:rsidRPr="00CA52B4">
        <w:rPr>
          <w:rtl/>
          <w:lang w:bidi="fa-IR"/>
        </w:rPr>
        <w:t xml:space="preserve"> / 251 </w:t>
      </w:r>
      <w:r>
        <w:rPr>
          <w:rtl/>
          <w:lang w:bidi="fa-IR"/>
        </w:rPr>
        <w:t>و 1</w:t>
      </w:r>
      <w:r w:rsidRPr="00CA52B4">
        <w:rPr>
          <w:rtl/>
          <w:lang w:bidi="fa-IR"/>
        </w:rPr>
        <w:t xml:space="preserve">0 / 140. قاموس الرجال 9 / 204. الكنى والألقاب 1 / 18. اللباب 1 / 58. مجمع الرجال 6 / 181. المعارف / 146. معجم رجال الحديث 19 / 161. منتهى المقال / 319. نقد الرجال / 361. النهاية في غريب الحديث 1 / 29 </w:t>
      </w:r>
      <w:r>
        <w:rPr>
          <w:rtl/>
          <w:lang w:bidi="fa-IR"/>
        </w:rPr>
        <w:t>و 4</w:t>
      </w:r>
      <w:r w:rsidRPr="00CA52B4">
        <w:rPr>
          <w:rtl/>
          <w:lang w:bidi="fa-IR"/>
        </w:rPr>
        <w:t xml:space="preserve"> / 225. وقعة صفين / 219.</w:t>
      </w:r>
    </w:p>
    <w:p w:rsidR="00843DF1" w:rsidRPr="00CA52B4" w:rsidRDefault="00843DF1" w:rsidP="00EB70B9">
      <w:pPr>
        <w:pStyle w:val="libBold1"/>
        <w:rPr>
          <w:rtl/>
          <w:lang w:bidi="fa-IR"/>
        </w:rPr>
      </w:pPr>
      <w:r w:rsidRPr="00CA52B4">
        <w:rPr>
          <w:rtl/>
        </w:rPr>
        <w:t>1154</w:t>
      </w:r>
      <w:r>
        <w:rPr>
          <w:rtl/>
        </w:rPr>
        <w:t xml:space="preserve"> ـ </w:t>
      </w:r>
      <w:r w:rsidRPr="00CA52B4">
        <w:rPr>
          <w:rtl/>
        </w:rPr>
        <w:t>النعمان بن سعد بن بجير بن معاوية بن قحافة بن بليل بن سدوس بن عبد مناف بن أبي أسامة بن شحمة بن سعد بن عبد بن قدار بن معاوية بن ثعلبة بن معاوية بن زيد بن العوذ بن بجيلة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له كتاب. روى عنه جمع كثير. وحدّث أيضا عن زيد بن أرقم. والمغيرة بن شعبة. والأشعث بن قيس. ذكره ابن حبان في الثقات.</w:t>
      </w:r>
    </w:p>
    <w:p w:rsidR="00843DF1" w:rsidRPr="00CA52B4" w:rsidRDefault="00843DF1" w:rsidP="00B10281">
      <w:pPr>
        <w:pStyle w:val="libVar"/>
        <w:rPr>
          <w:rtl/>
          <w:lang w:bidi="fa-IR"/>
        </w:rPr>
      </w:pPr>
      <w:r w:rsidRPr="00CA52B4">
        <w:rPr>
          <w:rtl/>
          <w:lang w:bidi="fa-IR"/>
        </w:rPr>
        <w:t>تاريخ بغداد 14 / 243. تنقيح المقال 3 / 272. تهذيب التهذيب 10 / 453.</w:t>
      </w:r>
      <w:r>
        <w:rPr>
          <w:rFonts w:hint="cs"/>
          <w:rtl/>
          <w:lang w:bidi="fa-IR"/>
        </w:rPr>
        <w:t xml:space="preserve"> </w:t>
      </w:r>
      <w:r w:rsidRPr="00CA52B4">
        <w:rPr>
          <w:rtl/>
          <w:lang w:bidi="fa-IR"/>
        </w:rPr>
        <w:t>جامع الرواة 2 / 295. الجرح والتعديل 8 / 447. شرح ابن أبي الحديد 4 / 273.</w:t>
      </w:r>
      <w:r>
        <w:rPr>
          <w:rFonts w:hint="cs"/>
          <w:rtl/>
          <w:lang w:bidi="fa-IR"/>
        </w:rPr>
        <w:t xml:space="preserve"> </w:t>
      </w:r>
      <w:r w:rsidRPr="00CA52B4">
        <w:rPr>
          <w:rtl/>
          <w:lang w:bidi="fa-IR"/>
        </w:rPr>
        <w:t xml:space="preserve">الغارات 1 / 113 ، 114 </w:t>
      </w:r>
      <w:r>
        <w:rPr>
          <w:rtl/>
          <w:lang w:bidi="fa-IR"/>
        </w:rPr>
        <w:t>و 2</w:t>
      </w:r>
      <w:r w:rsidRPr="00CA52B4">
        <w:rPr>
          <w:rtl/>
          <w:lang w:bidi="fa-IR"/>
        </w:rPr>
        <w:t xml:space="preserve"> / 500. مجمع الرجال 6 / 181. معجم الثقات / 352.</w:t>
      </w:r>
      <w:r>
        <w:rPr>
          <w:rFonts w:hint="cs"/>
          <w:rtl/>
          <w:lang w:bidi="fa-IR"/>
        </w:rPr>
        <w:t xml:space="preserve"> </w:t>
      </w:r>
      <w:r w:rsidRPr="00CA52B4">
        <w:rPr>
          <w:rtl/>
          <w:lang w:bidi="fa-IR"/>
        </w:rPr>
        <w:t>معجم رجال الحديث 19 / 165. ميزان الاعتدال 4 / 265.</w:t>
      </w:r>
    </w:p>
    <w:p w:rsidR="00843DF1" w:rsidRPr="00CA52B4" w:rsidRDefault="00843DF1" w:rsidP="00EB70B9">
      <w:pPr>
        <w:pStyle w:val="libBold1"/>
        <w:rPr>
          <w:rtl/>
          <w:lang w:bidi="fa-IR"/>
        </w:rPr>
      </w:pPr>
      <w:r w:rsidRPr="00CA52B4">
        <w:rPr>
          <w:rtl/>
        </w:rPr>
        <w:t>1155</w:t>
      </w:r>
      <w:r>
        <w:rPr>
          <w:rtl/>
        </w:rPr>
        <w:t xml:space="preserve"> ـ </w:t>
      </w:r>
      <w:r w:rsidRPr="00CA52B4">
        <w:rPr>
          <w:rtl/>
        </w:rPr>
        <w:t>النعمان بن جبير اليشكري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نصر بن مزاحم المنقري في كتابه : باب أسماء من قتل من أصحاب عليّ </w:t>
      </w:r>
      <w:r>
        <w:rPr>
          <w:rtl/>
          <w:lang w:bidi="fa-IR"/>
        </w:rPr>
        <w:t>(</w:t>
      </w:r>
      <w:r w:rsidRPr="00CA52B4">
        <w:rPr>
          <w:rtl/>
          <w:lang w:bidi="fa-IR"/>
        </w:rPr>
        <w:t>عليه السلام</w:t>
      </w:r>
      <w:r>
        <w:rPr>
          <w:rtl/>
          <w:lang w:bidi="fa-IR"/>
        </w:rPr>
        <w:t>).</w:t>
      </w:r>
      <w:r w:rsidRPr="00CA52B4">
        <w:rPr>
          <w:rtl/>
          <w:lang w:bidi="fa-IR"/>
        </w:rPr>
        <w:t xml:space="preserve"> ويعلم أنّه قتل في صفين على يد أصحاب معاوية بن أبي سفيان.</w:t>
      </w:r>
    </w:p>
    <w:p w:rsidR="00843DF1" w:rsidRPr="00CA52B4" w:rsidRDefault="00843DF1" w:rsidP="00B10281">
      <w:pPr>
        <w:pStyle w:val="libVar"/>
        <w:rPr>
          <w:rtl/>
          <w:lang w:bidi="fa-IR"/>
        </w:rPr>
      </w:pPr>
      <w:r w:rsidRPr="00CA52B4">
        <w:rPr>
          <w:rtl/>
          <w:lang w:bidi="fa-IR"/>
        </w:rPr>
        <w:t>وقعة صفين / 557.</w:t>
      </w:r>
    </w:p>
    <w:p w:rsidR="00843DF1" w:rsidRPr="00CA52B4" w:rsidRDefault="00843DF1" w:rsidP="00EB70B9">
      <w:pPr>
        <w:pStyle w:val="libBold1"/>
        <w:rPr>
          <w:rtl/>
          <w:lang w:bidi="fa-IR"/>
        </w:rPr>
      </w:pPr>
      <w:r>
        <w:rPr>
          <w:rtl/>
          <w:lang w:bidi="fa-IR"/>
        </w:rPr>
        <w:br w:type="page"/>
      </w:r>
      <w:r w:rsidRPr="00CA52B4">
        <w:rPr>
          <w:rtl/>
        </w:rPr>
        <w:lastRenderedPageBreak/>
        <w:t>1156</w:t>
      </w:r>
      <w:r>
        <w:rPr>
          <w:rtl/>
        </w:rPr>
        <w:t xml:space="preserve"> ـ </w:t>
      </w:r>
      <w:r w:rsidRPr="00CA52B4">
        <w:rPr>
          <w:rtl/>
        </w:rPr>
        <w:t>نعمان بن سعد بن حبة الأنصاري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الرواة الموثقين ، ذكره ابن حبان في الثقات. روى عنه ابن أخته عبد الرحمن بن إسحاق.</w:t>
      </w:r>
    </w:p>
    <w:p w:rsidR="00843DF1" w:rsidRPr="00CA52B4" w:rsidRDefault="00843DF1" w:rsidP="00B10281">
      <w:pPr>
        <w:pStyle w:val="libVar"/>
        <w:rPr>
          <w:rtl/>
          <w:lang w:bidi="fa-IR"/>
        </w:rPr>
      </w:pPr>
      <w:r w:rsidRPr="00CA52B4">
        <w:rPr>
          <w:rtl/>
          <w:lang w:bidi="fa-IR"/>
        </w:rPr>
        <w:t>تهذيب التهذيب 10 / 453. لسان الميزان 7 / 412. ميزان الاعتدال 4 / 265.</w:t>
      </w:r>
    </w:p>
    <w:p w:rsidR="00843DF1" w:rsidRPr="00CA52B4" w:rsidRDefault="00843DF1" w:rsidP="00EB70B9">
      <w:pPr>
        <w:pStyle w:val="libBold1"/>
        <w:rPr>
          <w:rtl/>
          <w:lang w:bidi="fa-IR"/>
        </w:rPr>
      </w:pPr>
      <w:r w:rsidRPr="00CA52B4">
        <w:rPr>
          <w:rtl/>
        </w:rPr>
        <w:t>1157</w:t>
      </w:r>
      <w:r>
        <w:rPr>
          <w:rtl/>
        </w:rPr>
        <w:t xml:space="preserve"> ـ </w:t>
      </w:r>
      <w:r w:rsidRPr="00CA52B4">
        <w:rPr>
          <w:rtl/>
        </w:rPr>
        <w:t>النعمان بن صهبان البصري الراسبي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قال أمير المؤمنين </w:t>
      </w:r>
      <w:r>
        <w:rPr>
          <w:rtl/>
          <w:lang w:bidi="fa-IR"/>
        </w:rPr>
        <w:t>(</w:t>
      </w:r>
      <w:r w:rsidRPr="00CA52B4">
        <w:rPr>
          <w:rtl/>
          <w:lang w:bidi="fa-IR"/>
        </w:rPr>
        <w:t>عليه السلام</w:t>
      </w:r>
      <w:r>
        <w:rPr>
          <w:rtl/>
          <w:lang w:bidi="fa-IR"/>
        </w:rPr>
        <w:t>)</w:t>
      </w:r>
      <w:r w:rsidRPr="00CA52B4">
        <w:rPr>
          <w:rtl/>
          <w:lang w:bidi="fa-IR"/>
        </w:rPr>
        <w:t xml:space="preserve"> يوم الجمل ، من دخل داره فهو آمن. وكان يسكن مدينة البصرة.</w:t>
      </w:r>
    </w:p>
    <w:p w:rsidR="00843DF1" w:rsidRPr="00CA52B4" w:rsidRDefault="00843DF1" w:rsidP="00B10281">
      <w:pPr>
        <w:pStyle w:val="libVar"/>
        <w:rPr>
          <w:rtl/>
          <w:lang w:bidi="fa-IR"/>
        </w:rPr>
      </w:pPr>
      <w:r w:rsidRPr="00CA52B4">
        <w:rPr>
          <w:rtl/>
          <w:lang w:bidi="fa-IR"/>
        </w:rPr>
        <w:t xml:space="preserve">الاشتقاق / 545. تنقيح المقال 3 / 272. جامع الرواة 2 / 295. خلاصة الأقوال / 174. رجال ابن داود / 196. رجال الطوسي / 60. شرح ابن أبي الحديد 3 / 142. الغارات 1 / 360 ، 361. قاموس الرجال 9 / 219. الكامل في التأريخ 3 / 369 </w:t>
      </w:r>
      <w:r>
        <w:rPr>
          <w:rtl/>
          <w:lang w:bidi="fa-IR"/>
        </w:rPr>
        <w:t>و 4</w:t>
      </w:r>
      <w:r w:rsidRPr="00CA52B4">
        <w:rPr>
          <w:rtl/>
          <w:lang w:bidi="fa-IR"/>
        </w:rPr>
        <w:t xml:space="preserve"> / 235. مجمع الرجال 6 / 181. معجم الثقات / 352. معجم رجال الحديث 19 / 165. منتهى المقال / 320. مجالس المؤمنين 1 / 321. نقد الرجال / 362.</w:t>
      </w:r>
    </w:p>
    <w:p w:rsidR="00843DF1" w:rsidRPr="00CA52B4" w:rsidRDefault="00843DF1" w:rsidP="00EB70B9">
      <w:pPr>
        <w:pStyle w:val="libBold1"/>
        <w:rPr>
          <w:rtl/>
          <w:lang w:bidi="fa-IR"/>
        </w:rPr>
      </w:pPr>
      <w:r w:rsidRPr="00CA52B4">
        <w:rPr>
          <w:rtl/>
        </w:rPr>
        <w:t>1158</w:t>
      </w:r>
      <w:r>
        <w:rPr>
          <w:rtl/>
        </w:rPr>
        <w:t xml:space="preserve"> ـ </w:t>
      </w:r>
      <w:r w:rsidRPr="00CA52B4">
        <w:rPr>
          <w:rtl/>
        </w:rPr>
        <w:t>النعمان بن عجلان بن النعمان بن عامر بن زريق بن عامر بن زريق بن عبد حارثة بن مالك بن غضب بن جشم بن الخزرج الأنصاري الزرقي المتوفى بعد 37 ه‍</w:t>
      </w:r>
      <w:r>
        <w:rPr>
          <w:rtl/>
        </w:rPr>
        <w:t>.</w:t>
      </w:r>
    </w:p>
    <w:p w:rsidR="00843DF1" w:rsidRPr="00CA52B4" w:rsidRDefault="00843DF1" w:rsidP="00347E77">
      <w:pPr>
        <w:pStyle w:val="libNormal"/>
        <w:rPr>
          <w:rtl/>
          <w:lang w:bidi="fa-IR"/>
        </w:rPr>
      </w:pPr>
      <w:r w:rsidRPr="00CA52B4">
        <w:rPr>
          <w:rtl/>
          <w:lang w:bidi="fa-IR"/>
        </w:rPr>
        <w:t xml:space="preserve">كان شاعرا فصيحا سيّدا في قومه. أخذ عن النبي </w:t>
      </w:r>
      <w:r>
        <w:rPr>
          <w:rtl/>
          <w:lang w:bidi="fa-IR"/>
        </w:rPr>
        <w:t>(</w:t>
      </w:r>
      <w:r w:rsidRPr="00CA52B4">
        <w:rPr>
          <w:rtl/>
          <w:lang w:bidi="fa-IR"/>
        </w:rPr>
        <w:t>صلّى الله عليه وآله وسلّم</w:t>
      </w:r>
      <w:r>
        <w:rPr>
          <w:rtl/>
          <w:lang w:bidi="fa-IR"/>
        </w:rPr>
        <w:t>)</w:t>
      </w:r>
      <w:r w:rsidRPr="00CA52B4">
        <w:rPr>
          <w:rtl/>
          <w:lang w:bidi="fa-IR"/>
        </w:rPr>
        <w:t xml:space="preserve"> ودعا له.</w:t>
      </w:r>
    </w:p>
    <w:p w:rsidR="00843DF1" w:rsidRPr="00CA52B4" w:rsidRDefault="00843DF1" w:rsidP="00347E77">
      <w:pPr>
        <w:pStyle w:val="libNormal"/>
        <w:rPr>
          <w:rtl/>
          <w:lang w:bidi="fa-IR"/>
        </w:rPr>
      </w:pPr>
      <w:r w:rsidRPr="00CA52B4">
        <w:rPr>
          <w:rtl/>
          <w:lang w:bidi="fa-IR"/>
        </w:rPr>
        <w:t xml:space="preserve">تزوج خولة بنت قيس ، امرأة سيد الشهداء حمزة بن عبد المطلب بعد استشهاده. استعمله أمير المؤمنين </w:t>
      </w:r>
      <w:r>
        <w:rPr>
          <w:rtl/>
          <w:lang w:bidi="fa-IR"/>
        </w:rPr>
        <w:t>(</w:t>
      </w:r>
      <w:r w:rsidRPr="00CA52B4">
        <w:rPr>
          <w:rtl/>
          <w:lang w:bidi="fa-IR"/>
        </w:rPr>
        <w:t>عليه السلام</w:t>
      </w:r>
      <w:r>
        <w:rPr>
          <w:rtl/>
          <w:lang w:bidi="fa-IR"/>
        </w:rPr>
        <w:t>)</w:t>
      </w:r>
      <w:r w:rsidRPr="00CA52B4">
        <w:rPr>
          <w:rtl/>
          <w:lang w:bidi="fa-IR"/>
        </w:rPr>
        <w:t xml:space="preserve"> على البحرين ، وعمان ، بعد أن عزل عنهما عمر بن أبي سلمة المتوفى 83 ه‍</w:t>
      </w:r>
      <w:r>
        <w:rPr>
          <w:rtl/>
          <w:lang w:bidi="fa-IR"/>
        </w:rPr>
        <w:t>.</w:t>
      </w:r>
    </w:p>
    <w:p w:rsidR="00843DF1" w:rsidRPr="00CA52B4" w:rsidRDefault="00843DF1" w:rsidP="00347E77">
      <w:pPr>
        <w:pStyle w:val="libNormal"/>
        <w:rPr>
          <w:rtl/>
          <w:lang w:bidi="fa-IR"/>
        </w:rPr>
      </w:pPr>
      <w:r w:rsidRPr="00CA52B4">
        <w:rPr>
          <w:rtl/>
          <w:lang w:bidi="fa-IR"/>
        </w:rPr>
        <w:t>ومن شعره قوله بصفين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سائل بصفّين عنا عند وقعتنا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كيف كنّا غداة المحك نبتدر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اسأل غداة لقينا الأزد قاطبة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يوم البصيرة لما استجمعت مضر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لو لا الإله وقوم قد عرفتهم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فيهم عفاف ، وما يأتي به القدر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لما تداعت لهم بالمصر داعية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إلا الكلاب ، وإلا الشاء والحمر</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كم مقعص قد تركناه بمقفرة</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تعوي السباع لديه وهو منعفر</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ما إن تراه ولا يبكي علانية</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إلى القيامة حتّى تنفخ الصور</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 xml:space="preserve">إتقان المقال / 142. الأخبار الطوال / 196. الاستيعاب 3 / 549. أسد الغابة 5 / 26. الاشتقاق / 461. الإصابة 3 / 562. أعلام نهج البلاغة / 49. أعيان الشيعة 10 / 224. الأعلام 9 / 7. تحفة الأحباب / 391. تنقيح المقال 3 / 273. جامع الرواة 2 / 295. خلاصة الأقوال / 174. رجال ابن داود / 196. رجال الطوسي / 60. شرح ابن أبي الحديد 1 / 149 </w:t>
      </w:r>
      <w:r>
        <w:rPr>
          <w:rtl/>
          <w:lang w:bidi="fa-IR"/>
        </w:rPr>
        <w:t>و 6</w:t>
      </w:r>
      <w:r w:rsidRPr="00CA52B4">
        <w:rPr>
          <w:rtl/>
          <w:lang w:bidi="fa-IR"/>
        </w:rPr>
        <w:t xml:space="preserve"> / 30 </w:t>
      </w:r>
      <w:r>
        <w:rPr>
          <w:rtl/>
          <w:lang w:bidi="fa-IR"/>
        </w:rPr>
        <w:t>و 1</w:t>
      </w:r>
      <w:r w:rsidRPr="00CA52B4">
        <w:rPr>
          <w:rtl/>
          <w:lang w:bidi="fa-IR"/>
        </w:rPr>
        <w:t xml:space="preserve">6 / 173. الطبقات الكبرى 8 / 390. الغارات 2 / 605. الغدير 1 / 59 ، 185 </w:t>
      </w:r>
      <w:r>
        <w:rPr>
          <w:rtl/>
          <w:lang w:bidi="fa-IR"/>
        </w:rPr>
        <w:t>و 2</w:t>
      </w:r>
      <w:r w:rsidRPr="00CA52B4">
        <w:rPr>
          <w:rtl/>
          <w:lang w:bidi="fa-IR"/>
        </w:rPr>
        <w:t xml:space="preserve"> / 17 </w:t>
      </w:r>
      <w:r>
        <w:rPr>
          <w:rtl/>
          <w:lang w:bidi="fa-IR"/>
        </w:rPr>
        <w:t>و 9</w:t>
      </w:r>
      <w:r w:rsidRPr="00CA52B4">
        <w:rPr>
          <w:rtl/>
          <w:lang w:bidi="fa-IR"/>
        </w:rPr>
        <w:t xml:space="preserve"> / 368. قاموس الرجال 9 / 219. الكامل في التأريخ 3 / 222. مجمع الرجال 6 / 181. معجم الثقات / 352. معجم رجال الحديث 19 / 166. منتهى المقال / 320. مجالس المؤمنين 1 / 265. نقد الرجال / 362. وقعة صفين / 380 ، 507.</w:t>
      </w:r>
    </w:p>
    <w:p w:rsidR="00843DF1" w:rsidRPr="00CA52B4" w:rsidRDefault="00843DF1" w:rsidP="00EB70B9">
      <w:pPr>
        <w:pStyle w:val="libBold1"/>
        <w:rPr>
          <w:rtl/>
          <w:lang w:bidi="fa-IR"/>
        </w:rPr>
      </w:pPr>
      <w:r w:rsidRPr="00CA52B4">
        <w:rPr>
          <w:rtl/>
        </w:rPr>
        <w:t>1159</w:t>
      </w:r>
      <w:r>
        <w:rPr>
          <w:rtl/>
        </w:rPr>
        <w:t xml:space="preserve"> ـ </w:t>
      </w:r>
      <w:r w:rsidRPr="00CA52B4">
        <w:rPr>
          <w:rtl/>
        </w:rPr>
        <w:t>النعمان بن أبي قتادة بن ربعي بن بلدمة بن خناس بن سنان بن عبيد بن عدي بن غنم بن كعب بن سلمة بن سعد بن علي بن أسد بن ساردة بن تزيد بن جشم بن الخزرج</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عامله </w:t>
      </w:r>
      <w:r>
        <w:rPr>
          <w:rtl/>
          <w:lang w:bidi="fa-IR"/>
        </w:rPr>
        <w:t>(</w:t>
      </w:r>
      <w:r w:rsidRPr="00CA52B4">
        <w:rPr>
          <w:rtl/>
          <w:lang w:bidi="fa-IR"/>
        </w:rPr>
        <w:t>عليه السلام</w:t>
      </w:r>
      <w:r>
        <w:rPr>
          <w:rtl/>
          <w:lang w:bidi="fa-IR"/>
        </w:rPr>
        <w:t>)</w:t>
      </w:r>
      <w:r w:rsidRPr="00CA52B4">
        <w:rPr>
          <w:rtl/>
          <w:lang w:bidi="fa-IR"/>
        </w:rPr>
        <w:t xml:space="preserve"> على مكة عند ما ولي الخلافة.</w:t>
      </w:r>
    </w:p>
    <w:p w:rsidR="00843DF1" w:rsidRPr="00CA52B4" w:rsidRDefault="00843DF1" w:rsidP="00B10281">
      <w:pPr>
        <w:pStyle w:val="libVar"/>
        <w:rPr>
          <w:rtl/>
          <w:lang w:bidi="fa-IR"/>
        </w:rPr>
      </w:pPr>
      <w:r w:rsidRPr="00CA52B4">
        <w:rPr>
          <w:rtl/>
          <w:lang w:bidi="fa-IR"/>
        </w:rPr>
        <w:t>إتقان المقال / 142. البداية والنهاية 8 / 68. تنقيح المقال 3 / 273. جامع الرواة 2 / 295. جمهرة أنساب العرب / 360. رجال الشيخ الطوسي / 60. الطبقات الكبرى 6 / 15. العقد الفريد 3 / 296. قاموس الرجال 9 / 222. مجمع الرجال 6 / 181.</w:t>
      </w:r>
      <w:r>
        <w:rPr>
          <w:rFonts w:hint="cs"/>
          <w:rtl/>
          <w:lang w:bidi="fa-IR"/>
        </w:rPr>
        <w:t xml:space="preserve"> </w:t>
      </w:r>
      <w:r w:rsidRPr="00CA52B4">
        <w:rPr>
          <w:rtl/>
          <w:lang w:bidi="fa-IR"/>
        </w:rPr>
        <w:t>معجم الثقات / 352. معجم رجال الحديث 19 / 168. نقد الرجال / 362.</w:t>
      </w:r>
    </w:p>
    <w:p w:rsidR="00843DF1" w:rsidRPr="00CA52B4" w:rsidRDefault="00843DF1" w:rsidP="00EB70B9">
      <w:pPr>
        <w:pStyle w:val="libBold1"/>
        <w:rPr>
          <w:rtl/>
          <w:lang w:bidi="fa-IR"/>
        </w:rPr>
      </w:pPr>
      <w:r w:rsidRPr="00CA52B4">
        <w:rPr>
          <w:rtl/>
        </w:rPr>
        <w:t>1160</w:t>
      </w:r>
      <w:r>
        <w:rPr>
          <w:rtl/>
        </w:rPr>
        <w:t xml:space="preserve"> ـ </w:t>
      </w:r>
      <w:r w:rsidRPr="00CA52B4">
        <w:rPr>
          <w:rtl/>
        </w:rPr>
        <w:t>النعمان بن قيس بن المرزبان بن ذوطي بن ماه</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مقاتل من أبناء فارس الأحرار. وكان حامل راية الإمام </w:t>
      </w:r>
      <w:r>
        <w:rPr>
          <w:rtl/>
          <w:lang w:bidi="fa-IR"/>
        </w:rPr>
        <w:t>(</w:t>
      </w:r>
      <w:r w:rsidRPr="00CA52B4">
        <w:rPr>
          <w:rtl/>
          <w:lang w:bidi="fa-IR"/>
        </w:rPr>
        <w:t>عليه السلام</w:t>
      </w:r>
      <w:r>
        <w:rPr>
          <w:rtl/>
          <w:lang w:bidi="fa-IR"/>
        </w:rPr>
        <w:t>)</w:t>
      </w:r>
      <w:r w:rsidRPr="00CA52B4">
        <w:rPr>
          <w:rtl/>
          <w:lang w:bidi="fa-IR"/>
        </w:rPr>
        <w:t xml:space="preserve"> يوم النهروان ودعا له </w:t>
      </w:r>
      <w:r>
        <w:rPr>
          <w:rtl/>
          <w:lang w:bidi="fa-IR"/>
        </w:rPr>
        <w:t>(</w:t>
      </w:r>
      <w:r w:rsidRPr="00CA52B4">
        <w:rPr>
          <w:rtl/>
          <w:lang w:bidi="fa-IR"/>
        </w:rPr>
        <w:t>عليه السلام</w:t>
      </w:r>
      <w:r>
        <w:rPr>
          <w:rtl/>
          <w:lang w:bidi="fa-IR"/>
        </w:rPr>
        <w:t>)</w:t>
      </w:r>
      <w:r w:rsidRPr="00CA52B4">
        <w:rPr>
          <w:rtl/>
          <w:lang w:bidi="fa-IR"/>
        </w:rPr>
        <w:t xml:space="preserve"> في حينه ، وناضل إلى آخر ساعة من حياته.</w:t>
      </w:r>
    </w:p>
    <w:p w:rsidR="00843DF1" w:rsidRPr="00CA52B4" w:rsidRDefault="00843DF1" w:rsidP="00B10281">
      <w:pPr>
        <w:pStyle w:val="libVar"/>
        <w:rPr>
          <w:rtl/>
          <w:lang w:bidi="fa-IR"/>
        </w:rPr>
      </w:pPr>
      <w:r w:rsidRPr="00CA52B4">
        <w:rPr>
          <w:rtl/>
          <w:lang w:bidi="fa-IR"/>
        </w:rPr>
        <w:t>تأنيب الخطيب / 26.</w:t>
      </w:r>
    </w:p>
    <w:p w:rsidR="00843DF1" w:rsidRPr="00CA52B4" w:rsidRDefault="00843DF1" w:rsidP="00EB70B9">
      <w:pPr>
        <w:pStyle w:val="libBold1"/>
        <w:rPr>
          <w:rtl/>
          <w:lang w:bidi="fa-IR"/>
        </w:rPr>
      </w:pPr>
      <w:r w:rsidRPr="00CA52B4">
        <w:rPr>
          <w:rtl/>
        </w:rPr>
        <w:t>1161</w:t>
      </w:r>
      <w:r>
        <w:rPr>
          <w:rtl/>
        </w:rPr>
        <w:t xml:space="preserve"> ـ </w:t>
      </w:r>
      <w:r w:rsidRPr="00CA52B4">
        <w:rPr>
          <w:rtl/>
        </w:rPr>
        <w:t>النعمان بن مرة الأنصاري الزرقي المدني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في الطبقة الأولى من التابعين ، من أهل المدينة. وذكره بعضهم في</w:t>
      </w:r>
    </w:p>
    <w:p w:rsidR="00843DF1" w:rsidRPr="00CA52B4" w:rsidRDefault="00843DF1" w:rsidP="00B10281">
      <w:pPr>
        <w:pStyle w:val="libNormal0"/>
        <w:rPr>
          <w:rtl/>
          <w:lang w:bidi="fa-IR"/>
        </w:rPr>
      </w:pPr>
      <w:r>
        <w:rPr>
          <w:rtl/>
          <w:lang w:bidi="fa-IR"/>
        </w:rPr>
        <w:br w:type="page"/>
      </w:r>
      <w:r w:rsidRPr="00CA52B4">
        <w:rPr>
          <w:rtl/>
          <w:lang w:bidi="fa-IR"/>
        </w:rPr>
        <w:lastRenderedPageBreak/>
        <w:t>الصحابة. وعدّه ابن حبان في الثقات. والصحيح أنّه تابعيّ لا صحبة له.</w:t>
      </w:r>
      <w:r>
        <w:rPr>
          <w:rFonts w:hint="cs"/>
          <w:rtl/>
          <w:lang w:bidi="fa-IR"/>
        </w:rPr>
        <w:t xml:space="preserve"> </w:t>
      </w:r>
      <w:r w:rsidRPr="00CA52B4">
        <w:rPr>
          <w:rtl/>
          <w:lang w:bidi="fa-IR"/>
        </w:rPr>
        <w:t xml:space="preserve">روى عنه يحيى بن سعيد الأنصاري ، وأبو جعفر الإمام محمد الباقر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أسد الغابة 5 / 30. الإصابة 3 / 590. تقريب التهذيب 2 / 304. تهذيب التهذيب 10 / 455. الجرح والتعديل 8 / 447.</w:t>
      </w:r>
    </w:p>
    <w:p w:rsidR="00843DF1" w:rsidRPr="00CA52B4" w:rsidRDefault="00843DF1" w:rsidP="00EB70B9">
      <w:pPr>
        <w:pStyle w:val="libBold1"/>
        <w:rPr>
          <w:rtl/>
          <w:lang w:bidi="fa-IR"/>
        </w:rPr>
      </w:pPr>
      <w:r w:rsidRPr="00CA52B4">
        <w:rPr>
          <w:rtl/>
        </w:rPr>
        <w:t>1162</w:t>
      </w:r>
      <w:r>
        <w:rPr>
          <w:rtl/>
        </w:rPr>
        <w:t xml:space="preserve"> ـ </w:t>
      </w:r>
      <w:r w:rsidRPr="00CA52B4">
        <w:rPr>
          <w:rtl/>
        </w:rPr>
        <w:t>النعمان بن نافذ</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دثار القطان. ذكره أبو محمد عبد الرحمن بن أبي حاتم بن إدريس الرازي ، في كتابه.</w:t>
      </w:r>
    </w:p>
    <w:p w:rsidR="00843DF1" w:rsidRPr="00CA52B4" w:rsidRDefault="00843DF1" w:rsidP="00B10281">
      <w:pPr>
        <w:pStyle w:val="libVar"/>
        <w:rPr>
          <w:rtl/>
          <w:lang w:bidi="fa-IR"/>
        </w:rPr>
      </w:pPr>
      <w:r w:rsidRPr="00CA52B4">
        <w:rPr>
          <w:rtl/>
          <w:lang w:bidi="fa-IR"/>
        </w:rPr>
        <w:t>الجرح والتعديل 8 / 446.</w:t>
      </w:r>
    </w:p>
    <w:p w:rsidR="00843DF1" w:rsidRPr="00CA52B4" w:rsidRDefault="00843DF1" w:rsidP="00EB70B9">
      <w:pPr>
        <w:pStyle w:val="libBold1"/>
        <w:rPr>
          <w:rtl/>
          <w:lang w:bidi="fa-IR"/>
        </w:rPr>
      </w:pPr>
      <w:r w:rsidRPr="00CA52B4">
        <w:rPr>
          <w:rtl/>
        </w:rPr>
        <w:t>1163</w:t>
      </w:r>
      <w:r>
        <w:rPr>
          <w:rtl/>
        </w:rPr>
        <w:t xml:space="preserve"> ـ </w:t>
      </w:r>
      <w:r w:rsidRPr="00CA52B4">
        <w:rPr>
          <w:rtl/>
        </w:rPr>
        <w:t xml:space="preserve">نعيم بن دجاجة </w:t>
      </w:r>
      <w:r>
        <w:rPr>
          <w:rtl/>
        </w:rPr>
        <w:t>(</w:t>
      </w:r>
      <w:r w:rsidRPr="00CA52B4">
        <w:rPr>
          <w:rtl/>
        </w:rPr>
        <w:t>خارجة</w:t>
      </w:r>
      <w:r>
        <w:rPr>
          <w:rtl/>
        </w:rPr>
        <w:t>)</w:t>
      </w:r>
      <w:r w:rsidRPr="00CA52B4">
        <w:rPr>
          <w:rtl/>
        </w:rPr>
        <w:t xml:space="preserve"> الأسدي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في الطبقة الأولى من الكوفيين. روى عنه المنهال بن عمرو الأسدي ، ويحيى بن هاني المرادي ، وأبو حصين الأسدي. وذكره ابن حبان في الثقات. وله أحاديث في السنن.</w:t>
      </w:r>
    </w:p>
    <w:p w:rsidR="00843DF1" w:rsidRPr="00CA52B4" w:rsidRDefault="00843DF1" w:rsidP="00B10281">
      <w:pPr>
        <w:pStyle w:val="libVar"/>
        <w:rPr>
          <w:rtl/>
          <w:lang w:bidi="fa-IR"/>
        </w:rPr>
      </w:pPr>
      <w:r w:rsidRPr="00CA52B4">
        <w:rPr>
          <w:rtl/>
          <w:lang w:bidi="fa-IR"/>
        </w:rPr>
        <w:t>تقريب التهذيب 2 / 305. تنقيح المقال 3 / 274. تهذيب التهذيب 10 / 463.</w:t>
      </w:r>
      <w:r>
        <w:rPr>
          <w:rFonts w:hint="cs"/>
          <w:rtl/>
          <w:lang w:bidi="fa-IR"/>
        </w:rPr>
        <w:t xml:space="preserve"> </w:t>
      </w:r>
      <w:r w:rsidRPr="00CA52B4">
        <w:rPr>
          <w:rtl/>
          <w:lang w:bidi="fa-IR"/>
        </w:rPr>
        <w:t>جامع الرواة 2 / 295. الجرح والتعديل 8 / 461. رجال الطوسي / 60. رجال الكشي / 90. شرح ابن أبي الحديد 4 / 76. الطبقات الكبرى 6 / 128. الغارات 1 / 120 ، 121. قاموس الرجال 9 / 223. مجمع الرجال 6 / 182. معجم الثقات / 352. معجم رجال الحديث 19 / 174. منتهى المقال / 319. مجالس المؤمنين 1 / 311. نقد الرجال / 362.</w:t>
      </w:r>
    </w:p>
    <w:p w:rsidR="00843DF1" w:rsidRPr="00CA52B4" w:rsidRDefault="00843DF1" w:rsidP="00EB70B9">
      <w:pPr>
        <w:pStyle w:val="libBold1"/>
        <w:rPr>
          <w:rtl/>
          <w:lang w:bidi="fa-IR"/>
        </w:rPr>
      </w:pPr>
      <w:r w:rsidRPr="00CA52B4">
        <w:rPr>
          <w:rtl/>
        </w:rPr>
        <w:t>1164</w:t>
      </w:r>
      <w:r>
        <w:rPr>
          <w:rtl/>
        </w:rPr>
        <w:t xml:space="preserve"> ـ </w:t>
      </w:r>
      <w:r w:rsidRPr="00CA52B4">
        <w:rPr>
          <w:rtl/>
        </w:rPr>
        <w:t>نعيم بن صهيب بن العلية البجلي الشهيد سنة 37 ه‍</w:t>
      </w:r>
      <w:r>
        <w:rPr>
          <w:rtl/>
        </w:rPr>
        <w:t>.</w:t>
      </w:r>
    </w:p>
    <w:p w:rsidR="00843DF1" w:rsidRPr="00CA52B4" w:rsidRDefault="00843DF1" w:rsidP="00347E77">
      <w:pPr>
        <w:pStyle w:val="libNormal"/>
        <w:rPr>
          <w:rtl/>
          <w:lang w:bidi="fa-IR"/>
        </w:rPr>
      </w:pPr>
      <w:r w:rsidRPr="00CA52B4">
        <w:rPr>
          <w:rtl/>
          <w:lang w:bidi="fa-IR"/>
        </w:rPr>
        <w:t>فارس ، محارب. قتل في اليوم الذي قتل فيه بصفين حازم بن أبي حازم ، أخو قيس بن حازم. وحين قتل أتى ابن عمه ، وسميه نعيم بن الحارث بن العلية ، معاوية</w:t>
      </w:r>
      <w:r>
        <w:rPr>
          <w:rtl/>
          <w:lang w:bidi="fa-IR"/>
        </w:rPr>
        <w:t xml:space="preserve"> ـ </w:t>
      </w:r>
      <w:r w:rsidRPr="00CA52B4">
        <w:rPr>
          <w:rtl/>
          <w:lang w:bidi="fa-IR"/>
        </w:rPr>
        <w:t>وكان معه</w:t>
      </w:r>
      <w:r>
        <w:rPr>
          <w:rtl/>
          <w:lang w:bidi="fa-IR"/>
        </w:rPr>
        <w:t xml:space="preserve"> ـ </w:t>
      </w:r>
      <w:r w:rsidRPr="00CA52B4">
        <w:rPr>
          <w:rtl/>
          <w:lang w:bidi="fa-IR"/>
        </w:rPr>
        <w:t>فقال : إنّ هذا القتيل ابن عمي فهبه لي أدفنه. فقال معاوية : لا تدفنهم فليسوا أهلا لذلك. فو الله ما قدرنا على دفن عثمان معهم إلّا سرّا. قال : والله لتأذننّ لي في دفنه أو لألحقنّ بهم ولأدعنّك. فقال له معاوية : ويحك ترى أشياخ العرب لا نواريهم ، وأنت</w:t>
      </w:r>
    </w:p>
    <w:p w:rsidR="00843DF1" w:rsidRPr="00CA52B4" w:rsidRDefault="00843DF1" w:rsidP="00B10281">
      <w:pPr>
        <w:pStyle w:val="libNormal0"/>
        <w:rPr>
          <w:rtl/>
          <w:lang w:bidi="fa-IR"/>
        </w:rPr>
      </w:pPr>
      <w:r>
        <w:rPr>
          <w:rtl/>
          <w:lang w:bidi="fa-IR"/>
        </w:rPr>
        <w:br w:type="page"/>
      </w:r>
      <w:r w:rsidRPr="00CA52B4">
        <w:rPr>
          <w:rtl/>
          <w:lang w:bidi="fa-IR"/>
        </w:rPr>
        <w:lastRenderedPageBreak/>
        <w:t>تسألني دفن ابن عمك</w:t>
      </w:r>
      <w:r>
        <w:rPr>
          <w:rtl/>
          <w:lang w:bidi="fa-IR"/>
        </w:rPr>
        <w:t>؟</w:t>
      </w:r>
      <w:r w:rsidRPr="00CA52B4">
        <w:rPr>
          <w:rtl/>
          <w:lang w:bidi="fa-IR"/>
        </w:rPr>
        <w:t xml:space="preserve"> ثم قال له : ادفنه إن شئت أودع فأتاه فدفنه.</w:t>
      </w:r>
    </w:p>
    <w:p w:rsidR="00843DF1" w:rsidRPr="00CA52B4" w:rsidRDefault="00843DF1" w:rsidP="00B10281">
      <w:pPr>
        <w:pStyle w:val="libVar"/>
        <w:rPr>
          <w:rtl/>
          <w:lang w:bidi="fa-IR"/>
        </w:rPr>
      </w:pPr>
      <w:r w:rsidRPr="00CA52B4">
        <w:rPr>
          <w:rtl/>
          <w:lang w:bidi="fa-IR"/>
        </w:rPr>
        <w:t>تاريخ الطبري 6 / 14. وقعة صفين / 259.</w:t>
      </w:r>
    </w:p>
    <w:p w:rsidR="00843DF1" w:rsidRPr="00CA52B4" w:rsidRDefault="00843DF1" w:rsidP="00EB70B9">
      <w:pPr>
        <w:pStyle w:val="libBold1"/>
        <w:rPr>
          <w:rtl/>
          <w:lang w:bidi="fa-IR"/>
        </w:rPr>
      </w:pPr>
      <w:r w:rsidRPr="00CA52B4">
        <w:rPr>
          <w:rtl/>
        </w:rPr>
        <w:t>1167</w:t>
      </w:r>
      <w:r>
        <w:rPr>
          <w:rtl/>
        </w:rPr>
        <w:t xml:space="preserve"> ـ </w:t>
      </w:r>
      <w:r w:rsidRPr="00CA52B4">
        <w:rPr>
          <w:rtl/>
        </w:rPr>
        <w:t>نعيم بن نهشل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أدرك أمير المؤمنين </w:t>
      </w:r>
      <w:r>
        <w:rPr>
          <w:rtl/>
          <w:lang w:bidi="fa-IR"/>
        </w:rPr>
        <w:t>(</w:t>
      </w:r>
      <w:r w:rsidRPr="00CA52B4">
        <w:rPr>
          <w:rtl/>
          <w:lang w:bidi="fa-IR"/>
        </w:rPr>
        <w:t>عليه السلام</w:t>
      </w:r>
      <w:r>
        <w:rPr>
          <w:rtl/>
          <w:lang w:bidi="fa-IR"/>
        </w:rPr>
        <w:t>)</w:t>
      </w:r>
      <w:r w:rsidRPr="00CA52B4">
        <w:rPr>
          <w:rtl/>
          <w:lang w:bidi="fa-IR"/>
        </w:rPr>
        <w:t xml:space="preserve"> وأخذ منه ، روى عنه رزام بن سعيد ، وكان يسكن الكوفة.</w:t>
      </w:r>
    </w:p>
    <w:p w:rsidR="00843DF1" w:rsidRPr="00CA52B4" w:rsidRDefault="00843DF1" w:rsidP="00B10281">
      <w:pPr>
        <w:pStyle w:val="libVar"/>
        <w:rPr>
          <w:rtl/>
          <w:lang w:bidi="fa-IR"/>
        </w:rPr>
      </w:pPr>
      <w:r w:rsidRPr="00CA52B4">
        <w:rPr>
          <w:rtl/>
          <w:lang w:bidi="fa-IR"/>
        </w:rPr>
        <w:t>الجرح والتعديل 8 / 460. المشتبه 1 / 5.</w:t>
      </w:r>
    </w:p>
    <w:p w:rsidR="00843DF1" w:rsidRPr="00CA52B4" w:rsidRDefault="00843DF1" w:rsidP="00EB70B9">
      <w:pPr>
        <w:pStyle w:val="libBold1"/>
        <w:rPr>
          <w:rtl/>
          <w:lang w:bidi="fa-IR"/>
        </w:rPr>
      </w:pPr>
      <w:r w:rsidRPr="00CA52B4">
        <w:rPr>
          <w:rtl/>
        </w:rPr>
        <w:t>1168</w:t>
      </w:r>
      <w:r>
        <w:rPr>
          <w:rtl/>
        </w:rPr>
        <w:t xml:space="preserve"> ـ </w:t>
      </w:r>
      <w:r w:rsidRPr="00CA52B4">
        <w:rPr>
          <w:rtl/>
        </w:rPr>
        <w:t>نعيم بن هبيرة بن شبل بن يثربي بن امرئ القيس بن ربيعة بن مالك بن ثعلبة بن عكابة بن صعب بن عليّ بن بكر بن وائل الشيباني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كأخيه مصقلة ، الذي هرب إلى معاوية ، واستعان به على إغراء ربيعة. ونعيم كان شديد التشيع ، كتب إليه مصقلة من الشام مع رجل من نصارى تغلب اسمه حلوان ، يقول له : إنّ معاوية قد وعدك الإمارة والكرامة ، فأقبل ساعة يلقاك رسولي ، والسلام. فأخذه مالك بن كعب الأرحبي فسرّحه إلى عليّ. فقطع يده فمات. وكتب نعيم إلى مصقلة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لا ترمينّ هداك الله معترضا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بالظن منك فما بالي وحلوانا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ذاك الحريص على ما نال من طمع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هو البعيد فلا يحزنك إن خانا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ما ذا أردت إلى إرساله سفها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ترجو سقاط امرئ لم يلف وسنانا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قد كنت في منظر عن ذا ومستمع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تحمي العراق وتدعى خير شيبانا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عرّضته لعليّ أنّه أسد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يمشي العرضنة من آساد خفانا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لو كنت أديت مال القوم مصطبرا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للحق أحييت أحيانا وموتانا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لكن لحقت بأهل الشام ملتمسا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فضل ابن هند وذاك الرّأي أشجانا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فاليوم تقرع سن العجز من ندم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ما ذا تقول وقد كان الذي كانا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أصبحت تبغضك الأحياء قاطبة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لم يرفع الله بالبغضاء إنسانا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قتل نعيم سنة 66 ه‍ ست وستين.</w:t>
      </w:r>
    </w:p>
    <w:p w:rsidR="00843DF1" w:rsidRPr="00CA52B4" w:rsidRDefault="00843DF1" w:rsidP="00B10281">
      <w:pPr>
        <w:pStyle w:val="libVar"/>
        <w:rPr>
          <w:rtl/>
          <w:lang w:bidi="fa-IR"/>
        </w:rPr>
      </w:pPr>
      <w:r>
        <w:rPr>
          <w:rtl/>
          <w:lang w:bidi="fa-IR"/>
        </w:rPr>
        <w:br w:type="page"/>
      </w:r>
      <w:r w:rsidRPr="00CA52B4">
        <w:rPr>
          <w:rtl/>
          <w:lang w:bidi="fa-IR"/>
        </w:rPr>
        <w:lastRenderedPageBreak/>
        <w:t xml:space="preserve">الأعلام 9 / 15. تاريخ الطبري 6 / 76. جمهرة أنساب العرب / 321. الغارات 1 / 366 ، 367. الكامل في التاريخ 3 / 371 </w:t>
      </w:r>
      <w:r>
        <w:rPr>
          <w:rtl/>
          <w:lang w:bidi="fa-IR"/>
        </w:rPr>
        <w:t>و 4</w:t>
      </w:r>
      <w:r w:rsidRPr="00CA52B4">
        <w:rPr>
          <w:rtl/>
          <w:lang w:bidi="fa-IR"/>
        </w:rPr>
        <w:t xml:space="preserve"> / 221.</w:t>
      </w:r>
    </w:p>
    <w:p w:rsidR="00843DF1" w:rsidRPr="00CA52B4" w:rsidRDefault="00843DF1" w:rsidP="00EB70B9">
      <w:pPr>
        <w:pStyle w:val="libBold1"/>
        <w:rPr>
          <w:rtl/>
          <w:lang w:bidi="fa-IR"/>
        </w:rPr>
      </w:pPr>
      <w:r w:rsidRPr="00CA52B4">
        <w:rPr>
          <w:rtl/>
        </w:rPr>
        <w:t>1169</w:t>
      </w:r>
      <w:r>
        <w:rPr>
          <w:rtl/>
        </w:rPr>
        <w:t xml:space="preserve"> ـ </w:t>
      </w:r>
      <w:r w:rsidRPr="00CA52B4">
        <w:rPr>
          <w:rtl/>
        </w:rPr>
        <w:t>نعيم بن يزيد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أحاديث جمة. وحدّث عنه خلق كثير ، منهم : عمر بن الفضل السلمي.</w:t>
      </w:r>
    </w:p>
    <w:p w:rsidR="00843DF1" w:rsidRPr="00CA52B4" w:rsidRDefault="00843DF1" w:rsidP="00B10281">
      <w:pPr>
        <w:pStyle w:val="libVar"/>
        <w:rPr>
          <w:rtl/>
          <w:lang w:bidi="fa-IR"/>
        </w:rPr>
      </w:pPr>
      <w:r w:rsidRPr="00CA52B4">
        <w:rPr>
          <w:rtl/>
          <w:lang w:bidi="fa-IR"/>
        </w:rPr>
        <w:t>أسد الغابة 5 / 35. تقريب التهذيب 2 / 306. تنقيح المقال 3 / 274. تهذيب التهذيب 10 / 468. ميزان الاعتدال 4 / 271.</w:t>
      </w:r>
    </w:p>
    <w:p w:rsidR="00843DF1" w:rsidRPr="00CA52B4" w:rsidRDefault="00843DF1" w:rsidP="00EB70B9">
      <w:pPr>
        <w:pStyle w:val="libBold1"/>
        <w:rPr>
          <w:rtl/>
          <w:lang w:bidi="fa-IR"/>
        </w:rPr>
      </w:pPr>
      <w:r w:rsidRPr="00CA52B4">
        <w:rPr>
          <w:rtl/>
        </w:rPr>
        <w:t>1170</w:t>
      </w:r>
      <w:r>
        <w:rPr>
          <w:rtl/>
        </w:rPr>
        <w:t xml:space="preserve"> ـ </w:t>
      </w:r>
      <w:r w:rsidRPr="00CA52B4">
        <w:rPr>
          <w:rtl/>
        </w:rPr>
        <w:t xml:space="preserve">نقيع </w:t>
      </w:r>
      <w:r>
        <w:rPr>
          <w:rtl/>
        </w:rPr>
        <w:t>(</w:t>
      </w:r>
      <w:r w:rsidRPr="00CA52B4">
        <w:rPr>
          <w:rtl/>
        </w:rPr>
        <w:t>أبو رافع</w:t>
      </w:r>
      <w:r>
        <w:rPr>
          <w:rtl/>
        </w:rPr>
        <w:t>)</w:t>
      </w:r>
      <w:r w:rsidRPr="00CA52B4">
        <w:rPr>
          <w:rtl/>
        </w:rPr>
        <w:t xml:space="preserve"> ابن رافع الصائغ المدني البصري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أدرك الجاهلية. وهو في الطبقة الأولى من أهل البصرة ، خرج من المدينة وسكن البصرة. وهو مولى ابنة عمر ، وقيل : مولى بنت العجماء.</w:t>
      </w:r>
      <w:r>
        <w:rPr>
          <w:rFonts w:hint="cs"/>
          <w:rtl/>
          <w:lang w:bidi="fa-IR"/>
        </w:rPr>
        <w:t xml:space="preserve"> </w:t>
      </w:r>
      <w:r w:rsidRPr="00CA52B4">
        <w:rPr>
          <w:rtl/>
          <w:lang w:bidi="fa-IR"/>
        </w:rPr>
        <w:t>تابعي ثقة من كبار التابعين. وذكره ابن حبان في الثقات. روى عنه ابنه عبد الرحمن. والحسن البصري. وحميد بن هلال. وخلاس بن عمر وغيرهم.</w:t>
      </w:r>
    </w:p>
    <w:p w:rsidR="00843DF1" w:rsidRPr="00CA52B4" w:rsidRDefault="00843DF1" w:rsidP="00B10281">
      <w:pPr>
        <w:pStyle w:val="libVar"/>
        <w:rPr>
          <w:rtl/>
          <w:lang w:bidi="fa-IR"/>
        </w:rPr>
      </w:pPr>
      <w:r w:rsidRPr="00CA52B4">
        <w:rPr>
          <w:rtl/>
          <w:lang w:bidi="fa-IR"/>
        </w:rPr>
        <w:t>الإصابة 3 / 586 وج 4 / 67. تقريب التهذيب 2 / 306. تهذيب التهذيب 10 / 472. تذكرة الحفاظ 1 / 69. الجرح والتعديل 8 / 489. طبقات الحفاظ / 27.</w:t>
      </w:r>
      <w:r>
        <w:rPr>
          <w:rFonts w:hint="cs"/>
          <w:rtl/>
          <w:lang w:bidi="fa-IR"/>
        </w:rPr>
        <w:t xml:space="preserve"> </w:t>
      </w:r>
      <w:r w:rsidRPr="00CA52B4">
        <w:rPr>
          <w:rtl/>
          <w:lang w:bidi="fa-IR"/>
        </w:rPr>
        <w:t xml:space="preserve">الطبقات الكبرى 1 / 135 ، 237 ، 498 </w:t>
      </w:r>
      <w:r>
        <w:rPr>
          <w:rtl/>
          <w:lang w:bidi="fa-IR"/>
        </w:rPr>
        <w:t>و 2</w:t>
      </w:r>
      <w:r w:rsidRPr="00CA52B4">
        <w:rPr>
          <w:rtl/>
          <w:lang w:bidi="fa-IR"/>
        </w:rPr>
        <w:t xml:space="preserve"> / 122 ، 204 ، 371 </w:t>
      </w:r>
      <w:r>
        <w:rPr>
          <w:rtl/>
          <w:lang w:bidi="fa-IR"/>
        </w:rPr>
        <w:t>و 4</w:t>
      </w:r>
      <w:r w:rsidRPr="00CA52B4">
        <w:rPr>
          <w:rtl/>
          <w:lang w:bidi="fa-IR"/>
        </w:rPr>
        <w:t xml:space="preserve"> / 14 </w:t>
      </w:r>
      <w:r>
        <w:rPr>
          <w:rtl/>
          <w:lang w:bidi="fa-IR"/>
        </w:rPr>
        <w:t>و 5</w:t>
      </w:r>
      <w:r w:rsidRPr="00CA52B4">
        <w:rPr>
          <w:rtl/>
          <w:lang w:bidi="fa-IR"/>
        </w:rPr>
        <w:t xml:space="preserve"> / 173 </w:t>
      </w:r>
      <w:r>
        <w:rPr>
          <w:rtl/>
          <w:lang w:bidi="fa-IR"/>
        </w:rPr>
        <w:t>و 8</w:t>
      </w:r>
      <w:r w:rsidRPr="00CA52B4">
        <w:rPr>
          <w:rtl/>
          <w:lang w:bidi="fa-IR"/>
        </w:rPr>
        <w:t xml:space="preserve"> / 62 ، 132 ، 165 ، 212 ، 227.</w:t>
      </w:r>
    </w:p>
    <w:p w:rsidR="00843DF1" w:rsidRPr="00CA52B4" w:rsidRDefault="00843DF1" w:rsidP="00EB70B9">
      <w:pPr>
        <w:pStyle w:val="libBold1"/>
        <w:rPr>
          <w:rtl/>
          <w:lang w:bidi="fa-IR"/>
        </w:rPr>
      </w:pPr>
      <w:r w:rsidRPr="00CA52B4">
        <w:rPr>
          <w:rtl/>
        </w:rPr>
        <w:t>1171</w:t>
      </w:r>
      <w:r>
        <w:rPr>
          <w:rtl/>
        </w:rPr>
        <w:t xml:space="preserve"> ـ </w:t>
      </w:r>
      <w:r w:rsidRPr="00CA52B4">
        <w:rPr>
          <w:rtl/>
        </w:rPr>
        <w:t xml:space="preserve">نميلة </w:t>
      </w:r>
      <w:r>
        <w:rPr>
          <w:rtl/>
        </w:rPr>
        <w:t>(</w:t>
      </w:r>
      <w:r w:rsidRPr="00CA52B4">
        <w:rPr>
          <w:rtl/>
        </w:rPr>
        <w:t>أبو مارية</w:t>
      </w:r>
      <w:r>
        <w:rPr>
          <w:rtl/>
        </w:rPr>
        <w:t>)</w:t>
      </w:r>
      <w:r w:rsidRPr="00CA52B4">
        <w:rPr>
          <w:rtl/>
        </w:rPr>
        <w:t xml:space="preserve"> ابن عبد الله بن خشيم بن حزن الليثي الهمداني اليماني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فارس ، شهد خيبر. وصحابي. خرج مقيس بن صبابة ، يوم الفتح عند أخواله بني سهم ، فاصطبح الخمر ذلك اليوم في ندامى له ، وخرج ثملا يتغنّى ويتمثل بأبيات منها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دعيني أصطبح يا بكر إنّي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رأيت الموت نقب عن هشام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نقب عن أبيك أبي يزيد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أخي القينات والشرب الكرام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يخبّرنا ابن كبشة أن سنحيا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كيف حياة أصداء وهام </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 xml:space="preserve">إذا ما الرأس زال بمنكبيه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فقد شبع الأنيس من الطعام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Pr>
                <w:rtl/>
                <w:lang w:bidi="fa-IR"/>
              </w:rPr>
              <w:t>أ</w:t>
            </w:r>
            <w:r w:rsidRPr="00CA52B4">
              <w:rPr>
                <w:rtl/>
                <w:lang w:bidi="fa-IR"/>
              </w:rPr>
              <w:t>تقتلني إذا ما كنت حيّا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تحييني إذا رمّت عظامي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فلقيه نميلة بن عبد الله الليثي ، وهو من رهطه ، فضربه بالسيف حتّى قتله ، فقالت أخته ترثيه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لعمري لقد أخزى نميلة رهطه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فجع أصناف النساء بمقيس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فلله عينا من رأى مثل مقيس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إذا النفساء أصبحت لم تخرّس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الأنساب / 1136. تنقيح المقال 3 / 275. جامع الرواة 2 / 296. خلاصة الأقوال / 195. رجال ابن داود / 197. رجال الطوسي / 61. رجال البرقي / 7.</w:t>
      </w:r>
      <w:r>
        <w:rPr>
          <w:rFonts w:hint="cs"/>
          <w:rtl/>
          <w:lang w:bidi="fa-IR"/>
        </w:rPr>
        <w:t xml:space="preserve"> </w:t>
      </w:r>
      <w:r w:rsidRPr="00CA52B4">
        <w:rPr>
          <w:rtl/>
          <w:lang w:bidi="fa-IR"/>
        </w:rPr>
        <w:t>شرح ابن أبي الحديد 18 / 15. قاموس الرجال 9 / 228. الكامل في التأريخ 2 / 250. اللباب 3 / 327. مجمع الرجال 6 / 182. معجم الثقات / 353. معجم رجال الحديث 19 / 177. منتهى المقال / 320. مجالس المؤمنين 1 / 321. نقد الرجال / 362.</w:t>
      </w:r>
    </w:p>
    <w:p w:rsidR="00843DF1" w:rsidRPr="00CA52B4" w:rsidRDefault="00843DF1" w:rsidP="00EB70B9">
      <w:pPr>
        <w:pStyle w:val="libBold1"/>
        <w:rPr>
          <w:rtl/>
          <w:lang w:bidi="fa-IR"/>
        </w:rPr>
      </w:pPr>
      <w:r w:rsidRPr="00CA52B4">
        <w:rPr>
          <w:rtl/>
        </w:rPr>
        <w:t>1172</w:t>
      </w:r>
      <w:r>
        <w:rPr>
          <w:rtl/>
        </w:rPr>
        <w:t xml:space="preserve"> ـ </w:t>
      </w:r>
      <w:r w:rsidRPr="00CA52B4">
        <w:rPr>
          <w:rtl/>
        </w:rPr>
        <w:t>نوح بن الحارث بن عمرو بن عثمان بن عبد الله بن عمر بن مخزوم بن يقظة بن مرة بن تيم بن مرة المخزومي الكوفي</w:t>
      </w:r>
      <w:r>
        <w:rPr>
          <w:rtl/>
        </w:rPr>
        <w:t xml:space="preserve"> ..</w:t>
      </w:r>
      <w:r w:rsidRPr="00CA52B4">
        <w:rPr>
          <w:rtl/>
        </w:rPr>
        <w:t>. قتل في 37 ه‍</w:t>
      </w:r>
      <w:r>
        <w:rPr>
          <w:rtl/>
        </w:rPr>
        <w:t>.</w:t>
      </w:r>
    </w:p>
    <w:p w:rsidR="00843DF1" w:rsidRPr="00CA52B4" w:rsidRDefault="00843DF1" w:rsidP="00347E77">
      <w:pPr>
        <w:pStyle w:val="libNormal"/>
        <w:rPr>
          <w:rtl/>
          <w:lang w:bidi="fa-IR"/>
        </w:rPr>
      </w:pPr>
      <w:r w:rsidRPr="00CA52B4">
        <w:rPr>
          <w:rtl/>
          <w:lang w:bidi="fa-IR"/>
        </w:rPr>
        <w:t xml:space="preserve">فارس دفع إليه أمير المؤمنين </w:t>
      </w:r>
      <w:r>
        <w:rPr>
          <w:rtl/>
          <w:lang w:bidi="fa-IR"/>
        </w:rPr>
        <w:t>(</w:t>
      </w:r>
      <w:r w:rsidRPr="00CA52B4">
        <w:rPr>
          <w:rtl/>
          <w:lang w:bidi="fa-IR"/>
        </w:rPr>
        <w:t>عليه السلام</w:t>
      </w:r>
      <w:r>
        <w:rPr>
          <w:rtl/>
          <w:lang w:bidi="fa-IR"/>
        </w:rPr>
        <w:t>)</w:t>
      </w:r>
      <w:r w:rsidRPr="00CA52B4">
        <w:rPr>
          <w:rtl/>
          <w:lang w:bidi="fa-IR"/>
        </w:rPr>
        <w:t xml:space="preserve"> راية المهاجرين ، حين خرج إلى صفين من الكوفة. والغريب أنّ جميع الذين ذكروا هذا الفارس ، قالوا : ذكره الشيخ الطوسي في رجاله ، ولم يكن في رجال الشيخ المطبوع في النجف الأشرف عام 1380 ، ذكر له بصورة باتة.</w:t>
      </w:r>
    </w:p>
    <w:p w:rsidR="00843DF1" w:rsidRPr="00CA52B4" w:rsidRDefault="00843DF1" w:rsidP="00B10281">
      <w:pPr>
        <w:pStyle w:val="libVar"/>
        <w:rPr>
          <w:rtl/>
          <w:lang w:bidi="fa-IR"/>
        </w:rPr>
      </w:pPr>
      <w:r w:rsidRPr="00CA52B4">
        <w:rPr>
          <w:rtl/>
          <w:lang w:bidi="fa-IR"/>
        </w:rPr>
        <w:t xml:space="preserve">إتقان المقال / 240. تنقيح المقال 3 / 275. جامع الرواة 2 / 296. قاموس الرجال 9 / 229. مجمع الرجال 7 / 3 </w:t>
      </w:r>
      <w:r>
        <w:rPr>
          <w:rtl/>
          <w:lang w:bidi="fa-IR"/>
        </w:rPr>
        <w:t>و 6</w:t>
      </w:r>
      <w:r w:rsidRPr="00CA52B4">
        <w:rPr>
          <w:rtl/>
          <w:lang w:bidi="fa-IR"/>
        </w:rPr>
        <w:t xml:space="preserve"> / 183. معجم الثقات / 353. معجم رجال الحديث 19 / 178. منتهى المقال / 320. نقد الرجال / 362.</w:t>
      </w:r>
    </w:p>
    <w:p w:rsidR="00843DF1" w:rsidRPr="00CA52B4" w:rsidRDefault="00843DF1" w:rsidP="00EB70B9">
      <w:pPr>
        <w:pStyle w:val="libBold1"/>
        <w:rPr>
          <w:rtl/>
          <w:lang w:bidi="fa-IR"/>
        </w:rPr>
      </w:pPr>
      <w:r w:rsidRPr="00CA52B4">
        <w:rPr>
          <w:rtl/>
        </w:rPr>
        <w:t>1173</w:t>
      </w:r>
      <w:r>
        <w:rPr>
          <w:rtl/>
        </w:rPr>
        <w:t xml:space="preserve"> ـ </w:t>
      </w:r>
      <w:r w:rsidRPr="00CA52B4">
        <w:rPr>
          <w:rtl/>
        </w:rPr>
        <w:t>نوف بن فضالة البكالي الحميري الكوفي المتوفى بعد 90 ه‍</w:t>
      </w:r>
      <w:r>
        <w:rPr>
          <w:rtl/>
        </w:rPr>
        <w:t>.</w:t>
      </w:r>
    </w:p>
    <w:p w:rsidR="00843DF1" w:rsidRPr="00CA52B4" w:rsidRDefault="00843DF1" w:rsidP="00347E77">
      <w:pPr>
        <w:pStyle w:val="libNormal"/>
        <w:rPr>
          <w:rtl/>
          <w:lang w:bidi="fa-IR"/>
        </w:rPr>
      </w:pPr>
      <w:r w:rsidRPr="00CA52B4">
        <w:rPr>
          <w:rtl/>
          <w:lang w:bidi="fa-IR"/>
        </w:rPr>
        <w:t>عابد ، صالح تابعي</w:t>
      </w:r>
      <w:r>
        <w:rPr>
          <w:rtl/>
          <w:lang w:bidi="fa-IR"/>
        </w:rPr>
        <w:t xml:space="preserve"> ..</w:t>
      </w:r>
      <w:r w:rsidRPr="00CA52B4">
        <w:rPr>
          <w:rtl/>
          <w:lang w:bidi="fa-IR"/>
        </w:rPr>
        <w:t xml:space="preserve">. من بني بكال بن دعمي بن غوث بن سعد ، وهو بطن من حمير. قدم على أمير المؤمنين </w:t>
      </w:r>
      <w:r>
        <w:rPr>
          <w:rtl/>
          <w:lang w:bidi="fa-IR"/>
        </w:rPr>
        <w:t>(</w:t>
      </w:r>
      <w:r w:rsidRPr="00CA52B4">
        <w:rPr>
          <w:rtl/>
          <w:lang w:bidi="fa-IR"/>
        </w:rPr>
        <w:t>عليه السلام</w:t>
      </w:r>
      <w:r>
        <w:rPr>
          <w:rtl/>
          <w:lang w:bidi="fa-IR"/>
        </w:rPr>
        <w:t>)</w:t>
      </w:r>
      <w:r w:rsidRPr="00CA52B4">
        <w:rPr>
          <w:rtl/>
          <w:lang w:bidi="fa-IR"/>
        </w:rPr>
        <w:t xml:space="preserve"> في رحبة مسجد الكوفة ، وقال : عظني</w:t>
      </w:r>
      <w:r>
        <w:rPr>
          <w:rtl/>
          <w:lang w:bidi="fa-IR"/>
        </w:rPr>
        <w:t xml:space="preserve"> ..</w:t>
      </w:r>
      <w:r w:rsidRPr="00CA52B4">
        <w:rPr>
          <w:rtl/>
          <w:lang w:bidi="fa-IR"/>
        </w:rPr>
        <w:t>. يكنّى ، أبا يزيد وأبا رشيد. وكان إمام أهل</w:t>
      </w:r>
    </w:p>
    <w:p w:rsidR="00843DF1" w:rsidRPr="00CA52B4" w:rsidRDefault="00843DF1" w:rsidP="00B10281">
      <w:pPr>
        <w:pStyle w:val="libNormal0"/>
        <w:rPr>
          <w:rtl/>
          <w:lang w:bidi="fa-IR"/>
        </w:rPr>
      </w:pPr>
      <w:r>
        <w:rPr>
          <w:rtl/>
          <w:lang w:bidi="fa-IR"/>
        </w:rPr>
        <w:br w:type="page"/>
      </w:r>
      <w:r w:rsidRPr="00CA52B4">
        <w:rPr>
          <w:rtl/>
          <w:lang w:bidi="fa-IR"/>
        </w:rPr>
        <w:lastRenderedPageBreak/>
        <w:t>دمشق في عصره ، وهو من رجال الحديث ، وكان راويا للقصص وهو ابن زوجة كعب الأحبار. انتقل إلى الكوفة. وله أحاديث في السنن.</w:t>
      </w:r>
    </w:p>
    <w:p w:rsidR="00843DF1" w:rsidRPr="00CA52B4" w:rsidRDefault="00843DF1" w:rsidP="00B10281">
      <w:pPr>
        <w:pStyle w:val="libVar"/>
        <w:rPr>
          <w:rtl/>
          <w:lang w:bidi="fa-IR"/>
        </w:rPr>
      </w:pPr>
      <w:r w:rsidRPr="00CA52B4">
        <w:rPr>
          <w:rtl/>
          <w:lang w:bidi="fa-IR"/>
        </w:rPr>
        <w:t>أعلام نهج البلاغة / 49. أعيان الشيعة 10 / 230. الأنساب / 173. الأعلام 9 / 31. تأسيس الشيعة / 408. تحفة الأحباب / 395. تقريب التهذيب 2 / 309.</w:t>
      </w:r>
      <w:r>
        <w:rPr>
          <w:rFonts w:hint="cs"/>
          <w:rtl/>
          <w:lang w:bidi="fa-IR"/>
        </w:rPr>
        <w:t xml:space="preserve"> </w:t>
      </w:r>
      <w:r w:rsidRPr="00CA52B4">
        <w:rPr>
          <w:rtl/>
          <w:lang w:bidi="fa-IR"/>
        </w:rPr>
        <w:t xml:space="preserve">تنقيح المقال 3 / 276. تهذيب التهذيب 10 / 490. الجرح والتعديل 8 / 504. حلية الأولياء 6 / 48. سفينة البحار 1 / 94 </w:t>
      </w:r>
      <w:r>
        <w:rPr>
          <w:rtl/>
          <w:lang w:bidi="fa-IR"/>
        </w:rPr>
        <w:t>و 2</w:t>
      </w:r>
      <w:r w:rsidRPr="00CA52B4">
        <w:rPr>
          <w:rtl/>
          <w:lang w:bidi="fa-IR"/>
        </w:rPr>
        <w:t xml:space="preserve"> / 622. شرح ابن أبي الحديد 10 / 76 ، 100 </w:t>
      </w:r>
      <w:r>
        <w:rPr>
          <w:rtl/>
          <w:lang w:bidi="fa-IR"/>
        </w:rPr>
        <w:t>و 1</w:t>
      </w:r>
      <w:r w:rsidRPr="00CA52B4">
        <w:rPr>
          <w:rtl/>
          <w:lang w:bidi="fa-IR"/>
        </w:rPr>
        <w:t>8 / 265. قاموس الرجال 9 / 235. الكنى والألقاب 2 / 89. اللباب 1 / 168.</w:t>
      </w:r>
      <w:r>
        <w:rPr>
          <w:rFonts w:hint="cs"/>
          <w:rtl/>
          <w:lang w:bidi="fa-IR"/>
        </w:rPr>
        <w:t xml:space="preserve"> </w:t>
      </w:r>
      <w:r w:rsidRPr="00CA52B4">
        <w:rPr>
          <w:rtl/>
          <w:lang w:bidi="fa-IR"/>
        </w:rPr>
        <w:t xml:space="preserve">المعارف / 190. معجم الثقات / 353. معجم رجال الحديث 19 / 185. المناقب 3 / 194. منتهى المقال / 320. النهاية في غريب الحديث 1 / 250 </w:t>
      </w:r>
      <w:r>
        <w:rPr>
          <w:rtl/>
          <w:lang w:bidi="fa-IR"/>
        </w:rPr>
        <w:t>و 5</w:t>
      </w:r>
      <w:r w:rsidRPr="00CA52B4">
        <w:rPr>
          <w:rtl/>
          <w:lang w:bidi="fa-IR"/>
        </w:rPr>
        <w:t xml:space="preserve"> / 243. هدى الساري / 217.</w:t>
      </w:r>
    </w:p>
    <w:p w:rsidR="00843DF1" w:rsidRPr="00CA52B4" w:rsidRDefault="00843DF1" w:rsidP="00EB70B9">
      <w:pPr>
        <w:pStyle w:val="libBold1"/>
        <w:rPr>
          <w:rtl/>
          <w:lang w:bidi="fa-IR"/>
        </w:rPr>
      </w:pPr>
      <w:r w:rsidRPr="00CA52B4">
        <w:rPr>
          <w:rtl/>
        </w:rPr>
        <w:t>1174</w:t>
      </w:r>
      <w:r>
        <w:rPr>
          <w:rtl/>
        </w:rPr>
        <w:t xml:space="preserve"> ـ </w:t>
      </w:r>
      <w:r w:rsidRPr="00CA52B4">
        <w:rPr>
          <w:rtl/>
        </w:rPr>
        <w:t>نوفل بن عبيد الله بن المكنون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الشيخ الطوسي في رجاله ،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ونقله عنه الآخرون ، وهو غير نوفل بن عبد الله بن المغيرة المخزومي الذي حضر غزوة الخندق مع عمرو بن عبد ود.</w:t>
      </w:r>
    </w:p>
    <w:p w:rsidR="00843DF1" w:rsidRPr="00CA52B4" w:rsidRDefault="00843DF1" w:rsidP="00B10281">
      <w:pPr>
        <w:pStyle w:val="libVar"/>
        <w:rPr>
          <w:rtl/>
          <w:lang w:bidi="fa-IR"/>
        </w:rPr>
      </w:pPr>
      <w:r w:rsidRPr="00CA52B4">
        <w:rPr>
          <w:rtl/>
          <w:lang w:bidi="fa-IR"/>
        </w:rPr>
        <w:t>تنقيح المقال 3 / 277. جامع الرواة 2 / 298. رجال الطوسي / 60. مجمع الرجال 6 / 185. معجم رجال الحديث 19 / 186. منتهى المقال / 320. نقد الرجال / 363.</w:t>
      </w:r>
    </w:p>
    <w:p w:rsidR="00843DF1" w:rsidRPr="00CA52B4" w:rsidRDefault="00843DF1" w:rsidP="00EB70B9">
      <w:pPr>
        <w:pStyle w:val="libBold1"/>
        <w:rPr>
          <w:rtl/>
          <w:lang w:bidi="fa-IR"/>
        </w:rPr>
      </w:pPr>
      <w:r w:rsidRPr="00CA52B4">
        <w:rPr>
          <w:rtl/>
        </w:rPr>
        <w:t>1175</w:t>
      </w:r>
      <w:r>
        <w:rPr>
          <w:rtl/>
        </w:rPr>
        <w:t xml:space="preserve"> ـ </w:t>
      </w:r>
      <w:r w:rsidRPr="00CA52B4">
        <w:rPr>
          <w:rtl/>
        </w:rPr>
        <w:t>نوفل بن فروة الأشجعي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الخوارج مضطرب الحديث ، والاسناد ، لا يثبت. روى عنه أولاده : فروة. عبد الرحمن. سحيم. وجاء أنّه صحابي نزل الكوفة.</w:t>
      </w:r>
      <w:r>
        <w:rPr>
          <w:rFonts w:hint="cs"/>
          <w:rtl/>
          <w:lang w:bidi="fa-IR"/>
        </w:rPr>
        <w:t xml:space="preserve"> </w:t>
      </w:r>
      <w:r w:rsidRPr="00CA52B4">
        <w:rPr>
          <w:rtl/>
          <w:lang w:bidi="fa-IR"/>
        </w:rPr>
        <w:t xml:space="preserve">قال ، قال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إذا أردت أن تنام فاقرأ ، قل يا أيها الكافرون ، فإنّها براءة من الشرك.</w:t>
      </w:r>
    </w:p>
    <w:p w:rsidR="00843DF1" w:rsidRPr="00CA52B4" w:rsidRDefault="00843DF1" w:rsidP="00B10281">
      <w:pPr>
        <w:pStyle w:val="libVar"/>
        <w:rPr>
          <w:rtl/>
          <w:lang w:bidi="fa-IR"/>
        </w:rPr>
      </w:pPr>
      <w:r w:rsidRPr="00CA52B4">
        <w:rPr>
          <w:rtl/>
          <w:lang w:bidi="fa-IR"/>
        </w:rPr>
        <w:t>الاستيعاب 3 / 538. أسد الغابة 5 / 46. الإصابة 3 / 578. تنقيح المقال 3 / 277. تهذيب التهذيب 10 / 493. جامع الرواة 2 / 298. الجرح والتعديل 8 / 488. خلاصة الأقوال / 262. رجال ابن داود / 282. رجال الشيخ الطوسي / 60. الطبقات الكبرى 6 / 44. مجمع الرجال 6 / 185. معجم رجال الحديث 19 / 187. منتهى المقال / 320. نقد الرجال / 363.</w:t>
      </w:r>
    </w:p>
    <w:p w:rsidR="00843DF1" w:rsidRPr="00CA52B4" w:rsidRDefault="00843DF1" w:rsidP="00EB70B9">
      <w:pPr>
        <w:pStyle w:val="libBold1"/>
        <w:rPr>
          <w:rtl/>
          <w:lang w:bidi="fa-IR"/>
        </w:rPr>
      </w:pPr>
      <w:r>
        <w:rPr>
          <w:rtl/>
          <w:lang w:bidi="fa-IR"/>
        </w:rPr>
        <w:br w:type="page"/>
      </w:r>
      <w:r w:rsidRPr="00CA52B4">
        <w:rPr>
          <w:rtl/>
        </w:rPr>
        <w:lastRenderedPageBreak/>
        <w:t>1176</w:t>
      </w:r>
      <w:r>
        <w:rPr>
          <w:rtl/>
        </w:rPr>
        <w:t xml:space="preserve"> ـ </w:t>
      </w:r>
      <w:r w:rsidRPr="00CA52B4">
        <w:rPr>
          <w:rtl/>
        </w:rPr>
        <w:t>نهشل بن حري بن ضمرة بن جابر بن قطن بن نهشل بن دارم بن مالك بن حنظلة بن مالك بن زيد مناة بن تميم النهشلي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 فارس شامي ، شريف مشهور من الشعراء المخضرمين ، بقي إلى أيام معاوية ، وكان مع أمير المؤمنين </w:t>
      </w:r>
      <w:r>
        <w:rPr>
          <w:rtl/>
          <w:lang w:bidi="fa-IR"/>
        </w:rPr>
        <w:t>(</w:t>
      </w:r>
      <w:r w:rsidRPr="00CA52B4">
        <w:rPr>
          <w:rtl/>
          <w:lang w:bidi="fa-IR"/>
        </w:rPr>
        <w:t>عليه السلام</w:t>
      </w:r>
      <w:r>
        <w:rPr>
          <w:rtl/>
          <w:lang w:bidi="fa-IR"/>
        </w:rPr>
        <w:t>)</w:t>
      </w:r>
      <w:r w:rsidRPr="00CA52B4">
        <w:rPr>
          <w:rtl/>
          <w:lang w:bidi="fa-IR"/>
        </w:rPr>
        <w:t xml:space="preserve"> في حروبه ومشاهده ، وقتل أخوه مالك بصفّين وهو يومئذ رئيس بني حنظلة وكانت رايتهم معه.</w:t>
      </w:r>
      <w:r>
        <w:rPr>
          <w:rFonts w:hint="cs"/>
          <w:rtl/>
          <w:lang w:bidi="fa-IR"/>
        </w:rPr>
        <w:t xml:space="preserve"> </w:t>
      </w:r>
      <w:r w:rsidRPr="00CA52B4">
        <w:rPr>
          <w:rtl/>
          <w:lang w:bidi="fa-IR"/>
        </w:rPr>
        <w:t>وكان أبوه حري ، شاعرا شريفا وجده ضمرة سيّدا ضخم الشرف ، وجدّ جدّه أيضا شاعرا فارسا ، وكلهم من خير بيوت بني دارم. وقد ذكرنا مراثيه في أخيه مالك ، فراجع.</w:t>
      </w:r>
    </w:p>
    <w:p w:rsidR="00843DF1" w:rsidRPr="00CA52B4" w:rsidRDefault="00843DF1" w:rsidP="00B10281">
      <w:pPr>
        <w:pStyle w:val="libVar"/>
        <w:rPr>
          <w:rtl/>
          <w:lang w:bidi="fa-IR"/>
        </w:rPr>
      </w:pPr>
      <w:r w:rsidRPr="00CA52B4">
        <w:rPr>
          <w:rtl/>
          <w:lang w:bidi="fa-IR"/>
        </w:rPr>
        <w:t xml:space="preserve">الإصابة 3 / 586. الأمالي / 49. الأعلام 9 / 25. خزانة الأدب 1 / 152. شرح ابن أبي الحديد 1 / 324 </w:t>
      </w:r>
      <w:r>
        <w:rPr>
          <w:rtl/>
          <w:lang w:bidi="fa-IR"/>
        </w:rPr>
        <w:t>و 5</w:t>
      </w:r>
      <w:r w:rsidRPr="00CA52B4">
        <w:rPr>
          <w:rtl/>
          <w:lang w:bidi="fa-IR"/>
        </w:rPr>
        <w:t xml:space="preserve"> / 25 ، 211 </w:t>
      </w:r>
      <w:r>
        <w:rPr>
          <w:rtl/>
          <w:lang w:bidi="fa-IR"/>
        </w:rPr>
        <w:t>و 1</w:t>
      </w:r>
      <w:r w:rsidRPr="00CA52B4">
        <w:rPr>
          <w:rtl/>
          <w:lang w:bidi="fa-IR"/>
        </w:rPr>
        <w:t xml:space="preserve">5 / 245 </w:t>
      </w:r>
      <w:r>
        <w:rPr>
          <w:rtl/>
          <w:lang w:bidi="fa-IR"/>
        </w:rPr>
        <w:t>و 1</w:t>
      </w:r>
      <w:r w:rsidRPr="00CA52B4">
        <w:rPr>
          <w:rtl/>
          <w:lang w:bidi="fa-IR"/>
        </w:rPr>
        <w:t>9 / 384. الشعر والشعراء / 532</w:t>
      </w:r>
      <w:r>
        <w:rPr>
          <w:rtl/>
          <w:lang w:bidi="fa-IR"/>
        </w:rPr>
        <w:t xml:space="preserve"> ـ </w:t>
      </w:r>
      <w:r w:rsidRPr="00CA52B4">
        <w:rPr>
          <w:rtl/>
          <w:lang w:bidi="fa-IR"/>
        </w:rPr>
        <w:t>533. مجمع الرجال 6 / 185. وقعة صفّين / 265.</w:t>
      </w:r>
    </w:p>
    <w:p w:rsidR="00843DF1" w:rsidRPr="00CA52B4" w:rsidRDefault="00843DF1" w:rsidP="00EB70B9">
      <w:pPr>
        <w:pStyle w:val="libBold1"/>
        <w:rPr>
          <w:rtl/>
          <w:lang w:bidi="fa-IR"/>
        </w:rPr>
      </w:pPr>
      <w:r w:rsidRPr="00CA52B4">
        <w:rPr>
          <w:rtl/>
        </w:rPr>
        <w:t>1177</w:t>
      </w:r>
      <w:r>
        <w:rPr>
          <w:rtl/>
        </w:rPr>
        <w:t xml:space="preserve"> ـ </w:t>
      </w:r>
      <w:r w:rsidRPr="00CA52B4">
        <w:rPr>
          <w:rtl/>
        </w:rPr>
        <w:t>نهيك بن عبد الله السلولي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يعد في الكوفيين. وعنه يونس بن أبي إسحاق السبيعي وغيره. ذكره ابن حبان في الثقات. وذكره ابن أبي حاتم عن أبيه ، أنّ أبا إسحاق السبيعي ، روى عنه.</w:t>
      </w:r>
    </w:p>
    <w:p w:rsidR="00843DF1" w:rsidRPr="00CA52B4" w:rsidRDefault="00843DF1" w:rsidP="00B10281">
      <w:pPr>
        <w:pStyle w:val="libVar"/>
        <w:rPr>
          <w:rtl/>
          <w:lang w:bidi="fa-IR"/>
        </w:rPr>
      </w:pPr>
      <w:r w:rsidRPr="00CA52B4">
        <w:rPr>
          <w:rtl/>
          <w:lang w:bidi="fa-IR"/>
        </w:rPr>
        <w:t>تعجيل المنفعة / 425. الجرح والتعديل 8 / 497. الطبقات الكبرى 6 / 243.</w:t>
      </w:r>
    </w:p>
    <w:p w:rsidR="00843DF1" w:rsidRPr="00CA52B4" w:rsidRDefault="00843DF1" w:rsidP="00F445EC">
      <w:pPr>
        <w:pStyle w:val="Heading1Center"/>
        <w:rPr>
          <w:rtl/>
          <w:lang w:bidi="fa-IR"/>
        </w:rPr>
      </w:pPr>
      <w:r>
        <w:rPr>
          <w:rtl/>
          <w:lang w:bidi="fa-IR"/>
        </w:rPr>
        <w:br w:type="page"/>
      </w:r>
      <w:bookmarkStart w:id="16" w:name="_Toc75964359"/>
      <w:bookmarkStart w:id="17" w:name="_Toc76197522"/>
      <w:r w:rsidRPr="00CA52B4">
        <w:rPr>
          <w:rtl/>
          <w:lang w:bidi="fa-IR"/>
        </w:rPr>
        <w:lastRenderedPageBreak/>
        <w:t>حرف الواو</w:t>
      </w:r>
      <w:bookmarkEnd w:id="16"/>
      <w:bookmarkEnd w:id="17"/>
    </w:p>
    <w:p w:rsidR="00843DF1" w:rsidRPr="00CA52B4" w:rsidRDefault="00843DF1" w:rsidP="00EB70B9">
      <w:pPr>
        <w:pStyle w:val="libBold1"/>
        <w:rPr>
          <w:rtl/>
          <w:lang w:bidi="fa-IR"/>
        </w:rPr>
      </w:pPr>
      <w:r w:rsidRPr="00CA52B4">
        <w:rPr>
          <w:rtl/>
        </w:rPr>
        <w:t>1178</w:t>
      </w:r>
      <w:r>
        <w:rPr>
          <w:rtl/>
        </w:rPr>
        <w:t xml:space="preserve"> ـ </w:t>
      </w:r>
      <w:r w:rsidRPr="00CA52B4">
        <w:rPr>
          <w:rtl/>
        </w:rPr>
        <w:t xml:space="preserve">وائل </w:t>
      </w:r>
      <w:r>
        <w:rPr>
          <w:rtl/>
        </w:rPr>
        <w:t>(</w:t>
      </w:r>
      <w:r w:rsidRPr="00CA52B4">
        <w:rPr>
          <w:rtl/>
        </w:rPr>
        <w:t>أبو هنيدة</w:t>
      </w:r>
      <w:r>
        <w:rPr>
          <w:rtl/>
        </w:rPr>
        <w:t>)</w:t>
      </w:r>
      <w:r w:rsidRPr="00CA52B4">
        <w:rPr>
          <w:rtl/>
        </w:rPr>
        <w:t xml:space="preserve"> ابن حجر بن سعد بن مسروق الحضرمي المتوفى حدود 50 ه‍</w:t>
      </w:r>
      <w:r>
        <w:rPr>
          <w:rtl/>
        </w:rPr>
        <w:t>.</w:t>
      </w:r>
    </w:p>
    <w:p w:rsidR="00843DF1" w:rsidRPr="00CA52B4" w:rsidRDefault="00843DF1" w:rsidP="00347E77">
      <w:pPr>
        <w:pStyle w:val="libNormal"/>
        <w:rPr>
          <w:rtl/>
          <w:lang w:bidi="fa-IR"/>
        </w:rPr>
      </w:pPr>
      <w:r w:rsidRPr="00CA52B4">
        <w:rPr>
          <w:rtl/>
          <w:lang w:bidi="fa-IR"/>
        </w:rPr>
        <w:t xml:space="preserve">صحابي ، نزل الكوفة ، وأعقب بها. وورد المدائن في صحبة عليّ </w:t>
      </w:r>
      <w:r>
        <w:rPr>
          <w:rtl/>
          <w:lang w:bidi="fa-IR"/>
        </w:rPr>
        <w:t>(</w:t>
      </w:r>
      <w:r w:rsidRPr="00CA52B4">
        <w:rPr>
          <w:rtl/>
          <w:lang w:bidi="fa-IR"/>
        </w:rPr>
        <w:t>عليه السلام</w:t>
      </w:r>
      <w:r>
        <w:rPr>
          <w:rtl/>
          <w:lang w:bidi="fa-IR"/>
        </w:rPr>
        <w:t>)</w:t>
      </w:r>
      <w:r w:rsidRPr="00CA52B4">
        <w:rPr>
          <w:rtl/>
          <w:lang w:bidi="fa-IR"/>
        </w:rPr>
        <w:t xml:space="preserve"> حين خرج إلى صفّين ، وكان على راية حضرموت يومئذ.</w:t>
      </w:r>
      <w:r>
        <w:rPr>
          <w:rFonts w:hint="cs"/>
          <w:rtl/>
          <w:lang w:bidi="fa-IR"/>
        </w:rPr>
        <w:t xml:space="preserve"> </w:t>
      </w:r>
      <w:r w:rsidRPr="00CA52B4">
        <w:rPr>
          <w:rtl/>
          <w:lang w:bidi="fa-IR"/>
        </w:rPr>
        <w:t xml:space="preserve">وروى أيضا عن النبيّ </w:t>
      </w:r>
      <w:r>
        <w:rPr>
          <w:rtl/>
          <w:lang w:bidi="fa-IR"/>
        </w:rPr>
        <w:t>(</w:t>
      </w:r>
      <w:r w:rsidRPr="00CA52B4">
        <w:rPr>
          <w:rtl/>
          <w:lang w:bidi="fa-IR"/>
        </w:rPr>
        <w:t>صلّى الله عليه وآله وسلّم</w:t>
      </w:r>
      <w:r>
        <w:rPr>
          <w:rtl/>
          <w:lang w:bidi="fa-IR"/>
        </w:rPr>
        <w:t>)</w:t>
      </w:r>
      <w:r w:rsidRPr="00CA52B4">
        <w:rPr>
          <w:rtl/>
          <w:lang w:bidi="fa-IR"/>
        </w:rPr>
        <w:t xml:space="preserve"> عدّة أحاديث. وجاء أنّ جمعا فارق عليا </w:t>
      </w:r>
      <w:r>
        <w:rPr>
          <w:rtl/>
          <w:lang w:bidi="fa-IR"/>
        </w:rPr>
        <w:t>(</w:t>
      </w:r>
      <w:r w:rsidRPr="00CA52B4">
        <w:rPr>
          <w:rtl/>
          <w:lang w:bidi="fa-IR"/>
        </w:rPr>
        <w:t>عليه السلام</w:t>
      </w:r>
      <w:r>
        <w:rPr>
          <w:rtl/>
          <w:lang w:bidi="fa-IR"/>
        </w:rPr>
        <w:t>)</w:t>
      </w:r>
      <w:r w:rsidRPr="00CA52B4">
        <w:rPr>
          <w:rtl/>
          <w:lang w:bidi="fa-IR"/>
        </w:rPr>
        <w:t xml:space="preserve"> من أصحابه ولحق بمعاوية ، وهم يزيد بن حجية ، ووائل بن حجر الحضرمي ، ومصقلة بن هبيرة الشيباني ، والقعقاع بن شور ، وطارق بن عبد الله ، والنجاشي الشاعر.</w:t>
      </w:r>
    </w:p>
    <w:p w:rsidR="00843DF1" w:rsidRPr="00CA52B4" w:rsidRDefault="00843DF1" w:rsidP="00B10281">
      <w:pPr>
        <w:pStyle w:val="libVar"/>
        <w:rPr>
          <w:rtl/>
          <w:lang w:bidi="fa-IR"/>
        </w:rPr>
      </w:pPr>
      <w:r w:rsidRPr="00CA52B4">
        <w:rPr>
          <w:rtl/>
          <w:lang w:bidi="fa-IR"/>
        </w:rPr>
        <w:t xml:space="preserve">أعيان الشيعة 10 / 273. الأعلام 9 / 117. أسد الغابة 5 / 81. الاستيعاب 3 / 605. الأنساب / 337. تاريخ بغداد 1 / 197. تحفة الأحباب / 396. تقريب التهذيب 2 / 329. تنقيح المقال 3 / 277. تهذيب التهذيب 11 / 108. تاريخ جرجان / 151. جامع الرواة 2 / 299. الجرح والتعديل 9 / 42. جمهرة أنساب العرب / 460. شرح ابن أبي الحديد 4 / 94 </w:t>
      </w:r>
      <w:r>
        <w:rPr>
          <w:rtl/>
          <w:lang w:bidi="fa-IR"/>
        </w:rPr>
        <w:t>و 1</w:t>
      </w:r>
      <w:r w:rsidRPr="00CA52B4">
        <w:rPr>
          <w:rtl/>
          <w:lang w:bidi="fa-IR"/>
        </w:rPr>
        <w:t xml:space="preserve">9 / 352. الطبقات الكبرى 1 / 287 ، 349 ، 350. العقد الفريد 1 / 256. الغدير 8 / 176 </w:t>
      </w:r>
      <w:r>
        <w:rPr>
          <w:rtl/>
          <w:lang w:bidi="fa-IR"/>
        </w:rPr>
        <w:t>و 1</w:t>
      </w:r>
      <w:r w:rsidRPr="00CA52B4">
        <w:rPr>
          <w:rtl/>
          <w:lang w:bidi="fa-IR"/>
        </w:rPr>
        <w:t xml:space="preserve">1 / 48 ، 51. الغارات 1 / 341 </w:t>
      </w:r>
      <w:r>
        <w:rPr>
          <w:rtl/>
          <w:lang w:bidi="fa-IR"/>
        </w:rPr>
        <w:t>و 2</w:t>
      </w:r>
      <w:r w:rsidRPr="00CA52B4">
        <w:rPr>
          <w:rtl/>
          <w:lang w:bidi="fa-IR"/>
        </w:rPr>
        <w:t xml:space="preserve"> / 521 ، 541 ، 553 ، 629</w:t>
      </w:r>
      <w:r>
        <w:rPr>
          <w:rtl/>
          <w:lang w:bidi="fa-IR"/>
        </w:rPr>
        <w:t xml:space="preserve"> ـ </w:t>
      </w:r>
      <w:r w:rsidRPr="00CA52B4">
        <w:rPr>
          <w:rtl/>
          <w:lang w:bidi="fa-IR"/>
        </w:rPr>
        <w:t>631 ، 813. قاموس الرجال 9 / 243.</w:t>
      </w:r>
      <w:r>
        <w:rPr>
          <w:rFonts w:hint="cs"/>
          <w:rtl/>
          <w:lang w:bidi="fa-IR"/>
        </w:rPr>
        <w:t xml:space="preserve"> </w:t>
      </w:r>
      <w:r w:rsidRPr="00CA52B4">
        <w:rPr>
          <w:rtl/>
          <w:lang w:bidi="fa-IR"/>
        </w:rPr>
        <w:t>الكنى والألقاب 3 / 172. اللباب 1 / 370. مجمع الرجال 6 / 192. معجم رجال الحديث 19 / 189. منتهى المقال / 320. نقد الرجال / 363. النهاية في غريب الحديث 5 / 444.</w:t>
      </w:r>
    </w:p>
    <w:p w:rsidR="00843DF1" w:rsidRPr="00CA52B4" w:rsidRDefault="00843DF1" w:rsidP="00EB70B9">
      <w:pPr>
        <w:pStyle w:val="libBold1"/>
        <w:rPr>
          <w:rtl/>
          <w:lang w:bidi="fa-IR"/>
        </w:rPr>
      </w:pPr>
      <w:r w:rsidRPr="00CA52B4">
        <w:rPr>
          <w:rtl/>
        </w:rPr>
        <w:t>1179</w:t>
      </w:r>
      <w:r>
        <w:rPr>
          <w:rtl/>
        </w:rPr>
        <w:t xml:space="preserve"> ـ </w:t>
      </w:r>
      <w:r w:rsidRPr="00CA52B4">
        <w:rPr>
          <w:rtl/>
        </w:rPr>
        <w:t>وداعة بن أبي زيد ثابت بن زيد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صحابي شهد صفّين ، وقاتل إلى جنب عليّ بن أبي طالب </w:t>
      </w:r>
      <w:r>
        <w:rPr>
          <w:rtl/>
          <w:lang w:bidi="fa-IR"/>
        </w:rPr>
        <w:t>(</w:t>
      </w:r>
      <w:r w:rsidRPr="00CA52B4">
        <w:rPr>
          <w:rtl/>
          <w:lang w:bidi="fa-IR"/>
        </w:rPr>
        <w:t>عليه السلام</w:t>
      </w:r>
      <w:r>
        <w:rPr>
          <w:rtl/>
          <w:lang w:bidi="fa-IR"/>
        </w:rPr>
        <w:t>)</w:t>
      </w:r>
      <w:r w:rsidRPr="00CA52B4">
        <w:rPr>
          <w:rtl/>
          <w:lang w:bidi="fa-IR"/>
        </w:rPr>
        <w:t xml:space="preserve"> وكان فيمن شهد صفّين من الصحابة. وقتل أبوه أبو يزيد</w:t>
      </w:r>
    </w:p>
    <w:p w:rsidR="00843DF1" w:rsidRPr="00CA52B4" w:rsidRDefault="00843DF1" w:rsidP="00B10281">
      <w:pPr>
        <w:pStyle w:val="libNormal0"/>
        <w:rPr>
          <w:rtl/>
          <w:lang w:bidi="fa-IR"/>
        </w:rPr>
      </w:pPr>
      <w:r>
        <w:rPr>
          <w:rtl/>
          <w:lang w:bidi="fa-IR"/>
        </w:rPr>
        <w:br w:type="page"/>
      </w:r>
      <w:r w:rsidRPr="00CA52B4">
        <w:rPr>
          <w:rtl/>
          <w:lang w:bidi="fa-IR"/>
        </w:rPr>
        <w:lastRenderedPageBreak/>
        <w:t>شهيدا يوم أحد. ووداعة كان مع أخيه بشير بن أبي زيد في صفّين.</w:t>
      </w:r>
    </w:p>
    <w:p w:rsidR="00843DF1" w:rsidRPr="00CA52B4" w:rsidRDefault="00843DF1" w:rsidP="00B10281">
      <w:pPr>
        <w:pStyle w:val="libVar"/>
        <w:rPr>
          <w:rtl/>
          <w:lang w:bidi="fa-IR"/>
        </w:rPr>
      </w:pPr>
      <w:r w:rsidRPr="00CA52B4">
        <w:rPr>
          <w:rtl/>
          <w:lang w:bidi="fa-IR"/>
        </w:rPr>
        <w:t>الاستيعاب 3 / 644. أسد الغابة 1 / 195 وج 5 / 85. الإصابة 3 / 631. أعيان الشيعة 51 / 85. تنقيح المقال 3 / 278. الغدير 9 / 368. قاموس الرجال 9 / 244.</w:t>
      </w:r>
    </w:p>
    <w:p w:rsidR="00843DF1" w:rsidRPr="00CA52B4" w:rsidRDefault="00843DF1" w:rsidP="00EB70B9">
      <w:pPr>
        <w:pStyle w:val="libBold1"/>
        <w:rPr>
          <w:rtl/>
          <w:lang w:bidi="fa-IR"/>
        </w:rPr>
      </w:pPr>
      <w:r w:rsidRPr="00CA52B4">
        <w:rPr>
          <w:rtl/>
        </w:rPr>
        <w:t>1180</w:t>
      </w:r>
      <w:r>
        <w:rPr>
          <w:rtl/>
        </w:rPr>
        <w:t xml:space="preserve"> ـ </w:t>
      </w:r>
      <w:r w:rsidRPr="00CA52B4">
        <w:rPr>
          <w:rtl/>
        </w:rPr>
        <w:t>واصل بن ربيعة الشيباني</w:t>
      </w:r>
      <w:r>
        <w:rPr>
          <w:rtl/>
        </w:rPr>
        <w:t xml:space="preserve"> ..</w:t>
      </w:r>
      <w:r w:rsidRPr="00CA52B4">
        <w:rPr>
          <w:rtl/>
        </w:rPr>
        <w:t>.</w:t>
      </w:r>
    </w:p>
    <w:p w:rsidR="00843DF1" w:rsidRPr="00CA52B4" w:rsidRDefault="00843DF1" w:rsidP="00EB70B9">
      <w:pPr>
        <w:pStyle w:val="libBold1"/>
        <w:rPr>
          <w:rtl/>
          <w:lang w:bidi="fa-IR"/>
        </w:rPr>
      </w:pPr>
      <w:r w:rsidRPr="00CA52B4">
        <w:rPr>
          <w:rtl/>
        </w:rPr>
        <w:t>1181</w:t>
      </w:r>
      <w:r>
        <w:rPr>
          <w:rtl/>
        </w:rPr>
        <w:t xml:space="preserve"> ـ </w:t>
      </w:r>
      <w:r w:rsidRPr="00CA52B4">
        <w:rPr>
          <w:rtl/>
        </w:rPr>
        <w:t>الوضاح بن أدهم السكسكي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ذكرهما نصر بن مزاحم المنقري ، في كتابه ضمن من قتل من أصحاب عليّ </w:t>
      </w:r>
      <w:r>
        <w:rPr>
          <w:rtl/>
          <w:lang w:bidi="fa-IR"/>
        </w:rPr>
        <w:t>(</w:t>
      </w:r>
      <w:r w:rsidRPr="00CA52B4">
        <w:rPr>
          <w:rtl/>
          <w:lang w:bidi="fa-IR"/>
        </w:rPr>
        <w:t>عليه السلام</w:t>
      </w:r>
      <w:r>
        <w:rPr>
          <w:rtl/>
          <w:lang w:bidi="fa-IR"/>
        </w:rPr>
        <w:t>).</w:t>
      </w:r>
      <w:r w:rsidRPr="00CA52B4">
        <w:rPr>
          <w:rtl/>
          <w:lang w:bidi="fa-IR"/>
        </w:rPr>
        <w:t xml:space="preserve"> ومن المؤسف أن لم يحفظ التأريخ لنا عنهما وعن غيرهما ما يوضح حياتهما.</w:t>
      </w:r>
    </w:p>
    <w:p w:rsidR="00843DF1" w:rsidRPr="00CA52B4" w:rsidRDefault="00843DF1" w:rsidP="00B10281">
      <w:pPr>
        <w:pStyle w:val="libVar"/>
        <w:rPr>
          <w:rtl/>
          <w:lang w:bidi="fa-IR"/>
        </w:rPr>
      </w:pPr>
      <w:r w:rsidRPr="00CA52B4">
        <w:rPr>
          <w:rtl/>
          <w:lang w:bidi="fa-IR"/>
        </w:rPr>
        <w:t>وقعة صفّين / 556.</w:t>
      </w:r>
    </w:p>
    <w:p w:rsidR="00843DF1" w:rsidRPr="00CA52B4" w:rsidRDefault="00843DF1" w:rsidP="00EB70B9">
      <w:pPr>
        <w:pStyle w:val="libBold1"/>
        <w:rPr>
          <w:rtl/>
          <w:lang w:bidi="fa-IR"/>
        </w:rPr>
      </w:pPr>
      <w:r w:rsidRPr="00CA52B4">
        <w:rPr>
          <w:rtl/>
        </w:rPr>
        <w:t>1182</w:t>
      </w:r>
      <w:r>
        <w:rPr>
          <w:rtl/>
        </w:rPr>
        <w:t xml:space="preserve"> ـ </w:t>
      </w:r>
      <w:r w:rsidRPr="00CA52B4">
        <w:rPr>
          <w:rtl/>
        </w:rPr>
        <w:t>الوضي</w:t>
      </w:r>
      <w:r>
        <w:rPr>
          <w:rtl/>
        </w:rPr>
        <w:t xml:space="preserve"> ..</w:t>
      </w:r>
      <w:r w:rsidRPr="00CA52B4">
        <w:rPr>
          <w:rtl/>
        </w:rPr>
        <w:t>. وضين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روى عنه أبو مسلمة سعيد بن يزيد. ذكره ابن أبي حاتم الرازي في كتابه</w:t>
      </w:r>
      <w:r>
        <w:rPr>
          <w:rtl/>
          <w:lang w:bidi="fa-IR"/>
        </w:rPr>
        <w:t xml:space="preserve"> ـ </w:t>
      </w:r>
      <w:r w:rsidRPr="00CA52B4">
        <w:rPr>
          <w:rtl/>
          <w:lang w:bidi="fa-IR"/>
        </w:rPr>
        <w:t>الجرح والتعديل</w:t>
      </w:r>
      <w:r>
        <w:rPr>
          <w:rtl/>
          <w:lang w:bidi="fa-IR"/>
        </w:rPr>
        <w:t xml:space="preserve"> ـ </w:t>
      </w:r>
      <w:r w:rsidRPr="00CA52B4">
        <w:rPr>
          <w:rtl/>
          <w:lang w:bidi="fa-IR"/>
        </w:rPr>
        <w:t xml:space="preserve">فيمن روى عن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الجرح والتعديل 9 / 49.</w:t>
      </w:r>
    </w:p>
    <w:p w:rsidR="00843DF1" w:rsidRPr="00CA52B4" w:rsidRDefault="00843DF1" w:rsidP="00EB70B9">
      <w:pPr>
        <w:pStyle w:val="libBold1"/>
        <w:rPr>
          <w:rtl/>
          <w:lang w:bidi="fa-IR"/>
        </w:rPr>
      </w:pPr>
      <w:r w:rsidRPr="00CA52B4">
        <w:rPr>
          <w:rtl/>
        </w:rPr>
        <w:t>1183</w:t>
      </w:r>
      <w:r>
        <w:rPr>
          <w:rtl/>
        </w:rPr>
        <w:t xml:space="preserve"> ـ </w:t>
      </w:r>
      <w:r w:rsidRPr="00CA52B4">
        <w:rPr>
          <w:rtl/>
        </w:rPr>
        <w:t>وقاء بن سمّي البجلي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اشترك في صفّين ، وهو من الذين شهدوا في صحيفة الصلح والتحكيم. وفي رواية ، ورقاء بن سمي.</w:t>
      </w:r>
    </w:p>
    <w:p w:rsidR="00843DF1" w:rsidRPr="00CA52B4" w:rsidRDefault="00843DF1" w:rsidP="00B10281">
      <w:pPr>
        <w:pStyle w:val="libVar"/>
        <w:rPr>
          <w:rtl/>
          <w:lang w:bidi="fa-IR"/>
        </w:rPr>
      </w:pPr>
      <w:r w:rsidRPr="00CA52B4">
        <w:rPr>
          <w:rtl/>
          <w:lang w:bidi="fa-IR"/>
        </w:rPr>
        <w:t>تاريخ الطبري 6 / 30. الكامل في التأريخ 3 / 320. وقعة صفّين / 511.</w:t>
      </w:r>
    </w:p>
    <w:p w:rsidR="00843DF1" w:rsidRPr="00CA52B4" w:rsidRDefault="00843DF1" w:rsidP="00EB70B9">
      <w:pPr>
        <w:pStyle w:val="libBold1"/>
        <w:rPr>
          <w:rtl/>
          <w:lang w:bidi="fa-IR"/>
        </w:rPr>
      </w:pPr>
      <w:r w:rsidRPr="00CA52B4">
        <w:rPr>
          <w:rtl/>
        </w:rPr>
        <w:t>1184</w:t>
      </w:r>
      <w:r>
        <w:rPr>
          <w:rtl/>
        </w:rPr>
        <w:t xml:space="preserve"> ـ </w:t>
      </w:r>
      <w:r w:rsidRPr="00CA52B4">
        <w:rPr>
          <w:rtl/>
        </w:rPr>
        <w:t>وليد بن جابر بن ظالم بن ظالم الطائي البختري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متكلم شاعر صحابي. وفد على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فأسلم ، ثم صحب أمير المؤمنين </w:t>
      </w:r>
      <w:r>
        <w:rPr>
          <w:rtl/>
          <w:lang w:bidi="fa-IR"/>
        </w:rPr>
        <w:t>(</w:t>
      </w:r>
      <w:r w:rsidRPr="00CA52B4">
        <w:rPr>
          <w:rtl/>
          <w:lang w:bidi="fa-IR"/>
        </w:rPr>
        <w:t>عليه السلام</w:t>
      </w:r>
      <w:r>
        <w:rPr>
          <w:rtl/>
          <w:lang w:bidi="fa-IR"/>
        </w:rPr>
        <w:t>)</w:t>
      </w:r>
      <w:r w:rsidRPr="00CA52B4">
        <w:rPr>
          <w:rtl/>
          <w:lang w:bidi="fa-IR"/>
        </w:rPr>
        <w:t xml:space="preserve"> وشهد معه صفّين. وكان من رجاله المشهورين. ثم وفد على معاوية في الاستقامة ، وكان معاوية لا يثبته معرفة بعينه. فدخل عليه في جملة الناس ، فلما انتهى إليه استنسبه ، فانتسب له ، فقال : أنت صاحب ليلة الهرير</w:t>
      </w:r>
      <w:r>
        <w:rPr>
          <w:rtl/>
          <w:lang w:bidi="fa-IR"/>
        </w:rPr>
        <w:t>؟</w:t>
      </w:r>
      <w:r w:rsidRPr="00CA52B4">
        <w:rPr>
          <w:rtl/>
          <w:lang w:bidi="fa-IR"/>
        </w:rPr>
        <w:t xml:space="preserve"> قال : نعم ، قال : والله ما تخلو</w:t>
      </w:r>
    </w:p>
    <w:p w:rsidR="00843DF1" w:rsidRPr="00CA52B4" w:rsidRDefault="00843DF1" w:rsidP="00B10281">
      <w:pPr>
        <w:pStyle w:val="libNormal0"/>
        <w:rPr>
          <w:rtl/>
          <w:lang w:bidi="fa-IR"/>
        </w:rPr>
      </w:pPr>
      <w:r>
        <w:rPr>
          <w:rtl/>
          <w:lang w:bidi="fa-IR"/>
        </w:rPr>
        <w:br w:type="page"/>
      </w:r>
      <w:r w:rsidRPr="00CA52B4">
        <w:rPr>
          <w:rtl/>
          <w:lang w:bidi="fa-IR"/>
        </w:rPr>
        <w:lastRenderedPageBreak/>
        <w:t>مسامعي من رجزك تلك الليلة ، وقد علا صوتك أصوات الناس ، وأنت تقول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شدوا فداء لكم أمي وأب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فإنّما الأمر غدا لمن غلب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هذا ابن عم المصطفى والمنتجب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تنمه للعلياء سادات العرب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ليس بموصوم إذا نص النسب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أوّل من صلّى وصام واقترب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قال : نعم أنا قائلها. قال : فلما ذا قلتها</w:t>
      </w:r>
      <w:r>
        <w:rPr>
          <w:rtl/>
          <w:lang w:bidi="fa-IR"/>
        </w:rPr>
        <w:t>؟</w:t>
      </w:r>
      <w:r w:rsidRPr="00CA52B4">
        <w:rPr>
          <w:rtl/>
          <w:lang w:bidi="fa-IR"/>
        </w:rPr>
        <w:t xml:space="preserve"> قال : لأنّا كنا مع رجل لا نعلم خصلة توجب الخلافة ، ولا فضيلة تعبر إلى التقدمة. إلا وهي مجموعة له ، كان أول الناس إسلاما ، وأكثرهم علما ، وأرجحهم حلما ، فات الجياد فلا يشق غباره ، يستولي على الأمد فلا يخاف عثاره ، وأوضح منهج الهدى فلا يبيد مناره ، وسلك المقصد فلا تدرس آثاره ، فلما ابتلانا الله تعالى بافتقاده ، وحوّل الأمر إلى من يشاء من عباده ، دخلنا في جملة المسلمين ، فلم ننزع يدا عن طاعة ، ولم نصدع صفاة جماعة ، على أنّ لك منّا ما ظهر ، وقلوبنا بيد الله ، وهو أملك بها منك ، فأقبل صفونا ، وأعرض عن كدرنا ، ولا تذكوا من الأحقاد ، فإنّ النار تقدح بالزناد.</w:t>
      </w:r>
    </w:p>
    <w:p w:rsidR="00843DF1" w:rsidRPr="00CA52B4" w:rsidRDefault="00843DF1" w:rsidP="00347E77">
      <w:pPr>
        <w:pStyle w:val="libNormal"/>
        <w:rPr>
          <w:rtl/>
          <w:lang w:bidi="fa-IR"/>
        </w:rPr>
      </w:pPr>
      <w:r w:rsidRPr="00CA52B4">
        <w:rPr>
          <w:rtl/>
          <w:lang w:bidi="fa-IR"/>
        </w:rPr>
        <w:t>قال معاوية : وإنّك لتهددني يا أخا طيء بأوباش العراق ، أهل النفاق ومعدن الشقاق</w:t>
      </w:r>
      <w:r>
        <w:rPr>
          <w:rtl/>
          <w:lang w:bidi="fa-IR"/>
        </w:rPr>
        <w:t>؟</w:t>
      </w:r>
      <w:r w:rsidRPr="00CA52B4">
        <w:rPr>
          <w:rtl/>
          <w:lang w:bidi="fa-IR"/>
        </w:rPr>
        <w:t xml:space="preserve"> فقال : يا معاوية هم الذين أشرقوك بالريق ، وحبسوك في المضيق ، وذادوك عن سنن الطريق ، حتّى لذت منهم بالمصاحف ودعوت إليها من صدّق بها وكذّبت. وآمن بمنزلها وكفرت وعرف من تأويلها ما أنكرت.</w:t>
      </w:r>
    </w:p>
    <w:p w:rsidR="00843DF1" w:rsidRPr="00CA52B4" w:rsidRDefault="00843DF1" w:rsidP="00347E77">
      <w:pPr>
        <w:pStyle w:val="libNormal"/>
        <w:rPr>
          <w:rtl/>
          <w:lang w:bidi="fa-IR"/>
        </w:rPr>
      </w:pPr>
      <w:r w:rsidRPr="00CA52B4">
        <w:rPr>
          <w:rtl/>
          <w:lang w:bidi="fa-IR"/>
        </w:rPr>
        <w:t xml:space="preserve">فغضب معاوية ، وأدار طرفه فيمن حوله فإذا جلهم من مضر ، ونفر قليل من اليمن. فقال : أيّها الشقي الخائن إنّي لأخال أنّ هذا آخر كلام تفوه به </w:t>
      </w:r>
      <w:r>
        <w:rPr>
          <w:rtl/>
          <w:lang w:bidi="fa-IR"/>
        </w:rPr>
        <w:t>(</w:t>
      </w:r>
      <w:r w:rsidRPr="00CA52B4">
        <w:rPr>
          <w:rtl/>
          <w:lang w:bidi="fa-IR"/>
        </w:rPr>
        <w:t>وكان عفير بن يوسف بن ذي يزن بباب معاوية حينئذ</w:t>
      </w:r>
      <w:r>
        <w:rPr>
          <w:rtl/>
          <w:lang w:bidi="fa-IR"/>
        </w:rPr>
        <w:t>)</w:t>
      </w:r>
      <w:r w:rsidRPr="00CA52B4">
        <w:rPr>
          <w:rtl/>
          <w:lang w:bidi="fa-IR"/>
        </w:rPr>
        <w:t xml:space="preserve"> فعرف موقف الطائي ، ومراد معاوية ، فخافه عليه فهجم عليه الدار ، وأقبل على اليمانية ، فقال : شاهت الوجوه ذلّا وقلا ، وجدعا وفلا ، كشم الله هذه الأنف كشما مرعبا. ثم التفت إلى معاوية ، فقال : إنّي والله يا معاوية ما أقول قولي هذا</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حبا لأهل العراق ، ولا جنوحا إليهم ، ولكن الحفيظة تذهب الغضب ، لقد رأيتك بالأمس خاطبت أخا ربيعة </w:t>
      </w:r>
      <w:r>
        <w:rPr>
          <w:rtl/>
          <w:lang w:bidi="fa-IR"/>
        </w:rPr>
        <w:t>(</w:t>
      </w:r>
      <w:r w:rsidRPr="00CA52B4">
        <w:rPr>
          <w:rtl/>
          <w:lang w:bidi="fa-IR"/>
        </w:rPr>
        <w:t>يعني صعصعة بن صوحان</w:t>
      </w:r>
      <w:r>
        <w:rPr>
          <w:rtl/>
          <w:lang w:bidi="fa-IR"/>
        </w:rPr>
        <w:t>)</w:t>
      </w:r>
      <w:r w:rsidRPr="00CA52B4">
        <w:rPr>
          <w:rtl/>
          <w:lang w:bidi="fa-IR"/>
        </w:rPr>
        <w:t xml:space="preserve"> وهو أعظم جرما عندك من هذا ، وأنكأ لقلبك ، وأقدح في صفاتك ، وأجدّ في عداوتك وأشدّ انتصارا في حربك ، ثم أثبته وسرحته ، وأنت الآن مجمع على قتل هذا </w:t>
      </w:r>
      <w:r>
        <w:rPr>
          <w:rtl/>
          <w:lang w:bidi="fa-IR"/>
        </w:rPr>
        <w:t>(</w:t>
      </w:r>
      <w:r w:rsidRPr="00CA52B4">
        <w:rPr>
          <w:rtl/>
          <w:lang w:bidi="fa-IR"/>
        </w:rPr>
        <w:t>زعمت</w:t>
      </w:r>
      <w:r>
        <w:rPr>
          <w:rtl/>
          <w:lang w:bidi="fa-IR"/>
        </w:rPr>
        <w:t>)</w:t>
      </w:r>
      <w:r w:rsidRPr="00CA52B4">
        <w:rPr>
          <w:rtl/>
          <w:lang w:bidi="fa-IR"/>
        </w:rPr>
        <w:t xml:space="preserve"> استصغارا لجماعتنا ، فإنا لا نمر ولا نحلى ، ولعمري لو وكلتك أبناء قحطان إلى قومك لكان جدّك العاثر ، وذكرك الدّاثر. وحدّك المفلول ، وعرشك المثلول ، فأربع على ظلعك ، واطونا على بلالبتنا ، ليسهل لك حزننا ، ويتطامن لك شاردنا ، فإنا لا نرأم بوقع الضيم ، ولا نتلمظ جرع الخسف. ولا نغمز بغماز الفتن ، ولا نذر على الغضب.</w:t>
      </w:r>
    </w:p>
    <w:p w:rsidR="00843DF1" w:rsidRPr="00CA52B4" w:rsidRDefault="00843DF1" w:rsidP="00347E77">
      <w:pPr>
        <w:pStyle w:val="libNormal"/>
        <w:rPr>
          <w:rtl/>
          <w:lang w:bidi="fa-IR"/>
        </w:rPr>
      </w:pPr>
      <w:r w:rsidRPr="00CA52B4">
        <w:rPr>
          <w:rtl/>
          <w:lang w:bidi="fa-IR"/>
        </w:rPr>
        <w:t>فقال معاوية : الغضب شيطان ، فاربع أيّها الإنسان فإنا لم نأت إلى صاحبك مكروها ، ولم نرتكب منه مغضبا ، ولم ننتهك منه محرّما ، فدونكه فإنّه لم يضق عنه حلمنا ويسع غيره.</w:t>
      </w:r>
    </w:p>
    <w:p w:rsidR="00843DF1" w:rsidRPr="00CA52B4" w:rsidRDefault="00843DF1" w:rsidP="00347E77">
      <w:pPr>
        <w:pStyle w:val="libNormal"/>
        <w:rPr>
          <w:rtl/>
          <w:lang w:bidi="fa-IR"/>
        </w:rPr>
      </w:pPr>
      <w:r w:rsidRPr="00CA52B4">
        <w:rPr>
          <w:rtl/>
          <w:lang w:bidi="fa-IR"/>
        </w:rPr>
        <w:t>فأخذ عفير بيد الوليد ، وخرج إلى منزله ، وقال له : والله لتؤبنّ بأكثر مما آب به معدي من معاوية ، وجمع من بدمشق من اليمانية ، وفرض على كل رجل دينارين في عطائه ، فبلغت أربعين ألفا فتعجلها من بيت المال ودفعها إلى الوليد ، وردّه إلى العراق.</w:t>
      </w:r>
    </w:p>
    <w:p w:rsidR="00843DF1" w:rsidRPr="00CA52B4" w:rsidRDefault="00843DF1" w:rsidP="00B10281">
      <w:pPr>
        <w:pStyle w:val="libVar"/>
        <w:rPr>
          <w:rtl/>
          <w:lang w:bidi="fa-IR"/>
        </w:rPr>
      </w:pPr>
      <w:r w:rsidRPr="00CA52B4">
        <w:rPr>
          <w:rtl/>
          <w:lang w:bidi="fa-IR"/>
        </w:rPr>
        <w:t>تنقيح المقال 3 / 279. الدرجات الرفيعة / 395. شرح ابن أبي الحديد 16 / 129 ، 131. قاموس الرجال 9 / 253. معجم الثقات / 353.</w:t>
      </w:r>
    </w:p>
    <w:p w:rsidR="00843DF1" w:rsidRPr="00CA52B4" w:rsidRDefault="00843DF1" w:rsidP="00EB70B9">
      <w:pPr>
        <w:pStyle w:val="libBold1"/>
        <w:rPr>
          <w:rtl/>
          <w:lang w:bidi="fa-IR"/>
        </w:rPr>
      </w:pPr>
      <w:r w:rsidRPr="00CA52B4">
        <w:rPr>
          <w:rtl/>
        </w:rPr>
        <w:t>1185</w:t>
      </w:r>
      <w:r>
        <w:rPr>
          <w:rtl/>
        </w:rPr>
        <w:t xml:space="preserve"> ـ </w:t>
      </w:r>
      <w:r w:rsidRPr="00CA52B4">
        <w:rPr>
          <w:rtl/>
        </w:rPr>
        <w:t>وليد بن سفيان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يحيى بن أبي عمرو الشيباني. وفي رواية :</w:t>
      </w:r>
      <w:r>
        <w:rPr>
          <w:rFonts w:hint="cs"/>
          <w:rtl/>
          <w:lang w:bidi="fa-IR"/>
        </w:rPr>
        <w:t xml:space="preserve"> </w:t>
      </w:r>
      <w:r w:rsidRPr="00CA52B4">
        <w:rPr>
          <w:rtl/>
          <w:lang w:bidi="fa-IR"/>
        </w:rPr>
        <w:t>الوليد بن سفيان بن أبي مريم الغساني الشامي. ذكره ابن حبان في الثقات.</w:t>
      </w:r>
    </w:p>
    <w:p w:rsidR="00843DF1" w:rsidRPr="00CA52B4" w:rsidRDefault="00843DF1" w:rsidP="00B10281">
      <w:pPr>
        <w:pStyle w:val="libVar"/>
        <w:rPr>
          <w:rtl/>
          <w:lang w:bidi="fa-IR"/>
        </w:rPr>
      </w:pPr>
      <w:r w:rsidRPr="00CA52B4">
        <w:rPr>
          <w:rtl/>
          <w:lang w:bidi="fa-IR"/>
        </w:rPr>
        <w:t>تقريب التهذيب 2 / 333. تهذيب التهذيب 11 / 134. الجرح والتعديل 9 / 6.</w:t>
      </w:r>
      <w:r>
        <w:rPr>
          <w:rFonts w:hint="cs"/>
          <w:rtl/>
          <w:lang w:bidi="fa-IR"/>
        </w:rPr>
        <w:t xml:space="preserve"> </w:t>
      </w:r>
      <w:r w:rsidRPr="00CA52B4">
        <w:rPr>
          <w:rtl/>
          <w:lang w:bidi="fa-IR"/>
        </w:rPr>
        <w:t>ميزان الاعتدال 4 / 338.</w:t>
      </w:r>
    </w:p>
    <w:p w:rsidR="00843DF1" w:rsidRPr="00CA52B4" w:rsidRDefault="00843DF1" w:rsidP="00EB70B9">
      <w:pPr>
        <w:pStyle w:val="libBold1"/>
        <w:rPr>
          <w:rtl/>
          <w:lang w:bidi="fa-IR"/>
        </w:rPr>
      </w:pPr>
      <w:r w:rsidRPr="00CA52B4">
        <w:rPr>
          <w:rtl/>
        </w:rPr>
        <w:t>1186</w:t>
      </w:r>
      <w:r>
        <w:rPr>
          <w:rtl/>
        </w:rPr>
        <w:t xml:space="preserve"> ـ </w:t>
      </w:r>
      <w:r w:rsidRPr="00CA52B4">
        <w:rPr>
          <w:rtl/>
        </w:rPr>
        <w:t>وليد بن عيينة الليثي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حميد بن عبد الله الأصم. وذكره ابن حبان في</w:t>
      </w:r>
    </w:p>
    <w:p w:rsidR="00843DF1" w:rsidRPr="00CA52B4" w:rsidRDefault="00843DF1" w:rsidP="00B10281">
      <w:pPr>
        <w:pStyle w:val="libNormal0"/>
        <w:rPr>
          <w:rtl/>
          <w:lang w:bidi="fa-IR"/>
        </w:rPr>
      </w:pPr>
      <w:r>
        <w:rPr>
          <w:rtl/>
          <w:lang w:bidi="fa-IR"/>
        </w:rPr>
        <w:br w:type="page"/>
      </w:r>
      <w:r w:rsidRPr="00CA52B4">
        <w:rPr>
          <w:rtl/>
          <w:lang w:bidi="fa-IR"/>
        </w:rPr>
        <w:lastRenderedPageBreak/>
        <w:t>الثقات ، وقال : وليد بن عتيبة.</w:t>
      </w:r>
    </w:p>
    <w:p w:rsidR="00843DF1" w:rsidRPr="00CA52B4" w:rsidRDefault="00843DF1" w:rsidP="00B10281">
      <w:pPr>
        <w:pStyle w:val="libVar"/>
        <w:rPr>
          <w:rtl/>
          <w:lang w:bidi="fa-IR"/>
        </w:rPr>
      </w:pPr>
      <w:r w:rsidRPr="00CA52B4">
        <w:rPr>
          <w:rtl/>
          <w:lang w:bidi="fa-IR"/>
        </w:rPr>
        <w:t>الجرح والتعديل 9 / 10.</w:t>
      </w:r>
    </w:p>
    <w:p w:rsidR="00843DF1" w:rsidRPr="00CA52B4" w:rsidRDefault="00843DF1" w:rsidP="00EB70B9">
      <w:pPr>
        <w:pStyle w:val="libBold1"/>
        <w:rPr>
          <w:rtl/>
          <w:lang w:bidi="fa-IR"/>
        </w:rPr>
      </w:pPr>
      <w:r w:rsidRPr="00CA52B4">
        <w:rPr>
          <w:rtl/>
        </w:rPr>
        <w:t>1187</w:t>
      </w:r>
      <w:r>
        <w:rPr>
          <w:rtl/>
        </w:rPr>
        <w:t xml:space="preserve"> ـ </w:t>
      </w:r>
      <w:r w:rsidRPr="00CA52B4">
        <w:rPr>
          <w:rtl/>
        </w:rPr>
        <w:t>وهب بن الأجدع بن راشد الهمداني الخارفي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تابعي في الطبقة الأولى من أهل الكوفة. وكان قليل الحديث ثقة.</w:t>
      </w:r>
      <w:r>
        <w:rPr>
          <w:rFonts w:hint="cs"/>
          <w:rtl/>
          <w:lang w:bidi="fa-IR"/>
        </w:rPr>
        <w:t xml:space="preserve"> </w:t>
      </w:r>
      <w:r w:rsidRPr="00CA52B4">
        <w:rPr>
          <w:rtl/>
          <w:lang w:bidi="fa-IR"/>
        </w:rPr>
        <w:t>ذكره ابن حبان في الثقات. روى عنه هلال بن يساف ، والشعبي. وقال العجلي : كوفي تابعي ثقة.</w:t>
      </w:r>
    </w:p>
    <w:p w:rsidR="00843DF1" w:rsidRPr="00CA52B4" w:rsidRDefault="00843DF1" w:rsidP="00B10281">
      <w:pPr>
        <w:pStyle w:val="libVar"/>
        <w:rPr>
          <w:rtl/>
          <w:lang w:bidi="fa-IR"/>
        </w:rPr>
      </w:pPr>
      <w:r w:rsidRPr="00CA52B4">
        <w:rPr>
          <w:rtl/>
          <w:lang w:bidi="fa-IR"/>
        </w:rPr>
        <w:t>تقريب التهذيب 2 / 337. تنقيح المقال 3 / 280. تهذيب التهذيب 11 / 158.</w:t>
      </w:r>
      <w:r>
        <w:rPr>
          <w:rFonts w:hint="cs"/>
          <w:rtl/>
          <w:lang w:bidi="fa-IR"/>
        </w:rPr>
        <w:t xml:space="preserve"> </w:t>
      </w:r>
      <w:r w:rsidRPr="00CA52B4">
        <w:rPr>
          <w:rtl/>
          <w:lang w:bidi="fa-IR"/>
        </w:rPr>
        <w:t>جامع الرواة 2 / 302. الجرح والتعديل 9 / 23. رجال الطوسي / 61. الطبقات الكبرى 6 / 127. قاموس الرجال 9 / 260. مجمع الرجال 6 / 196. معجم رجال الحديث 19 / 203. منتهى المقال / 321. نقد الرجال / 364.</w:t>
      </w:r>
    </w:p>
    <w:p w:rsidR="00843DF1" w:rsidRPr="00CA52B4" w:rsidRDefault="00843DF1" w:rsidP="00EB70B9">
      <w:pPr>
        <w:pStyle w:val="libBold1"/>
        <w:rPr>
          <w:rtl/>
          <w:lang w:bidi="fa-IR"/>
        </w:rPr>
      </w:pPr>
      <w:r w:rsidRPr="00CA52B4">
        <w:rPr>
          <w:rtl/>
        </w:rPr>
        <w:t>1188</w:t>
      </w:r>
      <w:r>
        <w:rPr>
          <w:rtl/>
        </w:rPr>
        <w:t xml:space="preserve"> ـ </w:t>
      </w:r>
      <w:r w:rsidRPr="00CA52B4">
        <w:rPr>
          <w:rtl/>
        </w:rPr>
        <w:t xml:space="preserve">وهب </w:t>
      </w:r>
      <w:r>
        <w:rPr>
          <w:rtl/>
        </w:rPr>
        <w:t>(</w:t>
      </w:r>
      <w:r w:rsidRPr="00CA52B4">
        <w:rPr>
          <w:rtl/>
        </w:rPr>
        <w:t>أبو جحيفة</w:t>
      </w:r>
      <w:r>
        <w:rPr>
          <w:rtl/>
        </w:rPr>
        <w:t>)</w:t>
      </w:r>
      <w:r w:rsidRPr="00CA52B4">
        <w:rPr>
          <w:rtl/>
        </w:rPr>
        <w:t xml:space="preserve"> ابن عبد الله بن مسلم بن جنادة بن جندب بن حبيب بن سواءة بن عامر بن صعصعة بن معاوية بن بكر بن هوازن بن منصور بن عكرمة بن خصفة بن قيس عيلان بن مضر العامري السوائي الكوفي المتوفى بها 74 ه‍</w:t>
      </w:r>
      <w:r>
        <w:rPr>
          <w:rtl/>
        </w:rPr>
        <w:t>.</w:t>
      </w:r>
    </w:p>
    <w:p w:rsidR="00843DF1" w:rsidRPr="00CA52B4" w:rsidRDefault="00843DF1" w:rsidP="00347E77">
      <w:pPr>
        <w:pStyle w:val="libNormal"/>
        <w:rPr>
          <w:rtl/>
          <w:lang w:bidi="fa-IR"/>
        </w:rPr>
      </w:pPr>
      <w:r w:rsidRPr="00CA52B4">
        <w:rPr>
          <w:rtl/>
          <w:lang w:bidi="fa-IR"/>
        </w:rPr>
        <w:t xml:space="preserve">يقال له : وهب الخير ، ووهب الله. وكان أمير المؤمنين </w:t>
      </w:r>
      <w:r>
        <w:rPr>
          <w:rtl/>
          <w:lang w:bidi="fa-IR"/>
        </w:rPr>
        <w:t>(</w:t>
      </w:r>
      <w:r w:rsidRPr="00CA52B4">
        <w:rPr>
          <w:rtl/>
          <w:lang w:bidi="fa-IR"/>
        </w:rPr>
        <w:t>عليه السلام</w:t>
      </w:r>
      <w:r>
        <w:rPr>
          <w:rtl/>
          <w:lang w:bidi="fa-IR"/>
        </w:rPr>
        <w:t>)</w:t>
      </w:r>
      <w:r w:rsidRPr="00CA52B4">
        <w:rPr>
          <w:rtl/>
          <w:lang w:bidi="fa-IR"/>
        </w:rPr>
        <w:t xml:space="preserve"> يحبه ، ويثق به ، وجعله على بيت المال بالكوفة ، وشهد معه مشاهده كلها. وهو من أهل الكوفة ، وقيل : كان على شرطة عليّ بن أبي طالب </w:t>
      </w:r>
      <w:r>
        <w:rPr>
          <w:rtl/>
          <w:lang w:bidi="fa-IR"/>
        </w:rPr>
        <w:t>(</w:t>
      </w:r>
      <w:r w:rsidRPr="00CA52B4">
        <w:rPr>
          <w:rtl/>
          <w:lang w:bidi="fa-IR"/>
        </w:rPr>
        <w:t>عليه السلام</w:t>
      </w:r>
      <w:r>
        <w:rPr>
          <w:rtl/>
          <w:lang w:bidi="fa-IR"/>
        </w:rPr>
        <w:t>)</w:t>
      </w:r>
      <w:r w:rsidRPr="00CA52B4">
        <w:rPr>
          <w:rtl/>
          <w:lang w:bidi="fa-IR"/>
        </w:rPr>
        <w:t xml:space="preserve"> ، وكان يقوم تحت منبره ، واستعمله على خمس المتاع الذي كان في حزبه. مات في 74 وخلّف : عونا.</w:t>
      </w:r>
    </w:p>
    <w:p w:rsidR="00843DF1" w:rsidRPr="00CA52B4" w:rsidRDefault="00843DF1" w:rsidP="00B10281">
      <w:pPr>
        <w:pStyle w:val="libVar"/>
        <w:rPr>
          <w:rtl/>
          <w:lang w:bidi="fa-IR"/>
        </w:rPr>
      </w:pPr>
      <w:r w:rsidRPr="00CA52B4">
        <w:rPr>
          <w:rtl/>
          <w:lang w:bidi="fa-IR"/>
        </w:rPr>
        <w:t>الأعلام 9 / 149. الاستيعاب 3 / 628 وج 4 / 36. أسد الغابة 5 / 95. الإصابة 3 / 642. البداية والنهاية 9 / 6. تاريخ بغداد 1 / 199. تقريب التهذيب 2 / 338.</w:t>
      </w:r>
      <w:r>
        <w:rPr>
          <w:rFonts w:hint="cs"/>
          <w:rtl/>
          <w:lang w:bidi="fa-IR"/>
        </w:rPr>
        <w:t xml:space="preserve"> </w:t>
      </w:r>
      <w:r w:rsidRPr="00CA52B4">
        <w:rPr>
          <w:rtl/>
          <w:lang w:bidi="fa-IR"/>
        </w:rPr>
        <w:t>تنقيح المقال 3 / 281. تهذيب التهذيب 11 / 164. جامع الرواة 2 / 302. الجرح والتعديل 9 / 22. جمهرة أنساب العرب / 373. خلاصة الأقوال / 193. رجال الشيخ الطوسي / 61. رجال البرقي / 5. سفينة البحار 1 / 146. شذرات الذهب 1 / 82.</w:t>
      </w:r>
      <w:r>
        <w:rPr>
          <w:rFonts w:hint="cs"/>
          <w:rtl/>
          <w:lang w:bidi="fa-IR"/>
        </w:rPr>
        <w:t xml:space="preserve"> </w:t>
      </w:r>
      <w:r w:rsidRPr="00CA52B4">
        <w:rPr>
          <w:rtl/>
          <w:lang w:bidi="fa-IR"/>
        </w:rPr>
        <w:t xml:space="preserve">ابن أبي الحديد 3 / 70 </w:t>
      </w:r>
      <w:r>
        <w:rPr>
          <w:rtl/>
          <w:lang w:bidi="fa-IR"/>
        </w:rPr>
        <w:t>و 8</w:t>
      </w:r>
      <w:r w:rsidRPr="00CA52B4">
        <w:rPr>
          <w:rtl/>
          <w:lang w:bidi="fa-IR"/>
        </w:rPr>
        <w:t xml:space="preserve"> / 97 </w:t>
      </w:r>
      <w:r>
        <w:rPr>
          <w:rtl/>
          <w:lang w:bidi="fa-IR"/>
        </w:rPr>
        <w:t>و 1</w:t>
      </w:r>
      <w:r w:rsidRPr="00CA52B4">
        <w:rPr>
          <w:rtl/>
          <w:lang w:bidi="fa-IR"/>
        </w:rPr>
        <w:t xml:space="preserve">9 / 312. الطبقات الكبرى 6 / 63. طبقات الحفاظ / 66. الغدير 1 / 60. الغارات 2 / 563. قاموس الرجال 9 / 263. الكنى والألقاب 1 / 35 </w:t>
      </w:r>
      <w:r>
        <w:rPr>
          <w:rtl/>
          <w:lang w:bidi="fa-IR"/>
        </w:rPr>
        <w:t>و 3</w:t>
      </w:r>
      <w:r w:rsidRPr="00CA52B4">
        <w:rPr>
          <w:rtl/>
          <w:lang w:bidi="fa-IR"/>
        </w:rPr>
        <w:t xml:space="preserve"> / 171. مجمع الرجال 6 / 197. معجم الثقات / 354. معجم</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رجال الحديث 19 / 208. منتهى المقال / 321. نقد الرجال / 365. وفيات الأعيان 1 / 240 </w:t>
      </w:r>
      <w:r>
        <w:rPr>
          <w:rtl/>
          <w:lang w:bidi="fa-IR"/>
        </w:rPr>
        <w:t>و 3</w:t>
      </w:r>
      <w:r w:rsidRPr="00CA52B4">
        <w:rPr>
          <w:rtl/>
          <w:lang w:bidi="fa-IR"/>
        </w:rPr>
        <w:t xml:space="preserve"> / 36</w:t>
      </w:r>
      <w:r>
        <w:rPr>
          <w:rtl/>
          <w:lang w:bidi="fa-IR"/>
        </w:rPr>
        <w:t xml:space="preserve"> ـ </w:t>
      </w:r>
      <w:r w:rsidRPr="00CA52B4">
        <w:rPr>
          <w:rtl/>
          <w:lang w:bidi="fa-IR"/>
        </w:rPr>
        <w:t>37.</w:t>
      </w:r>
    </w:p>
    <w:p w:rsidR="00843DF1" w:rsidRPr="00CA52B4" w:rsidRDefault="00843DF1" w:rsidP="00EB70B9">
      <w:pPr>
        <w:pStyle w:val="libBold1"/>
        <w:rPr>
          <w:rtl/>
          <w:lang w:bidi="fa-IR"/>
        </w:rPr>
      </w:pPr>
      <w:r w:rsidRPr="00CA52B4">
        <w:rPr>
          <w:rtl/>
        </w:rPr>
        <w:t>1189</w:t>
      </w:r>
      <w:r>
        <w:rPr>
          <w:rtl/>
        </w:rPr>
        <w:t xml:space="preserve"> ـ </w:t>
      </w:r>
      <w:r w:rsidRPr="00CA52B4">
        <w:rPr>
          <w:rtl/>
        </w:rPr>
        <w:t>وهب بن عدي.</w:t>
      </w:r>
    </w:p>
    <w:p w:rsidR="00843DF1" w:rsidRPr="00CA52B4" w:rsidRDefault="00843DF1" w:rsidP="00347E77">
      <w:pPr>
        <w:pStyle w:val="libNormal"/>
        <w:rPr>
          <w:rtl/>
          <w:lang w:bidi="fa-IR"/>
        </w:rPr>
      </w:pPr>
      <w:r w:rsidRPr="00CA52B4">
        <w:rPr>
          <w:rtl/>
          <w:lang w:bidi="fa-IR"/>
        </w:rPr>
        <w:t>ذكره الشيخ الطوسي</w:t>
      </w:r>
      <w:r>
        <w:rPr>
          <w:rtl/>
          <w:lang w:bidi="fa-IR"/>
        </w:rPr>
        <w:t xml:space="preserve"> ..</w:t>
      </w:r>
      <w:r w:rsidRPr="00CA52B4">
        <w:rPr>
          <w:rtl/>
          <w:lang w:bidi="fa-IR"/>
        </w:rPr>
        <w:t xml:space="preserve">.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ونقله الآخرون عنه من غير تثبت وزيادة.</w:t>
      </w:r>
    </w:p>
    <w:p w:rsidR="00843DF1" w:rsidRPr="00CA52B4" w:rsidRDefault="00843DF1" w:rsidP="00B10281">
      <w:pPr>
        <w:pStyle w:val="libVar"/>
        <w:rPr>
          <w:rtl/>
          <w:lang w:bidi="fa-IR"/>
        </w:rPr>
      </w:pPr>
      <w:r w:rsidRPr="00CA52B4">
        <w:rPr>
          <w:rtl/>
          <w:lang w:bidi="fa-IR"/>
        </w:rPr>
        <w:t>تنقيح المقال 3 / 281. جامع الرواة 2 / 302. رجال الشيخ الطوسي / 61.</w:t>
      </w:r>
      <w:r>
        <w:rPr>
          <w:rFonts w:hint="cs"/>
          <w:rtl/>
          <w:lang w:bidi="fa-IR"/>
        </w:rPr>
        <w:t xml:space="preserve"> </w:t>
      </w:r>
      <w:r w:rsidRPr="00CA52B4">
        <w:rPr>
          <w:rtl/>
          <w:lang w:bidi="fa-IR"/>
        </w:rPr>
        <w:t>مجمع الرجال 6 / 197. معجم رجال الحديث 19 / 209. منتهى المقال / 321. نقد الرجال / 365.</w:t>
      </w:r>
    </w:p>
    <w:p w:rsidR="00843DF1" w:rsidRPr="00CA52B4" w:rsidRDefault="00843DF1" w:rsidP="00EB70B9">
      <w:pPr>
        <w:pStyle w:val="libBold1"/>
        <w:rPr>
          <w:rtl/>
          <w:lang w:bidi="fa-IR"/>
        </w:rPr>
      </w:pPr>
      <w:r w:rsidRPr="00CA52B4">
        <w:rPr>
          <w:rtl/>
        </w:rPr>
        <w:t>1190</w:t>
      </w:r>
      <w:r>
        <w:rPr>
          <w:rtl/>
        </w:rPr>
        <w:t xml:space="preserve"> ـ </w:t>
      </w:r>
      <w:r w:rsidRPr="00CA52B4">
        <w:rPr>
          <w:rtl/>
        </w:rPr>
        <w:t>وهب بن أبي وهب منبه أبو البختري القرشي المدني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جاء في بعض المراجع : وهب بن أبي وهب ، وفي بعض وهب بن منبه ، وفي آخر وهب بن أبي وهب منبه. له أحاديث في كتب الفقه. ويعلم أنّ الاسم هذا مشترك بين عدة رجال ، ولا ينحصر في واحد.</w:t>
      </w:r>
      <w:r>
        <w:rPr>
          <w:rFonts w:hint="cs"/>
          <w:rtl/>
          <w:lang w:bidi="fa-IR"/>
        </w:rPr>
        <w:t xml:space="preserve"> </w:t>
      </w:r>
      <w:r w:rsidRPr="00CA52B4">
        <w:rPr>
          <w:rtl/>
          <w:lang w:bidi="fa-IR"/>
        </w:rPr>
        <w:t xml:space="preserve">فوهب بن أبي وهب ، من رجال أمير المؤمنين </w:t>
      </w:r>
      <w:r>
        <w:rPr>
          <w:rtl/>
          <w:lang w:bidi="fa-IR"/>
        </w:rPr>
        <w:t>(</w:t>
      </w:r>
      <w:r w:rsidRPr="00CA52B4">
        <w:rPr>
          <w:rtl/>
          <w:lang w:bidi="fa-IR"/>
        </w:rPr>
        <w:t>عليه السلام</w:t>
      </w:r>
      <w:r>
        <w:rPr>
          <w:rtl/>
          <w:lang w:bidi="fa-IR"/>
        </w:rPr>
        <w:t>).</w:t>
      </w:r>
      <w:r w:rsidRPr="00CA52B4">
        <w:rPr>
          <w:rtl/>
          <w:lang w:bidi="fa-IR"/>
        </w:rPr>
        <w:t xml:space="preserve"> ووهب بن وهب من الكذابين الدجالين المتوفى 199 ، 200.</w:t>
      </w:r>
    </w:p>
    <w:p w:rsidR="00843DF1" w:rsidRPr="00CA52B4" w:rsidRDefault="00843DF1" w:rsidP="00B10281">
      <w:pPr>
        <w:pStyle w:val="libVar"/>
        <w:rPr>
          <w:rtl/>
          <w:lang w:bidi="fa-IR"/>
        </w:rPr>
      </w:pPr>
      <w:r w:rsidRPr="00CA52B4">
        <w:rPr>
          <w:rtl/>
          <w:lang w:bidi="fa-IR"/>
        </w:rPr>
        <w:t xml:space="preserve">بهجة الآمال 7 / 165. تنقيح المقال 3 / 280. تاريخ جرجان / 50. جامع الرواة 2 / 302. رجال الشيخ الطوسي / 61. الطبقات الكبرى 7 / 332. الغدير 5 / 271 ، 279 ، 311 </w:t>
      </w:r>
      <w:r>
        <w:rPr>
          <w:rtl/>
          <w:lang w:bidi="fa-IR"/>
        </w:rPr>
        <w:t>و 7</w:t>
      </w:r>
      <w:r w:rsidRPr="00CA52B4">
        <w:rPr>
          <w:rtl/>
          <w:lang w:bidi="fa-IR"/>
        </w:rPr>
        <w:t xml:space="preserve"> / 306. فهرست الطوسي / 350. قاموس الرجال 9 / 267. الكامل في التأريخ 6 / 214 ، 320 ، 426. مجمع الرجال 6 / 196. معجم رجال الحديث 19 / 203. منتهى المقال / 321. ميزان الاعتدال 4 / 352. نقد الرجال / 364.</w:t>
      </w:r>
      <w:r>
        <w:rPr>
          <w:rFonts w:hint="cs"/>
          <w:rtl/>
          <w:lang w:bidi="fa-IR"/>
        </w:rPr>
        <w:t xml:space="preserve"> </w:t>
      </w:r>
      <w:r w:rsidRPr="00CA52B4">
        <w:rPr>
          <w:rtl/>
          <w:lang w:bidi="fa-IR"/>
        </w:rPr>
        <w:t>وفيات الأعيان 6 / 35</w:t>
      </w:r>
      <w:r>
        <w:rPr>
          <w:rtl/>
          <w:lang w:bidi="fa-IR"/>
        </w:rPr>
        <w:t xml:space="preserve"> ـ </w:t>
      </w:r>
      <w:r w:rsidRPr="00CA52B4">
        <w:rPr>
          <w:rtl/>
          <w:lang w:bidi="fa-IR"/>
        </w:rPr>
        <w:t>36. هدى الساري / 450.</w:t>
      </w:r>
    </w:p>
    <w:p w:rsidR="00843DF1" w:rsidRPr="00CA52B4" w:rsidRDefault="00843DF1" w:rsidP="00F445EC">
      <w:pPr>
        <w:pStyle w:val="Heading1Center"/>
        <w:rPr>
          <w:rtl/>
          <w:lang w:bidi="fa-IR"/>
        </w:rPr>
      </w:pPr>
      <w:r>
        <w:rPr>
          <w:rtl/>
          <w:lang w:bidi="fa-IR"/>
        </w:rPr>
        <w:br w:type="page"/>
      </w:r>
      <w:bookmarkStart w:id="18" w:name="_Toc75964360"/>
      <w:bookmarkStart w:id="19" w:name="_Toc76197523"/>
      <w:r w:rsidRPr="00CA52B4">
        <w:rPr>
          <w:rtl/>
          <w:lang w:bidi="fa-IR"/>
        </w:rPr>
        <w:lastRenderedPageBreak/>
        <w:t>حرف الهاء</w:t>
      </w:r>
      <w:bookmarkEnd w:id="18"/>
      <w:bookmarkEnd w:id="19"/>
    </w:p>
    <w:p w:rsidR="00843DF1" w:rsidRPr="00CA52B4" w:rsidRDefault="00843DF1" w:rsidP="00EB70B9">
      <w:pPr>
        <w:pStyle w:val="libBold1"/>
        <w:rPr>
          <w:rtl/>
          <w:lang w:bidi="fa-IR"/>
        </w:rPr>
      </w:pPr>
      <w:r w:rsidRPr="00CA52B4">
        <w:rPr>
          <w:rtl/>
        </w:rPr>
        <w:t>1191</w:t>
      </w:r>
      <w:r>
        <w:rPr>
          <w:rtl/>
        </w:rPr>
        <w:t xml:space="preserve"> ـ </w:t>
      </w:r>
      <w:r w:rsidRPr="00CA52B4">
        <w:rPr>
          <w:rtl/>
        </w:rPr>
        <w:t>هارون بن سعد الكوفي الجعفي العجلي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صاحب راية أمير المؤمنين </w:t>
      </w:r>
      <w:r>
        <w:rPr>
          <w:rtl/>
          <w:lang w:bidi="fa-IR"/>
        </w:rPr>
        <w:t>(</w:t>
      </w:r>
      <w:r w:rsidRPr="00CA52B4">
        <w:rPr>
          <w:rtl/>
          <w:lang w:bidi="fa-IR"/>
        </w:rPr>
        <w:t>عليه السلام</w:t>
      </w:r>
      <w:r>
        <w:rPr>
          <w:rtl/>
          <w:lang w:bidi="fa-IR"/>
        </w:rPr>
        <w:t>).</w:t>
      </w:r>
      <w:r w:rsidRPr="00CA52B4">
        <w:rPr>
          <w:rtl/>
          <w:lang w:bidi="fa-IR"/>
        </w:rPr>
        <w:t xml:space="preserve"> وذكره ابن حبان في الثقات. وهو غير هارون بن سعد الأعور الذي روى عن أبي حازم الأشجعي ، وأبي إسحاق السبيعي ، وأبي الضحى ، والأعمش وغيرهم.</w:t>
      </w:r>
    </w:p>
    <w:p w:rsidR="00843DF1" w:rsidRPr="00CA52B4" w:rsidRDefault="00843DF1" w:rsidP="00347E77">
      <w:pPr>
        <w:pStyle w:val="libNormal"/>
        <w:rPr>
          <w:rtl/>
          <w:lang w:bidi="fa-IR"/>
        </w:rPr>
      </w:pPr>
      <w:r w:rsidRPr="00CA52B4">
        <w:rPr>
          <w:rtl/>
          <w:lang w:bidi="fa-IR"/>
        </w:rPr>
        <w:t xml:space="preserve">قال ، قال عبد الله بن جعفر بن أبي طالب ، لعليّ </w:t>
      </w:r>
      <w:r>
        <w:rPr>
          <w:rtl/>
          <w:lang w:bidi="fa-IR"/>
        </w:rPr>
        <w:t>(</w:t>
      </w:r>
      <w:r w:rsidRPr="00CA52B4">
        <w:rPr>
          <w:rtl/>
          <w:lang w:bidi="fa-IR"/>
        </w:rPr>
        <w:t>عليه السلام</w:t>
      </w:r>
      <w:r>
        <w:rPr>
          <w:rtl/>
          <w:lang w:bidi="fa-IR"/>
        </w:rPr>
        <w:t>)</w:t>
      </w:r>
      <w:r w:rsidRPr="00CA52B4">
        <w:rPr>
          <w:rtl/>
          <w:lang w:bidi="fa-IR"/>
        </w:rPr>
        <w:t xml:space="preserve"> يا أمير المؤمنين ، لو أمرت لي بمعونة أو نفقة ، فو الله ما لي نفقة إلا أن أبيع دابتي ، فقال : لا والله ما أجد لك شيئا إلا أن تأمر عمك أن يسرق فيعطيك.</w:t>
      </w:r>
    </w:p>
    <w:p w:rsidR="00843DF1" w:rsidRPr="00CA52B4" w:rsidRDefault="00843DF1" w:rsidP="00B10281">
      <w:pPr>
        <w:pStyle w:val="libVar"/>
        <w:rPr>
          <w:rtl/>
          <w:lang w:bidi="fa-IR"/>
        </w:rPr>
      </w:pPr>
      <w:r w:rsidRPr="00CA52B4">
        <w:rPr>
          <w:rtl/>
          <w:lang w:bidi="fa-IR"/>
        </w:rPr>
        <w:t>تقريب التهذيب 2 / 311. تنقيح المقال 3 / 284. تهذيب التهذيب 11 / 6. جامع الرواة 2 / 306. الجرح والتعديل 9 / 90. رجال ابن داود / 283. شرح ابن أبي الحديد 2 / 200. الغدير 3 / 94. الغارات 1 / 66. قاموس الرجال 9 / 278. لسان الميزان 7 / 415. مجمع الرجال 6 / 203. منتهى المقال / 322. ميزان الاعتدال 4 / 284. نقد الرجال / 366.</w:t>
      </w:r>
    </w:p>
    <w:p w:rsidR="00843DF1" w:rsidRPr="00CA52B4" w:rsidRDefault="00843DF1" w:rsidP="00EB70B9">
      <w:pPr>
        <w:pStyle w:val="libBold1"/>
        <w:rPr>
          <w:rtl/>
          <w:lang w:bidi="fa-IR"/>
        </w:rPr>
      </w:pPr>
      <w:r w:rsidRPr="00CA52B4">
        <w:rPr>
          <w:rtl/>
        </w:rPr>
        <w:t>1192</w:t>
      </w:r>
      <w:r>
        <w:rPr>
          <w:rtl/>
        </w:rPr>
        <w:t xml:space="preserve"> ـ </w:t>
      </w:r>
      <w:r w:rsidRPr="00CA52B4">
        <w:rPr>
          <w:rtl/>
        </w:rPr>
        <w:t xml:space="preserve">هاشم </w:t>
      </w:r>
      <w:r>
        <w:rPr>
          <w:rtl/>
        </w:rPr>
        <w:t>(</w:t>
      </w:r>
      <w:r w:rsidRPr="00CA52B4">
        <w:rPr>
          <w:rtl/>
        </w:rPr>
        <w:t>المرقال</w:t>
      </w:r>
      <w:r>
        <w:rPr>
          <w:rtl/>
        </w:rPr>
        <w:t>)</w:t>
      </w:r>
      <w:r w:rsidRPr="00CA52B4">
        <w:rPr>
          <w:rtl/>
        </w:rPr>
        <w:t xml:space="preserve"> ابن عتبة بن أبي وقاص مالك بن أهيب بن عبد مناف بن زهرة بن كلاب بن مرة الأسلمي الزهري الشهيد في 37 ه‍</w:t>
      </w:r>
      <w:r>
        <w:rPr>
          <w:rtl/>
        </w:rPr>
        <w:t>.</w:t>
      </w:r>
    </w:p>
    <w:p w:rsidR="00843DF1" w:rsidRPr="00CA52B4" w:rsidRDefault="00843DF1" w:rsidP="00347E77">
      <w:pPr>
        <w:pStyle w:val="libNormal"/>
        <w:rPr>
          <w:rtl/>
          <w:lang w:bidi="fa-IR"/>
        </w:rPr>
      </w:pPr>
      <w:r w:rsidRPr="00CA52B4">
        <w:rPr>
          <w:rtl/>
          <w:lang w:bidi="fa-IR"/>
        </w:rPr>
        <w:t>فارس ، شجاع ، شاعر بطل ، شهد صفّين وكانت معه الراية ، وهو على الرجالة ، أبلى فيها بلاء حسنا إلى أن استشهد فيها. وأعقب :</w:t>
      </w:r>
      <w:r>
        <w:rPr>
          <w:rFonts w:hint="cs"/>
          <w:rtl/>
          <w:lang w:bidi="fa-IR"/>
        </w:rPr>
        <w:t xml:space="preserve"> </w:t>
      </w:r>
      <w:r w:rsidRPr="00CA52B4">
        <w:rPr>
          <w:rtl/>
          <w:lang w:bidi="fa-IR"/>
        </w:rPr>
        <w:t xml:space="preserve">هاشما. وقد أفرد السيد محمد رضا بن السيد جعفر الحكيم النجفي ، عنه دراسة خاصة طبعت في النجف الأشرف عام 1370 ه‍ / 1951 م. وقد جزع الناس عليه جزعا شديدا وأصيب معه عصابة من أسلم من القراء ، فمر عليهم عليّ </w:t>
      </w:r>
      <w:r>
        <w:rPr>
          <w:rtl/>
          <w:lang w:bidi="fa-IR"/>
        </w:rPr>
        <w:t>(</w:t>
      </w:r>
      <w:r w:rsidRPr="00CA52B4">
        <w:rPr>
          <w:rtl/>
          <w:lang w:bidi="fa-IR"/>
        </w:rPr>
        <w:t>عليه السلام</w:t>
      </w:r>
      <w:r>
        <w:rPr>
          <w:rtl/>
          <w:lang w:bidi="fa-IR"/>
        </w:rPr>
        <w:t>)</w:t>
      </w:r>
      <w:r w:rsidRPr="00CA52B4">
        <w:rPr>
          <w:rtl/>
          <w:lang w:bidi="fa-IR"/>
        </w:rPr>
        <w:t xml:space="preserve"> وهم قتلى حوله أصحابه الذين قتلوا معه فقال :</w:t>
      </w: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جزى الله خيرا عصبة أسلمية</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صباح الوجوه صرّعوا حول هاشم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يزيد ، وعبد الله ، بشر ، ومعبد</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سفيان وابنا هاشم ذي المكارم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عروة لا يبعد ثناه وذكره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إذا افترطت يوما خفاف الصوارم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أخبار شعراء الشيعة / 35. الأخبار الطوال / 120 ، 121 ، 144 ، 171 ، 174 ، 183. الاستيعاب 3 / 616. أسد الغابة 5 / 49. الاشتقاق / 153 ، 154. الإصابة 3 / 593. أعلام نهج البلاغة / 49. أعيان الشيعة 10 / 250. أنساب الأشراف 2 / 234. الأعلام 9 / 49. البداية والنهاية 7 / 262 ، 270. تاريخ الطبري 6 / 23 وج 13 / 13. تاريخ بغداد 1 / 196. تقريب التهذيب 2 / 314. تنقيح المقال 3 / 288. تهذيب التهذيب 11 / 20. جامع الرواة 2 / 310. الجرح والتعديل 9 / 103. جمهرة أنساب العرب / 129. الجمل أو النصرة في حرب البصرة / 13 ، 172. خلاصة الأقوال / 179. الدرجات الرفيعة / 375. رجال ابن داود / 199.</w:t>
      </w:r>
      <w:r>
        <w:rPr>
          <w:rFonts w:hint="cs"/>
          <w:rtl/>
          <w:lang w:bidi="fa-IR"/>
        </w:rPr>
        <w:t xml:space="preserve"> </w:t>
      </w:r>
      <w:r w:rsidRPr="00CA52B4">
        <w:rPr>
          <w:rtl/>
          <w:lang w:bidi="fa-IR"/>
        </w:rPr>
        <w:t xml:space="preserve">رجال الطوسي / 61. سفينة البحار 1 / 720. شرح ابن أبي الحديد 2 / 188 </w:t>
      </w:r>
      <w:r>
        <w:rPr>
          <w:rtl/>
          <w:lang w:bidi="fa-IR"/>
        </w:rPr>
        <w:t>و 3</w:t>
      </w:r>
      <w:r w:rsidRPr="00CA52B4">
        <w:rPr>
          <w:rtl/>
          <w:lang w:bidi="fa-IR"/>
        </w:rPr>
        <w:t xml:space="preserve"> / 172 ، 213 </w:t>
      </w:r>
      <w:r>
        <w:rPr>
          <w:rtl/>
          <w:lang w:bidi="fa-IR"/>
        </w:rPr>
        <w:t>و 4</w:t>
      </w:r>
      <w:r w:rsidRPr="00CA52B4">
        <w:rPr>
          <w:rtl/>
          <w:lang w:bidi="fa-IR"/>
        </w:rPr>
        <w:t xml:space="preserve"> / 27 </w:t>
      </w:r>
      <w:r>
        <w:rPr>
          <w:rtl/>
          <w:lang w:bidi="fa-IR"/>
        </w:rPr>
        <w:t>و 6</w:t>
      </w:r>
      <w:r w:rsidRPr="00CA52B4">
        <w:rPr>
          <w:rtl/>
          <w:lang w:bidi="fa-IR"/>
        </w:rPr>
        <w:t xml:space="preserve"> / 53 </w:t>
      </w:r>
      <w:r>
        <w:rPr>
          <w:rtl/>
          <w:lang w:bidi="fa-IR"/>
        </w:rPr>
        <w:t>و 8</w:t>
      </w:r>
      <w:r w:rsidRPr="00CA52B4">
        <w:rPr>
          <w:rtl/>
          <w:lang w:bidi="fa-IR"/>
        </w:rPr>
        <w:t xml:space="preserve"> / 10 </w:t>
      </w:r>
      <w:r>
        <w:rPr>
          <w:rtl/>
          <w:lang w:bidi="fa-IR"/>
        </w:rPr>
        <w:t>و 1</w:t>
      </w:r>
      <w:r w:rsidRPr="00CA52B4">
        <w:rPr>
          <w:rtl/>
          <w:lang w:bidi="fa-IR"/>
        </w:rPr>
        <w:t xml:space="preserve">0 / 104 </w:t>
      </w:r>
      <w:r>
        <w:rPr>
          <w:rtl/>
          <w:lang w:bidi="fa-IR"/>
        </w:rPr>
        <w:t>و 1</w:t>
      </w:r>
      <w:r w:rsidRPr="00CA52B4">
        <w:rPr>
          <w:rtl/>
          <w:lang w:bidi="fa-IR"/>
        </w:rPr>
        <w:t>4 / 8</w:t>
      </w:r>
      <w:r>
        <w:rPr>
          <w:rtl/>
          <w:lang w:bidi="fa-IR"/>
        </w:rPr>
        <w:t xml:space="preserve"> ـ </w:t>
      </w:r>
      <w:r w:rsidRPr="00CA52B4">
        <w:rPr>
          <w:rtl/>
          <w:lang w:bidi="fa-IR"/>
        </w:rPr>
        <w:t>10. الطبقات الكبرى 3 / 262. العقد الفريد 5 / 69 ، 83. الغارات 1 / 301. الغدير 1 / 60 ، 164 ، 189 ، 190</w:t>
      </w:r>
      <w:r>
        <w:rPr>
          <w:rtl/>
          <w:lang w:bidi="fa-IR"/>
        </w:rPr>
        <w:t xml:space="preserve"> ـ </w:t>
      </w:r>
      <w:r w:rsidRPr="00CA52B4">
        <w:rPr>
          <w:rtl/>
          <w:lang w:bidi="fa-IR"/>
        </w:rPr>
        <w:t>الفهارس / 329. قاموس الرجال 9 / 288. الكامل في التأريخ 2 / 476</w:t>
      </w:r>
      <w:r>
        <w:rPr>
          <w:rtl/>
          <w:lang w:bidi="fa-IR"/>
        </w:rPr>
        <w:t xml:space="preserve"> ـ </w:t>
      </w:r>
      <w:r w:rsidRPr="00CA52B4">
        <w:rPr>
          <w:rtl/>
          <w:lang w:bidi="fa-IR"/>
        </w:rPr>
        <w:t xml:space="preserve">478 ، 506 ، 508 ، 520 ، 525 ، 533 </w:t>
      </w:r>
      <w:r>
        <w:rPr>
          <w:rtl/>
          <w:lang w:bidi="fa-IR"/>
        </w:rPr>
        <w:t>و 3</w:t>
      </w:r>
      <w:r w:rsidRPr="00CA52B4">
        <w:rPr>
          <w:rtl/>
          <w:lang w:bidi="fa-IR"/>
        </w:rPr>
        <w:t xml:space="preserve"> / 82</w:t>
      </w:r>
      <w:r>
        <w:rPr>
          <w:rtl/>
          <w:lang w:bidi="fa-IR"/>
        </w:rPr>
        <w:t xml:space="preserve"> ـ </w:t>
      </w:r>
      <w:r w:rsidRPr="00CA52B4">
        <w:rPr>
          <w:rtl/>
          <w:lang w:bidi="fa-IR"/>
        </w:rPr>
        <w:t>314. الكنى والألقاب 3 / 172.</w:t>
      </w:r>
      <w:r>
        <w:rPr>
          <w:rFonts w:hint="cs"/>
          <w:rtl/>
          <w:lang w:bidi="fa-IR"/>
        </w:rPr>
        <w:t xml:space="preserve"> </w:t>
      </w:r>
      <w:r w:rsidRPr="00CA52B4">
        <w:rPr>
          <w:rtl/>
          <w:lang w:bidi="fa-IR"/>
        </w:rPr>
        <w:t>مجمع الرجال 6 / 211. مرآة الجنان 1 / 101. مروج الذهب 2 / 387. معجم الثقات / 354. معجم رجال الحديث 19 / 245. المناقب 3 / 168. منتهى المقال / 323. مجالس المؤمنين 1 / 269. النجوم الزاهرة 1 / 112. نقد الرجال / 367. وقعة صفّين / 92 ، 112 ، 154 ، 193 ، 205 ، 208 ، 214 ، 258 ، 326 ، 328 ، 335 ، 346</w:t>
      </w:r>
      <w:r>
        <w:rPr>
          <w:rtl/>
          <w:lang w:bidi="fa-IR"/>
        </w:rPr>
        <w:t xml:space="preserve"> ـ </w:t>
      </w:r>
      <w:r w:rsidRPr="00CA52B4">
        <w:rPr>
          <w:rtl/>
          <w:lang w:bidi="fa-IR"/>
        </w:rPr>
        <w:t>348 ، 353</w:t>
      </w:r>
      <w:r>
        <w:rPr>
          <w:rtl/>
          <w:lang w:bidi="fa-IR"/>
        </w:rPr>
        <w:t xml:space="preserve"> ـ </w:t>
      </w:r>
      <w:r w:rsidRPr="00CA52B4">
        <w:rPr>
          <w:rtl/>
          <w:lang w:bidi="fa-IR"/>
        </w:rPr>
        <w:t>359 ، 426</w:t>
      </w:r>
      <w:r>
        <w:rPr>
          <w:rtl/>
          <w:lang w:bidi="fa-IR"/>
        </w:rPr>
        <w:t xml:space="preserve"> ـ </w:t>
      </w:r>
      <w:r w:rsidRPr="00CA52B4">
        <w:rPr>
          <w:rtl/>
          <w:lang w:bidi="fa-IR"/>
        </w:rPr>
        <w:t>428 ، 431 ، 455.</w:t>
      </w:r>
    </w:p>
    <w:p w:rsidR="00843DF1" w:rsidRPr="00CA52B4" w:rsidRDefault="00843DF1" w:rsidP="00EB70B9">
      <w:pPr>
        <w:pStyle w:val="libBold1"/>
        <w:rPr>
          <w:rtl/>
          <w:lang w:bidi="fa-IR"/>
        </w:rPr>
      </w:pPr>
      <w:r w:rsidRPr="00CA52B4">
        <w:rPr>
          <w:rtl/>
        </w:rPr>
        <w:t>1193</w:t>
      </w:r>
      <w:r>
        <w:rPr>
          <w:rtl/>
        </w:rPr>
        <w:t xml:space="preserve"> ـ </w:t>
      </w:r>
      <w:r w:rsidRPr="00CA52B4">
        <w:rPr>
          <w:rtl/>
        </w:rPr>
        <w:t>هانئ بن الخطاب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مقاتل. يقال إنّه قتل عبيد الله بن عمر بن الخطاب بصفّين. وقتل عبد الله بن وهب الراسي ، رأس الخوارج في النهروان. وكان على حزم وشجاعة نادرة ، وقد اختلفوا في قاتل عبيد الله ، غير أنّ الأدلة صرحت بأنّ قاتله هو هانئ بن الخطاب من قبيلة همدان.</w:t>
      </w:r>
    </w:p>
    <w:p w:rsidR="00843DF1" w:rsidRPr="00CA52B4" w:rsidRDefault="00843DF1" w:rsidP="00B10281">
      <w:pPr>
        <w:pStyle w:val="libVar"/>
        <w:rPr>
          <w:rtl/>
          <w:lang w:bidi="fa-IR"/>
        </w:rPr>
      </w:pPr>
      <w:r w:rsidRPr="00CA52B4">
        <w:rPr>
          <w:rtl/>
          <w:lang w:bidi="fa-IR"/>
        </w:rPr>
        <w:t xml:space="preserve">أنساب الأشراف 2 / 325 ، 362 ، 372. تاريخ الطبري 6 / 49. شرح ابن أبي الحديد 2 / 88 </w:t>
      </w:r>
      <w:r>
        <w:rPr>
          <w:rtl/>
          <w:lang w:bidi="fa-IR"/>
        </w:rPr>
        <w:t>و 5</w:t>
      </w:r>
      <w:r w:rsidRPr="00CA52B4">
        <w:rPr>
          <w:rtl/>
          <w:lang w:bidi="fa-IR"/>
        </w:rPr>
        <w:t xml:space="preserve"> / 233. قاموس الرجال 9 / 292. الكامل في التأريخ 3 / 308 ، 346. مرآة الجنان 1 / 101 ، 105. المناقب 3 / 175. وقعة صفّين / 298.</w:t>
      </w:r>
    </w:p>
    <w:p w:rsidR="00843DF1" w:rsidRPr="00CA52B4" w:rsidRDefault="00843DF1" w:rsidP="00EB70B9">
      <w:pPr>
        <w:pStyle w:val="libBold1"/>
        <w:rPr>
          <w:rtl/>
          <w:lang w:bidi="fa-IR"/>
        </w:rPr>
      </w:pPr>
      <w:r>
        <w:rPr>
          <w:rtl/>
          <w:lang w:bidi="fa-IR"/>
        </w:rPr>
        <w:br w:type="page"/>
      </w:r>
      <w:r w:rsidRPr="00CA52B4">
        <w:rPr>
          <w:rtl/>
        </w:rPr>
        <w:lastRenderedPageBreak/>
        <w:t>1194</w:t>
      </w:r>
      <w:r>
        <w:rPr>
          <w:rtl/>
        </w:rPr>
        <w:t xml:space="preserve"> ـ </w:t>
      </w:r>
      <w:r w:rsidRPr="00CA52B4">
        <w:rPr>
          <w:rtl/>
        </w:rPr>
        <w:t>هانئ</w:t>
      </w:r>
      <w:r>
        <w:rPr>
          <w:rtl/>
        </w:rPr>
        <w:t xml:space="preserve"> ....</w:t>
      </w:r>
      <w:r w:rsidRPr="00CA52B4">
        <w:rPr>
          <w:rtl/>
        </w:rPr>
        <w:t xml:space="preserve"> مولى عليّ بن أبي طالب </w:t>
      </w:r>
      <w:r>
        <w:rPr>
          <w:rtl/>
        </w:rPr>
        <w:t>(</w:t>
      </w:r>
      <w:r w:rsidRPr="00CA52B4">
        <w:rPr>
          <w:rtl/>
        </w:rPr>
        <w:t>عليه السلام</w:t>
      </w:r>
      <w:r>
        <w:rPr>
          <w:rtl/>
        </w:rPr>
        <w:t>) ..</w:t>
      </w:r>
      <w:r w:rsidRPr="00CA52B4">
        <w:rPr>
          <w:rtl/>
        </w:rPr>
        <w:t>.</w:t>
      </w:r>
    </w:p>
    <w:p w:rsidR="00843DF1" w:rsidRPr="00CA52B4" w:rsidRDefault="00843DF1" w:rsidP="00347E77">
      <w:pPr>
        <w:pStyle w:val="libNormal"/>
        <w:rPr>
          <w:rtl/>
          <w:lang w:bidi="fa-IR"/>
        </w:rPr>
      </w:pPr>
      <w:r w:rsidRPr="00CA52B4">
        <w:rPr>
          <w:rtl/>
          <w:lang w:bidi="fa-IR"/>
        </w:rPr>
        <w:t>محدّث ذكره أصحاب الجرح والتعديل في الثقات. روى عنه عبد الرحمن بن يعقوب ، مولى الحرقة.</w:t>
      </w:r>
    </w:p>
    <w:p w:rsidR="00843DF1" w:rsidRPr="00CA52B4" w:rsidRDefault="00843DF1" w:rsidP="00B10281">
      <w:pPr>
        <w:pStyle w:val="libVar"/>
        <w:rPr>
          <w:rtl/>
          <w:lang w:bidi="fa-IR"/>
        </w:rPr>
      </w:pPr>
      <w:r w:rsidRPr="00CA52B4">
        <w:rPr>
          <w:rtl/>
          <w:lang w:bidi="fa-IR"/>
        </w:rPr>
        <w:t>تقريب التهذيب 2 / 315. تهذيب التهذيب 11 / 23. الجرح والتعديل 9 / 100.</w:t>
      </w:r>
      <w:r>
        <w:rPr>
          <w:rFonts w:hint="cs"/>
          <w:rtl/>
          <w:lang w:bidi="fa-IR"/>
        </w:rPr>
        <w:t xml:space="preserve"> </w:t>
      </w:r>
      <w:r w:rsidRPr="00CA52B4">
        <w:rPr>
          <w:rtl/>
          <w:lang w:bidi="fa-IR"/>
        </w:rPr>
        <w:t>لسان الميزان 7 / 417. ميزان الاعتدال 4 / 291.</w:t>
      </w:r>
    </w:p>
    <w:p w:rsidR="00843DF1" w:rsidRPr="00CA52B4" w:rsidRDefault="00843DF1" w:rsidP="00EB70B9">
      <w:pPr>
        <w:pStyle w:val="libBold1"/>
        <w:rPr>
          <w:rtl/>
          <w:lang w:bidi="fa-IR"/>
        </w:rPr>
      </w:pPr>
      <w:r w:rsidRPr="00CA52B4">
        <w:rPr>
          <w:rtl/>
        </w:rPr>
        <w:t>1195</w:t>
      </w:r>
      <w:r>
        <w:rPr>
          <w:rtl/>
        </w:rPr>
        <w:t xml:space="preserve"> ـ </w:t>
      </w:r>
      <w:r w:rsidRPr="00CA52B4">
        <w:rPr>
          <w:rtl/>
        </w:rPr>
        <w:t>هانئ بن عروة بن الغضغاض بن عمران بن عمرو بن حفص بن عبد يغوث المرادي العطيفي الشهيد 60 ه‍</w:t>
      </w:r>
      <w:r>
        <w:rPr>
          <w:rtl/>
        </w:rPr>
        <w:t>.</w:t>
      </w:r>
    </w:p>
    <w:p w:rsidR="00843DF1" w:rsidRPr="00CA52B4" w:rsidRDefault="00843DF1" w:rsidP="00347E77">
      <w:pPr>
        <w:pStyle w:val="libNormal"/>
        <w:rPr>
          <w:rtl/>
          <w:lang w:bidi="fa-IR"/>
        </w:rPr>
      </w:pPr>
      <w:r w:rsidRPr="00CA52B4">
        <w:rPr>
          <w:rtl/>
          <w:lang w:bidi="fa-IR"/>
        </w:rPr>
        <w:t xml:space="preserve">فارس مخضرم ، سكن الكوفة وكان من خواص عليّ </w:t>
      </w:r>
      <w:r>
        <w:rPr>
          <w:rtl/>
          <w:lang w:bidi="fa-IR"/>
        </w:rPr>
        <w:t>(</w:t>
      </w:r>
      <w:r w:rsidRPr="00CA52B4">
        <w:rPr>
          <w:rtl/>
          <w:lang w:bidi="fa-IR"/>
        </w:rPr>
        <w:t>عليه السلام</w:t>
      </w:r>
      <w:r>
        <w:rPr>
          <w:rtl/>
          <w:lang w:bidi="fa-IR"/>
        </w:rPr>
        <w:t>).</w:t>
      </w:r>
      <w:r>
        <w:rPr>
          <w:rFonts w:hint="cs"/>
          <w:rtl/>
          <w:lang w:bidi="fa-IR"/>
        </w:rPr>
        <w:t xml:space="preserve"> </w:t>
      </w:r>
      <w:r w:rsidRPr="00CA52B4">
        <w:rPr>
          <w:rtl/>
          <w:lang w:bidi="fa-IR"/>
        </w:rPr>
        <w:t xml:space="preserve">ولما بايع أهل الكوفة مسلم بن عقيل بن أبي طالب ، وقدم الكوفة نزل على هانئ ونصره ، ودعا إلى الإمام الحسين </w:t>
      </w:r>
      <w:r>
        <w:rPr>
          <w:rtl/>
          <w:lang w:bidi="fa-IR"/>
        </w:rPr>
        <w:t>(</w:t>
      </w:r>
      <w:r w:rsidRPr="00CA52B4">
        <w:rPr>
          <w:rtl/>
          <w:lang w:bidi="fa-IR"/>
        </w:rPr>
        <w:t>عليه السلام</w:t>
      </w:r>
      <w:r>
        <w:rPr>
          <w:rtl/>
          <w:lang w:bidi="fa-IR"/>
        </w:rPr>
        <w:t>)</w:t>
      </w:r>
      <w:r w:rsidRPr="00CA52B4">
        <w:rPr>
          <w:rtl/>
          <w:lang w:bidi="fa-IR"/>
        </w:rPr>
        <w:t xml:space="preserve"> وقبل أن يقدم الإمام العراق ، فتك به عبيد الله بن زياد ، فقد استدعاه إلى القصر وهو ابن بضع وتسعين سنة ، فعاتبه ثم طعنه بالحربة وحزّ رأسه ، ورمى به من أعلى القصر. وذلك عام 60 ه‍</w:t>
      </w:r>
      <w:r>
        <w:rPr>
          <w:rtl/>
          <w:lang w:bidi="fa-IR"/>
        </w:rPr>
        <w:t>.</w:t>
      </w:r>
      <w:r w:rsidRPr="00CA52B4">
        <w:rPr>
          <w:rtl/>
          <w:lang w:bidi="fa-IR"/>
        </w:rPr>
        <w:t xml:space="preserve"> وأعقب : يحيى ، وكان سيد أهل الكوفة ، ثقة صالحا من ثقات أتباع التابعين.</w:t>
      </w:r>
    </w:p>
    <w:p w:rsidR="00843DF1" w:rsidRPr="00CA52B4" w:rsidRDefault="00843DF1" w:rsidP="00B10281">
      <w:pPr>
        <w:pStyle w:val="libVar"/>
        <w:rPr>
          <w:rtl/>
          <w:lang w:bidi="fa-IR"/>
        </w:rPr>
      </w:pPr>
      <w:r w:rsidRPr="00CA52B4">
        <w:rPr>
          <w:rtl/>
          <w:lang w:bidi="fa-IR"/>
        </w:rPr>
        <w:t xml:space="preserve">الإصابة 3 / 616 ، 680. أنساب الأشراف 3 / 168 ، 169 ، 224. الأعلام 9 / 51. تاريخ الطبري 6 / 196 ، 214. تحفة الأحباب / 402. تنقيح المقال 3 / 288. الجرح والتعديل 9 / 101. جمهرة أنساب العرب / 406. شرح ابن أبي الحديد 2 / 295 </w:t>
      </w:r>
      <w:r>
        <w:rPr>
          <w:rtl/>
          <w:lang w:bidi="fa-IR"/>
        </w:rPr>
        <w:t>و 1</w:t>
      </w:r>
      <w:r w:rsidRPr="00CA52B4">
        <w:rPr>
          <w:rtl/>
          <w:lang w:bidi="fa-IR"/>
        </w:rPr>
        <w:t xml:space="preserve">5 / 237 </w:t>
      </w:r>
      <w:r>
        <w:rPr>
          <w:rtl/>
          <w:lang w:bidi="fa-IR"/>
        </w:rPr>
        <w:t>و 1</w:t>
      </w:r>
      <w:r w:rsidRPr="00CA52B4">
        <w:rPr>
          <w:rtl/>
          <w:lang w:bidi="fa-IR"/>
        </w:rPr>
        <w:t xml:space="preserve">6 / 102 </w:t>
      </w:r>
      <w:r>
        <w:rPr>
          <w:rtl/>
          <w:lang w:bidi="fa-IR"/>
        </w:rPr>
        <w:t>و 1</w:t>
      </w:r>
      <w:r w:rsidRPr="00CA52B4">
        <w:rPr>
          <w:rtl/>
          <w:lang w:bidi="fa-IR"/>
        </w:rPr>
        <w:t xml:space="preserve">8 / 407. الطبقات الكبرى 4 / 42. العقد الفريد 1 / 69 </w:t>
      </w:r>
      <w:r>
        <w:rPr>
          <w:rtl/>
          <w:lang w:bidi="fa-IR"/>
        </w:rPr>
        <w:t>و 3</w:t>
      </w:r>
      <w:r w:rsidRPr="00CA52B4">
        <w:rPr>
          <w:rtl/>
          <w:lang w:bidi="fa-IR"/>
        </w:rPr>
        <w:t xml:space="preserve"> / 312 </w:t>
      </w:r>
      <w:r>
        <w:rPr>
          <w:rtl/>
          <w:lang w:bidi="fa-IR"/>
        </w:rPr>
        <w:t>و 5</w:t>
      </w:r>
      <w:r w:rsidRPr="00CA52B4">
        <w:rPr>
          <w:rtl/>
          <w:lang w:bidi="fa-IR"/>
        </w:rPr>
        <w:t xml:space="preserve"> / 119. الغارات 2 / 793 ، 794. الغدير 6 / 16. الفوائد الرجالية 4 / 18 ، 21 ، 24 ، 27 ، 29</w:t>
      </w:r>
      <w:r>
        <w:rPr>
          <w:rtl/>
          <w:lang w:bidi="fa-IR"/>
        </w:rPr>
        <w:t xml:space="preserve"> ـ </w:t>
      </w:r>
      <w:r w:rsidRPr="00CA52B4">
        <w:rPr>
          <w:rtl/>
          <w:lang w:bidi="fa-IR"/>
        </w:rPr>
        <w:t>52. قاموس الرجال 9 / 292. الكامل في التأريخ 4 / 25</w:t>
      </w:r>
      <w:r>
        <w:rPr>
          <w:rtl/>
          <w:lang w:bidi="fa-IR"/>
        </w:rPr>
        <w:t xml:space="preserve"> ـ </w:t>
      </w:r>
      <w:r w:rsidRPr="00CA52B4">
        <w:rPr>
          <w:rtl/>
          <w:lang w:bidi="fa-IR"/>
        </w:rPr>
        <w:t>30 ، 36 ، 63 ، 228. مروج الذهب 3 / 69. معجم الثقات / 355.</w:t>
      </w:r>
      <w:r>
        <w:rPr>
          <w:rFonts w:hint="cs"/>
          <w:rtl/>
          <w:lang w:bidi="fa-IR"/>
        </w:rPr>
        <w:t xml:space="preserve"> </w:t>
      </w:r>
      <w:r w:rsidRPr="00CA52B4">
        <w:rPr>
          <w:rtl/>
          <w:lang w:bidi="fa-IR"/>
        </w:rPr>
        <w:t>معجم رجال الحديث 19 / 249. منتهى المقال / 323. وقعة صفّين / 137.</w:t>
      </w:r>
    </w:p>
    <w:p w:rsidR="00843DF1" w:rsidRPr="00CA52B4" w:rsidRDefault="00843DF1" w:rsidP="00EB70B9">
      <w:pPr>
        <w:pStyle w:val="libBold1"/>
        <w:rPr>
          <w:rtl/>
          <w:lang w:bidi="fa-IR"/>
        </w:rPr>
      </w:pPr>
      <w:r w:rsidRPr="00CA52B4">
        <w:rPr>
          <w:rtl/>
        </w:rPr>
        <w:t>1196</w:t>
      </w:r>
      <w:r>
        <w:rPr>
          <w:rtl/>
        </w:rPr>
        <w:t xml:space="preserve"> ـ </w:t>
      </w:r>
      <w:r w:rsidRPr="00CA52B4">
        <w:rPr>
          <w:rtl/>
        </w:rPr>
        <w:t>هانئ بن نمر الحضرمي</w:t>
      </w:r>
      <w:r>
        <w:rPr>
          <w:rtl/>
        </w:rPr>
        <w:t xml:space="preserve"> ..</w:t>
      </w:r>
      <w:r w:rsidRPr="00CA52B4">
        <w:rPr>
          <w:rtl/>
        </w:rPr>
        <w:t>. قتل في 37 ه‍</w:t>
      </w:r>
      <w:r>
        <w:rPr>
          <w:rtl/>
        </w:rPr>
        <w:t>.</w:t>
      </w:r>
    </w:p>
    <w:p w:rsidR="00843DF1" w:rsidRPr="00CA52B4" w:rsidRDefault="00843DF1" w:rsidP="00347E77">
      <w:pPr>
        <w:pStyle w:val="libNormal"/>
        <w:rPr>
          <w:rtl/>
          <w:lang w:bidi="fa-IR"/>
        </w:rPr>
      </w:pPr>
      <w:r w:rsidRPr="00CA52B4">
        <w:rPr>
          <w:rtl/>
          <w:lang w:bidi="fa-IR"/>
        </w:rPr>
        <w:t>كان شجاعا فارسا ، من حضرموت. شهد صفّين ، خرج رجل من أهل الشام يدعو إلى المبارزة فلم يخرج إليه أحد ، فخرج هانئ ، وإذا الرجل من قومه يقال له يعمر بن أسيد الحضرمي ، وبينهما قرابة من قبل النساء ،</w:t>
      </w:r>
    </w:p>
    <w:p w:rsidR="00843DF1" w:rsidRPr="00CA52B4" w:rsidRDefault="00843DF1" w:rsidP="00B10281">
      <w:pPr>
        <w:pStyle w:val="libNormal0"/>
        <w:rPr>
          <w:rtl/>
          <w:lang w:bidi="fa-IR"/>
        </w:rPr>
      </w:pPr>
      <w:r>
        <w:rPr>
          <w:rtl/>
          <w:lang w:bidi="fa-IR"/>
        </w:rPr>
        <w:br w:type="page"/>
      </w:r>
      <w:r w:rsidRPr="00CA52B4">
        <w:rPr>
          <w:rtl/>
          <w:lang w:bidi="fa-IR"/>
        </w:rPr>
        <w:lastRenderedPageBreak/>
        <w:t>فقال له : يا هانئ ارجع فإنّه إن يخرج إلى غيرك أحب إليّ إنّي لست أريد قتلك ، قال له هانئ : ما خرجت إلا وأنا موطن نفسي على القتل ، ما ابالي أنت قتلتني أو غيرك ، ثم مشى نحوه فقال : اللهم في سبيلك ، وسبيل رسولك ، ونصرا لابن عم نبيك</w:t>
      </w:r>
      <w:r>
        <w:rPr>
          <w:rtl/>
          <w:lang w:bidi="fa-IR"/>
        </w:rPr>
        <w:t xml:space="preserve"> ..</w:t>
      </w:r>
      <w:r w:rsidRPr="00CA52B4">
        <w:rPr>
          <w:rtl/>
          <w:lang w:bidi="fa-IR"/>
        </w:rPr>
        <w:t>. ثم اختلفا ضربتين فقتله هانئ ، وشد أصحابه نحوه ، وشد أصحاب هانئ نحوه ثم اقتتلوا وانفرجوا عن اثنين وثلاثين قتيلا منهم هانئ.</w:t>
      </w:r>
    </w:p>
    <w:p w:rsidR="00843DF1" w:rsidRPr="00CA52B4" w:rsidRDefault="00843DF1" w:rsidP="00B10281">
      <w:pPr>
        <w:pStyle w:val="libVar"/>
        <w:rPr>
          <w:rtl/>
          <w:lang w:bidi="fa-IR"/>
        </w:rPr>
      </w:pPr>
      <w:r w:rsidRPr="00CA52B4">
        <w:rPr>
          <w:rtl/>
          <w:lang w:bidi="fa-IR"/>
        </w:rPr>
        <w:t>أعيان الشيعة 10 / 260. تنقيح المقال 3 / 290. جامع الرواة 2 / 310. رجال الشيخ الطوسي / 62. قاموس الرجال 9 / 297. مجمع الرجال 6 / 212. معجم رجال الحديث 19 / 250. نقد الرجال / 368. وقعة صفّين / 393.</w:t>
      </w:r>
    </w:p>
    <w:p w:rsidR="00843DF1" w:rsidRPr="00CA52B4" w:rsidRDefault="00843DF1" w:rsidP="00EB70B9">
      <w:pPr>
        <w:pStyle w:val="libBold1"/>
        <w:rPr>
          <w:rtl/>
          <w:lang w:bidi="fa-IR"/>
        </w:rPr>
      </w:pPr>
      <w:r w:rsidRPr="00CA52B4">
        <w:rPr>
          <w:rtl/>
        </w:rPr>
        <w:t>1197</w:t>
      </w:r>
      <w:r>
        <w:rPr>
          <w:rtl/>
        </w:rPr>
        <w:t xml:space="preserve"> ـ </w:t>
      </w:r>
      <w:r w:rsidRPr="00CA52B4">
        <w:rPr>
          <w:rtl/>
        </w:rPr>
        <w:t xml:space="preserve">هانئ </w:t>
      </w:r>
      <w:r>
        <w:rPr>
          <w:rtl/>
        </w:rPr>
        <w:t>(</w:t>
      </w:r>
      <w:r w:rsidRPr="00CA52B4">
        <w:rPr>
          <w:rtl/>
        </w:rPr>
        <w:t>أبو بردة</w:t>
      </w:r>
      <w:r>
        <w:rPr>
          <w:rtl/>
        </w:rPr>
        <w:t>)</w:t>
      </w:r>
      <w:r w:rsidRPr="00CA52B4">
        <w:rPr>
          <w:rtl/>
        </w:rPr>
        <w:t xml:space="preserve"> ابن نيار بن عمرو بن عبيد بن كلاب بن دهمان بن غنم بن ذبيان بن هشيم بن كاهل بن ذهل بن بلى بن عمرو بن الحاف بن قضاعة البلوي الأزدي المتوفى 42 ه‍</w:t>
      </w:r>
      <w:r>
        <w:rPr>
          <w:rtl/>
        </w:rPr>
        <w:t>.</w:t>
      </w:r>
    </w:p>
    <w:p w:rsidR="00843DF1" w:rsidRPr="00CA52B4" w:rsidRDefault="00843DF1" w:rsidP="00347E77">
      <w:pPr>
        <w:pStyle w:val="libNormal"/>
        <w:rPr>
          <w:rtl/>
          <w:lang w:bidi="fa-IR"/>
        </w:rPr>
      </w:pPr>
      <w:r w:rsidRPr="00CA52B4">
        <w:rPr>
          <w:rtl/>
          <w:lang w:bidi="fa-IR"/>
        </w:rPr>
        <w:t xml:space="preserve">محدّث ، حليف الأنصار ، وخال البراء بن عازب. شهد بدرا وما بعدها. وروى عنه الكثيرون. وصحب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وشهد مع أمير المؤمنين </w:t>
      </w:r>
      <w:r>
        <w:rPr>
          <w:rtl/>
          <w:lang w:bidi="fa-IR"/>
        </w:rPr>
        <w:t>(</w:t>
      </w:r>
      <w:r w:rsidRPr="00CA52B4">
        <w:rPr>
          <w:rtl/>
          <w:lang w:bidi="fa-IR"/>
        </w:rPr>
        <w:t>عليه السلام</w:t>
      </w:r>
      <w:r>
        <w:rPr>
          <w:rtl/>
          <w:lang w:bidi="fa-IR"/>
        </w:rPr>
        <w:t>)</w:t>
      </w:r>
      <w:r w:rsidRPr="00CA52B4">
        <w:rPr>
          <w:rtl/>
          <w:lang w:bidi="fa-IR"/>
        </w:rPr>
        <w:t xml:space="preserve"> حروبه. ومات في بداية حكومة معاوية بن أبي سفيان ، وجاء أنّه توفي سنة 41 ، 42 ، 44 ، 45 ه‍</w:t>
      </w:r>
      <w:r>
        <w:rPr>
          <w:rtl/>
          <w:lang w:bidi="fa-IR"/>
        </w:rPr>
        <w:t>.</w:t>
      </w:r>
      <w:r w:rsidRPr="00CA52B4">
        <w:rPr>
          <w:rtl/>
          <w:lang w:bidi="fa-IR"/>
        </w:rPr>
        <w:t xml:space="preserve"> وكان من اليمن ومن خواص عليّ </w:t>
      </w:r>
      <w:r>
        <w:rPr>
          <w:rtl/>
          <w:lang w:bidi="fa-IR"/>
        </w:rPr>
        <w:t>(</w:t>
      </w:r>
      <w:r w:rsidRPr="00CA52B4">
        <w:rPr>
          <w:rtl/>
          <w:lang w:bidi="fa-IR"/>
        </w:rPr>
        <w:t>عليه السلام</w:t>
      </w:r>
      <w:r>
        <w:rPr>
          <w:rtl/>
          <w:lang w:bidi="fa-IR"/>
        </w:rPr>
        <w:t>)</w:t>
      </w:r>
      <w:r w:rsidRPr="00CA52B4">
        <w:rPr>
          <w:rtl/>
          <w:lang w:bidi="fa-IR"/>
        </w:rPr>
        <w:t xml:space="preserve"> المعتمدين ، روى عنه البراء بن عازب ، وجابر ابن عبد الله ، وابنه عبد الرحمن بن جابر ، وكعب بن عمير بن عقبة ، ونصر ابن يسار.</w:t>
      </w:r>
    </w:p>
    <w:p w:rsidR="00843DF1" w:rsidRPr="00CA52B4" w:rsidRDefault="00843DF1" w:rsidP="00B10281">
      <w:pPr>
        <w:pStyle w:val="libVar"/>
        <w:rPr>
          <w:rtl/>
          <w:lang w:bidi="fa-IR"/>
        </w:rPr>
      </w:pPr>
      <w:r w:rsidRPr="00CA52B4">
        <w:rPr>
          <w:rtl/>
          <w:lang w:bidi="fa-IR"/>
        </w:rPr>
        <w:t>الاستيعاب 3 / 597. أسد الغابة 5 / 52. الإصابة 4 / 18. أعيان الشيعة 10 / 260. البداية والنهاية 8 / 61. تقريب التهذيب 2 / 315. تنقيح المقال 3 / 290.</w:t>
      </w:r>
      <w:r>
        <w:rPr>
          <w:rFonts w:hint="cs"/>
          <w:rtl/>
          <w:lang w:bidi="fa-IR"/>
        </w:rPr>
        <w:t xml:space="preserve"> </w:t>
      </w:r>
      <w:r w:rsidRPr="00CA52B4">
        <w:rPr>
          <w:rtl/>
          <w:lang w:bidi="fa-IR"/>
        </w:rPr>
        <w:t>تهذيب التهذيب 11 / 22. الجرح والتعديل 9 / 99. رجال البرقي / 6. شرح ابن أبي الحديد 4 / 161 ، 170 ، 211 ، 230 ، 240 ، 241. الطبقات الكبرى 3 / 451.</w:t>
      </w:r>
      <w:r>
        <w:rPr>
          <w:rFonts w:hint="cs"/>
          <w:rtl/>
          <w:lang w:bidi="fa-IR"/>
        </w:rPr>
        <w:t xml:space="preserve"> </w:t>
      </w:r>
      <w:r w:rsidRPr="00CA52B4">
        <w:rPr>
          <w:rtl/>
          <w:lang w:bidi="fa-IR"/>
        </w:rPr>
        <w:t xml:space="preserve">الغدير 6 / 186 </w:t>
      </w:r>
      <w:r>
        <w:rPr>
          <w:rtl/>
          <w:lang w:bidi="fa-IR"/>
        </w:rPr>
        <w:t>و 7</w:t>
      </w:r>
      <w:r w:rsidRPr="00CA52B4">
        <w:rPr>
          <w:rtl/>
          <w:lang w:bidi="fa-IR"/>
        </w:rPr>
        <w:t xml:space="preserve"> / 265 </w:t>
      </w:r>
      <w:r>
        <w:rPr>
          <w:rtl/>
          <w:lang w:bidi="fa-IR"/>
        </w:rPr>
        <w:t>و 9</w:t>
      </w:r>
      <w:r w:rsidRPr="00CA52B4">
        <w:rPr>
          <w:rtl/>
          <w:lang w:bidi="fa-IR"/>
        </w:rPr>
        <w:t xml:space="preserve"> / 364. قاموس الرجال 9 / 298. الكامل في التأريخ 2 / 151 ، 314. مجمع الرجال 6 / 212. منتهى المقال / 323. نقد الرجال / 368.</w:t>
      </w:r>
    </w:p>
    <w:p w:rsidR="00843DF1" w:rsidRPr="00CA52B4" w:rsidRDefault="00843DF1" w:rsidP="00EB70B9">
      <w:pPr>
        <w:pStyle w:val="libBold1"/>
        <w:rPr>
          <w:rtl/>
          <w:lang w:bidi="fa-IR"/>
        </w:rPr>
      </w:pPr>
      <w:r w:rsidRPr="00CA52B4">
        <w:rPr>
          <w:rtl/>
        </w:rPr>
        <w:t>1198</w:t>
      </w:r>
      <w:r>
        <w:rPr>
          <w:rtl/>
        </w:rPr>
        <w:t xml:space="preserve"> ـ </w:t>
      </w:r>
      <w:r w:rsidRPr="00CA52B4">
        <w:rPr>
          <w:rtl/>
        </w:rPr>
        <w:t>هانئ بن هانئ المرادي</w:t>
      </w:r>
      <w:r>
        <w:rPr>
          <w:rtl/>
        </w:rPr>
        <w:t xml:space="preserve"> ..</w:t>
      </w:r>
      <w:r w:rsidRPr="00CA52B4">
        <w:rPr>
          <w:rtl/>
        </w:rPr>
        <w:t>.</w:t>
      </w:r>
    </w:p>
    <w:p w:rsidR="00843DF1" w:rsidRPr="00CA52B4" w:rsidRDefault="00843DF1" w:rsidP="00EB70B9">
      <w:pPr>
        <w:pStyle w:val="libBold1"/>
        <w:rPr>
          <w:rtl/>
          <w:lang w:bidi="fa-IR"/>
        </w:rPr>
      </w:pPr>
      <w:r>
        <w:rPr>
          <w:rtl/>
          <w:lang w:bidi="fa-IR"/>
        </w:rPr>
        <w:br w:type="page"/>
      </w:r>
      <w:r w:rsidRPr="00CA52B4">
        <w:rPr>
          <w:rtl/>
        </w:rPr>
        <w:lastRenderedPageBreak/>
        <w:t>1199</w:t>
      </w:r>
      <w:r>
        <w:rPr>
          <w:rtl/>
        </w:rPr>
        <w:t xml:space="preserve"> ـ </w:t>
      </w:r>
      <w:r w:rsidRPr="00CA52B4">
        <w:rPr>
          <w:rtl/>
        </w:rPr>
        <w:t>هانئ بن هاني السبيعي</w:t>
      </w:r>
      <w:r>
        <w:rPr>
          <w:rtl/>
        </w:rPr>
        <w:t xml:space="preserve"> ....</w:t>
      </w:r>
    </w:p>
    <w:p w:rsidR="00843DF1" w:rsidRPr="00CA52B4" w:rsidRDefault="00843DF1" w:rsidP="00EB70B9">
      <w:pPr>
        <w:pStyle w:val="libBold1"/>
        <w:rPr>
          <w:rtl/>
          <w:lang w:bidi="fa-IR"/>
        </w:rPr>
      </w:pPr>
      <w:r w:rsidRPr="00CA52B4">
        <w:rPr>
          <w:rtl/>
        </w:rPr>
        <w:t>1200</w:t>
      </w:r>
      <w:r>
        <w:rPr>
          <w:rtl/>
        </w:rPr>
        <w:t xml:space="preserve"> ـ </w:t>
      </w:r>
      <w:r w:rsidRPr="00CA52B4">
        <w:rPr>
          <w:rtl/>
        </w:rPr>
        <w:t>هانئ بن هانئ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أصحاب الإمام أمير المؤمنين </w:t>
      </w:r>
      <w:r>
        <w:rPr>
          <w:rtl/>
          <w:lang w:bidi="fa-IR"/>
        </w:rPr>
        <w:t>(</w:t>
      </w:r>
      <w:r w:rsidRPr="00CA52B4">
        <w:rPr>
          <w:rtl/>
          <w:lang w:bidi="fa-IR"/>
        </w:rPr>
        <w:t>عليه السلام</w:t>
      </w:r>
      <w:r>
        <w:rPr>
          <w:rtl/>
          <w:lang w:bidi="fa-IR"/>
        </w:rPr>
        <w:t>).</w:t>
      </w:r>
      <w:r w:rsidRPr="00CA52B4">
        <w:rPr>
          <w:rtl/>
          <w:lang w:bidi="fa-IR"/>
        </w:rPr>
        <w:t xml:space="preserve"> وجاءت هذه الأسماء في كتب الرجال على هذا الشكل ، غير أنّ البعض اعتبرهم واحدا ، وبعضهم اثنين ، وآخر ثلاثة ، ولم يكن هناك ما يكشف اللثام عنهم.</w:t>
      </w:r>
    </w:p>
    <w:p w:rsidR="00843DF1" w:rsidRPr="00CA52B4" w:rsidRDefault="00843DF1" w:rsidP="00B10281">
      <w:pPr>
        <w:pStyle w:val="libVar"/>
        <w:rPr>
          <w:rtl/>
          <w:lang w:bidi="fa-IR"/>
        </w:rPr>
      </w:pPr>
      <w:r w:rsidRPr="00CA52B4">
        <w:rPr>
          <w:rtl/>
          <w:lang w:bidi="fa-IR"/>
        </w:rPr>
        <w:t>تنقيح المقال 3 / 290. تهذيب التهذيب 11 / 22. جامع الرواة 2 / 311. رجال الطوسي / 62. رجال البرقي / 7. قاموس الرجال 9 / 298. مجمع الرجال 6 / 212.</w:t>
      </w:r>
      <w:r>
        <w:rPr>
          <w:rFonts w:hint="cs"/>
          <w:rtl/>
          <w:lang w:bidi="fa-IR"/>
        </w:rPr>
        <w:t xml:space="preserve"> </w:t>
      </w:r>
      <w:r w:rsidRPr="00CA52B4">
        <w:rPr>
          <w:rtl/>
          <w:lang w:bidi="fa-IR"/>
        </w:rPr>
        <w:t>معجم رجال الحديث 9 / 251. منتهى المقال / 323. ميزان الاعتدال 4 / 291.</w:t>
      </w:r>
    </w:p>
    <w:p w:rsidR="00843DF1" w:rsidRPr="00CA52B4" w:rsidRDefault="00843DF1" w:rsidP="00EB70B9">
      <w:pPr>
        <w:pStyle w:val="libBold1"/>
        <w:rPr>
          <w:rtl/>
          <w:lang w:bidi="fa-IR"/>
        </w:rPr>
      </w:pPr>
      <w:r w:rsidRPr="00CA52B4">
        <w:rPr>
          <w:rtl/>
        </w:rPr>
        <w:t>1201</w:t>
      </w:r>
      <w:r>
        <w:rPr>
          <w:rtl/>
        </w:rPr>
        <w:t xml:space="preserve"> ـ </w:t>
      </w:r>
      <w:r w:rsidRPr="00CA52B4">
        <w:rPr>
          <w:rtl/>
        </w:rPr>
        <w:t>هانئ بن هوذة بن عبد يغوث بن عمرو بن عدي النخعي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استعمله أمير المؤمنين </w:t>
      </w:r>
      <w:r>
        <w:rPr>
          <w:rtl/>
          <w:lang w:bidi="fa-IR"/>
        </w:rPr>
        <w:t>(</w:t>
      </w:r>
      <w:r w:rsidRPr="00CA52B4">
        <w:rPr>
          <w:rtl/>
          <w:lang w:bidi="fa-IR"/>
        </w:rPr>
        <w:t>عليه السلام</w:t>
      </w:r>
      <w:r>
        <w:rPr>
          <w:rtl/>
          <w:lang w:bidi="fa-IR"/>
        </w:rPr>
        <w:t>)</w:t>
      </w:r>
      <w:r w:rsidRPr="00CA52B4">
        <w:rPr>
          <w:rtl/>
          <w:lang w:bidi="fa-IR"/>
        </w:rPr>
        <w:t xml:space="preserve"> على الكوفة حين شخص عنها وحارب أهل النهروان سنة 38 ه‍</w:t>
      </w:r>
      <w:r>
        <w:rPr>
          <w:rtl/>
          <w:lang w:bidi="fa-IR"/>
        </w:rPr>
        <w:t>.</w:t>
      </w:r>
    </w:p>
    <w:p w:rsidR="00843DF1" w:rsidRPr="00CA52B4" w:rsidRDefault="00843DF1" w:rsidP="00B10281">
      <w:pPr>
        <w:pStyle w:val="libVar"/>
        <w:rPr>
          <w:rtl/>
          <w:lang w:bidi="fa-IR"/>
        </w:rPr>
      </w:pPr>
      <w:r w:rsidRPr="00CA52B4">
        <w:rPr>
          <w:rtl/>
          <w:lang w:bidi="fa-IR"/>
        </w:rPr>
        <w:t>أنساب الأشراف 2 / 375. الغارات 1 / 18.</w:t>
      </w:r>
    </w:p>
    <w:p w:rsidR="00843DF1" w:rsidRPr="00CA52B4" w:rsidRDefault="00843DF1" w:rsidP="00EB70B9">
      <w:pPr>
        <w:pStyle w:val="libBold1"/>
        <w:rPr>
          <w:rtl/>
          <w:lang w:bidi="fa-IR"/>
        </w:rPr>
      </w:pPr>
      <w:r w:rsidRPr="00CA52B4">
        <w:rPr>
          <w:rtl/>
        </w:rPr>
        <w:t>1202</w:t>
      </w:r>
      <w:r>
        <w:rPr>
          <w:rtl/>
        </w:rPr>
        <w:t xml:space="preserve"> ـ </w:t>
      </w:r>
      <w:r w:rsidRPr="00CA52B4">
        <w:rPr>
          <w:rtl/>
        </w:rPr>
        <w:t>هانئ بن هانئ الهمداني الكوفي المرادي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التابعين الثقات ، وفي الطبقة الأولى من أهل الكوفة. روى عنه أبو إسحاق السبيعي. وذكره ابن حبان في الثقات. ولشدة تشيعه وموالاته لأمير المؤمنين </w:t>
      </w:r>
      <w:r>
        <w:rPr>
          <w:rtl/>
          <w:lang w:bidi="fa-IR"/>
        </w:rPr>
        <w:t>(</w:t>
      </w:r>
      <w:r w:rsidRPr="00CA52B4">
        <w:rPr>
          <w:rtl/>
          <w:lang w:bidi="fa-IR"/>
        </w:rPr>
        <w:t>عليه السلام</w:t>
      </w:r>
      <w:r>
        <w:rPr>
          <w:rtl/>
          <w:lang w:bidi="fa-IR"/>
        </w:rPr>
        <w:t>).</w:t>
      </w:r>
      <w:r w:rsidRPr="00CA52B4">
        <w:rPr>
          <w:rtl/>
          <w:lang w:bidi="fa-IR"/>
        </w:rPr>
        <w:t xml:space="preserve"> تناوله بعض ذوي النفوس المريضة البغيضة بالجرح والقدح وأنّه لا يعرف ومجهول. قال : حدثني عليّ قال : جاء عمار بن ياسر يستأذن على النبي </w:t>
      </w:r>
      <w:r>
        <w:rPr>
          <w:rtl/>
          <w:lang w:bidi="fa-IR"/>
        </w:rPr>
        <w:t>(</w:t>
      </w:r>
      <w:r w:rsidRPr="00CA52B4">
        <w:rPr>
          <w:rtl/>
          <w:lang w:bidi="fa-IR"/>
        </w:rPr>
        <w:t>صلّى الله عليه وآله وسلّم</w:t>
      </w:r>
      <w:r>
        <w:rPr>
          <w:rtl/>
          <w:lang w:bidi="fa-IR"/>
        </w:rPr>
        <w:t>)</w:t>
      </w:r>
      <w:r w:rsidRPr="00CA52B4">
        <w:rPr>
          <w:rtl/>
          <w:lang w:bidi="fa-IR"/>
        </w:rPr>
        <w:t xml:space="preserve"> فقال : ائذنوا له. مرحبا بالطيّب بن الطيب.</w:t>
      </w:r>
    </w:p>
    <w:p w:rsidR="00843DF1" w:rsidRPr="00CA52B4" w:rsidRDefault="00843DF1" w:rsidP="00B10281">
      <w:pPr>
        <w:pStyle w:val="libVar"/>
        <w:rPr>
          <w:rtl/>
          <w:lang w:bidi="fa-IR"/>
        </w:rPr>
      </w:pPr>
      <w:r w:rsidRPr="00CA52B4">
        <w:rPr>
          <w:rtl/>
          <w:lang w:bidi="fa-IR"/>
        </w:rPr>
        <w:t>الأخبار الطوال / 229 ، 230. الإصابة 3 / 596. أعيان الشيعة 10 / 260.</w:t>
      </w:r>
      <w:r>
        <w:rPr>
          <w:rFonts w:hint="cs"/>
          <w:rtl/>
          <w:lang w:bidi="fa-IR"/>
        </w:rPr>
        <w:t xml:space="preserve"> </w:t>
      </w:r>
      <w:r w:rsidRPr="00CA52B4">
        <w:rPr>
          <w:rtl/>
          <w:lang w:bidi="fa-IR"/>
        </w:rPr>
        <w:t xml:space="preserve">أنساب الأشراف 3 / 158. وفيه : السبيعي. تقريب التهذيب 2 / 315. تنقيح المقال 3 / 290. تهذيب التهذيب 11 / 22. جامع الرواة 2 / 311. الجرح والتعديل 9 / 101. خلاصة الأقوال / 195. الطبقات الكبرى 6 / 223. الغدير 1 / 71 ، 173 ، 183 </w:t>
      </w:r>
      <w:r>
        <w:rPr>
          <w:rtl/>
          <w:lang w:bidi="fa-IR"/>
        </w:rPr>
        <w:t>و 9</w:t>
      </w:r>
      <w:r w:rsidRPr="00CA52B4">
        <w:rPr>
          <w:rtl/>
          <w:lang w:bidi="fa-IR"/>
        </w:rPr>
        <w:t xml:space="preserve"> / 25. الفوائد الرجالية 4 / 50 ، 52. قاموس الرجال 9 / 298. الكامل في التأريخ 5 / 131 ، 147 ، 148. لسان الميزان 7 / 417. معجم رجال الحديث 19 / 251. منتهى المقال / 323. نقد الرجال / 368. وقعة صفين / 323.</w:t>
      </w:r>
    </w:p>
    <w:p w:rsidR="00843DF1" w:rsidRPr="00CA52B4" w:rsidRDefault="00843DF1" w:rsidP="00EB70B9">
      <w:pPr>
        <w:pStyle w:val="libBold1"/>
        <w:rPr>
          <w:rtl/>
          <w:lang w:bidi="fa-IR"/>
        </w:rPr>
      </w:pPr>
      <w:r>
        <w:rPr>
          <w:rtl/>
          <w:lang w:bidi="fa-IR"/>
        </w:rPr>
        <w:br w:type="page"/>
      </w:r>
      <w:r w:rsidRPr="00CA52B4">
        <w:rPr>
          <w:rtl/>
        </w:rPr>
        <w:lastRenderedPageBreak/>
        <w:t>1203</w:t>
      </w:r>
      <w:r>
        <w:rPr>
          <w:rtl/>
        </w:rPr>
        <w:t xml:space="preserve"> ـ </w:t>
      </w:r>
      <w:r w:rsidRPr="00CA52B4">
        <w:rPr>
          <w:rtl/>
        </w:rPr>
        <w:t>هبيرة بن النعمان بن قيس بن مالك بن معاوية بن شعبة بن بداء بن سعد بن عمرو بن ذهل بن مروان الجعفي بن سعد العشيرة الجعفي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صحابي فارس ، كان من أمراء عليّ </w:t>
      </w:r>
      <w:r>
        <w:rPr>
          <w:rtl/>
          <w:lang w:bidi="fa-IR"/>
        </w:rPr>
        <w:t>(</w:t>
      </w:r>
      <w:r w:rsidRPr="00CA52B4">
        <w:rPr>
          <w:rtl/>
          <w:lang w:bidi="fa-IR"/>
        </w:rPr>
        <w:t>عليه السلام</w:t>
      </w:r>
      <w:r>
        <w:rPr>
          <w:rtl/>
          <w:lang w:bidi="fa-IR"/>
        </w:rPr>
        <w:t>)</w:t>
      </w:r>
      <w:r w:rsidRPr="00CA52B4">
        <w:rPr>
          <w:rtl/>
          <w:lang w:bidi="fa-IR"/>
        </w:rPr>
        <w:t xml:space="preserve"> وشهد معه صفين ، واستعمله على المدائن ، وكان شريفا سيدا مبجلا.</w:t>
      </w:r>
    </w:p>
    <w:p w:rsidR="00843DF1" w:rsidRPr="00CA52B4" w:rsidRDefault="00843DF1" w:rsidP="00B10281">
      <w:pPr>
        <w:pStyle w:val="libVar"/>
        <w:rPr>
          <w:rtl/>
          <w:lang w:bidi="fa-IR"/>
        </w:rPr>
      </w:pPr>
      <w:r w:rsidRPr="00CA52B4">
        <w:rPr>
          <w:rtl/>
          <w:lang w:bidi="fa-IR"/>
        </w:rPr>
        <w:t>الإصابة 3 / 617. الغدير 9 / 368.</w:t>
      </w:r>
    </w:p>
    <w:p w:rsidR="00843DF1" w:rsidRPr="00CA52B4" w:rsidRDefault="00843DF1" w:rsidP="00EB70B9">
      <w:pPr>
        <w:pStyle w:val="libBold1"/>
        <w:rPr>
          <w:rtl/>
          <w:lang w:bidi="fa-IR"/>
        </w:rPr>
      </w:pPr>
      <w:r w:rsidRPr="00CA52B4">
        <w:rPr>
          <w:rtl/>
        </w:rPr>
        <w:t>1204</w:t>
      </w:r>
      <w:r>
        <w:rPr>
          <w:rtl/>
        </w:rPr>
        <w:t xml:space="preserve"> ـ </w:t>
      </w:r>
      <w:r w:rsidRPr="00CA52B4">
        <w:rPr>
          <w:rtl/>
        </w:rPr>
        <w:t xml:space="preserve">هبيرة </w:t>
      </w:r>
      <w:r>
        <w:rPr>
          <w:rtl/>
        </w:rPr>
        <w:t>(</w:t>
      </w:r>
      <w:r w:rsidRPr="00CA52B4">
        <w:rPr>
          <w:rtl/>
        </w:rPr>
        <w:t>أبو الحارث</w:t>
      </w:r>
      <w:r>
        <w:rPr>
          <w:rtl/>
        </w:rPr>
        <w:t>)</w:t>
      </w:r>
      <w:r w:rsidRPr="00CA52B4">
        <w:rPr>
          <w:rtl/>
        </w:rPr>
        <w:t xml:space="preserve"> ابن يريم الخارفي الكوفي الشبامى الهمداني المتوفى 66 ه‍</w:t>
      </w:r>
      <w:r>
        <w:rPr>
          <w:rtl/>
        </w:rPr>
        <w:t>.</w:t>
      </w:r>
    </w:p>
    <w:p w:rsidR="00843DF1" w:rsidRPr="00CA52B4" w:rsidRDefault="00843DF1" w:rsidP="00347E77">
      <w:pPr>
        <w:pStyle w:val="libNormal"/>
        <w:rPr>
          <w:rtl/>
          <w:lang w:bidi="fa-IR"/>
        </w:rPr>
      </w:pPr>
      <w:r w:rsidRPr="00CA52B4">
        <w:rPr>
          <w:rtl/>
          <w:lang w:bidi="fa-IR"/>
        </w:rPr>
        <w:t>المحدّث الثقة. كان من التابعين والطبقة الأولى ، كما كان مختاريا.</w:t>
      </w:r>
      <w:r>
        <w:rPr>
          <w:rFonts w:hint="cs"/>
          <w:rtl/>
          <w:lang w:bidi="fa-IR"/>
        </w:rPr>
        <w:t xml:space="preserve"> </w:t>
      </w:r>
      <w:r w:rsidRPr="00CA52B4">
        <w:rPr>
          <w:rtl/>
          <w:lang w:bidi="fa-IR"/>
        </w:rPr>
        <w:t>وفي بعض المراجع ، هبيرة بن مريم وشبام هو عبد الله بن أسعد بن جشم بن حاشد ، وسمي شبام بجبل لهم. كان يسكن الكوفة وهو عند المحدّثين من ثقاتهم. وله أحاديث. مات سنة 66 ه‍</w:t>
      </w:r>
      <w:r>
        <w:rPr>
          <w:rtl/>
          <w:lang w:bidi="fa-IR"/>
        </w:rPr>
        <w:t>.</w:t>
      </w:r>
      <w:r w:rsidRPr="00CA52B4">
        <w:rPr>
          <w:rtl/>
          <w:lang w:bidi="fa-IR"/>
        </w:rPr>
        <w:t xml:space="preserve"> وما جاء في بعض المصادر ، توفي سنة </w:t>
      </w:r>
      <w:r>
        <w:rPr>
          <w:rtl/>
          <w:lang w:bidi="fa-IR"/>
        </w:rPr>
        <w:t>(</w:t>
      </w:r>
      <w:r w:rsidRPr="00CA52B4">
        <w:rPr>
          <w:rtl/>
          <w:lang w:bidi="fa-IR"/>
        </w:rPr>
        <w:t>ست وستين ومائة</w:t>
      </w:r>
      <w:r>
        <w:rPr>
          <w:rtl/>
          <w:lang w:bidi="fa-IR"/>
        </w:rPr>
        <w:t>)</w:t>
      </w:r>
      <w:r w:rsidRPr="00CA52B4">
        <w:rPr>
          <w:rtl/>
          <w:lang w:bidi="fa-IR"/>
        </w:rPr>
        <w:t xml:space="preserve"> فغير صحيح والصواب الاكتفاء بست وستين.</w:t>
      </w:r>
    </w:p>
    <w:p w:rsidR="00843DF1" w:rsidRPr="00CA52B4" w:rsidRDefault="00843DF1" w:rsidP="00B10281">
      <w:pPr>
        <w:pStyle w:val="libVar"/>
        <w:rPr>
          <w:rtl/>
          <w:lang w:bidi="fa-IR"/>
        </w:rPr>
      </w:pPr>
      <w:r w:rsidRPr="00CA52B4">
        <w:rPr>
          <w:rtl/>
          <w:lang w:bidi="fa-IR"/>
        </w:rPr>
        <w:t>الأعلام 9 / 67. تقريب التهذيب 2 / 315. تنقيح المقال 3 / 291 وفيه : هبيرة بن مريم. تهذيب التهذيب 11 / 23. الجرح والتعديل 9 / 109. خلاصة الأقوال / 194.</w:t>
      </w:r>
      <w:r>
        <w:rPr>
          <w:rFonts w:hint="cs"/>
          <w:rtl/>
          <w:lang w:bidi="fa-IR"/>
        </w:rPr>
        <w:t xml:space="preserve"> </w:t>
      </w:r>
      <w:r w:rsidRPr="00CA52B4">
        <w:rPr>
          <w:rtl/>
          <w:lang w:bidi="fa-IR"/>
        </w:rPr>
        <w:t xml:space="preserve">رجال الشيخ الطوسي / 61. رجال البرقي / 6. شرح ابن أبي الحديد 5 / 77 </w:t>
      </w:r>
      <w:r>
        <w:rPr>
          <w:rtl/>
          <w:lang w:bidi="fa-IR"/>
        </w:rPr>
        <w:t>و 6</w:t>
      </w:r>
      <w:r w:rsidRPr="00CA52B4">
        <w:rPr>
          <w:rtl/>
          <w:lang w:bidi="fa-IR"/>
        </w:rPr>
        <w:t xml:space="preserve"> / 372 </w:t>
      </w:r>
      <w:r>
        <w:rPr>
          <w:rtl/>
          <w:lang w:bidi="fa-IR"/>
        </w:rPr>
        <w:t>و 1</w:t>
      </w:r>
      <w:r w:rsidRPr="00CA52B4">
        <w:rPr>
          <w:rtl/>
          <w:lang w:bidi="fa-IR"/>
        </w:rPr>
        <w:t>6 / 30. الطبقات الكبرى 6 / 170. الكامل في التأريخ 4 / 280. لسان الميزان 7 / 417. مجمع الرجال 6 / 212. معجم الثقات / 355. معجم رجال الحديث 19 / 253. منتهى المقال / 323. ميزان الاعتدال 4 / 293.</w:t>
      </w:r>
    </w:p>
    <w:p w:rsidR="00843DF1" w:rsidRPr="00CA52B4" w:rsidRDefault="00843DF1" w:rsidP="00EB70B9">
      <w:pPr>
        <w:pStyle w:val="libBold1"/>
        <w:rPr>
          <w:rtl/>
          <w:lang w:bidi="fa-IR"/>
        </w:rPr>
      </w:pPr>
      <w:r w:rsidRPr="00CA52B4">
        <w:rPr>
          <w:rtl/>
        </w:rPr>
        <w:t>1205</w:t>
      </w:r>
      <w:r>
        <w:rPr>
          <w:rtl/>
        </w:rPr>
        <w:t xml:space="preserve"> ـ </w:t>
      </w:r>
      <w:r w:rsidRPr="00CA52B4">
        <w:rPr>
          <w:rtl/>
        </w:rPr>
        <w:t>هرم بن حيّان اليشكري العبدي الأزدي المتوفى بعد 26 ه‍</w:t>
      </w:r>
      <w:r>
        <w:rPr>
          <w:rtl/>
        </w:rPr>
        <w:t>.</w:t>
      </w:r>
    </w:p>
    <w:p w:rsidR="00843DF1" w:rsidRPr="00CA52B4" w:rsidRDefault="00843DF1" w:rsidP="00347E77">
      <w:pPr>
        <w:pStyle w:val="libNormal"/>
        <w:rPr>
          <w:rtl/>
          <w:lang w:bidi="fa-IR"/>
        </w:rPr>
      </w:pPr>
      <w:r w:rsidRPr="00CA52B4">
        <w:rPr>
          <w:rtl/>
          <w:lang w:bidi="fa-IR"/>
        </w:rPr>
        <w:t>من الزهاد الثمانية. عابد زاهد ، كان يسكن الكوفة. روى عنه خلق.</w:t>
      </w:r>
      <w:r>
        <w:rPr>
          <w:rFonts w:hint="cs"/>
          <w:rtl/>
          <w:lang w:bidi="fa-IR"/>
        </w:rPr>
        <w:t xml:space="preserve"> </w:t>
      </w:r>
      <w:r w:rsidRPr="00CA52B4">
        <w:rPr>
          <w:rtl/>
          <w:lang w:bidi="fa-IR"/>
        </w:rPr>
        <w:t>من التابعين ، وولي بعض الحروب في أيام عمر وعثمان بأرض فارس ، وولاه عمر على الخيل ، ومات في إحدى غزواته. وفي بعض المراجع ، كان من صغار الصحابة.</w:t>
      </w:r>
    </w:p>
    <w:p w:rsidR="00843DF1" w:rsidRPr="00CA52B4" w:rsidRDefault="00843DF1" w:rsidP="00B10281">
      <w:pPr>
        <w:pStyle w:val="libVar"/>
        <w:rPr>
          <w:rtl/>
          <w:lang w:bidi="fa-IR"/>
        </w:rPr>
      </w:pPr>
      <w:r w:rsidRPr="00CA52B4">
        <w:rPr>
          <w:rtl/>
          <w:lang w:bidi="fa-IR"/>
        </w:rPr>
        <w:t>أسد الغابة 5 / 57. الاستيعاب 3 / 611. الإصابة 3 / 601. الأعلام 9 / 76.</w:t>
      </w:r>
      <w:r>
        <w:rPr>
          <w:rFonts w:hint="cs"/>
          <w:rtl/>
          <w:lang w:bidi="fa-IR"/>
        </w:rPr>
        <w:t xml:space="preserve"> </w:t>
      </w:r>
      <w:r w:rsidRPr="00CA52B4">
        <w:rPr>
          <w:rtl/>
          <w:lang w:bidi="fa-IR"/>
        </w:rPr>
        <w:t xml:space="preserve">جامع الرواة 2 / 311. الجرح والتعديل 9 / 110. جمهرة أنساب العرب / 295. شرح ابن أبي الحديد 2 / 141 </w:t>
      </w:r>
      <w:r>
        <w:rPr>
          <w:rtl/>
          <w:lang w:bidi="fa-IR"/>
        </w:rPr>
        <w:t>و 3</w:t>
      </w:r>
      <w:r w:rsidRPr="00CA52B4">
        <w:rPr>
          <w:rtl/>
          <w:lang w:bidi="fa-IR"/>
        </w:rPr>
        <w:t xml:space="preserve"> / 162 </w:t>
      </w:r>
      <w:r>
        <w:rPr>
          <w:rtl/>
          <w:lang w:bidi="fa-IR"/>
        </w:rPr>
        <w:t>و 1</w:t>
      </w:r>
      <w:r w:rsidRPr="00CA52B4">
        <w:rPr>
          <w:rtl/>
          <w:lang w:bidi="fa-IR"/>
        </w:rPr>
        <w:t xml:space="preserve">0 / 43 </w:t>
      </w:r>
      <w:r>
        <w:rPr>
          <w:rtl/>
          <w:lang w:bidi="fa-IR"/>
        </w:rPr>
        <w:t>و 1</w:t>
      </w:r>
      <w:r w:rsidRPr="00CA52B4">
        <w:rPr>
          <w:rtl/>
          <w:lang w:bidi="fa-IR"/>
        </w:rPr>
        <w:t>8 / 56. العقد الفريد 2 / 270</w:t>
      </w:r>
    </w:p>
    <w:p w:rsidR="00843DF1" w:rsidRPr="00CA52B4" w:rsidRDefault="00843DF1" w:rsidP="00B10281">
      <w:pPr>
        <w:pStyle w:val="libVar0"/>
        <w:rPr>
          <w:rtl/>
          <w:lang w:bidi="fa-IR"/>
        </w:rPr>
      </w:pPr>
      <w:r>
        <w:rPr>
          <w:rtl/>
          <w:lang w:bidi="fa-IR"/>
        </w:rPr>
        <w:br w:type="page"/>
      </w:r>
      <w:r>
        <w:rPr>
          <w:rtl/>
          <w:lang w:bidi="fa-IR"/>
        </w:rPr>
        <w:lastRenderedPageBreak/>
        <w:t>و 3</w:t>
      </w:r>
      <w:r w:rsidRPr="00CA52B4">
        <w:rPr>
          <w:rtl/>
          <w:lang w:bidi="fa-IR"/>
        </w:rPr>
        <w:t xml:space="preserve"> / 105. الغارات 2 / 909. الغدير 11 / 117. قاموس الرجال 9 / 305. الكامل في التأريخ 3 / 102 ، 119 ، 160. مجمع الرجال 6 / 213. معجم الثقات / 355.</w:t>
      </w:r>
      <w:r>
        <w:rPr>
          <w:rFonts w:hint="cs"/>
          <w:rtl/>
          <w:lang w:bidi="fa-IR"/>
        </w:rPr>
        <w:t xml:space="preserve"> </w:t>
      </w:r>
      <w:r w:rsidRPr="00CA52B4">
        <w:rPr>
          <w:rtl/>
          <w:lang w:bidi="fa-IR"/>
        </w:rPr>
        <w:t>معجم رجال الحديث 19 / 256. منتهى المقال / 323. نقد الرجال / 368. النهاية في غريب الحديث 1 / 403. وفيات الأعيان 2 / 55.</w:t>
      </w:r>
    </w:p>
    <w:p w:rsidR="00843DF1" w:rsidRPr="00CA52B4" w:rsidRDefault="00843DF1" w:rsidP="00EB70B9">
      <w:pPr>
        <w:pStyle w:val="libBold1"/>
        <w:rPr>
          <w:rtl/>
          <w:lang w:bidi="fa-IR"/>
        </w:rPr>
      </w:pPr>
      <w:r w:rsidRPr="00CA52B4">
        <w:rPr>
          <w:rtl/>
        </w:rPr>
        <w:t>1206</w:t>
      </w:r>
      <w:r>
        <w:rPr>
          <w:rtl/>
        </w:rPr>
        <w:t xml:space="preserve"> ـ </w:t>
      </w:r>
      <w:r w:rsidRPr="00CA52B4">
        <w:rPr>
          <w:rtl/>
        </w:rPr>
        <w:t>هجنع بن قيس الحارثي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محمد بن طلحة بن مصرف. قال حدثني عليّ عن النبي </w:t>
      </w:r>
      <w:r>
        <w:rPr>
          <w:rtl/>
          <w:lang w:bidi="fa-IR"/>
        </w:rPr>
        <w:t>(</w:t>
      </w:r>
      <w:r w:rsidRPr="00CA52B4">
        <w:rPr>
          <w:rtl/>
          <w:lang w:bidi="fa-IR"/>
        </w:rPr>
        <w:t>صلّى الله عليه وآله وسلّم</w:t>
      </w:r>
      <w:r>
        <w:rPr>
          <w:rtl/>
          <w:lang w:bidi="fa-IR"/>
        </w:rPr>
        <w:t>)</w:t>
      </w:r>
      <w:r w:rsidRPr="00CA52B4">
        <w:rPr>
          <w:rtl/>
          <w:lang w:bidi="fa-IR"/>
        </w:rPr>
        <w:t xml:space="preserve"> قال : ما أظلت الخضراء ولا أقلت الغبراء على ذي لهجة أصدق من أبي ذر ، ثم رجل من بعدي. من سرّه أن ينظر إلى عيسى بن مريم زهدا وسمتا فلينظر إلى أبي ذر.</w:t>
      </w:r>
    </w:p>
    <w:p w:rsidR="00843DF1" w:rsidRPr="00CA52B4" w:rsidRDefault="00843DF1" w:rsidP="00B10281">
      <w:pPr>
        <w:pStyle w:val="libVar"/>
        <w:rPr>
          <w:rtl/>
          <w:lang w:bidi="fa-IR"/>
        </w:rPr>
      </w:pPr>
      <w:r w:rsidRPr="00CA52B4">
        <w:rPr>
          <w:rtl/>
          <w:lang w:bidi="fa-IR"/>
        </w:rPr>
        <w:t>الجرح والتعديل 9 / 122. الغدير 8 / 313. لسان الميزان 6 / 191. ميزان الاعتدال 4 / 293.</w:t>
      </w:r>
    </w:p>
    <w:p w:rsidR="00843DF1" w:rsidRPr="00CA52B4" w:rsidRDefault="00843DF1" w:rsidP="00EB70B9">
      <w:pPr>
        <w:pStyle w:val="libBold1"/>
        <w:rPr>
          <w:rtl/>
          <w:lang w:bidi="fa-IR"/>
        </w:rPr>
      </w:pPr>
      <w:r w:rsidRPr="00CA52B4">
        <w:rPr>
          <w:rtl/>
        </w:rPr>
        <w:t>1207</w:t>
      </w:r>
      <w:r>
        <w:rPr>
          <w:rtl/>
        </w:rPr>
        <w:t xml:space="preserve"> ـ </w:t>
      </w:r>
      <w:r w:rsidRPr="00CA52B4">
        <w:rPr>
          <w:rtl/>
        </w:rPr>
        <w:t>الهذيل بن الأشهل التميمي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نصر بن مزاحم المنقري في كتابه ، من الذين قتلوا بصفين من أصحاب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وقعة صفّين / 557.</w:t>
      </w:r>
    </w:p>
    <w:p w:rsidR="00843DF1" w:rsidRPr="00CA52B4" w:rsidRDefault="00843DF1" w:rsidP="00EB70B9">
      <w:pPr>
        <w:pStyle w:val="libBold1"/>
        <w:rPr>
          <w:rtl/>
          <w:lang w:bidi="fa-IR"/>
        </w:rPr>
      </w:pPr>
      <w:r w:rsidRPr="00CA52B4">
        <w:rPr>
          <w:rtl/>
        </w:rPr>
        <w:t>1208</w:t>
      </w:r>
      <w:r>
        <w:rPr>
          <w:rtl/>
        </w:rPr>
        <w:t xml:space="preserve"> ـ </w:t>
      </w:r>
      <w:r w:rsidRPr="00CA52B4">
        <w:rPr>
          <w:rtl/>
        </w:rPr>
        <w:t>الهذيل بن شرحبيل الأودي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ثقة ، من مذحج. ويقال إنّه أدرك الجاهلية. ويروي أيضا عن أبي ذر ، وابن مسعود ، وعثمان ، وطلحة ، وقيس بن سعد بن عبادة وغيرهم من كبار الصحابة. وفي بعض المراجع ، هزيل. روى عنه الشعبي ، وأبو إسحاق ، وطلحة بن مصرف ، وعمرو بن مرة وآخرون.</w:t>
      </w:r>
    </w:p>
    <w:p w:rsidR="00843DF1" w:rsidRPr="00CA52B4" w:rsidRDefault="00843DF1" w:rsidP="00B10281">
      <w:pPr>
        <w:pStyle w:val="libVar"/>
        <w:rPr>
          <w:rtl/>
          <w:lang w:bidi="fa-IR"/>
        </w:rPr>
      </w:pPr>
      <w:r w:rsidRPr="00CA52B4">
        <w:rPr>
          <w:rtl/>
          <w:lang w:bidi="fa-IR"/>
        </w:rPr>
        <w:t>أسد الغابة 5 / 60. الإصابة 3 / 619. حلية الأولياء 5 / 24. الطبقات الكبرى 6 / 176. الغدير 2 / 98.</w:t>
      </w:r>
    </w:p>
    <w:p w:rsidR="00843DF1" w:rsidRPr="00CA52B4" w:rsidRDefault="00843DF1" w:rsidP="00EB70B9">
      <w:pPr>
        <w:pStyle w:val="libBold1"/>
        <w:rPr>
          <w:rtl/>
          <w:lang w:bidi="fa-IR"/>
        </w:rPr>
      </w:pPr>
      <w:r w:rsidRPr="00CA52B4">
        <w:rPr>
          <w:rtl/>
        </w:rPr>
        <w:t>1209</w:t>
      </w:r>
      <w:r>
        <w:rPr>
          <w:rtl/>
        </w:rPr>
        <w:t xml:space="preserve"> ـ </w:t>
      </w:r>
      <w:r w:rsidRPr="00CA52B4">
        <w:rPr>
          <w:rtl/>
        </w:rPr>
        <w:t>هرثمة بن سليم</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مقاتل ، حضر صفين وقاتل أهل الشام. قال : غزونا مع عليّ بن أبي</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طالب غزوة صفين ، فلما نزلنا بكربلاء صلّى بنا صلاة فلما سلّم رفع إليه من تربتها فشمّها ، ثم قال : واها لك أيتها التربة ، ليحشرنّ منك قوم يدخلون الجنة بغير حساب. فلما رجعت من الغزوة قلت إلى زوجتي جرداء وكانت شيعة لعليّ ، </w:t>
      </w:r>
      <w:r>
        <w:rPr>
          <w:rtl/>
          <w:lang w:bidi="fa-IR"/>
        </w:rPr>
        <w:t>أ</w:t>
      </w:r>
      <w:r w:rsidRPr="00CA52B4">
        <w:rPr>
          <w:rtl/>
          <w:lang w:bidi="fa-IR"/>
        </w:rPr>
        <w:t>لا أعجبك من صديقك أبي الحسن</w:t>
      </w:r>
      <w:r>
        <w:rPr>
          <w:rtl/>
          <w:lang w:bidi="fa-IR"/>
        </w:rPr>
        <w:t>؟</w:t>
      </w:r>
      <w:r w:rsidRPr="00CA52B4">
        <w:rPr>
          <w:rtl/>
          <w:lang w:bidi="fa-IR"/>
        </w:rPr>
        <w:t xml:space="preserve"> لما نزلنا كربلا رفع إليه من تربتها فشمّها ، وقال : واها لك يا تربة ليحشرنّ منك قوم يدخلون الجنة بغير حساب وما علمه بالغيب</w:t>
      </w:r>
      <w:r>
        <w:rPr>
          <w:rtl/>
          <w:lang w:bidi="fa-IR"/>
        </w:rPr>
        <w:t>؟</w:t>
      </w:r>
      <w:r w:rsidRPr="00CA52B4">
        <w:rPr>
          <w:rtl/>
          <w:lang w:bidi="fa-IR"/>
        </w:rPr>
        <w:t xml:space="preserve"> فقالت : دعنا منك أيّها الرجل ، فإنّ أمير المؤمنين لم يقل إلّا حقا.</w:t>
      </w:r>
    </w:p>
    <w:p w:rsidR="00843DF1" w:rsidRPr="00CA52B4" w:rsidRDefault="00843DF1" w:rsidP="00347E77">
      <w:pPr>
        <w:pStyle w:val="libNormal"/>
        <w:rPr>
          <w:rtl/>
          <w:lang w:bidi="fa-IR"/>
        </w:rPr>
      </w:pPr>
      <w:r w:rsidRPr="00CA52B4">
        <w:rPr>
          <w:rtl/>
          <w:lang w:bidi="fa-IR"/>
        </w:rPr>
        <w:t>فلما بعث عبيد الله بن زياد ، البعث الذي بعثه إلى الحسين بن عليّ وأصحابه ، قال : كنت فيهم في الخيل التي بعث إليهم فلما انتهيت إلى القوم ، وحسين وأصحابه ، عرفت المنزل الذي نزل بنا عليّ فيه ، والبقعة التي رفع إليه من ترابها ، والقول الذي قاله ، فكرهت مسيري فأقبلت على فرسي ، حتّى وقفت على الحسين فسلمت عليه وحدّثته بالذي سمعت من أبيه في هذا المنزل ، فقال الحسين : معنا أنت أو علينا</w:t>
      </w:r>
      <w:r>
        <w:rPr>
          <w:rtl/>
          <w:lang w:bidi="fa-IR"/>
        </w:rPr>
        <w:t>؟</w:t>
      </w:r>
      <w:r w:rsidRPr="00CA52B4">
        <w:rPr>
          <w:rtl/>
          <w:lang w:bidi="fa-IR"/>
        </w:rPr>
        <w:t xml:space="preserve"> فقلت : يا ابن رسول الله لا معك ولا عليك. تركت أهلي وولدي أخاف عليهم من ابن زياد. فقال الحسين : فول هربا حتّى لا ترى لنا مقتلا ، فو الذي نفس محمد بيده لا يرى مقتلنا اليوم رجل ، ولا يغيثنا إلا أدخله الله النار.</w:t>
      </w:r>
    </w:p>
    <w:p w:rsidR="00843DF1" w:rsidRPr="00CA52B4" w:rsidRDefault="00843DF1" w:rsidP="00347E77">
      <w:pPr>
        <w:pStyle w:val="libNormal"/>
        <w:rPr>
          <w:rtl/>
          <w:lang w:bidi="fa-IR"/>
        </w:rPr>
      </w:pPr>
      <w:r w:rsidRPr="00CA52B4">
        <w:rPr>
          <w:rtl/>
          <w:lang w:bidi="fa-IR"/>
        </w:rPr>
        <w:t>قال : فأقبلت في الأرض هاربا حتى خفي عليّ مقتله.</w:t>
      </w:r>
    </w:p>
    <w:p w:rsidR="00843DF1" w:rsidRPr="00CA52B4" w:rsidRDefault="00843DF1" w:rsidP="00B10281">
      <w:pPr>
        <w:pStyle w:val="libVar"/>
        <w:rPr>
          <w:rtl/>
          <w:lang w:bidi="fa-IR"/>
        </w:rPr>
      </w:pPr>
      <w:r w:rsidRPr="00CA52B4">
        <w:rPr>
          <w:rtl/>
          <w:lang w:bidi="fa-IR"/>
        </w:rPr>
        <w:t>أعيان الشيعة 15 / 240. وقعة صفين / 140.</w:t>
      </w:r>
    </w:p>
    <w:p w:rsidR="00843DF1" w:rsidRPr="00CA52B4" w:rsidRDefault="00843DF1" w:rsidP="00EB70B9">
      <w:pPr>
        <w:pStyle w:val="libBold1"/>
        <w:rPr>
          <w:rtl/>
          <w:lang w:bidi="fa-IR"/>
        </w:rPr>
      </w:pPr>
      <w:r w:rsidRPr="00CA52B4">
        <w:rPr>
          <w:rtl/>
        </w:rPr>
        <w:t>1210</w:t>
      </w:r>
      <w:r>
        <w:rPr>
          <w:rtl/>
        </w:rPr>
        <w:t xml:space="preserve"> ـ </w:t>
      </w:r>
      <w:r w:rsidRPr="00CA52B4">
        <w:rPr>
          <w:rtl/>
        </w:rPr>
        <w:t>هرم بن شتير بن عمرو بن جندب</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مقاتل شهم ، حضر صفين مع عياش بن شريك بن حارثة ، الذي كان معه راية غطفان العراق بصفين ، وحين تقدّم عياش للقتال قال لأنصاره : فإن قتلت فرأسكم الأسود بن حبيب ، فإن قتل فرأسكم هرم بن شتير ، فإن قتل فرأسكم عبد الله بن ضرار.</w:t>
      </w:r>
    </w:p>
    <w:p w:rsidR="00843DF1" w:rsidRPr="00CA52B4" w:rsidRDefault="00843DF1" w:rsidP="00B10281">
      <w:pPr>
        <w:pStyle w:val="libVar"/>
        <w:rPr>
          <w:rtl/>
          <w:lang w:bidi="fa-IR"/>
        </w:rPr>
      </w:pPr>
      <w:r w:rsidRPr="00CA52B4">
        <w:rPr>
          <w:rtl/>
          <w:lang w:bidi="fa-IR"/>
        </w:rPr>
        <w:t>شرح ابن أبي الحديد 5 / 207. وقعة صفين / 260.</w:t>
      </w:r>
    </w:p>
    <w:p w:rsidR="00843DF1" w:rsidRPr="00CA52B4" w:rsidRDefault="00843DF1" w:rsidP="00EB70B9">
      <w:pPr>
        <w:pStyle w:val="libBold1"/>
        <w:rPr>
          <w:rtl/>
          <w:lang w:bidi="fa-IR"/>
        </w:rPr>
      </w:pPr>
      <w:r>
        <w:rPr>
          <w:rtl/>
          <w:lang w:bidi="fa-IR"/>
        </w:rPr>
        <w:br w:type="page"/>
      </w:r>
      <w:r w:rsidRPr="00CA52B4">
        <w:rPr>
          <w:rtl/>
        </w:rPr>
        <w:lastRenderedPageBreak/>
        <w:t>1211</w:t>
      </w:r>
      <w:r>
        <w:rPr>
          <w:rtl/>
        </w:rPr>
        <w:t xml:space="preserve"> ـ </w:t>
      </w:r>
      <w:r w:rsidRPr="00CA52B4">
        <w:rPr>
          <w:rtl/>
        </w:rPr>
        <w:t xml:space="preserve">هلال </w:t>
      </w:r>
      <w:r>
        <w:rPr>
          <w:rtl/>
        </w:rPr>
        <w:t>(</w:t>
      </w:r>
      <w:r w:rsidRPr="00CA52B4">
        <w:rPr>
          <w:rtl/>
        </w:rPr>
        <w:t>أبو الحمراء</w:t>
      </w:r>
      <w:r>
        <w:rPr>
          <w:rtl/>
        </w:rPr>
        <w:t>)</w:t>
      </w:r>
      <w:r w:rsidRPr="00CA52B4">
        <w:rPr>
          <w:rtl/>
        </w:rPr>
        <w:t xml:space="preserve"> ابن الحارث</w:t>
      </w:r>
      <w:r>
        <w:rPr>
          <w:rtl/>
        </w:rPr>
        <w:t xml:space="preserve"> ..</w:t>
      </w:r>
      <w:r w:rsidRPr="00CA52B4">
        <w:rPr>
          <w:rtl/>
        </w:rPr>
        <w:t>. ويقال : هلال بن ظفر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مولى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ثقة محدّث ، قال : إنّ النبيّ </w:t>
      </w:r>
      <w:r>
        <w:rPr>
          <w:rtl/>
          <w:lang w:bidi="fa-IR"/>
        </w:rPr>
        <w:t>(</w:t>
      </w:r>
      <w:r w:rsidRPr="00CA52B4">
        <w:rPr>
          <w:rtl/>
          <w:lang w:bidi="fa-IR"/>
        </w:rPr>
        <w:t>صلّى الله عليه وآله وسلّم</w:t>
      </w:r>
      <w:r>
        <w:rPr>
          <w:rtl/>
          <w:lang w:bidi="fa-IR"/>
        </w:rPr>
        <w:t>)</w:t>
      </w:r>
      <w:r w:rsidRPr="00CA52B4">
        <w:rPr>
          <w:rtl/>
          <w:lang w:bidi="fa-IR"/>
        </w:rPr>
        <w:t xml:space="preserve"> كان إذا طلع الفجر يمر ببيت علي ، وفاطمة </w:t>
      </w:r>
      <w:r>
        <w:rPr>
          <w:rtl/>
          <w:lang w:bidi="fa-IR"/>
        </w:rPr>
        <w:t>(</w:t>
      </w:r>
      <w:r w:rsidRPr="00CA52B4">
        <w:rPr>
          <w:rtl/>
          <w:lang w:bidi="fa-IR"/>
        </w:rPr>
        <w:t>عليهما السلام</w:t>
      </w:r>
      <w:r>
        <w:rPr>
          <w:rtl/>
          <w:lang w:bidi="fa-IR"/>
        </w:rPr>
        <w:t>)</w:t>
      </w:r>
      <w:r w:rsidRPr="00CA52B4">
        <w:rPr>
          <w:rtl/>
          <w:lang w:bidi="fa-IR"/>
        </w:rPr>
        <w:t xml:space="preserve"> فيقول : السلام عليكم أهل البيت ، الصلاة الصلاة ، إنّما يريد الله ليذهب عنكم الرجس أهل البيت ، ويطهّركم تطهيرا</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روى عنه أبو داود الأعمى ، وسعيد بن جبير. وكان من أهل حمص.</w:t>
      </w:r>
      <w:r>
        <w:rPr>
          <w:rFonts w:hint="cs"/>
          <w:rtl/>
          <w:lang w:bidi="fa-IR"/>
        </w:rPr>
        <w:t xml:space="preserve"> </w:t>
      </w:r>
      <w:r w:rsidRPr="00CA52B4">
        <w:rPr>
          <w:rtl/>
          <w:lang w:bidi="fa-IR"/>
        </w:rPr>
        <w:t>وقد توهم بعضهم فجعل الاسمين لرجلين مع العلم أنّهما واحد.</w:t>
      </w:r>
    </w:p>
    <w:p w:rsidR="00843DF1" w:rsidRPr="00CA52B4" w:rsidRDefault="00843DF1" w:rsidP="00B10281">
      <w:pPr>
        <w:pStyle w:val="libVar"/>
        <w:rPr>
          <w:rtl/>
          <w:lang w:bidi="fa-IR"/>
        </w:rPr>
      </w:pPr>
      <w:r w:rsidRPr="00CA52B4">
        <w:rPr>
          <w:rtl/>
          <w:lang w:bidi="fa-IR"/>
        </w:rPr>
        <w:t>الاستيعاب 3 / 605. أسد الغابة 5 / 66. الإصابة 3 / 607. أعيان الشيعة 50 / 60. تهذيب التهذيب 12 / 78. تنقيح المقال 3 / 304. جامع الرواة 2 / 380.</w:t>
      </w:r>
      <w:r>
        <w:rPr>
          <w:rFonts w:hint="cs"/>
          <w:rtl/>
          <w:lang w:bidi="fa-IR"/>
        </w:rPr>
        <w:t xml:space="preserve"> </w:t>
      </w:r>
      <w:r w:rsidRPr="00CA52B4">
        <w:rPr>
          <w:rtl/>
          <w:lang w:bidi="fa-IR"/>
        </w:rPr>
        <w:t>رجال الشيخ الطوسي / 63. رجال ابن داود / 216. الطبقات الكبرى 8 / 330.</w:t>
      </w:r>
      <w:r>
        <w:rPr>
          <w:rFonts w:hint="cs"/>
          <w:rtl/>
          <w:lang w:bidi="fa-IR"/>
        </w:rPr>
        <w:t xml:space="preserve"> </w:t>
      </w:r>
      <w:r w:rsidRPr="00CA52B4">
        <w:rPr>
          <w:rtl/>
          <w:lang w:bidi="fa-IR"/>
        </w:rPr>
        <w:t>قاموس الرجال 9 / 366. معجم رجال الحديث 21 / 132. نقد الرجال / 387.</w:t>
      </w:r>
    </w:p>
    <w:p w:rsidR="00843DF1" w:rsidRPr="00CA52B4" w:rsidRDefault="00843DF1" w:rsidP="00EB70B9">
      <w:pPr>
        <w:pStyle w:val="libBold1"/>
        <w:rPr>
          <w:rtl/>
          <w:lang w:bidi="fa-IR"/>
        </w:rPr>
      </w:pPr>
      <w:r w:rsidRPr="00CA52B4">
        <w:rPr>
          <w:rtl/>
        </w:rPr>
        <w:t>1212</w:t>
      </w:r>
      <w:r>
        <w:rPr>
          <w:rtl/>
        </w:rPr>
        <w:t xml:space="preserve"> ـ </w:t>
      </w:r>
      <w:r w:rsidRPr="00CA52B4">
        <w:rPr>
          <w:rtl/>
        </w:rPr>
        <w:t>هلال بن عمرو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التابعين. روى عن أمير المؤمنين </w:t>
      </w:r>
      <w:r>
        <w:rPr>
          <w:rtl/>
          <w:lang w:bidi="fa-IR"/>
        </w:rPr>
        <w:t>(</w:t>
      </w:r>
      <w:r w:rsidRPr="00CA52B4">
        <w:rPr>
          <w:rtl/>
          <w:lang w:bidi="fa-IR"/>
        </w:rPr>
        <w:t>صلّى الله عليه وآله وسلّم</w:t>
      </w:r>
      <w:r>
        <w:rPr>
          <w:rtl/>
          <w:lang w:bidi="fa-IR"/>
        </w:rPr>
        <w:t>)</w:t>
      </w:r>
      <w:r w:rsidRPr="00CA52B4">
        <w:rPr>
          <w:rtl/>
          <w:lang w:bidi="fa-IR"/>
        </w:rPr>
        <w:t xml:space="preserve"> فحسب. لذلك رماه بعضهم بالنكرة. روى عنه أبو الحسن شيخ لمطرف بن طريف.</w:t>
      </w:r>
    </w:p>
    <w:p w:rsidR="00843DF1" w:rsidRPr="00CA52B4" w:rsidRDefault="00843DF1" w:rsidP="00B10281">
      <w:pPr>
        <w:pStyle w:val="libVar"/>
        <w:rPr>
          <w:rtl/>
          <w:lang w:bidi="fa-IR"/>
        </w:rPr>
      </w:pPr>
      <w:r w:rsidRPr="00CA52B4">
        <w:rPr>
          <w:rtl/>
          <w:lang w:bidi="fa-IR"/>
        </w:rPr>
        <w:t>تهذيب التهذيب 11 / 83. ميزان الاعتدال 4 / 315.</w:t>
      </w:r>
    </w:p>
    <w:p w:rsidR="00843DF1" w:rsidRPr="00CA52B4" w:rsidRDefault="00843DF1" w:rsidP="00EB70B9">
      <w:pPr>
        <w:pStyle w:val="libBold1"/>
        <w:rPr>
          <w:rtl/>
          <w:lang w:bidi="fa-IR"/>
        </w:rPr>
      </w:pPr>
      <w:r w:rsidRPr="00CA52B4">
        <w:rPr>
          <w:rtl/>
        </w:rPr>
        <w:t>1213</w:t>
      </w:r>
      <w:r>
        <w:rPr>
          <w:rtl/>
        </w:rPr>
        <w:t xml:space="preserve"> ـ </w:t>
      </w:r>
      <w:r w:rsidRPr="00CA52B4">
        <w:rPr>
          <w:rtl/>
        </w:rPr>
        <w:t>هلال بن سياف أبو الحسن الأشجعي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منصور بن المعتمر. عمرو بن مرة. حصين بن عبد الرحمن. وذكره بعضهم من أصحاب الإمام الحسن الزكي </w:t>
      </w:r>
      <w:r>
        <w:rPr>
          <w:rtl/>
          <w:lang w:bidi="fa-IR"/>
        </w:rPr>
        <w:t>(</w:t>
      </w:r>
      <w:r w:rsidRPr="00CA52B4">
        <w:rPr>
          <w:rtl/>
          <w:lang w:bidi="fa-IR"/>
        </w:rPr>
        <w:t>عليه السلام</w:t>
      </w:r>
      <w:r>
        <w:rPr>
          <w:rtl/>
          <w:lang w:bidi="fa-IR"/>
        </w:rPr>
        <w:t>).</w:t>
      </w:r>
      <w:r w:rsidRPr="00CA52B4">
        <w:rPr>
          <w:rtl/>
          <w:lang w:bidi="fa-IR"/>
        </w:rPr>
        <w:t xml:space="preserve"> وكان ثقة كثير الحديث ، وذكره ابن حبان في الثقات.</w:t>
      </w:r>
      <w:r>
        <w:rPr>
          <w:rFonts w:hint="cs"/>
          <w:rtl/>
          <w:lang w:bidi="fa-IR"/>
        </w:rPr>
        <w:t xml:space="preserve"> </w:t>
      </w:r>
      <w:r w:rsidRPr="00CA52B4">
        <w:rPr>
          <w:rtl/>
          <w:lang w:bidi="fa-IR"/>
        </w:rPr>
        <w:t>وقال : كوفي تابعي ثقة.</w:t>
      </w:r>
    </w:p>
    <w:p w:rsidR="00843DF1" w:rsidRPr="00CA52B4" w:rsidRDefault="00843DF1" w:rsidP="00B10281">
      <w:pPr>
        <w:pStyle w:val="libVar"/>
        <w:rPr>
          <w:rtl/>
          <w:lang w:bidi="fa-IR"/>
        </w:rPr>
      </w:pPr>
      <w:r w:rsidRPr="00CA52B4">
        <w:rPr>
          <w:rtl/>
          <w:lang w:bidi="fa-IR"/>
        </w:rPr>
        <w:t>تنقيح المقال 3 / 304. تهذيب التهذيب 11 / 86. جامع الرواة 2 / 318. الجرح والتعديل 9 / 72. رجال الشيخ الطوسي / 71. شرح ابن أبي الحديد 13 / 220.</w:t>
      </w:r>
      <w:r>
        <w:rPr>
          <w:rFonts w:hint="cs"/>
          <w:rtl/>
          <w:lang w:bidi="fa-IR"/>
        </w:rPr>
        <w:t xml:space="preserve"> </w:t>
      </w:r>
      <w:r w:rsidRPr="00CA52B4">
        <w:rPr>
          <w:rtl/>
          <w:lang w:bidi="fa-IR"/>
        </w:rPr>
        <w:t>مجمع الرجال 6 / 241. منتهى المقال / 324. المناقب 4 / 40. نقد الرجال / 369.</w:t>
      </w:r>
    </w:p>
    <w:p w:rsidR="00843DF1" w:rsidRPr="00CA52B4" w:rsidRDefault="00843DF1" w:rsidP="00EB70B9">
      <w:pPr>
        <w:pStyle w:val="libBold1"/>
        <w:rPr>
          <w:rtl/>
          <w:lang w:bidi="fa-IR"/>
        </w:rPr>
      </w:pPr>
      <w:r>
        <w:rPr>
          <w:rtl/>
          <w:lang w:bidi="fa-IR"/>
        </w:rPr>
        <w:br w:type="page"/>
      </w:r>
      <w:r w:rsidRPr="00CA52B4">
        <w:rPr>
          <w:rtl/>
        </w:rPr>
        <w:lastRenderedPageBreak/>
        <w:t>1214</w:t>
      </w:r>
      <w:r>
        <w:rPr>
          <w:rtl/>
        </w:rPr>
        <w:t xml:space="preserve"> ـ </w:t>
      </w:r>
      <w:r w:rsidRPr="00CA52B4">
        <w:rPr>
          <w:rtl/>
        </w:rPr>
        <w:t>همام بن الأغفل الثقفي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 حضر وقعة صفين ، وكان مع عليّ </w:t>
      </w:r>
      <w:r>
        <w:rPr>
          <w:rtl/>
          <w:lang w:bidi="fa-IR"/>
        </w:rPr>
        <w:t>(</w:t>
      </w:r>
      <w:r w:rsidRPr="00CA52B4">
        <w:rPr>
          <w:rtl/>
          <w:lang w:bidi="fa-IR"/>
        </w:rPr>
        <w:t>عليه السلام</w:t>
      </w:r>
      <w:r>
        <w:rPr>
          <w:rtl/>
          <w:lang w:bidi="fa-IR"/>
        </w:rPr>
        <w:t>).</w:t>
      </w:r>
      <w:r w:rsidRPr="00CA52B4">
        <w:rPr>
          <w:rtl/>
          <w:lang w:bidi="fa-IR"/>
        </w:rPr>
        <w:t xml:space="preserve"> ومن شعره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قد قرّت العين من الفسّاق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من رءوس الكفر والنّفاق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إذ ظهرت كتائب العراق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نحن قتلنا صاحب المراق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قائد البغاة والشّقاق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عثمان يوم الدّار والإحراق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لما لففنا ساقهم بساق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بالطعن والضّرب مع العناق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سل بصفّين لدى التلاقي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تنبأ بتبيان مع المصداق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أن قد لقوا بالمارق الممراق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ضربا يدمي عقر الأعناق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51 / 63. وقعة صفين / 383.</w:t>
      </w:r>
    </w:p>
    <w:p w:rsidR="00843DF1" w:rsidRPr="00CA52B4" w:rsidRDefault="00843DF1" w:rsidP="00EB70B9">
      <w:pPr>
        <w:pStyle w:val="libBold1"/>
        <w:rPr>
          <w:rtl/>
          <w:lang w:bidi="fa-IR"/>
        </w:rPr>
      </w:pPr>
      <w:r w:rsidRPr="00CA52B4">
        <w:rPr>
          <w:rtl/>
        </w:rPr>
        <w:t>1215</w:t>
      </w:r>
      <w:r>
        <w:rPr>
          <w:rtl/>
        </w:rPr>
        <w:t xml:space="preserve"> ـ </w:t>
      </w:r>
      <w:r w:rsidRPr="00CA52B4">
        <w:rPr>
          <w:rtl/>
        </w:rPr>
        <w:t>همام بن شريح بن زيد بن مرة بن عمرو بن ضبيعة بن الحارث بن الدؤل بن صباح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تلاميذه وشيعته ، وأوليائه وأنصاره ، كان ناسكا عابدا مجتهدا يسكن الكوفة ، ولازم أمير المؤمنين </w:t>
      </w:r>
      <w:r>
        <w:rPr>
          <w:rtl/>
          <w:lang w:bidi="fa-IR"/>
        </w:rPr>
        <w:t>(</w:t>
      </w:r>
      <w:r w:rsidRPr="00CA52B4">
        <w:rPr>
          <w:rtl/>
          <w:lang w:bidi="fa-IR"/>
        </w:rPr>
        <w:t>عليه السلام</w:t>
      </w:r>
      <w:r>
        <w:rPr>
          <w:rtl/>
          <w:lang w:bidi="fa-IR"/>
        </w:rPr>
        <w:t>)</w:t>
      </w:r>
      <w:r w:rsidRPr="00CA52B4">
        <w:rPr>
          <w:rtl/>
          <w:lang w:bidi="fa-IR"/>
        </w:rPr>
        <w:t xml:space="preserve"> وحضر مجالسه ومواعظه ، وحفظ الشيء الكثير من حكمه ونوادره.</w:t>
      </w:r>
    </w:p>
    <w:p w:rsidR="00843DF1" w:rsidRPr="00CA52B4" w:rsidRDefault="00843DF1" w:rsidP="00B10281">
      <w:pPr>
        <w:pStyle w:val="libVar"/>
        <w:rPr>
          <w:rtl/>
          <w:lang w:bidi="fa-IR"/>
        </w:rPr>
      </w:pPr>
      <w:r w:rsidRPr="00CA52B4">
        <w:rPr>
          <w:rtl/>
          <w:lang w:bidi="fa-IR"/>
        </w:rPr>
        <w:t>أعلام نهج البلاغة / 50. تحفة الأحباب / 411. تنقيح المقال 3 / 304. شرح ابن أبي الحديد 10 / 131 ، 134 ، 135 ، 149. قاموس الرجال 9 / 368. معجم الثقات / 356.</w:t>
      </w:r>
    </w:p>
    <w:p w:rsidR="00843DF1" w:rsidRPr="00CA52B4" w:rsidRDefault="00843DF1" w:rsidP="00EB70B9">
      <w:pPr>
        <w:pStyle w:val="libBold1"/>
        <w:rPr>
          <w:rtl/>
          <w:lang w:bidi="fa-IR"/>
        </w:rPr>
      </w:pPr>
      <w:r w:rsidRPr="00CA52B4">
        <w:rPr>
          <w:rtl/>
        </w:rPr>
        <w:t>1216</w:t>
      </w:r>
      <w:r>
        <w:rPr>
          <w:rtl/>
        </w:rPr>
        <w:t xml:space="preserve"> ـ </w:t>
      </w:r>
      <w:r w:rsidRPr="00CA52B4">
        <w:rPr>
          <w:rtl/>
        </w:rPr>
        <w:t>هند بن أبي هالة نباش بن زرارة بن وقدان بن حبيب بن سلامة بن عدي بن جروة بن أسيد بن عمرو بن تميم حليف بني عبد الدار بن قصّي</w:t>
      </w:r>
      <w:r>
        <w:rPr>
          <w:rtl/>
        </w:rPr>
        <w:t xml:space="preserve"> ..</w:t>
      </w:r>
      <w:r w:rsidRPr="00CA52B4">
        <w:rPr>
          <w:rtl/>
        </w:rPr>
        <w:t>. المقتول</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فصيحا بليغا ، وصّافا صحابيا. ربيب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وأمه خديجة بنت خويلد. خرج بصحبة أمير المؤمنين </w:t>
      </w:r>
      <w:r>
        <w:rPr>
          <w:rtl/>
          <w:lang w:bidi="fa-IR"/>
        </w:rPr>
        <w:t>(</w:t>
      </w:r>
      <w:r w:rsidRPr="00CA52B4">
        <w:rPr>
          <w:rtl/>
          <w:lang w:bidi="fa-IR"/>
        </w:rPr>
        <w:t>عليه السلام</w:t>
      </w:r>
      <w:r>
        <w:rPr>
          <w:rtl/>
          <w:lang w:bidi="fa-IR"/>
        </w:rPr>
        <w:t>)</w:t>
      </w:r>
      <w:r w:rsidRPr="00CA52B4">
        <w:rPr>
          <w:rtl/>
          <w:lang w:bidi="fa-IR"/>
        </w:rPr>
        <w:t xml:space="preserve"> إلى البصرة ، وقتل يوم الجمل. وخلّف : هندا.</w:t>
      </w:r>
    </w:p>
    <w:p w:rsidR="00843DF1" w:rsidRPr="00CA52B4" w:rsidRDefault="00843DF1" w:rsidP="00B10281">
      <w:pPr>
        <w:pStyle w:val="libVar"/>
        <w:rPr>
          <w:rtl/>
          <w:lang w:bidi="fa-IR"/>
        </w:rPr>
      </w:pPr>
      <w:r>
        <w:rPr>
          <w:rtl/>
          <w:lang w:bidi="fa-IR"/>
        </w:rPr>
        <w:br w:type="page"/>
      </w:r>
      <w:r w:rsidRPr="00CA52B4">
        <w:rPr>
          <w:rtl/>
          <w:lang w:bidi="fa-IR"/>
        </w:rPr>
        <w:lastRenderedPageBreak/>
        <w:t>الاستيعاب 3 / 600. أسد الغابة 5 / 71. الاشتقاق / 142. الإصابة 3 / 611.</w:t>
      </w:r>
      <w:r>
        <w:rPr>
          <w:rFonts w:hint="cs"/>
          <w:rtl/>
          <w:lang w:bidi="fa-IR"/>
        </w:rPr>
        <w:t xml:space="preserve"> </w:t>
      </w:r>
      <w:r w:rsidRPr="00CA52B4">
        <w:rPr>
          <w:rtl/>
          <w:lang w:bidi="fa-IR"/>
        </w:rPr>
        <w:t>تاريخ الطبري 13 / 31 وفيه : مات سنة 80 ه‍</w:t>
      </w:r>
      <w:r>
        <w:rPr>
          <w:rtl/>
          <w:lang w:bidi="fa-IR"/>
        </w:rPr>
        <w:t>.</w:t>
      </w:r>
      <w:r w:rsidRPr="00CA52B4">
        <w:rPr>
          <w:rtl/>
          <w:lang w:bidi="fa-IR"/>
        </w:rPr>
        <w:t xml:space="preserve"> تاريخ الخلفاء / 187. تحفة الأحباب / 411. تقريب التهذيب 2 / 322. تنقيح المقال 3 / 305. تهذيب التهذيب 11 / 72. الجرح والتعديل 9 / 116. جمهرة أنساب العرب / 210 ، 493. الدرجات الرفيعة / 407. سفينة البحار 2 / 725. شرح ابن أبي الحديد 15 / 131. الطبقات الكبرى 1 / 422. قاموس الرجال 9 / 370. المشتبه 1 / 118. معجم الثقات / 356.</w:t>
      </w:r>
      <w:r>
        <w:rPr>
          <w:rFonts w:hint="cs"/>
          <w:rtl/>
          <w:lang w:bidi="fa-IR"/>
        </w:rPr>
        <w:t xml:space="preserve"> </w:t>
      </w:r>
      <w:r w:rsidRPr="00CA52B4">
        <w:rPr>
          <w:rtl/>
          <w:lang w:bidi="fa-IR"/>
        </w:rPr>
        <w:t>منتهى المقال / 325.</w:t>
      </w:r>
    </w:p>
    <w:p w:rsidR="00843DF1" w:rsidRPr="00CA52B4" w:rsidRDefault="00843DF1" w:rsidP="00EB70B9">
      <w:pPr>
        <w:pStyle w:val="libBold1"/>
        <w:rPr>
          <w:rtl/>
          <w:lang w:bidi="fa-IR"/>
        </w:rPr>
      </w:pPr>
      <w:r w:rsidRPr="00CA52B4">
        <w:rPr>
          <w:rtl/>
        </w:rPr>
        <w:t>1217</w:t>
      </w:r>
      <w:r>
        <w:rPr>
          <w:rtl/>
        </w:rPr>
        <w:t xml:space="preserve"> ـ </w:t>
      </w:r>
      <w:r w:rsidRPr="00CA52B4">
        <w:rPr>
          <w:rtl/>
        </w:rPr>
        <w:t xml:space="preserve">هند بن عمرو بن جندلة بن كعب بن ربيعة بن جمل بن كنانة بن ناجية بن يحابر بن مالك بن أدد بن زيد </w:t>
      </w:r>
      <w:r>
        <w:rPr>
          <w:rtl/>
        </w:rPr>
        <w:t>(</w:t>
      </w:r>
      <w:r w:rsidRPr="00CA52B4">
        <w:rPr>
          <w:rtl/>
        </w:rPr>
        <w:t>مراد</w:t>
      </w:r>
      <w:r>
        <w:rPr>
          <w:rtl/>
        </w:rPr>
        <w:t>)</w:t>
      </w:r>
      <w:r w:rsidRPr="00CA52B4">
        <w:rPr>
          <w:rtl/>
        </w:rPr>
        <w:t xml:space="preserve"> بن يشجب بن عريب بن زيد بن كهلان بن سبأ</w:t>
      </w:r>
      <w:r>
        <w:rPr>
          <w:rtl/>
        </w:rPr>
        <w:t xml:space="preserve"> ..</w:t>
      </w:r>
      <w:r w:rsidRPr="00CA52B4">
        <w:rPr>
          <w:rtl/>
        </w:rPr>
        <w:t>. قتل في 36 ه‍</w:t>
      </w:r>
      <w:r>
        <w:rPr>
          <w:rtl/>
        </w:rPr>
        <w:t>.</w:t>
      </w:r>
    </w:p>
    <w:p w:rsidR="00843DF1" w:rsidRPr="00CA52B4" w:rsidRDefault="00843DF1" w:rsidP="00347E77">
      <w:pPr>
        <w:pStyle w:val="libNormal"/>
        <w:rPr>
          <w:rtl/>
          <w:lang w:bidi="fa-IR"/>
        </w:rPr>
      </w:pPr>
      <w:r w:rsidRPr="00CA52B4">
        <w:rPr>
          <w:rtl/>
          <w:lang w:bidi="fa-IR"/>
        </w:rPr>
        <w:t xml:space="preserve">فارس شجاع ، قتل في حرب البصرة. وولاه عمر على نصارى بني تغلب. قتله عمارة بن يثربي ، حين قال عليّ </w:t>
      </w:r>
      <w:r>
        <w:rPr>
          <w:rtl/>
          <w:lang w:bidi="fa-IR"/>
        </w:rPr>
        <w:t>(</w:t>
      </w:r>
      <w:r w:rsidRPr="00CA52B4">
        <w:rPr>
          <w:rtl/>
          <w:lang w:bidi="fa-IR"/>
        </w:rPr>
        <w:t>عليه السلام</w:t>
      </w:r>
      <w:r>
        <w:rPr>
          <w:rtl/>
          <w:lang w:bidi="fa-IR"/>
        </w:rPr>
        <w:t>)</w:t>
      </w:r>
      <w:r w:rsidRPr="00CA52B4">
        <w:rPr>
          <w:rtl/>
          <w:lang w:bidi="fa-IR"/>
        </w:rPr>
        <w:t xml:space="preserve"> من رجل يحمل على الجمل ، فانتدب له هند فاعترضاه ابن اليثربي فاختلفا ضربتين فقتله ابن اليثربي.</w:t>
      </w:r>
    </w:p>
    <w:p w:rsidR="00843DF1" w:rsidRPr="00CA52B4" w:rsidRDefault="00843DF1" w:rsidP="00B10281">
      <w:pPr>
        <w:pStyle w:val="libVar"/>
        <w:rPr>
          <w:rtl/>
          <w:lang w:bidi="fa-IR"/>
        </w:rPr>
      </w:pPr>
      <w:r w:rsidRPr="00CA52B4">
        <w:rPr>
          <w:rtl/>
          <w:lang w:bidi="fa-IR"/>
        </w:rPr>
        <w:t>الإصابة 3 / 620. أعيان الشيعة 8 / 149 وج 10 / 272. أنساب الأشراف 2 / 244. الأعلام 9 / 105. الأنساب / 268. البداية والنهاية 7 / 237. تاريخ الطبري 5 / 209 ، 216. تنقيح المقال 3 / 305. جامع الرواة 2 / 318. الجرح والتعديل 9 / 117. جمهرة أنساب العرب / 205 ، 406. الجمل / 171 ، 184.</w:t>
      </w:r>
      <w:r>
        <w:rPr>
          <w:rFonts w:hint="cs"/>
          <w:rtl/>
          <w:lang w:bidi="fa-IR"/>
        </w:rPr>
        <w:t xml:space="preserve"> </w:t>
      </w:r>
      <w:r w:rsidRPr="00CA52B4">
        <w:rPr>
          <w:rtl/>
          <w:lang w:bidi="fa-IR"/>
        </w:rPr>
        <w:t>رجال الشيخ الطوسي / 61. قاموس الرجال 9 / 372. الكامل في التأريخ 3 / 98.</w:t>
      </w:r>
      <w:r>
        <w:rPr>
          <w:rFonts w:hint="cs"/>
          <w:rtl/>
          <w:lang w:bidi="fa-IR"/>
        </w:rPr>
        <w:t xml:space="preserve"> </w:t>
      </w:r>
      <w:r w:rsidRPr="00CA52B4">
        <w:rPr>
          <w:rtl/>
          <w:lang w:bidi="fa-IR"/>
        </w:rPr>
        <w:t>اللباب 1 / 292. مجمع الرجال 6 / 243. معجم رجال الحديث 19 / 315. المناقب 3 / 151. منتهى المقال / 324. نقد الرجال / 370. وقعة صفين / 557.</w:t>
      </w:r>
    </w:p>
    <w:p w:rsidR="00843DF1" w:rsidRPr="00CA52B4" w:rsidRDefault="00843DF1" w:rsidP="00EB70B9">
      <w:pPr>
        <w:pStyle w:val="libBold1"/>
        <w:rPr>
          <w:rtl/>
          <w:lang w:bidi="fa-IR"/>
        </w:rPr>
      </w:pPr>
      <w:r w:rsidRPr="00CA52B4">
        <w:rPr>
          <w:rtl/>
        </w:rPr>
        <w:t>1218</w:t>
      </w:r>
      <w:r>
        <w:rPr>
          <w:rtl/>
        </w:rPr>
        <w:t xml:space="preserve"> ـ </w:t>
      </w:r>
      <w:r w:rsidRPr="00CA52B4">
        <w:rPr>
          <w:rtl/>
        </w:rPr>
        <w:t>هنيدة بن خالد الخزاعي النخعي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صحابي ثقة. نزل الكوفة. وكانت أمه تحت عمر بن الخطاب. روى عنه الحسن بن عبيد الله ، والحر بن الصباح ، وأبو إسحاق السبيعي ، وعدي بن ثابت ، وثابت بن سعيد ، وإسحاق بن سويد العدوي ، ذكره ابن حبان في الثقات ، وذكره أيضا في الصحابة.</w:t>
      </w:r>
    </w:p>
    <w:p w:rsidR="00843DF1" w:rsidRPr="00CA52B4" w:rsidRDefault="00843DF1" w:rsidP="00B10281">
      <w:pPr>
        <w:pStyle w:val="libVar"/>
        <w:rPr>
          <w:rtl/>
          <w:lang w:bidi="fa-IR"/>
        </w:rPr>
      </w:pPr>
      <w:r w:rsidRPr="00CA52B4">
        <w:rPr>
          <w:rtl/>
          <w:lang w:bidi="fa-IR"/>
        </w:rPr>
        <w:t>أسد الغابة 5 / 73. الإصابة 3 / 612. الاستيعاب 3 / 625. تقريب التهذيب</w:t>
      </w:r>
    </w:p>
    <w:p w:rsidR="00843DF1" w:rsidRPr="00CA52B4" w:rsidRDefault="00843DF1" w:rsidP="00B10281">
      <w:pPr>
        <w:pStyle w:val="libVar0"/>
        <w:rPr>
          <w:rtl/>
          <w:lang w:bidi="fa-IR"/>
        </w:rPr>
      </w:pPr>
      <w:r>
        <w:rPr>
          <w:rtl/>
          <w:lang w:bidi="fa-IR"/>
        </w:rPr>
        <w:br w:type="page"/>
      </w:r>
      <w:r w:rsidRPr="00CA52B4">
        <w:rPr>
          <w:rtl/>
        </w:rPr>
        <w:lastRenderedPageBreak/>
        <w:t>2 / 322. تنقيح المقال 3 / 305. تهذيب التهذيب 11 / 73. الجرح والتعديل 9 / 120.</w:t>
      </w:r>
    </w:p>
    <w:p w:rsidR="00843DF1" w:rsidRPr="00CA52B4" w:rsidRDefault="00843DF1" w:rsidP="00EB70B9">
      <w:pPr>
        <w:pStyle w:val="libBold1"/>
        <w:rPr>
          <w:rtl/>
          <w:lang w:bidi="fa-IR"/>
        </w:rPr>
      </w:pPr>
      <w:r w:rsidRPr="00CA52B4">
        <w:rPr>
          <w:rtl/>
        </w:rPr>
        <w:t>1219</w:t>
      </w:r>
      <w:r>
        <w:rPr>
          <w:rtl/>
        </w:rPr>
        <w:t xml:space="preserve"> ـ </w:t>
      </w:r>
      <w:r w:rsidRPr="00CA52B4">
        <w:rPr>
          <w:rtl/>
        </w:rPr>
        <w:t>هيّاج بن هيّاج المدني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جعله أمير المؤمنين </w:t>
      </w:r>
      <w:r>
        <w:rPr>
          <w:rtl/>
          <w:lang w:bidi="fa-IR"/>
        </w:rPr>
        <w:t>(</w:t>
      </w:r>
      <w:r w:rsidRPr="00CA52B4">
        <w:rPr>
          <w:rtl/>
          <w:lang w:bidi="fa-IR"/>
        </w:rPr>
        <w:t>عليه السلام</w:t>
      </w:r>
      <w:r>
        <w:rPr>
          <w:rtl/>
          <w:lang w:bidi="fa-IR"/>
        </w:rPr>
        <w:t>)</w:t>
      </w:r>
      <w:r w:rsidRPr="00CA52B4">
        <w:rPr>
          <w:rtl/>
          <w:lang w:bidi="fa-IR"/>
        </w:rPr>
        <w:t xml:space="preserve"> من شهود وصيته المنقولة في باب صدقات النبيّ </w:t>
      </w:r>
      <w:r>
        <w:rPr>
          <w:rtl/>
          <w:lang w:bidi="fa-IR"/>
        </w:rPr>
        <w:t>(</w:t>
      </w:r>
      <w:r w:rsidRPr="00CA52B4">
        <w:rPr>
          <w:rtl/>
          <w:lang w:bidi="fa-IR"/>
        </w:rPr>
        <w:t>صلّى الله عليه وآله وسلّم</w:t>
      </w:r>
      <w:r>
        <w:rPr>
          <w:rtl/>
          <w:lang w:bidi="fa-IR"/>
        </w:rPr>
        <w:t>)</w:t>
      </w:r>
      <w:r w:rsidRPr="00CA52B4">
        <w:rPr>
          <w:rtl/>
          <w:lang w:bidi="fa-IR"/>
        </w:rPr>
        <w:t xml:space="preserve"> ، وصدقات فاطمة ، والأئمة </w:t>
      </w:r>
      <w:r>
        <w:rPr>
          <w:rtl/>
          <w:lang w:bidi="fa-IR"/>
        </w:rPr>
        <w:t>(</w:t>
      </w:r>
      <w:r w:rsidRPr="00CA52B4">
        <w:rPr>
          <w:rtl/>
          <w:lang w:bidi="fa-IR"/>
        </w:rPr>
        <w:t>عليهم السلام</w:t>
      </w:r>
      <w:r>
        <w:rPr>
          <w:rtl/>
          <w:lang w:bidi="fa-IR"/>
        </w:rPr>
        <w:t>).</w:t>
      </w:r>
      <w:r w:rsidRPr="00CA52B4">
        <w:rPr>
          <w:rtl/>
          <w:lang w:bidi="fa-IR"/>
        </w:rPr>
        <w:t xml:space="preserve"> وله أحاديث في أبواب الفقه. ذكره الشيخ الطوسي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تنقيح المقال 3 / 305. جامع الرواة 2 / 318. رجال الشيخ الطوسي / 61.</w:t>
      </w:r>
      <w:r>
        <w:rPr>
          <w:rFonts w:hint="cs"/>
          <w:rtl/>
          <w:lang w:bidi="fa-IR"/>
        </w:rPr>
        <w:t xml:space="preserve"> </w:t>
      </w:r>
      <w:r w:rsidRPr="00CA52B4">
        <w:rPr>
          <w:rtl/>
          <w:lang w:bidi="fa-IR"/>
        </w:rPr>
        <w:t>الفروع من الكافي 7 / 51. قاموس الرجال 9 / 373. مجمع الرجال 6 / 243. معجم الثقات / 356. معجم رجال الحديث 19 / 316. منتهى المقال / 324. نقد الرجال / 370.</w:t>
      </w:r>
    </w:p>
    <w:p w:rsidR="00843DF1" w:rsidRPr="00CA52B4" w:rsidRDefault="00843DF1" w:rsidP="00F445EC">
      <w:pPr>
        <w:pStyle w:val="Heading1Center"/>
        <w:rPr>
          <w:rtl/>
          <w:lang w:bidi="fa-IR"/>
        </w:rPr>
      </w:pPr>
      <w:r>
        <w:rPr>
          <w:rtl/>
          <w:lang w:bidi="fa-IR"/>
        </w:rPr>
        <w:br w:type="page"/>
      </w:r>
      <w:bookmarkStart w:id="20" w:name="_Toc75964361"/>
      <w:bookmarkStart w:id="21" w:name="_Toc76197524"/>
      <w:r w:rsidRPr="00CA52B4">
        <w:rPr>
          <w:rtl/>
          <w:lang w:bidi="fa-IR"/>
        </w:rPr>
        <w:lastRenderedPageBreak/>
        <w:t>حرف الياء</w:t>
      </w:r>
      <w:bookmarkEnd w:id="20"/>
      <w:bookmarkEnd w:id="21"/>
    </w:p>
    <w:p w:rsidR="00843DF1" w:rsidRPr="00CA52B4" w:rsidRDefault="00843DF1" w:rsidP="00EB70B9">
      <w:pPr>
        <w:pStyle w:val="libBold1"/>
        <w:rPr>
          <w:rtl/>
          <w:lang w:bidi="fa-IR"/>
        </w:rPr>
      </w:pPr>
      <w:r w:rsidRPr="00CA52B4">
        <w:rPr>
          <w:rtl/>
        </w:rPr>
        <w:t>1220</w:t>
      </w:r>
      <w:r>
        <w:rPr>
          <w:rtl/>
        </w:rPr>
        <w:t xml:space="preserve"> ـ </w:t>
      </w:r>
      <w:r w:rsidRPr="00CA52B4">
        <w:rPr>
          <w:rtl/>
        </w:rPr>
        <w:t>يحيى بن أبي كثير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من موالي عليّ بن أبي طالب </w:t>
      </w:r>
      <w:r>
        <w:rPr>
          <w:rtl/>
          <w:lang w:bidi="fa-IR"/>
        </w:rPr>
        <w:t>(</w:t>
      </w:r>
      <w:r w:rsidRPr="00CA52B4">
        <w:rPr>
          <w:rtl/>
          <w:lang w:bidi="fa-IR"/>
        </w:rPr>
        <w:t>صلّى الله عليه وآله وسلّم</w:t>
      </w:r>
      <w:r>
        <w:rPr>
          <w:rtl/>
          <w:lang w:bidi="fa-IR"/>
        </w:rPr>
        <w:t>)</w:t>
      </w:r>
      <w:r w:rsidRPr="00CA52B4">
        <w:rPr>
          <w:rtl/>
          <w:lang w:bidi="fa-IR"/>
        </w:rPr>
        <w:t xml:space="preserve"> يروي عنه الأوزاعي ، قال أيوب السجستاني : ما بقي على الأرض مثل يحيى بن كثير ، وكان ابنه عبد الله بن يحيى ، يروي عن أبيه.</w:t>
      </w:r>
    </w:p>
    <w:p w:rsidR="00843DF1" w:rsidRPr="00CA52B4" w:rsidRDefault="00843DF1" w:rsidP="00B10281">
      <w:pPr>
        <w:pStyle w:val="libVar"/>
        <w:rPr>
          <w:rtl/>
          <w:lang w:bidi="fa-IR"/>
        </w:rPr>
      </w:pPr>
      <w:r w:rsidRPr="00CA52B4">
        <w:rPr>
          <w:rtl/>
          <w:lang w:bidi="fa-IR"/>
        </w:rPr>
        <w:t>تاريخ جرجان / 118 ، 428 ، 543 ، 653. المعارف / 96.</w:t>
      </w:r>
    </w:p>
    <w:p w:rsidR="00843DF1" w:rsidRPr="00CA52B4" w:rsidRDefault="00843DF1" w:rsidP="00EB70B9">
      <w:pPr>
        <w:pStyle w:val="libBold1"/>
        <w:rPr>
          <w:rtl/>
          <w:lang w:bidi="fa-IR"/>
        </w:rPr>
      </w:pPr>
      <w:r w:rsidRPr="00CA52B4">
        <w:rPr>
          <w:rtl/>
        </w:rPr>
        <w:t>1221</w:t>
      </w:r>
      <w:r>
        <w:rPr>
          <w:rtl/>
        </w:rPr>
        <w:t xml:space="preserve"> ـ </w:t>
      </w:r>
      <w:r w:rsidRPr="00CA52B4">
        <w:rPr>
          <w:rtl/>
        </w:rPr>
        <w:t>يحيى بن الجزار العرني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 مستقيم من التابعين ، وتلقب زبان. ثقة صالح كوفي. وجاء في بعض المراجع الجرار ، والخزاز. روى أيضا عن الإمام الحسن بن عليّ </w:t>
      </w:r>
      <w:r>
        <w:rPr>
          <w:rtl/>
          <w:lang w:bidi="fa-IR"/>
        </w:rPr>
        <w:t>(</w:t>
      </w:r>
      <w:r w:rsidRPr="00CA52B4">
        <w:rPr>
          <w:rtl/>
          <w:lang w:bidi="fa-IR"/>
        </w:rPr>
        <w:t>عليه السلام</w:t>
      </w:r>
      <w:r>
        <w:rPr>
          <w:rtl/>
          <w:lang w:bidi="fa-IR"/>
        </w:rPr>
        <w:t>)</w:t>
      </w:r>
      <w:r w:rsidRPr="00CA52B4">
        <w:rPr>
          <w:rtl/>
          <w:lang w:bidi="fa-IR"/>
        </w:rPr>
        <w:t xml:space="preserve"> ، وعائشة ، وأم سلمة ، ومسروق ، وعبد الرحمن بن أبي ليلى ، وغيرهم. وذكره ابن حبان في الثقات. وروى عنه الحكم بن عتيبة ، وحبيب بن أبي ثابت ، وعمرو بن مرّة ، والحسن العرني ، وأبو شراعة ، وفضيل بن عمرو الفقيمي وغيرهم. وله أحاديث. وكان ثقة وفيه تشيع.</w:t>
      </w:r>
    </w:p>
    <w:p w:rsidR="00843DF1" w:rsidRPr="00CA52B4" w:rsidRDefault="00843DF1" w:rsidP="00B10281">
      <w:pPr>
        <w:pStyle w:val="libVar"/>
        <w:rPr>
          <w:rtl/>
          <w:lang w:bidi="fa-IR"/>
        </w:rPr>
      </w:pPr>
      <w:r w:rsidRPr="00CA52B4">
        <w:rPr>
          <w:rtl/>
          <w:lang w:bidi="fa-IR"/>
        </w:rPr>
        <w:t>تقريب التهذيب 2 / 344. تنقيح المقال 3 / 313. تهذيب التهذيب 11 / 191.</w:t>
      </w:r>
      <w:r>
        <w:rPr>
          <w:rFonts w:hint="cs"/>
          <w:rtl/>
          <w:lang w:bidi="fa-IR"/>
        </w:rPr>
        <w:t xml:space="preserve"> </w:t>
      </w:r>
      <w:r w:rsidRPr="00CA52B4">
        <w:rPr>
          <w:rtl/>
          <w:lang w:bidi="fa-IR"/>
        </w:rPr>
        <w:t xml:space="preserve">جامع الرواة 2 / 326. الجرح والتعديل 9 / 133. خلاصة الأقوال / 181. رجال ابن داود / 202 وفيه : يحيى بن الجرار. رجال الشيخ الطوسي / 62. الطبقات الكبرى 7 / 194 </w:t>
      </w:r>
      <w:r>
        <w:rPr>
          <w:rtl/>
          <w:lang w:bidi="fa-IR"/>
        </w:rPr>
        <w:t>و 6</w:t>
      </w:r>
      <w:r w:rsidRPr="00CA52B4">
        <w:rPr>
          <w:rtl/>
          <w:lang w:bidi="fa-IR"/>
        </w:rPr>
        <w:t xml:space="preserve"> / 294. الغدير 3 / 94. قاموس الرجال 9 / 401. اللباب 1 / 276. لسان الميزان 7 / 430. مجمع الرجال 6 / 253. معجم الثقات / 358. معجم رجال الحديث 20 / 37. منتهى المقال / 327. ميزان الاعتدال 4 / 367. نقد الرجال / 371.</w:t>
      </w:r>
    </w:p>
    <w:p w:rsidR="00843DF1" w:rsidRPr="00CA52B4" w:rsidRDefault="00843DF1" w:rsidP="00EB70B9">
      <w:pPr>
        <w:pStyle w:val="libBold1"/>
        <w:rPr>
          <w:rtl/>
          <w:lang w:bidi="fa-IR"/>
        </w:rPr>
      </w:pPr>
      <w:r>
        <w:rPr>
          <w:rtl/>
          <w:lang w:bidi="fa-IR"/>
        </w:rPr>
        <w:br w:type="page"/>
      </w:r>
      <w:r w:rsidRPr="00CA52B4">
        <w:rPr>
          <w:rtl/>
        </w:rPr>
        <w:lastRenderedPageBreak/>
        <w:t>1222</w:t>
      </w:r>
      <w:r>
        <w:rPr>
          <w:rtl/>
        </w:rPr>
        <w:t xml:space="preserve"> ـ </w:t>
      </w:r>
      <w:r w:rsidRPr="00CA52B4">
        <w:rPr>
          <w:rtl/>
        </w:rPr>
        <w:t xml:space="preserve">يحيى </w:t>
      </w:r>
      <w:r>
        <w:rPr>
          <w:rtl/>
        </w:rPr>
        <w:t>(</w:t>
      </w:r>
      <w:r w:rsidRPr="00CA52B4">
        <w:rPr>
          <w:rtl/>
        </w:rPr>
        <w:t>أبو سليمان</w:t>
      </w:r>
      <w:r>
        <w:rPr>
          <w:rtl/>
        </w:rPr>
        <w:t>)</w:t>
      </w:r>
      <w:r w:rsidRPr="00CA52B4">
        <w:rPr>
          <w:rtl/>
        </w:rPr>
        <w:t xml:space="preserve"> ابن يعمر البصري القيسي العوفي الجدلي المتوفى 129 ه‍</w:t>
      </w:r>
      <w:r>
        <w:rPr>
          <w:rtl/>
        </w:rPr>
        <w:t>.</w:t>
      </w:r>
    </w:p>
    <w:p w:rsidR="00843DF1" w:rsidRPr="00CA52B4" w:rsidRDefault="00843DF1" w:rsidP="00347E77">
      <w:pPr>
        <w:pStyle w:val="libNormal"/>
        <w:rPr>
          <w:rtl/>
          <w:lang w:bidi="fa-IR"/>
        </w:rPr>
      </w:pPr>
      <w:r w:rsidRPr="00CA52B4">
        <w:rPr>
          <w:rtl/>
          <w:lang w:bidi="fa-IR"/>
        </w:rPr>
        <w:t>محدّث ، قاضي مرو. وهو أول من نقط المصاحف. وكان من فصحاء زمانه ، وأكثرهم علما باللغة مع الورع الشديد ، وكان على قضاء مرو. وجاء أنّه كان نحويّا صاحب علم بالعربية والقرآن. وكان يقضي باليمين والشاهد.</w:t>
      </w:r>
      <w:r>
        <w:rPr>
          <w:rFonts w:hint="cs"/>
          <w:rtl/>
          <w:lang w:bidi="fa-IR"/>
        </w:rPr>
        <w:t xml:space="preserve"> </w:t>
      </w:r>
      <w:r w:rsidRPr="00CA52B4">
        <w:rPr>
          <w:rtl/>
          <w:lang w:bidi="fa-IR"/>
        </w:rPr>
        <w:t>وكان تابعيا وأكثر روايته عن التابعين ، وأخذ النحو عن أبي الأسود الدؤلي.</w:t>
      </w:r>
      <w:r>
        <w:rPr>
          <w:rFonts w:hint="cs"/>
          <w:rtl/>
          <w:lang w:bidi="fa-IR"/>
        </w:rPr>
        <w:t xml:space="preserve"> </w:t>
      </w:r>
      <w:r w:rsidRPr="00CA52B4">
        <w:rPr>
          <w:rtl/>
          <w:lang w:bidi="fa-IR"/>
        </w:rPr>
        <w:t>نفاه الحجاج إلى مرو فقبله. مات سنة 129 ه‍ وقيل : 128 ه‍ ، وجاء في حدود المائة والعشرين.</w:t>
      </w:r>
    </w:p>
    <w:p w:rsidR="00843DF1" w:rsidRPr="00CA52B4" w:rsidRDefault="00843DF1" w:rsidP="00347E77">
      <w:pPr>
        <w:pStyle w:val="libNormal"/>
        <w:rPr>
          <w:rtl/>
          <w:lang w:bidi="fa-IR"/>
        </w:rPr>
      </w:pPr>
      <w:r w:rsidRPr="00CA52B4">
        <w:rPr>
          <w:rtl/>
          <w:lang w:bidi="fa-IR"/>
        </w:rPr>
        <w:t>ولما بنى الحجاج واسطا ، سأل الناس ما عيبها قالوا : لا نعرف لها عيبا وسندلك على من يعرف عيبها يحيى بن يعمر. فبعث إليه فسأله ، فقال :</w:t>
      </w:r>
      <w:r>
        <w:rPr>
          <w:rFonts w:hint="cs"/>
          <w:rtl/>
          <w:lang w:bidi="fa-IR"/>
        </w:rPr>
        <w:t xml:space="preserve"> </w:t>
      </w:r>
      <w:r w:rsidRPr="00CA52B4">
        <w:rPr>
          <w:rtl/>
          <w:lang w:bidi="fa-IR"/>
        </w:rPr>
        <w:t>بنيتها من غير مالك ، وسيسكنها غير ولدك ، فغضب الحجاج ، وقال : ما حملك على ذلك ، قال : ما أخذ الله تعالى على العلماء في علمهم ، أن لا يكتموا الناس حديثا ، فنفاه إلى خراسان ، فولاه قتيبة بن مسلم قضاءها فقضى في أكثر بلادها.</w:t>
      </w:r>
    </w:p>
    <w:p w:rsidR="00843DF1" w:rsidRPr="00CA52B4" w:rsidRDefault="00843DF1" w:rsidP="00B10281">
      <w:pPr>
        <w:pStyle w:val="libVar"/>
        <w:rPr>
          <w:rtl/>
          <w:lang w:bidi="fa-IR"/>
        </w:rPr>
      </w:pPr>
      <w:r w:rsidRPr="00CA52B4">
        <w:rPr>
          <w:rtl/>
          <w:lang w:bidi="fa-IR"/>
        </w:rPr>
        <w:t>الأعلام 9 / 225. أعيان الشيعة 51 / 56. الأنساب / 801. بغية الوعاة / 417.</w:t>
      </w:r>
      <w:r>
        <w:rPr>
          <w:rFonts w:hint="cs"/>
          <w:rtl/>
          <w:lang w:bidi="fa-IR"/>
        </w:rPr>
        <w:t xml:space="preserve"> </w:t>
      </w:r>
      <w:r w:rsidRPr="00CA52B4">
        <w:rPr>
          <w:rtl/>
          <w:lang w:bidi="fa-IR"/>
        </w:rPr>
        <w:t xml:space="preserve">تذكرة الحفاظ 1 / 75. تهذيب التهذيب 11 / 305. تقريب التهذيب 2 / 361. الجرح والتعديل 9 / 196. جمهرة أنساب العرب / 243. شذرات الذهب 1 / 175. طبقات القراء 2 / 372. طبقات الحفاظ / 30. العقد الفريد 2 / 40 ، 260 </w:t>
      </w:r>
      <w:r>
        <w:rPr>
          <w:rtl/>
          <w:lang w:bidi="fa-IR"/>
        </w:rPr>
        <w:t>و 5</w:t>
      </w:r>
      <w:r w:rsidRPr="00CA52B4">
        <w:rPr>
          <w:rtl/>
          <w:lang w:bidi="fa-IR"/>
        </w:rPr>
        <w:t xml:space="preserve"> / 260. الغدير 7 / 123. الغارات 2 / 550. قاموس الرجال 9 / 431. الكامل في التأريخ 4 / 96 ، 499 </w:t>
      </w:r>
      <w:r>
        <w:rPr>
          <w:rtl/>
          <w:lang w:bidi="fa-IR"/>
        </w:rPr>
        <w:t>و 5</w:t>
      </w:r>
      <w:r w:rsidRPr="00CA52B4">
        <w:rPr>
          <w:rtl/>
          <w:lang w:bidi="fa-IR"/>
        </w:rPr>
        <w:t xml:space="preserve"> / 376. اللباب 2 / 364. مرآة الجنان 1 / 271. النهاية في غريب الحديث 1 / 15 ، 383 ، 400 </w:t>
      </w:r>
      <w:r>
        <w:rPr>
          <w:rtl/>
          <w:lang w:bidi="fa-IR"/>
        </w:rPr>
        <w:t>و 2</w:t>
      </w:r>
      <w:r w:rsidRPr="00CA52B4">
        <w:rPr>
          <w:rtl/>
          <w:lang w:bidi="fa-IR"/>
        </w:rPr>
        <w:t xml:space="preserve"> / 440 ، 494 </w:t>
      </w:r>
      <w:r>
        <w:rPr>
          <w:rtl/>
          <w:lang w:bidi="fa-IR"/>
        </w:rPr>
        <w:t>و 5</w:t>
      </w:r>
      <w:r w:rsidRPr="00CA52B4">
        <w:rPr>
          <w:rtl/>
          <w:lang w:bidi="fa-IR"/>
        </w:rPr>
        <w:t xml:space="preserve"> / 446. النجوم الزاهرة 1 / 217. وفيات الأعيان 6 / 173.</w:t>
      </w:r>
    </w:p>
    <w:p w:rsidR="00843DF1" w:rsidRPr="00CA52B4" w:rsidRDefault="00843DF1" w:rsidP="00EB70B9">
      <w:pPr>
        <w:pStyle w:val="libBold1"/>
        <w:rPr>
          <w:rtl/>
          <w:lang w:bidi="fa-IR"/>
        </w:rPr>
      </w:pPr>
      <w:r w:rsidRPr="00CA52B4">
        <w:rPr>
          <w:rtl/>
        </w:rPr>
        <w:t>1223</w:t>
      </w:r>
      <w:r>
        <w:rPr>
          <w:rtl/>
        </w:rPr>
        <w:t xml:space="preserve"> ـ </w:t>
      </w:r>
      <w:r w:rsidRPr="00CA52B4">
        <w:rPr>
          <w:rtl/>
        </w:rPr>
        <w:t>يحيى بن مخنف بن سليم بن الحارث بن عوف بن ثعلبة بن عامر بن ذهل بن مازن بن ذبيان بن ثعلبة بن الدؤل بن سعد مناة بن غامد الأزدي الغامدي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بعض أصحاب التراجم والمعاجم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 وفي كتب المعاجم اختلاف في كونه من أصحاب عليّ</w:t>
      </w:r>
    </w:p>
    <w:p w:rsidR="00843DF1" w:rsidRPr="00CA52B4" w:rsidRDefault="00843DF1" w:rsidP="00B10281">
      <w:pPr>
        <w:pStyle w:val="libNormal0"/>
        <w:rPr>
          <w:rtl/>
          <w:lang w:bidi="fa-IR"/>
        </w:rPr>
      </w:pPr>
      <w:r>
        <w:rPr>
          <w:rtl/>
          <w:lang w:bidi="fa-IR"/>
        </w:rPr>
        <w:br w:type="page"/>
      </w:r>
      <w:r>
        <w:rPr>
          <w:rtl/>
          <w:lang w:bidi="fa-IR"/>
        </w:rPr>
        <w:lastRenderedPageBreak/>
        <w:t>(</w:t>
      </w:r>
      <w:r w:rsidRPr="00CA52B4">
        <w:rPr>
          <w:rtl/>
          <w:lang w:bidi="fa-IR"/>
        </w:rPr>
        <w:t>عليه السلام</w:t>
      </w:r>
      <w:r>
        <w:rPr>
          <w:rtl/>
          <w:lang w:bidi="fa-IR"/>
        </w:rPr>
        <w:t>)</w:t>
      </w:r>
      <w:r w:rsidRPr="00CA52B4">
        <w:rPr>
          <w:rtl/>
          <w:lang w:bidi="fa-IR"/>
        </w:rPr>
        <w:t xml:space="preserve"> ، وأنّ أباه مخنف كان من أصحابه </w:t>
      </w:r>
      <w:r>
        <w:rPr>
          <w:rtl/>
          <w:lang w:bidi="fa-IR"/>
        </w:rPr>
        <w:t>(</w:t>
      </w:r>
      <w:r w:rsidRPr="00CA52B4">
        <w:rPr>
          <w:rtl/>
          <w:lang w:bidi="fa-IR"/>
        </w:rPr>
        <w:t>عليه السلام</w:t>
      </w:r>
      <w:r>
        <w:rPr>
          <w:rtl/>
          <w:lang w:bidi="fa-IR"/>
        </w:rPr>
        <w:t>)</w:t>
      </w:r>
      <w:r w:rsidRPr="00CA52B4">
        <w:rPr>
          <w:rtl/>
          <w:lang w:bidi="fa-IR"/>
        </w:rPr>
        <w:t xml:space="preserve"> كما وقع الاختلاف في ابنه لوط ، وأنّه لم يلق عليّا </w:t>
      </w:r>
      <w:r>
        <w:rPr>
          <w:rtl/>
          <w:lang w:bidi="fa-IR"/>
        </w:rPr>
        <w:t>(</w:t>
      </w:r>
      <w:r w:rsidRPr="00CA52B4">
        <w:rPr>
          <w:rtl/>
          <w:lang w:bidi="fa-IR"/>
        </w:rPr>
        <w:t>عليه السلام</w:t>
      </w:r>
      <w:r>
        <w:rPr>
          <w:rtl/>
          <w:lang w:bidi="fa-IR"/>
        </w:rPr>
        <w:t>)</w:t>
      </w:r>
      <w:r w:rsidRPr="00CA52B4">
        <w:rPr>
          <w:rtl/>
          <w:lang w:bidi="fa-IR"/>
        </w:rPr>
        <w:t xml:space="preserve"> وإنما كان أبوه من أصحابه ، وفي الوقت الذي صرّح الشيخ الطوسي على هذا الاشتباه في رجاله ، عاد فذكره في رجال عليّ </w:t>
      </w:r>
      <w:r>
        <w:rPr>
          <w:rtl/>
          <w:lang w:bidi="fa-IR"/>
        </w:rPr>
        <w:t>(</w:t>
      </w:r>
      <w:r w:rsidRPr="00CA52B4">
        <w:rPr>
          <w:rtl/>
          <w:lang w:bidi="fa-IR"/>
        </w:rPr>
        <w:t>عليه السلام</w:t>
      </w:r>
      <w:r>
        <w:rPr>
          <w:rtl/>
          <w:lang w:bidi="fa-IR"/>
        </w:rPr>
        <w:t>)</w:t>
      </w:r>
      <w:r w:rsidRPr="00CA52B4">
        <w:rPr>
          <w:rtl/>
          <w:lang w:bidi="fa-IR"/>
        </w:rPr>
        <w:t xml:space="preserve"> قائلا : وعندي أنّ هذا غلط لأنّ لوط لم يلق أمير المؤمنين </w:t>
      </w:r>
      <w:r>
        <w:rPr>
          <w:rtl/>
          <w:lang w:bidi="fa-IR"/>
        </w:rPr>
        <w:t>(</w:t>
      </w:r>
      <w:r w:rsidRPr="00CA52B4">
        <w:rPr>
          <w:rtl/>
          <w:lang w:bidi="fa-IR"/>
        </w:rPr>
        <w:t>عليه السلام</w:t>
      </w:r>
      <w:r>
        <w:rPr>
          <w:rtl/>
          <w:lang w:bidi="fa-IR"/>
        </w:rPr>
        <w:t>)</w:t>
      </w:r>
      <w:r w:rsidRPr="00CA52B4">
        <w:rPr>
          <w:rtl/>
          <w:lang w:bidi="fa-IR"/>
        </w:rPr>
        <w:t xml:space="preserve"> ، وكان أبوه يحيى من أصحابه </w:t>
      </w:r>
      <w:r>
        <w:rPr>
          <w:rtl/>
          <w:lang w:bidi="fa-IR"/>
        </w:rPr>
        <w:t>(</w:t>
      </w:r>
      <w:r w:rsidRPr="00CA52B4">
        <w:rPr>
          <w:rtl/>
          <w:lang w:bidi="fa-IR"/>
        </w:rPr>
        <w:t>عليه السلام</w:t>
      </w:r>
      <w:r>
        <w:rPr>
          <w:rtl/>
          <w:lang w:bidi="fa-IR"/>
        </w:rPr>
        <w:t>).</w:t>
      </w:r>
      <w:r w:rsidRPr="00CA52B4">
        <w:rPr>
          <w:rtl/>
          <w:lang w:bidi="fa-IR"/>
        </w:rPr>
        <w:t xml:space="preserve"> والغريب أنّ الشيخ لم يذكر يحيى في رجاله باب الياء. ثم أنّ الشيخ ذكر لوطا هذا في رجاله من أصحاب أمير المؤمنين </w:t>
      </w:r>
      <w:r>
        <w:rPr>
          <w:rtl/>
          <w:lang w:bidi="fa-IR"/>
        </w:rPr>
        <w:t>(</w:t>
      </w:r>
      <w:r w:rsidRPr="00CA52B4">
        <w:rPr>
          <w:rtl/>
          <w:lang w:bidi="fa-IR"/>
        </w:rPr>
        <w:t>عليهم السلام</w:t>
      </w:r>
      <w:r>
        <w:rPr>
          <w:rtl/>
          <w:lang w:bidi="fa-IR"/>
        </w:rPr>
        <w:t>)</w:t>
      </w:r>
      <w:r w:rsidRPr="00CA52B4">
        <w:rPr>
          <w:rtl/>
          <w:lang w:bidi="fa-IR"/>
        </w:rPr>
        <w:t xml:space="preserve"> ، وأصحاب الإمام الحسن والحسين والصادق </w:t>
      </w:r>
      <w:r>
        <w:rPr>
          <w:rtl/>
          <w:lang w:bidi="fa-IR"/>
        </w:rPr>
        <w:t>(</w:t>
      </w:r>
      <w:r w:rsidRPr="00CA52B4">
        <w:rPr>
          <w:rtl/>
          <w:lang w:bidi="fa-IR"/>
        </w:rPr>
        <w:t>عليه السلام</w:t>
      </w:r>
      <w:r>
        <w:rPr>
          <w:rtl/>
          <w:lang w:bidi="fa-IR"/>
        </w:rPr>
        <w:t>) ..</w:t>
      </w:r>
      <w:r w:rsidRPr="00CA52B4">
        <w:rPr>
          <w:rtl/>
          <w:lang w:bidi="fa-IR"/>
        </w:rPr>
        <w:t xml:space="preserve">. وهذا محال لا يمكن بصورة باتة إذ كيف يمكن البقاء إلى زمن الإمام الصادق ، المتوفى سنة ثمان وأربعين ومائة </w:t>
      </w:r>
      <w:r>
        <w:rPr>
          <w:rtl/>
          <w:lang w:bidi="fa-IR"/>
        </w:rPr>
        <w:t>(</w:t>
      </w:r>
      <w:r w:rsidRPr="00CA52B4">
        <w:rPr>
          <w:rtl/>
          <w:lang w:bidi="fa-IR"/>
        </w:rPr>
        <w:t>148 ه‍</w:t>
      </w:r>
      <w:r>
        <w:rPr>
          <w:rtl/>
          <w:lang w:bidi="fa-IR"/>
        </w:rPr>
        <w:t>).</w:t>
      </w:r>
    </w:p>
    <w:p w:rsidR="00843DF1" w:rsidRPr="00CA52B4" w:rsidRDefault="00843DF1" w:rsidP="00347E77">
      <w:pPr>
        <w:pStyle w:val="libNormal"/>
        <w:rPr>
          <w:rtl/>
          <w:lang w:bidi="fa-IR"/>
        </w:rPr>
      </w:pPr>
      <w:r w:rsidRPr="00CA52B4">
        <w:rPr>
          <w:rtl/>
          <w:lang w:bidi="fa-IR"/>
        </w:rPr>
        <w:t>مات يحيى سنة</w:t>
      </w:r>
      <w:r>
        <w:rPr>
          <w:rtl/>
          <w:lang w:bidi="fa-IR"/>
        </w:rPr>
        <w:t xml:space="preserve"> ..</w:t>
      </w:r>
      <w:r w:rsidRPr="00CA52B4">
        <w:rPr>
          <w:rtl/>
          <w:lang w:bidi="fa-IR"/>
        </w:rPr>
        <w:t>. وأعقب لوطا صاحب المؤلفات والسير والأخبار المكنّى أبو مخنف.</w:t>
      </w:r>
    </w:p>
    <w:p w:rsidR="00843DF1" w:rsidRPr="00CA52B4" w:rsidRDefault="00843DF1" w:rsidP="00B10281">
      <w:pPr>
        <w:pStyle w:val="libVar"/>
        <w:rPr>
          <w:rtl/>
          <w:lang w:bidi="fa-IR"/>
        </w:rPr>
      </w:pPr>
      <w:r w:rsidRPr="00CA52B4">
        <w:rPr>
          <w:rtl/>
          <w:lang w:bidi="fa-IR"/>
        </w:rPr>
        <w:t xml:space="preserve">أصول الكافي </w:t>
      </w:r>
      <w:r>
        <w:rPr>
          <w:rtl/>
          <w:lang w:bidi="fa-IR"/>
        </w:rPr>
        <w:t>(</w:t>
      </w:r>
      <w:r w:rsidRPr="00CA52B4">
        <w:rPr>
          <w:rtl/>
          <w:lang w:bidi="fa-IR"/>
        </w:rPr>
        <w:t>الفروع</w:t>
      </w:r>
      <w:r>
        <w:rPr>
          <w:rtl/>
          <w:lang w:bidi="fa-IR"/>
        </w:rPr>
        <w:t>)</w:t>
      </w:r>
      <w:r w:rsidRPr="00CA52B4">
        <w:rPr>
          <w:rtl/>
          <w:lang w:bidi="fa-IR"/>
        </w:rPr>
        <w:t xml:space="preserve"> 4 / 31. بهجة الآمال 6 / 133. تحفة الأحباب / 299.</w:t>
      </w:r>
      <w:r>
        <w:rPr>
          <w:rFonts w:hint="cs"/>
          <w:rtl/>
          <w:lang w:bidi="fa-IR"/>
        </w:rPr>
        <w:t xml:space="preserve"> </w:t>
      </w:r>
      <w:r w:rsidRPr="00CA52B4">
        <w:rPr>
          <w:rtl/>
          <w:lang w:bidi="fa-IR"/>
        </w:rPr>
        <w:t>تنقيح المقال 2 / 341. تأسيس الشيعة / 235. جامع الرواة 2 / 33. خلاصة الأقوال / 136. رجال ابن داود / 157. رجال الطوسي / 57. رجال النجاشي / 224. فهرست الطوسي / 261. مجمع الرجال 5 / 81. معجم رجال الحديث 14 / 137. نقد الرجال / 277.</w:t>
      </w:r>
    </w:p>
    <w:p w:rsidR="00843DF1" w:rsidRPr="00CA52B4" w:rsidRDefault="00843DF1" w:rsidP="00EB70B9">
      <w:pPr>
        <w:pStyle w:val="libBold1"/>
        <w:rPr>
          <w:rtl/>
          <w:lang w:bidi="fa-IR"/>
        </w:rPr>
      </w:pPr>
      <w:r w:rsidRPr="00CA52B4">
        <w:rPr>
          <w:rtl/>
        </w:rPr>
        <w:t>1224</w:t>
      </w:r>
      <w:r>
        <w:rPr>
          <w:rtl/>
        </w:rPr>
        <w:t xml:space="preserve"> ـ </w:t>
      </w:r>
      <w:r w:rsidRPr="00CA52B4">
        <w:rPr>
          <w:rtl/>
        </w:rPr>
        <w:t xml:space="preserve">يحيى </w:t>
      </w:r>
      <w:r>
        <w:rPr>
          <w:rtl/>
        </w:rPr>
        <w:t>(</w:t>
      </w:r>
      <w:r w:rsidRPr="00CA52B4">
        <w:rPr>
          <w:rtl/>
        </w:rPr>
        <w:t>أبو الأشعث</w:t>
      </w:r>
      <w:r>
        <w:rPr>
          <w:rtl/>
        </w:rPr>
        <w:t>)</w:t>
      </w:r>
      <w:r w:rsidRPr="00CA52B4">
        <w:rPr>
          <w:rtl/>
        </w:rPr>
        <w:t xml:space="preserve"> ابن مطرف العجلي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شهد مع الإمام عليّ </w:t>
      </w:r>
      <w:r>
        <w:rPr>
          <w:rtl/>
          <w:lang w:bidi="fa-IR"/>
        </w:rPr>
        <w:t>(</w:t>
      </w:r>
      <w:r w:rsidRPr="00CA52B4">
        <w:rPr>
          <w:rtl/>
          <w:lang w:bidi="fa-IR"/>
        </w:rPr>
        <w:t>عليه السلام</w:t>
      </w:r>
      <w:r>
        <w:rPr>
          <w:rtl/>
          <w:lang w:bidi="fa-IR"/>
        </w:rPr>
        <w:t>)</w:t>
      </w:r>
      <w:r w:rsidRPr="00CA52B4">
        <w:rPr>
          <w:rtl/>
          <w:lang w:bidi="fa-IR"/>
        </w:rPr>
        <w:t xml:space="preserve"> صفّين. قال : لما نصبت الرايات اعترض عليّ الرايات ثم انتهى إلى رايات ربيعة ، فقال : لمن هذه الرايات</w:t>
      </w:r>
      <w:r>
        <w:rPr>
          <w:rtl/>
          <w:lang w:bidi="fa-IR"/>
        </w:rPr>
        <w:t>؟</w:t>
      </w:r>
      <w:r w:rsidRPr="00CA52B4">
        <w:rPr>
          <w:rtl/>
          <w:lang w:bidi="fa-IR"/>
        </w:rPr>
        <w:t xml:space="preserve"> فقلت : رايات ربيعة. قال : بل هي رايات الله.</w:t>
      </w:r>
    </w:p>
    <w:p w:rsidR="00843DF1" w:rsidRPr="00CA52B4" w:rsidRDefault="00843DF1" w:rsidP="00B10281">
      <w:pPr>
        <w:pStyle w:val="libVar"/>
        <w:rPr>
          <w:rtl/>
          <w:lang w:bidi="fa-IR"/>
        </w:rPr>
      </w:pPr>
      <w:r w:rsidRPr="00CA52B4">
        <w:rPr>
          <w:rtl/>
          <w:lang w:bidi="fa-IR"/>
        </w:rPr>
        <w:t>وقعة صفّين / 288.</w:t>
      </w:r>
    </w:p>
    <w:p w:rsidR="00843DF1" w:rsidRPr="00CA52B4" w:rsidRDefault="00843DF1" w:rsidP="00EB70B9">
      <w:pPr>
        <w:pStyle w:val="libBold1"/>
        <w:rPr>
          <w:rtl/>
          <w:lang w:bidi="fa-IR"/>
        </w:rPr>
      </w:pPr>
      <w:r w:rsidRPr="00CA52B4">
        <w:rPr>
          <w:rtl/>
        </w:rPr>
        <w:t>1225</w:t>
      </w:r>
      <w:r>
        <w:rPr>
          <w:rtl/>
        </w:rPr>
        <w:t xml:space="preserve"> ـ </w:t>
      </w:r>
      <w:r w:rsidRPr="00CA52B4">
        <w:rPr>
          <w:rtl/>
        </w:rPr>
        <w:t>يزيد بن الأحنف بن قيس بن معاوية بن حصين بن حفص بن عبادة بن النزال بن مرة بن عبيد بن مقاعس بن عمرو بن كعب بن سعد بن زيد مناة بن تميم</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متكلّم ذكره الشيخ الطوسي</w:t>
      </w:r>
      <w:r>
        <w:rPr>
          <w:rtl/>
          <w:lang w:bidi="fa-IR"/>
        </w:rPr>
        <w:t xml:space="preserve"> ..</w:t>
      </w:r>
      <w:r w:rsidRPr="00CA52B4">
        <w:rPr>
          <w:rtl/>
          <w:lang w:bidi="fa-IR"/>
        </w:rPr>
        <w:t>. في رجاله من أصحاب أمير</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المؤمنين </w:t>
      </w:r>
      <w:r>
        <w:rPr>
          <w:rtl/>
          <w:lang w:bidi="fa-IR"/>
        </w:rPr>
        <w:t>(</w:t>
      </w:r>
      <w:r w:rsidRPr="00CA52B4">
        <w:rPr>
          <w:rtl/>
          <w:lang w:bidi="fa-IR"/>
        </w:rPr>
        <w:t>عليه السلام</w:t>
      </w:r>
      <w:r>
        <w:rPr>
          <w:rtl/>
          <w:lang w:bidi="fa-IR"/>
        </w:rPr>
        <w:t>).</w:t>
      </w:r>
      <w:r w:rsidRPr="00CA52B4">
        <w:rPr>
          <w:rtl/>
          <w:lang w:bidi="fa-IR"/>
        </w:rPr>
        <w:t xml:space="preserve"> وقد ذكرنا والده الأحنف بن قيس ، في محله.</w:t>
      </w:r>
      <w:r>
        <w:rPr>
          <w:rFonts w:hint="cs"/>
          <w:rtl/>
          <w:lang w:bidi="fa-IR"/>
        </w:rPr>
        <w:t xml:space="preserve"> </w:t>
      </w:r>
      <w:r w:rsidRPr="00CA52B4">
        <w:rPr>
          <w:rtl/>
          <w:lang w:bidi="fa-IR"/>
        </w:rPr>
        <w:t>وقد كان الولد على سر أبيه في التشيع والولاء ، فرحم الله الوالد وما ولد.</w:t>
      </w:r>
    </w:p>
    <w:p w:rsidR="00843DF1" w:rsidRPr="00CA52B4" w:rsidRDefault="00843DF1" w:rsidP="00B10281">
      <w:pPr>
        <w:pStyle w:val="libVar"/>
        <w:rPr>
          <w:rtl/>
          <w:lang w:bidi="fa-IR"/>
        </w:rPr>
      </w:pPr>
      <w:r w:rsidRPr="00CA52B4">
        <w:rPr>
          <w:rtl/>
          <w:lang w:bidi="fa-IR"/>
        </w:rPr>
        <w:t>تنقيح المقال 3 / 324. جامع الرواة 2 / 341. جمهرة أنساب العرب / 217.</w:t>
      </w:r>
      <w:r>
        <w:rPr>
          <w:rFonts w:hint="cs"/>
          <w:rtl/>
          <w:lang w:bidi="fa-IR"/>
        </w:rPr>
        <w:t xml:space="preserve"> </w:t>
      </w:r>
      <w:r w:rsidRPr="00CA52B4">
        <w:rPr>
          <w:rtl/>
          <w:lang w:bidi="fa-IR"/>
        </w:rPr>
        <w:t>رجال الشيخ الطوسي / 62. قاموس الرجال 9 / 434. مجمع الرجال 6 / 267. معجم رجال الحديث 20 / 105. منتهى المقال / 332. نقد الرجال / 377.</w:t>
      </w:r>
    </w:p>
    <w:p w:rsidR="00843DF1" w:rsidRPr="00CA52B4" w:rsidRDefault="00843DF1" w:rsidP="00EB70B9">
      <w:pPr>
        <w:pStyle w:val="libBold1"/>
        <w:rPr>
          <w:rtl/>
          <w:lang w:bidi="fa-IR"/>
        </w:rPr>
      </w:pPr>
      <w:r w:rsidRPr="00CA52B4">
        <w:rPr>
          <w:rtl/>
        </w:rPr>
        <w:t>1226</w:t>
      </w:r>
      <w:r>
        <w:rPr>
          <w:rtl/>
        </w:rPr>
        <w:t xml:space="preserve"> ـ </w:t>
      </w:r>
      <w:r w:rsidRPr="00CA52B4">
        <w:rPr>
          <w:rtl/>
        </w:rPr>
        <w:t>يزيد بن أمية أبو سنان الدؤلي المدني المتوفى حدود 90 ه‍</w:t>
      </w:r>
      <w:r>
        <w:rPr>
          <w:rtl/>
        </w:rPr>
        <w:t>.</w:t>
      </w:r>
    </w:p>
    <w:p w:rsidR="00843DF1" w:rsidRPr="00CA52B4" w:rsidRDefault="00843DF1" w:rsidP="00347E77">
      <w:pPr>
        <w:pStyle w:val="libNormal"/>
        <w:rPr>
          <w:rtl/>
          <w:lang w:bidi="fa-IR"/>
        </w:rPr>
      </w:pPr>
      <w:r w:rsidRPr="00CA52B4">
        <w:rPr>
          <w:rtl/>
          <w:lang w:bidi="fa-IR"/>
        </w:rPr>
        <w:t>محدّث. روى عنه جمع. أراده هشام بن إسماعيل ، على أن يسب عليّا فأبى. وجاء أنّه من الصحابة. مات بين الثمانين إلى التسعين.</w:t>
      </w:r>
      <w:r>
        <w:rPr>
          <w:rFonts w:hint="cs"/>
          <w:rtl/>
          <w:lang w:bidi="fa-IR"/>
        </w:rPr>
        <w:t xml:space="preserve"> </w:t>
      </w:r>
      <w:r w:rsidRPr="00CA52B4">
        <w:rPr>
          <w:rtl/>
          <w:lang w:bidi="fa-IR"/>
        </w:rPr>
        <w:t>ويقال : اسمه ربيعة ، روى عنه زيد بن أسلم ، ونافع ، والزهري. وذكره ابن حبان في الثقات ، كما صرح بتوثيقه الآخرون.</w:t>
      </w:r>
    </w:p>
    <w:p w:rsidR="00843DF1" w:rsidRPr="00CA52B4" w:rsidRDefault="00843DF1" w:rsidP="00B10281">
      <w:pPr>
        <w:pStyle w:val="libVar"/>
        <w:rPr>
          <w:rtl/>
          <w:lang w:bidi="fa-IR"/>
        </w:rPr>
      </w:pPr>
      <w:r w:rsidRPr="00CA52B4">
        <w:rPr>
          <w:rtl/>
          <w:lang w:bidi="fa-IR"/>
        </w:rPr>
        <w:t>الاستيعاب 3 / 660. الإصابة 3 / 672. أسد الغابة 5 / 104. تهذيب التهذيب 11 / 314. الجرح والتعديل 9 / 251.</w:t>
      </w:r>
    </w:p>
    <w:p w:rsidR="00843DF1" w:rsidRPr="00CA52B4" w:rsidRDefault="00843DF1" w:rsidP="00EB70B9">
      <w:pPr>
        <w:pStyle w:val="libBold1"/>
        <w:rPr>
          <w:rtl/>
          <w:lang w:bidi="fa-IR"/>
        </w:rPr>
      </w:pPr>
      <w:r w:rsidRPr="00CA52B4">
        <w:rPr>
          <w:rtl/>
        </w:rPr>
        <w:t>1227</w:t>
      </w:r>
      <w:r>
        <w:rPr>
          <w:rtl/>
        </w:rPr>
        <w:t xml:space="preserve"> ـ </w:t>
      </w:r>
      <w:r w:rsidRPr="00CA52B4">
        <w:rPr>
          <w:rtl/>
        </w:rPr>
        <w:t>يزيد بن بلال بن الحارث الفزاري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أيضا عن مولاه كيسان أبو عمر القصار. كان من أهل الكوفة. وقد جاءت أحاديثه عن أمير المؤمنين </w:t>
      </w:r>
      <w:r>
        <w:rPr>
          <w:rtl/>
          <w:lang w:bidi="fa-IR"/>
        </w:rPr>
        <w:t>(</w:t>
      </w:r>
      <w:r w:rsidRPr="00CA52B4">
        <w:rPr>
          <w:rtl/>
          <w:lang w:bidi="fa-IR"/>
        </w:rPr>
        <w:t>عليه السلام</w:t>
      </w:r>
      <w:r>
        <w:rPr>
          <w:rtl/>
          <w:lang w:bidi="fa-IR"/>
        </w:rPr>
        <w:t>).</w:t>
      </w:r>
      <w:r w:rsidRPr="00CA52B4">
        <w:rPr>
          <w:rtl/>
          <w:lang w:bidi="fa-IR"/>
        </w:rPr>
        <w:t xml:space="preserve"> ولذلك اتهم في كتب المراجع بالكذب ، وبمنكر الحديث ، ولا يجوز الاحتجاج به.</w:t>
      </w:r>
      <w:r>
        <w:rPr>
          <w:rFonts w:hint="cs"/>
          <w:rtl/>
          <w:lang w:bidi="fa-IR"/>
        </w:rPr>
        <w:t xml:space="preserve"> </w:t>
      </w:r>
      <w:r w:rsidRPr="00CA52B4">
        <w:rPr>
          <w:rtl/>
          <w:lang w:bidi="fa-IR"/>
        </w:rPr>
        <w:t>عصمنا الله تعالى من شرّ اللسان</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تهذيب التهذيب 11 / 316. الجرح والتعديل 9 / 254. لسان الميزان 4 / 439.</w:t>
      </w:r>
      <w:r>
        <w:rPr>
          <w:rFonts w:hint="cs"/>
          <w:rtl/>
          <w:lang w:bidi="fa-IR"/>
        </w:rPr>
        <w:t xml:space="preserve"> </w:t>
      </w:r>
      <w:r w:rsidRPr="00CA52B4">
        <w:rPr>
          <w:rtl/>
          <w:lang w:bidi="fa-IR"/>
        </w:rPr>
        <w:t>ميزان الاعتدال 4 / 420. المجروحون من المحدّثين 3 / 105.</w:t>
      </w:r>
    </w:p>
    <w:p w:rsidR="00843DF1" w:rsidRPr="00CA52B4" w:rsidRDefault="00843DF1" w:rsidP="00EB70B9">
      <w:pPr>
        <w:pStyle w:val="libBold1"/>
        <w:rPr>
          <w:rtl/>
          <w:lang w:bidi="fa-IR"/>
        </w:rPr>
      </w:pPr>
      <w:r w:rsidRPr="00CA52B4">
        <w:rPr>
          <w:rtl/>
        </w:rPr>
        <w:t>1228</w:t>
      </w:r>
      <w:r>
        <w:rPr>
          <w:rtl/>
        </w:rPr>
        <w:t xml:space="preserve"> ـ </w:t>
      </w:r>
      <w:r w:rsidRPr="00CA52B4">
        <w:rPr>
          <w:rtl/>
        </w:rPr>
        <w:t>يزيد بن جبلة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الشيخ الطوسي محمد بن الحسن ، في رجاله من أصحاب عليّ </w:t>
      </w:r>
      <w:r>
        <w:rPr>
          <w:rtl/>
          <w:lang w:bidi="fa-IR"/>
        </w:rPr>
        <w:t>(</w:t>
      </w:r>
      <w:r w:rsidRPr="00CA52B4">
        <w:rPr>
          <w:rtl/>
          <w:lang w:bidi="fa-IR"/>
        </w:rPr>
        <w:t>عليه السلام</w:t>
      </w:r>
      <w:r>
        <w:rPr>
          <w:rtl/>
          <w:lang w:bidi="fa-IR"/>
        </w:rPr>
        <w:t>).</w:t>
      </w:r>
      <w:r w:rsidRPr="00CA52B4">
        <w:rPr>
          <w:rtl/>
          <w:lang w:bidi="fa-IR"/>
        </w:rPr>
        <w:t xml:space="preserve"> ونقله عنه الآخرون.</w:t>
      </w:r>
    </w:p>
    <w:p w:rsidR="00843DF1" w:rsidRPr="00CA52B4" w:rsidRDefault="00843DF1" w:rsidP="00B10281">
      <w:pPr>
        <w:pStyle w:val="libVar"/>
        <w:rPr>
          <w:rtl/>
          <w:lang w:bidi="fa-IR"/>
        </w:rPr>
      </w:pPr>
      <w:r w:rsidRPr="00CA52B4">
        <w:rPr>
          <w:rtl/>
          <w:lang w:bidi="fa-IR"/>
        </w:rPr>
        <w:t>تنقيح المقال 3 / 325. جامع الرواة 2 / 343. رجال الطوسي / 62. مجمع الرجال 6 / 269. معجم رجال الحديث 20 / 109. منتهى المقال / 332. المراسيل في الحديث / 142. نقد الرجال / 377.</w:t>
      </w:r>
    </w:p>
    <w:p w:rsidR="00843DF1" w:rsidRPr="00CA52B4" w:rsidRDefault="00843DF1" w:rsidP="00EB70B9">
      <w:pPr>
        <w:pStyle w:val="libBold1"/>
        <w:rPr>
          <w:rtl/>
          <w:lang w:bidi="fa-IR"/>
        </w:rPr>
      </w:pPr>
      <w:r>
        <w:rPr>
          <w:rtl/>
          <w:lang w:bidi="fa-IR"/>
        </w:rPr>
        <w:br w:type="page"/>
      </w:r>
      <w:r w:rsidRPr="00CA52B4">
        <w:rPr>
          <w:rtl/>
        </w:rPr>
        <w:lastRenderedPageBreak/>
        <w:t>1229</w:t>
      </w:r>
      <w:r>
        <w:rPr>
          <w:rtl/>
        </w:rPr>
        <w:t xml:space="preserve"> ـ </w:t>
      </w:r>
      <w:r w:rsidRPr="00CA52B4">
        <w:rPr>
          <w:rtl/>
        </w:rPr>
        <w:t>يزيد بن حجية بن عمرو بن عبد الله بن عائذ بن ثعلبة بن الحارث بن تيم الله بن ثعلبة بن عكابة بن صعب بن علي بن بكر بن وائل التيمي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شهد صفّين ، وهو من العشرة الذين وافقوا وشهدوا في صحيفة التحكيم ، بعد رفع أصحاب معاوية المصاحف. ثم ساند الخوارج ولحق بمعاوية.</w:t>
      </w:r>
    </w:p>
    <w:p w:rsidR="00843DF1" w:rsidRPr="00CA52B4" w:rsidRDefault="00843DF1" w:rsidP="00B10281">
      <w:pPr>
        <w:pStyle w:val="libVar"/>
        <w:rPr>
          <w:rtl/>
          <w:lang w:bidi="fa-IR"/>
        </w:rPr>
      </w:pPr>
      <w:r w:rsidRPr="00CA52B4">
        <w:rPr>
          <w:rtl/>
          <w:lang w:bidi="fa-IR"/>
        </w:rPr>
        <w:t>تاريخ الطبري 6 / 30. تنقيح المقال 3 / 325. الغارات 2 / 521 ، 525 ، 527 ، 528. الكامل في التأريخ 3 / 287 ، 321. اللباب 2 / 308. وقعة صفّين / 511.</w:t>
      </w:r>
    </w:p>
    <w:p w:rsidR="00843DF1" w:rsidRPr="00CA52B4" w:rsidRDefault="00843DF1" w:rsidP="00EB70B9">
      <w:pPr>
        <w:pStyle w:val="libBold1"/>
        <w:rPr>
          <w:rtl/>
          <w:lang w:bidi="fa-IR"/>
        </w:rPr>
      </w:pPr>
      <w:r w:rsidRPr="00CA52B4">
        <w:rPr>
          <w:rtl/>
        </w:rPr>
        <w:t>1230</w:t>
      </w:r>
      <w:r>
        <w:rPr>
          <w:rtl/>
        </w:rPr>
        <w:t xml:space="preserve"> ـ </w:t>
      </w:r>
      <w:r w:rsidRPr="00CA52B4">
        <w:rPr>
          <w:rtl/>
        </w:rPr>
        <w:t>يزيد بن الحارث بن رويم بن عبد الله بن سعد بن مرة بن ذهل بن شيبان بن ثعلبة بن عكابة بن صعب بن عليّ بن بكر بن وائل الشيباني المتوفى 68 ه‍</w:t>
      </w:r>
      <w:r>
        <w:rPr>
          <w:rtl/>
        </w:rPr>
        <w:t>.</w:t>
      </w:r>
    </w:p>
    <w:p w:rsidR="00843DF1" w:rsidRPr="00CA52B4" w:rsidRDefault="00843DF1" w:rsidP="00347E77">
      <w:pPr>
        <w:pStyle w:val="libNormal"/>
        <w:rPr>
          <w:rtl/>
          <w:lang w:bidi="fa-IR"/>
        </w:rPr>
      </w:pPr>
      <w:r w:rsidRPr="00CA52B4">
        <w:rPr>
          <w:rtl/>
          <w:lang w:bidi="fa-IR"/>
        </w:rPr>
        <w:t xml:space="preserve">قائد فارس من الأمراء ، وشاعر فاضل ، أدرك عصر النبوّة ، وأسلم على يد أمير المؤمنين </w:t>
      </w:r>
      <w:r>
        <w:rPr>
          <w:rtl/>
          <w:lang w:bidi="fa-IR"/>
        </w:rPr>
        <w:t>(</w:t>
      </w:r>
      <w:r w:rsidRPr="00CA52B4">
        <w:rPr>
          <w:rtl/>
          <w:lang w:bidi="fa-IR"/>
        </w:rPr>
        <w:t>عليه السلام</w:t>
      </w:r>
      <w:r>
        <w:rPr>
          <w:rtl/>
          <w:lang w:bidi="fa-IR"/>
        </w:rPr>
        <w:t>)</w:t>
      </w:r>
      <w:r w:rsidRPr="00CA52B4">
        <w:rPr>
          <w:rtl/>
          <w:lang w:bidi="fa-IR"/>
        </w:rPr>
        <w:t xml:space="preserve"> : وشهد اليمامة ، ونزل البصرة ، ثم كان أميرا على </w:t>
      </w:r>
      <w:r>
        <w:rPr>
          <w:rtl/>
          <w:lang w:bidi="fa-IR"/>
        </w:rPr>
        <w:t>(</w:t>
      </w:r>
      <w:r w:rsidRPr="00CA52B4">
        <w:rPr>
          <w:rtl/>
          <w:lang w:bidi="fa-IR"/>
        </w:rPr>
        <w:t>الريّ</w:t>
      </w:r>
      <w:r>
        <w:rPr>
          <w:rtl/>
          <w:lang w:bidi="fa-IR"/>
        </w:rPr>
        <w:t>)</w:t>
      </w:r>
      <w:r w:rsidRPr="00CA52B4">
        <w:rPr>
          <w:rtl/>
          <w:lang w:bidi="fa-IR"/>
        </w:rPr>
        <w:t xml:space="preserve"> قصبة بلاد الجبال. ولما استباح الخوارج ما بين اصفهان والأهواز ، يقتلون وينهبون قصدوا الريّ ، ورأى يزيد كثرتهم فدخل المدينة فحاصروه ، وطال عليه الحصار فخرج إليهم فقاتلوه. وانقلب أهل الريّ على يزيد ، فأعانوا الخوارج ، وانتهت المعركة بمقتل يزيد وأعقب حوشب ، وابن حوشب العوام المحدّث.</w:t>
      </w:r>
    </w:p>
    <w:p w:rsidR="00843DF1" w:rsidRPr="00CA52B4" w:rsidRDefault="00843DF1" w:rsidP="00B10281">
      <w:pPr>
        <w:pStyle w:val="libVar"/>
        <w:rPr>
          <w:rtl/>
          <w:lang w:bidi="fa-IR"/>
        </w:rPr>
      </w:pPr>
      <w:r w:rsidRPr="00CA52B4">
        <w:rPr>
          <w:rtl/>
          <w:lang w:bidi="fa-IR"/>
        </w:rPr>
        <w:t xml:space="preserve">الاعلام 9 / 231. الإصابة 3 / 674. تهذيب التهذيب 8 / 163. جمهرة أنساب العرب / 325. شرح ابن أبي الحديد 4 / 165. الكامل في التأريخ 3 / 462 </w:t>
      </w:r>
      <w:r>
        <w:rPr>
          <w:rtl/>
          <w:lang w:bidi="fa-IR"/>
        </w:rPr>
        <w:t>و 4</w:t>
      </w:r>
      <w:r w:rsidRPr="00CA52B4">
        <w:rPr>
          <w:rtl/>
          <w:lang w:bidi="fa-IR"/>
        </w:rPr>
        <w:t xml:space="preserve"> / 20 ، 132 ، 217 ، 221 ، 224 ، 284 ، 287 ، 293 ، 331.</w:t>
      </w:r>
    </w:p>
    <w:p w:rsidR="00843DF1" w:rsidRPr="00CA52B4" w:rsidRDefault="00843DF1" w:rsidP="00EB70B9">
      <w:pPr>
        <w:pStyle w:val="libBold1"/>
        <w:rPr>
          <w:rtl/>
          <w:lang w:bidi="fa-IR"/>
        </w:rPr>
      </w:pPr>
      <w:r w:rsidRPr="00CA52B4">
        <w:rPr>
          <w:rtl/>
        </w:rPr>
        <w:t>1231</w:t>
      </w:r>
      <w:r>
        <w:rPr>
          <w:rtl/>
        </w:rPr>
        <w:t xml:space="preserve"> ـ </w:t>
      </w:r>
      <w:r w:rsidRPr="00CA52B4">
        <w:rPr>
          <w:rtl/>
        </w:rPr>
        <w:t>يزيد بن الحوتكية التميمي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موسى بن طلحة التميمي. وأخذ أيضا عن عمر بن الخطاب ، وعمار.</w:t>
      </w:r>
    </w:p>
    <w:p w:rsidR="00843DF1" w:rsidRPr="00CA52B4" w:rsidRDefault="00843DF1" w:rsidP="00B10281">
      <w:pPr>
        <w:pStyle w:val="libVar"/>
        <w:rPr>
          <w:rtl/>
          <w:lang w:bidi="fa-IR"/>
        </w:rPr>
      </w:pPr>
      <w:r w:rsidRPr="00CA52B4">
        <w:rPr>
          <w:rtl/>
          <w:lang w:bidi="fa-IR"/>
        </w:rPr>
        <w:t>لسان الميزان 7 / 440. ميزان الاعتدال 4 / 421.</w:t>
      </w:r>
    </w:p>
    <w:p w:rsidR="00843DF1" w:rsidRPr="00CA52B4" w:rsidRDefault="00843DF1" w:rsidP="00EB70B9">
      <w:pPr>
        <w:pStyle w:val="libBold1"/>
        <w:rPr>
          <w:rtl/>
          <w:lang w:bidi="fa-IR"/>
        </w:rPr>
      </w:pPr>
      <w:r>
        <w:rPr>
          <w:rtl/>
          <w:lang w:bidi="fa-IR"/>
        </w:rPr>
        <w:br w:type="page"/>
      </w:r>
      <w:r w:rsidRPr="00CA52B4">
        <w:rPr>
          <w:rtl/>
        </w:rPr>
        <w:lastRenderedPageBreak/>
        <w:t>1232</w:t>
      </w:r>
      <w:r>
        <w:rPr>
          <w:rtl/>
        </w:rPr>
        <w:t xml:space="preserve"> ـ </w:t>
      </w:r>
      <w:r w:rsidRPr="00CA52B4">
        <w:rPr>
          <w:rtl/>
        </w:rPr>
        <w:t>يزيد بن حويرث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صحابيّ شهد أحدا ، وما بعدها. وشهد صفّين مع أمير المؤمنين </w:t>
      </w:r>
      <w:r>
        <w:rPr>
          <w:rtl/>
          <w:lang w:bidi="fa-IR"/>
        </w:rPr>
        <w:t>(</w:t>
      </w:r>
      <w:r w:rsidRPr="00CA52B4">
        <w:rPr>
          <w:rtl/>
          <w:lang w:bidi="fa-IR"/>
        </w:rPr>
        <w:t>عليه السلام</w:t>
      </w:r>
      <w:r>
        <w:rPr>
          <w:rtl/>
          <w:lang w:bidi="fa-IR"/>
        </w:rPr>
        <w:t>).</w:t>
      </w:r>
      <w:r w:rsidRPr="00CA52B4">
        <w:rPr>
          <w:rtl/>
          <w:lang w:bidi="fa-IR"/>
        </w:rPr>
        <w:t xml:space="preserve"> ولم يذكر له أصحاب المعاجم غير ما ذكرناه.</w:t>
      </w:r>
    </w:p>
    <w:p w:rsidR="00843DF1" w:rsidRPr="00CA52B4" w:rsidRDefault="00843DF1" w:rsidP="00B10281">
      <w:pPr>
        <w:pStyle w:val="libVar"/>
        <w:rPr>
          <w:rtl/>
          <w:lang w:bidi="fa-IR"/>
        </w:rPr>
      </w:pPr>
      <w:r w:rsidRPr="00CA52B4">
        <w:rPr>
          <w:rtl/>
          <w:lang w:bidi="fa-IR"/>
        </w:rPr>
        <w:t>الاستيعاب 3 / 655. أسد الغابة 5 / 109 وفيه : يزيد بن حوثرة. الإصابة 3 / 654. الغدير 9 / 368.</w:t>
      </w:r>
    </w:p>
    <w:p w:rsidR="00843DF1" w:rsidRPr="00CA52B4" w:rsidRDefault="00843DF1" w:rsidP="00EB70B9">
      <w:pPr>
        <w:pStyle w:val="libBold1"/>
        <w:rPr>
          <w:rtl/>
          <w:lang w:bidi="fa-IR"/>
        </w:rPr>
      </w:pPr>
      <w:r w:rsidRPr="00CA52B4">
        <w:rPr>
          <w:rtl/>
        </w:rPr>
        <w:t>1233</w:t>
      </w:r>
      <w:r>
        <w:rPr>
          <w:rtl/>
        </w:rPr>
        <w:t xml:space="preserve"> ـ </w:t>
      </w:r>
      <w:r w:rsidRPr="00CA52B4">
        <w:rPr>
          <w:rtl/>
        </w:rPr>
        <w:t>يزيد بن دينار بن عبد الأبرص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سماك بن حرب. قال ابن حبان في الثقات : ربما أخطأ. ويبدو أنّ رواة الشيعة بصورة عامة لم يسلموا من بذاءة قلم ابن حبان ، فقد أصاب كل محدّث شيعي بسهم ورماه بزلة ومنقصة. عصمنا الله تعالى من أهواء النفس الأمارة بالسوء.</w:t>
      </w:r>
    </w:p>
    <w:p w:rsidR="00843DF1" w:rsidRPr="00CA52B4" w:rsidRDefault="00843DF1" w:rsidP="00B10281">
      <w:pPr>
        <w:pStyle w:val="libVar"/>
        <w:rPr>
          <w:rtl/>
          <w:lang w:bidi="fa-IR"/>
        </w:rPr>
      </w:pPr>
      <w:r w:rsidRPr="00CA52B4">
        <w:rPr>
          <w:rtl/>
          <w:lang w:bidi="fa-IR"/>
        </w:rPr>
        <w:t>الجرح والتعديل 9 / 260. لسان الميزان 6 / 285.</w:t>
      </w:r>
    </w:p>
    <w:p w:rsidR="00843DF1" w:rsidRPr="00CA52B4" w:rsidRDefault="00843DF1" w:rsidP="00EB70B9">
      <w:pPr>
        <w:pStyle w:val="libBold1"/>
        <w:rPr>
          <w:rtl/>
          <w:lang w:bidi="fa-IR"/>
        </w:rPr>
      </w:pPr>
      <w:r w:rsidRPr="00CA52B4">
        <w:rPr>
          <w:rtl/>
        </w:rPr>
        <w:t>1234</w:t>
      </w:r>
      <w:r>
        <w:rPr>
          <w:rtl/>
        </w:rPr>
        <w:t xml:space="preserve"> ـ </w:t>
      </w:r>
      <w:r w:rsidRPr="00CA52B4">
        <w:rPr>
          <w:rtl/>
        </w:rPr>
        <w:t>يزيد بن شريك بن طارق التيمي الكوفي مات</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ثقة من كبار التابعين. يقال : إنّه أدرك الجاهلية. روى أيضا عن أبي ذر الغفاري. وابن مسعود. وحذيفة. مات سنة</w:t>
      </w:r>
      <w:r>
        <w:rPr>
          <w:rtl/>
          <w:lang w:bidi="fa-IR"/>
        </w:rPr>
        <w:t xml:space="preserve"> ..</w:t>
      </w:r>
      <w:r w:rsidRPr="00CA52B4">
        <w:rPr>
          <w:rtl/>
          <w:lang w:bidi="fa-IR"/>
        </w:rPr>
        <w:t>. وأعقب : إبراهيم ، وكان عابدا صابرا على الجوع ارسلت عليه في سجن الحجاج سنة 193 ه‍ الكلاب تنهشه حتّى مات ، وكان يزيد وابنه إبراهيم ، ثقتين.</w:t>
      </w:r>
    </w:p>
    <w:p w:rsidR="00843DF1" w:rsidRPr="00CA52B4" w:rsidRDefault="00843DF1" w:rsidP="00B10281">
      <w:pPr>
        <w:pStyle w:val="libVar"/>
        <w:rPr>
          <w:rtl/>
          <w:lang w:bidi="fa-IR"/>
        </w:rPr>
      </w:pPr>
      <w:r w:rsidRPr="00CA52B4">
        <w:rPr>
          <w:rtl/>
          <w:lang w:bidi="fa-IR"/>
        </w:rPr>
        <w:t xml:space="preserve">أسد الغابة 5 / 115. الإصابة 3 / 674. الأنساب / 224. تاريخ بغداد 14 / 328. تقريب التهذيب 2 / 366. تهذيب التهذيب 11 / 337. تاريخ جرجان / 167. الجرح والتعديل 9 / 271. حلية الأولياء 4 / 210. الطبقات الكبرى 3 / 323 </w:t>
      </w:r>
      <w:r>
        <w:rPr>
          <w:rtl/>
          <w:lang w:bidi="fa-IR"/>
        </w:rPr>
        <w:t>و 6</w:t>
      </w:r>
      <w:r w:rsidRPr="00CA52B4">
        <w:rPr>
          <w:rtl/>
          <w:lang w:bidi="fa-IR"/>
        </w:rPr>
        <w:t xml:space="preserve"> / 285. اللباب 1 / 233.</w:t>
      </w:r>
    </w:p>
    <w:p w:rsidR="00843DF1" w:rsidRPr="00CA52B4" w:rsidRDefault="00843DF1" w:rsidP="00EB70B9">
      <w:pPr>
        <w:pStyle w:val="libBold1"/>
        <w:rPr>
          <w:rtl/>
          <w:lang w:bidi="fa-IR"/>
        </w:rPr>
      </w:pPr>
      <w:r w:rsidRPr="00CA52B4">
        <w:rPr>
          <w:rtl/>
        </w:rPr>
        <w:t>1235</w:t>
      </w:r>
      <w:r>
        <w:rPr>
          <w:rtl/>
        </w:rPr>
        <w:t xml:space="preserve"> ـ </w:t>
      </w:r>
      <w:r w:rsidRPr="00CA52B4">
        <w:rPr>
          <w:rtl/>
        </w:rPr>
        <w:t>يزيد بن طعمة بن جارية بن لوذان بن عمرو بن عوف بن مالك بن الأوس بن حارثة بن ثعلبة بن عمرو مزيقياء بن عامر ماء السماء بن حارثة بن امرئ القيس بن ثعلبة بن مازن بن الأزد الأنصاري</w:t>
      </w:r>
      <w:r>
        <w:rPr>
          <w:rtl/>
        </w:rPr>
        <w:t xml:space="preserve"> ....</w:t>
      </w:r>
      <w:r w:rsidRPr="00CA52B4">
        <w:rPr>
          <w:rtl/>
        </w:rPr>
        <w:t xml:space="preserve"> المقتول في 37 ه‍</w:t>
      </w:r>
      <w:r>
        <w:rPr>
          <w:rtl/>
        </w:rPr>
        <w:t>.</w:t>
      </w:r>
    </w:p>
    <w:p w:rsidR="00843DF1" w:rsidRPr="00CA52B4" w:rsidRDefault="00843DF1" w:rsidP="00347E77">
      <w:pPr>
        <w:pStyle w:val="libNormal"/>
        <w:rPr>
          <w:rtl/>
          <w:lang w:bidi="fa-IR"/>
        </w:rPr>
      </w:pPr>
      <w:r w:rsidRPr="00CA52B4">
        <w:rPr>
          <w:rtl/>
          <w:lang w:bidi="fa-IR"/>
        </w:rPr>
        <w:t>فارس من الأنصار ، شهد صفّين ، وكان من الصحابة. استشهد في</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37 ه‍ وكان مع هاشم المرقال ، فمر عليهم عليّ </w:t>
      </w:r>
      <w:r>
        <w:rPr>
          <w:rtl/>
          <w:lang w:bidi="fa-IR"/>
        </w:rPr>
        <w:t>(</w:t>
      </w:r>
      <w:r w:rsidRPr="00CA52B4">
        <w:rPr>
          <w:rtl/>
          <w:lang w:bidi="fa-IR"/>
        </w:rPr>
        <w:t>عليه السلام</w:t>
      </w:r>
      <w:r>
        <w:rPr>
          <w:rtl/>
          <w:lang w:bidi="fa-IR"/>
        </w:rPr>
        <w:t>)</w:t>
      </w:r>
      <w:r w:rsidRPr="00CA52B4">
        <w:rPr>
          <w:rtl/>
          <w:lang w:bidi="fa-IR"/>
        </w:rPr>
        <w:t xml:space="preserve"> ، وهم قتلى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جزى الله خيرا عصبة أسلمية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صباح الوجوه صرّعوا حول هاشم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يزيد ، وعبد الله ، بشر ، ومعبد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سفيان وابنا هاشم ذي المكارم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وفي رواية هكذا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يزيد ، وسعدان ، وبشر ، ومعبد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سفيان وابنا معبد ذي المكارم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الاستيعاب 3 / 656. أسد الغابة 5 / 115. الاشتقاق / 447. وفيه : يزيد بن طعيم. الإصابة 3 / 659. تنقيح المقال 3 / 327. جامع الرواة 2 / 344. رجال الطوسي / 62. شرح ابن أبي الحديد 3 / 332. الغدير 9 / 368. مجمع الرجال 6 / 270. معجم رجال الحديث 20 / 116. منتهى المقال / 332. نقد الرجال / 377. وقعة صفّين / 356.</w:t>
      </w:r>
    </w:p>
    <w:p w:rsidR="00843DF1" w:rsidRPr="00CA52B4" w:rsidRDefault="00843DF1" w:rsidP="00EB70B9">
      <w:pPr>
        <w:pStyle w:val="libBold1"/>
        <w:rPr>
          <w:rtl/>
          <w:lang w:bidi="fa-IR"/>
        </w:rPr>
      </w:pPr>
      <w:r w:rsidRPr="00CA52B4">
        <w:rPr>
          <w:rtl/>
        </w:rPr>
        <w:t>1236</w:t>
      </w:r>
      <w:r>
        <w:rPr>
          <w:rtl/>
        </w:rPr>
        <w:t xml:space="preserve"> ـ </w:t>
      </w:r>
      <w:r w:rsidRPr="00CA52B4">
        <w:rPr>
          <w:rtl/>
        </w:rPr>
        <w:t>يزيد بن عبد الرحمن بن الأسود الزعافري أبو داود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روى أيضا عن عدي بن حاتم ، وجعدة بن هبيرة ، وجابر بن سمرة.</w:t>
      </w:r>
      <w:r>
        <w:rPr>
          <w:rFonts w:hint="cs"/>
          <w:rtl/>
          <w:lang w:bidi="fa-IR"/>
        </w:rPr>
        <w:t xml:space="preserve"> </w:t>
      </w:r>
      <w:r w:rsidRPr="00CA52B4">
        <w:rPr>
          <w:rtl/>
          <w:lang w:bidi="fa-IR"/>
        </w:rPr>
        <w:t>وروى عنه جمع. أعقب : إدريس. داود. ذكره ابن حبان في الثقات.</w:t>
      </w:r>
      <w:r>
        <w:rPr>
          <w:rFonts w:hint="cs"/>
          <w:rtl/>
          <w:lang w:bidi="fa-IR"/>
        </w:rPr>
        <w:t xml:space="preserve"> </w:t>
      </w:r>
      <w:r w:rsidRPr="00CA52B4">
        <w:rPr>
          <w:rtl/>
          <w:lang w:bidi="fa-IR"/>
        </w:rPr>
        <w:t>ووثقه الآخرون. وكان يسكن الكوفة.</w:t>
      </w:r>
    </w:p>
    <w:p w:rsidR="00843DF1" w:rsidRPr="00CA52B4" w:rsidRDefault="00843DF1" w:rsidP="00B10281">
      <w:pPr>
        <w:pStyle w:val="libVar"/>
        <w:rPr>
          <w:rtl/>
          <w:lang w:bidi="fa-IR"/>
        </w:rPr>
      </w:pPr>
      <w:r w:rsidRPr="00CA52B4">
        <w:rPr>
          <w:rtl/>
          <w:lang w:bidi="fa-IR"/>
        </w:rPr>
        <w:t>الأنساب / 546. تهذيب التهذيب 11 / 345. الجرح والتعديل 9 / 277.</w:t>
      </w:r>
      <w:r>
        <w:rPr>
          <w:rFonts w:hint="cs"/>
          <w:rtl/>
          <w:lang w:bidi="fa-IR"/>
        </w:rPr>
        <w:t xml:space="preserve"> </w:t>
      </w:r>
      <w:r w:rsidRPr="00CA52B4">
        <w:rPr>
          <w:rtl/>
          <w:lang w:bidi="fa-IR"/>
        </w:rPr>
        <w:t xml:space="preserve">الطبقات الكبرى 5 / 554 </w:t>
      </w:r>
      <w:r>
        <w:rPr>
          <w:rtl/>
          <w:lang w:bidi="fa-IR"/>
        </w:rPr>
        <w:t>و 7</w:t>
      </w:r>
      <w:r w:rsidRPr="00CA52B4">
        <w:rPr>
          <w:rtl/>
          <w:lang w:bidi="fa-IR"/>
        </w:rPr>
        <w:t xml:space="preserve"> / 310. اللباب 2 / 68. المجروحون من المحدثين 3 / 289.</w:t>
      </w:r>
    </w:p>
    <w:p w:rsidR="00843DF1" w:rsidRPr="00CA52B4" w:rsidRDefault="00843DF1" w:rsidP="00EB70B9">
      <w:pPr>
        <w:pStyle w:val="libBold1"/>
        <w:rPr>
          <w:rtl/>
          <w:lang w:bidi="fa-IR"/>
        </w:rPr>
      </w:pPr>
      <w:r w:rsidRPr="00CA52B4">
        <w:rPr>
          <w:rtl/>
        </w:rPr>
        <w:t>1237</w:t>
      </w:r>
      <w:r>
        <w:rPr>
          <w:rtl/>
        </w:rPr>
        <w:t xml:space="preserve"> ـ </w:t>
      </w:r>
      <w:r w:rsidRPr="00CA52B4">
        <w:rPr>
          <w:rtl/>
        </w:rPr>
        <w:t>يزيد بن قيس بن تمام بن مبعوث بن كعب بن علوي بن عليان بن أرحب الهمداني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عاقل كان عامله على الري ، وهمدان ، وأصفهان. شهد صفين. ولما وقعت الهدنة بصفين في المحرم ، وقرب انقضاؤها أرسل أمير المؤمنين </w:t>
      </w:r>
      <w:r>
        <w:rPr>
          <w:rtl/>
          <w:lang w:bidi="fa-IR"/>
        </w:rPr>
        <w:t>(</w:t>
      </w:r>
      <w:r w:rsidRPr="00CA52B4">
        <w:rPr>
          <w:rtl/>
          <w:lang w:bidi="fa-IR"/>
        </w:rPr>
        <w:t>عليه السلام</w:t>
      </w:r>
      <w:r>
        <w:rPr>
          <w:rtl/>
          <w:lang w:bidi="fa-IR"/>
        </w:rPr>
        <w:t>)</w:t>
      </w:r>
      <w:r w:rsidRPr="00CA52B4">
        <w:rPr>
          <w:rtl/>
          <w:lang w:bidi="fa-IR"/>
        </w:rPr>
        <w:t xml:space="preserve"> جماعة إلى معاوية ، وكان منهم يزيد بن قيس ، فقال لمعاوية في جملة كلام : إنّ صاحبنا لمن عرفت وعرف المسلمون فضله ، ولا أظنّه يخفى عليك ، إنّ أهل الدّين والفضل له يعدلوك بعليّ ، ولن يمثلوا بينك وبينه ، فاتق الله يا معاوية ولا تخالف عليا ، فإنّا والله ما</w:t>
      </w:r>
    </w:p>
    <w:p w:rsidR="00843DF1" w:rsidRPr="00CA52B4" w:rsidRDefault="00843DF1" w:rsidP="00B10281">
      <w:pPr>
        <w:pStyle w:val="libNormal0"/>
        <w:rPr>
          <w:rtl/>
          <w:lang w:bidi="fa-IR"/>
        </w:rPr>
      </w:pPr>
      <w:r>
        <w:rPr>
          <w:rtl/>
          <w:lang w:bidi="fa-IR"/>
        </w:rPr>
        <w:br w:type="page"/>
      </w:r>
      <w:r w:rsidRPr="00CA52B4">
        <w:rPr>
          <w:rtl/>
          <w:lang w:bidi="fa-IR"/>
        </w:rPr>
        <w:lastRenderedPageBreak/>
        <w:t>رأينا رجلا قط أعمل بالتقوى ، ولا أزهد في الدنيا ولا أجمع لخصال الخير كلها منه</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 xml:space="preserve">خلف : أبا عبد الرحمن الأسود ، وكان من رواة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 xml:space="preserve">الإصابة 3 / 675. أعيان الشيعة 10 / 305. أنساب الأشراف 3 / 269 وج 2 / 294 ، 303. الأعلام 9 / 241. أخبار أصبهان 1 / 72. البداية والنهاية 7 / 238 ، 258. تاريخ الطبري 5 / 208 وج 6 / 37. تنقيح المقال 3 / 327. جامع الرواة 344. الجرح والتعديل 9 / 284. جمهرة أنساب العرب / 396. رجال الطوسي / 62. شرح ابن أبي الحديد 1 / 4 </w:t>
      </w:r>
      <w:r>
        <w:rPr>
          <w:rtl/>
          <w:lang w:bidi="fa-IR"/>
        </w:rPr>
        <w:t>و 3</w:t>
      </w:r>
      <w:r w:rsidRPr="00CA52B4">
        <w:rPr>
          <w:rtl/>
          <w:lang w:bidi="fa-IR"/>
        </w:rPr>
        <w:t xml:space="preserve"> / 179 </w:t>
      </w:r>
      <w:r>
        <w:rPr>
          <w:rtl/>
          <w:lang w:bidi="fa-IR"/>
        </w:rPr>
        <w:t>و 4</w:t>
      </w:r>
      <w:r w:rsidRPr="00CA52B4">
        <w:rPr>
          <w:rtl/>
          <w:lang w:bidi="fa-IR"/>
        </w:rPr>
        <w:t xml:space="preserve"> / 21 </w:t>
      </w:r>
      <w:r>
        <w:rPr>
          <w:rtl/>
          <w:lang w:bidi="fa-IR"/>
        </w:rPr>
        <w:t>و 5</w:t>
      </w:r>
      <w:r w:rsidRPr="00CA52B4">
        <w:rPr>
          <w:rtl/>
          <w:lang w:bidi="fa-IR"/>
        </w:rPr>
        <w:t xml:space="preserve"> / 194 </w:t>
      </w:r>
      <w:r>
        <w:rPr>
          <w:rtl/>
          <w:lang w:bidi="fa-IR"/>
        </w:rPr>
        <w:t>و 1</w:t>
      </w:r>
      <w:r w:rsidRPr="00CA52B4">
        <w:rPr>
          <w:rtl/>
          <w:lang w:bidi="fa-IR"/>
        </w:rPr>
        <w:t>4 / 211.</w:t>
      </w:r>
      <w:r>
        <w:rPr>
          <w:rFonts w:hint="cs"/>
          <w:rtl/>
          <w:lang w:bidi="fa-IR"/>
        </w:rPr>
        <w:t xml:space="preserve"> </w:t>
      </w:r>
      <w:r w:rsidRPr="00CA52B4">
        <w:rPr>
          <w:rtl/>
          <w:lang w:bidi="fa-IR"/>
        </w:rPr>
        <w:t xml:space="preserve">الطبقات الكبرى 1 / 343 </w:t>
      </w:r>
      <w:r>
        <w:rPr>
          <w:rtl/>
          <w:lang w:bidi="fa-IR"/>
        </w:rPr>
        <w:t>و 5</w:t>
      </w:r>
      <w:r w:rsidRPr="00CA52B4">
        <w:rPr>
          <w:rtl/>
          <w:lang w:bidi="fa-IR"/>
        </w:rPr>
        <w:t xml:space="preserve"> / 33. العقد الفريد 3 / 311. الغارات 1 / 292 </w:t>
      </w:r>
      <w:r>
        <w:rPr>
          <w:rtl/>
          <w:lang w:bidi="fa-IR"/>
        </w:rPr>
        <w:t>و 2</w:t>
      </w:r>
      <w:r w:rsidRPr="00CA52B4">
        <w:rPr>
          <w:rtl/>
          <w:lang w:bidi="fa-IR"/>
        </w:rPr>
        <w:t xml:space="preserve"> / 591 ، 592 ، 595 ، 597. قاموس الرجال 9 / 447. الكامل في التأريخ 3 / 289 ، 298 ، 301 ، 328. مجمع الرجال 6 / 270. معجم الثقات / 360. معجم رجال الحديث 20 / 119. المناقب 3 / 151. نقد الرجال / 378. وقعة صفين / 11 ، 101 ، 121 ، 146 ، 197 ، 198 ، 247.</w:t>
      </w:r>
    </w:p>
    <w:p w:rsidR="00843DF1" w:rsidRPr="00CA52B4" w:rsidRDefault="00843DF1" w:rsidP="00EB70B9">
      <w:pPr>
        <w:pStyle w:val="libBold1"/>
        <w:rPr>
          <w:rtl/>
          <w:lang w:bidi="fa-IR"/>
        </w:rPr>
      </w:pPr>
      <w:r w:rsidRPr="00CA52B4">
        <w:rPr>
          <w:rtl/>
        </w:rPr>
        <w:t>1238</w:t>
      </w:r>
      <w:r>
        <w:rPr>
          <w:rtl/>
        </w:rPr>
        <w:t xml:space="preserve"> ـ </w:t>
      </w:r>
      <w:r w:rsidRPr="00CA52B4">
        <w:rPr>
          <w:rtl/>
        </w:rPr>
        <w:t>يزيد بن مذكور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 وهب بن عقبة. ذكره ابن أبي حاتم الرازي في كتابه ، وجعله من رواة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الجرح والتعديل 9 / 286.</w:t>
      </w:r>
    </w:p>
    <w:p w:rsidR="00843DF1" w:rsidRPr="00CA52B4" w:rsidRDefault="00843DF1" w:rsidP="00EB70B9">
      <w:pPr>
        <w:pStyle w:val="libBold1"/>
        <w:rPr>
          <w:rtl/>
          <w:lang w:bidi="fa-IR"/>
        </w:rPr>
      </w:pPr>
      <w:r w:rsidRPr="00CA52B4">
        <w:rPr>
          <w:rtl/>
        </w:rPr>
        <w:t>1239</w:t>
      </w:r>
      <w:r>
        <w:rPr>
          <w:rtl/>
        </w:rPr>
        <w:t xml:space="preserve"> ـ </w:t>
      </w:r>
      <w:r w:rsidRPr="00CA52B4">
        <w:rPr>
          <w:rtl/>
        </w:rPr>
        <w:t>يزيد بن معاوية البكائي العامري بن ثور بن معاوية بن عبادة بن البكاء بن عامر بن ربيعة بن عامر بن صعصعة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من ثقات التابعين. شهد صفين وهو ابن عم عبد الله بن الطفيل البكائي. وقد قاتل وجاهد. وله في المعاجم شعر قاله في صفين. ذكره ابن حبان في الصحابة ، ثم عاد وذكره في ثقات التابعين. روى عنه وهب بن عقبة.</w:t>
      </w:r>
    </w:p>
    <w:p w:rsidR="00843DF1" w:rsidRPr="00CA52B4" w:rsidRDefault="00843DF1" w:rsidP="00347E77">
      <w:pPr>
        <w:pStyle w:val="libNormal"/>
        <w:rPr>
          <w:rtl/>
          <w:lang w:bidi="fa-IR"/>
        </w:rPr>
      </w:pPr>
      <w:r w:rsidRPr="00CA52B4">
        <w:rPr>
          <w:rtl/>
          <w:lang w:bidi="fa-IR"/>
        </w:rPr>
        <w:t>وجاء في بعض المصادر ، البكالي ، نسبة إلى بني بكال وهو بطن من حمير ، وفيهم الكثير من الرجالات والأمراء والصحابة والتابعين.</w:t>
      </w:r>
    </w:p>
    <w:p w:rsidR="00843DF1" w:rsidRPr="00CA52B4" w:rsidRDefault="00843DF1" w:rsidP="00B10281">
      <w:pPr>
        <w:pStyle w:val="libVar"/>
        <w:rPr>
          <w:rtl/>
          <w:lang w:bidi="fa-IR"/>
        </w:rPr>
      </w:pPr>
      <w:r w:rsidRPr="00CA52B4">
        <w:rPr>
          <w:rtl/>
          <w:lang w:bidi="fa-IR"/>
        </w:rPr>
        <w:t>أسد الغابة 5 / 120. الإصابة 3 / 662. تقريب التهذيب 2 / 371. تنقيح المقال</w:t>
      </w:r>
    </w:p>
    <w:p w:rsidR="00843DF1" w:rsidRPr="00CA52B4" w:rsidRDefault="00843DF1" w:rsidP="00B10281">
      <w:pPr>
        <w:pStyle w:val="libVar0"/>
        <w:rPr>
          <w:rtl/>
          <w:lang w:bidi="fa-IR"/>
        </w:rPr>
      </w:pPr>
      <w:r>
        <w:rPr>
          <w:rtl/>
          <w:lang w:bidi="fa-IR"/>
        </w:rPr>
        <w:br w:type="page"/>
      </w:r>
      <w:r w:rsidRPr="00CA52B4">
        <w:rPr>
          <w:rtl/>
        </w:rPr>
        <w:lastRenderedPageBreak/>
        <w:t xml:space="preserve">3 / 328. تهذيب التهذيب 11 / 360. جامع الرواة 2 / 344. رجال الشيخ الطوسي / 62. شرح ابن أبي الحديد 5 / 222. الطبقات الكبرى 4 / 169 </w:t>
      </w:r>
      <w:r>
        <w:rPr>
          <w:rtl/>
        </w:rPr>
        <w:t>و 5</w:t>
      </w:r>
      <w:r w:rsidRPr="00CA52B4">
        <w:rPr>
          <w:rtl/>
        </w:rPr>
        <w:t xml:space="preserve"> / 38.</w:t>
      </w:r>
      <w:r>
        <w:rPr>
          <w:rFonts w:hint="cs"/>
          <w:rtl/>
        </w:rPr>
        <w:t xml:space="preserve"> </w:t>
      </w:r>
      <w:r w:rsidRPr="00CA52B4">
        <w:rPr>
          <w:rtl/>
          <w:lang w:bidi="fa-IR"/>
        </w:rPr>
        <w:t>الكامل في التأريخ 3 / 305. معجم رجال الحديث 20 / 120. منتهى المقال / 332.</w:t>
      </w:r>
      <w:r>
        <w:rPr>
          <w:rFonts w:hint="cs"/>
          <w:rtl/>
          <w:lang w:bidi="fa-IR"/>
        </w:rPr>
        <w:t xml:space="preserve"> </w:t>
      </w:r>
      <w:r w:rsidRPr="00CA52B4">
        <w:rPr>
          <w:rtl/>
          <w:lang w:bidi="fa-IR"/>
        </w:rPr>
        <w:t>وقعة صفين / 277.</w:t>
      </w:r>
    </w:p>
    <w:p w:rsidR="00843DF1" w:rsidRPr="00CA52B4" w:rsidRDefault="00843DF1" w:rsidP="00EB70B9">
      <w:pPr>
        <w:pStyle w:val="libBold1"/>
        <w:rPr>
          <w:rtl/>
          <w:lang w:bidi="fa-IR"/>
        </w:rPr>
      </w:pPr>
      <w:r w:rsidRPr="00CA52B4">
        <w:rPr>
          <w:rtl/>
        </w:rPr>
        <w:t>1240</w:t>
      </w:r>
      <w:r>
        <w:rPr>
          <w:rtl/>
        </w:rPr>
        <w:t xml:space="preserve"> ـ </w:t>
      </w:r>
      <w:r w:rsidRPr="00CA52B4">
        <w:rPr>
          <w:rtl/>
        </w:rPr>
        <w:t>يزيد بن المغفل الأزدي الشهيد في 61 ه‍</w:t>
      </w:r>
      <w:r>
        <w:rPr>
          <w:rtl/>
        </w:rPr>
        <w:t>.</w:t>
      </w:r>
    </w:p>
    <w:p w:rsidR="00843DF1" w:rsidRPr="00CA52B4" w:rsidRDefault="00843DF1" w:rsidP="00347E77">
      <w:pPr>
        <w:pStyle w:val="libNormal"/>
        <w:rPr>
          <w:rtl/>
          <w:lang w:bidi="fa-IR"/>
        </w:rPr>
      </w:pPr>
      <w:r w:rsidRPr="00CA52B4">
        <w:rPr>
          <w:rtl/>
          <w:lang w:bidi="fa-IR"/>
        </w:rPr>
        <w:t xml:space="preserve">صحابي ، فارس محارب أدرك النبيّ </w:t>
      </w:r>
      <w:r>
        <w:rPr>
          <w:rtl/>
          <w:lang w:bidi="fa-IR"/>
        </w:rPr>
        <w:t>(</w:t>
      </w:r>
      <w:r w:rsidRPr="00CA52B4">
        <w:rPr>
          <w:rtl/>
          <w:lang w:bidi="fa-IR"/>
        </w:rPr>
        <w:t>صلّى الله عليه وآله وسلّم</w:t>
      </w:r>
      <w:r>
        <w:rPr>
          <w:rtl/>
          <w:lang w:bidi="fa-IR"/>
        </w:rPr>
        <w:t>)</w:t>
      </w:r>
      <w:r w:rsidRPr="00CA52B4">
        <w:rPr>
          <w:rtl/>
          <w:lang w:bidi="fa-IR"/>
        </w:rPr>
        <w:t xml:space="preserve"> ، وشهد القادسية في عهد عمر ، ثم التحق بأمير المؤمنين </w:t>
      </w:r>
      <w:r>
        <w:rPr>
          <w:rtl/>
          <w:lang w:bidi="fa-IR"/>
        </w:rPr>
        <w:t>(</w:t>
      </w:r>
      <w:r w:rsidRPr="00CA52B4">
        <w:rPr>
          <w:rtl/>
          <w:lang w:bidi="fa-IR"/>
        </w:rPr>
        <w:t>عليه السلام</w:t>
      </w:r>
      <w:r>
        <w:rPr>
          <w:rtl/>
          <w:lang w:bidi="fa-IR"/>
        </w:rPr>
        <w:t>)</w:t>
      </w:r>
      <w:r w:rsidRPr="00CA52B4">
        <w:rPr>
          <w:rtl/>
          <w:lang w:bidi="fa-IR"/>
        </w:rPr>
        <w:t xml:space="preserve"> ، وحارب معه في صفين ، ثم بعثه في وقعة الخوارج إلى حرب الخرّيت بن راشد الناجي بأرض الأهواز ، تحت إمارة معقل بن قيس الأرحبي ، وكان يزيد هذا في ميمنة العسكر.</w:t>
      </w:r>
      <w:r>
        <w:rPr>
          <w:rFonts w:hint="cs"/>
          <w:rtl/>
          <w:lang w:bidi="fa-IR"/>
        </w:rPr>
        <w:t xml:space="preserve"> </w:t>
      </w:r>
      <w:r w:rsidRPr="00CA52B4">
        <w:rPr>
          <w:rtl/>
          <w:lang w:bidi="fa-IR"/>
        </w:rPr>
        <w:t xml:space="preserve">وبعد مقتل عليّ </w:t>
      </w:r>
      <w:r>
        <w:rPr>
          <w:rtl/>
          <w:lang w:bidi="fa-IR"/>
        </w:rPr>
        <w:t>(</w:t>
      </w:r>
      <w:r w:rsidRPr="00CA52B4">
        <w:rPr>
          <w:rtl/>
          <w:lang w:bidi="fa-IR"/>
        </w:rPr>
        <w:t>عليه السلام</w:t>
      </w:r>
      <w:r>
        <w:rPr>
          <w:rtl/>
          <w:lang w:bidi="fa-IR"/>
        </w:rPr>
        <w:t>)</w:t>
      </w:r>
      <w:r w:rsidRPr="00CA52B4">
        <w:rPr>
          <w:rtl/>
          <w:lang w:bidi="fa-IR"/>
        </w:rPr>
        <w:t xml:space="preserve"> التحق بالإمام السبط الحسن </w:t>
      </w:r>
      <w:r>
        <w:rPr>
          <w:rtl/>
          <w:lang w:bidi="fa-IR"/>
        </w:rPr>
        <w:t>(</w:t>
      </w:r>
      <w:r w:rsidRPr="00CA52B4">
        <w:rPr>
          <w:rtl/>
          <w:lang w:bidi="fa-IR"/>
        </w:rPr>
        <w:t>عليه السلام</w:t>
      </w:r>
      <w:r>
        <w:rPr>
          <w:rtl/>
          <w:lang w:bidi="fa-IR"/>
        </w:rPr>
        <w:t>)</w:t>
      </w:r>
      <w:r w:rsidRPr="00CA52B4">
        <w:rPr>
          <w:rtl/>
          <w:lang w:bidi="fa-IR"/>
        </w:rPr>
        <w:t xml:space="preserve"> ومن بعده كان مع الحسين </w:t>
      </w:r>
      <w:r>
        <w:rPr>
          <w:rtl/>
          <w:lang w:bidi="fa-IR"/>
        </w:rPr>
        <w:t>(</w:t>
      </w:r>
      <w:r w:rsidRPr="00CA52B4">
        <w:rPr>
          <w:rtl/>
          <w:lang w:bidi="fa-IR"/>
        </w:rPr>
        <w:t>عليه السلام</w:t>
      </w:r>
      <w:r>
        <w:rPr>
          <w:rtl/>
          <w:lang w:bidi="fa-IR"/>
        </w:rPr>
        <w:t>)</w:t>
      </w:r>
      <w:r w:rsidRPr="00CA52B4">
        <w:rPr>
          <w:rtl/>
          <w:lang w:bidi="fa-IR"/>
        </w:rPr>
        <w:t xml:space="preserve"> ، وكان معه في توجهه من مكة إلى كربلاء ، وفي يوم العاشر من المحرم استأذنه في الحرب فبرز وقتل من القوم جمعا كثيرا ، ثم استشهد. وقد زاد على شرفه شرف تخصيصه </w:t>
      </w:r>
      <w:r>
        <w:rPr>
          <w:rtl/>
          <w:lang w:bidi="fa-IR"/>
        </w:rPr>
        <w:t>(</w:t>
      </w:r>
      <w:r w:rsidRPr="00CA52B4">
        <w:rPr>
          <w:rtl/>
          <w:lang w:bidi="fa-IR"/>
        </w:rPr>
        <w:t>عليه السلام</w:t>
      </w:r>
      <w:r>
        <w:rPr>
          <w:rtl/>
          <w:lang w:bidi="fa-IR"/>
        </w:rPr>
        <w:t>)</w:t>
      </w:r>
      <w:r w:rsidRPr="00CA52B4">
        <w:rPr>
          <w:rtl/>
          <w:lang w:bidi="fa-IR"/>
        </w:rPr>
        <w:t xml:space="preserve"> إيّاه بالسلام في زيارة الناحية المقدّسة.</w:t>
      </w:r>
    </w:p>
    <w:p w:rsidR="00843DF1" w:rsidRPr="00CA52B4" w:rsidRDefault="00843DF1" w:rsidP="00347E77">
      <w:pPr>
        <w:pStyle w:val="libNormal"/>
        <w:rPr>
          <w:rtl/>
          <w:lang w:bidi="fa-IR"/>
        </w:rPr>
      </w:pPr>
      <w:r w:rsidRPr="00CA52B4">
        <w:rPr>
          <w:rtl/>
          <w:lang w:bidi="fa-IR"/>
        </w:rPr>
        <w:t>وجاء نسبه هكذا : يزيد بن المغفل بن عوف بن المغفل بن عوف بن عمير بن كلب بن ذهل بن سيار بن والبة بن الدؤل بن سعد مناة بن غامد.</w:t>
      </w:r>
    </w:p>
    <w:p w:rsidR="00843DF1" w:rsidRPr="00CA52B4" w:rsidRDefault="00843DF1" w:rsidP="00B10281">
      <w:pPr>
        <w:pStyle w:val="libVar"/>
        <w:rPr>
          <w:rtl/>
          <w:lang w:bidi="fa-IR"/>
        </w:rPr>
      </w:pPr>
      <w:r w:rsidRPr="00CA52B4">
        <w:rPr>
          <w:rtl/>
          <w:lang w:bidi="fa-IR"/>
        </w:rPr>
        <w:t>الإصابة 3 / 677. أعيان الشيعة 42 / 125. تاريخ الطبري 6 / 71. تنقيح المقال 3 / 328. جمهرة أنساب العرب / 378. شرح ابن أبي الحديد 5 / 208. الغارات 1 / 348 ، 349 ، 352 ، 358 ، 359. الكامل في التأريخ 4 / 292. وقعة صفين / 261.</w:t>
      </w:r>
    </w:p>
    <w:p w:rsidR="00843DF1" w:rsidRPr="00CA52B4" w:rsidRDefault="00843DF1" w:rsidP="00EB70B9">
      <w:pPr>
        <w:pStyle w:val="libBold1"/>
        <w:rPr>
          <w:rtl/>
          <w:lang w:bidi="fa-IR"/>
        </w:rPr>
      </w:pPr>
      <w:r w:rsidRPr="00CA52B4">
        <w:rPr>
          <w:rtl/>
        </w:rPr>
        <w:t>1241</w:t>
      </w:r>
      <w:r>
        <w:rPr>
          <w:rtl/>
        </w:rPr>
        <w:t xml:space="preserve"> ـ </w:t>
      </w:r>
      <w:r w:rsidRPr="00CA52B4">
        <w:rPr>
          <w:rtl/>
        </w:rPr>
        <w:t>يزيد بن نويرة بن الحارث بن عدي بن جشم بن مجدعة بن حارثة بن الحارث الأنصاري الحارثي</w:t>
      </w:r>
      <w:r>
        <w:rPr>
          <w:rtl/>
        </w:rPr>
        <w:t xml:space="preserve"> ..</w:t>
      </w:r>
      <w:r w:rsidRPr="00CA52B4">
        <w:rPr>
          <w:rtl/>
        </w:rPr>
        <w:t>. قتل في 38 ه‍</w:t>
      </w:r>
      <w:r>
        <w:rPr>
          <w:rtl/>
        </w:rPr>
        <w:t>.</w:t>
      </w:r>
    </w:p>
    <w:p w:rsidR="00843DF1" w:rsidRPr="00CA52B4" w:rsidRDefault="00843DF1" w:rsidP="00347E77">
      <w:pPr>
        <w:pStyle w:val="libNormal"/>
        <w:rPr>
          <w:rtl/>
          <w:lang w:bidi="fa-IR"/>
        </w:rPr>
      </w:pPr>
      <w:r w:rsidRPr="00CA52B4">
        <w:rPr>
          <w:rtl/>
          <w:lang w:bidi="fa-IR"/>
        </w:rPr>
        <w:t xml:space="preserve">فارس ، شهد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له بالجنة وشهد أحدا ، وقتل يوم النهروان. وهو أول من قتل من أصحاب عليّ </w:t>
      </w:r>
      <w:r>
        <w:rPr>
          <w:rtl/>
          <w:lang w:bidi="fa-IR"/>
        </w:rPr>
        <w:t>(</w:t>
      </w:r>
      <w:r w:rsidRPr="00CA52B4">
        <w:rPr>
          <w:rtl/>
          <w:lang w:bidi="fa-IR"/>
        </w:rPr>
        <w:t>عليه السلام</w:t>
      </w:r>
      <w:r>
        <w:rPr>
          <w:rtl/>
          <w:lang w:bidi="fa-IR"/>
        </w:rPr>
        <w:t>).</w:t>
      </w:r>
      <w:r w:rsidRPr="00CA52B4">
        <w:rPr>
          <w:rtl/>
          <w:lang w:bidi="fa-IR"/>
        </w:rPr>
        <w:t xml:space="preserve"> وذكره الشيخ الطوسي ،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وقال ابن الأثير : كان من أصحاب عليّ قتل يوم النهر وله صحبة وسابقة.</w:t>
      </w:r>
    </w:p>
    <w:p w:rsidR="00843DF1" w:rsidRPr="00CA52B4" w:rsidRDefault="00843DF1" w:rsidP="00B10281">
      <w:pPr>
        <w:pStyle w:val="libVar"/>
        <w:rPr>
          <w:rtl/>
          <w:lang w:bidi="fa-IR"/>
        </w:rPr>
      </w:pPr>
      <w:r>
        <w:rPr>
          <w:rtl/>
          <w:lang w:bidi="fa-IR"/>
        </w:rPr>
        <w:br w:type="page"/>
      </w:r>
      <w:r w:rsidRPr="00CA52B4">
        <w:rPr>
          <w:rtl/>
          <w:lang w:bidi="fa-IR"/>
        </w:rPr>
        <w:lastRenderedPageBreak/>
        <w:t>الاستيعاب 3 / 655. أسد الغابة 5 / 122. الإصابة 3 / 664. أعيان الشيعة 10 / 305. أنساب الأشراف 2 / 374. تاريخ بغداد 1 / 203. تنقيح المقال 3 / 328.</w:t>
      </w:r>
      <w:r>
        <w:rPr>
          <w:rFonts w:hint="cs"/>
          <w:rtl/>
          <w:lang w:bidi="fa-IR"/>
        </w:rPr>
        <w:t xml:space="preserve"> </w:t>
      </w:r>
      <w:r w:rsidRPr="00CA52B4">
        <w:rPr>
          <w:rtl/>
          <w:lang w:bidi="fa-IR"/>
        </w:rPr>
        <w:t>جامع الرواة 2 / 344. خلاصة الأقوال / 183. رجال ابن داود / 205. رجال الشيخ الطوسي / 62. قاموس الرجال 9 / 451. الكامل في التأريخ 3 / 348. الكنى والألقاب 3 / 171. مجمع الرجال 6 / 271. معجم رجال الحديث 20 / 120. منتهى المقال / 333. نقد الرجال / 378.</w:t>
      </w:r>
    </w:p>
    <w:p w:rsidR="00843DF1" w:rsidRPr="00CA52B4" w:rsidRDefault="00843DF1" w:rsidP="00EB70B9">
      <w:pPr>
        <w:pStyle w:val="libBold1"/>
        <w:rPr>
          <w:rtl/>
          <w:lang w:bidi="fa-IR"/>
        </w:rPr>
      </w:pPr>
      <w:r w:rsidRPr="00CA52B4">
        <w:rPr>
          <w:rtl/>
        </w:rPr>
        <w:t>1242</w:t>
      </w:r>
      <w:r>
        <w:rPr>
          <w:rtl/>
        </w:rPr>
        <w:t xml:space="preserve"> ـ </w:t>
      </w:r>
      <w:r w:rsidRPr="00CA52B4">
        <w:rPr>
          <w:rtl/>
        </w:rPr>
        <w:t>يزيد بن هانئ السبيعي</w:t>
      </w:r>
      <w:r>
        <w:rPr>
          <w:rtl/>
        </w:rPr>
        <w:t xml:space="preserve"> ....</w:t>
      </w:r>
    </w:p>
    <w:p w:rsidR="00843DF1" w:rsidRPr="00CA52B4" w:rsidRDefault="00843DF1" w:rsidP="00347E77">
      <w:pPr>
        <w:pStyle w:val="libNormal"/>
        <w:rPr>
          <w:rtl/>
          <w:lang w:bidi="fa-IR"/>
        </w:rPr>
      </w:pPr>
      <w:r w:rsidRPr="00CA52B4">
        <w:rPr>
          <w:rtl/>
          <w:lang w:bidi="fa-IR"/>
        </w:rPr>
        <w:t>من الفرسان النجباء ، والمحاربين الأوفياء ، اشترك في حرب البصرة ، وكان معه مولاه مهران ، وقاتلا قتالا شديدا. قال نصر : فحدّثني فضيل بن خديج ، عن رجل من النخع ، قال : رأيت إبراهيم بن الأشتر دخل على مصعب بن الزبير ، فسأله عن الحال كيف كانت</w:t>
      </w:r>
      <w:r>
        <w:rPr>
          <w:rtl/>
          <w:lang w:bidi="fa-IR"/>
        </w:rPr>
        <w:t>؟</w:t>
      </w:r>
      <w:r w:rsidRPr="00CA52B4">
        <w:rPr>
          <w:rtl/>
          <w:lang w:bidi="fa-IR"/>
        </w:rPr>
        <w:t xml:space="preserve"> فقال إبراهيم : كنت عند عليّ بعث إلى الأشتر أن يأتيه وقد كان الأشتر أشرف على معسكر معاوية ليدخله ، فأرسل إليه عليّ ، يزيد بن هانئ أن ائتني.</w:t>
      </w:r>
    </w:p>
    <w:p w:rsidR="00843DF1" w:rsidRPr="00CA52B4" w:rsidRDefault="00843DF1" w:rsidP="00B10281">
      <w:pPr>
        <w:pStyle w:val="libVar"/>
        <w:rPr>
          <w:rtl/>
          <w:lang w:bidi="fa-IR"/>
        </w:rPr>
      </w:pPr>
      <w:r w:rsidRPr="00CA52B4">
        <w:rPr>
          <w:rtl/>
          <w:lang w:bidi="fa-IR"/>
        </w:rPr>
        <w:t>تاريخ الطبري 6 / 27. الكامل في التأريخ 3 / 317. وقعة صفين / 184.</w:t>
      </w:r>
    </w:p>
    <w:p w:rsidR="00843DF1" w:rsidRPr="00CA52B4" w:rsidRDefault="00843DF1" w:rsidP="00EB70B9">
      <w:pPr>
        <w:pStyle w:val="libBold1"/>
        <w:rPr>
          <w:rtl/>
          <w:lang w:bidi="fa-IR"/>
        </w:rPr>
      </w:pPr>
      <w:r w:rsidRPr="00CA52B4">
        <w:rPr>
          <w:rtl/>
        </w:rPr>
        <w:t>1243</w:t>
      </w:r>
      <w:r>
        <w:rPr>
          <w:rtl/>
        </w:rPr>
        <w:t xml:space="preserve"> ـ </w:t>
      </w:r>
      <w:r w:rsidRPr="00CA52B4">
        <w:rPr>
          <w:rtl/>
        </w:rPr>
        <w:t>يزيد بن واصل المهري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مقاتل ، سكن الكوفة ، واشترك في مشاهد أمير المؤمنين </w:t>
      </w:r>
      <w:r>
        <w:rPr>
          <w:rtl/>
          <w:lang w:bidi="fa-IR"/>
        </w:rPr>
        <w:t>(</w:t>
      </w:r>
      <w:r w:rsidRPr="00CA52B4">
        <w:rPr>
          <w:rtl/>
          <w:lang w:bidi="fa-IR"/>
        </w:rPr>
        <w:t>عليه السلام</w:t>
      </w:r>
      <w:r>
        <w:rPr>
          <w:rtl/>
          <w:lang w:bidi="fa-IR"/>
        </w:rPr>
        <w:t>)</w:t>
      </w:r>
      <w:r w:rsidRPr="00CA52B4">
        <w:rPr>
          <w:rtl/>
          <w:lang w:bidi="fa-IR"/>
        </w:rPr>
        <w:t xml:space="preserve"> ، ودخل معركة صفين ، وقاتل واستشهد فيها وذلك في سنة 37 ه‍</w:t>
      </w:r>
      <w:r>
        <w:rPr>
          <w:rtl/>
          <w:lang w:bidi="fa-IR"/>
        </w:rPr>
        <w:t>.</w:t>
      </w:r>
    </w:p>
    <w:p w:rsidR="00843DF1" w:rsidRPr="00CA52B4" w:rsidRDefault="00843DF1" w:rsidP="00B10281">
      <w:pPr>
        <w:pStyle w:val="libVar"/>
        <w:rPr>
          <w:rtl/>
          <w:lang w:bidi="fa-IR"/>
        </w:rPr>
      </w:pPr>
      <w:r w:rsidRPr="00CA52B4">
        <w:rPr>
          <w:rtl/>
          <w:lang w:bidi="fa-IR"/>
        </w:rPr>
        <w:t>وقعة صفين / 556.</w:t>
      </w:r>
    </w:p>
    <w:p w:rsidR="00843DF1" w:rsidRPr="00CA52B4" w:rsidRDefault="00843DF1" w:rsidP="00EB70B9">
      <w:pPr>
        <w:pStyle w:val="libBold1"/>
        <w:rPr>
          <w:rtl/>
          <w:lang w:bidi="fa-IR"/>
        </w:rPr>
      </w:pPr>
      <w:r w:rsidRPr="00CA52B4">
        <w:rPr>
          <w:rtl/>
        </w:rPr>
        <w:t>1244</w:t>
      </w:r>
      <w:r>
        <w:rPr>
          <w:rtl/>
        </w:rPr>
        <w:t xml:space="preserve"> ـ </w:t>
      </w:r>
      <w:r w:rsidRPr="00CA52B4">
        <w:rPr>
          <w:rtl/>
        </w:rPr>
        <w:t>يعلى بن عميرة بن يعمر بن حارثة بن عبيد بن سلامة بن زوى بن مالك بن نهد العبيدي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شهد القادسية ، واشترك في وقعة صفين وحارب وكان معه اللواء. تفرد بذكره عزّ الدين ابن الأثير الجزري في كتابه </w:t>
      </w:r>
      <w:r>
        <w:rPr>
          <w:rtl/>
          <w:lang w:bidi="fa-IR"/>
        </w:rPr>
        <w:t>(</w:t>
      </w:r>
      <w:r w:rsidRPr="00CA52B4">
        <w:rPr>
          <w:rtl/>
          <w:lang w:bidi="fa-IR"/>
        </w:rPr>
        <w:t>اللباب في تهذيب الأنساب</w:t>
      </w:r>
      <w:r>
        <w:rPr>
          <w:rtl/>
          <w:lang w:bidi="fa-IR"/>
        </w:rPr>
        <w:t>).</w:t>
      </w:r>
    </w:p>
    <w:p w:rsidR="00843DF1" w:rsidRPr="00CA52B4" w:rsidRDefault="00843DF1" w:rsidP="00B10281">
      <w:pPr>
        <w:pStyle w:val="libVar"/>
        <w:rPr>
          <w:rtl/>
          <w:lang w:bidi="fa-IR"/>
        </w:rPr>
      </w:pPr>
      <w:r w:rsidRPr="00CA52B4">
        <w:rPr>
          <w:rtl/>
          <w:lang w:bidi="fa-IR"/>
        </w:rPr>
        <w:t>اللباب 2 / 318.</w:t>
      </w:r>
    </w:p>
    <w:p w:rsidR="00843DF1" w:rsidRPr="00CA52B4" w:rsidRDefault="00843DF1" w:rsidP="00EB70B9">
      <w:pPr>
        <w:pStyle w:val="libBold1"/>
        <w:rPr>
          <w:rtl/>
          <w:lang w:bidi="fa-IR"/>
        </w:rPr>
      </w:pPr>
      <w:r>
        <w:rPr>
          <w:rtl/>
          <w:lang w:bidi="fa-IR"/>
        </w:rPr>
        <w:br w:type="page"/>
      </w:r>
      <w:r w:rsidRPr="00CA52B4">
        <w:rPr>
          <w:rtl/>
        </w:rPr>
        <w:lastRenderedPageBreak/>
        <w:t>1245</w:t>
      </w:r>
      <w:r>
        <w:rPr>
          <w:rtl/>
        </w:rPr>
        <w:t xml:space="preserve"> ـ </w:t>
      </w:r>
      <w:r w:rsidRPr="00CA52B4">
        <w:rPr>
          <w:rtl/>
        </w:rPr>
        <w:t xml:space="preserve">يوسف </w:t>
      </w:r>
      <w:r>
        <w:rPr>
          <w:rtl/>
        </w:rPr>
        <w:t>(</w:t>
      </w:r>
      <w:r w:rsidRPr="00CA52B4">
        <w:rPr>
          <w:rtl/>
        </w:rPr>
        <w:t>أبو يعقوب</w:t>
      </w:r>
      <w:r>
        <w:rPr>
          <w:rtl/>
        </w:rPr>
        <w:t>)</w:t>
      </w:r>
      <w:r w:rsidRPr="00CA52B4">
        <w:rPr>
          <w:rtl/>
        </w:rPr>
        <w:t xml:space="preserve"> ابن عبد الله بن سلام بن الحارث الإسرائيلي المدني مات</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وحليف الأنصار. روى عنه خلق كبير. مات في خلافة عمر بن عبد العزيز. كوفي تابعي ثقة ، وعده بعضهم في الصحابة.</w:t>
      </w:r>
      <w:r>
        <w:rPr>
          <w:rFonts w:hint="cs"/>
          <w:rtl/>
          <w:lang w:bidi="fa-IR"/>
        </w:rPr>
        <w:t xml:space="preserve"> </w:t>
      </w:r>
      <w:r w:rsidRPr="00CA52B4">
        <w:rPr>
          <w:rtl/>
          <w:lang w:bidi="fa-IR"/>
        </w:rPr>
        <w:t xml:space="preserve">خلّف : محمدا. وجاء أنّه رأى النبي </w:t>
      </w:r>
      <w:r>
        <w:rPr>
          <w:rtl/>
          <w:lang w:bidi="fa-IR"/>
        </w:rPr>
        <w:t>(</w:t>
      </w:r>
      <w:r w:rsidRPr="00CA52B4">
        <w:rPr>
          <w:rtl/>
          <w:lang w:bidi="fa-IR"/>
        </w:rPr>
        <w:t>صلّى الله عليه وآله وسلّم</w:t>
      </w:r>
      <w:r>
        <w:rPr>
          <w:rtl/>
          <w:lang w:bidi="fa-IR"/>
        </w:rPr>
        <w:t>)</w:t>
      </w:r>
      <w:r w:rsidRPr="00CA52B4">
        <w:rPr>
          <w:rtl/>
          <w:lang w:bidi="fa-IR"/>
        </w:rPr>
        <w:t xml:space="preserve"> وأنّه أقعده في حجره. روى عنه عون بن عبد الله ، وعمر بن عبد العزيز ، وابن المنكدر ، ومعمر بن عبد الله بن حنظلة ، وعوف بن عتبة ، ويزيد بن أمية الأعور ، وعيسى بن سعيد بن أبي معقل ، ومحمد بن يحيى بن حبان.</w:t>
      </w:r>
    </w:p>
    <w:p w:rsidR="00843DF1" w:rsidRPr="00CA52B4" w:rsidRDefault="00843DF1" w:rsidP="00B10281">
      <w:pPr>
        <w:pStyle w:val="libVar"/>
        <w:rPr>
          <w:rtl/>
          <w:lang w:bidi="fa-IR"/>
        </w:rPr>
      </w:pPr>
      <w:r w:rsidRPr="00CA52B4">
        <w:rPr>
          <w:rtl/>
          <w:lang w:bidi="fa-IR"/>
        </w:rPr>
        <w:t xml:space="preserve">أسد الغابة 5 / 132. الإصابة 3 / 671. الاستيعاب 3 / 679. تهذيب التهذيب 11 / 416. الجرح والتعديل 9 / 225. الطبقات الكبرى 6 / 374. الغدير 9 / 204 </w:t>
      </w:r>
      <w:r>
        <w:rPr>
          <w:rtl/>
          <w:lang w:bidi="fa-IR"/>
        </w:rPr>
        <w:t>و 1</w:t>
      </w:r>
      <w:r w:rsidRPr="00CA52B4">
        <w:rPr>
          <w:rtl/>
          <w:lang w:bidi="fa-IR"/>
        </w:rPr>
        <w:t>0 / 212. المجروحون من المحدّثين 3 / 18. المراسيل في الحديث / 140.</w:t>
      </w:r>
    </w:p>
    <w:p w:rsidR="00843DF1" w:rsidRPr="00CA52B4" w:rsidRDefault="00843DF1" w:rsidP="00EB70B9">
      <w:pPr>
        <w:pStyle w:val="libBold1"/>
        <w:rPr>
          <w:rtl/>
          <w:lang w:bidi="fa-IR"/>
        </w:rPr>
      </w:pPr>
      <w:r w:rsidRPr="00CA52B4">
        <w:rPr>
          <w:rtl/>
        </w:rPr>
        <w:t>1246</w:t>
      </w:r>
      <w:r>
        <w:rPr>
          <w:rtl/>
        </w:rPr>
        <w:t xml:space="preserve"> ـ </w:t>
      </w:r>
      <w:r w:rsidRPr="00CA52B4">
        <w:rPr>
          <w:rtl/>
        </w:rPr>
        <w:t>يوسف بن مازن الراسبي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القاسم بن الفضل الحداني. نوح بن قيس. كما وقد روى أيضا عن الإمام السبط الحسن </w:t>
      </w:r>
      <w:r>
        <w:rPr>
          <w:rtl/>
          <w:lang w:bidi="fa-IR"/>
        </w:rPr>
        <w:t>(</w:t>
      </w:r>
      <w:r w:rsidRPr="00CA52B4">
        <w:rPr>
          <w:rtl/>
          <w:lang w:bidi="fa-IR"/>
        </w:rPr>
        <w:t>عليه السلام</w:t>
      </w:r>
      <w:r>
        <w:rPr>
          <w:rtl/>
          <w:lang w:bidi="fa-IR"/>
        </w:rPr>
        <w:t>).</w:t>
      </w:r>
      <w:r w:rsidRPr="00CA52B4">
        <w:rPr>
          <w:rtl/>
          <w:lang w:bidi="fa-IR"/>
        </w:rPr>
        <w:t xml:space="preserve"> وفي رواية يوسف بن سعد ، وقيل إنّهما اثنان ، ويعد في البصريين ، وذكره ابن حبان في الثقات. وقد فرّق بعضهم بينهما غير أنّ ابن حجر العسقلاني قال :</w:t>
      </w:r>
      <w:r>
        <w:rPr>
          <w:rFonts w:hint="cs"/>
          <w:rtl/>
          <w:lang w:bidi="fa-IR"/>
        </w:rPr>
        <w:t xml:space="preserve"> </w:t>
      </w:r>
      <w:r w:rsidRPr="00CA52B4">
        <w:rPr>
          <w:rtl/>
          <w:lang w:bidi="fa-IR"/>
        </w:rPr>
        <w:t>وعندي أنّه وهم في جعله اثنين.</w:t>
      </w:r>
    </w:p>
    <w:p w:rsidR="00843DF1" w:rsidRPr="00CA52B4" w:rsidRDefault="00843DF1" w:rsidP="00B10281">
      <w:pPr>
        <w:pStyle w:val="libVar"/>
        <w:rPr>
          <w:rtl/>
          <w:lang w:bidi="fa-IR"/>
        </w:rPr>
      </w:pPr>
      <w:r w:rsidRPr="00CA52B4">
        <w:rPr>
          <w:rtl/>
          <w:lang w:bidi="fa-IR"/>
        </w:rPr>
        <w:t>تهذيب التهذيب 11 / 413. تعجيل المنفعة / 111. الجرح والتعديل 9 / 230.</w:t>
      </w:r>
    </w:p>
    <w:p w:rsidR="00843DF1" w:rsidRPr="00CA52B4" w:rsidRDefault="00843DF1" w:rsidP="00EB70B9">
      <w:pPr>
        <w:pStyle w:val="libBold1"/>
        <w:rPr>
          <w:rtl/>
          <w:lang w:bidi="fa-IR"/>
        </w:rPr>
      </w:pPr>
      <w:r w:rsidRPr="00CA52B4">
        <w:rPr>
          <w:rtl/>
        </w:rPr>
        <w:t>1247</w:t>
      </w:r>
      <w:r>
        <w:rPr>
          <w:rtl/>
        </w:rPr>
        <w:t xml:space="preserve"> ـ </w:t>
      </w:r>
      <w:r w:rsidRPr="00CA52B4">
        <w:rPr>
          <w:rtl/>
        </w:rPr>
        <w:t>يونس بن سعيد القيسي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ذكره أبو محمد عبد الرحمن بن أبي حاتم محمد بن إدريس بن المنذر التميمي الحنظلي الرازي المتوفى 327 ه‍ في كتابه الجرح والتعديل. وتبعه الآخرون فيه.</w:t>
      </w:r>
    </w:p>
    <w:p w:rsidR="00843DF1" w:rsidRPr="00CA52B4" w:rsidRDefault="00843DF1" w:rsidP="00B10281">
      <w:pPr>
        <w:pStyle w:val="libVar"/>
        <w:rPr>
          <w:rtl/>
          <w:lang w:bidi="fa-IR"/>
        </w:rPr>
      </w:pPr>
      <w:r w:rsidRPr="00CA52B4">
        <w:rPr>
          <w:rtl/>
          <w:lang w:bidi="fa-IR"/>
        </w:rPr>
        <w:t>الجرح والتعديل 9 / 239. لسان الميزان 6 / 332. ميزان الاعتدال 4 / 481.</w:t>
      </w:r>
    </w:p>
    <w:p w:rsidR="00843DF1" w:rsidRPr="00CA52B4" w:rsidRDefault="00843DF1" w:rsidP="00EB70B9">
      <w:pPr>
        <w:pStyle w:val="libBold1"/>
        <w:rPr>
          <w:rtl/>
          <w:lang w:bidi="fa-IR"/>
        </w:rPr>
      </w:pPr>
      <w:r w:rsidRPr="00CA52B4">
        <w:rPr>
          <w:rtl/>
        </w:rPr>
        <w:t>1248</w:t>
      </w:r>
      <w:r>
        <w:rPr>
          <w:rtl/>
        </w:rPr>
        <w:t xml:space="preserve"> ـ </w:t>
      </w:r>
      <w:r w:rsidRPr="00CA52B4">
        <w:rPr>
          <w:rtl/>
        </w:rPr>
        <w:t>يونس بن يزيد بن مهران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التابعين والرواة. روى عنه جمع ، منهم عامر بن صالح بن</w:t>
      </w:r>
    </w:p>
    <w:p w:rsidR="00843DF1" w:rsidRPr="00CA52B4" w:rsidRDefault="00843DF1" w:rsidP="00B10281">
      <w:pPr>
        <w:pStyle w:val="libNormal0"/>
        <w:rPr>
          <w:rtl/>
          <w:lang w:bidi="fa-IR"/>
        </w:rPr>
      </w:pPr>
      <w:r>
        <w:rPr>
          <w:rtl/>
          <w:lang w:bidi="fa-IR"/>
        </w:rPr>
        <w:br w:type="page"/>
      </w:r>
      <w:r w:rsidRPr="00CA52B4">
        <w:rPr>
          <w:rtl/>
          <w:lang w:bidi="fa-IR"/>
        </w:rPr>
        <w:lastRenderedPageBreak/>
        <w:t>عبد الله بن عروة بن الزبير بن العوام الأسدي المديني ، المتوفى في آخر خلافة هارون الرشيد العباسي.</w:t>
      </w:r>
    </w:p>
    <w:p w:rsidR="00843DF1" w:rsidRPr="00CA52B4" w:rsidRDefault="00843DF1" w:rsidP="00347E77">
      <w:pPr>
        <w:pStyle w:val="libNormal"/>
        <w:rPr>
          <w:rtl/>
          <w:lang w:bidi="fa-IR"/>
        </w:rPr>
      </w:pPr>
      <w:r w:rsidRPr="00CA52B4">
        <w:rPr>
          <w:rtl/>
          <w:lang w:bidi="fa-IR"/>
        </w:rPr>
        <w:t xml:space="preserve">أما يونس فقد ذكره الشيخ الطوسي في رجاله ،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تاريخ بغداد 12 / 234. تنقيح المقال 3 / 344. جامع الرواة 2 / 360. رجال الشيخ الطوسي / 62. مجمع الرجال 6 / 308. معجم رجال الحديث 20 / 288.</w:t>
      </w:r>
      <w:r>
        <w:rPr>
          <w:rFonts w:hint="cs"/>
          <w:rtl/>
          <w:lang w:bidi="fa-IR"/>
        </w:rPr>
        <w:t xml:space="preserve"> </w:t>
      </w:r>
      <w:r w:rsidRPr="00CA52B4">
        <w:rPr>
          <w:rtl/>
          <w:lang w:bidi="fa-IR"/>
        </w:rPr>
        <w:t>منتهى المقال / 335. نقد الرجال / 382.</w:t>
      </w:r>
    </w:p>
    <w:p w:rsidR="00843DF1" w:rsidRPr="00CA52B4" w:rsidRDefault="00843DF1" w:rsidP="00F445EC">
      <w:pPr>
        <w:pStyle w:val="Heading1Center"/>
        <w:rPr>
          <w:rtl/>
          <w:lang w:bidi="fa-IR"/>
        </w:rPr>
      </w:pPr>
      <w:r>
        <w:rPr>
          <w:rtl/>
          <w:lang w:bidi="fa-IR"/>
        </w:rPr>
        <w:br w:type="page"/>
      </w:r>
      <w:bookmarkStart w:id="22" w:name="_Toc75964362"/>
      <w:bookmarkStart w:id="23" w:name="_Toc76197525"/>
      <w:r w:rsidRPr="00CA52B4">
        <w:rPr>
          <w:rtl/>
          <w:lang w:bidi="fa-IR"/>
        </w:rPr>
        <w:lastRenderedPageBreak/>
        <w:t>الكنى</w:t>
      </w:r>
      <w:bookmarkEnd w:id="22"/>
      <w:bookmarkEnd w:id="23"/>
    </w:p>
    <w:p w:rsidR="00843DF1" w:rsidRPr="00CA52B4" w:rsidRDefault="00843DF1" w:rsidP="00EB70B9">
      <w:pPr>
        <w:pStyle w:val="libBold1"/>
        <w:rPr>
          <w:rtl/>
          <w:lang w:bidi="fa-IR"/>
        </w:rPr>
      </w:pPr>
      <w:r w:rsidRPr="00CA52B4">
        <w:rPr>
          <w:rtl/>
        </w:rPr>
        <w:t>1249</w:t>
      </w:r>
      <w:r>
        <w:rPr>
          <w:rtl/>
        </w:rPr>
        <w:t xml:space="preserve"> ـ </w:t>
      </w:r>
      <w:r w:rsidRPr="00CA52B4">
        <w:rPr>
          <w:rtl/>
        </w:rPr>
        <w:t>أبو الأغر التميمي</w:t>
      </w:r>
      <w:r>
        <w:rPr>
          <w:rtl/>
        </w:rPr>
        <w:t xml:space="preserve"> ....</w:t>
      </w:r>
    </w:p>
    <w:p w:rsidR="00843DF1" w:rsidRPr="00CA52B4" w:rsidRDefault="00843DF1" w:rsidP="00347E77">
      <w:pPr>
        <w:pStyle w:val="libNormal"/>
        <w:rPr>
          <w:rtl/>
          <w:lang w:bidi="fa-IR"/>
        </w:rPr>
      </w:pPr>
      <w:r w:rsidRPr="00CA52B4">
        <w:rPr>
          <w:rtl/>
          <w:lang w:bidi="fa-IR"/>
        </w:rPr>
        <w:t>محارب فارس ، شهد صفّين. قال : بينا أنا واقف بصفّين ، مرّ بي العباس بن ربيعة بن الحارث بن عبد المطلب ، مكفّرا بالسلاح ، وعيناه تبصّان من تحت المغفر ، كأنّهما عينا أرقم ، وبيده صفيحة يمانية يقلّبها ، وهو على فرس له صعب ، فبينا هو يمغثه ويلين من عريكته ، هتف به هاتف من أهل الشام ، يعرف بعرار بن أدهم : يا عباس : هلم إلى البراز ، قال العباس : فالنزول إذا فإنّه أيأس من القفول.</w:t>
      </w:r>
    </w:p>
    <w:p w:rsidR="00843DF1" w:rsidRPr="00CA52B4" w:rsidRDefault="00843DF1" w:rsidP="00B10281">
      <w:pPr>
        <w:pStyle w:val="libVar"/>
        <w:rPr>
          <w:rtl/>
          <w:lang w:bidi="fa-IR"/>
        </w:rPr>
      </w:pPr>
      <w:r w:rsidRPr="00CA52B4">
        <w:rPr>
          <w:rtl/>
          <w:lang w:bidi="fa-IR"/>
        </w:rPr>
        <w:t>أعيان الشيعة 2 / 289. تنقيح المقال 3 / 3</w:t>
      </w:r>
      <w:r>
        <w:rPr>
          <w:rtl/>
          <w:lang w:bidi="fa-IR"/>
        </w:rPr>
        <w:t xml:space="preserve"> ـ </w:t>
      </w:r>
      <w:r w:rsidRPr="00CA52B4">
        <w:rPr>
          <w:rtl/>
          <w:lang w:bidi="fa-IR"/>
        </w:rPr>
        <w:t>قسم الكنى</w:t>
      </w:r>
      <w:r>
        <w:rPr>
          <w:rtl/>
          <w:lang w:bidi="fa-IR"/>
        </w:rPr>
        <w:t xml:space="preserve"> ـ.</w:t>
      </w:r>
      <w:r w:rsidRPr="00CA52B4">
        <w:rPr>
          <w:rtl/>
          <w:lang w:bidi="fa-IR"/>
        </w:rPr>
        <w:t xml:space="preserve"> شرح ابن أبي الحديد 5 / 219.</w:t>
      </w:r>
    </w:p>
    <w:p w:rsidR="00843DF1" w:rsidRPr="00CA52B4" w:rsidRDefault="00843DF1" w:rsidP="00EB70B9">
      <w:pPr>
        <w:pStyle w:val="libBold1"/>
        <w:rPr>
          <w:rtl/>
          <w:lang w:bidi="fa-IR"/>
        </w:rPr>
      </w:pPr>
      <w:r w:rsidRPr="00CA52B4">
        <w:rPr>
          <w:rtl/>
        </w:rPr>
        <w:t>1250</w:t>
      </w:r>
      <w:r>
        <w:rPr>
          <w:rtl/>
        </w:rPr>
        <w:t xml:space="preserve"> ـ </w:t>
      </w:r>
      <w:r w:rsidRPr="00CA52B4">
        <w:rPr>
          <w:rtl/>
        </w:rPr>
        <w:t>ابن أخ عمرو بن العاص</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شاب شاعر ، وكان داهيا حليما. قال ابن قتيبة : «قدم عمرو إلى معاوية ، وكان مع عمرو بن العاص ابن أخ له من بني سهم ، أريب جاء به من مصر ، فلما جاء عمرو بالكتاب مسرورا </w:t>
      </w:r>
      <w:r>
        <w:rPr>
          <w:rtl/>
          <w:lang w:bidi="fa-IR"/>
        </w:rPr>
        <w:t>(</w:t>
      </w:r>
      <w:r w:rsidRPr="00CA52B4">
        <w:rPr>
          <w:rtl/>
          <w:lang w:bidi="fa-IR"/>
        </w:rPr>
        <w:t>وهو إعطاء معاوية مصر لعمرو</w:t>
      </w:r>
      <w:r>
        <w:rPr>
          <w:rtl/>
          <w:lang w:bidi="fa-IR"/>
        </w:rPr>
        <w:t>)</w:t>
      </w:r>
      <w:r w:rsidRPr="00CA52B4">
        <w:rPr>
          <w:rtl/>
          <w:lang w:bidi="fa-IR"/>
        </w:rPr>
        <w:t xml:space="preserve"> عجب ابن أخيه من سروره وقال : </w:t>
      </w:r>
      <w:r>
        <w:rPr>
          <w:rtl/>
          <w:lang w:bidi="fa-IR"/>
        </w:rPr>
        <w:t>أ</w:t>
      </w:r>
      <w:r w:rsidRPr="00CA52B4">
        <w:rPr>
          <w:rtl/>
          <w:lang w:bidi="fa-IR"/>
        </w:rPr>
        <w:t>لا تخبرني بأيّ رأي تعيش في قريش ، وقد أعطيت دينك غيرك</w:t>
      </w:r>
      <w:r>
        <w:rPr>
          <w:rtl/>
          <w:lang w:bidi="fa-IR"/>
        </w:rPr>
        <w:t>؟</w:t>
      </w:r>
      <w:r w:rsidRPr="00CA52B4">
        <w:rPr>
          <w:rtl/>
          <w:lang w:bidi="fa-IR"/>
        </w:rPr>
        <w:t xml:space="preserve"> ومنيت دنيا غيرك. </w:t>
      </w:r>
      <w:r>
        <w:rPr>
          <w:rtl/>
          <w:lang w:bidi="fa-IR"/>
        </w:rPr>
        <w:t>أ</w:t>
      </w:r>
      <w:r w:rsidRPr="00CA52B4">
        <w:rPr>
          <w:rtl/>
          <w:lang w:bidi="fa-IR"/>
        </w:rPr>
        <w:t>ترى أهل مصر وهم قتلة عثمان يدفعونها إلى معاوية وعليّ حيّ</w:t>
      </w:r>
      <w:r>
        <w:rPr>
          <w:rtl/>
          <w:lang w:bidi="fa-IR"/>
        </w:rPr>
        <w:t>؟</w:t>
      </w:r>
      <w:r w:rsidRPr="00CA52B4">
        <w:rPr>
          <w:rtl/>
          <w:lang w:bidi="fa-IR"/>
        </w:rPr>
        <w:t xml:space="preserve"> أو تراها إن صارت إلى معاوية لا يأخذها بالحرف الذي قدّمه في الكتاب</w:t>
      </w:r>
      <w:r>
        <w:rPr>
          <w:rtl/>
          <w:lang w:bidi="fa-IR"/>
        </w:rPr>
        <w:t>؟</w:t>
      </w:r>
      <w:r w:rsidRPr="00CA52B4">
        <w:rPr>
          <w:rtl/>
          <w:lang w:bidi="fa-IR"/>
        </w:rPr>
        <w:t xml:space="preserve"> فقال عمرو : يا ابن الأخ إنّ الأمر لله دون عليّ ، ومعاوية. يا ابن أخي ، لو كنت مع عليّ وسعني بيتي ، ولكنّي الآن مع معاوية. فقال له الفتى : إنّك لم ترد معاوية ولم يردك ، ولكنّك تريد</w:t>
      </w:r>
    </w:p>
    <w:p w:rsidR="00843DF1" w:rsidRPr="00CA52B4" w:rsidRDefault="00843DF1" w:rsidP="00B10281">
      <w:pPr>
        <w:pStyle w:val="libNormal0"/>
        <w:rPr>
          <w:rtl/>
          <w:lang w:bidi="fa-IR"/>
        </w:rPr>
      </w:pPr>
      <w:r>
        <w:rPr>
          <w:rtl/>
          <w:lang w:bidi="fa-IR"/>
        </w:rPr>
        <w:br w:type="page"/>
      </w:r>
      <w:r w:rsidRPr="00CA52B4">
        <w:rPr>
          <w:rtl/>
          <w:lang w:bidi="fa-IR"/>
        </w:rPr>
        <w:lastRenderedPageBreak/>
        <w:t>دنياه ، وهو يريد دينك. وقال الفتى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ألا يا هند أخت بني زياد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دهي عمرو بداهية البلاد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رمى عمرو بأعور عبشمي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بعيد القعر مخشيّ الكياد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له خدع يحار العقل فيها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مزخرفة صوائد للفؤاد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فشرّط في الكتاب عليه حرفا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يناديه بخدعته المنادي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أثبت مثله عمرو عليه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كلا المرأين حية بطن واد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ألا يا عمرو ، ما أحرزت مصرا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ما ملت الغداة إلى الرشاد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بعت الدين بالدنيا خسارا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فأنت بذاك من شرّ العباد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فلو كنت الغداة أخذت مصرا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لكن دونها خرط القتاد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وفدت إلى معاوية بن حرب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فكنت بها كوافد قوم عاد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أعطيت الذي أعطيت منه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بطرس فيه نضح من مداد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أ</w:t>
            </w:r>
            <w:r w:rsidRPr="00CA52B4">
              <w:rPr>
                <w:rtl/>
                <w:lang w:bidi="fa-IR"/>
              </w:rPr>
              <w:t>لم تعرف أبا حسن عليّا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ما نالت يداه من الأعادي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عدلت به معاوية بن حرب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فيا بعد البياض من السواد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يا بعد الأصابع من سهيل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يا بعد الصّلاح من الفساد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أ</w:t>
            </w:r>
            <w:r w:rsidRPr="00CA52B4">
              <w:rPr>
                <w:rtl/>
                <w:lang w:bidi="fa-IR"/>
              </w:rPr>
              <w:t xml:space="preserve">تأمن أن تراه على خدب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يحث الخيل بالأسل الحداد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ينادي بالنزال وأنت منه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بعيد فانظرن من ذا تعادي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وبلغ قول الفتى معاوية ، فطلبه فهرب فلحق بعليّ ، فحدّثه بأمر عمرو ومعاوية. قال : فسرّ ذلك عليّا وقرّبه.</w:t>
      </w:r>
    </w:p>
    <w:p w:rsidR="00843DF1" w:rsidRPr="00CA52B4" w:rsidRDefault="00843DF1" w:rsidP="00B10281">
      <w:pPr>
        <w:pStyle w:val="libVar"/>
        <w:rPr>
          <w:rtl/>
          <w:lang w:bidi="fa-IR"/>
        </w:rPr>
      </w:pPr>
      <w:r w:rsidRPr="00CA52B4">
        <w:rPr>
          <w:rtl/>
          <w:lang w:bidi="fa-IR"/>
        </w:rPr>
        <w:t>الإمامة والسياسة 1 / 88. وقعة صفّين / 41</w:t>
      </w:r>
      <w:r>
        <w:rPr>
          <w:rtl/>
          <w:lang w:bidi="fa-IR"/>
        </w:rPr>
        <w:t xml:space="preserve"> ـ </w:t>
      </w:r>
      <w:r w:rsidRPr="00CA52B4">
        <w:rPr>
          <w:rtl/>
          <w:lang w:bidi="fa-IR"/>
        </w:rPr>
        <w:t>42.</w:t>
      </w:r>
    </w:p>
    <w:p w:rsidR="00843DF1" w:rsidRPr="00CA52B4" w:rsidRDefault="00843DF1" w:rsidP="00EB70B9">
      <w:pPr>
        <w:pStyle w:val="libBold1"/>
        <w:rPr>
          <w:rtl/>
          <w:lang w:bidi="fa-IR"/>
        </w:rPr>
      </w:pPr>
      <w:r w:rsidRPr="00CA52B4">
        <w:rPr>
          <w:rtl/>
        </w:rPr>
        <w:t>1251</w:t>
      </w:r>
      <w:r>
        <w:rPr>
          <w:rtl/>
        </w:rPr>
        <w:t xml:space="preserve"> ـ </w:t>
      </w:r>
      <w:r w:rsidRPr="00CA52B4">
        <w:rPr>
          <w:rtl/>
        </w:rPr>
        <w:t>ابن أغيد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قيل : إنّ اسمه ، عليّ. محدّث ، روى عنه ثمامة أبو الورد. وجاء :</w:t>
      </w:r>
      <w:r>
        <w:rPr>
          <w:rFonts w:hint="cs"/>
          <w:rtl/>
          <w:lang w:bidi="fa-IR"/>
        </w:rPr>
        <w:t xml:space="preserve"> </w:t>
      </w:r>
      <w:r w:rsidRPr="00CA52B4">
        <w:rPr>
          <w:rtl/>
          <w:lang w:bidi="fa-IR"/>
        </w:rPr>
        <w:t>ابن أعبد الليثي.</w:t>
      </w:r>
    </w:p>
    <w:p w:rsidR="00843DF1" w:rsidRPr="00CA52B4" w:rsidRDefault="00843DF1" w:rsidP="00B10281">
      <w:pPr>
        <w:pStyle w:val="libVar"/>
        <w:rPr>
          <w:rtl/>
          <w:lang w:bidi="fa-IR"/>
        </w:rPr>
      </w:pPr>
      <w:r w:rsidRPr="00CA52B4">
        <w:rPr>
          <w:rtl/>
          <w:lang w:bidi="fa-IR"/>
        </w:rPr>
        <w:t>تهذيب التهذيب 12 / 285. الجرح والتعديل 9 / 316. لسان الميزان 7 / 490.</w:t>
      </w:r>
      <w:r>
        <w:rPr>
          <w:rFonts w:hint="cs"/>
          <w:rtl/>
          <w:lang w:bidi="fa-IR"/>
        </w:rPr>
        <w:t xml:space="preserve"> </w:t>
      </w:r>
      <w:r w:rsidRPr="00CA52B4">
        <w:rPr>
          <w:rtl/>
          <w:lang w:bidi="fa-IR"/>
        </w:rPr>
        <w:t>ميزان الاعتدال 4 / 590.</w:t>
      </w:r>
    </w:p>
    <w:p w:rsidR="00843DF1" w:rsidRPr="00CA52B4" w:rsidRDefault="00843DF1" w:rsidP="00EB70B9">
      <w:pPr>
        <w:pStyle w:val="libBold1"/>
        <w:rPr>
          <w:rtl/>
          <w:lang w:bidi="fa-IR"/>
        </w:rPr>
      </w:pPr>
      <w:r w:rsidRPr="00CA52B4">
        <w:rPr>
          <w:rtl/>
        </w:rPr>
        <w:t>1252</w:t>
      </w:r>
      <w:r>
        <w:rPr>
          <w:rtl/>
        </w:rPr>
        <w:t xml:space="preserve"> ـ </w:t>
      </w:r>
      <w:r w:rsidRPr="00CA52B4">
        <w:rPr>
          <w:rtl/>
        </w:rPr>
        <w:t>ابن سلامان الغساني</w:t>
      </w:r>
      <w:r>
        <w:rPr>
          <w:rtl/>
        </w:rPr>
        <w:t xml:space="preserve"> ..</w:t>
      </w:r>
      <w:r w:rsidRPr="00CA52B4">
        <w:rPr>
          <w:rtl/>
        </w:rPr>
        <w:t>.</w:t>
      </w:r>
    </w:p>
    <w:p w:rsidR="00843DF1" w:rsidRPr="00CA52B4" w:rsidRDefault="00843DF1" w:rsidP="00EB70B9">
      <w:pPr>
        <w:pStyle w:val="libBold1"/>
        <w:rPr>
          <w:rtl/>
          <w:lang w:bidi="fa-IR"/>
        </w:rPr>
      </w:pPr>
      <w:r>
        <w:rPr>
          <w:rtl/>
          <w:lang w:bidi="fa-IR"/>
        </w:rPr>
        <w:br w:type="page"/>
      </w:r>
      <w:r w:rsidRPr="00CA52B4">
        <w:rPr>
          <w:rtl/>
        </w:rPr>
        <w:lastRenderedPageBreak/>
        <w:t>1253</w:t>
      </w:r>
      <w:r>
        <w:rPr>
          <w:rtl/>
        </w:rPr>
        <w:t xml:space="preserve"> ـ </w:t>
      </w:r>
      <w:r w:rsidRPr="00CA52B4">
        <w:rPr>
          <w:rtl/>
        </w:rPr>
        <w:t>ابن قيس</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ذكرهما النصر في كتابه ، عند ذكره أسماء من قتل من أصحاب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وقعة صفّين / 557.</w:t>
      </w:r>
    </w:p>
    <w:p w:rsidR="00843DF1" w:rsidRPr="00CA52B4" w:rsidRDefault="00843DF1" w:rsidP="00EB70B9">
      <w:pPr>
        <w:pStyle w:val="libBold1"/>
        <w:rPr>
          <w:rtl/>
          <w:lang w:bidi="fa-IR"/>
        </w:rPr>
      </w:pPr>
      <w:r w:rsidRPr="00CA52B4">
        <w:rPr>
          <w:rtl/>
        </w:rPr>
        <w:t>1254</w:t>
      </w:r>
      <w:r>
        <w:rPr>
          <w:rtl/>
        </w:rPr>
        <w:t xml:space="preserve"> ـ </w:t>
      </w:r>
      <w:r w:rsidRPr="00CA52B4">
        <w:rPr>
          <w:rtl/>
        </w:rPr>
        <w:t>أبو أراكة بن مالك بن عامر</w:t>
      </w:r>
      <w:r>
        <w:rPr>
          <w:rtl/>
        </w:rPr>
        <w:t xml:space="preserve"> ..</w:t>
      </w:r>
      <w:r w:rsidRPr="00CA52B4">
        <w:rPr>
          <w:rtl/>
        </w:rPr>
        <w:t>. البجلي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من اليمن ، ومن خواص الأصحاب والأصفياء من ربيعة ومضر. وآل أراكة أجلّاء ثقات ، ومن أكبر بيوت الشيعة ، ومنهم عليّ بن شجرة بن ميمون بن أراكة. حضر أبو أراكة صفّين ، وأخبر عن حوادثها ، وقال : إنّ عليّا قال يومئذ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دعوت فلبّاني من القوم عصبة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فوارس من همدان غير لئام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فوارس من همدان ليسوا بعزّل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غداة الوغى من شاكر وشبام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بكلّ ردينيّ وغضب تخاله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إذا اختلف الأقوام شعل ضرام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لهمدان أخلاق ودين يزينهم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بأس إذا لاقوا وحدّ خصام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الاشتقاق / 517. أعيان الشيعة 2 / 285. تنقيح المقال 3 / 51 الكنى. جامع الرواة 2 / 364. رجال الشيخ الطوسي / 63. رجال البرقي / 6. شرح ابن أبي الحديد 3 / 18. الطبقات الكبرى 5 / 31. الفوائد الرجالية 1 / 266. قاموس الرجال 10 / 7.</w:t>
      </w:r>
      <w:r>
        <w:rPr>
          <w:rFonts w:hint="cs"/>
          <w:rtl/>
          <w:lang w:bidi="fa-IR"/>
        </w:rPr>
        <w:t xml:space="preserve"> </w:t>
      </w:r>
      <w:r w:rsidRPr="00CA52B4">
        <w:rPr>
          <w:rtl/>
          <w:lang w:bidi="fa-IR"/>
        </w:rPr>
        <w:t>مجمع الرجال 7 / 3. معجم الثقات / 361. معجم رجال الحديث 21 / 10. منتهى المقال / 339. نقد الرجال / 383. وقعة صفّين / 274.</w:t>
      </w:r>
    </w:p>
    <w:p w:rsidR="00843DF1" w:rsidRPr="00CA52B4" w:rsidRDefault="00843DF1" w:rsidP="00EB70B9">
      <w:pPr>
        <w:pStyle w:val="libBold1"/>
        <w:rPr>
          <w:rtl/>
          <w:lang w:bidi="fa-IR"/>
        </w:rPr>
      </w:pPr>
      <w:r w:rsidRPr="00CA52B4">
        <w:rPr>
          <w:rtl/>
        </w:rPr>
        <w:t>1255</w:t>
      </w:r>
      <w:r>
        <w:rPr>
          <w:rtl/>
        </w:rPr>
        <w:t xml:space="preserve"> ـ </w:t>
      </w:r>
      <w:r w:rsidRPr="00CA52B4">
        <w:rPr>
          <w:rtl/>
        </w:rPr>
        <w:t>أبو أرطاة النخعي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إسماعيل بن سميع. وبكير بن الطويل. وجاء أنّ اسمه عمير بن عويمر بن عمران بن الحليس بن سياد بن نزار بن معيص.</w:t>
      </w:r>
      <w:r>
        <w:rPr>
          <w:rFonts w:hint="cs"/>
          <w:rtl/>
          <w:lang w:bidi="fa-IR"/>
        </w:rPr>
        <w:t xml:space="preserve"> </w:t>
      </w:r>
      <w:r w:rsidRPr="00CA52B4">
        <w:rPr>
          <w:rtl/>
          <w:lang w:bidi="fa-IR"/>
        </w:rPr>
        <w:t>وكان أحد قواد معاوية وأكابر أصحابه.</w:t>
      </w:r>
    </w:p>
    <w:p w:rsidR="00843DF1" w:rsidRPr="00CA52B4" w:rsidRDefault="00843DF1" w:rsidP="00B10281">
      <w:pPr>
        <w:pStyle w:val="libVar"/>
        <w:rPr>
          <w:rtl/>
          <w:lang w:bidi="fa-IR"/>
        </w:rPr>
      </w:pPr>
      <w:r w:rsidRPr="00CA52B4">
        <w:rPr>
          <w:rtl/>
          <w:lang w:bidi="fa-IR"/>
        </w:rPr>
        <w:t>تهذيب التهذيب 12 / 7. الجرح والتعديل 9 / 334. جمهرة أنساب العرب / 170. الطبقات الكبرى 7 / 409. طبقات الحفاظ / 108 ، 122. مجمع الرجال 7 / 4. ميزان الاعتدال 4 / 488. نقد الرجال / 383.</w:t>
      </w:r>
    </w:p>
    <w:p w:rsidR="00843DF1" w:rsidRPr="00CA52B4" w:rsidRDefault="00843DF1" w:rsidP="00EB70B9">
      <w:pPr>
        <w:pStyle w:val="libBold1"/>
        <w:rPr>
          <w:rtl/>
          <w:lang w:bidi="fa-IR"/>
        </w:rPr>
      </w:pPr>
      <w:r>
        <w:rPr>
          <w:rtl/>
          <w:lang w:bidi="fa-IR"/>
        </w:rPr>
        <w:br w:type="page"/>
      </w:r>
      <w:r w:rsidRPr="00CA52B4">
        <w:rPr>
          <w:rtl/>
        </w:rPr>
        <w:lastRenderedPageBreak/>
        <w:t>1256</w:t>
      </w:r>
      <w:r>
        <w:rPr>
          <w:rtl/>
        </w:rPr>
        <w:t xml:space="preserve"> ـ </w:t>
      </w:r>
      <w:r w:rsidRPr="00CA52B4">
        <w:rPr>
          <w:rtl/>
        </w:rPr>
        <w:t>أبو إسحاق الخراساني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جمع. وله أحاديث في كتب الفقه : باب الكذب والشك ، والأمر بالمعروف والنّهي عن المنكر. حدّث عنه عليّ بن أسباط.</w:t>
      </w:r>
      <w:r>
        <w:rPr>
          <w:rFonts w:hint="cs"/>
          <w:rtl/>
          <w:lang w:bidi="fa-IR"/>
        </w:rPr>
        <w:t xml:space="preserve"> </w:t>
      </w:r>
      <w:r w:rsidRPr="00CA52B4">
        <w:rPr>
          <w:rtl/>
          <w:lang w:bidi="fa-IR"/>
        </w:rPr>
        <w:t xml:space="preserve">وفي بعض المراجع : إنّه من أصحاب الإمام الرضا ، وجاء من أصحاب أبي عبد الله الصّادق </w:t>
      </w:r>
      <w:r>
        <w:rPr>
          <w:rtl/>
          <w:lang w:bidi="fa-IR"/>
        </w:rPr>
        <w:t>(</w:t>
      </w:r>
      <w:r w:rsidRPr="00CA52B4">
        <w:rPr>
          <w:rtl/>
          <w:lang w:bidi="fa-IR"/>
        </w:rPr>
        <w:t>عليهما السلام</w:t>
      </w:r>
      <w:r>
        <w:rPr>
          <w:rtl/>
          <w:lang w:bidi="fa-IR"/>
        </w:rPr>
        <w:t>).</w:t>
      </w:r>
    </w:p>
    <w:p w:rsidR="00843DF1" w:rsidRPr="00CA52B4" w:rsidRDefault="00843DF1" w:rsidP="00B10281">
      <w:pPr>
        <w:pStyle w:val="libVar"/>
        <w:rPr>
          <w:rtl/>
          <w:lang w:bidi="fa-IR"/>
        </w:rPr>
      </w:pPr>
      <w:r w:rsidRPr="00CA52B4">
        <w:rPr>
          <w:rtl/>
          <w:lang w:bidi="fa-IR"/>
        </w:rPr>
        <w:t>أعيان الشيعة 6 / 95. تنقيح المقال 3 / 2 ، فصل الكنى. جامع الرواة 2 / 365.</w:t>
      </w:r>
      <w:r>
        <w:rPr>
          <w:rFonts w:hint="cs"/>
          <w:rtl/>
          <w:lang w:bidi="fa-IR"/>
        </w:rPr>
        <w:t xml:space="preserve"> </w:t>
      </w:r>
      <w:r w:rsidRPr="00CA52B4">
        <w:rPr>
          <w:rtl/>
          <w:lang w:bidi="fa-IR"/>
        </w:rPr>
        <w:t>رجال الشيخ الطوسي / 396. رجال البرقي / 43. مجمع الرجال 7 / 5. معجم رجال الحديث 21 / 16.</w:t>
      </w:r>
    </w:p>
    <w:p w:rsidR="00843DF1" w:rsidRPr="00CA52B4" w:rsidRDefault="00843DF1" w:rsidP="00EB70B9">
      <w:pPr>
        <w:pStyle w:val="libBold1"/>
        <w:rPr>
          <w:rtl/>
          <w:lang w:bidi="fa-IR"/>
        </w:rPr>
      </w:pPr>
      <w:r w:rsidRPr="00CA52B4">
        <w:rPr>
          <w:rtl/>
        </w:rPr>
        <w:t>1257</w:t>
      </w:r>
      <w:r>
        <w:rPr>
          <w:rtl/>
        </w:rPr>
        <w:t xml:space="preserve"> ـ </w:t>
      </w:r>
      <w:r w:rsidRPr="00CA52B4">
        <w:rPr>
          <w:rtl/>
        </w:rPr>
        <w:t>أبو أسماء</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مولى عبد الله بن جعفر. محدّث روى عنه يعقوب بن خالد ، ومحمد بن أبي يحيى. ذكره ابن حاتم الرازي التميمي الحنظلي ، في كتابه </w:t>
      </w:r>
      <w:r>
        <w:rPr>
          <w:rtl/>
          <w:lang w:bidi="fa-IR"/>
        </w:rPr>
        <w:t>(</w:t>
      </w:r>
      <w:r w:rsidRPr="00CA52B4">
        <w:rPr>
          <w:rtl/>
          <w:lang w:bidi="fa-IR"/>
        </w:rPr>
        <w:t>الجرح والتعديل</w:t>
      </w:r>
      <w:r>
        <w:rPr>
          <w:rtl/>
          <w:lang w:bidi="fa-IR"/>
        </w:rPr>
        <w:t>)</w:t>
      </w:r>
      <w:r w:rsidRPr="00CA52B4">
        <w:rPr>
          <w:rtl/>
          <w:lang w:bidi="fa-IR"/>
        </w:rPr>
        <w:t xml:space="preserve"> ، وذكره ابن حبان في ثقات التابعين.</w:t>
      </w:r>
    </w:p>
    <w:p w:rsidR="00843DF1" w:rsidRPr="00CA52B4" w:rsidRDefault="00843DF1" w:rsidP="00B10281">
      <w:pPr>
        <w:pStyle w:val="libVar"/>
        <w:rPr>
          <w:rtl/>
          <w:lang w:bidi="fa-IR"/>
        </w:rPr>
      </w:pPr>
      <w:r w:rsidRPr="00CA52B4">
        <w:rPr>
          <w:rtl/>
          <w:lang w:bidi="fa-IR"/>
        </w:rPr>
        <w:t>تعجيل المنفعة / 463. الجرح والتعديل 9 / 333.</w:t>
      </w:r>
    </w:p>
    <w:p w:rsidR="00843DF1" w:rsidRPr="00CA52B4" w:rsidRDefault="00843DF1" w:rsidP="00EB70B9">
      <w:pPr>
        <w:pStyle w:val="libBold1"/>
        <w:rPr>
          <w:rtl/>
          <w:lang w:bidi="fa-IR"/>
        </w:rPr>
      </w:pPr>
      <w:r w:rsidRPr="00CA52B4">
        <w:rPr>
          <w:rtl/>
        </w:rPr>
        <w:t>1258</w:t>
      </w:r>
      <w:r>
        <w:rPr>
          <w:rtl/>
        </w:rPr>
        <w:t xml:space="preserve"> ـ </w:t>
      </w:r>
      <w:r w:rsidRPr="00CA52B4">
        <w:rPr>
          <w:rtl/>
        </w:rPr>
        <w:t>أبو أمامة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صحابي. محدّث كان يسكن الشام ، ويدعو إلى أمير المؤمنين </w:t>
      </w:r>
      <w:r>
        <w:rPr>
          <w:rtl/>
          <w:lang w:bidi="fa-IR"/>
        </w:rPr>
        <w:t>(</w:t>
      </w:r>
      <w:r w:rsidRPr="00CA52B4">
        <w:rPr>
          <w:rtl/>
          <w:lang w:bidi="fa-IR"/>
        </w:rPr>
        <w:t>عليه السلام</w:t>
      </w:r>
      <w:r>
        <w:rPr>
          <w:rtl/>
          <w:lang w:bidi="fa-IR"/>
        </w:rPr>
        <w:t>)</w:t>
      </w:r>
      <w:r w:rsidRPr="00CA52B4">
        <w:rPr>
          <w:rtl/>
          <w:lang w:bidi="fa-IR"/>
        </w:rPr>
        <w:t xml:space="preserve"> وقد كان معاوية وضع عليه الحراس ، لئلا يهرب إلى عليّ </w:t>
      </w:r>
      <w:r>
        <w:rPr>
          <w:rtl/>
          <w:lang w:bidi="fa-IR"/>
        </w:rPr>
        <w:t>(</w:t>
      </w:r>
      <w:r w:rsidRPr="00CA52B4">
        <w:rPr>
          <w:rtl/>
          <w:lang w:bidi="fa-IR"/>
        </w:rPr>
        <w:t>عليه السلام</w:t>
      </w:r>
      <w:r>
        <w:rPr>
          <w:rtl/>
          <w:lang w:bidi="fa-IR"/>
        </w:rPr>
        <w:t>).</w:t>
      </w:r>
      <w:r w:rsidRPr="00CA52B4">
        <w:rPr>
          <w:rtl/>
          <w:lang w:bidi="fa-IR"/>
        </w:rPr>
        <w:t xml:space="preserve"> وقد دخل على معاوية وقال له : علام تقاتل هذا الرجل ، فو الله لهو أقدم منك سلما ، وأحق بهذا الأمر منك ، وأقرب من النبيّ </w:t>
      </w:r>
      <w:r>
        <w:rPr>
          <w:rtl/>
          <w:lang w:bidi="fa-IR"/>
        </w:rPr>
        <w:t>(</w:t>
      </w:r>
      <w:r w:rsidRPr="00CA52B4">
        <w:rPr>
          <w:rtl/>
          <w:lang w:bidi="fa-IR"/>
        </w:rPr>
        <w:t>صلّى الله عليه وآله وسلّم</w:t>
      </w:r>
      <w:r>
        <w:rPr>
          <w:rtl/>
          <w:lang w:bidi="fa-IR"/>
        </w:rPr>
        <w:t>).</w:t>
      </w:r>
    </w:p>
    <w:p w:rsidR="00843DF1" w:rsidRPr="00CA52B4" w:rsidRDefault="00843DF1" w:rsidP="00347E77">
      <w:pPr>
        <w:pStyle w:val="libNormal"/>
        <w:rPr>
          <w:rtl/>
          <w:lang w:bidi="fa-IR"/>
        </w:rPr>
      </w:pPr>
      <w:r w:rsidRPr="00CA52B4">
        <w:rPr>
          <w:rtl/>
          <w:lang w:bidi="fa-IR"/>
        </w:rPr>
        <w:t>وجاء في بعض المراجع إنّه : أسعد بن سهل بن حنيف.</w:t>
      </w:r>
    </w:p>
    <w:p w:rsidR="00843DF1" w:rsidRPr="00CA52B4" w:rsidRDefault="00843DF1" w:rsidP="00B10281">
      <w:pPr>
        <w:pStyle w:val="libVar"/>
        <w:rPr>
          <w:rtl/>
          <w:lang w:bidi="fa-IR"/>
        </w:rPr>
      </w:pPr>
      <w:r w:rsidRPr="00CA52B4">
        <w:rPr>
          <w:rtl/>
          <w:lang w:bidi="fa-IR"/>
        </w:rPr>
        <w:t>أسد الغابة 5 / 138. أعيان الشيعة 6 / 103. تهذيب التهذيب 12 / 13. جامع الرواة 2 / 367. رجال ابن داود / 214. سفينة البحار 1 / 34. شرح ابن أبي الحديد 2 / 179 ، 183. قاموس الرجال 10 / 12. مجمع الرجال 7 / 8. مرآة الجنان 1 / 207. معجم رجال الحديث 3 / 84. منتهى المقال / 339. نقد الرجال / 383.</w:t>
      </w:r>
      <w:r>
        <w:rPr>
          <w:rFonts w:hint="cs"/>
          <w:rtl/>
          <w:lang w:bidi="fa-IR"/>
        </w:rPr>
        <w:t xml:space="preserve"> </w:t>
      </w:r>
      <w:r w:rsidRPr="00CA52B4">
        <w:rPr>
          <w:rtl/>
          <w:lang w:bidi="fa-IR"/>
        </w:rPr>
        <w:t>وقعة صفّين / 190.</w:t>
      </w:r>
    </w:p>
    <w:p w:rsidR="00843DF1" w:rsidRPr="00CA52B4" w:rsidRDefault="00843DF1" w:rsidP="00EB70B9">
      <w:pPr>
        <w:pStyle w:val="libBold1"/>
        <w:rPr>
          <w:rtl/>
          <w:lang w:bidi="fa-IR"/>
        </w:rPr>
      </w:pPr>
      <w:r>
        <w:rPr>
          <w:rtl/>
          <w:lang w:bidi="fa-IR"/>
        </w:rPr>
        <w:br w:type="page"/>
      </w:r>
      <w:r w:rsidRPr="00CA52B4">
        <w:rPr>
          <w:rtl/>
        </w:rPr>
        <w:lastRenderedPageBreak/>
        <w:t>1259</w:t>
      </w:r>
      <w:r>
        <w:rPr>
          <w:rtl/>
        </w:rPr>
        <w:t xml:space="preserve"> ـ </w:t>
      </w:r>
      <w:r w:rsidRPr="00CA52B4">
        <w:rPr>
          <w:rtl/>
        </w:rPr>
        <w:t>أبو أيوب</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محارب شهم مقدام ، حمل يومئذ أبو أيوب على صف أهل الشام ، ثم رجع فوافق رجلا من أهل الشام صادرا قد حمل على صف أهل العراق ، ثم رجع فاختلفا ضربتين فنفحه أبو أيوب فأبان عنقه ، فثبت رأسه على جسده كما هو ، وكذب الناس أن يكون ضربه وأرابهم ، حتّى إذا دخل في أهل الشام وقع ميتا ، وندر رأسه. فقال عليّ : والله لأنا من ثبات رأس الرجل أشد تعجبا منّي لضربته ، وإن كان إليها ينتهي وصف الضارب. وغدا أبو أيوب إلى القتال فقال له عليّ : أنت كما قال القائل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و</w:t>
            </w:r>
            <w:r w:rsidRPr="00CA52B4">
              <w:rPr>
                <w:rtl/>
                <w:lang w:bidi="fa-IR"/>
              </w:rPr>
              <w:t>علّمنا الضرب آباؤنا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فسوف نعلّم أيضا بنينا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وقعة صفّين / 271.</w:t>
      </w:r>
    </w:p>
    <w:p w:rsidR="00843DF1" w:rsidRPr="00CA52B4" w:rsidRDefault="00843DF1" w:rsidP="00EB70B9">
      <w:pPr>
        <w:pStyle w:val="libBold1"/>
        <w:rPr>
          <w:rtl/>
          <w:lang w:bidi="fa-IR"/>
        </w:rPr>
      </w:pPr>
      <w:r w:rsidRPr="00CA52B4">
        <w:rPr>
          <w:rtl/>
        </w:rPr>
        <w:t>1260</w:t>
      </w:r>
      <w:r>
        <w:rPr>
          <w:rtl/>
        </w:rPr>
        <w:t xml:space="preserve"> ـ </w:t>
      </w:r>
      <w:r w:rsidRPr="00CA52B4">
        <w:rPr>
          <w:rtl/>
        </w:rPr>
        <w:t>أبو أيوب بن أزهر السلمي.</w:t>
      </w:r>
    </w:p>
    <w:p w:rsidR="00843DF1" w:rsidRPr="00CA52B4" w:rsidRDefault="00843DF1" w:rsidP="00EB70B9">
      <w:pPr>
        <w:pStyle w:val="libBold1"/>
        <w:rPr>
          <w:rtl/>
          <w:lang w:bidi="fa-IR"/>
        </w:rPr>
      </w:pPr>
      <w:r w:rsidRPr="00CA52B4">
        <w:rPr>
          <w:rtl/>
        </w:rPr>
        <w:t>1261</w:t>
      </w:r>
      <w:r>
        <w:rPr>
          <w:rtl/>
        </w:rPr>
        <w:t xml:space="preserve"> ـ </w:t>
      </w:r>
      <w:r w:rsidRPr="00CA52B4">
        <w:rPr>
          <w:rtl/>
        </w:rPr>
        <w:t>أبو أيوب بن باكر الحكمي.</w:t>
      </w:r>
    </w:p>
    <w:p w:rsidR="00843DF1" w:rsidRPr="00CA52B4" w:rsidRDefault="00843DF1" w:rsidP="00EB70B9">
      <w:pPr>
        <w:pStyle w:val="libBold1"/>
        <w:rPr>
          <w:rtl/>
          <w:lang w:bidi="fa-IR"/>
        </w:rPr>
      </w:pPr>
      <w:r w:rsidRPr="00CA52B4">
        <w:rPr>
          <w:rtl/>
        </w:rPr>
        <w:t>1262</w:t>
      </w:r>
      <w:r>
        <w:rPr>
          <w:rtl/>
        </w:rPr>
        <w:t xml:space="preserve"> ـ </w:t>
      </w:r>
      <w:r w:rsidRPr="00CA52B4">
        <w:rPr>
          <w:rtl/>
        </w:rPr>
        <w:t>أبو جهل بن ظالم الرعيني.</w:t>
      </w:r>
    </w:p>
    <w:p w:rsidR="00843DF1" w:rsidRPr="00CA52B4" w:rsidRDefault="00843DF1" w:rsidP="00EB70B9">
      <w:pPr>
        <w:pStyle w:val="libBold1"/>
        <w:rPr>
          <w:rtl/>
          <w:lang w:bidi="fa-IR"/>
        </w:rPr>
      </w:pPr>
      <w:r w:rsidRPr="00CA52B4">
        <w:rPr>
          <w:rtl/>
        </w:rPr>
        <w:t>1263</w:t>
      </w:r>
      <w:r>
        <w:rPr>
          <w:rtl/>
        </w:rPr>
        <w:t xml:space="preserve"> ـ </w:t>
      </w:r>
      <w:r w:rsidRPr="00CA52B4">
        <w:rPr>
          <w:rtl/>
        </w:rPr>
        <w:t>أبو شريح بن الحارث الكلاعي.</w:t>
      </w:r>
    </w:p>
    <w:p w:rsidR="00843DF1" w:rsidRPr="00CA52B4" w:rsidRDefault="00843DF1" w:rsidP="00347E77">
      <w:pPr>
        <w:pStyle w:val="libNormal"/>
        <w:rPr>
          <w:rtl/>
          <w:lang w:bidi="fa-IR"/>
        </w:rPr>
      </w:pPr>
      <w:r w:rsidRPr="00CA52B4">
        <w:rPr>
          <w:rtl/>
          <w:lang w:bidi="fa-IR"/>
        </w:rPr>
        <w:t xml:space="preserve">كانوا في جيش أهل العراق ، وقاتلوا في صفّين مع عليّ </w:t>
      </w:r>
      <w:r>
        <w:rPr>
          <w:rtl/>
          <w:lang w:bidi="fa-IR"/>
        </w:rPr>
        <w:t>(</w:t>
      </w:r>
      <w:r w:rsidRPr="00CA52B4">
        <w:rPr>
          <w:rtl/>
          <w:lang w:bidi="fa-IR"/>
        </w:rPr>
        <w:t>عليه السلام</w:t>
      </w:r>
      <w:r>
        <w:rPr>
          <w:rtl/>
          <w:lang w:bidi="fa-IR"/>
        </w:rPr>
        <w:t>).</w:t>
      </w:r>
      <w:r w:rsidRPr="00CA52B4">
        <w:rPr>
          <w:rtl/>
          <w:lang w:bidi="fa-IR"/>
        </w:rPr>
        <w:t xml:space="preserve"> واستشهدوا فيها. ولم أقف على تراجم حياتهم. وقد جاء أن أصيب بصفّين من أهل العراق خمسة وعشرون ألفا.</w:t>
      </w:r>
    </w:p>
    <w:p w:rsidR="00843DF1" w:rsidRPr="00CA52B4" w:rsidRDefault="00843DF1" w:rsidP="00B10281">
      <w:pPr>
        <w:pStyle w:val="libVar"/>
        <w:rPr>
          <w:rtl/>
          <w:lang w:bidi="fa-IR"/>
        </w:rPr>
      </w:pPr>
      <w:r w:rsidRPr="00CA52B4">
        <w:rPr>
          <w:rtl/>
          <w:lang w:bidi="fa-IR"/>
        </w:rPr>
        <w:t>أعيان الشيعة 2 / 289. الطبقات الكبرى 7 / 241. قاموس الرجال 10 / 14. وقعة صفّين / 556</w:t>
      </w:r>
      <w:r>
        <w:rPr>
          <w:rtl/>
          <w:lang w:bidi="fa-IR"/>
        </w:rPr>
        <w:t xml:space="preserve"> ـ </w:t>
      </w:r>
      <w:r w:rsidRPr="00CA52B4">
        <w:rPr>
          <w:rtl/>
          <w:lang w:bidi="fa-IR"/>
        </w:rPr>
        <w:t>558.</w:t>
      </w:r>
    </w:p>
    <w:p w:rsidR="00843DF1" w:rsidRPr="00CA52B4" w:rsidRDefault="00843DF1" w:rsidP="00EB70B9">
      <w:pPr>
        <w:pStyle w:val="libBold1"/>
        <w:rPr>
          <w:rtl/>
          <w:lang w:bidi="fa-IR"/>
        </w:rPr>
      </w:pPr>
      <w:r w:rsidRPr="00CA52B4">
        <w:rPr>
          <w:rtl/>
        </w:rPr>
        <w:t>1264</w:t>
      </w:r>
      <w:r>
        <w:rPr>
          <w:rtl/>
        </w:rPr>
        <w:t xml:space="preserve"> ـ </w:t>
      </w:r>
      <w:r w:rsidRPr="00CA52B4">
        <w:rPr>
          <w:rtl/>
        </w:rPr>
        <w:t>أبو بردة بن عوف الأزدي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وكان ممن تخلف عن عليّ </w:t>
      </w:r>
      <w:r>
        <w:rPr>
          <w:rtl/>
          <w:lang w:bidi="fa-IR"/>
        </w:rPr>
        <w:t>(</w:t>
      </w:r>
      <w:r w:rsidRPr="00CA52B4">
        <w:rPr>
          <w:rtl/>
          <w:lang w:bidi="fa-IR"/>
        </w:rPr>
        <w:t>عليه السلام</w:t>
      </w:r>
      <w:r>
        <w:rPr>
          <w:rtl/>
          <w:lang w:bidi="fa-IR"/>
        </w:rPr>
        <w:t>).</w:t>
      </w:r>
      <w:r w:rsidRPr="00CA52B4">
        <w:rPr>
          <w:rtl/>
          <w:lang w:bidi="fa-IR"/>
        </w:rPr>
        <w:t xml:space="preserve"> كما كان أشياخ الحيّ يذكرون أنّه كان عثمانيا ، وقد شهد مع أمير المؤمنين </w:t>
      </w:r>
      <w:r>
        <w:rPr>
          <w:rtl/>
          <w:lang w:bidi="fa-IR"/>
        </w:rPr>
        <w:t>(</w:t>
      </w:r>
      <w:r w:rsidRPr="00CA52B4">
        <w:rPr>
          <w:rtl/>
          <w:lang w:bidi="fa-IR"/>
        </w:rPr>
        <w:t>عليه السلام</w:t>
      </w:r>
      <w:r>
        <w:rPr>
          <w:rtl/>
          <w:lang w:bidi="fa-IR"/>
        </w:rPr>
        <w:t>)</w:t>
      </w:r>
      <w:r w:rsidRPr="00CA52B4">
        <w:rPr>
          <w:rtl/>
          <w:lang w:bidi="fa-IR"/>
        </w:rPr>
        <w:t xml:space="preserve"> على ذلك صفّين ، ولكنّه بعد ما رجع من حرب الجمل ، كان يكاتب معاوية</w:t>
      </w:r>
    </w:p>
    <w:p w:rsidR="00843DF1" w:rsidRPr="00CA52B4" w:rsidRDefault="00843DF1" w:rsidP="00B10281">
      <w:pPr>
        <w:pStyle w:val="libNormal0"/>
        <w:rPr>
          <w:rtl/>
          <w:lang w:bidi="fa-IR"/>
        </w:rPr>
      </w:pPr>
      <w:r>
        <w:rPr>
          <w:rtl/>
          <w:lang w:bidi="fa-IR"/>
        </w:rPr>
        <w:br w:type="page"/>
      </w:r>
      <w:r w:rsidRPr="00CA52B4">
        <w:rPr>
          <w:rtl/>
          <w:lang w:bidi="fa-IR"/>
        </w:rPr>
        <w:lastRenderedPageBreak/>
        <w:t>فلما ظهر معاوية أقطعه قطيعة بالفلوجة ، وكان عليه كريما.</w:t>
      </w:r>
    </w:p>
    <w:p w:rsidR="00843DF1" w:rsidRPr="00CA52B4" w:rsidRDefault="00843DF1" w:rsidP="00B10281">
      <w:pPr>
        <w:pStyle w:val="libVar"/>
        <w:rPr>
          <w:rtl/>
          <w:lang w:bidi="fa-IR"/>
        </w:rPr>
      </w:pPr>
      <w:r w:rsidRPr="00CA52B4">
        <w:rPr>
          <w:rtl/>
          <w:lang w:bidi="fa-IR"/>
        </w:rPr>
        <w:t>الكنى والألقاب 1 / 18. وقعة صفّين / 4.</w:t>
      </w:r>
    </w:p>
    <w:p w:rsidR="00843DF1" w:rsidRPr="00CA52B4" w:rsidRDefault="00843DF1" w:rsidP="00EB70B9">
      <w:pPr>
        <w:pStyle w:val="libBold1"/>
        <w:rPr>
          <w:rtl/>
          <w:lang w:bidi="fa-IR"/>
        </w:rPr>
      </w:pPr>
      <w:r w:rsidRPr="00CA52B4">
        <w:rPr>
          <w:rtl/>
        </w:rPr>
        <w:t>1265</w:t>
      </w:r>
      <w:r>
        <w:rPr>
          <w:rtl/>
        </w:rPr>
        <w:t xml:space="preserve"> ـ </w:t>
      </w:r>
      <w:r w:rsidRPr="00CA52B4">
        <w:rPr>
          <w:rtl/>
        </w:rPr>
        <w:t>أبو بردة بن أبي موسى الأشعري المتوفى 107 ه‍</w:t>
      </w:r>
      <w:r>
        <w:rPr>
          <w:rtl/>
        </w:rPr>
        <w:t>.</w:t>
      </w:r>
    </w:p>
    <w:p w:rsidR="00843DF1" w:rsidRPr="00CA52B4" w:rsidRDefault="00843DF1" w:rsidP="00347E77">
      <w:pPr>
        <w:pStyle w:val="libNormal"/>
        <w:rPr>
          <w:rtl/>
          <w:lang w:bidi="fa-IR"/>
        </w:rPr>
      </w:pPr>
      <w:r w:rsidRPr="00CA52B4">
        <w:rPr>
          <w:rtl/>
          <w:lang w:bidi="fa-IR"/>
        </w:rPr>
        <w:t>الفقيه المحدّث ، قيل : اسمه الحارث. وعامر. وقيل : اسمه كنيته.</w:t>
      </w:r>
      <w:r>
        <w:rPr>
          <w:rFonts w:hint="cs"/>
          <w:rtl/>
          <w:lang w:bidi="fa-IR"/>
        </w:rPr>
        <w:t xml:space="preserve"> </w:t>
      </w:r>
      <w:r w:rsidRPr="00CA52B4">
        <w:rPr>
          <w:rtl/>
          <w:lang w:bidi="fa-IR"/>
        </w:rPr>
        <w:t>روى عن كثير من الصحابة ، وحدّث عنه جمع كبير. كوفي تابعي. وكان على قضاء الكوفة بعد شريح ، وكان كاتبه سعيد بن جبير. مات عام 103 / 104 / 107 ه‍</w:t>
      </w:r>
      <w:r>
        <w:rPr>
          <w:rtl/>
          <w:lang w:bidi="fa-IR"/>
        </w:rPr>
        <w:t>.</w:t>
      </w:r>
      <w:r w:rsidRPr="00CA52B4">
        <w:rPr>
          <w:rtl/>
          <w:lang w:bidi="fa-IR"/>
        </w:rPr>
        <w:t xml:space="preserve"> وأعقب : سعيدا. بلالا. وهو أحد من سعى في قتل حجر بن عدي الكندي.</w:t>
      </w:r>
    </w:p>
    <w:p w:rsidR="00843DF1" w:rsidRPr="00CA52B4" w:rsidRDefault="00843DF1" w:rsidP="00B10281">
      <w:pPr>
        <w:pStyle w:val="libVar"/>
        <w:rPr>
          <w:rtl/>
          <w:lang w:bidi="fa-IR"/>
        </w:rPr>
      </w:pPr>
      <w:r w:rsidRPr="00CA52B4">
        <w:rPr>
          <w:rtl/>
          <w:lang w:bidi="fa-IR"/>
        </w:rPr>
        <w:t>البداية والنهاية 9 / 231. تهذيب التهذيب 12 / 18. تذكرة الحفاظ 1 / 95. تاريخ جرجان / 58 ، 111 ، 346 ، 454. جمهرة أنساب العرب / 397. الجرح والتعديل 6 / 325. شرح ابن أبي الحديد 4 / 99</w:t>
      </w:r>
      <w:r>
        <w:rPr>
          <w:rtl/>
          <w:lang w:bidi="fa-IR"/>
        </w:rPr>
        <w:t xml:space="preserve"> ـ </w:t>
      </w:r>
      <w:r w:rsidRPr="00CA52B4">
        <w:rPr>
          <w:rtl/>
          <w:lang w:bidi="fa-IR"/>
        </w:rPr>
        <w:t>100. الشعر والشعراء / 673. شذرات الذهب 1 / 126. الطبقات الكبرى 6 / 256. طبقات الحفاظ / 36. العبر 1 / 128.</w:t>
      </w:r>
      <w:r>
        <w:rPr>
          <w:rFonts w:hint="cs"/>
          <w:rtl/>
          <w:lang w:bidi="fa-IR"/>
        </w:rPr>
        <w:t xml:space="preserve"> </w:t>
      </w:r>
      <w:r w:rsidRPr="00CA52B4">
        <w:rPr>
          <w:rtl/>
          <w:lang w:bidi="fa-IR"/>
        </w:rPr>
        <w:t xml:space="preserve">الغارات 1 / 52. الغدير 11 / 47. قاموس الرجال 10 / 15. الكامل في التأريخ 3 / 483 </w:t>
      </w:r>
      <w:r>
        <w:rPr>
          <w:rtl/>
          <w:lang w:bidi="fa-IR"/>
        </w:rPr>
        <w:t>و 4</w:t>
      </w:r>
      <w:r w:rsidRPr="00CA52B4">
        <w:rPr>
          <w:rtl/>
          <w:lang w:bidi="fa-IR"/>
        </w:rPr>
        <w:t xml:space="preserve"> / 411 </w:t>
      </w:r>
      <w:r>
        <w:rPr>
          <w:rtl/>
          <w:lang w:bidi="fa-IR"/>
        </w:rPr>
        <w:t>و 5</w:t>
      </w:r>
      <w:r w:rsidRPr="00CA52B4">
        <w:rPr>
          <w:rtl/>
          <w:lang w:bidi="fa-IR"/>
        </w:rPr>
        <w:t xml:space="preserve"> / 105. الكنى والألقاب 1 / 17. مجمع الرجال 7 / 10. مرآة الجنان / 1 / 220. مروج الذهب 3 / 214. المشتبه 2 / 667. المعارف / 115.</w:t>
      </w:r>
      <w:r>
        <w:rPr>
          <w:rFonts w:hint="cs"/>
          <w:rtl/>
          <w:lang w:bidi="fa-IR"/>
        </w:rPr>
        <w:t xml:space="preserve"> </w:t>
      </w:r>
      <w:r w:rsidRPr="00CA52B4">
        <w:rPr>
          <w:rtl/>
          <w:lang w:bidi="fa-IR"/>
        </w:rPr>
        <w:t>منتهى المقال / 340. النجوم الزاهرة 1 / 199 ، 252. وفيات الأعيان 3 / 10</w:t>
      </w:r>
      <w:r>
        <w:rPr>
          <w:rtl/>
          <w:lang w:bidi="fa-IR"/>
        </w:rPr>
        <w:t xml:space="preserve"> ـ </w:t>
      </w:r>
      <w:r w:rsidRPr="00CA52B4">
        <w:rPr>
          <w:rtl/>
          <w:lang w:bidi="fa-IR"/>
        </w:rPr>
        <w:t>12.</w:t>
      </w:r>
    </w:p>
    <w:p w:rsidR="00843DF1" w:rsidRPr="00CA52B4" w:rsidRDefault="00843DF1" w:rsidP="00EB70B9">
      <w:pPr>
        <w:pStyle w:val="libBold1"/>
        <w:rPr>
          <w:rtl/>
          <w:lang w:bidi="fa-IR"/>
        </w:rPr>
      </w:pPr>
      <w:r w:rsidRPr="00CA52B4">
        <w:rPr>
          <w:rtl/>
        </w:rPr>
        <w:t>1266</w:t>
      </w:r>
      <w:r>
        <w:rPr>
          <w:rtl/>
        </w:rPr>
        <w:t xml:space="preserve"> ـ </w:t>
      </w:r>
      <w:r w:rsidRPr="00CA52B4">
        <w:rPr>
          <w:rtl/>
        </w:rPr>
        <w:t>أبو بشير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مولى الإمام عليّ بن أبي طالب </w:t>
      </w:r>
      <w:r>
        <w:rPr>
          <w:rtl/>
          <w:lang w:bidi="fa-IR"/>
        </w:rPr>
        <w:t>(</w:t>
      </w:r>
      <w:r w:rsidRPr="00CA52B4">
        <w:rPr>
          <w:rtl/>
          <w:lang w:bidi="fa-IR"/>
        </w:rPr>
        <w:t>عليه السلام</w:t>
      </w:r>
      <w:r>
        <w:rPr>
          <w:rtl/>
          <w:lang w:bidi="fa-IR"/>
        </w:rPr>
        <w:t>).</w:t>
      </w:r>
      <w:r w:rsidRPr="00CA52B4">
        <w:rPr>
          <w:rtl/>
          <w:lang w:bidi="fa-IR"/>
        </w:rPr>
        <w:t xml:space="preserve"> روى عنه فطر ، سفيان بن دينار.</w:t>
      </w:r>
    </w:p>
    <w:p w:rsidR="00843DF1" w:rsidRPr="00CA52B4" w:rsidRDefault="00843DF1" w:rsidP="00B10281">
      <w:pPr>
        <w:pStyle w:val="libVar"/>
        <w:rPr>
          <w:rtl/>
          <w:lang w:bidi="fa-IR"/>
        </w:rPr>
      </w:pPr>
      <w:r w:rsidRPr="00CA52B4">
        <w:rPr>
          <w:rtl/>
          <w:lang w:bidi="fa-IR"/>
        </w:rPr>
        <w:t>الجرح والتعديل 9 / 348. قاموس الرجال 10 / 18.</w:t>
      </w:r>
    </w:p>
    <w:p w:rsidR="00843DF1" w:rsidRPr="00CA52B4" w:rsidRDefault="00843DF1" w:rsidP="00EB70B9">
      <w:pPr>
        <w:pStyle w:val="libBold1"/>
        <w:rPr>
          <w:rtl/>
          <w:lang w:bidi="fa-IR"/>
        </w:rPr>
      </w:pPr>
      <w:r w:rsidRPr="00CA52B4">
        <w:rPr>
          <w:rtl/>
        </w:rPr>
        <w:t>1267</w:t>
      </w:r>
      <w:r>
        <w:rPr>
          <w:rtl/>
        </w:rPr>
        <w:t xml:space="preserve"> ـ </w:t>
      </w:r>
      <w:r w:rsidRPr="00CA52B4">
        <w:rPr>
          <w:rtl/>
        </w:rPr>
        <w:t>أبو بصير العبدي الكوفي الأعمى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تابعيّ من الثقات. ويقال : إنّ اسمه حفص ، وقد كفّ بصره. روى أيضا عن أبيّ بن كعب ، والأشعث بن قيس ، وروى عنه ابنه عبد الله ، والعيزار بن حريث ، وأبو إسحاق الهمداني. ذكره ابن حبان في الثقات.</w:t>
      </w:r>
      <w:r>
        <w:rPr>
          <w:rFonts w:hint="cs"/>
          <w:rtl/>
          <w:lang w:bidi="fa-IR"/>
        </w:rPr>
        <w:t xml:space="preserve"> </w:t>
      </w:r>
      <w:r w:rsidRPr="00CA52B4">
        <w:rPr>
          <w:rtl/>
          <w:lang w:bidi="fa-IR"/>
        </w:rPr>
        <w:t>وكنّي أبو بصير على القلب.</w:t>
      </w:r>
    </w:p>
    <w:p w:rsidR="00843DF1" w:rsidRPr="00CA52B4" w:rsidRDefault="00843DF1" w:rsidP="00B10281">
      <w:pPr>
        <w:pStyle w:val="libVar"/>
        <w:rPr>
          <w:rtl/>
          <w:lang w:bidi="fa-IR"/>
        </w:rPr>
      </w:pPr>
      <w:r w:rsidRPr="00CA52B4">
        <w:rPr>
          <w:rtl/>
          <w:lang w:bidi="fa-IR"/>
        </w:rPr>
        <w:t>تقريب التهذيب 2 / 395. تهذيب التهذيب 12 / 22. الطبقات الكبرى 4 / 134.</w:t>
      </w:r>
    </w:p>
    <w:p w:rsidR="00843DF1" w:rsidRPr="00CA52B4" w:rsidRDefault="00843DF1" w:rsidP="00EB70B9">
      <w:pPr>
        <w:pStyle w:val="libBold1"/>
        <w:rPr>
          <w:rtl/>
          <w:lang w:bidi="fa-IR"/>
        </w:rPr>
      </w:pPr>
      <w:r>
        <w:rPr>
          <w:rtl/>
          <w:lang w:bidi="fa-IR"/>
        </w:rPr>
        <w:br w:type="page"/>
      </w:r>
      <w:r w:rsidRPr="00CA52B4">
        <w:rPr>
          <w:rtl/>
        </w:rPr>
        <w:lastRenderedPageBreak/>
        <w:t>1268</w:t>
      </w:r>
      <w:r>
        <w:rPr>
          <w:rtl/>
        </w:rPr>
        <w:t xml:space="preserve"> ـ </w:t>
      </w:r>
      <w:r w:rsidRPr="00CA52B4">
        <w:rPr>
          <w:rtl/>
        </w:rPr>
        <w:t>أبو بكر بن محمد بن عمرو بن حزم بن زيد بن لوزان بن عمرو بن عبيد بن عوف بن غنم بن مالك بن النجار الأنصاري الخزرجي النجاري المدني القاضي المتوفى 100 ه‍</w:t>
      </w:r>
      <w:r>
        <w:rPr>
          <w:rtl/>
        </w:rPr>
        <w:t>.</w:t>
      </w:r>
    </w:p>
    <w:p w:rsidR="00843DF1" w:rsidRPr="00CA52B4" w:rsidRDefault="00843DF1" w:rsidP="00347E77">
      <w:pPr>
        <w:pStyle w:val="libNormal"/>
        <w:rPr>
          <w:rtl/>
          <w:lang w:bidi="fa-IR"/>
        </w:rPr>
      </w:pPr>
      <w:r w:rsidRPr="00CA52B4">
        <w:rPr>
          <w:rtl/>
          <w:lang w:bidi="fa-IR"/>
        </w:rPr>
        <w:t>محدّث ثقة ، روى عنه الكثيرون. يقال : إنّ اسمه أبو بكر ، وكنيته أبو محمد ، وقيل : اسمه كنيته. كان قاضيا ولم يكن بالمدينة أنصاري أمير غيره ، عنده من علم القضاء. ولي القضاء والموسم ، وكان ثبتا كثير الحديث. مات سنة 100 وقيل : 110 وجاء : 120 ه‍ وخلّف : عبد الله.</w:t>
      </w:r>
      <w:r>
        <w:rPr>
          <w:rFonts w:hint="cs"/>
          <w:rtl/>
          <w:lang w:bidi="fa-IR"/>
        </w:rPr>
        <w:t xml:space="preserve"> </w:t>
      </w:r>
      <w:r w:rsidRPr="00CA52B4">
        <w:rPr>
          <w:rtl/>
          <w:lang w:bidi="fa-IR"/>
        </w:rPr>
        <w:t>محمدا.</w:t>
      </w:r>
    </w:p>
    <w:p w:rsidR="00843DF1" w:rsidRPr="00CA52B4" w:rsidRDefault="00843DF1" w:rsidP="00B10281">
      <w:pPr>
        <w:pStyle w:val="libVar"/>
        <w:rPr>
          <w:rtl/>
          <w:lang w:bidi="fa-IR"/>
        </w:rPr>
      </w:pPr>
      <w:r w:rsidRPr="00CA52B4">
        <w:rPr>
          <w:rtl/>
          <w:lang w:bidi="fa-IR"/>
        </w:rPr>
        <w:t xml:space="preserve">إتقان المقال / 151. الاشتقاق / 450. أعيان الشيعة 2 / 308. تقريب التهذيب 2 / 399. تنقيح المقال 3 / 6 وفيه : أبو بكر بن حزم. تهذيب التهذيب 12 / 24. تاريخ جرجان / 241. جامع الرواة 2 / 369. الجرح والتعديل 9 / 337. رجال ابن داود / 215. رجال البرقي / 6. شذرات الذهب 1 / 157. الطبقات الكبرى 2 / 387 </w:t>
      </w:r>
      <w:r>
        <w:rPr>
          <w:rtl/>
          <w:lang w:bidi="fa-IR"/>
        </w:rPr>
        <w:t>و 5</w:t>
      </w:r>
      <w:r w:rsidRPr="00CA52B4">
        <w:rPr>
          <w:rtl/>
          <w:lang w:bidi="fa-IR"/>
        </w:rPr>
        <w:t xml:space="preserve"> / 342 ، 347 ، 357. طبقات الحفاظ / 84. قاموس الرجال 10 / 25. الكامل في التأريخ 5 / 11. مجمع الرجال 7 / 11. المعارف / 205. معجم الثقات / 361.</w:t>
      </w:r>
      <w:r>
        <w:rPr>
          <w:rFonts w:hint="cs"/>
          <w:rtl/>
          <w:lang w:bidi="fa-IR"/>
        </w:rPr>
        <w:t xml:space="preserve"> </w:t>
      </w:r>
      <w:r w:rsidRPr="00CA52B4">
        <w:rPr>
          <w:rtl/>
          <w:lang w:bidi="fa-IR"/>
        </w:rPr>
        <w:t>منتهى المقال / 340.</w:t>
      </w:r>
    </w:p>
    <w:p w:rsidR="00843DF1" w:rsidRPr="00CA52B4" w:rsidRDefault="00843DF1" w:rsidP="00EB70B9">
      <w:pPr>
        <w:pStyle w:val="libBold1"/>
        <w:rPr>
          <w:rtl/>
          <w:lang w:bidi="fa-IR"/>
        </w:rPr>
      </w:pPr>
      <w:r w:rsidRPr="00CA52B4">
        <w:rPr>
          <w:rtl/>
        </w:rPr>
        <w:t>1269</w:t>
      </w:r>
      <w:r>
        <w:rPr>
          <w:rtl/>
        </w:rPr>
        <w:t xml:space="preserve"> ـ </w:t>
      </w:r>
      <w:r w:rsidRPr="00CA52B4">
        <w:rPr>
          <w:rtl/>
        </w:rPr>
        <w:t>أبو ثروان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 كاتب أمير المؤمنين </w:t>
      </w:r>
      <w:r>
        <w:rPr>
          <w:rtl/>
          <w:lang w:bidi="fa-IR"/>
        </w:rPr>
        <w:t>(</w:t>
      </w:r>
      <w:r w:rsidRPr="00CA52B4">
        <w:rPr>
          <w:rtl/>
          <w:lang w:bidi="fa-IR"/>
        </w:rPr>
        <w:t>عليه السلام</w:t>
      </w:r>
      <w:r>
        <w:rPr>
          <w:rtl/>
          <w:lang w:bidi="fa-IR"/>
        </w:rPr>
        <w:t>).</w:t>
      </w:r>
      <w:r w:rsidRPr="00CA52B4">
        <w:rPr>
          <w:rtl/>
          <w:lang w:bidi="fa-IR"/>
        </w:rPr>
        <w:t xml:space="preserve"> وحضر صفّين. وقد كتب بخطّه الكتاب الذي وجهه أمير المؤمنين </w:t>
      </w:r>
      <w:r>
        <w:rPr>
          <w:rtl/>
          <w:lang w:bidi="fa-IR"/>
        </w:rPr>
        <w:t>(</w:t>
      </w:r>
      <w:r w:rsidRPr="00CA52B4">
        <w:rPr>
          <w:rtl/>
          <w:lang w:bidi="fa-IR"/>
        </w:rPr>
        <w:t>عليه السلام</w:t>
      </w:r>
      <w:r>
        <w:rPr>
          <w:rtl/>
          <w:lang w:bidi="fa-IR"/>
        </w:rPr>
        <w:t>).</w:t>
      </w:r>
      <w:r w:rsidRPr="00CA52B4">
        <w:rPr>
          <w:rtl/>
          <w:lang w:bidi="fa-IR"/>
        </w:rPr>
        <w:t xml:space="preserve"> إلى أمراء الأجناد ، وجاء في آخره : ولا قوة إلا بالله. وكتب أبو ثروان.</w:t>
      </w:r>
    </w:p>
    <w:p w:rsidR="00843DF1" w:rsidRPr="00CA52B4" w:rsidRDefault="00843DF1" w:rsidP="00B10281">
      <w:pPr>
        <w:pStyle w:val="libVar"/>
        <w:rPr>
          <w:rtl/>
          <w:lang w:bidi="fa-IR"/>
        </w:rPr>
      </w:pPr>
      <w:r w:rsidRPr="00CA52B4">
        <w:rPr>
          <w:rtl/>
          <w:lang w:bidi="fa-IR"/>
        </w:rPr>
        <w:t>وقعة صفّين / 125 ، 331.</w:t>
      </w:r>
    </w:p>
    <w:p w:rsidR="00843DF1" w:rsidRPr="00CA52B4" w:rsidRDefault="00843DF1" w:rsidP="00EB70B9">
      <w:pPr>
        <w:pStyle w:val="libBold1"/>
        <w:rPr>
          <w:rtl/>
          <w:lang w:bidi="fa-IR"/>
        </w:rPr>
      </w:pPr>
      <w:r w:rsidRPr="00CA52B4">
        <w:rPr>
          <w:rtl/>
        </w:rPr>
        <w:t>1270</w:t>
      </w:r>
      <w:r>
        <w:rPr>
          <w:rtl/>
        </w:rPr>
        <w:t xml:space="preserve"> ـ </w:t>
      </w:r>
      <w:r w:rsidRPr="00CA52B4">
        <w:rPr>
          <w:rtl/>
        </w:rPr>
        <w:t>أبو جحش المغربي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جعفر بن محمد بن أبان الخراساني ، نزيل أصبهان ، وذكر أنّه ولد في زمن هارون الرشيد. قال : كنت بحلوان ، والناس يغدون ويزدحمون ، فقلت : ما لهؤلاء يغدون</w:t>
      </w:r>
      <w:r>
        <w:rPr>
          <w:rtl/>
          <w:lang w:bidi="fa-IR"/>
        </w:rPr>
        <w:t>؟</w:t>
      </w:r>
      <w:r w:rsidRPr="00CA52B4">
        <w:rPr>
          <w:rtl/>
          <w:lang w:bidi="fa-IR"/>
        </w:rPr>
        <w:t xml:space="preserve"> قالوا : هاهنا رجل يقال له أبو جحش المغربي ، وقد رأى عليّ بن أبي طالب ، فذهبت إليه معهم إلى عند أبي جحش المغربي ، وكان شيخا أسودا مثل القير طويلا ،</w:t>
      </w:r>
    </w:p>
    <w:p w:rsidR="00843DF1" w:rsidRPr="00CA52B4" w:rsidRDefault="00843DF1" w:rsidP="00B10281">
      <w:pPr>
        <w:pStyle w:val="libNormal0"/>
        <w:rPr>
          <w:rtl/>
          <w:lang w:bidi="fa-IR"/>
        </w:rPr>
      </w:pPr>
      <w:r>
        <w:rPr>
          <w:rtl/>
          <w:lang w:bidi="fa-IR"/>
        </w:rPr>
        <w:br w:type="page"/>
      </w:r>
      <w:r w:rsidRPr="00CA52B4">
        <w:rPr>
          <w:rtl/>
          <w:lang w:bidi="fa-IR"/>
        </w:rPr>
        <w:lastRenderedPageBreak/>
        <w:t>فقلت له : أنت رأيت عليّ بن أبي طالب ، ابن عمّ المصطفى</w:t>
      </w:r>
      <w:r>
        <w:rPr>
          <w:rtl/>
          <w:lang w:bidi="fa-IR"/>
        </w:rPr>
        <w:t>؟</w:t>
      </w:r>
      <w:r w:rsidRPr="00CA52B4">
        <w:rPr>
          <w:rtl/>
          <w:lang w:bidi="fa-IR"/>
        </w:rPr>
        <w:t xml:space="preserve"> قال : نعم ، قلت : وابن كم كنت</w:t>
      </w:r>
      <w:r>
        <w:rPr>
          <w:rtl/>
          <w:lang w:bidi="fa-IR"/>
        </w:rPr>
        <w:t>؟</w:t>
      </w:r>
      <w:r w:rsidRPr="00CA52B4">
        <w:rPr>
          <w:rtl/>
          <w:lang w:bidi="fa-IR"/>
        </w:rPr>
        <w:t xml:space="preserve"> قال : ابن عشر سنين ، أقل أو أكثر ، فحسبنا عمره وإذا قد أتى عليه مائة وخمس وثمانون سنة.</w:t>
      </w:r>
    </w:p>
    <w:p w:rsidR="00843DF1" w:rsidRPr="00CA52B4" w:rsidRDefault="00843DF1" w:rsidP="00347E77">
      <w:pPr>
        <w:pStyle w:val="libNormal"/>
        <w:rPr>
          <w:rtl/>
          <w:lang w:bidi="fa-IR"/>
        </w:rPr>
      </w:pPr>
      <w:r w:rsidRPr="00CA52B4">
        <w:rPr>
          <w:rtl/>
          <w:lang w:bidi="fa-IR"/>
        </w:rPr>
        <w:t>قلت : وأي يوم رأيته</w:t>
      </w:r>
      <w:r>
        <w:rPr>
          <w:rtl/>
          <w:lang w:bidi="fa-IR"/>
        </w:rPr>
        <w:t>؟</w:t>
      </w:r>
      <w:r w:rsidRPr="00CA52B4">
        <w:rPr>
          <w:rtl/>
          <w:lang w:bidi="fa-IR"/>
        </w:rPr>
        <w:t xml:space="preserve"> قال : رأيته وقت الفتن ، حين طعن وهو عليل ، ووصف لنا خلقته. قال : كان رجلا عظيم الهامة ، دقيق الساقين ، كبير البطن ، طويل اليدين ، والأصابع. قال : ووجّه عليّ بن أبي طالب الرسالة إلى ابنيه ، يقول لهم : لا تظلموه واضربوه ضربة في المكان الذي ضربني.</w:t>
      </w:r>
    </w:p>
    <w:p w:rsidR="00843DF1" w:rsidRPr="00CA52B4" w:rsidRDefault="00843DF1" w:rsidP="00347E77">
      <w:pPr>
        <w:pStyle w:val="libNormal"/>
        <w:rPr>
          <w:rtl/>
          <w:lang w:bidi="fa-IR"/>
        </w:rPr>
      </w:pPr>
      <w:r w:rsidRPr="00CA52B4">
        <w:rPr>
          <w:rtl/>
          <w:lang w:bidi="fa-IR"/>
        </w:rPr>
        <w:t xml:space="preserve">فإنّ هذا وصيّة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الذي أوصاني به قبل هذا.</w:t>
      </w:r>
    </w:p>
    <w:p w:rsidR="00843DF1" w:rsidRPr="00CA52B4" w:rsidRDefault="00843DF1" w:rsidP="00B10281">
      <w:pPr>
        <w:pStyle w:val="libVar"/>
        <w:rPr>
          <w:rtl/>
          <w:lang w:bidi="fa-IR"/>
        </w:rPr>
      </w:pPr>
      <w:r w:rsidRPr="00CA52B4">
        <w:rPr>
          <w:rtl/>
          <w:lang w:bidi="fa-IR"/>
        </w:rPr>
        <w:t>أخبار أصبهان 1 / 249. لسان الميزان 7 / 24.</w:t>
      </w:r>
    </w:p>
    <w:p w:rsidR="00843DF1" w:rsidRPr="00CA52B4" w:rsidRDefault="00843DF1" w:rsidP="00EB70B9">
      <w:pPr>
        <w:pStyle w:val="libBold1"/>
        <w:rPr>
          <w:rtl/>
          <w:lang w:bidi="fa-IR"/>
        </w:rPr>
      </w:pPr>
      <w:r w:rsidRPr="00CA52B4">
        <w:rPr>
          <w:rtl/>
        </w:rPr>
        <w:t>1271</w:t>
      </w:r>
      <w:r>
        <w:rPr>
          <w:rtl/>
        </w:rPr>
        <w:t xml:space="preserve"> ـ </w:t>
      </w:r>
      <w:r w:rsidRPr="00CA52B4">
        <w:rPr>
          <w:rtl/>
        </w:rPr>
        <w:t>أبو جرو المازني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شهد عليّا </w:t>
      </w:r>
      <w:r>
        <w:rPr>
          <w:rtl/>
          <w:lang w:bidi="fa-IR"/>
        </w:rPr>
        <w:t>(</w:t>
      </w:r>
      <w:r w:rsidRPr="00CA52B4">
        <w:rPr>
          <w:rtl/>
          <w:lang w:bidi="fa-IR"/>
        </w:rPr>
        <w:t>عليه السلام</w:t>
      </w:r>
      <w:r>
        <w:rPr>
          <w:rtl/>
          <w:lang w:bidi="fa-IR"/>
        </w:rPr>
        <w:t>).</w:t>
      </w:r>
      <w:r w:rsidRPr="00CA52B4">
        <w:rPr>
          <w:rtl/>
          <w:lang w:bidi="fa-IR"/>
        </w:rPr>
        <w:t xml:space="preserve"> ولم يعرف عنه غير ما ذكرناه. تفرد به ابن أبي حاتم الرازي.</w:t>
      </w:r>
    </w:p>
    <w:p w:rsidR="00843DF1" w:rsidRPr="00CA52B4" w:rsidRDefault="00843DF1" w:rsidP="00B10281">
      <w:pPr>
        <w:pStyle w:val="libVar"/>
        <w:rPr>
          <w:rtl/>
          <w:lang w:bidi="fa-IR"/>
        </w:rPr>
      </w:pPr>
      <w:r w:rsidRPr="00CA52B4">
        <w:rPr>
          <w:rtl/>
          <w:lang w:bidi="fa-IR"/>
        </w:rPr>
        <w:t>الجرح والتعديل 9 / 356.</w:t>
      </w:r>
    </w:p>
    <w:p w:rsidR="00843DF1" w:rsidRPr="00CA52B4" w:rsidRDefault="00843DF1" w:rsidP="00EB70B9">
      <w:pPr>
        <w:pStyle w:val="libBold1"/>
        <w:rPr>
          <w:rtl/>
          <w:lang w:bidi="fa-IR"/>
        </w:rPr>
      </w:pPr>
      <w:r w:rsidRPr="00CA52B4">
        <w:rPr>
          <w:rtl/>
        </w:rPr>
        <w:t>1272</w:t>
      </w:r>
      <w:r>
        <w:rPr>
          <w:rtl/>
        </w:rPr>
        <w:t xml:space="preserve"> ـ </w:t>
      </w:r>
      <w:r w:rsidRPr="00CA52B4">
        <w:rPr>
          <w:rtl/>
        </w:rPr>
        <w:t>أبو جعد رافع الأشجعي</w:t>
      </w:r>
      <w:r>
        <w:rPr>
          <w:rtl/>
        </w:rPr>
        <w:t xml:space="preserve"> ..</w:t>
      </w:r>
      <w:r w:rsidRPr="00CA52B4">
        <w:rPr>
          <w:rtl/>
        </w:rPr>
        <w:t>. من أشجع بن ريث بن غطفان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كوفي. حدّث أيضا عن ابن مسعود. مات وخلّف : سالما ، عبيدا ، زيادا ، وكلهم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وكان من أشراف وأعيان القوم. وآل أبي الجعد من البيوتات العريقة الأصيلة في الكوفة ، الموالية للعترة الطاهرة </w:t>
      </w:r>
      <w:r>
        <w:rPr>
          <w:rtl/>
          <w:lang w:bidi="fa-IR"/>
        </w:rPr>
        <w:t>(</w:t>
      </w:r>
      <w:r w:rsidRPr="00CA52B4">
        <w:rPr>
          <w:rtl/>
          <w:lang w:bidi="fa-IR"/>
        </w:rPr>
        <w:t>عليهم السلام</w:t>
      </w:r>
      <w:r>
        <w:rPr>
          <w:rtl/>
          <w:lang w:bidi="fa-IR"/>
        </w:rPr>
        <w:t>).</w:t>
      </w:r>
      <w:r w:rsidRPr="00CA52B4">
        <w:rPr>
          <w:rtl/>
          <w:lang w:bidi="fa-IR"/>
        </w:rPr>
        <w:t xml:space="preserve"> والذابين عنهم بأموالهم وأنفسهم.</w:t>
      </w:r>
    </w:p>
    <w:p w:rsidR="00843DF1" w:rsidRPr="00CA52B4" w:rsidRDefault="00843DF1" w:rsidP="00B10281">
      <w:pPr>
        <w:pStyle w:val="libVar"/>
        <w:rPr>
          <w:rtl/>
          <w:lang w:bidi="fa-IR"/>
        </w:rPr>
      </w:pPr>
      <w:r w:rsidRPr="00CA52B4">
        <w:rPr>
          <w:rtl/>
          <w:lang w:bidi="fa-IR"/>
        </w:rPr>
        <w:t>أسد الغابة 5 / 159. أعيان الشيعة 22 / 88 ، 311. تقريب التهذيب 2 / 406.</w:t>
      </w:r>
      <w:r>
        <w:rPr>
          <w:rFonts w:hint="cs"/>
          <w:rtl/>
          <w:lang w:bidi="fa-IR"/>
        </w:rPr>
        <w:t xml:space="preserve"> </w:t>
      </w:r>
      <w:r w:rsidRPr="00CA52B4">
        <w:rPr>
          <w:rtl/>
          <w:lang w:bidi="fa-IR"/>
        </w:rPr>
        <w:t>تنقيح المقال 3 / 8. تهذيب التهذيب 12 / 55. جامع الرواة 2 / 372. رجال ابن داود / 93. رجال الطوسي / 64. الغارات 1 / 131. قاموس الرجال 10 / 29. مجمع الرجال 7 / 20 وفيه : أبو جعيدة. معجم رجال الحديث 21 / 82. نقد الرجال / 384.</w:t>
      </w:r>
    </w:p>
    <w:p w:rsidR="00843DF1" w:rsidRPr="00CA52B4" w:rsidRDefault="00843DF1" w:rsidP="00EB70B9">
      <w:pPr>
        <w:pStyle w:val="libBold1"/>
        <w:rPr>
          <w:rtl/>
          <w:lang w:bidi="fa-IR"/>
        </w:rPr>
      </w:pPr>
      <w:r w:rsidRPr="00CA52B4">
        <w:rPr>
          <w:rtl/>
        </w:rPr>
        <w:t>1273</w:t>
      </w:r>
      <w:r>
        <w:rPr>
          <w:rtl/>
        </w:rPr>
        <w:t xml:space="preserve"> ـ </w:t>
      </w:r>
      <w:r w:rsidRPr="00CA52B4">
        <w:rPr>
          <w:rtl/>
        </w:rPr>
        <w:t>أبو جعفر الخثعمي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محمد بن حفص التميمي. وله في كتب الفقه</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أحاديث. واختلف في اسمه فقيل : هو محمد بن الحسين بن حفص. وقيل هو محمد بن حكيم. وجاء أبو جعفر الخثعمي ، وأبو جعفر الخثعمي الأشناني. وفي بعض المراجع : أبو جعفر الخثعمي محمد بن حفص ، عنه عن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أعيان الشيعة 6 / 167. تنقيح المقال 3 / 8 باب فصل الكنى. جامع الرواة 2 / 372. قاموس الرجال 10 / 30. مجمع الرجال 7 / 17. معجم رجال الحديث 21 / 93. منتهى المقال / 341.</w:t>
      </w:r>
    </w:p>
    <w:p w:rsidR="00843DF1" w:rsidRPr="00CA52B4" w:rsidRDefault="00843DF1" w:rsidP="00EB70B9">
      <w:pPr>
        <w:pStyle w:val="libBold1"/>
        <w:rPr>
          <w:rtl/>
          <w:lang w:bidi="fa-IR"/>
        </w:rPr>
      </w:pPr>
      <w:r w:rsidRPr="00CA52B4">
        <w:rPr>
          <w:rtl/>
        </w:rPr>
        <w:t>1274</w:t>
      </w:r>
      <w:r>
        <w:rPr>
          <w:rtl/>
        </w:rPr>
        <w:t xml:space="preserve"> ـ </w:t>
      </w:r>
      <w:r w:rsidRPr="00CA52B4">
        <w:rPr>
          <w:rtl/>
        </w:rPr>
        <w:t>أبو الجلاس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تابعيّ من الثقات. اقتصر بالرواية عنه </w:t>
      </w:r>
      <w:r>
        <w:rPr>
          <w:rtl/>
          <w:lang w:bidi="fa-IR"/>
        </w:rPr>
        <w:t>(</w:t>
      </w:r>
      <w:r w:rsidRPr="00CA52B4">
        <w:rPr>
          <w:rtl/>
          <w:lang w:bidi="fa-IR"/>
        </w:rPr>
        <w:t>عليه السلام</w:t>
      </w:r>
      <w:r>
        <w:rPr>
          <w:rtl/>
          <w:lang w:bidi="fa-IR"/>
        </w:rPr>
        <w:t>).</w:t>
      </w:r>
      <w:r w:rsidRPr="00CA52B4">
        <w:rPr>
          <w:rtl/>
          <w:lang w:bidi="fa-IR"/>
        </w:rPr>
        <w:t xml:space="preserve"> وحدّث عنه أبو الهند الحارث بن عبد الرحمن الهمداني.</w:t>
      </w:r>
    </w:p>
    <w:p w:rsidR="00843DF1" w:rsidRPr="00CA52B4" w:rsidRDefault="00843DF1" w:rsidP="00B10281">
      <w:pPr>
        <w:pStyle w:val="libVar"/>
        <w:rPr>
          <w:rtl/>
          <w:lang w:bidi="fa-IR"/>
        </w:rPr>
      </w:pPr>
      <w:r w:rsidRPr="00CA52B4">
        <w:rPr>
          <w:rtl/>
          <w:lang w:bidi="fa-IR"/>
        </w:rPr>
        <w:t>تهذيب التهذيب 12 / 63.</w:t>
      </w:r>
    </w:p>
    <w:p w:rsidR="00843DF1" w:rsidRPr="00CA52B4" w:rsidRDefault="00843DF1" w:rsidP="00EB70B9">
      <w:pPr>
        <w:pStyle w:val="libBold1"/>
        <w:rPr>
          <w:rtl/>
          <w:lang w:bidi="fa-IR"/>
        </w:rPr>
      </w:pPr>
      <w:r w:rsidRPr="00CA52B4">
        <w:rPr>
          <w:rtl/>
        </w:rPr>
        <w:t>1275</w:t>
      </w:r>
      <w:r>
        <w:rPr>
          <w:rtl/>
        </w:rPr>
        <w:t xml:space="preserve"> ـ </w:t>
      </w:r>
      <w:r w:rsidRPr="00CA52B4">
        <w:rPr>
          <w:rtl/>
        </w:rPr>
        <w:t>أبو جند بن عمرو</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وهو الذي عقر الجمل في حرب البصرة. وجاء أبو جند بن عبد عمرو ، كما ذكر ، أبو جند بن عبدي. فقد ذكره الشيخ الطوسي ،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أعيان الشيعة 2 / 317. تنقيح المقال 3 / 9. جامع الرواة 2 / 374. رجال ابن داود / 216. رجال الطوسي / 64. قاموس الرجال 10 / 34. مجمع الرجال 7 / 20 وفيه : أبو جند بن عبد عمرو. معجم الحديث 21 / 101. نقد الرجال / 385.</w:t>
      </w:r>
    </w:p>
    <w:p w:rsidR="00843DF1" w:rsidRPr="00CA52B4" w:rsidRDefault="00843DF1" w:rsidP="00EB70B9">
      <w:pPr>
        <w:pStyle w:val="libBold1"/>
        <w:rPr>
          <w:rtl/>
          <w:lang w:bidi="fa-IR"/>
        </w:rPr>
      </w:pPr>
      <w:r w:rsidRPr="00CA52B4">
        <w:rPr>
          <w:rtl/>
        </w:rPr>
        <w:t>1276</w:t>
      </w:r>
      <w:r>
        <w:rPr>
          <w:rtl/>
        </w:rPr>
        <w:t xml:space="preserve"> ـ </w:t>
      </w:r>
      <w:r w:rsidRPr="00CA52B4">
        <w:rPr>
          <w:rtl/>
        </w:rPr>
        <w:t>أبو جهمة الأسدي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شاعر ، فارس. خرج إلى صفين وقاتل. وحدّث عن حوادثها ، وحرّض المجاهدين على قتال أهل الشام ، ومن شعره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أنا أبو جهمة في جلد الأسد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عليّ منه لبد فوق لبد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أهجو بني تغلب ما ينجي النقد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أقود من شئت وصعب لم يقد</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ومنه قوله أيضا يرد على شاعر أهل الشام ، كعب بن جعيل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تعرفت والعراف تمج أمه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فإن كنت عرافا فلست تقائف </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أغرتم علينا تسرقون بناتنا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ليس لنا في قاع صفين قائف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يجالد من دون ابن عم محمد</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من الناس شهباء المناكب شارف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فما برحوا حتّى رأى الله صبرهم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 xml:space="preserve">حتّى اتيحت بالأكف المصاحف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أعيان الشيعة 2 / 318. شرح ابن أبي الحديد 8 / 40. وقعة صفين / 361 ، 362.</w:t>
      </w:r>
    </w:p>
    <w:p w:rsidR="00843DF1" w:rsidRPr="00CA52B4" w:rsidRDefault="00843DF1" w:rsidP="00EB70B9">
      <w:pPr>
        <w:pStyle w:val="libBold1"/>
        <w:rPr>
          <w:rtl/>
          <w:lang w:bidi="fa-IR"/>
        </w:rPr>
      </w:pPr>
      <w:r w:rsidRPr="00CA52B4">
        <w:rPr>
          <w:rtl/>
        </w:rPr>
        <w:t>1277</w:t>
      </w:r>
      <w:r>
        <w:rPr>
          <w:rtl/>
        </w:rPr>
        <w:t xml:space="preserve"> ـ </w:t>
      </w:r>
      <w:r w:rsidRPr="00CA52B4">
        <w:rPr>
          <w:rtl/>
        </w:rPr>
        <w:t>أبو الجوشاء الكوفي الطائي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وكان صاحب راية أمير المؤمنين </w:t>
      </w:r>
      <w:r>
        <w:rPr>
          <w:rtl/>
          <w:lang w:bidi="fa-IR"/>
        </w:rPr>
        <w:t>(</w:t>
      </w:r>
      <w:r w:rsidRPr="00CA52B4">
        <w:rPr>
          <w:rtl/>
          <w:lang w:bidi="fa-IR"/>
        </w:rPr>
        <w:t>عليه السلام</w:t>
      </w:r>
      <w:r>
        <w:rPr>
          <w:rtl/>
          <w:lang w:bidi="fa-IR"/>
        </w:rPr>
        <w:t>)</w:t>
      </w:r>
      <w:r w:rsidRPr="00CA52B4">
        <w:rPr>
          <w:rtl/>
          <w:lang w:bidi="fa-IR"/>
        </w:rPr>
        <w:t xml:space="preserve"> يوم خرج من الكوفة ، متوجها إلى صفين. فدفع رايته إلى أبو الجوشاء ، ودفع راية المهاجرين إلى نوح بن الحارث بن عمرو بن عثمان المخزومي. ودفع راية الأنصار إلى قرظة بن كعب. ودفع راية كنانة إلى عبد الله بن بكير بن عبد ياليل. وراية هذيل إلى عمرو بن أبي عمرو الهذلي. وراية همدان إلى رفاعة بن أبي رفاعة الهمداني. وخرج على مقدمته ، أبو ليلى بن عمرو.</w:t>
      </w:r>
      <w:r>
        <w:rPr>
          <w:rFonts w:hint="cs"/>
          <w:rtl/>
          <w:lang w:bidi="fa-IR"/>
        </w:rPr>
        <w:t xml:space="preserve"> </w:t>
      </w:r>
      <w:r w:rsidRPr="00CA52B4">
        <w:rPr>
          <w:rtl/>
          <w:lang w:bidi="fa-IR"/>
        </w:rPr>
        <w:t>وأبو سمرة بن ذويب.</w:t>
      </w:r>
    </w:p>
    <w:p w:rsidR="00843DF1" w:rsidRPr="00CA52B4" w:rsidRDefault="00843DF1" w:rsidP="00B10281">
      <w:pPr>
        <w:pStyle w:val="libVar"/>
        <w:rPr>
          <w:rtl/>
          <w:lang w:bidi="fa-IR"/>
        </w:rPr>
      </w:pPr>
      <w:r w:rsidRPr="00CA52B4">
        <w:rPr>
          <w:rtl/>
          <w:lang w:bidi="fa-IR"/>
        </w:rPr>
        <w:t>إتقان المقال / 245. أعيان الشيعة 2 / 317. أنساب الأشراف 2 / 371. تنقيح المقال 3 / 10 ق الكنى. جامع الرواة 2 / 374. رجال ابن داود / 216. رجال الطوسي / 64. قاموس الرجال 10 / 35. معجم الثقات / 362. مجمع الرجال 7 / 3.</w:t>
      </w:r>
      <w:r>
        <w:rPr>
          <w:rFonts w:hint="cs"/>
          <w:rtl/>
          <w:lang w:bidi="fa-IR"/>
        </w:rPr>
        <w:t xml:space="preserve"> </w:t>
      </w:r>
      <w:r w:rsidRPr="00CA52B4">
        <w:rPr>
          <w:rtl/>
          <w:lang w:bidi="fa-IR"/>
        </w:rPr>
        <w:t>معجم رجال الحديث 21 / 102. منتهى المقال / 342. نقد الرجال / 385.</w:t>
      </w:r>
    </w:p>
    <w:p w:rsidR="00843DF1" w:rsidRPr="00CA52B4" w:rsidRDefault="00843DF1" w:rsidP="00EB70B9">
      <w:pPr>
        <w:pStyle w:val="libBold1"/>
        <w:rPr>
          <w:rtl/>
          <w:lang w:bidi="fa-IR"/>
        </w:rPr>
      </w:pPr>
      <w:r w:rsidRPr="00CA52B4">
        <w:rPr>
          <w:rtl/>
        </w:rPr>
        <w:t>1278</w:t>
      </w:r>
      <w:r>
        <w:rPr>
          <w:rtl/>
        </w:rPr>
        <w:t xml:space="preserve"> ـ </w:t>
      </w:r>
      <w:r w:rsidRPr="00CA52B4">
        <w:rPr>
          <w:rtl/>
        </w:rPr>
        <w:t>أبو جرة الضبعي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تفرد بذكره أبو عبد الله محمد بن أحمد بن عثمان الذهبي المتوفى 748 ه‍</w:t>
      </w:r>
      <w:r>
        <w:rPr>
          <w:rtl/>
          <w:lang w:bidi="fa-IR"/>
        </w:rPr>
        <w:t>.</w:t>
      </w:r>
      <w:r w:rsidRPr="00CA52B4">
        <w:rPr>
          <w:rtl/>
          <w:lang w:bidi="fa-IR"/>
        </w:rPr>
        <w:t xml:space="preserve"> ولم أجد له ذكرا في المعاجم ، قال : أبو جرة عن عليّ.</w:t>
      </w:r>
    </w:p>
    <w:p w:rsidR="00843DF1" w:rsidRPr="00CA52B4" w:rsidRDefault="00843DF1" w:rsidP="00B10281">
      <w:pPr>
        <w:pStyle w:val="libVar"/>
        <w:rPr>
          <w:rtl/>
          <w:lang w:bidi="fa-IR"/>
        </w:rPr>
      </w:pPr>
      <w:r w:rsidRPr="00CA52B4">
        <w:rPr>
          <w:rtl/>
          <w:lang w:bidi="fa-IR"/>
        </w:rPr>
        <w:t>المشتبه في الرجال 1 / 132.</w:t>
      </w:r>
    </w:p>
    <w:p w:rsidR="00843DF1" w:rsidRPr="00CA52B4" w:rsidRDefault="00843DF1" w:rsidP="00EB70B9">
      <w:pPr>
        <w:pStyle w:val="libBold1"/>
        <w:rPr>
          <w:rtl/>
          <w:lang w:bidi="fa-IR"/>
        </w:rPr>
      </w:pPr>
      <w:r w:rsidRPr="00CA52B4">
        <w:rPr>
          <w:rtl/>
        </w:rPr>
        <w:t>1279</w:t>
      </w:r>
      <w:r>
        <w:rPr>
          <w:rtl/>
        </w:rPr>
        <w:t xml:space="preserve"> ـ </w:t>
      </w:r>
      <w:r w:rsidRPr="00CA52B4">
        <w:rPr>
          <w:rtl/>
        </w:rPr>
        <w:t>ابن الحبناء التميمي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سلم بن عبد الرحمن النخعي. ذكره ابن أبي حاتم في كتابه.</w:t>
      </w:r>
    </w:p>
    <w:p w:rsidR="00843DF1" w:rsidRPr="00CA52B4" w:rsidRDefault="00843DF1" w:rsidP="00B10281">
      <w:pPr>
        <w:pStyle w:val="libVar"/>
        <w:rPr>
          <w:rtl/>
          <w:lang w:bidi="fa-IR"/>
        </w:rPr>
      </w:pPr>
      <w:r w:rsidRPr="00CA52B4">
        <w:rPr>
          <w:rtl/>
          <w:lang w:bidi="fa-IR"/>
        </w:rPr>
        <w:t>الجرح والتعديل 9 / 318.</w:t>
      </w:r>
    </w:p>
    <w:p w:rsidR="00843DF1" w:rsidRPr="00CA52B4" w:rsidRDefault="00843DF1" w:rsidP="00EB70B9">
      <w:pPr>
        <w:pStyle w:val="libBold1"/>
        <w:rPr>
          <w:rtl/>
          <w:lang w:bidi="fa-IR"/>
        </w:rPr>
      </w:pPr>
      <w:r>
        <w:rPr>
          <w:rtl/>
          <w:lang w:bidi="fa-IR"/>
        </w:rPr>
        <w:br w:type="page"/>
      </w:r>
      <w:r w:rsidRPr="00CA52B4">
        <w:rPr>
          <w:rtl/>
        </w:rPr>
        <w:lastRenderedPageBreak/>
        <w:t>1280</w:t>
      </w:r>
      <w:r>
        <w:rPr>
          <w:rtl/>
        </w:rPr>
        <w:t xml:space="preserve"> ـ </w:t>
      </w:r>
      <w:r w:rsidRPr="00CA52B4">
        <w:rPr>
          <w:rtl/>
        </w:rPr>
        <w:t>أبو حبة بن عبد عمرو المازني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كان مع أمير المؤمنين </w:t>
      </w:r>
      <w:r>
        <w:rPr>
          <w:rtl/>
          <w:lang w:bidi="fa-IR"/>
        </w:rPr>
        <w:t>(</w:t>
      </w:r>
      <w:r w:rsidRPr="00CA52B4">
        <w:rPr>
          <w:rtl/>
          <w:lang w:bidi="fa-IR"/>
        </w:rPr>
        <w:t>عليه السلام</w:t>
      </w:r>
      <w:r>
        <w:rPr>
          <w:rtl/>
          <w:lang w:bidi="fa-IR"/>
        </w:rPr>
        <w:t>)</w:t>
      </w:r>
      <w:r w:rsidRPr="00CA52B4">
        <w:rPr>
          <w:rtl/>
          <w:lang w:bidi="fa-IR"/>
        </w:rPr>
        <w:t xml:space="preserve"> بصفين. وجاء أنّ اسمه عمرو بن غزية الأنصاري ، وقد اختلف في اسمه اختلافا فاحشا ، غير أنّ ابن مزاحم قال : وقال أبو حبة بن غزية الأنصاري واسمه عمرو. وكان شاعرا له في صفين شعر طويل ، ومنه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سائل حليلة معبد عن فعلنا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حليلة اللخميّ وابن كلاع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اسأل عبيد الله عن أرماحنا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لما ثوى متجدّلا بالقاع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اسأل معاوية المولي هاربا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الخيل تعدو وهي جدّ سراع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ما ذا يخبّرك المخبّر منهم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عنّا وعنهم عند كلّ وقاع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إن يصدقوك يخبّروك بأنّنا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أهل النّدى قدما مجيبوا الدّاعي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إن يصدقوك يخبّروك بأننا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نحمي الحقيقة عند كل مصاع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نسن للأعداء كل مثقف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لدن وكل مشطّب قطاع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ندعوا إلى التقوى ونرعى أهلها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برعاية المأمون لا المضياع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الاستيعاب 4 / 44. أسد الغابة 5 / 167. الإصابة 4 / 41. أعيان الشيعة 6 / 179. تنقيح المقال 3 / 10. تهذيب التهذيب 12 / 66. الطبقات الكبرى 3 / 479. قاموس الرجال 10 / 39. الكامل في التاريخ 2 / 367. وقعة صفين / 379.</w:t>
      </w:r>
    </w:p>
    <w:p w:rsidR="00843DF1" w:rsidRPr="00CA52B4" w:rsidRDefault="00843DF1" w:rsidP="00EB70B9">
      <w:pPr>
        <w:pStyle w:val="libBold1"/>
        <w:rPr>
          <w:rtl/>
          <w:lang w:bidi="fa-IR"/>
        </w:rPr>
      </w:pPr>
      <w:r w:rsidRPr="00CA52B4">
        <w:rPr>
          <w:rtl/>
        </w:rPr>
        <w:t>1281</w:t>
      </w:r>
      <w:r>
        <w:rPr>
          <w:rtl/>
        </w:rPr>
        <w:t xml:space="preserve"> ـ </w:t>
      </w:r>
      <w:r w:rsidRPr="00CA52B4">
        <w:rPr>
          <w:rtl/>
        </w:rPr>
        <w:t>أبو حسان الأعرج البكري البصري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حين عاد أمير المؤمنين </w:t>
      </w:r>
      <w:r>
        <w:rPr>
          <w:rtl/>
          <w:lang w:bidi="fa-IR"/>
        </w:rPr>
        <w:t>(</w:t>
      </w:r>
      <w:r w:rsidRPr="00CA52B4">
        <w:rPr>
          <w:rtl/>
          <w:lang w:bidi="fa-IR"/>
        </w:rPr>
        <w:t>عليه السلام</w:t>
      </w:r>
      <w:r>
        <w:rPr>
          <w:rtl/>
          <w:lang w:bidi="fa-IR"/>
        </w:rPr>
        <w:t>)</w:t>
      </w:r>
      <w:r w:rsidRPr="00CA52B4">
        <w:rPr>
          <w:rtl/>
          <w:lang w:bidi="fa-IR"/>
        </w:rPr>
        <w:t xml:space="preserve"> من البصرة إلى الكوفة ، بعد وقعة الجمل ، ولّى جماعة على عدة مواضع من البصرة ، ومنهم أبا حسان ، فقد بعثه إلى استان العالي. كان ثقة مستقيم الحديث ومن أفاضل التابعين. وجاء في بعض المراجع أنّ اسمه أشرس بن حسان البكري.</w:t>
      </w:r>
    </w:p>
    <w:p w:rsidR="00843DF1" w:rsidRPr="00CA52B4" w:rsidRDefault="00843DF1" w:rsidP="00B10281">
      <w:pPr>
        <w:pStyle w:val="libVar"/>
        <w:rPr>
          <w:rtl/>
          <w:lang w:bidi="fa-IR"/>
        </w:rPr>
      </w:pPr>
      <w:r w:rsidRPr="00CA52B4">
        <w:rPr>
          <w:rtl/>
          <w:lang w:bidi="fa-IR"/>
        </w:rPr>
        <w:t>أعيان الشيعة 2 / 320. تهذيب التهذيب 12 / 72. شرح ابن أبي الحديد 2 / 87.</w:t>
      </w:r>
      <w:r>
        <w:rPr>
          <w:rFonts w:hint="cs"/>
          <w:rtl/>
          <w:lang w:bidi="fa-IR"/>
        </w:rPr>
        <w:t xml:space="preserve"> </w:t>
      </w:r>
      <w:r w:rsidRPr="00CA52B4">
        <w:rPr>
          <w:rtl/>
          <w:lang w:bidi="fa-IR"/>
        </w:rPr>
        <w:t>الغارات 2 / 464 ، 465 ، 468 ، 472 ، 475 ، 820. قاموس الرجال 10 / 41. وقعة صفين / 11.</w:t>
      </w:r>
    </w:p>
    <w:p w:rsidR="00843DF1" w:rsidRPr="00CA52B4" w:rsidRDefault="00843DF1" w:rsidP="00EB70B9">
      <w:pPr>
        <w:pStyle w:val="libBold1"/>
        <w:rPr>
          <w:rtl/>
          <w:lang w:bidi="fa-IR"/>
        </w:rPr>
      </w:pPr>
      <w:r>
        <w:rPr>
          <w:rtl/>
          <w:lang w:bidi="fa-IR"/>
        </w:rPr>
        <w:br w:type="page"/>
      </w:r>
      <w:r w:rsidRPr="00CA52B4">
        <w:rPr>
          <w:rtl/>
        </w:rPr>
        <w:lastRenderedPageBreak/>
        <w:t>1282</w:t>
      </w:r>
      <w:r>
        <w:rPr>
          <w:rtl/>
        </w:rPr>
        <w:t xml:space="preserve"> ـ </w:t>
      </w:r>
      <w:r w:rsidRPr="00CA52B4">
        <w:rPr>
          <w:rtl/>
        </w:rPr>
        <w:t>أبو حنش الأزدي الشامي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ذكره الشيخ الطوسي</w:t>
      </w:r>
      <w:r>
        <w:rPr>
          <w:rtl/>
          <w:lang w:bidi="fa-IR"/>
        </w:rPr>
        <w:t xml:space="preserve"> ..</w:t>
      </w:r>
      <w:r w:rsidRPr="00CA52B4">
        <w:rPr>
          <w:rtl/>
          <w:lang w:bidi="fa-IR"/>
        </w:rPr>
        <w:t xml:space="preserve">.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ونقله الآخرون عنه. ولم يعرف عنه أكثر مما ذكرناه.</w:t>
      </w:r>
    </w:p>
    <w:p w:rsidR="00843DF1" w:rsidRPr="00CA52B4" w:rsidRDefault="00843DF1" w:rsidP="00B10281">
      <w:pPr>
        <w:pStyle w:val="libVar"/>
        <w:rPr>
          <w:rtl/>
          <w:lang w:bidi="fa-IR"/>
        </w:rPr>
      </w:pPr>
      <w:r w:rsidRPr="00CA52B4">
        <w:rPr>
          <w:rtl/>
          <w:lang w:bidi="fa-IR"/>
        </w:rPr>
        <w:t>أعيان الشيعة 2 / 344 ط كبير. جامع الرواة 2 / 380. رجال الطوسي / 65.</w:t>
      </w:r>
      <w:r>
        <w:rPr>
          <w:rFonts w:hint="cs"/>
          <w:rtl/>
          <w:lang w:bidi="fa-IR"/>
        </w:rPr>
        <w:t xml:space="preserve"> </w:t>
      </w:r>
      <w:r w:rsidRPr="00CA52B4">
        <w:rPr>
          <w:rtl/>
          <w:lang w:bidi="fa-IR"/>
        </w:rPr>
        <w:t>الطبقات الكبرى 6 / 151. معجم رجال الحديث 21 / 136. نقد الرجال / 387.</w:t>
      </w:r>
    </w:p>
    <w:p w:rsidR="00843DF1" w:rsidRPr="00CA52B4" w:rsidRDefault="00843DF1" w:rsidP="00EB70B9">
      <w:pPr>
        <w:pStyle w:val="libBold1"/>
        <w:rPr>
          <w:rtl/>
          <w:lang w:bidi="fa-IR"/>
        </w:rPr>
      </w:pPr>
      <w:r w:rsidRPr="00CA52B4">
        <w:rPr>
          <w:rtl/>
        </w:rPr>
        <w:t>1283</w:t>
      </w:r>
      <w:r>
        <w:rPr>
          <w:rtl/>
        </w:rPr>
        <w:t xml:space="preserve"> ـ </w:t>
      </w:r>
      <w:r w:rsidRPr="00CA52B4">
        <w:rPr>
          <w:rtl/>
        </w:rPr>
        <w:t>أبو حية بن قيس الوادعي الخارفي الهمداني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التابعين الثقات. قيل : اسمه عمرو بن نصر. وقيل : عبد الله.</w:t>
      </w:r>
      <w:r>
        <w:rPr>
          <w:rFonts w:hint="cs"/>
          <w:rtl/>
          <w:lang w:bidi="fa-IR"/>
        </w:rPr>
        <w:t xml:space="preserve"> </w:t>
      </w:r>
      <w:r w:rsidRPr="00CA52B4">
        <w:rPr>
          <w:rtl/>
          <w:lang w:bidi="fa-IR"/>
        </w:rPr>
        <w:t>وقيل : عامر بن الحارث. روى عنه أبو إسحاق السبيعي. ذكره ابن حبان في الثقات.</w:t>
      </w:r>
    </w:p>
    <w:p w:rsidR="00843DF1" w:rsidRPr="00CA52B4" w:rsidRDefault="00843DF1" w:rsidP="00B10281">
      <w:pPr>
        <w:pStyle w:val="libVar"/>
        <w:rPr>
          <w:rtl/>
          <w:lang w:bidi="fa-IR"/>
        </w:rPr>
      </w:pPr>
      <w:r w:rsidRPr="00CA52B4">
        <w:rPr>
          <w:rtl/>
          <w:lang w:bidi="fa-IR"/>
        </w:rPr>
        <w:t>تقريب التهذيب 2 / 415. تنقيح المقال 3 / 14. تهذيب التهذيب 12 / 81.</w:t>
      </w:r>
      <w:r>
        <w:rPr>
          <w:rFonts w:hint="cs"/>
          <w:rtl/>
          <w:lang w:bidi="fa-IR"/>
        </w:rPr>
        <w:t xml:space="preserve"> </w:t>
      </w:r>
      <w:r w:rsidRPr="00CA52B4">
        <w:rPr>
          <w:rtl/>
          <w:lang w:bidi="fa-IR"/>
        </w:rPr>
        <w:t>الجرح والتعديل 9 / 360. قاموس الرجال 10 / 58. ميزان الاعتدال 4 / 519.</w:t>
      </w:r>
    </w:p>
    <w:p w:rsidR="00843DF1" w:rsidRPr="00CA52B4" w:rsidRDefault="00843DF1" w:rsidP="00EB70B9">
      <w:pPr>
        <w:pStyle w:val="libBold1"/>
        <w:rPr>
          <w:rtl/>
          <w:lang w:bidi="fa-IR"/>
        </w:rPr>
      </w:pPr>
      <w:r w:rsidRPr="00CA52B4">
        <w:rPr>
          <w:rtl/>
        </w:rPr>
        <w:t>1284</w:t>
      </w:r>
      <w:r>
        <w:rPr>
          <w:rtl/>
        </w:rPr>
        <w:t xml:space="preserve"> ـ </w:t>
      </w:r>
      <w:r w:rsidRPr="00CA52B4">
        <w:rPr>
          <w:rtl/>
        </w:rPr>
        <w:t>أبو خليفة</w:t>
      </w:r>
      <w:r>
        <w:rPr>
          <w:rtl/>
        </w:rPr>
        <w:t xml:space="preserve"> ..</w:t>
      </w:r>
      <w:r w:rsidRPr="00CA52B4">
        <w:rPr>
          <w:rtl/>
        </w:rPr>
        <w:t>. الطائي البصري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ثقات التابعين. سكن البصرة. وقدم المدائن وحضر قتال أهل النّهروان. وحدّث عنه جمع ، منهم وهب بن منبه. قال : قال عليّ </w:t>
      </w:r>
      <w:r>
        <w:rPr>
          <w:rtl/>
          <w:lang w:bidi="fa-IR"/>
        </w:rPr>
        <w:t>(</w:t>
      </w:r>
      <w:r w:rsidRPr="00CA52B4">
        <w:rPr>
          <w:rtl/>
          <w:lang w:bidi="fa-IR"/>
        </w:rPr>
        <w:t>عليه السلام</w:t>
      </w:r>
      <w:r>
        <w:rPr>
          <w:rtl/>
          <w:lang w:bidi="fa-IR"/>
        </w:rPr>
        <w:t>)</w:t>
      </w:r>
      <w:r w:rsidRPr="00CA52B4">
        <w:rPr>
          <w:rtl/>
          <w:lang w:bidi="fa-IR"/>
        </w:rPr>
        <w:t xml:space="preserve"> ، إنّ الله تعالى رفيق يحب الرفق. وقال : لما رجعنا من النهروان لقينا قبل أن ننتهي إلى المدائن أبا العيزار الطائي ، فقال لعدي : يا أبا طريف </w:t>
      </w:r>
      <w:r>
        <w:rPr>
          <w:rtl/>
          <w:lang w:bidi="fa-IR"/>
        </w:rPr>
        <w:t>أ</w:t>
      </w:r>
      <w:r w:rsidRPr="00CA52B4">
        <w:rPr>
          <w:rtl/>
          <w:lang w:bidi="fa-IR"/>
        </w:rPr>
        <w:t>انم سالم ، أم ظالم آثم</w:t>
      </w:r>
      <w:r>
        <w:rPr>
          <w:rtl/>
          <w:lang w:bidi="fa-IR"/>
        </w:rPr>
        <w:t>؟</w:t>
      </w:r>
      <w:r w:rsidRPr="00CA52B4">
        <w:rPr>
          <w:rtl/>
          <w:lang w:bidi="fa-IR"/>
        </w:rPr>
        <w:t xml:space="preserve"> قال : بل غانم سالم.</w:t>
      </w:r>
    </w:p>
    <w:p w:rsidR="00843DF1" w:rsidRPr="00CA52B4" w:rsidRDefault="00843DF1" w:rsidP="00B10281">
      <w:pPr>
        <w:pStyle w:val="libVar"/>
        <w:rPr>
          <w:rtl/>
          <w:lang w:bidi="fa-IR"/>
        </w:rPr>
      </w:pPr>
      <w:r w:rsidRPr="00CA52B4">
        <w:rPr>
          <w:rtl/>
          <w:lang w:bidi="fa-IR"/>
        </w:rPr>
        <w:t>أعيان الشيعة 2 / 348. تاريخ بغداد 14 / 365. تقريب التهذيب 2 / 418.</w:t>
      </w:r>
      <w:r>
        <w:rPr>
          <w:rFonts w:hint="cs"/>
          <w:rtl/>
          <w:lang w:bidi="fa-IR"/>
        </w:rPr>
        <w:t xml:space="preserve"> </w:t>
      </w:r>
      <w:r w:rsidRPr="00CA52B4">
        <w:rPr>
          <w:rtl/>
          <w:lang w:bidi="fa-IR"/>
        </w:rPr>
        <w:t>تهذيب التهذيب 12 / 88. شرح ابن أبي الحديد 20 / 155. الطبقات الكبرى 7 / 182. قاموس الرجال 10 / 64. الكامل في التاريخ 8 / 109.</w:t>
      </w:r>
    </w:p>
    <w:p w:rsidR="00843DF1" w:rsidRPr="00CA52B4" w:rsidRDefault="00843DF1" w:rsidP="00EB70B9">
      <w:pPr>
        <w:pStyle w:val="libBold1"/>
        <w:rPr>
          <w:rtl/>
          <w:lang w:bidi="fa-IR"/>
        </w:rPr>
      </w:pPr>
      <w:r w:rsidRPr="00CA52B4">
        <w:rPr>
          <w:rtl/>
        </w:rPr>
        <w:t>1285</w:t>
      </w:r>
      <w:r>
        <w:rPr>
          <w:rtl/>
        </w:rPr>
        <w:t xml:space="preserve"> ـ </w:t>
      </w:r>
      <w:r w:rsidRPr="00CA52B4">
        <w:rPr>
          <w:rtl/>
        </w:rPr>
        <w:t>أبو خميصة الزبيدي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كبار الأنصار ، يقال : إنّ اسمه معبد بن عباد. ويقال أيضا أبو حميضة. وقيل : اسمه : عبد الله بن قيس. عده الشيخ الطوسي في رجاله. باب الكنى من أصحاب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أسد الغابة 5 / 182. الإصابة 4 / 53. أعيان الشيعة 2 / 348. تنقيح المقال</w:t>
      </w:r>
    </w:p>
    <w:p w:rsidR="00843DF1" w:rsidRPr="00CA52B4" w:rsidRDefault="00843DF1" w:rsidP="00B10281">
      <w:pPr>
        <w:pStyle w:val="libVar0"/>
        <w:rPr>
          <w:rtl/>
          <w:lang w:bidi="fa-IR"/>
        </w:rPr>
      </w:pPr>
      <w:r>
        <w:rPr>
          <w:rtl/>
          <w:lang w:bidi="fa-IR"/>
        </w:rPr>
        <w:br w:type="page"/>
      </w:r>
      <w:r w:rsidRPr="00CA52B4">
        <w:rPr>
          <w:rtl/>
        </w:rPr>
        <w:lastRenderedPageBreak/>
        <w:t>3 / 15. جامع الرواة 2 / 383. الجرح والتعديل 5 / 139. رجال الشيخ الطوسي / 65. الطبقات الكبرى 3 / 544. قاموس الرجال 10 / 64. مجمع الرجال 7 / 38. المشتبه 1 / 252. معجم رجال الحديث 21 / 146.</w:t>
      </w:r>
    </w:p>
    <w:p w:rsidR="00843DF1" w:rsidRPr="00CA52B4" w:rsidRDefault="00843DF1" w:rsidP="00EB70B9">
      <w:pPr>
        <w:pStyle w:val="libBold1"/>
        <w:rPr>
          <w:rtl/>
          <w:lang w:bidi="fa-IR"/>
        </w:rPr>
      </w:pPr>
      <w:r w:rsidRPr="00CA52B4">
        <w:rPr>
          <w:rtl/>
        </w:rPr>
        <w:t>1286</w:t>
      </w:r>
      <w:r>
        <w:rPr>
          <w:rtl/>
        </w:rPr>
        <w:t xml:space="preserve"> ـ </w:t>
      </w:r>
      <w:r w:rsidRPr="00CA52B4">
        <w:rPr>
          <w:rtl/>
        </w:rPr>
        <w:t>أبو راشد الحبراني الحميري الحمصي الدمشقي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ثقات التابعين ، لم يكن في زمانه بدمشق أفضل منه. يقال إنّ اسمه : أخضر. وقيل : النعمان. ذكره ابن حبان في الثقات. ويعتبر في الطبقة الأولى التي تلي الصحابة. قال : ركبت البحر عام قبرس مع ثلاثة عشر رجلا من الصحابة منهم أبو ذر ، في خلافة عثمان.</w:t>
      </w:r>
    </w:p>
    <w:p w:rsidR="00843DF1" w:rsidRPr="00CA52B4" w:rsidRDefault="00843DF1" w:rsidP="00B10281">
      <w:pPr>
        <w:pStyle w:val="libVar"/>
        <w:rPr>
          <w:rtl/>
          <w:lang w:bidi="fa-IR"/>
        </w:rPr>
      </w:pPr>
      <w:r w:rsidRPr="00CA52B4">
        <w:rPr>
          <w:rtl/>
          <w:lang w:bidi="fa-IR"/>
        </w:rPr>
        <w:t>الأنساب / 304. تقريب التهذيب 2 / 421. تهذيب التهذيب 12 / 91. الجرح والتعديل 9 / 370. الغدير 1 / 62. اللباب 1 / 336. المشتبه 1 / 277.</w:t>
      </w:r>
    </w:p>
    <w:p w:rsidR="00843DF1" w:rsidRPr="00CA52B4" w:rsidRDefault="00843DF1" w:rsidP="00EB70B9">
      <w:pPr>
        <w:pStyle w:val="libBold1"/>
        <w:rPr>
          <w:rtl/>
          <w:lang w:bidi="fa-IR"/>
        </w:rPr>
      </w:pPr>
      <w:r w:rsidRPr="00CA52B4">
        <w:rPr>
          <w:rtl/>
        </w:rPr>
        <w:t>1287</w:t>
      </w:r>
      <w:r>
        <w:rPr>
          <w:rtl/>
        </w:rPr>
        <w:t xml:space="preserve"> ـ </w:t>
      </w:r>
      <w:r w:rsidRPr="00CA52B4">
        <w:rPr>
          <w:rtl/>
        </w:rPr>
        <w:t>أبو الربيع بن أبي العاص بن ربيعة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وكان صهر النبيّ </w:t>
      </w:r>
      <w:r>
        <w:rPr>
          <w:rtl/>
          <w:lang w:bidi="fa-IR"/>
        </w:rPr>
        <w:t>(</w:t>
      </w:r>
      <w:r w:rsidRPr="00CA52B4">
        <w:rPr>
          <w:rtl/>
          <w:lang w:bidi="fa-IR"/>
        </w:rPr>
        <w:t>صلّى الله عليه وآله وسلّم</w:t>
      </w:r>
      <w:r>
        <w:rPr>
          <w:rtl/>
          <w:lang w:bidi="fa-IR"/>
        </w:rPr>
        <w:t>)</w:t>
      </w:r>
      <w:r w:rsidRPr="00CA52B4">
        <w:rPr>
          <w:rtl/>
          <w:lang w:bidi="fa-IR"/>
        </w:rPr>
        <w:t xml:space="preserve"> ، وبعد وفاة الرسول التحق بأمير المؤمنين </w:t>
      </w:r>
      <w:r>
        <w:rPr>
          <w:rtl/>
          <w:lang w:bidi="fa-IR"/>
        </w:rPr>
        <w:t>(</w:t>
      </w:r>
      <w:r w:rsidRPr="00CA52B4">
        <w:rPr>
          <w:rtl/>
          <w:lang w:bidi="fa-IR"/>
        </w:rPr>
        <w:t>عليه السلام</w:t>
      </w:r>
      <w:r>
        <w:rPr>
          <w:rtl/>
          <w:lang w:bidi="fa-IR"/>
        </w:rPr>
        <w:t>)</w:t>
      </w:r>
      <w:r w:rsidRPr="00CA52B4">
        <w:rPr>
          <w:rtl/>
          <w:lang w:bidi="fa-IR"/>
        </w:rPr>
        <w:t xml:space="preserve"> وشاهد مشاهده. وجاء أنّه كان مع أمير المؤمنين </w:t>
      </w:r>
      <w:r>
        <w:rPr>
          <w:rtl/>
          <w:lang w:bidi="fa-IR"/>
        </w:rPr>
        <w:t>(</w:t>
      </w:r>
      <w:r w:rsidRPr="00CA52B4">
        <w:rPr>
          <w:rtl/>
          <w:lang w:bidi="fa-IR"/>
        </w:rPr>
        <w:t>عليه السلام</w:t>
      </w:r>
      <w:r>
        <w:rPr>
          <w:rtl/>
          <w:lang w:bidi="fa-IR"/>
        </w:rPr>
        <w:t>)</w:t>
      </w:r>
      <w:r w:rsidRPr="00CA52B4">
        <w:rPr>
          <w:rtl/>
          <w:lang w:bidi="fa-IR"/>
        </w:rPr>
        <w:t xml:space="preserve"> من قريش خمسة نفر ومنهم سلف أمير المؤمنين </w:t>
      </w:r>
      <w:r>
        <w:rPr>
          <w:rtl/>
          <w:lang w:bidi="fa-IR"/>
        </w:rPr>
        <w:t>(</w:t>
      </w:r>
      <w:r w:rsidRPr="00CA52B4">
        <w:rPr>
          <w:rtl/>
          <w:lang w:bidi="fa-IR"/>
        </w:rPr>
        <w:t>عليه السلام</w:t>
      </w:r>
      <w:r>
        <w:rPr>
          <w:rtl/>
          <w:lang w:bidi="fa-IR"/>
        </w:rPr>
        <w:t>)</w:t>
      </w:r>
      <w:r w:rsidRPr="00CA52B4">
        <w:rPr>
          <w:rtl/>
          <w:lang w:bidi="fa-IR"/>
        </w:rPr>
        <w:t xml:space="preserve"> ابن أبي العاص بن ربيعة ، وهو صهر النبيّ </w:t>
      </w:r>
      <w:r>
        <w:rPr>
          <w:rtl/>
          <w:lang w:bidi="fa-IR"/>
        </w:rPr>
        <w:t>(</w:t>
      </w:r>
      <w:r w:rsidRPr="00CA52B4">
        <w:rPr>
          <w:rtl/>
          <w:lang w:bidi="fa-IR"/>
        </w:rPr>
        <w:t>صلّى الله عليه وآله وسلّم</w:t>
      </w:r>
      <w:r>
        <w:rPr>
          <w:rtl/>
          <w:lang w:bidi="fa-IR"/>
        </w:rPr>
        <w:t>)</w:t>
      </w:r>
      <w:r w:rsidRPr="00CA52B4">
        <w:rPr>
          <w:rtl/>
          <w:lang w:bidi="fa-IR"/>
        </w:rPr>
        <w:t xml:space="preserve"> أبو الربيع. وقيل : إنّ كنيته أبو العاص بن الربيع بن عبد العزى بن عبد شمس. وما جاء في بعض المراجع فلا اعتماد عليه.</w:t>
      </w:r>
    </w:p>
    <w:p w:rsidR="00843DF1" w:rsidRPr="00CA52B4" w:rsidRDefault="00843DF1" w:rsidP="00B10281">
      <w:pPr>
        <w:pStyle w:val="libVar"/>
        <w:rPr>
          <w:rtl/>
          <w:lang w:bidi="fa-IR"/>
        </w:rPr>
      </w:pPr>
      <w:r w:rsidRPr="00CA52B4">
        <w:rPr>
          <w:rtl/>
          <w:lang w:bidi="fa-IR"/>
        </w:rPr>
        <w:t xml:space="preserve">أسد الغابة 5 / 236. الإصابة 4 / 121. أعيان الشيعة 6 / 250. جامع الرواة 2 / 385. جمهرة أنساب العرب / 132. شذرات الذهب 1 / 63. شرح ابن أبي الحديد 6 / 282 </w:t>
      </w:r>
      <w:r>
        <w:rPr>
          <w:rtl/>
          <w:lang w:bidi="fa-IR"/>
        </w:rPr>
        <w:t>و 1</w:t>
      </w:r>
      <w:r w:rsidRPr="00CA52B4">
        <w:rPr>
          <w:rtl/>
          <w:lang w:bidi="fa-IR"/>
        </w:rPr>
        <w:t>4 / 189</w:t>
      </w:r>
      <w:r>
        <w:rPr>
          <w:rtl/>
          <w:lang w:bidi="fa-IR"/>
        </w:rPr>
        <w:t xml:space="preserve"> ـ </w:t>
      </w:r>
      <w:r w:rsidRPr="00CA52B4">
        <w:rPr>
          <w:rtl/>
          <w:lang w:bidi="fa-IR"/>
        </w:rPr>
        <w:t xml:space="preserve">201 </w:t>
      </w:r>
      <w:r>
        <w:rPr>
          <w:rtl/>
          <w:lang w:bidi="fa-IR"/>
        </w:rPr>
        <w:t>و 1</w:t>
      </w:r>
      <w:r w:rsidRPr="00CA52B4">
        <w:rPr>
          <w:rtl/>
          <w:lang w:bidi="fa-IR"/>
        </w:rPr>
        <w:t xml:space="preserve">5 / 195 ، 265. الطبقات الكبرى 2 / 18 </w:t>
      </w:r>
      <w:r>
        <w:rPr>
          <w:rtl/>
          <w:lang w:bidi="fa-IR"/>
        </w:rPr>
        <w:t>و 8</w:t>
      </w:r>
      <w:r w:rsidRPr="00CA52B4">
        <w:rPr>
          <w:rtl/>
          <w:lang w:bidi="fa-IR"/>
        </w:rPr>
        <w:t xml:space="preserve"> / 30</w:t>
      </w:r>
      <w:r>
        <w:rPr>
          <w:rtl/>
          <w:lang w:bidi="fa-IR"/>
        </w:rPr>
        <w:t xml:space="preserve"> ـ </w:t>
      </w:r>
      <w:r w:rsidRPr="00CA52B4">
        <w:rPr>
          <w:rtl/>
          <w:lang w:bidi="fa-IR"/>
        </w:rPr>
        <w:t>40 ، 165 ، 217. قاموس الرجال 10 / 73. مجمع الرجال 7 / 43. معجم رجال الحديث 21 / 154. منتهى المقال / 344.</w:t>
      </w:r>
    </w:p>
    <w:p w:rsidR="00843DF1" w:rsidRPr="00CA52B4" w:rsidRDefault="00843DF1" w:rsidP="00EB70B9">
      <w:pPr>
        <w:pStyle w:val="libBold1"/>
        <w:rPr>
          <w:rtl/>
          <w:lang w:bidi="fa-IR"/>
        </w:rPr>
      </w:pPr>
      <w:r w:rsidRPr="00CA52B4">
        <w:rPr>
          <w:rtl/>
        </w:rPr>
        <w:t>1288</w:t>
      </w:r>
      <w:r>
        <w:rPr>
          <w:rtl/>
        </w:rPr>
        <w:t xml:space="preserve"> ـ </w:t>
      </w:r>
      <w:r w:rsidRPr="00CA52B4">
        <w:rPr>
          <w:rtl/>
        </w:rPr>
        <w:t>أبو رزين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أبو عبد الله الأسدي الكوفي المتوفى 85 ه‍</w:t>
      </w:r>
      <w:r>
        <w:rPr>
          <w:rtl/>
          <w:lang w:bidi="fa-IR"/>
        </w:rPr>
        <w:t>.</w:t>
      </w:r>
    </w:p>
    <w:p w:rsidR="00843DF1" w:rsidRPr="00CA52B4" w:rsidRDefault="00843DF1" w:rsidP="00347E77">
      <w:pPr>
        <w:pStyle w:val="libNormal"/>
        <w:rPr>
          <w:rtl/>
          <w:lang w:bidi="fa-IR"/>
        </w:rPr>
      </w:pPr>
      <w:r w:rsidRPr="00CA52B4">
        <w:rPr>
          <w:rtl/>
          <w:lang w:bidi="fa-IR"/>
        </w:rPr>
        <w:t>محدّث. روى عنه ابنه عبد الله. وكان ثقة فاضلا من الثانية. وفي بعض المصادر ، أبو زرير.</w:t>
      </w:r>
    </w:p>
    <w:p w:rsidR="00843DF1" w:rsidRPr="00CA52B4" w:rsidRDefault="00843DF1" w:rsidP="00B10281">
      <w:pPr>
        <w:pStyle w:val="libVar"/>
        <w:rPr>
          <w:rtl/>
          <w:lang w:bidi="fa-IR"/>
        </w:rPr>
      </w:pPr>
      <w:r>
        <w:rPr>
          <w:rtl/>
          <w:lang w:bidi="fa-IR"/>
        </w:rPr>
        <w:br w:type="page"/>
      </w:r>
      <w:r w:rsidRPr="00CA52B4">
        <w:rPr>
          <w:rtl/>
          <w:lang w:bidi="fa-IR"/>
        </w:rPr>
        <w:lastRenderedPageBreak/>
        <w:t>أسد الغابة 5 / 192. الاستيعاب 4 / 71. الإصابة 4 / 69. أعيان الشيعة 6 / 251. تنقيح المقال 3 / 16 باب الكنى. تهذيب التهذيب 12 / 95. الجرح والتعديل 9 / 371. جامع الرواة 2 / 385. رجال الطوسي / 64. الطبقات الكبرى 6 / 180 ، 272. قاموس الرجال 10 / 75. لسان الميزان 7 / 463. مجمع الرجال 7 / 44.</w:t>
      </w:r>
      <w:r>
        <w:rPr>
          <w:rFonts w:hint="cs"/>
          <w:rtl/>
          <w:lang w:bidi="fa-IR"/>
        </w:rPr>
        <w:t xml:space="preserve"> </w:t>
      </w:r>
      <w:r w:rsidRPr="00CA52B4">
        <w:rPr>
          <w:rtl/>
          <w:lang w:bidi="fa-IR"/>
        </w:rPr>
        <w:t>معجم رجال الحديث 21 / 156. ميزان الاعتدال 4 / 524.</w:t>
      </w:r>
    </w:p>
    <w:p w:rsidR="00843DF1" w:rsidRPr="00CA52B4" w:rsidRDefault="00843DF1" w:rsidP="00EB70B9">
      <w:pPr>
        <w:pStyle w:val="libBold1"/>
        <w:rPr>
          <w:rtl/>
          <w:lang w:bidi="fa-IR"/>
        </w:rPr>
      </w:pPr>
      <w:r w:rsidRPr="00CA52B4">
        <w:rPr>
          <w:rtl/>
        </w:rPr>
        <w:t>1289</w:t>
      </w:r>
      <w:r>
        <w:rPr>
          <w:rtl/>
        </w:rPr>
        <w:t xml:space="preserve"> ـ </w:t>
      </w:r>
      <w:r w:rsidRPr="00CA52B4">
        <w:rPr>
          <w:rtl/>
        </w:rPr>
        <w:t>أبو زبيد الطائي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شاعر. حضر وقعة صفّين ، ومدح أمير المؤمنين </w:t>
      </w:r>
      <w:r>
        <w:rPr>
          <w:rtl/>
          <w:lang w:bidi="fa-IR"/>
        </w:rPr>
        <w:t>(</w:t>
      </w:r>
      <w:r w:rsidRPr="00CA52B4">
        <w:rPr>
          <w:rtl/>
          <w:lang w:bidi="fa-IR"/>
        </w:rPr>
        <w:t>عليه السلام</w:t>
      </w:r>
      <w:r>
        <w:rPr>
          <w:rtl/>
          <w:lang w:bidi="fa-IR"/>
        </w:rPr>
        <w:t>).</w:t>
      </w:r>
      <w:r>
        <w:rPr>
          <w:rFonts w:hint="cs"/>
          <w:rtl/>
          <w:lang w:bidi="fa-IR"/>
        </w:rPr>
        <w:t xml:space="preserve"> </w:t>
      </w:r>
      <w:r w:rsidRPr="00CA52B4">
        <w:rPr>
          <w:rtl/>
          <w:lang w:bidi="fa-IR"/>
        </w:rPr>
        <w:t xml:space="preserve">يقال إنّ اسمه المنذر بن حرملة ، أو حرملة بن المنذر. ومن شعره يمدح عليّا </w:t>
      </w:r>
      <w:r>
        <w:rPr>
          <w:rtl/>
          <w:lang w:bidi="fa-IR"/>
        </w:rPr>
        <w:t>(</w:t>
      </w:r>
      <w:r w:rsidRPr="00CA52B4">
        <w:rPr>
          <w:rtl/>
          <w:lang w:bidi="fa-IR"/>
        </w:rPr>
        <w:t>عليه السلام</w:t>
      </w:r>
      <w:r>
        <w:rPr>
          <w:rtl/>
          <w:lang w:bidi="fa-IR"/>
        </w:rPr>
        <w:t>)</w:t>
      </w:r>
      <w:r w:rsidRPr="00CA52B4">
        <w:rPr>
          <w:rtl/>
          <w:lang w:bidi="fa-IR"/>
        </w:rPr>
        <w:t xml:space="preserve"> ، ويذكر بأسه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إنّ عليّا ساد بالتكرّم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الحلم عند غاية التحلم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هداه ربّي للصّراط الأقوم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بأخذه الحلّ ، وترك المحرم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كالليث عند اللبوات الضّيغم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يرضعن أشبالا ولما تفطم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فهو يحمي غيرة ويحتمي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عبل الذراعين كريه شدقم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مجوّف الجوف نبيل المحزم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نهد كعادي البناء المبهم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يزدجر الوحي بصوت أعجم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تسمع بعد الزبر والتقحم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منه إذا حش له ترمرم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مندلق الوقع جريّ المقدم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ليث الليوث في الصدام مصدم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كهمس الليل مصك ملدم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عفروس آجام عقار الأقدم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كروّس الذفرى أغم مكدم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ذو جبهة غرّا وأنف أخثم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يكنى من البأس أبا محطم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قسورة النطر صفي شجعم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صم صمات صلخد صلدم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مصمت الصم صموت سرطم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إذا رأته الأسد لم ترمرم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من هيبة الموت ولم تجمجم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رهبة مرهوب اللقاء ضيغم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مجرمز شان ضرار شيظم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عند العراك كالفنيق الأعلم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يفري الكميّ بالسلاح المعلم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منه بأنياب ولما تقضم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ركن مما ضيغ بلحى سلجم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حامي الذمار وهو لما يكدم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ترى من الفرس به نضح الدّم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بالنحر والشدقين لون العندم </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 xml:space="preserve">أغلب ما رضى الأنوف الرّغم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إذا الأسود أحجمت لم يحجم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إذا تناجى النفس قالت صمم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غمغمة في جوفها المغمغم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أغضف رئبال خدبّ فدغم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منتشر العرف هضيم هيصم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 xml:space="preserve">أعيان الشيعة 2 / 351. تنقيح المقال 3 / 17. شرح ابن أبي الحديد 17 / 234 ، 237 ، 243 ، 245. عقد الفريد 3 / 313 </w:t>
      </w:r>
      <w:r>
        <w:rPr>
          <w:rtl/>
          <w:lang w:bidi="fa-IR"/>
        </w:rPr>
        <w:t>و 6</w:t>
      </w:r>
      <w:r w:rsidRPr="00CA52B4">
        <w:rPr>
          <w:rtl/>
          <w:lang w:bidi="fa-IR"/>
        </w:rPr>
        <w:t xml:space="preserve"> / 129 ، 189. الكامل في التأريخ 2 / 439 </w:t>
      </w:r>
      <w:r>
        <w:rPr>
          <w:rtl/>
          <w:lang w:bidi="fa-IR"/>
        </w:rPr>
        <w:t>و 3</w:t>
      </w:r>
      <w:r w:rsidRPr="00CA52B4">
        <w:rPr>
          <w:rtl/>
          <w:lang w:bidi="fa-IR"/>
        </w:rPr>
        <w:t xml:space="preserve"> / 105. النهاية في غريب الحديث 1 / 388. وقعة صفّين / 389 ، 390.</w:t>
      </w:r>
    </w:p>
    <w:p w:rsidR="00843DF1" w:rsidRPr="00CA52B4" w:rsidRDefault="00843DF1" w:rsidP="00EB70B9">
      <w:pPr>
        <w:pStyle w:val="libBold1"/>
        <w:rPr>
          <w:rtl/>
          <w:lang w:bidi="fa-IR"/>
        </w:rPr>
      </w:pPr>
      <w:r w:rsidRPr="00CA52B4">
        <w:rPr>
          <w:rtl/>
        </w:rPr>
        <w:t>1290</w:t>
      </w:r>
      <w:r>
        <w:rPr>
          <w:rtl/>
        </w:rPr>
        <w:t xml:space="preserve"> ـ </w:t>
      </w:r>
      <w:r w:rsidRPr="00CA52B4">
        <w:rPr>
          <w:rtl/>
        </w:rPr>
        <w:t>أبو الزعراء</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ثقة له أحاديث. وجاء أنّ اسمه عبد الله بن هانئ الحضرمي الكندي. وروى أيضا عن عبد الله بن مسعود.</w:t>
      </w:r>
    </w:p>
    <w:p w:rsidR="00843DF1" w:rsidRPr="00CA52B4" w:rsidRDefault="00843DF1" w:rsidP="00B10281">
      <w:pPr>
        <w:pStyle w:val="libVar"/>
        <w:rPr>
          <w:rtl/>
          <w:lang w:bidi="fa-IR"/>
        </w:rPr>
      </w:pPr>
      <w:r w:rsidRPr="00CA52B4">
        <w:rPr>
          <w:rtl/>
          <w:lang w:bidi="fa-IR"/>
        </w:rPr>
        <w:t>الاستيعاب 4 / 80. أسد الغابة 5 / 200. الإصابة 4 / 76. تهذيب التهذيب 12 / 100. الطبقات الكبرى 6 / 171. ميزان الاعتدال 4 / 525.</w:t>
      </w:r>
    </w:p>
    <w:p w:rsidR="00843DF1" w:rsidRPr="00CA52B4" w:rsidRDefault="00843DF1" w:rsidP="00EB70B9">
      <w:pPr>
        <w:pStyle w:val="libBold1"/>
        <w:rPr>
          <w:rtl/>
          <w:lang w:bidi="fa-IR"/>
        </w:rPr>
      </w:pPr>
      <w:r w:rsidRPr="00CA52B4">
        <w:rPr>
          <w:rtl/>
        </w:rPr>
        <w:t>1291</w:t>
      </w:r>
      <w:r>
        <w:rPr>
          <w:rtl/>
        </w:rPr>
        <w:t xml:space="preserve"> ـ </w:t>
      </w:r>
      <w:r w:rsidRPr="00CA52B4">
        <w:rPr>
          <w:rtl/>
        </w:rPr>
        <w:t>أبو الزعلي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ثابت بن أبي صخرة. وله أحاديث في أبواب الفقه ، وفي باب من تجب مصادقته ومصاحبته. قال : قال أمير المؤمنين </w:t>
      </w:r>
      <w:r>
        <w:rPr>
          <w:rtl/>
          <w:lang w:bidi="fa-IR"/>
        </w:rPr>
        <w:t>(</w:t>
      </w:r>
      <w:r w:rsidRPr="00CA52B4">
        <w:rPr>
          <w:rtl/>
          <w:lang w:bidi="fa-IR"/>
        </w:rPr>
        <w:t>عليه السلام</w:t>
      </w:r>
      <w:r>
        <w:rPr>
          <w:rtl/>
          <w:lang w:bidi="fa-IR"/>
        </w:rPr>
        <w:t>)</w:t>
      </w:r>
      <w:r w:rsidRPr="00CA52B4">
        <w:rPr>
          <w:rtl/>
          <w:lang w:bidi="fa-IR"/>
        </w:rPr>
        <w:t xml:space="preserve"> ، قال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انظروا من تحادثون</w:t>
      </w:r>
      <w:r>
        <w:rPr>
          <w:rtl/>
          <w:lang w:bidi="fa-IR"/>
        </w:rPr>
        <w:t>؟</w:t>
      </w:r>
      <w:r w:rsidRPr="00CA52B4">
        <w:rPr>
          <w:rtl/>
          <w:lang w:bidi="fa-IR"/>
        </w:rPr>
        <w:t xml:space="preserve"> فإنّه ليس من أحد ينزل به الموت إلا مثل له أصحابه إلى الله ، إن كانوا خيارا فخيارا ، وإن كانوا شرارا فشرارا ، وليس أحد يموت إلا تمثلت له عند موته.</w:t>
      </w:r>
    </w:p>
    <w:p w:rsidR="00843DF1" w:rsidRPr="00CA52B4" w:rsidRDefault="00843DF1" w:rsidP="00B10281">
      <w:pPr>
        <w:pStyle w:val="libVar"/>
        <w:rPr>
          <w:rtl/>
          <w:lang w:bidi="fa-IR"/>
        </w:rPr>
      </w:pPr>
      <w:r w:rsidRPr="00CA52B4">
        <w:rPr>
          <w:rtl/>
          <w:lang w:bidi="fa-IR"/>
        </w:rPr>
        <w:t>أصول الكافي 2 / 638. أعيان الشيعة 6 / 253. تنقيح المقال 3 / 17</w:t>
      </w:r>
      <w:r>
        <w:rPr>
          <w:rtl/>
          <w:lang w:bidi="fa-IR"/>
        </w:rPr>
        <w:t xml:space="preserve"> ـ </w:t>
      </w:r>
      <w:r w:rsidRPr="00CA52B4">
        <w:rPr>
          <w:rtl/>
          <w:lang w:bidi="fa-IR"/>
        </w:rPr>
        <w:t>باب الكنى</w:t>
      </w:r>
      <w:r>
        <w:rPr>
          <w:rtl/>
          <w:lang w:bidi="fa-IR"/>
        </w:rPr>
        <w:t xml:space="preserve"> ـ.</w:t>
      </w:r>
      <w:r w:rsidRPr="00CA52B4">
        <w:rPr>
          <w:rtl/>
          <w:lang w:bidi="fa-IR"/>
        </w:rPr>
        <w:t xml:space="preserve"> جامع الرواة 2 / 386. معجم رجال الحديث 21 / 157.</w:t>
      </w:r>
    </w:p>
    <w:p w:rsidR="00843DF1" w:rsidRPr="00CA52B4" w:rsidRDefault="00843DF1" w:rsidP="00EB70B9">
      <w:pPr>
        <w:pStyle w:val="libBold1"/>
        <w:rPr>
          <w:rtl/>
          <w:lang w:bidi="fa-IR"/>
        </w:rPr>
      </w:pPr>
      <w:r w:rsidRPr="00CA52B4">
        <w:rPr>
          <w:rtl/>
        </w:rPr>
        <w:t>1292</w:t>
      </w:r>
      <w:r>
        <w:rPr>
          <w:rtl/>
        </w:rPr>
        <w:t xml:space="preserve"> ـ </w:t>
      </w:r>
      <w:r w:rsidRPr="00CA52B4">
        <w:rPr>
          <w:rtl/>
        </w:rPr>
        <w:t>أبو زيد</w:t>
      </w:r>
      <w:r>
        <w:rPr>
          <w:rtl/>
        </w:rPr>
        <w:t xml:space="preserve"> ....</w:t>
      </w:r>
      <w:r w:rsidRPr="00CA52B4">
        <w:rPr>
          <w:rtl/>
        </w:rPr>
        <w:t xml:space="preserve"> مولى عمرو بن حريث</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شهد مشاهد أمير المؤمنين </w:t>
      </w:r>
      <w:r>
        <w:rPr>
          <w:rtl/>
          <w:lang w:bidi="fa-IR"/>
        </w:rPr>
        <w:t>(</w:t>
      </w:r>
      <w:r w:rsidRPr="00CA52B4">
        <w:rPr>
          <w:rtl/>
          <w:lang w:bidi="fa-IR"/>
        </w:rPr>
        <w:t>عليه السلام</w:t>
      </w:r>
      <w:r>
        <w:rPr>
          <w:rtl/>
          <w:lang w:bidi="fa-IR"/>
        </w:rPr>
        <w:t>)</w:t>
      </w:r>
      <w:r w:rsidRPr="00CA52B4">
        <w:rPr>
          <w:rtl/>
          <w:lang w:bidi="fa-IR"/>
        </w:rPr>
        <w:t xml:space="preserve"> واشترك وقاتل في صفّين. ولم يعرف العام الذي مات فيه.</w:t>
      </w:r>
    </w:p>
    <w:p w:rsidR="00843DF1" w:rsidRPr="00CA52B4" w:rsidRDefault="00843DF1" w:rsidP="00B10281">
      <w:pPr>
        <w:pStyle w:val="libVar"/>
        <w:rPr>
          <w:rtl/>
          <w:lang w:bidi="fa-IR"/>
        </w:rPr>
      </w:pPr>
      <w:r w:rsidRPr="00CA52B4">
        <w:rPr>
          <w:rtl/>
          <w:lang w:bidi="fa-IR"/>
        </w:rPr>
        <w:t>أعيان الشيعة 2 / 352. تقريب التهذيب 2 / 425. تنقيح المقال 3 / 17. تهذيب التهذيب 12 / 102. جامع الرواة 2 / 386. الجرح والتعديل 9 / 373. خلاصة الأقوال / 187. رجال ابن داود / 217. رجال الشيخ الطوسي / 66. مجمع الرجال</w:t>
      </w:r>
    </w:p>
    <w:p w:rsidR="00843DF1" w:rsidRPr="00CA52B4" w:rsidRDefault="00843DF1" w:rsidP="00B10281">
      <w:pPr>
        <w:pStyle w:val="libVar"/>
        <w:rPr>
          <w:rtl/>
          <w:lang w:bidi="fa-IR"/>
        </w:rPr>
      </w:pPr>
      <w:r>
        <w:rPr>
          <w:rtl/>
          <w:lang w:bidi="fa-IR"/>
        </w:rPr>
        <w:br w:type="page"/>
      </w:r>
      <w:r w:rsidRPr="00CA52B4">
        <w:rPr>
          <w:rtl/>
        </w:rPr>
        <w:lastRenderedPageBreak/>
        <w:t>7 / 46. معجم رجال الحديث 21 / 161. منتهى المقال / 345. ميزان الاعتدال 4 / 526.</w:t>
      </w:r>
    </w:p>
    <w:p w:rsidR="00843DF1" w:rsidRPr="00CA52B4" w:rsidRDefault="00843DF1" w:rsidP="00EB70B9">
      <w:pPr>
        <w:pStyle w:val="libBold1"/>
        <w:rPr>
          <w:rtl/>
          <w:lang w:bidi="fa-IR"/>
        </w:rPr>
      </w:pPr>
      <w:r w:rsidRPr="00CA52B4">
        <w:rPr>
          <w:rtl/>
        </w:rPr>
        <w:t>1293</w:t>
      </w:r>
      <w:r>
        <w:rPr>
          <w:rtl/>
        </w:rPr>
        <w:t xml:space="preserve"> ـ </w:t>
      </w:r>
      <w:r w:rsidRPr="00CA52B4">
        <w:rPr>
          <w:rtl/>
        </w:rPr>
        <w:t>أبو زينب بن عروة</w:t>
      </w:r>
      <w:r>
        <w:rPr>
          <w:rtl/>
        </w:rPr>
        <w:t xml:space="preserve"> ..</w:t>
      </w:r>
      <w:r w:rsidRPr="00CA52B4">
        <w:rPr>
          <w:rtl/>
        </w:rPr>
        <w:t>. الشهيد سنة 37 ه‍</w:t>
      </w:r>
      <w:r>
        <w:rPr>
          <w:rtl/>
        </w:rPr>
        <w:t>.</w:t>
      </w:r>
    </w:p>
    <w:p w:rsidR="00843DF1" w:rsidRPr="00CA52B4" w:rsidRDefault="00843DF1" w:rsidP="00347E77">
      <w:pPr>
        <w:pStyle w:val="libNormal"/>
        <w:rPr>
          <w:rtl/>
          <w:lang w:bidi="fa-IR"/>
        </w:rPr>
      </w:pPr>
      <w:r w:rsidRPr="00CA52B4">
        <w:rPr>
          <w:rtl/>
          <w:lang w:bidi="fa-IR"/>
        </w:rPr>
        <w:t>فارس اشترك في حرب صفّين ، فقتل بها. قال عبد الرحمن بن مخنف : صرع يزيد بن المغفل إلى جنبي فقتلت قاتله ، وقمت على رأسه ، ثم صرع أبو زينب بن عروة ، فقتلت قاتله وقمت على رأسه.</w:t>
      </w:r>
    </w:p>
    <w:p w:rsidR="00843DF1" w:rsidRPr="00CA52B4" w:rsidRDefault="00843DF1" w:rsidP="00B10281">
      <w:pPr>
        <w:pStyle w:val="libVar"/>
        <w:rPr>
          <w:rtl/>
          <w:lang w:bidi="fa-IR"/>
        </w:rPr>
      </w:pPr>
      <w:r w:rsidRPr="00CA52B4">
        <w:rPr>
          <w:rtl/>
          <w:lang w:bidi="fa-IR"/>
        </w:rPr>
        <w:t>أعيان الشيعة 2 / 352. شرح ابن أبي الحديد 5 / 208. وقعة صفّين / 261.</w:t>
      </w:r>
    </w:p>
    <w:p w:rsidR="00843DF1" w:rsidRPr="00CA52B4" w:rsidRDefault="00843DF1" w:rsidP="00EB70B9">
      <w:pPr>
        <w:pStyle w:val="libBold1"/>
        <w:rPr>
          <w:rtl/>
          <w:lang w:bidi="fa-IR"/>
        </w:rPr>
      </w:pPr>
      <w:r w:rsidRPr="00CA52B4">
        <w:rPr>
          <w:rtl/>
        </w:rPr>
        <w:t>1294</w:t>
      </w:r>
      <w:r>
        <w:rPr>
          <w:rtl/>
        </w:rPr>
        <w:t xml:space="preserve"> ـ </w:t>
      </w:r>
      <w:r w:rsidRPr="00CA52B4">
        <w:rPr>
          <w:rtl/>
        </w:rPr>
        <w:t>أبو زينب بن عوف بن الحارث بن كثير بن جشم بن سبيع بن مالك بن ذهل بن مازن بن ذبيان بن ثعلبة بن الدؤل بن سعد مناة بن غامد</w:t>
      </w:r>
      <w:r>
        <w:rPr>
          <w:rtl/>
        </w:rPr>
        <w:t xml:space="preserve"> ..</w:t>
      </w:r>
      <w:r w:rsidRPr="00CA52B4">
        <w:rPr>
          <w:rtl/>
        </w:rPr>
        <w:t>. قتل في 37 ه‍</w:t>
      </w:r>
      <w:r>
        <w:rPr>
          <w:rtl/>
        </w:rPr>
        <w:t>.</w:t>
      </w:r>
    </w:p>
    <w:p w:rsidR="00843DF1" w:rsidRPr="00CA52B4" w:rsidRDefault="00843DF1" w:rsidP="00347E77">
      <w:pPr>
        <w:pStyle w:val="libNormal"/>
        <w:rPr>
          <w:rtl/>
          <w:lang w:bidi="fa-IR"/>
        </w:rPr>
      </w:pPr>
      <w:r w:rsidRPr="00CA52B4">
        <w:rPr>
          <w:rtl/>
          <w:lang w:bidi="fa-IR"/>
        </w:rPr>
        <w:t xml:space="preserve">فارس حارب واشترك في حرب صفّين ، فقتل فيها. وجاء أنّ أبا زينب ، دخل على عليّ </w:t>
      </w:r>
      <w:r>
        <w:rPr>
          <w:rtl/>
          <w:lang w:bidi="fa-IR"/>
        </w:rPr>
        <w:t>(</w:t>
      </w:r>
      <w:r w:rsidRPr="00CA52B4">
        <w:rPr>
          <w:rtl/>
          <w:lang w:bidi="fa-IR"/>
        </w:rPr>
        <w:t>عليه السلام</w:t>
      </w:r>
      <w:r>
        <w:rPr>
          <w:rtl/>
          <w:lang w:bidi="fa-IR"/>
        </w:rPr>
        <w:t>)</w:t>
      </w:r>
      <w:r w:rsidRPr="00CA52B4">
        <w:rPr>
          <w:rtl/>
          <w:lang w:bidi="fa-IR"/>
        </w:rPr>
        <w:t xml:space="preserve"> ، فقال : يا أمير المؤمنين لئن كنا على الحق لأنت أهدانا سبيلا ، وأعظمنا في الخير نصيبا ، ولئن كنا على ضلال إنّك لأثقلنا ظهرا وأعظمنا وزرا ، قد أمرتنا بالمسير إلى هذا العدو ، وقد قطعنا ما بيننا وبينهم من الولاية وأظهرنا لهم العداوة ، نريد بذلك ما يعلمه الله تعالى من طاعتك ، </w:t>
      </w:r>
      <w:r>
        <w:rPr>
          <w:rtl/>
          <w:lang w:bidi="fa-IR"/>
        </w:rPr>
        <w:t>أ</w:t>
      </w:r>
      <w:r w:rsidRPr="00CA52B4">
        <w:rPr>
          <w:rtl/>
          <w:lang w:bidi="fa-IR"/>
        </w:rPr>
        <w:t>ليس الذي نحن عليه هو الحق المبين ، والذي عليه عدوّنا هو الحوب الكبير</w:t>
      </w:r>
      <w:r>
        <w:rPr>
          <w:rtl/>
          <w:lang w:bidi="fa-IR"/>
        </w:rPr>
        <w:t>؟</w:t>
      </w:r>
    </w:p>
    <w:p w:rsidR="00843DF1" w:rsidRPr="00CA52B4" w:rsidRDefault="00843DF1" w:rsidP="00347E77">
      <w:pPr>
        <w:pStyle w:val="libNormal"/>
        <w:rPr>
          <w:rtl/>
          <w:lang w:bidi="fa-IR"/>
        </w:rPr>
      </w:pPr>
      <w:r w:rsidRPr="00CA52B4">
        <w:rPr>
          <w:rtl/>
          <w:lang w:bidi="fa-IR"/>
        </w:rPr>
        <w:t xml:space="preserve">فقال </w:t>
      </w:r>
      <w:r>
        <w:rPr>
          <w:rtl/>
          <w:lang w:bidi="fa-IR"/>
        </w:rPr>
        <w:t>(</w:t>
      </w:r>
      <w:r w:rsidRPr="00CA52B4">
        <w:rPr>
          <w:rtl/>
          <w:lang w:bidi="fa-IR"/>
        </w:rPr>
        <w:t>عليه السلام</w:t>
      </w:r>
      <w:r>
        <w:rPr>
          <w:rtl/>
          <w:lang w:bidi="fa-IR"/>
        </w:rPr>
        <w:t>)</w:t>
      </w:r>
      <w:r w:rsidRPr="00CA52B4">
        <w:rPr>
          <w:rtl/>
          <w:lang w:bidi="fa-IR"/>
        </w:rPr>
        <w:t xml:space="preserve"> : بلى شهدت أنّك إن مضيت معنا ناصرا لدعوتنا ، صحيح النية في نصرنا ، قد قطعت منهم الولاية ، وأظهرت لهم العداوة كما زعمت ، فإنّك وليّ الله ، تسبح في رضوانه ، وتركض في طاعته ، فابشر أبا زينب. وقد صرح بعض المراجع أن اسمه ، زهير. وهو الذي شهد على الوليد بن عقبة بشرب الخمر.</w:t>
      </w:r>
    </w:p>
    <w:p w:rsidR="00843DF1" w:rsidRPr="00CA52B4" w:rsidRDefault="00843DF1" w:rsidP="00B10281">
      <w:pPr>
        <w:pStyle w:val="libVar"/>
        <w:rPr>
          <w:rtl/>
          <w:lang w:bidi="fa-IR"/>
        </w:rPr>
      </w:pPr>
      <w:r w:rsidRPr="00CA52B4">
        <w:rPr>
          <w:rtl/>
          <w:lang w:bidi="fa-IR"/>
        </w:rPr>
        <w:t>أعيان الشيعة 2 / 352. تاريخ الطبري 6 / 15. جمهرة أنساب العرب / 378.</w:t>
      </w:r>
      <w:r>
        <w:rPr>
          <w:rFonts w:hint="cs"/>
          <w:rtl/>
          <w:lang w:bidi="fa-IR"/>
        </w:rPr>
        <w:t xml:space="preserve"> </w:t>
      </w:r>
      <w:r w:rsidRPr="00CA52B4">
        <w:rPr>
          <w:rtl/>
          <w:lang w:bidi="fa-IR"/>
        </w:rPr>
        <w:t>الجمل أو النصرة في حرب البصرة / 146. شرح ابن أبي الحديد 3 / 178. قاموس الرجال 10 / 81. الكامل في التاريخ 3 / 303. وقعة صفّين / 100 ، 101 ، 263.</w:t>
      </w:r>
    </w:p>
    <w:p w:rsidR="00843DF1" w:rsidRPr="00CA52B4" w:rsidRDefault="00843DF1" w:rsidP="00EB70B9">
      <w:pPr>
        <w:pStyle w:val="libBold1"/>
        <w:rPr>
          <w:rtl/>
          <w:lang w:bidi="fa-IR"/>
        </w:rPr>
      </w:pPr>
      <w:r>
        <w:rPr>
          <w:rtl/>
          <w:lang w:bidi="fa-IR"/>
        </w:rPr>
        <w:br w:type="page"/>
      </w:r>
      <w:r w:rsidRPr="00CA52B4">
        <w:rPr>
          <w:rtl/>
        </w:rPr>
        <w:lastRenderedPageBreak/>
        <w:t>1295</w:t>
      </w:r>
      <w:r>
        <w:rPr>
          <w:rtl/>
        </w:rPr>
        <w:t xml:space="preserve"> ـ </w:t>
      </w:r>
      <w:r w:rsidRPr="00CA52B4">
        <w:rPr>
          <w:rtl/>
        </w:rPr>
        <w:t>أبو سخيلة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أخذ عنه الخضر بن القواس. وفضيل بن مرزوق ، ومحمد بن عبيد الله العرزمي. كما أنّه أخذ أيضا عن أبي ذر الغفاري.</w:t>
      </w:r>
      <w:r>
        <w:rPr>
          <w:rFonts w:hint="cs"/>
          <w:rtl/>
          <w:lang w:bidi="fa-IR"/>
        </w:rPr>
        <w:t xml:space="preserve"> </w:t>
      </w:r>
      <w:r w:rsidRPr="00CA52B4">
        <w:rPr>
          <w:rtl/>
          <w:lang w:bidi="fa-IR"/>
        </w:rPr>
        <w:t>وسلمان الفارسي. ولم يعرف اسمه أحد.</w:t>
      </w:r>
    </w:p>
    <w:p w:rsidR="00843DF1" w:rsidRPr="00CA52B4" w:rsidRDefault="00843DF1" w:rsidP="00347E77">
      <w:pPr>
        <w:pStyle w:val="libNormal"/>
        <w:rPr>
          <w:rtl/>
          <w:lang w:bidi="fa-IR"/>
        </w:rPr>
      </w:pPr>
      <w:r w:rsidRPr="00CA52B4">
        <w:rPr>
          <w:rtl/>
          <w:lang w:bidi="fa-IR"/>
        </w:rPr>
        <w:t xml:space="preserve">وجاء في بعض المراجع : أنّ اسمه ، عامر بن طريف : وعاصم بن طريف. وجاء أنّ أبا سخيلة قال : حججت أنا ، وسلمان ، وربيعة ، فمررنا بالربذة ، فأتينا أبا ذر فسلمنا عليه فقال لنا : إن كانت بعدي فتنة ، فعليكم بالشيخ ، أي علي بن أبي طالب فإنّي سمعت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يقول : عليّ أول من آمن بي ، وصدّقني ، وهو أول من يصافحني يوم القيامة ، وهو الصدّيق الأكبر ، وهو الفاروق بعدي ، يفرق بين الحق والباطل ، وهو يعسوب المسلمين ، والمال يعسوب الظلمة</w:t>
      </w:r>
      <w:r>
        <w:rPr>
          <w:rtl/>
          <w:lang w:bidi="fa-IR"/>
        </w:rPr>
        <w:t xml:space="preserve"> ـ.</w:t>
      </w:r>
    </w:p>
    <w:p w:rsidR="00843DF1" w:rsidRPr="00CA52B4" w:rsidRDefault="00843DF1" w:rsidP="00B10281">
      <w:pPr>
        <w:pStyle w:val="libVar"/>
        <w:rPr>
          <w:rtl/>
          <w:lang w:bidi="fa-IR"/>
        </w:rPr>
      </w:pPr>
      <w:r w:rsidRPr="00CA52B4">
        <w:rPr>
          <w:rtl/>
          <w:lang w:bidi="fa-IR"/>
        </w:rPr>
        <w:t>أعيان الشيعة 7 / 409. تقريب التهذيب 2 / 426. تنقيح المقال 3 / 17. تهذيب التهذيب 12 / 105. جامع الرواة 2 / 387. الجرح والتعديل 9 / 388. رجال الطوسي / 65. رجال البرقي / 7. قاموس الرجال 10 / 82. مجمع الرجال 7 / 46.</w:t>
      </w:r>
      <w:r>
        <w:rPr>
          <w:rFonts w:hint="cs"/>
          <w:rtl/>
          <w:lang w:bidi="fa-IR"/>
        </w:rPr>
        <w:t xml:space="preserve"> </w:t>
      </w:r>
      <w:r w:rsidRPr="00CA52B4">
        <w:rPr>
          <w:rtl/>
          <w:lang w:bidi="fa-IR"/>
        </w:rPr>
        <w:t>معجم رجال الحديث 21 / 163. نقد الرجال / 388.</w:t>
      </w:r>
    </w:p>
    <w:p w:rsidR="00843DF1" w:rsidRPr="00CA52B4" w:rsidRDefault="00843DF1" w:rsidP="00EB70B9">
      <w:pPr>
        <w:pStyle w:val="libBold1"/>
        <w:rPr>
          <w:rtl/>
          <w:lang w:bidi="fa-IR"/>
        </w:rPr>
      </w:pPr>
      <w:r w:rsidRPr="00CA52B4">
        <w:rPr>
          <w:rtl/>
        </w:rPr>
        <w:t>1296</w:t>
      </w:r>
      <w:r>
        <w:rPr>
          <w:rtl/>
        </w:rPr>
        <w:t xml:space="preserve"> ـ </w:t>
      </w:r>
      <w:r w:rsidRPr="00CA52B4">
        <w:rPr>
          <w:rtl/>
        </w:rPr>
        <w:t>أبو سعيد بن عقيل بن أبي طالب بن عبد المطلب بن هاشم بن عبد مناف الهاشمي القرشي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متكلم منطيق ، فصيح يضع الكلام في موضعه ، ويحسن الإجابة ، وكان متصلبا في تشيعه وموالاته ، وحبه للإمام أمير المؤمنين </w:t>
      </w:r>
      <w:r>
        <w:rPr>
          <w:rtl/>
          <w:lang w:bidi="fa-IR"/>
        </w:rPr>
        <w:t>(</w:t>
      </w:r>
      <w:r w:rsidRPr="00CA52B4">
        <w:rPr>
          <w:rtl/>
          <w:lang w:bidi="fa-IR"/>
        </w:rPr>
        <w:t>عليه السلام</w:t>
      </w:r>
      <w:r>
        <w:rPr>
          <w:rtl/>
          <w:lang w:bidi="fa-IR"/>
        </w:rPr>
        <w:t>)</w:t>
      </w:r>
      <w:r w:rsidRPr="00CA52B4">
        <w:rPr>
          <w:rtl/>
          <w:lang w:bidi="fa-IR"/>
        </w:rPr>
        <w:t xml:space="preserve"> ، وقد تزوّج ابنته فاطمة الصغرى المتوفية سنة 117 ه‍</w:t>
      </w:r>
      <w:r>
        <w:rPr>
          <w:rtl/>
          <w:lang w:bidi="fa-IR"/>
        </w:rPr>
        <w:t>.</w:t>
      </w:r>
      <w:r w:rsidRPr="00CA52B4">
        <w:rPr>
          <w:rtl/>
          <w:lang w:bidi="fa-IR"/>
        </w:rPr>
        <w:t xml:space="preserve"> وقد أنجبت له محمدا ، قتل في واقعة الطف بكربلاء ، في سبيل نصرة الإمام السبط الحسين </w:t>
      </w:r>
      <w:r>
        <w:rPr>
          <w:rtl/>
          <w:lang w:bidi="fa-IR"/>
        </w:rPr>
        <w:t>(</w:t>
      </w:r>
      <w:r w:rsidRPr="00CA52B4">
        <w:rPr>
          <w:rtl/>
          <w:lang w:bidi="fa-IR"/>
        </w:rPr>
        <w:t>عليه السلام</w:t>
      </w:r>
      <w:r>
        <w:rPr>
          <w:rtl/>
          <w:lang w:bidi="fa-IR"/>
        </w:rPr>
        <w:t>).</w:t>
      </w:r>
    </w:p>
    <w:p w:rsidR="00843DF1" w:rsidRPr="00CA52B4" w:rsidRDefault="00843DF1" w:rsidP="00347E77">
      <w:pPr>
        <w:pStyle w:val="libNormal"/>
        <w:rPr>
          <w:rtl/>
          <w:lang w:bidi="fa-IR"/>
        </w:rPr>
      </w:pPr>
      <w:r w:rsidRPr="00CA52B4">
        <w:rPr>
          <w:rtl/>
          <w:lang w:bidi="fa-IR"/>
        </w:rPr>
        <w:t>روى أبو عثمان ، قال : دخل الحسن بن عليّ على معاوية ، وعنده عبد الله بن الزبير ، وكان معاوية يحب أن يغري بين قريش فقال : يا أبا محمد أيّهما كان أكبر سنّا</w:t>
      </w:r>
      <w:r>
        <w:rPr>
          <w:rtl/>
          <w:lang w:bidi="fa-IR"/>
        </w:rPr>
        <w:t>؟</w:t>
      </w:r>
      <w:r w:rsidRPr="00CA52B4">
        <w:rPr>
          <w:rtl/>
          <w:lang w:bidi="fa-IR"/>
        </w:rPr>
        <w:t xml:space="preserve"> عليّ ، أم الزبير ، فقال الحسن : ما أقرب ما</w:t>
      </w:r>
    </w:p>
    <w:p w:rsidR="00843DF1" w:rsidRPr="00CA52B4" w:rsidRDefault="00843DF1" w:rsidP="00B10281">
      <w:pPr>
        <w:pStyle w:val="libNormal0"/>
        <w:rPr>
          <w:rtl/>
          <w:lang w:bidi="fa-IR"/>
        </w:rPr>
      </w:pPr>
      <w:r>
        <w:rPr>
          <w:rtl/>
          <w:lang w:bidi="fa-IR"/>
        </w:rPr>
        <w:br w:type="page"/>
      </w:r>
      <w:r w:rsidRPr="00CA52B4">
        <w:rPr>
          <w:rtl/>
          <w:lang w:bidi="fa-IR"/>
        </w:rPr>
        <w:lastRenderedPageBreak/>
        <w:t>بينهما وعليّ أسنّ من الزبير ، رحم الله عليا ، فقال ابن الزبير : رحم الله الزبير ، وهناك أبو سعيد عقيل بن أبي طالب ، فقال : يا عبد الله وما يهيجك من أن يترحم الرجل على أبيه</w:t>
      </w:r>
      <w:r>
        <w:rPr>
          <w:rtl/>
          <w:lang w:bidi="fa-IR"/>
        </w:rPr>
        <w:t>؟</w:t>
      </w:r>
      <w:r w:rsidRPr="00CA52B4">
        <w:rPr>
          <w:rtl/>
          <w:lang w:bidi="fa-IR"/>
        </w:rPr>
        <w:t xml:space="preserve"> قال : وأنا أيضا ترحمت على أبي ، قال :</w:t>
      </w:r>
      <w:r>
        <w:rPr>
          <w:rFonts w:hint="cs"/>
          <w:rtl/>
          <w:lang w:bidi="fa-IR"/>
        </w:rPr>
        <w:t xml:space="preserve"> </w:t>
      </w:r>
      <w:r>
        <w:rPr>
          <w:rtl/>
          <w:lang w:bidi="fa-IR"/>
        </w:rPr>
        <w:t>أ</w:t>
      </w:r>
      <w:r w:rsidRPr="00CA52B4">
        <w:rPr>
          <w:rtl/>
          <w:lang w:bidi="fa-IR"/>
        </w:rPr>
        <w:t>تظنه ندا له وكفوا</w:t>
      </w:r>
      <w:r>
        <w:rPr>
          <w:rtl/>
          <w:lang w:bidi="fa-IR"/>
        </w:rPr>
        <w:t>؟</w:t>
      </w:r>
      <w:r w:rsidRPr="00CA52B4">
        <w:rPr>
          <w:rtl/>
          <w:lang w:bidi="fa-IR"/>
        </w:rPr>
        <w:t xml:space="preserve"> قال : وما يعدل به عن ذلك كلاهما من قريش ، وكلاهما دعا إلى نفسه ، ولم يتم له. قال : دع ذاك عنك يا عبد الله ، إنّ عليا من قريش ومن الرسول </w:t>
      </w:r>
      <w:r>
        <w:rPr>
          <w:rtl/>
          <w:lang w:bidi="fa-IR"/>
        </w:rPr>
        <w:t>(</w:t>
      </w:r>
      <w:r w:rsidRPr="00CA52B4">
        <w:rPr>
          <w:rtl/>
          <w:lang w:bidi="fa-IR"/>
        </w:rPr>
        <w:t>صلّى الله عليه وآله وسلّم</w:t>
      </w:r>
      <w:r>
        <w:rPr>
          <w:rtl/>
          <w:lang w:bidi="fa-IR"/>
        </w:rPr>
        <w:t>)</w:t>
      </w:r>
      <w:r w:rsidRPr="00CA52B4">
        <w:rPr>
          <w:rtl/>
          <w:lang w:bidi="fa-IR"/>
        </w:rPr>
        <w:t xml:space="preserve"> حيث تعلم ، ولما دعا إلى نفسه اتبع فيه وكان رأسا ، ودعا الزبير إلى أمر كان الرأس فيه امرأة ، ولما تراءت الفئتان نكص على عقبيه ، وولى مدبرا قبل أن يظهر الحق فيأخذه ، أو يدحض الباطل فيتركه ، فأدركه رجل لو قيس ببعض أعضائه لكان أصغر فضرب عنقه ، وأخذ سلبه وجاء برأسه ومضى عليّ </w:t>
      </w:r>
      <w:r>
        <w:rPr>
          <w:rtl/>
          <w:lang w:bidi="fa-IR"/>
        </w:rPr>
        <w:t>(</w:t>
      </w:r>
      <w:r w:rsidRPr="00CA52B4">
        <w:rPr>
          <w:rtl/>
          <w:lang w:bidi="fa-IR"/>
        </w:rPr>
        <w:t>عليه السلام</w:t>
      </w:r>
      <w:r>
        <w:rPr>
          <w:rtl/>
          <w:lang w:bidi="fa-IR"/>
        </w:rPr>
        <w:t>)</w:t>
      </w:r>
      <w:r w:rsidRPr="00CA52B4">
        <w:rPr>
          <w:rtl/>
          <w:lang w:bidi="fa-IR"/>
        </w:rPr>
        <w:t xml:space="preserve"> قدما كعادته مع ابن عمه ، رحم الله عليّا.</w:t>
      </w:r>
    </w:p>
    <w:p w:rsidR="00843DF1" w:rsidRPr="00CA52B4" w:rsidRDefault="00843DF1" w:rsidP="00347E77">
      <w:pPr>
        <w:pStyle w:val="libNormal"/>
        <w:rPr>
          <w:rtl/>
          <w:lang w:bidi="fa-IR"/>
        </w:rPr>
      </w:pPr>
      <w:r w:rsidRPr="00CA52B4">
        <w:rPr>
          <w:rtl/>
          <w:lang w:bidi="fa-IR"/>
        </w:rPr>
        <w:t>فقال ابن الزبير : أما لو أنّ غيرك تكلم بهذا يا أبا سعيد لعلم ، فقال :</w:t>
      </w:r>
      <w:r>
        <w:rPr>
          <w:rFonts w:hint="cs"/>
          <w:rtl/>
          <w:lang w:bidi="fa-IR"/>
        </w:rPr>
        <w:t xml:space="preserve"> </w:t>
      </w:r>
      <w:r w:rsidRPr="00CA52B4">
        <w:rPr>
          <w:rtl/>
          <w:lang w:bidi="fa-IR"/>
        </w:rPr>
        <w:t>إنّ الذي تعرّض به يرغب عنك ، وكفه معاوية فسكتوا.</w:t>
      </w:r>
    </w:p>
    <w:p w:rsidR="00843DF1" w:rsidRPr="00CA52B4" w:rsidRDefault="00843DF1" w:rsidP="00347E77">
      <w:pPr>
        <w:pStyle w:val="libNormal"/>
        <w:rPr>
          <w:rtl/>
          <w:lang w:bidi="fa-IR"/>
        </w:rPr>
      </w:pPr>
      <w:r w:rsidRPr="00CA52B4">
        <w:rPr>
          <w:rtl/>
          <w:lang w:bidi="fa-IR"/>
        </w:rPr>
        <w:t>وأخبرت عائشة ، بمقالتهم ، ومر أبو سعيد بفنائها فنادته عائشة ، يا أبا سعيد : أنت القائل لابن أختي كذا</w:t>
      </w:r>
      <w:r>
        <w:rPr>
          <w:rtl/>
          <w:lang w:bidi="fa-IR"/>
        </w:rPr>
        <w:t>؟</w:t>
      </w:r>
      <w:r w:rsidRPr="00CA52B4">
        <w:rPr>
          <w:rtl/>
          <w:lang w:bidi="fa-IR"/>
        </w:rPr>
        <w:t xml:space="preserve"> فالتفت أبو سعيد فلم ير شيئا ، فقال :</w:t>
      </w:r>
      <w:r>
        <w:rPr>
          <w:rFonts w:hint="cs"/>
          <w:rtl/>
          <w:lang w:bidi="fa-IR"/>
        </w:rPr>
        <w:t xml:space="preserve"> </w:t>
      </w:r>
      <w:r w:rsidRPr="00CA52B4">
        <w:rPr>
          <w:rtl/>
          <w:lang w:bidi="fa-IR"/>
        </w:rPr>
        <w:t>إنّ الشيطان يراك ولا تراه</w:t>
      </w:r>
      <w:r>
        <w:rPr>
          <w:rtl/>
          <w:lang w:bidi="fa-IR"/>
        </w:rPr>
        <w:t xml:space="preserve"> ..</w:t>
      </w:r>
      <w:r w:rsidRPr="00CA52B4">
        <w:rPr>
          <w:rtl/>
          <w:lang w:bidi="fa-IR"/>
        </w:rPr>
        <w:t>. فضحكت عائشة ، وقالت : لله أبوك ما أذلق لسانك.</w:t>
      </w:r>
    </w:p>
    <w:p w:rsidR="00843DF1" w:rsidRPr="00CA52B4" w:rsidRDefault="00843DF1" w:rsidP="00B10281">
      <w:pPr>
        <w:pStyle w:val="libVar"/>
        <w:rPr>
          <w:rtl/>
          <w:lang w:bidi="fa-IR"/>
        </w:rPr>
      </w:pPr>
      <w:r w:rsidRPr="00CA52B4">
        <w:rPr>
          <w:rtl/>
          <w:lang w:bidi="fa-IR"/>
        </w:rPr>
        <w:t>أعيان الشيعة 2 / 354. أنساب الأشراف 3 / 224. تنقيح المقال 3 / 18. جمهرة أنساب العرب / 69. شرح ابن أبي الحديد 11 / 19. قاموس الرجال 10 / 86. الكامل في التأريخ 1 / 84.</w:t>
      </w:r>
    </w:p>
    <w:p w:rsidR="00843DF1" w:rsidRPr="00CA52B4" w:rsidRDefault="00843DF1" w:rsidP="00EB70B9">
      <w:pPr>
        <w:pStyle w:val="libBold1"/>
        <w:rPr>
          <w:rtl/>
          <w:lang w:bidi="fa-IR"/>
        </w:rPr>
      </w:pPr>
      <w:r w:rsidRPr="00CA52B4">
        <w:rPr>
          <w:rtl/>
        </w:rPr>
        <w:t>1297</w:t>
      </w:r>
      <w:r>
        <w:rPr>
          <w:rtl/>
        </w:rPr>
        <w:t xml:space="preserve"> ـ </w:t>
      </w:r>
      <w:r w:rsidRPr="00CA52B4">
        <w:rPr>
          <w:rtl/>
        </w:rPr>
        <w:t>أبو سعيد عقيصان من بني تيم الله بن ثعلبة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صحب أمير المؤمنين </w:t>
      </w:r>
      <w:r>
        <w:rPr>
          <w:rtl/>
          <w:lang w:bidi="fa-IR"/>
        </w:rPr>
        <w:t>(</w:t>
      </w:r>
      <w:r w:rsidRPr="00CA52B4">
        <w:rPr>
          <w:rtl/>
          <w:lang w:bidi="fa-IR"/>
        </w:rPr>
        <w:t>عليه السلام</w:t>
      </w:r>
      <w:r>
        <w:rPr>
          <w:rtl/>
          <w:lang w:bidi="fa-IR"/>
        </w:rPr>
        <w:t>).</w:t>
      </w:r>
      <w:r w:rsidRPr="00CA52B4">
        <w:rPr>
          <w:rtl/>
          <w:lang w:bidi="fa-IR"/>
        </w:rPr>
        <w:t xml:space="preserve"> وروى عنه الأعمش ، ومحمد بن جحادة ، ومطر وغيرهم. ويقال : إن اسمه دينار التيمي. وله أحاديث ، وحدّث أيضا عن الإمامين السبطين الحسن والحسين </w:t>
      </w:r>
      <w:r>
        <w:rPr>
          <w:rtl/>
          <w:lang w:bidi="fa-IR"/>
        </w:rPr>
        <w:t>(</w:t>
      </w:r>
      <w:r w:rsidRPr="00CA52B4">
        <w:rPr>
          <w:rtl/>
          <w:lang w:bidi="fa-IR"/>
        </w:rPr>
        <w:t>عليهما السلام</w:t>
      </w:r>
      <w:r>
        <w:rPr>
          <w:rtl/>
          <w:lang w:bidi="fa-IR"/>
        </w:rPr>
        <w:t>).</w:t>
      </w:r>
    </w:p>
    <w:p w:rsidR="00843DF1" w:rsidRPr="00CA52B4" w:rsidRDefault="00843DF1" w:rsidP="00347E77">
      <w:pPr>
        <w:pStyle w:val="libNormal"/>
        <w:rPr>
          <w:rtl/>
          <w:lang w:bidi="fa-IR"/>
        </w:rPr>
      </w:pPr>
      <w:r w:rsidRPr="00CA52B4">
        <w:rPr>
          <w:rtl/>
          <w:lang w:bidi="fa-IR"/>
        </w:rPr>
        <w:t>وقد أسلفنا ترجمته في حرف الدال ، وجاءت ترجمته في المراجع في</w:t>
      </w:r>
    </w:p>
    <w:p w:rsidR="00843DF1" w:rsidRPr="00CA52B4" w:rsidRDefault="00843DF1" w:rsidP="00B10281">
      <w:pPr>
        <w:pStyle w:val="libNormal0"/>
        <w:rPr>
          <w:rtl/>
          <w:lang w:bidi="fa-IR"/>
        </w:rPr>
      </w:pPr>
      <w:r>
        <w:rPr>
          <w:rtl/>
          <w:lang w:bidi="fa-IR"/>
        </w:rPr>
        <w:br w:type="page"/>
      </w:r>
      <w:r w:rsidRPr="00CA52B4">
        <w:rPr>
          <w:rtl/>
          <w:lang w:bidi="fa-IR"/>
        </w:rPr>
        <w:lastRenderedPageBreak/>
        <w:t>موضعين ، ويقال : إنّهما واحد وجاء أنّهما اثنان.</w:t>
      </w:r>
    </w:p>
    <w:p w:rsidR="00843DF1" w:rsidRPr="00CA52B4" w:rsidRDefault="00843DF1" w:rsidP="00B10281">
      <w:pPr>
        <w:pStyle w:val="libVar"/>
        <w:rPr>
          <w:rtl/>
          <w:lang w:bidi="fa-IR"/>
        </w:rPr>
      </w:pPr>
      <w:r w:rsidRPr="00CA52B4">
        <w:rPr>
          <w:rtl/>
          <w:lang w:bidi="fa-IR"/>
        </w:rPr>
        <w:t xml:space="preserve">أعيان الشيعة 6 / 261. جامع الرواة 2 / 389. الجرح والتعديل 7 / 41. خلاصة الأقوال / 193. رجال ابن داود / 218. رجال الطوسي / 76. الطبقات الكبرى 6 / 240. الغارات 1 / 110 ، 338 ، 341 ، 349 </w:t>
      </w:r>
      <w:r>
        <w:rPr>
          <w:rtl/>
          <w:lang w:bidi="fa-IR"/>
        </w:rPr>
        <w:t>و 2</w:t>
      </w:r>
      <w:r w:rsidRPr="00CA52B4">
        <w:rPr>
          <w:rtl/>
          <w:lang w:bidi="fa-IR"/>
        </w:rPr>
        <w:t xml:space="preserve"> / 706 ، 715 ، 781. قاموس الرجال 10 / 86. لسان الميزان 7 / 52. المعارف / 88</w:t>
      </w:r>
      <w:r>
        <w:rPr>
          <w:rtl/>
          <w:lang w:bidi="fa-IR"/>
        </w:rPr>
        <w:t xml:space="preserve"> ـ </w:t>
      </w:r>
      <w:r w:rsidRPr="00CA52B4">
        <w:rPr>
          <w:rtl/>
          <w:lang w:bidi="fa-IR"/>
        </w:rPr>
        <w:t>89. معجم رجال الحديث 21 / 170. منتهى المقال / 345. ميزان الاعتدال 4 / 530.</w:t>
      </w:r>
    </w:p>
    <w:p w:rsidR="00843DF1" w:rsidRPr="00CA52B4" w:rsidRDefault="00843DF1" w:rsidP="00EB70B9">
      <w:pPr>
        <w:pStyle w:val="libBold1"/>
        <w:rPr>
          <w:rtl/>
          <w:lang w:bidi="fa-IR"/>
        </w:rPr>
      </w:pPr>
      <w:r w:rsidRPr="00CA52B4">
        <w:rPr>
          <w:rtl/>
        </w:rPr>
        <w:t>1298</w:t>
      </w:r>
      <w:r>
        <w:rPr>
          <w:rtl/>
        </w:rPr>
        <w:t xml:space="preserve"> ـ </w:t>
      </w:r>
      <w:r w:rsidRPr="00CA52B4">
        <w:rPr>
          <w:rtl/>
        </w:rPr>
        <w:t>أبو سعيد بن أبي المعلّى الزرقي المتوفى 74 ه‍</w:t>
      </w:r>
      <w:r>
        <w:rPr>
          <w:rtl/>
        </w:rPr>
        <w:t>.</w:t>
      </w:r>
    </w:p>
    <w:p w:rsidR="00843DF1" w:rsidRPr="00CA52B4" w:rsidRDefault="00843DF1" w:rsidP="00347E77">
      <w:pPr>
        <w:pStyle w:val="libNormal"/>
        <w:rPr>
          <w:rtl/>
          <w:lang w:bidi="fa-IR"/>
        </w:rPr>
      </w:pPr>
      <w:r w:rsidRPr="00CA52B4">
        <w:rPr>
          <w:rtl/>
          <w:lang w:bidi="fa-IR"/>
        </w:rPr>
        <w:t>محدّث. سمع منه سلمة بن وردان. وهو أخ عبيد بن المعلّى ، من سبي عين التمر الذي سبى خالد بن الوليد ، في عهد أبي بكر وبعث بهم إلى المدينة. وفي بعض المراجع : له صحبة وكان من الأنصار. يقال اسمه :</w:t>
      </w:r>
      <w:r>
        <w:rPr>
          <w:rFonts w:hint="cs"/>
          <w:rtl/>
          <w:lang w:bidi="fa-IR"/>
        </w:rPr>
        <w:t xml:space="preserve"> </w:t>
      </w:r>
      <w:r w:rsidRPr="00CA52B4">
        <w:rPr>
          <w:rtl/>
          <w:lang w:bidi="fa-IR"/>
        </w:rPr>
        <w:t>سعيد بن عمارة بن سعد ، وقيل : عامر بن مسعود ، وقد عرف بكنيته واشتهر بها. مات سنة 73 ، 74.</w:t>
      </w:r>
    </w:p>
    <w:p w:rsidR="00843DF1" w:rsidRPr="00CA52B4" w:rsidRDefault="00843DF1" w:rsidP="00B10281">
      <w:pPr>
        <w:pStyle w:val="libVar"/>
        <w:rPr>
          <w:rtl/>
          <w:lang w:bidi="fa-IR"/>
        </w:rPr>
      </w:pPr>
      <w:r w:rsidRPr="00CA52B4">
        <w:rPr>
          <w:rtl/>
          <w:lang w:bidi="fa-IR"/>
        </w:rPr>
        <w:t>الاستيعاب 4 / 90. أسد الغابة 5 / 211. الإصابة 4 / 88. تهذيب التهذيب 12 / 110. الجرح والتعديل 9 / 375. الطبقات الكبرى 5 / 87 وفيه : أبو سعيد بن المعلّى. الكامل في التأريخ 4 / 373. المراسيل في الحديث / 148.</w:t>
      </w:r>
    </w:p>
    <w:p w:rsidR="00843DF1" w:rsidRPr="00CA52B4" w:rsidRDefault="00843DF1" w:rsidP="00EB70B9">
      <w:pPr>
        <w:pStyle w:val="libBold1"/>
        <w:rPr>
          <w:rtl/>
          <w:lang w:bidi="fa-IR"/>
        </w:rPr>
      </w:pPr>
      <w:r w:rsidRPr="00CA52B4">
        <w:rPr>
          <w:rtl/>
        </w:rPr>
        <w:t>1299</w:t>
      </w:r>
      <w:r>
        <w:rPr>
          <w:rtl/>
        </w:rPr>
        <w:t xml:space="preserve"> ـ </w:t>
      </w:r>
      <w:r w:rsidRPr="00CA52B4">
        <w:rPr>
          <w:rtl/>
        </w:rPr>
        <w:t>أبو سعيد</w:t>
      </w:r>
      <w:r>
        <w:rPr>
          <w:rtl/>
        </w:rPr>
        <w:t xml:space="preserve"> ....</w:t>
      </w:r>
    </w:p>
    <w:p w:rsidR="00843DF1" w:rsidRPr="00CA52B4" w:rsidRDefault="00843DF1" w:rsidP="00347E77">
      <w:pPr>
        <w:pStyle w:val="libNormal"/>
        <w:rPr>
          <w:rtl/>
          <w:lang w:bidi="fa-IR"/>
        </w:rPr>
      </w:pPr>
      <w:r w:rsidRPr="00CA52B4">
        <w:rPr>
          <w:rtl/>
          <w:lang w:bidi="fa-IR"/>
        </w:rPr>
        <w:t>محدّث. روى يحيى بن مسلم بن الضحاك عن أمه عنه.</w:t>
      </w:r>
    </w:p>
    <w:p w:rsidR="00843DF1" w:rsidRPr="00CA52B4" w:rsidRDefault="00843DF1" w:rsidP="00B10281">
      <w:pPr>
        <w:pStyle w:val="libVar"/>
        <w:rPr>
          <w:rtl/>
          <w:lang w:bidi="fa-IR"/>
        </w:rPr>
      </w:pPr>
      <w:r w:rsidRPr="00CA52B4">
        <w:rPr>
          <w:rtl/>
          <w:lang w:bidi="fa-IR"/>
        </w:rPr>
        <w:t>الجرح والتعديل 9 / 377.</w:t>
      </w:r>
    </w:p>
    <w:p w:rsidR="00843DF1" w:rsidRPr="00CA52B4" w:rsidRDefault="00843DF1" w:rsidP="00EB70B9">
      <w:pPr>
        <w:pStyle w:val="libBold1"/>
        <w:rPr>
          <w:rtl/>
          <w:lang w:bidi="fa-IR"/>
        </w:rPr>
      </w:pPr>
      <w:r w:rsidRPr="00CA52B4">
        <w:rPr>
          <w:rtl/>
        </w:rPr>
        <w:t>1300</w:t>
      </w:r>
      <w:r>
        <w:rPr>
          <w:rtl/>
        </w:rPr>
        <w:t xml:space="preserve"> ـ </w:t>
      </w:r>
      <w:r w:rsidRPr="00CA52B4">
        <w:rPr>
          <w:rtl/>
        </w:rPr>
        <w:t>أبو السفاح البجلي الشهيد في 37 ه‍</w:t>
      </w:r>
      <w:r>
        <w:rPr>
          <w:rtl/>
        </w:rPr>
        <w:t>.</w:t>
      </w:r>
    </w:p>
    <w:p w:rsidR="00843DF1" w:rsidRPr="00CA52B4" w:rsidRDefault="00843DF1" w:rsidP="00347E77">
      <w:pPr>
        <w:pStyle w:val="libNormal"/>
        <w:rPr>
          <w:rtl/>
          <w:lang w:bidi="fa-IR"/>
        </w:rPr>
      </w:pPr>
      <w:r w:rsidRPr="00CA52B4">
        <w:rPr>
          <w:rtl/>
          <w:lang w:bidi="fa-IR"/>
        </w:rPr>
        <w:t xml:space="preserve">محارب فارس. ذكره الشيخ الطوسي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وقال : وهو أول قتيل ، قتل يوم صفّين من أصحاب عليّ </w:t>
      </w:r>
      <w:r>
        <w:rPr>
          <w:rtl/>
          <w:lang w:bidi="fa-IR"/>
        </w:rPr>
        <w:t>(</w:t>
      </w:r>
      <w:r w:rsidRPr="00CA52B4">
        <w:rPr>
          <w:rtl/>
          <w:lang w:bidi="fa-IR"/>
        </w:rPr>
        <w:t>عليه السلام</w:t>
      </w:r>
      <w:r>
        <w:rPr>
          <w:rtl/>
          <w:lang w:bidi="fa-IR"/>
        </w:rPr>
        <w:t>).</w:t>
      </w:r>
      <w:r w:rsidRPr="00CA52B4">
        <w:rPr>
          <w:rtl/>
          <w:lang w:bidi="fa-IR"/>
        </w:rPr>
        <w:t xml:space="preserve"> ونقله الآخرون عنه.</w:t>
      </w:r>
    </w:p>
    <w:p w:rsidR="00843DF1" w:rsidRPr="00CA52B4" w:rsidRDefault="00843DF1" w:rsidP="00B10281">
      <w:pPr>
        <w:pStyle w:val="libVar"/>
        <w:rPr>
          <w:rtl/>
          <w:lang w:bidi="fa-IR"/>
        </w:rPr>
      </w:pPr>
      <w:r w:rsidRPr="00CA52B4">
        <w:rPr>
          <w:rtl/>
          <w:lang w:bidi="fa-IR"/>
        </w:rPr>
        <w:t>أعيان الشيعة 2 / 357. تنقيح المقال 3 / 18. جامع الرواة 2 / 390. خلاصة الأقوال / 187. رجال الشيخ الطوسي / 65. رجال ابن داود / 218. قاموس الرجال 10 / 88. مجمع الرجال 7 / 49. معجم رجال الحديث 21 / 175. منتهى المقال / 345. نقد الرجال / 389.</w:t>
      </w:r>
    </w:p>
    <w:p w:rsidR="00843DF1" w:rsidRPr="00CA52B4" w:rsidRDefault="00843DF1" w:rsidP="00EB70B9">
      <w:pPr>
        <w:pStyle w:val="libBold1"/>
        <w:rPr>
          <w:rtl/>
          <w:lang w:bidi="fa-IR"/>
        </w:rPr>
      </w:pPr>
      <w:r>
        <w:rPr>
          <w:rtl/>
          <w:lang w:bidi="fa-IR"/>
        </w:rPr>
        <w:br w:type="page"/>
      </w:r>
      <w:r w:rsidRPr="00CA52B4">
        <w:rPr>
          <w:rtl/>
        </w:rPr>
        <w:lastRenderedPageBreak/>
        <w:t>1301</w:t>
      </w:r>
      <w:r>
        <w:rPr>
          <w:rtl/>
        </w:rPr>
        <w:t xml:space="preserve"> ـ </w:t>
      </w:r>
      <w:r w:rsidRPr="00CA52B4">
        <w:rPr>
          <w:rtl/>
        </w:rPr>
        <w:t>أبو سفيان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عمران بن سليمان. ذكره ابن أبي حاتم الرازي الحنظلي في كتابه.</w:t>
      </w:r>
    </w:p>
    <w:p w:rsidR="00843DF1" w:rsidRPr="00CA52B4" w:rsidRDefault="00843DF1" w:rsidP="00B10281">
      <w:pPr>
        <w:pStyle w:val="libVar"/>
        <w:rPr>
          <w:rtl/>
          <w:lang w:bidi="fa-IR"/>
        </w:rPr>
      </w:pPr>
      <w:r w:rsidRPr="00CA52B4">
        <w:rPr>
          <w:rtl/>
          <w:lang w:bidi="fa-IR"/>
        </w:rPr>
        <w:t>الجرح والتعديل 9 / 381.</w:t>
      </w:r>
    </w:p>
    <w:p w:rsidR="00843DF1" w:rsidRPr="00CA52B4" w:rsidRDefault="00843DF1" w:rsidP="00EB70B9">
      <w:pPr>
        <w:pStyle w:val="libBold1"/>
        <w:rPr>
          <w:rtl/>
          <w:lang w:bidi="fa-IR"/>
        </w:rPr>
      </w:pPr>
      <w:r w:rsidRPr="00CA52B4">
        <w:rPr>
          <w:rtl/>
        </w:rPr>
        <w:t>1302</w:t>
      </w:r>
      <w:r>
        <w:rPr>
          <w:rtl/>
        </w:rPr>
        <w:t xml:space="preserve"> ـ </w:t>
      </w:r>
      <w:r w:rsidRPr="00CA52B4">
        <w:rPr>
          <w:rtl/>
        </w:rPr>
        <w:t>أبو سلمان المؤذن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 تابعي ، كوفي. قيل اسمه همام. روى عنه الحكم بن عتيبة ، وعثمان بن المغيرة ، ومسعر بن كدام. قال إنّ عليا </w:t>
      </w:r>
      <w:r>
        <w:rPr>
          <w:rtl/>
          <w:lang w:bidi="fa-IR"/>
        </w:rPr>
        <w:t>(</w:t>
      </w:r>
      <w:r w:rsidRPr="00CA52B4">
        <w:rPr>
          <w:rtl/>
          <w:lang w:bidi="fa-IR"/>
        </w:rPr>
        <w:t>عليه السلام</w:t>
      </w:r>
      <w:r>
        <w:rPr>
          <w:rtl/>
          <w:lang w:bidi="fa-IR"/>
        </w:rPr>
        <w:t>)</w:t>
      </w:r>
      <w:r w:rsidRPr="00CA52B4">
        <w:rPr>
          <w:rtl/>
          <w:lang w:bidi="fa-IR"/>
        </w:rPr>
        <w:t xml:space="preserve"> ، نشد الناس من سمع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يقول : «من كنت مولاه فعليّ مولاه» فشهد له قوم ، وأمسك زيد بن أرقم ، فلم يشهد</w:t>
      </w:r>
      <w:r>
        <w:rPr>
          <w:rtl/>
          <w:lang w:bidi="fa-IR"/>
        </w:rPr>
        <w:t xml:space="preserve"> ـ </w:t>
      </w:r>
      <w:r w:rsidRPr="00CA52B4">
        <w:rPr>
          <w:rtl/>
          <w:lang w:bidi="fa-IR"/>
        </w:rPr>
        <w:t>وكان يعلمها</w:t>
      </w:r>
      <w:r>
        <w:rPr>
          <w:rtl/>
          <w:lang w:bidi="fa-IR"/>
        </w:rPr>
        <w:t xml:space="preserve"> ـ </w:t>
      </w:r>
      <w:r w:rsidRPr="00CA52B4">
        <w:rPr>
          <w:rtl/>
          <w:lang w:bidi="fa-IR"/>
        </w:rPr>
        <w:t xml:space="preserve">فدعا عليّ </w:t>
      </w:r>
      <w:r>
        <w:rPr>
          <w:rtl/>
          <w:lang w:bidi="fa-IR"/>
        </w:rPr>
        <w:t>(</w:t>
      </w:r>
      <w:r w:rsidRPr="00CA52B4">
        <w:rPr>
          <w:rtl/>
          <w:lang w:bidi="fa-IR"/>
        </w:rPr>
        <w:t>عليه السلام</w:t>
      </w:r>
      <w:r>
        <w:rPr>
          <w:rtl/>
          <w:lang w:bidi="fa-IR"/>
        </w:rPr>
        <w:t>)</w:t>
      </w:r>
      <w:r w:rsidRPr="00CA52B4">
        <w:rPr>
          <w:rtl/>
          <w:lang w:bidi="fa-IR"/>
        </w:rPr>
        <w:t xml:space="preserve"> عليه بذهاب البصر فعمي ، فكان يحدّث الناس بالحديث ، بعد ما كفّ بصره.</w:t>
      </w:r>
    </w:p>
    <w:p w:rsidR="00843DF1" w:rsidRPr="00CA52B4" w:rsidRDefault="00843DF1" w:rsidP="00B10281">
      <w:pPr>
        <w:pStyle w:val="libVar"/>
        <w:rPr>
          <w:rtl/>
          <w:lang w:bidi="fa-IR"/>
        </w:rPr>
      </w:pPr>
      <w:r w:rsidRPr="00CA52B4">
        <w:rPr>
          <w:rtl/>
          <w:lang w:bidi="fa-IR"/>
        </w:rPr>
        <w:t>تقريب التهذيب 2 / 430. تهذيب التهذيب 12 / 114. شرح ابن أبي الحديد 4 / 74. الغدير 1 / 62.</w:t>
      </w:r>
    </w:p>
    <w:p w:rsidR="00843DF1" w:rsidRPr="00CA52B4" w:rsidRDefault="00843DF1" w:rsidP="00EB70B9">
      <w:pPr>
        <w:pStyle w:val="libBold1"/>
        <w:rPr>
          <w:rtl/>
          <w:lang w:bidi="fa-IR"/>
        </w:rPr>
      </w:pPr>
      <w:r w:rsidRPr="00CA52B4">
        <w:rPr>
          <w:rtl/>
        </w:rPr>
        <w:t>1303</w:t>
      </w:r>
      <w:r>
        <w:rPr>
          <w:rtl/>
        </w:rPr>
        <w:t xml:space="preserve"> ـ </w:t>
      </w:r>
      <w:r w:rsidRPr="00CA52B4">
        <w:rPr>
          <w:rtl/>
        </w:rPr>
        <w:t>أبو سليمان الحضرمي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 وجاء سليمان بن زياد الحضرمي المصري. حضر صفّين ، وقال : إنّ الفيلقين التقيا بصفّين ، واضطربوا بالسيوف ليس معهم غيرها إلى نصف الليل.</w:t>
      </w:r>
    </w:p>
    <w:p w:rsidR="00843DF1" w:rsidRPr="00CA52B4" w:rsidRDefault="00843DF1" w:rsidP="00B10281">
      <w:pPr>
        <w:pStyle w:val="libVar"/>
        <w:rPr>
          <w:rtl/>
          <w:lang w:bidi="fa-IR"/>
        </w:rPr>
      </w:pPr>
      <w:r w:rsidRPr="00CA52B4">
        <w:rPr>
          <w:rtl/>
          <w:lang w:bidi="fa-IR"/>
        </w:rPr>
        <w:t>أعيان الشيعة 2 / 358. وقعة صفّين / 185 ، 369.</w:t>
      </w:r>
    </w:p>
    <w:p w:rsidR="00843DF1" w:rsidRPr="00CA52B4" w:rsidRDefault="00843DF1" w:rsidP="00EB70B9">
      <w:pPr>
        <w:pStyle w:val="libBold1"/>
        <w:rPr>
          <w:rtl/>
          <w:lang w:bidi="fa-IR"/>
        </w:rPr>
      </w:pPr>
      <w:r w:rsidRPr="00CA52B4">
        <w:rPr>
          <w:rtl/>
        </w:rPr>
        <w:t>1304</w:t>
      </w:r>
      <w:r>
        <w:rPr>
          <w:rtl/>
        </w:rPr>
        <w:t xml:space="preserve"> ـ </w:t>
      </w:r>
      <w:r w:rsidRPr="00CA52B4">
        <w:rPr>
          <w:rtl/>
        </w:rPr>
        <w:t>أبو سليمان المرعشي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حضر مع عليّ بن أبي طالب </w:t>
      </w:r>
      <w:r>
        <w:rPr>
          <w:rtl/>
          <w:lang w:bidi="fa-IR"/>
        </w:rPr>
        <w:t>(</w:t>
      </w:r>
      <w:r w:rsidRPr="00CA52B4">
        <w:rPr>
          <w:rtl/>
          <w:lang w:bidi="fa-IR"/>
        </w:rPr>
        <w:t>عليه السلام</w:t>
      </w:r>
      <w:r>
        <w:rPr>
          <w:rtl/>
          <w:lang w:bidi="fa-IR"/>
        </w:rPr>
        <w:t>)</w:t>
      </w:r>
      <w:r w:rsidRPr="00CA52B4">
        <w:rPr>
          <w:rtl/>
          <w:lang w:bidi="fa-IR"/>
        </w:rPr>
        <w:t xml:space="preserve"> قتال الخوارج ، بالنّهروان. وروى عنه جمع. قال : لما سار عليّ إلى أهل النهر ، سرت معه فلما نزل بحضرتهم أخذني غم لقتالهم لا يعلمه إلا الله تعالى حتّى سقطت في الماء مما أخذني من الغم ، فخرجت من الماء وقد شرح الله صدري لقتالهم. فقال عليّ لأصحابه : لا تبدءوهم فبدأ الخوارج فرموا ، فقيل : يا أمير المؤمنين قد رموا.</w:t>
      </w:r>
    </w:p>
    <w:p w:rsidR="00843DF1" w:rsidRPr="00CA52B4" w:rsidRDefault="00843DF1" w:rsidP="00B10281">
      <w:pPr>
        <w:pStyle w:val="libVar"/>
        <w:rPr>
          <w:rtl/>
          <w:lang w:bidi="fa-IR"/>
        </w:rPr>
      </w:pPr>
      <w:r>
        <w:rPr>
          <w:rtl/>
          <w:lang w:bidi="fa-IR"/>
        </w:rPr>
        <w:br w:type="page"/>
      </w:r>
      <w:r w:rsidRPr="00CA52B4">
        <w:rPr>
          <w:rtl/>
          <w:lang w:bidi="fa-IR"/>
        </w:rPr>
        <w:lastRenderedPageBreak/>
        <w:t>أعيان الشيعة 6 / 274. تاريخ بغداد 14 / 364. الجرح والتعديل 9 / 380. قاموس الرجال 10 / 91.</w:t>
      </w:r>
    </w:p>
    <w:p w:rsidR="00843DF1" w:rsidRPr="00CA52B4" w:rsidRDefault="00843DF1" w:rsidP="00EB70B9">
      <w:pPr>
        <w:pStyle w:val="libBold1"/>
        <w:rPr>
          <w:rtl/>
          <w:lang w:bidi="fa-IR"/>
        </w:rPr>
      </w:pPr>
      <w:r w:rsidRPr="00CA52B4">
        <w:rPr>
          <w:rtl/>
        </w:rPr>
        <w:t>1305</w:t>
      </w:r>
      <w:r>
        <w:rPr>
          <w:rtl/>
        </w:rPr>
        <w:t xml:space="preserve"> ـ </w:t>
      </w:r>
      <w:r w:rsidRPr="00CA52B4">
        <w:rPr>
          <w:rtl/>
        </w:rPr>
        <w:t>أبو سمرة بن ذؤيب</w:t>
      </w:r>
      <w:r>
        <w:rPr>
          <w:rtl/>
        </w:rPr>
        <w:t xml:space="preserve"> ....</w:t>
      </w:r>
    </w:p>
    <w:p w:rsidR="00843DF1" w:rsidRPr="00CA52B4" w:rsidRDefault="00843DF1" w:rsidP="00347E77">
      <w:pPr>
        <w:pStyle w:val="libNormal"/>
        <w:rPr>
          <w:rtl/>
          <w:lang w:bidi="fa-IR"/>
        </w:rPr>
      </w:pPr>
      <w:r w:rsidRPr="00CA52B4">
        <w:rPr>
          <w:rtl/>
          <w:lang w:bidi="fa-IR"/>
        </w:rPr>
        <w:t xml:space="preserve">محارب فارس. خرج في مقدمة الجيش إلى صفّين ، مع أمير المؤمنين </w:t>
      </w:r>
      <w:r>
        <w:rPr>
          <w:rtl/>
          <w:lang w:bidi="fa-IR"/>
        </w:rPr>
        <w:t>(</w:t>
      </w:r>
      <w:r w:rsidRPr="00CA52B4">
        <w:rPr>
          <w:rtl/>
          <w:lang w:bidi="fa-IR"/>
        </w:rPr>
        <w:t>عليه السلام</w:t>
      </w:r>
      <w:r>
        <w:rPr>
          <w:rtl/>
          <w:lang w:bidi="fa-IR"/>
        </w:rPr>
        <w:t>).</w:t>
      </w:r>
      <w:r w:rsidRPr="00CA52B4">
        <w:rPr>
          <w:rtl/>
          <w:lang w:bidi="fa-IR"/>
        </w:rPr>
        <w:t xml:space="preserve"> وحارب وقاتل بحزم ، وكان مع أبي ليلى بن عمرو ، وأبي الجوشاء.</w:t>
      </w:r>
    </w:p>
    <w:p w:rsidR="00843DF1" w:rsidRPr="00CA52B4" w:rsidRDefault="00843DF1" w:rsidP="00B10281">
      <w:pPr>
        <w:pStyle w:val="libVar"/>
        <w:rPr>
          <w:rtl/>
          <w:lang w:bidi="fa-IR"/>
        </w:rPr>
      </w:pPr>
      <w:r w:rsidRPr="00CA52B4">
        <w:rPr>
          <w:rtl/>
          <w:lang w:bidi="fa-IR"/>
        </w:rPr>
        <w:t>أعيان الشيعة 2 / 359. تنقيح المقال 3 / 19. جامع الرواة 2 / 391. رجال الشيخ الطوسي / 65. قاموس الرجال 1 / 93. مجمع الرجال 7 / 51. معجم الثقات / 363.</w:t>
      </w:r>
      <w:r>
        <w:rPr>
          <w:rFonts w:hint="cs"/>
          <w:rtl/>
          <w:lang w:bidi="fa-IR"/>
        </w:rPr>
        <w:t xml:space="preserve"> </w:t>
      </w:r>
      <w:r w:rsidRPr="00CA52B4">
        <w:rPr>
          <w:rtl/>
          <w:lang w:bidi="fa-IR"/>
        </w:rPr>
        <w:t>معجم رجال الحديث 21 / 180. منتهى المقال / 345. نقد الرجال / 389.</w:t>
      </w:r>
    </w:p>
    <w:p w:rsidR="00843DF1" w:rsidRPr="00CA52B4" w:rsidRDefault="00843DF1" w:rsidP="00EB70B9">
      <w:pPr>
        <w:pStyle w:val="libBold1"/>
        <w:rPr>
          <w:rtl/>
          <w:lang w:bidi="fa-IR"/>
        </w:rPr>
      </w:pPr>
      <w:r w:rsidRPr="00CA52B4">
        <w:rPr>
          <w:rtl/>
        </w:rPr>
        <w:t>1306</w:t>
      </w:r>
      <w:r>
        <w:rPr>
          <w:rtl/>
        </w:rPr>
        <w:t xml:space="preserve"> ـ </w:t>
      </w:r>
      <w:r w:rsidRPr="00CA52B4">
        <w:rPr>
          <w:rtl/>
        </w:rPr>
        <w:t>أبو سماك الأسدي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كان في صفين. جعل يأخذ أداوة من ماء ، وشفرة حديد ، فيطوف على القتلى فإذا رأى رجلا جريحا ، وبه رمق أقعده ، فيقول : من أمير المؤمنين ، فإن قال : عليّ ، غسل عنه الدم وسقاه من الماء. وإن سكت وجأه بسكين حتّى يموت. فكان يسمّى المخضخض. وجاء في بعض المراجع ، سماك بن مخرمة الأسدي ، وهو اشتباه ، وقد مرت ترجمة سماك بن مخرمة.</w:t>
      </w:r>
    </w:p>
    <w:p w:rsidR="00843DF1" w:rsidRPr="00CA52B4" w:rsidRDefault="00843DF1" w:rsidP="00B10281">
      <w:pPr>
        <w:pStyle w:val="libVar"/>
        <w:rPr>
          <w:rtl/>
          <w:lang w:bidi="fa-IR"/>
        </w:rPr>
      </w:pPr>
      <w:r w:rsidRPr="00CA52B4">
        <w:rPr>
          <w:rtl/>
          <w:lang w:bidi="fa-IR"/>
        </w:rPr>
        <w:t>أعيان الشيعة 2 / 359. تنقيح المقال 3 / 19. سفينة البحار 1 / 660. شرح ابن أبي الحديد 8 / 22. قاموس الرجال 10 / 91. وقعة صفين / 339.</w:t>
      </w:r>
    </w:p>
    <w:p w:rsidR="00843DF1" w:rsidRPr="00CA52B4" w:rsidRDefault="00843DF1" w:rsidP="00EB70B9">
      <w:pPr>
        <w:pStyle w:val="libBold1"/>
        <w:rPr>
          <w:rtl/>
          <w:lang w:bidi="fa-IR"/>
        </w:rPr>
      </w:pPr>
      <w:r w:rsidRPr="00CA52B4">
        <w:rPr>
          <w:rtl/>
        </w:rPr>
        <w:t>1307</w:t>
      </w:r>
      <w:r>
        <w:rPr>
          <w:rtl/>
        </w:rPr>
        <w:t xml:space="preserve"> ـ </w:t>
      </w:r>
      <w:r w:rsidRPr="00CA52B4">
        <w:rPr>
          <w:rtl/>
        </w:rPr>
        <w:t>أبو سمرة بن أبرهة</w:t>
      </w:r>
      <w:r>
        <w:rPr>
          <w:rtl/>
        </w:rPr>
        <w:t xml:space="preserve"> ..</w:t>
      </w:r>
      <w:r w:rsidRPr="00CA52B4">
        <w:rPr>
          <w:rtl/>
        </w:rPr>
        <w:t>.</w:t>
      </w:r>
    </w:p>
    <w:p w:rsidR="00843DF1" w:rsidRPr="00CA52B4" w:rsidRDefault="00843DF1" w:rsidP="00EB70B9">
      <w:pPr>
        <w:pStyle w:val="libBold1"/>
        <w:rPr>
          <w:rtl/>
          <w:lang w:bidi="fa-IR"/>
        </w:rPr>
      </w:pPr>
      <w:r w:rsidRPr="00CA52B4">
        <w:rPr>
          <w:rtl/>
        </w:rPr>
        <w:t>1308</w:t>
      </w:r>
      <w:r>
        <w:rPr>
          <w:rtl/>
        </w:rPr>
        <w:t xml:space="preserve"> ـ </w:t>
      </w:r>
      <w:r w:rsidRPr="00CA52B4">
        <w:rPr>
          <w:rtl/>
        </w:rPr>
        <w:t>أبو سنان الأنصاري</w:t>
      </w:r>
      <w:r>
        <w:rPr>
          <w:rtl/>
        </w:rPr>
        <w:t xml:space="preserve"> ..</w:t>
      </w:r>
      <w:r w:rsidRPr="00CA52B4">
        <w:rPr>
          <w:rtl/>
        </w:rPr>
        <w:t>.</w:t>
      </w:r>
      <w:r>
        <w:rPr>
          <w:rFonts w:hint="cs"/>
          <w:rtl/>
        </w:rPr>
        <w:t xml:space="preserve"> </w:t>
      </w:r>
      <w:r w:rsidRPr="00CA52B4">
        <w:rPr>
          <w:rtl/>
          <w:lang w:bidi="fa-IR"/>
        </w:rPr>
        <w:t xml:space="preserve">من الأصفياء من أصحابه </w:t>
      </w:r>
      <w:r>
        <w:rPr>
          <w:rtl/>
          <w:lang w:bidi="fa-IR"/>
        </w:rPr>
        <w:t>(</w:t>
      </w:r>
      <w:r w:rsidRPr="00CA52B4">
        <w:rPr>
          <w:rtl/>
          <w:lang w:bidi="fa-IR"/>
        </w:rPr>
        <w:t>عليه السلام</w:t>
      </w:r>
      <w:r>
        <w:rPr>
          <w:rtl/>
          <w:lang w:bidi="fa-IR"/>
        </w:rPr>
        <w:t>).</w:t>
      </w:r>
    </w:p>
    <w:p w:rsidR="00843DF1" w:rsidRPr="00CA52B4" w:rsidRDefault="00843DF1" w:rsidP="00EB70B9">
      <w:pPr>
        <w:pStyle w:val="libBold1"/>
        <w:rPr>
          <w:rtl/>
          <w:lang w:bidi="fa-IR"/>
        </w:rPr>
      </w:pPr>
      <w:r w:rsidRPr="00CA52B4">
        <w:rPr>
          <w:rtl/>
        </w:rPr>
        <w:t>1309</w:t>
      </w:r>
      <w:r>
        <w:rPr>
          <w:rtl/>
        </w:rPr>
        <w:t xml:space="preserve"> ـ </w:t>
      </w:r>
      <w:r w:rsidRPr="00CA52B4">
        <w:rPr>
          <w:rtl/>
        </w:rPr>
        <w:t>أبو منح بن عمرو النهدي</w:t>
      </w:r>
      <w:r>
        <w:rPr>
          <w:rtl/>
        </w:rPr>
        <w:t xml:space="preserve"> ..</w:t>
      </w:r>
      <w:r w:rsidRPr="00CA52B4">
        <w:rPr>
          <w:rtl/>
        </w:rPr>
        <w:t>.</w:t>
      </w:r>
      <w:r>
        <w:rPr>
          <w:rFonts w:hint="cs"/>
          <w:rtl/>
        </w:rPr>
        <w:t xml:space="preserve"> </w:t>
      </w:r>
      <w:r w:rsidRPr="00CA52B4">
        <w:rPr>
          <w:rtl/>
          <w:lang w:bidi="fa-IR"/>
        </w:rPr>
        <w:t>قتل بصفين.</w:t>
      </w:r>
    </w:p>
    <w:p w:rsidR="00843DF1" w:rsidRPr="00CA52B4" w:rsidRDefault="00843DF1" w:rsidP="00EB70B9">
      <w:pPr>
        <w:pStyle w:val="libBold1"/>
        <w:rPr>
          <w:rtl/>
          <w:lang w:bidi="fa-IR"/>
        </w:rPr>
      </w:pPr>
      <w:r w:rsidRPr="00CA52B4">
        <w:rPr>
          <w:rtl/>
        </w:rPr>
        <w:t>1310</w:t>
      </w:r>
      <w:r>
        <w:rPr>
          <w:rtl/>
        </w:rPr>
        <w:t xml:space="preserve"> ـ </w:t>
      </w:r>
      <w:r w:rsidRPr="00CA52B4">
        <w:rPr>
          <w:rtl/>
        </w:rPr>
        <w:t>أبو شجاع الحميري</w:t>
      </w:r>
      <w:r>
        <w:rPr>
          <w:rtl/>
        </w:rPr>
        <w:t xml:space="preserve"> ..</w:t>
      </w:r>
      <w:r w:rsidRPr="00CA52B4">
        <w:rPr>
          <w:rtl/>
        </w:rPr>
        <w:t>. من ذوي البصائر.</w:t>
      </w:r>
    </w:p>
    <w:p w:rsidR="00843DF1" w:rsidRPr="00CA52B4" w:rsidRDefault="00843DF1" w:rsidP="00B10281">
      <w:pPr>
        <w:pStyle w:val="libVar"/>
        <w:rPr>
          <w:rtl/>
          <w:lang w:bidi="fa-IR"/>
        </w:rPr>
      </w:pPr>
      <w:r w:rsidRPr="00CA52B4">
        <w:rPr>
          <w:rtl/>
          <w:lang w:bidi="fa-IR"/>
        </w:rPr>
        <w:t>أعيان الشيعة 2 / 359</w:t>
      </w:r>
      <w:r>
        <w:rPr>
          <w:rtl/>
          <w:lang w:bidi="fa-IR"/>
        </w:rPr>
        <w:t xml:space="preserve"> ـ </w:t>
      </w:r>
      <w:r w:rsidRPr="00CA52B4">
        <w:rPr>
          <w:rtl/>
          <w:lang w:bidi="fa-IR"/>
        </w:rPr>
        <w:t>361. تقريب التهذيب 2 / 434. تنقيح المقال 3 / 19.</w:t>
      </w:r>
      <w:r>
        <w:rPr>
          <w:rFonts w:hint="cs"/>
          <w:rtl/>
          <w:lang w:bidi="fa-IR"/>
        </w:rPr>
        <w:t xml:space="preserve"> </w:t>
      </w:r>
      <w:r w:rsidRPr="00CA52B4">
        <w:rPr>
          <w:rtl/>
          <w:lang w:bidi="fa-IR"/>
        </w:rPr>
        <w:t>تهذيب التهذيب 12 / 125. جامع الرواة 2 / 392. شرح ابن أبي الحديد 5 / 237</w:t>
      </w:r>
    </w:p>
    <w:p w:rsidR="00843DF1" w:rsidRPr="00CA52B4" w:rsidRDefault="00843DF1" w:rsidP="00B10281">
      <w:pPr>
        <w:pStyle w:val="libVar0"/>
        <w:rPr>
          <w:rtl/>
          <w:lang w:bidi="fa-IR"/>
        </w:rPr>
      </w:pPr>
      <w:r>
        <w:rPr>
          <w:rtl/>
          <w:lang w:bidi="fa-IR"/>
        </w:rPr>
        <w:br w:type="page"/>
      </w:r>
      <w:r>
        <w:rPr>
          <w:rtl/>
          <w:lang w:bidi="fa-IR"/>
        </w:rPr>
        <w:lastRenderedPageBreak/>
        <w:t>و 2</w:t>
      </w:r>
      <w:r w:rsidRPr="00CA52B4">
        <w:rPr>
          <w:rtl/>
          <w:lang w:bidi="fa-IR"/>
        </w:rPr>
        <w:t xml:space="preserve"> / 212. قاموس الرجال 10 / 93. مجمع الرجال 7 / 52. معجم رجال الحديث 21 / 181. منتهى المقال / 345. نقد الرجال / 389. وقعة صفين / 302 ، 382.</w:t>
      </w:r>
    </w:p>
    <w:p w:rsidR="00843DF1" w:rsidRPr="00CA52B4" w:rsidRDefault="00843DF1" w:rsidP="00EB70B9">
      <w:pPr>
        <w:pStyle w:val="libBold1"/>
        <w:rPr>
          <w:rtl/>
          <w:lang w:bidi="fa-IR"/>
        </w:rPr>
      </w:pPr>
      <w:r w:rsidRPr="00CA52B4">
        <w:rPr>
          <w:rtl/>
        </w:rPr>
        <w:t>1311</w:t>
      </w:r>
      <w:r>
        <w:rPr>
          <w:rtl/>
        </w:rPr>
        <w:t xml:space="preserve"> ـ </w:t>
      </w:r>
      <w:r w:rsidRPr="00CA52B4">
        <w:rPr>
          <w:rtl/>
        </w:rPr>
        <w:t>أبو شريح الخزاعي الكعبي المتوفى سنة 68 ه‍</w:t>
      </w:r>
      <w:r>
        <w:rPr>
          <w:rtl/>
        </w:rPr>
        <w:t>.</w:t>
      </w:r>
    </w:p>
    <w:p w:rsidR="00843DF1" w:rsidRPr="00CA52B4" w:rsidRDefault="00843DF1" w:rsidP="00347E77">
      <w:pPr>
        <w:pStyle w:val="libNormal"/>
        <w:rPr>
          <w:rtl/>
          <w:lang w:bidi="fa-IR"/>
        </w:rPr>
      </w:pPr>
      <w:r w:rsidRPr="00CA52B4">
        <w:rPr>
          <w:rtl/>
          <w:lang w:bidi="fa-IR"/>
        </w:rPr>
        <w:t>فارس محارب ، شاعر فاضل ، مات في المدينة سنة 68 ه‍</w:t>
      </w:r>
      <w:r>
        <w:rPr>
          <w:rtl/>
          <w:lang w:bidi="fa-IR"/>
        </w:rPr>
        <w:t>.</w:t>
      </w:r>
      <w:r w:rsidRPr="00CA52B4">
        <w:rPr>
          <w:rtl/>
          <w:lang w:bidi="fa-IR"/>
        </w:rPr>
        <w:t xml:space="preserve"> وقد حضر وقعة صفين وحارب بها أهل الشام ، ومن شعره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يا ربّ قاتل كل من يريدنا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كد إلهي كلّ من يكيدنا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حتّى يرى معتدلا عمودنا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إنّ عليّا للذي يقودنا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هو الذي بفقهه يؤودنا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عن قحم الفتنة إذ تريدنا</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وجاء اسمه عمرو ، وقد كان من الصحابة.</w:t>
      </w:r>
    </w:p>
    <w:p w:rsidR="00843DF1" w:rsidRPr="00CA52B4" w:rsidRDefault="00843DF1" w:rsidP="00B10281">
      <w:pPr>
        <w:pStyle w:val="libVar"/>
        <w:rPr>
          <w:rtl/>
          <w:lang w:bidi="fa-IR"/>
        </w:rPr>
      </w:pPr>
      <w:r w:rsidRPr="00CA52B4">
        <w:rPr>
          <w:rtl/>
          <w:lang w:bidi="fa-IR"/>
        </w:rPr>
        <w:t xml:space="preserve">الاستيعاب 4 / 101. أسد الغابة 5 / 225. الإصابة 4 / 101. تنقيح المقال 3 / 20. باب الكنى. تهذيب التهذيب 12 / 125. الكامل في التأريخ 3 / 105 </w:t>
      </w:r>
      <w:r>
        <w:rPr>
          <w:rtl/>
          <w:lang w:bidi="fa-IR"/>
        </w:rPr>
        <w:t>و 4</w:t>
      </w:r>
      <w:r w:rsidRPr="00CA52B4">
        <w:rPr>
          <w:rtl/>
          <w:lang w:bidi="fa-IR"/>
        </w:rPr>
        <w:t xml:space="preserve"> / 18. وقعة صفين / 382.</w:t>
      </w:r>
    </w:p>
    <w:p w:rsidR="00843DF1" w:rsidRPr="00CA52B4" w:rsidRDefault="00843DF1" w:rsidP="00EB70B9">
      <w:pPr>
        <w:pStyle w:val="libBold1"/>
        <w:rPr>
          <w:rtl/>
          <w:lang w:bidi="fa-IR"/>
        </w:rPr>
      </w:pPr>
      <w:r w:rsidRPr="00CA52B4">
        <w:rPr>
          <w:rtl/>
        </w:rPr>
        <w:t>1312</w:t>
      </w:r>
      <w:r>
        <w:rPr>
          <w:rtl/>
        </w:rPr>
        <w:t xml:space="preserve"> ـ </w:t>
      </w:r>
      <w:r w:rsidRPr="00CA52B4">
        <w:rPr>
          <w:rtl/>
        </w:rPr>
        <w:t>أبو صادق كليب الجرمي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أخذ عنه </w:t>
      </w:r>
      <w:r>
        <w:rPr>
          <w:rtl/>
          <w:lang w:bidi="fa-IR"/>
        </w:rPr>
        <w:t>(</w:t>
      </w:r>
      <w:r w:rsidRPr="00CA52B4">
        <w:rPr>
          <w:rtl/>
          <w:lang w:bidi="fa-IR"/>
        </w:rPr>
        <w:t>عليه السلام</w:t>
      </w:r>
      <w:r>
        <w:rPr>
          <w:rtl/>
          <w:lang w:bidi="fa-IR"/>
        </w:rPr>
        <w:t>)</w:t>
      </w:r>
      <w:r w:rsidRPr="00CA52B4">
        <w:rPr>
          <w:rtl/>
          <w:lang w:bidi="fa-IR"/>
        </w:rPr>
        <w:t xml:space="preserve"> وجاء أنّه : كان من اليمن : وأنّه أبو عاصم بن كليب الجرمي العربي الكوفي. وقيل : إنّ اسمه كيسان بن كليب ، يكنّى ، أبا صادق.</w:t>
      </w:r>
    </w:p>
    <w:p w:rsidR="00843DF1" w:rsidRPr="00CA52B4" w:rsidRDefault="00843DF1" w:rsidP="00347E77">
      <w:pPr>
        <w:pStyle w:val="libNormal"/>
        <w:rPr>
          <w:rtl/>
          <w:lang w:bidi="fa-IR"/>
        </w:rPr>
      </w:pPr>
      <w:r w:rsidRPr="00CA52B4">
        <w:rPr>
          <w:rtl/>
          <w:lang w:bidi="fa-IR"/>
        </w:rPr>
        <w:t>قال ابن سعد : رأيتهم يستحسنون حديثه ويحتجون به.</w:t>
      </w:r>
    </w:p>
    <w:p w:rsidR="00843DF1" w:rsidRPr="00CA52B4" w:rsidRDefault="00843DF1" w:rsidP="00B10281">
      <w:pPr>
        <w:pStyle w:val="libVar"/>
        <w:rPr>
          <w:rtl/>
          <w:lang w:bidi="fa-IR"/>
        </w:rPr>
      </w:pPr>
      <w:r w:rsidRPr="00CA52B4">
        <w:rPr>
          <w:rtl/>
          <w:lang w:bidi="fa-IR"/>
        </w:rPr>
        <w:t>أعيان الشيعة 6 / 282. تنقيح المقال 3 / 20</w:t>
      </w:r>
      <w:r>
        <w:rPr>
          <w:rtl/>
          <w:lang w:bidi="fa-IR"/>
        </w:rPr>
        <w:t xml:space="preserve"> ـ </w:t>
      </w:r>
      <w:r w:rsidRPr="00CA52B4">
        <w:rPr>
          <w:rtl/>
          <w:lang w:bidi="fa-IR"/>
        </w:rPr>
        <w:t>باب الكنى</w:t>
      </w:r>
      <w:r>
        <w:rPr>
          <w:rtl/>
          <w:lang w:bidi="fa-IR"/>
        </w:rPr>
        <w:t xml:space="preserve"> ـ.</w:t>
      </w:r>
      <w:r w:rsidRPr="00CA52B4">
        <w:rPr>
          <w:rtl/>
          <w:lang w:bidi="fa-IR"/>
        </w:rPr>
        <w:t xml:space="preserve"> جامع الرواة 2 / 393. رجال ابن داود / 219. رجال الطوسي / 63. شرح ابن أبي الحديد 2 / 202 </w:t>
      </w:r>
      <w:r>
        <w:rPr>
          <w:rtl/>
          <w:lang w:bidi="fa-IR"/>
        </w:rPr>
        <w:t>و 3</w:t>
      </w:r>
      <w:r w:rsidRPr="00CA52B4">
        <w:rPr>
          <w:rtl/>
          <w:lang w:bidi="fa-IR"/>
        </w:rPr>
        <w:t xml:space="preserve"> / 207 </w:t>
      </w:r>
      <w:r>
        <w:rPr>
          <w:rtl/>
          <w:lang w:bidi="fa-IR"/>
        </w:rPr>
        <w:t>و 4</w:t>
      </w:r>
      <w:r w:rsidRPr="00CA52B4">
        <w:rPr>
          <w:rtl/>
          <w:lang w:bidi="fa-IR"/>
        </w:rPr>
        <w:t xml:space="preserve"> / 26 ، 79 ، 80 ، 97 ، 105. الطبقات الكبرى 6 / 60 ، 123.</w:t>
      </w:r>
      <w:r>
        <w:rPr>
          <w:rFonts w:hint="cs"/>
          <w:rtl/>
          <w:lang w:bidi="fa-IR"/>
        </w:rPr>
        <w:t xml:space="preserve"> </w:t>
      </w:r>
      <w:r w:rsidRPr="00CA52B4">
        <w:rPr>
          <w:rtl/>
          <w:lang w:bidi="fa-IR"/>
        </w:rPr>
        <w:t xml:space="preserve">الغارات 1 / 93 </w:t>
      </w:r>
      <w:r>
        <w:rPr>
          <w:rtl/>
          <w:lang w:bidi="fa-IR"/>
        </w:rPr>
        <w:t>و 2</w:t>
      </w:r>
      <w:r w:rsidRPr="00CA52B4">
        <w:rPr>
          <w:rtl/>
          <w:lang w:bidi="fa-IR"/>
        </w:rPr>
        <w:t xml:space="preserve"> / 493 ، 590 ، 948. قاموس الرجال 10 / 99. مجمع الرجال 7 / 53. معجم الثقات / 363. معجم رجال الحديث 21 / 187. منتهى المقال / 345. ميزان الاعتدال 4 / 538. نقد الرجال / 390.</w:t>
      </w:r>
    </w:p>
    <w:p w:rsidR="00843DF1" w:rsidRPr="00CA52B4" w:rsidRDefault="00843DF1" w:rsidP="00EB70B9">
      <w:pPr>
        <w:pStyle w:val="libBold1"/>
        <w:rPr>
          <w:rtl/>
          <w:lang w:bidi="fa-IR"/>
        </w:rPr>
      </w:pPr>
      <w:r w:rsidRPr="00CA52B4">
        <w:rPr>
          <w:rtl/>
        </w:rPr>
        <w:t>1313</w:t>
      </w:r>
      <w:r>
        <w:rPr>
          <w:rtl/>
        </w:rPr>
        <w:t xml:space="preserve"> ـ </w:t>
      </w:r>
      <w:r w:rsidRPr="00CA52B4">
        <w:rPr>
          <w:rtl/>
        </w:rPr>
        <w:t>أبو صادق ، بشير بن غالب الأسدي الأزدي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عاش وأخذ أيضا عن الإمام الحسين </w:t>
      </w:r>
      <w:r>
        <w:rPr>
          <w:rtl/>
          <w:lang w:bidi="fa-IR"/>
        </w:rPr>
        <w:t>(</w:t>
      </w:r>
      <w:r w:rsidRPr="00CA52B4">
        <w:rPr>
          <w:rtl/>
          <w:lang w:bidi="fa-IR"/>
        </w:rPr>
        <w:t>عليه السلام</w:t>
      </w:r>
      <w:r>
        <w:rPr>
          <w:rtl/>
          <w:lang w:bidi="fa-IR"/>
        </w:rPr>
        <w:t>).</w:t>
      </w:r>
      <w:r w:rsidRPr="00CA52B4">
        <w:rPr>
          <w:rtl/>
          <w:lang w:bidi="fa-IR"/>
        </w:rPr>
        <w:t xml:space="preserve"> روى</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عنه إبراهيم بن إسحاق الخدري ، قال : دخل أمير المؤمنين </w:t>
      </w:r>
      <w:r>
        <w:rPr>
          <w:rtl/>
          <w:lang w:bidi="fa-IR"/>
        </w:rPr>
        <w:t>(</w:t>
      </w:r>
      <w:r w:rsidRPr="00CA52B4">
        <w:rPr>
          <w:rtl/>
          <w:lang w:bidi="fa-IR"/>
        </w:rPr>
        <w:t>عليه السلام</w:t>
      </w:r>
      <w:r>
        <w:rPr>
          <w:rtl/>
          <w:lang w:bidi="fa-IR"/>
        </w:rPr>
        <w:t>)</w:t>
      </w:r>
      <w:r w:rsidRPr="00CA52B4">
        <w:rPr>
          <w:rtl/>
          <w:lang w:bidi="fa-IR"/>
        </w:rPr>
        <w:t xml:space="preserve"> في باب من اشترى شيئا فتغير عما رآه. وله أحاديث في أبواب الفقه.</w:t>
      </w:r>
    </w:p>
    <w:p w:rsidR="00843DF1" w:rsidRPr="00CA52B4" w:rsidRDefault="00843DF1" w:rsidP="00B10281">
      <w:pPr>
        <w:pStyle w:val="libVar"/>
        <w:rPr>
          <w:rtl/>
          <w:lang w:bidi="fa-IR"/>
        </w:rPr>
      </w:pPr>
      <w:r w:rsidRPr="00CA52B4">
        <w:rPr>
          <w:rtl/>
          <w:lang w:bidi="fa-IR"/>
        </w:rPr>
        <w:t>أعيان الشيعة 6 / 282</w:t>
      </w:r>
      <w:r>
        <w:rPr>
          <w:rtl/>
          <w:lang w:bidi="fa-IR"/>
        </w:rPr>
        <w:t xml:space="preserve"> ـ </w:t>
      </w:r>
      <w:r w:rsidRPr="00CA52B4">
        <w:rPr>
          <w:rtl/>
          <w:lang w:bidi="fa-IR"/>
        </w:rPr>
        <w:t>283. تنقيح المقال 3 / 20</w:t>
      </w:r>
      <w:r>
        <w:rPr>
          <w:rtl/>
          <w:lang w:bidi="fa-IR"/>
        </w:rPr>
        <w:t xml:space="preserve"> ـ </w:t>
      </w:r>
      <w:r w:rsidRPr="00CA52B4">
        <w:rPr>
          <w:rtl/>
          <w:lang w:bidi="fa-IR"/>
        </w:rPr>
        <w:t>باب الكنى. جامع الرواة 2 / 393. شرح ابن أبي الحديد 4 / 248 ، 251 ، 252. الغارات 2 / 439 ، 440 ، 517 ، 561. الكامل في التاريخ 4 / 408</w:t>
      </w:r>
      <w:r>
        <w:rPr>
          <w:rtl/>
          <w:lang w:bidi="fa-IR"/>
        </w:rPr>
        <w:t xml:space="preserve"> ـ </w:t>
      </w:r>
      <w:r w:rsidRPr="00CA52B4">
        <w:rPr>
          <w:rtl/>
          <w:lang w:bidi="fa-IR"/>
        </w:rPr>
        <w:t>409. معجم رجال الحديث 21 / 187.</w:t>
      </w:r>
    </w:p>
    <w:p w:rsidR="00843DF1" w:rsidRPr="00CA52B4" w:rsidRDefault="00843DF1" w:rsidP="00EB70B9">
      <w:pPr>
        <w:pStyle w:val="libBold1"/>
        <w:rPr>
          <w:rtl/>
          <w:lang w:bidi="fa-IR"/>
        </w:rPr>
      </w:pPr>
      <w:r w:rsidRPr="00CA52B4">
        <w:rPr>
          <w:rtl/>
        </w:rPr>
        <w:t>1314</w:t>
      </w:r>
      <w:r>
        <w:rPr>
          <w:rtl/>
        </w:rPr>
        <w:t xml:space="preserve"> ـ </w:t>
      </w:r>
      <w:r w:rsidRPr="00CA52B4">
        <w:rPr>
          <w:rtl/>
        </w:rPr>
        <w:t xml:space="preserve">أبو صادق </w:t>
      </w:r>
      <w:r>
        <w:rPr>
          <w:rtl/>
        </w:rPr>
        <w:t>(</w:t>
      </w:r>
      <w:r w:rsidRPr="00CA52B4">
        <w:rPr>
          <w:rtl/>
        </w:rPr>
        <w:t>عبد خير بن ناجد</w:t>
      </w:r>
      <w:r>
        <w:rPr>
          <w:rtl/>
        </w:rPr>
        <w:t>)</w:t>
      </w:r>
      <w:r w:rsidRPr="00CA52B4">
        <w:rPr>
          <w:rtl/>
        </w:rPr>
        <w:t xml:space="preserve"> الأزدي الكوفي مات</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ذكروه في الثقات ، وأنّه مستقيم الحديث ، وكان ورعا مسلما قليل الحديث. وقد اختلف في اسمه فذهب بعضهم أنّ اسمه : مسلم بن يزيد. وآخر أنّه : عبد الله بن ناجذ الأزدي أخو ربيعة بن ناجذ. وقيل : إنّ اسمه ، عبد شر فغيره النبيّ </w:t>
      </w:r>
      <w:r>
        <w:rPr>
          <w:rtl/>
          <w:lang w:bidi="fa-IR"/>
        </w:rPr>
        <w:t>(</w:t>
      </w:r>
      <w:r w:rsidRPr="00CA52B4">
        <w:rPr>
          <w:rtl/>
          <w:lang w:bidi="fa-IR"/>
        </w:rPr>
        <w:t>صلّى الله عليه وآله وسلّم</w:t>
      </w:r>
      <w:r>
        <w:rPr>
          <w:rtl/>
          <w:lang w:bidi="fa-IR"/>
        </w:rPr>
        <w:t>).</w:t>
      </w:r>
    </w:p>
    <w:p w:rsidR="00843DF1" w:rsidRPr="00CA52B4" w:rsidRDefault="00843DF1" w:rsidP="00347E77">
      <w:pPr>
        <w:pStyle w:val="libNormal"/>
        <w:rPr>
          <w:rtl/>
          <w:lang w:bidi="fa-IR"/>
        </w:rPr>
      </w:pPr>
      <w:r w:rsidRPr="00CA52B4">
        <w:rPr>
          <w:rtl/>
          <w:lang w:bidi="fa-IR"/>
        </w:rPr>
        <w:t xml:space="preserve">صحابي محدّث. خرج مع قوم من الأزد ، ونزلوا المدائن حين انصرف أمير المؤمنين </w:t>
      </w:r>
      <w:r>
        <w:rPr>
          <w:rtl/>
          <w:lang w:bidi="fa-IR"/>
        </w:rPr>
        <w:t>(</w:t>
      </w:r>
      <w:r w:rsidRPr="00CA52B4">
        <w:rPr>
          <w:rtl/>
          <w:lang w:bidi="fa-IR"/>
        </w:rPr>
        <w:t>عليه السلام</w:t>
      </w:r>
      <w:r>
        <w:rPr>
          <w:rtl/>
          <w:lang w:bidi="fa-IR"/>
        </w:rPr>
        <w:t>)</w:t>
      </w:r>
      <w:r w:rsidRPr="00CA52B4">
        <w:rPr>
          <w:rtl/>
          <w:lang w:bidi="fa-IR"/>
        </w:rPr>
        <w:t xml:space="preserve"> من صفّين ، فأخذ عنه.</w:t>
      </w:r>
    </w:p>
    <w:p w:rsidR="00843DF1" w:rsidRPr="00CA52B4" w:rsidRDefault="00843DF1" w:rsidP="00B10281">
      <w:pPr>
        <w:pStyle w:val="libVar"/>
        <w:rPr>
          <w:rtl/>
          <w:lang w:bidi="fa-IR"/>
        </w:rPr>
      </w:pPr>
      <w:r w:rsidRPr="00CA52B4">
        <w:rPr>
          <w:rtl/>
          <w:lang w:bidi="fa-IR"/>
        </w:rPr>
        <w:t>الإصابة 2 / 388. أعيان الشيعة 2 / 361. تاريخ بغداد 3 / 363. تقريب التهذيب 2 / 436. تنقيح المقال 3 / 20. تهذيب التهذيب 12 / 130. جامع الرواة 2 / 393.</w:t>
      </w:r>
      <w:r>
        <w:rPr>
          <w:rFonts w:hint="cs"/>
          <w:rtl/>
          <w:lang w:bidi="fa-IR"/>
        </w:rPr>
        <w:t xml:space="preserve"> </w:t>
      </w:r>
      <w:r w:rsidRPr="00CA52B4">
        <w:rPr>
          <w:rtl/>
          <w:lang w:bidi="fa-IR"/>
        </w:rPr>
        <w:t xml:space="preserve">خلاصة الأقوال / 194. رجال الشيخ الطوسي / 48. شرح ابن أبي الحديد 3 / 168 </w:t>
      </w:r>
      <w:r>
        <w:rPr>
          <w:rtl/>
          <w:lang w:bidi="fa-IR"/>
        </w:rPr>
        <w:t>و 5</w:t>
      </w:r>
      <w:r w:rsidRPr="00CA52B4">
        <w:rPr>
          <w:rtl/>
          <w:lang w:bidi="fa-IR"/>
        </w:rPr>
        <w:t xml:space="preserve"> / 255 </w:t>
      </w:r>
      <w:r>
        <w:rPr>
          <w:rtl/>
          <w:lang w:bidi="fa-IR"/>
        </w:rPr>
        <w:t>و 8</w:t>
      </w:r>
      <w:r w:rsidRPr="00CA52B4">
        <w:rPr>
          <w:rtl/>
          <w:lang w:bidi="fa-IR"/>
        </w:rPr>
        <w:t xml:space="preserve"> / 25 </w:t>
      </w:r>
      <w:r>
        <w:rPr>
          <w:rtl/>
          <w:lang w:bidi="fa-IR"/>
        </w:rPr>
        <w:t>و 1</w:t>
      </w:r>
      <w:r w:rsidRPr="00CA52B4">
        <w:rPr>
          <w:rtl/>
          <w:lang w:bidi="fa-IR"/>
        </w:rPr>
        <w:t>4 / 20. الطبقات الكبرى 6 / 295. لسان الميزان 7 / 469.</w:t>
      </w:r>
      <w:r>
        <w:rPr>
          <w:rFonts w:hint="cs"/>
          <w:rtl/>
          <w:lang w:bidi="fa-IR"/>
        </w:rPr>
        <w:t xml:space="preserve"> </w:t>
      </w:r>
      <w:r w:rsidRPr="00CA52B4">
        <w:rPr>
          <w:rtl/>
          <w:lang w:bidi="fa-IR"/>
        </w:rPr>
        <w:t>مجمع الرجال 7 / 53. معجم رجال الحديث 1 / 210. منتهى المقال / 345. نقد الرجال / 390.</w:t>
      </w:r>
    </w:p>
    <w:p w:rsidR="00843DF1" w:rsidRPr="00CA52B4" w:rsidRDefault="00843DF1" w:rsidP="00EB70B9">
      <w:pPr>
        <w:pStyle w:val="libBold1"/>
        <w:rPr>
          <w:rtl/>
          <w:lang w:bidi="fa-IR"/>
        </w:rPr>
      </w:pPr>
      <w:r w:rsidRPr="00CA52B4">
        <w:rPr>
          <w:rtl/>
        </w:rPr>
        <w:t>1315</w:t>
      </w:r>
      <w:r>
        <w:rPr>
          <w:rtl/>
        </w:rPr>
        <w:t xml:space="preserve"> ـ </w:t>
      </w:r>
      <w:r w:rsidRPr="00CA52B4">
        <w:rPr>
          <w:rtl/>
        </w:rPr>
        <w:t>أبو الصّهباء البكري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سعيد بن جبير. ذكره ابن أبي حاتم الرازي في كتابه.</w:t>
      </w:r>
    </w:p>
    <w:p w:rsidR="00843DF1" w:rsidRPr="00CA52B4" w:rsidRDefault="00843DF1" w:rsidP="00B10281">
      <w:pPr>
        <w:pStyle w:val="libVar"/>
        <w:rPr>
          <w:rtl/>
          <w:lang w:bidi="fa-IR"/>
        </w:rPr>
      </w:pPr>
      <w:r w:rsidRPr="00CA52B4">
        <w:rPr>
          <w:rtl/>
          <w:lang w:bidi="fa-IR"/>
        </w:rPr>
        <w:t>الجرح والتعديل 9 / 394.</w:t>
      </w:r>
    </w:p>
    <w:p w:rsidR="00843DF1" w:rsidRPr="00CA52B4" w:rsidRDefault="00843DF1" w:rsidP="00EB70B9">
      <w:pPr>
        <w:pStyle w:val="libBold1"/>
        <w:rPr>
          <w:rtl/>
          <w:lang w:bidi="fa-IR"/>
        </w:rPr>
      </w:pPr>
      <w:r w:rsidRPr="00CA52B4">
        <w:rPr>
          <w:rtl/>
        </w:rPr>
        <w:t>1316</w:t>
      </w:r>
      <w:r>
        <w:rPr>
          <w:rtl/>
        </w:rPr>
        <w:t xml:space="preserve"> ـ </w:t>
      </w:r>
      <w:r w:rsidRPr="00CA52B4">
        <w:rPr>
          <w:rtl/>
        </w:rPr>
        <w:t>أبو ضرغامة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عبد الرحمن بن سفراء.</w:t>
      </w:r>
    </w:p>
    <w:p w:rsidR="00843DF1" w:rsidRPr="00CA52B4" w:rsidRDefault="00843DF1" w:rsidP="00B10281">
      <w:pPr>
        <w:pStyle w:val="libVar"/>
        <w:rPr>
          <w:rtl/>
          <w:lang w:bidi="fa-IR"/>
        </w:rPr>
      </w:pPr>
      <w:r w:rsidRPr="00CA52B4">
        <w:rPr>
          <w:rtl/>
          <w:lang w:bidi="fa-IR"/>
        </w:rPr>
        <w:t>الجرح والتعديل 9 / 396.</w:t>
      </w:r>
    </w:p>
    <w:p w:rsidR="00843DF1" w:rsidRPr="00CA52B4" w:rsidRDefault="00843DF1" w:rsidP="00EB70B9">
      <w:pPr>
        <w:pStyle w:val="libBold1"/>
        <w:rPr>
          <w:rtl/>
          <w:lang w:bidi="fa-IR"/>
        </w:rPr>
      </w:pPr>
      <w:r>
        <w:rPr>
          <w:rtl/>
          <w:lang w:bidi="fa-IR"/>
        </w:rPr>
        <w:br w:type="page"/>
      </w:r>
      <w:r w:rsidRPr="00CA52B4">
        <w:rPr>
          <w:rtl/>
        </w:rPr>
        <w:lastRenderedPageBreak/>
        <w:t>1317</w:t>
      </w:r>
      <w:r>
        <w:rPr>
          <w:rtl/>
        </w:rPr>
        <w:t xml:space="preserve"> ـ </w:t>
      </w:r>
      <w:r w:rsidRPr="00CA52B4">
        <w:rPr>
          <w:rtl/>
        </w:rPr>
        <w:t>أبو عائشة ، جد أبي عاصم الثقفي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أبو عاصم الثقفي ، واسمه محمد بن أبي أيوب الثقفي الكوفي. كان ثقة صالحا ، روى عنه وكيع ، عبد الله بن إدريس ، وطلحة بن يحيى الزرقي ، وخلاد بن يحيى ، وأبو نعيم.</w:t>
      </w:r>
    </w:p>
    <w:p w:rsidR="00843DF1" w:rsidRPr="00CA52B4" w:rsidRDefault="00843DF1" w:rsidP="00B10281">
      <w:pPr>
        <w:pStyle w:val="libVar"/>
        <w:rPr>
          <w:rtl/>
          <w:lang w:bidi="fa-IR"/>
        </w:rPr>
      </w:pPr>
      <w:r w:rsidRPr="00CA52B4">
        <w:rPr>
          <w:rtl/>
          <w:lang w:bidi="fa-IR"/>
        </w:rPr>
        <w:t>تهذيب التهذيب 9 / 69. الجرح والتعديل 9 / 417.</w:t>
      </w:r>
    </w:p>
    <w:p w:rsidR="00843DF1" w:rsidRPr="00CA52B4" w:rsidRDefault="00843DF1" w:rsidP="00EB70B9">
      <w:pPr>
        <w:pStyle w:val="libBold1"/>
        <w:rPr>
          <w:rtl/>
          <w:lang w:bidi="fa-IR"/>
        </w:rPr>
      </w:pPr>
      <w:r w:rsidRPr="00CA52B4">
        <w:rPr>
          <w:rtl/>
        </w:rPr>
        <w:t>1318</w:t>
      </w:r>
      <w:r>
        <w:rPr>
          <w:rtl/>
        </w:rPr>
        <w:t xml:space="preserve"> ـ </w:t>
      </w:r>
      <w:r w:rsidRPr="00CA52B4">
        <w:rPr>
          <w:rtl/>
        </w:rPr>
        <w:t>أبو عبد الله الشيباني ابن سوار بن همام</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عاصم الأحول. وجاء اسمه ، ميمون في بعض المراجع.</w:t>
      </w:r>
    </w:p>
    <w:p w:rsidR="00843DF1" w:rsidRPr="00CA52B4" w:rsidRDefault="00843DF1" w:rsidP="00B10281">
      <w:pPr>
        <w:pStyle w:val="libVar"/>
        <w:rPr>
          <w:rtl/>
          <w:lang w:bidi="fa-IR"/>
        </w:rPr>
      </w:pPr>
      <w:r w:rsidRPr="00CA52B4">
        <w:rPr>
          <w:rtl/>
          <w:lang w:bidi="fa-IR"/>
        </w:rPr>
        <w:t>تنقيح المقال 3 / 25. الجرح والتعديل 9 / 400. جامع الرواة 2 / 399. قاموس الرجال 10 / 124.</w:t>
      </w:r>
    </w:p>
    <w:p w:rsidR="00843DF1" w:rsidRPr="00CA52B4" w:rsidRDefault="00843DF1" w:rsidP="00EB70B9">
      <w:pPr>
        <w:pStyle w:val="libBold1"/>
        <w:rPr>
          <w:rtl/>
          <w:lang w:bidi="fa-IR"/>
        </w:rPr>
      </w:pPr>
      <w:r w:rsidRPr="00CA52B4">
        <w:rPr>
          <w:rtl/>
        </w:rPr>
        <w:t>1319</w:t>
      </w:r>
      <w:r>
        <w:rPr>
          <w:rtl/>
        </w:rPr>
        <w:t xml:space="preserve"> ـ </w:t>
      </w:r>
      <w:r w:rsidRPr="00CA52B4">
        <w:rPr>
          <w:rtl/>
        </w:rPr>
        <w:t>أبو عبيدة بن راشد بن سلمى المقتول في 36 ه‍</w:t>
      </w:r>
      <w:r>
        <w:rPr>
          <w:rtl/>
        </w:rPr>
        <w:t>.</w:t>
      </w:r>
    </w:p>
    <w:p w:rsidR="00843DF1" w:rsidRPr="00CA52B4" w:rsidRDefault="00843DF1" w:rsidP="00347E77">
      <w:pPr>
        <w:pStyle w:val="libNormal"/>
        <w:rPr>
          <w:rtl/>
          <w:lang w:bidi="fa-IR"/>
        </w:rPr>
      </w:pPr>
      <w:r w:rsidRPr="00CA52B4">
        <w:rPr>
          <w:rtl/>
          <w:lang w:bidi="fa-IR"/>
        </w:rPr>
        <w:t>مقاتل من ربيعة ، قاتل في حرب البصرة وقتل بها. قال ابن الأثير في تأريخه</w:t>
      </w:r>
      <w:r>
        <w:rPr>
          <w:rtl/>
          <w:lang w:bidi="fa-IR"/>
        </w:rPr>
        <w:t xml:space="preserve"> ـ </w:t>
      </w:r>
      <w:r w:rsidRPr="00CA52B4">
        <w:rPr>
          <w:rtl/>
          <w:lang w:bidi="fa-IR"/>
        </w:rPr>
        <w:t>ورجعت ربيعة الكوفة فاقتتلوا قتالا شديدا فقتل على رايتهم ، وهم في الميسرة : زيد ، وعبد الله بن رقبة ، وأبو عبيدة بن راشد بن سلمى ، وهو يقول :</w:t>
      </w:r>
      <w:r>
        <w:rPr>
          <w:rtl/>
          <w:lang w:bidi="fa-IR"/>
        </w:rPr>
        <w:t xml:space="preserve"> ـ </w:t>
      </w:r>
      <w:r w:rsidRPr="00CA52B4">
        <w:rPr>
          <w:rtl/>
          <w:lang w:bidi="fa-IR"/>
        </w:rPr>
        <w:t>اللهم أنت هديتنا من الضّلالة ، واستنقذتنا من الجهالة ، وابتليتنا بالفتنة فكنا في شبهة وعلى ريبة. وقتل.</w:t>
      </w:r>
    </w:p>
    <w:p w:rsidR="00843DF1" w:rsidRPr="00CA52B4" w:rsidRDefault="00843DF1" w:rsidP="00B10281">
      <w:pPr>
        <w:pStyle w:val="libVar"/>
        <w:rPr>
          <w:rtl/>
          <w:lang w:bidi="fa-IR"/>
        </w:rPr>
      </w:pPr>
      <w:r w:rsidRPr="00CA52B4">
        <w:rPr>
          <w:rtl/>
          <w:lang w:bidi="fa-IR"/>
        </w:rPr>
        <w:t>الكامل في التأريخ 3 / 246.</w:t>
      </w:r>
    </w:p>
    <w:p w:rsidR="00843DF1" w:rsidRPr="00CA52B4" w:rsidRDefault="00843DF1" w:rsidP="00EB70B9">
      <w:pPr>
        <w:pStyle w:val="libBold1"/>
        <w:rPr>
          <w:rtl/>
          <w:lang w:bidi="fa-IR"/>
        </w:rPr>
      </w:pPr>
      <w:r w:rsidRPr="00CA52B4">
        <w:rPr>
          <w:rtl/>
        </w:rPr>
        <w:t>1320</w:t>
      </w:r>
      <w:r>
        <w:rPr>
          <w:rtl/>
        </w:rPr>
        <w:t xml:space="preserve"> ـ </w:t>
      </w:r>
      <w:r w:rsidRPr="00CA52B4">
        <w:rPr>
          <w:rtl/>
        </w:rPr>
        <w:t>أبو عثمان بن سنة الخزاعي الكعبي الدّمشقي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أيضا عن عبد الله بن مسعود. وعنه الزهري. وذكره بعضهم في الصحابة ، وكان جليلا ومن التابعين ، وهو من أهل الشام ولحق بعليّ </w:t>
      </w:r>
      <w:r>
        <w:rPr>
          <w:rtl/>
          <w:lang w:bidi="fa-IR"/>
        </w:rPr>
        <w:t>(</w:t>
      </w:r>
      <w:r w:rsidRPr="00CA52B4">
        <w:rPr>
          <w:rtl/>
          <w:lang w:bidi="fa-IR"/>
        </w:rPr>
        <w:t>عليه السلام</w:t>
      </w:r>
      <w:r>
        <w:rPr>
          <w:rtl/>
          <w:lang w:bidi="fa-IR"/>
        </w:rPr>
        <w:t>)</w:t>
      </w:r>
      <w:r w:rsidRPr="00CA52B4">
        <w:rPr>
          <w:rtl/>
          <w:lang w:bidi="fa-IR"/>
        </w:rPr>
        <w:t xml:space="preserve"> فيمن خرج إليه من أهل الشام ، وكان يحضر مجلس أمير المؤمنين </w:t>
      </w:r>
      <w:r>
        <w:rPr>
          <w:rtl/>
          <w:lang w:bidi="fa-IR"/>
        </w:rPr>
        <w:t>(</w:t>
      </w:r>
      <w:r w:rsidRPr="00CA52B4">
        <w:rPr>
          <w:rtl/>
          <w:lang w:bidi="fa-IR"/>
        </w:rPr>
        <w:t>عليه السلام</w:t>
      </w:r>
      <w:r>
        <w:rPr>
          <w:rtl/>
          <w:lang w:bidi="fa-IR"/>
        </w:rPr>
        <w:t>)</w:t>
      </w:r>
      <w:r w:rsidRPr="00CA52B4">
        <w:rPr>
          <w:rtl/>
          <w:lang w:bidi="fa-IR"/>
        </w:rPr>
        <w:t xml:space="preserve"> وحديثه.</w:t>
      </w:r>
    </w:p>
    <w:p w:rsidR="00843DF1" w:rsidRPr="00CA52B4" w:rsidRDefault="00843DF1" w:rsidP="00B10281">
      <w:pPr>
        <w:pStyle w:val="libVar"/>
        <w:rPr>
          <w:rtl/>
          <w:lang w:bidi="fa-IR"/>
        </w:rPr>
      </w:pPr>
      <w:r w:rsidRPr="00CA52B4">
        <w:rPr>
          <w:rtl/>
          <w:lang w:bidi="fa-IR"/>
        </w:rPr>
        <w:t>الاستيعاب 4 / 142. أسد الغابة 5 / 251. الإصابة 4 / 149. تهذيب التهذيب 12 / 162. الجرح والتعديل 9 / 408. ميزان الاعتدال 4 / 549.</w:t>
      </w:r>
    </w:p>
    <w:p w:rsidR="00843DF1" w:rsidRPr="00CA52B4" w:rsidRDefault="00843DF1" w:rsidP="00EB70B9">
      <w:pPr>
        <w:pStyle w:val="libBold1"/>
        <w:rPr>
          <w:rtl/>
          <w:lang w:bidi="fa-IR"/>
        </w:rPr>
      </w:pPr>
      <w:r>
        <w:rPr>
          <w:rtl/>
          <w:lang w:bidi="fa-IR"/>
        </w:rPr>
        <w:br w:type="page"/>
      </w:r>
      <w:r w:rsidRPr="00CA52B4">
        <w:rPr>
          <w:rtl/>
        </w:rPr>
        <w:lastRenderedPageBreak/>
        <w:t>1321</w:t>
      </w:r>
      <w:r>
        <w:rPr>
          <w:rtl/>
        </w:rPr>
        <w:t xml:space="preserve"> ـ </w:t>
      </w:r>
      <w:r w:rsidRPr="00CA52B4">
        <w:rPr>
          <w:rtl/>
        </w:rPr>
        <w:t>أبو عطاء</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تفرد بذكره أولا ابن أبي حاتم الرازي. وجاء أبو عطاء بن دينار. ذكره ابن حبان في الثقات.</w:t>
      </w:r>
    </w:p>
    <w:p w:rsidR="00843DF1" w:rsidRPr="00CA52B4" w:rsidRDefault="00843DF1" w:rsidP="00B10281">
      <w:pPr>
        <w:pStyle w:val="libVar"/>
        <w:rPr>
          <w:rtl/>
          <w:lang w:bidi="fa-IR"/>
        </w:rPr>
      </w:pPr>
      <w:r w:rsidRPr="00CA52B4">
        <w:rPr>
          <w:rtl/>
          <w:lang w:bidi="fa-IR"/>
        </w:rPr>
        <w:t>الجرح والتعديل 9 / 417. لسان الميزان 7 / 81.</w:t>
      </w:r>
    </w:p>
    <w:p w:rsidR="00843DF1" w:rsidRPr="00CA52B4" w:rsidRDefault="00843DF1" w:rsidP="00EB70B9">
      <w:pPr>
        <w:pStyle w:val="libBold1"/>
        <w:rPr>
          <w:rtl/>
          <w:lang w:bidi="fa-IR"/>
        </w:rPr>
      </w:pPr>
      <w:r w:rsidRPr="00CA52B4">
        <w:rPr>
          <w:rtl/>
        </w:rPr>
        <w:t>1322</w:t>
      </w:r>
      <w:r>
        <w:rPr>
          <w:rtl/>
        </w:rPr>
        <w:t xml:space="preserve"> ـ </w:t>
      </w:r>
      <w:r w:rsidRPr="00CA52B4">
        <w:rPr>
          <w:rtl/>
        </w:rPr>
        <w:t>أبو عمار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السدي. تفرّد بذكره أبو محمد عبد الرحمن بن أبي حاتم محمد بن إدريس بن المنذر الرازي الحنظلي التميمي المتوفى عام 327 ه‍</w:t>
      </w:r>
      <w:r>
        <w:rPr>
          <w:rtl/>
          <w:lang w:bidi="fa-IR"/>
        </w:rPr>
        <w:t>.</w:t>
      </w:r>
    </w:p>
    <w:p w:rsidR="00843DF1" w:rsidRPr="00CA52B4" w:rsidRDefault="00843DF1" w:rsidP="00B10281">
      <w:pPr>
        <w:pStyle w:val="libVar"/>
        <w:rPr>
          <w:rtl/>
          <w:lang w:bidi="fa-IR"/>
        </w:rPr>
      </w:pPr>
      <w:r w:rsidRPr="00CA52B4">
        <w:rPr>
          <w:rtl/>
          <w:lang w:bidi="fa-IR"/>
        </w:rPr>
        <w:t>الجرح والتعديل 9 / 413.</w:t>
      </w:r>
    </w:p>
    <w:p w:rsidR="00843DF1" w:rsidRPr="00CA52B4" w:rsidRDefault="00843DF1" w:rsidP="00EB70B9">
      <w:pPr>
        <w:pStyle w:val="libBold1"/>
        <w:rPr>
          <w:rtl/>
          <w:lang w:bidi="fa-IR"/>
        </w:rPr>
      </w:pPr>
      <w:r w:rsidRPr="00CA52B4">
        <w:rPr>
          <w:rtl/>
        </w:rPr>
        <w:t>1323</w:t>
      </w:r>
      <w:r>
        <w:rPr>
          <w:rtl/>
        </w:rPr>
        <w:t xml:space="preserve"> ـ </w:t>
      </w:r>
      <w:r w:rsidRPr="00CA52B4">
        <w:rPr>
          <w:rtl/>
        </w:rPr>
        <w:t>أبو عمر العبدي الأجدع</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ليث بن سليمان. وله في أبواب الفقه أحاديث.</w:t>
      </w:r>
      <w:r>
        <w:rPr>
          <w:rFonts w:hint="cs"/>
          <w:rtl/>
          <w:lang w:bidi="fa-IR"/>
        </w:rPr>
        <w:t xml:space="preserve"> </w:t>
      </w:r>
      <w:r w:rsidRPr="00CA52B4">
        <w:rPr>
          <w:rtl/>
          <w:lang w:bidi="fa-IR"/>
        </w:rPr>
        <w:t>كان ثقة صالحا ، وجاء في بعض المراجع عمرو ، والصحيح ما أثبتناه.</w:t>
      </w:r>
    </w:p>
    <w:p w:rsidR="00843DF1" w:rsidRPr="00CA52B4" w:rsidRDefault="00843DF1" w:rsidP="00B10281">
      <w:pPr>
        <w:pStyle w:val="libVar"/>
        <w:rPr>
          <w:rtl/>
          <w:lang w:bidi="fa-IR"/>
        </w:rPr>
      </w:pPr>
      <w:r w:rsidRPr="00CA52B4">
        <w:rPr>
          <w:rtl/>
          <w:lang w:bidi="fa-IR"/>
        </w:rPr>
        <w:t>أعيان الشيعة 7 / 44. تنقيح المقال 3 / 29 باب الكنى. جامع الرواة 2 / 407.</w:t>
      </w:r>
      <w:r>
        <w:rPr>
          <w:rFonts w:hint="cs"/>
          <w:rtl/>
          <w:lang w:bidi="fa-IR"/>
        </w:rPr>
        <w:t xml:space="preserve"> </w:t>
      </w:r>
      <w:r w:rsidRPr="00CA52B4">
        <w:rPr>
          <w:rtl/>
          <w:lang w:bidi="fa-IR"/>
        </w:rPr>
        <w:t>الجرح والتعديل 9 / 409 وفيه : عمرو. قاموس الرجال 10 / 147. معجم رجال الحديث 21 / 259.</w:t>
      </w:r>
    </w:p>
    <w:p w:rsidR="00843DF1" w:rsidRPr="00CA52B4" w:rsidRDefault="00843DF1" w:rsidP="00EB70B9">
      <w:pPr>
        <w:pStyle w:val="libBold1"/>
        <w:rPr>
          <w:rtl/>
          <w:lang w:bidi="fa-IR"/>
        </w:rPr>
      </w:pPr>
      <w:r w:rsidRPr="00CA52B4">
        <w:rPr>
          <w:rtl/>
        </w:rPr>
        <w:t>1324</w:t>
      </w:r>
      <w:r>
        <w:rPr>
          <w:rtl/>
        </w:rPr>
        <w:t xml:space="preserve"> ـ </w:t>
      </w:r>
      <w:r w:rsidRPr="00CA52B4">
        <w:rPr>
          <w:rtl/>
        </w:rPr>
        <w:t>أبو العمرطة بن يزيد الجهني الكندي</w:t>
      </w:r>
      <w:r>
        <w:rPr>
          <w:rtl/>
        </w:rPr>
        <w:t xml:space="preserve"> ....</w:t>
      </w:r>
    </w:p>
    <w:p w:rsidR="00843DF1" w:rsidRPr="00CA52B4" w:rsidRDefault="00843DF1" w:rsidP="00347E77">
      <w:pPr>
        <w:pStyle w:val="libNormal"/>
        <w:rPr>
          <w:rtl/>
          <w:lang w:bidi="fa-IR"/>
        </w:rPr>
      </w:pPr>
      <w:r w:rsidRPr="00CA52B4">
        <w:rPr>
          <w:rtl/>
          <w:lang w:bidi="fa-IR"/>
        </w:rPr>
        <w:t xml:space="preserve">فارس. شهد صفّين ، وخرج إلى المبارزة ودعا إليها فانبرى إليه أخوه قيس بن يزيد ، وهو ممن فر إلى معاوية من عليّ </w:t>
      </w:r>
      <w:r>
        <w:rPr>
          <w:rtl/>
          <w:lang w:bidi="fa-IR"/>
        </w:rPr>
        <w:t>(</w:t>
      </w:r>
      <w:r w:rsidRPr="00CA52B4">
        <w:rPr>
          <w:rtl/>
          <w:lang w:bidi="fa-IR"/>
        </w:rPr>
        <w:t>عليه السلام</w:t>
      </w:r>
      <w:r>
        <w:rPr>
          <w:rtl/>
          <w:lang w:bidi="fa-IR"/>
        </w:rPr>
        <w:t>)</w:t>
      </w:r>
      <w:r w:rsidRPr="00CA52B4">
        <w:rPr>
          <w:rtl/>
          <w:lang w:bidi="fa-IR"/>
        </w:rPr>
        <w:t xml:space="preserve"> فتعارفا فتواقفا ، وانصرفا إلى الناس فأخبر كل واحد منهما أنه لقى أخاه.</w:t>
      </w:r>
    </w:p>
    <w:p w:rsidR="00843DF1" w:rsidRPr="00CA52B4" w:rsidRDefault="00843DF1" w:rsidP="00347E77">
      <w:pPr>
        <w:pStyle w:val="libNormal"/>
        <w:rPr>
          <w:rtl/>
          <w:lang w:bidi="fa-IR"/>
        </w:rPr>
      </w:pPr>
      <w:r w:rsidRPr="00CA52B4">
        <w:rPr>
          <w:rtl/>
          <w:lang w:bidi="fa-IR"/>
        </w:rPr>
        <w:t>وجاء اسمه هكذا : عمير بن يزيد بن عمرو بن شراحيل بن النعمان بن المنذر بن مالك بن ربيعة بن الحارث بن معاوية بن الحارث بن معاوية بن ثور بن مرتع</w:t>
      </w:r>
      <w:r>
        <w:rPr>
          <w:rtl/>
          <w:lang w:bidi="fa-IR"/>
        </w:rPr>
        <w:t xml:space="preserve"> ....</w:t>
      </w:r>
      <w:r w:rsidRPr="00CA52B4">
        <w:rPr>
          <w:rtl/>
          <w:lang w:bidi="fa-IR"/>
        </w:rPr>
        <w:t xml:space="preserve"> قاتل مع حجر بن عدي. وولي ابنه الحسين بن أبي العمرطة ، شرطة الحجاج.</w:t>
      </w:r>
    </w:p>
    <w:p w:rsidR="00843DF1" w:rsidRPr="00CA52B4" w:rsidRDefault="00843DF1" w:rsidP="00B10281">
      <w:pPr>
        <w:pStyle w:val="libVar"/>
        <w:rPr>
          <w:rtl/>
          <w:lang w:bidi="fa-IR"/>
        </w:rPr>
      </w:pPr>
      <w:r w:rsidRPr="00CA52B4">
        <w:rPr>
          <w:rtl/>
          <w:lang w:bidi="fa-IR"/>
        </w:rPr>
        <w:t>تاريخ الطبري 6 / 17. جمهرة أنساب العرب / 427. الكامل في التأريخ 3 / 306 ، 474. وقعة صفّين / 268 ، 285 ، 286.</w:t>
      </w:r>
    </w:p>
    <w:p w:rsidR="00843DF1" w:rsidRPr="00CA52B4" w:rsidRDefault="00843DF1" w:rsidP="00EB70B9">
      <w:pPr>
        <w:pStyle w:val="libBold1"/>
        <w:rPr>
          <w:rtl/>
          <w:lang w:bidi="fa-IR"/>
        </w:rPr>
      </w:pPr>
      <w:r>
        <w:rPr>
          <w:rtl/>
          <w:lang w:bidi="fa-IR"/>
        </w:rPr>
        <w:br w:type="page"/>
      </w:r>
      <w:r w:rsidRPr="00CA52B4">
        <w:rPr>
          <w:rtl/>
        </w:rPr>
        <w:lastRenderedPageBreak/>
        <w:t>1325</w:t>
      </w:r>
      <w:r>
        <w:rPr>
          <w:rtl/>
        </w:rPr>
        <w:t xml:space="preserve"> ـ </w:t>
      </w:r>
      <w:r w:rsidRPr="00CA52B4">
        <w:rPr>
          <w:rtl/>
        </w:rPr>
        <w:t>أبو عياش بن النعمان المعافري المصري</w:t>
      </w:r>
      <w:r>
        <w:rPr>
          <w:rtl/>
        </w:rPr>
        <w:t xml:space="preserve"> ....</w:t>
      </w:r>
    </w:p>
    <w:p w:rsidR="00843DF1" w:rsidRPr="00CA52B4" w:rsidRDefault="00843DF1" w:rsidP="00347E77">
      <w:pPr>
        <w:pStyle w:val="libNormal"/>
        <w:rPr>
          <w:rtl/>
          <w:lang w:bidi="fa-IR"/>
        </w:rPr>
      </w:pPr>
      <w:r w:rsidRPr="00CA52B4">
        <w:rPr>
          <w:rtl/>
          <w:lang w:bidi="fa-IR"/>
        </w:rPr>
        <w:t>محدّث ، روى أيضا عن جابر بن عبد الله ، وسهيل بن سعد ، وأبي هريرة. وعنه زيد بن أبي حبيب ، وخالد بن أبي عمران. وبكر بن سوادة.</w:t>
      </w:r>
    </w:p>
    <w:p w:rsidR="00843DF1" w:rsidRPr="00CA52B4" w:rsidRDefault="00843DF1" w:rsidP="00B10281">
      <w:pPr>
        <w:pStyle w:val="libVar"/>
        <w:rPr>
          <w:rtl/>
          <w:lang w:bidi="fa-IR"/>
        </w:rPr>
      </w:pPr>
      <w:r w:rsidRPr="00CA52B4">
        <w:rPr>
          <w:rtl/>
          <w:lang w:bidi="fa-IR"/>
        </w:rPr>
        <w:t>تهذيب التهذيب 12 / 194.</w:t>
      </w:r>
    </w:p>
    <w:p w:rsidR="00843DF1" w:rsidRPr="00CA52B4" w:rsidRDefault="00843DF1" w:rsidP="00EB70B9">
      <w:pPr>
        <w:pStyle w:val="libBold1"/>
        <w:rPr>
          <w:rtl/>
          <w:lang w:bidi="fa-IR"/>
        </w:rPr>
      </w:pPr>
      <w:r w:rsidRPr="00CA52B4">
        <w:rPr>
          <w:rtl/>
        </w:rPr>
        <w:t>1326</w:t>
      </w:r>
      <w:r>
        <w:rPr>
          <w:rtl/>
        </w:rPr>
        <w:t xml:space="preserve"> ـ </w:t>
      </w:r>
      <w:r w:rsidRPr="00CA52B4">
        <w:rPr>
          <w:rtl/>
        </w:rPr>
        <w:t>أبو فزارة العنزي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شيخ سمع منه عاصم الأحول. قليل الحديث واقتصر الرواية عن أمير المؤمنين </w:t>
      </w:r>
      <w:r>
        <w:rPr>
          <w:rtl/>
          <w:lang w:bidi="fa-IR"/>
        </w:rPr>
        <w:t>(</w:t>
      </w:r>
      <w:r w:rsidRPr="00CA52B4">
        <w:rPr>
          <w:rtl/>
          <w:lang w:bidi="fa-IR"/>
        </w:rPr>
        <w:t>عليه السلام</w:t>
      </w:r>
      <w:r>
        <w:rPr>
          <w:rtl/>
          <w:lang w:bidi="fa-IR"/>
        </w:rPr>
        <w:t>)</w:t>
      </w:r>
      <w:r w:rsidRPr="00CA52B4">
        <w:rPr>
          <w:rtl/>
          <w:lang w:bidi="fa-IR"/>
        </w:rPr>
        <w:t xml:space="preserve"> ، وليس بمشهور. ورموه بالضعف. وفي بعض المراجع : العنبري.</w:t>
      </w:r>
    </w:p>
    <w:p w:rsidR="00843DF1" w:rsidRPr="00CA52B4" w:rsidRDefault="00843DF1" w:rsidP="00B10281">
      <w:pPr>
        <w:pStyle w:val="libVar"/>
        <w:rPr>
          <w:rtl/>
          <w:lang w:bidi="fa-IR"/>
        </w:rPr>
      </w:pPr>
      <w:r w:rsidRPr="00CA52B4">
        <w:rPr>
          <w:rtl/>
          <w:lang w:bidi="fa-IR"/>
        </w:rPr>
        <w:t>الجرح والتعديل 9 / 423. لسان الميزان 7 / 92. ميزان الاعتدال 4 / 562.</w:t>
      </w:r>
    </w:p>
    <w:p w:rsidR="00843DF1" w:rsidRPr="00CA52B4" w:rsidRDefault="00843DF1" w:rsidP="00EB70B9">
      <w:pPr>
        <w:pStyle w:val="libBold1"/>
        <w:rPr>
          <w:rtl/>
          <w:lang w:bidi="fa-IR"/>
        </w:rPr>
      </w:pPr>
      <w:r w:rsidRPr="00CA52B4">
        <w:rPr>
          <w:rtl/>
        </w:rPr>
        <w:t>1327</w:t>
      </w:r>
      <w:r>
        <w:rPr>
          <w:rtl/>
        </w:rPr>
        <w:t xml:space="preserve"> ـ </w:t>
      </w:r>
      <w:r w:rsidRPr="00CA52B4">
        <w:rPr>
          <w:rtl/>
        </w:rPr>
        <w:t>أبو فضالة الأنصاري المقتول 37 ه‍</w:t>
      </w:r>
      <w:r>
        <w:rPr>
          <w:rtl/>
        </w:rPr>
        <w:t>.</w:t>
      </w:r>
    </w:p>
    <w:p w:rsidR="00843DF1" w:rsidRPr="00CA52B4" w:rsidRDefault="00843DF1" w:rsidP="00347E77">
      <w:pPr>
        <w:pStyle w:val="libNormal"/>
        <w:rPr>
          <w:rtl/>
          <w:lang w:bidi="fa-IR"/>
        </w:rPr>
      </w:pPr>
      <w:r w:rsidRPr="00CA52B4">
        <w:rPr>
          <w:rtl/>
          <w:lang w:bidi="fa-IR"/>
        </w:rPr>
        <w:t xml:space="preserve">من الصحابة شهد بدرا ، وخرج إلى صفّين فحارب وقتل سنة 37 ، وخلّف : فضالة. قال فضالة : خرجت مع أبي إلى عليّ بن أبي طالب ، بينبع عائدا له وكان مريضا ثقيلا يخاف عليه ، فقال له أبي : ما يقيمك بهذا المنزل لو هلكت لم يلك الا اعراب جهينة ، فاحتمل إلى المدينة ، فإن أصابك أجلك وليك أصحابك ، وصلّوا عليك ، فقال له عليّ : لست ميتا من وجعي هذا ، إنّ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عهد إليّ أنّي لا أموت حتّى أؤمر ، ثم تخضب هذه من هذه ، يعني لحيته من هامته.</w:t>
      </w:r>
    </w:p>
    <w:p w:rsidR="00843DF1" w:rsidRPr="00CA52B4" w:rsidRDefault="00843DF1" w:rsidP="00B10281">
      <w:pPr>
        <w:pStyle w:val="libVar"/>
        <w:rPr>
          <w:rtl/>
          <w:lang w:bidi="fa-IR"/>
        </w:rPr>
      </w:pPr>
      <w:r w:rsidRPr="00CA52B4">
        <w:rPr>
          <w:rtl/>
          <w:lang w:bidi="fa-IR"/>
        </w:rPr>
        <w:t>إتقان المقال / 253. الاستيعاب 4 / 153. أسد الغابة 3 / 307 وج 5 / 273.</w:t>
      </w:r>
      <w:r>
        <w:rPr>
          <w:rFonts w:hint="cs"/>
          <w:rtl/>
          <w:lang w:bidi="fa-IR"/>
        </w:rPr>
        <w:t xml:space="preserve"> </w:t>
      </w:r>
      <w:r w:rsidRPr="00CA52B4">
        <w:rPr>
          <w:rtl/>
          <w:lang w:bidi="fa-IR"/>
        </w:rPr>
        <w:t>الإصابة 4 / 155. أعيان لشيعة 2 / 397. أخبار اصبهان 2 / 212. تاريخ الطبري 13 / 14. الجرح والتعديل 9 / 425. الغدير 9 / 364. قاموس الرجال / 10 / 158.</w:t>
      </w:r>
      <w:r>
        <w:rPr>
          <w:rFonts w:hint="cs"/>
          <w:rtl/>
          <w:lang w:bidi="fa-IR"/>
        </w:rPr>
        <w:t xml:space="preserve"> </w:t>
      </w:r>
      <w:r w:rsidRPr="00CA52B4">
        <w:rPr>
          <w:rtl/>
          <w:lang w:bidi="fa-IR"/>
        </w:rPr>
        <w:t>الكامل في التأريخ 3 / 351. مجمع الرجال 7 / 82.</w:t>
      </w:r>
    </w:p>
    <w:p w:rsidR="00843DF1" w:rsidRPr="00CA52B4" w:rsidRDefault="00843DF1" w:rsidP="00EB70B9">
      <w:pPr>
        <w:pStyle w:val="libBold1"/>
        <w:rPr>
          <w:rtl/>
          <w:lang w:bidi="fa-IR"/>
        </w:rPr>
      </w:pPr>
      <w:r w:rsidRPr="00CA52B4">
        <w:rPr>
          <w:rtl/>
        </w:rPr>
        <w:t>1328</w:t>
      </w:r>
      <w:r>
        <w:rPr>
          <w:rtl/>
        </w:rPr>
        <w:t xml:space="preserve"> ـ </w:t>
      </w:r>
      <w:r w:rsidRPr="00CA52B4">
        <w:rPr>
          <w:rtl/>
        </w:rPr>
        <w:t>أبو قرارة بن معاوية بن وهب بن قيس بن حجر السلمي الكندي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صحابي ، محدّث. وجاء في بعض المراجع </w:t>
      </w:r>
      <w:r>
        <w:rPr>
          <w:rtl/>
          <w:lang w:bidi="fa-IR"/>
        </w:rPr>
        <w:t>(</w:t>
      </w:r>
      <w:r w:rsidRPr="00CA52B4">
        <w:rPr>
          <w:rtl/>
          <w:lang w:bidi="fa-IR"/>
        </w:rPr>
        <w:t>أبو قرة</w:t>
      </w:r>
      <w:r>
        <w:rPr>
          <w:rtl/>
          <w:lang w:bidi="fa-IR"/>
        </w:rPr>
        <w:t>)</w:t>
      </w:r>
      <w:r w:rsidRPr="00CA52B4">
        <w:rPr>
          <w:rtl/>
          <w:lang w:bidi="fa-IR"/>
        </w:rPr>
        <w:t xml:space="preserve"> وأحسبه تصحيف. وفد على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وولى ابنه عمرو قضاء الكوفة ، بعد شريح. وما ورد في أعيان الشيعة 3 / 106 ط 2 أبو قرة السلمي ، وأبو</w:t>
      </w:r>
    </w:p>
    <w:p w:rsidR="00843DF1" w:rsidRPr="00CA52B4" w:rsidRDefault="00843DF1" w:rsidP="00B10281">
      <w:pPr>
        <w:pStyle w:val="libNormal0"/>
        <w:rPr>
          <w:rtl/>
          <w:lang w:bidi="fa-IR"/>
        </w:rPr>
      </w:pPr>
      <w:r>
        <w:rPr>
          <w:rtl/>
          <w:lang w:bidi="fa-IR"/>
        </w:rPr>
        <w:br w:type="page"/>
      </w:r>
      <w:r w:rsidRPr="00CA52B4">
        <w:rPr>
          <w:rtl/>
          <w:lang w:bidi="fa-IR"/>
        </w:rPr>
        <w:lastRenderedPageBreak/>
        <w:t>قرة الكندي القاضي ، فكلاهما واحد لا اثنين حسبما تدل عليه القرائن.</w:t>
      </w:r>
    </w:p>
    <w:p w:rsidR="00843DF1" w:rsidRPr="00CA52B4" w:rsidRDefault="00843DF1" w:rsidP="00B10281">
      <w:pPr>
        <w:pStyle w:val="libVar"/>
        <w:rPr>
          <w:rtl/>
          <w:lang w:bidi="fa-IR"/>
        </w:rPr>
      </w:pPr>
      <w:r w:rsidRPr="00CA52B4">
        <w:rPr>
          <w:rtl/>
          <w:lang w:bidi="fa-IR"/>
        </w:rPr>
        <w:t>أسد الغابة 5 / 276. الإصابة 4 / 160. أعيان الشيعة 2 / 419. تنقيح المقال 3 / 31 وفيه : أبو قرة. جامع الرواة 2 / 411. رجال الطوسي / 64. الغارات 2 / 860. قاموس الرجال 10 / 167. مجمع الرجال 7 / 86. معجم رجال الحديث 22 / 26.</w:t>
      </w:r>
    </w:p>
    <w:p w:rsidR="00843DF1" w:rsidRPr="00CA52B4" w:rsidRDefault="00843DF1" w:rsidP="00EB70B9">
      <w:pPr>
        <w:pStyle w:val="libBold1"/>
        <w:rPr>
          <w:rtl/>
          <w:lang w:bidi="fa-IR"/>
        </w:rPr>
      </w:pPr>
      <w:r w:rsidRPr="00CA52B4">
        <w:rPr>
          <w:rtl/>
        </w:rPr>
        <w:t>1329</w:t>
      </w:r>
      <w:r>
        <w:rPr>
          <w:rtl/>
        </w:rPr>
        <w:t xml:space="preserve"> ـ </w:t>
      </w:r>
      <w:r w:rsidRPr="00CA52B4">
        <w:rPr>
          <w:rtl/>
        </w:rPr>
        <w:t>أبو القعقاع الجرمي الكوفي</w:t>
      </w:r>
      <w:r>
        <w:rPr>
          <w:rtl/>
        </w:rPr>
        <w:t xml:space="preserve"> ....</w:t>
      </w:r>
    </w:p>
    <w:p w:rsidR="00843DF1" w:rsidRPr="00CA52B4" w:rsidRDefault="00843DF1" w:rsidP="00347E77">
      <w:pPr>
        <w:pStyle w:val="libNormal"/>
        <w:rPr>
          <w:rtl/>
          <w:lang w:bidi="fa-IR"/>
        </w:rPr>
      </w:pPr>
      <w:r w:rsidRPr="00CA52B4">
        <w:rPr>
          <w:rtl/>
          <w:lang w:bidi="fa-IR"/>
        </w:rPr>
        <w:t>فارس. شهد القادسية وهو غلام. وروى عنه سلمة بن عامر الشقري ، والمنهال بن خليفة وغيرهما. ذكره ابن سعد في الطبقة الأولى من تابعي أهل ، الكوفة.</w:t>
      </w:r>
    </w:p>
    <w:p w:rsidR="00843DF1" w:rsidRPr="00CA52B4" w:rsidRDefault="00843DF1" w:rsidP="00B10281">
      <w:pPr>
        <w:pStyle w:val="libVar"/>
        <w:rPr>
          <w:rtl/>
          <w:lang w:bidi="fa-IR"/>
        </w:rPr>
      </w:pPr>
      <w:r w:rsidRPr="00CA52B4">
        <w:rPr>
          <w:rtl/>
          <w:lang w:bidi="fa-IR"/>
        </w:rPr>
        <w:t>تعجيل المنفعة / 515. الطبقات الكبرى 6 / 180.</w:t>
      </w:r>
    </w:p>
    <w:p w:rsidR="00843DF1" w:rsidRPr="00CA52B4" w:rsidRDefault="00843DF1" w:rsidP="00EB70B9">
      <w:pPr>
        <w:pStyle w:val="libBold1"/>
        <w:rPr>
          <w:rtl/>
          <w:lang w:bidi="fa-IR"/>
        </w:rPr>
      </w:pPr>
      <w:r w:rsidRPr="00CA52B4">
        <w:rPr>
          <w:rtl/>
        </w:rPr>
        <w:t>1330</w:t>
      </w:r>
      <w:r>
        <w:rPr>
          <w:rtl/>
        </w:rPr>
        <w:t xml:space="preserve"> ـ </w:t>
      </w:r>
      <w:r w:rsidRPr="00CA52B4">
        <w:rPr>
          <w:rtl/>
        </w:rPr>
        <w:t>أبو القماص</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ذكره ابن أبي حاتم الرازي الحنظلي ، في كتابه من الذين رووا عن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الجرح والتعديل 9 / 429.</w:t>
      </w:r>
    </w:p>
    <w:p w:rsidR="00843DF1" w:rsidRPr="00CA52B4" w:rsidRDefault="00843DF1" w:rsidP="00EB70B9">
      <w:pPr>
        <w:pStyle w:val="libBold1"/>
        <w:rPr>
          <w:rtl/>
          <w:lang w:bidi="fa-IR"/>
        </w:rPr>
      </w:pPr>
      <w:r w:rsidRPr="00CA52B4">
        <w:rPr>
          <w:rtl/>
        </w:rPr>
        <w:t>1331</w:t>
      </w:r>
      <w:r>
        <w:rPr>
          <w:rtl/>
        </w:rPr>
        <w:t xml:space="preserve"> ـ </w:t>
      </w:r>
      <w:r w:rsidRPr="00CA52B4">
        <w:rPr>
          <w:rtl/>
        </w:rPr>
        <w:t>أبو كثير الزبيدي الكوفي الأنصاري المتوفى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من ثقات التابعين ، روى عنه اسماعيل بن مسلم العبدي.</w:t>
      </w:r>
      <w:r>
        <w:rPr>
          <w:rFonts w:hint="cs"/>
          <w:rtl/>
          <w:lang w:bidi="fa-IR"/>
        </w:rPr>
        <w:t xml:space="preserve"> </w:t>
      </w:r>
      <w:r w:rsidRPr="00CA52B4">
        <w:rPr>
          <w:rtl/>
          <w:lang w:bidi="fa-IR"/>
        </w:rPr>
        <w:t xml:space="preserve">قال : كنت مع سيدي ، عليّ بن أبي طالب ، حين قتل أهل النهروان ، فكأنّ الناس وجدوا في أنفسهم علية من قتلهم. فقال عليّ : يا أيّها الناس إنّ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قد حدّثنا بأقوام يمرقون من الدّين كما يمرق السهم من الرمية ، ثم لا يرجعون فيه حتّى يرجع السهم على فوقه ، وإنّ آية ذلك أنّ فيهم رجلا أسود ، مخدج اليد ، إحدى يديه كثدي المرأة بها حلمة كحلمة ثدي المرأة ، حوله سبع هلبات ، فالتمسوه فإنّي أراه فيهم. فالتمسوه فوجدوه إلى شفير النهر تحت القتلى ، فأخرجوه فكبّر عليّ ، فقال : الله أكبر صدق الله ورسوله ، إنّه لمتقلد قوسا له عرنية ، فأخذها بيده فجعل يطعن بها في مخدجته ، ويقول : صدق الله ورسوله ، وكبّر الناس حين رأوه ،</w:t>
      </w:r>
    </w:p>
    <w:p w:rsidR="00843DF1" w:rsidRPr="00CA52B4" w:rsidRDefault="00843DF1" w:rsidP="00B10281">
      <w:pPr>
        <w:pStyle w:val="libNormal0"/>
        <w:rPr>
          <w:rtl/>
          <w:lang w:bidi="fa-IR"/>
        </w:rPr>
      </w:pPr>
      <w:r>
        <w:rPr>
          <w:rtl/>
          <w:lang w:bidi="fa-IR"/>
        </w:rPr>
        <w:br w:type="page"/>
      </w:r>
      <w:r w:rsidRPr="00CA52B4">
        <w:rPr>
          <w:rtl/>
          <w:lang w:bidi="fa-IR"/>
        </w:rPr>
        <w:lastRenderedPageBreak/>
        <w:t>واستبشروا وذهب عنهم ما كانوا يجدون.</w:t>
      </w:r>
    </w:p>
    <w:p w:rsidR="00843DF1" w:rsidRPr="00CA52B4" w:rsidRDefault="00843DF1" w:rsidP="00B10281">
      <w:pPr>
        <w:pStyle w:val="libVar"/>
        <w:rPr>
          <w:rtl/>
          <w:lang w:bidi="fa-IR"/>
        </w:rPr>
      </w:pPr>
      <w:r w:rsidRPr="00CA52B4">
        <w:rPr>
          <w:rtl/>
          <w:lang w:bidi="fa-IR"/>
        </w:rPr>
        <w:t>أعيان الشيعة 2 / 420. تاريخ بغداد 14 / 362. تهذيب التهذيب 12 / 210.</w:t>
      </w:r>
      <w:r>
        <w:rPr>
          <w:rFonts w:hint="cs"/>
          <w:rtl/>
          <w:lang w:bidi="fa-IR"/>
        </w:rPr>
        <w:t xml:space="preserve"> </w:t>
      </w:r>
      <w:r w:rsidRPr="00CA52B4">
        <w:rPr>
          <w:rtl/>
          <w:lang w:bidi="fa-IR"/>
        </w:rPr>
        <w:t>تعجيل المنفعة / 516. الجرح والتعديل 9 / 429. قاموس الرجال 10 / 168.</w:t>
      </w:r>
    </w:p>
    <w:p w:rsidR="00843DF1" w:rsidRPr="00CA52B4" w:rsidRDefault="00843DF1" w:rsidP="00EB70B9">
      <w:pPr>
        <w:pStyle w:val="libBold1"/>
        <w:rPr>
          <w:rtl/>
          <w:lang w:bidi="fa-IR"/>
        </w:rPr>
      </w:pPr>
      <w:r w:rsidRPr="00CA52B4">
        <w:rPr>
          <w:rtl/>
        </w:rPr>
        <w:t>1332</w:t>
      </w:r>
      <w:r>
        <w:rPr>
          <w:rtl/>
        </w:rPr>
        <w:t xml:space="preserve"> ـ </w:t>
      </w:r>
      <w:r w:rsidRPr="00CA52B4">
        <w:rPr>
          <w:rtl/>
        </w:rPr>
        <w:t>أبو كنانة</w:t>
      </w:r>
      <w:r>
        <w:rPr>
          <w:rtl/>
        </w:rPr>
        <w:t xml:space="preserve"> ..</w:t>
      </w:r>
      <w:r w:rsidRPr="00CA52B4">
        <w:rPr>
          <w:rtl/>
        </w:rPr>
        <w:t>. مولى ربيعة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سمع منه حبيب أبو محمد. وسمع أيضا الزبير بن العوام.</w:t>
      </w:r>
      <w:r>
        <w:rPr>
          <w:rFonts w:hint="cs"/>
          <w:rtl/>
          <w:lang w:bidi="fa-IR"/>
        </w:rPr>
        <w:t xml:space="preserve"> </w:t>
      </w:r>
      <w:r w:rsidRPr="00CA52B4">
        <w:rPr>
          <w:rtl/>
          <w:lang w:bidi="fa-IR"/>
        </w:rPr>
        <w:t xml:space="preserve">ذكره ابن أبي حاتم الرازي ، في كتابه من الذين أخذوا عن عليّ بن أبي طالب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الجرح والتعديل 9 / 430.</w:t>
      </w:r>
    </w:p>
    <w:p w:rsidR="00843DF1" w:rsidRPr="00CA52B4" w:rsidRDefault="00843DF1" w:rsidP="00EB70B9">
      <w:pPr>
        <w:pStyle w:val="libBold1"/>
        <w:rPr>
          <w:rtl/>
          <w:lang w:bidi="fa-IR"/>
        </w:rPr>
      </w:pPr>
      <w:r w:rsidRPr="00CA52B4">
        <w:rPr>
          <w:rtl/>
        </w:rPr>
        <w:t>1333</w:t>
      </w:r>
      <w:r>
        <w:rPr>
          <w:rtl/>
        </w:rPr>
        <w:t xml:space="preserve"> ـ </w:t>
      </w:r>
      <w:r w:rsidRPr="00CA52B4">
        <w:rPr>
          <w:rtl/>
        </w:rPr>
        <w:t>أبو ليلى الأنصاري</w:t>
      </w:r>
      <w:r>
        <w:rPr>
          <w:rtl/>
        </w:rPr>
        <w:t xml:space="preserve"> ....</w:t>
      </w:r>
    </w:p>
    <w:p w:rsidR="00843DF1" w:rsidRPr="00CA52B4" w:rsidRDefault="00843DF1" w:rsidP="00347E77">
      <w:pPr>
        <w:pStyle w:val="libNormal"/>
        <w:rPr>
          <w:rtl/>
          <w:lang w:bidi="fa-IR"/>
        </w:rPr>
      </w:pPr>
      <w:r w:rsidRPr="00CA52B4">
        <w:rPr>
          <w:rtl/>
          <w:lang w:bidi="fa-IR"/>
        </w:rPr>
        <w:t>فارس استشهد بصفّين.</w:t>
      </w:r>
    </w:p>
    <w:p w:rsidR="00843DF1" w:rsidRPr="00CA52B4" w:rsidRDefault="00843DF1" w:rsidP="00EB70B9">
      <w:pPr>
        <w:pStyle w:val="libBold1"/>
        <w:rPr>
          <w:rtl/>
          <w:lang w:bidi="fa-IR"/>
        </w:rPr>
      </w:pPr>
      <w:r w:rsidRPr="00CA52B4">
        <w:rPr>
          <w:rtl/>
        </w:rPr>
        <w:t>1334</w:t>
      </w:r>
      <w:r>
        <w:rPr>
          <w:rtl/>
        </w:rPr>
        <w:t xml:space="preserve"> ـ </w:t>
      </w:r>
      <w:r w:rsidRPr="00CA52B4">
        <w:rPr>
          <w:rtl/>
        </w:rPr>
        <w:t>أبو ليلى بن حارثة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محارب.</w:t>
      </w:r>
    </w:p>
    <w:p w:rsidR="00843DF1" w:rsidRPr="00CA52B4" w:rsidRDefault="00843DF1" w:rsidP="00EB70B9">
      <w:pPr>
        <w:pStyle w:val="libBold1"/>
        <w:rPr>
          <w:rtl/>
          <w:lang w:bidi="fa-IR"/>
        </w:rPr>
      </w:pPr>
      <w:r w:rsidRPr="00CA52B4">
        <w:rPr>
          <w:rtl/>
        </w:rPr>
        <w:t>1335</w:t>
      </w:r>
      <w:r>
        <w:rPr>
          <w:rtl/>
        </w:rPr>
        <w:t xml:space="preserve"> ـ </w:t>
      </w:r>
      <w:r w:rsidRPr="00CA52B4">
        <w:rPr>
          <w:rtl/>
        </w:rPr>
        <w:t>أبو ليلى بن عمر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كان ممن خرج في مقدمة الجيش مع أمير المؤمنين </w:t>
      </w:r>
      <w:r>
        <w:rPr>
          <w:rtl/>
          <w:lang w:bidi="fa-IR"/>
        </w:rPr>
        <w:t>(</w:t>
      </w:r>
      <w:r w:rsidRPr="00CA52B4">
        <w:rPr>
          <w:rtl/>
          <w:lang w:bidi="fa-IR"/>
        </w:rPr>
        <w:t>عليه السلام</w:t>
      </w:r>
      <w:r>
        <w:rPr>
          <w:rtl/>
          <w:lang w:bidi="fa-IR"/>
        </w:rPr>
        <w:t>)</w:t>
      </w:r>
      <w:r w:rsidRPr="00CA52B4">
        <w:rPr>
          <w:rtl/>
          <w:lang w:bidi="fa-IR"/>
        </w:rPr>
        <w:t xml:space="preserve"> ، يوم خروجه إلى صفّين.</w:t>
      </w:r>
    </w:p>
    <w:p w:rsidR="00843DF1" w:rsidRPr="00CA52B4" w:rsidRDefault="00843DF1" w:rsidP="00B10281">
      <w:pPr>
        <w:pStyle w:val="libVar"/>
        <w:rPr>
          <w:rtl/>
          <w:lang w:bidi="fa-IR"/>
        </w:rPr>
      </w:pPr>
      <w:r w:rsidRPr="00CA52B4">
        <w:rPr>
          <w:rtl/>
          <w:lang w:bidi="fa-IR"/>
        </w:rPr>
        <w:t>أسد الغابة 5 / 286. أعيان الشيعة 7 / 109 ، 110. تقريب التهذيب 2 / 467.</w:t>
      </w:r>
      <w:r>
        <w:rPr>
          <w:rFonts w:hint="cs"/>
          <w:rtl/>
          <w:lang w:bidi="fa-IR"/>
        </w:rPr>
        <w:t xml:space="preserve"> </w:t>
      </w:r>
      <w:r w:rsidRPr="00CA52B4">
        <w:rPr>
          <w:rtl/>
          <w:lang w:bidi="fa-IR"/>
        </w:rPr>
        <w:t>تنقيح المقال 3 / 32. تهذيب التهذيب 12 / 215. جامع الرواة 2 / 412 ، 413.</w:t>
      </w:r>
      <w:r>
        <w:rPr>
          <w:rFonts w:hint="cs"/>
          <w:rtl/>
          <w:lang w:bidi="fa-IR"/>
        </w:rPr>
        <w:t xml:space="preserve"> </w:t>
      </w:r>
      <w:r w:rsidRPr="00CA52B4">
        <w:rPr>
          <w:rtl/>
          <w:lang w:bidi="fa-IR"/>
        </w:rPr>
        <w:t>الجرح والتعديل 9 / 431. رجال الشيخ الطوسي / 63 ، 65. الغارات 2 / 637.</w:t>
      </w:r>
      <w:r>
        <w:rPr>
          <w:rFonts w:hint="cs"/>
          <w:rtl/>
          <w:lang w:bidi="fa-IR"/>
        </w:rPr>
        <w:t xml:space="preserve"> </w:t>
      </w:r>
      <w:r w:rsidRPr="00CA52B4">
        <w:rPr>
          <w:rtl/>
          <w:lang w:bidi="fa-IR"/>
        </w:rPr>
        <w:t>قاموس الرجال 10 / 172. معجم رجال الحديث 22 / 29. منتهى المقال / 350.</w:t>
      </w:r>
    </w:p>
    <w:p w:rsidR="00843DF1" w:rsidRPr="00CA52B4" w:rsidRDefault="00843DF1" w:rsidP="00EB70B9">
      <w:pPr>
        <w:pStyle w:val="libBold1"/>
        <w:rPr>
          <w:rtl/>
          <w:lang w:bidi="fa-IR"/>
        </w:rPr>
      </w:pPr>
      <w:r w:rsidRPr="00CA52B4">
        <w:rPr>
          <w:rtl/>
        </w:rPr>
        <w:t>1336</w:t>
      </w:r>
      <w:r>
        <w:rPr>
          <w:rtl/>
        </w:rPr>
        <w:t xml:space="preserve"> ـ </w:t>
      </w:r>
      <w:r w:rsidRPr="00CA52B4">
        <w:rPr>
          <w:rtl/>
        </w:rPr>
        <w:t>أبو ليلى بن عبد الله بن الجراح بن الحصين بن الحارث بن قيس بن مالك بن معاوية بن السيحان بن براء بن سعد بن عمرو بن ذهل بن مروان بن جعفي بن سعد العشيرة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عدّه الشيخ الطوسي</w:t>
      </w:r>
      <w:r>
        <w:rPr>
          <w:rtl/>
          <w:lang w:bidi="fa-IR"/>
        </w:rPr>
        <w:t xml:space="preserve"> ..</w:t>
      </w:r>
      <w:r w:rsidRPr="00CA52B4">
        <w:rPr>
          <w:rtl/>
          <w:lang w:bidi="fa-IR"/>
        </w:rPr>
        <w:t xml:space="preserve">.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ونقله الآخرون عنه من غير زيادة أو نقصان.</w:t>
      </w:r>
    </w:p>
    <w:p w:rsidR="00843DF1" w:rsidRPr="00CA52B4" w:rsidRDefault="00843DF1" w:rsidP="00B10281">
      <w:pPr>
        <w:pStyle w:val="libVar"/>
        <w:rPr>
          <w:rtl/>
          <w:lang w:bidi="fa-IR"/>
        </w:rPr>
      </w:pPr>
      <w:r>
        <w:rPr>
          <w:rtl/>
          <w:lang w:bidi="fa-IR"/>
        </w:rPr>
        <w:br w:type="page"/>
      </w:r>
      <w:r w:rsidRPr="00CA52B4">
        <w:rPr>
          <w:rtl/>
          <w:lang w:bidi="fa-IR"/>
        </w:rPr>
        <w:lastRenderedPageBreak/>
        <w:t>أعيان الشيعة 2 / 421. تنقيح المقال 3 / 32 ق الكنى. جامع الرواة 2 / 412.</w:t>
      </w:r>
      <w:r>
        <w:rPr>
          <w:rFonts w:hint="cs"/>
          <w:rtl/>
          <w:lang w:bidi="fa-IR"/>
        </w:rPr>
        <w:t xml:space="preserve"> </w:t>
      </w:r>
      <w:r w:rsidRPr="00CA52B4">
        <w:rPr>
          <w:rtl/>
          <w:lang w:bidi="fa-IR"/>
        </w:rPr>
        <w:t>خلاصة الأقوال / 191. رجال ابن داود / 220. رجال الطوسي / 65. رجال البرقي / 1 ، 3. قاموس الرجال 10 / 172. الكامل في التاريخ 3 / 204 ، 225.</w:t>
      </w:r>
      <w:r>
        <w:rPr>
          <w:rFonts w:hint="cs"/>
          <w:rtl/>
          <w:lang w:bidi="fa-IR"/>
        </w:rPr>
        <w:t xml:space="preserve"> </w:t>
      </w:r>
      <w:r w:rsidRPr="00CA52B4">
        <w:rPr>
          <w:rtl/>
          <w:lang w:bidi="fa-IR"/>
        </w:rPr>
        <w:t>مجمع الرجال 7 / 87. معجم الرجال الثقات / 364. معجم رجال الحديث 22 / 30.</w:t>
      </w:r>
    </w:p>
    <w:p w:rsidR="00843DF1" w:rsidRPr="00CA52B4" w:rsidRDefault="00843DF1" w:rsidP="00EB70B9">
      <w:pPr>
        <w:pStyle w:val="libBold1"/>
        <w:rPr>
          <w:rtl/>
          <w:lang w:bidi="fa-IR"/>
        </w:rPr>
      </w:pPr>
      <w:r w:rsidRPr="00CA52B4">
        <w:rPr>
          <w:rtl/>
        </w:rPr>
        <w:t>1337</w:t>
      </w:r>
      <w:r>
        <w:rPr>
          <w:rtl/>
        </w:rPr>
        <w:t xml:space="preserve"> ـ </w:t>
      </w:r>
      <w:r w:rsidRPr="00CA52B4">
        <w:rPr>
          <w:rtl/>
        </w:rPr>
        <w:t>أبو ماوية بن وهب بن الأجدع بن أسيد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ذكره أبو عبد الله محمد بن خالد بن عبد الرحمن بن محمد بن عليّ البرقي ، </w:t>
      </w:r>
      <w:r>
        <w:rPr>
          <w:rtl/>
          <w:lang w:bidi="fa-IR"/>
        </w:rPr>
        <w:t>(</w:t>
      </w:r>
      <w:r w:rsidRPr="00CA52B4">
        <w:rPr>
          <w:rtl/>
          <w:lang w:bidi="fa-IR"/>
        </w:rPr>
        <w:t xml:space="preserve">من أصحاب الإمام الرضا </w:t>
      </w:r>
      <w:r>
        <w:rPr>
          <w:rtl/>
          <w:lang w:bidi="fa-IR"/>
        </w:rPr>
        <w:t>(</w:t>
      </w:r>
      <w:r w:rsidRPr="00CA52B4">
        <w:rPr>
          <w:rtl/>
          <w:lang w:bidi="fa-IR"/>
        </w:rPr>
        <w:t>عليه السلام</w:t>
      </w:r>
      <w:r>
        <w:rPr>
          <w:rtl/>
          <w:lang w:bidi="fa-IR"/>
        </w:rPr>
        <w:t>)</w:t>
      </w:r>
      <w:r w:rsidRPr="00CA52B4">
        <w:rPr>
          <w:rtl/>
          <w:lang w:bidi="fa-IR"/>
        </w:rPr>
        <w:t xml:space="preserve"> الكوفي المتوفى</w:t>
      </w:r>
      <w:r>
        <w:rPr>
          <w:rtl/>
          <w:lang w:bidi="fa-IR"/>
        </w:rPr>
        <w:t xml:space="preserve"> ..</w:t>
      </w:r>
      <w:r w:rsidRPr="00CA52B4">
        <w:rPr>
          <w:rtl/>
          <w:lang w:bidi="fa-IR"/>
        </w:rPr>
        <w:t xml:space="preserve">. في رجاله من المجهولين ،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 ونقله الآخرون عنه من غير زيادة ونقصان.</w:t>
      </w:r>
    </w:p>
    <w:p w:rsidR="00843DF1" w:rsidRPr="00CA52B4" w:rsidRDefault="00843DF1" w:rsidP="00B10281">
      <w:pPr>
        <w:pStyle w:val="libVar"/>
        <w:rPr>
          <w:rtl/>
          <w:lang w:bidi="fa-IR"/>
        </w:rPr>
      </w:pPr>
      <w:r w:rsidRPr="00CA52B4">
        <w:rPr>
          <w:rtl/>
          <w:lang w:bidi="fa-IR"/>
        </w:rPr>
        <w:t>أعيان الشيعة 7 / 111. تنقيح المقال 3 / 32 باب الكنى. جامع الرواة 2 / 413.</w:t>
      </w:r>
      <w:r>
        <w:rPr>
          <w:rFonts w:hint="cs"/>
          <w:rtl/>
          <w:lang w:bidi="fa-IR"/>
        </w:rPr>
        <w:t xml:space="preserve"> </w:t>
      </w:r>
      <w:r w:rsidRPr="00CA52B4">
        <w:rPr>
          <w:rtl/>
          <w:lang w:bidi="fa-IR"/>
        </w:rPr>
        <w:t>خلاصة الأقوال / 195. رجال البرقي / 7. قاموس الرجال 10 / 174. معجم رجال الحديث 22 / 32. منتهى المقال / 350. نقد الرجال / 397.</w:t>
      </w:r>
    </w:p>
    <w:p w:rsidR="00843DF1" w:rsidRPr="00CA52B4" w:rsidRDefault="00843DF1" w:rsidP="00EB70B9">
      <w:pPr>
        <w:pStyle w:val="libBold1"/>
        <w:rPr>
          <w:rtl/>
          <w:lang w:bidi="fa-IR"/>
        </w:rPr>
      </w:pPr>
      <w:r w:rsidRPr="00CA52B4">
        <w:rPr>
          <w:rtl/>
        </w:rPr>
        <w:t>1338</w:t>
      </w:r>
      <w:r>
        <w:rPr>
          <w:rtl/>
        </w:rPr>
        <w:t xml:space="preserve"> ـ </w:t>
      </w:r>
      <w:r w:rsidRPr="00CA52B4">
        <w:rPr>
          <w:rtl/>
        </w:rPr>
        <w:t>أبو محمد الهذلي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الحكم بن عتيبة. قال غندر عن شعبة عن الحكم عن رجل من أهل البصرة يكنونه أبا المروع. وأهل الكوفة يكنونه أبا محمد.</w:t>
      </w:r>
    </w:p>
    <w:p w:rsidR="00843DF1" w:rsidRPr="00CA52B4" w:rsidRDefault="00843DF1" w:rsidP="00B10281">
      <w:pPr>
        <w:pStyle w:val="libVar"/>
        <w:rPr>
          <w:rtl/>
          <w:lang w:bidi="fa-IR"/>
        </w:rPr>
      </w:pPr>
      <w:r w:rsidRPr="00CA52B4">
        <w:rPr>
          <w:rtl/>
          <w:lang w:bidi="fa-IR"/>
        </w:rPr>
        <w:t>تعجيل المنفعة / 517. الجرح والتعديل 9 / 433. لسان الميزان 7 / 103.</w:t>
      </w:r>
    </w:p>
    <w:p w:rsidR="00843DF1" w:rsidRPr="00CA52B4" w:rsidRDefault="00843DF1" w:rsidP="00EB70B9">
      <w:pPr>
        <w:pStyle w:val="libBold1"/>
        <w:rPr>
          <w:rtl/>
          <w:lang w:bidi="fa-IR"/>
        </w:rPr>
      </w:pPr>
      <w:r w:rsidRPr="00CA52B4">
        <w:rPr>
          <w:rtl/>
        </w:rPr>
        <w:t>1339</w:t>
      </w:r>
      <w:r>
        <w:rPr>
          <w:rtl/>
        </w:rPr>
        <w:t xml:space="preserve"> ـ </w:t>
      </w:r>
      <w:r w:rsidRPr="00CA52B4">
        <w:rPr>
          <w:rtl/>
        </w:rPr>
        <w:t>أبو مروان الأسلمي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مدني تابعي ، مختلف في صحبته. روى أيضا عن أبي ذر الغفاري ، وأم المطاع الأسلمية. قيل : اسمه سعيد ، وقيل : مغيث ، وقيل :</w:t>
      </w:r>
      <w:r>
        <w:rPr>
          <w:rFonts w:hint="cs"/>
          <w:rtl/>
          <w:lang w:bidi="fa-IR"/>
        </w:rPr>
        <w:t xml:space="preserve"> </w:t>
      </w:r>
      <w:r w:rsidRPr="00CA52B4">
        <w:rPr>
          <w:rtl/>
          <w:lang w:bidi="fa-IR"/>
        </w:rPr>
        <w:t>عبد الله بن مصعب. وقيل : غير ذلك. مدني تابعي ثقة. ذكره ابن حبان في ثقات التابعين. روى عنه ابنه عطاء ، وعبد الرحمن بن مهران.</w:t>
      </w:r>
      <w:r>
        <w:rPr>
          <w:rFonts w:hint="cs"/>
          <w:rtl/>
          <w:lang w:bidi="fa-IR"/>
        </w:rPr>
        <w:t xml:space="preserve"> </w:t>
      </w:r>
      <w:r w:rsidRPr="00CA52B4">
        <w:rPr>
          <w:rtl/>
          <w:lang w:bidi="fa-IR"/>
        </w:rPr>
        <w:t>وغيرهم.</w:t>
      </w:r>
    </w:p>
    <w:p w:rsidR="00843DF1" w:rsidRPr="00CA52B4" w:rsidRDefault="00843DF1" w:rsidP="00B10281">
      <w:pPr>
        <w:pStyle w:val="libVar"/>
        <w:rPr>
          <w:rtl/>
          <w:lang w:bidi="fa-IR"/>
        </w:rPr>
      </w:pPr>
      <w:r w:rsidRPr="00CA52B4">
        <w:rPr>
          <w:rtl/>
          <w:lang w:bidi="fa-IR"/>
        </w:rPr>
        <w:t>الإصابة 4 / 178. تهذيب التهذيب 12 / 230. الجرح والتعديل 9 / 445. الكامل في التأريخ 5 / 563 ، 576. لسان الميزان 7 / 482. ميزان الاعتدال 4 / 572.</w:t>
      </w:r>
    </w:p>
    <w:p w:rsidR="00843DF1" w:rsidRPr="00CA52B4" w:rsidRDefault="00843DF1" w:rsidP="00EB70B9">
      <w:pPr>
        <w:pStyle w:val="libBold1"/>
        <w:rPr>
          <w:rtl/>
          <w:lang w:bidi="fa-IR"/>
        </w:rPr>
      </w:pPr>
      <w:r>
        <w:rPr>
          <w:rtl/>
          <w:lang w:bidi="fa-IR"/>
        </w:rPr>
        <w:br w:type="page"/>
      </w:r>
      <w:r w:rsidRPr="00CA52B4">
        <w:rPr>
          <w:rtl/>
        </w:rPr>
        <w:lastRenderedPageBreak/>
        <w:t>1340</w:t>
      </w:r>
      <w:r>
        <w:rPr>
          <w:rtl/>
        </w:rPr>
        <w:t xml:space="preserve"> ـ </w:t>
      </w:r>
      <w:r w:rsidRPr="00CA52B4">
        <w:rPr>
          <w:rtl/>
        </w:rPr>
        <w:t>أبو مريم الكوفي الحنفي الثقفي المدائني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تابعي ، وروى أيضا عن عمار بن ياسر. ولي قضاء البصرة. وجاء أنّ اسمه : عبد الله بن سنان. وقيل : اسمه قيس. وقيل : إياس بن صبح.</w:t>
      </w:r>
      <w:r>
        <w:rPr>
          <w:rFonts w:hint="cs"/>
          <w:rtl/>
          <w:lang w:bidi="fa-IR"/>
        </w:rPr>
        <w:t xml:space="preserve"> </w:t>
      </w:r>
      <w:r w:rsidRPr="00CA52B4">
        <w:rPr>
          <w:rtl/>
          <w:lang w:bidi="fa-IR"/>
        </w:rPr>
        <w:t>ذكره ابن حبان في الثقات. روى عنه نعيم ، وعبد الملك ، ابنا حكيم المدائني. استعمله أبو موسى الأشعري.</w:t>
      </w:r>
    </w:p>
    <w:p w:rsidR="00843DF1" w:rsidRPr="00CA52B4" w:rsidRDefault="00843DF1" w:rsidP="00B10281">
      <w:pPr>
        <w:pStyle w:val="libVar"/>
        <w:rPr>
          <w:rtl/>
          <w:lang w:bidi="fa-IR"/>
        </w:rPr>
      </w:pPr>
      <w:r w:rsidRPr="00CA52B4">
        <w:rPr>
          <w:rtl/>
          <w:lang w:bidi="fa-IR"/>
        </w:rPr>
        <w:t>أعيان الشيعة 2 / 430. تقريب التهذيب 2 / 472. تنقيح المقال 3 / 34 ق الكنى.</w:t>
      </w:r>
      <w:r>
        <w:rPr>
          <w:rFonts w:hint="cs"/>
          <w:rtl/>
          <w:lang w:bidi="fa-IR"/>
        </w:rPr>
        <w:t xml:space="preserve"> </w:t>
      </w:r>
      <w:r w:rsidRPr="00CA52B4">
        <w:rPr>
          <w:rtl/>
          <w:lang w:bidi="fa-IR"/>
        </w:rPr>
        <w:t xml:space="preserve">تهذيب التهذيب 12 / 232. جامع الرواة 2 / 416. رجال الطوسي / 64. شرح ابن أبي الحديد 12 / 171 </w:t>
      </w:r>
      <w:r>
        <w:rPr>
          <w:rtl/>
          <w:lang w:bidi="fa-IR"/>
        </w:rPr>
        <w:t>و 1</w:t>
      </w:r>
      <w:r w:rsidRPr="00CA52B4">
        <w:rPr>
          <w:rtl/>
          <w:lang w:bidi="fa-IR"/>
        </w:rPr>
        <w:t>4 / 21. الطبقات الكبرى 3 / 377 ، 378. قاموس الرجال 10 / 184. معجم رجال الحديث 22 / 47. ميزان الاعتدال 4 / 573. نقد الرجال / 398.</w:t>
      </w:r>
    </w:p>
    <w:p w:rsidR="00843DF1" w:rsidRPr="00CA52B4" w:rsidRDefault="00843DF1" w:rsidP="00EB70B9">
      <w:pPr>
        <w:pStyle w:val="libBold1"/>
        <w:rPr>
          <w:rtl/>
          <w:lang w:bidi="fa-IR"/>
        </w:rPr>
      </w:pPr>
      <w:r w:rsidRPr="00CA52B4">
        <w:rPr>
          <w:rtl/>
        </w:rPr>
        <w:t>1341</w:t>
      </w:r>
      <w:r>
        <w:rPr>
          <w:rtl/>
        </w:rPr>
        <w:t xml:space="preserve"> ـ </w:t>
      </w:r>
      <w:r w:rsidRPr="00CA52B4">
        <w:rPr>
          <w:rtl/>
        </w:rPr>
        <w:t>أبو مسبح بن عمرو الجهني.</w:t>
      </w:r>
    </w:p>
    <w:p w:rsidR="00843DF1" w:rsidRPr="00CA52B4" w:rsidRDefault="00843DF1" w:rsidP="00EB70B9">
      <w:pPr>
        <w:pStyle w:val="libBold1"/>
        <w:rPr>
          <w:rtl/>
          <w:lang w:bidi="fa-IR"/>
        </w:rPr>
      </w:pPr>
      <w:r w:rsidRPr="00CA52B4">
        <w:rPr>
          <w:rtl/>
        </w:rPr>
        <w:t>1342</w:t>
      </w:r>
      <w:r>
        <w:rPr>
          <w:rtl/>
        </w:rPr>
        <w:t xml:space="preserve"> ـ </w:t>
      </w:r>
      <w:r w:rsidRPr="00CA52B4">
        <w:rPr>
          <w:rtl/>
        </w:rPr>
        <w:t>سعيد بن عبد الله من بني حنظلة.</w:t>
      </w:r>
    </w:p>
    <w:p w:rsidR="00843DF1" w:rsidRPr="00CA52B4" w:rsidRDefault="00843DF1" w:rsidP="00EB70B9">
      <w:pPr>
        <w:pStyle w:val="libBold1"/>
        <w:rPr>
          <w:rtl/>
          <w:lang w:bidi="fa-IR"/>
        </w:rPr>
      </w:pPr>
      <w:r w:rsidRPr="00CA52B4">
        <w:rPr>
          <w:rtl/>
        </w:rPr>
        <w:t>1343</w:t>
      </w:r>
      <w:r>
        <w:rPr>
          <w:rtl/>
        </w:rPr>
        <w:t xml:space="preserve"> ـ </w:t>
      </w:r>
      <w:r w:rsidRPr="00CA52B4">
        <w:rPr>
          <w:rtl/>
        </w:rPr>
        <w:t>سلمة بن خذيم بن جرثومة.</w:t>
      </w:r>
    </w:p>
    <w:p w:rsidR="00843DF1" w:rsidRPr="00CA52B4" w:rsidRDefault="00843DF1" w:rsidP="00EB70B9">
      <w:pPr>
        <w:pStyle w:val="libBold1"/>
        <w:rPr>
          <w:rtl/>
          <w:lang w:bidi="fa-IR"/>
        </w:rPr>
      </w:pPr>
      <w:r w:rsidRPr="00CA52B4">
        <w:rPr>
          <w:rtl/>
        </w:rPr>
        <w:t>1344</w:t>
      </w:r>
      <w:r>
        <w:rPr>
          <w:rtl/>
        </w:rPr>
        <w:t xml:space="preserve"> ـ </w:t>
      </w:r>
      <w:r w:rsidRPr="00CA52B4">
        <w:rPr>
          <w:rtl/>
        </w:rPr>
        <w:t>صخر بن سمى.</w:t>
      </w:r>
    </w:p>
    <w:p w:rsidR="00843DF1" w:rsidRPr="00CA52B4" w:rsidRDefault="00843DF1" w:rsidP="00EB70B9">
      <w:pPr>
        <w:pStyle w:val="libBold1"/>
        <w:rPr>
          <w:rtl/>
          <w:lang w:bidi="fa-IR"/>
        </w:rPr>
      </w:pPr>
      <w:r w:rsidRPr="00CA52B4">
        <w:rPr>
          <w:rtl/>
        </w:rPr>
        <w:t>1345</w:t>
      </w:r>
      <w:r>
        <w:rPr>
          <w:rtl/>
        </w:rPr>
        <w:t xml:space="preserve"> ـ </w:t>
      </w:r>
      <w:r w:rsidRPr="00CA52B4">
        <w:rPr>
          <w:rtl/>
        </w:rPr>
        <w:t>عامر بن عريف.</w:t>
      </w:r>
    </w:p>
    <w:p w:rsidR="00843DF1" w:rsidRPr="00CA52B4" w:rsidRDefault="00843DF1" w:rsidP="00EB70B9">
      <w:pPr>
        <w:pStyle w:val="libBold1"/>
        <w:rPr>
          <w:rtl/>
          <w:lang w:bidi="fa-IR"/>
        </w:rPr>
      </w:pPr>
      <w:r w:rsidRPr="00CA52B4">
        <w:rPr>
          <w:rtl/>
        </w:rPr>
        <w:t>1346</w:t>
      </w:r>
      <w:r>
        <w:rPr>
          <w:rtl/>
        </w:rPr>
        <w:t xml:space="preserve"> ـ </w:t>
      </w:r>
      <w:r w:rsidRPr="00CA52B4">
        <w:rPr>
          <w:rtl/>
        </w:rPr>
        <w:t>عبد الله بن زهير ، عبد الله بن عمر بن كبشة.</w:t>
      </w:r>
    </w:p>
    <w:p w:rsidR="00843DF1" w:rsidRPr="00CA52B4" w:rsidRDefault="00843DF1" w:rsidP="00EB70B9">
      <w:pPr>
        <w:pStyle w:val="libBold1"/>
        <w:rPr>
          <w:rtl/>
          <w:lang w:bidi="fa-IR"/>
        </w:rPr>
      </w:pPr>
      <w:r w:rsidRPr="00CA52B4">
        <w:rPr>
          <w:rtl/>
        </w:rPr>
        <w:t>1347</w:t>
      </w:r>
      <w:r>
        <w:rPr>
          <w:rtl/>
        </w:rPr>
        <w:t xml:space="preserve"> ـ </w:t>
      </w:r>
      <w:r w:rsidRPr="00CA52B4">
        <w:rPr>
          <w:rtl/>
        </w:rPr>
        <w:t>عبد الله بن ناجذ.</w:t>
      </w:r>
    </w:p>
    <w:p w:rsidR="00843DF1" w:rsidRPr="00CA52B4" w:rsidRDefault="00843DF1" w:rsidP="00EB70B9">
      <w:pPr>
        <w:pStyle w:val="libBold1"/>
        <w:rPr>
          <w:rtl/>
          <w:lang w:bidi="fa-IR"/>
        </w:rPr>
      </w:pPr>
      <w:r w:rsidRPr="00CA52B4">
        <w:rPr>
          <w:rtl/>
        </w:rPr>
        <w:t>1348</w:t>
      </w:r>
      <w:r>
        <w:rPr>
          <w:rtl/>
        </w:rPr>
        <w:t xml:space="preserve"> ـ </w:t>
      </w:r>
      <w:r w:rsidRPr="00CA52B4">
        <w:rPr>
          <w:rtl/>
        </w:rPr>
        <w:t>عبد الله بن النزال.</w:t>
      </w:r>
    </w:p>
    <w:p w:rsidR="00843DF1" w:rsidRPr="00CA52B4" w:rsidRDefault="00843DF1" w:rsidP="00EB70B9">
      <w:pPr>
        <w:pStyle w:val="libBold1"/>
        <w:rPr>
          <w:rtl/>
          <w:lang w:bidi="fa-IR"/>
        </w:rPr>
      </w:pPr>
      <w:r w:rsidRPr="00CA52B4">
        <w:rPr>
          <w:rtl/>
        </w:rPr>
        <w:t>1349</w:t>
      </w:r>
      <w:r>
        <w:rPr>
          <w:rtl/>
        </w:rPr>
        <w:t xml:space="preserve"> ـ </w:t>
      </w:r>
      <w:r w:rsidRPr="00CA52B4">
        <w:rPr>
          <w:rtl/>
        </w:rPr>
        <w:t>عجل بن عبد الله بن ناجذ ، من بني حنظلة</w:t>
      </w:r>
    </w:p>
    <w:p w:rsidR="00843DF1" w:rsidRPr="00CA52B4" w:rsidRDefault="00843DF1" w:rsidP="00EB70B9">
      <w:pPr>
        <w:pStyle w:val="libBold1"/>
        <w:rPr>
          <w:rtl/>
          <w:lang w:bidi="fa-IR"/>
        </w:rPr>
      </w:pPr>
      <w:r w:rsidRPr="00CA52B4">
        <w:rPr>
          <w:rtl/>
        </w:rPr>
        <w:t>1350</w:t>
      </w:r>
      <w:r>
        <w:rPr>
          <w:rtl/>
        </w:rPr>
        <w:t xml:space="preserve"> ـ </w:t>
      </w:r>
      <w:r w:rsidRPr="00CA52B4">
        <w:rPr>
          <w:rtl/>
        </w:rPr>
        <w:t>علي بن عمير.</w:t>
      </w:r>
    </w:p>
    <w:p w:rsidR="00843DF1" w:rsidRPr="00CA52B4" w:rsidRDefault="00843DF1" w:rsidP="00EB70B9">
      <w:pPr>
        <w:pStyle w:val="libBold1"/>
        <w:rPr>
          <w:rtl/>
          <w:lang w:bidi="fa-IR"/>
        </w:rPr>
      </w:pPr>
      <w:r w:rsidRPr="00CA52B4">
        <w:rPr>
          <w:rtl/>
        </w:rPr>
        <w:t>1351</w:t>
      </w:r>
      <w:r>
        <w:rPr>
          <w:rtl/>
        </w:rPr>
        <w:t xml:space="preserve"> ـ </w:t>
      </w:r>
      <w:r w:rsidRPr="00CA52B4">
        <w:rPr>
          <w:rtl/>
        </w:rPr>
        <w:t>عمرو بن عريف.</w:t>
      </w:r>
    </w:p>
    <w:p w:rsidR="00843DF1" w:rsidRPr="00CA52B4" w:rsidRDefault="00843DF1" w:rsidP="00EB70B9">
      <w:pPr>
        <w:pStyle w:val="libBold1"/>
        <w:rPr>
          <w:rtl/>
          <w:lang w:bidi="fa-IR"/>
        </w:rPr>
      </w:pPr>
      <w:r>
        <w:rPr>
          <w:rtl/>
          <w:lang w:bidi="fa-IR"/>
        </w:rPr>
        <w:br w:type="page"/>
      </w:r>
      <w:r w:rsidRPr="00CA52B4">
        <w:rPr>
          <w:rtl/>
        </w:rPr>
        <w:lastRenderedPageBreak/>
        <w:t>1352</w:t>
      </w:r>
      <w:r>
        <w:rPr>
          <w:rtl/>
        </w:rPr>
        <w:t xml:space="preserve"> ـ </w:t>
      </w:r>
      <w:r w:rsidRPr="00CA52B4">
        <w:rPr>
          <w:rtl/>
        </w:rPr>
        <w:t xml:space="preserve">مخارق </w:t>
      </w:r>
      <w:r>
        <w:rPr>
          <w:rtl/>
        </w:rPr>
        <w:t>(</w:t>
      </w:r>
      <w:r w:rsidRPr="00CA52B4">
        <w:rPr>
          <w:rtl/>
        </w:rPr>
        <w:t>مولى عبد الله بن النزال</w:t>
      </w:r>
      <w:r>
        <w:rPr>
          <w:rtl/>
        </w:rPr>
        <w:t>).</w:t>
      </w:r>
    </w:p>
    <w:p w:rsidR="00843DF1" w:rsidRPr="00CA52B4" w:rsidRDefault="00843DF1" w:rsidP="00EB70B9">
      <w:pPr>
        <w:pStyle w:val="libBold1"/>
        <w:rPr>
          <w:rtl/>
          <w:lang w:bidi="fa-IR"/>
        </w:rPr>
      </w:pPr>
      <w:r w:rsidRPr="00CA52B4">
        <w:rPr>
          <w:rtl/>
        </w:rPr>
        <w:t>1353</w:t>
      </w:r>
      <w:r>
        <w:rPr>
          <w:rtl/>
        </w:rPr>
        <w:t xml:space="preserve"> ـ </w:t>
      </w:r>
      <w:r w:rsidRPr="00CA52B4">
        <w:rPr>
          <w:rtl/>
        </w:rPr>
        <w:t>مسروق بن الهيثم بن سلمة.</w:t>
      </w:r>
    </w:p>
    <w:p w:rsidR="00843DF1" w:rsidRPr="00CA52B4" w:rsidRDefault="00843DF1" w:rsidP="00347E77">
      <w:pPr>
        <w:pStyle w:val="libNormal"/>
        <w:rPr>
          <w:rtl/>
          <w:lang w:bidi="fa-IR"/>
        </w:rPr>
      </w:pPr>
      <w:r w:rsidRPr="00CA52B4">
        <w:rPr>
          <w:rtl/>
          <w:lang w:bidi="fa-IR"/>
        </w:rPr>
        <w:t>فوارس ، وكلهم من بني نهد بن زيد ، اشتركوا في حرب صفين وقاتلوا أهل الشام ، وأخذوا الراية بعد الآخر وقتلوا جميعا.</w:t>
      </w:r>
    </w:p>
    <w:p w:rsidR="00843DF1" w:rsidRPr="00CA52B4" w:rsidRDefault="00843DF1" w:rsidP="00B10281">
      <w:pPr>
        <w:pStyle w:val="libVar"/>
        <w:rPr>
          <w:rtl/>
          <w:lang w:bidi="fa-IR"/>
        </w:rPr>
      </w:pPr>
      <w:r w:rsidRPr="00CA52B4">
        <w:rPr>
          <w:rtl/>
          <w:lang w:bidi="fa-IR"/>
        </w:rPr>
        <w:t>تاريخ الطبري 6 / 15. شرح ابن أبي الحديد 5 / 208. الكامل في التأريخ 3 / 303. وقعة صفين / 261</w:t>
      </w:r>
      <w:r>
        <w:rPr>
          <w:rtl/>
          <w:lang w:bidi="fa-IR"/>
        </w:rPr>
        <w:t xml:space="preserve"> ـ </w:t>
      </w:r>
      <w:r w:rsidRPr="00CA52B4">
        <w:rPr>
          <w:rtl/>
          <w:lang w:bidi="fa-IR"/>
        </w:rPr>
        <w:t>262.</w:t>
      </w:r>
    </w:p>
    <w:p w:rsidR="00843DF1" w:rsidRPr="00CA52B4" w:rsidRDefault="00843DF1" w:rsidP="00EB70B9">
      <w:pPr>
        <w:pStyle w:val="libBold1"/>
        <w:rPr>
          <w:rtl/>
          <w:lang w:bidi="fa-IR"/>
        </w:rPr>
      </w:pPr>
      <w:r w:rsidRPr="00CA52B4">
        <w:rPr>
          <w:rtl/>
        </w:rPr>
        <w:t>1354</w:t>
      </w:r>
      <w:r>
        <w:rPr>
          <w:rtl/>
        </w:rPr>
        <w:t xml:space="preserve"> ـ </w:t>
      </w:r>
      <w:r w:rsidRPr="00CA52B4">
        <w:rPr>
          <w:rtl/>
        </w:rPr>
        <w:t>أبو مسعود الأنصاري الزرقي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يقال : إنّ اسمه عقبة بن عمرو. وقيل إنّهما اثنين.</w:t>
      </w:r>
      <w:r>
        <w:rPr>
          <w:rFonts w:hint="cs"/>
          <w:rtl/>
          <w:lang w:bidi="fa-IR"/>
        </w:rPr>
        <w:t xml:space="preserve"> </w:t>
      </w:r>
      <w:r w:rsidRPr="00CA52B4">
        <w:rPr>
          <w:rtl/>
          <w:lang w:bidi="fa-IR"/>
        </w:rPr>
        <w:t xml:space="preserve">وقد ذكر في المراجع في موضعين ، وأنّ أبا مسعود هذا كان من المنحرفين عن أمير المؤمنين </w:t>
      </w:r>
      <w:r>
        <w:rPr>
          <w:rtl/>
          <w:lang w:bidi="fa-IR"/>
        </w:rPr>
        <w:t>(</w:t>
      </w:r>
      <w:r w:rsidRPr="00CA52B4">
        <w:rPr>
          <w:rtl/>
          <w:lang w:bidi="fa-IR"/>
        </w:rPr>
        <w:t>عليه السلام</w:t>
      </w:r>
      <w:r>
        <w:rPr>
          <w:rtl/>
          <w:lang w:bidi="fa-IR"/>
        </w:rPr>
        <w:t>)</w:t>
      </w:r>
      <w:r w:rsidRPr="00CA52B4">
        <w:rPr>
          <w:rtl/>
          <w:lang w:bidi="fa-IR"/>
        </w:rPr>
        <w:t xml:space="preserve"> والرادين عليه. أما عقبة بن عمرو فكان عكس ذلك.</w:t>
      </w:r>
    </w:p>
    <w:p w:rsidR="00843DF1" w:rsidRPr="00CA52B4" w:rsidRDefault="00843DF1" w:rsidP="00B10281">
      <w:pPr>
        <w:pStyle w:val="libVar"/>
        <w:rPr>
          <w:rtl/>
          <w:lang w:bidi="fa-IR"/>
        </w:rPr>
      </w:pPr>
      <w:r w:rsidRPr="00CA52B4">
        <w:rPr>
          <w:rtl/>
          <w:lang w:bidi="fa-IR"/>
        </w:rPr>
        <w:t xml:space="preserve">إتقان المقال / 312. أخبار الطوال / 165. أسد الغابة 5 / 296. الإصابة 4 / 193. تقريب التهذيب 2 / 472. تنقيح المقال 3 / 35. تهذيب التهذيب 12 / 234. جامع الرواة 2 / 417. رجال الشيخ الطوسي / 63. شرح ابن أبي الحديد 4 / 76 </w:t>
      </w:r>
      <w:r>
        <w:rPr>
          <w:rtl/>
          <w:lang w:bidi="fa-IR"/>
        </w:rPr>
        <w:t>و 1</w:t>
      </w:r>
      <w:r w:rsidRPr="00CA52B4">
        <w:rPr>
          <w:rtl/>
          <w:lang w:bidi="fa-IR"/>
        </w:rPr>
        <w:t xml:space="preserve">5 / 26. الطبقات الكبرى 5 / 208 </w:t>
      </w:r>
      <w:r>
        <w:rPr>
          <w:rtl/>
          <w:lang w:bidi="fa-IR"/>
        </w:rPr>
        <w:t>و 6</w:t>
      </w:r>
      <w:r w:rsidRPr="00CA52B4">
        <w:rPr>
          <w:rtl/>
          <w:lang w:bidi="fa-IR"/>
        </w:rPr>
        <w:t xml:space="preserve"> / 85 ، 104 ، 117 ، 118 ، 128 ، 181 ، 213. قاموس الرجال 10 / 187. الكامل في التاريخ 3 / 150 ، 350 ، 382.</w:t>
      </w:r>
      <w:r>
        <w:rPr>
          <w:rFonts w:hint="cs"/>
          <w:rtl/>
          <w:lang w:bidi="fa-IR"/>
        </w:rPr>
        <w:t xml:space="preserve"> </w:t>
      </w:r>
      <w:r w:rsidRPr="00CA52B4">
        <w:rPr>
          <w:rtl/>
          <w:lang w:bidi="fa-IR"/>
        </w:rPr>
        <w:t>مجمع الرجال 7 / 98. معجم رجال الحديث 22 / 51. منتهى المقال / 352. وقعة صفّين / 448. وفيات الأعيان 2 / 379.</w:t>
      </w:r>
    </w:p>
    <w:p w:rsidR="00843DF1" w:rsidRPr="00CA52B4" w:rsidRDefault="00843DF1" w:rsidP="00EB70B9">
      <w:pPr>
        <w:pStyle w:val="libBold1"/>
        <w:rPr>
          <w:rtl/>
          <w:lang w:bidi="fa-IR"/>
        </w:rPr>
      </w:pPr>
      <w:r w:rsidRPr="00CA52B4">
        <w:rPr>
          <w:rtl/>
        </w:rPr>
        <w:t>1355</w:t>
      </w:r>
      <w:r>
        <w:rPr>
          <w:rtl/>
        </w:rPr>
        <w:t xml:space="preserve"> ـ </w:t>
      </w:r>
      <w:r w:rsidRPr="00CA52B4">
        <w:rPr>
          <w:rtl/>
        </w:rPr>
        <w:t>أبو مطر البصري الجهني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روى عنه مختار التمار. كوفي تابعيّ ، له أحاديث في باب فضل الكوفة. وكان يسكن مدينة الكوفة.</w:t>
      </w:r>
    </w:p>
    <w:p w:rsidR="00843DF1" w:rsidRPr="00CA52B4" w:rsidRDefault="00843DF1" w:rsidP="00B10281">
      <w:pPr>
        <w:pStyle w:val="libVar"/>
        <w:rPr>
          <w:rtl/>
          <w:lang w:bidi="fa-IR"/>
        </w:rPr>
      </w:pPr>
      <w:r w:rsidRPr="00CA52B4">
        <w:rPr>
          <w:rtl/>
          <w:lang w:bidi="fa-IR"/>
        </w:rPr>
        <w:t xml:space="preserve">أعيان الشيعة 70 / 141. تنقيح المقال 3 / 34 باب الكنى. تعجيل المنفعة / 520. جامع الرواة 2 / 418. الجرح والتعديل 9 / 445. الغارات 1 / 105 </w:t>
      </w:r>
      <w:r>
        <w:rPr>
          <w:rtl/>
          <w:lang w:bidi="fa-IR"/>
        </w:rPr>
        <w:t>و 2</w:t>
      </w:r>
      <w:r w:rsidRPr="00CA52B4">
        <w:rPr>
          <w:rtl/>
          <w:lang w:bidi="fa-IR"/>
        </w:rPr>
        <w:t xml:space="preserve"> / 713 ، 847. لسان الميزان 7 / 107. معجم رجال الحديث 22 / 52.</w:t>
      </w:r>
    </w:p>
    <w:p w:rsidR="00843DF1" w:rsidRPr="00CA52B4" w:rsidRDefault="00843DF1" w:rsidP="00EB70B9">
      <w:pPr>
        <w:pStyle w:val="libBold1"/>
        <w:rPr>
          <w:rtl/>
          <w:lang w:bidi="fa-IR"/>
        </w:rPr>
      </w:pPr>
      <w:r w:rsidRPr="00CA52B4">
        <w:rPr>
          <w:rtl/>
        </w:rPr>
        <w:t>1356</w:t>
      </w:r>
      <w:r>
        <w:rPr>
          <w:rtl/>
        </w:rPr>
        <w:t xml:space="preserve"> ـ </w:t>
      </w:r>
      <w:r w:rsidRPr="00CA52B4">
        <w:rPr>
          <w:rtl/>
        </w:rPr>
        <w:t>أبو المنذر الجهني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صحابي. روى عنه جمع من الرواة ، وأخذ عن رسول الله </w:t>
      </w:r>
      <w:r>
        <w:rPr>
          <w:rtl/>
          <w:lang w:bidi="fa-IR"/>
        </w:rPr>
        <w:t>(</w:t>
      </w:r>
      <w:r w:rsidRPr="00CA52B4">
        <w:rPr>
          <w:rtl/>
          <w:lang w:bidi="fa-IR"/>
        </w:rPr>
        <w:t>صلّى الله عليه وآله وسلّم</w:t>
      </w:r>
      <w:r>
        <w:rPr>
          <w:rtl/>
          <w:lang w:bidi="fa-IR"/>
        </w:rPr>
        <w:t>)</w:t>
      </w:r>
    </w:p>
    <w:p w:rsidR="00843DF1" w:rsidRPr="00CA52B4" w:rsidRDefault="00843DF1" w:rsidP="00B10281">
      <w:pPr>
        <w:pStyle w:val="libNormal0"/>
        <w:rPr>
          <w:rtl/>
          <w:lang w:bidi="fa-IR"/>
        </w:rPr>
      </w:pPr>
      <w:r>
        <w:rPr>
          <w:rtl/>
          <w:lang w:bidi="fa-IR"/>
        </w:rPr>
        <w:br w:type="page"/>
      </w:r>
      <w:r w:rsidRPr="00CA52B4">
        <w:rPr>
          <w:rtl/>
          <w:lang w:bidi="fa-IR"/>
        </w:rPr>
        <w:lastRenderedPageBreak/>
        <w:t>أيضا. قال قلت : يا نبيّ الله علّمني أفضل الكلام ، قال : «يا أبا المنذر ، قل : لا إله إلا الله وحده لا شريك له ، له الملك وله الحمد ، يحيي ويميت بيده الخير وهو على كل شيء قدير. مائة مرة في كل يوم ، فإذا أنت أفضل الناس عملا إلا من قال مثل ما قلت ، وأكثر من : سبحان الله ، والحمد لله ، ولا إله إلا الله ، والله أكبر ولا حول ولا قوة إلا بالله. ولا تنسينّ الاستغفار في صلاتك فإنّها ممحاة للخطايا برحمة الله عز وجل.</w:t>
      </w:r>
    </w:p>
    <w:p w:rsidR="00843DF1" w:rsidRPr="00CA52B4" w:rsidRDefault="00843DF1" w:rsidP="00B10281">
      <w:pPr>
        <w:pStyle w:val="libVar"/>
        <w:rPr>
          <w:rtl/>
          <w:lang w:bidi="fa-IR"/>
        </w:rPr>
      </w:pPr>
      <w:r w:rsidRPr="00CA52B4">
        <w:rPr>
          <w:rtl/>
          <w:lang w:bidi="fa-IR"/>
        </w:rPr>
        <w:t>أسد الغابة 5 / 306. الإصابة 4 / 185. أعيان الشيعة 2 / 435. جامع الرواة 2 / 419. رجال الشيخ الطوسي / 64. مجمع الرجال 7 / 100. معجم رجال الحديث 22 / 58.</w:t>
      </w:r>
    </w:p>
    <w:p w:rsidR="00843DF1" w:rsidRPr="00CA52B4" w:rsidRDefault="00843DF1" w:rsidP="00EB70B9">
      <w:pPr>
        <w:pStyle w:val="libBold1"/>
        <w:rPr>
          <w:rtl/>
          <w:lang w:bidi="fa-IR"/>
        </w:rPr>
      </w:pPr>
      <w:r w:rsidRPr="00CA52B4">
        <w:rPr>
          <w:rtl/>
        </w:rPr>
        <w:t>1357</w:t>
      </w:r>
      <w:r>
        <w:rPr>
          <w:rtl/>
        </w:rPr>
        <w:t xml:space="preserve"> ـ </w:t>
      </w:r>
      <w:r w:rsidRPr="00CA52B4">
        <w:rPr>
          <w:rtl/>
        </w:rPr>
        <w:t>أبو المؤمن الوائلي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محدّث. حضر النهروان لقتال الخوارج وقاتل. وروى عنه سويد بن عبيد العجلي حديث الحرورية ، وقال : فرأيت عليّا حين جاءوا به خرّ ساجدا ، وقال : قتلاكم في الجنة وقتلاهم في النار.</w:t>
      </w:r>
    </w:p>
    <w:p w:rsidR="00843DF1" w:rsidRPr="00CA52B4" w:rsidRDefault="00843DF1" w:rsidP="00B10281">
      <w:pPr>
        <w:pStyle w:val="libVar"/>
        <w:rPr>
          <w:rtl/>
          <w:lang w:bidi="fa-IR"/>
        </w:rPr>
      </w:pPr>
      <w:r w:rsidRPr="00CA52B4">
        <w:rPr>
          <w:rtl/>
          <w:lang w:bidi="fa-IR"/>
        </w:rPr>
        <w:t>أعيان الشيعة 7 / 111 ، 153. تاريخ بغداد 14 / 362. تهذيب التهذيب 12 / 252. الجرح والتعديل 9 / 444. قاموس الرجال 10 / 198. لسان الميزان 7 / 486. المشتبه 2 / 658. ميزان الاعتدال 4 / 579.</w:t>
      </w:r>
    </w:p>
    <w:p w:rsidR="00843DF1" w:rsidRPr="00CA52B4" w:rsidRDefault="00843DF1" w:rsidP="00EB70B9">
      <w:pPr>
        <w:pStyle w:val="libBold1"/>
        <w:rPr>
          <w:rtl/>
          <w:lang w:bidi="fa-IR"/>
        </w:rPr>
      </w:pPr>
      <w:r w:rsidRPr="00CA52B4">
        <w:rPr>
          <w:rtl/>
        </w:rPr>
        <w:t>1358</w:t>
      </w:r>
      <w:r>
        <w:rPr>
          <w:rtl/>
        </w:rPr>
        <w:t xml:space="preserve"> ـ </w:t>
      </w:r>
      <w:r w:rsidRPr="00CA52B4">
        <w:rPr>
          <w:rtl/>
        </w:rPr>
        <w:t>أبو الموال</w:t>
      </w:r>
      <w:r>
        <w:rPr>
          <w:rtl/>
        </w:rPr>
        <w:t xml:space="preserve"> ....</w:t>
      </w:r>
      <w:r w:rsidRPr="00CA52B4">
        <w:rPr>
          <w:rtl/>
        </w:rPr>
        <w:t xml:space="preserve"> أبو الموالي المدني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 سمع منه يحيى بن قيس. قال ابن أبي حاتم الرازي : روى عن عليّ بن أبي طالب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الجرح والتعديل 9 / 447. لسان الميزان 7 / 112. ميزان الاعتدال 4 / 578.</w:t>
      </w:r>
    </w:p>
    <w:p w:rsidR="00843DF1" w:rsidRPr="00CA52B4" w:rsidRDefault="00843DF1" w:rsidP="00EB70B9">
      <w:pPr>
        <w:pStyle w:val="libBold1"/>
        <w:rPr>
          <w:rtl/>
          <w:lang w:bidi="fa-IR"/>
        </w:rPr>
      </w:pPr>
      <w:r w:rsidRPr="00CA52B4">
        <w:rPr>
          <w:rtl/>
        </w:rPr>
        <w:t>1359</w:t>
      </w:r>
      <w:r>
        <w:rPr>
          <w:rtl/>
        </w:rPr>
        <w:t xml:space="preserve"> ـ </w:t>
      </w:r>
      <w:r w:rsidRPr="00CA52B4">
        <w:rPr>
          <w:rtl/>
        </w:rPr>
        <w:t>أبو المورع</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 عليّ بن أبي طالب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لسان الميزان 7 / 112. ميزان الاعتدال 4 / 578.</w:t>
      </w:r>
    </w:p>
    <w:p w:rsidR="00843DF1" w:rsidRPr="00CA52B4" w:rsidRDefault="00843DF1" w:rsidP="00EB70B9">
      <w:pPr>
        <w:pStyle w:val="libBold1"/>
        <w:rPr>
          <w:rtl/>
          <w:lang w:bidi="fa-IR"/>
        </w:rPr>
      </w:pPr>
      <w:r w:rsidRPr="00CA52B4">
        <w:rPr>
          <w:rtl/>
        </w:rPr>
        <w:t>1360</w:t>
      </w:r>
      <w:r>
        <w:rPr>
          <w:rtl/>
        </w:rPr>
        <w:t xml:space="preserve"> ـ </w:t>
      </w:r>
      <w:r w:rsidRPr="00CA52B4">
        <w:rPr>
          <w:rtl/>
        </w:rPr>
        <w:t>أبو موسى الهمداني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روى عنه رمح ، وحدّث عنه عليّ </w:t>
      </w:r>
      <w:r>
        <w:rPr>
          <w:rtl/>
          <w:lang w:bidi="fa-IR"/>
        </w:rPr>
        <w:t>(</w:t>
      </w:r>
      <w:r w:rsidRPr="00CA52B4">
        <w:rPr>
          <w:rtl/>
          <w:lang w:bidi="fa-IR"/>
        </w:rPr>
        <w:t>عليه السلام</w:t>
      </w:r>
      <w:r>
        <w:rPr>
          <w:rtl/>
          <w:lang w:bidi="fa-IR"/>
        </w:rPr>
        <w:t>)</w:t>
      </w:r>
      <w:r w:rsidRPr="00CA52B4">
        <w:rPr>
          <w:rtl/>
          <w:lang w:bidi="fa-IR"/>
        </w:rPr>
        <w:t xml:space="preserve"> ، قصة ذي</w:t>
      </w:r>
    </w:p>
    <w:p w:rsidR="00843DF1" w:rsidRPr="00CA52B4" w:rsidRDefault="00843DF1" w:rsidP="00B10281">
      <w:pPr>
        <w:pStyle w:val="libNormal0"/>
        <w:rPr>
          <w:rtl/>
          <w:lang w:bidi="fa-IR"/>
        </w:rPr>
      </w:pPr>
      <w:r>
        <w:rPr>
          <w:rtl/>
          <w:lang w:bidi="fa-IR"/>
        </w:rPr>
        <w:br w:type="page"/>
      </w:r>
      <w:r w:rsidRPr="00CA52B4">
        <w:rPr>
          <w:rtl/>
          <w:lang w:bidi="fa-IR"/>
        </w:rPr>
        <w:lastRenderedPageBreak/>
        <w:t>الثدية. قال البخاري في التأريخ الأوسط : اسمه عبد الله ، روى عنه ، ثابت بن الحجاج.</w:t>
      </w:r>
    </w:p>
    <w:p w:rsidR="00843DF1" w:rsidRPr="00CA52B4" w:rsidRDefault="00843DF1" w:rsidP="00B10281">
      <w:pPr>
        <w:pStyle w:val="libVar"/>
        <w:rPr>
          <w:rtl/>
          <w:lang w:bidi="fa-IR"/>
        </w:rPr>
      </w:pPr>
      <w:r w:rsidRPr="00CA52B4">
        <w:rPr>
          <w:rtl/>
          <w:lang w:bidi="fa-IR"/>
        </w:rPr>
        <w:t>الجرح والتعديل 9 / 439. لسان الميزان 7 / 112. ميزان الاعتدال 4 / 578.</w:t>
      </w:r>
    </w:p>
    <w:p w:rsidR="00843DF1" w:rsidRPr="00CA52B4" w:rsidRDefault="00843DF1" w:rsidP="00EB70B9">
      <w:pPr>
        <w:pStyle w:val="libBold1"/>
        <w:rPr>
          <w:rtl/>
          <w:lang w:bidi="fa-IR"/>
        </w:rPr>
      </w:pPr>
      <w:r w:rsidRPr="00CA52B4">
        <w:rPr>
          <w:rtl/>
        </w:rPr>
        <w:t>1361</w:t>
      </w:r>
      <w:r>
        <w:rPr>
          <w:rtl/>
        </w:rPr>
        <w:t xml:space="preserve"> ـ </w:t>
      </w:r>
      <w:r w:rsidRPr="00CA52B4">
        <w:rPr>
          <w:rtl/>
        </w:rPr>
        <w:t>أبو نصر</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الرواة. روى عنه ابنه عبد الرحمن. له في باب الحج حديث في القارن يسعى سعيين لا يدري من هو. رواه الدار قطني في سننه.</w:t>
      </w:r>
    </w:p>
    <w:p w:rsidR="00843DF1" w:rsidRPr="00CA52B4" w:rsidRDefault="00843DF1" w:rsidP="00B10281">
      <w:pPr>
        <w:pStyle w:val="libVar"/>
        <w:rPr>
          <w:rtl/>
          <w:lang w:bidi="fa-IR"/>
        </w:rPr>
      </w:pPr>
      <w:r w:rsidRPr="00CA52B4">
        <w:rPr>
          <w:rtl/>
          <w:lang w:bidi="fa-IR"/>
        </w:rPr>
        <w:t>لسان الميزان 3 / 440. ميزان الاعتدال 2 / 594.</w:t>
      </w:r>
    </w:p>
    <w:p w:rsidR="00843DF1" w:rsidRPr="00CA52B4" w:rsidRDefault="00843DF1" w:rsidP="00EB70B9">
      <w:pPr>
        <w:pStyle w:val="libBold1"/>
        <w:rPr>
          <w:rtl/>
          <w:lang w:bidi="fa-IR"/>
        </w:rPr>
      </w:pPr>
      <w:r w:rsidRPr="00CA52B4">
        <w:rPr>
          <w:rtl/>
        </w:rPr>
        <w:t>1362</w:t>
      </w:r>
      <w:r>
        <w:rPr>
          <w:rtl/>
        </w:rPr>
        <w:t xml:space="preserve"> ـ </w:t>
      </w:r>
      <w:r w:rsidRPr="00CA52B4">
        <w:rPr>
          <w:rtl/>
        </w:rPr>
        <w:t>أبو نصر بن عمرو السلمي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سمع منه مالك بن الحارث. وأبو نصر من الذين رووا عن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تعجيل المنفعة / 523. الجرح والتعديل 9 / 448. ميزان الاعتدال 4 / 579.</w:t>
      </w:r>
    </w:p>
    <w:p w:rsidR="00843DF1" w:rsidRPr="00CA52B4" w:rsidRDefault="00843DF1" w:rsidP="00EB70B9">
      <w:pPr>
        <w:pStyle w:val="libBold1"/>
        <w:rPr>
          <w:rtl/>
          <w:lang w:bidi="fa-IR"/>
        </w:rPr>
      </w:pPr>
      <w:r w:rsidRPr="00CA52B4">
        <w:rPr>
          <w:rtl/>
        </w:rPr>
        <w:t>1363</w:t>
      </w:r>
      <w:r>
        <w:rPr>
          <w:rtl/>
        </w:rPr>
        <w:t xml:space="preserve"> ـ </w:t>
      </w:r>
      <w:r w:rsidRPr="00CA52B4">
        <w:rPr>
          <w:rtl/>
        </w:rPr>
        <w:t>أبو نوح الكلاعي الحميري</w:t>
      </w:r>
      <w:r>
        <w:rPr>
          <w:rtl/>
        </w:rPr>
        <w:t xml:space="preserve"> ..</w:t>
      </w:r>
      <w:r w:rsidRPr="00CA52B4">
        <w:rPr>
          <w:rtl/>
        </w:rPr>
        <w:t>. قتل 37 ه‍</w:t>
      </w:r>
      <w:r>
        <w:rPr>
          <w:rtl/>
        </w:rPr>
        <w:t>.</w:t>
      </w:r>
    </w:p>
    <w:p w:rsidR="00843DF1" w:rsidRPr="00CA52B4" w:rsidRDefault="00843DF1" w:rsidP="00347E77">
      <w:pPr>
        <w:pStyle w:val="libNormal"/>
        <w:rPr>
          <w:rtl/>
          <w:lang w:bidi="fa-IR"/>
        </w:rPr>
      </w:pPr>
      <w:r w:rsidRPr="00CA52B4">
        <w:rPr>
          <w:rtl/>
          <w:lang w:bidi="fa-IR"/>
        </w:rPr>
        <w:t>فارس ، شجاع من المخلصين في الولاء والمحبة ، شهد حرب الجمل ، وصفين وقتل بها</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 xml:space="preserve">وهنا قصة تأريخية ينقلها لنا أرباب المعاجم ، نقلا عن </w:t>
      </w:r>
      <w:r>
        <w:rPr>
          <w:rtl/>
          <w:lang w:bidi="fa-IR"/>
        </w:rPr>
        <w:t>(</w:t>
      </w:r>
      <w:r w:rsidRPr="00CA52B4">
        <w:rPr>
          <w:rtl/>
          <w:lang w:bidi="fa-IR"/>
        </w:rPr>
        <w:t>أبو نوح</w:t>
      </w:r>
      <w:r>
        <w:rPr>
          <w:rtl/>
          <w:lang w:bidi="fa-IR"/>
        </w:rPr>
        <w:t>)</w:t>
      </w:r>
      <w:r w:rsidRPr="00CA52B4">
        <w:rPr>
          <w:rtl/>
          <w:lang w:bidi="fa-IR"/>
        </w:rPr>
        <w:t xml:space="preserve"> أثبتها لأهميتها هنا ، وهي : قال أبو نوح : كنت في خيل عليّ </w:t>
      </w:r>
      <w:r>
        <w:rPr>
          <w:rtl/>
          <w:lang w:bidi="fa-IR"/>
        </w:rPr>
        <w:t>(</w:t>
      </w:r>
      <w:r w:rsidRPr="00CA52B4">
        <w:rPr>
          <w:rtl/>
          <w:lang w:bidi="fa-IR"/>
        </w:rPr>
        <w:t>عليه السلام</w:t>
      </w:r>
      <w:r>
        <w:rPr>
          <w:rtl/>
          <w:lang w:bidi="fa-IR"/>
        </w:rPr>
        <w:t>)</w:t>
      </w:r>
      <w:r w:rsidRPr="00CA52B4">
        <w:rPr>
          <w:rtl/>
          <w:lang w:bidi="fa-IR"/>
        </w:rPr>
        <w:t xml:space="preserve"> يوم صفين ، وهو واقف بين جماعة من همدان ، وحمير ، وغيرهم من أفناء قحطان ، وإذا أنا برجل من أهل الشام ، يقول : من دلّ علي الحميري أبو نوح ، فقلنا هذا الحميري ، فأيهم تريد</w:t>
      </w:r>
      <w:r>
        <w:rPr>
          <w:rtl/>
          <w:lang w:bidi="fa-IR"/>
        </w:rPr>
        <w:t>؟</w:t>
      </w:r>
      <w:r w:rsidRPr="00CA52B4">
        <w:rPr>
          <w:rtl/>
          <w:lang w:bidi="fa-IR"/>
        </w:rPr>
        <w:t xml:space="preserve"> قال : أريد الكلاعي أبو نوح ، قال قلت : قد وجدته فمن أنت</w:t>
      </w:r>
      <w:r>
        <w:rPr>
          <w:rtl/>
          <w:lang w:bidi="fa-IR"/>
        </w:rPr>
        <w:t>؟</w:t>
      </w:r>
      <w:r w:rsidRPr="00CA52B4">
        <w:rPr>
          <w:rtl/>
          <w:lang w:bidi="fa-IR"/>
        </w:rPr>
        <w:t xml:space="preserve"> قال : أنا ذو الكلاع ، سر إلي ، فقلت له : معاذ الله أن أسير إليك إلا في كتيبة ، قال ذو الكلاع : بلى فسر فلك ذمة الله ، وذمة رسوله ، وذمة ذي الكلاع ، حتّى ترجع إلى خيلك ، فإنّما أريد أن أسألك عن أمر فيكم تمادينا فيه ، فسر دون خيلك حتّى أسير إليك ، فسار أبو نوح ، وسار ذو الكلاع حتّى التقيا ، فقال ذو الكلاع : إنّما دعوتك</w:t>
      </w:r>
    </w:p>
    <w:p w:rsidR="00843DF1" w:rsidRPr="00CA52B4" w:rsidRDefault="00843DF1" w:rsidP="00B10281">
      <w:pPr>
        <w:pStyle w:val="libNormal0"/>
        <w:rPr>
          <w:rtl/>
          <w:lang w:bidi="fa-IR"/>
        </w:rPr>
      </w:pPr>
      <w:r>
        <w:rPr>
          <w:rtl/>
          <w:lang w:bidi="fa-IR"/>
        </w:rPr>
        <w:br w:type="page"/>
      </w:r>
      <w:r w:rsidRPr="00CA52B4">
        <w:rPr>
          <w:rtl/>
          <w:lang w:bidi="fa-IR"/>
        </w:rPr>
        <w:lastRenderedPageBreak/>
        <w:t>أحدثك حديثا حدثناه عمرو بن العاص ، قديما في إمارة عمر بن الخطاب ، قال أبو نوح : وما هو</w:t>
      </w:r>
      <w:r>
        <w:rPr>
          <w:rtl/>
          <w:lang w:bidi="fa-IR"/>
        </w:rPr>
        <w:t>؟</w:t>
      </w:r>
    </w:p>
    <w:p w:rsidR="00843DF1" w:rsidRPr="00CA52B4" w:rsidRDefault="00843DF1" w:rsidP="00347E77">
      <w:pPr>
        <w:pStyle w:val="libNormal"/>
        <w:rPr>
          <w:rtl/>
          <w:lang w:bidi="fa-IR"/>
        </w:rPr>
      </w:pPr>
      <w:r w:rsidRPr="00CA52B4">
        <w:rPr>
          <w:rtl/>
          <w:lang w:bidi="fa-IR"/>
        </w:rPr>
        <w:t xml:space="preserve">قال ذو الكلاع : حدثنا عمرو بن العاص ، أنّ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قال :</w:t>
      </w:r>
      <w:r>
        <w:rPr>
          <w:rFonts w:hint="cs"/>
          <w:rtl/>
          <w:lang w:bidi="fa-IR"/>
        </w:rPr>
        <w:t xml:space="preserve"> </w:t>
      </w:r>
      <w:r w:rsidRPr="00CA52B4">
        <w:rPr>
          <w:rtl/>
          <w:lang w:bidi="fa-IR"/>
        </w:rPr>
        <w:t>يلتقي أهل الشام ، وأهل العراق ، وفي إحدى الكتيبتين الحق ، وإمام الهدى ، ومعه عمار بن ياسر</w:t>
      </w:r>
      <w:r>
        <w:rPr>
          <w:rtl/>
          <w:lang w:bidi="fa-IR"/>
        </w:rPr>
        <w:t xml:space="preserve"> ..</w:t>
      </w:r>
      <w:r w:rsidRPr="00CA52B4">
        <w:rPr>
          <w:rtl/>
          <w:lang w:bidi="fa-IR"/>
        </w:rPr>
        <w:t>. قال أبو نوح : لعمر الله إنّه لفينا قال :</w:t>
      </w:r>
      <w:r>
        <w:rPr>
          <w:rFonts w:hint="cs"/>
          <w:rtl/>
          <w:lang w:bidi="fa-IR"/>
        </w:rPr>
        <w:t xml:space="preserve"> </w:t>
      </w:r>
      <w:r>
        <w:rPr>
          <w:rtl/>
          <w:lang w:bidi="fa-IR"/>
        </w:rPr>
        <w:t>أ</w:t>
      </w:r>
      <w:r w:rsidRPr="00CA52B4">
        <w:rPr>
          <w:rtl/>
          <w:lang w:bidi="fa-IR"/>
        </w:rPr>
        <w:t>جادّ هو في قتالنا</w:t>
      </w:r>
      <w:r>
        <w:rPr>
          <w:rtl/>
          <w:lang w:bidi="fa-IR"/>
        </w:rPr>
        <w:t>؟</w:t>
      </w:r>
      <w:r w:rsidRPr="00CA52B4">
        <w:rPr>
          <w:rtl/>
          <w:lang w:bidi="fa-IR"/>
        </w:rPr>
        <w:t xml:space="preserve"> قال : نعم وربّ الكعبة ، لهو أشدّ على قتالكم منّي ، ولوددت أنّكم خلق واحد فذبحته وبدأت بك قبلهم ، وأنت ابن عمي. قال ذو الكلاع : ويلك علام تتمنّى ذلك منّي ، والله ما قطعتك فيما بيني وبينك ، وإنّ رحمك لقريبة ، وما يسرني أنّي أقتلك ، قال أبو نوح : إنّ الله قطع بالإسلام أرحاما قريبة ، ووصل به أرحاما متباعدة ، وإنّي لقاتلك أنت وأصحابك ، ونحن على الحق وأنتم على الباطل مقيمون مع أئمة الكفر ورءوس الأحزاب. فقال له ذو الكلاع : فهل تستطيع أن تأتي معي في صف أهل الشام ، فأنا جار لك منهم ألا تقتل ولا تسلب ، ولا تكره على بيعة ، ولا تحبس عن جندك وإنما هي كلمة تبلغها عمرو بن العاص ، لعل الله أن يصلح بذلك بين هذين الجندين ، ويضع الحرب والسلاح ، فقال أبو نوح :</w:t>
      </w:r>
      <w:r>
        <w:rPr>
          <w:rFonts w:hint="cs"/>
          <w:rtl/>
          <w:lang w:bidi="fa-IR"/>
        </w:rPr>
        <w:t xml:space="preserve"> </w:t>
      </w:r>
      <w:r w:rsidRPr="00CA52B4">
        <w:rPr>
          <w:rtl/>
          <w:lang w:bidi="fa-IR"/>
        </w:rPr>
        <w:t>إنّي أخاف غدراتك ، وغدرات أصحابك. فقال له ذو الكلاع : أنا لك بما قلت زعيم. فقال أبو نوح : اللهم إنك ترى ما أعطاني ذو الكلاع ، وأنت تعلم ما في نفسي ، فاعصمني ، واختر لي ، وانصرني وادفع عنّي.</w:t>
      </w:r>
    </w:p>
    <w:p w:rsidR="00843DF1" w:rsidRPr="00CA52B4" w:rsidRDefault="00843DF1" w:rsidP="00347E77">
      <w:pPr>
        <w:pStyle w:val="libNormal"/>
        <w:rPr>
          <w:rtl/>
          <w:lang w:bidi="fa-IR"/>
        </w:rPr>
      </w:pPr>
      <w:r w:rsidRPr="00CA52B4">
        <w:rPr>
          <w:rtl/>
          <w:lang w:bidi="fa-IR"/>
        </w:rPr>
        <w:t>ثم سار مع ذي الكلاع ، حتى أتى عمرو بن العاص ، وهو عند معاوية وحوله الناس ، وعبد الله بن عمرو ، يحرض الناس على الحرب ، فلما وقفا على القوم ، قال ذو الكلاع لعمرو : يا أبا عبد الله ، هل لك في رجل ناصح لبيب شفيق ، يخبرك عن عمار بن ياسر لا يكذبك</w:t>
      </w:r>
      <w:r>
        <w:rPr>
          <w:rtl/>
          <w:lang w:bidi="fa-IR"/>
        </w:rPr>
        <w:t>؟</w:t>
      </w:r>
      <w:r w:rsidRPr="00CA52B4">
        <w:rPr>
          <w:rtl/>
          <w:lang w:bidi="fa-IR"/>
        </w:rPr>
        <w:t xml:space="preserve"> قال عمرو : ومن هو ، قال : ابن عمي هذا ، وهو من أهل الكوفة. فقال عمرو : إنّي لأرى عليك سيما أبي تراب.</w:t>
      </w:r>
    </w:p>
    <w:p w:rsidR="00843DF1" w:rsidRPr="00CA52B4" w:rsidRDefault="00843DF1" w:rsidP="00347E77">
      <w:pPr>
        <w:pStyle w:val="libNormal"/>
        <w:rPr>
          <w:rtl/>
          <w:lang w:bidi="fa-IR"/>
        </w:rPr>
      </w:pPr>
      <w:r w:rsidRPr="00CA52B4">
        <w:rPr>
          <w:rtl/>
          <w:lang w:bidi="fa-IR"/>
        </w:rPr>
        <w:t>قال أبو نوح : عليّ سيما محمد صلّى الله عليه وأصحابه ، وعليك سيما أبي جهل ، وسيما فرعون. فقام أبو الأعور : فسل سيفه ، ثم قال : لا أرى</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هذا الكذّاب اللئيم يشاتمنا بين أظهرنا ، وعليه سيما أبي تراب. فقال ذو الكلاع : اقسم بالله لئن بسطت يدك إليه لأخطمن أنفك بالسيف. ابن عمي وجاري عقدت له بذمتي ، وجئت به إليكما ليخبركما عما تماريتم فيه. قال له عمرو بن العاص : اذكّرك بالله يا أبا نوح ، إلّا ما صدقتنا ولم تكذبنا ، </w:t>
      </w:r>
      <w:r>
        <w:rPr>
          <w:rtl/>
          <w:lang w:bidi="fa-IR"/>
        </w:rPr>
        <w:t>أ</w:t>
      </w:r>
      <w:r w:rsidRPr="00CA52B4">
        <w:rPr>
          <w:rtl/>
          <w:lang w:bidi="fa-IR"/>
        </w:rPr>
        <w:t>فيكم عمار بن ياسر</w:t>
      </w:r>
      <w:r>
        <w:rPr>
          <w:rtl/>
          <w:lang w:bidi="fa-IR"/>
        </w:rPr>
        <w:t>؟</w:t>
      </w:r>
      <w:r w:rsidRPr="00CA52B4">
        <w:rPr>
          <w:rtl/>
          <w:lang w:bidi="fa-IR"/>
        </w:rPr>
        <w:t xml:space="preserve"> فقال له أبو نوح : ما أنا بمخبرك عنه ، حتى تخبرني لم تسألني عنه</w:t>
      </w:r>
      <w:r>
        <w:rPr>
          <w:rtl/>
          <w:lang w:bidi="fa-IR"/>
        </w:rPr>
        <w:t>؟</w:t>
      </w:r>
      <w:r w:rsidRPr="00CA52B4">
        <w:rPr>
          <w:rtl/>
          <w:lang w:bidi="fa-IR"/>
        </w:rPr>
        <w:t xml:space="preserve"> فإنّ معنا من أصحاب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عدة غيره ، وكلهم جادّ على قتالكم ، قال عمرو : سمعت رسول الله صلّى الله عليه وآله وسلّم يقول : «إنّ عمارا تقتله الفئة الباغية ، وإنّه ليس ينبغي لعمار أن يفارق الحق ، وأن تأكل النار منه شيئا»</w:t>
      </w:r>
      <w:r>
        <w:rPr>
          <w:rtl/>
          <w:lang w:bidi="fa-IR"/>
        </w:rPr>
        <w:t>.</w:t>
      </w:r>
    </w:p>
    <w:p w:rsidR="00843DF1" w:rsidRPr="00CA52B4" w:rsidRDefault="00843DF1" w:rsidP="00347E77">
      <w:pPr>
        <w:pStyle w:val="libNormal"/>
        <w:rPr>
          <w:rtl/>
          <w:lang w:bidi="fa-IR"/>
        </w:rPr>
      </w:pPr>
      <w:r w:rsidRPr="00CA52B4">
        <w:rPr>
          <w:rtl/>
          <w:lang w:bidi="fa-IR"/>
        </w:rPr>
        <w:t>فقال أبو نوح : لا إله إلا الله والله أكبر ، والله إنّه لفينا جاد على قتالكم.</w:t>
      </w:r>
      <w:r>
        <w:rPr>
          <w:rFonts w:hint="cs"/>
          <w:rtl/>
          <w:lang w:bidi="fa-IR"/>
        </w:rPr>
        <w:t xml:space="preserve"> </w:t>
      </w:r>
      <w:r w:rsidRPr="00CA52B4">
        <w:rPr>
          <w:rtl/>
          <w:lang w:bidi="fa-IR"/>
        </w:rPr>
        <w:t>فقال عمرو : والله إنّه لجاد على قتالنا</w:t>
      </w:r>
      <w:r>
        <w:rPr>
          <w:rtl/>
          <w:lang w:bidi="fa-IR"/>
        </w:rPr>
        <w:t>؟</w:t>
      </w:r>
      <w:r w:rsidRPr="00CA52B4">
        <w:rPr>
          <w:rtl/>
          <w:lang w:bidi="fa-IR"/>
        </w:rPr>
        <w:t xml:space="preserve"> قال : نعم ، والله الذي لا إله إلا هو ، ولقد حدثني يوم الجمل إنا سنظهر عليهم ، ولقد حدّثني أمس أن لو ضربتمونا حتّى تبلغوا بنا سعفات هجر ، لعلمنا أنّا على حق ، وإنّهم على باطل ، ولكانت قتلانا في الجنة ، وقتلاكم في النار. فقال له عمرو فهل تستطيع أن تجمع بيني وبينه</w:t>
      </w:r>
      <w:r>
        <w:rPr>
          <w:rtl/>
          <w:lang w:bidi="fa-IR"/>
        </w:rPr>
        <w:t>؟</w:t>
      </w:r>
      <w:r w:rsidRPr="00CA52B4">
        <w:rPr>
          <w:rtl/>
          <w:lang w:bidi="fa-IR"/>
        </w:rPr>
        <w:t xml:space="preserve"> قال : نعم ، فلما أراد أن يبلغه أصحابه ، ركب عمرو بن العاص وابناه ، وعتبة ابن أبي سفيان ، وذو الكلاع ، وأبو الأعور السلمي ، وحوشب ، والوليد بن عتبة بن أبي معيط ، فانطلقوا حتّى أتوا خيولهم.</w:t>
      </w:r>
    </w:p>
    <w:p w:rsidR="00843DF1" w:rsidRPr="00CA52B4" w:rsidRDefault="00843DF1" w:rsidP="00347E77">
      <w:pPr>
        <w:pStyle w:val="libNormal"/>
        <w:rPr>
          <w:rtl/>
          <w:lang w:bidi="fa-IR"/>
        </w:rPr>
      </w:pPr>
      <w:r w:rsidRPr="00CA52B4">
        <w:rPr>
          <w:rtl/>
          <w:lang w:bidi="fa-IR"/>
        </w:rPr>
        <w:t xml:space="preserve">وسار أبو نوح ، ومعه شرحبيل بن ذي الكلاع ، حتى انتهيا إلى أصحابه ، فذهب أبو نوح إلى عمّار فوجده قاعدا مع أصحاب له ، منهم ابنا بديل ، وهاشم ، والأشتر ، وجارية بن المثنى ، وخالد بن المعمر ، وعبد الله بن حجل ، وعبد الله بن العباس ، وقال أبو نوح : إنّه دعاني ذو الكلاع ، وهو ذو رحم ، فقال : أخبرني عن عمار بن ياسر ، </w:t>
      </w:r>
      <w:r>
        <w:rPr>
          <w:rtl/>
          <w:lang w:bidi="fa-IR"/>
        </w:rPr>
        <w:t>أ</w:t>
      </w:r>
      <w:r w:rsidRPr="00CA52B4">
        <w:rPr>
          <w:rtl/>
          <w:lang w:bidi="fa-IR"/>
        </w:rPr>
        <w:t>فيكم هو</w:t>
      </w:r>
      <w:r>
        <w:rPr>
          <w:rtl/>
          <w:lang w:bidi="fa-IR"/>
        </w:rPr>
        <w:t>؟</w:t>
      </w:r>
      <w:r>
        <w:rPr>
          <w:rFonts w:hint="cs"/>
          <w:rtl/>
          <w:lang w:bidi="fa-IR"/>
        </w:rPr>
        <w:t xml:space="preserve"> </w:t>
      </w:r>
      <w:r w:rsidRPr="00CA52B4">
        <w:rPr>
          <w:rtl/>
          <w:lang w:bidi="fa-IR"/>
        </w:rPr>
        <w:t>قلت لم تسأل</w:t>
      </w:r>
      <w:r>
        <w:rPr>
          <w:rtl/>
          <w:lang w:bidi="fa-IR"/>
        </w:rPr>
        <w:t>؟</w:t>
      </w:r>
      <w:r w:rsidRPr="00CA52B4">
        <w:rPr>
          <w:rtl/>
          <w:lang w:bidi="fa-IR"/>
        </w:rPr>
        <w:t xml:space="preserve"> قال : أخبرني عمرو بن العاص في امرة عمر بن الخطاب ، أنّه سمع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يقول : «يلتقي أهل الشام ، وأهل العراق ، وعمار في أهل الحق ، تقتله الفئة</w:t>
      </w:r>
      <w:r>
        <w:rPr>
          <w:rFonts w:hint="cs"/>
          <w:rtl/>
          <w:lang w:bidi="fa-IR"/>
        </w:rPr>
        <w:t xml:space="preserve"> </w:t>
      </w:r>
      <w:r w:rsidRPr="00CA52B4">
        <w:rPr>
          <w:rtl/>
          <w:lang w:bidi="fa-IR"/>
        </w:rPr>
        <w:t>الباغية» فقلت : إنّ عمارا فينا ، فسألني</w:t>
      </w:r>
    </w:p>
    <w:p w:rsidR="00843DF1" w:rsidRPr="00CA52B4" w:rsidRDefault="00843DF1" w:rsidP="00B10281">
      <w:pPr>
        <w:pStyle w:val="libNormal0"/>
        <w:rPr>
          <w:rtl/>
          <w:lang w:bidi="fa-IR"/>
        </w:rPr>
      </w:pPr>
      <w:r>
        <w:rPr>
          <w:rtl/>
          <w:lang w:bidi="fa-IR"/>
        </w:rPr>
        <w:br w:type="page"/>
      </w:r>
      <w:r>
        <w:rPr>
          <w:rtl/>
          <w:lang w:bidi="fa-IR"/>
        </w:rPr>
        <w:lastRenderedPageBreak/>
        <w:t>أ</w:t>
      </w:r>
      <w:r w:rsidRPr="00CA52B4">
        <w:rPr>
          <w:rtl/>
          <w:lang w:bidi="fa-IR"/>
        </w:rPr>
        <w:t>جادّ هو على قتالنا</w:t>
      </w:r>
      <w:r>
        <w:rPr>
          <w:rtl/>
          <w:lang w:bidi="fa-IR"/>
        </w:rPr>
        <w:t>؟</w:t>
      </w:r>
      <w:r w:rsidRPr="00CA52B4">
        <w:rPr>
          <w:rtl/>
          <w:lang w:bidi="fa-IR"/>
        </w:rPr>
        <w:t xml:space="preserve"> فقلت : نعم والله أجد مني ، ولوددت أنّكم خلق واحد فذبحتكم وبدأت بك يا ذا الكلاع. فضحك عمّار ، وقال : هل يسرك ذلك</w:t>
      </w:r>
      <w:r>
        <w:rPr>
          <w:rtl/>
          <w:lang w:bidi="fa-IR"/>
        </w:rPr>
        <w:t>؟</w:t>
      </w:r>
      <w:r w:rsidRPr="00CA52B4">
        <w:rPr>
          <w:rtl/>
          <w:lang w:bidi="fa-IR"/>
        </w:rPr>
        <w:t xml:space="preserve"> قال : قلت نعم. قال أبو نوح : أخبرني الساعة عمرو بن العاص أنّه سمع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يقول : «عمار تقتله الفئة الباغية» قال عمار :</w:t>
      </w:r>
      <w:r>
        <w:rPr>
          <w:rFonts w:hint="cs"/>
          <w:rtl/>
          <w:lang w:bidi="fa-IR"/>
        </w:rPr>
        <w:t xml:space="preserve"> </w:t>
      </w:r>
      <w:r w:rsidRPr="00CA52B4">
        <w:rPr>
          <w:rtl/>
          <w:lang w:bidi="fa-IR"/>
        </w:rPr>
        <w:t>أقررته بذلك</w:t>
      </w:r>
      <w:r>
        <w:rPr>
          <w:rtl/>
          <w:lang w:bidi="fa-IR"/>
        </w:rPr>
        <w:t>؟</w:t>
      </w:r>
      <w:r w:rsidRPr="00CA52B4">
        <w:rPr>
          <w:rtl/>
          <w:lang w:bidi="fa-IR"/>
        </w:rPr>
        <w:t xml:space="preserve"> قال : نعم ، أقررته فأقر. فقال عمار : صدق وليضرنه ما سمع ولا ينفعه.</w:t>
      </w:r>
    </w:p>
    <w:p w:rsidR="00843DF1" w:rsidRPr="00CA52B4" w:rsidRDefault="00843DF1" w:rsidP="00347E77">
      <w:pPr>
        <w:pStyle w:val="libNormal"/>
        <w:rPr>
          <w:rtl/>
          <w:lang w:bidi="fa-IR"/>
        </w:rPr>
      </w:pPr>
      <w:r w:rsidRPr="00CA52B4">
        <w:rPr>
          <w:rtl/>
          <w:lang w:bidi="fa-IR"/>
        </w:rPr>
        <w:t>ثم قال أبو نوح لعمار ونحن اثنا عشر رجلا : فإنّه يريد أن يلقاك فقال عمار لأصحابه : اركبوا فركبوا ، وساروا ثم بعثنا إليهم فارسا من عبد القيس ، يسمّى عوف بن بشر ، فذهب حتّى كان قريبا من القوم ، ثم نادى : أين عمرو بن العاص</w:t>
      </w:r>
      <w:r>
        <w:rPr>
          <w:rtl/>
          <w:lang w:bidi="fa-IR"/>
        </w:rPr>
        <w:t>؟</w:t>
      </w:r>
      <w:r w:rsidRPr="00CA52B4">
        <w:rPr>
          <w:rtl/>
          <w:lang w:bidi="fa-IR"/>
        </w:rPr>
        <w:t xml:space="preserve"> قالوا : هاهنا فأخبره بمكان عمار وخيله.</w:t>
      </w:r>
      <w:r>
        <w:rPr>
          <w:rFonts w:hint="cs"/>
          <w:rtl/>
          <w:lang w:bidi="fa-IR"/>
        </w:rPr>
        <w:t xml:space="preserve"> </w:t>
      </w:r>
      <w:r w:rsidRPr="00CA52B4">
        <w:rPr>
          <w:rtl/>
          <w:lang w:bidi="fa-IR"/>
        </w:rPr>
        <w:t>قال عمرو : قل له فليسر إلينا. قال عوف : إنّه يخاف غدراتك. فقال له عمرو : ما أجرأك عليّ وأنت على هذه الحال</w:t>
      </w:r>
      <w:r>
        <w:rPr>
          <w:rtl/>
          <w:lang w:bidi="fa-IR"/>
        </w:rPr>
        <w:t>؟</w:t>
      </w:r>
      <w:r w:rsidRPr="00CA52B4">
        <w:rPr>
          <w:rtl/>
          <w:lang w:bidi="fa-IR"/>
        </w:rPr>
        <w:t xml:space="preserve"> فقال له عوف : جرأني عليك بصيرتي فيك وفي أصحابك ، فإن شئت نابذتك الآن على سواء ، وإن شئت التقيت أنت وخصماؤك وأنت كنت غادرا. فقال له عمرو : </w:t>
      </w:r>
      <w:r>
        <w:rPr>
          <w:rtl/>
          <w:lang w:bidi="fa-IR"/>
        </w:rPr>
        <w:t>أ</w:t>
      </w:r>
      <w:r w:rsidRPr="00CA52B4">
        <w:rPr>
          <w:rtl/>
          <w:lang w:bidi="fa-IR"/>
        </w:rPr>
        <w:t>لا أبعث إليك بفارس يواقفك</w:t>
      </w:r>
      <w:r>
        <w:rPr>
          <w:rtl/>
          <w:lang w:bidi="fa-IR"/>
        </w:rPr>
        <w:t>؟</w:t>
      </w:r>
      <w:r w:rsidRPr="00CA52B4">
        <w:rPr>
          <w:rtl/>
          <w:lang w:bidi="fa-IR"/>
        </w:rPr>
        <w:t xml:space="preserve"> فقال له عوف : ما أنا بالمتوحش فأبعث بأشقى أصحابك.</w:t>
      </w:r>
      <w:r>
        <w:rPr>
          <w:rFonts w:hint="cs"/>
          <w:rtl/>
          <w:lang w:bidi="fa-IR"/>
        </w:rPr>
        <w:t xml:space="preserve"> </w:t>
      </w:r>
      <w:r w:rsidRPr="00CA52B4">
        <w:rPr>
          <w:rtl/>
          <w:lang w:bidi="fa-IR"/>
        </w:rPr>
        <w:t>قال عمرو : فأيكم يسير إليه</w:t>
      </w:r>
      <w:r>
        <w:rPr>
          <w:rtl/>
          <w:lang w:bidi="fa-IR"/>
        </w:rPr>
        <w:t>؟</w:t>
      </w:r>
      <w:r w:rsidRPr="00CA52B4">
        <w:rPr>
          <w:rtl/>
          <w:lang w:bidi="fa-IR"/>
        </w:rPr>
        <w:t xml:space="preserve"> فسار إليه أبو الأعور ، فلما تواقفا تعارفا فقال عوف : لأبي الأعور ، إنّي لأعرف الجسد وأنكر القلب ، إنّي لا أراك مؤمنا ، وإنّك لمن أهل النار ، فقال أبو الأعور : لقد أعطيت لسانا يكبك الله به على وجهك في نار جهنم.</w:t>
      </w:r>
    </w:p>
    <w:p w:rsidR="00843DF1" w:rsidRPr="00CA52B4" w:rsidRDefault="00843DF1" w:rsidP="00347E77">
      <w:pPr>
        <w:pStyle w:val="libNormal"/>
        <w:rPr>
          <w:rtl/>
          <w:lang w:bidi="fa-IR"/>
        </w:rPr>
      </w:pPr>
      <w:r w:rsidRPr="00CA52B4">
        <w:rPr>
          <w:rtl/>
          <w:lang w:bidi="fa-IR"/>
        </w:rPr>
        <w:t xml:space="preserve">فقال عوف : كلا والله إنّي أتكلم أنا بالحق ، وتتكلم أنت بالباطل ، وإنّي أدعوك إلى الهدى ، وأقاتل أهل الضلالة ، وأفر من النار ، وأنت بنعمة الله ضال تنطق بالكذب ، وتقاتل على ضلالة وتشتري العقاب بالمغفرة والضلالة بالهدى ، انظروا إلى وجوهنا ووجوهكم ، وسيمانا وسيماكم ، واسمعوا إلى دعوتنا ودعوتكم ، فليس أحد منا إلا وهو أولى بمحمد </w:t>
      </w:r>
      <w:r>
        <w:rPr>
          <w:rtl/>
          <w:lang w:bidi="fa-IR"/>
        </w:rPr>
        <w:t>(</w:t>
      </w:r>
      <w:r w:rsidRPr="00CA52B4">
        <w:rPr>
          <w:rtl/>
          <w:lang w:bidi="fa-IR"/>
        </w:rPr>
        <w:t>صلّى الله عليه وآله وسلّم</w:t>
      </w:r>
      <w:r>
        <w:rPr>
          <w:rtl/>
          <w:lang w:bidi="fa-IR"/>
        </w:rPr>
        <w:t>)</w:t>
      </w:r>
      <w:r w:rsidRPr="00CA52B4">
        <w:rPr>
          <w:rtl/>
          <w:lang w:bidi="fa-IR"/>
        </w:rPr>
        <w:t xml:space="preserve"> وأقرب إليه قرابة منكم. قال له أبو الأعور : لقد أكثرت الكلام وذهب النهار. ويحك ادع أصحابك ، وأدعوا أصحابي ، فأنا جار لك حتّى تأتي</w:t>
      </w:r>
    </w:p>
    <w:p w:rsidR="00843DF1" w:rsidRPr="00CA52B4" w:rsidRDefault="00843DF1" w:rsidP="00B10281">
      <w:pPr>
        <w:pStyle w:val="libNormal0"/>
        <w:rPr>
          <w:rtl/>
          <w:lang w:bidi="fa-IR"/>
        </w:rPr>
      </w:pPr>
      <w:r>
        <w:rPr>
          <w:rtl/>
          <w:lang w:bidi="fa-IR"/>
        </w:rPr>
        <w:br w:type="page"/>
      </w:r>
      <w:r w:rsidRPr="00CA52B4">
        <w:rPr>
          <w:rtl/>
          <w:lang w:bidi="fa-IR"/>
        </w:rPr>
        <w:lastRenderedPageBreak/>
        <w:t>موقفك الذي أنت فيه الساعة ، فإنّي لست أبدؤك بغدر ولا اجترئ على غدر ، حتّى تأتي أنت وأصحابك وحتّى تقفوا. فإذا علمت كم هم جئت من أصحابي بعددهم. فإن شاء أصحابك فليقلوا ، وإن شاءوا فليكثروا.</w:t>
      </w:r>
    </w:p>
    <w:p w:rsidR="00843DF1" w:rsidRPr="00CA52B4" w:rsidRDefault="00843DF1" w:rsidP="00347E77">
      <w:pPr>
        <w:pStyle w:val="libNormal"/>
        <w:rPr>
          <w:rtl/>
          <w:lang w:bidi="fa-IR"/>
        </w:rPr>
      </w:pPr>
      <w:r w:rsidRPr="00CA52B4">
        <w:rPr>
          <w:rtl/>
          <w:lang w:bidi="fa-IR"/>
        </w:rPr>
        <w:t xml:space="preserve">فسار أبو الأعور في مائة فارس ، حتّى إذا كان حيث كنا بالمرة الأولى ، وقفوا وسار في عشرة بعمرو ، وسار عمار في اثني عشر فارسا حتّى اختلفت أعناق الخيل ، خيل عمرو ، وخيل عمار. ورجع عوف بن بشر في خيله وفيها الأشعث بن قيس ونزل عمار والذين معه ، فاحتبوا بحمائل سيوفهم فتشهد عمرو بن العاص ، فقال له عمار بن ياسر : اسكت فقد تركتها في حياة محمد </w:t>
      </w:r>
      <w:r>
        <w:rPr>
          <w:rtl/>
          <w:lang w:bidi="fa-IR"/>
        </w:rPr>
        <w:t>(</w:t>
      </w:r>
      <w:r w:rsidRPr="00CA52B4">
        <w:rPr>
          <w:rtl/>
          <w:lang w:bidi="fa-IR"/>
        </w:rPr>
        <w:t>صلّى الله عليه وآله وسلّم</w:t>
      </w:r>
      <w:r>
        <w:rPr>
          <w:rtl/>
          <w:lang w:bidi="fa-IR"/>
        </w:rPr>
        <w:t>)</w:t>
      </w:r>
      <w:r w:rsidRPr="00CA52B4">
        <w:rPr>
          <w:rtl/>
          <w:lang w:bidi="fa-IR"/>
        </w:rPr>
        <w:t xml:space="preserve"> وبعد موته ، ونحن أحق بها منك ، فإن شئت كانت خصومة فيدفع حقنا باطلك ، وإن شئت كان خطبة فنحن أعلم بفصل الخطاب منك ، وإن شئت أخبرتك بكلمة تفصل بيننا وبينك ، وتكفرك قبل القيام ، وتشهد بها على نفسك ، ولا تستطيع أن تكذّبني فيها ، قال عمرو : يا أبا اليقظان ليس لهذا جئت إنّما جئت لأنّي رأيتك أطوع أهل هذا العسكر فيهم اذكّرك الله ، الا كففت سلاحهم وحقنت دماءهم ، وحرضت على ذلك فعلام تقاتلنا</w:t>
      </w:r>
      <w:r>
        <w:rPr>
          <w:rtl/>
          <w:lang w:bidi="fa-IR"/>
        </w:rPr>
        <w:t>؟</w:t>
      </w:r>
      <w:r w:rsidRPr="00CA52B4">
        <w:rPr>
          <w:rtl/>
          <w:lang w:bidi="fa-IR"/>
        </w:rPr>
        <w:t xml:space="preserve"> أو لسنا نعبد إلها واحدا ، ونصلّى إلى قبلتكم ، وندعو دعوتكم ، ونقرأ كتابكم ، ونؤمن برسولكم</w:t>
      </w:r>
      <w:r>
        <w:rPr>
          <w:rtl/>
          <w:lang w:bidi="fa-IR"/>
        </w:rPr>
        <w:t>؟</w:t>
      </w:r>
    </w:p>
    <w:p w:rsidR="00843DF1" w:rsidRPr="00CA52B4" w:rsidRDefault="00843DF1" w:rsidP="00347E77">
      <w:pPr>
        <w:pStyle w:val="libNormal"/>
        <w:rPr>
          <w:rtl/>
          <w:lang w:bidi="fa-IR"/>
        </w:rPr>
      </w:pPr>
      <w:r w:rsidRPr="00CA52B4">
        <w:rPr>
          <w:rtl/>
          <w:lang w:bidi="fa-IR"/>
        </w:rPr>
        <w:t xml:space="preserve">قال عمار : الحمد لله الذي أخرجها من فيك إنّها لي ولأصحابي القبلة ، والدين ، وعبادة الرحمن ، والنبيّ </w:t>
      </w:r>
      <w:r>
        <w:rPr>
          <w:rtl/>
          <w:lang w:bidi="fa-IR"/>
        </w:rPr>
        <w:t>(</w:t>
      </w:r>
      <w:r w:rsidRPr="00CA52B4">
        <w:rPr>
          <w:rtl/>
          <w:lang w:bidi="fa-IR"/>
        </w:rPr>
        <w:t>صلّى الله عليه وآله وسلّم</w:t>
      </w:r>
      <w:r>
        <w:rPr>
          <w:rtl/>
          <w:lang w:bidi="fa-IR"/>
        </w:rPr>
        <w:t>)</w:t>
      </w:r>
      <w:r w:rsidRPr="00CA52B4">
        <w:rPr>
          <w:rtl/>
          <w:lang w:bidi="fa-IR"/>
        </w:rPr>
        <w:t xml:space="preserve"> ، والكتاب من دونك ، ودون أصحابك.</w:t>
      </w:r>
    </w:p>
    <w:p w:rsidR="00843DF1" w:rsidRPr="00CA52B4" w:rsidRDefault="00843DF1" w:rsidP="00347E77">
      <w:pPr>
        <w:pStyle w:val="libNormal"/>
        <w:rPr>
          <w:rtl/>
          <w:lang w:bidi="fa-IR"/>
        </w:rPr>
      </w:pPr>
      <w:r w:rsidRPr="00CA52B4">
        <w:rPr>
          <w:rtl/>
          <w:lang w:bidi="fa-IR"/>
        </w:rPr>
        <w:t>الحمد لله الذي قررك لنا بذلك دونك ودون أصحابك ، وجعلك ضالا مضلا ، لا تعلم هاد أنت أم ضال</w:t>
      </w:r>
      <w:r>
        <w:rPr>
          <w:rtl/>
          <w:lang w:bidi="fa-IR"/>
        </w:rPr>
        <w:t>؟</w:t>
      </w:r>
      <w:r w:rsidRPr="00CA52B4">
        <w:rPr>
          <w:rtl/>
          <w:lang w:bidi="fa-IR"/>
        </w:rPr>
        <w:t xml:space="preserve"> وجعلك أعمى وسأخبرك علام قاتلتك عليه أنت وأصحابك. أمرني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أن أقاتل الناكثين ، وقد فعلت. وأمرني أن أقاتل القاسطين ، فأنتم هم. وأما المارقون فما أدري أدركهم أم لا. أيّها الأبتر </w:t>
      </w:r>
      <w:r>
        <w:rPr>
          <w:rtl/>
          <w:lang w:bidi="fa-IR"/>
        </w:rPr>
        <w:t>أ</w:t>
      </w:r>
      <w:r w:rsidRPr="00CA52B4">
        <w:rPr>
          <w:rtl/>
          <w:lang w:bidi="fa-IR"/>
        </w:rPr>
        <w:t xml:space="preserve">لست تعلم أنّ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قال لعليّ :</w:t>
      </w:r>
      <w:r>
        <w:rPr>
          <w:rFonts w:hint="cs"/>
          <w:rtl/>
          <w:lang w:bidi="fa-IR"/>
        </w:rPr>
        <w:t xml:space="preserve"> </w:t>
      </w:r>
      <w:r w:rsidRPr="00CA52B4">
        <w:rPr>
          <w:rtl/>
          <w:lang w:bidi="fa-IR"/>
        </w:rPr>
        <w:t>«من كنت مولاه فعليّ مولاه. اللهم وال من ولاه وعاد من عاداه» وأنا مولى الله ورسوله ، وعليّ بعده. وليس لك مولى.</w:t>
      </w:r>
    </w:p>
    <w:p w:rsidR="00843DF1" w:rsidRPr="00CA52B4" w:rsidRDefault="00843DF1" w:rsidP="00347E77">
      <w:pPr>
        <w:pStyle w:val="libNormal"/>
        <w:rPr>
          <w:rtl/>
          <w:lang w:bidi="fa-IR"/>
        </w:rPr>
      </w:pPr>
      <w:r>
        <w:rPr>
          <w:rtl/>
          <w:lang w:bidi="fa-IR"/>
        </w:rPr>
        <w:br w:type="page"/>
      </w:r>
      <w:r w:rsidRPr="00CA52B4">
        <w:rPr>
          <w:rtl/>
          <w:lang w:bidi="fa-IR"/>
        </w:rPr>
        <w:lastRenderedPageBreak/>
        <w:t>قال له عمرو : لم تشتمني يا أبا اليقظان ، ولست أشتمك</w:t>
      </w:r>
      <w:r>
        <w:rPr>
          <w:rtl/>
          <w:lang w:bidi="fa-IR"/>
        </w:rPr>
        <w:t>؟</w:t>
      </w:r>
      <w:r w:rsidRPr="00CA52B4">
        <w:rPr>
          <w:rtl/>
          <w:lang w:bidi="fa-IR"/>
        </w:rPr>
        <w:t xml:space="preserve"> قال عمار :</w:t>
      </w:r>
      <w:r>
        <w:rPr>
          <w:rFonts w:hint="cs"/>
          <w:rtl/>
          <w:lang w:bidi="fa-IR"/>
        </w:rPr>
        <w:t xml:space="preserve"> </w:t>
      </w:r>
      <w:r w:rsidRPr="00CA52B4">
        <w:rPr>
          <w:rtl/>
          <w:lang w:bidi="fa-IR"/>
        </w:rPr>
        <w:t xml:space="preserve">وبم تشتمني </w:t>
      </w:r>
      <w:r>
        <w:rPr>
          <w:rtl/>
          <w:lang w:bidi="fa-IR"/>
        </w:rPr>
        <w:t>أ</w:t>
      </w:r>
      <w:r w:rsidRPr="00CA52B4">
        <w:rPr>
          <w:rtl/>
          <w:lang w:bidi="fa-IR"/>
        </w:rPr>
        <w:t>تستطيع أن تقول إنّي عصيت الله ورسوله يوما قط</w:t>
      </w:r>
      <w:r>
        <w:rPr>
          <w:rtl/>
          <w:lang w:bidi="fa-IR"/>
        </w:rPr>
        <w:t>؟</w:t>
      </w:r>
      <w:r w:rsidRPr="00CA52B4">
        <w:rPr>
          <w:rtl/>
          <w:lang w:bidi="fa-IR"/>
        </w:rPr>
        <w:t xml:space="preserve"> قال له عمرو : إنّ فيك لمسبات سوى ذلك. فقال عمار : إنّ الكريم من أكرمه الله ، كنت وضيعا فرفعني الله ، ومملوكا فأعتقني الله ، وضعيفا فقوّاني الله ، وفقيرا فأغناني الله.</w:t>
      </w:r>
    </w:p>
    <w:p w:rsidR="00843DF1" w:rsidRPr="00CA52B4" w:rsidRDefault="00843DF1" w:rsidP="00347E77">
      <w:pPr>
        <w:pStyle w:val="libNormal"/>
        <w:rPr>
          <w:rtl/>
          <w:lang w:bidi="fa-IR"/>
        </w:rPr>
      </w:pPr>
      <w:r w:rsidRPr="00CA52B4">
        <w:rPr>
          <w:rtl/>
          <w:lang w:bidi="fa-IR"/>
        </w:rPr>
        <w:t>وقال له عمرو : فما ترى في قتل عثمان</w:t>
      </w:r>
      <w:r>
        <w:rPr>
          <w:rtl/>
          <w:lang w:bidi="fa-IR"/>
        </w:rPr>
        <w:t>؟</w:t>
      </w:r>
      <w:r w:rsidRPr="00CA52B4">
        <w:rPr>
          <w:rtl/>
          <w:lang w:bidi="fa-IR"/>
        </w:rPr>
        <w:t xml:space="preserve"> قال : فتح لكم باب كلّ سوء.</w:t>
      </w:r>
      <w:r>
        <w:rPr>
          <w:rFonts w:hint="cs"/>
          <w:rtl/>
          <w:lang w:bidi="fa-IR"/>
        </w:rPr>
        <w:t xml:space="preserve"> </w:t>
      </w:r>
      <w:r w:rsidRPr="00CA52B4">
        <w:rPr>
          <w:rtl/>
          <w:lang w:bidi="fa-IR"/>
        </w:rPr>
        <w:t>قال عمرو : فعليّ قتله</w:t>
      </w:r>
      <w:r>
        <w:rPr>
          <w:rtl/>
          <w:lang w:bidi="fa-IR"/>
        </w:rPr>
        <w:t>؟</w:t>
      </w:r>
      <w:r w:rsidRPr="00CA52B4">
        <w:rPr>
          <w:rtl/>
          <w:lang w:bidi="fa-IR"/>
        </w:rPr>
        <w:t xml:space="preserve"> قال عمار : بل الله ربّ عليّ قتله وعليّ معه. قال عمرو : </w:t>
      </w:r>
      <w:r>
        <w:rPr>
          <w:rtl/>
          <w:lang w:bidi="fa-IR"/>
        </w:rPr>
        <w:t>أ</w:t>
      </w:r>
      <w:r w:rsidRPr="00CA52B4">
        <w:rPr>
          <w:rtl/>
          <w:lang w:bidi="fa-IR"/>
        </w:rPr>
        <w:t>كنت فيمن قتله</w:t>
      </w:r>
      <w:r>
        <w:rPr>
          <w:rtl/>
          <w:lang w:bidi="fa-IR"/>
        </w:rPr>
        <w:t>؟</w:t>
      </w:r>
      <w:r w:rsidRPr="00CA52B4">
        <w:rPr>
          <w:rtl/>
          <w:lang w:bidi="fa-IR"/>
        </w:rPr>
        <w:t xml:space="preserve"> قال : كنت مع من قتله ، وأنا اليوم أقاتل معهم.</w:t>
      </w:r>
      <w:r>
        <w:rPr>
          <w:rFonts w:hint="cs"/>
          <w:rtl/>
          <w:lang w:bidi="fa-IR"/>
        </w:rPr>
        <w:t xml:space="preserve"> </w:t>
      </w:r>
      <w:r w:rsidRPr="00CA52B4">
        <w:rPr>
          <w:rtl/>
          <w:lang w:bidi="fa-IR"/>
        </w:rPr>
        <w:t>قال عمرو : فلم قتلتموه</w:t>
      </w:r>
      <w:r>
        <w:rPr>
          <w:rtl/>
          <w:lang w:bidi="fa-IR"/>
        </w:rPr>
        <w:t>؟</w:t>
      </w:r>
      <w:r w:rsidRPr="00CA52B4">
        <w:rPr>
          <w:rtl/>
          <w:lang w:bidi="fa-IR"/>
        </w:rPr>
        <w:t xml:space="preserve"> قال عمار : أراد أن يغيّر ديننا فقتلناه. قال عمرو :</w:t>
      </w:r>
      <w:r>
        <w:rPr>
          <w:rFonts w:hint="cs"/>
          <w:rtl/>
          <w:lang w:bidi="fa-IR"/>
        </w:rPr>
        <w:t xml:space="preserve"> </w:t>
      </w:r>
      <w:r>
        <w:rPr>
          <w:rtl/>
          <w:lang w:bidi="fa-IR"/>
        </w:rPr>
        <w:t>أ</w:t>
      </w:r>
      <w:r w:rsidRPr="00CA52B4">
        <w:rPr>
          <w:rtl/>
          <w:lang w:bidi="fa-IR"/>
        </w:rPr>
        <w:t>لا تسمعون</w:t>
      </w:r>
      <w:r>
        <w:rPr>
          <w:rtl/>
          <w:lang w:bidi="fa-IR"/>
        </w:rPr>
        <w:t>؟</w:t>
      </w:r>
      <w:r w:rsidRPr="00CA52B4">
        <w:rPr>
          <w:rtl/>
          <w:lang w:bidi="fa-IR"/>
        </w:rPr>
        <w:t xml:space="preserve"> قد اعترف بقتل عثمان. قال عمار : وقد قالها فرعون قبلك لقومه </w:t>
      </w:r>
      <w:r>
        <w:rPr>
          <w:rtl/>
          <w:lang w:bidi="fa-IR"/>
        </w:rPr>
        <w:t>(أ</w:t>
      </w:r>
      <w:r w:rsidRPr="00CA52B4">
        <w:rPr>
          <w:rtl/>
          <w:lang w:bidi="fa-IR"/>
        </w:rPr>
        <w:t>لا تسمعون</w:t>
      </w:r>
      <w:r>
        <w:rPr>
          <w:rtl/>
          <w:lang w:bidi="fa-IR"/>
        </w:rPr>
        <w:t>)</w:t>
      </w:r>
      <w:r w:rsidRPr="00CA52B4">
        <w:rPr>
          <w:rtl/>
          <w:lang w:bidi="fa-IR"/>
        </w:rPr>
        <w:t xml:space="preserve"> ، فقام أهل الشام ولهم زجل ، فركبوا خيولهم فرجعوا ، وقام عمار وأصحابه فركبوا خيولهم ورجعوا. فبلغ معاوية ما كان بينهم ، فقال : هلكت العرب إن أخذتهم خفة العبد الأسود </w:t>
      </w:r>
      <w:r>
        <w:rPr>
          <w:rtl/>
          <w:lang w:bidi="fa-IR"/>
        </w:rPr>
        <w:t>(</w:t>
      </w:r>
      <w:r w:rsidRPr="00CA52B4">
        <w:rPr>
          <w:rtl/>
          <w:lang w:bidi="fa-IR"/>
        </w:rPr>
        <w:t>يعني عمار بن ياسر</w:t>
      </w:r>
      <w:r>
        <w:rPr>
          <w:rtl/>
          <w:lang w:bidi="fa-IR"/>
        </w:rPr>
        <w:t>).</w:t>
      </w:r>
    </w:p>
    <w:p w:rsidR="00843DF1" w:rsidRPr="00CA52B4" w:rsidRDefault="00843DF1" w:rsidP="00B10281">
      <w:pPr>
        <w:pStyle w:val="libVar"/>
        <w:rPr>
          <w:rtl/>
          <w:lang w:bidi="fa-IR"/>
        </w:rPr>
      </w:pPr>
      <w:r w:rsidRPr="00CA52B4">
        <w:rPr>
          <w:rtl/>
          <w:lang w:bidi="fa-IR"/>
        </w:rPr>
        <w:t>أعيان الشيعة 2 / 439. تنقيح المقال 3 / 37. جامع الرواة 2 / 420. رجال الشيخ الطوسي / 64. شرح ابن أبي الحديد 8 / 16</w:t>
      </w:r>
      <w:r>
        <w:rPr>
          <w:rtl/>
          <w:lang w:bidi="fa-IR"/>
        </w:rPr>
        <w:t xml:space="preserve"> ـ </w:t>
      </w:r>
      <w:r w:rsidRPr="00CA52B4">
        <w:rPr>
          <w:rtl/>
          <w:lang w:bidi="fa-IR"/>
        </w:rPr>
        <w:t>20. قاموس الرجال 10 / 204.</w:t>
      </w:r>
      <w:r>
        <w:rPr>
          <w:rFonts w:hint="cs"/>
          <w:rtl/>
          <w:lang w:bidi="fa-IR"/>
        </w:rPr>
        <w:t xml:space="preserve"> </w:t>
      </w:r>
      <w:r w:rsidRPr="00CA52B4">
        <w:rPr>
          <w:rtl/>
          <w:lang w:bidi="fa-IR"/>
        </w:rPr>
        <w:t>مجمع الرجال 7 / 105. معجم رجال الحديث 22 / 65. نقد الرجال / 400. وقعة صفين / 333</w:t>
      </w:r>
      <w:r>
        <w:rPr>
          <w:rtl/>
          <w:lang w:bidi="fa-IR"/>
        </w:rPr>
        <w:t xml:space="preserve"> ـ </w:t>
      </w:r>
      <w:r w:rsidRPr="00CA52B4">
        <w:rPr>
          <w:rtl/>
          <w:lang w:bidi="fa-IR"/>
        </w:rPr>
        <w:t>336.</w:t>
      </w:r>
    </w:p>
    <w:p w:rsidR="00843DF1" w:rsidRPr="00CA52B4" w:rsidRDefault="00843DF1" w:rsidP="00EB70B9">
      <w:pPr>
        <w:pStyle w:val="libBold1"/>
        <w:rPr>
          <w:rtl/>
          <w:lang w:bidi="fa-IR"/>
        </w:rPr>
      </w:pPr>
      <w:r w:rsidRPr="00CA52B4">
        <w:rPr>
          <w:rtl/>
        </w:rPr>
        <w:t>1364</w:t>
      </w:r>
      <w:r>
        <w:rPr>
          <w:rtl/>
        </w:rPr>
        <w:t xml:space="preserve"> ـ </w:t>
      </w:r>
      <w:r w:rsidRPr="00CA52B4">
        <w:rPr>
          <w:rtl/>
        </w:rPr>
        <w:t>أبو الورد بن قيس بن فهر بن قيس بن ثعلبة بن عبيد بن ثعلبة بن غنم بن مالك بن النجار الأنصاري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فارس ، شهد صفّين ، وقاتل فيها. وله في كتب الفقه أحاديث. وقد وصف بالثقة والصّلاح. وبذل نفسه في سبيل أمير المؤمنين </w:t>
      </w:r>
      <w:r>
        <w:rPr>
          <w:rtl/>
          <w:lang w:bidi="fa-IR"/>
        </w:rPr>
        <w:t>(</w:t>
      </w:r>
      <w:r w:rsidRPr="00CA52B4">
        <w:rPr>
          <w:rtl/>
          <w:lang w:bidi="fa-IR"/>
        </w:rPr>
        <w:t>عليه السلام</w:t>
      </w:r>
      <w:r>
        <w:rPr>
          <w:rtl/>
          <w:lang w:bidi="fa-IR"/>
        </w:rPr>
        <w:t>).</w:t>
      </w:r>
      <w:r>
        <w:rPr>
          <w:rFonts w:hint="cs"/>
          <w:rtl/>
          <w:lang w:bidi="fa-IR"/>
        </w:rPr>
        <w:t xml:space="preserve"> </w:t>
      </w:r>
      <w:r w:rsidRPr="00CA52B4">
        <w:rPr>
          <w:rtl/>
          <w:lang w:bidi="fa-IR"/>
        </w:rPr>
        <w:t>وفي بعض المراجع : قيس بن فهد.</w:t>
      </w:r>
    </w:p>
    <w:p w:rsidR="00843DF1" w:rsidRPr="00CA52B4" w:rsidRDefault="00843DF1" w:rsidP="00B10281">
      <w:pPr>
        <w:pStyle w:val="libVar"/>
        <w:rPr>
          <w:rtl/>
          <w:lang w:bidi="fa-IR"/>
        </w:rPr>
      </w:pPr>
      <w:r w:rsidRPr="00CA52B4">
        <w:rPr>
          <w:rtl/>
          <w:lang w:bidi="fa-IR"/>
        </w:rPr>
        <w:t>أسد الغابة 5 / 320. الإصابة 4 / 217. أعيان الشيعة 2 / 442. تنقيح المقال 3 / 37. جامع الرواة 2 / 420. رجال الشيخ الطوسي / 64. قاموس الرجال 10 / 206. مجمع الرجال 7 / 105. معجم رجال الحديث 22 / 65. منتهى المقال / 353. نقد الرجال / 400.</w:t>
      </w:r>
    </w:p>
    <w:p w:rsidR="00843DF1" w:rsidRPr="00CA52B4" w:rsidRDefault="00843DF1" w:rsidP="00EB70B9">
      <w:pPr>
        <w:pStyle w:val="libBold1"/>
        <w:rPr>
          <w:rtl/>
          <w:lang w:bidi="fa-IR"/>
        </w:rPr>
      </w:pPr>
      <w:r>
        <w:rPr>
          <w:rtl/>
          <w:lang w:bidi="fa-IR"/>
        </w:rPr>
        <w:br w:type="page"/>
      </w:r>
      <w:r w:rsidRPr="00CA52B4">
        <w:rPr>
          <w:rtl/>
        </w:rPr>
        <w:lastRenderedPageBreak/>
        <w:t>1365</w:t>
      </w:r>
      <w:r>
        <w:rPr>
          <w:rtl/>
        </w:rPr>
        <w:t xml:space="preserve"> ـ </w:t>
      </w:r>
      <w:r w:rsidRPr="00CA52B4">
        <w:rPr>
          <w:rtl/>
        </w:rPr>
        <w:t>أبو الوليد البجلي الخارفي الكوفي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فارس ، يقال : إنّ اسمه عبيد بن المغيرة وقيل : عبيد بن عمر أو المغيرة بن أبي عبيد. ويكنّى بأبي الوليد ، وبأبي المغيرة. ذكره ابن حبان في ثقات التابعين. روى عنه أبو إسحاق السبيعي.</w:t>
      </w:r>
    </w:p>
    <w:p w:rsidR="00843DF1" w:rsidRPr="00CA52B4" w:rsidRDefault="00843DF1" w:rsidP="00B10281">
      <w:pPr>
        <w:pStyle w:val="libVar"/>
        <w:rPr>
          <w:rtl/>
          <w:lang w:bidi="fa-IR"/>
        </w:rPr>
      </w:pPr>
      <w:r w:rsidRPr="00CA52B4">
        <w:rPr>
          <w:rtl/>
          <w:lang w:bidi="fa-IR"/>
        </w:rPr>
        <w:t>أعيان الشيعة 2 / 444. تنقيح المقال / 3 / 37. باب الكنى. تهذيب التهذيب 12 / 245. جامع الرواة 2 / 420. رجال الشيخ الطوسي / 65. الكامل في التأريخ 7 / 112. مجمع الرجال 7 / 105. معجم رجال الحديث 22 / 69.</w:t>
      </w:r>
    </w:p>
    <w:p w:rsidR="00843DF1" w:rsidRPr="00CA52B4" w:rsidRDefault="00843DF1" w:rsidP="00EB70B9">
      <w:pPr>
        <w:pStyle w:val="libBold1"/>
        <w:rPr>
          <w:rtl/>
          <w:lang w:bidi="fa-IR"/>
        </w:rPr>
      </w:pPr>
      <w:r w:rsidRPr="00CA52B4">
        <w:rPr>
          <w:rtl/>
        </w:rPr>
        <w:t>1366</w:t>
      </w:r>
      <w:r>
        <w:rPr>
          <w:rtl/>
        </w:rPr>
        <w:t xml:space="preserve"> ـ </w:t>
      </w:r>
      <w:r w:rsidRPr="00CA52B4">
        <w:rPr>
          <w:rtl/>
        </w:rPr>
        <w:t>أبو هلال العكي</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 ذكره أبو محمد عبد الرحمن بن أبي حاتم الرّازي المتوفّى 327 في كتابه ، وقال : روى عن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الجرح والتعديل 9 / 454.</w:t>
      </w:r>
    </w:p>
    <w:p w:rsidR="00843DF1" w:rsidRPr="00CA52B4" w:rsidRDefault="00843DF1" w:rsidP="00EB70B9">
      <w:pPr>
        <w:pStyle w:val="libBold1"/>
        <w:rPr>
          <w:rtl/>
          <w:lang w:bidi="fa-IR"/>
        </w:rPr>
      </w:pPr>
      <w:r w:rsidRPr="00CA52B4">
        <w:rPr>
          <w:rtl/>
        </w:rPr>
        <w:t>1367</w:t>
      </w:r>
      <w:r>
        <w:rPr>
          <w:rtl/>
        </w:rPr>
        <w:t xml:space="preserve"> ـ </w:t>
      </w:r>
      <w:r w:rsidRPr="00CA52B4">
        <w:rPr>
          <w:rtl/>
        </w:rPr>
        <w:t>أبو اليسر بن عمرو الأنصاري المتوفّى 55 ه‍</w:t>
      </w:r>
      <w:r>
        <w:rPr>
          <w:rtl/>
        </w:rPr>
        <w:t>.</w:t>
      </w:r>
    </w:p>
    <w:p w:rsidR="00843DF1" w:rsidRPr="00CA52B4" w:rsidRDefault="00843DF1" w:rsidP="00347E77">
      <w:pPr>
        <w:pStyle w:val="libNormal"/>
        <w:rPr>
          <w:rtl/>
          <w:lang w:bidi="fa-IR"/>
        </w:rPr>
      </w:pPr>
      <w:r w:rsidRPr="00CA52B4">
        <w:rPr>
          <w:rtl/>
          <w:lang w:bidi="fa-IR"/>
        </w:rPr>
        <w:t xml:space="preserve">صحابي ، فارس شهد بدرا والمشاهد ، وهو الذي أسر العباس. له أحاديث في كتب الفقه. وحضر وقعة صفّين ، وكان من الذين شهدوا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في وثيقة التحكيم. وجاء في بعض المراجع : إنّ اسمه كعب بن عمرو الأنصاري ، وقيل : إنّهما اثنان ، وذكروه في موضعين ، كذلك ذكرته في محلين من الكتاب والله العالم. مات عام خمس وخمسين ، وما جاء أبو اليسير فتحريف.</w:t>
      </w:r>
    </w:p>
    <w:p w:rsidR="00843DF1" w:rsidRPr="00CA52B4" w:rsidRDefault="00843DF1" w:rsidP="00B10281">
      <w:pPr>
        <w:pStyle w:val="libVar"/>
        <w:rPr>
          <w:rtl/>
          <w:lang w:bidi="fa-IR"/>
        </w:rPr>
      </w:pPr>
      <w:r w:rsidRPr="00CA52B4">
        <w:rPr>
          <w:rtl/>
          <w:lang w:bidi="fa-IR"/>
        </w:rPr>
        <w:t xml:space="preserve">الاستيعاب 4 / 219. أسد الغابة 5 / 323. الإصابة 4 / 221. أعيان الشيعة 7 / 181. تنقيح المقال 3 / 39 باب الكنى. تهذيب التهذيب 12 / 281. جامع الرواة 2 / 425. جمهرة أنساب العرب / 360. رجال الشيخ الطوسي / 64. رجال العلامة </w:t>
      </w:r>
      <w:r>
        <w:rPr>
          <w:rtl/>
          <w:lang w:bidi="fa-IR"/>
        </w:rPr>
        <w:t>(</w:t>
      </w:r>
      <w:r w:rsidRPr="00CA52B4">
        <w:rPr>
          <w:rtl/>
          <w:lang w:bidi="fa-IR"/>
        </w:rPr>
        <w:t>خلاصة الأقوال</w:t>
      </w:r>
      <w:r>
        <w:rPr>
          <w:rtl/>
          <w:lang w:bidi="fa-IR"/>
        </w:rPr>
        <w:t>)</w:t>
      </w:r>
      <w:r w:rsidRPr="00CA52B4">
        <w:rPr>
          <w:rtl/>
          <w:lang w:bidi="fa-IR"/>
        </w:rPr>
        <w:t xml:space="preserve"> 187. شرح ابن أبي الحديد 13 / 192 </w:t>
      </w:r>
      <w:r>
        <w:rPr>
          <w:rtl/>
          <w:lang w:bidi="fa-IR"/>
        </w:rPr>
        <w:t>و 1</w:t>
      </w:r>
      <w:r w:rsidRPr="00CA52B4">
        <w:rPr>
          <w:rtl/>
          <w:lang w:bidi="fa-IR"/>
        </w:rPr>
        <w:t xml:space="preserve">4 / 202 ، 210 </w:t>
      </w:r>
      <w:r>
        <w:rPr>
          <w:rtl/>
          <w:lang w:bidi="fa-IR"/>
        </w:rPr>
        <w:t>و 1</w:t>
      </w:r>
      <w:r w:rsidRPr="00CA52B4">
        <w:rPr>
          <w:rtl/>
          <w:lang w:bidi="fa-IR"/>
        </w:rPr>
        <w:t>5 / 27 ، 33. شذرات الذهب 1 / 61. الطبقات الكبرى 8 / 395. الغدير 9 / 364. قاموس الرجال 10 / 221. الكامل في التأريخ 2 / 128. مجمع الرجال 7 / 111. معجم رجال الحديث 22 / 88. منتهى المقال / 355. نقد الرجال / 401.</w:t>
      </w:r>
      <w:r>
        <w:rPr>
          <w:rFonts w:hint="cs"/>
          <w:rtl/>
          <w:lang w:bidi="fa-IR"/>
        </w:rPr>
        <w:t xml:space="preserve"> </w:t>
      </w:r>
      <w:r w:rsidRPr="00CA52B4">
        <w:rPr>
          <w:rtl/>
          <w:lang w:bidi="fa-IR"/>
        </w:rPr>
        <w:t>وقعة صفّين / 506.</w:t>
      </w:r>
    </w:p>
    <w:p w:rsidR="00843DF1" w:rsidRPr="00CA52B4" w:rsidRDefault="00843DF1" w:rsidP="00F445EC">
      <w:pPr>
        <w:pStyle w:val="Heading1Center"/>
        <w:rPr>
          <w:rtl/>
          <w:lang w:bidi="fa-IR"/>
        </w:rPr>
      </w:pPr>
      <w:r>
        <w:rPr>
          <w:rtl/>
          <w:lang w:bidi="fa-IR"/>
        </w:rPr>
        <w:br w:type="page"/>
      </w:r>
      <w:bookmarkStart w:id="24" w:name="_Toc75964363"/>
      <w:bookmarkStart w:id="25" w:name="_Toc76197526"/>
      <w:r w:rsidRPr="00CA52B4">
        <w:rPr>
          <w:rtl/>
          <w:lang w:bidi="fa-IR"/>
        </w:rPr>
        <w:lastRenderedPageBreak/>
        <w:t>النّساء</w:t>
      </w:r>
      <w:bookmarkEnd w:id="24"/>
      <w:bookmarkEnd w:id="25"/>
    </w:p>
    <w:p w:rsidR="00843DF1" w:rsidRPr="00CA52B4" w:rsidRDefault="00843DF1" w:rsidP="00EB70B9">
      <w:pPr>
        <w:pStyle w:val="libBold1"/>
        <w:rPr>
          <w:rtl/>
          <w:lang w:bidi="fa-IR"/>
        </w:rPr>
      </w:pPr>
      <w:r w:rsidRPr="00CA52B4">
        <w:rPr>
          <w:rtl/>
        </w:rPr>
        <w:t>1368</w:t>
      </w:r>
      <w:r>
        <w:rPr>
          <w:rtl/>
        </w:rPr>
        <w:t xml:space="preserve"> ـ </w:t>
      </w:r>
      <w:r w:rsidRPr="00CA52B4">
        <w:rPr>
          <w:rtl/>
        </w:rPr>
        <w:t>آمنة بنت الشريد</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كانت فصيحة اللسان ، حاضرة الجواب ، من شيعة عليّ بن أبي طالب ، ومناصريه ، أسمعت معاوية بن أبي سفيان في محاورتها معه كلاما قارصا ، وجوابا لاذعا. وذلك أنّه لما قتل عليّ بن أبي طالب </w:t>
      </w:r>
      <w:r>
        <w:rPr>
          <w:rtl/>
          <w:lang w:bidi="fa-IR"/>
        </w:rPr>
        <w:t>(</w:t>
      </w:r>
      <w:r w:rsidRPr="00CA52B4">
        <w:rPr>
          <w:rtl/>
          <w:lang w:bidi="fa-IR"/>
        </w:rPr>
        <w:t>عليه السلام</w:t>
      </w:r>
      <w:r>
        <w:rPr>
          <w:rtl/>
          <w:lang w:bidi="fa-IR"/>
        </w:rPr>
        <w:t>)</w:t>
      </w:r>
      <w:r w:rsidRPr="00CA52B4">
        <w:rPr>
          <w:rtl/>
          <w:lang w:bidi="fa-IR"/>
        </w:rPr>
        <w:t xml:space="preserve"> بعث معاوية في طلب شيعته فكان في من طلب عمرو بن الحمق الخزاعي ، فراغ منه. فأرسل إلى امرأته آمنة فحبسها في سجن دمشق سنتين. ثم إنّ عبد الرحمن بن الحكم ، ظفر بعمرو في بعض الجزيرة فقتله وبعث برأسه إلى معاوية. وهو أوّل رأس حمل في الإسلام. فلما أتى معاوية الرسول بالرأس بعث به إلى آمنة في السجن ، وقال للحرسي : احفظ ما تتكلم به حتى تؤديه إليّ واطرح الرأس في حجرها. ففعل هذا ، فارتاعت له ساعة ثم وضعت يدها على رأسها ، وقالت : وا حزناه لصغره في دار هوان ، وضيق من ضيمه سلطان ، نفيتموه عنّي طويلا ، وأهديتموه إليّ قتيلا ، فأهلا وسهلا بمن كنت له غير قالية ، وأنا له اليوم غير ناسية ، ارجع به أيّها الرسول إلى معاوية فقل له : ولا تطوه دونه.</w:t>
      </w:r>
    </w:p>
    <w:p w:rsidR="00843DF1" w:rsidRPr="00CA52B4" w:rsidRDefault="00843DF1" w:rsidP="00347E77">
      <w:pPr>
        <w:pStyle w:val="libNormal"/>
        <w:rPr>
          <w:rtl/>
          <w:lang w:bidi="fa-IR"/>
        </w:rPr>
      </w:pPr>
      <w:r w:rsidRPr="00CA52B4">
        <w:rPr>
          <w:rtl/>
          <w:lang w:bidi="fa-IR"/>
        </w:rPr>
        <w:t>أيتم الله ولدك ، وأوحش منك أهلك ، ولا غفر لك ذنبك.</w:t>
      </w:r>
    </w:p>
    <w:p w:rsidR="00843DF1" w:rsidRPr="00CA52B4" w:rsidRDefault="00843DF1" w:rsidP="00347E77">
      <w:pPr>
        <w:pStyle w:val="libNormal"/>
        <w:rPr>
          <w:rtl/>
          <w:lang w:bidi="fa-IR"/>
        </w:rPr>
      </w:pPr>
      <w:r w:rsidRPr="00CA52B4">
        <w:rPr>
          <w:rtl/>
          <w:lang w:bidi="fa-IR"/>
        </w:rPr>
        <w:t xml:space="preserve">فرجع الرسول إلى معاوية فأخبره بما قالت. فأرسل إليها فأتته وعنده نفر فيهم ، إياس بن حسل ، أخو مالك بن حسل ، وكان في شدقيه نتوء عن فيه لعظم كان في لسانه ، وثقل إذا تكلم. فقال لها معاوية : </w:t>
      </w:r>
      <w:r>
        <w:rPr>
          <w:rtl/>
          <w:lang w:bidi="fa-IR"/>
        </w:rPr>
        <w:t>أ</w:t>
      </w:r>
      <w:r w:rsidRPr="00CA52B4">
        <w:rPr>
          <w:rtl/>
          <w:lang w:bidi="fa-IR"/>
        </w:rPr>
        <w:t>أنت يا عدوة الله صاحبة الكلام الذي بلغني به</w:t>
      </w:r>
      <w:r>
        <w:rPr>
          <w:rtl/>
          <w:lang w:bidi="fa-IR"/>
        </w:rPr>
        <w:t>؟</w:t>
      </w:r>
      <w:r w:rsidRPr="00CA52B4">
        <w:rPr>
          <w:rtl/>
          <w:lang w:bidi="fa-IR"/>
        </w:rPr>
        <w:t xml:space="preserve"> قالت : نعم غير نازعة عنه ، ولا معتذرة منه ولا منكرة له ، فلعمري لقد اجتهدت في الدعاء ، إن نفع الاجتهاد ، وإنّ</w:t>
      </w:r>
    </w:p>
    <w:p w:rsidR="00843DF1" w:rsidRPr="00CA52B4" w:rsidRDefault="00843DF1" w:rsidP="00B10281">
      <w:pPr>
        <w:pStyle w:val="libNormal0"/>
        <w:rPr>
          <w:rtl/>
          <w:lang w:bidi="fa-IR"/>
        </w:rPr>
      </w:pPr>
      <w:r>
        <w:rPr>
          <w:rtl/>
          <w:lang w:bidi="fa-IR"/>
        </w:rPr>
        <w:br w:type="page"/>
      </w:r>
      <w:r w:rsidRPr="00CA52B4">
        <w:rPr>
          <w:rtl/>
          <w:lang w:bidi="fa-IR"/>
        </w:rPr>
        <w:lastRenderedPageBreak/>
        <w:t>الحق لمن وراء العباد ، وما بلغت شيئا من جزائك ، وإنّ الله بالنقمة من ورائك.</w:t>
      </w:r>
    </w:p>
    <w:p w:rsidR="00843DF1" w:rsidRPr="00CA52B4" w:rsidRDefault="00843DF1" w:rsidP="00347E77">
      <w:pPr>
        <w:pStyle w:val="libNormal"/>
        <w:rPr>
          <w:rtl/>
          <w:lang w:bidi="fa-IR"/>
        </w:rPr>
      </w:pPr>
      <w:r w:rsidRPr="00CA52B4">
        <w:rPr>
          <w:rtl/>
          <w:lang w:bidi="fa-IR"/>
        </w:rPr>
        <w:t>فأعرض عنها معاوية فقال إياس : اقتل هذه يا أمير المؤمنين</w:t>
      </w:r>
      <w:r>
        <w:rPr>
          <w:rtl/>
          <w:lang w:bidi="fa-IR"/>
        </w:rPr>
        <w:t>؟</w:t>
      </w:r>
      <w:r w:rsidRPr="00CA52B4">
        <w:rPr>
          <w:rtl/>
          <w:lang w:bidi="fa-IR"/>
        </w:rPr>
        <w:t xml:space="preserve"> فو الله ما كان زوجها أحق بالقتل منها. فالتفتت إليه فلما رأته ناتئ الشدقين ، ثقيل اللسان ، قالت : تبا لك ويلك بين لحييك كجثمان الضفدع ، ثم أنت تدعوه إلى قتلي كما قتل زوجي بالأمس ، إن تريد إلا أن تكون جبارا في الأرض وما تريد أن تكون من المصلحين</w:t>
      </w:r>
      <w:r>
        <w:rPr>
          <w:rtl/>
          <w:lang w:bidi="fa-IR"/>
        </w:rPr>
        <w:t>؟</w:t>
      </w:r>
    </w:p>
    <w:p w:rsidR="00843DF1" w:rsidRPr="00CA52B4" w:rsidRDefault="00843DF1" w:rsidP="00347E77">
      <w:pPr>
        <w:pStyle w:val="libNormal"/>
        <w:rPr>
          <w:rtl/>
          <w:lang w:bidi="fa-IR"/>
        </w:rPr>
      </w:pPr>
      <w:r w:rsidRPr="00CA52B4">
        <w:rPr>
          <w:rtl/>
          <w:lang w:bidi="fa-IR"/>
        </w:rPr>
        <w:t>فضحك معاوية ثم قال : لله درك اخرجي ثم لا أسمع بك في شيء من الشام. قالت : وأبي لأخرجن ثم لا تسمع لي في شيء من الشام ، فما الشام لي بحبيب ولا اعرج فيها على حميم ، وما هي لي بوطن ، ولا أحن فيها إلى سكن ، ولقد هظم فيها ديني ، وما قرت فيها عيني ، وما أنا فيها إليك بعائدة ، ولا حيث كنت بحامدة.</w:t>
      </w:r>
    </w:p>
    <w:p w:rsidR="00843DF1" w:rsidRPr="00CA52B4" w:rsidRDefault="00843DF1" w:rsidP="00347E77">
      <w:pPr>
        <w:pStyle w:val="libNormal"/>
        <w:rPr>
          <w:rtl/>
          <w:lang w:bidi="fa-IR"/>
        </w:rPr>
      </w:pPr>
      <w:r w:rsidRPr="00CA52B4">
        <w:rPr>
          <w:rtl/>
          <w:lang w:bidi="fa-IR"/>
        </w:rPr>
        <w:t>فأشار إليها ببنانه اخرجي. فخرجت وهي تقول : وا عجبا لمعاوية يكف عني لسانه ، ويشير إلى الخروج ببنانه ، أما والله ليعارضنه عمرو بكلام مؤيد شديد ، أوجع من نوافذ الحديد ، أو ما أنا بابنة الشريد. فخرجت وتلقاها الأسود الهلالي ، وكان رجلا أسود أصلع أسلع أصعل ، فسمعها وهي تقول ، فقال : لمن تعني هذه</w:t>
      </w:r>
      <w:r>
        <w:rPr>
          <w:rtl/>
          <w:lang w:bidi="fa-IR"/>
        </w:rPr>
        <w:t>؟</w:t>
      </w:r>
      <w:r w:rsidRPr="00CA52B4">
        <w:rPr>
          <w:rtl/>
          <w:lang w:bidi="fa-IR"/>
        </w:rPr>
        <w:t xml:space="preserve"> الأمير المؤمنين تعني ، عليها لعنة الله</w:t>
      </w:r>
      <w:r>
        <w:rPr>
          <w:rtl/>
          <w:lang w:bidi="fa-IR"/>
        </w:rPr>
        <w:t>؟</w:t>
      </w:r>
      <w:r w:rsidRPr="00CA52B4">
        <w:rPr>
          <w:rtl/>
          <w:lang w:bidi="fa-IR"/>
        </w:rPr>
        <w:t xml:space="preserve"> فالتفتت إليه فلما رأته قالت خزيا لك وجدعا ، </w:t>
      </w:r>
      <w:r>
        <w:rPr>
          <w:rtl/>
          <w:lang w:bidi="fa-IR"/>
        </w:rPr>
        <w:t>أ</w:t>
      </w:r>
      <w:r w:rsidRPr="00CA52B4">
        <w:rPr>
          <w:rtl/>
          <w:lang w:bidi="fa-IR"/>
        </w:rPr>
        <w:t>تلعنني واللعنة بين جنبيك ، وما بين قرنيك إلى قدميك. اخسأ يا هامة الصعل ، ووجه الجعل ، فأذلل بك نصيرا ، وأقلل بك ظهيرا.</w:t>
      </w:r>
    </w:p>
    <w:p w:rsidR="00843DF1" w:rsidRPr="00CA52B4" w:rsidRDefault="00843DF1" w:rsidP="00347E77">
      <w:pPr>
        <w:pStyle w:val="libNormal"/>
        <w:rPr>
          <w:rtl/>
          <w:lang w:bidi="fa-IR"/>
        </w:rPr>
      </w:pPr>
      <w:r w:rsidRPr="00CA52B4">
        <w:rPr>
          <w:rtl/>
          <w:lang w:bidi="fa-IR"/>
        </w:rPr>
        <w:t xml:space="preserve">فبهت الأسلع ينظر إليها ثم سأل عنها ، فأخبر فأقبل إليها معتذرا خوفا من لسانها. فقالت : قد قبلت عذرك وإن تعد أعد ، ثم لا استقيل ولا أراقب فيك. فبلغ ذلك معاوية ، فقال زعمت يا أسلع أنّك لا تواقف من يغلبك </w:t>
      </w:r>
      <w:r>
        <w:rPr>
          <w:rtl/>
          <w:lang w:bidi="fa-IR"/>
        </w:rPr>
        <w:t>أ</w:t>
      </w:r>
      <w:r w:rsidRPr="00CA52B4">
        <w:rPr>
          <w:rtl/>
          <w:lang w:bidi="fa-IR"/>
        </w:rPr>
        <w:t xml:space="preserve">ما علمت إن حرارة المتبول ليست بمخالسة نوافذ الكلام عند مواقف الخصام ، </w:t>
      </w:r>
      <w:r>
        <w:rPr>
          <w:rtl/>
          <w:lang w:bidi="fa-IR"/>
        </w:rPr>
        <w:t>أ</w:t>
      </w:r>
      <w:r w:rsidRPr="00CA52B4">
        <w:rPr>
          <w:rtl/>
          <w:lang w:bidi="fa-IR"/>
        </w:rPr>
        <w:t>فلا تركت كلامها قبل البصبصة منها والاعتذار إليها. قال : إي والله يا أمير</w:t>
      </w:r>
    </w:p>
    <w:p w:rsidR="00843DF1" w:rsidRPr="00CA52B4" w:rsidRDefault="00843DF1" w:rsidP="00B10281">
      <w:pPr>
        <w:pStyle w:val="libNormal0"/>
        <w:rPr>
          <w:rtl/>
          <w:lang w:bidi="fa-IR"/>
        </w:rPr>
      </w:pPr>
      <w:r>
        <w:rPr>
          <w:rtl/>
          <w:lang w:bidi="fa-IR"/>
        </w:rPr>
        <w:br w:type="page"/>
      </w:r>
      <w:r w:rsidRPr="00CA52B4">
        <w:rPr>
          <w:rtl/>
          <w:lang w:bidi="fa-IR"/>
        </w:rPr>
        <w:lastRenderedPageBreak/>
        <w:t>المؤمنين ، لم أكن أرى شيئا من النساء يبلغ من معاضيل الكلام ما بلغت هذه المرأة حالستها فإذا هي تحمل قلبا شديدا ، ولسانا حديدا ، وجوابا عتيدا ، وهالتني رعبا واوسعتني سبا. ثم التفت معاوية إلى عبيد بن أوس ، فقال :</w:t>
      </w:r>
      <w:r>
        <w:rPr>
          <w:rFonts w:hint="cs"/>
          <w:rtl/>
          <w:lang w:bidi="fa-IR"/>
        </w:rPr>
        <w:t xml:space="preserve"> </w:t>
      </w:r>
      <w:r w:rsidRPr="00CA52B4">
        <w:rPr>
          <w:rtl/>
          <w:lang w:bidi="fa-IR"/>
        </w:rPr>
        <w:t>ابعث لها ما تقطع به عنا لسانها ، وتقضي به ما ذكرت من دينها وتخف به إلى بلادها ، وقال : اللهم اكفني شر لسانها.</w:t>
      </w:r>
    </w:p>
    <w:p w:rsidR="00843DF1" w:rsidRPr="00CA52B4" w:rsidRDefault="00843DF1" w:rsidP="00347E77">
      <w:pPr>
        <w:pStyle w:val="libNormal"/>
        <w:rPr>
          <w:rtl/>
          <w:lang w:bidi="fa-IR"/>
        </w:rPr>
      </w:pPr>
      <w:r w:rsidRPr="00CA52B4">
        <w:rPr>
          <w:rtl/>
          <w:lang w:bidi="fa-IR"/>
        </w:rPr>
        <w:t>فلما أتاها الرسول بما أمر به معاوية ، قالت : يا عجبى لمعاوية يقتل زوجي ، ويبعث إليّ بالجوائز فليت أبي كرب سد عني حره صله خذ من الرضعة ما عليها. فأخذت ذلك وخرجت تريد الجزيرة ، فمرت بحمص فقتلها الطاعون. فبلغ ذلك الأسلع فأقبل إلى معاوية كالمبشر له فقال له :</w:t>
      </w:r>
      <w:r>
        <w:rPr>
          <w:rFonts w:hint="cs"/>
          <w:rtl/>
          <w:lang w:bidi="fa-IR"/>
        </w:rPr>
        <w:t xml:space="preserve"> </w:t>
      </w:r>
      <w:r w:rsidRPr="00CA52B4">
        <w:rPr>
          <w:rtl/>
          <w:lang w:bidi="fa-IR"/>
        </w:rPr>
        <w:t>أفرخ روعك يا أمير المؤمنين ، قد استجيبت دعوتك في ابنة الشريد ، وقد كفيت شرّ لسانها. قال : وكيف ذلك</w:t>
      </w:r>
      <w:r>
        <w:rPr>
          <w:rtl/>
          <w:lang w:bidi="fa-IR"/>
        </w:rPr>
        <w:t>؟</w:t>
      </w:r>
      <w:r w:rsidRPr="00CA52B4">
        <w:rPr>
          <w:rtl/>
          <w:lang w:bidi="fa-IR"/>
        </w:rPr>
        <w:t xml:space="preserve"> قال : مرت بحمص فقتلها الطاعون. فقال له معاوية : فنفسك فبشّر بما أحببت فإنّ موتها لم يكن على أحد أروح منه عليك ، ولعمري ما انتصفت منها حين أفرغت عليك شؤبوبا وبيلا. فقال الأسلع : ما أصابني من حرارة لسانها شيء إلّا وقد أصابك مثله أو أشد منه.</w:t>
      </w:r>
    </w:p>
    <w:p w:rsidR="00843DF1" w:rsidRPr="00CA52B4" w:rsidRDefault="00843DF1" w:rsidP="00B10281">
      <w:pPr>
        <w:pStyle w:val="libVar"/>
        <w:rPr>
          <w:rtl/>
          <w:lang w:bidi="fa-IR"/>
        </w:rPr>
      </w:pPr>
      <w:r w:rsidRPr="00CA52B4">
        <w:rPr>
          <w:rtl/>
          <w:lang w:bidi="fa-IR"/>
        </w:rPr>
        <w:t>أعلام النساء 1 / 11. الأعلام 1 / 18. أعيان الشيعة 5 / 29 ط 2. البداية والنهاية 8 / 48. بلاغات النساء / 59.</w:t>
      </w:r>
    </w:p>
    <w:p w:rsidR="00843DF1" w:rsidRPr="00CA52B4" w:rsidRDefault="00843DF1" w:rsidP="00EB70B9">
      <w:pPr>
        <w:pStyle w:val="libBold1"/>
        <w:rPr>
          <w:rtl/>
          <w:lang w:bidi="fa-IR"/>
        </w:rPr>
      </w:pPr>
      <w:r w:rsidRPr="00CA52B4">
        <w:rPr>
          <w:rtl/>
        </w:rPr>
        <w:t>1369</w:t>
      </w:r>
      <w:r>
        <w:rPr>
          <w:rtl/>
        </w:rPr>
        <w:t xml:space="preserve"> ـ </w:t>
      </w:r>
      <w:r w:rsidRPr="00CA52B4">
        <w:rPr>
          <w:rtl/>
        </w:rPr>
        <w:t>أروى بنت الحارث بن عبد المطلب القرشية توفيت حدود 50 ه‍</w:t>
      </w:r>
      <w:r>
        <w:rPr>
          <w:rtl/>
        </w:rPr>
        <w:t>.</w:t>
      </w:r>
    </w:p>
    <w:p w:rsidR="00843DF1" w:rsidRPr="00CA52B4" w:rsidRDefault="00843DF1" w:rsidP="00347E77">
      <w:pPr>
        <w:pStyle w:val="libNormal"/>
        <w:rPr>
          <w:rtl/>
          <w:lang w:bidi="fa-IR"/>
        </w:rPr>
      </w:pPr>
      <w:r w:rsidRPr="00CA52B4">
        <w:rPr>
          <w:rtl/>
          <w:lang w:bidi="fa-IR"/>
        </w:rPr>
        <w:t xml:space="preserve">من ربات البلاغة والبيان ، وكانت أغلظ الوافدات على معاوية بن أبي سفيان خطابا. عاشت إلى زمنه وكان مقامها بالمدينة. وفدت عليه إلى دمشق ، وهي عجوز كبيرة ، فلما رآها معاوية ، قال : مرحبا بك يا عمة ، قالت : كيف أنت يا ابن أخي لقد كفرت بعدي بالنعمة ، وأسأت لابن عمك الصحبة ، وتسميت بغير اسمك ، وأخذت غير حقّك ، بغير بلاء كان منك ، ولا من آبائك في الإسلام ، ولقد كفرتم بما جاء محمد </w:t>
      </w:r>
      <w:r>
        <w:rPr>
          <w:rtl/>
          <w:lang w:bidi="fa-IR"/>
        </w:rPr>
        <w:t>(</w:t>
      </w:r>
      <w:r w:rsidRPr="00CA52B4">
        <w:rPr>
          <w:rtl/>
          <w:lang w:bidi="fa-IR"/>
        </w:rPr>
        <w:t>صلّى الله عليه وآله وسلّم</w:t>
      </w:r>
      <w:r>
        <w:rPr>
          <w:rtl/>
          <w:lang w:bidi="fa-IR"/>
        </w:rPr>
        <w:t>)</w:t>
      </w:r>
      <w:r w:rsidRPr="00CA52B4">
        <w:rPr>
          <w:rtl/>
          <w:lang w:bidi="fa-IR"/>
        </w:rPr>
        <w:t xml:space="preserve"> فأتعس الله منكم الجدود ، وأصعر منكم الخدود ، حتّى ردّ الله الحق إلى أهله ، وكانت</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كلمة الله هي العليا ، ونبينا محمد </w:t>
      </w:r>
      <w:r>
        <w:rPr>
          <w:rtl/>
          <w:lang w:bidi="fa-IR"/>
        </w:rPr>
        <w:t>(</w:t>
      </w:r>
      <w:r w:rsidRPr="00CA52B4">
        <w:rPr>
          <w:rtl/>
          <w:lang w:bidi="fa-IR"/>
        </w:rPr>
        <w:t>صلّى الله عليه وآله وسلّم</w:t>
      </w:r>
      <w:r>
        <w:rPr>
          <w:rtl/>
          <w:lang w:bidi="fa-IR"/>
        </w:rPr>
        <w:t>)</w:t>
      </w:r>
      <w:r w:rsidRPr="00CA52B4">
        <w:rPr>
          <w:rtl/>
          <w:lang w:bidi="fa-IR"/>
        </w:rPr>
        <w:t xml:space="preserve"> هو المنصور على من ناواه ، ولو كره المشركون.</w:t>
      </w:r>
    </w:p>
    <w:p w:rsidR="00843DF1" w:rsidRPr="00CA52B4" w:rsidRDefault="00843DF1" w:rsidP="00347E77">
      <w:pPr>
        <w:pStyle w:val="libNormal"/>
        <w:rPr>
          <w:rtl/>
          <w:lang w:bidi="fa-IR"/>
        </w:rPr>
      </w:pPr>
      <w:r w:rsidRPr="00CA52B4">
        <w:rPr>
          <w:rtl/>
          <w:lang w:bidi="fa-IR"/>
        </w:rPr>
        <w:t xml:space="preserve">فكنا أهل البيت أعظم الناس في الدين حظا ونصيبا وقدرا ، حتّى قبض الله نبيه </w:t>
      </w:r>
      <w:r>
        <w:rPr>
          <w:rtl/>
          <w:lang w:bidi="fa-IR"/>
        </w:rPr>
        <w:t>(</w:t>
      </w:r>
      <w:r w:rsidRPr="00CA52B4">
        <w:rPr>
          <w:rtl/>
          <w:lang w:bidi="fa-IR"/>
        </w:rPr>
        <w:t>صلّى الله عليه وآله وسلّم</w:t>
      </w:r>
      <w:r>
        <w:rPr>
          <w:rtl/>
          <w:lang w:bidi="fa-IR"/>
        </w:rPr>
        <w:t>)</w:t>
      </w:r>
      <w:r w:rsidRPr="00CA52B4">
        <w:rPr>
          <w:rtl/>
          <w:lang w:bidi="fa-IR"/>
        </w:rPr>
        <w:t xml:space="preserve"> مغفورا ذنبه مرفوعا درجته ، شريفا عند الله ، مرضيا ، فصرنا أهل البيت منكم بمنزلة قوم موسى من آل فرعون ، يذبحون أبناءهم ، ويستحيون نساءهم ، وصار ابن عمّ سيد المرسلين فيكم بعد نبينا بمنزلة هارون من موسى ، حيث يقول : يا ابن أم القوم استضعفوني وكادوا يقتلونني.</w:t>
      </w:r>
      <w:r>
        <w:rPr>
          <w:rFonts w:hint="cs"/>
          <w:rtl/>
          <w:lang w:bidi="fa-IR"/>
        </w:rPr>
        <w:t xml:space="preserve"> </w:t>
      </w:r>
      <w:r w:rsidRPr="00CA52B4">
        <w:rPr>
          <w:rtl/>
          <w:lang w:bidi="fa-IR"/>
        </w:rPr>
        <w:t>ولم يجمع بعد رسول الله صلّى الله عليه وو سلّم لنا شمل ، ولم يسهل لنا وعر ، وغايتنا الجنة ، وغايتكم النار.</w:t>
      </w:r>
    </w:p>
    <w:p w:rsidR="00843DF1" w:rsidRPr="00CA52B4" w:rsidRDefault="00843DF1" w:rsidP="00347E77">
      <w:pPr>
        <w:pStyle w:val="libNormal"/>
        <w:rPr>
          <w:rtl/>
          <w:lang w:bidi="fa-IR"/>
        </w:rPr>
      </w:pPr>
      <w:r w:rsidRPr="00CA52B4">
        <w:rPr>
          <w:rtl/>
          <w:lang w:bidi="fa-IR"/>
        </w:rPr>
        <w:t>قال عمرو بن العاص : أيتها العجوز الضالة ، أقصري من قولك وغضّي من طرفك ، قالت : ومن أنت لا أم لك</w:t>
      </w:r>
      <w:r>
        <w:rPr>
          <w:rtl/>
          <w:lang w:bidi="fa-IR"/>
        </w:rPr>
        <w:t>؟</w:t>
      </w:r>
      <w:r w:rsidRPr="00CA52B4">
        <w:rPr>
          <w:rtl/>
          <w:lang w:bidi="fa-IR"/>
        </w:rPr>
        <w:t xml:space="preserve"> قال : عمرو بن العاص.</w:t>
      </w:r>
      <w:r>
        <w:rPr>
          <w:rFonts w:hint="cs"/>
          <w:rtl/>
          <w:lang w:bidi="fa-IR"/>
        </w:rPr>
        <w:t xml:space="preserve"> </w:t>
      </w:r>
      <w:r w:rsidRPr="00CA52B4">
        <w:rPr>
          <w:rtl/>
          <w:lang w:bidi="fa-IR"/>
        </w:rPr>
        <w:t xml:space="preserve">قالت : يا ابن اللخناء النابغة </w:t>
      </w:r>
      <w:r>
        <w:rPr>
          <w:rtl/>
          <w:lang w:bidi="fa-IR"/>
        </w:rPr>
        <w:t>أ</w:t>
      </w:r>
      <w:r w:rsidRPr="00CA52B4">
        <w:rPr>
          <w:rtl/>
          <w:lang w:bidi="fa-IR"/>
        </w:rPr>
        <w:t>تكلّمني ، أربع على ظلعك ، وأعن بشأن نفسك ، فو الله ما أنت من قريش في اللباب من حسبها ، ولا كريم منصبها ، ولقد ادعاك ستة من قريش كله يزعم أنّه أبوك ، ولقد رأيت أمك أيام منى بمكة ، مع كل عبد عاهر فأثم بهم فإنّك بهم أشبه. فقال مروان بن الحكم :</w:t>
      </w:r>
      <w:r>
        <w:rPr>
          <w:rFonts w:hint="cs"/>
          <w:rtl/>
          <w:lang w:bidi="fa-IR"/>
        </w:rPr>
        <w:t xml:space="preserve"> </w:t>
      </w:r>
      <w:r w:rsidRPr="00CA52B4">
        <w:rPr>
          <w:rtl/>
          <w:lang w:bidi="fa-IR"/>
        </w:rPr>
        <w:t xml:space="preserve">أيتها العجوز الضالة ، ساخ بصرك مع ذهاب عقلك فلا تجوز شهادتك ، قالت : يا بني </w:t>
      </w:r>
      <w:r>
        <w:rPr>
          <w:rtl/>
          <w:lang w:bidi="fa-IR"/>
        </w:rPr>
        <w:t>أ</w:t>
      </w:r>
      <w:r w:rsidRPr="00CA52B4">
        <w:rPr>
          <w:rtl/>
          <w:lang w:bidi="fa-IR"/>
        </w:rPr>
        <w:t>تتكلم فو الله لأنت إلى سفيان بن الحارث بن كلدة أشبه منك بالحكم ، وإنّك لشبهة في زرقة عينيك وحمرة شعرك ، مع قصر قامته ، وظاهر دمامته ، ولقد رأيت الحكم ماد القامة ظاهر الأمة سبط الشعر ، وما بينكما من قرابة إلا كقرابة الفرس الضامر من الأتان المقرب ، فاسأل أمك عما ذكرت لك ، فإنّها تخبرك بشأن أبيك إن صدقت.</w:t>
      </w:r>
    </w:p>
    <w:p w:rsidR="00843DF1" w:rsidRPr="00CA52B4" w:rsidRDefault="00843DF1" w:rsidP="00347E77">
      <w:pPr>
        <w:pStyle w:val="libNormal"/>
        <w:rPr>
          <w:rtl/>
          <w:lang w:bidi="fa-IR"/>
        </w:rPr>
      </w:pPr>
      <w:r w:rsidRPr="00CA52B4">
        <w:rPr>
          <w:rtl/>
          <w:lang w:bidi="fa-IR"/>
        </w:rPr>
        <w:t>ثم التفتت إلى معاوية فقالت : والله ما عرضني لهؤلاء غيرك ، وإنّ أمك هند القائلة في يوم أحد ، في قتل حمزة رحمة الله عليه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نحن جزيناكم بيوم بدر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الحرب يوم الحرب ذات سعر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ما كان عن عتبة لي من صبر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أبي وعمي وأخي وصهري </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sidRPr="00CA52B4">
              <w:rPr>
                <w:rtl/>
                <w:lang w:bidi="fa-IR"/>
              </w:rPr>
              <w:lastRenderedPageBreak/>
              <w:t xml:space="preserve">شفيت وحشي غليل صدري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شفيت نفسي وقضيت نذري </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فشكر وحشي علي عمري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 xml:space="preserve">حتى تغيب أعظمي في قبري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فأجبتها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يا بنت رقاع عظيم الكفر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خزيت في بدر وغير بدر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صبّحك الله قبيل الفجر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بالهاشميين الطوال الزهر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بكل قطاع ، حسام يفري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حمزة ليثي ، وعليّ صقري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إذ رام شبيب وأبوك غدري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أعطيت وحشي ضمير الصدر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هتك وحشي حجاب الستر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ما للبغايا بعدها من فخر</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فقال معاوية ، لمروان ، وعمرو : ويلكما أنتما عرضتماني لها ، وأسمعتماني ما أكره. ثم قال لها : يا عمة اقصدي قصد حاجتك ، ودعي عنك أساطير النساء ، قالت : تأمر لي بألفي دينار ، وألفي دينار ، وألفي دينار. قال : ما تصنعين يا عمة بألفي دينار</w:t>
      </w:r>
      <w:r>
        <w:rPr>
          <w:rtl/>
          <w:lang w:bidi="fa-IR"/>
        </w:rPr>
        <w:t>؟</w:t>
      </w:r>
      <w:r w:rsidRPr="00CA52B4">
        <w:rPr>
          <w:rtl/>
          <w:lang w:bidi="fa-IR"/>
        </w:rPr>
        <w:t xml:space="preserve"> قالت : أشتري بها عينا خرخارة في أرض خوارة ، تكون لولد الحارث بن عبد المطلب ، قال : نعم الموضع وضعتها. فما تصنعين بألفي دينار</w:t>
      </w:r>
      <w:r>
        <w:rPr>
          <w:rtl/>
          <w:lang w:bidi="fa-IR"/>
        </w:rPr>
        <w:t>؟</w:t>
      </w:r>
      <w:r w:rsidRPr="00CA52B4">
        <w:rPr>
          <w:rtl/>
          <w:lang w:bidi="fa-IR"/>
        </w:rPr>
        <w:t xml:space="preserve"> قالت : أزوج بها فتيان عبد المطلب من أكفائهم. قال : نعم الموضع وضعتها. فما تصنعين بألفي دينار</w:t>
      </w:r>
      <w:r>
        <w:rPr>
          <w:rtl/>
          <w:lang w:bidi="fa-IR"/>
        </w:rPr>
        <w:t>؟</w:t>
      </w:r>
      <w:r w:rsidRPr="00CA52B4">
        <w:rPr>
          <w:rtl/>
          <w:lang w:bidi="fa-IR"/>
        </w:rPr>
        <w:t xml:space="preserve"> قالت :</w:t>
      </w:r>
      <w:r>
        <w:rPr>
          <w:rFonts w:hint="cs"/>
          <w:rtl/>
          <w:lang w:bidi="fa-IR"/>
        </w:rPr>
        <w:t xml:space="preserve"> </w:t>
      </w:r>
      <w:r w:rsidRPr="00CA52B4">
        <w:rPr>
          <w:rtl/>
          <w:lang w:bidi="fa-IR"/>
        </w:rPr>
        <w:t>أستعين بها على عسر المدينة وزيارة بيت الله الحرام. قال : نعم الموضع وضعتها هي لك نعم وكرامة. ثم قال : أما والله لو كان عليّ ما أمر لك بها.</w:t>
      </w:r>
      <w:r>
        <w:rPr>
          <w:rFonts w:hint="cs"/>
          <w:rtl/>
          <w:lang w:bidi="fa-IR"/>
        </w:rPr>
        <w:t xml:space="preserve"> </w:t>
      </w:r>
      <w:r w:rsidRPr="00CA52B4">
        <w:rPr>
          <w:rtl/>
          <w:lang w:bidi="fa-IR"/>
        </w:rPr>
        <w:t>قالت : صدقت إنّ عليا أدى الأمانة ، وعمل بأمر الله ، وأخذ به ، وأنت ضيعت أمانتك ، وخنت الله في ماله ، فأعطيت مال الله من لا يستحقه ، وقد فرض الله في كتابه الحقوق لأهلها ، وبيّنها فلم تأخذ بها ، ودعانا عليّ إلى أخذ حقنا الذي فرض الله لنا ، فشغل بحربك عن وضع الأمور مواضعها ، وما سألتك مالك شيئا فتمنّ به ، إنّما سألتك حقنا ولا نرى أخذ شيء غير حقنا ، أتذكر عليا فضّ الله فاك ، وأجهد بلاءك ، ثم علا بكاؤها وقالت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ألا يا عين ويحك أسعدينا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ألا وأبكي أمير المؤمنينا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رزينا خير من ركب المطايا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فارسها ومن ركب السفينا</w:t>
            </w:r>
            <w:r w:rsidRPr="00B10281">
              <w:rPr>
                <w:rStyle w:val="libPoemTiniCharChar"/>
                <w:rtl/>
              </w:rPr>
              <w:br/>
              <w:t> </w:t>
            </w:r>
          </w:p>
        </w:tc>
      </w:tr>
    </w:tbl>
    <w:p w:rsidR="00843DF1" w:rsidRPr="00CA52B4" w:rsidRDefault="00843DF1" w:rsidP="00347E77">
      <w:pPr>
        <w:pStyle w:val="libNormal"/>
      </w:pPr>
    </w:p>
    <w:p w:rsidR="00843DF1" w:rsidRPr="00CA52B4" w:rsidRDefault="00843DF1" w:rsidP="00B10281">
      <w:pPr>
        <w:pStyle w:val="libPoem"/>
        <w:rPr>
          <w:rtl/>
          <w:lang w:bidi="fa-IR"/>
        </w:rPr>
      </w:pPr>
      <w:r>
        <w:rPr>
          <w:rtl/>
          <w:lang w:bidi="fa-IR"/>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011"/>
        <w:gridCol w:w="444"/>
        <w:gridCol w:w="5012"/>
      </w:tblGrid>
      <w:tr w:rsidR="00843DF1" w:rsidRPr="00CA52B4" w:rsidTr="00C360D4">
        <w:trPr>
          <w:tblCellSpacing w:w="15" w:type="dxa"/>
          <w:jc w:val="center"/>
        </w:trPr>
        <w:tc>
          <w:tcPr>
            <w:tcW w:w="2400" w:type="pct"/>
            <w:vAlign w:val="center"/>
            <w:hideMark/>
          </w:tcPr>
          <w:p w:rsidR="00843DF1" w:rsidRPr="00CA52B4" w:rsidRDefault="00843DF1" w:rsidP="00B10281">
            <w:pPr>
              <w:pStyle w:val="libPoem"/>
              <w:rPr>
                <w:rtl/>
                <w:lang w:bidi="fa-IR"/>
              </w:rPr>
            </w:pPr>
            <w:r>
              <w:rPr>
                <w:rtl/>
                <w:lang w:bidi="fa-IR"/>
              </w:rPr>
              <w:lastRenderedPageBreak/>
              <w:t>و</w:t>
            </w:r>
            <w:r w:rsidRPr="00CA52B4">
              <w:rPr>
                <w:rtl/>
                <w:lang w:bidi="fa-IR"/>
              </w:rPr>
              <w:t>من لبس النعال أو احتذاها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من قرأ المثاني والمئينا</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sidRPr="00CA52B4">
              <w:rPr>
                <w:rtl/>
                <w:lang w:bidi="fa-IR"/>
              </w:rPr>
              <w:t xml:space="preserve">إذا استقبلت وجه أبي حسين </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رأيت البدر راع الناظرينا</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Pr>
                <w:rtl/>
                <w:lang w:bidi="fa-IR"/>
              </w:rPr>
              <w:t>و</w:t>
            </w:r>
            <w:r w:rsidRPr="00CA52B4">
              <w:rPr>
                <w:rtl/>
                <w:lang w:bidi="fa-IR"/>
              </w:rPr>
              <w:t>لا والله لا أنسى عليا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Pr>
                <w:rtl/>
                <w:lang w:bidi="fa-IR"/>
              </w:rPr>
              <w:t>و</w:t>
            </w:r>
            <w:r w:rsidRPr="00CA52B4">
              <w:rPr>
                <w:rtl/>
                <w:lang w:bidi="fa-IR"/>
              </w:rPr>
              <w:t>حسن صلاته في الراكعينا</w:t>
            </w:r>
            <w:r w:rsidRPr="00B10281">
              <w:rPr>
                <w:rStyle w:val="libPoemTiniCharChar"/>
                <w:rtl/>
              </w:rPr>
              <w:br/>
              <w:t> </w:t>
            </w:r>
          </w:p>
        </w:tc>
      </w:tr>
      <w:tr w:rsidR="00843DF1" w:rsidRPr="00CA52B4" w:rsidTr="00C360D4">
        <w:trPr>
          <w:tblCellSpacing w:w="15" w:type="dxa"/>
          <w:jc w:val="center"/>
        </w:trPr>
        <w:tc>
          <w:tcPr>
            <w:tcW w:w="2400" w:type="pct"/>
            <w:vAlign w:val="center"/>
            <w:hideMark/>
          </w:tcPr>
          <w:p w:rsidR="00843DF1" w:rsidRPr="00CA52B4" w:rsidRDefault="00843DF1" w:rsidP="00B10281">
            <w:pPr>
              <w:pStyle w:val="libPoem"/>
            </w:pPr>
            <w:r>
              <w:rPr>
                <w:rtl/>
                <w:lang w:bidi="fa-IR"/>
              </w:rPr>
              <w:t>أ</w:t>
            </w:r>
            <w:r w:rsidRPr="00CA52B4">
              <w:rPr>
                <w:rtl/>
                <w:lang w:bidi="fa-IR"/>
              </w:rPr>
              <w:t>في الشهر الحرام فجمعتمونا</w:t>
            </w:r>
            <w:r w:rsidRPr="00B10281">
              <w:rPr>
                <w:rStyle w:val="libPoemTiniCharChar"/>
                <w:rtl/>
              </w:rPr>
              <w:br/>
              <w:t> </w:t>
            </w:r>
          </w:p>
        </w:tc>
        <w:tc>
          <w:tcPr>
            <w:tcW w:w="200" w:type="pct"/>
            <w:vAlign w:val="center"/>
            <w:hideMark/>
          </w:tcPr>
          <w:p w:rsidR="00843DF1" w:rsidRPr="00CA52B4" w:rsidRDefault="00843DF1" w:rsidP="00B10281">
            <w:pPr>
              <w:pStyle w:val="libPoem"/>
            </w:pPr>
            <w:r w:rsidRPr="00CA52B4">
              <w:rPr>
                <w:rtl/>
              </w:rPr>
              <w:t> </w:t>
            </w:r>
          </w:p>
        </w:tc>
        <w:tc>
          <w:tcPr>
            <w:tcW w:w="2400" w:type="pct"/>
            <w:vAlign w:val="center"/>
            <w:hideMark/>
          </w:tcPr>
          <w:p w:rsidR="00843DF1" w:rsidRPr="00CA52B4" w:rsidRDefault="00843DF1" w:rsidP="00B10281">
            <w:pPr>
              <w:pStyle w:val="libPoem"/>
            </w:pPr>
            <w:r w:rsidRPr="00CA52B4">
              <w:rPr>
                <w:rtl/>
                <w:lang w:bidi="fa-IR"/>
              </w:rPr>
              <w:t>بخير الناس طرّا أجمعينا</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فأمر معاوية لها بستة آلاف دينار. وقال لها : يا عمة أنفقي هذه فيما تحبين ، فإذا احتجت فاكتبي إلى ابن أخيك ، يحسن صفدك ومعونتك إن شاء الله.</w:t>
      </w:r>
    </w:p>
    <w:p w:rsidR="00843DF1" w:rsidRPr="00CA52B4" w:rsidRDefault="00843DF1" w:rsidP="00347E77">
      <w:pPr>
        <w:pStyle w:val="libNormal"/>
        <w:rPr>
          <w:rtl/>
          <w:lang w:bidi="fa-IR"/>
        </w:rPr>
      </w:pPr>
      <w:r w:rsidRPr="00CA52B4">
        <w:rPr>
          <w:rtl/>
          <w:lang w:bidi="fa-IR"/>
        </w:rPr>
        <w:t>وفي رواية ، قال لها معاوية : عفا الله عما سلف يا خالة ، هات حاجتك. قالت : مالي إليك حاجة وخرجت عنه. فقال معاوية لأصحابه :</w:t>
      </w:r>
      <w:r>
        <w:rPr>
          <w:rFonts w:hint="cs"/>
          <w:rtl/>
          <w:lang w:bidi="fa-IR"/>
        </w:rPr>
        <w:t xml:space="preserve"> </w:t>
      </w:r>
      <w:r w:rsidRPr="00CA52B4">
        <w:rPr>
          <w:rtl/>
          <w:lang w:bidi="fa-IR"/>
        </w:rPr>
        <w:t>والله لو كلمها من في مجلسي جميعا لأجابت كل واحد بغير ما تجيب به الآخر ، وإنّ نساء بني هاشم لأفصح من رجال غيرهم. وعادت إلى المدينة.</w:t>
      </w:r>
    </w:p>
    <w:p w:rsidR="00843DF1" w:rsidRPr="00CA52B4" w:rsidRDefault="00843DF1" w:rsidP="00B10281">
      <w:pPr>
        <w:pStyle w:val="libVar"/>
        <w:rPr>
          <w:rtl/>
          <w:lang w:bidi="fa-IR"/>
        </w:rPr>
      </w:pPr>
      <w:r w:rsidRPr="00CA52B4">
        <w:rPr>
          <w:rtl/>
          <w:lang w:bidi="fa-IR"/>
        </w:rPr>
        <w:t>الاستيعاب 4 / 224. أسد الغابة 4 / 390. الإصابة 4 / 227. الأعلام 1 / 279.</w:t>
      </w:r>
      <w:r>
        <w:rPr>
          <w:rFonts w:hint="cs"/>
          <w:rtl/>
          <w:lang w:bidi="fa-IR"/>
        </w:rPr>
        <w:t xml:space="preserve"> </w:t>
      </w:r>
      <w:r w:rsidRPr="00CA52B4">
        <w:rPr>
          <w:rtl/>
          <w:lang w:bidi="fa-IR"/>
        </w:rPr>
        <w:t xml:space="preserve">أعلام النساء 1 / 28. أعيان الشيعة 10 / 302 ط 2. بلاغات النساء / 27. جمهرة أنساب العرب / 164. الدر المنثور / 25. شاعرات العرب / 3. الطبقات الكبرى 5 / 453. العقد الفريد 1 / 302 </w:t>
      </w:r>
      <w:r>
        <w:rPr>
          <w:rtl/>
          <w:lang w:bidi="fa-IR"/>
        </w:rPr>
        <w:t>و 5</w:t>
      </w:r>
      <w:r w:rsidRPr="00CA52B4">
        <w:rPr>
          <w:rtl/>
          <w:lang w:bidi="fa-IR"/>
        </w:rPr>
        <w:t xml:space="preserve"> / 5. الغدير 2 / 121 </w:t>
      </w:r>
      <w:r>
        <w:rPr>
          <w:rtl/>
          <w:lang w:bidi="fa-IR"/>
        </w:rPr>
        <w:t>و 1</w:t>
      </w:r>
      <w:r w:rsidRPr="00CA52B4">
        <w:rPr>
          <w:rtl/>
          <w:lang w:bidi="fa-IR"/>
        </w:rPr>
        <w:t>0 / 167. الكامل في التأريخ 2 / 74.</w:t>
      </w:r>
    </w:p>
    <w:p w:rsidR="00843DF1" w:rsidRPr="00CA52B4" w:rsidRDefault="00843DF1" w:rsidP="00EB70B9">
      <w:pPr>
        <w:pStyle w:val="libBold1"/>
        <w:rPr>
          <w:rtl/>
          <w:lang w:bidi="fa-IR"/>
        </w:rPr>
      </w:pPr>
      <w:r w:rsidRPr="00CA52B4">
        <w:rPr>
          <w:rtl/>
        </w:rPr>
        <w:t>1370</w:t>
      </w:r>
      <w:r>
        <w:rPr>
          <w:rtl/>
        </w:rPr>
        <w:t xml:space="preserve"> ـ </w:t>
      </w:r>
      <w:r w:rsidRPr="00CA52B4">
        <w:rPr>
          <w:rtl/>
        </w:rPr>
        <w:t>أسماء بنت عميس بن معد بن تيم بن الحارث بن كعب بن مالك بن قحافة بن عامر بن ربيعة بن عامر بن معاوية بن زيد بن مالك بن نسور بن وهب الله بن شهران بن عفرس بن اقتل وهو جماع خثعم المتوفية حدود 40 ه‍</w:t>
      </w:r>
      <w:r>
        <w:rPr>
          <w:rtl/>
        </w:rPr>
        <w:t>.</w:t>
      </w:r>
    </w:p>
    <w:p w:rsidR="00843DF1" w:rsidRPr="00CA52B4" w:rsidRDefault="00843DF1" w:rsidP="00347E77">
      <w:pPr>
        <w:pStyle w:val="libNormal"/>
        <w:rPr>
          <w:rtl/>
          <w:lang w:bidi="fa-IR"/>
        </w:rPr>
      </w:pPr>
      <w:r w:rsidRPr="00CA52B4">
        <w:rPr>
          <w:rtl/>
          <w:lang w:bidi="fa-IR"/>
        </w:rPr>
        <w:t xml:space="preserve">صحابية محدّثة صادقة من المهاجرات السابقات إلى الإسلام. وهي إحدى النساء العشر اللواتي سماهنّ النبي </w:t>
      </w:r>
      <w:r>
        <w:rPr>
          <w:rtl/>
          <w:lang w:bidi="fa-IR"/>
        </w:rPr>
        <w:t>(</w:t>
      </w:r>
      <w:r w:rsidRPr="00CA52B4">
        <w:rPr>
          <w:rtl/>
          <w:lang w:bidi="fa-IR"/>
        </w:rPr>
        <w:t>صلّى الله عليه وآله وسلّم</w:t>
      </w:r>
      <w:r>
        <w:rPr>
          <w:rtl/>
          <w:lang w:bidi="fa-IR"/>
        </w:rPr>
        <w:t>)</w:t>
      </w:r>
      <w:r w:rsidRPr="00CA52B4">
        <w:rPr>
          <w:rtl/>
          <w:lang w:bidi="fa-IR"/>
        </w:rPr>
        <w:t xml:space="preserve"> الأخوات المؤمنات ، وهي أخت ميمونة زوج النبي </w:t>
      </w:r>
      <w:r>
        <w:rPr>
          <w:rtl/>
          <w:lang w:bidi="fa-IR"/>
        </w:rPr>
        <w:t>(</w:t>
      </w:r>
      <w:r w:rsidRPr="00CA52B4">
        <w:rPr>
          <w:rtl/>
          <w:lang w:bidi="fa-IR"/>
        </w:rPr>
        <w:t>صلّى الله عليه وآله وسلّم</w:t>
      </w:r>
      <w:r>
        <w:rPr>
          <w:rtl/>
          <w:lang w:bidi="fa-IR"/>
        </w:rPr>
        <w:t>)</w:t>
      </w:r>
      <w:r w:rsidRPr="00CA52B4">
        <w:rPr>
          <w:rtl/>
          <w:lang w:bidi="fa-IR"/>
        </w:rPr>
        <w:t xml:space="preserve"> وأمها هند بنت عوف بن زهير بن الحارث بن حماطة بن جرش. بايعت أسماء وهاجرت مع زوجها جعفر إلى الحبشة وفي عام خيبر قتل جعفر فتزوجها أبو بكر ولما توفي عنها تزوجها عليّ</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ابن أبي طالب </w:t>
      </w:r>
      <w:r>
        <w:rPr>
          <w:rtl/>
          <w:lang w:bidi="fa-IR"/>
        </w:rPr>
        <w:t>(</w:t>
      </w:r>
      <w:r w:rsidRPr="00CA52B4">
        <w:rPr>
          <w:rtl/>
          <w:lang w:bidi="fa-IR"/>
        </w:rPr>
        <w:t>عليه السلام</w:t>
      </w:r>
      <w:r>
        <w:rPr>
          <w:rtl/>
          <w:lang w:bidi="fa-IR"/>
        </w:rPr>
        <w:t>)</w:t>
      </w:r>
      <w:r w:rsidRPr="00CA52B4">
        <w:rPr>
          <w:rtl/>
          <w:lang w:bidi="fa-IR"/>
        </w:rPr>
        <w:t xml:space="preserve"> وكانت أسماء وهي عند أبي بكر تتشيع لعليّ </w:t>
      </w:r>
      <w:r>
        <w:rPr>
          <w:rtl/>
          <w:lang w:bidi="fa-IR"/>
        </w:rPr>
        <w:t>(</w:t>
      </w:r>
      <w:r w:rsidRPr="00CA52B4">
        <w:rPr>
          <w:rtl/>
          <w:lang w:bidi="fa-IR"/>
        </w:rPr>
        <w:t>عليه السلام</w:t>
      </w:r>
      <w:r>
        <w:rPr>
          <w:rtl/>
          <w:lang w:bidi="fa-IR"/>
        </w:rPr>
        <w:t>)</w:t>
      </w:r>
      <w:r w:rsidRPr="00CA52B4">
        <w:rPr>
          <w:rtl/>
          <w:lang w:bidi="fa-IR"/>
        </w:rPr>
        <w:t xml:space="preserve"> وتواليه وتخبره ببعض ما يجري من الأسرار. اختصت بالبيت الطاهر </w:t>
      </w:r>
      <w:r>
        <w:rPr>
          <w:rtl/>
          <w:lang w:bidi="fa-IR"/>
        </w:rPr>
        <w:t>(</w:t>
      </w:r>
      <w:r w:rsidRPr="00CA52B4">
        <w:rPr>
          <w:rtl/>
          <w:lang w:bidi="fa-IR"/>
        </w:rPr>
        <w:t>عليه السلام</w:t>
      </w:r>
      <w:r>
        <w:rPr>
          <w:rtl/>
          <w:lang w:bidi="fa-IR"/>
        </w:rPr>
        <w:t>)</w:t>
      </w:r>
      <w:r w:rsidRPr="00CA52B4">
        <w:rPr>
          <w:rtl/>
          <w:lang w:bidi="fa-IR"/>
        </w:rPr>
        <w:t xml:space="preserve"> وأصبحت موضع ثقة الصدّيقة الطاهرة </w:t>
      </w:r>
      <w:r>
        <w:rPr>
          <w:rtl/>
          <w:lang w:bidi="fa-IR"/>
        </w:rPr>
        <w:t>(</w:t>
      </w:r>
      <w:r w:rsidRPr="00CA52B4">
        <w:rPr>
          <w:rtl/>
          <w:lang w:bidi="fa-IR"/>
        </w:rPr>
        <w:t>عليها السلام</w:t>
      </w:r>
      <w:r>
        <w:rPr>
          <w:rtl/>
          <w:lang w:bidi="fa-IR"/>
        </w:rPr>
        <w:t>)</w:t>
      </w:r>
      <w:r w:rsidRPr="00CA52B4">
        <w:rPr>
          <w:rtl/>
          <w:lang w:bidi="fa-IR"/>
        </w:rPr>
        <w:t xml:space="preserve"> وحضرت وفاتها وأعانت عليّا </w:t>
      </w:r>
      <w:r>
        <w:rPr>
          <w:rtl/>
          <w:lang w:bidi="fa-IR"/>
        </w:rPr>
        <w:t>(</w:t>
      </w:r>
      <w:r w:rsidRPr="00CA52B4">
        <w:rPr>
          <w:rtl/>
          <w:lang w:bidi="fa-IR"/>
        </w:rPr>
        <w:t>عليه السلام</w:t>
      </w:r>
      <w:r>
        <w:rPr>
          <w:rtl/>
          <w:lang w:bidi="fa-IR"/>
        </w:rPr>
        <w:t>)</w:t>
      </w:r>
      <w:r w:rsidRPr="00CA52B4">
        <w:rPr>
          <w:rtl/>
          <w:lang w:bidi="fa-IR"/>
        </w:rPr>
        <w:t xml:space="preserve"> على غسلها ولم تدع أحدا يدخل عليها من أمهات المؤمنين ولا غيرهنّ سواها. روت عن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وعن عليّ </w:t>
      </w:r>
      <w:r>
        <w:rPr>
          <w:rtl/>
          <w:lang w:bidi="fa-IR"/>
        </w:rPr>
        <w:t>(</w:t>
      </w:r>
      <w:r w:rsidRPr="00CA52B4">
        <w:rPr>
          <w:rtl/>
          <w:lang w:bidi="fa-IR"/>
        </w:rPr>
        <w:t>عليه السلام</w:t>
      </w:r>
      <w:r>
        <w:rPr>
          <w:rtl/>
          <w:lang w:bidi="fa-IR"/>
        </w:rPr>
        <w:t>)</w:t>
      </w:r>
      <w:r w:rsidRPr="00CA52B4">
        <w:rPr>
          <w:rtl/>
          <w:lang w:bidi="fa-IR"/>
        </w:rPr>
        <w:t xml:space="preserve"> ، وروى عنها خلق من الصحابة منهم عمر بن الخطاب ، وأبو موسى الأشعري ، وابنها عبد الله ، وعبد الله ابن عباس ، والقاسم بن محمد ، وعبد الله بن شداد ، وعروة بن الزبير ، وابن المسيب وغيرهم. وكان عمر يسألها عن تفسير المنام ونقل عنها أشياء من ذلك ومن غيره.</w:t>
      </w:r>
    </w:p>
    <w:p w:rsidR="00843DF1" w:rsidRPr="00CA52B4" w:rsidRDefault="00843DF1" w:rsidP="00347E77">
      <w:pPr>
        <w:pStyle w:val="libNormal"/>
        <w:rPr>
          <w:rtl/>
          <w:lang w:bidi="fa-IR"/>
        </w:rPr>
      </w:pPr>
      <w:r w:rsidRPr="00CA52B4">
        <w:rPr>
          <w:rtl/>
          <w:lang w:bidi="fa-IR"/>
        </w:rPr>
        <w:t>ويقال : إنّها لما بلغها قتل ولدها محمد بمصر قامت إلى مسجد بيتها وكظمت غيظها حتّى شخبت ثدياها دما وماتت حدود عام 40 ه‍</w:t>
      </w:r>
      <w:r>
        <w:rPr>
          <w:rtl/>
          <w:lang w:bidi="fa-IR"/>
        </w:rPr>
        <w:t>.</w:t>
      </w:r>
      <w:r w:rsidRPr="00CA52B4">
        <w:rPr>
          <w:rtl/>
          <w:lang w:bidi="fa-IR"/>
        </w:rPr>
        <w:t xml:space="preserve"> ولها في كتب المناقب والفضائل أحاديث وأخبار وافرة ، تجدها في المراجع التالية.</w:t>
      </w:r>
    </w:p>
    <w:p w:rsidR="00843DF1" w:rsidRPr="00CA52B4" w:rsidRDefault="00843DF1" w:rsidP="00B10281">
      <w:pPr>
        <w:pStyle w:val="libVar"/>
        <w:rPr>
          <w:rtl/>
          <w:lang w:bidi="fa-IR"/>
        </w:rPr>
      </w:pPr>
      <w:r w:rsidRPr="00CA52B4">
        <w:rPr>
          <w:rtl/>
          <w:lang w:bidi="fa-IR"/>
        </w:rPr>
        <w:t>الاستيعاب 4 / 234. أسد الغابة 5 / 395. الإصابة 4 / 231. الأعلام 1 / 300.</w:t>
      </w:r>
      <w:r>
        <w:rPr>
          <w:rFonts w:hint="cs"/>
          <w:rtl/>
          <w:lang w:bidi="fa-IR"/>
        </w:rPr>
        <w:t xml:space="preserve"> </w:t>
      </w:r>
      <w:r w:rsidRPr="00CA52B4">
        <w:rPr>
          <w:rtl/>
          <w:lang w:bidi="fa-IR"/>
        </w:rPr>
        <w:t>أعلام النساء 1 / 57. أعيان الشيعة 11 / 164. تحفة الأحباب / 42. تذكرة الخواص / 189. تنقيح المقال 3 / 69</w:t>
      </w:r>
      <w:r>
        <w:rPr>
          <w:rtl/>
          <w:lang w:bidi="fa-IR"/>
        </w:rPr>
        <w:t xml:space="preserve"> ـ </w:t>
      </w:r>
      <w:r w:rsidRPr="00CA52B4">
        <w:rPr>
          <w:rtl/>
          <w:lang w:bidi="fa-IR"/>
        </w:rPr>
        <w:t>فصل النساء</w:t>
      </w:r>
      <w:r>
        <w:rPr>
          <w:rtl/>
          <w:lang w:bidi="fa-IR"/>
        </w:rPr>
        <w:t xml:space="preserve"> ـ </w:t>
      </w:r>
      <w:r w:rsidRPr="00CA52B4">
        <w:rPr>
          <w:rtl/>
          <w:lang w:bidi="fa-IR"/>
        </w:rPr>
        <w:t>تهذيب التهذيب 12 / 398.</w:t>
      </w:r>
      <w:r>
        <w:rPr>
          <w:rFonts w:hint="cs"/>
          <w:rtl/>
          <w:lang w:bidi="fa-IR"/>
        </w:rPr>
        <w:t xml:space="preserve"> </w:t>
      </w:r>
      <w:r w:rsidRPr="00CA52B4">
        <w:rPr>
          <w:rtl/>
          <w:lang w:bidi="fa-IR"/>
        </w:rPr>
        <w:t xml:space="preserve">جامع الرواة 2 / 455. جمهرة أنساب العرب / 38 ، 68 ، 390 ، 391. الدرجات الرفيعة / 76. رجال الشيخ الطوسي / 34. رجال الكشى / 63 ، 64. شذرات الذهب 1 / 15 ، 48. شرح ابن أبي الحديد 6 / 53 ، 88 ، 161 </w:t>
      </w:r>
      <w:r>
        <w:rPr>
          <w:rtl/>
          <w:lang w:bidi="fa-IR"/>
        </w:rPr>
        <w:t>و 9</w:t>
      </w:r>
      <w:r w:rsidRPr="00CA52B4">
        <w:rPr>
          <w:rtl/>
          <w:lang w:bidi="fa-IR"/>
        </w:rPr>
        <w:t xml:space="preserve"> / 243 </w:t>
      </w:r>
      <w:r>
        <w:rPr>
          <w:rtl/>
          <w:lang w:bidi="fa-IR"/>
        </w:rPr>
        <w:t>و 1</w:t>
      </w:r>
      <w:r w:rsidRPr="00CA52B4">
        <w:rPr>
          <w:rtl/>
          <w:lang w:bidi="fa-IR"/>
        </w:rPr>
        <w:t xml:space="preserve">2 / 184 </w:t>
      </w:r>
      <w:r>
        <w:rPr>
          <w:rtl/>
          <w:lang w:bidi="fa-IR"/>
        </w:rPr>
        <w:t>و 1</w:t>
      </w:r>
      <w:r w:rsidRPr="00CA52B4">
        <w:rPr>
          <w:rtl/>
          <w:lang w:bidi="fa-IR"/>
        </w:rPr>
        <w:t>3 / 31</w:t>
      </w:r>
      <w:r>
        <w:rPr>
          <w:rtl/>
          <w:lang w:bidi="fa-IR"/>
        </w:rPr>
        <w:t xml:space="preserve"> ـ </w:t>
      </w:r>
      <w:r w:rsidRPr="00CA52B4">
        <w:rPr>
          <w:rtl/>
          <w:lang w:bidi="fa-IR"/>
        </w:rPr>
        <w:t xml:space="preserve">33 </w:t>
      </w:r>
      <w:r>
        <w:rPr>
          <w:rtl/>
          <w:lang w:bidi="fa-IR"/>
        </w:rPr>
        <w:t>و 1</w:t>
      </w:r>
      <w:r w:rsidRPr="00CA52B4">
        <w:rPr>
          <w:rtl/>
          <w:lang w:bidi="fa-IR"/>
        </w:rPr>
        <w:t xml:space="preserve">5 / 70 </w:t>
      </w:r>
      <w:r>
        <w:rPr>
          <w:rtl/>
          <w:lang w:bidi="fa-IR"/>
        </w:rPr>
        <w:t>و 1</w:t>
      </w:r>
      <w:r w:rsidRPr="00CA52B4">
        <w:rPr>
          <w:rtl/>
          <w:lang w:bidi="fa-IR"/>
        </w:rPr>
        <w:t xml:space="preserve">6 / 142 </w:t>
      </w:r>
      <w:r>
        <w:rPr>
          <w:rtl/>
          <w:lang w:bidi="fa-IR"/>
        </w:rPr>
        <w:t>و 1</w:t>
      </w:r>
      <w:r w:rsidRPr="00CA52B4">
        <w:rPr>
          <w:rtl/>
          <w:lang w:bidi="fa-IR"/>
        </w:rPr>
        <w:t xml:space="preserve">9 / 133. الطبقات الكبرى 2 / 122 ، 235 ، 236 ، 272. العقد الفريد 3 / 303 </w:t>
      </w:r>
      <w:r>
        <w:rPr>
          <w:rtl/>
          <w:lang w:bidi="fa-IR"/>
        </w:rPr>
        <w:t>و 5</w:t>
      </w:r>
      <w:r w:rsidRPr="00CA52B4">
        <w:rPr>
          <w:rtl/>
          <w:lang w:bidi="fa-IR"/>
        </w:rPr>
        <w:t xml:space="preserve"> / 15 </w:t>
      </w:r>
      <w:r>
        <w:rPr>
          <w:rtl/>
          <w:lang w:bidi="fa-IR"/>
        </w:rPr>
        <w:t>و 7</w:t>
      </w:r>
      <w:r w:rsidRPr="00CA52B4">
        <w:rPr>
          <w:rtl/>
          <w:lang w:bidi="fa-IR"/>
        </w:rPr>
        <w:t xml:space="preserve"> / 264. عمدة الطالب / 36. الغارات 1 / 287 ، 288 ، 289 </w:t>
      </w:r>
      <w:r>
        <w:rPr>
          <w:rtl/>
          <w:lang w:bidi="fa-IR"/>
        </w:rPr>
        <w:t>و 2</w:t>
      </w:r>
      <w:r w:rsidRPr="00CA52B4">
        <w:rPr>
          <w:rtl/>
          <w:lang w:bidi="fa-IR"/>
        </w:rPr>
        <w:t xml:space="preserve"> / 694 ، 757. الغدير 1 / 17 ، 199 ، 394 </w:t>
      </w:r>
      <w:r>
        <w:rPr>
          <w:rtl/>
          <w:lang w:bidi="fa-IR"/>
        </w:rPr>
        <w:t>و 3</w:t>
      </w:r>
      <w:r w:rsidRPr="00CA52B4">
        <w:rPr>
          <w:rtl/>
          <w:lang w:bidi="fa-IR"/>
        </w:rPr>
        <w:t xml:space="preserve"> / 116 ، 128 ، 132</w:t>
      </w:r>
      <w:r>
        <w:rPr>
          <w:rtl/>
          <w:lang w:bidi="fa-IR"/>
        </w:rPr>
        <w:t xml:space="preserve"> ـ </w:t>
      </w:r>
      <w:r w:rsidRPr="00CA52B4">
        <w:rPr>
          <w:rtl/>
          <w:lang w:bidi="fa-IR"/>
        </w:rPr>
        <w:t xml:space="preserve">221 </w:t>
      </w:r>
      <w:r>
        <w:rPr>
          <w:rtl/>
          <w:lang w:bidi="fa-IR"/>
        </w:rPr>
        <w:t>و 6</w:t>
      </w:r>
      <w:r w:rsidRPr="00CA52B4">
        <w:rPr>
          <w:rtl/>
          <w:lang w:bidi="fa-IR"/>
        </w:rPr>
        <w:t xml:space="preserve"> / 333 </w:t>
      </w:r>
      <w:r>
        <w:rPr>
          <w:rtl/>
          <w:lang w:bidi="fa-IR"/>
        </w:rPr>
        <w:t>و 7</w:t>
      </w:r>
      <w:r w:rsidRPr="00CA52B4">
        <w:rPr>
          <w:rtl/>
          <w:lang w:bidi="fa-IR"/>
        </w:rPr>
        <w:t xml:space="preserve"> / 227 ، 310. الكامل في التاريخ 2 / 238 ، 291 ، 321 ، 341 ، 419 </w:t>
      </w:r>
      <w:r>
        <w:rPr>
          <w:rtl/>
          <w:lang w:bidi="fa-IR"/>
        </w:rPr>
        <w:t>و 3</w:t>
      </w:r>
      <w:r w:rsidRPr="00CA52B4">
        <w:rPr>
          <w:rtl/>
          <w:lang w:bidi="fa-IR"/>
        </w:rPr>
        <w:t xml:space="preserve"> / 397. لسان الميزان 7 / 522. مجمع الرجال 7 / 171. معجم رجال الحديث 23 / 171. مقاتل الطالبيين / 11. مناقب ابن شهرا شوب 3 / 304. النهاية في غريب الحديث 1 / 14 </w:t>
      </w:r>
      <w:r>
        <w:rPr>
          <w:rtl/>
          <w:lang w:bidi="fa-IR"/>
        </w:rPr>
        <w:t>و 2</w:t>
      </w:r>
      <w:r w:rsidRPr="00CA52B4">
        <w:rPr>
          <w:rtl/>
          <w:lang w:bidi="fa-IR"/>
        </w:rPr>
        <w:t xml:space="preserve"> / 387 ، 440 </w:t>
      </w:r>
      <w:r>
        <w:rPr>
          <w:rtl/>
          <w:lang w:bidi="fa-IR"/>
        </w:rPr>
        <w:t>و 3</w:t>
      </w:r>
      <w:r w:rsidRPr="00CA52B4">
        <w:rPr>
          <w:rtl/>
          <w:lang w:bidi="fa-IR"/>
        </w:rPr>
        <w:t xml:space="preserve"> / 52 ، 446 </w:t>
      </w:r>
      <w:r>
        <w:rPr>
          <w:rtl/>
          <w:lang w:bidi="fa-IR"/>
        </w:rPr>
        <w:t>و 4</w:t>
      </w:r>
      <w:r w:rsidRPr="00CA52B4">
        <w:rPr>
          <w:rtl/>
          <w:lang w:bidi="fa-IR"/>
        </w:rPr>
        <w:t xml:space="preserve"> / 342 </w:t>
      </w:r>
      <w:r>
        <w:rPr>
          <w:rtl/>
          <w:lang w:bidi="fa-IR"/>
        </w:rPr>
        <w:t>و 5</w:t>
      </w:r>
      <w:r w:rsidRPr="00CA52B4">
        <w:rPr>
          <w:rtl/>
          <w:lang w:bidi="fa-IR"/>
        </w:rPr>
        <w:t xml:space="preserve"> / 95 ، 189. وفيات الأعيان 2 / 65 ، 69. هدى الساري / 220.</w:t>
      </w:r>
    </w:p>
    <w:p w:rsidR="00843DF1" w:rsidRPr="00CA52B4" w:rsidRDefault="00843DF1" w:rsidP="00EB70B9">
      <w:pPr>
        <w:pStyle w:val="libBold1"/>
        <w:rPr>
          <w:rtl/>
          <w:lang w:bidi="fa-IR"/>
        </w:rPr>
      </w:pPr>
      <w:r>
        <w:rPr>
          <w:rtl/>
          <w:lang w:bidi="fa-IR"/>
        </w:rPr>
        <w:br w:type="page"/>
      </w:r>
      <w:r w:rsidRPr="00CA52B4">
        <w:rPr>
          <w:rtl/>
        </w:rPr>
        <w:lastRenderedPageBreak/>
        <w:t>1371</w:t>
      </w:r>
      <w:r>
        <w:rPr>
          <w:rtl/>
        </w:rPr>
        <w:t xml:space="preserve"> ـ </w:t>
      </w:r>
      <w:r w:rsidRPr="00CA52B4">
        <w:rPr>
          <w:rtl/>
        </w:rPr>
        <w:t>أم البراء بنت صفوان بن هلال</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شاعرة ، ذات لسان فصيح ، ومنطق مبين ، اشتركت في صفين ، وحثت على قتال معاوية بن أبي سفيان. استأذنت عليه يوما فأذن لها فدخلت في ثلاثة دروع تسحبها ، قد كارت على رأسها كورا كهيئة المنسف ، فسلمت ثم جلست ، فقال : كيف أنت يا بنت صفوان ، قالت : بخير يا أمير المؤمنين ، قال : فكيف حالك</w:t>
      </w:r>
      <w:r>
        <w:rPr>
          <w:rtl/>
          <w:lang w:bidi="fa-IR"/>
        </w:rPr>
        <w:t>؟</w:t>
      </w:r>
      <w:r w:rsidRPr="00CA52B4">
        <w:rPr>
          <w:rtl/>
          <w:lang w:bidi="fa-IR"/>
        </w:rPr>
        <w:t xml:space="preserve"> قالت : ضعفت بعد جلد وكسلت بعد نشاط ، قال : سيان بينك اليوم ، وحين تقولين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يا عمرو دونك صارما ذا رونق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غضب المهزة ليس بالخوار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أسرج جوادك مسرعا ومشمرا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للحرب غير معرّد لفرار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أجب الإمام ودبّ تحت لوائه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وافر العدوّ بصارم بتّار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يا ليتني أصبحت ليس بعورة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فأذبّ عنه عساكر الفجار</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قالت : قد كان ذاك يا أمير المؤمنين ، ومثلك عفا ، والله تعالى يقول :</w:t>
      </w:r>
      <w:r>
        <w:rPr>
          <w:rFonts w:hint="cs"/>
          <w:rtl/>
          <w:lang w:bidi="fa-IR"/>
        </w:rPr>
        <w:t xml:space="preserve"> </w:t>
      </w:r>
      <w:r w:rsidRPr="00CA52B4">
        <w:rPr>
          <w:rtl/>
          <w:lang w:bidi="fa-IR"/>
        </w:rPr>
        <w:t>عفا الله عما سلف. قال : هيهات أما إنّه لو عاد لعدت ولكن اخترم دونك ، فكيف قولك حين قتل</w:t>
      </w:r>
      <w:r>
        <w:rPr>
          <w:rtl/>
          <w:lang w:bidi="fa-IR"/>
        </w:rPr>
        <w:t>؟</w:t>
      </w:r>
      <w:r w:rsidRPr="00CA52B4">
        <w:rPr>
          <w:rtl/>
          <w:lang w:bidi="fa-IR"/>
        </w:rPr>
        <w:t xml:space="preserve"> قالت : نسيته يا أمير المؤمنين ، فقال بعض جلسائه ، هو الله حين تقول يا أمير المؤمنين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يا للرجال لعظم هول مصيبة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فدحت فليس مصابها بالهازل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الشمس كاسفة لفقد إمامنا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خير الخلائق والإمام العادل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يا خير من ركب المطيّ ومن مشى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فوق التراب لمحتف أو ناعل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حاشا النبي لقد هددت قواءنا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فالحق أصبح خاضعا للباطل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فقال معاوية : قاتلك الله يا بنت صفوان ، ما تركت لقائل مقالا ، اذكري حاجتك ، قالت : هيهات بعد هذا ، والله لا سألتك شيئا ، ثم قامت فعثرت فقالت : تعس شانئ عليّ. فقال : يا بنت صفوان ، زعمت أن لا ، قالت : هو ما علمت ، فلما كان الغد بعث إليها بكسوة فاخرة ، ودراهم كثيرة ، وقال : إذا أنا ضيعت الحلم فمن يحفظه</w:t>
      </w:r>
      <w:r>
        <w:rPr>
          <w:rtl/>
          <w:lang w:bidi="fa-IR"/>
        </w:rPr>
        <w:t>؟.</w:t>
      </w:r>
    </w:p>
    <w:p w:rsidR="00843DF1" w:rsidRPr="00CA52B4" w:rsidRDefault="00843DF1" w:rsidP="00B10281">
      <w:pPr>
        <w:pStyle w:val="libVar"/>
        <w:rPr>
          <w:rtl/>
          <w:lang w:bidi="fa-IR"/>
        </w:rPr>
      </w:pPr>
      <w:r>
        <w:rPr>
          <w:rtl/>
          <w:lang w:bidi="fa-IR"/>
        </w:rPr>
        <w:br w:type="page"/>
      </w:r>
      <w:r w:rsidRPr="00CA52B4">
        <w:rPr>
          <w:rtl/>
          <w:lang w:bidi="fa-IR"/>
        </w:rPr>
        <w:lastRenderedPageBreak/>
        <w:t>أعلام النساء 1 / 122. بلاغات النساء / 75. شاعرات العرب / 29. منتهى المقال / 366.</w:t>
      </w:r>
    </w:p>
    <w:p w:rsidR="00843DF1" w:rsidRPr="00CA52B4" w:rsidRDefault="00843DF1" w:rsidP="00EB70B9">
      <w:pPr>
        <w:pStyle w:val="libBold1"/>
        <w:rPr>
          <w:rtl/>
          <w:lang w:bidi="fa-IR"/>
        </w:rPr>
      </w:pPr>
      <w:r w:rsidRPr="00CA52B4">
        <w:rPr>
          <w:rtl/>
        </w:rPr>
        <w:t>1372</w:t>
      </w:r>
      <w:r>
        <w:rPr>
          <w:rtl/>
        </w:rPr>
        <w:t xml:space="preserve"> ـ </w:t>
      </w:r>
      <w:r w:rsidRPr="00CA52B4">
        <w:rPr>
          <w:rtl/>
        </w:rPr>
        <w:t>أمّ الحسن النخعية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محدّثة. لها روايات في باب المكاسب ، من كتب الفقه. روى عنها أبو زهرة. وفي بعض المراجع ، أم الحسن ، وأنّهما اثنين ، والصواب أنّها واحدة. قالت : مرّ بي أمير المؤمنين </w:t>
      </w:r>
      <w:r>
        <w:rPr>
          <w:rtl/>
          <w:lang w:bidi="fa-IR"/>
        </w:rPr>
        <w:t>(</w:t>
      </w:r>
      <w:r w:rsidRPr="00CA52B4">
        <w:rPr>
          <w:rtl/>
          <w:lang w:bidi="fa-IR"/>
        </w:rPr>
        <w:t>عليه السلام</w:t>
      </w:r>
      <w:r>
        <w:rPr>
          <w:rtl/>
          <w:lang w:bidi="fa-IR"/>
        </w:rPr>
        <w:t>)</w:t>
      </w:r>
      <w:r w:rsidRPr="00CA52B4">
        <w:rPr>
          <w:rtl/>
          <w:lang w:bidi="fa-IR"/>
        </w:rPr>
        <w:t xml:space="preserve"> فقال : أي شيء تصنعين يا أم الحسن</w:t>
      </w:r>
      <w:r>
        <w:rPr>
          <w:rtl/>
          <w:lang w:bidi="fa-IR"/>
        </w:rPr>
        <w:t>؟</w:t>
      </w:r>
      <w:r w:rsidRPr="00CA52B4">
        <w:rPr>
          <w:rtl/>
          <w:lang w:bidi="fa-IR"/>
        </w:rPr>
        <w:t xml:space="preserve"> قلت : أغزل ، فقال : أما إنّه أحلّ الكسب</w:t>
      </w:r>
      <w:r>
        <w:rPr>
          <w:rtl/>
          <w:lang w:bidi="fa-IR"/>
        </w:rPr>
        <w:t xml:space="preserve"> ـ </w:t>
      </w:r>
      <w:r w:rsidRPr="00CA52B4">
        <w:rPr>
          <w:rtl/>
          <w:lang w:bidi="fa-IR"/>
        </w:rPr>
        <w:t>أو من أحلّ الكسب</w:t>
      </w:r>
      <w:r>
        <w:rPr>
          <w:rtl/>
          <w:lang w:bidi="fa-IR"/>
        </w:rPr>
        <w:t xml:space="preserve"> ـ.</w:t>
      </w:r>
    </w:p>
    <w:p w:rsidR="00843DF1" w:rsidRPr="00CA52B4" w:rsidRDefault="00843DF1" w:rsidP="00B10281">
      <w:pPr>
        <w:pStyle w:val="libVar"/>
        <w:rPr>
          <w:rtl/>
          <w:lang w:bidi="fa-IR"/>
        </w:rPr>
      </w:pPr>
      <w:r w:rsidRPr="00CA52B4">
        <w:rPr>
          <w:rtl/>
          <w:lang w:bidi="fa-IR"/>
        </w:rPr>
        <w:t xml:space="preserve">أصول الكافي </w:t>
      </w:r>
      <w:r>
        <w:rPr>
          <w:rtl/>
          <w:lang w:bidi="fa-IR"/>
        </w:rPr>
        <w:t>(</w:t>
      </w:r>
      <w:r w:rsidRPr="00CA52B4">
        <w:rPr>
          <w:rtl/>
          <w:lang w:bidi="fa-IR"/>
        </w:rPr>
        <w:t>الفروع</w:t>
      </w:r>
      <w:r>
        <w:rPr>
          <w:rtl/>
          <w:lang w:bidi="fa-IR"/>
        </w:rPr>
        <w:t>)</w:t>
      </w:r>
      <w:r w:rsidRPr="00CA52B4">
        <w:rPr>
          <w:rtl/>
          <w:lang w:bidi="fa-IR"/>
        </w:rPr>
        <w:t xml:space="preserve"> 5 / 311. تنقيح المقال 3 / 71</w:t>
      </w:r>
      <w:r>
        <w:rPr>
          <w:rtl/>
          <w:lang w:bidi="fa-IR"/>
        </w:rPr>
        <w:t xml:space="preserve"> ـ </w:t>
      </w:r>
      <w:r w:rsidRPr="00CA52B4">
        <w:rPr>
          <w:rtl/>
          <w:lang w:bidi="fa-IR"/>
        </w:rPr>
        <w:t>فصل النساء</w:t>
      </w:r>
      <w:r>
        <w:rPr>
          <w:rtl/>
          <w:lang w:bidi="fa-IR"/>
        </w:rPr>
        <w:t xml:space="preserve"> ـ.</w:t>
      </w:r>
      <w:r w:rsidRPr="00CA52B4">
        <w:rPr>
          <w:rtl/>
          <w:lang w:bidi="fa-IR"/>
        </w:rPr>
        <w:t xml:space="preserve"> جامع الرواة 2 / 455. معجم رجال الحديث 23 / 175.</w:t>
      </w:r>
    </w:p>
    <w:p w:rsidR="00843DF1" w:rsidRPr="00CA52B4" w:rsidRDefault="00843DF1" w:rsidP="00EB70B9">
      <w:pPr>
        <w:pStyle w:val="libBold1"/>
        <w:rPr>
          <w:rtl/>
          <w:lang w:bidi="fa-IR"/>
        </w:rPr>
      </w:pPr>
      <w:r w:rsidRPr="00CA52B4">
        <w:rPr>
          <w:rtl/>
        </w:rPr>
        <w:t>1373</w:t>
      </w:r>
      <w:r>
        <w:rPr>
          <w:rtl/>
        </w:rPr>
        <w:t xml:space="preserve"> ـ </w:t>
      </w:r>
      <w:r w:rsidRPr="00CA52B4">
        <w:rPr>
          <w:rtl/>
        </w:rPr>
        <w:t>أم حكيم بنت عمرو بن سفيان بن عبد شمس بن سعد بن خائف بن الأوقص بن مرّة بن هلال الخولية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فاضلة محدّثة</w:t>
      </w:r>
      <w:r>
        <w:rPr>
          <w:rtl/>
          <w:lang w:bidi="fa-IR"/>
        </w:rPr>
        <w:t xml:space="preserve"> ..</w:t>
      </w:r>
      <w:r w:rsidRPr="00CA52B4">
        <w:rPr>
          <w:rtl/>
          <w:lang w:bidi="fa-IR"/>
        </w:rPr>
        <w:t>. ذكرها الشيخ الطوسي رحمة الله عليه</w:t>
      </w:r>
      <w:r>
        <w:rPr>
          <w:rtl/>
          <w:lang w:bidi="fa-IR"/>
        </w:rPr>
        <w:t xml:space="preserve"> ..</w:t>
      </w:r>
      <w:r w:rsidRPr="00CA52B4">
        <w:rPr>
          <w:rtl/>
          <w:lang w:bidi="fa-IR"/>
        </w:rPr>
        <w:t xml:space="preserve">. في رجاله من أصحاب أمير المؤمنين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أعيان الشيعة 3 / 476. تنقيح المقال 3 / 70. جامع الرواة 2 / 455. رجال الشيخ الطوسي / 66. مجمع الرجال 7 / 180. معجم رجال الحديث 23 / 176. نقد الرجال / 412.</w:t>
      </w:r>
    </w:p>
    <w:p w:rsidR="00843DF1" w:rsidRPr="00CA52B4" w:rsidRDefault="00843DF1" w:rsidP="00EB70B9">
      <w:pPr>
        <w:pStyle w:val="libBold1"/>
        <w:rPr>
          <w:rtl/>
          <w:lang w:bidi="fa-IR"/>
        </w:rPr>
      </w:pPr>
      <w:r w:rsidRPr="00CA52B4">
        <w:rPr>
          <w:rtl/>
        </w:rPr>
        <w:t>1374</w:t>
      </w:r>
      <w:r>
        <w:rPr>
          <w:rtl/>
        </w:rPr>
        <w:t xml:space="preserve"> ـ </w:t>
      </w:r>
      <w:r w:rsidRPr="00CA52B4">
        <w:rPr>
          <w:rtl/>
        </w:rPr>
        <w:t>أم خداش</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راوية من روايات الحديث. روى عنها سلمان التيمي ، وفي رواية سلمان بن طرخان التيمي أبو المعتمر البصري. ذكره ابن حبان في الثقات.</w:t>
      </w:r>
      <w:r>
        <w:rPr>
          <w:rFonts w:hint="cs"/>
          <w:rtl/>
          <w:lang w:bidi="fa-IR"/>
        </w:rPr>
        <w:t xml:space="preserve"> </w:t>
      </w:r>
      <w:r w:rsidRPr="00CA52B4">
        <w:rPr>
          <w:rtl/>
          <w:lang w:bidi="fa-IR"/>
        </w:rPr>
        <w:t>مات في البصرة سنة 143 ه‍ وهو ابن 97 سنة ، وكان من عباد أهل البصرة وصالحيهم ثقة واتقانا وحفظا.</w:t>
      </w:r>
    </w:p>
    <w:p w:rsidR="00843DF1" w:rsidRPr="00CA52B4" w:rsidRDefault="00843DF1" w:rsidP="00B10281">
      <w:pPr>
        <w:pStyle w:val="libVar"/>
        <w:rPr>
          <w:rtl/>
          <w:lang w:bidi="fa-IR"/>
        </w:rPr>
      </w:pPr>
      <w:r w:rsidRPr="00CA52B4">
        <w:rPr>
          <w:rtl/>
          <w:lang w:bidi="fa-IR"/>
        </w:rPr>
        <w:t>أعلام النساء 1 / 318. تهذيب التهذيب 4 / 201. الطبقات الكبرى 8 / 485.</w:t>
      </w:r>
    </w:p>
    <w:p w:rsidR="00843DF1" w:rsidRPr="00CA52B4" w:rsidRDefault="00843DF1" w:rsidP="00EB70B9">
      <w:pPr>
        <w:pStyle w:val="libBold1"/>
        <w:rPr>
          <w:rtl/>
          <w:lang w:bidi="fa-IR"/>
        </w:rPr>
      </w:pPr>
      <w:r w:rsidRPr="00CA52B4">
        <w:rPr>
          <w:rtl/>
        </w:rPr>
        <w:t>1375</w:t>
      </w:r>
      <w:r>
        <w:rPr>
          <w:rtl/>
        </w:rPr>
        <w:t xml:space="preserve"> ـ </w:t>
      </w:r>
      <w:r w:rsidRPr="00CA52B4">
        <w:rPr>
          <w:rtl/>
        </w:rPr>
        <w:t>أم الخير بنت الحريش بن سراقة البارقية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تابعية من أهل الكوفة ، معروفة بالذكاء والفصاحة والبلاغة. رأت</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أصحاب النبيّ </w:t>
      </w:r>
      <w:r>
        <w:rPr>
          <w:rtl/>
          <w:lang w:bidi="fa-IR"/>
        </w:rPr>
        <w:t>(</w:t>
      </w:r>
      <w:r w:rsidRPr="00CA52B4">
        <w:rPr>
          <w:rtl/>
          <w:lang w:bidi="fa-IR"/>
        </w:rPr>
        <w:t>صلّى الله عليه وآله وسلّم</w:t>
      </w:r>
      <w:r>
        <w:rPr>
          <w:rtl/>
          <w:lang w:bidi="fa-IR"/>
        </w:rPr>
        <w:t>)</w:t>
      </w:r>
      <w:r w:rsidRPr="00CA52B4">
        <w:rPr>
          <w:rtl/>
          <w:lang w:bidi="fa-IR"/>
        </w:rPr>
        <w:t xml:space="preserve"> وانضمت إلى شيعة عليّ بن أبي طالب </w:t>
      </w:r>
      <w:r>
        <w:rPr>
          <w:rtl/>
          <w:lang w:bidi="fa-IR"/>
        </w:rPr>
        <w:t>(</w:t>
      </w:r>
      <w:r w:rsidRPr="00CA52B4">
        <w:rPr>
          <w:rtl/>
          <w:lang w:bidi="fa-IR"/>
        </w:rPr>
        <w:t>عليه السلام</w:t>
      </w:r>
      <w:r>
        <w:rPr>
          <w:rtl/>
          <w:lang w:bidi="fa-IR"/>
        </w:rPr>
        <w:t>)</w:t>
      </w:r>
      <w:r w:rsidRPr="00CA52B4">
        <w:rPr>
          <w:rtl/>
          <w:lang w:bidi="fa-IR"/>
        </w:rPr>
        <w:t xml:space="preserve"> وحضرت معه حرب صفّين. وكانت على جمل أرمك وقد احيط حولها حواء ، وبيدها سوط منتشر الظفرة ، وهي كالفحل تخطب وتحرض الجيوش على القتال ، وتدعو الأنصار والمهاجرين على الصبر والمثابرة والجهاد.</w:t>
      </w:r>
    </w:p>
    <w:p w:rsidR="00843DF1" w:rsidRPr="00CA52B4" w:rsidRDefault="00843DF1" w:rsidP="00B10281">
      <w:pPr>
        <w:pStyle w:val="libVar"/>
        <w:rPr>
          <w:rtl/>
          <w:lang w:bidi="fa-IR"/>
        </w:rPr>
      </w:pPr>
      <w:r w:rsidRPr="00CA52B4">
        <w:rPr>
          <w:rtl/>
          <w:lang w:bidi="fa-IR"/>
        </w:rPr>
        <w:t xml:space="preserve">أعلام النساء 1 / 389. أعيان الشيعة 3 / 476. بلاغات النساء / 36. الدر المنثور / 57. العقد الفريد 1 / 300 ، 302. الغدير 3 / 21 </w:t>
      </w:r>
      <w:r>
        <w:rPr>
          <w:rtl/>
          <w:lang w:bidi="fa-IR"/>
        </w:rPr>
        <w:t>و 9</w:t>
      </w:r>
      <w:r w:rsidRPr="00CA52B4">
        <w:rPr>
          <w:rtl/>
          <w:lang w:bidi="fa-IR"/>
        </w:rPr>
        <w:t xml:space="preserve"> / 371 </w:t>
      </w:r>
      <w:r>
        <w:rPr>
          <w:rtl/>
          <w:lang w:bidi="fa-IR"/>
        </w:rPr>
        <w:t>و 1</w:t>
      </w:r>
      <w:r w:rsidRPr="00CA52B4">
        <w:rPr>
          <w:rtl/>
          <w:lang w:bidi="fa-IR"/>
        </w:rPr>
        <w:t>0 / 299.</w:t>
      </w:r>
    </w:p>
    <w:p w:rsidR="00843DF1" w:rsidRPr="00CA52B4" w:rsidRDefault="00843DF1" w:rsidP="00EB70B9">
      <w:pPr>
        <w:pStyle w:val="libBold1"/>
        <w:rPr>
          <w:rtl/>
          <w:lang w:bidi="fa-IR"/>
        </w:rPr>
      </w:pPr>
      <w:r w:rsidRPr="00CA52B4">
        <w:rPr>
          <w:rtl/>
        </w:rPr>
        <w:t>1376</w:t>
      </w:r>
      <w:r>
        <w:rPr>
          <w:rtl/>
        </w:rPr>
        <w:t xml:space="preserve"> ـ </w:t>
      </w:r>
      <w:r w:rsidRPr="00CA52B4">
        <w:rPr>
          <w:rtl/>
        </w:rPr>
        <w:t>أم ذريح العبدية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شاعرة ، موالية لأمير المؤمنين </w:t>
      </w:r>
      <w:r>
        <w:rPr>
          <w:rtl/>
          <w:lang w:bidi="fa-IR"/>
        </w:rPr>
        <w:t>(</w:t>
      </w:r>
      <w:r w:rsidRPr="00CA52B4">
        <w:rPr>
          <w:rtl/>
          <w:lang w:bidi="fa-IR"/>
        </w:rPr>
        <w:t>عليه السلام</w:t>
      </w:r>
      <w:r>
        <w:rPr>
          <w:rtl/>
          <w:lang w:bidi="fa-IR"/>
        </w:rPr>
        <w:t>)</w:t>
      </w:r>
      <w:r w:rsidRPr="00CA52B4">
        <w:rPr>
          <w:rtl/>
          <w:lang w:bidi="fa-IR"/>
        </w:rPr>
        <w:t xml:space="preserve"> ، حضرت يوم الجمل ، وكانت تداوي الجرحى. وأظنّها أم ذريح بن عباد ، الثائر على عثمان ، والساعين إلى قتله. قالت : ولما فعلت عائشة من السب المبرح ، وحصب أصحاب أمير المؤمنين ، قال </w:t>
      </w:r>
      <w:r>
        <w:rPr>
          <w:rtl/>
          <w:lang w:bidi="fa-IR"/>
        </w:rPr>
        <w:t>(</w:t>
      </w:r>
      <w:r w:rsidRPr="00CA52B4">
        <w:rPr>
          <w:rtl/>
          <w:lang w:bidi="fa-IR"/>
        </w:rPr>
        <w:t>عليه السلام</w:t>
      </w:r>
      <w:r>
        <w:rPr>
          <w:rtl/>
          <w:lang w:bidi="fa-IR"/>
        </w:rPr>
        <w:t>)</w:t>
      </w:r>
      <w:r w:rsidRPr="00CA52B4">
        <w:rPr>
          <w:rtl/>
          <w:lang w:bidi="fa-IR"/>
        </w:rPr>
        <w:t xml:space="preserve"> : وما رميت إذ رميت ولكن الشيطان رمى ، وليعودنّ وبالك عليك إن شاء الله. أنشدت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عائش إن جئت لتهزمينا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تنشري البر لتغلبينا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تقذفي بالحصبات فينا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تصادفي ضربا وتنكرينا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بالمشرفيات إذا غزينا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نسفك من دمائكم ماشينا</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الجمل أو النصرة في حرب البصرة / 186. شرح ابن أبي الحديد 9 / 112.</w:t>
      </w:r>
    </w:p>
    <w:p w:rsidR="00843DF1" w:rsidRPr="00CA52B4" w:rsidRDefault="00843DF1" w:rsidP="00EB70B9">
      <w:pPr>
        <w:pStyle w:val="libBold1"/>
        <w:rPr>
          <w:rtl/>
          <w:lang w:bidi="fa-IR"/>
        </w:rPr>
      </w:pPr>
      <w:r w:rsidRPr="00CA52B4">
        <w:rPr>
          <w:rtl/>
        </w:rPr>
        <w:t>1377</w:t>
      </w:r>
      <w:r>
        <w:rPr>
          <w:rtl/>
        </w:rPr>
        <w:t xml:space="preserve"> ـ </w:t>
      </w:r>
      <w:r w:rsidRPr="00CA52B4">
        <w:rPr>
          <w:rtl/>
        </w:rPr>
        <w:t>أم رعلة القشيرية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ربات الفصاحة والبلاغة. وشاعرة وفدت على النبيّ </w:t>
      </w:r>
      <w:r>
        <w:rPr>
          <w:rtl/>
          <w:lang w:bidi="fa-IR"/>
        </w:rPr>
        <w:t>(</w:t>
      </w:r>
      <w:r w:rsidRPr="00CA52B4">
        <w:rPr>
          <w:rtl/>
          <w:lang w:bidi="fa-IR"/>
        </w:rPr>
        <w:t>صلّى الله عليه وآله وسلّم</w:t>
      </w:r>
      <w:r>
        <w:rPr>
          <w:rtl/>
          <w:lang w:bidi="fa-IR"/>
        </w:rPr>
        <w:t>)</w:t>
      </w:r>
      <w:r w:rsidRPr="00CA52B4">
        <w:rPr>
          <w:rtl/>
          <w:lang w:bidi="fa-IR"/>
        </w:rPr>
        <w:t xml:space="preserve"> فقالت : السلام عليك يا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ورحمة الله وبركاته. أنا من ذوات الخدور ، ومحل ازر البعول ، ومربيات الأولاد ، وممهدات المهاد ، ولا حظ لنا في الجيش الأعظم فعلمنا شيئا يقربنا إلى الله عزّ وجلّ ، فقال لها النبيّ </w:t>
      </w:r>
      <w:r>
        <w:rPr>
          <w:rtl/>
          <w:lang w:bidi="fa-IR"/>
        </w:rPr>
        <w:t>(</w:t>
      </w:r>
      <w:r w:rsidRPr="00CA52B4">
        <w:rPr>
          <w:rtl/>
          <w:lang w:bidi="fa-IR"/>
        </w:rPr>
        <w:t>صلّى الله عليه وآله وسلّم</w:t>
      </w:r>
      <w:r>
        <w:rPr>
          <w:rtl/>
          <w:lang w:bidi="fa-IR"/>
        </w:rPr>
        <w:t>)</w:t>
      </w:r>
      <w:r w:rsidRPr="00CA52B4">
        <w:rPr>
          <w:rtl/>
          <w:lang w:bidi="fa-IR"/>
        </w:rPr>
        <w:t xml:space="preserve"> : عليكن بذكر الله عزّ وجلّ آناء الليل وأطراف النهار ، وغض البصر ، وخفض الصوت. ثم رجعت إلى قومها ، وأقبلت بعد وفاة الرسول </w:t>
      </w:r>
      <w:r>
        <w:rPr>
          <w:rtl/>
          <w:lang w:bidi="fa-IR"/>
        </w:rPr>
        <w:t>(</w:t>
      </w:r>
      <w:r w:rsidRPr="00CA52B4">
        <w:rPr>
          <w:rtl/>
          <w:lang w:bidi="fa-IR"/>
        </w:rPr>
        <w:t>صلّى الله عليه وآله وسلّم</w:t>
      </w:r>
      <w:r>
        <w:rPr>
          <w:rtl/>
          <w:lang w:bidi="fa-IR"/>
        </w:rPr>
        <w:t>)</w:t>
      </w:r>
      <w:r w:rsidRPr="00CA52B4">
        <w:rPr>
          <w:rtl/>
          <w:lang w:bidi="fa-IR"/>
        </w:rPr>
        <w:t xml:space="preserve"> ووفاة السيدة الطاهرة فاطمة الزهراء </w:t>
      </w:r>
      <w:r>
        <w:rPr>
          <w:rtl/>
          <w:lang w:bidi="fa-IR"/>
        </w:rPr>
        <w:t>(</w:t>
      </w:r>
      <w:r w:rsidRPr="00CA52B4">
        <w:rPr>
          <w:rtl/>
          <w:lang w:bidi="fa-IR"/>
        </w:rPr>
        <w:t>عليها السلام</w:t>
      </w:r>
      <w:r>
        <w:rPr>
          <w:rtl/>
          <w:lang w:bidi="fa-IR"/>
        </w:rPr>
        <w:t>)</w:t>
      </w:r>
      <w:r w:rsidRPr="00CA52B4">
        <w:rPr>
          <w:rtl/>
          <w:lang w:bidi="fa-IR"/>
        </w:rPr>
        <w:t xml:space="preserve"> إلى</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المدينة ، وتوجهت نحو أمير المؤمنين </w:t>
      </w:r>
      <w:r>
        <w:rPr>
          <w:rtl/>
          <w:lang w:bidi="fa-IR"/>
        </w:rPr>
        <w:t>(</w:t>
      </w:r>
      <w:r w:rsidRPr="00CA52B4">
        <w:rPr>
          <w:rtl/>
          <w:lang w:bidi="fa-IR"/>
        </w:rPr>
        <w:t>عليه السلام</w:t>
      </w:r>
      <w:r>
        <w:rPr>
          <w:rtl/>
          <w:lang w:bidi="fa-IR"/>
        </w:rPr>
        <w:t>)</w:t>
      </w:r>
      <w:r w:rsidRPr="00CA52B4">
        <w:rPr>
          <w:rtl/>
          <w:lang w:bidi="fa-IR"/>
        </w:rPr>
        <w:t xml:space="preserve"> فحزنت على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 وعلى ابنته فاطمة </w:t>
      </w:r>
      <w:r>
        <w:rPr>
          <w:rtl/>
          <w:lang w:bidi="fa-IR"/>
        </w:rPr>
        <w:t>(</w:t>
      </w:r>
      <w:r w:rsidRPr="00CA52B4">
        <w:rPr>
          <w:rtl/>
          <w:lang w:bidi="fa-IR"/>
        </w:rPr>
        <w:t>عليها السلام</w:t>
      </w:r>
      <w:r>
        <w:rPr>
          <w:rtl/>
          <w:lang w:bidi="fa-IR"/>
        </w:rPr>
        <w:t>)</w:t>
      </w:r>
      <w:r w:rsidRPr="00CA52B4">
        <w:rPr>
          <w:rtl/>
          <w:lang w:bidi="fa-IR"/>
        </w:rPr>
        <w:t xml:space="preserve"> ، حزنا شديدا ، وأخذت بالحسن والحسين ، تطوف بهما أزقة المدينة وهي تبكي بكاء مرا وترثيها برثاء مؤلم منه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يا دار فاطمة المعمور ساحتها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هيجت لي حزنا حييت من دار</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فهاجت المدينة لمأتمها ، فلم يبق دار من دور الأنصار إلا وأهلها يبكون.</w:t>
      </w:r>
    </w:p>
    <w:p w:rsidR="00843DF1" w:rsidRPr="00CA52B4" w:rsidRDefault="00843DF1" w:rsidP="00B10281">
      <w:pPr>
        <w:pStyle w:val="libVar"/>
        <w:rPr>
          <w:rtl/>
          <w:lang w:bidi="fa-IR"/>
        </w:rPr>
      </w:pPr>
      <w:r w:rsidRPr="00CA52B4">
        <w:rPr>
          <w:rtl/>
          <w:lang w:bidi="fa-IR"/>
        </w:rPr>
        <w:t>أسد الغابة 5 / 582. الإصابة 4 / 449. أعلام النساء 1 / 451. أعيان الشيعة 3 / 478.</w:t>
      </w:r>
    </w:p>
    <w:p w:rsidR="00843DF1" w:rsidRPr="00CA52B4" w:rsidRDefault="00843DF1" w:rsidP="00EB70B9">
      <w:pPr>
        <w:pStyle w:val="libBold1"/>
        <w:rPr>
          <w:rtl/>
          <w:lang w:bidi="fa-IR"/>
        </w:rPr>
      </w:pPr>
      <w:r w:rsidRPr="00CA52B4">
        <w:rPr>
          <w:rtl/>
        </w:rPr>
        <w:t>1378</w:t>
      </w:r>
      <w:r>
        <w:rPr>
          <w:rtl/>
        </w:rPr>
        <w:t xml:space="preserve"> ـ </w:t>
      </w:r>
      <w:r w:rsidRPr="00CA52B4">
        <w:rPr>
          <w:rtl/>
        </w:rPr>
        <w:t>أم موسى</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كوفية تابعية ، ثقة صالحة. وهي سرية أمير المؤمنين </w:t>
      </w:r>
      <w:r>
        <w:rPr>
          <w:rtl/>
          <w:lang w:bidi="fa-IR"/>
        </w:rPr>
        <w:t>(</w:t>
      </w:r>
      <w:r w:rsidRPr="00CA52B4">
        <w:rPr>
          <w:rtl/>
          <w:lang w:bidi="fa-IR"/>
        </w:rPr>
        <w:t>عليه السلام</w:t>
      </w:r>
      <w:r>
        <w:rPr>
          <w:rtl/>
          <w:lang w:bidi="fa-IR"/>
        </w:rPr>
        <w:t>).</w:t>
      </w:r>
      <w:r>
        <w:rPr>
          <w:rFonts w:hint="cs"/>
          <w:rtl/>
          <w:lang w:bidi="fa-IR"/>
        </w:rPr>
        <w:t xml:space="preserve"> </w:t>
      </w:r>
      <w:r w:rsidRPr="00CA52B4">
        <w:rPr>
          <w:rtl/>
          <w:lang w:bidi="fa-IR"/>
        </w:rPr>
        <w:t>حديثها مستقيم. يقال : إنّ اسمها : فاختة ، وقيل : حبيبة. راوية من راويات الحديث. أخرج حديثها البخاري في الأدب المفرد ، والنسائي وابن ماجة القزويني ، ولها أحاديث في السنن والصحاح. روى عنها مغيرة بن مقسم الضبي المتوفى سنة 136 ، 134 ، 133 ، 132 ه‍</w:t>
      </w:r>
      <w:r>
        <w:rPr>
          <w:rtl/>
          <w:lang w:bidi="fa-IR"/>
        </w:rPr>
        <w:t>.</w:t>
      </w:r>
    </w:p>
    <w:p w:rsidR="00843DF1" w:rsidRPr="00CA52B4" w:rsidRDefault="00843DF1" w:rsidP="00B10281">
      <w:pPr>
        <w:pStyle w:val="libVar"/>
        <w:rPr>
          <w:rtl/>
          <w:lang w:bidi="fa-IR"/>
        </w:rPr>
      </w:pPr>
      <w:r w:rsidRPr="00CA52B4">
        <w:rPr>
          <w:rtl/>
          <w:lang w:bidi="fa-IR"/>
        </w:rPr>
        <w:t xml:space="preserve">أعيان الشيعة 3 / 488. أعلام النساء 5 / 122. تقريب التهذيب 2 / 625. تهذيب التهذيب 12 / 481. رجال البرقي / 61. الغدير 9 / 139 </w:t>
      </w:r>
      <w:r>
        <w:rPr>
          <w:rtl/>
          <w:lang w:bidi="fa-IR"/>
        </w:rPr>
        <w:t>و 1</w:t>
      </w:r>
      <w:r w:rsidRPr="00CA52B4">
        <w:rPr>
          <w:rtl/>
          <w:lang w:bidi="fa-IR"/>
        </w:rPr>
        <w:t>1 / 11. لسان الميزان 7 / 534. ميزان الاعتدال 4 / 614.</w:t>
      </w:r>
    </w:p>
    <w:p w:rsidR="00843DF1" w:rsidRPr="00CA52B4" w:rsidRDefault="00843DF1" w:rsidP="00EB70B9">
      <w:pPr>
        <w:pStyle w:val="libBold1"/>
        <w:rPr>
          <w:rtl/>
          <w:lang w:bidi="fa-IR"/>
        </w:rPr>
      </w:pPr>
      <w:r w:rsidRPr="00CA52B4">
        <w:rPr>
          <w:rtl/>
        </w:rPr>
        <w:t>1379</w:t>
      </w:r>
      <w:r>
        <w:rPr>
          <w:rtl/>
        </w:rPr>
        <w:t xml:space="preserve"> ـ </w:t>
      </w:r>
      <w:r w:rsidRPr="00CA52B4">
        <w:rPr>
          <w:rtl/>
        </w:rPr>
        <w:t>أم الهيثم بنت الأسود النخعية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تابعية ، وشاعرة فاضلة ، واشتهرت بالكنية ، واختلفت كلمات أصحاب التراجم في اسم أبيها. ولما قتل عبد الرحمن بن ملجم ، استوهبت أم الهيثم جثته من الإمام الحسن </w:t>
      </w:r>
      <w:r>
        <w:rPr>
          <w:rtl/>
          <w:lang w:bidi="fa-IR"/>
        </w:rPr>
        <w:t>(</w:t>
      </w:r>
      <w:r w:rsidRPr="00CA52B4">
        <w:rPr>
          <w:rtl/>
          <w:lang w:bidi="fa-IR"/>
        </w:rPr>
        <w:t>عليه السلام</w:t>
      </w:r>
      <w:r>
        <w:rPr>
          <w:rtl/>
          <w:lang w:bidi="fa-IR"/>
        </w:rPr>
        <w:t>)</w:t>
      </w:r>
      <w:r w:rsidRPr="00CA52B4">
        <w:rPr>
          <w:rtl/>
          <w:lang w:bidi="fa-IR"/>
        </w:rPr>
        <w:t xml:space="preserve"> لتتولى إحراقها فوهبها لها فأحرقتها بالنار. ورثت أمير المؤمنين </w:t>
      </w:r>
      <w:r>
        <w:rPr>
          <w:rtl/>
          <w:lang w:bidi="fa-IR"/>
        </w:rPr>
        <w:t>(</w:t>
      </w:r>
      <w:r w:rsidRPr="00CA52B4">
        <w:rPr>
          <w:rtl/>
          <w:lang w:bidi="fa-IR"/>
        </w:rPr>
        <w:t>عليه السلام</w:t>
      </w:r>
      <w:r>
        <w:rPr>
          <w:rtl/>
          <w:lang w:bidi="fa-IR"/>
        </w:rPr>
        <w:t>)</w:t>
      </w:r>
      <w:r w:rsidRPr="00CA52B4">
        <w:rPr>
          <w:rtl/>
          <w:lang w:bidi="fa-IR"/>
        </w:rPr>
        <w:t xml:space="preserve"> بقصيدة مطلعها ، قولها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ألا يا عين ويحك أسعدينا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أ</w:t>
            </w:r>
            <w:r w:rsidRPr="00CA52B4">
              <w:rPr>
                <w:rtl/>
                <w:lang w:bidi="fa-IR"/>
              </w:rPr>
              <w:t>لا تبكي أمير المؤمنينا</w:t>
            </w:r>
            <w:r w:rsidRPr="00B10281">
              <w:rPr>
                <w:rStyle w:val="libPoemTiniCharChar"/>
                <w:rtl/>
              </w:rPr>
              <w:br/>
              <w:t> </w:t>
            </w:r>
          </w:p>
        </w:tc>
      </w:tr>
    </w:tbl>
    <w:p w:rsidR="00843DF1" w:rsidRPr="00CA52B4" w:rsidRDefault="00843DF1" w:rsidP="00347E77">
      <w:pPr>
        <w:pStyle w:val="libNormal"/>
      </w:pPr>
    </w:p>
    <w:p w:rsidR="00843DF1" w:rsidRPr="00CA52B4" w:rsidRDefault="00843DF1" w:rsidP="00347E77">
      <w:pPr>
        <w:pStyle w:val="libNormal"/>
        <w:rPr>
          <w:rtl/>
          <w:lang w:bidi="fa-IR"/>
        </w:rPr>
      </w:pPr>
      <w:r>
        <w:rPr>
          <w:rtl/>
          <w:lang w:bidi="fa-IR"/>
        </w:rPr>
        <w:br w:type="page"/>
      </w:r>
      <w:r w:rsidRPr="00CA52B4">
        <w:rPr>
          <w:rtl/>
          <w:lang w:bidi="fa-IR"/>
        </w:rPr>
        <w:lastRenderedPageBreak/>
        <w:t>وفي رواية أم الهيثم بنت العريان النخعية ، وأم الهيثم النخعية.</w:t>
      </w:r>
    </w:p>
    <w:p w:rsidR="00843DF1" w:rsidRPr="00CA52B4" w:rsidRDefault="00843DF1" w:rsidP="00B10281">
      <w:pPr>
        <w:pStyle w:val="libVar"/>
        <w:rPr>
          <w:rtl/>
          <w:lang w:bidi="fa-IR"/>
        </w:rPr>
      </w:pPr>
      <w:r w:rsidRPr="00CA52B4">
        <w:rPr>
          <w:rtl/>
          <w:lang w:bidi="fa-IR"/>
        </w:rPr>
        <w:t>أعيان الشيعة 3 / 488. أسد الغابة 4 / 39. الاستيعاب 3 / 66. شرح ابن أبي الحديد 6 / 125. الكامل في التأريخ 4 / 310. مقاتل الطالبيين / 27.</w:t>
      </w:r>
    </w:p>
    <w:p w:rsidR="00843DF1" w:rsidRPr="00CA52B4" w:rsidRDefault="00843DF1" w:rsidP="00EB70B9">
      <w:pPr>
        <w:pStyle w:val="libBold1"/>
        <w:rPr>
          <w:rtl/>
          <w:lang w:bidi="fa-IR"/>
        </w:rPr>
      </w:pPr>
      <w:r w:rsidRPr="00CA52B4">
        <w:rPr>
          <w:rtl/>
        </w:rPr>
        <w:t>1380</w:t>
      </w:r>
      <w:r>
        <w:rPr>
          <w:rtl/>
        </w:rPr>
        <w:t xml:space="preserve"> ـ </w:t>
      </w:r>
      <w:r w:rsidRPr="00CA52B4">
        <w:rPr>
          <w:rtl/>
        </w:rPr>
        <w:t>أمامة بنت أبي العاص بن الربيع بن عبد العزى بن عبد شمس بن عبد مناف القرشية العبشمية توفيت</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محدّثة. أمها زينب بنت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وأبوها أبو العاص ابن أخت خديجة بنت خويلد. ولدت على عهد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وهي التي أوصت فاطمة الزهراء </w:t>
      </w:r>
      <w:r>
        <w:rPr>
          <w:rtl/>
          <w:lang w:bidi="fa-IR"/>
        </w:rPr>
        <w:t>(</w:t>
      </w:r>
      <w:r w:rsidRPr="00CA52B4">
        <w:rPr>
          <w:rtl/>
          <w:lang w:bidi="fa-IR"/>
        </w:rPr>
        <w:t>عليها السلام</w:t>
      </w:r>
      <w:r>
        <w:rPr>
          <w:rtl/>
          <w:lang w:bidi="fa-IR"/>
        </w:rPr>
        <w:t>)</w:t>
      </w:r>
      <w:r w:rsidRPr="00CA52B4">
        <w:rPr>
          <w:rtl/>
          <w:lang w:bidi="fa-IR"/>
        </w:rPr>
        <w:t xml:space="preserve"> ، أمير المؤمنين </w:t>
      </w:r>
      <w:r>
        <w:rPr>
          <w:rtl/>
          <w:lang w:bidi="fa-IR"/>
        </w:rPr>
        <w:t>(</w:t>
      </w:r>
      <w:r w:rsidRPr="00CA52B4">
        <w:rPr>
          <w:rtl/>
          <w:lang w:bidi="fa-IR"/>
        </w:rPr>
        <w:t>عليه السلام</w:t>
      </w:r>
      <w:r>
        <w:rPr>
          <w:rtl/>
          <w:lang w:bidi="fa-IR"/>
        </w:rPr>
        <w:t>)</w:t>
      </w:r>
      <w:r w:rsidRPr="00CA52B4">
        <w:rPr>
          <w:rtl/>
          <w:lang w:bidi="fa-IR"/>
        </w:rPr>
        <w:t xml:space="preserve"> أن يتزوّج بها بعد وفاتها ، وقالت : إنّها تكون لولدي مثلي ، فتزوجها عليّ </w:t>
      </w:r>
      <w:r>
        <w:rPr>
          <w:rtl/>
          <w:lang w:bidi="fa-IR"/>
        </w:rPr>
        <w:t>(</w:t>
      </w:r>
      <w:r w:rsidRPr="00CA52B4">
        <w:rPr>
          <w:rtl/>
          <w:lang w:bidi="fa-IR"/>
        </w:rPr>
        <w:t>عليه السلام</w:t>
      </w:r>
      <w:r>
        <w:rPr>
          <w:rtl/>
          <w:lang w:bidi="fa-IR"/>
        </w:rPr>
        <w:t>)</w:t>
      </w:r>
      <w:r w:rsidRPr="00CA52B4">
        <w:rPr>
          <w:rtl/>
          <w:lang w:bidi="fa-IR"/>
        </w:rPr>
        <w:t xml:space="preserve"> بعد وفاة الزهراء </w:t>
      </w:r>
      <w:r>
        <w:rPr>
          <w:rtl/>
          <w:lang w:bidi="fa-IR"/>
        </w:rPr>
        <w:t>(</w:t>
      </w:r>
      <w:r w:rsidRPr="00CA52B4">
        <w:rPr>
          <w:rtl/>
          <w:lang w:bidi="fa-IR"/>
        </w:rPr>
        <w:t>عليها السلام</w:t>
      </w:r>
      <w:r>
        <w:rPr>
          <w:rtl/>
          <w:lang w:bidi="fa-IR"/>
        </w:rPr>
        <w:t>)</w:t>
      </w:r>
      <w:r w:rsidRPr="00CA52B4">
        <w:rPr>
          <w:rtl/>
          <w:lang w:bidi="fa-IR"/>
        </w:rPr>
        <w:t xml:space="preserve"> ، وكانت فاطمة خالتها ، ولذلك قال أمير المؤمنين </w:t>
      </w:r>
      <w:r>
        <w:rPr>
          <w:rtl/>
          <w:lang w:bidi="fa-IR"/>
        </w:rPr>
        <w:t>(</w:t>
      </w:r>
      <w:r w:rsidRPr="00CA52B4">
        <w:rPr>
          <w:rtl/>
          <w:lang w:bidi="fa-IR"/>
        </w:rPr>
        <w:t>عليه السلام</w:t>
      </w:r>
      <w:r>
        <w:rPr>
          <w:rtl/>
          <w:lang w:bidi="fa-IR"/>
        </w:rPr>
        <w:t>)</w:t>
      </w:r>
      <w:r w:rsidRPr="00CA52B4">
        <w:rPr>
          <w:rtl/>
          <w:lang w:bidi="fa-IR"/>
        </w:rPr>
        <w:t xml:space="preserve"> : أربعة ليس إلى فراقهنّ سبيل ، وعدّ منهنّ أمامة ، وقال : أوصت بها فاطمة. ولما قتل عليّ بن أبي طالب </w:t>
      </w:r>
      <w:r>
        <w:rPr>
          <w:rtl/>
          <w:lang w:bidi="fa-IR"/>
        </w:rPr>
        <w:t>(</w:t>
      </w:r>
      <w:r w:rsidRPr="00CA52B4">
        <w:rPr>
          <w:rtl/>
          <w:lang w:bidi="fa-IR"/>
        </w:rPr>
        <w:t>عليه السلام</w:t>
      </w:r>
      <w:r>
        <w:rPr>
          <w:rtl/>
          <w:lang w:bidi="fa-IR"/>
        </w:rPr>
        <w:t>)</w:t>
      </w:r>
      <w:r w:rsidRPr="00CA52B4">
        <w:rPr>
          <w:rtl/>
          <w:lang w:bidi="fa-IR"/>
        </w:rPr>
        <w:t xml:space="preserve"> ، وآمت منه أمامة قالت أم الهيثم النخعية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أشاب ذوائبي وأذل ركني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أمامة حين فارقت القرينا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تطيف بها لحاجتها إليه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فلما استيأست رفعت رنينا</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 xml:space="preserve">وكان عليّ </w:t>
      </w:r>
      <w:r>
        <w:rPr>
          <w:rtl/>
          <w:lang w:bidi="fa-IR"/>
        </w:rPr>
        <w:t>(</w:t>
      </w:r>
      <w:r w:rsidRPr="00CA52B4">
        <w:rPr>
          <w:rtl/>
          <w:lang w:bidi="fa-IR"/>
        </w:rPr>
        <w:t>عليه السلام</w:t>
      </w:r>
      <w:r>
        <w:rPr>
          <w:rtl/>
          <w:lang w:bidi="fa-IR"/>
        </w:rPr>
        <w:t>).</w:t>
      </w:r>
      <w:r w:rsidRPr="00CA52B4">
        <w:rPr>
          <w:rtl/>
          <w:lang w:bidi="fa-IR"/>
        </w:rPr>
        <w:t xml:space="preserve"> قد أمر المغيرة بن نوفل بن الحارث بن عبد المطلب أن يتزوّج أمامة بنت أبي العاص بن الربيع زوجته بعده ، لأنّه خاف أن يتزوّجها معاوية فتزوّجها المغيرة وهلكت عنده. روت عنها العقيلة فاطمة بنت عليّ </w:t>
      </w:r>
      <w:r>
        <w:rPr>
          <w:rtl/>
          <w:lang w:bidi="fa-IR"/>
        </w:rPr>
        <w:t>(</w:t>
      </w:r>
      <w:r w:rsidRPr="00CA52B4">
        <w:rPr>
          <w:rtl/>
          <w:lang w:bidi="fa-IR"/>
        </w:rPr>
        <w:t>عليه السلام</w:t>
      </w:r>
      <w:r>
        <w:rPr>
          <w:rtl/>
          <w:lang w:bidi="fa-IR"/>
        </w:rPr>
        <w:t>).</w:t>
      </w:r>
    </w:p>
    <w:p w:rsidR="00843DF1" w:rsidRPr="00CA52B4" w:rsidRDefault="00843DF1" w:rsidP="00B10281">
      <w:pPr>
        <w:pStyle w:val="libVar"/>
        <w:rPr>
          <w:rtl/>
          <w:lang w:bidi="fa-IR"/>
        </w:rPr>
      </w:pPr>
      <w:r w:rsidRPr="00CA52B4">
        <w:rPr>
          <w:rtl/>
          <w:lang w:bidi="fa-IR"/>
        </w:rPr>
        <w:t xml:space="preserve">أسد الغابة 5 / 400. الاستيعاب 4 / 244. الإصابة 4 / 236. أعلام النساء 1 / 77. أعيان الشيعة 12 / 295. تنقيح المقال 3 / 69. فصل النساء. جمهرة أنساب العرب / 16. الدرّ المنثور / 65. شرح ابن أبي الحديد 15 / 265. الطبقات الكبرى 8 / 232. الكامل في التأريخ 2 / 401 </w:t>
      </w:r>
      <w:r>
        <w:rPr>
          <w:rtl/>
          <w:lang w:bidi="fa-IR"/>
        </w:rPr>
        <w:t>و 3</w:t>
      </w:r>
      <w:r w:rsidRPr="00CA52B4">
        <w:rPr>
          <w:rtl/>
          <w:lang w:bidi="fa-IR"/>
        </w:rPr>
        <w:t xml:space="preserve"> / 397. معجم رجال الحديث 23 / 181.</w:t>
      </w:r>
      <w:r>
        <w:rPr>
          <w:rFonts w:hint="cs"/>
          <w:rtl/>
          <w:lang w:bidi="fa-IR"/>
        </w:rPr>
        <w:t xml:space="preserve"> </w:t>
      </w:r>
      <w:r w:rsidRPr="00CA52B4">
        <w:rPr>
          <w:rtl/>
          <w:lang w:bidi="fa-IR"/>
        </w:rPr>
        <w:t>منتهى المقال / 365.</w:t>
      </w:r>
    </w:p>
    <w:p w:rsidR="00843DF1" w:rsidRPr="00CA52B4" w:rsidRDefault="00843DF1" w:rsidP="00EB70B9">
      <w:pPr>
        <w:pStyle w:val="libBold1"/>
        <w:rPr>
          <w:rtl/>
          <w:lang w:bidi="fa-IR"/>
        </w:rPr>
      </w:pPr>
      <w:r>
        <w:rPr>
          <w:rtl/>
          <w:lang w:bidi="fa-IR"/>
        </w:rPr>
        <w:br w:type="page"/>
      </w:r>
      <w:r w:rsidRPr="00CA52B4">
        <w:rPr>
          <w:rtl/>
        </w:rPr>
        <w:lastRenderedPageBreak/>
        <w:t>1381</w:t>
      </w:r>
      <w:r>
        <w:rPr>
          <w:rtl/>
        </w:rPr>
        <w:t xml:space="preserve"> ـ </w:t>
      </w:r>
      <w:r w:rsidRPr="00CA52B4">
        <w:rPr>
          <w:rtl/>
        </w:rPr>
        <w:t>بكارة الهلالية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كانت من نساء العرب الموصوفات بالشجاعة والإقدام ، والفصاحة والشعر ، والنثر والخطابة. وكانت مع أمير المؤمنين </w:t>
      </w:r>
      <w:r>
        <w:rPr>
          <w:rtl/>
          <w:lang w:bidi="fa-IR"/>
        </w:rPr>
        <w:t>(</w:t>
      </w:r>
      <w:r w:rsidRPr="00CA52B4">
        <w:rPr>
          <w:rtl/>
          <w:lang w:bidi="fa-IR"/>
        </w:rPr>
        <w:t>عليه السلام</w:t>
      </w:r>
      <w:r>
        <w:rPr>
          <w:rtl/>
          <w:lang w:bidi="fa-IR"/>
        </w:rPr>
        <w:t>)</w:t>
      </w:r>
      <w:r w:rsidRPr="00CA52B4">
        <w:rPr>
          <w:rtl/>
          <w:lang w:bidi="fa-IR"/>
        </w:rPr>
        <w:t xml:space="preserve"> في حرب صفّين ، فخطبت بها خطبا حماسية ، حضت بها القوم على أن يخوضوا غمارات الحرب ، بدون خوف ولا وجل. وفدت على معاوية بن أبي سفيان بعد أن كبرت وتقدم سنّها ، ودق عظمها ، ومعها خادمان لها ، وهي متكئة عليها وبيدها عكاز ، فسلمت على معاوية بالخلافة. فأحسن عليها الرد وأذن لها الجلوس. وكان عنده مروان بن الحكم. وعمرو بن العاص. فابتدأ مروان فقال : </w:t>
      </w:r>
      <w:r>
        <w:rPr>
          <w:rtl/>
          <w:lang w:bidi="fa-IR"/>
        </w:rPr>
        <w:t>أ</w:t>
      </w:r>
      <w:r w:rsidRPr="00CA52B4">
        <w:rPr>
          <w:rtl/>
          <w:lang w:bidi="fa-IR"/>
        </w:rPr>
        <w:t>ما تعرف هذه يا أمير المؤمنين</w:t>
      </w:r>
      <w:r>
        <w:rPr>
          <w:rtl/>
          <w:lang w:bidi="fa-IR"/>
        </w:rPr>
        <w:t>؟</w:t>
      </w:r>
      <w:r w:rsidRPr="00CA52B4">
        <w:rPr>
          <w:rtl/>
          <w:lang w:bidi="fa-IR"/>
        </w:rPr>
        <w:t xml:space="preserve"> قال : ومن هي</w:t>
      </w:r>
      <w:r>
        <w:rPr>
          <w:rtl/>
          <w:lang w:bidi="fa-IR"/>
        </w:rPr>
        <w:t>؟</w:t>
      </w:r>
      <w:r w:rsidRPr="00CA52B4">
        <w:rPr>
          <w:rtl/>
          <w:lang w:bidi="fa-IR"/>
        </w:rPr>
        <w:t xml:space="preserve"> قال : هي التي كانت تعين علينا يوم صفّين ، وهي القائلة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يا زيد دونك فاستشر من دارنا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سيفا حساما في التراب دفينا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قد كان مذخورا لكل عظيمة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فاليوم أبرزه الزمان مصونا</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فقال عمرو بن العاص : وهي القائلة يا أمير المؤمنين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أ</w:t>
            </w:r>
            <w:r w:rsidRPr="00CA52B4">
              <w:rPr>
                <w:rtl/>
                <w:lang w:bidi="fa-IR"/>
              </w:rPr>
              <w:t>ترى ابن هند للخلافة مالكا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هيهات ذاك وما أراد بعيد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منّتك نفسك في الخلاء ضلالة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أغراك عمرو للشقا وسعيد</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فارجع بأنكد طائر بنحوسها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لاقت عليّا أسعد وسعود</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فقال سعيد : يا أمير المؤمنين وهي القائلة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لقد كنت آمل أن أموت ولا أرى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فوق المنابر من أمية خاطبا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فالله أخر مدّتي فتطاولت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حتّى رأيت من الزمان عجائبا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في كل يوم لا يزال خطيبهم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وسط الجموع لآل أحمد عائبا</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ثم سكت القوم ، فقالت بكارة : نبحتني كلابك يا أمير المؤمنين ، واعتورتني ، فقصر محجني ، وكثر عجبي ، وغشى بصري ، وأنا والله قائلة ما قالوا ، لا أرفع ذلك بتكذيب فامضي لشأنك فلا خير في العيش بعد أمير المؤمنين. فقال معاوية : إنّه لا يضيعك شيء فاذكري حاجتك تقضى.</w:t>
      </w:r>
    </w:p>
    <w:p w:rsidR="00843DF1" w:rsidRPr="00CA52B4" w:rsidRDefault="00843DF1" w:rsidP="00B10281">
      <w:pPr>
        <w:pStyle w:val="libNormal0"/>
        <w:rPr>
          <w:rtl/>
          <w:lang w:bidi="fa-IR"/>
        </w:rPr>
      </w:pPr>
      <w:r>
        <w:rPr>
          <w:rtl/>
          <w:lang w:bidi="fa-IR"/>
        </w:rPr>
        <w:br w:type="page"/>
      </w:r>
      <w:r w:rsidRPr="00CA52B4">
        <w:rPr>
          <w:rtl/>
          <w:lang w:bidi="fa-IR"/>
        </w:rPr>
        <w:lastRenderedPageBreak/>
        <w:t>فقضى حوائجها وردها إلى بلدها.</w:t>
      </w:r>
    </w:p>
    <w:p w:rsidR="00843DF1" w:rsidRPr="00CA52B4" w:rsidRDefault="00843DF1" w:rsidP="00B10281">
      <w:pPr>
        <w:pStyle w:val="libVar"/>
        <w:rPr>
          <w:rtl/>
          <w:lang w:bidi="fa-IR"/>
        </w:rPr>
      </w:pPr>
      <w:r w:rsidRPr="00CA52B4">
        <w:rPr>
          <w:rtl/>
          <w:lang w:bidi="fa-IR"/>
        </w:rPr>
        <w:t>أعلام النساء 1 / 137. أعيان الشيعة 14 / 60 ط 2. بلاغات النساء / 34. الدر المنثور / 99. شاعرات العرب / 35.</w:t>
      </w:r>
    </w:p>
    <w:p w:rsidR="00843DF1" w:rsidRPr="00CA52B4" w:rsidRDefault="00843DF1" w:rsidP="00EB70B9">
      <w:pPr>
        <w:pStyle w:val="libBold1"/>
        <w:rPr>
          <w:rtl/>
          <w:lang w:bidi="fa-IR"/>
        </w:rPr>
      </w:pPr>
      <w:r w:rsidRPr="00CA52B4">
        <w:rPr>
          <w:rtl/>
        </w:rPr>
        <w:t>1382</w:t>
      </w:r>
      <w:r>
        <w:rPr>
          <w:rtl/>
        </w:rPr>
        <w:t xml:space="preserve"> ـ </w:t>
      </w:r>
      <w:r w:rsidRPr="00CA52B4">
        <w:rPr>
          <w:rtl/>
        </w:rPr>
        <w:t>جرداء بنت سمير الكوفية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محدّثة موالية ، كانت مخلصة في محبتها لأمير المؤمنين </w:t>
      </w:r>
      <w:r>
        <w:rPr>
          <w:rtl/>
          <w:lang w:bidi="fa-IR"/>
        </w:rPr>
        <w:t>(</w:t>
      </w:r>
      <w:r w:rsidRPr="00CA52B4">
        <w:rPr>
          <w:rtl/>
          <w:lang w:bidi="fa-IR"/>
        </w:rPr>
        <w:t>عليه السلام</w:t>
      </w:r>
      <w:r>
        <w:rPr>
          <w:rtl/>
          <w:lang w:bidi="fa-IR"/>
        </w:rPr>
        <w:t>).</w:t>
      </w:r>
      <w:r w:rsidRPr="00CA52B4">
        <w:rPr>
          <w:rtl/>
          <w:lang w:bidi="fa-IR"/>
        </w:rPr>
        <w:t xml:space="preserve"> وهي زوجة هرثمة بن سليم. قال : غزونا مع عليّ بن أبي طالب غزوة صفين ، فلما نزلنا بكربلاء صلّى بنا صلاة فلما سلم رقى إليه من تربتها فشمّها ، ثم قال : واها لك أيّتها التربة ليحشرنّ منك قوم يدخلون الجنة بغير حساب. فلما رجع هرثمة من غزوته إلى امرأته جرداء ، وكانت من شيعة عليّ قال لها زوجها : </w:t>
      </w:r>
      <w:r>
        <w:rPr>
          <w:rtl/>
          <w:lang w:bidi="fa-IR"/>
        </w:rPr>
        <w:t>أ</w:t>
      </w:r>
      <w:r w:rsidRPr="00CA52B4">
        <w:rPr>
          <w:rtl/>
          <w:lang w:bidi="fa-IR"/>
        </w:rPr>
        <w:t>لا أعجبك من صديقك أبي الحسن</w:t>
      </w:r>
      <w:r>
        <w:rPr>
          <w:rtl/>
          <w:lang w:bidi="fa-IR"/>
        </w:rPr>
        <w:t>؟</w:t>
      </w:r>
      <w:r w:rsidRPr="00CA52B4">
        <w:rPr>
          <w:rtl/>
          <w:lang w:bidi="fa-IR"/>
        </w:rPr>
        <w:t xml:space="preserve"> لما نزلنا كربلاء رفع إليه من تربتها فشمّها ، وقال : واها لك يا تربة ليحشرنّ منك قوم يدخلون الجنة بغير حساب ، وما علّمه بالغيب</w:t>
      </w:r>
      <w:r>
        <w:rPr>
          <w:rtl/>
          <w:lang w:bidi="fa-IR"/>
        </w:rPr>
        <w:t>؟</w:t>
      </w:r>
      <w:r w:rsidRPr="00CA52B4">
        <w:rPr>
          <w:rtl/>
          <w:lang w:bidi="fa-IR"/>
        </w:rPr>
        <w:t xml:space="preserve"> فقالت : دعنا منك أيّها الرجل ، فإنّ أمير المؤمنين لم يقل إلّا حقا.</w:t>
      </w:r>
    </w:p>
    <w:p w:rsidR="00843DF1" w:rsidRPr="00CA52B4" w:rsidRDefault="00843DF1" w:rsidP="00347E77">
      <w:pPr>
        <w:pStyle w:val="libNormal"/>
        <w:rPr>
          <w:rtl/>
          <w:lang w:bidi="fa-IR"/>
        </w:rPr>
      </w:pPr>
      <w:r w:rsidRPr="00CA52B4">
        <w:rPr>
          <w:rtl/>
          <w:lang w:bidi="fa-IR"/>
        </w:rPr>
        <w:t>قال هرثمة : فلما بعث عبيد الله بن زياد البعث الذي بعثه إلى الحسين بن عليّ ، وأصحابه ، كنت فيهم في الخيل التي بعث إليهم فلما انتهيت إلى القوم ، وحسين وأصحابه ، عرفت المنزل الذي بنا عليّ فيه والبقعة التي رفع إليه من ترابها ، والقول الذي قاله ، فكرهت مسيري فأقبلت على فرسي حتّى وقفت على الحسين فسلّمت عليه ، وحدّثته بالذي سمعت من أبيه في هذا المنزل. فقال الحسين : معنا أنت أو علينا</w:t>
      </w:r>
      <w:r>
        <w:rPr>
          <w:rtl/>
          <w:lang w:bidi="fa-IR"/>
        </w:rPr>
        <w:t>؟</w:t>
      </w:r>
      <w:r w:rsidRPr="00CA52B4">
        <w:rPr>
          <w:rtl/>
          <w:lang w:bidi="fa-IR"/>
        </w:rPr>
        <w:t xml:space="preserve"> فقلت : يا ابن رسول الله لا معك ولا عليك. تركت أهلي وولدي أخاف عليهم من ابن زياد. فقال الحسين : فولّ هربا حتّى لا ترى لنا مقتلا فو الذي نفس محمد بيده لا يرى مقتلنا اليوم رجل ولا يغيثنا ، إلّا أدخله الله النار. فأقبلت في الأرض هاربا حتّى خفي عليّ مقتله</w:t>
      </w:r>
      <w:r>
        <w:rPr>
          <w:rtl/>
          <w:lang w:bidi="fa-IR"/>
        </w:rPr>
        <w:t xml:space="preserve"> ـ.</w:t>
      </w:r>
    </w:p>
    <w:p w:rsidR="00843DF1" w:rsidRPr="00CA52B4" w:rsidRDefault="00843DF1" w:rsidP="00B10281">
      <w:pPr>
        <w:pStyle w:val="libVar"/>
        <w:rPr>
          <w:rtl/>
          <w:lang w:bidi="fa-IR"/>
        </w:rPr>
      </w:pPr>
      <w:r w:rsidRPr="00CA52B4">
        <w:rPr>
          <w:rtl/>
          <w:lang w:bidi="fa-IR"/>
        </w:rPr>
        <w:t>أعيان الشيعة 15 / 214. وقعة صفين / 140.</w:t>
      </w:r>
    </w:p>
    <w:p w:rsidR="00843DF1" w:rsidRPr="00CA52B4" w:rsidRDefault="00843DF1" w:rsidP="00EB70B9">
      <w:pPr>
        <w:pStyle w:val="libBold1"/>
        <w:rPr>
          <w:rtl/>
          <w:lang w:bidi="fa-IR"/>
        </w:rPr>
      </w:pPr>
      <w:r>
        <w:rPr>
          <w:rtl/>
          <w:lang w:bidi="fa-IR"/>
        </w:rPr>
        <w:br w:type="page"/>
      </w:r>
      <w:r w:rsidRPr="00CA52B4">
        <w:rPr>
          <w:rtl/>
        </w:rPr>
        <w:lastRenderedPageBreak/>
        <w:t>1383</w:t>
      </w:r>
      <w:r>
        <w:rPr>
          <w:rtl/>
        </w:rPr>
        <w:t xml:space="preserve"> ـ </w:t>
      </w:r>
      <w:r w:rsidRPr="00CA52B4">
        <w:rPr>
          <w:rtl/>
        </w:rPr>
        <w:t>جروة بنت مرّة بن غالب التميمية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من ربات الفصاحة ، والبلاغة ، والأدب ، والتشيع لأمير المؤمنين </w:t>
      </w:r>
      <w:r>
        <w:rPr>
          <w:rtl/>
          <w:lang w:bidi="fa-IR"/>
        </w:rPr>
        <w:t>(</w:t>
      </w:r>
      <w:r w:rsidRPr="00CA52B4">
        <w:rPr>
          <w:rtl/>
          <w:lang w:bidi="fa-IR"/>
        </w:rPr>
        <w:t>عليه السلام</w:t>
      </w:r>
      <w:r>
        <w:rPr>
          <w:rtl/>
          <w:lang w:bidi="fa-IR"/>
        </w:rPr>
        <w:t>)</w:t>
      </w:r>
      <w:r w:rsidRPr="00CA52B4">
        <w:rPr>
          <w:rtl/>
          <w:lang w:bidi="fa-IR"/>
        </w:rPr>
        <w:t xml:space="preserve"> ، وكانت مجاورة بمكة. جاء أنّ معاوية احتجم يوما بمكة فلما أمسى أرق أرقا شديدا ، فأرسل إلى جروة فلما دخلت عليه ، قال لها :</w:t>
      </w:r>
      <w:r>
        <w:rPr>
          <w:rFonts w:hint="cs"/>
          <w:rtl/>
          <w:lang w:bidi="fa-IR"/>
        </w:rPr>
        <w:t xml:space="preserve"> </w:t>
      </w:r>
      <w:r w:rsidRPr="00CA52B4">
        <w:rPr>
          <w:rtl/>
          <w:lang w:bidi="fa-IR"/>
        </w:rPr>
        <w:t>مرحبا يا ابنة مرة أزعجناك ، قالت : إي والله طرقت في ساعة ما طرق فيها الطير في وكره ، فأرعب قلبي ، وأرعب صبياني ، وأفزع عشيرتي ، وتركت بعضهم يموج في بعض يتراجعون القول ، ويترددون الأمر ، ويرصدون الكلام خشية منك ، وخوفا عليّ. فقال : ليسكن روعك ، ويطيب قلبك فإنّ الأمر على خلاف ما ظننت ، إنّي احتجمت وقد أعقبني ذلك أرقا ، فأرسلت إليك لتحدّثيني عن قومك. قالت : عن أي قوم تسألني</w:t>
      </w:r>
      <w:r>
        <w:rPr>
          <w:rtl/>
          <w:lang w:bidi="fa-IR"/>
        </w:rPr>
        <w:t>؟</w:t>
      </w:r>
      <w:r w:rsidRPr="00CA52B4">
        <w:rPr>
          <w:rtl/>
          <w:lang w:bidi="fa-IR"/>
        </w:rPr>
        <w:t xml:space="preserve"> قال : عن بني تميم. قالت :</w:t>
      </w:r>
      <w:r>
        <w:rPr>
          <w:rtl/>
          <w:lang w:bidi="fa-IR"/>
        </w:rPr>
        <w:t xml:space="preserve"> ..</w:t>
      </w:r>
      <w:r w:rsidRPr="00CA52B4">
        <w:rPr>
          <w:rtl/>
          <w:lang w:bidi="fa-IR"/>
        </w:rPr>
        <w:t>. وتكلمت عن القبائل إلى أن قال لها معاوية ، لله أنت فما قولك في عليّ بن أبي طالب</w:t>
      </w:r>
      <w:r>
        <w:rPr>
          <w:rtl/>
          <w:lang w:bidi="fa-IR"/>
        </w:rPr>
        <w:t>؟</w:t>
      </w:r>
      <w:r w:rsidRPr="00CA52B4">
        <w:rPr>
          <w:rtl/>
          <w:lang w:bidi="fa-IR"/>
        </w:rPr>
        <w:t xml:space="preserve"> قالت : جاز والله في الشرف حدا لا يوصف ، وغاية لا تعرف ، وبالله أسأل أمير المؤمنين إعفائي مما أتخوّف.</w:t>
      </w:r>
      <w:r>
        <w:rPr>
          <w:rFonts w:hint="cs"/>
          <w:rtl/>
          <w:lang w:bidi="fa-IR"/>
        </w:rPr>
        <w:t xml:space="preserve"> </w:t>
      </w:r>
      <w:r w:rsidRPr="00CA52B4">
        <w:rPr>
          <w:rtl/>
          <w:lang w:bidi="fa-IR"/>
        </w:rPr>
        <w:t>قال : قد فعلت ، وأمر لها بضيعة نفيسة غلتها عشرة آلاف درهم.</w:t>
      </w:r>
    </w:p>
    <w:p w:rsidR="00843DF1" w:rsidRPr="00CA52B4" w:rsidRDefault="00843DF1" w:rsidP="00B10281">
      <w:pPr>
        <w:pStyle w:val="libVar"/>
        <w:rPr>
          <w:rtl/>
          <w:lang w:bidi="fa-IR"/>
        </w:rPr>
      </w:pPr>
      <w:r w:rsidRPr="00CA52B4">
        <w:rPr>
          <w:rtl/>
          <w:lang w:bidi="fa-IR"/>
        </w:rPr>
        <w:t>أعلام النساء 1 / 191. أعيان الشيعة 15 / 215. بلاغات النساء / 73.</w:t>
      </w:r>
    </w:p>
    <w:p w:rsidR="00843DF1" w:rsidRPr="00CA52B4" w:rsidRDefault="00843DF1" w:rsidP="00EB70B9">
      <w:pPr>
        <w:pStyle w:val="libBold1"/>
        <w:rPr>
          <w:rtl/>
          <w:lang w:bidi="fa-IR"/>
        </w:rPr>
      </w:pPr>
      <w:r w:rsidRPr="00CA52B4">
        <w:rPr>
          <w:rtl/>
        </w:rPr>
        <w:t>1384</w:t>
      </w:r>
      <w:r>
        <w:rPr>
          <w:rtl/>
        </w:rPr>
        <w:t xml:space="preserve"> ـ </w:t>
      </w:r>
      <w:r w:rsidRPr="00CA52B4">
        <w:rPr>
          <w:rtl/>
        </w:rPr>
        <w:t>جسرة بنت دجاجة العامرية الكوفية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ثقة تابعية. روت أيضا عن أبي ذر الغفاري. وأم سلمة. وعائشة.</w:t>
      </w:r>
      <w:r>
        <w:rPr>
          <w:rFonts w:hint="cs"/>
          <w:rtl/>
          <w:lang w:bidi="fa-IR"/>
        </w:rPr>
        <w:t xml:space="preserve"> </w:t>
      </w:r>
      <w:r w:rsidRPr="00CA52B4">
        <w:rPr>
          <w:rtl/>
          <w:lang w:bidi="fa-IR"/>
        </w:rPr>
        <w:t>وروى عنها قدامة بن عبد الله العامري ، وأفلت بن خليفة ، وممدوح الهذلي. لها أحاديث في السنن.</w:t>
      </w:r>
    </w:p>
    <w:p w:rsidR="00843DF1" w:rsidRPr="00CA52B4" w:rsidRDefault="00843DF1" w:rsidP="00B10281">
      <w:pPr>
        <w:pStyle w:val="libVar"/>
        <w:rPr>
          <w:rtl/>
          <w:lang w:bidi="fa-IR"/>
        </w:rPr>
      </w:pPr>
      <w:r w:rsidRPr="00CA52B4">
        <w:rPr>
          <w:rtl/>
          <w:lang w:bidi="fa-IR"/>
        </w:rPr>
        <w:t>أسد الغابة 5 / 415. الإصابة 4 / 266. أعلام النساء 1 / 193. تقريب التهذيب 2 / 593. تهذيب التهذيب 12 / 406. الطبقات الكبرى 8 / 489. لسان الميزان 7 / 524.</w:t>
      </w:r>
    </w:p>
    <w:p w:rsidR="00843DF1" w:rsidRPr="00CA52B4" w:rsidRDefault="00843DF1" w:rsidP="00EB70B9">
      <w:pPr>
        <w:pStyle w:val="libBold1"/>
        <w:rPr>
          <w:rtl/>
          <w:lang w:bidi="fa-IR"/>
        </w:rPr>
      </w:pPr>
      <w:r w:rsidRPr="00CA52B4">
        <w:rPr>
          <w:rtl/>
        </w:rPr>
        <w:t>1385</w:t>
      </w:r>
      <w:r>
        <w:rPr>
          <w:rtl/>
        </w:rPr>
        <w:t xml:space="preserve"> ـ </w:t>
      </w:r>
      <w:r w:rsidRPr="00CA52B4">
        <w:rPr>
          <w:rtl/>
        </w:rPr>
        <w:t>حبابة الوالبية الأسدية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محدّثة أدركت أمير المؤمنين </w:t>
      </w:r>
      <w:r>
        <w:rPr>
          <w:rtl/>
          <w:lang w:bidi="fa-IR"/>
        </w:rPr>
        <w:t>(</w:t>
      </w:r>
      <w:r w:rsidRPr="00CA52B4">
        <w:rPr>
          <w:rtl/>
          <w:lang w:bidi="fa-IR"/>
        </w:rPr>
        <w:t>عليه السلام</w:t>
      </w:r>
      <w:r>
        <w:rPr>
          <w:rtl/>
          <w:lang w:bidi="fa-IR"/>
        </w:rPr>
        <w:t>)</w:t>
      </w:r>
      <w:r w:rsidRPr="00CA52B4">
        <w:rPr>
          <w:rtl/>
          <w:lang w:bidi="fa-IR"/>
        </w:rPr>
        <w:t xml:space="preserve"> وعاصرت الأئمة إلى زمن الإمام الرضا </w:t>
      </w:r>
      <w:r>
        <w:rPr>
          <w:rtl/>
          <w:lang w:bidi="fa-IR"/>
        </w:rPr>
        <w:t>(</w:t>
      </w:r>
      <w:r w:rsidRPr="00CA52B4">
        <w:rPr>
          <w:rtl/>
          <w:lang w:bidi="fa-IR"/>
        </w:rPr>
        <w:t>عليه السلام</w:t>
      </w:r>
      <w:r>
        <w:rPr>
          <w:rtl/>
          <w:lang w:bidi="fa-IR"/>
        </w:rPr>
        <w:t>)</w:t>
      </w:r>
      <w:r w:rsidRPr="00CA52B4">
        <w:rPr>
          <w:rtl/>
          <w:lang w:bidi="fa-IR"/>
        </w:rPr>
        <w:t xml:space="preserve"> وأخذت عنهم جميعا. عاشت عمرا طويلا.</w:t>
      </w:r>
      <w:r>
        <w:rPr>
          <w:rFonts w:hint="cs"/>
          <w:rtl/>
          <w:lang w:bidi="fa-IR"/>
        </w:rPr>
        <w:t xml:space="preserve"> </w:t>
      </w:r>
      <w:r w:rsidRPr="00CA52B4">
        <w:rPr>
          <w:rtl/>
          <w:lang w:bidi="fa-IR"/>
        </w:rPr>
        <w:t>وتعرف أيضا بصاحبة الحصاة. لها أحاديث في الإمامة. روى عنها جمع.</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ماتت في عهد الإمام الرضا </w:t>
      </w:r>
      <w:r>
        <w:rPr>
          <w:rtl/>
          <w:lang w:bidi="fa-IR"/>
        </w:rPr>
        <w:t>(</w:t>
      </w:r>
      <w:r w:rsidRPr="00CA52B4">
        <w:rPr>
          <w:rtl/>
          <w:lang w:bidi="fa-IR"/>
        </w:rPr>
        <w:t>عليه السلام</w:t>
      </w:r>
      <w:r>
        <w:rPr>
          <w:rtl/>
          <w:lang w:bidi="fa-IR"/>
        </w:rPr>
        <w:t>)</w:t>
      </w:r>
      <w:r w:rsidRPr="00CA52B4">
        <w:rPr>
          <w:rtl/>
          <w:lang w:bidi="fa-IR"/>
        </w:rPr>
        <w:t xml:space="preserve"> ، بعد لقائها إيّاه وكفنها بقميصه.</w:t>
      </w:r>
    </w:p>
    <w:p w:rsidR="00843DF1" w:rsidRPr="00CA52B4" w:rsidRDefault="00843DF1" w:rsidP="00B10281">
      <w:pPr>
        <w:pStyle w:val="libVar"/>
        <w:rPr>
          <w:rtl/>
          <w:lang w:bidi="fa-IR"/>
        </w:rPr>
      </w:pPr>
      <w:r w:rsidRPr="00CA52B4">
        <w:rPr>
          <w:rtl/>
          <w:lang w:bidi="fa-IR"/>
        </w:rPr>
        <w:t>أعيان الشيعة 18 / 114. أصول الكافي 1 / 346. تحفة الأحباب / 51. تنقيح المقال 3 / 74 وفيه : بنت جعفر أم الندى. جامع الرواة 1 / 177 وج 2 / 456. رجال ابن داود / 69. رجال الكشي / 114. رجال الطوسي / 102. سفينة البحار 1 / 205.</w:t>
      </w:r>
      <w:r>
        <w:rPr>
          <w:rFonts w:hint="cs"/>
          <w:rtl/>
          <w:lang w:bidi="fa-IR"/>
        </w:rPr>
        <w:t xml:space="preserve"> </w:t>
      </w:r>
      <w:r w:rsidRPr="00CA52B4">
        <w:rPr>
          <w:rtl/>
          <w:lang w:bidi="fa-IR"/>
        </w:rPr>
        <w:t>قاموس المحيط 1 / 51. الكامل في التأريخ 5 / 99 ، 120</w:t>
      </w:r>
      <w:r>
        <w:rPr>
          <w:rtl/>
          <w:lang w:bidi="fa-IR"/>
        </w:rPr>
        <w:t xml:space="preserve"> ـ </w:t>
      </w:r>
      <w:r w:rsidRPr="00CA52B4">
        <w:rPr>
          <w:rtl/>
          <w:lang w:bidi="fa-IR"/>
        </w:rPr>
        <w:t>121. مجمع الرجال 7 / 171. المشتبه 1 / 206. مجمع الثقات / 255. معجم رجال الحديث 23 / 184.</w:t>
      </w:r>
      <w:r>
        <w:rPr>
          <w:rFonts w:hint="cs"/>
          <w:rtl/>
          <w:lang w:bidi="fa-IR"/>
        </w:rPr>
        <w:t xml:space="preserve"> </w:t>
      </w:r>
      <w:r w:rsidRPr="00CA52B4">
        <w:rPr>
          <w:rtl/>
          <w:lang w:bidi="fa-IR"/>
        </w:rPr>
        <w:t>منتهى المقال / 174 ، 366. المناقب 4 / 40. نقد الرجال / 413.</w:t>
      </w:r>
    </w:p>
    <w:p w:rsidR="00843DF1" w:rsidRPr="00CA52B4" w:rsidRDefault="00843DF1" w:rsidP="00EB70B9">
      <w:pPr>
        <w:pStyle w:val="libBold1"/>
        <w:rPr>
          <w:rtl/>
          <w:lang w:bidi="fa-IR"/>
        </w:rPr>
      </w:pPr>
      <w:r w:rsidRPr="00CA52B4">
        <w:rPr>
          <w:rtl/>
        </w:rPr>
        <w:t>1386</w:t>
      </w:r>
      <w:r>
        <w:rPr>
          <w:rtl/>
        </w:rPr>
        <w:t xml:space="preserve"> ـ </w:t>
      </w:r>
      <w:r w:rsidRPr="00CA52B4">
        <w:rPr>
          <w:rtl/>
        </w:rPr>
        <w:t>حبيبة بنت شريق بن أبي خيثمة الأنصارية الهذيلية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راوية. ذكرها بعضهم في الصحابة. وقسم في ثقات التابعين. كما روت أيضا عن بديل بن ورقاء. روى عنها ابنها أبو عيسى مسعود بن الحكم.</w:t>
      </w:r>
    </w:p>
    <w:p w:rsidR="00843DF1" w:rsidRPr="00CA52B4" w:rsidRDefault="00843DF1" w:rsidP="00B10281">
      <w:pPr>
        <w:pStyle w:val="libVar"/>
        <w:rPr>
          <w:rtl/>
          <w:lang w:bidi="fa-IR"/>
        </w:rPr>
      </w:pPr>
      <w:r w:rsidRPr="00CA52B4">
        <w:rPr>
          <w:rtl/>
          <w:lang w:bidi="fa-IR"/>
        </w:rPr>
        <w:t>أسد الغابة 5 / 423. الإصابة 4 / 271. أعلام النساء 1 / 240 وج 5 / 54 باسم :</w:t>
      </w:r>
      <w:r>
        <w:rPr>
          <w:rFonts w:hint="cs"/>
          <w:rtl/>
          <w:lang w:bidi="fa-IR"/>
        </w:rPr>
        <w:t xml:space="preserve"> </w:t>
      </w:r>
      <w:r w:rsidRPr="00CA52B4">
        <w:rPr>
          <w:rtl/>
          <w:lang w:bidi="fa-IR"/>
        </w:rPr>
        <w:t>أم مسعود بن الحكم ، وكلتاهما واحدة. تقريب التهذيب 2 / 594. تهذيب التهذيب 12 / 408. الطبقات الكبرى 5 / 73.</w:t>
      </w:r>
    </w:p>
    <w:p w:rsidR="00843DF1" w:rsidRPr="00CA52B4" w:rsidRDefault="00843DF1" w:rsidP="00EB70B9">
      <w:pPr>
        <w:pStyle w:val="libBold1"/>
        <w:rPr>
          <w:rtl/>
          <w:lang w:bidi="fa-IR"/>
        </w:rPr>
      </w:pPr>
      <w:r w:rsidRPr="00CA52B4">
        <w:rPr>
          <w:rtl/>
        </w:rPr>
        <w:t>1387</w:t>
      </w:r>
      <w:r>
        <w:rPr>
          <w:rtl/>
        </w:rPr>
        <w:t xml:space="preserve"> ـ </w:t>
      </w:r>
      <w:r w:rsidRPr="00CA52B4">
        <w:rPr>
          <w:rtl/>
        </w:rPr>
        <w:t>الدارمية الحجونية الكنانية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ربات الفصاحة والمواليات. كانت امرأة سوداء كثيرة اللحم</w:t>
      </w:r>
      <w:r>
        <w:rPr>
          <w:rtl/>
          <w:lang w:bidi="fa-IR"/>
        </w:rPr>
        <w:t xml:space="preserve"> ..</w:t>
      </w:r>
      <w:r w:rsidRPr="00CA52B4">
        <w:rPr>
          <w:rtl/>
          <w:lang w:bidi="fa-IR"/>
        </w:rPr>
        <w:t>.</w:t>
      </w:r>
      <w:r>
        <w:rPr>
          <w:rFonts w:hint="cs"/>
          <w:rtl/>
          <w:lang w:bidi="fa-IR"/>
        </w:rPr>
        <w:t xml:space="preserve"> </w:t>
      </w:r>
      <w:r w:rsidRPr="00CA52B4">
        <w:rPr>
          <w:rtl/>
          <w:lang w:bidi="fa-IR"/>
        </w:rPr>
        <w:t>لما حج معاوية سنة من سنيه ، سأل عنها فأخبر بسلامتها فبعث إليها فجيء بها ، فقال لها : كيف حالك يا ابنة حام</w:t>
      </w:r>
      <w:r>
        <w:rPr>
          <w:rtl/>
          <w:lang w:bidi="fa-IR"/>
        </w:rPr>
        <w:t>؟</w:t>
      </w:r>
      <w:r w:rsidRPr="00CA52B4">
        <w:rPr>
          <w:rtl/>
          <w:lang w:bidi="fa-IR"/>
        </w:rPr>
        <w:t xml:space="preserve"> قالت : بخير ولست لحام ، إنّما أنا امرأة من قريش ، من بني كنانة ثمت من بني أبيك ، قال : صدقت ، هل تعلمين لم بعثت إليك</w:t>
      </w:r>
      <w:r>
        <w:rPr>
          <w:rtl/>
          <w:lang w:bidi="fa-IR"/>
        </w:rPr>
        <w:t>؟</w:t>
      </w:r>
      <w:r w:rsidRPr="00CA52B4">
        <w:rPr>
          <w:rtl/>
          <w:lang w:bidi="fa-IR"/>
        </w:rPr>
        <w:t xml:space="preserve"> قالت : لا يا سبحان الله ، وأنّى لي بعلم ما لم أعلم ، قال : بعثت إليك أن أسألك علام أحببت عليا </w:t>
      </w:r>
      <w:r>
        <w:rPr>
          <w:rtl/>
          <w:lang w:bidi="fa-IR"/>
        </w:rPr>
        <w:t>(</w:t>
      </w:r>
      <w:r w:rsidRPr="00CA52B4">
        <w:rPr>
          <w:rtl/>
          <w:lang w:bidi="fa-IR"/>
        </w:rPr>
        <w:t>عليه السلام</w:t>
      </w:r>
      <w:r>
        <w:rPr>
          <w:rtl/>
          <w:lang w:bidi="fa-IR"/>
        </w:rPr>
        <w:t>)</w:t>
      </w:r>
      <w:r w:rsidRPr="00CA52B4">
        <w:rPr>
          <w:rtl/>
          <w:lang w:bidi="fa-IR"/>
        </w:rPr>
        <w:t xml:space="preserve"> وأبغضتيني ، وعلام واليتيه ، وعاديتيني</w:t>
      </w:r>
      <w:r>
        <w:rPr>
          <w:rtl/>
          <w:lang w:bidi="fa-IR"/>
        </w:rPr>
        <w:t>؟</w:t>
      </w:r>
      <w:r w:rsidRPr="00CA52B4">
        <w:rPr>
          <w:rtl/>
          <w:lang w:bidi="fa-IR"/>
        </w:rPr>
        <w:t xml:space="preserve"> قالت : أو تعفيني من ذلك. قال :</w:t>
      </w:r>
      <w:r>
        <w:rPr>
          <w:rFonts w:hint="cs"/>
          <w:rtl/>
          <w:lang w:bidi="fa-IR"/>
        </w:rPr>
        <w:t xml:space="preserve"> </w:t>
      </w:r>
      <w:r w:rsidRPr="00CA52B4">
        <w:rPr>
          <w:rtl/>
          <w:lang w:bidi="fa-IR"/>
        </w:rPr>
        <w:t xml:space="preserve">لا أعفيك ولذلك دعوتك ، قالت : فأما إذا أبيت فإنّي أحببت عليا </w:t>
      </w:r>
      <w:r>
        <w:rPr>
          <w:rtl/>
          <w:lang w:bidi="fa-IR"/>
        </w:rPr>
        <w:t>(</w:t>
      </w:r>
      <w:r w:rsidRPr="00CA52B4">
        <w:rPr>
          <w:rtl/>
          <w:lang w:bidi="fa-IR"/>
        </w:rPr>
        <w:t>عليه السلام</w:t>
      </w:r>
      <w:r>
        <w:rPr>
          <w:rtl/>
          <w:lang w:bidi="fa-IR"/>
        </w:rPr>
        <w:t>)</w:t>
      </w:r>
      <w:r w:rsidRPr="00CA52B4">
        <w:rPr>
          <w:rtl/>
          <w:lang w:bidi="fa-IR"/>
        </w:rPr>
        <w:t xml:space="preserve"> على عدله في الرعية ، وقسمه بالسوية ، وأبغضتك على قتالك من هو أولى بالأمر منك ، وطلبك ما ليس لك.</w:t>
      </w:r>
    </w:p>
    <w:p w:rsidR="00843DF1" w:rsidRPr="00CA52B4" w:rsidRDefault="00843DF1" w:rsidP="00347E77">
      <w:pPr>
        <w:pStyle w:val="libNormal"/>
        <w:rPr>
          <w:rtl/>
          <w:lang w:bidi="fa-IR"/>
        </w:rPr>
      </w:pPr>
      <w:r w:rsidRPr="00CA52B4">
        <w:rPr>
          <w:rtl/>
          <w:lang w:bidi="fa-IR"/>
        </w:rPr>
        <w:t xml:space="preserve">وواليت عليا </w:t>
      </w:r>
      <w:r>
        <w:rPr>
          <w:rtl/>
          <w:lang w:bidi="fa-IR"/>
        </w:rPr>
        <w:t>(</w:t>
      </w:r>
      <w:r w:rsidRPr="00CA52B4">
        <w:rPr>
          <w:rtl/>
          <w:lang w:bidi="fa-IR"/>
        </w:rPr>
        <w:t>عليه السلام</w:t>
      </w:r>
      <w:r>
        <w:rPr>
          <w:rtl/>
          <w:lang w:bidi="fa-IR"/>
        </w:rPr>
        <w:t>)</w:t>
      </w:r>
      <w:r w:rsidRPr="00CA52B4">
        <w:rPr>
          <w:rtl/>
          <w:lang w:bidi="fa-IR"/>
        </w:rPr>
        <w:t xml:space="preserve"> على ما عقد له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من</w:t>
      </w:r>
    </w:p>
    <w:p w:rsidR="00843DF1" w:rsidRPr="00CA52B4" w:rsidRDefault="00843DF1" w:rsidP="00B10281">
      <w:pPr>
        <w:pStyle w:val="libNormal0"/>
        <w:rPr>
          <w:rtl/>
          <w:lang w:bidi="fa-IR"/>
        </w:rPr>
      </w:pPr>
      <w:r>
        <w:rPr>
          <w:rtl/>
          <w:lang w:bidi="fa-IR"/>
        </w:rPr>
        <w:br w:type="page"/>
      </w:r>
      <w:r w:rsidRPr="00CA52B4">
        <w:rPr>
          <w:rtl/>
          <w:lang w:bidi="fa-IR"/>
        </w:rPr>
        <w:lastRenderedPageBreak/>
        <w:t xml:space="preserve">الولاية ، وحب المساكين ، وإعظامه لأهل الدّين ، وعاديتك على سفك الدماء وشقك العصا. قال : صدقت ، فلذلك انتفخ بطنك ، وكبر ثديك ، وعظمت عجيزتك. قالت : يا هذا بهند </w:t>
      </w:r>
      <w:r>
        <w:rPr>
          <w:rtl/>
          <w:lang w:bidi="fa-IR"/>
        </w:rPr>
        <w:t>(</w:t>
      </w:r>
      <w:r w:rsidRPr="00CA52B4">
        <w:rPr>
          <w:rtl/>
          <w:lang w:bidi="fa-IR"/>
        </w:rPr>
        <w:t>أم معاوية</w:t>
      </w:r>
      <w:r>
        <w:rPr>
          <w:rtl/>
          <w:lang w:bidi="fa-IR"/>
        </w:rPr>
        <w:t>)</w:t>
      </w:r>
      <w:r w:rsidRPr="00CA52B4">
        <w:rPr>
          <w:rtl/>
          <w:lang w:bidi="fa-IR"/>
        </w:rPr>
        <w:t xml:space="preserve"> والله يضرب المثل لا أنا ، قال معاوية : يا هذه لا تغضبي فإنّا لم نقل إلا خيرا ، إنّه إن انتفخ بطن المرأة تم خلق ولدها ، وإذا كبر ثديها حسن غذاء ولدها ، وإذا عظمت عجيزتها رزن مجلسها ، فرجعت المرأة.</w:t>
      </w:r>
    </w:p>
    <w:p w:rsidR="00843DF1" w:rsidRPr="00CA52B4" w:rsidRDefault="00843DF1" w:rsidP="00347E77">
      <w:pPr>
        <w:pStyle w:val="libNormal"/>
        <w:rPr>
          <w:rtl/>
          <w:lang w:bidi="fa-IR"/>
        </w:rPr>
      </w:pPr>
      <w:r w:rsidRPr="00CA52B4">
        <w:rPr>
          <w:rtl/>
          <w:lang w:bidi="fa-IR"/>
        </w:rPr>
        <w:t>فقال لها : هل رأيت عليا</w:t>
      </w:r>
      <w:r>
        <w:rPr>
          <w:rtl/>
          <w:lang w:bidi="fa-IR"/>
        </w:rPr>
        <w:t>؟</w:t>
      </w:r>
      <w:r w:rsidRPr="00CA52B4">
        <w:rPr>
          <w:rtl/>
          <w:lang w:bidi="fa-IR"/>
        </w:rPr>
        <w:t xml:space="preserve"> قالت : إي والله لقد رأيته ، قال : كيف رأيته</w:t>
      </w:r>
      <w:r>
        <w:rPr>
          <w:rtl/>
          <w:lang w:bidi="fa-IR"/>
        </w:rPr>
        <w:t>؟</w:t>
      </w:r>
      <w:r w:rsidRPr="00CA52B4">
        <w:rPr>
          <w:rtl/>
          <w:lang w:bidi="fa-IR"/>
        </w:rPr>
        <w:t xml:space="preserve"> قالت : لم ينفخه الملك ، ولم تصقله النعمة ، قال : فهل سمعت كلامه</w:t>
      </w:r>
      <w:r>
        <w:rPr>
          <w:rtl/>
          <w:lang w:bidi="fa-IR"/>
        </w:rPr>
        <w:t>؟</w:t>
      </w:r>
      <w:r w:rsidRPr="00CA52B4">
        <w:rPr>
          <w:rtl/>
          <w:lang w:bidi="fa-IR"/>
        </w:rPr>
        <w:t xml:space="preserve"> قالت : نعم ، قال : فكيف سمعته</w:t>
      </w:r>
      <w:r>
        <w:rPr>
          <w:rtl/>
          <w:lang w:bidi="fa-IR"/>
        </w:rPr>
        <w:t>؟</w:t>
      </w:r>
      <w:r w:rsidRPr="00CA52B4">
        <w:rPr>
          <w:rtl/>
          <w:lang w:bidi="fa-IR"/>
        </w:rPr>
        <w:t xml:space="preserve"> قالت : كان والله كلامه يجلوا لقلوب من العمى ، كما يجلوا الزيت صدأ الطست ، قال : صدقت هل لك من حاجة</w:t>
      </w:r>
      <w:r>
        <w:rPr>
          <w:rtl/>
          <w:lang w:bidi="fa-IR"/>
        </w:rPr>
        <w:t>؟</w:t>
      </w:r>
      <w:r w:rsidRPr="00CA52B4">
        <w:rPr>
          <w:rtl/>
          <w:lang w:bidi="fa-IR"/>
        </w:rPr>
        <w:t xml:space="preserve"> قالت : وتفعل إذا سألت</w:t>
      </w:r>
      <w:r>
        <w:rPr>
          <w:rtl/>
          <w:lang w:bidi="fa-IR"/>
        </w:rPr>
        <w:t>؟</w:t>
      </w:r>
      <w:r w:rsidRPr="00CA52B4">
        <w:rPr>
          <w:rtl/>
          <w:lang w:bidi="fa-IR"/>
        </w:rPr>
        <w:t xml:space="preserve"> قال : نعم ، قالت : تعطيني مائة ناقة حمراء فيها فحلها وراعيها ، قال : ما تصنعين بها</w:t>
      </w:r>
      <w:r>
        <w:rPr>
          <w:rtl/>
          <w:lang w:bidi="fa-IR"/>
        </w:rPr>
        <w:t>؟</w:t>
      </w:r>
      <w:r w:rsidRPr="00CA52B4">
        <w:rPr>
          <w:rtl/>
          <w:lang w:bidi="fa-IR"/>
        </w:rPr>
        <w:t xml:space="preserve"> قالت : اغذو بألبانها الصغار ، وأستحني بها الكبار ، وأكتسب بها المكارم ، وأصلح بها بين عشار العرب ، قال : فإن أعطيتك هذا أحلّ منك محلّ عليّ </w:t>
      </w:r>
      <w:r>
        <w:rPr>
          <w:rtl/>
          <w:lang w:bidi="fa-IR"/>
        </w:rPr>
        <w:t>(</w:t>
      </w:r>
      <w:r w:rsidRPr="00CA52B4">
        <w:rPr>
          <w:rtl/>
          <w:lang w:bidi="fa-IR"/>
        </w:rPr>
        <w:t>عليه السلام</w:t>
      </w:r>
      <w:r>
        <w:rPr>
          <w:rtl/>
          <w:lang w:bidi="fa-IR"/>
        </w:rPr>
        <w:t>)</w:t>
      </w:r>
      <w:r w:rsidRPr="00CA52B4">
        <w:rPr>
          <w:rtl/>
          <w:lang w:bidi="fa-IR"/>
        </w:rPr>
        <w:t xml:space="preserve"> قالت :</w:t>
      </w:r>
      <w:r>
        <w:rPr>
          <w:rFonts w:hint="cs"/>
          <w:rtl/>
          <w:lang w:bidi="fa-IR"/>
        </w:rPr>
        <w:t xml:space="preserve"> </w:t>
      </w:r>
      <w:r w:rsidRPr="00CA52B4">
        <w:rPr>
          <w:rtl/>
          <w:lang w:bidi="fa-IR"/>
        </w:rPr>
        <w:t>يا سبحان الله أو دونه ، أو دونه</w:t>
      </w:r>
      <w:r>
        <w:rPr>
          <w:rtl/>
          <w:lang w:bidi="fa-IR"/>
        </w:rPr>
        <w:t xml:space="preserve"> ..</w:t>
      </w:r>
      <w:r w:rsidRPr="00CA52B4">
        <w:rPr>
          <w:rtl/>
          <w:lang w:bidi="fa-IR"/>
        </w:rPr>
        <w:t>. أما والله لو كان عليا ما أعطاك شيئا قالت : إي والله ، ولا برة واحدة من مال المسلمين يعطيني</w:t>
      </w:r>
      <w:r>
        <w:rPr>
          <w:rtl/>
          <w:lang w:bidi="fa-IR"/>
        </w:rPr>
        <w:t>؟</w:t>
      </w:r>
    </w:p>
    <w:p w:rsidR="00843DF1" w:rsidRPr="00CA52B4" w:rsidRDefault="00843DF1" w:rsidP="00347E77">
      <w:pPr>
        <w:pStyle w:val="libNormal"/>
        <w:rPr>
          <w:rtl/>
          <w:lang w:bidi="fa-IR"/>
        </w:rPr>
      </w:pPr>
      <w:r w:rsidRPr="00CA52B4">
        <w:rPr>
          <w:rtl/>
          <w:lang w:bidi="fa-IR"/>
        </w:rPr>
        <w:t>ثم أمر لها بما سألت.</w:t>
      </w:r>
    </w:p>
    <w:p w:rsidR="00843DF1" w:rsidRPr="00CA52B4" w:rsidRDefault="00843DF1" w:rsidP="00B10281">
      <w:pPr>
        <w:pStyle w:val="libVar"/>
        <w:rPr>
          <w:rtl/>
          <w:lang w:bidi="fa-IR"/>
        </w:rPr>
      </w:pPr>
      <w:r w:rsidRPr="00CA52B4">
        <w:rPr>
          <w:rtl/>
          <w:lang w:bidi="fa-IR"/>
        </w:rPr>
        <w:t>أعيان الشيعة 30 / 47. بلاغات النساء / 72. الدر المنثور / 189. العقد الفريد 1 / 299.</w:t>
      </w:r>
    </w:p>
    <w:p w:rsidR="00843DF1" w:rsidRPr="00CA52B4" w:rsidRDefault="00843DF1" w:rsidP="00EB70B9">
      <w:pPr>
        <w:pStyle w:val="libBold1"/>
        <w:rPr>
          <w:rtl/>
          <w:lang w:bidi="fa-IR"/>
        </w:rPr>
      </w:pPr>
      <w:r w:rsidRPr="00CA52B4">
        <w:rPr>
          <w:rtl/>
        </w:rPr>
        <w:t>1388</w:t>
      </w:r>
      <w:r>
        <w:rPr>
          <w:rtl/>
        </w:rPr>
        <w:t xml:space="preserve"> ـ </w:t>
      </w:r>
      <w:r w:rsidRPr="00CA52B4">
        <w:rPr>
          <w:rtl/>
        </w:rPr>
        <w:t>رائطة بنت حيان بن عمير بن ثامرة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محدّثة. من سبي الهوازن ، وهبها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لعليّ بن أبي طالب </w:t>
      </w:r>
      <w:r>
        <w:rPr>
          <w:rtl/>
          <w:lang w:bidi="fa-IR"/>
        </w:rPr>
        <w:t>(</w:t>
      </w:r>
      <w:r w:rsidRPr="00CA52B4">
        <w:rPr>
          <w:rtl/>
          <w:lang w:bidi="fa-IR"/>
        </w:rPr>
        <w:t>عليه السلام</w:t>
      </w:r>
      <w:r>
        <w:rPr>
          <w:rtl/>
          <w:lang w:bidi="fa-IR"/>
        </w:rPr>
        <w:t>)</w:t>
      </w:r>
      <w:r w:rsidRPr="00CA52B4">
        <w:rPr>
          <w:rtl/>
          <w:lang w:bidi="fa-IR"/>
        </w:rPr>
        <w:t xml:space="preserve"> فعلّمها شيئا من القرآن.</w:t>
      </w:r>
    </w:p>
    <w:p w:rsidR="00843DF1" w:rsidRPr="00CA52B4" w:rsidRDefault="00843DF1" w:rsidP="00B10281">
      <w:pPr>
        <w:pStyle w:val="libVar"/>
        <w:rPr>
          <w:rtl/>
          <w:lang w:bidi="fa-IR"/>
        </w:rPr>
      </w:pPr>
      <w:r w:rsidRPr="00CA52B4">
        <w:rPr>
          <w:rtl/>
          <w:lang w:bidi="fa-IR"/>
        </w:rPr>
        <w:t>أسد الغابة 5 / 451. الإصابة 4 / 299 وفيه : رائطة بنت حبان بن عنزة بن ناشزة.</w:t>
      </w:r>
    </w:p>
    <w:p w:rsidR="00843DF1" w:rsidRPr="00CA52B4" w:rsidRDefault="00843DF1" w:rsidP="00EB70B9">
      <w:pPr>
        <w:pStyle w:val="libBold1"/>
        <w:rPr>
          <w:rtl/>
          <w:lang w:bidi="fa-IR"/>
        </w:rPr>
      </w:pPr>
      <w:r w:rsidRPr="00CA52B4">
        <w:rPr>
          <w:rtl/>
        </w:rPr>
        <w:t>1389</w:t>
      </w:r>
      <w:r>
        <w:rPr>
          <w:rtl/>
        </w:rPr>
        <w:t xml:space="preserve"> ـ </w:t>
      </w:r>
      <w:r w:rsidRPr="00CA52B4">
        <w:rPr>
          <w:rtl/>
        </w:rPr>
        <w:t>الزرقاء بنت عدي بن غالب بن قيس الكوفية.</w:t>
      </w:r>
    </w:p>
    <w:p w:rsidR="00843DF1" w:rsidRPr="00CA52B4" w:rsidRDefault="00843DF1" w:rsidP="00347E77">
      <w:pPr>
        <w:pStyle w:val="libNormal"/>
        <w:rPr>
          <w:rtl/>
          <w:lang w:bidi="fa-IR"/>
        </w:rPr>
      </w:pPr>
      <w:r w:rsidRPr="00CA52B4">
        <w:rPr>
          <w:rtl/>
          <w:lang w:bidi="fa-IR"/>
        </w:rPr>
        <w:t>من ربات الفصاحة ، والبلاغة ، والرأي. ناصرت أمير المؤمنين</w:t>
      </w:r>
    </w:p>
    <w:p w:rsidR="00843DF1" w:rsidRPr="00CA52B4" w:rsidRDefault="00843DF1" w:rsidP="00B10281">
      <w:pPr>
        <w:pStyle w:val="libNormal0"/>
        <w:rPr>
          <w:rtl/>
          <w:lang w:bidi="fa-IR"/>
        </w:rPr>
      </w:pPr>
      <w:r>
        <w:rPr>
          <w:rtl/>
          <w:lang w:bidi="fa-IR"/>
        </w:rPr>
        <w:br w:type="page"/>
      </w:r>
      <w:r>
        <w:rPr>
          <w:rtl/>
          <w:lang w:bidi="fa-IR"/>
        </w:rPr>
        <w:lastRenderedPageBreak/>
        <w:t>(</w:t>
      </w:r>
      <w:r w:rsidRPr="00CA52B4">
        <w:rPr>
          <w:rtl/>
          <w:lang w:bidi="fa-IR"/>
        </w:rPr>
        <w:t>عليه السلام</w:t>
      </w:r>
      <w:r>
        <w:rPr>
          <w:rtl/>
          <w:lang w:bidi="fa-IR"/>
        </w:rPr>
        <w:t>)</w:t>
      </w:r>
      <w:r w:rsidRPr="00CA52B4">
        <w:rPr>
          <w:rtl/>
          <w:lang w:bidi="fa-IR"/>
        </w:rPr>
        <w:t xml:space="preserve"> يوم صفين. وركبت الجمل الأحمر ، ووقفت بين الصفّين وحرّضت على القتال ، وأسمعتهم خطبا بليغة. ولها محاورة لاذعة مع معاوية حين كتب إلى عامله في الكوفة ، أن أوفد إليّ الزرقاء ابنة عدي ، مع ثقة من محرمها ، وعدّة من فرسان قومها ، ومهد لها وطاء واسترها بستر حصيف.</w:t>
      </w:r>
    </w:p>
    <w:p w:rsidR="00843DF1" w:rsidRPr="00CA52B4" w:rsidRDefault="00843DF1" w:rsidP="00B10281">
      <w:pPr>
        <w:pStyle w:val="libVar"/>
        <w:rPr>
          <w:rtl/>
          <w:lang w:bidi="fa-IR"/>
        </w:rPr>
      </w:pPr>
      <w:r w:rsidRPr="00CA52B4">
        <w:rPr>
          <w:rtl/>
          <w:lang w:bidi="fa-IR"/>
        </w:rPr>
        <w:t>أعلام النساء 2 / 32. أعيان الشيعة 7 / 60. بلاغات النساء / 32. الدر المنثور / 221. العقد الفريد 1 / 294 ، 295.</w:t>
      </w:r>
    </w:p>
    <w:p w:rsidR="00843DF1" w:rsidRPr="00CA52B4" w:rsidRDefault="00843DF1" w:rsidP="00EB70B9">
      <w:pPr>
        <w:pStyle w:val="libBold1"/>
        <w:rPr>
          <w:rtl/>
          <w:lang w:bidi="fa-IR"/>
        </w:rPr>
      </w:pPr>
      <w:r w:rsidRPr="00CA52B4">
        <w:rPr>
          <w:rtl/>
        </w:rPr>
        <w:t>1390</w:t>
      </w:r>
      <w:r>
        <w:rPr>
          <w:rtl/>
        </w:rPr>
        <w:t xml:space="preserve"> ـ </w:t>
      </w:r>
      <w:r w:rsidRPr="00CA52B4">
        <w:rPr>
          <w:rtl/>
        </w:rPr>
        <w:t>سودة بنت عمارة بن الأشتر الهمدانية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شاعرة من شواعر العرب ، ذات فصاحة وبيان وقدرة ، ومن نصيرات أمير المؤمنين </w:t>
      </w:r>
      <w:r>
        <w:rPr>
          <w:rtl/>
          <w:lang w:bidi="fa-IR"/>
        </w:rPr>
        <w:t>(</w:t>
      </w:r>
      <w:r w:rsidRPr="00CA52B4">
        <w:rPr>
          <w:rtl/>
          <w:lang w:bidi="fa-IR"/>
        </w:rPr>
        <w:t>عليه السلام</w:t>
      </w:r>
      <w:r>
        <w:rPr>
          <w:rtl/>
          <w:lang w:bidi="fa-IR"/>
        </w:rPr>
        <w:t>)</w:t>
      </w:r>
      <w:r w:rsidRPr="00CA52B4">
        <w:rPr>
          <w:rtl/>
          <w:lang w:bidi="fa-IR"/>
        </w:rPr>
        <w:t xml:space="preserve"> والتي كانت تحض الرجال على القتال. وفدت على معاوية بن أبي سفيان ، فاستأذنت عليه. فأذن لها ، فلما دخلت عليه سلّمت فقال لها : كيف أنت يا ابنة الأشتر</w:t>
      </w:r>
      <w:r>
        <w:rPr>
          <w:rtl/>
          <w:lang w:bidi="fa-IR"/>
        </w:rPr>
        <w:t>؟</w:t>
      </w:r>
      <w:r w:rsidRPr="00CA52B4">
        <w:rPr>
          <w:rtl/>
          <w:lang w:bidi="fa-IR"/>
        </w:rPr>
        <w:t xml:space="preserve"> قالت : بخير يا أمير المؤمنين ، قال لها : أنت القائلة لأبيك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شمّر لفعل أبيك يا ابن عمارة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يوم الطعان وملتقى الأقران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 xml:space="preserve">انصر عليّا ، والحسين ، ورهطه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اقصد لهند وابنها بهوان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إنّ الإمام أخا الإمام محمد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علم الهدى ، ومنارة الإيمان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فقد الجيوش وسر أمام لوائه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قدما بأبيض صارم وسنان </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قالت : إي والله ، ما مثلي من رغب عن الحق ، أو اعتذر بالكذب.</w:t>
      </w:r>
      <w:r>
        <w:rPr>
          <w:rFonts w:hint="cs"/>
          <w:rtl/>
          <w:lang w:bidi="fa-IR"/>
        </w:rPr>
        <w:t xml:space="preserve"> </w:t>
      </w:r>
      <w:r w:rsidRPr="00CA52B4">
        <w:rPr>
          <w:rtl/>
          <w:lang w:bidi="fa-IR"/>
        </w:rPr>
        <w:t>قال لها : فما حملك على ذلك</w:t>
      </w:r>
      <w:r>
        <w:rPr>
          <w:rtl/>
          <w:lang w:bidi="fa-IR"/>
        </w:rPr>
        <w:t>؟</w:t>
      </w:r>
      <w:r w:rsidRPr="00CA52B4">
        <w:rPr>
          <w:rtl/>
          <w:lang w:bidi="fa-IR"/>
        </w:rPr>
        <w:t xml:space="preserve"> قالت : حب عليّ ، واتباع الحق. قال :</w:t>
      </w:r>
      <w:r>
        <w:rPr>
          <w:rFonts w:hint="cs"/>
          <w:rtl/>
          <w:lang w:bidi="fa-IR"/>
        </w:rPr>
        <w:t xml:space="preserve"> </w:t>
      </w:r>
      <w:r w:rsidRPr="00CA52B4">
        <w:rPr>
          <w:rtl/>
          <w:lang w:bidi="fa-IR"/>
        </w:rPr>
        <w:t>فو الله ما أرى عليك من أثر عليّ شيئا. قالت يا أمير المؤمنين : مات الرأس وبتر الذنب ، فدع عنك تذكار ما قد نسي ، وإعادة ما مضى. قال : هيهات ما مثل مقام أخيك ينسى ، وما لقيت من قومك وأخيك. قالت : صدقت والله يا أمير المؤمنين ، ما كان أخي خفيّ المقام ، ذليل المكان ، ولكن كما قالت الخنساء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Pr>
                <w:rtl/>
                <w:lang w:bidi="fa-IR"/>
              </w:rPr>
              <w:t>و</w:t>
            </w:r>
            <w:r w:rsidRPr="00CA52B4">
              <w:rPr>
                <w:rtl/>
                <w:lang w:bidi="fa-IR"/>
              </w:rPr>
              <w:t xml:space="preserve">إنّ صخرا لتأتم الهداة به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كأنّه علم في رأسه نار</w:t>
            </w:r>
            <w:r w:rsidRPr="00B10281">
              <w:rPr>
                <w:rStyle w:val="libPoemTiniCharChar"/>
                <w:rtl/>
              </w:rPr>
              <w:br/>
              <w:t> </w:t>
            </w:r>
          </w:p>
        </w:tc>
      </w:tr>
    </w:tbl>
    <w:p w:rsidR="00843DF1" w:rsidRPr="00CA52B4" w:rsidRDefault="00843DF1" w:rsidP="00347E77">
      <w:pPr>
        <w:pStyle w:val="libNormal"/>
      </w:pPr>
    </w:p>
    <w:p w:rsidR="00843DF1" w:rsidRPr="00CA52B4" w:rsidRDefault="00843DF1" w:rsidP="00347E77">
      <w:pPr>
        <w:pStyle w:val="libNormal"/>
        <w:rPr>
          <w:rtl/>
          <w:lang w:bidi="fa-IR"/>
        </w:rPr>
      </w:pPr>
      <w:r>
        <w:rPr>
          <w:rtl/>
          <w:lang w:bidi="fa-IR"/>
        </w:rPr>
        <w:br w:type="page"/>
      </w:r>
      <w:r w:rsidRPr="00CA52B4">
        <w:rPr>
          <w:rtl/>
          <w:lang w:bidi="fa-IR"/>
        </w:rPr>
        <w:lastRenderedPageBreak/>
        <w:t>وبالله أسأل أمير المؤمنين ، إعفائي مما استعفيت منه. ثم أطرقت تبكي ، وأنشأت تقول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 xml:space="preserve">صلّى الاله على جسم تضمّنه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قبر فأصبح فيه العدل مدفونا</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قد حالف الحقّ لا يبغي به بدلا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فصار بالحق والإيمان مقرونا</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قال معاوية : ومن ذلك</w:t>
      </w:r>
      <w:r>
        <w:rPr>
          <w:rtl/>
          <w:lang w:bidi="fa-IR"/>
        </w:rPr>
        <w:t>؟</w:t>
      </w:r>
      <w:r w:rsidRPr="00CA52B4">
        <w:rPr>
          <w:rtl/>
          <w:lang w:bidi="fa-IR"/>
        </w:rPr>
        <w:t xml:space="preserve"> فقالت : عليّ بن أبي طالب.</w:t>
      </w:r>
    </w:p>
    <w:p w:rsidR="00843DF1" w:rsidRPr="00CA52B4" w:rsidRDefault="00843DF1" w:rsidP="00B10281">
      <w:pPr>
        <w:pStyle w:val="libVar"/>
        <w:rPr>
          <w:rtl/>
          <w:lang w:bidi="fa-IR"/>
        </w:rPr>
      </w:pPr>
      <w:r w:rsidRPr="00CA52B4">
        <w:rPr>
          <w:rtl/>
          <w:lang w:bidi="fa-IR"/>
        </w:rPr>
        <w:t>أعلام النساء 2 / 270. أعيان الشيعة 7 / 324. بلاغات النساء / 30. تنقيح المقال 3 / 80. جامع الرواة 2 / 458. الدر المنثور / 253. رجال ابن داود / 223.</w:t>
      </w:r>
      <w:r>
        <w:rPr>
          <w:rFonts w:hint="cs"/>
          <w:rtl/>
          <w:lang w:bidi="fa-IR"/>
        </w:rPr>
        <w:t xml:space="preserve"> </w:t>
      </w:r>
      <w:r w:rsidRPr="00CA52B4">
        <w:rPr>
          <w:rtl/>
          <w:lang w:bidi="fa-IR"/>
        </w:rPr>
        <w:t>سفينة البحار 1 / 671. شاعرات العرب / 173. العقد الفريد 1 / 291.</w:t>
      </w:r>
    </w:p>
    <w:p w:rsidR="00843DF1" w:rsidRPr="00CA52B4" w:rsidRDefault="00843DF1" w:rsidP="00EB70B9">
      <w:pPr>
        <w:pStyle w:val="libBold1"/>
        <w:rPr>
          <w:rtl/>
          <w:lang w:bidi="fa-IR"/>
        </w:rPr>
      </w:pPr>
      <w:r w:rsidRPr="00CA52B4">
        <w:rPr>
          <w:rtl/>
        </w:rPr>
        <w:t>1391</w:t>
      </w:r>
      <w:r>
        <w:rPr>
          <w:rtl/>
        </w:rPr>
        <w:t xml:space="preserve"> ـ </w:t>
      </w:r>
      <w:r w:rsidRPr="00CA52B4">
        <w:rPr>
          <w:rtl/>
        </w:rPr>
        <w:t>سهية بنت عمير الشيبانية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راوية من راويات الحديث. كانت تسكن المدينة ، ثم انتقلت إلى البصرة لأنها كانت من أهل البصرة. لها أحاديث في السنن. تزوجها صيفي بن قسيل.</w:t>
      </w:r>
    </w:p>
    <w:p w:rsidR="00843DF1" w:rsidRPr="00CA52B4" w:rsidRDefault="00843DF1" w:rsidP="00B10281">
      <w:pPr>
        <w:pStyle w:val="libVar"/>
        <w:rPr>
          <w:rtl/>
          <w:lang w:bidi="fa-IR"/>
        </w:rPr>
      </w:pPr>
      <w:r w:rsidRPr="00CA52B4">
        <w:rPr>
          <w:rtl/>
          <w:lang w:bidi="fa-IR"/>
        </w:rPr>
        <w:t>أعلام النساء 2 / 266. الطبقات الكبرى 8 / 471.</w:t>
      </w:r>
    </w:p>
    <w:p w:rsidR="00843DF1" w:rsidRPr="00CA52B4" w:rsidRDefault="00843DF1" w:rsidP="00EB70B9">
      <w:pPr>
        <w:pStyle w:val="libBold1"/>
        <w:rPr>
          <w:rtl/>
          <w:lang w:bidi="fa-IR"/>
        </w:rPr>
      </w:pPr>
      <w:r w:rsidRPr="00CA52B4">
        <w:rPr>
          <w:rtl/>
        </w:rPr>
        <w:t>1392</w:t>
      </w:r>
      <w:r>
        <w:rPr>
          <w:rtl/>
        </w:rPr>
        <w:t xml:space="preserve"> ـ </w:t>
      </w:r>
      <w:r w:rsidRPr="00CA52B4">
        <w:rPr>
          <w:rtl/>
        </w:rPr>
        <w:t xml:space="preserve">ضبعة بنت خزيمة </w:t>
      </w:r>
      <w:r>
        <w:rPr>
          <w:rtl/>
        </w:rPr>
        <w:t>(</w:t>
      </w:r>
      <w:r w:rsidRPr="00CA52B4">
        <w:rPr>
          <w:rtl/>
        </w:rPr>
        <w:t>ذو الشهادتين</w:t>
      </w:r>
      <w:r>
        <w:rPr>
          <w:rtl/>
        </w:rPr>
        <w:t>)</w:t>
      </w:r>
      <w:r w:rsidRPr="00CA52B4">
        <w:rPr>
          <w:rtl/>
        </w:rPr>
        <w:t xml:space="preserve"> بن ثابت بن الفاكه بن ثعلبة بن ساعدة بن عامر بن غيان بن عامر توفيت</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شاعرة موالية لأمير المؤمنين </w:t>
      </w:r>
      <w:r>
        <w:rPr>
          <w:rtl/>
          <w:lang w:bidi="fa-IR"/>
        </w:rPr>
        <w:t>(</w:t>
      </w:r>
      <w:r w:rsidRPr="00CA52B4">
        <w:rPr>
          <w:rtl/>
          <w:lang w:bidi="fa-IR"/>
        </w:rPr>
        <w:t>عليه السلام</w:t>
      </w:r>
      <w:r>
        <w:rPr>
          <w:rtl/>
          <w:lang w:bidi="fa-IR"/>
        </w:rPr>
        <w:t>)</w:t>
      </w:r>
      <w:r w:rsidRPr="00CA52B4">
        <w:rPr>
          <w:rtl/>
          <w:lang w:bidi="fa-IR"/>
        </w:rPr>
        <w:t xml:space="preserve"> ، وتعتبر من شواعر العرب.</w:t>
      </w:r>
      <w:r>
        <w:rPr>
          <w:rFonts w:hint="cs"/>
          <w:rtl/>
          <w:lang w:bidi="fa-IR"/>
        </w:rPr>
        <w:t xml:space="preserve"> </w:t>
      </w:r>
      <w:r w:rsidRPr="00CA52B4">
        <w:rPr>
          <w:rtl/>
          <w:lang w:bidi="fa-IR"/>
        </w:rPr>
        <w:t>وحين قتل أبوها سنة 37 ه‍ في صفين ، رثته بقولها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عين جودي على خزيمة بالدّ</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مع قتيل الأحزاب يوم الفرات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قتلوا ذا الشهادتين عتوا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أخذ الله منهم بالتراب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قتلوه في فتية غير عزل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 xml:space="preserve">يسرعون الركوب للدّعوات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نصروا السيّد الموفّق ذا العدل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دانوا بذاك حتّى الممات </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لعن الله معشرا قتلوه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 xml:space="preserve">رماهم بالخزي والآفات </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أعلام النساء 2 / 356. أعيان الشيعة 7 / 392. شرح ابن أبي الحديد 8 / 42.</w:t>
      </w:r>
      <w:r>
        <w:rPr>
          <w:rFonts w:hint="cs"/>
          <w:rtl/>
          <w:lang w:bidi="fa-IR"/>
        </w:rPr>
        <w:t xml:space="preserve"> </w:t>
      </w:r>
      <w:r w:rsidRPr="00CA52B4">
        <w:rPr>
          <w:rtl/>
          <w:lang w:bidi="fa-IR"/>
        </w:rPr>
        <w:t>وقعة صفين / 365.</w:t>
      </w:r>
    </w:p>
    <w:p w:rsidR="00843DF1" w:rsidRPr="00CA52B4" w:rsidRDefault="00843DF1" w:rsidP="00EB70B9">
      <w:pPr>
        <w:pStyle w:val="libBold1"/>
        <w:rPr>
          <w:rtl/>
          <w:lang w:bidi="fa-IR"/>
        </w:rPr>
      </w:pPr>
      <w:r>
        <w:rPr>
          <w:rtl/>
          <w:lang w:bidi="fa-IR"/>
        </w:rPr>
        <w:br w:type="page"/>
      </w:r>
      <w:r w:rsidRPr="00CA52B4">
        <w:rPr>
          <w:rtl/>
        </w:rPr>
        <w:lastRenderedPageBreak/>
        <w:t>1393</w:t>
      </w:r>
      <w:r>
        <w:rPr>
          <w:rtl/>
        </w:rPr>
        <w:t xml:space="preserve"> ـ </w:t>
      </w:r>
      <w:r w:rsidRPr="00CA52B4">
        <w:rPr>
          <w:rtl/>
        </w:rPr>
        <w:t>عكرشة بنت الأطرش</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من ربات الفصاحة ، والبلاغة والبيان ، وقوة الحجة. اشتركت في صفين ، وحثت الناس على قتال معاوية</w:t>
      </w:r>
      <w:r>
        <w:rPr>
          <w:rtl/>
          <w:lang w:bidi="fa-IR"/>
        </w:rPr>
        <w:t xml:space="preserve"> ..</w:t>
      </w:r>
      <w:r w:rsidRPr="00CA52B4">
        <w:rPr>
          <w:rtl/>
          <w:lang w:bidi="fa-IR"/>
        </w:rPr>
        <w:t>. دخلت يوما على معاوية ، وبيدها عكاز في أسفله زج مسقى ، فسلمت عليه بالخلافة وجلست ، فقال لها معاوية :</w:t>
      </w:r>
    </w:p>
    <w:p w:rsidR="00843DF1" w:rsidRPr="00CA52B4" w:rsidRDefault="00843DF1" w:rsidP="00347E77">
      <w:pPr>
        <w:pStyle w:val="libNormal"/>
        <w:rPr>
          <w:rtl/>
          <w:lang w:bidi="fa-IR"/>
        </w:rPr>
      </w:pPr>
      <w:r w:rsidRPr="00CA52B4">
        <w:rPr>
          <w:rtl/>
          <w:lang w:bidi="fa-IR"/>
        </w:rPr>
        <w:t>يا عكرشة ألان صرت أمير المؤمنين</w:t>
      </w:r>
      <w:r>
        <w:rPr>
          <w:rtl/>
          <w:lang w:bidi="fa-IR"/>
        </w:rPr>
        <w:t>؟</w:t>
      </w:r>
      <w:r w:rsidRPr="00CA52B4">
        <w:rPr>
          <w:rtl/>
          <w:lang w:bidi="fa-IR"/>
        </w:rPr>
        <w:t xml:space="preserve"> قالت : نعم إذ لا عليّ حي ، قال : </w:t>
      </w:r>
      <w:r>
        <w:rPr>
          <w:rtl/>
          <w:lang w:bidi="fa-IR"/>
        </w:rPr>
        <w:t>أ</w:t>
      </w:r>
      <w:r w:rsidRPr="00CA52B4">
        <w:rPr>
          <w:rtl/>
          <w:lang w:bidi="fa-IR"/>
        </w:rPr>
        <w:t>لست صاحبة الكور المسدول ، والوسيط المشدود ، والمتقلدة بحمائل السيف ، وأنت واقفة بين الصّفين ، يوم صفين تقولين : يا أيها الناس عليكم أنفسكم لا يضركم من ضلّ إذا اهتديتم ، إنّ الجنة دار لا يرحل عنها من قطنها ، ولا يحزن من سكنها ، فابتاعوها بدار لا يدوم نعيمها ، ولا تنصرم همومها ، كونوا قوما مستبصرين ، إنّ معاوية دلف إليكم بعجم العرب ، غلف القلوب ، لا يفقهون الإيمان ولا يدرون ما الحكمة ، دعاهم بالدنيا فأجابوه ، واستدعاهم إلى الباطل فلبوه ، فالله الله عباد الله في دين الله ، وإياكم والتواكل ، فإنّ في ذلك نقض عروة الإسلام ، وإطفاء نور الإيمان ، وذهاب السنة ، وإظهار الباطل ، هذه بدر الصغرى ، والعقبة الأخرى ، قاتلوا يا معشر الأنصار والمهاجرين ، على بصيرة من دينكم ، واصبروا على عزيمتكم ، فكأنّي غدا بكم وقد لقيتم أهل الشام كالحمر الناهقة ، والبغال الشحاجة ، تضفع ضفع البقر ، وتروث روث العتاق</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فقال معاوية : فو الله لو لا قدر الله وما أحب أن يجعل لنا هذا الأمر ، لقد كان انكفأ عليّ العسكران ، فما حملك على ذلك</w:t>
      </w:r>
      <w:r>
        <w:rPr>
          <w:rtl/>
          <w:lang w:bidi="fa-IR"/>
        </w:rPr>
        <w:t>؟</w:t>
      </w:r>
      <w:r w:rsidRPr="00CA52B4">
        <w:rPr>
          <w:rtl/>
          <w:lang w:bidi="fa-IR"/>
        </w:rPr>
        <w:t xml:space="preserve"> قالت : يا أمير المؤمنين إنّ الله قد رد صدقاتنا علينا ، ورد أموالنا فينا إلا بحقها ، وإنا فقدنا ذلك ، فما ينعش لنا فقير ، ولا يجبر لنا كسير ، فإن كان ذلك عن رأيك فما مثلك من استعان بالخونة ، واستعمل الظالمين.</w:t>
      </w:r>
    </w:p>
    <w:p w:rsidR="00843DF1" w:rsidRPr="00CA52B4" w:rsidRDefault="00843DF1" w:rsidP="00347E77">
      <w:pPr>
        <w:pStyle w:val="libNormal"/>
        <w:rPr>
          <w:rtl/>
          <w:lang w:bidi="fa-IR"/>
        </w:rPr>
      </w:pPr>
      <w:r w:rsidRPr="00CA52B4">
        <w:rPr>
          <w:rtl/>
          <w:lang w:bidi="fa-IR"/>
        </w:rPr>
        <w:t>قال معاوية : يا هذه إنّه تنوبنا أمور هي أولى بنا منكم ، من بحور تنبثق ، وثغور تنفتق ، قالت : يا سبحان الله ما فرض الله لنا فيه ضررا على غيرنا ، ما جعله لنا وهو علام الغيوب.</w:t>
      </w:r>
    </w:p>
    <w:p w:rsidR="00843DF1" w:rsidRPr="00CA52B4" w:rsidRDefault="00843DF1" w:rsidP="00347E77">
      <w:pPr>
        <w:pStyle w:val="libNormal"/>
        <w:rPr>
          <w:rtl/>
          <w:lang w:bidi="fa-IR"/>
        </w:rPr>
      </w:pPr>
      <w:r>
        <w:rPr>
          <w:rtl/>
          <w:lang w:bidi="fa-IR"/>
        </w:rPr>
        <w:br w:type="page"/>
      </w:r>
      <w:r w:rsidRPr="00CA52B4">
        <w:rPr>
          <w:rtl/>
          <w:lang w:bidi="fa-IR"/>
        </w:rPr>
        <w:lastRenderedPageBreak/>
        <w:t>قال معاوية : هيهات يا أهل العراق ، نبهكم ابن أبي طالب فلن تطاقوا. ثم أمر لها برد صدقاتها وإنصافها ، وردّها مكرمة.</w:t>
      </w:r>
    </w:p>
    <w:p w:rsidR="00843DF1" w:rsidRPr="00CA52B4" w:rsidRDefault="00843DF1" w:rsidP="00B10281">
      <w:pPr>
        <w:pStyle w:val="libVar"/>
        <w:rPr>
          <w:rtl/>
          <w:lang w:bidi="fa-IR"/>
        </w:rPr>
      </w:pPr>
      <w:r w:rsidRPr="00CA52B4">
        <w:rPr>
          <w:rtl/>
          <w:lang w:bidi="fa-IR"/>
        </w:rPr>
        <w:t>أعلام النساء 3 / 325. بلاغات النساء / 70. الدر المنثور / 348. العقد الفريد 1 / 297</w:t>
      </w:r>
      <w:r>
        <w:rPr>
          <w:rtl/>
          <w:lang w:bidi="fa-IR"/>
        </w:rPr>
        <w:t xml:space="preserve"> ـ </w:t>
      </w:r>
      <w:r w:rsidRPr="00CA52B4">
        <w:rPr>
          <w:rtl/>
          <w:lang w:bidi="fa-IR"/>
        </w:rPr>
        <w:t>298.</w:t>
      </w:r>
    </w:p>
    <w:p w:rsidR="00843DF1" w:rsidRPr="00CA52B4" w:rsidRDefault="00843DF1" w:rsidP="00EB70B9">
      <w:pPr>
        <w:pStyle w:val="libBold1"/>
        <w:rPr>
          <w:rtl/>
          <w:lang w:bidi="fa-IR"/>
        </w:rPr>
      </w:pPr>
      <w:r w:rsidRPr="00CA52B4">
        <w:rPr>
          <w:rtl/>
        </w:rPr>
        <w:t>1394</w:t>
      </w:r>
      <w:r>
        <w:rPr>
          <w:rtl/>
        </w:rPr>
        <w:t xml:space="preserve"> ـ </w:t>
      </w:r>
      <w:r w:rsidRPr="00CA52B4">
        <w:rPr>
          <w:rtl/>
        </w:rPr>
        <w:t>عمرة بنت الطبيخ</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راوية من راويات الحديث. كانت تسكن المدينة. روى عنها عمرو بن شوذب ، قالت : انطلقت مع جارية لنا إلى السوق فاشترينا جريثة في زبيل قد خرج رأسها وذنبها من الزبيل ، فمر عليّ فقال : بكم هذه</w:t>
      </w:r>
      <w:r>
        <w:rPr>
          <w:rtl/>
          <w:lang w:bidi="fa-IR"/>
        </w:rPr>
        <w:t>؟</w:t>
      </w:r>
      <w:r w:rsidRPr="00CA52B4">
        <w:rPr>
          <w:rtl/>
          <w:lang w:bidi="fa-IR"/>
        </w:rPr>
        <w:t xml:space="preserve"> إنّ هذا لكثير طيب يشبع منه العيال.</w:t>
      </w:r>
    </w:p>
    <w:p w:rsidR="00843DF1" w:rsidRPr="00CA52B4" w:rsidRDefault="00843DF1" w:rsidP="00B10281">
      <w:pPr>
        <w:pStyle w:val="libVar"/>
        <w:rPr>
          <w:rtl/>
          <w:lang w:bidi="fa-IR"/>
        </w:rPr>
      </w:pPr>
      <w:r w:rsidRPr="00CA52B4">
        <w:rPr>
          <w:rtl/>
          <w:lang w:bidi="fa-IR"/>
        </w:rPr>
        <w:t>أعلام النساء 3 / 355. الطبقات الكبرى 8 / 488.</w:t>
      </w:r>
    </w:p>
    <w:p w:rsidR="00843DF1" w:rsidRPr="00CA52B4" w:rsidRDefault="00843DF1" w:rsidP="00EB70B9">
      <w:pPr>
        <w:pStyle w:val="libBold1"/>
        <w:rPr>
          <w:rtl/>
          <w:lang w:bidi="fa-IR"/>
        </w:rPr>
      </w:pPr>
      <w:r w:rsidRPr="00CA52B4">
        <w:rPr>
          <w:rtl/>
        </w:rPr>
        <w:t>1395</w:t>
      </w:r>
      <w:r>
        <w:rPr>
          <w:rtl/>
        </w:rPr>
        <w:t xml:space="preserve"> ـ </w:t>
      </w:r>
      <w:r w:rsidRPr="00CA52B4">
        <w:rPr>
          <w:rtl/>
        </w:rPr>
        <w:t>عمرة بنت نفيل</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ذكرها الشيخ الطوسي</w:t>
      </w:r>
      <w:r>
        <w:rPr>
          <w:rtl/>
          <w:lang w:bidi="fa-IR"/>
        </w:rPr>
        <w:t xml:space="preserve"> ..</w:t>
      </w:r>
      <w:r w:rsidRPr="00CA52B4">
        <w:rPr>
          <w:rtl/>
          <w:lang w:bidi="fa-IR"/>
        </w:rPr>
        <w:t xml:space="preserve">. في رجاله من أصحاب أمير المؤمنين </w:t>
      </w:r>
      <w:r>
        <w:rPr>
          <w:rtl/>
          <w:lang w:bidi="fa-IR"/>
        </w:rPr>
        <w:t>(</w:t>
      </w:r>
      <w:r w:rsidRPr="00CA52B4">
        <w:rPr>
          <w:rtl/>
          <w:lang w:bidi="fa-IR"/>
        </w:rPr>
        <w:t>عليه السلام</w:t>
      </w:r>
      <w:r>
        <w:rPr>
          <w:rtl/>
          <w:lang w:bidi="fa-IR"/>
        </w:rPr>
        <w:t>)</w:t>
      </w:r>
      <w:r w:rsidRPr="00CA52B4">
        <w:rPr>
          <w:rtl/>
          <w:lang w:bidi="fa-IR"/>
        </w:rPr>
        <w:t xml:space="preserve"> ، باب النساء. ونقله الآخرون منه.</w:t>
      </w:r>
    </w:p>
    <w:p w:rsidR="00843DF1" w:rsidRPr="00CA52B4" w:rsidRDefault="00843DF1" w:rsidP="00B10281">
      <w:pPr>
        <w:pStyle w:val="libVar"/>
        <w:rPr>
          <w:rtl/>
          <w:lang w:bidi="fa-IR"/>
        </w:rPr>
      </w:pPr>
      <w:r w:rsidRPr="00CA52B4">
        <w:rPr>
          <w:rtl/>
          <w:lang w:bidi="fa-IR"/>
        </w:rPr>
        <w:t>تنقيح المقال 3 / 81. جامع الرواة 2 / 458. رجال الطوسي / 66. مجمع الرجال 7 / 177. معجم رجال الحديث 23 / 196. نقد الرجال / 413.</w:t>
      </w:r>
    </w:p>
    <w:p w:rsidR="00843DF1" w:rsidRPr="00CA52B4" w:rsidRDefault="00843DF1" w:rsidP="00EB70B9">
      <w:pPr>
        <w:pStyle w:val="libBold1"/>
        <w:rPr>
          <w:rtl/>
          <w:lang w:bidi="fa-IR"/>
        </w:rPr>
      </w:pPr>
      <w:r w:rsidRPr="00CA52B4">
        <w:rPr>
          <w:rtl/>
        </w:rPr>
        <w:t>1396</w:t>
      </w:r>
      <w:r>
        <w:rPr>
          <w:rtl/>
        </w:rPr>
        <w:t xml:space="preserve"> ـ </w:t>
      </w:r>
      <w:r w:rsidRPr="00CA52B4">
        <w:rPr>
          <w:rtl/>
        </w:rPr>
        <w:t xml:space="preserve">فاطمة بنت الإمام عليّ بن أبي طالب </w:t>
      </w:r>
      <w:r>
        <w:rPr>
          <w:rtl/>
        </w:rPr>
        <w:t>(</w:t>
      </w:r>
      <w:r w:rsidRPr="00CA52B4">
        <w:rPr>
          <w:rtl/>
        </w:rPr>
        <w:t>عليه السلام</w:t>
      </w:r>
      <w:r>
        <w:rPr>
          <w:rtl/>
        </w:rPr>
        <w:t>)</w:t>
      </w:r>
      <w:r w:rsidRPr="00CA52B4">
        <w:rPr>
          <w:rtl/>
        </w:rPr>
        <w:t xml:space="preserve"> المتوفية 117 ه‍</w:t>
      </w:r>
      <w:r>
        <w:rPr>
          <w:rtl/>
        </w:rPr>
        <w:t>.</w:t>
      </w:r>
    </w:p>
    <w:p w:rsidR="00843DF1" w:rsidRPr="00CA52B4" w:rsidRDefault="00843DF1" w:rsidP="00347E77">
      <w:pPr>
        <w:pStyle w:val="libNormal"/>
        <w:rPr>
          <w:rtl/>
          <w:lang w:bidi="fa-IR"/>
        </w:rPr>
      </w:pPr>
      <w:r w:rsidRPr="00CA52B4">
        <w:rPr>
          <w:rtl/>
          <w:lang w:bidi="fa-IR"/>
        </w:rPr>
        <w:t>راوية من راويات الحديث ، صادقة صحيحة. أخذ عنها جمع منهم :</w:t>
      </w:r>
      <w:r>
        <w:rPr>
          <w:rFonts w:hint="cs"/>
          <w:rtl/>
          <w:lang w:bidi="fa-IR"/>
        </w:rPr>
        <w:t xml:space="preserve"> </w:t>
      </w:r>
      <w:r w:rsidRPr="00CA52B4">
        <w:rPr>
          <w:rtl/>
          <w:lang w:bidi="fa-IR"/>
        </w:rPr>
        <w:t>أم موسى حاضنة العقيلة فاطمة ، والحارث بن كعب الكوفي. والحكم بن عبد الرحمن بن أبي نعيم. وعروة بن عبيد الله بن قثير ، وغيرهم. كما روت أيضا هي عن أخيها محمد بن الحنفية ، وأسماء بنت عميس. ويقال :</w:t>
      </w:r>
      <w:r>
        <w:rPr>
          <w:rFonts w:hint="cs"/>
          <w:rtl/>
          <w:lang w:bidi="fa-IR"/>
        </w:rPr>
        <w:t xml:space="preserve"> </w:t>
      </w:r>
      <w:r w:rsidRPr="00CA52B4">
        <w:rPr>
          <w:rtl/>
          <w:lang w:bidi="fa-IR"/>
        </w:rPr>
        <w:t xml:space="preserve">إنها تعرف بأم كلثوم ، وكانت في واقعة كربلاء. تزوج بها أبو سعيد بن عقيل ابن أبي طالب ، وأنجبت له محمدا الشهيد ، في نصرة الإمام السبط الشهيد الحسين </w:t>
      </w:r>
      <w:r>
        <w:rPr>
          <w:rtl/>
          <w:lang w:bidi="fa-IR"/>
        </w:rPr>
        <w:t>(</w:t>
      </w:r>
      <w:r w:rsidRPr="00CA52B4">
        <w:rPr>
          <w:rtl/>
          <w:lang w:bidi="fa-IR"/>
        </w:rPr>
        <w:t>عليه السلام</w:t>
      </w:r>
      <w:r>
        <w:rPr>
          <w:rtl/>
          <w:lang w:bidi="fa-IR"/>
        </w:rPr>
        <w:t>).</w:t>
      </w:r>
    </w:p>
    <w:p w:rsidR="00843DF1" w:rsidRPr="00CA52B4" w:rsidRDefault="00843DF1" w:rsidP="00347E77">
      <w:pPr>
        <w:pStyle w:val="libNormal"/>
        <w:rPr>
          <w:rtl/>
          <w:lang w:bidi="fa-IR"/>
        </w:rPr>
      </w:pPr>
      <w:r w:rsidRPr="00CA52B4">
        <w:rPr>
          <w:rtl/>
          <w:lang w:bidi="fa-IR"/>
        </w:rPr>
        <w:t xml:space="preserve">وقد ذكر لها الحافظ النسائي المتوفى 303 ه‍ في كتابه </w:t>
      </w:r>
      <w:r>
        <w:rPr>
          <w:rtl/>
          <w:lang w:bidi="fa-IR"/>
        </w:rPr>
        <w:t>(</w:t>
      </w:r>
      <w:r w:rsidRPr="00CA52B4">
        <w:rPr>
          <w:rtl/>
          <w:lang w:bidi="fa-IR"/>
        </w:rPr>
        <w:t>خصائص أمير المؤمنين</w:t>
      </w:r>
      <w:r>
        <w:rPr>
          <w:rtl/>
          <w:lang w:bidi="fa-IR"/>
        </w:rPr>
        <w:t>)</w:t>
      </w:r>
      <w:r w:rsidRPr="00CA52B4">
        <w:rPr>
          <w:rtl/>
          <w:lang w:bidi="fa-IR"/>
        </w:rPr>
        <w:t xml:space="preserve"> عدة أحاديث.</w:t>
      </w:r>
    </w:p>
    <w:p w:rsidR="00843DF1" w:rsidRPr="00CA52B4" w:rsidRDefault="00843DF1" w:rsidP="00B10281">
      <w:pPr>
        <w:pStyle w:val="libVar"/>
        <w:rPr>
          <w:rtl/>
          <w:lang w:bidi="fa-IR"/>
        </w:rPr>
      </w:pPr>
      <w:r w:rsidRPr="00CA52B4">
        <w:rPr>
          <w:rtl/>
          <w:lang w:bidi="fa-IR"/>
        </w:rPr>
        <w:t>أعلام النساء 4 / 81. أعيان الشيعة 3 / 484 وج 8 / 390. تقريب التهذيب</w:t>
      </w:r>
    </w:p>
    <w:p w:rsidR="00843DF1" w:rsidRPr="00CA52B4" w:rsidRDefault="00843DF1" w:rsidP="00B10281">
      <w:pPr>
        <w:pStyle w:val="libVar0"/>
        <w:rPr>
          <w:rtl/>
          <w:lang w:bidi="fa-IR"/>
        </w:rPr>
      </w:pPr>
      <w:r>
        <w:rPr>
          <w:rtl/>
          <w:lang w:bidi="fa-IR"/>
        </w:rPr>
        <w:br w:type="page"/>
      </w:r>
      <w:r w:rsidRPr="00CA52B4">
        <w:rPr>
          <w:rtl/>
        </w:rPr>
        <w:lastRenderedPageBreak/>
        <w:t>2 / 609. تهذيب التهذيب 12 / 440. جمهرة أنساب العرب / 125. شرح ابن أبي الحديد 1 / 243. الطبقات الكبرى 5 / 313 ، 333 ، 387. الغارات 2 / 763.</w:t>
      </w:r>
      <w:r>
        <w:rPr>
          <w:rFonts w:hint="cs"/>
          <w:rtl/>
        </w:rPr>
        <w:t xml:space="preserve"> </w:t>
      </w:r>
      <w:r w:rsidRPr="00CA52B4">
        <w:rPr>
          <w:rtl/>
          <w:lang w:bidi="fa-IR"/>
        </w:rPr>
        <w:t xml:space="preserve">الكامل في التأريخ 3 / 398 </w:t>
      </w:r>
      <w:r>
        <w:rPr>
          <w:rtl/>
          <w:lang w:bidi="fa-IR"/>
        </w:rPr>
        <w:t>و 4</w:t>
      </w:r>
      <w:r w:rsidRPr="00CA52B4">
        <w:rPr>
          <w:rtl/>
          <w:lang w:bidi="fa-IR"/>
        </w:rPr>
        <w:t xml:space="preserve"> / 88. معجم رجال الحديث 23 / 197. النجوم الزاهرة 1 / 276.</w:t>
      </w:r>
    </w:p>
    <w:p w:rsidR="00843DF1" w:rsidRPr="00CA52B4" w:rsidRDefault="00843DF1" w:rsidP="00EB70B9">
      <w:pPr>
        <w:pStyle w:val="libBold1"/>
        <w:rPr>
          <w:rtl/>
          <w:lang w:bidi="fa-IR"/>
        </w:rPr>
      </w:pPr>
      <w:r w:rsidRPr="00CA52B4">
        <w:rPr>
          <w:rtl/>
        </w:rPr>
        <w:t>1397</w:t>
      </w:r>
      <w:r>
        <w:rPr>
          <w:rtl/>
        </w:rPr>
        <w:t xml:space="preserve"> ـ </w:t>
      </w:r>
      <w:r w:rsidRPr="00CA52B4">
        <w:rPr>
          <w:rtl/>
        </w:rPr>
        <w:t>ليلى الغفارية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مجاهدة غازية ، كانت تخرج مع النبيّ </w:t>
      </w:r>
      <w:r>
        <w:rPr>
          <w:rtl/>
          <w:lang w:bidi="fa-IR"/>
        </w:rPr>
        <w:t>(</w:t>
      </w:r>
      <w:r w:rsidRPr="00CA52B4">
        <w:rPr>
          <w:rtl/>
          <w:lang w:bidi="fa-IR"/>
        </w:rPr>
        <w:t>صلّى الله عليه وآله وسلّم</w:t>
      </w:r>
      <w:r>
        <w:rPr>
          <w:rtl/>
          <w:lang w:bidi="fa-IR"/>
        </w:rPr>
        <w:t>)</w:t>
      </w:r>
      <w:r w:rsidRPr="00CA52B4">
        <w:rPr>
          <w:rtl/>
          <w:lang w:bidi="fa-IR"/>
        </w:rPr>
        <w:t xml:space="preserve"> في مغازيه ، فتداوي الجرحى ، وتقوم على المرضى. ولما خرج عليّ بن أبي طالب </w:t>
      </w:r>
      <w:r>
        <w:rPr>
          <w:rtl/>
          <w:lang w:bidi="fa-IR"/>
        </w:rPr>
        <w:t>(</w:t>
      </w:r>
      <w:r w:rsidRPr="00CA52B4">
        <w:rPr>
          <w:rtl/>
          <w:lang w:bidi="fa-IR"/>
        </w:rPr>
        <w:t>عليه السلام</w:t>
      </w:r>
      <w:r>
        <w:rPr>
          <w:rtl/>
          <w:lang w:bidi="fa-IR"/>
        </w:rPr>
        <w:t>)</w:t>
      </w:r>
      <w:r w:rsidRPr="00CA52B4">
        <w:rPr>
          <w:rtl/>
          <w:lang w:bidi="fa-IR"/>
        </w:rPr>
        <w:t xml:space="preserve"> إلى البصرة ، خرجت معه وأتت عائشة ، فقالت : هل سمعت من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فضيلة في عليّ</w:t>
      </w:r>
      <w:r>
        <w:rPr>
          <w:rtl/>
          <w:lang w:bidi="fa-IR"/>
        </w:rPr>
        <w:t>؟</w:t>
      </w:r>
      <w:r w:rsidRPr="00CA52B4">
        <w:rPr>
          <w:rtl/>
          <w:lang w:bidi="fa-IR"/>
        </w:rPr>
        <w:t xml:space="preserve"> قالت : نعم. دخل على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وهو معي ، وعليه جرد قطيفة ، فجلس بيننا ، فقلت : </w:t>
      </w:r>
      <w:r>
        <w:rPr>
          <w:rtl/>
          <w:lang w:bidi="fa-IR"/>
        </w:rPr>
        <w:t>أ</w:t>
      </w:r>
      <w:r w:rsidRPr="00CA52B4">
        <w:rPr>
          <w:rtl/>
          <w:lang w:bidi="fa-IR"/>
        </w:rPr>
        <w:t>ما وجدت مكانا هو أوسع لك من هذا</w:t>
      </w:r>
      <w:r>
        <w:rPr>
          <w:rtl/>
          <w:lang w:bidi="fa-IR"/>
        </w:rPr>
        <w:t>؟</w:t>
      </w:r>
      <w:r w:rsidRPr="00CA52B4">
        <w:rPr>
          <w:rtl/>
          <w:lang w:bidi="fa-IR"/>
        </w:rPr>
        <w:t xml:space="preserve"> قالت النبيّ </w:t>
      </w:r>
      <w:r>
        <w:rPr>
          <w:rtl/>
          <w:lang w:bidi="fa-IR"/>
        </w:rPr>
        <w:t>(</w:t>
      </w:r>
      <w:r w:rsidRPr="00CA52B4">
        <w:rPr>
          <w:rtl/>
          <w:lang w:bidi="fa-IR"/>
        </w:rPr>
        <w:t>صلّى الله عليه وآله وسلّم</w:t>
      </w:r>
      <w:r>
        <w:rPr>
          <w:rtl/>
          <w:lang w:bidi="fa-IR"/>
        </w:rPr>
        <w:t>)</w:t>
      </w:r>
      <w:r w:rsidRPr="00CA52B4">
        <w:rPr>
          <w:rtl/>
          <w:lang w:bidi="fa-IR"/>
        </w:rPr>
        <w:t xml:space="preserve"> : يا عائشة ، دعي لي أخي فإنّه أول الناس إسلاما ، وآخر الناس بي عهدا ، وأول الناس لي لقيا يوم القيامة</w:t>
      </w:r>
      <w:r>
        <w:rPr>
          <w:rtl/>
          <w:lang w:bidi="fa-IR"/>
        </w:rPr>
        <w:t xml:space="preserve"> ..</w:t>
      </w:r>
      <w:r w:rsidRPr="00CA52B4">
        <w:rPr>
          <w:rtl/>
          <w:lang w:bidi="fa-IR"/>
        </w:rPr>
        <w:t>.</w:t>
      </w:r>
    </w:p>
    <w:p w:rsidR="00843DF1" w:rsidRPr="00CA52B4" w:rsidRDefault="00843DF1" w:rsidP="00347E77">
      <w:pPr>
        <w:pStyle w:val="libNormal"/>
        <w:rPr>
          <w:rtl/>
          <w:lang w:bidi="fa-IR"/>
        </w:rPr>
      </w:pPr>
      <w:r w:rsidRPr="00CA52B4">
        <w:rPr>
          <w:rtl/>
          <w:lang w:bidi="fa-IR"/>
        </w:rPr>
        <w:t>روى عنها محمد بن قاسم الطائي.</w:t>
      </w:r>
    </w:p>
    <w:p w:rsidR="00843DF1" w:rsidRPr="00CA52B4" w:rsidRDefault="00843DF1" w:rsidP="00B10281">
      <w:pPr>
        <w:pStyle w:val="libVar"/>
        <w:rPr>
          <w:rtl/>
          <w:lang w:bidi="fa-IR"/>
        </w:rPr>
      </w:pPr>
      <w:r w:rsidRPr="00CA52B4">
        <w:rPr>
          <w:rtl/>
          <w:lang w:bidi="fa-IR"/>
        </w:rPr>
        <w:t>الاستيعاب 4 / 404. أسد الغابة 5 / 543. الإصابة 4 / 402. أعلام النساء 4 / 336.</w:t>
      </w:r>
    </w:p>
    <w:p w:rsidR="00843DF1" w:rsidRPr="00CA52B4" w:rsidRDefault="00843DF1" w:rsidP="00EB70B9">
      <w:pPr>
        <w:pStyle w:val="libBold1"/>
        <w:rPr>
          <w:rtl/>
          <w:lang w:bidi="fa-IR"/>
        </w:rPr>
      </w:pPr>
      <w:r w:rsidRPr="00CA52B4">
        <w:rPr>
          <w:rtl/>
        </w:rPr>
        <w:t>1398</w:t>
      </w:r>
      <w:r>
        <w:rPr>
          <w:rtl/>
        </w:rPr>
        <w:t xml:space="preserve"> ـ </w:t>
      </w:r>
      <w:r w:rsidRPr="00CA52B4">
        <w:rPr>
          <w:rtl/>
        </w:rPr>
        <w:t xml:space="preserve">معاذة بنت عبد الله العدوية </w:t>
      </w:r>
      <w:r>
        <w:rPr>
          <w:rtl/>
        </w:rPr>
        <w:t>(</w:t>
      </w:r>
      <w:r w:rsidRPr="00CA52B4">
        <w:rPr>
          <w:rtl/>
        </w:rPr>
        <w:t>أم الصهباء</w:t>
      </w:r>
      <w:r>
        <w:rPr>
          <w:rtl/>
        </w:rPr>
        <w:t>)</w:t>
      </w:r>
      <w:r w:rsidRPr="00CA52B4">
        <w:rPr>
          <w:rtl/>
        </w:rPr>
        <w:t xml:space="preserve"> البصرية المتوفية 101 ه‍</w:t>
      </w:r>
      <w:r>
        <w:rPr>
          <w:rtl/>
        </w:rPr>
        <w:t>.</w:t>
      </w:r>
    </w:p>
    <w:p w:rsidR="00843DF1" w:rsidRPr="00CA52B4" w:rsidRDefault="00843DF1" w:rsidP="00347E77">
      <w:pPr>
        <w:pStyle w:val="libNormal"/>
        <w:rPr>
          <w:rtl/>
          <w:lang w:bidi="fa-IR"/>
        </w:rPr>
      </w:pPr>
      <w:r w:rsidRPr="00CA52B4">
        <w:rPr>
          <w:rtl/>
          <w:lang w:bidi="fa-IR"/>
        </w:rPr>
        <w:t>من ربات الفصاحة والبلاغة والتفقه في الدين والنسك والزهد بالبصرة.</w:t>
      </w:r>
      <w:r>
        <w:rPr>
          <w:rFonts w:hint="cs"/>
          <w:rtl/>
          <w:lang w:bidi="fa-IR"/>
        </w:rPr>
        <w:t xml:space="preserve"> </w:t>
      </w:r>
      <w:r w:rsidRPr="00CA52B4">
        <w:rPr>
          <w:rtl/>
          <w:lang w:bidi="fa-IR"/>
        </w:rPr>
        <w:t>روى عنها الكثيرون : وماتت سنة 101 ه‍</w:t>
      </w:r>
      <w:r>
        <w:rPr>
          <w:rtl/>
          <w:lang w:bidi="fa-IR"/>
        </w:rPr>
        <w:t>.</w:t>
      </w:r>
      <w:r w:rsidRPr="00CA52B4">
        <w:rPr>
          <w:rtl/>
          <w:lang w:bidi="fa-IR"/>
        </w:rPr>
        <w:t xml:space="preserve"> ولها ولد اسمه </w:t>
      </w:r>
      <w:r>
        <w:rPr>
          <w:rtl/>
          <w:lang w:bidi="fa-IR"/>
        </w:rPr>
        <w:t>(</w:t>
      </w:r>
      <w:r w:rsidRPr="00CA52B4">
        <w:rPr>
          <w:rtl/>
          <w:lang w:bidi="fa-IR"/>
        </w:rPr>
        <w:t>الصهباء</w:t>
      </w:r>
      <w:r>
        <w:rPr>
          <w:rtl/>
          <w:lang w:bidi="fa-IR"/>
        </w:rPr>
        <w:t>).</w:t>
      </w:r>
      <w:r>
        <w:rPr>
          <w:rFonts w:hint="cs"/>
          <w:rtl/>
          <w:lang w:bidi="fa-IR"/>
        </w:rPr>
        <w:t xml:space="preserve"> </w:t>
      </w:r>
      <w:r w:rsidRPr="00CA52B4">
        <w:rPr>
          <w:rtl/>
          <w:lang w:bidi="fa-IR"/>
        </w:rPr>
        <w:t>ولما مات زوجها لم تتوسد فراشا حتّى ماتت بعده.</w:t>
      </w:r>
    </w:p>
    <w:p w:rsidR="00843DF1" w:rsidRPr="00CA52B4" w:rsidRDefault="00843DF1" w:rsidP="00347E77">
      <w:pPr>
        <w:pStyle w:val="libNormal"/>
        <w:rPr>
          <w:rtl/>
          <w:lang w:bidi="fa-IR"/>
        </w:rPr>
      </w:pPr>
      <w:r w:rsidRPr="00CA52B4">
        <w:rPr>
          <w:rtl/>
          <w:lang w:bidi="fa-IR"/>
        </w:rPr>
        <w:t xml:space="preserve">قالت : سمعت عليا </w:t>
      </w:r>
      <w:r>
        <w:rPr>
          <w:rtl/>
          <w:lang w:bidi="fa-IR"/>
        </w:rPr>
        <w:t>(</w:t>
      </w:r>
      <w:r w:rsidRPr="00CA52B4">
        <w:rPr>
          <w:rtl/>
          <w:lang w:bidi="fa-IR"/>
        </w:rPr>
        <w:t>عليه السلام</w:t>
      </w:r>
      <w:r>
        <w:rPr>
          <w:rtl/>
          <w:lang w:bidi="fa-IR"/>
        </w:rPr>
        <w:t>)</w:t>
      </w:r>
      <w:r w:rsidRPr="00CA52B4">
        <w:rPr>
          <w:rtl/>
          <w:lang w:bidi="fa-IR"/>
        </w:rPr>
        <w:t xml:space="preserve"> ، يخطب على منبر البصرة ، ويقول : أنا الصدّيق الأكبر ، آمنت قبل أن يؤمن أبو بكر ، وأسلمت قبل أن يسلم.</w:t>
      </w:r>
    </w:p>
    <w:p w:rsidR="00843DF1" w:rsidRPr="00CA52B4" w:rsidRDefault="00843DF1" w:rsidP="00B10281">
      <w:pPr>
        <w:pStyle w:val="libVar"/>
        <w:rPr>
          <w:rtl/>
          <w:lang w:bidi="fa-IR"/>
        </w:rPr>
      </w:pPr>
      <w:r w:rsidRPr="00CA52B4">
        <w:rPr>
          <w:rtl/>
          <w:lang w:bidi="fa-IR"/>
        </w:rPr>
        <w:t>أسد الغابة 5 / 547. الإصابة 4 / 408. أعلام النساء 5 / 60. الأعلام 8 / 168.</w:t>
      </w:r>
      <w:r>
        <w:rPr>
          <w:rFonts w:hint="cs"/>
          <w:rtl/>
          <w:lang w:bidi="fa-IR"/>
        </w:rPr>
        <w:t xml:space="preserve"> </w:t>
      </w:r>
      <w:r w:rsidRPr="00CA52B4">
        <w:rPr>
          <w:rtl/>
          <w:lang w:bidi="fa-IR"/>
        </w:rPr>
        <w:t>تقريب التهذيب 2 / 614. تهذيب التهذيب 12 / 452. شرح ابن أبي الحديد 13 / 228. شذرات الذهب 1 / 122. الطبقات الكبرى 7 / 137. طبقات</w:t>
      </w:r>
    </w:p>
    <w:p w:rsidR="00843DF1" w:rsidRPr="00CA52B4" w:rsidRDefault="00843DF1" w:rsidP="00B10281">
      <w:pPr>
        <w:pStyle w:val="libVar0"/>
        <w:rPr>
          <w:rtl/>
          <w:lang w:bidi="fa-IR"/>
        </w:rPr>
      </w:pPr>
      <w:r>
        <w:rPr>
          <w:rtl/>
          <w:lang w:bidi="fa-IR"/>
        </w:rPr>
        <w:br w:type="page"/>
      </w:r>
      <w:r w:rsidRPr="00CA52B4">
        <w:rPr>
          <w:rtl/>
          <w:lang w:bidi="fa-IR"/>
        </w:rPr>
        <w:lastRenderedPageBreak/>
        <w:t xml:space="preserve">الحفاظ / 64. العقد الفريد 2 / 187 </w:t>
      </w:r>
      <w:r>
        <w:rPr>
          <w:rtl/>
          <w:lang w:bidi="fa-IR"/>
        </w:rPr>
        <w:t>و 7</w:t>
      </w:r>
      <w:r w:rsidRPr="00CA52B4">
        <w:rPr>
          <w:rtl/>
          <w:lang w:bidi="fa-IR"/>
        </w:rPr>
        <w:t xml:space="preserve"> / 215. الغدير 2 / 314 </w:t>
      </w:r>
      <w:r>
        <w:rPr>
          <w:rtl/>
          <w:lang w:bidi="fa-IR"/>
        </w:rPr>
        <w:t>و 3</w:t>
      </w:r>
      <w:r w:rsidRPr="00CA52B4">
        <w:rPr>
          <w:rtl/>
          <w:lang w:bidi="fa-IR"/>
        </w:rPr>
        <w:t xml:space="preserve"> / 223 </w:t>
      </w:r>
      <w:r>
        <w:rPr>
          <w:rtl/>
          <w:lang w:bidi="fa-IR"/>
        </w:rPr>
        <w:t>و 5</w:t>
      </w:r>
      <w:r w:rsidRPr="00CA52B4">
        <w:rPr>
          <w:rtl/>
          <w:lang w:bidi="fa-IR"/>
        </w:rPr>
        <w:t xml:space="preserve"> / 28 </w:t>
      </w:r>
      <w:r>
        <w:rPr>
          <w:rtl/>
          <w:lang w:bidi="fa-IR"/>
        </w:rPr>
        <w:t>و 6</w:t>
      </w:r>
      <w:r w:rsidRPr="00CA52B4">
        <w:rPr>
          <w:rtl/>
          <w:lang w:bidi="fa-IR"/>
        </w:rPr>
        <w:t xml:space="preserve"> / 284. الكامل في التأريخ 4 / 97. مرآة الجنان 1 / 211.</w:t>
      </w:r>
    </w:p>
    <w:p w:rsidR="00843DF1" w:rsidRPr="00CA52B4" w:rsidRDefault="00843DF1" w:rsidP="00EB70B9">
      <w:pPr>
        <w:pStyle w:val="libBold1"/>
        <w:rPr>
          <w:rtl/>
          <w:lang w:bidi="fa-IR"/>
        </w:rPr>
      </w:pPr>
      <w:r w:rsidRPr="00CA52B4">
        <w:rPr>
          <w:rtl/>
        </w:rPr>
        <w:t>1399</w:t>
      </w:r>
      <w:r>
        <w:rPr>
          <w:rtl/>
        </w:rPr>
        <w:t xml:space="preserve"> ـ </w:t>
      </w:r>
      <w:r w:rsidRPr="00CA52B4">
        <w:rPr>
          <w:rtl/>
        </w:rPr>
        <w:t>ميمونة بنت الحارث بن حزن الهلالية أم المؤمنين</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محدّثة ، من فواضل نساء عصرها. تزوجت بالنبيّ </w:t>
      </w:r>
      <w:r>
        <w:rPr>
          <w:rtl/>
          <w:lang w:bidi="fa-IR"/>
        </w:rPr>
        <w:t>(</w:t>
      </w:r>
      <w:r w:rsidRPr="00CA52B4">
        <w:rPr>
          <w:rtl/>
          <w:lang w:bidi="fa-IR"/>
        </w:rPr>
        <w:t>صلّى الله عليه وآله وسلّم</w:t>
      </w:r>
      <w:r>
        <w:rPr>
          <w:rtl/>
          <w:lang w:bidi="fa-IR"/>
        </w:rPr>
        <w:t>)</w:t>
      </w:r>
      <w:r w:rsidRPr="00CA52B4">
        <w:rPr>
          <w:rtl/>
          <w:lang w:bidi="fa-IR"/>
        </w:rPr>
        <w:t xml:space="preserve"> بعد أن وهبت نفسها للرسول الأعظم. وروت أيضا عنه ، كما حدّث الكثيرون عنها. وماتت بسرف سنة 51 ، 61 ، 66 ، 63 ، ولها 81 سنة.</w:t>
      </w:r>
    </w:p>
    <w:p w:rsidR="00843DF1" w:rsidRPr="00CA52B4" w:rsidRDefault="00843DF1" w:rsidP="00347E77">
      <w:pPr>
        <w:pStyle w:val="libNormal"/>
        <w:rPr>
          <w:rtl/>
          <w:lang w:bidi="fa-IR"/>
        </w:rPr>
      </w:pPr>
      <w:r w:rsidRPr="00CA52B4">
        <w:rPr>
          <w:rtl/>
          <w:lang w:bidi="fa-IR"/>
        </w:rPr>
        <w:t xml:space="preserve">قال جرير بن كليب العامري : لما سار عليّ </w:t>
      </w:r>
      <w:r>
        <w:rPr>
          <w:rtl/>
          <w:lang w:bidi="fa-IR"/>
        </w:rPr>
        <w:t>(</w:t>
      </w:r>
      <w:r w:rsidRPr="00CA52B4">
        <w:rPr>
          <w:rtl/>
          <w:lang w:bidi="fa-IR"/>
        </w:rPr>
        <w:t>عليه السلام</w:t>
      </w:r>
      <w:r>
        <w:rPr>
          <w:rtl/>
          <w:lang w:bidi="fa-IR"/>
        </w:rPr>
        <w:t>)</w:t>
      </w:r>
      <w:r w:rsidRPr="00CA52B4">
        <w:rPr>
          <w:rtl/>
          <w:lang w:bidi="fa-IR"/>
        </w:rPr>
        <w:t xml:space="preserve"> إلى صفين ، كرهت القتال فأتيت المدينة فدخلت على ميمونة ، فقالت : ممن أنت</w:t>
      </w:r>
      <w:r>
        <w:rPr>
          <w:rtl/>
          <w:lang w:bidi="fa-IR"/>
        </w:rPr>
        <w:t>؟</w:t>
      </w:r>
      <w:r>
        <w:rPr>
          <w:rFonts w:hint="cs"/>
          <w:rtl/>
          <w:lang w:bidi="fa-IR"/>
        </w:rPr>
        <w:t xml:space="preserve"> </w:t>
      </w:r>
      <w:r w:rsidRPr="00CA52B4">
        <w:rPr>
          <w:rtl/>
          <w:lang w:bidi="fa-IR"/>
        </w:rPr>
        <w:t>قلت : من أهل الكوفة ، قالت : من أيّهم</w:t>
      </w:r>
      <w:r>
        <w:rPr>
          <w:rtl/>
          <w:lang w:bidi="fa-IR"/>
        </w:rPr>
        <w:t>؟</w:t>
      </w:r>
      <w:r w:rsidRPr="00CA52B4">
        <w:rPr>
          <w:rtl/>
          <w:lang w:bidi="fa-IR"/>
        </w:rPr>
        <w:t xml:space="preserve"> قلت : من بني عامر ، قالت :</w:t>
      </w:r>
      <w:r>
        <w:rPr>
          <w:rFonts w:hint="cs"/>
          <w:rtl/>
          <w:lang w:bidi="fa-IR"/>
        </w:rPr>
        <w:t xml:space="preserve"> </w:t>
      </w:r>
      <w:r w:rsidRPr="00CA52B4">
        <w:rPr>
          <w:rtl/>
          <w:lang w:bidi="fa-IR"/>
        </w:rPr>
        <w:t>رحبا على رحب ، وقربا على قرب تجيء ، ما جاء بك</w:t>
      </w:r>
      <w:r>
        <w:rPr>
          <w:rtl/>
          <w:lang w:bidi="fa-IR"/>
        </w:rPr>
        <w:t>؟</w:t>
      </w:r>
      <w:r w:rsidRPr="00CA52B4">
        <w:rPr>
          <w:rtl/>
          <w:lang w:bidi="fa-IR"/>
        </w:rPr>
        <w:t xml:space="preserve"> قلت : سار عليّ </w:t>
      </w:r>
      <w:r>
        <w:rPr>
          <w:rtl/>
          <w:lang w:bidi="fa-IR"/>
        </w:rPr>
        <w:t>(</w:t>
      </w:r>
      <w:r w:rsidRPr="00CA52B4">
        <w:rPr>
          <w:rtl/>
          <w:lang w:bidi="fa-IR"/>
        </w:rPr>
        <w:t>عليه السلام</w:t>
      </w:r>
      <w:r>
        <w:rPr>
          <w:rtl/>
          <w:lang w:bidi="fa-IR"/>
        </w:rPr>
        <w:t>)</w:t>
      </w:r>
      <w:r w:rsidRPr="00CA52B4">
        <w:rPr>
          <w:rtl/>
          <w:lang w:bidi="fa-IR"/>
        </w:rPr>
        <w:t xml:space="preserve"> إلى صفين ، وكرهت القتال فجئنا إلى هاهنا ، قالت : </w:t>
      </w:r>
      <w:r>
        <w:rPr>
          <w:rtl/>
          <w:lang w:bidi="fa-IR"/>
        </w:rPr>
        <w:t>أ</w:t>
      </w:r>
      <w:r w:rsidRPr="00CA52B4">
        <w:rPr>
          <w:rtl/>
          <w:lang w:bidi="fa-IR"/>
        </w:rPr>
        <w:t>كنت بايعته</w:t>
      </w:r>
      <w:r>
        <w:rPr>
          <w:rtl/>
          <w:lang w:bidi="fa-IR"/>
        </w:rPr>
        <w:t>؟</w:t>
      </w:r>
      <w:r w:rsidRPr="00CA52B4">
        <w:rPr>
          <w:rtl/>
          <w:lang w:bidi="fa-IR"/>
        </w:rPr>
        <w:t xml:space="preserve"> قال : قلت : نعم ، قالت : فارجع إليه فكن معه ، فو الله ما ضلّ ولا ضلّ به</w:t>
      </w:r>
      <w:r>
        <w:rPr>
          <w:rtl/>
          <w:lang w:bidi="fa-IR"/>
        </w:rPr>
        <w:t xml:space="preserve"> ..</w:t>
      </w:r>
      <w:r w:rsidRPr="00CA52B4">
        <w:rPr>
          <w:rtl/>
          <w:lang w:bidi="fa-IR"/>
        </w:rPr>
        <w:t>.</w:t>
      </w:r>
    </w:p>
    <w:p w:rsidR="00843DF1" w:rsidRPr="00CA52B4" w:rsidRDefault="00843DF1" w:rsidP="00B10281">
      <w:pPr>
        <w:pStyle w:val="libVar"/>
        <w:rPr>
          <w:rtl/>
          <w:lang w:bidi="fa-IR"/>
        </w:rPr>
      </w:pPr>
      <w:r w:rsidRPr="00CA52B4">
        <w:rPr>
          <w:rtl/>
          <w:lang w:bidi="fa-IR"/>
        </w:rPr>
        <w:t>الاستيعاب 4 / 404. أسد الغابة 4 / 550. الإصابة 4 / 411. أعلام النساء 4 / 140. أعيان الشيعة 1 / 199. الأعلام 8 / 301. البداية والنهاية 8 / 58 تقريب التهذيب 2 / 614. تهذيب التهذيب 12 / 453. جمهرة أنساب العرب / 274</w:t>
      </w:r>
      <w:r>
        <w:rPr>
          <w:rtl/>
          <w:lang w:bidi="fa-IR"/>
        </w:rPr>
        <w:t xml:space="preserve"> ..</w:t>
      </w:r>
      <w:r w:rsidRPr="00CA52B4">
        <w:rPr>
          <w:rtl/>
          <w:lang w:bidi="fa-IR"/>
        </w:rPr>
        <w:t>.</w:t>
      </w:r>
      <w:r>
        <w:rPr>
          <w:rFonts w:hint="cs"/>
          <w:rtl/>
          <w:lang w:bidi="fa-IR"/>
        </w:rPr>
        <w:t xml:space="preserve"> </w:t>
      </w:r>
      <w:r w:rsidRPr="00CA52B4">
        <w:rPr>
          <w:rtl/>
          <w:lang w:bidi="fa-IR"/>
        </w:rPr>
        <w:t xml:space="preserve">الطبقات الكبرى 1 / 310 ، 397 </w:t>
      </w:r>
      <w:r>
        <w:rPr>
          <w:rtl/>
          <w:lang w:bidi="fa-IR"/>
        </w:rPr>
        <w:t>و 2</w:t>
      </w:r>
      <w:r w:rsidRPr="00CA52B4">
        <w:rPr>
          <w:rtl/>
          <w:lang w:bidi="fa-IR"/>
        </w:rPr>
        <w:t xml:space="preserve"> / 122 </w:t>
      </w:r>
      <w:r>
        <w:rPr>
          <w:rtl/>
          <w:lang w:bidi="fa-IR"/>
        </w:rPr>
        <w:t>و 5</w:t>
      </w:r>
      <w:r w:rsidRPr="00CA52B4">
        <w:rPr>
          <w:rtl/>
          <w:lang w:bidi="fa-IR"/>
        </w:rPr>
        <w:t xml:space="preserve"> / 173 ، 282 </w:t>
      </w:r>
      <w:r>
        <w:rPr>
          <w:rtl/>
          <w:lang w:bidi="fa-IR"/>
        </w:rPr>
        <w:t>و 7</w:t>
      </w:r>
      <w:r w:rsidRPr="00CA52B4">
        <w:rPr>
          <w:rtl/>
          <w:lang w:bidi="fa-IR"/>
        </w:rPr>
        <w:t xml:space="preserve"> / 479 </w:t>
      </w:r>
      <w:r>
        <w:rPr>
          <w:rtl/>
          <w:lang w:bidi="fa-IR"/>
        </w:rPr>
        <w:t>و 8</w:t>
      </w:r>
      <w:r w:rsidRPr="00CA52B4">
        <w:rPr>
          <w:rtl/>
          <w:lang w:bidi="fa-IR"/>
        </w:rPr>
        <w:t xml:space="preserve"> / 163 ، 277. العقد الفريد 3 / 61 ، 271 </w:t>
      </w:r>
      <w:r>
        <w:rPr>
          <w:rtl/>
          <w:lang w:bidi="fa-IR"/>
        </w:rPr>
        <w:t>و 5</w:t>
      </w:r>
      <w:r w:rsidRPr="00CA52B4">
        <w:rPr>
          <w:rtl/>
          <w:lang w:bidi="fa-IR"/>
        </w:rPr>
        <w:t xml:space="preserve"> / 6. الغارات 1 / 94. الغدير 6 / 162 ، 280 </w:t>
      </w:r>
      <w:r>
        <w:rPr>
          <w:rtl/>
          <w:lang w:bidi="fa-IR"/>
        </w:rPr>
        <w:t>و 9</w:t>
      </w:r>
      <w:r w:rsidRPr="00CA52B4">
        <w:rPr>
          <w:rtl/>
          <w:lang w:bidi="fa-IR"/>
        </w:rPr>
        <w:t xml:space="preserve"> / 324 </w:t>
      </w:r>
      <w:r>
        <w:rPr>
          <w:rtl/>
          <w:lang w:bidi="fa-IR"/>
        </w:rPr>
        <w:t>و 1</w:t>
      </w:r>
      <w:r w:rsidRPr="00CA52B4">
        <w:rPr>
          <w:rtl/>
          <w:lang w:bidi="fa-IR"/>
        </w:rPr>
        <w:t xml:space="preserve">0 / 207. الكامل في التأريخ 2 / 227 ، 309 ، 317 </w:t>
      </w:r>
      <w:r>
        <w:rPr>
          <w:rtl/>
          <w:lang w:bidi="fa-IR"/>
        </w:rPr>
        <w:t>و 3</w:t>
      </w:r>
      <w:r w:rsidRPr="00CA52B4">
        <w:rPr>
          <w:rtl/>
          <w:lang w:bidi="fa-IR"/>
        </w:rPr>
        <w:t xml:space="preserve"> / 489 </w:t>
      </w:r>
      <w:r>
        <w:rPr>
          <w:rtl/>
          <w:lang w:bidi="fa-IR"/>
        </w:rPr>
        <w:t>و 5</w:t>
      </w:r>
      <w:r w:rsidRPr="00CA52B4">
        <w:rPr>
          <w:rtl/>
          <w:lang w:bidi="fa-IR"/>
        </w:rPr>
        <w:t xml:space="preserve"> / 105. معجم رجال الحديث 23 / 200. منتهى المقال / 367.</w:t>
      </w:r>
    </w:p>
    <w:p w:rsidR="00843DF1" w:rsidRPr="00CA52B4" w:rsidRDefault="00843DF1" w:rsidP="00EB70B9">
      <w:pPr>
        <w:pStyle w:val="libBold1"/>
        <w:rPr>
          <w:rtl/>
          <w:lang w:bidi="fa-IR"/>
        </w:rPr>
      </w:pPr>
      <w:r w:rsidRPr="00CA52B4">
        <w:rPr>
          <w:rtl/>
        </w:rPr>
        <w:t>1400</w:t>
      </w:r>
      <w:r>
        <w:rPr>
          <w:rtl/>
        </w:rPr>
        <w:t xml:space="preserve"> ـ </w:t>
      </w:r>
      <w:r w:rsidRPr="00CA52B4">
        <w:rPr>
          <w:rtl/>
        </w:rPr>
        <w:t>نصرة بنت</w:t>
      </w:r>
      <w:r>
        <w:rPr>
          <w:rtl/>
        </w:rPr>
        <w:t xml:space="preserve"> ..</w:t>
      </w:r>
      <w:r w:rsidRPr="00CA52B4">
        <w:rPr>
          <w:rtl/>
        </w:rPr>
        <w:t>. الأزدية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راوية من راويات الحديث. ولها أحاديث في مناقب أمير المؤمنين </w:t>
      </w:r>
      <w:r>
        <w:rPr>
          <w:rtl/>
          <w:lang w:bidi="fa-IR"/>
        </w:rPr>
        <w:t>(</w:t>
      </w:r>
      <w:r w:rsidRPr="00CA52B4">
        <w:rPr>
          <w:rtl/>
          <w:lang w:bidi="fa-IR"/>
        </w:rPr>
        <w:t>عليه السلام</w:t>
      </w:r>
      <w:r>
        <w:rPr>
          <w:rtl/>
          <w:lang w:bidi="fa-IR"/>
        </w:rPr>
        <w:t>).</w:t>
      </w:r>
      <w:r w:rsidRPr="00CA52B4">
        <w:rPr>
          <w:rtl/>
          <w:lang w:bidi="fa-IR"/>
        </w:rPr>
        <w:t xml:space="preserve"> وقد روت عن عليّ </w:t>
      </w:r>
      <w:r>
        <w:rPr>
          <w:rtl/>
          <w:lang w:bidi="fa-IR"/>
        </w:rPr>
        <w:t>(</w:t>
      </w:r>
      <w:r w:rsidRPr="00CA52B4">
        <w:rPr>
          <w:rtl/>
          <w:lang w:bidi="fa-IR"/>
        </w:rPr>
        <w:t>عليه السلام</w:t>
      </w:r>
      <w:r>
        <w:rPr>
          <w:rtl/>
          <w:lang w:bidi="fa-IR"/>
        </w:rPr>
        <w:t>)</w:t>
      </w:r>
      <w:r w:rsidRPr="00CA52B4">
        <w:rPr>
          <w:rtl/>
          <w:lang w:bidi="fa-IR"/>
        </w:rPr>
        <w:t xml:space="preserve"> قالت : قال عليّ </w:t>
      </w:r>
      <w:r>
        <w:rPr>
          <w:rtl/>
          <w:lang w:bidi="fa-IR"/>
        </w:rPr>
        <w:t>(</w:t>
      </w:r>
      <w:r w:rsidRPr="00CA52B4">
        <w:rPr>
          <w:rtl/>
          <w:lang w:bidi="fa-IR"/>
        </w:rPr>
        <w:t>عليه السلام</w:t>
      </w:r>
      <w:r>
        <w:rPr>
          <w:rtl/>
          <w:lang w:bidi="fa-IR"/>
        </w:rPr>
        <w:t>)</w:t>
      </w:r>
      <w:r w:rsidRPr="00CA52B4">
        <w:rPr>
          <w:rtl/>
          <w:lang w:bidi="fa-IR"/>
        </w:rPr>
        <w:t xml:space="preserve"> : ما رمدت عيني منذ تفل رسول الله </w:t>
      </w:r>
      <w:r>
        <w:rPr>
          <w:rtl/>
          <w:lang w:bidi="fa-IR"/>
        </w:rPr>
        <w:t>(</w:t>
      </w:r>
      <w:r w:rsidRPr="00CA52B4">
        <w:rPr>
          <w:rtl/>
          <w:lang w:bidi="fa-IR"/>
        </w:rPr>
        <w:t>صلّى الله عليه وآله وسلّم</w:t>
      </w:r>
      <w:r>
        <w:rPr>
          <w:rtl/>
          <w:lang w:bidi="fa-IR"/>
        </w:rPr>
        <w:t>)</w:t>
      </w:r>
      <w:r w:rsidRPr="00CA52B4">
        <w:rPr>
          <w:rtl/>
          <w:lang w:bidi="fa-IR"/>
        </w:rPr>
        <w:t xml:space="preserve"> فيها. وجاء في بعض المراجع ، نضرة الأزدية. روت عنها أم شوق العبدية.</w:t>
      </w:r>
    </w:p>
    <w:p w:rsidR="00843DF1" w:rsidRPr="00CA52B4" w:rsidRDefault="00843DF1" w:rsidP="00B10281">
      <w:pPr>
        <w:pStyle w:val="libVar"/>
        <w:rPr>
          <w:rtl/>
          <w:lang w:bidi="fa-IR"/>
        </w:rPr>
      </w:pPr>
      <w:r w:rsidRPr="00CA52B4">
        <w:rPr>
          <w:rtl/>
          <w:lang w:bidi="fa-IR"/>
        </w:rPr>
        <w:t>أعلام النساء 5 / 176. تنقيح المقال 3 / 83. جامع الرواة 2 / 459. رجال ابن</w:t>
      </w:r>
    </w:p>
    <w:p w:rsidR="00843DF1" w:rsidRPr="00CA52B4" w:rsidRDefault="00843DF1" w:rsidP="00B10281">
      <w:pPr>
        <w:pStyle w:val="libVar0"/>
        <w:rPr>
          <w:rtl/>
          <w:lang w:bidi="fa-IR"/>
        </w:rPr>
      </w:pPr>
      <w:r>
        <w:rPr>
          <w:rtl/>
          <w:lang w:bidi="fa-IR"/>
        </w:rPr>
        <w:br w:type="page"/>
      </w:r>
      <w:r w:rsidRPr="00CA52B4">
        <w:rPr>
          <w:rtl/>
          <w:lang w:bidi="fa-IR"/>
        </w:rPr>
        <w:lastRenderedPageBreak/>
        <w:t>داود / 223. رجال الشيخ الطوسي / 66. رجال البرقي / 61. مجمع الرجال 7 / 179.</w:t>
      </w:r>
      <w:r>
        <w:rPr>
          <w:rFonts w:hint="cs"/>
          <w:rtl/>
          <w:lang w:bidi="fa-IR"/>
        </w:rPr>
        <w:t xml:space="preserve"> </w:t>
      </w:r>
      <w:r w:rsidRPr="00CA52B4">
        <w:rPr>
          <w:rtl/>
          <w:lang w:bidi="fa-IR"/>
        </w:rPr>
        <w:t>معجم الثقات / 352. معجم رجال الحديث 23 / 200. نقد الرجال / 414.</w:t>
      </w:r>
    </w:p>
    <w:p w:rsidR="00843DF1" w:rsidRPr="00CA52B4" w:rsidRDefault="00843DF1" w:rsidP="00EB70B9">
      <w:pPr>
        <w:pStyle w:val="libBold1"/>
        <w:rPr>
          <w:rtl/>
          <w:lang w:bidi="fa-IR"/>
        </w:rPr>
      </w:pPr>
      <w:r w:rsidRPr="00CA52B4">
        <w:rPr>
          <w:rtl/>
        </w:rPr>
        <w:t>1401</w:t>
      </w:r>
      <w:r>
        <w:rPr>
          <w:rtl/>
        </w:rPr>
        <w:t xml:space="preserve"> ـ </w:t>
      </w:r>
      <w:r w:rsidRPr="00CA52B4">
        <w:rPr>
          <w:rtl/>
        </w:rPr>
        <w:t>هند بنت زيد بن مخرمة الأنصارية</w:t>
      </w:r>
      <w:r>
        <w:rPr>
          <w:rtl/>
        </w:rPr>
        <w:t xml:space="preserve"> ..</w:t>
      </w:r>
      <w:r w:rsidRPr="00CA52B4">
        <w:rPr>
          <w:rtl/>
        </w:rPr>
        <w:t>.</w:t>
      </w:r>
    </w:p>
    <w:p w:rsidR="00843DF1" w:rsidRPr="00CA52B4" w:rsidRDefault="00843DF1" w:rsidP="00347E77">
      <w:pPr>
        <w:pStyle w:val="libNormal"/>
        <w:rPr>
          <w:rtl/>
          <w:lang w:bidi="fa-IR"/>
        </w:rPr>
      </w:pPr>
      <w:r w:rsidRPr="00CA52B4">
        <w:rPr>
          <w:rtl/>
          <w:lang w:bidi="fa-IR"/>
        </w:rPr>
        <w:t xml:space="preserve">شاعرة من شواعر العرب ، تمتاز بحسن الرأي ، وجودة البيان ، والفصاحة ، واتصلت بأمير المؤمنين </w:t>
      </w:r>
      <w:r>
        <w:rPr>
          <w:rtl/>
          <w:lang w:bidi="fa-IR"/>
        </w:rPr>
        <w:t>(</w:t>
      </w:r>
      <w:r w:rsidRPr="00CA52B4">
        <w:rPr>
          <w:rtl/>
          <w:lang w:bidi="fa-IR"/>
        </w:rPr>
        <w:t>عليه السلام</w:t>
      </w:r>
      <w:r>
        <w:rPr>
          <w:rtl/>
          <w:lang w:bidi="fa-IR"/>
        </w:rPr>
        <w:t>)</w:t>
      </w:r>
      <w:r w:rsidRPr="00CA52B4">
        <w:rPr>
          <w:rtl/>
          <w:lang w:bidi="fa-IR"/>
        </w:rPr>
        <w:t xml:space="preserve"> وكانت تسكن الكوفة ، وتتعاون مع جماعة الشيعة فيها. وقد رثت حجر بن عدي بقصائد وأبيات ، نددت فيها بسياسة معاوية بن أبي سفيان.</w:t>
      </w:r>
    </w:p>
    <w:p w:rsidR="00843DF1" w:rsidRPr="00CA52B4" w:rsidRDefault="00843DF1" w:rsidP="00347E77">
      <w:pPr>
        <w:pStyle w:val="libNormal"/>
        <w:rPr>
          <w:rtl/>
          <w:lang w:bidi="fa-IR"/>
        </w:rPr>
      </w:pPr>
      <w:r w:rsidRPr="00CA52B4">
        <w:rPr>
          <w:rtl/>
          <w:lang w:bidi="fa-IR"/>
        </w:rPr>
        <w:t>ماتت في خلافة معاوية بعد ما وفدت عليه. ومن شعرها في حجر قولها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ترفّع أيّها القمر المنير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تبصّر هل ترى حجرا يسير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يسير إلى معاوية بن حرب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ليقتله كما زعم الأمير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تجبّرت الجابر بعد حجر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طاب لها الخورنق والسدير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Pr>
                <w:rtl/>
                <w:lang w:bidi="fa-IR"/>
              </w:rPr>
              <w:t>و</w:t>
            </w:r>
            <w:r w:rsidRPr="00CA52B4">
              <w:rPr>
                <w:rtl/>
                <w:lang w:bidi="fa-IR"/>
              </w:rPr>
              <w:t>أصبحت البلاد لها محولا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كأن لم يحيها مزن مطير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ألا يا حجر حجر بني عديّ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تلقتك السلامة والسرور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أخاف عليك ما أردى عديا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شيخا في دمشق له زئير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يرى قتل الخيار عليه حقا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له من شرّ امته وزير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ألا يا ليت حجرا مات موتا</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Pr>
                <w:rtl/>
                <w:lang w:bidi="fa-IR"/>
              </w:rPr>
              <w:t>و</w:t>
            </w:r>
            <w:r w:rsidRPr="00CA52B4">
              <w:rPr>
                <w:rtl/>
                <w:lang w:bidi="fa-IR"/>
              </w:rPr>
              <w:t>لم ينحر كما نحر البعير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 xml:space="preserve">فإن يهلك فكل زعيم قوم </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من الدنيا إلى هلك يصير</w:t>
            </w:r>
            <w:r w:rsidRPr="00B10281">
              <w:rPr>
                <w:rStyle w:val="libPoemTiniCharChar"/>
                <w:rtl/>
              </w:rPr>
              <w:br/>
              <w:t> </w:t>
            </w:r>
          </w:p>
        </w:tc>
      </w:tr>
    </w:tbl>
    <w:p w:rsidR="00843DF1" w:rsidRPr="00CA52B4" w:rsidRDefault="00843DF1" w:rsidP="00347E77">
      <w:pPr>
        <w:pStyle w:val="libNormal"/>
        <w:rPr>
          <w:rtl/>
          <w:lang w:bidi="fa-IR"/>
        </w:rPr>
      </w:pPr>
      <w:r w:rsidRPr="00CA52B4">
        <w:rPr>
          <w:rtl/>
          <w:lang w:bidi="fa-IR"/>
        </w:rPr>
        <w:t>ولها أيضا في حجر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994"/>
        <w:gridCol w:w="440"/>
        <w:gridCol w:w="4991"/>
      </w:tblGrid>
      <w:tr w:rsidR="00843DF1" w:rsidRPr="00CA52B4" w:rsidTr="00C360D4">
        <w:trPr>
          <w:tblCellSpacing w:w="15" w:type="dxa"/>
          <w:jc w:val="center"/>
        </w:trPr>
        <w:tc>
          <w:tcPr>
            <w:tcW w:w="2362" w:type="pct"/>
            <w:vAlign w:val="center"/>
            <w:hideMark/>
          </w:tcPr>
          <w:p w:rsidR="00843DF1" w:rsidRPr="00CA52B4" w:rsidRDefault="00843DF1" w:rsidP="00B10281">
            <w:pPr>
              <w:pStyle w:val="libPoem"/>
              <w:rPr>
                <w:rtl/>
                <w:lang w:bidi="fa-IR"/>
              </w:rPr>
            </w:pPr>
            <w:r w:rsidRPr="00CA52B4">
              <w:rPr>
                <w:rtl/>
                <w:lang w:bidi="fa-IR"/>
              </w:rPr>
              <w:t>دموع عيني ديمة تقطر</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تبكي على حجر ولا تفتر</w:t>
            </w:r>
            <w:r w:rsidRPr="00B10281">
              <w:rPr>
                <w:rStyle w:val="libPoemTiniCharChar"/>
                <w:rtl/>
              </w:rPr>
              <w:br/>
              <w:t> </w:t>
            </w:r>
          </w:p>
        </w:tc>
      </w:tr>
      <w:tr w:rsidR="00843DF1" w:rsidRPr="00CA52B4" w:rsidTr="00C360D4">
        <w:trPr>
          <w:tblCellSpacing w:w="15" w:type="dxa"/>
          <w:jc w:val="center"/>
        </w:trPr>
        <w:tc>
          <w:tcPr>
            <w:tcW w:w="2362" w:type="pct"/>
            <w:vAlign w:val="center"/>
            <w:hideMark/>
          </w:tcPr>
          <w:p w:rsidR="00843DF1" w:rsidRPr="00CA52B4" w:rsidRDefault="00843DF1" w:rsidP="00B10281">
            <w:pPr>
              <w:pStyle w:val="libPoem"/>
            </w:pPr>
            <w:r w:rsidRPr="00CA52B4">
              <w:rPr>
                <w:rtl/>
                <w:lang w:bidi="fa-IR"/>
              </w:rPr>
              <w:t>لو كانت القوس على أسرة</w:t>
            </w:r>
            <w:r w:rsidRPr="00B10281">
              <w:rPr>
                <w:rStyle w:val="libPoemTiniCharChar"/>
                <w:rtl/>
              </w:rPr>
              <w:br/>
              <w:t> </w:t>
            </w:r>
          </w:p>
        </w:tc>
        <w:tc>
          <w:tcPr>
            <w:tcW w:w="196" w:type="pct"/>
            <w:vAlign w:val="center"/>
            <w:hideMark/>
          </w:tcPr>
          <w:p w:rsidR="00843DF1" w:rsidRPr="00CA52B4" w:rsidRDefault="00843DF1" w:rsidP="00B10281">
            <w:pPr>
              <w:pStyle w:val="libPoem"/>
            </w:pPr>
            <w:r w:rsidRPr="00CA52B4">
              <w:rPr>
                <w:rtl/>
              </w:rPr>
              <w:t> </w:t>
            </w:r>
          </w:p>
        </w:tc>
        <w:tc>
          <w:tcPr>
            <w:tcW w:w="2361" w:type="pct"/>
            <w:vAlign w:val="center"/>
            <w:hideMark/>
          </w:tcPr>
          <w:p w:rsidR="00843DF1" w:rsidRPr="00CA52B4" w:rsidRDefault="00843DF1" w:rsidP="00B10281">
            <w:pPr>
              <w:pStyle w:val="libPoem"/>
            </w:pPr>
            <w:r w:rsidRPr="00CA52B4">
              <w:rPr>
                <w:rtl/>
                <w:lang w:bidi="fa-IR"/>
              </w:rPr>
              <w:t>ما حمل السيف له الأعور</w:t>
            </w:r>
            <w:r w:rsidRPr="00B10281">
              <w:rPr>
                <w:rStyle w:val="libPoemTiniCharChar"/>
                <w:rtl/>
              </w:rPr>
              <w:br/>
              <w:t> </w:t>
            </w:r>
          </w:p>
        </w:tc>
      </w:tr>
    </w:tbl>
    <w:p w:rsidR="00843DF1" w:rsidRPr="00CA52B4" w:rsidRDefault="00843DF1" w:rsidP="00B10281">
      <w:pPr>
        <w:pStyle w:val="libVar"/>
        <w:rPr>
          <w:rtl/>
          <w:lang w:bidi="fa-IR"/>
        </w:rPr>
      </w:pPr>
      <w:r w:rsidRPr="00CA52B4">
        <w:rPr>
          <w:rtl/>
          <w:lang w:bidi="fa-IR"/>
        </w:rPr>
        <w:t>أخبار شعراء الشيعة / 45. أعلام النساء 5 / 234. أعيان الشيعة 51 / 80. البداية والنهاية 8 / 54. الدر المنثور / 536. شاعرات العرب / 462. الطبقات الكبرى 6 / 220. الكامل في التأريخ 3 / 487.</w:t>
      </w:r>
    </w:p>
    <w:p w:rsidR="00843DF1" w:rsidRPr="00CA52B4" w:rsidRDefault="00843DF1" w:rsidP="00F445EC">
      <w:pPr>
        <w:pStyle w:val="Heading1Center"/>
        <w:rPr>
          <w:rtl/>
          <w:lang w:bidi="fa-IR"/>
        </w:rPr>
      </w:pPr>
      <w:r>
        <w:rPr>
          <w:rtl/>
          <w:lang w:bidi="fa-IR"/>
        </w:rPr>
        <w:br w:type="page"/>
      </w:r>
      <w:bookmarkStart w:id="26" w:name="_Toc75964364"/>
      <w:bookmarkStart w:id="27" w:name="_Toc76197527"/>
      <w:r w:rsidRPr="00CA52B4">
        <w:rPr>
          <w:rtl/>
          <w:lang w:bidi="fa-IR"/>
        </w:rPr>
        <w:lastRenderedPageBreak/>
        <w:t>الفهارس</w:t>
      </w:r>
      <w:bookmarkEnd w:id="26"/>
      <w:bookmarkEnd w:id="27"/>
    </w:p>
    <w:p w:rsidR="00843DF1" w:rsidRDefault="00843DF1" w:rsidP="00EB70B9">
      <w:pPr>
        <w:pStyle w:val="libBold1"/>
        <w:rPr>
          <w:rtl/>
        </w:rPr>
      </w:pPr>
      <w:r w:rsidRPr="00CA52B4">
        <w:rPr>
          <w:rtl/>
        </w:rPr>
        <w:t>1</w:t>
      </w:r>
      <w:r>
        <w:rPr>
          <w:rtl/>
        </w:rPr>
        <w:t xml:space="preserve"> ـ </w:t>
      </w:r>
      <w:r w:rsidRPr="00CA52B4">
        <w:rPr>
          <w:rtl/>
        </w:rPr>
        <w:t>فهرست المصادر</w:t>
      </w:r>
    </w:p>
    <w:p w:rsidR="00843DF1" w:rsidRPr="00CA52B4" w:rsidRDefault="00843DF1" w:rsidP="00EB70B9">
      <w:pPr>
        <w:pStyle w:val="libBold1"/>
        <w:rPr>
          <w:rtl/>
          <w:lang w:bidi="fa-IR"/>
        </w:rPr>
      </w:pPr>
      <w:r w:rsidRPr="00CA52B4">
        <w:rPr>
          <w:rtl/>
        </w:rPr>
        <w:t>2</w:t>
      </w:r>
      <w:r>
        <w:rPr>
          <w:rtl/>
        </w:rPr>
        <w:t xml:space="preserve"> ـ </w:t>
      </w:r>
      <w:r w:rsidRPr="00CA52B4">
        <w:rPr>
          <w:rtl/>
        </w:rPr>
        <w:t>فهرست التراجم</w:t>
      </w:r>
    </w:p>
    <w:p w:rsidR="00843DF1" w:rsidRPr="00CA52B4" w:rsidRDefault="00843DF1" w:rsidP="00F445EC">
      <w:pPr>
        <w:pStyle w:val="Heading1Center"/>
        <w:rPr>
          <w:rtl/>
          <w:lang w:bidi="fa-IR"/>
        </w:rPr>
      </w:pPr>
      <w:r>
        <w:rPr>
          <w:rtl/>
          <w:lang w:bidi="fa-IR"/>
        </w:rPr>
        <w:br w:type="page"/>
      </w:r>
      <w:r>
        <w:rPr>
          <w:rtl/>
          <w:lang w:bidi="fa-IR"/>
        </w:rPr>
        <w:lastRenderedPageBreak/>
        <w:br w:type="page"/>
      </w:r>
      <w:bookmarkStart w:id="28" w:name="_Toc75964365"/>
      <w:bookmarkStart w:id="29" w:name="_Toc76197528"/>
      <w:r w:rsidRPr="00CA52B4">
        <w:rPr>
          <w:rtl/>
          <w:lang w:bidi="fa-IR"/>
        </w:rPr>
        <w:lastRenderedPageBreak/>
        <w:t>مصادر البحث والتأليف</w:t>
      </w:r>
      <w:bookmarkEnd w:id="28"/>
      <w:bookmarkEnd w:id="29"/>
    </w:p>
    <w:tbl>
      <w:tblPr>
        <w:bidiVisual/>
        <w:tblW w:w="0" w:type="auto"/>
        <w:tblLook w:val="04A0" w:firstRow="1" w:lastRow="0" w:firstColumn="1" w:lastColumn="0" w:noHBand="0" w:noVBand="1"/>
      </w:tblPr>
      <w:tblGrid>
        <w:gridCol w:w="3651"/>
        <w:gridCol w:w="3936"/>
      </w:tblGrid>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إتقان المقال في أحوال الرجال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الشيخ محمد طه نجف</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أخبار اصفهان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أحمد بن عبد الله الاصفهاني 1 </w:t>
            </w:r>
            <w:r>
              <w:rPr>
                <w:rtl/>
                <w:lang w:bidi="fa-IR"/>
              </w:rPr>
              <w:t>ـ</w:t>
            </w:r>
            <w:r w:rsidRPr="000027AA">
              <w:rPr>
                <w:rtl/>
                <w:lang w:bidi="fa-IR"/>
              </w:rPr>
              <w:t xml:space="preserve"> 2</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أخبار شعراء الشيعة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محمد بن عمران المرزباني الخراساني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الأخبار الطوال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أحمد بن داود الدينوري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الاستيعاب في معرفة الأصحاب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يوسف بن عبد الله بن عبد البر الأندلسي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أسد الغابة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عز الدين عليّ بن الأثير الجزري 1 </w:t>
            </w:r>
            <w:r>
              <w:rPr>
                <w:rtl/>
                <w:lang w:bidi="fa-IR"/>
              </w:rPr>
              <w:t>ـ</w:t>
            </w:r>
            <w:r w:rsidRPr="000027AA">
              <w:rPr>
                <w:rtl/>
                <w:lang w:bidi="fa-IR"/>
              </w:rPr>
              <w:t xml:space="preserve"> 6</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الاشتقاق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محمد بن الحسن بن دريد الأزدي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الإصابة في معرفة الصحابة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أحمد بن علي بن حجر العسقلاني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أصول الكافي ، وفروعه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أبو جعفر محمد بن يعقوب الكليني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الأعلام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خير الدين الزركلي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أعلام النساء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عمر رضا كحاله 1</w:t>
            </w:r>
            <w:r>
              <w:rPr>
                <w:rtl/>
                <w:lang w:bidi="fa-IR"/>
              </w:rPr>
              <w:t xml:space="preserve"> ـ </w:t>
            </w:r>
            <w:r w:rsidRPr="000027AA">
              <w:rPr>
                <w:rtl/>
                <w:lang w:bidi="fa-IR"/>
              </w:rPr>
              <w:t>5</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أعلام نهج البلاغة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الشيخ محمد هادي الأميني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أعيان الشيعة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السيد محسن الأمين العاملي ط كبير</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الأمالي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محمد بن العباس بن محمد اليزيدي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الإمامة والسياسة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عبد الله بن مسلم بن قتيبة 1</w:t>
            </w:r>
            <w:r>
              <w:rPr>
                <w:rtl/>
                <w:lang w:bidi="fa-IR"/>
              </w:rPr>
              <w:t xml:space="preserve"> ـ </w:t>
            </w:r>
            <w:r w:rsidRPr="000027AA">
              <w:rPr>
                <w:rtl/>
                <w:lang w:bidi="fa-IR"/>
              </w:rPr>
              <w:t>2</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الأنساب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أبو سعد عبد الكريم السمعاني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أنساب الأشراف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أحمد بن يحيى بن جابر البلاذري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البداية والنهاية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إسماعيل بن عمر بن كثير الدمشقي الشافعي 1</w:t>
            </w:r>
            <w:r>
              <w:rPr>
                <w:rtl/>
                <w:lang w:bidi="fa-IR"/>
              </w:rPr>
              <w:t xml:space="preserve"> ـ </w:t>
            </w:r>
            <w:r w:rsidRPr="000027AA">
              <w:rPr>
                <w:rtl/>
                <w:lang w:bidi="fa-IR"/>
              </w:rPr>
              <w:t xml:space="preserve">14 بغية الوعاة </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بلاغات النساء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أحمد بن طاهر بن طيفور</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بهجة الآمال </w:t>
            </w:r>
          </w:p>
        </w:tc>
        <w:tc>
          <w:tcPr>
            <w:tcW w:w="3936" w:type="dxa"/>
            <w:shd w:val="clear" w:color="auto" w:fill="auto"/>
          </w:tcPr>
          <w:p w:rsidR="00843DF1" w:rsidRPr="000027AA" w:rsidRDefault="00843DF1" w:rsidP="00B10281">
            <w:pPr>
              <w:pStyle w:val="libVar0"/>
              <w:rPr>
                <w:rtl/>
                <w:lang w:bidi="fa-IR"/>
              </w:rPr>
            </w:pPr>
            <w:r w:rsidRPr="000027AA">
              <w:rPr>
                <w:rtl/>
                <w:lang w:bidi="fa-IR"/>
              </w:rPr>
              <w:t xml:space="preserve"> المولى علي بن عبد الله العلياري القراجه داغي</w:t>
            </w:r>
          </w:p>
        </w:tc>
      </w:tr>
      <w:tr w:rsidR="00843DF1" w:rsidTr="00C360D4">
        <w:tc>
          <w:tcPr>
            <w:tcW w:w="3651" w:type="dxa"/>
            <w:shd w:val="clear" w:color="auto" w:fill="auto"/>
          </w:tcPr>
          <w:p w:rsidR="00843DF1" w:rsidRPr="000027AA" w:rsidRDefault="00843DF1" w:rsidP="00B10281">
            <w:pPr>
              <w:pStyle w:val="libVar0"/>
              <w:rPr>
                <w:rtl/>
                <w:lang w:bidi="fa-IR"/>
              </w:rPr>
            </w:pPr>
            <w:r w:rsidRPr="000027AA">
              <w:rPr>
                <w:rtl/>
                <w:lang w:bidi="fa-IR"/>
              </w:rPr>
              <w:t xml:space="preserve">تاريخ جرجان </w:t>
            </w:r>
          </w:p>
        </w:tc>
        <w:tc>
          <w:tcPr>
            <w:tcW w:w="3936" w:type="dxa"/>
            <w:shd w:val="clear" w:color="auto" w:fill="auto"/>
          </w:tcPr>
          <w:p w:rsidR="00843DF1" w:rsidRDefault="00843DF1" w:rsidP="00B10281">
            <w:pPr>
              <w:pStyle w:val="libVar0"/>
            </w:pPr>
            <w:r w:rsidRPr="000027AA">
              <w:rPr>
                <w:rtl/>
                <w:lang w:bidi="fa-IR"/>
              </w:rPr>
              <w:t xml:space="preserve"> حمزة بن يوسف بن إبراهيم السهمي</w:t>
            </w:r>
          </w:p>
        </w:tc>
      </w:tr>
    </w:tbl>
    <w:p w:rsidR="00843DF1" w:rsidRDefault="00843DF1" w:rsidP="00347E77">
      <w:pPr>
        <w:pStyle w:val="libNormal"/>
      </w:pPr>
      <w:r>
        <w:br w:type="page"/>
      </w:r>
    </w:p>
    <w:tbl>
      <w:tblPr>
        <w:bidiVisual/>
        <w:tblW w:w="0" w:type="auto"/>
        <w:tblLook w:val="04A0" w:firstRow="1" w:lastRow="0" w:firstColumn="1" w:lastColumn="0" w:noHBand="0" w:noVBand="1"/>
      </w:tblPr>
      <w:tblGrid>
        <w:gridCol w:w="3651"/>
        <w:gridCol w:w="3936"/>
      </w:tblGrid>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lastRenderedPageBreak/>
              <w:t xml:space="preserve">تأسيس الشيعة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السيد حسن بن السيد هادي الصدر</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تأريخ الأمم والملوك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ابن جرير الطبري 1</w:t>
            </w:r>
            <w:r>
              <w:rPr>
                <w:rtl/>
                <w:lang w:bidi="fa-IR"/>
              </w:rPr>
              <w:t xml:space="preserve"> ـ </w:t>
            </w:r>
            <w:r w:rsidRPr="00A421BB">
              <w:rPr>
                <w:rtl/>
                <w:lang w:bidi="fa-IR"/>
              </w:rPr>
              <w:t>12</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تأريخ بغداد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أحمد بن علي بن ثابت البغدادي الخطيب 1</w:t>
            </w:r>
            <w:r>
              <w:rPr>
                <w:rtl/>
                <w:lang w:bidi="fa-IR"/>
              </w:rPr>
              <w:t xml:space="preserve"> ـ </w:t>
            </w:r>
            <w:r w:rsidRPr="00A421BB">
              <w:rPr>
                <w:rtl/>
                <w:lang w:bidi="fa-IR"/>
              </w:rPr>
              <w:t>12</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تأريخ الخلفاء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جلال الدين عبد الرحمن السيوطي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تأريخ الخميس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حسين بن محمد بن الحسن الدياربكري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تأنيب الخطيب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محمد بن زاهد بن الحسن الكوثري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تحفة الأحباب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الشيخ عباس بن محمد رضا القمي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تذكرة الحفاظ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شمس الدين الذهبي 1</w:t>
            </w:r>
            <w:r>
              <w:rPr>
                <w:rtl/>
                <w:lang w:bidi="fa-IR"/>
              </w:rPr>
              <w:t xml:space="preserve"> ـ </w:t>
            </w:r>
            <w:r w:rsidRPr="00A421BB">
              <w:rPr>
                <w:rtl/>
                <w:lang w:bidi="fa-IR"/>
              </w:rPr>
              <w:t>4</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تذكرة الخواص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سبط ابن الجوزي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تعجيل المنفعة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أحمد بن علي بن حجر العسقلاني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تقريب التهذيب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ابن حجر العسقلاني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تنقيح المقال في أحوال الرجال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المولى عبد الله بن الشيخ حسن المامقاني 1</w:t>
            </w:r>
            <w:r>
              <w:rPr>
                <w:rtl/>
                <w:lang w:bidi="fa-IR"/>
              </w:rPr>
              <w:t xml:space="preserve"> ـ </w:t>
            </w:r>
            <w:r w:rsidRPr="00A421BB">
              <w:rPr>
                <w:rtl/>
                <w:lang w:bidi="fa-IR"/>
              </w:rPr>
              <w:t xml:space="preserve">3 تهذيب التهذيب </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تهذيب المقال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السيد محمد علي الأبطحي الموحد</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جامع الرواة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المولى محمد بن علي الأردبيلي 1</w:t>
            </w:r>
            <w:r>
              <w:rPr>
                <w:rtl/>
                <w:lang w:bidi="fa-IR"/>
              </w:rPr>
              <w:t xml:space="preserve"> ـ </w:t>
            </w:r>
            <w:r w:rsidRPr="00A421BB">
              <w:rPr>
                <w:rtl/>
                <w:lang w:bidi="fa-IR"/>
              </w:rPr>
              <w:t>2</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الجرح والتعديل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عبد الرحمن بن محمد بن إدريس الرازي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الجمل أو النصرة في حرب البصرة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الشيخ المفيد محمد بن محمد بن النعمان</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جمهرة أنساب العرب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علي بن أحمد بن حزم الأندلسي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حلية الأولياء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أبو نعيم أحمد بن عبد الله الاصفهاني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خزانة الأدب </w:t>
            </w:r>
          </w:p>
        </w:tc>
        <w:tc>
          <w:tcPr>
            <w:tcW w:w="3936" w:type="dxa"/>
            <w:shd w:val="clear" w:color="auto" w:fill="auto"/>
          </w:tcPr>
          <w:p w:rsidR="00843DF1" w:rsidRPr="00A421BB" w:rsidRDefault="00843DF1" w:rsidP="00B10281">
            <w:pPr>
              <w:pStyle w:val="libVar0"/>
              <w:rPr>
                <w:rtl/>
                <w:lang w:bidi="fa-IR"/>
              </w:rPr>
            </w:pPr>
            <w:r w:rsidRPr="00A421BB">
              <w:rPr>
                <w:rtl/>
                <w:lang w:bidi="fa-IR"/>
              </w:rPr>
              <w:t>عبد القادر بن عمر البغدادي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خلاصة الأقوال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العلامة الحلي </w:t>
            </w:r>
            <w:r>
              <w:rPr>
                <w:rtl/>
                <w:lang w:bidi="fa-IR"/>
              </w:rPr>
              <w:t>(</w:t>
            </w:r>
            <w:r w:rsidRPr="00A421BB">
              <w:rPr>
                <w:rtl/>
                <w:lang w:bidi="fa-IR"/>
              </w:rPr>
              <w:t>الرجال</w:t>
            </w:r>
            <w:r>
              <w:rPr>
                <w:rtl/>
                <w:lang w:bidi="fa-IR"/>
              </w:rPr>
              <w:t>)</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الدرجات الرفيعة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السيد علي خان المدني الشيرازي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الدرّ المنثور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زينب بنت يوسف الفواز</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رجال البرقي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أبو عبد الله محمد بن خالد بن عبد الرحمن</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رجال ابن داود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تقي الدين الحسن بن علي بن داود الحلي</w:t>
            </w:r>
          </w:p>
        </w:tc>
      </w:tr>
      <w:tr w:rsidR="00843DF1" w:rsidTr="00C360D4">
        <w:tc>
          <w:tcPr>
            <w:tcW w:w="3651" w:type="dxa"/>
            <w:shd w:val="clear" w:color="auto" w:fill="auto"/>
          </w:tcPr>
          <w:p w:rsidR="00843DF1" w:rsidRPr="00A421BB" w:rsidRDefault="00843DF1" w:rsidP="00B10281">
            <w:pPr>
              <w:pStyle w:val="libVar0"/>
              <w:rPr>
                <w:rtl/>
                <w:lang w:bidi="fa-IR"/>
              </w:rPr>
            </w:pPr>
            <w:r w:rsidRPr="00A421BB">
              <w:rPr>
                <w:rtl/>
                <w:lang w:bidi="fa-IR"/>
              </w:rPr>
              <w:t xml:space="preserve">رجال الشيخ الطوسي </w:t>
            </w:r>
          </w:p>
        </w:tc>
        <w:tc>
          <w:tcPr>
            <w:tcW w:w="3936" w:type="dxa"/>
            <w:shd w:val="clear" w:color="auto" w:fill="auto"/>
          </w:tcPr>
          <w:p w:rsidR="00843DF1" w:rsidRPr="00A421BB" w:rsidRDefault="00843DF1" w:rsidP="00B10281">
            <w:pPr>
              <w:pStyle w:val="libVar0"/>
              <w:rPr>
                <w:rtl/>
                <w:lang w:bidi="fa-IR"/>
              </w:rPr>
            </w:pPr>
            <w:r w:rsidRPr="00A421BB">
              <w:rPr>
                <w:rtl/>
                <w:lang w:bidi="fa-IR"/>
              </w:rPr>
              <w:t xml:space="preserve"> شيخ الطائفة محمد بن الحسن الطوسي</w:t>
            </w:r>
          </w:p>
        </w:tc>
      </w:tr>
    </w:tbl>
    <w:p w:rsidR="00843DF1" w:rsidRDefault="00843DF1" w:rsidP="00347E77">
      <w:pPr>
        <w:pStyle w:val="libNormal"/>
      </w:pPr>
      <w:r>
        <w:br w:type="page"/>
      </w:r>
    </w:p>
    <w:tbl>
      <w:tblPr>
        <w:bidiVisual/>
        <w:tblW w:w="0" w:type="auto"/>
        <w:tblLook w:val="04A0" w:firstRow="1" w:lastRow="0" w:firstColumn="1" w:lastColumn="0" w:noHBand="0" w:noVBand="1"/>
      </w:tblPr>
      <w:tblGrid>
        <w:gridCol w:w="3651"/>
        <w:gridCol w:w="3936"/>
      </w:tblGrid>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lastRenderedPageBreak/>
              <w:t xml:space="preserve">رجال الكشي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محمد بن عمر بن عبد العزيز الكشي</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رجال النجاشي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أحمد بن علي بن أحمد النجاشي</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سفينة البحار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الشيخ عباس القمي 1</w:t>
            </w:r>
            <w:r>
              <w:rPr>
                <w:rtl/>
                <w:lang w:bidi="fa-IR"/>
              </w:rPr>
              <w:t xml:space="preserve"> ـ </w:t>
            </w:r>
            <w:r w:rsidRPr="00BA532F">
              <w:rPr>
                <w:rtl/>
                <w:lang w:bidi="fa-IR"/>
              </w:rPr>
              <w:t>2</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شاعرات العرب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عبد البديع صقر</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شذرات الذهب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عبد الحي بن العماد الحنبلي 1</w:t>
            </w:r>
            <w:r>
              <w:rPr>
                <w:rtl/>
                <w:lang w:bidi="fa-IR"/>
              </w:rPr>
              <w:t xml:space="preserve"> ـ </w:t>
            </w:r>
            <w:r w:rsidRPr="00BA532F">
              <w:rPr>
                <w:rtl/>
                <w:lang w:bidi="fa-IR"/>
              </w:rPr>
              <w:t>8</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شرح نهج البلاغة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ابن أبي الحديد عبد الحميد المدائني المعتزلي 1</w:t>
            </w:r>
            <w:r>
              <w:rPr>
                <w:rtl/>
                <w:lang w:bidi="fa-IR"/>
              </w:rPr>
              <w:t xml:space="preserve"> ـ </w:t>
            </w:r>
            <w:r w:rsidRPr="00BA532F">
              <w:rPr>
                <w:rtl/>
                <w:lang w:bidi="fa-IR"/>
              </w:rPr>
              <w:t xml:space="preserve">20 الشعر والشعراء </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طبقات الحفاظ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جلال الدين السيوطي</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طبقات الشعراء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ابن المعتز عبد الله</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طبقات الشعراء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محمد بن سلام الجمحي</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الطبقات الكبرى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محمد بن سعد الزهري البصري 1</w:t>
            </w:r>
            <w:r>
              <w:rPr>
                <w:rtl/>
                <w:lang w:bidi="fa-IR"/>
              </w:rPr>
              <w:t xml:space="preserve"> ـ </w:t>
            </w:r>
            <w:r w:rsidRPr="00BA532F">
              <w:rPr>
                <w:rtl/>
                <w:lang w:bidi="fa-IR"/>
              </w:rPr>
              <w:t>8</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طبقات المفسرين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محمد بن علي الداودي المالكي</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العبر في خبر من غبر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شمس الدين الذهبي 1</w:t>
            </w:r>
            <w:r>
              <w:rPr>
                <w:rtl/>
                <w:lang w:bidi="fa-IR"/>
              </w:rPr>
              <w:t xml:space="preserve"> ـ </w:t>
            </w:r>
            <w:r w:rsidRPr="00BA532F">
              <w:rPr>
                <w:rtl/>
                <w:lang w:bidi="fa-IR"/>
              </w:rPr>
              <w:t>5</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العقد الفريد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أحمد بن محمد بن عبد ربه القرطبي</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عمدة الطالب في أنساب</w:t>
            </w:r>
          </w:p>
        </w:tc>
        <w:tc>
          <w:tcPr>
            <w:tcW w:w="3936" w:type="dxa"/>
            <w:shd w:val="clear" w:color="auto" w:fill="auto"/>
          </w:tcPr>
          <w:p w:rsidR="00843DF1" w:rsidRPr="00BA532F" w:rsidRDefault="00843DF1" w:rsidP="00C360D4">
            <w:pPr>
              <w:rPr>
                <w:rtl/>
                <w:lang w:bidi="fa-IR"/>
              </w:rPr>
            </w:pP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أبي طالب </w:t>
            </w:r>
          </w:p>
        </w:tc>
        <w:tc>
          <w:tcPr>
            <w:tcW w:w="3936" w:type="dxa"/>
            <w:shd w:val="clear" w:color="auto" w:fill="auto"/>
          </w:tcPr>
          <w:p w:rsidR="00843DF1" w:rsidRPr="00BA532F" w:rsidRDefault="00843DF1" w:rsidP="00B10281">
            <w:pPr>
              <w:pStyle w:val="libVar0"/>
              <w:rPr>
                <w:rtl/>
                <w:lang w:bidi="fa-IR"/>
              </w:rPr>
            </w:pPr>
            <w:r w:rsidRPr="00BA532F">
              <w:rPr>
                <w:rtl/>
                <w:lang w:bidi="fa-IR"/>
              </w:rPr>
              <w:t>جمال الدين أحمد بن علي الحسنى</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الغارات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أبو إسحاق إبراهيم بن محمد الثقفي الكوفي 1</w:t>
            </w:r>
            <w:r>
              <w:rPr>
                <w:rtl/>
                <w:lang w:bidi="fa-IR"/>
              </w:rPr>
              <w:t xml:space="preserve"> ـ </w:t>
            </w:r>
            <w:r w:rsidRPr="00BA532F">
              <w:rPr>
                <w:rtl/>
                <w:lang w:bidi="fa-IR"/>
              </w:rPr>
              <w:t>2</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الغدير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الشيخ عبد الحسين أحمد الأميني 1</w:t>
            </w:r>
            <w:r>
              <w:rPr>
                <w:rtl/>
                <w:lang w:bidi="fa-IR"/>
              </w:rPr>
              <w:t xml:space="preserve"> ـ </w:t>
            </w:r>
            <w:r w:rsidRPr="00BA532F">
              <w:rPr>
                <w:rtl/>
                <w:lang w:bidi="fa-IR"/>
              </w:rPr>
              <w:t>11</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الفوائد الرجالية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السيد محمد مهدي بحر العلوم 1</w:t>
            </w:r>
            <w:r>
              <w:rPr>
                <w:rtl/>
                <w:lang w:bidi="fa-IR"/>
              </w:rPr>
              <w:t xml:space="preserve"> ـ </w:t>
            </w:r>
            <w:r w:rsidRPr="00BA532F">
              <w:rPr>
                <w:rtl/>
                <w:lang w:bidi="fa-IR"/>
              </w:rPr>
              <w:t>3</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الفهرست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الشيخ الطائفة الطوسي</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الفهرست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محمد بن إسحاق النديم</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قاموس الرجال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الشيخ محمد تقي التستري</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القاموس المحيط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الفيروزآبادي مجد الدين محمد بن يعقوب</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الكامل في التأريخ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علي بن أبي الكرم بن الأثير الجزري</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الكنى والألقاب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الشيخ عباس القمي 1</w:t>
            </w:r>
            <w:r>
              <w:rPr>
                <w:rtl/>
                <w:lang w:bidi="fa-IR"/>
              </w:rPr>
              <w:t xml:space="preserve"> ـ </w:t>
            </w:r>
            <w:r w:rsidRPr="00BA532F">
              <w:rPr>
                <w:rtl/>
                <w:lang w:bidi="fa-IR"/>
              </w:rPr>
              <w:t>3</w:t>
            </w:r>
          </w:p>
        </w:tc>
      </w:tr>
      <w:tr w:rsidR="00843DF1" w:rsidTr="00C360D4">
        <w:tc>
          <w:tcPr>
            <w:tcW w:w="3651" w:type="dxa"/>
            <w:shd w:val="clear" w:color="auto" w:fill="auto"/>
          </w:tcPr>
          <w:p w:rsidR="00843DF1" w:rsidRPr="00BA532F" w:rsidRDefault="00843DF1" w:rsidP="00B10281">
            <w:pPr>
              <w:pStyle w:val="libVar0"/>
              <w:rPr>
                <w:rtl/>
                <w:lang w:bidi="fa-IR"/>
              </w:rPr>
            </w:pPr>
            <w:r w:rsidRPr="00BA532F">
              <w:rPr>
                <w:rtl/>
                <w:lang w:bidi="fa-IR"/>
              </w:rPr>
              <w:t xml:space="preserve">اللباب في تهذيب الأنساب </w:t>
            </w:r>
          </w:p>
        </w:tc>
        <w:tc>
          <w:tcPr>
            <w:tcW w:w="3936" w:type="dxa"/>
            <w:shd w:val="clear" w:color="auto" w:fill="auto"/>
          </w:tcPr>
          <w:p w:rsidR="00843DF1" w:rsidRPr="00BA532F" w:rsidRDefault="00843DF1" w:rsidP="00B10281">
            <w:pPr>
              <w:pStyle w:val="libVar0"/>
              <w:rPr>
                <w:rtl/>
                <w:lang w:bidi="fa-IR"/>
              </w:rPr>
            </w:pPr>
            <w:r w:rsidRPr="00BA532F">
              <w:rPr>
                <w:rtl/>
                <w:lang w:bidi="fa-IR"/>
              </w:rPr>
              <w:t xml:space="preserve"> عز الدين بن الأثير الجزري 1</w:t>
            </w:r>
            <w:r>
              <w:rPr>
                <w:rtl/>
                <w:lang w:bidi="fa-IR"/>
              </w:rPr>
              <w:t xml:space="preserve"> ـ </w:t>
            </w:r>
            <w:r w:rsidRPr="00BA532F">
              <w:rPr>
                <w:rtl/>
                <w:lang w:bidi="fa-IR"/>
              </w:rPr>
              <w:t>3</w:t>
            </w:r>
          </w:p>
        </w:tc>
      </w:tr>
    </w:tbl>
    <w:p w:rsidR="00843DF1" w:rsidRDefault="00843DF1" w:rsidP="00347E77">
      <w:pPr>
        <w:pStyle w:val="libNormal"/>
      </w:pPr>
      <w:r>
        <w:br w:type="page"/>
      </w:r>
    </w:p>
    <w:tbl>
      <w:tblPr>
        <w:bidiVisual/>
        <w:tblW w:w="0" w:type="auto"/>
        <w:tblLook w:val="04A0" w:firstRow="1" w:lastRow="0" w:firstColumn="1" w:lastColumn="0" w:noHBand="0" w:noVBand="1"/>
      </w:tblPr>
      <w:tblGrid>
        <w:gridCol w:w="3651"/>
        <w:gridCol w:w="3936"/>
      </w:tblGrid>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lastRenderedPageBreak/>
              <w:t xml:space="preserve">لسان الميزان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ابن حجر العسقلاني 1</w:t>
            </w:r>
            <w:r>
              <w:rPr>
                <w:rtl/>
                <w:lang w:bidi="fa-IR"/>
              </w:rPr>
              <w:t xml:space="preserve"> ـ </w:t>
            </w:r>
            <w:r w:rsidRPr="00A43241">
              <w:rPr>
                <w:rtl/>
                <w:lang w:bidi="fa-IR"/>
              </w:rPr>
              <w:t>6</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مجالس المؤمنين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القاضي نور الله التستري 1</w:t>
            </w:r>
            <w:r>
              <w:rPr>
                <w:rtl/>
                <w:lang w:bidi="fa-IR"/>
              </w:rPr>
              <w:t xml:space="preserve"> ـ </w:t>
            </w:r>
            <w:r w:rsidRPr="00A43241">
              <w:rPr>
                <w:rtl/>
                <w:lang w:bidi="fa-IR"/>
              </w:rPr>
              <w:t>2</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المجروحون من المحدثين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ابن أبي حاتم الرازي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مجمع الرجال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المولى عناية الله بن علي القهبائي 1</w:t>
            </w:r>
            <w:r>
              <w:rPr>
                <w:rtl/>
                <w:lang w:bidi="fa-IR"/>
              </w:rPr>
              <w:t xml:space="preserve"> ـ </w:t>
            </w:r>
            <w:r w:rsidRPr="00A43241">
              <w:rPr>
                <w:rtl/>
                <w:lang w:bidi="fa-IR"/>
              </w:rPr>
              <w:t>7</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المحاسن والمساوئ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البيهقي أحمد بن الحسين</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المراسيل في الحديث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عبد الرحمن بن محمد بن أبي حاتم</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مرآة الجنان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عبد الله بن أسعد اليافعي اليماني 1</w:t>
            </w:r>
            <w:r>
              <w:rPr>
                <w:rtl/>
                <w:lang w:bidi="fa-IR"/>
              </w:rPr>
              <w:t xml:space="preserve"> ـ </w:t>
            </w:r>
            <w:r w:rsidRPr="00A43241">
              <w:rPr>
                <w:rtl/>
                <w:lang w:bidi="fa-IR"/>
              </w:rPr>
              <w:t>4</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مروج الذهب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علي بن الحسين بن علي السعودي 1</w:t>
            </w:r>
            <w:r>
              <w:rPr>
                <w:rtl/>
                <w:lang w:bidi="fa-IR"/>
              </w:rPr>
              <w:t xml:space="preserve"> ـ </w:t>
            </w:r>
            <w:r w:rsidRPr="00A43241">
              <w:rPr>
                <w:rtl/>
                <w:lang w:bidi="fa-IR"/>
              </w:rPr>
              <w:t>4</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المشتبه في الرجال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محمد بن أحمد بن عثمان الذهبي 1</w:t>
            </w:r>
            <w:r>
              <w:rPr>
                <w:rtl/>
                <w:lang w:bidi="fa-IR"/>
              </w:rPr>
              <w:t xml:space="preserve"> ـ </w:t>
            </w:r>
            <w:r w:rsidRPr="00A43241">
              <w:rPr>
                <w:rtl/>
                <w:lang w:bidi="fa-IR"/>
              </w:rPr>
              <w:t>2</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المعارف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ابن قتيبة الدينوري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معجم البلدان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الياقوت الحموي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معجم الثقات وترتيب الطبقات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الشيخ أبو طالب التجليل التبريزي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معجم رجال الحديث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السيد أبو القاسم الخوئي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معجم الشعراء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محمد بن عمران المرزباني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مقاتل الطالبيين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أبو الفرج الأصفهاني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المناقب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ابن شهر اشوب المازندراني الحلبي البغدادي 1</w:t>
            </w:r>
            <w:r>
              <w:rPr>
                <w:rtl/>
                <w:lang w:bidi="fa-IR"/>
              </w:rPr>
              <w:t xml:space="preserve"> ـ </w:t>
            </w:r>
            <w:r w:rsidRPr="00A43241">
              <w:rPr>
                <w:rtl/>
                <w:lang w:bidi="fa-IR"/>
              </w:rPr>
              <w:t xml:space="preserve">4 </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منتهى المقال في الرجال</w:t>
            </w:r>
          </w:p>
        </w:tc>
        <w:tc>
          <w:tcPr>
            <w:tcW w:w="3936" w:type="dxa"/>
            <w:shd w:val="clear" w:color="auto" w:fill="auto"/>
          </w:tcPr>
          <w:p w:rsidR="00843DF1" w:rsidRPr="00A43241" w:rsidRDefault="00843DF1" w:rsidP="00B10281">
            <w:pPr>
              <w:pStyle w:val="libVar0"/>
              <w:rPr>
                <w:rtl/>
              </w:rPr>
            </w:pPr>
            <w:r>
              <w:rPr>
                <w:rFonts w:hint="cs"/>
                <w:rtl/>
              </w:rPr>
              <w:t>محمد بن إسماعيل بن عبدالجبار الحائري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ميزان الاعتدال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شمس الدين. الذهبي محمد بن أحمد 1</w:t>
            </w:r>
            <w:r>
              <w:rPr>
                <w:rtl/>
                <w:lang w:bidi="fa-IR"/>
              </w:rPr>
              <w:t xml:space="preserve"> ـ </w:t>
            </w:r>
            <w:r w:rsidRPr="00A43241">
              <w:rPr>
                <w:rtl/>
                <w:lang w:bidi="fa-IR"/>
              </w:rPr>
              <w:t>4</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النجوم الزاهرة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يوسف بن تغري بردي الظاهري القاهري 1</w:t>
            </w:r>
            <w:r>
              <w:rPr>
                <w:rtl/>
                <w:lang w:bidi="fa-IR"/>
              </w:rPr>
              <w:t xml:space="preserve"> ـ </w:t>
            </w:r>
            <w:r w:rsidRPr="00A43241">
              <w:rPr>
                <w:rtl/>
                <w:lang w:bidi="fa-IR"/>
              </w:rPr>
              <w:t>12</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نقد الرجال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السيد مصطفى بن السيد حسين التفريشي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نكت الهميان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خليل بن ابيك الصفدي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نوابغ الرواة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الشيخ آغا بزرگ الطهراني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النهاية في غريب الحديث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عز الدين بن الأثير الجزري</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وفيات الأعيان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شمس الدين ابن خلكان</w:t>
            </w:r>
          </w:p>
        </w:tc>
      </w:tr>
      <w:tr w:rsidR="00843DF1" w:rsidTr="00C360D4">
        <w:tc>
          <w:tcPr>
            <w:tcW w:w="3651" w:type="dxa"/>
            <w:shd w:val="clear" w:color="auto" w:fill="auto"/>
          </w:tcPr>
          <w:p w:rsidR="00843DF1" w:rsidRPr="00A43241" w:rsidRDefault="00843DF1" w:rsidP="00B10281">
            <w:pPr>
              <w:pStyle w:val="libVar0"/>
              <w:rPr>
                <w:rtl/>
                <w:lang w:bidi="fa-IR"/>
              </w:rPr>
            </w:pPr>
            <w:r w:rsidRPr="00A43241">
              <w:rPr>
                <w:rtl/>
                <w:lang w:bidi="fa-IR"/>
              </w:rPr>
              <w:t xml:space="preserve">وقعة صفّين </w:t>
            </w:r>
          </w:p>
        </w:tc>
        <w:tc>
          <w:tcPr>
            <w:tcW w:w="3936" w:type="dxa"/>
            <w:shd w:val="clear" w:color="auto" w:fill="auto"/>
          </w:tcPr>
          <w:p w:rsidR="00843DF1" w:rsidRPr="00A43241" w:rsidRDefault="00843DF1" w:rsidP="00B10281">
            <w:pPr>
              <w:pStyle w:val="libVar0"/>
              <w:rPr>
                <w:rtl/>
                <w:lang w:bidi="fa-IR"/>
              </w:rPr>
            </w:pPr>
            <w:r w:rsidRPr="00A43241">
              <w:rPr>
                <w:rtl/>
                <w:lang w:bidi="fa-IR"/>
              </w:rPr>
              <w:t xml:space="preserve"> نصر بن مزاحم المنقري</w:t>
            </w:r>
          </w:p>
        </w:tc>
      </w:tr>
      <w:tr w:rsidR="00843DF1" w:rsidTr="00C360D4">
        <w:tc>
          <w:tcPr>
            <w:tcW w:w="3651" w:type="dxa"/>
            <w:shd w:val="clear" w:color="auto" w:fill="auto"/>
          </w:tcPr>
          <w:p w:rsidR="00843DF1" w:rsidRPr="00A43241" w:rsidRDefault="00843DF1" w:rsidP="00B10281">
            <w:pPr>
              <w:pStyle w:val="libVar0"/>
              <w:rPr>
                <w:lang w:bidi="fa-IR"/>
              </w:rPr>
            </w:pPr>
            <w:r w:rsidRPr="00A43241">
              <w:rPr>
                <w:rtl/>
                <w:lang w:bidi="fa-IR"/>
              </w:rPr>
              <w:t xml:space="preserve">هدى الساري </w:t>
            </w:r>
          </w:p>
        </w:tc>
        <w:tc>
          <w:tcPr>
            <w:tcW w:w="3936" w:type="dxa"/>
            <w:shd w:val="clear" w:color="auto" w:fill="auto"/>
          </w:tcPr>
          <w:p w:rsidR="00843DF1" w:rsidRDefault="00843DF1" w:rsidP="00B10281">
            <w:pPr>
              <w:pStyle w:val="libVar0"/>
            </w:pPr>
            <w:r w:rsidRPr="00A43241">
              <w:rPr>
                <w:rtl/>
                <w:lang w:bidi="fa-IR"/>
              </w:rPr>
              <w:t>الحافظ ابن حجر</w:t>
            </w:r>
            <w:r>
              <w:rPr>
                <w:rtl/>
                <w:lang w:bidi="fa-IR"/>
              </w:rPr>
              <w:t xml:space="preserve"> ـ </w:t>
            </w:r>
            <w:r w:rsidRPr="00A43241">
              <w:rPr>
                <w:rtl/>
                <w:lang w:bidi="fa-IR"/>
              </w:rPr>
              <w:t>مقدمة فتح الباري</w:t>
            </w:r>
          </w:p>
        </w:tc>
      </w:tr>
    </w:tbl>
    <w:p w:rsidR="00843DF1" w:rsidRDefault="00843DF1" w:rsidP="00F445EC">
      <w:pPr>
        <w:pStyle w:val="Heading1Center"/>
        <w:rPr>
          <w:lang w:bidi="fa-IR"/>
        </w:rPr>
      </w:pPr>
      <w:r>
        <w:rPr>
          <w:rtl/>
        </w:rPr>
        <w:br w:type="page"/>
      </w:r>
      <w:bookmarkStart w:id="30" w:name="_Toc75964366"/>
      <w:bookmarkStart w:id="31" w:name="_Toc76197529"/>
      <w:r w:rsidRPr="00CA52B4">
        <w:rPr>
          <w:rtl/>
          <w:lang w:bidi="fa-IR"/>
        </w:rPr>
        <w:lastRenderedPageBreak/>
        <w:t>فهرست التراجم</w:t>
      </w:r>
      <w:bookmarkEnd w:id="30"/>
      <w:bookmarkEnd w:id="31"/>
    </w:p>
    <w:p w:rsidR="00843DF1" w:rsidRDefault="00843DF1" w:rsidP="00AB3F16">
      <w:pPr>
        <w:pStyle w:val="libNormal"/>
        <w:rPr>
          <w:noProof/>
          <w:rtl/>
        </w:rPr>
      </w:pPr>
      <w:r w:rsidRPr="00CA52B4">
        <w:rPr>
          <w:noProof/>
          <w:rtl/>
        </w:rPr>
        <w:t>الاهداء</w:t>
      </w:r>
      <w:r>
        <w:rPr>
          <w:noProof/>
          <w:rtl/>
        </w:rPr>
        <w:tab/>
      </w:r>
      <w:r w:rsidRPr="00CA52B4">
        <w:rPr>
          <w:noProof/>
          <w:rtl/>
        </w:rPr>
        <w:t>6</w:t>
      </w:r>
    </w:p>
    <w:p w:rsidR="00843DF1" w:rsidRDefault="00843DF1" w:rsidP="00AB3F16">
      <w:pPr>
        <w:pStyle w:val="libNormal"/>
        <w:rPr>
          <w:noProof/>
          <w:rtl/>
        </w:rPr>
      </w:pPr>
      <w:r w:rsidRPr="00CA52B4">
        <w:rPr>
          <w:noProof/>
          <w:rtl/>
        </w:rPr>
        <w:t>تقديم</w:t>
      </w:r>
      <w:r>
        <w:rPr>
          <w:noProof/>
          <w:rtl/>
        </w:rPr>
        <w:tab/>
      </w:r>
      <w:r w:rsidRPr="00CA52B4">
        <w:rPr>
          <w:noProof/>
          <w:rtl/>
        </w:rPr>
        <w:t>7</w:t>
      </w:r>
    </w:p>
    <w:p w:rsidR="00843DF1" w:rsidRDefault="00843DF1" w:rsidP="00AB3F16">
      <w:pPr>
        <w:pStyle w:val="libNormal"/>
        <w:rPr>
          <w:noProof/>
          <w:rtl/>
        </w:rPr>
      </w:pPr>
      <w:r w:rsidRPr="00CA52B4">
        <w:rPr>
          <w:noProof/>
          <w:rtl/>
        </w:rPr>
        <w:t xml:space="preserve">مدرسة الإمام أمير المؤمنين </w:t>
      </w:r>
      <w:r>
        <w:rPr>
          <w:noProof/>
          <w:rtl/>
        </w:rPr>
        <w:t>(</w:t>
      </w:r>
      <w:r w:rsidRPr="00CA52B4">
        <w:rPr>
          <w:noProof/>
          <w:rtl/>
        </w:rPr>
        <w:t>عليه السلام</w:t>
      </w:r>
      <w:r>
        <w:rPr>
          <w:noProof/>
          <w:rtl/>
        </w:rPr>
        <w:t>)</w:t>
      </w:r>
      <w:r>
        <w:rPr>
          <w:noProof/>
          <w:rtl/>
        </w:rPr>
        <w:tab/>
      </w:r>
      <w:r w:rsidRPr="00CA52B4">
        <w:rPr>
          <w:noProof/>
          <w:rtl/>
        </w:rPr>
        <w:t>11</w:t>
      </w:r>
    </w:p>
    <w:p w:rsidR="00843DF1" w:rsidRDefault="00843DF1" w:rsidP="00AB3F16">
      <w:pPr>
        <w:pStyle w:val="libNormal"/>
        <w:rPr>
          <w:noProof/>
          <w:rtl/>
        </w:rPr>
      </w:pPr>
      <w:r w:rsidRPr="00CA52B4">
        <w:rPr>
          <w:noProof/>
          <w:rtl/>
        </w:rPr>
        <w:t>عدة أصحاب أمير المؤمنين ، والرواة عنه</w:t>
      </w:r>
      <w:r>
        <w:rPr>
          <w:noProof/>
          <w:rtl/>
        </w:rPr>
        <w:tab/>
      </w:r>
      <w:r w:rsidRPr="00CA52B4">
        <w:rPr>
          <w:noProof/>
          <w:rtl/>
        </w:rPr>
        <w:t>22</w:t>
      </w:r>
    </w:p>
    <w:p w:rsidR="00843DF1" w:rsidRPr="00CA52B4" w:rsidRDefault="00843DF1" w:rsidP="00AB3F16">
      <w:pPr>
        <w:pStyle w:val="libNormal"/>
        <w:rPr>
          <w:noProof/>
          <w:rtl/>
        </w:rPr>
      </w:pPr>
      <w:r w:rsidRPr="00CA52B4">
        <w:rPr>
          <w:noProof/>
          <w:rtl/>
        </w:rPr>
        <w:t xml:space="preserve">آراء رجال الحديث في رواة أمير المؤمنين </w:t>
      </w:r>
      <w:r>
        <w:rPr>
          <w:noProof/>
          <w:rtl/>
        </w:rPr>
        <w:t>(</w:t>
      </w:r>
      <w:r w:rsidRPr="00CA52B4">
        <w:rPr>
          <w:noProof/>
          <w:rtl/>
        </w:rPr>
        <w:t>عليه السلام</w:t>
      </w:r>
      <w:r>
        <w:rPr>
          <w:noProof/>
          <w:rtl/>
        </w:rPr>
        <w:t>)</w:t>
      </w:r>
      <w:r>
        <w:rPr>
          <w:noProof/>
          <w:rtl/>
        </w:rPr>
        <w:tab/>
      </w:r>
      <w:r w:rsidRPr="00CA52B4">
        <w:rPr>
          <w:noProof/>
          <w:rtl/>
        </w:rPr>
        <w:t>29</w:t>
      </w:r>
    </w:p>
    <w:p w:rsidR="00843DF1" w:rsidRDefault="00843DF1" w:rsidP="00AB3F16">
      <w:pPr>
        <w:pStyle w:val="libNormal"/>
        <w:rPr>
          <w:noProof/>
          <w:rtl/>
        </w:rPr>
      </w:pPr>
      <w:r w:rsidRPr="00CA52B4">
        <w:rPr>
          <w:noProof/>
          <w:rtl/>
        </w:rPr>
        <w:t>إبراهيم أبو رافع</w:t>
      </w:r>
      <w:r>
        <w:rPr>
          <w:noProof/>
          <w:rtl/>
        </w:rPr>
        <w:tab/>
      </w:r>
      <w:r w:rsidRPr="00CA52B4">
        <w:rPr>
          <w:noProof/>
          <w:rtl/>
        </w:rPr>
        <w:t>51</w:t>
      </w:r>
    </w:p>
    <w:p w:rsidR="00843DF1" w:rsidRDefault="00843DF1" w:rsidP="00AB3F16">
      <w:pPr>
        <w:pStyle w:val="libNormal"/>
        <w:rPr>
          <w:noProof/>
        </w:rPr>
      </w:pPr>
      <w:r w:rsidRPr="00CA52B4">
        <w:rPr>
          <w:noProof/>
          <w:rtl/>
        </w:rPr>
        <w:t>إبراهيم بن أبي جديد الأودي</w:t>
      </w:r>
    </w:p>
    <w:p w:rsidR="00843DF1" w:rsidRDefault="00843DF1" w:rsidP="00AB3F16">
      <w:pPr>
        <w:pStyle w:val="libNormal"/>
        <w:rPr>
          <w:noProof/>
          <w:rtl/>
        </w:rPr>
      </w:pPr>
      <w:r w:rsidRPr="00CA52B4">
        <w:rPr>
          <w:noProof/>
          <w:rtl/>
        </w:rPr>
        <w:t>إبراهيم بن سعد بن أبي وقاص</w:t>
      </w:r>
      <w:r>
        <w:rPr>
          <w:noProof/>
          <w:rtl/>
        </w:rPr>
        <w:tab/>
      </w:r>
      <w:r w:rsidRPr="00CA52B4">
        <w:rPr>
          <w:noProof/>
          <w:rtl/>
        </w:rPr>
        <w:t>52</w:t>
      </w:r>
    </w:p>
    <w:p w:rsidR="00843DF1" w:rsidRDefault="00843DF1" w:rsidP="00AB3F16">
      <w:pPr>
        <w:pStyle w:val="libNormal"/>
        <w:rPr>
          <w:noProof/>
        </w:rPr>
      </w:pPr>
      <w:r w:rsidRPr="00CA52B4">
        <w:rPr>
          <w:noProof/>
          <w:rtl/>
        </w:rPr>
        <w:t>إبراهيم بن عبد الرحمن</w:t>
      </w:r>
    </w:p>
    <w:p w:rsidR="00843DF1" w:rsidRDefault="00843DF1" w:rsidP="00AB3F16">
      <w:pPr>
        <w:pStyle w:val="libNormal"/>
        <w:rPr>
          <w:noProof/>
          <w:rtl/>
        </w:rPr>
      </w:pPr>
      <w:r>
        <w:rPr>
          <w:noProof/>
          <w:rtl/>
        </w:rPr>
        <w:t>إبراهيم بن عبد الله بن مليح</w:t>
      </w:r>
    </w:p>
    <w:p w:rsidR="00843DF1" w:rsidRDefault="00843DF1" w:rsidP="00AB3F16">
      <w:pPr>
        <w:pStyle w:val="libNormal"/>
        <w:rPr>
          <w:noProof/>
          <w:rtl/>
        </w:rPr>
      </w:pPr>
      <w:r w:rsidRPr="00CA52B4">
        <w:rPr>
          <w:noProof/>
          <w:rtl/>
        </w:rPr>
        <w:t>إبراهيم بن مالك بن الحارث</w:t>
      </w:r>
      <w:r>
        <w:rPr>
          <w:noProof/>
          <w:rtl/>
        </w:rPr>
        <w:tab/>
      </w:r>
      <w:r w:rsidRPr="00CA52B4">
        <w:rPr>
          <w:noProof/>
          <w:rtl/>
        </w:rPr>
        <w:t>53</w:t>
      </w:r>
    </w:p>
    <w:p w:rsidR="00843DF1" w:rsidRDefault="00843DF1" w:rsidP="00AB3F16">
      <w:pPr>
        <w:pStyle w:val="libNormal"/>
        <w:rPr>
          <w:noProof/>
        </w:rPr>
      </w:pPr>
      <w:r w:rsidRPr="00CA52B4">
        <w:rPr>
          <w:noProof/>
          <w:rtl/>
        </w:rPr>
        <w:t>إبراهيم بن يزيد بن الأسود</w:t>
      </w:r>
    </w:p>
    <w:p w:rsidR="00843DF1" w:rsidRDefault="00843DF1" w:rsidP="00AB3F16">
      <w:pPr>
        <w:pStyle w:val="libNormal"/>
        <w:rPr>
          <w:noProof/>
        </w:rPr>
      </w:pPr>
      <w:r w:rsidRPr="00CA52B4">
        <w:rPr>
          <w:noProof/>
          <w:rtl/>
        </w:rPr>
        <w:t>أبرد بن طهرة الطهوي</w:t>
      </w:r>
    </w:p>
    <w:p w:rsidR="00843DF1" w:rsidRDefault="00843DF1" w:rsidP="00AB3F16">
      <w:pPr>
        <w:pStyle w:val="libNormal"/>
        <w:rPr>
          <w:noProof/>
          <w:rtl/>
        </w:rPr>
      </w:pPr>
      <w:r w:rsidRPr="00CA52B4">
        <w:rPr>
          <w:noProof/>
          <w:rtl/>
        </w:rPr>
        <w:t>أبرهة بن زهير المذحجي</w:t>
      </w:r>
      <w:r>
        <w:rPr>
          <w:noProof/>
          <w:rtl/>
        </w:rPr>
        <w:tab/>
      </w:r>
      <w:r w:rsidRPr="00CA52B4">
        <w:rPr>
          <w:noProof/>
          <w:rtl/>
        </w:rPr>
        <w:t>54</w:t>
      </w:r>
    </w:p>
    <w:p w:rsidR="00843DF1" w:rsidRDefault="00843DF1" w:rsidP="00AB3F16">
      <w:pPr>
        <w:pStyle w:val="libNormal"/>
        <w:rPr>
          <w:noProof/>
        </w:rPr>
      </w:pPr>
      <w:r w:rsidRPr="00CA52B4">
        <w:rPr>
          <w:noProof/>
          <w:rtl/>
        </w:rPr>
        <w:t>الأشعث بن جابر</w:t>
      </w:r>
    </w:p>
    <w:p w:rsidR="00843DF1" w:rsidRDefault="00843DF1" w:rsidP="00AB3F16">
      <w:pPr>
        <w:pStyle w:val="libNormal"/>
        <w:rPr>
          <w:noProof/>
        </w:rPr>
      </w:pPr>
      <w:r w:rsidRPr="00CA52B4">
        <w:rPr>
          <w:noProof/>
          <w:rtl/>
        </w:rPr>
        <w:t>أسلم بن يزيد الحارثي</w:t>
      </w:r>
    </w:p>
    <w:p w:rsidR="00843DF1" w:rsidRDefault="00843DF1" w:rsidP="00AB3F16">
      <w:pPr>
        <w:pStyle w:val="libNormal"/>
        <w:rPr>
          <w:noProof/>
        </w:rPr>
      </w:pPr>
      <w:r w:rsidRPr="00CA52B4">
        <w:rPr>
          <w:noProof/>
          <w:rtl/>
        </w:rPr>
        <w:t>أكيل بن جمعة الكناني</w:t>
      </w:r>
    </w:p>
    <w:p w:rsidR="00843DF1" w:rsidRDefault="00843DF1" w:rsidP="00AB3F16">
      <w:pPr>
        <w:pStyle w:val="libNormal"/>
        <w:rPr>
          <w:noProof/>
        </w:rPr>
      </w:pPr>
      <w:r w:rsidRPr="00CA52B4">
        <w:rPr>
          <w:noProof/>
          <w:rtl/>
        </w:rPr>
        <w:t>أبي بن قيس بن أبي قيس</w:t>
      </w:r>
    </w:p>
    <w:p w:rsidR="00843DF1" w:rsidRDefault="00843DF1" w:rsidP="00AB3F16">
      <w:pPr>
        <w:pStyle w:val="libNormal"/>
        <w:rPr>
          <w:noProof/>
        </w:rPr>
      </w:pPr>
      <w:r w:rsidRPr="00CA52B4">
        <w:rPr>
          <w:noProof/>
          <w:rtl/>
        </w:rPr>
        <w:t>أثال بن حجل بن أثال</w:t>
      </w:r>
    </w:p>
    <w:p w:rsidR="00843DF1" w:rsidRDefault="00843DF1" w:rsidP="00AB3F16">
      <w:pPr>
        <w:pStyle w:val="libNormal"/>
        <w:rPr>
          <w:noProof/>
          <w:rtl/>
        </w:rPr>
      </w:pPr>
      <w:r w:rsidRPr="00CA52B4">
        <w:rPr>
          <w:noProof/>
          <w:rtl/>
        </w:rPr>
        <w:t>الأحمر</w:t>
      </w:r>
      <w:r>
        <w:rPr>
          <w:noProof/>
          <w:rtl/>
        </w:rPr>
        <w:tab/>
      </w:r>
      <w:r w:rsidRPr="00CA52B4">
        <w:rPr>
          <w:noProof/>
          <w:rtl/>
        </w:rPr>
        <w:t>55</w:t>
      </w:r>
    </w:p>
    <w:p w:rsidR="00843DF1" w:rsidRPr="00CA52B4" w:rsidRDefault="00843DF1" w:rsidP="00AB3F16">
      <w:pPr>
        <w:pStyle w:val="libNormal"/>
        <w:rPr>
          <w:noProof/>
          <w:rtl/>
        </w:rPr>
      </w:pPr>
      <w:r w:rsidRPr="00CA52B4">
        <w:rPr>
          <w:noProof/>
          <w:rtl/>
        </w:rPr>
        <w:t>الأحنف بن قيس بن معاوية</w:t>
      </w:r>
    </w:p>
    <w:p w:rsidR="00843DF1" w:rsidRDefault="00843DF1" w:rsidP="00AB3F16">
      <w:pPr>
        <w:pStyle w:val="libNormal"/>
        <w:rPr>
          <w:noProof/>
          <w:rtl/>
        </w:rPr>
      </w:pPr>
      <w:r>
        <w:rPr>
          <w:noProof/>
          <w:rtl/>
        </w:rPr>
        <w:br w:type="page"/>
      </w:r>
      <w:r w:rsidRPr="00CA52B4">
        <w:rPr>
          <w:noProof/>
          <w:rtl/>
        </w:rPr>
        <w:lastRenderedPageBreak/>
        <w:t>الأخنس بن شريق بن عمرو</w:t>
      </w:r>
      <w:r>
        <w:rPr>
          <w:noProof/>
          <w:rtl/>
        </w:rPr>
        <w:tab/>
      </w:r>
      <w:r w:rsidRPr="00CA52B4">
        <w:rPr>
          <w:noProof/>
          <w:rtl/>
        </w:rPr>
        <w:t>56</w:t>
      </w:r>
    </w:p>
    <w:p w:rsidR="00843DF1" w:rsidRDefault="00843DF1" w:rsidP="00AB3F16">
      <w:pPr>
        <w:pStyle w:val="libNormal"/>
        <w:rPr>
          <w:noProof/>
        </w:rPr>
      </w:pPr>
      <w:r w:rsidRPr="00CA52B4">
        <w:rPr>
          <w:noProof/>
          <w:rtl/>
        </w:rPr>
        <w:t>أدهم بن محرز بن أسيد</w:t>
      </w:r>
    </w:p>
    <w:p w:rsidR="00843DF1" w:rsidRDefault="00843DF1" w:rsidP="00AB3F16">
      <w:pPr>
        <w:pStyle w:val="libNormal"/>
        <w:rPr>
          <w:noProof/>
          <w:rtl/>
        </w:rPr>
      </w:pPr>
      <w:r w:rsidRPr="00CA52B4">
        <w:rPr>
          <w:noProof/>
          <w:rtl/>
        </w:rPr>
        <w:t>أرقم بن عبد الله</w:t>
      </w:r>
      <w:r>
        <w:rPr>
          <w:noProof/>
          <w:rtl/>
        </w:rPr>
        <w:tab/>
      </w:r>
      <w:r w:rsidRPr="00CA52B4">
        <w:rPr>
          <w:noProof/>
          <w:rtl/>
        </w:rPr>
        <w:t>57</w:t>
      </w:r>
    </w:p>
    <w:p w:rsidR="00843DF1" w:rsidRDefault="00843DF1" w:rsidP="00AB3F16">
      <w:pPr>
        <w:pStyle w:val="libNormal"/>
        <w:rPr>
          <w:noProof/>
        </w:rPr>
      </w:pPr>
      <w:r w:rsidRPr="00CA52B4">
        <w:rPr>
          <w:noProof/>
          <w:rtl/>
        </w:rPr>
        <w:t>أزركيان</w:t>
      </w:r>
    </w:p>
    <w:p w:rsidR="00843DF1" w:rsidRDefault="00843DF1" w:rsidP="00AB3F16">
      <w:pPr>
        <w:pStyle w:val="libNormal"/>
        <w:rPr>
          <w:noProof/>
        </w:rPr>
      </w:pPr>
      <w:r w:rsidRPr="00CA52B4">
        <w:rPr>
          <w:noProof/>
          <w:rtl/>
        </w:rPr>
        <w:t>أسامة بن زيد بن حارثة</w:t>
      </w:r>
    </w:p>
    <w:p w:rsidR="00843DF1" w:rsidRDefault="00843DF1" w:rsidP="00AB3F16">
      <w:pPr>
        <w:pStyle w:val="libNormal"/>
        <w:rPr>
          <w:noProof/>
          <w:rtl/>
        </w:rPr>
      </w:pPr>
      <w:r w:rsidRPr="00CA52B4">
        <w:rPr>
          <w:noProof/>
          <w:rtl/>
        </w:rPr>
        <w:t>أسماء بن الحكم الفزاري</w:t>
      </w:r>
      <w:r>
        <w:rPr>
          <w:noProof/>
          <w:rtl/>
        </w:rPr>
        <w:tab/>
      </w:r>
      <w:r w:rsidRPr="00CA52B4">
        <w:rPr>
          <w:noProof/>
          <w:rtl/>
        </w:rPr>
        <w:t>58</w:t>
      </w:r>
    </w:p>
    <w:p w:rsidR="00843DF1" w:rsidRDefault="00843DF1" w:rsidP="00AB3F16">
      <w:pPr>
        <w:pStyle w:val="libNormal"/>
        <w:rPr>
          <w:noProof/>
        </w:rPr>
      </w:pPr>
      <w:r w:rsidRPr="00CA52B4">
        <w:rPr>
          <w:noProof/>
          <w:rtl/>
        </w:rPr>
        <w:t>الأسود بن برير</w:t>
      </w:r>
    </w:p>
    <w:p w:rsidR="00843DF1" w:rsidRDefault="00843DF1" w:rsidP="00AB3F16">
      <w:pPr>
        <w:pStyle w:val="libNormal"/>
        <w:rPr>
          <w:noProof/>
        </w:rPr>
      </w:pPr>
      <w:r w:rsidRPr="00CA52B4">
        <w:rPr>
          <w:noProof/>
          <w:rtl/>
        </w:rPr>
        <w:t>الأسود بن بشر بن خوط</w:t>
      </w:r>
    </w:p>
    <w:p w:rsidR="00843DF1" w:rsidRDefault="00843DF1" w:rsidP="00AB3F16">
      <w:pPr>
        <w:pStyle w:val="libNormal"/>
        <w:rPr>
          <w:noProof/>
        </w:rPr>
      </w:pPr>
      <w:r w:rsidRPr="00CA52B4">
        <w:rPr>
          <w:noProof/>
          <w:rtl/>
        </w:rPr>
        <w:t>الأسود بن عبس بن أسماء</w:t>
      </w:r>
    </w:p>
    <w:p w:rsidR="00843DF1" w:rsidRDefault="00843DF1" w:rsidP="00AB3F16">
      <w:pPr>
        <w:pStyle w:val="libNormal"/>
        <w:rPr>
          <w:noProof/>
        </w:rPr>
      </w:pPr>
      <w:r w:rsidRPr="00CA52B4">
        <w:rPr>
          <w:noProof/>
          <w:rtl/>
        </w:rPr>
        <w:t>الأسود بن حبيب بن جمانة</w:t>
      </w:r>
    </w:p>
    <w:p w:rsidR="00843DF1" w:rsidRDefault="00843DF1" w:rsidP="00AB3F16">
      <w:pPr>
        <w:pStyle w:val="libNormal"/>
        <w:rPr>
          <w:noProof/>
          <w:rtl/>
        </w:rPr>
      </w:pPr>
      <w:r w:rsidRPr="00CA52B4">
        <w:rPr>
          <w:noProof/>
          <w:rtl/>
        </w:rPr>
        <w:t>الأسود بن خزاعي</w:t>
      </w:r>
      <w:r>
        <w:rPr>
          <w:noProof/>
          <w:rtl/>
        </w:rPr>
        <w:tab/>
      </w:r>
      <w:r w:rsidRPr="00CA52B4">
        <w:rPr>
          <w:noProof/>
          <w:rtl/>
        </w:rPr>
        <w:t>60</w:t>
      </w:r>
    </w:p>
    <w:p w:rsidR="00843DF1" w:rsidRDefault="00843DF1" w:rsidP="00AB3F16">
      <w:pPr>
        <w:pStyle w:val="libNormal"/>
        <w:rPr>
          <w:noProof/>
        </w:rPr>
      </w:pPr>
      <w:r w:rsidRPr="00CA52B4">
        <w:rPr>
          <w:noProof/>
          <w:rtl/>
        </w:rPr>
        <w:t>الأسود بن عرفجة</w:t>
      </w:r>
    </w:p>
    <w:p w:rsidR="00843DF1" w:rsidRDefault="00843DF1" w:rsidP="00AB3F16">
      <w:pPr>
        <w:pStyle w:val="libNormal"/>
        <w:rPr>
          <w:noProof/>
        </w:rPr>
      </w:pPr>
      <w:r w:rsidRPr="00CA52B4">
        <w:rPr>
          <w:noProof/>
          <w:rtl/>
        </w:rPr>
        <w:t>الأسود بن قطبة</w:t>
      </w:r>
    </w:p>
    <w:p w:rsidR="00843DF1" w:rsidRDefault="00843DF1" w:rsidP="00AB3F16">
      <w:pPr>
        <w:pStyle w:val="libNormal"/>
        <w:rPr>
          <w:noProof/>
          <w:rtl/>
        </w:rPr>
      </w:pPr>
      <w:r w:rsidRPr="00CA52B4">
        <w:rPr>
          <w:noProof/>
          <w:rtl/>
        </w:rPr>
        <w:t>الأسود بن قيس المرادي</w:t>
      </w:r>
      <w:r>
        <w:rPr>
          <w:noProof/>
          <w:rtl/>
        </w:rPr>
        <w:tab/>
      </w:r>
      <w:r w:rsidRPr="00CA52B4">
        <w:rPr>
          <w:noProof/>
          <w:rtl/>
        </w:rPr>
        <w:t>61</w:t>
      </w:r>
    </w:p>
    <w:p w:rsidR="00843DF1" w:rsidRDefault="00843DF1" w:rsidP="00AB3F16">
      <w:pPr>
        <w:pStyle w:val="libNormal"/>
        <w:rPr>
          <w:noProof/>
        </w:rPr>
      </w:pPr>
      <w:r w:rsidRPr="00CA52B4">
        <w:rPr>
          <w:noProof/>
          <w:rtl/>
        </w:rPr>
        <w:t>الأسود بن يزيد بن قيس</w:t>
      </w:r>
    </w:p>
    <w:p w:rsidR="00843DF1" w:rsidRDefault="00843DF1" w:rsidP="00AB3F16">
      <w:pPr>
        <w:pStyle w:val="libNormal"/>
        <w:rPr>
          <w:noProof/>
          <w:rtl/>
        </w:rPr>
      </w:pPr>
      <w:r w:rsidRPr="00CA52B4">
        <w:rPr>
          <w:noProof/>
          <w:rtl/>
        </w:rPr>
        <w:t>أسيد بن ثعلبة الأنصاري</w:t>
      </w:r>
      <w:r>
        <w:rPr>
          <w:noProof/>
          <w:rtl/>
        </w:rPr>
        <w:tab/>
      </w:r>
      <w:r w:rsidRPr="00CA52B4">
        <w:rPr>
          <w:noProof/>
          <w:rtl/>
        </w:rPr>
        <w:t>62</w:t>
      </w:r>
    </w:p>
    <w:p w:rsidR="00843DF1" w:rsidRDefault="00843DF1" w:rsidP="00AB3F16">
      <w:pPr>
        <w:pStyle w:val="libNormal"/>
        <w:rPr>
          <w:noProof/>
        </w:rPr>
      </w:pPr>
      <w:r w:rsidRPr="00CA52B4">
        <w:rPr>
          <w:noProof/>
          <w:rtl/>
        </w:rPr>
        <w:t>أسيد بن صفوان الأسيدي</w:t>
      </w:r>
    </w:p>
    <w:p w:rsidR="00843DF1" w:rsidRDefault="00843DF1" w:rsidP="00AB3F16">
      <w:pPr>
        <w:pStyle w:val="libNormal"/>
        <w:rPr>
          <w:noProof/>
          <w:rtl/>
        </w:rPr>
      </w:pPr>
      <w:r w:rsidRPr="00CA52B4">
        <w:rPr>
          <w:noProof/>
          <w:rtl/>
        </w:rPr>
        <w:t>أشرس بن حسان البكري</w:t>
      </w:r>
      <w:r>
        <w:rPr>
          <w:noProof/>
          <w:rtl/>
        </w:rPr>
        <w:tab/>
      </w:r>
      <w:r w:rsidRPr="00CA52B4">
        <w:rPr>
          <w:noProof/>
          <w:rtl/>
        </w:rPr>
        <w:t>63</w:t>
      </w:r>
    </w:p>
    <w:p w:rsidR="00843DF1" w:rsidRDefault="00843DF1" w:rsidP="00AB3F16">
      <w:pPr>
        <w:pStyle w:val="libNormal"/>
        <w:rPr>
          <w:noProof/>
        </w:rPr>
      </w:pPr>
      <w:r w:rsidRPr="00CA52B4">
        <w:rPr>
          <w:noProof/>
          <w:rtl/>
        </w:rPr>
        <w:t>الأشرف بن جبلة</w:t>
      </w:r>
    </w:p>
    <w:p w:rsidR="00843DF1" w:rsidRDefault="00843DF1" w:rsidP="00AB3F16">
      <w:pPr>
        <w:pStyle w:val="libNormal"/>
        <w:rPr>
          <w:noProof/>
          <w:rtl/>
        </w:rPr>
      </w:pPr>
      <w:r w:rsidRPr="00CA52B4">
        <w:rPr>
          <w:noProof/>
          <w:rtl/>
        </w:rPr>
        <w:t>الأشرف بن حكيم بن جبلة</w:t>
      </w:r>
      <w:r>
        <w:rPr>
          <w:noProof/>
          <w:rtl/>
        </w:rPr>
        <w:tab/>
      </w:r>
      <w:r w:rsidRPr="00CA52B4">
        <w:rPr>
          <w:noProof/>
          <w:rtl/>
        </w:rPr>
        <w:t>64</w:t>
      </w:r>
    </w:p>
    <w:p w:rsidR="00843DF1" w:rsidRDefault="00843DF1" w:rsidP="00AB3F16">
      <w:pPr>
        <w:pStyle w:val="libNormal"/>
        <w:rPr>
          <w:noProof/>
        </w:rPr>
      </w:pPr>
      <w:r w:rsidRPr="00CA52B4">
        <w:rPr>
          <w:noProof/>
          <w:rtl/>
        </w:rPr>
        <w:t>الأشعث بن جابر</w:t>
      </w:r>
    </w:p>
    <w:p w:rsidR="00843DF1" w:rsidRDefault="00843DF1" w:rsidP="00AB3F16">
      <w:pPr>
        <w:pStyle w:val="libNormal"/>
        <w:rPr>
          <w:noProof/>
        </w:rPr>
      </w:pPr>
      <w:r w:rsidRPr="00CA52B4">
        <w:rPr>
          <w:noProof/>
          <w:rtl/>
        </w:rPr>
        <w:t>الأشعث بن قيس</w:t>
      </w:r>
    </w:p>
    <w:p w:rsidR="00843DF1" w:rsidRDefault="00843DF1" w:rsidP="00AB3F16">
      <w:pPr>
        <w:pStyle w:val="libNormal"/>
        <w:rPr>
          <w:noProof/>
          <w:rtl/>
        </w:rPr>
      </w:pPr>
      <w:r w:rsidRPr="00CA52B4">
        <w:rPr>
          <w:noProof/>
          <w:rtl/>
        </w:rPr>
        <w:t>أصبغ بن نباتة</w:t>
      </w:r>
      <w:r>
        <w:rPr>
          <w:noProof/>
          <w:rtl/>
        </w:rPr>
        <w:tab/>
      </w:r>
      <w:r w:rsidRPr="00CA52B4">
        <w:rPr>
          <w:noProof/>
          <w:rtl/>
        </w:rPr>
        <w:t>65</w:t>
      </w:r>
    </w:p>
    <w:p w:rsidR="00843DF1" w:rsidRDefault="00843DF1" w:rsidP="00AB3F16">
      <w:pPr>
        <w:pStyle w:val="libNormal"/>
        <w:rPr>
          <w:noProof/>
          <w:rtl/>
        </w:rPr>
      </w:pPr>
      <w:r w:rsidRPr="00CA52B4">
        <w:rPr>
          <w:noProof/>
          <w:rtl/>
        </w:rPr>
        <w:t>الأعلم الأزدي</w:t>
      </w:r>
      <w:r>
        <w:rPr>
          <w:noProof/>
          <w:rtl/>
        </w:rPr>
        <w:tab/>
      </w:r>
      <w:r w:rsidRPr="00CA52B4">
        <w:rPr>
          <w:noProof/>
          <w:rtl/>
        </w:rPr>
        <w:t>66</w:t>
      </w:r>
    </w:p>
    <w:p w:rsidR="00843DF1" w:rsidRDefault="00843DF1" w:rsidP="00AB3F16">
      <w:pPr>
        <w:pStyle w:val="libNormal"/>
        <w:rPr>
          <w:noProof/>
        </w:rPr>
      </w:pPr>
      <w:r w:rsidRPr="00CA52B4">
        <w:rPr>
          <w:noProof/>
          <w:rtl/>
        </w:rPr>
        <w:t>أعين بن ضبيعة</w:t>
      </w:r>
    </w:p>
    <w:p w:rsidR="00843DF1" w:rsidRDefault="00843DF1" w:rsidP="00AB3F16">
      <w:pPr>
        <w:pStyle w:val="libNormal"/>
        <w:rPr>
          <w:noProof/>
          <w:rtl/>
        </w:rPr>
      </w:pPr>
      <w:r w:rsidRPr="00CA52B4">
        <w:rPr>
          <w:noProof/>
          <w:rtl/>
        </w:rPr>
        <w:t>الأغر بن حنظلة بن سليك</w:t>
      </w:r>
      <w:r>
        <w:rPr>
          <w:noProof/>
          <w:rtl/>
        </w:rPr>
        <w:tab/>
      </w:r>
      <w:r w:rsidRPr="00CA52B4">
        <w:rPr>
          <w:noProof/>
          <w:rtl/>
        </w:rPr>
        <w:t>67</w:t>
      </w:r>
    </w:p>
    <w:p w:rsidR="00843DF1" w:rsidRDefault="00843DF1" w:rsidP="00AB3F16">
      <w:pPr>
        <w:pStyle w:val="libNormal"/>
        <w:rPr>
          <w:noProof/>
        </w:rPr>
      </w:pPr>
      <w:r w:rsidRPr="00CA52B4">
        <w:rPr>
          <w:noProof/>
          <w:rtl/>
        </w:rPr>
        <w:t>أمية العبدي</w:t>
      </w:r>
    </w:p>
    <w:p w:rsidR="00843DF1" w:rsidRDefault="00843DF1" w:rsidP="00AB3F16">
      <w:pPr>
        <w:pStyle w:val="libNormal"/>
        <w:rPr>
          <w:noProof/>
          <w:rtl/>
        </w:rPr>
      </w:pPr>
      <w:r w:rsidRPr="00CA52B4">
        <w:rPr>
          <w:noProof/>
          <w:rtl/>
        </w:rPr>
        <w:t>أمية بن سعد بن زيد</w:t>
      </w:r>
      <w:r>
        <w:rPr>
          <w:noProof/>
          <w:rtl/>
        </w:rPr>
        <w:tab/>
      </w:r>
      <w:r w:rsidRPr="00CA52B4">
        <w:rPr>
          <w:noProof/>
          <w:rtl/>
        </w:rPr>
        <w:t>68</w:t>
      </w:r>
    </w:p>
    <w:p w:rsidR="00843DF1" w:rsidRDefault="00843DF1" w:rsidP="00AB3F16">
      <w:pPr>
        <w:pStyle w:val="libNormal"/>
        <w:rPr>
          <w:noProof/>
        </w:rPr>
      </w:pPr>
      <w:r w:rsidRPr="00CA52B4">
        <w:rPr>
          <w:noProof/>
          <w:rtl/>
        </w:rPr>
        <w:t>أنس بن الحارث</w:t>
      </w:r>
    </w:p>
    <w:p w:rsidR="00843DF1" w:rsidRDefault="00843DF1" w:rsidP="00AB3F16">
      <w:pPr>
        <w:pStyle w:val="libNormal"/>
        <w:rPr>
          <w:noProof/>
          <w:rtl/>
        </w:rPr>
      </w:pPr>
      <w:r w:rsidRPr="00CA52B4">
        <w:rPr>
          <w:noProof/>
          <w:rtl/>
        </w:rPr>
        <w:t>أوس بن أبي حذيفة</w:t>
      </w:r>
      <w:r>
        <w:rPr>
          <w:noProof/>
          <w:rtl/>
        </w:rPr>
        <w:tab/>
      </w:r>
      <w:r w:rsidRPr="00CA52B4">
        <w:rPr>
          <w:noProof/>
          <w:rtl/>
        </w:rPr>
        <w:t>69</w:t>
      </w:r>
    </w:p>
    <w:p w:rsidR="00843DF1" w:rsidRPr="00CA52B4" w:rsidRDefault="00843DF1" w:rsidP="00AB3F16">
      <w:pPr>
        <w:pStyle w:val="libNormal"/>
        <w:rPr>
          <w:noProof/>
          <w:rtl/>
        </w:rPr>
      </w:pPr>
      <w:r w:rsidRPr="00CA52B4">
        <w:rPr>
          <w:noProof/>
          <w:rtl/>
        </w:rPr>
        <w:t>أويس التميمي</w:t>
      </w:r>
      <w:r>
        <w:rPr>
          <w:noProof/>
          <w:rtl/>
        </w:rPr>
        <w:tab/>
      </w:r>
      <w:r w:rsidRPr="00CA52B4">
        <w:rPr>
          <w:noProof/>
          <w:rtl/>
        </w:rPr>
        <w:t>70</w:t>
      </w:r>
    </w:p>
    <w:p w:rsidR="00843DF1" w:rsidRDefault="00843DF1" w:rsidP="00AB3F16">
      <w:pPr>
        <w:pStyle w:val="libNormal"/>
        <w:rPr>
          <w:noProof/>
        </w:rPr>
      </w:pPr>
      <w:r>
        <w:rPr>
          <w:noProof/>
          <w:rtl/>
        </w:rPr>
        <w:br w:type="page"/>
      </w:r>
      <w:r w:rsidRPr="00CA52B4">
        <w:rPr>
          <w:noProof/>
          <w:rtl/>
        </w:rPr>
        <w:lastRenderedPageBreak/>
        <w:t>أويس بن عامر</w:t>
      </w:r>
    </w:p>
    <w:p w:rsidR="00843DF1" w:rsidRDefault="00843DF1" w:rsidP="00AB3F16">
      <w:pPr>
        <w:pStyle w:val="libNormal"/>
        <w:rPr>
          <w:noProof/>
          <w:rtl/>
        </w:rPr>
      </w:pPr>
      <w:r w:rsidRPr="00CA52B4">
        <w:rPr>
          <w:noProof/>
          <w:rtl/>
        </w:rPr>
        <w:t>اياس بن زهير البصري</w:t>
      </w:r>
      <w:r>
        <w:rPr>
          <w:noProof/>
          <w:rtl/>
        </w:rPr>
        <w:tab/>
      </w:r>
      <w:r w:rsidRPr="00CA52B4">
        <w:rPr>
          <w:noProof/>
          <w:rtl/>
        </w:rPr>
        <w:t>71</w:t>
      </w:r>
    </w:p>
    <w:p w:rsidR="00843DF1" w:rsidRDefault="00843DF1" w:rsidP="00AB3F16">
      <w:pPr>
        <w:pStyle w:val="libNormal"/>
        <w:rPr>
          <w:noProof/>
        </w:rPr>
      </w:pPr>
      <w:r w:rsidRPr="00CA52B4">
        <w:rPr>
          <w:noProof/>
          <w:rtl/>
        </w:rPr>
        <w:t>اياس بن عامر الغافقي</w:t>
      </w:r>
    </w:p>
    <w:p w:rsidR="00843DF1" w:rsidRDefault="00843DF1" w:rsidP="00AB3F16">
      <w:pPr>
        <w:pStyle w:val="libNormal"/>
        <w:rPr>
          <w:noProof/>
        </w:rPr>
      </w:pPr>
      <w:r w:rsidRPr="00CA52B4">
        <w:rPr>
          <w:noProof/>
          <w:rtl/>
        </w:rPr>
        <w:t>اياس بن عمرو الأسلمي</w:t>
      </w:r>
    </w:p>
    <w:p w:rsidR="00843DF1" w:rsidRDefault="00843DF1" w:rsidP="00AB3F16">
      <w:pPr>
        <w:pStyle w:val="libNormal"/>
        <w:rPr>
          <w:noProof/>
        </w:rPr>
      </w:pPr>
      <w:r w:rsidRPr="00CA52B4">
        <w:rPr>
          <w:noProof/>
          <w:rtl/>
        </w:rPr>
        <w:t>اياس بن نذير الضبي</w:t>
      </w:r>
    </w:p>
    <w:p w:rsidR="00843DF1" w:rsidRDefault="00843DF1" w:rsidP="00AB3F16">
      <w:pPr>
        <w:pStyle w:val="libNormal"/>
        <w:rPr>
          <w:noProof/>
          <w:rtl/>
        </w:rPr>
      </w:pPr>
      <w:r w:rsidRPr="00CA52B4">
        <w:rPr>
          <w:noProof/>
          <w:rtl/>
        </w:rPr>
        <w:t>أيوب بن طهمان</w:t>
      </w:r>
      <w:r>
        <w:rPr>
          <w:noProof/>
          <w:rtl/>
        </w:rPr>
        <w:tab/>
      </w:r>
      <w:r w:rsidRPr="00CA52B4">
        <w:rPr>
          <w:noProof/>
          <w:rtl/>
        </w:rPr>
        <w:t>72</w:t>
      </w:r>
    </w:p>
    <w:p w:rsidR="00843DF1" w:rsidRPr="00CA52B4" w:rsidRDefault="00843DF1" w:rsidP="00AB3F16">
      <w:pPr>
        <w:pStyle w:val="libNormal"/>
        <w:rPr>
          <w:noProof/>
          <w:rtl/>
        </w:rPr>
      </w:pPr>
      <w:r w:rsidRPr="00CA52B4">
        <w:rPr>
          <w:noProof/>
          <w:rtl/>
        </w:rPr>
        <w:t>أيوب بن عبيد</w:t>
      </w:r>
    </w:p>
    <w:p w:rsidR="00843DF1" w:rsidRDefault="00843DF1" w:rsidP="00AB3F16">
      <w:pPr>
        <w:pStyle w:val="libNormal"/>
        <w:rPr>
          <w:noProof/>
          <w:rtl/>
        </w:rPr>
      </w:pPr>
      <w:r w:rsidRPr="00CA52B4">
        <w:rPr>
          <w:noProof/>
          <w:rtl/>
        </w:rPr>
        <w:t>باذام</w:t>
      </w:r>
      <w:r>
        <w:rPr>
          <w:noProof/>
          <w:rtl/>
        </w:rPr>
        <w:t xml:space="preserve"> ..</w:t>
      </w:r>
      <w:r w:rsidRPr="00CA52B4">
        <w:rPr>
          <w:noProof/>
          <w:rtl/>
        </w:rPr>
        <w:t>. باذان</w:t>
      </w:r>
      <w:r>
        <w:rPr>
          <w:noProof/>
          <w:rtl/>
        </w:rPr>
        <w:tab/>
      </w:r>
      <w:r w:rsidRPr="00CA52B4">
        <w:rPr>
          <w:noProof/>
          <w:rtl/>
        </w:rPr>
        <w:t>73</w:t>
      </w:r>
    </w:p>
    <w:p w:rsidR="00843DF1" w:rsidRDefault="00843DF1" w:rsidP="00AB3F16">
      <w:pPr>
        <w:pStyle w:val="libNormal"/>
        <w:rPr>
          <w:noProof/>
        </w:rPr>
      </w:pPr>
      <w:r w:rsidRPr="00CA52B4">
        <w:rPr>
          <w:noProof/>
          <w:rtl/>
        </w:rPr>
        <w:t>البارقي</w:t>
      </w:r>
    </w:p>
    <w:p w:rsidR="00843DF1" w:rsidRDefault="00843DF1" w:rsidP="00AB3F16">
      <w:pPr>
        <w:pStyle w:val="libNormal"/>
        <w:rPr>
          <w:noProof/>
          <w:rtl/>
        </w:rPr>
      </w:pPr>
      <w:r w:rsidRPr="00CA52B4">
        <w:rPr>
          <w:noProof/>
          <w:rtl/>
        </w:rPr>
        <w:t>البراء بن عازب</w:t>
      </w:r>
      <w:r>
        <w:rPr>
          <w:noProof/>
          <w:rtl/>
        </w:rPr>
        <w:tab/>
      </w:r>
      <w:r w:rsidRPr="00CA52B4">
        <w:rPr>
          <w:noProof/>
          <w:rtl/>
        </w:rPr>
        <w:t>74</w:t>
      </w:r>
    </w:p>
    <w:p w:rsidR="00843DF1" w:rsidRDefault="00843DF1" w:rsidP="00AB3F16">
      <w:pPr>
        <w:pStyle w:val="libNormal"/>
        <w:rPr>
          <w:noProof/>
          <w:rtl/>
        </w:rPr>
      </w:pPr>
      <w:r w:rsidRPr="00CA52B4">
        <w:rPr>
          <w:noProof/>
          <w:rtl/>
        </w:rPr>
        <w:t>البراء بن مالك الأنصاري</w:t>
      </w:r>
      <w:r>
        <w:rPr>
          <w:noProof/>
          <w:rtl/>
        </w:rPr>
        <w:tab/>
      </w:r>
      <w:r w:rsidRPr="00CA52B4">
        <w:rPr>
          <w:noProof/>
          <w:rtl/>
        </w:rPr>
        <w:t>75</w:t>
      </w:r>
    </w:p>
    <w:p w:rsidR="00843DF1" w:rsidRDefault="00843DF1" w:rsidP="00AB3F16">
      <w:pPr>
        <w:pStyle w:val="libNormal"/>
        <w:rPr>
          <w:noProof/>
        </w:rPr>
      </w:pPr>
      <w:r w:rsidRPr="00CA52B4">
        <w:rPr>
          <w:noProof/>
          <w:rtl/>
        </w:rPr>
        <w:t>بريد</w:t>
      </w:r>
    </w:p>
    <w:p w:rsidR="00843DF1" w:rsidRDefault="00843DF1" w:rsidP="00AB3F16">
      <w:pPr>
        <w:pStyle w:val="libNormal"/>
        <w:rPr>
          <w:noProof/>
        </w:rPr>
      </w:pPr>
      <w:r w:rsidRPr="00CA52B4">
        <w:rPr>
          <w:noProof/>
          <w:rtl/>
        </w:rPr>
        <w:t>شتير</w:t>
      </w:r>
    </w:p>
    <w:p w:rsidR="00843DF1" w:rsidRDefault="00843DF1" w:rsidP="00AB3F16">
      <w:pPr>
        <w:pStyle w:val="libNormal"/>
        <w:rPr>
          <w:noProof/>
        </w:rPr>
      </w:pPr>
      <w:r w:rsidRPr="00CA52B4">
        <w:rPr>
          <w:noProof/>
          <w:rtl/>
        </w:rPr>
        <w:t>شرحبيل</w:t>
      </w:r>
    </w:p>
    <w:p w:rsidR="00843DF1" w:rsidRDefault="00843DF1" w:rsidP="00AB3F16">
      <w:pPr>
        <w:pStyle w:val="libNormal"/>
        <w:rPr>
          <w:noProof/>
        </w:rPr>
      </w:pPr>
      <w:r w:rsidRPr="00CA52B4">
        <w:rPr>
          <w:noProof/>
          <w:rtl/>
        </w:rPr>
        <w:t>كريب</w:t>
      </w:r>
    </w:p>
    <w:p w:rsidR="00843DF1" w:rsidRDefault="00843DF1" w:rsidP="00AB3F16">
      <w:pPr>
        <w:pStyle w:val="libNormal"/>
        <w:rPr>
          <w:noProof/>
          <w:rtl/>
        </w:rPr>
      </w:pPr>
      <w:r w:rsidRPr="00CA52B4">
        <w:rPr>
          <w:noProof/>
          <w:rtl/>
        </w:rPr>
        <w:t>مرثد</w:t>
      </w:r>
      <w:r>
        <w:rPr>
          <w:noProof/>
          <w:rtl/>
        </w:rPr>
        <w:tab/>
      </w:r>
      <w:r w:rsidRPr="00CA52B4">
        <w:rPr>
          <w:noProof/>
          <w:rtl/>
        </w:rPr>
        <w:t>76</w:t>
      </w:r>
    </w:p>
    <w:p w:rsidR="00843DF1" w:rsidRDefault="00843DF1" w:rsidP="00AB3F16">
      <w:pPr>
        <w:pStyle w:val="libNormal"/>
        <w:rPr>
          <w:noProof/>
        </w:rPr>
      </w:pPr>
      <w:r w:rsidRPr="00CA52B4">
        <w:rPr>
          <w:noProof/>
          <w:rtl/>
        </w:rPr>
        <w:t>هبيرة بنو شريح</w:t>
      </w:r>
    </w:p>
    <w:p w:rsidR="00843DF1" w:rsidRDefault="00843DF1" w:rsidP="00AB3F16">
      <w:pPr>
        <w:pStyle w:val="libNormal"/>
        <w:rPr>
          <w:noProof/>
        </w:rPr>
      </w:pPr>
      <w:r w:rsidRPr="00CA52B4">
        <w:rPr>
          <w:noProof/>
          <w:rtl/>
        </w:rPr>
        <w:t>بريد بن أصرم</w:t>
      </w:r>
    </w:p>
    <w:p w:rsidR="00843DF1" w:rsidRDefault="00843DF1" w:rsidP="00AB3F16">
      <w:pPr>
        <w:pStyle w:val="libNormal"/>
        <w:rPr>
          <w:noProof/>
        </w:rPr>
      </w:pPr>
      <w:r w:rsidRPr="00CA52B4">
        <w:rPr>
          <w:noProof/>
          <w:rtl/>
        </w:rPr>
        <w:t>بريدة بن الحصيب</w:t>
      </w:r>
    </w:p>
    <w:p w:rsidR="00843DF1" w:rsidRDefault="00843DF1" w:rsidP="00AB3F16">
      <w:pPr>
        <w:pStyle w:val="libNormal"/>
        <w:rPr>
          <w:noProof/>
          <w:rtl/>
        </w:rPr>
      </w:pPr>
      <w:r w:rsidRPr="00CA52B4">
        <w:rPr>
          <w:noProof/>
          <w:rtl/>
        </w:rPr>
        <w:t>برير بن خضير الهمداني</w:t>
      </w:r>
      <w:r>
        <w:rPr>
          <w:noProof/>
          <w:rtl/>
        </w:rPr>
        <w:tab/>
      </w:r>
      <w:r w:rsidRPr="00CA52B4">
        <w:rPr>
          <w:noProof/>
          <w:rtl/>
        </w:rPr>
        <w:t>77</w:t>
      </w:r>
    </w:p>
    <w:p w:rsidR="00843DF1" w:rsidRDefault="00843DF1" w:rsidP="00AB3F16">
      <w:pPr>
        <w:pStyle w:val="libNormal"/>
        <w:rPr>
          <w:noProof/>
          <w:rtl/>
        </w:rPr>
      </w:pPr>
      <w:r w:rsidRPr="00CA52B4">
        <w:rPr>
          <w:noProof/>
          <w:rtl/>
        </w:rPr>
        <w:t>بسر بن زهير الأزدي</w:t>
      </w:r>
      <w:r>
        <w:rPr>
          <w:noProof/>
          <w:rtl/>
        </w:rPr>
        <w:tab/>
      </w:r>
      <w:r w:rsidRPr="00CA52B4">
        <w:rPr>
          <w:noProof/>
          <w:rtl/>
        </w:rPr>
        <w:t>77</w:t>
      </w:r>
    </w:p>
    <w:p w:rsidR="00843DF1" w:rsidRDefault="00843DF1" w:rsidP="00AB3F16">
      <w:pPr>
        <w:pStyle w:val="libNormal"/>
        <w:rPr>
          <w:noProof/>
          <w:rtl/>
        </w:rPr>
      </w:pPr>
      <w:r w:rsidRPr="00CA52B4">
        <w:rPr>
          <w:noProof/>
          <w:rtl/>
        </w:rPr>
        <w:t>بكر بن علقمة البجلي</w:t>
      </w:r>
      <w:r>
        <w:rPr>
          <w:noProof/>
          <w:rtl/>
        </w:rPr>
        <w:tab/>
      </w:r>
      <w:r w:rsidRPr="00CA52B4">
        <w:rPr>
          <w:noProof/>
          <w:rtl/>
        </w:rPr>
        <w:t>78</w:t>
      </w:r>
    </w:p>
    <w:p w:rsidR="00843DF1" w:rsidRDefault="00843DF1" w:rsidP="00AB3F16">
      <w:pPr>
        <w:pStyle w:val="libNormal"/>
        <w:rPr>
          <w:noProof/>
        </w:rPr>
      </w:pPr>
      <w:r w:rsidRPr="00CA52B4">
        <w:rPr>
          <w:noProof/>
          <w:rtl/>
        </w:rPr>
        <w:t>بواب بن زاهر</w:t>
      </w:r>
    </w:p>
    <w:p w:rsidR="00843DF1" w:rsidRDefault="00843DF1" w:rsidP="00AB3F16">
      <w:pPr>
        <w:pStyle w:val="libNormal"/>
        <w:rPr>
          <w:noProof/>
        </w:rPr>
      </w:pPr>
      <w:r w:rsidRPr="00CA52B4">
        <w:rPr>
          <w:noProof/>
          <w:rtl/>
        </w:rPr>
        <w:t>بشر الأسلمي</w:t>
      </w:r>
    </w:p>
    <w:p w:rsidR="00843DF1" w:rsidRDefault="00843DF1" w:rsidP="00AB3F16">
      <w:pPr>
        <w:pStyle w:val="libNormal"/>
        <w:rPr>
          <w:noProof/>
        </w:rPr>
      </w:pPr>
      <w:r w:rsidRPr="00CA52B4">
        <w:rPr>
          <w:noProof/>
          <w:rtl/>
        </w:rPr>
        <w:t>بشر</w:t>
      </w:r>
    </w:p>
    <w:p w:rsidR="00843DF1" w:rsidRDefault="00843DF1" w:rsidP="00AB3F16">
      <w:pPr>
        <w:pStyle w:val="libNormal"/>
        <w:rPr>
          <w:noProof/>
        </w:rPr>
      </w:pPr>
      <w:r w:rsidRPr="00CA52B4">
        <w:rPr>
          <w:noProof/>
          <w:rtl/>
        </w:rPr>
        <w:t>بشر بن حسان بن خوط</w:t>
      </w:r>
    </w:p>
    <w:p w:rsidR="00843DF1" w:rsidRDefault="00843DF1" w:rsidP="00AB3F16">
      <w:pPr>
        <w:pStyle w:val="libNormal"/>
        <w:rPr>
          <w:noProof/>
          <w:rtl/>
        </w:rPr>
      </w:pPr>
      <w:r w:rsidRPr="00CA52B4">
        <w:rPr>
          <w:noProof/>
          <w:rtl/>
        </w:rPr>
        <w:t>بشر بن زيد بن عمرو</w:t>
      </w:r>
      <w:r>
        <w:rPr>
          <w:noProof/>
          <w:rtl/>
        </w:rPr>
        <w:tab/>
      </w:r>
      <w:r w:rsidRPr="00CA52B4">
        <w:rPr>
          <w:noProof/>
          <w:rtl/>
        </w:rPr>
        <w:t>79</w:t>
      </w:r>
    </w:p>
    <w:p w:rsidR="00843DF1" w:rsidRDefault="00843DF1" w:rsidP="00AB3F16">
      <w:pPr>
        <w:pStyle w:val="libNormal"/>
        <w:rPr>
          <w:noProof/>
        </w:rPr>
      </w:pPr>
      <w:r w:rsidRPr="00CA52B4">
        <w:rPr>
          <w:noProof/>
          <w:rtl/>
        </w:rPr>
        <w:t>بشر بن عاصم بن عبد الله</w:t>
      </w:r>
    </w:p>
    <w:p w:rsidR="00843DF1" w:rsidRPr="00CA52B4" w:rsidRDefault="00843DF1" w:rsidP="00AB3F16">
      <w:pPr>
        <w:pStyle w:val="libNormal"/>
        <w:rPr>
          <w:noProof/>
          <w:rtl/>
        </w:rPr>
      </w:pPr>
      <w:r w:rsidRPr="00CA52B4">
        <w:rPr>
          <w:noProof/>
          <w:rtl/>
        </w:rPr>
        <w:t>بشر بن العشوش الطائى</w:t>
      </w:r>
    </w:p>
    <w:p w:rsidR="00843DF1" w:rsidRDefault="00843DF1" w:rsidP="00AB3F16">
      <w:pPr>
        <w:pStyle w:val="libNormal"/>
        <w:rPr>
          <w:noProof/>
          <w:rtl/>
        </w:rPr>
      </w:pPr>
      <w:r>
        <w:rPr>
          <w:noProof/>
          <w:rtl/>
        </w:rPr>
        <w:br w:type="page"/>
      </w:r>
      <w:r w:rsidRPr="00CA52B4">
        <w:rPr>
          <w:noProof/>
          <w:rtl/>
        </w:rPr>
        <w:lastRenderedPageBreak/>
        <w:t>بشر بن عمرو الهمداني</w:t>
      </w:r>
      <w:r>
        <w:rPr>
          <w:noProof/>
          <w:rtl/>
        </w:rPr>
        <w:tab/>
      </w:r>
      <w:r w:rsidRPr="00CA52B4">
        <w:rPr>
          <w:noProof/>
          <w:rtl/>
        </w:rPr>
        <w:t>80</w:t>
      </w:r>
    </w:p>
    <w:p w:rsidR="00843DF1" w:rsidRDefault="00843DF1" w:rsidP="00AB3F16">
      <w:pPr>
        <w:pStyle w:val="libNormal"/>
        <w:rPr>
          <w:noProof/>
        </w:rPr>
      </w:pPr>
      <w:r w:rsidRPr="00CA52B4">
        <w:rPr>
          <w:noProof/>
          <w:rtl/>
        </w:rPr>
        <w:t>بشر بن غالب أبو مالك</w:t>
      </w:r>
    </w:p>
    <w:p w:rsidR="00843DF1" w:rsidRDefault="00843DF1" w:rsidP="00AB3F16">
      <w:pPr>
        <w:pStyle w:val="libNormal"/>
        <w:rPr>
          <w:noProof/>
          <w:rtl/>
        </w:rPr>
      </w:pPr>
      <w:r w:rsidRPr="00CA52B4">
        <w:rPr>
          <w:noProof/>
          <w:rtl/>
        </w:rPr>
        <w:t>بشر بن كثير</w:t>
      </w:r>
      <w:r>
        <w:rPr>
          <w:noProof/>
          <w:rtl/>
        </w:rPr>
        <w:tab/>
      </w:r>
      <w:r w:rsidRPr="00CA52B4">
        <w:rPr>
          <w:noProof/>
          <w:rtl/>
        </w:rPr>
        <w:t>81</w:t>
      </w:r>
    </w:p>
    <w:p w:rsidR="00843DF1" w:rsidRDefault="00843DF1" w:rsidP="00AB3F16">
      <w:pPr>
        <w:pStyle w:val="libNormal"/>
        <w:rPr>
          <w:noProof/>
          <w:rtl/>
        </w:rPr>
      </w:pPr>
      <w:r w:rsidRPr="00CA52B4">
        <w:rPr>
          <w:noProof/>
          <w:rtl/>
        </w:rPr>
        <w:t>بشر بن عقبة بن عمرو</w:t>
      </w:r>
      <w:r>
        <w:rPr>
          <w:noProof/>
          <w:rtl/>
        </w:rPr>
        <w:tab/>
      </w:r>
      <w:r w:rsidRPr="00CA52B4">
        <w:rPr>
          <w:noProof/>
          <w:rtl/>
        </w:rPr>
        <w:t>82</w:t>
      </w:r>
    </w:p>
    <w:p w:rsidR="00843DF1" w:rsidRDefault="00843DF1" w:rsidP="00AB3F16">
      <w:pPr>
        <w:pStyle w:val="libNormal"/>
        <w:rPr>
          <w:noProof/>
        </w:rPr>
      </w:pPr>
      <w:r w:rsidRPr="00CA52B4">
        <w:rPr>
          <w:noProof/>
          <w:rtl/>
        </w:rPr>
        <w:t>بشر بن منقذ الأعور</w:t>
      </w:r>
    </w:p>
    <w:p w:rsidR="00843DF1" w:rsidRDefault="00843DF1" w:rsidP="00AB3F16">
      <w:pPr>
        <w:pStyle w:val="libNormal"/>
        <w:rPr>
          <w:noProof/>
          <w:rtl/>
        </w:rPr>
      </w:pPr>
      <w:r w:rsidRPr="00CA52B4">
        <w:rPr>
          <w:noProof/>
          <w:rtl/>
        </w:rPr>
        <w:t>بشير بن أبي زيد ثابت</w:t>
      </w:r>
      <w:r>
        <w:rPr>
          <w:noProof/>
          <w:rtl/>
        </w:rPr>
        <w:tab/>
      </w:r>
      <w:r w:rsidRPr="00CA52B4">
        <w:rPr>
          <w:noProof/>
          <w:rtl/>
        </w:rPr>
        <w:t>83</w:t>
      </w:r>
    </w:p>
    <w:p w:rsidR="00843DF1" w:rsidRDefault="00843DF1" w:rsidP="00AB3F16">
      <w:pPr>
        <w:pStyle w:val="libNormal"/>
        <w:rPr>
          <w:noProof/>
        </w:rPr>
      </w:pPr>
      <w:r w:rsidRPr="00CA52B4">
        <w:rPr>
          <w:noProof/>
          <w:rtl/>
        </w:rPr>
        <w:t>بشير بن زيد</w:t>
      </w:r>
    </w:p>
    <w:p w:rsidR="00843DF1" w:rsidRDefault="00843DF1" w:rsidP="00AB3F16">
      <w:pPr>
        <w:pStyle w:val="libNormal"/>
        <w:rPr>
          <w:noProof/>
        </w:rPr>
      </w:pPr>
      <w:r w:rsidRPr="00CA52B4">
        <w:rPr>
          <w:noProof/>
          <w:rtl/>
        </w:rPr>
        <w:t>بشير بن عمرو بن محصن</w:t>
      </w:r>
    </w:p>
    <w:p w:rsidR="00843DF1" w:rsidRDefault="00843DF1" w:rsidP="00AB3F16">
      <w:pPr>
        <w:pStyle w:val="libNormal"/>
        <w:rPr>
          <w:noProof/>
          <w:rtl/>
        </w:rPr>
      </w:pPr>
      <w:r w:rsidRPr="00CA52B4">
        <w:rPr>
          <w:noProof/>
          <w:rtl/>
        </w:rPr>
        <w:t>بشير بن معبد بن عمرو</w:t>
      </w:r>
      <w:r>
        <w:rPr>
          <w:noProof/>
          <w:rtl/>
        </w:rPr>
        <w:tab/>
      </w:r>
      <w:r w:rsidRPr="00CA52B4">
        <w:rPr>
          <w:noProof/>
          <w:rtl/>
        </w:rPr>
        <w:t>84</w:t>
      </w:r>
    </w:p>
    <w:p w:rsidR="00843DF1" w:rsidRDefault="00843DF1" w:rsidP="00AB3F16">
      <w:pPr>
        <w:pStyle w:val="libNormal"/>
        <w:rPr>
          <w:noProof/>
          <w:rtl/>
        </w:rPr>
      </w:pPr>
      <w:r w:rsidRPr="00CA52B4">
        <w:rPr>
          <w:noProof/>
          <w:rtl/>
        </w:rPr>
        <w:t>بكر بن تغلب السدوسي</w:t>
      </w:r>
      <w:r>
        <w:rPr>
          <w:noProof/>
          <w:rtl/>
        </w:rPr>
        <w:tab/>
      </w:r>
      <w:r w:rsidRPr="00CA52B4">
        <w:rPr>
          <w:noProof/>
          <w:rtl/>
        </w:rPr>
        <w:t>85</w:t>
      </w:r>
    </w:p>
    <w:p w:rsidR="00843DF1" w:rsidRDefault="00843DF1" w:rsidP="00AB3F16">
      <w:pPr>
        <w:pStyle w:val="libNormal"/>
        <w:rPr>
          <w:noProof/>
        </w:rPr>
      </w:pPr>
      <w:r w:rsidRPr="00CA52B4">
        <w:rPr>
          <w:noProof/>
          <w:rtl/>
        </w:rPr>
        <w:t>بكر بن زيد الهمداني</w:t>
      </w:r>
    </w:p>
    <w:p w:rsidR="00843DF1" w:rsidRDefault="00843DF1" w:rsidP="00AB3F16">
      <w:pPr>
        <w:pStyle w:val="libNormal"/>
        <w:rPr>
          <w:noProof/>
        </w:rPr>
      </w:pPr>
      <w:r w:rsidRPr="00CA52B4">
        <w:rPr>
          <w:noProof/>
          <w:rtl/>
        </w:rPr>
        <w:t>بكر العجلي</w:t>
      </w:r>
    </w:p>
    <w:p w:rsidR="00843DF1" w:rsidRDefault="00843DF1" w:rsidP="00AB3F16">
      <w:pPr>
        <w:pStyle w:val="libNormal"/>
        <w:rPr>
          <w:noProof/>
          <w:rtl/>
        </w:rPr>
      </w:pPr>
      <w:r w:rsidRPr="00CA52B4">
        <w:rPr>
          <w:noProof/>
          <w:rtl/>
        </w:rPr>
        <w:t>بكر بن علقمة البجلي</w:t>
      </w:r>
      <w:r>
        <w:rPr>
          <w:noProof/>
          <w:rtl/>
        </w:rPr>
        <w:tab/>
      </w:r>
      <w:r w:rsidRPr="00CA52B4">
        <w:rPr>
          <w:noProof/>
          <w:rtl/>
        </w:rPr>
        <w:t>86</w:t>
      </w:r>
    </w:p>
    <w:p w:rsidR="00843DF1" w:rsidRDefault="00843DF1" w:rsidP="00AB3F16">
      <w:pPr>
        <w:pStyle w:val="libNormal"/>
        <w:rPr>
          <w:noProof/>
        </w:rPr>
      </w:pPr>
      <w:r w:rsidRPr="00CA52B4">
        <w:rPr>
          <w:noProof/>
          <w:rtl/>
        </w:rPr>
        <w:t>بكر بن هوذة النخعي</w:t>
      </w:r>
    </w:p>
    <w:p w:rsidR="00843DF1" w:rsidRDefault="00843DF1" w:rsidP="00AB3F16">
      <w:pPr>
        <w:pStyle w:val="libNormal"/>
        <w:rPr>
          <w:noProof/>
        </w:rPr>
      </w:pPr>
      <w:r w:rsidRPr="00CA52B4">
        <w:rPr>
          <w:noProof/>
          <w:rtl/>
        </w:rPr>
        <w:t>بكير بن وائل</w:t>
      </w:r>
    </w:p>
    <w:p w:rsidR="00843DF1" w:rsidRDefault="00843DF1" w:rsidP="00AB3F16">
      <w:pPr>
        <w:pStyle w:val="libNormal"/>
        <w:rPr>
          <w:noProof/>
        </w:rPr>
      </w:pPr>
      <w:r w:rsidRPr="00CA52B4">
        <w:rPr>
          <w:noProof/>
          <w:rtl/>
        </w:rPr>
        <w:t>بلال بن بليل بن أحيحة</w:t>
      </w:r>
    </w:p>
    <w:p w:rsidR="00843DF1" w:rsidRDefault="00843DF1" w:rsidP="00AB3F16">
      <w:pPr>
        <w:pStyle w:val="libNormal"/>
        <w:rPr>
          <w:noProof/>
          <w:rtl/>
        </w:rPr>
      </w:pPr>
      <w:r w:rsidRPr="00CA52B4">
        <w:rPr>
          <w:noProof/>
          <w:rtl/>
        </w:rPr>
        <w:t>بلال بن يحيى العبسي</w:t>
      </w:r>
      <w:r>
        <w:rPr>
          <w:noProof/>
          <w:rtl/>
        </w:rPr>
        <w:tab/>
      </w:r>
      <w:r w:rsidRPr="00CA52B4">
        <w:rPr>
          <w:noProof/>
          <w:rtl/>
        </w:rPr>
        <w:t>87</w:t>
      </w:r>
    </w:p>
    <w:p w:rsidR="00843DF1" w:rsidRDefault="00843DF1" w:rsidP="00AB3F16">
      <w:pPr>
        <w:pStyle w:val="libNormal"/>
        <w:rPr>
          <w:noProof/>
          <w:rtl/>
        </w:rPr>
      </w:pPr>
      <w:r w:rsidRPr="00CA52B4">
        <w:rPr>
          <w:noProof/>
          <w:rtl/>
        </w:rPr>
        <w:t>تمام بن العباس القرشي</w:t>
      </w:r>
      <w:r>
        <w:rPr>
          <w:noProof/>
          <w:rtl/>
        </w:rPr>
        <w:tab/>
      </w:r>
      <w:r w:rsidRPr="00CA52B4">
        <w:rPr>
          <w:noProof/>
          <w:rtl/>
        </w:rPr>
        <w:t>88</w:t>
      </w:r>
    </w:p>
    <w:p w:rsidR="00843DF1" w:rsidRDefault="00843DF1" w:rsidP="00AB3F16">
      <w:pPr>
        <w:pStyle w:val="libNormal"/>
        <w:rPr>
          <w:noProof/>
          <w:rtl/>
        </w:rPr>
      </w:pPr>
      <w:r w:rsidRPr="00CA52B4">
        <w:rPr>
          <w:noProof/>
          <w:rtl/>
        </w:rPr>
        <w:t>تميم بن حاتم تميم بن حذيم الخزرجي</w:t>
      </w:r>
      <w:r>
        <w:rPr>
          <w:noProof/>
          <w:rtl/>
        </w:rPr>
        <w:tab/>
      </w:r>
      <w:r w:rsidRPr="00CA52B4">
        <w:rPr>
          <w:noProof/>
          <w:rtl/>
        </w:rPr>
        <w:t>89</w:t>
      </w:r>
    </w:p>
    <w:p w:rsidR="00843DF1" w:rsidRPr="00CA52B4" w:rsidRDefault="00843DF1" w:rsidP="00AB3F16">
      <w:pPr>
        <w:pStyle w:val="libNormal"/>
        <w:rPr>
          <w:noProof/>
          <w:rtl/>
        </w:rPr>
      </w:pPr>
      <w:r w:rsidRPr="00CA52B4">
        <w:rPr>
          <w:noProof/>
          <w:rtl/>
        </w:rPr>
        <w:t>تميم بن طرفة الطائي تميم بن عمرو أبو حنش تميم بن مسبح الغطفاني</w:t>
      </w:r>
      <w:r>
        <w:rPr>
          <w:noProof/>
          <w:rtl/>
        </w:rPr>
        <w:tab/>
      </w:r>
      <w:r w:rsidRPr="00CA52B4">
        <w:rPr>
          <w:noProof/>
          <w:rtl/>
        </w:rPr>
        <w:t>90</w:t>
      </w:r>
    </w:p>
    <w:p w:rsidR="00843DF1" w:rsidRDefault="00843DF1" w:rsidP="00AB3F16">
      <w:pPr>
        <w:pStyle w:val="libNormal"/>
        <w:rPr>
          <w:noProof/>
          <w:rtl/>
        </w:rPr>
      </w:pPr>
      <w:r w:rsidRPr="00CA52B4">
        <w:rPr>
          <w:noProof/>
          <w:rtl/>
        </w:rPr>
        <w:t>ثابت بن الحجاج الرقي</w:t>
      </w:r>
      <w:r>
        <w:rPr>
          <w:noProof/>
          <w:rtl/>
        </w:rPr>
        <w:tab/>
      </w:r>
      <w:r w:rsidRPr="00CA52B4">
        <w:rPr>
          <w:noProof/>
          <w:rtl/>
        </w:rPr>
        <w:t>91</w:t>
      </w:r>
    </w:p>
    <w:p w:rsidR="00843DF1" w:rsidRDefault="00843DF1" w:rsidP="00AB3F16">
      <w:pPr>
        <w:pStyle w:val="libNormal"/>
        <w:rPr>
          <w:noProof/>
        </w:rPr>
      </w:pPr>
      <w:r w:rsidRPr="00CA52B4">
        <w:rPr>
          <w:noProof/>
          <w:rtl/>
        </w:rPr>
        <w:t>ثابت بن سعد الطائي</w:t>
      </w:r>
    </w:p>
    <w:p w:rsidR="00843DF1" w:rsidRDefault="00843DF1" w:rsidP="00AB3F16">
      <w:pPr>
        <w:pStyle w:val="libNormal"/>
        <w:rPr>
          <w:noProof/>
        </w:rPr>
      </w:pPr>
      <w:r w:rsidRPr="00CA52B4">
        <w:rPr>
          <w:noProof/>
          <w:rtl/>
        </w:rPr>
        <w:t>ثابت بن عبيد البناني</w:t>
      </w:r>
    </w:p>
    <w:p w:rsidR="00843DF1" w:rsidRPr="00CA52B4" w:rsidRDefault="00843DF1" w:rsidP="00AB3F16">
      <w:pPr>
        <w:pStyle w:val="libNormal"/>
        <w:rPr>
          <w:noProof/>
          <w:rtl/>
        </w:rPr>
      </w:pPr>
      <w:r w:rsidRPr="00CA52B4">
        <w:rPr>
          <w:noProof/>
          <w:rtl/>
        </w:rPr>
        <w:t>ثابت بن قيس بن الخطيم</w:t>
      </w:r>
      <w:r>
        <w:rPr>
          <w:noProof/>
          <w:rtl/>
        </w:rPr>
        <w:tab/>
      </w:r>
      <w:r w:rsidRPr="00CA52B4">
        <w:rPr>
          <w:noProof/>
          <w:rtl/>
        </w:rPr>
        <w:t>92</w:t>
      </w:r>
    </w:p>
    <w:p w:rsidR="00843DF1" w:rsidRDefault="00843DF1" w:rsidP="00AB3F16">
      <w:pPr>
        <w:pStyle w:val="libNormal"/>
        <w:rPr>
          <w:noProof/>
          <w:rtl/>
        </w:rPr>
      </w:pPr>
      <w:r>
        <w:rPr>
          <w:noProof/>
          <w:rtl/>
        </w:rPr>
        <w:br w:type="page"/>
      </w:r>
      <w:r w:rsidRPr="00CA52B4">
        <w:rPr>
          <w:noProof/>
          <w:rtl/>
        </w:rPr>
        <w:lastRenderedPageBreak/>
        <w:t>ثابت الأنصاري</w:t>
      </w:r>
      <w:r>
        <w:rPr>
          <w:noProof/>
          <w:rtl/>
        </w:rPr>
        <w:tab/>
      </w:r>
      <w:r w:rsidRPr="00CA52B4">
        <w:rPr>
          <w:noProof/>
          <w:rtl/>
        </w:rPr>
        <w:t>93</w:t>
      </w:r>
    </w:p>
    <w:p w:rsidR="00843DF1" w:rsidRDefault="00843DF1" w:rsidP="00AB3F16">
      <w:pPr>
        <w:pStyle w:val="libNormal"/>
        <w:rPr>
          <w:noProof/>
          <w:rtl/>
        </w:rPr>
      </w:pPr>
      <w:r w:rsidRPr="00CA52B4">
        <w:rPr>
          <w:noProof/>
          <w:rtl/>
        </w:rPr>
        <w:t>ثعلبة بن عمرو بن محصن</w:t>
      </w:r>
    </w:p>
    <w:p w:rsidR="00843DF1" w:rsidRPr="00CA52B4" w:rsidRDefault="00843DF1" w:rsidP="00AB3F16">
      <w:pPr>
        <w:pStyle w:val="libNormal"/>
        <w:rPr>
          <w:noProof/>
          <w:rtl/>
        </w:rPr>
      </w:pPr>
      <w:r w:rsidRPr="00CA52B4">
        <w:rPr>
          <w:noProof/>
          <w:rtl/>
        </w:rPr>
        <w:t>ثعلبة بن يزيد الحماني</w:t>
      </w:r>
    </w:p>
    <w:p w:rsidR="00843DF1" w:rsidRDefault="00843DF1" w:rsidP="00AB3F16">
      <w:pPr>
        <w:pStyle w:val="libNormal"/>
        <w:rPr>
          <w:noProof/>
          <w:rtl/>
        </w:rPr>
      </w:pPr>
      <w:r w:rsidRPr="00CA52B4">
        <w:rPr>
          <w:noProof/>
          <w:rtl/>
        </w:rPr>
        <w:t>جابر الحداني</w:t>
      </w:r>
      <w:r>
        <w:rPr>
          <w:noProof/>
          <w:rtl/>
        </w:rPr>
        <w:tab/>
      </w:r>
      <w:r w:rsidRPr="00CA52B4">
        <w:rPr>
          <w:noProof/>
          <w:rtl/>
        </w:rPr>
        <w:t>95</w:t>
      </w:r>
    </w:p>
    <w:p w:rsidR="00843DF1" w:rsidRDefault="00843DF1" w:rsidP="00AB3F16">
      <w:pPr>
        <w:pStyle w:val="libNormal"/>
        <w:rPr>
          <w:noProof/>
        </w:rPr>
      </w:pPr>
      <w:r w:rsidRPr="00CA52B4">
        <w:rPr>
          <w:noProof/>
          <w:rtl/>
        </w:rPr>
        <w:t>جابر أبو خالد الكوفي</w:t>
      </w:r>
    </w:p>
    <w:p w:rsidR="00843DF1" w:rsidRDefault="00843DF1" w:rsidP="00AB3F16">
      <w:pPr>
        <w:pStyle w:val="libNormal"/>
        <w:rPr>
          <w:noProof/>
        </w:rPr>
      </w:pPr>
      <w:r w:rsidRPr="00CA52B4">
        <w:rPr>
          <w:noProof/>
          <w:rtl/>
        </w:rPr>
        <w:t>جابر العبدي</w:t>
      </w:r>
    </w:p>
    <w:p w:rsidR="00843DF1" w:rsidRDefault="00843DF1" w:rsidP="00AB3F16">
      <w:pPr>
        <w:pStyle w:val="libNormal"/>
        <w:rPr>
          <w:noProof/>
          <w:rtl/>
        </w:rPr>
      </w:pPr>
      <w:r w:rsidRPr="00CA52B4">
        <w:rPr>
          <w:noProof/>
          <w:rtl/>
        </w:rPr>
        <w:t>جابر بن عبد الله الأنصاري</w:t>
      </w:r>
      <w:r>
        <w:rPr>
          <w:noProof/>
          <w:rtl/>
        </w:rPr>
        <w:tab/>
      </w:r>
      <w:r w:rsidRPr="00CA52B4">
        <w:rPr>
          <w:noProof/>
          <w:rtl/>
        </w:rPr>
        <w:t>96</w:t>
      </w:r>
    </w:p>
    <w:p w:rsidR="00843DF1" w:rsidRDefault="00843DF1" w:rsidP="00AB3F16">
      <w:pPr>
        <w:pStyle w:val="libNormal"/>
        <w:rPr>
          <w:noProof/>
          <w:rtl/>
        </w:rPr>
      </w:pPr>
      <w:r w:rsidRPr="00CA52B4">
        <w:rPr>
          <w:noProof/>
          <w:rtl/>
        </w:rPr>
        <w:t>جابر بن عمير جارية بن زيد</w:t>
      </w:r>
      <w:r>
        <w:rPr>
          <w:noProof/>
          <w:rtl/>
        </w:rPr>
        <w:tab/>
      </w:r>
      <w:r w:rsidRPr="00CA52B4">
        <w:rPr>
          <w:noProof/>
          <w:rtl/>
        </w:rPr>
        <w:t>97</w:t>
      </w:r>
    </w:p>
    <w:p w:rsidR="00843DF1" w:rsidRDefault="00843DF1" w:rsidP="00AB3F16">
      <w:pPr>
        <w:pStyle w:val="libNormal"/>
        <w:rPr>
          <w:noProof/>
          <w:rtl/>
        </w:rPr>
      </w:pPr>
      <w:r w:rsidRPr="00CA52B4">
        <w:rPr>
          <w:noProof/>
          <w:rtl/>
        </w:rPr>
        <w:t>جارية بن قدامة بن مالك</w:t>
      </w:r>
      <w:r>
        <w:rPr>
          <w:noProof/>
          <w:rtl/>
        </w:rPr>
        <w:tab/>
      </w:r>
      <w:r w:rsidRPr="00CA52B4">
        <w:rPr>
          <w:noProof/>
          <w:rtl/>
        </w:rPr>
        <w:t>98</w:t>
      </w:r>
    </w:p>
    <w:p w:rsidR="00843DF1" w:rsidRDefault="00843DF1" w:rsidP="00AB3F16">
      <w:pPr>
        <w:pStyle w:val="libNormal"/>
        <w:rPr>
          <w:noProof/>
          <w:rtl/>
        </w:rPr>
      </w:pPr>
      <w:r w:rsidRPr="00CA52B4">
        <w:rPr>
          <w:noProof/>
          <w:rtl/>
        </w:rPr>
        <w:t>جارية بن المثنى</w:t>
      </w:r>
      <w:r>
        <w:rPr>
          <w:noProof/>
          <w:rtl/>
        </w:rPr>
        <w:tab/>
      </w:r>
      <w:r>
        <w:rPr>
          <w:rFonts w:hint="cs"/>
          <w:noProof/>
          <w:rtl/>
        </w:rPr>
        <w:t>9</w:t>
      </w:r>
      <w:r w:rsidRPr="00CA52B4">
        <w:rPr>
          <w:noProof/>
          <w:rtl/>
        </w:rPr>
        <w:t>9</w:t>
      </w:r>
    </w:p>
    <w:p w:rsidR="00843DF1" w:rsidRDefault="00843DF1" w:rsidP="00AB3F16">
      <w:pPr>
        <w:pStyle w:val="libNormal"/>
        <w:rPr>
          <w:noProof/>
        </w:rPr>
      </w:pPr>
      <w:r w:rsidRPr="00CA52B4">
        <w:rPr>
          <w:noProof/>
          <w:rtl/>
        </w:rPr>
        <w:t>جبر بن أنس بن أبي زريق</w:t>
      </w:r>
    </w:p>
    <w:p w:rsidR="00843DF1" w:rsidRDefault="00843DF1" w:rsidP="00AB3F16">
      <w:pPr>
        <w:pStyle w:val="libNormal"/>
        <w:rPr>
          <w:noProof/>
        </w:rPr>
      </w:pPr>
      <w:r w:rsidRPr="00CA52B4">
        <w:rPr>
          <w:noProof/>
          <w:rtl/>
        </w:rPr>
        <w:t>جبلة بن ثعلبة</w:t>
      </w:r>
    </w:p>
    <w:p w:rsidR="00843DF1" w:rsidRDefault="00843DF1" w:rsidP="00AB3F16">
      <w:pPr>
        <w:pStyle w:val="libNormal"/>
        <w:rPr>
          <w:noProof/>
          <w:rtl/>
        </w:rPr>
      </w:pPr>
      <w:r w:rsidRPr="00CA52B4">
        <w:rPr>
          <w:noProof/>
          <w:rtl/>
        </w:rPr>
        <w:t>جبلة بن حممة</w:t>
      </w:r>
      <w:r>
        <w:rPr>
          <w:noProof/>
          <w:rtl/>
        </w:rPr>
        <w:tab/>
      </w:r>
      <w:r w:rsidRPr="00CA52B4">
        <w:rPr>
          <w:noProof/>
          <w:rtl/>
        </w:rPr>
        <w:t>100</w:t>
      </w:r>
    </w:p>
    <w:p w:rsidR="00843DF1" w:rsidRDefault="00843DF1" w:rsidP="00AB3F16">
      <w:pPr>
        <w:pStyle w:val="libNormal"/>
        <w:rPr>
          <w:noProof/>
        </w:rPr>
      </w:pPr>
      <w:r w:rsidRPr="00CA52B4">
        <w:rPr>
          <w:noProof/>
          <w:rtl/>
        </w:rPr>
        <w:t>جبلة بن أبي سفيان</w:t>
      </w:r>
    </w:p>
    <w:p w:rsidR="00843DF1" w:rsidRDefault="00843DF1" w:rsidP="00AB3F16">
      <w:pPr>
        <w:pStyle w:val="libNormal"/>
        <w:rPr>
          <w:noProof/>
        </w:rPr>
      </w:pPr>
      <w:r w:rsidRPr="00CA52B4">
        <w:rPr>
          <w:noProof/>
          <w:rtl/>
        </w:rPr>
        <w:t>جبلة بن عطية الذهلي</w:t>
      </w:r>
    </w:p>
    <w:p w:rsidR="00843DF1" w:rsidRDefault="00843DF1" w:rsidP="00AB3F16">
      <w:pPr>
        <w:pStyle w:val="libNormal"/>
        <w:rPr>
          <w:noProof/>
          <w:rtl/>
        </w:rPr>
      </w:pPr>
      <w:r w:rsidRPr="00CA52B4">
        <w:rPr>
          <w:noProof/>
          <w:rtl/>
        </w:rPr>
        <w:t>جبلة بن علي الشيباني</w:t>
      </w:r>
      <w:r>
        <w:rPr>
          <w:noProof/>
          <w:rtl/>
        </w:rPr>
        <w:tab/>
      </w:r>
      <w:r w:rsidRPr="00CA52B4">
        <w:rPr>
          <w:noProof/>
          <w:rtl/>
        </w:rPr>
        <w:t>101</w:t>
      </w:r>
    </w:p>
    <w:p w:rsidR="00843DF1" w:rsidRDefault="00843DF1" w:rsidP="00AB3F16">
      <w:pPr>
        <w:pStyle w:val="libNormal"/>
        <w:rPr>
          <w:noProof/>
          <w:rtl/>
        </w:rPr>
      </w:pPr>
      <w:r w:rsidRPr="00CA52B4">
        <w:rPr>
          <w:noProof/>
          <w:rtl/>
        </w:rPr>
        <w:t>جبير بن هشام</w:t>
      </w:r>
      <w:r>
        <w:rPr>
          <w:noProof/>
          <w:rtl/>
        </w:rPr>
        <w:tab/>
      </w:r>
      <w:r w:rsidRPr="00CA52B4">
        <w:rPr>
          <w:noProof/>
          <w:rtl/>
        </w:rPr>
        <w:t>102</w:t>
      </w:r>
    </w:p>
    <w:p w:rsidR="00843DF1" w:rsidRDefault="00843DF1" w:rsidP="00AB3F16">
      <w:pPr>
        <w:pStyle w:val="libNormal"/>
        <w:rPr>
          <w:noProof/>
          <w:rtl/>
        </w:rPr>
      </w:pPr>
      <w:r w:rsidRPr="00CA52B4">
        <w:rPr>
          <w:noProof/>
          <w:rtl/>
        </w:rPr>
        <w:t>جبير بن الحباب</w:t>
      </w:r>
      <w:r>
        <w:rPr>
          <w:noProof/>
          <w:rtl/>
        </w:rPr>
        <w:tab/>
      </w:r>
      <w:r w:rsidRPr="00CA52B4">
        <w:rPr>
          <w:noProof/>
          <w:rtl/>
        </w:rPr>
        <w:t>105</w:t>
      </w:r>
    </w:p>
    <w:p w:rsidR="00843DF1" w:rsidRDefault="00843DF1" w:rsidP="00AB3F16">
      <w:pPr>
        <w:pStyle w:val="libNormal"/>
        <w:rPr>
          <w:noProof/>
          <w:rtl/>
        </w:rPr>
      </w:pPr>
      <w:r w:rsidRPr="00CA52B4">
        <w:rPr>
          <w:noProof/>
          <w:rtl/>
        </w:rPr>
        <w:t>جبير بن شفا المصري</w:t>
      </w:r>
      <w:r>
        <w:rPr>
          <w:noProof/>
          <w:rtl/>
        </w:rPr>
        <w:tab/>
      </w:r>
      <w:r w:rsidRPr="00CA52B4">
        <w:rPr>
          <w:noProof/>
          <w:rtl/>
        </w:rPr>
        <w:t>106</w:t>
      </w:r>
    </w:p>
    <w:p w:rsidR="00843DF1" w:rsidRDefault="00843DF1" w:rsidP="00AB3F16">
      <w:pPr>
        <w:pStyle w:val="libNormal"/>
        <w:rPr>
          <w:noProof/>
        </w:rPr>
      </w:pPr>
      <w:r w:rsidRPr="00CA52B4">
        <w:rPr>
          <w:noProof/>
          <w:rtl/>
        </w:rPr>
        <w:t>جبلة بن عمرو بن ثعلبة</w:t>
      </w:r>
    </w:p>
    <w:p w:rsidR="00843DF1" w:rsidRDefault="00843DF1" w:rsidP="00AB3F16">
      <w:pPr>
        <w:pStyle w:val="libNormal"/>
        <w:rPr>
          <w:noProof/>
        </w:rPr>
      </w:pPr>
      <w:r w:rsidRPr="00CA52B4">
        <w:rPr>
          <w:noProof/>
          <w:rtl/>
        </w:rPr>
        <w:t>جحارة بن سعد الأنصاري</w:t>
      </w:r>
    </w:p>
    <w:p w:rsidR="00843DF1" w:rsidRDefault="00843DF1" w:rsidP="00AB3F16">
      <w:pPr>
        <w:pStyle w:val="libNormal"/>
        <w:rPr>
          <w:noProof/>
          <w:rtl/>
        </w:rPr>
      </w:pPr>
      <w:r w:rsidRPr="00CA52B4">
        <w:rPr>
          <w:noProof/>
          <w:rtl/>
        </w:rPr>
        <w:t>جحل بن عامر</w:t>
      </w:r>
      <w:r>
        <w:rPr>
          <w:noProof/>
          <w:rtl/>
        </w:rPr>
        <w:tab/>
      </w:r>
      <w:r w:rsidRPr="00CA52B4">
        <w:rPr>
          <w:noProof/>
          <w:rtl/>
        </w:rPr>
        <w:t>107</w:t>
      </w:r>
    </w:p>
    <w:p w:rsidR="00843DF1" w:rsidRDefault="00843DF1" w:rsidP="00AB3F16">
      <w:pPr>
        <w:pStyle w:val="libNormal"/>
        <w:rPr>
          <w:noProof/>
        </w:rPr>
      </w:pPr>
      <w:r w:rsidRPr="00CA52B4">
        <w:rPr>
          <w:noProof/>
          <w:rtl/>
        </w:rPr>
        <w:t>جرجة</w:t>
      </w:r>
    </w:p>
    <w:p w:rsidR="00843DF1" w:rsidRDefault="00843DF1" w:rsidP="00AB3F16">
      <w:pPr>
        <w:pStyle w:val="libNormal"/>
        <w:rPr>
          <w:noProof/>
        </w:rPr>
      </w:pPr>
      <w:r w:rsidRPr="00CA52B4">
        <w:rPr>
          <w:noProof/>
          <w:rtl/>
        </w:rPr>
        <w:t>جراح أبو العذافر الكوفي</w:t>
      </w:r>
    </w:p>
    <w:p w:rsidR="00843DF1" w:rsidRDefault="00843DF1" w:rsidP="00AB3F16">
      <w:pPr>
        <w:pStyle w:val="libNormal"/>
        <w:rPr>
          <w:noProof/>
        </w:rPr>
      </w:pPr>
      <w:r w:rsidRPr="00CA52B4">
        <w:rPr>
          <w:noProof/>
          <w:rtl/>
        </w:rPr>
        <w:t>جرموز الهجيمي</w:t>
      </w:r>
    </w:p>
    <w:p w:rsidR="00843DF1" w:rsidRDefault="00843DF1" w:rsidP="00AB3F16">
      <w:pPr>
        <w:pStyle w:val="libNormal"/>
        <w:rPr>
          <w:noProof/>
        </w:rPr>
      </w:pPr>
      <w:r w:rsidRPr="00CA52B4">
        <w:rPr>
          <w:noProof/>
          <w:rtl/>
        </w:rPr>
        <w:t>جرير بن سهم التميمي</w:t>
      </w:r>
    </w:p>
    <w:p w:rsidR="00843DF1" w:rsidRDefault="00843DF1" w:rsidP="00AB3F16">
      <w:pPr>
        <w:pStyle w:val="libNormal"/>
        <w:rPr>
          <w:noProof/>
          <w:rtl/>
        </w:rPr>
      </w:pPr>
      <w:r w:rsidRPr="00CA52B4">
        <w:rPr>
          <w:noProof/>
          <w:rtl/>
        </w:rPr>
        <w:t>جرير أبو غزوان الضبي</w:t>
      </w:r>
      <w:r>
        <w:rPr>
          <w:noProof/>
          <w:rtl/>
        </w:rPr>
        <w:tab/>
      </w:r>
      <w:r w:rsidRPr="00CA52B4">
        <w:rPr>
          <w:noProof/>
          <w:rtl/>
        </w:rPr>
        <w:t>108</w:t>
      </w:r>
    </w:p>
    <w:p w:rsidR="00843DF1" w:rsidRDefault="00843DF1" w:rsidP="00AB3F16">
      <w:pPr>
        <w:pStyle w:val="libNormal"/>
        <w:rPr>
          <w:noProof/>
        </w:rPr>
      </w:pPr>
      <w:r w:rsidRPr="00CA52B4">
        <w:rPr>
          <w:noProof/>
          <w:rtl/>
        </w:rPr>
        <w:t>جرير بن عبد الله</w:t>
      </w:r>
    </w:p>
    <w:p w:rsidR="00843DF1" w:rsidRDefault="00843DF1" w:rsidP="00AB3F16">
      <w:pPr>
        <w:pStyle w:val="libNormal"/>
        <w:rPr>
          <w:noProof/>
          <w:rtl/>
        </w:rPr>
      </w:pPr>
      <w:r w:rsidRPr="00CA52B4">
        <w:rPr>
          <w:noProof/>
          <w:rtl/>
        </w:rPr>
        <w:t>جرير بن كلب</w:t>
      </w:r>
      <w:r>
        <w:rPr>
          <w:noProof/>
          <w:rtl/>
        </w:rPr>
        <w:tab/>
      </w:r>
      <w:r w:rsidRPr="00CA52B4">
        <w:rPr>
          <w:noProof/>
          <w:rtl/>
        </w:rPr>
        <w:t>110</w:t>
      </w:r>
    </w:p>
    <w:p w:rsidR="00843DF1" w:rsidRDefault="00843DF1" w:rsidP="00AB3F16">
      <w:pPr>
        <w:pStyle w:val="libNormal"/>
        <w:rPr>
          <w:noProof/>
        </w:rPr>
      </w:pPr>
      <w:r>
        <w:rPr>
          <w:noProof/>
          <w:rtl/>
        </w:rPr>
        <w:br w:type="page"/>
      </w:r>
      <w:r w:rsidRPr="00CA52B4">
        <w:rPr>
          <w:noProof/>
          <w:rtl/>
        </w:rPr>
        <w:lastRenderedPageBreak/>
        <w:t>جرير بن هنب</w:t>
      </w:r>
    </w:p>
    <w:p w:rsidR="00843DF1" w:rsidRDefault="00843DF1" w:rsidP="00AB3F16">
      <w:pPr>
        <w:pStyle w:val="libNormal"/>
        <w:rPr>
          <w:noProof/>
        </w:rPr>
      </w:pPr>
      <w:r w:rsidRPr="00CA52B4">
        <w:rPr>
          <w:noProof/>
          <w:rtl/>
        </w:rPr>
        <w:t>جريش السكوني</w:t>
      </w:r>
    </w:p>
    <w:p w:rsidR="00843DF1" w:rsidRDefault="00843DF1" w:rsidP="00AB3F16">
      <w:pPr>
        <w:pStyle w:val="libNormal"/>
        <w:rPr>
          <w:noProof/>
          <w:rtl/>
        </w:rPr>
      </w:pPr>
      <w:r w:rsidRPr="00CA52B4">
        <w:rPr>
          <w:noProof/>
          <w:rtl/>
        </w:rPr>
        <w:t>جعفر بن أبي ثروان</w:t>
      </w:r>
      <w:r>
        <w:rPr>
          <w:noProof/>
          <w:rtl/>
        </w:rPr>
        <w:tab/>
      </w:r>
      <w:r w:rsidRPr="00CA52B4">
        <w:rPr>
          <w:noProof/>
          <w:rtl/>
        </w:rPr>
        <w:t>111</w:t>
      </w:r>
    </w:p>
    <w:p w:rsidR="00843DF1" w:rsidRDefault="00843DF1" w:rsidP="00AB3F16">
      <w:pPr>
        <w:pStyle w:val="libNormal"/>
        <w:rPr>
          <w:noProof/>
        </w:rPr>
      </w:pPr>
      <w:r w:rsidRPr="00CA52B4">
        <w:rPr>
          <w:noProof/>
          <w:rtl/>
        </w:rPr>
        <w:t>جعدة بن هبيرة</w:t>
      </w:r>
    </w:p>
    <w:p w:rsidR="00843DF1" w:rsidRDefault="00843DF1" w:rsidP="00AB3F16">
      <w:pPr>
        <w:pStyle w:val="libNormal"/>
        <w:rPr>
          <w:noProof/>
          <w:rtl/>
        </w:rPr>
      </w:pPr>
      <w:r w:rsidRPr="00CA52B4">
        <w:rPr>
          <w:noProof/>
          <w:rtl/>
        </w:rPr>
        <w:t>جعفر بن عبد الله الأشجعي</w:t>
      </w:r>
      <w:r>
        <w:rPr>
          <w:noProof/>
          <w:rtl/>
        </w:rPr>
        <w:tab/>
      </w:r>
      <w:r w:rsidRPr="00CA52B4">
        <w:rPr>
          <w:noProof/>
          <w:rtl/>
        </w:rPr>
        <w:t>112</w:t>
      </w:r>
    </w:p>
    <w:p w:rsidR="00843DF1" w:rsidRDefault="00843DF1" w:rsidP="00AB3F16">
      <w:pPr>
        <w:pStyle w:val="libNormal"/>
        <w:rPr>
          <w:noProof/>
        </w:rPr>
      </w:pPr>
      <w:r w:rsidRPr="00CA52B4">
        <w:rPr>
          <w:noProof/>
          <w:rtl/>
        </w:rPr>
        <w:t>جعفر بن جرفاس</w:t>
      </w:r>
    </w:p>
    <w:p w:rsidR="00843DF1" w:rsidRDefault="00843DF1" w:rsidP="00AB3F16">
      <w:pPr>
        <w:pStyle w:val="libNormal"/>
        <w:rPr>
          <w:noProof/>
        </w:rPr>
      </w:pPr>
      <w:r w:rsidRPr="00CA52B4">
        <w:rPr>
          <w:noProof/>
          <w:rtl/>
        </w:rPr>
        <w:t>جعفر بن حذيفة</w:t>
      </w:r>
    </w:p>
    <w:p w:rsidR="00843DF1" w:rsidRDefault="00843DF1" w:rsidP="00AB3F16">
      <w:pPr>
        <w:pStyle w:val="libNormal"/>
        <w:rPr>
          <w:noProof/>
        </w:rPr>
      </w:pPr>
      <w:r w:rsidRPr="00CA52B4">
        <w:rPr>
          <w:noProof/>
          <w:rtl/>
        </w:rPr>
        <w:t>جعيد الهمداني</w:t>
      </w:r>
    </w:p>
    <w:p w:rsidR="00843DF1" w:rsidRDefault="00843DF1" w:rsidP="00AB3F16">
      <w:pPr>
        <w:pStyle w:val="libNormal"/>
        <w:rPr>
          <w:noProof/>
          <w:rtl/>
        </w:rPr>
      </w:pPr>
      <w:r w:rsidRPr="00CA52B4">
        <w:rPr>
          <w:noProof/>
          <w:rtl/>
        </w:rPr>
        <w:t>جلاس بن عمير</w:t>
      </w:r>
      <w:r>
        <w:rPr>
          <w:noProof/>
          <w:rtl/>
        </w:rPr>
        <w:tab/>
      </w:r>
      <w:r w:rsidRPr="00CA52B4">
        <w:rPr>
          <w:noProof/>
          <w:rtl/>
        </w:rPr>
        <w:t>113</w:t>
      </w:r>
    </w:p>
    <w:p w:rsidR="00843DF1" w:rsidRDefault="00843DF1" w:rsidP="00AB3F16">
      <w:pPr>
        <w:pStyle w:val="libNormal"/>
        <w:rPr>
          <w:noProof/>
        </w:rPr>
      </w:pPr>
      <w:r w:rsidRPr="00CA52B4">
        <w:rPr>
          <w:noProof/>
          <w:rtl/>
        </w:rPr>
        <w:t>جلهمة بن هلال الكلبي</w:t>
      </w:r>
    </w:p>
    <w:p w:rsidR="00843DF1" w:rsidRDefault="00843DF1" w:rsidP="00AB3F16">
      <w:pPr>
        <w:pStyle w:val="libNormal"/>
        <w:rPr>
          <w:noProof/>
        </w:rPr>
      </w:pPr>
      <w:r w:rsidRPr="00CA52B4">
        <w:rPr>
          <w:noProof/>
          <w:rtl/>
        </w:rPr>
        <w:t>جهم الراسبي</w:t>
      </w:r>
    </w:p>
    <w:p w:rsidR="00843DF1" w:rsidRDefault="00843DF1" w:rsidP="00AB3F16">
      <w:pPr>
        <w:pStyle w:val="libNormal"/>
        <w:rPr>
          <w:noProof/>
        </w:rPr>
      </w:pPr>
      <w:r w:rsidRPr="00CA52B4">
        <w:rPr>
          <w:noProof/>
          <w:rtl/>
        </w:rPr>
        <w:t>الجهم بن المعلّى</w:t>
      </w:r>
    </w:p>
    <w:p w:rsidR="00843DF1" w:rsidRDefault="00843DF1" w:rsidP="00AB3F16">
      <w:pPr>
        <w:pStyle w:val="libNormal"/>
        <w:rPr>
          <w:noProof/>
        </w:rPr>
      </w:pPr>
      <w:r w:rsidRPr="00CA52B4">
        <w:rPr>
          <w:noProof/>
          <w:rtl/>
        </w:rPr>
        <w:t>جميل بن سنان</w:t>
      </w:r>
    </w:p>
    <w:p w:rsidR="00843DF1" w:rsidRDefault="00843DF1" w:rsidP="00AB3F16">
      <w:pPr>
        <w:pStyle w:val="libNormal"/>
        <w:rPr>
          <w:noProof/>
        </w:rPr>
      </w:pPr>
      <w:r w:rsidRPr="00CA52B4">
        <w:rPr>
          <w:noProof/>
          <w:rtl/>
        </w:rPr>
        <w:t>جميل بن كعب الثعلبي</w:t>
      </w:r>
    </w:p>
    <w:p w:rsidR="00843DF1" w:rsidRDefault="00843DF1" w:rsidP="00AB3F16">
      <w:pPr>
        <w:pStyle w:val="libNormal"/>
        <w:rPr>
          <w:noProof/>
          <w:rtl/>
        </w:rPr>
      </w:pPr>
      <w:r w:rsidRPr="00CA52B4">
        <w:rPr>
          <w:noProof/>
          <w:rtl/>
        </w:rPr>
        <w:t>جنادة بن الأشعث</w:t>
      </w:r>
      <w:r>
        <w:rPr>
          <w:noProof/>
          <w:rtl/>
        </w:rPr>
        <w:tab/>
      </w:r>
      <w:r w:rsidRPr="00CA52B4">
        <w:rPr>
          <w:noProof/>
          <w:rtl/>
        </w:rPr>
        <w:t>114</w:t>
      </w:r>
    </w:p>
    <w:p w:rsidR="00843DF1" w:rsidRDefault="00843DF1" w:rsidP="00AB3F16">
      <w:pPr>
        <w:pStyle w:val="libNormal"/>
        <w:rPr>
          <w:noProof/>
        </w:rPr>
      </w:pPr>
      <w:r w:rsidRPr="00CA52B4">
        <w:rPr>
          <w:noProof/>
          <w:rtl/>
        </w:rPr>
        <w:t xml:space="preserve">جندب بن جنادة </w:t>
      </w:r>
      <w:r>
        <w:rPr>
          <w:noProof/>
          <w:rtl/>
        </w:rPr>
        <w:t>(</w:t>
      </w:r>
      <w:r w:rsidRPr="00CA52B4">
        <w:rPr>
          <w:noProof/>
          <w:rtl/>
        </w:rPr>
        <w:t>أبو ذر الغفاري</w:t>
      </w:r>
      <w:r>
        <w:rPr>
          <w:noProof/>
          <w:rtl/>
        </w:rPr>
        <w:t>)</w:t>
      </w:r>
    </w:p>
    <w:p w:rsidR="00843DF1" w:rsidRDefault="00843DF1" w:rsidP="00AB3F16">
      <w:pPr>
        <w:pStyle w:val="libNormal"/>
        <w:rPr>
          <w:noProof/>
          <w:rtl/>
        </w:rPr>
      </w:pPr>
      <w:r w:rsidRPr="00CA52B4">
        <w:rPr>
          <w:noProof/>
          <w:rtl/>
        </w:rPr>
        <w:t>جندب بن حجير</w:t>
      </w:r>
      <w:r>
        <w:rPr>
          <w:noProof/>
          <w:rtl/>
        </w:rPr>
        <w:tab/>
      </w:r>
      <w:r w:rsidRPr="00CA52B4">
        <w:rPr>
          <w:noProof/>
          <w:rtl/>
        </w:rPr>
        <w:t>118</w:t>
      </w:r>
    </w:p>
    <w:p w:rsidR="00843DF1" w:rsidRDefault="00843DF1" w:rsidP="00AB3F16">
      <w:pPr>
        <w:pStyle w:val="libNormal"/>
        <w:rPr>
          <w:noProof/>
        </w:rPr>
      </w:pPr>
      <w:r w:rsidRPr="00CA52B4">
        <w:rPr>
          <w:noProof/>
          <w:rtl/>
        </w:rPr>
        <w:t>جندب بن عبد الله</w:t>
      </w:r>
      <w:r>
        <w:rPr>
          <w:noProof/>
          <w:rtl/>
        </w:rPr>
        <w:tab/>
      </w:r>
      <w:r w:rsidRPr="00CA52B4">
        <w:rPr>
          <w:noProof/>
          <w:rtl/>
        </w:rPr>
        <w:t>119</w:t>
      </w:r>
    </w:p>
    <w:p w:rsidR="00843DF1" w:rsidRDefault="00843DF1" w:rsidP="00AB3F16">
      <w:pPr>
        <w:pStyle w:val="libNormal"/>
        <w:rPr>
          <w:noProof/>
          <w:rtl/>
        </w:rPr>
      </w:pPr>
      <w:r w:rsidRPr="00CA52B4">
        <w:rPr>
          <w:noProof/>
          <w:rtl/>
        </w:rPr>
        <w:t>جندب بن عفيف الأزدي</w:t>
      </w:r>
      <w:r>
        <w:rPr>
          <w:noProof/>
          <w:rtl/>
        </w:rPr>
        <w:tab/>
      </w:r>
      <w:r w:rsidRPr="00CA52B4">
        <w:rPr>
          <w:noProof/>
          <w:rtl/>
        </w:rPr>
        <w:t>120</w:t>
      </w:r>
    </w:p>
    <w:p w:rsidR="00843DF1" w:rsidRDefault="00843DF1" w:rsidP="00AB3F16">
      <w:pPr>
        <w:pStyle w:val="libNormal"/>
        <w:rPr>
          <w:noProof/>
          <w:rtl/>
        </w:rPr>
      </w:pPr>
      <w:r w:rsidRPr="00CA52B4">
        <w:rPr>
          <w:noProof/>
          <w:rtl/>
        </w:rPr>
        <w:t>جوهر بن جابر الخفر</w:t>
      </w:r>
      <w:r>
        <w:rPr>
          <w:noProof/>
          <w:rtl/>
        </w:rPr>
        <w:tab/>
      </w:r>
      <w:r w:rsidRPr="00CA52B4">
        <w:rPr>
          <w:noProof/>
          <w:rtl/>
        </w:rPr>
        <w:t>121</w:t>
      </w:r>
    </w:p>
    <w:p w:rsidR="00843DF1" w:rsidRDefault="00843DF1" w:rsidP="00AB3F16">
      <w:pPr>
        <w:pStyle w:val="libNormal"/>
        <w:rPr>
          <w:noProof/>
        </w:rPr>
      </w:pPr>
      <w:r w:rsidRPr="00CA52B4">
        <w:rPr>
          <w:noProof/>
          <w:rtl/>
        </w:rPr>
        <w:t>جويرية بن مسهر العبدي</w:t>
      </w:r>
    </w:p>
    <w:p w:rsidR="00843DF1" w:rsidRDefault="00843DF1" w:rsidP="00AB3F16">
      <w:pPr>
        <w:pStyle w:val="libNormal"/>
        <w:rPr>
          <w:noProof/>
        </w:rPr>
      </w:pPr>
      <w:r w:rsidRPr="00CA52B4">
        <w:rPr>
          <w:noProof/>
          <w:rtl/>
        </w:rPr>
        <w:t>جوين والد أبي هارون</w:t>
      </w:r>
    </w:p>
    <w:p w:rsidR="00843DF1" w:rsidRPr="00CA52B4" w:rsidRDefault="00843DF1" w:rsidP="00AB3F16">
      <w:pPr>
        <w:pStyle w:val="libNormal"/>
        <w:rPr>
          <w:noProof/>
          <w:rtl/>
        </w:rPr>
      </w:pPr>
      <w:r w:rsidRPr="00CA52B4">
        <w:rPr>
          <w:noProof/>
          <w:rtl/>
        </w:rPr>
        <w:t>جيش أبو المعتمر الكناني</w:t>
      </w:r>
      <w:r>
        <w:rPr>
          <w:noProof/>
          <w:rtl/>
        </w:rPr>
        <w:tab/>
      </w:r>
      <w:r w:rsidRPr="00CA52B4">
        <w:rPr>
          <w:noProof/>
          <w:rtl/>
        </w:rPr>
        <w:t>122</w:t>
      </w:r>
    </w:p>
    <w:p w:rsidR="00843DF1" w:rsidRDefault="00843DF1" w:rsidP="00AB3F16">
      <w:pPr>
        <w:pStyle w:val="libNormal"/>
        <w:rPr>
          <w:noProof/>
          <w:rtl/>
        </w:rPr>
      </w:pPr>
      <w:r w:rsidRPr="00CA52B4">
        <w:rPr>
          <w:noProof/>
          <w:rtl/>
        </w:rPr>
        <w:t>الحارث الأزدي</w:t>
      </w:r>
      <w:r>
        <w:rPr>
          <w:noProof/>
          <w:rtl/>
        </w:rPr>
        <w:tab/>
      </w:r>
      <w:r w:rsidRPr="00CA52B4">
        <w:rPr>
          <w:noProof/>
          <w:rtl/>
        </w:rPr>
        <w:t>123</w:t>
      </w:r>
    </w:p>
    <w:p w:rsidR="00843DF1" w:rsidRDefault="00843DF1" w:rsidP="00AB3F16">
      <w:pPr>
        <w:pStyle w:val="libNormal"/>
        <w:rPr>
          <w:noProof/>
        </w:rPr>
      </w:pPr>
      <w:r w:rsidRPr="00CA52B4">
        <w:rPr>
          <w:noProof/>
          <w:rtl/>
        </w:rPr>
        <w:t>الحارث بن أثوب الأسدي</w:t>
      </w:r>
    </w:p>
    <w:p w:rsidR="00843DF1" w:rsidRDefault="00843DF1" w:rsidP="00AB3F16">
      <w:pPr>
        <w:pStyle w:val="libNormal"/>
        <w:rPr>
          <w:noProof/>
        </w:rPr>
      </w:pPr>
      <w:r w:rsidRPr="00CA52B4">
        <w:rPr>
          <w:noProof/>
          <w:rtl/>
        </w:rPr>
        <w:t>الحارث بن بشر</w:t>
      </w:r>
    </w:p>
    <w:p w:rsidR="00843DF1" w:rsidRDefault="00843DF1" w:rsidP="00AB3F16">
      <w:pPr>
        <w:pStyle w:val="libNormal"/>
        <w:rPr>
          <w:noProof/>
          <w:rtl/>
        </w:rPr>
      </w:pPr>
      <w:r w:rsidRPr="00CA52B4">
        <w:rPr>
          <w:noProof/>
          <w:rtl/>
        </w:rPr>
        <w:t>الحارث بن الجلاح</w:t>
      </w:r>
      <w:r>
        <w:rPr>
          <w:noProof/>
          <w:rtl/>
        </w:rPr>
        <w:tab/>
      </w:r>
      <w:r w:rsidRPr="00CA52B4">
        <w:rPr>
          <w:noProof/>
          <w:rtl/>
        </w:rPr>
        <w:t>124</w:t>
      </w:r>
    </w:p>
    <w:p w:rsidR="00843DF1" w:rsidRDefault="00843DF1" w:rsidP="00AB3F16">
      <w:pPr>
        <w:pStyle w:val="libNormal"/>
        <w:rPr>
          <w:noProof/>
        </w:rPr>
      </w:pPr>
      <w:r w:rsidRPr="00CA52B4">
        <w:rPr>
          <w:noProof/>
          <w:rtl/>
        </w:rPr>
        <w:t>الحارث بن جهمان</w:t>
      </w:r>
    </w:p>
    <w:p w:rsidR="00843DF1" w:rsidRPr="00CA52B4" w:rsidRDefault="00843DF1" w:rsidP="00AB3F16">
      <w:pPr>
        <w:pStyle w:val="libNormal"/>
        <w:rPr>
          <w:noProof/>
          <w:rtl/>
        </w:rPr>
      </w:pPr>
      <w:r w:rsidRPr="00CA52B4">
        <w:rPr>
          <w:noProof/>
          <w:rtl/>
        </w:rPr>
        <w:t>الحارث بن الحارث بن الربيع</w:t>
      </w:r>
      <w:r>
        <w:rPr>
          <w:noProof/>
          <w:rtl/>
        </w:rPr>
        <w:tab/>
      </w:r>
      <w:r w:rsidRPr="00CA52B4">
        <w:rPr>
          <w:noProof/>
          <w:rtl/>
        </w:rPr>
        <w:t>125</w:t>
      </w:r>
    </w:p>
    <w:p w:rsidR="00843DF1" w:rsidRDefault="00843DF1" w:rsidP="00AB3F16">
      <w:pPr>
        <w:pStyle w:val="libNormal"/>
        <w:rPr>
          <w:noProof/>
          <w:rtl/>
        </w:rPr>
      </w:pPr>
      <w:r>
        <w:rPr>
          <w:noProof/>
          <w:rtl/>
        </w:rPr>
        <w:br w:type="page"/>
      </w:r>
      <w:r w:rsidRPr="00CA52B4">
        <w:rPr>
          <w:noProof/>
          <w:rtl/>
        </w:rPr>
        <w:lastRenderedPageBreak/>
        <w:t>الحارث بن حبيش الأسدي</w:t>
      </w:r>
    </w:p>
    <w:p w:rsidR="00843DF1" w:rsidRDefault="00843DF1" w:rsidP="00AB3F16">
      <w:pPr>
        <w:pStyle w:val="libNormal"/>
        <w:rPr>
          <w:noProof/>
          <w:rtl/>
        </w:rPr>
      </w:pPr>
      <w:r w:rsidRPr="00CA52B4">
        <w:rPr>
          <w:noProof/>
          <w:rtl/>
        </w:rPr>
        <w:t>الحارث بن حاطب</w:t>
      </w:r>
    </w:p>
    <w:p w:rsidR="00843DF1" w:rsidRDefault="00843DF1" w:rsidP="00AB3F16">
      <w:pPr>
        <w:pStyle w:val="libNormal"/>
        <w:rPr>
          <w:noProof/>
          <w:rtl/>
        </w:rPr>
      </w:pPr>
      <w:r w:rsidRPr="00CA52B4">
        <w:rPr>
          <w:noProof/>
          <w:rtl/>
        </w:rPr>
        <w:t>الحارث بن حرمل بن يغلب</w:t>
      </w:r>
      <w:r>
        <w:rPr>
          <w:noProof/>
          <w:rtl/>
        </w:rPr>
        <w:tab/>
      </w:r>
      <w:r w:rsidRPr="00CA52B4">
        <w:rPr>
          <w:noProof/>
          <w:rtl/>
        </w:rPr>
        <w:t>126</w:t>
      </w:r>
    </w:p>
    <w:p w:rsidR="00843DF1" w:rsidRDefault="00843DF1" w:rsidP="00AB3F16">
      <w:pPr>
        <w:pStyle w:val="libNormal"/>
        <w:rPr>
          <w:noProof/>
        </w:rPr>
      </w:pPr>
      <w:r w:rsidRPr="00CA52B4">
        <w:rPr>
          <w:noProof/>
          <w:rtl/>
        </w:rPr>
        <w:t>الحارث بن حسان</w:t>
      </w:r>
    </w:p>
    <w:p w:rsidR="00843DF1" w:rsidRDefault="00843DF1" w:rsidP="00AB3F16">
      <w:pPr>
        <w:pStyle w:val="libNormal"/>
        <w:rPr>
          <w:noProof/>
          <w:rtl/>
        </w:rPr>
      </w:pPr>
      <w:r w:rsidRPr="00CA52B4">
        <w:rPr>
          <w:noProof/>
          <w:rtl/>
        </w:rPr>
        <w:t>الحارث بن حصيرة الأزدي</w:t>
      </w:r>
      <w:r>
        <w:rPr>
          <w:noProof/>
          <w:rtl/>
        </w:rPr>
        <w:tab/>
      </w:r>
      <w:r w:rsidRPr="00CA52B4">
        <w:rPr>
          <w:noProof/>
          <w:rtl/>
        </w:rPr>
        <w:t>127</w:t>
      </w:r>
    </w:p>
    <w:p w:rsidR="00843DF1" w:rsidRDefault="00843DF1" w:rsidP="00AB3F16">
      <w:pPr>
        <w:pStyle w:val="libNormal"/>
        <w:rPr>
          <w:noProof/>
        </w:rPr>
      </w:pPr>
      <w:r w:rsidRPr="00CA52B4">
        <w:rPr>
          <w:noProof/>
          <w:rtl/>
        </w:rPr>
        <w:t>الحارث الحضرمي</w:t>
      </w:r>
    </w:p>
    <w:p w:rsidR="00843DF1" w:rsidRDefault="00843DF1" w:rsidP="00AB3F16">
      <w:pPr>
        <w:pStyle w:val="libNormal"/>
        <w:rPr>
          <w:noProof/>
        </w:rPr>
      </w:pPr>
      <w:r w:rsidRPr="00CA52B4">
        <w:rPr>
          <w:noProof/>
          <w:rtl/>
        </w:rPr>
        <w:t>الحارث بن ربعي</w:t>
      </w:r>
    </w:p>
    <w:p w:rsidR="00843DF1" w:rsidRDefault="00843DF1" w:rsidP="00AB3F16">
      <w:pPr>
        <w:pStyle w:val="libNormal"/>
        <w:rPr>
          <w:noProof/>
          <w:rtl/>
        </w:rPr>
      </w:pPr>
      <w:r w:rsidRPr="00CA52B4">
        <w:rPr>
          <w:noProof/>
          <w:rtl/>
        </w:rPr>
        <w:t>الحارث بن الربيع بن ناشب</w:t>
      </w:r>
      <w:r>
        <w:rPr>
          <w:noProof/>
          <w:rtl/>
        </w:rPr>
        <w:tab/>
      </w:r>
      <w:r w:rsidRPr="00CA52B4">
        <w:rPr>
          <w:noProof/>
          <w:rtl/>
        </w:rPr>
        <w:t>128</w:t>
      </w:r>
    </w:p>
    <w:p w:rsidR="00843DF1" w:rsidRDefault="00843DF1" w:rsidP="00AB3F16">
      <w:pPr>
        <w:pStyle w:val="libNormal"/>
        <w:rPr>
          <w:noProof/>
        </w:rPr>
      </w:pPr>
      <w:r w:rsidRPr="00CA52B4">
        <w:rPr>
          <w:noProof/>
          <w:rtl/>
        </w:rPr>
        <w:t>الحارث بن الزهير الأزدي</w:t>
      </w:r>
    </w:p>
    <w:p w:rsidR="00843DF1" w:rsidRDefault="00843DF1" w:rsidP="00AB3F16">
      <w:pPr>
        <w:pStyle w:val="libNormal"/>
        <w:rPr>
          <w:noProof/>
          <w:rtl/>
        </w:rPr>
      </w:pPr>
      <w:r w:rsidRPr="00CA52B4">
        <w:rPr>
          <w:noProof/>
          <w:rtl/>
        </w:rPr>
        <w:t>الحارث بن سراقة بن الحارث</w:t>
      </w:r>
      <w:r>
        <w:rPr>
          <w:noProof/>
          <w:rtl/>
        </w:rPr>
        <w:tab/>
      </w:r>
      <w:r w:rsidRPr="00CA52B4">
        <w:rPr>
          <w:noProof/>
          <w:rtl/>
        </w:rPr>
        <w:t>129</w:t>
      </w:r>
    </w:p>
    <w:p w:rsidR="00843DF1" w:rsidRDefault="00843DF1" w:rsidP="00AB3F16">
      <w:pPr>
        <w:pStyle w:val="libNormal"/>
        <w:rPr>
          <w:noProof/>
        </w:rPr>
      </w:pPr>
      <w:r w:rsidRPr="00CA52B4">
        <w:rPr>
          <w:noProof/>
          <w:rtl/>
        </w:rPr>
        <w:t>الحارث بن سويد التميمي</w:t>
      </w:r>
    </w:p>
    <w:p w:rsidR="00843DF1" w:rsidRDefault="00843DF1" w:rsidP="00AB3F16">
      <w:pPr>
        <w:pStyle w:val="libNormal"/>
        <w:rPr>
          <w:noProof/>
          <w:rtl/>
        </w:rPr>
      </w:pPr>
      <w:r w:rsidRPr="00CA52B4">
        <w:rPr>
          <w:noProof/>
          <w:rtl/>
        </w:rPr>
        <w:t>الحارث بن شهاب الطائي</w:t>
      </w:r>
      <w:r>
        <w:rPr>
          <w:noProof/>
          <w:rtl/>
        </w:rPr>
        <w:tab/>
      </w:r>
      <w:r w:rsidRPr="00CA52B4">
        <w:rPr>
          <w:noProof/>
          <w:rtl/>
        </w:rPr>
        <w:t>130</w:t>
      </w:r>
    </w:p>
    <w:p w:rsidR="00843DF1" w:rsidRDefault="00843DF1" w:rsidP="00AB3F16">
      <w:pPr>
        <w:pStyle w:val="libNormal"/>
        <w:rPr>
          <w:noProof/>
        </w:rPr>
      </w:pPr>
      <w:r w:rsidRPr="00CA52B4">
        <w:rPr>
          <w:noProof/>
          <w:rtl/>
        </w:rPr>
        <w:t>الحارث بن الصياح</w:t>
      </w:r>
    </w:p>
    <w:p w:rsidR="00843DF1" w:rsidRDefault="00843DF1" w:rsidP="00AB3F16">
      <w:pPr>
        <w:pStyle w:val="libNormal"/>
        <w:rPr>
          <w:noProof/>
        </w:rPr>
      </w:pPr>
      <w:r w:rsidRPr="00CA52B4">
        <w:rPr>
          <w:noProof/>
          <w:rtl/>
        </w:rPr>
        <w:t>الحارث بن عبد الكريم اليامي</w:t>
      </w:r>
    </w:p>
    <w:p w:rsidR="00843DF1" w:rsidRDefault="00843DF1" w:rsidP="00AB3F16">
      <w:pPr>
        <w:pStyle w:val="libNormal"/>
        <w:rPr>
          <w:noProof/>
          <w:rtl/>
        </w:rPr>
      </w:pPr>
      <w:r w:rsidRPr="00CA52B4">
        <w:rPr>
          <w:noProof/>
          <w:rtl/>
        </w:rPr>
        <w:t>الحارث بن عبد الله الأعور</w:t>
      </w:r>
      <w:r>
        <w:rPr>
          <w:noProof/>
          <w:rtl/>
        </w:rPr>
        <w:tab/>
      </w:r>
      <w:r w:rsidRPr="00CA52B4">
        <w:rPr>
          <w:noProof/>
          <w:rtl/>
        </w:rPr>
        <w:t>131</w:t>
      </w:r>
    </w:p>
    <w:p w:rsidR="00843DF1" w:rsidRDefault="00843DF1" w:rsidP="00AB3F16">
      <w:pPr>
        <w:pStyle w:val="libNormal"/>
        <w:rPr>
          <w:noProof/>
        </w:rPr>
      </w:pPr>
      <w:r w:rsidRPr="00CA52B4">
        <w:rPr>
          <w:noProof/>
          <w:rtl/>
        </w:rPr>
        <w:t>الحارث بن عبد المطلب</w:t>
      </w:r>
    </w:p>
    <w:p w:rsidR="00843DF1" w:rsidRDefault="00843DF1" w:rsidP="00AB3F16">
      <w:pPr>
        <w:pStyle w:val="libNormal"/>
        <w:rPr>
          <w:noProof/>
          <w:rtl/>
        </w:rPr>
      </w:pPr>
      <w:r w:rsidRPr="00CA52B4">
        <w:rPr>
          <w:noProof/>
          <w:rtl/>
        </w:rPr>
        <w:t>الحارث بن عمرو بن حرام</w:t>
      </w:r>
      <w:r>
        <w:rPr>
          <w:noProof/>
          <w:rtl/>
        </w:rPr>
        <w:tab/>
      </w:r>
      <w:r w:rsidRPr="00CA52B4">
        <w:rPr>
          <w:noProof/>
          <w:rtl/>
        </w:rPr>
        <w:t>132</w:t>
      </w:r>
    </w:p>
    <w:p w:rsidR="00843DF1" w:rsidRDefault="00843DF1" w:rsidP="00AB3F16">
      <w:pPr>
        <w:pStyle w:val="libNormal"/>
        <w:rPr>
          <w:noProof/>
        </w:rPr>
      </w:pPr>
      <w:r w:rsidRPr="00CA52B4">
        <w:rPr>
          <w:noProof/>
          <w:rtl/>
        </w:rPr>
        <w:t>الحارث بن عوف الليثي</w:t>
      </w:r>
    </w:p>
    <w:p w:rsidR="00843DF1" w:rsidRDefault="00843DF1" w:rsidP="00AB3F16">
      <w:pPr>
        <w:pStyle w:val="libNormal"/>
        <w:rPr>
          <w:noProof/>
          <w:rtl/>
        </w:rPr>
      </w:pPr>
      <w:r w:rsidRPr="00CA52B4">
        <w:rPr>
          <w:noProof/>
          <w:rtl/>
        </w:rPr>
        <w:t>الحارث بن قيس الأعور</w:t>
      </w:r>
      <w:r>
        <w:rPr>
          <w:noProof/>
          <w:rtl/>
        </w:rPr>
        <w:tab/>
      </w:r>
      <w:r w:rsidRPr="00CA52B4">
        <w:rPr>
          <w:noProof/>
          <w:rtl/>
        </w:rPr>
        <w:t>133</w:t>
      </w:r>
    </w:p>
    <w:p w:rsidR="00843DF1" w:rsidRDefault="00843DF1" w:rsidP="00AB3F16">
      <w:pPr>
        <w:pStyle w:val="libNormal"/>
        <w:rPr>
          <w:noProof/>
        </w:rPr>
      </w:pPr>
      <w:r w:rsidRPr="00CA52B4">
        <w:rPr>
          <w:noProof/>
          <w:rtl/>
        </w:rPr>
        <w:t>الحارث بن قيس الكوفي</w:t>
      </w:r>
    </w:p>
    <w:p w:rsidR="00843DF1" w:rsidRDefault="00843DF1" w:rsidP="00AB3F16">
      <w:pPr>
        <w:pStyle w:val="libNormal"/>
        <w:rPr>
          <w:noProof/>
          <w:rtl/>
        </w:rPr>
      </w:pPr>
      <w:r w:rsidRPr="00CA52B4">
        <w:rPr>
          <w:noProof/>
          <w:rtl/>
        </w:rPr>
        <w:t>الحارث بن لقيط النخعي</w:t>
      </w:r>
      <w:r>
        <w:rPr>
          <w:noProof/>
          <w:rtl/>
        </w:rPr>
        <w:tab/>
      </w:r>
      <w:r w:rsidRPr="00CA52B4">
        <w:rPr>
          <w:noProof/>
          <w:rtl/>
        </w:rPr>
        <w:t>134</w:t>
      </w:r>
    </w:p>
    <w:p w:rsidR="00843DF1" w:rsidRDefault="00843DF1" w:rsidP="00AB3F16">
      <w:pPr>
        <w:pStyle w:val="libNormal"/>
        <w:rPr>
          <w:noProof/>
        </w:rPr>
      </w:pPr>
      <w:r w:rsidRPr="00CA52B4">
        <w:rPr>
          <w:noProof/>
          <w:rtl/>
        </w:rPr>
        <w:t>الحارث بن مرة العبدي</w:t>
      </w:r>
    </w:p>
    <w:p w:rsidR="00843DF1" w:rsidRDefault="00843DF1" w:rsidP="00AB3F16">
      <w:pPr>
        <w:pStyle w:val="libNormal"/>
        <w:rPr>
          <w:noProof/>
        </w:rPr>
      </w:pPr>
      <w:r w:rsidRPr="00CA52B4">
        <w:rPr>
          <w:noProof/>
          <w:rtl/>
        </w:rPr>
        <w:t>الحارث بن منصور بن قيس</w:t>
      </w:r>
    </w:p>
    <w:p w:rsidR="00843DF1" w:rsidRDefault="00843DF1" w:rsidP="00AB3F16">
      <w:pPr>
        <w:pStyle w:val="libNormal"/>
        <w:rPr>
          <w:noProof/>
          <w:rtl/>
        </w:rPr>
      </w:pPr>
      <w:r w:rsidRPr="00CA52B4">
        <w:rPr>
          <w:noProof/>
          <w:rtl/>
        </w:rPr>
        <w:t>الحارث بن نصر الجشمي</w:t>
      </w:r>
      <w:r>
        <w:rPr>
          <w:noProof/>
          <w:rtl/>
        </w:rPr>
        <w:tab/>
      </w:r>
      <w:r w:rsidRPr="00CA52B4">
        <w:rPr>
          <w:noProof/>
          <w:rtl/>
        </w:rPr>
        <w:t>135</w:t>
      </w:r>
    </w:p>
    <w:p w:rsidR="00843DF1" w:rsidRDefault="00843DF1" w:rsidP="00AB3F16">
      <w:pPr>
        <w:pStyle w:val="libNormal"/>
        <w:rPr>
          <w:noProof/>
        </w:rPr>
      </w:pPr>
      <w:r w:rsidRPr="00CA52B4">
        <w:rPr>
          <w:noProof/>
          <w:rtl/>
        </w:rPr>
        <w:t>الحارث بن نوفل</w:t>
      </w:r>
    </w:p>
    <w:p w:rsidR="00843DF1" w:rsidRDefault="00843DF1" w:rsidP="00AB3F16">
      <w:pPr>
        <w:pStyle w:val="libNormal"/>
        <w:rPr>
          <w:noProof/>
          <w:rtl/>
        </w:rPr>
      </w:pPr>
      <w:r w:rsidRPr="00CA52B4">
        <w:rPr>
          <w:noProof/>
          <w:rtl/>
        </w:rPr>
        <w:t>الحارث بن همام بن مرة</w:t>
      </w:r>
      <w:r>
        <w:rPr>
          <w:noProof/>
          <w:rtl/>
        </w:rPr>
        <w:tab/>
      </w:r>
      <w:r w:rsidRPr="00CA52B4">
        <w:rPr>
          <w:noProof/>
          <w:rtl/>
        </w:rPr>
        <w:t>136</w:t>
      </w:r>
    </w:p>
    <w:p w:rsidR="00843DF1" w:rsidRDefault="00843DF1" w:rsidP="00AB3F16">
      <w:pPr>
        <w:pStyle w:val="libNormal"/>
        <w:rPr>
          <w:noProof/>
          <w:rtl/>
        </w:rPr>
      </w:pPr>
      <w:r w:rsidRPr="00CA52B4">
        <w:rPr>
          <w:noProof/>
          <w:rtl/>
        </w:rPr>
        <w:t>الحارث بن يزيد</w:t>
      </w:r>
      <w:r>
        <w:rPr>
          <w:noProof/>
          <w:rtl/>
        </w:rPr>
        <w:tab/>
      </w:r>
      <w:r w:rsidRPr="00CA52B4">
        <w:rPr>
          <w:noProof/>
          <w:rtl/>
        </w:rPr>
        <w:t>137</w:t>
      </w:r>
    </w:p>
    <w:p w:rsidR="00843DF1" w:rsidRDefault="00843DF1" w:rsidP="00AB3F16">
      <w:pPr>
        <w:pStyle w:val="libNormal"/>
        <w:rPr>
          <w:noProof/>
        </w:rPr>
      </w:pPr>
      <w:r w:rsidRPr="00CA52B4">
        <w:rPr>
          <w:noProof/>
          <w:rtl/>
        </w:rPr>
        <w:t>الحارث بن الجلاح الحكمي</w:t>
      </w:r>
    </w:p>
    <w:p w:rsidR="00843DF1" w:rsidRDefault="00843DF1" w:rsidP="00AB3F16">
      <w:pPr>
        <w:pStyle w:val="libNormal"/>
        <w:rPr>
          <w:noProof/>
        </w:rPr>
      </w:pPr>
      <w:r w:rsidRPr="00CA52B4">
        <w:rPr>
          <w:noProof/>
          <w:rtl/>
        </w:rPr>
        <w:t>الحارث بن حنظلة الكندي</w:t>
      </w:r>
    </w:p>
    <w:p w:rsidR="00843DF1" w:rsidRPr="00CA52B4" w:rsidRDefault="00843DF1" w:rsidP="00AB3F16">
      <w:pPr>
        <w:pStyle w:val="libNormal"/>
        <w:rPr>
          <w:noProof/>
          <w:rtl/>
        </w:rPr>
      </w:pPr>
      <w:r w:rsidRPr="00CA52B4">
        <w:rPr>
          <w:noProof/>
          <w:rtl/>
        </w:rPr>
        <w:t>الحارث بن وداعة الحميري</w:t>
      </w:r>
    </w:p>
    <w:p w:rsidR="00843DF1" w:rsidRDefault="00843DF1" w:rsidP="00AB3F16">
      <w:pPr>
        <w:pStyle w:val="libNormal"/>
        <w:rPr>
          <w:noProof/>
          <w:rtl/>
        </w:rPr>
      </w:pPr>
      <w:r>
        <w:rPr>
          <w:noProof/>
          <w:rtl/>
        </w:rPr>
        <w:br w:type="page"/>
      </w:r>
      <w:r w:rsidRPr="00CA52B4">
        <w:rPr>
          <w:noProof/>
          <w:rtl/>
        </w:rPr>
        <w:lastRenderedPageBreak/>
        <w:t>الحصين بن تميم</w:t>
      </w:r>
    </w:p>
    <w:p w:rsidR="00843DF1" w:rsidRDefault="00843DF1" w:rsidP="00AB3F16">
      <w:pPr>
        <w:pStyle w:val="libNormal"/>
        <w:rPr>
          <w:noProof/>
          <w:rtl/>
        </w:rPr>
      </w:pPr>
      <w:r w:rsidRPr="00CA52B4">
        <w:rPr>
          <w:noProof/>
          <w:rtl/>
        </w:rPr>
        <w:t>الحسين بن سعيد الجرشي</w:t>
      </w:r>
    </w:p>
    <w:p w:rsidR="00843DF1" w:rsidRDefault="00843DF1" w:rsidP="00AB3F16">
      <w:pPr>
        <w:pStyle w:val="libNormal"/>
        <w:rPr>
          <w:noProof/>
          <w:rtl/>
        </w:rPr>
      </w:pPr>
      <w:r w:rsidRPr="00CA52B4">
        <w:rPr>
          <w:noProof/>
          <w:rtl/>
        </w:rPr>
        <w:t>الحكم بن حنظلة الكندي</w:t>
      </w:r>
    </w:p>
    <w:p w:rsidR="00843DF1" w:rsidRDefault="00843DF1" w:rsidP="00AB3F16">
      <w:pPr>
        <w:pStyle w:val="libNormal"/>
        <w:rPr>
          <w:noProof/>
        </w:rPr>
      </w:pPr>
      <w:r w:rsidRPr="00CA52B4">
        <w:rPr>
          <w:noProof/>
          <w:rtl/>
        </w:rPr>
        <w:t>حنظلة بن سعد التميمي</w:t>
      </w:r>
    </w:p>
    <w:p w:rsidR="00843DF1" w:rsidRDefault="00843DF1" w:rsidP="00AB3F16">
      <w:pPr>
        <w:pStyle w:val="libNormal"/>
        <w:rPr>
          <w:noProof/>
        </w:rPr>
      </w:pPr>
      <w:r w:rsidRPr="00CA52B4">
        <w:rPr>
          <w:noProof/>
          <w:rtl/>
        </w:rPr>
        <w:t>حارثة بن ثور بن حصين</w:t>
      </w:r>
    </w:p>
    <w:p w:rsidR="00843DF1" w:rsidRDefault="00843DF1" w:rsidP="00AB3F16">
      <w:pPr>
        <w:pStyle w:val="libNormal"/>
        <w:rPr>
          <w:noProof/>
        </w:rPr>
      </w:pPr>
      <w:r w:rsidRPr="00CA52B4">
        <w:rPr>
          <w:noProof/>
          <w:rtl/>
        </w:rPr>
        <w:t>حارثة بن مضرب العبدي</w:t>
      </w:r>
      <w:r>
        <w:rPr>
          <w:noProof/>
          <w:rtl/>
        </w:rPr>
        <w:tab/>
      </w:r>
      <w:r w:rsidRPr="00CA52B4">
        <w:rPr>
          <w:noProof/>
          <w:rtl/>
        </w:rPr>
        <w:t>138</w:t>
      </w:r>
    </w:p>
    <w:p w:rsidR="00843DF1" w:rsidRDefault="00843DF1" w:rsidP="00AB3F16">
      <w:pPr>
        <w:pStyle w:val="libNormal"/>
        <w:rPr>
          <w:noProof/>
        </w:rPr>
      </w:pPr>
      <w:r w:rsidRPr="00CA52B4">
        <w:rPr>
          <w:noProof/>
          <w:rtl/>
        </w:rPr>
        <w:t>حازم بن أبي حازم</w:t>
      </w:r>
    </w:p>
    <w:p w:rsidR="00843DF1" w:rsidRDefault="00843DF1" w:rsidP="00AB3F16">
      <w:pPr>
        <w:pStyle w:val="libNormal"/>
        <w:rPr>
          <w:noProof/>
          <w:rtl/>
        </w:rPr>
      </w:pPr>
      <w:r w:rsidRPr="00CA52B4">
        <w:rPr>
          <w:noProof/>
          <w:rtl/>
        </w:rPr>
        <w:t>حارثة بن النعمان الأنصاري</w:t>
      </w:r>
      <w:r>
        <w:rPr>
          <w:noProof/>
          <w:rtl/>
        </w:rPr>
        <w:tab/>
      </w:r>
      <w:r w:rsidRPr="00CA52B4">
        <w:rPr>
          <w:noProof/>
          <w:rtl/>
        </w:rPr>
        <w:t>139</w:t>
      </w:r>
    </w:p>
    <w:p w:rsidR="00843DF1" w:rsidRDefault="00843DF1" w:rsidP="00AB3F16">
      <w:pPr>
        <w:pStyle w:val="libNormal"/>
        <w:rPr>
          <w:noProof/>
        </w:rPr>
      </w:pPr>
      <w:r w:rsidRPr="00CA52B4">
        <w:rPr>
          <w:noProof/>
          <w:rtl/>
        </w:rPr>
        <w:t>حبان بن الحارث الكوفي</w:t>
      </w:r>
    </w:p>
    <w:p w:rsidR="00843DF1" w:rsidRDefault="00843DF1" w:rsidP="00AB3F16">
      <w:pPr>
        <w:pStyle w:val="libNormal"/>
        <w:rPr>
          <w:noProof/>
        </w:rPr>
      </w:pPr>
      <w:r w:rsidRPr="00CA52B4">
        <w:rPr>
          <w:noProof/>
          <w:rtl/>
        </w:rPr>
        <w:t>حبش بن المغيرة الكناني</w:t>
      </w:r>
    </w:p>
    <w:p w:rsidR="00843DF1" w:rsidRDefault="00843DF1" w:rsidP="00AB3F16">
      <w:pPr>
        <w:pStyle w:val="libNormal"/>
        <w:rPr>
          <w:noProof/>
          <w:rtl/>
        </w:rPr>
      </w:pPr>
      <w:r w:rsidRPr="00CA52B4">
        <w:rPr>
          <w:noProof/>
          <w:rtl/>
        </w:rPr>
        <w:t>حبشي بن جنادة بن نصر</w:t>
      </w:r>
      <w:r>
        <w:rPr>
          <w:noProof/>
          <w:rtl/>
        </w:rPr>
        <w:tab/>
      </w:r>
      <w:r w:rsidRPr="00CA52B4">
        <w:rPr>
          <w:noProof/>
          <w:rtl/>
        </w:rPr>
        <w:t>140</w:t>
      </w:r>
    </w:p>
    <w:p w:rsidR="00843DF1" w:rsidRDefault="00843DF1" w:rsidP="00AB3F16">
      <w:pPr>
        <w:pStyle w:val="libNormal"/>
        <w:rPr>
          <w:noProof/>
        </w:rPr>
      </w:pPr>
      <w:r w:rsidRPr="00CA52B4">
        <w:rPr>
          <w:noProof/>
          <w:rtl/>
        </w:rPr>
        <w:t>حبيب بن أسلم الأنصاري</w:t>
      </w:r>
    </w:p>
    <w:p w:rsidR="00843DF1" w:rsidRDefault="00843DF1" w:rsidP="00AB3F16">
      <w:pPr>
        <w:pStyle w:val="libNormal"/>
        <w:rPr>
          <w:noProof/>
          <w:rtl/>
        </w:rPr>
      </w:pPr>
      <w:r w:rsidRPr="00CA52B4">
        <w:rPr>
          <w:noProof/>
          <w:rtl/>
        </w:rPr>
        <w:t>حبيب بن حماز الأسدي</w:t>
      </w:r>
      <w:r>
        <w:rPr>
          <w:noProof/>
          <w:rtl/>
        </w:rPr>
        <w:tab/>
      </w:r>
      <w:r w:rsidRPr="00CA52B4">
        <w:rPr>
          <w:noProof/>
          <w:rtl/>
        </w:rPr>
        <w:t>141</w:t>
      </w:r>
    </w:p>
    <w:p w:rsidR="00843DF1" w:rsidRDefault="00843DF1" w:rsidP="00AB3F16">
      <w:pPr>
        <w:pStyle w:val="libNormal"/>
        <w:rPr>
          <w:noProof/>
          <w:rtl/>
        </w:rPr>
      </w:pPr>
      <w:r w:rsidRPr="00CA52B4">
        <w:rPr>
          <w:noProof/>
          <w:rtl/>
        </w:rPr>
        <w:t>حبيب بن أبي ثابت قيس</w:t>
      </w:r>
      <w:r>
        <w:rPr>
          <w:noProof/>
          <w:rtl/>
        </w:rPr>
        <w:tab/>
      </w:r>
      <w:r w:rsidRPr="00CA52B4">
        <w:rPr>
          <w:noProof/>
          <w:rtl/>
        </w:rPr>
        <w:t>142</w:t>
      </w:r>
    </w:p>
    <w:p w:rsidR="00843DF1" w:rsidRDefault="00843DF1" w:rsidP="00AB3F16">
      <w:pPr>
        <w:pStyle w:val="libNormal"/>
        <w:rPr>
          <w:noProof/>
        </w:rPr>
      </w:pPr>
      <w:r w:rsidRPr="00CA52B4">
        <w:rPr>
          <w:noProof/>
          <w:rtl/>
        </w:rPr>
        <w:t>حبيب بن عاصم الأزدي</w:t>
      </w:r>
    </w:p>
    <w:p w:rsidR="00843DF1" w:rsidRDefault="00843DF1" w:rsidP="00AB3F16">
      <w:pPr>
        <w:pStyle w:val="libNormal"/>
        <w:rPr>
          <w:noProof/>
        </w:rPr>
      </w:pPr>
      <w:r w:rsidRPr="00CA52B4">
        <w:rPr>
          <w:noProof/>
          <w:rtl/>
        </w:rPr>
        <w:t>حبيب بن عمرو</w:t>
      </w:r>
    </w:p>
    <w:p w:rsidR="00843DF1" w:rsidRDefault="00843DF1" w:rsidP="00AB3F16">
      <w:pPr>
        <w:pStyle w:val="libNormal"/>
        <w:rPr>
          <w:noProof/>
          <w:rtl/>
        </w:rPr>
      </w:pPr>
      <w:r w:rsidRPr="00CA52B4">
        <w:rPr>
          <w:noProof/>
          <w:rtl/>
        </w:rPr>
        <w:t>حبيب بن عبد الله الأنصاري</w:t>
      </w:r>
      <w:r>
        <w:rPr>
          <w:noProof/>
          <w:rtl/>
        </w:rPr>
        <w:tab/>
      </w:r>
      <w:r w:rsidRPr="00CA52B4">
        <w:rPr>
          <w:noProof/>
          <w:rtl/>
        </w:rPr>
        <w:t>143</w:t>
      </w:r>
    </w:p>
    <w:p w:rsidR="00843DF1" w:rsidRDefault="00843DF1" w:rsidP="00AB3F16">
      <w:pPr>
        <w:pStyle w:val="libNormal"/>
        <w:rPr>
          <w:noProof/>
        </w:rPr>
      </w:pPr>
      <w:r w:rsidRPr="00CA52B4">
        <w:rPr>
          <w:noProof/>
          <w:rtl/>
        </w:rPr>
        <w:t>حبيب بن مظاهر الأسدي</w:t>
      </w:r>
    </w:p>
    <w:p w:rsidR="00843DF1" w:rsidRDefault="00843DF1" w:rsidP="00AB3F16">
      <w:pPr>
        <w:pStyle w:val="libNormal"/>
        <w:rPr>
          <w:noProof/>
          <w:rtl/>
        </w:rPr>
      </w:pPr>
      <w:r w:rsidRPr="00CA52B4">
        <w:rPr>
          <w:noProof/>
          <w:rtl/>
        </w:rPr>
        <w:t>حبيب مولى آل الزبير</w:t>
      </w:r>
      <w:r>
        <w:rPr>
          <w:noProof/>
          <w:rtl/>
        </w:rPr>
        <w:tab/>
      </w:r>
      <w:r w:rsidRPr="00CA52B4">
        <w:rPr>
          <w:noProof/>
          <w:rtl/>
        </w:rPr>
        <w:t>144</w:t>
      </w:r>
    </w:p>
    <w:p w:rsidR="00843DF1" w:rsidRDefault="00843DF1" w:rsidP="00AB3F16">
      <w:pPr>
        <w:pStyle w:val="libNormal"/>
        <w:rPr>
          <w:noProof/>
        </w:rPr>
      </w:pPr>
      <w:r w:rsidRPr="00CA52B4">
        <w:rPr>
          <w:noProof/>
          <w:rtl/>
        </w:rPr>
        <w:t>حبة بن جوين أبو قدامة</w:t>
      </w:r>
    </w:p>
    <w:p w:rsidR="00843DF1" w:rsidRDefault="00843DF1" w:rsidP="00AB3F16">
      <w:pPr>
        <w:pStyle w:val="libNormal"/>
        <w:rPr>
          <w:noProof/>
          <w:rtl/>
        </w:rPr>
      </w:pPr>
      <w:r w:rsidRPr="00CA52B4">
        <w:rPr>
          <w:noProof/>
          <w:rtl/>
        </w:rPr>
        <w:t>حبيش بن شريك</w:t>
      </w:r>
      <w:r>
        <w:rPr>
          <w:noProof/>
          <w:rtl/>
        </w:rPr>
        <w:tab/>
      </w:r>
      <w:r w:rsidRPr="00CA52B4">
        <w:rPr>
          <w:noProof/>
          <w:rtl/>
        </w:rPr>
        <w:t>146</w:t>
      </w:r>
    </w:p>
    <w:p w:rsidR="00843DF1" w:rsidRDefault="00843DF1" w:rsidP="00AB3F16">
      <w:pPr>
        <w:pStyle w:val="libNormal"/>
        <w:rPr>
          <w:noProof/>
        </w:rPr>
      </w:pPr>
      <w:r w:rsidRPr="00CA52B4">
        <w:rPr>
          <w:noProof/>
          <w:rtl/>
        </w:rPr>
        <w:t>حجاج بن علاط البهزي</w:t>
      </w:r>
    </w:p>
    <w:p w:rsidR="00843DF1" w:rsidRDefault="00843DF1" w:rsidP="00AB3F16">
      <w:pPr>
        <w:pStyle w:val="libNormal"/>
        <w:rPr>
          <w:noProof/>
          <w:rtl/>
        </w:rPr>
      </w:pPr>
      <w:r w:rsidRPr="00CA52B4">
        <w:rPr>
          <w:noProof/>
          <w:rtl/>
        </w:rPr>
        <w:t>الحجاج بن عمرو بن غزية</w:t>
      </w:r>
      <w:r>
        <w:rPr>
          <w:noProof/>
          <w:rtl/>
        </w:rPr>
        <w:tab/>
      </w:r>
      <w:r w:rsidRPr="00CA52B4">
        <w:rPr>
          <w:noProof/>
          <w:rtl/>
        </w:rPr>
        <w:t>147</w:t>
      </w:r>
    </w:p>
    <w:p w:rsidR="00843DF1" w:rsidRDefault="00843DF1" w:rsidP="00AB3F16">
      <w:pPr>
        <w:pStyle w:val="libNormal"/>
        <w:rPr>
          <w:noProof/>
          <w:rtl/>
        </w:rPr>
      </w:pPr>
      <w:r w:rsidRPr="00CA52B4">
        <w:rPr>
          <w:noProof/>
          <w:rtl/>
        </w:rPr>
        <w:t>الحجاج بن مسروق بن جعف</w:t>
      </w:r>
      <w:r>
        <w:rPr>
          <w:noProof/>
          <w:rtl/>
        </w:rPr>
        <w:tab/>
      </w:r>
      <w:r w:rsidRPr="00CA52B4">
        <w:rPr>
          <w:noProof/>
          <w:rtl/>
        </w:rPr>
        <w:t>148</w:t>
      </w:r>
    </w:p>
    <w:p w:rsidR="00843DF1" w:rsidRDefault="00843DF1" w:rsidP="00AB3F16">
      <w:pPr>
        <w:pStyle w:val="libNormal"/>
        <w:rPr>
          <w:noProof/>
          <w:rtl/>
        </w:rPr>
      </w:pPr>
      <w:r w:rsidRPr="00CA52B4">
        <w:rPr>
          <w:noProof/>
          <w:rtl/>
        </w:rPr>
        <w:t>حجار بن أنجر البكري</w:t>
      </w:r>
      <w:r>
        <w:rPr>
          <w:noProof/>
          <w:rtl/>
        </w:rPr>
        <w:tab/>
      </w:r>
      <w:r w:rsidRPr="00CA52B4">
        <w:rPr>
          <w:noProof/>
          <w:rtl/>
        </w:rPr>
        <w:t>149</w:t>
      </w:r>
    </w:p>
    <w:p w:rsidR="00843DF1" w:rsidRDefault="00843DF1" w:rsidP="00AB3F16">
      <w:pPr>
        <w:pStyle w:val="libNormal"/>
        <w:rPr>
          <w:noProof/>
        </w:rPr>
      </w:pPr>
      <w:r w:rsidRPr="00CA52B4">
        <w:rPr>
          <w:noProof/>
          <w:rtl/>
        </w:rPr>
        <w:t>حجر بن عدي</w:t>
      </w:r>
    </w:p>
    <w:p w:rsidR="00843DF1" w:rsidRDefault="00843DF1" w:rsidP="00AB3F16">
      <w:pPr>
        <w:pStyle w:val="libNormal"/>
        <w:rPr>
          <w:noProof/>
          <w:rtl/>
        </w:rPr>
      </w:pPr>
      <w:r w:rsidRPr="00CA52B4">
        <w:rPr>
          <w:noProof/>
          <w:rtl/>
        </w:rPr>
        <w:t>حجر بن العنبس الحضرمي</w:t>
      </w:r>
      <w:r>
        <w:rPr>
          <w:noProof/>
          <w:rtl/>
        </w:rPr>
        <w:tab/>
      </w:r>
      <w:r w:rsidRPr="00CA52B4">
        <w:rPr>
          <w:noProof/>
          <w:rtl/>
        </w:rPr>
        <w:t>150</w:t>
      </w:r>
    </w:p>
    <w:p w:rsidR="00843DF1" w:rsidRDefault="00843DF1" w:rsidP="00AB3F16">
      <w:pPr>
        <w:pStyle w:val="libNormal"/>
        <w:rPr>
          <w:noProof/>
        </w:rPr>
      </w:pPr>
      <w:r w:rsidRPr="00CA52B4">
        <w:rPr>
          <w:noProof/>
          <w:rtl/>
        </w:rPr>
        <w:t>حجر بن قيس الهمداني</w:t>
      </w:r>
    </w:p>
    <w:p w:rsidR="00843DF1" w:rsidRDefault="00843DF1" w:rsidP="00AB3F16">
      <w:pPr>
        <w:pStyle w:val="libNormal"/>
        <w:rPr>
          <w:noProof/>
          <w:rtl/>
        </w:rPr>
      </w:pPr>
      <w:r w:rsidRPr="00CA52B4">
        <w:rPr>
          <w:noProof/>
          <w:rtl/>
        </w:rPr>
        <w:t>حجر بن قحطان الوادعي</w:t>
      </w:r>
      <w:r>
        <w:rPr>
          <w:noProof/>
          <w:rtl/>
        </w:rPr>
        <w:tab/>
      </w:r>
      <w:r w:rsidRPr="00CA52B4">
        <w:rPr>
          <w:noProof/>
          <w:rtl/>
        </w:rPr>
        <w:t>151</w:t>
      </w:r>
    </w:p>
    <w:p w:rsidR="00843DF1" w:rsidRDefault="00843DF1" w:rsidP="00AB3F16">
      <w:pPr>
        <w:pStyle w:val="libNormal"/>
        <w:rPr>
          <w:noProof/>
        </w:rPr>
      </w:pPr>
      <w:r w:rsidRPr="00CA52B4">
        <w:rPr>
          <w:noProof/>
          <w:rtl/>
        </w:rPr>
        <w:t>حجر العدوي</w:t>
      </w:r>
    </w:p>
    <w:p w:rsidR="00843DF1" w:rsidRPr="00CA52B4" w:rsidRDefault="00843DF1" w:rsidP="00AB3F16">
      <w:pPr>
        <w:pStyle w:val="libNormal"/>
        <w:rPr>
          <w:noProof/>
          <w:rtl/>
        </w:rPr>
      </w:pPr>
      <w:r w:rsidRPr="00CA52B4">
        <w:rPr>
          <w:noProof/>
          <w:rtl/>
        </w:rPr>
        <w:t>حجية بن عدي الكندي</w:t>
      </w:r>
      <w:r>
        <w:rPr>
          <w:noProof/>
          <w:rtl/>
        </w:rPr>
        <w:tab/>
      </w:r>
      <w:r w:rsidRPr="00CA52B4">
        <w:rPr>
          <w:noProof/>
          <w:rtl/>
        </w:rPr>
        <w:t>152</w:t>
      </w:r>
    </w:p>
    <w:p w:rsidR="00843DF1" w:rsidRDefault="00843DF1" w:rsidP="00AB3F16">
      <w:pPr>
        <w:pStyle w:val="libNormal"/>
        <w:rPr>
          <w:noProof/>
          <w:rtl/>
        </w:rPr>
      </w:pPr>
      <w:r>
        <w:rPr>
          <w:noProof/>
          <w:rtl/>
        </w:rPr>
        <w:br w:type="page"/>
      </w:r>
      <w:r w:rsidRPr="00CA52B4">
        <w:rPr>
          <w:noProof/>
          <w:rtl/>
        </w:rPr>
        <w:lastRenderedPageBreak/>
        <w:t>الحدثان</w:t>
      </w:r>
    </w:p>
    <w:p w:rsidR="00843DF1" w:rsidRDefault="00843DF1" w:rsidP="00AB3F16">
      <w:pPr>
        <w:pStyle w:val="libNormal"/>
        <w:rPr>
          <w:noProof/>
          <w:rtl/>
        </w:rPr>
      </w:pPr>
      <w:r w:rsidRPr="00CA52B4">
        <w:rPr>
          <w:noProof/>
          <w:rtl/>
        </w:rPr>
        <w:t>حرقوس بن بشير الضبي</w:t>
      </w:r>
    </w:p>
    <w:p w:rsidR="00843DF1" w:rsidRDefault="00843DF1" w:rsidP="00AB3F16">
      <w:pPr>
        <w:pStyle w:val="libNormal"/>
        <w:rPr>
          <w:noProof/>
          <w:rtl/>
        </w:rPr>
      </w:pPr>
      <w:r w:rsidRPr="00CA52B4">
        <w:rPr>
          <w:noProof/>
          <w:rtl/>
        </w:rPr>
        <w:t>حذيفة بن أسيد بن خالد</w:t>
      </w:r>
    </w:p>
    <w:p w:rsidR="00843DF1" w:rsidRDefault="00843DF1" w:rsidP="00AB3F16">
      <w:pPr>
        <w:pStyle w:val="libNormal"/>
        <w:rPr>
          <w:noProof/>
          <w:rtl/>
        </w:rPr>
      </w:pPr>
      <w:r w:rsidRPr="00CA52B4">
        <w:rPr>
          <w:noProof/>
          <w:rtl/>
        </w:rPr>
        <w:t>حذيفة بن محدوج بن بشر</w:t>
      </w:r>
      <w:r>
        <w:rPr>
          <w:noProof/>
          <w:rtl/>
        </w:rPr>
        <w:tab/>
      </w:r>
      <w:r w:rsidRPr="00CA52B4">
        <w:rPr>
          <w:noProof/>
          <w:rtl/>
        </w:rPr>
        <w:t>153</w:t>
      </w:r>
    </w:p>
    <w:p w:rsidR="00843DF1" w:rsidRDefault="00843DF1" w:rsidP="00AB3F16">
      <w:pPr>
        <w:pStyle w:val="libNormal"/>
        <w:rPr>
          <w:noProof/>
        </w:rPr>
      </w:pPr>
      <w:r w:rsidRPr="00CA52B4">
        <w:rPr>
          <w:noProof/>
          <w:rtl/>
        </w:rPr>
        <w:t>حذيفة بن حسيل بن جابر</w:t>
      </w:r>
    </w:p>
    <w:p w:rsidR="00843DF1" w:rsidRDefault="00843DF1" w:rsidP="00AB3F16">
      <w:pPr>
        <w:pStyle w:val="libNormal"/>
        <w:rPr>
          <w:noProof/>
          <w:rtl/>
        </w:rPr>
      </w:pPr>
      <w:r w:rsidRPr="00CA52B4">
        <w:rPr>
          <w:noProof/>
          <w:rtl/>
        </w:rPr>
        <w:t>الحر</w:t>
      </w:r>
      <w:r>
        <w:rPr>
          <w:noProof/>
          <w:rtl/>
        </w:rPr>
        <w:tab/>
      </w:r>
      <w:r w:rsidRPr="00CA52B4">
        <w:rPr>
          <w:noProof/>
          <w:rtl/>
        </w:rPr>
        <w:t>154</w:t>
      </w:r>
    </w:p>
    <w:p w:rsidR="00843DF1" w:rsidRDefault="00843DF1" w:rsidP="00AB3F16">
      <w:pPr>
        <w:pStyle w:val="libNormal"/>
        <w:rPr>
          <w:noProof/>
          <w:rtl/>
        </w:rPr>
      </w:pPr>
      <w:r w:rsidRPr="00CA52B4">
        <w:rPr>
          <w:noProof/>
          <w:rtl/>
        </w:rPr>
        <w:t>الحر بن سهم بن طريف</w:t>
      </w:r>
      <w:r>
        <w:rPr>
          <w:noProof/>
          <w:rtl/>
        </w:rPr>
        <w:tab/>
      </w:r>
      <w:r w:rsidRPr="00CA52B4">
        <w:rPr>
          <w:noProof/>
          <w:rtl/>
        </w:rPr>
        <w:t>155</w:t>
      </w:r>
    </w:p>
    <w:p w:rsidR="00843DF1" w:rsidRDefault="00843DF1" w:rsidP="00AB3F16">
      <w:pPr>
        <w:pStyle w:val="libNormal"/>
        <w:rPr>
          <w:noProof/>
        </w:rPr>
      </w:pPr>
      <w:r w:rsidRPr="00CA52B4">
        <w:rPr>
          <w:noProof/>
          <w:rtl/>
        </w:rPr>
        <w:t>حرب بن الحارث</w:t>
      </w:r>
    </w:p>
    <w:p w:rsidR="00843DF1" w:rsidRDefault="00843DF1" w:rsidP="00AB3F16">
      <w:pPr>
        <w:pStyle w:val="libNormal"/>
        <w:rPr>
          <w:noProof/>
        </w:rPr>
      </w:pPr>
      <w:r w:rsidRPr="00CA52B4">
        <w:rPr>
          <w:noProof/>
          <w:rtl/>
        </w:rPr>
        <w:t>حرب بن شرحبيل الشبامي</w:t>
      </w:r>
    </w:p>
    <w:p w:rsidR="00843DF1" w:rsidRDefault="00843DF1" w:rsidP="00AB3F16">
      <w:pPr>
        <w:pStyle w:val="libNormal"/>
        <w:rPr>
          <w:noProof/>
          <w:rtl/>
        </w:rPr>
      </w:pPr>
      <w:r w:rsidRPr="00CA52B4">
        <w:rPr>
          <w:noProof/>
          <w:rtl/>
        </w:rPr>
        <w:t>حرقوص بن بشير الضبي</w:t>
      </w:r>
      <w:r>
        <w:rPr>
          <w:noProof/>
          <w:rtl/>
        </w:rPr>
        <w:tab/>
      </w:r>
      <w:r w:rsidRPr="00CA52B4">
        <w:rPr>
          <w:noProof/>
          <w:rtl/>
        </w:rPr>
        <w:t>156</w:t>
      </w:r>
    </w:p>
    <w:p w:rsidR="00843DF1" w:rsidRDefault="00843DF1" w:rsidP="00AB3F16">
      <w:pPr>
        <w:pStyle w:val="libNormal"/>
        <w:rPr>
          <w:noProof/>
        </w:rPr>
      </w:pPr>
      <w:r w:rsidRPr="00CA52B4">
        <w:rPr>
          <w:noProof/>
          <w:rtl/>
        </w:rPr>
        <w:t>حرملة</w:t>
      </w:r>
      <w:r>
        <w:rPr>
          <w:noProof/>
          <w:rtl/>
        </w:rPr>
        <w:t xml:space="preserve"> ..</w:t>
      </w:r>
      <w:r w:rsidRPr="00CA52B4">
        <w:rPr>
          <w:noProof/>
          <w:rtl/>
        </w:rPr>
        <w:t>. مولى أسامة بن زيد</w:t>
      </w:r>
    </w:p>
    <w:p w:rsidR="00843DF1" w:rsidRDefault="00843DF1" w:rsidP="00AB3F16">
      <w:pPr>
        <w:pStyle w:val="libNormal"/>
        <w:rPr>
          <w:noProof/>
        </w:rPr>
      </w:pPr>
      <w:r w:rsidRPr="00CA52B4">
        <w:rPr>
          <w:noProof/>
          <w:rtl/>
        </w:rPr>
        <w:t>حريث بن جابر الحنفي</w:t>
      </w:r>
    </w:p>
    <w:p w:rsidR="00843DF1" w:rsidRDefault="00843DF1" w:rsidP="00AB3F16">
      <w:pPr>
        <w:pStyle w:val="libNormal"/>
        <w:rPr>
          <w:noProof/>
          <w:rtl/>
        </w:rPr>
      </w:pPr>
      <w:r w:rsidRPr="00CA52B4">
        <w:rPr>
          <w:noProof/>
          <w:rtl/>
        </w:rPr>
        <w:t>حريث بن سليم العدوي</w:t>
      </w:r>
      <w:r>
        <w:rPr>
          <w:noProof/>
          <w:rtl/>
        </w:rPr>
        <w:tab/>
      </w:r>
      <w:r w:rsidRPr="00CA52B4">
        <w:rPr>
          <w:noProof/>
          <w:rtl/>
        </w:rPr>
        <w:t>157</w:t>
      </w:r>
    </w:p>
    <w:p w:rsidR="00843DF1" w:rsidRDefault="00843DF1" w:rsidP="00AB3F16">
      <w:pPr>
        <w:pStyle w:val="libNormal"/>
        <w:rPr>
          <w:noProof/>
        </w:rPr>
      </w:pPr>
      <w:r w:rsidRPr="00CA52B4">
        <w:rPr>
          <w:noProof/>
          <w:rtl/>
        </w:rPr>
        <w:t>حريث بن مخشن القيسي</w:t>
      </w:r>
    </w:p>
    <w:p w:rsidR="00843DF1" w:rsidRDefault="00843DF1" w:rsidP="00AB3F16">
      <w:pPr>
        <w:pStyle w:val="libNormal"/>
        <w:rPr>
          <w:noProof/>
          <w:rtl/>
        </w:rPr>
      </w:pPr>
      <w:r w:rsidRPr="00CA52B4">
        <w:rPr>
          <w:noProof/>
          <w:rtl/>
        </w:rPr>
        <w:t>حزين القاري</w:t>
      </w:r>
      <w:r>
        <w:rPr>
          <w:noProof/>
          <w:rtl/>
        </w:rPr>
        <w:tab/>
      </w:r>
      <w:r w:rsidRPr="00CA52B4">
        <w:rPr>
          <w:noProof/>
          <w:rtl/>
        </w:rPr>
        <w:t>158</w:t>
      </w:r>
    </w:p>
    <w:p w:rsidR="00843DF1" w:rsidRDefault="00843DF1" w:rsidP="00AB3F16">
      <w:pPr>
        <w:pStyle w:val="libNormal"/>
        <w:rPr>
          <w:noProof/>
        </w:rPr>
      </w:pPr>
      <w:r w:rsidRPr="00CA52B4">
        <w:rPr>
          <w:noProof/>
          <w:rtl/>
        </w:rPr>
        <w:t>حسان بن ثابت الشاعر</w:t>
      </w:r>
    </w:p>
    <w:p w:rsidR="00843DF1" w:rsidRDefault="00843DF1" w:rsidP="00AB3F16">
      <w:pPr>
        <w:pStyle w:val="libNormal"/>
        <w:rPr>
          <w:noProof/>
          <w:rtl/>
        </w:rPr>
      </w:pPr>
      <w:r w:rsidRPr="00CA52B4">
        <w:rPr>
          <w:noProof/>
          <w:rtl/>
        </w:rPr>
        <w:t>حزام بن دراج</w:t>
      </w:r>
      <w:r>
        <w:rPr>
          <w:noProof/>
          <w:rtl/>
        </w:rPr>
        <w:tab/>
      </w:r>
      <w:r w:rsidRPr="00CA52B4">
        <w:rPr>
          <w:noProof/>
          <w:rtl/>
        </w:rPr>
        <w:t>159</w:t>
      </w:r>
    </w:p>
    <w:p w:rsidR="00843DF1" w:rsidRDefault="00843DF1" w:rsidP="00AB3F16">
      <w:pPr>
        <w:pStyle w:val="libNormal"/>
        <w:rPr>
          <w:noProof/>
        </w:rPr>
      </w:pPr>
      <w:r w:rsidRPr="00CA52B4">
        <w:rPr>
          <w:noProof/>
          <w:rtl/>
        </w:rPr>
        <w:t>حسان بن حريث العدوي</w:t>
      </w:r>
    </w:p>
    <w:p w:rsidR="00843DF1" w:rsidRDefault="00843DF1" w:rsidP="00AB3F16">
      <w:pPr>
        <w:pStyle w:val="libNormal"/>
        <w:rPr>
          <w:noProof/>
          <w:rtl/>
        </w:rPr>
      </w:pPr>
      <w:r w:rsidRPr="00CA52B4">
        <w:rPr>
          <w:noProof/>
          <w:rtl/>
        </w:rPr>
        <w:t>حسان بن خوط بن مسعر</w:t>
      </w:r>
      <w:r>
        <w:rPr>
          <w:noProof/>
          <w:rtl/>
        </w:rPr>
        <w:tab/>
      </w:r>
      <w:r w:rsidRPr="00CA52B4">
        <w:rPr>
          <w:noProof/>
          <w:rtl/>
        </w:rPr>
        <w:t>160</w:t>
      </w:r>
    </w:p>
    <w:p w:rsidR="00843DF1" w:rsidRDefault="00843DF1" w:rsidP="00AB3F16">
      <w:pPr>
        <w:pStyle w:val="libNormal"/>
        <w:rPr>
          <w:noProof/>
        </w:rPr>
      </w:pPr>
      <w:r w:rsidRPr="00CA52B4">
        <w:rPr>
          <w:noProof/>
          <w:rtl/>
        </w:rPr>
        <w:t>حسان بن شريح</w:t>
      </w:r>
    </w:p>
    <w:p w:rsidR="00843DF1" w:rsidRDefault="00843DF1" w:rsidP="00AB3F16">
      <w:pPr>
        <w:pStyle w:val="libNormal"/>
        <w:rPr>
          <w:noProof/>
        </w:rPr>
      </w:pPr>
      <w:r w:rsidRPr="00CA52B4">
        <w:rPr>
          <w:noProof/>
          <w:rtl/>
        </w:rPr>
        <w:t>حسان بن كريب الرعيني</w:t>
      </w:r>
    </w:p>
    <w:p w:rsidR="00843DF1" w:rsidRDefault="00843DF1" w:rsidP="00AB3F16">
      <w:pPr>
        <w:pStyle w:val="libNormal"/>
        <w:rPr>
          <w:noProof/>
          <w:rtl/>
        </w:rPr>
      </w:pPr>
      <w:r w:rsidRPr="00CA52B4">
        <w:rPr>
          <w:noProof/>
          <w:rtl/>
        </w:rPr>
        <w:t>حسان بن مخدوج البكري</w:t>
      </w:r>
      <w:r>
        <w:rPr>
          <w:noProof/>
          <w:rtl/>
        </w:rPr>
        <w:tab/>
      </w:r>
      <w:r w:rsidRPr="00CA52B4">
        <w:rPr>
          <w:noProof/>
          <w:rtl/>
        </w:rPr>
        <w:t>161</w:t>
      </w:r>
    </w:p>
    <w:p w:rsidR="00843DF1" w:rsidRDefault="00843DF1" w:rsidP="00AB3F16">
      <w:pPr>
        <w:pStyle w:val="libNormal"/>
        <w:rPr>
          <w:noProof/>
        </w:rPr>
      </w:pPr>
      <w:r w:rsidRPr="00CA52B4">
        <w:rPr>
          <w:noProof/>
          <w:rtl/>
        </w:rPr>
        <w:t>الحسن بن ركزوان الفارسي</w:t>
      </w:r>
    </w:p>
    <w:p w:rsidR="00843DF1" w:rsidRDefault="00843DF1" w:rsidP="00AB3F16">
      <w:pPr>
        <w:pStyle w:val="libNormal"/>
        <w:rPr>
          <w:noProof/>
          <w:rtl/>
        </w:rPr>
      </w:pPr>
      <w:r w:rsidRPr="00CA52B4">
        <w:rPr>
          <w:noProof/>
          <w:rtl/>
        </w:rPr>
        <w:t>الحسن بن سعد بن معبد</w:t>
      </w:r>
      <w:r>
        <w:rPr>
          <w:noProof/>
          <w:rtl/>
        </w:rPr>
        <w:tab/>
      </w:r>
      <w:r w:rsidRPr="00CA52B4">
        <w:rPr>
          <w:noProof/>
          <w:rtl/>
        </w:rPr>
        <w:t>162</w:t>
      </w:r>
    </w:p>
    <w:p w:rsidR="00843DF1" w:rsidRPr="00CA52B4" w:rsidRDefault="00843DF1" w:rsidP="00AB3F16">
      <w:pPr>
        <w:pStyle w:val="libNormal"/>
        <w:rPr>
          <w:noProof/>
          <w:rtl/>
        </w:rPr>
      </w:pPr>
      <w:r w:rsidRPr="00CA52B4">
        <w:rPr>
          <w:noProof/>
          <w:rtl/>
        </w:rPr>
        <w:t xml:space="preserve">الحسن بن علي بن أبي طالب </w:t>
      </w:r>
      <w:r>
        <w:rPr>
          <w:noProof/>
          <w:rtl/>
        </w:rPr>
        <w:t>(</w:t>
      </w:r>
      <w:r w:rsidRPr="00CA52B4">
        <w:rPr>
          <w:noProof/>
          <w:rtl/>
        </w:rPr>
        <w:t>عليه السلام</w:t>
      </w:r>
      <w:r>
        <w:rPr>
          <w:noProof/>
          <w:rtl/>
        </w:rPr>
        <w:t>)</w:t>
      </w:r>
    </w:p>
    <w:p w:rsidR="00843DF1" w:rsidRDefault="00843DF1" w:rsidP="00AB3F16">
      <w:pPr>
        <w:pStyle w:val="libNormal"/>
        <w:rPr>
          <w:noProof/>
          <w:rtl/>
        </w:rPr>
      </w:pPr>
      <w:r w:rsidRPr="00CA52B4">
        <w:rPr>
          <w:noProof/>
          <w:rtl/>
        </w:rPr>
        <w:t>الحسن العرفي</w:t>
      </w:r>
      <w:r>
        <w:rPr>
          <w:noProof/>
          <w:rtl/>
        </w:rPr>
        <w:tab/>
      </w:r>
      <w:r w:rsidRPr="00CA52B4">
        <w:rPr>
          <w:noProof/>
          <w:rtl/>
        </w:rPr>
        <w:t>163</w:t>
      </w:r>
    </w:p>
    <w:p w:rsidR="00843DF1" w:rsidRPr="00CA52B4" w:rsidRDefault="00843DF1" w:rsidP="00AB3F16">
      <w:pPr>
        <w:pStyle w:val="libNormal"/>
        <w:rPr>
          <w:noProof/>
          <w:rtl/>
        </w:rPr>
      </w:pPr>
      <w:r w:rsidRPr="00CA52B4">
        <w:rPr>
          <w:noProof/>
          <w:rtl/>
        </w:rPr>
        <w:t xml:space="preserve">الحسين السبط الشهيد </w:t>
      </w:r>
      <w:r>
        <w:rPr>
          <w:noProof/>
          <w:rtl/>
        </w:rPr>
        <w:t>(</w:t>
      </w:r>
      <w:r w:rsidRPr="00CA52B4">
        <w:rPr>
          <w:noProof/>
          <w:rtl/>
        </w:rPr>
        <w:t>عليه السلام</w:t>
      </w:r>
      <w:r>
        <w:rPr>
          <w:noProof/>
          <w:rtl/>
        </w:rPr>
        <w:t>)</w:t>
      </w:r>
    </w:p>
    <w:p w:rsidR="00843DF1" w:rsidRDefault="00843DF1" w:rsidP="00AB3F16">
      <w:pPr>
        <w:pStyle w:val="libNormal"/>
        <w:rPr>
          <w:noProof/>
          <w:rtl/>
        </w:rPr>
      </w:pPr>
      <w:r w:rsidRPr="00CA52B4">
        <w:rPr>
          <w:noProof/>
          <w:rtl/>
        </w:rPr>
        <w:t>الحسين بن نوف الناعطي</w:t>
      </w:r>
      <w:r>
        <w:rPr>
          <w:noProof/>
          <w:rtl/>
        </w:rPr>
        <w:tab/>
      </w:r>
      <w:r w:rsidRPr="00CA52B4">
        <w:rPr>
          <w:noProof/>
          <w:rtl/>
        </w:rPr>
        <w:t>164</w:t>
      </w:r>
    </w:p>
    <w:p w:rsidR="00843DF1" w:rsidRDefault="00843DF1" w:rsidP="00AB3F16">
      <w:pPr>
        <w:pStyle w:val="libNormal"/>
        <w:rPr>
          <w:noProof/>
        </w:rPr>
      </w:pPr>
      <w:r w:rsidRPr="00CA52B4">
        <w:rPr>
          <w:noProof/>
          <w:rtl/>
        </w:rPr>
        <w:t>الحصين</w:t>
      </w:r>
    </w:p>
    <w:p w:rsidR="00843DF1" w:rsidRDefault="00843DF1" w:rsidP="00AB3F16">
      <w:pPr>
        <w:pStyle w:val="libNormal"/>
        <w:rPr>
          <w:noProof/>
          <w:rtl/>
        </w:rPr>
      </w:pPr>
      <w:r w:rsidRPr="00CA52B4">
        <w:rPr>
          <w:noProof/>
          <w:rtl/>
        </w:rPr>
        <w:t>حصين المدني</w:t>
      </w:r>
      <w:r>
        <w:rPr>
          <w:noProof/>
          <w:rtl/>
        </w:rPr>
        <w:tab/>
      </w:r>
      <w:r w:rsidRPr="00CA52B4">
        <w:rPr>
          <w:noProof/>
          <w:rtl/>
        </w:rPr>
        <w:t>165</w:t>
      </w:r>
    </w:p>
    <w:p w:rsidR="00843DF1" w:rsidRPr="00CA52B4" w:rsidRDefault="00843DF1" w:rsidP="00AB3F16">
      <w:pPr>
        <w:pStyle w:val="libNormal"/>
        <w:rPr>
          <w:noProof/>
          <w:rtl/>
        </w:rPr>
      </w:pPr>
      <w:r w:rsidRPr="00CA52B4">
        <w:rPr>
          <w:noProof/>
          <w:rtl/>
        </w:rPr>
        <w:t>الحصين بن تميم</w:t>
      </w:r>
    </w:p>
    <w:p w:rsidR="00843DF1" w:rsidRDefault="00843DF1" w:rsidP="00AB3F16">
      <w:pPr>
        <w:pStyle w:val="libNormal"/>
        <w:rPr>
          <w:noProof/>
          <w:rtl/>
        </w:rPr>
      </w:pPr>
      <w:r>
        <w:rPr>
          <w:noProof/>
          <w:rtl/>
        </w:rPr>
        <w:br w:type="page"/>
      </w:r>
      <w:r w:rsidRPr="00CA52B4">
        <w:rPr>
          <w:noProof/>
          <w:rtl/>
        </w:rPr>
        <w:lastRenderedPageBreak/>
        <w:t>الحصين بن جندب بن عمرو</w:t>
      </w:r>
    </w:p>
    <w:p w:rsidR="00843DF1" w:rsidRDefault="00843DF1" w:rsidP="00AB3F16">
      <w:pPr>
        <w:pStyle w:val="libNormal"/>
        <w:rPr>
          <w:noProof/>
          <w:rtl/>
        </w:rPr>
      </w:pPr>
      <w:r w:rsidRPr="00CA52B4">
        <w:rPr>
          <w:noProof/>
          <w:rtl/>
        </w:rPr>
        <w:t>الحصين بن الحارث</w:t>
      </w:r>
      <w:r>
        <w:rPr>
          <w:noProof/>
          <w:rtl/>
        </w:rPr>
        <w:tab/>
      </w:r>
      <w:r w:rsidRPr="00CA52B4">
        <w:rPr>
          <w:noProof/>
          <w:rtl/>
        </w:rPr>
        <w:t>166</w:t>
      </w:r>
    </w:p>
    <w:p w:rsidR="00843DF1" w:rsidRDefault="00843DF1" w:rsidP="00AB3F16">
      <w:pPr>
        <w:pStyle w:val="libNormal"/>
        <w:rPr>
          <w:noProof/>
        </w:rPr>
      </w:pPr>
      <w:r w:rsidRPr="00CA52B4">
        <w:rPr>
          <w:noProof/>
          <w:rtl/>
        </w:rPr>
        <w:t>الحصين بن عبد الرحمن</w:t>
      </w:r>
    </w:p>
    <w:p w:rsidR="00843DF1" w:rsidRDefault="00843DF1" w:rsidP="00AB3F16">
      <w:pPr>
        <w:pStyle w:val="libNormal"/>
        <w:rPr>
          <w:noProof/>
          <w:rtl/>
        </w:rPr>
      </w:pPr>
      <w:r w:rsidRPr="00CA52B4">
        <w:rPr>
          <w:noProof/>
          <w:rtl/>
        </w:rPr>
        <w:t>حصين بن عقبة الفزاري</w:t>
      </w:r>
      <w:r>
        <w:rPr>
          <w:noProof/>
          <w:rtl/>
        </w:rPr>
        <w:tab/>
      </w:r>
      <w:r w:rsidRPr="00CA52B4">
        <w:rPr>
          <w:noProof/>
          <w:rtl/>
        </w:rPr>
        <w:t>167</w:t>
      </w:r>
    </w:p>
    <w:p w:rsidR="00843DF1" w:rsidRDefault="00843DF1" w:rsidP="00AB3F16">
      <w:pPr>
        <w:pStyle w:val="libNormal"/>
        <w:rPr>
          <w:noProof/>
        </w:rPr>
      </w:pPr>
      <w:r w:rsidRPr="00CA52B4">
        <w:rPr>
          <w:noProof/>
          <w:rtl/>
        </w:rPr>
        <w:t>الحضين بن المنذر</w:t>
      </w:r>
    </w:p>
    <w:p w:rsidR="00843DF1" w:rsidRDefault="00843DF1" w:rsidP="00AB3F16">
      <w:pPr>
        <w:pStyle w:val="libNormal"/>
        <w:rPr>
          <w:noProof/>
          <w:rtl/>
        </w:rPr>
      </w:pPr>
      <w:r w:rsidRPr="00CA52B4">
        <w:rPr>
          <w:noProof/>
          <w:rtl/>
        </w:rPr>
        <w:t>حصين بن معدان</w:t>
      </w:r>
      <w:r>
        <w:rPr>
          <w:noProof/>
          <w:rtl/>
        </w:rPr>
        <w:tab/>
      </w:r>
      <w:r w:rsidRPr="00CA52B4">
        <w:rPr>
          <w:noProof/>
          <w:rtl/>
        </w:rPr>
        <w:t>168</w:t>
      </w:r>
    </w:p>
    <w:p w:rsidR="00843DF1" w:rsidRDefault="00843DF1" w:rsidP="00AB3F16">
      <w:pPr>
        <w:pStyle w:val="libNormal"/>
        <w:rPr>
          <w:noProof/>
        </w:rPr>
      </w:pPr>
      <w:r w:rsidRPr="00CA52B4">
        <w:rPr>
          <w:noProof/>
          <w:rtl/>
        </w:rPr>
        <w:t>الحصين بن قبيصة الفزاري</w:t>
      </w:r>
    </w:p>
    <w:p w:rsidR="00843DF1" w:rsidRDefault="00843DF1" w:rsidP="00AB3F16">
      <w:pPr>
        <w:pStyle w:val="libNormal"/>
        <w:rPr>
          <w:noProof/>
        </w:rPr>
      </w:pPr>
      <w:r w:rsidRPr="00CA52B4">
        <w:rPr>
          <w:noProof/>
          <w:rtl/>
        </w:rPr>
        <w:t>الحصين بن سعيد الجرشي</w:t>
      </w:r>
    </w:p>
    <w:p w:rsidR="00843DF1" w:rsidRDefault="00843DF1" w:rsidP="00AB3F16">
      <w:pPr>
        <w:pStyle w:val="libNormal"/>
        <w:rPr>
          <w:noProof/>
        </w:rPr>
      </w:pPr>
      <w:r w:rsidRPr="00CA52B4">
        <w:rPr>
          <w:noProof/>
          <w:rtl/>
        </w:rPr>
        <w:t>الحضرمي</w:t>
      </w:r>
    </w:p>
    <w:p w:rsidR="00843DF1" w:rsidRDefault="00843DF1" w:rsidP="00AB3F16">
      <w:pPr>
        <w:pStyle w:val="libNormal"/>
        <w:rPr>
          <w:noProof/>
        </w:rPr>
      </w:pPr>
      <w:r w:rsidRPr="00CA52B4">
        <w:rPr>
          <w:noProof/>
          <w:rtl/>
        </w:rPr>
        <w:t>حطان بن عبد الله الرقاشي</w:t>
      </w:r>
      <w:r>
        <w:rPr>
          <w:noProof/>
          <w:rtl/>
        </w:rPr>
        <w:tab/>
      </w:r>
      <w:r w:rsidRPr="00CA52B4">
        <w:rPr>
          <w:noProof/>
          <w:rtl/>
        </w:rPr>
        <w:t>169</w:t>
      </w:r>
    </w:p>
    <w:p w:rsidR="00843DF1" w:rsidRDefault="00843DF1" w:rsidP="00AB3F16">
      <w:pPr>
        <w:pStyle w:val="libNormal"/>
        <w:rPr>
          <w:noProof/>
        </w:rPr>
      </w:pPr>
      <w:r w:rsidRPr="00CA52B4">
        <w:rPr>
          <w:noProof/>
          <w:rtl/>
        </w:rPr>
        <w:t>حفص بن عمر الأنصاري</w:t>
      </w:r>
      <w:r>
        <w:rPr>
          <w:noProof/>
          <w:rtl/>
        </w:rPr>
        <w:tab/>
      </w:r>
      <w:r w:rsidRPr="00CA52B4">
        <w:rPr>
          <w:noProof/>
          <w:rtl/>
        </w:rPr>
        <w:t>170</w:t>
      </w:r>
    </w:p>
    <w:p w:rsidR="00843DF1" w:rsidRDefault="00843DF1" w:rsidP="00AB3F16">
      <w:pPr>
        <w:pStyle w:val="libNormal"/>
        <w:rPr>
          <w:noProof/>
        </w:rPr>
      </w:pPr>
      <w:r w:rsidRPr="00CA52B4">
        <w:rPr>
          <w:noProof/>
          <w:rtl/>
        </w:rPr>
        <w:t>الحكم بن أزهر بن فهد</w:t>
      </w:r>
    </w:p>
    <w:p w:rsidR="00843DF1" w:rsidRDefault="00843DF1" w:rsidP="00AB3F16">
      <w:pPr>
        <w:pStyle w:val="libNormal"/>
        <w:rPr>
          <w:noProof/>
        </w:rPr>
      </w:pPr>
      <w:r w:rsidRPr="00CA52B4">
        <w:rPr>
          <w:noProof/>
          <w:rtl/>
        </w:rPr>
        <w:t>الحكم بن حنظلة الكندي</w:t>
      </w:r>
      <w:r>
        <w:rPr>
          <w:noProof/>
          <w:rtl/>
        </w:rPr>
        <w:tab/>
      </w:r>
      <w:r w:rsidRPr="00CA52B4">
        <w:rPr>
          <w:noProof/>
          <w:rtl/>
        </w:rPr>
        <w:t>171</w:t>
      </w:r>
    </w:p>
    <w:p w:rsidR="00843DF1" w:rsidRDefault="00843DF1" w:rsidP="00AB3F16">
      <w:pPr>
        <w:pStyle w:val="libNormal"/>
        <w:rPr>
          <w:noProof/>
        </w:rPr>
      </w:pPr>
      <w:r w:rsidRPr="00CA52B4">
        <w:rPr>
          <w:noProof/>
          <w:rtl/>
        </w:rPr>
        <w:t>حكيم بن جبلة</w:t>
      </w:r>
    </w:p>
    <w:p w:rsidR="00843DF1" w:rsidRDefault="00843DF1" w:rsidP="00AB3F16">
      <w:pPr>
        <w:pStyle w:val="libNormal"/>
        <w:rPr>
          <w:noProof/>
        </w:rPr>
      </w:pPr>
      <w:r w:rsidRPr="00CA52B4">
        <w:rPr>
          <w:noProof/>
          <w:rtl/>
        </w:rPr>
        <w:t>حكيم بن سلامة</w:t>
      </w:r>
      <w:r>
        <w:rPr>
          <w:noProof/>
          <w:rtl/>
        </w:rPr>
        <w:tab/>
      </w:r>
      <w:r w:rsidRPr="00CA52B4">
        <w:rPr>
          <w:noProof/>
          <w:rtl/>
        </w:rPr>
        <w:t>172</w:t>
      </w:r>
    </w:p>
    <w:p w:rsidR="00843DF1" w:rsidRDefault="00843DF1" w:rsidP="00AB3F16">
      <w:pPr>
        <w:pStyle w:val="libNormal"/>
        <w:rPr>
          <w:noProof/>
        </w:rPr>
      </w:pPr>
      <w:r w:rsidRPr="00CA52B4">
        <w:rPr>
          <w:noProof/>
          <w:rtl/>
        </w:rPr>
        <w:t>حكيم بن سعيد الحنفي</w:t>
      </w:r>
    </w:p>
    <w:p w:rsidR="00843DF1" w:rsidRDefault="00843DF1" w:rsidP="00AB3F16">
      <w:pPr>
        <w:pStyle w:val="libNormal"/>
        <w:rPr>
          <w:noProof/>
        </w:rPr>
      </w:pPr>
      <w:r w:rsidRPr="00CA52B4">
        <w:rPr>
          <w:noProof/>
          <w:rtl/>
        </w:rPr>
        <w:t>حكيم بن مناف</w:t>
      </w:r>
    </w:p>
    <w:p w:rsidR="00843DF1" w:rsidRDefault="00843DF1" w:rsidP="00AB3F16">
      <w:pPr>
        <w:pStyle w:val="libNormal"/>
        <w:rPr>
          <w:noProof/>
        </w:rPr>
      </w:pPr>
      <w:r w:rsidRPr="00CA52B4">
        <w:rPr>
          <w:noProof/>
          <w:rtl/>
        </w:rPr>
        <w:t>حلاس بن عمرو الأزدي</w:t>
      </w:r>
      <w:r>
        <w:rPr>
          <w:noProof/>
          <w:rtl/>
        </w:rPr>
        <w:tab/>
      </w:r>
      <w:r w:rsidRPr="00CA52B4">
        <w:rPr>
          <w:noProof/>
          <w:rtl/>
        </w:rPr>
        <w:t>174</w:t>
      </w:r>
    </w:p>
    <w:p w:rsidR="00843DF1" w:rsidRDefault="00843DF1" w:rsidP="00AB3F16">
      <w:pPr>
        <w:pStyle w:val="libNormal"/>
        <w:rPr>
          <w:noProof/>
        </w:rPr>
      </w:pPr>
      <w:r w:rsidRPr="00CA52B4">
        <w:rPr>
          <w:noProof/>
          <w:rtl/>
        </w:rPr>
        <w:t>حلة بن جوية</w:t>
      </w:r>
    </w:p>
    <w:p w:rsidR="00843DF1" w:rsidRDefault="00843DF1" w:rsidP="00AB3F16">
      <w:pPr>
        <w:pStyle w:val="libNormal"/>
        <w:rPr>
          <w:noProof/>
        </w:rPr>
      </w:pPr>
      <w:r w:rsidRPr="00CA52B4">
        <w:rPr>
          <w:noProof/>
          <w:rtl/>
        </w:rPr>
        <w:t>حمزة بن عتبة</w:t>
      </w:r>
    </w:p>
    <w:p w:rsidR="00843DF1" w:rsidRDefault="00843DF1" w:rsidP="00AB3F16">
      <w:pPr>
        <w:pStyle w:val="libNormal"/>
        <w:rPr>
          <w:noProof/>
        </w:rPr>
      </w:pPr>
      <w:r w:rsidRPr="00CA52B4">
        <w:rPr>
          <w:noProof/>
          <w:rtl/>
        </w:rPr>
        <w:t>حنش بن عبد الله بن عمرو</w:t>
      </w:r>
      <w:r>
        <w:rPr>
          <w:noProof/>
          <w:rtl/>
        </w:rPr>
        <w:tab/>
      </w:r>
      <w:r w:rsidRPr="00CA52B4">
        <w:rPr>
          <w:noProof/>
          <w:rtl/>
        </w:rPr>
        <w:t>175</w:t>
      </w:r>
    </w:p>
    <w:p w:rsidR="00843DF1" w:rsidRDefault="00843DF1" w:rsidP="00AB3F16">
      <w:pPr>
        <w:pStyle w:val="libNormal"/>
        <w:rPr>
          <w:noProof/>
        </w:rPr>
      </w:pPr>
      <w:r w:rsidRPr="00CA52B4">
        <w:rPr>
          <w:noProof/>
          <w:rtl/>
        </w:rPr>
        <w:t>حنش بن المعتمر الكناني</w:t>
      </w:r>
    </w:p>
    <w:p w:rsidR="00843DF1" w:rsidRDefault="00843DF1" w:rsidP="00AB3F16">
      <w:pPr>
        <w:pStyle w:val="libNormal"/>
        <w:rPr>
          <w:noProof/>
        </w:rPr>
      </w:pPr>
      <w:r w:rsidRPr="00CA52B4">
        <w:rPr>
          <w:noProof/>
          <w:rtl/>
        </w:rPr>
        <w:t>حنظلة بن الربيع التميمي</w:t>
      </w:r>
      <w:r>
        <w:rPr>
          <w:noProof/>
          <w:rtl/>
        </w:rPr>
        <w:tab/>
      </w:r>
      <w:r w:rsidRPr="00CA52B4">
        <w:rPr>
          <w:noProof/>
          <w:rtl/>
        </w:rPr>
        <w:t>176</w:t>
      </w:r>
    </w:p>
    <w:p w:rsidR="00843DF1" w:rsidRDefault="00843DF1" w:rsidP="00AB3F16">
      <w:pPr>
        <w:pStyle w:val="libNormal"/>
        <w:rPr>
          <w:noProof/>
        </w:rPr>
      </w:pPr>
      <w:r w:rsidRPr="00CA52B4">
        <w:rPr>
          <w:noProof/>
          <w:rtl/>
        </w:rPr>
        <w:t>حنظلة بن سعد التميمي</w:t>
      </w:r>
    </w:p>
    <w:p w:rsidR="00843DF1" w:rsidRDefault="00843DF1" w:rsidP="00AB3F16">
      <w:pPr>
        <w:pStyle w:val="libNormal"/>
        <w:rPr>
          <w:noProof/>
        </w:rPr>
      </w:pPr>
      <w:r w:rsidRPr="00CA52B4">
        <w:rPr>
          <w:noProof/>
          <w:rtl/>
        </w:rPr>
        <w:t>حنظلة بن النعمان بن عمرو</w:t>
      </w:r>
      <w:r>
        <w:rPr>
          <w:noProof/>
          <w:rtl/>
        </w:rPr>
        <w:tab/>
      </w:r>
      <w:r w:rsidRPr="00CA52B4">
        <w:rPr>
          <w:noProof/>
          <w:rtl/>
        </w:rPr>
        <w:t>177</w:t>
      </w:r>
    </w:p>
    <w:p w:rsidR="00843DF1" w:rsidRDefault="00843DF1" w:rsidP="00AB3F16">
      <w:pPr>
        <w:pStyle w:val="libNormal"/>
        <w:rPr>
          <w:noProof/>
        </w:rPr>
      </w:pPr>
      <w:r w:rsidRPr="00CA52B4">
        <w:rPr>
          <w:noProof/>
          <w:rtl/>
        </w:rPr>
        <w:t>حنظلة أبو خلدة</w:t>
      </w:r>
    </w:p>
    <w:p w:rsidR="00843DF1" w:rsidRDefault="00843DF1" w:rsidP="00AB3F16">
      <w:pPr>
        <w:pStyle w:val="libNormal"/>
        <w:rPr>
          <w:noProof/>
        </w:rPr>
      </w:pPr>
      <w:r w:rsidRPr="00CA52B4">
        <w:rPr>
          <w:noProof/>
          <w:rtl/>
        </w:rPr>
        <w:t>حنين</w:t>
      </w:r>
      <w:r>
        <w:rPr>
          <w:noProof/>
          <w:rtl/>
        </w:rPr>
        <w:t xml:space="preserve"> ..</w:t>
      </w:r>
      <w:r w:rsidRPr="00CA52B4">
        <w:rPr>
          <w:noProof/>
          <w:rtl/>
        </w:rPr>
        <w:t>. مولى ابن عباس</w:t>
      </w:r>
    </w:p>
    <w:p w:rsidR="00843DF1" w:rsidRDefault="00843DF1" w:rsidP="00AB3F16">
      <w:pPr>
        <w:pStyle w:val="libNormal"/>
        <w:rPr>
          <w:noProof/>
        </w:rPr>
      </w:pPr>
      <w:r w:rsidRPr="00CA52B4">
        <w:rPr>
          <w:noProof/>
          <w:rtl/>
        </w:rPr>
        <w:t>حوشب بن يزيد</w:t>
      </w:r>
      <w:r>
        <w:rPr>
          <w:noProof/>
          <w:rtl/>
        </w:rPr>
        <w:tab/>
      </w:r>
      <w:r w:rsidRPr="00CA52B4">
        <w:rPr>
          <w:noProof/>
          <w:rtl/>
        </w:rPr>
        <w:t>178</w:t>
      </w:r>
    </w:p>
    <w:p w:rsidR="00843DF1" w:rsidRDefault="00843DF1" w:rsidP="00AB3F16">
      <w:pPr>
        <w:pStyle w:val="libNormal"/>
        <w:rPr>
          <w:noProof/>
        </w:rPr>
      </w:pPr>
      <w:r w:rsidRPr="00CA52B4">
        <w:rPr>
          <w:noProof/>
          <w:rtl/>
        </w:rPr>
        <w:t>حويرثة بن سمي العبدي</w:t>
      </w:r>
    </w:p>
    <w:p w:rsidR="00843DF1" w:rsidRPr="00CA52B4" w:rsidRDefault="00843DF1" w:rsidP="00AB3F16">
      <w:pPr>
        <w:pStyle w:val="libNormal"/>
        <w:rPr>
          <w:noProof/>
          <w:rtl/>
        </w:rPr>
      </w:pPr>
      <w:r w:rsidRPr="00CA52B4">
        <w:rPr>
          <w:noProof/>
          <w:rtl/>
        </w:rPr>
        <w:t>حيان بن الأبجر الكناني</w:t>
      </w:r>
    </w:p>
    <w:p w:rsidR="00843DF1" w:rsidRDefault="00843DF1" w:rsidP="00AB3F16">
      <w:pPr>
        <w:pStyle w:val="libNormal"/>
        <w:rPr>
          <w:noProof/>
        </w:rPr>
      </w:pPr>
      <w:r>
        <w:rPr>
          <w:noProof/>
          <w:rtl/>
        </w:rPr>
        <w:br w:type="page"/>
      </w:r>
      <w:r w:rsidRPr="00CA52B4">
        <w:rPr>
          <w:noProof/>
          <w:rtl/>
        </w:rPr>
        <w:lastRenderedPageBreak/>
        <w:t>حيان بن الحصين أبو الهياج</w:t>
      </w:r>
      <w:r>
        <w:rPr>
          <w:noProof/>
          <w:rtl/>
        </w:rPr>
        <w:tab/>
      </w:r>
      <w:r w:rsidRPr="00CA52B4">
        <w:rPr>
          <w:noProof/>
          <w:rtl/>
        </w:rPr>
        <w:t>179</w:t>
      </w:r>
    </w:p>
    <w:p w:rsidR="00843DF1" w:rsidRDefault="00843DF1" w:rsidP="00AB3F16">
      <w:pPr>
        <w:pStyle w:val="libNormal"/>
        <w:rPr>
          <w:noProof/>
        </w:rPr>
      </w:pPr>
      <w:r w:rsidRPr="00CA52B4">
        <w:rPr>
          <w:noProof/>
          <w:rtl/>
        </w:rPr>
        <w:t>حيان بن الحارث</w:t>
      </w:r>
    </w:p>
    <w:p w:rsidR="00843DF1" w:rsidRPr="00CA52B4" w:rsidRDefault="00843DF1" w:rsidP="00AB3F16">
      <w:pPr>
        <w:pStyle w:val="libNormal"/>
        <w:rPr>
          <w:noProof/>
          <w:rtl/>
        </w:rPr>
      </w:pPr>
      <w:r w:rsidRPr="00CA52B4">
        <w:rPr>
          <w:noProof/>
          <w:rtl/>
        </w:rPr>
        <w:t>حيان بن هوذة النخعي</w:t>
      </w:r>
    </w:p>
    <w:p w:rsidR="00843DF1" w:rsidRDefault="00843DF1" w:rsidP="00AB3F16">
      <w:pPr>
        <w:pStyle w:val="libNormal"/>
        <w:rPr>
          <w:noProof/>
        </w:rPr>
      </w:pPr>
      <w:r w:rsidRPr="00CA52B4">
        <w:rPr>
          <w:noProof/>
          <w:rtl/>
        </w:rPr>
        <w:t>خارجة بن مصعب</w:t>
      </w:r>
      <w:r>
        <w:rPr>
          <w:noProof/>
          <w:rtl/>
        </w:rPr>
        <w:tab/>
      </w:r>
      <w:r w:rsidRPr="00CA52B4">
        <w:rPr>
          <w:noProof/>
          <w:rtl/>
        </w:rPr>
        <w:t>180</w:t>
      </w:r>
    </w:p>
    <w:p w:rsidR="00843DF1" w:rsidRDefault="00843DF1" w:rsidP="00AB3F16">
      <w:pPr>
        <w:pStyle w:val="libNormal"/>
        <w:rPr>
          <w:noProof/>
        </w:rPr>
      </w:pPr>
      <w:r w:rsidRPr="00CA52B4">
        <w:rPr>
          <w:noProof/>
          <w:rtl/>
        </w:rPr>
        <w:t>خالد بن أبي خالد</w:t>
      </w:r>
    </w:p>
    <w:p w:rsidR="00843DF1" w:rsidRDefault="00843DF1" w:rsidP="00AB3F16">
      <w:pPr>
        <w:pStyle w:val="libNormal"/>
        <w:rPr>
          <w:noProof/>
        </w:rPr>
      </w:pPr>
      <w:r w:rsidRPr="00CA52B4">
        <w:rPr>
          <w:noProof/>
          <w:rtl/>
        </w:rPr>
        <w:t>خالد بن أبي دجانة</w:t>
      </w:r>
      <w:r>
        <w:rPr>
          <w:noProof/>
          <w:rtl/>
        </w:rPr>
        <w:tab/>
      </w:r>
      <w:r w:rsidRPr="00CA52B4">
        <w:rPr>
          <w:noProof/>
          <w:rtl/>
        </w:rPr>
        <w:t>18</w:t>
      </w:r>
    </w:p>
    <w:p w:rsidR="00843DF1" w:rsidRDefault="00843DF1" w:rsidP="00AB3F16">
      <w:pPr>
        <w:pStyle w:val="libNormal"/>
        <w:rPr>
          <w:noProof/>
        </w:rPr>
      </w:pPr>
      <w:r w:rsidRPr="00CA52B4">
        <w:rPr>
          <w:noProof/>
          <w:rtl/>
        </w:rPr>
        <w:t>خالد بن الحصين</w:t>
      </w:r>
    </w:p>
    <w:p w:rsidR="00843DF1" w:rsidRDefault="00843DF1" w:rsidP="00AB3F16">
      <w:pPr>
        <w:pStyle w:val="libNormal"/>
        <w:rPr>
          <w:noProof/>
        </w:rPr>
      </w:pPr>
      <w:r w:rsidRPr="00CA52B4">
        <w:rPr>
          <w:noProof/>
          <w:rtl/>
        </w:rPr>
        <w:t>خالد بن يزيد</w:t>
      </w:r>
    </w:p>
    <w:p w:rsidR="00843DF1" w:rsidRDefault="00843DF1" w:rsidP="00AB3F16">
      <w:pPr>
        <w:pStyle w:val="libNormal"/>
        <w:rPr>
          <w:noProof/>
        </w:rPr>
      </w:pPr>
      <w:r w:rsidRPr="00CA52B4">
        <w:rPr>
          <w:noProof/>
          <w:rtl/>
        </w:rPr>
        <w:t>خالد بن قطن الحارثي</w:t>
      </w:r>
      <w:r>
        <w:rPr>
          <w:noProof/>
          <w:rtl/>
        </w:rPr>
        <w:tab/>
      </w:r>
      <w:r w:rsidRPr="00CA52B4">
        <w:rPr>
          <w:noProof/>
          <w:rtl/>
        </w:rPr>
        <w:t>182</w:t>
      </w:r>
    </w:p>
    <w:p w:rsidR="00843DF1" w:rsidRDefault="00843DF1" w:rsidP="00AB3F16">
      <w:pPr>
        <w:pStyle w:val="libNormal"/>
        <w:rPr>
          <w:noProof/>
        </w:rPr>
      </w:pPr>
      <w:r w:rsidRPr="00CA52B4">
        <w:rPr>
          <w:noProof/>
          <w:rtl/>
        </w:rPr>
        <w:t>خالد بن المعمر</w:t>
      </w:r>
    </w:p>
    <w:p w:rsidR="00843DF1" w:rsidRDefault="00843DF1" w:rsidP="00AB3F16">
      <w:pPr>
        <w:pStyle w:val="libNormal"/>
        <w:rPr>
          <w:noProof/>
        </w:rPr>
      </w:pPr>
      <w:r w:rsidRPr="00CA52B4">
        <w:rPr>
          <w:noProof/>
          <w:rtl/>
        </w:rPr>
        <w:t>خالد بن ناجد الأزدي</w:t>
      </w:r>
      <w:r>
        <w:rPr>
          <w:noProof/>
          <w:rtl/>
        </w:rPr>
        <w:tab/>
      </w:r>
      <w:r w:rsidRPr="00CA52B4">
        <w:rPr>
          <w:noProof/>
          <w:rtl/>
        </w:rPr>
        <w:t>185</w:t>
      </w:r>
    </w:p>
    <w:p w:rsidR="00843DF1" w:rsidRDefault="00843DF1" w:rsidP="00AB3F16">
      <w:pPr>
        <w:pStyle w:val="libNormal"/>
        <w:rPr>
          <w:noProof/>
        </w:rPr>
      </w:pPr>
      <w:r w:rsidRPr="00CA52B4">
        <w:rPr>
          <w:noProof/>
          <w:rtl/>
        </w:rPr>
        <w:t>خالد بن الوليد الأنصاري</w:t>
      </w:r>
    </w:p>
    <w:p w:rsidR="00843DF1" w:rsidRDefault="00843DF1" w:rsidP="00AB3F16">
      <w:pPr>
        <w:pStyle w:val="libNormal"/>
        <w:rPr>
          <w:noProof/>
        </w:rPr>
      </w:pPr>
      <w:r w:rsidRPr="00CA52B4">
        <w:rPr>
          <w:noProof/>
          <w:rtl/>
        </w:rPr>
        <w:t>خباب بن الأرت</w:t>
      </w:r>
      <w:r>
        <w:rPr>
          <w:noProof/>
          <w:rtl/>
        </w:rPr>
        <w:tab/>
      </w:r>
      <w:r w:rsidRPr="00CA52B4">
        <w:rPr>
          <w:noProof/>
          <w:rtl/>
        </w:rPr>
        <w:t>186</w:t>
      </w:r>
    </w:p>
    <w:p w:rsidR="00843DF1" w:rsidRDefault="00843DF1" w:rsidP="00AB3F16">
      <w:pPr>
        <w:pStyle w:val="libNormal"/>
        <w:rPr>
          <w:noProof/>
        </w:rPr>
      </w:pPr>
      <w:r w:rsidRPr="00CA52B4">
        <w:rPr>
          <w:noProof/>
          <w:rtl/>
        </w:rPr>
        <w:t>خرشة بن مالك بن جرير</w:t>
      </w:r>
      <w:r>
        <w:rPr>
          <w:noProof/>
          <w:rtl/>
        </w:rPr>
        <w:tab/>
      </w:r>
      <w:r w:rsidRPr="00CA52B4">
        <w:rPr>
          <w:noProof/>
          <w:rtl/>
        </w:rPr>
        <w:t>187</w:t>
      </w:r>
    </w:p>
    <w:p w:rsidR="00843DF1" w:rsidRDefault="00843DF1" w:rsidP="00AB3F16">
      <w:pPr>
        <w:pStyle w:val="libNormal"/>
        <w:rPr>
          <w:noProof/>
        </w:rPr>
      </w:pPr>
      <w:r w:rsidRPr="00CA52B4">
        <w:rPr>
          <w:noProof/>
          <w:rtl/>
        </w:rPr>
        <w:t>خرشة بن حبيب السلمي</w:t>
      </w:r>
    </w:p>
    <w:p w:rsidR="00843DF1" w:rsidRDefault="00843DF1" w:rsidP="00AB3F16">
      <w:pPr>
        <w:pStyle w:val="libNormal"/>
        <w:rPr>
          <w:noProof/>
        </w:rPr>
      </w:pPr>
      <w:r w:rsidRPr="00CA52B4">
        <w:rPr>
          <w:noProof/>
          <w:rtl/>
        </w:rPr>
        <w:t>الخريت بن راشد</w:t>
      </w:r>
    </w:p>
    <w:p w:rsidR="00843DF1" w:rsidRDefault="00843DF1" w:rsidP="00AB3F16">
      <w:pPr>
        <w:pStyle w:val="libNormal"/>
        <w:rPr>
          <w:noProof/>
        </w:rPr>
      </w:pPr>
      <w:r w:rsidRPr="00CA52B4">
        <w:rPr>
          <w:noProof/>
          <w:rtl/>
        </w:rPr>
        <w:t>خداش العبدي</w:t>
      </w:r>
      <w:r>
        <w:rPr>
          <w:noProof/>
          <w:rtl/>
        </w:rPr>
        <w:tab/>
      </w:r>
      <w:r w:rsidRPr="00CA52B4">
        <w:rPr>
          <w:noProof/>
          <w:rtl/>
        </w:rPr>
        <w:t>188</w:t>
      </w:r>
    </w:p>
    <w:p w:rsidR="00843DF1" w:rsidRDefault="00843DF1" w:rsidP="00AB3F16">
      <w:pPr>
        <w:pStyle w:val="libNormal"/>
        <w:rPr>
          <w:noProof/>
        </w:rPr>
      </w:pPr>
      <w:r w:rsidRPr="00CA52B4">
        <w:rPr>
          <w:noProof/>
          <w:rtl/>
        </w:rPr>
        <w:t>خزيمة بن ثابت ، ذو الشهادتين</w:t>
      </w:r>
      <w:r>
        <w:rPr>
          <w:noProof/>
          <w:rtl/>
        </w:rPr>
        <w:tab/>
      </w:r>
      <w:r w:rsidRPr="00CA52B4">
        <w:rPr>
          <w:noProof/>
          <w:rtl/>
        </w:rPr>
        <w:t>190</w:t>
      </w:r>
    </w:p>
    <w:p w:rsidR="00843DF1" w:rsidRDefault="00843DF1" w:rsidP="00AB3F16">
      <w:pPr>
        <w:pStyle w:val="libNormal"/>
        <w:rPr>
          <w:noProof/>
        </w:rPr>
      </w:pPr>
      <w:r w:rsidRPr="00CA52B4">
        <w:rPr>
          <w:noProof/>
          <w:rtl/>
        </w:rPr>
        <w:t>خزيمة بن الحر الحارثي</w:t>
      </w:r>
      <w:r>
        <w:rPr>
          <w:noProof/>
          <w:rtl/>
        </w:rPr>
        <w:tab/>
      </w:r>
      <w:r w:rsidRPr="00CA52B4">
        <w:rPr>
          <w:noProof/>
          <w:rtl/>
        </w:rPr>
        <w:t>191</w:t>
      </w:r>
    </w:p>
    <w:p w:rsidR="00843DF1" w:rsidRDefault="00843DF1" w:rsidP="00AB3F16">
      <w:pPr>
        <w:pStyle w:val="libNormal"/>
        <w:rPr>
          <w:noProof/>
        </w:rPr>
      </w:pPr>
      <w:r w:rsidRPr="00CA52B4">
        <w:rPr>
          <w:noProof/>
          <w:rtl/>
        </w:rPr>
        <w:t>خشرم بن الحارث</w:t>
      </w:r>
      <w:r>
        <w:rPr>
          <w:noProof/>
          <w:rtl/>
        </w:rPr>
        <w:tab/>
      </w:r>
      <w:r w:rsidRPr="00CA52B4">
        <w:rPr>
          <w:noProof/>
          <w:rtl/>
        </w:rPr>
        <w:t>192</w:t>
      </w:r>
    </w:p>
    <w:p w:rsidR="00843DF1" w:rsidRDefault="00843DF1" w:rsidP="00AB3F16">
      <w:pPr>
        <w:pStyle w:val="libNormal"/>
        <w:rPr>
          <w:noProof/>
        </w:rPr>
      </w:pPr>
      <w:r w:rsidRPr="00CA52B4">
        <w:rPr>
          <w:noProof/>
          <w:rtl/>
        </w:rPr>
        <w:t>خفاف بن عبد الله الطائي</w:t>
      </w:r>
    </w:p>
    <w:p w:rsidR="00843DF1" w:rsidRDefault="00843DF1" w:rsidP="00AB3F16">
      <w:pPr>
        <w:pStyle w:val="libNormal"/>
        <w:rPr>
          <w:noProof/>
        </w:rPr>
      </w:pPr>
      <w:r w:rsidRPr="00CA52B4">
        <w:rPr>
          <w:noProof/>
          <w:rtl/>
        </w:rPr>
        <w:t>خلاس بن عمرو بن المنذر</w:t>
      </w:r>
      <w:r>
        <w:rPr>
          <w:noProof/>
          <w:rtl/>
        </w:rPr>
        <w:tab/>
      </w:r>
      <w:r w:rsidRPr="00CA52B4">
        <w:rPr>
          <w:noProof/>
          <w:rtl/>
        </w:rPr>
        <w:t>194</w:t>
      </w:r>
    </w:p>
    <w:p w:rsidR="00843DF1" w:rsidRDefault="00843DF1" w:rsidP="00AB3F16">
      <w:pPr>
        <w:pStyle w:val="libNormal"/>
        <w:rPr>
          <w:noProof/>
        </w:rPr>
      </w:pPr>
      <w:r w:rsidRPr="00CA52B4">
        <w:rPr>
          <w:noProof/>
          <w:rtl/>
        </w:rPr>
        <w:t>خليد الثوري</w:t>
      </w:r>
      <w:r>
        <w:rPr>
          <w:noProof/>
          <w:rtl/>
        </w:rPr>
        <w:tab/>
      </w:r>
      <w:r w:rsidRPr="00CA52B4">
        <w:rPr>
          <w:noProof/>
          <w:rtl/>
        </w:rPr>
        <w:t>195</w:t>
      </w:r>
    </w:p>
    <w:p w:rsidR="00843DF1" w:rsidRDefault="00843DF1" w:rsidP="00AB3F16">
      <w:pPr>
        <w:pStyle w:val="libNormal"/>
        <w:rPr>
          <w:noProof/>
        </w:rPr>
      </w:pPr>
      <w:r w:rsidRPr="00CA52B4">
        <w:rPr>
          <w:noProof/>
          <w:rtl/>
        </w:rPr>
        <w:t>خليد بن طريف</w:t>
      </w:r>
    </w:p>
    <w:p w:rsidR="00843DF1" w:rsidRDefault="00843DF1" w:rsidP="00AB3F16">
      <w:pPr>
        <w:pStyle w:val="libNormal"/>
        <w:rPr>
          <w:noProof/>
        </w:rPr>
      </w:pPr>
      <w:r>
        <w:rPr>
          <w:noProof/>
          <w:rtl/>
        </w:rPr>
        <w:t>خليد بن عبد الله العصري</w:t>
      </w:r>
    </w:p>
    <w:p w:rsidR="00843DF1" w:rsidRDefault="00843DF1" w:rsidP="00AB3F16">
      <w:pPr>
        <w:pStyle w:val="libNormal"/>
        <w:rPr>
          <w:noProof/>
        </w:rPr>
      </w:pPr>
      <w:r w:rsidRPr="00CA52B4">
        <w:rPr>
          <w:noProof/>
          <w:rtl/>
        </w:rPr>
        <w:t>خليفة بن الحصين</w:t>
      </w:r>
      <w:r>
        <w:rPr>
          <w:noProof/>
          <w:rtl/>
        </w:rPr>
        <w:tab/>
      </w:r>
      <w:r w:rsidRPr="00CA52B4">
        <w:rPr>
          <w:noProof/>
          <w:rtl/>
        </w:rPr>
        <w:t>196</w:t>
      </w:r>
    </w:p>
    <w:p w:rsidR="00843DF1" w:rsidRDefault="00843DF1" w:rsidP="00AB3F16">
      <w:pPr>
        <w:pStyle w:val="libNormal"/>
        <w:rPr>
          <w:noProof/>
        </w:rPr>
      </w:pPr>
      <w:r w:rsidRPr="00CA52B4">
        <w:rPr>
          <w:noProof/>
          <w:rtl/>
        </w:rPr>
        <w:t>خمير بن مالك الهمداني</w:t>
      </w:r>
    </w:p>
    <w:p w:rsidR="00843DF1" w:rsidRDefault="00843DF1" w:rsidP="00AB3F16">
      <w:pPr>
        <w:pStyle w:val="libNormal"/>
        <w:rPr>
          <w:noProof/>
        </w:rPr>
      </w:pPr>
      <w:r w:rsidRPr="00CA52B4">
        <w:rPr>
          <w:noProof/>
          <w:rtl/>
        </w:rPr>
        <w:t>خندف بن بكر البكري</w:t>
      </w:r>
    </w:p>
    <w:p w:rsidR="00843DF1" w:rsidRPr="00CA52B4" w:rsidRDefault="00843DF1" w:rsidP="00AB3F16">
      <w:pPr>
        <w:pStyle w:val="libNormal"/>
        <w:rPr>
          <w:noProof/>
          <w:rtl/>
        </w:rPr>
      </w:pPr>
      <w:r w:rsidRPr="00CA52B4">
        <w:rPr>
          <w:noProof/>
          <w:rtl/>
        </w:rPr>
        <w:t>خندف بن زهير الأسدي</w:t>
      </w:r>
      <w:r>
        <w:rPr>
          <w:noProof/>
          <w:rtl/>
        </w:rPr>
        <w:tab/>
      </w:r>
      <w:r w:rsidRPr="00CA52B4">
        <w:rPr>
          <w:noProof/>
          <w:rtl/>
        </w:rPr>
        <w:t>197</w:t>
      </w:r>
    </w:p>
    <w:p w:rsidR="00843DF1" w:rsidRDefault="00843DF1" w:rsidP="00AB3F16">
      <w:pPr>
        <w:pStyle w:val="libNormal"/>
        <w:rPr>
          <w:noProof/>
        </w:rPr>
      </w:pPr>
      <w:r>
        <w:rPr>
          <w:noProof/>
          <w:rtl/>
        </w:rPr>
        <w:br w:type="page"/>
      </w:r>
      <w:r w:rsidRPr="00CA52B4">
        <w:rPr>
          <w:noProof/>
          <w:rtl/>
        </w:rPr>
        <w:lastRenderedPageBreak/>
        <w:t>خوات بن جبير</w:t>
      </w:r>
    </w:p>
    <w:p w:rsidR="00843DF1" w:rsidRDefault="00843DF1" w:rsidP="00AB3F16">
      <w:pPr>
        <w:pStyle w:val="libNormal"/>
        <w:rPr>
          <w:noProof/>
        </w:rPr>
      </w:pPr>
      <w:r w:rsidRPr="00CA52B4">
        <w:rPr>
          <w:noProof/>
          <w:rtl/>
        </w:rPr>
        <w:t>خويلد بن عمرو السلمي</w:t>
      </w:r>
      <w:r>
        <w:rPr>
          <w:noProof/>
          <w:rtl/>
        </w:rPr>
        <w:tab/>
      </w:r>
      <w:r w:rsidRPr="00CA52B4">
        <w:rPr>
          <w:noProof/>
          <w:rtl/>
        </w:rPr>
        <w:t>198</w:t>
      </w:r>
    </w:p>
    <w:p w:rsidR="00843DF1" w:rsidRPr="00CA52B4" w:rsidRDefault="00843DF1" w:rsidP="00AB3F16">
      <w:pPr>
        <w:pStyle w:val="libNormal"/>
        <w:rPr>
          <w:noProof/>
          <w:rtl/>
        </w:rPr>
      </w:pPr>
      <w:r w:rsidRPr="00CA52B4">
        <w:rPr>
          <w:noProof/>
          <w:rtl/>
        </w:rPr>
        <w:t>خيثمة التميمي</w:t>
      </w:r>
    </w:p>
    <w:p w:rsidR="00843DF1" w:rsidRDefault="00843DF1" w:rsidP="00AB3F16">
      <w:pPr>
        <w:pStyle w:val="libNormal"/>
        <w:rPr>
          <w:noProof/>
        </w:rPr>
      </w:pPr>
      <w:r w:rsidRPr="00CA52B4">
        <w:rPr>
          <w:noProof/>
          <w:rtl/>
        </w:rPr>
        <w:t>داود بن بلال بن بليل</w:t>
      </w:r>
      <w:r>
        <w:rPr>
          <w:noProof/>
          <w:rtl/>
        </w:rPr>
        <w:tab/>
      </w:r>
      <w:r w:rsidRPr="00CA52B4">
        <w:rPr>
          <w:noProof/>
          <w:rtl/>
        </w:rPr>
        <w:t>199</w:t>
      </w:r>
    </w:p>
    <w:p w:rsidR="00843DF1" w:rsidRDefault="00843DF1" w:rsidP="00AB3F16">
      <w:pPr>
        <w:pStyle w:val="libNormal"/>
        <w:rPr>
          <w:noProof/>
        </w:rPr>
      </w:pPr>
      <w:r w:rsidRPr="00CA52B4">
        <w:rPr>
          <w:noProof/>
          <w:rtl/>
        </w:rPr>
        <w:t>داود بن سليمان</w:t>
      </w:r>
    </w:p>
    <w:p w:rsidR="00843DF1" w:rsidRDefault="00843DF1" w:rsidP="00AB3F16">
      <w:pPr>
        <w:pStyle w:val="libNormal"/>
        <w:rPr>
          <w:noProof/>
        </w:rPr>
      </w:pPr>
      <w:r w:rsidRPr="00CA52B4">
        <w:rPr>
          <w:noProof/>
          <w:rtl/>
        </w:rPr>
        <w:t>دثار بن الحارث النهدي</w:t>
      </w:r>
      <w:r>
        <w:rPr>
          <w:noProof/>
          <w:rtl/>
        </w:rPr>
        <w:tab/>
      </w:r>
      <w:r w:rsidRPr="00CA52B4">
        <w:rPr>
          <w:noProof/>
          <w:rtl/>
        </w:rPr>
        <w:t>200</w:t>
      </w:r>
    </w:p>
    <w:p w:rsidR="00843DF1" w:rsidRDefault="00843DF1" w:rsidP="00AB3F16">
      <w:pPr>
        <w:pStyle w:val="libNormal"/>
        <w:rPr>
          <w:noProof/>
        </w:rPr>
      </w:pPr>
      <w:r w:rsidRPr="00CA52B4">
        <w:rPr>
          <w:noProof/>
          <w:rtl/>
        </w:rPr>
        <w:t>دثار بن عبيد بن الأبرص</w:t>
      </w:r>
    </w:p>
    <w:p w:rsidR="00843DF1" w:rsidRDefault="00843DF1" w:rsidP="00AB3F16">
      <w:pPr>
        <w:pStyle w:val="libNormal"/>
        <w:rPr>
          <w:noProof/>
        </w:rPr>
      </w:pPr>
      <w:r w:rsidRPr="00CA52B4">
        <w:rPr>
          <w:noProof/>
          <w:rtl/>
        </w:rPr>
        <w:t>درهم أبو عبيد البصري</w:t>
      </w:r>
      <w:r>
        <w:rPr>
          <w:noProof/>
          <w:rtl/>
        </w:rPr>
        <w:tab/>
      </w:r>
      <w:r w:rsidRPr="00CA52B4">
        <w:rPr>
          <w:noProof/>
          <w:rtl/>
        </w:rPr>
        <w:t>201</w:t>
      </w:r>
    </w:p>
    <w:p w:rsidR="00843DF1" w:rsidRDefault="00843DF1" w:rsidP="00AB3F16">
      <w:pPr>
        <w:pStyle w:val="libNormal"/>
        <w:rPr>
          <w:noProof/>
        </w:rPr>
      </w:pPr>
      <w:r w:rsidRPr="00CA52B4">
        <w:rPr>
          <w:noProof/>
          <w:rtl/>
        </w:rPr>
        <w:t>دينار أبو سعيد عقيصا</w:t>
      </w:r>
    </w:p>
    <w:p w:rsidR="00843DF1" w:rsidRDefault="00843DF1" w:rsidP="00AB3F16">
      <w:pPr>
        <w:pStyle w:val="libNormal"/>
        <w:rPr>
          <w:noProof/>
        </w:rPr>
      </w:pPr>
      <w:r w:rsidRPr="00CA52B4">
        <w:rPr>
          <w:noProof/>
          <w:rtl/>
        </w:rPr>
        <w:t>دينار الخصي الكوفي</w:t>
      </w:r>
    </w:p>
    <w:p w:rsidR="00843DF1" w:rsidRPr="00CA52B4" w:rsidRDefault="00843DF1" w:rsidP="00AB3F16">
      <w:pPr>
        <w:pStyle w:val="libNormal"/>
        <w:rPr>
          <w:noProof/>
          <w:rtl/>
        </w:rPr>
      </w:pPr>
      <w:r w:rsidRPr="00CA52B4">
        <w:rPr>
          <w:noProof/>
          <w:rtl/>
        </w:rPr>
        <w:t>دينار أبو العيزار</w:t>
      </w:r>
      <w:r>
        <w:rPr>
          <w:noProof/>
          <w:rtl/>
        </w:rPr>
        <w:tab/>
      </w:r>
      <w:r w:rsidRPr="00CA52B4">
        <w:rPr>
          <w:noProof/>
          <w:rtl/>
        </w:rPr>
        <w:t>202</w:t>
      </w:r>
    </w:p>
    <w:p w:rsidR="00843DF1" w:rsidRDefault="00843DF1" w:rsidP="00AB3F16">
      <w:pPr>
        <w:pStyle w:val="libNormal"/>
        <w:rPr>
          <w:noProof/>
        </w:rPr>
      </w:pPr>
      <w:r w:rsidRPr="00CA52B4">
        <w:rPr>
          <w:noProof/>
          <w:rtl/>
        </w:rPr>
        <w:t>ذباب بن مرة</w:t>
      </w:r>
      <w:r>
        <w:rPr>
          <w:noProof/>
          <w:rtl/>
        </w:rPr>
        <w:tab/>
      </w:r>
      <w:r w:rsidRPr="00CA52B4">
        <w:rPr>
          <w:noProof/>
          <w:rtl/>
        </w:rPr>
        <w:t>203</w:t>
      </w:r>
    </w:p>
    <w:p w:rsidR="00843DF1" w:rsidRDefault="00843DF1" w:rsidP="00AB3F16">
      <w:pPr>
        <w:pStyle w:val="libNormal"/>
        <w:rPr>
          <w:noProof/>
        </w:rPr>
      </w:pPr>
      <w:r w:rsidRPr="00CA52B4">
        <w:rPr>
          <w:noProof/>
          <w:rtl/>
        </w:rPr>
        <w:t>ذريح بن عباد البصري</w:t>
      </w:r>
    </w:p>
    <w:p w:rsidR="00843DF1" w:rsidRDefault="00843DF1" w:rsidP="00AB3F16">
      <w:pPr>
        <w:pStyle w:val="libNormal"/>
        <w:rPr>
          <w:noProof/>
        </w:rPr>
      </w:pPr>
      <w:r w:rsidRPr="00CA52B4">
        <w:rPr>
          <w:noProof/>
          <w:rtl/>
        </w:rPr>
        <w:t>ذعلب اليماني</w:t>
      </w:r>
    </w:p>
    <w:p w:rsidR="00843DF1" w:rsidRPr="00CA52B4" w:rsidRDefault="00843DF1" w:rsidP="00AB3F16">
      <w:pPr>
        <w:pStyle w:val="libNormal"/>
        <w:rPr>
          <w:noProof/>
          <w:rtl/>
        </w:rPr>
      </w:pPr>
      <w:r w:rsidRPr="00CA52B4">
        <w:rPr>
          <w:noProof/>
          <w:rtl/>
        </w:rPr>
        <w:t>ذؤيب بن شريح الهمداني</w:t>
      </w:r>
      <w:r>
        <w:rPr>
          <w:noProof/>
          <w:rtl/>
        </w:rPr>
        <w:tab/>
      </w:r>
      <w:r w:rsidRPr="00CA52B4">
        <w:rPr>
          <w:noProof/>
          <w:rtl/>
        </w:rPr>
        <w:t>204</w:t>
      </w:r>
    </w:p>
    <w:p w:rsidR="00843DF1" w:rsidRPr="00CA52B4" w:rsidRDefault="00843DF1" w:rsidP="00AB3F16">
      <w:pPr>
        <w:pStyle w:val="libNormal"/>
        <w:rPr>
          <w:noProof/>
          <w:rtl/>
        </w:rPr>
      </w:pPr>
      <w:r w:rsidRPr="00CA52B4">
        <w:rPr>
          <w:noProof/>
          <w:rtl/>
        </w:rPr>
        <w:t>حرف الراء</w:t>
      </w:r>
    </w:p>
    <w:p w:rsidR="00843DF1" w:rsidRDefault="00843DF1" w:rsidP="00AB3F16">
      <w:pPr>
        <w:pStyle w:val="libNormal"/>
        <w:rPr>
          <w:noProof/>
        </w:rPr>
      </w:pPr>
      <w:r w:rsidRPr="00CA52B4">
        <w:rPr>
          <w:noProof/>
          <w:rtl/>
        </w:rPr>
        <w:t>رافع أبو الجعد</w:t>
      </w:r>
      <w:r>
        <w:rPr>
          <w:noProof/>
          <w:rtl/>
        </w:rPr>
        <w:tab/>
      </w:r>
      <w:r w:rsidRPr="00CA52B4">
        <w:rPr>
          <w:noProof/>
          <w:rtl/>
        </w:rPr>
        <w:t>205</w:t>
      </w:r>
    </w:p>
    <w:p w:rsidR="00843DF1" w:rsidRDefault="00843DF1" w:rsidP="00AB3F16">
      <w:pPr>
        <w:pStyle w:val="libNormal"/>
        <w:rPr>
          <w:noProof/>
        </w:rPr>
      </w:pPr>
      <w:r w:rsidRPr="00CA52B4">
        <w:rPr>
          <w:noProof/>
          <w:rtl/>
        </w:rPr>
        <w:t>رافع بن خديج بن رافع</w:t>
      </w:r>
    </w:p>
    <w:p w:rsidR="00843DF1" w:rsidRDefault="00843DF1" w:rsidP="00AB3F16">
      <w:pPr>
        <w:pStyle w:val="libNormal"/>
        <w:rPr>
          <w:noProof/>
        </w:rPr>
      </w:pPr>
      <w:r w:rsidRPr="00CA52B4">
        <w:rPr>
          <w:noProof/>
          <w:rtl/>
        </w:rPr>
        <w:t>رافع بن سلمة البجلي</w:t>
      </w:r>
      <w:r>
        <w:rPr>
          <w:noProof/>
          <w:rtl/>
        </w:rPr>
        <w:tab/>
      </w:r>
      <w:r w:rsidRPr="00CA52B4">
        <w:rPr>
          <w:noProof/>
          <w:rtl/>
        </w:rPr>
        <w:t>206</w:t>
      </w:r>
    </w:p>
    <w:p w:rsidR="00843DF1" w:rsidRDefault="00843DF1" w:rsidP="00AB3F16">
      <w:pPr>
        <w:pStyle w:val="libNormal"/>
        <w:rPr>
          <w:noProof/>
        </w:rPr>
      </w:pPr>
      <w:r w:rsidRPr="00CA52B4">
        <w:rPr>
          <w:noProof/>
          <w:rtl/>
        </w:rPr>
        <w:t>رافع بن زيد الأنصاري</w:t>
      </w:r>
    </w:p>
    <w:p w:rsidR="00843DF1" w:rsidRDefault="00843DF1" w:rsidP="00AB3F16">
      <w:pPr>
        <w:pStyle w:val="libNormal"/>
        <w:rPr>
          <w:noProof/>
        </w:rPr>
      </w:pPr>
      <w:r w:rsidRPr="00CA52B4">
        <w:rPr>
          <w:noProof/>
          <w:rtl/>
        </w:rPr>
        <w:t>رباح بن الحارث بن بكر</w:t>
      </w:r>
    </w:p>
    <w:p w:rsidR="00843DF1" w:rsidRDefault="00843DF1" w:rsidP="00AB3F16">
      <w:pPr>
        <w:pStyle w:val="libNormal"/>
        <w:rPr>
          <w:noProof/>
        </w:rPr>
      </w:pPr>
      <w:r w:rsidRPr="00CA52B4">
        <w:rPr>
          <w:noProof/>
          <w:rtl/>
        </w:rPr>
        <w:t>ربعي بن خراش</w:t>
      </w:r>
      <w:r>
        <w:rPr>
          <w:noProof/>
          <w:rtl/>
        </w:rPr>
        <w:tab/>
      </w:r>
      <w:r w:rsidRPr="00CA52B4">
        <w:rPr>
          <w:noProof/>
          <w:rtl/>
        </w:rPr>
        <w:t>207</w:t>
      </w:r>
    </w:p>
    <w:p w:rsidR="00843DF1" w:rsidRDefault="00843DF1" w:rsidP="00AB3F16">
      <w:pPr>
        <w:pStyle w:val="libNormal"/>
        <w:rPr>
          <w:noProof/>
        </w:rPr>
      </w:pPr>
      <w:r w:rsidRPr="00CA52B4">
        <w:rPr>
          <w:noProof/>
          <w:rtl/>
        </w:rPr>
        <w:t>ربعي بن عمرو الأنصاري</w:t>
      </w:r>
    </w:p>
    <w:p w:rsidR="00843DF1" w:rsidRDefault="00843DF1" w:rsidP="00AB3F16">
      <w:pPr>
        <w:pStyle w:val="libNormal"/>
        <w:rPr>
          <w:noProof/>
        </w:rPr>
      </w:pPr>
      <w:r w:rsidRPr="00CA52B4">
        <w:rPr>
          <w:noProof/>
          <w:rtl/>
        </w:rPr>
        <w:t>ربعي بن كاس التميمي</w:t>
      </w:r>
      <w:r>
        <w:rPr>
          <w:noProof/>
          <w:rtl/>
        </w:rPr>
        <w:tab/>
      </w:r>
      <w:r w:rsidRPr="00CA52B4">
        <w:rPr>
          <w:noProof/>
          <w:rtl/>
        </w:rPr>
        <w:t>208</w:t>
      </w:r>
    </w:p>
    <w:p w:rsidR="00843DF1" w:rsidRDefault="00843DF1" w:rsidP="00AB3F16">
      <w:pPr>
        <w:pStyle w:val="libNormal"/>
        <w:rPr>
          <w:noProof/>
        </w:rPr>
      </w:pPr>
      <w:r w:rsidRPr="00CA52B4">
        <w:rPr>
          <w:noProof/>
          <w:rtl/>
        </w:rPr>
        <w:t>الربيع بن خيثم</w:t>
      </w:r>
    </w:p>
    <w:p w:rsidR="00843DF1" w:rsidRPr="00CA52B4" w:rsidRDefault="00843DF1" w:rsidP="00AB3F16">
      <w:pPr>
        <w:pStyle w:val="libNormal"/>
        <w:rPr>
          <w:noProof/>
          <w:rtl/>
        </w:rPr>
      </w:pPr>
      <w:r w:rsidRPr="00CA52B4">
        <w:rPr>
          <w:noProof/>
          <w:rtl/>
        </w:rPr>
        <w:t>الربيع</w:t>
      </w:r>
      <w:r>
        <w:rPr>
          <w:noProof/>
          <w:rtl/>
        </w:rPr>
        <w:tab/>
      </w:r>
      <w:r w:rsidRPr="00CA52B4">
        <w:rPr>
          <w:noProof/>
          <w:rtl/>
        </w:rPr>
        <w:t>209</w:t>
      </w:r>
    </w:p>
    <w:p w:rsidR="00843DF1" w:rsidRDefault="00843DF1" w:rsidP="00AB3F16">
      <w:pPr>
        <w:pStyle w:val="libNormal"/>
        <w:rPr>
          <w:noProof/>
        </w:rPr>
      </w:pPr>
      <w:r>
        <w:rPr>
          <w:noProof/>
          <w:rtl/>
        </w:rPr>
        <w:br w:type="page"/>
      </w:r>
      <w:r w:rsidRPr="00CA52B4">
        <w:rPr>
          <w:noProof/>
          <w:rtl/>
        </w:rPr>
        <w:lastRenderedPageBreak/>
        <w:t>الربيع بن زياد بن أنس</w:t>
      </w:r>
    </w:p>
    <w:p w:rsidR="00843DF1" w:rsidRDefault="00843DF1" w:rsidP="00AB3F16">
      <w:pPr>
        <w:pStyle w:val="libNormal"/>
        <w:rPr>
          <w:noProof/>
        </w:rPr>
      </w:pPr>
      <w:r w:rsidRPr="00CA52B4">
        <w:rPr>
          <w:noProof/>
          <w:rtl/>
        </w:rPr>
        <w:t>الربيع بن عميلة الفزاري</w:t>
      </w:r>
    </w:p>
    <w:p w:rsidR="00843DF1" w:rsidRDefault="00843DF1" w:rsidP="00AB3F16">
      <w:pPr>
        <w:pStyle w:val="libNormal"/>
        <w:rPr>
          <w:noProof/>
        </w:rPr>
      </w:pPr>
      <w:r w:rsidRPr="00CA52B4">
        <w:rPr>
          <w:noProof/>
          <w:rtl/>
        </w:rPr>
        <w:t>الربيع بن واصل الكلاعي</w:t>
      </w:r>
      <w:r>
        <w:rPr>
          <w:noProof/>
          <w:rtl/>
        </w:rPr>
        <w:tab/>
      </w:r>
      <w:r w:rsidRPr="00CA52B4">
        <w:rPr>
          <w:noProof/>
          <w:rtl/>
        </w:rPr>
        <w:t>210</w:t>
      </w:r>
    </w:p>
    <w:p w:rsidR="00843DF1" w:rsidRDefault="00843DF1" w:rsidP="00AB3F16">
      <w:pPr>
        <w:pStyle w:val="libNormal"/>
        <w:rPr>
          <w:noProof/>
        </w:rPr>
      </w:pPr>
      <w:r w:rsidRPr="00CA52B4">
        <w:rPr>
          <w:noProof/>
          <w:rtl/>
        </w:rPr>
        <w:t>رفاعة بن طالب الجرهمي</w:t>
      </w:r>
    </w:p>
    <w:p w:rsidR="00843DF1" w:rsidRDefault="00843DF1" w:rsidP="00AB3F16">
      <w:pPr>
        <w:pStyle w:val="libNormal"/>
        <w:rPr>
          <w:noProof/>
        </w:rPr>
      </w:pPr>
      <w:r w:rsidRPr="00CA52B4">
        <w:rPr>
          <w:noProof/>
          <w:rtl/>
        </w:rPr>
        <w:t>روق بن الحارث الكلاعي</w:t>
      </w:r>
    </w:p>
    <w:p w:rsidR="00843DF1" w:rsidRDefault="00843DF1" w:rsidP="00AB3F16">
      <w:pPr>
        <w:pStyle w:val="libNormal"/>
        <w:rPr>
          <w:noProof/>
        </w:rPr>
      </w:pPr>
      <w:r w:rsidRPr="00CA52B4">
        <w:rPr>
          <w:noProof/>
          <w:rtl/>
        </w:rPr>
        <w:t>ربيعة بن دراج</w:t>
      </w:r>
    </w:p>
    <w:p w:rsidR="00843DF1" w:rsidRDefault="00843DF1" w:rsidP="00AB3F16">
      <w:pPr>
        <w:pStyle w:val="libNormal"/>
        <w:rPr>
          <w:noProof/>
        </w:rPr>
      </w:pPr>
      <w:r w:rsidRPr="00CA52B4">
        <w:rPr>
          <w:noProof/>
          <w:rtl/>
        </w:rPr>
        <w:t>ربيعة بن سلمة اليمامي</w:t>
      </w:r>
    </w:p>
    <w:p w:rsidR="00843DF1" w:rsidRDefault="00843DF1" w:rsidP="00AB3F16">
      <w:pPr>
        <w:pStyle w:val="libNormal"/>
        <w:rPr>
          <w:noProof/>
        </w:rPr>
      </w:pPr>
      <w:r w:rsidRPr="00CA52B4">
        <w:rPr>
          <w:noProof/>
          <w:rtl/>
        </w:rPr>
        <w:t>ربيعة بن سميع</w:t>
      </w:r>
      <w:r>
        <w:rPr>
          <w:noProof/>
          <w:rtl/>
        </w:rPr>
        <w:tab/>
      </w:r>
      <w:r w:rsidRPr="00CA52B4">
        <w:rPr>
          <w:noProof/>
          <w:rtl/>
        </w:rPr>
        <w:t>211</w:t>
      </w:r>
    </w:p>
    <w:p w:rsidR="00843DF1" w:rsidRDefault="00843DF1" w:rsidP="00AB3F16">
      <w:pPr>
        <w:pStyle w:val="libNormal"/>
        <w:rPr>
          <w:noProof/>
        </w:rPr>
      </w:pPr>
      <w:r w:rsidRPr="00CA52B4">
        <w:rPr>
          <w:noProof/>
          <w:rtl/>
        </w:rPr>
        <w:t>ربيعة بن شراحيل</w:t>
      </w:r>
    </w:p>
    <w:p w:rsidR="00843DF1" w:rsidRDefault="00843DF1" w:rsidP="00AB3F16">
      <w:pPr>
        <w:pStyle w:val="libNormal"/>
        <w:rPr>
          <w:noProof/>
        </w:rPr>
      </w:pPr>
      <w:r w:rsidRPr="00CA52B4">
        <w:rPr>
          <w:noProof/>
          <w:rtl/>
        </w:rPr>
        <w:t>ربيعة العقيلي</w:t>
      </w:r>
    </w:p>
    <w:p w:rsidR="00843DF1" w:rsidRDefault="00843DF1" w:rsidP="00AB3F16">
      <w:pPr>
        <w:pStyle w:val="libNormal"/>
        <w:rPr>
          <w:noProof/>
        </w:rPr>
      </w:pPr>
      <w:r w:rsidRPr="00CA52B4">
        <w:rPr>
          <w:noProof/>
          <w:rtl/>
        </w:rPr>
        <w:t>ربيعة بن علي</w:t>
      </w:r>
    </w:p>
    <w:p w:rsidR="00843DF1" w:rsidRDefault="00843DF1" w:rsidP="00AB3F16">
      <w:pPr>
        <w:pStyle w:val="libNormal"/>
        <w:rPr>
          <w:noProof/>
        </w:rPr>
      </w:pPr>
      <w:r w:rsidRPr="00CA52B4">
        <w:rPr>
          <w:noProof/>
          <w:rtl/>
        </w:rPr>
        <w:t>ربيعة بن قيس العدواني</w:t>
      </w:r>
      <w:r>
        <w:rPr>
          <w:noProof/>
          <w:rtl/>
        </w:rPr>
        <w:tab/>
      </w:r>
      <w:r w:rsidRPr="00CA52B4">
        <w:rPr>
          <w:noProof/>
          <w:rtl/>
        </w:rPr>
        <w:t>212</w:t>
      </w:r>
    </w:p>
    <w:p w:rsidR="00843DF1" w:rsidRDefault="00843DF1" w:rsidP="00AB3F16">
      <w:pPr>
        <w:pStyle w:val="libNormal"/>
        <w:rPr>
          <w:noProof/>
        </w:rPr>
      </w:pPr>
      <w:r w:rsidRPr="00CA52B4">
        <w:rPr>
          <w:noProof/>
          <w:rtl/>
        </w:rPr>
        <w:t>ربيعة بن مالك الخزاعي</w:t>
      </w:r>
    </w:p>
    <w:p w:rsidR="00843DF1" w:rsidRDefault="00843DF1" w:rsidP="00AB3F16">
      <w:pPr>
        <w:pStyle w:val="libNormal"/>
        <w:rPr>
          <w:noProof/>
        </w:rPr>
      </w:pPr>
      <w:r w:rsidRPr="00CA52B4">
        <w:rPr>
          <w:noProof/>
          <w:rtl/>
        </w:rPr>
        <w:t>ربيعة بن ناجذ</w:t>
      </w:r>
    </w:p>
    <w:p w:rsidR="00843DF1" w:rsidRDefault="00843DF1" w:rsidP="00AB3F16">
      <w:pPr>
        <w:pStyle w:val="libNormal"/>
        <w:rPr>
          <w:noProof/>
        </w:rPr>
      </w:pPr>
      <w:r w:rsidRPr="00CA52B4">
        <w:rPr>
          <w:noProof/>
          <w:rtl/>
        </w:rPr>
        <w:t>رجاء بن يحيى الزبيدي</w:t>
      </w:r>
      <w:r>
        <w:rPr>
          <w:noProof/>
          <w:rtl/>
        </w:rPr>
        <w:tab/>
      </w:r>
      <w:r w:rsidRPr="00CA52B4">
        <w:rPr>
          <w:noProof/>
          <w:rtl/>
        </w:rPr>
        <w:t>213</w:t>
      </w:r>
    </w:p>
    <w:p w:rsidR="00843DF1" w:rsidRDefault="00843DF1" w:rsidP="00AB3F16">
      <w:pPr>
        <w:pStyle w:val="libNormal"/>
        <w:rPr>
          <w:noProof/>
        </w:rPr>
      </w:pPr>
      <w:r w:rsidRPr="00CA52B4">
        <w:rPr>
          <w:noProof/>
          <w:rtl/>
        </w:rPr>
        <w:t>رشيد الهجري</w:t>
      </w:r>
    </w:p>
    <w:p w:rsidR="00843DF1" w:rsidRDefault="00843DF1" w:rsidP="00AB3F16">
      <w:pPr>
        <w:pStyle w:val="libNormal"/>
        <w:rPr>
          <w:noProof/>
        </w:rPr>
      </w:pPr>
      <w:r w:rsidRPr="00CA52B4">
        <w:rPr>
          <w:noProof/>
          <w:rtl/>
        </w:rPr>
        <w:t>رضراض بن أسعد</w:t>
      </w:r>
      <w:r>
        <w:rPr>
          <w:noProof/>
          <w:rtl/>
        </w:rPr>
        <w:tab/>
      </w:r>
      <w:r w:rsidRPr="00CA52B4">
        <w:rPr>
          <w:noProof/>
          <w:rtl/>
        </w:rPr>
        <w:t>214</w:t>
      </w:r>
    </w:p>
    <w:p w:rsidR="00843DF1" w:rsidRDefault="00843DF1" w:rsidP="00AB3F16">
      <w:pPr>
        <w:pStyle w:val="libNormal"/>
        <w:rPr>
          <w:noProof/>
        </w:rPr>
      </w:pPr>
      <w:r w:rsidRPr="00CA52B4">
        <w:rPr>
          <w:noProof/>
          <w:rtl/>
        </w:rPr>
        <w:t>الرعل بن جبلة</w:t>
      </w:r>
    </w:p>
    <w:p w:rsidR="00843DF1" w:rsidRDefault="00843DF1" w:rsidP="00AB3F16">
      <w:pPr>
        <w:pStyle w:val="libNormal"/>
        <w:rPr>
          <w:noProof/>
        </w:rPr>
      </w:pPr>
      <w:r w:rsidRPr="00CA52B4">
        <w:rPr>
          <w:noProof/>
          <w:rtl/>
        </w:rPr>
        <w:t>رفاعة بن أبي رفاعة</w:t>
      </w:r>
      <w:r>
        <w:rPr>
          <w:noProof/>
          <w:rtl/>
        </w:rPr>
        <w:tab/>
      </w:r>
      <w:r w:rsidRPr="00CA52B4">
        <w:rPr>
          <w:noProof/>
          <w:rtl/>
        </w:rPr>
        <w:t>215</w:t>
      </w:r>
    </w:p>
    <w:p w:rsidR="00843DF1" w:rsidRDefault="00843DF1" w:rsidP="00AB3F16">
      <w:pPr>
        <w:pStyle w:val="libNormal"/>
        <w:rPr>
          <w:noProof/>
        </w:rPr>
      </w:pPr>
      <w:r w:rsidRPr="00CA52B4">
        <w:rPr>
          <w:noProof/>
          <w:rtl/>
        </w:rPr>
        <w:t>رفاعة بن رافع بن مالك</w:t>
      </w:r>
    </w:p>
    <w:p w:rsidR="00843DF1" w:rsidRDefault="00843DF1" w:rsidP="00AB3F16">
      <w:pPr>
        <w:pStyle w:val="libNormal"/>
        <w:rPr>
          <w:noProof/>
        </w:rPr>
      </w:pPr>
      <w:r w:rsidRPr="00CA52B4">
        <w:rPr>
          <w:noProof/>
          <w:rtl/>
        </w:rPr>
        <w:t>رفاعة بن شداد</w:t>
      </w:r>
      <w:r>
        <w:rPr>
          <w:noProof/>
          <w:rtl/>
        </w:rPr>
        <w:tab/>
      </w:r>
      <w:r w:rsidRPr="00CA52B4">
        <w:rPr>
          <w:noProof/>
          <w:rtl/>
        </w:rPr>
        <w:t>216</w:t>
      </w:r>
    </w:p>
    <w:p w:rsidR="00843DF1" w:rsidRDefault="00843DF1" w:rsidP="00AB3F16">
      <w:pPr>
        <w:pStyle w:val="libNormal"/>
        <w:rPr>
          <w:noProof/>
        </w:rPr>
      </w:pPr>
      <w:r w:rsidRPr="00CA52B4">
        <w:rPr>
          <w:noProof/>
          <w:rtl/>
        </w:rPr>
        <w:t>رفاعة بن طالب</w:t>
      </w:r>
    </w:p>
    <w:p w:rsidR="00843DF1" w:rsidRDefault="00843DF1" w:rsidP="00AB3F16">
      <w:pPr>
        <w:pStyle w:val="libNormal"/>
        <w:rPr>
          <w:noProof/>
        </w:rPr>
      </w:pPr>
      <w:r w:rsidRPr="00CA52B4">
        <w:rPr>
          <w:noProof/>
          <w:rtl/>
        </w:rPr>
        <w:t>رفاعة بن وائل الأرحبي</w:t>
      </w:r>
    </w:p>
    <w:p w:rsidR="00843DF1" w:rsidRDefault="00843DF1" w:rsidP="00AB3F16">
      <w:pPr>
        <w:pStyle w:val="libNormal"/>
        <w:rPr>
          <w:noProof/>
        </w:rPr>
      </w:pPr>
      <w:r w:rsidRPr="00CA52B4">
        <w:rPr>
          <w:noProof/>
          <w:rtl/>
        </w:rPr>
        <w:t>رفيع بن مهران الرياحي</w:t>
      </w:r>
    </w:p>
    <w:p w:rsidR="00843DF1" w:rsidRDefault="00843DF1" w:rsidP="00AB3F16">
      <w:pPr>
        <w:pStyle w:val="libNormal"/>
        <w:rPr>
          <w:noProof/>
        </w:rPr>
      </w:pPr>
      <w:r w:rsidRPr="00CA52B4">
        <w:rPr>
          <w:noProof/>
          <w:rtl/>
        </w:rPr>
        <w:t>رقيقة المحاربي</w:t>
      </w:r>
      <w:r>
        <w:rPr>
          <w:noProof/>
          <w:rtl/>
        </w:rPr>
        <w:tab/>
      </w:r>
      <w:r w:rsidRPr="00CA52B4">
        <w:rPr>
          <w:noProof/>
          <w:rtl/>
        </w:rPr>
        <w:t>217</w:t>
      </w:r>
    </w:p>
    <w:p w:rsidR="00843DF1" w:rsidRDefault="00843DF1" w:rsidP="00AB3F16">
      <w:pPr>
        <w:pStyle w:val="libNormal"/>
        <w:rPr>
          <w:noProof/>
        </w:rPr>
      </w:pPr>
      <w:r w:rsidRPr="00CA52B4">
        <w:rPr>
          <w:noProof/>
          <w:rtl/>
        </w:rPr>
        <w:t>ركان اللحام</w:t>
      </w:r>
    </w:p>
    <w:p w:rsidR="00843DF1" w:rsidRDefault="00843DF1" w:rsidP="00AB3F16">
      <w:pPr>
        <w:pStyle w:val="libNormal"/>
        <w:rPr>
          <w:noProof/>
        </w:rPr>
      </w:pPr>
      <w:r w:rsidRPr="00CA52B4">
        <w:rPr>
          <w:noProof/>
          <w:rtl/>
        </w:rPr>
        <w:t>رميلة بن الزعل</w:t>
      </w:r>
    </w:p>
    <w:p w:rsidR="00843DF1" w:rsidRDefault="00843DF1" w:rsidP="00AB3F16">
      <w:pPr>
        <w:pStyle w:val="libNormal"/>
        <w:rPr>
          <w:noProof/>
        </w:rPr>
      </w:pPr>
      <w:r w:rsidRPr="00CA52B4">
        <w:rPr>
          <w:noProof/>
          <w:rtl/>
        </w:rPr>
        <w:t>روق بن الكارث الكلاعي</w:t>
      </w:r>
      <w:r>
        <w:rPr>
          <w:noProof/>
          <w:rtl/>
        </w:rPr>
        <w:tab/>
      </w:r>
      <w:r w:rsidRPr="00CA52B4">
        <w:rPr>
          <w:noProof/>
          <w:rtl/>
        </w:rPr>
        <w:t>218</w:t>
      </w:r>
    </w:p>
    <w:p w:rsidR="00843DF1" w:rsidRDefault="00843DF1" w:rsidP="00AB3F16">
      <w:pPr>
        <w:pStyle w:val="libNormal"/>
        <w:rPr>
          <w:noProof/>
        </w:rPr>
      </w:pPr>
      <w:r w:rsidRPr="00CA52B4">
        <w:rPr>
          <w:noProof/>
          <w:rtl/>
        </w:rPr>
        <w:t>رويم بن شاكر</w:t>
      </w:r>
    </w:p>
    <w:p w:rsidR="00843DF1" w:rsidRPr="00CA52B4" w:rsidRDefault="00843DF1" w:rsidP="00AB3F16">
      <w:pPr>
        <w:pStyle w:val="libNormal"/>
        <w:rPr>
          <w:noProof/>
          <w:rtl/>
        </w:rPr>
      </w:pPr>
      <w:r w:rsidRPr="00CA52B4">
        <w:rPr>
          <w:noProof/>
          <w:rtl/>
        </w:rPr>
        <w:t>رياح بن الحارث بن بكر</w:t>
      </w:r>
    </w:p>
    <w:p w:rsidR="00843DF1" w:rsidRDefault="00843DF1" w:rsidP="00AB3F16">
      <w:pPr>
        <w:pStyle w:val="libNormal"/>
        <w:rPr>
          <w:noProof/>
        </w:rPr>
      </w:pPr>
      <w:r>
        <w:rPr>
          <w:noProof/>
          <w:rtl/>
        </w:rPr>
        <w:br w:type="page"/>
      </w:r>
      <w:r w:rsidRPr="00CA52B4">
        <w:rPr>
          <w:noProof/>
          <w:rtl/>
        </w:rPr>
        <w:lastRenderedPageBreak/>
        <w:t>الرياش بن عدي الطائي</w:t>
      </w:r>
      <w:r>
        <w:rPr>
          <w:noProof/>
          <w:rtl/>
        </w:rPr>
        <w:tab/>
      </w:r>
      <w:r w:rsidRPr="00CA52B4">
        <w:rPr>
          <w:noProof/>
          <w:rtl/>
        </w:rPr>
        <w:t>219</w:t>
      </w:r>
    </w:p>
    <w:p w:rsidR="00843DF1" w:rsidRDefault="00843DF1" w:rsidP="00AB3F16">
      <w:pPr>
        <w:pStyle w:val="libNormal"/>
        <w:rPr>
          <w:noProof/>
        </w:rPr>
      </w:pPr>
      <w:r w:rsidRPr="00CA52B4">
        <w:rPr>
          <w:noProof/>
          <w:rtl/>
        </w:rPr>
        <w:t>الريان بن صبرة بن هوذة</w:t>
      </w:r>
    </w:p>
    <w:p w:rsidR="00843DF1" w:rsidRPr="00CA52B4" w:rsidRDefault="00843DF1" w:rsidP="00AB3F16">
      <w:pPr>
        <w:pStyle w:val="libNormal"/>
        <w:rPr>
          <w:noProof/>
          <w:rtl/>
        </w:rPr>
      </w:pPr>
      <w:r w:rsidRPr="00CA52B4">
        <w:rPr>
          <w:noProof/>
          <w:rtl/>
        </w:rPr>
        <w:t>رؤبة بن وبر البجلي</w:t>
      </w:r>
    </w:p>
    <w:p w:rsidR="00843DF1" w:rsidRDefault="00843DF1" w:rsidP="00AB3F16">
      <w:pPr>
        <w:pStyle w:val="libNormal"/>
        <w:rPr>
          <w:noProof/>
        </w:rPr>
      </w:pPr>
      <w:r w:rsidRPr="00CA52B4">
        <w:rPr>
          <w:noProof/>
          <w:rtl/>
        </w:rPr>
        <w:t>زائدة بن سمير المرادي</w:t>
      </w:r>
      <w:r>
        <w:rPr>
          <w:noProof/>
          <w:rtl/>
        </w:rPr>
        <w:tab/>
      </w:r>
      <w:r w:rsidRPr="00CA52B4">
        <w:rPr>
          <w:noProof/>
          <w:rtl/>
        </w:rPr>
        <w:t>220</w:t>
      </w:r>
    </w:p>
    <w:p w:rsidR="00843DF1" w:rsidRDefault="00843DF1" w:rsidP="00AB3F16">
      <w:pPr>
        <w:pStyle w:val="libNormal"/>
        <w:rPr>
          <w:noProof/>
        </w:rPr>
      </w:pPr>
      <w:r w:rsidRPr="00CA52B4">
        <w:rPr>
          <w:noProof/>
          <w:rtl/>
        </w:rPr>
        <w:t>زاذان الفارسي</w:t>
      </w:r>
    </w:p>
    <w:p w:rsidR="00843DF1" w:rsidRDefault="00843DF1" w:rsidP="00AB3F16">
      <w:pPr>
        <w:pStyle w:val="libNormal"/>
        <w:rPr>
          <w:noProof/>
        </w:rPr>
      </w:pPr>
      <w:r w:rsidRPr="00CA52B4">
        <w:rPr>
          <w:noProof/>
          <w:rtl/>
        </w:rPr>
        <w:t>زامل بن طلحة الأسدي</w:t>
      </w:r>
      <w:r>
        <w:rPr>
          <w:noProof/>
          <w:rtl/>
        </w:rPr>
        <w:tab/>
      </w:r>
      <w:r w:rsidRPr="00CA52B4">
        <w:rPr>
          <w:noProof/>
          <w:rtl/>
        </w:rPr>
        <w:t>221</w:t>
      </w:r>
    </w:p>
    <w:p w:rsidR="00843DF1" w:rsidRDefault="00843DF1" w:rsidP="00AB3F16">
      <w:pPr>
        <w:pStyle w:val="libNormal"/>
        <w:rPr>
          <w:noProof/>
        </w:rPr>
      </w:pPr>
      <w:r w:rsidRPr="00CA52B4">
        <w:rPr>
          <w:noProof/>
          <w:rtl/>
        </w:rPr>
        <w:t>زاهر</w:t>
      </w:r>
      <w:r>
        <w:rPr>
          <w:noProof/>
          <w:rtl/>
        </w:rPr>
        <w:t xml:space="preserve"> ..</w:t>
      </w:r>
      <w:r w:rsidRPr="00CA52B4">
        <w:rPr>
          <w:noProof/>
          <w:rtl/>
        </w:rPr>
        <w:t>. مولى عمرو بن الحمق</w:t>
      </w:r>
    </w:p>
    <w:p w:rsidR="00843DF1" w:rsidRDefault="00843DF1" w:rsidP="00AB3F16">
      <w:pPr>
        <w:pStyle w:val="libNormal"/>
        <w:rPr>
          <w:noProof/>
        </w:rPr>
      </w:pPr>
      <w:r w:rsidRPr="00CA52B4">
        <w:rPr>
          <w:noProof/>
          <w:rtl/>
        </w:rPr>
        <w:t>زاذان فروخ</w:t>
      </w:r>
    </w:p>
    <w:p w:rsidR="00843DF1" w:rsidRDefault="00843DF1" w:rsidP="00AB3F16">
      <w:pPr>
        <w:pStyle w:val="libNormal"/>
        <w:rPr>
          <w:noProof/>
        </w:rPr>
      </w:pPr>
      <w:r w:rsidRPr="00CA52B4">
        <w:rPr>
          <w:noProof/>
          <w:rtl/>
        </w:rPr>
        <w:t>زيد بن هاشم المري</w:t>
      </w:r>
      <w:r>
        <w:rPr>
          <w:noProof/>
          <w:rtl/>
        </w:rPr>
        <w:tab/>
      </w:r>
      <w:r w:rsidRPr="00CA52B4">
        <w:rPr>
          <w:noProof/>
          <w:rtl/>
        </w:rPr>
        <w:t>222</w:t>
      </w:r>
    </w:p>
    <w:p w:rsidR="00843DF1" w:rsidRDefault="00843DF1" w:rsidP="00AB3F16">
      <w:pPr>
        <w:pStyle w:val="libNormal"/>
        <w:rPr>
          <w:noProof/>
        </w:rPr>
      </w:pPr>
      <w:r w:rsidRPr="00CA52B4">
        <w:rPr>
          <w:noProof/>
          <w:rtl/>
        </w:rPr>
        <w:t>زبيد بن عبد الخولاني</w:t>
      </w:r>
    </w:p>
    <w:p w:rsidR="00843DF1" w:rsidRDefault="00843DF1" w:rsidP="00AB3F16">
      <w:pPr>
        <w:pStyle w:val="libNormal"/>
        <w:rPr>
          <w:noProof/>
        </w:rPr>
      </w:pPr>
      <w:r w:rsidRPr="00CA52B4">
        <w:rPr>
          <w:noProof/>
          <w:rtl/>
        </w:rPr>
        <w:t>زبيد بن مالك الطائي</w:t>
      </w:r>
      <w:r>
        <w:rPr>
          <w:noProof/>
          <w:rtl/>
        </w:rPr>
        <w:tab/>
      </w:r>
      <w:r w:rsidRPr="00CA52B4">
        <w:rPr>
          <w:noProof/>
          <w:rtl/>
        </w:rPr>
        <w:t>223</w:t>
      </w:r>
    </w:p>
    <w:p w:rsidR="00843DF1" w:rsidRDefault="00843DF1" w:rsidP="00AB3F16">
      <w:pPr>
        <w:pStyle w:val="libNormal"/>
        <w:rPr>
          <w:noProof/>
        </w:rPr>
      </w:pPr>
      <w:r w:rsidRPr="00CA52B4">
        <w:rPr>
          <w:noProof/>
          <w:rtl/>
        </w:rPr>
        <w:t>الزبير بن الشعشاع</w:t>
      </w:r>
    </w:p>
    <w:p w:rsidR="00843DF1" w:rsidRDefault="00843DF1" w:rsidP="00AB3F16">
      <w:pPr>
        <w:pStyle w:val="libNormal"/>
        <w:rPr>
          <w:noProof/>
        </w:rPr>
      </w:pPr>
      <w:r w:rsidRPr="00CA52B4">
        <w:rPr>
          <w:noProof/>
          <w:rtl/>
        </w:rPr>
        <w:t>زحر بن قيس بن مالك</w:t>
      </w:r>
    </w:p>
    <w:p w:rsidR="00843DF1" w:rsidRDefault="00843DF1" w:rsidP="00AB3F16">
      <w:pPr>
        <w:pStyle w:val="libNormal"/>
        <w:rPr>
          <w:noProof/>
        </w:rPr>
      </w:pPr>
      <w:r w:rsidRPr="00CA52B4">
        <w:rPr>
          <w:noProof/>
          <w:rtl/>
        </w:rPr>
        <w:t>زفر بن زيد بن خليفة</w:t>
      </w:r>
      <w:r>
        <w:rPr>
          <w:noProof/>
          <w:rtl/>
        </w:rPr>
        <w:tab/>
      </w:r>
      <w:r w:rsidRPr="00CA52B4">
        <w:rPr>
          <w:noProof/>
          <w:rtl/>
        </w:rPr>
        <w:t>224</w:t>
      </w:r>
    </w:p>
    <w:p w:rsidR="00843DF1" w:rsidRDefault="00843DF1" w:rsidP="00AB3F16">
      <w:pPr>
        <w:pStyle w:val="libNormal"/>
        <w:rPr>
          <w:noProof/>
        </w:rPr>
      </w:pPr>
      <w:r w:rsidRPr="00CA52B4">
        <w:rPr>
          <w:noProof/>
          <w:rtl/>
        </w:rPr>
        <w:t>زكار</w:t>
      </w:r>
      <w:r>
        <w:rPr>
          <w:noProof/>
          <w:rtl/>
        </w:rPr>
        <w:t xml:space="preserve"> ..</w:t>
      </w:r>
      <w:r w:rsidRPr="00CA52B4">
        <w:rPr>
          <w:noProof/>
          <w:rtl/>
        </w:rPr>
        <w:t>. أبو ربيعة</w:t>
      </w:r>
    </w:p>
    <w:p w:rsidR="00843DF1" w:rsidRDefault="00843DF1" w:rsidP="00AB3F16">
      <w:pPr>
        <w:pStyle w:val="libNormal"/>
        <w:rPr>
          <w:noProof/>
        </w:rPr>
      </w:pPr>
      <w:r w:rsidRPr="00CA52B4">
        <w:rPr>
          <w:noProof/>
          <w:rtl/>
        </w:rPr>
        <w:t>زر بن حبيش</w:t>
      </w:r>
      <w:r>
        <w:rPr>
          <w:noProof/>
          <w:rtl/>
        </w:rPr>
        <w:tab/>
      </w:r>
      <w:r w:rsidRPr="00CA52B4">
        <w:rPr>
          <w:noProof/>
          <w:rtl/>
        </w:rPr>
        <w:t>225</w:t>
      </w:r>
    </w:p>
    <w:p w:rsidR="00843DF1" w:rsidRDefault="00843DF1" w:rsidP="00AB3F16">
      <w:pPr>
        <w:pStyle w:val="libNormal"/>
        <w:rPr>
          <w:noProof/>
        </w:rPr>
      </w:pPr>
      <w:r w:rsidRPr="00CA52B4">
        <w:rPr>
          <w:noProof/>
          <w:rtl/>
        </w:rPr>
        <w:t>زياد بن بياضة الأنصاري</w:t>
      </w:r>
    </w:p>
    <w:p w:rsidR="00843DF1" w:rsidRDefault="00843DF1" w:rsidP="00AB3F16">
      <w:pPr>
        <w:pStyle w:val="libNormal"/>
        <w:rPr>
          <w:noProof/>
        </w:rPr>
      </w:pPr>
      <w:r w:rsidRPr="00CA52B4">
        <w:rPr>
          <w:noProof/>
          <w:rtl/>
        </w:rPr>
        <w:t>زياد بن أبي الجعد</w:t>
      </w:r>
      <w:r>
        <w:rPr>
          <w:noProof/>
          <w:rtl/>
        </w:rPr>
        <w:tab/>
      </w:r>
      <w:r w:rsidRPr="00CA52B4">
        <w:rPr>
          <w:noProof/>
          <w:rtl/>
        </w:rPr>
        <w:t>226</w:t>
      </w:r>
    </w:p>
    <w:p w:rsidR="00843DF1" w:rsidRDefault="00843DF1" w:rsidP="00AB3F16">
      <w:pPr>
        <w:pStyle w:val="libNormal"/>
        <w:rPr>
          <w:noProof/>
        </w:rPr>
      </w:pPr>
      <w:r w:rsidRPr="00CA52B4">
        <w:rPr>
          <w:noProof/>
          <w:rtl/>
        </w:rPr>
        <w:t>زياد بن جعفر الكندي</w:t>
      </w:r>
    </w:p>
    <w:p w:rsidR="00843DF1" w:rsidRDefault="00843DF1" w:rsidP="00AB3F16">
      <w:pPr>
        <w:pStyle w:val="libNormal"/>
        <w:rPr>
          <w:noProof/>
        </w:rPr>
      </w:pPr>
      <w:r w:rsidRPr="00CA52B4">
        <w:rPr>
          <w:noProof/>
          <w:rtl/>
        </w:rPr>
        <w:t>زياد بن الحصين بن قيس</w:t>
      </w:r>
    </w:p>
    <w:p w:rsidR="00843DF1" w:rsidRDefault="00843DF1" w:rsidP="00AB3F16">
      <w:pPr>
        <w:pStyle w:val="libNormal"/>
        <w:rPr>
          <w:noProof/>
        </w:rPr>
      </w:pPr>
      <w:r w:rsidRPr="00CA52B4">
        <w:rPr>
          <w:noProof/>
          <w:rtl/>
        </w:rPr>
        <w:t>زياد بن حدير الأسدي</w:t>
      </w:r>
      <w:r>
        <w:rPr>
          <w:noProof/>
          <w:rtl/>
        </w:rPr>
        <w:tab/>
      </w:r>
      <w:r w:rsidRPr="00CA52B4">
        <w:rPr>
          <w:noProof/>
          <w:rtl/>
        </w:rPr>
        <w:t>227</w:t>
      </w:r>
    </w:p>
    <w:p w:rsidR="00843DF1" w:rsidRDefault="00843DF1" w:rsidP="00AB3F16">
      <w:pPr>
        <w:pStyle w:val="libNormal"/>
        <w:rPr>
          <w:noProof/>
        </w:rPr>
      </w:pPr>
      <w:r w:rsidRPr="00CA52B4">
        <w:rPr>
          <w:noProof/>
          <w:rtl/>
        </w:rPr>
        <w:t xml:space="preserve">زياد بن الحفص </w:t>
      </w:r>
      <w:r>
        <w:rPr>
          <w:noProof/>
          <w:rtl/>
        </w:rPr>
        <w:t>(</w:t>
      </w:r>
      <w:r w:rsidRPr="00CA52B4">
        <w:rPr>
          <w:noProof/>
          <w:rtl/>
        </w:rPr>
        <w:t>خصفة</w:t>
      </w:r>
      <w:r>
        <w:rPr>
          <w:noProof/>
          <w:rtl/>
        </w:rPr>
        <w:t>)</w:t>
      </w:r>
    </w:p>
    <w:p w:rsidR="00843DF1" w:rsidRDefault="00843DF1" w:rsidP="00AB3F16">
      <w:pPr>
        <w:pStyle w:val="libNormal"/>
        <w:rPr>
          <w:noProof/>
        </w:rPr>
      </w:pPr>
      <w:r w:rsidRPr="00CA52B4">
        <w:rPr>
          <w:noProof/>
          <w:rtl/>
        </w:rPr>
        <w:t>زياد بن عبد الله النخعي</w:t>
      </w:r>
      <w:r>
        <w:rPr>
          <w:noProof/>
          <w:rtl/>
        </w:rPr>
        <w:tab/>
      </w:r>
      <w:r w:rsidRPr="00CA52B4">
        <w:rPr>
          <w:noProof/>
          <w:rtl/>
        </w:rPr>
        <w:t>228</w:t>
      </w:r>
    </w:p>
    <w:p w:rsidR="00843DF1" w:rsidRDefault="00843DF1" w:rsidP="00AB3F16">
      <w:pPr>
        <w:pStyle w:val="libNormal"/>
        <w:rPr>
          <w:noProof/>
        </w:rPr>
      </w:pPr>
      <w:r w:rsidRPr="00CA52B4">
        <w:rPr>
          <w:noProof/>
          <w:rtl/>
        </w:rPr>
        <w:t>زاد بن عبيد</w:t>
      </w:r>
    </w:p>
    <w:p w:rsidR="00843DF1" w:rsidRDefault="00843DF1" w:rsidP="00AB3F16">
      <w:pPr>
        <w:pStyle w:val="libNormal"/>
        <w:rPr>
          <w:noProof/>
        </w:rPr>
      </w:pPr>
      <w:r w:rsidRPr="00CA52B4">
        <w:rPr>
          <w:noProof/>
          <w:rtl/>
        </w:rPr>
        <w:t>زياد بن كثير</w:t>
      </w:r>
    </w:p>
    <w:p w:rsidR="00843DF1" w:rsidRDefault="00843DF1" w:rsidP="00AB3F16">
      <w:pPr>
        <w:pStyle w:val="libNormal"/>
        <w:rPr>
          <w:noProof/>
        </w:rPr>
      </w:pPr>
      <w:r w:rsidRPr="00CA52B4">
        <w:rPr>
          <w:noProof/>
          <w:rtl/>
        </w:rPr>
        <w:t>زياد بن كعب بن مرحب</w:t>
      </w:r>
      <w:r>
        <w:rPr>
          <w:noProof/>
          <w:rtl/>
        </w:rPr>
        <w:tab/>
      </w:r>
      <w:r w:rsidRPr="00CA52B4">
        <w:rPr>
          <w:noProof/>
          <w:rtl/>
        </w:rPr>
        <w:t>229</w:t>
      </w:r>
    </w:p>
    <w:p w:rsidR="00843DF1" w:rsidRDefault="00843DF1" w:rsidP="00AB3F16">
      <w:pPr>
        <w:pStyle w:val="libNormal"/>
        <w:rPr>
          <w:noProof/>
        </w:rPr>
      </w:pPr>
      <w:r w:rsidRPr="00CA52B4">
        <w:rPr>
          <w:noProof/>
          <w:rtl/>
        </w:rPr>
        <w:t>زياد بن مالك الضبيعي</w:t>
      </w:r>
    </w:p>
    <w:p w:rsidR="00843DF1" w:rsidRDefault="00843DF1" w:rsidP="00AB3F16">
      <w:pPr>
        <w:pStyle w:val="libNormal"/>
        <w:rPr>
          <w:noProof/>
        </w:rPr>
      </w:pPr>
      <w:r w:rsidRPr="00CA52B4">
        <w:rPr>
          <w:noProof/>
          <w:rtl/>
        </w:rPr>
        <w:t>زياد بن لبيد</w:t>
      </w:r>
    </w:p>
    <w:p w:rsidR="00843DF1" w:rsidRPr="00CA52B4" w:rsidRDefault="00843DF1" w:rsidP="00AB3F16">
      <w:pPr>
        <w:pStyle w:val="libNormal"/>
        <w:rPr>
          <w:noProof/>
          <w:rtl/>
        </w:rPr>
      </w:pPr>
      <w:r w:rsidRPr="00CA52B4">
        <w:rPr>
          <w:noProof/>
          <w:rtl/>
        </w:rPr>
        <w:t>زياد بن النضر الحارثي</w:t>
      </w:r>
      <w:r>
        <w:rPr>
          <w:noProof/>
          <w:rtl/>
        </w:rPr>
        <w:tab/>
      </w:r>
      <w:r w:rsidRPr="00CA52B4">
        <w:rPr>
          <w:noProof/>
          <w:rtl/>
        </w:rPr>
        <w:t>230</w:t>
      </w:r>
    </w:p>
    <w:p w:rsidR="00843DF1" w:rsidRDefault="00843DF1" w:rsidP="00AB3F16">
      <w:pPr>
        <w:pStyle w:val="libNormal"/>
        <w:rPr>
          <w:noProof/>
        </w:rPr>
      </w:pPr>
      <w:r>
        <w:rPr>
          <w:noProof/>
          <w:rtl/>
        </w:rPr>
        <w:br w:type="page"/>
      </w:r>
      <w:r w:rsidRPr="00CA52B4">
        <w:rPr>
          <w:noProof/>
          <w:rtl/>
        </w:rPr>
        <w:lastRenderedPageBreak/>
        <w:t>زياد بن يزيد</w:t>
      </w:r>
      <w:r>
        <w:rPr>
          <w:noProof/>
          <w:rtl/>
        </w:rPr>
        <w:tab/>
      </w:r>
      <w:r w:rsidRPr="00CA52B4">
        <w:rPr>
          <w:noProof/>
          <w:rtl/>
        </w:rPr>
        <w:t>231</w:t>
      </w:r>
    </w:p>
    <w:p w:rsidR="00843DF1" w:rsidRDefault="00843DF1" w:rsidP="00AB3F16">
      <w:pPr>
        <w:pStyle w:val="libNormal"/>
        <w:rPr>
          <w:noProof/>
        </w:rPr>
      </w:pPr>
      <w:r w:rsidRPr="00CA52B4">
        <w:rPr>
          <w:noProof/>
          <w:rtl/>
        </w:rPr>
        <w:t>زيد بن أرقم بن زيد</w:t>
      </w:r>
    </w:p>
    <w:p w:rsidR="00843DF1" w:rsidRDefault="00843DF1" w:rsidP="00AB3F16">
      <w:pPr>
        <w:pStyle w:val="libNormal"/>
        <w:rPr>
          <w:noProof/>
        </w:rPr>
      </w:pPr>
      <w:r w:rsidRPr="00CA52B4">
        <w:rPr>
          <w:noProof/>
          <w:rtl/>
        </w:rPr>
        <w:t>زيد بن جبلة بن مرداس</w:t>
      </w:r>
      <w:r>
        <w:rPr>
          <w:noProof/>
          <w:rtl/>
        </w:rPr>
        <w:tab/>
      </w:r>
      <w:r w:rsidRPr="00CA52B4">
        <w:rPr>
          <w:noProof/>
          <w:rtl/>
        </w:rPr>
        <w:t>232</w:t>
      </w:r>
    </w:p>
    <w:p w:rsidR="00843DF1" w:rsidRDefault="00843DF1" w:rsidP="00AB3F16">
      <w:pPr>
        <w:pStyle w:val="libNormal"/>
        <w:rPr>
          <w:noProof/>
        </w:rPr>
      </w:pPr>
      <w:r w:rsidRPr="00CA52B4">
        <w:rPr>
          <w:noProof/>
          <w:rtl/>
        </w:rPr>
        <w:t>زيد بن تميم الكلابي</w:t>
      </w:r>
      <w:r>
        <w:rPr>
          <w:noProof/>
          <w:rtl/>
        </w:rPr>
        <w:tab/>
      </w:r>
      <w:r w:rsidRPr="00CA52B4">
        <w:rPr>
          <w:noProof/>
          <w:rtl/>
        </w:rPr>
        <w:t>233</w:t>
      </w:r>
    </w:p>
    <w:p w:rsidR="00843DF1" w:rsidRDefault="00843DF1" w:rsidP="00AB3F16">
      <w:pPr>
        <w:pStyle w:val="libNormal"/>
        <w:rPr>
          <w:noProof/>
        </w:rPr>
      </w:pPr>
      <w:r w:rsidRPr="00CA52B4">
        <w:rPr>
          <w:noProof/>
          <w:rtl/>
        </w:rPr>
        <w:t>زيد بن ثوب</w:t>
      </w:r>
    </w:p>
    <w:p w:rsidR="00843DF1" w:rsidRDefault="00843DF1" w:rsidP="00AB3F16">
      <w:pPr>
        <w:pStyle w:val="libNormal"/>
        <w:rPr>
          <w:noProof/>
        </w:rPr>
      </w:pPr>
      <w:r w:rsidRPr="00CA52B4">
        <w:rPr>
          <w:noProof/>
          <w:rtl/>
        </w:rPr>
        <w:t>زيد بن حارثة بن شراحيل</w:t>
      </w:r>
    </w:p>
    <w:p w:rsidR="00843DF1" w:rsidRDefault="00843DF1" w:rsidP="00AB3F16">
      <w:pPr>
        <w:pStyle w:val="libNormal"/>
        <w:rPr>
          <w:noProof/>
        </w:rPr>
      </w:pPr>
      <w:r w:rsidRPr="00CA52B4">
        <w:rPr>
          <w:noProof/>
          <w:rtl/>
        </w:rPr>
        <w:t>زيد بن حارثة</w:t>
      </w:r>
      <w:r>
        <w:rPr>
          <w:noProof/>
          <w:rtl/>
        </w:rPr>
        <w:tab/>
      </w:r>
      <w:r w:rsidRPr="00CA52B4">
        <w:rPr>
          <w:noProof/>
          <w:rtl/>
        </w:rPr>
        <w:t>234</w:t>
      </w:r>
    </w:p>
    <w:p w:rsidR="00843DF1" w:rsidRDefault="00843DF1" w:rsidP="00AB3F16">
      <w:pPr>
        <w:pStyle w:val="libNormal"/>
        <w:rPr>
          <w:noProof/>
        </w:rPr>
      </w:pPr>
      <w:r w:rsidRPr="00CA52B4">
        <w:rPr>
          <w:noProof/>
          <w:rtl/>
        </w:rPr>
        <w:t>زيد بن الحصين</w:t>
      </w:r>
    </w:p>
    <w:p w:rsidR="00843DF1" w:rsidRDefault="00843DF1" w:rsidP="00AB3F16">
      <w:pPr>
        <w:pStyle w:val="libNormal"/>
        <w:rPr>
          <w:noProof/>
        </w:rPr>
      </w:pPr>
      <w:r w:rsidRPr="00CA52B4">
        <w:rPr>
          <w:noProof/>
          <w:rtl/>
        </w:rPr>
        <w:t>زيد بن خالد</w:t>
      </w:r>
      <w:r>
        <w:rPr>
          <w:noProof/>
          <w:rtl/>
        </w:rPr>
        <w:tab/>
      </w:r>
      <w:r w:rsidRPr="00CA52B4">
        <w:rPr>
          <w:noProof/>
          <w:rtl/>
        </w:rPr>
        <w:t>235</w:t>
      </w:r>
    </w:p>
    <w:p w:rsidR="00843DF1" w:rsidRDefault="00843DF1" w:rsidP="00AB3F16">
      <w:pPr>
        <w:pStyle w:val="libNormal"/>
        <w:rPr>
          <w:noProof/>
        </w:rPr>
      </w:pPr>
      <w:r w:rsidRPr="00CA52B4">
        <w:rPr>
          <w:noProof/>
          <w:rtl/>
        </w:rPr>
        <w:t>زيد بن ربيعة</w:t>
      </w:r>
      <w:r>
        <w:rPr>
          <w:noProof/>
          <w:rtl/>
        </w:rPr>
        <w:tab/>
      </w:r>
      <w:r w:rsidRPr="00CA52B4">
        <w:rPr>
          <w:noProof/>
          <w:rtl/>
        </w:rPr>
        <w:t>236</w:t>
      </w:r>
    </w:p>
    <w:p w:rsidR="00843DF1" w:rsidRDefault="00843DF1" w:rsidP="00AB3F16">
      <w:pPr>
        <w:pStyle w:val="libNormal"/>
        <w:rPr>
          <w:noProof/>
        </w:rPr>
      </w:pPr>
      <w:r w:rsidRPr="00CA52B4">
        <w:rPr>
          <w:noProof/>
          <w:rtl/>
        </w:rPr>
        <w:t>زيد بن صوحان</w:t>
      </w:r>
    </w:p>
    <w:p w:rsidR="00843DF1" w:rsidRDefault="00843DF1" w:rsidP="00AB3F16">
      <w:pPr>
        <w:pStyle w:val="libNormal"/>
        <w:rPr>
          <w:noProof/>
        </w:rPr>
      </w:pPr>
      <w:r w:rsidRPr="00CA52B4">
        <w:rPr>
          <w:noProof/>
          <w:rtl/>
        </w:rPr>
        <w:t>زيد بن يثيع بن أبي شرح</w:t>
      </w:r>
      <w:r>
        <w:rPr>
          <w:noProof/>
          <w:rtl/>
        </w:rPr>
        <w:tab/>
      </w:r>
      <w:r w:rsidRPr="00CA52B4">
        <w:rPr>
          <w:noProof/>
          <w:rtl/>
        </w:rPr>
        <w:t>237</w:t>
      </w:r>
    </w:p>
    <w:p w:rsidR="00843DF1" w:rsidRDefault="00843DF1" w:rsidP="00AB3F16">
      <w:pPr>
        <w:pStyle w:val="libNormal"/>
        <w:rPr>
          <w:noProof/>
        </w:rPr>
      </w:pPr>
      <w:r w:rsidRPr="00CA52B4">
        <w:rPr>
          <w:noProof/>
          <w:rtl/>
        </w:rPr>
        <w:t>زيد بن وهب الجهني</w:t>
      </w:r>
      <w:r>
        <w:rPr>
          <w:noProof/>
          <w:rtl/>
        </w:rPr>
        <w:tab/>
      </w:r>
      <w:r w:rsidRPr="00CA52B4">
        <w:rPr>
          <w:noProof/>
          <w:rtl/>
        </w:rPr>
        <w:t>238</w:t>
      </w:r>
    </w:p>
    <w:p w:rsidR="00843DF1" w:rsidRPr="00CA52B4" w:rsidRDefault="00843DF1" w:rsidP="00AB3F16">
      <w:pPr>
        <w:pStyle w:val="libNormal"/>
        <w:rPr>
          <w:noProof/>
          <w:rtl/>
        </w:rPr>
      </w:pPr>
      <w:r w:rsidRPr="00CA52B4">
        <w:rPr>
          <w:noProof/>
          <w:rtl/>
        </w:rPr>
        <w:t>زيد بن هاني السبيعي</w:t>
      </w:r>
    </w:p>
    <w:p w:rsidR="00843DF1" w:rsidRDefault="00843DF1" w:rsidP="00AB3F16">
      <w:pPr>
        <w:pStyle w:val="libNormal"/>
        <w:rPr>
          <w:noProof/>
        </w:rPr>
      </w:pPr>
      <w:r w:rsidRPr="00CA52B4">
        <w:rPr>
          <w:noProof/>
          <w:rtl/>
        </w:rPr>
        <w:t>سالم بن أبي الجعد</w:t>
      </w:r>
      <w:r>
        <w:rPr>
          <w:noProof/>
          <w:rtl/>
        </w:rPr>
        <w:tab/>
      </w:r>
      <w:r w:rsidRPr="00CA52B4">
        <w:rPr>
          <w:noProof/>
          <w:rtl/>
        </w:rPr>
        <w:t>239</w:t>
      </w:r>
    </w:p>
    <w:p w:rsidR="00843DF1" w:rsidRDefault="00843DF1" w:rsidP="00AB3F16">
      <w:pPr>
        <w:pStyle w:val="libNormal"/>
        <w:rPr>
          <w:noProof/>
        </w:rPr>
      </w:pPr>
      <w:r w:rsidRPr="00CA52B4">
        <w:rPr>
          <w:noProof/>
          <w:rtl/>
        </w:rPr>
        <w:t>سالم بن أبي ربيعة العبسي</w:t>
      </w:r>
    </w:p>
    <w:p w:rsidR="00843DF1" w:rsidRDefault="00843DF1" w:rsidP="00AB3F16">
      <w:pPr>
        <w:pStyle w:val="libNormal"/>
        <w:rPr>
          <w:noProof/>
        </w:rPr>
      </w:pPr>
      <w:r w:rsidRPr="00CA52B4">
        <w:rPr>
          <w:noProof/>
          <w:rtl/>
        </w:rPr>
        <w:t>سالم بن سبرة الهمداني</w:t>
      </w:r>
      <w:r>
        <w:rPr>
          <w:noProof/>
          <w:rtl/>
        </w:rPr>
        <w:tab/>
      </w:r>
      <w:r w:rsidRPr="00CA52B4">
        <w:rPr>
          <w:noProof/>
          <w:rtl/>
        </w:rPr>
        <w:t>240</w:t>
      </w:r>
    </w:p>
    <w:p w:rsidR="00843DF1" w:rsidRDefault="00843DF1" w:rsidP="00AB3F16">
      <w:pPr>
        <w:pStyle w:val="libNormal"/>
        <w:rPr>
          <w:noProof/>
        </w:rPr>
      </w:pPr>
      <w:r w:rsidRPr="00CA52B4">
        <w:rPr>
          <w:noProof/>
          <w:rtl/>
        </w:rPr>
        <w:t>السائب بن بشر الكلبي</w:t>
      </w:r>
    </w:p>
    <w:p w:rsidR="00843DF1" w:rsidRDefault="00843DF1" w:rsidP="00AB3F16">
      <w:pPr>
        <w:pStyle w:val="libNormal"/>
        <w:rPr>
          <w:noProof/>
        </w:rPr>
      </w:pPr>
      <w:r w:rsidRPr="00CA52B4">
        <w:rPr>
          <w:noProof/>
          <w:rtl/>
        </w:rPr>
        <w:t>سريح أبو أمية</w:t>
      </w:r>
    </w:p>
    <w:p w:rsidR="00843DF1" w:rsidRDefault="00843DF1" w:rsidP="00AB3F16">
      <w:pPr>
        <w:pStyle w:val="libNormal"/>
        <w:rPr>
          <w:noProof/>
        </w:rPr>
      </w:pPr>
      <w:r w:rsidRPr="00CA52B4">
        <w:rPr>
          <w:noProof/>
          <w:rtl/>
        </w:rPr>
        <w:t>سعد بن اياس الشيباني</w:t>
      </w:r>
    </w:p>
    <w:p w:rsidR="00843DF1" w:rsidRDefault="00843DF1" w:rsidP="00AB3F16">
      <w:pPr>
        <w:pStyle w:val="libNormal"/>
        <w:rPr>
          <w:noProof/>
        </w:rPr>
      </w:pPr>
      <w:r w:rsidRPr="00CA52B4">
        <w:rPr>
          <w:noProof/>
          <w:rtl/>
        </w:rPr>
        <w:t>سعد بن الحارث بن الصمة</w:t>
      </w:r>
      <w:r>
        <w:rPr>
          <w:noProof/>
          <w:rtl/>
        </w:rPr>
        <w:tab/>
      </w:r>
      <w:r w:rsidRPr="00CA52B4">
        <w:rPr>
          <w:noProof/>
          <w:rtl/>
        </w:rPr>
        <w:t>241</w:t>
      </w:r>
    </w:p>
    <w:p w:rsidR="00843DF1" w:rsidRDefault="00843DF1" w:rsidP="00AB3F16">
      <w:pPr>
        <w:pStyle w:val="libNormal"/>
        <w:rPr>
          <w:noProof/>
        </w:rPr>
      </w:pPr>
      <w:r w:rsidRPr="00CA52B4">
        <w:rPr>
          <w:noProof/>
          <w:rtl/>
        </w:rPr>
        <w:t>سعد بن الحارث الخزاعي</w:t>
      </w:r>
    </w:p>
    <w:p w:rsidR="00843DF1" w:rsidRDefault="00843DF1" w:rsidP="00AB3F16">
      <w:pPr>
        <w:pStyle w:val="libNormal"/>
        <w:rPr>
          <w:noProof/>
        </w:rPr>
      </w:pPr>
      <w:r w:rsidRPr="00CA52B4">
        <w:rPr>
          <w:noProof/>
          <w:rtl/>
        </w:rPr>
        <w:t>سعد بن حذيفة بن اليمان</w:t>
      </w:r>
      <w:r>
        <w:rPr>
          <w:noProof/>
          <w:rtl/>
        </w:rPr>
        <w:tab/>
      </w:r>
      <w:r w:rsidRPr="00CA52B4">
        <w:rPr>
          <w:noProof/>
          <w:rtl/>
        </w:rPr>
        <w:t>242</w:t>
      </w:r>
    </w:p>
    <w:p w:rsidR="00843DF1" w:rsidRDefault="00843DF1" w:rsidP="00AB3F16">
      <w:pPr>
        <w:pStyle w:val="libNormal"/>
        <w:rPr>
          <w:noProof/>
        </w:rPr>
      </w:pPr>
      <w:r w:rsidRPr="00CA52B4">
        <w:rPr>
          <w:noProof/>
          <w:rtl/>
        </w:rPr>
        <w:t>سعد بن حميد الهمداني</w:t>
      </w:r>
      <w:r>
        <w:rPr>
          <w:noProof/>
          <w:rtl/>
        </w:rPr>
        <w:tab/>
      </w:r>
      <w:r w:rsidRPr="00CA52B4">
        <w:rPr>
          <w:noProof/>
          <w:rtl/>
        </w:rPr>
        <w:t>243</w:t>
      </w:r>
    </w:p>
    <w:p w:rsidR="00843DF1" w:rsidRDefault="00843DF1" w:rsidP="00AB3F16">
      <w:pPr>
        <w:pStyle w:val="libNormal"/>
        <w:rPr>
          <w:noProof/>
        </w:rPr>
      </w:pPr>
      <w:r w:rsidRPr="00CA52B4">
        <w:rPr>
          <w:noProof/>
          <w:rtl/>
        </w:rPr>
        <w:t>سعد بن زياد</w:t>
      </w:r>
    </w:p>
    <w:p w:rsidR="00843DF1" w:rsidRDefault="00843DF1" w:rsidP="00AB3F16">
      <w:pPr>
        <w:pStyle w:val="libNormal"/>
        <w:rPr>
          <w:noProof/>
        </w:rPr>
      </w:pPr>
      <w:r w:rsidRPr="00CA52B4">
        <w:rPr>
          <w:noProof/>
          <w:rtl/>
        </w:rPr>
        <w:t>سعد بن عبيد</w:t>
      </w:r>
    </w:p>
    <w:p w:rsidR="00843DF1" w:rsidRDefault="00843DF1" w:rsidP="00AB3F16">
      <w:pPr>
        <w:pStyle w:val="libNormal"/>
        <w:rPr>
          <w:noProof/>
        </w:rPr>
      </w:pPr>
      <w:r w:rsidRPr="00CA52B4">
        <w:rPr>
          <w:noProof/>
          <w:rtl/>
        </w:rPr>
        <w:t>سعد بن عمرو بن عبيد</w:t>
      </w:r>
    </w:p>
    <w:p w:rsidR="00843DF1" w:rsidRDefault="00843DF1" w:rsidP="00AB3F16">
      <w:pPr>
        <w:pStyle w:val="libNormal"/>
        <w:rPr>
          <w:noProof/>
        </w:rPr>
      </w:pPr>
      <w:r w:rsidRPr="00CA52B4">
        <w:rPr>
          <w:noProof/>
          <w:rtl/>
        </w:rPr>
        <w:t>سعد بن عياض الثمالي</w:t>
      </w:r>
      <w:r>
        <w:rPr>
          <w:noProof/>
          <w:rtl/>
        </w:rPr>
        <w:tab/>
      </w:r>
      <w:r w:rsidRPr="00CA52B4">
        <w:rPr>
          <w:noProof/>
          <w:rtl/>
        </w:rPr>
        <w:t>244</w:t>
      </w:r>
    </w:p>
    <w:p w:rsidR="00843DF1" w:rsidRPr="00CA52B4" w:rsidRDefault="00843DF1" w:rsidP="00AB3F16">
      <w:pPr>
        <w:pStyle w:val="libNormal"/>
        <w:rPr>
          <w:noProof/>
          <w:rtl/>
        </w:rPr>
      </w:pPr>
      <w:r w:rsidRPr="00CA52B4">
        <w:rPr>
          <w:noProof/>
          <w:rtl/>
        </w:rPr>
        <w:t>سعد بن قيس الهمداني</w:t>
      </w:r>
    </w:p>
    <w:p w:rsidR="00843DF1" w:rsidRDefault="00843DF1" w:rsidP="00AB3F16">
      <w:pPr>
        <w:pStyle w:val="libNormal"/>
        <w:rPr>
          <w:noProof/>
        </w:rPr>
      </w:pPr>
      <w:r>
        <w:rPr>
          <w:noProof/>
          <w:rtl/>
        </w:rPr>
        <w:br w:type="page"/>
      </w:r>
      <w:r w:rsidRPr="00CA52B4">
        <w:rPr>
          <w:noProof/>
          <w:rtl/>
        </w:rPr>
        <w:lastRenderedPageBreak/>
        <w:t>سعد بن مالك بن سنان</w:t>
      </w:r>
      <w:r>
        <w:rPr>
          <w:noProof/>
          <w:rtl/>
        </w:rPr>
        <w:tab/>
      </w:r>
      <w:r w:rsidRPr="00CA52B4">
        <w:rPr>
          <w:noProof/>
          <w:rtl/>
        </w:rPr>
        <w:t>245</w:t>
      </w:r>
    </w:p>
    <w:p w:rsidR="00843DF1" w:rsidRDefault="00843DF1" w:rsidP="00AB3F16">
      <w:pPr>
        <w:pStyle w:val="libNormal"/>
        <w:rPr>
          <w:noProof/>
        </w:rPr>
      </w:pPr>
      <w:r w:rsidRPr="00CA52B4">
        <w:rPr>
          <w:noProof/>
          <w:rtl/>
        </w:rPr>
        <w:t>سعد بن معبد</w:t>
      </w:r>
      <w:r>
        <w:rPr>
          <w:noProof/>
          <w:rtl/>
        </w:rPr>
        <w:tab/>
      </w:r>
      <w:r w:rsidRPr="00CA52B4">
        <w:rPr>
          <w:noProof/>
          <w:rtl/>
        </w:rPr>
        <w:t>246</w:t>
      </w:r>
    </w:p>
    <w:p w:rsidR="00843DF1" w:rsidRDefault="00843DF1" w:rsidP="00AB3F16">
      <w:pPr>
        <w:pStyle w:val="libNormal"/>
        <w:rPr>
          <w:noProof/>
        </w:rPr>
      </w:pPr>
      <w:r w:rsidRPr="00CA52B4">
        <w:rPr>
          <w:noProof/>
          <w:rtl/>
        </w:rPr>
        <w:t>سعد التميمي</w:t>
      </w:r>
    </w:p>
    <w:p w:rsidR="00843DF1" w:rsidRDefault="00843DF1" w:rsidP="00AB3F16">
      <w:pPr>
        <w:pStyle w:val="libNormal"/>
        <w:rPr>
          <w:noProof/>
        </w:rPr>
      </w:pPr>
      <w:r w:rsidRPr="00CA52B4">
        <w:rPr>
          <w:noProof/>
          <w:rtl/>
        </w:rPr>
        <w:t>سعيد الرجاني</w:t>
      </w:r>
    </w:p>
    <w:p w:rsidR="00843DF1" w:rsidRDefault="00843DF1" w:rsidP="00AB3F16">
      <w:pPr>
        <w:pStyle w:val="libNormal"/>
        <w:rPr>
          <w:noProof/>
        </w:rPr>
      </w:pPr>
      <w:r w:rsidRPr="00CA52B4">
        <w:rPr>
          <w:noProof/>
          <w:rtl/>
        </w:rPr>
        <w:t>سعيد بن ذي حدان</w:t>
      </w:r>
    </w:p>
    <w:p w:rsidR="00843DF1" w:rsidRDefault="00843DF1" w:rsidP="00AB3F16">
      <w:pPr>
        <w:pStyle w:val="libNormal"/>
        <w:rPr>
          <w:noProof/>
        </w:rPr>
      </w:pPr>
      <w:r w:rsidRPr="00CA52B4">
        <w:rPr>
          <w:noProof/>
          <w:rtl/>
        </w:rPr>
        <w:t>سعيد بن سارية</w:t>
      </w:r>
      <w:r>
        <w:rPr>
          <w:noProof/>
          <w:rtl/>
        </w:rPr>
        <w:tab/>
      </w:r>
      <w:r w:rsidRPr="00CA52B4">
        <w:rPr>
          <w:noProof/>
          <w:rtl/>
        </w:rPr>
        <w:t>247</w:t>
      </w:r>
    </w:p>
    <w:p w:rsidR="00843DF1" w:rsidRDefault="00843DF1" w:rsidP="00AB3F16">
      <w:pPr>
        <w:pStyle w:val="libNormal"/>
        <w:rPr>
          <w:noProof/>
        </w:rPr>
      </w:pPr>
      <w:r w:rsidRPr="00CA52B4">
        <w:rPr>
          <w:noProof/>
          <w:rtl/>
        </w:rPr>
        <w:t>سعيد بن سفيان القاري</w:t>
      </w:r>
    </w:p>
    <w:p w:rsidR="00843DF1" w:rsidRDefault="00843DF1" w:rsidP="00AB3F16">
      <w:pPr>
        <w:pStyle w:val="libNormal"/>
        <w:rPr>
          <w:noProof/>
        </w:rPr>
      </w:pPr>
      <w:r w:rsidRPr="00CA52B4">
        <w:rPr>
          <w:noProof/>
          <w:rtl/>
        </w:rPr>
        <w:t>سعيد الضبي</w:t>
      </w:r>
    </w:p>
    <w:p w:rsidR="00843DF1" w:rsidRDefault="00843DF1" w:rsidP="00AB3F16">
      <w:pPr>
        <w:pStyle w:val="libNormal"/>
        <w:rPr>
          <w:noProof/>
        </w:rPr>
      </w:pPr>
      <w:r w:rsidRPr="00CA52B4">
        <w:rPr>
          <w:noProof/>
          <w:rtl/>
        </w:rPr>
        <w:t>سعيد بن علاقة</w:t>
      </w:r>
      <w:r>
        <w:rPr>
          <w:noProof/>
          <w:rtl/>
        </w:rPr>
        <w:tab/>
      </w:r>
      <w:r w:rsidRPr="00CA52B4">
        <w:rPr>
          <w:noProof/>
          <w:rtl/>
        </w:rPr>
        <w:t>248</w:t>
      </w:r>
    </w:p>
    <w:p w:rsidR="00843DF1" w:rsidRDefault="00843DF1" w:rsidP="00AB3F16">
      <w:pPr>
        <w:pStyle w:val="libNormal"/>
        <w:rPr>
          <w:noProof/>
        </w:rPr>
      </w:pPr>
      <w:r w:rsidRPr="00CA52B4">
        <w:rPr>
          <w:noProof/>
          <w:rtl/>
        </w:rPr>
        <w:t>سعيد بن عبيد الطائي</w:t>
      </w:r>
    </w:p>
    <w:p w:rsidR="00843DF1" w:rsidRDefault="00843DF1" w:rsidP="00AB3F16">
      <w:pPr>
        <w:pStyle w:val="libNormal"/>
        <w:rPr>
          <w:noProof/>
        </w:rPr>
      </w:pPr>
      <w:r w:rsidRPr="00CA52B4">
        <w:rPr>
          <w:noProof/>
          <w:rtl/>
        </w:rPr>
        <w:t>سعيد بن فيروز</w:t>
      </w:r>
    </w:p>
    <w:p w:rsidR="00843DF1" w:rsidRDefault="00843DF1" w:rsidP="00AB3F16">
      <w:pPr>
        <w:pStyle w:val="libNormal"/>
        <w:rPr>
          <w:noProof/>
        </w:rPr>
      </w:pPr>
      <w:r w:rsidRPr="00CA52B4">
        <w:rPr>
          <w:noProof/>
          <w:rtl/>
        </w:rPr>
        <w:t>سعيد بن قيس الهمداني</w:t>
      </w:r>
      <w:r>
        <w:rPr>
          <w:noProof/>
          <w:rtl/>
        </w:rPr>
        <w:tab/>
      </w:r>
      <w:r w:rsidRPr="00CA52B4">
        <w:rPr>
          <w:noProof/>
          <w:rtl/>
        </w:rPr>
        <w:t>249</w:t>
      </w:r>
    </w:p>
    <w:p w:rsidR="00843DF1" w:rsidRDefault="00843DF1" w:rsidP="00AB3F16">
      <w:pPr>
        <w:pStyle w:val="libNormal"/>
        <w:rPr>
          <w:noProof/>
        </w:rPr>
      </w:pPr>
      <w:r w:rsidRPr="00CA52B4">
        <w:rPr>
          <w:noProof/>
          <w:rtl/>
        </w:rPr>
        <w:t>سعيد بن كليب</w:t>
      </w:r>
      <w:r>
        <w:rPr>
          <w:noProof/>
          <w:rtl/>
        </w:rPr>
        <w:tab/>
      </w:r>
      <w:r w:rsidRPr="00CA52B4">
        <w:rPr>
          <w:noProof/>
          <w:rtl/>
        </w:rPr>
        <w:t>250</w:t>
      </w:r>
    </w:p>
    <w:p w:rsidR="00843DF1" w:rsidRDefault="00843DF1" w:rsidP="00AB3F16">
      <w:pPr>
        <w:pStyle w:val="libNormal"/>
        <w:rPr>
          <w:noProof/>
        </w:rPr>
      </w:pPr>
      <w:r w:rsidRPr="00CA52B4">
        <w:rPr>
          <w:noProof/>
          <w:rtl/>
        </w:rPr>
        <w:t>سعيد بن مسعوف الثقفي</w:t>
      </w:r>
    </w:p>
    <w:p w:rsidR="00843DF1" w:rsidRDefault="00843DF1" w:rsidP="00AB3F16">
      <w:pPr>
        <w:pStyle w:val="libNormal"/>
        <w:rPr>
          <w:noProof/>
        </w:rPr>
      </w:pPr>
      <w:r w:rsidRPr="00CA52B4">
        <w:rPr>
          <w:noProof/>
          <w:rtl/>
        </w:rPr>
        <w:t>سعيد بن المسيب</w:t>
      </w:r>
      <w:r>
        <w:rPr>
          <w:noProof/>
          <w:rtl/>
        </w:rPr>
        <w:tab/>
      </w:r>
      <w:r w:rsidRPr="00CA52B4">
        <w:rPr>
          <w:noProof/>
          <w:rtl/>
        </w:rPr>
        <w:t>251</w:t>
      </w:r>
    </w:p>
    <w:p w:rsidR="00843DF1" w:rsidRDefault="00843DF1" w:rsidP="00AB3F16">
      <w:pPr>
        <w:pStyle w:val="libNormal"/>
        <w:rPr>
          <w:noProof/>
        </w:rPr>
      </w:pPr>
      <w:r w:rsidRPr="00CA52B4">
        <w:rPr>
          <w:noProof/>
          <w:rtl/>
        </w:rPr>
        <w:t>سعيد بن نمران</w:t>
      </w:r>
    </w:p>
    <w:p w:rsidR="00843DF1" w:rsidRDefault="00843DF1" w:rsidP="00AB3F16">
      <w:pPr>
        <w:pStyle w:val="libNormal"/>
        <w:rPr>
          <w:noProof/>
        </w:rPr>
      </w:pPr>
      <w:r w:rsidRPr="00CA52B4">
        <w:rPr>
          <w:noProof/>
          <w:rtl/>
        </w:rPr>
        <w:t>سعيد بن محمد بن حاطب</w:t>
      </w:r>
      <w:r>
        <w:rPr>
          <w:noProof/>
          <w:rtl/>
        </w:rPr>
        <w:tab/>
      </w:r>
      <w:r w:rsidRPr="00CA52B4">
        <w:rPr>
          <w:noProof/>
          <w:rtl/>
        </w:rPr>
        <w:t>252</w:t>
      </w:r>
    </w:p>
    <w:p w:rsidR="00843DF1" w:rsidRDefault="00843DF1" w:rsidP="00AB3F16">
      <w:pPr>
        <w:pStyle w:val="libNormal"/>
        <w:rPr>
          <w:noProof/>
        </w:rPr>
      </w:pPr>
      <w:r w:rsidRPr="00CA52B4">
        <w:rPr>
          <w:noProof/>
          <w:rtl/>
        </w:rPr>
        <w:t>سعيد بن وهب</w:t>
      </w:r>
    </w:p>
    <w:p w:rsidR="00843DF1" w:rsidRDefault="00843DF1" w:rsidP="00AB3F16">
      <w:pPr>
        <w:pStyle w:val="libNormal"/>
        <w:rPr>
          <w:noProof/>
        </w:rPr>
      </w:pPr>
      <w:r w:rsidRPr="00CA52B4">
        <w:rPr>
          <w:noProof/>
          <w:rtl/>
        </w:rPr>
        <w:t>سعيد بن يحمد الهمداني</w:t>
      </w:r>
      <w:r>
        <w:rPr>
          <w:noProof/>
          <w:rtl/>
        </w:rPr>
        <w:tab/>
      </w:r>
      <w:r w:rsidRPr="00CA52B4">
        <w:rPr>
          <w:noProof/>
          <w:rtl/>
        </w:rPr>
        <w:t>253</w:t>
      </w:r>
    </w:p>
    <w:p w:rsidR="00843DF1" w:rsidRDefault="00843DF1" w:rsidP="00AB3F16">
      <w:pPr>
        <w:pStyle w:val="libNormal"/>
        <w:rPr>
          <w:noProof/>
        </w:rPr>
      </w:pPr>
      <w:r w:rsidRPr="00CA52B4">
        <w:rPr>
          <w:noProof/>
          <w:rtl/>
        </w:rPr>
        <w:t>سعيد بن يسار</w:t>
      </w:r>
    </w:p>
    <w:p w:rsidR="00843DF1" w:rsidRDefault="00843DF1" w:rsidP="00AB3F16">
      <w:pPr>
        <w:pStyle w:val="libNormal"/>
        <w:rPr>
          <w:noProof/>
        </w:rPr>
      </w:pPr>
      <w:r w:rsidRPr="00CA52B4">
        <w:rPr>
          <w:noProof/>
          <w:rtl/>
        </w:rPr>
        <w:t>سعير بن نعيم</w:t>
      </w:r>
    </w:p>
    <w:p w:rsidR="00843DF1" w:rsidRDefault="00843DF1" w:rsidP="00AB3F16">
      <w:pPr>
        <w:pStyle w:val="libNormal"/>
        <w:rPr>
          <w:noProof/>
        </w:rPr>
      </w:pPr>
      <w:r w:rsidRPr="00CA52B4">
        <w:rPr>
          <w:noProof/>
          <w:rtl/>
        </w:rPr>
        <w:t>سفيان السلمي</w:t>
      </w:r>
    </w:p>
    <w:p w:rsidR="00843DF1" w:rsidRDefault="00843DF1" w:rsidP="00AB3F16">
      <w:pPr>
        <w:pStyle w:val="libNormal"/>
        <w:rPr>
          <w:noProof/>
        </w:rPr>
      </w:pPr>
      <w:r w:rsidRPr="00CA52B4">
        <w:rPr>
          <w:noProof/>
          <w:rtl/>
        </w:rPr>
        <w:t>سفيان بن اكليل</w:t>
      </w:r>
      <w:r>
        <w:rPr>
          <w:noProof/>
          <w:rtl/>
        </w:rPr>
        <w:tab/>
      </w:r>
      <w:r w:rsidRPr="00CA52B4">
        <w:rPr>
          <w:noProof/>
          <w:rtl/>
        </w:rPr>
        <w:t>254</w:t>
      </w:r>
    </w:p>
    <w:p w:rsidR="00843DF1" w:rsidRDefault="00843DF1" w:rsidP="00AB3F16">
      <w:pPr>
        <w:pStyle w:val="libNormal"/>
        <w:rPr>
          <w:noProof/>
        </w:rPr>
      </w:pPr>
      <w:r w:rsidRPr="00CA52B4">
        <w:rPr>
          <w:noProof/>
          <w:rtl/>
        </w:rPr>
        <w:t>سفيان بن ثور</w:t>
      </w:r>
    </w:p>
    <w:p w:rsidR="00843DF1" w:rsidRDefault="00843DF1" w:rsidP="00AB3F16">
      <w:pPr>
        <w:pStyle w:val="libNormal"/>
        <w:rPr>
          <w:noProof/>
        </w:rPr>
      </w:pPr>
      <w:r w:rsidRPr="00CA52B4">
        <w:rPr>
          <w:noProof/>
          <w:rtl/>
        </w:rPr>
        <w:t>سفيان بن هانئ بن جبر</w:t>
      </w:r>
    </w:p>
    <w:p w:rsidR="00843DF1" w:rsidRDefault="00843DF1" w:rsidP="00AB3F16">
      <w:pPr>
        <w:pStyle w:val="libNormal"/>
        <w:rPr>
          <w:noProof/>
        </w:rPr>
      </w:pPr>
      <w:r w:rsidRPr="00CA52B4">
        <w:rPr>
          <w:noProof/>
          <w:rtl/>
        </w:rPr>
        <w:t>سفيان بن ياليل</w:t>
      </w:r>
      <w:r>
        <w:rPr>
          <w:noProof/>
          <w:rtl/>
        </w:rPr>
        <w:tab/>
      </w:r>
      <w:r w:rsidRPr="00CA52B4">
        <w:rPr>
          <w:noProof/>
          <w:rtl/>
        </w:rPr>
        <w:t>255</w:t>
      </w:r>
    </w:p>
    <w:p w:rsidR="00843DF1" w:rsidRDefault="00843DF1" w:rsidP="00AB3F16">
      <w:pPr>
        <w:pStyle w:val="libNormal"/>
        <w:rPr>
          <w:noProof/>
        </w:rPr>
      </w:pPr>
      <w:r w:rsidRPr="00CA52B4">
        <w:rPr>
          <w:noProof/>
          <w:rtl/>
        </w:rPr>
        <w:t>سفيان بن يزيد</w:t>
      </w:r>
      <w:r>
        <w:rPr>
          <w:noProof/>
          <w:rtl/>
        </w:rPr>
        <w:tab/>
      </w:r>
      <w:r w:rsidRPr="00CA52B4">
        <w:rPr>
          <w:noProof/>
          <w:rtl/>
        </w:rPr>
        <w:t>256</w:t>
      </w:r>
    </w:p>
    <w:p w:rsidR="00843DF1" w:rsidRDefault="00843DF1" w:rsidP="00AB3F16">
      <w:pPr>
        <w:pStyle w:val="libNormal"/>
        <w:rPr>
          <w:noProof/>
        </w:rPr>
      </w:pPr>
      <w:r w:rsidRPr="00CA52B4">
        <w:rPr>
          <w:noProof/>
          <w:rtl/>
        </w:rPr>
        <w:t>سقر مولى سعد بن أبي وقاص</w:t>
      </w:r>
    </w:p>
    <w:p w:rsidR="00843DF1" w:rsidRDefault="00843DF1" w:rsidP="00AB3F16">
      <w:pPr>
        <w:pStyle w:val="libNormal"/>
        <w:rPr>
          <w:noProof/>
        </w:rPr>
      </w:pPr>
      <w:r w:rsidRPr="00CA52B4">
        <w:rPr>
          <w:noProof/>
          <w:rtl/>
        </w:rPr>
        <w:t>سفينة أبو عبد الرحمن</w:t>
      </w:r>
    </w:p>
    <w:p w:rsidR="00843DF1" w:rsidRDefault="00843DF1" w:rsidP="00AB3F16">
      <w:pPr>
        <w:pStyle w:val="libNormal"/>
        <w:rPr>
          <w:noProof/>
        </w:rPr>
      </w:pPr>
      <w:r w:rsidRPr="00CA52B4">
        <w:rPr>
          <w:noProof/>
          <w:rtl/>
        </w:rPr>
        <w:t>سلامة الدري</w:t>
      </w:r>
      <w:r>
        <w:rPr>
          <w:noProof/>
          <w:rtl/>
        </w:rPr>
        <w:tab/>
      </w:r>
      <w:r w:rsidRPr="00CA52B4">
        <w:rPr>
          <w:noProof/>
          <w:rtl/>
        </w:rPr>
        <w:t>257</w:t>
      </w:r>
    </w:p>
    <w:p w:rsidR="00843DF1" w:rsidRPr="00CA52B4" w:rsidRDefault="00843DF1" w:rsidP="00AB3F16">
      <w:pPr>
        <w:pStyle w:val="libNormal"/>
        <w:rPr>
          <w:noProof/>
          <w:rtl/>
        </w:rPr>
      </w:pPr>
      <w:r w:rsidRPr="00CA52B4">
        <w:rPr>
          <w:noProof/>
          <w:rtl/>
        </w:rPr>
        <w:t>سلامة الكندي</w:t>
      </w:r>
    </w:p>
    <w:p w:rsidR="00843DF1" w:rsidRDefault="00843DF1" w:rsidP="00AB3F16">
      <w:pPr>
        <w:pStyle w:val="libNormal"/>
        <w:rPr>
          <w:noProof/>
        </w:rPr>
      </w:pPr>
      <w:r>
        <w:rPr>
          <w:noProof/>
          <w:rtl/>
        </w:rPr>
        <w:br w:type="page"/>
      </w:r>
      <w:r w:rsidRPr="00CA52B4">
        <w:rPr>
          <w:noProof/>
          <w:rtl/>
        </w:rPr>
        <w:lastRenderedPageBreak/>
        <w:t>سلامة بن سهم</w:t>
      </w:r>
      <w:r>
        <w:rPr>
          <w:noProof/>
          <w:rtl/>
        </w:rPr>
        <w:tab/>
      </w:r>
      <w:r w:rsidRPr="00CA52B4">
        <w:rPr>
          <w:noProof/>
          <w:rtl/>
        </w:rPr>
        <w:t>258</w:t>
      </w:r>
    </w:p>
    <w:p w:rsidR="00843DF1" w:rsidRDefault="00843DF1" w:rsidP="00AB3F16">
      <w:pPr>
        <w:pStyle w:val="libNormal"/>
        <w:rPr>
          <w:noProof/>
        </w:rPr>
      </w:pPr>
      <w:r w:rsidRPr="00CA52B4">
        <w:rPr>
          <w:noProof/>
          <w:rtl/>
        </w:rPr>
        <w:t>سلام مولى سليط</w:t>
      </w:r>
    </w:p>
    <w:p w:rsidR="00843DF1" w:rsidRDefault="00843DF1" w:rsidP="00AB3F16">
      <w:pPr>
        <w:pStyle w:val="libNormal"/>
        <w:rPr>
          <w:noProof/>
        </w:rPr>
      </w:pPr>
      <w:r w:rsidRPr="00CA52B4">
        <w:rPr>
          <w:noProof/>
          <w:rtl/>
        </w:rPr>
        <w:t>سلمان بن الحارث</w:t>
      </w:r>
    </w:p>
    <w:p w:rsidR="00843DF1" w:rsidRDefault="00843DF1" w:rsidP="00AB3F16">
      <w:pPr>
        <w:pStyle w:val="libNormal"/>
        <w:rPr>
          <w:noProof/>
        </w:rPr>
      </w:pPr>
      <w:r w:rsidRPr="00CA52B4">
        <w:rPr>
          <w:noProof/>
          <w:rtl/>
        </w:rPr>
        <w:t>سلمان الفارسي</w:t>
      </w:r>
    </w:p>
    <w:p w:rsidR="00843DF1" w:rsidRDefault="00843DF1" w:rsidP="00AB3F16">
      <w:pPr>
        <w:pStyle w:val="libNormal"/>
        <w:rPr>
          <w:noProof/>
        </w:rPr>
      </w:pPr>
      <w:r w:rsidRPr="00CA52B4">
        <w:rPr>
          <w:noProof/>
          <w:rtl/>
        </w:rPr>
        <w:t>سلمة بن تمام البصري</w:t>
      </w:r>
      <w:r>
        <w:rPr>
          <w:noProof/>
          <w:rtl/>
        </w:rPr>
        <w:tab/>
      </w:r>
      <w:r w:rsidRPr="00CA52B4">
        <w:rPr>
          <w:noProof/>
          <w:rtl/>
        </w:rPr>
        <w:t>259</w:t>
      </w:r>
    </w:p>
    <w:p w:rsidR="00843DF1" w:rsidRDefault="00843DF1" w:rsidP="00AB3F16">
      <w:pPr>
        <w:pStyle w:val="libNormal"/>
        <w:rPr>
          <w:noProof/>
        </w:rPr>
      </w:pPr>
      <w:r w:rsidRPr="00CA52B4">
        <w:rPr>
          <w:noProof/>
          <w:rtl/>
        </w:rPr>
        <w:t>سلمة بن الأكوع</w:t>
      </w:r>
      <w:r>
        <w:rPr>
          <w:noProof/>
          <w:rtl/>
        </w:rPr>
        <w:tab/>
      </w:r>
      <w:r w:rsidRPr="00CA52B4">
        <w:rPr>
          <w:noProof/>
          <w:rtl/>
        </w:rPr>
        <w:t>260</w:t>
      </w:r>
    </w:p>
    <w:p w:rsidR="00843DF1" w:rsidRDefault="00843DF1" w:rsidP="00AB3F16">
      <w:pPr>
        <w:pStyle w:val="libNormal"/>
        <w:rPr>
          <w:noProof/>
        </w:rPr>
      </w:pPr>
      <w:r w:rsidRPr="00CA52B4">
        <w:rPr>
          <w:noProof/>
          <w:rtl/>
        </w:rPr>
        <w:t>سلمة بن عبد الله</w:t>
      </w:r>
    </w:p>
    <w:p w:rsidR="00843DF1" w:rsidRDefault="00843DF1" w:rsidP="00AB3F16">
      <w:pPr>
        <w:pStyle w:val="libNormal"/>
        <w:rPr>
          <w:noProof/>
        </w:rPr>
      </w:pPr>
      <w:r w:rsidRPr="00CA52B4">
        <w:rPr>
          <w:noProof/>
          <w:rtl/>
        </w:rPr>
        <w:t>سلمة بن صهيب</w:t>
      </w:r>
      <w:r>
        <w:rPr>
          <w:noProof/>
          <w:rtl/>
        </w:rPr>
        <w:tab/>
      </w:r>
      <w:r w:rsidRPr="00CA52B4">
        <w:rPr>
          <w:noProof/>
          <w:rtl/>
        </w:rPr>
        <w:t>261</w:t>
      </w:r>
    </w:p>
    <w:p w:rsidR="00843DF1" w:rsidRDefault="00843DF1" w:rsidP="00AB3F16">
      <w:pPr>
        <w:pStyle w:val="libNormal"/>
        <w:rPr>
          <w:noProof/>
        </w:rPr>
      </w:pPr>
      <w:r w:rsidRPr="00CA52B4">
        <w:rPr>
          <w:noProof/>
          <w:rtl/>
        </w:rPr>
        <w:t>سلمة بن عامر بن واثلة</w:t>
      </w:r>
    </w:p>
    <w:p w:rsidR="00843DF1" w:rsidRDefault="00843DF1" w:rsidP="00AB3F16">
      <w:pPr>
        <w:pStyle w:val="libNormal"/>
        <w:rPr>
          <w:noProof/>
        </w:rPr>
      </w:pPr>
      <w:r w:rsidRPr="00CA52B4">
        <w:rPr>
          <w:noProof/>
          <w:rtl/>
        </w:rPr>
        <w:t>سلمة بن كهيل</w:t>
      </w:r>
    </w:p>
    <w:p w:rsidR="00843DF1" w:rsidRDefault="00843DF1" w:rsidP="00AB3F16">
      <w:pPr>
        <w:pStyle w:val="libNormal"/>
        <w:rPr>
          <w:noProof/>
        </w:rPr>
      </w:pPr>
      <w:r w:rsidRPr="00CA52B4">
        <w:rPr>
          <w:noProof/>
          <w:rtl/>
        </w:rPr>
        <w:t>سليط بن عطية</w:t>
      </w:r>
      <w:r>
        <w:rPr>
          <w:noProof/>
          <w:rtl/>
        </w:rPr>
        <w:tab/>
      </w:r>
      <w:r w:rsidRPr="00CA52B4">
        <w:rPr>
          <w:noProof/>
          <w:rtl/>
        </w:rPr>
        <w:t>262</w:t>
      </w:r>
    </w:p>
    <w:p w:rsidR="00843DF1" w:rsidRDefault="00843DF1" w:rsidP="00AB3F16">
      <w:pPr>
        <w:pStyle w:val="libNormal"/>
        <w:rPr>
          <w:noProof/>
        </w:rPr>
      </w:pPr>
      <w:r w:rsidRPr="00CA52B4">
        <w:rPr>
          <w:noProof/>
          <w:rtl/>
        </w:rPr>
        <w:t>سليم بن قيس الهلالي</w:t>
      </w:r>
    </w:p>
    <w:p w:rsidR="00843DF1" w:rsidRDefault="00843DF1" w:rsidP="00AB3F16">
      <w:pPr>
        <w:pStyle w:val="libNormal"/>
        <w:rPr>
          <w:noProof/>
        </w:rPr>
      </w:pPr>
      <w:r w:rsidRPr="00CA52B4">
        <w:rPr>
          <w:noProof/>
          <w:rtl/>
        </w:rPr>
        <w:t>سليمان بن أرقم</w:t>
      </w:r>
      <w:r>
        <w:rPr>
          <w:noProof/>
          <w:rtl/>
        </w:rPr>
        <w:tab/>
      </w:r>
      <w:r w:rsidRPr="00CA52B4">
        <w:rPr>
          <w:noProof/>
          <w:rtl/>
        </w:rPr>
        <w:t>263</w:t>
      </w:r>
    </w:p>
    <w:p w:rsidR="00843DF1" w:rsidRDefault="00843DF1" w:rsidP="00AB3F16">
      <w:pPr>
        <w:pStyle w:val="libNormal"/>
        <w:rPr>
          <w:noProof/>
        </w:rPr>
      </w:pPr>
      <w:r w:rsidRPr="00CA52B4">
        <w:rPr>
          <w:noProof/>
          <w:rtl/>
        </w:rPr>
        <w:t>سليمان بن ثمامة</w:t>
      </w:r>
    </w:p>
    <w:p w:rsidR="00843DF1" w:rsidRDefault="00843DF1" w:rsidP="00AB3F16">
      <w:pPr>
        <w:pStyle w:val="libNormal"/>
        <w:rPr>
          <w:noProof/>
        </w:rPr>
      </w:pPr>
      <w:r w:rsidRPr="00CA52B4">
        <w:rPr>
          <w:noProof/>
          <w:rtl/>
        </w:rPr>
        <w:t>سليمان بن زياد</w:t>
      </w:r>
      <w:r>
        <w:rPr>
          <w:noProof/>
          <w:rtl/>
        </w:rPr>
        <w:tab/>
      </w:r>
      <w:r w:rsidRPr="00CA52B4">
        <w:rPr>
          <w:noProof/>
          <w:rtl/>
        </w:rPr>
        <w:t>264</w:t>
      </w:r>
    </w:p>
    <w:p w:rsidR="00843DF1" w:rsidRDefault="00843DF1" w:rsidP="00AB3F16">
      <w:pPr>
        <w:pStyle w:val="libNormal"/>
        <w:rPr>
          <w:noProof/>
        </w:rPr>
      </w:pPr>
      <w:r w:rsidRPr="00CA52B4">
        <w:rPr>
          <w:noProof/>
          <w:rtl/>
        </w:rPr>
        <w:t>سليمان بن خلف الخزاعي</w:t>
      </w:r>
    </w:p>
    <w:p w:rsidR="00843DF1" w:rsidRDefault="00843DF1" w:rsidP="00AB3F16">
      <w:pPr>
        <w:pStyle w:val="libNormal"/>
        <w:rPr>
          <w:noProof/>
        </w:rPr>
      </w:pPr>
      <w:r w:rsidRPr="00CA52B4">
        <w:rPr>
          <w:noProof/>
          <w:rtl/>
        </w:rPr>
        <w:t>سليمان بن صرد</w:t>
      </w:r>
    </w:p>
    <w:p w:rsidR="00843DF1" w:rsidRDefault="00843DF1" w:rsidP="00AB3F16">
      <w:pPr>
        <w:pStyle w:val="libNormal"/>
        <w:rPr>
          <w:noProof/>
        </w:rPr>
      </w:pPr>
      <w:r w:rsidRPr="00CA52B4">
        <w:rPr>
          <w:noProof/>
          <w:rtl/>
        </w:rPr>
        <w:t>سليمان بن مسهر</w:t>
      </w:r>
      <w:r>
        <w:rPr>
          <w:noProof/>
          <w:rtl/>
        </w:rPr>
        <w:tab/>
      </w:r>
      <w:r w:rsidRPr="00CA52B4">
        <w:rPr>
          <w:noProof/>
          <w:rtl/>
        </w:rPr>
        <w:t>265</w:t>
      </w:r>
    </w:p>
    <w:p w:rsidR="00843DF1" w:rsidRDefault="00843DF1" w:rsidP="00AB3F16">
      <w:pPr>
        <w:pStyle w:val="libNormal"/>
        <w:rPr>
          <w:noProof/>
        </w:rPr>
      </w:pPr>
      <w:r w:rsidRPr="00CA52B4">
        <w:rPr>
          <w:noProof/>
          <w:rtl/>
        </w:rPr>
        <w:t xml:space="preserve">سماك بن أوس </w:t>
      </w:r>
      <w:r>
        <w:rPr>
          <w:noProof/>
          <w:rtl/>
        </w:rPr>
        <w:t>(</w:t>
      </w:r>
      <w:r w:rsidRPr="00CA52B4">
        <w:rPr>
          <w:noProof/>
          <w:rtl/>
        </w:rPr>
        <w:t>خرشة</w:t>
      </w:r>
      <w:r>
        <w:rPr>
          <w:noProof/>
          <w:rtl/>
        </w:rPr>
        <w:t>)</w:t>
      </w:r>
      <w:r>
        <w:rPr>
          <w:noProof/>
          <w:rtl/>
        </w:rPr>
        <w:tab/>
      </w:r>
      <w:r w:rsidRPr="00CA52B4">
        <w:rPr>
          <w:noProof/>
          <w:rtl/>
        </w:rPr>
        <w:t>266</w:t>
      </w:r>
    </w:p>
    <w:p w:rsidR="00843DF1" w:rsidRDefault="00843DF1" w:rsidP="00AB3F16">
      <w:pPr>
        <w:pStyle w:val="libNormal"/>
        <w:rPr>
          <w:noProof/>
        </w:rPr>
      </w:pPr>
      <w:r w:rsidRPr="00CA52B4">
        <w:rPr>
          <w:noProof/>
          <w:rtl/>
        </w:rPr>
        <w:t>سماك بن خرشة</w:t>
      </w:r>
    </w:p>
    <w:p w:rsidR="00843DF1" w:rsidRDefault="00843DF1" w:rsidP="00AB3F16">
      <w:pPr>
        <w:pStyle w:val="libNormal"/>
        <w:rPr>
          <w:noProof/>
        </w:rPr>
      </w:pPr>
      <w:r w:rsidRPr="00CA52B4">
        <w:rPr>
          <w:noProof/>
          <w:rtl/>
        </w:rPr>
        <w:t>سماك بن مخرمة</w:t>
      </w:r>
      <w:r>
        <w:rPr>
          <w:noProof/>
          <w:rtl/>
        </w:rPr>
        <w:tab/>
      </w:r>
      <w:r w:rsidRPr="00CA52B4">
        <w:rPr>
          <w:noProof/>
          <w:rtl/>
        </w:rPr>
        <w:t>267</w:t>
      </w:r>
    </w:p>
    <w:p w:rsidR="00843DF1" w:rsidRDefault="00843DF1" w:rsidP="00AB3F16">
      <w:pPr>
        <w:pStyle w:val="libNormal"/>
        <w:rPr>
          <w:noProof/>
        </w:rPr>
      </w:pPr>
      <w:r w:rsidRPr="00CA52B4">
        <w:rPr>
          <w:noProof/>
          <w:rtl/>
        </w:rPr>
        <w:t>سماك بن يزيد</w:t>
      </w:r>
    </w:p>
    <w:p w:rsidR="00843DF1" w:rsidRDefault="00843DF1" w:rsidP="00AB3F16">
      <w:pPr>
        <w:pStyle w:val="libNormal"/>
        <w:rPr>
          <w:noProof/>
        </w:rPr>
      </w:pPr>
      <w:r w:rsidRPr="00CA52B4">
        <w:rPr>
          <w:noProof/>
          <w:rtl/>
        </w:rPr>
        <w:t>سمير بن الحارث</w:t>
      </w:r>
    </w:p>
    <w:p w:rsidR="00843DF1" w:rsidRDefault="00843DF1" w:rsidP="00AB3F16">
      <w:pPr>
        <w:pStyle w:val="libNormal"/>
        <w:rPr>
          <w:noProof/>
        </w:rPr>
      </w:pPr>
      <w:r w:rsidRPr="00CA52B4">
        <w:rPr>
          <w:noProof/>
          <w:rtl/>
        </w:rPr>
        <w:t>سمير بن شريح الهمداني</w:t>
      </w:r>
      <w:r>
        <w:rPr>
          <w:noProof/>
          <w:rtl/>
        </w:rPr>
        <w:tab/>
      </w:r>
      <w:r w:rsidRPr="00CA52B4">
        <w:rPr>
          <w:noProof/>
          <w:rtl/>
        </w:rPr>
        <w:t>268</w:t>
      </w:r>
    </w:p>
    <w:p w:rsidR="00843DF1" w:rsidRDefault="00843DF1" w:rsidP="00AB3F16">
      <w:pPr>
        <w:pStyle w:val="libNormal"/>
        <w:rPr>
          <w:noProof/>
        </w:rPr>
      </w:pPr>
      <w:r w:rsidRPr="00CA52B4">
        <w:rPr>
          <w:noProof/>
          <w:rtl/>
        </w:rPr>
        <w:t>سمرة بن أبي سعيد</w:t>
      </w:r>
    </w:p>
    <w:p w:rsidR="00843DF1" w:rsidRDefault="00843DF1" w:rsidP="00AB3F16">
      <w:pPr>
        <w:pStyle w:val="libNormal"/>
        <w:rPr>
          <w:noProof/>
        </w:rPr>
      </w:pPr>
      <w:r w:rsidRPr="00CA52B4">
        <w:rPr>
          <w:noProof/>
          <w:rtl/>
        </w:rPr>
        <w:t>سمرة بن ربيعة</w:t>
      </w:r>
    </w:p>
    <w:p w:rsidR="00843DF1" w:rsidRDefault="00843DF1" w:rsidP="00AB3F16">
      <w:pPr>
        <w:pStyle w:val="libNormal"/>
        <w:rPr>
          <w:noProof/>
        </w:rPr>
      </w:pPr>
      <w:r w:rsidRPr="00CA52B4">
        <w:rPr>
          <w:noProof/>
          <w:rtl/>
        </w:rPr>
        <w:t>سنان بن مالك النخعي</w:t>
      </w:r>
    </w:p>
    <w:p w:rsidR="00843DF1" w:rsidRDefault="00843DF1" w:rsidP="00AB3F16">
      <w:pPr>
        <w:pStyle w:val="libNormal"/>
        <w:rPr>
          <w:noProof/>
        </w:rPr>
      </w:pPr>
      <w:r w:rsidRPr="00CA52B4">
        <w:rPr>
          <w:noProof/>
          <w:rtl/>
        </w:rPr>
        <w:t>سنان بن يزيد الرهاوي</w:t>
      </w:r>
      <w:r>
        <w:rPr>
          <w:noProof/>
          <w:rtl/>
        </w:rPr>
        <w:tab/>
      </w:r>
      <w:r w:rsidRPr="00CA52B4">
        <w:rPr>
          <w:noProof/>
          <w:rtl/>
        </w:rPr>
        <w:t>269</w:t>
      </w:r>
    </w:p>
    <w:p w:rsidR="00843DF1" w:rsidRDefault="00843DF1" w:rsidP="00AB3F16">
      <w:pPr>
        <w:pStyle w:val="libNormal"/>
        <w:rPr>
          <w:noProof/>
        </w:rPr>
      </w:pPr>
      <w:r w:rsidRPr="00CA52B4">
        <w:rPr>
          <w:noProof/>
          <w:rtl/>
        </w:rPr>
        <w:t>سويد بن حاطب</w:t>
      </w:r>
    </w:p>
    <w:p w:rsidR="00843DF1" w:rsidRDefault="00843DF1" w:rsidP="00AB3F16">
      <w:pPr>
        <w:pStyle w:val="libNormal"/>
        <w:rPr>
          <w:noProof/>
        </w:rPr>
      </w:pPr>
      <w:r w:rsidRPr="00CA52B4">
        <w:rPr>
          <w:noProof/>
          <w:rtl/>
        </w:rPr>
        <w:t>سويد بن جهيل</w:t>
      </w:r>
      <w:r>
        <w:rPr>
          <w:noProof/>
          <w:rtl/>
        </w:rPr>
        <w:tab/>
      </w:r>
      <w:r w:rsidRPr="00CA52B4">
        <w:rPr>
          <w:noProof/>
          <w:rtl/>
        </w:rPr>
        <w:t>270</w:t>
      </w:r>
    </w:p>
    <w:p w:rsidR="00843DF1" w:rsidRPr="00CA52B4" w:rsidRDefault="00843DF1" w:rsidP="00AB3F16">
      <w:pPr>
        <w:pStyle w:val="libNormal"/>
        <w:rPr>
          <w:noProof/>
          <w:rtl/>
        </w:rPr>
      </w:pPr>
      <w:r w:rsidRPr="00CA52B4">
        <w:rPr>
          <w:noProof/>
          <w:rtl/>
        </w:rPr>
        <w:t>سويد بن غفلة</w:t>
      </w:r>
    </w:p>
    <w:p w:rsidR="00843DF1" w:rsidRDefault="00843DF1" w:rsidP="00AB3F16">
      <w:pPr>
        <w:pStyle w:val="libNormal"/>
        <w:rPr>
          <w:noProof/>
        </w:rPr>
      </w:pPr>
      <w:r>
        <w:rPr>
          <w:noProof/>
          <w:rtl/>
        </w:rPr>
        <w:br w:type="page"/>
      </w:r>
      <w:r w:rsidRPr="00CA52B4">
        <w:rPr>
          <w:noProof/>
          <w:rtl/>
        </w:rPr>
        <w:lastRenderedPageBreak/>
        <w:t>سهل بن حنيف</w:t>
      </w:r>
      <w:r>
        <w:rPr>
          <w:noProof/>
          <w:rtl/>
        </w:rPr>
        <w:tab/>
      </w:r>
      <w:r w:rsidRPr="00CA52B4">
        <w:rPr>
          <w:noProof/>
          <w:rtl/>
        </w:rPr>
        <w:t>271</w:t>
      </w:r>
    </w:p>
    <w:p w:rsidR="00843DF1" w:rsidRDefault="00843DF1" w:rsidP="00AB3F16">
      <w:pPr>
        <w:pStyle w:val="libNormal"/>
        <w:rPr>
          <w:noProof/>
        </w:rPr>
      </w:pPr>
      <w:r w:rsidRPr="00CA52B4">
        <w:rPr>
          <w:noProof/>
          <w:rtl/>
        </w:rPr>
        <w:t>سهل بن سعد بن مالك</w:t>
      </w:r>
      <w:r>
        <w:rPr>
          <w:noProof/>
          <w:rtl/>
        </w:rPr>
        <w:tab/>
      </w:r>
      <w:r w:rsidRPr="00CA52B4">
        <w:rPr>
          <w:noProof/>
          <w:rtl/>
        </w:rPr>
        <w:t>272</w:t>
      </w:r>
    </w:p>
    <w:p w:rsidR="00843DF1" w:rsidRDefault="00843DF1" w:rsidP="00AB3F16">
      <w:pPr>
        <w:pStyle w:val="libNormal"/>
        <w:rPr>
          <w:noProof/>
        </w:rPr>
      </w:pPr>
      <w:r w:rsidRPr="00CA52B4">
        <w:rPr>
          <w:noProof/>
          <w:rtl/>
        </w:rPr>
        <w:t>سهيل بن ذراع</w:t>
      </w:r>
    </w:p>
    <w:p w:rsidR="00843DF1" w:rsidRDefault="00843DF1" w:rsidP="00AB3F16">
      <w:pPr>
        <w:pStyle w:val="libNormal"/>
        <w:rPr>
          <w:noProof/>
        </w:rPr>
      </w:pPr>
      <w:r w:rsidRPr="00CA52B4">
        <w:rPr>
          <w:noProof/>
          <w:rtl/>
        </w:rPr>
        <w:t>سهيل بن عمرو</w:t>
      </w:r>
      <w:r>
        <w:rPr>
          <w:noProof/>
          <w:rtl/>
        </w:rPr>
        <w:tab/>
      </w:r>
      <w:r w:rsidRPr="00CA52B4">
        <w:rPr>
          <w:noProof/>
          <w:rtl/>
        </w:rPr>
        <w:t>273</w:t>
      </w:r>
    </w:p>
    <w:p w:rsidR="00843DF1" w:rsidRDefault="00843DF1" w:rsidP="00AB3F16">
      <w:pPr>
        <w:pStyle w:val="libNormal"/>
        <w:rPr>
          <w:noProof/>
        </w:rPr>
      </w:pPr>
      <w:r w:rsidRPr="00CA52B4">
        <w:rPr>
          <w:noProof/>
          <w:rtl/>
        </w:rPr>
        <w:t>سيحان بن صوحان</w:t>
      </w:r>
    </w:p>
    <w:p w:rsidR="00843DF1" w:rsidRPr="00CA52B4" w:rsidRDefault="00843DF1" w:rsidP="00AB3F16">
      <w:pPr>
        <w:pStyle w:val="libNormal"/>
        <w:rPr>
          <w:noProof/>
          <w:rtl/>
        </w:rPr>
      </w:pPr>
      <w:r w:rsidRPr="00CA52B4">
        <w:rPr>
          <w:noProof/>
          <w:rtl/>
        </w:rPr>
        <w:t>سيد بن عبيد بن البختري</w:t>
      </w:r>
      <w:r>
        <w:rPr>
          <w:noProof/>
          <w:rtl/>
        </w:rPr>
        <w:tab/>
      </w:r>
      <w:r w:rsidRPr="00CA52B4">
        <w:rPr>
          <w:noProof/>
          <w:rtl/>
        </w:rPr>
        <w:t>274</w:t>
      </w:r>
    </w:p>
    <w:p w:rsidR="00843DF1" w:rsidRDefault="00843DF1" w:rsidP="00AB3F16">
      <w:pPr>
        <w:pStyle w:val="libNormal"/>
        <w:rPr>
          <w:noProof/>
        </w:rPr>
      </w:pPr>
      <w:r w:rsidRPr="00CA52B4">
        <w:rPr>
          <w:noProof/>
          <w:rtl/>
        </w:rPr>
        <w:t>شاكر الكوفي</w:t>
      </w:r>
      <w:r>
        <w:rPr>
          <w:noProof/>
          <w:rtl/>
        </w:rPr>
        <w:tab/>
      </w:r>
      <w:r w:rsidRPr="00CA52B4">
        <w:rPr>
          <w:noProof/>
          <w:rtl/>
        </w:rPr>
        <w:t>275</w:t>
      </w:r>
    </w:p>
    <w:p w:rsidR="00843DF1" w:rsidRDefault="00843DF1" w:rsidP="00AB3F16">
      <w:pPr>
        <w:pStyle w:val="libNormal"/>
        <w:rPr>
          <w:noProof/>
        </w:rPr>
      </w:pPr>
      <w:r w:rsidRPr="00CA52B4">
        <w:rPr>
          <w:noProof/>
          <w:rtl/>
        </w:rPr>
        <w:t>شبرمة بن طفيل</w:t>
      </w:r>
    </w:p>
    <w:p w:rsidR="00843DF1" w:rsidRDefault="00843DF1" w:rsidP="00AB3F16">
      <w:pPr>
        <w:pStyle w:val="libNormal"/>
        <w:rPr>
          <w:noProof/>
        </w:rPr>
      </w:pPr>
      <w:r w:rsidRPr="00CA52B4">
        <w:rPr>
          <w:noProof/>
          <w:rtl/>
        </w:rPr>
        <w:t>شبث بن ربعي</w:t>
      </w:r>
    </w:p>
    <w:p w:rsidR="00843DF1" w:rsidRDefault="00843DF1" w:rsidP="00AB3F16">
      <w:pPr>
        <w:pStyle w:val="libNormal"/>
        <w:rPr>
          <w:noProof/>
        </w:rPr>
      </w:pPr>
      <w:r w:rsidRPr="00CA52B4">
        <w:rPr>
          <w:noProof/>
          <w:rtl/>
        </w:rPr>
        <w:t>شبيب بن عامر الأزدي</w:t>
      </w:r>
      <w:r>
        <w:rPr>
          <w:noProof/>
          <w:rtl/>
        </w:rPr>
        <w:tab/>
      </w:r>
      <w:r w:rsidRPr="00CA52B4">
        <w:rPr>
          <w:noProof/>
          <w:rtl/>
        </w:rPr>
        <w:t>276</w:t>
      </w:r>
    </w:p>
    <w:p w:rsidR="00843DF1" w:rsidRDefault="00843DF1" w:rsidP="00AB3F16">
      <w:pPr>
        <w:pStyle w:val="libNormal"/>
        <w:rPr>
          <w:noProof/>
        </w:rPr>
      </w:pPr>
      <w:r w:rsidRPr="00CA52B4">
        <w:rPr>
          <w:noProof/>
          <w:rtl/>
        </w:rPr>
        <w:t>شتير بن شكل بن حميد</w:t>
      </w:r>
      <w:r>
        <w:rPr>
          <w:noProof/>
          <w:rtl/>
        </w:rPr>
        <w:tab/>
      </w:r>
      <w:r w:rsidRPr="00CA52B4">
        <w:rPr>
          <w:noProof/>
          <w:rtl/>
        </w:rPr>
        <w:t>277</w:t>
      </w:r>
    </w:p>
    <w:p w:rsidR="00843DF1" w:rsidRDefault="00843DF1" w:rsidP="00AB3F16">
      <w:pPr>
        <w:pStyle w:val="libNormal"/>
        <w:rPr>
          <w:noProof/>
        </w:rPr>
      </w:pPr>
      <w:r w:rsidRPr="00CA52B4">
        <w:rPr>
          <w:noProof/>
          <w:rtl/>
        </w:rPr>
        <w:t>شداد بن الأزمع</w:t>
      </w:r>
    </w:p>
    <w:p w:rsidR="00843DF1" w:rsidRDefault="00843DF1" w:rsidP="00AB3F16">
      <w:pPr>
        <w:pStyle w:val="libNormal"/>
        <w:rPr>
          <w:noProof/>
        </w:rPr>
      </w:pPr>
      <w:r w:rsidRPr="00CA52B4">
        <w:rPr>
          <w:noProof/>
          <w:rtl/>
        </w:rPr>
        <w:t>شداد بن معقل</w:t>
      </w:r>
    </w:p>
    <w:p w:rsidR="00843DF1" w:rsidRDefault="00843DF1" w:rsidP="00AB3F16">
      <w:pPr>
        <w:pStyle w:val="libNormal"/>
        <w:rPr>
          <w:noProof/>
        </w:rPr>
      </w:pPr>
      <w:r w:rsidRPr="00CA52B4">
        <w:rPr>
          <w:noProof/>
          <w:rtl/>
        </w:rPr>
        <w:t>شداد بن شمر العبدي</w:t>
      </w:r>
      <w:r>
        <w:rPr>
          <w:noProof/>
          <w:rtl/>
        </w:rPr>
        <w:tab/>
      </w:r>
      <w:r w:rsidRPr="00CA52B4">
        <w:rPr>
          <w:noProof/>
          <w:rtl/>
        </w:rPr>
        <w:t>278</w:t>
      </w:r>
    </w:p>
    <w:p w:rsidR="00843DF1" w:rsidRDefault="00843DF1" w:rsidP="00AB3F16">
      <w:pPr>
        <w:pStyle w:val="libNormal"/>
        <w:rPr>
          <w:noProof/>
        </w:rPr>
      </w:pPr>
      <w:r w:rsidRPr="00CA52B4">
        <w:rPr>
          <w:noProof/>
          <w:rtl/>
        </w:rPr>
        <w:t>شرحبيل بن الأبرد</w:t>
      </w:r>
    </w:p>
    <w:p w:rsidR="00843DF1" w:rsidRDefault="00843DF1" w:rsidP="00AB3F16">
      <w:pPr>
        <w:pStyle w:val="libNormal"/>
        <w:rPr>
          <w:noProof/>
        </w:rPr>
      </w:pPr>
      <w:r w:rsidRPr="00CA52B4">
        <w:rPr>
          <w:noProof/>
          <w:rtl/>
        </w:rPr>
        <w:t>شرحبيل بن امرئ القيس</w:t>
      </w:r>
    </w:p>
    <w:p w:rsidR="00843DF1" w:rsidRDefault="00843DF1" w:rsidP="00AB3F16">
      <w:pPr>
        <w:pStyle w:val="libNormal"/>
        <w:rPr>
          <w:noProof/>
        </w:rPr>
      </w:pPr>
      <w:r w:rsidRPr="00CA52B4">
        <w:rPr>
          <w:noProof/>
          <w:rtl/>
        </w:rPr>
        <w:t>شرحبيل بن طارق</w:t>
      </w:r>
    </w:p>
    <w:p w:rsidR="00843DF1" w:rsidRDefault="00843DF1" w:rsidP="00AB3F16">
      <w:pPr>
        <w:pStyle w:val="libNormal"/>
        <w:rPr>
          <w:noProof/>
        </w:rPr>
      </w:pPr>
      <w:r w:rsidRPr="00CA52B4">
        <w:rPr>
          <w:noProof/>
          <w:rtl/>
        </w:rPr>
        <w:t>شرحبيل بن منصور</w:t>
      </w:r>
    </w:p>
    <w:p w:rsidR="00843DF1" w:rsidRDefault="00843DF1" w:rsidP="00AB3F16">
      <w:pPr>
        <w:pStyle w:val="libNormal"/>
        <w:rPr>
          <w:noProof/>
        </w:rPr>
      </w:pPr>
      <w:r w:rsidRPr="00CA52B4">
        <w:rPr>
          <w:noProof/>
          <w:rtl/>
        </w:rPr>
        <w:t>شريح بن العطاء الحنظلي</w:t>
      </w:r>
    </w:p>
    <w:p w:rsidR="00843DF1" w:rsidRDefault="00843DF1" w:rsidP="00AB3F16">
      <w:pPr>
        <w:pStyle w:val="libNormal"/>
        <w:rPr>
          <w:noProof/>
        </w:rPr>
      </w:pPr>
      <w:r w:rsidRPr="00CA52B4">
        <w:rPr>
          <w:noProof/>
          <w:rtl/>
        </w:rPr>
        <w:t>شرحبيل بن مرة</w:t>
      </w:r>
    </w:p>
    <w:p w:rsidR="00843DF1" w:rsidRDefault="00843DF1" w:rsidP="00AB3F16">
      <w:pPr>
        <w:pStyle w:val="libNormal"/>
        <w:rPr>
          <w:noProof/>
        </w:rPr>
      </w:pPr>
      <w:r w:rsidRPr="00CA52B4">
        <w:rPr>
          <w:noProof/>
          <w:rtl/>
        </w:rPr>
        <w:t>شريح بن أوفى</w:t>
      </w:r>
      <w:r>
        <w:rPr>
          <w:noProof/>
          <w:rtl/>
        </w:rPr>
        <w:tab/>
      </w:r>
      <w:r w:rsidRPr="00CA52B4">
        <w:rPr>
          <w:noProof/>
          <w:rtl/>
        </w:rPr>
        <w:t>279</w:t>
      </w:r>
    </w:p>
    <w:p w:rsidR="00843DF1" w:rsidRDefault="00843DF1" w:rsidP="00AB3F16">
      <w:pPr>
        <w:pStyle w:val="libNormal"/>
        <w:rPr>
          <w:noProof/>
        </w:rPr>
      </w:pPr>
      <w:r w:rsidRPr="00CA52B4">
        <w:rPr>
          <w:noProof/>
          <w:rtl/>
        </w:rPr>
        <w:t>شريح القاضي ابن الحارث</w:t>
      </w:r>
    </w:p>
    <w:p w:rsidR="00843DF1" w:rsidRDefault="00843DF1" w:rsidP="00AB3F16">
      <w:pPr>
        <w:pStyle w:val="libNormal"/>
        <w:rPr>
          <w:noProof/>
        </w:rPr>
      </w:pPr>
      <w:r w:rsidRPr="00CA52B4">
        <w:rPr>
          <w:noProof/>
          <w:rtl/>
        </w:rPr>
        <w:t>شريح بن قدامة</w:t>
      </w:r>
      <w:r>
        <w:rPr>
          <w:noProof/>
          <w:rtl/>
        </w:rPr>
        <w:tab/>
      </w:r>
      <w:r w:rsidRPr="00CA52B4">
        <w:rPr>
          <w:noProof/>
          <w:rtl/>
        </w:rPr>
        <w:t>280</w:t>
      </w:r>
    </w:p>
    <w:p w:rsidR="00843DF1" w:rsidRDefault="00843DF1" w:rsidP="00AB3F16">
      <w:pPr>
        <w:pStyle w:val="libNormal"/>
        <w:rPr>
          <w:noProof/>
        </w:rPr>
      </w:pPr>
      <w:r w:rsidRPr="00CA52B4">
        <w:rPr>
          <w:noProof/>
          <w:rtl/>
        </w:rPr>
        <w:t>شريح بن النعمان</w:t>
      </w:r>
    </w:p>
    <w:p w:rsidR="00843DF1" w:rsidRDefault="00843DF1" w:rsidP="00AB3F16">
      <w:pPr>
        <w:pStyle w:val="libNormal"/>
        <w:rPr>
          <w:noProof/>
        </w:rPr>
      </w:pPr>
      <w:r w:rsidRPr="00CA52B4">
        <w:rPr>
          <w:noProof/>
          <w:rtl/>
        </w:rPr>
        <w:t>شريح بن هانئ</w:t>
      </w:r>
      <w:r>
        <w:rPr>
          <w:noProof/>
          <w:rtl/>
        </w:rPr>
        <w:tab/>
      </w:r>
      <w:r w:rsidRPr="00CA52B4">
        <w:rPr>
          <w:noProof/>
          <w:rtl/>
        </w:rPr>
        <w:t>281</w:t>
      </w:r>
    </w:p>
    <w:p w:rsidR="00843DF1" w:rsidRDefault="00843DF1" w:rsidP="00AB3F16">
      <w:pPr>
        <w:pStyle w:val="libNormal"/>
        <w:rPr>
          <w:noProof/>
        </w:rPr>
      </w:pPr>
      <w:r w:rsidRPr="00CA52B4">
        <w:rPr>
          <w:noProof/>
          <w:rtl/>
        </w:rPr>
        <w:t>شريك بن أرطاة</w:t>
      </w:r>
      <w:r>
        <w:rPr>
          <w:noProof/>
          <w:rtl/>
        </w:rPr>
        <w:tab/>
      </w:r>
      <w:r w:rsidRPr="00CA52B4">
        <w:rPr>
          <w:noProof/>
          <w:rtl/>
        </w:rPr>
        <w:t>282</w:t>
      </w:r>
    </w:p>
    <w:p w:rsidR="00843DF1" w:rsidRDefault="00843DF1" w:rsidP="00AB3F16">
      <w:pPr>
        <w:pStyle w:val="libNormal"/>
        <w:rPr>
          <w:noProof/>
        </w:rPr>
      </w:pPr>
      <w:r w:rsidRPr="00CA52B4">
        <w:rPr>
          <w:noProof/>
          <w:rtl/>
        </w:rPr>
        <w:t>شريك بن الحارث الأعور</w:t>
      </w:r>
    </w:p>
    <w:p w:rsidR="00843DF1" w:rsidRPr="00CA52B4" w:rsidRDefault="00843DF1" w:rsidP="00AB3F16">
      <w:pPr>
        <w:pStyle w:val="libNormal"/>
        <w:rPr>
          <w:noProof/>
          <w:rtl/>
        </w:rPr>
      </w:pPr>
      <w:r w:rsidRPr="00CA52B4">
        <w:rPr>
          <w:noProof/>
          <w:rtl/>
        </w:rPr>
        <w:t>شريك بن جدير</w:t>
      </w:r>
      <w:r>
        <w:rPr>
          <w:noProof/>
          <w:rtl/>
        </w:rPr>
        <w:tab/>
      </w:r>
      <w:r w:rsidRPr="00CA52B4">
        <w:rPr>
          <w:noProof/>
          <w:rtl/>
        </w:rPr>
        <w:t>283</w:t>
      </w:r>
    </w:p>
    <w:p w:rsidR="00843DF1" w:rsidRDefault="00843DF1" w:rsidP="00AB3F16">
      <w:pPr>
        <w:pStyle w:val="libNormal"/>
        <w:rPr>
          <w:noProof/>
        </w:rPr>
      </w:pPr>
      <w:r>
        <w:rPr>
          <w:noProof/>
          <w:rtl/>
        </w:rPr>
        <w:br w:type="page"/>
      </w:r>
      <w:r w:rsidRPr="00CA52B4">
        <w:rPr>
          <w:noProof/>
          <w:rtl/>
        </w:rPr>
        <w:lastRenderedPageBreak/>
        <w:t>شريك بن حنبل العبسي</w:t>
      </w:r>
      <w:r>
        <w:rPr>
          <w:noProof/>
          <w:rtl/>
        </w:rPr>
        <w:tab/>
      </w:r>
      <w:r w:rsidRPr="00CA52B4">
        <w:rPr>
          <w:noProof/>
          <w:rtl/>
        </w:rPr>
        <w:t>284</w:t>
      </w:r>
    </w:p>
    <w:p w:rsidR="00843DF1" w:rsidRDefault="00843DF1" w:rsidP="00AB3F16">
      <w:pPr>
        <w:pStyle w:val="libNormal"/>
        <w:rPr>
          <w:noProof/>
        </w:rPr>
      </w:pPr>
      <w:r w:rsidRPr="00CA52B4">
        <w:rPr>
          <w:noProof/>
          <w:rtl/>
        </w:rPr>
        <w:t>شريك بن شداد</w:t>
      </w:r>
    </w:p>
    <w:p w:rsidR="00843DF1" w:rsidRDefault="00843DF1" w:rsidP="00AB3F16">
      <w:pPr>
        <w:pStyle w:val="libNormal"/>
        <w:rPr>
          <w:noProof/>
        </w:rPr>
      </w:pPr>
      <w:r w:rsidRPr="00CA52B4">
        <w:rPr>
          <w:noProof/>
          <w:rtl/>
        </w:rPr>
        <w:t>شريك بن نملة</w:t>
      </w:r>
      <w:r>
        <w:rPr>
          <w:noProof/>
          <w:rtl/>
        </w:rPr>
        <w:tab/>
      </w:r>
      <w:r w:rsidRPr="00CA52B4">
        <w:rPr>
          <w:noProof/>
          <w:rtl/>
        </w:rPr>
        <w:t>285</w:t>
      </w:r>
    </w:p>
    <w:p w:rsidR="00843DF1" w:rsidRDefault="00843DF1" w:rsidP="00AB3F16">
      <w:pPr>
        <w:pStyle w:val="libNormal"/>
        <w:rPr>
          <w:noProof/>
        </w:rPr>
      </w:pPr>
      <w:r w:rsidRPr="00CA52B4">
        <w:rPr>
          <w:noProof/>
          <w:rtl/>
        </w:rPr>
        <w:t>شعيب بن نعيم</w:t>
      </w:r>
    </w:p>
    <w:p w:rsidR="00843DF1" w:rsidRDefault="00843DF1" w:rsidP="00AB3F16">
      <w:pPr>
        <w:pStyle w:val="libNormal"/>
        <w:rPr>
          <w:noProof/>
        </w:rPr>
      </w:pPr>
      <w:r w:rsidRPr="00CA52B4">
        <w:rPr>
          <w:noProof/>
          <w:rtl/>
        </w:rPr>
        <w:t>شقيق بن ثور</w:t>
      </w:r>
      <w:r>
        <w:rPr>
          <w:noProof/>
          <w:rtl/>
        </w:rPr>
        <w:tab/>
      </w:r>
      <w:r w:rsidRPr="00CA52B4">
        <w:rPr>
          <w:noProof/>
          <w:rtl/>
        </w:rPr>
        <w:t>286</w:t>
      </w:r>
    </w:p>
    <w:p w:rsidR="00843DF1" w:rsidRDefault="00843DF1" w:rsidP="00AB3F16">
      <w:pPr>
        <w:pStyle w:val="libNormal"/>
        <w:rPr>
          <w:noProof/>
        </w:rPr>
      </w:pPr>
      <w:r w:rsidRPr="00CA52B4">
        <w:rPr>
          <w:noProof/>
          <w:rtl/>
        </w:rPr>
        <w:t>شقيق بن سلمة</w:t>
      </w:r>
    </w:p>
    <w:p w:rsidR="00843DF1" w:rsidRDefault="00843DF1" w:rsidP="00AB3F16">
      <w:pPr>
        <w:pStyle w:val="libNormal"/>
        <w:rPr>
          <w:noProof/>
        </w:rPr>
      </w:pPr>
      <w:r w:rsidRPr="00CA52B4">
        <w:rPr>
          <w:noProof/>
          <w:rtl/>
        </w:rPr>
        <w:t>شكل بن حميد العبسي</w:t>
      </w:r>
      <w:r>
        <w:rPr>
          <w:noProof/>
          <w:rtl/>
        </w:rPr>
        <w:tab/>
      </w:r>
      <w:r w:rsidRPr="00CA52B4">
        <w:rPr>
          <w:noProof/>
          <w:rtl/>
        </w:rPr>
        <w:t>287</w:t>
      </w:r>
    </w:p>
    <w:p w:rsidR="00843DF1" w:rsidRDefault="00843DF1" w:rsidP="00AB3F16">
      <w:pPr>
        <w:pStyle w:val="libNormal"/>
        <w:rPr>
          <w:noProof/>
        </w:rPr>
      </w:pPr>
      <w:r w:rsidRPr="00CA52B4">
        <w:rPr>
          <w:noProof/>
          <w:rtl/>
        </w:rPr>
        <w:t>شمر بن أبرهة بن الصباح</w:t>
      </w:r>
    </w:p>
    <w:p w:rsidR="00843DF1" w:rsidRDefault="00843DF1" w:rsidP="00AB3F16">
      <w:pPr>
        <w:pStyle w:val="libNormal"/>
        <w:rPr>
          <w:noProof/>
        </w:rPr>
      </w:pPr>
      <w:r w:rsidRPr="00CA52B4">
        <w:rPr>
          <w:noProof/>
          <w:rtl/>
        </w:rPr>
        <w:t>شمر بن شرحبيل</w:t>
      </w:r>
      <w:r>
        <w:rPr>
          <w:noProof/>
          <w:rtl/>
        </w:rPr>
        <w:tab/>
      </w:r>
      <w:r w:rsidRPr="00CA52B4">
        <w:rPr>
          <w:noProof/>
          <w:rtl/>
        </w:rPr>
        <w:t>288</w:t>
      </w:r>
    </w:p>
    <w:p w:rsidR="00843DF1" w:rsidRDefault="00843DF1" w:rsidP="00AB3F16">
      <w:pPr>
        <w:pStyle w:val="libNormal"/>
        <w:rPr>
          <w:noProof/>
        </w:rPr>
      </w:pPr>
      <w:r w:rsidRPr="00CA52B4">
        <w:rPr>
          <w:noProof/>
          <w:rtl/>
        </w:rPr>
        <w:t>شهر بن عبد الله</w:t>
      </w:r>
      <w:r>
        <w:rPr>
          <w:noProof/>
          <w:rtl/>
        </w:rPr>
        <w:tab/>
      </w:r>
      <w:r w:rsidRPr="00CA52B4">
        <w:rPr>
          <w:noProof/>
          <w:rtl/>
        </w:rPr>
        <w:t>289</w:t>
      </w:r>
    </w:p>
    <w:p w:rsidR="00843DF1" w:rsidRDefault="00843DF1" w:rsidP="00AB3F16">
      <w:pPr>
        <w:pStyle w:val="libNormal"/>
        <w:rPr>
          <w:noProof/>
        </w:rPr>
      </w:pPr>
      <w:r w:rsidRPr="00CA52B4">
        <w:rPr>
          <w:noProof/>
          <w:rtl/>
        </w:rPr>
        <w:t>شيبان بن ذبيم</w:t>
      </w:r>
      <w:r>
        <w:rPr>
          <w:noProof/>
          <w:rtl/>
        </w:rPr>
        <w:tab/>
      </w:r>
      <w:r w:rsidRPr="00CA52B4">
        <w:rPr>
          <w:noProof/>
          <w:rtl/>
        </w:rPr>
        <w:t>290</w:t>
      </w:r>
    </w:p>
    <w:p w:rsidR="00843DF1" w:rsidRDefault="00843DF1" w:rsidP="00AB3F16">
      <w:pPr>
        <w:pStyle w:val="libNormal"/>
        <w:rPr>
          <w:noProof/>
        </w:rPr>
      </w:pPr>
      <w:r w:rsidRPr="00CA52B4">
        <w:rPr>
          <w:noProof/>
          <w:rtl/>
        </w:rPr>
        <w:t>شيبان بن مخزم</w:t>
      </w:r>
    </w:p>
    <w:p w:rsidR="00843DF1" w:rsidRPr="00CA52B4" w:rsidRDefault="00843DF1" w:rsidP="00AB3F16">
      <w:pPr>
        <w:pStyle w:val="libNormal"/>
        <w:rPr>
          <w:noProof/>
          <w:rtl/>
        </w:rPr>
      </w:pPr>
      <w:r w:rsidRPr="00CA52B4">
        <w:rPr>
          <w:noProof/>
          <w:rtl/>
        </w:rPr>
        <w:t>شيخة بن عبد الله</w:t>
      </w:r>
    </w:p>
    <w:p w:rsidR="00843DF1" w:rsidRDefault="00843DF1" w:rsidP="00AB3F16">
      <w:pPr>
        <w:pStyle w:val="libNormal"/>
        <w:rPr>
          <w:noProof/>
        </w:rPr>
      </w:pPr>
      <w:r w:rsidRPr="00CA52B4">
        <w:rPr>
          <w:noProof/>
          <w:rtl/>
        </w:rPr>
        <w:t>صادق بن الأشعث</w:t>
      </w:r>
      <w:r>
        <w:rPr>
          <w:noProof/>
          <w:rtl/>
        </w:rPr>
        <w:tab/>
      </w:r>
      <w:r w:rsidRPr="00CA52B4">
        <w:rPr>
          <w:noProof/>
          <w:rtl/>
        </w:rPr>
        <w:t>291</w:t>
      </w:r>
    </w:p>
    <w:p w:rsidR="00843DF1" w:rsidRDefault="00843DF1" w:rsidP="00AB3F16">
      <w:pPr>
        <w:pStyle w:val="libNormal"/>
        <w:rPr>
          <w:noProof/>
        </w:rPr>
      </w:pPr>
      <w:r w:rsidRPr="00CA52B4">
        <w:rPr>
          <w:noProof/>
          <w:rtl/>
        </w:rPr>
        <w:t>صبرة بن شيمان</w:t>
      </w:r>
    </w:p>
    <w:p w:rsidR="00843DF1" w:rsidRDefault="00843DF1" w:rsidP="00AB3F16">
      <w:pPr>
        <w:pStyle w:val="libNormal"/>
        <w:rPr>
          <w:noProof/>
        </w:rPr>
      </w:pPr>
      <w:r w:rsidRPr="00CA52B4">
        <w:rPr>
          <w:noProof/>
          <w:rtl/>
        </w:rPr>
        <w:t>صالح بن شعيب</w:t>
      </w:r>
      <w:r>
        <w:rPr>
          <w:noProof/>
          <w:rtl/>
        </w:rPr>
        <w:tab/>
      </w:r>
      <w:r w:rsidRPr="00CA52B4">
        <w:rPr>
          <w:noProof/>
          <w:rtl/>
        </w:rPr>
        <w:t>292</w:t>
      </w:r>
    </w:p>
    <w:p w:rsidR="00843DF1" w:rsidRDefault="00843DF1" w:rsidP="00AB3F16">
      <w:pPr>
        <w:pStyle w:val="libNormal"/>
        <w:rPr>
          <w:noProof/>
        </w:rPr>
      </w:pPr>
      <w:r w:rsidRPr="00CA52B4">
        <w:rPr>
          <w:noProof/>
          <w:rtl/>
        </w:rPr>
        <w:t>صالح بن المغيرة</w:t>
      </w:r>
    </w:p>
    <w:p w:rsidR="00843DF1" w:rsidRDefault="00843DF1" w:rsidP="00AB3F16">
      <w:pPr>
        <w:pStyle w:val="libNormal"/>
        <w:rPr>
          <w:noProof/>
        </w:rPr>
      </w:pPr>
      <w:r w:rsidRPr="00CA52B4">
        <w:rPr>
          <w:noProof/>
          <w:rtl/>
        </w:rPr>
        <w:t>الصامت بن قنسلي</w:t>
      </w:r>
    </w:p>
    <w:p w:rsidR="00843DF1" w:rsidRDefault="00843DF1" w:rsidP="00AB3F16">
      <w:pPr>
        <w:pStyle w:val="libNormal"/>
        <w:rPr>
          <w:noProof/>
        </w:rPr>
      </w:pPr>
      <w:r w:rsidRPr="00CA52B4">
        <w:rPr>
          <w:noProof/>
          <w:rtl/>
        </w:rPr>
        <w:t>صدقة بن موسى</w:t>
      </w:r>
    </w:p>
    <w:p w:rsidR="00843DF1" w:rsidRDefault="00843DF1" w:rsidP="00AB3F16">
      <w:pPr>
        <w:pStyle w:val="libNormal"/>
        <w:rPr>
          <w:noProof/>
        </w:rPr>
      </w:pPr>
      <w:r w:rsidRPr="00CA52B4">
        <w:rPr>
          <w:noProof/>
          <w:rtl/>
        </w:rPr>
        <w:t>صدى بن عجلان</w:t>
      </w:r>
    </w:p>
    <w:p w:rsidR="00843DF1" w:rsidRDefault="00843DF1" w:rsidP="00AB3F16">
      <w:pPr>
        <w:pStyle w:val="libNormal"/>
        <w:rPr>
          <w:noProof/>
        </w:rPr>
      </w:pPr>
      <w:r w:rsidRPr="00CA52B4">
        <w:rPr>
          <w:noProof/>
          <w:rtl/>
        </w:rPr>
        <w:t>صعصعة بن صوحان</w:t>
      </w:r>
      <w:r>
        <w:rPr>
          <w:noProof/>
          <w:rtl/>
        </w:rPr>
        <w:tab/>
      </w:r>
      <w:r w:rsidRPr="00CA52B4">
        <w:rPr>
          <w:noProof/>
          <w:rtl/>
        </w:rPr>
        <w:t>293</w:t>
      </w:r>
    </w:p>
    <w:p w:rsidR="00843DF1" w:rsidRDefault="00843DF1" w:rsidP="00AB3F16">
      <w:pPr>
        <w:pStyle w:val="libNormal"/>
        <w:rPr>
          <w:noProof/>
        </w:rPr>
      </w:pPr>
      <w:r w:rsidRPr="00CA52B4">
        <w:rPr>
          <w:noProof/>
          <w:rtl/>
        </w:rPr>
        <w:t>الصفر بن عمرو بن محصن</w:t>
      </w:r>
      <w:r>
        <w:rPr>
          <w:noProof/>
          <w:rtl/>
        </w:rPr>
        <w:tab/>
      </w:r>
      <w:r w:rsidRPr="00CA52B4">
        <w:rPr>
          <w:noProof/>
          <w:rtl/>
        </w:rPr>
        <w:t>294</w:t>
      </w:r>
    </w:p>
    <w:p w:rsidR="00843DF1" w:rsidRDefault="00843DF1" w:rsidP="00AB3F16">
      <w:pPr>
        <w:pStyle w:val="libNormal"/>
        <w:rPr>
          <w:noProof/>
        </w:rPr>
      </w:pPr>
      <w:r w:rsidRPr="00CA52B4">
        <w:rPr>
          <w:noProof/>
          <w:rtl/>
        </w:rPr>
        <w:t>صفوان بن حسيل بن جابر</w:t>
      </w:r>
      <w:r>
        <w:rPr>
          <w:noProof/>
          <w:rtl/>
        </w:rPr>
        <w:tab/>
      </w:r>
      <w:r w:rsidRPr="00CA52B4">
        <w:rPr>
          <w:noProof/>
          <w:rtl/>
        </w:rPr>
        <w:t>295</w:t>
      </w:r>
    </w:p>
    <w:p w:rsidR="00843DF1" w:rsidRDefault="00843DF1" w:rsidP="00AB3F16">
      <w:pPr>
        <w:pStyle w:val="libNormal"/>
        <w:rPr>
          <w:noProof/>
        </w:rPr>
      </w:pPr>
      <w:r w:rsidRPr="00CA52B4">
        <w:rPr>
          <w:noProof/>
          <w:rtl/>
        </w:rPr>
        <w:t>صفوان بن عبد الله</w:t>
      </w:r>
    </w:p>
    <w:p w:rsidR="00843DF1" w:rsidRDefault="00843DF1" w:rsidP="00AB3F16">
      <w:pPr>
        <w:pStyle w:val="libNormal"/>
        <w:rPr>
          <w:noProof/>
        </w:rPr>
      </w:pPr>
      <w:r w:rsidRPr="00CA52B4">
        <w:rPr>
          <w:noProof/>
          <w:rtl/>
        </w:rPr>
        <w:t>صلت بن الحرقي</w:t>
      </w:r>
    </w:p>
    <w:p w:rsidR="00843DF1" w:rsidRDefault="00843DF1" w:rsidP="00AB3F16">
      <w:pPr>
        <w:pStyle w:val="libNormal"/>
        <w:rPr>
          <w:noProof/>
        </w:rPr>
      </w:pPr>
      <w:r w:rsidRPr="00CA52B4">
        <w:rPr>
          <w:noProof/>
          <w:rtl/>
        </w:rPr>
        <w:t>صلت بن عمر</w:t>
      </w:r>
      <w:r>
        <w:rPr>
          <w:noProof/>
          <w:rtl/>
        </w:rPr>
        <w:tab/>
      </w:r>
      <w:r w:rsidRPr="00CA52B4">
        <w:rPr>
          <w:noProof/>
          <w:rtl/>
        </w:rPr>
        <w:t>296</w:t>
      </w:r>
    </w:p>
    <w:p w:rsidR="00843DF1" w:rsidRDefault="00843DF1" w:rsidP="00AB3F16">
      <w:pPr>
        <w:pStyle w:val="libNormal"/>
        <w:rPr>
          <w:noProof/>
        </w:rPr>
      </w:pPr>
      <w:r w:rsidRPr="00CA52B4">
        <w:rPr>
          <w:noProof/>
          <w:rtl/>
        </w:rPr>
        <w:t>صلة بن زفر العبسي</w:t>
      </w:r>
    </w:p>
    <w:p w:rsidR="00843DF1" w:rsidRPr="00CA52B4" w:rsidRDefault="00843DF1" w:rsidP="00AB3F16">
      <w:pPr>
        <w:pStyle w:val="libNormal"/>
        <w:rPr>
          <w:noProof/>
          <w:rtl/>
        </w:rPr>
      </w:pPr>
      <w:r w:rsidRPr="00CA52B4">
        <w:rPr>
          <w:noProof/>
          <w:rtl/>
        </w:rPr>
        <w:t>صلهب بن قرة</w:t>
      </w:r>
    </w:p>
    <w:p w:rsidR="00843DF1" w:rsidRDefault="00843DF1" w:rsidP="00AB3F16">
      <w:pPr>
        <w:pStyle w:val="libNormal"/>
        <w:rPr>
          <w:noProof/>
        </w:rPr>
      </w:pPr>
      <w:r>
        <w:rPr>
          <w:noProof/>
          <w:rtl/>
        </w:rPr>
        <w:br w:type="page"/>
      </w:r>
      <w:r w:rsidRPr="00CA52B4">
        <w:rPr>
          <w:noProof/>
          <w:rtl/>
        </w:rPr>
        <w:lastRenderedPageBreak/>
        <w:t>صهيب البكري</w:t>
      </w:r>
    </w:p>
    <w:p w:rsidR="00843DF1" w:rsidRDefault="00843DF1" w:rsidP="00AB3F16">
      <w:pPr>
        <w:pStyle w:val="libNormal"/>
        <w:rPr>
          <w:noProof/>
        </w:rPr>
      </w:pPr>
      <w:r w:rsidRPr="00CA52B4">
        <w:rPr>
          <w:noProof/>
          <w:rtl/>
        </w:rPr>
        <w:t>صهيب بن سنان</w:t>
      </w:r>
      <w:r>
        <w:rPr>
          <w:noProof/>
          <w:rtl/>
        </w:rPr>
        <w:tab/>
      </w:r>
      <w:r w:rsidRPr="00CA52B4">
        <w:rPr>
          <w:noProof/>
          <w:rtl/>
        </w:rPr>
        <w:t>297</w:t>
      </w:r>
    </w:p>
    <w:p w:rsidR="00843DF1" w:rsidRPr="00CA52B4" w:rsidRDefault="00843DF1" w:rsidP="00AB3F16">
      <w:pPr>
        <w:pStyle w:val="libNormal"/>
        <w:rPr>
          <w:noProof/>
          <w:rtl/>
        </w:rPr>
      </w:pPr>
      <w:r w:rsidRPr="00CA52B4">
        <w:rPr>
          <w:noProof/>
          <w:rtl/>
        </w:rPr>
        <w:t>صيفي بن نشيد</w:t>
      </w:r>
      <w:r>
        <w:rPr>
          <w:noProof/>
          <w:rtl/>
        </w:rPr>
        <w:tab/>
      </w:r>
      <w:r w:rsidRPr="00CA52B4">
        <w:rPr>
          <w:noProof/>
          <w:rtl/>
        </w:rPr>
        <w:t>298</w:t>
      </w:r>
    </w:p>
    <w:p w:rsidR="00843DF1" w:rsidRDefault="00843DF1" w:rsidP="00AB3F16">
      <w:pPr>
        <w:pStyle w:val="libNormal"/>
        <w:rPr>
          <w:noProof/>
        </w:rPr>
      </w:pPr>
      <w:r w:rsidRPr="00CA52B4">
        <w:rPr>
          <w:noProof/>
          <w:rtl/>
        </w:rPr>
        <w:t>الضحاك بن علي</w:t>
      </w:r>
      <w:r>
        <w:rPr>
          <w:noProof/>
          <w:rtl/>
        </w:rPr>
        <w:tab/>
      </w:r>
      <w:r w:rsidRPr="00CA52B4">
        <w:rPr>
          <w:noProof/>
          <w:rtl/>
        </w:rPr>
        <w:t>299</w:t>
      </w:r>
    </w:p>
    <w:p w:rsidR="00843DF1" w:rsidRDefault="00843DF1" w:rsidP="00AB3F16">
      <w:pPr>
        <w:pStyle w:val="libNormal"/>
        <w:rPr>
          <w:noProof/>
        </w:rPr>
      </w:pPr>
      <w:r w:rsidRPr="00CA52B4">
        <w:rPr>
          <w:noProof/>
          <w:rtl/>
        </w:rPr>
        <w:t>الضحاك بن قيس</w:t>
      </w:r>
    </w:p>
    <w:p w:rsidR="00843DF1" w:rsidRDefault="00843DF1" w:rsidP="00AB3F16">
      <w:pPr>
        <w:pStyle w:val="libNormal"/>
        <w:rPr>
          <w:noProof/>
        </w:rPr>
      </w:pPr>
      <w:r w:rsidRPr="00CA52B4">
        <w:rPr>
          <w:noProof/>
          <w:rtl/>
        </w:rPr>
        <w:t>ضرار بن الصامت</w:t>
      </w:r>
    </w:p>
    <w:p w:rsidR="00843DF1" w:rsidRDefault="00843DF1" w:rsidP="00AB3F16">
      <w:pPr>
        <w:pStyle w:val="libNormal"/>
        <w:rPr>
          <w:noProof/>
        </w:rPr>
      </w:pPr>
      <w:r w:rsidRPr="00CA52B4">
        <w:rPr>
          <w:noProof/>
          <w:rtl/>
        </w:rPr>
        <w:t>ضرار بن ضمرة</w:t>
      </w:r>
    </w:p>
    <w:p w:rsidR="00843DF1" w:rsidRPr="00CA52B4" w:rsidRDefault="00843DF1" w:rsidP="00AB3F16">
      <w:pPr>
        <w:pStyle w:val="libNormal"/>
        <w:rPr>
          <w:noProof/>
          <w:rtl/>
        </w:rPr>
      </w:pPr>
      <w:r w:rsidRPr="00CA52B4">
        <w:rPr>
          <w:noProof/>
          <w:rtl/>
        </w:rPr>
        <w:t>ضمرة بن</w:t>
      </w:r>
      <w:r>
        <w:rPr>
          <w:noProof/>
          <w:rtl/>
        </w:rPr>
        <w:tab/>
      </w:r>
      <w:r w:rsidRPr="00CA52B4">
        <w:rPr>
          <w:noProof/>
          <w:rtl/>
        </w:rPr>
        <w:t>300</w:t>
      </w:r>
    </w:p>
    <w:p w:rsidR="00843DF1" w:rsidRDefault="00843DF1" w:rsidP="00AB3F16">
      <w:pPr>
        <w:pStyle w:val="libNormal"/>
        <w:rPr>
          <w:noProof/>
        </w:rPr>
      </w:pPr>
      <w:r w:rsidRPr="00CA52B4">
        <w:rPr>
          <w:noProof/>
          <w:rtl/>
        </w:rPr>
        <w:t>طارق بن أشيم الكوفي</w:t>
      </w:r>
      <w:r>
        <w:rPr>
          <w:noProof/>
          <w:rtl/>
        </w:rPr>
        <w:tab/>
      </w:r>
      <w:r w:rsidRPr="00CA52B4">
        <w:rPr>
          <w:noProof/>
          <w:rtl/>
        </w:rPr>
        <w:t>301</w:t>
      </w:r>
    </w:p>
    <w:p w:rsidR="00843DF1" w:rsidRDefault="00843DF1" w:rsidP="00AB3F16">
      <w:pPr>
        <w:pStyle w:val="libNormal"/>
        <w:rPr>
          <w:noProof/>
        </w:rPr>
      </w:pPr>
      <w:r w:rsidRPr="00CA52B4">
        <w:rPr>
          <w:noProof/>
          <w:rtl/>
        </w:rPr>
        <w:t>طارق بن زياد</w:t>
      </w:r>
    </w:p>
    <w:p w:rsidR="00843DF1" w:rsidRDefault="00843DF1" w:rsidP="00AB3F16">
      <w:pPr>
        <w:pStyle w:val="libNormal"/>
        <w:rPr>
          <w:noProof/>
        </w:rPr>
      </w:pPr>
      <w:r w:rsidRPr="00CA52B4">
        <w:rPr>
          <w:noProof/>
          <w:rtl/>
        </w:rPr>
        <w:t>طارق بن قرة</w:t>
      </w:r>
    </w:p>
    <w:p w:rsidR="00843DF1" w:rsidRDefault="00843DF1" w:rsidP="00AB3F16">
      <w:pPr>
        <w:pStyle w:val="libNormal"/>
        <w:rPr>
          <w:noProof/>
        </w:rPr>
      </w:pPr>
      <w:r w:rsidRPr="00CA52B4">
        <w:rPr>
          <w:noProof/>
          <w:rtl/>
        </w:rPr>
        <w:t>طارق بن شهاب</w:t>
      </w:r>
    </w:p>
    <w:p w:rsidR="00843DF1" w:rsidRDefault="00843DF1" w:rsidP="00AB3F16">
      <w:pPr>
        <w:pStyle w:val="libNormal"/>
        <w:rPr>
          <w:noProof/>
        </w:rPr>
      </w:pPr>
      <w:r w:rsidRPr="00CA52B4">
        <w:rPr>
          <w:noProof/>
          <w:rtl/>
        </w:rPr>
        <w:t>طرفة</w:t>
      </w:r>
      <w:r>
        <w:rPr>
          <w:noProof/>
          <w:rtl/>
        </w:rPr>
        <w:tab/>
      </w:r>
      <w:r w:rsidRPr="00CA52B4">
        <w:rPr>
          <w:noProof/>
          <w:rtl/>
        </w:rPr>
        <w:t>302</w:t>
      </w:r>
    </w:p>
    <w:p w:rsidR="00843DF1" w:rsidRDefault="00843DF1" w:rsidP="00AB3F16">
      <w:pPr>
        <w:pStyle w:val="libNormal"/>
        <w:rPr>
          <w:noProof/>
        </w:rPr>
      </w:pPr>
      <w:r w:rsidRPr="00CA52B4">
        <w:rPr>
          <w:noProof/>
          <w:rtl/>
        </w:rPr>
        <w:t>طراف</w:t>
      </w:r>
    </w:p>
    <w:p w:rsidR="00843DF1" w:rsidRDefault="00843DF1" w:rsidP="00AB3F16">
      <w:pPr>
        <w:pStyle w:val="libNormal"/>
        <w:rPr>
          <w:noProof/>
        </w:rPr>
      </w:pPr>
      <w:r w:rsidRPr="00CA52B4">
        <w:rPr>
          <w:noProof/>
          <w:rtl/>
        </w:rPr>
        <w:t>طريف أولاد عدي بن حاتم</w:t>
      </w:r>
    </w:p>
    <w:p w:rsidR="00843DF1" w:rsidRDefault="00843DF1" w:rsidP="00AB3F16">
      <w:pPr>
        <w:pStyle w:val="libNormal"/>
        <w:rPr>
          <w:noProof/>
        </w:rPr>
      </w:pPr>
      <w:r w:rsidRPr="00CA52B4">
        <w:rPr>
          <w:noProof/>
          <w:rtl/>
        </w:rPr>
        <w:t>طرفة المسلي</w:t>
      </w:r>
    </w:p>
    <w:p w:rsidR="00843DF1" w:rsidRDefault="00843DF1" w:rsidP="00AB3F16">
      <w:pPr>
        <w:pStyle w:val="libNormal"/>
        <w:rPr>
          <w:noProof/>
        </w:rPr>
      </w:pPr>
      <w:r w:rsidRPr="00CA52B4">
        <w:rPr>
          <w:noProof/>
          <w:rtl/>
        </w:rPr>
        <w:t>طالب بن كلثوم</w:t>
      </w:r>
      <w:r>
        <w:rPr>
          <w:noProof/>
          <w:rtl/>
        </w:rPr>
        <w:tab/>
      </w:r>
      <w:r w:rsidRPr="00CA52B4">
        <w:rPr>
          <w:noProof/>
          <w:rtl/>
        </w:rPr>
        <w:t>303</w:t>
      </w:r>
    </w:p>
    <w:p w:rsidR="00843DF1" w:rsidRDefault="00843DF1" w:rsidP="00AB3F16">
      <w:pPr>
        <w:pStyle w:val="libNormal"/>
        <w:rPr>
          <w:noProof/>
        </w:rPr>
      </w:pPr>
      <w:r w:rsidRPr="00CA52B4">
        <w:rPr>
          <w:noProof/>
          <w:rtl/>
        </w:rPr>
        <w:t>طرماح بن عدي</w:t>
      </w:r>
    </w:p>
    <w:p w:rsidR="00843DF1" w:rsidRDefault="00843DF1" w:rsidP="00AB3F16">
      <w:pPr>
        <w:pStyle w:val="libNormal"/>
        <w:rPr>
          <w:noProof/>
        </w:rPr>
      </w:pPr>
      <w:r w:rsidRPr="00CA52B4">
        <w:rPr>
          <w:noProof/>
          <w:rtl/>
        </w:rPr>
        <w:t>طريف أبو موسى</w:t>
      </w:r>
      <w:r>
        <w:rPr>
          <w:noProof/>
          <w:rtl/>
        </w:rPr>
        <w:tab/>
      </w:r>
      <w:r w:rsidRPr="00CA52B4">
        <w:rPr>
          <w:noProof/>
          <w:rtl/>
        </w:rPr>
        <w:t>304</w:t>
      </w:r>
    </w:p>
    <w:p w:rsidR="00843DF1" w:rsidRDefault="00843DF1" w:rsidP="00AB3F16">
      <w:pPr>
        <w:pStyle w:val="libNormal"/>
        <w:rPr>
          <w:noProof/>
        </w:rPr>
      </w:pPr>
      <w:r w:rsidRPr="00CA52B4">
        <w:rPr>
          <w:noProof/>
          <w:rtl/>
        </w:rPr>
        <w:t>الطفيل أبو صريمة</w:t>
      </w:r>
    </w:p>
    <w:p w:rsidR="00843DF1" w:rsidRDefault="00843DF1" w:rsidP="00AB3F16">
      <w:pPr>
        <w:pStyle w:val="libNormal"/>
        <w:rPr>
          <w:noProof/>
        </w:rPr>
      </w:pPr>
      <w:r w:rsidRPr="00CA52B4">
        <w:rPr>
          <w:noProof/>
          <w:rtl/>
        </w:rPr>
        <w:t>الطفيل بن الحارث</w:t>
      </w:r>
      <w:r>
        <w:rPr>
          <w:noProof/>
          <w:rtl/>
        </w:rPr>
        <w:tab/>
      </w:r>
      <w:r w:rsidRPr="00CA52B4">
        <w:rPr>
          <w:noProof/>
          <w:rtl/>
        </w:rPr>
        <w:t>305</w:t>
      </w:r>
    </w:p>
    <w:p w:rsidR="00843DF1" w:rsidRPr="00CA52B4" w:rsidRDefault="00843DF1" w:rsidP="00AB3F16">
      <w:pPr>
        <w:pStyle w:val="libNormal"/>
        <w:rPr>
          <w:noProof/>
          <w:rtl/>
        </w:rPr>
      </w:pPr>
      <w:r w:rsidRPr="00CA52B4">
        <w:rPr>
          <w:noProof/>
          <w:rtl/>
        </w:rPr>
        <w:t>طلبة بن قيس بن عاصم</w:t>
      </w:r>
    </w:p>
    <w:p w:rsidR="00843DF1" w:rsidRDefault="00843DF1" w:rsidP="00AB3F16">
      <w:pPr>
        <w:pStyle w:val="libNormal"/>
        <w:rPr>
          <w:noProof/>
        </w:rPr>
      </w:pPr>
      <w:r w:rsidRPr="00CA52B4">
        <w:rPr>
          <w:noProof/>
          <w:rtl/>
        </w:rPr>
        <w:t>ظالم بن سراق</w:t>
      </w:r>
      <w:r>
        <w:rPr>
          <w:noProof/>
          <w:rtl/>
        </w:rPr>
        <w:tab/>
      </w:r>
      <w:r w:rsidRPr="00CA52B4">
        <w:rPr>
          <w:noProof/>
          <w:rtl/>
        </w:rPr>
        <w:t>306</w:t>
      </w:r>
    </w:p>
    <w:p w:rsidR="00843DF1" w:rsidRDefault="00843DF1" w:rsidP="00AB3F16">
      <w:pPr>
        <w:pStyle w:val="libNormal"/>
        <w:rPr>
          <w:noProof/>
        </w:rPr>
      </w:pPr>
      <w:r w:rsidRPr="00CA52B4">
        <w:rPr>
          <w:noProof/>
          <w:rtl/>
        </w:rPr>
        <w:t>ظالم بن عمرو ، أبو الأسود</w:t>
      </w:r>
    </w:p>
    <w:p w:rsidR="00843DF1" w:rsidRPr="00CA52B4" w:rsidRDefault="00843DF1" w:rsidP="00AB3F16">
      <w:pPr>
        <w:pStyle w:val="libNormal"/>
        <w:rPr>
          <w:noProof/>
          <w:rtl/>
        </w:rPr>
      </w:pPr>
      <w:r w:rsidRPr="00CA52B4">
        <w:rPr>
          <w:noProof/>
          <w:rtl/>
        </w:rPr>
        <w:t>ظبيان بن عمارة</w:t>
      </w:r>
      <w:r>
        <w:rPr>
          <w:noProof/>
          <w:rtl/>
        </w:rPr>
        <w:tab/>
      </w:r>
      <w:r w:rsidRPr="00CA52B4">
        <w:rPr>
          <w:noProof/>
          <w:rtl/>
        </w:rPr>
        <w:t>307</w:t>
      </w:r>
    </w:p>
    <w:p w:rsidR="00843DF1" w:rsidRDefault="00843DF1" w:rsidP="00AB3F16">
      <w:pPr>
        <w:pStyle w:val="libNormal"/>
        <w:rPr>
          <w:noProof/>
        </w:rPr>
      </w:pPr>
      <w:r w:rsidRPr="00CA52B4">
        <w:rPr>
          <w:noProof/>
          <w:rtl/>
        </w:rPr>
        <w:t>عابس بن ربيعة</w:t>
      </w:r>
      <w:r>
        <w:rPr>
          <w:noProof/>
          <w:rtl/>
        </w:rPr>
        <w:tab/>
      </w:r>
      <w:r w:rsidRPr="00CA52B4">
        <w:rPr>
          <w:noProof/>
          <w:rtl/>
        </w:rPr>
        <w:t>309</w:t>
      </w:r>
    </w:p>
    <w:p w:rsidR="00843DF1" w:rsidRDefault="00843DF1" w:rsidP="00AB3F16">
      <w:pPr>
        <w:pStyle w:val="libNormal"/>
        <w:rPr>
          <w:noProof/>
        </w:rPr>
      </w:pPr>
      <w:r w:rsidRPr="00CA52B4">
        <w:rPr>
          <w:noProof/>
          <w:rtl/>
        </w:rPr>
        <w:t>عاصم بن زياد بن أنس</w:t>
      </w:r>
    </w:p>
    <w:p w:rsidR="00843DF1" w:rsidRDefault="00843DF1" w:rsidP="00AB3F16">
      <w:pPr>
        <w:pStyle w:val="libNormal"/>
        <w:rPr>
          <w:noProof/>
        </w:rPr>
      </w:pPr>
      <w:r w:rsidRPr="00CA52B4">
        <w:rPr>
          <w:noProof/>
          <w:rtl/>
        </w:rPr>
        <w:t>عاصم بن شريب</w:t>
      </w:r>
      <w:r>
        <w:rPr>
          <w:noProof/>
          <w:rtl/>
        </w:rPr>
        <w:tab/>
      </w:r>
      <w:r w:rsidRPr="00CA52B4">
        <w:rPr>
          <w:noProof/>
          <w:rtl/>
        </w:rPr>
        <w:t>310</w:t>
      </w:r>
    </w:p>
    <w:p w:rsidR="00843DF1" w:rsidRDefault="00843DF1" w:rsidP="00AB3F16">
      <w:pPr>
        <w:pStyle w:val="libNormal"/>
        <w:rPr>
          <w:noProof/>
        </w:rPr>
      </w:pPr>
      <w:r w:rsidRPr="00CA52B4">
        <w:rPr>
          <w:noProof/>
          <w:rtl/>
        </w:rPr>
        <w:t>عاصم بن ضمرة</w:t>
      </w:r>
    </w:p>
    <w:p w:rsidR="00843DF1" w:rsidRDefault="00843DF1" w:rsidP="00AB3F16">
      <w:pPr>
        <w:pStyle w:val="libNormal"/>
        <w:rPr>
          <w:noProof/>
        </w:rPr>
      </w:pPr>
      <w:r w:rsidRPr="00CA52B4">
        <w:rPr>
          <w:noProof/>
          <w:rtl/>
        </w:rPr>
        <w:t>عاصم بن عمرو</w:t>
      </w:r>
      <w:r>
        <w:rPr>
          <w:noProof/>
          <w:rtl/>
        </w:rPr>
        <w:tab/>
      </w:r>
      <w:r w:rsidRPr="00CA52B4">
        <w:rPr>
          <w:noProof/>
          <w:rtl/>
        </w:rPr>
        <w:t>311</w:t>
      </w:r>
    </w:p>
    <w:p w:rsidR="00843DF1" w:rsidRDefault="00843DF1" w:rsidP="00AB3F16">
      <w:pPr>
        <w:pStyle w:val="libNormal"/>
        <w:rPr>
          <w:noProof/>
        </w:rPr>
      </w:pPr>
      <w:r w:rsidRPr="00CA52B4">
        <w:rPr>
          <w:noProof/>
          <w:rtl/>
        </w:rPr>
        <w:t>عاصم بن عمرو بن خالد</w:t>
      </w:r>
    </w:p>
    <w:p w:rsidR="00843DF1" w:rsidRDefault="00843DF1" w:rsidP="00AB3F16">
      <w:pPr>
        <w:pStyle w:val="libNormal"/>
        <w:rPr>
          <w:noProof/>
        </w:rPr>
      </w:pPr>
      <w:r w:rsidRPr="00CA52B4">
        <w:rPr>
          <w:noProof/>
          <w:rtl/>
        </w:rPr>
        <w:lastRenderedPageBreak/>
        <w:t>عامر بن الأصقع</w:t>
      </w:r>
    </w:p>
    <w:p w:rsidR="00843DF1" w:rsidRDefault="00843DF1" w:rsidP="00AB3F16">
      <w:pPr>
        <w:pStyle w:val="libNormal"/>
        <w:rPr>
          <w:noProof/>
        </w:rPr>
      </w:pPr>
      <w:r w:rsidRPr="00CA52B4">
        <w:rPr>
          <w:noProof/>
          <w:rtl/>
        </w:rPr>
        <w:t>عامر بن الأمين</w:t>
      </w:r>
      <w:r>
        <w:rPr>
          <w:noProof/>
          <w:rtl/>
        </w:rPr>
        <w:tab/>
      </w:r>
      <w:r w:rsidRPr="00CA52B4">
        <w:rPr>
          <w:noProof/>
          <w:rtl/>
        </w:rPr>
        <w:t>312</w:t>
      </w:r>
    </w:p>
    <w:p w:rsidR="00843DF1" w:rsidRDefault="00843DF1" w:rsidP="00AB3F16">
      <w:pPr>
        <w:pStyle w:val="libNormal"/>
        <w:rPr>
          <w:noProof/>
        </w:rPr>
      </w:pPr>
      <w:r w:rsidRPr="00CA52B4">
        <w:rPr>
          <w:noProof/>
          <w:rtl/>
        </w:rPr>
        <w:t>عامر بن حنظلة</w:t>
      </w:r>
    </w:p>
    <w:p w:rsidR="00843DF1" w:rsidRDefault="00843DF1" w:rsidP="00AB3F16">
      <w:pPr>
        <w:pStyle w:val="libNormal"/>
        <w:rPr>
          <w:noProof/>
        </w:rPr>
      </w:pPr>
      <w:r w:rsidRPr="00CA52B4">
        <w:rPr>
          <w:noProof/>
          <w:rtl/>
        </w:rPr>
        <w:t>عامر بن ربيعة</w:t>
      </w:r>
    </w:p>
    <w:p w:rsidR="00843DF1" w:rsidRDefault="00843DF1" w:rsidP="00AB3F16">
      <w:pPr>
        <w:pStyle w:val="libNormal"/>
        <w:rPr>
          <w:noProof/>
        </w:rPr>
      </w:pPr>
      <w:r w:rsidRPr="00CA52B4">
        <w:rPr>
          <w:noProof/>
          <w:rtl/>
        </w:rPr>
        <w:t>عامر بن زيد</w:t>
      </w:r>
      <w:r>
        <w:rPr>
          <w:noProof/>
          <w:rtl/>
        </w:rPr>
        <w:tab/>
      </w:r>
      <w:r w:rsidRPr="00CA52B4">
        <w:rPr>
          <w:noProof/>
          <w:rtl/>
        </w:rPr>
        <w:t>313</w:t>
      </w:r>
    </w:p>
    <w:p w:rsidR="00843DF1" w:rsidRDefault="00843DF1" w:rsidP="00AB3F16">
      <w:pPr>
        <w:pStyle w:val="libNormal"/>
        <w:rPr>
          <w:noProof/>
        </w:rPr>
      </w:pPr>
      <w:r w:rsidRPr="00CA52B4">
        <w:rPr>
          <w:noProof/>
          <w:rtl/>
        </w:rPr>
        <w:t>عامر بن شراحيل</w:t>
      </w:r>
    </w:p>
    <w:p w:rsidR="00843DF1" w:rsidRDefault="00843DF1" w:rsidP="00AB3F16">
      <w:pPr>
        <w:pStyle w:val="libNormal"/>
        <w:rPr>
          <w:noProof/>
        </w:rPr>
      </w:pPr>
      <w:r w:rsidRPr="00CA52B4">
        <w:rPr>
          <w:noProof/>
          <w:rtl/>
        </w:rPr>
        <w:t>عامر بن صخرة</w:t>
      </w:r>
      <w:r>
        <w:rPr>
          <w:noProof/>
          <w:rtl/>
        </w:rPr>
        <w:tab/>
      </w:r>
      <w:r w:rsidRPr="00CA52B4">
        <w:rPr>
          <w:noProof/>
          <w:rtl/>
        </w:rPr>
        <w:t>314</w:t>
      </w:r>
    </w:p>
    <w:p w:rsidR="00843DF1" w:rsidRDefault="00843DF1" w:rsidP="00AB3F16">
      <w:pPr>
        <w:pStyle w:val="libNormal"/>
        <w:rPr>
          <w:noProof/>
        </w:rPr>
      </w:pPr>
      <w:r w:rsidRPr="00CA52B4">
        <w:rPr>
          <w:noProof/>
          <w:rtl/>
        </w:rPr>
        <w:t>عامر بن عبد الأسود</w:t>
      </w:r>
    </w:p>
    <w:p w:rsidR="00843DF1" w:rsidRDefault="00843DF1" w:rsidP="00AB3F16">
      <w:pPr>
        <w:pStyle w:val="libNormal"/>
        <w:rPr>
          <w:noProof/>
        </w:rPr>
      </w:pPr>
      <w:r w:rsidRPr="00CA52B4">
        <w:rPr>
          <w:noProof/>
          <w:rtl/>
        </w:rPr>
        <w:t>عامر بن عبد بن عمرو</w:t>
      </w:r>
    </w:p>
    <w:p w:rsidR="00843DF1" w:rsidRDefault="00843DF1" w:rsidP="00AB3F16">
      <w:pPr>
        <w:pStyle w:val="libNormal"/>
        <w:rPr>
          <w:noProof/>
        </w:rPr>
      </w:pPr>
      <w:r w:rsidRPr="00CA52B4">
        <w:rPr>
          <w:noProof/>
          <w:rtl/>
        </w:rPr>
        <w:t>عامر بن عبد قيس</w:t>
      </w:r>
      <w:r>
        <w:rPr>
          <w:noProof/>
          <w:rtl/>
        </w:rPr>
        <w:tab/>
      </w:r>
      <w:r w:rsidRPr="00CA52B4">
        <w:rPr>
          <w:noProof/>
          <w:rtl/>
        </w:rPr>
        <w:t>315</w:t>
      </w:r>
    </w:p>
    <w:p w:rsidR="00843DF1" w:rsidRDefault="00843DF1" w:rsidP="00AB3F16">
      <w:pPr>
        <w:pStyle w:val="libNormal"/>
        <w:rPr>
          <w:noProof/>
        </w:rPr>
      </w:pPr>
      <w:r w:rsidRPr="00CA52B4">
        <w:rPr>
          <w:noProof/>
          <w:rtl/>
        </w:rPr>
        <w:t>عامر بن عبيد</w:t>
      </w:r>
    </w:p>
    <w:p w:rsidR="00843DF1" w:rsidRDefault="00843DF1" w:rsidP="00AB3F16">
      <w:pPr>
        <w:pStyle w:val="libNormal"/>
        <w:rPr>
          <w:noProof/>
        </w:rPr>
      </w:pPr>
      <w:r w:rsidRPr="00CA52B4">
        <w:rPr>
          <w:noProof/>
          <w:rtl/>
        </w:rPr>
        <w:t>عامر بن مسعد بن سعد</w:t>
      </w:r>
    </w:p>
    <w:p w:rsidR="00843DF1" w:rsidRDefault="00843DF1" w:rsidP="00AB3F16">
      <w:pPr>
        <w:pStyle w:val="libNormal"/>
        <w:rPr>
          <w:noProof/>
        </w:rPr>
      </w:pPr>
      <w:r w:rsidRPr="00CA52B4">
        <w:rPr>
          <w:noProof/>
          <w:rtl/>
        </w:rPr>
        <w:t>عامر بن النباح</w:t>
      </w:r>
      <w:r>
        <w:rPr>
          <w:noProof/>
          <w:rtl/>
        </w:rPr>
        <w:tab/>
      </w:r>
      <w:r w:rsidRPr="00CA52B4">
        <w:rPr>
          <w:noProof/>
          <w:rtl/>
        </w:rPr>
        <w:t>316</w:t>
      </w:r>
    </w:p>
    <w:p w:rsidR="00843DF1" w:rsidRDefault="00843DF1" w:rsidP="00AB3F16">
      <w:pPr>
        <w:pStyle w:val="libNormal"/>
        <w:rPr>
          <w:noProof/>
        </w:rPr>
      </w:pPr>
      <w:r w:rsidRPr="00CA52B4">
        <w:rPr>
          <w:noProof/>
          <w:rtl/>
        </w:rPr>
        <w:t>عامر بن واثلة</w:t>
      </w:r>
    </w:p>
    <w:p w:rsidR="00843DF1" w:rsidRDefault="00843DF1" w:rsidP="00AB3F16">
      <w:pPr>
        <w:pStyle w:val="libNormal"/>
        <w:rPr>
          <w:noProof/>
        </w:rPr>
      </w:pPr>
      <w:r w:rsidRPr="00CA52B4">
        <w:rPr>
          <w:noProof/>
          <w:rtl/>
        </w:rPr>
        <w:t>عائذ بن بكر</w:t>
      </w:r>
      <w:r>
        <w:rPr>
          <w:noProof/>
          <w:rtl/>
        </w:rPr>
        <w:tab/>
      </w:r>
      <w:r w:rsidRPr="00CA52B4">
        <w:rPr>
          <w:noProof/>
          <w:rtl/>
        </w:rPr>
        <w:t>317</w:t>
      </w:r>
    </w:p>
    <w:p w:rsidR="00843DF1" w:rsidRDefault="00843DF1" w:rsidP="00AB3F16">
      <w:pPr>
        <w:pStyle w:val="libNormal"/>
        <w:rPr>
          <w:noProof/>
        </w:rPr>
      </w:pPr>
      <w:r w:rsidRPr="00CA52B4">
        <w:rPr>
          <w:noProof/>
          <w:rtl/>
        </w:rPr>
        <w:t>عائذ بن حملة</w:t>
      </w:r>
      <w:r>
        <w:rPr>
          <w:noProof/>
          <w:rtl/>
        </w:rPr>
        <w:tab/>
      </w:r>
      <w:r w:rsidRPr="00CA52B4">
        <w:rPr>
          <w:noProof/>
          <w:rtl/>
        </w:rPr>
        <w:t>318</w:t>
      </w:r>
    </w:p>
    <w:p w:rsidR="00843DF1" w:rsidRDefault="00843DF1" w:rsidP="00AB3F16">
      <w:pPr>
        <w:pStyle w:val="libNormal"/>
        <w:rPr>
          <w:noProof/>
        </w:rPr>
      </w:pPr>
      <w:r w:rsidRPr="00CA52B4">
        <w:rPr>
          <w:noProof/>
          <w:rtl/>
        </w:rPr>
        <w:t>عائذ بن سعيد</w:t>
      </w:r>
    </w:p>
    <w:p w:rsidR="00843DF1" w:rsidRDefault="00843DF1" w:rsidP="00AB3F16">
      <w:pPr>
        <w:pStyle w:val="libNormal"/>
        <w:rPr>
          <w:noProof/>
        </w:rPr>
      </w:pPr>
      <w:r w:rsidRPr="00CA52B4">
        <w:rPr>
          <w:noProof/>
          <w:rtl/>
        </w:rPr>
        <w:t>عائذ بن كريب</w:t>
      </w:r>
    </w:p>
    <w:p w:rsidR="00843DF1" w:rsidRDefault="00843DF1" w:rsidP="00AB3F16">
      <w:pPr>
        <w:pStyle w:val="libNormal"/>
        <w:rPr>
          <w:noProof/>
        </w:rPr>
      </w:pPr>
      <w:r w:rsidRPr="00CA52B4">
        <w:rPr>
          <w:noProof/>
          <w:rtl/>
        </w:rPr>
        <w:t>عائذ بن مسروق</w:t>
      </w:r>
      <w:r>
        <w:rPr>
          <w:noProof/>
          <w:rtl/>
        </w:rPr>
        <w:tab/>
      </w:r>
      <w:r w:rsidRPr="00CA52B4">
        <w:rPr>
          <w:noProof/>
          <w:rtl/>
        </w:rPr>
        <w:t>319</w:t>
      </w:r>
    </w:p>
    <w:p w:rsidR="00843DF1" w:rsidRDefault="00843DF1" w:rsidP="00AB3F16">
      <w:pPr>
        <w:pStyle w:val="libNormal"/>
        <w:rPr>
          <w:noProof/>
        </w:rPr>
      </w:pPr>
      <w:r w:rsidRPr="00CA52B4">
        <w:rPr>
          <w:noProof/>
          <w:rtl/>
        </w:rPr>
        <w:t>عائش بن أنس</w:t>
      </w:r>
    </w:p>
    <w:p w:rsidR="00843DF1" w:rsidRDefault="00843DF1" w:rsidP="00AB3F16">
      <w:pPr>
        <w:pStyle w:val="libNormal"/>
        <w:rPr>
          <w:noProof/>
        </w:rPr>
      </w:pPr>
      <w:r w:rsidRPr="00CA52B4">
        <w:rPr>
          <w:noProof/>
          <w:rtl/>
        </w:rPr>
        <w:t>عباد بن الربيع</w:t>
      </w:r>
    </w:p>
    <w:p w:rsidR="00843DF1" w:rsidRDefault="00843DF1" w:rsidP="00AB3F16">
      <w:pPr>
        <w:pStyle w:val="libNormal"/>
        <w:rPr>
          <w:noProof/>
        </w:rPr>
      </w:pPr>
      <w:r w:rsidRPr="00CA52B4">
        <w:rPr>
          <w:noProof/>
          <w:rtl/>
        </w:rPr>
        <w:t>عباد بن عبد الله الأسدي</w:t>
      </w:r>
      <w:r>
        <w:rPr>
          <w:noProof/>
          <w:rtl/>
        </w:rPr>
        <w:tab/>
      </w:r>
      <w:r w:rsidRPr="00CA52B4">
        <w:rPr>
          <w:noProof/>
          <w:rtl/>
        </w:rPr>
        <w:t>320</w:t>
      </w:r>
    </w:p>
    <w:p w:rsidR="00843DF1" w:rsidRPr="00CA52B4" w:rsidRDefault="00843DF1" w:rsidP="00AB3F16">
      <w:pPr>
        <w:pStyle w:val="libNormal"/>
        <w:rPr>
          <w:noProof/>
          <w:rtl/>
        </w:rPr>
      </w:pPr>
      <w:r w:rsidRPr="00CA52B4">
        <w:rPr>
          <w:noProof/>
          <w:rtl/>
        </w:rPr>
        <w:t>عباد بن نسيب</w:t>
      </w:r>
    </w:p>
    <w:p w:rsidR="00843DF1" w:rsidRDefault="00843DF1" w:rsidP="00AB3F16">
      <w:pPr>
        <w:pStyle w:val="libNormal"/>
        <w:rPr>
          <w:noProof/>
        </w:rPr>
      </w:pPr>
      <w:r>
        <w:rPr>
          <w:noProof/>
          <w:rtl/>
        </w:rPr>
        <w:br w:type="page"/>
      </w:r>
      <w:r w:rsidRPr="00CA52B4">
        <w:rPr>
          <w:noProof/>
          <w:rtl/>
        </w:rPr>
        <w:lastRenderedPageBreak/>
        <w:t>عباد بن أبي يزيد</w:t>
      </w:r>
    </w:p>
    <w:p w:rsidR="00843DF1" w:rsidRDefault="00843DF1" w:rsidP="00AB3F16">
      <w:pPr>
        <w:pStyle w:val="libNormal"/>
        <w:rPr>
          <w:noProof/>
        </w:rPr>
      </w:pPr>
      <w:r w:rsidRPr="00CA52B4">
        <w:rPr>
          <w:noProof/>
          <w:rtl/>
        </w:rPr>
        <w:t>عبادة بن زياد</w:t>
      </w:r>
      <w:r>
        <w:rPr>
          <w:noProof/>
          <w:rtl/>
        </w:rPr>
        <w:tab/>
      </w:r>
      <w:r w:rsidRPr="00CA52B4">
        <w:rPr>
          <w:noProof/>
          <w:rtl/>
        </w:rPr>
        <w:t>321</w:t>
      </w:r>
    </w:p>
    <w:p w:rsidR="00843DF1" w:rsidRDefault="00843DF1" w:rsidP="00AB3F16">
      <w:pPr>
        <w:pStyle w:val="libNormal"/>
        <w:rPr>
          <w:noProof/>
        </w:rPr>
      </w:pPr>
      <w:r w:rsidRPr="00CA52B4">
        <w:rPr>
          <w:noProof/>
          <w:rtl/>
        </w:rPr>
        <w:t>عبادة بن الصامت</w:t>
      </w:r>
    </w:p>
    <w:p w:rsidR="00843DF1" w:rsidRDefault="00843DF1" w:rsidP="00AB3F16">
      <w:pPr>
        <w:pStyle w:val="libNormal"/>
        <w:rPr>
          <w:noProof/>
        </w:rPr>
      </w:pPr>
      <w:r w:rsidRPr="00CA52B4">
        <w:rPr>
          <w:noProof/>
          <w:rtl/>
        </w:rPr>
        <w:t>عباس بن ربيعة</w:t>
      </w:r>
      <w:r>
        <w:rPr>
          <w:noProof/>
          <w:rtl/>
        </w:rPr>
        <w:tab/>
      </w:r>
      <w:r w:rsidRPr="00CA52B4">
        <w:rPr>
          <w:noProof/>
          <w:rtl/>
        </w:rPr>
        <w:t>322</w:t>
      </w:r>
    </w:p>
    <w:p w:rsidR="00843DF1" w:rsidRDefault="00843DF1" w:rsidP="00AB3F16">
      <w:pPr>
        <w:pStyle w:val="libNormal"/>
        <w:rPr>
          <w:noProof/>
        </w:rPr>
      </w:pPr>
      <w:r w:rsidRPr="00CA52B4">
        <w:rPr>
          <w:noProof/>
          <w:rtl/>
        </w:rPr>
        <w:t>عباس بن شريك</w:t>
      </w:r>
    </w:p>
    <w:p w:rsidR="00843DF1" w:rsidRDefault="00843DF1" w:rsidP="00AB3F16">
      <w:pPr>
        <w:pStyle w:val="libNormal"/>
        <w:rPr>
          <w:noProof/>
        </w:rPr>
      </w:pPr>
      <w:r w:rsidRPr="00CA52B4">
        <w:rPr>
          <w:noProof/>
          <w:rtl/>
        </w:rPr>
        <w:t xml:space="preserve">عباس بن أمير المؤمنين </w:t>
      </w:r>
      <w:r>
        <w:rPr>
          <w:noProof/>
          <w:rtl/>
        </w:rPr>
        <w:t>(</w:t>
      </w:r>
      <w:r w:rsidRPr="00CA52B4">
        <w:rPr>
          <w:noProof/>
          <w:rtl/>
        </w:rPr>
        <w:t>عليه السلام</w:t>
      </w:r>
      <w:r>
        <w:rPr>
          <w:noProof/>
          <w:rtl/>
        </w:rPr>
        <w:t>)</w:t>
      </w:r>
      <w:r>
        <w:rPr>
          <w:noProof/>
          <w:rtl/>
        </w:rPr>
        <w:tab/>
      </w:r>
      <w:r w:rsidRPr="00CA52B4">
        <w:rPr>
          <w:noProof/>
          <w:rtl/>
        </w:rPr>
        <w:t>323</w:t>
      </w:r>
    </w:p>
    <w:p w:rsidR="00843DF1" w:rsidRDefault="00843DF1" w:rsidP="00AB3F16">
      <w:pPr>
        <w:pStyle w:val="libNormal"/>
        <w:rPr>
          <w:noProof/>
        </w:rPr>
      </w:pPr>
      <w:r w:rsidRPr="00CA52B4">
        <w:rPr>
          <w:noProof/>
          <w:rtl/>
        </w:rPr>
        <w:t>عباية بن رفاعة</w:t>
      </w:r>
    </w:p>
    <w:p w:rsidR="00843DF1" w:rsidRDefault="00843DF1" w:rsidP="00AB3F16">
      <w:pPr>
        <w:pStyle w:val="libNormal"/>
        <w:rPr>
          <w:noProof/>
        </w:rPr>
      </w:pPr>
      <w:r w:rsidRPr="00CA52B4">
        <w:rPr>
          <w:noProof/>
          <w:rtl/>
        </w:rPr>
        <w:t>عباية بن عمرو بن ربعي</w:t>
      </w:r>
      <w:r>
        <w:rPr>
          <w:noProof/>
          <w:rtl/>
        </w:rPr>
        <w:tab/>
      </w:r>
      <w:r w:rsidRPr="00CA52B4">
        <w:rPr>
          <w:noProof/>
          <w:rtl/>
        </w:rPr>
        <w:t>324</w:t>
      </w:r>
    </w:p>
    <w:p w:rsidR="00843DF1" w:rsidRDefault="00843DF1" w:rsidP="00AB3F16">
      <w:pPr>
        <w:pStyle w:val="libNormal"/>
        <w:rPr>
          <w:noProof/>
        </w:rPr>
      </w:pPr>
      <w:r w:rsidRPr="00CA52B4">
        <w:rPr>
          <w:noProof/>
          <w:rtl/>
        </w:rPr>
        <w:t>عبد الحجر بن عبد المدان</w:t>
      </w:r>
    </w:p>
    <w:p w:rsidR="00843DF1" w:rsidRDefault="00843DF1" w:rsidP="00AB3F16">
      <w:pPr>
        <w:pStyle w:val="libNormal"/>
        <w:rPr>
          <w:noProof/>
        </w:rPr>
      </w:pPr>
      <w:r w:rsidRPr="00CA52B4">
        <w:rPr>
          <w:noProof/>
          <w:rtl/>
        </w:rPr>
        <w:t>عبد خير بن يزيد</w:t>
      </w:r>
      <w:r>
        <w:rPr>
          <w:noProof/>
          <w:rtl/>
        </w:rPr>
        <w:tab/>
      </w:r>
      <w:r w:rsidRPr="00CA52B4">
        <w:rPr>
          <w:noProof/>
          <w:rtl/>
        </w:rPr>
        <w:t>325</w:t>
      </w:r>
    </w:p>
    <w:p w:rsidR="00843DF1" w:rsidRDefault="00843DF1" w:rsidP="00AB3F16">
      <w:pPr>
        <w:pStyle w:val="libNormal"/>
        <w:rPr>
          <w:noProof/>
        </w:rPr>
      </w:pPr>
      <w:r w:rsidRPr="00CA52B4">
        <w:rPr>
          <w:noProof/>
          <w:rtl/>
        </w:rPr>
        <w:t>عبد الرحمن بن أبزي</w:t>
      </w:r>
    </w:p>
    <w:p w:rsidR="00843DF1" w:rsidRDefault="00843DF1" w:rsidP="00AB3F16">
      <w:pPr>
        <w:pStyle w:val="libNormal"/>
        <w:rPr>
          <w:noProof/>
        </w:rPr>
      </w:pPr>
      <w:r w:rsidRPr="00CA52B4">
        <w:rPr>
          <w:noProof/>
          <w:rtl/>
        </w:rPr>
        <w:t>عبد الرحمن بن بديل</w:t>
      </w:r>
      <w:r>
        <w:rPr>
          <w:noProof/>
          <w:rtl/>
        </w:rPr>
        <w:tab/>
      </w:r>
      <w:r w:rsidRPr="00CA52B4">
        <w:rPr>
          <w:noProof/>
          <w:rtl/>
        </w:rPr>
        <w:t>326</w:t>
      </w:r>
    </w:p>
    <w:p w:rsidR="00843DF1" w:rsidRDefault="00843DF1" w:rsidP="00AB3F16">
      <w:pPr>
        <w:pStyle w:val="libNormal"/>
        <w:rPr>
          <w:noProof/>
        </w:rPr>
      </w:pPr>
      <w:r w:rsidRPr="00CA52B4">
        <w:rPr>
          <w:noProof/>
          <w:rtl/>
        </w:rPr>
        <w:t>عبد الرحمن بن أذنان</w:t>
      </w:r>
    </w:p>
    <w:p w:rsidR="00843DF1" w:rsidRDefault="00843DF1" w:rsidP="00AB3F16">
      <w:pPr>
        <w:pStyle w:val="libNormal"/>
        <w:rPr>
          <w:noProof/>
        </w:rPr>
      </w:pPr>
      <w:r w:rsidRPr="00CA52B4">
        <w:rPr>
          <w:noProof/>
          <w:rtl/>
        </w:rPr>
        <w:t>عبد الرحمن الأزرق</w:t>
      </w:r>
      <w:r>
        <w:rPr>
          <w:noProof/>
          <w:rtl/>
        </w:rPr>
        <w:tab/>
      </w:r>
      <w:r w:rsidRPr="00CA52B4">
        <w:rPr>
          <w:noProof/>
          <w:rtl/>
        </w:rPr>
        <w:t>327</w:t>
      </w:r>
    </w:p>
    <w:p w:rsidR="00843DF1" w:rsidRDefault="00843DF1" w:rsidP="00AB3F16">
      <w:pPr>
        <w:pStyle w:val="libNormal"/>
        <w:rPr>
          <w:noProof/>
        </w:rPr>
      </w:pPr>
      <w:r w:rsidRPr="00CA52B4">
        <w:rPr>
          <w:noProof/>
          <w:rtl/>
        </w:rPr>
        <w:t>عبد الرحمن بن أبي طلحة</w:t>
      </w:r>
    </w:p>
    <w:p w:rsidR="00843DF1" w:rsidRDefault="00843DF1" w:rsidP="00AB3F16">
      <w:pPr>
        <w:pStyle w:val="libNormal"/>
        <w:rPr>
          <w:noProof/>
        </w:rPr>
      </w:pPr>
      <w:r w:rsidRPr="00CA52B4">
        <w:rPr>
          <w:noProof/>
          <w:rtl/>
        </w:rPr>
        <w:t>عبد الرحمن بن بشر الكلبي</w:t>
      </w:r>
    </w:p>
    <w:p w:rsidR="00843DF1" w:rsidRDefault="00843DF1" w:rsidP="00AB3F16">
      <w:pPr>
        <w:pStyle w:val="libNormal"/>
        <w:rPr>
          <w:noProof/>
        </w:rPr>
      </w:pPr>
      <w:r w:rsidRPr="00CA52B4">
        <w:rPr>
          <w:noProof/>
          <w:rtl/>
        </w:rPr>
        <w:t>عبد الرحمن بن بشير</w:t>
      </w:r>
    </w:p>
    <w:p w:rsidR="00843DF1" w:rsidRDefault="00843DF1" w:rsidP="00AB3F16">
      <w:pPr>
        <w:pStyle w:val="libNormal"/>
        <w:rPr>
          <w:noProof/>
        </w:rPr>
      </w:pPr>
      <w:r w:rsidRPr="00CA52B4">
        <w:rPr>
          <w:noProof/>
          <w:rtl/>
        </w:rPr>
        <w:t>عبد الرحمن بن أبي ليلى</w:t>
      </w:r>
      <w:r>
        <w:rPr>
          <w:noProof/>
          <w:rtl/>
        </w:rPr>
        <w:tab/>
      </w:r>
      <w:r w:rsidRPr="00CA52B4">
        <w:rPr>
          <w:noProof/>
          <w:rtl/>
        </w:rPr>
        <w:t>328</w:t>
      </w:r>
    </w:p>
    <w:p w:rsidR="00843DF1" w:rsidRDefault="00843DF1" w:rsidP="00AB3F16">
      <w:pPr>
        <w:pStyle w:val="libNormal"/>
        <w:rPr>
          <w:noProof/>
        </w:rPr>
      </w:pPr>
      <w:r w:rsidRPr="00CA52B4">
        <w:rPr>
          <w:noProof/>
          <w:rtl/>
        </w:rPr>
        <w:t>عبد الرحمن بن الحارث</w:t>
      </w:r>
    </w:p>
    <w:p w:rsidR="00843DF1" w:rsidRDefault="00843DF1" w:rsidP="00AB3F16">
      <w:pPr>
        <w:pStyle w:val="libNormal"/>
        <w:rPr>
          <w:noProof/>
        </w:rPr>
      </w:pPr>
      <w:r w:rsidRPr="00CA52B4">
        <w:rPr>
          <w:noProof/>
          <w:rtl/>
        </w:rPr>
        <w:t>عبد الرحمن بن حجر بن عدي</w:t>
      </w:r>
      <w:r>
        <w:rPr>
          <w:noProof/>
          <w:rtl/>
        </w:rPr>
        <w:tab/>
      </w:r>
      <w:r w:rsidRPr="00CA52B4">
        <w:rPr>
          <w:noProof/>
          <w:rtl/>
        </w:rPr>
        <w:t>329</w:t>
      </w:r>
    </w:p>
    <w:p w:rsidR="00843DF1" w:rsidRDefault="00843DF1" w:rsidP="00AB3F16">
      <w:pPr>
        <w:pStyle w:val="libNormal"/>
        <w:rPr>
          <w:noProof/>
        </w:rPr>
      </w:pPr>
      <w:r w:rsidRPr="00CA52B4">
        <w:rPr>
          <w:noProof/>
          <w:rtl/>
        </w:rPr>
        <w:t>عبد الرحمن بن حماد</w:t>
      </w:r>
    </w:p>
    <w:p w:rsidR="00843DF1" w:rsidRDefault="00843DF1" w:rsidP="00AB3F16">
      <w:pPr>
        <w:pStyle w:val="libNormal"/>
        <w:rPr>
          <w:noProof/>
        </w:rPr>
      </w:pPr>
      <w:r w:rsidRPr="00CA52B4">
        <w:rPr>
          <w:noProof/>
          <w:rtl/>
        </w:rPr>
        <w:t>عبد الرحمن بن خثيل</w:t>
      </w:r>
    </w:p>
    <w:p w:rsidR="00843DF1" w:rsidRDefault="00843DF1" w:rsidP="00AB3F16">
      <w:pPr>
        <w:pStyle w:val="libNormal"/>
        <w:rPr>
          <w:noProof/>
        </w:rPr>
      </w:pPr>
      <w:r w:rsidRPr="00CA52B4">
        <w:rPr>
          <w:noProof/>
          <w:rtl/>
        </w:rPr>
        <w:t>عبد الرحمن</w:t>
      </w:r>
      <w:r>
        <w:rPr>
          <w:noProof/>
          <w:rtl/>
        </w:rPr>
        <w:tab/>
      </w:r>
      <w:r w:rsidRPr="00CA52B4">
        <w:rPr>
          <w:noProof/>
          <w:rtl/>
        </w:rPr>
        <w:t>330</w:t>
      </w:r>
    </w:p>
    <w:p w:rsidR="00843DF1" w:rsidRDefault="00843DF1" w:rsidP="00AB3F16">
      <w:pPr>
        <w:pStyle w:val="libNormal"/>
        <w:rPr>
          <w:noProof/>
        </w:rPr>
      </w:pPr>
      <w:r w:rsidRPr="00CA52B4">
        <w:rPr>
          <w:noProof/>
          <w:rtl/>
        </w:rPr>
        <w:t>عبد الرحيم ابنا خراش</w:t>
      </w:r>
    </w:p>
    <w:p w:rsidR="00843DF1" w:rsidRDefault="00843DF1" w:rsidP="00AB3F16">
      <w:pPr>
        <w:pStyle w:val="libNormal"/>
        <w:rPr>
          <w:noProof/>
        </w:rPr>
      </w:pPr>
      <w:r w:rsidRPr="00CA52B4">
        <w:rPr>
          <w:noProof/>
          <w:rtl/>
        </w:rPr>
        <w:t>عبد الرحمن بن دانيال</w:t>
      </w:r>
    </w:p>
    <w:p w:rsidR="00843DF1" w:rsidRDefault="00843DF1" w:rsidP="00AB3F16">
      <w:pPr>
        <w:pStyle w:val="libNormal"/>
        <w:rPr>
          <w:noProof/>
        </w:rPr>
      </w:pPr>
      <w:r w:rsidRPr="00CA52B4">
        <w:rPr>
          <w:noProof/>
          <w:rtl/>
        </w:rPr>
        <w:t>عبد الرحمن بن ذؤيب</w:t>
      </w:r>
    </w:p>
    <w:p w:rsidR="00843DF1" w:rsidRDefault="00843DF1" w:rsidP="00AB3F16">
      <w:pPr>
        <w:pStyle w:val="libNormal"/>
        <w:rPr>
          <w:noProof/>
        </w:rPr>
      </w:pPr>
      <w:r w:rsidRPr="00CA52B4">
        <w:rPr>
          <w:noProof/>
          <w:rtl/>
        </w:rPr>
        <w:t>عبد الرحمن بن زيد</w:t>
      </w:r>
      <w:r>
        <w:rPr>
          <w:noProof/>
          <w:rtl/>
        </w:rPr>
        <w:tab/>
      </w:r>
      <w:r w:rsidRPr="00CA52B4">
        <w:rPr>
          <w:noProof/>
          <w:rtl/>
        </w:rPr>
        <w:t>331</w:t>
      </w:r>
    </w:p>
    <w:p w:rsidR="00843DF1" w:rsidRDefault="00843DF1" w:rsidP="00AB3F16">
      <w:pPr>
        <w:pStyle w:val="libNormal"/>
        <w:rPr>
          <w:noProof/>
        </w:rPr>
      </w:pPr>
      <w:r w:rsidRPr="00CA52B4">
        <w:rPr>
          <w:noProof/>
          <w:rtl/>
        </w:rPr>
        <w:t>عبد الرحمن بن سويد</w:t>
      </w:r>
    </w:p>
    <w:p w:rsidR="00843DF1" w:rsidRDefault="00843DF1" w:rsidP="00AB3F16">
      <w:pPr>
        <w:pStyle w:val="libNormal"/>
        <w:rPr>
          <w:noProof/>
        </w:rPr>
      </w:pPr>
      <w:r w:rsidRPr="00CA52B4">
        <w:rPr>
          <w:noProof/>
          <w:rtl/>
        </w:rPr>
        <w:t>عبد الرحمن بن طود</w:t>
      </w:r>
    </w:p>
    <w:p w:rsidR="00843DF1" w:rsidRDefault="00843DF1" w:rsidP="00AB3F16">
      <w:pPr>
        <w:pStyle w:val="libNormal"/>
        <w:rPr>
          <w:noProof/>
        </w:rPr>
      </w:pPr>
      <w:r w:rsidRPr="00CA52B4">
        <w:rPr>
          <w:noProof/>
          <w:rtl/>
        </w:rPr>
        <w:t>عبد الرحمن بن عائذ</w:t>
      </w:r>
      <w:r>
        <w:rPr>
          <w:noProof/>
          <w:rtl/>
        </w:rPr>
        <w:tab/>
      </w:r>
      <w:r w:rsidRPr="00CA52B4">
        <w:rPr>
          <w:noProof/>
          <w:rtl/>
        </w:rPr>
        <w:t>332</w:t>
      </w:r>
    </w:p>
    <w:p w:rsidR="00843DF1" w:rsidRPr="00CA52B4" w:rsidRDefault="00843DF1" w:rsidP="00AB3F16">
      <w:pPr>
        <w:pStyle w:val="libNormal"/>
        <w:rPr>
          <w:noProof/>
          <w:rtl/>
        </w:rPr>
      </w:pPr>
      <w:r w:rsidRPr="00CA52B4">
        <w:rPr>
          <w:noProof/>
          <w:rtl/>
        </w:rPr>
        <w:t>عبد الرحمن بن عبد بن الكنود</w:t>
      </w:r>
    </w:p>
    <w:p w:rsidR="00843DF1" w:rsidRDefault="00843DF1" w:rsidP="00AB3F16">
      <w:pPr>
        <w:pStyle w:val="libNormal"/>
        <w:rPr>
          <w:noProof/>
        </w:rPr>
      </w:pPr>
      <w:r>
        <w:rPr>
          <w:noProof/>
          <w:rtl/>
        </w:rPr>
        <w:br w:type="page"/>
      </w:r>
      <w:r w:rsidRPr="00CA52B4">
        <w:rPr>
          <w:noProof/>
          <w:rtl/>
        </w:rPr>
        <w:lastRenderedPageBreak/>
        <w:t>عبد الرحمن بن عبد الله</w:t>
      </w:r>
      <w:r>
        <w:rPr>
          <w:noProof/>
          <w:rtl/>
        </w:rPr>
        <w:tab/>
      </w:r>
      <w:r w:rsidRPr="00CA52B4">
        <w:rPr>
          <w:noProof/>
          <w:rtl/>
        </w:rPr>
        <w:t>333</w:t>
      </w:r>
    </w:p>
    <w:p w:rsidR="00843DF1" w:rsidRDefault="00843DF1" w:rsidP="00AB3F16">
      <w:pPr>
        <w:pStyle w:val="libNormal"/>
        <w:rPr>
          <w:noProof/>
        </w:rPr>
      </w:pPr>
      <w:r w:rsidRPr="00CA52B4">
        <w:rPr>
          <w:noProof/>
          <w:rtl/>
        </w:rPr>
        <w:t>عبد الرحمن بن عبد ربه</w:t>
      </w:r>
    </w:p>
    <w:p w:rsidR="00843DF1" w:rsidRDefault="00843DF1" w:rsidP="00AB3F16">
      <w:pPr>
        <w:pStyle w:val="libNormal"/>
        <w:rPr>
          <w:noProof/>
          <w:rtl/>
        </w:rPr>
      </w:pPr>
      <w:r w:rsidRPr="00CA52B4">
        <w:rPr>
          <w:noProof/>
          <w:rtl/>
        </w:rPr>
        <w:t>عبد الرحمن بن عبيد الله</w:t>
      </w:r>
    </w:p>
    <w:p w:rsidR="00843DF1" w:rsidRDefault="00843DF1" w:rsidP="00AB3F16">
      <w:pPr>
        <w:pStyle w:val="libNormal"/>
        <w:rPr>
          <w:noProof/>
        </w:rPr>
      </w:pPr>
      <w:r w:rsidRPr="00CA52B4">
        <w:rPr>
          <w:noProof/>
          <w:rtl/>
        </w:rPr>
        <w:t>بد الرحمن بن عبيد</w:t>
      </w:r>
      <w:r>
        <w:rPr>
          <w:noProof/>
          <w:rtl/>
        </w:rPr>
        <w:tab/>
      </w:r>
      <w:r w:rsidRPr="00CA52B4">
        <w:rPr>
          <w:noProof/>
          <w:rtl/>
        </w:rPr>
        <w:t>334</w:t>
      </w:r>
    </w:p>
    <w:p w:rsidR="00843DF1" w:rsidRDefault="00843DF1" w:rsidP="00AB3F16">
      <w:pPr>
        <w:pStyle w:val="libNormal"/>
        <w:rPr>
          <w:noProof/>
        </w:rPr>
      </w:pPr>
      <w:r w:rsidRPr="00CA52B4">
        <w:rPr>
          <w:noProof/>
          <w:rtl/>
        </w:rPr>
        <w:t>عبد الرحمن بن عسيلة</w:t>
      </w:r>
    </w:p>
    <w:p w:rsidR="00843DF1" w:rsidRDefault="00843DF1" w:rsidP="00AB3F16">
      <w:pPr>
        <w:pStyle w:val="libNormal"/>
        <w:rPr>
          <w:noProof/>
        </w:rPr>
      </w:pPr>
      <w:r w:rsidRPr="00CA52B4">
        <w:rPr>
          <w:noProof/>
          <w:rtl/>
        </w:rPr>
        <w:t>عبد الرحمن بن عمرو بن الجموح</w:t>
      </w:r>
    </w:p>
    <w:p w:rsidR="00843DF1" w:rsidRDefault="00843DF1" w:rsidP="00AB3F16">
      <w:pPr>
        <w:pStyle w:val="libNormal"/>
        <w:rPr>
          <w:noProof/>
        </w:rPr>
      </w:pPr>
      <w:r w:rsidRPr="00CA52B4">
        <w:rPr>
          <w:noProof/>
          <w:rtl/>
        </w:rPr>
        <w:t>عبد الرحمن بن عمرو بن غزية</w:t>
      </w:r>
      <w:r>
        <w:rPr>
          <w:noProof/>
          <w:rtl/>
        </w:rPr>
        <w:tab/>
      </w:r>
      <w:r w:rsidRPr="00CA52B4">
        <w:rPr>
          <w:noProof/>
          <w:rtl/>
        </w:rPr>
        <w:t>335</w:t>
      </w:r>
    </w:p>
    <w:p w:rsidR="00843DF1" w:rsidRDefault="00843DF1" w:rsidP="00AB3F16">
      <w:pPr>
        <w:pStyle w:val="libNormal"/>
        <w:rPr>
          <w:noProof/>
        </w:rPr>
      </w:pPr>
      <w:r w:rsidRPr="00CA52B4">
        <w:rPr>
          <w:noProof/>
          <w:rtl/>
        </w:rPr>
        <w:t>عبد الرحمن بن عوسجة</w:t>
      </w:r>
    </w:p>
    <w:p w:rsidR="00843DF1" w:rsidRDefault="00843DF1" w:rsidP="00AB3F16">
      <w:pPr>
        <w:pStyle w:val="libNormal"/>
        <w:rPr>
          <w:noProof/>
        </w:rPr>
      </w:pPr>
      <w:r w:rsidRPr="00CA52B4">
        <w:rPr>
          <w:noProof/>
          <w:rtl/>
        </w:rPr>
        <w:t>عبد الرحمن بن غنم</w:t>
      </w:r>
      <w:r>
        <w:rPr>
          <w:noProof/>
          <w:rtl/>
        </w:rPr>
        <w:tab/>
      </w:r>
      <w:r w:rsidRPr="00CA52B4">
        <w:rPr>
          <w:noProof/>
          <w:rtl/>
        </w:rPr>
        <w:t>336</w:t>
      </w:r>
    </w:p>
    <w:p w:rsidR="00843DF1" w:rsidRDefault="00843DF1" w:rsidP="00AB3F16">
      <w:pPr>
        <w:pStyle w:val="libNormal"/>
        <w:rPr>
          <w:noProof/>
        </w:rPr>
      </w:pPr>
      <w:r w:rsidRPr="00CA52B4">
        <w:rPr>
          <w:noProof/>
          <w:rtl/>
        </w:rPr>
        <w:t>عبد الرحمن بن كلدة</w:t>
      </w:r>
    </w:p>
    <w:p w:rsidR="00843DF1" w:rsidRDefault="00843DF1" w:rsidP="00AB3F16">
      <w:pPr>
        <w:pStyle w:val="libNormal"/>
        <w:rPr>
          <w:noProof/>
        </w:rPr>
      </w:pPr>
      <w:r w:rsidRPr="00CA52B4">
        <w:rPr>
          <w:noProof/>
          <w:rtl/>
        </w:rPr>
        <w:t>عبد الرحمن بن القعقاع</w:t>
      </w:r>
      <w:r>
        <w:rPr>
          <w:noProof/>
          <w:rtl/>
        </w:rPr>
        <w:tab/>
      </w:r>
      <w:r w:rsidRPr="00CA52B4">
        <w:rPr>
          <w:noProof/>
          <w:rtl/>
        </w:rPr>
        <w:t>337</w:t>
      </w:r>
    </w:p>
    <w:p w:rsidR="00843DF1" w:rsidRDefault="00843DF1" w:rsidP="00AB3F16">
      <w:pPr>
        <w:pStyle w:val="libNormal"/>
        <w:rPr>
          <w:noProof/>
        </w:rPr>
      </w:pPr>
      <w:r w:rsidRPr="00CA52B4">
        <w:rPr>
          <w:noProof/>
          <w:rtl/>
        </w:rPr>
        <w:t>عبد الرحمن بن قيس</w:t>
      </w:r>
    </w:p>
    <w:p w:rsidR="00843DF1" w:rsidRDefault="00843DF1" w:rsidP="00AB3F16">
      <w:pPr>
        <w:pStyle w:val="libNormal"/>
        <w:rPr>
          <w:noProof/>
        </w:rPr>
      </w:pPr>
      <w:r w:rsidRPr="00CA52B4">
        <w:rPr>
          <w:noProof/>
          <w:rtl/>
        </w:rPr>
        <w:t>عبد الرحمن بن محرز</w:t>
      </w:r>
    </w:p>
    <w:p w:rsidR="00843DF1" w:rsidRDefault="00843DF1" w:rsidP="00AB3F16">
      <w:pPr>
        <w:pStyle w:val="libNormal"/>
        <w:rPr>
          <w:noProof/>
        </w:rPr>
      </w:pPr>
      <w:r w:rsidRPr="00CA52B4">
        <w:rPr>
          <w:noProof/>
          <w:rtl/>
        </w:rPr>
        <w:t>عبد الرحمن بن محمد</w:t>
      </w:r>
      <w:r>
        <w:rPr>
          <w:noProof/>
          <w:rtl/>
        </w:rPr>
        <w:tab/>
      </w:r>
      <w:r w:rsidRPr="00CA52B4">
        <w:rPr>
          <w:noProof/>
          <w:rtl/>
        </w:rPr>
        <w:t>338</w:t>
      </w:r>
    </w:p>
    <w:p w:rsidR="00843DF1" w:rsidRDefault="00843DF1" w:rsidP="00AB3F16">
      <w:pPr>
        <w:pStyle w:val="libNormal"/>
        <w:rPr>
          <w:noProof/>
        </w:rPr>
      </w:pPr>
      <w:r w:rsidRPr="00CA52B4">
        <w:rPr>
          <w:noProof/>
          <w:rtl/>
        </w:rPr>
        <w:t>عبد الرحمن بن مخنف</w:t>
      </w:r>
      <w:r>
        <w:rPr>
          <w:noProof/>
          <w:rtl/>
        </w:rPr>
        <w:tab/>
      </w:r>
      <w:r w:rsidRPr="00CA52B4">
        <w:rPr>
          <w:noProof/>
          <w:rtl/>
        </w:rPr>
        <w:t>339</w:t>
      </w:r>
    </w:p>
    <w:p w:rsidR="00843DF1" w:rsidRDefault="00843DF1" w:rsidP="00AB3F16">
      <w:pPr>
        <w:pStyle w:val="libNormal"/>
        <w:rPr>
          <w:noProof/>
        </w:rPr>
      </w:pPr>
      <w:r w:rsidRPr="00CA52B4">
        <w:rPr>
          <w:noProof/>
          <w:rtl/>
        </w:rPr>
        <w:t>عبد الرحمن بن مسعود</w:t>
      </w:r>
    </w:p>
    <w:p w:rsidR="00843DF1" w:rsidRDefault="00843DF1" w:rsidP="00AB3F16">
      <w:pPr>
        <w:pStyle w:val="libNormal"/>
        <w:rPr>
          <w:noProof/>
        </w:rPr>
      </w:pPr>
      <w:r w:rsidRPr="00CA52B4">
        <w:rPr>
          <w:noProof/>
          <w:rtl/>
        </w:rPr>
        <w:t>عبد الرحمن بن المسيب</w:t>
      </w:r>
    </w:p>
    <w:p w:rsidR="00843DF1" w:rsidRDefault="00843DF1" w:rsidP="00AB3F16">
      <w:pPr>
        <w:pStyle w:val="libNormal"/>
        <w:rPr>
          <w:noProof/>
        </w:rPr>
      </w:pPr>
      <w:r w:rsidRPr="00CA52B4">
        <w:rPr>
          <w:noProof/>
          <w:rtl/>
        </w:rPr>
        <w:t>عبد الرحمن بن معبد</w:t>
      </w:r>
      <w:r>
        <w:rPr>
          <w:noProof/>
          <w:rtl/>
        </w:rPr>
        <w:tab/>
      </w:r>
      <w:r w:rsidRPr="00CA52B4">
        <w:rPr>
          <w:noProof/>
          <w:rtl/>
        </w:rPr>
        <w:t>340</w:t>
      </w:r>
    </w:p>
    <w:p w:rsidR="00843DF1" w:rsidRDefault="00843DF1" w:rsidP="00AB3F16">
      <w:pPr>
        <w:pStyle w:val="libNormal"/>
        <w:rPr>
          <w:noProof/>
        </w:rPr>
      </w:pPr>
      <w:r w:rsidRPr="00CA52B4">
        <w:rPr>
          <w:noProof/>
          <w:rtl/>
        </w:rPr>
        <w:t>عبد الرحمن بن معقل</w:t>
      </w:r>
    </w:p>
    <w:p w:rsidR="00843DF1" w:rsidRDefault="00843DF1" w:rsidP="00AB3F16">
      <w:pPr>
        <w:pStyle w:val="libNormal"/>
        <w:rPr>
          <w:noProof/>
        </w:rPr>
      </w:pPr>
      <w:r w:rsidRPr="00CA52B4">
        <w:rPr>
          <w:noProof/>
          <w:rtl/>
        </w:rPr>
        <w:t>عبد الرحمن بن مل</w:t>
      </w:r>
      <w:r>
        <w:rPr>
          <w:noProof/>
          <w:rtl/>
        </w:rPr>
        <w:tab/>
      </w:r>
      <w:r w:rsidRPr="00CA52B4">
        <w:rPr>
          <w:noProof/>
          <w:rtl/>
        </w:rPr>
        <w:t>341</w:t>
      </w:r>
    </w:p>
    <w:p w:rsidR="00843DF1" w:rsidRDefault="00843DF1" w:rsidP="00AB3F16">
      <w:pPr>
        <w:pStyle w:val="libNormal"/>
        <w:rPr>
          <w:noProof/>
        </w:rPr>
      </w:pPr>
      <w:r w:rsidRPr="00CA52B4">
        <w:rPr>
          <w:noProof/>
          <w:rtl/>
        </w:rPr>
        <w:t>عبد الرحمن بن ملجم المرادي</w:t>
      </w:r>
    </w:p>
    <w:p w:rsidR="00843DF1" w:rsidRDefault="00843DF1" w:rsidP="00AB3F16">
      <w:pPr>
        <w:pStyle w:val="libNormal"/>
        <w:rPr>
          <w:noProof/>
        </w:rPr>
      </w:pPr>
      <w:r w:rsidRPr="00CA52B4">
        <w:rPr>
          <w:noProof/>
          <w:rtl/>
        </w:rPr>
        <w:t>عبد الرحمن بن هاشم</w:t>
      </w:r>
      <w:r>
        <w:rPr>
          <w:noProof/>
          <w:rtl/>
        </w:rPr>
        <w:tab/>
      </w:r>
      <w:r w:rsidRPr="00CA52B4">
        <w:rPr>
          <w:noProof/>
          <w:rtl/>
        </w:rPr>
        <w:t>242</w:t>
      </w:r>
    </w:p>
    <w:p w:rsidR="00843DF1" w:rsidRDefault="00843DF1" w:rsidP="00AB3F16">
      <w:pPr>
        <w:pStyle w:val="libNormal"/>
        <w:rPr>
          <w:noProof/>
        </w:rPr>
      </w:pPr>
      <w:r w:rsidRPr="00CA52B4">
        <w:rPr>
          <w:noProof/>
          <w:rtl/>
        </w:rPr>
        <w:t>عبد الرحمن بن أبي يعلى</w:t>
      </w:r>
    </w:p>
    <w:p w:rsidR="00843DF1" w:rsidRDefault="00843DF1" w:rsidP="00AB3F16">
      <w:pPr>
        <w:pStyle w:val="libNormal"/>
        <w:rPr>
          <w:noProof/>
        </w:rPr>
      </w:pPr>
      <w:r w:rsidRPr="00CA52B4">
        <w:rPr>
          <w:noProof/>
          <w:rtl/>
        </w:rPr>
        <w:t>عبد العزيز بن الحارث</w:t>
      </w:r>
    </w:p>
    <w:p w:rsidR="00843DF1" w:rsidRDefault="00843DF1" w:rsidP="00AB3F16">
      <w:pPr>
        <w:pStyle w:val="libNormal"/>
        <w:rPr>
          <w:noProof/>
        </w:rPr>
      </w:pPr>
      <w:r w:rsidRPr="00CA52B4">
        <w:rPr>
          <w:noProof/>
          <w:rtl/>
        </w:rPr>
        <w:t>عبد الله بن أبي أحمد</w:t>
      </w:r>
      <w:r>
        <w:rPr>
          <w:noProof/>
          <w:rtl/>
        </w:rPr>
        <w:tab/>
      </w:r>
      <w:r w:rsidRPr="00CA52B4">
        <w:rPr>
          <w:noProof/>
          <w:rtl/>
        </w:rPr>
        <w:t>343</w:t>
      </w:r>
    </w:p>
    <w:p w:rsidR="00843DF1" w:rsidRDefault="00843DF1" w:rsidP="00AB3F16">
      <w:pPr>
        <w:pStyle w:val="libNormal"/>
        <w:rPr>
          <w:noProof/>
        </w:rPr>
      </w:pPr>
      <w:r w:rsidRPr="00CA52B4">
        <w:rPr>
          <w:noProof/>
          <w:rtl/>
        </w:rPr>
        <w:t>عبد الله بن بحر</w:t>
      </w:r>
      <w:r>
        <w:rPr>
          <w:noProof/>
          <w:rtl/>
        </w:rPr>
        <w:tab/>
      </w:r>
      <w:r w:rsidRPr="00CA52B4">
        <w:rPr>
          <w:noProof/>
          <w:rtl/>
        </w:rPr>
        <w:t>344</w:t>
      </w:r>
    </w:p>
    <w:p w:rsidR="00843DF1" w:rsidRDefault="00843DF1" w:rsidP="00AB3F16">
      <w:pPr>
        <w:pStyle w:val="libNormal"/>
        <w:rPr>
          <w:noProof/>
        </w:rPr>
      </w:pPr>
      <w:r w:rsidRPr="00CA52B4">
        <w:rPr>
          <w:noProof/>
          <w:rtl/>
        </w:rPr>
        <w:t>عبد الله</w:t>
      </w:r>
    </w:p>
    <w:p w:rsidR="00843DF1" w:rsidRDefault="00843DF1" w:rsidP="00AB3F16">
      <w:pPr>
        <w:pStyle w:val="libNormal"/>
        <w:rPr>
          <w:noProof/>
        </w:rPr>
      </w:pPr>
      <w:r w:rsidRPr="00CA52B4">
        <w:rPr>
          <w:noProof/>
          <w:rtl/>
        </w:rPr>
        <w:t>محمد ، ابنا بديل بن ورقاء</w:t>
      </w:r>
    </w:p>
    <w:p w:rsidR="00843DF1" w:rsidRDefault="00843DF1" w:rsidP="00AB3F16">
      <w:pPr>
        <w:pStyle w:val="libNormal"/>
        <w:rPr>
          <w:noProof/>
        </w:rPr>
      </w:pPr>
      <w:r w:rsidRPr="00CA52B4">
        <w:rPr>
          <w:noProof/>
          <w:rtl/>
        </w:rPr>
        <w:t>عبد الله بن أبي بكرة</w:t>
      </w:r>
      <w:r>
        <w:rPr>
          <w:noProof/>
          <w:rtl/>
        </w:rPr>
        <w:tab/>
      </w:r>
      <w:r w:rsidRPr="00CA52B4">
        <w:rPr>
          <w:noProof/>
          <w:rtl/>
        </w:rPr>
        <w:t>345</w:t>
      </w:r>
    </w:p>
    <w:p w:rsidR="00843DF1" w:rsidRDefault="00843DF1" w:rsidP="00AB3F16">
      <w:pPr>
        <w:pStyle w:val="libNormal"/>
        <w:rPr>
          <w:noProof/>
        </w:rPr>
      </w:pPr>
      <w:r w:rsidRPr="00CA52B4">
        <w:rPr>
          <w:noProof/>
          <w:rtl/>
        </w:rPr>
        <w:t>عبد الله بن بكير</w:t>
      </w:r>
    </w:p>
    <w:p w:rsidR="00843DF1" w:rsidRPr="00CA52B4" w:rsidRDefault="00843DF1" w:rsidP="00AB3F16">
      <w:pPr>
        <w:pStyle w:val="libNormal"/>
        <w:rPr>
          <w:noProof/>
          <w:rtl/>
        </w:rPr>
      </w:pPr>
      <w:r w:rsidRPr="00CA52B4">
        <w:rPr>
          <w:noProof/>
          <w:rtl/>
        </w:rPr>
        <w:t>عبد الله بن ثابت</w:t>
      </w:r>
      <w:r>
        <w:rPr>
          <w:noProof/>
          <w:rtl/>
        </w:rPr>
        <w:tab/>
      </w:r>
      <w:r w:rsidRPr="00CA52B4">
        <w:rPr>
          <w:noProof/>
          <w:rtl/>
        </w:rPr>
        <w:t>346</w:t>
      </w:r>
    </w:p>
    <w:p w:rsidR="00843DF1" w:rsidRDefault="00843DF1" w:rsidP="00AB3F16">
      <w:pPr>
        <w:pStyle w:val="libNormal"/>
        <w:rPr>
          <w:noProof/>
        </w:rPr>
      </w:pPr>
      <w:r>
        <w:rPr>
          <w:noProof/>
          <w:rtl/>
        </w:rPr>
        <w:br w:type="page"/>
      </w:r>
      <w:r w:rsidRPr="00CA52B4">
        <w:rPr>
          <w:noProof/>
          <w:rtl/>
        </w:rPr>
        <w:lastRenderedPageBreak/>
        <w:t>عبد الله بن ثمامة</w:t>
      </w:r>
    </w:p>
    <w:p w:rsidR="00843DF1" w:rsidRDefault="00843DF1" w:rsidP="00AB3F16">
      <w:pPr>
        <w:pStyle w:val="libNormal"/>
        <w:rPr>
          <w:noProof/>
        </w:rPr>
      </w:pPr>
      <w:r w:rsidRPr="00CA52B4">
        <w:rPr>
          <w:noProof/>
          <w:rtl/>
        </w:rPr>
        <w:t>عبد الله بن جابر</w:t>
      </w:r>
    </w:p>
    <w:p w:rsidR="00843DF1" w:rsidRDefault="00843DF1" w:rsidP="00AB3F16">
      <w:pPr>
        <w:pStyle w:val="libNormal"/>
        <w:rPr>
          <w:noProof/>
        </w:rPr>
      </w:pPr>
      <w:r w:rsidRPr="00CA52B4">
        <w:rPr>
          <w:noProof/>
          <w:rtl/>
        </w:rPr>
        <w:t>عبد الله بن جعفر بن أبي طالب</w:t>
      </w:r>
      <w:r>
        <w:rPr>
          <w:noProof/>
          <w:rtl/>
        </w:rPr>
        <w:tab/>
      </w:r>
      <w:r w:rsidRPr="00CA52B4">
        <w:rPr>
          <w:noProof/>
          <w:rtl/>
        </w:rPr>
        <w:t>347</w:t>
      </w:r>
    </w:p>
    <w:p w:rsidR="00843DF1" w:rsidRDefault="00843DF1" w:rsidP="00AB3F16">
      <w:pPr>
        <w:pStyle w:val="libNormal"/>
        <w:rPr>
          <w:noProof/>
        </w:rPr>
      </w:pPr>
      <w:r w:rsidRPr="00CA52B4">
        <w:rPr>
          <w:noProof/>
          <w:rtl/>
        </w:rPr>
        <w:t>عبد الله بن جنادة</w:t>
      </w:r>
      <w:r>
        <w:rPr>
          <w:noProof/>
          <w:rtl/>
        </w:rPr>
        <w:tab/>
      </w:r>
      <w:r w:rsidRPr="00CA52B4">
        <w:rPr>
          <w:noProof/>
          <w:rtl/>
        </w:rPr>
        <w:t>348</w:t>
      </w:r>
    </w:p>
    <w:p w:rsidR="00843DF1" w:rsidRDefault="00843DF1" w:rsidP="00AB3F16">
      <w:pPr>
        <w:pStyle w:val="libNormal"/>
        <w:rPr>
          <w:noProof/>
        </w:rPr>
      </w:pPr>
      <w:r w:rsidRPr="00CA52B4">
        <w:rPr>
          <w:noProof/>
          <w:rtl/>
        </w:rPr>
        <w:t>عبد الله بن الحارث</w:t>
      </w:r>
    </w:p>
    <w:p w:rsidR="00843DF1" w:rsidRDefault="00843DF1" w:rsidP="00AB3F16">
      <w:pPr>
        <w:pStyle w:val="libNormal"/>
        <w:rPr>
          <w:noProof/>
        </w:rPr>
      </w:pPr>
      <w:r w:rsidRPr="00CA52B4">
        <w:rPr>
          <w:noProof/>
          <w:rtl/>
        </w:rPr>
        <w:t>عبد الله بن نوفل</w:t>
      </w:r>
      <w:r>
        <w:rPr>
          <w:noProof/>
          <w:rtl/>
        </w:rPr>
        <w:tab/>
      </w:r>
      <w:r w:rsidRPr="00CA52B4">
        <w:rPr>
          <w:noProof/>
          <w:rtl/>
        </w:rPr>
        <w:t>349</w:t>
      </w:r>
    </w:p>
    <w:p w:rsidR="00843DF1" w:rsidRDefault="00843DF1" w:rsidP="00AB3F16">
      <w:pPr>
        <w:pStyle w:val="libNormal"/>
        <w:rPr>
          <w:noProof/>
        </w:rPr>
      </w:pPr>
      <w:r w:rsidRPr="00CA52B4">
        <w:rPr>
          <w:noProof/>
          <w:rtl/>
        </w:rPr>
        <w:t>عبد الله بن حارثة بن النعمان</w:t>
      </w:r>
    </w:p>
    <w:p w:rsidR="00843DF1" w:rsidRDefault="00843DF1" w:rsidP="00AB3F16">
      <w:pPr>
        <w:pStyle w:val="libNormal"/>
        <w:rPr>
          <w:noProof/>
        </w:rPr>
      </w:pPr>
      <w:r w:rsidRPr="00CA52B4">
        <w:rPr>
          <w:noProof/>
          <w:rtl/>
        </w:rPr>
        <w:t>عبد الله بن حجل</w:t>
      </w:r>
      <w:r>
        <w:rPr>
          <w:noProof/>
          <w:rtl/>
        </w:rPr>
        <w:tab/>
      </w:r>
      <w:r w:rsidRPr="00CA52B4">
        <w:rPr>
          <w:noProof/>
          <w:rtl/>
        </w:rPr>
        <w:t>350</w:t>
      </w:r>
    </w:p>
    <w:p w:rsidR="00843DF1" w:rsidRDefault="00843DF1" w:rsidP="00AB3F16">
      <w:pPr>
        <w:pStyle w:val="libNormal"/>
        <w:rPr>
          <w:noProof/>
        </w:rPr>
      </w:pPr>
      <w:r w:rsidRPr="00CA52B4">
        <w:rPr>
          <w:noProof/>
          <w:rtl/>
        </w:rPr>
        <w:t>عبد الله بن حبيب</w:t>
      </w:r>
    </w:p>
    <w:p w:rsidR="00843DF1" w:rsidRDefault="00843DF1" w:rsidP="00AB3F16">
      <w:pPr>
        <w:pStyle w:val="libNormal"/>
        <w:rPr>
          <w:noProof/>
        </w:rPr>
      </w:pPr>
      <w:r w:rsidRPr="00CA52B4">
        <w:rPr>
          <w:noProof/>
          <w:rtl/>
        </w:rPr>
        <w:t>عبد الله بن الحصين</w:t>
      </w:r>
      <w:r>
        <w:rPr>
          <w:noProof/>
          <w:rtl/>
        </w:rPr>
        <w:tab/>
      </w:r>
      <w:r w:rsidRPr="00CA52B4">
        <w:rPr>
          <w:noProof/>
          <w:rtl/>
        </w:rPr>
        <w:t>351</w:t>
      </w:r>
    </w:p>
    <w:p w:rsidR="00843DF1" w:rsidRDefault="00843DF1" w:rsidP="00AB3F16">
      <w:pPr>
        <w:pStyle w:val="libNormal"/>
        <w:rPr>
          <w:noProof/>
        </w:rPr>
      </w:pPr>
      <w:r w:rsidRPr="00CA52B4">
        <w:rPr>
          <w:noProof/>
          <w:rtl/>
        </w:rPr>
        <w:t>عبد الله بن الحجاج</w:t>
      </w:r>
    </w:p>
    <w:p w:rsidR="00843DF1" w:rsidRDefault="00843DF1" w:rsidP="00AB3F16">
      <w:pPr>
        <w:pStyle w:val="libNormal"/>
        <w:rPr>
          <w:noProof/>
        </w:rPr>
      </w:pPr>
      <w:r w:rsidRPr="00CA52B4">
        <w:rPr>
          <w:noProof/>
          <w:rtl/>
        </w:rPr>
        <w:t>عبد الله بن حكيم بن جبلة</w:t>
      </w:r>
    </w:p>
    <w:p w:rsidR="00843DF1" w:rsidRDefault="00843DF1" w:rsidP="00AB3F16">
      <w:pPr>
        <w:pStyle w:val="libNormal"/>
        <w:rPr>
          <w:noProof/>
        </w:rPr>
      </w:pPr>
      <w:r w:rsidRPr="00CA52B4">
        <w:rPr>
          <w:noProof/>
          <w:rtl/>
        </w:rPr>
        <w:t>عبد الله بن حنين</w:t>
      </w:r>
    </w:p>
    <w:p w:rsidR="00843DF1" w:rsidRDefault="00843DF1" w:rsidP="00AB3F16">
      <w:pPr>
        <w:pStyle w:val="libNormal"/>
        <w:rPr>
          <w:noProof/>
        </w:rPr>
      </w:pPr>
      <w:r w:rsidRPr="00CA52B4">
        <w:rPr>
          <w:noProof/>
          <w:rtl/>
        </w:rPr>
        <w:t>عبد الله بن خباب بن الأرت</w:t>
      </w:r>
      <w:r>
        <w:rPr>
          <w:noProof/>
          <w:rtl/>
        </w:rPr>
        <w:tab/>
      </w:r>
      <w:r w:rsidRPr="00CA52B4">
        <w:rPr>
          <w:noProof/>
          <w:rtl/>
        </w:rPr>
        <w:t>352</w:t>
      </w:r>
    </w:p>
    <w:p w:rsidR="00843DF1" w:rsidRDefault="00843DF1" w:rsidP="00AB3F16">
      <w:pPr>
        <w:pStyle w:val="libNormal"/>
        <w:rPr>
          <w:noProof/>
        </w:rPr>
      </w:pPr>
      <w:r w:rsidRPr="00CA52B4">
        <w:rPr>
          <w:noProof/>
          <w:rtl/>
        </w:rPr>
        <w:t>عبد الله بن خليفة</w:t>
      </w:r>
    </w:p>
    <w:p w:rsidR="00843DF1" w:rsidRDefault="00843DF1" w:rsidP="00AB3F16">
      <w:pPr>
        <w:pStyle w:val="libNormal"/>
        <w:rPr>
          <w:noProof/>
        </w:rPr>
      </w:pPr>
      <w:r w:rsidRPr="00CA52B4">
        <w:rPr>
          <w:noProof/>
          <w:rtl/>
        </w:rPr>
        <w:t>عبد الله بن الخليل</w:t>
      </w:r>
      <w:r>
        <w:rPr>
          <w:noProof/>
          <w:rtl/>
        </w:rPr>
        <w:tab/>
      </w:r>
      <w:r w:rsidRPr="00CA52B4">
        <w:rPr>
          <w:noProof/>
          <w:rtl/>
        </w:rPr>
        <w:t>353</w:t>
      </w:r>
    </w:p>
    <w:p w:rsidR="00843DF1" w:rsidRDefault="00843DF1" w:rsidP="00AB3F16">
      <w:pPr>
        <w:pStyle w:val="libNormal"/>
        <w:rPr>
          <w:noProof/>
        </w:rPr>
      </w:pPr>
      <w:r w:rsidRPr="00CA52B4">
        <w:rPr>
          <w:noProof/>
          <w:rtl/>
        </w:rPr>
        <w:t>عبد الله بن ذباب</w:t>
      </w:r>
      <w:r>
        <w:rPr>
          <w:noProof/>
          <w:rtl/>
        </w:rPr>
        <w:tab/>
      </w:r>
      <w:r w:rsidRPr="00CA52B4">
        <w:rPr>
          <w:noProof/>
          <w:rtl/>
        </w:rPr>
        <w:t>354</w:t>
      </w:r>
    </w:p>
    <w:p w:rsidR="00843DF1" w:rsidRDefault="00843DF1" w:rsidP="00AB3F16">
      <w:pPr>
        <w:pStyle w:val="libNormal"/>
        <w:rPr>
          <w:noProof/>
        </w:rPr>
      </w:pPr>
      <w:r w:rsidRPr="00CA52B4">
        <w:rPr>
          <w:noProof/>
          <w:rtl/>
        </w:rPr>
        <w:t>عبد الله بن أبي راشد</w:t>
      </w:r>
    </w:p>
    <w:p w:rsidR="00843DF1" w:rsidRDefault="00843DF1" w:rsidP="00AB3F16">
      <w:pPr>
        <w:pStyle w:val="libNormal"/>
        <w:rPr>
          <w:noProof/>
        </w:rPr>
      </w:pPr>
      <w:r w:rsidRPr="00CA52B4">
        <w:rPr>
          <w:noProof/>
          <w:rtl/>
        </w:rPr>
        <w:t>عبد الله بن ربيعة</w:t>
      </w:r>
    </w:p>
    <w:p w:rsidR="00843DF1" w:rsidRDefault="00843DF1" w:rsidP="00AB3F16">
      <w:pPr>
        <w:pStyle w:val="libNormal"/>
        <w:rPr>
          <w:noProof/>
        </w:rPr>
      </w:pPr>
      <w:r w:rsidRPr="00CA52B4">
        <w:rPr>
          <w:noProof/>
          <w:rtl/>
        </w:rPr>
        <w:t>عبد الله بن رقبة</w:t>
      </w:r>
      <w:r>
        <w:rPr>
          <w:noProof/>
          <w:rtl/>
        </w:rPr>
        <w:tab/>
      </w:r>
      <w:r w:rsidRPr="00CA52B4">
        <w:rPr>
          <w:noProof/>
          <w:rtl/>
        </w:rPr>
        <w:t>355</w:t>
      </w:r>
    </w:p>
    <w:p w:rsidR="00843DF1" w:rsidRDefault="00843DF1" w:rsidP="00AB3F16">
      <w:pPr>
        <w:pStyle w:val="libNormal"/>
        <w:rPr>
          <w:noProof/>
        </w:rPr>
      </w:pPr>
      <w:r w:rsidRPr="00CA52B4">
        <w:rPr>
          <w:noProof/>
          <w:rtl/>
        </w:rPr>
        <w:t>عبد الله بن الرقيم</w:t>
      </w:r>
    </w:p>
    <w:p w:rsidR="00843DF1" w:rsidRDefault="00843DF1" w:rsidP="00AB3F16">
      <w:pPr>
        <w:pStyle w:val="libNormal"/>
        <w:rPr>
          <w:noProof/>
        </w:rPr>
      </w:pPr>
      <w:r w:rsidRPr="00CA52B4">
        <w:rPr>
          <w:noProof/>
          <w:rtl/>
        </w:rPr>
        <w:t>عبد الله بن الزبير</w:t>
      </w:r>
    </w:p>
    <w:p w:rsidR="00843DF1" w:rsidRDefault="00843DF1" w:rsidP="00AB3F16">
      <w:pPr>
        <w:pStyle w:val="libNormal"/>
        <w:rPr>
          <w:noProof/>
        </w:rPr>
      </w:pPr>
      <w:r w:rsidRPr="00CA52B4">
        <w:rPr>
          <w:noProof/>
          <w:rtl/>
        </w:rPr>
        <w:t>عبد الله بن زحر</w:t>
      </w:r>
      <w:r>
        <w:rPr>
          <w:noProof/>
          <w:rtl/>
        </w:rPr>
        <w:tab/>
      </w:r>
      <w:r w:rsidRPr="00CA52B4">
        <w:rPr>
          <w:noProof/>
          <w:rtl/>
        </w:rPr>
        <w:t>357</w:t>
      </w:r>
    </w:p>
    <w:p w:rsidR="00843DF1" w:rsidRDefault="00843DF1" w:rsidP="00AB3F16">
      <w:pPr>
        <w:pStyle w:val="libNormal"/>
        <w:rPr>
          <w:noProof/>
        </w:rPr>
      </w:pPr>
      <w:r w:rsidRPr="00CA52B4">
        <w:rPr>
          <w:noProof/>
          <w:rtl/>
        </w:rPr>
        <w:t>عبد الله بن زرير</w:t>
      </w:r>
    </w:p>
    <w:p w:rsidR="00843DF1" w:rsidRDefault="00843DF1" w:rsidP="00AB3F16">
      <w:pPr>
        <w:pStyle w:val="libNormal"/>
        <w:rPr>
          <w:noProof/>
        </w:rPr>
      </w:pPr>
      <w:r w:rsidRPr="00CA52B4">
        <w:rPr>
          <w:noProof/>
          <w:rtl/>
        </w:rPr>
        <w:t>عبد الله بن زمعة</w:t>
      </w:r>
    </w:p>
    <w:p w:rsidR="00843DF1" w:rsidRDefault="00843DF1" w:rsidP="00AB3F16">
      <w:pPr>
        <w:pStyle w:val="libNormal"/>
        <w:rPr>
          <w:noProof/>
        </w:rPr>
      </w:pPr>
      <w:r w:rsidRPr="00CA52B4">
        <w:rPr>
          <w:noProof/>
          <w:rtl/>
        </w:rPr>
        <w:t>عبد الله بن زيد بن عاصم</w:t>
      </w:r>
      <w:r>
        <w:rPr>
          <w:noProof/>
          <w:rtl/>
        </w:rPr>
        <w:tab/>
      </w:r>
      <w:r w:rsidRPr="00CA52B4">
        <w:rPr>
          <w:noProof/>
          <w:rtl/>
        </w:rPr>
        <w:t>358</w:t>
      </w:r>
    </w:p>
    <w:p w:rsidR="00843DF1" w:rsidRDefault="00843DF1" w:rsidP="00AB3F16">
      <w:pPr>
        <w:pStyle w:val="libNormal"/>
        <w:rPr>
          <w:noProof/>
        </w:rPr>
      </w:pPr>
      <w:r w:rsidRPr="00CA52B4">
        <w:rPr>
          <w:noProof/>
          <w:rtl/>
        </w:rPr>
        <w:t>عبد الله بن سبع</w:t>
      </w:r>
      <w:r>
        <w:rPr>
          <w:noProof/>
          <w:rtl/>
        </w:rPr>
        <w:tab/>
      </w:r>
      <w:r w:rsidRPr="00CA52B4">
        <w:rPr>
          <w:noProof/>
          <w:rtl/>
        </w:rPr>
        <w:t>359</w:t>
      </w:r>
    </w:p>
    <w:p w:rsidR="00843DF1" w:rsidRDefault="00843DF1" w:rsidP="00AB3F16">
      <w:pPr>
        <w:pStyle w:val="libNormal"/>
        <w:rPr>
          <w:noProof/>
        </w:rPr>
      </w:pPr>
      <w:r w:rsidRPr="00CA52B4">
        <w:rPr>
          <w:noProof/>
          <w:rtl/>
        </w:rPr>
        <w:t>عبد الله بن سخبرة</w:t>
      </w:r>
    </w:p>
    <w:p w:rsidR="00843DF1" w:rsidRDefault="00843DF1" w:rsidP="00AB3F16">
      <w:pPr>
        <w:pStyle w:val="libNormal"/>
        <w:rPr>
          <w:noProof/>
        </w:rPr>
      </w:pPr>
      <w:r w:rsidRPr="00CA52B4">
        <w:rPr>
          <w:noProof/>
          <w:rtl/>
        </w:rPr>
        <w:t>عبد الله بن أبي سخيلة</w:t>
      </w:r>
      <w:r>
        <w:rPr>
          <w:noProof/>
          <w:rtl/>
        </w:rPr>
        <w:tab/>
      </w:r>
      <w:r w:rsidRPr="00CA52B4">
        <w:rPr>
          <w:noProof/>
          <w:rtl/>
        </w:rPr>
        <w:t>360</w:t>
      </w:r>
    </w:p>
    <w:p w:rsidR="00843DF1" w:rsidRDefault="00843DF1" w:rsidP="00AB3F16">
      <w:pPr>
        <w:pStyle w:val="libNormal"/>
        <w:rPr>
          <w:noProof/>
        </w:rPr>
      </w:pPr>
      <w:r w:rsidRPr="00CA52B4">
        <w:rPr>
          <w:noProof/>
          <w:rtl/>
        </w:rPr>
        <w:t>عبد الله بن أبي السفر</w:t>
      </w:r>
    </w:p>
    <w:p w:rsidR="00843DF1" w:rsidRPr="00CA52B4" w:rsidRDefault="00843DF1" w:rsidP="00AB3F16">
      <w:pPr>
        <w:pStyle w:val="libNormal"/>
        <w:rPr>
          <w:noProof/>
          <w:rtl/>
        </w:rPr>
      </w:pPr>
      <w:r w:rsidRPr="00CA52B4">
        <w:rPr>
          <w:noProof/>
          <w:rtl/>
        </w:rPr>
        <w:t>عبد الله بن سلمة</w:t>
      </w:r>
    </w:p>
    <w:p w:rsidR="00843DF1" w:rsidRDefault="00843DF1" w:rsidP="00AB3F16">
      <w:pPr>
        <w:pStyle w:val="libNormal"/>
        <w:rPr>
          <w:noProof/>
        </w:rPr>
      </w:pPr>
      <w:r>
        <w:rPr>
          <w:noProof/>
          <w:rtl/>
        </w:rPr>
        <w:br w:type="page"/>
      </w:r>
      <w:r w:rsidRPr="00CA52B4">
        <w:rPr>
          <w:noProof/>
          <w:rtl/>
        </w:rPr>
        <w:lastRenderedPageBreak/>
        <w:t>عبد الله بن سنان بن خزيم</w:t>
      </w:r>
      <w:r>
        <w:rPr>
          <w:noProof/>
          <w:rtl/>
        </w:rPr>
        <w:tab/>
      </w:r>
      <w:r w:rsidRPr="00CA52B4">
        <w:rPr>
          <w:noProof/>
          <w:rtl/>
        </w:rPr>
        <w:t>361</w:t>
      </w:r>
    </w:p>
    <w:p w:rsidR="00843DF1" w:rsidRDefault="00843DF1" w:rsidP="00AB3F16">
      <w:pPr>
        <w:pStyle w:val="libNormal"/>
        <w:rPr>
          <w:noProof/>
        </w:rPr>
      </w:pPr>
      <w:r w:rsidRPr="00CA52B4">
        <w:rPr>
          <w:noProof/>
          <w:rtl/>
        </w:rPr>
        <w:t>عبد الله بن سويد</w:t>
      </w:r>
    </w:p>
    <w:p w:rsidR="00843DF1" w:rsidRDefault="00843DF1" w:rsidP="00AB3F16">
      <w:pPr>
        <w:pStyle w:val="libNormal"/>
        <w:rPr>
          <w:noProof/>
        </w:rPr>
      </w:pPr>
      <w:r w:rsidRPr="00CA52B4">
        <w:rPr>
          <w:noProof/>
          <w:rtl/>
        </w:rPr>
        <w:t>عبد الله بن شداد</w:t>
      </w:r>
      <w:r>
        <w:rPr>
          <w:noProof/>
          <w:rtl/>
        </w:rPr>
        <w:tab/>
      </w:r>
      <w:r w:rsidRPr="00CA52B4">
        <w:rPr>
          <w:noProof/>
          <w:rtl/>
        </w:rPr>
        <w:t>363</w:t>
      </w:r>
    </w:p>
    <w:p w:rsidR="00843DF1" w:rsidRDefault="00843DF1" w:rsidP="00AB3F16">
      <w:pPr>
        <w:pStyle w:val="libNormal"/>
        <w:rPr>
          <w:noProof/>
        </w:rPr>
      </w:pPr>
      <w:r w:rsidRPr="00CA52B4">
        <w:rPr>
          <w:noProof/>
          <w:rtl/>
        </w:rPr>
        <w:t>عبد الله بن شقيق</w:t>
      </w:r>
      <w:r>
        <w:rPr>
          <w:noProof/>
          <w:rtl/>
        </w:rPr>
        <w:tab/>
      </w:r>
      <w:r w:rsidRPr="00CA52B4">
        <w:rPr>
          <w:noProof/>
          <w:rtl/>
        </w:rPr>
        <w:t>364</w:t>
      </w:r>
    </w:p>
    <w:p w:rsidR="00843DF1" w:rsidRDefault="00843DF1" w:rsidP="00AB3F16">
      <w:pPr>
        <w:pStyle w:val="libNormal"/>
        <w:rPr>
          <w:noProof/>
        </w:rPr>
      </w:pPr>
      <w:r w:rsidRPr="00CA52B4">
        <w:rPr>
          <w:noProof/>
          <w:rtl/>
        </w:rPr>
        <w:t>عبد الله بن صفوان</w:t>
      </w:r>
    </w:p>
    <w:p w:rsidR="00843DF1" w:rsidRDefault="00843DF1" w:rsidP="00AB3F16">
      <w:pPr>
        <w:pStyle w:val="libNormal"/>
        <w:rPr>
          <w:noProof/>
        </w:rPr>
      </w:pPr>
      <w:r w:rsidRPr="00CA52B4">
        <w:rPr>
          <w:noProof/>
          <w:rtl/>
        </w:rPr>
        <w:t>عبد الله بن ضرار</w:t>
      </w:r>
      <w:r>
        <w:rPr>
          <w:noProof/>
          <w:rtl/>
        </w:rPr>
        <w:tab/>
      </w:r>
      <w:r w:rsidRPr="00CA52B4">
        <w:rPr>
          <w:noProof/>
          <w:rtl/>
        </w:rPr>
        <w:t>365</w:t>
      </w:r>
    </w:p>
    <w:p w:rsidR="00843DF1" w:rsidRDefault="00843DF1" w:rsidP="00AB3F16">
      <w:pPr>
        <w:pStyle w:val="libNormal"/>
        <w:rPr>
          <w:noProof/>
        </w:rPr>
      </w:pPr>
      <w:r w:rsidRPr="00CA52B4">
        <w:rPr>
          <w:noProof/>
          <w:rtl/>
        </w:rPr>
        <w:t>عبد الله بن الطفيل</w:t>
      </w:r>
    </w:p>
    <w:p w:rsidR="00843DF1" w:rsidRDefault="00843DF1" w:rsidP="00AB3F16">
      <w:pPr>
        <w:pStyle w:val="libNormal"/>
        <w:rPr>
          <w:noProof/>
        </w:rPr>
      </w:pPr>
      <w:r w:rsidRPr="00CA52B4">
        <w:rPr>
          <w:noProof/>
          <w:rtl/>
        </w:rPr>
        <w:t>عبد الله بن أبي طلحة</w:t>
      </w:r>
      <w:r>
        <w:rPr>
          <w:noProof/>
          <w:rtl/>
        </w:rPr>
        <w:tab/>
      </w:r>
      <w:r w:rsidRPr="00CA52B4">
        <w:rPr>
          <w:noProof/>
          <w:rtl/>
        </w:rPr>
        <w:t>366</w:t>
      </w:r>
    </w:p>
    <w:p w:rsidR="00843DF1" w:rsidRDefault="00843DF1" w:rsidP="00AB3F16">
      <w:pPr>
        <w:pStyle w:val="libNormal"/>
        <w:rPr>
          <w:noProof/>
        </w:rPr>
      </w:pPr>
      <w:r w:rsidRPr="00CA52B4">
        <w:rPr>
          <w:noProof/>
          <w:rtl/>
        </w:rPr>
        <w:t>عبد الله بن عامر ، أبو هريرة</w:t>
      </w:r>
    </w:p>
    <w:p w:rsidR="00843DF1" w:rsidRDefault="00843DF1" w:rsidP="00AB3F16">
      <w:pPr>
        <w:pStyle w:val="libNormal"/>
        <w:rPr>
          <w:noProof/>
        </w:rPr>
      </w:pPr>
      <w:r w:rsidRPr="00CA52B4">
        <w:rPr>
          <w:noProof/>
          <w:rtl/>
        </w:rPr>
        <w:t>عبد الله بن عامر ، أبو الكنود</w:t>
      </w:r>
      <w:r>
        <w:rPr>
          <w:noProof/>
          <w:rtl/>
        </w:rPr>
        <w:tab/>
      </w:r>
      <w:r w:rsidRPr="00CA52B4">
        <w:rPr>
          <w:noProof/>
          <w:rtl/>
        </w:rPr>
        <w:t>367</w:t>
      </w:r>
    </w:p>
    <w:p w:rsidR="00843DF1" w:rsidRDefault="00843DF1" w:rsidP="00AB3F16">
      <w:pPr>
        <w:pStyle w:val="libNormal"/>
        <w:rPr>
          <w:noProof/>
        </w:rPr>
      </w:pPr>
      <w:r w:rsidRPr="00CA52B4">
        <w:rPr>
          <w:noProof/>
          <w:rtl/>
        </w:rPr>
        <w:t>عبد الله بن عامر بن عتيك</w:t>
      </w:r>
    </w:p>
    <w:p w:rsidR="00843DF1" w:rsidRDefault="00843DF1" w:rsidP="00AB3F16">
      <w:pPr>
        <w:pStyle w:val="libNormal"/>
        <w:rPr>
          <w:noProof/>
        </w:rPr>
      </w:pPr>
      <w:r w:rsidRPr="00CA52B4">
        <w:rPr>
          <w:noProof/>
          <w:rtl/>
        </w:rPr>
        <w:t>عبد الله بن العباس</w:t>
      </w:r>
    </w:p>
    <w:p w:rsidR="00843DF1" w:rsidRDefault="00843DF1" w:rsidP="00AB3F16">
      <w:pPr>
        <w:pStyle w:val="libNormal"/>
        <w:rPr>
          <w:noProof/>
        </w:rPr>
      </w:pPr>
      <w:r w:rsidRPr="00CA52B4">
        <w:rPr>
          <w:noProof/>
          <w:rtl/>
        </w:rPr>
        <w:t>عبد الله بن عبد الرحمن</w:t>
      </w:r>
      <w:r>
        <w:rPr>
          <w:noProof/>
          <w:rtl/>
        </w:rPr>
        <w:tab/>
      </w:r>
      <w:r w:rsidRPr="00CA52B4">
        <w:rPr>
          <w:noProof/>
          <w:rtl/>
        </w:rPr>
        <w:t>369</w:t>
      </w:r>
    </w:p>
    <w:p w:rsidR="00843DF1" w:rsidRDefault="00843DF1" w:rsidP="00AB3F16">
      <w:pPr>
        <w:pStyle w:val="libNormal"/>
        <w:rPr>
          <w:noProof/>
        </w:rPr>
      </w:pPr>
      <w:r w:rsidRPr="00CA52B4">
        <w:rPr>
          <w:noProof/>
          <w:rtl/>
        </w:rPr>
        <w:t>عبد الله بن عتيك</w:t>
      </w:r>
      <w:r>
        <w:rPr>
          <w:noProof/>
          <w:rtl/>
        </w:rPr>
        <w:tab/>
      </w:r>
      <w:r w:rsidRPr="00CA52B4">
        <w:rPr>
          <w:noProof/>
          <w:rtl/>
        </w:rPr>
        <w:t>370</w:t>
      </w:r>
    </w:p>
    <w:p w:rsidR="00843DF1" w:rsidRDefault="00843DF1" w:rsidP="00AB3F16">
      <w:pPr>
        <w:pStyle w:val="libNormal"/>
        <w:rPr>
          <w:noProof/>
        </w:rPr>
      </w:pPr>
      <w:r w:rsidRPr="00CA52B4">
        <w:rPr>
          <w:noProof/>
          <w:rtl/>
        </w:rPr>
        <w:t>عبد الله بن عفيف</w:t>
      </w:r>
    </w:p>
    <w:p w:rsidR="00843DF1" w:rsidRDefault="00843DF1" w:rsidP="00AB3F16">
      <w:pPr>
        <w:pStyle w:val="libNormal"/>
        <w:rPr>
          <w:noProof/>
        </w:rPr>
      </w:pPr>
      <w:r w:rsidRPr="00CA52B4">
        <w:rPr>
          <w:noProof/>
          <w:rtl/>
        </w:rPr>
        <w:t>عبد الله بن أبي قحافة</w:t>
      </w:r>
      <w:r>
        <w:rPr>
          <w:noProof/>
          <w:rtl/>
        </w:rPr>
        <w:tab/>
      </w:r>
      <w:r w:rsidRPr="00CA52B4">
        <w:rPr>
          <w:noProof/>
          <w:rtl/>
        </w:rPr>
        <w:t>375</w:t>
      </w:r>
    </w:p>
    <w:p w:rsidR="00843DF1" w:rsidRDefault="00843DF1" w:rsidP="00AB3F16">
      <w:pPr>
        <w:pStyle w:val="libNormal"/>
        <w:rPr>
          <w:noProof/>
        </w:rPr>
      </w:pPr>
      <w:r w:rsidRPr="00CA52B4">
        <w:rPr>
          <w:noProof/>
          <w:rtl/>
        </w:rPr>
        <w:t>عبد الله بن عمار</w:t>
      </w:r>
      <w:r>
        <w:rPr>
          <w:noProof/>
          <w:rtl/>
        </w:rPr>
        <w:tab/>
      </w:r>
      <w:r w:rsidRPr="00CA52B4">
        <w:rPr>
          <w:noProof/>
          <w:rtl/>
        </w:rPr>
        <w:t>376</w:t>
      </w:r>
    </w:p>
    <w:p w:rsidR="00843DF1" w:rsidRDefault="00843DF1" w:rsidP="00AB3F16">
      <w:pPr>
        <w:pStyle w:val="libNormal"/>
        <w:rPr>
          <w:noProof/>
        </w:rPr>
      </w:pPr>
      <w:r w:rsidRPr="00CA52B4">
        <w:rPr>
          <w:noProof/>
          <w:rtl/>
        </w:rPr>
        <w:t>عبد الله بن عمرو بن معاذ</w:t>
      </w:r>
      <w:r>
        <w:rPr>
          <w:noProof/>
          <w:rtl/>
        </w:rPr>
        <w:tab/>
      </w:r>
      <w:r w:rsidRPr="00CA52B4">
        <w:rPr>
          <w:noProof/>
          <w:rtl/>
        </w:rPr>
        <w:t>377</w:t>
      </w:r>
    </w:p>
    <w:p w:rsidR="00843DF1" w:rsidRDefault="00843DF1" w:rsidP="00AB3F16">
      <w:pPr>
        <w:pStyle w:val="libNormal"/>
        <w:rPr>
          <w:noProof/>
        </w:rPr>
      </w:pPr>
      <w:r w:rsidRPr="00CA52B4">
        <w:rPr>
          <w:noProof/>
          <w:rtl/>
        </w:rPr>
        <w:t>عبد الله بن عمر بن الخطاب</w:t>
      </w:r>
    </w:p>
    <w:p w:rsidR="00843DF1" w:rsidRDefault="00843DF1" w:rsidP="00AB3F16">
      <w:pPr>
        <w:pStyle w:val="libNormal"/>
        <w:rPr>
          <w:noProof/>
        </w:rPr>
      </w:pPr>
      <w:r w:rsidRPr="00CA52B4">
        <w:rPr>
          <w:noProof/>
          <w:rtl/>
        </w:rPr>
        <w:t>عبد الله بن عمر العنبسي</w:t>
      </w:r>
      <w:r>
        <w:rPr>
          <w:noProof/>
          <w:rtl/>
        </w:rPr>
        <w:tab/>
      </w:r>
      <w:r w:rsidRPr="00CA52B4">
        <w:rPr>
          <w:noProof/>
          <w:rtl/>
        </w:rPr>
        <w:t>378</w:t>
      </w:r>
    </w:p>
    <w:p w:rsidR="00843DF1" w:rsidRDefault="00843DF1" w:rsidP="00AB3F16">
      <w:pPr>
        <w:pStyle w:val="libNormal"/>
        <w:rPr>
          <w:noProof/>
        </w:rPr>
      </w:pPr>
      <w:r w:rsidRPr="00CA52B4">
        <w:rPr>
          <w:noProof/>
          <w:rtl/>
        </w:rPr>
        <w:t>عبد الله بن عمرو بن كبشة</w:t>
      </w:r>
      <w:r>
        <w:rPr>
          <w:noProof/>
          <w:rtl/>
        </w:rPr>
        <w:tab/>
      </w:r>
      <w:r w:rsidRPr="00CA52B4">
        <w:rPr>
          <w:noProof/>
          <w:rtl/>
        </w:rPr>
        <w:t>379</w:t>
      </w:r>
    </w:p>
    <w:p w:rsidR="00843DF1" w:rsidRDefault="00843DF1" w:rsidP="00AB3F16">
      <w:pPr>
        <w:pStyle w:val="libNormal"/>
        <w:rPr>
          <w:noProof/>
        </w:rPr>
      </w:pPr>
      <w:r w:rsidRPr="00CA52B4">
        <w:rPr>
          <w:noProof/>
          <w:rtl/>
        </w:rPr>
        <w:t>عبد الله بن عمرو بن محصن</w:t>
      </w:r>
    </w:p>
    <w:p w:rsidR="00843DF1" w:rsidRDefault="00843DF1" w:rsidP="00AB3F16">
      <w:pPr>
        <w:pStyle w:val="libNormal"/>
        <w:rPr>
          <w:noProof/>
        </w:rPr>
      </w:pPr>
      <w:r w:rsidRPr="00CA52B4">
        <w:rPr>
          <w:noProof/>
          <w:rtl/>
        </w:rPr>
        <w:t xml:space="preserve">عبد الله بن عمرو </w:t>
      </w:r>
      <w:r>
        <w:rPr>
          <w:noProof/>
          <w:rtl/>
        </w:rPr>
        <w:t>(</w:t>
      </w:r>
      <w:r w:rsidRPr="00CA52B4">
        <w:rPr>
          <w:noProof/>
          <w:rtl/>
        </w:rPr>
        <w:t>الكواء</w:t>
      </w:r>
      <w:r>
        <w:rPr>
          <w:noProof/>
          <w:rtl/>
        </w:rPr>
        <w:t>)</w:t>
      </w:r>
    </w:p>
    <w:p w:rsidR="00843DF1" w:rsidRDefault="00843DF1" w:rsidP="00AB3F16">
      <w:pPr>
        <w:pStyle w:val="libNormal"/>
        <w:rPr>
          <w:noProof/>
        </w:rPr>
      </w:pPr>
      <w:r w:rsidRPr="00CA52B4">
        <w:rPr>
          <w:noProof/>
          <w:rtl/>
        </w:rPr>
        <w:t>عبد الله بن عمرو بن هند</w:t>
      </w:r>
      <w:r>
        <w:rPr>
          <w:noProof/>
          <w:rtl/>
        </w:rPr>
        <w:tab/>
      </w:r>
      <w:r w:rsidRPr="00CA52B4">
        <w:rPr>
          <w:noProof/>
          <w:rtl/>
        </w:rPr>
        <w:t>380</w:t>
      </w:r>
    </w:p>
    <w:p w:rsidR="00843DF1" w:rsidRDefault="00843DF1" w:rsidP="00AB3F16">
      <w:pPr>
        <w:pStyle w:val="libNormal"/>
        <w:rPr>
          <w:noProof/>
        </w:rPr>
      </w:pPr>
      <w:r w:rsidRPr="00CA52B4">
        <w:rPr>
          <w:noProof/>
          <w:rtl/>
        </w:rPr>
        <w:t>عبد الله بن عميرة</w:t>
      </w:r>
    </w:p>
    <w:p w:rsidR="00843DF1" w:rsidRDefault="00843DF1" w:rsidP="00AB3F16">
      <w:pPr>
        <w:pStyle w:val="libNormal"/>
        <w:rPr>
          <w:noProof/>
        </w:rPr>
      </w:pPr>
      <w:r w:rsidRPr="00CA52B4">
        <w:rPr>
          <w:noProof/>
          <w:rtl/>
        </w:rPr>
        <w:t>عبد الله بن قلع الأحمسي</w:t>
      </w:r>
      <w:r>
        <w:rPr>
          <w:noProof/>
          <w:rtl/>
        </w:rPr>
        <w:tab/>
      </w:r>
      <w:r w:rsidRPr="00CA52B4">
        <w:rPr>
          <w:noProof/>
          <w:rtl/>
        </w:rPr>
        <w:t>381</w:t>
      </w:r>
    </w:p>
    <w:p w:rsidR="00843DF1" w:rsidRDefault="00843DF1" w:rsidP="00AB3F16">
      <w:pPr>
        <w:pStyle w:val="libNormal"/>
        <w:rPr>
          <w:noProof/>
        </w:rPr>
      </w:pPr>
      <w:r w:rsidRPr="00CA52B4">
        <w:rPr>
          <w:noProof/>
          <w:rtl/>
        </w:rPr>
        <w:t>عبد الله بن عوف بن الأحمر</w:t>
      </w:r>
    </w:p>
    <w:p w:rsidR="00843DF1" w:rsidRDefault="00843DF1" w:rsidP="00AB3F16">
      <w:pPr>
        <w:pStyle w:val="libNormal"/>
        <w:rPr>
          <w:noProof/>
        </w:rPr>
      </w:pPr>
      <w:r w:rsidRPr="00CA52B4">
        <w:rPr>
          <w:noProof/>
          <w:rtl/>
        </w:rPr>
        <w:t>عبد الله بن قعين اليماني</w:t>
      </w:r>
    </w:p>
    <w:p w:rsidR="00843DF1" w:rsidRDefault="00843DF1" w:rsidP="00AB3F16">
      <w:pPr>
        <w:pStyle w:val="libNormal"/>
        <w:rPr>
          <w:noProof/>
        </w:rPr>
      </w:pPr>
      <w:r w:rsidRPr="00CA52B4">
        <w:rPr>
          <w:noProof/>
          <w:rtl/>
        </w:rPr>
        <w:t>عبد الله بن قيس ، أبو موسى</w:t>
      </w:r>
      <w:r>
        <w:rPr>
          <w:noProof/>
          <w:rtl/>
        </w:rPr>
        <w:tab/>
      </w:r>
      <w:r w:rsidRPr="00CA52B4">
        <w:rPr>
          <w:noProof/>
          <w:rtl/>
        </w:rPr>
        <w:t>382</w:t>
      </w:r>
    </w:p>
    <w:p w:rsidR="00843DF1" w:rsidRPr="00CA52B4" w:rsidRDefault="00843DF1" w:rsidP="00AB3F16">
      <w:pPr>
        <w:pStyle w:val="libNormal"/>
        <w:rPr>
          <w:noProof/>
          <w:rtl/>
        </w:rPr>
      </w:pPr>
      <w:r w:rsidRPr="00CA52B4">
        <w:rPr>
          <w:noProof/>
          <w:rtl/>
        </w:rPr>
        <w:t>عبد الله بن كعب المرادي</w:t>
      </w:r>
      <w:r>
        <w:rPr>
          <w:noProof/>
          <w:rtl/>
        </w:rPr>
        <w:tab/>
      </w:r>
      <w:r w:rsidRPr="00CA52B4">
        <w:rPr>
          <w:noProof/>
          <w:rtl/>
        </w:rPr>
        <w:t>383</w:t>
      </w:r>
    </w:p>
    <w:p w:rsidR="00843DF1" w:rsidRDefault="00843DF1" w:rsidP="00AB3F16">
      <w:pPr>
        <w:pStyle w:val="libNormal"/>
        <w:rPr>
          <w:noProof/>
        </w:rPr>
      </w:pPr>
      <w:r>
        <w:rPr>
          <w:noProof/>
          <w:rtl/>
        </w:rPr>
        <w:br w:type="page"/>
      </w:r>
      <w:r w:rsidRPr="00CA52B4">
        <w:rPr>
          <w:noProof/>
          <w:rtl/>
        </w:rPr>
        <w:lastRenderedPageBreak/>
        <w:t>عبد الله بن كعب</w:t>
      </w:r>
      <w:r>
        <w:rPr>
          <w:noProof/>
          <w:rtl/>
        </w:rPr>
        <w:tab/>
      </w:r>
      <w:r w:rsidRPr="00CA52B4">
        <w:rPr>
          <w:noProof/>
          <w:rtl/>
        </w:rPr>
        <w:t>384</w:t>
      </w:r>
    </w:p>
    <w:p w:rsidR="00843DF1" w:rsidRDefault="00843DF1" w:rsidP="00AB3F16">
      <w:pPr>
        <w:pStyle w:val="libNormal"/>
        <w:rPr>
          <w:noProof/>
        </w:rPr>
      </w:pPr>
      <w:r w:rsidRPr="00CA52B4">
        <w:rPr>
          <w:noProof/>
          <w:rtl/>
        </w:rPr>
        <w:t>عبد الله بن أبي ليلى</w:t>
      </w:r>
    </w:p>
    <w:p w:rsidR="00843DF1" w:rsidRDefault="00843DF1" w:rsidP="00AB3F16">
      <w:pPr>
        <w:pStyle w:val="libNormal"/>
        <w:rPr>
          <w:noProof/>
        </w:rPr>
      </w:pPr>
      <w:r w:rsidRPr="00CA52B4">
        <w:rPr>
          <w:noProof/>
          <w:rtl/>
        </w:rPr>
        <w:t>عبد الله بن مالك</w:t>
      </w:r>
    </w:p>
    <w:p w:rsidR="00843DF1" w:rsidRDefault="00843DF1" w:rsidP="00AB3F16">
      <w:pPr>
        <w:pStyle w:val="libNormal"/>
        <w:rPr>
          <w:noProof/>
        </w:rPr>
      </w:pPr>
      <w:r w:rsidRPr="00CA52B4">
        <w:rPr>
          <w:noProof/>
          <w:rtl/>
        </w:rPr>
        <w:t>عبد الله بن مالك بن أبي الأسحم</w:t>
      </w:r>
    </w:p>
    <w:p w:rsidR="00843DF1" w:rsidRDefault="00843DF1" w:rsidP="00AB3F16">
      <w:pPr>
        <w:pStyle w:val="libNormal"/>
        <w:rPr>
          <w:noProof/>
        </w:rPr>
      </w:pPr>
      <w:r w:rsidRPr="00CA52B4">
        <w:rPr>
          <w:noProof/>
          <w:rtl/>
        </w:rPr>
        <w:t>عبد الله بن محل</w:t>
      </w:r>
      <w:r>
        <w:rPr>
          <w:noProof/>
          <w:rtl/>
        </w:rPr>
        <w:tab/>
      </w:r>
      <w:r w:rsidRPr="00CA52B4">
        <w:rPr>
          <w:noProof/>
          <w:rtl/>
        </w:rPr>
        <w:t>385</w:t>
      </w:r>
    </w:p>
    <w:p w:rsidR="00843DF1" w:rsidRDefault="00843DF1" w:rsidP="00AB3F16">
      <w:pPr>
        <w:pStyle w:val="libNormal"/>
        <w:rPr>
          <w:noProof/>
        </w:rPr>
      </w:pPr>
      <w:r w:rsidRPr="00CA52B4">
        <w:rPr>
          <w:noProof/>
          <w:rtl/>
        </w:rPr>
        <w:t>عبد الله بن محمد بن جبير</w:t>
      </w:r>
    </w:p>
    <w:p w:rsidR="00843DF1" w:rsidRDefault="00843DF1" w:rsidP="00AB3F16">
      <w:pPr>
        <w:pStyle w:val="libNormal"/>
        <w:rPr>
          <w:noProof/>
        </w:rPr>
      </w:pPr>
      <w:r w:rsidRPr="00CA52B4">
        <w:rPr>
          <w:noProof/>
          <w:rtl/>
        </w:rPr>
        <w:t>عبد الله بن مسعود</w:t>
      </w:r>
    </w:p>
    <w:p w:rsidR="00843DF1" w:rsidRDefault="00843DF1" w:rsidP="00AB3F16">
      <w:pPr>
        <w:pStyle w:val="libNormal"/>
        <w:rPr>
          <w:noProof/>
        </w:rPr>
      </w:pPr>
      <w:r w:rsidRPr="00CA52B4">
        <w:rPr>
          <w:noProof/>
          <w:rtl/>
        </w:rPr>
        <w:t>عبد الله بن المعتم</w:t>
      </w:r>
      <w:r>
        <w:rPr>
          <w:noProof/>
          <w:rtl/>
        </w:rPr>
        <w:tab/>
      </w:r>
      <w:r w:rsidRPr="00CA52B4">
        <w:rPr>
          <w:noProof/>
          <w:rtl/>
        </w:rPr>
        <w:t>387</w:t>
      </w:r>
    </w:p>
    <w:p w:rsidR="00843DF1" w:rsidRDefault="00843DF1" w:rsidP="00AB3F16">
      <w:pPr>
        <w:pStyle w:val="libNormal"/>
        <w:rPr>
          <w:noProof/>
        </w:rPr>
      </w:pPr>
      <w:r w:rsidRPr="00CA52B4">
        <w:rPr>
          <w:noProof/>
          <w:rtl/>
        </w:rPr>
        <w:t>عبد الله بن معقل بن مقرن</w:t>
      </w:r>
    </w:p>
    <w:p w:rsidR="00843DF1" w:rsidRDefault="00843DF1" w:rsidP="00AB3F16">
      <w:pPr>
        <w:pStyle w:val="libNormal"/>
        <w:rPr>
          <w:noProof/>
        </w:rPr>
      </w:pPr>
      <w:r w:rsidRPr="00CA52B4">
        <w:rPr>
          <w:noProof/>
          <w:rtl/>
        </w:rPr>
        <w:t>عبد الله بن مليل</w:t>
      </w:r>
      <w:r>
        <w:rPr>
          <w:noProof/>
          <w:rtl/>
        </w:rPr>
        <w:tab/>
      </w:r>
      <w:r w:rsidRPr="00CA52B4">
        <w:rPr>
          <w:noProof/>
          <w:rtl/>
        </w:rPr>
        <w:t>388</w:t>
      </w:r>
    </w:p>
    <w:p w:rsidR="00843DF1" w:rsidRDefault="00843DF1" w:rsidP="00AB3F16">
      <w:pPr>
        <w:pStyle w:val="libNormal"/>
        <w:rPr>
          <w:noProof/>
        </w:rPr>
      </w:pPr>
      <w:r w:rsidRPr="00CA52B4">
        <w:rPr>
          <w:noProof/>
          <w:rtl/>
        </w:rPr>
        <w:t>عبد الله بن نجي</w:t>
      </w:r>
    </w:p>
    <w:p w:rsidR="00843DF1" w:rsidRDefault="00843DF1" w:rsidP="00AB3F16">
      <w:pPr>
        <w:pStyle w:val="libNormal"/>
        <w:rPr>
          <w:noProof/>
        </w:rPr>
      </w:pPr>
      <w:r w:rsidRPr="00CA52B4">
        <w:rPr>
          <w:noProof/>
          <w:rtl/>
        </w:rPr>
        <w:t>عبد الله بن نهيك</w:t>
      </w:r>
      <w:r>
        <w:rPr>
          <w:noProof/>
          <w:rtl/>
        </w:rPr>
        <w:tab/>
      </w:r>
      <w:r w:rsidRPr="00CA52B4">
        <w:rPr>
          <w:noProof/>
          <w:rtl/>
        </w:rPr>
        <w:t>389</w:t>
      </w:r>
    </w:p>
    <w:p w:rsidR="00843DF1" w:rsidRDefault="00843DF1" w:rsidP="00AB3F16">
      <w:pPr>
        <w:pStyle w:val="libNormal"/>
        <w:rPr>
          <w:noProof/>
        </w:rPr>
      </w:pPr>
      <w:r w:rsidRPr="00CA52B4">
        <w:rPr>
          <w:noProof/>
          <w:rtl/>
        </w:rPr>
        <w:t>عبد الله بن هاشم المرقال</w:t>
      </w:r>
    </w:p>
    <w:p w:rsidR="00843DF1" w:rsidRDefault="00843DF1" w:rsidP="00AB3F16">
      <w:pPr>
        <w:pStyle w:val="libNormal"/>
        <w:rPr>
          <w:noProof/>
        </w:rPr>
      </w:pPr>
      <w:r w:rsidRPr="00CA52B4">
        <w:rPr>
          <w:noProof/>
          <w:rtl/>
        </w:rPr>
        <w:t>عبد الله الوراس</w:t>
      </w:r>
      <w:r>
        <w:rPr>
          <w:noProof/>
          <w:rtl/>
        </w:rPr>
        <w:tab/>
      </w:r>
      <w:r w:rsidRPr="00CA52B4">
        <w:rPr>
          <w:noProof/>
          <w:rtl/>
        </w:rPr>
        <w:t>390</w:t>
      </w:r>
    </w:p>
    <w:p w:rsidR="00843DF1" w:rsidRDefault="00843DF1" w:rsidP="00AB3F16">
      <w:pPr>
        <w:pStyle w:val="libNormal"/>
        <w:rPr>
          <w:noProof/>
        </w:rPr>
      </w:pPr>
      <w:r w:rsidRPr="00CA52B4">
        <w:rPr>
          <w:noProof/>
          <w:rtl/>
        </w:rPr>
        <w:t>عبد الله بن وهب الراسي</w:t>
      </w:r>
    </w:p>
    <w:p w:rsidR="00843DF1" w:rsidRDefault="00843DF1" w:rsidP="00AB3F16">
      <w:pPr>
        <w:pStyle w:val="libNormal"/>
        <w:rPr>
          <w:noProof/>
        </w:rPr>
      </w:pPr>
      <w:r w:rsidRPr="00CA52B4">
        <w:rPr>
          <w:noProof/>
          <w:rtl/>
        </w:rPr>
        <w:t>عبد الله بن يحيى</w:t>
      </w:r>
    </w:p>
    <w:p w:rsidR="00843DF1" w:rsidRDefault="00843DF1" w:rsidP="00AB3F16">
      <w:pPr>
        <w:pStyle w:val="libNormal"/>
        <w:rPr>
          <w:noProof/>
        </w:rPr>
      </w:pPr>
      <w:r w:rsidRPr="00CA52B4">
        <w:rPr>
          <w:noProof/>
          <w:rtl/>
        </w:rPr>
        <w:t>عبد الله بن يزيد بن زيد</w:t>
      </w:r>
      <w:r>
        <w:rPr>
          <w:noProof/>
          <w:rtl/>
        </w:rPr>
        <w:tab/>
      </w:r>
      <w:r w:rsidRPr="00CA52B4">
        <w:rPr>
          <w:noProof/>
          <w:rtl/>
        </w:rPr>
        <w:t>391</w:t>
      </w:r>
    </w:p>
    <w:p w:rsidR="00843DF1" w:rsidRDefault="00843DF1" w:rsidP="00AB3F16">
      <w:pPr>
        <w:pStyle w:val="libNormal"/>
        <w:rPr>
          <w:noProof/>
        </w:rPr>
      </w:pPr>
      <w:r w:rsidRPr="00CA52B4">
        <w:rPr>
          <w:noProof/>
          <w:rtl/>
        </w:rPr>
        <w:t>عبد الله بن يسار الجهني</w:t>
      </w:r>
      <w:r>
        <w:rPr>
          <w:noProof/>
          <w:rtl/>
        </w:rPr>
        <w:tab/>
      </w:r>
      <w:r w:rsidRPr="00CA52B4">
        <w:rPr>
          <w:noProof/>
          <w:rtl/>
        </w:rPr>
        <w:t>392</w:t>
      </w:r>
    </w:p>
    <w:p w:rsidR="00843DF1" w:rsidRDefault="00843DF1" w:rsidP="00AB3F16">
      <w:pPr>
        <w:pStyle w:val="libNormal"/>
        <w:rPr>
          <w:noProof/>
        </w:rPr>
      </w:pPr>
      <w:r w:rsidRPr="00CA52B4">
        <w:rPr>
          <w:noProof/>
          <w:rtl/>
        </w:rPr>
        <w:t>عبد الله بن يعلى</w:t>
      </w:r>
    </w:p>
    <w:p w:rsidR="00843DF1" w:rsidRDefault="00843DF1" w:rsidP="00AB3F16">
      <w:pPr>
        <w:pStyle w:val="libNormal"/>
        <w:rPr>
          <w:noProof/>
        </w:rPr>
      </w:pPr>
      <w:r w:rsidRPr="00CA52B4">
        <w:rPr>
          <w:noProof/>
          <w:rtl/>
        </w:rPr>
        <w:t>عبد المطلب بن ربيعة</w:t>
      </w:r>
    </w:p>
    <w:p w:rsidR="00843DF1" w:rsidRDefault="00843DF1" w:rsidP="00AB3F16">
      <w:pPr>
        <w:pStyle w:val="libNormal"/>
        <w:rPr>
          <w:noProof/>
        </w:rPr>
      </w:pPr>
      <w:r w:rsidRPr="00CA52B4">
        <w:rPr>
          <w:noProof/>
          <w:rtl/>
        </w:rPr>
        <w:t>عبد الملك بن أبي ذر</w:t>
      </w:r>
      <w:r>
        <w:rPr>
          <w:noProof/>
          <w:rtl/>
        </w:rPr>
        <w:tab/>
      </w:r>
      <w:r w:rsidRPr="00CA52B4">
        <w:rPr>
          <w:noProof/>
          <w:rtl/>
        </w:rPr>
        <w:t>393</w:t>
      </w:r>
    </w:p>
    <w:p w:rsidR="00843DF1" w:rsidRDefault="00843DF1" w:rsidP="00AB3F16">
      <w:pPr>
        <w:pStyle w:val="libNormal"/>
        <w:rPr>
          <w:noProof/>
        </w:rPr>
      </w:pPr>
      <w:r w:rsidRPr="00CA52B4">
        <w:rPr>
          <w:noProof/>
          <w:rtl/>
        </w:rPr>
        <w:t>عبد الملك بن المغيرة</w:t>
      </w:r>
    </w:p>
    <w:p w:rsidR="00843DF1" w:rsidRDefault="00843DF1" w:rsidP="00AB3F16">
      <w:pPr>
        <w:pStyle w:val="libNormal"/>
        <w:rPr>
          <w:noProof/>
        </w:rPr>
      </w:pPr>
      <w:r w:rsidRPr="00CA52B4">
        <w:rPr>
          <w:noProof/>
          <w:rtl/>
        </w:rPr>
        <w:t>عبد الواحد بن عبد الواحد</w:t>
      </w:r>
      <w:r>
        <w:rPr>
          <w:noProof/>
          <w:rtl/>
        </w:rPr>
        <w:tab/>
      </w:r>
      <w:r w:rsidRPr="00CA52B4">
        <w:rPr>
          <w:noProof/>
          <w:rtl/>
        </w:rPr>
        <w:t>394</w:t>
      </w:r>
    </w:p>
    <w:p w:rsidR="00843DF1" w:rsidRDefault="00843DF1" w:rsidP="00AB3F16">
      <w:pPr>
        <w:pStyle w:val="libNormal"/>
        <w:rPr>
          <w:noProof/>
        </w:rPr>
      </w:pPr>
      <w:r w:rsidRPr="00CA52B4">
        <w:rPr>
          <w:noProof/>
          <w:rtl/>
        </w:rPr>
        <w:t>عبيد بن بشر الكلب</w:t>
      </w:r>
    </w:p>
    <w:p w:rsidR="00843DF1" w:rsidRDefault="00843DF1" w:rsidP="00AB3F16">
      <w:pPr>
        <w:pStyle w:val="libNormal"/>
        <w:rPr>
          <w:noProof/>
        </w:rPr>
      </w:pPr>
      <w:r w:rsidRPr="00CA52B4">
        <w:rPr>
          <w:noProof/>
          <w:rtl/>
        </w:rPr>
        <w:t>عبيد بن التيهان</w:t>
      </w:r>
    </w:p>
    <w:p w:rsidR="00843DF1" w:rsidRDefault="00843DF1" w:rsidP="00AB3F16">
      <w:pPr>
        <w:pStyle w:val="libNormal"/>
        <w:rPr>
          <w:noProof/>
        </w:rPr>
      </w:pPr>
      <w:r w:rsidRPr="00CA52B4">
        <w:rPr>
          <w:noProof/>
          <w:rtl/>
        </w:rPr>
        <w:t>عبيد بن أبي الجعد الغطفاني</w:t>
      </w:r>
      <w:r>
        <w:rPr>
          <w:noProof/>
          <w:rtl/>
        </w:rPr>
        <w:tab/>
      </w:r>
      <w:r w:rsidRPr="00CA52B4">
        <w:rPr>
          <w:noProof/>
          <w:rtl/>
        </w:rPr>
        <w:t>395</w:t>
      </w:r>
    </w:p>
    <w:p w:rsidR="00843DF1" w:rsidRDefault="00843DF1" w:rsidP="00AB3F16">
      <w:pPr>
        <w:pStyle w:val="libNormal"/>
        <w:rPr>
          <w:noProof/>
        </w:rPr>
      </w:pPr>
      <w:r w:rsidRPr="00CA52B4">
        <w:rPr>
          <w:noProof/>
          <w:rtl/>
        </w:rPr>
        <w:t>عبيد بن حمران</w:t>
      </w:r>
    </w:p>
    <w:p w:rsidR="00843DF1" w:rsidRDefault="00843DF1" w:rsidP="00AB3F16">
      <w:pPr>
        <w:pStyle w:val="libNormal"/>
        <w:rPr>
          <w:noProof/>
        </w:rPr>
      </w:pPr>
      <w:r w:rsidRPr="00CA52B4">
        <w:rPr>
          <w:noProof/>
          <w:rtl/>
        </w:rPr>
        <w:t>عبيد بن خالد السلمي</w:t>
      </w:r>
    </w:p>
    <w:p w:rsidR="00843DF1" w:rsidRDefault="00843DF1" w:rsidP="00AB3F16">
      <w:pPr>
        <w:pStyle w:val="libNormal"/>
        <w:rPr>
          <w:noProof/>
        </w:rPr>
      </w:pPr>
      <w:r w:rsidRPr="00CA52B4">
        <w:rPr>
          <w:noProof/>
          <w:rtl/>
        </w:rPr>
        <w:t>عبيد بن حنين</w:t>
      </w:r>
      <w:r>
        <w:rPr>
          <w:noProof/>
          <w:rtl/>
        </w:rPr>
        <w:tab/>
      </w:r>
      <w:r w:rsidRPr="00CA52B4">
        <w:rPr>
          <w:noProof/>
          <w:rtl/>
        </w:rPr>
        <w:t>396</w:t>
      </w:r>
    </w:p>
    <w:p w:rsidR="00843DF1" w:rsidRPr="00CA52B4" w:rsidRDefault="00843DF1" w:rsidP="00AB3F16">
      <w:pPr>
        <w:pStyle w:val="libNormal"/>
        <w:rPr>
          <w:noProof/>
          <w:rtl/>
        </w:rPr>
      </w:pPr>
      <w:r w:rsidRPr="00CA52B4">
        <w:rPr>
          <w:noProof/>
          <w:rtl/>
        </w:rPr>
        <w:t>عبيد بن عبد الجدلي</w:t>
      </w:r>
    </w:p>
    <w:p w:rsidR="00843DF1" w:rsidRDefault="00843DF1" w:rsidP="00AB3F16">
      <w:pPr>
        <w:pStyle w:val="libNormal"/>
        <w:rPr>
          <w:noProof/>
        </w:rPr>
      </w:pPr>
      <w:r>
        <w:rPr>
          <w:noProof/>
          <w:rtl/>
        </w:rPr>
        <w:br w:type="page"/>
      </w:r>
      <w:r w:rsidRPr="00CA52B4">
        <w:rPr>
          <w:noProof/>
          <w:rtl/>
        </w:rPr>
        <w:lastRenderedPageBreak/>
        <w:t>عبيد بن عمرو الخارقي</w:t>
      </w:r>
      <w:r>
        <w:rPr>
          <w:noProof/>
          <w:rtl/>
        </w:rPr>
        <w:tab/>
      </w:r>
      <w:r w:rsidRPr="00CA52B4">
        <w:rPr>
          <w:noProof/>
          <w:rtl/>
        </w:rPr>
        <w:t>397</w:t>
      </w:r>
    </w:p>
    <w:p w:rsidR="00843DF1" w:rsidRDefault="00843DF1" w:rsidP="00AB3F16">
      <w:pPr>
        <w:pStyle w:val="libNormal"/>
        <w:rPr>
          <w:noProof/>
        </w:rPr>
      </w:pPr>
      <w:r w:rsidRPr="00CA52B4">
        <w:rPr>
          <w:noProof/>
          <w:rtl/>
        </w:rPr>
        <w:t>عبيد بن عمير بن قتادة</w:t>
      </w:r>
    </w:p>
    <w:p w:rsidR="00843DF1" w:rsidRDefault="00843DF1" w:rsidP="00AB3F16">
      <w:pPr>
        <w:pStyle w:val="libNormal"/>
        <w:rPr>
          <w:noProof/>
        </w:rPr>
      </w:pPr>
      <w:r w:rsidRPr="00CA52B4">
        <w:rPr>
          <w:noProof/>
          <w:rtl/>
        </w:rPr>
        <w:t>عبيد بن كرب العبسي</w:t>
      </w:r>
    </w:p>
    <w:p w:rsidR="00843DF1" w:rsidRDefault="00843DF1" w:rsidP="00AB3F16">
      <w:pPr>
        <w:pStyle w:val="libNormal"/>
        <w:rPr>
          <w:noProof/>
        </w:rPr>
      </w:pPr>
      <w:r w:rsidRPr="00CA52B4">
        <w:rPr>
          <w:noProof/>
          <w:rtl/>
        </w:rPr>
        <w:t>عبيد بن نضلة الخزاعي</w:t>
      </w:r>
      <w:r>
        <w:rPr>
          <w:noProof/>
          <w:rtl/>
        </w:rPr>
        <w:tab/>
      </w:r>
      <w:r w:rsidRPr="00CA52B4">
        <w:rPr>
          <w:noProof/>
          <w:rtl/>
        </w:rPr>
        <w:t>398</w:t>
      </w:r>
    </w:p>
    <w:p w:rsidR="00843DF1" w:rsidRDefault="00843DF1" w:rsidP="00AB3F16">
      <w:pPr>
        <w:pStyle w:val="libNormal"/>
        <w:rPr>
          <w:noProof/>
        </w:rPr>
      </w:pPr>
      <w:r w:rsidRPr="00CA52B4">
        <w:rPr>
          <w:noProof/>
          <w:rtl/>
        </w:rPr>
        <w:t>عبيد أبو هريم</w:t>
      </w:r>
    </w:p>
    <w:p w:rsidR="00843DF1" w:rsidRDefault="00843DF1" w:rsidP="00AB3F16">
      <w:pPr>
        <w:pStyle w:val="libNormal"/>
        <w:rPr>
          <w:noProof/>
        </w:rPr>
      </w:pPr>
      <w:r w:rsidRPr="00CA52B4">
        <w:rPr>
          <w:noProof/>
          <w:rtl/>
        </w:rPr>
        <w:t>عبيدة بن عمرو</w:t>
      </w:r>
    </w:p>
    <w:p w:rsidR="00843DF1" w:rsidRDefault="00843DF1" w:rsidP="00AB3F16">
      <w:pPr>
        <w:pStyle w:val="libNormal"/>
        <w:rPr>
          <w:noProof/>
        </w:rPr>
      </w:pPr>
      <w:r w:rsidRPr="00CA52B4">
        <w:rPr>
          <w:noProof/>
          <w:rtl/>
        </w:rPr>
        <w:t>عبيد الله بن الحر بن عمرو</w:t>
      </w:r>
      <w:r>
        <w:rPr>
          <w:noProof/>
          <w:rtl/>
        </w:rPr>
        <w:tab/>
      </w:r>
      <w:r w:rsidRPr="00CA52B4">
        <w:rPr>
          <w:noProof/>
          <w:rtl/>
        </w:rPr>
        <w:t>399</w:t>
      </w:r>
    </w:p>
    <w:p w:rsidR="00843DF1" w:rsidRDefault="00843DF1" w:rsidP="00AB3F16">
      <w:pPr>
        <w:pStyle w:val="libNormal"/>
        <w:rPr>
          <w:noProof/>
        </w:rPr>
      </w:pPr>
      <w:r w:rsidRPr="00CA52B4">
        <w:rPr>
          <w:noProof/>
          <w:rtl/>
        </w:rPr>
        <w:t>عبيد الله عتبة عوف</w:t>
      </w:r>
      <w:r>
        <w:rPr>
          <w:noProof/>
          <w:rtl/>
        </w:rPr>
        <w:tab/>
      </w:r>
      <w:r w:rsidRPr="00CA52B4">
        <w:rPr>
          <w:noProof/>
          <w:rtl/>
        </w:rPr>
        <w:t>400</w:t>
      </w:r>
    </w:p>
    <w:p w:rsidR="00843DF1" w:rsidRDefault="00843DF1" w:rsidP="00AB3F16">
      <w:pPr>
        <w:pStyle w:val="libNormal"/>
        <w:rPr>
          <w:noProof/>
        </w:rPr>
      </w:pPr>
      <w:r w:rsidRPr="00CA52B4">
        <w:rPr>
          <w:noProof/>
          <w:rtl/>
        </w:rPr>
        <w:t>مالك أبناء جويرية الأزدي</w:t>
      </w:r>
    </w:p>
    <w:p w:rsidR="00843DF1" w:rsidRDefault="00843DF1" w:rsidP="00AB3F16">
      <w:pPr>
        <w:pStyle w:val="libNormal"/>
        <w:rPr>
          <w:noProof/>
        </w:rPr>
      </w:pPr>
      <w:r w:rsidRPr="00CA52B4">
        <w:rPr>
          <w:noProof/>
          <w:rtl/>
        </w:rPr>
        <w:t>عبيد الله بن خليفة</w:t>
      </w:r>
    </w:p>
    <w:p w:rsidR="00843DF1" w:rsidRDefault="00843DF1" w:rsidP="00AB3F16">
      <w:pPr>
        <w:pStyle w:val="libNormal"/>
        <w:rPr>
          <w:noProof/>
        </w:rPr>
      </w:pPr>
      <w:r w:rsidRPr="00CA52B4">
        <w:rPr>
          <w:noProof/>
          <w:rtl/>
        </w:rPr>
        <w:t>عبيد الله بن أبي رافع</w:t>
      </w:r>
      <w:r>
        <w:rPr>
          <w:noProof/>
          <w:rtl/>
        </w:rPr>
        <w:tab/>
      </w:r>
      <w:r w:rsidRPr="00CA52B4">
        <w:rPr>
          <w:noProof/>
          <w:rtl/>
        </w:rPr>
        <w:t>401</w:t>
      </w:r>
    </w:p>
    <w:p w:rsidR="00843DF1" w:rsidRDefault="00843DF1" w:rsidP="00AB3F16">
      <w:pPr>
        <w:pStyle w:val="libNormal"/>
        <w:rPr>
          <w:noProof/>
        </w:rPr>
      </w:pPr>
      <w:r w:rsidRPr="00CA52B4">
        <w:rPr>
          <w:noProof/>
          <w:rtl/>
        </w:rPr>
        <w:t>عبيد الله بن زياد بن أبيه</w:t>
      </w:r>
      <w:r>
        <w:rPr>
          <w:noProof/>
          <w:rtl/>
        </w:rPr>
        <w:tab/>
      </w:r>
      <w:r w:rsidRPr="00CA52B4">
        <w:rPr>
          <w:noProof/>
          <w:rtl/>
        </w:rPr>
        <w:t>402</w:t>
      </w:r>
    </w:p>
    <w:p w:rsidR="00843DF1" w:rsidRDefault="00843DF1" w:rsidP="00AB3F16">
      <w:pPr>
        <w:pStyle w:val="libNormal"/>
        <w:rPr>
          <w:noProof/>
        </w:rPr>
      </w:pPr>
      <w:r w:rsidRPr="00CA52B4">
        <w:rPr>
          <w:noProof/>
          <w:rtl/>
        </w:rPr>
        <w:t>عبيد الله بن سالم</w:t>
      </w:r>
      <w:r>
        <w:rPr>
          <w:noProof/>
          <w:rtl/>
        </w:rPr>
        <w:tab/>
      </w:r>
      <w:r w:rsidRPr="00CA52B4">
        <w:rPr>
          <w:noProof/>
          <w:rtl/>
        </w:rPr>
        <w:t>403</w:t>
      </w:r>
    </w:p>
    <w:p w:rsidR="00843DF1" w:rsidRDefault="00843DF1" w:rsidP="00AB3F16">
      <w:pPr>
        <w:pStyle w:val="libNormal"/>
        <w:rPr>
          <w:noProof/>
        </w:rPr>
      </w:pPr>
      <w:r w:rsidRPr="00CA52B4">
        <w:rPr>
          <w:noProof/>
          <w:rtl/>
        </w:rPr>
        <w:t>عبيد الله بن سويد</w:t>
      </w:r>
    </w:p>
    <w:p w:rsidR="00843DF1" w:rsidRDefault="00843DF1" w:rsidP="00AB3F16">
      <w:pPr>
        <w:pStyle w:val="libNormal"/>
        <w:rPr>
          <w:noProof/>
        </w:rPr>
      </w:pPr>
      <w:r w:rsidRPr="00CA52B4">
        <w:rPr>
          <w:noProof/>
          <w:rtl/>
        </w:rPr>
        <w:t>عبيد الله بن العباس</w:t>
      </w:r>
      <w:r>
        <w:rPr>
          <w:noProof/>
          <w:rtl/>
        </w:rPr>
        <w:tab/>
      </w:r>
      <w:r w:rsidRPr="00CA52B4">
        <w:rPr>
          <w:noProof/>
          <w:rtl/>
        </w:rPr>
        <w:t>404</w:t>
      </w:r>
    </w:p>
    <w:p w:rsidR="00843DF1" w:rsidRDefault="00843DF1" w:rsidP="00AB3F16">
      <w:pPr>
        <w:pStyle w:val="libNormal"/>
        <w:rPr>
          <w:noProof/>
        </w:rPr>
      </w:pPr>
      <w:r w:rsidRPr="00CA52B4">
        <w:rPr>
          <w:noProof/>
          <w:rtl/>
        </w:rPr>
        <w:t>عبيد الله بن عدي بن الخيار</w:t>
      </w:r>
      <w:r>
        <w:rPr>
          <w:noProof/>
          <w:rtl/>
        </w:rPr>
        <w:tab/>
      </w:r>
      <w:r w:rsidRPr="00CA52B4">
        <w:rPr>
          <w:noProof/>
          <w:rtl/>
        </w:rPr>
        <w:t>405</w:t>
      </w:r>
    </w:p>
    <w:p w:rsidR="00843DF1" w:rsidRDefault="00843DF1" w:rsidP="00AB3F16">
      <w:pPr>
        <w:pStyle w:val="libNormal"/>
        <w:rPr>
          <w:noProof/>
        </w:rPr>
      </w:pPr>
      <w:r w:rsidRPr="00CA52B4">
        <w:rPr>
          <w:noProof/>
          <w:rtl/>
        </w:rPr>
        <w:t>عتاب بن لقيط البكري</w:t>
      </w:r>
      <w:r>
        <w:rPr>
          <w:noProof/>
          <w:rtl/>
        </w:rPr>
        <w:tab/>
      </w:r>
      <w:r w:rsidRPr="00CA52B4">
        <w:rPr>
          <w:noProof/>
          <w:rtl/>
        </w:rPr>
        <w:t>406</w:t>
      </w:r>
    </w:p>
    <w:p w:rsidR="00843DF1" w:rsidRDefault="00843DF1" w:rsidP="00AB3F16">
      <w:pPr>
        <w:pStyle w:val="libNormal"/>
        <w:rPr>
          <w:noProof/>
        </w:rPr>
      </w:pPr>
      <w:r w:rsidRPr="00CA52B4">
        <w:rPr>
          <w:noProof/>
          <w:rtl/>
        </w:rPr>
        <w:t>عائذ بن مسروق</w:t>
      </w:r>
    </w:p>
    <w:p w:rsidR="00843DF1" w:rsidRDefault="00843DF1" w:rsidP="00AB3F16">
      <w:pPr>
        <w:pStyle w:val="libNormal"/>
        <w:rPr>
          <w:noProof/>
        </w:rPr>
      </w:pPr>
      <w:r w:rsidRPr="00CA52B4">
        <w:rPr>
          <w:noProof/>
          <w:rtl/>
        </w:rPr>
        <w:t>عبد الله بن خالد</w:t>
      </w:r>
    </w:p>
    <w:p w:rsidR="00843DF1" w:rsidRDefault="00843DF1" w:rsidP="00AB3F16">
      <w:pPr>
        <w:pStyle w:val="libNormal"/>
        <w:rPr>
          <w:noProof/>
        </w:rPr>
      </w:pPr>
      <w:r w:rsidRPr="00CA52B4">
        <w:rPr>
          <w:noProof/>
          <w:rtl/>
        </w:rPr>
        <w:t>عبد الله بن جريش</w:t>
      </w:r>
    </w:p>
    <w:p w:rsidR="00843DF1" w:rsidRDefault="00843DF1" w:rsidP="00AB3F16">
      <w:pPr>
        <w:pStyle w:val="libNormal"/>
        <w:rPr>
          <w:noProof/>
        </w:rPr>
      </w:pPr>
      <w:r w:rsidRPr="00CA52B4">
        <w:rPr>
          <w:noProof/>
          <w:rtl/>
        </w:rPr>
        <w:t>عبد الله بن الحارث</w:t>
      </w:r>
    </w:p>
    <w:p w:rsidR="00843DF1" w:rsidRDefault="00843DF1" w:rsidP="00AB3F16">
      <w:pPr>
        <w:pStyle w:val="libNormal"/>
        <w:rPr>
          <w:noProof/>
        </w:rPr>
      </w:pPr>
      <w:r w:rsidRPr="00CA52B4">
        <w:rPr>
          <w:noProof/>
          <w:rtl/>
        </w:rPr>
        <w:t>عبد الله بن المنهال</w:t>
      </w:r>
    </w:p>
    <w:p w:rsidR="00843DF1" w:rsidRDefault="00843DF1" w:rsidP="00AB3F16">
      <w:pPr>
        <w:pStyle w:val="libNormal"/>
        <w:rPr>
          <w:noProof/>
        </w:rPr>
      </w:pPr>
      <w:r w:rsidRPr="00CA52B4">
        <w:rPr>
          <w:noProof/>
          <w:rtl/>
        </w:rPr>
        <w:t>علباء بن المخارق الطائي</w:t>
      </w:r>
    </w:p>
    <w:p w:rsidR="00843DF1" w:rsidRDefault="00843DF1" w:rsidP="00AB3F16">
      <w:pPr>
        <w:pStyle w:val="libNormal"/>
        <w:rPr>
          <w:noProof/>
        </w:rPr>
      </w:pPr>
      <w:r w:rsidRPr="00CA52B4">
        <w:rPr>
          <w:noProof/>
          <w:rtl/>
        </w:rPr>
        <w:t>علباء بن الهيثم البكري</w:t>
      </w:r>
    </w:p>
    <w:p w:rsidR="00843DF1" w:rsidRDefault="00843DF1" w:rsidP="00AB3F16">
      <w:pPr>
        <w:pStyle w:val="libNormal"/>
        <w:rPr>
          <w:noProof/>
        </w:rPr>
      </w:pPr>
      <w:r w:rsidRPr="00CA52B4">
        <w:rPr>
          <w:noProof/>
          <w:rtl/>
        </w:rPr>
        <w:t>علقمة بن الحصين الحارثي</w:t>
      </w:r>
      <w:r>
        <w:rPr>
          <w:noProof/>
          <w:rtl/>
        </w:rPr>
        <w:tab/>
      </w:r>
      <w:r w:rsidRPr="00CA52B4">
        <w:rPr>
          <w:noProof/>
          <w:rtl/>
        </w:rPr>
        <w:t>407</w:t>
      </w:r>
    </w:p>
    <w:p w:rsidR="00843DF1" w:rsidRDefault="00843DF1" w:rsidP="00AB3F16">
      <w:pPr>
        <w:pStyle w:val="libNormal"/>
        <w:rPr>
          <w:noProof/>
        </w:rPr>
      </w:pPr>
      <w:r w:rsidRPr="00CA52B4">
        <w:rPr>
          <w:noProof/>
          <w:rtl/>
        </w:rPr>
        <w:t>عبيدة بن الرياح</w:t>
      </w:r>
    </w:p>
    <w:p w:rsidR="00843DF1" w:rsidRDefault="00843DF1" w:rsidP="00AB3F16">
      <w:pPr>
        <w:pStyle w:val="libNormal"/>
        <w:rPr>
          <w:noProof/>
        </w:rPr>
      </w:pPr>
      <w:r w:rsidRPr="00CA52B4">
        <w:rPr>
          <w:noProof/>
          <w:rtl/>
        </w:rPr>
        <w:t>عتبة بن الأخنس بن قيس</w:t>
      </w:r>
    </w:p>
    <w:p w:rsidR="00843DF1" w:rsidRDefault="00843DF1" w:rsidP="00AB3F16">
      <w:pPr>
        <w:pStyle w:val="libNormal"/>
        <w:rPr>
          <w:noProof/>
        </w:rPr>
      </w:pPr>
      <w:r w:rsidRPr="00CA52B4">
        <w:rPr>
          <w:noProof/>
          <w:rtl/>
        </w:rPr>
        <w:t>عتبة بن رفاعة بن رافع</w:t>
      </w:r>
    </w:p>
    <w:p w:rsidR="00843DF1" w:rsidRPr="00CA52B4" w:rsidRDefault="00843DF1" w:rsidP="00AB3F16">
      <w:pPr>
        <w:pStyle w:val="libNormal"/>
        <w:rPr>
          <w:noProof/>
          <w:rtl/>
        </w:rPr>
      </w:pPr>
      <w:r w:rsidRPr="00CA52B4">
        <w:rPr>
          <w:noProof/>
          <w:rtl/>
        </w:rPr>
        <w:t>عتبة بن عمرو بن جروة</w:t>
      </w:r>
    </w:p>
    <w:p w:rsidR="00843DF1" w:rsidRDefault="00843DF1" w:rsidP="00AB3F16">
      <w:pPr>
        <w:pStyle w:val="libNormal"/>
        <w:rPr>
          <w:noProof/>
        </w:rPr>
      </w:pPr>
      <w:r>
        <w:rPr>
          <w:noProof/>
          <w:rtl/>
        </w:rPr>
        <w:br w:type="page"/>
      </w:r>
      <w:r w:rsidRPr="00CA52B4">
        <w:rPr>
          <w:noProof/>
          <w:rtl/>
        </w:rPr>
        <w:lastRenderedPageBreak/>
        <w:t>عتيق بن معاوية بن الصامت</w:t>
      </w:r>
      <w:r>
        <w:rPr>
          <w:noProof/>
          <w:rtl/>
        </w:rPr>
        <w:tab/>
      </w:r>
      <w:r w:rsidRPr="00CA52B4">
        <w:rPr>
          <w:noProof/>
          <w:rtl/>
        </w:rPr>
        <w:t>408</w:t>
      </w:r>
    </w:p>
    <w:p w:rsidR="00843DF1" w:rsidRDefault="00843DF1" w:rsidP="00AB3F16">
      <w:pPr>
        <w:pStyle w:val="libNormal"/>
        <w:rPr>
          <w:noProof/>
        </w:rPr>
      </w:pPr>
      <w:r w:rsidRPr="00CA52B4">
        <w:rPr>
          <w:noProof/>
          <w:rtl/>
        </w:rPr>
        <w:t>عثمان مؤذن بني أفصى</w:t>
      </w:r>
    </w:p>
    <w:p w:rsidR="00843DF1" w:rsidRDefault="00843DF1" w:rsidP="00AB3F16">
      <w:pPr>
        <w:pStyle w:val="libNormal"/>
        <w:rPr>
          <w:noProof/>
        </w:rPr>
      </w:pPr>
      <w:r w:rsidRPr="00CA52B4">
        <w:rPr>
          <w:noProof/>
          <w:rtl/>
        </w:rPr>
        <w:t>عثمان بن حنيف</w:t>
      </w:r>
    </w:p>
    <w:p w:rsidR="00843DF1" w:rsidRDefault="00843DF1" w:rsidP="00AB3F16">
      <w:pPr>
        <w:pStyle w:val="libNormal"/>
        <w:rPr>
          <w:noProof/>
        </w:rPr>
      </w:pPr>
      <w:r w:rsidRPr="00CA52B4">
        <w:rPr>
          <w:noProof/>
          <w:rtl/>
        </w:rPr>
        <w:t>عثمان بن الخطاب</w:t>
      </w:r>
      <w:r>
        <w:rPr>
          <w:noProof/>
          <w:rtl/>
        </w:rPr>
        <w:tab/>
      </w:r>
      <w:r w:rsidRPr="00CA52B4">
        <w:rPr>
          <w:noProof/>
          <w:rtl/>
        </w:rPr>
        <w:t>409</w:t>
      </w:r>
    </w:p>
    <w:p w:rsidR="00843DF1" w:rsidRDefault="00843DF1" w:rsidP="00AB3F16">
      <w:pPr>
        <w:pStyle w:val="libNormal"/>
        <w:rPr>
          <w:noProof/>
        </w:rPr>
      </w:pPr>
      <w:r w:rsidRPr="00CA52B4">
        <w:rPr>
          <w:noProof/>
          <w:rtl/>
        </w:rPr>
        <w:t>عثمان بن خلف</w:t>
      </w:r>
      <w:r>
        <w:rPr>
          <w:noProof/>
          <w:rtl/>
        </w:rPr>
        <w:tab/>
      </w:r>
      <w:r w:rsidRPr="00CA52B4">
        <w:rPr>
          <w:noProof/>
          <w:rtl/>
        </w:rPr>
        <w:t>410</w:t>
      </w:r>
    </w:p>
    <w:p w:rsidR="00843DF1" w:rsidRDefault="00843DF1" w:rsidP="00AB3F16">
      <w:pPr>
        <w:pStyle w:val="libNormal"/>
        <w:rPr>
          <w:noProof/>
        </w:rPr>
      </w:pPr>
      <w:r w:rsidRPr="00CA52B4">
        <w:rPr>
          <w:noProof/>
          <w:rtl/>
        </w:rPr>
        <w:t>عثمان بن سعد بن أحوذ</w:t>
      </w:r>
    </w:p>
    <w:p w:rsidR="00843DF1" w:rsidRDefault="00843DF1" w:rsidP="00AB3F16">
      <w:pPr>
        <w:pStyle w:val="libNormal"/>
        <w:rPr>
          <w:noProof/>
        </w:rPr>
      </w:pPr>
      <w:r w:rsidRPr="00CA52B4">
        <w:rPr>
          <w:noProof/>
          <w:rtl/>
        </w:rPr>
        <w:t>عثمان بن أبي صفية</w:t>
      </w:r>
      <w:r>
        <w:rPr>
          <w:noProof/>
          <w:rtl/>
        </w:rPr>
        <w:tab/>
      </w:r>
      <w:r w:rsidRPr="00CA52B4">
        <w:rPr>
          <w:noProof/>
          <w:rtl/>
        </w:rPr>
        <w:t>411</w:t>
      </w:r>
    </w:p>
    <w:p w:rsidR="00843DF1" w:rsidRDefault="00843DF1" w:rsidP="00AB3F16">
      <w:pPr>
        <w:pStyle w:val="libNormal"/>
        <w:rPr>
          <w:noProof/>
        </w:rPr>
      </w:pPr>
      <w:r w:rsidRPr="00CA52B4">
        <w:rPr>
          <w:noProof/>
          <w:rtl/>
        </w:rPr>
        <w:t>عثمان بن أبي عثمان</w:t>
      </w:r>
    </w:p>
    <w:p w:rsidR="00843DF1" w:rsidRDefault="00843DF1" w:rsidP="00AB3F16">
      <w:pPr>
        <w:pStyle w:val="libNormal"/>
        <w:rPr>
          <w:noProof/>
        </w:rPr>
      </w:pPr>
      <w:r w:rsidRPr="00CA52B4">
        <w:rPr>
          <w:noProof/>
          <w:rtl/>
        </w:rPr>
        <w:t>عثمان بن عفان</w:t>
      </w:r>
    </w:p>
    <w:p w:rsidR="00843DF1" w:rsidRDefault="00843DF1" w:rsidP="00AB3F16">
      <w:pPr>
        <w:pStyle w:val="libNormal"/>
        <w:rPr>
          <w:noProof/>
        </w:rPr>
      </w:pPr>
      <w:r w:rsidRPr="00CA52B4">
        <w:rPr>
          <w:noProof/>
          <w:rtl/>
        </w:rPr>
        <w:t>عدي بن جبير</w:t>
      </w:r>
      <w:r>
        <w:rPr>
          <w:noProof/>
          <w:rtl/>
        </w:rPr>
        <w:tab/>
      </w:r>
      <w:r w:rsidRPr="00CA52B4">
        <w:rPr>
          <w:noProof/>
          <w:rtl/>
        </w:rPr>
        <w:t>412</w:t>
      </w:r>
    </w:p>
    <w:p w:rsidR="00843DF1" w:rsidRDefault="00843DF1" w:rsidP="00AB3F16">
      <w:pPr>
        <w:pStyle w:val="libNormal"/>
        <w:rPr>
          <w:noProof/>
        </w:rPr>
      </w:pPr>
      <w:r w:rsidRPr="00CA52B4">
        <w:rPr>
          <w:noProof/>
          <w:rtl/>
        </w:rPr>
        <w:t>عدي بن حاتم</w:t>
      </w:r>
    </w:p>
    <w:p w:rsidR="00843DF1" w:rsidRDefault="00843DF1" w:rsidP="00AB3F16">
      <w:pPr>
        <w:pStyle w:val="libNormal"/>
        <w:rPr>
          <w:noProof/>
        </w:rPr>
      </w:pPr>
      <w:r w:rsidRPr="00CA52B4">
        <w:rPr>
          <w:noProof/>
          <w:rtl/>
        </w:rPr>
        <w:t>عدي بن الحارث بن رويم</w:t>
      </w:r>
      <w:r>
        <w:rPr>
          <w:noProof/>
          <w:rtl/>
        </w:rPr>
        <w:tab/>
      </w:r>
      <w:r w:rsidRPr="00CA52B4">
        <w:rPr>
          <w:noProof/>
          <w:rtl/>
        </w:rPr>
        <w:t>413</w:t>
      </w:r>
    </w:p>
    <w:p w:rsidR="00843DF1" w:rsidRDefault="00843DF1" w:rsidP="00AB3F16">
      <w:pPr>
        <w:pStyle w:val="libNormal"/>
        <w:rPr>
          <w:noProof/>
        </w:rPr>
      </w:pPr>
      <w:r w:rsidRPr="00CA52B4">
        <w:rPr>
          <w:noProof/>
          <w:rtl/>
        </w:rPr>
        <w:t>عرفجة بن بردة</w:t>
      </w:r>
      <w:r>
        <w:rPr>
          <w:noProof/>
          <w:rtl/>
        </w:rPr>
        <w:tab/>
      </w:r>
      <w:r w:rsidRPr="00CA52B4">
        <w:rPr>
          <w:noProof/>
          <w:rtl/>
        </w:rPr>
        <w:t>414</w:t>
      </w:r>
    </w:p>
    <w:p w:rsidR="00843DF1" w:rsidRDefault="00843DF1" w:rsidP="00AB3F16">
      <w:pPr>
        <w:pStyle w:val="libNormal"/>
        <w:rPr>
          <w:noProof/>
        </w:rPr>
      </w:pPr>
      <w:r w:rsidRPr="00CA52B4">
        <w:rPr>
          <w:noProof/>
          <w:rtl/>
        </w:rPr>
        <w:t>عرفجة بن عبد الله</w:t>
      </w:r>
    </w:p>
    <w:p w:rsidR="00843DF1" w:rsidRDefault="00843DF1" w:rsidP="00AB3F16">
      <w:pPr>
        <w:pStyle w:val="libNormal"/>
        <w:rPr>
          <w:noProof/>
        </w:rPr>
      </w:pPr>
      <w:r w:rsidRPr="00CA52B4">
        <w:rPr>
          <w:noProof/>
          <w:rtl/>
        </w:rPr>
        <w:t>عرفة الأزدي</w:t>
      </w:r>
    </w:p>
    <w:p w:rsidR="00843DF1" w:rsidRDefault="00843DF1" w:rsidP="00AB3F16">
      <w:pPr>
        <w:pStyle w:val="libNormal"/>
        <w:rPr>
          <w:noProof/>
        </w:rPr>
      </w:pPr>
      <w:r w:rsidRPr="00CA52B4">
        <w:rPr>
          <w:noProof/>
          <w:rtl/>
        </w:rPr>
        <w:t>عروة بن الزبير</w:t>
      </w:r>
      <w:r>
        <w:rPr>
          <w:noProof/>
          <w:rtl/>
        </w:rPr>
        <w:tab/>
      </w:r>
      <w:r w:rsidRPr="00CA52B4">
        <w:rPr>
          <w:noProof/>
          <w:rtl/>
        </w:rPr>
        <w:t>415</w:t>
      </w:r>
    </w:p>
    <w:p w:rsidR="00843DF1" w:rsidRDefault="00843DF1" w:rsidP="00AB3F16">
      <w:pPr>
        <w:pStyle w:val="libNormal"/>
        <w:rPr>
          <w:noProof/>
        </w:rPr>
      </w:pPr>
      <w:r w:rsidRPr="00CA52B4">
        <w:rPr>
          <w:noProof/>
          <w:rtl/>
        </w:rPr>
        <w:t>عروة بن زيد الخيل</w:t>
      </w:r>
    </w:p>
    <w:p w:rsidR="00843DF1" w:rsidRDefault="00843DF1" w:rsidP="00AB3F16">
      <w:pPr>
        <w:pStyle w:val="libNormal"/>
        <w:rPr>
          <w:noProof/>
        </w:rPr>
      </w:pPr>
      <w:r w:rsidRPr="00CA52B4">
        <w:rPr>
          <w:noProof/>
          <w:rtl/>
        </w:rPr>
        <w:t>عروة بن العشبة</w:t>
      </w:r>
      <w:r>
        <w:rPr>
          <w:noProof/>
          <w:rtl/>
        </w:rPr>
        <w:tab/>
      </w:r>
      <w:r w:rsidRPr="00CA52B4">
        <w:rPr>
          <w:noProof/>
          <w:rtl/>
        </w:rPr>
        <w:t>416</w:t>
      </w:r>
    </w:p>
    <w:p w:rsidR="00843DF1" w:rsidRDefault="00843DF1" w:rsidP="00AB3F16">
      <w:pPr>
        <w:pStyle w:val="libNormal"/>
        <w:rPr>
          <w:noProof/>
        </w:rPr>
      </w:pPr>
      <w:r w:rsidRPr="00CA52B4">
        <w:rPr>
          <w:noProof/>
          <w:rtl/>
        </w:rPr>
        <w:t>عصام بن مقشعر</w:t>
      </w:r>
    </w:p>
    <w:p w:rsidR="00843DF1" w:rsidRDefault="00843DF1" w:rsidP="00AB3F16">
      <w:pPr>
        <w:pStyle w:val="libNormal"/>
        <w:rPr>
          <w:noProof/>
        </w:rPr>
      </w:pPr>
      <w:r w:rsidRPr="00CA52B4">
        <w:rPr>
          <w:noProof/>
          <w:rtl/>
        </w:rPr>
        <w:t>عطاء أبو محمد الحمال</w:t>
      </w:r>
      <w:r>
        <w:rPr>
          <w:noProof/>
          <w:rtl/>
        </w:rPr>
        <w:tab/>
      </w:r>
      <w:r w:rsidRPr="00CA52B4">
        <w:rPr>
          <w:noProof/>
          <w:rtl/>
        </w:rPr>
        <w:t>417</w:t>
      </w:r>
    </w:p>
    <w:p w:rsidR="00843DF1" w:rsidRDefault="00843DF1" w:rsidP="00AB3F16">
      <w:pPr>
        <w:pStyle w:val="libNormal"/>
        <w:rPr>
          <w:noProof/>
        </w:rPr>
      </w:pPr>
      <w:r w:rsidRPr="00CA52B4">
        <w:rPr>
          <w:noProof/>
          <w:rtl/>
        </w:rPr>
        <w:t>عطاء بن أبي رباح أسلم</w:t>
      </w:r>
    </w:p>
    <w:p w:rsidR="00843DF1" w:rsidRDefault="00843DF1" w:rsidP="00AB3F16">
      <w:pPr>
        <w:pStyle w:val="libNormal"/>
        <w:rPr>
          <w:noProof/>
        </w:rPr>
      </w:pPr>
      <w:r w:rsidRPr="00CA52B4">
        <w:rPr>
          <w:noProof/>
          <w:rtl/>
        </w:rPr>
        <w:t>عطية بن سعد بن جنادة</w:t>
      </w:r>
      <w:r>
        <w:rPr>
          <w:noProof/>
          <w:rtl/>
        </w:rPr>
        <w:tab/>
      </w:r>
      <w:r w:rsidRPr="00CA52B4">
        <w:rPr>
          <w:noProof/>
          <w:rtl/>
        </w:rPr>
        <w:t>418</w:t>
      </w:r>
    </w:p>
    <w:p w:rsidR="00843DF1" w:rsidRDefault="00843DF1" w:rsidP="00AB3F16">
      <w:pPr>
        <w:pStyle w:val="libNormal"/>
        <w:rPr>
          <w:noProof/>
        </w:rPr>
      </w:pPr>
      <w:r w:rsidRPr="00CA52B4">
        <w:rPr>
          <w:noProof/>
          <w:rtl/>
        </w:rPr>
        <w:t>عطية بن سفيان</w:t>
      </w:r>
    </w:p>
    <w:p w:rsidR="00843DF1" w:rsidRDefault="00843DF1" w:rsidP="00AB3F16">
      <w:pPr>
        <w:pStyle w:val="libNormal"/>
        <w:rPr>
          <w:noProof/>
        </w:rPr>
      </w:pPr>
      <w:r w:rsidRPr="00CA52B4">
        <w:rPr>
          <w:noProof/>
          <w:rtl/>
        </w:rPr>
        <w:t>عفان بن الأشقر</w:t>
      </w:r>
      <w:r>
        <w:rPr>
          <w:noProof/>
          <w:rtl/>
        </w:rPr>
        <w:tab/>
      </w:r>
      <w:r w:rsidRPr="00CA52B4">
        <w:rPr>
          <w:noProof/>
          <w:rtl/>
        </w:rPr>
        <w:t>419</w:t>
      </w:r>
    </w:p>
    <w:p w:rsidR="00843DF1" w:rsidRDefault="00843DF1" w:rsidP="00AB3F16">
      <w:pPr>
        <w:pStyle w:val="libNormal"/>
        <w:rPr>
          <w:noProof/>
        </w:rPr>
      </w:pPr>
      <w:r w:rsidRPr="00CA52B4">
        <w:rPr>
          <w:noProof/>
          <w:rtl/>
        </w:rPr>
        <w:t>عفيف بن أبي عفيف إياس</w:t>
      </w:r>
    </w:p>
    <w:p w:rsidR="00843DF1" w:rsidRDefault="00843DF1" w:rsidP="00AB3F16">
      <w:pPr>
        <w:pStyle w:val="libNormal"/>
        <w:rPr>
          <w:noProof/>
        </w:rPr>
      </w:pPr>
      <w:r w:rsidRPr="00CA52B4">
        <w:rPr>
          <w:noProof/>
          <w:rtl/>
        </w:rPr>
        <w:t>عقبة بن حريز التغلبي</w:t>
      </w:r>
    </w:p>
    <w:p w:rsidR="00843DF1" w:rsidRDefault="00843DF1" w:rsidP="00AB3F16">
      <w:pPr>
        <w:pStyle w:val="libNormal"/>
        <w:rPr>
          <w:noProof/>
        </w:rPr>
      </w:pPr>
      <w:r w:rsidRPr="00CA52B4">
        <w:rPr>
          <w:noProof/>
          <w:rtl/>
        </w:rPr>
        <w:t>عقبة بن زرعة</w:t>
      </w:r>
      <w:r>
        <w:rPr>
          <w:noProof/>
          <w:rtl/>
        </w:rPr>
        <w:tab/>
      </w:r>
      <w:r w:rsidRPr="00CA52B4">
        <w:rPr>
          <w:noProof/>
          <w:rtl/>
        </w:rPr>
        <w:t>420</w:t>
      </w:r>
    </w:p>
    <w:p w:rsidR="00843DF1" w:rsidRDefault="00843DF1" w:rsidP="00AB3F16">
      <w:pPr>
        <w:pStyle w:val="libNormal"/>
        <w:rPr>
          <w:noProof/>
        </w:rPr>
      </w:pPr>
      <w:r w:rsidRPr="00CA52B4">
        <w:rPr>
          <w:noProof/>
          <w:rtl/>
        </w:rPr>
        <w:t>عقبة بن زياد</w:t>
      </w:r>
    </w:p>
    <w:p w:rsidR="00843DF1" w:rsidRDefault="00843DF1" w:rsidP="00AB3F16">
      <w:pPr>
        <w:pStyle w:val="libNormal"/>
        <w:rPr>
          <w:noProof/>
        </w:rPr>
      </w:pPr>
      <w:r w:rsidRPr="00CA52B4">
        <w:rPr>
          <w:noProof/>
          <w:rtl/>
        </w:rPr>
        <w:t>عقبة بن الصامت</w:t>
      </w:r>
    </w:p>
    <w:p w:rsidR="00843DF1" w:rsidRPr="00CA52B4" w:rsidRDefault="00843DF1" w:rsidP="00AB3F16">
      <w:pPr>
        <w:pStyle w:val="libNormal"/>
        <w:rPr>
          <w:noProof/>
          <w:rtl/>
        </w:rPr>
      </w:pPr>
      <w:r w:rsidRPr="00CA52B4">
        <w:rPr>
          <w:noProof/>
          <w:rtl/>
        </w:rPr>
        <w:t>عقبة بن ظبيان</w:t>
      </w:r>
    </w:p>
    <w:p w:rsidR="00843DF1" w:rsidRDefault="00843DF1" w:rsidP="00AB3F16">
      <w:pPr>
        <w:pStyle w:val="libNormal"/>
        <w:rPr>
          <w:noProof/>
        </w:rPr>
      </w:pPr>
      <w:r>
        <w:rPr>
          <w:noProof/>
          <w:rtl/>
        </w:rPr>
        <w:br w:type="page"/>
      </w:r>
      <w:r w:rsidRPr="00CA52B4">
        <w:rPr>
          <w:noProof/>
          <w:rtl/>
        </w:rPr>
        <w:lastRenderedPageBreak/>
        <w:t>عقبة بن عامر بن عيسى</w:t>
      </w:r>
      <w:r>
        <w:rPr>
          <w:noProof/>
          <w:rtl/>
        </w:rPr>
        <w:tab/>
      </w:r>
      <w:r w:rsidRPr="00CA52B4">
        <w:rPr>
          <w:noProof/>
          <w:rtl/>
        </w:rPr>
        <w:t>421</w:t>
      </w:r>
    </w:p>
    <w:p w:rsidR="00843DF1" w:rsidRDefault="00843DF1" w:rsidP="00AB3F16">
      <w:pPr>
        <w:pStyle w:val="libNormal"/>
        <w:rPr>
          <w:noProof/>
        </w:rPr>
      </w:pPr>
      <w:r w:rsidRPr="00CA52B4">
        <w:rPr>
          <w:noProof/>
          <w:rtl/>
        </w:rPr>
        <w:t>عقبة بن علقمة</w:t>
      </w:r>
    </w:p>
    <w:p w:rsidR="00843DF1" w:rsidRDefault="00843DF1" w:rsidP="00AB3F16">
      <w:pPr>
        <w:pStyle w:val="libNormal"/>
        <w:rPr>
          <w:noProof/>
        </w:rPr>
      </w:pPr>
      <w:r w:rsidRPr="00CA52B4">
        <w:rPr>
          <w:noProof/>
          <w:rtl/>
        </w:rPr>
        <w:t>عقبة بن عمرو بن ثعلبة</w:t>
      </w:r>
      <w:r>
        <w:rPr>
          <w:noProof/>
          <w:rtl/>
        </w:rPr>
        <w:tab/>
      </w:r>
      <w:r w:rsidRPr="00CA52B4">
        <w:rPr>
          <w:noProof/>
          <w:rtl/>
        </w:rPr>
        <w:t>422</w:t>
      </w:r>
    </w:p>
    <w:p w:rsidR="00843DF1" w:rsidRDefault="00843DF1" w:rsidP="00AB3F16">
      <w:pPr>
        <w:pStyle w:val="libNormal"/>
        <w:rPr>
          <w:noProof/>
        </w:rPr>
      </w:pPr>
      <w:r w:rsidRPr="00CA52B4">
        <w:rPr>
          <w:noProof/>
          <w:rtl/>
        </w:rPr>
        <w:t>عقيل الخزاعي</w:t>
      </w:r>
    </w:p>
    <w:p w:rsidR="00843DF1" w:rsidRDefault="00843DF1" w:rsidP="00AB3F16">
      <w:pPr>
        <w:pStyle w:val="libNormal"/>
        <w:rPr>
          <w:noProof/>
        </w:rPr>
      </w:pPr>
      <w:r w:rsidRPr="00CA52B4">
        <w:rPr>
          <w:noProof/>
          <w:rtl/>
        </w:rPr>
        <w:t>عقيل بن أبي طالب</w:t>
      </w:r>
      <w:r>
        <w:rPr>
          <w:noProof/>
          <w:rtl/>
        </w:rPr>
        <w:tab/>
      </w:r>
      <w:r w:rsidRPr="00CA52B4">
        <w:rPr>
          <w:noProof/>
          <w:rtl/>
        </w:rPr>
        <w:t>423</w:t>
      </w:r>
    </w:p>
    <w:p w:rsidR="00843DF1" w:rsidRDefault="00843DF1" w:rsidP="00AB3F16">
      <w:pPr>
        <w:pStyle w:val="libNormal"/>
        <w:rPr>
          <w:noProof/>
        </w:rPr>
      </w:pPr>
      <w:r w:rsidRPr="00CA52B4">
        <w:rPr>
          <w:noProof/>
          <w:rtl/>
        </w:rPr>
        <w:t>العكبر بن جدير بن المنذر</w:t>
      </w:r>
      <w:r>
        <w:rPr>
          <w:noProof/>
          <w:rtl/>
        </w:rPr>
        <w:tab/>
      </w:r>
      <w:r w:rsidRPr="00CA52B4">
        <w:rPr>
          <w:noProof/>
          <w:rtl/>
        </w:rPr>
        <w:t>424</w:t>
      </w:r>
    </w:p>
    <w:p w:rsidR="00843DF1" w:rsidRDefault="00843DF1" w:rsidP="00AB3F16">
      <w:pPr>
        <w:pStyle w:val="libNormal"/>
        <w:rPr>
          <w:noProof/>
        </w:rPr>
      </w:pPr>
      <w:r w:rsidRPr="00CA52B4">
        <w:rPr>
          <w:noProof/>
          <w:rtl/>
        </w:rPr>
        <w:t>عكبر بن وائل الأسدي</w:t>
      </w:r>
      <w:r>
        <w:rPr>
          <w:noProof/>
          <w:rtl/>
        </w:rPr>
        <w:tab/>
      </w:r>
      <w:r w:rsidRPr="00CA52B4">
        <w:rPr>
          <w:noProof/>
          <w:rtl/>
        </w:rPr>
        <w:t>425</w:t>
      </w:r>
    </w:p>
    <w:p w:rsidR="00843DF1" w:rsidRDefault="00843DF1" w:rsidP="00AB3F16">
      <w:pPr>
        <w:pStyle w:val="libNormal"/>
        <w:rPr>
          <w:noProof/>
        </w:rPr>
      </w:pPr>
      <w:r w:rsidRPr="00CA52B4">
        <w:rPr>
          <w:noProof/>
          <w:rtl/>
        </w:rPr>
        <w:t>عكرمة بن الخبيص</w:t>
      </w:r>
    </w:p>
    <w:p w:rsidR="00843DF1" w:rsidRDefault="00843DF1" w:rsidP="00AB3F16">
      <w:pPr>
        <w:pStyle w:val="libNormal"/>
        <w:rPr>
          <w:noProof/>
        </w:rPr>
      </w:pPr>
      <w:r w:rsidRPr="00CA52B4">
        <w:rPr>
          <w:noProof/>
          <w:rtl/>
        </w:rPr>
        <w:t>عكرمة البربري</w:t>
      </w:r>
      <w:r>
        <w:rPr>
          <w:noProof/>
          <w:rtl/>
        </w:rPr>
        <w:tab/>
      </w:r>
      <w:r w:rsidRPr="00CA52B4">
        <w:rPr>
          <w:noProof/>
          <w:rtl/>
        </w:rPr>
        <w:t>426</w:t>
      </w:r>
    </w:p>
    <w:p w:rsidR="00843DF1" w:rsidRDefault="00843DF1" w:rsidP="00AB3F16">
      <w:pPr>
        <w:pStyle w:val="libNormal"/>
        <w:rPr>
          <w:noProof/>
        </w:rPr>
      </w:pPr>
      <w:r w:rsidRPr="00CA52B4">
        <w:rPr>
          <w:noProof/>
          <w:rtl/>
        </w:rPr>
        <w:t>العلاء بن بدر العنزي</w:t>
      </w:r>
      <w:r>
        <w:rPr>
          <w:noProof/>
          <w:rtl/>
        </w:rPr>
        <w:tab/>
      </w:r>
      <w:r w:rsidRPr="00CA52B4">
        <w:rPr>
          <w:noProof/>
          <w:rtl/>
        </w:rPr>
        <w:t>427</w:t>
      </w:r>
    </w:p>
    <w:p w:rsidR="00843DF1" w:rsidRDefault="00843DF1" w:rsidP="00AB3F16">
      <w:pPr>
        <w:pStyle w:val="libNormal"/>
        <w:rPr>
          <w:noProof/>
        </w:rPr>
      </w:pPr>
      <w:r w:rsidRPr="00CA52B4">
        <w:rPr>
          <w:noProof/>
          <w:rtl/>
        </w:rPr>
        <w:t>العلاء بن عمرو</w:t>
      </w:r>
    </w:p>
    <w:p w:rsidR="00843DF1" w:rsidRDefault="00843DF1" w:rsidP="00AB3F16">
      <w:pPr>
        <w:pStyle w:val="libNormal"/>
        <w:rPr>
          <w:noProof/>
        </w:rPr>
      </w:pPr>
      <w:r w:rsidRPr="00CA52B4">
        <w:rPr>
          <w:noProof/>
          <w:rtl/>
        </w:rPr>
        <w:t>علباء بن أبي علباء</w:t>
      </w:r>
    </w:p>
    <w:p w:rsidR="00843DF1" w:rsidRDefault="00843DF1" w:rsidP="00AB3F16">
      <w:pPr>
        <w:pStyle w:val="libNormal"/>
        <w:rPr>
          <w:noProof/>
        </w:rPr>
      </w:pPr>
      <w:r w:rsidRPr="00CA52B4">
        <w:rPr>
          <w:noProof/>
          <w:rtl/>
        </w:rPr>
        <w:t>علقمة بن عمرو</w:t>
      </w:r>
      <w:r>
        <w:rPr>
          <w:noProof/>
          <w:rtl/>
        </w:rPr>
        <w:tab/>
      </w:r>
      <w:r w:rsidRPr="00CA52B4">
        <w:rPr>
          <w:noProof/>
          <w:rtl/>
        </w:rPr>
        <w:t>428</w:t>
      </w:r>
    </w:p>
    <w:p w:rsidR="00843DF1" w:rsidRDefault="00843DF1" w:rsidP="00AB3F16">
      <w:pPr>
        <w:pStyle w:val="libNormal"/>
        <w:rPr>
          <w:noProof/>
          <w:rtl/>
        </w:rPr>
      </w:pPr>
      <w:r w:rsidRPr="00CA52B4">
        <w:rPr>
          <w:noProof/>
          <w:rtl/>
        </w:rPr>
        <w:t>علقمة بن قيس بن عبد الله</w:t>
      </w:r>
    </w:p>
    <w:p w:rsidR="00843DF1" w:rsidRDefault="00843DF1" w:rsidP="00AB3F16">
      <w:pPr>
        <w:pStyle w:val="libNormal"/>
        <w:rPr>
          <w:noProof/>
        </w:rPr>
      </w:pPr>
      <w:r w:rsidRPr="00CA52B4">
        <w:rPr>
          <w:noProof/>
          <w:rtl/>
        </w:rPr>
        <w:t>لي بن ابراهيم بن أبي رافع</w:t>
      </w:r>
      <w:r>
        <w:rPr>
          <w:noProof/>
          <w:rtl/>
        </w:rPr>
        <w:tab/>
      </w:r>
      <w:r w:rsidRPr="00CA52B4">
        <w:rPr>
          <w:noProof/>
          <w:rtl/>
        </w:rPr>
        <w:t>429</w:t>
      </w:r>
    </w:p>
    <w:p w:rsidR="00843DF1" w:rsidRDefault="00843DF1" w:rsidP="00AB3F16">
      <w:pPr>
        <w:pStyle w:val="libNormal"/>
        <w:rPr>
          <w:noProof/>
        </w:rPr>
      </w:pPr>
      <w:r w:rsidRPr="00CA52B4">
        <w:rPr>
          <w:noProof/>
          <w:rtl/>
        </w:rPr>
        <w:t>علي بن أغيد</w:t>
      </w:r>
      <w:r>
        <w:rPr>
          <w:noProof/>
          <w:rtl/>
        </w:rPr>
        <w:tab/>
      </w:r>
      <w:r w:rsidRPr="00CA52B4">
        <w:rPr>
          <w:noProof/>
          <w:rtl/>
        </w:rPr>
        <w:t>430</w:t>
      </w:r>
    </w:p>
    <w:p w:rsidR="00843DF1" w:rsidRDefault="00843DF1" w:rsidP="00AB3F16">
      <w:pPr>
        <w:pStyle w:val="libNormal"/>
        <w:rPr>
          <w:noProof/>
        </w:rPr>
      </w:pPr>
      <w:r w:rsidRPr="00CA52B4">
        <w:rPr>
          <w:noProof/>
          <w:rtl/>
        </w:rPr>
        <w:t>علي بن ربيعة بن نضلة</w:t>
      </w:r>
    </w:p>
    <w:p w:rsidR="00843DF1" w:rsidRDefault="00843DF1" w:rsidP="00AB3F16">
      <w:pPr>
        <w:pStyle w:val="libNormal"/>
        <w:rPr>
          <w:noProof/>
        </w:rPr>
      </w:pPr>
      <w:r w:rsidRPr="00CA52B4">
        <w:rPr>
          <w:noProof/>
          <w:rtl/>
        </w:rPr>
        <w:t>علي بن سليك</w:t>
      </w:r>
    </w:p>
    <w:p w:rsidR="00843DF1" w:rsidRDefault="00843DF1" w:rsidP="00AB3F16">
      <w:pPr>
        <w:pStyle w:val="libNormal"/>
        <w:rPr>
          <w:noProof/>
        </w:rPr>
      </w:pPr>
      <w:r w:rsidRPr="00CA52B4">
        <w:rPr>
          <w:noProof/>
          <w:rtl/>
        </w:rPr>
        <w:t>علي بن عبد الله بن العباس</w:t>
      </w:r>
      <w:r>
        <w:rPr>
          <w:noProof/>
          <w:rtl/>
        </w:rPr>
        <w:tab/>
      </w:r>
      <w:r w:rsidRPr="00CA52B4">
        <w:rPr>
          <w:noProof/>
          <w:rtl/>
        </w:rPr>
        <w:t>431</w:t>
      </w:r>
    </w:p>
    <w:p w:rsidR="00843DF1" w:rsidRDefault="00843DF1" w:rsidP="00AB3F16">
      <w:pPr>
        <w:pStyle w:val="libNormal"/>
        <w:rPr>
          <w:noProof/>
        </w:rPr>
      </w:pPr>
      <w:r w:rsidRPr="00CA52B4">
        <w:rPr>
          <w:noProof/>
          <w:rtl/>
        </w:rPr>
        <w:t>علي بن علقمة الأنماري</w:t>
      </w:r>
    </w:p>
    <w:p w:rsidR="00843DF1" w:rsidRDefault="00843DF1" w:rsidP="00AB3F16">
      <w:pPr>
        <w:pStyle w:val="libNormal"/>
        <w:rPr>
          <w:noProof/>
        </w:rPr>
      </w:pPr>
      <w:r w:rsidRPr="00CA52B4">
        <w:rPr>
          <w:noProof/>
          <w:rtl/>
        </w:rPr>
        <w:t>عمار بن أبي سلامة</w:t>
      </w:r>
      <w:r>
        <w:rPr>
          <w:noProof/>
          <w:rtl/>
        </w:rPr>
        <w:tab/>
      </w:r>
      <w:r w:rsidRPr="00CA52B4">
        <w:rPr>
          <w:noProof/>
          <w:rtl/>
        </w:rPr>
        <w:t>432</w:t>
      </w:r>
    </w:p>
    <w:p w:rsidR="00843DF1" w:rsidRDefault="00843DF1" w:rsidP="00AB3F16">
      <w:pPr>
        <w:pStyle w:val="libNormal"/>
        <w:rPr>
          <w:noProof/>
        </w:rPr>
      </w:pPr>
      <w:r w:rsidRPr="00CA52B4">
        <w:rPr>
          <w:noProof/>
          <w:rtl/>
        </w:rPr>
        <w:t>عمار بن ياسر</w:t>
      </w:r>
    </w:p>
    <w:p w:rsidR="00843DF1" w:rsidRDefault="00843DF1" w:rsidP="00AB3F16">
      <w:pPr>
        <w:pStyle w:val="libNormal"/>
        <w:rPr>
          <w:noProof/>
        </w:rPr>
      </w:pPr>
      <w:r w:rsidRPr="00CA52B4">
        <w:rPr>
          <w:noProof/>
          <w:rtl/>
        </w:rPr>
        <w:t>مارة بن أبي الحسن</w:t>
      </w:r>
      <w:r>
        <w:rPr>
          <w:noProof/>
          <w:rtl/>
        </w:rPr>
        <w:tab/>
      </w:r>
      <w:r w:rsidRPr="00CA52B4">
        <w:rPr>
          <w:noProof/>
          <w:rtl/>
        </w:rPr>
        <w:t>433</w:t>
      </w:r>
    </w:p>
    <w:p w:rsidR="00843DF1" w:rsidRDefault="00843DF1" w:rsidP="00AB3F16">
      <w:pPr>
        <w:pStyle w:val="libNormal"/>
        <w:rPr>
          <w:noProof/>
        </w:rPr>
      </w:pPr>
      <w:r w:rsidRPr="00CA52B4">
        <w:rPr>
          <w:noProof/>
          <w:rtl/>
        </w:rPr>
        <w:t>عمارة بن أوس</w:t>
      </w:r>
      <w:r>
        <w:rPr>
          <w:noProof/>
          <w:rtl/>
        </w:rPr>
        <w:tab/>
      </w:r>
      <w:r w:rsidRPr="00CA52B4">
        <w:rPr>
          <w:noProof/>
          <w:rtl/>
        </w:rPr>
        <w:t>434</w:t>
      </w:r>
    </w:p>
    <w:p w:rsidR="00843DF1" w:rsidRDefault="00843DF1" w:rsidP="00AB3F16">
      <w:pPr>
        <w:pStyle w:val="libNormal"/>
        <w:rPr>
          <w:noProof/>
        </w:rPr>
      </w:pPr>
      <w:r w:rsidRPr="00CA52B4">
        <w:rPr>
          <w:noProof/>
          <w:rtl/>
        </w:rPr>
        <w:t>عمارة بن ربيعة</w:t>
      </w:r>
    </w:p>
    <w:p w:rsidR="00843DF1" w:rsidRDefault="00843DF1" w:rsidP="00AB3F16">
      <w:pPr>
        <w:pStyle w:val="libNormal"/>
        <w:rPr>
          <w:noProof/>
        </w:rPr>
      </w:pPr>
      <w:r w:rsidRPr="00CA52B4">
        <w:rPr>
          <w:noProof/>
          <w:rtl/>
        </w:rPr>
        <w:t>عمارة بن شهاب</w:t>
      </w:r>
    </w:p>
    <w:p w:rsidR="00843DF1" w:rsidRDefault="00843DF1" w:rsidP="00AB3F16">
      <w:pPr>
        <w:pStyle w:val="libNormal"/>
        <w:rPr>
          <w:noProof/>
        </w:rPr>
      </w:pPr>
      <w:r w:rsidRPr="00CA52B4">
        <w:rPr>
          <w:noProof/>
          <w:rtl/>
        </w:rPr>
        <w:t>عمارة بن عبد الكوفي</w:t>
      </w:r>
      <w:r>
        <w:rPr>
          <w:noProof/>
          <w:rtl/>
        </w:rPr>
        <w:tab/>
      </w:r>
      <w:r w:rsidRPr="00CA52B4">
        <w:rPr>
          <w:noProof/>
          <w:rtl/>
        </w:rPr>
        <w:t>435</w:t>
      </w:r>
    </w:p>
    <w:p w:rsidR="00843DF1" w:rsidRDefault="00843DF1" w:rsidP="00AB3F16">
      <w:pPr>
        <w:pStyle w:val="libNormal"/>
        <w:rPr>
          <w:noProof/>
        </w:rPr>
      </w:pPr>
      <w:r w:rsidRPr="00CA52B4">
        <w:rPr>
          <w:noProof/>
          <w:rtl/>
        </w:rPr>
        <w:t>عمر بن حارثة</w:t>
      </w:r>
    </w:p>
    <w:p w:rsidR="00843DF1" w:rsidRDefault="00843DF1" w:rsidP="00AB3F16">
      <w:pPr>
        <w:pStyle w:val="libNormal"/>
        <w:rPr>
          <w:noProof/>
        </w:rPr>
      </w:pPr>
      <w:r w:rsidRPr="00CA52B4">
        <w:rPr>
          <w:noProof/>
          <w:rtl/>
        </w:rPr>
        <w:t>عمر بن الخطاب بن نفيل</w:t>
      </w:r>
      <w:r>
        <w:rPr>
          <w:noProof/>
          <w:rtl/>
        </w:rPr>
        <w:tab/>
      </w:r>
      <w:r w:rsidRPr="00CA52B4">
        <w:rPr>
          <w:noProof/>
          <w:rtl/>
        </w:rPr>
        <w:t>436</w:t>
      </w:r>
    </w:p>
    <w:p w:rsidR="00843DF1" w:rsidRPr="00CA52B4" w:rsidRDefault="00843DF1" w:rsidP="00AB3F16">
      <w:pPr>
        <w:pStyle w:val="libNormal"/>
        <w:rPr>
          <w:noProof/>
          <w:rtl/>
        </w:rPr>
      </w:pPr>
      <w:r w:rsidRPr="00CA52B4">
        <w:rPr>
          <w:noProof/>
          <w:rtl/>
        </w:rPr>
        <w:t>عمر بن أبي سلمة عبد الله</w:t>
      </w:r>
    </w:p>
    <w:p w:rsidR="00843DF1" w:rsidRDefault="00843DF1" w:rsidP="00AB3F16">
      <w:pPr>
        <w:pStyle w:val="libNormal"/>
        <w:rPr>
          <w:noProof/>
        </w:rPr>
      </w:pPr>
      <w:r>
        <w:rPr>
          <w:noProof/>
          <w:rtl/>
        </w:rPr>
        <w:br w:type="page"/>
      </w:r>
      <w:r w:rsidRPr="00CA52B4">
        <w:rPr>
          <w:noProof/>
          <w:rtl/>
        </w:rPr>
        <w:lastRenderedPageBreak/>
        <w:t>عمر بن الإمام علي بن أبي طالب</w:t>
      </w:r>
      <w:r>
        <w:rPr>
          <w:noProof/>
          <w:rtl/>
        </w:rPr>
        <w:tab/>
      </w:r>
      <w:r w:rsidRPr="00CA52B4">
        <w:rPr>
          <w:noProof/>
          <w:rtl/>
        </w:rPr>
        <w:t>437</w:t>
      </w:r>
    </w:p>
    <w:p w:rsidR="00843DF1" w:rsidRDefault="00843DF1" w:rsidP="00AB3F16">
      <w:pPr>
        <w:pStyle w:val="libNormal"/>
        <w:rPr>
          <w:noProof/>
        </w:rPr>
      </w:pPr>
      <w:r w:rsidRPr="00CA52B4">
        <w:rPr>
          <w:noProof/>
          <w:rtl/>
        </w:rPr>
        <w:t>عمران بن ثابت</w:t>
      </w:r>
      <w:r>
        <w:rPr>
          <w:noProof/>
          <w:rtl/>
        </w:rPr>
        <w:tab/>
      </w:r>
      <w:r w:rsidRPr="00CA52B4">
        <w:rPr>
          <w:noProof/>
          <w:rtl/>
        </w:rPr>
        <w:t>438</w:t>
      </w:r>
    </w:p>
    <w:p w:rsidR="00843DF1" w:rsidRDefault="00843DF1" w:rsidP="00AB3F16">
      <w:pPr>
        <w:pStyle w:val="libNormal"/>
        <w:rPr>
          <w:noProof/>
        </w:rPr>
      </w:pPr>
      <w:r w:rsidRPr="00CA52B4">
        <w:rPr>
          <w:noProof/>
          <w:rtl/>
        </w:rPr>
        <w:t>عمران بن طلحة</w:t>
      </w:r>
      <w:r>
        <w:rPr>
          <w:noProof/>
          <w:rtl/>
        </w:rPr>
        <w:tab/>
      </w:r>
      <w:r w:rsidRPr="00CA52B4">
        <w:rPr>
          <w:noProof/>
          <w:rtl/>
        </w:rPr>
        <w:t>439</w:t>
      </w:r>
    </w:p>
    <w:p w:rsidR="00843DF1" w:rsidRDefault="00843DF1" w:rsidP="00AB3F16">
      <w:pPr>
        <w:pStyle w:val="libNormal"/>
        <w:rPr>
          <w:noProof/>
        </w:rPr>
      </w:pPr>
      <w:r w:rsidRPr="00CA52B4">
        <w:rPr>
          <w:noProof/>
          <w:rtl/>
        </w:rPr>
        <w:t>عمران بن ملحان</w:t>
      </w:r>
    </w:p>
    <w:p w:rsidR="00843DF1" w:rsidRDefault="00843DF1" w:rsidP="00AB3F16">
      <w:pPr>
        <w:pStyle w:val="libNormal"/>
        <w:rPr>
          <w:noProof/>
        </w:rPr>
      </w:pPr>
      <w:r w:rsidRPr="00CA52B4">
        <w:rPr>
          <w:noProof/>
          <w:rtl/>
        </w:rPr>
        <w:t>عمرو بن الأصم</w:t>
      </w:r>
      <w:r>
        <w:rPr>
          <w:noProof/>
          <w:rtl/>
        </w:rPr>
        <w:tab/>
      </w:r>
      <w:r w:rsidRPr="00CA52B4">
        <w:rPr>
          <w:noProof/>
          <w:rtl/>
        </w:rPr>
        <w:t>440</w:t>
      </w:r>
    </w:p>
    <w:p w:rsidR="00843DF1" w:rsidRDefault="00843DF1" w:rsidP="00AB3F16">
      <w:pPr>
        <w:pStyle w:val="libNormal"/>
        <w:rPr>
          <w:noProof/>
        </w:rPr>
      </w:pPr>
      <w:r w:rsidRPr="00CA52B4">
        <w:rPr>
          <w:noProof/>
          <w:rtl/>
        </w:rPr>
        <w:t>عمرو بن الأوس</w:t>
      </w:r>
    </w:p>
    <w:p w:rsidR="00843DF1" w:rsidRDefault="00843DF1" w:rsidP="00AB3F16">
      <w:pPr>
        <w:pStyle w:val="libNormal"/>
        <w:rPr>
          <w:noProof/>
        </w:rPr>
      </w:pPr>
      <w:r w:rsidRPr="00CA52B4">
        <w:rPr>
          <w:noProof/>
          <w:rtl/>
        </w:rPr>
        <w:t>عمرو بن بعجة</w:t>
      </w:r>
      <w:r>
        <w:rPr>
          <w:noProof/>
          <w:rtl/>
        </w:rPr>
        <w:tab/>
      </w:r>
      <w:r w:rsidRPr="00CA52B4">
        <w:rPr>
          <w:noProof/>
          <w:rtl/>
        </w:rPr>
        <w:t>441</w:t>
      </w:r>
    </w:p>
    <w:p w:rsidR="00843DF1" w:rsidRDefault="00843DF1" w:rsidP="00AB3F16">
      <w:pPr>
        <w:pStyle w:val="libNormal"/>
        <w:rPr>
          <w:noProof/>
        </w:rPr>
      </w:pPr>
      <w:r w:rsidRPr="00CA52B4">
        <w:rPr>
          <w:noProof/>
          <w:rtl/>
        </w:rPr>
        <w:t>عمرو بن بلال بن بليل</w:t>
      </w:r>
    </w:p>
    <w:p w:rsidR="00843DF1" w:rsidRDefault="00843DF1" w:rsidP="00AB3F16">
      <w:pPr>
        <w:pStyle w:val="libNormal"/>
        <w:rPr>
          <w:noProof/>
        </w:rPr>
      </w:pPr>
      <w:r w:rsidRPr="00CA52B4">
        <w:rPr>
          <w:noProof/>
          <w:rtl/>
        </w:rPr>
        <w:t>عمرو بن ثعلبة</w:t>
      </w:r>
    </w:p>
    <w:p w:rsidR="00843DF1" w:rsidRDefault="00843DF1" w:rsidP="00AB3F16">
      <w:pPr>
        <w:pStyle w:val="libNormal"/>
        <w:rPr>
          <w:noProof/>
        </w:rPr>
      </w:pPr>
      <w:r w:rsidRPr="00CA52B4">
        <w:rPr>
          <w:noProof/>
          <w:rtl/>
        </w:rPr>
        <w:t>عمرو بن جرير الكوفي</w:t>
      </w:r>
    </w:p>
    <w:p w:rsidR="00843DF1" w:rsidRDefault="00843DF1" w:rsidP="00AB3F16">
      <w:pPr>
        <w:pStyle w:val="libNormal"/>
        <w:rPr>
          <w:noProof/>
        </w:rPr>
      </w:pPr>
      <w:r w:rsidRPr="00CA52B4">
        <w:rPr>
          <w:noProof/>
          <w:rtl/>
        </w:rPr>
        <w:t>عمرو بن أبي جندب</w:t>
      </w:r>
      <w:r>
        <w:rPr>
          <w:noProof/>
          <w:rtl/>
        </w:rPr>
        <w:tab/>
      </w:r>
      <w:r w:rsidRPr="00CA52B4">
        <w:rPr>
          <w:noProof/>
          <w:rtl/>
        </w:rPr>
        <w:t>442</w:t>
      </w:r>
    </w:p>
    <w:p w:rsidR="00843DF1" w:rsidRDefault="00843DF1" w:rsidP="00AB3F16">
      <w:pPr>
        <w:pStyle w:val="libNormal"/>
        <w:rPr>
          <w:noProof/>
        </w:rPr>
      </w:pPr>
      <w:r w:rsidRPr="00CA52B4">
        <w:rPr>
          <w:noProof/>
          <w:rtl/>
        </w:rPr>
        <w:t>عمرو بن الحارث بن عبد يغوث</w:t>
      </w:r>
    </w:p>
    <w:p w:rsidR="00843DF1" w:rsidRDefault="00843DF1" w:rsidP="00AB3F16">
      <w:pPr>
        <w:pStyle w:val="libNormal"/>
        <w:rPr>
          <w:noProof/>
        </w:rPr>
      </w:pPr>
      <w:r w:rsidRPr="00CA52B4">
        <w:rPr>
          <w:noProof/>
          <w:rtl/>
        </w:rPr>
        <w:t>عمرو بن الحارث بن عمرو</w:t>
      </w:r>
      <w:r>
        <w:rPr>
          <w:noProof/>
          <w:rtl/>
        </w:rPr>
        <w:tab/>
      </w:r>
      <w:r w:rsidRPr="00CA52B4">
        <w:rPr>
          <w:noProof/>
          <w:rtl/>
        </w:rPr>
        <w:t>443</w:t>
      </w:r>
    </w:p>
    <w:p w:rsidR="00843DF1" w:rsidRDefault="00843DF1" w:rsidP="00AB3F16">
      <w:pPr>
        <w:pStyle w:val="libNormal"/>
        <w:rPr>
          <w:noProof/>
        </w:rPr>
      </w:pPr>
      <w:r w:rsidRPr="00CA52B4">
        <w:rPr>
          <w:noProof/>
          <w:rtl/>
        </w:rPr>
        <w:t>عمرو بن حبشي</w:t>
      </w:r>
    </w:p>
    <w:p w:rsidR="00843DF1" w:rsidRDefault="00843DF1" w:rsidP="00AB3F16">
      <w:pPr>
        <w:pStyle w:val="libNormal"/>
        <w:rPr>
          <w:noProof/>
        </w:rPr>
      </w:pPr>
      <w:r w:rsidRPr="00CA52B4">
        <w:rPr>
          <w:noProof/>
          <w:rtl/>
        </w:rPr>
        <w:t>عمرو بن الحرث بن قدامة</w:t>
      </w:r>
    </w:p>
    <w:p w:rsidR="00843DF1" w:rsidRDefault="00843DF1" w:rsidP="00AB3F16">
      <w:pPr>
        <w:pStyle w:val="libNormal"/>
        <w:rPr>
          <w:noProof/>
        </w:rPr>
      </w:pPr>
      <w:r w:rsidRPr="00CA52B4">
        <w:rPr>
          <w:noProof/>
          <w:rtl/>
        </w:rPr>
        <w:t>عمرو بن الحريث</w:t>
      </w:r>
      <w:r>
        <w:rPr>
          <w:noProof/>
          <w:rtl/>
        </w:rPr>
        <w:tab/>
      </w:r>
      <w:r w:rsidRPr="00CA52B4">
        <w:rPr>
          <w:noProof/>
          <w:rtl/>
        </w:rPr>
        <w:t>444</w:t>
      </w:r>
    </w:p>
    <w:p w:rsidR="00843DF1" w:rsidRDefault="00843DF1" w:rsidP="00AB3F16">
      <w:pPr>
        <w:pStyle w:val="libNormal"/>
        <w:rPr>
          <w:noProof/>
        </w:rPr>
      </w:pPr>
      <w:r w:rsidRPr="00CA52B4">
        <w:rPr>
          <w:noProof/>
          <w:rtl/>
        </w:rPr>
        <w:t>عمرو بن حزم بن زيد</w:t>
      </w:r>
    </w:p>
    <w:p w:rsidR="00843DF1" w:rsidRDefault="00843DF1" w:rsidP="00AB3F16">
      <w:pPr>
        <w:pStyle w:val="libNormal"/>
        <w:rPr>
          <w:noProof/>
        </w:rPr>
      </w:pPr>
      <w:r w:rsidRPr="00CA52B4">
        <w:rPr>
          <w:noProof/>
          <w:rtl/>
        </w:rPr>
        <w:t xml:space="preserve">عمرو بن الحمق </w:t>
      </w:r>
      <w:r>
        <w:rPr>
          <w:noProof/>
          <w:rtl/>
        </w:rPr>
        <w:t>(</w:t>
      </w:r>
      <w:r w:rsidRPr="00CA52B4">
        <w:rPr>
          <w:noProof/>
          <w:rtl/>
        </w:rPr>
        <w:t>الجموح</w:t>
      </w:r>
      <w:r>
        <w:rPr>
          <w:noProof/>
          <w:rtl/>
        </w:rPr>
        <w:t>)</w:t>
      </w:r>
      <w:r>
        <w:rPr>
          <w:noProof/>
          <w:rtl/>
        </w:rPr>
        <w:tab/>
      </w:r>
      <w:r w:rsidRPr="00CA52B4">
        <w:rPr>
          <w:noProof/>
          <w:rtl/>
        </w:rPr>
        <w:t>445</w:t>
      </w:r>
    </w:p>
    <w:p w:rsidR="00843DF1" w:rsidRDefault="00843DF1" w:rsidP="00AB3F16">
      <w:pPr>
        <w:pStyle w:val="libNormal"/>
        <w:rPr>
          <w:noProof/>
        </w:rPr>
      </w:pPr>
      <w:r w:rsidRPr="00CA52B4">
        <w:rPr>
          <w:noProof/>
          <w:rtl/>
        </w:rPr>
        <w:t>عمرو بن حنظلة</w:t>
      </w:r>
      <w:r>
        <w:rPr>
          <w:noProof/>
          <w:rtl/>
        </w:rPr>
        <w:tab/>
      </w:r>
      <w:r w:rsidRPr="00CA52B4">
        <w:rPr>
          <w:noProof/>
          <w:rtl/>
        </w:rPr>
        <w:t>446</w:t>
      </w:r>
    </w:p>
    <w:p w:rsidR="00843DF1" w:rsidRDefault="00843DF1" w:rsidP="00AB3F16">
      <w:pPr>
        <w:pStyle w:val="libNormal"/>
        <w:rPr>
          <w:noProof/>
        </w:rPr>
      </w:pPr>
      <w:r w:rsidRPr="00CA52B4">
        <w:rPr>
          <w:noProof/>
          <w:rtl/>
        </w:rPr>
        <w:t>عمرو بن دويم</w:t>
      </w:r>
    </w:p>
    <w:p w:rsidR="00843DF1" w:rsidRDefault="00843DF1" w:rsidP="00AB3F16">
      <w:pPr>
        <w:pStyle w:val="libNormal"/>
        <w:rPr>
          <w:noProof/>
        </w:rPr>
      </w:pPr>
      <w:r w:rsidRPr="00CA52B4">
        <w:rPr>
          <w:noProof/>
          <w:rtl/>
        </w:rPr>
        <w:t>عمرو بن ذي مر الهمداني</w:t>
      </w:r>
    </w:p>
    <w:p w:rsidR="00843DF1" w:rsidRDefault="00843DF1" w:rsidP="00AB3F16">
      <w:pPr>
        <w:pStyle w:val="libNormal"/>
        <w:rPr>
          <w:noProof/>
        </w:rPr>
      </w:pPr>
      <w:r w:rsidRPr="00CA52B4">
        <w:rPr>
          <w:noProof/>
          <w:rtl/>
        </w:rPr>
        <w:t>عمرو بن راشد</w:t>
      </w:r>
      <w:r>
        <w:rPr>
          <w:noProof/>
          <w:rtl/>
        </w:rPr>
        <w:tab/>
      </w:r>
      <w:r w:rsidRPr="00CA52B4">
        <w:rPr>
          <w:noProof/>
          <w:rtl/>
        </w:rPr>
        <w:t>447</w:t>
      </w:r>
    </w:p>
    <w:p w:rsidR="00843DF1" w:rsidRDefault="00843DF1" w:rsidP="00AB3F16">
      <w:pPr>
        <w:pStyle w:val="libNormal"/>
        <w:rPr>
          <w:noProof/>
        </w:rPr>
      </w:pPr>
      <w:r w:rsidRPr="00CA52B4">
        <w:rPr>
          <w:noProof/>
          <w:rtl/>
        </w:rPr>
        <w:t>عمرو بن الزبير</w:t>
      </w:r>
    </w:p>
    <w:p w:rsidR="00843DF1" w:rsidRDefault="00843DF1" w:rsidP="00AB3F16">
      <w:pPr>
        <w:pStyle w:val="libNormal"/>
        <w:rPr>
          <w:noProof/>
        </w:rPr>
      </w:pPr>
      <w:r w:rsidRPr="00CA52B4">
        <w:rPr>
          <w:noProof/>
          <w:rtl/>
        </w:rPr>
        <w:t>عمرو بن سعيد بن العاص</w:t>
      </w:r>
    </w:p>
    <w:p w:rsidR="00843DF1" w:rsidRDefault="00843DF1" w:rsidP="00AB3F16">
      <w:pPr>
        <w:pStyle w:val="libNormal"/>
        <w:rPr>
          <w:noProof/>
        </w:rPr>
      </w:pPr>
      <w:r w:rsidRPr="00CA52B4">
        <w:rPr>
          <w:noProof/>
          <w:rtl/>
        </w:rPr>
        <w:t>عمرو بن سلمة</w:t>
      </w:r>
      <w:r>
        <w:rPr>
          <w:noProof/>
          <w:rtl/>
        </w:rPr>
        <w:tab/>
      </w:r>
      <w:r w:rsidRPr="00CA52B4">
        <w:rPr>
          <w:noProof/>
          <w:rtl/>
        </w:rPr>
        <w:t>448</w:t>
      </w:r>
    </w:p>
    <w:p w:rsidR="00843DF1" w:rsidRDefault="00843DF1" w:rsidP="00AB3F16">
      <w:pPr>
        <w:pStyle w:val="libNormal"/>
        <w:rPr>
          <w:noProof/>
        </w:rPr>
      </w:pPr>
      <w:r w:rsidRPr="00CA52B4">
        <w:rPr>
          <w:noProof/>
          <w:rtl/>
        </w:rPr>
        <w:t>عمرو بن سلمة بن كعب</w:t>
      </w:r>
      <w:r>
        <w:rPr>
          <w:noProof/>
          <w:rtl/>
        </w:rPr>
        <w:tab/>
      </w:r>
      <w:r w:rsidRPr="00CA52B4">
        <w:rPr>
          <w:noProof/>
          <w:rtl/>
        </w:rPr>
        <w:t>449</w:t>
      </w:r>
    </w:p>
    <w:p w:rsidR="00843DF1" w:rsidRDefault="00843DF1" w:rsidP="00AB3F16">
      <w:pPr>
        <w:pStyle w:val="libNormal"/>
        <w:rPr>
          <w:noProof/>
        </w:rPr>
      </w:pPr>
      <w:r w:rsidRPr="00CA52B4">
        <w:rPr>
          <w:noProof/>
          <w:rtl/>
        </w:rPr>
        <w:t>عمرو بن شرحبيل</w:t>
      </w:r>
    </w:p>
    <w:p w:rsidR="00843DF1" w:rsidRDefault="00843DF1" w:rsidP="00AB3F16">
      <w:pPr>
        <w:pStyle w:val="libNormal"/>
        <w:rPr>
          <w:noProof/>
        </w:rPr>
      </w:pPr>
      <w:r w:rsidRPr="00CA52B4">
        <w:rPr>
          <w:noProof/>
          <w:rtl/>
        </w:rPr>
        <w:t>عمرو بن صليع بن محارب</w:t>
      </w:r>
    </w:p>
    <w:p w:rsidR="00843DF1" w:rsidRDefault="00843DF1" w:rsidP="00AB3F16">
      <w:pPr>
        <w:pStyle w:val="libNormal"/>
        <w:rPr>
          <w:noProof/>
        </w:rPr>
      </w:pPr>
      <w:r w:rsidRPr="00CA52B4">
        <w:rPr>
          <w:noProof/>
          <w:rtl/>
        </w:rPr>
        <w:t>عمرو بن عبد الله</w:t>
      </w:r>
      <w:r>
        <w:rPr>
          <w:noProof/>
          <w:rtl/>
        </w:rPr>
        <w:tab/>
      </w:r>
      <w:r w:rsidRPr="00CA52B4">
        <w:rPr>
          <w:noProof/>
          <w:rtl/>
        </w:rPr>
        <w:t>450</w:t>
      </w:r>
    </w:p>
    <w:p w:rsidR="00843DF1" w:rsidRPr="00CA52B4" w:rsidRDefault="00843DF1" w:rsidP="00AB3F16">
      <w:pPr>
        <w:pStyle w:val="libNormal"/>
        <w:rPr>
          <w:noProof/>
          <w:rtl/>
        </w:rPr>
      </w:pPr>
      <w:r w:rsidRPr="00CA52B4">
        <w:rPr>
          <w:noProof/>
          <w:rtl/>
        </w:rPr>
        <w:t>عمرو بن عزبة</w:t>
      </w:r>
    </w:p>
    <w:p w:rsidR="00843DF1" w:rsidRDefault="00843DF1" w:rsidP="00AB3F16">
      <w:pPr>
        <w:pStyle w:val="libNormal"/>
        <w:rPr>
          <w:noProof/>
        </w:rPr>
      </w:pPr>
      <w:r>
        <w:rPr>
          <w:noProof/>
          <w:rtl/>
        </w:rPr>
        <w:br w:type="page"/>
      </w:r>
      <w:r w:rsidRPr="00CA52B4">
        <w:rPr>
          <w:noProof/>
          <w:rtl/>
        </w:rPr>
        <w:lastRenderedPageBreak/>
        <w:t>عمرو بن أبي عمرو بن شداد</w:t>
      </w:r>
      <w:r>
        <w:rPr>
          <w:noProof/>
          <w:rtl/>
        </w:rPr>
        <w:tab/>
      </w:r>
      <w:r w:rsidRPr="00CA52B4">
        <w:rPr>
          <w:noProof/>
          <w:rtl/>
        </w:rPr>
        <w:t>451</w:t>
      </w:r>
    </w:p>
    <w:p w:rsidR="00843DF1" w:rsidRDefault="00843DF1" w:rsidP="00AB3F16">
      <w:pPr>
        <w:pStyle w:val="libNormal"/>
        <w:rPr>
          <w:noProof/>
        </w:rPr>
      </w:pPr>
      <w:r w:rsidRPr="00CA52B4">
        <w:rPr>
          <w:noProof/>
          <w:rtl/>
        </w:rPr>
        <w:t>عمرو بن عميس</w:t>
      </w:r>
    </w:p>
    <w:p w:rsidR="00843DF1" w:rsidRDefault="00843DF1" w:rsidP="00AB3F16">
      <w:pPr>
        <w:pStyle w:val="libNormal"/>
        <w:rPr>
          <w:noProof/>
        </w:rPr>
      </w:pPr>
      <w:r w:rsidRPr="00CA52B4">
        <w:rPr>
          <w:noProof/>
          <w:rtl/>
        </w:rPr>
        <w:t>عمرو بن عوف</w:t>
      </w:r>
    </w:p>
    <w:p w:rsidR="00843DF1" w:rsidRDefault="00843DF1" w:rsidP="00AB3F16">
      <w:pPr>
        <w:pStyle w:val="libNormal"/>
        <w:rPr>
          <w:noProof/>
        </w:rPr>
      </w:pPr>
      <w:r w:rsidRPr="00CA52B4">
        <w:rPr>
          <w:noProof/>
          <w:rtl/>
        </w:rPr>
        <w:t>عمرو بن غالب</w:t>
      </w:r>
      <w:r>
        <w:rPr>
          <w:noProof/>
          <w:rtl/>
        </w:rPr>
        <w:tab/>
      </w:r>
      <w:r w:rsidRPr="00CA52B4">
        <w:rPr>
          <w:noProof/>
          <w:rtl/>
        </w:rPr>
        <w:t>452</w:t>
      </w:r>
    </w:p>
    <w:p w:rsidR="00843DF1" w:rsidRDefault="00843DF1" w:rsidP="00AB3F16">
      <w:pPr>
        <w:pStyle w:val="libNormal"/>
        <w:rPr>
          <w:noProof/>
        </w:rPr>
      </w:pPr>
      <w:r w:rsidRPr="00CA52B4">
        <w:rPr>
          <w:noProof/>
          <w:rtl/>
        </w:rPr>
        <w:t>عمرو بن فروة بن عوف</w:t>
      </w:r>
    </w:p>
    <w:p w:rsidR="00843DF1" w:rsidRDefault="00843DF1" w:rsidP="00AB3F16">
      <w:pPr>
        <w:pStyle w:val="libNormal"/>
        <w:rPr>
          <w:noProof/>
        </w:rPr>
      </w:pPr>
      <w:r w:rsidRPr="00CA52B4">
        <w:rPr>
          <w:noProof/>
          <w:rtl/>
        </w:rPr>
        <w:t>عمرو بن كعب</w:t>
      </w:r>
    </w:p>
    <w:p w:rsidR="00843DF1" w:rsidRDefault="00843DF1" w:rsidP="00AB3F16">
      <w:pPr>
        <w:pStyle w:val="libNormal"/>
        <w:rPr>
          <w:noProof/>
        </w:rPr>
      </w:pPr>
      <w:r w:rsidRPr="00CA52B4">
        <w:rPr>
          <w:noProof/>
          <w:rtl/>
        </w:rPr>
        <w:t>عمرو بن محصن أبو أحيحة</w:t>
      </w:r>
    </w:p>
    <w:p w:rsidR="00843DF1" w:rsidRDefault="00843DF1" w:rsidP="00AB3F16">
      <w:pPr>
        <w:pStyle w:val="libNormal"/>
        <w:rPr>
          <w:noProof/>
        </w:rPr>
      </w:pPr>
      <w:r w:rsidRPr="00CA52B4">
        <w:rPr>
          <w:noProof/>
          <w:rtl/>
        </w:rPr>
        <w:t>عمرو بن مرجوم بن عبد مر</w:t>
      </w:r>
      <w:r>
        <w:rPr>
          <w:noProof/>
          <w:rtl/>
        </w:rPr>
        <w:tab/>
      </w:r>
      <w:r w:rsidRPr="00CA52B4">
        <w:rPr>
          <w:noProof/>
          <w:rtl/>
        </w:rPr>
        <w:t>454</w:t>
      </w:r>
    </w:p>
    <w:p w:rsidR="00843DF1" w:rsidRDefault="00843DF1" w:rsidP="00AB3F16">
      <w:pPr>
        <w:pStyle w:val="libNormal"/>
        <w:rPr>
          <w:noProof/>
        </w:rPr>
      </w:pPr>
      <w:r w:rsidRPr="00CA52B4">
        <w:rPr>
          <w:noProof/>
          <w:rtl/>
        </w:rPr>
        <w:t>عمرو بن مسلم</w:t>
      </w:r>
    </w:p>
    <w:p w:rsidR="00843DF1" w:rsidRDefault="00843DF1" w:rsidP="00AB3F16">
      <w:pPr>
        <w:pStyle w:val="libNormal"/>
        <w:rPr>
          <w:noProof/>
        </w:rPr>
      </w:pPr>
      <w:r w:rsidRPr="00CA52B4">
        <w:rPr>
          <w:noProof/>
          <w:rtl/>
        </w:rPr>
        <w:t>عميرة</w:t>
      </w:r>
      <w:r>
        <w:rPr>
          <w:noProof/>
          <w:rtl/>
        </w:rPr>
        <w:tab/>
      </w:r>
      <w:r w:rsidRPr="00CA52B4">
        <w:rPr>
          <w:noProof/>
          <w:rtl/>
        </w:rPr>
        <w:t>455</w:t>
      </w:r>
    </w:p>
    <w:p w:rsidR="00843DF1" w:rsidRDefault="00843DF1" w:rsidP="00AB3F16">
      <w:pPr>
        <w:pStyle w:val="libNormal"/>
        <w:rPr>
          <w:noProof/>
        </w:rPr>
      </w:pPr>
      <w:r w:rsidRPr="00CA52B4">
        <w:rPr>
          <w:noProof/>
          <w:rtl/>
        </w:rPr>
        <w:t>عميرة بن سعد</w:t>
      </w:r>
    </w:p>
    <w:p w:rsidR="00843DF1" w:rsidRDefault="00843DF1" w:rsidP="00AB3F16">
      <w:pPr>
        <w:pStyle w:val="libNormal"/>
        <w:rPr>
          <w:noProof/>
        </w:rPr>
      </w:pPr>
      <w:r w:rsidRPr="00CA52B4">
        <w:rPr>
          <w:noProof/>
          <w:rtl/>
        </w:rPr>
        <w:t>عميرة بن كوهان</w:t>
      </w:r>
    </w:p>
    <w:p w:rsidR="00843DF1" w:rsidRDefault="00843DF1" w:rsidP="00AB3F16">
      <w:pPr>
        <w:pStyle w:val="libNormal"/>
        <w:rPr>
          <w:noProof/>
        </w:rPr>
      </w:pPr>
      <w:r w:rsidRPr="00CA52B4">
        <w:rPr>
          <w:noProof/>
          <w:rtl/>
        </w:rPr>
        <w:t>عميرة بن بشر</w:t>
      </w:r>
    </w:p>
    <w:p w:rsidR="00843DF1" w:rsidRDefault="00843DF1" w:rsidP="00AB3F16">
      <w:pPr>
        <w:pStyle w:val="libNormal"/>
        <w:rPr>
          <w:noProof/>
        </w:rPr>
      </w:pPr>
      <w:r w:rsidRPr="00CA52B4">
        <w:rPr>
          <w:noProof/>
          <w:rtl/>
        </w:rPr>
        <w:t>عمير بن سعيد النخعي</w:t>
      </w:r>
    </w:p>
    <w:p w:rsidR="00843DF1" w:rsidRDefault="00843DF1" w:rsidP="00AB3F16">
      <w:pPr>
        <w:pStyle w:val="libNormal"/>
        <w:rPr>
          <w:noProof/>
        </w:rPr>
      </w:pPr>
      <w:r w:rsidRPr="00CA52B4">
        <w:rPr>
          <w:noProof/>
          <w:rtl/>
        </w:rPr>
        <w:t>عمير بن عطارد</w:t>
      </w:r>
      <w:r>
        <w:rPr>
          <w:noProof/>
          <w:rtl/>
        </w:rPr>
        <w:tab/>
      </w:r>
      <w:r w:rsidRPr="00CA52B4">
        <w:rPr>
          <w:noProof/>
          <w:rtl/>
        </w:rPr>
        <w:t>456</w:t>
      </w:r>
    </w:p>
    <w:p w:rsidR="00843DF1" w:rsidRDefault="00843DF1" w:rsidP="00AB3F16">
      <w:pPr>
        <w:pStyle w:val="libNormal"/>
        <w:rPr>
          <w:noProof/>
        </w:rPr>
      </w:pPr>
      <w:r w:rsidRPr="00CA52B4">
        <w:rPr>
          <w:noProof/>
          <w:rtl/>
        </w:rPr>
        <w:t>عنبسة بن جبير</w:t>
      </w:r>
    </w:p>
    <w:p w:rsidR="00843DF1" w:rsidRDefault="00843DF1" w:rsidP="00AB3F16">
      <w:pPr>
        <w:pStyle w:val="libNormal"/>
        <w:rPr>
          <w:noProof/>
        </w:rPr>
      </w:pPr>
      <w:r w:rsidRPr="00CA52B4">
        <w:rPr>
          <w:noProof/>
          <w:rtl/>
        </w:rPr>
        <w:t>عنتر بن عبيد بن خالد</w:t>
      </w:r>
      <w:r>
        <w:rPr>
          <w:noProof/>
          <w:rtl/>
        </w:rPr>
        <w:tab/>
      </w:r>
      <w:r w:rsidRPr="00CA52B4">
        <w:rPr>
          <w:noProof/>
          <w:rtl/>
        </w:rPr>
        <w:t>457</w:t>
      </w:r>
    </w:p>
    <w:p w:rsidR="00843DF1" w:rsidRDefault="00843DF1" w:rsidP="00AB3F16">
      <w:pPr>
        <w:pStyle w:val="libNormal"/>
        <w:rPr>
          <w:noProof/>
        </w:rPr>
      </w:pPr>
      <w:r w:rsidRPr="00CA52B4">
        <w:rPr>
          <w:noProof/>
          <w:rtl/>
        </w:rPr>
        <w:t>عنترة بن عبد الرحمن</w:t>
      </w:r>
    </w:p>
    <w:p w:rsidR="00843DF1" w:rsidRDefault="00843DF1" w:rsidP="00AB3F16">
      <w:pPr>
        <w:pStyle w:val="libNormal"/>
        <w:rPr>
          <w:noProof/>
        </w:rPr>
      </w:pPr>
      <w:r w:rsidRPr="00CA52B4">
        <w:rPr>
          <w:noProof/>
          <w:rtl/>
        </w:rPr>
        <w:t>عنترة أبو ماوية</w:t>
      </w:r>
    </w:p>
    <w:p w:rsidR="00843DF1" w:rsidRDefault="00843DF1" w:rsidP="00AB3F16">
      <w:pPr>
        <w:pStyle w:val="libNormal"/>
        <w:rPr>
          <w:noProof/>
        </w:rPr>
      </w:pPr>
      <w:r w:rsidRPr="00CA52B4">
        <w:rPr>
          <w:noProof/>
          <w:rtl/>
        </w:rPr>
        <w:t>عوف بن بشر العبدي</w:t>
      </w:r>
      <w:r>
        <w:rPr>
          <w:noProof/>
          <w:rtl/>
        </w:rPr>
        <w:tab/>
      </w:r>
      <w:r w:rsidRPr="00CA52B4">
        <w:rPr>
          <w:noProof/>
          <w:rtl/>
        </w:rPr>
        <w:t>458</w:t>
      </w:r>
    </w:p>
    <w:p w:rsidR="00843DF1" w:rsidRDefault="00843DF1" w:rsidP="00AB3F16">
      <w:pPr>
        <w:pStyle w:val="libNormal"/>
        <w:rPr>
          <w:noProof/>
        </w:rPr>
      </w:pPr>
      <w:r w:rsidRPr="00CA52B4">
        <w:rPr>
          <w:noProof/>
          <w:rtl/>
        </w:rPr>
        <w:t>عوف بن عبد الله</w:t>
      </w:r>
    </w:p>
    <w:p w:rsidR="00843DF1" w:rsidRDefault="00843DF1" w:rsidP="00AB3F16">
      <w:pPr>
        <w:pStyle w:val="libNormal"/>
        <w:rPr>
          <w:noProof/>
        </w:rPr>
      </w:pPr>
      <w:r w:rsidRPr="00CA52B4">
        <w:rPr>
          <w:noProof/>
          <w:rtl/>
        </w:rPr>
        <w:t>عوف بن مالك</w:t>
      </w:r>
    </w:p>
    <w:p w:rsidR="00843DF1" w:rsidRDefault="00843DF1" w:rsidP="00AB3F16">
      <w:pPr>
        <w:pStyle w:val="libNormal"/>
        <w:rPr>
          <w:noProof/>
        </w:rPr>
      </w:pPr>
      <w:r w:rsidRPr="00CA52B4">
        <w:rPr>
          <w:noProof/>
          <w:rtl/>
        </w:rPr>
        <w:t>عوف بن مالك بن نضلة</w:t>
      </w:r>
      <w:r>
        <w:rPr>
          <w:noProof/>
          <w:rtl/>
        </w:rPr>
        <w:tab/>
      </w:r>
      <w:r w:rsidRPr="00CA52B4">
        <w:rPr>
          <w:noProof/>
          <w:rtl/>
        </w:rPr>
        <w:t>459</w:t>
      </w:r>
    </w:p>
    <w:p w:rsidR="00843DF1" w:rsidRDefault="00843DF1" w:rsidP="00AB3F16">
      <w:pPr>
        <w:pStyle w:val="libNormal"/>
        <w:rPr>
          <w:noProof/>
        </w:rPr>
      </w:pPr>
      <w:r w:rsidRPr="00CA52B4">
        <w:rPr>
          <w:noProof/>
          <w:rtl/>
        </w:rPr>
        <w:t>عوف العقيلي</w:t>
      </w:r>
    </w:p>
    <w:p w:rsidR="00843DF1" w:rsidRDefault="00843DF1" w:rsidP="00AB3F16">
      <w:pPr>
        <w:pStyle w:val="libNormal"/>
        <w:rPr>
          <w:noProof/>
        </w:rPr>
      </w:pPr>
      <w:r w:rsidRPr="00CA52B4">
        <w:rPr>
          <w:noProof/>
          <w:rtl/>
        </w:rPr>
        <w:t>عون بن جعفر بن أبي طالب</w:t>
      </w:r>
      <w:r>
        <w:rPr>
          <w:noProof/>
          <w:rtl/>
        </w:rPr>
        <w:tab/>
      </w:r>
      <w:r w:rsidRPr="00CA52B4">
        <w:rPr>
          <w:noProof/>
          <w:rtl/>
        </w:rPr>
        <w:t>460</w:t>
      </w:r>
    </w:p>
    <w:p w:rsidR="00843DF1" w:rsidRDefault="00843DF1" w:rsidP="00AB3F16">
      <w:pPr>
        <w:pStyle w:val="libNormal"/>
        <w:rPr>
          <w:noProof/>
        </w:rPr>
      </w:pPr>
      <w:r w:rsidRPr="00CA52B4">
        <w:rPr>
          <w:noProof/>
          <w:rtl/>
        </w:rPr>
        <w:t>عون بن محمد بن علي بن أبي طالب</w:t>
      </w:r>
    </w:p>
    <w:p w:rsidR="00843DF1" w:rsidRDefault="00843DF1" w:rsidP="00AB3F16">
      <w:pPr>
        <w:pStyle w:val="libNormal"/>
        <w:rPr>
          <w:noProof/>
        </w:rPr>
      </w:pPr>
      <w:r w:rsidRPr="00CA52B4">
        <w:rPr>
          <w:noProof/>
          <w:rtl/>
        </w:rPr>
        <w:t>عياض بن خليفة اليماني</w:t>
      </w:r>
      <w:r>
        <w:rPr>
          <w:noProof/>
          <w:rtl/>
        </w:rPr>
        <w:tab/>
      </w:r>
      <w:r w:rsidRPr="00CA52B4">
        <w:rPr>
          <w:noProof/>
          <w:rtl/>
        </w:rPr>
        <w:t>461</w:t>
      </w:r>
    </w:p>
    <w:p w:rsidR="00843DF1" w:rsidRDefault="00843DF1" w:rsidP="00AB3F16">
      <w:pPr>
        <w:pStyle w:val="libNormal"/>
        <w:rPr>
          <w:noProof/>
        </w:rPr>
      </w:pPr>
      <w:r w:rsidRPr="00CA52B4">
        <w:rPr>
          <w:noProof/>
          <w:rtl/>
        </w:rPr>
        <w:t>عياض بن أبي لينة عبد الله</w:t>
      </w:r>
      <w:r>
        <w:rPr>
          <w:noProof/>
          <w:rtl/>
        </w:rPr>
        <w:tab/>
      </w:r>
      <w:r w:rsidRPr="00CA52B4">
        <w:rPr>
          <w:noProof/>
          <w:rtl/>
        </w:rPr>
        <w:t>462</w:t>
      </w:r>
    </w:p>
    <w:p w:rsidR="00843DF1" w:rsidRDefault="00843DF1" w:rsidP="00AB3F16">
      <w:pPr>
        <w:pStyle w:val="libNormal"/>
        <w:rPr>
          <w:noProof/>
        </w:rPr>
      </w:pPr>
      <w:r w:rsidRPr="00CA52B4">
        <w:rPr>
          <w:noProof/>
          <w:rtl/>
        </w:rPr>
        <w:t>عياض بن نضلة</w:t>
      </w:r>
    </w:p>
    <w:p w:rsidR="00843DF1" w:rsidRPr="00CA52B4" w:rsidRDefault="00843DF1" w:rsidP="00AB3F16">
      <w:pPr>
        <w:pStyle w:val="libNormal"/>
        <w:rPr>
          <w:noProof/>
          <w:rtl/>
        </w:rPr>
      </w:pPr>
      <w:r w:rsidRPr="00CA52B4">
        <w:rPr>
          <w:noProof/>
          <w:rtl/>
        </w:rPr>
        <w:t>عيسى بن حطان الرقاشي</w:t>
      </w:r>
    </w:p>
    <w:p w:rsidR="00843DF1" w:rsidRDefault="00843DF1" w:rsidP="00AB3F16">
      <w:pPr>
        <w:pStyle w:val="libNormal"/>
        <w:rPr>
          <w:noProof/>
        </w:rPr>
      </w:pPr>
      <w:r w:rsidRPr="00CA52B4">
        <w:rPr>
          <w:noProof/>
          <w:rtl/>
        </w:rPr>
        <w:t>غالب بن صعصعة أبو الفرزدق</w:t>
      </w:r>
      <w:r>
        <w:rPr>
          <w:noProof/>
          <w:rtl/>
        </w:rPr>
        <w:tab/>
      </w:r>
      <w:r w:rsidRPr="00CA52B4">
        <w:rPr>
          <w:noProof/>
          <w:rtl/>
        </w:rPr>
        <w:t>463</w:t>
      </w:r>
    </w:p>
    <w:p w:rsidR="00843DF1" w:rsidRDefault="00843DF1" w:rsidP="00AB3F16">
      <w:pPr>
        <w:pStyle w:val="libNormal"/>
        <w:rPr>
          <w:noProof/>
        </w:rPr>
      </w:pPr>
      <w:r w:rsidRPr="00CA52B4">
        <w:rPr>
          <w:noProof/>
          <w:rtl/>
        </w:rPr>
        <w:lastRenderedPageBreak/>
        <w:t>غرفة بن الحارث</w:t>
      </w:r>
      <w:r>
        <w:rPr>
          <w:noProof/>
          <w:rtl/>
        </w:rPr>
        <w:tab/>
      </w:r>
      <w:r w:rsidRPr="00CA52B4">
        <w:rPr>
          <w:noProof/>
          <w:rtl/>
        </w:rPr>
        <w:t>464</w:t>
      </w:r>
    </w:p>
    <w:p w:rsidR="00843DF1" w:rsidRDefault="00843DF1" w:rsidP="00AB3F16">
      <w:pPr>
        <w:pStyle w:val="libNormal"/>
        <w:rPr>
          <w:noProof/>
        </w:rPr>
      </w:pPr>
      <w:r w:rsidRPr="00CA52B4">
        <w:rPr>
          <w:noProof/>
          <w:rtl/>
        </w:rPr>
        <w:t>غريب الخيلي</w:t>
      </w:r>
      <w:r>
        <w:rPr>
          <w:noProof/>
          <w:rtl/>
        </w:rPr>
        <w:tab/>
      </w:r>
      <w:r w:rsidRPr="00CA52B4">
        <w:rPr>
          <w:noProof/>
          <w:rtl/>
        </w:rPr>
        <w:t>465</w:t>
      </w:r>
    </w:p>
    <w:p w:rsidR="00843DF1" w:rsidRPr="00CA52B4" w:rsidRDefault="00843DF1" w:rsidP="00AB3F16">
      <w:pPr>
        <w:pStyle w:val="libNormal"/>
        <w:rPr>
          <w:noProof/>
          <w:rtl/>
        </w:rPr>
      </w:pPr>
      <w:r w:rsidRPr="00CA52B4">
        <w:rPr>
          <w:noProof/>
          <w:rtl/>
        </w:rPr>
        <w:t>غريب بن شرحبيل</w:t>
      </w:r>
    </w:p>
    <w:p w:rsidR="00843DF1" w:rsidRDefault="00843DF1" w:rsidP="00AB3F16">
      <w:pPr>
        <w:pStyle w:val="libNormal"/>
        <w:rPr>
          <w:noProof/>
        </w:rPr>
      </w:pPr>
      <w:r w:rsidRPr="00CA52B4">
        <w:rPr>
          <w:noProof/>
          <w:rtl/>
        </w:rPr>
        <w:t>الفاكهة بن سعد بن جبير</w:t>
      </w:r>
      <w:r>
        <w:rPr>
          <w:noProof/>
          <w:rtl/>
        </w:rPr>
        <w:tab/>
      </w:r>
      <w:r w:rsidRPr="00CA52B4">
        <w:rPr>
          <w:noProof/>
          <w:rtl/>
        </w:rPr>
        <w:t>466</w:t>
      </w:r>
    </w:p>
    <w:p w:rsidR="00843DF1" w:rsidRDefault="00843DF1" w:rsidP="00AB3F16">
      <w:pPr>
        <w:pStyle w:val="libNormal"/>
        <w:rPr>
          <w:noProof/>
        </w:rPr>
      </w:pPr>
      <w:r w:rsidRPr="00CA52B4">
        <w:rPr>
          <w:noProof/>
          <w:rtl/>
        </w:rPr>
        <w:t>فرات بن عمرو</w:t>
      </w:r>
    </w:p>
    <w:p w:rsidR="00843DF1" w:rsidRDefault="00843DF1" w:rsidP="00AB3F16">
      <w:pPr>
        <w:pStyle w:val="libNormal"/>
        <w:rPr>
          <w:noProof/>
        </w:rPr>
      </w:pPr>
      <w:r w:rsidRPr="00CA52B4">
        <w:rPr>
          <w:noProof/>
          <w:rtl/>
        </w:rPr>
        <w:t>فروخ مولى لبني الأشتر</w:t>
      </w:r>
      <w:r>
        <w:rPr>
          <w:noProof/>
          <w:rtl/>
        </w:rPr>
        <w:tab/>
      </w:r>
      <w:r w:rsidRPr="00CA52B4">
        <w:rPr>
          <w:noProof/>
          <w:rtl/>
        </w:rPr>
        <w:t>467</w:t>
      </w:r>
    </w:p>
    <w:p w:rsidR="00843DF1" w:rsidRDefault="00843DF1" w:rsidP="00AB3F16">
      <w:pPr>
        <w:pStyle w:val="libNormal"/>
        <w:rPr>
          <w:noProof/>
        </w:rPr>
      </w:pPr>
      <w:r w:rsidRPr="00CA52B4">
        <w:rPr>
          <w:noProof/>
          <w:rtl/>
        </w:rPr>
        <w:t>فروة بن نوفل</w:t>
      </w:r>
    </w:p>
    <w:p w:rsidR="00843DF1" w:rsidRDefault="00843DF1" w:rsidP="00AB3F16">
      <w:pPr>
        <w:pStyle w:val="libNormal"/>
        <w:rPr>
          <w:noProof/>
        </w:rPr>
      </w:pPr>
      <w:r w:rsidRPr="00CA52B4">
        <w:rPr>
          <w:noProof/>
          <w:rtl/>
        </w:rPr>
        <w:t>فضالة بن أبي فضالة</w:t>
      </w:r>
    </w:p>
    <w:p w:rsidR="00843DF1" w:rsidRDefault="00843DF1" w:rsidP="00AB3F16">
      <w:pPr>
        <w:pStyle w:val="libNormal"/>
        <w:rPr>
          <w:noProof/>
        </w:rPr>
      </w:pPr>
      <w:r w:rsidRPr="00CA52B4">
        <w:rPr>
          <w:noProof/>
          <w:rtl/>
        </w:rPr>
        <w:t>الفضل بن عباس بن عبد المطلب</w:t>
      </w:r>
      <w:r>
        <w:rPr>
          <w:noProof/>
          <w:rtl/>
        </w:rPr>
        <w:tab/>
      </w:r>
      <w:r w:rsidRPr="00CA52B4">
        <w:rPr>
          <w:noProof/>
          <w:rtl/>
        </w:rPr>
        <w:t>468</w:t>
      </w:r>
    </w:p>
    <w:p w:rsidR="00843DF1" w:rsidRDefault="00843DF1" w:rsidP="00AB3F16">
      <w:pPr>
        <w:pStyle w:val="libNormal"/>
        <w:rPr>
          <w:noProof/>
        </w:rPr>
      </w:pPr>
      <w:r w:rsidRPr="00CA52B4">
        <w:rPr>
          <w:noProof/>
          <w:rtl/>
        </w:rPr>
        <w:t>فضيل بن عياض بن مسعود</w:t>
      </w:r>
      <w:r>
        <w:rPr>
          <w:noProof/>
          <w:rtl/>
        </w:rPr>
        <w:tab/>
      </w:r>
      <w:r w:rsidRPr="00CA52B4">
        <w:rPr>
          <w:noProof/>
          <w:rtl/>
        </w:rPr>
        <w:t>469</w:t>
      </w:r>
    </w:p>
    <w:p w:rsidR="00843DF1" w:rsidRDefault="00843DF1" w:rsidP="00AB3F16">
      <w:pPr>
        <w:pStyle w:val="libNormal"/>
        <w:rPr>
          <w:noProof/>
        </w:rPr>
      </w:pPr>
      <w:r w:rsidRPr="00CA52B4">
        <w:rPr>
          <w:noProof/>
          <w:rtl/>
        </w:rPr>
        <w:t>الفياض بن خليل</w:t>
      </w:r>
      <w:r>
        <w:rPr>
          <w:noProof/>
          <w:rtl/>
        </w:rPr>
        <w:tab/>
      </w:r>
      <w:r w:rsidRPr="00CA52B4">
        <w:rPr>
          <w:noProof/>
          <w:rtl/>
        </w:rPr>
        <w:t>470</w:t>
      </w:r>
    </w:p>
    <w:p w:rsidR="00843DF1" w:rsidRPr="00CA52B4" w:rsidRDefault="00843DF1" w:rsidP="00AB3F16">
      <w:pPr>
        <w:pStyle w:val="libNormal"/>
        <w:rPr>
          <w:noProof/>
          <w:rtl/>
        </w:rPr>
      </w:pPr>
      <w:r w:rsidRPr="00CA52B4">
        <w:rPr>
          <w:noProof/>
          <w:rtl/>
        </w:rPr>
        <w:t xml:space="preserve">فيروز </w:t>
      </w:r>
      <w:r>
        <w:rPr>
          <w:noProof/>
          <w:rtl/>
        </w:rPr>
        <w:t>(</w:t>
      </w:r>
      <w:r w:rsidRPr="00CA52B4">
        <w:rPr>
          <w:noProof/>
          <w:rtl/>
        </w:rPr>
        <w:t>أبو لؤلؤة</w:t>
      </w:r>
      <w:r>
        <w:rPr>
          <w:noProof/>
          <w:rtl/>
        </w:rPr>
        <w:t>)</w:t>
      </w:r>
    </w:p>
    <w:p w:rsidR="00843DF1" w:rsidRDefault="00843DF1" w:rsidP="00AB3F16">
      <w:pPr>
        <w:pStyle w:val="libNormal"/>
        <w:rPr>
          <w:noProof/>
        </w:rPr>
      </w:pPr>
      <w:r w:rsidRPr="00CA52B4">
        <w:rPr>
          <w:noProof/>
          <w:rtl/>
        </w:rPr>
        <w:t>قائد بن بكير العبسي</w:t>
      </w:r>
      <w:r>
        <w:rPr>
          <w:noProof/>
          <w:rtl/>
        </w:rPr>
        <w:tab/>
      </w:r>
      <w:r w:rsidRPr="00CA52B4">
        <w:rPr>
          <w:noProof/>
          <w:rtl/>
        </w:rPr>
        <w:t>471</w:t>
      </w:r>
    </w:p>
    <w:p w:rsidR="00843DF1" w:rsidRDefault="00843DF1" w:rsidP="00AB3F16">
      <w:pPr>
        <w:pStyle w:val="libNormal"/>
        <w:rPr>
          <w:noProof/>
        </w:rPr>
      </w:pPr>
      <w:r w:rsidRPr="00CA52B4">
        <w:rPr>
          <w:noProof/>
          <w:rtl/>
        </w:rPr>
        <w:t>القاسم بن حنظلة</w:t>
      </w:r>
    </w:p>
    <w:p w:rsidR="00843DF1" w:rsidRDefault="00843DF1" w:rsidP="00AB3F16">
      <w:pPr>
        <w:pStyle w:val="libNormal"/>
        <w:rPr>
          <w:noProof/>
        </w:rPr>
      </w:pPr>
      <w:r w:rsidRPr="00CA52B4">
        <w:rPr>
          <w:noProof/>
          <w:rtl/>
        </w:rPr>
        <w:t>القاسم بن منصور الضبي</w:t>
      </w:r>
    </w:p>
    <w:p w:rsidR="00843DF1" w:rsidRDefault="00843DF1" w:rsidP="00AB3F16">
      <w:pPr>
        <w:pStyle w:val="libNormal"/>
        <w:rPr>
          <w:noProof/>
        </w:rPr>
      </w:pPr>
      <w:r w:rsidRPr="00CA52B4">
        <w:rPr>
          <w:noProof/>
          <w:rtl/>
        </w:rPr>
        <w:t>قبيصة بن جابر</w:t>
      </w:r>
    </w:p>
    <w:p w:rsidR="00843DF1" w:rsidRDefault="00843DF1" w:rsidP="00AB3F16">
      <w:pPr>
        <w:pStyle w:val="libNormal"/>
        <w:rPr>
          <w:noProof/>
        </w:rPr>
      </w:pPr>
      <w:r w:rsidRPr="00CA52B4">
        <w:rPr>
          <w:noProof/>
          <w:rtl/>
        </w:rPr>
        <w:t>قبيصة بن شداد</w:t>
      </w:r>
      <w:r>
        <w:rPr>
          <w:noProof/>
          <w:rtl/>
        </w:rPr>
        <w:tab/>
      </w:r>
      <w:r w:rsidRPr="00CA52B4">
        <w:rPr>
          <w:noProof/>
          <w:rtl/>
        </w:rPr>
        <w:t>472</w:t>
      </w:r>
    </w:p>
    <w:p w:rsidR="00843DF1" w:rsidRDefault="00843DF1" w:rsidP="00AB3F16">
      <w:pPr>
        <w:pStyle w:val="libNormal"/>
        <w:rPr>
          <w:noProof/>
        </w:rPr>
      </w:pPr>
      <w:r w:rsidRPr="00CA52B4">
        <w:rPr>
          <w:noProof/>
          <w:rtl/>
        </w:rPr>
        <w:t>قبيصة بن ضبيعة</w:t>
      </w:r>
      <w:r>
        <w:rPr>
          <w:noProof/>
          <w:rtl/>
        </w:rPr>
        <w:tab/>
      </w:r>
      <w:r w:rsidRPr="00CA52B4">
        <w:rPr>
          <w:noProof/>
          <w:rtl/>
        </w:rPr>
        <w:t>473</w:t>
      </w:r>
    </w:p>
    <w:p w:rsidR="00843DF1" w:rsidRDefault="00843DF1" w:rsidP="00AB3F16">
      <w:pPr>
        <w:pStyle w:val="libNormal"/>
        <w:rPr>
          <w:noProof/>
        </w:rPr>
      </w:pPr>
      <w:r w:rsidRPr="00CA52B4">
        <w:rPr>
          <w:noProof/>
          <w:rtl/>
        </w:rPr>
        <w:t>قترة الساعدي</w:t>
      </w:r>
    </w:p>
    <w:p w:rsidR="00843DF1" w:rsidRDefault="00843DF1" w:rsidP="00AB3F16">
      <w:pPr>
        <w:pStyle w:val="libNormal"/>
        <w:rPr>
          <w:noProof/>
        </w:rPr>
      </w:pPr>
      <w:r w:rsidRPr="00CA52B4">
        <w:rPr>
          <w:noProof/>
          <w:rtl/>
        </w:rPr>
        <w:t>قثم بن العباس بن عبد المطلب</w:t>
      </w:r>
      <w:r>
        <w:rPr>
          <w:noProof/>
          <w:rtl/>
        </w:rPr>
        <w:tab/>
      </w:r>
      <w:r w:rsidRPr="00CA52B4">
        <w:rPr>
          <w:noProof/>
          <w:rtl/>
        </w:rPr>
        <w:t>474</w:t>
      </w:r>
    </w:p>
    <w:p w:rsidR="00843DF1" w:rsidRDefault="00843DF1" w:rsidP="00AB3F16">
      <w:pPr>
        <w:pStyle w:val="libNormal"/>
        <w:rPr>
          <w:noProof/>
        </w:rPr>
      </w:pPr>
      <w:r w:rsidRPr="00CA52B4">
        <w:rPr>
          <w:noProof/>
          <w:rtl/>
        </w:rPr>
        <w:t>قثم بن لؤلؤة</w:t>
      </w:r>
      <w:r>
        <w:rPr>
          <w:noProof/>
          <w:rtl/>
        </w:rPr>
        <w:tab/>
      </w:r>
      <w:r w:rsidRPr="00CA52B4">
        <w:rPr>
          <w:noProof/>
          <w:rtl/>
        </w:rPr>
        <w:t>475</w:t>
      </w:r>
    </w:p>
    <w:p w:rsidR="00843DF1" w:rsidRDefault="00843DF1" w:rsidP="00AB3F16">
      <w:pPr>
        <w:pStyle w:val="libNormal"/>
        <w:rPr>
          <w:noProof/>
        </w:rPr>
      </w:pPr>
      <w:r w:rsidRPr="00CA52B4">
        <w:rPr>
          <w:noProof/>
          <w:rtl/>
        </w:rPr>
        <w:t>قدامة السعدي</w:t>
      </w:r>
    </w:p>
    <w:p w:rsidR="00843DF1" w:rsidRDefault="00843DF1" w:rsidP="00AB3F16">
      <w:pPr>
        <w:pStyle w:val="libNormal"/>
        <w:rPr>
          <w:noProof/>
        </w:rPr>
      </w:pPr>
      <w:r w:rsidRPr="00CA52B4">
        <w:rPr>
          <w:noProof/>
          <w:rtl/>
        </w:rPr>
        <w:t>قدامة بن عتاب</w:t>
      </w:r>
    </w:p>
    <w:p w:rsidR="00843DF1" w:rsidRDefault="00843DF1" w:rsidP="00AB3F16">
      <w:pPr>
        <w:pStyle w:val="libNormal"/>
        <w:rPr>
          <w:noProof/>
        </w:rPr>
      </w:pPr>
      <w:r w:rsidRPr="00CA52B4">
        <w:rPr>
          <w:noProof/>
          <w:rtl/>
        </w:rPr>
        <w:t>قدامة بن مسروق</w:t>
      </w:r>
      <w:r>
        <w:rPr>
          <w:noProof/>
          <w:rtl/>
        </w:rPr>
        <w:tab/>
      </w:r>
      <w:r w:rsidRPr="00CA52B4">
        <w:rPr>
          <w:noProof/>
          <w:rtl/>
        </w:rPr>
        <w:t>476</w:t>
      </w:r>
    </w:p>
    <w:p w:rsidR="00843DF1" w:rsidRPr="00CA52B4" w:rsidRDefault="00843DF1" w:rsidP="00AB3F16">
      <w:pPr>
        <w:pStyle w:val="libNormal"/>
        <w:rPr>
          <w:noProof/>
          <w:rtl/>
        </w:rPr>
      </w:pPr>
      <w:r w:rsidRPr="00CA52B4">
        <w:rPr>
          <w:noProof/>
          <w:rtl/>
        </w:rPr>
        <w:t>قرظة بن كعب بن عمرو</w:t>
      </w:r>
    </w:p>
    <w:p w:rsidR="00843DF1" w:rsidRDefault="00843DF1" w:rsidP="00AB3F16">
      <w:pPr>
        <w:pStyle w:val="libNormal"/>
        <w:rPr>
          <w:noProof/>
        </w:rPr>
      </w:pPr>
      <w:r>
        <w:rPr>
          <w:noProof/>
          <w:rtl/>
        </w:rPr>
        <w:br w:type="page"/>
      </w:r>
      <w:r w:rsidRPr="00CA52B4">
        <w:rPr>
          <w:noProof/>
          <w:rtl/>
        </w:rPr>
        <w:lastRenderedPageBreak/>
        <w:t>قرة بن نوفل الأشجعي</w:t>
      </w:r>
      <w:r>
        <w:rPr>
          <w:noProof/>
          <w:rtl/>
        </w:rPr>
        <w:tab/>
      </w:r>
      <w:r w:rsidRPr="00CA52B4">
        <w:rPr>
          <w:noProof/>
          <w:rtl/>
        </w:rPr>
        <w:t>477</w:t>
      </w:r>
    </w:p>
    <w:p w:rsidR="00843DF1" w:rsidRDefault="00843DF1" w:rsidP="00AB3F16">
      <w:pPr>
        <w:pStyle w:val="libNormal"/>
        <w:rPr>
          <w:noProof/>
        </w:rPr>
      </w:pPr>
      <w:r w:rsidRPr="00CA52B4">
        <w:rPr>
          <w:noProof/>
          <w:rtl/>
        </w:rPr>
        <w:t>القعقاع بن الأبرد بن طهرة</w:t>
      </w:r>
    </w:p>
    <w:p w:rsidR="00843DF1" w:rsidRDefault="00843DF1" w:rsidP="00AB3F16">
      <w:pPr>
        <w:pStyle w:val="libNormal"/>
        <w:rPr>
          <w:noProof/>
        </w:rPr>
      </w:pPr>
      <w:r w:rsidRPr="00CA52B4">
        <w:rPr>
          <w:noProof/>
          <w:rtl/>
        </w:rPr>
        <w:t>القعقاع بن عمرو التميمي</w:t>
      </w:r>
    </w:p>
    <w:p w:rsidR="00843DF1" w:rsidRDefault="00843DF1" w:rsidP="00AB3F16">
      <w:pPr>
        <w:pStyle w:val="libNormal"/>
        <w:rPr>
          <w:noProof/>
        </w:rPr>
      </w:pPr>
      <w:r w:rsidRPr="00CA52B4">
        <w:rPr>
          <w:noProof/>
          <w:rtl/>
        </w:rPr>
        <w:t>قنبر</w:t>
      </w:r>
      <w:r>
        <w:rPr>
          <w:noProof/>
          <w:rtl/>
        </w:rPr>
        <w:tab/>
      </w:r>
      <w:r w:rsidRPr="00CA52B4">
        <w:rPr>
          <w:noProof/>
          <w:rtl/>
        </w:rPr>
        <w:t>478</w:t>
      </w:r>
    </w:p>
    <w:p w:rsidR="00843DF1" w:rsidRDefault="00843DF1" w:rsidP="00AB3F16">
      <w:pPr>
        <w:pStyle w:val="libNormal"/>
        <w:rPr>
          <w:noProof/>
        </w:rPr>
      </w:pPr>
      <w:r w:rsidRPr="00CA52B4">
        <w:rPr>
          <w:noProof/>
          <w:rtl/>
        </w:rPr>
        <w:t>قيس بن أبي أحمد</w:t>
      </w:r>
      <w:r>
        <w:rPr>
          <w:noProof/>
          <w:rtl/>
        </w:rPr>
        <w:tab/>
      </w:r>
      <w:r w:rsidRPr="00CA52B4">
        <w:rPr>
          <w:noProof/>
          <w:rtl/>
        </w:rPr>
        <w:t>479</w:t>
      </w:r>
    </w:p>
    <w:p w:rsidR="00843DF1" w:rsidRDefault="00843DF1" w:rsidP="00AB3F16">
      <w:pPr>
        <w:pStyle w:val="libNormal"/>
        <w:rPr>
          <w:noProof/>
        </w:rPr>
      </w:pPr>
      <w:r w:rsidRPr="00CA52B4">
        <w:rPr>
          <w:noProof/>
          <w:rtl/>
        </w:rPr>
        <w:t>قيس بن تميم الطائي</w:t>
      </w:r>
    </w:p>
    <w:p w:rsidR="00843DF1" w:rsidRDefault="00843DF1" w:rsidP="00AB3F16">
      <w:pPr>
        <w:pStyle w:val="libNormal"/>
        <w:rPr>
          <w:noProof/>
        </w:rPr>
      </w:pPr>
      <w:r w:rsidRPr="00CA52B4">
        <w:rPr>
          <w:noProof/>
          <w:rtl/>
        </w:rPr>
        <w:t>قيس بن أبي حازم</w:t>
      </w:r>
      <w:r>
        <w:rPr>
          <w:noProof/>
          <w:rtl/>
        </w:rPr>
        <w:tab/>
      </w:r>
      <w:r w:rsidRPr="00CA52B4">
        <w:rPr>
          <w:noProof/>
          <w:rtl/>
        </w:rPr>
        <w:t>480</w:t>
      </w:r>
    </w:p>
    <w:p w:rsidR="00843DF1" w:rsidRDefault="00843DF1" w:rsidP="00AB3F16">
      <w:pPr>
        <w:pStyle w:val="libNormal"/>
        <w:rPr>
          <w:noProof/>
        </w:rPr>
      </w:pPr>
      <w:r w:rsidRPr="00CA52B4">
        <w:rPr>
          <w:noProof/>
          <w:rtl/>
        </w:rPr>
        <w:t>قيس بن سعد بن عبادة</w:t>
      </w:r>
      <w:r>
        <w:rPr>
          <w:noProof/>
          <w:rtl/>
        </w:rPr>
        <w:tab/>
      </w:r>
      <w:r w:rsidRPr="00CA52B4">
        <w:rPr>
          <w:noProof/>
          <w:rtl/>
        </w:rPr>
        <w:t>481</w:t>
      </w:r>
    </w:p>
    <w:p w:rsidR="00843DF1" w:rsidRDefault="00843DF1" w:rsidP="00AB3F16">
      <w:pPr>
        <w:pStyle w:val="libNormal"/>
        <w:rPr>
          <w:noProof/>
        </w:rPr>
      </w:pPr>
      <w:r w:rsidRPr="00CA52B4">
        <w:rPr>
          <w:noProof/>
          <w:rtl/>
        </w:rPr>
        <w:t>قيس بن سعد الخارفي</w:t>
      </w:r>
      <w:r>
        <w:rPr>
          <w:noProof/>
          <w:rtl/>
        </w:rPr>
        <w:tab/>
      </w:r>
      <w:r w:rsidRPr="00CA52B4">
        <w:rPr>
          <w:noProof/>
          <w:rtl/>
        </w:rPr>
        <w:t>482</w:t>
      </w:r>
    </w:p>
    <w:p w:rsidR="00843DF1" w:rsidRDefault="00843DF1" w:rsidP="00AB3F16">
      <w:pPr>
        <w:pStyle w:val="libNormal"/>
        <w:rPr>
          <w:noProof/>
        </w:rPr>
      </w:pPr>
      <w:r w:rsidRPr="00CA52B4">
        <w:rPr>
          <w:noProof/>
          <w:rtl/>
        </w:rPr>
        <w:t>قيس بن السكن</w:t>
      </w:r>
    </w:p>
    <w:p w:rsidR="00843DF1" w:rsidRDefault="00843DF1" w:rsidP="00AB3F16">
      <w:pPr>
        <w:pStyle w:val="libNormal"/>
        <w:rPr>
          <w:noProof/>
        </w:rPr>
      </w:pPr>
      <w:r w:rsidRPr="00CA52B4">
        <w:rPr>
          <w:noProof/>
          <w:rtl/>
        </w:rPr>
        <w:t>قيس بن عباد بن قيس</w:t>
      </w:r>
      <w:r>
        <w:rPr>
          <w:noProof/>
          <w:rtl/>
        </w:rPr>
        <w:tab/>
      </w:r>
      <w:r w:rsidRPr="00CA52B4">
        <w:rPr>
          <w:noProof/>
          <w:rtl/>
        </w:rPr>
        <w:t>483</w:t>
      </w:r>
    </w:p>
    <w:p w:rsidR="00843DF1" w:rsidRDefault="00843DF1" w:rsidP="00AB3F16">
      <w:pPr>
        <w:pStyle w:val="libNormal"/>
        <w:rPr>
          <w:noProof/>
        </w:rPr>
      </w:pPr>
      <w:r w:rsidRPr="00CA52B4">
        <w:rPr>
          <w:noProof/>
          <w:rtl/>
        </w:rPr>
        <w:t>قيس بن عبد ربه</w:t>
      </w:r>
    </w:p>
    <w:p w:rsidR="00843DF1" w:rsidRDefault="00843DF1" w:rsidP="00AB3F16">
      <w:pPr>
        <w:pStyle w:val="libNormal"/>
        <w:rPr>
          <w:noProof/>
        </w:rPr>
      </w:pPr>
      <w:r w:rsidRPr="00CA52B4">
        <w:rPr>
          <w:noProof/>
          <w:rtl/>
        </w:rPr>
        <w:t>قيس بن عبد الله بن عمرو</w:t>
      </w:r>
      <w:r>
        <w:rPr>
          <w:noProof/>
          <w:rtl/>
        </w:rPr>
        <w:tab/>
      </w:r>
      <w:r w:rsidRPr="00CA52B4">
        <w:rPr>
          <w:noProof/>
          <w:rtl/>
        </w:rPr>
        <w:t>484</w:t>
      </w:r>
    </w:p>
    <w:p w:rsidR="00843DF1" w:rsidRDefault="00843DF1" w:rsidP="00AB3F16">
      <w:pPr>
        <w:pStyle w:val="libNormal"/>
        <w:rPr>
          <w:noProof/>
        </w:rPr>
      </w:pPr>
      <w:r w:rsidRPr="00CA52B4">
        <w:rPr>
          <w:noProof/>
          <w:rtl/>
        </w:rPr>
        <w:t>قيس بن العقربة</w:t>
      </w:r>
      <w:r>
        <w:rPr>
          <w:noProof/>
          <w:rtl/>
        </w:rPr>
        <w:tab/>
      </w:r>
      <w:r w:rsidRPr="00CA52B4">
        <w:rPr>
          <w:noProof/>
          <w:rtl/>
        </w:rPr>
        <w:t>485</w:t>
      </w:r>
    </w:p>
    <w:p w:rsidR="00843DF1" w:rsidRDefault="00843DF1" w:rsidP="00AB3F16">
      <w:pPr>
        <w:pStyle w:val="libNormal"/>
        <w:rPr>
          <w:noProof/>
        </w:rPr>
      </w:pPr>
      <w:r w:rsidRPr="00CA52B4">
        <w:rPr>
          <w:noProof/>
          <w:rtl/>
        </w:rPr>
        <w:t>قيس بن عمرو بن مالك</w:t>
      </w:r>
    </w:p>
    <w:p w:rsidR="00843DF1" w:rsidRDefault="00843DF1" w:rsidP="00AB3F16">
      <w:pPr>
        <w:pStyle w:val="libNormal"/>
        <w:rPr>
          <w:noProof/>
        </w:rPr>
      </w:pPr>
      <w:r w:rsidRPr="00CA52B4">
        <w:rPr>
          <w:noProof/>
          <w:rtl/>
        </w:rPr>
        <w:t>قيس بن فهدان الكندي</w:t>
      </w:r>
      <w:r>
        <w:rPr>
          <w:noProof/>
          <w:rtl/>
        </w:rPr>
        <w:tab/>
      </w:r>
      <w:r w:rsidRPr="00CA52B4">
        <w:rPr>
          <w:noProof/>
          <w:rtl/>
        </w:rPr>
        <w:t>487</w:t>
      </w:r>
    </w:p>
    <w:p w:rsidR="00843DF1" w:rsidRDefault="00843DF1" w:rsidP="00AB3F16">
      <w:pPr>
        <w:pStyle w:val="libNormal"/>
        <w:rPr>
          <w:noProof/>
        </w:rPr>
      </w:pPr>
      <w:r w:rsidRPr="00CA52B4">
        <w:rPr>
          <w:noProof/>
          <w:rtl/>
        </w:rPr>
        <w:t>قيس بن قرة بن حبيب</w:t>
      </w:r>
    </w:p>
    <w:p w:rsidR="00843DF1" w:rsidRDefault="00843DF1" w:rsidP="00AB3F16">
      <w:pPr>
        <w:pStyle w:val="libNormal"/>
        <w:rPr>
          <w:noProof/>
        </w:rPr>
      </w:pPr>
      <w:r w:rsidRPr="00CA52B4">
        <w:rPr>
          <w:noProof/>
          <w:rtl/>
        </w:rPr>
        <w:t>قيس بن قيس بن معاوية</w:t>
      </w:r>
      <w:r>
        <w:rPr>
          <w:noProof/>
          <w:rtl/>
        </w:rPr>
        <w:tab/>
      </w:r>
      <w:r w:rsidRPr="00CA52B4">
        <w:rPr>
          <w:noProof/>
          <w:rtl/>
        </w:rPr>
        <w:t>488</w:t>
      </w:r>
    </w:p>
    <w:p w:rsidR="00843DF1" w:rsidRDefault="00843DF1" w:rsidP="00AB3F16">
      <w:pPr>
        <w:pStyle w:val="libNormal"/>
        <w:rPr>
          <w:noProof/>
        </w:rPr>
      </w:pPr>
      <w:r w:rsidRPr="00CA52B4">
        <w:rPr>
          <w:noProof/>
          <w:rtl/>
        </w:rPr>
        <w:t>قيس أبو مريم</w:t>
      </w:r>
    </w:p>
    <w:p w:rsidR="00843DF1" w:rsidRDefault="00843DF1" w:rsidP="00AB3F16">
      <w:pPr>
        <w:pStyle w:val="libNormal"/>
        <w:rPr>
          <w:noProof/>
        </w:rPr>
      </w:pPr>
      <w:r w:rsidRPr="00CA52B4">
        <w:rPr>
          <w:noProof/>
          <w:rtl/>
        </w:rPr>
        <w:t>قيس بن مكشوح بن هلال</w:t>
      </w:r>
    </w:p>
    <w:p w:rsidR="00843DF1" w:rsidRPr="00CA52B4" w:rsidRDefault="00843DF1" w:rsidP="00AB3F16">
      <w:pPr>
        <w:pStyle w:val="libNormal"/>
        <w:rPr>
          <w:noProof/>
          <w:rtl/>
        </w:rPr>
      </w:pPr>
      <w:r w:rsidRPr="00CA52B4">
        <w:rPr>
          <w:noProof/>
          <w:rtl/>
        </w:rPr>
        <w:t>قيس بن يزيد الجهني</w:t>
      </w:r>
      <w:r>
        <w:rPr>
          <w:noProof/>
          <w:rtl/>
        </w:rPr>
        <w:tab/>
      </w:r>
      <w:r w:rsidRPr="00CA52B4">
        <w:rPr>
          <w:noProof/>
          <w:rtl/>
        </w:rPr>
        <w:t>489</w:t>
      </w:r>
    </w:p>
    <w:p w:rsidR="00843DF1" w:rsidRDefault="00843DF1" w:rsidP="00AB3F16">
      <w:pPr>
        <w:pStyle w:val="libNormal"/>
        <w:rPr>
          <w:noProof/>
        </w:rPr>
      </w:pPr>
      <w:r w:rsidRPr="00CA52B4">
        <w:rPr>
          <w:noProof/>
          <w:rtl/>
        </w:rPr>
        <w:t>كثير بن نمير الحضرمي</w:t>
      </w:r>
      <w:r>
        <w:rPr>
          <w:noProof/>
          <w:rtl/>
        </w:rPr>
        <w:tab/>
      </w:r>
      <w:r w:rsidRPr="00CA52B4">
        <w:rPr>
          <w:noProof/>
          <w:rtl/>
        </w:rPr>
        <w:t>490</w:t>
      </w:r>
    </w:p>
    <w:p w:rsidR="00843DF1" w:rsidRDefault="00843DF1" w:rsidP="00AB3F16">
      <w:pPr>
        <w:pStyle w:val="libNormal"/>
        <w:rPr>
          <w:noProof/>
        </w:rPr>
      </w:pPr>
      <w:r w:rsidRPr="00CA52B4">
        <w:rPr>
          <w:noProof/>
          <w:rtl/>
        </w:rPr>
        <w:t>كثير أبو الحسن البجلي</w:t>
      </w:r>
    </w:p>
    <w:p w:rsidR="00843DF1" w:rsidRDefault="00843DF1" w:rsidP="00AB3F16">
      <w:pPr>
        <w:pStyle w:val="libNormal"/>
        <w:rPr>
          <w:noProof/>
        </w:rPr>
      </w:pPr>
      <w:r w:rsidRPr="00CA52B4">
        <w:rPr>
          <w:noProof/>
          <w:rtl/>
        </w:rPr>
        <w:t>كدير الضبي</w:t>
      </w:r>
    </w:p>
    <w:p w:rsidR="00843DF1" w:rsidRDefault="00843DF1" w:rsidP="00AB3F16">
      <w:pPr>
        <w:pStyle w:val="libNormal"/>
        <w:rPr>
          <w:noProof/>
        </w:rPr>
      </w:pPr>
      <w:r w:rsidRPr="00CA52B4">
        <w:rPr>
          <w:noProof/>
          <w:rtl/>
        </w:rPr>
        <w:t>كرامة بن ثابت الأنصاري</w:t>
      </w:r>
      <w:r>
        <w:rPr>
          <w:noProof/>
          <w:rtl/>
        </w:rPr>
        <w:tab/>
      </w:r>
      <w:r w:rsidRPr="00CA52B4">
        <w:rPr>
          <w:noProof/>
          <w:rtl/>
        </w:rPr>
        <w:t>491</w:t>
      </w:r>
    </w:p>
    <w:p w:rsidR="00843DF1" w:rsidRDefault="00843DF1" w:rsidP="00AB3F16">
      <w:pPr>
        <w:pStyle w:val="libNormal"/>
        <w:rPr>
          <w:noProof/>
        </w:rPr>
      </w:pPr>
      <w:r w:rsidRPr="00CA52B4">
        <w:rPr>
          <w:noProof/>
          <w:rtl/>
        </w:rPr>
        <w:t>كردوس بن هاني</w:t>
      </w:r>
    </w:p>
    <w:p w:rsidR="00843DF1" w:rsidRDefault="00843DF1" w:rsidP="00AB3F16">
      <w:pPr>
        <w:pStyle w:val="libNormal"/>
        <w:rPr>
          <w:noProof/>
        </w:rPr>
      </w:pPr>
      <w:r w:rsidRPr="00CA52B4">
        <w:rPr>
          <w:noProof/>
          <w:rtl/>
        </w:rPr>
        <w:t>كريب بن أبي كريب</w:t>
      </w:r>
      <w:r>
        <w:rPr>
          <w:noProof/>
          <w:rtl/>
        </w:rPr>
        <w:tab/>
      </w:r>
      <w:r w:rsidRPr="00CA52B4">
        <w:rPr>
          <w:noProof/>
          <w:rtl/>
        </w:rPr>
        <w:t>493</w:t>
      </w:r>
    </w:p>
    <w:p w:rsidR="00843DF1" w:rsidRDefault="00843DF1" w:rsidP="00AB3F16">
      <w:pPr>
        <w:pStyle w:val="libNormal"/>
        <w:rPr>
          <w:noProof/>
        </w:rPr>
      </w:pPr>
      <w:r w:rsidRPr="00CA52B4">
        <w:rPr>
          <w:noProof/>
          <w:rtl/>
        </w:rPr>
        <w:t>كرز التميمي</w:t>
      </w:r>
      <w:r>
        <w:rPr>
          <w:noProof/>
          <w:rtl/>
        </w:rPr>
        <w:tab/>
      </w:r>
      <w:r w:rsidRPr="00CA52B4">
        <w:rPr>
          <w:noProof/>
          <w:rtl/>
        </w:rPr>
        <w:t>494</w:t>
      </w:r>
    </w:p>
    <w:p w:rsidR="00843DF1" w:rsidRPr="00CA52B4" w:rsidRDefault="00843DF1" w:rsidP="00AB3F16">
      <w:pPr>
        <w:pStyle w:val="libNormal"/>
        <w:rPr>
          <w:noProof/>
          <w:rtl/>
        </w:rPr>
      </w:pPr>
      <w:r w:rsidRPr="00CA52B4">
        <w:rPr>
          <w:noProof/>
          <w:rtl/>
        </w:rPr>
        <w:t>كريم بن أبي حازم</w:t>
      </w:r>
    </w:p>
    <w:p w:rsidR="00843DF1" w:rsidRDefault="00843DF1" w:rsidP="00AB3F16">
      <w:pPr>
        <w:pStyle w:val="libNormal"/>
        <w:rPr>
          <w:noProof/>
        </w:rPr>
      </w:pPr>
      <w:r>
        <w:rPr>
          <w:noProof/>
          <w:rtl/>
        </w:rPr>
        <w:br w:type="page"/>
      </w:r>
      <w:r w:rsidRPr="00CA52B4">
        <w:rPr>
          <w:noProof/>
          <w:rtl/>
        </w:rPr>
        <w:lastRenderedPageBreak/>
        <w:t>كعب بن زيد بن قيس</w:t>
      </w:r>
    </w:p>
    <w:p w:rsidR="00843DF1" w:rsidRDefault="00843DF1" w:rsidP="00AB3F16">
      <w:pPr>
        <w:pStyle w:val="libNormal"/>
        <w:rPr>
          <w:noProof/>
        </w:rPr>
      </w:pPr>
      <w:r w:rsidRPr="00CA52B4">
        <w:rPr>
          <w:noProof/>
          <w:rtl/>
        </w:rPr>
        <w:t>كعب بن ذي الحبكة</w:t>
      </w:r>
    </w:p>
    <w:p w:rsidR="00843DF1" w:rsidRDefault="00843DF1" w:rsidP="00AB3F16">
      <w:pPr>
        <w:pStyle w:val="libNormal"/>
        <w:rPr>
          <w:noProof/>
        </w:rPr>
      </w:pPr>
      <w:r w:rsidRPr="00CA52B4">
        <w:rPr>
          <w:noProof/>
          <w:rtl/>
        </w:rPr>
        <w:t>كعب بن عبد الله العبدي</w:t>
      </w:r>
      <w:r>
        <w:rPr>
          <w:noProof/>
          <w:rtl/>
        </w:rPr>
        <w:tab/>
      </w:r>
      <w:r w:rsidRPr="00CA52B4">
        <w:rPr>
          <w:noProof/>
          <w:rtl/>
        </w:rPr>
        <w:t>495</w:t>
      </w:r>
    </w:p>
    <w:p w:rsidR="00843DF1" w:rsidRDefault="00843DF1" w:rsidP="00AB3F16">
      <w:pPr>
        <w:pStyle w:val="libNormal"/>
        <w:rPr>
          <w:noProof/>
          <w:rtl/>
        </w:rPr>
      </w:pPr>
      <w:r w:rsidRPr="00CA52B4">
        <w:rPr>
          <w:noProof/>
          <w:rtl/>
        </w:rPr>
        <w:t>كعب بن عجرة</w:t>
      </w:r>
    </w:p>
    <w:p w:rsidR="00843DF1" w:rsidRDefault="00843DF1" w:rsidP="00AB3F16">
      <w:pPr>
        <w:pStyle w:val="libNormal"/>
        <w:rPr>
          <w:noProof/>
        </w:rPr>
      </w:pPr>
      <w:r w:rsidRPr="00CA52B4">
        <w:rPr>
          <w:noProof/>
          <w:rtl/>
        </w:rPr>
        <w:t>كعب بن عمرو بن عباد</w:t>
      </w:r>
      <w:r>
        <w:rPr>
          <w:noProof/>
          <w:rtl/>
        </w:rPr>
        <w:tab/>
      </w:r>
      <w:r w:rsidRPr="00CA52B4">
        <w:rPr>
          <w:noProof/>
          <w:rtl/>
        </w:rPr>
        <w:t>496</w:t>
      </w:r>
    </w:p>
    <w:p w:rsidR="00843DF1" w:rsidRDefault="00843DF1" w:rsidP="00AB3F16">
      <w:pPr>
        <w:pStyle w:val="libNormal"/>
        <w:rPr>
          <w:noProof/>
        </w:rPr>
      </w:pPr>
      <w:r w:rsidRPr="00CA52B4">
        <w:rPr>
          <w:noProof/>
          <w:rtl/>
        </w:rPr>
        <w:t>كلاب بن أمية بن الأسكر</w:t>
      </w:r>
      <w:r>
        <w:rPr>
          <w:noProof/>
          <w:rtl/>
        </w:rPr>
        <w:tab/>
      </w:r>
      <w:r w:rsidRPr="00CA52B4">
        <w:rPr>
          <w:noProof/>
          <w:rtl/>
        </w:rPr>
        <w:t>497</w:t>
      </w:r>
    </w:p>
    <w:p w:rsidR="00843DF1" w:rsidRDefault="00843DF1" w:rsidP="00AB3F16">
      <w:pPr>
        <w:pStyle w:val="libNormal"/>
        <w:rPr>
          <w:noProof/>
        </w:rPr>
      </w:pPr>
      <w:r w:rsidRPr="00CA52B4">
        <w:rPr>
          <w:noProof/>
          <w:rtl/>
        </w:rPr>
        <w:t>كعب بن قعين</w:t>
      </w:r>
      <w:r>
        <w:rPr>
          <w:noProof/>
          <w:rtl/>
        </w:rPr>
        <w:tab/>
      </w:r>
      <w:r w:rsidRPr="00CA52B4">
        <w:rPr>
          <w:noProof/>
          <w:rtl/>
        </w:rPr>
        <w:t>498</w:t>
      </w:r>
    </w:p>
    <w:p w:rsidR="00843DF1" w:rsidRDefault="00843DF1" w:rsidP="00AB3F16">
      <w:pPr>
        <w:pStyle w:val="libNormal"/>
        <w:rPr>
          <w:noProof/>
        </w:rPr>
      </w:pPr>
      <w:r w:rsidRPr="00CA52B4">
        <w:rPr>
          <w:noProof/>
          <w:rtl/>
        </w:rPr>
        <w:t>كعبر كلثوم بن جبر الخزاعي</w:t>
      </w:r>
    </w:p>
    <w:p w:rsidR="00843DF1" w:rsidRDefault="00843DF1" w:rsidP="00AB3F16">
      <w:pPr>
        <w:pStyle w:val="libNormal"/>
        <w:rPr>
          <w:noProof/>
        </w:rPr>
      </w:pPr>
      <w:r w:rsidRPr="00CA52B4">
        <w:rPr>
          <w:noProof/>
          <w:rtl/>
        </w:rPr>
        <w:t>الكلح الضبي</w:t>
      </w:r>
    </w:p>
    <w:p w:rsidR="00843DF1" w:rsidRDefault="00843DF1" w:rsidP="00AB3F16">
      <w:pPr>
        <w:pStyle w:val="libNormal"/>
        <w:rPr>
          <w:noProof/>
        </w:rPr>
      </w:pPr>
      <w:r w:rsidRPr="00CA52B4">
        <w:rPr>
          <w:noProof/>
          <w:rtl/>
        </w:rPr>
        <w:t>كليب بن شهاب الجرمي</w:t>
      </w:r>
      <w:r>
        <w:rPr>
          <w:noProof/>
          <w:rtl/>
        </w:rPr>
        <w:tab/>
      </w:r>
      <w:r w:rsidRPr="00CA52B4">
        <w:rPr>
          <w:noProof/>
          <w:rtl/>
        </w:rPr>
        <w:t>499</w:t>
      </w:r>
    </w:p>
    <w:p w:rsidR="00843DF1" w:rsidRDefault="00843DF1" w:rsidP="00AB3F16">
      <w:pPr>
        <w:pStyle w:val="libNormal"/>
        <w:rPr>
          <w:noProof/>
        </w:rPr>
      </w:pPr>
      <w:r w:rsidRPr="00CA52B4">
        <w:rPr>
          <w:noProof/>
          <w:rtl/>
        </w:rPr>
        <w:t>كليب الأودكي الكوفي</w:t>
      </w:r>
    </w:p>
    <w:p w:rsidR="00843DF1" w:rsidRDefault="00843DF1" w:rsidP="00AB3F16">
      <w:pPr>
        <w:pStyle w:val="libNormal"/>
        <w:rPr>
          <w:noProof/>
        </w:rPr>
      </w:pPr>
      <w:r w:rsidRPr="00CA52B4">
        <w:rPr>
          <w:noProof/>
          <w:rtl/>
        </w:rPr>
        <w:t>كميل بن زياد الأسدي</w:t>
      </w:r>
    </w:p>
    <w:p w:rsidR="00843DF1" w:rsidRDefault="00843DF1" w:rsidP="00AB3F16">
      <w:pPr>
        <w:pStyle w:val="libNormal"/>
        <w:rPr>
          <w:noProof/>
        </w:rPr>
      </w:pPr>
      <w:r w:rsidRPr="00CA52B4">
        <w:rPr>
          <w:noProof/>
          <w:rtl/>
        </w:rPr>
        <w:t>كيسان أبو سعيد المقبري</w:t>
      </w:r>
      <w:r>
        <w:rPr>
          <w:noProof/>
          <w:rtl/>
        </w:rPr>
        <w:tab/>
      </w:r>
      <w:r w:rsidRPr="00CA52B4">
        <w:rPr>
          <w:noProof/>
          <w:rtl/>
        </w:rPr>
        <w:t>500</w:t>
      </w:r>
    </w:p>
    <w:p w:rsidR="00843DF1" w:rsidRDefault="00843DF1" w:rsidP="00AB3F16">
      <w:pPr>
        <w:pStyle w:val="libNormal"/>
        <w:rPr>
          <w:noProof/>
        </w:rPr>
      </w:pPr>
      <w:r w:rsidRPr="00CA52B4">
        <w:rPr>
          <w:noProof/>
          <w:rtl/>
        </w:rPr>
        <w:t>كيسان بن كليب</w:t>
      </w:r>
      <w:r>
        <w:rPr>
          <w:noProof/>
          <w:rtl/>
        </w:rPr>
        <w:tab/>
      </w:r>
      <w:r w:rsidRPr="00CA52B4">
        <w:rPr>
          <w:noProof/>
          <w:rtl/>
        </w:rPr>
        <w:t>501</w:t>
      </w:r>
    </w:p>
    <w:p w:rsidR="00843DF1" w:rsidRDefault="00843DF1" w:rsidP="00AB3F16">
      <w:pPr>
        <w:pStyle w:val="libNormal"/>
        <w:rPr>
          <w:noProof/>
        </w:rPr>
      </w:pPr>
      <w:r w:rsidRPr="00CA52B4">
        <w:rPr>
          <w:noProof/>
          <w:rtl/>
        </w:rPr>
        <w:t>كيسوم بن سلمة</w:t>
      </w:r>
    </w:p>
    <w:p w:rsidR="00843DF1" w:rsidRDefault="00843DF1" w:rsidP="00AB3F16">
      <w:pPr>
        <w:pStyle w:val="libNormal"/>
        <w:rPr>
          <w:noProof/>
        </w:rPr>
      </w:pPr>
      <w:r w:rsidRPr="00CA52B4">
        <w:rPr>
          <w:noProof/>
          <w:rtl/>
        </w:rPr>
        <w:t>كرز بن عطية الضبي</w:t>
      </w:r>
    </w:p>
    <w:p w:rsidR="00843DF1" w:rsidRDefault="00843DF1" w:rsidP="00AB3F16">
      <w:pPr>
        <w:pStyle w:val="libNormal"/>
        <w:rPr>
          <w:noProof/>
        </w:rPr>
      </w:pPr>
      <w:r w:rsidRPr="00CA52B4">
        <w:rPr>
          <w:noProof/>
          <w:rtl/>
        </w:rPr>
        <w:t>كلثوم بن رواحة النمري</w:t>
      </w:r>
      <w:r>
        <w:rPr>
          <w:noProof/>
          <w:rtl/>
        </w:rPr>
        <w:tab/>
      </w:r>
      <w:r w:rsidRPr="00CA52B4">
        <w:rPr>
          <w:noProof/>
          <w:rtl/>
        </w:rPr>
        <w:t>501</w:t>
      </w:r>
    </w:p>
    <w:p w:rsidR="00843DF1" w:rsidRPr="00CA52B4" w:rsidRDefault="00843DF1" w:rsidP="00AB3F16">
      <w:pPr>
        <w:pStyle w:val="libNormal"/>
        <w:rPr>
          <w:noProof/>
          <w:rtl/>
        </w:rPr>
      </w:pPr>
      <w:r w:rsidRPr="00CA52B4">
        <w:rPr>
          <w:noProof/>
          <w:rtl/>
        </w:rPr>
        <w:t>كليب بن تميم الهلالي</w:t>
      </w:r>
    </w:p>
    <w:p w:rsidR="00843DF1" w:rsidRDefault="00843DF1" w:rsidP="00AB3F16">
      <w:pPr>
        <w:pStyle w:val="libNormal"/>
        <w:rPr>
          <w:noProof/>
        </w:rPr>
      </w:pPr>
      <w:r w:rsidRPr="00CA52B4">
        <w:rPr>
          <w:noProof/>
          <w:rtl/>
        </w:rPr>
        <w:t>لأم بن زياد بن غطيف</w:t>
      </w:r>
      <w:r>
        <w:rPr>
          <w:noProof/>
          <w:rtl/>
        </w:rPr>
        <w:tab/>
      </w:r>
      <w:r w:rsidRPr="00CA52B4">
        <w:rPr>
          <w:noProof/>
          <w:rtl/>
        </w:rPr>
        <w:t>502</w:t>
      </w:r>
    </w:p>
    <w:p w:rsidR="00843DF1" w:rsidRPr="00CA52B4" w:rsidRDefault="00843DF1" w:rsidP="00AB3F16">
      <w:pPr>
        <w:pStyle w:val="libNormal"/>
        <w:rPr>
          <w:noProof/>
          <w:rtl/>
        </w:rPr>
      </w:pPr>
      <w:r w:rsidRPr="00CA52B4">
        <w:rPr>
          <w:noProof/>
          <w:rtl/>
        </w:rPr>
        <w:t>لماذة بن زياد</w:t>
      </w:r>
    </w:p>
    <w:p w:rsidR="00843DF1" w:rsidRDefault="00843DF1" w:rsidP="00AB3F16">
      <w:pPr>
        <w:pStyle w:val="libNormal"/>
        <w:rPr>
          <w:noProof/>
        </w:rPr>
      </w:pPr>
      <w:r w:rsidRPr="00CA52B4">
        <w:rPr>
          <w:noProof/>
          <w:rtl/>
        </w:rPr>
        <w:t>مازن بن حنظلة</w:t>
      </w:r>
      <w:r>
        <w:rPr>
          <w:noProof/>
          <w:rtl/>
        </w:rPr>
        <w:tab/>
      </w:r>
      <w:r w:rsidRPr="00CA52B4">
        <w:rPr>
          <w:noProof/>
          <w:rtl/>
        </w:rPr>
        <w:t>503</w:t>
      </w:r>
    </w:p>
    <w:p w:rsidR="00843DF1" w:rsidRDefault="00843DF1" w:rsidP="00AB3F16">
      <w:pPr>
        <w:pStyle w:val="libNormal"/>
        <w:rPr>
          <w:noProof/>
        </w:rPr>
      </w:pPr>
      <w:r w:rsidRPr="00CA52B4">
        <w:rPr>
          <w:noProof/>
          <w:rtl/>
        </w:rPr>
        <w:t>مالك بن أوس</w:t>
      </w:r>
    </w:p>
    <w:p w:rsidR="00843DF1" w:rsidRDefault="00843DF1" w:rsidP="00AB3F16">
      <w:pPr>
        <w:pStyle w:val="libNormal"/>
        <w:rPr>
          <w:noProof/>
        </w:rPr>
      </w:pPr>
      <w:r w:rsidRPr="00CA52B4">
        <w:rPr>
          <w:noProof/>
          <w:rtl/>
        </w:rPr>
        <w:t>مالك بن التيهان</w:t>
      </w:r>
      <w:r>
        <w:rPr>
          <w:noProof/>
          <w:rtl/>
        </w:rPr>
        <w:tab/>
      </w:r>
      <w:r w:rsidRPr="00CA52B4">
        <w:rPr>
          <w:noProof/>
          <w:rtl/>
        </w:rPr>
        <w:t>504</w:t>
      </w:r>
    </w:p>
    <w:p w:rsidR="00843DF1" w:rsidRDefault="00843DF1" w:rsidP="00AB3F16">
      <w:pPr>
        <w:pStyle w:val="libNormal"/>
        <w:rPr>
          <w:noProof/>
        </w:rPr>
      </w:pPr>
      <w:r w:rsidRPr="00CA52B4">
        <w:rPr>
          <w:noProof/>
          <w:rtl/>
        </w:rPr>
        <w:t>مالك بن الجلاح</w:t>
      </w:r>
    </w:p>
    <w:p w:rsidR="00843DF1" w:rsidRDefault="00843DF1" w:rsidP="00AB3F16">
      <w:pPr>
        <w:pStyle w:val="libNormal"/>
        <w:rPr>
          <w:noProof/>
        </w:rPr>
      </w:pPr>
      <w:r w:rsidRPr="00CA52B4">
        <w:rPr>
          <w:noProof/>
          <w:rtl/>
        </w:rPr>
        <w:t>مالك بن الجوين الحضرمي</w:t>
      </w:r>
      <w:r>
        <w:rPr>
          <w:noProof/>
          <w:rtl/>
        </w:rPr>
        <w:tab/>
      </w:r>
      <w:r w:rsidRPr="00CA52B4">
        <w:rPr>
          <w:noProof/>
          <w:rtl/>
        </w:rPr>
        <w:t>505</w:t>
      </w:r>
    </w:p>
    <w:p w:rsidR="00843DF1" w:rsidRPr="00CA52B4" w:rsidRDefault="00843DF1" w:rsidP="00AB3F16">
      <w:pPr>
        <w:pStyle w:val="libNormal"/>
        <w:rPr>
          <w:noProof/>
          <w:rtl/>
        </w:rPr>
      </w:pPr>
      <w:r w:rsidRPr="00CA52B4">
        <w:rPr>
          <w:noProof/>
          <w:rtl/>
        </w:rPr>
        <w:t>مالك بن الحارث</w:t>
      </w:r>
    </w:p>
    <w:p w:rsidR="00843DF1" w:rsidRDefault="00843DF1" w:rsidP="00AB3F16">
      <w:pPr>
        <w:pStyle w:val="libNormal"/>
        <w:rPr>
          <w:noProof/>
        </w:rPr>
      </w:pPr>
      <w:r>
        <w:rPr>
          <w:noProof/>
          <w:rtl/>
        </w:rPr>
        <w:br w:type="page"/>
      </w:r>
      <w:r w:rsidRPr="00CA52B4">
        <w:rPr>
          <w:noProof/>
          <w:rtl/>
        </w:rPr>
        <w:lastRenderedPageBreak/>
        <w:t>مالك بن الحارث الأشتر</w:t>
      </w:r>
    </w:p>
    <w:p w:rsidR="00843DF1" w:rsidRDefault="00843DF1" w:rsidP="00AB3F16">
      <w:pPr>
        <w:pStyle w:val="libNormal"/>
        <w:rPr>
          <w:noProof/>
        </w:rPr>
      </w:pPr>
      <w:r w:rsidRPr="00CA52B4">
        <w:rPr>
          <w:noProof/>
          <w:rtl/>
        </w:rPr>
        <w:t>مالك بن حري بن ضمرة</w:t>
      </w:r>
      <w:r>
        <w:rPr>
          <w:noProof/>
          <w:rtl/>
        </w:rPr>
        <w:tab/>
      </w:r>
      <w:r w:rsidRPr="00CA52B4">
        <w:rPr>
          <w:noProof/>
          <w:rtl/>
        </w:rPr>
        <w:t>506</w:t>
      </w:r>
    </w:p>
    <w:p w:rsidR="00843DF1" w:rsidRDefault="00843DF1" w:rsidP="00AB3F16">
      <w:pPr>
        <w:pStyle w:val="libNormal"/>
        <w:rPr>
          <w:noProof/>
        </w:rPr>
      </w:pPr>
      <w:r w:rsidRPr="00CA52B4">
        <w:rPr>
          <w:noProof/>
          <w:rtl/>
        </w:rPr>
        <w:t>مالك بن حبيب اليربوعي</w:t>
      </w:r>
      <w:r>
        <w:rPr>
          <w:noProof/>
          <w:rtl/>
        </w:rPr>
        <w:tab/>
      </w:r>
      <w:r w:rsidRPr="00CA52B4">
        <w:rPr>
          <w:noProof/>
          <w:rtl/>
        </w:rPr>
        <w:t>508</w:t>
      </w:r>
    </w:p>
    <w:p w:rsidR="00843DF1" w:rsidRDefault="00843DF1" w:rsidP="00AB3F16">
      <w:pPr>
        <w:pStyle w:val="libNormal"/>
        <w:rPr>
          <w:noProof/>
        </w:rPr>
      </w:pPr>
      <w:r w:rsidRPr="00CA52B4">
        <w:rPr>
          <w:noProof/>
          <w:rtl/>
        </w:rPr>
        <w:t>مالك بن العجلان</w:t>
      </w:r>
    </w:p>
    <w:p w:rsidR="00843DF1" w:rsidRDefault="00843DF1" w:rsidP="00AB3F16">
      <w:pPr>
        <w:pStyle w:val="libNormal"/>
        <w:rPr>
          <w:noProof/>
        </w:rPr>
      </w:pPr>
      <w:r w:rsidRPr="00CA52B4">
        <w:rPr>
          <w:noProof/>
          <w:rtl/>
        </w:rPr>
        <w:t>مالك بن عمير الحنفي</w:t>
      </w:r>
    </w:p>
    <w:p w:rsidR="00843DF1" w:rsidRDefault="00843DF1" w:rsidP="00AB3F16">
      <w:pPr>
        <w:pStyle w:val="libNormal"/>
        <w:rPr>
          <w:noProof/>
        </w:rPr>
      </w:pPr>
      <w:r w:rsidRPr="00CA52B4">
        <w:rPr>
          <w:noProof/>
          <w:rtl/>
        </w:rPr>
        <w:t>مالك بن كعب الأرحبي</w:t>
      </w:r>
      <w:r>
        <w:rPr>
          <w:noProof/>
          <w:rtl/>
        </w:rPr>
        <w:tab/>
      </w:r>
      <w:r w:rsidRPr="00CA52B4">
        <w:rPr>
          <w:noProof/>
          <w:rtl/>
        </w:rPr>
        <w:t>509</w:t>
      </w:r>
    </w:p>
    <w:p w:rsidR="00843DF1" w:rsidRDefault="00843DF1" w:rsidP="00AB3F16">
      <w:pPr>
        <w:pStyle w:val="libNormal"/>
        <w:rPr>
          <w:noProof/>
        </w:rPr>
      </w:pPr>
      <w:r w:rsidRPr="00CA52B4">
        <w:rPr>
          <w:noProof/>
          <w:rtl/>
        </w:rPr>
        <w:t>مالك بن نويرة</w:t>
      </w:r>
    </w:p>
    <w:p w:rsidR="00843DF1" w:rsidRDefault="00843DF1" w:rsidP="00AB3F16">
      <w:pPr>
        <w:pStyle w:val="libNormal"/>
        <w:rPr>
          <w:noProof/>
        </w:rPr>
      </w:pPr>
      <w:r w:rsidRPr="00CA52B4">
        <w:rPr>
          <w:noProof/>
          <w:rtl/>
        </w:rPr>
        <w:t>مالك بن يسار الحضرمي</w:t>
      </w:r>
      <w:r>
        <w:rPr>
          <w:noProof/>
          <w:rtl/>
        </w:rPr>
        <w:tab/>
      </w:r>
      <w:r w:rsidRPr="00CA52B4">
        <w:rPr>
          <w:noProof/>
          <w:rtl/>
        </w:rPr>
        <w:t>510</w:t>
      </w:r>
    </w:p>
    <w:p w:rsidR="00843DF1" w:rsidRDefault="00843DF1" w:rsidP="00AB3F16">
      <w:pPr>
        <w:pStyle w:val="libNormal"/>
        <w:rPr>
          <w:noProof/>
        </w:rPr>
      </w:pPr>
      <w:r w:rsidRPr="00CA52B4">
        <w:rPr>
          <w:noProof/>
          <w:rtl/>
        </w:rPr>
        <w:t>مأمون العائذي</w:t>
      </w:r>
    </w:p>
    <w:p w:rsidR="00843DF1" w:rsidRDefault="00843DF1" w:rsidP="00AB3F16">
      <w:pPr>
        <w:pStyle w:val="libNormal"/>
        <w:rPr>
          <w:noProof/>
        </w:rPr>
      </w:pPr>
      <w:r w:rsidRPr="00CA52B4">
        <w:rPr>
          <w:noProof/>
          <w:rtl/>
        </w:rPr>
        <w:t>مبارك أبو الحجاج</w:t>
      </w:r>
      <w:r>
        <w:rPr>
          <w:noProof/>
          <w:rtl/>
        </w:rPr>
        <w:tab/>
      </w:r>
      <w:r w:rsidRPr="00CA52B4">
        <w:rPr>
          <w:noProof/>
          <w:rtl/>
        </w:rPr>
        <w:t>511</w:t>
      </w:r>
    </w:p>
    <w:p w:rsidR="00843DF1" w:rsidRDefault="00843DF1" w:rsidP="00AB3F16">
      <w:pPr>
        <w:pStyle w:val="libNormal"/>
        <w:rPr>
          <w:noProof/>
        </w:rPr>
      </w:pPr>
      <w:r w:rsidRPr="00CA52B4">
        <w:rPr>
          <w:noProof/>
          <w:rtl/>
        </w:rPr>
        <w:t>المثنى بن مخرمة</w:t>
      </w:r>
    </w:p>
    <w:p w:rsidR="00843DF1" w:rsidRDefault="00843DF1" w:rsidP="00AB3F16">
      <w:pPr>
        <w:pStyle w:val="libNormal"/>
        <w:rPr>
          <w:noProof/>
        </w:rPr>
      </w:pPr>
      <w:r w:rsidRPr="00CA52B4">
        <w:rPr>
          <w:noProof/>
          <w:rtl/>
        </w:rPr>
        <w:t>مجاهد بن جبر المكي</w:t>
      </w:r>
    </w:p>
    <w:p w:rsidR="00843DF1" w:rsidRDefault="00843DF1" w:rsidP="00AB3F16">
      <w:pPr>
        <w:pStyle w:val="libNormal"/>
        <w:rPr>
          <w:noProof/>
        </w:rPr>
      </w:pPr>
      <w:r w:rsidRPr="00CA52B4">
        <w:rPr>
          <w:noProof/>
          <w:rtl/>
        </w:rPr>
        <w:t>مجزأة بن ثور بن عفير</w:t>
      </w:r>
    </w:p>
    <w:p w:rsidR="00843DF1" w:rsidRDefault="00843DF1" w:rsidP="00AB3F16">
      <w:pPr>
        <w:pStyle w:val="libNormal"/>
        <w:rPr>
          <w:noProof/>
        </w:rPr>
      </w:pPr>
      <w:r w:rsidRPr="00CA52B4">
        <w:rPr>
          <w:noProof/>
          <w:rtl/>
        </w:rPr>
        <w:t>محرز بن جريش بن ضليع</w:t>
      </w:r>
      <w:r>
        <w:rPr>
          <w:noProof/>
          <w:rtl/>
        </w:rPr>
        <w:tab/>
      </w:r>
      <w:r w:rsidRPr="00CA52B4">
        <w:rPr>
          <w:noProof/>
          <w:rtl/>
        </w:rPr>
        <w:t>512</w:t>
      </w:r>
    </w:p>
    <w:p w:rsidR="00843DF1" w:rsidRDefault="00843DF1" w:rsidP="00AB3F16">
      <w:pPr>
        <w:pStyle w:val="libNormal"/>
        <w:rPr>
          <w:noProof/>
        </w:rPr>
      </w:pPr>
      <w:r w:rsidRPr="00CA52B4">
        <w:rPr>
          <w:noProof/>
          <w:rtl/>
        </w:rPr>
        <w:t>محرز بن الصحصح</w:t>
      </w:r>
      <w:r>
        <w:rPr>
          <w:noProof/>
          <w:rtl/>
        </w:rPr>
        <w:tab/>
      </w:r>
      <w:r w:rsidRPr="00CA52B4">
        <w:rPr>
          <w:noProof/>
          <w:rtl/>
        </w:rPr>
        <w:t>513</w:t>
      </w:r>
    </w:p>
    <w:p w:rsidR="00843DF1" w:rsidRDefault="00843DF1" w:rsidP="00AB3F16">
      <w:pPr>
        <w:pStyle w:val="libNormal"/>
        <w:rPr>
          <w:noProof/>
        </w:rPr>
      </w:pPr>
      <w:r w:rsidRPr="00CA52B4">
        <w:rPr>
          <w:noProof/>
          <w:rtl/>
        </w:rPr>
        <w:t>المحل بن خليفة الطائي</w:t>
      </w:r>
    </w:p>
    <w:p w:rsidR="00843DF1" w:rsidRDefault="00843DF1" w:rsidP="00AB3F16">
      <w:pPr>
        <w:pStyle w:val="libNormal"/>
        <w:rPr>
          <w:noProof/>
        </w:rPr>
      </w:pPr>
      <w:r w:rsidRPr="00CA52B4">
        <w:rPr>
          <w:noProof/>
          <w:rtl/>
        </w:rPr>
        <w:t>محمد بن بديل بن ورقاء</w:t>
      </w:r>
      <w:r>
        <w:rPr>
          <w:noProof/>
          <w:rtl/>
        </w:rPr>
        <w:tab/>
      </w:r>
      <w:r w:rsidRPr="00CA52B4">
        <w:rPr>
          <w:noProof/>
          <w:rtl/>
        </w:rPr>
        <w:t>514</w:t>
      </w:r>
    </w:p>
    <w:p w:rsidR="00843DF1" w:rsidRDefault="00843DF1" w:rsidP="00AB3F16">
      <w:pPr>
        <w:pStyle w:val="libNormal"/>
        <w:rPr>
          <w:noProof/>
        </w:rPr>
      </w:pPr>
      <w:r w:rsidRPr="00CA52B4">
        <w:rPr>
          <w:noProof/>
          <w:rtl/>
        </w:rPr>
        <w:t>محمد بن أبي بكر</w:t>
      </w:r>
    </w:p>
    <w:p w:rsidR="00843DF1" w:rsidRDefault="00843DF1" w:rsidP="00AB3F16">
      <w:pPr>
        <w:pStyle w:val="libNormal"/>
        <w:rPr>
          <w:noProof/>
        </w:rPr>
      </w:pPr>
      <w:r w:rsidRPr="00CA52B4">
        <w:rPr>
          <w:noProof/>
          <w:rtl/>
        </w:rPr>
        <w:t>محمد بن ثابت بن قيس</w:t>
      </w:r>
      <w:r>
        <w:rPr>
          <w:noProof/>
          <w:rtl/>
        </w:rPr>
        <w:tab/>
      </w:r>
      <w:r w:rsidRPr="00CA52B4">
        <w:rPr>
          <w:noProof/>
          <w:rtl/>
        </w:rPr>
        <w:t>515</w:t>
      </w:r>
    </w:p>
    <w:p w:rsidR="00843DF1" w:rsidRDefault="00843DF1" w:rsidP="00AB3F16">
      <w:pPr>
        <w:pStyle w:val="libNormal"/>
        <w:rPr>
          <w:noProof/>
        </w:rPr>
      </w:pPr>
      <w:r w:rsidRPr="00CA52B4">
        <w:rPr>
          <w:noProof/>
          <w:rtl/>
        </w:rPr>
        <w:t>محمد بن جعفر بن أبي طالب</w:t>
      </w:r>
    </w:p>
    <w:p w:rsidR="00843DF1" w:rsidRDefault="00843DF1" w:rsidP="00AB3F16">
      <w:pPr>
        <w:pStyle w:val="libNormal"/>
        <w:rPr>
          <w:noProof/>
        </w:rPr>
      </w:pPr>
      <w:r w:rsidRPr="00CA52B4">
        <w:rPr>
          <w:noProof/>
          <w:rtl/>
        </w:rPr>
        <w:t>محمد بن حاطب</w:t>
      </w:r>
      <w:r>
        <w:rPr>
          <w:noProof/>
          <w:rtl/>
        </w:rPr>
        <w:tab/>
      </w:r>
      <w:r w:rsidRPr="00CA52B4">
        <w:rPr>
          <w:noProof/>
          <w:rtl/>
        </w:rPr>
        <w:t>516</w:t>
      </w:r>
    </w:p>
    <w:p w:rsidR="00843DF1" w:rsidRDefault="00843DF1" w:rsidP="00AB3F16">
      <w:pPr>
        <w:pStyle w:val="libNormal"/>
        <w:rPr>
          <w:noProof/>
        </w:rPr>
      </w:pPr>
      <w:r w:rsidRPr="00CA52B4">
        <w:rPr>
          <w:noProof/>
          <w:rtl/>
        </w:rPr>
        <w:t>محمد بن أبي حذيفة بن عتبة</w:t>
      </w:r>
      <w:r>
        <w:rPr>
          <w:noProof/>
          <w:rtl/>
        </w:rPr>
        <w:tab/>
      </w:r>
      <w:r w:rsidRPr="00CA52B4">
        <w:rPr>
          <w:noProof/>
          <w:rtl/>
        </w:rPr>
        <w:t>517</w:t>
      </w:r>
    </w:p>
    <w:p w:rsidR="00843DF1" w:rsidRDefault="00843DF1" w:rsidP="00AB3F16">
      <w:pPr>
        <w:pStyle w:val="libNormal"/>
        <w:rPr>
          <w:noProof/>
        </w:rPr>
      </w:pPr>
      <w:r w:rsidRPr="00CA52B4">
        <w:rPr>
          <w:noProof/>
          <w:rtl/>
        </w:rPr>
        <w:t>محمد بن أبي سبرة</w:t>
      </w:r>
      <w:r>
        <w:rPr>
          <w:noProof/>
          <w:rtl/>
        </w:rPr>
        <w:tab/>
      </w:r>
      <w:r w:rsidRPr="00CA52B4">
        <w:rPr>
          <w:noProof/>
          <w:rtl/>
        </w:rPr>
        <w:t>518</w:t>
      </w:r>
    </w:p>
    <w:p w:rsidR="00843DF1" w:rsidRDefault="00843DF1" w:rsidP="00AB3F16">
      <w:pPr>
        <w:pStyle w:val="libNormal"/>
        <w:rPr>
          <w:noProof/>
        </w:rPr>
      </w:pPr>
      <w:r w:rsidRPr="00CA52B4">
        <w:rPr>
          <w:noProof/>
          <w:rtl/>
        </w:rPr>
        <w:t>محمد بن عبد الله بن جبير</w:t>
      </w:r>
      <w:r>
        <w:rPr>
          <w:noProof/>
          <w:rtl/>
        </w:rPr>
        <w:tab/>
      </w:r>
      <w:r w:rsidRPr="00CA52B4">
        <w:rPr>
          <w:noProof/>
          <w:rtl/>
        </w:rPr>
        <w:t>519</w:t>
      </w:r>
    </w:p>
    <w:p w:rsidR="00843DF1" w:rsidRDefault="00843DF1" w:rsidP="00AB3F16">
      <w:pPr>
        <w:pStyle w:val="libNormal"/>
        <w:rPr>
          <w:noProof/>
        </w:rPr>
      </w:pPr>
      <w:r w:rsidRPr="00CA52B4">
        <w:rPr>
          <w:noProof/>
          <w:rtl/>
        </w:rPr>
        <w:t>محمد بن أبي سلمة عبد الله</w:t>
      </w:r>
    </w:p>
    <w:p w:rsidR="00843DF1" w:rsidRDefault="00843DF1" w:rsidP="00AB3F16">
      <w:pPr>
        <w:pStyle w:val="libNormal"/>
        <w:rPr>
          <w:noProof/>
        </w:rPr>
      </w:pPr>
      <w:r w:rsidRPr="00CA52B4">
        <w:rPr>
          <w:noProof/>
          <w:rtl/>
        </w:rPr>
        <w:t xml:space="preserve">محمد بن الامام أمير المؤمنين </w:t>
      </w:r>
      <w:r>
        <w:rPr>
          <w:noProof/>
          <w:rtl/>
        </w:rPr>
        <w:t>(</w:t>
      </w:r>
      <w:r w:rsidRPr="00CA52B4">
        <w:rPr>
          <w:noProof/>
          <w:rtl/>
        </w:rPr>
        <w:t>عليه السلام</w:t>
      </w:r>
      <w:r>
        <w:rPr>
          <w:noProof/>
          <w:rtl/>
        </w:rPr>
        <w:t>)</w:t>
      </w:r>
    </w:p>
    <w:p w:rsidR="00843DF1" w:rsidRDefault="00843DF1" w:rsidP="00AB3F16">
      <w:pPr>
        <w:pStyle w:val="libNormal"/>
        <w:rPr>
          <w:noProof/>
        </w:rPr>
      </w:pPr>
      <w:r w:rsidRPr="00CA52B4">
        <w:rPr>
          <w:noProof/>
          <w:rtl/>
        </w:rPr>
        <w:t>محمد بن عمرو بن حزم</w:t>
      </w:r>
      <w:r>
        <w:rPr>
          <w:noProof/>
          <w:rtl/>
        </w:rPr>
        <w:tab/>
      </w:r>
      <w:r w:rsidRPr="00CA52B4">
        <w:rPr>
          <w:noProof/>
          <w:rtl/>
        </w:rPr>
        <w:t>520</w:t>
      </w:r>
    </w:p>
    <w:p w:rsidR="00843DF1" w:rsidRDefault="00843DF1" w:rsidP="00AB3F16">
      <w:pPr>
        <w:pStyle w:val="libNormal"/>
        <w:rPr>
          <w:noProof/>
        </w:rPr>
      </w:pPr>
      <w:r w:rsidRPr="00CA52B4">
        <w:rPr>
          <w:noProof/>
          <w:rtl/>
        </w:rPr>
        <w:t>محمد الكندي</w:t>
      </w:r>
      <w:r>
        <w:rPr>
          <w:noProof/>
          <w:rtl/>
        </w:rPr>
        <w:tab/>
      </w:r>
      <w:r w:rsidRPr="00CA52B4">
        <w:rPr>
          <w:noProof/>
          <w:rtl/>
        </w:rPr>
        <w:t>521</w:t>
      </w:r>
    </w:p>
    <w:p w:rsidR="00843DF1" w:rsidRDefault="00843DF1" w:rsidP="00AB3F16">
      <w:pPr>
        <w:pStyle w:val="libNormal"/>
        <w:rPr>
          <w:noProof/>
        </w:rPr>
      </w:pPr>
      <w:r w:rsidRPr="00CA52B4">
        <w:rPr>
          <w:noProof/>
          <w:rtl/>
        </w:rPr>
        <w:t>محمد بن مخنف بن سليم</w:t>
      </w:r>
    </w:p>
    <w:p w:rsidR="00843DF1" w:rsidRPr="00CA52B4" w:rsidRDefault="00843DF1" w:rsidP="00AB3F16">
      <w:pPr>
        <w:pStyle w:val="libNormal"/>
        <w:rPr>
          <w:noProof/>
          <w:rtl/>
        </w:rPr>
      </w:pPr>
      <w:r w:rsidRPr="00CA52B4">
        <w:rPr>
          <w:noProof/>
          <w:rtl/>
        </w:rPr>
        <w:t>محمد بن مسعود بن سعد</w:t>
      </w:r>
      <w:r>
        <w:rPr>
          <w:noProof/>
          <w:rtl/>
        </w:rPr>
        <w:tab/>
      </w:r>
      <w:r w:rsidRPr="00CA52B4">
        <w:rPr>
          <w:noProof/>
          <w:rtl/>
        </w:rPr>
        <w:t>522</w:t>
      </w:r>
    </w:p>
    <w:p w:rsidR="00843DF1" w:rsidRDefault="00843DF1" w:rsidP="00AB3F16">
      <w:pPr>
        <w:pStyle w:val="libNormal"/>
        <w:rPr>
          <w:noProof/>
        </w:rPr>
      </w:pPr>
      <w:r>
        <w:rPr>
          <w:noProof/>
          <w:rtl/>
        </w:rPr>
        <w:br w:type="page"/>
      </w:r>
      <w:r w:rsidRPr="00CA52B4">
        <w:rPr>
          <w:noProof/>
          <w:rtl/>
        </w:rPr>
        <w:lastRenderedPageBreak/>
        <w:t>مخارق بن سليم الشيباني</w:t>
      </w:r>
    </w:p>
    <w:p w:rsidR="00843DF1" w:rsidRDefault="00843DF1" w:rsidP="00AB3F16">
      <w:pPr>
        <w:pStyle w:val="libNormal"/>
        <w:rPr>
          <w:noProof/>
        </w:rPr>
      </w:pPr>
      <w:r w:rsidRPr="00CA52B4">
        <w:rPr>
          <w:noProof/>
          <w:rtl/>
        </w:rPr>
        <w:t>المختار بن أبي عبيد</w:t>
      </w:r>
      <w:r>
        <w:rPr>
          <w:noProof/>
          <w:rtl/>
        </w:rPr>
        <w:tab/>
      </w:r>
      <w:r w:rsidRPr="00CA52B4">
        <w:rPr>
          <w:noProof/>
          <w:rtl/>
        </w:rPr>
        <w:t>523</w:t>
      </w:r>
    </w:p>
    <w:p w:rsidR="00843DF1" w:rsidRDefault="00843DF1" w:rsidP="00AB3F16">
      <w:pPr>
        <w:pStyle w:val="libNormal"/>
        <w:rPr>
          <w:noProof/>
        </w:rPr>
      </w:pPr>
      <w:r w:rsidRPr="00CA52B4">
        <w:rPr>
          <w:noProof/>
          <w:rtl/>
        </w:rPr>
        <w:t>مخنف بن سليم</w:t>
      </w:r>
      <w:r>
        <w:rPr>
          <w:noProof/>
          <w:rtl/>
        </w:rPr>
        <w:tab/>
      </w:r>
      <w:r w:rsidRPr="00CA52B4">
        <w:rPr>
          <w:noProof/>
          <w:rtl/>
        </w:rPr>
        <w:t>524</w:t>
      </w:r>
    </w:p>
    <w:p w:rsidR="00843DF1" w:rsidRDefault="00843DF1" w:rsidP="00AB3F16">
      <w:pPr>
        <w:pStyle w:val="libNormal"/>
        <w:rPr>
          <w:noProof/>
        </w:rPr>
      </w:pPr>
      <w:r w:rsidRPr="00CA52B4">
        <w:rPr>
          <w:noProof/>
          <w:rtl/>
        </w:rPr>
        <w:t>مدرك أبو الحجاج</w:t>
      </w:r>
      <w:r>
        <w:rPr>
          <w:noProof/>
          <w:rtl/>
        </w:rPr>
        <w:tab/>
      </w:r>
      <w:r w:rsidRPr="00CA52B4">
        <w:rPr>
          <w:noProof/>
          <w:rtl/>
        </w:rPr>
        <w:t>525</w:t>
      </w:r>
    </w:p>
    <w:p w:rsidR="00843DF1" w:rsidRDefault="00843DF1" w:rsidP="00AB3F16">
      <w:pPr>
        <w:pStyle w:val="libNormal"/>
        <w:rPr>
          <w:noProof/>
        </w:rPr>
      </w:pPr>
      <w:r w:rsidRPr="00CA52B4">
        <w:rPr>
          <w:noProof/>
          <w:rtl/>
        </w:rPr>
        <w:t>مدرك أبو زياد</w:t>
      </w:r>
    </w:p>
    <w:p w:rsidR="00843DF1" w:rsidRDefault="00843DF1" w:rsidP="00AB3F16">
      <w:pPr>
        <w:pStyle w:val="libNormal"/>
        <w:rPr>
          <w:noProof/>
        </w:rPr>
      </w:pPr>
      <w:r w:rsidRPr="00CA52B4">
        <w:rPr>
          <w:noProof/>
          <w:rtl/>
        </w:rPr>
        <w:t>مدرك بن شوذب</w:t>
      </w:r>
    </w:p>
    <w:p w:rsidR="00843DF1" w:rsidRDefault="00843DF1" w:rsidP="00AB3F16">
      <w:pPr>
        <w:pStyle w:val="libNormal"/>
        <w:rPr>
          <w:noProof/>
        </w:rPr>
      </w:pPr>
      <w:r w:rsidRPr="00CA52B4">
        <w:rPr>
          <w:noProof/>
          <w:rtl/>
        </w:rPr>
        <w:t>المرتفع بن الوضاح</w:t>
      </w:r>
    </w:p>
    <w:p w:rsidR="00843DF1" w:rsidRDefault="00843DF1" w:rsidP="00AB3F16">
      <w:pPr>
        <w:pStyle w:val="libNormal"/>
        <w:rPr>
          <w:noProof/>
        </w:rPr>
      </w:pPr>
      <w:r w:rsidRPr="00CA52B4">
        <w:rPr>
          <w:noProof/>
          <w:rtl/>
        </w:rPr>
        <w:t>مرثد بن الحارث</w:t>
      </w:r>
      <w:r>
        <w:rPr>
          <w:noProof/>
          <w:rtl/>
        </w:rPr>
        <w:tab/>
      </w:r>
      <w:r w:rsidRPr="00CA52B4">
        <w:rPr>
          <w:noProof/>
          <w:rtl/>
        </w:rPr>
        <w:t>526</w:t>
      </w:r>
    </w:p>
    <w:p w:rsidR="00843DF1" w:rsidRDefault="00843DF1" w:rsidP="00AB3F16">
      <w:pPr>
        <w:pStyle w:val="libNormal"/>
        <w:rPr>
          <w:noProof/>
        </w:rPr>
      </w:pPr>
      <w:r w:rsidRPr="00CA52B4">
        <w:rPr>
          <w:noProof/>
          <w:rtl/>
        </w:rPr>
        <w:t>مرة بن جنادة العليمي</w:t>
      </w:r>
    </w:p>
    <w:p w:rsidR="00843DF1" w:rsidRDefault="00843DF1" w:rsidP="00AB3F16">
      <w:pPr>
        <w:pStyle w:val="libNormal"/>
        <w:rPr>
          <w:noProof/>
        </w:rPr>
      </w:pPr>
      <w:r w:rsidRPr="00CA52B4">
        <w:rPr>
          <w:noProof/>
          <w:rtl/>
        </w:rPr>
        <w:t>مرة بن شراحيل</w:t>
      </w:r>
      <w:r>
        <w:rPr>
          <w:noProof/>
          <w:rtl/>
        </w:rPr>
        <w:tab/>
      </w:r>
      <w:r w:rsidRPr="00CA52B4">
        <w:rPr>
          <w:noProof/>
          <w:rtl/>
        </w:rPr>
        <w:t>527</w:t>
      </w:r>
    </w:p>
    <w:p w:rsidR="00843DF1" w:rsidRDefault="00843DF1" w:rsidP="00AB3F16">
      <w:pPr>
        <w:pStyle w:val="libNormal"/>
        <w:rPr>
          <w:noProof/>
        </w:rPr>
      </w:pPr>
      <w:r w:rsidRPr="00CA52B4">
        <w:rPr>
          <w:noProof/>
          <w:rtl/>
        </w:rPr>
        <w:t>مرة بن النعمان</w:t>
      </w:r>
    </w:p>
    <w:p w:rsidR="00843DF1" w:rsidRDefault="00843DF1" w:rsidP="00AB3F16">
      <w:pPr>
        <w:pStyle w:val="libNormal"/>
        <w:rPr>
          <w:noProof/>
        </w:rPr>
      </w:pPr>
      <w:r w:rsidRPr="00CA52B4">
        <w:rPr>
          <w:noProof/>
          <w:rtl/>
        </w:rPr>
        <w:t>مرداس بن أدية</w:t>
      </w:r>
    </w:p>
    <w:p w:rsidR="00843DF1" w:rsidRDefault="00843DF1" w:rsidP="00AB3F16">
      <w:pPr>
        <w:pStyle w:val="libNormal"/>
        <w:rPr>
          <w:noProof/>
        </w:rPr>
      </w:pPr>
      <w:r w:rsidRPr="00CA52B4">
        <w:rPr>
          <w:noProof/>
          <w:rtl/>
        </w:rPr>
        <w:t>تميم الخارجي أبو بلال</w:t>
      </w:r>
      <w:r>
        <w:rPr>
          <w:noProof/>
          <w:rtl/>
        </w:rPr>
        <w:tab/>
      </w:r>
      <w:r w:rsidRPr="00CA52B4">
        <w:rPr>
          <w:noProof/>
          <w:rtl/>
        </w:rPr>
        <w:t>528</w:t>
      </w:r>
    </w:p>
    <w:p w:rsidR="00843DF1" w:rsidRDefault="00843DF1" w:rsidP="00AB3F16">
      <w:pPr>
        <w:pStyle w:val="libNormal"/>
        <w:rPr>
          <w:noProof/>
        </w:rPr>
      </w:pPr>
      <w:r w:rsidRPr="00CA52B4">
        <w:rPr>
          <w:noProof/>
          <w:rtl/>
        </w:rPr>
        <w:t>المرقع بن قمامة الأسدي</w:t>
      </w:r>
    </w:p>
    <w:p w:rsidR="00843DF1" w:rsidRDefault="00843DF1" w:rsidP="00AB3F16">
      <w:pPr>
        <w:pStyle w:val="libNormal"/>
        <w:rPr>
          <w:noProof/>
        </w:rPr>
      </w:pPr>
      <w:r w:rsidRPr="00CA52B4">
        <w:rPr>
          <w:noProof/>
          <w:rtl/>
        </w:rPr>
        <w:t>مروان بن</w:t>
      </w:r>
      <w:r>
        <w:rPr>
          <w:noProof/>
          <w:rtl/>
        </w:rPr>
        <w:t xml:space="preserve"> ..</w:t>
      </w:r>
      <w:r w:rsidRPr="00CA52B4">
        <w:rPr>
          <w:noProof/>
          <w:rtl/>
        </w:rPr>
        <w:t>. النخعي</w:t>
      </w:r>
      <w:r>
        <w:rPr>
          <w:noProof/>
          <w:rtl/>
        </w:rPr>
        <w:tab/>
      </w:r>
      <w:r w:rsidRPr="00CA52B4">
        <w:rPr>
          <w:noProof/>
          <w:rtl/>
        </w:rPr>
        <w:t>529</w:t>
      </w:r>
    </w:p>
    <w:p w:rsidR="00843DF1" w:rsidRDefault="00843DF1" w:rsidP="00AB3F16">
      <w:pPr>
        <w:pStyle w:val="libNormal"/>
        <w:rPr>
          <w:noProof/>
        </w:rPr>
      </w:pPr>
      <w:r w:rsidRPr="00CA52B4">
        <w:rPr>
          <w:noProof/>
          <w:rtl/>
        </w:rPr>
        <w:t>مروان بن الحكم بن أبي العاص</w:t>
      </w:r>
    </w:p>
    <w:p w:rsidR="00843DF1" w:rsidRDefault="00843DF1" w:rsidP="00AB3F16">
      <w:pPr>
        <w:pStyle w:val="libNormal"/>
        <w:rPr>
          <w:noProof/>
        </w:rPr>
      </w:pPr>
      <w:r w:rsidRPr="00CA52B4">
        <w:rPr>
          <w:noProof/>
          <w:rtl/>
        </w:rPr>
        <w:t xml:space="preserve">مزرع مولى أمير المؤمنين </w:t>
      </w:r>
      <w:r>
        <w:rPr>
          <w:noProof/>
          <w:rtl/>
        </w:rPr>
        <w:t>(</w:t>
      </w:r>
      <w:r w:rsidRPr="00CA52B4">
        <w:rPr>
          <w:noProof/>
          <w:rtl/>
        </w:rPr>
        <w:t>عليه السلام</w:t>
      </w:r>
      <w:r>
        <w:rPr>
          <w:noProof/>
          <w:rtl/>
        </w:rPr>
        <w:t>)</w:t>
      </w:r>
      <w:r>
        <w:rPr>
          <w:noProof/>
          <w:rtl/>
        </w:rPr>
        <w:tab/>
      </w:r>
      <w:r w:rsidRPr="00CA52B4">
        <w:rPr>
          <w:noProof/>
          <w:rtl/>
        </w:rPr>
        <w:t>530</w:t>
      </w:r>
    </w:p>
    <w:p w:rsidR="00843DF1" w:rsidRDefault="00843DF1" w:rsidP="00AB3F16">
      <w:pPr>
        <w:pStyle w:val="libNormal"/>
        <w:rPr>
          <w:noProof/>
        </w:rPr>
      </w:pPr>
      <w:r w:rsidRPr="00CA52B4">
        <w:rPr>
          <w:noProof/>
          <w:rtl/>
        </w:rPr>
        <w:t>مستظل بن الحصين</w:t>
      </w:r>
    </w:p>
    <w:p w:rsidR="00843DF1" w:rsidRDefault="00843DF1" w:rsidP="00AB3F16">
      <w:pPr>
        <w:pStyle w:val="libNormal"/>
        <w:rPr>
          <w:noProof/>
        </w:rPr>
      </w:pPr>
      <w:r w:rsidRPr="00CA52B4">
        <w:rPr>
          <w:noProof/>
          <w:rtl/>
        </w:rPr>
        <w:t>مسروق بن الأجدع</w:t>
      </w:r>
      <w:r>
        <w:rPr>
          <w:noProof/>
          <w:rtl/>
        </w:rPr>
        <w:tab/>
      </w:r>
      <w:r w:rsidRPr="00CA52B4">
        <w:rPr>
          <w:noProof/>
          <w:rtl/>
        </w:rPr>
        <w:t>531</w:t>
      </w:r>
    </w:p>
    <w:p w:rsidR="00843DF1" w:rsidRDefault="00843DF1" w:rsidP="00AB3F16">
      <w:pPr>
        <w:pStyle w:val="libNormal"/>
        <w:rPr>
          <w:noProof/>
        </w:rPr>
      </w:pPr>
      <w:r w:rsidRPr="00CA52B4">
        <w:rPr>
          <w:noProof/>
          <w:rtl/>
        </w:rPr>
        <w:t>مسطح بن أثاثة بن عباد</w:t>
      </w:r>
    </w:p>
    <w:p w:rsidR="00843DF1" w:rsidRDefault="00843DF1" w:rsidP="00AB3F16">
      <w:pPr>
        <w:pStyle w:val="libNormal"/>
        <w:rPr>
          <w:noProof/>
        </w:rPr>
      </w:pPr>
      <w:r w:rsidRPr="00CA52B4">
        <w:rPr>
          <w:noProof/>
          <w:rtl/>
        </w:rPr>
        <w:t>مسعدة بن زياد</w:t>
      </w:r>
      <w:r>
        <w:rPr>
          <w:noProof/>
          <w:rtl/>
        </w:rPr>
        <w:tab/>
      </w:r>
      <w:r w:rsidRPr="00CA52B4">
        <w:rPr>
          <w:noProof/>
          <w:rtl/>
        </w:rPr>
        <w:t>532</w:t>
      </w:r>
    </w:p>
    <w:p w:rsidR="00843DF1" w:rsidRDefault="00843DF1" w:rsidP="00AB3F16">
      <w:pPr>
        <w:pStyle w:val="libNormal"/>
        <w:rPr>
          <w:noProof/>
        </w:rPr>
      </w:pPr>
      <w:r w:rsidRPr="00CA52B4">
        <w:rPr>
          <w:noProof/>
          <w:rtl/>
        </w:rPr>
        <w:t>مسعر بن فدكي</w:t>
      </w:r>
    </w:p>
    <w:p w:rsidR="00843DF1" w:rsidRDefault="00843DF1" w:rsidP="00AB3F16">
      <w:pPr>
        <w:pStyle w:val="libNormal"/>
        <w:rPr>
          <w:noProof/>
        </w:rPr>
      </w:pPr>
      <w:r w:rsidRPr="00CA52B4">
        <w:rPr>
          <w:noProof/>
          <w:rtl/>
        </w:rPr>
        <w:t>مسعود بن أسلم</w:t>
      </w:r>
      <w:r>
        <w:rPr>
          <w:noProof/>
          <w:rtl/>
        </w:rPr>
        <w:tab/>
      </w:r>
      <w:r w:rsidRPr="00CA52B4">
        <w:rPr>
          <w:noProof/>
          <w:rtl/>
        </w:rPr>
        <w:t>533</w:t>
      </w:r>
    </w:p>
    <w:p w:rsidR="00843DF1" w:rsidRDefault="00843DF1" w:rsidP="00AB3F16">
      <w:pPr>
        <w:pStyle w:val="libNormal"/>
        <w:rPr>
          <w:noProof/>
        </w:rPr>
      </w:pPr>
      <w:r w:rsidRPr="00CA52B4">
        <w:rPr>
          <w:noProof/>
          <w:rtl/>
        </w:rPr>
        <w:t>مسعود بن الأسود بن حارثة</w:t>
      </w:r>
    </w:p>
    <w:p w:rsidR="00843DF1" w:rsidRDefault="00843DF1" w:rsidP="00AB3F16">
      <w:pPr>
        <w:pStyle w:val="libNormal"/>
        <w:rPr>
          <w:noProof/>
        </w:rPr>
      </w:pPr>
      <w:r w:rsidRPr="00CA52B4">
        <w:rPr>
          <w:noProof/>
          <w:rtl/>
        </w:rPr>
        <w:t>مسعود بن أوس</w:t>
      </w:r>
    </w:p>
    <w:p w:rsidR="00843DF1" w:rsidRDefault="00843DF1" w:rsidP="00AB3F16">
      <w:pPr>
        <w:pStyle w:val="libNormal"/>
        <w:rPr>
          <w:noProof/>
        </w:rPr>
      </w:pPr>
      <w:r w:rsidRPr="00CA52B4">
        <w:rPr>
          <w:noProof/>
          <w:rtl/>
        </w:rPr>
        <w:t>مسعود بن الحكم</w:t>
      </w:r>
      <w:r>
        <w:rPr>
          <w:noProof/>
          <w:rtl/>
        </w:rPr>
        <w:tab/>
      </w:r>
      <w:r w:rsidRPr="00CA52B4">
        <w:rPr>
          <w:noProof/>
          <w:rtl/>
        </w:rPr>
        <w:t>534</w:t>
      </w:r>
    </w:p>
    <w:p w:rsidR="00843DF1" w:rsidRDefault="00843DF1" w:rsidP="00AB3F16">
      <w:pPr>
        <w:pStyle w:val="libNormal"/>
        <w:rPr>
          <w:noProof/>
        </w:rPr>
      </w:pPr>
      <w:r w:rsidRPr="00CA52B4">
        <w:rPr>
          <w:noProof/>
          <w:rtl/>
        </w:rPr>
        <w:t>مسعود بن خراش بن جحش</w:t>
      </w:r>
    </w:p>
    <w:p w:rsidR="00843DF1" w:rsidRDefault="00843DF1" w:rsidP="00AB3F16">
      <w:pPr>
        <w:pStyle w:val="libNormal"/>
        <w:rPr>
          <w:noProof/>
        </w:rPr>
      </w:pPr>
      <w:r w:rsidRPr="00CA52B4">
        <w:rPr>
          <w:noProof/>
          <w:rtl/>
        </w:rPr>
        <w:t>مسعود بن قيس</w:t>
      </w:r>
      <w:r>
        <w:rPr>
          <w:noProof/>
          <w:rtl/>
        </w:rPr>
        <w:tab/>
      </w:r>
      <w:r w:rsidRPr="00CA52B4">
        <w:rPr>
          <w:noProof/>
          <w:rtl/>
        </w:rPr>
        <w:t>535</w:t>
      </w:r>
    </w:p>
    <w:p w:rsidR="00843DF1" w:rsidRDefault="00843DF1" w:rsidP="00AB3F16">
      <w:pPr>
        <w:pStyle w:val="libNormal"/>
        <w:rPr>
          <w:noProof/>
        </w:rPr>
      </w:pPr>
      <w:r w:rsidRPr="00CA52B4">
        <w:rPr>
          <w:noProof/>
          <w:rtl/>
        </w:rPr>
        <w:t>مسعود بن مالك</w:t>
      </w:r>
    </w:p>
    <w:p w:rsidR="00843DF1" w:rsidRDefault="00843DF1" w:rsidP="00AB3F16">
      <w:pPr>
        <w:pStyle w:val="libNormal"/>
        <w:rPr>
          <w:noProof/>
        </w:rPr>
      </w:pPr>
      <w:r w:rsidRPr="00CA52B4">
        <w:rPr>
          <w:noProof/>
          <w:rtl/>
        </w:rPr>
        <w:t>مسقلة بن مالك</w:t>
      </w:r>
      <w:r>
        <w:rPr>
          <w:noProof/>
          <w:rtl/>
        </w:rPr>
        <w:tab/>
      </w:r>
      <w:r w:rsidRPr="00CA52B4">
        <w:rPr>
          <w:noProof/>
          <w:rtl/>
        </w:rPr>
        <w:t>536</w:t>
      </w:r>
    </w:p>
    <w:p w:rsidR="00843DF1" w:rsidRPr="00CA52B4" w:rsidRDefault="00843DF1" w:rsidP="00AB3F16">
      <w:pPr>
        <w:pStyle w:val="libNormal"/>
        <w:rPr>
          <w:noProof/>
          <w:rtl/>
        </w:rPr>
      </w:pPr>
      <w:r w:rsidRPr="00CA52B4">
        <w:rPr>
          <w:noProof/>
          <w:rtl/>
        </w:rPr>
        <w:t>مسكين الكوفي</w:t>
      </w:r>
    </w:p>
    <w:p w:rsidR="00843DF1" w:rsidRDefault="00843DF1" w:rsidP="00AB3F16">
      <w:pPr>
        <w:pStyle w:val="libNormal"/>
        <w:rPr>
          <w:noProof/>
        </w:rPr>
      </w:pPr>
      <w:r>
        <w:rPr>
          <w:noProof/>
          <w:rtl/>
        </w:rPr>
        <w:br w:type="page"/>
      </w:r>
      <w:r w:rsidRPr="00CA52B4">
        <w:rPr>
          <w:noProof/>
          <w:rtl/>
        </w:rPr>
        <w:lastRenderedPageBreak/>
        <w:t>مسلم أبو الفضل الكوفي</w:t>
      </w:r>
    </w:p>
    <w:p w:rsidR="00843DF1" w:rsidRDefault="00843DF1" w:rsidP="00AB3F16">
      <w:pPr>
        <w:pStyle w:val="libNormal"/>
        <w:rPr>
          <w:noProof/>
        </w:rPr>
      </w:pPr>
      <w:r w:rsidRPr="00CA52B4">
        <w:rPr>
          <w:noProof/>
          <w:rtl/>
        </w:rPr>
        <w:t>مسلم الأعجمي</w:t>
      </w:r>
      <w:r>
        <w:rPr>
          <w:noProof/>
          <w:rtl/>
        </w:rPr>
        <w:tab/>
      </w:r>
      <w:r w:rsidRPr="00CA52B4">
        <w:rPr>
          <w:noProof/>
          <w:rtl/>
        </w:rPr>
        <w:t>537</w:t>
      </w:r>
    </w:p>
    <w:p w:rsidR="00843DF1" w:rsidRDefault="00843DF1" w:rsidP="00AB3F16">
      <w:pPr>
        <w:pStyle w:val="libNormal"/>
        <w:rPr>
          <w:noProof/>
        </w:rPr>
      </w:pPr>
      <w:r w:rsidRPr="00CA52B4">
        <w:rPr>
          <w:noProof/>
          <w:rtl/>
        </w:rPr>
        <w:t>مسلم بن أيمن المديني</w:t>
      </w:r>
    </w:p>
    <w:p w:rsidR="00843DF1" w:rsidRDefault="00843DF1" w:rsidP="00AB3F16">
      <w:pPr>
        <w:pStyle w:val="libNormal"/>
        <w:rPr>
          <w:noProof/>
        </w:rPr>
      </w:pPr>
      <w:r w:rsidRPr="00CA52B4">
        <w:rPr>
          <w:noProof/>
          <w:rtl/>
        </w:rPr>
        <w:t>مسلم بن البطين</w:t>
      </w:r>
    </w:p>
    <w:p w:rsidR="00843DF1" w:rsidRDefault="00843DF1" w:rsidP="00AB3F16">
      <w:pPr>
        <w:pStyle w:val="libNormal"/>
        <w:rPr>
          <w:noProof/>
        </w:rPr>
      </w:pPr>
      <w:r w:rsidRPr="00CA52B4">
        <w:rPr>
          <w:noProof/>
          <w:rtl/>
        </w:rPr>
        <w:t>مسلم بن خباب</w:t>
      </w:r>
      <w:r>
        <w:rPr>
          <w:noProof/>
          <w:rtl/>
        </w:rPr>
        <w:tab/>
      </w:r>
      <w:r w:rsidRPr="00CA52B4">
        <w:rPr>
          <w:noProof/>
          <w:rtl/>
        </w:rPr>
        <w:t>538</w:t>
      </w:r>
    </w:p>
    <w:p w:rsidR="00843DF1" w:rsidRDefault="00843DF1" w:rsidP="00AB3F16">
      <w:pPr>
        <w:pStyle w:val="libNormal"/>
        <w:rPr>
          <w:noProof/>
        </w:rPr>
      </w:pPr>
      <w:r w:rsidRPr="00CA52B4">
        <w:rPr>
          <w:noProof/>
          <w:rtl/>
        </w:rPr>
        <w:t>مسلم بن زيد السعدي</w:t>
      </w:r>
    </w:p>
    <w:p w:rsidR="00843DF1" w:rsidRDefault="00843DF1" w:rsidP="00AB3F16">
      <w:pPr>
        <w:pStyle w:val="libNormal"/>
        <w:rPr>
          <w:noProof/>
        </w:rPr>
      </w:pPr>
      <w:r w:rsidRPr="00CA52B4">
        <w:rPr>
          <w:noProof/>
          <w:rtl/>
        </w:rPr>
        <w:t>مسلم بن أبي مسلم</w:t>
      </w:r>
    </w:p>
    <w:p w:rsidR="00843DF1" w:rsidRDefault="00843DF1" w:rsidP="00AB3F16">
      <w:pPr>
        <w:pStyle w:val="libNormal"/>
        <w:rPr>
          <w:noProof/>
        </w:rPr>
      </w:pPr>
      <w:r w:rsidRPr="00CA52B4">
        <w:rPr>
          <w:noProof/>
          <w:rtl/>
        </w:rPr>
        <w:t>مسلم بن صدقة الأزدي</w:t>
      </w:r>
    </w:p>
    <w:p w:rsidR="00843DF1" w:rsidRDefault="00843DF1" w:rsidP="00AB3F16">
      <w:pPr>
        <w:pStyle w:val="libNormal"/>
        <w:rPr>
          <w:noProof/>
        </w:rPr>
      </w:pPr>
      <w:r w:rsidRPr="00CA52B4">
        <w:rPr>
          <w:noProof/>
          <w:rtl/>
        </w:rPr>
        <w:t>مسلم العجلي</w:t>
      </w:r>
      <w:r>
        <w:rPr>
          <w:noProof/>
          <w:rtl/>
        </w:rPr>
        <w:tab/>
      </w:r>
      <w:r w:rsidRPr="00CA52B4">
        <w:rPr>
          <w:noProof/>
          <w:rtl/>
        </w:rPr>
        <w:t>539</w:t>
      </w:r>
    </w:p>
    <w:p w:rsidR="00843DF1" w:rsidRDefault="00843DF1" w:rsidP="00AB3F16">
      <w:pPr>
        <w:pStyle w:val="libNormal"/>
        <w:rPr>
          <w:noProof/>
        </w:rPr>
      </w:pPr>
      <w:r w:rsidRPr="00CA52B4">
        <w:rPr>
          <w:noProof/>
          <w:rtl/>
        </w:rPr>
        <w:t>مسلم بن عفان</w:t>
      </w:r>
    </w:p>
    <w:p w:rsidR="00843DF1" w:rsidRDefault="00843DF1" w:rsidP="00AB3F16">
      <w:pPr>
        <w:pStyle w:val="libNormal"/>
        <w:rPr>
          <w:noProof/>
        </w:rPr>
      </w:pPr>
      <w:r w:rsidRPr="00CA52B4">
        <w:rPr>
          <w:noProof/>
          <w:rtl/>
        </w:rPr>
        <w:t>مسلم بن عقال</w:t>
      </w:r>
    </w:p>
    <w:p w:rsidR="00843DF1" w:rsidRDefault="00843DF1" w:rsidP="00AB3F16">
      <w:pPr>
        <w:pStyle w:val="libNormal"/>
        <w:rPr>
          <w:noProof/>
        </w:rPr>
      </w:pPr>
      <w:r w:rsidRPr="00CA52B4">
        <w:rPr>
          <w:noProof/>
          <w:rtl/>
        </w:rPr>
        <w:t>مسلم عمار</w:t>
      </w:r>
    </w:p>
    <w:p w:rsidR="00843DF1" w:rsidRDefault="00843DF1" w:rsidP="00AB3F16">
      <w:pPr>
        <w:pStyle w:val="libNormal"/>
        <w:rPr>
          <w:noProof/>
        </w:rPr>
      </w:pPr>
      <w:r w:rsidRPr="00CA52B4">
        <w:rPr>
          <w:noProof/>
          <w:rtl/>
        </w:rPr>
        <w:t>مسلم بن كثير</w:t>
      </w:r>
      <w:r>
        <w:rPr>
          <w:noProof/>
          <w:rtl/>
        </w:rPr>
        <w:tab/>
      </w:r>
      <w:r w:rsidRPr="00CA52B4">
        <w:rPr>
          <w:noProof/>
          <w:rtl/>
        </w:rPr>
        <w:t>540</w:t>
      </w:r>
    </w:p>
    <w:p w:rsidR="00843DF1" w:rsidRDefault="00843DF1" w:rsidP="00AB3F16">
      <w:pPr>
        <w:pStyle w:val="libNormal"/>
        <w:rPr>
          <w:noProof/>
        </w:rPr>
      </w:pPr>
      <w:r w:rsidRPr="00CA52B4">
        <w:rPr>
          <w:noProof/>
          <w:rtl/>
        </w:rPr>
        <w:t>مسلم بن أبي كريمة</w:t>
      </w:r>
    </w:p>
    <w:p w:rsidR="00843DF1" w:rsidRDefault="00843DF1" w:rsidP="00AB3F16">
      <w:pPr>
        <w:pStyle w:val="libNormal"/>
        <w:rPr>
          <w:noProof/>
        </w:rPr>
      </w:pPr>
      <w:r w:rsidRPr="00CA52B4">
        <w:rPr>
          <w:noProof/>
          <w:rtl/>
        </w:rPr>
        <w:t>مسلم المجاشعي</w:t>
      </w:r>
    </w:p>
    <w:p w:rsidR="00843DF1" w:rsidRDefault="00843DF1" w:rsidP="00AB3F16">
      <w:pPr>
        <w:pStyle w:val="libNormal"/>
        <w:rPr>
          <w:noProof/>
        </w:rPr>
      </w:pPr>
      <w:r w:rsidRPr="00CA52B4">
        <w:rPr>
          <w:noProof/>
          <w:rtl/>
        </w:rPr>
        <w:t>مسلم بن نذير بن يزيد</w:t>
      </w:r>
    </w:p>
    <w:p w:rsidR="00843DF1" w:rsidRDefault="00843DF1" w:rsidP="00AB3F16">
      <w:pPr>
        <w:pStyle w:val="libNormal"/>
        <w:rPr>
          <w:noProof/>
        </w:rPr>
      </w:pPr>
      <w:r w:rsidRPr="00CA52B4">
        <w:rPr>
          <w:noProof/>
          <w:rtl/>
        </w:rPr>
        <w:t>مسلم بن نسطاس</w:t>
      </w:r>
      <w:r>
        <w:rPr>
          <w:noProof/>
          <w:rtl/>
        </w:rPr>
        <w:tab/>
      </w:r>
      <w:r w:rsidRPr="00CA52B4">
        <w:rPr>
          <w:noProof/>
          <w:rtl/>
        </w:rPr>
        <w:t>541</w:t>
      </w:r>
    </w:p>
    <w:p w:rsidR="00843DF1" w:rsidRPr="00CA52B4" w:rsidRDefault="00843DF1" w:rsidP="00AB3F16">
      <w:pPr>
        <w:pStyle w:val="libNormal"/>
        <w:rPr>
          <w:noProof/>
          <w:rtl/>
        </w:rPr>
      </w:pPr>
      <w:r w:rsidRPr="00CA52B4">
        <w:rPr>
          <w:noProof/>
          <w:rtl/>
        </w:rPr>
        <w:t>مسلم</w:t>
      </w:r>
      <w:r>
        <w:rPr>
          <w:noProof/>
          <w:rtl/>
        </w:rPr>
        <w:t xml:space="preserve"> ..</w:t>
      </w:r>
      <w:r w:rsidRPr="00CA52B4">
        <w:rPr>
          <w:noProof/>
          <w:rtl/>
        </w:rPr>
        <w:t>.</w:t>
      </w:r>
    </w:p>
    <w:p w:rsidR="00843DF1" w:rsidRDefault="00843DF1" w:rsidP="00AB3F16">
      <w:pPr>
        <w:pStyle w:val="libNormal"/>
        <w:rPr>
          <w:noProof/>
        </w:rPr>
      </w:pPr>
      <w:r w:rsidRPr="00CA52B4">
        <w:rPr>
          <w:noProof/>
          <w:rtl/>
        </w:rPr>
        <w:t>مسلم بن هرمز</w:t>
      </w:r>
    </w:p>
    <w:p w:rsidR="00843DF1" w:rsidRDefault="00843DF1" w:rsidP="00AB3F16">
      <w:pPr>
        <w:pStyle w:val="libNormal"/>
        <w:rPr>
          <w:noProof/>
        </w:rPr>
      </w:pPr>
      <w:r w:rsidRPr="00CA52B4">
        <w:rPr>
          <w:noProof/>
          <w:rtl/>
        </w:rPr>
        <w:t>مسلم بن هرمي</w:t>
      </w:r>
    </w:p>
    <w:p w:rsidR="00843DF1" w:rsidRDefault="00843DF1" w:rsidP="00AB3F16">
      <w:pPr>
        <w:pStyle w:val="libNormal"/>
        <w:rPr>
          <w:noProof/>
        </w:rPr>
      </w:pPr>
      <w:r w:rsidRPr="00CA52B4">
        <w:rPr>
          <w:noProof/>
          <w:rtl/>
        </w:rPr>
        <w:t>مسلم بن يزيد الأزدي</w:t>
      </w:r>
      <w:r>
        <w:rPr>
          <w:noProof/>
          <w:rtl/>
        </w:rPr>
        <w:tab/>
      </w:r>
      <w:r w:rsidRPr="00CA52B4">
        <w:rPr>
          <w:noProof/>
          <w:rtl/>
        </w:rPr>
        <w:t>542</w:t>
      </w:r>
    </w:p>
    <w:p w:rsidR="00843DF1" w:rsidRDefault="00843DF1" w:rsidP="00AB3F16">
      <w:pPr>
        <w:pStyle w:val="libNormal"/>
        <w:rPr>
          <w:noProof/>
        </w:rPr>
      </w:pPr>
      <w:r w:rsidRPr="00CA52B4">
        <w:rPr>
          <w:noProof/>
          <w:rtl/>
        </w:rPr>
        <w:t>مسور بن مخرمة</w:t>
      </w:r>
    </w:p>
    <w:p w:rsidR="00843DF1" w:rsidRDefault="00843DF1" w:rsidP="00AB3F16">
      <w:pPr>
        <w:pStyle w:val="libNormal"/>
        <w:rPr>
          <w:noProof/>
        </w:rPr>
      </w:pPr>
      <w:r w:rsidRPr="00CA52B4">
        <w:rPr>
          <w:noProof/>
          <w:rtl/>
        </w:rPr>
        <w:t>المسيب بن مخزن</w:t>
      </w:r>
      <w:r>
        <w:rPr>
          <w:noProof/>
          <w:rtl/>
        </w:rPr>
        <w:tab/>
      </w:r>
      <w:r w:rsidRPr="00CA52B4">
        <w:rPr>
          <w:noProof/>
          <w:rtl/>
        </w:rPr>
        <w:t>543</w:t>
      </w:r>
    </w:p>
    <w:p w:rsidR="00843DF1" w:rsidRDefault="00843DF1" w:rsidP="00AB3F16">
      <w:pPr>
        <w:pStyle w:val="libNormal"/>
        <w:rPr>
          <w:noProof/>
        </w:rPr>
      </w:pPr>
      <w:r w:rsidRPr="00CA52B4">
        <w:rPr>
          <w:noProof/>
          <w:rtl/>
        </w:rPr>
        <w:t>المسيب بن نجبة بن ربيعة</w:t>
      </w:r>
    </w:p>
    <w:p w:rsidR="00843DF1" w:rsidRDefault="00843DF1" w:rsidP="00AB3F16">
      <w:pPr>
        <w:pStyle w:val="libNormal"/>
        <w:rPr>
          <w:noProof/>
        </w:rPr>
      </w:pPr>
      <w:r w:rsidRPr="00CA52B4">
        <w:rPr>
          <w:noProof/>
          <w:rtl/>
        </w:rPr>
        <w:t>مصدع بن مالك</w:t>
      </w:r>
      <w:r>
        <w:rPr>
          <w:noProof/>
          <w:rtl/>
        </w:rPr>
        <w:tab/>
      </w:r>
      <w:r w:rsidRPr="00CA52B4">
        <w:rPr>
          <w:noProof/>
          <w:rtl/>
        </w:rPr>
        <w:t>544</w:t>
      </w:r>
    </w:p>
    <w:p w:rsidR="00843DF1" w:rsidRDefault="00843DF1" w:rsidP="00AB3F16">
      <w:pPr>
        <w:pStyle w:val="libNormal"/>
        <w:rPr>
          <w:noProof/>
        </w:rPr>
      </w:pPr>
      <w:r w:rsidRPr="00CA52B4">
        <w:rPr>
          <w:noProof/>
          <w:rtl/>
        </w:rPr>
        <w:t>مصعب بن يزيد</w:t>
      </w:r>
      <w:r>
        <w:rPr>
          <w:noProof/>
          <w:rtl/>
        </w:rPr>
        <w:tab/>
      </w:r>
      <w:r w:rsidRPr="00CA52B4">
        <w:rPr>
          <w:noProof/>
          <w:rtl/>
        </w:rPr>
        <w:t>545</w:t>
      </w:r>
    </w:p>
    <w:p w:rsidR="00843DF1" w:rsidRDefault="00843DF1" w:rsidP="00AB3F16">
      <w:pPr>
        <w:pStyle w:val="libNormal"/>
        <w:rPr>
          <w:noProof/>
        </w:rPr>
      </w:pPr>
      <w:r w:rsidRPr="00CA52B4">
        <w:rPr>
          <w:noProof/>
          <w:rtl/>
        </w:rPr>
        <w:t>مصفح العامري</w:t>
      </w:r>
    </w:p>
    <w:p w:rsidR="00843DF1" w:rsidRDefault="00843DF1" w:rsidP="00AB3F16">
      <w:pPr>
        <w:pStyle w:val="libNormal"/>
        <w:rPr>
          <w:noProof/>
        </w:rPr>
      </w:pPr>
      <w:r w:rsidRPr="00CA52B4">
        <w:rPr>
          <w:noProof/>
          <w:rtl/>
        </w:rPr>
        <w:t>مصقلة بن هبيرة</w:t>
      </w:r>
    </w:p>
    <w:p w:rsidR="00843DF1" w:rsidRDefault="00843DF1" w:rsidP="00AB3F16">
      <w:pPr>
        <w:pStyle w:val="libNormal"/>
        <w:rPr>
          <w:noProof/>
        </w:rPr>
      </w:pPr>
      <w:r w:rsidRPr="00CA52B4">
        <w:rPr>
          <w:noProof/>
          <w:rtl/>
        </w:rPr>
        <w:t>مطرف بن عبد الله</w:t>
      </w:r>
      <w:r>
        <w:rPr>
          <w:noProof/>
          <w:rtl/>
        </w:rPr>
        <w:tab/>
      </w:r>
      <w:r w:rsidRPr="00CA52B4">
        <w:rPr>
          <w:noProof/>
          <w:rtl/>
        </w:rPr>
        <w:t>546</w:t>
      </w:r>
    </w:p>
    <w:p w:rsidR="00843DF1" w:rsidRDefault="00843DF1" w:rsidP="00AB3F16">
      <w:pPr>
        <w:pStyle w:val="libNormal"/>
        <w:rPr>
          <w:noProof/>
        </w:rPr>
      </w:pPr>
      <w:r w:rsidRPr="00CA52B4">
        <w:rPr>
          <w:noProof/>
          <w:rtl/>
        </w:rPr>
        <w:t>معاذ بن جبل</w:t>
      </w:r>
    </w:p>
    <w:p w:rsidR="00843DF1" w:rsidRPr="00CA52B4" w:rsidRDefault="00843DF1" w:rsidP="00AB3F16">
      <w:pPr>
        <w:pStyle w:val="libNormal"/>
        <w:rPr>
          <w:noProof/>
          <w:rtl/>
        </w:rPr>
      </w:pPr>
      <w:r w:rsidRPr="00CA52B4">
        <w:rPr>
          <w:noProof/>
          <w:rtl/>
        </w:rPr>
        <w:t>معاذ بن عمرو بن الحمق</w:t>
      </w:r>
      <w:r>
        <w:rPr>
          <w:noProof/>
          <w:rtl/>
        </w:rPr>
        <w:tab/>
      </w:r>
      <w:r w:rsidRPr="00CA52B4">
        <w:rPr>
          <w:noProof/>
          <w:rtl/>
        </w:rPr>
        <w:t>547</w:t>
      </w:r>
    </w:p>
    <w:p w:rsidR="00843DF1" w:rsidRDefault="00843DF1" w:rsidP="00AB3F16">
      <w:pPr>
        <w:pStyle w:val="libNormal"/>
        <w:rPr>
          <w:noProof/>
        </w:rPr>
      </w:pPr>
      <w:r>
        <w:rPr>
          <w:noProof/>
          <w:rtl/>
        </w:rPr>
        <w:br w:type="page"/>
      </w:r>
      <w:r w:rsidRPr="00CA52B4">
        <w:rPr>
          <w:noProof/>
          <w:rtl/>
        </w:rPr>
        <w:lastRenderedPageBreak/>
        <w:t>معاوية بن الحارث</w:t>
      </w:r>
      <w:r>
        <w:rPr>
          <w:noProof/>
          <w:rtl/>
        </w:rPr>
        <w:tab/>
      </w:r>
      <w:r w:rsidRPr="00CA52B4">
        <w:rPr>
          <w:noProof/>
          <w:rtl/>
        </w:rPr>
        <w:t>548</w:t>
      </w:r>
    </w:p>
    <w:p w:rsidR="00843DF1" w:rsidRDefault="00843DF1" w:rsidP="00AB3F16">
      <w:pPr>
        <w:pStyle w:val="libNormal"/>
        <w:rPr>
          <w:noProof/>
        </w:rPr>
      </w:pPr>
      <w:r w:rsidRPr="00CA52B4">
        <w:rPr>
          <w:noProof/>
          <w:rtl/>
        </w:rPr>
        <w:t>معاوية بن أبي سفيان</w:t>
      </w:r>
    </w:p>
    <w:p w:rsidR="00843DF1" w:rsidRDefault="00843DF1" w:rsidP="00AB3F16">
      <w:pPr>
        <w:pStyle w:val="libNormal"/>
        <w:rPr>
          <w:noProof/>
        </w:rPr>
      </w:pPr>
      <w:r w:rsidRPr="00CA52B4">
        <w:rPr>
          <w:noProof/>
          <w:rtl/>
        </w:rPr>
        <w:t>معاوية بن شداد العبسي</w:t>
      </w:r>
      <w:r>
        <w:rPr>
          <w:noProof/>
          <w:rtl/>
        </w:rPr>
        <w:tab/>
      </w:r>
      <w:r w:rsidRPr="00CA52B4">
        <w:rPr>
          <w:noProof/>
          <w:rtl/>
        </w:rPr>
        <w:t>549</w:t>
      </w:r>
    </w:p>
    <w:p w:rsidR="00843DF1" w:rsidRDefault="00843DF1" w:rsidP="00AB3F16">
      <w:pPr>
        <w:pStyle w:val="libNormal"/>
        <w:rPr>
          <w:noProof/>
        </w:rPr>
      </w:pPr>
      <w:r w:rsidRPr="00CA52B4">
        <w:rPr>
          <w:noProof/>
          <w:rtl/>
        </w:rPr>
        <w:t>معاوية بن صعصعة</w:t>
      </w:r>
    </w:p>
    <w:p w:rsidR="00843DF1" w:rsidRDefault="00843DF1" w:rsidP="00AB3F16">
      <w:pPr>
        <w:pStyle w:val="libNormal"/>
        <w:rPr>
          <w:noProof/>
        </w:rPr>
      </w:pPr>
      <w:r w:rsidRPr="00CA52B4">
        <w:rPr>
          <w:noProof/>
          <w:rtl/>
        </w:rPr>
        <w:t>معاوية بن الضحاك</w:t>
      </w:r>
      <w:r>
        <w:rPr>
          <w:noProof/>
          <w:rtl/>
        </w:rPr>
        <w:tab/>
      </w:r>
      <w:r w:rsidRPr="00CA52B4">
        <w:rPr>
          <w:noProof/>
          <w:rtl/>
        </w:rPr>
        <w:t>551</w:t>
      </w:r>
    </w:p>
    <w:p w:rsidR="00843DF1" w:rsidRDefault="00843DF1" w:rsidP="00AB3F16">
      <w:pPr>
        <w:pStyle w:val="libNormal"/>
        <w:rPr>
          <w:noProof/>
        </w:rPr>
      </w:pPr>
      <w:r w:rsidRPr="00CA52B4">
        <w:rPr>
          <w:noProof/>
          <w:rtl/>
        </w:rPr>
        <w:t>معبد بن صبيحة</w:t>
      </w:r>
      <w:r>
        <w:rPr>
          <w:noProof/>
          <w:rtl/>
        </w:rPr>
        <w:tab/>
      </w:r>
      <w:r w:rsidRPr="00CA52B4">
        <w:rPr>
          <w:noProof/>
          <w:rtl/>
        </w:rPr>
        <w:t>552</w:t>
      </w:r>
    </w:p>
    <w:p w:rsidR="00843DF1" w:rsidRDefault="00843DF1" w:rsidP="00AB3F16">
      <w:pPr>
        <w:pStyle w:val="libNormal"/>
        <w:rPr>
          <w:noProof/>
        </w:rPr>
      </w:pPr>
      <w:r w:rsidRPr="00CA52B4">
        <w:rPr>
          <w:noProof/>
          <w:rtl/>
        </w:rPr>
        <w:t>معبد</w:t>
      </w:r>
    </w:p>
    <w:p w:rsidR="00843DF1" w:rsidRDefault="00843DF1" w:rsidP="00AB3F16">
      <w:pPr>
        <w:pStyle w:val="libNormal"/>
        <w:rPr>
          <w:noProof/>
        </w:rPr>
      </w:pPr>
      <w:r w:rsidRPr="00CA52B4">
        <w:rPr>
          <w:noProof/>
          <w:rtl/>
        </w:rPr>
        <w:t>معدي كرب المشرقي</w:t>
      </w:r>
    </w:p>
    <w:p w:rsidR="00843DF1" w:rsidRDefault="00843DF1" w:rsidP="00AB3F16">
      <w:pPr>
        <w:pStyle w:val="libNormal"/>
        <w:rPr>
          <w:noProof/>
        </w:rPr>
      </w:pPr>
      <w:r w:rsidRPr="00CA52B4">
        <w:rPr>
          <w:noProof/>
          <w:rtl/>
        </w:rPr>
        <w:t>المعري بن الأقبل</w:t>
      </w:r>
      <w:r>
        <w:rPr>
          <w:noProof/>
          <w:rtl/>
        </w:rPr>
        <w:tab/>
      </w:r>
      <w:r w:rsidRPr="00CA52B4">
        <w:rPr>
          <w:noProof/>
          <w:rtl/>
        </w:rPr>
        <w:t>553</w:t>
      </w:r>
    </w:p>
    <w:p w:rsidR="00843DF1" w:rsidRDefault="00843DF1" w:rsidP="00AB3F16">
      <w:pPr>
        <w:pStyle w:val="libNormal"/>
        <w:rPr>
          <w:noProof/>
        </w:rPr>
      </w:pPr>
      <w:r w:rsidRPr="00CA52B4">
        <w:rPr>
          <w:noProof/>
          <w:rtl/>
        </w:rPr>
        <w:t>معقل بن قيس اليربوعي</w:t>
      </w:r>
      <w:r>
        <w:rPr>
          <w:noProof/>
          <w:rtl/>
        </w:rPr>
        <w:tab/>
      </w:r>
      <w:r w:rsidRPr="00CA52B4">
        <w:rPr>
          <w:noProof/>
          <w:rtl/>
        </w:rPr>
        <w:t>554</w:t>
      </w:r>
    </w:p>
    <w:p w:rsidR="00843DF1" w:rsidRDefault="00843DF1" w:rsidP="00AB3F16">
      <w:pPr>
        <w:pStyle w:val="libNormal"/>
        <w:rPr>
          <w:noProof/>
        </w:rPr>
      </w:pPr>
      <w:r w:rsidRPr="00CA52B4">
        <w:rPr>
          <w:noProof/>
          <w:rtl/>
        </w:rPr>
        <w:t>المعكبر الأسدي</w:t>
      </w:r>
    </w:p>
    <w:p w:rsidR="00843DF1" w:rsidRDefault="00843DF1" w:rsidP="00AB3F16">
      <w:pPr>
        <w:pStyle w:val="libNormal"/>
        <w:rPr>
          <w:noProof/>
        </w:rPr>
      </w:pPr>
      <w:r w:rsidRPr="00CA52B4">
        <w:rPr>
          <w:noProof/>
          <w:rtl/>
        </w:rPr>
        <w:t>المعكبر الضبي</w:t>
      </w:r>
      <w:r>
        <w:rPr>
          <w:noProof/>
          <w:rtl/>
        </w:rPr>
        <w:tab/>
      </w:r>
      <w:r w:rsidRPr="00CA52B4">
        <w:rPr>
          <w:noProof/>
          <w:rtl/>
        </w:rPr>
        <w:t>555</w:t>
      </w:r>
    </w:p>
    <w:p w:rsidR="00843DF1" w:rsidRDefault="00843DF1" w:rsidP="00AB3F16">
      <w:pPr>
        <w:pStyle w:val="libNormal"/>
        <w:rPr>
          <w:noProof/>
        </w:rPr>
      </w:pPr>
      <w:r w:rsidRPr="00CA52B4">
        <w:rPr>
          <w:noProof/>
          <w:rtl/>
        </w:rPr>
        <w:t>معلي بن جابر</w:t>
      </w:r>
    </w:p>
    <w:p w:rsidR="00843DF1" w:rsidRDefault="00843DF1" w:rsidP="00AB3F16">
      <w:pPr>
        <w:pStyle w:val="libNormal"/>
        <w:rPr>
          <w:noProof/>
        </w:rPr>
      </w:pPr>
      <w:r w:rsidRPr="00CA52B4">
        <w:rPr>
          <w:noProof/>
          <w:rtl/>
        </w:rPr>
        <w:t>المغيرة بن الحارث بن عبد المطلب</w:t>
      </w:r>
    </w:p>
    <w:p w:rsidR="00843DF1" w:rsidRDefault="00843DF1" w:rsidP="00AB3F16">
      <w:pPr>
        <w:pStyle w:val="libNormal"/>
        <w:rPr>
          <w:noProof/>
        </w:rPr>
      </w:pPr>
      <w:r w:rsidRPr="00CA52B4">
        <w:rPr>
          <w:noProof/>
          <w:rtl/>
        </w:rPr>
        <w:t>المغيرة بن حذف</w:t>
      </w:r>
      <w:r>
        <w:rPr>
          <w:noProof/>
          <w:rtl/>
        </w:rPr>
        <w:tab/>
      </w:r>
      <w:r w:rsidRPr="00CA52B4">
        <w:rPr>
          <w:noProof/>
          <w:rtl/>
        </w:rPr>
        <w:t>556</w:t>
      </w:r>
    </w:p>
    <w:p w:rsidR="00843DF1" w:rsidRDefault="00843DF1" w:rsidP="00AB3F16">
      <w:pPr>
        <w:pStyle w:val="libNormal"/>
        <w:rPr>
          <w:noProof/>
        </w:rPr>
      </w:pPr>
      <w:r w:rsidRPr="00CA52B4">
        <w:rPr>
          <w:noProof/>
          <w:rtl/>
        </w:rPr>
        <w:t>المغيرة بن عمرو بن ربيعة</w:t>
      </w:r>
    </w:p>
    <w:p w:rsidR="00843DF1" w:rsidRDefault="00843DF1" w:rsidP="00AB3F16">
      <w:pPr>
        <w:pStyle w:val="libNormal"/>
        <w:rPr>
          <w:noProof/>
        </w:rPr>
      </w:pPr>
      <w:r w:rsidRPr="00CA52B4">
        <w:rPr>
          <w:noProof/>
          <w:rtl/>
        </w:rPr>
        <w:t>مغيرة بن حنين</w:t>
      </w:r>
    </w:p>
    <w:p w:rsidR="00843DF1" w:rsidRDefault="00843DF1" w:rsidP="00AB3F16">
      <w:pPr>
        <w:pStyle w:val="libNormal"/>
        <w:rPr>
          <w:noProof/>
        </w:rPr>
      </w:pPr>
      <w:r w:rsidRPr="00CA52B4">
        <w:rPr>
          <w:noProof/>
          <w:rtl/>
        </w:rPr>
        <w:t>المغيرة بن خالد</w:t>
      </w:r>
    </w:p>
    <w:p w:rsidR="00843DF1" w:rsidRDefault="00843DF1" w:rsidP="00AB3F16">
      <w:pPr>
        <w:pStyle w:val="libNormal"/>
        <w:rPr>
          <w:noProof/>
        </w:rPr>
      </w:pPr>
      <w:r w:rsidRPr="00CA52B4">
        <w:rPr>
          <w:noProof/>
          <w:rtl/>
        </w:rPr>
        <w:t>المغيرة بن عثمان بن عبيد</w:t>
      </w:r>
      <w:r>
        <w:rPr>
          <w:noProof/>
          <w:rtl/>
        </w:rPr>
        <w:tab/>
      </w:r>
      <w:r w:rsidRPr="00CA52B4">
        <w:rPr>
          <w:noProof/>
          <w:rtl/>
        </w:rPr>
        <w:t>557</w:t>
      </w:r>
    </w:p>
    <w:p w:rsidR="00843DF1" w:rsidRDefault="00843DF1" w:rsidP="00AB3F16">
      <w:pPr>
        <w:pStyle w:val="libNormal"/>
        <w:rPr>
          <w:noProof/>
        </w:rPr>
      </w:pPr>
      <w:r w:rsidRPr="00CA52B4">
        <w:rPr>
          <w:noProof/>
          <w:rtl/>
        </w:rPr>
        <w:t>المغيرة بن نوفل</w:t>
      </w:r>
    </w:p>
    <w:p w:rsidR="00843DF1" w:rsidRDefault="00843DF1" w:rsidP="00AB3F16">
      <w:pPr>
        <w:pStyle w:val="libNormal"/>
        <w:rPr>
          <w:noProof/>
        </w:rPr>
      </w:pPr>
      <w:r w:rsidRPr="00CA52B4">
        <w:rPr>
          <w:noProof/>
          <w:rtl/>
        </w:rPr>
        <w:t>المقداد بن الأسود</w:t>
      </w:r>
      <w:r>
        <w:rPr>
          <w:noProof/>
          <w:rtl/>
        </w:rPr>
        <w:tab/>
      </w:r>
      <w:r w:rsidRPr="00CA52B4">
        <w:rPr>
          <w:noProof/>
          <w:rtl/>
        </w:rPr>
        <w:t>558</w:t>
      </w:r>
    </w:p>
    <w:p w:rsidR="00843DF1" w:rsidRDefault="00843DF1" w:rsidP="00AB3F16">
      <w:pPr>
        <w:pStyle w:val="libNormal"/>
        <w:rPr>
          <w:noProof/>
        </w:rPr>
      </w:pPr>
      <w:r w:rsidRPr="00CA52B4">
        <w:rPr>
          <w:noProof/>
          <w:rtl/>
        </w:rPr>
        <w:t>المقطع العامري هشيم</w:t>
      </w:r>
      <w:r>
        <w:rPr>
          <w:noProof/>
          <w:rtl/>
        </w:rPr>
        <w:tab/>
      </w:r>
      <w:r w:rsidRPr="00CA52B4">
        <w:rPr>
          <w:noProof/>
          <w:rtl/>
        </w:rPr>
        <w:t>559</w:t>
      </w:r>
    </w:p>
    <w:p w:rsidR="00843DF1" w:rsidRDefault="00843DF1" w:rsidP="00AB3F16">
      <w:pPr>
        <w:pStyle w:val="libNormal"/>
        <w:rPr>
          <w:noProof/>
        </w:rPr>
      </w:pPr>
      <w:r w:rsidRPr="00CA52B4">
        <w:rPr>
          <w:noProof/>
          <w:rtl/>
        </w:rPr>
        <w:t>المنذر بن أبي حميضة</w:t>
      </w:r>
      <w:r>
        <w:rPr>
          <w:noProof/>
          <w:rtl/>
        </w:rPr>
        <w:tab/>
      </w:r>
      <w:r w:rsidRPr="00CA52B4">
        <w:rPr>
          <w:noProof/>
          <w:rtl/>
        </w:rPr>
        <w:t>560</w:t>
      </w:r>
    </w:p>
    <w:p w:rsidR="00843DF1" w:rsidRDefault="00843DF1" w:rsidP="00AB3F16">
      <w:pPr>
        <w:pStyle w:val="libNormal"/>
        <w:rPr>
          <w:noProof/>
        </w:rPr>
      </w:pPr>
      <w:r w:rsidRPr="00CA52B4">
        <w:rPr>
          <w:noProof/>
          <w:rtl/>
        </w:rPr>
        <w:t>المنذر بن مالك أبو نضرة</w:t>
      </w:r>
      <w:r>
        <w:rPr>
          <w:noProof/>
          <w:rtl/>
        </w:rPr>
        <w:tab/>
      </w:r>
      <w:r w:rsidRPr="00CA52B4">
        <w:rPr>
          <w:noProof/>
          <w:rtl/>
        </w:rPr>
        <w:t>561</w:t>
      </w:r>
    </w:p>
    <w:p w:rsidR="00843DF1" w:rsidRDefault="00843DF1" w:rsidP="00AB3F16">
      <w:pPr>
        <w:pStyle w:val="libNormal"/>
        <w:rPr>
          <w:noProof/>
        </w:rPr>
      </w:pPr>
      <w:r w:rsidRPr="00CA52B4">
        <w:rPr>
          <w:noProof/>
          <w:rtl/>
        </w:rPr>
        <w:t>موسى بن طلحة</w:t>
      </w:r>
      <w:r>
        <w:rPr>
          <w:noProof/>
          <w:rtl/>
        </w:rPr>
        <w:tab/>
      </w:r>
      <w:r w:rsidRPr="00CA52B4">
        <w:rPr>
          <w:noProof/>
          <w:rtl/>
        </w:rPr>
        <w:t>562</w:t>
      </w:r>
    </w:p>
    <w:p w:rsidR="00843DF1" w:rsidRDefault="00843DF1" w:rsidP="00AB3F16">
      <w:pPr>
        <w:pStyle w:val="libNormal"/>
        <w:rPr>
          <w:noProof/>
        </w:rPr>
      </w:pPr>
      <w:r w:rsidRPr="00CA52B4">
        <w:rPr>
          <w:noProof/>
          <w:rtl/>
        </w:rPr>
        <w:t>المهاجر بن خالد بن الوليد</w:t>
      </w:r>
    </w:p>
    <w:p w:rsidR="00843DF1" w:rsidRDefault="00843DF1" w:rsidP="00AB3F16">
      <w:pPr>
        <w:pStyle w:val="libNormal"/>
        <w:rPr>
          <w:noProof/>
        </w:rPr>
      </w:pPr>
      <w:r w:rsidRPr="00CA52B4">
        <w:rPr>
          <w:noProof/>
          <w:rtl/>
        </w:rPr>
        <w:t>مهاجر بن عميرة</w:t>
      </w:r>
      <w:r>
        <w:rPr>
          <w:noProof/>
          <w:rtl/>
        </w:rPr>
        <w:tab/>
      </w:r>
      <w:r w:rsidRPr="00CA52B4">
        <w:rPr>
          <w:noProof/>
          <w:rtl/>
        </w:rPr>
        <w:t>563</w:t>
      </w:r>
    </w:p>
    <w:p w:rsidR="00843DF1" w:rsidRDefault="00843DF1" w:rsidP="00AB3F16">
      <w:pPr>
        <w:pStyle w:val="libNormal"/>
        <w:rPr>
          <w:noProof/>
        </w:rPr>
      </w:pPr>
      <w:r w:rsidRPr="00CA52B4">
        <w:rPr>
          <w:noProof/>
          <w:rtl/>
        </w:rPr>
        <w:t>مهران مولى يزيد بن هاني</w:t>
      </w:r>
    </w:p>
    <w:p w:rsidR="00843DF1" w:rsidRDefault="00843DF1" w:rsidP="00AB3F16">
      <w:pPr>
        <w:pStyle w:val="libNormal"/>
        <w:rPr>
          <w:noProof/>
        </w:rPr>
      </w:pPr>
      <w:r w:rsidRPr="00CA52B4">
        <w:rPr>
          <w:noProof/>
          <w:rtl/>
        </w:rPr>
        <w:t>المهري مولى عثمان بن عفان</w:t>
      </w:r>
    </w:p>
    <w:p w:rsidR="00843DF1" w:rsidRPr="00CA52B4" w:rsidRDefault="00843DF1" w:rsidP="00AB3F16">
      <w:pPr>
        <w:pStyle w:val="libNormal"/>
        <w:rPr>
          <w:noProof/>
          <w:rtl/>
        </w:rPr>
      </w:pPr>
      <w:r w:rsidRPr="00CA52B4">
        <w:rPr>
          <w:noProof/>
          <w:rtl/>
        </w:rPr>
        <w:t>مهران بن عبد الله</w:t>
      </w:r>
      <w:r>
        <w:rPr>
          <w:noProof/>
          <w:rtl/>
        </w:rPr>
        <w:tab/>
      </w:r>
      <w:r w:rsidRPr="00CA52B4">
        <w:rPr>
          <w:noProof/>
          <w:rtl/>
        </w:rPr>
        <w:t>564</w:t>
      </w:r>
    </w:p>
    <w:p w:rsidR="00843DF1" w:rsidRDefault="00843DF1" w:rsidP="00AB3F16">
      <w:pPr>
        <w:pStyle w:val="libNormal"/>
        <w:rPr>
          <w:noProof/>
        </w:rPr>
      </w:pPr>
      <w:r>
        <w:rPr>
          <w:noProof/>
          <w:rtl/>
        </w:rPr>
        <w:br w:type="page"/>
      </w:r>
      <w:r w:rsidRPr="00CA52B4">
        <w:rPr>
          <w:noProof/>
          <w:rtl/>
        </w:rPr>
        <w:lastRenderedPageBreak/>
        <w:t>ميثم التمار</w:t>
      </w:r>
    </w:p>
    <w:p w:rsidR="00843DF1" w:rsidRDefault="00843DF1" w:rsidP="00AB3F16">
      <w:pPr>
        <w:pStyle w:val="libNormal"/>
        <w:rPr>
          <w:noProof/>
        </w:rPr>
      </w:pPr>
      <w:r w:rsidRPr="00CA52B4">
        <w:rPr>
          <w:noProof/>
          <w:rtl/>
        </w:rPr>
        <w:t>ميسرة بن عزيز الكندي</w:t>
      </w:r>
      <w:r>
        <w:rPr>
          <w:noProof/>
          <w:rtl/>
        </w:rPr>
        <w:tab/>
      </w:r>
      <w:r w:rsidRPr="00CA52B4">
        <w:rPr>
          <w:noProof/>
          <w:rtl/>
        </w:rPr>
        <w:t>565</w:t>
      </w:r>
    </w:p>
    <w:p w:rsidR="00843DF1" w:rsidRDefault="00843DF1" w:rsidP="00AB3F16">
      <w:pPr>
        <w:pStyle w:val="libNormal"/>
        <w:rPr>
          <w:noProof/>
        </w:rPr>
      </w:pPr>
      <w:r w:rsidRPr="00CA52B4">
        <w:rPr>
          <w:noProof/>
          <w:rtl/>
        </w:rPr>
        <w:t>ميسرة أبو صالح</w:t>
      </w:r>
    </w:p>
    <w:p w:rsidR="00843DF1" w:rsidRDefault="00843DF1" w:rsidP="00AB3F16">
      <w:pPr>
        <w:pStyle w:val="libNormal"/>
        <w:rPr>
          <w:noProof/>
        </w:rPr>
      </w:pPr>
      <w:r w:rsidRPr="00CA52B4">
        <w:rPr>
          <w:noProof/>
          <w:rtl/>
        </w:rPr>
        <w:t>ميسرة أبو يحيى</w:t>
      </w:r>
    </w:p>
    <w:p w:rsidR="00843DF1" w:rsidRDefault="00843DF1" w:rsidP="00AB3F16">
      <w:pPr>
        <w:pStyle w:val="libNormal"/>
        <w:rPr>
          <w:noProof/>
        </w:rPr>
      </w:pPr>
      <w:r w:rsidRPr="00CA52B4">
        <w:rPr>
          <w:noProof/>
          <w:rtl/>
        </w:rPr>
        <w:t>الميسرة بن المسيب بن حزن</w:t>
      </w:r>
    </w:p>
    <w:p w:rsidR="00843DF1" w:rsidRDefault="00843DF1" w:rsidP="00AB3F16">
      <w:pPr>
        <w:pStyle w:val="libNormal"/>
        <w:rPr>
          <w:noProof/>
        </w:rPr>
      </w:pPr>
      <w:r w:rsidRPr="00CA52B4">
        <w:rPr>
          <w:noProof/>
          <w:rtl/>
        </w:rPr>
        <w:t>ميسرة بن يعقوب</w:t>
      </w:r>
      <w:r>
        <w:rPr>
          <w:noProof/>
          <w:rtl/>
        </w:rPr>
        <w:tab/>
      </w:r>
      <w:r w:rsidRPr="00CA52B4">
        <w:rPr>
          <w:noProof/>
          <w:rtl/>
        </w:rPr>
        <w:t>566</w:t>
      </w:r>
    </w:p>
    <w:p w:rsidR="00843DF1" w:rsidRDefault="00843DF1" w:rsidP="00AB3F16">
      <w:pPr>
        <w:pStyle w:val="libNormal"/>
        <w:rPr>
          <w:noProof/>
        </w:rPr>
      </w:pPr>
      <w:r w:rsidRPr="00CA52B4">
        <w:rPr>
          <w:noProof/>
          <w:rtl/>
        </w:rPr>
        <w:t>ميمون بن أبي شبيب</w:t>
      </w:r>
    </w:p>
    <w:p w:rsidR="00843DF1" w:rsidRDefault="00843DF1" w:rsidP="00AB3F16">
      <w:pPr>
        <w:pStyle w:val="libNormal"/>
        <w:rPr>
          <w:noProof/>
        </w:rPr>
      </w:pPr>
      <w:r w:rsidRPr="00CA52B4">
        <w:rPr>
          <w:noProof/>
          <w:rtl/>
        </w:rPr>
        <w:t>ميمون بن مهران</w:t>
      </w:r>
    </w:p>
    <w:p w:rsidR="00843DF1" w:rsidRDefault="00843DF1" w:rsidP="00AB3F16">
      <w:pPr>
        <w:pStyle w:val="libNormal"/>
        <w:rPr>
          <w:noProof/>
        </w:rPr>
      </w:pPr>
      <w:r w:rsidRPr="00CA52B4">
        <w:rPr>
          <w:noProof/>
          <w:rtl/>
        </w:rPr>
        <w:t>ميناء بن أبي ميناء الزهري</w:t>
      </w:r>
      <w:r>
        <w:rPr>
          <w:noProof/>
          <w:rtl/>
        </w:rPr>
        <w:tab/>
      </w:r>
      <w:r w:rsidRPr="00CA52B4">
        <w:rPr>
          <w:noProof/>
          <w:rtl/>
        </w:rPr>
        <w:t>567</w:t>
      </w:r>
    </w:p>
    <w:p w:rsidR="00843DF1" w:rsidRDefault="00843DF1" w:rsidP="00AB3F16">
      <w:pPr>
        <w:pStyle w:val="libNormal"/>
        <w:rPr>
          <w:noProof/>
        </w:rPr>
      </w:pPr>
      <w:r w:rsidRPr="00CA52B4">
        <w:rPr>
          <w:noProof/>
          <w:rtl/>
        </w:rPr>
        <w:t>مالك بن حذيم</w:t>
      </w:r>
    </w:p>
    <w:p w:rsidR="00843DF1" w:rsidRDefault="00843DF1" w:rsidP="00AB3F16">
      <w:pPr>
        <w:pStyle w:val="libNormal"/>
        <w:rPr>
          <w:noProof/>
        </w:rPr>
      </w:pPr>
      <w:r w:rsidRPr="00CA52B4">
        <w:rPr>
          <w:noProof/>
          <w:rtl/>
        </w:rPr>
        <w:t>مالك بن ذاب</w:t>
      </w:r>
    </w:p>
    <w:p w:rsidR="00843DF1" w:rsidRDefault="00843DF1" w:rsidP="00AB3F16">
      <w:pPr>
        <w:pStyle w:val="libNormal"/>
        <w:rPr>
          <w:noProof/>
        </w:rPr>
      </w:pPr>
      <w:r w:rsidRPr="00CA52B4">
        <w:rPr>
          <w:noProof/>
          <w:rtl/>
        </w:rPr>
        <w:t>مالك بن زهير الرقاشي</w:t>
      </w:r>
    </w:p>
    <w:p w:rsidR="00843DF1" w:rsidRDefault="00843DF1" w:rsidP="00AB3F16">
      <w:pPr>
        <w:pStyle w:val="libNormal"/>
        <w:rPr>
          <w:noProof/>
        </w:rPr>
      </w:pPr>
      <w:r w:rsidRPr="00CA52B4">
        <w:rPr>
          <w:noProof/>
          <w:rtl/>
        </w:rPr>
        <w:t>مالك بن وديعة</w:t>
      </w:r>
    </w:p>
    <w:p w:rsidR="00843DF1" w:rsidRDefault="00843DF1" w:rsidP="00AB3F16">
      <w:pPr>
        <w:pStyle w:val="libNormal"/>
        <w:rPr>
          <w:noProof/>
        </w:rPr>
      </w:pPr>
      <w:r w:rsidRPr="00CA52B4">
        <w:rPr>
          <w:noProof/>
          <w:rtl/>
        </w:rPr>
        <w:t>المجاشع بن عبد الرحمن</w:t>
      </w:r>
    </w:p>
    <w:p w:rsidR="00843DF1" w:rsidRDefault="00843DF1" w:rsidP="00AB3F16">
      <w:pPr>
        <w:pStyle w:val="libNormal"/>
        <w:rPr>
          <w:noProof/>
        </w:rPr>
      </w:pPr>
      <w:r w:rsidRPr="00CA52B4">
        <w:rPr>
          <w:noProof/>
          <w:rtl/>
        </w:rPr>
        <w:t>مخارق بن ضرار المرادي</w:t>
      </w:r>
    </w:p>
    <w:p w:rsidR="00843DF1" w:rsidRDefault="00843DF1" w:rsidP="00AB3F16">
      <w:pPr>
        <w:pStyle w:val="libNormal"/>
        <w:rPr>
          <w:noProof/>
        </w:rPr>
      </w:pPr>
      <w:r w:rsidRPr="00CA52B4">
        <w:rPr>
          <w:noProof/>
          <w:rtl/>
        </w:rPr>
        <w:t>مخارق بن علقمة المازني</w:t>
      </w:r>
    </w:p>
    <w:p w:rsidR="00843DF1" w:rsidRDefault="00843DF1" w:rsidP="00AB3F16">
      <w:pPr>
        <w:pStyle w:val="libNormal"/>
        <w:rPr>
          <w:noProof/>
        </w:rPr>
      </w:pPr>
      <w:r w:rsidRPr="00CA52B4">
        <w:rPr>
          <w:noProof/>
          <w:rtl/>
        </w:rPr>
        <w:t>المستنير بن معقل الحارثي</w:t>
      </w:r>
      <w:r>
        <w:rPr>
          <w:noProof/>
          <w:rtl/>
        </w:rPr>
        <w:tab/>
      </w:r>
      <w:r w:rsidRPr="00CA52B4">
        <w:rPr>
          <w:noProof/>
          <w:rtl/>
        </w:rPr>
        <w:t>568</w:t>
      </w:r>
    </w:p>
    <w:p w:rsidR="00843DF1" w:rsidRDefault="00843DF1" w:rsidP="00AB3F16">
      <w:pPr>
        <w:pStyle w:val="libNormal"/>
        <w:rPr>
          <w:noProof/>
        </w:rPr>
      </w:pPr>
      <w:r w:rsidRPr="00CA52B4">
        <w:rPr>
          <w:noProof/>
          <w:rtl/>
        </w:rPr>
        <w:t>مسلم بن سعيد الباهلي</w:t>
      </w:r>
    </w:p>
    <w:p w:rsidR="00843DF1" w:rsidRDefault="00843DF1" w:rsidP="00AB3F16">
      <w:pPr>
        <w:pStyle w:val="libNormal"/>
        <w:rPr>
          <w:noProof/>
        </w:rPr>
      </w:pPr>
      <w:r w:rsidRPr="00CA52B4">
        <w:rPr>
          <w:noProof/>
          <w:rtl/>
        </w:rPr>
        <w:t>المطاع بن المطلب القيني</w:t>
      </w:r>
    </w:p>
    <w:p w:rsidR="00843DF1" w:rsidRDefault="00843DF1" w:rsidP="00AB3F16">
      <w:pPr>
        <w:pStyle w:val="libNormal"/>
        <w:rPr>
          <w:noProof/>
        </w:rPr>
      </w:pPr>
      <w:r w:rsidRPr="00CA52B4">
        <w:rPr>
          <w:noProof/>
          <w:rtl/>
        </w:rPr>
        <w:t>مطرف بن حصين العكي</w:t>
      </w:r>
    </w:p>
    <w:p w:rsidR="00843DF1" w:rsidRDefault="00843DF1" w:rsidP="00AB3F16">
      <w:pPr>
        <w:pStyle w:val="libNormal"/>
        <w:rPr>
          <w:noProof/>
        </w:rPr>
      </w:pPr>
      <w:r w:rsidRPr="00CA52B4">
        <w:rPr>
          <w:noProof/>
          <w:rtl/>
        </w:rPr>
        <w:t>المهاجر بن حنظلة الجهني</w:t>
      </w:r>
    </w:p>
    <w:p w:rsidR="00843DF1" w:rsidRPr="00CA52B4" w:rsidRDefault="00843DF1" w:rsidP="00AB3F16">
      <w:pPr>
        <w:pStyle w:val="libNormal"/>
        <w:rPr>
          <w:noProof/>
          <w:rtl/>
        </w:rPr>
      </w:pPr>
      <w:r w:rsidRPr="00CA52B4">
        <w:rPr>
          <w:noProof/>
          <w:rtl/>
        </w:rPr>
        <w:t>المهاجر بن عتبة الأسدي</w:t>
      </w:r>
    </w:p>
    <w:p w:rsidR="00843DF1" w:rsidRDefault="00843DF1" w:rsidP="00AB3F16">
      <w:pPr>
        <w:pStyle w:val="libNormal"/>
        <w:rPr>
          <w:noProof/>
        </w:rPr>
      </w:pPr>
      <w:r w:rsidRPr="00CA52B4">
        <w:rPr>
          <w:noProof/>
          <w:rtl/>
        </w:rPr>
        <w:t>نابغة بن مخارق بن سليم</w:t>
      </w:r>
      <w:r>
        <w:rPr>
          <w:noProof/>
          <w:rtl/>
        </w:rPr>
        <w:tab/>
      </w:r>
      <w:r w:rsidRPr="00CA52B4">
        <w:rPr>
          <w:noProof/>
          <w:rtl/>
        </w:rPr>
        <w:t>569</w:t>
      </w:r>
    </w:p>
    <w:p w:rsidR="00843DF1" w:rsidRDefault="00843DF1" w:rsidP="00AB3F16">
      <w:pPr>
        <w:pStyle w:val="libNormal"/>
        <w:rPr>
          <w:noProof/>
        </w:rPr>
      </w:pPr>
      <w:r w:rsidRPr="00CA52B4">
        <w:rPr>
          <w:noProof/>
          <w:rtl/>
        </w:rPr>
        <w:t>ناجية بن كعب</w:t>
      </w:r>
    </w:p>
    <w:p w:rsidR="00843DF1" w:rsidRDefault="00843DF1" w:rsidP="00AB3F16">
      <w:pPr>
        <w:pStyle w:val="libNormal"/>
        <w:rPr>
          <w:noProof/>
        </w:rPr>
      </w:pPr>
      <w:r w:rsidRPr="00CA52B4">
        <w:rPr>
          <w:noProof/>
          <w:rtl/>
        </w:rPr>
        <w:t>ناعم بن اجيل</w:t>
      </w:r>
    </w:p>
    <w:p w:rsidR="00843DF1" w:rsidRDefault="00843DF1" w:rsidP="00AB3F16">
      <w:pPr>
        <w:pStyle w:val="libNormal"/>
        <w:rPr>
          <w:noProof/>
        </w:rPr>
      </w:pPr>
      <w:r w:rsidRPr="00CA52B4">
        <w:rPr>
          <w:noProof/>
          <w:rtl/>
        </w:rPr>
        <w:t>نافع بن الأسود</w:t>
      </w:r>
      <w:r>
        <w:rPr>
          <w:noProof/>
          <w:rtl/>
        </w:rPr>
        <w:tab/>
      </w:r>
      <w:r w:rsidRPr="00CA52B4">
        <w:rPr>
          <w:noProof/>
          <w:rtl/>
        </w:rPr>
        <w:t>570</w:t>
      </w:r>
    </w:p>
    <w:p w:rsidR="00843DF1" w:rsidRDefault="00843DF1" w:rsidP="00AB3F16">
      <w:pPr>
        <w:pStyle w:val="libNormal"/>
        <w:rPr>
          <w:noProof/>
        </w:rPr>
      </w:pPr>
      <w:r w:rsidRPr="00CA52B4">
        <w:rPr>
          <w:noProof/>
          <w:rtl/>
        </w:rPr>
        <w:t>نافع بن جبير بن مطعم</w:t>
      </w:r>
    </w:p>
    <w:p w:rsidR="00843DF1" w:rsidRDefault="00843DF1" w:rsidP="00AB3F16">
      <w:pPr>
        <w:pStyle w:val="libNormal"/>
        <w:rPr>
          <w:noProof/>
        </w:rPr>
      </w:pPr>
      <w:r w:rsidRPr="00CA52B4">
        <w:rPr>
          <w:noProof/>
          <w:rtl/>
        </w:rPr>
        <w:t>نافع بن عتبة</w:t>
      </w:r>
    </w:p>
    <w:p w:rsidR="00843DF1" w:rsidRPr="00CA52B4" w:rsidRDefault="00843DF1" w:rsidP="00AB3F16">
      <w:pPr>
        <w:pStyle w:val="libNormal"/>
        <w:rPr>
          <w:noProof/>
          <w:rtl/>
        </w:rPr>
      </w:pPr>
      <w:r w:rsidRPr="00CA52B4">
        <w:rPr>
          <w:noProof/>
          <w:rtl/>
        </w:rPr>
        <w:t>نافع بن عجيرة بن عبد يزيد</w:t>
      </w:r>
      <w:r>
        <w:rPr>
          <w:noProof/>
          <w:rtl/>
        </w:rPr>
        <w:tab/>
      </w:r>
      <w:r w:rsidRPr="00CA52B4">
        <w:rPr>
          <w:noProof/>
          <w:rtl/>
        </w:rPr>
        <w:t>571</w:t>
      </w:r>
    </w:p>
    <w:p w:rsidR="00843DF1" w:rsidRDefault="00843DF1" w:rsidP="00AB3F16">
      <w:pPr>
        <w:pStyle w:val="libNormal"/>
        <w:rPr>
          <w:noProof/>
        </w:rPr>
      </w:pPr>
      <w:r>
        <w:rPr>
          <w:noProof/>
          <w:rtl/>
        </w:rPr>
        <w:br w:type="page"/>
      </w:r>
      <w:r w:rsidRPr="00CA52B4">
        <w:rPr>
          <w:noProof/>
          <w:rtl/>
        </w:rPr>
        <w:lastRenderedPageBreak/>
        <w:t>نبي أبو المنذر</w:t>
      </w:r>
    </w:p>
    <w:p w:rsidR="00843DF1" w:rsidRDefault="00843DF1" w:rsidP="00AB3F16">
      <w:pPr>
        <w:pStyle w:val="libNormal"/>
        <w:rPr>
          <w:noProof/>
        </w:rPr>
      </w:pPr>
      <w:r w:rsidRPr="00CA52B4">
        <w:rPr>
          <w:noProof/>
          <w:rtl/>
        </w:rPr>
        <w:t>نجي بن سلمة بن جشم</w:t>
      </w:r>
    </w:p>
    <w:p w:rsidR="00843DF1" w:rsidRDefault="00843DF1" w:rsidP="00AB3F16">
      <w:pPr>
        <w:pStyle w:val="libNormal"/>
        <w:rPr>
          <w:noProof/>
        </w:rPr>
      </w:pPr>
      <w:r w:rsidRPr="00CA52B4">
        <w:rPr>
          <w:noProof/>
          <w:rtl/>
        </w:rPr>
        <w:t>نذير الضبي</w:t>
      </w:r>
      <w:r>
        <w:rPr>
          <w:noProof/>
          <w:rtl/>
        </w:rPr>
        <w:tab/>
      </w:r>
      <w:r w:rsidRPr="00CA52B4">
        <w:rPr>
          <w:noProof/>
          <w:rtl/>
        </w:rPr>
        <w:t>572</w:t>
      </w:r>
    </w:p>
    <w:p w:rsidR="00843DF1" w:rsidRDefault="00843DF1" w:rsidP="00AB3F16">
      <w:pPr>
        <w:pStyle w:val="libNormal"/>
        <w:rPr>
          <w:noProof/>
        </w:rPr>
      </w:pPr>
      <w:r w:rsidRPr="00CA52B4">
        <w:rPr>
          <w:noProof/>
          <w:rtl/>
        </w:rPr>
        <w:t>النزال بن سبرة الهلالي</w:t>
      </w:r>
    </w:p>
    <w:p w:rsidR="00843DF1" w:rsidRDefault="00843DF1" w:rsidP="00AB3F16">
      <w:pPr>
        <w:pStyle w:val="libNormal"/>
        <w:rPr>
          <w:noProof/>
        </w:rPr>
      </w:pPr>
      <w:r w:rsidRPr="00CA52B4">
        <w:rPr>
          <w:noProof/>
          <w:rtl/>
        </w:rPr>
        <w:t>نشاء بن مالك الجهني</w:t>
      </w:r>
    </w:p>
    <w:p w:rsidR="00843DF1" w:rsidRDefault="00843DF1" w:rsidP="00AB3F16">
      <w:pPr>
        <w:pStyle w:val="libNormal"/>
        <w:rPr>
          <w:noProof/>
        </w:rPr>
      </w:pPr>
      <w:r w:rsidRPr="00CA52B4">
        <w:rPr>
          <w:noProof/>
          <w:rtl/>
        </w:rPr>
        <w:t>النضر بن عجلان</w:t>
      </w:r>
    </w:p>
    <w:p w:rsidR="00843DF1" w:rsidRDefault="00843DF1" w:rsidP="00AB3F16">
      <w:pPr>
        <w:pStyle w:val="libNormal"/>
        <w:rPr>
          <w:noProof/>
        </w:rPr>
      </w:pPr>
      <w:r w:rsidRPr="00CA52B4">
        <w:rPr>
          <w:noProof/>
          <w:rtl/>
        </w:rPr>
        <w:t>النضر بن الحارث الضبي</w:t>
      </w:r>
      <w:r>
        <w:rPr>
          <w:noProof/>
          <w:rtl/>
        </w:rPr>
        <w:tab/>
      </w:r>
      <w:r w:rsidRPr="00CA52B4">
        <w:rPr>
          <w:noProof/>
          <w:rtl/>
        </w:rPr>
        <w:t>573</w:t>
      </w:r>
    </w:p>
    <w:p w:rsidR="00843DF1" w:rsidRDefault="00843DF1" w:rsidP="00AB3F16">
      <w:pPr>
        <w:pStyle w:val="libNormal"/>
        <w:rPr>
          <w:noProof/>
        </w:rPr>
      </w:pPr>
      <w:r w:rsidRPr="00CA52B4">
        <w:rPr>
          <w:noProof/>
          <w:rtl/>
        </w:rPr>
        <w:t>نضلة بن عبد الله</w:t>
      </w:r>
      <w:r>
        <w:rPr>
          <w:noProof/>
          <w:rtl/>
        </w:rPr>
        <w:tab/>
      </w:r>
      <w:r w:rsidRPr="00CA52B4">
        <w:rPr>
          <w:noProof/>
          <w:rtl/>
        </w:rPr>
        <w:t>574</w:t>
      </w:r>
    </w:p>
    <w:p w:rsidR="00843DF1" w:rsidRDefault="00843DF1" w:rsidP="00AB3F16">
      <w:pPr>
        <w:pStyle w:val="libNormal"/>
        <w:rPr>
          <w:noProof/>
        </w:rPr>
      </w:pPr>
      <w:r w:rsidRPr="00CA52B4">
        <w:rPr>
          <w:noProof/>
          <w:rtl/>
        </w:rPr>
        <w:t>النعمان بن سعد بن بجير</w:t>
      </w:r>
      <w:r>
        <w:rPr>
          <w:noProof/>
          <w:rtl/>
        </w:rPr>
        <w:tab/>
      </w:r>
      <w:r w:rsidRPr="00CA52B4">
        <w:rPr>
          <w:noProof/>
          <w:rtl/>
        </w:rPr>
        <w:t>575</w:t>
      </w:r>
    </w:p>
    <w:p w:rsidR="00843DF1" w:rsidRDefault="00843DF1" w:rsidP="00AB3F16">
      <w:pPr>
        <w:pStyle w:val="libNormal"/>
        <w:rPr>
          <w:noProof/>
        </w:rPr>
      </w:pPr>
      <w:r w:rsidRPr="00CA52B4">
        <w:rPr>
          <w:noProof/>
          <w:rtl/>
        </w:rPr>
        <w:t>النعمان بن جبير</w:t>
      </w:r>
    </w:p>
    <w:p w:rsidR="00843DF1" w:rsidRDefault="00843DF1" w:rsidP="00AB3F16">
      <w:pPr>
        <w:pStyle w:val="libNormal"/>
        <w:rPr>
          <w:noProof/>
        </w:rPr>
      </w:pPr>
      <w:r w:rsidRPr="00CA52B4">
        <w:rPr>
          <w:noProof/>
          <w:rtl/>
        </w:rPr>
        <w:t>نعمان بن سعد بن حبة</w:t>
      </w:r>
      <w:r>
        <w:rPr>
          <w:noProof/>
          <w:rtl/>
        </w:rPr>
        <w:tab/>
      </w:r>
      <w:r w:rsidRPr="00CA52B4">
        <w:rPr>
          <w:noProof/>
          <w:rtl/>
        </w:rPr>
        <w:t>576</w:t>
      </w:r>
    </w:p>
    <w:p w:rsidR="00843DF1" w:rsidRDefault="00843DF1" w:rsidP="00AB3F16">
      <w:pPr>
        <w:pStyle w:val="libNormal"/>
        <w:rPr>
          <w:noProof/>
        </w:rPr>
      </w:pPr>
      <w:r w:rsidRPr="00CA52B4">
        <w:rPr>
          <w:noProof/>
          <w:rtl/>
        </w:rPr>
        <w:t>النعمان بن صهبان</w:t>
      </w:r>
    </w:p>
    <w:p w:rsidR="00843DF1" w:rsidRDefault="00843DF1" w:rsidP="00AB3F16">
      <w:pPr>
        <w:pStyle w:val="libNormal"/>
        <w:rPr>
          <w:noProof/>
        </w:rPr>
      </w:pPr>
      <w:r w:rsidRPr="00CA52B4">
        <w:rPr>
          <w:noProof/>
          <w:rtl/>
        </w:rPr>
        <w:t>النعمان بن عجلان</w:t>
      </w:r>
    </w:p>
    <w:p w:rsidR="00843DF1" w:rsidRDefault="00843DF1" w:rsidP="00AB3F16">
      <w:pPr>
        <w:pStyle w:val="libNormal"/>
        <w:rPr>
          <w:noProof/>
        </w:rPr>
      </w:pPr>
      <w:r w:rsidRPr="00CA52B4">
        <w:rPr>
          <w:noProof/>
          <w:rtl/>
        </w:rPr>
        <w:t>النعمان بن أبي قتادة بن ربعي</w:t>
      </w:r>
      <w:r>
        <w:rPr>
          <w:noProof/>
          <w:rtl/>
        </w:rPr>
        <w:tab/>
      </w:r>
      <w:r w:rsidRPr="00CA52B4">
        <w:rPr>
          <w:noProof/>
          <w:rtl/>
        </w:rPr>
        <w:t>577</w:t>
      </w:r>
    </w:p>
    <w:p w:rsidR="00843DF1" w:rsidRDefault="00843DF1" w:rsidP="00AB3F16">
      <w:pPr>
        <w:pStyle w:val="libNormal"/>
        <w:rPr>
          <w:noProof/>
        </w:rPr>
      </w:pPr>
      <w:r w:rsidRPr="00CA52B4">
        <w:rPr>
          <w:noProof/>
          <w:rtl/>
        </w:rPr>
        <w:t>النعمان بن قيس</w:t>
      </w:r>
    </w:p>
    <w:p w:rsidR="00843DF1" w:rsidRDefault="00843DF1" w:rsidP="00AB3F16">
      <w:pPr>
        <w:pStyle w:val="libNormal"/>
        <w:rPr>
          <w:noProof/>
        </w:rPr>
      </w:pPr>
      <w:r w:rsidRPr="00CA52B4">
        <w:rPr>
          <w:noProof/>
          <w:rtl/>
        </w:rPr>
        <w:t>النعمان بن مرة</w:t>
      </w:r>
    </w:p>
    <w:p w:rsidR="00843DF1" w:rsidRDefault="00843DF1" w:rsidP="00AB3F16">
      <w:pPr>
        <w:pStyle w:val="libNormal"/>
        <w:rPr>
          <w:noProof/>
        </w:rPr>
      </w:pPr>
      <w:r w:rsidRPr="00CA52B4">
        <w:rPr>
          <w:noProof/>
          <w:rtl/>
        </w:rPr>
        <w:t>النعمان بن نافذ</w:t>
      </w:r>
      <w:r>
        <w:rPr>
          <w:noProof/>
          <w:rtl/>
        </w:rPr>
        <w:tab/>
      </w:r>
      <w:r w:rsidRPr="00CA52B4">
        <w:rPr>
          <w:noProof/>
          <w:rtl/>
        </w:rPr>
        <w:t>578</w:t>
      </w:r>
    </w:p>
    <w:p w:rsidR="00843DF1" w:rsidRDefault="00843DF1" w:rsidP="00AB3F16">
      <w:pPr>
        <w:pStyle w:val="libNormal"/>
        <w:rPr>
          <w:noProof/>
        </w:rPr>
      </w:pPr>
      <w:r w:rsidRPr="00CA52B4">
        <w:rPr>
          <w:noProof/>
          <w:rtl/>
        </w:rPr>
        <w:t>نعيم بن دجاجة</w:t>
      </w:r>
    </w:p>
    <w:p w:rsidR="00843DF1" w:rsidRDefault="00843DF1" w:rsidP="00AB3F16">
      <w:pPr>
        <w:pStyle w:val="libNormal"/>
        <w:rPr>
          <w:noProof/>
        </w:rPr>
      </w:pPr>
      <w:r w:rsidRPr="00CA52B4">
        <w:rPr>
          <w:noProof/>
          <w:rtl/>
        </w:rPr>
        <w:t>نعيم بن صهيب بن العلية</w:t>
      </w:r>
    </w:p>
    <w:p w:rsidR="00843DF1" w:rsidRDefault="00843DF1" w:rsidP="00AB3F16">
      <w:pPr>
        <w:pStyle w:val="libNormal"/>
        <w:rPr>
          <w:noProof/>
        </w:rPr>
      </w:pPr>
      <w:r w:rsidRPr="00CA52B4">
        <w:rPr>
          <w:noProof/>
          <w:rtl/>
        </w:rPr>
        <w:t>نعيم بن نهشل</w:t>
      </w:r>
      <w:r>
        <w:rPr>
          <w:noProof/>
          <w:rtl/>
        </w:rPr>
        <w:tab/>
      </w:r>
      <w:r w:rsidRPr="00CA52B4">
        <w:rPr>
          <w:noProof/>
          <w:rtl/>
        </w:rPr>
        <w:t>579</w:t>
      </w:r>
    </w:p>
    <w:p w:rsidR="00843DF1" w:rsidRDefault="00843DF1" w:rsidP="00AB3F16">
      <w:pPr>
        <w:pStyle w:val="libNormal"/>
        <w:rPr>
          <w:noProof/>
        </w:rPr>
      </w:pPr>
      <w:r w:rsidRPr="00CA52B4">
        <w:rPr>
          <w:noProof/>
          <w:rtl/>
        </w:rPr>
        <w:t>نعيم بن هبيرة بن شبل</w:t>
      </w:r>
    </w:p>
    <w:p w:rsidR="00843DF1" w:rsidRDefault="00843DF1" w:rsidP="00AB3F16">
      <w:pPr>
        <w:pStyle w:val="libNormal"/>
        <w:rPr>
          <w:noProof/>
        </w:rPr>
      </w:pPr>
      <w:r w:rsidRPr="00CA52B4">
        <w:rPr>
          <w:noProof/>
          <w:rtl/>
        </w:rPr>
        <w:t>نعيم بن يزيد</w:t>
      </w:r>
      <w:r>
        <w:rPr>
          <w:noProof/>
          <w:rtl/>
        </w:rPr>
        <w:tab/>
      </w:r>
      <w:r w:rsidRPr="00CA52B4">
        <w:rPr>
          <w:noProof/>
          <w:rtl/>
        </w:rPr>
        <w:t>580</w:t>
      </w:r>
    </w:p>
    <w:p w:rsidR="00843DF1" w:rsidRDefault="00843DF1" w:rsidP="00AB3F16">
      <w:pPr>
        <w:pStyle w:val="libNormal"/>
        <w:rPr>
          <w:noProof/>
        </w:rPr>
      </w:pPr>
      <w:r w:rsidRPr="00CA52B4">
        <w:rPr>
          <w:noProof/>
          <w:rtl/>
        </w:rPr>
        <w:t>نفيع بن رافع الصائغ</w:t>
      </w:r>
    </w:p>
    <w:p w:rsidR="00843DF1" w:rsidRDefault="00843DF1" w:rsidP="00AB3F16">
      <w:pPr>
        <w:pStyle w:val="libNormal"/>
        <w:rPr>
          <w:noProof/>
        </w:rPr>
      </w:pPr>
      <w:r w:rsidRPr="00CA52B4">
        <w:rPr>
          <w:noProof/>
          <w:rtl/>
        </w:rPr>
        <w:t>نميلة بن عبد الله</w:t>
      </w:r>
    </w:p>
    <w:p w:rsidR="00843DF1" w:rsidRDefault="00843DF1" w:rsidP="00AB3F16">
      <w:pPr>
        <w:pStyle w:val="libNormal"/>
        <w:rPr>
          <w:noProof/>
        </w:rPr>
      </w:pPr>
      <w:r w:rsidRPr="00CA52B4">
        <w:rPr>
          <w:noProof/>
          <w:rtl/>
        </w:rPr>
        <w:t>نوح بن الحارث بن عمرو</w:t>
      </w:r>
      <w:r>
        <w:rPr>
          <w:noProof/>
          <w:rtl/>
        </w:rPr>
        <w:tab/>
      </w:r>
      <w:r w:rsidRPr="00CA52B4">
        <w:rPr>
          <w:noProof/>
          <w:rtl/>
        </w:rPr>
        <w:t>581</w:t>
      </w:r>
    </w:p>
    <w:p w:rsidR="00843DF1" w:rsidRDefault="00843DF1" w:rsidP="00AB3F16">
      <w:pPr>
        <w:pStyle w:val="libNormal"/>
        <w:rPr>
          <w:noProof/>
        </w:rPr>
      </w:pPr>
      <w:r w:rsidRPr="00CA52B4">
        <w:rPr>
          <w:noProof/>
          <w:rtl/>
        </w:rPr>
        <w:t>نوف بن فضالة البكالي</w:t>
      </w:r>
    </w:p>
    <w:p w:rsidR="00843DF1" w:rsidRDefault="00843DF1" w:rsidP="00AB3F16">
      <w:pPr>
        <w:pStyle w:val="libNormal"/>
        <w:rPr>
          <w:noProof/>
        </w:rPr>
      </w:pPr>
      <w:r w:rsidRPr="00CA52B4">
        <w:rPr>
          <w:noProof/>
          <w:rtl/>
        </w:rPr>
        <w:t>نوفل بن عبيد الله بن المكنون</w:t>
      </w:r>
      <w:r>
        <w:rPr>
          <w:noProof/>
          <w:rtl/>
        </w:rPr>
        <w:tab/>
      </w:r>
      <w:r w:rsidRPr="00CA52B4">
        <w:rPr>
          <w:noProof/>
          <w:rtl/>
        </w:rPr>
        <w:t>582</w:t>
      </w:r>
    </w:p>
    <w:p w:rsidR="00843DF1" w:rsidRDefault="00843DF1" w:rsidP="00AB3F16">
      <w:pPr>
        <w:pStyle w:val="libNormal"/>
        <w:rPr>
          <w:noProof/>
        </w:rPr>
      </w:pPr>
      <w:r w:rsidRPr="00CA52B4">
        <w:rPr>
          <w:noProof/>
          <w:rtl/>
        </w:rPr>
        <w:t>نوفل بن فروة</w:t>
      </w:r>
    </w:p>
    <w:p w:rsidR="00843DF1" w:rsidRDefault="00843DF1" w:rsidP="00AB3F16">
      <w:pPr>
        <w:pStyle w:val="libNormal"/>
        <w:rPr>
          <w:noProof/>
        </w:rPr>
      </w:pPr>
      <w:r w:rsidRPr="00CA52B4">
        <w:rPr>
          <w:noProof/>
          <w:rtl/>
        </w:rPr>
        <w:t>نهشل بن حرى بن ضمرة</w:t>
      </w:r>
      <w:r>
        <w:rPr>
          <w:noProof/>
          <w:rtl/>
        </w:rPr>
        <w:tab/>
      </w:r>
      <w:r w:rsidRPr="00CA52B4">
        <w:rPr>
          <w:noProof/>
          <w:rtl/>
        </w:rPr>
        <w:t>583</w:t>
      </w:r>
    </w:p>
    <w:p w:rsidR="00843DF1" w:rsidRPr="00CA52B4" w:rsidRDefault="00843DF1" w:rsidP="00AB3F16">
      <w:pPr>
        <w:pStyle w:val="libNormal"/>
        <w:rPr>
          <w:noProof/>
          <w:rtl/>
        </w:rPr>
      </w:pPr>
      <w:r w:rsidRPr="00CA52B4">
        <w:rPr>
          <w:noProof/>
          <w:rtl/>
        </w:rPr>
        <w:t>نهيك بن عبد الله السلولي</w:t>
      </w:r>
    </w:p>
    <w:p w:rsidR="00843DF1" w:rsidRDefault="00843DF1" w:rsidP="00AB3F16">
      <w:pPr>
        <w:pStyle w:val="libNormal"/>
        <w:rPr>
          <w:noProof/>
        </w:rPr>
      </w:pPr>
      <w:r w:rsidRPr="00CA52B4">
        <w:rPr>
          <w:noProof/>
          <w:rtl/>
        </w:rPr>
        <w:t>وائل بن حجر بن سعد</w:t>
      </w:r>
      <w:r>
        <w:rPr>
          <w:noProof/>
          <w:rtl/>
        </w:rPr>
        <w:tab/>
      </w:r>
      <w:r w:rsidRPr="00CA52B4">
        <w:rPr>
          <w:noProof/>
          <w:rtl/>
        </w:rPr>
        <w:t>584</w:t>
      </w:r>
    </w:p>
    <w:p w:rsidR="00843DF1" w:rsidRDefault="00843DF1" w:rsidP="00AB3F16">
      <w:pPr>
        <w:pStyle w:val="libNormal"/>
        <w:rPr>
          <w:noProof/>
        </w:rPr>
      </w:pPr>
      <w:r w:rsidRPr="00CA52B4">
        <w:rPr>
          <w:noProof/>
          <w:rtl/>
        </w:rPr>
        <w:lastRenderedPageBreak/>
        <w:t>وداعة بن أبي ثابت</w:t>
      </w:r>
    </w:p>
    <w:p w:rsidR="00843DF1" w:rsidRDefault="00843DF1" w:rsidP="00AB3F16">
      <w:pPr>
        <w:pStyle w:val="libNormal"/>
        <w:rPr>
          <w:noProof/>
        </w:rPr>
      </w:pPr>
      <w:r w:rsidRPr="00CA52B4">
        <w:rPr>
          <w:noProof/>
          <w:rtl/>
        </w:rPr>
        <w:t>واصل بن ربيعة الشيباني</w:t>
      </w:r>
      <w:r>
        <w:rPr>
          <w:noProof/>
          <w:rtl/>
        </w:rPr>
        <w:tab/>
      </w:r>
      <w:r w:rsidRPr="00CA52B4">
        <w:rPr>
          <w:noProof/>
          <w:rtl/>
        </w:rPr>
        <w:t>585</w:t>
      </w:r>
    </w:p>
    <w:p w:rsidR="00843DF1" w:rsidRDefault="00843DF1" w:rsidP="00AB3F16">
      <w:pPr>
        <w:pStyle w:val="libNormal"/>
        <w:rPr>
          <w:noProof/>
        </w:rPr>
      </w:pPr>
      <w:r w:rsidRPr="00CA52B4">
        <w:rPr>
          <w:noProof/>
          <w:rtl/>
        </w:rPr>
        <w:t>الوضاح بن أدهم</w:t>
      </w:r>
    </w:p>
    <w:p w:rsidR="00843DF1" w:rsidRDefault="00843DF1" w:rsidP="00AB3F16">
      <w:pPr>
        <w:pStyle w:val="libNormal"/>
        <w:rPr>
          <w:noProof/>
        </w:rPr>
      </w:pPr>
      <w:r w:rsidRPr="00CA52B4">
        <w:rPr>
          <w:noProof/>
          <w:rtl/>
        </w:rPr>
        <w:t>الوضي</w:t>
      </w:r>
      <w:r>
        <w:rPr>
          <w:noProof/>
          <w:rtl/>
        </w:rPr>
        <w:t xml:space="preserve"> ..</w:t>
      </w:r>
      <w:r w:rsidRPr="00CA52B4">
        <w:rPr>
          <w:noProof/>
          <w:rtl/>
        </w:rPr>
        <w:t>. وضين</w:t>
      </w:r>
    </w:p>
    <w:p w:rsidR="00843DF1" w:rsidRDefault="00843DF1" w:rsidP="00AB3F16">
      <w:pPr>
        <w:pStyle w:val="libNormal"/>
        <w:rPr>
          <w:noProof/>
        </w:rPr>
      </w:pPr>
      <w:r w:rsidRPr="00CA52B4">
        <w:rPr>
          <w:noProof/>
          <w:rtl/>
        </w:rPr>
        <w:t>وقاء بن سمي البجلي</w:t>
      </w:r>
    </w:p>
    <w:p w:rsidR="00843DF1" w:rsidRDefault="00843DF1" w:rsidP="00AB3F16">
      <w:pPr>
        <w:pStyle w:val="libNormal"/>
        <w:rPr>
          <w:noProof/>
        </w:rPr>
      </w:pPr>
      <w:r w:rsidRPr="00CA52B4">
        <w:rPr>
          <w:noProof/>
          <w:rtl/>
        </w:rPr>
        <w:t>وليد بن جابر بن ظالم</w:t>
      </w:r>
    </w:p>
    <w:p w:rsidR="00843DF1" w:rsidRDefault="00843DF1" w:rsidP="00AB3F16">
      <w:pPr>
        <w:pStyle w:val="libNormal"/>
        <w:rPr>
          <w:noProof/>
        </w:rPr>
      </w:pPr>
      <w:r w:rsidRPr="00CA52B4">
        <w:rPr>
          <w:noProof/>
          <w:rtl/>
        </w:rPr>
        <w:t>وليد بن سفيان</w:t>
      </w:r>
      <w:r>
        <w:rPr>
          <w:noProof/>
          <w:rtl/>
        </w:rPr>
        <w:tab/>
      </w:r>
      <w:r w:rsidRPr="00CA52B4">
        <w:rPr>
          <w:noProof/>
          <w:rtl/>
        </w:rPr>
        <w:t>587</w:t>
      </w:r>
    </w:p>
    <w:p w:rsidR="00843DF1" w:rsidRDefault="00843DF1" w:rsidP="00AB3F16">
      <w:pPr>
        <w:pStyle w:val="libNormal"/>
        <w:rPr>
          <w:noProof/>
        </w:rPr>
      </w:pPr>
      <w:r w:rsidRPr="00CA52B4">
        <w:rPr>
          <w:noProof/>
          <w:rtl/>
        </w:rPr>
        <w:t>وليد بن عيينة الليثي</w:t>
      </w:r>
    </w:p>
    <w:p w:rsidR="00843DF1" w:rsidRDefault="00843DF1" w:rsidP="00AB3F16">
      <w:pPr>
        <w:pStyle w:val="libNormal"/>
        <w:rPr>
          <w:noProof/>
        </w:rPr>
      </w:pPr>
      <w:r w:rsidRPr="00CA52B4">
        <w:rPr>
          <w:noProof/>
          <w:rtl/>
        </w:rPr>
        <w:t>وهب بن الأجدع</w:t>
      </w:r>
      <w:r>
        <w:rPr>
          <w:noProof/>
          <w:rtl/>
        </w:rPr>
        <w:tab/>
      </w:r>
      <w:r w:rsidRPr="00CA52B4">
        <w:rPr>
          <w:noProof/>
          <w:rtl/>
        </w:rPr>
        <w:t>588</w:t>
      </w:r>
    </w:p>
    <w:p w:rsidR="00843DF1" w:rsidRDefault="00843DF1" w:rsidP="00AB3F16">
      <w:pPr>
        <w:pStyle w:val="libNormal"/>
        <w:rPr>
          <w:noProof/>
        </w:rPr>
      </w:pPr>
      <w:r w:rsidRPr="00CA52B4">
        <w:rPr>
          <w:noProof/>
          <w:rtl/>
        </w:rPr>
        <w:t>وهب بن عبد الله</w:t>
      </w:r>
    </w:p>
    <w:p w:rsidR="00843DF1" w:rsidRDefault="00843DF1" w:rsidP="00AB3F16">
      <w:pPr>
        <w:pStyle w:val="libNormal"/>
        <w:rPr>
          <w:noProof/>
        </w:rPr>
      </w:pPr>
      <w:r w:rsidRPr="00CA52B4">
        <w:rPr>
          <w:noProof/>
          <w:rtl/>
        </w:rPr>
        <w:t>وهب بن عدي</w:t>
      </w:r>
      <w:r>
        <w:rPr>
          <w:noProof/>
          <w:rtl/>
        </w:rPr>
        <w:tab/>
      </w:r>
      <w:r w:rsidRPr="00CA52B4">
        <w:rPr>
          <w:noProof/>
          <w:rtl/>
        </w:rPr>
        <w:t>589</w:t>
      </w:r>
    </w:p>
    <w:p w:rsidR="00843DF1" w:rsidRPr="00CA52B4" w:rsidRDefault="00843DF1" w:rsidP="00AB3F16">
      <w:pPr>
        <w:pStyle w:val="libNormal"/>
        <w:rPr>
          <w:noProof/>
          <w:rtl/>
        </w:rPr>
      </w:pPr>
      <w:r w:rsidRPr="00CA52B4">
        <w:rPr>
          <w:noProof/>
          <w:rtl/>
        </w:rPr>
        <w:t>وهب بن أبي وهب منبه</w:t>
      </w:r>
    </w:p>
    <w:p w:rsidR="00843DF1" w:rsidRDefault="00843DF1" w:rsidP="00AB3F16">
      <w:pPr>
        <w:pStyle w:val="libNormal"/>
        <w:rPr>
          <w:noProof/>
        </w:rPr>
      </w:pPr>
      <w:r w:rsidRPr="00CA52B4">
        <w:rPr>
          <w:noProof/>
          <w:rtl/>
        </w:rPr>
        <w:t>هارون بن سعد</w:t>
      </w:r>
      <w:r>
        <w:rPr>
          <w:noProof/>
          <w:rtl/>
        </w:rPr>
        <w:tab/>
      </w:r>
      <w:r w:rsidRPr="00CA52B4">
        <w:rPr>
          <w:noProof/>
          <w:rtl/>
        </w:rPr>
        <w:t>590</w:t>
      </w:r>
    </w:p>
    <w:p w:rsidR="00843DF1" w:rsidRDefault="00843DF1" w:rsidP="00AB3F16">
      <w:pPr>
        <w:pStyle w:val="libNormal"/>
        <w:rPr>
          <w:noProof/>
        </w:rPr>
      </w:pPr>
      <w:r w:rsidRPr="00CA52B4">
        <w:rPr>
          <w:noProof/>
          <w:rtl/>
        </w:rPr>
        <w:t>هاشم المرقال</w:t>
      </w:r>
    </w:p>
    <w:p w:rsidR="00843DF1" w:rsidRDefault="00843DF1" w:rsidP="00AB3F16">
      <w:pPr>
        <w:pStyle w:val="libNormal"/>
        <w:rPr>
          <w:noProof/>
        </w:rPr>
      </w:pPr>
      <w:r w:rsidRPr="00CA52B4">
        <w:rPr>
          <w:noProof/>
          <w:rtl/>
        </w:rPr>
        <w:t>هانئ بن الخطاب</w:t>
      </w:r>
      <w:r>
        <w:rPr>
          <w:noProof/>
          <w:rtl/>
        </w:rPr>
        <w:tab/>
      </w:r>
      <w:r w:rsidRPr="00CA52B4">
        <w:rPr>
          <w:noProof/>
          <w:rtl/>
        </w:rPr>
        <w:t>591</w:t>
      </w:r>
    </w:p>
    <w:p w:rsidR="00843DF1" w:rsidRDefault="00843DF1" w:rsidP="00AB3F16">
      <w:pPr>
        <w:pStyle w:val="libNormal"/>
        <w:rPr>
          <w:noProof/>
        </w:rPr>
      </w:pPr>
      <w:r w:rsidRPr="00CA52B4">
        <w:rPr>
          <w:noProof/>
          <w:rtl/>
        </w:rPr>
        <w:t>هانئ مولى علي بن أبي طالب</w:t>
      </w:r>
      <w:r>
        <w:rPr>
          <w:noProof/>
          <w:rtl/>
        </w:rPr>
        <w:tab/>
      </w:r>
      <w:r w:rsidRPr="00CA52B4">
        <w:rPr>
          <w:noProof/>
          <w:rtl/>
        </w:rPr>
        <w:t>592</w:t>
      </w:r>
    </w:p>
    <w:p w:rsidR="00843DF1" w:rsidRDefault="00843DF1" w:rsidP="00AB3F16">
      <w:pPr>
        <w:pStyle w:val="libNormal"/>
        <w:rPr>
          <w:noProof/>
        </w:rPr>
      </w:pPr>
      <w:r w:rsidRPr="00CA52B4">
        <w:rPr>
          <w:noProof/>
          <w:rtl/>
        </w:rPr>
        <w:t>هانئ بن عروة</w:t>
      </w:r>
    </w:p>
    <w:p w:rsidR="00843DF1" w:rsidRDefault="00843DF1" w:rsidP="00AB3F16">
      <w:pPr>
        <w:pStyle w:val="libNormal"/>
        <w:rPr>
          <w:noProof/>
        </w:rPr>
      </w:pPr>
      <w:r w:rsidRPr="00CA52B4">
        <w:rPr>
          <w:noProof/>
          <w:rtl/>
        </w:rPr>
        <w:t>هانئ بن نمر الحضرمي</w:t>
      </w:r>
    </w:p>
    <w:p w:rsidR="00843DF1" w:rsidRDefault="00843DF1" w:rsidP="00AB3F16">
      <w:pPr>
        <w:pStyle w:val="libNormal"/>
        <w:rPr>
          <w:noProof/>
        </w:rPr>
      </w:pPr>
      <w:r w:rsidRPr="00CA52B4">
        <w:rPr>
          <w:noProof/>
          <w:rtl/>
        </w:rPr>
        <w:t>هانئ بن نيار أبو بردة</w:t>
      </w:r>
      <w:r>
        <w:rPr>
          <w:noProof/>
          <w:rtl/>
        </w:rPr>
        <w:tab/>
      </w:r>
      <w:r w:rsidRPr="00CA52B4">
        <w:rPr>
          <w:noProof/>
          <w:rtl/>
        </w:rPr>
        <w:t>593</w:t>
      </w:r>
    </w:p>
    <w:p w:rsidR="00843DF1" w:rsidRDefault="00843DF1" w:rsidP="00AB3F16">
      <w:pPr>
        <w:pStyle w:val="libNormal"/>
        <w:rPr>
          <w:noProof/>
        </w:rPr>
      </w:pPr>
      <w:r w:rsidRPr="00CA52B4">
        <w:rPr>
          <w:noProof/>
          <w:rtl/>
        </w:rPr>
        <w:t>هانئ بن هانئ المرادي</w:t>
      </w:r>
    </w:p>
    <w:p w:rsidR="00843DF1" w:rsidRDefault="00843DF1" w:rsidP="00AB3F16">
      <w:pPr>
        <w:pStyle w:val="libNormal"/>
        <w:rPr>
          <w:noProof/>
        </w:rPr>
      </w:pPr>
      <w:r w:rsidRPr="00CA52B4">
        <w:rPr>
          <w:noProof/>
          <w:rtl/>
        </w:rPr>
        <w:t>هانئ بن هانئ السبيعي</w:t>
      </w:r>
      <w:r>
        <w:rPr>
          <w:noProof/>
          <w:rtl/>
        </w:rPr>
        <w:tab/>
      </w:r>
      <w:r w:rsidRPr="00CA52B4">
        <w:rPr>
          <w:noProof/>
          <w:rtl/>
        </w:rPr>
        <w:t>594</w:t>
      </w:r>
    </w:p>
    <w:p w:rsidR="00843DF1" w:rsidRDefault="00843DF1" w:rsidP="00AB3F16">
      <w:pPr>
        <w:pStyle w:val="libNormal"/>
        <w:rPr>
          <w:noProof/>
        </w:rPr>
      </w:pPr>
      <w:r w:rsidRPr="00CA52B4">
        <w:rPr>
          <w:noProof/>
          <w:rtl/>
        </w:rPr>
        <w:t>هانئ بن هانئ الهمداني</w:t>
      </w:r>
    </w:p>
    <w:p w:rsidR="00843DF1" w:rsidRDefault="00843DF1" w:rsidP="00AB3F16">
      <w:pPr>
        <w:pStyle w:val="libNormal"/>
        <w:rPr>
          <w:noProof/>
        </w:rPr>
      </w:pPr>
      <w:r w:rsidRPr="00CA52B4">
        <w:rPr>
          <w:noProof/>
          <w:rtl/>
        </w:rPr>
        <w:t>هانئ بن هوذة</w:t>
      </w:r>
    </w:p>
    <w:p w:rsidR="00843DF1" w:rsidRDefault="00843DF1" w:rsidP="00AB3F16">
      <w:pPr>
        <w:pStyle w:val="libNormal"/>
        <w:rPr>
          <w:noProof/>
        </w:rPr>
      </w:pPr>
      <w:r w:rsidRPr="00CA52B4">
        <w:rPr>
          <w:noProof/>
          <w:rtl/>
        </w:rPr>
        <w:t>هانئ بن هانئ الهمداني</w:t>
      </w:r>
    </w:p>
    <w:p w:rsidR="00843DF1" w:rsidRDefault="00843DF1" w:rsidP="00AB3F16">
      <w:pPr>
        <w:pStyle w:val="libNormal"/>
        <w:rPr>
          <w:noProof/>
        </w:rPr>
      </w:pPr>
      <w:r w:rsidRPr="00CA52B4">
        <w:rPr>
          <w:noProof/>
          <w:rtl/>
        </w:rPr>
        <w:t>هبيرة بن النعمان</w:t>
      </w:r>
      <w:r>
        <w:rPr>
          <w:noProof/>
          <w:rtl/>
        </w:rPr>
        <w:tab/>
      </w:r>
      <w:r w:rsidRPr="00CA52B4">
        <w:rPr>
          <w:noProof/>
          <w:rtl/>
        </w:rPr>
        <w:t>595</w:t>
      </w:r>
    </w:p>
    <w:p w:rsidR="00843DF1" w:rsidRPr="00CA52B4" w:rsidRDefault="00843DF1" w:rsidP="00AB3F16">
      <w:pPr>
        <w:pStyle w:val="libNormal"/>
        <w:rPr>
          <w:noProof/>
          <w:rtl/>
        </w:rPr>
      </w:pPr>
      <w:r w:rsidRPr="00CA52B4">
        <w:rPr>
          <w:noProof/>
          <w:rtl/>
        </w:rPr>
        <w:t>هبيرة بن يريم</w:t>
      </w:r>
    </w:p>
    <w:p w:rsidR="00843DF1" w:rsidRDefault="00843DF1" w:rsidP="00AB3F16">
      <w:pPr>
        <w:pStyle w:val="libNormal"/>
        <w:rPr>
          <w:noProof/>
        </w:rPr>
      </w:pPr>
      <w:r>
        <w:rPr>
          <w:noProof/>
          <w:rtl/>
        </w:rPr>
        <w:br w:type="page"/>
      </w:r>
      <w:r w:rsidRPr="00CA52B4">
        <w:rPr>
          <w:noProof/>
          <w:rtl/>
        </w:rPr>
        <w:lastRenderedPageBreak/>
        <w:t>هجنع بن قيس الحارثي</w:t>
      </w:r>
      <w:r>
        <w:rPr>
          <w:noProof/>
          <w:rtl/>
        </w:rPr>
        <w:tab/>
      </w:r>
      <w:r w:rsidRPr="00CA52B4">
        <w:rPr>
          <w:noProof/>
          <w:rtl/>
        </w:rPr>
        <w:t>596</w:t>
      </w:r>
    </w:p>
    <w:p w:rsidR="00843DF1" w:rsidRDefault="00843DF1" w:rsidP="00AB3F16">
      <w:pPr>
        <w:pStyle w:val="libNormal"/>
        <w:rPr>
          <w:noProof/>
        </w:rPr>
      </w:pPr>
      <w:r w:rsidRPr="00CA52B4">
        <w:rPr>
          <w:noProof/>
          <w:rtl/>
        </w:rPr>
        <w:t>الهذيل بن الأشهل التميمي</w:t>
      </w:r>
    </w:p>
    <w:p w:rsidR="00843DF1" w:rsidRDefault="00843DF1" w:rsidP="00AB3F16">
      <w:pPr>
        <w:pStyle w:val="libNormal"/>
        <w:rPr>
          <w:noProof/>
        </w:rPr>
      </w:pPr>
      <w:r w:rsidRPr="00CA52B4">
        <w:rPr>
          <w:noProof/>
          <w:rtl/>
        </w:rPr>
        <w:t>الهذيل بن شرحبيل الأودي</w:t>
      </w:r>
    </w:p>
    <w:p w:rsidR="00843DF1" w:rsidRDefault="00843DF1" w:rsidP="00AB3F16">
      <w:pPr>
        <w:pStyle w:val="libNormal"/>
        <w:rPr>
          <w:noProof/>
        </w:rPr>
      </w:pPr>
      <w:r w:rsidRPr="00CA52B4">
        <w:rPr>
          <w:noProof/>
          <w:rtl/>
        </w:rPr>
        <w:t>هرثمة بن سليم</w:t>
      </w:r>
    </w:p>
    <w:p w:rsidR="00843DF1" w:rsidRDefault="00843DF1" w:rsidP="00AB3F16">
      <w:pPr>
        <w:pStyle w:val="libNormal"/>
        <w:rPr>
          <w:noProof/>
        </w:rPr>
      </w:pPr>
      <w:r w:rsidRPr="00CA52B4">
        <w:rPr>
          <w:noProof/>
          <w:rtl/>
        </w:rPr>
        <w:t>هرم بن حيان اليشكري</w:t>
      </w:r>
    </w:p>
    <w:p w:rsidR="00843DF1" w:rsidRDefault="00843DF1" w:rsidP="00AB3F16">
      <w:pPr>
        <w:pStyle w:val="libNormal"/>
        <w:rPr>
          <w:noProof/>
        </w:rPr>
      </w:pPr>
      <w:r w:rsidRPr="00CA52B4">
        <w:rPr>
          <w:noProof/>
          <w:rtl/>
        </w:rPr>
        <w:t>هرم بن شتير بن عمرو</w:t>
      </w:r>
      <w:r>
        <w:rPr>
          <w:noProof/>
          <w:rtl/>
        </w:rPr>
        <w:tab/>
      </w:r>
      <w:r w:rsidRPr="00CA52B4">
        <w:rPr>
          <w:noProof/>
          <w:rtl/>
        </w:rPr>
        <w:t>597</w:t>
      </w:r>
    </w:p>
    <w:p w:rsidR="00843DF1" w:rsidRDefault="00843DF1" w:rsidP="00AB3F16">
      <w:pPr>
        <w:pStyle w:val="libNormal"/>
        <w:rPr>
          <w:noProof/>
        </w:rPr>
      </w:pPr>
      <w:r w:rsidRPr="00CA52B4">
        <w:rPr>
          <w:noProof/>
          <w:rtl/>
        </w:rPr>
        <w:t>هلال بن الحارث</w:t>
      </w:r>
      <w:r>
        <w:rPr>
          <w:noProof/>
          <w:rtl/>
        </w:rPr>
        <w:tab/>
      </w:r>
      <w:r w:rsidRPr="00CA52B4">
        <w:rPr>
          <w:noProof/>
          <w:rtl/>
        </w:rPr>
        <w:t>598</w:t>
      </w:r>
    </w:p>
    <w:p w:rsidR="00843DF1" w:rsidRDefault="00843DF1" w:rsidP="00AB3F16">
      <w:pPr>
        <w:pStyle w:val="libNormal"/>
        <w:rPr>
          <w:noProof/>
        </w:rPr>
      </w:pPr>
      <w:r w:rsidRPr="00CA52B4">
        <w:rPr>
          <w:noProof/>
          <w:rtl/>
        </w:rPr>
        <w:t>هلال بن عمرو</w:t>
      </w:r>
    </w:p>
    <w:p w:rsidR="00843DF1" w:rsidRDefault="00843DF1" w:rsidP="00AB3F16">
      <w:pPr>
        <w:pStyle w:val="libNormal"/>
        <w:rPr>
          <w:noProof/>
        </w:rPr>
      </w:pPr>
      <w:r w:rsidRPr="00CA52B4">
        <w:rPr>
          <w:noProof/>
          <w:rtl/>
        </w:rPr>
        <w:t>هلال بن سياف أبو الحسن</w:t>
      </w:r>
    </w:p>
    <w:p w:rsidR="00843DF1" w:rsidRDefault="00843DF1" w:rsidP="00AB3F16">
      <w:pPr>
        <w:pStyle w:val="libNormal"/>
        <w:rPr>
          <w:noProof/>
        </w:rPr>
      </w:pPr>
      <w:r w:rsidRPr="00CA52B4">
        <w:rPr>
          <w:noProof/>
          <w:rtl/>
        </w:rPr>
        <w:t>همام بن الأغفل الثقفي</w:t>
      </w:r>
      <w:r>
        <w:rPr>
          <w:noProof/>
          <w:rtl/>
        </w:rPr>
        <w:tab/>
      </w:r>
      <w:r w:rsidRPr="00CA52B4">
        <w:rPr>
          <w:noProof/>
          <w:rtl/>
        </w:rPr>
        <w:t>599</w:t>
      </w:r>
    </w:p>
    <w:p w:rsidR="00843DF1" w:rsidRDefault="00843DF1" w:rsidP="00AB3F16">
      <w:pPr>
        <w:pStyle w:val="libNormal"/>
        <w:rPr>
          <w:noProof/>
        </w:rPr>
      </w:pPr>
      <w:r w:rsidRPr="00CA52B4">
        <w:rPr>
          <w:noProof/>
          <w:rtl/>
        </w:rPr>
        <w:t>همام بن شريح بن زيد</w:t>
      </w:r>
    </w:p>
    <w:p w:rsidR="00843DF1" w:rsidRDefault="00843DF1" w:rsidP="00AB3F16">
      <w:pPr>
        <w:pStyle w:val="libNormal"/>
        <w:rPr>
          <w:noProof/>
        </w:rPr>
      </w:pPr>
      <w:r w:rsidRPr="00CA52B4">
        <w:rPr>
          <w:noProof/>
          <w:rtl/>
        </w:rPr>
        <w:t>هند بن أبي هالة نباش</w:t>
      </w:r>
    </w:p>
    <w:p w:rsidR="00843DF1" w:rsidRDefault="00843DF1" w:rsidP="00AB3F16">
      <w:pPr>
        <w:pStyle w:val="libNormal"/>
        <w:rPr>
          <w:noProof/>
        </w:rPr>
      </w:pPr>
      <w:r w:rsidRPr="00CA52B4">
        <w:rPr>
          <w:noProof/>
          <w:rtl/>
        </w:rPr>
        <w:t>هند بن عمرو بن جندلة</w:t>
      </w:r>
      <w:r>
        <w:rPr>
          <w:noProof/>
          <w:rtl/>
        </w:rPr>
        <w:tab/>
      </w:r>
      <w:r w:rsidRPr="00CA52B4">
        <w:rPr>
          <w:noProof/>
          <w:rtl/>
        </w:rPr>
        <w:t>600</w:t>
      </w:r>
    </w:p>
    <w:p w:rsidR="00843DF1" w:rsidRDefault="00843DF1" w:rsidP="00AB3F16">
      <w:pPr>
        <w:pStyle w:val="libNormal"/>
        <w:rPr>
          <w:noProof/>
        </w:rPr>
      </w:pPr>
      <w:r w:rsidRPr="00CA52B4">
        <w:rPr>
          <w:noProof/>
          <w:rtl/>
        </w:rPr>
        <w:t>هنيدة بن خالد الخزاعي</w:t>
      </w:r>
    </w:p>
    <w:p w:rsidR="00843DF1" w:rsidRPr="00CA52B4" w:rsidRDefault="00843DF1" w:rsidP="00AB3F16">
      <w:pPr>
        <w:pStyle w:val="libNormal"/>
        <w:rPr>
          <w:noProof/>
          <w:rtl/>
        </w:rPr>
      </w:pPr>
      <w:r w:rsidRPr="00CA52B4">
        <w:rPr>
          <w:noProof/>
          <w:rtl/>
        </w:rPr>
        <w:t>هياج بن هياج المدني</w:t>
      </w:r>
      <w:r>
        <w:rPr>
          <w:noProof/>
          <w:rtl/>
        </w:rPr>
        <w:tab/>
      </w:r>
      <w:r w:rsidRPr="00CA52B4">
        <w:rPr>
          <w:noProof/>
          <w:rtl/>
        </w:rPr>
        <w:t>601</w:t>
      </w:r>
    </w:p>
    <w:p w:rsidR="00843DF1" w:rsidRDefault="00843DF1" w:rsidP="00AB3F16">
      <w:pPr>
        <w:pStyle w:val="libNormal"/>
        <w:rPr>
          <w:noProof/>
        </w:rPr>
      </w:pPr>
      <w:r w:rsidRPr="00CA52B4">
        <w:rPr>
          <w:noProof/>
          <w:rtl/>
        </w:rPr>
        <w:t>يحيى بن أبي كثير</w:t>
      </w:r>
      <w:r>
        <w:rPr>
          <w:noProof/>
          <w:rtl/>
        </w:rPr>
        <w:tab/>
      </w:r>
      <w:r w:rsidRPr="00CA52B4">
        <w:rPr>
          <w:noProof/>
          <w:rtl/>
        </w:rPr>
        <w:t>602</w:t>
      </w:r>
    </w:p>
    <w:p w:rsidR="00843DF1" w:rsidRDefault="00843DF1" w:rsidP="00AB3F16">
      <w:pPr>
        <w:pStyle w:val="libNormal"/>
        <w:rPr>
          <w:noProof/>
        </w:rPr>
      </w:pPr>
      <w:r w:rsidRPr="00CA52B4">
        <w:rPr>
          <w:noProof/>
          <w:rtl/>
        </w:rPr>
        <w:t>يحيى بن الجزار</w:t>
      </w:r>
    </w:p>
    <w:p w:rsidR="00843DF1" w:rsidRDefault="00843DF1" w:rsidP="00AB3F16">
      <w:pPr>
        <w:pStyle w:val="libNormal"/>
        <w:rPr>
          <w:noProof/>
        </w:rPr>
      </w:pPr>
      <w:r w:rsidRPr="00CA52B4">
        <w:rPr>
          <w:noProof/>
          <w:rtl/>
        </w:rPr>
        <w:t>يحيى بن يعمر</w:t>
      </w:r>
      <w:r>
        <w:rPr>
          <w:noProof/>
          <w:rtl/>
        </w:rPr>
        <w:tab/>
      </w:r>
      <w:r w:rsidRPr="00CA52B4">
        <w:rPr>
          <w:noProof/>
          <w:rtl/>
        </w:rPr>
        <w:t>603</w:t>
      </w:r>
    </w:p>
    <w:p w:rsidR="00843DF1" w:rsidRDefault="00843DF1" w:rsidP="00AB3F16">
      <w:pPr>
        <w:pStyle w:val="libNormal"/>
        <w:rPr>
          <w:noProof/>
        </w:rPr>
      </w:pPr>
      <w:r w:rsidRPr="00CA52B4">
        <w:rPr>
          <w:noProof/>
          <w:rtl/>
        </w:rPr>
        <w:t>يحيى بن مخنف بن سليم</w:t>
      </w:r>
    </w:p>
    <w:p w:rsidR="00843DF1" w:rsidRDefault="00843DF1" w:rsidP="00AB3F16">
      <w:pPr>
        <w:pStyle w:val="libNormal"/>
        <w:rPr>
          <w:noProof/>
        </w:rPr>
      </w:pPr>
      <w:r w:rsidRPr="00CA52B4">
        <w:rPr>
          <w:noProof/>
          <w:rtl/>
        </w:rPr>
        <w:t>يحيى بن مطرف</w:t>
      </w:r>
      <w:r>
        <w:rPr>
          <w:noProof/>
          <w:rtl/>
        </w:rPr>
        <w:tab/>
      </w:r>
      <w:r w:rsidRPr="00CA52B4">
        <w:rPr>
          <w:noProof/>
          <w:rtl/>
        </w:rPr>
        <w:t>604</w:t>
      </w:r>
    </w:p>
    <w:p w:rsidR="00843DF1" w:rsidRDefault="00843DF1" w:rsidP="00AB3F16">
      <w:pPr>
        <w:pStyle w:val="libNormal"/>
        <w:rPr>
          <w:noProof/>
        </w:rPr>
      </w:pPr>
      <w:r w:rsidRPr="00CA52B4">
        <w:rPr>
          <w:noProof/>
          <w:rtl/>
        </w:rPr>
        <w:t>يزيد بن الأحنف بن قيس</w:t>
      </w:r>
    </w:p>
    <w:p w:rsidR="00843DF1" w:rsidRDefault="00843DF1" w:rsidP="00AB3F16">
      <w:pPr>
        <w:pStyle w:val="libNormal"/>
        <w:rPr>
          <w:noProof/>
        </w:rPr>
      </w:pPr>
      <w:r w:rsidRPr="00CA52B4">
        <w:rPr>
          <w:noProof/>
          <w:rtl/>
        </w:rPr>
        <w:t>يزيد بن أمية</w:t>
      </w:r>
      <w:r>
        <w:rPr>
          <w:noProof/>
          <w:rtl/>
        </w:rPr>
        <w:tab/>
      </w:r>
      <w:r w:rsidRPr="00CA52B4">
        <w:rPr>
          <w:noProof/>
          <w:rtl/>
        </w:rPr>
        <w:t>605</w:t>
      </w:r>
    </w:p>
    <w:p w:rsidR="00843DF1" w:rsidRDefault="00843DF1" w:rsidP="00AB3F16">
      <w:pPr>
        <w:pStyle w:val="libNormal"/>
        <w:rPr>
          <w:noProof/>
        </w:rPr>
      </w:pPr>
      <w:r w:rsidRPr="00CA52B4">
        <w:rPr>
          <w:noProof/>
          <w:rtl/>
        </w:rPr>
        <w:t>يزيد بن بلال بن الحارث</w:t>
      </w:r>
    </w:p>
    <w:p w:rsidR="00843DF1" w:rsidRDefault="00843DF1" w:rsidP="00AB3F16">
      <w:pPr>
        <w:pStyle w:val="libNormal"/>
        <w:rPr>
          <w:noProof/>
        </w:rPr>
      </w:pPr>
      <w:r w:rsidRPr="00CA52B4">
        <w:rPr>
          <w:noProof/>
          <w:rtl/>
        </w:rPr>
        <w:t>يزيد بن جبلة</w:t>
      </w:r>
    </w:p>
    <w:p w:rsidR="00843DF1" w:rsidRDefault="00843DF1" w:rsidP="00AB3F16">
      <w:pPr>
        <w:pStyle w:val="libNormal"/>
        <w:rPr>
          <w:noProof/>
        </w:rPr>
      </w:pPr>
      <w:r w:rsidRPr="00CA52B4">
        <w:rPr>
          <w:noProof/>
          <w:rtl/>
        </w:rPr>
        <w:t>يزيد بن حجية</w:t>
      </w:r>
      <w:r>
        <w:rPr>
          <w:noProof/>
          <w:rtl/>
        </w:rPr>
        <w:tab/>
      </w:r>
      <w:r w:rsidRPr="00CA52B4">
        <w:rPr>
          <w:noProof/>
          <w:rtl/>
        </w:rPr>
        <w:t>606</w:t>
      </w:r>
    </w:p>
    <w:p w:rsidR="00843DF1" w:rsidRDefault="00843DF1" w:rsidP="00AB3F16">
      <w:pPr>
        <w:pStyle w:val="libNormal"/>
        <w:rPr>
          <w:noProof/>
        </w:rPr>
      </w:pPr>
      <w:r w:rsidRPr="00CA52B4">
        <w:rPr>
          <w:noProof/>
          <w:rtl/>
        </w:rPr>
        <w:t>يزيد بن الحارث</w:t>
      </w:r>
    </w:p>
    <w:p w:rsidR="00843DF1" w:rsidRDefault="00843DF1" w:rsidP="00AB3F16">
      <w:pPr>
        <w:pStyle w:val="libNormal"/>
        <w:rPr>
          <w:noProof/>
        </w:rPr>
      </w:pPr>
      <w:r w:rsidRPr="00CA52B4">
        <w:rPr>
          <w:noProof/>
          <w:rtl/>
        </w:rPr>
        <w:t>يزيد بن الحوتكية</w:t>
      </w:r>
    </w:p>
    <w:p w:rsidR="00843DF1" w:rsidRDefault="00843DF1" w:rsidP="00AB3F16">
      <w:pPr>
        <w:pStyle w:val="libNormal"/>
        <w:rPr>
          <w:noProof/>
        </w:rPr>
      </w:pPr>
      <w:r w:rsidRPr="00CA52B4">
        <w:rPr>
          <w:noProof/>
          <w:rtl/>
        </w:rPr>
        <w:t>يزيد بن الحويرث</w:t>
      </w:r>
      <w:r>
        <w:rPr>
          <w:noProof/>
          <w:rtl/>
        </w:rPr>
        <w:tab/>
      </w:r>
      <w:r w:rsidRPr="00CA52B4">
        <w:rPr>
          <w:noProof/>
          <w:rtl/>
        </w:rPr>
        <w:t>607</w:t>
      </w:r>
    </w:p>
    <w:p w:rsidR="00843DF1" w:rsidRPr="00CA52B4" w:rsidRDefault="00843DF1" w:rsidP="00AB3F16">
      <w:pPr>
        <w:pStyle w:val="libNormal"/>
        <w:rPr>
          <w:noProof/>
          <w:rtl/>
        </w:rPr>
      </w:pPr>
      <w:r w:rsidRPr="00CA52B4">
        <w:rPr>
          <w:noProof/>
          <w:rtl/>
        </w:rPr>
        <w:t>يزيد بن دينار</w:t>
      </w:r>
    </w:p>
    <w:p w:rsidR="00843DF1" w:rsidRDefault="00843DF1" w:rsidP="00AB3F16">
      <w:pPr>
        <w:pStyle w:val="libNormal"/>
        <w:rPr>
          <w:noProof/>
        </w:rPr>
      </w:pPr>
      <w:r>
        <w:rPr>
          <w:noProof/>
          <w:rtl/>
        </w:rPr>
        <w:br w:type="page"/>
      </w:r>
      <w:r w:rsidRPr="00CA52B4">
        <w:rPr>
          <w:noProof/>
          <w:rtl/>
        </w:rPr>
        <w:lastRenderedPageBreak/>
        <w:t>يزيد بن شريك بن طارق</w:t>
      </w:r>
    </w:p>
    <w:p w:rsidR="00843DF1" w:rsidRDefault="00843DF1" w:rsidP="00AB3F16">
      <w:pPr>
        <w:pStyle w:val="libNormal"/>
        <w:rPr>
          <w:noProof/>
        </w:rPr>
      </w:pPr>
      <w:r w:rsidRPr="00CA52B4">
        <w:rPr>
          <w:noProof/>
          <w:rtl/>
        </w:rPr>
        <w:t>يزيد بن طعمة</w:t>
      </w:r>
    </w:p>
    <w:p w:rsidR="00843DF1" w:rsidRDefault="00843DF1" w:rsidP="00AB3F16">
      <w:pPr>
        <w:pStyle w:val="libNormal"/>
        <w:rPr>
          <w:noProof/>
        </w:rPr>
      </w:pPr>
      <w:r w:rsidRPr="00CA52B4">
        <w:rPr>
          <w:noProof/>
          <w:rtl/>
        </w:rPr>
        <w:t>يزيد بن عبد الرحمن</w:t>
      </w:r>
      <w:r>
        <w:rPr>
          <w:noProof/>
          <w:rtl/>
        </w:rPr>
        <w:tab/>
      </w:r>
      <w:r w:rsidRPr="00CA52B4">
        <w:rPr>
          <w:noProof/>
          <w:rtl/>
        </w:rPr>
        <w:t>608</w:t>
      </w:r>
    </w:p>
    <w:p w:rsidR="00843DF1" w:rsidRDefault="00843DF1" w:rsidP="00AB3F16">
      <w:pPr>
        <w:pStyle w:val="libNormal"/>
        <w:rPr>
          <w:noProof/>
        </w:rPr>
      </w:pPr>
      <w:r w:rsidRPr="00CA52B4">
        <w:rPr>
          <w:noProof/>
          <w:rtl/>
        </w:rPr>
        <w:t>يزيد بن قيس بن تمام</w:t>
      </w:r>
    </w:p>
    <w:p w:rsidR="00843DF1" w:rsidRDefault="00843DF1" w:rsidP="00AB3F16">
      <w:pPr>
        <w:pStyle w:val="libNormal"/>
        <w:rPr>
          <w:noProof/>
        </w:rPr>
      </w:pPr>
      <w:r w:rsidRPr="00CA52B4">
        <w:rPr>
          <w:noProof/>
          <w:rtl/>
        </w:rPr>
        <w:t>يزيد بن مذكور</w:t>
      </w:r>
      <w:r>
        <w:rPr>
          <w:noProof/>
          <w:rtl/>
        </w:rPr>
        <w:tab/>
      </w:r>
      <w:r w:rsidRPr="00CA52B4">
        <w:rPr>
          <w:noProof/>
          <w:rtl/>
        </w:rPr>
        <w:t>609</w:t>
      </w:r>
    </w:p>
    <w:p w:rsidR="00843DF1" w:rsidRDefault="00843DF1" w:rsidP="00AB3F16">
      <w:pPr>
        <w:pStyle w:val="libNormal"/>
        <w:rPr>
          <w:noProof/>
        </w:rPr>
      </w:pPr>
      <w:r w:rsidRPr="00CA52B4">
        <w:rPr>
          <w:noProof/>
          <w:rtl/>
        </w:rPr>
        <w:t>يزيد بن معاوية البكائي</w:t>
      </w:r>
    </w:p>
    <w:p w:rsidR="00843DF1" w:rsidRDefault="00843DF1" w:rsidP="00AB3F16">
      <w:pPr>
        <w:pStyle w:val="libNormal"/>
        <w:rPr>
          <w:noProof/>
        </w:rPr>
      </w:pPr>
      <w:r w:rsidRPr="00CA52B4">
        <w:rPr>
          <w:noProof/>
          <w:rtl/>
        </w:rPr>
        <w:t>يزيد بن المغفل</w:t>
      </w:r>
      <w:r>
        <w:rPr>
          <w:noProof/>
          <w:rtl/>
        </w:rPr>
        <w:tab/>
      </w:r>
      <w:r w:rsidRPr="00CA52B4">
        <w:rPr>
          <w:noProof/>
          <w:rtl/>
        </w:rPr>
        <w:t>610</w:t>
      </w:r>
    </w:p>
    <w:p w:rsidR="00843DF1" w:rsidRDefault="00843DF1" w:rsidP="00AB3F16">
      <w:pPr>
        <w:pStyle w:val="libNormal"/>
        <w:rPr>
          <w:noProof/>
        </w:rPr>
      </w:pPr>
      <w:r w:rsidRPr="00CA52B4">
        <w:rPr>
          <w:noProof/>
          <w:rtl/>
        </w:rPr>
        <w:t>يزيد بن نويرة</w:t>
      </w:r>
    </w:p>
    <w:p w:rsidR="00843DF1" w:rsidRDefault="00843DF1" w:rsidP="00AB3F16">
      <w:pPr>
        <w:pStyle w:val="libNormal"/>
        <w:rPr>
          <w:noProof/>
        </w:rPr>
      </w:pPr>
      <w:r w:rsidRPr="00CA52B4">
        <w:rPr>
          <w:noProof/>
          <w:rtl/>
        </w:rPr>
        <w:t>يزيد بن هانئ</w:t>
      </w:r>
      <w:r>
        <w:rPr>
          <w:noProof/>
          <w:rtl/>
        </w:rPr>
        <w:tab/>
      </w:r>
      <w:r w:rsidRPr="00CA52B4">
        <w:rPr>
          <w:noProof/>
          <w:rtl/>
        </w:rPr>
        <w:t>611</w:t>
      </w:r>
    </w:p>
    <w:p w:rsidR="00843DF1" w:rsidRDefault="00843DF1" w:rsidP="00AB3F16">
      <w:pPr>
        <w:pStyle w:val="libNormal"/>
        <w:rPr>
          <w:noProof/>
        </w:rPr>
      </w:pPr>
      <w:r w:rsidRPr="00CA52B4">
        <w:rPr>
          <w:noProof/>
          <w:rtl/>
        </w:rPr>
        <w:t>يزيد بن واصل</w:t>
      </w:r>
    </w:p>
    <w:p w:rsidR="00843DF1" w:rsidRDefault="00843DF1" w:rsidP="00AB3F16">
      <w:pPr>
        <w:pStyle w:val="libNormal"/>
        <w:rPr>
          <w:noProof/>
        </w:rPr>
      </w:pPr>
      <w:r w:rsidRPr="00CA52B4">
        <w:rPr>
          <w:noProof/>
          <w:rtl/>
        </w:rPr>
        <w:t>يعلى بن عميرة</w:t>
      </w:r>
    </w:p>
    <w:p w:rsidR="00843DF1" w:rsidRDefault="00843DF1" w:rsidP="00AB3F16">
      <w:pPr>
        <w:pStyle w:val="libNormal"/>
        <w:rPr>
          <w:noProof/>
        </w:rPr>
      </w:pPr>
      <w:r w:rsidRPr="00CA52B4">
        <w:rPr>
          <w:noProof/>
          <w:rtl/>
        </w:rPr>
        <w:t>يوسف بن عبد الله</w:t>
      </w:r>
      <w:r>
        <w:rPr>
          <w:noProof/>
          <w:rtl/>
        </w:rPr>
        <w:tab/>
      </w:r>
      <w:r w:rsidRPr="00CA52B4">
        <w:rPr>
          <w:noProof/>
          <w:rtl/>
        </w:rPr>
        <w:t>612</w:t>
      </w:r>
    </w:p>
    <w:p w:rsidR="00843DF1" w:rsidRDefault="00843DF1" w:rsidP="00AB3F16">
      <w:pPr>
        <w:pStyle w:val="libNormal"/>
        <w:rPr>
          <w:noProof/>
        </w:rPr>
      </w:pPr>
      <w:r w:rsidRPr="00CA52B4">
        <w:rPr>
          <w:noProof/>
          <w:rtl/>
        </w:rPr>
        <w:t>يوسف بن مازن</w:t>
      </w:r>
    </w:p>
    <w:p w:rsidR="00843DF1" w:rsidRDefault="00843DF1" w:rsidP="00AB3F16">
      <w:pPr>
        <w:pStyle w:val="libNormal"/>
        <w:rPr>
          <w:noProof/>
        </w:rPr>
      </w:pPr>
      <w:r w:rsidRPr="00CA52B4">
        <w:rPr>
          <w:noProof/>
          <w:rtl/>
        </w:rPr>
        <w:t>يونس بن سعيد</w:t>
      </w:r>
    </w:p>
    <w:p w:rsidR="00843DF1" w:rsidRPr="00CA52B4" w:rsidRDefault="00843DF1" w:rsidP="00AB3F16">
      <w:pPr>
        <w:pStyle w:val="libNormal"/>
        <w:rPr>
          <w:noProof/>
          <w:rtl/>
        </w:rPr>
      </w:pPr>
      <w:r w:rsidRPr="00CA52B4">
        <w:rPr>
          <w:noProof/>
          <w:rtl/>
        </w:rPr>
        <w:t>يونس بن يزيد بن مهران</w:t>
      </w:r>
    </w:p>
    <w:p w:rsidR="00843DF1" w:rsidRDefault="00843DF1" w:rsidP="00AB3F16">
      <w:pPr>
        <w:pStyle w:val="libNormal"/>
        <w:rPr>
          <w:noProof/>
        </w:rPr>
      </w:pPr>
      <w:r w:rsidRPr="00CA52B4">
        <w:rPr>
          <w:noProof/>
          <w:rtl/>
        </w:rPr>
        <w:t>أبو الأغر التميمي</w:t>
      </w:r>
      <w:r>
        <w:rPr>
          <w:noProof/>
          <w:rtl/>
        </w:rPr>
        <w:tab/>
      </w:r>
      <w:r w:rsidRPr="00CA52B4">
        <w:rPr>
          <w:noProof/>
          <w:rtl/>
        </w:rPr>
        <w:t>614</w:t>
      </w:r>
    </w:p>
    <w:p w:rsidR="00843DF1" w:rsidRDefault="00843DF1" w:rsidP="00AB3F16">
      <w:pPr>
        <w:pStyle w:val="libNormal"/>
        <w:rPr>
          <w:noProof/>
        </w:rPr>
      </w:pPr>
      <w:r w:rsidRPr="00CA52B4">
        <w:rPr>
          <w:noProof/>
          <w:rtl/>
        </w:rPr>
        <w:t>ابن اخ عمرو بن العاص</w:t>
      </w:r>
    </w:p>
    <w:p w:rsidR="00843DF1" w:rsidRDefault="00843DF1" w:rsidP="00AB3F16">
      <w:pPr>
        <w:pStyle w:val="libNormal"/>
        <w:rPr>
          <w:noProof/>
        </w:rPr>
      </w:pPr>
      <w:r w:rsidRPr="00CA52B4">
        <w:rPr>
          <w:noProof/>
          <w:rtl/>
        </w:rPr>
        <w:t>ابن أغيد</w:t>
      </w:r>
      <w:r>
        <w:rPr>
          <w:noProof/>
          <w:rtl/>
        </w:rPr>
        <w:tab/>
      </w:r>
      <w:r w:rsidRPr="00CA52B4">
        <w:rPr>
          <w:noProof/>
          <w:rtl/>
        </w:rPr>
        <w:t>615</w:t>
      </w:r>
    </w:p>
    <w:p w:rsidR="00843DF1" w:rsidRDefault="00843DF1" w:rsidP="00AB3F16">
      <w:pPr>
        <w:pStyle w:val="libNormal"/>
        <w:rPr>
          <w:noProof/>
        </w:rPr>
      </w:pPr>
      <w:r w:rsidRPr="00CA52B4">
        <w:rPr>
          <w:noProof/>
          <w:rtl/>
        </w:rPr>
        <w:t>ابن سلامان الغساني</w:t>
      </w:r>
    </w:p>
    <w:p w:rsidR="00843DF1" w:rsidRDefault="00843DF1" w:rsidP="00AB3F16">
      <w:pPr>
        <w:pStyle w:val="libNormal"/>
        <w:rPr>
          <w:noProof/>
        </w:rPr>
      </w:pPr>
      <w:r w:rsidRPr="00CA52B4">
        <w:rPr>
          <w:noProof/>
          <w:rtl/>
        </w:rPr>
        <w:t>ابن قيس</w:t>
      </w:r>
      <w:r>
        <w:rPr>
          <w:noProof/>
          <w:rtl/>
        </w:rPr>
        <w:tab/>
      </w:r>
      <w:r w:rsidRPr="00CA52B4">
        <w:rPr>
          <w:noProof/>
          <w:rtl/>
        </w:rPr>
        <w:t>616</w:t>
      </w:r>
    </w:p>
    <w:p w:rsidR="00843DF1" w:rsidRDefault="00843DF1" w:rsidP="00AB3F16">
      <w:pPr>
        <w:pStyle w:val="libNormal"/>
        <w:rPr>
          <w:noProof/>
        </w:rPr>
      </w:pPr>
      <w:r w:rsidRPr="00CA52B4">
        <w:rPr>
          <w:noProof/>
          <w:rtl/>
        </w:rPr>
        <w:t>أبو أراكة بن مالك</w:t>
      </w:r>
    </w:p>
    <w:p w:rsidR="00843DF1" w:rsidRDefault="00843DF1" w:rsidP="00AB3F16">
      <w:pPr>
        <w:pStyle w:val="libNormal"/>
        <w:rPr>
          <w:noProof/>
        </w:rPr>
      </w:pPr>
      <w:r w:rsidRPr="00CA52B4">
        <w:rPr>
          <w:noProof/>
          <w:rtl/>
        </w:rPr>
        <w:t>أبو أرطاة النخعي</w:t>
      </w:r>
    </w:p>
    <w:p w:rsidR="00843DF1" w:rsidRDefault="00843DF1" w:rsidP="00AB3F16">
      <w:pPr>
        <w:pStyle w:val="libNormal"/>
        <w:rPr>
          <w:noProof/>
        </w:rPr>
      </w:pPr>
      <w:r w:rsidRPr="00CA52B4">
        <w:rPr>
          <w:noProof/>
          <w:rtl/>
        </w:rPr>
        <w:t>أبو اسحاق الخراساني</w:t>
      </w:r>
      <w:r>
        <w:rPr>
          <w:noProof/>
          <w:rtl/>
        </w:rPr>
        <w:tab/>
      </w:r>
      <w:r w:rsidRPr="00CA52B4">
        <w:rPr>
          <w:noProof/>
          <w:rtl/>
        </w:rPr>
        <w:t>617</w:t>
      </w:r>
    </w:p>
    <w:p w:rsidR="00843DF1" w:rsidRDefault="00843DF1" w:rsidP="00AB3F16">
      <w:pPr>
        <w:pStyle w:val="libNormal"/>
        <w:rPr>
          <w:noProof/>
        </w:rPr>
      </w:pPr>
      <w:r w:rsidRPr="00CA52B4">
        <w:rPr>
          <w:noProof/>
          <w:rtl/>
        </w:rPr>
        <w:t>أبو أسماء</w:t>
      </w:r>
    </w:p>
    <w:p w:rsidR="00843DF1" w:rsidRDefault="00843DF1" w:rsidP="00AB3F16">
      <w:pPr>
        <w:pStyle w:val="libNormal"/>
        <w:rPr>
          <w:noProof/>
        </w:rPr>
      </w:pPr>
      <w:r w:rsidRPr="00CA52B4">
        <w:rPr>
          <w:noProof/>
          <w:rtl/>
        </w:rPr>
        <w:t>أبو امامة</w:t>
      </w:r>
    </w:p>
    <w:p w:rsidR="00843DF1" w:rsidRDefault="00843DF1" w:rsidP="00AB3F16">
      <w:pPr>
        <w:pStyle w:val="libNormal"/>
        <w:rPr>
          <w:noProof/>
        </w:rPr>
      </w:pPr>
      <w:r w:rsidRPr="00CA52B4">
        <w:rPr>
          <w:noProof/>
          <w:rtl/>
        </w:rPr>
        <w:t>أبو أيوب</w:t>
      </w:r>
      <w:r>
        <w:rPr>
          <w:noProof/>
          <w:rtl/>
        </w:rPr>
        <w:tab/>
      </w:r>
      <w:r w:rsidRPr="00CA52B4">
        <w:rPr>
          <w:noProof/>
          <w:rtl/>
        </w:rPr>
        <w:t>608</w:t>
      </w:r>
    </w:p>
    <w:p w:rsidR="00843DF1" w:rsidRDefault="00843DF1" w:rsidP="00AB3F16">
      <w:pPr>
        <w:pStyle w:val="libNormal"/>
        <w:rPr>
          <w:noProof/>
        </w:rPr>
      </w:pPr>
      <w:r w:rsidRPr="00CA52B4">
        <w:rPr>
          <w:noProof/>
          <w:rtl/>
        </w:rPr>
        <w:t>أبو أيوب بن أزهر</w:t>
      </w:r>
    </w:p>
    <w:p w:rsidR="00843DF1" w:rsidRDefault="00843DF1" w:rsidP="00AB3F16">
      <w:pPr>
        <w:pStyle w:val="libNormal"/>
        <w:rPr>
          <w:noProof/>
        </w:rPr>
      </w:pPr>
      <w:r w:rsidRPr="00CA52B4">
        <w:rPr>
          <w:noProof/>
          <w:rtl/>
        </w:rPr>
        <w:t>أبو أيوب بن باكر</w:t>
      </w:r>
    </w:p>
    <w:p w:rsidR="00843DF1" w:rsidRPr="00CA52B4" w:rsidRDefault="00843DF1" w:rsidP="00AB3F16">
      <w:pPr>
        <w:pStyle w:val="libNormal"/>
        <w:rPr>
          <w:noProof/>
          <w:rtl/>
        </w:rPr>
      </w:pPr>
      <w:r w:rsidRPr="00CA52B4">
        <w:rPr>
          <w:noProof/>
          <w:rtl/>
        </w:rPr>
        <w:t>أبو جهل بن ظالم</w:t>
      </w:r>
    </w:p>
    <w:p w:rsidR="00843DF1" w:rsidRDefault="00843DF1" w:rsidP="00AB3F16">
      <w:pPr>
        <w:pStyle w:val="libNormal"/>
        <w:rPr>
          <w:noProof/>
        </w:rPr>
      </w:pPr>
      <w:r>
        <w:rPr>
          <w:noProof/>
          <w:rtl/>
        </w:rPr>
        <w:br w:type="page"/>
      </w:r>
      <w:r w:rsidRPr="00CA52B4">
        <w:rPr>
          <w:noProof/>
          <w:rtl/>
        </w:rPr>
        <w:lastRenderedPageBreak/>
        <w:t>أبو شريح بن الحارث</w:t>
      </w:r>
    </w:p>
    <w:p w:rsidR="00843DF1" w:rsidRDefault="00843DF1" w:rsidP="00AB3F16">
      <w:pPr>
        <w:pStyle w:val="libNormal"/>
        <w:rPr>
          <w:noProof/>
        </w:rPr>
      </w:pPr>
      <w:r w:rsidRPr="00CA52B4">
        <w:rPr>
          <w:noProof/>
          <w:rtl/>
        </w:rPr>
        <w:t>أبو بردة بن عوف</w:t>
      </w:r>
    </w:p>
    <w:p w:rsidR="00843DF1" w:rsidRDefault="00843DF1" w:rsidP="00AB3F16">
      <w:pPr>
        <w:pStyle w:val="libNormal"/>
        <w:rPr>
          <w:noProof/>
        </w:rPr>
      </w:pPr>
      <w:r w:rsidRPr="00CA52B4">
        <w:rPr>
          <w:noProof/>
          <w:rtl/>
        </w:rPr>
        <w:t>أبو بردة بن أبي موسى</w:t>
      </w:r>
      <w:r>
        <w:rPr>
          <w:noProof/>
          <w:rtl/>
        </w:rPr>
        <w:tab/>
      </w:r>
      <w:r w:rsidRPr="00CA52B4">
        <w:rPr>
          <w:noProof/>
          <w:rtl/>
        </w:rPr>
        <w:t>619</w:t>
      </w:r>
    </w:p>
    <w:p w:rsidR="00843DF1" w:rsidRDefault="00843DF1" w:rsidP="00AB3F16">
      <w:pPr>
        <w:pStyle w:val="libNormal"/>
        <w:rPr>
          <w:noProof/>
        </w:rPr>
      </w:pPr>
      <w:r w:rsidRPr="00CA52B4">
        <w:rPr>
          <w:noProof/>
          <w:rtl/>
        </w:rPr>
        <w:t>أبو بشير</w:t>
      </w:r>
    </w:p>
    <w:p w:rsidR="00843DF1" w:rsidRDefault="00843DF1" w:rsidP="00AB3F16">
      <w:pPr>
        <w:pStyle w:val="libNormal"/>
        <w:rPr>
          <w:noProof/>
        </w:rPr>
      </w:pPr>
      <w:r w:rsidRPr="00CA52B4">
        <w:rPr>
          <w:noProof/>
          <w:rtl/>
        </w:rPr>
        <w:t>أبو بصير العبدي</w:t>
      </w:r>
    </w:p>
    <w:p w:rsidR="00843DF1" w:rsidRDefault="00843DF1" w:rsidP="00AB3F16">
      <w:pPr>
        <w:pStyle w:val="libNormal"/>
        <w:rPr>
          <w:noProof/>
        </w:rPr>
      </w:pPr>
      <w:r w:rsidRPr="00CA52B4">
        <w:rPr>
          <w:noProof/>
          <w:rtl/>
        </w:rPr>
        <w:t>أبو بكر بن محمد بن عمرو</w:t>
      </w:r>
      <w:r>
        <w:rPr>
          <w:noProof/>
          <w:rtl/>
        </w:rPr>
        <w:tab/>
      </w:r>
      <w:r w:rsidRPr="00CA52B4">
        <w:rPr>
          <w:noProof/>
          <w:rtl/>
        </w:rPr>
        <w:t>620</w:t>
      </w:r>
    </w:p>
    <w:p w:rsidR="00843DF1" w:rsidRDefault="00843DF1" w:rsidP="00AB3F16">
      <w:pPr>
        <w:pStyle w:val="libNormal"/>
        <w:rPr>
          <w:noProof/>
        </w:rPr>
      </w:pPr>
      <w:r w:rsidRPr="00CA52B4">
        <w:rPr>
          <w:noProof/>
          <w:rtl/>
        </w:rPr>
        <w:t>أبو ثروان</w:t>
      </w:r>
    </w:p>
    <w:p w:rsidR="00843DF1" w:rsidRDefault="00843DF1" w:rsidP="00AB3F16">
      <w:pPr>
        <w:pStyle w:val="libNormal"/>
        <w:rPr>
          <w:noProof/>
        </w:rPr>
      </w:pPr>
      <w:r w:rsidRPr="00CA52B4">
        <w:rPr>
          <w:noProof/>
          <w:rtl/>
        </w:rPr>
        <w:t>أبو جحش</w:t>
      </w:r>
    </w:p>
    <w:p w:rsidR="00843DF1" w:rsidRDefault="00843DF1" w:rsidP="00AB3F16">
      <w:pPr>
        <w:pStyle w:val="libNormal"/>
        <w:rPr>
          <w:noProof/>
        </w:rPr>
      </w:pPr>
      <w:r w:rsidRPr="00CA52B4">
        <w:rPr>
          <w:noProof/>
          <w:rtl/>
        </w:rPr>
        <w:t>أبو جرو المازني</w:t>
      </w:r>
      <w:r>
        <w:rPr>
          <w:noProof/>
          <w:rtl/>
        </w:rPr>
        <w:tab/>
      </w:r>
      <w:r w:rsidRPr="00CA52B4">
        <w:rPr>
          <w:noProof/>
          <w:rtl/>
        </w:rPr>
        <w:t>621</w:t>
      </w:r>
    </w:p>
    <w:p w:rsidR="00843DF1" w:rsidRDefault="00843DF1" w:rsidP="00AB3F16">
      <w:pPr>
        <w:pStyle w:val="libNormal"/>
        <w:rPr>
          <w:noProof/>
        </w:rPr>
      </w:pPr>
      <w:r w:rsidRPr="00CA52B4">
        <w:rPr>
          <w:noProof/>
          <w:rtl/>
        </w:rPr>
        <w:t>أبو جعد رافع الأشجعي</w:t>
      </w:r>
    </w:p>
    <w:p w:rsidR="00843DF1" w:rsidRDefault="00843DF1" w:rsidP="00AB3F16">
      <w:pPr>
        <w:pStyle w:val="libNormal"/>
        <w:rPr>
          <w:noProof/>
        </w:rPr>
      </w:pPr>
      <w:r w:rsidRPr="00CA52B4">
        <w:rPr>
          <w:noProof/>
          <w:rtl/>
        </w:rPr>
        <w:t>أبو جعفر الخثعمي</w:t>
      </w:r>
    </w:p>
    <w:p w:rsidR="00843DF1" w:rsidRDefault="00843DF1" w:rsidP="00AB3F16">
      <w:pPr>
        <w:pStyle w:val="libNormal"/>
        <w:rPr>
          <w:noProof/>
        </w:rPr>
      </w:pPr>
      <w:r w:rsidRPr="00CA52B4">
        <w:rPr>
          <w:noProof/>
          <w:rtl/>
        </w:rPr>
        <w:t>أبو الجلاس الكوفي</w:t>
      </w:r>
      <w:r>
        <w:rPr>
          <w:noProof/>
          <w:rtl/>
        </w:rPr>
        <w:tab/>
      </w:r>
      <w:r w:rsidRPr="00CA52B4">
        <w:rPr>
          <w:noProof/>
          <w:rtl/>
        </w:rPr>
        <w:t>622</w:t>
      </w:r>
    </w:p>
    <w:p w:rsidR="00843DF1" w:rsidRDefault="00843DF1" w:rsidP="00AB3F16">
      <w:pPr>
        <w:pStyle w:val="libNormal"/>
        <w:rPr>
          <w:noProof/>
        </w:rPr>
      </w:pPr>
      <w:r w:rsidRPr="00CA52B4">
        <w:rPr>
          <w:noProof/>
          <w:rtl/>
        </w:rPr>
        <w:t>أبو جند بن عمرو</w:t>
      </w:r>
    </w:p>
    <w:p w:rsidR="00843DF1" w:rsidRDefault="00843DF1" w:rsidP="00AB3F16">
      <w:pPr>
        <w:pStyle w:val="libNormal"/>
        <w:rPr>
          <w:noProof/>
        </w:rPr>
      </w:pPr>
      <w:r w:rsidRPr="00CA52B4">
        <w:rPr>
          <w:noProof/>
          <w:rtl/>
        </w:rPr>
        <w:t>أبو جهمة الأسدي</w:t>
      </w:r>
    </w:p>
    <w:p w:rsidR="00843DF1" w:rsidRDefault="00843DF1" w:rsidP="00AB3F16">
      <w:pPr>
        <w:pStyle w:val="libNormal"/>
        <w:rPr>
          <w:noProof/>
        </w:rPr>
      </w:pPr>
      <w:r w:rsidRPr="00CA52B4">
        <w:rPr>
          <w:noProof/>
          <w:rtl/>
        </w:rPr>
        <w:t>أبو الجوشاء الكوفي</w:t>
      </w:r>
      <w:r>
        <w:rPr>
          <w:noProof/>
          <w:rtl/>
        </w:rPr>
        <w:tab/>
      </w:r>
      <w:r w:rsidRPr="00CA52B4">
        <w:rPr>
          <w:noProof/>
          <w:rtl/>
        </w:rPr>
        <w:t>623</w:t>
      </w:r>
    </w:p>
    <w:p w:rsidR="00843DF1" w:rsidRDefault="00843DF1" w:rsidP="00AB3F16">
      <w:pPr>
        <w:pStyle w:val="libNormal"/>
        <w:rPr>
          <w:noProof/>
        </w:rPr>
      </w:pPr>
      <w:r w:rsidRPr="00CA52B4">
        <w:rPr>
          <w:noProof/>
          <w:rtl/>
        </w:rPr>
        <w:t>أبو جرة الضبعي</w:t>
      </w:r>
    </w:p>
    <w:p w:rsidR="00843DF1" w:rsidRDefault="00843DF1" w:rsidP="00AB3F16">
      <w:pPr>
        <w:pStyle w:val="libNormal"/>
        <w:rPr>
          <w:noProof/>
        </w:rPr>
      </w:pPr>
      <w:r w:rsidRPr="00CA52B4">
        <w:rPr>
          <w:noProof/>
          <w:rtl/>
        </w:rPr>
        <w:t>ابن الحبناء التميمي</w:t>
      </w:r>
    </w:p>
    <w:p w:rsidR="00843DF1" w:rsidRDefault="00843DF1" w:rsidP="00AB3F16">
      <w:pPr>
        <w:pStyle w:val="libNormal"/>
        <w:rPr>
          <w:noProof/>
        </w:rPr>
      </w:pPr>
      <w:r w:rsidRPr="00CA52B4">
        <w:rPr>
          <w:noProof/>
          <w:rtl/>
        </w:rPr>
        <w:t>أبو حبة بن عبد عمرو</w:t>
      </w:r>
      <w:r>
        <w:rPr>
          <w:noProof/>
          <w:rtl/>
        </w:rPr>
        <w:tab/>
      </w:r>
      <w:r w:rsidRPr="00CA52B4">
        <w:rPr>
          <w:noProof/>
          <w:rtl/>
        </w:rPr>
        <w:t>624</w:t>
      </w:r>
    </w:p>
    <w:p w:rsidR="00843DF1" w:rsidRDefault="00843DF1" w:rsidP="00AB3F16">
      <w:pPr>
        <w:pStyle w:val="libNormal"/>
        <w:rPr>
          <w:noProof/>
        </w:rPr>
      </w:pPr>
      <w:r w:rsidRPr="00CA52B4">
        <w:rPr>
          <w:noProof/>
          <w:rtl/>
        </w:rPr>
        <w:t>أبو حسان الأعرج</w:t>
      </w:r>
    </w:p>
    <w:p w:rsidR="00843DF1" w:rsidRDefault="00843DF1" w:rsidP="00AB3F16">
      <w:pPr>
        <w:pStyle w:val="libNormal"/>
        <w:rPr>
          <w:noProof/>
        </w:rPr>
      </w:pPr>
      <w:r w:rsidRPr="00CA52B4">
        <w:rPr>
          <w:noProof/>
          <w:rtl/>
        </w:rPr>
        <w:t>أبو حنش الأزدي</w:t>
      </w:r>
      <w:r>
        <w:rPr>
          <w:noProof/>
          <w:rtl/>
        </w:rPr>
        <w:tab/>
      </w:r>
      <w:r w:rsidRPr="00CA52B4">
        <w:rPr>
          <w:noProof/>
          <w:rtl/>
        </w:rPr>
        <w:t>625</w:t>
      </w:r>
    </w:p>
    <w:p w:rsidR="00843DF1" w:rsidRDefault="00843DF1" w:rsidP="00AB3F16">
      <w:pPr>
        <w:pStyle w:val="libNormal"/>
        <w:rPr>
          <w:noProof/>
        </w:rPr>
      </w:pPr>
      <w:r w:rsidRPr="00CA52B4">
        <w:rPr>
          <w:noProof/>
          <w:rtl/>
        </w:rPr>
        <w:t>أبو حية بن قيس الوادعي</w:t>
      </w:r>
    </w:p>
    <w:p w:rsidR="00843DF1" w:rsidRDefault="00843DF1" w:rsidP="00AB3F16">
      <w:pPr>
        <w:pStyle w:val="libNormal"/>
        <w:rPr>
          <w:noProof/>
        </w:rPr>
      </w:pPr>
      <w:r w:rsidRPr="00CA52B4">
        <w:rPr>
          <w:noProof/>
          <w:rtl/>
        </w:rPr>
        <w:t>أبو خليفة</w:t>
      </w:r>
    </w:p>
    <w:p w:rsidR="00843DF1" w:rsidRDefault="00843DF1" w:rsidP="00AB3F16">
      <w:pPr>
        <w:pStyle w:val="libNormal"/>
        <w:rPr>
          <w:noProof/>
        </w:rPr>
      </w:pPr>
      <w:r w:rsidRPr="00CA52B4">
        <w:rPr>
          <w:noProof/>
          <w:rtl/>
        </w:rPr>
        <w:t>أبو خميصة الزبيدي</w:t>
      </w:r>
    </w:p>
    <w:p w:rsidR="00843DF1" w:rsidRDefault="00843DF1" w:rsidP="00AB3F16">
      <w:pPr>
        <w:pStyle w:val="libNormal"/>
        <w:rPr>
          <w:noProof/>
        </w:rPr>
      </w:pPr>
      <w:r w:rsidRPr="00CA52B4">
        <w:rPr>
          <w:noProof/>
          <w:rtl/>
        </w:rPr>
        <w:t>أبو راشد الحبراني</w:t>
      </w:r>
      <w:r>
        <w:rPr>
          <w:noProof/>
          <w:rtl/>
        </w:rPr>
        <w:tab/>
      </w:r>
      <w:r w:rsidRPr="00CA52B4">
        <w:rPr>
          <w:noProof/>
          <w:rtl/>
        </w:rPr>
        <w:t>626</w:t>
      </w:r>
    </w:p>
    <w:p w:rsidR="00843DF1" w:rsidRDefault="00843DF1" w:rsidP="00AB3F16">
      <w:pPr>
        <w:pStyle w:val="libNormal"/>
        <w:rPr>
          <w:noProof/>
        </w:rPr>
      </w:pPr>
      <w:r w:rsidRPr="00CA52B4">
        <w:rPr>
          <w:noProof/>
          <w:rtl/>
        </w:rPr>
        <w:t>أبو الربيع بن أبي العاص</w:t>
      </w:r>
    </w:p>
    <w:p w:rsidR="00843DF1" w:rsidRDefault="00843DF1" w:rsidP="00AB3F16">
      <w:pPr>
        <w:pStyle w:val="libNormal"/>
        <w:rPr>
          <w:noProof/>
        </w:rPr>
      </w:pPr>
      <w:r w:rsidRPr="00CA52B4">
        <w:rPr>
          <w:noProof/>
          <w:rtl/>
        </w:rPr>
        <w:t>أبو رزين</w:t>
      </w:r>
    </w:p>
    <w:p w:rsidR="00843DF1" w:rsidRDefault="00843DF1" w:rsidP="00AB3F16">
      <w:pPr>
        <w:pStyle w:val="libNormal"/>
        <w:rPr>
          <w:noProof/>
        </w:rPr>
      </w:pPr>
      <w:r w:rsidRPr="00CA52B4">
        <w:rPr>
          <w:noProof/>
          <w:rtl/>
        </w:rPr>
        <w:t>أبو زبيد الطائي</w:t>
      </w:r>
      <w:r>
        <w:rPr>
          <w:noProof/>
          <w:rtl/>
        </w:rPr>
        <w:tab/>
      </w:r>
      <w:r w:rsidRPr="00CA52B4">
        <w:rPr>
          <w:noProof/>
          <w:rtl/>
        </w:rPr>
        <w:t>627</w:t>
      </w:r>
    </w:p>
    <w:p w:rsidR="00843DF1" w:rsidRDefault="00843DF1" w:rsidP="00AB3F16">
      <w:pPr>
        <w:pStyle w:val="libNormal"/>
        <w:rPr>
          <w:noProof/>
        </w:rPr>
      </w:pPr>
      <w:r w:rsidRPr="00CA52B4">
        <w:rPr>
          <w:noProof/>
          <w:rtl/>
        </w:rPr>
        <w:t>أبو الزعراء</w:t>
      </w:r>
      <w:r>
        <w:rPr>
          <w:noProof/>
          <w:rtl/>
        </w:rPr>
        <w:tab/>
      </w:r>
      <w:r w:rsidRPr="00CA52B4">
        <w:rPr>
          <w:noProof/>
          <w:rtl/>
        </w:rPr>
        <w:t>628</w:t>
      </w:r>
    </w:p>
    <w:p w:rsidR="00843DF1" w:rsidRDefault="00843DF1" w:rsidP="00AB3F16">
      <w:pPr>
        <w:pStyle w:val="libNormal"/>
        <w:rPr>
          <w:noProof/>
        </w:rPr>
      </w:pPr>
      <w:r w:rsidRPr="00CA52B4">
        <w:rPr>
          <w:noProof/>
          <w:rtl/>
        </w:rPr>
        <w:t>أبو الزعلي</w:t>
      </w:r>
    </w:p>
    <w:p w:rsidR="00843DF1" w:rsidRDefault="00843DF1" w:rsidP="00AB3F16">
      <w:pPr>
        <w:pStyle w:val="libNormal"/>
        <w:rPr>
          <w:noProof/>
        </w:rPr>
      </w:pPr>
      <w:r w:rsidRPr="00CA52B4">
        <w:rPr>
          <w:noProof/>
          <w:rtl/>
        </w:rPr>
        <w:t>أبو زيد</w:t>
      </w:r>
    </w:p>
    <w:p w:rsidR="00843DF1" w:rsidRPr="00CA52B4" w:rsidRDefault="00843DF1" w:rsidP="00AB3F16">
      <w:pPr>
        <w:pStyle w:val="libNormal"/>
        <w:rPr>
          <w:noProof/>
          <w:rtl/>
        </w:rPr>
      </w:pPr>
      <w:r w:rsidRPr="00CA52B4">
        <w:rPr>
          <w:noProof/>
          <w:rtl/>
        </w:rPr>
        <w:t>أبو زينب بن عروة</w:t>
      </w:r>
      <w:r>
        <w:rPr>
          <w:noProof/>
          <w:rtl/>
        </w:rPr>
        <w:tab/>
      </w:r>
      <w:r w:rsidRPr="00CA52B4">
        <w:rPr>
          <w:noProof/>
          <w:rtl/>
        </w:rPr>
        <w:t>629</w:t>
      </w:r>
    </w:p>
    <w:p w:rsidR="00843DF1" w:rsidRDefault="00843DF1" w:rsidP="00AB3F16">
      <w:pPr>
        <w:pStyle w:val="libNormal"/>
        <w:rPr>
          <w:noProof/>
        </w:rPr>
      </w:pPr>
      <w:r>
        <w:rPr>
          <w:noProof/>
          <w:rtl/>
        </w:rPr>
        <w:br w:type="page"/>
      </w:r>
      <w:r w:rsidRPr="00CA52B4">
        <w:rPr>
          <w:noProof/>
          <w:rtl/>
        </w:rPr>
        <w:lastRenderedPageBreak/>
        <w:t>أبو زينب بن عوف</w:t>
      </w:r>
    </w:p>
    <w:p w:rsidR="00843DF1" w:rsidRDefault="00843DF1" w:rsidP="00AB3F16">
      <w:pPr>
        <w:pStyle w:val="libNormal"/>
        <w:rPr>
          <w:noProof/>
        </w:rPr>
      </w:pPr>
      <w:r w:rsidRPr="00CA52B4">
        <w:rPr>
          <w:noProof/>
          <w:rtl/>
        </w:rPr>
        <w:t>أبو سخيلة</w:t>
      </w:r>
      <w:r>
        <w:rPr>
          <w:noProof/>
          <w:rtl/>
        </w:rPr>
        <w:tab/>
      </w:r>
      <w:r w:rsidRPr="00CA52B4">
        <w:rPr>
          <w:noProof/>
          <w:rtl/>
        </w:rPr>
        <w:t>630</w:t>
      </w:r>
    </w:p>
    <w:p w:rsidR="00843DF1" w:rsidRDefault="00843DF1" w:rsidP="00AB3F16">
      <w:pPr>
        <w:pStyle w:val="libNormal"/>
        <w:rPr>
          <w:noProof/>
        </w:rPr>
      </w:pPr>
      <w:r w:rsidRPr="00CA52B4">
        <w:rPr>
          <w:noProof/>
          <w:rtl/>
        </w:rPr>
        <w:t>أبو سعيد بن عقيل بن أبي طالب</w:t>
      </w:r>
    </w:p>
    <w:p w:rsidR="00843DF1" w:rsidRDefault="00843DF1" w:rsidP="00AB3F16">
      <w:pPr>
        <w:pStyle w:val="libNormal"/>
        <w:rPr>
          <w:noProof/>
        </w:rPr>
      </w:pPr>
      <w:r w:rsidRPr="00CA52B4">
        <w:rPr>
          <w:noProof/>
          <w:rtl/>
        </w:rPr>
        <w:t>أبو سعيد عقيصان</w:t>
      </w:r>
      <w:r>
        <w:rPr>
          <w:noProof/>
          <w:rtl/>
        </w:rPr>
        <w:tab/>
      </w:r>
      <w:r w:rsidRPr="00CA52B4">
        <w:rPr>
          <w:noProof/>
          <w:rtl/>
        </w:rPr>
        <w:t>631</w:t>
      </w:r>
    </w:p>
    <w:p w:rsidR="00843DF1" w:rsidRDefault="00843DF1" w:rsidP="00AB3F16">
      <w:pPr>
        <w:pStyle w:val="libNormal"/>
        <w:rPr>
          <w:noProof/>
        </w:rPr>
      </w:pPr>
      <w:r w:rsidRPr="00CA52B4">
        <w:rPr>
          <w:noProof/>
          <w:rtl/>
        </w:rPr>
        <w:t>أبو سعيد بن أبي المعلى</w:t>
      </w:r>
      <w:r>
        <w:rPr>
          <w:noProof/>
          <w:rtl/>
        </w:rPr>
        <w:tab/>
      </w:r>
      <w:r w:rsidRPr="00CA52B4">
        <w:rPr>
          <w:noProof/>
          <w:rtl/>
        </w:rPr>
        <w:t>632</w:t>
      </w:r>
    </w:p>
    <w:p w:rsidR="00843DF1" w:rsidRDefault="00843DF1" w:rsidP="00AB3F16">
      <w:pPr>
        <w:pStyle w:val="libNormal"/>
        <w:rPr>
          <w:noProof/>
        </w:rPr>
      </w:pPr>
      <w:r w:rsidRPr="00CA52B4">
        <w:rPr>
          <w:noProof/>
          <w:rtl/>
        </w:rPr>
        <w:t>أبو سعيد</w:t>
      </w:r>
    </w:p>
    <w:p w:rsidR="00843DF1" w:rsidRDefault="00843DF1" w:rsidP="00AB3F16">
      <w:pPr>
        <w:pStyle w:val="libNormal"/>
        <w:rPr>
          <w:noProof/>
        </w:rPr>
      </w:pPr>
      <w:r w:rsidRPr="00CA52B4">
        <w:rPr>
          <w:noProof/>
          <w:rtl/>
        </w:rPr>
        <w:t>أبو السفاح البجلي</w:t>
      </w:r>
    </w:p>
    <w:p w:rsidR="00843DF1" w:rsidRDefault="00843DF1" w:rsidP="00AB3F16">
      <w:pPr>
        <w:pStyle w:val="libNormal"/>
        <w:rPr>
          <w:noProof/>
        </w:rPr>
      </w:pPr>
      <w:r w:rsidRPr="00CA52B4">
        <w:rPr>
          <w:noProof/>
          <w:rtl/>
        </w:rPr>
        <w:t>أبو سفيان</w:t>
      </w:r>
      <w:r>
        <w:rPr>
          <w:noProof/>
          <w:rtl/>
        </w:rPr>
        <w:tab/>
      </w:r>
      <w:r w:rsidRPr="00CA52B4">
        <w:rPr>
          <w:noProof/>
          <w:rtl/>
        </w:rPr>
        <w:t>633</w:t>
      </w:r>
    </w:p>
    <w:p w:rsidR="00843DF1" w:rsidRDefault="00843DF1" w:rsidP="00AB3F16">
      <w:pPr>
        <w:pStyle w:val="libNormal"/>
        <w:rPr>
          <w:noProof/>
        </w:rPr>
      </w:pPr>
      <w:r w:rsidRPr="00CA52B4">
        <w:rPr>
          <w:noProof/>
          <w:rtl/>
        </w:rPr>
        <w:t>أبو سلمان المؤذن</w:t>
      </w:r>
    </w:p>
    <w:p w:rsidR="00843DF1" w:rsidRDefault="00843DF1" w:rsidP="00AB3F16">
      <w:pPr>
        <w:pStyle w:val="libNormal"/>
        <w:rPr>
          <w:noProof/>
        </w:rPr>
      </w:pPr>
      <w:r w:rsidRPr="00CA52B4">
        <w:rPr>
          <w:noProof/>
          <w:rtl/>
        </w:rPr>
        <w:t>أبو سليمان الحضرمي</w:t>
      </w:r>
    </w:p>
    <w:p w:rsidR="00843DF1" w:rsidRDefault="00843DF1" w:rsidP="00AB3F16">
      <w:pPr>
        <w:pStyle w:val="libNormal"/>
        <w:rPr>
          <w:noProof/>
        </w:rPr>
      </w:pPr>
      <w:r w:rsidRPr="00CA52B4">
        <w:rPr>
          <w:noProof/>
          <w:rtl/>
        </w:rPr>
        <w:t>أبو سليمان المرعشي</w:t>
      </w:r>
    </w:p>
    <w:p w:rsidR="00843DF1" w:rsidRDefault="00843DF1" w:rsidP="00AB3F16">
      <w:pPr>
        <w:pStyle w:val="libNormal"/>
        <w:rPr>
          <w:noProof/>
        </w:rPr>
      </w:pPr>
      <w:r w:rsidRPr="00CA52B4">
        <w:rPr>
          <w:noProof/>
          <w:rtl/>
        </w:rPr>
        <w:t>أبو سمرة بن ذؤيب</w:t>
      </w:r>
      <w:r>
        <w:rPr>
          <w:noProof/>
          <w:rtl/>
        </w:rPr>
        <w:tab/>
      </w:r>
      <w:r w:rsidRPr="00CA52B4">
        <w:rPr>
          <w:noProof/>
          <w:rtl/>
        </w:rPr>
        <w:t>634</w:t>
      </w:r>
    </w:p>
    <w:p w:rsidR="00843DF1" w:rsidRDefault="00843DF1" w:rsidP="00AB3F16">
      <w:pPr>
        <w:pStyle w:val="libNormal"/>
        <w:rPr>
          <w:noProof/>
        </w:rPr>
      </w:pPr>
      <w:r w:rsidRPr="00CA52B4">
        <w:rPr>
          <w:noProof/>
          <w:rtl/>
        </w:rPr>
        <w:t>أبو سماك الأسدي</w:t>
      </w:r>
    </w:p>
    <w:p w:rsidR="00843DF1" w:rsidRDefault="00843DF1" w:rsidP="00AB3F16">
      <w:pPr>
        <w:pStyle w:val="libNormal"/>
        <w:rPr>
          <w:noProof/>
        </w:rPr>
      </w:pPr>
      <w:r w:rsidRPr="00CA52B4">
        <w:rPr>
          <w:noProof/>
          <w:rtl/>
        </w:rPr>
        <w:t>أبو سمرة بن أبرهة</w:t>
      </w:r>
    </w:p>
    <w:p w:rsidR="00843DF1" w:rsidRDefault="00843DF1" w:rsidP="00AB3F16">
      <w:pPr>
        <w:pStyle w:val="libNormal"/>
        <w:rPr>
          <w:noProof/>
        </w:rPr>
      </w:pPr>
      <w:r w:rsidRPr="00CA52B4">
        <w:rPr>
          <w:noProof/>
          <w:rtl/>
        </w:rPr>
        <w:t>أبو سنان الأنصاري</w:t>
      </w:r>
    </w:p>
    <w:p w:rsidR="00843DF1" w:rsidRDefault="00843DF1" w:rsidP="00AB3F16">
      <w:pPr>
        <w:pStyle w:val="libNormal"/>
        <w:rPr>
          <w:noProof/>
        </w:rPr>
      </w:pPr>
      <w:r w:rsidRPr="00CA52B4">
        <w:rPr>
          <w:noProof/>
          <w:rtl/>
        </w:rPr>
        <w:t>أبو منح بن عمرو النهدي</w:t>
      </w:r>
    </w:p>
    <w:p w:rsidR="00843DF1" w:rsidRDefault="00843DF1" w:rsidP="00AB3F16">
      <w:pPr>
        <w:pStyle w:val="libNormal"/>
        <w:rPr>
          <w:noProof/>
        </w:rPr>
      </w:pPr>
      <w:r w:rsidRPr="00CA52B4">
        <w:rPr>
          <w:noProof/>
          <w:rtl/>
        </w:rPr>
        <w:t>أبو شجاع الحميري</w:t>
      </w:r>
    </w:p>
    <w:p w:rsidR="00843DF1" w:rsidRDefault="00843DF1" w:rsidP="00AB3F16">
      <w:pPr>
        <w:pStyle w:val="libNormal"/>
        <w:rPr>
          <w:noProof/>
        </w:rPr>
      </w:pPr>
      <w:r w:rsidRPr="00CA52B4">
        <w:rPr>
          <w:noProof/>
          <w:rtl/>
        </w:rPr>
        <w:t>أبو شريح الخزاعي</w:t>
      </w:r>
      <w:r>
        <w:rPr>
          <w:noProof/>
          <w:rtl/>
        </w:rPr>
        <w:tab/>
      </w:r>
      <w:r w:rsidRPr="00CA52B4">
        <w:rPr>
          <w:noProof/>
          <w:rtl/>
        </w:rPr>
        <w:t>635</w:t>
      </w:r>
    </w:p>
    <w:p w:rsidR="00843DF1" w:rsidRDefault="00843DF1" w:rsidP="00AB3F16">
      <w:pPr>
        <w:pStyle w:val="libNormal"/>
        <w:rPr>
          <w:noProof/>
        </w:rPr>
      </w:pPr>
      <w:r w:rsidRPr="00CA52B4">
        <w:rPr>
          <w:noProof/>
          <w:rtl/>
        </w:rPr>
        <w:t>أبو صادق كليب الجرمي</w:t>
      </w:r>
    </w:p>
    <w:p w:rsidR="00843DF1" w:rsidRDefault="00843DF1" w:rsidP="00AB3F16">
      <w:pPr>
        <w:pStyle w:val="libNormal"/>
        <w:rPr>
          <w:noProof/>
        </w:rPr>
      </w:pPr>
      <w:r w:rsidRPr="00CA52B4">
        <w:rPr>
          <w:noProof/>
          <w:rtl/>
        </w:rPr>
        <w:t>أبو صادق بشير بن غالب</w:t>
      </w:r>
    </w:p>
    <w:p w:rsidR="00843DF1" w:rsidRDefault="00843DF1" w:rsidP="00AB3F16">
      <w:pPr>
        <w:pStyle w:val="libNormal"/>
        <w:rPr>
          <w:noProof/>
        </w:rPr>
      </w:pPr>
      <w:r w:rsidRPr="00CA52B4">
        <w:rPr>
          <w:noProof/>
          <w:rtl/>
        </w:rPr>
        <w:t>أبو صادق الأزدي</w:t>
      </w:r>
      <w:r>
        <w:rPr>
          <w:noProof/>
          <w:rtl/>
        </w:rPr>
        <w:tab/>
      </w:r>
      <w:r w:rsidRPr="00CA52B4">
        <w:rPr>
          <w:noProof/>
          <w:rtl/>
        </w:rPr>
        <w:t>636</w:t>
      </w:r>
    </w:p>
    <w:p w:rsidR="00843DF1" w:rsidRDefault="00843DF1" w:rsidP="00AB3F16">
      <w:pPr>
        <w:pStyle w:val="libNormal"/>
        <w:rPr>
          <w:noProof/>
        </w:rPr>
      </w:pPr>
      <w:r w:rsidRPr="00CA52B4">
        <w:rPr>
          <w:noProof/>
          <w:rtl/>
        </w:rPr>
        <w:t>أبو الصهباء البكري</w:t>
      </w:r>
    </w:p>
    <w:p w:rsidR="00843DF1" w:rsidRDefault="00843DF1" w:rsidP="00AB3F16">
      <w:pPr>
        <w:pStyle w:val="libNormal"/>
        <w:rPr>
          <w:noProof/>
        </w:rPr>
      </w:pPr>
      <w:r w:rsidRPr="00CA52B4">
        <w:rPr>
          <w:noProof/>
          <w:rtl/>
        </w:rPr>
        <w:t>أبو ضرغامة</w:t>
      </w:r>
    </w:p>
    <w:p w:rsidR="00843DF1" w:rsidRDefault="00843DF1" w:rsidP="00AB3F16">
      <w:pPr>
        <w:pStyle w:val="libNormal"/>
        <w:rPr>
          <w:noProof/>
        </w:rPr>
      </w:pPr>
      <w:r w:rsidRPr="00CA52B4">
        <w:rPr>
          <w:noProof/>
          <w:rtl/>
        </w:rPr>
        <w:t>أبو عائشة</w:t>
      </w:r>
      <w:r>
        <w:rPr>
          <w:noProof/>
          <w:rtl/>
        </w:rPr>
        <w:tab/>
      </w:r>
      <w:r w:rsidRPr="00CA52B4">
        <w:rPr>
          <w:noProof/>
          <w:rtl/>
        </w:rPr>
        <w:t>637</w:t>
      </w:r>
    </w:p>
    <w:p w:rsidR="00843DF1" w:rsidRDefault="00843DF1" w:rsidP="00AB3F16">
      <w:pPr>
        <w:pStyle w:val="libNormal"/>
        <w:rPr>
          <w:noProof/>
        </w:rPr>
      </w:pPr>
      <w:r w:rsidRPr="00CA52B4">
        <w:rPr>
          <w:noProof/>
          <w:rtl/>
        </w:rPr>
        <w:t>أبو عبد الله الشيباني</w:t>
      </w:r>
    </w:p>
    <w:p w:rsidR="00843DF1" w:rsidRDefault="00843DF1" w:rsidP="00AB3F16">
      <w:pPr>
        <w:pStyle w:val="libNormal"/>
        <w:rPr>
          <w:noProof/>
        </w:rPr>
      </w:pPr>
      <w:r w:rsidRPr="00CA52B4">
        <w:rPr>
          <w:noProof/>
          <w:rtl/>
        </w:rPr>
        <w:t>أبو عبيدة بن راشد</w:t>
      </w:r>
    </w:p>
    <w:p w:rsidR="00843DF1" w:rsidRDefault="00843DF1" w:rsidP="00AB3F16">
      <w:pPr>
        <w:pStyle w:val="libNormal"/>
        <w:rPr>
          <w:noProof/>
        </w:rPr>
      </w:pPr>
      <w:r w:rsidRPr="00CA52B4">
        <w:rPr>
          <w:noProof/>
          <w:rtl/>
        </w:rPr>
        <w:t>أبو عثمان بن سنة</w:t>
      </w:r>
    </w:p>
    <w:p w:rsidR="00843DF1" w:rsidRDefault="00843DF1" w:rsidP="00AB3F16">
      <w:pPr>
        <w:pStyle w:val="libNormal"/>
        <w:rPr>
          <w:noProof/>
        </w:rPr>
      </w:pPr>
      <w:r w:rsidRPr="00CA52B4">
        <w:rPr>
          <w:noProof/>
          <w:rtl/>
        </w:rPr>
        <w:t>أبو عطاء</w:t>
      </w:r>
      <w:r>
        <w:rPr>
          <w:noProof/>
          <w:rtl/>
        </w:rPr>
        <w:tab/>
      </w:r>
      <w:r w:rsidRPr="00CA52B4">
        <w:rPr>
          <w:noProof/>
          <w:rtl/>
        </w:rPr>
        <w:t>638</w:t>
      </w:r>
    </w:p>
    <w:p w:rsidR="00843DF1" w:rsidRDefault="00843DF1" w:rsidP="00AB3F16">
      <w:pPr>
        <w:pStyle w:val="libNormal"/>
        <w:rPr>
          <w:noProof/>
        </w:rPr>
      </w:pPr>
      <w:r w:rsidRPr="00CA52B4">
        <w:rPr>
          <w:noProof/>
          <w:rtl/>
        </w:rPr>
        <w:t>أبو عمار</w:t>
      </w:r>
    </w:p>
    <w:p w:rsidR="00843DF1" w:rsidRDefault="00843DF1" w:rsidP="00AB3F16">
      <w:pPr>
        <w:pStyle w:val="libNormal"/>
        <w:rPr>
          <w:noProof/>
        </w:rPr>
      </w:pPr>
      <w:r w:rsidRPr="00CA52B4">
        <w:rPr>
          <w:noProof/>
          <w:rtl/>
        </w:rPr>
        <w:t>أبو عمرو العبدي</w:t>
      </w:r>
    </w:p>
    <w:p w:rsidR="00843DF1" w:rsidRPr="00CA52B4" w:rsidRDefault="00843DF1" w:rsidP="00AB3F16">
      <w:pPr>
        <w:pStyle w:val="libNormal"/>
        <w:rPr>
          <w:noProof/>
          <w:rtl/>
        </w:rPr>
      </w:pPr>
      <w:r w:rsidRPr="00CA52B4">
        <w:rPr>
          <w:noProof/>
          <w:rtl/>
        </w:rPr>
        <w:t>أبو العمرطة بن يزيد</w:t>
      </w:r>
    </w:p>
    <w:p w:rsidR="00843DF1" w:rsidRDefault="00843DF1" w:rsidP="00AB3F16">
      <w:pPr>
        <w:pStyle w:val="libNormal"/>
        <w:rPr>
          <w:noProof/>
        </w:rPr>
      </w:pPr>
      <w:r>
        <w:rPr>
          <w:noProof/>
          <w:rtl/>
        </w:rPr>
        <w:br w:type="page"/>
      </w:r>
      <w:r w:rsidRPr="00CA52B4">
        <w:rPr>
          <w:noProof/>
          <w:rtl/>
        </w:rPr>
        <w:lastRenderedPageBreak/>
        <w:t>أبو عياش بن النعمان</w:t>
      </w:r>
      <w:r>
        <w:rPr>
          <w:noProof/>
          <w:rtl/>
        </w:rPr>
        <w:tab/>
      </w:r>
      <w:r w:rsidRPr="00CA52B4">
        <w:rPr>
          <w:noProof/>
          <w:rtl/>
        </w:rPr>
        <w:t>639</w:t>
      </w:r>
    </w:p>
    <w:p w:rsidR="00843DF1" w:rsidRDefault="00843DF1" w:rsidP="00AB3F16">
      <w:pPr>
        <w:pStyle w:val="libNormal"/>
        <w:rPr>
          <w:noProof/>
        </w:rPr>
      </w:pPr>
      <w:r w:rsidRPr="00CA52B4">
        <w:rPr>
          <w:noProof/>
          <w:rtl/>
        </w:rPr>
        <w:t>أبو فزارة العنزي</w:t>
      </w:r>
    </w:p>
    <w:p w:rsidR="00843DF1" w:rsidRDefault="00843DF1" w:rsidP="00AB3F16">
      <w:pPr>
        <w:pStyle w:val="libNormal"/>
        <w:rPr>
          <w:noProof/>
        </w:rPr>
      </w:pPr>
      <w:r w:rsidRPr="00CA52B4">
        <w:rPr>
          <w:noProof/>
          <w:rtl/>
        </w:rPr>
        <w:t>أبو فضالة الأنصاري</w:t>
      </w:r>
    </w:p>
    <w:p w:rsidR="00843DF1" w:rsidRDefault="00843DF1" w:rsidP="00AB3F16">
      <w:pPr>
        <w:pStyle w:val="libNormal"/>
        <w:rPr>
          <w:noProof/>
        </w:rPr>
      </w:pPr>
      <w:r w:rsidRPr="00CA52B4">
        <w:rPr>
          <w:noProof/>
          <w:rtl/>
        </w:rPr>
        <w:t>أبو قرارة بن معاوية</w:t>
      </w:r>
    </w:p>
    <w:p w:rsidR="00843DF1" w:rsidRDefault="00843DF1" w:rsidP="00AB3F16">
      <w:pPr>
        <w:pStyle w:val="libNormal"/>
        <w:rPr>
          <w:noProof/>
        </w:rPr>
      </w:pPr>
      <w:r w:rsidRPr="00CA52B4">
        <w:rPr>
          <w:noProof/>
          <w:rtl/>
        </w:rPr>
        <w:t>أبو القعقاع الجرمي</w:t>
      </w:r>
      <w:r>
        <w:rPr>
          <w:noProof/>
          <w:rtl/>
        </w:rPr>
        <w:tab/>
      </w:r>
      <w:r w:rsidRPr="00CA52B4">
        <w:rPr>
          <w:noProof/>
          <w:rtl/>
        </w:rPr>
        <w:t>640</w:t>
      </w:r>
    </w:p>
    <w:p w:rsidR="00843DF1" w:rsidRDefault="00843DF1" w:rsidP="00AB3F16">
      <w:pPr>
        <w:pStyle w:val="libNormal"/>
        <w:rPr>
          <w:noProof/>
        </w:rPr>
      </w:pPr>
      <w:r w:rsidRPr="00CA52B4">
        <w:rPr>
          <w:noProof/>
          <w:rtl/>
        </w:rPr>
        <w:t>أبو القماص</w:t>
      </w:r>
    </w:p>
    <w:p w:rsidR="00843DF1" w:rsidRDefault="00843DF1" w:rsidP="00AB3F16">
      <w:pPr>
        <w:pStyle w:val="libNormal"/>
        <w:rPr>
          <w:noProof/>
        </w:rPr>
      </w:pPr>
      <w:r w:rsidRPr="00CA52B4">
        <w:rPr>
          <w:noProof/>
          <w:rtl/>
        </w:rPr>
        <w:t>أبو كثير الزبيدي</w:t>
      </w:r>
    </w:p>
    <w:p w:rsidR="00843DF1" w:rsidRDefault="00843DF1" w:rsidP="00AB3F16">
      <w:pPr>
        <w:pStyle w:val="libNormal"/>
        <w:rPr>
          <w:noProof/>
        </w:rPr>
      </w:pPr>
      <w:r w:rsidRPr="00CA52B4">
        <w:rPr>
          <w:noProof/>
          <w:rtl/>
        </w:rPr>
        <w:t>أبو كنانة</w:t>
      </w:r>
      <w:r>
        <w:rPr>
          <w:noProof/>
          <w:rtl/>
        </w:rPr>
        <w:tab/>
      </w:r>
      <w:r w:rsidRPr="00CA52B4">
        <w:rPr>
          <w:noProof/>
          <w:rtl/>
        </w:rPr>
        <w:t>641</w:t>
      </w:r>
    </w:p>
    <w:p w:rsidR="00843DF1" w:rsidRDefault="00843DF1" w:rsidP="00AB3F16">
      <w:pPr>
        <w:pStyle w:val="libNormal"/>
        <w:rPr>
          <w:noProof/>
        </w:rPr>
      </w:pPr>
      <w:r w:rsidRPr="00CA52B4">
        <w:rPr>
          <w:noProof/>
          <w:rtl/>
        </w:rPr>
        <w:t>أبو ليلى الأنصاري</w:t>
      </w:r>
    </w:p>
    <w:p w:rsidR="00843DF1" w:rsidRDefault="00843DF1" w:rsidP="00AB3F16">
      <w:pPr>
        <w:pStyle w:val="libNormal"/>
        <w:rPr>
          <w:noProof/>
        </w:rPr>
      </w:pPr>
      <w:r w:rsidRPr="00CA52B4">
        <w:rPr>
          <w:noProof/>
          <w:rtl/>
        </w:rPr>
        <w:t>أبو ليلى بن حارثة</w:t>
      </w:r>
    </w:p>
    <w:p w:rsidR="00843DF1" w:rsidRDefault="00843DF1" w:rsidP="00AB3F16">
      <w:pPr>
        <w:pStyle w:val="libNormal"/>
        <w:rPr>
          <w:noProof/>
        </w:rPr>
      </w:pPr>
      <w:r w:rsidRPr="00CA52B4">
        <w:rPr>
          <w:noProof/>
          <w:rtl/>
        </w:rPr>
        <w:t>أبو ليلى بن عمر</w:t>
      </w:r>
    </w:p>
    <w:p w:rsidR="00843DF1" w:rsidRDefault="00843DF1" w:rsidP="00AB3F16">
      <w:pPr>
        <w:pStyle w:val="libNormal"/>
        <w:rPr>
          <w:noProof/>
        </w:rPr>
      </w:pPr>
      <w:r w:rsidRPr="00CA52B4">
        <w:rPr>
          <w:noProof/>
          <w:rtl/>
        </w:rPr>
        <w:t>أبو ليلى بن عبد الله</w:t>
      </w:r>
    </w:p>
    <w:p w:rsidR="00843DF1" w:rsidRDefault="00843DF1" w:rsidP="00AB3F16">
      <w:pPr>
        <w:pStyle w:val="libNormal"/>
        <w:rPr>
          <w:noProof/>
        </w:rPr>
      </w:pPr>
      <w:r w:rsidRPr="00CA52B4">
        <w:rPr>
          <w:noProof/>
          <w:rtl/>
        </w:rPr>
        <w:t>أبو ماوية بن وهب</w:t>
      </w:r>
      <w:r>
        <w:rPr>
          <w:noProof/>
          <w:rtl/>
        </w:rPr>
        <w:tab/>
      </w:r>
      <w:r w:rsidRPr="00CA52B4">
        <w:rPr>
          <w:noProof/>
          <w:rtl/>
        </w:rPr>
        <w:t>642</w:t>
      </w:r>
    </w:p>
    <w:p w:rsidR="00843DF1" w:rsidRDefault="00843DF1" w:rsidP="00AB3F16">
      <w:pPr>
        <w:pStyle w:val="libNormal"/>
        <w:rPr>
          <w:noProof/>
        </w:rPr>
      </w:pPr>
      <w:r w:rsidRPr="00CA52B4">
        <w:rPr>
          <w:noProof/>
          <w:rtl/>
        </w:rPr>
        <w:t>أبو محمد الهذلي</w:t>
      </w:r>
    </w:p>
    <w:p w:rsidR="00843DF1" w:rsidRDefault="00843DF1" w:rsidP="00AB3F16">
      <w:pPr>
        <w:pStyle w:val="libNormal"/>
        <w:rPr>
          <w:noProof/>
        </w:rPr>
      </w:pPr>
      <w:r w:rsidRPr="00CA52B4">
        <w:rPr>
          <w:noProof/>
          <w:rtl/>
        </w:rPr>
        <w:t>أبو مروان الأسلمي</w:t>
      </w:r>
    </w:p>
    <w:p w:rsidR="00843DF1" w:rsidRDefault="00843DF1" w:rsidP="00AB3F16">
      <w:pPr>
        <w:pStyle w:val="libNormal"/>
        <w:rPr>
          <w:noProof/>
        </w:rPr>
      </w:pPr>
      <w:r w:rsidRPr="00CA52B4">
        <w:rPr>
          <w:noProof/>
          <w:rtl/>
        </w:rPr>
        <w:t>أبو مريم الكوفي</w:t>
      </w:r>
      <w:r>
        <w:rPr>
          <w:noProof/>
          <w:rtl/>
        </w:rPr>
        <w:tab/>
      </w:r>
      <w:r w:rsidRPr="00CA52B4">
        <w:rPr>
          <w:noProof/>
          <w:rtl/>
        </w:rPr>
        <w:t>643</w:t>
      </w:r>
    </w:p>
    <w:p w:rsidR="00843DF1" w:rsidRDefault="00843DF1" w:rsidP="00AB3F16">
      <w:pPr>
        <w:pStyle w:val="libNormal"/>
        <w:rPr>
          <w:noProof/>
        </w:rPr>
      </w:pPr>
      <w:r w:rsidRPr="00CA52B4">
        <w:rPr>
          <w:noProof/>
          <w:rtl/>
        </w:rPr>
        <w:t>أبو مسبح بن عمرو</w:t>
      </w:r>
    </w:p>
    <w:p w:rsidR="00843DF1" w:rsidRDefault="00843DF1" w:rsidP="00AB3F16">
      <w:pPr>
        <w:pStyle w:val="libNormal"/>
        <w:rPr>
          <w:noProof/>
        </w:rPr>
      </w:pPr>
      <w:r w:rsidRPr="00CA52B4">
        <w:rPr>
          <w:noProof/>
          <w:rtl/>
        </w:rPr>
        <w:t>سعيد بن عبد الله</w:t>
      </w:r>
    </w:p>
    <w:p w:rsidR="00843DF1" w:rsidRDefault="00843DF1" w:rsidP="00AB3F16">
      <w:pPr>
        <w:pStyle w:val="libNormal"/>
        <w:rPr>
          <w:noProof/>
        </w:rPr>
      </w:pPr>
      <w:r w:rsidRPr="00CA52B4">
        <w:rPr>
          <w:noProof/>
          <w:rtl/>
        </w:rPr>
        <w:t>سلمة بن خذيم بن جرثومة</w:t>
      </w:r>
    </w:p>
    <w:p w:rsidR="00843DF1" w:rsidRDefault="00843DF1" w:rsidP="00AB3F16">
      <w:pPr>
        <w:pStyle w:val="libNormal"/>
        <w:rPr>
          <w:noProof/>
        </w:rPr>
      </w:pPr>
      <w:r w:rsidRPr="00CA52B4">
        <w:rPr>
          <w:noProof/>
          <w:rtl/>
        </w:rPr>
        <w:t>صخر بن سمي</w:t>
      </w:r>
    </w:p>
    <w:p w:rsidR="00843DF1" w:rsidRDefault="00843DF1" w:rsidP="00AB3F16">
      <w:pPr>
        <w:pStyle w:val="libNormal"/>
        <w:rPr>
          <w:noProof/>
        </w:rPr>
      </w:pPr>
      <w:r w:rsidRPr="00CA52B4">
        <w:rPr>
          <w:noProof/>
          <w:rtl/>
        </w:rPr>
        <w:t>عامر بن عريف</w:t>
      </w:r>
    </w:p>
    <w:p w:rsidR="00843DF1" w:rsidRDefault="00843DF1" w:rsidP="00AB3F16">
      <w:pPr>
        <w:pStyle w:val="libNormal"/>
        <w:rPr>
          <w:noProof/>
        </w:rPr>
      </w:pPr>
      <w:r w:rsidRPr="00CA52B4">
        <w:rPr>
          <w:noProof/>
          <w:rtl/>
        </w:rPr>
        <w:t>عبد الله بن زهير</w:t>
      </w:r>
    </w:p>
    <w:p w:rsidR="00843DF1" w:rsidRDefault="00843DF1" w:rsidP="00AB3F16">
      <w:pPr>
        <w:pStyle w:val="libNormal"/>
        <w:rPr>
          <w:noProof/>
        </w:rPr>
      </w:pPr>
      <w:r w:rsidRPr="00CA52B4">
        <w:rPr>
          <w:noProof/>
          <w:rtl/>
        </w:rPr>
        <w:t>عبد الله بن عمر</w:t>
      </w:r>
    </w:p>
    <w:p w:rsidR="00843DF1" w:rsidRDefault="00843DF1" w:rsidP="00AB3F16">
      <w:pPr>
        <w:pStyle w:val="libNormal"/>
        <w:rPr>
          <w:noProof/>
        </w:rPr>
      </w:pPr>
      <w:r w:rsidRPr="00CA52B4">
        <w:rPr>
          <w:noProof/>
          <w:rtl/>
        </w:rPr>
        <w:t>عبد الله بن ناجذ</w:t>
      </w:r>
    </w:p>
    <w:p w:rsidR="00843DF1" w:rsidRDefault="00843DF1" w:rsidP="00AB3F16">
      <w:pPr>
        <w:pStyle w:val="libNormal"/>
        <w:rPr>
          <w:noProof/>
        </w:rPr>
      </w:pPr>
      <w:r w:rsidRPr="00CA52B4">
        <w:rPr>
          <w:noProof/>
          <w:rtl/>
        </w:rPr>
        <w:t>عبد الله بن النزال</w:t>
      </w:r>
    </w:p>
    <w:p w:rsidR="00843DF1" w:rsidRDefault="00843DF1" w:rsidP="00AB3F16">
      <w:pPr>
        <w:pStyle w:val="libNormal"/>
        <w:rPr>
          <w:noProof/>
        </w:rPr>
      </w:pPr>
      <w:r w:rsidRPr="00CA52B4">
        <w:rPr>
          <w:noProof/>
          <w:rtl/>
        </w:rPr>
        <w:t>عجل بن عبد الله</w:t>
      </w:r>
    </w:p>
    <w:p w:rsidR="00843DF1" w:rsidRDefault="00843DF1" w:rsidP="00AB3F16">
      <w:pPr>
        <w:pStyle w:val="libNormal"/>
        <w:rPr>
          <w:noProof/>
        </w:rPr>
      </w:pPr>
      <w:r w:rsidRPr="00CA52B4">
        <w:rPr>
          <w:noProof/>
          <w:rtl/>
        </w:rPr>
        <w:t>علي بن عمير</w:t>
      </w:r>
    </w:p>
    <w:p w:rsidR="00843DF1" w:rsidRDefault="00843DF1" w:rsidP="00AB3F16">
      <w:pPr>
        <w:pStyle w:val="libNormal"/>
        <w:rPr>
          <w:noProof/>
        </w:rPr>
      </w:pPr>
      <w:r w:rsidRPr="00CA52B4">
        <w:rPr>
          <w:noProof/>
          <w:rtl/>
        </w:rPr>
        <w:t>عمرو بن عريف</w:t>
      </w:r>
    </w:p>
    <w:p w:rsidR="00843DF1" w:rsidRDefault="00843DF1" w:rsidP="00AB3F16">
      <w:pPr>
        <w:pStyle w:val="libNormal"/>
        <w:rPr>
          <w:noProof/>
        </w:rPr>
      </w:pPr>
      <w:r w:rsidRPr="00CA52B4">
        <w:rPr>
          <w:noProof/>
          <w:rtl/>
        </w:rPr>
        <w:t>مخارق بن</w:t>
      </w:r>
      <w:r>
        <w:rPr>
          <w:noProof/>
          <w:rtl/>
        </w:rPr>
        <w:tab/>
      </w:r>
      <w:r w:rsidRPr="00CA52B4">
        <w:rPr>
          <w:noProof/>
          <w:rtl/>
        </w:rPr>
        <w:t>644</w:t>
      </w:r>
    </w:p>
    <w:p w:rsidR="00843DF1" w:rsidRPr="00CA52B4" w:rsidRDefault="00843DF1" w:rsidP="00AB3F16">
      <w:pPr>
        <w:pStyle w:val="libNormal"/>
        <w:rPr>
          <w:noProof/>
          <w:rtl/>
        </w:rPr>
      </w:pPr>
      <w:r w:rsidRPr="00CA52B4">
        <w:rPr>
          <w:noProof/>
          <w:rtl/>
        </w:rPr>
        <w:t>مسروق بن الهيثم</w:t>
      </w:r>
    </w:p>
    <w:p w:rsidR="00843DF1" w:rsidRDefault="00843DF1" w:rsidP="00AB3F16">
      <w:pPr>
        <w:pStyle w:val="libNormal"/>
        <w:rPr>
          <w:noProof/>
        </w:rPr>
      </w:pPr>
      <w:r>
        <w:rPr>
          <w:noProof/>
          <w:rtl/>
        </w:rPr>
        <w:br w:type="page"/>
      </w:r>
      <w:r w:rsidRPr="00CA52B4">
        <w:rPr>
          <w:noProof/>
          <w:rtl/>
        </w:rPr>
        <w:lastRenderedPageBreak/>
        <w:t>أبو مسعود الأنصاري</w:t>
      </w:r>
    </w:p>
    <w:p w:rsidR="00843DF1" w:rsidRDefault="00843DF1" w:rsidP="00AB3F16">
      <w:pPr>
        <w:pStyle w:val="libNormal"/>
        <w:rPr>
          <w:noProof/>
        </w:rPr>
      </w:pPr>
      <w:r w:rsidRPr="00CA52B4">
        <w:rPr>
          <w:noProof/>
          <w:rtl/>
        </w:rPr>
        <w:t>أبو مطر البصري</w:t>
      </w:r>
    </w:p>
    <w:p w:rsidR="00843DF1" w:rsidRDefault="00843DF1" w:rsidP="00AB3F16">
      <w:pPr>
        <w:pStyle w:val="libNormal"/>
        <w:rPr>
          <w:noProof/>
        </w:rPr>
      </w:pPr>
      <w:r w:rsidRPr="00CA52B4">
        <w:rPr>
          <w:noProof/>
          <w:rtl/>
        </w:rPr>
        <w:t>أبو المنذر الجهني</w:t>
      </w:r>
    </w:p>
    <w:p w:rsidR="00843DF1" w:rsidRDefault="00843DF1" w:rsidP="00AB3F16">
      <w:pPr>
        <w:pStyle w:val="libNormal"/>
        <w:rPr>
          <w:noProof/>
        </w:rPr>
      </w:pPr>
      <w:r w:rsidRPr="00CA52B4">
        <w:rPr>
          <w:noProof/>
          <w:rtl/>
        </w:rPr>
        <w:t>أبو المؤمن الوائلي</w:t>
      </w:r>
      <w:r>
        <w:rPr>
          <w:noProof/>
          <w:rtl/>
        </w:rPr>
        <w:tab/>
      </w:r>
      <w:r w:rsidRPr="00CA52B4">
        <w:rPr>
          <w:noProof/>
          <w:rtl/>
        </w:rPr>
        <w:t>645</w:t>
      </w:r>
    </w:p>
    <w:p w:rsidR="00843DF1" w:rsidRDefault="00843DF1" w:rsidP="00AB3F16">
      <w:pPr>
        <w:pStyle w:val="libNormal"/>
        <w:rPr>
          <w:noProof/>
        </w:rPr>
      </w:pPr>
      <w:r w:rsidRPr="00CA52B4">
        <w:rPr>
          <w:noProof/>
          <w:rtl/>
        </w:rPr>
        <w:t>أبو الموال</w:t>
      </w:r>
      <w:r>
        <w:rPr>
          <w:noProof/>
          <w:rtl/>
        </w:rPr>
        <w:t xml:space="preserve"> ..</w:t>
      </w:r>
      <w:r w:rsidRPr="00CA52B4">
        <w:rPr>
          <w:noProof/>
          <w:rtl/>
        </w:rPr>
        <w:t>. أبو الموالي</w:t>
      </w:r>
    </w:p>
    <w:p w:rsidR="00843DF1" w:rsidRDefault="00843DF1" w:rsidP="00AB3F16">
      <w:pPr>
        <w:pStyle w:val="libNormal"/>
        <w:rPr>
          <w:noProof/>
        </w:rPr>
      </w:pPr>
      <w:r w:rsidRPr="00CA52B4">
        <w:rPr>
          <w:noProof/>
          <w:rtl/>
        </w:rPr>
        <w:t>أبو المروع</w:t>
      </w:r>
    </w:p>
    <w:p w:rsidR="00843DF1" w:rsidRDefault="00843DF1" w:rsidP="00AB3F16">
      <w:pPr>
        <w:pStyle w:val="libNormal"/>
        <w:rPr>
          <w:noProof/>
        </w:rPr>
      </w:pPr>
      <w:r w:rsidRPr="00CA52B4">
        <w:rPr>
          <w:noProof/>
          <w:rtl/>
        </w:rPr>
        <w:t>أبو موسى الهمداني</w:t>
      </w:r>
    </w:p>
    <w:p w:rsidR="00843DF1" w:rsidRDefault="00843DF1" w:rsidP="00AB3F16">
      <w:pPr>
        <w:pStyle w:val="libNormal"/>
        <w:rPr>
          <w:noProof/>
        </w:rPr>
      </w:pPr>
      <w:r w:rsidRPr="00CA52B4">
        <w:rPr>
          <w:noProof/>
          <w:rtl/>
        </w:rPr>
        <w:t>أبو نصر</w:t>
      </w:r>
      <w:r>
        <w:rPr>
          <w:noProof/>
          <w:rtl/>
        </w:rPr>
        <w:tab/>
      </w:r>
      <w:r w:rsidRPr="00CA52B4">
        <w:rPr>
          <w:noProof/>
          <w:rtl/>
        </w:rPr>
        <w:t>646</w:t>
      </w:r>
    </w:p>
    <w:p w:rsidR="00843DF1" w:rsidRDefault="00843DF1" w:rsidP="00AB3F16">
      <w:pPr>
        <w:pStyle w:val="libNormal"/>
        <w:rPr>
          <w:noProof/>
        </w:rPr>
      </w:pPr>
      <w:r w:rsidRPr="00CA52B4">
        <w:rPr>
          <w:noProof/>
          <w:rtl/>
        </w:rPr>
        <w:t>أبو نصر بن عمرو</w:t>
      </w:r>
    </w:p>
    <w:p w:rsidR="00843DF1" w:rsidRDefault="00843DF1" w:rsidP="00AB3F16">
      <w:pPr>
        <w:pStyle w:val="libNormal"/>
        <w:rPr>
          <w:noProof/>
        </w:rPr>
      </w:pPr>
      <w:r w:rsidRPr="00CA52B4">
        <w:rPr>
          <w:noProof/>
          <w:rtl/>
        </w:rPr>
        <w:t>أبو نوح الكلاعي</w:t>
      </w:r>
    </w:p>
    <w:p w:rsidR="00843DF1" w:rsidRDefault="00843DF1" w:rsidP="00AB3F16">
      <w:pPr>
        <w:pStyle w:val="libNormal"/>
        <w:rPr>
          <w:noProof/>
        </w:rPr>
      </w:pPr>
      <w:r w:rsidRPr="00CA52B4">
        <w:rPr>
          <w:noProof/>
          <w:rtl/>
        </w:rPr>
        <w:t>أبو الورد بن قيس بن فهر</w:t>
      </w:r>
      <w:r>
        <w:rPr>
          <w:noProof/>
          <w:rtl/>
        </w:rPr>
        <w:tab/>
      </w:r>
      <w:r w:rsidRPr="00CA52B4">
        <w:rPr>
          <w:noProof/>
          <w:rtl/>
        </w:rPr>
        <w:t>651</w:t>
      </w:r>
    </w:p>
    <w:p w:rsidR="00843DF1" w:rsidRDefault="00843DF1" w:rsidP="00AB3F16">
      <w:pPr>
        <w:pStyle w:val="libNormal"/>
        <w:rPr>
          <w:noProof/>
        </w:rPr>
      </w:pPr>
      <w:r w:rsidRPr="00CA52B4">
        <w:rPr>
          <w:noProof/>
          <w:rtl/>
        </w:rPr>
        <w:t>أبو الوليد البجلي</w:t>
      </w:r>
      <w:r>
        <w:rPr>
          <w:noProof/>
          <w:rtl/>
        </w:rPr>
        <w:tab/>
      </w:r>
      <w:r w:rsidRPr="00CA52B4">
        <w:rPr>
          <w:noProof/>
          <w:rtl/>
        </w:rPr>
        <w:t>652</w:t>
      </w:r>
    </w:p>
    <w:p w:rsidR="00843DF1" w:rsidRDefault="00843DF1" w:rsidP="00AB3F16">
      <w:pPr>
        <w:pStyle w:val="libNormal"/>
        <w:rPr>
          <w:noProof/>
        </w:rPr>
      </w:pPr>
      <w:r w:rsidRPr="00CA52B4">
        <w:rPr>
          <w:noProof/>
          <w:rtl/>
        </w:rPr>
        <w:t>أبو هلال العكي</w:t>
      </w:r>
    </w:p>
    <w:p w:rsidR="00843DF1" w:rsidRPr="00CA52B4" w:rsidRDefault="00843DF1" w:rsidP="00AB3F16">
      <w:pPr>
        <w:pStyle w:val="libNormal"/>
        <w:rPr>
          <w:noProof/>
          <w:rtl/>
        </w:rPr>
      </w:pPr>
      <w:r w:rsidRPr="00CA52B4">
        <w:rPr>
          <w:noProof/>
          <w:rtl/>
        </w:rPr>
        <w:t>أبو اليسر بن عمرو</w:t>
      </w:r>
    </w:p>
    <w:p w:rsidR="00843DF1" w:rsidRDefault="00843DF1" w:rsidP="00AB3F16">
      <w:pPr>
        <w:pStyle w:val="libNormal"/>
        <w:rPr>
          <w:noProof/>
        </w:rPr>
      </w:pPr>
      <w:r w:rsidRPr="00CA52B4">
        <w:rPr>
          <w:noProof/>
          <w:rtl/>
        </w:rPr>
        <w:t>آمنة بنت الشريد</w:t>
      </w:r>
      <w:r>
        <w:rPr>
          <w:noProof/>
          <w:rtl/>
        </w:rPr>
        <w:tab/>
      </w:r>
      <w:r w:rsidRPr="00CA52B4">
        <w:rPr>
          <w:noProof/>
          <w:rtl/>
        </w:rPr>
        <w:t>653</w:t>
      </w:r>
    </w:p>
    <w:p w:rsidR="00843DF1" w:rsidRDefault="00843DF1" w:rsidP="00AB3F16">
      <w:pPr>
        <w:pStyle w:val="libNormal"/>
        <w:rPr>
          <w:noProof/>
        </w:rPr>
      </w:pPr>
      <w:r w:rsidRPr="00CA52B4">
        <w:rPr>
          <w:noProof/>
          <w:rtl/>
        </w:rPr>
        <w:t>أروى بنت الحارث</w:t>
      </w:r>
      <w:r>
        <w:rPr>
          <w:noProof/>
          <w:rtl/>
        </w:rPr>
        <w:tab/>
      </w:r>
      <w:r w:rsidRPr="00CA52B4">
        <w:rPr>
          <w:noProof/>
          <w:rtl/>
        </w:rPr>
        <w:t>655</w:t>
      </w:r>
    </w:p>
    <w:p w:rsidR="00843DF1" w:rsidRDefault="00843DF1" w:rsidP="00AB3F16">
      <w:pPr>
        <w:pStyle w:val="libNormal"/>
        <w:rPr>
          <w:noProof/>
        </w:rPr>
      </w:pPr>
      <w:r w:rsidRPr="00CA52B4">
        <w:rPr>
          <w:noProof/>
          <w:rtl/>
        </w:rPr>
        <w:t>أسماء بنت عميس</w:t>
      </w:r>
      <w:r>
        <w:rPr>
          <w:noProof/>
          <w:rtl/>
        </w:rPr>
        <w:tab/>
      </w:r>
      <w:r w:rsidRPr="00CA52B4">
        <w:rPr>
          <w:noProof/>
          <w:rtl/>
        </w:rPr>
        <w:t>658</w:t>
      </w:r>
    </w:p>
    <w:p w:rsidR="00843DF1" w:rsidRDefault="00843DF1" w:rsidP="00AB3F16">
      <w:pPr>
        <w:pStyle w:val="libNormal"/>
        <w:rPr>
          <w:noProof/>
        </w:rPr>
      </w:pPr>
      <w:r w:rsidRPr="00CA52B4">
        <w:rPr>
          <w:noProof/>
          <w:rtl/>
        </w:rPr>
        <w:t>أم البراء بنت صفوان</w:t>
      </w:r>
      <w:r>
        <w:rPr>
          <w:noProof/>
          <w:rtl/>
        </w:rPr>
        <w:tab/>
      </w:r>
      <w:r w:rsidRPr="00CA52B4">
        <w:rPr>
          <w:noProof/>
          <w:rtl/>
        </w:rPr>
        <w:t>660</w:t>
      </w:r>
    </w:p>
    <w:p w:rsidR="00843DF1" w:rsidRDefault="00843DF1" w:rsidP="00AB3F16">
      <w:pPr>
        <w:pStyle w:val="libNormal"/>
        <w:rPr>
          <w:noProof/>
        </w:rPr>
      </w:pPr>
      <w:r w:rsidRPr="00CA52B4">
        <w:rPr>
          <w:noProof/>
          <w:rtl/>
        </w:rPr>
        <w:t>أم الحسن النخعية</w:t>
      </w:r>
      <w:r>
        <w:rPr>
          <w:noProof/>
          <w:rtl/>
        </w:rPr>
        <w:tab/>
      </w:r>
      <w:r w:rsidRPr="00CA52B4">
        <w:rPr>
          <w:noProof/>
          <w:rtl/>
        </w:rPr>
        <w:t>661</w:t>
      </w:r>
    </w:p>
    <w:p w:rsidR="00843DF1" w:rsidRDefault="00843DF1" w:rsidP="00AB3F16">
      <w:pPr>
        <w:pStyle w:val="libNormal"/>
        <w:rPr>
          <w:noProof/>
        </w:rPr>
      </w:pPr>
      <w:r w:rsidRPr="00CA52B4">
        <w:rPr>
          <w:noProof/>
          <w:rtl/>
        </w:rPr>
        <w:t>أم حكيم بنت عمرو</w:t>
      </w:r>
    </w:p>
    <w:p w:rsidR="00843DF1" w:rsidRDefault="00843DF1" w:rsidP="00AB3F16">
      <w:pPr>
        <w:pStyle w:val="libNormal"/>
        <w:rPr>
          <w:noProof/>
        </w:rPr>
      </w:pPr>
      <w:r w:rsidRPr="00CA52B4">
        <w:rPr>
          <w:noProof/>
          <w:rtl/>
        </w:rPr>
        <w:t>أم خداش</w:t>
      </w:r>
    </w:p>
    <w:p w:rsidR="00843DF1" w:rsidRDefault="00843DF1" w:rsidP="00AB3F16">
      <w:pPr>
        <w:pStyle w:val="libNormal"/>
        <w:rPr>
          <w:noProof/>
        </w:rPr>
      </w:pPr>
      <w:r w:rsidRPr="00CA52B4">
        <w:rPr>
          <w:noProof/>
          <w:rtl/>
        </w:rPr>
        <w:t>أم الخير بنت الحريش</w:t>
      </w:r>
    </w:p>
    <w:p w:rsidR="00843DF1" w:rsidRDefault="00843DF1" w:rsidP="00AB3F16">
      <w:pPr>
        <w:pStyle w:val="libNormal"/>
        <w:rPr>
          <w:noProof/>
        </w:rPr>
      </w:pPr>
      <w:r w:rsidRPr="00CA52B4">
        <w:rPr>
          <w:noProof/>
          <w:rtl/>
        </w:rPr>
        <w:t>أم ذريح العبدية</w:t>
      </w:r>
      <w:r>
        <w:rPr>
          <w:noProof/>
          <w:rtl/>
        </w:rPr>
        <w:tab/>
      </w:r>
      <w:r w:rsidRPr="00CA52B4">
        <w:rPr>
          <w:noProof/>
          <w:rtl/>
        </w:rPr>
        <w:t>662</w:t>
      </w:r>
    </w:p>
    <w:p w:rsidR="00843DF1" w:rsidRDefault="00843DF1" w:rsidP="00AB3F16">
      <w:pPr>
        <w:pStyle w:val="libNormal"/>
        <w:rPr>
          <w:noProof/>
        </w:rPr>
      </w:pPr>
      <w:r w:rsidRPr="00CA52B4">
        <w:rPr>
          <w:noProof/>
          <w:rtl/>
        </w:rPr>
        <w:t>أم رعلة القشيرية</w:t>
      </w:r>
    </w:p>
    <w:p w:rsidR="00843DF1" w:rsidRDefault="00843DF1" w:rsidP="00AB3F16">
      <w:pPr>
        <w:pStyle w:val="libNormal"/>
        <w:rPr>
          <w:noProof/>
        </w:rPr>
      </w:pPr>
      <w:r w:rsidRPr="00CA52B4">
        <w:rPr>
          <w:noProof/>
          <w:rtl/>
        </w:rPr>
        <w:t>أم موسى</w:t>
      </w:r>
      <w:r>
        <w:rPr>
          <w:noProof/>
          <w:rtl/>
        </w:rPr>
        <w:tab/>
      </w:r>
      <w:r w:rsidRPr="00CA52B4">
        <w:rPr>
          <w:noProof/>
          <w:rtl/>
        </w:rPr>
        <w:t>663</w:t>
      </w:r>
    </w:p>
    <w:p w:rsidR="00843DF1" w:rsidRDefault="00843DF1" w:rsidP="00AB3F16">
      <w:pPr>
        <w:pStyle w:val="libNormal"/>
        <w:rPr>
          <w:noProof/>
        </w:rPr>
      </w:pPr>
      <w:r w:rsidRPr="00CA52B4">
        <w:rPr>
          <w:noProof/>
          <w:rtl/>
        </w:rPr>
        <w:t>أم الهيثم بنت الأسود</w:t>
      </w:r>
    </w:p>
    <w:p w:rsidR="00843DF1" w:rsidRDefault="00843DF1" w:rsidP="00AB3F16">
      <w:pPr>
        <w:pStyle w:val="libNormal"/>
        <w:rPr>
          <w:noProof/>
        </w:rPr>
      </w:pPr>
      <w:r w:rsidRPr="00CA52B4">
        <w:rPr>
          <w:noProof/>
          <w:rtl/>
        </w:rPr>
        <w:t>أمامة بنت أبي العاص</w:t>
      </w:r>
      <w:r>
        <w:rPr>
          <w:noProof/>
          <w:rtl/>
        </w:rPr>
        <w:tab/>
      </w:r>
      <w:r w:rsidRPr="00CA52B4">
        <w:rPr>
          <w:noProof/>
          <w:rtl/>
        </w:rPr>
        <w:t>664</w:t>
      </w:r>
    </w:p>
    <w:p w:rsidR="00843DF1" w:rsidRDefault="00843DF1" w:rsidP="00AB3F16">
      <w:pPr>
        <w:pStyle w:val="libNormal"/>
        <w:rPr>
          <w:noProof/>
        </w:rPr>
      </w:pPr>
      <w:r w:rsidRPr="00CA52B4">
        <w:rPr>
          <w:noProof/>
          <w:rtl/>
        </w:rPr>
        <w:t>بكارة الهلالية</w:t>
      </w:r>
      <w:r>
        <w:rPr>
          <w:noProof/>
          <w:rtl/>
        </w:rPr>
        <w:tab/>
      </w:r>
      <w:r w:rsidRPr="00CA52B4">
        <w:rPr>
          <w:noProof/>
          <w:rtl/>
        </w:rPr>
        <w:t>665</w:t>
      </w:r>
    </w:p>
    <w:p w:rsidR="00843DF1" w:rsidRPr="00CA52B4" w:rsidRDefault="00843DF1" w:rsidP="00AB3F16">
      <w:pPr>
        <w:pStyle w:val="libNormal"/>
        <w:rPr>
          <w:noProof/>
          <w:rtl/>
        </w:rPr>
      </w:pPr>
      <w:r w:rsidRPr="00CA52B4">
        <w:rPr>
          <w:noProof/>
          <w:rtl/>
        </w:rPr>
        <w:t>جرداء بنت سمير</w:t>
      </w:r>
      <w:r>
        <w:rPr>
          <w:noProof/>
          <w:rtl/>
        </w:rPr>
        <w:tab/>
      </w:r>
      <w:r w:rsidRPr="00CA52B4">
        <w:rPr>
          <w:noProof/>
          <w:rtl/>
        </w:rPr>
        <w:t>666</w:t>
      </w:r>
    </w:p>
    <w:p w:rsidR="00843DF1" w:rsidRDefault="00843DF1" w:rsidP="00AB3F16">
      <w:pPr>
        <w:pStyle w:val="libNormal"/>
        <w:rPr>
          <w:noProof/>
        </w:rPr>
      </w:pPr>
      <w:r>
        <w:rPr>
          <w:noProof/>
          <w:rtl/>
        </w:rPr>
        <w:br w:type="page"/>
      </w:r>
      <w:r w:rsidRPr="00CA52B4">
        <w:rPr>
          <w:noProof/>
          <w:rtl/>
        </w:rPr>
        <w:lastRenderedPageBreak/>
        <w:t>جروة بنت مرة بن غالب</w:t>
      </w:r>
      <w:r>
        <w:rPr>
          <w:noProof/>
          <w:rtl/>
        </w:rPr>
        <w:tab/>
      </w:r>
      <w:r w:rsidRPr="00CA52B4">
        <w:rPr>
          <w:noProof/>
          <w:rtl/>
        </w:rPr>
        <w:t>667</w:t>
      </w:r>
    </w:p>
    <w:p w:rsidR="00843DF1" w:rsidRDefault="00843DF1" w:rsidP="00AB3F16">
      <w:pPr>
        <w:pStyle w:val="libNormal"/>
        <w:rPr>
          <w:noProof/>
        </w:rPr>
      </w:pPr>
      <w:r w:rsidRPr="00CA52B4">
        <w:rPr>
          <w:noProof/>
          <w:rtl/>
        </w:rPr>
        <w:t>جسرة بنت دجاجة</w:t>
      </w:r>
    </w:p>
    <w:p w:rsidR="00843DF1" w:rsidRDefault="00843DF1" w:rsidP="00AB3F16">
      <w:pPr>
        <w:pStyle w:val="libNormal"/>
        <w:rPr>
          <w:noProof/>
        </w:rPr>
      </w:pPr>
      <w:r w:rsidRPr="00CA52B4">
        <w:rPr>
          <w:noProof/>
          <w:rtl/>
        </w:rPr>
        <w:t>حبابة الوالبية</w:t>
      </w:r>
    </w:p>
    <w:p w:rsidR="00843DF1" w:rsidRDefault="00843DF1" w:rsidP="00AB3F16">
      <w:pPr>
        <w:pStyle w:val="libNormal"/>
        <w:rPr>
          <w:noProof/>
        </w:rPr>
      </w:pPr>
      <w:r w:rsidRPr="00CA52B4">
        <w:rPr>
          <w:noProof/>
          <w:rtl/>
        </w:rPr>
        <w:t>حبيبة بنت شريق</w:t>
      </w:r>
      <w:r>
        <w:rPr>
          <w:noProof/>
          <w:rtl/>
        </w:rPr>
        <w:tab/>
      </w:r>
      <w:r w:rsidRPr="00CA52B4">
        <w:rPr>
          <w:noProof/>
          <w:rtl/>
        </w:rPr>
        <w:t>668</w:t>
      </w:r>
    </w:p>
    <w:p w:rsidR="00843DF1" w:rsidRDefault="00843DF1" w:rsidP="00AB3F16">
      <w:pPr>
        <w:pStyle w:val="libNormal"/>
        <w:rPr>
          <w:noProof/>
        </w:rPr>
      </w:pPr>
      <w:r w:rsidRPr="00CA52B4">
        <w:rPr>
          <w:noProof/>
          <w:rtl/>
        </w:rPr>
        <w:t>الدارمية الحجونية</w:t>
      </w:r>
    </w:p>
    <w:p w:rsidR="00843DF1" w:rsidRDefault="00843DF1" w:rsidP="00AB3F16">
      <w:pPr>
        <w:pStyle w:val="libNormal"/>
        <w:rPr>
          <w:noProof/>
        </w:rPr>
      </w:pPr>
      <w:r w:rsidRPr="00CA52B4">
        <w:rPr>
          <w:noProof/>
          <w:rtl/>
        </w:rPr>
        <w:t>رائطة بنت حيان</w:t>
      </w:r>
      <w:r>
        <w:rPr>
          <w:noProof/>
          <w:rtl/>
        </w:rPr>
        <w:tab/>
      </w:r>
      <w:r w:rsidRPr="00CA52B4">
        <w:rPr>
          <w:noProof/>
          <w:rtl/>
        </w:rPr>
        <w:t>669</w:t>
      </w:r>
    </w:p>
    <w:p w:rsidR="00843DF1" w:rsidRDefault="00843DF1" w:rsidP="00AB3F16">
      <w:pPr>
        <w:pStyle w:val="libNormal"/>
        <w:rPr>
          <w:noProof/>
        </w:rPr>
      </w:pPr>
      <w:r w:rsidRPr="00CA52B4">
        <w:rPr>
          <w:noProof/>
          <w:rtl/>
        </w:rPr>
        <w:t>الزرقاء بنت عدي</w:t>
      </w:r>
    </w:p>
    <w:p w:rsidR="00843DF1" w:rsidRDefault="00843DF1" w:rsidP="00AB3F16">
      <w:pPr>
        <w:pStyle w:val="libNormal"/>
        <w:rPr>
          <w:noProof/>
        </w:rPr>
      </w:pPr>
      <w:r w:rsidRPr="00CA52B4">
        <w:rPr>
          <w:noProof/>
          <w:rtl/>
        </w:rPr>
        <w:t>سودة بنت عمارة</w:t>
      </w:r>
      <w:r>
        <w:rPr>
          <w:noProof/>
          <w:rtl/>
        </w:rPr>
        <w:tab/>
      </w:r>
      <w:r w:rsidRPr="00CA52B4">
        <w:rPr>
          <w:noProof/>
          <w:rtl/>
        </w:rPr>
        <w:t>670</w:t>
      </w:r>
    </w:p>
    <w:p w:rsidR="00843DF1" w:rsidRDefault="00843DF1" w:rsidP="00AB3F16">
      <w:pPr>
        <w:pStyle w:val="libNormal"/>
        <w:rPr>
          <w:noProof/>
        </w:rPr>
      </w:pPr>
      <w:r w:rsidRPr="00CA52B4">
        <w:rPr>
          <w:noProof/>
          <w:rtl/>
        </w:rPr>
        <w:t>سهية بنت عمير</w:t>
      </w:r>
      <w:r>
        <w:rPr>
          <w:noProof/>
          <w:rtl/>
        </w:rPr>
        <w:tab/>
      </w:r>
      <w:r w:rsidRPr="00CA52B4">
        <w:rPr>
          <w:noProof/>
          <w:rtl/>
        </w:rPr>
        <w:t>671</w:t>
      </w:r>
    </w:p>
    <w:p w:rsidR="00843DF1" w:rsidRDefault="00843DF1" w:rsidP="00AB3F16">
      <w:pPr>
        <w:pStyle w:val="libNormal"/>
        <w:rPr>
          <w:noProof/>
        </w:rPr>
      </w:pPr>
      <w:r w:rsidRPr="00CA52B4">
        <w:rPr>
          <w:noProof/>
          <w:rtl/>
        </w:rPr>
        <w:t>ضبعة بنت خزيمة</w:t>
      </w:r>
    </w:p>
    <w:p w:rsidR="00843DF1" w:rsidRDefault="00843DF1" w:rsidP="00AB3F16">
      <w:pPr>
        <w:pStyle w:val="libNormal"/>
        <w:rPr>
          <w:noProof/>
        </w:rPr>
      </w:pPr>
      <w:r w:rsidRPr="00CA52B4">
        <w:rPr>
          <w:noProof/>
          <w:rtl/>
        </w:rPr>
        <w:t>عكرشة بنت الأطرش</w:t>
      </w:r>
      <w:r>
        <w:rPr>
          <w:noProof/>
          <w:rtl/>
        </w:rPr>
        <w:tab/>
      </w:r>
      <w:r w:rsidRPr="00CA52B4">
        <w:rPr>
          <w:noProof/>
          <w:rtl/>
        </w:rPr>
        <w:t>672</w:t>
      </w:r>
    </w:p>
    <w:p w:rsidR="00843DF1" w:rsidRDefault="00843DF1" w:rsidP="00AB3F16">
      <w:pPr>
        <w:pStyle w:val="libNormal"/>
        <w:rPr>
          <w:noProof/>
        </w:rPr>
      </w:pPr>
      <w:r w:rsidRPr="00CA52B4">
        <w:rPr>
          <w:noProof/>
          <w:rtl/>
        </w:rPr>
        <w:t>عمرة بنت الطبيخ</w:t>
      </w:r>
      <w:r>
        <w:rPr>
          <w:noProof/>
          <w:rtl/>
        </w:rPr>
        <w:tab/>
      </w:r>
      <w:r w:rsidRPr="00CA52B4">
        <w:rPr>
          <w:noProof/>
          <w:rtl/>
        </w:rPr>
        <w:t>673</w:t>
      </w:r>
    </w:p>
    <w:p w:rsidR="00843DF1" w:rsidRDefault="00843DF1" w:rsidP="00AB3F16">
      <w:pPr>
        <w:pStyle w:val="libNormal"/>
        <w:rPr>
          <w:noProof/>
        </w:rPr>
      </w:pPr>
      <w:r w:rsidRPr="00CA52B4">
        <w:rPr>
          <w:noProof/>
          <w:rtl/>
        </w:rPr>
        <w:t>عمرة بنت نفيل</w:t>
      </w:r>
    </w:p>
    <w:p w:rsidR="00843DF1" w:rsidRDefault="00843DF1" w:rsidP="00AB3F16">
      <w:pPr>
        <w:pStyle w:val="libNormal"/>
        <w:rPr>
          <w:noProof/>
        </w:rPr>
      </w:pPr>
      <w:r w:rsidRPr="00CA52B4">
        <w:rPr>
          <w:noProof/>
          <w:rtl/>
        </w:rPr>
        <w:t xml:space="preserve">فاطمة بنت أمير المؤمنين </w:t>
      </w:r>
      <w:r>
        <w:rPr>
          <w:noProof/>
          <w:rtl/>
        </w:rPr>
        <w:t>(</w:t>
      </w:r>
      <w:r w:rsidRPr="00CA52B4">
        <w:rPr>
          <w:noProof/>
          <w:rtl/>
        </w:rPr>
        <w:t>عليه السلام</w:t>
      </w:r>
      <w:r>
        <w:rPr>
          <w:noProof/>
          <w:rtl/>
        </w:rPr>
        <w:t>)</w:t>
      </w:r>
    </w:p>
    <w:p w:rsidR="00843DF1" w:rsidRDefault="00843DF1" w:rsidP="00AB3F16">
      <w:pPr>
        <w:pStyle w:val="libNormal"/>
        <w:rPr>
          <w:noProof/>
        </w:rPr>
      </w:pPr>
      <w:r w:rsidRPr="00CA52B4">
        <w:rPr>
          <w:noProof/>
          <w:rtl/>
        </w:rPr>
        <w:t>ليلى الغفارية</w:t>
      </w:r>
      <w:r>
        <w:rPr>
          <w:noProof/>
          <w:rtl/>
        </w:rPr>
        <w:tab/>
      </w:r>
      <w:r w:rsidRPr="00CA52B4">
        <w:rPr>
          <w:noProof/>
          <w:rtl/>
        </w:rPr>
        <w:t>674</w:t>
      </w:r>
    </w:p>
    <w:p w:rsidR="00843DF1" w:rsidRDefault="00843DF1" w:rsidP="00AB3F16">
      <w:pPr>
        <w:pStyle w:val="libNormal"/>
        <w:rPr>
          <w:noProof/>
        </w:rPr>
      </w:pPr>
      <w:r w:rsidRPr="00CA52B4">
        <w:rPr>
          <w:noProof/>
          <w:rtl/>
        </w:rPr>
        <w:t>معاذة بنت عبد الله</w:t>
      </w:r>
    </w:p>
    <w:p w:rsidR="00843DF1" w:rsidRDefault="00843DF1" w:rsidP="00AB3F16">
      <w:pPr>
        <w:pStyle w:val="libNormal"/>
        <w:rPr>
          <w:noProof/>
        </w:rPr>
      </w:pPr>
      <w:r w:rsidRPr="00CA52B4">
        <w:rPr>
          <w:noProof/>
          <w:rtl/>
        </w:rPr>
        <w:t>ميمونة بنت الحارث</w:t>
      </w:r>
      <w:r>
        <w:rPr>
          <w:noProof/>
          <w:rtl/>
        </w:rPr>
        <w:tab/>
      </w:r>
      <w:r w:rsidRPr="00CA52B4">
        <w:rPr>
          <w:noProof/>
          <w:rtl/>
        </w:rPr>
        <w:t>675</w:t>
      </w:r>
    </w:p>
    <w:p w:rsidR="00843DF1" w:rsidRDefault="00843DF1" w:rsidP="00AB3F16">
      <w:pPr>
        <w:pStyle w:val="libNormal"/>
        <w:rPr>
          <w:noProof/>
        </w:rPr>
      </w:pPr>
      <w:r w:rsidRPr="00CA52B4">
        <w:rPr>
          <w:noProof/>
          <w:rtl/>
        </w:rPr>
        <w:t>نصرة بنت</w:t>
      </w:r>
      <w:r>
        <w:rPr>
          <w:noProof/>
          <w:rtl/>
        </w:rPr>
        <w:t xml:space="preserve"> ..</w:t>
      </w:r>
      <w:r w:rsidRPr="00CA52B4">
        <w:rPr>
          <w:noProof/>
          <w:rtl/>
        </w:rPr>
        <w:t>. الأزدية</w:t>
      </w:r>
    </w:p>
    <w:p w:rsidR="00843DF1" w:rsidRDefault="00843DF1" w:rsidP="00AB3F16">
      <w:pPr>
        <w:pStyle w:val="libNormal"/>
        <w:rPr>
          <w:noProof/>
        </w:rPr>
      </w:pPr>
      <w:r w:rsidRPr="00CA52B4">
        <w:rPr>
          <w:noProof/>
          <w:rtl/>
        </w:rPr>
        <w:t>هند بنت زيد بن مخرمة</w:t>
      </w:r>
      <w:r>
        <w:rPr>
          <w:noProof/>
          <w:rtl/>
        </w:rPr>
        <w:tab/>
      </w:r>
      <w:r w:rsidRPr="00CA52B4">
        <w:rPr>
          <w:noProof/>
          <w:rtl/>
        </w:rPr>
        <w:t>676</w:t>
      </w:r>
    </w:p>
    <w:p w:rsidR="00843DF1" w:rsidRDefault="00843DF1" w:rsidP="00AB3F16">
      <w:pPr>
        <w:pStyle w:val="libNormal"/>
        <w:rPr>
          <w:noProof/>
        </w:rPr>
      </w:pPr>
      <w:r w:rsidRPr="00CA52B4">
        <w:rPr>
          <w:noProof/>
          <w:rtl/>
        </w:rPr>
        <w:t>مصادر البحث والتأليف</w:t>
      </w:r>
      <w:r>
        <w:rPr>
          <w:noProof/>
          <w:rtl/>
        </w:rPr>
        <w:tab/>
      </w:r>
      <w:r w:rsidRPr="00CA52B4">
        <w:rPr>
          <w:noProof/>
          <w:rtl/>
        </w:rPr>
        <w:t>677</w:t>
      </w:r>
    </w:p>
    <w:p w:rsidR="00843DF1" w:rsidRPr="00CA52B4" w:rsidRDefault="00843DF1" w:rsidP="00AB3F16">
      <w:pPr>
        <w:pStyle w:val="libNormal"/>
        <w:rPr>
          <w:noProof/>
          <w:rtl/>
        </w:rPr>
      </w:pPr>
      <w:r w:rsidRPr="00CA52B4">
        <w:rPr>
          <w:noProof/>
          <w:rtl/>
        </w:rPr>
        <w:t>فهرست التراجم</w:t>
      </w:r>
      <w:r>
        <w:rPr>
          <w:noProof/>
          <w:rtl/>
        </w:rPr>
        <w:tab/>
      </w:r>
      <w:r w:rsidRPr="00CA52B4">
        <w:rPr>
          <w:noProof/>
          <w:rtl/>
        </w:rPr>
        <w:t>681</w:t>
      </w:r>
    </w:p>
    <w:p w:rsidR="00C360D4" w:rsidRDefault="00C360D4">
      <w:pPr>
        <w:bidi w:val="0"/>
        <w:ind w:firstLine="289"/>
        <w:rPr>
          <w:rtl/>
        </w:rPr>
      </w:pPr>
      <w:r>
        <w:rPr>
          <w:rtl/>
        </w:rPr>
        <w:br w:type="page"/>
      </w:r>
    </w:p>
    <w:p w:rsidR="00F445EC" w:rsidRDefault="00C360D4" w:rsidP="00AB3F16">
      <w:pPr>
        <w:pStyle w:val="Heading1Center"/>
        <w:rPr>
          <w:rtl/>
        </w:rPr>
      </w:pPr>
      <w:bookmarkStart w:id="32" w:name="_Toc75964367"/>
      <w:bookmarkStart w:id="33" w:name="_Toc76197530"/>
      <w:r>
        <w:rPr>
          <w:rFonts w:hint="cs"/>
          <w:rtl/>
        </w:rPr>
        <w:lastRenderedPageBreak/>
        <w:t>الفهرس</w:t>
      </w:r>
      <w:bookmarkEnd w:id="32"/>
      <w:bookmarkEnd w:id="33"/>
    </w:p>
    <w:sdt>
      <w:sdtPr>
        <w:id w:val="535468652"/>
        <w:docPartObj>
          <w:docPartGallery w:val="Table of Contents"/>
          <w:docPartUnique/>
        </w:docPartObj>
      </w:sdtPr>
      <w:sdtEndPr>
        <w:rPr>
          <w:rFonts w:ascii="Times New Roman" w:eastAsia="Times New Roman" w:hAnsi="Times New Roman" w:cs="Traditional Arabic"/>
          <w:noProof/>
          <w:color w:val="000000"/>
          <w:sz w:val="24"/>
          <w:szCs w:val="32"/>
          <w:rtl/>
        </w:rPr>
      </w:sdtEndPr>
      <w:sdtContent>
        <w:bookmarkStart w:id="34" w:name="_GoBack" w:displacedByCustomXml="prev"/>
        <w:bookmarkEnd w:id="34" w:displacedByCustomXml="prev"/>
        <w:p w:rsidR="00AB3F16" w:rsidRDefault="00AB3F16" w:rsidP="00AB3F16">
          <w:pPr>
            <w:pStyle w:val="TOCHeading"/>
          </w:pPr>
        </w:p>
        <w:p w:rsidR="00AB3F16" w:rsidRDefault="00AB3F16">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76197514" w:history="1">
            <w:r w:rsidRPr="00682813">
              <w:rPr>
                <w:rStyle w:val="Hyperlink"/>
                <w:noProof/>
                <w:rtl/>
              </w:rPr>
              <w:t>بسم الله الرحمن 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Toc76197514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15" w:history="1">
            <w:r w:rsidRPr="00682813">
              <w:rPr>
                <w:rStyle w:val="Hyperlink"/>
                <w:noProof/>
                <w:rtl/>
              </w:rPr>
              <w:t>حرف الغين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Toc76197515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16" w:history="1">
            <w:r w:rsidRPr="00682813">
              <w:rPr>
                <w:rStyle w:val="Hyperlink"/>
                <w:noProof/>
                <w:rtl/>
                <w:lang w:bidi="fa-IR"/>
              </w:rPr>
              <w:t>حرف الفاء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Toc76197516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17" w:history="1">
            <w:r w:rsidRPr="00682813">
              <w:rPr>
                <w:rStyle w:val="Hyperlink"/>
                <w:noProof/>
                <w:rtl/>
                <w:lang w:bidi="fa-IR"/>
              </w:rPr>
              <w:t>حرف القاف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Toc76197517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18" w:history="1">
            <w:r w:rsidRPr="00682813">
              <w:rPr>
                <w:rStyle w:val="Hyperlink"/>
                <w:noProof/>
                <w:rtl/>
                <w:lang w:bidi="fa-IR"/>
              </w:rPr>
              <w:t>حرف الكاف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Toc76197518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19" w:history="1">
            <w:r w:rsidRPr="00682813">
              <w:rPr>
                <w:rStyle w:val="Hyperlink"/>
                <w:noProof/>
                <w:rtl/>
                <w:lang w:bidi="fa-IR"/>
              </w:rPr>
              <w:t>حرف اللام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Toc76197519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20" w:history="1">
            <w:r w:rsidRPr="00682813">
              <w:rPr>
                <w:rStyle w:val="Hyperlink"/>
                <w:noProof/>
                <w:rtl/>
                <w:lang w:bidi="fa-IR"/>
              </w:rPr>
              <w:t>حرف الميم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Toc76197520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21" w:history="1">
            <w:r w:rsidRPr="00682813">
              <w:rPr>
                <w:rStyle w:val="Hyperlink"/>
                <w:noProof/>
                <w:rtl/>
                <w:lang w:bidi="fa-IR"/>
              </w:rPr>
              <w:t>حرف النون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Toc76197521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22" w:history="1">
            <w:r w:rsidRPr="00682813">
              <w:rPr>
                <w:rStyle w:val="Hyperlink"/>
                <w:noProof/>
                <w:rtl/>
                <w:lang w:bidi="fa-IR"/>
              </w:rPr>
              <w:t>حرف الواو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Toc76197522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23" w:history="1">
            <w:r w:rsidRPr="00682813">
              <w:rPr>
                <w:rStyle w:val="Hyperlink"/>
                <w:noProof/>
                <w:rtl/>
                <w:lang w:bidi="fa-IR"/>
              </w:rPr>
              <w:t>حرف الهاء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Toc76197523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24" w:history="1">
            <w:r w:rsidRPr="00682813">
              <w:rPr>
                <w:rStyle w:val="Hyperlink"/>
                <w:noProof/>
                <w:rtl/>
                <w:lang w:bidi="fa-IR"/>
              </w:rPr>
              <w:t>حرف الياء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Toc76197524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25" w:history="1">
            <w:r w:rsidRPr="00682813">
              <w:rPr>
                <w:rStyle w:val="Hyperlink"/>
                <w:noProof/>
                <w:rtl/>
                <w:lang w:bidi="fa-IR"/>
              </w:rPr>
              <w:t>الكنى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Toc76197525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26" w:history="1">
            <w:r w:rsidRPr="00682813">
              <w:rPr>
                <w:rStyle w:val="Hyperlink"/>
                <w:noProof/>
                <w:rtl/>
                <w:lang w:bidi="fa-IR"/>
              </w:rPr>
              <w:t>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Toc76197526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27" w:history="1">
            <w:r w:rsidRPr="00682813">
              <w:rPr>
                <w:rStyle w:val="Hyperlink"/>
                <w:noProof/>
                <w:rtl/>
                <w:lang w:bidi="fa-IR"/>
              </w:rPr>
              <w:t>الفهارس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Toc76197527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28" w:history="1">
            <w:r w:rsidRPr="00682813">
              <w:rPr>
                <w:rStyle w:val="Hyperlink"/>
                <w:noProof/>
                <w:rtl/>
                <w:lang w:bidi="fa-IR"/>
              </w:rPr>
              <w:t>مصادر البحث والتأليف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Toc76197528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29" w:history="1">
            <w:r w:rsidRPr="00682813">
              <w:rPr>
                <w:rStyle w:val="Hyperlink"/>
                <w:noProof/>
                <w:rtl/>
                <w:lang w:bidi="fa-IR"/>
              </w:rPr>
              <w:t>فهرست التراجم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Toc76197529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AB3F16" w:rsidRDefault="00AB3F16">
          <w:pPr>
            <w:pStyle w:val="TOC1"/>
            <w:rPr>
              <w:rFonts w:asciiTheme="minorHAnsi" w:eastAsiaTheme="minorEastAsia" w:hAnsiTheme="minorHAnsi" w:cstheme="minorBidi"/>
              <w:bCs w:val="0"/>
              <w:noProof/>
              <w:color w:val="auto"/>
              <w:sz w:val="22"/>
              <w:szCs w:val="22"/>
              <w:rtl/>
            </w:rPr>
          </w:pPr>
          <w:hyperlink w:anchor="_Toc76197530" w:history="1">
            <w:r w:rsidRPr="00682813">
              <w:rPr>
                <w:rStyle w:val="Hyperlink"/>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Toc76197530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AB3F16" w:rsidRDefault="00AB3F16">
          <w:r>
            <w:rPr>
              <w:b/>
              <w:bCs/>
              <w:noProof/>
            </w:rPr>
            <w:fldChar w:fldCharType="end"/>
          </w:r>
        </w:p>
      </w:sdtContent>
    </w:sdt>
    <w:p w:rsidR="00AB3F16" w:rsidRDefault="00AB3F16" w:rsidP="00AB3F16">
      <w:pPr>
        <w:pStyle w:val="libNormal"/>
      </w:pPr>
    </w:p>
    <w:p w:rsidR="00C360D4" w:rsidRPr="00843DF1" w:rsidRDefault="00C360D4" w:rsidP="00C360D4">
      <w:pPr>
        <w:pStyle w:val="libNormal"/>
        <w:rPr>
          <w:lang w:bidi="ar-IQ"/>
        </w:rPr>
      </w:pPr>
    </w:p>
    <w:sectPr w:rsidR="00C360D4" w:rsidRPr="00843DF1" w:rsidSect="00FE1C94">
      <w:footerReference w:type="even" r:id="rId8"/>
      <w:footerReference w:type="default" r:id="rId9"/>
      <w:footerReference w:type="first" r:id="rId10"/>
      <w:type w:val="continuous"/>
      <w:pgSz w:w="11907" w:h="16840" w:code="9"/>
      <w:pgMar w:top="720" w:right="720" w:bottom="720" w:left="720"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0D4" w:rsidRDefault="00C360D4">
      <w:r>
        <w:separator/>
      </w:r>
    </w:p>
  </w:endnote>
  <w:endnote w:type="continuationSeparator" w:id="0">
    <w:p w:rsidR="00C360D4" w:rsidRDefault="00C36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0D4" w:rsidRPr="00460435" w:rsidRDefault="00C360D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B3F16">
      <w:rPr>
        <w:rFonts w:ascii="Traditional Arabic" w:hAnsi="Traditional Arabic"/>
        <w:noProof/>
        <w:sz w:val="28"/>
        <w:szCs w:val="28"/>
        <w:rtl/>
      </w:rPr>
      <w:t>376</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0D4" w:rsidRPr="00460435" w:rsidRDefault="00C360D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B3F16">
      <w:rPr>
        <w:rFonts w:ascii="Traditional Arabic" w:hAnsi="Traditional Arabic"/>
        <w:noProof/>
        <w:sz w:val="28"/>
        <w:szCs w:val="28"/>
        <w:rtl/>
      </w:rPr>
      <w:t>377</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0D4" w:rsidRPr="00460435" w:rsidRDefault="00C360D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B3F1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0D4" w:rsidRDefault="00C360D4">
      <w:r>
        <w:separator/>
      </w:r>
    </w:p>
  </w:footnote>
  <w:footnote w:type="continuationSeparator" w:id="0">
    <w:p w:rsidR="00C360D4" w:rsidRDefault="00C360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D51"/>
    <w:rsid w:val="000012E0"/>
    <w:rsid w:val="000021F7"/>
    <w:rsid w:val="000046CD"/>
    <w:rsid w:val="000047EC"/>
    <w:rsid w:val="00005A19"/>
    <w:rsid w:val="000068A1"/>
    <w:rsid w:val="00017085"/>
    <w:rsid w:val="0001735B"/>
    <w:rsid w:val="00020375"/>
    <w:rsid w:val="00020702"/>
    <w:rsid w:val="00020DA3"/>
    <w:rsid w:val="00022EBB"/>
    <w:rsid w:val="0002396F"/>
    <w:rsid w:val="00024AE6"/>
    <w:rsid w:val="00024DBC"/>
    <w:rsid w:val="000267FE"/>
    <w:rsid w:val="000308A0"/>
    <w:rsid w:val="0003307A"/>
    <w:rsid w:val="00034A5C"/>
    <w:rsid w:val="00034DB7"/>
    <w:rsid w:val="00040798"/>
    <w:rsid w:val="00041B07"/>
    <w:rsid w:val="00042F45"/>
    <w:rsid w:val="00043023"/>
    <w:rsid w:val="00046846"/>
    <w:rsid w:val="000469F6"/>
    <w:rsid w:val="00052822"/>
    <w:rsid w:val="000533D9"/>
    <w:rsid w:val="00053931"/>
    <w:rsid w:val="00054406"/>
    <w:rsid w:val="000570AE"/>
    <w:rsid w:val="0006216A"/>
    <w:rsid w:val="000636A3"/>
    <w:rsid w:val="0006426D"/>
    <w:rsid w:val="000646F3"/>
    <w:rsid w:val="00065C63"/>
    <w:rsid w:val="00066699"/>
    <w:rsid w:val="00066A11"/>
    <w:rsid w:val="00066C43"/>
    <w:rsid w:val="000672AE"/>
    <w:rsid w:val="00067A35"/>
    <w:rsid w:val="00067F84"/>
    <w:rsid w:val="00071C97"/>
    <w:rsid w:val="00074709"/>
    <w:rsid w:val="0007613C"/>
    <w:rsid w:val="000761F7"/>
    <w:rsid w:val="00076A3A"/>
    <w:rsid w:val="0007706C"/>
    <w:rsid w:val="00077163"/>
    <w:rsid w:val="00082D69"/>
    <w:rsid w:val="00087659"/>
    <w:rsid w:val="00090669"/>
    <w:rsid w:val="00090987"/>
    <w:rsid w:val="00092805"/>
    <w:rsid w:val="00092A0C"/>
    <w:rsid w:val="00092A5F"/>
    <w:rsid w:val="00095BA6"/>
    <w:rsid w:val="000960E8"/>
    <w:rsid w:val="000A0DD8"/>
    <w:rsid w:val="000A34ED"/>
    <w:rsid w:val="000A4F2A"/>
    <w:rsid w:val="000A63A2"/>
    <w:rsid w:val="000A6A61"/>
    <w:rsid w:val="000A7750"/>
    <w:rsid w:val="000A78E3"/>
    <w:rsid w:val="000B05EB"/>
    <w:rsid w:val="000B2597"/>
    <w:rsid w:val="000B2E78"/>
    <w:rsid w:val="000B3A56"/>
    <w:rsid w:val="000B4B51"/>
    <w:rsid w:val="000B6F3F"/>
    <w:rsid w:val="000C0A89"/>
    <w:rsid w:val="000C0B77"/>
    <w:rsid w:val="000C0BD3"/>
    <w:rsid w:val="000C4883"/>
    <w:rsid w:val="000C54E5"/>
    <w:rsid w:val="000C56BF"/>
    <w:rsid w:val="000C70BE"/>
    <w:rsid w:val="000C7722"/>
    <w:rsid w:val="000D0932"/>
    <w:rsid w:val="000D1BDF"/>
    <w:rsid w:val="000D2864"/>
    <w:rsid w:val="000D3416"/>
    <w:rsid w:val="000D4AED"/>
    <w:rsid w:val="000D541C"/>
    <w:rsid w:val="000D5F1B"/>
    <w:rsid w:val="000D71B7"/>
    <w:rsid w:val="000D7E91"/>
    <w:rsid w:val="000E0153"/>
    <w:rsid w:val="000E1BD9"/>
    <w:rsid w:val="000E1D61"/>
    <w:rsid w:val="000E3F3D"/>
    <w:rsid w:val="000E46E9"/>
    <w:rsid w:val="000E47BB"/>
    <w:rsid w:val="000E5178"/>
    <w:rsid w:val="000E6824"/>
    <w:rsid w:val="000E6E30"/>
    <w:rsid w:val="000E6F87"/>
    <w:rsid w:val="000E77FC"/>
    <w:rsid w:val="000F247E"/>
    <w:rsid w:val="000F2EC0"/>
    <w:rsid w:val="000F3E26"/>
    <w:rsid w:val="000F43CB"/>
    <w:rsid w:val="000F4E91"/>
    <w:rsid w:val="000F613F"/>
    <w:rsid w:val="000F7D61"/>
    <w:rsid w:val="0010049D"/>
    <w:rsid w:val="00103118"/>
    <w:rsid w:val="0010315B"/>
    <w:rsid w:val="001033B6"/>
    <w:rsid w:val="00103495"/>
    <w:rsid w:val="00103C79"/>
    <w:rsid w:val="00105812"/>
    <w:rsid w:val="00107A6B"/>
    <w:rsid w:val="001106A5"/>
    <w:rsid w:val="00111AE3"/>
    <w:rsid w:val="00111B5C"/>
    <w:rsid w:val="001133B7"/>
    <w:rsid w:val="0011352E"/>
    <w:rsid w:val="00113B0B"/>
    <w:rsid w:val="00113CCC"/>
    <w:rsid w:val="001146DC"/>
    <w:rsid w:val="001149B6"/>
    <w:rsid w:val="00115473"/>
    <w:rsid w:val="00115A71"/>
    <w:rsid w:val="001162C9"/>
    <w:rsid w:val="00116722"/>
    <w:rsid w:val="0012064D"/>
    <w:rsid w:val="00122468"/>
    <w:rsid w:val="0012249D"/>
    <w:rsid w:val="0012268F"/>
    <w:rsid w:val="0012315E"/>
    <w:rsid w:val="001243ED"/>
    <w:rsid w:val="001244B4"/>
    <w:rsid w:val="00126471"/>
    <w:rsid w:val="00130A71"/>
    <w:rsid w:val="00130AEC"/>
    <w:rsid w:val="001311AD"/>
    <w:rsid w:val="00134FBE"/>
    <w:rsid w:val="0013521A"/>
    <w:rsid w:val="00135E90"/>
    <w:rsid w:val="0013625C"/>
    <w:rsid w:val="00136268"/>
    <w:rsid w:val="001367BB"/>
    <w:rsid w:val="00136E6F"/>
    <w:rsid w:val="00136FE7"/>
    <w:rsid w:val="00137D6B"/>
    <w:rsid w:val="001404A9"/>
    <w:rsid w:val="00140A12"/>
    <w:rsid w:val="001425FA"/>
    <w:rsid w:val="00142D83"/>
    <w:rsid w:val="00142F8E"/>
    <w:rsid w:val="0014341C"/>
    <w:rsid w:val="00143EEA"/>
    <w:rsid w:val="00147081"/>
    <w:rsid w:val="00147ED8"/>
    <w:rsid w:val="0015040E"/>
    <w:rsid w:val="00151C03"/>
    <w:rsid w:val="001529CF"/>
    <w:rsid w:val="001531AC"/>
    <w:rsid w:val="00153917"/>
    <w:rsid w:val="00156FF9"/>
    <w:rsid w:val="00157306"/>
    <w:rsid w:val="00160F76"/>
    <w:rsid w:val="0016119F"/>
    <w:rsid w:val="00163A74"/>
    <w:rsid w:val="00163C95"/>
    <w:rsid w:val="00163D83"/>
    <w:rsid w:val="00164767"/>
    <w:rsid w:val="00164810"/>
    <w:rsid w:val="00170928"/>
    <w:rsid w:val="001712E1"/>
    <w:rsid w:val="00173A3D"/>
    <w:rsid w:val="00173B27"/>
    <w:rsid w:val="001761AF"/>
    <w:rsid w:val="001763F6"/>
    <w:rsid w:val="001767EE"/>
    <w:rsid w:val="0017687F"/>
    <w:rsid w:val="00180914"/>
    <w:rsid w:val="00181DA5"/>
    <w:rsid w:val="00182258"/>
    <w:rsid w:val="001825CE"/>
    <w:rsid w:val="00182CD3"/>
    <w:rsid w:val="00183780"/>
    <w:rsid w:val="001858FD"/>
    <w:rsid w:val="00185CE3"/>
    <w:rsid w:val="0018664D"/>
    <w:rsid w:val="00186A77"/>
    <w:rsid w:val="00187017"/>
    <w:rsid w:val="00187246"/>
    <w:rsid w:val="0018788F"/>
    <w:rsid w:val="00191CCB"/>
    <w:rsid w:val="001937F7"/>
    <w:rsid w:val="00194752"/>
    <w:rsid w:val="00195052"/>
    <w:rsid w:val="0019610D"/>
    <w:rsid w:val="001A0DAA"/>
    <w:rsid w:val="001A1408"/>
    <w:rsid w:val="001A16E0"/>
    <w:rsid w:val="001A3110"/>
    <w:rsid w:val="001A3A3D"/>
    <w:rsid w:val="001A4C37"/>
    <w:rsid w:val="001A4D9B"/>
    <w:rsid w:val="001A4ECB"/>
    <w:rsid w:val="001A593C"/>
    <w:rsid w:val="001A6EC0"/>
    <w:rsid w:val="001B07B7"/>
    <w:rsid w:val="001B16FD"/>
    <w:rsid w:val="001B41B3"/>
    <w:rsid w:val="001B5182"/>
    <w:rsid w:val="001B577F"/>
    <w:rsid w:val="001B5EF1"/>
    <w:rsid w:val="001B6B73"/>
    <w:rsid w:val="001B6E03"/>
    <w:rsid w:val="001B702D"/>
    <w:rsid w:val="001B7407"/>
    <w:rsid w:val="001C27AB"/>
    <w:rsid w:val="001C3D8D"/>
    <w:rsid w:val="001C4D04"/>
    <w:rsid w:val="001C5884"/>
    <w:rsid w:val="001C5EDB"/>
    <w:rsid w:val="001C6296"/>
    <w:rsid w:val="001D1041"/>
    <w:rsid w:val="001D2DE1"/>
    <w:rsid w:val="001D320D"/>
    <w:rsid w:val="001D3568"/>
    <w:rsid w:val="001D41A1"/>
    <w:rsid w:val="001D5007"/>
    <w:rsid w:val="001D5118"/>
    <w:rsid w:val="001D713C"/>
    <w:rsid w:val="001D7ADC"/>
    <w:rsid w:val="001E016E"/>
    <w:rsid w:val="001E0A8B"/>
    <w:rsid w:val="001E25DC"/>
    <w:rsid w:val="001E4C31"/>
    <w:rsid w:val="001E7FAA"/>
    <w:rsid w:val="001F0713"/>
    <w:rsid w:val="001F3DB4"/>
    <w:rsid w:val="001F62CD"/>
    <w:rsid w:val="00200E9A"/>
    <w:rsid w:val="00202C7B"/>
    <w:rsid w:val="00204338"/>
    <w:rsid w:val="002045CF"/>
    <w:rsid w:val="002051FA"/>
    <w:rsid w:val="002054C5"/>
    <w:rsid w:val="00206325"/>
    <w:rsid w:val="00206510"/>
    <w:rsid w:val="002065C5"/>
    <w:rsid w:val="00207697"/>
    <w:rsid w:val="00210816"/>
    <w:rsid w:val="00211BE7"/>
    <w:rsid w:val="002127DE"/>
    <w:rsid w:val="002128A7"/>
    <w:rsid w:val="002139CB"/>
    <w:rsid w:val="00214077"/>
    <w:rsid w:val="0021424B"/>
    <w:rsid w:val="00214801"/>
    <w:rsid w:val="00214DA7"/>
    <w:rsid w:val="002176DC"/>
    <w:rsid w:val="00221675"/>
    <w:rsid w:val="00222AC8"/>
    <w:rsid w:val="00223C63"/>
    <w:rsid w:val="00223F11"/>
    <w:rsid w:val="00224964"/>
    <w:rsid w:val="00226098"/>
    <w:rsid w:val="002267C7"/>
    <w:rsid w:val="002269BC"/>
    <w:rsid w:val="00226BAC"/>
    <w:rsid w:val="00226C45"/>
    <w:rsid w:val="0022730F"/>
    <w:rsid w:val="00227FEE"/>
    <w:rsid w:val="002322FF"/>
    <w:rsid w:val="00233CAC"/>
    <w:rsid w:val="00236DBD"/>
    <w:rsid w:val="00237C0B"/>
    <w:rsid w:val="00237E9F"/>
    <w:rsid w:val="00241F59"/>
    <w:rsid w:val="0024265C"/>
    <w:rsid w:val="00243845"/>
    <w:rsid w:val="00243D20"/>
    <w:rsid w:val="00244679"/>
    <w:rsid w:val="00244C2E"/>
    <w:rsid w:val="002469F2"/>
    <w:rsid w:val="00246AA5"/>
    <w:rsid w:val="002478DA"/>
    <w:rsid w:val="00247D8F"/>
    <w:rsid w:val="00250E0A"/>
    <w:rsid w:val="00251992"/>
    <w:rsid w:val="00251C61"/>
    <w:rsid w:val="00251E02"/>
    <w:rsid w:val="002538E1"/>
    <w:rsid w:val="002543C2"/>
    <w:rsid w:val="002568DF"/>
    <w:rsid w:val="00256CFC"/>
    <w:rsid w:val="00257657"/>
    <w:rsid w:val="00261F33"/>
    <w:rsid w:val="002627B5"/>
    <w:rsid w:val="00263F56"/>
    <w:rsid w:val="002656B5"/>
    <w:rsid w:val="00270294"/>
    <w:rsid w:val="00272450"/>
    <w:rsid w:val="0027369F"/>
    <w:rsid w:val="0027570C"/>
    <w:rsid w:val="00276F64"/>
    <w:rsid w:val="002801DA"/>
    <w:rsid w:val="002812DC"/>
    <w:rsid w:val="00281569"/>
    <w:rsid w:val="002818EF"/>
    <w:rsid w:val="00281A4E"/>
    <w:rsid w:val="00282543"/>
    <w:rsid w:val="0028271F"/>
    <w:rsid w:val="0028272B"/>
    <w:rsid w:val="0028324D"/>
    <w:rsid w:val="00286867"/>
    <w:rsid w:val="00286901"/>
    <w:rsid w:val="0028771C"/>
    <w:rsid w:val="00290C35"/>
    <w:rsid w:val="00290DF6"/>
    <w:rsid w:val="0029599F"/>
    <w:rsid w:val="00296E4F"/>
    <w:rsid w:val="0029726F"/>
    <w:rsid w:val="002A0284"/>
    <w:rsid w:val="002A1851"/>
    <w:rsid w:val="002A2068"/>
    <w:rsid w:val="002A2F34"/>
    <w:rsid w:val="002A338C"/>
    <w:rsid w:val="002A3ECA"/>
    <w:rsid w:val="002A5096"/>
    <w:rsid w:val="002A66CA"/>
    <w:rsid w:val="002A69AC"/>
    <w:rsid w:val="002A6AC0"/>
    <w:rsid w:val="002A6C35"/>
    <w:rsid w:val="002A6E3E"/>
    <w:rsid w:val="002A717D"/>
    <w:rsid w:val="002A71EC"/>
    <w:rsid w:val="002A73D7"/>
    <w:rsid w:val="002B00EC"/>
    <w:rsid w:val="002B1545"/>
    <w:rsid w:val="002B2781"/>
    <w:rsid w:val="002B2A7F"/>
    <w:rsid w:val="002B2B15"/>
    <w:rsid w:val="002B5911"/>
    <w:rsid w:val="002B5F8E"/>
    <w:rsid w:val="002B6EAE"/>
    <w:rsid w:val="002B71A8"/>
    <w:rsid w:val="002B7794"/>
    <w:rsid w:val="002B78A2"/>
    <w:rsid w:val="002B7989"/>
    <w:rsid w:val="002C11D5"/>
    <w:rsid w:val="002C2216"/>
    <w:rsid w:val="002C3E3A"/>
    <w:rsid w:val="002C5293"/>
    <w:rsid w:val="002C5C66"/>
    <w:rsid w:val="002C6427"/>
    <w:rsid w:val="002C65C0"/>
    <w:rsid w:val="002C6DAD"/>
    <w:rsid w:val="002C7E77"/>
    <w:rsid w:val="002D19A9"/>
    <w:rsid w:val="002D2485"/>
    <w:rsid w:val="002D2FD0"/>
    <w:rsid w:val="002D3FF8"/>
    <w:rsid w:val="002D4F31"/>
    <w:rsid w:val="002D580E"/>
    <w:rsid w:val="002D7A5C"/>
    <w:rsid w:val="002E0927"/>
    <w:rsid w:val="002E19EE"/>
    <w:rsid w:val="002E2041"/>
    <w:rsid w:val="002E4976"/>
    <w:rsid w:val="002E4B4D"/>
    <w:rsid w:val="002E4D3D"/>
    <w:rsid w:val="002E5B03"/>
    <w:rsid w:val="002E5CA1"/>
    <w:rsid w:val="002E6022"/>
    <w:rsid w:val="002E7BCE"/>
    <w:rsid w:val="002F3626"/>
    <w:rsid w:val="002F42E5"/>
    <w:rsid w:val="002F5FD0"/>
    <w:rsid w:val="002F616C"/>
    <w:rsid w:val="002F65B9"/>
    <w:rsid w:val="00300162"/>
    <w:rsid w:val="00301EBF"/>
    <w:rsid w:val="00307C3A"/>
    <w:rsid w:val="00310762"/>
    <w:rsid w:val="00310860"/>
    <w:rsid w:val="00310A38"/>
    <w:rsid w:val="00310D1D"/>
    <w:rsid w:val="00311271"/>
    <w:rsid w:val="003129CD"/>
    <w:rsid w:val="003154ED"/>
    <w:rsid w:val="00317E22"/>
    <w:rsid w:val="003202C3"/>
    <w:rsid w:val="00320644"/>
    <w:rsid w:val="00322466"/>
    <w:rsid w:val="0032251D"/>
    <w:rsid w:val="00323465"/>
    <w:rsid w:val="00324B78"/>
    <w:rsid w:val="00325763"/>
    <w:rsid w:val="00325A62"/>
    <w:rsid w:val="00326131"/>
    <w:rsid w:val="00327EE9"/>
    <w:rsid w:val="00330CA2"/>
    <w:rsid w:val="00330D70"/>
    <w:rsid w:val="00331DCA"/>
    <w:rsid w:val="0033317B"/>
    <w:rsid w:val="003339D0"/>
    <w:rsid w:val="00335249"/>
    <w:rsid w:val="003353BB"/>
    <w:rsid w:val="00335621"/>
    <w:rsid w:val="0033620A"/>
    <w:rsid w:val="0034239A"/>
    <w:rsid w:val="003444FD"/>
    <w:rsid w:val="003447EF"/>
    <w:rsid w:val="00347C0D"/>
    <w:rsid w:val="00347E77"/>
    <w:rsid w:val="0035368E"/>
    <w:rsid w:val="00354493"/>
    <w:rsid w:val="00355928"/>
    <w:rsid w:val="00355C40"/>
    <w:rsid w:val="00356656"/>
    <w:rsid w:val="00356976"/>
    <w:rsid w:val="0036005A"/>
    <w:rsid w:val="00360A5F"/>
    <w:rsid w:val="003618AA"/>
    <w:rsid w:val="00362F97"/>
    <w:rsid w:val="0036371E"/>
    <w:rsid w:val="00363C94"/>
    <w:rsid w:val="0036400D"/>
    <w:rsid w:val="00364867"/>
    <w:rsid w:val="00367C1D"/>
    <w:rsid w:val="00367FBF"/>
    <w:rsid w:val="00370223"/>
    <w:rsid w:val="00370381"/>
    <w:rsid w:val="00371D45"/>
    <w:rsid w:val="00373085"/>
    <w:rsid w:val="003733B3"/>
    <w:rsid w:val="003771B6"/>
    <w:rsid w:val="00380674"/>
    <w:rsid w:val="003806CC"/>
    <w:rsid w:val="00383918"/>
    <w:rsid w:val="00383F2D"/>
    <w:rsid w:val="00385B1B"/>
    <w:rsid w:val="0038683D"/>
    <w:rsid w:val="00387F48"/>
    <w:rsid w:val="00392E30"/>
    <w:rsid w:val="00393446"/>
    <w:rsid w:val="00393B1E"/>
    <w:rsid w:val="003947AA"/>
    <w:rsid w:val="003963F3"/>
    <w:rsid w:val="00396C96"/>
    <w:rsid w:val="00396E14"/>
    <w:rsid w:val="0039787F"/>
    <w:rsid w:val="003A1475"/>
    <w:rsid w:val="003A258C"/>
    <w:rsid w:val="003A3298"/>
    <w:rsid w:val="003A3769"/>
    <w:rsid w:val="003A3A9E"/>
    <w:rsid w:val="003A4587"/>
    <w:rsid w:val="003A4602"/>
    <w:rsid w:val="003A4DC9"/>
    <w:rsid w:val="003A533A"/>
    <w:rsid w:val="003A573A"/>
    <w:rsid w:val="003A637E"/>
    <w:rsid w:val="003A657A"/>
    <w:rsid w:val="003A661E"/>
    <w:rsid w:val="003B062F"/>
    <w:rsid w:val="003B0913"/>
    <w:rsid w:val="003B20C5"/>
    <w:rsid w:val="003B20FE"/>
    <w:rsid w:val="003B3E8D"/>
    <w:rsid w:val="003B46BD"/>
    <w:rsid w:val="003B5031"/>
    <w:rsid w:val="003B63EE"/>
    <w:rsid w:val="003B6720"/>
    <w:rsid w:val="003B775B"/>
    <w:rsid w:val="003B7FA9"/>
    <w:rsid w:val="003C3F75"/>
    <w:rsid w:val="003C42C4"/>
    <w:rsid w:val="003C6EB9"/>
    <w:rsid w:val="003C70A4"/>
    <w:rsid w:val="003C7B85"/>
    <w:rsid w:val="003C7C08"/>
    <w:rsid w:val="003D065D"/>
    <w:rsid w:val="003D08B9"/>
    <w:rsid w:val="003D0E9A"/>
    <w:rsid w:val="003D172A"/>
    <w:rsid w:val="003D2459"/>
    <w:rsid w:val="003D28ED"/>
    <w:rsid w:val="003D2F39"/>
    <w:rsid w:val="003D3107"/>
    <w:rsid w:val="003D5ADF"/>
    <w:rsid w:val="003D5E5A"/>
    <w:rsid w:val="003E07FC"/>
    <w:rsid w:val="003E0DA1"/>
    <w:rsid w:val="003E148D"/>
    <w:rsid w:val="003E173A"/>
    <w:rsid w:val="003E2FA8"/>
    <w:rsid w:val="003E3600"/>
    <w:rsid w:val="003E6BFB"/>
    <w:rsid w:val="003E735E"/>
    <w:rsid w:val="003F0113"/>
    <w:rsid w:val="003F133B"/>
    <w:rsid w:val="003F19A2"/>
    <w:rsid w:val="003F2BBE"/>
    <w:rsid w:val="003F33DE"/>
    <w:rsid w:val="003F7061"/>
    <w:rsid w:val="003F7184"/>
    <w:rsid w:val="004021C3"/>
    <w:rsid w:val="0040243A"/>
    <w:rsid w:val="00402C65"/>
    <w:rsid w:val="00403FC4"/>
    <w:rsid w:val="00404EB7"/>
    <w:rsid w:val="004075B8"/>
    <w:rsid w:val="00407D56"/>
    <w:rsid w:val="00410FE4"/>
    <w:rsid w:val="004142DF"/>
    <w:rsid w:val="004146B4"/>
    <w:rsid w:val="004162AF"/>
    <w:rsid w:val="00416E2B"/>
    <w:rsid w:val="004170C4"/>
    <w:rsid w:val="00417EDA"/>
    <w:rsid w:val="004209BA"/>
    <w:rsid w:val="00420C44"/>
    <w:rsid w:val="0042223D"/>
    <w:rsid w:val="0042502E"/>
    <w:rsid w:val="0042597B"/>
    <w:rsid w:val="004271BF"/>
    <w:rsid w:val="00427904"/>
    <w:rsid w:val="00430581"/>
    <w:rsid w:val="004321A9"/>
    <w:rsid w:val="00432CB3"/>
    <w:rsid w:val="004333A2"/>
    <w:rsid w:val="00434A97"/>
    <w:rsid w:val="00434EBF"/>
    <w:rsid w:val="00437035"/>
    <w:rsid w:val="004375DB"/>
    <w:rsid w:val="00437BBE"/>
    <w:rsid w:val="00440080"/>
    <w:rsid w:val="0044037A"/>
    <w:rsid w:val="00440C62"/>
    <w:rsid w:val="00441A2E"/>
    <w:rsid w:val="004420F1"/>
    <w:rsid w:val="00445E76"/>
    <w:rsid w:val="00446919"/>
    <w:rsid w:val="00446BBA"/>
    <w:rsid w:val="00446D69"/>
    <w:rsid w:val="0044747D"/>
    <w:rsid w:val="004537CB"/>
    <w:rsid w:val="004538D5"/>
    <w:rsid w:val="004539B6"/>
    <w:rsid w:val="00453B2E"/>
    <w:rsid w:val="00453C50"/>
    <w:rsid w:val="004544A6"/>
    <w:rsid w:val="004557F8"/>
    <w:rsid w:val="00455A59"/>
    <w:rsid w:val="00460435"/>
    <w:rsid w:val="00464B21"/>
    <w:rsid w:val="00465011"/>
    <w:rsid w:val="0046634E"/>
    <w:rsid w:val="004675E7"/>
    <w:rsid w:val="00467E54"/>
    <w:rsid w:val="00470378"/>
    <w:rsid w:val="004722F9"/>
    <w:rsid w:val="00475E99"/>
    <w:rsid w:val="00476669"/>
    <w:rsid w:val="0048065E"/>
    <w:rsid w:val="0048092F"/>
    <w:rsid w:val="00480BCE"/>
    <w:rsid w:val="00480F98"/>
    <w:rsid w:val="00481D03"/>
    <w:rsid w:val="00481FD0"/>
    <w:rsid w:val="0048221F"/>
    <w:rsid w:val="00483CB9"/>
    <w:rsid w:val="004866A7"/>
    <w:rsid w:val="00486953"/>
    <w:rsid w:val="00486A8C"/>
    <w:rsid w:val="00486DFC"/>
    <w:rsid w:val="00486FFD"/>
    <w:rsid w:val="00487159"/>
    <w:rsid w:val="0049103A"/>
    <w:rsid w:val="004919C3"/>
    <w:rsid w:val="004953C3"/>
    <w:rsid w:val="00497042"/>
    <w:rsid w:val="00497133"/>
    <w:rsid w:val="004A0866"/>
    <w:rsid w:val="004A0AF4"/>
    <w:rsid w:val="004A0B9D"/>
    <w:rsid w:val="004A0BC5"/>
    <w:rsid w:val="004A1659"/>
    <w:rsid w:val="004A2369"/>
    <w:rsid w:val="004A23A4"/>
    <w:rsid w:val="004A2478"/>
    <w:rsid w:val="004A417C"/>
    <w:rsid w:val="004A6FE9"/>
    <w:rsid w:val="004A7BF1"/>
    <w:rsid w:val="004B01D3"/>
    <w:rsid w:val="004B06B3"/>
    <w:rsid w:val="004B15DC"/>
    <w:rsid w:val="004B17F4"/>
    <w:rsid w:val="004B3F28"/>
    <w:rsid w:val="004B447A"/>
    <w:rsid w:val="004B524C"/>
    <w:rsid w:val="004B5767"/>
    <w:rsid w:val="004B653D"/>
    <w:rsid w:val="004C0461"/>
    <w:rsid w:val="004C0752"/>
    <w:rsid w:val="004C0D7B"/>
    <w:rsid w:val="004C12C2"/>
    <w:rsid w:val="004C12F4"/>
    <w:rsid w:val="004C3E90"/>
    <w:rsid w:val="004C4336"/>
    <w:rsid w:val="004C77B5"/>
    <w:rsid w:val="004C77BF"/>
    <w:rsid w:val="004D09EA"/>
    <w:rsid w:val="004D1B60"/>
    <w:rsid w:val="004D406F"/>
    <w:rsid w:val="004D5E6C"/>
    <w:rsid w:val="004D67F7"/>
    <w:rsid w:val="004D7678"/>
    <w:rsid w:val="004D7CD7"/>
    <w:rsid w:val="004E032B"/>
    <w:rsid w:val="004E379D"/>
    <w:rsid w:val="004E3894"/>
    <w:rsid w:val="004E3AFC"/>
    <w:rsid w:val="004E4569"/>
    <w:rsid w:val="004E5300"/>
    <w:rsid w:val="004E6E95"/>
    <w:rsid w:val="004E7234"/>
    <w:rsid w:val="004E795E"/>
    <w:rsid w:val="004E7BA2"/>
    <w:rsid w:val="004F030A"/>
    <w:rsid w:val="004F58BA"/>
    <w:rsid w:val="004F6137"/>
    <w:rsid w:val="005022E5"/>
    <w:rsid w:val="00505A04"/>
    <w:rsid w:val="00511A16"/>
    <w:rsid w:val="00511B0E"/>
    <w:rsid w:val="00511DC4"/>
    <w:rsid w:val="005129AE"/>
    <w:rsid w:val="00514000"/>
    <w:rsid w:val="005144E0"/>
    <w:rsid w:val="0052052D"/>
    <w:rsid w:val="00522CFD"/>
    <w:rsid w:val="005254BC"/>
    <w:rsid w:val="00526724"/>
    <w:rsid w:val="00527E2E"/>
    <w:rsid w:val="0053181A"/>
    <w:rsid w:val="00533AE5"/>
    <w:rsid w:val="00536D77"/>
    <w:rsid w:val="00540056"/>
    <w:rsid w:val="00540315"/>
    <w:rsid w:val="00540F36"/>
    <w:rsid w:val="00541189"/>
    <w:rsid w:val="0054157A"/>
    <w:rsid w:val="005429C4"/>
    <w:rsid w:val="00542EEF"/>
    <w:rsid w:val="00543992"/>
    <w:rsid w:val="0054673E"/>
    <w:rsid w:val="00550B2F"/>
    <w:rsid w:val="00551712"/>
    <w:rsid w:val="00551E02"/>
    <w:rsid w:val="00552881"/>
    <w:rsid w:val="005529FE"/>
    <w:rsid w:val="00552C63"/>
    <w:rsid w:val="00553E73"/>
    <w:rsid w:val="00553E8E"/>
    <w:rsid w:val="005540AB"/>
    <w:rsid w:val="005540BB"/>
    <w:rsid w:val="00554212"/>
    <w:rsid w:val="005549DE"/>
    <w:rsid w:val="005573CD"/>
    <w:rsid w:val="00557500"/>
    <w:rsid w:val="00557FB6"/>
    <w:rsid w:val="00560A7B"/>
    <w:rsid w:val="00561993"/>
    <w:rsid w:val="00561C58"/>
    <w:rsid w:val="0056257C"/>
    <w:rsid w:val="00562EED"/>
    <w:rsid w:val="00562FA0"/>
    <w:rsid w:val="005638BD"/>
    <w:rsid w:val="00564542"/>
    <w:rsid w:val="00565ADE"/>
    <w:rsid w:val="005673A9"/>
    <w:rsid w:val="0057006C"/>
    <w:rsid w:val="00570ABC"/>
    <w:rsid w:val="00571BF1"/>
    <w:rsid w:val="00574C66"/>
    <w:rsid w:val="0057612B"/>
    <w:rsid w:val="00576FF6"/>
    <w:rsid w:val="0057723C"/>
    <w:rsid w:val="005772C4"/>
    <w:rsid w:val="00577577"/>
    <w:rsid w:val="0058046A"/>
    <w:rsid w:val="005814A7"/>
    <w:rsid w:val="0058190F"/>
    <w:rsid w:val="00581B6E"/>
    <w:rsid w:val="005832AA"/>
    <w:rsid w:val="00584801"/>
    <w:rsid w:val="00584ABA"/>
    <w:rsid w:val="005851B9"/>
    <w:rsid w:val="00585B8F"/>
    <w:rsid w:val="0058637C"/>
    <w:rsid w:val="00590129"/>
    <w:rsid w:val="005905EB"/>
    <w:rsid w:val="00591B11"/>
    <w:rsid w:val="005923FF"/>
    <w:rsid w:val="00592733"/>
    <w:rsid w:val="00593266"/>
    <w:rsid w:val="00593AAB"/>
    <w:rsid w:val="00593D4F"/>
    <w:rsid w:val="0059403F"/>
    <w:rsid w:val="0059412B"/>
    <w:rsid w:val="005960AA"/>
    <w:rsid w:val="00596D23"/>
    <w:rsid w:val="0059739F"/>
    <w:rsid w:val="00597AD1"/>
    <w:rsid w:val="00597B34"/>
    <w:rsid w:val="005A00BB"/>
    <w:rsid w:val="005A1C39"/>
    <w:rsid w:val="005A43ED"/>
    <w:rsid w:val="005A4A76"/>
    <w:rsid w:val="005A6765"/>
    <w:rsid w:val="005A696A"/>
    <w:rsid w:val="005A6C74"/>
    <w:rsid w:val="005B04A6"/>
    <w:rsid w:val="005B0EF7"/>
    <w:rsid w:val="005B15E0"/>
    <w:rsid w:val="005B20B4"/>
    <w:rsid w:val="005B2DE4"/>
    <w:rsid w:val="005B56BE"/>
    <w:rsid w:val="005B68D5"/>
    <w:rsid w:val="005B78B3"/>
    <w:rsid w:val="005C07D9"/>
    <w:rsid w:val="005C0E2F"/>
    <w:rsid w:val="005C18B1"/>
    <w:rsid w:val="005C1DC2"/>
    <w:rsid w:val="005C2150"/>
    <w:rsid w:val="005C7719"/>
    <w:rsid w:val="005C7E8D"/>
    <w:rsid w:val="005C7F77"/>
    <w:rsid w:val="005D040C"/>
    <w:rsid w:val="005D10DD"/>
    <w:rsid w:val="005D134A"/>
    <w:rsid w:val="005D2539"/>
    <w:rsid w:val="005D2C72"/>
    <w:rsid w:val="005D5B3B"/>
    <w:rsid w:val="005E2913"/>
    <w:rsid w:val="005E30F3"/>
    <w:rsid w:val="005E32A3"/>
    <w:rsid w:val="005E399F"/>
    <w:rsid w:val="005E5D2F"/>
    <w:rsid w:val="005E61DB"/>
    <w:rsid w:val="005E6836"/>
    <w:rsid w:val="005E6A3C"/>
    <w:rsid w:val="005E6E3A"/>
    <w:rsid w:val="005F0045"/>
    <w:rsid w:val="005F15C3"/>
    <w:rsid w:val="005F1BD6"/>
    <w:rsid w:val="005F2D9D"/>
    <w:rsid w:val="005F2E2D"/>
    <w:rsid w:val="005F2F00"/>
    <w:rsid w:val="005F3C69"/>
    <w:rsid w:val="00600E66"/>
    <w:rsid w:val="006013DF"/>
    <w:rsid w:val="0060295E"/>
    <w:rsid w:val="00603583"/>
    <w:rsid w:val="00603605"/>
    <w:rsid w:val="00603E8B"/>
    <w:rsid w:val="006041A3"/>
    <w:rsid w:val="006070C9"/>
    <w:rsid w:val="00611145"/>
    <w:rsid w:val="006123F7"/>
    <w:rsid w:val="00612AFA"/>
    <w:rsid w:val="006130E6"/>
    <w:rsid w:val="0061352B"/>
    <w:rsid w:val="00614301"/>
    <w:rsid w:val="00620867"/>
    <w:rsid w:val="00620B12"/>
    <w:rsid w:val="006210F4"/>
    <w:rsid w:val="00621DEA"/>
    <w:rsid w:val="0062295F"/>
    <w:rsid w:val="00622AC2"/>
    <w:rsid w:val="00622F38"/>
    <w:rsid w:val="00624B9F"/>
    <w:rsid w:val="00625C71"/>
    <w:rsid w:val="00626314"/>
    <w:rsid w:val="00626383"/>
    <w:rsid w:val="00627316"/>
    <w:rsid w:val="00627A7B"/>
    <w:rsid w:val="006303CB"/>
    <w:rsid w:val="0063061E"/>
    <w:rsid w:val="00632161"/>
    <w:rsid w:val="00633FB4"/>
    <w:rsid w:val="0063563E"/>
    <w:rsid w:val="006357C1"/>
    <w:rsid w:val="00635BA7"/>
    <w:rsid w:val="006365EA"/>
    <w:rsid w:val="0063712C"/>
    <w:rsid w:val="00637374"/>
    <w:rsid w:val="00640BB2"/>
    <w:rsid w:val="00641A2D"/>
    <w:rsid w:val="00642B84"/>
    <w:rsid w:val="00643F5E"/>
    <w:rsid w:val="006449AF"/>
    <w:rsid w:val="00646D08"/>
    <w:rsid w:val="00651562"/>
    <w:rsid w:val="00651640"/>
    <w:rsid w:val="00651ADF"/>
    <w:rsid w:val="00651E6E"/>
    <w:rsid w:val="00651EDF"/>
    <w:rsid w:val="0065248A"/>
    <w:rsid w:val="00652A18"/>
    <w:rsid w:val="0065361C"/>
    <w:rsid w:val="00654EAC"/>
    <w:rsid w:val="006574EA"/>
    <w:rsid w:val="00657D0D"/>
    <w:rsid w:val="00663284"/>
    <w:rsid w:val="006634A0"/>
    <w:rsid w:val="0066396C"/>
    <w:rsid w:val="00665B79"/>
    <w:rsid w:val="00667779"/>
    <w:rsid w:val="00671167"/>
    <w:rsid w:val="006726F6"/>
    <w:rsid w:val="00672CA8"/>
    <w:rsid w:val="00672E5A"/>
    <w:rsid w:val="00676B9C"/>
    <w:rsid w:val="00676FC7"/>
    <w:rsid w:val="00677F71"/>
    <w:rsid w:val="00680060"/>
    <w:rsid w:val="006806A7"/>
    <w:rsid w:val="0068115C"/>
    <w:rsid w:val="00682902"/>
    <w:rsid w:val="00683F3A"/>
    <w:rsid w:val="00684527"/>
    <w:rsid w:val="0068652E"/>
    <w:rsid w:val="0068773F"/>
    <w:rsid w:val="00687928"/>
    <w:rsid w:val="0069163F"/>
    <w:rsid w:val="00691DBB"/>
    <w:rsid w:val="00693839"/>
    <w:rsid w:val="006951F6"/>
    <w:rsid w:val="006967A1"/>
    <w:rsid w:val="006A09A5"/>
    <w:rsid w:val="006A6190"/>
    <w:rsid w:val="006A6630"/>
    <w:rsid w:val="006A7662"/>
    <w:rsid w:val="006A79E7"/>
    <w:rsid w:val="006A7D4D"/>
    <w:rsid w:val="006B0A7E"/>
    <w:rsid w:val="006B0E41"/>
    <w:rsid w:val="006B2194"/>
    <w:rsid w:val="006B2758"/>
    <w:rsid w:val="006B2E9A"/>
    <w:rsid w:val="006B3031"/>
    <w:rsid w:val="006B402D"/>
    <w:rsid w:val="006B5C71"/>
    <w:rsid w:val="006B7F0E"/>
    <w:rsid w:val="006C0331"/>
    <w:rsid w:val="006C0E2A"/>
    <w:rsid w:val="006C2066"/>
    <w:rsid w:val="006C31CC"/>
    <w:rsid w:val="006C45E3"/>
    <w:rsid w:val="006C46C5"/>
    <w:rsid w:val="006C4900"/>
    <w:rsid w:val="006C4B43"/>
    <w:rsid w:val="006C5B98"/>
    <w:rsid w:val="006C6433"/>
    <w:rsid w:val="006C7CC9"/>
    <w:rsid w:val="006D069D"/>
    <w:rsid w:val="006D0D07"/>
    <w:rsid w:val="006D1076"/>
    <w:rsid w:val="006D288E"/>
    <w:rsid w:val="006D36EC"/>
    <w:rsid w:val="006D3C3E"/>
    <w:rsid w:val="006D6DC1"/>
    <w:rsid w:val="006D6F9A"/>
    <w:rsid w:val="006E06BF"/>
    <w:rsid w:val="006E0F1D"/>
    <w:rsid w:val="006E1F54"/>
    <w:rsid w:val="006E2BD9"/>
    <w:rsid w:val="006E2C8E"/>
    <w:rsid w:val="006E3496"/>
    <w:rsid w:val="006E446F"/>
    <w:rsid w:val="006E51D9"/>
    <w:rsid w:val="006E6291"/>
    <w:rsid w:val="006E639B"/>
    <w:rsid w:val="006E6E26"/>
    <w:rsid w:val="006F5544"/>
    <w:rsid w:val="006F5A44"/>
    <w:rsid w:val="006F6EF5"/>
    <w:rsid w:val="006F7CE8"/>
    <w:rsid w:val="006F7D34"/>
    <w:rsid w:val="0070028F"/>
    <w:rsid w:val="00700C3F"/>
    <w:rsid w:val="00700CE9"/>
    <w:rsid w:val="00701353"/>
    <w:rsid w:val="00701C1C"/>
    <w:rsid w:val="0070524C"/>
    <w:rsid w:val="00710619"/>
    <w:rsid w:val="00711C14"/>
    <w:rsid w:val="007148AF"/>
    <w:rsid w:val="00715F3D"/>
    <w:rsid w:val="00717000"/>
    <w:rsid w:val="00717AB1"/>
    <w:rsid w:val="00717C64"/>
    <w:rsid w:val="00720374"/>
    <w:rsid w:val="007216F4"/>
    <w:rsid w:val="00721FA0"/>
    <w:rsid w:val="00723983"/>
    <w:rsid w:val="00723D07"/>
    <w:rsid w:val="00724F55"/>
    <w:rsid w:val="00725377"/>
    <w:rsid w:val="00726FAE"/>
    <w:rsid w:val="007273A5"/>
    <w:rsid w:val="0073042E"/>
    <w:rsid w:val="0073063F"/>
    <w:rsid w:val="00730E45"/>
    <w:rsid w:val="00731AD7"/>
    <w:rsid w:val="0073350F"/>
    <w:rsid w:val="007345C8"/>
    <w:rsid w:val="007353DA"/>
    <w:rsid w:val="00740CF1"/>
    <w:rsid w:val="00740E80"/>
    <w:rsid w:val="00741375"/>
    <w:rsid w:val="00741654"/>
    <w:rsid w:val="0074243B"/>
    <w:rsid w:val="00744DDA"/>
    <w:rsid w:val="0074517B"/>
    <w:rsid w:val="00745E33"/>
    <w:rsid w:val="007503DD"/>
    <w:rsid w:val="007530EC"/>
    <w:rsid w:val="00754B23"/>
    <w:rsid w:val="007565A3"/>
    <w:rsid w:val="007571E2"/>
    <w:rsid w:val="0075787C"/>
    <w:rsid w:val="00757A95"/>
    <w:rsid w:val="00757B10"/>
    <w:rsid w:val="00757FE5"/>
    <w:rsid w:val="007602F3"/>
    <w:rsid w:val="00760354"/>
    <w:rsid w:val="00760E91"/>
    <w:rsid w:val="00761D45"/>
    <w:rsid w:val="00764361"/>
    <w:rsid w:val="00765BEF"/>
    <w:rsid w:val="00766EC2"/>
    <w:rsid w:val="0076788E"/>
    <w:rsid w:val="00770C5E"/>
    <w:rsid w:val="00771C70"/>
    <w:rsid w:val="007723A0"/>
    <w:rsid w:val="00773080"/>
    <w:rsid w:val="007735AB"/>
    <w:rsid w:val="00773927"/>
    <w:rsid w:val="00773E4E"/>
    <w:rsid w:val="00774E5A"/>
    <w:rsid w:val="00775FFA"/>
    <w:rsid w:val="00777AC5"/>
    <w:rsid w:val="00777B4D"/>
    <w:rsid w:val="00777D57"/>
    <w:rsid w:val="00780989"/>
    <w:rsid w:val="007817D3"/>
    <w:rsid w:val="0078259F"/>
    <w:rsid w:val="00782872"/>
    <w:rsid w:val="00784287"/>
    <w:rsid w:val="00784708"/>
    <w:rsid w:val="00790887"/>
    <w:rsid w:val="00791A39"/>
    <w:rsid w:val="00792322"/>
    <w:rsid w:val="00793383"/>
    <w:rsid w:val="0079428B"/>
    <w:rsid w:val="00794575"/>
    <w:rsid w:val="0079549A"/>
    <w:rsid w:val="007966E7"/>
    <w:rsid w:val="00796941"/>
    <w:rsid w:val="00796AAA"/>
    <w:rsid w:val="007A090D"/>
    <w:rsid w:val="007A1B5B"/>
    <w:rsid w:val="007A3C83"/>
    <w:rsid w:val="007A5456"/>
    <w:rsid w:val="007A6185"/>
    <w:rsid w:val="007A69D6"/>
    <w:rsid w:val="007B092C"/>
    <w:rsid w:val="007B10B3"/>
    <w:rsid w:val="007B1D12"/>
    <w:rsid w:val="007B2562"/>
    <w:rsid w:val="007B2F17"/>
    <w:rsid w:val="007B46B3"/>
    <w:rsid w:val="007B4FC5"/>
    <w:rsid w:val="007B5CD8"/>
    <w:rsid w:val="007B602B"/>
    <w:rsid w:val="007B6485"/>
    <w:rsid w:val="007B6D51"/>
    <w:rsid w:val="007B6FD2"/>
    <w:rsid w:val="007B7154"/>
    <w:rsid w:val="007B7256"/>
    <w:rsid w:val="007C0492"/>
    <w:rsid w:val="007C10FF"/>
    <w:rsid w:val="007C20A4"/>
    <w:rsid w:val="007C3DC9"/>
    <w:rsid w:val="007C3F88"/>
    <w:rsid w:val="007C6CE8"/>
    <w:rsid w:val="007C7A5B"/>
    <w:rsid w:val="007D18DC"/>
    <w:rsid w:val="007D1D2B"/>
    <w:rsid w:val="007D2DF0"/>
    <w:rsid w:val="007D4A4F"/>
    <w:rsid w:val="007D4FEB"/>
    <w:rsid w:val="007D5FD1"/>
    <w:rsid w:val="007D7FBC"/>
    <w:rsid w:val="007E186C"/>
    <w:rsid w:val="007E2EBF"/>
    <w:rsid w:val="007E47E8"/>
    <w:rsid w:val="007E5309"/>
    <w:rsid w:val="007E6DD9"/>
    <w:rsid w:val="007F0D71"/>
    <w:rsid w:val="007F2CF9"/>
    <w:rsid w:val="007F417F"/>
    <w:rsid w:val="007F4190"/>
    <w:rsid w:val="007F4E53"/>
    <w:rsid w:val="007F5ABC"/>
    <w:rsid w:val="007F6933"/>
    <w:rsid w:val="007F6C7A"/>
    <w:rsid w:val="007F79A0"/>
    <w:rsid w:val="007F7B2E"/>
    <w:rsid w:val="00800121"/>
    <w:rsid w:val="008018D9"/>
    <w:rsid w:val="0080340F"/>
    <w:rsid w:val="00805648"/>
    <w:rsid w:val="00806335"/>
    <w:rsid w:val="00806466"/>
    <w:rsid w:val="0080743F"/>
    <w:rsid w:val="008079DB"/>
    <w:rsid w:val="008105E2"/>
    <w:rsid w:val="00810CEB"/>
    <w:rsid w:val="008110DA"/>
    <w:rsid w:val="008128CA"/>
    <w:rsid w:val="00812DD9"/>
    <w:rsid w:val="00813440"/>
    <w:rsid w:val="0081392E"/>
    <w:rsid w:val="00814FBB"/>
    <w:rsid w:val="0081619B"/>
    <w:rsid w:val="00816282"/>
    <w:rsid w:val="00817DAD"/>
    <w:rsid w:val="00817EAC"/>
    <w:rsid w:val="00820165"/>
    <w:rsid w:val="00820EA9"/>
    <w:rsid w:val="00821493"/>
    <w:rsid w:val="00822733"/>
    <w:rsid w:val="00823221"/>
    <w:rsid w:val="00823380"/>
    <w:rsid w:val="00823465"/>
    <w:rsid w:val="00823B45"/>
    <w:rsid w:val="0082409F"/>
    <w:rsid w:val="00825108"/>
    <w:rsid w:val="00826B87"/>
    <w:rsid w:val="00827EFD"/>
    <w:rsid w:val="0083003C"/>
    <w:rsid w:val="00831B8F"/>
    <w:rsid w:val="008336D0"/>
    <w:rsid w:val="0083440F"/>
    <w:rsid w:val="00834A8C"/>
    <w:rsid w:val="00836495"/>
    <w:rsid w:val="00836ABA"/>
    <w:rsid w:val="00837259"/>
    <w:rsid w:val="008376F0"/>
    <w:rsid w:val="00840AD1"/>
    <w:rsid w:val="0084238B"/>
    <w:rsid w:val="008430A5"/>
    <w:rsid w:val="0084318E"/>
    <w:rsid w:val="00843268"/>
    <w:rsid w:val="00843974"/>
    <w:rsid w:val="00843DF1"/>
    <w:rsid w:val="0084496F"/>
    <w:rsid w:val="008459A2"/>
    <w:rsid w:val="00845B67"/>
    <w:rsid w:val="00845BB2"/>
    <w:rsid w:val="008461D6"/>
    <w:rsid w:val="0084750F"/>
    <w:rsid w:val="00850983"/>
    <w:rsid w:val="008509FF"/>
    <w:rsid w:val="00851109"/>
    <w:rsid w:val="00852998"/>
    <w:rsid w:val="00852CEC"/>
    <w:rsid w:val="008549D0"/>
    <w:rsid w:val="00855F88"/>
    <w:rsid w:val="00856941"/>
    <w:rsid w:val="00857A7C"/>
    <w:rsid w:val="00857D21"/>
    <w:rsid w:val="00860BC4"/>
    <w:rsid w:val="00861391"/>
    <w:rsid w:val="00864864"/>
    <w:rsid w:val="0086546A"/>
    <w:rsid w:val="008665F5"/>
    <w:rsid w:val="008676F1"/>
    <w:rsid w:val="008703F4"/>
    <w:rsid w:val="00870D4D"/>
    <w:rsid w:val="008713E7"/>
    <w:rsid w:val="00873D57"/>
    <w:rsid w:val="00873FE5"/>
    <w:rsid w:val="00874112"/>
    <w:rsid w:val="00874999"/>
    <w:rsid w:val="008777DC"/>
    <w:rsid w:val="008778B5"/>
    <w:rsid w:val="0088062A"/>
    <w:rsid w:val="00880BCE"/>
    <w:rsid w:val="008810AF"/>
    <w:rsid w:val="008819E4"/>
    <w:rsid w:val="008829C5"/>
    <w:rsid w:val="008830EF"/>
    <w:rsid w:val="00883D1C"/>
    <w:rsid w:val="00884773"/>
    <w:rsid w:val="0088502F"/>
    <w:rsid w:val="00885077"/>
    <w:rsid w:val="00891AF8"/>
    <w:rsid w:val="00891FC3"/>
    <w:rsid w:val="008933CF"/>
    <w:rsid w:val="008939EC"/>
    <w:rsid w:val="00895362"/>
    <w:rsid w:val="0089567D"/>
    <w:rsid w:val="008963EF"/>
    <w:rsid w:val="0089709E"/>
    <w:rsid w:val="008A225D"/>
    <w:rsid w:val="008A4630"/>
    <w:rsid w:val="008A46B6"/>
    <w:rsid w:val="008A4B84"/>
    <w:rsid w:val="008A50A9"/>
    <w:rsid w:val="008A662C"/>
    <w:rsid w:val="008A6935"/>
    <w:rsid w:val="008A6DBE"/>
    <w:rsid w:val="008A7FE7"/>
    <w:rsid w:val="008B02D4"/>
    <w:rsid w:val="008B0C04"/>
    <w:rsid w:val="008B119C"/>
    <w:rsid w:val="008B4129"/>
    <w:rsid w:val="008B4EB2"/>
    <w:rsid w:val="008B4ED0"/>
    <w:rsid w:val="008B5AE2"/>
    <w:rsid w:val="008B5B7E"/>
    <w:rsid w:val="008B6341"/>
    <w:rsid w:val="008B6A82"/>
    <w:rsid w:val="008B6B5B"/>
    <w:rsid w:val="008B6F3D"/>
    <w:rsid w:val="008B7500"/>
    <w:rsid w:val="008C05BB"/>
    <w:rsid w:val="008C0DB1"/>
    <w:rsid w:val="008C14BE"/>
    <w:rsid w:val="008C1830"/>
    <w:rsid w:val="008C3327"/>
    <w:rsid w:val="008C3EAA"/>
    <w:rsid w:val="008C460E"/>
    <w:rsid w:val="008C510F"/>
    <w:rsid w:val="008C6193"/>
    <w:rsid w:val="008C6CA6"/>
    <w:rsid w:val="008D09E7"/>
    <w:rsid w:val="008D1374"/>
    <w:rsid w:val="008D29E7"/>
    <w:rsid w:val="008D5374"/>
    <w:rsid w:val="008D5874"/>
    <w:rsid w:val="008D5FE6"/>
    <w:rsid w:val="008D6657"/>
    <w:rsid w:val="008E1FA7"/>
    <w:rsid w:val="008E2195"/>
    <w:rsid w:val="008E46D5"/>
    <w:rsid w:val="008E4D2E"/>
    <w:rsid w:val="008E52ED"/>
    <w:rsid w:val="008E53F8"/>
    <w:rsid w:val="008E5EA9"/>
    <w:rsid w:val="008E6115"/>
    <w:rsid w:val="008F1999"/>
    <w:rsid w:val="008F1A98"/>
    <w:rsid w:val="008F258C"/>
    <w:rsid w:val="008F3AC4"/>
    <w:rsid w:val="008F3BB8"/>
    <w:rsid w:val="008F3C44"/>
    <w:rsid w:val="008F4513"/>
    <w:rsid w:val="008F5B45"/>
    <w:rsid w:val="008F72BE"/>
    <w:rsid w:val="009006DA"/>
    <w:rsid w:val="00900D4D"/>
    <w:rsid w:val="00901417"/>
    <w:rsid w:val="009019E4"/>
    <w:rsid w:val="00902114"/>
    <w:rsid w:val="00902B68"/>
    <w:rsid w:val="00902C7E"/>
    <w:rsid w:val="00903092"/>
    <w:rsid w:val="009046DF"/>
    <w:rsid w:val="00905816"/>
    <w:rsid w:val="00906AE2"/>
    <w:rsid w:val="009076D1"/>
    <w:rsid w:val="009102B0"/>
    <w:rsid w:val="00911C81"/>
    <w:rsid w:val="00914562"/>
    <w:rsid w:val="009145A4"/>
    <w:rsid w:val="0091682D"/>
    <w:rsid w:val="00917029"/>
    <w:rsid w:val="009178AB"/>
    <w:rsid w:val="00922370"/>
    <w:rsid w:val="0092388A"/>
    <w:rsid w:val="00923FFF"/>
    <w:rsid w:val="00924CF9"/>
    <w:rsid w:val="00925BE7"/>
    <w:rsid w:val="009264FE"/>
    <w:rsid w:val="00926A72"/>
    <w:rsid w:val="00926C32"/>
    <w:rsid w:val="00927D62"/>
    <w:rsid w:val="00932192"/>
    <w:rsid w:val="009364B7"/>
    <w:rsid w:val="0093678D"/>
    <w:rsid w:val="009369E4"/>
    <w:rsid w:val="00940B6B"/>
    <w:rsid w:val="009428C7"/>
    <w:rsid w:val="00943057"/>
    <w:rsid w:val="00943412"/>
    <w:rsid w:val="00943B2E"/>
    <w:rsid w:val="0094481C"/>
    <w:rsid w:val="00944B1A"/>
    <w:rsid w:val="0094536C"/>
    <w:rsid w:val="00945D11"/>
    <w:rsid w:val="009472D2"/>
    <w:rsid w:val="009503E2"/>
    <w:rsid w:val="00952521"/>
    <w:rsid w:val="00953797"/>
    <w:rsid w:val="009555B1"/>
    <w:rsid w:val="009557F9"/>
    <w:rsid w:val="00957AA4"/>
    <w:rsid w:val="00960F67"/>
    <w:rsid w:val="00961CD2"/>
    <w:rsid w:val="0096228C"/>
    <w:rsid w:val="00962B76"/>
    <w:rsid w:val="00963560"/>
    <w:rsid w:val="00965BB5"/>
    <w:rsid w:val="00966785"/>
    <w:rsid w:val="009668BF"/>
    <w:rsid w:val="0097061F"/>
    <w:rsid w:val="00972C70"/>
    <w:rsid w:val="00972EBA"/>
    <w:rsid w:val="00974224"/>
    <w:rsid w:val="00974F8D"/>
    <w:rsid w:val="00974FF1"/>
    <w:rsid w:val="00975D34"/>
    <w:rsid w:val="009767D3"/>
    <w:rsid w:val="00977F8A"/>
    <w:rsid w:val="009819FB"/>
    <w:rsid w:val="00981A6A"/>
    <w:rsid w:val="00982BF2"/>
    <w:rsid w:val="00985100"/>
    <w:rsid w:val="00986D0E"/>
    <w:rsid w:val="00986F27"/>
    <w:rsid w:val="00987873"/>
    <w:rsid w:val="00987D4C"/>
    <w:rsid w:val="00990B12"/>
    <w:rsid w:val="00990BD7"/>
    <w:rsid w:val="009917A2"/>
    <w:rsid w:val="00992E31"/>
    <w:rsid w:val="009940B5"/>
    <w:rsid w:val="00995447"/>
    <w:rsid w:val="00997F08"/>
    <w:rsid w:val="009A306A"/>
    <w:rsid w:val="009A53CC"/>
    <w:rsid w:val="009A7001"/>
    <w:rsid w:val="009A74C4"/>
    <w:rsid w:val="009A7DA5"/>
    <w:rsid w:val="009B01D4"/>
    <w:rsid w:val="009B0C22"/>
    <w:rsid w:val="009B2B08"/>
    <w:rsid w:val="009B36E8"/>
    <w:rsid w:val="009B4BA6"/>
    <w:rsid w:val="009B5300"/>
    <w:rsid w:val="009B534C"/>
    <w:rsid w:val="009B5940"/>
    <w:rsid w:val="009B7253"/>
    <w:rsid w:val="009C2A16"/>
    <w:rsid w:val="009C2E28"/>
    <w:rsid w:val="009C61D1"/>
    <w:rsid w:val="009C6FD6"/>
    <w:rsid w:val="009D0FA6"/>
    <w:rsid w:val="009D1310"/>
    <w:rsid w:val="009D22AB"/>
    <w:rsid w:val="009D3832"/>
    <w:rsid w:val="009D3969"/>
    <w:rsid w:val="009D467C"/>
    <w:rsid w:val="009D4C63"/>
    <w:rsid w:val="009D4F53"/>
    <w:rsid w:val="009D6274"/>
    <w:rsid w:val="009D6445"/>
    <w:rsid w:val="009D6CB0"/>
    <w:rsid w:val="009E03BE"/>
    <w:rsid w:val="009E07BB"/>
    <w:rsid w:val="009E3719"/>
    <w:rsid w:val="009E44DA"/>
    <w:rsid w:val="009E4824"/>
    <w:rsid w:val="009E4B98"/>
    <w:rsid w:val="009E5FFB"/>
    <w:rsid w:val="009E64D6"/>
    <w:rsid w:val="009E67C9"/>
    <w:rsid w:val="009E6DE8"/>
    <w:rsid w:val="009E72B2"/>
    <w:rsid w:val="009E7AB9"/>
    <w:rsid w:val="009E7D31"/>
    <w:rsid w:val="009F16BF"/>
    <w:rsid w:val="009F2C77"/>
    <w:rsid w:val="009F35A3"/>
    <w:rsid w:val="009F4224"/>
    <w:rsid w:val="009F4A72"/>
    <w:rsid w:val="009F5327"/>
    <w:rsid w:val="009F627A"/>
    <w:rsid w:val="009F6DDF"/>
    <w:rsid w:val="00A00A9C"/>
    <w:rsid w:val="00A03277"/>
    <w:rsid w:val="00A034BA"/>
    <w:rsid w:val="00A0400A"/>
    <w:rsid w:val="00A05A22"/>
    <w:rsid w:val="00A05F81"/>
    <w:rsid w:val="00A068A7"/>
    <w:rsid w:val="00A1122E"/>
    <w:rsid w:val="00A114CC"/>
    <w:rsid w:val="00A12D37"/>
    <w:rsid w:val="00A1445B"/>
    <w:rsid w:val="00A1512D"/>
    <w:rsid w:val="00A160CF"/>
    <w:rsid w:val="00A16415"/>
    <w:rsid w:val="00A1697A"/>
    <w:rsid w:val="00A200D2"/>
    <w:rsid w:val="00A2056F"/>
    <w:rsid w:val="00A209AB"/>
    <w:rsid w:val="00A21090"/>
    <w:rsid w:val="00A22363"/>
    <w:rsid w:val="00A2310F"/>
    <w:rsid w:val="00A24090"/>
    <w:rsid w:val="00A2548E"/>
    <w:rsid w:val="00A25C98"/>
    <w:rsid w:val="00A25D42"/>
    <w:rsid w:val="00A2642A"/>
    <w:rsid w:val="00A26AD5"/>
    <w:rsid w:val="00A27306"/>
    <w:rsid w:val="00A27B1B"/>
    <w:rsid w:val="00A30F05"/>
    <w:rsid w:val="00A31B31"/>
    <w:rsid w:val="00A35B37"/>
    <w:rsid w:val="00A35EDE"/>
    <w:rsid w:val="00A362BD"/>
    <w:rsid w:val="00A36623"/>
    <w:rsid w:val="00A36CA9"/>
    <w:rsid w:val="00A37D34"/>
    <w:rsid w:val="00A40AE4"/>
    <w:rsid w:val="00A41025"/>
    <w:rsid w:val="00A41C50"/>
    <w:rsid w:val="00A427E8"/>
    <w:rsid w:val="00A42B79"/>
    <w:rsid w:val="00A42FC1"/>
    <w:rsid w:val="00A43A6C"/>
    <w:rsid w:val="00A4458D"/>
    <w:rsid w:val="00A44704"/>
    <w:rsid w:val="00A478DC"/>
    <w:rsid w:val="00A50A52"/>
    <w:rsid w:val="00A50FBD"/>
    <w:rsid w:val="00A51FCA"/>
    <w:rsid w:val="00A5200B"/>
    <w:rsid w:val="00A53355"/>
    <w:rsid w:val="00A54D62"/>
    <w:rsid w:val="00A572D6"/>
    <w:rsid w:val="00A60513"/>
    <w:rsid w:val="00A6076B"/>
    <w:rsid w:val="00A60B19"/>
    <w:rsid w:val="00A61330"/>
    <w:rsid w:val="00A639AD"/>
    <w:rsid w:val="00A6486D"/>
    <w:rsid w:val="00A648C5"/>
    <w:rsid w:val="00A657DB"/>
    <w:rsid w:val="00A667C8"/>
    <w:rsid w:val="00A667E6"/>
    <w:rsid w:val="00A668D6"/>
    <w:rsid w:val="00A70000"/>
    <w:rsid w:val="00A7111B"/>
    <w:rsid w:val="00A716DD"/>
    <w:rsid w:val="00A725D1"/>
    <w:rsid w:val="00A72F8E"/>
    <w:rsid w:val="00A737D5"/>
    <w:rsid w:val="00A745EB"/>
    <w:rsid w:val="00A7487C"/>
    <w:rsid w:val="00A749A9"/>
    <w:rsid w:val="00A74E02"/>
    <w:rsid w:val="00A751DD"/>
    <w:rsid w:val="00A75334"/>
    <w:rsid w:val="00A76FCF"/>
    <w:rsid w:val="00A77E14"/>
    <w:rsid w:val="00A80498"/>
    <w:rsid w:val="00A80A89"/>
    <w:rsid w:val="00A86979"/>
    <w:rsid w:val="00A87799"/>
    <w:rsid w:val="00A91F7E"/>
    <w:rsid w:val="00A93200"/>
    <w:rsid w:val="00A9330B"/>
    <w:rsid w:val="00A940EB"/>
    <w:rsid w:val="00A948BA"/>
    <w:rsid w:val="00A966D6"/>
    <w:rsid w:val="00A9685B"/>
    <w:rsid w:val="00A9718A"/>
    <w:rsid w:val="00A971B5"/>
    <w:rsid w:val="00A97424"/>
    <w:rsid w:val="00AA00FF"/>
    <w:rsid w:val="00AA18B0"/>
    <w:rsid w:val="00AA378D"/>
    <w:rsid w:val="00AA532F"/>
    <w:rsid w:val="00AA5D17"/>
    <w:rsid w:val="00AB01ED"/>
    <w:rsid w:val="00AB1F96"/>
    <w:rsid w:val="00AB307D"/>
    <w:rsid w:val="00AB3F16"/>
    <w:rsid w:val="00AB49D2"/>
    <w:rsid w:val="00AB49D8"/>
    <w:rsid w:val="00AB5AFC"/>
    <w:rsid w:val="00AB5B22"/>
    <w:rsid w:val="00AC1C3F"/>
    <w:rsid w:val="00AC271A"/>
    <w:rsid w:val="00AC28CD"/>
    <w:rsid w:val="00AC2C70"/>
    <w:rsid w:val="00AC3934"/>
    <w:rsid w:val="00AC3A2F"/>
    <w:rsid w:val="00AC3E42"/>
    <w:rsid w:val="00AC41E0"/>
    <w:rsid w:val="00AC4AD7"/>
    <w:rsid w:val="00AC5626"/>
    <w:rsid w:val="00AC6146"/>
    <w:rsid w:val="00AC64A5"/>
    <w:rsid w:val="00AC6B61"/>
    <w:rsid w:val="00AD28E1"/>
    <w:rsid w:val="00AD2964"/>
    <w:rsid w:val="00AD365B"/>
    <w:rsid w:val="00AD54CB"/>
    <w:rsid w:val="00AD59C1"/>
    <w:rsid w:val="00AD5C3C"/>
    <w:rsid w:val="00AD7B22"/>
    <w:rsid w:val="00AE0778"/>
    <w:rsid w:val="00AE1640"/>
    <w:rsid w:val="00AE1E35"/>
    <w:rsid w:val="00AE270B"/>
    <w:rsid w:val="00AE4538"/>
    <w:rsid w:val="00AE4D35"/>
    <w:rsid w:val="00AE5DAC"/>
    <w:rsid w:val="00AE6117"/>
    <w:rsid w:val="00AE64FD"/>
    <w:rsid w:val="00AE6F06"/>
    <w:rsid w:val="00AE73AA"/>
    <w:rsid w:val="00AF00DF"/>
    <w:rsid w:val="00AF04CD"/>
    <w:rsid w:val="00AF0932"/>
    <w:rsid w:val="00AF0A2F"/>
    <w:rsid w:val="00AF217C"/>
    <w:rsid w:val="00AF2726"/>
    <w:rsid w:val="00AF33DF"/>
    <w:rsid w:val="00AF4FDC"/>
    <w:rsid w:val="00AF68AC"/>
    <w:rsid w:val="00AF6D51"/>
    <w:rsid w:val="00AF7253"/>
    <w:rsid w:val="00B01257"/>
    <w:rsid w:val="00B056F8"/>
    <w:rsid w:val="00B05B01"/>
    <w:rsid w:val="00B1002E"/>
    <w:rsid w:val="00B10281"/>
    <w:rsid w:val="00B11AF5"/>
    <w:rsid w:val="00B120F9"/>
    <w:rsid w:val="00B12214"/>
    <w:rsid w:val="00B12513"/>
    <w:rsid w:val="00B12ED2"/>
    <w:rsid w:val="00B12F1D"/>
    <w:rsid w:val="00B14349"/>
    <w:rsid w:val="00B17010"/>
    <w:rsid w:val="00B171A5"/>
    <w:rsid w:val="00B171D4"/>
    <w:rsid w:val="00B2067B"/>
    <w:rsid w:val="00B241CE"/>
    <w:rsid w:val="00B242C4"/>
    <w:rsid w:val="00B24ABA"/>
    <w:rsid w:val="00B3098A"/>
    <w:rsid w:val="00B325FE"/>
    <w:rsid w:val="00B329DF"/>
    <w:rsid w:val="00B33139"/>
    <w:rsid w:val="00B3667E"/>
    <w:rsid w:val="00B376D8"/>
    <w:rsid w:val="00B37FEA"/>
    <w:rsid w:val="00B4064C"/>
    <w:rsid w:val="00B408E8"/>
    <w:rsid w:val="00B41B2B"/>
    <w:rsid w:val="00B426ED"/>
    <w:rsid w:val="00B42E0C"/>
    <w:rsid w:val="00B430D7"/>
    <w:rsid w:val="00B43F34"/>
    <w:rsid w:val="00B444AF"/>
    <w:rsid w:val="00B46512"/>
    <w:rsid w:val="00B47827"/>
    <w:rsid w:val="00B47FE1"/>
    <w:rsid w:val="00B50171"/>
    <w:rsid w:val="00B501E7"/>
    <w:rsid w:val="00B506FA"/>
    <w:rsid w:val="00B50D8C"/>
    <w:rsid w:val="00B537AD"/>
    <w:rsid w:val="00B54A4C"/>
    <w:rsid w:val="00B56365"/>
    <w:rsid w:val="00B578D7"/>
    <w:rsid w:val="00B604FB"/>
    <w:rsid w:val="00B60990"/>
    <w:rsid w:val="00B627E4"/>
    <w:rsid w:val="00B629FE"/>
    <w:rsid w:val="00B637B2"/>
    <w:rsid w:val="00B64740"/>
    <w:rsid w:val="00B65134"/>
    <w:rsid w:val="00B659B6"/>
    <w:rsid w:val="00B67DB2"/>
    <w:rsid w:val="00B70AEE"/>
    <w:rsid w:val="00B71271"/>
    <w:rsid w:val="00B7160F"/>
    <w:rsid w:val="00B71653"/>
    <w:rsid w:val="00B7199B"/>
    <w:rsid w:val="00B71ADF"/>
    <w:rsid w:val="00B73110"/>
    <w:rsid w:val="00B731F9"/>
    <w:rsid w:val="00B7404A"/>
    <w:rsid w:val="00B74B2F"/>
    <w:rsid w:val="00B7501C"/>
    <w:rsid w:val="00B76530"/>
    <w:rsid w:val="00B76B70"/>
    <w:rsid w:val="00B77A65"/>
    <w:rsid w:val="00B77EF4"/>
    <w:rsid w:val="00B81F23"/>
    <w:rsid w:val="00B82399"/>
    <w:rsid w:val="00B82A3A"/>
    <w:rsid w:val="00B8302F"/>
    <w:rsid w:val="00B832BB"/>
    <w:rsid w:val="00B83851"/>
    <w:rsid w:val="00B868EA"/>
    <w:rsid w:val="00B87355"/>
    <w:rsid w:val="00B90893"/>
    <w:rsid w:val="00B90A19"/>
    <w:rsid w:val="00B92E3C"/>
    <w:rsid w:val="00B931B4"/>
    <w:rsid w:val="00B936D7"/>
    <w:rsid w:val="00B94E2B"/>
    <w:rsid w:val="00B95055"/>
    <w:rsid w:val="00B955A3"/>
    <w:rsid w:val="00B957AD"/>
    <w:rsid w:val="00B97F7C"/>
    <w:rsid w:val="00BA1D16"/>
    <w:rsid w:val="00BA20DE"/>
    <w:rsid w:val="00BA2ECE"/>
    <w:rsid w:val="00BA344E"/>
    <w:rsid w:val="00BA4322"/>
    <w:rsid w:val="00BA480B"/>
    <w:rsid w:val="00BA5B72"/>
    <w:rsid w:val="00BA5F92"/>
    <w:rsid w:val="00BA657A"/>
    <w:rsid w:val="00BA6C34"/>
    <w:rsid w:val="00BA6C54"/>
    <w:rsid w:val="00BB099C"/>
    <w:rsid w:val="00BB0DF4"/>
    <w:rsid w:val="00BB0EEC"/>
    <w:rsid w:val="00BB3CFF"/>
    <w:rsid w:val="00BB4CCD"/>
    <w:rsid w:val="00BB500F"/>
    <w:rsid w:val="00BB5951"/>
    <w:rsid w:val="00BB5C83"/>
    <w:rsid w:val="00BB5DD5"/>
    <w:rsid w:val="00BB643C"/>
    <w:rsid w:val="00BC0829"/>
    <w:rsid w:val="00BC09E8"/>
    <w:rsid w:val="00BC17F9"/>
    <w:rsid w:val="00BC46D7"/>
    <w:rsid w:val="00BC499A"/>
    <w:rsid w:val="00BC5DB5"/>
    <w:rsid w:val="00BC717E"/>
    <w:rsid w:val="00BC75DB"/>
    <w:rsid w:val="00BD0E43"/>
    <w:rsid w:val="00BD0EDA"/>
    <w:rsid w:val="00BD18F7"/>
    <w:rsid w:val="00BD1CB7"/>
    <w:rsid w:val="00BD2DF1"/>
    <w:rsid w:val="00BD447E"/>
    <w:rsid w:val="00BD49AF"/>
    <w:rsid w:val="00BD4DFE"/>
    <w:rsid w:val="00BD593F"/>
    <w:rsid w:val="00BD6706"/>
    <w:rsid w:val="00BE0D08"/>
    <w:rsid w:val="00BE2B20"/>
    <w:rsid w:val="00BE36DD"/>
    <w:rsid w:val="00BE630D"/>
    <w:rsid w:val="00BE7ED8"/>
    <w:rsid w:val="00BF1F86"/>
    <w:rsid w:val="00BF36F6"/>
    <w:rsid w:val="00C02B19"/>
    <w:rsid w:val="00C02D90"/>
    <w:rsid w:val="00C032A1"/>
    <w:rsid w:val="00C045F0"/>
    <w:rsid w:val="00C071B5"/>
    <w:rsid w:val="00C12D0A"/>
    <w:rsid w:val="00C13127"/>
    <w:rsid w:val="00C1570C"/>
    <w:rsid w:val="00C16266"/>
    <w:rsid w:val="00C165E7"/>
    <w:rsid w:val="00C203E0"/>
    <w:rsid w:val="00C2177F"/>
    <w:rsid w:val="00C221B7"/>
    <w:rsid w:val="00C22361"/>
    <w:rsid w:val="00C2291C"/>
    <w:rsid w:val="00C2419C"/>
    <w:rsid w:val="00C24830"/>
    <w:rsid w:val="00C26D89"/>
    <w:rsid w:val="00C2758F"/>
    <w:rsid w:val="00C314CC"/>
    <w:rsid w:val="00C31833"/>
    <w:rsid w:val="00C33018"/>
    <w:rsid w:val="00C33B4D"/>
    <w:rsid w:val="00C33FF8"/>
    <w:rsid w:val="00C35A49"/>
    <w:rsid w:val="00C360D4"/>
    <w:rsid w:val="00C36AF1"/>
    <w:rsid w:val="00C37458"/>
    <w:rsid w:val="00C3788F"/>
    <w:rsid w:val="00C37AF7"/>
    <w:rsid w:val="00C37D02"/>
    <w:rsid w:val="00C40C56"/>
    <w:rsid w:val="00C4259D"/>
    <w:rsid w:val="00C438EF"/>
    <w:rsid w:val="00C43EDE"/>
    <w:rsid w:val="00C443D6"/>
    <w:rsid w:val="00C44D76"/>
    <w:rsid w:val="00C457E4"/>
    <w:rsid w:val="00C45E29"/>
    <w:rsid w:val="00C478FD"/>
    <w:rsid w:val="00C50463"/>
    <w:rsid w:val="00C51546"/>
    <w:rsid w:val="00C5169B"/>
    <w:rsid w:val="00C52516"/>
    <w:rsid w:val="00C5675F"/>
    <w:rsid w:val="00C56DFD"/>
    <w:rsid w:val="00C617E5"/>
    <w:rsid w:val="00C62B77"/>
    <w:rsid w:val="00C667E4"/>
    <w:rsid w:val="00C7053A"/>
    <w:rsid w:val="00C706E8"/>
    <w:rsid w:val="00C70D9D"/>
    <w:rsid w:val="00C72391"/>
    <w:rsid w:val="00C76A9C"/>
    <w:rsid w:val="00C77054"/>
    <w:rsid w:val="00C77947"/>
    <w:rsid w:val="00C77A77"/>
    <w:rsid w:val="00C80492"/>
    <w:rsid w:val="00C81C96"/>
    <w:rsid w:val="00C82205"/>
    <w:rsid w:val="00C83026"/>
    <w:rsid w:val="00C84149"/>
    <w:rsid w:val="00C849B1"/>
    <w:rsid w:val="00C85ACB"/>
    <w:rsid w:val="00C86EE3"/>
    <w:rsid w:val="00C8734B"/>
    <w:rsid w:val="00C9021F"/>
    <w:rsid w:val="00C9028D"/>
    <w:rsid w:val="00C906FE"/>
    <w:rsid w:val="00C90863"/>
    <w:rsid w:val="00C910E3"/>
    <w:rsid w:val="00C9236A"/>
    <w:rsid w:val="00C978A6"/>
    <w:rsid w:val="00CA2082"/>
    <w:rsid w:val="00CA2801"/>
    <w:rsid w:val="00CA41BF"/>
    <w:rsid w:val="00CA4201"/>
    <w:rsid w:val="00CA539C"/>
    <w:rsid w:val="00CA5AC6"/>
    <w:rsid w:val="00CA5AF6"/>
    <w:rsid w:val="00CA5F67"/>
    <w:rsid w:val="00CA778F"/>
    <w:rsid w:val="00CB084D"/>
    <w:rsid w:val="00CB22FF"/>
    <w:rsid w:val="00CB3BAF"/>
    <w:rsid w:val="00CB4647"/>
    <w:rsid w:val="00CB5562"/>
    <w:rsid w:val="00CB686E"/>
    <w:rsid w:val="00CC0833"/>
    <w:rsid w:val="00CC098E"/>
    <w:rsid w:val="00CC0A4E"/>
    <w:rsid w:val="00CC0D6C"/>
    <w:rsid w:val="00CC12A7"/>
    <w:rsid w:val="00CC156E"/>
    <w:rsid w:val="00CC546F"/>
    <w:rsid w:val="00CC5512"/>
    <w:rsid w:val="00CC5817"/>
    <w:rsid w:val="00CC7F3E"/>
    <w:rsid w:val="00CD0BA2"/>
    <w:rsid w:val="00CD72D4"/>
    <w:rsid w:val="00CE30CD"/>
    <w:rsid w:val="00CE4025"/>
    <w:rsid w:val="00CE5EEF"/>
    <w:rsid w:val="00CF06A5"/>
    <w:rsid w:val="00CF137D"/>
    <w:rsid w:val="00CF307D"/>
    <w:rsid w:val="00CF3514"/>
    <w:rsid w:val="00CF4C33"/>
    <w:rsid w:val="00CF4DEF"/>
    <w:rsid w:val="00CF50BC"/>
    <w:rsid w:val="00D00008"/>
    <w:rsid w:val="00D00127"/>
    <w:rsid w:val="00D02016"/>
    <w:rsid w:val="00D032B6"/>
    <w:rsid w:val="00D07B3E"/>
    <w:rsid w:val="00D10971"/>
    <w:rsid w:val="00D11686"/>
    <w:rsid w:val="00D11AFF"/>
    <w:rsid w:val="00D1225E"/>
    <w:rsid w:val="00D132EE"/>
    <w:rsid w:val="00D1575C"/>
    <w:rsid w:val="00D16A79"/>
    <w:rsid w:val="00D1797A"/>
    <w:rsid w:val="00D20234"/>
    <w:rsid w:val="00D208D0"/>
    <w:rsid w:val="00D20EAE"/>
    <w:rsid w:val="00D2118D"/>
    <w:rsid w:val="00D212D5"/>
    <w:rsid w:val="00D22F26"/>
    <w:rsid w:val="00D230D8"/>
    <w:rsid w:val="00D23B7C"/>
    <w:rsid w:val="00D246D7"/>
    <w:rsid w:val="00D24B24"/>
    <w:rsid w:val="00D24EB0"/>
    <w:rsid w:val="00D253A4"/>
    <w:rsid w:val="00D25987"/>
    <w:rsid w:val="00D30595"/>
    <w:rsid w:val="00D31698"/>
    <w:rsid w:val="00D32FD1"/>
    <w:rsid w:val="00D33A32"/>
    <w:rsid w:val="00D350E6"/>
    <w:rsid w:val="00D35A4D"/>
    <w:rsid w:val="00D40219"/>
    <w:rsid w:val="00D415D5"/>
    <w:rsid w:val="00D469F9"/>
    <w:rsid w:val="00D46C32"/>
    <w:rsid w:val="00D471AE"/>
    <w:rsid w:val="00D514EF"/>
    <w:rsid w:val="00D52C95"/>
    <w:rsid w:val="00D52EC6"/>
    <w:rsid w:val="00D53C02"/>
    <w:rsid w:val="00D53FBC"/>
    <w:rsid w:val="00D54728"/>
    <w:rsid w:val="00D55787"/>
    <w:rsid w:val="00D56DF2"/>
    <w:rsid w:val="00D56F65"/>
    <w:rsid w:val="00D601D4"/>
    <w:rsid w:val="00D60B3B"/>
    <w:rsid w:val="00D615FF"/>
    <w:rsid w:val="00D6188A"/>
    <w:rsid w:val="00D623DF"/>
    <w:rsid w:val="00D62982"/>
    <w:rsid w:val="00D64445"/>
    <w:rsid w:val="00D65039"/>
    <w:rsid w:val="00D652CE"/>
    <w:rsid w:val="00D66686"/>
    <w:rsid w:val="00D66A45"/>
    <w:rsid w:val="00D66EE9"/>
    <w:rsid w:val="00D67101"/>
    <w:rsid w:val="00D671FA"/>
    <w:rsid w:val="00D67AE7"/>
    <w:rsid w:val="00D70D85"/>
    <w:rsid w:val="00D718B1"/>
    <w:rsid w:val="00D71BAC"/>
    <w:rsid w:val="00D725C5"/>
    <w:rsid w:val="00D7331A"/>
    <w:rsid w:val="00D7499D"/>
    <w:rsid w:val="00D76158"/>
    <w:rsid w:val="00D80637"/>
    <w:rsid w:val="00D844E5"/>
    <w:rsid w:val="00D84ECA"/>
    <w:rsid w:val="00D854D7"/>
    <w:rsid w:val="00D86588"/>
    <w:rsid w:val="00D90B86"/>
    <w:rsid w:val="00D91A3F"/>
    <w:rsid w:val="00D91B67"/>
    <w:rsid w:val="00D92CDF"/>
    <w:rsid w:val="00D93682"/>
    <w:rsid w:val="00D9631A"/>
    <w:rsid w:val="00DA32DF"/>
    <w:rsid w:val="00DA5931"/>
    <w:rsid w:val="00DA722B"/>
    <w:rsid w:val="00DA76C9"/>
    <w:rsid w:val="00DB053F"/>
    <w:rsid w:val="00DB0540"/>
    <w:rsid w:val="00DB0FBD"/>
    <w:rsid w:val="00DB13C4"/>
    <w:rsid w:val="00DB1857"/>
    <w:rsid w:val="00DB2424"/>
    <w:rsid w:val="00DB33CC"/>
    <w:rsid w:val="00DB341E"/>
    <w:rsid w:val="00DB3D6F"/>
    <w:rsid w:val="00DB3E84"/>
    <w:rsid w:val="00DB4213"/>
    <w:rsid w:val="00DB4A4E"/>
    <w:rsid w:val="00DB5C93"/>
    <w:rsid w:val="00DC02A0"/>
    <w:rsid w:val="00DC0B08"/>
    <w:rsid w:val="00DC0E27"/>
    <w:rsid w:val="00DC1000"/>
    <w:rsid w:val="00DC191E"/>
    <w:rsid w:val="00DC3C37"/>
    <w:rsid w:val="00DC3D3E"/>
    <w:rsid w:val="00DC50BB"/>
    <w:rsid w:val="00DC5E1C"/>
    <w:rsid w:val="00DC688F"/>
    <w:rsid w:val="00DC6F41"/>
    <w:rsid w:val="00DD0A73"/>
    <w:rsid w:val="00DD0D47"/>
    <w:rsid w:val="00DD1BB4"/>
    <w:rsid w:val="00DD2697"/>
    <w:rsid w:val="00DD3E39"/>
    <w:rsid w:val="00DD6547"/>
    <w:rsid w:val="00DD78A5"/>
    <w:rsid w:val="00DD7EBA"/>
    <w:rsid w:val="00DE2D09"/>
    <w:rsid w:val="00DE366B"/>
    <w:rsid w:val="00DE37FE"/>
    <w:rsid w:val="00DE4448"/>
    <w:rsid w:val="00DE49C9"/>
    <w:rsid w:val="00DE56EB"/>
    <w:rsid w:val="00DE6957"/>
    <w:rsid w:val="00DE695F"/>
    <w:rsid w:val="00DE77B3"/>
    <w:rsid w:val="00DF0A58"/>
    <w:rsid w:val="00DF198F"/>
    <w:rsid w:val="00DF1F67"/>
    <w:rsid w:val="00DF5E1E"/>
    <w:rsid w:val="00DF6442"/>
    <w:rsid w:val="00DF67A3"/>
    <w:rsid w:val="00DF71D2"/>
    <w:rsid w:val="00DF7A42"/>
    <w:rsid w:val="00E022DC"/>
    <w:rsid w:val="00E024D3"/>
    <w:rsid w:val="00E02D8B"/>
    <w:rsid w:val="00E0487B"/>
    <w:rsid w:val="00E05FA2"/>
    <w:rsid w:val="00E07559"/>
    <w:rsid w:val="00E07A7B"/>
    <w:rsid w:val="00E10BBF"/>
    <w:rsid w:val="00E10D92"/>
    <w:rsid w:val="00E138BD"/>
    <w:rsid w:val="00E13CEC"/>
    <w:rsid w:val="00E14435"/>
    <w:rsid w:val="00E206F5"/>
    <w:rsid w:val="00E2124D"/>
    <w:rsid w:val="00E21598"/>
    <w:rsid w:val="00E2163D"/>
    <w:rsid w:val="00E259BC"/>
    <w:rsid w:val="00E264A4"/>
    <w:rsid w:val="00E26DA0"/>
    <w:rsid w:val="00E27322"/>
    <w:rsid w:val="00E317A1"/>
    <w:rsid w:val="00E32E9A"/>
    <w:rsid w:val="00E36EBF"/>
    <w:rsid w:val="00E40FCC"/>
    <w:rsid w:val="00E41327"/>
    <w:rsid w:val="00E416BB"/>
    <w:rsid w:val="00E4252B"/>
    <w:rsid w:val="00E43122"/>
    <w:rsid w:val="00E44003"/>
    <w:rsid w:val="00E44C93"/>
    <w:rsid w:val="00E45210"/>
    <w:rsid w:val="00E456A5"/>
    <w:rsid w:val="00E45E4B"/>
    <w:rsid w:val="00E46ACB"/>
    <w:rsid w:val="00E470B1"/>
    <w:rsid w:val="00E50890"/>
    <w:rsid w:val="00E51050"/>
    <w:rsid w:val="00E5110E"/>
    <w:rsid w:val="00E51B9A"/>
    <w:rsid w:val="00E51E35"/>
    <w:rsid w:val="00E51F94"/>
    <w:rsid w:val="00E53833"/>
    <w:rsid w:val="00E5512D"/>
    <w:rsid w:val="00E567D4"/>
    <w:rsid w:val="00E57005"/>
    <w:rsid w:val="00E574E5"/>
    <w:rsid w:val="00E57D9E"/>
    <w:rsid w:val="00E63C51"/>
    <w:rsid w:val="00E6671A"/>
    <w:rsid w:val="00E6696E"/>
    <w:rsid w:val="00E70BDA"/>
    <w:rsid w:val="00E71139"/>
    <w:rsid w:val="00E712A0"/>
    <w:rsid w:val="00E71E9A"/>
    <w:rsid w:val="00E7269E"/>
    <w:rsid w:val="00E74F63"/>
    <w:rsid w:val="00E7602E"/>
    <w:rsid w:val="00E7654A"/>
    <w:rsid w:val="00E7712C"/>
    <w:rsid w:val="00E7773E"/>
    <w:rsid w:val="00E77BB1"/>
    <w:rsid w:val="00E77F65"/>
    <w:rsid w:val="00E81AAC"/>
    <w:rsid w:val="00E81BF4"/>
    <w:rsid w:val="00E8243A"/>
    <w:rsid w:val="00E82E08"/>
    <w:rsid w:val="00E84462"/>
    <w:rsid w:val="00E867C1"/>
    <w:rsid w:val="00E86BA2"/>
    <w:rsid w:val="00E872A2"/>
    <w:rsid w:val="00E90664"/>
    <w:rsid w:val="00E91037"/>
    <w:rsid w:val="00E92065"/>
    <w:rsid w:val="00E92133"/>
    <w:rsid w:val="00E93F3C"/>
    <w:rsid w:val="00E94EC9"/>
    <w:rsid w:val="00E951CB"/>
    <w:rsid w:val="00E96412"/>
    <w:rsid w:val="00E96F05"/>
    <w:rsid w:val="00EA0876"/>
    <w:rsid w:val="00EA340E"/>
    <w:rsid w:val="00EA3B1F"/>
    <w:rsid w:val="00EA547D"/>
    <w:rsid w:val="00EA6665"/>
    <w:rsid w:val="00EA69AC"/>
    <w:rsid w:val="00EA6DED"/>
    <w:rsid w:val="00EA768B"/>
    <w:rsid w:val="00EB08B4"/>
    <w:rsid w:val="00EB2506"/>
    <w:rsid w:val="00EB2AF3"/>
    <w:rsid w:val="00EB30F3"/>
    <w:rsid w:val="00EB3123"/>
    <w:rsid w:val="00EB3285"/>
    <w:rsid w:val="00EB55D0"/>
    <w:rsid w:val="00EB5646"/>
    <w:rsid w:val="00EB5ADB"/>
    <w:rsid w:val="00EB70B9"/>
    <w:rsid w:val="00EB77F1"/>
    <w:rsid w:val="00EC0CE2"/>
    <w:rsid w:val="00EC0F78"/>
    <w:rsid w:val="00EC1A32"/>
    <w:rsid w:val="00EC1A39"/>
    <w:rsid w:val="00EC1E42"/>
    <w:rsid w:val="00EC2829"/>
    <w:rsid w:val="00EC3D3F"/>
    <w:rsid w:val="00EC5C01"/>
    <w:rsid w:val="00EC61E5"/>
    <w:rsid w:val="00EC682C"/>
    <w:rsid w:val="00EC766D"/>
    <w:rsid w:val="00EC7E34"/>
    <w:rsid w:val="00ED025D"/>
    <w:rsid w:val="00ED3A34"/>
    <w:rsid w:val="00ED3DFD"/>
    <w:rsid w:val="00ED3F21"/>
    <w:rsid w:val="00ED4227"/>
    <w:rsid w:val="00ED6245"/>
    <w:rsid w:val="00ED76E8"/>
    <w:rsid w:val="00EE1CB1"/>
    <w:rsid w:val="00EE260F"/>
    <w:rsid w:val="00EE56E1"/>
    <w:rsid w:val="00EE604B"/>
    <w:rsid w:val="00EE6B33"/>
    <w:rsid w:val="00EF03EC"/>
    <w:rsid w:val="00EF0462"/>
    <w:rsid w:val="00EF3F9B"/>
    <w:rsid w:val="00EF6505"/>
    <w:rsid w:val="00EF6840"/>
    <w:rsid w:val="00EF6ED2"/>
    <w:rsid w:val="00EF70FD"/>
    <w:rsid w:val="00EF7A6F"/>
    <w:rsid w:val="00F021C6"/>
    <w:rsid w:val="00F02C57"/>
    <w:rsid w:val="00F04425"/>
    <w:rsid w:val="00F0623E"/>
    <w:rsid w:val="00F06B18"/>
    <w:rsid w:val="00F070E5"/>
    <w:rsid w:val="00F07432"/>
    <w:rsid w:val="00F1296E"/>
    <w:rsid w:val="00F13CD3"/>
    <w:rsid w:val="00F1517E"/>
    <w:rsid w:val="00F1567B"/>
    <w:rsid w:val="00F16678"/>
    <w:rsid w:val="00F16F0E"/>
    <w:rsid w:val="00F2185D"/>
    <w:rsid w:val="00F220C4"/>
    <w:rsid w:val="00F22AC4"/>
    <w:rsid w:val="00F26388"/>
    <w:rsid w:val="00F30FAB"/>
    <w:rsid w:val="00F31BE3"/>
    <w:rsid w:val="00F330CD"/>
    <w:rsid w:val="00F34B21"/>
    <w:rsid w:val="00F34CA5"/>
    <w:rsid w:val="00F3784D"/>
    <w:rsid w:val="00F406FA"/>
    <w:rsid w:val="00F41D14"/>
    <w:rsid w:val="00F41E90"/>
    <w:rsid w:val="00F436BF"/>
    <w:rsid w:val="00F445EC"/>
    <w:rsid w:val="00F51848"/>
    <w:rsid w:val="00F52770"/>
    <w:rsid w:val="00F53B56"/>
    <w:rsid w:val="00F54AD8"/>
    <w:rsid w:val="00F55BC3"/>
    <w:rsid w:val="00F56035"/>
    <w:rsid w:val="00F571FE"/>
    <w:rsid w:val="00F57859"/>
    <w:rsid w:val="00F61810"/>
    <w:rsid w:val="00F61A24"/>
    <w:rsid w:val="00F62649"/>
    <w:rsid w:val="00F62847"/>
    <w:rsid w:val="00F62C96"/>
    <w:rsid w:val="00F638A5"/>
    <w:rsid w:val="00F6449A"/>
    <w:rsid w:val="00F64E82"/>
    <w:rsid w:val="00F673C2"/>
    <w:rsid w:val="00F70D2F"/>
    <w:rsid w:val="00F715FC"/>
    <w:rsid w:val="00F71859"/>
    <w:rsid w:val="00F7224E"/>
    <w:rsid w:val="00F74DEC"/>
    <w:rsid w:val="00F74FDC"/>
    <w:rsid w:val="00F7566A"/>
    <w:rsid w:val="00F80602"/>
    <w:rsid w:val="00F80F52"/>
    <w:rsid w:val="00F82A57"/>
    <w:rsid w:val="00F832BE"/>
    <w:rsid w:val="00F83A2C"/>
    <w:rsid w:val="00F83E9D"/>
    <w:rsid w:val="00F8514F"/>
    <w:rsid w:val="00F85DC4"/>
    <w:rsid w:val="00F86688"/>
    <w:rsid w:val="00F86C5B"/>
    <w:rsid w:val="00F86EA0"/>
    <w:rsid w:val="00F87DB5"/>
    <w:rsid w:val="00F91C48"/>
    <w:rsid w:val="00F922B8"/>
    <w:rsid w:val="00F94A0F"/>
    <w:rsid w:val="00F951B7"/>
    <w:rsid w:val="00F961A0"/>
    <w:rsid w:val="00F97A32"/>
    <w:rsid w:val="00FA0166"/>
    <w:rsid w:val="00FA0CB3"/>
    <w:rsid w:val="00FA3B58"/>
    <w:rsid w:val="00FA490B"/>
    <w:rsid w:val="00FA4FE2"/>
    <w:rsid w:val="00FA5484"/>
    <w:rsid w:val="00FA6127"/>
    <w:rsid w:val="00FA6863"/>
    <w:rsid w:val="00FA70C4"/>
    <w:rsid w:val="00FA7F65"/>
    <w:rsid w:val="00FB1CFE"/>
    <w:rsid w:val="00FB329A"/>
    <w:rsid w:val="00FB3EBB"/>
    <w:rsid w:val="00FB3F15"/>
    <w:rsid w:val="00FB427F"/>
    <w:rsid w:val="00FB6BB3"/>
    <w:rsid w:val="00FB7CFB"/>
    <w:rsid w:val="00FC002F"/>
    <w:rsid w:val="00FC1A1D"/>
    <w:rsid w:val="00FC42BF"/>
    <w:rsid w:val="00FC4636"/>
    <w:rsid w:val="00FC55F6"/>
    <w:rsid w:val="00FC7089"/>
    <w:rsid w:val="00FD04E0"/>
    <w:rsid w:val="00FD10E5"/>
    <w:rsid w:val="00FD3038"/>
    <w:rsid w:val="00FD49AD"/>
    <w:rsid w:val="00FD4DF9"/>
    <w:rsid w:val="00FE0BFA"/>
    <w:rsid w:val="00FE0CE9"/>
    <w:rsid w:val="00FE0D85"/>
    <w:rsid w:val="00FE0DC9"/>
    <w:rsid w:val="00FE1C94"/>
    <w:rsid w:val="00FE2316"/>
    <w:rsid w:val="00FE2A56"/>
    <w:rsid w:val="00FE2EA4"/>
    <w:rsid w:val="00FE4739"/>
    <w:rsid w:val="00FE57BE"/>
    <w:rsid w:val="00FE5FEC"/>
    <w:rsid w:val="00FE6827"/>
    <w:rsid w:val="00FE6DF3"/>
    <w:rsid w:val="00FF08F6"/>
    <w:rsid w:val="00FF095B"/>
    <w:rsid w:val="00FF0A8C"/>
    <w:rsid w:val="00FF0B23"/>
    <w:rsid w:val="00FF21EB"/>
    <w:rsid w:val="00FF6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A87EADA-EE13-44F2-8F73-C72939BA8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84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rsid w:val="00243845"/>
    <w:rPr>
      <w:rFonts w:ascii="Tahoma" w:hAnsi="Tahoma" w:cs="Tahoma"/>
      <w:sz w:val="16"/>
      <w:szCs w:val="16"/>
    </w:rPr>
  </w:style>
  <w:style w:type="character" w:customStyle="1" w:styleId="BalloonTextChar">
    <w:name w:val="Balloon Text Char"/>
    <w:basedOn w:val="DefaultParagraphFont"/>
    <w:link w:val="BalloonText"/>
    <w:uiPriority w:val="99"/>
    <w:rsid w:val="00243845"/>
    <w:rPr>
      <w:rFonts w:ascii="Tahoma" w:hAnsi="Tahoma" w:cs="Tahoma"/>
      <w:color w:val="000000"/>
      <w:sz w:val="16"/>
      <w:szCs w:val="16"/>
      <w:lang w:bidi="ar-SA"/>
    </w:rPr>
  </w:style>
  <w:style w:type="paragraph" w:styleId="Footer">
    <w:name w:val="footer"/>
    <w:basedOn w:val="Normal"/>
    <w:link w:val="FooterChar"/>
    <w:uiPriority w:val="99"/>
    <w:rsid w:val="00243845"/>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43845"/>
    <w:rPr>
      <w:rFonts w:cs="Traditional Arabic"/>
      <w:color w:val="000000"/>
      <w:sz w:val="26"/>
      <w:szCs w:val="26"/>
      <w:lang w:bidi="ar-SA"/>
    </w:rPr>
  </w:style>
  <w:style w:type="paragraph" w:styleId="Header">
    <w:name w:val="header"/>
    <w:basedOn w:val="Normal"/>
    <w:link w:val="HeaderChar"/>
    <w:rsid w:val="00243845"/>
    <w:pPr>
      <w:tabs>
        <w:tab w:val="center" w:pos="4153"/>
        <w:tab w:val="right" w:pos="8306"/>
      </w:tabs>
      <w:ind w:firstLine="0"/>
    </w:pPr>
    <w:rPr>
      <w:sz w:val="26"/>
      <w:szCs w:val="26"/>
    </w:rPr>
  </w:style>
  <w:style w:type="character" w:customStyle="1" w:styleId="HeaderChar">
    <w:name w:val="Header Char"/>
    <w:basedOn w:val="DefaultParagraphFont"/>
    <w:link w:val="Header"/>
    <w:rsid w:val="00243845"/>
    <w:rPr>
      <w:rFonts w:cs="Traditional Arabic"/>
      <w:color w:val="000000"/>
      <w:sz w:val="26"/>
      <w:szCs w:val="26"/>
      <w:lang w:bidi="ar-SA"/>
    </w:rPr>
  </w:style>
  <w:style w:type="paragraph" w:styleId="NormalWeb">
    <w:name w:val="Normal (Web)"/>
    <w:basedOn w:val="Normal"/>
    <w:uiPriority w:val="99"/>
    <w:unhideWhenUsed/>
    <w:rsid w:val="002D3FF8"/>
    <w:pPr>
      <w:bidi w:val="0"/>
      <w:spacing w:before="100" w:beforeAutospacing="1" w:after="100" w:afterAutospacing="1"/>
      <w:ind w:firstLine="0"/>
      <w:jc w:val="left"/>
    </w:pPr>
    <w:rPr>
      <w:rFonts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03030952">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14303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B6132-E094-4F38-AA1F-2A47747FD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150</TotalTime>
  <Pages>379</Pages>
  <Words>110151</Words>
  <Characters>403667</Characters>
  <Application>Microsoft Office Word</Application>
  <DocSecurity>0</DocSecurity>
  <Lines>3363</Lines>
  <Paragraphs>1025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mohsn</dc:creator>
  <cp:lastModifiedBy>hasan</cp:lastModifiedBy>
  <cp:revision>18</cp:revision>
  <cp:lastPrinted>2014-01-25T18:18:00Z</cp:lastPrinted>
  <dcterms:created xsi:type="dcterms:W3CDTF">2021-06-17T15:32:00Z</dcterms:created>
  <dcterms:modified xsi:type="dcterms:W3CDTF">2021-07-03T05:08:00Z</dcterms:modified>
</cp:coreProperties>
</file>