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42A" w:rsidRDefault="0008042A" w:rsidP="0008042A">
      <w:pPr>
        <w:pStyle w:val="libCenterBold1"/>
      </w:pPr>
      <w:bookmarkStart w:id="0" w:name="01"/>
      <w:r w:rsidRPr="0008042A">
        <w:rPr>
          <w:rtl/>
        </w:rPr>
        <w:t>أعاجيب الأكاذيب</w:t>
      </w:r>
      <w:r>
        <w:rPr>
          <w:rtl/>
        </w:rPr>
        <w:t xml:space="preserve"> في رد النصارى</w:t>
      </w:r>
    </w:p>
    <w:p w:rsidR="0008042A" w:rsidRPr="0008042A" w:rsidRDefault="0008042A" w:rsidP="0008042A">
      <w:pPr>
        <w:pStyle w:val="libCenterBold1"/>
        <w:rPr>
          <w:rtl/>
        </w:rPr>
      </w:pPr>
      <w:r w:rsidRPr="0008042A">
        <w:rPr>
          <w:rtl/>
        </w:rPr>
        <w:t xml:space="preserve">محمد جواد البلاغي </w:t>
      </w:r>
    </w:p>
    <w:p w:rsidR="0008042A" w:rsidRDefault="0008042A" w:rsidP="0008042A">
      <w:pPr>
        <w:pStyle w:val="libNormal"/>
        <w:rPr>
          <w:rtl/>
        </w:rPr>
      </w:pPr>
      <w:r>
        <w:rPr>
          <w:rtl/>
        </w:rPr>
        <w:br w:type="page"/>
      </w:r>
    </w:p>
    <w:p w:rsidR="0008042A" w:rsidRDefault="0008042A" w:rsidP="0008042A">
      <w:pPr>
        <w:pStyle w:val="libNormal"/>
        <w:rPr>
          <w:rtl/>
        </w:rPr>
      </w:pPr>
      <w:r>
        <w:rPr>
          <w:rtl/>
        </w:rPr>
        <w:lastRenderedPageBreak/>
        <w:br w:type="page"/>
      </w:r>
    </w:p>
    <w:p w:rsidR="0008042A" w:rsidRDefault="0008042A" w:rsidP="0008042A">
      <w:pPr>
        <w:pStyle w:val="libCenterBold1"/>
        <w:rPr>
          <w:rtl/>
        </w:rPr>
      </w:pPr>
      <w:r>
        <w:rPr>
          <w:rFonts w:hint="cs"/>
          <w:rtl/>
        </w:rPr>
        <w:lastRenderedPageBreak/>
        <w:t xml:space="preserve">بسم الله الرحمن الرحيم </w:t>
      </w:r>
    </w:p>
    <w:p w:rsidR="0008042A" w:rsidRDefault="0008042A" w:rsidP="0008042A">
      <w:pPr>
        <w:pStyle w:val="libNormal"/>
        <w:rPr>
          <w:rtl/>
        </w:rPr>
      </w:pPr>
      <w:r>
        <w:rPr>
          <w:rtl/>
        </w:rPr>
        <w:br w:type="page"/>
      </w:r>
    </w:p>
    <w:p w:rsidR="0008042A" w:rsidRDefault="0008042A" w:rsidP="0008042A">
      <w:pPr>
        <w:pStyle w:val="libNormal"/>
        <w:rPr>
          <w:rtl/>
        </w:rPr>
      </w:pPr>
      <w:r>
        <w:rPr>
          <w:rtl/>
        </w:rPr>
        <w:lastRenderedPageBreak/>
        <w:br w:type="page"/>
      </w:r>
    </w:p>
    <w:p w:rsidR="0008042A" w:rsidRPr="0008042A" w:rsidRDefault="0008042A" w:rsidP="0008042A">
      <w:pPr>
        <w:pStyle w:val="Heading2Center"/>
      </w:pPr>
      <w:bookmarkStart w:id="1" w:name="_Toc396029647"/>
      <w:r w:rsidRPr="00904859">
        <w:rPr>
          <w:rtl/>
        </w:rPr>
        <w:lastRenderedPageBreak/>
        <w:t>مقدمة المركز:</w:t>
      </w:r>
      <w:bookmarkEnd w:id="0"/>
      <w:bookmarkEnd w:id="1"/>
    </w:p>
    <w:p w:rsidR="0008042A" w:rsidRPr="0008042A" w:rsidRDefault="0008042A" w:rsidP="0008042A">
      <w:pPr>
        <w:pStyle w:val="libBold1"/>
        <w:rPr>
          <w:rtl/>
        </w:rPr>
      </w:pPr>
      <w:r w:rsidRPr="00904859">
        <w:rPr>
          <w:rtl/>
        </w:rPr>
        <w:t>المؤلف</w:t>
      </w:r>
    </w:p>
    <w:p w:rsidR="0008042A" w:rsidRPr="00904859" w:rsidRDefault="0008042A" w:rsidP="0008042A">
      <w:pPr>
        <w:pStyle w:val="libNormal"/>
        <w:rPr>
          <w:rtl/>
        </w:rPr>
      </w:pPr>
      <w:r w:rsidRPr="00904859">
        <w:rPr>
          <w:rtl/>
        </w:rPr>
        <w:t>الشيخ محمد جواد بن حسن بن طالب بن عباس بن إبراهيم بن حسين بن عباس بن حسن بن عباس بن محمد علي بن محمد البلاغي النجفي الربعي.</w:t>
      </w:r>
    </w:p>
    <w:p w:rsidR="0008042A" w:rsidRPr="00904859" w:rsidRDefault="0008042A" w:rsidP="0008042A">
      <w:pPr>
        <w:pStyle w:val="libNormal"/>
        <w:rPr>
          <w:rtl/>
        </w:rPr>
      </w:pPr>
      <w:r w:rsidRPr="00904859">
        <w:rPr>
          <w:rtl/>
        </w:rPr>
        <w:t>ولد في العراق في النجف الأشرف سنة 1282هـ. في بيت من أقدم البيوتات النجفية وأعرقها في العلم والفضل والأدب.</w:t>
      </w:r>
    </w:p>
    <w:p w:rsidR="0008042A" w:rsidRPr="00904859" w:rsidRDefault="0008042A" w:rsidP="0008042A">
      <w:pPr>
        <w:pStyle w:val="libNormal"/>
        <w:rPr>
          <w:rtl/>
        </w:rPr>
      </w:pPr>
      <w:r w:rsidRPr="00904859">
        <w:rPr>
          <w:rtl/>
        </w:rPr>
        <w:t>نشأ في مدينة النجف الأشرف، ودرس المقدمات فيها، ثمّ سافر إلى مدينة الكاظمية سنة 1306هـ ليستمر في طلبه للعلم فيها.</w:t>
      </w:r>
    </w:p>
    <w:p w:rsidR="0008042A" w:rsidRPr="00904859" w:rsidRDefault="0008042A" w:rsidP="0008042A">
      <w:pPr>
        <w:pStyle w:val="libNormal"/>
        <w:rPr>
          <w:rtl/>
        </w:rPr>
      </w:pPr>
      <w:r w:rsidRPr="00904859">
        <w:rPr>
          <w:rtl/>
        </w:rPr>
        <w:t>وفي سنة 1312هـ عاد إلى النجف الأشرف، فحضر على الشيخ محمد طه نجف والشيخ آقا رضا الهمداني والشيخ الآخوند محمد كاظم الخراساني والسيد محمد الهندي.</w:t>
      </w:r>
    </w:p>
    <w:p w:rsidR="0008042A" w:rsidRPr="00904859" w:rsidRDefault="0008042A" w:rsidP="0008042A">
      <w:pPr>
        <w:pStyle w:val="libNormal"/>
        <w:rPr>
          <w:rtl/>
        </w:rPr>
      </w:pPr>
      <w:r w:rsidRPr="00904859">
        <w:rPr>
          <w:rtl/>
        </w:rPr>
        <w:t>هاجر إلى سامراء عام 1326هـ فحضر درس الميرزا محمد تقي الشيرازي</w:t>
      </w:r>
      <w:r w:rsidR="00E22A0D">
        <w:rPr>
          <w:rtl/>
        </w:rPr>
        <w:t xml:space="preserve"> - </w:t>
      </w:r>
      <w:r w:rsidRPr="00904859">
        <w:rPr>
          <w:rtl/>
        </w:rPr>
        <w:t>زعيم الثورة العراقية</w:t>
      </w:r>
      <w:r w:rsidR="00E22A0D">
        <w:rPr>
          <w:rtl/>
        </w:rPr>
        <w:t xml:space="preserve"> - </w:t>
      </w:r>
      <w:r w:rsidRPr="00904859">
        <w:rPr>
          <w:rtl/>
        </w:rPr>
        <w:t>عشر سنين، وألف فيها عدّة كتب، وغادرها عند احتلالها من قبل الجيش الانجليزي إلى الكاظمية، فمكث بها سنتين، مؤازراً للعلماء في الدعاية للثورة ومحرّضاً لهم على طلب الاستقلال.</w:t>
      </w:r>
    </w:p>
    <w:p w:rsidR="0008042A" w:rsidRPr="00904859" w:rsidRDefault="0008042A" w:rsidP="0008042A">
      <w:pPr>
        <w:pStyle w:val="libNormal"/>
        <w:rPr>
          <w:rtl/>
        </w:rPr>
      </w:pPr>
      <w:r w:rsidRPr="00904859">
        <w:rPr>
          <w:rtl/>
        </w:rPr>
        <w:t>ثمّ عاد إلى النجف الأشرف، وواصل نشاطه في التأليف، فكان من أولئك الندرة الأفذاذ الذين أوقفوا حياتهم وكرّسوا أوقاتهم لخدمة الدين، فلم يُرَ إلاّ وهو يجيب على سؤال، أو يحرّر رسالة يكشف فيها ما التبس على المرسِل من شك. أو يؤلّف كتاباً.</w:t>
      </w:r>
    </w:p>
    <w:p w:rsidR="0008042A" w:rsidRDefault="0008042A" w:rsidP="0008042A">
      <w:pPr>
        <w:pStyle w:val="libNormal"/>
      </w:pPr>
      <w:r>
        <w:rPr>
          <w:rtl/>
        </w:rPr>
        <w:br w:type="page"/>
      </w:r>
    </w:p>
    <w:p w:rsidR="0008042A" w:rsidRPr="00904859" w:rsidRDefault="0008042A" w:rsidP="0008042A">
      <w:pPr>
        <w:pStyle w:val="libNormal"/>
        <w:rPr>
          <w:rtl/>
        </w:rPr>
      </w:pPr>
      <w:r w:rsidRPr="00904859">
        <w:rPr>
          <w:rtl/>
        </w:rPr>
        <w:lastRenderedPageBreak/>
        <w:t>وقف قبال النصارى وأمام تيار الغرب الجارف، فمثّل لهم سمّو الإسلام على جميع الملل والأديان، حتى أصبح له الشأن العظيم والمكانة المرموقة بين علماء النصارى وفضلائها.</w:t>
      </w:r>
    </w:p>
    <w:p w:rsidR="0008042A" w:rsidRPr="00904859" w:rsidRDefault="0008042A" w:rsidP="0008042A">
      <w:pPr>
        <w:pStyle w:val="libNormal"/>
        <w:rPr>
          <w:rtl/>
        </w:rPr>
      </w:pPr>
      <w:r w:rsidRPr="00904859">
        <w:rPr>
          <w:rtl/>
        </w:rPr>
        <w:t>كما تصدّى للفرقة المنحرفة</w:t>
      </w:r>
      <w:r w:rsidR="00E22A0D">
        <w:rPr>
          <w:rtl/>
        </w:rPr>
        <w:t xml:space="preserve"> - </w:t>
      </w:r>
      <w:r w:rsidRPr="00904859">
        <w:rPr>
          <w:rtl/>
        </w:rPr>
        <w:t>كالبابية والقاديانية والوهابية والإلحادية وغيرها</w:t>
      </w:r>
      <w:r w:rsidR="00E22A0D">
        <w:rPr>
          <w:rtl/>
        </w:rPr>
        <w:t xml:space="preserve"> - </w:t>
      </w:r>
      <w:r w:rsidRPr="00904859">
        <w:rPr>
          <w:rtl/>
        </w:rPr>
        <w:t>فكتب في ردّهم ودحض شبهاتهم عدّة رسائل.</w:t>
      </w:r>
    </w:p>
    <w:p w:rsidR="0008042A" w:rsidRPr="00904859" w:rsidRDefault="0008042A" w:rsidP="0008042A">
      <w:pPr>
        <w:pStyle w:val="libNormal"/>
        <w:rPr>
          <w:rtl/>
        </w:rPr>
      </w:pPr>
      <w:r w:rsidRPr="00904859">
        <w:rPr>
          <w:rtl/>
        </w:rPr>
        <w:t>بلغ في خلوص نيّته بمكان، حتى أنه كان لا يرضى أن يوضع اسمه على تأليفه عند طبعها، وكان يقول: إني لا أقصد إلاّ الدفاع عن الحق، لا فرق عندي بين أن يكون باسمي أو باسم غيري.</w:t>
      </w:r>
    </w:p>
    <w:p w:rsidR="0008042A" w:rsidRPr="00904859" w:rsidRDefault="0008042A" w:rsidP="0008042A">
      <w:pPr>
        <w:pStyle w:val="libNormal"/>
        <w:rPr>
          <w:rtl/>
        </w:rPr>
      </w:pPr>
      <w:r w:rsidRPr="00904859">
        <w:rPr>
          <w:rtl/>
        </w:rPr>
        <w:t>وما كان لله ينمو، حيث شاءت الإرادة الإلهية أن يكون اسمه ناراً على علم، وبلغت شهرته أقاصي البلاد، حتى أن أعلام أوربا كانوا يفزعون إليه في المسائل العويصة.</w:t>
      </w:r>
    </w:p>
    <w:p w:rsidR="0008042A" w:rsidRPr="00904859" w:rsidRDefault="0008042A" w:rsidP="0008042A">
      <w:pPr>
        <w:pStyle w:val="libNormal"/>
        <w:rPr>
          <w:rtl/>
        </w:rPr>
      </w:pPr>
      <w:r w:rsidRPr="00904859">
        <w:rPr>
          <w:rtl/>
        </w:rPr>
        <w:t>كان يجيد اللغات العبرانية والفارسية والانجليزية، بالإضافة إلى لغته العربية، ولذلك برع في الرد على أهل الكتاب ودحض أباطيلهم وكشف خفايا دسائسهم.</w:t>
      </w:r>
    </w:p>
    <w:p w:rsidR="0008042A" w:rsidRPr="00904859" w:rsidRDefault="0008042A" w:rsidP="0008042A">
      <w:pPr>
        <w:pStyle w:val="libNormal"/>
        <w:rPr>
          <w:rtl/>
        </w:rPr>
      </w:pPr>
      <w:r w:rsidRPr="00904859">
        <w:rPr>
          <w:rtl/>
        </w:rPr>
        <w:t>وكان مع عظيم مكانته في العلم وتفقّهه في الدين، أديباً كبيراً وشاعراً مبدعاً، له نظم سلس ومتين أكثره في أهل البيت(عليهم السلام) ورثائهم، وبعضه في الردود الدينية.</w:t>
      </w:r>
    </w:p>
    <w:p w:rsidR="0008042A" w:rsidRPr="00904859" w:rsidRDefault="0008042A" w:rsidP="0008042A">
      <w:pPr>
        <w:pStyle w:val="libNormal"/>
        <w:rPr>
          <w:rtl/>
        </w:rPr>
      </w:pPr>
      <w:r w:rsidRPr="00904859">
        <w:rPr>
          <w:rtl/>
        </w:rPr>
        <w:t>ومع كل هذه المكانة العلمية، فإنه كان متواضعاً للغاية، يقضي حاجاته بنفسه، ويختلف إلى الأسواق بشخصه لابتياع ما يلزمه.</w:t>
      </w:r>
    </w:p>
    <w:p w:rsidR="0008042A" w:rsidRPr="00904859" w:rsidRDefault="0008042A" w:rsidP="0008042A">
      <w:pPr>
        <w:pStyle w:val="libNormal"/>
        <w:rPr>
          <w:rtl/>
        </w:rPr>
      </w:pPr>
      <w:r w:rsidRPr="00904859">
        <w:rPr>
          <w:rtl/>
        </w:rPr>
        <w:t>ألف الكثير من الكتب والرسائل في مختلف العلوم، حيث اشتهرت مؤلّفاته بالدقة والعمق، نذكر المطبوع منها:</w:t>
      </w:r>
    </w:p>
    <w:p w:rsidR="0008042A" w:rsidRPr="00904859" w:rsidRDefault="0008042A" w:rsidP="0008042A">
      <w:pPr>
        <w:pStyle w:val="libNormal"/>
        <w:rPr>
          <w:rtl/>
        </w:rPr>
      </w:pPr>
      <w:r w:rsidRPr="00904859">
        <w:rPr>
          <w:rtl/>
        </w:rPr>
        <w:t>1</w:t>
      </w:r>
      <w:r w:rsidR="00E22A0D">
        <w:rPr>
          <w:rtl/>
        </w:rPr>
        <w:t xml:space="preserve"> - </w:t>
      </w:r>
      <w:r w:rsidRPr="00904859">
        <w:rPr>
          <w:rtl/>
        </w:rPr>
        <w:t>الهدى إلى دين المصطفى في الرد على النصارى.</w:t>
      </w:r>
    </w:p>
    <w:p w:rsidR="0008042A" w:rsidRPr="00904859" w:rsidRDefault="0008042A" w:rsidP="0008042A">
      <w:pPr>
        <w:pStyle w:val="libNormal"/>
        <w:rPr>
          <w:rtl/>
        </w:rPr>
      </w:pPr>
      <w:r w:rsidRPr="00904859">
        <w:rPr>
          <w:rtl/>
        </w:rPr>
        <w:t>2</w:t>
      </w:r>
      <w:r w:rsidR="00E22A0D">
        <w:rPr>
          <w:rtl/>
        </w:rPr>
        <w:t xml:space="preserve"> - </w:t>
      </w:r>
      <w:r w:rsidRPr="00904859">
        <w:rPr>
          <w:rtl/>
        </w:rPr>
        <w:t>الرحلة المدرسية، في الرد على اليهود والنصارى.</w:t>
      </w:r>
    </w:p>
    <w:p w:rsidR="0008042A" w:rsidRPr="00904859" w:rsidRDefault="0008042A" w:rsidP="0008042A">
      <w:pPr>
        <w:pStyle w:val="libNormal"/>
        <w:rPr>
          <w:rtl/>
        </w:rPr>
      </w:pPr>
      <w:r w:rsidRPr="00904859">
        <w:rPr>
          <w:rtl/>
        </w:rPr>
        <w:t>3</w:t>
      </w:r>
      <w:r w:rsidR="00E22A0D">
        <w:rPr>
          <w:rtl/>
        </w:rPr>
        <w:t xml:space="preserve"> - </w:t>
      </w:r>
      <w:r w:rsidRPr="00904859">
        <w:rPr>
          <w:rtl/>
        </w:rPr>
        <w:t>التوحيد والتثليث، في الرد على النصارى.</w:t>
      </w:r>
    </w:p>
    <w:p w:rsidR="0008042A" w:rsidRDefault="0008042A" w:rsidP="0008042A">
      <w:pPr>
        <w:pStyle w:val="libNormal"/>
      </w:pPr>
      <w:r>
        <w:rPr>
          <w:rtl/>
        </w:rPr>
        <w:br w:type="page"/>
      </w:r>
    </w:p>
    <w:p w:rsidR="0008042A" w:rsidRPr="00904859" w:rsidRDefault="0008042A" w:rsidP="0008042A">
      <w:pPr>
        <w:pStyle w:val="libNormal"/>
        <w:rPr>
          <w:rtl/>
        </w:rPr>
      </w:pPr>
      <w:r w:rsidRPr="00904859">
        <w:rPr>
          <w:rtl/>
        </w:rPr>
        <w:lastRenderedPageBreak/>
        <w:t>4</w:t>
      </w:r>
      <w:r w:rsidR="00E22A0D">
        <w:rPr>
          <w:rtl/>
        </w:rPr>
        <w:t xml:space="preserve"> - </w:t>
      </w:r>
      <w:r w:rsidRPr="00904859">
        <w:rPr>
          <w:rtl/>
        </w:rPr>
        <w:t>المسيح والأناجيل، في الرد على النصارى.</w:t>
      </w:r>
    </w:p>
    <w:p w:rsidR="0008042A" w:rsidRPr="00904859" w:rsidRDefault="0008042A" w:rsidP="0008042A">
      <w:pPr>
        <w:pStyle w:val="libNormal"/>
        <w:rPr>
          <w:rtl/>
        </w:rPr>
      </w:pPr>
      <w:r w:rsidRPr="00904859">
        <w:rPr>
          <w:rtl/>
        </w:rPr>
        <w:t>5</w:t>
      </w:r>
      <w:r w:rsidR="00E22A0D">
        <w:rPr>
          <w:rtl/>
        </w:rPr>
        <w:t xml:space="preserve"> - </w:t>
      </w:r>
      <w:r w:rsidRPr="00904859">
        <w:rPr>
          <w:rtl/>
        </w:rPr>
        <w:t>نور الهدى، في الرد على شبهات وردت من لبنان.</w:t>
      </w:r>
    </w:p>
    <w:p w:rsidR="0008042A" w:rsidRPr="00904859" w:rsidRDefault="0008042A" w:rsidP="0008042A">
      <w:pPr>
        <w:pStyle w:val="libNormal"/>
        <w:rPr>
          <w:rtl/>
        </w:rPr>
      </w:pPr>
      <w:r w:rsidRPr="00904859">
        <w:rPr>
          <w:rtl/>
        </w:rPr>
        <w:t>6</w:t>
      </w:r>
      <w:r w:rsidR="00E22A0D">
        <w:rPr>
          <w:rtl/>
        </w:rPr>
        <w:t xml:space="preserve"> - </w:t>
      </w:r>
      <w:r w:rsidRPr="00904859">
        <w:rPr>
          <w:rtl/>
        </w:rPr>
        <w:t>البلاغ المبين، في الإلهيات.</w:t>
      </w:r>
    </w:p>
    <w:p w:rsidR="0008042A" w:rsidRPr="00904859" w:rsidRDefault="0008042A" w:rsidP="0008042A">
      <w:pPr>
        <w:pStyle w:val="libNormal"/>
        <w:rPr>
          <w:rtl/>
        </w:rPr>
      </w:pPr>
      <w:r w:rsidRPr="00904859">
        <w:rPr>
          <w:rtl/>
        </w:rPr>
        <w:t>7</w:t>
      </w:r>
      <w:r w:rsidR="00E22A0D">
        <w:rPr>
          <w:rtl/>
        </w:rPr>
        <w:t xml:space="preserve"> - </w:t>
      </w:r>
      <w:r w:rsidRPr="00904859">
        <w:rPr>
          <w:rtl/>
        </w:rPr>
        <w:t>أنوار الهدى، في الرد على الطبيعيين والماديين وشبهاتهم الإلحادية.</w:t>
      </w:r>
    </w:p>
    <w:p w:rsidR="0008042A" w:rsidRPr="00904859" w:rsidRDefault="0008042A" w:rsidP="0008042A">
      <w:pPr>
        <w:pStyle w:val="libNormal"/>
        <w:rPr>
          <w:rtl/>
        </w:rPr>
      </w:pPr>
      <w:r w:rsidRPr="00904859">
        <w:rPr>
          <w:rtl/>
        </w:rPr>
        <w:t>8</w:t>
      </w:r>
      <w:r w:rsidR="00E22A0D">
        <w:rPr>
          <w:rtl/>
        </w:rPr>
        <w:t xml:space="preserve"> - </w:t>
      </w:r>
      <w:r w:rsidRPr="00904859">
        <w:rPr>
          <w:rtl/>
        </w:rPr>
        <w:t>نصائح الهدى، في الرد على البابية.</w:t>
      </w:r>
    </w:p>
    <w:p w:rsidR="0008042A" w:rsidRPr="00904859" w:rsidRDefault="0008042A" w:rsidP="0008042A">
      <w:pPr>
        <w:pStyle w:val="libNormal"/>
        <w:rPr>
          <w:rtl/>
        </w:rPr>
      </w:pPr>
      <w:r w:rsidRPr="00904859">
        <w:rPr>
          <w:rtl/>
        </w:rPr>
        <w:t>9</w:t>
      </w:r>
      <w:r w:rsidR="00E22A0D">
        <w:rPr>
          <w:rtl/>
        </w:rPr>
        <w:t xml:space="preserve"> - </w:t>
      </w:r>
      <w:r w:rsidRPr="00904859">
        <w:rPr>
          <w:rtl/>
        </w:rPr>
        <w:t>دعوى الهدى إلى الورع في الأفعال والفتوى، في إبطال فتوى الوهابيين بهدم قبور البقيع.</w:t>
      </w:r>
    </w:p>
    <w:p w:rsidR="0008042A" w:rsidRPr="00904859" w:rsidRDefault="0008042A" w:rsidP="0008042A">
      <w:pPr>
        <w:pStyle w:val="libNormal"/>
        <w:rPr>
          <w:rtl/>
        </w:rPr>
      </w:pPr>
      <w:r w:rsidRPr="00904859">
        <w:rPr>
          <w:rtl/>
        </w:rPr>
        <w:t>10</w:t>
      </w:r>
      <w:r w:rsidR="00E22A0D">
        <w:rPr>
          <w:rtl/>
        </w:rPr>
        <w:t xml:space="preserve"> - </w:t>
      </w:r>
      <w:r w:rsidRPr="00904859">
        <w:rPr>
          <w:rtl/>
        </w:rPr>
        <w:t>رسالة في الرد على الوهابية.</w:t>
      </w:r>
    </w:p>
    <w:p w:rsidR="0008042A" w:rsidRPr="00904859" w:rsidRDefault="0008042A" w:rsidP="0008042A">
      <w:pPr>
        <w:pStyle w:val="libNormal"/>
        <w:rPr>
          <w:rtl/>
        </w:rPr>
      </w:pPr>
      <w:r w:rsidRPr="00904859">
        <w:rPr>
          <w:rtl/>
        </w:rPr>
        <w:t>11</w:t>
      </w:r>
      <w:r w:rsidR="00E22A0D">
        <w:rPr>
          <w:rtl/>
        </w:rPr>
        <w:t xml:space="preserve"> - </w:t>
      </w:r>
      <w:r w:rsidRPr="00904859">
        <w:rPr>
          <w:rtl/>
        </w:rPr>
        <w:t>قصيدة في معارضة قصيدة ابن سينا العينية في النفس.</w:t>
      </w:r>
    </w:p>
    <w:p w:rsidR="0008042A" w:rsidRPr="00904859" w:rsidRDefault="0008042A" w:rsidP="0008042A">
      <w:pPr>
        <w:pStyle w:val="libNormal"/>
        <w:rPr>
          <w:rtl/>
        </w:rPr>
      </w:pPr>
      <w:r w:rsidRPr="00904859">
        <w:rPr>
          <w:rtl/>
        </w:rPr>
        <w:t>12</w:t>
      </w:r>
      <w:r w:rsidR="00E22A0D">
        <w:rPr>
          <w:rtl/>
        </w:rPr>
        <w:t xml:space="preserve"> - </w:t>
      </w:r>
      <w:r w:rsidRPr="00904859">
        <w:rPr>
          <w:rtl/>
        </w:rPr>
        <w:t>قصيدة في جواب القصيدة البغدادية في إثبات وجود الإمام المهدي(عليه السلام).</w:t>
      </w:r>
    </w:p>
    <w:p w:rsidR="0008042A" w:rsidRPr="00904859" w:rsidRDefault="0008042A" w:rsidP="0008042A">
      <w:pPr>
        <w:pStyle w:val="libNormal"/>
        <w:rPr>
          <w:rtl/>
        </w:rPr>
      </w:pPr>
      <w:r w:rsidRPr="00904859">
        <w:rPr>
          <w:rtl/>
        </w:rPr>
        <w:t>13</w:t>
      </w:r>
      <w:r w:rsidR="00E22A0D">
        <w:rPr>
          <w:rtl/>
        </w:rPr>
        <w:t xml:space="preserve"> - </w:t>
      </w:r>
      <w:r w:rsidRPr="00904859">
        <w:rPr>
          <w:rtl/>
        </w:rPr>
        <w:t>داروين وأصحابه.</w:t>
      </w:r>
    </w:p>
    <w:p w:rsidR="0008042A" w:rsidRPr="00904859" w:rsidRDefault="0008042A" w:rsidP="0008042A">
      <w:pPr>
        <w:pStyle w:val="libNormal"/>
        <w:rPr>
          <w:rtl/>
        </w:rPr>
      </w:pPr>
      <w:r w:rsidRPr="00904859">
        <w:rPr>
          <w:rtl/>
        </w:rPr>
        <w:t>14</w:t>
      </w:r>
      <w:r w:rsidR="00E22A0D">
        <w:rPr>
          <w:rtl/>
        </w:rPr>
        <w:t xml:space="preserve"> - </w:t>
      </w:r>
      <w:r w:rsidRPr="00904859">
        <w:rPr>
          <w:rtl/>
        </w:rPr>
        <w:t>نسمات الهدى.</w:t>
      </w:r>
    </w:p>
    <w:p w:rsidR="0008042A" w:rsidRPr="00904859" w:rsidRDefault="0008042A" w:rsidP="0008042A">
      <w:pPr>
        <w:pStyle w:val="libNormal"/>
        <w:rPr>
          <w:rtl/>
        </w:rPr>
      </w:pPr>
      <w:r w:rsidRPr="00904859">
        <w:rPr>
          <w:rtl/>
        </w:rPr>
        <w:t>15</w:t>
      </w:r>
      <w:r w:rsidR="00E22A0D">
        <w:rPr>
          <w:rtl/>
        </w:rPr>
        <w:t xml:space="preserve"> - </w:t>
      </w:r>
      <w:r w:rsidRPr="00904859">
        <w:rPr>
          <w:rtl/>
        </w:rPr>
        <w:t>أجوبة المسائل البغدادية، في أصول الدين.</w:t>
      </w:r>
    </w:p>
    <w:p w:rsidR="0008042A" w:rsidRPr="00904859" w:rsidRDefault="0008042A" w:rsidP="0008042A">
      <w:pPr>
        <w:pStyle w:val="libNormal"/>
        <w:rPr>
          <w:rtl/>
        </w:rPr>
      </w:pPr>
      <w:r w:rsidRPr="00904859">
        <w:rPr>
          <w:rtl/>
        </w:rPr>
        <w:t>16</w:t>
      </w:r>
      <w:r w:rsidR="00E22A0D">
        <w:rPr>
          <w:rtl/>
        </w:rPr>
        <w:t xml:space="preserve"> - </w:t>
      </w:r>
      <w:r w:rsidRPr="00904859">
        <w:rPr>
          <w:rtl/>
        </w:rPr>
        <w:t>آلاء الرحمن في تفسير القرآن.</w:t>
      </w:r>
    </w:p>
    <w:p w:rsidR="0008042A" w:rsidRPr="00904859" w:rsidRDefault="0008042A" w:rsidP="0008042A">
      <w:pPr>
        <w:pStyle w:val="libNormal"/>
        <w:rPr>
          <w:rtl/>
        </w:rPr>
      </w:pPr>
      <w:r w:rsidRPr="00904859">
        <w:rPr>
          <w:rtl/>
        </w:rPr>
        <w:t>17</w:t>
      </w:r>
      <w:r w:rsidR="00E22A0D">
        <w:rPr>
          <w:rtl/>
        </w:rPr>
        <w:t xml:space="preserve"> - </w:t>
      </w:r>
      <w:r w:rsidRPr="00904859">
        <w:rPr>
          <w:rtl/>
        </w:rPr>
        <w:t>رسالة في وضوء الإمامية وصلاتهم وصومهم، طبعت باللغة الانجليزية فقط.</w:t>
      </w:r>
    </w:p>
    <w:p w:rsidR="0008042A" w:rsidRPr="00904859" w:rsidRDefault="0008042A" w:rsidP="0008042A">
      <w:pPr>
        <w:pStyle w:val="libNormal"/>
        <w:rPr>
          <w:rtl/>
        </w:rPr>
      </w:pPr>
      <w:r w:rsidRPr="00904859">
        <w:rPr>
          <w:rtl/>
        </w:rPr>
        <w:t>18</w:t>
      </w:r>
      <w:r w:rsidR="00E22A0D">
        <w:rPr>
          <w:rtl/>
        </w:rPr>
        <w:t xml:space="preserve"> - </w:t>
      </w:r>
      <w:r w:rsidRPr="00904859">
        <w:rPr>
          <w:rtl/>
        </w:rPr>
        <w:t>تعليقه على مباحث البيع من كتاب المكاسب.</w:t>
      </w:r>
    </w:p>
    <w:p w:rsidR="0008042A" w:rsidRPr="00904859" w:rsidRDefault="0008042A" w:rsidP="0008042A">
      <w:pPr>
        <w:pStyle w:val="libNormal"/>
        <w:rPr>
          <w:rtl/>
        </w:rPr>
      </w:pPr>
      <w:r w:rsidRPr="00904859">
        <w:rPr>
          <w:rtl/>
        </w:rPr>
        <w:t>19</w:t>
      </w:r>
      <w:r w:rsidR="00E22A0D">
        <w:rPr>
          <w:rtl/>
        </w:rPr>
        <w:t xml:space="preserve"> - </w:t>
      </w:r>
      <w:r w:rsidRPr="00904859">
        <w:rPr>
          <w:rtl/>
        </w:rPr>
        <w:t>العقود المفصّلة في حلّ المسائل المشكلة، وهي 14 عقداً في الفقه وأصوله.</w:t>
      </w:r>
    </w:p>
    <w:p w:rsidR="0008042A" w:rsidRPr="00904859" w:rsidRDefault="0008042A" w:rsidP="0008042A">
      <w:pPr>
        <w:pStyle w:val="libNormal"/>
        <w:rPr>
          <w:rtl/>
        </w:rPr>
      </w:pPr>
      <w:r w:rsidRPr="00904859">
        <w:rPr>
          <w:rtl/>
        </w:rPr>
        <w:t>20</w:t>
      </w:r>
      <w:r w:rsidR="00E22A0D">
        <w:rPr>
          <w:rtl/>
        </w:rPr>
        <w:t xml:space="preserve"> - </w:t>
      </w:r>
      <w:r w:rsidRPr="00904859">
        <w:rPr>
          <w:rtl/>
        </w:rPr>
        <w:t>رسالة في البداء.</w:t>
      </w:r>
    </w:p>
    <w:p w:rsidR="0008042A" w:rsidRPr="00904859" w:rsidRDefault="0008042A" w:rsidP="0008042A">
      <w:pPr>
        <w:pStyle w:val="libNormal"/>
        <w:rPr>
          <w:rtl/>
        </w:rPr>
      </w:pPr>
      <w:r w:rsidRPr="00904859">
        <w:rPr>
          <w:rtl/>
        </w:rPr>
        <w:t>توفي رضوان الله عليه ليلة الاثنين 22 من شعبان سنة 1352هـ، ودفن في الحجرة الثالثة الجنوبية من طرف مغرب الصحن الشريف لمرقد الإمام أمير المؤمنين(عليه السلام).</w:t>
      </w:r>
    </w:p>
    <w:p w:rsidR="0008042A" w:rsidRDefault="0008042A" w:rsidP="0008042A">
      <w:pPr>
        <w:pStyle w:val="libNormal"/>
      </w:pPr>
      <w:r>
        <w:rPr>
          <w:rtl/>
        </w:rPr>
        <w:br w:type="page"/>
      </w:r>
    </w:p>
    <w:p w:rsidR="0008042A" w:rsidRPr="0008042A" w:rsidRDefault="0008042A" w:rsidP="00F4688F">
      <w:pPr>
        <w:pStyle w:val="libBold1"/>
        <w:rPr>
          <w:rtl/>
        </w:rPr>
      </w:pPr>
      <w:r w:rsidRPr="00904859">
        <w:rPr>
          <w:rtl/>
        </w:rPr>
        <w:lastRenderedPageBreak/>
        <w:t>الكتاب</w:t>
      </w:r>
    </w:p>
    <w:p w:rsidR="0008042A" w:rsidRPr="00904859" w:rsidRDefault="0008042A" w:rsidP="0008042A">
      <w:pPr>
        <w:pStyle w:val="libNormal"/>
        <w:rPr>
          <w:rtl/>
        </w:rPr>
      </w:pPr>
      <w:r w:rsidRPr="00904859">
        <w:rPr>
          <w:rtl/>
        </w:rPr>
        <w:t>سفر قيّم على صغر حجمه إلاّ أن محتواه يغني الباحث والمتتبع، فهو يعدّ مصدراً أساسياً لكل من يريد أن يقتحم هذا الميدان وهو ثمرة ناضجة مدلاّة لمن رام قطافها.</w:t>
      </w:r>
    </w:p>
    <w:p w:rsidR="0008042A" w:rsidRPr="00904859" w:rsidRDefault="0008042A" w:rsidP="0008042A">
      <w:pPr>
        <w:pStyle w:val="libNormal"/>
        <w:rPr>
          <w:rtl/>
        </w:rPr>
      </w:pPr>
      <w:r w:rsidRPr="00904859">
        <w:rPr>
          <w:rtl/>
        </w:rPr>
        <w:t>صنّف أساساً للرد على أربعة كتب وضعها النصارى مشحونة بالافتراءات على الإسلام فدحضها، وعرض في ثاني فقراته تحريفات العهدين الرائجين، ومخالفتهما للشرع والعقل.</w:t>
      </w:r>
    </w:p>
    <w:p w:rsidR="0008042A" w:rsidRPr="00904859" w:rsidRDefault="0008042A" w:rsidP="0008042A">
      <w:pPr>
        <w:pStyle w:val="libNormal"/>
        <w:rPr>
          <w:rtl/>
        </w:rPr>
      </w:pPr>
      <w:r w:rsidRPr="00904859">
        <w:rPr>
          <w:rtl/>
        </w:rPr>
        <w:t>كل ذلك بأسلوب قوي متين، فهو على اختصاره سهل ممتنع يبرز مقام المؤلّف الشامخ.</w:t>
      </w:r>
    </w:p>
    <w:p w:rsidR="0008042A" w:rsidRPr="00904859" w:rsidRDefault="0008042A" w:rsidP="0008042A">
      <w:pPr>
        <w:pStyle w:val="libNormal"/>
        <w:rPr>
          <w:rtl/>
        </w:rPr>
      </w:pPr>
      <w:r w:rsidRPr="00904859">
        <w:rPr>
          <w:rtl/>
        </w:rPr>
        <w:t>طبع هذا الكتاب لأول مرّة في المطبعة الحيدرية في النجف الأشرف سنة 1345هـ، وترجم إلى اللغة الفارسية وطبع في مدينة النجف الأشرف أيضاً سنة 1346هـ، وطبع في مدينة قم المقدسة سنة 1412هـ، بإعداد السيد محمد علي الحكيم.</w:t>
      </w:r>
    </w:p>
    <w:p w:rsidR="0008042A" w:rsidRPr="00904859" w:rsidRDefault="0008042A" w:rsidP="0008042A">
      <w:pPr>
        <w:pStyle w:val="libNormal"/>
        <w:rPr>
          <w:rtl/>
        </w:rPr>
      </w:pPr>
      <w:r w:rsidRPr="00904859">
        <w:rPr>
          <w:rtl/>
        </w:rPr>
        <w:t xml:space="preserve">هذا وقد اعتمدنا في طبعتنا هذه على نفس الطبعة التي قام بتحقيقها السيد محمد علي الحكيم. مع الاقتصار على متن الكتاب، وإضافة العناوين في المتن ووضعها بين </w:t>
      </w:r>
      <w:r w:rsidRPr="00904859">
        <w:rPr>
          <w:rFonts w:hint="cs"/>
          <w:rtl/>
        </w:rPr>
        <w:t>قوسين ( )</w:t>
      </w:r>
      <w:r w:rsidRPr="00904859">
        <w:rPr>
          <w:rtl/>
        </w:rPr>
        <w:t>. كما استفدنا في مقدمتنا هذه من مقدمة السيد محمد علي الحكيم لكتاب التوحيد والتثليث للبلاغي.</w:t>
      </w:r>
    </w:p>
    <w:p w:rsidR="0008042A" w:rsidRDefault="0008042A" w:rsidP="0008042A">
      <w:pPr>
        <w:pStyle w:val="libLeft"/>
        <w:rPr>
          <w:rtl/>
        </w:rPr>
      </w:pPr>
      <w:r w:rsidRPr="00904859">
        <w:rPr>
          <w:rtl/>
        </w:rPr>
        <w:t>مركز الأبحاث العقائدية</w:t>
      </w:r>
    </w:p>
    <w:p w:rsidR="0008042A" w:rsidRPr="0008042A" w:rsidRDefault="0008042A" w:rsidP="0008042A">
      <w:pPr>
        <w:pStyle w:val="libLeft"/>
        <w:rPr>
          <w:rtl/>
        </w:rPr>
      </w:pPr>
      <w:r w:rsidRPr="00904859">
        <w:rPr>
          <w:rtl/>
        </w:rPr>
        <w:t>فارس الحسون</w:t>
      </w:r>
      <w:r>
        <w:rPr>
          <w:rFonts w:hint="cs"/>
          <w:rtl/>
        </w:rPr>
        <w:tab/>
      </w:r>
    </w:p>
    <w:p w:rsidR="0008042A" w:rsidRDefault="0008042A" w:rsidP="0008042A">
      <w:pPr>
        <w:pStyle w:val="libNormal"/>
      </w:pPr>
      <w:r>
        <w:rPr>
          <w:rtl/>
        </w:rPr>
        <w:br w:type="page"/>
      </w:r>
    </w:p>
    <w:p w:rsidR="0008042A" w:rsidRPr="0008042A" w:rsidRDefault="0008042A" w:rsidP="0008042A">
      <w:pPr>
        <w:pStyle w:val="libCenterBold1"/>
        <w:rPr>
          <w:rtl/>
        </w:rPr>
      </w:pPr>
      <w:r w:rsidRPr="00904859">
        <w:rPr>
          <w:rtl/>
        </w:rPr>
        <w:lastRenderedPageBreak/>
        <w:t>بسم الله الرحمن الرحيم</w:t>
      </w:r>
    </w:p>
    <w:p w:rsidR="0008042A" w:rsidRPr="00904859" w:rsidRDefault="0008042A" w:rsidP="0008042A">
      <w:pPr>
        <w:pStyle w:val="libNormal"/>
        <w:rPr>
          <w:rtl/>
        </w:rPr>
      </w:pPr>
      <w:r w:rsidRPr="00904859">
        <w:rPr>
          <w:rtl/>
        </w:rPr>
        <w:t>الحمد لله محقّ الحقّ الهادي إلى الصواب، والصلاة والسلام على رسوله الصادق الأمين نبيّ الهدى، والداعي إلى سبيل ربّه بالحكمة الموعظة الحسنة، وعلى آله الطيبين، وصحبه المنتجبين، والعاقبة للمتّقين.</w:t>
      </w:r>
    </w:p>
    <w:p w:rsidR="0008042A" w:rsidRPr="00904859" w:rsidRDefault="0008042A" w:rsidP="0008042A">
      <w:pPr>
        <w:pStyle w:val="libNormal"/>
        <w:rPr>
          <w:rtl/>
        </w:rPr>
      </w:pPr>
      <w:r w:rsidRPr="00904859">
        <w:rPr>
          <w:rtl/>
        </w:rPr>
        <w:t>وبعد،</w:t>
      </w:r>
    </w:p>
    <w:p w:rsidR="0008042A" w:rsidRPr="00904859" w:rsidRDefault="0008042A" w:rsidP="0008042A">
      <w:pPr>
        <w:pStyle w:val="libNormal"/>
        <w:rPr>
          <w:rtl/>
        </w:rPr>
      </w:pPr>
      <w:r w:rsidRPr="00904859">
        <w:rPr>
          <w:rtl/>
        </w:rPr>
        <w:t>فإني في هذه السنين وجدت جِدّ المبشرين من النصارى واجتهادهم بالدعوة ونشر الكتب في جميع النواحي، مستمدين من نشاط أمّتهم في بذل الأموال الطائلة في هذا السبيل.</w:t>
      </w:r>
    </w:p>
    <w:p w:rsidR="0008042A" w:rsidRPr="00904859" w:rsidRDefault="0008042A" w:rsidP="0008042A">
      <w:pPr>
        <w:pStyle w:val="libNormal"/>
        <w:rPr>
          <w:rtl/>
        </w:rPr>
      </w:pPr>
      <w:r w:rsidRPr="00904859">
        <w:rPr>
          <w:rtl/>
        </w:rPr>
        <w:t xml:space="preserve">فحداني حب العلم إلى النظر في هذه الدعوة وهذه الكتب المنثورة كقطر المطر، لكي أرى قيمتها في هذا الجدّ وذاك النشاط; </w:t>
      </w:r>
    </w:p>
    <w:p w:rsidR="0008042A" w:rsidRDefault="0008042A" w:rsidP="0008042A">
      <w:pPr>
        <w:pStyle w:val="libNormal"/>
      </w:pPr>
      <w:r>
        <w:rPr>
          <w:rtl/>
        </w:rPr>
        <w:br w:type="page"/>
      </w:r>
    </w:p>
    <w:p w:rsidR="0008042A" w:rsidRPr="00904859" w:rsidRDefault="0008042A" w:rsidP="0008042A">
      <w:pPr>
        <w:pStyle w:val="libNormal"/>
        <w:rPr>
          <w:rtl/>
        </w:rPr>
      </w:pPr>
      <w:r w:rsidRPr="00904859">
        <w:rPr>
          <w:rtl/>
        </w:rPr>
        <w:lastRenderedPageBreak/>
        <w:t>وحصل لي من كتب المبشرين:</w:t>
      </w:r>
    </w:p>
    <w:p w:rsidR="0008042A" w:rsidRPr="00904859" w:rsidRDefault="0008042A" w:rsidP="0008042A">
      <w:pPr>
        <w:pStyle w:val="libNormal"/>
        <w:rPr>
          <w:rtl/>
        </w:rPr>
      </w:pPr>
      <w:r w:rsidRPr="0008042A">
        <w:rPr>
          <w:rtl/>
        </w:rPr>
        <w:t>كتاب الهداية، بمجلّداته الأربعة المطبوعة في مصر بمعرفة المرسلين الأمريكان، كما هو مكتوب عليها.</w:t>
      </w:r>
    </w:p>
    <w:p w:rsidR="0008042A" w:rsidRPr="00904859" w:rsidRDefault="0008042A" w:rsidP="0008042A">
      <w:pPr>
        <w:pStyle w:val="libNormal"/>
        <w:rPr>
          <w:rtl/>
        </w:rPr>
      </w:pPr>
      <w:r w:rsidRPr="0008042A">
        <w:rPr>
          <w:rtl/>
        </w:rPr>
        <w:t>وكتاب هاشم العربي.</w:t>
      </w:r>
    </w:p>
    <w:p w:rsidR="0008042A" w:rsidRPr="00904859" w:rsidRDefault="0008042A" w:rsidP="0008042A">
      <w:pPr>
        <w:pStyle w:val="libNormal"/>
        <w:rPr>
          <w:rtl/>
        </w:rPr>
      </w:pPr>
      <w:r w:rsidRPr="0008042A">
        <w:rPr>
          <w:rtl/>
        </w:rPr>
        <w:t>وكتاب رحلة الغريب بن العجيب.</w:t>
      </w:r>
    </w:p>
    <w:p w:rsidR="0008042A" w:rsidRPr="00904859" w:rsidRDefault="0008042A" w:rsidP="0008042A">
      <w:pPr>
        <w:pStyle w:val="libNormal"/>
        <w:rPr>
          <w:rtl/>
        </w:rPr>
      </w:pPr>
      <w:r w:rsidRPr="0008042A">
        <w:rPr>
          <w:rtl/>
        </w:rPr>
        <w:t>وكتاب ثمرة الأماني.</w:t>
      </w:r>
    </w:p>
    <w:p w:rsidR="0008042A" w:rsidRPr="00904859" w:rsidRDefault="0008042A" w:rsidP="0008042A">
      <w:pPr>
        <w:pStyle w:val="libNormal"/>
        <w:rPr>
          <w:rtl/>
        </w:rPr>
      </w:pPr>
      <w:r w:rsidRPr="00904859">
        <w:rPr>
          <w:rtl/>
        </w:rPr>
        <w:t>وحصل لي معها كتب العهدين، وهي:</w:t>
      </w:r>
    </w:p>
    <w:p w:rsidR="0008042A" w:rsidRPr="00904859" w:rsidRDefault="0008042A" w:rsidP="0008042A">
      <w:pPr>
        <w:pStyle w:val="libNormal"/>
        <w:rPr>
          <w:rtl/>
        </w:rPr>
      </w:pPr>
      <w:r w:rsidRPr="0008042A">
        <w:rPr>
          <w:rtl/>
        </w:rPr>
        <w:t>كتب العهد القديم التي ينسبها اليهود والنصارى إلى الوحي الإلهي والنبوّات.</w:t>
      </w:r>
    </w:p>
    <w:p w:rsidR="0008042A" w:rsidRPr="00904859" w:rsidRDefault="0008042A" w:rsidP="00F4688F">
      <w:pPr>
        <w:pStyle w:val="libNormal"/>
        <w:rPr>
          <w:rtl/>
        </w:rPr>
      </w:pPr>
      <w:r w:rsidRPr="0008042A">
        <w:rPr>
          <w:rtl/>
        </w:rPr>
        <w:t>وكتب العهد الجديد التي ينسبها النصارى إلى الوحي الإلهي والنبوّات.</w:t>
      </w:r>
    </w:p>
    <w:p w:rsidR="0008042A" w:rsidRPr="00904859" w:rsidRDefault="0008042A" w:rsidP="0008042A">
      <w:pPr>
        <w:pStyle w:val="libNormal"/>
        <w:rPr>
          <w:rtl/>
        </w:rPr>
      </w:pPr>
      <w:r w:rsidRPr="00904859">
        <w:rPr>
          <w:rtl/>
        </w:rPr>
        <w:t>ومجموع العهدين يكون ستة وستّين كتاباً.</w:t>
      </w:r>
    </w:p>
    <w:p w:rsidR="0008042A" w:rsidRPr="00904859" w:rsidRDefault="0008042A" w:rsidP="0008042A">
      <w:pPr>
        <w:pStyle w:val="libNormal"/>
        <w:rPr>
          <w:rtl/>
        </w:rPr>
      </w:pPr>
      <w:r w:rsidRPr="00904859">
        <w:rPr>
          <w:rtl/>
        </w:rPr>
        <w:t xml:space="preserve">فأخذت بكلتا يديّ التحقيق والإنصاف، ومشيت بينهما جنباً لجنب، فتصفّحت كتب المبشرين، وأمعنت النظر في كتب العهدين، مرّة بعد مرّة، فاعترضني في ذلك مواقف موحشة، ومناظر مدهشة، فبعثني حبّ الخير للبشر، والتشرّف بخدمة الهدى والاستقامة، على أن أجرّد من كل صنّف من تلك المواقف والمناظر كُتيّباً صغيراً، أقدّمه لطالبي الاطلاع على أعمال البشر </w:t>
      </w:r>
    </w:p>
    <w:p w:rsidR="0008042A" w:rsidRDefault="0008042A" w:rsidP="0008042A">
      <w:pPr>
        <w:pStyle w:val="libNormal"/>
      </w:pPr>
      <w:r>
        <w:rPr>
          <w:rtl/>
        </w:rPr>
        <w:br w:type="page"/>
      </w:r>
    </w:p>
    <w:p w:rsidR="0008042A" w:rsidRDefault="0008042A" w:rsidP="0008042A">
      <w:pPr>
        <w:pStyle w:val="libNormal"/>
        <w:rPr>
          <w:rtl/>
        </w:rPr>
      </w:pPr>
      <w:r w:rsidRPr="00904859">
        <w:rPr>
          <w:rtl/>
        </w:rPr>
        <w:lastRenderedPageBreak/>
        <w:t>والنظر في الأمور التاريخية وأحوال الإنسان.</w:t>
      </w:r>
    </w:p>
    <w:p w:rsidR="0008042A" w:rsidRDefault="0008042A" w:rsidP="0008042A">
      <w:pPr>
        <w:pStyle w:val="libNormal"/>
        <w:rPr>
          <w:rtl/>
        </w:rPr>
      </w:pPr>
      <w:r w:rsidRPr="00904859">
        <w:rPr>
          <w:rtl/>
        </w:rPr>
        <w:t>وبدأت مما فيها بما يعود إلى الكذب، وسمّيت هذا الكتُيب المخصّص لذلك: أعاجيب الأكاذيب، فاقرأ فيه وتعجّب..</w:t>
      </w:r>
    </w:p>
    <w:p w:rsidR="0008042A" w:rsidRDefault="0008042A" w:rsidP="0008042A">
      <w:pPr>
        <w:pStyle w:val="libNormal"/>
      </w:pPr>
      <w:r>
        <w:rPr>
          <w:rtl/>
        </w:rPr>
        <w:br w:type="page"/>
      </w:r>
    </w:p>
    <w:p w:rsidR="0008042A" w:rsidRDefault="0008042A" w:rsidP="0008042A">
      <w:pPr>
        <w:pStyle w:val="libNormal"/>
      </w:pPr>
      <w:r>
        <w:rPr>
          <w:rtl/>
        </w:rPr>
        <w:lastRenderedPageBreak/>
        <w:br w:type="page"/>
      </w:r>
    </w:p>
    <w:p w:rsidR="0008042A" w:rsidRDefault="0008042A" w:rsidP="00F4688F">
      <w:pPr>
        <w:pStyle w:val="libBold1"/>
        <w:rPr>
          <w:rtl/>
        </w:rPr>
      </w:pPr>
      <w:bookmarkStart w:id="2" w:name="03"/>
      <w:r w:rsidRPr="00904859">
        <w:rPr>
          <w:rtl/>
        </w:rPr>
        <w:lastRenderedPageBreak/>
        <w:t>استلفات</w:t>
      </w:r>
      <w:bookmarkEnd w:id="2"/>
    </w:p>
    <w:p w:rsidR="0008042A" w:rsidRPr="00904859" w:rsidRDefault="0008042A" w:rsidP="0008042A">
      <w:pPr>
        <w:pStyle w:val="libNormal"/>
        <w:rPr>
          <w:rtl/>
        </w:rPr>
      </w:pPr>
      <w:r w:rsidRPr="0008042A">
        <w:rPr>
          <w:rtl/>
        </w:rPr>
        <w:t xml:space="preserve">هل يخفى على أحد ما في الكذب من المنقصة الخسيسة، والسقوط الرذيل، والوبال والخزي </w:t>
      </w:r>
      <w:r w:rsidRPr="00F01098">
        <w:rPr>
          <w:rStyle w:val="libAlaemChar"/>
          <w:rFonts w:hint="cs"/>
          <w:rtl/>
        </w:rPr>
        <w:t>(</w:t>
      </w:r>
      <w:r w:rsidRPr="0008042A">
        <w:rPr>
          <w:rStyle w:val="libAieChar"/>
          <w:rFonts w:hint="cs"/>
          <w:rtl/>
        </w:rPr>
        <w:t>وَلَعَذَابُ الْآخِرَةِ أَخْزَى</w:t>
      </w:r>
      <w:r w:rsidRPr="00F01098">
        <w:rPr>
          <w:rStyle w:val="libAlaemChar"/>
          <w:rFonts w:hint="cs"/>
          <w:rtl/>
        </w:rPr>
        <w:t>)</w:t>
      </w:r>
      <w:r w:rsidRPr="0008042A">
        <w:rPr>
          <w:rStyle w:val="libFootnotenumChar"/>
          <w:rtl/>
        </w:rPr>
        <w:t>(1)</w:t>
      </w:r>
      <w:r w:rsidRPr="0008042A">
        <w:rPr>
          <w:rtl/>
        </w:rPr>
        <w:t>.</w:t>
      </w:r>
    </w:p>
    <w:p w:rsidR="0008042A" w:rsidRPr="00904859" w:rsidRDefault="0008042A" w:rsidP="0008042A">
      <w:pPr>
        <w:pStyle w:val="libNormal"/>
        <w:rPr>
          <w:rtl/>
        </w:rPr>
      </w:pPr>
      <w:r w:rsidRPr="0008042A">
        <w:rPr>
          <w:rtl/>
        </w:rPr>
        <w:t xml:space="preserve">قال الله تعالى في سورة النحل، في الآية الخامسة بعد المائة: </w:t>
      </w:r>
      <w:r w:rsidRPr="00F01098">
        <w:rPr>
          <w:rStyle w:val="libAlaemChar"/>
          <w:rFonts w:hint="cs"/>
          <w:rtl/>
        </w:rPr>
        <w:t>(</w:t>
      </w:r>
      <w:r w:rsidRPr="0008042A">
        <w:rPr>
          <w:rStyle w:val="libAieChar"/>
          <w:rFonts w:hint="cs"/>
          <w:rtl/>
        </w:rPr>
        <w:t>إِنّمَا يَفْتَرِي الْكَذِبَ الّذِينَ لاَ يُؤْمِنُونَ بِآيَاتِ اللّهِ وَأُولئِكَ هُمُ الْكَاذِبُونَ</w:t>
      </w:r>
      <w:r w:rsidRPr="00F01098">
        <w:rPr>
          <w:rStyle w:val="libAlaemChar"/>
          <w:rFonts w:hint="cs"/>
          <w:rtl/>
        </w:rPr>
        <w:t>)</w:t>
      </w:r>
      <w:r w:rsidRPr="0008042A">
        <w:rPr>
          <w:rtl/>
        </w:rPr>
        <w:t>المعتادون بخيانتهم على الكذب وإن كنت لا تلتفت إلاّ إلى قليل من كذبهم وافترائهم.</w:t>
      </w:r>
    </w:p>
    <w:p w:rsidR="0008042A" w:rsidRPr="00904859" w:rsidRDefault="0008042A" w:rsidP="0008042A">
      <w:pPr>
        <w:pStyle w:val="libNormal"/>
        <w:rPr>
          <w:rtl/>
        </w:rPr>
      </w:pPr>
      <w:r w:rsidRPr="0008042A">
        <w:rPr>
          <w:rtl/>
        </w:rPr>
        <w:t xml:space="preserve">وفي سورة الزمر، في الآية الثانية والثلاثين: </w:t>
      </w:r>
      <w:r w:rsidRPr="00F01098">
        <w:rPr>
          <w:rStyle w:val="libAlaemChar"/>
          <w:rFonts w:hint="cs"/>
          <w:rtl/>
        </w:rPr>
        <w:t>(</w:t>
      </w:r>
      <w:r w:rsidRPr="0008042A">
        <w:rPr>
          <w:rStyle w:val="libAieChar"/>
          <w:rFonts w:hint="cs"/>
          <w:rtl/>
        </w:rPr>
        <w:t>فَمَنْ أَظْلَمُ مِمّن كَذَبَ عَلَى اللّهِ وَكَذّبَ بِالصّدْقِ إِذْ جَاءَهُ أَلَيْسَ فِي جَهَنّمَ مَثْوىً لِلْكَافِرِينَ</w:t>
      </w:r>
      <w:r w:rsidRPr="00F01098">
        <w:rPr>
          <w:rStyle w:val="libAlaemChar"/>
          <w:rFonts w:hint="cs"/>
          <w:rtl/>
        </w:rPr>
        <w:t>)</w:t>
      </w:r>
      <w:r w:rsidRPr="0008042A">
        <w:rPr>
          <w:rtl/>
        </w:rPr>
        <w:t>.</w:t>
      </w:r>
    </w:p>
    <w:p w:rsidR="0008042A" w:rsidRPr="00904859" w:rsidRDefault="0008042A" w:rsidP="0008042A">
      <w:pPr>
        <w:pStyle w:val="libNormal"/>
        <w:rPr>
          <w:rtl/>
        </w:rPr>
      </w:pPr>
      <w:r w:rsidRPr="0008042A">
        <w:rPr>
          <w:rtl/>
        </w:rPr>
        <w:t xml:space="preserve">وفي الآية الستّين: </w:t>
      </w:r>
      <w:r w:rsidRPr="00F01098">
        <w:rPr>
          <w:rStyle w:val="libAlaemChar"/>
          <w:rFonts w:hint="cs"/>
          <w:rtl/>
        </w:rPr>
        <w:t>(</w:t>
      </w:r>
      <w:r w:rsidRPr="0008042A">
        <w:rPr>
          <w:rStyle w:val="libAieChar"/>
          <w:rFonts w:hint="cs"/>
          <w:rtl/>
        </w:rPr>
        <w:t>وَيَوْمَ الْقِيَامَةِ تَرَى الّذِينَ كَذَبُوا عَلَى اللّهِ وُجُوهُهُم مُسْوَدّةٌ</w:t>
      </w:r>
      <w:r w:rsidRPr="00F01098">
        <w:rPr>
          <w:rStyle w:val="libAlaemChar"/>
          <w:rFonts w:hint="cs"/>
          <w:rtl/>
        </w:rPr>
        <w:t>)</w:t>
      </w:r>
      <w:r w:rsidRPr="0008042A">
        <w:rPr>
          <w:rtl/>
        </w:rPr>
        <w:t>.</w:t>
      </w:r>
    </w:p>
    <w:p w:rsidR="0008042A" w:rsidRPr="0008042A" w:rsidRDefault="0008042A" w:rsidP="0008042A">
      <w:pPr>
        <w:pStyle w:val="libLine"/>
        <w:rPr>
          <w:rtl/>
        </w:rPr>
      </w:pPr>
      <w:r w:rsidRPr="0008042A">
        <w:rPr>
          <w:rtl/>
        </w:rPr>
        <w:t>____________________</w:t>
      </w:r>
    </w:p>
    <w:p w:rsidR="0008042A" w:rsidRPr="0008042A" w:rsidRDefault="0008042A" w:rsidP="0008042A">
      <w:pPr>
        <w:pStyle w:val="libFootnote0"/>
        <w:rPr>
          <w:rtl/>
        </w:rPr>
      </w:pPr>
      <w:r w:rsidRPr="00904859">
        <w:rPr>
          <w:rtl/>
        </w:rPr>
        <w:t>1- سورة فصلت 41: 16. (م).</w:t>
      </w:r>
    </w:p>
    <w:p w:rsidR="0008042A" w:rsidRDefault="0008042A" w:rsidP="0008042A">
      <w:pPr>
        <w:pStyle w:val="libNormal"/>
      </w:pPr>
      <w:r>
        <w:rPr>
          <w:rtl/>
        </w:rPr>
        <w:br w:type="page"/>
      </w:r>
    </w:p>
    <w:p w:rsidR="0008042A" w:rsidRDefault="0008042A" w:rsidP="0008042A">
      <w:pPr>
        <w:pStyle w:val="libNormal"/>
        <w:rPr>
          <w:rtl/>
        </w:rPr>
      </w:pPr>
      <w:r w:rsidRPr="0008042A">
        <w:rPr>
          <w:rtl/>
        </w:rPr>
        <w:lastRenderedPageBreak/>
        <w:t>وفي التوراة الرائجة: ( لا تكذبوا )</w:t>
      </w:r>
      <w:r w:rsidRPr="0008042A">
        <w:rPr>
          <w:rStyle w:val="libFootnotenumChar"/>
          <w:rtl/>
        </w:rPr>
        <w:t>(1)</w:t>
      </w:r>
      <w:r w:rsidRPr="0008042A">
        <w:rPr>
          <w:rtl/>
        </w:rPr>
        <w:t xml:space="preserve"> وفي كتاب الأمثال لسليمان: (المتكلّم بالأكاذيب يهلك) </w:t>
      </w:r>
      <w:r w:rsidRPr="0008042A">
        <w:rPr>
          <w:rStyle w:val="libFootnotenumChar"/>
          <w:rtl/>
        </w:rPr>
        <w:t>(2)</w:t>
      </w:r>
      <w:r w:rsidRPr="0008042A">
        <w:rPr>
          <w:rtl/>
        </w:rPr>
        <w:t xml:space="preserve"> ( كراهة الله شفتا كذب ) </w:t>
      </w:r>
      <w:r w:rsidRPr="0008042A">
        <w:rPr>
          <w:rStyle w:val="libFootnotenumChar"/>
          <w:rtl/>
        </w:rPr>
        <w:t>(3)</w:t>
      </w:r>
      <w:r w:rsidRPr="0008042A">
        <w:rPr>
          <w:rtl/>
        </w:rPr>
        <w:t>.</w:t>
      </w:r>
    </w:p>
    <w:p w:rsidR="0008042A" w:rsidRPr="00904859" w:rsidRDefault="0008042A" w:rsidP="0008042A">
      <w:pPr>
        <w:pStyle w:val="libNormal"/>
        <w:rPr>
          <w:rtl/>
        </w:rPr>
      </w:pPr>
      <w:r w:rsidRPr="00904859">
        <w:rPr>
          <w:rtl/>
        </w:rPr>
        <w:t>وفي الإصحاح الثامن من إنجيل يوحنّا، في العدد الرابع والأربعين، في وصف إبليس، ما هذا نصّه: (لأنّه كذّاب وأبو الكذّاب ).</w:t>
      </w:r>
    </w:p>
    <w:p w:rsidR="0008042A" w:rsidRPr="00904859" w:rsidRDefault="0008042A" w:rsidP="0008042A">
      <w:pPr>
        <w:pStyle w:val="libNormal"/>
        <w:rPr>
          <w:rtl/>
        </w:rPr>
      </w:pPr>
      <w:r w:rsidRPr="00904859">
        <w:rPr>
          <w:rtl/>
        </w:rPr>
        <w:t>إذن فاقرأ</w:t>
      </w:r>
      <w:r w:rsidR="00E22A0D">
        <w:rPr>
          <w:rtl/>
        </w:rPr>
        <w:t xml:space="preserve"> - </w:t>
      </w:r>
      <w:r w:rsidRPr="00904859">
        <w:rPr>
          <w:rtl/>
        </w:rPr>
        <w:t>ويا للأسف</w:t>
      </w:r>
      <w:r w:rsidR="00E22A0D">
        <w:rPr>
          <w:rtl/>
        </w:rPr>
        <w:t xml:space="preserve"> - </w:t>
      </w:r>
      <w:r w:rsidRPr="00904859">
        <w:rPr>
          <w:rtl/>
        </w:rPr>
        <w:t>ما نذكره هنا في الأعداد من الأكاذيب المهولة الفظيعة، وانظر مصادرها الموحشة فيما ذكرنا من الكتب، وقد تركنا كثيراً من ذلك حبّاً للاختصار.</w:t>
      </w:r>
    </w:p>
    <w:p w:rsidR="0008042A" w:rsidRDefault="0008042A" w:rsidP="0008042A">
      <w:pPr>
        <w:pStyle w:val="libNormal"/>
        <w:rPr>
          <w:rtl/>
        </w:rPr>
      </w:pPr>
      <w:r w:rsidRPr="00904859">
        <w:rPr>
          <w:rtl/>
        </w:rPr>
        <w:t>وها هي الأكاذيب المشار إليها في ضمن أعداد، فانظر واعتبر يا ذا الرشد والشرف..</w:t>
      </w:r>
    </w:p>
    <w:p w:rsidR="0008042A" w:rsidRPr="0008042A" w:rsidRDefault="0008042A" w:rsidP="0008042A">
      <w:pPr>
        <w:pStyle w:val="libLine"/>
        <w:rPr>
          <w:rtl/>
        </w:rPr>
      </w:pPr>
      <w:r w:rsidRPr="0008042A">
        <w:rPr>
          <w:rtl/>
        </w:rPr>
        <w:t>____________________</w:t>
      </w:r>
    </w:p>
    <w:p w:rsidR="0008042A" w:rsidRPr="0008042A" w:rsidRDefault="0008042A" w:rsidP="0008042A">
      <w:pPr>
        <w:pStyle w:val="libFootnote0"/>
        <w:rPr>
          <w:rtl/>
        </w:rPr>
      </w:pPr>
      <w:r w:rsidRPr="00904859">
        <w:rPr>
          <w:rtl/>
        </w:rPr>
        <w:t>1- لا [أي: سفر اللاويّين] 19: 11.</w:t>
      </w:r>
    </w:p>
    <w:p w:rsidR="0008042A" w:rsidRPr="0008042A" w:rsidRDefault="0008042A" w:rsidP="0008042A">
      <w:pPr>
        <w:pStyle w:val="libFootnote0"/>
        <w:rPr>
          <w:rtl/>
        </w:rPr>
      </w:pPr>
      <w:r w:rsidRPr="00904859">
        <w:rPr>
          <w:rtl/>
        </w:rPr>
        <w:t>2- أم [أي: أمثال سليمان] 19: 9.</w:t>
      </w:r>
    </w:p>
    <w:p w:rsidR="0008042A" w:rsidRDefault="0008042A" w:rsidP="0008042A">
      <w:pPr>
        <w:pStyle w:val="libFootnote0"/>
        <w:rPr>
          <w:rtl/>
        </w:rPr>
      </w:pPr>
      <w:r w:rsidRPr="00904859">
        <w:rPr>
          <w:rtl/>
        </w:rPr>
        <w:t>3- أم [أي: أمثال سليمان] 12 22.</w:t>
      </w:r>
    </w:p>
    <w:p w:rsidR="0008042A" w:rsidRDefault="0008042A" w:rsidP="0008042A">
      <w:pPr>
        <w:pStyle w:val="libNormal"/>
      </w:pPr>
      <w:r>
        <w:rPr>
          <w:rtl/>
        </w:rPr>
        <w:br w:type="page"/>
      </w:r>
    </w:p>
    <w:p w:rsidR="0008042A" w:rsidRDefault="0008042A" w:rsidP="0008042A">
      <w:pPr>
        <w:pStyle w:val="Heading2"/>
        <w:rPr>
          <w:rtl/>
        </w:rPr>
      </w:pPr>
      <w:bookmarkStart w:id="3" w:name="04"/>
      <w:bookmarkStart w:id="4" w:name="_Toc396029648"/>
      <w:r w:rsidRPr="00904859">
        <w:rPr>
          <w:rtl/>
        </w:rPr>
        <w:lastRenderedPageBreak/>
        <w:t>(رد أكذوبة أنّ القرآن يقول:إن هارون عبد العجل)</w:t>
      </w:r>
      <w:bookmarkEnd w:id="3"/>
      <w:bookmarkEnd w:id="4"/>
    </w:p>
    <w:p w:rsidR="0008042A" w:rsidRPr="00904859" w:rsidRDefault="0008042A" w:rsidP="0008042A">
      <w:pPr>
        <w:pStyle w:val="libNormal"/>
        <w:rPr>
          <w:rtl/>
        </w:rPr>
      </w:pPr>
      <w:r w:rsidRPr="00904859">
        <w:rPr>
          <w:rtl/>
        </w:rPr>
        <w:t>في كتاب (ثمرة الأماني) المطبوع بالمطبعة الإنگليزية الأمريكانية ببولاق مصر سنة 1911، قال في صحيفة 79:</w:t>
      </w:r>
    </w:p>
    <w:p w:rsidR="0008042A" w:rsidRPr="00904859" w:rsidRDefault="0008042A" w:rsidP="0008042A">
      <w:pPr>
        <w:pStyle w:val="libNormal"/>
        <w:rPr>
          <w:rtl/>
        </w:rPr>
      </w:pPr>
      <w:r w:rsidRPr="00904859">
        <w:rPr>
          <w:rtl/>
        </w:rPr>
        <w:t>(إنّ القرآن يقول: إن هارون عَبَدَ العجلَ حينما كان أخوه موسى على الجبل) انتهى.</w:t>
      </w:r>
    </w:p>
    <w:p w:rsidR="0008042A" w:rsidRPr="00904859" w:rsidRDefault="0008042A" w:rsidP="0008042A">
      <w:pPr>
        <w:pStyle w:val="libNormal"/>
        <w:rPr>
          <w:rtl/>
        </w:rPr>
      </w:pPr>
      <w:r w:rsidRPr="00904859">
        <w:rPr>
          <w:rtl/>
        </w:rPr>
        <w:t>ويا للعجب! أين يقول القرآن ذلك؟! وأي قرآن يقول ذلك؟!</w:t>
      </w:r>
    </w:p>
    <w:p w:rsidR="0008042A" w:rsidRPr="00904859" w:rsidRDefault="0008042A" w:rsidP="0008042A">
      <w:pPr>
        <w:pStyle w:val="libNormal"/>
        <w:rPr>
          <w:rtl/>
        </w:rPr>
      </w:pPr>
      <w:r w:rsidRPr="0008042A">
        <w:rPr>
          <w:rtl/>
        </w:rPr>
        <w:t xml:space="preserve">أليس القرآن يقول في الآية التسعين والحادية والتسعين من سورة طه: </w:t>
      </w:r>
      <w:r w:rsidRPr="00F01098">
        <w:rPr>
          <w:rStyle w:val="libAlaemChar"/>
          <w:rFonts w:hint="cs"/>
          <w:rtl/>
        </w:rPr>
        <w:t>(</w:t>
      </w:r>
      <w:r w:rsidRPr="0008042A">
        <w:rPr>
          <w:rStyle w:val="libAieChar"/>
          <w:rFonts w:hint="cs"/>
          <w:rtl/>
        </w:rPr>
        <w:t xml:space="preserve">وَلَقَدْ قَالَ لَهُمْ هَارُونُ </w:t>
      </w:r>
      <w:r w:rsidRPr="0008042A">
        <w:rPr>
          <w:rStyle w:val="libFootnotenumChar"/>
          <w:rtl/>
        </w:rPr>
        <w:t>(1)</w:t>
      </w:r>
      <w:r w:rsidRPr="0008042A">
        <w:rPr>
          <w:rtl/>
        </w:rPr>
        <w:t xml:space="preserve"> </w:t>
      </w:r>
      <w:r w:rsidRPr="0008042A">
        <w:rPr>
          <w:rStyle w:val="libAieChar"/>
          <w:rFonts w:hint="cs"/>
          <w:rtl/>
        </w:rPr>
        <w:t>مِن قَبْلُ يَا قَوْمِ إِنّمَا فُتِنتُم بِهِ وَإِنّ رَبّكُمُ الرّحْمنُ فَاتّبِعُونِي وَأَطِيعُوا أَمْرِي. قَالُوا لَن نّبْرَحَ عَلَيْهِ عَاكِفِينَ</w:t>
      </w:r>
      <w:r w:rsidRPr="00F01098">
        <w:rPr>
          <w:rStyle w:val="libAlaemChar"/>
          <w:rFonts w:hint="cs"/>
          <w:rtl/>
        </w:rPr>
        <w:t>)</w:t>
      </w:r>
      <w:r w:rsidRPr="0008042A">
        <w:rPr>
          <w:rtl/>
        </w:rPr>
        <w:t>.</w:t>
      </w:r>
    </w:p>
    <w:p w:rsidR="0008042A" w:rsidRDefault="0008042A" w:rsidP="0008042A">
      <w:pPr>
        <w:pStyle w:val="libNormal"/>
        <w:rPr>
          <w:rtl/>
        </w:rPr>
      </w:pPr>
      <w:r w:rsidRPr="00904859">
        <w:rPr>
          <w:rtl/>
        </w:rPr>
        <w:t>فانظر كيف يبرّئ القرآن هارون من عبادة العجل والمساعدة عليها، واعرف مقدار التقحّم في الكذب في كتاب " ثمرة الأماني ".</w:t>
      </w:r>
    </w:p>
    <w:p w:rsidR="0008042A" w:rsidRPr="0008042A" w:rsidRDefault="0008042A" w:rsidP="0008042A">
      <w:pPr>
        <w:pStyle w:val="libLine"/>
        <w:rPr>
          <w:rtl/>
        </w:rPr>
      </w:pPr>
      <w:r w:rsidRPr="0008042A">
        <w:rPr>
          <w:rtl/>
        </w:rPr>
        <w:t>____________________</w:t>
      </w:r>
    </w:p>
    <w:p w:rsidR="0008042A" w:rsidRDefault="0008042A" w:rsidP="0008042A">
      <w:pPr>
        <w:pStyle w:val="libFootnote0"/>
        <w:rPr>
          <w:rtl/>
        </w:rPr>
      </w:pPr>
      <w:r w:rsidRPr="00904859">
        <w:rPr>
          <w:rtl/>
        </w:rPr>
        <w:t>1- أي: قال هارون لعبدة العجل.</w:t>
      </w:r>
    </w:p>
    <w:p w:rsidR="0008042A" w:rsidRDefault="0008042A" w:rsidP="0008042A">
      <w:pPr>
        <w:pStyle w:val="libNormal"/>
      </w:pPr>
      <w:r>
        <w:rPr>
          <w:rtl/>
        </w:rPr>
        <w:br w:type="page"/>
      </w:r>
    </w:p>
    <w:p w:rsidR="0008042A" w:rsidRDefault="0008042A" w:rsidP="00E22A0D">
      <w:pPr>
        <w:pStyle w:val="libNormal"/>
        <w:rPr>
          <w:rtl/>
        </w:rPr>
      </w:pPr>
      <w:r w:rsidRPr="00904859">
        <w:rPr>
          <w:rtl/>
        </w:rPr>
        <w:lastRenderedPageBreak/>
        <w:t>ولعل الأيام قد خبّأت</w:t>
      </w:r>
      <w:r w:rsidR="00E22A0D">
        <w:rPr>
          <w:rtl/>
        </w:rPr>
        <w:t xml:space="preserve"> - </w:t>
      </w:r>
      <w:r w:rsidRPr="00904859">
        <w:rPr>
          <w:rtl/>
        </w:rPr>
        <w:t>لمصادمة الحقائق بالكذب</w:t>
      </w:r>
      <w:r w:rsidR="00E22A0D">
        <w:rPr>
          <w:rtl/>
        </w:rPr>
        <w:t xml:space="preserve"> - </w:t>
      </w:r>
      <w:r w:rsidRPr="00904859">
        <w:rPr>
          <w:rtl/>
        </w:rPr>
        <w:t>كتاباً آخر ينسب إلى التوراة ما ذكرناه من القرآن في براءة هارون من شرك العجل، وينسب بأمانته للقرآن ما ذكرته التوراة في سفر الخروج في الإصحاح الثاني والثلاثين، من العدد الأوّل إلى السابع، ما حاصله:</w:t>
      </w:r>
    </w:p>
    <w:p w:rsidR="0008042A" w:rsidRDefault="0008042A" w:rsidP="0008042A">
      <w:pPr>
        <w:pStyle w:val="libNormal"/>
        <w:rPr>
          <w:rtl/>
        </w:rPr>
      </w:pPr>
      <w:r w:rsidRPr="00904859">
        <w:rPr>
          <w:rtl/>
        </w:rPr>
        <w:t>إن بني إسرائيل قالوا لهارون: اصنع لنا آلهة</w:t>
      </w:r>
      <w:r w:rsidR="00E22A0D">
        <w:rPr>
          <w:rtl/>
        </w:rPr>
        <w:t>؛</w:t>
      </w:r>
      <w:r w:rsidRPr="00904859">
        <w:rPr>
          <w:rtl/>
        </w:rPr>
        <w:t xml:space="preserve"> فأخذ منهم أقراط الذهب وصنعها لهم عجلا مسبوكاً، فقالوا: هذه آلهتك يا إسرائيل</w:t>
      </w:r>
      <w:r w:rsidR="00E22A0D">
        <w:rPr>
          <w:rtl/>
        </w:rPr>
        <w:t>؛</w:t>
      </w:r>
      <w:r w:rsidRPr="00904859">
        <w:rPr>
          <w:rtl/>
        </w:rPr>
        <w:t xml:space="preserve"> فلما رأى هارون إقبالهم على عبادة العجل بنى أمامه مذبحاً لعبادته بالقرابين والمحرّقات ونادى: غداً حجّ للرب، فبكّروا في الغد وأصعدوا في عبادة العجل محرّقات، وقدّموا ذبائح سلامة.</w:t>
      </w:r>
    </w:p>
    <w:p w:rsidR="0008042A" w:rsidRDefault="0008042A" w:rsidP="0008042A">
      <w:pPr>
        <w:pStyle w:val="libNormal"/>
      </w:pPr>
      <w:r>
        <w:rPr>
          <w:rtl/>
        </w:rPr>
        <w:br w:type="page"/>
      </w:r>
    </w:p>
    <w:p w:rsidR="0008042A" w:rsidRPr="00904859" w:rsidRDefault="0008042A" w:rsidP="0008042A">
      <w:pPr>
        <w:pStyle w:val="Heading2"/>
        <w:rPr>
          <w:rtl/>
        </w:rPr>
      </w:pPr>
      <w:bookmarkStart w:id="5" w:name="05"/>
      <w:bookmarkStart w:id="6" w:name="_Toc396029649"/>
      <w:r w:rsidRPr="00904859">
        <w:rPr>
          <w:rtl/>
        </w:rPr>
        <w:lastRenderedPageBreak/>
        <w:t>(رد أُكذوبة أن القرآن يقول:إنّ داود أخذ نعجة أخيه)</w:t>
      </w:r>
      <w:bookmarkEnd w:id="5"/>
      <w:bookmarkEnd w:id="6"/>
    </w:p>
    <w:p w:rsidR="0008042A" w:rsidRPr="00904859" w:rsidRDefault="0008042A" w:rsidP="0008042A">
      <w:pPr>
        <w:pStyle w:val="libNormal"/>
        <w:rPr>
          <w:rtl/>
        </w:rPr>
      </w:pPr>
      <w:r w:rsidRPr="00904859">
        <w:rPr>
          <w:rtl/>
        </w:rPr>
        <w:t>وقال أيضاً كتاب (ثمرة الأمانيّ) في صحيفة 87:</w:t>
      </w:r>
    </w:p>
    <w:p w:rsidR="0008042A" w:rsidRPr="00904859" w:rsidRDefault="0008042A" w:rsidP="0008042A">
      <w:pPr>
        <w:pStyle w:val="libNormal"/>
        <w:rPr>
          <w:rtl/>
        </w:rPr>
      </w:pPr>
      <w:r w:rsidRPr="00904859">
        <w:rPr>
          <w:rtl/>
        </w:rPr>
        <w:t>( إنّا نقرأ في القرآن أنّ داود أخذ نعجة أخيه) انتهى.</w:t>
      </w:r>
    </w:p>
    <w:p w:rsidR="0008042A" w:rsidRPr="00904859" w:rsidRDefault="0008042A" w:rsidP="0008042A">
      <w:pPr>
        <w:pStyle w:val="libNormal"/>
        <w:rPr>
          <w:rtl/>
        </w:rPr>
      </w:pPr>
      <w:r w:rsidRPr="00904859">
        <w:rPr>
          <w:rtl/>
        </w:rPr>
        <w:t>ويا للعجب! أين يذكر القرآن ذلك؟!</w:t>
      </w:r>
    </w:p>
    <w:p w:rsidR="0008042A" w:rsidRPr="00904859" w:rsidRDefault="0008042A" w:rsidP="0008042A">
      <w:pPr>
        <w:pStyle w:val="libNormal"/>
        <w:rPr>
          <w:rtl/>
        </w:rPr>
      </w:pPr>
      <w:r w:rsidRPr="0008042A">
        <w:rPr>
          <w:rtl/>
        </w:rPr>
        <w:t xml:space="preserve">وها هو القرآن يذكر مسألة النعجة بين الخصمين اللّذين اختصما إلى داود، فقال من الآية الحادية والعشرين إلى الثالثة والعشرين من سورة ص: </w:t>
      </w:r>
      <w:r w:rsidRPr="00F01098">
        <w:rPr>
          <w:rStyle w:val="libAlaemChar"/>
          <w:rFonts w:hint="cs"/>
          <w:rtl/>
        </w:rPr>
        <w:t>(</w:t>
      </w:r>
      <w:r w:rsidRPr="0008042A">
        <w:rPr>
          <w:rStyle w:val="libAieChar"/>
          <w:rFonts w:hint="cs"/>
          <w:rtl/>
        </w:rPr>
        <w:t>وَهَلْ أَتَاكَ نَبَؤُا الْخَصْمِ إِذْ تَسَوّرُوا الْمِحْرَابَ. إِذْ دَخَلُوا عَلَى‏ دَاوُدَ فَفَزِعَ مِنْهُمْ قَالُوا لاَ تَخَفْ خَصْمانِ بَغَى‏ بَعْضُنَا عَلَى‏ بَعْضٍ فَاحْكُم بَيْنَنَا بِالْحَقّ وَلاَ تُشْطِطْ وَاهْدِنَا إِلَى‏ سَوَاءِ الصّرَاطِ. إِنّ هذَا أَخِي لَهُ تِسْعٌ وَتِسْعُونَ نَعْجَةً وَلِيَ نَعْجَةٌ وَاحِدَةٌ فَقَالَ أَكْفِلْنِيهَا وَعَزّنِي فِي الْخِطَابِ</w:t>
      </w:r>
      <w:r w:rsidRPr="00F01098">
        <w:rPr>
          <w:rStyle w:val="libAlaemChar"/>
          <w:rFonts w:hint="cs"/>
          <w:rtl/>
        </w:rPr>
        <w:t>)</w:t>
      </w:r>
      <w:r w:rsidRPr="0008042A">
        <w:rPr>
          <w:rtl/>
        </w:rPr>
        <w:t>.</w:t>
      </w:r>
    </w:p>
    <w:p w:rsidR="0008042A" w:rsidRPr="00904859" w:rsidRDefault="0008042A" w:rsidP="0008042A">
      <w:pPr>
        <w:pStyle w:val="libNormal"/>
        <w:rPr>
          <w:rtl/>
        </w:rPr>
      </w:pPr>
      <w:r w:rsidRPr="00904859">
        <w:rPr>
          <w:rtl/>
        </w:rPr>
        <w:t>فالقرآن يقول: إن أحد الخصمين سأل من الذي له نعجة واحدة أن يعطيها إيّاه، ولم يقل: إن أحد الخصمين أخذها</w:t>
      </w:r>
      <w:r w:rsidR="00E22A0D">
        <w:rPr>
          <w:rtl/>
        </w:rPr>
        <w:t>؛</w:t>
      </w:r>
      <w:r w:rsidRPr="00904859">
        <w:rPr>
          <w:rtl/>
        </w:rPr>
        <w:t xml:space="preserve"> فكيف يقال: إنّا نقرأ في القرآن أن داود أخذ نعجة أخيه؟! فيا للعجب ما هو ذنب الصدق والأمانة؟!</w:t>
      </w:r>
    </w:p>
    <w:p w:rsidR="0008042A" w:rsidRPr="00904859" w:rsidRDefault="0008042A" w:rsidP="0008042A">
      <w:pPr>
        <w:pStyle w:val="libNormal"/>
        <w:rPr>
          <w:rtl/>
        </w:rPr>
      </w:pPr>
      <w:r w:rsidRPr="00904859">
        <w:rPr>
          <w:rtl/>
        </w:rPr>
        <w:t xml:space="preserve">وإنا نشكر كتاب (ثمرة الأماني) حيث لم ينسب للقرآن ما </w:t>
      </w:r>
    </w:p>
    <w:p w:rsidR="0008042A" w:rsidRDefault="0008042A" w:rsidP="0008042A">
      <w:pPr>
        <w:pStyle w:val="libNormal"/>
      </w:pPr>
      <w:r>
        <w:rPr>
          <w:rtl/>
        </w:rPr>
        <w:br w:type="page"/>
      </w:r>
    </w:p>
    <w:p w:rsidR="0008042A" w:rsidRDefault="0008042A" w:rsidP="0008042A">
      <w:pPr>
        <w:pStyle w:val="libNormal"/>
        <w:rPr>
          <w:rtl/>
        </w:rPr>
      </w:pPr>
      <w:r w:rsidRPr="00904859">
        <w:rPr>
          <w:rtl/>
        </w:rPr>
        <w:lastRenderedPageBreak/>
        <w:t>ذكرته كتبهم التي ينسبونها إلى الوحي الإلهي كما في الإصحاح الحادي عشر من سفر صموئيل الثاني، إذ ذكر ما حاصله:</w:t>
      </w:r>
    </w:p>
    <w:p w:rsidR="0008042A" w:rsidRPr="00904859" w:rsidRDefault="0008042A" w:rsidP="0008042A">
      <w:pPr>
        <w:pStyle w:val="libNormal"/>
        <w:rPr>
          <w:rtl/>
        </w:rPr>
      </w:pPr>
      <w:r w:rsidRPr="00904859">
        <w:rPr>
          <w:rtl/>
        </w:rPr>
        <w:t>إن داود عشق امرأة أوريا الحثيّ المجاهد الناصح، وأتى بها وهو يعرف أنها محصنة وأمرأة أوريّا، فزنى بها وحملت منه، فأرسل على أوريا لكي يدخل على امرأته ويواقعها فيلتصق به ذلك الحمل الزنائي. ولكن أوريا ذلك المؤمن الكامل المجاهد، أبى أن يستريح إلى بيته مع أن المؤمنين في متاعب الجهاد، بل رجع إلى الجهاد فسعى داود في قتله، فقتل مجاهداً صابراً، فأخذ داود امرأته!!</w:t>
      </w:r>
    </w:p>
    <w:p w:rsidR="0008042A" w:rsidRDefault="0008042A" w:rsidP="0008042A">
      <w:pPr>
        <w:pStyle w:val="libNormal"/>
        <w:rPr>
          <w:rtl/>
        </w:rPr>
      </w:pPr>
      <w:r w:rsidRPr="00904859">
        <w:rPr>
          <w:rtl/>
        </w:rPr>
        <w:t>حاشا أنبياء الله من ذلك.</w:t>
      </w:r>
    </w:p>
    <w:p w:rsidR="0008042A" w:rsidRDefault="0008042A" w:rsidP="0008042A">
      <w:pPr>
        <w:pStyle w:val="libNormal"/>
      </w:pPr>
      <w:r>
        <w:rPr>
          <w:rtl/>
        </w:rPr>
        <w:br w:type="page"/>
      </w:r>
    </w:p>
    <w:p w:rsidR="0008042A" w:rsidRPr="00904859" w:rsidRDefault="0008042A" w:rsidP="0008042A">
      <w:pPr>
        <w:pStyle w:val="Heading2"/>
        <w:rPr>
          <w:rtl/>
        </w:rPr>
      </w:pPr>
      <w:bookmarkStart w:id="7" w:name="06"/>
      <w:bookmarkStart w:id="8" w:name="_Toc396029650"/>
      <w:r w:rsidRPr="00904859">
        <w:rPr>
          <w:rtl/>
        </w:rPr>
        <w:lastRenderedPageBreak/>
        <w:t>(ردّ أُكذوبة أنّ القرآن يقول:إن إبراهيم كان عابد وثن)</w:t>
      </w:r>
      <w:bookmarkEnd w:id="7"/>
      <w:bookmarkEnd w:id="8"/>
    </w:p>
    <w:p w:rsidR="0008042A" w:rsidRPr="00904859" w:rsidRDefault="0008042A" w:rsidP="0008042A">
      <w:pPr>
        <w:pStyle w:val="libNormal"/>
        <w:rPr>
          <w:rtl/>
        </w:rPr>
      </w:pPr>
      <w:r w:rsidRPr="00904859">
        <w:rPr>
          <w:rtl/>
        </w:rPr>
        <w:t>وقال أيضاً كتاب (ثمرة الأمانيّ) صحيفة 78، فيما ادّعى أنه يقرأ من القرآن:</w:t>
      </w:r>
    </w:p>
    <w:p w:rsidR="0008042A" w:rsidRPr="00904859" w:rsidRDefault="0008042A" w:rsidP="0008042A">
      <w:pPr>
        <w:pStyle w:val="libNormal"/>
        <w:rPr>
          <w:rtl/>
        </w:rPr>
      </w:pPr>
      <w:r w:rsidRPr="00904859">
        <w:rPr>
          <w:rtl/>
        </w:rPr>
        <w:t>(وإن إبراهيم كان عابد وثن) انتهى ويا للعجب! ولا عجب من بعض الناس، أين يذكر القرآن ذلك؟!</w:t>
      </w:r>
    </w:p>
    <w:p w:rsidR="0008042A" w:rsidRPr="00904859" w:rsidRDefault="0008042A" w:rsidP="0008042A">
      <w:pPr>
        <w:pStyle w:val="libNormal"/>
        <w:rPr>
          <w:rtl/>
        </w:rPr>
      </w:pPr>
      <w:r w:rsidRPr="0008042A">
        <w:rPr>
          <w:rtl/>
        </w:rPr>
        <w:t>أو ليس قد تكرر في القرآن أن إبراهيم ما كان من المشركين، فانظر إلى سورة البقرة الآية 135</w:t>
      </w:r>
      <w:r w:rsidRPr="0008042A">
        <w:rPr>
          <w:rStyle w:val="libFootnotenumChar"/>
          <w:rtl/>
        </w:rPr>
        <w:t>(1)</w:t>
      </w:r>
      <w:r w:rsidRPr="0008042A">
        <w:rPr>
          <w:rtl/>
        </w:rPr>
        <w:t>، وآل عمران 67 و95</w:t>
      </w:r>
      <w:r w:rsidRPr="0008042A">
        <w:rPr>
          <w:rStyle w:val="libFootnotenumChar"/>
          <w:rtl/>
        </w:rPr>
        <w:t>(2)</w:t>
      </w:r>
      <w:r w:rsidRPr="0008042A">
        <w:rPr>
          <w:rtl/>
        </w:rPr>
        <w:t>، والأنعام 161</w:t>
      </w:r>
      <w:r w:rsidRPr="0008042A">
        <w:rPr>
          <w:rStyle w:val="libFootnotenumChar"/>
          <w:rtl/>
        </w:rPr>
        <w:t>(3)</w:t>
      </w:r>
      <w:r w:rsidRPr="0008042A">
        <w:rPr>
          <w:rtl/>
        </w:rPr>
        <w:t xml:space="preserve">، والنحل 120 و 123 </w:t>
      </w:r>
      <w:r w:rsidRPr="0008042A">
        <w:rPr>
          <w:rStyle w:val="libFootnotenumChar"/>
          <w:rtl/>
        </w:rPr>
        <w:t>(4)</w:t>
      </w:r>
      <w:r w:rsidRPr="0008042A">
        <w:rPr>
          <w:rtl/>
        </w:rPr>
        <w:t>.</w:t>
      </w:r>
    </w:p>
    <w:p w:rsidR="0008042A" w:rsidRPr="0008042A" w:rsidRDefault="0008042A" w:rsidP="0008042A">
      <w:pPr>
        <w:pStyle w:val="libLine"/>
        <w:rPr>
          <w:rtl/>
        </w:rPr>
      </w:pPr>
      <w:r w:rsidRPr="0008042A">
        <w:rPr>
          <w:rtl/>
        </w:rPr>
        <w:t>____________________</w:t>
      </w:r>
    </w:p>
    <w:p w:rsidR="0008042A" w:rsidRPr="00904859" w:rsidRDefault="0008042A" w:rsidP="0008042A">
      <w:pPr>
        <w:pStyle w:val="libFootnote0"/>
        <w:rPr>
          <w:rtl/>
        </w:rPr>
      </w:pPr>
      <w:r w:rsidRPr="0008042A">
        <w:rPr>
          <w:rtl/>
        </w:rPr>
        <w:t xml:space="preserve">1- ونصّها: </w:t>
      </w:r>
      <w:r w:rsidRPr="00F01098">
        <w:rPr>
          <w:rStyle w:val="libAlaemChar"/>
          <w:rFonts w:hint="cs"/>
          <w:rtl/>
        </w:rPr>
        <w:t>(</w:t>
      </w:r>
      <w:r w:rsidRPr="00F01098">
        <w:rPr>
          <w:rStyle w:val="libFootnoteAieChar"/>
          <w:rFonts w:hint="cs"/>
          <w:rtl/>
        </w:rPr>
        <w:t>وَقَالُوا كُونُوا هُودَاً أَوْ نَصَارَى‏ تَهْتَدُوا قُلْ بَلْ مِلّةَ إِبْرَاهِيمَ حَنِيفاً وَمَا كَانَ مِنَ الْمُشْرِكِينَ</w:t>
      </w:r>
      <w:r w:rsidRPr="00F01098">
        <w:rPr>
          <w:rStyle w:val="libAlaemChar"/>
          <w:rFonts w:hint="cs"/>
          <w:rtl/>
        </w:rPr>
        <w:t>)</w:t>
      </w:r>
      <w:r w:rsidRPr="0008042A">
        <w:rPr>
          <w:rtl/>
        </w:rPr>
        <w:t>. (م).</w:t>
      </w:r>
    </w:p>
    <w:p w:rsidR="0008042A" w:rsidRPr="0008042A" w:rsidRDefault="0008042A" w:rsidP="0008042A">
      <w:pPr>
        <w:pStyle w:val="libFootnote0"/>
        <w:rPr>
          <w:rtl/>
        </w:rPr>
      </w:pPr>
      <w:r w:rsidRPr="0008042A">
        <w:rPr>
          <w:rtl/>
        </w:rPr>
        <w:t xml:space="preserve">2- ونصهما: </w:t>
      </w:r>
      <w:r w:rsidRPr="00F01098">
        <w:rPr>
          <w:rStyle w:val="libAlaemChar"/>
          <w:rFonts w:hint="cs"/>
          <w:rtl/>
        </w:rPr>
        <w:t>(</w:t>
      </w:r>
      <w:r w:rsidRPr="00F01098">
        <w:rPr>
          <w:rStyle w:val="libFootnoteAieChar"/>
          <w:rFonts w:hint="cs"/>
          <w:rtl/>
        </w:rPr>
        <w:t>مَا كَانَ إِبْرَاهِيمُ يَهُودِيّاً وَلاَ نَصْرَانِيّاً وَلكِن كَانَ حَنِيفاً مُسْلِماً وَمَا كَانَ مِنَ الْمُشْرِكِينَ</w:t>
      </w:r>
      <w:r w:rsidRPr="00F01098">
        <w:rPr>
          <w:rStyle w:val="libAlaemChar"/>
          <w:rFonts w:hint="cs"/>
          <w:rtl/>
        </w:rPr>
        <w:t>)</w:t>
      </w:r>
      <w:r w:rsidRPr="0008042A">
        <w:rPr>
          <w:rtl/>
        </w:rPr>
        <w:t>. و</w:t>
      </w:r>
      <w:r w:rsidRPr="00F01098">
        <w:rPr>
          <w:rStyle w:val="libAlaemChar"/>
          <w:rFonts w:hint="cs"/>
          <w:rtl/>
        </w:rPr>
        <w:t>(</w:t>
      </w:r>
      <w:r w:rsidRPr="00F01098">
        <w:rPr>
          <w:rStyle w:val="libFootnoteAieChar"/>
          <w:rFonts w:hint="cs"/>
          <w:rtl/>
        </w:rPr>
        <w:t>قُلْ صَدَقَ اللّهُ فَاتّبِعُوا مِلّةَ إِبْرَاهِيمَ حَنِيفاً وَمَا كَانَ مِنَ الْمُشْرِكِينَ</w:t>
      </w:r>
      <w:r w:rsidRPr="00F01098">
        <w:rPr>
          <w:rStyle w:val="libAlaemChar"/>
          <w:rFonts w:hint="cs"/>
          <w:rtl/>
        </w:rPr>
        <w:t>)</w:t>
      </w:r>
      <w:r w:rsidRPr="0008042A">
        <w:rPr>
          <w:rtl/>
        </w:rPr>
        <w:t>.(م).</w:t>
      </w:r>
    </w:p>
    <w:p w:rsidR="0008042A" w:rsidRPr="0008042A" w:rsidRDefault="0008042A" w:rsidP="0008042A">
      <w:pPr>
        <w:pStyle w:val="libFootnote0"/>
        <w:rPr>
          <w:rtl/>
        </w:rPr>
      </w:pPr>
      <w:r w:rsidRPr="0008042A">
        <w:rPr>
          <w:rtl/>
        </w:rPr>
        <w:t xml:space="preserve">3- ونصها: </w:t>
      </w:r>
      <w:r w:rsidRPr="00F01098">
        <w:rPr>
          <w:rStyle w:val="libAlaemChar"/>
          <w:rFonts w:hint="cs"/>
          <w:rtl/>
        </w:rPr>
        <w:t>(</w:t>
      </w:r>
      <w:r w:rsidRPr="00F01098">
        <w:rPr>
          <w:rStyle w:val="libFootnoteAieChar"/>
          <w:rFonts w:hint="cs"/>
          <w:rtl/>
        </w:rPr>
        <w:t>قُلْ إِنّنِي هَدَانِي رَبّي إِلَى‏ صِرَاطٍ مُسْتَقِيمٍ دِيناً قِيَماً مِلّةَ إِبْرَاهِيمَ حَنِيفاً وَمَا كَانَ مِنَ الْمُشْرِكِينَ</w:t>
      </w:r>
      <w:r w:rsidRPr="00F01098">
        <w:rPr>
          <w:rStyle w:val="libAlaemChar"/>
          <w:rFonts w:hint="cs"/>
          <w:rtl/>
        </w:rPr>
        <w:t>)</w:t>
      </w:r>
      <w:r w:rsidRPr="0008042A">
        <w:rPr>
          <w:rtl/>
        </w:rPr>
        <w:t>.</w:t>
      </w:r>
    </w:p>
    <w:p w:rsidR="0008042A" w:rsidRPr="0008042A" w:rsidRDefault="0008042A" w:rsidP="0008042A">
      <w:pPr>
        <w:pStyle w:val="libFootnote0"/>
        <w:rPr>
          <w:rtl/>
        </w:rPr>
      </w:pPr>
      <w:r w:rsidRPr="0008042A">
        <w:rPr>
          <w:rtl/>
        </w:rPr>
        <w:t xml:space="preserve">4- ونصّهما: </w:t>
      </w:r>
      <w:r w:rsidRPr="00F01098">
        <w:rPr>
          <w:rStyle w:val="libAlaemChar"/>
          <w:rFonts w:hint="cs"/>
          <w:rtl/>
        </w:rPr>
        <w:t>(</w:t>
      </w:r>
      <w:r w:rsidRPr="00F01098">
        <w:rPr>
          <w:rStyle w:val="libFootnoteAieChar"/>
          <w:rFonts w:hint="cs"/>
          <w:rtl/>
        </w:rPr>
        <w:t>إِنّ إِبْرَاهِيمَ كَانَ أُمّةً قَانِتاً للّهِ‏ِ حَنِيفاً وَلَمْ يَكُ مِنَ الْمُشْرِكِينَ</w:t>
      </w:r>
      <w:r w:rsidRPr="00F01098">
        <w:rPr>
          <w:rStyle w:val="libAlaemChar"/>
          <w:rFonts w:hint="cs"/>
          <w:rtl/>
        </w:rPr>
        <w:t>)</w:t>
      </w:r>
      <w:r w:rsidRPr="0008042A">
        <w:rPr>
          <w:rtl/>
        </w:rPr>
        <w:t xml:space="preserve"> و </w:t>
      </w:r>
      <w:r w:rsidRPr="00F01098">
        <w:rPr>
          <w:rStyle w:val="libAlaemChar"/>
          <w:rFonts w:hint="cs"/>
          <w:rtl/>
        </w:rPr>
        <w:t>(</w:t>
      </w:r>
      <w:r w:rsidRPr="00F01098">
        <w:rPr>
          <w:rStyle w:val="libFootnoteAieChar"/>
          <w:rFonts w:hint="cs"/>
          <w:rtl/>
        </w:rPr>
        <w:t>ثُمّ أَوْحَيْنَا إِلَيْكَ أَنِ اتّبِعْ مِلّةَ إِبْرَاهِيمَ حَنِيفاً وَمَا كَانَ مِنَ الْمُشْرِكِينَ</w:t>
      </w:r>
      <w:r w:rsidRPr="00F01098">
        <w:rPr>
          <w:rStyle w:val="libAlaemChar"/>
          <w:rFonts w:hint="cs"/>
          <w:rtl/>
        </w:rPr>
        <w:t>)</w:t>
      </w:r>
      <w:r w:rsidRPr="0008042A">
        <w:rPr>
          <w:rtl/>
        </w:rPr>
        <w:t>.</w:t>
      </w:r>
    </w:p>
    <w:p w:rsidR="0008042A" w:rsidRPr="0008042A" w:rsidRDefault="0008042A" w:rsidP="0008042A">
      <w:pPr>
        <w:pStyle w:val="libFootnote"/>
        <w:rPr>
          <w:rtl/>
        </w:rPr>
      </w:pPr>
      <w:r w:rsidRPr="00904859">
        <w:rPr>
          <w:rtl/>
        </w:rPr>
        <w:t>وانظر: صفحة 125 في فصل: (ملحق من بعض ما تركناه) فهناك تتمة هذا الموضوع. (م).</w:t>
      </w:r>
    </w:p>
    <w:p w:rsidR="0008042A" w:rsidRDefault="0008042A" w:rsidP="0008042A">
      <w:pPr>
        <w:pStyle w:val="libNormal"/>
      </w:pPr>
      <w:r>
        <w:rPr>
          <w:rtl/>
        </w:rPr>
        <w:br w:type="page"/>
      </w:r>
    </w:p>
    <w:p w:rsidR="0008042A" w:rsidRPr="00904859" w:rsidRDefault="0008042A" w:rsidP="0008042A">
      <w:pPr>
        <w:pStyle w:val="Heading2"/>
        <w:rPr>
          <w:rtl/>
        </w:rPr>
      </w:pPr>
      <w:bookmarkStart w:id="9" w:name="07"/>
      <w:bookmarkStart w:id="10" w:name="_Toc396029651"/>
      <w:r w:rsidRPr="00904859">
        <w:rPr>
          <w:rtl/>
        </w:rPr>
        <w:lastRenderedPageBreak/>
        <w:t>(ردّ النهي عن الإكثار من ذكر الله وتسبيحه وتمجيده وتهليله)</w:t>
      </w:r>
      <w:bookmarkEnd w:id="9"/>
      <w:bookmarkEnd w:id="10"/>
    </w:p>
    <w:p w:rsidR="0008042A" w:rsidRPr="00904859" w:rsidRDefault="0008042A" w:rsidP="0008042A">
      <w:pPr>
        <w:pStyle w:val="libNormal"/>
        <w:rPr>
          <w:rtl/>
        </w:rPr>
      </w:pPr>
      <w:r w:rsidRPr="00904859">
        <w:rPr>
          <w:rtl/>
        </w:rPr>
        <w:t>وإن كتاب (ثمرة الأمالي) في صحيفة 83 و84 يعيب على المسلمين إكثارهم لذكر الله، وينسب إلى التوراة النهي عن تكرار اسم الله في عبادته، وتشبّث لذلك بقول بعض التراجم في العدد السابع من الإصحاح العشرين من سفر الخروج:</w:t>
      </w:r>
    </w:p>
    <w:p w:rsidR="0008042A" w:rsidRPr="00904859" w:rsidRDefault="0008042A" w:rsidP="0008042A">
      <w:pPr>
        <w:pStyle w:val="libNormal"/>
        <w:rPr>
          <w:rtl/>
        </w:rPr>
      </w:pPr>
      <w:r w:rsidRPr="00904859">
        <w:rPr>
          <w:rtl/>
        </w:rPr>
        <w:t>(لا تنطق باسم الله إلهك باطلا، لأن الله لا يبرّئ من نطق باسمه باطلا).</w:t>
      </w:r>
    </w:p>
    <w:p w:rsidR="0008042A" w:rsidRPr="00904859" w:rsidRDefault="0008042A" w:rsidP="0008042A">
      <w:pPr>
        <w:pStyle w:val="libNormal"/>
        <w:rPr>
          <w:rtl/>
        </w:rPr>
      </w:pPr>
      <w:r w:rsidRPr="00904859">
        <w:rPr>
          <w:rtl/>
        </w:rPr>
        <w:t>والترجمة الصحيحة هكذا: (لا تقصد اسم الله إلهك بسوء فإن الله لا يبرّئ من قصد اسمه بسوء).</w:t>
      </w:r>
    </w:p>
    <w:p w:rsidR="0008042A" w:rsidRDefault="0008042A" w:rsidP="0008042A">
      <w:pPr>
        <w:pStyle w:val="libNormal"/>
        <w:rPr>
          <w:rtl/>
        </w:rPr>
      </w:pPr>
      <w:r w:rsidRPr="00904859">
        <w:rPr>
          <w:rtl/>
        </w:rPr>
        <w:t>ويا للعجب! هل في هذا الكلام نهي عن الإكثار من ذكر الله وتسبيحه وتمجيده وقول لا إله إلاّ الله؟! وهل ينسب ذلك إلى هذا الكلام إلاّ من يتعمّد الكذب؟ فلماذا يكّذب (ثمرة الأماليّ) على التوراة لغرضه الفاسد؟!</w:t>
      </w:r>
    </w:p>
    <w:p w:rsidR="0008042A" w:rsidRDefault="0008042A" w:rsidP="0008042A">
      <w:pPr>
        <w:pStyle w:val="libNormal"/>
      </w:pPr>
      <w:r>
        <w:rPr>
          <w:rtl/>
        </w:rPr>
        <w:br w:type="page"/>
      </w:r>
    </w:p>
    <w:p w:rsidR="0008042A" w:rsidRPr="00904859" w:rsidRDefault="0008042A" w:rsidP="0008042A">
      <w:pPr>
        <w:pStyle w:val="Heading2"/>
        <w:rPr>
          <w:rtl/>
        </w:rPr>
      </w:pPr>
      <w:bookmarkStart w:id="11" w:name="08"/>
      <w:bookmarkStart w:id="12" w:name="_Toc396029652"/>
      <w:r w:rsidRPr="00904859">
        <w:rPr>
          <w:rtl/>
        </w:rPr>
        <w:lastRenderedPageBreak/>
        <w:t>(ردّ مزعمة أن القرآن ودين الإسلام أُمور صبيانية وخرافات)</w:t>
      </w:r>
      <w:bookmarkEnd w:id="11"/>
      <w:bookmarkEnd w:id="12"/>
    </w:p>
    <w:p w:rsidR="0008042A" w:rsidRPr="00904859" w:rsidRDefault="0008042A" w:rsidP="0008042A">
      <w:pPr>
        <w:pStyle w:val="libNormal"/>
        <w:rPr>
          <w:rtl/>
        </w:rPr>
      </w:pPr>
      <w:r w:rsidRPr="00904859">
        <w:rPr>
          <w:rtl/>
        </w:rPr>
        <w:t>ويقول كتاب (ثمرة الأمانيّ) أيضاً في الصحيفة الثالثة معرضاً بالقرآن ودين الإسلام، زاعماً أنها:</w:t>
      </w:r>
    </w:p>
    <w:p w:rsidR="0008042A" w:rsidRPr="00904859" w:rsidRDefault="0008042A" w:rsidP="0008042A">
      <w:pPr>
        <w:pStyle w:val="libNormal"/>
        <w:rPr>
          <w:rtl/>
        </w:rPr>
      </w:pPr>
      <w:r w:rsidRPr="00904859">
        <w:rPr>
          <w:rtl/>
        </w:rPr>
        <w:t>(أمور صبيانية، وخرافات وضلالات منسدلة على أصل التوحيد، وملتفّة عليه منذ اثني عشر قرناً) انتهى.</w:t>
      </w:r>
    </w:p>
    <w:p w:rsidR="0008042A" w:rsidRPr="00904859" w:rsidRDefault="0008042A" w:rsidP="0008042A">
      <w:pPr>
        <w:pStyle w:val="libNormal"/>
        <w:rPr>
          <w:rtl/>
        </w:rPr>
      </w:pPr>
      <w:r w:rsidRPr="00904859">
        <w:rPr>
          <w:rtl/>
        </w:rPr>
        <w:t>ويا للعجب! أيها القارئ، هلّم واحضر العهد القديم والجديد والقرآن، لنقرؤها ونجعل الحكم للوجدان الحرّ، والتوحيد الحقيقي المعقول، والأخلاق الفاضلة، والمدنية، والتعاليم الكريمة ثمّ ننظر هل في القرآن خرافات صبيانية وضلالات؟!</w:t>
      </w:r>
    </w:p>
    <w:p w:rsidR="0008042A" w:rsidRDefault="0008042A" w:rsidP="0008042A">
      <w:pPr>
        <w:pStyle w:val="libNormal"/>
        <w:rPr>
          <w:rtl/>
        </w:rPr>
      </w:pPr>
      <w:r w:rsidRPr="0008042A">
        <w:rPr>
          <w:rtl/>
        </w:rPr>
        <w:t xml:space="preserve">نعم، فيه قوله تعالى في سورة النساء، الآية 171: </w:t>
      </w:r>
      <w:r w:rsidRPr="00F01098">
        <w:rPr>
          <w:rStyle w:val="libAlaemChar"/>
          <w:rFonts w:hint="cs"/>
          <w:rtl/>
        </w:rPr>
        <w:t>(</w:t>
      </w:r>
      <w:r w:rsidRPr="0008042A">
        <w:rPr>
          <w:rStyle w:val="libAieChar"/>
          <w:rFonts w:hint="cs"/>
          <w:rtl/>
        </w:rPr>
        <w:t>وَلاَ تَقُولُوا ثَلاَثَةٌ انْتَهُوا خَيْراً لَكُمْ إِنّمَا اللّهُ إِلهٌ وَاحِدٌ سُبْحَانَهُ أَن يَكُونَ لَهُ وَلَدٌ</w:t>
      </w:r>
      <w:r w:rsidRPr="00F01098">
        <w:rPr>
          <w:rStyle w:val="libAlaemChar"/>
          <w:rFonts w:hint="cs"/>
          <w:rtl/>
        </w:rPr>
        <w:t>)</w:t>
      </w:r>
      <w:r w:rsidRPr="0008042A">
        <w:rPr>
          <w:rtl/>
        </w:rPr>
        <w:t xml:space="preserve"> وفي هذه الآية أنوار من الحقيقة ساطعة يعشو عنها التثليث البرهميّ والبوذي، وما هناك من أوهام الأقانيم وتجسد الإله وتعدد الآلهة والأرباب، ودع كتاب (ثمرة الأماني) يكذب على دين الإسلام ويفتري!</w:t>
      </w:r>
    </w:p>
    <w:p w:rsidR="0008042A" w:rsidRDefault="0008042A" w:rsidP="0008042A">
      <w:pPr>
        <w:pStyle w:val="libNormal"/>
      </w:pPr>
      <w:r>
        <w:rPr>
          <w:rtl/>
        </w:rPr>
        <w:br w:type="page"/>
      </w:r>
    </w:p>
    <w:p w:rsidR="0008042A" w:rsidRDefault="0008042A" w:rsidP="0008042A">
      <w:pPr>
        <w:pStyle w:val="Heading2"/>
        <w:rPr>
          <w:rtl/>
        </w:rPr>
      </w:pPr>
      <w:bookmarkStart w:id="13" w:name="09"/>
      <w:bookmarkStart w:id="14" w:name="_Toc396029653"/>
      <w:r w:rsidRPr="00904859">
        <w:rPr>
          <w:rtl/>
        </w:rPr>
        <w:lastRenderedPageBreak/>
        <w:t>(كشف التلاعب والتحريف في التوراة العبرانية وزيادة لفظتي (أتى) و(أياماً) فيها)</w:t>
      </w:r>
      <w:bookmarkEnd w:id="13"/>
      <w:bookmarkEnd w:id="14"/>
    </w:p>
    <w:p w:rsidR="0008042A" w:rsidRPr="00904859" w:rsidRDefault="0008042A" w:rsidP="0008042A">
      <w:pPr>
        <w:pStyle w:val="libNormal"/>
        <w:rPr>
          <w:rtl/>
        </w:rPr>
      </w:pPr>
      <w:r w:rsidRPr="00904859">
        <w:rPr>
          <w:rtl/>
        </w:rPr>
        <w:t>وهذا هاشم العربي، في الصحيفة الحادية عشر من الطبعة الأولى، في تذييله المستقلّ لتعريبه لمقالة (سايل) في الإسلام... وهذا الغريب بن العجيب، في الصحيفة السابعة والتسعين من كتاب رحلته الحجازية; كلاهما قالا فيما أشرنا إليه من كتابيهما ما نصّه ولفظه:</w:t>
      </w:r>
    </w:p>
    <w:p w:rsidR="0008042A" w:rsidRPr="00904859" w:rsidRDefault="0008042A" w:rsidP="0008042A">
      <w:pPr>
        <w:pStyle w:val="libNormal"/>
        <w:rPr>
          <w:rtl/>
        </w:rPr>
      </w:pPr>
      <w:r w:rsidRPr="00904859">
        <w:rPr>
          <w:rtl/>
        </w:rPr>
        <w:t>(وأيضاً ورد في التكوين أن إسماعيل لمّا مات أبوه أتى فدفنه).</w:t>
      </w:r>
    </w:p>
    <w:p w:rsidR="0008042A" w:rsidRPr="00904859" w:rsidRDefault="0008042A" w:rsidP="0008042A">
      <w:pPr>
        <w:pStyle w:val="libNormal"/>
        <w:rPr>
          <w:rtl/>
        </w:rPr>
      </w:pPr>
      <w:r w:rsidRPr="00904859">
        <w:rPr>
          <w:rtl/>
        </w:rPr>
        <w:t>فهذان الداعيان إلى الديانة النصرانية قد زادا على التوراة لفظ (أتى) لكي يتشبثّا بهذه الزيادة الكاذبة لترويج غرض لهما فاسد، مع أن هذه الزيادة لا تساعدهما على غرضها!</w:t>
      </w:r>
    </w:p>
    <w:p w:rsidR="0008042A" w:rsidRPr="00904859" w:rsidRDefault="0008042A" w:rsidP="0008042A">
      <w:pPr>
        <w:pStyle w:val="libNormal"/>
        <w:rPr>
          <w:rtl/>
        </w:rPr>
      </w:pPr>
      <w:r w:rsidRPr="00904859">
        <w:rPr>
          <w:rtl/>
        </w:rPr>
        <w:t>وهل يخفى أن لفظ (أتى) لا يوجد في هذا المقام، ولا هو ولا ما في معناه، لا في التوراة العبرانية ولا في تراجمها!</w:t>
      </w:r>
    </w:p>
    <w:p w:rsidR="0008042A" w:rsidRPr="00904859" w:rsidRDefault="0008042A" w:rsidP="0008042A">
      <w:pPr>
        <w:pStyle w:val="libNormal"/>
        <w:rPr>
          <w:rtl/>
        </w:rPr>
      </w:pPr>
      <w:r w:rsidRPr="00904859">
        <w:rPr>
          <w:rtl/>
        </w:rPr>
        <w:t xml:space="preserve">وهذا نصّ الموجود في الأصل العبراني، في العدد الثامن والتاسع مع الإصحاح الخامس والعشرين من سفر التكوين، المسمى في العبرانية: ( برئشيت ): ( ويمت إبراهام بشيبه طوب </w:t>
      </w:r>
    </w:p>
    <w:p w:rsidR="0008042A" w:rsidRDefault="0008042A" w:rsidP="0008042A">
      <w:pPr>
        <w:pStyle w:val="libNormal"/>
      </w:pPr>
      <w:r>
        <w:rPr>
          <w:rtl/>
        </w:rPr>
        <w:br w:type="page"/>
      </w:r>
    </w:p>
    <w:p w:rsidR="0008042A" w:rsidRDefault="0008042A" w:rsidP="0008042A">
      <w:pPr>
        <w:pStyle w:val="libNormal"/>
        <w:rPr>
          <w:rtl/>
        </w:rPr>
      </w:pPr>
      <w:r w:rsidRPr="00904859">
        <w:rPr>
          <w:rtl/>
        </w:rPr>
        <w:lastRenderedPageBreak/>
        <w:t>زقن وشبع وياسف آل عميو وبقبر واتّو يصحق ويشمعئل بنيوال معرت همكفلة) انتهى.</w:t>
      </w:r>
    </w:p>
    <w:p w:rsidR="0008042A" w:rsidRPr="00904859" w:rsidRDefault="0008042A" w:rsidP="0008042A">
      <w:pPr>
        <w:pStyle w:val="libNormal"/>
        <w:rPr>
          <w:rtl/>
        </w:rPr>
      </w:pPr>
      <w:r w:rsidRPr="00904859">
        <w:rPr>
          <w:rtl/>
        </w:rPr>
        <w:t>وترجمته الحرفية: (ومات إبراهيم بشيبة صالحة وشبعان وانضم إلى قومه وقبره إسحاق وإسماعيل ابناه في مغارة المكفلة).</w:t>
      </w:r>
    </w:p>
    <w:p w:rsidR="0008042A" w:rsidRPr="00904859" w:rsidRDefault="0008042A" w:rsidP="0008042A">
      <w:pPr>
        <w:pStyle w:val="libNormal"/>
        <w:rPr>
          <w:rtl/>
        </w:rPr>
      </w:pPr>
      <w:r w:rsidRPr="00904859">
        <w:rPr>
          <w:rtl/>
        </w:rPr>
        <w:t>ولعل القارئ يقول: إن كل الذي رأيناه من تراجم التوراة تقول في هذا المقام: ( شيخاً وشبعان أيّاماً ) مع أنه لا يوجد في الأصل العبراني ولا حواشيه لفظ (أيّاماً) فلماذا لا تجعل زيادة لفظ (أياماً) من الكذب العام على التوراة؟</w:t>
      </w:r>
    </w:p>
    <w:p w:rsidR="0008042A" w:rsidRPr="00904859" w:rsidRDefault="0008042A" w:rsidP="0008042A">
      <w:pPr>
        <w:pStyle w:val="libNormal"/>
        <w:rPr>
          <w:rtl/>
        </w:rPr>
      </w:pPr>
      <w:r w:rsidRPr="00904859">
        <w:rPr>
          <w:rtl/>
        </w:rPr>
        <w:t>فنقول: إنه يمكن أن تكون التراجم زادت لفظ (أيّاماً) من أجل سوء الفهم للتوراة، وقصداً لإصلاح خللها، ولم يفطن المترجمون إلى أن المعنى أن إبراهيم مات شيخاً وشبعان، أي مثرياً ليس بفقير..</w:t>
      </w:r>
    </w:p>
    <w:p w:rsidR="0008042A" w:rsidRPr="00904859" w:rsidRDefault="0008042A" w:rsidP="0008042A">
      <w:pPr>
        <w:pStyle w:val="libNormal"/>
        <w:rPr>
          <w:rtl/>
        </w:rPr>
      </w:pPr>
      <w:r w:rsidRPr="00904859">
        <w:rPr>
          <w:rtl/>
        </w:rPr>
        <w:t>ولعل القارئ يقول أيضاً: كيف يتصرّفون بتوراتهم بالإصلاح؟! فهل يقولون: إنها نزلت على موسى ناقصة معيبة وهم يصلحونها؟!!</w:t>
      </w:r>
    </w:p>
    <w:p w:rsidR="0008042A" w:rsidRDefault="0008042A" w:rsidP="0008042A">
      <w:pPr>
        <w:pStyle w:val="libNormal"/>
        <w:rPr>
          <w:rtl/>
        </w:rPr>
      </w:pPr>
      <w:r w:rsidRPr="00904859">
        <w:rPr>
          <w:rtl/>
        </w:rPr>
        <w:t>فنقول: قد وقع منهم مثل هذا في كتب وحيهم كثيراً، وزادوا في التراجم على خصوص أسفار التوراة الخمسة مقدار ستين كلمة، وطبعت هذه الزيادات في بعض الطبعات بحرف صغير إشارة إلى زيادتها على الأصل...</w:t>
      </w:r>
    </w:p>
    <w:p w:rsidR="0008042A" w:rsidRDefault="0008042A" w:rsidP="0008042A">
      <w:pPr>
        <w:pStyle w:val="libNormal"/>
      </w:pPr>
      <w:r>
        <w:rPr>
          <w:rtl/>
        </w:rPr>
        <w:br w:type="page"/>
      </w:r>
    </w:p>
    <w:p w:rsidR="0008042A" w:rsidRDefault="0008042A" w:rsidP="0008042A">
      <w:pPr>
        <w:pStyle w:val="libNormal"/>
        <w:rPr>
          <w:rtl/>
        </w:rPr>
      </w:pPr>
      <w:r w:rsidRPr="00904859">
        <w:rPr>
          <w:rtl/>
        </w:rPr>
        <w:lastRenderedPageBreak/>
        <w:t>ولعل القارئ يسأل ويقول: ما حال هذه الزيادات؟</w:t>
      </w:r>
    </w:p>
    <w:p w:rsidR="0008042A" w:rsidRDefault="0008042A" w:rsidP="0008042A">
      <w:pPr>
        <w:pStyle w:val="libNormal"/>
        <w:rPr>
          <w:rtl/>
        </w:rPr>
      </w:pPr>
      <w:r w:rsidRPr="00904859">
        <w:rPr>
          <w:rtl/>
        </w:rPr>
        <w:t>فنقول: إنّ بعضها إصلاح لغلط التوراة العبرانية، وبعضها من الخطأ في فهم المعنى!</w:t>
      </w:r>
    </w:p>
    <w:p w:rsidR="0008042A" w:rsidRDefault="0008042A" w:rsidP="0008042A">
      <w:pPr>
        <w:pStyle w:val="libNormal"/>
      </w:pPr>
      <w:r>
        <w:rPr>
          <w:rtl/>
        </w:rPr>
        <w:br w:type="page"/>
      </w:r>
    </w:p>
    <w:p w:rsidR="0008042A" w:rsidRDefault="0008042A" w:rsidP="0008042A">
      <w:pPr>
        <w:pStyle w:val="Heading2"/>
        <w:rPr>
          <w:rtl/>
        </w:rPr>
      </w:pPr>
      <w:bookmarkStart w:id="15" w:name="10"/>
      <w:bookmarkStart w:id="16" w:name="_Toc396029654"/>
      <w:r w:rsidRPr="00904859">
        <w:rPr>
          <w:rtl/>
        </w:rPr>
        <w:lastRenderedPageBreak/>
        <w:t>(الردّ على قول النصارى أنّ الله لما يبارك ويقدّس اليوم السابع)</w:t>
      </w:r>
      <w:bookmarkEnd w:id="15"/>
      <w:bookmarkEnd w:id="16"/>
    </w:p>
    <w:p w:rsidR="0008042A" w:rsidRPr="00904859" w:rsidRDefault="0008042A" w:rsidP="0008042A">
      <w:pPr>
        <w:pStyle w:val="libNormal"/>
        <w:rPr>
          <w:rtl/>
        </w:rPr>
      </w:pPr>
      <w:r w:rsidRPr="00904859">
        <w:rPr>
          <w:rtl/>
        </w:rPr>
        <w:t>وهذه الجمعية التبشيرية، جمعية كتاب ( الهداية ) الذي طبع على أجزائه أنه طبع بمعرفة المرسلين الأمريكان، قد قالت في الجزء الرابع من ( الهداية ) في صحيفة 174، في السطر الرابع ما لفظه ونصّه هكذا:</w:t>
      </w:r>
    </w:p>
    <w:p w:rsidR="0008042A" w:rsidRPr="00904859" w:rsidRDefault="0008042A" w:rsidP="0008042A">
      <w:pPr>
        <w:pStyle w:val="libNormal"/>
        <w:rPr>
          <w:rtl/>
        </w:rPr>
      </w:pPr>
      <w:r w:rsidRPr="00904859">
        <w:rPr>
          <w:rtl/>
        </w:rPr>
        <w:t>(إنّ الله لم يقل في التوراة: وبارك الله اليوم السابع وقدّسه).</w:t>
      </w:r>
    </w:p>
    <w:p w:rsidR="0008042A" w:rsidRPr="00904859" w:rsidRDefault="0008042A" w:rsidP="0008042A">
      <w:pPr>
        <w:pStyle w:val="libNormal"/>
        <w:rPr>
          <w:rtl/>
        </w:rPr>
      </w:pPr>
      <w:r w:rsidRPr="00904859">
        <w:rPr>
          <w:rtl/>
        </w:rPr>
        <w:t>ويا للعجب من هذا اللفيف من المبشرين والمرسلين الأمريكان كيف يقولون هكذا؟! وكيف يقتحمون هذا الاقتحام؟! وها هي توراتهم تصيح في سفر التكوين، في الأصحاح الثاني في العدد الثالث، وتقول ما نصّه: (وفرغ الله في اليوم السابع من عمله الذي عمل، فاستراح في اليوم السابع من جميع عمله الذي عمل، وبارك الله اليوم السابع وقدّسه)!</w:t>
      </w:r>
    </w:p>
    <w:p w:rsidR="0008042A" w:rsidRPr="00904859" w:rsidRDefault="0008042A" w:rsidP="0008042A">
      <w:pPr>
        <w:pStyle w:val="libNormal"/>
        <w:rPr>
          <w:rtl/>
        </w:rPr>
      </w:pPr>
      <w:r w:rsidRPr="00904859">
        <w:rPr>
          <w:rtl/>
        </w:rPr>
        <w:t>ولعلّ القارئ يقول: هذا اللفيف من الجمعية والمرسلين الأمريكان كيف أنكروا وجود هذا الكلام في التوراة؟! وكيف كتبوا إنكارهم هذا وطبعوه ونشروه بالحماسة والافتخار؟!</w:t>
      </w:r>
    </w:p>
    <w:p w:rsidR="0008042A" w:rsidRPr="00904859" w:rsidRDefault="0008042A" w:rsidP="0008042A">
      <w:pPr>
        <w:pStyle w:val="libNormal"/>
        <w:rPr>
          <w:rtl/>
        </w:rPr>
      </w:pPr>
      <w:r w:rsidRPr="00904859">
        <w:rPr>
          <w:rtl/>
        </w:rPr>
        <w:t>فأقول: لعلهم يظنّون أنه ليس في المسلمين من ينظر إلى توراتهم فيفطن إلى هذا الاختلاس!</w:t>
      </w:r>
    </w:p>
    <w:p w:rsidR="0008042A" w:rsidRDefault="0008042A" w:rsidP="0008042A">
      <w:pPr>
        <w:pStyle w:val="libNormal"/>
      </w:pPr>
      <w:r>
        <w:rPr>
          <w:rtl/>
        </w:rPr>
        <w:br w:type="page"/>
      </w:r>
    </w:p>
    <w:p w:rsidR="0008042A" w:rsidRPr="00904859" w:rsidRDefault="0008042A" w:rsidP="0008042A">
      <w:pPr>
        <w:pStyle w:val="Heading2"/>
        <w:rPr>
          <w:rtl/>
        </w:rPr>
      </w:pPr>
      <w:bookmarkStart w:id="17" w:name="11"/>
      <w:bookmarkStart w:id="18" w:name="_Toc396029655"/>
      <w:r w:rsidRPr="00904859">
        <w:rPr>
          <w:rtl/>
        </w:rPr>
        <w:lastRenderedPageBreak/>
        <w:t>(ردّ أُكذوبة مراعاة القرآن الكريم للسجع دون الحقائق)</w:t>
      </w:r>
      <w:bookmarkEnd w:id="17"/>
      <w:bookmarkEnd w:id="18"/>
    </w:p>
    <w:p w:rsidR="0008042A" w:rsidRPr="00904859" w:rsidRDefault="0008042A" w:rsidP="0008042A">
      <w:pPr>
        <w:pStyle w:val="libNormal"/>
        <w:rPr>
          <w:rtl/>
        </w:rPr>
      </w:pPr>
      <w:r w:rsidRPr="00904859">
        <w:rPr>
          <w:rtl/>
        </w:rPr>
        <w:t>وقالت أيضاً جمعية كتاب (الهداية) المطبوع بمعرفة المرسلين الأمريكان، في الجزء الثاني من كتاب (الهداية) في الصحيفة الثانية والأربعين من الطبعة الثانية ما هذا لفظه:</w:t>
      </w:r>
    </w:p>
    <w:p w:rsidR="0008042A" w:rsidRPr="00904859" w:rsidRDefault="0008042A" w:rsidP="0008042A">
      <w:pPr>
        <w:pStyle w:val="libNormal"/>
        <w:rPr>
          <w:rtl/>
        </w:rPr>
      </w:pPr>
      <w:r w:rsidRPr="00904859">
        <w:rPr>
          <w:rtl/>
        </w:rPr>
        <w:t>( ثمّ إنّ مراعاة القرآن للسجع مقدّمة عنده على الحقائق، فقال: (قابيل) لأنه على وزن هابيل )!!!</w:t>
      </w:r>
    </w:p>
    <w:p w:rsidR="0008042A" w:rsidRPr="00904859" w:rsidRDefault="0008042A" w:rsidP="0008042A">
      <w:pPr>
        <w:pStyle w:val="libNormal"/>
        <w:rPr>
          <w:rtl/>
        </w:rPr>
      </w:pPr>
      <w:r w:rsidRPr="00904859">
        <w:rPr>
          <w:rtl/>
        </w:rPr>
        <w:t>ويا للعجب من عدم المبالاة! أين يوجد في القرآن لفظ (قابيل) ولفظ (هابيل)؟!</w:t>
      </w:r>
    </w:p>
    <w:p w:rsidR="0008042A" w:rsidRPr="00904859" w:rsidRDefault="0008042A" w:rsidP="0008042A">
      <w:pPr>
        <w:pStyle w:val="libNormal"/>
        <w:rPr>
          <w:rtl/>
        </w:rPr>
      </w:pPr>
      <w:r w:rsidRPr="00904859">
        <w:rPr>
          <w:rtl/>
        </w:rPr>
        <w:t>أليس الأطفال يعلمون أنه لا وجود لهذين اللفظين في القرآن الكريم؟!</w:t>
      </w:r>
    </w:p>
    <w:p w:rsidR="0008042A" w:rsidRPr="00904859" w:rsidRDefault="0008042A" w:rsidP="0008042A">
      <w:pPr>
        <w:pStyle w:val="libNormal"/>
        <w:rPr>
          <w:rtl/>
        </w:rPr>
      </w:pPr>
      <w:r w:rsidRPr="00904859">
        <w:rPr>
          <w:rtl/>
        </w:rPr>
        <w:t>لماذا يكون في المبشرين مثل هذا التقحم في الافتراء؟! أين شرف الإنسانية؟! أين مجد الروحانية؟! أين أدب الكتابة؟! ما هو ذنب الصدق والأمانة؟؟!</w:t>
      </w:r>
    </w:p>
    <w:p w:rsidR="0008042A" w:rsidRPr="00904859" w:rsidRDefault="0008042A" w:rsidP="0008042A">
      <w:pPr>
        <w:pStyle w:val="libNormal"/>
        <w:rPr>
          <w:rtl/>
        </w:rPr>
      </w:pPr>
      <w:r w:rsidRPr="00904859">
        <w:rPr>
          <w:rtl/>
        </w:rPr>
        <w:t>لماذا يكون مثل هذا من لفيف من الروحانين المبشرين؟! هل لمثل هذا المجد وهذه الأمانة بذلت لهم الأموال الطائلة؟!</w:t>
      </w:r>
    </w:p>
    <w:p w:rsidR="0008042A" w:rsidRPr="00904859" w:rsidRDefault="0008042A" w:rsidP="0008042A">
      <w:pPr>
        <w:pStyle w:val="libNormal"/>
        <w:rPr>
          <w:rtl/>
        </w:rPr>
      </w:pPr>
      <w:r w:rsidRPr="00904859">
        <w:rPr>
          <w:rtl/>
        </w:rPr>
        <w:t xml:space="preserve">أما إنّ الناس يوبّخون الأوباش إذا كذبوا في أُمورهم </w:t>
      </w:r>
    </w:p>
    <w:p w:rsidR="0008042A" w:rsidRDefault="0008042A" w:rsidP="0008042A">
      <w:pPr>
        <w:pStyle w:val="libNormal"/>
      </w:pPr>
      <w:r>
        <w:rPr>
          <w:rtl/>
        </w:rPr>
        <w:br w:type="page"/>
      </w:r>
    </w:p>
    <w:p w:rsidR="0008042A" w:rsidRPr="00904859" w:rsidRDefault="0008042A" w:rsidP="0008042A">
      <w:pPr>
        <w:pStyle w:val="libNormal"/>
        <w:rPr>
          <w:rtl/>
        </w:rPr>
      </w:pPr>
      <w:r w:rsidRPr="00904859">
        <w:rPr>
          <w:rtl/>
        </w:rPr>
        <w:lastRenderedPageBreak/>
        <w:t>الشخصية الدنيوية، فكيف تصدر هذه الأكاذيب الافترائية من المبشر الديني في الأُمور الدينية؟! فيا للأسف!</w:t>
      </w:r>
      <w:r w:rsidRPr="0008042A">
        <w:rPr>
          <w:rtl/>
        </w:rPr>
        <w:t xml:space="preserve"> </w:t>
      </w:r>
    </w:p>
    <w:p w:rsidR="0008042A" w:rsidRDefault="0008042A" w:rsidP="0008042A">
      <w:pPr>
        <w:pStyle w:val="libNormal"/>
        <w:rPr>
          <w:rtl/>
        </w:rPr>
      </w:pPr>
      <w:r>
        <w:rPr>
          <w:rtl/>
        </w:rPr>
        <w:br w:type="page"/>
      </w:r>
    </w:p>
    <w:p w:rsidR="0008042A" w:rsidRPr="0008042A" w:rsidRDefault="0008042A" w:rsidP="0008042A">
      <w:pPr>
        <w:pStyle w:val="Heading2"/>
        <w:rPr>
          <w:rtl/>
        </w:rPr>
      </w:pPr>
      <w:bookmarkStart w:id="19" w:name="12"/>
      <w:bookmarkStart w:id="20" w:name="_Toc396029656"/>
      <w:r w:rsidRPr="00904859">
        <w:rPr>
          <w:rtl/>
        </w:rPr>
        <w:lastRenderedPageBreak/>
        <w:t>(الكشف عن أن الحواريّين نسخواأحكام التوراة</w:t>
      </w:r>
      <w:r w:rsidRPr="0008042A">
        <w:rPr>
          <w:rtl/>
        </w:rPr>
        <w:t xml:space="preserve"> </w:t>
      </w:r>
      <w:r w:rsidRPr="00904859">
        <w:rPr>
          <w:rtl/>
        </w:rPr>
        <w:t>العملية)</w:t>
      </w:r>
      <w:bookmarkEnd w:id="19"/>
      <w:bookmarkEnd w:id="20"/>
    </w:p>
    <w:p w:rsidR="0008042A" w:rsidRPr="00904859" w:rsidRDefault="0008042A" w:rsidP="0008042A">
      <w:pPr>
        <w:pStyle w:val="libNormal"/>
        <w:rPr>
          <w:rtl/>
        </w:rPr>
      </w:pPr>
      <w:r w:rsidRPr="00904859">
        <w:rPr>
          <w:rtl/>
        </w:rPr>
        <w:t>لا يخفى أن التوراة الرائجة</w:t>
      </w:r>
      <w:r w:rsidR="00E22A0D">
        <w:rPr>
          <w:rtl/>
        </w:rPr>
        <w:t xml:space="preserve"> - </w:t>
      </w:r>
      <w:r w:rsidRPr="00904859">
        <w:rPr>
          <w:rtl/>
        </w:rPr>
        <w:t>التي أتفق النصارى واليهود على أنها كتاب وحي الله وكلامه لرسوله موسى عليه السلام</w:t>
      </w:r>
      <w:r w:rsidR="00E22A0D">
        <w:rPr>
          <w:rtl/>
        </w:rPr>
        <w:t xml:space="preserve"> - </w:t>
      </w:r>
      <w:r w:rsidRPr="00904859">
        <w:rPr>
          <w:rtl/>
        </w:rPr>
        <w:t>قد جاء فيها أحكام كثيرة، وواجبات كثيرة، ومحرّمات كثيرة، مثل أحكام الكهنة والعشور والسبت والأعياد والذبائح، وأحكام النجاسة في الحيض والنفاس ومسّ الميت، ونجاسة المشركين وحرمة الأكل من ذبائحهم، وتنجيس كثير من الحيوانات والطيور وتحريم أكلها، وتحريم أكل الدم والمخنوق وما ذبح للأوثان، وغير ذلك.</w:t>
      </w:r>
    </w:p>
    <w:p w:rsidR="0008042A" w:rsidRPr="00904859" w:rsidRDefault="0008042A" w:rsidP="0008042A">
      <w:pPr>
        <w:pStyle w:val="libNormal"/>
        <w:rPr>
          <w:rtl/>
        </w:rPr>
      </w:pPr>
      <w:r w:rsidRPr="00904859">
        <w:rPr>
          <w:rtl/>
        </w:rPr>
        <w:t>فانظر إلى بعض ذلك في الإصحاح 20 و 22 و 23 من سفر الخروج، و11 و 12 من سفر اللاويّين، و 14 15 من سفر التثنية.</w:t>
      </w:r>
    </w:p>
    <w:p w:rsidR="0008042A" w:rsidRPr="00904859" w:rsidRDefault="0008042A" w:rsidP="0008042A">
      <w:pPr>
        <w:pStyle w:val="libNormal"/>
        <w:rPr>
          <w:rtl/>
        </w:rPr>
      </w:pPr>
      <w:r w:rsidRPr="00904859">
        <w:rPr>
          <w:rtl/>
        </w:rPr>
        <w:t>كما لا يخفى من الأناجيل أن المسيح كان عاملاً بهذه الأحكام، ويأمر بالعمل بها وعدم نقضها، كما في الإصحاح الخامس من إنجيل متّ</w:t>
      </w:r>
      <w:r w:rsidRPr="00904859">
        <w:rPr>
          <w:rFonts w:hint="cs"/>
          <w:rtl/>
        </w:rPr>
        <w:t>ى</w:t>
      </w:r>
      <w:r w:rsidRPr="00904859">
        <w:rPr>
          <w:rtl/>
        </w:rPr>
        <w:t>، في العدد السابع عشر إلى العشرين; ويوصي بحفظها، كما في الإصحاح الثالث والعشرين من إنجيل متّى، من العدد الأوّل إلى الثالث.</w:t>
      </w:r>
    </w:p>
    <w:p w:rsidR="0008042A" w:rsidRPr="00904859" w:rsidRDefault="0008042A" w:rsidP="0008042A">
      <w:pPr>
        <w:pStyle w:val="libNormal"/>
        <w:rPr>
          <w:rtl/>
        </w:rPr>
      </w:pPr>
      <w:r w:rsidRPr="00904859">
        <w:rPr>
          <w:rtl/>
        </w:rPr>
        <w:t xml:space="preserve">هذا، وقد جاء في العهد الجديد عن بطرس والتلاميذ وبولس إبطال شرائع التوراة، في تحريم الأكل لكثير من الحيوانات، </w:t>
      </w:r>
    </w:p>
    <w:p w:rsidR="0008042A" w:rsidRDefault="0008042A" w:rsidP="0008042A">
      <w:pPr>
        <w:pStyle w:val="libNormal"/>
      </w:pPr>
      <w:r>
        <w:rPr>
          <w:rtl/>
        </w:rPr>
        <w:br w:type="page"/>
      </w:r>
    </w:p>
    <w:p w:rsidR="0008042A" w:rsidRDefault="0008042A" w:rsidP="0008042A">
      <w:pPr>
        <w:pStyle w:val="libNormal"/>
        <w:rPr>
          <w:rtl/>
        </w:rPr>
      </w:pPr>
      <w:r w:rsidRPr="00904859">
        <w:rPr>
          <w:rtl/>
        </w:rPr>
        <w:lastRenderedPageBreak/>
        <w:t>كما في الإصحاح العاشر من كتاب أعمال الرسل، من العدد الحادي عشر إلى السادس عشر; وفي الإصحاح الحادي عشر، من العدد الخامس إلى الحادي عشر!!</w:t>
      </w:r>
    </w:p>
    <w:p w:rsidR="0008042A" w:rsidRPr="00904859" w:rsidRDefault="0008042A" w:rsidP="0008042A">
      <w:pPr>
        <w:pStyle w:val="libNormal"/>
        <w:rPr>
          <w:rtl/>
        </w:rPr>
      </w:pPr>
      <w:r w:rsidRPr="00904859">
        <w:rPr>
          <w:rtl/>
        </w:rPr>
        <w:t>كما جاء عنهم أنهم لمجرّد الاستحسان وجلب الناس للانقياد إلى التنصّر، رفعوا أحكام التوراة، وتحريم ما هو محرم فيها إلاّ تحريم أربعة أشياء، تحريم الزنا، وأكل الدم، والمخنوق، وما ذبح للأوثان، كما في الإصحاح الخامس عشر من كتاب الأعمال، في العدد التاسع عشر إلى الثلاثين!</w:t>
      </w:r>
    </w:p>
    <w:p w:rsidR="0008042A" w:rsidRPr="00904859" w:rsidRDefault="0008042A" w:rsidP="0008042A">
      <w:pPr>
        <w:pStyle w:val="libNormal"/>
        <w:rPr>
          <w:rtl/>
        </w:rPr>
      </w:pPr>
      <w:r w:rsidRPr="00904859">
        <w:rPr>
          <w:rtl/>
        </w:rPr>
        <w:t>ثمّ جاء في الرسائل المنسوبة إلى بولس إباحة أكل الدم والمخنوق وما ذبح للأوثان، وجرى على ذلك عمل النصارى إلى الآن.</w:t>
      </w:r>
    </w:p>
    <w:p w:rsidR="0008042A" w:rsidRPr="00904859" w:rsidRDefault="0008042A" w:rsidP="0008042A">
      <w:pPr>
        <w:pStyle w:val="libNormal"/>
        <w:rPr>
          <w:rtl/>
        </w:rPr>
      </w:pPr>
      <w:r w:rsidRPr="00904859">
        <w:rPr>
          <w:rtl/>
        </w:rPr>
        <w:t>ومن جملة ما جاء، هو ما في الإصحاح الرابع من رسالة تيموثاوس الأولى، في العدد الرابع، وهو هكذا: ( لأنّ كلّ خليقة الله جيّدة، ولا يرفض شيء إذا أخذ مع الشكر ).</w:t>
      </w:r>
    </w:p>
    <w:p w:rsidR="0008042A" w:rsidRPr="00904859" w:rsidRDefault="0008042A" w:rsidP="0008042A">
      <w:pPr>
        <w:pStyle w:val="libNormal"/>
        <w:rPr>
          <w:rtl/>
        </w:rPr>
      </w:pPr>
      <w:r w:rsidRPr="00904859">
        <w:rPr>
          <w:rtl/>
        </w:rPr>
        <w:t>وفي الإصحاح الأوّل من رسال تيطس، في العدد الرابع عشر والخامس عشر: ( لا يصغون إلى خرافات يهودية ووصايا أُناس مرتدين على الحق، كل شيء طاهر للطاهرين ).</w:t>
      </w:r>
    </w:p>
    <w:p w:rsidR="0008042A" w:rsidRPr="00904859" w:rsidRDefault="0008042A" w:rsidP="0008042A">
      <w:pPr>
        <w:pStyle w:val="libNormal"/>
        <w:rPr>
          <w:rtl/>
        </w:rPr>
      </w:pPr>
      <w:r w:rsidRPr="00904859">
        <w:rPr>
          <w:rtl/>
        </w:rPr>
        <w:t xml:space="preserve">وفي الإصحاح الثاني من رسالة كولوسي، من العدد العشرين إلى الثالث والعشرين: ( تفرض عليكم فرائض: لا </w:t>
      </w:r>
    </w:p>
    <w:p w:rsidR="0008042A" w:rsidRDefault="0008042A" w:rsidP="0008042A">
      <w:pPr>
        <w:pStyle w:val="libNormal"/>
      </w:pPr>
      <w:r>
        <w:rPr>
          <w:rtl/>
        </w:rPr>
        <w:br w:type="page"/>
      </w:r>
    </w:p>
    <w:p w:rsidR="0008042A" w:rsidRDefault="0008042A" w:rsidP="0008042A">
      <w:pPr>
        <w:pStyle w:val="libNormal"/>
        <w:rPr>
          <w:rtl/>
        </w:rPr>
      </w:pPr>
      <w:r w:rsidRPr="00904859">
        <w:rPr>
          <w:rtl/>
        </w:rPr>
        <w:lastRenderedPageBreak/>
        <w:t>تمسّ، ولا تذق، ولا تجسّ</w:t>
      </w:r>
      <w:r w:rsidR="00E22A0D">
        <w:rPr>
          <w:rtl/>
        </w:rPr>
        <w:t>؛</w:t>
      </w:r>
      <w:r w:rsidRPr="00904859">
        <w:rPr>
          <w:rtl/>
        </w:rPr>
        <w:t xml:space="preserve"> التي هي جميعها للفناء ).</w:t>
      </w:r>
    </w:p>
    <w:p w:rsidR="0008042A" w:rsidRPr="00904859" w:rsidRDefault="0008042A" w:rsidP="0008042A">
      <w:pPr>
        <w:pStyle w:val="libNormal"/>
        <w:rPr>
          <w:rtl/>
        </w:rPr>
      </w:pPr>
      <w:r w:rsidRPr="00904859">
        <w:rPr>
          <w:rtl/>
        </w:rPr>
        <w:t>وفي الإصحاح الثاني أيضاً، في العدد السادس عشر: ( فلا يحكم عليكم أحد في أكل ولا شرب، أو من جهة عيد أو سبت أو هلال ).</w:t>
      </w:r>
    </w:p>
    <w:p w:rsidR="0008042A" w:rsidRPr="00904859" w:rsidRDefault="0008042A" w:rsidP="0008042A">
      <w:pPr>
        <w:pStyle w:val="libNormal"/>
        <w:rPr>
          <w:rtl/>
        </w:rPr>
      </w:pPr>
      <w:r w:rsidRPr="00904859">
        <w:rPr>
          <w:rtl/>
        </w:rPr>
        <w:t>وفي الإصحاح العاشر من رسالة كورنتوش الأولى، في العدد التاسع والعشرين والعدد الثلاثين، في إباحته لأكل ما يذبح للأوثان، يقول: ( لماذا يحكم في حرّيتي من ضمير آخر، أنا أتناول بشكر فلماذا يفترى عليّ لأجل ما أشكر عليه ).</w:t>
      </w:r>
    </w:p>
    <w:p w:rsidR="0008042A" w:rsidRPr="00904859" w:rsidRDefault="0008042A" w:rsidP="0008042A">
      <w:pPr>
        <w:pStyle w:val="libNormal"/>
        <w:rPr>
          <w:rtl/>
        </w:rPr>
      </w:pPr>
      <w:r w:rsidRPr="0008042A">
        <w:rPr>
          <w:rtl/>
        </w:rPr>
        <w:t>أيها القارئ، ولأجل ما ذكرنا لك من التوراة وكتب العهد الجديد قال صاحب (إظهار الحق)</w:t>
      </w:r>
      <w:r w:rsidRPr="0008042A">
        <w:rPr>
          <w:rStyle w:val="libFootnotenumChar"/>
          <w:rtl/>
        </w:rPr>
        <w:t>(1)</w:t>
      </w:r>
      <w:r w:rsidRPr="0008042A">
        <w:rPr>
          <w:rtl/>
        </w:rPr>
        <w:t xml:space="preserve"> في مبحث النسخ جدلا للنصارى: (إن الحواريين نسخوا أحكام التوراة العملية غير الأربعة، وإن بولس نسخ حرمة الثلاثة منها: يعني: حرمة أكل الدم، والمخنوق، وما ذبح للأوثان.</w:t>
      </w:r>
    </w:p>
    <w:p w:rsidR="0008042A" w:rsidRPr="00904859" w:rsidRDefault="0008042A" w:rsidP="0008042A">
      <w:pPr>
        <w:pStyle w:val="libNormal"/>
        <w:rPr>
          <w:rtl/>
        </w:rPr>
      </w:pPr>
      <w:r w:rsidRPr="00904859">
        <w:rPr>
          <w:rtl/>
        </w:rPr>
        <w:t>وإن شئت أن تعجب فاعجب، فإن جمعية كتاب (الهداية) والمرسّلين الأمريكان</w:t>
      </w:r>
      <w:r w:rsidR="00E22A0D">
        <w:rPr>
          <w:rtl/>
        </w:rPr>
        <w:t xml:space="preserve"> - </w:t>
      </w:r>
      <w:r w:rsidRPr="00904859">
        <w:rPr>
          <w:rtl/>
        </w:rPr>
        <w:t>الذين طبع الكتاب بمعرفتهم</w:t>
      </w:r>
      <w:r w:rsidR="00E22A0D">
        <w:rPr>
          <w:rtl/>
        </w:rPr>
        <w:t xml:space="preserve"> - </w:t>
      </w:r>
      <w:r w:rsidRPr="00904859">
        <w:rPr>
          <w:rtl/>
        </w:rPr>
        <w:t xml:space="preserve">هذا </w:t>
      </w:r>
    </w:p>
    <w:p w:rsidR="0008042A" w:rsidRPr="0008042A" w:rsidRDefault="0008042A" w:rsidP="0008042A">
      <w:pPr>
        <w:pStyle w:val="libLine"/>
        <w:rPr>
          <w:rtl/>
        </w:rPr>
      </w:pPr>
      <w:r w:rsidRPr="0008042A">
        <w:rPr>
          <w:rtl/>
        </w:rPr>
        <w:t>____________________</w:t>
      </w:r>
    </w:p>
    <w:p w:rsidR="0008042A" w:rsidRPr="0008042A" w:rsidRDefault="0008042A" w:rsidP="0008042A">
      <w:pPr>
        <w:pStyle w:val="libFootnote0"/>
        <w:rPr>
          <w:rtl/>
        </w:rPr>
      </w:pPr>
      <w:r w:rsidRPr="00904859">
        <w:rPr>
          <w:rtl/>
        </w:rPr>
        <w:t>1- لرحمة الله بن خليل الرحمن الهندي، والكتاب عبارة عن مناظرة في مسألتي النسخ والتحريف جرت بين المؤلف وبين قسيس، طبع في إسلامبول سنتي 1284 و1305هـ، وفي مصر سنتي 1309 و 1317 هـ.</w:t>
      </w:r>
    </w:p>
    <w:p w:rsidR="0008042A" w:rsidRDefault="0008042A" w:rsidP="00F01098">
      <w:pPr>
        <w:pStyle w:val="libFootnote"/>
        <w:rPr>
          <w:rtl/>
        </w:rPr>
      </w:pPr>
      <w:r w:rsidRPr="00904859">
        <w:rPr>
          <w:rtl/>
        </w:rPr>
        <w:t>انظر: معجم المطبوعات العربية والمعرّبة</w:t>
      </w:r>
      <w:r w:rsidR="00E22A0D">
        <w:rPr>
          <w:rtl/>
        </w:rPr>
        <w:t xml:space="preserve"> - </w:t>
      </w:r>
      <w:r w:rsidRPr="00904859">
        <w:rPr>
          <w:rtl/>
        </w:rPr>
        <w:t>ليوسف إليان سركيس</w:t>
      </w:r>
      <w:r w:rsidR="00E22A0D">
        <w:rPr>
          <w:rtl/>
        </w:rPr>
        <w:t xml:space="preserve"> - </w:t>
      </w:r>
      <w:r w:rsidRPr="00904859">
        <w:rPr>
          <w:rtl/>
        </w:rPr>
        <w:t>1/929، وفهرست مشار: 68. (م).</w:t>
      </w:r>
    </w:p>
    <w:p w:rsidR="0008042A" w:rsidRDefault="0008042A" w:rsidP="0008042A">
      <w:pPr>
        <w:pStyle w:val="libNormal"/>
      </w:pPr>
      <w:r>
        <w:rPr>
          <w:rtl/>
        </w:rPr>
        <w:br w:type="page"/>
      </w:r>
    </w:p>
    <w:p w:rsidR="0008042A" w:rsidRDefault="0008042A" w:rsidP="0008042A">
      <w:pPr>
        <w:pStyle w:val="libNormal"/>
        <w:rPr>
          <w:rtl/>
        </w:rPr>
      </w:pPr>
      <w:r w:rsidRPr="00904859">
        <w:rPr>
          <w:rtl/>
        </w:rPr>
        <w:lastRenderedPageBreak/>
        <w:t>اللفيف المقدس! قد أنكر ما ذكرناه عن العهدين وما ذكره (إظهار الحق) فطبعوا في الجزء الرابع من كتاب (الهداية) في الصحيفة المائة وثلاث وتسعين، في السطر الحادي والعشرين بعد أن ذكروا كلام (إظهار الحق) وقالوا بلا مبالاة: ( قلنا: هذا إفك مبين، فأتوا ببرهانكم إن كنتم من الصادقين )!</w:t>
      </w:r>
    </w:p>
    <w:p w:rsidR="0008042A" w:rsidRPr="00904859" w:rsidRDefault="0008042A" w:rsidP="0008042A">
      <w:pPr>
        <w:pStyle w:val="libNormal"/>
        <w:rPr>
          <w:rtl/>
        </w:rPr>
      </w:pPr>
      <w:r w:rsidRPr="00904859">
        <w:rPr>
          <w:rtl/>
        </w:rPr>
        <w:t>فماذا تقول لهؤلاء إذا أنكروا ما يقرؤه كل قارئ من كتب وحيهم؟!</w:t>
      </w:r>
    </w:p>
    <w:p w:rsidR="0008042A" w:rsidRPr="00904859" w:rsidRDefault="0008042A" w:rsidP="0008042A">
      <w:pPr>
        <w:pStyle w:val="libNormal"/>
        <w:rPr>
          <w:rtl/>
        </w:rPr>
      </w:pPr>
      <w:r w:rsidRPr="00904859">
        <w:rPr>
          <w:rtl/>
        </w:rPr>
        <w:t>فهل بقي نوع من الكذب يخجل الإنسان منه؟! وهل بقي نوع من المكابرات وإنكار الحق المحسوس ما يصدّ عنه شرف الإنسانية؟! وأمّا الورع والدين فيقرئانك السلام!!</w:t>
      </w:r>
    </w:p>
    <w:p w:rsidR="0008042A" w:rsidRDefault="0008042A" w:rsidP="0008042A">
      <w:pPr>
        <w:pStyle w:val="libNormal"/>
      </w:pPr>
      <w:r>
        <w:rPr>
          <w:rtl/>
        </w:rPr>
        <w:br w:type="page"/>
      </w:r>
    </w:p>
    <w:p w:rsidR="0008042A" w:rsidRDefault="0008042A" w:rsidP="0008042A">
      <w:pPr>
        <w:pStyle w:val="Heading2"/>
        <w:rPr>
          <w:rtl/>
        </w:rPr>
      </w:pPr>
      <w:bookmarkStart w:id="21" w:name="13"/>
      <w:bookmarkStart w:id="22" w:name="_Toc396029657"/>
      <w:r w:rsidRPr="00904859">
        <w:rPr>
          <w:rtl/>
        </w:rPr>
        <w:lastRenderedPageBreak/>
        <w:t>(الكشف عن أن النصارى يضعّفون ويعيبون الشريعة الموسوية)</w:t>
      </w:r>
      <w:bookmarkEnd w:id="21"/>
      <w:bookmarkEnd w:id="22"/>
    </w:p>
    <w:p w:rsidR="0008042A" w:rsidRPr="00904859" w:rsidRDefault="0008042A" w:rsidP="0008042A">
      <w:pPr>
        <w:pStyle w:val="libNormal"/>
        <w:rPr>
          <w:rtl/>
        </w:rPr>
      </w:pPr>
      <w:r w:rsidRPr="00904859">
        <w:rPr>
          <w:rtl/>
        </w:rPr>
        <w:t>وجاء في الرسائل المنسوبة إلى بولس في توهين التوراة وأحكامها، في الإصحاح السابع من الرسالة إلى العبرانييّن، في العدد الثامن عشر ( والتاسع عشر ):</w:t>
      </w:r>
    </w:p>
    <w:p w:rsidR="0008042A" w:rsidRPr="00904859" w:rsidRDefault="0008042A" w:rsidP="0008042A">
      <w:pPr>
        <w:pStyle w:val="libNormal"/>
        <w:rPr>
          <w:rtl/>
        </w:rPr>
      </w:pPr>
      <w:r w:rsidRPr="0008042A">
        <w:rPr>
          <w:rtl/>
        </w:rPr>
        <w:t>( فإنه يصير إبطال الوصية السابقة</w:t>
      </w:r>
      <w:r w:rsidRPr="0008042A">
        <w:rPr>
          <w:rStyle w:val="libFootnotenumChar"/>
          <w:rtl/>
        </w:rPr>
        <w:t>(1)</w:t>
      </w:r>
      <w:r w:rsidRPr="0008042A">
        <w:rPr>
          <w:rtl/>
        </w:rPr>
        <w:t xml:space="preserve"> من أجل ضعفها وعدم نفعها، إذ الناموس</w:t>
      </w:r>
      <w:r w:rsidRPr="0008042A">
        <w:rPr>
          <w:rStyle w:val="libFootnotenumChar"/>
          <w:rtl/>
        </w:rPr>
        <w:t>(2)</w:t>
      </w:r>
      <w:r w:rsidRPr="0008042A">
        <w:rPr>
          <w:rtl/>
        </w:rPr>
        <w:t xml:space="preserve"> لم يكمّل شيئاً ).</w:t>
      </w:r>
    </w:p>
    <w:p w:rsidR="0008042A" w:rsidRPr="00904859" w:rsidRDefault="0008042A" w:rsidP="0008042A">
      <w:pPr>
        <w:pStyle w:val="libNormal"/>
        <w:rPr>
          <w:rtl/>
        </w:rPr>
      </w:pPr>
      <w:r w:rsidRPr="00904859">
        <w:rPr>
          <w:rtl/>
        </w:rPr>
        <w:t>وفي الإصحاح الثامن، في العدد السابع: (فإنّه لو كان ذلك الأوّل بلا عيب لما طلب موضع لثان ).</w:t>
      </w:r>
    </w:p>
    <w:p w:rsidR="0008042A" w:rsidRDefault="0008042A" w:rsidP="0008042A">
      <w:pPr>
        <w:pStyle w:val="libNormal"/>
        <w:rPr>
          <w:rtl/>
        </w:rPr>
      </w:pPr>
      <w:r w:rsidRPr="00904859">
        <w:rPr>
          <w:rtl/>
        </w:rPr>
        <w:t>وفي الإصحاح الرابع من الرسالة إلى أهل غلاطية، في العدد التاسع والعاشر والحادي عشر، في صرف أنظار الغلاطيّين عن أحكام التوراة: ( فكيف ترجعون أيضاً إلى الأركان الضعيفة الفقيرة التي تريدون أن تستعبدوا لها من جديد؟! أتحفظون أيّاماً وشهوراً وأوقاتاً وسنين؟! أخاف عليكم أن أكون قد تعبت فيكم عبثاً! ).</w:t>
      </w:r>
    </w:p>
    <w:p w:rsidR="0008042A" w:rsidRPr="0008042A" w:rsidRDefault="0008042A" w:rsidP="0008042A">
      <w:pPr>
        <w:pStyle w:val="libLine"/>
        <w:rPr>
          <w:rtl/>
        </w:rPr>
      </w:pPr>
      <w:r w:rsidRPr="0008042A">
        <w:rPr>
          <w:rtl/>
        </w:rPr>
        <w:t>____________________</w:t>
      </w:r>
    </w:p>
    <w:p w:rsidR="0008042A" w:rsidRPr="0008042A" w:rsidRDefault="0008042A" w:rsidP="0008042A">
      <w:pPr>
        <w:pStyle w:val="libFootnote0"/>
        <w:rPr>
          <w:rtl/>
        </w:rPr>
      </w:pPr>
      <w:r w:rsidRPr="00904859">
        <w:rPr>
          <w:rtl/>
        </w:rPr>
        <w:t>1- يعني التوراة.</w:t>
      </w:r>
    </w:p>
    <w:p w:rsidR="0008042A" w:rsidRDefault="0008042A" w:rsidP="0008042A">
      <w:pPr>
        <w:pStyle w:val="libFootnote0"/>
        <w:rPr>
          <w:rtl/>
        </w:rPr>
      </w:pPr>
      <w:r w:rsidRPr="00904859">
        <w:rPr>
          <w:rtl/>
        </w:rPr>
        <w:t>2- وهو التوراة.</w:t>
      </w:r>
    </w:p>
    <w:p w:rsidR="0008042A" w:rsidRDefault="0008042A" w:rsidP="0008042A">
      <w:pPr>
        <w:pStyle w:val="libNormal"/>
      </w:pPr>
      <w:r>
        <w:rPr>
          <w:rtl/>
        </w:rPr>
        <w:br w:type="page"/>
      </w:r>
    </w:p>
    <w:p w:rsidR="0008042A" w:rsidRDefault="0008042A" w:rsidP="0008042A">
      <w:pPr>
        <w:pStyle w:val="libNormal"/>
        <w:rPr>
          <w:rtl/>
        </w:rPr>
      </w:pPr>
      <w:r w:rsidRPr="0008042A">
        <w:rPr>
          <w:rtl/>
        </w:rPr>
        <w:lastRenderedPageBreak/>
        <w:t>أيها القارئ، وقد قرأت ما ذكرناه لك في العدد السابق ما هو في الإصحاح الأوّل من رسالة تيطس</w:t>
      </w:r>
      <w:r w:rsidRPr="0008042A">
        <w:rPr>
          <w:rStyle w:val="libFootnotenumChar"/>
          <w:rtl/>
        </w:rPr>
        <w:t>(1)</w:t>
      </w:r>
      <w:r w:rsidRPr="0008042A">
        <w:rPr>
          <w:rtl/>
        </w:rPr>
        <w:t>، وفي الإصحاح الثاني من رسالة كولوسي</w:t>
      </w:r>
      <w:r w:rsidRPr="0008042A">
        <w:rPr>
          <w:rStyle w:val="libFootnotenumChar"/>
          <w:rtl/>
        </w:rPr>
        <w:t>(2)</w:t>
      </w:r>
      <w:r w:rsidRPr="0008042A">
        <w:rPr>
          <w:rtl/>
        </w:rPr>
        <w:t>.</w:t>
      </w:r>
    </w:p>
    <w:p w:rsidR="0008042A" w:rsidRPr="00904859" w:rsidRDefault="0008042A" w:rsidP="0008042A">
      <w:pPr>
        <w:pStyle w:val="libNormal"/>
        <w:rPr>
          <w:rtl/>
        </w:rPr>
      </w:pPr>
      <w:r w:rsidRPr="00904859">
        <w:rPr>
          <w:rtl/>
        </w:rPr>
        <w:t>ولكن، قالت جمعية كتاب (الهداية) المطبوع بمعرفة المرسّلين الأمريكان، في الجزء الأوّل من الطبعة الثانية، في صحيفة 273، ما لفظه ونصّه هكذا: ( قلنا: إنّ الرسول بولس لم يقل: إن الشريعة الموسوية ضعيفة معيبة غير نافعة ).</w:t>
      </w:r>
    </w:p>
    <w:p w:rsidR="0008042A" w:rsidRDefault="0008042A" w:rsidP="0008042A">
      <w:pPr>
        <w:pStyle w:val="libNormal"/>
        <w:rPr>
          <w:rtl/>
        </w:rPr>
      </w:pPr>
      <w:r w:rsidRPr="00904859">
        <w:rPr>
          <w:rtl/>
        </w:rPr>
        <w:t>ولا يخفى عليك أن هؤلاء، وكل النصارى، يقولون: إن الرسائل المنسوبة إلى بولس في العهد الجديد كلّها من قول بولس، فقل: إذن فمن ذا هو الذي قال الأقوال التي ذكرناها من رسائل بولس؟! ولماذا يكون من هذا اللفيف التبشيري مثل هذا الجحود الكاذب، بمثل هذا الكذب الذي لا يخفى على كل من يقرأ في الكتب؟!!</w:t>
      </w:r>
    </w:p>
    <w:p w:rsidR="0008042A" w:rsidRPr="0008042A" w:rsidRDefault="0008042A" w:rsidP="0008042A">
      <w:pPr>
        <w:pStyle w:val="libLine"/>
        <w:rPr>
          <w:rtl/>
        </w:rPr>
      </w:pPr>
      <w:r w:rsidRPr="0008042A">
        <w:rPr>
          <w:rtl/>
        </w:rPr>
        <w:t>____________________</w:t>
      </w:r>
    </w:p>
    <w:p w:rsidR="0008042A" w:rsidRDefault="0008042A" w:rsidP="0008042A">
      <w:pPr>
        <w:pStyle w:val="libFootnote0"/>
        <w:rPr>
          <w:rtl/>
        </w:rPr>
      </w:pPr>
      <w:r w:rsidRPr="00904859">
        <w:rPr>
          <w:rtl/>
        </w:rPr>
        <w:t>1 و 2- راجع صفحة 77. (م).</w:t>
      </w:r>
    </w:p>
    <w:p w:rsidR="0008042A" w:rsidRDefault="0008042A" w:rsidP="0008042A">
      <w:pPr>
        <w:pStyle w:val="libNormal"/>
      </w:pPr>
      <w:r>
        <w:rPr>
          <w:rtl/>
        </w:rPr>
        <w:br w:type="page"/>
      </w:r>
    </w:p>
    <w:p w:rsidR="0008042A" w:rsidRDefault="0008042A" w:rsidP="0008042A">
      <w:pPr>
        <w:pStyle w:val="Heading2"/>
        <w:rPr>
          <w:rtl/>
        </w:rPr>
      </w:pPr>
      <w:bookmarkStart w:id="23" w:name="14"/>
      <w:bookmarkStart w:id="24" w:name="_Toc396029658"/>
      <w:r w:rsidRPr="00904859">
        <w:rPr>
          <w:rtl/>
        </w:rPr>
        <w:lastRenderedPageBreak/>
        <w:t>(الردّ على افترائهم على الرسول الأكرم محمد(صلى الله عليه وآله)بزواجه من امرأة ابنه المزعوم)</w:t>
      </w:r>
      <w:bookmarkEnd w:id="23"/>
      <w:bookmarkEnd w:id="24"/>
    </w:p>
    <w:p w:rsidR="0008042A" w:rsidRPr="00904859" w:rsidRDefault="0008042A" w:rsidP="0008042A">
      <w:pPr>
        <w:pStyle w:val="libNormal"/>
        <w:rPr>
          <w:rtl/>
        </w:rPr>
      </w:pPr>
      <w:r w:rsidRPr="00904859">
        <w:rPr>
          <w:rtl/>
        </w:rPr>
        <w:t>وأيضاً، إن جمعية كتاب ( الهداية ) المطبوع بمعرفة المرسّلين الأمريكان، قد كثر افتراؤهم على رسول الله صلى الله عليه وآله، وأفحشوا في الجرأة!!</w:t>
      </w:r>
    </w:p>
    <w:p w:rsidR="0008042A" w:rsidRPr="00904859" w:rsidRDefault="0008042A" w:rsidP="0008042A">
      <w:pPr>
        <w:pStyle w:val="libNormal"/>
        <w:rPr>
          <w:rtl/>
        </w:rPr>
      </w:pPr>
      <w:r w:rsidRPr="00904859">
        <w:rPr>
          <w:rtl/>
        </w:rPr>
        <w:t>ولنذكر بعض افترائهم المتكرّر، ونشير إلى جرأتهم الفاحشة، بالإشارة إلى محلها، لئلاّ تتدنّس الأوراق بذلك البذاء القبيح!!</w:t>
      </w:r>
    </w:p>
    <w:p w:rsidR="0008042A" w:rsidRPr="00904859" w:rsidRDefault="0008042A" w:rsidP="0008042A">
      <w:pPr>
        <w:pStyle w:val="libNormal"/>
        <w:rPr>
          <w:rtl/>
        </w:rPr>
      </w:pPr>
      <w:r w:rsidRPr="00904859">
        <w:rPr>
          <w:rtl/>
        </w:rPr>
        <w:t>فقالوا في الجزء الرابع، صحيفة 169:</w:t>
      </w:r>
    </w:p>
    <w:p w:rsidR="0008042A" w:rsidRPr="00904859" w:rsidRDefault="0008042A" w:rsidP="0008042A">
      <w:pPr>
        <w:pStyle w:val="libNormal"/>
        <w:rPr>
          <w:rtl/>
        </w:rPr>
      </w:pPr>
      <w:r w:rsidRPr="00904859">
        <w:rPr>
          <w:rtl/>
        </w:rPr>
        <w:t>( وماذا نقول فيمن ادّعى أن الله أجاز له أن يتخذ امرأة ابنه زوجة، وجعل ذلك قانوناً، ويا حبّذا لو نسخ هذا القانون، لأنه يسوغ الاقتران بزوجة الابن ).</w:t>
      </w:r>
    </w:p>
    <w:p w:rsidR="0008042A" w:rsidRPr="00904859" w:rsidRDefault="0008042A" w:rsidP="0008042A">
      <w:pPr>
        <w:pStyle w:val="libNormal"/>
        <w:rPr>
          <w:rtl/>
        </w:rPr>
      </w:pPr>
      <w:r w:rsidRPr="00904859">
        <w:rPr>
          <w:rtl/>
        </w:rPr>
        <w:t>وقال أيضاً في الجزء الثالث، صحيفة 48 في قصّة تزوّجه صلى الله عليه وآله بزينب بنت جحش، ما هذا لفظه: ( وحاشا لله أن يسوغ للناس نكاح نساء أولادهم ).</w:t>
      </w:r>
    </w:p>
    <w:p w:rsidR="0008042A" w:rsidRDefault="0008042A" w:rsidP="0008042A">
      <w:pPr>
        <w:pStyle w:val="libNormal"/>
        <w:rPr>
          <w:rtl/>
        </w:rPr>
      </w:pPr>
      <w:r w:rsidRPr="00904859">
        <w:rPr>
          <w:rtl/>
        </w:rPr>
        <w:t>وقالوا في الجزء الأوّل، صحيفة 66، في العنوان، ما هذا لفظه: ( تزوّجه امرأة ابنه )...</w:t>
      </w:r>
    </w:p>
    <w:p w:rsidR="0008042A" w:rsidRDefault="0008042A" w:rsidP="0008042A">
      <w:pPr>
        <w:pStyle w:val="libNormal"/>
      </w:pPr>
      <w:r>
        <w:rPr>
          <w:rtl/>
        </w:rPr>
        <w:br w:type="page"/>
      </w:r>
    </w:p>
    <w:p w:rsidR="0008042A" w:rsidRDefault="0008042A" w:rsidP="0008042A">
      <w:pPr>
        <w:pStyle w:val="libNormal"/>
        <w:rPr>
          <w:rtl/>
        </w:rPr>
      </w:pPr>
      <w:r w:rsidRPr="00904859">
        <w:rPr>
          <w:rtl/>
        </w:rPr>
        <w:lastRenderedPageBreak/>
        <w:t>وقالوا أيضاً في الصحيفة المذكورة: ( نعم، إنّ داود وقع في خطيئة الزنا، ولكن يوجد فرق جسيم بين الأمرين، فإن داود لم يأخذ امرأة ابنه ) انتهى.</w:t>
      </w:r>
    </w:p>
    <w:p w:rsidR="0008042A" w:rsidRPr="00904859" w:rsidRDefault="0008042A" w:rsidP="0008042A">
      <w:pPr>
        <w:pStyle w:val="libNormal"/>
        <w:rPr>
          <w:rtl/>
        </w:rPr>
      </w:pPr>
      <w:r w:rsidRPr="00904859">
        <w:rPr>
          <w:rtl/>
        </w:rPr>
        <w:t>وانظر في الكلمات المذكورة في الصحائف المشار إليها، وأعجب من جرأتهم القبيحة على قدس رسول الله صلى الله عليه وآله وسلم، زيادة على ما ذكرناه من الافتراء المتكرر.</w:t>
      </w:r>
    </w:p>
    <w:p w:rsidR="0008042A" w:rsidRPr="00904859" w:rsidRDefault="0008042A" w:rsidP="0008042A">
      <w:pPr>
        <w:pStyle w:val="libNormal"/>
        <w:rPr>
          <w:rtl/>
        </w:rPr>
      </w:pPr>
      <w:r w:rsidRPr="00904859">
        <w:rPr>
          <w:rtl/>
        </w:rPr>
        <w:t>وقد توافقوا في هذه الجرأة وهذا الافتراء مع هاشم العربي في صحيفة 65 من الطبعة الأولى لتذييله لمقالة (سايل) في الإسلام!</w:t>
      </w:r>
    </w:p>
    <w:p w:rsidR="0008042A" w:rsidRPr="00904859" w:rsidRDefault="0008042A" w:rsidP="0008042A">
      <w:pPr>
        <w:pStyle w:val="libNormal"/>
        <w:rPr>
          <w:rtl/>
        </w:rPr>
      </w:pPr>
      <w:r w:rsidRPr="00904859">
        <w:rPr>
          <w:rtl/>
        </w:rPr>
        <w:t>هذا، وإن الغافل من الاورباويّين والأمريكيّين وغيرهم ليغتّر بسمعه التبشير والمبشرين فيحب أن يسأل أن هذا الابن</w:t>
      </w:r>
      <w:r w:rsidR="00E22A0D">
        <w:rPr>
          <w:rtl/>
        </w:rPr>
        <w:t xml:space="preserve"> - </w:t>
      </w:r>
      <w:r w:rsidRPr="00904859">
        <w:rPr>
          <w:rtl/>
        </w:rPr>
        <w:t>الذي يذكره هذا اللفيف من المبشرين والكاتبين</w:t>
      </w:r>
      <w:r w:rsidR="00E22A0D">
        <w:rPr>
          <w:rtl/>
        </w:rPr>
        <w:t xml:space="preserve"> - </w:t>
      </w:r>
      <w:r w:rsidRPr="00904859">
        <w:rPr>
          <w:rtl/>
        </w:rPr>
        <w:t>هل هو ابن رسول الله محمد صلى الله عليه وآله وسلم وولده البكر، أو هو المتوسط، أو الصغير؟! وهل أُمه خديجة أو غيرها من أزواج رسول الله صلى الله عليه وآله وسلم؟!</w:t>
      </w:r>
    </w:p>
    <w:p w:rsidR="0008042A" w:rsidRPr="00904859" w:rsidRDefault="0008042A" w:rsidP="0008042A">
      <w:pPr>
        <w:pStyle w:val="libNormal"/>
        <w:rPr>
          <w:rtl/>
        </w:rPr>
      </w:pPr>
      <w:r w:rsidRPr="00904859">
        <w:rPr>
          <w:rtl/>
        </w:rPr>
        <w:t xml:space="preserve">ويا ليتهم يعلمون أن هذا الذي يذكر المبشرون أنه ابن رسول الله صلى الله عليه وآله وسلم وولده، ويلهجون بذلك، إنما هو زيد بن حارثة، وهو عبد اشتراه رسول الله صلى الله عليه وآله وسلم، وجاء أبوه حارثة فخيّره رسول الله صلى الله عليه وآله وسلم بين المكث عنده وبين الرجوع مع أبيه، فاختار المقام عند رسول الله صلى الله عليه وآله وسلم، فجزاه رسول الله صلى الله </w:t>
      </w:r>
    </w:p>
    <w:p w:rsidR="0008042A" w:rsidRDefault="0008042A" w:rsidP="0008042A">
      <w:pPr>
        <w:pStyle w:val="libNormal"/>
      </w:pPr>
      <w:r>
        <w:rPr>
          <w:rtl/>
        </w:rPr>
        <w:br w:type="page"/>
      </w:r>
    </w:p>
    <w:p w:rsidR="0008042A" w:rsidRDefault="0008042A" w:rsidP="0008042A">
      <w:pPr>
        <w:pStyle w:val="libNormal"/>
        <w:rPr>
          <w:rtl/>
        </w:rPr>
      </w:pPr>
      <w:r w:rsidRPr="00904859">
        <w:rPr>
          <w:rtl/>
        </w:rPr>
        <w:lastRenderedPageBreak/>
        <w:t>عليه وآله وسلم بالعتق وزيادة البرّ والرأفة; فصار الناس يدعونه زيد بن محمد، مع أنهم يعلمون أنه عبده.</w:t>
      </w:r>
    </w:p>
    <w:p w:rsidR="0008042A" w:rsidRPr="00904859" w:rsidRDefault="0008042A" w:rsidP="0008042A">
      <w:pPr>
        <w:pStyle w:val="libNormal"/>
        <w:rPr>
          <w:rtl/>
        </w:rPr>
      </w:pPr>
      <w:r w:rsidRPr="0008042A">
        <w:rPr>
          <w:rtl/>
        </w:rPr>
        <w:t>وإن جمعية الهداية والمرسلين الأمريكان والشرقيين في أجيالهم ليعرفون ذلك، ولكن المبشرين حملتهم بواعثهم أن يكذبوا ويقولوا مكرّراً أنه ابن رسول الله وولده، لكي يقوموا بحقّ القداسة والأمانة في التبشير، ولكن (لكلّ امرئ من دهره ما تعوّدا)</w:t>
      </w:r>
      <w:r w:rsidRPr="0008042A">
        <w:rPr>
          <w:rStyle w:val="libFootnotenumChar"/>
          <w:rtl/>
        </w:rPr>
        <w:t>(1)</w:t>
      </w:r>
      <w:r w:rsidRPr="0008042A">
        <w:rPr>
          <w:rtl/>
        </w:rPr>
        <w:t>.</w:t>
      </w:r>
    </w:p>
    <w:p w:rsidR="0008042A" w:rsidRPr="0008042A" w:rsidRDefault="0008042A" w:rsidP="0008042A">
      <w:pPr>
        <w:pStyle w:val="libLine"/>
        <w:rPr>
          <w:rtl/>
        </w:rPr>
      </w:pPr>
      <w:r w:rsidRPr="0008042A">
        <w:rPr>
          <w:rtl/>
        </w:rPr>
        <w:t>____________________</w:t>
      </w:r>
    </w:p>
    <w:p w:rsidR="0008042A" w:rsidRDefault="0008042A" w:rsidP="0008042A">
      <w:pPr>
        <w:pStyle w:val="libFootnote0"/>
        <w:rPr>
          <w:rFonts w:hint="cs"/>
          <w:rtl/>
        </w:rPr>
      </w:pPr>
      <w:r w:rsidRPr="00904859">
        <w:rPr>
          <w:rtl/>
        </w:rPr>
        <w:t>1- صدر بيت للمتنبّي، وتمامه:</w:t>
      </w:r>
    </w:p>
    <w:tbl>
      <w:tblPr>
        <w:tblStyle w:val="TableGrid"/>
        <w:bidiVisual/>
        <w:tblW w:w="4562" w:type="pct"/>
        <w:tblInd w:w="384" w:type="dxa"/>
        <w:tblLook w:val="01E0"/>
      </w:tblPr>
      <w:tblGrid>
        <w:gridCol w:w="3796"/>
        <w:gridCol w:w="267"/>
        <w:gridCol w:w="3247"/>
      </w:tblGrid>
      <w:tr w:rsidR="00F01098" w:rsidTr="00F95D2C">
        <w:trPr>
          <w:trHeight w:val="350"/>
        </w:trPr>
        <w:tc>
          <w:tcPr>
            <w:tcW w:w="3920" w:type="dxa"/>
            <w:shd w:val="clear" w:color="auto" w:fill="auto"/>
          </w:tcPr>
          <w:p w:rsidR="00F01098" w:rsidRDefault="00F01098" w:rsidP="00F95D2C">
            <w:pPr>
              <w:pStyle w:val="libPoem"/>
            </w:pPr>
            <w:r>
              <w:rPr>
                <w:rFonts w:hint="cs"/>
                <w:rtl/>
              </w:rPr>
              <w:t>...................................</w:t>
            </w:r>
            <w:r w:rsidRPr="00725071">
              <w:rPr>
                <w:rStyle w:val="libPoemTiniChar0"/>
                <w:rtl/>
              </w:rPr>
              <w:br/>
              <w:t> </w:t>
            </w:r>
          </w:p>
        </w:tc>
        <w:tc>
          <w:tcPr>
            <w:tcW w:w="279" w:type="dxa"/>
            <w:shd w:val="clear" w:color="auto" w:fill="auto"/>
          </w:tcPr>
          <w:p w:rsidR="00F01098" w:rsidRDefault="00F01098" w:rsidP="00F95D2C">
            <w:pPr>
              <w:pStyle w:val="libPoem"/>
              <w:rPr>
                <w:rtl/>
              </w:rPr>
            </w:pPr>
          </w:p>
        </w:tc>
        <w:tc>
          <w:tcPr>
            <w:tcW w:w="3881" w:type="dxa"/>
            <w:shd w:val="clear" w:color="auto" w:fill="auto"/>
          </w:tcPr>
          <w:p w:rsidR="00F01098" w:rsidRDefault="00F01098" w:rsidP="00F95D2C">
            <w:pPr>
              <w:pStyle w:val="libPoem"/>
            </w:pPr>
            <w:r w:rsidRPr="00904859">
              <w:rPr>
                <w:rtl/>
              </w:rPr>
              <w:t>وعاداتُ سيف الدولة الطعن في العِدا</w:t>
            </w:r>
            <w:r w:rsidRPr="00725071">
              <w:rPr>
                <w:rStyle w:val="libPoemTiniChar0"/>
                <w:rtl/>
              </w:rPr>
              <w:br/>
              <w:t> </w:t>
            </w:r>
          </w:p>
        </w:tc>
      </w:tr>
    </w:tbl>
    <w:p w:rsidR="0008042A" w:rsidRPr="0008042A" w:rsidRDefault="0008042A" w:rsidP="00F01098">
      <w:pPr>
        <w:pStyle w:val="libFootnote"/>
        <w:rPr>
          <w:rtl/>
        </w:rPr>
      </w:pPr>
      <w:r w:rsidRPr="00904859">
        <w:rPr>
          <w:rtl/>
        </w:rPr>
        <w:t>انظر: ديوان المتنبّي 2/281. (م).</w:t>
      </w:r>
    </w:p>
    <w:p w:rsidR="0008042A" w:rsidRDefault="0008042A" w:rsidP="0008042A">
      <w:pPr>
        <w:pStyle w:val="libNormal"/>
      </w:pPr>
      <w:r>
        <w:rPr>
          <w:rtl/>
        </w:rPr>
        <w:br w:type="page"/>
      </w:r>
    </w:p>
    <w:p w:rsidR="0008042A" w:rsidRPr="00904859" w:rsidRDefault="0008042A" w:rsidP="0008042A">
      <w:pPr>
        <w:pStyle w:val="Heading2"/>
        <w:rPr>
          <w:rtl/>
        </w:rPr>
      </w:pPr>
      <w:bookmarkStart w:id="25" w:name="15"/>
      <w:bookmarkStart w:id="26" w:name="_Toc396029659"/>
      <w:r w:rsidRPr="00904859">
        <w:rPr>
          <w:rtl/>
        </w:rPr>
        <w:lastRenderedPageBreak/>
        <w:t>(الردّ على مزعمة النصارى أن الله لم يعط اليهود أحكاماً صالحة)</w:t>
      </w:r>
      <w:bookmarkEnd w:id="25"/>
      <w:bookmarkEnd w:id="26"/>
    </w:p>
    <w:p w:rsidR="0008042A" w:rsidRPr="00904859" w:rsidRDefault="0008042A" w:rsidP="0008042A">
      <w:pPr>
        <w:pStyle w:val="libNormal"/>
        <w:rPr>
          <w:rtl/>
        </w:rPr>
      </w:pPr>
      <w:r w:rsidRPr="00904859">
        <w:rPr>
          <w:rtl/>
        </w:rPr>
        <w:t>وجاء في الإصحاح الثامن عشر من سفر اللاويّين، في العدد الخامس، عن قول الله لبني إسرائيل في تمجيد شريعة التوراة والأمر بحفظ أحكامها:</w:t>
      </w:r>
    </w:p>
    <w:p w:rsidR="0008042A" w:rsidRPr="00904859" w:rsidRDefault="0008042A" w:rsidP="0008042A">
      <w:pPr>
        <w:pStyle w:val="libNormal"/>
        <w:rPr>
          <w:rtl/>
        </w:rPr>
      </w:pPr>
      <w:r w:rsidRPr="00904859">
        <w:rPr>
          <w:rtl/>
        </w:rPr>
        <w:t>( فتحفظون فرائضي وأحكامي التي إذا فعلها الإنسان يحيا بها ).</w:t>
      </w:r>
    </w:p>
    <w:p w:rsidR="0008042A" w:rsidRPr="00904859" w:rsidRDefault="0008042A" w:rsidP="0008042A">
      <w:pPr>
        <w:pStyle w:val="libNormal"/>
        <w:rPr>
          <w:rtl/>
        </w:rPr>
      </w:pPr>
      <w:r w:rsidRPr="00904859">
        <w:rPr>
          <w:rtl/>
        </w:rPr>
        <w:t>وفي الإصحاح الرابع من سفر التثنية، في العدد الثامن: ( أي شعب هو عظيم له فرائض وأحكام عادلة مثل هذه الشريعة التي أنا واضع أمامكم ).</w:t>
      </w:r>
    </w:p>
    <w:p w:rsidR="0008042A" w:rsidRPr="00904859" w:rsidRDefault="0008042A" w:rsidP="0008042A">
      <w:pPr>
        <w:pStyle w:val="libNormal"/>
        <w:rPr>
          <w:rtl/>
        </w:rPr>
      </w:pPr>
      <w:r w:rsidRPr="00904859">
        <w:rPr>
          <w:rtl/>
        </w:rPr>
        <w:t>وفي المزور المائة والتاسع عشر، في العدد الثالث والتسعين: (إلى الدهر لا أنسى وصاياك لأنك بها أحييتني).</w:t>
      </w:r>
    </w:p>
    <w:p w:rsidR="0008042A" w:rsidRPr="00904859" w:rsidRDefault="0008042A" w:rsidP="0008042A">
      <w:pPr>
        <w:pStyle w:val="libNormal"/>
        <w:rPr>
          <w:rtl/>
        </w:rPr>
      </w:pPr>
      <w:r w:rsidRPr="00904859">
        <w:rPr>
          <w:rtl/>
        </w:rPr>
        <w:t>وفي الإصحاح العشرين من كتاب حزقيال، في العدد الحادي عشر، عن قول الله في شأن اليهود: (وأعطيتهم فرائضي وأحكامي التي إن عملها الإنسان يحيا ).</w:t>
      </w:r>
    </w:p>
    <w:p w:rsidR="0008042A" w:rsidRPr="00904859" w:rsidRDefault="0008042A" w:rsidP="0008042A">
      <w:pPr>
        <w:pStyle w:val="libNormal"/>
        <w:rPr>
          <w:rtl/>
        </w:rPr>
      </w:pPr>
      <w:r w:rsidRPr="00904859">
        <w:rPr>
          <w:rtl/>
        </w:rPr>
        <w:t>ونحوه في العدد الثالث عشر والحادي والعشرين.</w:t>
      </w:r>
    </w:p>
    <w:p w:rsidR="0008042A" w:rsidRPr="00904859" w:rsidRDefault="0008042A" w:rsidP="0008042A">
      <w:pPr>
        <w:pStyle w:val="libNormal"/>
        <w:rPr>
          <w:rtl/>
        </w:rPr>
      </w:pPr>
      <w:r w:rsidRPr="00904859">
        <w:rPr>
          <w:rtl/>
        </w:rPr>
        <w:t xml:space="preserve">وفي الإصحاح التاسع من كتاب نحميا، في العدد الثالث </w:t>
      </w:r>
    </w:p>
    <w:p w:rsidR="0008042A" w:rsidRDefault="0008042A" w:rsidP="0008042A">
      <w:pPr>
        <w:pStyle w:val="libNormal"/>
      </w:pPr>
      <w:r>
        <w:rPr>
          <w:rtl/>
        </w:rPr>
        <w:br w:type="page"/>
      </w:r>
    </w:p>
    <w:p w:rsidR="0008042A" w:rsidRDefault="0008042A" w:rsidP="0008042A">
      <w:pPr>
        <w:pStyle w:val="libNormal"/>
        <w:rPr>
          <w:rtl/>
        </w:rPr>
      </w:pPr>
      <w:r w:rsidRPr="00904859">
        <w:rPr>
          <w:rtl/>
        </w:rPr>
        <w:lastRenderedPageBreak/>
        <w:t>عشر: ( وأعطيتهم أحكاماً مستقيمة، وشرائع صادقة، وفرائض ووصايا صالحة ).</w:t>
      </w:r>
    </w:p>
    <w:p w:rsidR="0008042A" w:rsidRPr="00904859" w:rsidRDefault="0008042A" w:rsidP="0008042A">
      <w:pPr>
        <w:pStyle w:val="libNormal"/>
        <w:rPr>
          <w:rtl/>
        </w:rPr>
      </w:pPr>
      <w:r w:rsidRPr="00904859">
        <w:rPr>
          <w:rtl/>
        </w:rPr>
        <w:t>وفي الإصحاح الثاني من كتاب ملاخي، في العدد الخامس، عن قول الله في تمجيد شريعة موسى عليه السلام: ( كان معه للسلام والحياة ).</w:t>
      </w:r>
    </w:p>
    <w:p w:rsidR="0008042A" w:rsidRPr="00904859" w:rsidRDefault="0008042A" w:rsidP="0008042A">
      <w:pPr>
        <w:pStyle w:val="libNormal"/>
        <w:rPr>
          <w:rtl/>
        </w:rPr>
      </w:pPr>
      <w:r w:rsidRPr="00904859">
        <w:rPr>
          <w:rtl/>
        </w:rPr>
        <w:t>فهذه كتب وحيهم تقول: إن شريعة موسى صالحة وعادلة للسلام والحياة، إذا عملها الإنسان يحيا بها.</w:t>
      </w:r>
    </w:p>
    <w:p w:rsidR="0008042A" w:rsidRPr="00904859" w:rsidRDefault="0008042A" w:rsidP="0008042A">
      <w:pPr>
        <w:pStyle w:val="libNormal"/>
        <w:rPr>
          <w:rtl/>
        </w:rPr>
      </w:pPr>
      <w:r w:rsidRPr="0008042A">
        <w:rPr>
          <w:rtl/>
        </w:rPr>
        <w:t>ولكن عبد المسيح الكندي في رسالته</w:t>
      </w:r>
      <w:r w:rsidRPr="0008042A">
        <w:rPr>
          <w:rStyle w:val="libFootnotenumChar"/>
          <w:rtl/>
        </w:rPr>
        <w:t>(1)</w:t>
      </w:r>
      <w:r w:rsidRPr="0008042A">
        <w:rPr>
          <w:rtl/>
        </w:rPr>
        <w:t xml:space="preserve"> وجرجي سايل في مقالته في الإسلام، صحيفة 226 من الطبعة الأولى، قالا ما هذا لفظه: ( إن الله تساهل مع اليهود فأعطاهم أحكاماً غير صالحة وفرائض لا يحيون بها ).</w:t>
      </w:r>
    </w:p>
    <w:p w:rsidR="0008042A" w:rsidRPr="00904859" w:rsidRDefault="0008042A" w:rsidP="0008042A">
      <w:pPr>
        <w:pStyle w:val="libNormal"/>
        <w:rPr>
          <w:rtl/>
        </w:rPr>
      </w:pPr>
      <w:r w:rsidRPr="00904859">
        <w:rPr>
          <w:rtl/>
        </w:rPr>
        <w:t>ولا يخفى عليك أن الذي ذكرناه من كتب وحيهم ليشهد بأن الكلام المنسوب لعبد المسيح وجرجي سايل إنما هو كذب وافتراء على الله وعلى شريعته، ودع عنك شهادة العقل وجلال الله على ذلك، تعالى الله عما يقولون.</w:t>
      </w:r>
    </w:p>
    <w:p w:rsidR="0008042A" w:rsidRPr="00904859" w:rsidRDefault="0008042A" w:rsidP="0008042A">
      <w:pPr>
        <w:pStyle w:val="libNormal"/>
        <w:rPr>
          <w:rtl/>
        </w:rPr>
      </w:pPr>
      <w:r w:rsidRPr="00904859">
        <w:rPr>
          <w:rtl/>
        </w:rPr>
        <w:t xml:space="preserve">دع هؤلاء، ولكن انظر وتحيّر واندهش من كتب العهدين </w:t>
      </w:r>
    </w:p>
    <w:p w:rsidR="0008042A" w:rsidRPr="0008042A" w:rsidRDefault="0008042A" w:rsidP="0008042A">
      <w:pPr>
        <w:pStyle w:val="libLine"/>
        <w:rPr>
          <w:rtl/>
        </w:rPr>
      </w:pPr>
      <w:r w:rsidRPr="0008042A">
        <w:rPr>
          <w:rtl/>
        </w:rPr>
        <w:t>____________________</w:t>
      </w:r>
    </w:p>
    <w:p w:rsidR="0008042A" w:rsidRDefault="0008042A" w:rsidP="0008042A">
      <w:pPr>
        <w:pStyle w:val="libFootnote0"/>
        <w:rPr>
          <w:rtl/>
        </w:rPr>
      </w:pPr>
      <w:r w:rsidRPr="00904859">
        <w:rPr>
          <w:rtl/>
        </w:rPr>
        <w:t>1- في صحيفة 110 من رسالته المطبوعة مع رسالة عبد الله الهاشمي، في إحدى طبعاتها سنة 1912، في المطبعة الإنگليزية الأمريكانية بالقاهرة.</w:t>
      </w:r>
    </w:p>
    <w:p w:rsidR="0008042A" w:rsidRDefault="0008042A" w:rsidP="0008042A">
      <w:pPr>
        <w:pStyle w:val="libNormal"/>
      </w:pPr>
      <w:r>
        <w:rPr>
          <w:rtl/>
        </w:rPr>
        <w:br w:type="page"/>
      </w:r>
    </w:p>
    <w:p w:rsidR="0008042A" w:rsidRDefault="0008042A" w:rsidP="0008042A">
      <w:pPr>
        <w:pStyle w:val="libNormal"/>
        <w:rPr>
          <w:rtl/>
        </w:rPr>
      </w:pPr>
      <w:r w:rsidRPr="00904859">
        <w:rPr>
          <w:rtl/>
        </w:rPr>
        <w:lastRenderedPageBreak/>
        <w:t>التي ينسبونها إلى الوحي الإلهيّ، ويدعون الناس إلى اتباعها!</w:t>
      </w:r>
    </w:p>
    <w:p w:rsidR="0008042A" w:rsidRPr="00904859" w:rsidRDefault="0008042A" w:rsidP="0008042A">
      <w:pPr>
        <w:pStyle w:val="libNormal"/>
        <w:rPr>
          <w:rtl/>
        </w:rPr>
      </w:pPr>
      <w:r w:rsidRPr="00904859">
        <w:rPr>
          <w:rtl/>
        </w:rPr>
        <w:t>انظر إلى هذه الكتب وما فيها من نسبة الكذب إلى من يزعمون أنهم أنبياء ورسل الله، مع زعمهم أن تلك الكتب المشتملة على الكذب هي كتب وحي إلهي!</w:t>
      </w:r>
    </w:p>
    <w:p w:rsidR="0008042A" w:rsidRPr="00904859" w:rsidRDefault="0008042A" w:rsidP="0008042A">
      <w:pPr>
        <w:pStyle w:val="libNormal"/>
        <w:rPr>
          <w:rtl/>
        </w:rPr>
      </w:pPr>
      <w:r w:rsidRPr="00904859">
        <w:rPr>
          <w:rtl/>
        </w:rPr>
        <w:t>فانظر كيف تنسب الكذب والتحريف إلى أنبياء الله ورسله الهداة المقدّسين، فتلوّث قدسهم برذيلة الكذب وخسة الافتراء والمخادعة.. أو تنسب الكذب والافتراء إلى من تزعم أنهم أنبياء ومرسلون، وأن المشتمل على الكذب هو كتاب وحي إلهي...</w:t>
      </w:r>
    </w:p>
    <w:p w:rsidR="0008042A" w:rsidRDefault="0008042A" w:rsidP="0008042A">
      <w:pPr>
        <w:pStyle w:val="libNormal"/>
        <w:rPr>
          <w:rtl/>
        </w:rPr>
      </w:pPr>
      <w:r w:rsidRPr="00904859">
        <w:rPr>
          <w:rtl/>
        </w:rPr>
        <w:t>ويا ليت هذه الكتب لم تتعدّ إلى قدس الله وجلاله، وماذا يفيد التمنّي؟! وها هي الكتب المذكورة قد أفرطت في الجرأة، فنسبت الكذب والخداع والتعليم بالكذب إلى جلال الله، تعالى عمّا يقولون.</w:t>
      </w:r>
    </w:p>
    <w:p w:rsidR="0008042A" w:rsidRDefault="0008042A" w:rsidP="0008042A">
      <w:pPr>
        <w:pStyle w:val="libNormal"/>
      </w:pPr>
      <w:r>
        <w:rPr>
          <w:rtl/>
        </w:rPr>
        <w:br w:type="page"/>
      </w:r>
    </w:p>
    <w:p w:rsidR="0008042A" w:rsidRDefault="0008042A" w:rsidP="0008042A">
      <w:pPr>
        <w:pStyle w:val="Heading2"/>
        <w:rPr>
          <w:rtl/>
        </w:rPr>
      </w:pPr>
      <w:bookmarkStart w:id="27" w:name="16"/>
      <w:bookmarkStart w:id="28" w:name="_Toc396029660"/>
      <w:r w:rsidRPr="00904859">
        <w:rPr>
          <w:rtl/>
        </w:rPr>
        <w:lastRenderedPageBreak/>
        <w:t>(ردّ مزعمة أن الله قال لعيسى: أنت ابني،أنا اليوم ولدتك)</w:t>
      </w:r>
      <w:bookmarkEnd w:id="27"/>
      <w:bookmarkEnd w:id="28"/>
    </w:p>
    <w:p w:rsidR="0008042A" w:rsidRPr="00904859" w:rsidRDefault="0008042A" w:rsidP="0008042A">
      <w:pPr>
        <w:pStyle w:val="libNormal"/>
        <w:rPr>
          <w:rtl/>
        </w:rPr>
      </w:pPr>
      <w:r w:rsidRPr="00904859">
        <w:rPr>
          <w:rtl/>
        </w:rPr>
        <w:t>هذا بولس الذي يعدّه النصارى من كبار الرسل الموحى إليهم; وعلى تعليمه اعتمادهم في النصرانية، وينسبون إليه كتاباً ورسائل يجعلونها من الوحي الإلهي</w:t>
      </w:r>
      <w:r w:rsidR="00E22A0D">
        <w:rPr>
          <w:rtl/>
        </w:rPr>
        <w:t>؛</w:t>
      </w:r>
      <w:r w:rsidRPr="00904859">
        <w:rPr>
          <w:rtl/>
        </w:rPr>
        <w:t xml:space="preserve"> يذكر عنه في الإصحاح الثالث عشر من كتاب أعمال الرسل، في العدد الثالث والثلاثين، أنه قال هكذا:</w:t>
      </w:r>
    </w:p>
    <w:p w:rsidR="0008042A" w:rsidRPr="00904859" w:rsidRDefault="0008042A" w:rsidP="0008042A">
      <w:pPr>
        <w:pStyle w:val="libNormal"/>
        <w:rPr>
          <w:rtl/>
        </w:rPr>
      </w:pPr>
      <w:r w:rsidRPr="00904859">
        <w:rPr>
          <w:rtl/>
        </w:rPr>
        <w:t>( إذ أقام يسوع كما هو مكتوب في المزمور الثاني: أنت ابني، أنا اليوم ولدتك ).</w:t>
      </w:r>
    </w:p>
    <w:p w:rsidR="0008042A" w:rsidRPr="00904859" w:rsidRDefault="0008042A" w:rsidP="0008042A">
      <w:pPr>
        <w:pStyle w:val="libNormal"/>
        <w:rPr>
          <w:rtl/>
        </w:rPr>
      </w:pPr>
      <w:r w:rsidRPr="00904859">
        <w:rPr>
          <w:rtl/>
        </w:rPr>
        <w:t>ولا يخفى على القارئ أنّ هذه العبارة جاءت في العدد السابع من المزمور الثاني من قول داود، هكذا: ( أخبر الحقّ، الله قال لي: ابني أنت، أنا اليوم ولتك ) فداود يخبر في وحي المزامير أن الله قال هذا الكلام له، يعني أنه منحه النبوة والوحي</w:t>
      </w:r>
      <w:r w:rsidR="00E22A0D">
        <w:rPr>
          <w:rtl/>
        </w:rPr>
        <w:t>؛</w:t>
      </w:r>
      <w:r w:rsidRPr="00904859">
        <w:rPr>
          <w:rtl/>
        </w:rPr>
        <w:t xml:space="preserve"> ولأجل ما حصل لحياته من مجد النبوة والوحي كان ذلك اليوم كأنه يوم ولادته، بل هو اللائق بأن يعدّ أوّل أيام حياته.</w:t>
      </w:r>
    </w:p>
    <w:p w:rsidR="0008042A" w:rsidRPr="00904859" w:rsidRDefault="0008042A" w:rsidP="0008042A">
      <w:pPr>
        <w:pStyle w:val="libNormal"/>
        <w:rPr>
          <w:rtl/>
        </w:rPr>
      </w:pPr>
      <w:r w:rsidRPr="00904859">
        <w:rPr>
          <w:rtl/>
        </w:rPr>
        <w:t xml:space="preserve">فيا للعجب من الانتهاب العلنيّ! هب أنّا فرضنا أنّ هذا الكلام غير صريح في كونه خطاياً لداود، ولكن متى كانت لعيسى ولادة حينما أوحي المزمور الثاني لداود؟! أليست ولادة عيسى من </w:t>
      </w:r>
    </w:p>
    <w:p w:rsidR="0008042A" w:rsidRDefault="0008042A" w:rsidP="0008042A">
      <w:pPr>
        <w:pStyle w:val="libNormal"/>
      </w:pPr>
      <w:r>
        <w:rPr>
          <w:rtl/>
        </w:rPr>
        <w:br w:type="page"/>
      </w:r>
    </w:p>
    <w:p w:rsidR="0008042A" w:rsidRDefault="0008042A" w:rsidP="0008042A">
      <w:pPr>
        <w:pStyle w:val="libNormal"/>
        <w:rPr>
          <w:rtl/>
        </w:rPr>
      </w:pPr>
      <w:r w:rsidRPr="00904859">
        <w:rPr>
          <w:rtl/>
        </w:rPr>
        <w:lastRenderedPageBreak/>
        <w:t>مريم متأخرة عن وحي المزامير بأكثر من ألف سنة؟! وأن ولادته النبوية متأخرة أيضاً عن ولادته من مريم بثلاثين سنة على ما تقوله الأناجيل؟! فمن أين يكون كلام المزمور الثاني مقولا في المسيح؟!!</w:t>
      </w:r>
    </w:p>
    <w:p w:rsidR="0008042A" w:rsidRPr="00904859" w:rsidRDefault="0008042A" w:rsidP="0008042A">
      <w:pPr>
        <w:pStyle w:val="libNormal"/>
        <w:rPr>
          <w:rtl/>
        </w:rPr>
      </w:pPr>
      <w:r w:rsidRPr="00904859">
        <w:rPr>
          <w:rtl/>
        </w:rPr>
        <w:t>وجاء في رسالة العبرانيين، في الإصحاح الخامس، في العدد الخامس، ما نصّه: ( كذلك المسيح لم يمجّد نفسه ليصير رئيس كهنة، بل الذي قال له: أنت ابني، أنا اليوم ولدتك ).</w:t>
      </w:r>
    </w:p>
    <w:p w:rsidR="0008042A" w:rsidRPr="00904859" w:rsidRDefault="0008042A" w:rsidP="0008042A">
      <w:pPr>
        <w:pStyle w:val="libNormal"/>
        <w:rPr>
          <w:rtl/>
        </w:rPr>
      </w:pPr>
      <w:r w:rsidRPr="00904859">
        <w:rPr>
          <w:rtl/>
        </w:rPr>
        <w:t>وإن كاتب الرسالة يريد بذلك ما ذكرناه عن المزمور الثاني لكي يحتجّ به على اليهود.. وقد عرفت الكذب في انتهاب ذلك من داود للمسيح!</w:t>
      </w:r>
    </w:p>
    <w:p w:rsidR="0008042A" w:rsidRPr="00904859" w:rsidRDefault="0008042A" w:rsidP="0008042A">
      <w:pPr>
        <w:pStyle w:val="libNormal"/>
        <w:rPr>
          <w:rtl/>
        </w:rPr>
      </w:pPr>
      <w:r w:rsidRPr="00904859">
        <w:rPr>
          <w:rtl/>
        </w:rPr>
        <w:t>ولم تكتف رسالة العبرانيّين بهذا الانتهاب، بل قالت في الإصحاح الأول، في العدد الخامس، في الاحتجاج على اليهود لمجد المسيح وتفضيله على الملائكة بما جاء في كتبهم في العهد القديم، وهذا نصّ ما قالته: ( لمن من الملائكة قال فيما مضى: أنت ابني، أنا اليوم ولدتك</w:t>
      </w:r>
      <w:r w:rsidR="00E22A0D">
        <w:rPr>
          <w:rtl/>
        </w:rPr>
        <w:t>؛</w:t>
      </w:r>
      <w:r w:rsidRPr="00904859">
        <w:rPr>
          <w:rtl/>
        </w:rPr>
        <w:t xml:space="preserve"> وأيضاً: أنا أكون له أباً، وهو يكون لي ابناً ).</w:t>
      </w:r>
    </w:p>
    <w:p w:rsidR="0008042A" w:rsidRPr="00904859" w:rsidRDefault="0008042A" w:rsidP="0008042A">
      <w:pPr>
        <w:pStyle w:val="libNormal"/>
        <w:rPr>
          <w:rtl/>
        </w:rPr>
      </w:pPr>
      <w:r w:rsidRPr="00904859">
        <w:rPr>
          <w:rtl/>
        </w:rPr>
        <w:t>فأما قول الرسالة إنّ قوله: (أنت ابني، وأنا اليوم ولدتك ) قد قيل في المسيح، فقد عرفت أنه كذب وانتهاب وغصب لحقّ داود وما قيل فيه.</w:t>
      </w:r>
    </w:p>
    <w:p w:rsidR="0008042A" w:rsidRDefault="0008042A" w:rsidP="0008042A">
      <w:pPr>
        <w:pStyle w:val="libNormal"/>
        <w:rPr>
          <w:rtl/>
        </w:rPr>
      </w:pPr>
      <w:r w:rsidRPr="00904859">
        <w:rPr>
          <w:rtl/>
        </w:rPr>
        <w:t>وأما دعوى الرسالة أنه قيل في المسيح أيضاً في العهد القديم:</w:t>
      </w:r>
    </w:p>
    <w:p w:rsidR="0008042A" w:rsidRDefault="0008042A" w:rsidP="0008042A">
      <w:pPr>
        <w:pStyle w:val="libNormal"/>
      </w:pPr>
      <w:r>
        <w:rPr>
          <w:rtl/>
        </w:rPr>
        <w:br w:type="page"/>
      </w:r>
    </w:p>
    <w:p w:rsidR="0008042A" w:rsidRDefault="0008042A" w:rsidP="0008042A">
      <w:pPr>
        <w:pStyle w:val="libNormal"/>
        <w:rPr>
          <w:rtl/>
        </w:rPr>
      </w:pPr>
      <w:r w:rsidRPr="00904859">
        <w:rPr>
          <w:rtl/>
        </w:rPr>
        <w:lastRenderedPageBreak/>
        <w:t>( أنا أكون له أباً، وهو يكون لي ابناً ) فهو أيضاً كذب وانتهاب من سليمان!</w:t>
      </w:r>
    </w:p>
    <w:p w:rsidR="0008042A" w:rsidRPr="00904859" w:rsidRDefault="0008042A" w:rsidP="0008042A">
      <w:pPr>
        <w:pStyle w:val="libNormal"/>
        <w:rPr>
          <w:rtl/>
        </w:rPr>
      </w:pPr>
      <w:r w:rsidRPr="00904859">
        <w:rPr>
          <w:rtl/>
        </w:rPr>
        <w:t>فقد تكرّر في نقل العهد القديم أن الله قال هذا القول في شأن سليمان بن داود، وهذا نصّه في الإصحاح الثامن والعشرين من أخبار الأيّام الأول، في العدد السادس من قول داود عن وحي الله: ( وقال لي: إن سليمان ابنك هو يبني بيتي ودياري، لأني أخترته لي ابناً، وأنا أكون له أباً ).</w:t>
      </w:r>
    </w:p>
    <w:p w:rsidR="0008042A" w:rsidRPr="00904859" w:rsidRDefault="0008042A" w:rsidP="0008042A">
      <w:pPr>
        <w:pStyle w:val="libNormal"/>
        <w:rPr>
          <w:rtl/>
        </w:rPr>
      </w:pPr>
      <w:r w:rsidRPr="00904859">
        <w:rPr>
          <w:rtl/>
        </w:rPr>
        <w:t>وفي الإصحاح الثاني والعشرين من أخبار الأيام الأول أيضاً، من العدد السابع إلى الحادي عشر، في خطاب داود مع سليمان بكلام الله لداود في شأن سليمان، هكذا: (لأنّ اسمه يكون سليمان، فأجعل سلاماً وسكينة في إسرائيل في أيامه، هو يبني بيتاً لاسمي، وهو يكون لي ابناً، وأنا له أباً ).</w:t>
      </w:r>
    </w:p>
    <w:p w:rsidR="0008042A" w:rsidRPr="00904859" w:rsidRDefault="0008042A" w:rsidP="0008042A">
      <w:pPr>
        <w:pStyle w:val="libNormal"/>
        <w:rPr>
          <w:rtl/>
        </w:rPr>
      </w:pPr>
      <w:r w:rsidRPr="00904859">
        <w:rPr>
          <w:rtl/>
        </w:rPr>
        <w:t>ونحو هذا أيضاً جاء في الإصحاح السابع من سفر صموئيل الثاني، من العدد الثاني إلى الخامس عشر.</w:t>
      </w:r>
    </w:p>
    <w:p w:rsidR="0008042A" w:rsidRPr="00904859" w:rsidRDefault="0008042A" w:rsidP="0008042A">
      <w:pPr>
        <w:pStyle w:val="libNormal"/>
        <w:rPr>
          <w:rtl/>
        </w:rPr>
      </w:pPr>
      <w:r w:rsidRPr="00904859">
        <w:rPr>
          <w:rtl/>
        </w:rPr>
        <w:t>فراجع المقامات المذكورة تجد هذا الكلام صريحاً في شأن سليمان وبنائه لبيت المقدس.</w:t>
      </w:r>
    </w:p>
    <w:p w:rsidR="0008042A" w:rsidRDefault="0008042A" w:rsidP="0008042A">
      <w:pPr>
        <w:pStyle w:val="libNormal"/>
        <w:rPr>
          <w:rtl/>
        </w:rPr>
      </w:pPr>
      <w:r w:rsidRPr="00904859">
        <w:rPr>
          <w:rtl/>
        </w:rPr>
        <w:t>ويا للعجب</w:t>
      </w:r>
      <w:r w:rsidR="00E22A0D">
        <w:rPr>
          <w:rtl/>
        </w:rPr>
        <w:t xml:space="preserve"> - </w:t>
      </w:r>
      <w:r w:rsidRPr="00904859">
        <w:rPr>
          <w:rtl/>
        </w:rPr>
        <w:t>مع هذه التصريحات</w:t>
      </w:r>
      <w:r w:rsidR="00E22A0D">
        <w:rPr>
          <w:rtl/>
        </w:rPr>
        <w:t xml:space="preserve"> - </w:t>
      </w:r>
      <w:r w:rsidRPr="00904859">
        <w:rPr>
          <w:rtl/>
        </w:rPr>
        <w:t>كيف يجترئ أحد من الناس وينتهب هذا الكلام من سليمان، ويجعله مقولا في المسيح عيسى بن مريم؟!</w:t>
      </w:r>
    </w:p>
    <w:p w:rsidR="0008042A" w:rsidRDefault="0008042A" w:rsidP="0008042A">
      <w:pPr>
        <w:pStyle w:val="libNormal"/>
      </w:pPr>
      <w:r>
        <w:rPr>
          <w:rtl/>
        </w:rPr>
        <w:br w:type="page"/>
      </w:r>
    </w:p>
    <w:p w:rsidR="0008042A" w:rsidRDefault="0008042A" w:rsidP="0008042A">
      <w:pPr>
        <w:pStyle w:val="libNormal"/>
        <w:rPr>
          <w:rtl/>
        </w:rPr>
      </w:pPr>
      <w:r w:rsidRPr="00904859">
        <w:rPr>
          <w:rtl/>
        </w:rPr>
        <w:lastRenderedPageBreak/>
        <w:t>فأين ومتى تكون الأمانة والاجتناب عن الكذب والانتهاب؟!!</w:t>
      </w:r>
    </w:p>
    <w:p w:rsidR="0008042A" w:rsidRDefault="0008042A" w:rsidP="0008042A">
      <w:pPr>
        <w:pStyle w:val="libNormal"/>
      </w:pPr>
      <w:r>
        <w:rPr>
          <w:rtl/>
        </w:rPr>
        <w:br w:type="page"/>
      </w:r>
    </w:p>
    <w:p w:rsidR="0008042A" w:rsidRDefault="0008042A" w:rsidP="0008042A">
      <w:pPr>
        <w:pStyle w:val="Heading2"/>
        <w:rPr>
          <w:rtl/>
        </w:rPr>
      </w:pPr>
      <w:bookmarkStart w:id="29" w:name="17"/>
      <w:bookmarkStart w:id="30" w:name="_Toc396029661"/>
      <w:r w:rsidRPr="00904859">
        <w:rPr>
          <w:rtl/>
        </w:rPr>
        <w:lastRenderedPageBreak/>
        <w:t>(ردّ مزعمة أن بولس وأهل كورنتوش لا يموتون)</w:t>
      </w:r>
      <w:bookmarkEnd w:id="29"/>
      <w:bookmarkEnd w:id="30"/>
    </w:p>
    <w:p w:rsidR="0008042A" w:rsidRPr="00904859" w:rsidRDefault="0008042A" w:rsidP="0008042A">
      <w:pPr>
        <w:pStyle w:val="libNormal"/>
        <w:rPr>
          <w:rtl/>
        </w:rPr>
      </w:pPr>
      <w:r w:rsidRPr="00904859">
        <w:rPr>
          <w:rtl/>
        </w:rPr>
        <w:t>في الإصحاح الخامس عشر من رسالة كورنتوش الأولى، في العدد الحادي والخمسين والثاني والخمسين، بعد ذكر قيامة الأموات، جاء عن قول بولس ووحيه ما هذا نصّه:</w:t>
      </w:r>
    </w:p>
    <w:p w:rsidR="0008042A" w:rsidRPr="00904859" w:rsidRDefault="0008042A" w:rsidP="0008042A">
      <w:pPr>
        <w:pStyle w:val="libNormal"/>
        <w:rPr>
          <w:rtl/>
        </w:rPr>
      </w:pPr>
      <w:r w:rsidRPr="00904859">
        <w:rPr>
          <w:rtl/>
        </w:rPr>
        <w:t>( هو ذا سرّ أقوله لكم، لا نرقد كلّنا (أو: كلّنا لا نرقد) في لحظة في طرفة عين عند البوق الأخير، فإنه سيبوّق ويقام الأموات عديمي فساد ونحن نتغيّر ).</w:t>
      </w:r>
    </w:p>
    <w:p w:rsidR="0008042A" w:rsidRPr="00904859" w:rsidRDefault="0008042A" w:rsidP="0008042A">
      <w:pPr>
        <w:pStyle w:val="libNormal"/>
        <w:rPr>
          <w:rtl/>
        </w:rPr>
      </w:pPr>
      <w:r w:rsidRPr="00904859">
        <w:rPr>
          <w:rtl/>
        </w:rPr>
        <w:t>والمراد: لا نموت كلّنا، أو: كلّنا لا نموت، كما تشهد به التراجم بغير العربية.</w:t>
      </w:r>
    </w:p>
    <w:p w:rsidR="0008042A" w:rsidRPr="00904859" w:rsidRDefault="0008042A" w:rsidP="0008042A">
      <w:pPr>
        <w:pStyle w:val="libNormal"/>
        <w:rPr>
          <w:rtl/>
        </w:rPr>
      </w:pPr>
      <w:r w:rsidRPr="00904859">
        <w:rPr>
          <w:rtl/>
        </w:rPr>
        <w:t>ويا للعجب! أين صار هذا الوعد السرّي الغيبي الذي قاله بولس بالوحي لأهل كورنتوش؟!</w:t>
      </w:r>
    </w:p>
    <w:p w:rsidR="0008042A" w:rsidRPr="00904859" w:rsidRDefault="0008042A" w:rsidP="0008042A">
      <w:pPr>
        <w:pStyle w:val="libNormal"/>
        <w:rPr>
          <w:rtl/>
        </w:rPr>
      </w:pPr>
      <w:r w:rsidRPr="00904859">
        <w:rPr>
          <w:rtl/>
        </w:rPr>
        <w:t>أليس قد مات بولس وأهل كورنتوش ورقدوا في مضاجع الأموات، وطحنهم البلى، ومضى على موتهم أكثر من ألف وثمان مائة سنة؟!</w:t>
      </w:r>
    </w:p>
    <w:p w:rsidR="0008042A" w:rsidRDefault="0008042A" w:rsidP="0008042A">
      <w:pPr>
        <w:pStyle w:val="libNormal"/>
        <w:rPr>
          <w:rtl/>
        </w:rPr>
      </w:pPr>
      <w:r w:rsidRPr="00904859">
        <w:rPr>
          <w:rtl/>
        </w:rPr>
        <w:t>فيا للأسف على هذا الوعد والسرّ الغيبي الصادر عن الوحي!!</w:t>
      </w:r>
    </w:p>
    <w:p w:rsidR="0008042A" w:rsidRDefault="0008042A" w:rsidP="0008042A">
      <w:pPr>
        <w:pStyle w:val="libNormal"/>
      </w:pPr>
      <w:r>
        <w:rPr>
          <w:rtl/>
        </w:rPr>
        <w:br w:type="page"/>
      </w:r>
    </w:p>
    <w:p w:rsidR="0008042A" w:rsidRDefault="0008042A" w:rsidP="0008042A">
      <w:pPr>
        <w:pStyle w:val="Heading2"/>
        <w:rPr>
          <w:rtl/>
        </w:rPr>
      </w:pPr>
      <w:bookmarkStart w:id="31" w:name="18"/>
      <w:bookmarkStart w:id="32" w:name="_Toc396029662"/>
      <w:r w:rsidRPr="00904859">
        <w:rPr>
          <w:rtl/>
        </w:rPr>
        <w:lastRenderedPageBreak/>
        <w:t>(ردّ مزعمة أن بولس وأهل تسالونيكي لا يموتون)</w:t>
      </w:r>
      <w:bookmarkEnd w:id="31"/>
      <w:bookmarkEnd w:id="32"/>
    </w:p>
    <w:p w:rsidR="0008042A" w:rsidRPr="00904859" w:rsidRDefault="0008042A" w:rsidP="0008042A">
      <w:pPr>
        <w:pStyle w:val="libNormal"/>
        <w:rPr>
          <w:rtl/>
        </w:rPr>
      </w:pPr>
      <w:r w:rsidRPr="00904859">
        <w:rPr>
          <w:rtl/>
        </w:rPr>
        <w:t>وفي الإصحاح الرابع من رسالة تسالونيكي الأولى، من أول العدد الخامس عشر إلى الثامن عشر، جاء ما هذا نصّه:</w:t>
      </w:r>
    </w:p>
    <w:p w:rsidR="0008042A" w:rsidRPr="00904859" w:rsidRDefault="0008042A" w:rsidP="0008042A">
      <w:pPr>
        <w:pStyle w:val="libNormal"/>
        <w:rPr>
          <w:rtl/>
        </w:rPr>
      </w:pPr>
      <w:r w:rsidRPr="00904859">
        <w:rPr>
          <w:rtl/>
        </w:rPr>
        <w:t>( فإنّا نقول لكم هذا بكلمة الربّ: إننا نحن الأحياء الباقين إلى مجيء الربّ، لا نسبق الراقدين، لأن الرب نفسه بهتاف بصوت رئيس ملائكة وبوق الله سوف ينزل من السماء، والأموات في المسيح سيقومون، ثم نحن الأحياء الباقين سنخطف جميعاً معهم في السحب لملاقاة الربّ في الهواء ).</w:t>
      </w:r>
    </w:p>
    <w:p w:rsidR="0008042A" w:rsidRPr="00904859" w:rsidRDefault="0008042A" w:rsidP="0008042A">
      <w:pPr>
        <w:pStyle w:val="libNormal"/>
        <w:rPr>
          <w:rtl/>
        </w:rPr>
      </w:pPr>
      <w:r w:rsidRPr="00904859">
        <w:rPr>
          <w:rtl/>
        </w:rPr>
        <w:t>ويا للأسف لأهل تسالونيكي وبولس! أي حيّ منهم بقي إلى مجيء المسيح وقيامة الأموات؟!</w:t>
      </w:r>
    </w:p>
    <w:p w:rsidR="0008042A" w:rsidRPr="00904859" w:rsidRDefault="0008042A" w:rsidP="0008042A">
      <w:pPr>
        <w:pStyle w:val="libNormal"/>
        <w:rPr>
          <w:rtl/>
        </w:rPr>
      </w:pPr>
      <w:r w:rsidRPr="00904859">
        <w:rPr>
          <w:rtl/>
        </w:rPr>
        <w:t>وأين الأحياء الباقون لكي يخطفون في السحب مع الأموات القائمين من الموت في القيامة؟!</w:t>
      </w:r>
    </w:p>
    <w:p w:rsidR="0008042A" w:rsidRPr="00904859" w:rsidRDefault="0008042A" w:rsidP="0008042A">
      <w:pPr>
        <w:pStyle w:val="libNormal"/>
        <w:rPr>
          <w:rtl/>
        </w:rPr>
      </w:pPr>
      <w:r w:rsidRPr="00904859">
        <w:rPr>
          <w:rtl/>
        </w:rPr>
        <w:t>نعم، ها هو بولس وأهل تسالونيكي، قد اختطفهم الموت بقبور البلا، فدُرِست رممهم</w:t>
      </w:r>
      <w:r w:rsidR="00E22A0D">
        <w:rPr>
          <w:rtl/>
        </w:rPr>
        <w:t>؛</w:t>
      </w:r>
      <w:r w:rsidRPr="00904859">
        <w:rPr>
          <w:rtl/>
        </w:rPr>
        <w:t xml:space="preserve"> وها هم منذ ثمانية عشر قرناً إلى الآن يختطفهم الموت إلى البِلى والاندراس!</w:t>
      </w:r>
    </w:p>
    <w:p w:rsidR="0008042A" w:rsidRPr="00904859" w:rsidRDefault="0008042A" w:rsidP="0008042A">
      <w:pPr>
        <w:pStyle w:val="libNormal"/>
        <w:rPr>
          <w:rtl/>
        </w:rPr>
      </w:pPr>
      <w:r w:rsidRPr="00904859">
        <w:rPr>
          <w:rtl/>
        </w:rPr>
        <w:t xml:space="preserve">فيا للأسف على هذا القول المقول بكلمة الربّ، بل يا </w:t>
      </w:r>
    </w:p>
    <w:p w:rsidR="0008042A" w:rsidRDefault="0008042A" w:rsidP="0008042A">
      <w:pPr>
        <w:pStyle w:val="libNormal"/>
      </w:pPr>
      <w:r>
        <w:rPr>
          <w:rtl/>
        </w:rPr>
        <w:br w:type="page"/>
      </w:r>
    </w:p>
    <w:p w:rsidR="0008042A" w:rsidRDefault="0008042A" w:rsidP="0008042A">
      <w:pPr>
        <w:pStyle w:val="libNormal"/>
        <w:rPr>
          <w:rtl/>
        </w:rPr>
      </w:pPr>
      <w:r w:rsidRPr="00904859">
        <w:rPr>
          <w:rtl/>
        </w:rPr>
        <w:lastRenderedPageBreak/>
        <w:t>للأسف لكلمة الله وشرفها إذ تلوّث بهذه الأقوال التي يظهر حالها بعد قليل من الزمان!</w:t>
      </w:r>
    </w:p>
    <w:p w:rsidR="0008042A" w:rsidRDefault="0008042A" w:rsidP="0008042A">
      <w:pPr>
        <w:pStyle w:val="libNormal"/>
      </w:pPr>
      <w:r>
        <w:rPr>
          <w:rtl/>
        </w:rPr>
        <w:br w:type="page"/>
      </w:r>
    </w:p>
    <w:p w:rsidR="0008042A" w:rsidRDefault="0008042A" w:rsidP="0008042A">
      <w:pPr>
        <w:pStyle w:val="Heading2"/>
        <w:rPr>
          <w:rtl/>
        </w:rPr>
      </w:pPr>
      <w:bookmarkStart w:id="33" w:name="19"/>
      <w:bookmarkStart w:id="34" w:name="_Toc396029663"/>
      <w:r w:rsidRPr="00904859">
        <w:rPr>
          <w:rtl/>
        </w:rPr>
        <w:lastRenderedPageBreak/>
        <w:t>(الكشف عن أن بطرس يكذب ويرائي في دينه)</w:t>
      </w:r>
      <w:bookmarkEnd w:id="33"/>
      <w:bookmarkEnd w:id="34"/>
    </w:p>
    <w:p w:rsidR="0008042A" w:rsidRPr="00904859" w:rsidRDefault="0008042A" w:rsidP="0008042A">
      <w:pPr>
        <w:pStyle w:val="libNormal"/>
        <w:rPr>
          <w:rtl/>
        </w:rPr>
      </w:pPr>
      <w:r w:rsidRPr="00904859">
        <w:rPr>
          <w:rtl/>
        </w:rPr>
        <w:t>وفي الإصحاح الثاني من الرسالة إلى أهل غلاطية، من العدد الحادي عشر إلى نهاية الثالث عشر، عن قول بولس ما نصّه:</w:t>
      </w:r>
    </w:p>
    <w:p w:rsidR="0008042A" w:rsidRPr="00904859" w:rsidRDefault="0008042A" w:rsidP="0008042A">
      <w:pPr>
        <w:pStyle w:val="libNormal"/>
        <w:rPr>
          <w:rtl/>
        </w:rPr>
      </w:pPr>
      <w:r w:rsidRPr="0008042A">
        <w:rPr>
          <w:rtl/>
        </w:rPr>
        <w:t>(ولمّا أتى بطرس إلى أنطاكية قاومته مواجهة، لأنه كان ملوماً، لأنه قبلما أتى قوم من عند يعقوب كان يأكل مع الأمم</w:t>
      </w:r>
      <w:r w:rsidRPr="0008042A">
        <w:rPr>
          <w:rStyle w:val="libFootnotenumChar"/>
          <w:rtl/>
        </w:rPr>
        <w:t>(1)</w:t>
      </w:r>
      <w:r w:rsidRPr="0008042A">
        <w:rPr>
          <w:rtl/>
        </w:rPr>
        <w:t>ولكن لمّا أتوا كان يؤخر ويفرز نفسه</w:t>
      </w:r>
      <w:r w:rsidRPr="0008042A">
        <w:rPr>
          <w:rStyle w:val="libFootnotenumChar"/>
          <w:rtl/>
        </w:rPr>
        <w:t>(2)</w:t>
      </w:r>
      <w:r w:rsidRPr="0008042A">
        <w:rPr>
          <w:rtl/>
        </w:rPr>
        <w:t xml:space="preserve">، وراءى معه اليهود أيضاً، حتى أن برنابا انقاد إلى ريائهم </w:t>
      </w:r>
      <w:r w:rsidRPr="0008042A">
        <w:rPr>
          <w:rFonts w:hint="cs"/>
          <w:rtl/>
        </w:rPr>
        <w:t>)</w:t>
      </w:r>
      <w:r w:rsidRPr="0008042A">
        <w:rPr>
          <w:rtl/>
        </w:rPr>
        <w:t xml:space="preserve"> انتهى.</w:t>
      </w:r>
    </w:p>
    <w:p w:rsidR="0008042A" w:rsidRPr="00904859" w:rsidRDefault="0008042A" w:rsidP="0008042A">
      <w:pPr>
        <w:pStyle w:val="libNormal"/>
        <w:rPr>
          <w:rtl/>
        </w:rPr>
      </w:pPr>
      <w:r w:rsidRPr="00904859">
        <w:rPr>
          <w:rtl/>
        </w:rPr>
        <w:t>ويا للأسف إذا كان بطرس</w:t>
      </w:r>
      <w:r w:rsidR="00E22A0D">
        <w:rPr>
          <w:rtl/>
        </w:rPr>
        <w:t xml:space="preserve"> - </w:t>
      </w:r>
      <w:r w:rsidRPr="00904859">
        <w:rPr>
          <w:rtl/>
        </w:rPr>
        <w:t>خليفة المسيح عندهم</w:t>
      </w:r>
      <w:r w:rsidR="00E22A0D">
        <w:rPr>
          <w:rtl/>
        </w:rPr>
        <w:t xml:space="preserve"> - </w:t>
      </w:r>
      <w:r w:rsidRPr="00904859">
        <w:rPr>
          <w:rtl/>
        </w:rPr>
        <w:t>يكذب ويرائي في دينه!! وحاشاه.</w:t>
      </w:r>
    </w:p>
    <w:p w:rsidR="0008042A" w:rsidRPr="00904859" w:rsidRDefault="0008042A" w:rsidP="0008042A">
      <w:pPr>
        <w:pStyle w:val="libLine"/>
        <w:rPr>
          <w:rtl/>
        </w:rPr>
      </w:pPr>
      <w:r>
        <w:rPr>
          <w:rtl/>
        </w:rPr>
        <w:t>____________________</w:t>
      </w:r>
    </w:p>
    <w:p w:rsidR="0008042A" w:rsidRPr="00904859" w:rsidRDefault="0008042A" w:rsidP="0008042A">
      <w:pPr>
        <w:pStyle w:val="libFootnote0"/>
        <w:rPr>
          <w:rtl/>
        </w:rPr>
      </w:pPr>
      <w:r w:rsidRPr="00904859">
        <w:rPr>
          <w:rtl/>
        </w:rPr>
        <w:t>1- أي: على خلاف شريعة التوراة. لأن الأمم كانوا وثنيّين.</w:t>
      </w:r>
    </w:p>
    <w:p w:rsidR="0008042A" w:rsidRPr="0008042A" w:rsidRDefault="0008042A" w:rsidP="0008042A">
      <w:pPr>
        <w:pStyle w:val="libFootnote0"/>
        <w:rPr>
          <w:rtl/>
        </w:rPr>
      </w:pPr>
      <w:r w:rsidRPr="0008042A">
        <w:rPr>
          <w:rtl/>
        </w:rPr>
        <w:t>2- أي: يرائي ويظهر أنه يتنجس من الأمم ولا يأكل معهم.</w:t>
      </w:r>
    </w:p>
    <w:p w:rsidR="0008042A" w:rsidRDefault="0008042A" w:rsidP="0008042A">
      <w:pPr>
        <w:pStyle w:val="libNormal"/>
      </w:pPr>
      <w:r>
        <w:rPr>
          <w:rtl/>
        </w:rPr>
        <w:br w:type="page"/>
      </w:r>
    </w:p>
    <w:p w:rsidR="0008042A" w:rsidRDefault="0008042A" w:rsidP="0008042A">
      <w:pPr>
        <w:pStyle w:val="Heading2"/>
        <w:rPr>
          <w:rtl/>
        </w:rPr>
      </w:pPr>
      <w:bookmarkStart w:id="35" w:name="20"/>
      <w:bookmarkStart w:id="36" w:name="_Toc396029664"/>
      <w:r w:rsidRPr="00904859">
        <w:rPr>
          <w:rtl/>
        </w:rPr>
        <w:lastRenderedPageBreak/>
        <w:t>(ردّ مزعمة أن يعقوب وجميع المشايخ أمروا بولس أن يرائي)</w:t>
      </w:r>
      <w:bookmarkEnd w:id="35"/>
      <w:bookmarkEnd w:id="36"/>
    </w:p>
    <w:p w:rsidR="0008042A" w:rsidRPr="00904859" w:rsidRDefault="0008042A" w:rsidP="0008042A">
      <w:pPr>
        <w:pStyle w:val="libNormal"/>
        <w:rPr>
          <w:rtl/>
        </w:rPr>
      </w:pPr>
      <w:r w:rsidRPr="00904859">
        <w:rPr>
          <w:rtl/>
        </w:rPr>
        <w:t>وفي الإصحاح الحادي والعشرين من كتاب أعمال الرسل، من العدد الثامن عشر إلى السابع والعشرين، ما حاصله:</w:t>
      </w:r>
    </w:p>
    <w:p w:rsidR="0008042A" w:rsidRPr="00904859" w:rsidRDefault="0008042A" w:rsidP="0008042A">
      <w:pPr>
        <w:pStyle w:val="libNormal"/>
        <w:rPr>
          <w:rtl/>
        </w:rPr>
      </w:pPr>
      <w:r w:rsidRPr="0008042A">
        <w:rPr>
          <w:rtl/>
        </w:rPr>
        <w:t>إن يعقوب وجميع المشايخ</w:t>
      </w:r>
      <w:r w:rsidRPr="0008042A">
        <w:rPr>
          <w:rStyle w:val="libFootnotenumChar"/>
          <w:rtl/>
        </w:rPr>
        <w:t>(1)</w:t>
      </w:r>
      <w:r w:rsidRPr="0008042A">
        <w:rPr>
          <w:rtl/>
        </w:rPr>
        <w:t xml:space="preserve"> أمروا بولس أن يرائي ويعمل بأحكام التوراة رياءً لليهود وتمويهاً، لإبطال المشايخ والتلاميذ لشريعة التوراة.</w:t>
      </w:r>
    </w:p>
    <w:p w:rsidR="0008042A" w:rsidRDefault="0008042A" w:rsidP="0008042A">
      <w:pPr>
        <w:pStyle w:val="libNormal"/>
        <w:rPr>
          <w:rtl/>
        </w:rPr>
      </w:pPr>
      <w:r w:rsidRPr="00904859">
        <w:rPr>
          <w:rtl/>
        </w:rPr>
        <w:t>فانظر هذا المقام من كتاب أعمال الرسل، ويا للأسف!!</w:t>
      </w:r>
    </w:p>
    <w:p w:rsidR="0008042A" w:rsidRPr="0008042A" w:rsidRDefault="0008042A" w:rsidP="0008042A">
      <w:pPr>
        <w:pStyle w:val="libLine"/>
        <w:rPr>
          <w:rtl/>
        </w:rPr>
      </w:pPr>
      <w:r w:rsidRPr="0008042A">
        <w:rPr>
          <w:rtl/>
        </w:rPr>
        <w:t>____________________</w:t>
      </w:r>
    </w:p>
    <w:p w:rsidR="0008042A" w:rsidRDefault="0008042A" w:rsidP="0008042A">
      <w:pPr>
        <w:pStyle w:val="libFootnote0"/>
        <w:rPr>
          <w:rtl/>
        </w:rPr>
      </w:pPr>
      <w:r w:rsidRPr="00904859">
        <w:rPr>
          <w:rtl/>
        </w:rPr>
        <w:t>1- يعني تلاميذ المسيح ورؤساء الديانة المسيحية.</w:t>
      </w:r>
    </w:p>
    <w:p w:rsidR="0008042A" w:rsidRDefault="0008042A" w:rsidP="0008042A">
      <w:pPr>
        <w:pStyle w:val="libNormal"/>
      </w:pPr>
      <w:r>
        <w:rPr>
          <w:rtl/>
        </w:rPr>
        <w:br w:type="page"/>
      </w:r>
    </w:p>
    <w:p w:rsidR="0008042A" w:rsidRDefault="0008042A" w:rsidP="0008042A">
      <w:pPr>
        <w:pStyle w:val="Heading2"/>
        <w:rPr>
          <w:rtl/>
        </w:rPr>
      </w:pPr>
      <w:bookmarkStart w:id="37" w:name="21"/>
      <w:bookmarkStart w:id="38" w:name="_Toc396029665"/>
      <w:r w:rsidRPr="00904859">
        <w:rPr>
          <w:rtl/>
        </w:rPr>
        <w:lastRenderedPageBreak/>
        <w:t>(الكشف عن أن بولس استعمل الرياء وختن تيموثاوس)</w:t>
      </w:r>
      <w:bookmarkEnd w:id="37"/>
      <w:bookmarkEnd w:id="38"/>
    </w:p>
    <w:p w:rsidR="0008042A" w:rsidRPr="00904859" w:rsidRDefault="0008042A" w:rsidP="0008042A">
      <w:pPr>
        <w:pStyle w:val="libNormal"/>
        <w:rPr>
          <w:rtl/>
        </w:rPr>
      </w:pPr>
      <w:r w:rsidRPr="00904859">
        <w:rPr>
          <w:rtl/>
        </w:rPr>
        <w:t>وفي الإصحاح السادس عشر من كتاب أعمال الرسل، من العدد الأول إلى الرابع ما حاصله:</w:t>
      </w:r>
    </w:p>
    <w:p w:rsidR="0008042A" w:rsidRDefault="0008042A" w:rsidP="0008042A">
      <w:pPr>
        <w:pStyle w:val="libNormal"/>
        <w:rPr>
          <w:rtl/>
        </w:rPr>
      </w:pPr>
      <w:r w:rsidRPr="00904859">
        <w:rPr>
          <w:rtl/>
        </w:rPr>
        <w:t>إن بولس استعمل الرياء وختن تيموثاوس على خلاف تعليمه، لكي يرائي ويظهر كذباً أنه يعمل بأحكام التوراة وخصوص الختان!</w:t>
      </w:r>
    </w:p>
    <w:p w:rsidR="0008042A" w:rsidRDefault="0008042A" w:rsidP="0008042A">
      <w:pPr>
        <w:pStyle w:val="libNormal"/>
      </w:pPr>
      <w:r>
        <w:rPr>
          <w:rtl/>
        </w:rPr>
        <w:br w:type="page"/>
      </w:r>
    </w:p>
    <w:p w:rsidR="0008042A" w:rsidRDefault="0008042A" w:rsidP="0008042A">
      <w:pPr>
        <w:pStyle w:val="Heading2"/>
        <w:rPr>
          <w:rtl/>
        </w:rPr>
      </w:pPr>
      <w:bookmarkStart w:id="39" w:name="22"/>
      <w:bookmarkStart w:id="40" w:name="_Toc396029666"/>
      <w:r w:rsidRPr="00904859">
        <w:rPr>
          <w:rtl/>
        </w:rPr>
        <w:lastRenderedPageBreak/>
        <w:t>(الكشف عن أن بولس كذب وخالف وعده للمسيح)</w:t>
      </w:r>
      <w:bookmarkEnd w:id="39"/>
      <w:bookmarkEnd w:id="40"/>
    </w:p>
    <w:p w:rsidR="0008042A" w:rsidRPr="00904859" w:rsidRDefault="0008042A" w:rsidP="0008042A">
      <w:pPr>
        <w:pStyle w:val="libNormal"/>
        <w:rPr>
          <w:rtl/>
        </w:rPr>
      </w:pPr>
      <w:r w:rsidRPr="0008042A">
        <w:rPr>
          <w:rtl/>
        </w:rPr>
        <w:t>تذكر الأناجيل أنه لما قبض اليهود على المسيح وأخذوه إلى رئيس الكهنة، تبعه بطرس، فقال بعض اليهود: إنّ هذا</w:t>
      </w:r>
      <w:r w:rsidRPr="0008042A">
        <w:rPr>
          <w:rStyle w:val="libFootnotenumChar"/>
          <w:rtl/>
        </w:rPr>
        <w:t>(1)</w:t>
      </w:r>
      <w:r w:rsidRPr="0008042A">
        <w:rPr>
          <w:rtl/>
        </w:rPr>
        <w:t xml:space="preserve"> من أصحاب المسيح</w:t>
      </w:r>
      <w:r w:rsidR="00E22A0D">
        <w:rPr>
          <w:rtl/>
        </w:rPr>
        <w:t>؛</w:t>
      </w:r>
      <w:r w:rsidRPr="0008042A">
        <w:rPr>
          <w:rtl/>
        </w:rPr>
        <w:t xml:space="preserve"> فأنكر بطرس بقسم قائلا: لست أعرف الرجل</w:t>
      </w:r>
      <w:r w:rsidRPr="0008042A">
        <w:rPr>
          <w:rStyle w:val="libFootnotenumChar"/>
          <w:rtl/>
        </w:rPr>
        <w:t>(2)</w:t>
      </w:r>
      <w:r w:rsidRPr="0008042A">
        <w:rPr>
          <w:rtl/>
        </w:rPr>
        <w:t>...</w:t>
      </w:r>
    </w:p>
    <w:p w:rsidR="0008042A" w:rsidRPr="00904859" w:rsidRDefault="0008042A" w:rsidP="0008042A">
      <w:pPr>
        <w:pStyle w:val="libNormal"/>
        <w:rPr>
          <w:rtl/>
        </w:rPr>
      </w:pPr>
      <w:r w:rsidRPr="00904859">
        <w:rPr>
          <w:rtl/>
        </w:rPr>
        <w:t>ثم قيل له ثانياً، فابتدأ يلعن ويحلف: إني لا أعرف هذا الرجل..</w:t>
      </w:r>
    </w:p>
    <w:p w:rsidR="0008042A" w:rsidRPr="00904859" w:rsidRDefault="0008042A" w:rsidP="0008042A">
      <w:pPr>
        <w:pStyle w:val="libNormal"/>
        <w:rPr>
          <w:rtl/>
        </w:rPr>
      </w:pPr>
      <w:r w:rsidRPr="00904859">
        <w:rPr>
          <w:rtl/>
        </w:rPr>
        <w:t>وتقول الأناجيل: إن المسيح أنذره في تلك الليلة وأخبره بأنه ينكره ثلاث مرات، فقال له بطرس: ولو اضطررت إلى أن أموت معك لا أنكرك..</w:t>
      </w:r>
    </w:p>
    <w:p w:rsidR="0008042A" w:rsidRPr="00904859" w:rsidRDefault="0008042A" w:rsidP="0008042A">
      <w:pPr>
        <w:pStyle w:val="libNormal"/>
        <w:rPr>
          <w:rtl/>
        </w:rPr>
      </w:pPr>
      <w:r w:rsidRPr="00904859">
        <w:rPr>
          <w:rtl/>
        </w:rPr>
        <w:t>فانظر إلى ذلك في الإصحاح السادس والعشرين من إنجيل متّى في العدد 34 و 35 و69 إلى آخر الإصحاح المذكور، وانظر إلى الإصحاح الرابع عشر من مرقس.</w:t>
      </w:r>
    </w:p>
    <w:p w:rsidR="0008042A" w:rsidRPr="00904859" w:rsidRDefault="0008042A" w:rsidP="0008042A">
      <w:pPr>
        <w:pStyle w:val="libNormal"/>
        <w:rPr>
          <w:rtl/>
        </w:rPr>
      </w:pPr>
      <w:r w:rsidRPr="00904859">
        <w:rPr>
          <w:rtl/>
        </w:rPr>
        <w:t xml:space="preserve">وليت كاتب الإنجيل يخبرنا صريحاً أنه لمن صار </w:t>
      </w:r>
    </w:p>
    <w:p w:rsidR="0008042A" w:rsidRPr="0008042A" w:rsidRDefault="0008042A" w:rsidP="0008042A">
      <w:pPr>
        <w:pStyle w:val="libLine"/>
        <w:rPr>
          <w:rtl/>
        </w:rPr>
      </w:pPr>
      <w:r w:rsidRPr="0008042A">
        <w:rPr>
          <w:rtl/>
        </w:rPr>
        <w:t>____________________</w:t>
      </w:r>
    </w:p>
    <w:p w:rsidR="0008042A" w:rsidRPr="0008042A" w:rsidRDefault="0008042A" w:rsidP="0008042A">
      <w:pPr>
        <w:pStyle w:val="libFootnote0"/>
        <w:rPr>
          <w:rtl/>
        </w:rPr>
      </w:pPr>
      <w:r w:rsidRPr="00904859">
        <w:rPr>
          <w:rtl/>
        </w:rPr>
        <w:t>1- يعني بطرس.</w:t>
      </w:r>
    </w:p>
    <w:p w:rsidR="0008042A" w:rsidRPr="00904859" w:rsidRDefault="0008042A" w:rsidP="0008042A">
      <w:pPr>
        <w:pStyle w:val="libFootnote0"/>
        <w:rPr>
          <w:rtl/>
        </w:rPr>
      </w:pPr>
      <w:r w:rsidRPr="00904859">
        <w:rPr>
          <w:rtl/>
        </w:rPr>
        <w:t>2- يعني المسيح.</w:t>
      </w:r>
    </w:p>
    <w:p w:rsidR="0008042A" w:rsidRDefault="0008042A" w:rsidP="0008042A">
      <w:pPr>
        <w:pStyle w:val="libNormal"/>
      </w:pPr>
      <w:r>
        <w:rPr>
          <w:rtl/>
        </w:rPr>
        <w:br w:type="page"/>
      </w:r>
    </w:p>
    <w:p w:rsidR="0008042A" w:rsidRDefault="0008042A" w:rsidP="0008042A">
      <w:pPr>
        <w:pStyle w:val="libNormal"/>
        <w:rPr>
          <w:rtl/>
        </w:rPr>
      </w:pPr>
      <w:r w:rsidRPr="00904859">
        <w:rPr>
          <w:rtl/>
        </w:rPr>
        <w:lastRenderedPageBreak/>
        <w:t>بطرس يلعن؟! ويا للعجب كيف صار بطرس هذا الرجل الكبير يحلف كذباً؟! وكيف خالف وعده للمسيح؟! أفلا تحاشى بطرس من ذلك؟!</w:t>
      </w:r>
    </w:p>
    <w:p w:rsidR="0008042A" w:rsidRDefault="0008042A" w:rsidP="0008042A">
      <w:pPr>
        <w:pStyle w:val="libNormal"/>
        <w:rPr>
          <w:rtl/>
        </w:rPr>
      </w:pPr>
      <w:r w:rsidRPr="00904859">
        <w:rPr>
          <w:rtl/>
        </w:rPr>
        <w:t>دع هذا، ولكن هلّم الخطب فيما تنسبه الأناجيل من الكذب والتحريف إلى قدس المسيح!</w:t>
      </w:r>
    </w:p>
    <w:p w:rsidR="0008042A" w:rsidRDefault="0008042A" w:rsidP="0008042A">
      <w:pPr>
        <w:pStyle w:val="libNormal"/>
      </w:pPr>
      <w:r>
        <w:rPr>
          <w:rtl/>
        </w:rPr>
        <w:br w:type="page"/>
      </w:r>
    </w:p>
    <w:p w:rsidR="0008042A" w:rsidRDefault="0008042A" w:rsidP="0008042A">
      <w:pPr>
        <w:pStyle w:val="Heading2"/>
        <w:rPr>
          <w:rtl/>
        </w:rPr>
      </w:pPr>
      <w:bookmarkStart w:id="41" w:name="23"/>
      <w:bookmarkStart w:id="42" w:name="_Toc396029667"/>
      <w:r w:rsidRPr="00904859">
        <w:rPr>
          <w:rtl/>
        </w:rPr>
        <w:lastRenderedPageBreak/>
        <w:t>(الردّ على مزعمة أن المسيح من المتنبّئين الكذبة)</w:t>
      </w:r>
      <w:bookmarkEnd w:id="41"/>
      <w:bookmarkEnd w:id="42"/>
    </w:p>
    <w:p w:rsidR="0008042A" w:rsidRPr="00904859" w:rsidRDefault="0008042A" w:rsidP="0008042A">
      <w:pPr>
        <w:pStyle w:val="libNormal"/>
        <w:rPr>
          <w:rtl/>
        </w:rPr>
      </w:pPr>
      <w:r w:rsidRPr="00904859">
        <w:rPr>
          <w:rtl/>
        </w:rPr>
        <w:t>في الإصحاح الثاني عشر من إنجيل متّى، في العدد الثامن والثلاثين إلى الحادي والأربعين، عن قول المسيح ما هذا نصّه:</w:t>
      </w:r>
    </w:p>
    <w:p w:rsidR="0008042A" w:rsidRPr="00904859" w:rsidRDefault="0008042A" w:rsidP="0008042A">
      <w:pPr>
        <w:pStyle w:val="libNormal"/>
        <w:rPr>
          <w:rtl/>
        </w:rPr>
      </w:pPr>
      <w:r w:rsidRPr="0008042A">
        <w:rPr>
          <w:rtl/>
        </w:rPr>
        <w:t>( وقال</w:t>
      </w:r>
      <w:r w:rsidRPr="0008042A">
        <w:rPr>
          <w:rStyle w:val="libFootnotenumChar"/>
          <w:rtl/>
        </w:rPr>
        <w:t>(1)</w:t>
      </w:r>
      <w:r w:rsidRPr="0008042A">
        <w:rPr>
          <w:rStyle w:val="libNormalChar"/>
          <w:rtl/>
        </w:rPr>
        <w:t xml:space="preserve"> </w:t>
      </w:r>
      <w:r w:rsidRPr="0008042A">
        <w:rPr>
          <w:rtl/>
        </w:rPr>
        <w:t>لهم: جيل شرير يطلب آية ولا تعطي له آية، إلاّ آية يونان النبيّ</w:t>
      </w:r>
      <w:r w:rsidRPr="0008042A">
        <w:rPr>
          <w:rStyle w:val="libFootnotenumChar"/>
          <w:rtl/>
        </w:rPr>
        <w:t>(2)</w:t>
      </w:r>
      <w:r w:rsidRPr="0008042A">
        <w:rPr>
          <w:rtl/>
        </w:rPr>
        <w:t xml:space="preserve"> لأنه كما كان يونان في بطن الحوت ثلاثة أيام وثلاث ليال، هكذا يكون ابن الإنسان</w:t>
      </w:r>
      <w:r w:rsidRPr="0008042A">
        <w:rPr>
          <w:rStyle w:val="libFootnotenumChar"/>
          <w:rtl/>
        </w:rPr>
        <w:t>(3)</w:t>
      </w:r>
      <w:r w:rsidRPr="0008042A">
        <w:rPr>
          <w:rtl/>
        </w:rPr>
        <w:t xml:space="preserve"> في قلب الأرض ثلاثة أيام وثلاث ليال ).</w:t>
      </w:r>
    </w:p>
    <w:p w:rsidR="0008042A" w:rsidRPr="00904859" w:rsidRDefault="0008042A" w:rsidP="0008042A">
      <w:pPr>
        <w:pStyle w:val="libNormal"/>
        <w:rPr>
          <w:rtl/>
        </w:rPr>
      </w:pPr>
      <w:r w:rsidRPr="00904859">
        <w:rPr>
          <w:rtl/>
        </w:rPr>
        <w:t>والمراد: أن معجزته أن يموت ويدفن في القبر، ويبقى فيه ميتاً ثلاثة أيّام وثلاث ليال، ثم بعدها يحيا ويقوم من الموت ويخرج من القبر...</w:t>
      </w:r>
    </w:p>
    <w:p w:rsidR="0008042A" w:rsidRDefault="0008042A" w:rsidP="0008042A">
      <w:pPr>
        <w:pStyle w:val="libNormal"/>
        <w:rPr>
          <w:rtl/>
        </w:rPr>
      </w:pPr>
      <w:r w:rsidRPr="00904859">
        <w:rPr>
          <w:rtl/>
        </w:rPr>
        <w:t>هذا، ولكن الأناجيل تكذّب هذا الخبر، وتصرّح بأنه عند المساء من يوم الجمعة</w:t>
      </w:r>
      <w:r w:rsidR="00E22A0D">
        <w:rPr>
          <w:rtl/>
        </w:rPr>
        <w:t xml:space="preserve"> - </w:t>
      </w:r>
      <w:r w:rsidRPr="00904859">
        <w:rPr>
          <w:rtl/>
        </w:rPr>
        <w:t>الذي يسمّيه اليهود يوم الاستعداد للسبت</w:t>
      </w:r>
      <w:r w:rsidR="00E22A0D">
        <w:rPr>
          <w:rtl/>
        </w:rPr>
        <w:t xml:space="preserve"> - </w:t>
      </w:r>
      <w:r w:rsidRPr="00904859">
        <w:rPr>
          <w:rtl/>
        </w:rPr>
        <w:t>جاء رجل وطلب جثّة المسيح من الحاكم، ودفنه ليلة السبت.</w:t>
      </w:r>
    </w:p>
    <w:p w:rsidR="0008042A" w:rsidRPr="0008042A" w:rsidRDefault="0008042A" w:rsidP="0008042A">
      <w:pPr>
        <w:pStyle w:val="libLine"/>
        <w:rPr>
          <w:rtl/>
        </w:rPr>
      </w:pPr>
      <w:r w:rsidRPr="0008042A">
        <w:rPr>
          <w:rtl/>
        </w:rPr>
        <w:t>____________________</w:t>
      </w:r>
    </w:p>
    <w:p w:rsidR="0008042A" w:rsidRPr="0008042A" w:rsidRDefault="0008042A" w:rsidP="0008042A">
      <w:pPr>
        <w:pStyle w:val="libFootnote0"/>
        <w:rPr>
          <w:rtl/>
        </w:rPr>
      </w:pPr>
      <w:r w:rsidRPr="00904859">
        <w:rPr>
          <w:rtl/>
        </w:rPr>
        <w:t>1- يعني المسيح.</w:t>
      </w:r>
    </w:p>
    <w:p w:rsidR="0008042A" w:rsidRPr="0008042A" w:rsidRDefault="0008042A" w:rsidP="0008042A">
      <w:pPr>
        <w:pStyle w:val="libFootnote0"/>
        <w:rPr>
          <w:rtl/>
        </w:rPr>
      </w:pPr>
      <w:r w:rsidRPr="00904859">
        <w:rPr>
          <w:rtl/>
        </w:rPr>
        <w:t>2- أي: يونس بن متّى.</w:t>
      </w:r>
    </w:p>
    <w:p w:rsidR="0008042A" w:rsidRDefault="0008042A" w:rsidP="0008042A">
      <w:pPr>
        <w:pStyle w:val="libFootnote0"/>
        <w:rPr>
          <w:rtl/>
        </w:rPr>
      </w:pPr>
      <w:r w:rsidRPr="00904859">
        <w:rPr>
          <w:rtl/>
        </w:rPr>
        <w:t>3- يعني نفسه.</w:t>
      </w:r>
    </w:p>
    <w:p w:rsidR="0008042A" w:rsidRDefault="0008042A" w:rsidP="0008042A">
      <w:pPr>
        <w:pStyle w:val="libNormal"/>
      </w:pPr>
      <w:r>
        <w:rPr>
          <w:rtl/>
        </w:rPr>
        <w:br w:type="page"/>
      </w:r>
    </w:p>
    <w:p w:rsidR="0008042A" w:rsidRDefault="0008042A" w:rsidP="0008042A">
      <w:pPr>
        <w:pStyle w:val="libNormal"/>
        <w:rPr>
          <w:rtl/>
        </w:rPr>
      </w:pPr>
      <w:r w:rsidRPr="00904859">
        <w:rPr>
          <w:rtl/>
        </w:rPr>
        <w:lastRenderedPageBreak/>
        <w:t>وفي يوم الأحد قبل الفجر، جاءت مريم المجدليّة ومريم الأخرى، فوجدتا المسيح قد قام من الأموات وخرج من القبر!</w:t>
      </w:r>
    </w:p>
    <w:p w:rsidR="0008042A" w:rsidRPr="00904859" w:rsidRDefault="0008042A" w:rsidP="0008042A">
      <w:pPr>
        <w:pStyle w:val="libNormal"/>
        <w:rPr>
          <w:rtl/>
        </w:rPr>
      </w:pPr>
      <w:r w:rsidRPr="00904859">
        <w:rPr>
          <w:rtl/>
        </w:rPr>
        <w:t>فانظر إلى أواخر الإصحاح السابع والعشرين، وأوائل الثامن والعشرين من إنجيل متّى.</w:t>
      </w:r>
    </w:p>
    <w:p w:rsidR="0008042A" w:rsidRPr="00904859" w:rsidRDefault="0008042A" w:rsidP="0008042A">
      <w:pPr>
        <w:pStyle w:val="libNormal"/>
        <w:rPr>
          <w:rtl/>
        </w:rPr>
      </w:pPr>
      <w:r w:rsidRPr="00904859">
        <w:rPr>
          <w:rtl/>
        </w:rPr>
        <w:t>وإلى أواخر الإصحاح الخامس عشر، وأوائل السادس عشر من إنجيل مرقس.</w:t>
      </w:r>
    </w:p>
    <w:p w:rsidR="0008042A" w:rsidRPr="00904859" w:rsidRDefault="0008042A" w:rsidP="0008042A">
      <w:pPr>
        <w:pStyle w:val="libNormal"/>
        <w:rPr>
          <w:rtl/>
        </w:rPr>
      </w:pPr>
      <w:r w:rsidRPr="00904859">
        <w:rPr>
          <w:rtl/>
        </w:rPr>
        <w:t>وإلى أواخر الإصحاح الثالث والعشرين، وأوائل الرابع والعشرين من إنجيل لوقا.</w:t>
      </w:r>
    </w:p>
    <w:p w:rsidR="0008042A" w:rsidRPr="00904859" w:rsidRDefault="0008042A" w:rsidP="0008042A">
      <w:pPr>
        <w:pStyle w:val="libNormal"/>
        <w:rPr>
          <w:rtl/>
        </w:rPr>
      </w:pPr>
      <w:r w:rsidRPr="00904859">
        <w:rPr>
          <w:rtl/>
        </w:rPr>
        <w:t>وإلى آخر الإصحاح التاسع عشر، وأوّل العشرين من إنجيل يوحنا.</w:t>
      </w:r>
    </w:p>
    <w:p w:rsidR="0008042A" w:rsidRPr="00904859" w:rsidRDefault="0008042A" w:rsidP="0008042A">
      <w:pPr>
        <w:pStyle w:val="libNormal"/>
        <w:rPr>
          <w:rtl/>
        </w:rPr>
      </w:pPr>
      <w:r w:rsidRPr="00904859">
        <w:rPr>
          <w:rtl/>
        </w:rPr>
        <w:t>وحاصل الأمر: أنّ الأناجيل قد اتفقت على أنّ المسيح لم يبق في قلب الأرض إلاّ سواء ليلتين: ليلة السبت وليلة الأحد، مع بياض يوم واحد وهو يوم السبت.. فأين تكون الثلاثة أيام والثلاث ليالي؟!</w:t>
      </w:r>
    </w:p>
    <w:p w:rsidR="0008042A" w:rsidRPr="00904859" w:rsidRDefault="0008042A" w:rsidP="0008042A">
      <w:pPr>
        <w:pStyle w:val="libNormal"/>
        <w:rPr>
          <w:rtl/>
        </w:rPr>
      </w:pPr>
      <w:r w:rsidRPr="00904859">
        <w:rPr>
          <w:rtl/>
        </w:rPr>
        <w:t>وهل تدري ماذا فعلت الأناجيل في هذا المقام في قدس المسيح؟!</w:t>
      </w:r>
    </w:p>
    <w:p w:rsidR="0008042A" w:rsidRDefault="0008042A" w:rsidP="0008042A">
      <w:pPr>
        <w:pStyle w:val="libNormal"/>
        <w:rPr>
          <w:rtl/>
        </w:rPr>
      </w:pPr>
      <w:r w:rsidRPr="00904859">
        <w:rPr>
          <w:rtl/>
        </w:rPr>
        <w:t>فإنها جعلت المسيح</w:t>
      </w:r>
      <w:r w:rsidR="00E22A0D">
        <w:rPr>
          <w:rtl/>
        </w:rPr>
        <w:t xml:space="preserve"> - </w:t>
      </w:r>
      <w:r w:rsidRPr="00904859">
        <w:rPr>
          <w:rtl/>
        </w:rPr>
        <w:t>وحاشاه</w:t>
      </w:r>
      <w:r w:rsidR="00E22A0D">
        <w:rPr>
          <w:rtl/>
        </w:rPr>
        <w:t xml:space="preserve"> - </w:t>
      </w:r>
      <w:r w:rsidRPr="00904859">
        <w:rPr>
          <w:rtl/>
        </w:rPr>
        <w:t>بحكم التوراة وعلامتها، وصيّرته من المتنبّئين الكذبة، الذي يقتلون لأجل كذبهم بطغيانهم على الله.</w:t>
      </w:r>
    </w:p>
    <w:p w:rsidR="0008042A" w:rsidRDefault="0008042A" w:rsidP="0008042A">
      <w:pPr>
        <w:pStyle w:val="libNormal"/>
      </w:pPr>
      <w:r>
        <w:rPr>
          <w:rtl/>
        </w:rPr>
        <w:br w:type="page"/>
      </w:r>
    </w:p>
    <w:p w:rsidR="0008042A" w:rsidRDefault="0008042A" w:rsidP="0008042A">
      <w:pPr>
        <w:pStyle w:val="libNormal"/>
        <w:rPr>
          <w:rtl/>
        </w:rPr>
      </w:pPr>
      <w:r w:rsidRPr="00904859">
        <w:rPr>
          <w:rtl/>
        </w:rPr>
        <w:lastRenderedPageBreak/>
        <w:t>فإنّ التوراة تقوم عن كلام الله لموسى في الإصحاح الثامن عشر من سفر التثنية، من العدد العشرين إلى آخر الإصحاح، وتصرّح بما نصه: ( وأما النبيّ الذي يطغى فيتكلم باسمي كلاماً لم أوصه أن يتكلم به، أو الذي يتكلّم باسم آلهة أخرى، فذلك النبي يقتل، وإن قلت في قلبك: كيف نعرف الكلام الذي لم يتكلم به الله</w:t>
      </w:r>
      <w:r w:rsidR="00E22A0D">
        <w:rPr>
          <w:rtl/>
        </w:rPr>
        <w:t>؛</w:t>
      </w:r>
      <w:r w:rsidRPr="00904859">
        <w:rPr>
          <w:rtl/>
        </w:rPr>
        <w:t xml:space="preserve"> فما تكلم به النبي باسم الله ولم يحدث ولم يصر فهو الكلام الذي لم يتكلم به الله، بل بطغيان تكلم به النبيّ )!</w:t>
      </w:r>
    </w:p>
    <w:p w:rsidR="0008042A" w:rsidRPr="00904859" w:rsidRDefault="0008042A" w:rsidP="0008042A">
      <w:pPr>
        <w:pStyle w:val="libNormal"/>
        <w:rPr>
          <w:rtl/>
        </w:rPr>
      </w:pPr>
      <w:r w:rsidRPr="00904859">
        <w:rPr>
          <w:rtl/>
        </w:rPr>
        <w:t>فالأناجيل تقول: إن المسيح أخبرنا باسم الله</w:t>
      </w:r>
      <w:r w:rsidR="00E22A0D">
        <w:rPr>
          <w:rtl/>
        </w:rPr>
        <w:t xml:space="preserve"> - </w:t>
      </w:r>
      <w:r w:rsidRPr="00904859">
        <w:rPr>
          <w:rtl/>
        </w:rPr>
        <w:t>في إعطائه للآية</w:t>
      </w:r>
      <w:r w:rsidR="00E22A0D">
        <w:rPr>
          <w:rtl/>
        </w:rPr>
        <w:t xml:space="preserve"> - </w:t>
      </w:r>
      <w:r w:rsidRPr="00904859">
        <w:rPr>
          <w:rtl/>
        </w:rPr>
        <w:t>أنه يبقى في قلب الأرض ثلاثة أيام وثلاث ليالي</w:t>
      </w:r>
      <w:r w:rsidR="00E22A0D">
        <w:rPr>
          <w:rtl/>
        </w:rPr>
        <w:t>؛</w:t>
      </w:r>
      <w:r w:rsidRPr="00904859">
        <w:rPr>
          <w:rtl/>
        </w:rPr>
        <w:t xml:space="preserve"> وتقول أيضاً: إنه لم يبق في بطن الأرض إلاّ بياض يوم واحد وسواد ليلتين!</w:t>
      </w:r>
    </w:p>
    <w:p w:rsidR="0008042A" w:rsidRPr="00904859" w:rsidRDefault="0008042A" w:rsidP="0008042A">
      <w:pPr>
        <w:pStyle w:val="libNormal"/>
        <w:rPr>
          <w:rtl/>
        </w:rPr>
      </w:pPr>
      <w:r w:rsidRPr="00904859">
        <w:rPr>
          <w:rtl/>
        </w:rPr>
        <w:t>وحاصل ذلك: أنه لم يقع ما أخبر به باسم الله، بل وقع خلافه، فيجري عليه ما أعطته التوراة من العلامة الموافقة لحكم العقل لكذب المتنبّئ!</w:t>
      </w:r>
    </w:p>
    <w:p w:rsidR="0008042A" w:rsidRDefault="0008042A" w:rsidP="0008042A">
      <w:pPr>
        <w:pStyle w:val="libNormal"/>
        <w:rPr>
          <w:rtl/>
        </w:rPr>
      </w:pPr>
      <w:r>
        <w:rPr>
          <w:rtl/>
        </w:rPr>
        <w:br w:type="page"/>
      </w:r>
    </w:p>
    <w:p w:rsidR="0008042A" w:rsidRDefault="0008042A" w:rsidP="0008042A">
      <w:pPr>
        <w:pStyle w:val="Heading2"/>
        <w:rPr>
          <w:rtl/>
        </w:rPr>
      </w:pPr>
      <w:bookmarkStart w:id="43" w:name="24"/>
      <w:bookmarkStart w:id="44" w:name="_Toc396029668"/>
      <w:r w:rsidRPr="00904859">
        <w:rPr>
          <w:rFonts w:hint="cs"/>
          <w:rtl/>
        </w:rPr>
        <w:lastRenderedPageBreak/>
        <w:t>(</w:t>
      </w:r>
      <w:r w:rsidRPr="00904859">
        <w:rPr>
          <w:rtl/>
        </w:rPr>
        <w:t>الردّ على افتراء تعدد الآلهة في الإنجيل)</w:t>
      </w:r>
      <w:bookmarkEnd w:id="43"/>
      <w:bookmarkEnd w:id="44"/>
    </w:p>
    <w:p w:rsidR="0008042A" w:rsidRPr="00904859" w:rsidRDefault="0008042A" w:rsidP="0008042A">
      <w:pPr>
        <w:pStyle w:val="libNormal"/>
        <w:rPr>
          <w:rtl/>
        </w:rPr>
      </w:pPr>
      <w:r w:rsidRPr="00904859">
        <w:rPr>
          <w:rtl/>
        </w:rPr>
        <w:t>جاء في المزمور الثاني والثمانين في توبيخ قضاة الجور، الذين يراعون وجوه الأشرار ما نصّه:</w:t>
      </w:r>
    </w:p>
    <w:p w:rsidR="0008042A" w:rsidRPr="00904859" w:rsidRDefault="0008042A" w:rsidP="0008042A">
      <w:pPr>
        <w:pStyle w:val="libNormal"/>
        <w:rPr>
          <w:rtl/>
        </w:rPr>
      </w:pPr>
      <w:r w:rsidRPr="00904859">
        <w:rPr>
          <w:rFonts w:hint="cs"/>
          <w:rtl/>
        </w:rPr>
        <w:t>(</w:t>
      </w:r>
      <w:r w:rsidRPr="00904859">
        <w:rPr>
          <w:rtl/>
        </w:rPr>
        <w:t xml:space="preserve"> حتى متى تقضون جوراً وترفعون وجوه الأشرار؟! إقضوا للذليل ولليتيم، أنصفوا المسكين والفقير، نجّوا الذليل والمسكين من يد الأشرار، لا يعلمون ولا يفهمون، في الظلمة يتمشون، تتزعزع كل أُسس الأرض</w:t>
      </w:r>
      <w:r w:rsidR="00E22A0D">
        <w:rPr>
          <w:rtl/>
        </w:rPr>
        <w:t>؛</w:t>
      </w:r>
      <w:r w:rsidRPr="00904859">
        <w:rPr>
          <w:rtl/>
        </w:rPr>
        <w:t xml:space="preserve"> أنا قلت: إنّكم آلهة وبنو العليّ كلكم؟! لكن مثل الناس تموتون، وكأحد الرؤساء تهلكون، قم يا الله فاقض على الأرض ).</w:t>
      </w:r>
    </w:p>
    <w:p w:rsidR="0008042A" w:rsidRPr="00904859" w:rsidRDefault="0008042A" w:rsidP="0008042A">
      <w:pPr>
        <w:pStyle w:val="libNormal"/>
        <w:rPr>
          <w:rtl/>
        </w:rPr>
      </w:pPr>
      <w:r w:rsidRPr="00904859">
        <w:rPr>
          <w:rtl/>
        </w:rPr>
        <w:t>ومعناه: أيها القضاة الجائرون، الذين لا يعلمون ولا يفهمون، وفي الظلمة يتمشّون، ماذا غرّكم؟! وبماذا أمنتم بطش الله؟! هل أنا قلت: إنكم آلهة وبنو العلي كلّكم، فأمنتم بذلك من سخطي وزوال النعمة وحسرة الموت؟! لكن لا تغترّوا بالحياة، فإنكم مثل الناس تموتون، ولا تغرّنكم الرئاسة، فإنكم كأحد الرؤساء تهلكون..</w:t>
      </w:r>
    </w:p>
    <w:p w:rsidR="0008042A" w:rsidRPr="00904859" w:rsidRDefault="0008042A" w:rsidP="0008042A">
      <w:pPr>
        <w:pStyle w:val="libNormal"/>
        <w:rPr>
          <w:rtl/>
        </w:rPr>
      </w:pPr>
      <w:r w:rsidRPr="00904859">
        <w:rPr>
          <w:rtl/>
        </w:rPr>
        <w:t>ولا يخفى أن كل من يفهم الكلام يفهم ما ذكرناه من المزمور المذكور.</w:t>
      </w:r>
    </w:p>
    <w:p w:rsidR="0008042A" w:rsidRDefault="0008042A" w:rsidP="0008042A">
      <w:pPr>
        <w:pStyle w:val="libNormal"/>
      </w:pPr>
      <w:r>
        <w:rPr>
          <w:rtl/>
        </w:rPr>
        <w:br w:type="page"/>
      </w:r>
    </w:p>
    <w:p w:rsidR="0008042A" w:rsidRDefault="0008042A" w:rsidP="0008042A">
      <w:pPr>
        <w:pStyle w:val="libNormal"/>
        <w:rPr>
          <w:rtl/>
        </w:rPr>
      </w:pPr>
      <w:r w:rsidRPr="00904859">
        <w:rPr>
          <w:rtl/>
        </w:rPr>
        <w:lastRenderedPageBreak/>
        <w:t>لكن جاء في الإصحاح العاشر من إنجيل يوحنا، في العدد الثالث والثلاثين إلى السادس والثلاثين، في مكالمة اليهود مع المسيح أنهم قالوا له: ( فإنك وأنت إنسان تجعل نفسك إلهاً؟! أجابهم يسوع: أليس مكتوب في ناموسكم أنا قلت: إنكم آلهة. إن قال آلهة لأولئك الذين صارت إليهم كلمة الله، ولا يمكن أن ينقض المكتوب، فالذي قدّسه الأب وأرسله إلى العام أتقولون له: إنك تكفر، لأنّي قلت: إنّي ابن الله؟! ).</w:t>
      </w:r>
    </w:p>
    <w:p w:rsidR="0008042A" w:rsidRPr="00904859" w:rsidRDefault="0008042A" w:rsidP="0008042A">
      <w:pPr>
        <w:pStyle w:val="libNormal"/>
        <w:rPr>
          <w:rtl/>
        </w:rPr>
      </w:pPr>
      <w:r w:rsidRPr="00904859">
        <w:rPr>
          <w:rtl/>
        </w:rPr>
        <w:t>ولا يخفى أن الكلام المذكور في إنجيل يوحنا قد افترى على الحقيقة بدعوى تعدد الآلهة: وافترى على المزمور المتقدّم بحمل كلامه على الإخبار بأن قضاة الجور آلهة، مع أنه مسوق للإنكار والتوبيخ</w:t>
      </w:r>
      <w:r w:rsidR="00E22A0D">
        <w:rPr>
          <w:rtl/>
        </w:rPr>
        <w:t>؛</w:t>
      </w:r>
      <w:r w:rsidRPr="00904859">
        <w:rPr>
          <w:rtl/>
        </w:rPr>
        <w:t xml:space="preserve"> وافترى أيضاً بوصف قضاة الجور بأنهم صارت إليهم كلمة الله، أي نزل عليهم الوحي، مع أن المزمور المذكور يصفهم بقضاة الجور، وأنهم لا يفهمون ولا يعلمون، وفي الظلمة يتمشون.</w:t>
      </w:r>
    </w:p>
    <w:p w:rsidR="0008042A" w:rsidRPr="00904859" w:rsidRDefault="0008042A" w:rsidP="0008042A">
      <w:pPr>
        <w:pStyle w:val="libNormal"/>
        <w:rPr>
          <w:rtl/>
        </w:rPr>
      </w:pPr>
      <w:r w:rsidRPr="00904859">
        <w:rPr>
          <w:rtl/>
        </w:rPr>
        <w:t>ويا للعجب من كلام هذا الإنجيل! فإنّه في افترائه بتعدد الآلهة يقول: لا يمكن أن ينقض المكتوب، أي لا يمكن أن يخالف</w:t>
      </w:r>
      <w:r w:rsidR="00E22A0D">
        <w:rPr>
          <w:rtl/>
        </w:rPr>
        <w:t>؛</w:t>
      </w:r>
      <w:r w:rsidRPr="00904859">
        <w:rPr>
          <w:rtl/>
        </w:rPr>
        <w:t xml:space="preserve"> فإذن فلماذا خالف ما هو مكتوب مكرّراً في التوراة، وباقي كتب العهدين، من توحيد الإله، والنهي عن الشرك، وذكر اسم آلهة غير الله؟!!</w:t>
      </w:r>
    </w:p>
    <w:p w:rsidR="0008042A" w:rsidRDefault="0008042A" w:rsidP="0008042A">
      <w:pPr>
        <w:pStyle w:val="libNormal"/>
        <w:rPr>
          <w:rtl/>
        </w:rPr>
      </w:pPr>
      <w:r w:rsidRPr="00904859">
        <w:rPr>
          <w:rtl/>
        </w:rPr>
        <w:t>أفلا تنظر إلى هذا الكلام كم حوى في الافتراء والشرك والغلط؟!</w:t>
      </w:r>
    </w:p>
    <w:p w:rsidR="0008042A" w:rsidRDefault="0008042A" w:rsidP="0008042A">
      <w:pPr>
        <w:pStyle w:val="libNormal"/>
      </w:pPr>
      <w:r>
        <w:rPr>
          <w:rtl/>
        </w:rPr>
        <w:br w:type="page"/>
      </w:r>
    </w:p>
    <w:p w:rsidR="0008042A" w:rsidRDefault="0008042A" w:rsidP="0008042A">
      <w:pPr>
        <w:pStyle w:val="Heading2"/>
        <w:rPr>
          <w:rtl/>
        </w:rPr>
      </w:pPr>
      <w:bookmarkStart w:id="45" w:name="25"/>
      <w:bookmarkStart w:id="46" w:name="_Toc396029669"/>
      <w:r w:rsidRPr="00904859">
        <w:rPr>
          <w:rtl/>
        </w:rPr>
        <w:lastRenderedPageBreak/>
        <w:t>(الردّ على افتراء أنّ المسيح قال: قال الربّ لربّي)</w:t>
      </w:r>
      <w:bookmarkEnd w:id="45"/>
      <w:bookmarkEnd w:id="46"/>
    </w:p>
    <w:p w:rsidR="0008042A" w:rsidRPr="00904859" w:rsidRDefault="0008042A" w:rsidP="0008042A">
      <w:pPr>
        <w:pStyle w:val="libNormal"/>
        <w:rPr>
          <w:rtl/>
        </w:rPr>
      </w:pPr>
      <w:r w:rsidRPr="00904859">
        <w:rPr>
          <w:rtl/>
        </w:rPr>
        <w:t>في الإصحاح الثاني والعشرين من إنجيل متّى، من العدد الثاني والأربعين إلى السادس والأربعين</w:t>
      </w:r>
      <w:r w:rsidR="00E22A0D">
        <w:rPr>
          <w:rtl/>
        </w:rPr>
        <w:t>؛</w:t>
      </w:r>
      <w:r w:rsidRPr="00904859">
        <w:rPr>
          <w:rtl/>
        </w:rPr>
        <w:t xml:space="preserve"> وفي الإصحاح الثاني عشر من إنجيل مرقس، من العدد الخامس والثلاثين إلى الثامن والثلاثين</w:t>
      </w:r>
      <w:r w:rsidR="00E22A0D">
        <w:rPr>
          <w:rtl/>
        </w:rPr>
        <w:t>؛</w:t>
      </w:r>
      <w:r w:rsidRPr="00904859">
        <w:rPr>
          <w:rtl/>
        </w:rPr>
        <w:t xml:space="preserve"> وفي الإصحاح العشرين من لوقا، من العدد الحادي والأربعين إلى الخامس والأربعين، ما نصه من الأناجيل الثلاثة:</w:t>
      </w:r>
    </w:p>
    <w:p w:rsidR="0008042A" w:rsidRPr="00904859" w:rsidRDefault="0008042A" w:rsidP="0008042A">
      <w:pPr>
        <w:pStyle w:val="libNormal"/>
        <w:rPr>
          <w:rtl/>
        </w:rPr>
      </w:pPr>
      <w:r w:rsidRPr="00904859">
        <w:rPr>
          <w:rtl/>
        </w:rPr>
        <w:t xml:space="preserve">( قال يسوع: كيف يقولون: إنّ المسيح ابن داود، وداود نفسه يقول: بالروح القدس في كتاب المزامير قال الربّ لربّي: اجلس عن يميني حتى أجعل أعداءك موطئاً لقدميك، فإذا كان داود يدعوه ربّا فكيف يكون ابنه؟! </w:t>
      </w:r>
      <w:r w:rsidRPr="00904859">
        <w:rPr>
          <w:rFonts w:hint="cs"/>
          <w:rtl/>
        </w:rPr>
        <w:t>)</w:t>
      </w:r>
      <w:r w:rsidRPr="00904859">
        <w:rPr>
          <w:rtl/>
        </w:rPr>
        <w:t>.</w:t>
      </w:r>
    </w:p>
    <w:p w:rsidR="0008042A" w:rsidRDefault="0008042A" w:rsidP="0008042A">
      <w:pPr>
        <w:pStyle w:val="libNormal"/>
        <w:rPr>
          <w:rtl/>
        </w:rPr>
      </w:pPr>
      <w:r w:rsidRPr="00904859">
        <w:rPr>
          <w:rtl/>
        </w:rPr>
        <w:t>وهذه الأناجيل الثلاثة تنسب إلى المسيح الكذب على المزامير والتحريف لها، فإنه ليس في الأصل العبراني ما معناه: ( قال الرب لربّي ) وليس فيه تكرار لفظ (الربّ) وإنما الموجود في المزمور العاشر بعد المائة ما تعريبه: ( وحي الله لسيّدي ) ولفظه في الأصل العبراني هكذا: ( نأم يهوه لأدناي )... فإنّ (أدناي) بمعنى (سيدي).</w:t>
      </w:r>
    </w:p>
    <w:p w:rsidR="0008042A" w:rsidRDefault="0008042A" w:rsidP="0008042A">
      <w:pPr>
        <w:pStyle w:val="libNormal"/>
      </w:pPr>
      <w:r>
        <w:rPr>
          <w:rtl/>
        </w:rPr>
        <w:br w:type="page"/>
      </w:r>
    </w:p>
    <w:p w:rsidR="0008042A" w:rsidRDefault="0008042A" w:rsidP="0008042A">
      <w:pPr>
        <w:pStyle w:val="libNormal"/>
        <w:rPr>
          <w:rtl/>
        </w:rPr>
      </w:pPr>
      <w:r w:rsidRPr="00904859">
        <w:rPr>
          <w:rtl/>
        </w:rPr>
        <w:lastRenderedPageBreak/>
        <w:t>فيا للأسف لوقوع هذا الكذب وهذا التحريف، وأشنع من ذلك أنه وقع هذا الكذب وهذا التحريف لأجل غرض فاسد إشراكىّ وثنيّ، وهو القول بتعدّد الأرباب وجعل البشر ربّاً!!</w:t>
      </w:r>
    </w:p>
    <w:p w:rsidR="0008042A" w:rsidRDefault="0008042A" w:rsidP="0008042A">
      <w:pPr>
        <w:pStyle w:val="libNormal"/>
      </w:pPr>
      <w:r>
        <w:rPr>
          <w:rtl/>
        </w:rPr>
        <w:br w:type="page"/>
      </w:r>
    </w:p>
    <w:p w:rsidR="0008042A" w:rsidRDefault="0008042A" w:rsidP="0008042A">
      <w:pPr>
        <w:pStyle w:val="Heading2"/>
        <w:rPr>
          <w:rtl/>
        </w:rPr>
      </w:pPr>
      <w:bookmarkStart w:id="47" w:name="26"/>
      <w:bookmarkStart w:id="48" w:name="_Toc396029670"/>
      <w:r w:rsidRPr="00904859">
        <w:rPr>
          <w:rtl/>
        </w:rPr>
        <w:lastRenderedPageBreak/>
        <w:t>(الردّ على افتراء أنّ داود قال: قال الربّ لربّي)</w:t>
      </w:r>
      <w:bookmarkEnd w:id="47"/>
      <w:bookmarkEnd w:id="48"/>
    </w:p>
    <w:p w:rsidR="0008042A" w:rsidRPr="00904859" w:rsidRDefault="0008042A" w:rsidP="0008042A">
      <w:pPr>
        <w:pStyle w:val="libNormal"/>
        <w:rPr>
          <w:rtl/>
        </w:rPr>
      </w:pPr>
      <w:r w:rsidRPr="00904859">
        <w:rPr>
          <w:rtl/>
        </w:rPr>
        <w:t>ولم يكتف العهد الجديد بنسبة الأناجيل لقدس المسيح هذا الكذب وهذا التحريف الوثنيّ، بل جاء مثل ذلك في كتاب أعمال الرسل، ونسب مثل هذا الكذب والتحريف لبطرس، فذكر في الإصحاح الثاني، في العدد الرابع والثلاثين عن قول بطرس ما هذا نصّه:</w:t>
      </w:r>
    </w:p>
    <w:p w:rsidR="0008042A" w:rsidRDefault="0008042A" w:rsidP="0008042A">
      <w:pPr>
        <w:pStyle w:val="libNormal"/>
        <w:rPr>
          <w:rtl/>
        </w:rPr>
      </w:pPr>
      <w:r w:rsidRPr="00904859">
        <w:rPr>
          <w:rtl/>
        </w:rPr>
        <w:t>( لأن داود لم يصعد إلى السماوات وهو يقول: قال الربّ لربّي: اجلس عن يميني )!</w:t>
      </w:r>
    </w:p>
    <w:p w:rsidR="0008042A" w:rsidRDefault="0008042A" w:rsidP="0008042A">
      <w:pPr>
        <w:pStyle w:val="libNormal"/>
      </w:pPr>
      <w:r>
        <w:rPr>
          <w:rtl/>
        </w:rPr>
        <w:br w:type="page"/>
      </w:r>
    </w:p>
    <w:p w:rsidR="0008042A" w:rsidRDefault="0008042A" w:rsidP="0008042A">
      <w:pPr>
        <w:pStyle w:val="Heading2"/>
        <w:rPr>
          <w:rtl/>
        </w:rPr>
      </w:pPr>
      <w:bookmarkStart w:id="49" w:name="27"/>
      <w:bookmarkStart w:id="50" w:name="_Toc396029671"/>
      <w:r w:rsidRPr="00904859">
        <w:rPr>
          <w:rtl/>
        </w:rPr>
        <w:lastRenderedPageBreak/>
        <w:t>( الردّ على مزعمة الأناجيل أنّ المسيح أنكر كونه ابن داود)</w:t>
      </w:r>
      <w:bookmarkEnd w:id="49"/>
      <w:bookmarkEnd w:id="50"/>
    </w:p>
    <w:p w:rsidR="0008042A" w:rsidRPr="00904859" w:rsidRDefault="0008042A" w:rsidP="0008042A">
      <w:pPr>
        <w:pStyle w:val="libNormal"/>
        <w:rPr>
          <w:rtl/>
        </w:rPr>
      </w:pPr>
      <w:r w:rsidRPr="00904859">
        <w:rPr>
          <w:rtl/>
        </w:rPr>
        <w:t>جاء في الإصحاح الأول من إنجيل لوقا، في العدد الحادي والثلاثين والثاني والثلاثين، عن قول جبرئيل لمريم أُمّ المسيح:</w:t>
      </w:r>
    </w:p>
    <w:p w:rsidR="0008042A" w:rsidRPr="00904859" w:rsidRDefault="0008042A" w:rsidP="0008042A">
      <w:pPr>
        <w:pStyle w:val="libNormal"/>
        <w:rPr>
          <w:rtl/>
        </w:rPr>
      </w:pPr>
      <w:r w:rsidRPr="0008042A">
        <w:rPr>
          <w:rtl/>
        </w:rPr>
        <w:t>( وها أنت ستسحبلين وتلدين ابناً وتسمّينه يسوع</w:t>
      </w:r>
      <w:r w:rsidRPr="0008042A">
        <w:rPr>
          <w:rStyle w:val="libFootnotenumChar"/>
          <w:rtl/>
        </w:rPr>
        <w:t>(1)</w:t>
      </w:r>
      <w:r w:rsidRPr="0008042A">
        <w:rPr>
          <w:rtl/>
        </w:rPr>
        <w:t xml:space="preserve"> هكذا يكون عظيماً، وابن العليّ يدعى، ويعطيه الله الإله كرسيّ داود أبيه )..</w:t>
      </w:r>
    </w:p>
    <w:p w:rsidR="0008042A" w:rsidRPr="00904859" w:rsidRDefault="0008042A" w:rsidP="0008042A">
      <w:pPr>
        <w:pStyle w:val="libNormal"/>
        <w:rPr>
          <w:rtl/>
        </w:rPr>
      </w:pPr>
      <w:r w:rsidRPr="00904859">
        <w:rPr>
          <w:rtl/>
        </w:rPr>
        <w:t>وذكر إنجيل متّى نسب المسيح في الإصحاح الأول وقال: ( كتاب ميلاد يسوع المسيح ابن داود ) ثم ذكر داود في سلسلة النسب!!..</w:t>
      </w:r>
    </w:p>
    <w:p w:rsidR="0008042A" w:rsidRPr="00904859" w:rsidRDefault="0008042A" w:rsidP="0008042A">
      <w:pPr>
        <w:pStyle w:val="libNormal"/>
        <w:rPr>
          <w:rtl/>
        </w:rPr>
      </w:pPr>
      <w:r w:rsidRPr="00904859">
        <w:rPr>
          <w:rtl/>
        </w:rPr>
        <w:t>وجاء في الإصحاح الثاني من كتاب أعمال الرسل، في العدد التاسع والعشرين والثلاثين، عن قول بطرس ما حاصله: أن الله حلف بقسم لداود أنه من ثمرة صلبه يقيم المسيح ليجلس على كرسيّه...</w:t>
      </w:r>
    </w:p>
    <w:p w:rsidR="0008042A" w:rsidRPr="00904859" w:rsidRDefault="0008042A" w:rsidP="0008042A">
      <w:pPr>
        <w:pStyle w:val="libNormal"/>
        <w:rPr>
          <w:rtl/>
        </w:rPr>
      </w:pPr>
      <w:r w:rsidRPr="00904859">
        <w:rPr>
          <w:rtl/>
        </w:rPr>
        <w:t xml:space="preserve">وفي الإصحاح الثالث عشر، في العدد الثاني والعشرين والثالث والعشرين، عن قول بولس ما حاصله: أنه من نسل </w:t>
      </w:r>
    </w:p>
    <w:p w:rsidR="0008042A" w:rsidRPr="0008042A" w:rsidRDefault="0008042A" w:rsidP="0008042A">
      <w:pPr>
        <w:pStyle w:val="libLine"/>
        <w:rPr>
          <w:rtl/>
        </w:rPr>
      </w:pPr>
      <w:r w:rsidRPr="0008042A">
        <w:rPr>
          <w:rtl/>
        </w:rPr>
        <w:t>____________________</w:t>
      </w:r>
    </w:p>
    <w:p w:rsidR="0008042A" w:rsidRDefault="0008042A" w:rsidP="0008042A">
      <w:pPr>
        <w:pStyle w:val="libFootnote0"/>
        <w:rPr>
          <w:rtl/>
        </w:rPr>
      </w:pPr>
      <w:r w:rsidRPr="00904859">
        <w:rPr>
          <w:rtl/>
        </w:rPr>
        <w:t>1- أي: عيسى.</w:t>
      </w:r>
    </w:p>
    <w:p w:rsidR="0008042A" w:rsidRDefault="0008042A" w:rsidP="0008042A">
      <w:pPr>
        <w:pStyle w:val="libNormal"/>
      </w:pPr>
      <w:r>
        <w:rPr>
          <w:rtl/>
        </w:rPr>
        <w:br w:type="page"/>
      </w:r>
    </w:p>
    <w:p w:rsidR="0008042A" w:rsidRDefault="0008042A" w:rsidP="0008042A">
      <w:pPr>
        <w:pStyle w:val="libNormal"/>
        <w:rPr>
          <w:rtl/>
        </w:rPr>
      </w:pPr>
      <w:r w:rsidRPr="0008042A">
        <w:rPr>
          <w:rtl/>
        </w:rPr>
        <w:lastRenderedPageBreak/>
        <w:t>داود أقام الله لإسرائيل مخلّصاً يسوع</w:t>
      </w:r>
      <w:r w:rsidRPr="0008042A">
        <w:rPr>
          <w:rStyle w:val="libFootnotenumChar"/>
          <w:rtl/>
        </w:rPr>
        <w:t>(1)</w:t>
      </w:r>
      <w:r w:rsidRPr="0008042A">
        <w:rPr>
          <w:rtl/>
        </w:rPr>
        <w:t>..</w:t>
      </w:r>
    </w:p>
    <w:p w:rsidR="0008042A" w:rsidRPr="00904859" w:rsidRDefault="0008042A" w:rsidP="0008042A">
      <w:pPr>
        <w:pStyle w:val="libNormal"/>
        <w:rPr>
          <w:rtl/>
        </w:rPr>
      </w:pPr>
      <w:r w:rsidRPr="00904859">
        <w:rPr>
          <w:rtl/>
        </w:rPr>
        <w:t>وجاء في الإصحاح الأول من الرسالة إلى رومية، في العدد الأوّل والثاني (والثالث)، ما حاصله: أن عيسى المسيح صار من نسل داود...</w:t>
      </w:r>
    </w:p>
    <w:p w:rsidR="0008042A" w:rsidRPr="00904859" w:rsidRDefault="0008042A" w:rsidP="0008042A">
      <w:pPr>
        <w:pStyle w:val="libNormal"/>
        <w:rPr>
          <w:rtl/>
        </w:rPr>
      </w:pPr>
      <w:r w:rsidRPr="00904859">
        <w:rPr>
          <w:rtl/>
        </w:rPr>
        <w:t>وجاء في الإصحاح الثاني من الرسالة الثانية إلى تيموثاوس، في العدد الثامن، عن قول بولس: ( أُذكر يسوع المسيح المقام من الأموات من نسل داود ).</w:t>
      </w:r>
    </w:p>
    <w:p w:rsidR="0008042A" w:rsidRDefault="0008042A" w:rsidP="0008042A">
      <w:pPr>
        <w:pStyle w:val="libNormal"/>
        <w:rPr>
          <w:rtl/>
        </w:rPr>
      </w:pPr>
      <w:r w:rsidRPr="0008042A">
        <w:rPr>
          <w:rtl/>
        </w:rPr>
        <w:t>هذا، وقد تقدّم في الكذب الثاني والعشرين</w:t>
      </w:r>
      <w:r w:rsidRPr="0008042A">
        <w:rPr>
          <w:rStyle w:val="libFootnotenumChar"/>
          <w:rtl/>
        </w:rPr>
        <w:t>(2)</w:t>
      </w:r>
      <w:r w:rsidRPr="0008042A">
        <w:rPr>
          <w:rtl/>
        </w:rPr>
        <w:t xml:space="preserve"> عن ثلاثة من أناجيلهم أنها تذكر أن المسيح أنكر كونه ابن داود وقال: كيف يكون ابنه؟! وذكرنا لك هنا عن أربعة من كبار أنبيائهم ورسلهم، وخمسة من كتب وحيهم، صراحتها بأنّ المسيح عيسى هو ابن داود، فانظر وقل: من هو الكاذب؟! وأين يكون الكذب في هذه المتناقضات؟!! وكم كذبة كبيرة صدرت؟!!</w:t>
      </w:r>
    </w:p>
    <w:p w:rsidR="0008042A" w:rsidRPr="0008042A" w:rsidRDefault="0008042A" w:rsidP="0008042A">
      <w:pPr>
        <w:pStyle w:val="libLine"/>
        <w:rPr>
          <w:rtl/>
        </w:rPr>
      </w:pPr>
      <w:r w:rsidRPr="0008042A">
        <w:rPr>
          <w:rtl/>
        </w:rPr>
        <w:t>____________________</w:t>
      </w:r>
    </w:p>
    <w:p w:rsidR="0008042A" w:rsidRPr="0008042A" w:rsidRDefault="0008042A" w:rsidP="0008042A">
      <w:pPr>
        <w:pStyle w:val="libFootnote0"/>
        <w:rPr>
          <w:rtl/>
        </w:rPr>
      </w:pPr>
      <w:r w:rsidRPr="00904859">
        <w:rPr>
          <w:rtl/>
        </w:rPr>
        <w:t>1- أي: عيسى.</w:t>
      </w:r>
    </w:p>
    <w:p w:rsidR="0008042A" w:rsidRDefault="0008042A" w:rsidP="0008042A">
      <w:pPr>
        <w:pStyle w:val="libFootnote0"/>
        <w:rPr>
          <w:rtl/>
        </w:rPr>
      </w:pPr>
      <w:r w:rsidRPr="00904859">
        <w:rPr>
          <w:rtl/>
        </w:rPr>
        <w:t>2- راجع ص 105. (م).</w:t>
      </w:r>
    </w:p>
    <w:p w:rsidR="0008042A" w:rsidRDefault="0008042A" w:rsidP="0008042A">
      <w:pPr>
        <w:pStyle w:val="libNormal"/>
      </w:pPr>
      <w:r>
        <w:rPr>
          <w:rtl/>
        </w:rPr>
        <w:br w:type="page"/>
      </w:r>
    </w:p>
    <w:p w:rsidR="0008042A" w:rsidRDefault="0008042A" w:rsidP="0008042A">
      <w:pPr>
        <w:pStyle w:val="Heading2"/>
        <w:rPr>
          <w:rtl/>
        </w:rPr>
      </w:pPr>
      <w:bookmarkStart w:id="51" w:name="28"/>
      <w:bookmarkStart w:id="52" w:name="_Toc396029672"/>
      <w:r w:rsidRPr="00904859">
        <w:rPr>
          <w:rtl/>
        </w:rPr>
        <w:lastRenderedPageBreak/>
        <w:t>(الردّ على مزعمة الأناجيل أنّ المسيح يكذب على تلاميذه)</w:t>
      </w:r>
      <w:bookmarkEnd w:id="51"/>
      <w:bookmarkEnd w:id="52"/>
    </w:p>
    <w:p w:rsidR="0008042A" w:rsidRPr="00904859" w:rsidRDefault="0008042A" w:rsidP="0008042A">
      <w:pPr>
        <w:pStyle w:val="libNormal"/>
        <w:rPr>
          <w:rtl/>
        </w:rPr>
      </w:pPr>
      <w:r w:rsidRPr="00904859">
        <w:rPr>
          <w:rtl/>
        </w:rPr>
        <w:t>في الإصحاح السابع من إنجيل يوحنّا، من العدد الثاني إلى الحادي عشر، ما حاصله:</w:t>
      </w:r>
    </w:p>
    <w:p w:rsidR="0008042A" w:rsidRPr="00904859" w:rsidRDefault="0008042A" w:rsidP="0008042A">
      <w:pPr>
        <w:pStyle w:val="libNormal"/>
        <w:rPr>
          <w:rtl/>
        </w:rPr>
      </w:pPr>
      <w:r w:rsidRPr="0008042A">
        <w:rPr>
          <w:rtl/>
        </w:rPr>
        <w:t>أن المسيح كان في الجليل، وكان الوقت قريباً من عيد المظالّ، فقال له إخوته أن يذهب إلى اليهوديّة</w:t>
      </w:r>
      <w:r w:rsidRPr="0008042A">
        <w:rPr>
          <w:rStyle w:val="libFootnotenumChar"/>
          <w:rtl/>
        </w:rPr>
        <w:t>(1)</w:t>
      </w:r>
      <w:r w:rsidRPr="0008042A">
        <w:rPr>
          <w:rtl/>
        </w:rPr>
        <w:t xml:space="preserve"> لكي يرى تلاميذه أعماله، فقال لهم المسيح: اصعدوا أنتم إلى هذا العيد، أنا لست أصعد بعد إلى هذا العيد، قال لهم هذا ومكث في الجليل، ولما كان إخوته قد صعدوا صعد هو أيضاً إلى العيد.</w:t>
      </w:r>
    </w:p>
    <w:p w:rsidR="0008042A" w:rsidRDefault="0008042A" w:rsidP="0008042A">
      <w:pPr>
        <w:pStyle w:val="libNormal"/>
        <w:rPr>
          <w:rtl/>
        </w:rPr>
      </w:pPr>
      <w:r w:rsidRPr="00904859">
        <w:rPr>
          <w:rtl/>
        </w:rPr>
        <w:t>فكيف يكون الكذب مع قول القائل: لا أصعد بعد إلى هذا العيد، ثم يصعد؟!!</w:t>
      </w:r>
    </w:p>
    <w:p w:rsidR="0008042A" w:rsidRPr="0008042A" w:rsidRDefault="0008042A" w:rsidP="0008042A">
      <w:pPr>
        <w:pStyle w:val="libLine"/>
        <w:rPr>
          <w:rtl/>
        </w:rPr>
      </w:pPr>
      <w:r w:rsidRPr="0008042A">
        <w:rPr>
          <w:rtl/>
        </w:rPr>
        <w:t>____________________</w:t>
      </w:r>
    </w:p>
    <w:p w:rsidR="0008042A" w:rsidRDefault="0008042A" w:rsidP="0008042A">
      <w:pPr>
        <w:pStyle w:val="libFootnote0"/>
        <w:rPr>
          <w:rtl/>
        </w:rPr>
      </w:pPr>
      <w:r w:rsidRPr="00904859">
        <w:rPr>
          <w:rtl/>
        </w:rPr>
        <w:t>1- أي: بلاد بيت المقدس.</w:t>
      </w:r>
    </w:p>
    <w:p w:rsidR="0008042A" w:rsidRDefault="0008042A" w:rsidP="0008042A">
      <w:pPr>
        <w:pStyle w:val="libNormal"/>
      </w:pPr>
      <w:r>
        <w:rPr>
          <w:rtl/>
        </w:rPr>
        <w:br w:type="page"/>
      </w:r>
    </w:p>
    <w:p w:rsidR="0008042A" w:rsidRDefault="0008042A" w:rsidP="0008042A">
      <w:pPr>
        <w:pStyle w:val="Heading2"/>
        <w:rPr>
          <w:rtl/>
        </w:rPr>
      </w:pPr>
      <w:bookmarkStart w:id="53" w:name="29"/>
      <w:bookmarkStart w:id="54" w:name="_Toc396029673"/>
      <w:r w:rsidRPr="00904859">
        <w:rPr>
          <w:rtl/>
        </w:rPr>
        <w:lastRenderedPageBreak/>
        <w:t>(الردّ على نسبة الأناجيل الكذب إلى المسيح ويحيى)</w:t>
      </w:r>
      <w:bookmarkEnd w:id="53"/>
      <w:bookmarkEnd w:id="54"/>
    </w:p>
    <w:p w:rsidR="0008042A" w:rsidRPr="00904859" w:rsidRDefault="0008042A" w:rsidP="0008042A">
      <w:pPr>
        <w:pStyle w:val="libNormal"/>
        <w:rPr>
          <w:rtl/>
        </w:rPr>
      </w:pPr>
      <w:r w:rsidRPr="0008042A">
        <w:rPr>
          <w:rtl/>
        </w:rPr>
        <w:t>وفي الإصحاح الحادي عشر من إنجيل متّى، في العدد الرابع عشر، عن المسيح في شأن يوحنّا المعمدان</w:t>
      </w:r>
      <w:r w:rsidRPr="0008042A">
        <w:rPr>
          <w:rStyle w:val="libFootnotenumChar"/>
          <w:rtl/>
        </w:rPr>
        <w:t>(1)</w:t>
      </w:r>
      <w:r w:rsidRPr="0008042A">
        <w:rPr>
          <w:rtl/>
        </w:rPr>
        <w:t xml:space="preserve"> ما هذا نصه:</w:t>
      </w:r>
    </w:p>
    <w:p w:rsidR="0008042A" w:rsidRPr="00904859" w:rsidRDefault="0008042A" w:rsidP="0008042A">
      <w:pPr>
        <w:pStyle w:val="libNormal"/>
        <w:rPr>
          <w:rtl/>
        </w:rPr>
      </w:pPr>
      <w:r w:rsidRPr="00904859">
        <w:rPr>
          <w:rtl/>
        </w:rPr>
        <w:t>( وإن أردتم أن تقبلوا فهذا إيليّا المزمع أن يأتي ).</w:t>
      </w:r>
    </w:p>
    <w:p w:rsidR="0008042A" w:rsidRPr="00904859" w:rsidRDefault="0008042A" w:rsidP="0008042A">
      <w:pPr>
        <w:pStyle w:val="libNormal"/>
        <w:rPr>
          <w:rtl/>
        </w:rPr>
      </w:pPr>
      <w:r w:rsidRPr="00904859">
        <w:rPr>
          <w:rtl/>
        </w:rPr>
        <w:t>وفي الإصحاح الأوّل من إنجيل يوحنا، في العدد الحادي والعشرين، أن رؤساء اليهود سألوا من يوحنّا وقالوا له: ( إيليّا أنت؟ فقال: لست أنا ).</w:t>
      </w:r>
    </w:p>
    <w:p w:rsidR="0008042A" w:rsidRPr="00904859" w:rsidRDefault="0008042A" w:rsidP="0008042A">
      <w:pPr>
        <w:pStyle w:val="libNormal"/>
        <w:rPr>
          <w:rtl/>
        </w:rPr>
      </w:pPr>
      <w:r w:rsidRPr="0008042A">
        <w:rPr>
          <w:rtl/>
        </w:rPr>
        <w:t>وينتج من هذين الإنجيلين: إما نسبة الكذب إلى المسيح</w:t>
      </w:r>
      <w:r w:rsidR="00E22A0D">
        <w:rPr>
          <w:rtl/>
        </w:rPr>
        <w:t xml:space="preserve"> - </w:t>
      </w:r>
      <w:r w:rsidRPr="0008042A">
        <w:rPr>
          <w:rtl/>
        </w:rPr>
        <w:t>وحاشاه</w:t>
      </w:r>
      <w:r w:rsidR="00E22A0D">
        <w:rPr>
          <w:rtl/>
        </w:rPr>
        <w:t xml:space="preserve"> - </w:t>
      </w:r>
      <w:r w:rsidRPr="0008042A">
        <w:rPr>
          <w:rtl/>
        </w:rPr>
        <w:t>بقوله: إنّ يوحنّا</w:t>
      </w:r>
      <w:r w:rsidRPr="0008042A">
        <w:rPr>
          <w:rStyle w:val="libFootnotenumChar"/>
          <w:rtl/>
        </w:rPr>
        <w:t>(2)</w:t>
      </w:r>
      <w:r w:rsidRPr="0008042A">
        <w:rPr>
          <w:rtl/>
        </w:rPr>
        <w:t xml:space="preserve"> هو إيليّا المزمع أن يأتي</w:t>
      </w:r>
      <w:r w:rsidR="00E22A0D">
        <w:rPr>
          <w:rtl/>
        </w:rPr>
        <w:t>؛</w:t>
      </w:r>
      <w:r w:rsidRPr="0008042A">
        <w:rPr>
          <w:rtl/>
        </w:rPr>
        <w:t xml:space="preserve"> وإما نسبة الكذب إلى يوحنا</w:t>
      </w:r>
      <w:r w:rsidR="00E22A0D">
        <w:rPr>
          <w:rtl/>
        </w:rPr>
        <w:t xml:space="preserve"> - </w:t>
      </w:r>
      <w:r w:rsidRPr="0008042A">
        <w:rPr>
          <w:rtl/>
        </w:rPr>
        <w:t>وحاشاه</w:t>
      </w:r>
      <w:r w:rsidR="00E22A0D">
        <w:rPr>
          <w:rtl/>
        </w:rPr>
        <w:t xml:space="preserve"> - </w:t>
      </w:r>
      <w:r w:rsidRPr="0008042A">
        <w:rPr>
          <w:rtl/>
        </w:rPr>
        <w:t>بقوله: لست أنا إيليّا.</w:t>
      </w:r>
    </w:p>
    <w:p w:rsidR="0008042A" w:rsidRDefault="0008042A" w:rsidP="0008042A">
      <w:pPr>
        <w:pStyle w:val="libNormal"/>
        <w:rPr>
          <w:rtl/>
        </w:rPr>
      </w:pPr>
      <w:r w:rsidRPr="00904859">
        <w:rPr>
          <w:rtl/>
        </w:rPr>
        <w:t>ولنكتف بهذا المقدار من نسبة الكذب إلى الأنبياء في العهد الجديد وننتقل إلى العهد القديم.</w:t>
      </w:r>
    </w:p>
    <w:p w:rsidR="0008042A" w:rsidRPr="0008042A" w:rsidRDefault="0008042A" w:rsidP="0008042A">
      <w:pPr>
        <w:pStyle w:val="libLine"/>
        <w:rPr>
          <w:rtl/>
        </w:rPr>
      </w:pPr>
      <w:r w:rsidRPr="0008042A">
        <w:rPr>
          <w:rtl/>
        </w:rPr>
        <w:t>____________________</w:t>
      </w:r>
    </w:p>
    <w:p w:rsidR="0008042A" w:rsidRPr="0008042A" w:rsidRDefault="0008042A" w:rsidP="0008042A">
      <w:pPr>
        <w:pStyle w:val="libFootnote0"/>
        <w:rPr>
          <w:rtl/>
        </w:rPr>
      </w:pPr>
      <w:r w:rsidRPr="00904859">
        <w:rPr>
          <w:rtl/>
        </w:rPr>
        <w:t>1- أي: يحيى بن زكريّا.</w:t>
      </w:r>
    </w:p>
    <w:p w:rsidR="0008042A" w:rsidRDefault="0008042A" w:rsidP="0008042A">
      <w:pPr>
        <w:pStyle w:val="libFootnote0"/>
        <w:rPr>
          <w:rtl/>
        </w:rPr>
      </w:pPr>
      <w:r w:rsidRPr="00904859">
        <w:rPr>
          <w:rtl/>
        </w:rPr>
        <w:t>2- أي: يحيى بن زكريّا.</w:t>
      </w:r>
    </w:p>
    <w:p w:rsidR="0008042A" w:rsidRDefault="0008042A" w:rsidP="0008042A">
      <w:pPr>
        <w:pStyle w:val="libNormal"/>
      </w:pPr>
      <w:r>
        <w:rPr>
          <w:rtl/>
        </w:rPr>
        <w:br w:type="page"/>
      </w:r>
    </w:p>
    <w:p w:rsidR="0008042A" w:rsidRDefault="0008042A" w:rsidP="0008042A">
      <w:pPr>
        <w:pStyle w:val="Heading2"/>
        <w:rPr>
          <w:rtl/>
        </w:rPr>
      </w:pPr>
      <w:bookmarkStart w:id="55" w:name="30"/>
      <w:bookmarkStart w:id="56" w:name="_Toc396029674"/>
      <w:r w:rsidRPr="00904859">
        <w:rPr>
          <w:rtl/>
        </w:rPr>
        <w:lastRenderedPageBreak/>
        <w:t>(الردّ على نسبة الكذب إلى اليسع النبيّ)</w:t>
      </w:r>
      <w:bookmarkEnd w:id="55"/>
      <w:bookmarkEnd w:id="56"/>
    </w:p>
    <w:p w:rsidR="0008042A" w:rsidRPr="00904859" w:rsidRDefault="0008042A" w:rsidP="0008042A">
      <w:pPr>
        <w:pStyle w:val="libNormal"/>
        <w:rPr>
          <w:rtl/>
        </w:rPr>
      </w:pPr>
      <w:r w:rsidRPr="00904859">
        <w:rPr>
          <w:rtl/>
        </w:rPr>
        <w:t>جاء في سفر الملوك الثاني، في الإصحاح الثامن، في العدد السابع إلى آخر العاشر ما حاصله:</w:t>
      </w:r>
    </w:p>
    <w:p w:rsidR="0008042A" w:rsidRPr="00904859" w:rsidRDefault="0008042A" w:rsidP="0008042A">
      <w:pPr>
        <w:pStyle w:val="libNormal"/>
        <w:rPr>
          <w:rtl/>
        </w:rPr>
      </w:pPr>
      <w:r w:rsidRPr="0008042A">
        <w:rPr>
          <w:rtl/>
        </w:rPr>
        <w:t>أنّ بنهدد ملك آرام</w:t>
      </w:r>
      <w:r w:rsidRPr="0008042A">
        <w:rPr>
          <w:rStyle w:val="libFootnotenumChar"/>
          <w:rtl/>
        </w:rPr>
        <w:t>(1)</w:t>
      </w:r>
      <w:r w:rsidRPr="0008042A">
        <w:rPr>
          <w:rtl/>
        </w:rPr>
        <w:t xml:space="preserve"> كان مريضاً فأمر حزائيل أن يسأل من اليسع النبيّ عن شفائه فسأله.. ونصّ العدد العاشر هكذا: ( فقال له اليسع: اذهب وقل له شفاء تشفى، وقد أراني الله أنه موتاً يموت ).</w:t>
      </w:r>
    </w:p>
    <w:p w:rsidR="0008042A" w:rsidRDefault="0008042A" w:rsidP="0008042A">
      <w:pPr>
        <w:pStyle w:val="libNormal"/>
        <w:rPr>
          <w:rtl/>
        </w:rPr>
      </w:pPr>
      <w:r w:rsidRPr="00904859">
        <w:rPr>
          <w:rtl/>
        </w:rPr>
        <w:t>فنسبت كتبهم إلى اليسع النبيّ أنه كذب على خلاف ما أخبره الله به!</w:t>
      </w:r>
    </w:p>
    <w:p w:rsidR="0008042A" w:rsidRPr="0008042A" w:rsidRDefault="0008042A" w:rsidP="0008042A">
      <w:pPr>
        <w:pStyle w:val="libLine"/>
        <w:rPr>
          <w:rtl/>
        </w:rPr>
      </w:pPr>
      <w:r w:rsidRPr="0008042A">
        <w:rPr>
          <w:rtl/>
        </w:rPr>
        <w:t>____________________</w:t>
      </w:r>
    </w:p>
    <w:p w:rsidR="0008042A" w:rsidRDefault="0008042A" w:rsidP="0008042A">
      <w:pPr>
        <w:pStyle w:val="libFootnote0"/>
        <w:rPr>
          <w:rtl/>
        </w:rPr>
      </w:pPr>
      <w:r w:rsidRPr="00904859">
        <w:rPr>
          <w:rtl/>
        </w:rPr>
        <w:t>1- أي: مملكة دمشق.</w:t>
      </w:r>
    </w:p>
    <w:p w:rsidR="0008042A" w:rsidRDefault="0008042A" w:rsidP="0008042A">
      <w:pPr>
        <w:pStyle w:val="libNormal"/>
      </w:pPr>
      <w:r>
        <w:rPr>
          <w:rtl/>
        </w:rPr>
        <w:br w:type="page"/>
      </w:r>
    </w:p>
    <w:p w:rsidR="0008042A" w:rsidRDefault="0008042A" w:rsidP="0008042A">
      <w:pPr>
        <w:pStyle w:val="Heading2"/>
        <w:rPr>
          <w:rtl/>
        </w:rPr>
      </w:pPr>
      <w:bookmarkStart w:id="57" w:name="31"/>
      <w:bookmarkStart w:id="58" w:name="_Toc396029675"/>
      <w:r w:rsidRPr="00904859">
        <w:rPr>
          <w:rtl/>
        </w:rPr>
        <w:lastRenderedPageBreak/>
        <w:t>( الردّ على نسبة الكذب إلى يعقوب على أبيه إسحاق)</w:t>
      </w:r>
      <w:bookmarkEnd w:id="57"/>
      <w:bookmarkEnd w:id="58"/>
    </w:p>
    <w:p w:rsidR="0008042A" w:rsidRPr="00904859" w:rsidRDefault="0008042A" w:rsidP="0008042A">
      <w:pPr>
        <w:pStyle w:val="libNormal"/>
        <w:rPr>
          <w:rtl/>
        </w:rPr>
      </w:pPr>
      <w:r w:rsidRPr="00904859">
        <w:rPr>
          <w:rtl/>
        </w:rPr>
        <w:t>وجاء في التوراة الرائجة، في الإصحاح السابع والعشرين من سفر التكوين (ما حاصله):</w:t>
      </w:r>
    </w:p>
    <w:p w:rsidR="0008042A" w:rsidRPr="00904859" w:rsidRDefault="0008042A" w:rsidP="0008042A">
      <w:pPr>
        <w:pStyle w:val="libNormal"/>
        <w:rPr>
          <w:rtl/>
        </w:rPr>
      </w:pPr>
      <w:r w:rsidRPr="00904859">
        <w:rPr>
          <w:rtl/>
        </w:rPr>
        <w:t>أنّ إسحاق لمّا شاخ وذهب بصره قال لابنه عيسو: أخرج وتصيّد صيداً، واصنع لي أطعمة كما أحبّ لكي آكل، حتى تباركك نفسي</w:t>
      </w:r>
      <w:r w:rsidR="00E22A0D">
        <w:rPr>
          <w:rtl/>
        </w:rPr>
        <w:t>؛</w:t>
      </w:r>
      <w:r w:rsidRPr="00904859">
        <w:rPr>
          <w:rtl/>
        </w:rPr>
        <w:t xml:space="preserve"> فذهب عيسو إلى الصيد.</w:t>
      </w:r>
    </w:p>
    <w:p w:rsidR="0008042A" w:rsidRPr="00904859" w:rsidRDefault="0008042A" w:rsidP="0008042A">
      <w:pPr>
        <w:pStyle w:val="libNormal"/>
        <w:rPr>
          <w:rtl/>
        </w:rPr>
      </w:pPr>
      <w:r w:rsidRPr="00904859">
        <w:rPr>
          <w:rtl/>
        </w:rPr>
        <w:t>وكانت رفقة أمّ عيسو ويعقوب سمعت كلام إسحاق مع عيسو، وكانت تحب يعقوب، فأرادت أن تسرق ليعقوب بركة الله من إسحاق، فقالت ليعقوب: خذ من الغنم جديين من المعزى فاصنعهما أطعمة لأبيك كما يحب، لكي يباركك</w:t>
      </w:r>
      <w:r w:rsidR="00E22A0D">
        <w:rPr>
          <w:rtl/>
        </w:rPr>
        <w:t>؛</w:t>
      </w:r>
      <w:r w:rsidRPr="00904859">
        <w:rPr>
          <w:rtl/>
        </w:rPr>
        <w:t xml:space="preserve"> فقال يعقوب: كيف ينخدع أبي وعيسو رجل أشعر وأنا أملس؟!</w:t>
      </w:r>
    </w:p>
    <w:p w:rsidR="0008042A" w:rsidRPr="00904859" w:rsidRDefault="0008042A" w:rsidP="0008042A">
      <w:pPr>
        <w:pStyle w:val="libNormal"/>
        <w:rPr>
          <w:rtl/>
        </w:rPr>
      </w:pPr>
      <w:r w:rsidRPr="00904859">
        <w:rPr>
          <w:rtl/>
        </w:rPr>
        <w:t>فأخذت رفقة ثياب عيسو وألبستها ليعقوب، وألبست يديه وملاسة عنقه من جلود الجديين، وأعطته الأطعمة، فدخل يعقوب إلى أبيه وقال: أنا عيسو، بكرك! قد فعلت كما كلّمتني! كُل من صيدي!</w:t>
      </w:r>
    </w:p>
    <w:p w:rsidR="0008042A" w:rsidRPr="00904859" w:rsidRDefault="0008042A" w:rsidP="0008042A">
      <w:pPr>
        <w:pStyle w:val="libNormal"/>
        <w:rPr>
          <w:rtl/>
        </w:rPr>
      </w:pPr>
      <w:r w:rsidRPr="00904859">
        <w:rPr>
          <w:rtl/>
        </w:rPr>
        <w:t xml:space="preserve">فتقدّم يعقوب لإسحاق، وجسّه إسحاق، فقال: الصوت صوت يعقوب، ولكن اليدين يدا عيسو! وقال له: هل </w:t>
      </w:r>
    </w:p>
    <w:p w:rsidR="0008042A" w:rsidRDefault="0008042A" w:rsidP="0008042A">
      <w:pPr>
        <w:pStyle w:val="libNormal"/>
      </w:pPr>
      <w:r>
        <w:rPr>
          <w:rtl/>
        </w:rPr>
        <w:br w:type="page"/>
      </w:r>
    </w:p>
    <w:p w:rsidR="0008042A" w:rsidRDefault="0008042A" w:rsidP="0008042A">
      <w:pPr>
        <w:pStyle w:val="libNormal"/>
        <w:rPr>
          <w:rtl/>
        </w:rPr>
      </w:pPr>
      <w:r w:rsidRPr="00904859">
        <w:rPr>
          <w:rtl/>
        </w:rPr>
        <w:lastRenderedPageBreak/>
        <w:t>أنت ابني عيسو؟! فقال يعقوب: أنا هو!</w:t>
      </w:r>
    </w:p>
    <w:p w:rsidR="0008042A" w:rsidRPr="00904859" w:rsidRDefault="0008042A" w:rsidP="0008042A">
      <w:pPr>
        <w:pStyle w:val="libNormal"/>
        <w:rPr>
          <w:rtl/>
        </w:rPr>
      </w:pPr>
      <w:r w:rsidRPr="00904859">
        <w:rPr>
          <w:rtl/>
        </w:rPr>
        <w:t>فقدّم له الطعام فأكل، وأحضر له خمراً فشرب، وباركه ببركة الله، وأعطاه الرئاسة والسيادة.</w:t>
      </w:r>
    </w:p>
    <w:p w:rsidR="0008042A" w:rsidRDefault="0008042A" w:rsidP="0008042A">
      <w:pPr>
        <w:pStyle w:val="libNormal"/>
        <w:rPr>
          <w:rtl/>
        </w:rPr>
      </w:pPr>
      <w:r w:rsidRPr="00904859">
        <w:rPr>
          <w:rtl/>
        </w:rPr>
        <w:t>فقل: كم كذبة تدوّي في هذا الكلام بالخديعة والغشّ!! ويا للعجب أن بركة الله كيف تؤخذ من نبيّ الله بهذا الكذب والخداع! يأخذها بذلك من يكون بهذه البركة نبيّ الله وإسرائيل الله، عجباً عجباً للرشد والعقول!!</w:t>
      </w:r>
    </w:p>
    <w:p w:rsidR="0008042A" w:rsidRDefault="0008042A" w:rsidP="0008042A">
      <w:pPr>
        <w:pStyle w:val="libNormal"/>
      </w:pPr>
      <w:r>
        <w:rPr>
          <w:rtl/>
        </w:rPr>
        <w:br w:type="page"/>
      </w:r>
    </w:p>
    <w:p w:rsidR="0008042A" w:rsidRDefault="0008042A" w:rsidP="0008042A">
      <w:pPr>
        <w:pStyle w:val="Heading2"/>
        <w:rPr>
          <w:rtl/>
        </w:rPr>
      </w:pPr>
      <w:bookmarkStart w:id="59" w:name="32"/>
      <w:bookmarkStart w:id="60" w:name="_Toc396029676"/>
      <w:r w:rsidRPr="00904859">
        <w:rPr>
          <w:rtl/>
        </w:rPr>
        <w:lastRenderedPageBreak/>
        <w:t>(الكشف عن الكفر في كتاب (أرميا) )</w:t>
      </w:r>
      <w:bookmarkEnd w:id="59"/>
      <w:bookmarkEnd w:id="60"/>
    </w:p>
    <w:p w:rsidR="0008042A" w:rsidRPr="00904859" w:rsidRDefault="0008042A" w:rsidP="0008042A">
      <w:pPr>
        <w:pStyle w:val="libNormal"/>
        <w:rPr>
          <w:rtl/>
        </w:rPr>
      </w:pPr>
      <w:r w:rsidRPr="00904859">
        <w:rPr>
          <w:rtl/>
        </w:rPr>
        <w:t>تعالوا واسمعوا الداهية الكبرى، والخرافة الشنعاء، والكفر العظيم، وانظروا في كتاب ( إرميا ) الذي يعدّونه من كتب الوحي إلى الأنبياء الكبار، فقد جاء في الإصحاح الرابع، في العدد العاشر، ما نصّه:</w:t>
      </w:r>
    </w:p>
    <w:p w:rsidR="0008042A" w:rsidRPr="00904859" w:rsidRDefault="0008042A" w:rsidP="0008042A">
      <w:pPr>
        <w:pStyle w:val="libNormal"/>
        <w:rPr>
          <w:rtl/>
        </w:rPr>
      </w:pPr>
      <w:r w:rsidRPr="00904859">
        <w:rPr>
          <w:rtl/>
        </w:rPr>
        <w:t>( فقلت: أه يا سيّدي الله، حقّاً إنّك خداعاً خادعت هذا الشعب وأورشليم قائلا: يكون سلام</w:t>
      </w:r>
      <w:r w:rsidR="00E22A0D">
        <w:rPr>
          <w:rtl/>
        </w:rPr>
        <w:t>؛</w:t>
      </w:r>
      <w:r w:rsidRPr="00904859">
        <w:rPr>
          <w:rtl/>
        </w:rPr>
        <w:t xml:space="preserve"> وقد بلغ السيف النفس ) انتهى.</w:t>
      </w:r>
    </w:p>
    <w:p w:rsidR="0008042A" w:rsidRDefault="0008042A" w:rsidP="0008042A">
      <w:pPr>
        <w:pStyle w:val="libNormal"/>
        <w:rPr>
          <w:rtl/>
        </w:rPr>
      </w:pPr>
      <w:r w:rsidRPr="00904859">
        <w:rPr>
          <w:rtl/>
        </w:rPr>
        <w:t>فأعجب واندهش يا من له رشد، وقل: كيف يكون الكفر؟!!</w:t>
      </w:r>
    </w:p>
    <w:p w:rsidR="0008042A" w:rsidRDefault="0008042A" w:rsidP="0008042A">
      <w:pPr>
        <w:pStyle w:val="libNormal"/>
      </w:pPr>
      <w:r>
        <w:rPr>
          <w:rtl/>
        </w:rPr>
        <w:br w:type="page"/>
      </w:r>
    </w:p>
    <w:p w:rsidR="0008042A" w:rsidRDefault="0008042A" w:rsidP="0008042A">
      <w:pPr>
        <w:pStyle w:val="Heading2"/>
        <w:rPr>
          <w:rtl/>
        </w:rPr>
      </w:pPr>
      <w:bookmarkStart w:id="61" w:name="33"/>
      <w:bookmarkStart w:id="62" w:name="_Toc396029677"/>
      <w:r w:rsidRPr="00904859">
        <w:rPr>
          <w:rtl/>
        </w:rPr>
        <w:lastRenderedPageBreak/>
        <w:t>(الكشف عن كذب التوراة بنسبة الكذب إلى الله تعالى على آدم)</w:t>
      </w:r>
      <w:bookmarkEnd w:id="61"/>
      <w:bookmarkEnd w:id="62"/>
    </w:p>
    <w:p w:rsidR="0008042A" w:rsidRPr="00904859" w:rsidRDefault="0008042A" w:rsidP="0008042A">
      <w:pPr>
        <w:pStyle w:val="libNormal"/>
        <w:rPr>
          <w:rtl/>
        </w:rPr>
      </w:pPr>
      <w:r w:rsidRPr="00904859">
        <w:rPr>
          <w:rtl/>
        </w:rPr>
        <w:t>وأدهى وأشنع من ذلك أنه جاء في سفر التكوين من التوراة، في ابتداء كتب وحيهم، في الإصحاح الثاني، في العدد السادس عشر والسابع عشر، ما هذا نصّه:</w:t>
      </w:r>
    </w:p>
    <w:p w:rsidR="0008042A" w:rsidRPr="00904859" w:rsidRDefault="0008042A" w:rsidP="0008042A">
      <w:pPr>
        <w:pStyle w:val="libNormal"/>
        <w:rPr>
          <w:rtl/>
        </w:rPr>
      </w:pPr>
      <w:r w:rsidRPr="0008042A">
        <w:rPr>
          <w:rtl/>
        </w:rPr>
        <w:t>( وأوصى الله الآلهة</w:t>
      </w:r>
      <w:r w:rsidRPr="0008042A">
        <w:rPr>
          <w:rStyle w:val="libFootnotenumChar"/>
          <w:rtl/>
        </w:rPr>
        <w:t>(1)</w:t>
      </w:r>
      <w:r w:rsidRPr="0008042A">
        <w:rPr>
          <w:rtl/>
        </w:rPr>
        <w:t xml:space="preserve"> آدم قائلا: من جميع شجر الجنة تأكل أكلا، وأما شجرة معرفة الحسن والقبيح فلا تأكل منها، لأنك يوم تأكل منها موتاً وتموت ) انتهى.</w:t>
      </w:r>
    </w:p>
    <w:p w:rsidR="0008042A" w:rsidRPr="00904859" w:rsidRDefault="0008042A" w:rsidP="0008042A">
      <w:pPr>
        <w:pStyle w:val="libNormal"/>
        <w:rPr>
          <w:rtl/>
        </w:rPr>
      </w:pPr>
      <w:r w:rsidRPr="00904859">
        <w:rPr>
          <w:rtl/>
        </w:rPr>
        <w:t>ثم جاء في الإصحاح الثالث، من أوله إلى العدد الثامن، ما حاصله:</w:t>
      </w:r>
    </w:p>
    <w:p w:rsidR="0008042A" w:rsidRPr="00904859" w:rsidRDefault="0008042A" w:rsidP="0008042A">
      <w:pPr>
        <w:pStyle w:val="libNormal"/>
        <w:rPr>
          <w:rtl/>
        </w:rPr>
      </w:pPr>
      <w:r w:rsidRPr="00904859">
        <w:rPr>
          <w:rtl/>
        </w:rPr>
        <w:t>إن الحيّة (وفي الإصحاح العشرين من رؤيا يوحنّا، في العدد الثاني، أن الحيّة القديمة هو الذي يسمّى إبليس والشيطان) فهذه الحية أو إبليس جاءت فقالت لحواء امرأة آدم: أحقّاً قال الله: لا تأكلا من كل شجر الجنّة؟!</w:t>
      </w:r>
    </w:p>
    <w:p w:rsidR="0008042A" w:rsidRPr="00904859" w:rsidRDefault="0008042A" w:rsidP="0008042A">
      <w:pPr>
        <w:pStyle w:val="libNormal"/>
        <w:rPr>
          <w:rtl/>
        </w:rPr>
      </w:pPr>
      <w:r w:rsidRPr="00904859">
        <w:rPr>
          <w:rtl/>
        </w:rPr>
        <w:t xml:space="preserve">فقالت حواء: من ثمر شجر الجنة نأكل، وأما ثمر الشجرة </w:t>
      </w:r>
    </w:p>
    <w:p w:rsidR="0008042A" w:rsidRPr="0008042A" w:rsidRDefault="0008042A" w:rsidP="0008042A">
      <w:pPr>
        <w:pStyle w:val="libLine"/>
        <w:rPr>
          <w:rtl/>
        </w:rPr>
      </w:pPr>
      <w:r w:rsidRPr="0008042A">
        <w:rPr>
          <w:rtl/>
        </w:rPr>
        <w:t>____________________</w:t>
      </w:r>
    </w:p>
    <w:p w:rsidR="0008042A" w:rsidRDefault="0008042A" w:rsidP="0008042A">
      <w:pPr>
        <w:pStyle w:val="libFootnote0"/>
        <w:rPr>
          <w:rtl/>
        </w:rPr>
      </w:pPr>
      <w:r w:rsidRPr="00904859">
        <w:rPr>
          <w:rtl/>
        </w:rPr>
        <w:t>1- في الأصل العبراني (ألهيم) معناه: (الآلهة) ويترجمونه تمويهاً: (الإله) ويا للعجب!!</w:t>
      </w:r>
    </w:p>
    <w:p w:rsidR="0008042A" w:rsidRDefault="0008042A" w:rsidP="0008042A">
      <w:pPr>
        <w:pStyle w:val="libNormal"/>
      </w:pPr>
      <w:r>
        <w:rPr>
          <w:rtl/>
        </w:rPr>
        <w:br w:type="page"/>
      </w:r>
    </w:p>
    <w:p w:rsidR="0008042A" w:rsidRDefault="0008042A" w:rsidP="0008042A">
      <w:pPr>
        <w:pStyle w:val="libNormal"/>
        <w:rPr>
          <w:rtl/>
        </w:rPr>
      </w:pPr>
      <w:r w:rsidRPr="00904859">
        <w:rPr>
          <w:rtl/>
        </w:rPr>
        <w:lastRenderedPageBreak/>
        <w:t>التي في وسط الجنة فقال الله: لا تأكلا منه ولا تمسّاه لئلا تموتا.</w:t>
      </w:r>
    </w:p>
    <w:p w:rsidR="0008042A" w:rsidRPr="00904859" w:rsidRDefault="0008042A" w:rsidP="0008042A">
      <w:pPr>
        <w:pStyle w:val="libNormal"/>
        <w:rPr>
          <w:rtl/>
        </w:rPr>
      </w:pPr>
      <w:r w:rsidRPr="00904859">
        <w:rPr>
          <w:rtl/>
        </w:rPr>
        <w:t>فقالت الحيّة لحوّاء: لا تموتان، بل الله عالم بأنه يوم تأكلان منه تنفتح أعينكما، وتكونان كالله عارفين للحسن والقبيح!</w:t>
      </w:r>
    </w:p>
    <w:p w:rsidR="0008042A" w:rsidRPr="00904859" w:rsidRDefault="0008042A" w:rsidP="0008042A">
      <w:pPr>
        <w:pStyle w:val="libNormal"/>
        <w:rPr>
          <w:rtl/>
        </w:rPr>
      </w:pPr>
      <w:r w:rsidRPr="00904859">
        <w:rPr>
          <w:rtl/>
        </w:rPr>
        <w:t>فأكل آدم وحواء من الشجرة فانفتحت أعينهما بمعرفة الحسن والقبيح، وعلما أنّهما عريانان.</w:t>
      </w:r>
    </w:p>
    <w:p w:rsidR="0008042A" w:rsidRPr="00904859" w:rsidRDefault="0008042A" w:rsidP="0008042A">
      <w:pPr>
        <w:pStyle w:val="libNormal"/>
        <w:rPr>
          <w:rtl/>
        </w:rPr>
      </w:pPr>
      <w:r w:rsidRPr="00904859">
        <w:rPr>
          <w:rtl/>
        </w:rPr>
        <w:t>وفي العدد الثاني والعشرين من هذا الإصحاح ما نصّه:</w:t>
      </w:r>
    </w:p>
    <w:p w:rsidR="0008042A" w:rsidRPr="00904859" w:rsidRDefault="0008042A" w:rsidP="0008042A">
      <w:pPr>
        <w:pStyle w:val="libNormal"/>
        <w:rPr>
          <w:rtl/>
        </w:rPr>
      </w:pPr>
      <w:r w:rsidRPr="0008042A">
        <w:rPr>
          <w:rtl/>
        </w:rPr>
        <w:t>( وقال الله الآلهة</w:t>
      </w:r>
      <w:r w:rsidRPr="0008042A">
        <w:rPr>
          <w:rStyle w:val="libFootnotenumChar"/>
          <w:rtl/>
        </w:rPr>
        <w:t>(1)</w:t>
      </w:r>
      <w:r w:rsidRPr="0008042A">
        <w:rPr>
          <w:rtl/>
        </w:rPr>
        <w:t>: هو ذا آدم صار كواحد منّا، عارفاً للحسن والقبيح، والآن يمدّ يده ويأخذ من شجرة الحياة أيضاً ويأكل ويحيا إلى الأبد، فأخرجه الله الآلهة</w:t>
      </w:r>
      <w:r w:rsidRPr="0008042A">
        <w:rPr>
          <w:rStyle w:val="libFootnotenumChar"/>
          <w:rtl/>
        </w:rPr>
        <w:t>(2)</w:t>
      </w:r>
      <w:r w:rsidRPr="0008042A">
        <w:rPr>
          <w:rtl/>
        </w:rPr>
        <w:t xml:space="preserve"> من الجنة وأقام على شجرة الحياة حراسة ومحافظة ) انتهى.</w:t>
      </w:r>
    </w:p>
    <w:p w:rsidR="0008042A" w:rsidRPr="00904859" w:rsidRDefault="0008042A" w:rsidP="0008042A">
      <w:pPr>
        <w:pStyle w:val="libNormal"/>
        <w:rPr>
          <w:rtl/>
        </w:rPr>
      </w:pPr>
      <w:r w:rsidRPr="00904859">
        <w:rPr>
          <w:rtl/>
        </w:rPr>
        <w:t xml:space="preserve">فانظر إلى هذه التوراة التي تقول: إن الشيطان أو الحية قد صدقت ونصحت في قولها، ووقع الأمر على ما قلت، فلم يمت آدم يوم أكله من الشجرة، بل فاز بمعرفة الحسن والقبيح، وصار كالله وكواحد من الآلهة، وظهر من ذلك أن قول الله لآدم: ( يوم تأكل من الشجرة موتاً تموت ) لم يكن صدقاً، بل كان </w:t>
      </w:r>
    </w:p>
    <w:p w:rsidR="0008042A" w:rsidRPr="0008042A" w:rsidRDefault="0008042A" w:rsidP="0008042A">
      <w:pPr>
        <w:pStyle w:val="libLine"/>
        <w:rPr>
          <w:rtl/>
        </w:rPr>
      </w:pPr>
      <w:r w:rsidRPr="0008042A">
        <w:rPr>
          <w:rtl/>
        </w:rPr>
        <w:t>____________________</w:t>
      </w:r>
    </w:p>
    <w:p w:rsidR="0008042A" w:rsidRPr="0008042A" w:rsidRDefault="0008042A" w:rsidP="0008042A">
      <w:pPr>
        <w:pStyle w:val="libFootnote0"/>
        <w:rPr>
          <w:rtl/>
        </w:rPr>
      </w:pPr>
      <w:r w:rsidRPr="00904859">
        <w:rPr>
          <w:rtl/>
        </w:rPr>
        <w:t>1- في الأصل العبراني (ألهيم) معناه: (الآلهة) ويترجمونه تمويهاً: (الإله) ويا للعجب!!</w:t>
      </w:r>
    </w:p>
    <w:p w:rsidR="0008042A" w:rsidRDefault="0008042A" w:rsidP="0008042A">
      <w:pPr>
        <w:pStyle w:val="libFootnote0"/>
        <w:rPr>
          <w:rtl/>
        </w:rPr>
      </w:pPr>
      <w:r w:rsidRPr="00904859">
        <w:rPr>
          <w:rtl/>
        </w:rPr>
        <w:t>2- في الأصل العبراني (ألهيم) معناه: (الآلهة) ويترجمونه تمويهاً: (الإله) ويا للعجب!!</w:t>
      </w:r>
    </w:p>
    <w:p w:rsidR="0008042A" w:rsidRDefault="0008042A" w:rsidP="0008042A">
      <w:pPr>
        <w:pStyle w:val="libNormal"/>
      </w:pPr>
      <w:r>
        <w:rPr>
          <w:rtl/>
        </w:rPr>
        <w:br w:type="page"/>
      </w:r>
    </w:p>
    <w:p w:rsidR="0008042A" w:rsidRDefault="0008042A" w:rsidP="0008042A">
      <w:pPr>
        <w:pStyle w:val="libNormal"/>
        <w:rPr>
          <w:rtl/>
        </w:rPr>
      </w:pPr>
      <w:r w:rsidRPr="00904859">
        <w:rPr>
          <w:rtl/>
        </w:rPr>
        <w:lastRenderedPageBreak/>
        <w:t>خديعة ومحاذرة لئلاّ يكون آدم كواحد من الآلهة، الذين منهم الله!!</w:t>
      </w:r>
    </w:p>
    <w:p w:rsidR="0008042A" w:rsidRDefault="0008042A" w:rsidP="0008042A">
      <w:pPr>
        <w:pStyle w:val="libNormal"/>
        <w:rPr>
          <w:rtl/>
        </w:rPr>
      </w:pPr>
      <w:r w:rsidRPr="00904859">
        <w:rPr>
          <w:rtl/>
        </w:rPr>
        <w:t>غفرانك اللهمّ من ذكر هذه الكلمات، فإنك تعلم أني أردت بها تنبيه البعض من عبادك من رقدة الضلال.</w:t>
      </w:r>
    </w:p>
    <w:p w:rsidR="0008042A" w:rsidRDefault="0008042A" w:rsidP="0008042A">
      <w:pPr>
        <w:pStyle w:val="libNormal"/>
      </w:pPr>
      <w:r>
        <w:rPr>
          <w:rtl/>
        </w:rPr>
        <w:br w:type="page"/>
      </w:r>
    </w:p>
    <w:p w:rsidR="0008042A" w:rsidRPr="0008042A" w:rsidRDefault="0008042A" w:rsidP="0008042A">
      <w:pPr>
        <w:pStyle w:val="Heading2"/>
        <w:rPr>
          <w:rtl/>
        </w:rPr>
      </w:pPr>
      <w:bookmarkStart w:id="63" w:name="34"/>
      <w:bookmarkStart w:id="64" w:name="_Toc396029678"/>
      <w:r w:rsidRPr="00904859">
        <w:rPr>
          <w:rtl/>
        </w:rPr>
        <w:lastRenderedPageBreak/>
        <w:t>(الردّ على مزعمة العهد القديم أن الله جل وتقدّس شأنه يعلّم بالكذب)</w:t>
      </w:r>
      <w:bookmarkEnd w:id="63"/>
      <w:bookmarkEnd w:id="64"/>
    </w:p>
    <w:p w:rsidR="0008042A" w:rsidRPr="00904859" w:rsidRDefault="0008042A" w:rsidP="0008042A">
      <w:pPr>
        <w:pStyle w:val="libNormal"/>
        <w:rPr>
          <w:rtl/>
        </w:rPr>
      </w:pPr>
      <w:r w:rsidRPr="00904859">
        <w:rPr>
          <w:rtl/>
        </w:rPr>
        <w:t>وأيضاً تكرّر في العهد القديم أنّ الله جل وتقدّس شأنه يعلّم بالكذب ليكون وسيلة لما يريده.</w:t>
      </w:r>
    </w:p>
    <w:p w:rsidR="0008042A" w:rsidRPr="00904859" w:rsidRDefault="0008042A" w:rsidP="0008042A">
      <w:pPr>
        <w:pStyle w:val="libNormal"/>
        <w:rPr>
          <w:rtl/>
        </w:rPr>
      </w:pPr>
      <w:r w:rsidRPr="00904859">
        <w:rPr>
          <w:rtl/>
        </w:rPr>
        <w:t>فقد جاء في سفر الملوك الأول، في الإصحاح الثاني والعشرين، من العدد الرابع عشر إلى الثالث والعشرين</w:t>
      </w:r>
      <w:r w:rsidR="00E22A0D">
        <w:rPr>
          <w:rtl/>
        </w:rPr>
        <w:t>؛</w:t>
      </w:r>
      <w:r w:rsidRPr="00904859">
        <w:rPr>
          <w:rtl/>
        </w:rPr>
        <w:t xml:space="preserve"> وفي سفر الأيام الثاني، في الإصحاح الثامن عشر، من العدد الثالث عشر إلى الثاني والعشرين ما حاصله:</w:t>
      </w:r>
    </w:p>
    <w:p w:rsidR="0008042A" w:rsidRPr="00904859" w:rsidRDefault="0008042A" w:rsidP="0008042A">
      <w:pPr>
        <w:pStyle w:val="libNormal"/>
        <w:rPr>
          <w:rtl/>
        </w:rPr>
      </w:pPr>
      <w:r w:rsidRPr="00904859">
        <w:rPr>
          <w:rtl/>
        </w:rPr>
        <w:t>أن ميخا بن يملة نبي الله، أرسل إليه يهوشافاط ملك يهوذا وأخاب ملك إسرائيل لكي يسألاه عمّا يقول الله في حربهما لملك دمشق؟ وأنهما هل يغلبانه كما قال أنبياء أخاب؟</w:t>
      </w:r>
    </w:p>
    <w:p w:rsidR="0008042A" w:rsidRPr="00904859" w:rsidRDefault="0008042A" w:rsidP="0008042A">
      <w:pPr>
        <w:pStyle w:val="libNormal"/>
        <w:rPr>
          <w:rtl/>
        </w:rPr>
      </w:pPr>
      <w:r w:rsidRPr="00904859">
        <w:rPr>
          <w:rtl/>
        </w:rPr>
        <w:t>فحلف ميخا وقال: حيّ هو الله، إنّ كل ما يقوله لي الله به أتكلّم.</w:t>
      </w:r>
    </w:p>
    <w:p w:rsidR="0008042A" w:rsidRPr="00904859" w:rsidRDefault="0008042A" w:rsidP="0008042A">
      <w:pPr>
        <w:pStyle w:val="libNormal"/>
        <w:rPr>
          <w:rtl/>
        </w:rPr>
      </w:pPr>
      <w:r w:rsidRPr="00904859">
        <w:rPr>
          <w:rtl/>
        </w:rPr>
        <w:t>فسأله الملك قائلا: يا ميخا، هل نصعد للقتال؟</w:t>
      </w:r>
    </w:p>
    <w:p w:rsidR="0008042A" w:rsidRPr="00904859" w:rsidRDefault="0008042A" w:rsidP="0008042A">
      <w:pPr>
        <w:pStyle w:val="libNormal"/>
        <w:rPr>
          <w:rtl/>
        </w:rPr>
      </w:pPr>
      <w:r w:rsidRPr="00904859">
        <w:rPr>
          <w:rtl/>
        </w:rPr>
        <w:t>فقال ميخا له: اصعد وافلح، فيدفع الله بلاد الأعداء ليدك.</w:t>
      </w:r>
    </w:p>
    <w:p w:rsidR="0008042A" w:rsidRPr="00904859" w:rsidRDefault="0008042A" w:rsidP="0008042A">
      <w:pPr>
        <w:pStyle w:val="libNormal"/>
        <w:rPr>
          <w:rtl/>
        </w:rPr>
      </w:pPr>
      <w:r w:rsidRPr="00904859">
        <w:rPr>
          <w:rtl/>
        </w:rPr>
        <w:t>فتحقق منه الملك</w:t>
      </w:r>
      <w:r w:rsidR="00E22A0D">
        <w:rPr>
          <w:rtl/>
        </w:rPr>
        <w:t>؛</w:t>
      </w:r>
      <w:r w:rsidRPr="00904859">
        <w:rPr>
          <w:rtl/>
        </w:rPr>
        <w:t xml:space="preserve"> فقال ميخا: اسمع إذن كلام الله، قد </w:t>
      </w:r>
    </w:p>
    <w:p w:rsidR="0008042A" w:rsidRDefault="0008042A" w:rsidP="0008042A">
      <w:pPr>
        <w:pStyle w:val="libNormal"/>
      </w:pPr>
      <w:r>
        <w:rPr>
          <w:rtl/>
        </w:rPr>
        <w:br w:type="page"/>
      </w:r>
    </w:p>
    <w:p w:rsidR="0008042A" w:rsidRPr="00904859" w:rsidRDefault="0008042A" w:rsidP="0008042A">
      <w:pPr>
        <w:pStyle w:val="libNormal"/>
        <w:rPr>
          <w:rtl/>
        </w:rPr>
      </w:pPr>
      <w:r w:rsidRPr="00904859">
        <w:rPr>
          <w:rtl/>
        </w:rPr>
        <w:lastRenderedPageBreak/>
        <w:t>رأيت الله جالساً على كرسيّه، وكل جند السماء وقوف عن يمينه ويساره، فقال الله: من يغوي أخاب لكي يصعد إلى الحرب ويسقط</w:t>
      </w:r>
      <w:r w:rsidR="00E22A0D">
        <w:rPr>
          <w:rtl/>
        </w:rPr>
        <w:t>؛</w:t>
      </w:r>
      <w:r w:rsidRPr="00904859">
        <w:rPr>
          <w:rtl/>
        </w:rPr>
        <w:t xml:space="preserve"> فاختلفت الآراء في المشورة، فقال هذا هكذا، وقال ذاك هكذا، ثم خرج الروح ووقف أمام الله وقال: أنا أغويه</w:t>
      </w:r>
      <w:r w:rsidR="00E22A0D">
        <w:rPr>
          <w:rtl/>
        </w:rPr>
        <w:t>؛</w:t>
      </w:r>
      <w:r w:rsidRPr="00904859">
        <w:rPr>
          <w:rtl/>
        </w:rPr>
        <w:t xml:space="preserve"> فقال له الله: بماذا؟ فقال: أخرج وأكون روح كذب في أفواه جميع أنبيائه</w:t>
      </w:r>
      <w:r w:rsidR="00E22A0D">
        <w:rPr>
          <w:rtl/>
        </w:rPr>
        <w:t>؛</w:t>
      </w:r>
      <w:r w:rsidRPr="00904859">
        <w:rPr>
          <w:rtl/>
        </w:rPr>
        <w:t xml:space="preserve"> فقال الله: أنت تغويه وتقدر، فاخرج وافعل هكذا! انتهى.</w:t>
      </w:r>
    </w:p>
    <w:p w:rsidR="0008042A" w:rsidRPr="00904859" w:rsidRDefault="0008042A" w:rsidP="0008042A">
      <w:pPr>
        <w:pStyle w:val="libNormal"/>
        <w:rPr>
          <w:rtl/>
        </w:rPr>
      </w:pPr>
      <w:r w:rsidRPr="00904859">
        <w:rPr>
          <w:rtl/>
        </w:rPr>
        <w:t>ويحصل من هذا أن ميخا في أوّل الأمر كذب في قوله: (اصعد وافلح وتفتح ) على خلاف ما رآه من مجلس الله للمشورة!</w:t>
      </w:r>
    </w:p>
    <w:p w:rsidR="0008042A" w:rsidRPr="00904859" w:rsidRDefault="0008042A" w:rsidP="0008042A">
      <w:pPr>
        <w:pStyle w:val="libNormal"/>
        <w:rPr>
          <w:rtl/>
        </w:rPr>
      </w:pPr>
      <w:r w:rsidRPr="00904859">
        <w:rPr>
          <w:rtl/>
        </w:rPr>
        <w:t>دع ميخا، فإن كذبه يهون بالنسبة لما بعده! ولكن تعال وانظر في حكاية مجلس الله وما حاصله، واستغفر الله أن الله عقد مجلس المشورة العامّ لأجل الاهتداء إلى الحيلة في إغواء أخاب، ولكن أهل المجلس لم يهتدوا للحيلة حتى جاء الروح وتعهّد بإغوائه بالكذب بلسان الأنبياء، فاستحسن الله هذا الرأي ورضي بهذه الكرامة لقدسه وقدرته، وللروح وللأنبياء! ووجّه الروح إلى هذه الوظيفة، فعمل الروح ونجح في إغوائه!</w:t>
      </w:r>
    </w:p>
    <w:p w:rsidR="0008042A" w:rsidRPr="00904859" w:rsidRDefault="0008042A" w:rsidP="0008042A">
      <w:pPr>
        <w:pStyle w:val="libNormal"/>
        <w:rPr>
          <w:rtl/>
        </w:rPr>
      </w:pPr>
      <w:r w:rsidRPr="00904859">
        <w:rPr>
          <w:rtl/>
        </w:rPr>
        <w:t>ولكن ميخا النبي أراد أن يبطل الفائدة لهذه المشورة، حيث شهر هذا المجلس السرّي وإرسال الروح في مأموريته الخفيّة</w:t>
      </w:r>
      <w:r w:rsidR="00E22A0D">
        <w:rPr>
          <w:rtl/>
        </w:rPr>
        <w:t>؛</w:t>
      </w:r>
      <w:r w:rsidRPr="00904859">
        <w:rPr>
          <w:rtl/>
        </w:rPr>
        <w:t xml:space="preserve"> ومع ذلك فقد نجح الروح، وحصل ما هو </w:t>
      </w:r>
    </w:p>
    <w:p w:rsidR="0008042A" w:rsidRDefault="0008042A" w:rsidP="0008042A">
      <w:pPr>
        <w:pStyle w:val="libNormal"/>
      </w:pPr>
      <w:r>
        <w:rPr>
          <w:rtl/>
        </w:rPr>
        <w:br w:type="page"/>
      </w:r>
    </w:p>
    <w:p w:rsidR="0008042A" w:rsidRPr="00904859" w:rsidRDefault="0008042A" w:rsidP="0008042A">
      <w:pPr>
        <w:pStyle w:val="libNormal"/>
        <w:rPr>
          <w:rtl/>
        </w:rPr>
      </w:pPr>
      <w:r w:rsidRPr="00904859">
        <w:rPr>
          <w:rtl/>
        </w:rPr>
        <w:lastRenderedPageBreak/>
        <w:t>المقصود من مجلس المشورة!</w:t>
      </w:r>
    </w:p>
    <w:p w:rsidR="0008042A" w:rsidRPr="00904859" w:rsidRDefault="0008042A" w:rsidP="0008042A">
      <w:pPr>
        <w:pStyle w:val="libNormal"/>
        <w:rPr>
          <w:rtl/>
        </w:rPr>
      </w:pPr>
      <w:r w:rsidRPr="00904859">
        <w:rPr>
          <w:rtl/>
        </w:rPr>
        <w:t>تعالى الله عمّا يقولون علوّاً كبيراً.</w:t>
      </w:r>
    </w:p>
    <w:p w:rsidR="0008042A" w:rsidRDefault="0008042A" w:rsidP="0008042A">
      <w:pPr>
        <w:pStyle w:val="libNormal"/>
      </w:pPr>
      <w:r>
        <w:rPr>
          <w:rtl/>
        </w:rPr>
        <w:br w:type="page"/>
      </w:r>
    </w:p>
    <w:p w:rsidR="0008042A" w:rsidRPr="0008042A" w:rsidRDefault="0008042A" w:rsidP="0008042A">
      <w:pPr>
        <w:pStyle w:val="Heading2"/>
        <w:rPr>
          <w:rtl/>
        </w:rPr>
      </w:pPr>
      <w:bookmarkStart w:id="65" w:name="35"/>
      <w:bookmarkStart w:id="66" w:name="_Toc396029679"/>
      <w:r w:rsidRPr="00904859">
        <w:rPr>
          <w:rtl/>
        </w:rPr>
        <w:lastRenderedPageBreak/>
        <w:t>(الكشف عن مزعمة التوراة بنسبة الكذب إلى موسى وهارون)</w:t>
      </w:r>
      <w:bookmarkEnd w:id="65"/>
      <w:bookmarkEnd w:id="66"/>
    </w:p>
    <w:p w:rsidR="0008042A" w:rsidRPr="00904859" w:rsidRDefault="0008042A" w:rsidP="0008042A">
      <w:pPr>
        <w:pStyle w:val="libNormal"/>
        <w:rPr>
          <w:rtl/>
        </w:rPr>
      </w:pPr>
      <w:r w:rsidRPr="00904859">
        <w:rPr>
          <w:rtl/>
        </w:rPr>
        <w:t>جاء في سفر الخروج من التوراة، في الإصحاح الثالث، من العدد الثالث إلى آخر السابع عشر ما حاصله:</w:t>
      </w:r>
    </w:p>
    <w:p w:rsidR="0008042A" w:rsidRPr="00904859" w:rsidRDefault="0008042A" w:rsidP="0008042A">
      <w:pPr>
        <w:pStyle w:val="libNormal"/>
        <w:rPr>
          <w:rtl/>
        </w:rPr>
      </w:pPr>
      <w:r w:rsidRPr="00904859">
        <w:rPr>
          <w:rtl/>
        </w:rPr>
        <w:t>إن الله كلّم موسى في جبل حوريب حينما كان موسى يرعى الغنم وحده، فقال الله له: قد رأيت مذلّة بني إسرائيل فنزلت لأنقذهم من أيدي المصرّيين، وأصعدهم من تلك الأرض إلى أرض جيّدة وواسعة تفيض لبناً وعسلا، إلى مكان الكنعانيّين والحثيّين والأموريّين والفرزّيين والحويّين واليبوسيّين، وأعطى موسى علامة على أنه أرسله، وهو أنه حينما يخرجون من مصر يعبدون الله على جبل حوريب الذي هو جزء من جبل سينا.</w:t>
      </w:r>
    </w:p>
    <w:p w:rsidR="0008042A" w:rsidRPr="00904859" w:rsidRDefault="0008042A" w:rsidP="0008042A">
      <w:pPr>
        <w:pStyle w:val="libNormal"/>
        <w:rPr>
          <w:rtl/>
        </w:rPr>
      </w:pPr>
      <w:r w:rsidRPr="00904859">
        <w:rPr>
          <w:rtl/>
        </w:rPr>
        <w:t>ولا يخفى أن الأمكنة المذكورة إذا قسناها إلى منازل بني إسرائيل في رعمسيس من أرض مصر، فإن أقربها إليهم يبعد عنهم نحو طريق سبعة أيام أو ثمانية بالسير الحثيث، سيّما إذا كان السائرون مشاة مع عيالاتهم وأطفالهم وغنمهم</w:t>
      </w:r>
      <w:r w:rsidR="00E22A0D">
        <w:rPr>
          <w:rtl/>
        </w:rPr>
        <w:t>؛</w:t>
      </w:r>
      <w:r w:rsidRPr="00904859">
        <w:rPr>
          <w:rtl/>
        </w:rPr>
        <w:t xml:space="preserve"> وإن المسافة إلى أواسط الأمكنة المذكورة تبلغ طريق اثني عشر يوماً</w:t>
      </w:r>
      <w:r w:rsidR="00E22A0D">
        <w:rPr>
          <w:rtl/>
        </w:rPr>
        <w:t>؛</w:t>
      </w:r>
      <w:r w:rsidRPr="00904859">
        <w:rPr>
          <w:rtl/>
        </w:rPr>
        <w:t xml:space="preserve"> وإلى أطرافها تبلغ طريق خمسة عشر يوماً!</w:t>
      </w:r>
    </w:p>
    <w:p w:rsidR="0008042A" w:rsidRPr="00904859" w:rsidRDefault="0008042A" w:rsidP="0008042A">
      <w:pPr>
        <w:pStyle w:val="libNormal"/>
        <w:rPr>
          <w:rtl/>
        </w:rPr>
      </w:pPr>
      <w:r w:rsidRPr="00904859">
        <w:rPr>
          <w:rtl/>
        </w:rPr>
        <w:t xml:space="preserve">وأيضاً أن حوريب يبعد عن منازل بني إسرائيل في مصر </w:t>
      </w:r>
    </w:p>
    <w:p w:rsidR="0008042A" w:rsidRDefault="0008042A" w:rsidP="0008042A">
      <w:pPr>
        <w:pStyle w:val="libNormal"/>
      </w:pPr>
      <w:r>
        <w:rPr>
          <w:rtl/>
        </w:rPr>
        <w:br w:type="page"/>
      </w:r>
    </w:p>
    <w:p w:rsidR="0008042A" w:rsidRPr="00904859" w:rsidRDefault="0008042A" w:rsidP="0008042A">
      <w:pPr>
        <w:pStyle w:val="libNormal"/>
        <w:rPr>
          <w:rtl/>
        </w:rPr>
      </w:pPr>
      <w:r w:rsidRPr="00904859">
        <w:rPr>
          <w:rtl/>
        </w:rPr>
        <w:lastRenderedPageBreak/>
        <w:t>بطريق ثمانية أيام أو أكثر، والتوراة تقول: إنّ بني إسرائيل قطعوه بثلاثة عشر منزلا في أكثر من شهرين، كما يعرف ذلك من الإصحاح التاسع عشر من سفر الخروج، والثالث والثلاثين من سفر العدد.</w:t>
      </w:r>
    </w:p>
    <w:p w:rsidR="0008042A" w:rsidRPr="00904859" w:rsidRDefault="0008042A" w:rsidP="0008042A">
      <w:pPr>
        <w:pStyle w:val="libNormal"/>
        <w:rPr>
          <w:rtl/>
        </w:rPr>
      </w:pPr>
      <w:r w:rsidRPr="0008042A">
        <w:rPr>
          <w:rtl/>
        </w:rPr>
        <w:t>فإذا عرفت أن وعد الله لموسى هو إخراجهم إلى أرض فلسطين وشرقي الأردن، وعرفت المسافات التي ذكرناها، فاعلم أن التوراة تذكر أيضاً في الإصحاح الثالث، في العدد الثامن عشر، على أثر الكلام المتقدّم ذكره، أنّ الله قال لموسى ما نصّه: ( فإذا سمعوا لقولك</w:t>
      </w:r>
      <w:r w:rsidRPr="0008042A">
        <w:rPr>
          <w:rStyle w:val="libFootnotenumChar"/>
          <w:rtl/>
        </w:rPr>
        <w:t>(1)</w:t>
      </w:r>
      <w:r w:rsidRPr="0008042A">
        <w:rPr>
          <w:rtl/>
        </w:rPr>
        <w:t xml:space="preserve"> تدخل أنت وشيوخ بني إسرائيل إلى ملك مصر وتقولون له: إله العبرانيّين التقانا، فالآن نمضي طريق ثلاثة أيام ونذبح لله إلهنا ).</w:t>
      </w:r>
    </w:p>
    <w:p w:rsidR="0008042A" w:rsidRPr="00904859" w:rsidRDefault="0008042A" w:rsidP="0008042A">
      <w:pPr>
        <w:pStyle w:val="libNormal"/>
        <w:rPr>
          <w:rtl/>
        </w:rPr>
      </w:pPr>
      <w:r w:rsidRPr="00904859">
        <w:rPr>
          <w:rtl/>
        </w:rPr>
        <w:t>وإذا عرفت أنّ الله قد كلّم هذا الكلام موسى وحده في حوريب ولم يلق شيوخ بني إسرائيل فكيف يقول لموسى: ( تدخل أنت وشيوخ بني إسرائيل إلى ملك مصر وتقولون له: إله العبرانيّين التقانا ).. متى التقى الله شيوخ بني إسرائيل؟!</w:t>
      </w:r>
    </w:p>
    <w:p w:rsidR="0008042A" w:rsidRPr="00904859" w:rsidRDefault="0008042A" w:rsidP="0008042A">
      <w:pPr>
        <w:pStyle w:val="libNormal"/>
        <w:rPr>
          <w:rtl/>
        </w:rPr>
      </w:pPr>
      <w:r w:rsidRPr="00904859">
        <w:rPr>
          <w:rtl/>
        </w:rPr>
        <w:t>وإذا عرفت أن وعد الله لموسى هو إدخال العبارانيّين إلى أرض فلسطين، وعرفت المسافات المذكورة، فكيف يأمر الله موسى وبني إسرائيل أن يكذبوا ويقولوا: ( نمضي طريق ثلاثة أيام )؟!</w:t>
      </w:r>
    </w:p>
    <w:p w:rsidR="0008042A" w:rsidRPr="0008042A" w:rsidRDefault="0008042A" w:rsidP="0008042A">
      <w:pPr>
        <w:pStyle w:val="libLine"/>
        <w:rPr>
          <w:rtl/>
        </w:rPr>
      </w:pPr>
      <w:r w:rsidRPr="0008042A">
        <w:rPr>
          <w:rtl/>
        </w:rPr>
        <w:t>____________________</w:t>
      </w:r>
    </w:p>
    <w:p w:rsidR="0008042A" w:rsidRPr="0008042A" w:rsidRDefault="0008042A" w:rsidP="0008042A">
      <w:pPr>
        <w:pStyle w:val="libFootnote0"/>
        <w:rPr>
          <w:rtl/>
        </w:rPr>
      </w:pPr>
      <w:r w:rsidRPr="00904859">
        <w:rPr>
          <w:rtl/>
        </w:rPr>
        <w:t>1- يعني بني إسرائيل.</w:t>
      </w:r>
    </w:p>
    <w:p w:rsidR="0008042A" w:rsidRDefault="0008042A" w:rsidP="0008042A">
      <w:pPr>
        <w:pStyle w:val="libNormal"/>
      </w:pPr>
      <w:r>
        <w:rPr>
          <w:rtl/>
        </w:rPr>
        <w:br w:type="page"/>
      </w:r>
    </w:p>
    <w:p w:rsidR="0008042A" w:rsidRPr="00904859" w:rsidRDefault="0008042A" w:rsidP="0008042A">
      <w:pPr>
        <w:pStyle w:val="libNormal"/>
        <w:rPr>
          <w:rtl/>
        </w:rPr>
      </w:pPr>
      <w:r w:rsidRPr="00904859">
        <w:rPr>
          <w:rtl/>
        </w:rPr>
        <w:lastRenderedPageBreak/>
        <w:t>مع أن التوراة ذكرت في الإصحاح الثالث والثلاثين من سفر العدد، في العدد الثامن، أن ما بين معبر بني إسرائيل من البحر وبين (مارّة) هو طريق ثلاثة أيام، ولا يخفى أنه لا يزيد على العشرين فرسخاً، فأين يكون طريق الثلاثة أيام، فيما يزيد على الثمانين فرسخاً، إلى أن يبلغ في أرض فلسطين وعبر الأردن نحو مائة وخمسين فرسخاً؟! فيا للعجب!!</w:t>
      </w:r>
    </w:p>
    <w:p w:rsidR="0008042A" w:rsidRPr="00904859" w:rsidRDefault="0008042A" w:rsidP="0008042A">
      <w:pPr>
        <w:pStyle w:val="libNormal"/>
        <w:rPr>
          <w:rtl/>
        </w:rPr>
      </w:pPr>
      <w:r w:rsidRPr="00904859">
        <w:rPr>
          <w:rtl/>
        </w:rPr>
        <w:t>أفليست هذه التوراة تقول: إنّ الله افتتح إرساله إلى موسى بالتعليم بالكذب الصريح مرّتين؟!</w:t>
      </w:r>
    </w:p>
    <w:p w:rsidR="0008042A" w:rsidRPr="00904859" w:rsidRDefault="0008042A" w:rsidP="0008042A">
      <w:pPr>
        <w:pStyle w:val="libNormal"/>
        <w:rPr>
          <w:rtl/>
        </w:rPr>
      </w:pPr>
      <w:r w:rsidRPr="00904859">
        <w:rPr>
          <w:rtl/>
        </w:rPr>
        <w:t>وتقول التوراة في الإصحاح الخامس من سفر الخروج، في العدد الثالث: إن موسى وهارون قالا لفرعون: إنّ إله العبرانيّين التقانا، فنذهب طريق ثلاثة أيام في البرّية، ونذبح للربّ إلهنا لئلاّ يصيبنا بالوباء أو بالسيف ).</w:t>
      </w:r>
    </w:p>
    <w:p w:rsidR="0008042A" w:rsidRPr="00904859" w:rsidRDefault="0008042A" w:rsidP="0008042A">
      <w:pPr>
        <w:pStyle w:val="libNormal"/>
        <w:rPr>
          <w:rtl/>
        </w:rPr>
      </w:pPr>
      <w:r w:rsidRPr="00904859">
        <w:rPr>
          <w:rtl/>
        </w:rPr>
        <w:t>فتقول التوراة: إن موسى عمل بالتعليم بالكذب بطريق الثلاثة أيام وزاد من عنده قوله: لئلاّ يصيبنا بالوباء أو بالسيف</w:t>
      </w:r>
      <w:r w:rsidR="00E22A0D">
        <w:rPr>
          <w:rtl/>
        </w:rPr>
        <w:t>؛</w:t>
      </w:r>
      <w:r w:rsidRPr="00904859">
        <w:rPr>
          <w:rtl/>
        </w:rPr>
        <w:t xml:space="preserve"> وكذا هارون، مع أن الله لم يلتقه حينما أمر موسى بالذهاب إلى فرعون!!</w:t>
      </w:r>
    </w:p>
    <w:p w:rsidR="0008042A" w:rsidRDefault="0008042A" w:rsidP="0008042A">
      <w:pPr>
        <w:pStyle w:val="libNormal"/>
      </w:pPr>
      <w:r>
        <w:rPr>
          <w:rtl/>
        </w:rPr>
        <w:br w:type="page"/>
      </w:r>
    </w:p>
    <w:p w:rsidR="0008042A" w:rsidRPr="0008042A" w:rsidRDefault="0008042A" w:rsidP="0008042A">
      <w:pPr>
        <w:pStyle w:val="Heading2"/>
        <w:rPr>
          <w:rtl/>
        </w:rPr>
      </w:pPr>
      <w:bookmarkStart w:id="67" w:name="36"/>
      <w:bookmarkStart w:id="68" w:name="_Toc396029680"/>
      <w:r w:rsidRPr="00904859">
        <w:rPr>
          <w:rtl/>
        </w:rPr>
        <w:lastRenderedPageBreak/>
        <w:t>( ملحق من بعض ما تركناه )</w:t>
      </w:r>
      <w:bookmarkEnd w:id="67"/>
      <w:bookmarkEnd w:id="68"/>
    </w:p>
    <w:p w:rsidR="0008042A" w:rsidRPr="00904859" w:rsidRDefault="0008042A" w:rsidP="0008042A">
      <w:pPr>
        <w:pStyle w:val="libNormal"/>
        <w:rPr>
          <w:rtl/>
        </w:rPr>
      </w:pPr>
      <w:r w:rsidRPr="0008042A">
        <w:rPr>
          <w:rtl/>
        </w:rPr>
        <w:t>قال عبد الله الهاشمي</w:t>
      </w:r>
      <w:r w:rsidRPr="0008042A">
        <w:rPr>
          <w:rStyle w:val="libFootnotenumChar"/>
          <w:rtl/>
        </w:rPr>
        <w:t>(1)</w:t>
      </w:r>
      <w:r w:rsidRPr="0008042A">
        <w:rPr>
          <w:rtl/>
        </w:rPr>
        <w:t xml:space="preserve"> في صحيفة 12، في ذكر إبراهيم النبي عليه السلام: ( ملّة أبينا إبراهيم، فإنه كان حنيفاً مسلماً ) وذكر في صحيفة 6 قول الله تعالى في سورة آل عمران: </w:t>
      </w:r>
      <w:r w:rsidRPr="00F01098">
        <w:rPr>
          <w:rStyle w:val="libAlaemChar"/>
          <w:rFonts w:hint="cs"/>
          <w:rtl/>
        </w:rPr>
        <w:t>(</w:t>
      </w:r>
      <w:r w:rsidRPr="0008042A">
        <w:rPr>
          <w:rStyle w:val="libAieChar"/>
          <w:rFonts w:hint="cs"/>
          <w:rtl/>
        </w:rPr>
        <w:t>مَا كَانَ إِبْرَاهِيمُ يَهُودِيّاً وَلاَ نَصْرَانِيّاً وَلكِن كَانَ حَنِيفاً مُسْلِماً وَمَا كَانَ مِنَ الْمُشْرِكِينَ</w:t>
      </w:r>
      <w:r w:rsidRPr="00F01098">
        <w:rPr>
          <w:rStyle w:val="libAlaemChar"/>
          <w:rFonts w:hint="cs"/>
          <w:rtl/>
        </w:rPr>
        <w:t>)</w:t>
      </w:r>
      <w:r w:rsidRPr="0008042A">
        <w:rPr>
          <w:rStyle w:val="libFootnotenumChar"/>
          <w:rtl/>
        </w:rPr>
        <w:t>(2)</w:t>
      </w:r>
      <w:r w:rsidRPr="0008042A">
        <w:rPr>
          <w:rtl/>
        </w:rPr>
        <w:t>.</w:t>
      </w:r>
    </w:p>
    <w:p w:rsidR="0008042A" w:rsidRPr="00904859" w:rsidRDefault="0008042A" w:rsidP="0008042A">
      <w:pPr>
        <w:pStyle w:val="libNormal"/>
        <w:rPr>
          <w:rtl/>
        </w:rPr>
      </w:pPr>
      <w:r w:rsidRPr="00904859">
        <w:rPr>
          <w:rtl/>
        </w:rPr>
        <w:t>فقال عبد المسيح، صحيفة 30: إن إبراهيم إنما كان نازلا بحرّان مع آبائه تسعين سنة، لم يعبد إلاّ الصنم المسمّى بالعزّى.</w:t>
      </w:r>
    </w:p>
    <w:p w:rsidR="0008042A" w:rsidRPr="00904859" w:rsidRDefault="0008042A" w:rsidP="0008042A">
      <w:pPr>
        <w:pStyle w:val="libNormal"/>
        <w:rPr>
          <w:rtl/>
        </w:rPr>
      </w:pPr>
      <w:r w:rsidRPr="00904859">
        <w:rPr>
          <w:rtl/>
        </w:rPr>
        <w:t xml:space="preserve">ثم قال: فكان إبراهيم يعبد الصنم حنيفاً مع آبائه وأجداده وأهل بلده، كما أقررت به أنت أيها الحنيف وشهدت به، إلى أن </w:t>
      </w:r>
    </w:p>
    <w:p w:rsidR="0008042A" w:rsidRPr="0008042A" w:rsidRDefault="0008042A" w:rsidP="0008042A">
      <w:pPr>
        <w:pStyle w:val="libLine"/>
        <w:rPr>
          <w:rtl/>
        </w:rPr>
      </w:pPr>
      <w:r w:rsidRPr="0008042A">
        <w:rPr>
          <w:rtl/>
        </w:rPr>
        <w:t>____________________</w:t>
      </w:r>
    </w:p>
    <w:p w:rsidR="0008042A" w:rsidRPr="0008042A" w:rsidRDefault="0008042A" w:rsidP="0008042A">
      <w:pPr>
        <w:pStyle w:val="libFootnote0"/>
        <w:rPr>
          <w:rtl/>
        </w:rPr>
      </w:pPr>
      <w:r w:rsidRPr="00904859">
        <w:rPr>
          <w:rtl/>
        </w:rPr>
        <w:t>1- هو عبد الله بن إسماعيل الهاشمي، من أعلام القرن الرابع الهجري، أرسل رسالة إلى عبد المسيح بن إسحاق الكندي يدعوه بها إلى الإسلام، طبعت في لندن سنة 1885م، وفي مصر 1910م، ومرّات أخرى في مطبعة النيل الإنگليزية.</w:t>
      </w:r>
    </w:p>
    <w:p w:rsidR="0008042A" w:rsidRPr="0008042A" w:rsidRDefault="0008042A" w:rsidP="00F01098">
      <w:pPr>
        <w:pStyle w:val="libFootnote"/>
        <w:rPr>
          <w:rtl/>
        </w:rPr>
      </w:pPr>
      <w:r w:rsidRPr="00904859">
        <w:rPr>
          <w:rtl/>
        </w:rPr>
        <w:t>انظر معجم المطبوعات العربية والمعرّبة</w:t>
      </w:r>
      <w:r w:rsidR="00E22A0D">
        <w:rPr>
          <w:rtl/>
        </w:rPr>
        <w:t xml:space="preserve"> - </w:t>
      </w:r>
      <w:r w:rsidRPr="00904859">
        <w:rPr>
          <w:rtl/>
        </w:rPr>
        <w:t>ليوسف إليان سركيس</w:t>
      </w:r>
      <w:r w:rsidR="00E22A0D">
        <w:rPr>
          <w:rtl/>
        </w:rPr>
        <w:t xml:space="preserve"> - </w:t>
      </w:r>
      <w:r w:rsidRPr="00904859">
        <w:rPr>
          <w:rtl/>
        </w:rPr>
        <w:t>2/1889. (م).</w:t>
      </w:r>
    </w:p>
    <w:p w:rsidR="0008042A" w:rsidRPr="0008042A" w:rsidRDefault="0008042A" w:rsidP="0008042A">
      <w:pPr>
        <w:pStyle w:val="libFootnote0"/>
        <w:rPr>
          <w:rtl/>
        </w:rPr>
      </w:pPr>
      <w:r w:rsidRPr="00904859">
        <w:rPr>
          <w:rtl/>
        </w:rPr>
        <w:t>2- سورة آل عمران 3: 67. (م).</w:t>
      </w:r>
    </w:p>
    <w:p w:rsidR="0008042A" w:rsidRDefault="0008042A" w:rsidP="0008042A">
      <w:pPr>
        <w:pStyle w:val="libNormal"/>
      </w:pPr>
      <w:r>
        <w:rPr>
          <w:rtl/>
        </w:rPr>
        <w:br w:type="page"/>
      </w:r>
    </w:p>
    <w:p w:rsidR="0008042A" w:rsidRPr="00904859" w:rsidRDefault="0008042A" w:rsidP="0008042A">
      <w:pPr>
        <w:pStyle w:val="libNormal"/>
        <w:rPr>
          <w:rtl/>
        </w:rPr>
      </w:pPr>
      <w:r w:rsidRPr="00904859">
        <w:rPr>
          <w:rtl/>
        </w:rPr>
        <w:lastRenderedPageBreak/>
        <w:t>تجلّى الله له.</w:t>
      </w:r>
    </w:p>
    <w:p w:rsidR="0008042A" w:rsidRPr="00904859" w:rsidRDefault="0008042A" w:rsidP="0008042A">
      <w:pPr>
        <w:pStyle w:val="libNormal"/>
        <w:rPr>
          <w:rtl/>
        </w:rPr>
      </w:pPr>
      <w:r w:rsidRPr="00904859">
        <w:rPr>
          <w:rtl/>
        </w:rPr>
        <w:t>ثم قال: لأنّا نجد الحنيفيّة في كتب الله المنزلة اسماً لعبادة الأصنام.</w:t>
      </w:r>
    </w:p>
    <w:p w:rsidR="0008042A" w:rsidRPr="00904859" w:rsidRDefault="0008042A" w:rsidP="0008042A">
      <w:pPr>
        <w:pStyle w:val="libNormal"/>
        <w:rPr>
          <w:rtl/>
        </w:rPr>
      </w:pPr>
      <w:r w:rsidRPr="00904859">
        <w:rPr>
          <w:rtl/>
        </w:rPr>
        <w:t>فليت شعري من أين ينسب عبادة الأصنام لإبراهيم ولم يجئ لهذا ذكر في توراته ولا كتب وحيه؟!</w:t>
      </w:r>
    </w:p>
    <w:p w:rsidR="0008042A" w:rsidRPr="00904859" w:rsidRDefault="0008042A" w:rsidP="0008042A">
      <w:pPr>
        <w:pStyle w:val="libNormal"/>
        <w:rPr>
          <w:rtl/>
        </w:rPr>
      </w:pPr>
      <w:r w:rsidRPr="00904859">
        <w:rPr>
          <w:rtl/>
        </w:rPr>
        <w:t>وأما قوله: ( إن إبراهيم إنما كان نازلا بحرّان مع آبائه تسعين سنة، لم يعبد إلاّ الصنم المسمّى بالعزّى ).. فإنه قد اشتمل على أكاذيب عديدة:</w:t>
      </w:r>
    </w:p>
    <w:p w:rsidR="0008042A" w:rsidRPr="00904859" w:rsidRDefault="0008042A" w:rsidP="0008042A">
      <w:pPr>
        <w:pStyle w:val="libNormal"/>
        <w:rPr>
          <w:rtl/>
        </w:rPr>
      </w:pPr>
      <w:r w:rsidRPr="0008042A">
        <w:rPr>
          <w:rStyle w:val="libBold2Char"/>
          <w:rtl/>
        </w:rPr>
        <w:t>1-</w:t>
      </w:r>
      <w:r w:rsidRPr="0008042A">
        <w:rPr>
          <w:rtl/>
        </w:rPr>
        <w:t xml:space="preserve"> إنّ توراتهم تكذّب قوله هذا، فإنها تذكر في أواخر الإصحاح الحادي عشر من سفر التكوين أن إبراهيم كان ساكناً في أرض ميلاده، أور الكلدانيّين فيما بين النهرين</w:t>
      </w:r>
      <w:r w:rsidRPr="0008042A">
        <w:rPr>
          <w:rStyle w:val="libFootnotenumChar"/>
          <w:rtl/>
        </w:rPr>
        <w:t>(1)</w:t>
      </w:r>
      <w:r w:rsidRPr="0008042A">
        <w:rPr>
          <w:rtl/>
        </w:rPr>
        <w:t xml:space="preserve"> وبقي فيها إلى أن تزوّج وهو أخوه الأصغر منه هاران، وولد لهاران ولده لوط، ثم خرج من أور الكلدانيين ليذهبوا إلى أرض كنعان فأتى إلى حاران.. فأين نزوله تسعين سنة مع آبائه في حاران؟!</w:t>
      </w:r>
    </w:p>
    <w:p w:rsidR="0008042A" w:rsidRPr="00904859" w:rsidRDefault="0008042A" w:rsidP="0008042A">
      <w:pPr>
        <w:pStyle w:val="libNormal"/>
        <w:rPr>
          <w:rtl/>
        </w:rPr>
      </w:pPr>
      <w:r w:rsidRPr="00904859">
        <w:rPr>
          <w:rtl/>
        </w:rPr>
        <w:t>وأيضاً في الإصحاح الثاني عشر من التكوين، في العدد الرابع: أن إبراهيم لما خرج من حاران وأتى إلى أرض كنعان كان عمره خمساً وسبعين سنة.. فأين تكون التسعين سنة في حاران؟!</w:t>
      </w:r>
    </w:p>
    <w:p w:rsidR="0008042A" w:rsidRPr="0008042A" w:rsidRDefault="0008042A" w:rsidP="0008042A">
      <w:pPr>
        <w:pStyle w:val="libLine"/>
        <w:rPr>
          <w:rtl/>
        </w:rPr>
      </w:pPr>
      <w:r w:rsidRPr="0008042A">
        <w:rPr>
          <w:rtl/>
        </w:rPr>
        <w:t>____________________</w:t>
      </w:r>
    </w:p>
    <w:p w:rsidR="0008042A" w:rsidRPr="0008042A" w:rsidRDefault="0008042A" w:rsidP="0008042A">
      <w:pPr>
        <w:pStyle w:val="libFootnote0"/>
        <w:rPr>
          <w:rtl/>
        </w:rPr>
      </w:pPr>
      <w:r w:rsidRPr="00904859">
        <w:rPr>
          <w:rtl/>
        </w:rPr>
        <w:t>1- أي: دجلة والفرات، والمظنون أنه يكون في مثل نواحي ذي قار (المگيّر).</w:t>
      </w:r>
    </w:p>
    <w:p w:rsidR="0008042A" w:rsidRDefault="0008042A" w:rsidP="0008042A">
      <w:pPr>
        <w:pStyle w:val="libNormal"/>
      </w:pPr>
      <w:r>
        <w:rPr>
          <w:rtl/>
        </w:rPr>
        <w:br w:type="page"/>
      </w:r>
    </w:p>
    <w:p w:rsidR="0008042A" w:rsidRPr="00904859" w:rsidRDefault="0008042A" w:rsidP="0008042A">
      <w:pPr>
        <w:pStyle w:val="libNormal"/>
        <w:rPr>
          <w:rtl/>
        </w:rPr>
      </w:pPr>
      <w:r w:rsidRPr="00904859">
        <w:rPr>
          <w:rtl/>
        </w:rPr>
        <w:lastRenderedPageBreak/>
        <w:t>وبمقتضى دلالة التوراة وتواريخهم: أن إبراهيم لم يسكن في حاران إلاّ سنين قليلة</w:t>
      </w:r>
      <w:r w:rsidR="00E22A0D">
        <w:rPr>
          <w:rtl/>
        </w:rPr>
        <w:t>؛</w:t>
      </w:r>
      <w:r w:rsidRPr="00904859">
        <w:rPr>
          <w:rtl/>
        </w:rPr>
        <w:t xml:space="preserve"> وتواريخهم المعلّقة على توراتهم تذكر أن خروجه من بلاده</w:t>
      </w:r>
      <w:r w:rsidR="00E22A0D">
        <w:rPr>
          <w:rtl/>
        </w:rPr>
        <w:t xml:space="preserve"> - </w:t>
      </w:r>
      <w:r w:rsidRPr="00904859">
        <w:rPr>
          <w:rtl/>
        </w:rPr>
        <w:t>أرض الكلدانيّين</w:t>
      </w:r>
      <w:r w:rsidR="00E22A0D">
        <w:rPr>
          <w:rtl/>
        </w:rPr>
        <w:t xml:space="preserve"> - </w:t>
      </w:r>
      <w:r w:rsidRPr="00904859">
        <w:rPr>
          <w:rtl/>
        </w:rPr>
        <w:t>كان سنة 1923 قبل المسيح، وخروجه من حاران كان سنة 1921 قبل المسيح، فيكون مكثه في حاران سنتين.. فأين التسعون سنة؟!</w:t>
      </w:r>
    </w:p>
    <w:p w:rsidR="0008042A" w:rsidRPr="00904859" w:rsidRDefault="0008042A" w:rsidP="0008042A">
      <w:pPr>
        <w:pStyle w:val="libNormal"/>
        <w:rPr>
          <w:rtl/>
        </w:rPr>
      </w:pPr>
      <w:r w:rsidRPr="0008042A">
        <w:rPr>
          <w:rStyle w:val="libBold2Char"/>
          <w:rtl/>
        </w:rPr>
        <w:t>2-</w:t>
      </w:r>
      <w:r w:rsidRPr="0008042A">
        <w:rPr>
          <w:rtl/>
        </w:rPr>
        <w:t xml:space="preserve"> إن إبراهيم لم يكن له آباء وأجداد في حاران.</w:t>
      </w:r>
    </w:p>
    <w:p w:rsidR="0008042A" w:rsidRPr="00904859" w:rsidRDefault="0008042A" w:rsidP="0008042A">
      <w:pPr>
        <w:pStyle w:val="libNormal"/>
        <w:rPr>
          <w:rtl/>
        </w:rPr>
      </w:pPr>
      <w:r w:rsidRPr="0008042A">
        <w:rPr>
          <w:rStyle w:val="libBold2Char"/>
          <w:rtl/>
        </w:rPr>
        <w:t>3-</w:t>
      </w:r>
      <w:r w:rsidRPr="0008042A">
        <w:rPr>
          <w:rtl/>
        </w:rPr>
        <w:t xml:space="preserve"> إن عبد الله الهاشمي لم يعترف ولم يشهد بأن إبراهيم كان عابد وثن، وإنما ذكر من القرآن الكريم أنه كان حنيفاً مسلماً وما كان من المشركين، فما هذه الأكاذيب المتتابعة؟!</w:t>
      </w:r>
    </w:p>
    <w:p w:rsidR="0008042A" w:rsidRPr="00904859" w:rsidRDefault="0008042A" w:rsidP="0008042A">
      <w:pPr>
        <w:pStyle w:val="libNormal"/>
        <w:rPr>
          <w:rtl/>
        </w:rPr>
      </w:pPr>
      <w:r w:rsidRPr="00904859">
        <w:rPr>
          <w:rtl/>
        </w:rPr>
        <w:t>وأيضاً، أين عبد المسيح عن مقدّسه كتاب العهد الجديد؟ فإنه يذكر في أعمال الرسل، في الإصحاح السابع، في العدد الثاني: أنّ الله ظهر لإبراهيم وهو فيما بين النهرين قبلما سكن في حاران، وأمره بالخروج إلى الأرض التي يريه الله إيّاها وهي أرض كنعان، فخرج بأمر الله ووحيه.</w:t>
      </w:r>
    </w:p>
    <w:p w:rsidR="0008042A" w:rsidRPr="00904859" w:rsidRDefault="0008042A" w:rsidP="0008042A">
      <w:pPr>
        <w:pStyle w:val="libNormal"/>
        <w:rPr>
          <w:rtl/>
        </w:rPr>
      </w:pPr>
      <w:r w:rsidRPr="00904859">
        <w:rPr>
          <w:rtl/>
        </w:rPr>
        <w:t>فإبراهيم دخل حاران وسكن فيها وهو نبي موحى إليه.. فأين تكون عبادته للأصنام في حاران؟!</w:t>
      </w:r>
    </w:p>
    <w:p w:rsidR="0008042A" w:rsidRPr="00904859" w:rsidRDefault="0008042A" w:rsidP="0008042A">
      <w:pPr>
        <w:pStyle w:val="libNormal"/>
        <w:rPr>
          <w:rtl/>
        </w:rPr>
      </w:pPr>
      <w:r w:rsidRPr="00904859">
        <w:rPr>
          <w:rtl/>
        </w:rPr>
        <w:t>هب أن في الكذب للكاذب شرفاً وديناً، ولكن ما ذنب إبراهيم مع عبد المسيح</w:t>
      </w:r>
      <w:r w:rsidR="00E22A0D">
        <w:rPr>
          <w:rtl/>
        </w:rPr>
        <w:t xml:space="preserve"> - </w:t>
      </w:r>
      <w:r w:rsidRPr="00904859">
        <w:rPr>
          <w:rtl/>
        </w:rPr>
        <w:t>الشخصي أو النوعي</w:t>
      </w:r>
      <w:r w:rsidR="00E22A0D">
        <w:rPr>
          <w:rtl/>
        </w:rPr>
        <w:t xml:space="preserve"> - </w:t>
      </w:r>
      <w:r w:rsidRPr="00904859">
        <w:rPr>
          <w:rtl/>
        </w:rPr>
        <w:t>حتى يرمي قُدسه بعبادة الأصنام، ويكذب عليه بهتاناً وزوراً؟!</w:t>
      </w:r>
    </w:p>
    <w:p w:rsidR="0008042A" w:rsidRDefault="0008042A" w:rsidP="0008042A">
      <w:pPr>
        <w:pStyle w:val="libNormal"/>
      </w:pPr>
      <w:r>
        <w:rPr>
          <w:rtl/>
        </w:rPr>
        <w:br w:type="page"/>
      </w:r>
    </w:p>
    <w:p w:rsidR="0008042A" w:rsidRPr="00904859" w:rsidRDefault="0008042A" w:rsidP="0008042A">
      <w:pPr>
        <w:pStyle w:val="libNormal"/>
        <w:rPr>
          <w:rtl/>
        </w:rPr>
      </w:pPr>
      <w:r w:rsidRPr="00904859">
        <w:rPr>
          <w:rtl/>
        </w:rPr>
        <w:lastRenderedPageBreak/>
        <w:t>ومن الظرائف قول عبد المسيح: لأنّا نجد الحنيفيّة في كتب الله المنزلة اسماً لعبادة الأصنام</w:t>
      </w:r>
      <w:r w:rsidR="00E22A0D">
        <w:rPr>
          <w:rtl/>
        </w:rPr>
        <w:t>!</w:t>
      </w:r>
    </w:p>
    <w:p w:rsidR="0008042A" w:rsidRPr="00904859" w:rsidRDefault="0008042A" w:rsidP="0008042A">
      <w:pPr>
        <w:pStyle w:val="libNormal"/>
        <w:rPr>
          <w:rtl/>
        </w:rPr>
      </w:pPr>
      <w:r w:rsidRPr="00904859">
        <w:rPr>
          <w:rtl/>
        </w:rPr>
        <w:t>وياللعجب! هذه الكتب التي يزعم عبد المسيح وأصحابه أنها منزلة من الله بين أيدينا، وليضمّوا إليها أيضاً ما رفضته المجامع، وما رفضه البروتستنت من كتبهم، ويرونا أين يوجد فيها أن الحنيفية اسم لعبادة الأصنام؟!</w:t>
      </w:r>
    </w:p>
    <w:p w:rsidR="0008042A" w:rsidRDefault="0008042A" w:rsidP="0008042A">
      <w:pPr>
        <w:pStyle w:val="libNormal"/>
        <w:rPr>
          <w:rFonts w:hint="cs"/>
          <w:rtl/>
        </w:rPr>
      </w:pPr>
      <w:r w:rsidRPr="00904859">
        <w:rPr>
          <w:rtl/>
        </w:rPr>
        <w:t>أفلا يعلمون أن في المسلمين من قرأ كتبهم حرفاً حرفاً؟! ولكن ماذا نقول؟!!</w:t>
      </w:r>
    </w:p>
    <w:tbl>
      <w:tblPr>
        <w:tblStyle w:val="TableGrid"/>
        <w:bidiVisual/>
        <w:tblW w:w="4562" w:type="pct"/>
        <w:tblInd w:w="384" w:type="dxa"/>
        <w:tblLook w:val="01E0"/>
      </w:tblPr>
      <w:tblGrid>
        <w:gridCol w:w="3549"/>
        <w:gridCol w:w="272"/>
        <w:gridCol w:w="3489"/>
      </w:tblGrid>
      <w:tr w:rsidR="00F01098" w:rsidTr="00F95D2C">
        <w:trPr>
          <w:trHeight w:val="350"/>
        </w:trPr>
        <w:tc>
          <w:tcPr>
            <w:tcW w:w="3920" w:type="dxa"/>
            <w:shd w:val="clear" w:color="auto" w:fill="auto"/>
          </w:tcPr>
          <w:p w:rsidR="00F01098" w:rsidRDefault="00F01098" w:rsidP="00F95D2C">
            <w:pPr>
              <w:pStyle w:val="libPoem"/>
            </w:pPr>
            <w:r w:rsidRPr="00904859">
              <w:rPr>
                <w:rtl/>
              </w:rPr>
              <w:t>لا تنتهي الأنفسُ عن غيِّها</w:t>
            </w:r>
            <w:r w:rsidRPr="00725071">
              <w:rPr>
                <w:rStyle w:val="libPoemTiniChar0"/>
                <w:rtl/>
              </w:rPr>
              <w:br/>
              <w:t> </w:t>
            </w:r>
          </w:p>
        </w:tc>
        <w:tc>
          <w:tcPr>
            <w:tcW w:w="279" w:type="dxa"/>
            <w:shd w:val="clear" w:color="auto" w:fill="auto"/>
          </w:tcPr>
          <w:p w:rsidR="00F01098" w:rsidRDefault="00F01098" w:rsidP="00F95D2C">
            <w:pPr>
              <w:pStyle w:val="libPoem"/>
              <w:rPr>
                <w:rtl/>
              </w:rPr>
            </w:pPr>
          </w:p>
        </w:tc>
        <w:tc>
          <w:tcPr>
            <w:tcW w:w="3881" w:type="dxa"/>
            <w:shd w:val="clear" w:color="auto" w:fill="auto"/>
          </w:tcPr>
          <w:p w:rsidR="00F01098" w:rsidRDefault="00F01098" w:rsidP="00F95D2C">
            <w:pPr>
              <w:pStyle w:val="libPoem"/>
            </w:pPr>
            <w:r w:rsidRPr="00904859">
              <w:rPr>
                <w:rtl/>
              </w:rPr>
              <w:t>ما لم يكن منها لها زاجر</w:t>
            </w:r>
            <w:r w:rsidRPr="00725071">
              <w:rPr>
                <w:rStyle w:val="libPoemTiniChar0"/>
                <w:rtl/>
              </w:rPr>
              <w:br/>
              <w:t> </w:t>
            </w:r>
          </w:p>
        </w:tc>
      </w:tr>
    </w:tbl>
    <w:p w:rsidR="0008042A" w:rsidRDefault="0008042A" w:rsidP="0008042A">
      <w:pPr>
        <w:pStyle w:val="libNormal"/>
      </w:pPr>
      <w:r>
        <w:rPr>
          <w:rtl/>
        </w:rPr>
        <w:br w:type="page"/>
      </w:r>
    </w:p>
    <w:p w:rsidR="0008042A" w:rsidRPr="00904859" w:rsidRDefault="0008042A" w:rsidP="0008042A">
      <w:pPr>
        <w:pStyle w:val="libNormal"/>
        <w:rPr>
          <w:rtl/>
        </w:rPr>
      </w:pPr>
      <w:r w:rsidRPr="00904859">
        <w:rPr>
          <w:rtl/>
        </w:rPr>
        <w:lastRenderedPageBreak/>
        <w:t>أيها القارئ، ما هو حالك في الدهشة والأسف عن الصدق والأمانة والشرف والاستقامة والدين؟!!</w:t>
      </w:r>
    </w:p>
    <w:p w:rsidR="0008042A" w:rsidRPr="00904859" w:rsidRDefault="0008042A" w:rsidP="0008042A">
      <w:pPr>
        <w:pStyle w:val="libNormal"/>
        <w:rPr>
          <w:rtl/>
        </w:rPr>
      </w:pPr>
      <w:r w:rsidRPr="00904859">
        <w:rPr>
          <w:rtl/>
        </w:rPr>
        <w:t>هب أن الناس يتسامحون في الكذب في الأمور الدنيوية ومعاملات المعيشة، ولكن الدايانة المطلوب بها الهدى والصلاح والاستقامة كيف يُبنى أمرها على الكذب الصريح المتسلسل من رجال الدعوة إلى الدين، ومن الكتب المنسوبة إلى الوحي الإلهي؟!</w:t>
      </w:r>
    </w:p>
    <w:p w:rsidR="0008042A" w:rsidRPr="00904859" w:rsidRDefault="0008042A" w:rsidP="0008042A">
      <w:pPr>
        <w:pStyle w:val="libNormal"/>
        <w:rPr>
          <w:rtl/>
        </w:rPr>
      </w:pPr>
      <w:r w:rsidRPr="00904859">
        <w:rPr>
          <w:rtl/>
        </w:rPr>
        <w:t>فأين الشرف والأمانة والصلاح؟! وأين الدين والتقوى؟! وما هذه الجرأة على قدس الرسل والأنبياء والصالحين؟!</w:t>
      </w:r>
    </w:p>
    <w:p w:rsidR="0008042A" w:rsidRPr="00904859" w:rsidRDefault="0008042A" w:rsidP="0008042A">
      <w:pPr>
        <w:pStyle w:val="libNormal"/>
        <w:rPr>
          <w:rtl/>
        </w:rPr>
      </w:pPr>
      <w:r w:rsidRPr="00904859">
        <w:rPr>
          <w:rtl/>
        </w:rPr>
        <w:t>وما هذه الجرأة القبيحة على جلال الله وقدسه؟!!</w:t>
      </w:r>
    </w:p>
    <w:p w:rsidR="0008042A" w:rsidRPr="00904859" w:rsidRDefault="0008042A" w:rsidP="0008042A">
      <w:pPr>
        <w:pStyle w:val="libNormal"/>
        <w:rPr>
          <w:rtl/>
        </w:rPr>
      </w:pPr>
      <w:r w:rsidRPr="00904859">
        <w:rPr>
          <w:rtl/>
        </w:rPr>
        <w:t>ويا للعجب المدهش من أناس يدعوننا بمثل ما ذكرناه من الكذب، إلى مثل ما ذكرناه من الكذب والجرأة على جلال الله وقدسه!! ويا للأسف!</w:t>
      </w:r>
    </w:p>
    <w:p w:rsidR="0008042A" w:rsidRPr="00904859" w:rsidRDefault="0008042A" w:rsidP="0008042A">
      <w:pPr>
        <w:pStyle w:val="libNormal"/>
        <w:rPr>
          <w:rtl/>
        </w:rPr>
      </w:pPr>
      <w:r w:rsidRPr="00904859">
        <w:rPr>
          <w:rtl/>
        </w:rPr>
        <w:t>وحسبنا الله ونعم الوكيل، وسبحان ربّك ربّ العزّة عما يصفون، وسلام على المرسلين، والحمد لله رب العالمين.</w:t>
      </w:r>
    </w:p>
    <w:p w:rsidR="00F4688F" w:rsidRDefault="0008042A" w:rsidP="0008042A">
      <w:pPr>
        <w:pStyle w:val="libLeft"/>
        <w:rPr>
          <w:rtl/>
        </w:rPr>
      </w:pPr>
      <w:r w:rsidRPr="00904859">
        <w:rPr>
          <w:rtl/>
        </w:rPr>
        <w:t>سنة 1345</w:t>
      </w:r>
    </w:p>
    <w:p w:rsidR="00F4688F" w:rsidRPr="00F4688F" w:rsidRDefault="00F4688F" w:rsidP="00F4688F">
      <w:pPr>
        <w:pStyle w:val="libNormal"/>
        <w:rPr>
          <w:rtl/>
        </w:rPr>
      </w:pPr>
      <w:r w:rsidRPr="00F4688F">
        <w:rPr>
          <w:rtl/>
        </w:rPr>
        <w:br w:type="page"/>
      </w:r>
    </w:p>
    <w:sdt>
      <w:sdtPr>
        <w:rPr>
          <w:rtl/>
        </w:rPr>
        <w:id w:val="2422181"/>
        <w:docPartObj>
          <w:docPartGallery w:val="Table of Contents"/>
          <w:docPartUnique/>
        </w:docPartObj>
      </w:sdtPr>
      <w:sdtEndPr>
        <w:rPr>
          <w:b w:val="0"/>
          <w:bCs w:val="0"/>
        </w:rPr>
      </w:sdtEndPr>
      <w:sdtContent>
        <w:p w:rsidR="00F4688F" w:rsidRDefault="00F4688F" w:rsidP="00F4688F">
          <w:pPr>
            <w:pStyle w:val="libCenterBold1"/>
            <w:rPr>
              <w:rFonts w:hint="cs"/>
              <w:rtl/>
            </w:rPr>
          </w:pPr>
          <w:r>
            <w:rPr>
              <w:rFonts w:hint="cs"/>
              <w:rtl/>
            </w:rPr>
            <w:t>الفهرس</w:t>
          </w:r>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96029647" w:history="1">
            <w:r w:rsidRPr="00822821">
              <w:rPr>
                <w:rStyle w:val="Hyperlink"/>
                <w:rFonts w:hint="eastAsia"/>
                <w:noProof/>
                <w:rtl/>
              </w:rPr>
              <w:t>مقدمة</w:t>
            </w:r>
            <w:r w:rsidRPr="00822821">
              <w:rPr>
                <w:rStyle w:val="Hyperlink"/>
                <w:noProof/>
                <w:rtl/>
              </w:rPr>
              <w:t xml:space="preserve"> </w:t>
            </w:r>
            <w:r w:rsidRPr="00822821">
              <w:rPr>
                <w:rStyle w:val="Hyperlink"/>
                <w:rFonts w:hint="eastAsia"/>
                <w:noProof/>
                <w:rtl/>
              </w:rPr>
              <w:t>المركز</w:t>
            </w:r>
            <w:r w:rsidRPr="008228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Toc396029647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5</w:t>
            </w:r>
            <w:r>
              <w:rPr>
                <w:rStyle w:val="Hyperlink"/>
                <w:noProof/>
                <w:rtl/>
              </w:rPr>
              <w:fldChar w:fldCharType="end"/>
            </w:r>
          </w:hyperlink>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48" w:history="1">
            <w:r w:rsidRPr="00822821">
              <w:rPr>
                <w:rStyle w:val="Hyperlink"/>
                <w:noProof/>
                <w:rtl/>
              </w:rPr>
              <w:t>(</w:t>
            </w:r>
            <w:r w:rsidRPr="00822821">
              <w:rPr>
                <w:rStyle w:val="Hyperlink"/>
                <w:rFonts w:hint="eastAsia"/>
                <w:noProof/>
                <w:rtl/>
              </w:rPr>
              <w:t>رد</w:t>
            </w:r>
            <w:r w:rsidRPr="00822821">
              <w:rPr>
                <w:rStyle w:val="Hyperlink"/>
                <w:noProof/>
                <w:rtl/>
              </w:rPr>
              <w:t xml:space="preserve"> </w:t>
            </w:r>
            <w:r w:rsidRPr="00822821">
              <w:rPr>
                <w:rStyle w:val="Hyperlink"/>
                <w:rFonts w:hint="eastAsia"/>
                <w:noProof/>
                <w:rtl/>
              </w:rPr>
              <w:t>أكذوبة</w:t>
            </w:r>
            <w:r w:rsidRPr="00822821">
              <w:rPr>
                <w:rStyle w:val="Hyperlink"/>
                <w:noProof/>
                <w:rtl/>
              </w:rPr>
              <w:t xml:space="preserve"> </w:t>
            </w:r>
            <w:r w:rsidRPr="00822821">
              <w:rPr>
                <w:rStyle w:val="Hyperlink"/>
                <w:rFonts w:hint="eastAsia"/>
                <w:noProof/>
                <w:rtl/>
              </w:rPr>
              <w:t>أنّ</w:t>
            </w:r>
            <w:r w:rsidRPr="00822821">
              <w:rPr>
                <w:rStyle w:val="Hyperlink"/>
                <w:noProof/>
                <w:rtl/>
              </w:rPr>
              <w:t xml:space="preserve"> </w:t>
            </w:r>
            <w:r w:rsidRPr="00822821">
              <w:rPr>
                <w:rStyle w:val="Hyperlink"/>
                <w:rFonts w:hint="eastAsia"/>
                <w:noProof/>
                <w:rtl/>
              </w:rPr>
              <w:t>القرآن</w:t>
            </w:r>
            <w:r w:rsidRPr="00822821">
              <w:rPr>
                <w:rStyle w:val="Hyperlink"/>
                <w:noProof/>
                <w:rtl/>
              </w:rPr>
              <w:t xml:space="preserve"> </w:t>
            </w:r>
            <w:r w:rsidRPr="00822821">
              <w:rPr>
                <w:rStyle w:val="Hyperlink"/>
                <w:rFonts w:hint="eastAsia"/>
                <w:noProof/>
                <w:rtl/>
              </w:rPr>
              <w:t>يقول</w:t>
            </w:r>
            <w:r w:rsidRPr="00822821">
              <w:rPr>
                <w:rStyle w:val="Hyperlink"/>
                <w:noProof/>
                <w:rtl/>
              </w:rPr>
              <w:t>:</w:t>
            </w:r>
            <w:r w:rsidRPr="00822821">
              <w:rPr>
                <w:rStyle w:val="Hyperlink"/>
                <w:rFonts w:hint="eastAsia"/>
                <w:noProof/>
                <w:rtl/>
              </w:rPr>
              <w:t>إن</w:t>
            </w:r>
            <w:r w:rsidRPr="00822821">
              <w:rPr>
                <w:rStyle w:val="Hyperlink"/>
                <w:noProof/>
                <w:rtl/>
              </w:rPr>
              <w:t xml:space="preserve"> </w:t>
            </w:r>
            <w:r w:rsidRPr="00822821">
              <w:rPr>
                <w:rStyle w:val="Hyperlink"/>
                <w:rFonts w:hint="eastAsia"/>
                <w:noProof/>
                <w:rtl/>
              </w:rPr>
              <w:t>هارون</w:t>
            </w:r>
            <w:r w:rsidRPr="00822821">
              <w:rPr>
                <w:rStyle w:val="Hyperlink"/>
                <w:noProof/>
                <w:rtl/>
              </w:rPr>
              <w:t xml:space="preserve"> </w:t>
            </w:r>
            <w:r w:rsidRPr="00822821">
              <w:rPr>
                <w:rStyle w:val="Hyperlink"/>
                <w:rFonts w:hint="eastAsia"/>
                <w:noProof/>
                <w:rtl/>
              </w:rPr>
              <w:t>عبد</w:t>
            </w:r>
            <w:r w:rsidRPr="00822821">
              <w:rPr>
                <w:rStyle w:val="Hyperlink"/>
                <w:noProof/>
                <w:rtl/>
              </w:rPr>
              <w:t xml:space="preserve"> </w:t>
            </w:r>
            <w:r w:rsidRPr="00822821">
              <w:rPr>
                <w:rStyle w:val="Hyperlink"/>
                <w:rFonts w:hint="eastAsia"/>
                <w:noProof/>
                <w:rtl/>
              </w:rPr>
              <w:t>العجل</w:t>
            </w:r>
            <w:r w:rsidRPr="008228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Toc396029648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15</w:t>
            </w:r>
            <w:r>
              <w:rPr>
                <w:rStyle w:val="Hyperlink"/>
                <w:noProof/>
                <w:rtl/>
              </w:rPr>
              <w:fldChar w:fldCharType="end"/>
            </w:r>
          </w:hyperlink>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49" w:history="1">
            <w:r w:rsidRPr="00822821">
              <w:rPr>
                <w:rStyle w:val="Hyperlink"/>
                <w:noProof/>
                <w:rtl/>
              </w:rPr>
              <w:t>(</w:t>
            </w:r>
            <w:r w:rsidRPr="00822821">
              <w:rPr>
                <w:rStyle w:val="Hyperlink"/>
                <w:rFonts w:hint="eastAsia"/>
                <w:noProof/>
                <w:rtl/>
              </w:rPr>
              <w:t>رد</w:t>
            </w:r>
            <w:r w:rsidRPr="00822821">
              <w:rPr>
                <w:rStyle w:val="Hyperlink"/>
                <w:noProof/>
                <w:rtl/>
              </w:rPr>
              <w:t xml:space="preserve"> </w:t>
            </w:r>
            <w:r w:rsidRPr="00822821">
              <w:rPr>
                <w:rStyle w:val="Hyperlink"/>
                <w:rFonts w:hint="eastAsia"/>
                <w:noProof/>
                <w:rtl/>
              </w:rPr>
              <w:t>أُكذوبة</w:t>
            </w:r>
            <w:r w:rsidRPr="00822821">
              <w:rPr>
                <w:rStyle w:val="Hyperlink"/>
                <w:noProof/>
                <w:rtl/>
              </w:rPr>
              <w:t xml:space="preserve"> </w:t>
            </w:r>
            <w:r w:rsidRPr="00822821">
              <w:rPr>
                <w:rStyle w:val="Hyperlink"/>
                <w:rFonts w:hint="eastAsia"/>
                <w:noProof/>
                <w:rtl/>
              </w:rPr>
              <w:t>أن</w:t>
            </w:r>
            <w:r w:rsidRPr="00822821">
              <w:rPr>
                <w:rStyle w:val="Hyperlink"/>
                <w:noProof/>
                <w:rtl/>
              </w:rPr>
              <w:t xml:space="preserve"> </w:t>
            </w:r>
            <w:r w:rsidRPr="00822821">
              <w:rPr>
                <w:rStyle w:val="Hyperlink"/>
                <w:rFonts w:hint="eastAsia"/>
                <w:noProof/>
                <w:rtl/>
              </w:rPr>
              <w:t>القرآن</w:t>
            </w:r>
            <w:r w:rsidRPr="00822821">
              <w:rPr>
                <w:rStyle w:val="Hyperlink"/>
                <w:noProof/>
                <w:rtl/>
              </w:rPr>
              <w:t xml:space="preserve"> </w:t>
            </w:r>
            <w:r w:rsidRPr="00822821">
              <w:rPr>
                <w:rStyle w:val="Hyperlink"/>
                <w:rFonts w:hint="eastAsia"/>
                <w:noProof/>
                <w:rtl/>
              </w:rPr>
              <w:t>يقول</w:t>
            </w:r>
            <w:r w:rsidRPr="00822821">
              <w:rPr>
                <w:rStyle w:val="Hyperlink"/>
                <w:noProof/>
                <w:rtl/>
              </w:rPr>
              <w:t>:</w:t>
            </w:r>
            <w:r w:rsidRPr="00822821">
              <w:rPr>
                <w:rStyle w:val="Hyperlink"/>
                <w:rFonts w:hint="eastAsia"/>
                <w:noProof/>
                <w:rtl/>
              </w:rPr>
              <w:t>إنّ</w:t>
            </w:r>
            <w:r w:rsidRPr="00822821">
              <w:rPr>
                <w:rStyle w:val="Hyperlink"/>
                <w:noProof/>
                <w:rtl/>
              </w:rPr>
              <w:t xml:space="preserve"> </w:t>
            </w:r>
            <w:r w:rsidRPr="00822821">
              <w:rPr>
                <w:rStyle w:val="Hyperlink"/>
                <w:rFonts w:hint="eastAsia"/>
                <w:noProof/>
                <w:rtl/>
              </w:rPr>
              <w:t>داود</w:t>
            </w:r>
            <w:r w:rsidRPr="00822821">
              <w:rPr>
                <w:rStyle w:val="Hyperlink"/>
                <w:noProof/>
                <w:rtl/>
              </w:rPr>
              <w:t xml:space="preserve"> </w:t>
            </w:r>
            <w:r w:rsidRPr="00822821">
              <w:rPr>
                <w:rStyle w:val="Hyperlink"/>
                <w:rFonts w:hint="eastAsia"/>
                <w:noProof/>
                <w:rtl/>
              </w:rPr>
              <w:t>أخذ</w:t>
            </w:r>
            <w:r w:rsidRPr="00822821">
              <w:rPr>
                <w:rStyle w:val="Hyperlink"/>
                <w:noProof/>
                <w:rtl/>
              </w:rPr>
              <w:t xml:space="preserve"> </w:t>
            </w:r>
            <w:r w:rsidRPr="00822821">
              <w:rPr>
                <w:rStyle w:val="Hyperlink"/>
                <w:rFonts w:hint="eastAsia"/>
                <w:noProof/>
                <w:rtl/>
              </w:rPr>
              <w:t>نعجة</w:t>
            </w:r>
            <w:r w:rsidRPr="00822821">
              <w:rPr>
                <w:rStyle w:val="Hyperlink"/>
                <w:noProof/>
                <w:rtl/>
              </w:rPr>
              <w:t xml:space="preserve"> </w:t>
            </w:r>
            <w:r w:rsidRPr="00822821">
              <w:rPr>
                <w:rStyle w:val="Hyperlink"/>
                <w:rFonts w:hint="eastAsia"/>
                <w:noProof/>
                <w:rtl/>
              </w:rPr>
              <w:t>أخيه</w:t>
            </w:r>
            <w:r w:rsidRPr="008228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Toc396029649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17</w:t>
            </w:r>
            <w:r>
              <w:rPr>
                <w:rStyle w:val="Hyperlink"/>
                <w:noProof/>
                <w:rtl/>
              </w:rPr>
              <w:fldChar w:fldCharType="end"/>
            </w:r>
          </w:hyperlink>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50" w:history="1">
            <w:r w:rsidRPr="00822821">
              <w:rPr>
                <w:rStyle w:val="Hyperlink"/>
                <w:noProof/>
                <w:rtl/>
              </w:rPr>
              <w:t>(</w:t>
            </w:r>
            <w:r w:rsidRPr="00822821">
              <w:rPr>
                <w:rStyle w:val="Hyperlink"/>
                <w:rFonts w:hint="eastAsia"/>
                <w:noProof/>
                <w:rtl/>
              </w:rPr>
              <w:t>ردّ</w:t>
            </w:r>
            <w:r w:rsidRPr="00822821">
              <w:rPr>
                <w:rStyle w:val="Hyperlink"/>
                <w:noProof/>
                <w:rtl/>
              </w:rPr>
              <w:t xml:space="preserve"> </w:t>
            </w:r>
            <w:r w:rsidRPr="00822821">
              <w:rPr>
                <w:rStyle w:val="Hyperlink"/>
                <w:rFonts w:hint="eastAsia"/>
                <w:noProof/>
                <w:rtl/>
              </w:rPr>
              <w:t>أُكذوبة</w:t>
            </w:r>
            <w:r w:rsidRPr="00822821">
              <w:rPr>
                <w:rStyle w:val="Hyperlink"/>
                <w:noProof/>
                <w:rtl/>
              </w:rPr>
              <w:t xml:space="preserve"> </w:t>
            </w:r>
            <w:r w:rsidRPr="00822821">
              <w:rPr>
                <w:rStyle w:val="Hyperlink"/>
                <w:rFonts w:hint="eastAsia"/>
                <w:noProof/>
                <w:rtl/>
              </w:rPr>
              <w:t>أنّ</w:t>
            </w:r>
            <w:r w:rsidRPr="00822821">
              <w:rPr>
                <w:rStyle w:val="Hyperlink"/>
                <w:noProof/>
                <w:rtl/>
              </w:rPr>
              <w:t xml:space="preserve"> </w:t>
            </w:r>
            <w:r w:rsidRPr="00822821">
              <w:rPr>
                <w:rStyle w:val="Hyperlink"/>
                <w:rFonts w:hint="eastAsia"/>
                <w:noProof/>
                <w:rtl/>
              </w:rPr>
              <w:t>القرآن</w:t>
            </w:r>
            <w:r w:rsidRPr="00822821">
              <w:rPr>
                <w:rStyle w:val="Hyperlink"/>
                <w:noProof/>
                <w:rtl/>
              </w:rPr>
              <w:t xml:space="preserve"> </w:t>
            </w:r>
            <w:r w:rsidRPr="00822821">
              <w:rPr>
                <w:rStyle w:val="Hyperlink"/>
                <w:rFonts w:hint="eastAsia"/>
                <w:noProof/>
                <w:rtl/>
              </w:rPr>
              <w:t>يقول</w:t>
            </w:r>
            <w:r w:rsidRPr="00822821">
              <w:rPr>
                <w:rStyle w:val="Hyperlink"/>
                <w:noProof/>
                <w:rtl/>
              </w:rPr>
              <w:t>:</w:t>
            </w:r>
            <w:r w:rsidRPr="00822821">
              <w:rPr>
                <w:rStyle w:val="Hyperlink"/>
                <w:rFonts w:hint="eastAsia"/>
                <w:noProof/>
                <w:rtl/>
              </w:rPr>
              <w:t>إن</w:t>
            </w:r>
            <w:r w:rsidRPr="00822821">
              <w:rPr>
                <w:rStyle w:val="Hyperlink"/>
                <w:noProof/>
                <w:rtl/>
              </w:rPr>
              <w:t xml:space="preserve"> </w:t>
            </w:r>
            <w:r w:rsidRPr="00822821">
              <w:rPr>
                <w:rStyle w:val="Hyperlink"/>
                <w:rFonts w:hint="eastAsia"/>
                <w:noProof/>
                <w:rtl/>
              </w:rPr>
              <w:t>إبراهيم</w:t>
            </w:r>
            <w:r w:rsidRPr="00822821">
              <w:rPr>
                <w:rStyle w:val="Hyperlink"/>
                <w:noProof/>
                <w:rtl/>
              </w:rPr>
              <w:t xml:space="preserve"> </w:t>
            </w:r>
            <w:r w:rsidRPr="00822821">
              <w:rPr>
                <w:rStyle w:val="Hyperlink"/>
                <w:rFonts w:hint="eastAsia"/>
                <w:noProof/>
                <w:rtl/>
              </w:rPr>
              <w:t>كان</w:t>
            </w:r>
            <w:r w:rsidRPr="00822821">
              <w:rPr>
                <w:rStyle w:val="Hyperlink"/>
                <w:noProof/>
                <w:rtl/>
              </w:rPr>
              <w:t xml:space="preserve"> </w:t>
            </w:r>
            <w:r w:rsidRPr="00822821">
              <w:rPr>
                <w:rStyle w:val="Hyperlink"/>
                <w:rFonts w:hint="eastAsia"/>
                <w:noProof/>
                <w:rtl/>
              </w:rPr>
              <w:t>عابد</w:t>
            </w:r>
            <w:r w:rsidRPr="00822821">
              <w:rPr>
                <w:rStyle w:val="Hyperlink"/>
                <w:noProof/>
                <w:rtl/>
              </w:rPr>
              <w:t xml:space="preserve"> </w:t>
            </w:r>
            <w:r w:rsidRPr="00822821">
              <w:rPr>
                <w:rStyle w:val="Hyperlink"/>
                <w:rFonts w:hint="eastAsia"/>
                <w:noProof/>
                <w:rtl/>
              </w:rPr>
              <w:t>وثن</w:t>
            </w:r>
            <w:r w:rsidRPr="008228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Toc396029650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19</w:t>
            </w:r>
            <w:r>
              <w:rPr>
                <w:rStyle w:val="Hyperlink"/>
                <w:noProof/>
                <w:rtl/>
              </w:rPr>
              <w:fldChar w:fldCharType="end"/>
            </w:r>
          </w:hyperlink>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51" w:history="1">
            <w:r w:rsidRPr="00822821">
              <w:rPr>
                <w:rStyle w:val="Hyperlink"/>
                <w:noProof/>
                <w:rtl/>
              </w:rPr>
              <w:t>(</w:t>
            </w:r>
            <w:r w:rsidRPr="00822821">
              <w:rPr>
                <w:rStyle w:val="Hyperlink"/>
                <w:rFonts w:hint="eastAsia"/>
                <w:noProof/>
                <w:rtl/>
              </w:rPr>
              <w:t>ردّ</w:t>
            </w:r>
            <w:r w:rsidRPr="00822821">
              <w:rPr>
                <w:rStyle w:val="Hyperlink"/>
                <w:noProof/>
                <w:rtl/>
              </w:rPr>
              <w:t xml:space="preserve"> </w:t>
            </w:r>
            <w:r w:rsidRPr="00822821">
              <w:rPr>
                <w:rStyle w:val="Hyperlink"/>
                <w:rFonts w:hint="eastAsia"/>
                <w:noProof/>
                <w:rtl/>
              </w:rPr>
              <w:t>النهي</w:t>
            </w:r>
            <w:r w:rsidRPr="00822821">
              <w:rPr>
                <w:rStyle w:val="Hyperlink"/>
                <w:noProof/>
                <w:rtl/>
              </w:rPr>
              <w:t xml:space="preserve"> </w:t>
            </w:r>
            <w:r w:rsidRPr="00822821">
              <w:rPr>
                <w:rStyle w:val="Hyperlink"/>
                <w:rFonts w:hint="eastAsia"/>
                <w:noProof/>
                <w:rtl/>
              </w:rPr>
              <w:t>عن</w:t>
            </w:r>
            <w:r w:rsidRPr="00822821">
              <w:rPr>
                <w:rStyle w:val="Hyperlink"/>
                <w:noProof/>
                <w:rtl/>
              </w:rPr>
              <w:t xml:space="preserve"> </w:t>
            </w:r>
            <w:r w:rsidRPr="00822821">
              <w:rPr>
                <w:rStyle w:val="Hyperlink"/>
                <w:rFonts w:hint="eastAsia"/>
                <w:noProof/>
                <w:rtl/>
              </w:rPr>
              <w:t>الإكثار</w:t>
            </w:r>
            <w:r w:rsidRPr="00822821">
              <w:rPr>
                <w:rStyle w:val="Hyperlink"/>
                <w:noProof/>
                <w:rtl/>
              </w:rPr>
              <w:t xml:space="preserve"> </w:t>
            </w:r>
            <w:r w:rsidRPr="00822821">
              <w:rPr>
                <w:rStyle w:val="Hyperlink"/>
                <w:rFonts w:hint="eastAsia"/>
                <w:noProof/>
                <w:rtl/>
              </w:rPr>
              <w:t>من</w:t>
            </w:r>
            <w:r w:rsidRPr="00822821">
              <w:rPr>
                <w:rStyle w:val="Hyperlink"/>
                <w:noProof/>
                <w:rtl/>
              </w:rPr>
              <w:t xml:space="preserve"> </w:t>
            </w:r>
            <w:r w:rsidRPr="00822821">
              <w:rPr>
                <w:rStyle w:val="Hyperlink"/>
                <w:rFonts w:hint="eastAsia"/>
                <w:noProof/>
                <w:rtl/>
              </w:rPr>
              <w:t>ذكر</w:t>
            </w:r>
            <w:r w:rsidRPr="00822821">
              <w:rPr>
                <w:rStyle w:val="Hyperlink"/>
                <w:noProof/>
                <w:rtl/>
              </w:rPr>
              <w:t xml:space="preserve"> </w:t>
            </w:r>
            <w:r w:rsidRPr="00822821">
              <w:rPr>
                <w:rStyle w:val="Hyperlink"/>
                <w:rFonts w:hint="eastAsia"/>
                <w:noProof/>
                <w:rtl/>
              </w:rPr>
              <w:t>الله</w:t>
            </w:r>
            <w:r w:rsidRPr="00822821">
              <w:rPr>
                <w:rStyle w:val="Hyperlink"/>
                <w:noProof/>
                <w:rtl/>
              </w:rPr>
              <w:t xml:space="preserve"> </w:t>
            </w:r>
            <w:r w:rsidRPr="00822821">
              <w:rPr>
                <w:rStyle w:val="Hyperlink"/>
                <w:rFonts w:hint="eastAsia"/>
                <w:noProof/>
                <w:rtl/>
              </w:rPr>
              <w:t>وتسبيحه</w:t>
            </w:r>
            <w:r w:rsidRPr="00822821">
              <w:rPr>
                <w:rStyle w:val="Hyperlink"/>
                <w:noProof/>
                <w:rtl/>
              </w:rPr>
              <w:t xml:space="preserve"> </w:t>
            </w:r>
            <w:r w:rsidRPr="00822821">
              <w:rPr>
                <w:rStyle w:val="Hyperlink"/>
                <w:rFonts w:hint="eastAsia"/>
                <w:noProof/>
                <w:rtl/>
              </w:rPr>
              <w:t>وتمجيده</w:t>
            </w:r>
            <w:r w:rsidRPr="00822821">
              <w:rPr>
                <w:rStyle w:val="Hyperlink"/>
                <w:noProof/>
                <w:rtl/>
              </w:rPr>
              <w:t xml:space="preserve"> </w:t>
            </w:r>
            <w:r w:rsidRPr="00822821">
              <w:rPr>
                <w:rStyle w:val="Hyperlink"/>
                <w:rFonts w:hint="eastAsia"/>
                <w:noProof/>
                <w:rtl/>
              </w:rPr>
              <w:t>وتهليله</w:t>
            </w:r>
            <w:r w:rsidRPr="008228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Toc396029651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20</w:t>
            </w:r>
            <w:r>
              <w:rPr>
                <w:rStyle w:val="Hyperlink"/>
                <w:noProof/>
                <w:rtl/>
              </w:rPr>
              <w:fldChar w:fldCharType="end"/>
            </w:r>
          </w:hyperlink>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52" w:history="1">
            <w:r w:rsidRPr="00822821">
              <w:rPr>
                <w:rStyle w:val="Hyperlink"/>
                <w:noProof/>
                <w:rtl/>
              </w:rPr>
              <w:t>(</w:t>
            </w:r>
            <w:r w:rsidRPr="00822821">
              <w:rPr>
                <w:rStyle w:val="Hyperlink"/>
                <w:rFonts w:hint="eastAsia"/>
                <w:noProof/>
                <w:rtl/>
              </w:rPr>
              <w:t>ردّ</w:t>
            </w:r>
            <w:r w:rsidRPr="00822821">
              <w:rPr>
                <w:rStyle w:val="Hyperlink"/>
                <w:noProof/>
                <w:rtl/>
              </w:rPr>
              <w:t xml:space="preserve"> </w:t>
            </w:r>
            <w:r w:rsidRPr="00822821">
              <w:rPr>
                <w:rStyle w:val="Hyperlink"/>
                <w:rFonts w:hint="eastAsia"/>
                <w:noProof/>
                <w:rtl/>
              </w:rPr>
              <w:t>مزعمة</w:t>
            </w:r>
            <w:r w:rsidRPr="00822821">
              <w:rPr>
                <w:rStyle w:val="Hyperlink"/>
                <w:noProof/>
                <w:rtl/>
              </w:rPr>
              <w:t xml:space="preserve"> </w:t>
            </w:r>
            <w:r w:rsidRPr="00822821">
              <w:rPr>
                <w:rStyle w:val="Hyperlink"/>
                <w:rFonts w:hint="eastAsia"/>
                <w:noProof/>
                <w:rtl/>
              </w:rPr>
              <w:t>أن</w:t>
            </w:r>
            <w:r w:rsidRPr="00822821">
              <w:rPr>
                <w:rStyle w:val="Hyperlink"/>
                <w:noProof/>
                <w:rtl/>
              </w:rPr>
              <w:t xml:space="preserve"> </w:t>
            </w:r>
            <w:r w:rsidRPr="00822821">
              <w:rPr>
                <w:rStyle w:val="Hyperlink"/>
                <w:rFonts w:hint="eastAsia"/>
                <w:noProof/>
                <w:rtl/>
              </w:rPr>
              <w:t>القرآن</w:t>
            </w:r>
            <w:r w:rsidRPr="00822821">
              <w:rPr>
                <w:rStyle w:val="Hyperlink"/>
                <w:noProof/>
                <w:rtl/>
              </w:rPr>
              <w:t xml:space="preserve"> </w:t>
            </w:r>
            <w:r w:rsidRPr="00822821">
              <w:rPr>
                <w:rStyle w:val="Hyperlink"/>
                <w:rFonts w:hint="eastAsia"/>
                <w:noProof/>
                <w:rtl/>
              </w:rPr>
              <w:t>ودين</w:t>
            </w:r>
            <w:r w:rsidRPr="00822821">
              <w:rPr>
                <w:rStyle w:val="Hyperlink"/>
                <w:noProof/>
                <w:rtl/>
              </w:rPr>
              <w:t xml:space="preserve"> </w:t>
            </w:r>
            <w:r w:rsidRPr="00822821">
              <w:rPr>
                <w:rStyle w:val="Hyperlink"/>
                <w:rFonts w:hint="eastAsia"/>
                <w:noProof/>
                <w:rtl/>
              </w:rPr>
              <w:t>الإسلام</w:t>
            </w:r>
            <w:r w:rsidRPr="00822821">
              <w:rPr>
                <w:rStyle w:val="Hyperlink"/>
                <w:noProof/>
                <w:rtl/>
              </w:rPr>
              <w:t xml:space="preserve"> </w:t>
            </w:r>
            <w:r w:rsidRPr="00822821">
              <w:rPr>
                <w:rStyle w:val="Hyperlink"/>
                <w:rFonts w:hint="eastAsia"/>
                <w:noProof/>
                <w:rtl/>
              </w:rPr>
              <w:t>أُمور</w:t>
            </w:r>
            <w:r w:rsidRPr="00822821">
              <w:rPr>
                <w:rStyle w:val="Hyperlink"/>
                <w:noProof/>
                <w:rtl/>
              </w:rPr>
              <w:t xml:space="preserve"> </w:t>
            </w:r>
            <w:r w:rsidRPr="00822821">
              <w:rPr>
                <w:rStyle w:val="Hyperlink"/>
                <w:rFonts w:hint="eastAsia"/>
                <w:noProof/>
                <w:rtl/>
              </w:rPr>
              <w:t>صبيانية</w:t>
            </w:r>
            <w:r w:rsidRPr="00822821">
              <w:rPr>
                <w:rStyle w:val="Hyperlink"/>
                <w:noProof/>
                <w:rtl/>
              </w:rPr>
              <w:t xml:space="preserve"> </w:t>
            </w:r>
            <w:r w:rsidRPr="00822821">
              <w:rPr>
                <w:rStyle w:val="Hyperlink"/>
                <w:rFonts w:hint="eastAsia"/>
                <w:noProof/>
                <w:rtl/>
              </w:rPr>
              <w:t>وخرافات</w:t>
            </w:r>
            <w:r w:rsidRPr="008228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Toc396029652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21</w:t>
            </w:r>
            <w:r>
              <w:rPr>
                <w:rStyle w:val="Hyperlink"/>
                <w:noProof/>
                <w:rtl/>
              </w:rPr>
              <w:fldChar w:fldCharType="end"/>
            </w:r>
          </w:hyperlink>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53" w:history="1">
            <w:r w:rsidRPr="00822821">
              <w:rPr>
                <w:rStyle w:val="Hyperlink"/>
                <w:noProof/>
                <w:rtl/>
              </w:rPr>
              <w:t>(</w:t>
            </w:r>
            <w:r w:rsidRPr="00822821">
              <w:rPr>
                <w:rStyle w:val="Hyperlink"/>
                <w:rFonts w:hint="eastAsia"/>
                <w:noProof/>
                <w:rtl/>
              </w:rPr>
              <w:t>كشف</w:t>
            </w:r>
            <w:r w:rsidRPr="00822821">
              <w:rPr>
                <w:rStyle w:val="Hyperlink"/>
                <w:noProof/>
                <w:rtl/>
              </w:rPr>
              <w:t xml:space="preserve"> </w:t>
            </w:r>
            <w:r w:rsidRPr="00822821">
              <w:rPr>
                <w:rStyle w:val="Hyperlink"/>
                <w:rFonts w:hint="eastAsia"/>
                <w:noProof/>
                <w:rtl/>
              </w:rPr>
              <w:t>التلاعب</w:t>
            </w:r>
            <w:r w:rsidRPr="00822821">
              <w:rPr>
                <w:rStyle w:val="Hyperlink"/>
                <w:noProof/>
                <w:rtl/>
              </w:rPr>
              <w:t xml:space="preserve"> </w:t>
            </w:r>
            <w:r w:rsidRPr="00822821">
              <w:rPr>
                <w:rStyle w:val="Hyperlink"/>
                <w:rFonts w:hint="eastAsia"/>
                <w:noProof/>
                <w:rtl/>
              </w:rPr>
              <w:t>والتحريف</w:t>
            </w:r>
            <w:r w:rsidRPr="00822821">
              <w:rPr>
                <w:rStyle w:val="Hyperlink"/>
                <w:noProof/>
                <w:rtl/>
              </w:rPr>
              <w:t xml:space="preserve"> </w:t>
            </w:r>
            <w:r w:rsidRPr="00822821">
              <w:rPr>
                <w:rStyle w:val="Hyperlink"/>
                <w:rFonts w:hint="eastAsia"/>
                <w:noProof/>
                <w:rtl/>
              </w:rPr>
              <w:t>في</w:t>
            </w:r>
            <w:r w:rsidRPr="00822821">
              <w:rPr>
                <w:rStyle w:val="Hyperlink"/>
                <w:noProof/>
                <w:rtl/>
              </w:rPr>
              <w:t xml:space="preserve"> </w:t>
            </w:r>
            <w:r w:rsidRPr="00822821">
              <w:rPr>
                <w:rStyle w:val="Hyperlink"/>
                <w:rFonts w:hint="eastAsia"/>
                <w:noProof/>
                <w:rtl/>
              </w:rPr>
              <w:t>التوراة</w:t>
            </w:r>
            <w:r w:rsidRPr="00822821">
              <w:rPr>
                <w:rStyle w:val="Hyperlink"/>
                <w:noProof/>
                <w:rtl/>
              </w:rPr>
              <w:t xml:space="preserve"> </w:t>
            </w:r>
            <w:r w:rsidRPr="00822821">
              <w:rPr>
                <w:rStyle w:val="Hyperlink"/>
                <w:rFonts w:hint="eastAsia"/>
                <w:noProof/>
                <w:rtl/>
              </w:rPr>
              <w:t>العبرانية</w:t>
            </w:r>
            <w:r w:rsidRPr="00822821">
              <w:rPr>
                <w:rStyle w:val="Hyperlink"/>
                <w:noProof/>
                <w:rtl/>
              </w:rPr>
              <w:t xml:space="preserve"> </w:t>
            </w:r>
            <w:r w:rsidRPr="00822821">
              <w:rPr>
                <w:rStyle w:val="Hyperlink"/>
                <w:rFonts w:hint="eastAsia"/>
                <w:noProof/>
                <w:rtl/>
              </w:rPr>
              <w:t>وزيادة</w:t>
            </w:r>
            <w:r w:rsidRPr="00822821">
              <w:rPr>
                <w:rStyle w:val="Hyperlink"/>
                <w:noProof/>
                <w:rtl/>
              </w:rPr>
              <w:t xml:space="preserve"> </w:t>
            </w:r>
            <w:r w:rsidRPr="00822821">
              <w:rPr>
                <w:rStyle w:val="Hyperlink"/>
                <w:rFonts w:hint="eastAsia"/>
                <w:noProof/>
                <w:rtl/>
              </w:rPr>
              <w:t>لفظتي</w:t>
            </w:r>
            <w:r w:rsidRPr="00822821">
              <w:rPr>
                <w:rStyle w:val="Hyperlink"/>
                <w:noProof/>
                <w:rtl/>
              </w:rPr>
              <w:t xml:space="preserve"> (</w:t>
            </w:r>
            <w:r w:rsidRPr="00822821">
              <w:rPr>
                <w:rStyle w:val="Hyperlink"/>
                <w:rFonts w:hint="eastAsia"/>
                <w:noProof/>
                <w:rtl/>
              </w:rPr>
              <w:t>أتى</w:t>
            </w:r>
            <w:r w:rsidRPr="00822821">
              <w:rPr>
                <w:rStyle w:val="Hyperlink"/>
                <w:noProof/>
                <w:rtl/>
              </w:rPr>
              <w:t xml:space="preserve">) </w:t>
            </w:r>
            <w:r w:rsidRPr="00822821">
              <w:rPr>
                <w:rStyle w:val="Hyperlink"/>
                <w:rFonts w:hint="eastAsia"/>
                <w:noProof/>
                <w:rtl/>
              </w:rPr>
              <w:t>و</w:t>
            </w:r>
            <w:r w:rsidRPr="00822821">
              <w:rPr>
                <w:rStyle w:val="Hyperlink"/>
                <w:noProof/>
                <w:rtl/>
              </w:rPr>
              <w:t>(</w:t>
            </w:r>
            <w:r w:rsidRPr="00822821">
              <w:rPr>
                <w:rStyle w:val="Hyperlink"/>
                <w:rFonts w:hint="eastAsia"/>
                <w:noProof/>
                <w:rtl/>
              </w:rPr>
              <w:t>أياماً</w:t>
            </w:r>
            <w:r w:rsidRPr="00822821">
              <w:rPr>
                <w:rStyle w:val="Hyperlink"/>
                <w:noProof/>
                <w:rtl/>
              </w:rPr>
              <w:t xml:space="preserve">) </w:t>
            </w:r>
            <w:r w:rsidRPr="00822821">
              <w:rPr>
                <w:rStyle w:val="Hyperlink"/>
                <w:rFonts w:hint="eastAsia"/>
                <w:noProof/>
                <w:rtl/>
              </w:rPr>
              <w:t>فيها</w:t>
            </w:r>
            <w:r w:rsidRPr="008228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Toc396029653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22</w:t>
            </w:r>
            <w:r>
              <w:rPr>
                <w:rStyle w:val="Hyperlink"/>
                <w:noProof/>
                <w:rtl/>
              </w:rPr>
              <w:fldChar w:fldCharType="end"/>
            </w:r>
          </w:hyperlink>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54" w:history="1">
            <w:r w:rsidRPr="00822821">
              <w:rPr>
                <w:rStyle w:val="Hyperlink"/>
                <w:noProof/>
                <w:rtl/>
              </w:rPr>
              <w:t>(</w:t>
            </w:r>
            <w:r w:rsidRPr="00822821">
              <w:rPr>
                <w:rStyle w:val="Hyperlink"/>
                <w:rFonts w:hint="eastAsia"/>
                <w:noProof/>
                <w:rtl/>
              </w:rPr>
              <w:t>الردّ</w:t>
            </w:r>
            <w:r w:rsidRPr="00822821">
              <w:rPr>
                <w:rStyle w:val="Hyperlink"/>
                <w:noProof/>
                <w:rtl/>
              </w:rPr>
              <w:t xml:space="preserve"> </w:t>
            </w:r>
            <w:r w:rsidRPr="00822821">
              <w:rPr>
                <w:rStyle w:val="Hyperlink"/>
                <w:rFonts w:hint="eastAsia"/>
                <w:noProof/>
                <w:rtl/>
              </w:rPr>
              <w:t>على</w:t>
            </w:r>
            <w:r w:rsidRPr="00822821">
              <w:rPr>
                <w:rStyle w:val="Hyperlink"/>
                <w:noProof/>
                <w:rtl/>
              </w:rPr>
              <w:t xml:space="preserve"> </w:t>
            </w:r>
            <w:r w:rsidRPr="00822821">
              <w:rPr>
                <w:rStyle w:val="Hyperlink"/>
                <w:rFonts w:hint="eastAsia"/>
                <w:noProof/>
                <w:rtl/>
              </w:rPr>
              <w:t>قول</w:t>
            </w:r>
            <w:r w:rsidRPr="00822821">
              <w:rPr>
                <w:rStyle w:val="Hyperlink"/>
                <w:noProof/>
                <w:rtl/>
              </w:rPr>
              <w:t xml:space="preserve"> </w:t>
            </w:r>
            <w:r w:rsidRPr="00822821">
              <w:rPr>
                <w:rStyle w:val="Hyperlink"/>
                <w:rFonts w:hint="eastAsia"/>
                <w:noProof/>
                <w:rtl/>
              </w:rPr>
              <w:t>النصارى</w:t>
            </w:r>
            <w:r w:rsidRPr="00822821">
              <w:rPr>
                <w:rStyle w:val="Hyperlink"/>
                <w:noProof/>
                <w:rtl/>
              </w:rPr>
              <w:t xml:space="preserve"> </w:t>
            </w:r>
            <w:r w:rsidRPr="00822821">
              <w:rPr>
                <w:rStyle w:val="Hyperlink"/>
                <w:rFonts w:hint="eastAsia"/>
                <w:noProof/>
                <w:rtl/>
              </w:rPr>
              <w:t>أنّ</w:t>
            </w:r>
            <w:r w:rsidRPr="00822821">
              <w:rPr>
                <w:rStyle w:val="Hyperlink"/>
                <w:noProof/>
                <w:rtl/>
              </w:rPr>
              <w:t xml:space="preserve"> </w:t>
            </w:r>
            <w:r w:rsidRPr="00822821">
              <w:rPr>
                <w:rStyle w:val="Hyperlink"/>
                <w:rFonts w:hint="eastAsia"/>
                <w:noProof/>
                <w:rtl/>
              </w:rPr>
              <w:t>الله</w:t>
            </w:r>
            <w:r w:rsidRPr="00822821">
              <w:rPr>
                <w:rStyle w:val="Hyperlink"/>
                <w:noProof/>
                <w:rtl/>
              </w:rPr>
              <w:t xml:space="preserve"> </w:t>
            </w:r>
            <w:r w:rsidRPr="00822821">
              <w:rPr>
                <w:rStyle w:val="Hyperlink"/>
                <w:rFonts w:hint="eastAsia"/>
                <w:noProof/>
                <w:rtl/>
              </w:rPr>
              <w:t>لما</w:t>
            </w:r>
            <w:r w:rsidRPr="00822821">
              <w:rPr>
                <w:rStyle w:val="Hyperlink"/>
                <w:noProof/>
                <w:rtl/>
              </w:rPr>
              <w:t xml:space="preserve"> </w:t>
            </w:r>
            <w:r w:rsidRPr="00822821">
              <w:rPr>
                <w:rStyle w:val="Hyperlink"/>
                <w:rFonts w:hint="eastAsia"/>
                <w:noProof/>
                <w:rtl/>
              </w:rPr>
              <w:t>يبارك</w:t>
            </w:r>
            <w:r w:rsidRPr="00822821">
              <w:rPr>
                <w:rStyle w:val="Hyperlink"/>
                <w:noProof/>
                <w:rtl/>
              </w:rPr>
              <w:t xml:space="preserve"> </w:t>
            </w:r>
            <w:r w:rsidRPr="00822821">
              <w:rPr>
                <w:rStyle w:val="Hyperlink"/>
                <w:rFonts w:hint="eastAsia"/>
                <w:noProof/>
                <w:rtl/>
              </w:rPr>
              <w:t>ويقدّس</w:t>
            </w:r>
            <w:r w:rsidRPr="00822821">
              <w:rPr>
                <w:rStyle w:val="Hyperlink"/>
                <w:noProof/>
                <w:rtl/>
              </w:rPr>
              <w:t xml:space="preserve"> </w:t>
            </w:r>
            <w:r w:rsidRPr="00822821">
              <w:rPr>
                <w:rStyle w:val="Hyperlink"/>
                <w:rFonts w:hint="eastAsia"/>
                <w:noProof/>
                <w:rtl/>
              </w:rPr>
              <w:t>اليوم</w:t>
            </w:r>
            <w:r w:rsidRPr="00822821">
              <w:rPr>
                <w:rStyle w:val="Hyperlink"/>
                <w:noProof/>
                <w:rtl/>
              </w:rPr>
              <w:t xml:space="preserve"> </w:t>
            </w:r>
            <w:r w:rsidRPr="00822821">
              <w:rPr>
                <w:rStyle w:val="Hyperlink"/>
                <w:rFonts w:hint="eastAsia"/>
                <w:noProof/>
                <w:rtl/>
              </w:rPr>
              <w:t>السابع</w:t>
            </w:r>
            <w:r w:rsidRPr="008228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Toc396029654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25</w:t>
            </w:r>
            <w:r>
              <w:rPr>
                <w:rStyle w:val="Hyperlink"/>
                <w:noProof/>
                <w:rtl/>
              </w:rPr>
              <w:fldChar w:fldCharType="end"/>
            </w:r>
          </w:hyperlink>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55" w:history="1">
            <w:r w:rsidRPr="00822821">
              <w:rPr>
                <w:rStyle w:val="Hyperlink"/>
                <w:noProof/>
                <w:rtl/>
              </w:rPr>
              <w:t>(</w:t>
            </w:r>
            <w:r w:rsidRPr="00822821">
              <w:rPr>
                <w:rStyle w:val="Hyperlink"/>
                <w:rFonts w:hint="eastAsia"/>
                <w:noProof/>
                <w:rtl/>
              </w:rPr>
              <w:t>ردّ</w:t>
            </w:r>
            <w:r w:rsidRPr="00822821">
              <w:rPr>
                <w:rStyle w:val="Hyperlink"/>
                <w:noProof/>
                <w:rtl/>
              </w:rPr>
              <w:t xml:space="preserve"> </w:t>
            </w:r>
            <w:r w:rsidRPr="00822821">
              <w:rPr>
                <w:rStyle w:val="Hyperlink"/>
                <w:rFonts w:hint="eastAsia"/>
                <w:noProof/>
                <w:rtl/>
              </w:rPr>
              <w:t>أُكذوبة</w:t>
            </w:r>
            <w:r w:rsidRPr="00822821">
              <w:rPr>
                <w:rStyle w:val="Hyperlink"/>
                <w:noProof/>
                <w:rtl/>
              </w:rPr>
              <w:t xml:space="preserve"> </w:t>
            </w:r>
            <w:r w:rsidRPr="00822821">
              <w:rPr>
                <w:rStyle w:val="Hyperlink"/>
                <w:rFonts w:hint="eastAsia"/>
                <w:noProof/>
                <w:rtl/>
              </w:rPr>
              <w:t>مراعاة</w:t>
            </w:r>
            <w:r w:rsidRPr="00822821">
              <w:rPr>
                <w:rStyle w:val="Hyperlink"/>
                <w:noProof/>
                <w:rtl/>
              </w:rPr>
              <w:t xml:space="preserve"> </w:t>
            </w:r>
            <w:r w:rsidRPr="00822821">
              <w:rPr>
                <w:rStyle w:val="Hyperlink"/>
                <w:rFonts w:hint="eastAsia"/>
                <w:noProof/>
                <w:rtl/>
              </w:rPr>
              <w:t>القرآن</w:t>
            </w:r>
            <w:r w:rsidRPr="00822821">
              <w:rPr>
                <w:rStyle w:val="Hyperlink"/>
                <w:noProof/>
                <w:rtl/>
              </w:rPr>
              <w:t xml:space="preserve"> </w:t>
            </w:r>
            <w:r w:rsidRPr="00822821">
              <w:rPr>
                <w:rStyle w:val="Hyperlink"/>
                <w:rFonts w:hint="eastAsia"/>
                <w:noProof/>
                <w:rtl/>
              </w:rPr>
              <w:t>الكريم</w:t>
            </w:r>
            <w:r w:rsidRPr="00822821">
              <w:rPr>
                <w:rStyle w:val="Hyperlink"/>
                <w:noProof/>
                <w:rtl/>
              </w:rPr>
              <w:t xml:space="preserve"> </w:t>
            </w:r>
            <w:r w:rsidRPr="00822821">
              <w:rPr>
                <w:rStyle w:val="Hyperlink"/>
                <w:rFonts w:hint="eastAsia"/>
                <w:noProof/>
                <w:rtl/>
              </w:rPr>
              <w:t>للسجع</w:t>
            </w:r>
            <w:r w:rsidRPr="00822821">
              <w:rPr>
                <w:rStyle w:val="Hyperlink"/>
                <w:noProof/>
                <w:rtl/>
              </w:rPr>
              <w:t xml:space="preserve"> </w:t>
            </w:r>
            <w:r w:rsidRPr="00822821">
              <w:rPr>
                <w:rStyle w:val="Hyperlink"/>
                <w:rFonts w:hint="eastAsia"/>
                <w:noProof/>
                <w:rtl/>
              </w:rPr>
              <w:t>دون</w:t>
            </w:r>
            <w:r w:rsidRPr="00822821">
              <w:rPr>
                <w:rStyle w:val="Hyperlink"/>
                <w:noProof/>
                <w:rtl/>
              </w:rPr>
              <w:t xml:space="preserve"> </w:t>
            </w:r>
            <w:r w:rsidRPr="00822821">
              <w:rPr>
                <w:rStyle w:val="Hyperlink"/>
                <w:rFonts w:hint="eastAsia"/>
                <w:noProof/>
                <w:rtl/>
              </w:rPr>
              <w:t>الحقائق</w:t>
            </w:r>
            <w:r w:rsidRPr="008228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Toc396029655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26</w:t>
            </w:r>
            <w:r>
              <w:rPr>
                <w:rStyle w:val="Hyperlink"/>
                <w:noProof/>
                <w:rtl/>
              </w:rPr>
              <w:fldChar w:fldCharType="end"/>
            </w:r>
          </w:hyperlink>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56" w:history="1">
            <w:r w:rsidRPr="00822821">
              <w:rPr>
                <w:rStyle w:val="Hyperlink"/>
                <w:noProof/>
                <w:rtl/>
              </w:rPr>
              <w:t>(</w:t>
            </w:r>
            <w:r w:rsidRPr="00822821">
              <w:rPr>
                <w:rStyle w:val="Hyperlink"/>
                <w:rFonts w:hint="eastAsia"/>
                <w:noProof/>
                <w:rtl/>
              </w:rPr>
              <w:t>الكشف</w:t>
            </w:r>
            <w:r w:rsidRPr="00822821">
              <w:rPr>
                <w:rStyle w:val="Hyperlink"/>
                <w:noProof/>
                <w:rtl/>
              </w:rPr>
              <w:t xml:space="preserve"> </w:t>
            </w:r>
            <w:r w:rsidRPr="00822821">
              <w:rPr>
                <w:rStyle w:val="Hyperlink"/>
                <w:rFonts w:hint="eastAsia"/>
                <w:noProof/>
                <w:rtl/>
              </w:rPr>
              <w:t>عن</w:t>
            </w:r>
            <w:r w:rsidRPr="00822821">
              <w:rPr>
                <w:rStyle w:val="Hyperlink"/>
                <w:noProof/>
                <w:rtl/>
              </w:rPr>
              <w:t xml:space="preserve"> </w:t>
            </w:r>
            <w:r w:rsidRPr="00822821">
              <w:rPr>
                <w:rStyle w:val="Hyperlink"/>
                <w:rFonts w:hint="eastAsia"/>
                <w:noProof/>
                <w:rtl/>
              </w:rPr>
              <w:t>أن</w:t>
            </w:r>
            <w:r w:rsidRPr="00822821">
              <w:rPr>
                <w:rStyle w:val="Hyperlink"/>
                <w:noProof/>
                <w:rtl/>
              </w:rPr>
              <w:t xml:space="preserve"> </w:t>
            </w:r>
            <w:r w:rsidRPr="00822821">
              <w:rPr>
                <w:rStyle w:val="Hyperlink"/>
                <w:rFonts w:hint="eastAsia"/>
                <w:noProof/>
                <w:rtl/>
              </w:rPr>
              <w:t>الحواريّين</w:t>
            </w:r>
            <w:r w:rsidRPr="00822821">
              <w:rPr>
                <w:rStyle w:val="Hyperlink"/>
                <w:noProof/>
                <w:rtl/>
              </w:rPr>
              <w:t xml:space="preserve"> </w:t>
            </w:r>
            <w:r w:rsidRPr="00822821">
              <w:rPr>
                <w:rStyle w:val="Hyperlink"/>
                <w:rFonts w:hint="eastAsia"/>
                <w:noProof/>
                <w:rtl/>
              </w:rPr>
              <w:t>نسخواأحكام</w:t>
            </w:r>
            <w:r w:rsidRPr="00822821">
              <w:rPr>
                <w:rStyle w:val="Hyperlink"/>
                <w:noProof/>
                <w:rtl/>
              </w:rPr>
              <w:t xml:space="preserve"> </w:t>
            </w:r>
            <w:r w:rsidRPr="00822821">
              <w:rPr>
                <w:rStyle w:val="Hyperlink"/>
                <w:rFonts w:hint="eastAsia"/>
                <w:noProof/>
                <w:rtl/>
              </w:rPr>
              <w:t>التوراة</w:t>
            </w:r>
            <w:r w:rsidRPr="00822821">
              <w:rPr>
                <w:rStyle w:val="Hyperlink"/>
                <w:noProof/>
                <w:rtl/>
              </w:rPr>
              <w:t xml:space="preserve"> </w:t>
            </w:r>
            <w:r w:rsidRPr="00822821">
              <w:rPr>
                <w:rStyle w:val="Hyperlink"/>
                <w:rFonts w:hint="eastAsia"/>
                <w:noProof/>
                <w:rtl/>
              </w:rPr>
              <w:t>العملية</w:t>
            </w:r>
            <w:r w:rsidRPr="008228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Toc396029656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28</w:t>
            </w:r>
            <w:r>
              <w:rPr>
                <w:rStyle w:val="Hyperlink"/>
                <w:noProof/>
                <w:rtl/>
              </w:rPr>
              <w:fldChar w:fldCharType="end"/>
            </w:r>
          </w:hyperlink>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57" w:history="1">
            <w:r w:rsidRPr="00822821">
              <w:rPr>
                <w:rStyle w:val="Hyperlink"/>
                <w:noProof/>
                <w:rtl/>
              </w:rPr>
              <w:t>(</w:t>
            </w:r>
            <w:r w:rsidRPr="00822821">
              <w:rPr>
                <w:rStyle w:val="Hyperlink"/>
                <w:rFonts w:hint="eastAsia"/>
                <w:noProof/>
                <w:rtl/>
              </w:rPr>
              <w:t>الكشف</w:t>
            </w:r>
            <w:r w:rsidRPr="00822821">
              <w:rPr>
                <w:rStyle w:val="Hyperlink"/>
                <w:noProof/>
                <w:rtl/>
              </w:rPr>
              <w:t xml:space="preserve"> </w:t>
            </w:r>
            <w:r w:rsidRPr="00822821">
              <w:rPr>
                <w:rStyle w:val="Hyperlink"/>
                <w:rFonts w:hint="eastAsia"/>
                <w:noProof/>
                <w:rtl/>
              </w:rPr>
              <w:t>عن</w:t>
            </w:r>
            <w:r w:rsidRPr="00822821">
              <w:rPr>
                <w:rStyle w:val="Hyperlink"/>
                <w:noProof/>
                <w:rtl/>
              </w:rPr>
              <w:t xml:space="preserve"> </w:t>
            </w:r>
            <w:r w:rsidRPr="00822821">
              <w:rPr>
                <w:rStyle w:val="Hyperlink"/>
                <w:rFonts w:hint="eastAsia"/>
                <w:noProof/>
                <w:rtl/>
              </w:rPr>
              <w:t>أن</w:t>
            </w:r>
            <w:r w:rsidRPr="00822821">
              <w:rPr>
                <w:rStyle w:val="Hyperlink"/>
                <w:noProof/>
                <w:rtl/>
              </w:rPr>
              <w:t xml:space="preserve"> </w:t>
            </w:r>
            <w:r w:rsidRPr="00822821">
              <w:rPr>
                <w:rStyle w:val="Hyperlink"/>
                <w:rFonts w:hint="eastAsia"/>
                <w:noProof/>
                <w:rtl/>
              </w:rPr>
              <w:t>النصارى</w:t>
            </w:r>
            <w:r w:rsidRPr="00822821">
              <w:rPr>
                <w:rStyle w:val="Hyperlink"/>
                <w:noProof/>
                <w:rtl/>
              </w:rPr>
              <w:t xml:space="preserve"> </w:t>
            </w:r>
            <w:r w:rsidRPr="00822821">
              <w:rPr>
                <w:rStyle w:val="Hyperlink"/>
                <w:rFonts w:hint="eastAsia"/>
                <w:noProof/>
                <w:rtl/>
              </w:rPr>
              <w:t>يضعّفون</w:t>
            </w:r>
            <w:r w:rsidRPr="00822821">
              <w:rPr>
                <w:rStyle w:val="Hyperlink"/>
                <w:noProof/>
                <w:rtl/>
              </w:rPr>
              <w:t xml:space="preserve"> </w:t>
            </w:r>
            <w:r w:rsidRPr="00822821">
              <w:rPr>
                <w:rStyle w:val="Hyperlink"/>
                <w:rFonts w:hint="eastAsia"/>
                <w:noProof/>
                <w:rtl/>
              </w:rPr>
              <w:t>ويعيبون</w:t>
            </w:r>
            <w:r w:rsidRPr="00822821">
              <w:rPr>
                <w:rStyle w:val="Hyperlink"/>
                <w:noProof/>
                <w:rtl/>
              </w:rPr>
              <w:t xml:space="preserve"> </w:t>
            </w:r>
            <w:r w:rsidRPr="00822821">
              <w:rPr>
                <w:rStyle w:val="Hyperlink"/>
                <w:rFonts w:hint="eastAsia"/>
                <w:noProof/>
                <w:rtl/>
              </w:rPr>
              <w:t>الشريعة</w:t>
            </w:r>
            <w:r w:rsidRPr="00822821">
              <w:rPr>
                <w:rStyle w:val="Hyperlink"/>
                <w:noProof/>
                <w:rtl/>
              </w:rPr>
              <w:t xml:space="preserve"> </w:t>
            </w:r>
            <w:r w:rsidRPr="00822821">
              <w:rPr>
                <w:rStyle w:val="Hyperlink"/>
                <w:rFonts w:hint="eastAsia"/>
                <w:noProof/>
                <w:rtl/>
              </w:rPr>
              <w:t>الموسوية</w:t>
            </w:r>
            <w:r w:rsidRPr="008228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Toc396029657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32</w:t>
            </w:r>
            <w:r>
              <w:rPr>
                <w:rStyle w:val="Hyperlink"/>
                <w:noProof/>
                <w:rtl/>
              </w:rPr>
              <w:fldChar w:fldCharType="end"/>
            </w:r>
          </w:hyperlink>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58" w:history="1">
            <w:r w:rsidRPr="00822821">
              <w:rPr>
                <w:rStyle w:val="Hyperlink"/>
                <w:noProof/>
                <w:rtl/>
              </w:rPr>
              <w:t>(</w:t>
            </w:r>
            <w:r w:rsidRPr="00822821">
              <w:rPr>
                <w:rStyle w:val="Hyperlink"/>
                <w:rFonts w:hint="eastAsia"/>
                <w:noProof/>
                <w:rtl/>
              </w:rPr>
              <w:t>الردّ</w:t>
            </w:r>
            <w:r w:rsidRPr="00822821">
              <w:rPr>
                <w:rStyle w:val="Hyperlink"/>
                <w:noProof/>
                <w:rtl/>
              </w:rPr>
              <w:t xml:space="preserve"> </w:t>
            </w:r>
            <w:r w:rsidRPr="00822821">
              <w:rPr>
                <w:rStyle w:val="Hyperlink"/>
                <w:rFonts w:hint="eastAsia"/>
                <w:noProof/>
                <w:rtl/>
              </w:rPr>
              <w:t>على</w:t>
            </w:r>
            <w:r w:rsidRPr="00822821">
              <w:rPr>
                <w:rStyle w:val="Hyperlink"/>
                <w:noProof/>
                <w:rtl/>
              </w:rPr>
              <w:t xml:space="preserve"> </w:t>
            </w:r>
            <w:r w:rsidRPr="00822821">
              <w:rPr>
                <w:rStyle w:val="Hyperlink"/>
                <w:rFonts w:hint="eastAsia"/>
                <w:noProof/>
                <w:rtl/>
              </w:rPr>
              <w:t>افترائهم</w:t>
            </w:r>
            <w:r w:rsidRPr="00822821">
              <w:rPr>
                <w:rStyle w:val="Hyperlink"/>
                <w:noProof/>
                <w:rtl/>
              </w:rPr>
              <w:t xml:space="preserve"> </w:t>
            </w:r>
            <w:r w:rsidRPr="00822821">
              <w:rPr>
                <w:rStyle w:val="Hyperlink"/>
                <w:rFonts w:hint="eastAsia"/>
                <w:noProof/>
                <w:rtl/>
              </w:rPr>
              <w:t>على</w:t>
            </w:r>
            <w:r w:rsidRPr="00822821">
              <w:rPr>
                <w:rStyle w:val="Hyperlink"/>
                <w:noProof/>
                <w:rtl/>
              </w:rPr>
              <w:t xml:space="preserve"> </w:t>
            </w:r>
            <w:r w:rsidRPr="00822821">
              <w:rPr>
                <w:rStyle w:val="Hyperlink"/>
                <w:rFonts w:hint="eastAsia"/>
                <w:noProof/>
                <w:rtl/>
              </w:rPr>
              <w:t>الرسول</w:t>
            </w:r>
            <w:r w:rsidRPr="00822821">
              <w:rPr>
                <w:rStyle w:val="Hyperlink"/>
                <w:noProof/>
                <w:rtl/>
              </w:rPr>
              <w:t xml:space="preserve"> </w:t>
            </w:r>
            <w:r w:rsidRPr="00822821">
              <w:rPr>
                <w:rStyle w:val="Hyperlink"/>
                <w:rFonts w:hint="eastAsia"/>
                <w:noProof/>
                <w:rtl/>
              </w:rPr>
              <w:t>الأكرم</w:t>
            </w:r>
            <w:r w:rsidRPr="00822821">
              <w:rPr>
                <w:rStyle w:val="Hyperlink"/>
                <w:noProof/>
                <w:rtl/>
              </w:rPr>
              <w:t xml:space="preserve"> </w:t>
            </w:r>
            <w:r w:rsidRPr="00822821">
              <w:rPr>
                <w:rStyle w:val="Hyperlink"/>
                <w:rFonts w:hint="eastAsia"/>
                <w:noProof/>
                <w:rtl/>
              </w:rPr>
              <w:t>محمد</w:t>
            </w:r>
            <w:r w:rsidRPr="00822821">
              <w:rPr>
                <w:rStyle w:val="Hyperlink"/>
                <w:noProof/>
                <w:rtl/>
              </w:rPr>
              <w:t>(</w:t>
            </w:r>
            <w:r w:rsidRPr="00822821">
              <w:rPr>
                <w:rStyle w:val="Hyperlink"/>
                <w:rFonts w:hint="eastAsia"/>
                <w:noProof/>
                <w:rtl/>
              </w:rPr>
              <w:t>صلى</w:t>
            </w:r>
            <w:r w:rsidRPr="00822821">
              <w:rPr>
                <w:rStyle w:val="Hyperlink"/>
                <w:noProof/>
                <w:rtl/>
              </w:rPr>
              <w:t xml:space="preserve"> </w:t>
            </w:r>
            <w:r w:rsidRPr="00822821">
              <w:rPr>
                <w:rStyle w:val="Hyperlink"/>
                <w:rFonts w:hint="eastAsia"/>
                <w:noProof/>
                <w:rtl/>
              </w:rPr>
              <w:t>الله</w:t>
            </w:r>
            <w:r w:rsidRPr="00822821">
              <w:rPr>
                <w:rStyle w:val="Hyperlink"/>
                <w:noProof/>
                <w:rtl/>
              </w:rPr>
              <w:t xml:space="preserve"> </w:t>
            </w:r>
            <w:r w:rsidRPr="00822821">
              <w:rPr>
                <w:rStyle w:val="Hyperlink"/>
                <w:rFonts w:hint="eastAsia"/>
                <w:noProof/>
                <w:rtl/>
              </w:rPr>
              <w:t>عليه</w:t>
            </w:r>
            <w:r w:rsidRPr="00822821">
              <w:rPr>
                <w:rStyle w:val="Hyperlink"/>
                <w:noProof/>
                <w:rtl/>
              </w:rPr>
              <w:t xml:space="preserve"> </w:t>
            </w:r>
            <w:r w:rsidRPr="00822821">
              <w:rPr>
                <w:rStyle w:val="Hyperlink"/>
                <w:rFonts w:hint="eastAsia"/>
                <w:noProof/>
                <w:rtl/>
              </w:rPr>
              <w:t>وآله</w:t>
            </w:r>
            <w:r w:rsidRPr="00822821">
              <w:rPr>
                <w:rStyle w:val="Hyperlink"/>
                <w:noProof/>
                <w:rtl/>
              </w:rPr>
              <w:t>)</w:t>
            </w:r>
            <w:r w:rsidRPr="00822821">
              <w:rPr>
                <w:rStyle w:val="Hyperlink"/>
                <w:rFonts w:hint="eastAsia"/>
                <w:noProof/>
                <w:rtl/>
              </w:rPr>
              <w:t>بزواجه</w:t>
            </w:r>
            <w:r w:rsidRPr="00822821">
              <w:rPr>
                <w:rStyle w:val="Hyperlink"/>
                <w:noProof/>
                <w:rtl/>
              </w:rPr>
              <w:t xml:space="preserve"> </w:t>
            </w:r>
            <w:r w:rsidRPr="00822821">
              <w:rPr>
                <w:rStyle w:val="Hyperlink"/>
                <w:rFonts w:hint="eastAsia"/>
                <w:noProof/>
                <w:rtl/>
              </w:rPr>
              <w:t>من</w:t>
            </w:r>
            <w:r w:rsidRPr="00822821">
              <w:rPr>
                <w:rStyle w:val="Hyperlink"/>
                <w:noProof/>
                <w:rtl/>
              </w:rPr>
              <w:t xml:space="preserve"> </w:t>
            </w:r>
            <w:r w:rsidRPr="00822821">
              <w:rPr>
                <w:rStyle w:val="Hyperlink"/>
                <w:rFonts w:hint="eastAsia"/>
                <w:noProof/>
                <w:rtl/>
              </w:rPr>
              <w:t>امرأة</w:t>
            </w:r>
            <w:r w:rsidRPr="00822821">
              <w:rPr>
                <w:rStyle w:val="Hyperlink"/>
                <w:noProof/>
                <w:rtl/>
              </w:rPr>
              <w:t xml:space="preserve"> </w:t>
            </w:r>
            <w:r w:rsidRPr="00822821">
              <w:rPr>
                <w:rStyle w:val="Hyperlink"/>
                <w:rFonts w:hint="eastAsia"/>
                <w:noProof/>
                <w:rtl/>
              </w:rPr>
              <w:t>ابنه</w:t>
            </w:r>
            <w:r w:rsidRPr="00822821">
              <w:rPr>
                <w:rStyle w:val="Hyperlink"/>
                <w:noProof/>
                <w:rtl/>
              </w:rPr>
              <w:t xml:space="preserve"> </w:t>
            </w:r>
            <w:r w:rsidRPr="00822821">
              <w:rPr>
                <w:rStyle w:val="Hyperlink"/>
                <w:rFonts w:hint="eastAsia"/>
                <w:noProof/>
                <w:rtl/>
              </w:rPr>
              <w:t>المزعوم</w:t>
            </w:r>
            <w:r w:rsidRPr="008228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Toc396029658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34</w:t>
            </w:r>
            <w:r>
              <w:rPr>
                <w:rStyle w:val="Hyperlink"/>
                <w:noProof/>
                <w:rtl/>
              </w:rPr>
              <w:fldChar w:fldCharType="end"/>
            </w:r>
          </w:hyperlink>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59" w:history="1">
            <w:r w:rsidRPr="00822821">
              <w:rPr>
                <w:rStyle w:val="Hyperlink"/>
                <w:noProof/>
                <w:rtl/>
              </w:rPr>
              <w:t>(</w:t>
            </w:r>
            <w:r w:rsidRPr="00822821">
              <w:rPr>
                <w:rStyle w:val="Hyperlink"/>
                <w:rFonts w:hint="eastAsia"/>
                <w:noProof/>
                <w:rtl/>
              </w:rPr>
              <w:t>الردّ</w:t>
            </w:r>
            <w:r w:rsidRPr="00822821">
              <w:rPr>
                <w:rStyle w:val="Hyperlink"/>
                <w:noProof/>
                <w:rtl/>
              </w:rPr>
              <w:t xml:space="preserve"> </w:t>
            </w:r>
            <w:r w:rsidRPr="00822821">
              <w:rPr>
                <w:rStyle w:val="Hyperlink"/>
                <w:rFonts w:hint="eastAsia"/>
                <w:noProof/>
                <w:rtl/>
              </w:rPr>
              <w:t>على</w:t>
            </w:r>
            <w:r w:rsidRPr="00822821">
              <w:rPr>
                <w:rStyle w:val="Hyperlink"/>
                <w:noProof/>
                <w:rtl/>
              </w:rPr>
              <w:t xml:space="preserve"> </w:t>
            </w:r>
            <w:r w:rsidRPr="00822821">
              <w:rPr>
                <w:rStyle w:val="Hyperlink"/>
                <w:rFonts w:hint="eastAsia"/>
                <w:noProof/>
                <w:rtl/>
              </w:rPr>
              <w:t>مزعمة</w:t>
            </w:r>
            <w:r w:rsidRPr="00822821">
              <w:rPr>
                <w:rStyle w:val="Hyperlink"/>
                <w:noProof/>
                <w:rtl/>
              </w:rPr>
              <w:t xml:space="preserve"> </w:t>
            </w:r>
            <w:r w:rsidRPr="00822821">
              <w:rPr>
                <w:rStyle w:val="Hyperlink"/>
                <w:rFonts w:hint="eastAsia"/>
                <w:noProof/>
                <w:rtl/>
              </w:rPr>
              <w:t>النصارى</w:t>
            </w:r>
            <w:r w:rsidRPr="00822821">
              <w:rPr>
                <w:rStyle w:val="Hyperlink"/>
                <w:noProof/>
                <w:rtl/>
              </w:rPr>
              <w:t xml:space="preserve"> </w:t>
            </w:r>
            <w:r w:rsidRPr="00822821">
              <w:rPr>
                <w:rStyle w:val="Hyperlink"/>
                <w:rFonts w:hint="eastAsia"/>
                <w:noProof/>
                <w:rtl/>
              </w:rPr>
              <w:t>أن</w:t>
            </w:r>
            <w:r w:rsidRPr="00822821">
              <w:rPr>
                <w:rStyle w:val="Hyperlink"/>
                <w:noProof/>
                <w:rtl/>
              </w:rPr>
              <w:t xml:space="preserve"> </w:t>
            </w:r>
            <w:r w:rsidRPr="00822821">
              <w:rPr>
                <w:rStyle w:val="Hyperlink"/>
                <w:rFonts w:hint="eastAsia"/>
                <w:noProof/>
                <w:rtl/>
              </w:rPr>
              <w:t>الله</w:t>
            </w:r>
            <w:r w:rsidRPr="00822821">
              <w:rPr>
                <w:rStyle w:val="Hyperlink"/>
                <w:noProof/>
                <w:rtl/>
              </w:rPr>
              <w:t xml:space="preserve"> </w:t>
            </w:r>
            <w:r w:rsidRPr="00822821">
              <w:rPr>
                <w:rStyle w:val="Hyperlink"/>
                <w:rFonts w:hint="eastAsia"/>
                <w:noProof/>
                <w:rtl/>
              </w:rPr>
              <w:t>لم</w:t>
            </w:r>
            <w:r w:rsidRPr="00822821">
              <w:rPr>
                <w:rStyle w:val="Hyperlink"/>
                <w:noProof/>
                <w:rtl/>
              </w:rPr>
              <w:t xml:space="preserve"> </w:t>
            </w:r>
            <w:r w:rsidRPr="00822821">
              <w:rPr>
                <w:rStyle w:val="Hyperlink"/>
                <w:rFonts w:hint="eastAsia"/>
                <w:noProof/>
                <w:rtl/>
              </w:rPr>
              <w:t>يعط</w:t>
            </w:r>
            <w:r w:rsidRPr="00822821">
              <w:rPr>
                <w:rStyle w:val="Hyperlink"/>
                <w:noProof/>
                <w:rtl/>
              </w:rPr>
              <w:t xml:space="preserve"> </w:t>
            </w:r>
            <w:r w:rsidRPr="00822821">
              <w:rPr>
                <w:rStyle w:val="Hyperlink"/>
                <w:rFonts w:hint="eastAsia"/>
                <w:noProof/>
                <w:rtl/>
              </w:rPr>
              <w:t>اليهود</w:t>
            </w:r>
            <w:r w:rsidRPr="00822821">
              <w:rPr>
                <w:rStyle w:val="Hyperlink"/>
                <w:noProof/>
                <w:rtl/>
              </w:rPr>
              <w:t xml:space="preserve"> </w:t>
            </w:r>
            <w:r w:rsidRPr="00822821">
              <w:rPr>
                <w:rStyle w:val="Hyperlink"/>
                <w:rFonts w:hint="eastAsia"/>
                <w:noProof/>
                <w:rtl/>
              </w:rPr>
              <w:t>أحكاماً</w:t>
            </w:r>
            <w:r w:rsidRPr="00822821">
              <w:rPr>
                <w:rStyle w:val="Hyperlink"/>
                <w:noProof/>
                <w:rtl/>
              </w:rPr>
              <w:t xml:space="preserve"> </w:t>
            </w:r>
            <w:r w:rsidRPr="00822821">
              <w:rPr>
                <w:rStyle w:val="Hyperlink"/>
                <w:rFonts w:hint="eastAsia"/>
                <w:noProof/>
                <w:rtl/>
              </w:rPr>
              <w:t>صالحة</w:t>
            </w:r>
            <w:r w:rsidRPr="008228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Toc396029659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37</w:t>
            </w:r>
            <w:r>
              <w:rPr>
                <w:rStyle w:val="Hyperlink"/>
                <w:noProof/>
                <w:rtl/>
              </w:rPr>
              <w:fldChar w:fldCharType="end"/>
            </w:r>
          </w:hyperlink>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60" w:history="1">
            <w:r w:rsidRPr="00822821">
              <w:rPr>
                <w:rStyle w:val="Hyperlink"/>
                <w:noProof/>
                <w:rtl/>
              </w:rPr>
              <w:t>(</w:t>
            </w:r>
            <w:r w:rsidRPr="00822821">
              <w:rPr>
                <w:rStyle w:val="Hyperlink"/>
                <w:rFonts w:hint="eastAsia"/>
                <w:noProof/>
                <w:rtl/>
              </w:rPr>
              <w:t>ردّ</w:t>
            </w:r>
            <w:r w:rsidRPr="00822821">
              <w:rPr>
                <w:rStyle w:val="Hyperlink"/>
                <w:noProof/>
                <w:rtl/>
              </w:rPr>
              <w:t xml:space="preserve"> </w:t>
            </w:r>
            <w:r w:rsidRPr="00822821">
              <w:rPr>
                <w:rStyle w:val="Hyperlink"/>
                <w:rFonts w:hint="eastAsia"/>
                <w:noProof/>
                <w:rtl/>
              </w:rPr>
              <w:t>مزعمة</w:t>
            </w:r>
            <w:r w:rsidRPr="00822821">
              <w:rPr>
                <w:rStyle w:val="Hyperlink"/>
                <w:noProof/>
                <w:rtl/>
              </w:rPr>
              <w:t xml:space="preserve"> </w:t>
            </w:r>
            <w:r w:rsidRPr="00822821">
              <w:rPr>
                <w:rStyle w:val="Hyperlink"/>
                <w:rFonts w:hint="eastAsia"/>
                <w:noProof/>
                <w:rtl/>
              </w:rPr>
              <w:t>أن</w:t>
            </w:r>
            <w:r w:rsidRPr="00822821">
              <w:rPr>
                <w:rStyle w:val="Hyperlink"/>
                <w:noProof/>
                <w:rtl/>
              </w:rPr>
              <w:t xml:space="preserve"> </w:t>
            </w:r>
            <w:r w:rsidRPr="00822821">
              <w:rPr>
                <w:rStyle w:val="Hyperlink"/>
                <w:rFonts w:hint="eastAsia"/>
                <w:noProof/>
                <w:rtl/>
              </w:rPr>
              <w:t>الله</w:t>
            </w:r>
            <w:r w:rsidRPr="00822821">
              <w:rPr>
                <w:rStyle w:val="Hyperlink"/>
                <w:noProof/>
                <w:rtl/>
              </w:rPr>
              <w:t xml:space="preserve"> </w:t>
            </w:r>
            <w:r w:rsidRPr="00822821">
              <w:rPr>
                <w:rStyle w:val="Hyperlink"/>
                <w:rFonts w:hint="eastAsia"/>
                <w:noProof/>
                <w:rtl/>
              </w:rPr>
              <w:t>قال</w:t>
            </w:r>
            <w:r w:rsidRPr="00822821">
              <w:rPr>
                <w:rStyle w:val="Hyperlink"/>
                <w:noProof/>
                <w:rtl/>
              </w:rPr>
              <w:t xml:space="preserve"> </w:t>
            </w:r>
            <w:r w:rsidRPr="00822821">
              <w:rPr>
                <w:rStyle w:val="Hyperlink"/>
                <w:rFonts w:hint="eastAsia"/>
                <w:noProof/>
                <w:rtl/>
              </w:rPr>
              <w:t>لعيسى</w:t>
            </w:r>
            <w:r w:rsidRPr="00822821">
              <w:rPr>
                <w:rStyle w:val="Hyperlink"/>
                <w:noProof/>
                <w:rtl/>
              </w:rPr>
              <w:t xml:space="preserve">: </w:t>
            </w:r>
            <w:r w:rsidRPr="00822821">
              <w:rPr>
                <w:rStyle w:val="Hyperlink"/>
                <w:rFonts w:hint="eastAsia"/>
                <w:noProof/>
                <w:rtl/>
              </w:rPr>
              <w:t>أنت</w:t>
            </w:r>
            <w:r w:rsidRPr="00822821">
              <w:rPr>
                <w:rStyle w:val="Hyperlink"/>
                <w:noProof/>
                <w:rtl/>
              </w:rPr>
              <w:t xml:space="preserve"> </w:t>
            </w:r>
            <w:r w:rsidRPr="00822821">
              <w:rPr>
                <w:rStyle w:val="Hyperlink"/>
                <w:rFonts w:hint="eastAsia"/>
                <w:noProof/>
                <w:rtl/>
              </w:rPr>
              <w:t>ابني،أنا</w:t>
            </w:r>
            <w:r w:rsidRPr="00822821">
              <w:rPr>
                <w:rStyle w:val="Hyperlink"/>
                <w:noProof/>
                <w:rtl/>
              </w:rPr>
              <w:t xml:space="preserve"> </w:t>
            </w:r>
            <w:r w:rsidRPr="00822821">
              <w:rPr>
                <w:rStyle w:val="Hyperlink"/>
                <w:rFonts w:hint="eastAsia"/>
                <w:noProof/>
                <w:rtl/>
              </w:rPr>
              <w:t>اليوم</w:t>
            </w:r>
            <w:r w:rsidRPr="00822821">
              <w:rPr>
                <w:rStyle w:val="Hyperlink"/>
                <w:noProof/>
                <w:rtl/>
              </w:rPr>
              <w:t xml:space="preserve"> </w:t>
            </w:r>
            <w:r w:rsidRPr="00822821">
              <w:rPr>
                <w:rStyle w:val="Hyperlink"/>
                <w:rFonts w:hint="eastAsia"/>
                <w:noProof/>
                <w:rtl/>
              </w:rPr>
              <w:t>ولدتك</w:t>
            </w:r>
            <w:r w:rsidRPr="008228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Toc396029660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40</w:t>
            </w:r>
            <w:r>
              <w:rPr>
                <w:rStyle w:val="Hyperlink"/>
                <w:noProof/>
                <w:rtl/>
              </w:rPr>
              <w:fldChar w:fldCharType="end"/>
            </w:r>
          </w:hyperlink>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61" w:history="1">
            <w:r w:rsidRPr="00822821">
              <w:rPr>
                <w:rStyle w:val="Hyperlink"/>
                <w:noProof/>
                <w:rtl/>
              </w:rPr>
              <w:t>(</w:t>
            </w:r>
            <w:r w:rsidRPr="00822821">
              <w:rPr>
                <w:rStyle w:val="Hyperlink"/>
                <w:rFonts w:hint="eastAsia"/>
                <w:noProof/>
                <w:rtl/>
              </w:rPr>
              <w:t>ردّ</w:t>
            </w:r>
            <w:r w:rsidRPr="00822821">
              <w:rPr>
                <w:rStyle w:val="Hyperlink"/>
                <w:noProof/>
                <w:rtl/>
              </w:rPr>
              <w:t xml:space="preserve"> </w:t>
            </w:r>
            <w:r w:rsidRPr="00822821">
              <w:rPr>
                <w:rStyle w:val="Hyperlink"/>
                <w:rFonts w:hint="eastAsia"/>
                <w:noProof/>
                <w:rtl/>
              </w:rPr>
              <w:t>مزعمة</w:t>
            </w:r>
            <w:r w:rsidRPr="00822821">
              <w:rPr>
                <w:rStyle w:val="Hyperlink"/>
                <w:noProof/>
                <w:rtl/>
              </w:rPr>
              <w:t xml:space="preserve"> </w:t>
            </w:r>
            <w:r w:rsidRPr="00822821">
              <w:rPr>
                <w:rStyle w:val="Hyperlink"/>
                <w:rFonts w:hint="eastAsia"/>
                <w:noProof/>
                <w:rtl/>
              </w:rPr>
              <w:t>أن</w:t>
            </w:r>
            <w:r w:rsidRPr="00822821">
              <w:rPr>
                <w:rStyle w:val="Hyperlink"/>
                <w:noProof/>
                <w:rtl/>
              </w:rPr>
              <w:t xml:space="preserve"> </w:t>
            </w:r>
            <w:r w:rsidRPr="00822821">
              <w:rPr>
                <w:rStyle w:val="Hyperlink"/>
                <w:rFonts w:hint="eastAsia"/>
                <w:noProof/>
                <w:rtl/>
              </w:rPr>
              <w:t>بولس</w:t>
            </w:r>
            <w:r w:rsidRPr="00822821">
              <w:rPr>
                <w:rStyle w:val="Hyperlink"/>
                <w:noProof/>
                <w:rtl/>
              </w:rPr>
              <w:t xml:space="preserve"> </w:t>
            </w:r>
            <w:r w:rsidRPr="00822821">
              <w:rPr>
                <w:rStyle w:val="Hyperlink"/>
                <w:rFonts w:hint="eastAsia"/>
                <w:noProof/>
                <w:rtl/>
              </w:rPr>
              <w:t>وأهل</w:t>
            </w:r>
            <w:r w:rsidRPr="00822821">
              <w:rPr>
                <w:rStyle w:val="Hyperlink"/>
                <w:noProof/>
                <w:rtl/>
              </w:rPr>
              <w:t xml:space="preserve"> </w:t>
            </w:r>
            <w:r w:rsidRPr="00822821">
              <w:rPr>
                <w:rStyle w:val="Hyperlink"/>
                <w:rFonts w:hint="eastAsia"/>
                <w:noProof/>
                <w:rtl/>
              </w:rPr>
              <w:t>كورنتوش</w:t>
            </w:r>
            <w:r w:rsidRPr="00822821">
              <w:rPr>
                <w:rStyle w:val="Hyperlink"/>
                <w:noProof/>
                <w:rtl/>
              </w:rPr>
              <w:t xml:space="preserve"> </w:t>
            </w:r>
            <w:r w:rsidRPr="00822821">
              <w:rPr>
                <w:rStyle w:val="Hyperlink"/>
                <w:rFonts w:hint="eastAsia"/>
                <w:noProof/>
                <w:rtl/>
              </w:rPr>
              <w:t>لا</w:t>
            </w:r>
            <w:r w:rsidRPr="00822821">
              <w:rPr>
                <w:rStyle w:val="Hyperlink"/>
                <w:noProof/>
                <w:rtl/>
              </w:rPr>
              <w:t xml:space="preserve"> </w:t>
            </w:r>
            <w:r w:rsidRPr="00822821">
              <w:rPr>
                <w:rStyle w:val="Hyperlink"/>
                <w:rFonts w:hint="eastAsia"/>
                <w:noProof/>
                <w:rtl/>
              </w:rPr>
              <w:t>يموتون</w:t>
            </w:r>
            <w:r w:rsidRPr="008228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Toc396029661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44</w:t>
            </w:r>
            <w:r>
              <w:rPr>
                <w:rStyle w:val="Hyperlink"/>
                <w:noProof/>
                <w:rtl/>
              </w:rPr>
              <w:fldChar w:fldCharType="end"/>
            </w:r>
          </w:hyperlink>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62" w:history="1">
            <w:r w:rsidRPr="00822821">
              <w:rPr>
                <w:rStyle w:val="Hyperlink"/>
                <w:noProof/>
                <w:rtl/>
              </w:rPr>
              <w:t>(</w:t>
            </w:r>
            <w:r w:rsidRPr="00822821">
              <w:rPr>
                <w:rStyle w:val="Hyperlink"/>
                <w:rFonts w:hint="eastAsia"/>
                <w:noProof/>
                <w:rtl/>
              </w:rPr>
              <w:t>ردّ</w:t>
            </w:r>
            <w:r w:rsidRPr="00822821">
              <w:rPr>
                <w:rStyle w:val="Hyperlink"/>
                <w:noProof/>
                <w:rtl/>
              </w:rPr>
              <w:t xml:space="preserve"> </w:t>
            </w:r>
            <w:r w:rsidRPr="00822821">
              <w:rPr>
                <w:rStyle w:val="Hyperlink"/>
                <w:rFonts w:hint="eastAsia"/>
                <w:noProof/>
                <w:rtl/>
              </w:rPr>
              <w:t>مزعمة</w:t>
            </w:r>
            <w:r w:rsidRPr="00822821">
              <w:rPr>
                <w:rStyle w:val="Hyperlink"/>
                <w:noProof/>
                <w:rtl/>
              </w:rPr>
              <w:t xml:space="preserve"> </w:t>
            </w:r>
            <w:r w:rsidRPr="00822821">
              <w:rPr>
                <w:rStyle w:val="Hyperlink"/>
                <w:rFonts w:hint="eastAsia"/>
                <w:noProof/>
                <w:rtl/>
              </w:rPr>
              <w:t>أن</w:t>
            </w:r>
            <w:r w:rsidRPr="00822821">
              <w:rPr>
                <w:rStyle w:val="Hyperlink"/>
                <w:noProof/>
                <w:rtl/>
              </w:rPr>
              <w:t xml:space="preserve"> </w:t>
            </w:r>
            <w:r w:rsidRPr="00822821">
              <w:rPr>
                <w:rStyle w:val="Hyperlink"/>
                <w:rFonts w:hint="eastAsia"/>
                <w:noProof/>
                <w:rtl/>
              </w:rPr>
              <w:t>بولس</w:t>
            </w:r>
            <w:r w:rsidRPr="00822821">
              <w:rPr>
                <w:rStyle w:val="Hyperlink"/>
                <w:noProof/>
                <w:rtl/>
              </w:rPr>
              <w:t xml:space="preserve"> </w:t>
            </w:r>
            <w:r w:rsidRPr="00822821">
              <w:rPr>
                <w:rStyle w:val="Hyperlink"/>
                <w:rFonts w:hint="eastAsia"/>
                <w:noProof/>
                <w:rtl/>
              </w:rPr>
              <w:t>وأهل</w:t>
            </w:r>
            <w:r w:rsidRPr="00822821">
              <w:rPr>
                <w:rStyle w:val="Hyperlink"/>
                <w:noProof/>
                <w:rtl/>
              </w:rPr>
              <w:t xml:space="preserve"> </w:t>
            </w:r>
            <w:r w:rsidRPr="00822821">
              <w:rPr>
                <w:rStyle w:val="Hyperlink"/>
                <w:rFonts w:hint="eastAsia"/>
                <w:noProof/>
                <w:rtl/>
              </w:rPr>
              <w:t>تسالونيكي</w:t>
            </w:r>
            <w:r w:rsidRPr="00822821">
              <w:rPr>
                <w:rStyle w:val="Hyperlink"/>
                <w:noProof/>
                <w:rtl/>
              </w:rPr>
              <w:t xml:space="preserve"> </w:t>
            </w:r>
            <w:r w:rsidRPr="00822821">
              <w:rPr>
                <w:rStyle w:val="Hyperlink"/>
                <w:rFonts w:hint="eastAsia"/>
                <w:noProof/>
                <w:rtl/>
              </w:rPr>
              <w:t>لا</w:t>
            </w:r>
            <w:r w:rsidRPr="00822821">
              <w:rPr>
                <w:rStyle w:val="Hyperlink"/>
                <w:noProof/>
                <w:rtl/>
              </w:rPr>
              <w:t xml:space="preserve"> </w:t>
            </w:r>
            <w:r w:rsidRPr="00822821">
              <w:rPr>
                <w:rStyle w:val="Hyperlink"/>
                <w:rFonts w:hint="eastAsia"/>
                <w:noProof/>
                <w:rtl/>
              </w:rPr>
              <w:t>يموتون</w:t>
            </w:r>
            <w:r w:rsidRPr="008228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Toc396029662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45</w:t>
            </w:r>
            <w:r>
              <w:rPr>
                <w:rStyle w:val="Hyperlink"/>
                <w:noProof/>
                <w:rtl/>
              </w:rPr>
              <w:fldChar w:fldCharType="end"/>
            </w:r>
          </w:hyperlink>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63" w:history="1">
            <w:r w:rsidRPr="00822821">
              <w:rPr>
                <w:rStyle w:val="Hyperlink"/>
                <w:noProof/>
                <w:rtl/>
              </w:rPr>
              <w:t>(</w:t>
            </w:r>
            <w:r w:rsidRPr="00822821">
              <w:rPr>
                <w:rStyle w:val="Hyperlink"/>
                <w:rFonts w:hint="eastAsia"/>
                <w:noProof/>
                <w:rtl/>
              </w:rPr>
              <w:t>الكشف</w:t>
            </w:r>
            <w:r w:rsidRPr="00822821">
              <w:rPr>
                <w:rStyle w:val="Hyperlink"/>
                <w:noProof/>
                <w:rtl/>
              </w:rPr>
              <w:t xml:space="preserve"> </w:t>
            </w:r>
            <w:r w:rsidRPr="00822821">
              <w:rPr>
                <w:rStyle w:val="Hyperlink"/>
                <w:rFonts w:hint="eastAsia"/>
                <w:noProof/>
                <w:rtl/>
              </w:rPr>
              <w:t>عن</w:t>
            </w:r>
            <w:r w:rsidRPr="00822821">
              <w:rPr>
                <w:rStyle w:val="Hyperlink"/>
                <w:noProof/>
                <w:rtl/>
              </w:rPr>
              <w:t xml:space="preserve"> </w:t>
            </w:r>
            <w:r w:rsidRPr="00822821">
              <w:rPr>
                <w:rStyle w:val="Hyperlink"/>
                <w:rFonts w:hint="eastAsia"/>
                <w:noProof/>
                <w:rtl/>
              </w:rPr>
              <w:t>أن</w:t>
            </w:r>
            <w:r w:rsidRPr="00822821">
              <w:rPr>
                <w:rStyle w:val="Hyperlink"/>
                <w:noProof/>
                <w:rtl/>
              </w:rPr>
              <w:t xml:space="preserve"> </w:t>
            </w:r>
            <w:r w:rsidRPr="00822821">
              <w:rPr>
                <w:rStyle w:val="Hyperlink"/>
                <w:rFonts w:hint="eastAsia"/>
                <w:noProof/>
                <w:rtl/>
              </w:rPr>
              <w:t>بطرس</w:t>
            </w:r>
            <w:r w:rsidRPr="00822821">
              <w:rPr>
                <w:rStyle w:val="Hyperlink"/>
                <w:noProof/>
                <w:rtl/>
              </w:rPr>
              <w:t xml:space="preserve"> </w:t>
            </w:r>
            <w:r w:rsidRPr="00822821">
              <w:rPr>
                <w:rStyle w:val="Hyperlink"/>
                <w:rFonts w:hint="eastAsia"/>
                <w:noProof/>
                <w:rtl/>
              </w:rPr>
              <w:t>يكذب</w:t>
            </w:r>
            <w:r w:rsidRPr="00822821">
              <w:rPr>
                <w:rStyle w:val="Hyperlink"/>
                <w:noProof/>
                <w:rtl/>
              </w:rPr>
              <w:t xml:space="preserve"> </w:t>
            </w:r>
            <w:r w:rsidRPr="00822821">
              <w:rPr>
                <w:rStyle w:val="Hyperlink"/>
                <w:rFonts w:hint="eastAsia"/>
                <w:noProof/>
                <w:rtl/>
              </w:rPr>
              <w:t>ويرائي</w:t>
            </w:r>
            <w:r w:rsidRPr="00822821">
              <w:rPr>
                <w:rStyle w:val="Hyperlink"/>
                <w:noProof/>
                <w:rtl/>
              </w:rPr>
              <w:t xml:space="preserve"> </w:t>
            </w:r>
            <w:r w:rsidRPr="00822821">
              <w:rPr>
                <w:rStyle w:val="Hyperlink"/>
                <w:rFonts w:hint="eastAsia"/>
                <w:noProof/>
                <w:rtl/>
              </w:rPr>
              <w:t>في</w:t>
            </w:r>
            <w:r w:rsidRPr="00822821">
              <w:rPr>
                <w:rStyle w:val="Hyperlink"/>
                <w:noProof/>
                <w:rtl/>
              </w:rPr>
              <w:t xml:space="preserve"> </w:t>
            </w:r>
            <w:r w:rsidRPr="00822821">
              <w:rPr>
                <w:rStyle w:val="Hyperlink"/>
                <w:rFonts w:hint="eastAsia"/>
                <w:noProof/>
                <w:rtl/>
              </w:rPr>
              <w:t>دينه</w:t>
            </w:r>
            <w:r w:rsidRPr="008228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Toc396029663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47</w:t>
            </w:r>
            <w:r>
              <w:rPr>
                <w:rStyle w:val="Hyperlink"/>
                <w:noProof/>
                <w:rtl/>
              </w:rPr>
              <w:fldChar w:fldCharType="end"/>
            </w:r>
          </w:hyperlink>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64" w:history="1">
            <w:r w:rsidRPr="00822821">
              <w:rPr>
                <w:rStyle w:val="Hyperlink"/>
                <w:noProof/>
                <w:rtl/>
              </w:rPr>
              <w:t>(</w:t>
            </w:r>
            <w:r w:rsidRPr="00822821">
              <w:rPr>
                <w:rStyle w:val="Hyperlink"/>
                <w:rFonts w:hint="eastAsia"/>
                <w:noProof/>
                <w:rtl/>
              </w:rPr>
              <w:t>ردّ</w:t>
            </w:r>
            <w:r w:rsidRPr="00822821">
              <w:rPr>
                <w:rStyle w:val="Hyperlink"/>
                <w:noProof/>
                <w:rtl/>
              </w:rPr>
              <w:t xml:space="preserve"> </w:t>
            </w:r>
            <w:r w:rsidRPr="00822821">
              <w:rPr>
                <w:rStyle w:val="Hyperlink"/>
                <w:rFonts w:hint="eastAsia"/>
                <w:noProof/>
                <w:rtl/>
              </w:rPr>
              <w:t>مزعمة</w:t>
            </w:r>
            <w:r w:rsidRPr="00822821">
              <w:rPr>
                <w:rStyle w:val="Hyperlink"/>
                <w:noProof/>
                <w:rtl/>
              </w:rPr>
              <w:t xml:space="preserve"> </w:t>
            </w:r>
            <w:r w:rsidRPr="00822821">
              <w:rPr>
                <w:rStyle w:val="Hyperlink"/>
                <w:rFonts w:hint="eastAsia"/>
                <w:noProof/>
                <w:rtl/>
              </w:rPr>
              <w:t>أن</w:t>
            </w:r>
            <w:r w:rsidRPr="00822821">
              <w:rPr>
                <w:rStyle w:val="Hyperlink"/>
                <w:noProof/>
                <w:rtl/>
              </w:rPr>
              <w:t xml:space="preserve"> </w:t>
            </w:r>
            <w:r w:rsidRPr="00822821">
              <w:rPr>
                <w:rStyle w:val="Hyperlink"/>
                <w:rFonts w:hint="eastAsia"/>
                <w:noProof/>
                <w:rtl/>
              </w:rPr>
              <w:t>يعقوب</w:t>
            </w:r>
            <w:r w:rsidRPr="00822821">
              <w:rPr>
                <w:rStyle w:val="Hyperlink"/>
                <w:noProof/>
                <w:rtl/>
              </w:rPr>
              <w:t xml:space="preserve"> </w:t>
            </w:r>
            <w:r w:rsidRPr="00822821">
              <w:rPr>
                <w:rStyle w:val="Hyperlink"/>
                <w:rFonts w:hint="eastAsia"/>
                <w:noProof/>
                <w:rtl/>
              </w:rPr>
              <w:t>وجميع</w:t>
            </w:r>
            <w:r w:rsidRPr="00822821">
              <w:rPr>
                <w:rStyle w:val="Hyperlink"/>
                <w:noProof/>
                <w:rtl/>
              </w:rPr>
              <w:t xml:space="preserve"> </w:t>
            </w:r>
            <w:r w:rsidRPr="00822821">
              <w:rPr>
                <w:rStyle w:val="Hyperlink"/>
                <w:rFonts w:hint="eastAsia"/>
                <w:noProof/>
                <w:rtl/>
              </w:rPr>
              <w:t>المشايخ</w:t>
            </w:r>
            <w:r w:rsidRPr="00822821">
              <w:rPr>
                <w:rStyle w:val="Hyperlink"/>
                <w:noProof/>
                <w:rtl/>
              </w:rPr>
              <w:t xml:space="preserve"> </w:t>
            </w:r>
            <w:r w:rsidRPr="00822821">
              <w:rPr>
                <w:rStyle w:val="Hyperlink"/>
                <w:rFonts w:hint="eastAsia"/>
                <w:noProof/>
                <w:rtl/>
              </w:rPr>
              <w:t>أمروا</w:t>
            </w:r>
            <w:r w:rsidRPr="00822821">
              <w:rPr>
                <w:rStyle w:val="Hyperlink"/>
                <w:noProof/>
                <w:rtl/>
              </w:rPr>
              <w:t xml:space="preserve"> </w:t>
            </w:r>
            <w:r w:rsidRPr="00822821">
              <w:rPr>
                <w:rStyle w:val="Hyperlink"/>
                <w:rFonts w:hint="eastAsia"/>
                <w:noProof/>
                <w:rtl/>
              </w:rPr>
              <w:t>بولس</w:t>
            </w:r>
            <w:r w:rsidRPr="00822821">
              <w:rPr>
                <w:rStyle w:val="Hyperlink"/>
                <w:noProof/>
                <w:rtl/>
              </w:rPr>
              <w:t xml:space="preserve"> </w:t>
            </w:r>
            <w:r w:rsidRPr="00822821">
              <w:rPr>
                <w:rStyle w:val="Hyperlink"/>
                <w:rFonts w:hint="eastAsia"/>
                <w:noProof/>
                <w:rtl/>
              </w:rPr>
              <w:t>أن</w:t>
            </w:r>
            <w:r w:rsidRPr="00822821">
              <w:rPr>
                <w:rStyle w:val="Hyperlink"/>
                <w:noProof/>
                <w:rtl/>
              </w:rPr>
              <w:t xml:space="preserve"> </w:t>
            </w:r>
            <w:r w:rsidRPr="00822821">
              <w:rPr>
                <w:rStyle w:val="Hyperlink"/>
                <w:rFonts w:hint="eastAsia"/>
                <w:noProof/>
                <w:rtl/>
              </w:rPr>
              <w:t>يرائي</w:t>
            </w:r>
            <w:r w:rsidRPr="008228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Toc396029664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48</w:t>
            </w:r>
            <w:r>
              <w:rPr>
                <w:rStyle w:val="Hyperlink"/>
                <w:noProof/>
                <w:rtl/>
              </w:rPr>
              <w:fldChar w:fldCharType="end"/>
            </w:r>
          </w:hyperlink>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65" w:history="1">
            <w:r w:rsidRPr="00822821">
              <w:rPr>
                <w:rStyle w:val="Hyperlink"/>
                <w:noProof/>
                <w:rtl/>
              </w:rPr>
              <w:t>(</w:t>
            </w:r>
            <w:r w:rsidRPr="00822821">
              <w:rPr>
                <w:rStyle w:val="Hyperlink"/>
                <w:rFonts w:hint="eastAsia"/>
                <w:noProof/>
                <w:rtl/>
              </w:rPr>
              <w:t>الكشف</w:t>
            </w:r>
            <w:r w:rsidRPr="00822821">
              <w:rPr>
                <w:rStyle w:val="Hyperlink"/>
                <w:noProof/>
                <w:rtl/>
              </w:rPr>
              <w:t xml:space="preserve"> </w:t>
            </w:r>
            <w:r w:rsidRPr="00822821">
              <w:rPr>
                <w:rStyle w:val="Hyperlink"/>
                <w:rFonts w:hint="eastAsia"/>
                <w:noProof/>
                <w:rtl/>
              </w:rPr>
              <w:t>عن</w:t>
            </w:r>
            <w:r w:rsidRPr="00822821">
              <w:rPr>
                <w:rStyle w:val="Hyperlink"/>
                <w:noProof/>
                <w:rtl/>
              </w:rPr>
              <w:t xml:space="preserve"> </w:t>
            </w:r>
            <w:r w:rsidRPr="00822821">
              <w:rPr>
                <w:rStyle w:val="Hyperlink"/>
                <w:rFonts w:hint="eastAsia"/>
                <w:noProof/>
                <w:rtl/>
              </w:rPr>
              <w:t>أن</w:t>
            </w:r>
            <w:r w:rsidRPr="00822821">
              <w:rPr>
                <w:rStyle w:val="Hyperlink"/>
                <w:noProof/>
                <w:rtl/>
              </w:rPr>
              <w:t xml:space="preserve"> </w:t>
            </w:r>
            <w:r w:rsidRPr="00822821">
              <w:rPr>
                <w:rStyle w:val="Hyperlink"/>
                <w:rFonts w:hint="eastAsia"/>
                <w:noProof/>
                <w:rtl/>
              </w:rPr>
              <w:t>بولس</w:t>
            </w:r>
            <w:r w:rsidRPr="00822821">
              <w:rPr>
                <w:rStyle w:val="Hyperlink"/>
                <w:noProof/>
                <w:rtl/>
              </w:rPr>
              <w:t xml:space="preserve"> </w:t>
            </w:r>
            <w:r w:rsidRPr="00822821">
              <w:rPr>
                <w:rStyle w:val="Hyperlink"/>
                <w:rFonts w:hint="eastAsia"/>
                <w:noProof/>
                <w:rtl/>
              </w:rPr>
              <w:t>استعمل</w:t>
            </w:r>
            <w:r w:rsidRPr="00822821">
              <w:rPr>
                <w:rStyle w:val="Hyperlink"/>
                <w:noProof/>
                <w:rtl/>
              </w:rPr>
              <w:t xml:space="preserve"> </w:t>
            </w:r>
            <w:r w:rsidRPr="00822821">
              <w:rPr>
                <w:rStyle w:val="Hyperlink"/>
                <w:rFonts w:hint="eastAsia"/>
                <w:noProof/>
                <w:rtl/>
              </w:rPr>
              <w:t>الرياء</w:t>
            </w:r>
            <w:r w:rsidRPr="00822821">
              <w:rPr>
                <w:rStyle w:val="Hyperlink"/>
                <w:noProof/>
                <w:rtl/>
              </w:rPr>
              <w:t xml:space="preserve"> </w:t>
            </w:r>
            <w:r w:rsidRPr="00822821">
              <w:rPr>
                <w:rStyle w:val="Hyperlink"/>
                <w:rFonts w:hint="eastAsia"/>
                <w:noProof/>
                <w:rtl/>
              </w:rPr>
              <w:t>وختن</w:t>
            </w:r>
            <w:r w:rsidRPr="00822821">
              <w:rPr>
                <w:rStyle w:val="Hyperlink"/>
                <w:noProof/>
                <w:rtl/>
              </w:rPr>
              <w:t xml:space="preserve"> </w:t>
            </w:r>
            <w:r w:rsidRPr="00822821">
              <w:rPr>
                <w:rStyle w:val="Hyperlink"/>
                <w:rFonts w:hint="eastAsia"/>
                <w:noProof/>
                <w:rtl/>
              </w:rPr>
              <w:t>تيموثاوس</w:t>
            </w:r>
            <w:r w:rsidRPr="008228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Toc396029665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49</w:t>
            </w:r>
            <w:r>
              <w:rPr>
                <w:rStyle w:val="Hyperlink"/>
                <w:noProof/>
                <w:rtl/>
              </w:rPr>
              <w:fldChar w:fldCharType="end"/>
            </w:r>
          </w:hyperlink>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66" w:history="1">
            <w:r w:rsidRPr="00822821">
              <w:rPr>
                <w:rStyle w:val="Hyperlink"/>
                <w:noProof/>
                <w:rtl/>
              </w:rPr>
              <w:t>(</w:t>
            </w:r>
            <w:r w:rsidRPr="00822821">
              <w:rPr>
                <w:rStyle w:val="Hyperlink"/>
                <w:rFonts w:hint="eastAsia"/>
                <w:noProof/>
                <w:rtl/>
              </w:rPr>
              <w:t>الكشف</w:t>
            </w:r>
            <w:r w:rsidRPr="00822821">
              <w:rPr>
                <w:rStyle w:val="Hyperlink"/>
                <w:noProof/>
                <w:rtl/>
              </w:rPr>
              <w:t xml:space="preserve"> </w:t>
            </w:r>
            <w:r w:rsidRPr="00822821">
              <w:rPr>
                <w:rStyle w:val="Hyperlink"/>
                <w:rFonts w:hint="eastAsia"/>
                <w:noProof/>
                <w:rtl/>
              </w:rPr>
              <w:t>عن</w:t>
            </w:r>
            <w:r w:rsidRPr="00822821">
              <w:rPr>
                <w:rStyle w:val="Hyperlink"/>
                <w:noProof/>
                <w:rtl/>
              </w:rPr>
              <w:t xml:space="preserve"> </w:t>
            </w:r>
            <w:r w:rsidRPr="00822821">
              <w:rPr>
                <w:rStyle w:val="Hyperlink"/>
                <w:rFonts w:hint="eastAsia"/>
                <w:noProof/>
                <w:rtl/>
              </w:rPr>
              <w:t>أن</w:t>
            </w:r>
            <w:r w:rsidRPr="00822821">
              <w:rPr>
                <w:rStyle w:val="Hyperlink"/>
                <w:noProof/>
                <w:rtl/>
              </w:rPr>
              <w:t xml:space="preserve"> </w:t>
            </w:r>
            <w:r w:rsidRPr="00822821">
              <w:rPr>
                <w:rStyle w:val="Hyperlink"/>
                <w:rFonts w:hint="eastAsia"/>
                <w:noProof/>
                <w:rtl/>
              </w:rPr>
              <w:t>بولس</w:t>
            </w:r>
            <w:r w:rsidRPr="00822821">
              <w:rPr>
                <w:rStyle w:val="Hyperlink"/>
                <w:noProof/>
                <w:rtl/>
              </w:rPr>
              <w:t xml:space="preserve"> </w:t>
            </w:r>
            <w:r w:rsidRPr="00822821">
              <w:rPr>
                <w:rStyle w:val="Hyperlink"/>
                <w:rFonts w:hint="eastAsia"/>
                <w:noProof/>
                <w:rtl/>
              </w:rPr>
              <w:t>كذب</w:t>
            </w:r>
            <w:r w:rsidRPr="00822821">
              <w:rPr>
                <w:rStyle w:val="Hyperlink"/>
                <w:noProof/>
                <w:rtl/>
              </w:rPr>
              <w:t xml:space="preserve"> </w:t>
            </w:r>
            <w:r w:rsidRPr="00822821">
              <w:rPr>
                <w:rStyle w:val="Hyperlink"/>
                <w:rFonts w:hint="eastAsia"/>
                <w:noProof/>
                <w:rtl/>
              </w:rPr>
              <w:t>وخالف</w:t>
            </w:r>
            <w:r w:rsidRPr="00822821">
              <w:rPr>
                <w:rStyle w:val="Hyperlink"/>
                <w:noProof/>
                <w:rtl/>
              </w:rPr>
              <w:t xml:space="preserve"> </w:t>
            </w:r>
            <w:r w:rsidRPr="00822821">
              <w:rPr>
                <w:rStyle w:val="Hyperlink"/>
                <w:rFonts w:hint="eastAsia"/>
                <w:noProof/>
                <w:rtl/>
              </w:rPr>
              <w:t>وعده</w:t>
            </w:r>
            <w:r w:rsidRPr="00822821">
              <w:rPr>
                <w:rStyle w:val="Hyperlink"/>
                <w:noProof/>
                <w:rtl/>
              </w:rPr>
              <w:t xml:space="preserve"> </w:t>
            </w:r>
            <w:r w:rsidRPr="00822821">
              <w:rPr>
                <w:rStyle w:val="Hyperlink"/>
                <w:rFonts w:hint="eastAsia"/>
                <w:noProof/>
                <w:rtl/>
              </w:rPr>
              <w:t>للمسيح</w:t>
            </w:r>
            <w:r w:rsidRPr="008228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Toc396029666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50</w:t>
            </w:r>
            <w:r>
              <w:rPr>
                <w:rStyle w:val="Hyperlink"/>
                <w:noProof/>
                <w:rtl/>
              </w:rPr>
              <w:fldChar w:fldCharType="end"/>
            </w:r>
          </w:hyperlink>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67" w:history="1">
            <w:r w:rsidRPr="00822821">
              <w:rPr>
                <w:rStyle w:val="Hyperlink"/>
                <w:noProof/>
                <w:rtl/>
              </w:rPr>
              <w:t>(</w:t>
            </w:r>
            <w:r w:rsidRPr="00822821">
              <w:rPr>
                <w:rStyle w:val="Hyperlink"/>
                <w:rFonts w:hint="eastAsia"/>
                <w:noProof/>
                <w:rtl/>
              </w:rPr>
              <w:t>الردّ</w:t>
            </w:r>
            <w:r w:rsidRPr="00822821">
              <w:rPr>
                <w:rStyle w:val="Hyperlink"/>
                <w:noProof/>
                <w:rtl/>
              </w:rPr>
              <w:t xml:space="preserve"> </w:t>
            </w:r>
            <w:r w:rsidRPr="00822821">
              <w:rPr>
                <w:rStyle w:val="Hyperlink"/>
                <w:rFonts w:hint="eastAsia"/>
                <w:noProof/>
                <w:rtl/>
              </w:rPr>
              <w:t>على</w:t>
            </w:r>
            <w:r w:rsidRPr="00822821">
              <w:rPr>
                <w:rStyle w:val="Hyperlink"/>
                <w:noProof/>
                <w:rtl/>
              </w:rPr>
              <w:t xml:space="preserve"> </w:t>
            </w:r>
            <w:r w:rsidRPr="00822821">
              <w:rPr>
                <w:rStyle w:val="Hyperlink"/>
                <w:rFonts w:hint="eastAsia"/>
                <w:noProof/>
                <w:rtl/>
              </w:rPr>
              <w:t>مزعمة</w:t>
            </w:r>
            <w:r w:rsidRPr="00822821">
              <w:rPr>
                <w:rStyle w:val="Hyperlink"/>
                <w:noProof/>
                <w:rtl/>
              </w:rPr>
              <w:t xml:space="preserve"> </w:t>
            </w:r>
            <w:r w:rsidRPr="00822821">
              <w:rPr>
                <w:rStyle w:val="Hyperlink"/>
                <w:rFonts w:hint="eastAsia"/>
                <w:noProof/>
                <w:rtl/>
              </w:rPr>
              <w:t>أن</w:t>
            </w:r>
            <w:r w:rsidRPr="00822821">
              <w:rPr>
                <w:rStyle w:val="Hyperlink"/>
                <w:noProof/>
                <w:rtl/>
              </w:rPr>
              <w:t xml:space="preserve"> </w:t>
            </w:r>
            <w:r w:rsidRPr="00822821">
              <w:rPr>
                <w:rStyle w:val="Hyperlink"/>
                <w:rFonts w:hint="eastAsia"/>
                <w:noProof/>
                <w:rtl/>
              </w:rPr>
              <w:t>المسيح</w:t>
            </w:r>
            <w:r w:rsidRPr="00822821">
              <w:rPr>
                <w:rStyle w:val="Hyperlink"/>
                <w:noProof/>
                <w:rtl/>
              </w:rPr>
              <w:t xml:space="preserve"> </w:t>
            </w:r>
            <w:r w:rsidRPr="00822821">
              <w:rPr>
                <w:rStyle w:val="Hyperlink"/>
                <w:rFonts w:hint="eastAsia"/>
                <w:noProof/>
                <w:rtl/>
              </w:rPr>
              <w:t>من</w:t>
            </w:r>
            <w:r w:rsidRPr="00822821">
              <w:rPr>
                <w:rStyle w:val="Hyperlink"/>
                <w:noProof/>
                <w:rtl/>
              </w:rPr>
              <w:t xml:space="preserve"> </w:t>
            </w:r>
            <w:r w:rsidRPr="00822821">
              <w:rPr>
                <w:rStyle w:val="Hyperlink"/>
                <w:rFonts w:hint="eastAsia"/>
                <w:noProof/>
                <w:rtl/>
              </w:rPr>
              <w:t>المتنبّئين</w:t>
            </w:r>
            <w:r w:rsidRPr="00822821">
              <w:rPr>
                <w:rStyle w:val="Hyperlink"/>
                <w:noProof/>
                <w:rtl/>
              </w:rPr>
              <w:t xml:space="preserve"> </w:t>
            </w:r>
            <w:r w:rsidRPr="00822821">
              <w:rPr>
                <w:rStyle w:val="Hyperlink"/>
                <w:rFonts w:hint="eastAsia"/>
                <w:noProof/>
                <w:rtl/>
              </w:rPr>
              <w:t>الكذبة</w:t>
            </w:r>
            <w:r w:rsidRPr="008228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Toc396029667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52</w:t>
            </w:r>
            <w:r>
              <w:rPr>
                <w:rStyle w:val="Hyperlink"/>
                <w:noProof/>
                <w:rtl/>
              </w:rPr>
              <w:fldChar w:fldCharType="end"/>
            </w:r>
          </w:hyperlink>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68" w:history="1">
            <w:r w:rsidRPr="00822821">
              <w:rPr>
                <w:rStyle w:val="Hyperlink"/>
                <w:noProof/>
                <w:rtl/>
              </w:rPr>
              <w:t>(</w:t>
            </w:r>
            <w:r w:rsidRPr="00822821">
              <w:rPr>
                <w:rStyle w:val="Hyperlink"/>
                <w:rFonts w:hint="eastAsia"/>
                <w:noProof/>
                <w:rtl/>
              </w:rPr>
              <w:t>الردّ</w:t>
            </w:r>
            <w:r w:rsidRPr="00822821">
              <w:rPr>
                <w:rStyle w:val="Hyperlink"/>
                <w:noProof/>
                <w:rtl/>
              </w:rPr>
              <w:t xml:space="preserve"> </w:t>
            </w:r>
            <w:r w:rsidRPr="00822821">
              <w:rPr>
                <w:rStyle w:val="Hyperlink"/>
                <w:rFonts w:hint="eastAsia"/>
                <w:noProof/>
                <w:rtl/>
              </w:rPr>
              <w:t>على</w:t>
            </w:r>
            <w:r w:rsidRPr="00822821">
              <w:rPr>
                <w:rStyle w:val="Hyperlink"/>
                <w:noProof/>
                <w:rtl/>
              </w:rPr>
              <w:t xml:space="preserve"> </w:t>
            </w:r>
            <w:r w:rsidRPr="00822821">
              <w:rPr>
                <w:rStyle w:val="Hyperlink"/>
                <w:rFonts w:hint="eastAsia"/>
                <w:noProof/>
                <w:rtl/>
              </w:rPr>
              <w:t>افتراء</w:t>
            </w:r>
            <w:r w:rsidRPr="00822821">
              <w:rPr>
                <w:rStyle w:val="Hyperlink"/>
                <w:noProof/>
                <w:rtl/>
              </w:rPr>
              <w:t xml:space="preserve"> </w:t>
            </w:r>
            <w:r w:rsidRPr="00822821">
              <w:rPr>
                <w:rStyle w:val="Hyperlink"/>
                <w:rFonts w:hint="eastAsia"/>
                <w:noProof/>
                <w:rtl/>
              </w:rPr>
              <w:t>تعدد</w:t>
            </w:r>
            <w:r w:rsidRPr="00822821">
              <w:rPr>
                <w:rStyle w:val="Hyperlink"/>
                <w:noProof/>
                <w:rtl/>
              </w:rPr>
              <w:t xml:space="preserve"> </w:t>
            </w:r>
            <w:r w:rsidRPr="00822821">
              <w:rPr>
                <w:rStyle w:val="Hyperlink"/>
                <w:rFonts w:hint="eastAsia"/>
                <w:noProof/>
                <w:rtl/>
              </w:rPr>
              <w:t>الآلهة</w:t>
            </w:r>
            <w:r w:rsidRPr="00822821">
              <w:rPr>
                <w:rStyle w:val="Hyperlink"/>
                <w:noProof/>
                <w:rtl/>
              </w:rPr>
              <w:t xml:space="preserve"> </w:t>
            </w:r>
            <w:r w:rsidRPr="00822821">
              <w:rPr>
                <w:rStyle w:val="Hyperlink"/>
                <w:rFonts w:hint="eastAsia"/>
                <w:noProof/>
                <w:rtl/>
              </w:rPr>
              <w:t>في</w:t>
            </w:r>
            <w:r w:rsidRPr="00822821">
              <w:rPr>
                <w:rStyle w:val="Hyperlink"/>
                <w:noProof/>
                <w:rtl/>
              </w:rPr>
              <w:t xml:space="preserve"> </w:t>
            </w:r>
            <w:r w:rsidRPr="00822821">
              <w:rPr>
                <w:rStyle w:val="Hyperlink"/>
                <w:rFonts w:hint="eastAsia"/>
                <w:noProof/>
                <w:rtl/>
              </w:rPr>
              <w:t>الإنجيل</w:t>
            </w:r>
            <w:r w:rsidRPr="008228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Toc396029668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55</w:t>
            </w:r>
            <w:r>
              <w:rPr>
                <w:rStyle w:val="Hyperlink"/>
                <w:noProof/>
                <w:rtl/>
              </w:rPr>
              <w:fldChar w:fldCharType="end"/>
            </w:r>
          </w:hyperlink>
        </w:p>
        <w:p w:rsidR="00F4688F" w:rsidRPr="00F4688F" w:rsidRDefault="00F4688F" w:rsidP="00F4688F">
          <w:pPr>
            <w:pStyle w:val="libNormal"/>
            <w:rPr>
              <w:rStyle w:val="Hyperlink"/>
              <w:noProof/>
              <w:u w:val="none"/>
              <w:rtl/>
            </w:rPr>
          </w:pPr>
          <w:r w:rsidRPr="00F4688F">
            <w:rPr>
              <w:rStyle w:val="Hyperlink"/>
              <w:noProof/>
              <w:u w:val="none"/>
              <w:rtl/>
            </w:rPr>
            <w:br w:type="page"/>
          </w:r>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69" w:history="1">
            <w:r w:rsidRPr="00822821">
              <w:rPr>
                <w:rStyle w:val="Hyperlink"/>
                <w:noProof/>
                <w:rtl/>
              </w:rPr>
              <w:t>(</w:t>
            </w:r>
            <w:r w:rsidRPr="00822821">
              <w:rPr>
                <w:rStyle w:val="Hyperlink"/>
                <w:rFonts w:hint="eastAsia"/>
                <w:noProof/>
                <w:rtl/>
              </w:rPr>
              <w:t>الردّ</w:t>
            </w:r>
            <w:r w:rsidRPr="00822821">
              <w:rPr>
                <w:rStyle w:val="Hyperlink"/>
                <w:noProof/>
                <w:rtl/>
              </w:rPr>
              <w:t xml:space="preserve"> </w:t>
            </w:r>
            <w:r w:rsidRPr="00822821">
              <w:rPr>
                <w:rStyle w:val="Hyperlink"/>
                <w:rFonts w:hint="eastAsia"/>
                <w:noProof/>
                <w:rtl/>
              </w:rPr>
              <w:t>على</w:t>
            </w:r>
            <w:r w:rsidRPr="00822821">
              <w:rPr>
                <w:rStyle w:val="Hyperlink"/>
                <w:noProof/>
                <w:rtl/>
              </w:rPr>
              <w:t xml:space="preserve"> </w:t>
            </w:r>
            <w:r w:rsidRPr="00822821">
              <w:rPr>
                <w:rStyle w:val="Hyperlink"/>
                <w:rFonts w:hint="eastAsia"/>
                <w:noProof/>
                <w:rtl/>
              </w:rPr>
              <w:t>افتراء</w:t>
            </w:r>
            <w:r w:rsidRPr="00822821">
              <w:rPr>
                <w:rStyle w:val="Hyperlink"/>
                <w:noProof/>
                <w:rtl/>
              </w:rPr>
              <w:t xml:space="preserve"> </w:t>
            </w:r>
            <w:r w:rsidRPr="00822821">
              <w:rPr>
                <w:rStyle w:val="Hyperlink"/>
                <w:rFonts w:hint="eastAsia"/>
                <w:noProof/>
                <w:rtl/>
              </w:rPr>
              <w:t>أنّ</w:t>
            </w:r>
            <w:r w:rsidRPr="00822821">
              <w:rPr>
                <w:rStyle w:val="Hyperlink"/>
                <w:noProof/>
                <w:rtl/>
              </w:rPr>
              <w:t xml:space="preserve"> </w:t>
            </w:r>
            <w:r w:rsidRPr="00822821">
              <w:rPr>
                <w:rStyle w:val="Hyperlink"/>
                <w:rFonts w:hint="eastAsia"/>
                <w:noProof/>
                <w:rtl/>
              </w:rPr>
              <w:t>المسيح</w:t>
            </w:r>
            <w:r w:rsidRPr="00822821">
              <w:rPr>
                <w:rStyle w:val="Hyperlink"/>
                <w:noProof/>
                <w:rtl/>
              </w:rPr>
              <w:t xml:space="preserve"> </w:t>
            </w:r>
            <w:r w:rsidRPr="00822821">
              <w:rPr>
                <w:rStyle w:val="Hyperlink"/>
                <w:rFonts w:hint="eastAsia"/>
                <w:noProof/>
                <w:rtl/>
              </w:rPr>
              <w:t>قال</w:t>
            </w:r>
            <w:r w:rsidRPr="00822821">
              <w:rPr>
                <w:rStyle w:val="Hyperlink"/>
                <w:noProof/>
                <w:rtl/>
              </w:rPr>
              <w:t xml:space="preserve">: </w:t>
            </w:r>
            <w:r w:rsidRPr="00822821">
              <w:rPr>
                <w:rStyle w:val="Hyperlink"/>
                <w:rFonts w:hint="eastAsia"/>
                <w:noProof/>
                <w:rtl/>
              </w:rPr>
              <w:t>قال</w:t>
            </w:r>
            <w:r w:rsidRPr="00822821">
              <w:rPr>
                <w:rStyle w:val="Hyperlink"/>
                <w:noProof/>
                <w:rtl/>
              </w:rPr>
              <w:t xml:space="preserve"> </w:t>
            </w:r>
            <w:r w:rsidRPr="00822821">
              <w:rPr>
                <w:rStyle w:val="Hyperlink"/>
                <w:rFonts w:hint="eastAsia"/>
                <w:noProof/>
                <w:rtl/>
              </w:rPr>
              <w:t>الربّ</w:t>
            </w:r>
            <w:r w:rsidRPr="00822821">
              <w:rPr>
                <w:rStyle w:val="Hyperlink"/>
                <w:noProof/>
                <w:rtl/>
              </w:rPr>
              <w:t xml:space="preserve"> </w:t>
            </w:r>
            <w:r w:rsidRPr="00822821">
              <w:rPr>
                <w:rStyle w:val="Hyperlink"/>
                <w:rFonts w:hint="eastAsia"/>
                <w:noProof/>
                <w:rtl/>
              </w:rPr>
              <w:t>لربّي</w:t>
            </w:r>
            <w:r w:rsidRPr="008228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Toc396029669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57</w:t>
            </w:r>
            <w:r>
              <w:rPr>
                <w:rStyle w:val="Hyperlink"/>
                <w:noProof/>
                <w:rtl/>
              </w:rPr>
              <w:fldChar w:fldCharType="end"/>
            </w:r>
          </w:hyperlink>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70" w:history="1">
            <w:r w:rsidRPr="00822821">
              <w:rPr>
                <w:rStyle w:val="Hyperlink"/>
                <w:noProof/>
                <w:rtl/>
              </w:rPr>
              <w:t>(</w:t>
            </w:r>
            <w:r w:rsidRPr="00822821">
              <w:rPr>
                <w:rStyle w:val="Hyperlink"/>
                <w:rFonts w:hint="eastAsia"/>
                <w:noProof/>
                <w:rtl/>
              </w:rPr>
              <w:t>الردّ</w:t>
            </w:r>
            <w:r w:rsidRPr="00822821">
              <w:rPr>
                <w:rStyle w:val="Hyperlink"/>
                <w:noProof/>
                <w:rtl/>
              </w:rPr>
              <w:t xml:space="preserve"> </w:t>
            </w:r>
            <w:r w:rsidRPr="00822821">
              <w:rPr>
                <w:rStyle w:val="Hyperlink"/>
                <w:rFonts w:hint="eastAsia"/>
                <w:noProof/>
                <w:rtl/>
              </w:rPr>
              <w:t>على</w:t>
            </w:r>
            <w:r w:rsidRPr="00822821">
              <w:rPr>
                <w:rStyle w:val="Hyperlink"/>
                <w:noProof/>
                <w:rtl/>
              </w:rPr>
              <w:t xml:space="preserve"> </w:t>
            </w:r>
            <w:r w:rsidRPr="00822821">
              <w:rPr>
                <w:rStyle w:val="Hyperlink"/>
                <w:rFonts w:hint="eastAsia"/>
                <w:noProof/>
                <w:rtl/>
              </w:rPr>
              <w:t>افتراء</w:t>
            </w:r>
            <w:r w:rsidRPr="00822821">
              <w:rPr>
                <w:rStyle w:val="Hyperlink"/>
                <w:noProof/>
                <w:rtl/>
              </w:rPr>
              <w:t xml:space="preserve"> </w:t>
            </w:r>
            <w:r w:rsidRPr="00822821">
              <w:rPr>
                <w:rStyle w:val="Hyperlink"/>
                <w:rFonts w:hint="eastAsia"/>
                <w:noProof/>
                <w:rtl/>
              </w:rPr>
              <w:t>أنّ</w:t>
            </w:r>
            <w:r w:rsidRPr="00822821">
              <w:rPr>
                <w:rStyle w:val="Hyperlink"/>
                <w:noProof/>
                <w:rtl/>
              </w:rPr>
              <w:t xml:space="preserve"> </w:t>
            </w:r>
            <w:r w:rsidRPr="00822821">
              <w:rPr>
                <w:rStyle w:val="Hyperlink"/>
                <w:rFonts w:hint="eastAsia"/>
                <w:noProof/>
                <w:rtl/>
              </w:rPr>
              <w:t>داود</w:t>
            </w:r>
            <w:r w:rsidRPr="00822821">
              <w:rPr>
                <w:rStyle w:val="Hyperlink"/>
                <w:noProof/>
                <w:rtl/>
              </w:rPr>
              <w:t xml:space="preserve"> </w:t>
            </w:r>
            <w:r w:rsidRPr="00822821">
              <w:rPr>
                <w:rStyle w:val="Hyperlink"/>
                <w:rFonts w:hint="eastAsia"/>
                <w:noProof/>
                <w:rtl/>
              </w:rPr>
              <w:t>قال</w:t>
            </w:r>
            <w:r w:rsidRPr="00822821">
              <w:rPr>
                <w:rStyle w:val="Hyperlink"/>
                <w:noProof/>
                <w:rtl/>
              </w:rPr>
              <w:t xml:space="preserve">: </w:t>
            </w:r>
            <w:r w:rsidRPr="00822821">
              <w:rPr>
                <w:rStyle w:val="Hyperlink"/>
                <w:rFonts w:hint="eastAsia"/>
                <w:noProof/>
                <w:rtl/>
              </w:rPr>
              <w:t>قال</w:t>
            </w:r>
            <w:r w:rsidRPr="00822821">
              <w:rPr>
                <w:rStyle w:val="Hyperlink"/>
                <w:noProof/>
                <w:rtl/>
              </w:rPr>
              <w:t xml:space="preserve"> </w:t>
            </w:r>
            <w:r w:rsidRPr="00822821">
              <w:rPr>
                <w:rStyle w:val="Hyperlink"/>
                <w:rFonts w:hint="eastAsia"/>
                <w:noProof/>
                <w:rtl/>
              </w:rPr>
              <w:t>الربّ</w:t>
            </w:r>
            <w:r w:rsidRPr="00822821">
              <w:rPr>
                <w:rStyle w:val="Hyperlink"/>
                <w:noProof/>
                <w:rtl/>
              </w:rPr>
              <w:t xml:space="preserve"> </w:t>
            </w:r>
            <w:r w:rsidRPr="00822821">
              <w:rPr>
                <w:rStyle w:val="Hyperlink"/>
                <w:rFonts w:hint="eastAsia"/>
                <w:noProof/>
                <w:rtl/>
              </w:rPr>
              <w:t>لربّي</w:t>
            </w:r>
            <w:r w:rsidRPr="008228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Toc396029670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59</w:t>
            </w:r>
            <w:r>
              <w:rPr>
                <w:rStyle w:val="Hyperlink"/>
                <w:noProof/>
                <w:rtl/>
              </w:rPr>
              <w:fldChar w:fldCharType="end"/>
            </w:r>
          </w:hyperlink>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71" w:history="1">
            <w:r w:rsidRPr="00822821">
              <w:rPr>
                <w:rStyle w:val="Hyperlink"/>
                <w:noProof/>
                <w:rtl/>
              </w:rPr>
              <w:t xml:space="preserve">( </w:t>
            </w:r>
            <w:r w:rsidRPr="00822821">
              <w:rPr>
                <w:rStyle w:val="Hyperlink"/>
                <w:rFonts w:hint="eastAsia"/>
                <w:noProof/>
                <w:rtl/>
              </w:rPr>
              <w:t>الردّ</w:t>
            </w:r>
            <w:r w:rsidRPr="00822821">
              <w:rPr>
                <w:rStyle w:val="Hyperlink"/>
                <w:noProof/>
                <w:rtl/>
              </w:rPr>
              <w:t xml:space="preserve"> </w:t>
            </w:r>
            <w:r w:rsidRPr="00822821">
              <w:rPr>
                <w:rStyle w:val="Hyperlink"/>
                <w:rFonts w:hint="eastAsia"/>
                <w:noProof/>
                <w:rtl/>
              </w:rPr>
              <w:t>على</w:t>
            </w:r>
            <w:r w:rsidRPr="00822821">
              <w:rPr>
                <w:rStyle w:val="Hyperlink"/>
                <w:noProof/>
                <w:rtl/>
              </w:rPr>
              <w:t xml:space="preserve"> </w:t>
            </w:r>
            <w:r w:rsidRPr="00822821">
              <w:rPr>
                <w:rStyle w:val="Hyperlink"/>
                <w:rFonts w:hint="eastAsia"/>
                <w:noProof/>
                <w:rtl/>
              </w:rPr>
              <w:t>مزعمة</w:t>
            </w:r>
            <w:r w:rsidRPr="00822821">
              <w:rPr>
                <w:rStyle w:val="Hyperlink"/>
                <w:noProof/>
                <w:rtl/>
              </w:rPr>
              <w:t xml:space="preserve"> </w:t>
            </w:r>
            <w:r w:rsidRPr="00822821">
              <w:rPr>
                <w:rStyle w:val="Hyperlink"/>
                <w:rFonts w:hint="eastAsia"/>
                <w:noProof/>
                <w:rtl/>
              </w:rPr>
              <w:t>الأناجيل</w:t>
            </w:r>
            <w:r w:rsidRPr="00822821">
              <w:rPr>
                <w:rStyle w:val="Hyperlink"/>
                <w:noProof/>
                <w:rtl/>
              </w:rPr>
              <w:t xml:space="preserve"> </w:t>
            </w:r>
            <w:r w:rsidRPr="00822821">
              <w:rPr>
                <w:rStyle w:val="Hyperlink"/>
                <w:rFonts w:hint="eastAsia"/>
                <w:noProof/>
                <w:rtl/>
              </w:rPr>
              <w:t>أنّ</w:t>
            </w:r>
            <w:r w:rsidRPr="00822821">
              <w:rPr>
                <w:rStyle w:val="Hyperlink"/>
                <w:noProof/>
                <w:rtl/>
              </w:rPr>
              <w:t xml:space="preserve"> </w:t>
            </w:r>
            <w:r w:rsidRPr="00822821">
              <w:rPr>
                <w:rStyle w:val="Hyperlink"/>
                <w:rFonts w:hint="eastAsia"/>
                <w:noProof/>
                <w:rtl/>
              </w:rPr>
              <w:t>المسيح</w:t>
            </w:r>
            <w:r w:rsidRPr="00822821">
              <w:rPr>
                <w:rStyle w:val="Hyperlink"/>
                <w:noProof/>
                <w:rtl/>
              </w:rPr>
              <w:t xml:space="preserve"> </w:t>
            </w:r>
            <w:r w:rsidRPr="00822821">
              <w:rPr>
                <w:rStyle w:val="Hyperlink"/>
                <w:rFonts w:hint="eastAsia"/>
                <w:noProof/>
                <w:rtl/>
              </w:rPr>
              <w:t>أنكر</w:t>
            </w:r>
            <w:r w:rsidRPr="00822821">
              <w:rPr>
                <w:rStyle w:val="Hyperlink"/>
                <w:noProof/>
                <w:rtl/>
              </w:rPr>
              <w:t xml:space="preserve"> </w:t>
            </w:r>
            <w:r w:rsidRPr="00822821">
              <w:rPr>
                <w:rStyle w:val="Hyperlink"/>
                <w:rFonts w:hint="eastAsia"/>
                <w:noProof/>
                <w:rtl/>
              </w:rPr>
              <w:t>كونه</w:t>
            </w:r>
            <w:r w:rsidRPr="00822821">
              <w:rPr>
                <w:rStyle w:val="Hyperlink"/>
                <w:noProof/>
                <w:rtl/>
              </w:rPr>
              <w:t xml:space="preserve"> </w:t>
            </w:r>
            <w:r w:rsidRPr="00822821">
              <w:rPr>
                <w:rStyle w:val="Hyperlink"/>
                <w:rFonts w:hint="eastAsia"/>
                <w:noProof/>
                <w:rtl/>
              </w:rPr>
              <w:t>ابن</w:t>
            </w:r>
            <w:r w:rsidRPr="00822821">
              <w:rPr>
                <w:rStyle w:val="Hyperlink"/>
                <w:noProof/>
                <w:rtl/>
              </w:rPr>
              <w:t xml:space="preserve"> </w:t>
            </w:r>
            <w:r w:rsidRPr="00822821">
              <w:rPr>
                <w:rStyle w:val="Hyperlink"/>
                <w:rFonts w:hint="eastAsia"/>
                <w:noProof/>
                <w:rtl/>
              </w:rPr>
              <w:t>داود</w:t>
            </w:r>
            <w:r w:rsidRPr="008228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Toc396029671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60</w:t>
            </w:r>
            <w:r>
              <w:rPr>
                <w:rStyle w:val="Hyperlink"/>
                <w:noProof/>
                <w:rtl/>
              </w:rPr>
              <w:fldChar w:fldCharType="end"/>
            </w:r>
          </w:hyperlink>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72" w:history="1">
            <w:r w:rsidRPr="00822821">
              <w:rPr>
                <w:rStyle w:val="Hyperlink"/>
                <w:noProof/>
                <w:rtl/>
              </w:rPr>
              <w:t>(</w:t>
            </w:r>
            <w:r w:rsidRPr="00822821">
              <w:rPr>
                <w:rStyle w:val="Hyperlink"/>
                <w:rFonts w:hint="eastAsia"/>
                <w:noProof/>
                <w:rtl/>
              </w:rPr>
              <w:t>الردّ</w:t>
            </w:r>
            <w:r w:rsidRPr="00822821">
              <w:rPr>
                <w:rStyle w:val="Hyperlink"/>
                <w:noProof/>
                <w:rtl/>
              </w:rPr>
              <w:t xml:space="preserve"> </w:t>
            </w:r>
            <w:r w:rsidRPr="00822821">
              <w:rPr>
                <w:rStyle w:val="Hyperlink"/>
                <w:rFonts w:hint="eastAsia"/>
                <w:noProof/>
                <w:rtl/>
              </w:rPr>
              <w:t>على</w:t>
            </w:r>
            <w:r w:rsidRPr="00822821">
              <w:rPr>
                <w:rStyle w:val="Hyperlink"/>
                <w:noProof/>
                <w:rtl/>
              </w:rPr>
              <w:t xml:space="preserve"> </w:t>
            </w:r>
            <w:r w:rsidRPr="00822821">
              <w:rPr>
                <w:rStyle w:val="Hyperlink"/>
                <w:rFonts w:hint="eastAsia"/>
                <w:noProof/>
                <w:rtl/>
              </w:rPr>
              <w:t>مزعمة</w:t>
            </w:r>
            <w:r w:rsidRPr="00822821">
              <w:rPr>
                <w:rStyle w:val="Hyperlink"/>
                <w:noProof/>
                <w:rtl/>
              </w:rPr>
              <w:t xml:space="preserve"> </w:t>
            </w:r>
            <w:r w:rsidRPr="00822821">
              <w:rPr>
                <w:rStyle w:val="Hyperlink"/>
                <w:rFonts w:hint="eastAsia"/>
                <w:noProof/>
                <w:rtl/>
              </w:rPr>
              <w:t>الأناجيل</w:t>
            </w:r>
            <w:r w:rsidRPr="00822821">
              <w:rPr>
                <w:rStyle w:val="Hyperlink"/>
                <w:noProof/>
                <w:rtl/>
              </w:rPr>
              <w:t xml:space="preserve"> </w:t>
            </w:r>
            <w:r w:rsidRPr="00822821">
              <w:rPr>
                <w:rStyle w:val="Hyperlink"/>
                <w:rFonts w:hint="eastAsia"/>
                <w:noProof/>
                <w:rtl/>
              </w:rPr>
              <w:t>أنّ</w:t>
            </w:r>
            <w:r w:rsidRPr="00822821">
              <w:rPr>
                <w:rStyle w:val="Hyperlink"/>
                <w:noProof/>
                <w:rtl/>
              </w:rPr>
              <w:t xml:space="preserve"> </w:t>
            </w:r>
            <w:r w:rsidRPr="00822821">
              <w:rPr>
                <w:rStyle w:val="Hyperlink"/>
                <w:rFonts w:hint="eastAsia"/>
                <w:noProof/>
                <w:rtl/>
              </w:rPr>
              <w:t>المسيح</w:t>
            </w:r>
            <w:r w:rsidRPr="00822821">
              <w:rPr>
                <w:rStyle w:val="Hyperlink"/>
                <w:noProof/>
                <w:rtl/>
              </w:rPr>
              <w:t xml:space="preserve"> </w:t>
            </w:r>
            <w:r w:rsidRPr="00822821">
              <w:rPr>
                <w:rStyle w:val="Hyperlink"/>
                <w:rFonts w:hint="eastAsia"/>
                <w:noProof/>
                <w:rtl/>
              </w:rPr>
              <w:t>يكذب</w:t>
            </w:r>
            <w:r w:rsidRPr="00822821">
              <w:rPr>
                <w:rStyle w:val="Hyperlink"/>
                <w:noProof/>
                <w:rtl/>
              </w:rPr>
              <w:t xml:space="preserve"> </w:t>
            </w:r>
            <w:r w:rsidRPr="00822821">
              <w:rPr>
                <w:rStyle w:val="Hyperlink"/>
                <w:rFonts w:hint="eastAsia"/>
                <w:noProof/>
                <w:rtl/>
              </w:rPr>
              <w:t>على</w:t>
            </w:r>
            <w:r w:rsidRPr="00822821">
              <w:rPr>
                <w:rStyle w:val="Hyperlink"/>
                <w:noProof/>
                <w:rtl/>
              </w:rPr>
              <w:t xml:space="preserve"> </w:t>
            </w:r>
            <w:r w:rsidRPr="00822821">
              <w:rPr>
                <w:rStyle w:val="Hyperlink"/>
                <w:rFonts w:hint="eastAsia"/>
                <w:noProof/>
                <w:rtl/>
              </w:rPr>
              <w:t>تلاميذه</w:t>
            </w:r>
            <w:r w:rsidRPr="008228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Toc396029672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62</w:t>
            </w:r>
            <w:r>
              <w:rPr>
                <w:rStyle w:val="Hyperlink"/>
                <w:noProof/>
                <w:rtl/>
              </w:rPr>
              <w:fldChar w:fldCharType="end"/>
            </w:r>
          </w:hyperlink>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73" w:history="1">
            <w:r w:rsidRPr="00822821">
              <w:rPr>
                <w:rStyle w:val="Hyperlink"/>
                <w:noProof/>
                <w:rtl/>
              </w:rPr>
              <w:t>(</w:t>
            </w:r>
            <w:r w:rsidRPr="00822821">
              <w:rPr>
                <w:rStyle w:val="Hyperlink"/>
                <w:rFonts w:hint="eastAsia"/>
                <w:noProof/>
                <w:rtl/>
              </w:rPr>
              <w:t>الردّ</w:t>
            </w:r>
            <w:r w:rsidRPr="00822821">
              <w:rPr>
                <w:rStyle w:val="Hyperlink"/>
                <w:noProof/>
                <w:rtl/>
              </w:rPr>
              <w:t xml:space="preserve"> </w:t>
            </w:r>
            <w:r w:rsidRPr="00822821">
              <w:rPr>
                <w:rStyle w:val="Hyperlink"/>
                <w:rFonts w:hint="eastAsia"/>
                <w:noProof/>
                <w:rtl/>
              </w:rPr>
              <w:t>على</w:t>
            </w:r>
            <w:r w:rsidRPr="00822821">
              <w:rPr>
                <w:rStyle w:val="Hyperlink"/>
                <w:noProof/>
                <w:rtl/>
              </w:rPr>
              <w:t xml:space="preserve"> </w:t>
            </w:r>
            <w:r w:rsidRPr="00822821">
              <w:rPr>
                <w:rStyle w:val="Hyperlink"/>
                <w:rFonts w:hint="eastAsia"/>
                <w:noProof/>
                <w:rtl/>
              </w:rPr>
              <w:t>نسبة</w:t>
            </w:r>
            <w:r w:rsidRPr="00822821">
              <w:rPr>
                <w:rStyle w:val="Hyperlink"/>
                <w:noProof/>
                <w:rtl/>
              </w:rPr>
              <w:t xml:space="preserve"> </w:t>
            </w:r>
            <w:r w:rsidRPr="00822821">
              <w:rPr>
                <w:rStyle w:val="Hyperlink"/>
                <w:rFonts w:hint="eastAsia"/>
                <w:noProof/>
                <w:rtl/>
              </w:rPr>
              <w:t>الأناجيل</w:t>
            </w:r>
            <w:r w:rsidRPr="00822821">
              <w:rPr>
                <w:rStyle w:val="Hyperlink"/>
                <w:noProof/>
                <w:rtl/>
              </w:rPr>
              <w:t xml:space="preserve"> </w:t>
            </w:r>
            <w:r w:rsidRPr="00822821">
              <w:rPr>
                <w:rStyle w:val="Hyperlink"/>
                <w:rFonts w:hint="eastAsia"/>
                <w:noProof/>
                <w:rtl/>
              </w:rPr>
              <w:t>الكذب</w:t>
            </w:r>
            <w:r w:rsidRPr="00822821">
              <w:rPr>
                <w:rStyle w:val="Hyperlink"/>
                <w:noProof/>
                <w:rtl/>
              </w:rPr>
              <w:t xml:space="preserve"> </w:t>
            </w:r>
            <w:r w:rsidRPr="00822821">
              <w:rPr>
                <w:rStyle w:val="Hyperlink"/>
                <w:rFonts w:hint="eastAsia"/>
                <w:noProof/>
                <w:rtl/>
              </w:rPr>
              <w:t>إلى</w:t>
            </w:r>
            <w:r w:rsidRPr="00822821">
              <w:rPr>
                <w:rStyle w:val="Hyperlink"/>
                <w:noProof/>
                <w:rtl/>
              </w:rPr>
              <w:t xml:space="preserve"> </w:t>
            </w:r>
            <w:r w:rsidRPr="00822821">
              <w:rPr>
                <w:rStyle w:val="Hyperlink"/>
                <w:rFonts w:hint="eastAsia"/>
                <w:noProof/>
                <w:rtl/>
              </w:rPr>
              <w:t>المسيح</w:t>
            </w:r>
            <w:r w:rsidRPr="00822821">
              <w:rPr>
                <w:rStyle w:val="Hyperlink"/>
                <w:noProof/>
                <w:rtl/>
              </w:rPr>
              <w:t xml:space="preserve"> </w:t>
            </w:r>
            <w:r w:rsidRPr="00822821">
              <w:rPr>
                <w:rStyle w:val="Hyperlink"/>
                <w:rFonts w:hint="eastAsia"/>
                <w:noProof/>
                <w:rtl/>
              </w:rPr>
              <w:t>ويحيى</w:t>
            </w:r>
            <w:r w:rsidRPr="008228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Toc396029673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63</w:t>
            </w:r>
            <w:r>
              <w:rPr>
                <w:rStyle w:val="Hyperlink"/>
                <w:noProof/>
                <w:rtl/>
              </w:rPr>
              <w:fldChar w:fldCharType="end"/>
            </w:r>
          </w:hyperlink>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74" w:history="1">
            <w:r w:rsidRPr="00822821">
              <w:rPr>
                <w:rStyle w:val="Hyperlink"/>
                <w:noProof/>
                <w:rtl/>
              </w:rPr>
              <w:t>(</w:t>
            </w:r>
            <w:r w:rsidRPr="00822821">
              <w:rPr>
                <w:rStyle w:val="Hyperlink"/>
                <w:rFonts w:hint="eastAsia"/>
                <w:noProof/>
                <w:rtl/>
              </w:rPr>
              <w:t>الردّ</w:t>
            </w:r>
            <w:r w:rsidRPr="00822821">
              <w:rPr>
                <w:rStyle w:val="Hyperlink"/>
                <w:noProof/>
                <w:rtl/>
              </w:rPr>
              <w:t xml:space="preserve"> </w:t>
            </w:r>
            <w:r w:rsidRPr="00822821">
              <w:rPr>
                <w:rStyle w:val="Hyperlink"/>
                <w:rFonts w:hint="eastAsia"/>
                <w:noProof/>
                <w:rtl/>
              </w:rPr>
              <w:t>على</w:t>
            </w:r>
            <w:r w:rsidRPr="00822821">
              <w:rPr>
                <w:rStyle w:val="Hyperlink"/>
                <w:noProof/>
                <w:rtl/>
              </w:rPr>
              <w:t xml:space="preserve"> </w:t>
            </w:r>
            <w:r w:rsidRPr="00822821">
              <w:rPr>
                <w:rStyle w:val="Hyperlink"/>
                <w:rFonts w:hint="eastAsia"/>
                <w:noProof/>
                <w:rtl/>
              </w:rPr>
              <w:t>نسبة</w:t>
            </w:r>
            <w:r w:rsidRPr="00822821">
              <w:rPr>
                <w:rStyle w:val="Hyperlink"/>
                <w:noProof/>
                <w:rtl/>
              </w:rPr>
              <w:t xml:space="preserve"> </w:t>
            </w:r>
            <w:r w:rsidRPr="00822821">
              <w:rPr>
                <w:rStyle w:val="Hyperlink"/>
                <w:rFonts w:hint="eastAsia"/>
                <w:noProof/>
                <w:rtl/>
              </w:rPr>
              <w:t>الكذب</w:t>
            </w:r>
            <w:r w:rsidRPr="00822821">
              <w:rPr>
                <w:rStyle w:val="Hyperlink"/>
                <w:noProof/>
                <w:rtl/>
              </w:rPr>
              <w:t xml:space="preserve"> </w:t>
            </w:r>
            <w:r w:rsidRPr="00822821">
              <w:rPr>
                <w:rStyle w:val="Hyperlink"/>
                <w:rFonts w:hint="eastAsia"/>
                <w:noProof/>
                <w:rtl/>
              </w:rPr>
              <w:t>إلى</w:t>
            </w:r>
            <w:r w:rsidRPr="00822821">
              <w:rPr>
                <w:rStyle w:val="Hyperlink"/>
                <w:noProof/>
                <w:rtl/>
              </w:rPr>
              <w:t xml:space="preserve"> </w:t>
            </w:r>
            <w:r w:rsidRPr="00822821">
              <w:rPr>
                <w:rStyle w:val="Hyperlink"/>
                <w:rFonts w:hint="eastAsia"/>
                <w:noProof/>
                <w:rtl/>
              </w:rPr>
              <w:t>اليسع</w:t>
            </w:r>
            <w:r w:rsidRPr="00822821">
              <w:rPr>
                <w:rStyle w:val="Hyperlink"/>
                <w:noProof/>
                <w:rtl/>
              </w:rPr>
              <w:t xml:space="preserve"> </w:t>
            </w:r>
            <w:r w:rsidRPr="00822821">
              <w:rPr>
                <w:rStyle w:val="Hyperlink"/>
                <w:rFonts w:hint="eastAsia"/>
                <w:noProof/>
                <w:rtl/>
              </w:rPr>
              <w:t>النبيّ</w:t>
            </w:r>
            <w:r w:rsidRPr="008228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Toc396029674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64</w:t>
            </w:r>
            <w:r>
              <w:rPr>
                <w:rStyle w:val="Hyperlink"/>
                <w:noProof/>
                <w:rtl/>
              </w:rPr>
              <w:fldChar w:fldCharType="end"/>
            </w:r>
          </w:hyperlink>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75" w:history="1">
            <w:r w:rsidRPr="00822821">
              <w:rPr>
                <w:rStyle w:val="Hyperlink"/>
                <w:noProof/>
                <w:rtl/>
              </w:rPr>
              <w:t xml:space="preserve">( </w:t>
            </w:r>
            <w:r w:rsidRPr="00822821">
              <w:rPr>
                <w:rStyle w:val="Hyperlink"/>
                <w:rFonts w:hint="eastAsia"/>
                <w:noProof/>
                <w:rtl/>
              </w:rPr>
              <w:t>الردّ</w:t>
            </w:r>
            <w:r w:rsidRPr="00822821">
              <w:rPr>
                <w:rStyle w:val="Hyperlink"/>
                <w:noProof/>
                <w:rtl/>
              </w:rPr>
              <w:t xml:space="preserve"> </w:t>
            </w:r>
            <w:r w:rsidRPr="00822821">
              <w:rPr>
                <w:rStyle w:val="Hyperlink"/>
                <w:rFonts w:hint="eastAsia"/>
                <w:noProof/>
                <w:rtl/>
              </w:rPr>
              <w:t>على</w:t>
            </w:r>
            <w:r w:rsidRPr="00822821">
              <w:rPr>
                <w:rStyle w:val="Hyperlink"/>
                <w:noProof/>
                <w:rtl/>
              </w:rPr>
              <w:t xml:space="preserve"> </w:t>
            </w:r>
            <w:r w:rsidRPr="00822821">
              <w:rPr>
                <w:rStyle w:val="Hyperlink"/>
                <w:rFonts w:hint="eastAsia"/>
                <w:noProof/>
                <w:rtl/>
              </w:rPr>
              <w:t>نسبة</w:t>
            </w:r>
            <w:r w:rsidRPr="00822821">
              <w:rPr>
                <w:rStyle w:val="Hyperlink"/>
                <w:noProof/>
                <w:rtl/>
              </w:rPr>
              <w:t xml:space="preserve"> </w:t>
            </w:r>
            <w:r w:rsidRPr="00822821">
              <w:rPr>
                <w:rStyle w:val="Hyperlink"/>
                <w:rFonts w:hint="eastAsia"/>
                <w:noProof/>
                <w:rtl/>
              </w:rPr>
              <w:t>الكذب</w:t>
            </w:r>
            <w:r w:rsidRPr="00822821">
              <w:rPr>
                <w:rStyle w:val="Hyperlink"/>
                <w:noProof/>
                <w:rtl/>
              </w:rPr>
              <w:t xml:space="preserve"> </w:t>
            </w:r>
            <w:r w:rsidRPr="00822821">
              <w:rPr>
                <w:rStyle w:val="Hyperlink"/>
                <w:rFonts w:hint="eastAsia"/>
                <w:noProof/>
                <w:rtl/>
              </w:rPr>
              <w:t>إلى</w:t>
            </w:r>
            <w:r w:rsidRPr="00822821">
              <w:rPr>
                <w:rStyle w:val="Hyperlink"/>
                <w:noProof/>
                <w:rtl/>
              </w:rPr>
              <w:t xml:space="preserve"> </w:t>
            </w:r>
            <w:r w:rsidRPr="00822821">
              <w:rPr>
                <w:rStyle w:val="Hyperlink"/>
                <w:rFonts w:hint="eastAsia"/>
                <w:noProof/>
                <w:rtl/>
              </w:rPr>
              <w:t>يعقوب</w:t>
            </w:r>
            <w:r w:rsidRPr="00822821">
              <w:rPr>
                <w:rStyle w:val="Hyperlink"/>
                <w:noProof/>
                <w:rtl/>
              </w:rPr>
              <w:t xml:space="preserve"> </w:t>
            </w:r>
            <w:r w:rsidRPr="00822821">
              <w:rPr>
                <w:rStyle w:val="Hyperlink"/>
                <w:rFonts w:hint="eastAsia"/>
                <w:noProof/>
                <w:rtl/>
              </w:rPr>
              <w:t>على</w:t>
            </w:r>
            <w:r w:rsidRPr="00822821">
              <w:rPr>
                <w:rStyle w:val="Hyperlink"/>
                <w:noProof/>
                <w:rtl/>
              </w:rPr>
              <w:t xml:space="preserve"> </w:t>
            </w:r>
            <w:r w:rsidRPr="00822821">
              <w:rPr>
                <w:rStyle w:val="Hyperlink"/>
                <w:rFonts w:hint="eastAsia"/>
                <w:noProof/>
                <w:rtl/>
              </w:rPr>
              <w:t>أبيه</w:t>
            </w:r>
            <w:r w:rsidRPr="00822821">
              <w:rPr>
                <w:rStyle w:val="Hyperlink"/>
                <w:noProof/>
                <w:rtl/>
              </w:rPr>
              <w:t xml:space="preserve"> </w:t>
            </w:r>
            <w:r w:rsidRPr="00822821">
              <w:rPr>
                <w:rStyle w:val="Hyperlink"/>
                <w:rFonts w:hint="eastAsia"/>
                <w:noProof/>
                <w:rtl/>
              </w:rPr>
              <w:t>إسحاق</w:t>
            </w:r>
            <w:r w:rsidRPr="008228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Toc396029675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65</w:t>
            </w:r>
            <w:r>
              <w:rPr>
                <w:rStyle w:val="Hyperlink"/>
                <w:noProof/>
                <w:rtl/>
              </w:rPr>
              <w:fldChar w:fldCharType="end"/>
            </w:r>
          </w:hyperlink>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76" w:history="1">
            <w:r w:rsidRPr="00822821">
              <w:rPr>
                <w:rStyle w:val="Hyperlink"/>
                <w:noProof/>
                <w:rtl/>
              </w:rPr>
              <w:t>(</w:t>
            </w:r>
            <w:r w:rsidRPr="00822821">
              <w:rPr>
                <w:rStyle w:val="Hyperlink"/>
                <w:rFonts w:hint="eastAsia"/>
                <w:noProof/>
                <w:rtl/>
              </w:rPr>
              <w:t>الكشف</w:t>
            </w:r>
            <w:r w:rsidRPr="00822821">
              <w:rPr>
                <w:rStyle w:val="Hyperlink"/>
                <w:noProof/>
                <w:rtl/>
              </w:rPr>
              <w:t xml:space="preserve"> </w:t>
            </w:r>
            <w:r w:rsidRPr="00822821">
              <w:rPr>
                <w:rStyle w:val="Hyperlink"/>
                <w:rFonts w:hint="eastAsia"/>
                <w:noProof/>
                <w:rtl/>
              </w:rPr>
              <w:t>عن</w:t>
            </w:r>
            <w:r w:rsidRPr="00822821">
              <w:rPr>
                <w:rStyle w:val="Hyperlink"/>
                <w:noProof/>
                <w:rtl/>
              </w:rPr>
              <w:t xml:space="preserve"> </w:t>
            </w:r>
            <w:r w:rsidRPr="00822821">
              <w:rPr>
                <w:rStyle w:val="Hyperlink"/>
                <w:rFonts w:hint="eastAsia"/>
                <w:noProof/>
                <w:rtl/>
              </w:rPr>
              <w:t>الكفر</w:t>
            </w:r>
            <w:r w:rsidRPr="00822821">
              <w:rPr>
                <w:rStyle w:val="Hyperlink"/>
                <w:noProof/>
                <w:rtl/>
              </w:rPr>
              <w:t xml:space="preserve"> </w:t>
            </w:r>
            <w:r w:rsidRPr="00822821">
              <w:rPr>
                <w:rStyle w:val="Hyperlink"/>
                <w:rFonts w:hint="eastAsia"/>
                <w:noProof/>
                <w:rtl/>
              </w:rPr>
              <w:t>في</w:t>
            </w:r>
            <w:r w:rsidRPr="00822821">
              <w:rPr>
                <w:rStyle w:val="Hyperlink"/>
                <w:noProof/>
                <w:rtl/>
              </w:rPr>
              <w:t xml:space="preserve"> </w:t>
            </w:r>
            <w:r w:rsidRPr="00822821">
              <w:rPr>
                <w:rStyle w:val="Hyperlink"/>
                <w:rFonts w:hint="eastAsia"/>
                <w:noProof/>
                <w:rtl/>
              </w:rPr>
              <w:t>كتاب</w:t>
            </w:r>
            <w:r w:rsidRPr="00822821">
              <w:rPr>
                <w:rStyle w:val="Hyperlink"/>
                <w:noProof/>
                <w:rtl/>
              </w:rPr>
              <w:t xml:space="preserve"> (</w:t>
            </w:r>
            <w:r w:rsidRPr="00822821">
              <w:rPr>
                <w:rStyle w:val="Hyperlink"/>
                <w:rFonts w:hint="eastAsia"/>
                <w:noProof/>
                <w:rtl/>
              </w:rPr>
              <w:t>أرميا</w:t>
            </w:r>
            <w:r w:rsidRPr="00822821">
              <w:rPr>
                <w:rStyle w:val="Hyperlink"/>
                <w:noProof/>
                <w:rtl/>
              </w:rPr>
              <w:t>)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Toc396029676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67</w:t>
            </w:r>
            <w:r>
              <w:rPr>
                <w:rStyle w:val="Hyperlink"/>
                <w:noProof/>
                <w:rtl/>
              </w:rPr>
              <w:fldChar w:fldCharType="end"/>
            </w:r>
          </w:hyperlink>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77" w:history="1">
            <w:r w:rsidRPr="00822821">
              <w:rPr>
                <w:rStyle w:val="Hyperlink"/>
                <w:noProof/>
                <w:rtl/>
              </w:rPr>
              <w:t>(</w:t>
            </w:r>
            <w:r w:rsidRPr="00822821">
              <w:rPr>
                <w:rStyle w:val="Hyperlink"/>
                <w:rFonts w:hint="eastAsia"/>
                <w:noProof/>
                <w:rtl/>
              </w:rPr>
              <w:t>الكشف</w:t>
            </w:r>
            <w:r w:rsidRPr="00822821">
              <w:rPr>
                <w:rStyle w:val="Hyperlink"/>
                <w:noProof/>
                <w:rtl/>
              </w:rPr>
              <w:t xml:space="preserve"> </w:t>
            </w:r>
            <w:r w:rsidRPr="00822821">
              <w:rPr>
                <w:rStyle w:val="Hyperlink"/>
                <w:rFonts w:hint="eastAsia"/>
                <w:noProof/>
                <w:rtl/>
              </w:rPr>
              <w:t>عن</w:t>
            </w:r>
            <w:r w:rsidRPr="00822821">
              <w:rPr>
                <w:rStyle w:val="Hyperlink"/>
                <w:noProof/>
                <w:rtl/>
              </w:rPr>
              <w:t xml:space="preserve"> </w:t>
            </w:r>
            <w:r w:rsidRPr="00822821">
              <w:rPr>
                <w:rStyle w:val="Hyperlink"/>
                <w:rFonts w:hint="eastAsia"/>
                <w:noProof/>
                <w:rtl/>
              </w:rPr>
              <w:t>كذب</w:t>
            </w:r>
            <w:r w:rsidRPr="00822821">
              <w:rPr>
                <w:rStyle w:val="Hyperlink"/>
                <w:noProof/>
                <w:rtl/>
              </w:rPr>
              <w:t xml:space="preserve"> </w:t>
            </w:r>
            <w:r w:rsidRPr="00822821">
              <w:rPr>
                <w:rStyle w:val="Hyperlink"/>
                <w:rFonts w:hint="eastAsia"/>
                <w:noProof/>
                <w:rtl/>
              </w:rPr>
              <w:t>التوراة</w:t>
            </w:r>
            <w:r w:rsidRPr="00822821">
              <w:rPr>
                <w:rStyle w:val="Hyperlink"/>
                <w:noProof/>
                <w:rtl/>
              </w:rPr>
              <w:t xml:space="preserve"> </w:t>
            </w:r>
            <w:r w:rsidRPr="00822821">
              <w:rPr>
                <w:rStyle w:val="Hyperlink"/>
                <w:rFonts w:hint="eastAsia"/>
                <w:noProof/>
                <w:rtl/>
              </w:rPr>
              <w:t>بنسبة</w:t>
            </w:r>
            <w:r w:rsidRPr="00822821">
              <w:rPr>
                <w:rStyle w:val="Hyperlink"/>
                <w:noProof/>
                <w:rtl/>
              </w:rPr>
              <w:t xml:space="preserve"> </w:t>
            </w:r>
            <w:r w:rsidRPr="00822821">
              <w:rPr>
                <w:rStyle w:val="Hyperlink"/>
                <w:rFonts w:hint="eastAsia"/>
                <w:noProof/>
                <w:rtl/>
              </w:rPr>
              <w:t>الكذب</w:t>
            </w:r>
            <w:r w:rsidRPr="00822821">
              <w:rPr>
                <w:rStyle w:val="Hyperlink"/>
                <w:noProof/>
                <w:rtl/>
              </w:rPr>
              <w:t xml:space="preserve"> </w:t>
            </w:r>
            <w:r w:rsidRPr="00822821">
              <w:rPr>
                <w:rStyle w:val="Hyperlink"/>
                <w:rFonts w:hint="eastAsia"/>
                <w:noProof/>
                <w:rtl/>
              </w:rPr>
              <w:t>إلى</w:t>
            </w:r>
            <w:r w:rsidRPr="00822821">
              <w:rPr>
                <w:rStyle w:val="Hyperlink"/>
                <w:noProof/>
                <w:rtl/>
              </w:rPr>
              <w:t xml:space="preserve"> </w:t>
            </w:r>
            <w:r w:rsidRPr="00822821">
              <w:rPr>
                <w:rStyle w:val="Hyperlink"/>
                <w:rFonts w:hint="eastAsia"/>
                <w:noProof/>
                <w:rtl/>
              </w:rPr>
              <w:t>الله</w:t>
            </w:r>
            <w:r w:rsidRPr="00822821">
              <w:rPr>
                <w:rStyle w:val="Hyperlink"/>
                <w:noProof/>
                <w:rtl/>
              </w:rPr>
              <w:t xml:space="preserve"> </w:t>
            </w:r>
            <w:r w:rsidRPr="00822821">
              <w:rPr>
                <w:rStyle w:val="Hyperlink"/>
                <w:rFonts w:hint="eastAsia"/>
                <w:noProof/>
                <w:rtl/>
              </w:rPr>
              <w:t>تعالى</w:t>
            </w:r>
            <w:r w:rsidRPr="00822821">
              <w:rPr>
                <w:rStyle w:val="Hyperlink"/>
                <w:noProof/>
                <w:rtl/>
              </w:rPr>
              <w:t xml:space="preserve"> </w:t>
            </w:r>
            <w:r w:rsidRPr="00822821">
              <w:rPr>
                <w:rStyle w:val="Hyperlink"/>
                <w:rFonts w:hint="eastAsia"/>
                <w:noProof/>
                <w:rtl/>
              </w:rPr>
              <w:t>على</w:t>
            </w:r>
            <w:r w:rsidRPr="00822821">
              <w:rPr>
                <w:rStyle w:val="Hyperlink"/>
                <w:noProof/>
                <w:rtl/>
              </w:rPr>
              <w:t xml:space="preserve"> </w:t>
            </w:r>
            <w:r w:rsidRPr="00822821">
              <w:rPr>
                <w:rStyle w:val="Hyperlink"/>
                <w:rFonts w:hint="eastAsia"/>
                <w:noProof/>
                <w:rtl/>
              </w:rPr>
              <w:t>آدم</w:t>
            </w:r>
            <w:r w:rsidRPr="008228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Toc396029677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68</w:t>
            </w:r>
            <w:r>
              <w:rPr>
                <w:rStyle w:val="Hyperlink"/>
                <w:noProof/>
                <w:rtl/>
              </w:rPr>
              <w:fldChar w:fldCharType="end"/>
            </w:r>
          </w:hyperlink>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78" w:history="1">
            <w:r w:rsidRPr="00822821">
              <w:rPr>
                <w:rStyle w:val="Hyperlink"/>
                <w:noProof/>
                <w:rtl/>
              </w:rPr>
              <w:t>(</w:t>
            </w:r>
            <w:r w:rsidRPr="00822821">
              <w:rPr>
                <w:rStyle w:val="Hyperlink"/>
                <w:rFonts w:hint="eastAsia"/>
                <w:noProof/>
                <w:rtl/>
              </w:rPr>
              <w:t>الردّ</w:t>
            </w:r>
            <w:r w:rsidRPr="00822821">
              <w:rPr>
                <w:rStyle w:val="Hyperlink"/>
                <w:noProof/>
                <w:rtl/>
              </w:rPr>
              <w:t xml:space="preserve"> </w:t>
            </w:r>
            <w:r w:rsidRPr="00822821">
              <w:rPr>
                <w:rStyle w:val="Hyperlink"/>
                <w:rFonts w:hint="eastAsia"/>
                <w:noProof/>
                <w:rtl/>
              </w:rPr>
              <w:t>على</w:t>
            </w:r>
            <w:r w:rsidRPr="00822821">
              <w:rPr>
                <w:rStyle w:val="Hyperlink"/>
                <w:noProof/>
                <w:rtl/>
              </w:rPr>
              <w:t xml:space="preserve"> </w:t>
            </w:r>
            <w:r w:rsidRPr="00822821">
              <w:rPr>
                <w:rStyle w:val="Hyperlink"/>
                <w:rFonts w:hint="eastAsia"/>
                <w:noProof/>
                <w:rtl/>
              </w:rPr>
              <w:t>مزعمة</w:t>
            </w:r>
            <w:r w:rsidRPr="00822821">
              <w:rPr>
                <w:rStyle w:val="Hyperlink"/>
                <w:noProof/>
                <w:rtl/>
              </w:rPr>
              <w:t xml:space="preserve"> </w:t>
            </w:r>
            <w:r w:rsidRPr="00822821">
              <w:rPr>
                <w:rStyle w:val="Hyperlink"/>
                <w:rFonts w:hint="eastAsia"/>
                <w:noProof/>
                <w:rtl/>
              </w:rPr>
              <w:t>العهد</w:t>
            </w:r>
            <w:r w:rsidRPr="00822821">
              <w:rPr>
                <w:rStyle w:val="Hyperlink"/>
                <w:noProof/>
                <w:rtl/>
              </w:rPr>
              <w:t xml:space="preserve"> </w:t>
            </w:r>
            <w:r w:rsidRPr="00822821">
              <w:rPr>
                <w:rStyle w:val="Hyperlink"/>
                <w:rFonts w:hint="eastAsia"/>
                <w:noProof/>
                <w:rtl/>
              </w:rPr>
              <w:t>القديم</w:t>
            </w:r>
            <w:r w:rsidRPr="00822821">
              <w:rPr>
                <w:rStyle w:val="Hyperlink"/>
                <w:noProof/>
                <w:rtl/>
              </w:rPr>
              <w:t xml:space="preserve"> </w:t>
            </w:r>
            <w:r w:rsidRPr="00822821">
              <w:rPr>
                <w:rStyle w:val="Hyperlink"/>
                <w:rFonts w:hint="eastAsia"/>
                <w:noProof/>
                <w:rtl/>
              </w:rPr>
              <w:t>أن</w:t>
            </w:r>
            <w:r w:rsidRPr="00822821">
              <w:rPr>
                <w:rStyle w:val="Hyperlink"/>
                <w:noProof/>
                <w:rtl/>
              </w:rPr>
              <w:t xml:space="preserve"> </w:t>
            </w:r>
            <w:r w:rsidRPr="00822821">
              <w:rPr>
                <w:rStyle w:val="Hyperlink"/>
                <w:rFonts w:hint="eastAsia"/>
                <w:noProof/>
                <w:rtl/>
              </w:rPr>
              <w:t>الله</w:t>
            </w:r>
            <w:r w:rsidRPr="00822821">
              <w:rPr>
                <w:rStyle w:val="Hyperlink"/>
                <w:noProof/>
                <w:rtl/>
              </w:rPr>
              <w:t xml:space="preserve"> </w:t>
            </w:r>
            <w:r w:rsidRPr="00822821">
              <w:rPr>
                <w:rStyle w:val="Hyperlink"/>
                <w:rFonts w:hint="eastAsia"/>
                <w:noProof/>
                <w:rtl/>
              </w:rPr>
              <w:t>جل</w:t>
            </w:r>
            <w:r w:rsidRPr="00822821">
              <w:rPr>
                <w:rStyle w:val="Hyperlink"/>
                <w:noProof/>
                <w:rtl/>
              </w:rPr>
              <w:t xml:space="preserve"> </w:t>
            </w:r>
            <w:r w:rsidRPr="00822821">
              <w:rPr>
                <w:rStyle w:val="Hyperlink"/>
                <w:rFonts w:hint="eastAsia"/>
                <w:noProof/>
                <w:rtl/>
              </w:rPr>
              <w:t>وتقدّس</w:t>
            </w:r>
            <w:r w:rsidRPr="00822821">
              <w:rPr>
                <w:rStyle w:val="Hyperlink"/>
                <w:noProof/>
                <w:rtl/>
              </w:rPr>
              <w:t xml:space="preserve"> </w:t>
            </w:r>
            <w:r w:rsidRPr="00822821">
              <w:rPr>
                <w:rStyle w:val="Hyperlink"/>
                <w:rFonts w:hint="eastAsia"/>
                <w:noProof/>
                <w:rtl/>
              </w:rPr>
              <w:t>شأنه</w:t>
            </w:r>
            <w:r w:rsidRPr="00822821">
              <w:rPr>
                <w:rStyle w:val="Hyperlink"/>
                <w:noProof/>
                <w:rtl/>
              </w:rPr>
              <w:t xml:space="preserve"> </w:t>
            </w:r>
            <w:r w:rsidRPr="00822821">
              <w:rPr>
                <w:rStyle w:val="Hyperlink"/>
                <w:rFonts w:hint="eastAsia"/>
                <w:noProof/>
                <w:rtl/>
              </w:rPr>
              <w:t>يعلّم</w:t>
            </w:r>
            <w:r w:rsidRPr="00822821">
              <w:rPr>
                <w:rStyle w:val="Hyperlink"/>
                <w:noProof/>
                <w:rtl/>
              </w:rPr>
              <w:t xml:space="preserve"> </w:t>
            </w:r>
            <w:r w:rsidRPr="00822821">
              <w:rPr>
                <w:rStyle w:val="Hyperlink"/>
                <w:rFonts w:hint="eastAsia"/>
                <w:noProof/>
                <w:rtl/>
              </w:rPr>
              <w:t>بالكذب</w:t>
            </w:r>
            <w:r w:rsidRPr="008228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Toc396029678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71</w:t>
            </w:r>
            <w:r>
              <w:rPr>
                <w:rStyle w:val="Hyperlink"/>
                <w:noProof/>
                <w:rtl/>
              </w:rPr>
              <w:fldChar w:fldCharType="end"/>
            </w:r>
          </w:hyperlink>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79" w:history="1">
            <w:r w:rsidRPr="00822821">
              <w:rPr>
                <w:rStyle w:val="Hyperlink"/>
                <w:noProof/>
                <w:rtl/>
              </w:rPr>
              <w:t>(</w:t>
            </w:r>
            <w:r w:rsidRPr="00822821">
              <w:rPr>
                <w:rStyle w:val="Hyperlink"/>
                <w:rFonts w:hint="eastAsia"/>
                <w:noProof/>
                <w:rtl/>
              </w:rPr>
              <w:t>الكشف</w:t>
            </w:r>
            <w:r w:rsidRPr="00822821">
              <w:rPr>
                <w:rStyle w:val="Hyperlink"/>
                <w:noProof/>
                <w:rtl/>
              </w:rPr>
              <w:t xml:space="preserve"> </w:t>
            </w:r>
            <w:r w:rsidRPr="00822821">
              <w:rPr>
                <w:rStyle w:val="Hyperlink"/>
                <w:rFonts w:hint="eastAsia"/>
                <w:noProof/>
                <w:rtl/>
              </w:rPr>
              <w:t>عن</w:t>
            </w:r>
            <w:r w:rsidRPr="00822821">
              <w:rPr>
                <w:rStyle w:val="Hyperlink"/>
                <w:noProof/>
                <w:rtl/>
              </w:rPr>
              <w:t xml:space="preserve"> </w:t>
            </w:r>
            <w:r w:rsidRPr="00822821">
              <w:rPr>
                <w:rStyle w:val="Hyperlink"/>
                <w:rFonts w:hint="eastAsia"/>
                <w:noProof/>
                <w:rtl/>
              </w:rPr>
              <w:t>مزعمة</w:t>
            </w:r>
            <w:r w:rsidRPr="00822821">
              <w:rPr>
                <w:rStyle w:val="Hyperlink"/>
                <w:noProof/>
                <w:rtl/>
              </w:rPr>
              <w:t xml:space="preserve"> </w:t>
            </w:r>
            <w:r w:rsidRPr="00822821">
              <w:rPr>
                <w:rStyle w:val="Hyperlink"/>
                <w:rFonts w:hint="eastAsia"/>
                <w:noProof/>
                <w:rtl/>
              </w:rPr>
              <w:t>التوراة</w:t>
            </w:r>
            <w:r w:rsidRPr="00822821">
              <w:rPr>
                <w:rStyle w:val="Hyperlink"/>
                <w:noProof/>
                <w:rtl/>
              </w:rPr>
              <w:t xml:space="preserve"> </w:t>
            </w:r>
            <w:r w:rsidRPr="00822821">
              <w:rPr>
                <w:rStyle w:val="Hyperlink"/>
                <w:rFonts w:hint="eastAsia"/>
                <w:noProof/>
                <w:rtl/>
              </w:rPr>
              <w:t>بنسبة</w:t>
            </w:r>
            <w:r w:rsidRPr="00822821">
              <w:rPr>
                <w:rStyle w:val="Hyperlink"/>
                <w:noProof/>
                <w:rtl/>
              </w:rPr>
              <w:t xml:space="preserve"> </w:t>
            </w:r>
            <w:r w:rsidRPr="00822821">
              <w:rPr>
                <w:rStyle w:val="Hyperlink"/>
                <w:rFonts w:hint="eastAsia"/>
                <w:noProof/>
                <w:rtl/>
              </w:rPr>
              <w:t>الكذب</w:t>
            </w:r>
            <w:r w:rsidRPr="00822821">
              <w:rPr>
                <w:rStyle w:val="Hyperlink"/>
                <w:noProof/>
                <w:rtl/>
              </w:rPr>
              <w:t xml:space="preserve"> </w:t>
            </w:r>
            <w:r w:rsidRPr="00822821">
              <w:rPr>
                <w:rStyle w:val="Hyperlink"/>
                <w:rFonts w:hint="eastAsia"/>
                <w:noProof/>
                <w:rtl/>
              </w:rPr>
              <w:t>إلى</w:t>
            </w:r>
            <w:r w:rsidRPr="00822821">
              <w:rPr>
                <w:rStyle w:val="Hyperlink"/>
                <w:noProof/>
                <w:rtl/>
              </w:rPr>
              <w:t xml:space="preserve"> </w:t>
            </w:r>
            <w:r w:rsidRPr="00822821">
              <w:rPr>
                <w:rStyle w:val="Hyperlink"/>
                <w:rFonts w:hint="eastAsia"/>
                <w:noProof/>
                <w:rtl/>
              </w:rPr>
              <w:t>موسى</w:t>
            </w:r>
            <w:r w:rsidRPr="00822821">
              <w:rPr>
                <w:rStyle w:val="Hyperlink"/>
                <w:noProof/>
                <w:rtl/>
              </w:rPr>
              <w:t xml:space="preserve"> </w:t>
            </w:r>
            <w:r w:rsidRPr="00822821">
              <w:rPr>
                <w:rStyle w:val="Hyperlink"/>
                <w:rFonts w:hint="eastAsia"/>
                <w:noProof/>
                <w:rtl/>
              </w:rPr>
              <w:t>وهارون</w:t>
            </w:r>
            <w:r w:rsidRPr="008228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Toc396029679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74</w:t>
            </w:r>
            <w:r>
              <w:rPr>
                <w:rStyle w:val="Hyperlink"/>
                <w:noProof/>
                <w:rtl/>
              </w:rPr>
              <w:fldChar w:fldCharType="end"/>
            </w:r>
          </w:hyperlink>
        </w:p>
        <w:p w:rsidR="00F4688F" w:rsidRDefault="00F4688F">
          <w:pPr>
            <w:pStyle w:val="TOC2"/>
            <w:tabs>
              <w:tab w:val="right" w:leader="dot" w:pos="7786"/>
            </w:tabs>
            <w:rPr>
              <w:rFonts w:asciiTheme="minorHAnsi" w:eastAsiaTheme="minorEastAsia" w:hAnsiTheme="minorHAnsi" w:cstheme="minorBidi"/>
              <w:noProof/>
              <w:color w:val="auto"/>
              <w:sz w:val="22"/>
              <w:szCs w:val="22"/>
              <w:rtl/>
            </w:rPr>
          </w:pPr>
          <w:hyperlink w:anchor="_Toc396029680" w:history="1">
            <w:r w:rsidRPr="00822821">
              <w:rPr>
                <w:rStyle w:val="Hyperlink"/>
                <w:noProof/>
                <w:rtl/>
              </w:rPr>
              <w:t xml:space="preserve">( </w:t>
            </w:r>
            <w:r w:rsidRPr="00822821">
              <w:rPr>
                <w:rStyle w:val="Hyperlink"/>
                <w:rFonts w:hint="eastAsia"/>
                <w:noProof/>
                <w:rtl/>
              </w:rPr>
              <w:t>ملحق</w:t>
            </w:r>
            <w:r w:rsidRPr="00822821">
              <w:rPr>
                <w:rStyle w:val="Hyperlink"/>
                <w:noProof/>
                <w:rtl/>
              </w:rPr>
              <w:t xml:space="preserve"> </w:t>
            </w:r>
            <w:r w:rsidRPr="00822821">
              <w:rPr>
                <w:rStyle w:val="Hyperlink"/>
                <w:rFonts w:hint="eastAsia"/>
                <w:noProof/>
                <w:rtl/>
              </w:rPr>
              <w:t>من</w:t>
            </w:r>
            <w:r w:rsidRPr="00822821">
              <w:rPr>
                <w:rStyle w:val="Hyperlink"/>
                <w:noProof/>
                <w:rtl/>
              </w:rPr>
              <w:t xml:space="preserve"> </w:t>
            </w:r>
            <w:r w:rsidRPr="00822821">
              <w:rPr>
                <w:rStyle w:val="Hyperlink"/>
                <w:rFonts w:hint="eastAsia"/>
                <w:noProof/>
                <w:rtl/>
              </w:rPr>
              <w:t>بعض</w:t>
            </w:r>
            <w:r w:rsidRPr="00822821">
              <w:rPr>
                <w:rStyle w:val="Hyperlink"/>
                <w:noProof/>
                <w:rtl/>
              </w:rPr>
              <w:t xml:space="preserve"> </w:t>
            </w:r>
            <w:r w:rsidRPr="00822821">
              <w:rPr>
                <w:rStyle w:val="Hyperlink"/>
                <w:rFonts w:hint="eastAsia"/>
                <w:noProof/>
                <w:rtl/>
              </w:rPr>
              <w:t>ما</w:t>
            </w:r>
            <w:r w:rsidRPr="00822821">
              <w:rPr>
                <w:rStyle w:val="Hyperlink"/>
                <w:noProof/>
                <w:rtl/>
              </w:rPr>
              <w:t xml:space="preserve"> </w:t>
            </w:r>
            <w:r w:rsidRPr="00822821">
              <w:rPr>
                <w:rStyle w:val="Hyperlink"/>
                <w:rFonts w:hint="eastAsia"/>
                <w:noProof/>
                <w:rtl/>
              </w:rPr>
              <w:t>تركناه</w:t>
            </w:r>
            <w:r w:rsidRPr="00822821">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Toc396029680 \h</w:instrText>
            </w:r>
            <w:r>
              <w:rPr>
                <w:noProof/>
                <w:webHidden/>
                <w:rtl/>
              </w:rPr>
              <w:instrText xml:space="preserve"> </w:instrText>
            </w:r>
            <w:r>
              <w:rPr>
                <w:rStyle w:val="Hyperlink"/>
                <w:noProof/>
                <w:rtl/>
              </w:rPr>
            </w:r>
            <w:r>
              <w:rPr>
                <w:rStyle w:val="Hyperlink"/>
                <w:noProof/>
                <w:rtl/>
              </w:rPr>
              <w:fldChar w:fldCharType="separate"/>
            </w:r>
            <w:r w:rsidR="00477A9E">
              <w:rPr>
                <w:noProof/>
                <w:webHidden/>
                <w:rtl/>
              </w:rPr>
              <w:t>77</w:t>
            </w:r>
            <w:r>
              <w:rPr>
                <w:rStyle w:val="Hyperlink"/>
                <w:noProof/>
                <w:rtl/>
              </w:rPr>
              <w:fldChar w:fldCharType="end"/>
            </w:r>
          </w:hyperlink>
        </w:p>
        <w:p w:rsidR="00F4688F" w:rsidRDefault="00F4688F" w:rsidP="00F4688F">
          <w:pPr>
            <w:pStyle w:val="libNormal"/>
          </w:pPr>
          <w:r>
            <w:fldChar w:fldCharType="end"/>
          </w:r>
        </w:p>
      </w:sdtContent>
    </w:sdt>
    <w:sectPr w:rsidR="00F4688F"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042A" w:rsidRDefault="0008042A">
      <w:r>
        <w:separator/>
      </w:r>
    </w:p>
  </w:endnote>
  <w:endnote w:type="continuationSeparator" w:id="0">
    <w:p w:rsidR="0008042A" w:rsidRDefault="000804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42A" w:rsidRPr="00460435" w:rsidRDefault="00390A7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08042A"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77A9E">
      <w:rPr>
        <w:rFonts w:ascii="Traditional Arabic" w:hAnsi="Traditional Arabic"/>
        <w:noProof/>
        <w:sz w:val="28"/>
        <w:szCs w:val="28"/>
        <w:rtl/>
      </w:rPr>
      <w:t>82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42A" w:rsidRPr="00460435" w:rsidRDefault="00390A7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08042A"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77A9E">
      <w:rPr>
        <w:rFonts w:ascii="Traditional Arabic" w:hAnsi="Traditional Arabic"/>
        <w:noProof/>
        <w:sz w:val="28"/>
        <w:szCs w:val="28"/>
        <w:rtl/>
      </w:rPr>
      <w:t>83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42A" w:rsidRPr="00460435" w:rsidRDefault="00390A7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08042A"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77A9E">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042A" w:rsidRDefault="0008042A">
      <w:r>
        <w:separator/>
      </w:r>
    </w:p>
  </w:footnote>
  <w:footnote w:type="continuationSeparator" w:id="0">
    <w:p w:rsidR="0008042A" w:rsidRDefault="000804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177B3"/>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042A"/>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0A77"/>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77A9E"/>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B5BE1"/>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177B3"/>
    <w:rsid w:val="00E206F5"/>
    <w:rsid w:val="00E21598"/>
    <w:rsid w:val="00E22A0D"/>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1098"/>
    <w:rsid w:val="00F02C57"/>
    <w:rsid w:val="00F070E5"/>
    <w:rsid w:val="00F1517E"/>
    <w:rsid w:val="00F16678"/>
    <w:rsid w:val="00F22AC4"/>
    <w:rsid w:val="00F26388"/>
    <w:rsid w:val="00F31BE3"/>
    <w:rsid w:val="00F34B21"/>
    <w:rsid w:val="00F34CA5"/>
    <w:rsid w:val="00F41E90"/>
    <w:rsid w:val="00F436BF"/>
    <w:rsid w:val="00F4688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042A"/>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BalloonText">
    <w:name w:val="Balloon Text"/>
    <w:basedOn w:val="Normal"/>
    <w:link w:val="BalloonTextChar"/>
    <w:uiPriority w:val="99"/>
    <w:rsid w:val="00F468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F4688F"/>
    <w:rPr>
      <w:rFonts w:ascii="Tahoma" w:eastAsia="Calibri"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C013C-B79E-4101-ADA1-AF1CD56C7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24</TotalTime>
  <Pages>83</Pages>
  <Words>9473</Words>
  <Characters>46139</Characters>
  <Application>Microsoft Office Word</Application>
  <DocSecurity>0</DocSecurity>
  <Lines>384</Lines>
  <Paragraphs>111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55501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5</cp:revision>
  <cp:lastPrinted>2014-08-17T04:39:00Z</cp:lastPrinted>
  <dcterms:created xsi:type="dcterms:W3CDTF">2014-08-17T04:15:00Z</dcterms:created>
  <dcterms:modified xsi:type="dcterms:W3CDTF">2014-08-17T04:39:00Z</dcterms:modified>
</cp:coreProperties>
</file>